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3F5606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21CEAFB" w14:textId="77777777" w:rsidR="002D5AAC" w:rsidRDefault="002D5AAC" w:rsidP="002A1DE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A6F91B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5374241" w14:textId="3B0A4FFE" w:rsidR="002D5AAC" w:rsidRDefault="002A1DE4" w:rsidP="002A1DE4">
            <w:pPr>
              <w:jc w:val="right"/>
            </w:pPr>
            <w:r w:rsidRPr="002A1DE4">
              <w:rPr>
                <w:sz w:val="40"/>
              </w:rPr>
              <w:t>ECE</w:t>
            </w:r>
            <w:r>
              <w:t>/TRANS/WP.11/2023/8</w:t>
            </w:r>
          </w:p>
        </w:tc>
      </w:tr>
      <w:tr w:rsidR="002D5AAC" w:rsidRPr="002A1DE4" w14:paraId="2C4EAFB6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77F158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5DC774A" wp14:editId="15D928CD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169769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86A5C2E" w14:textId="7BBF3478" w:rsidR="002D5AAC" w:rsidRDefault="002A1DE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Pr="00A16966">
              <w:rPr>
                <w:rFonts w:eastAsia="Times New Roman" w:cs="Times New Roman"/>
                <w:szCs w:val="20"/>
                <w:lang w:val="en-GB" w:eastAsia="fr-FR"/>
              </w:rPr>
              <w:t>General</w:t>
            </w:r>
          </w:p>
          <w:p w14:paraId="37AA626D" w14:textId="632F4942" w:rsidR="002A1DE4" w:rsidRDefault="002A1DE4" w:rsidP="002A1D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A16966">
              <w:rPr>
                <w:lang w:val="en-US"/>
              </w:rPr>
              <w:t xml:space="preserve"> August 2023</w:t>
            </w:r>
          </w:p>
          <w:p w14:paraId="4304B6DB" w14:textId="0749DCDB" w:rsidR="002A1DE4" w:rsidRDefault="002A1DE4" w:rsidP="002A1D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5F67E0F" w14:textId="13F96883" w:rsidR="002A1DE4" w:rsidRPr="008D53B6" w:rsidRDefault="002A1DE4" w:rsidP="002A1DE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61B79DAD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268095D" w14:textId="77777777" w:rsidR="002A1DE4" w:rsidRPr="00244155" w:rsidRDefault="002A1DE4" w:rsidP="002A1DE4">
      <w:pPr>
        <w:spacing w:before="120"/>
        <w:rPr>
          <w:rFonts w:asciiTheme="majorBidi" w:hAnsiTheme="majorBidi" w:cstheme="majorBidi"/>
          <w:sz w:val="28"/>
          <w:szCs w:val="28"/>
        </w:rPr>
      </w:pPr>
      <w:r w:rsidRPr="00244155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2C3C161E" w14:textId="6052E965" w:rsidR="002A1DE4" w:rsidRPr="00244155" w:rsidRDefault="002A1DE4" w:rsidP="002A1DE4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244155">
        <w:rPr>
          <w:rFonts w:asciiTheme="majorBidi" w:hAnsiTheme="majorBidi" w:cstheme="majorBidi"/>
          <w:b/>
          <w:bCs/>
          <w:sz w:val="24"/>
          <w:szCs w:val="24"/>
        </w:rPr>
        <w:t>Рабочая группа по перевозкам</w:t>
      </w:r>
      <w:r>
        <w:rPr>
          <w:rFonts w:asciiTheme="majorBidi" w:hAnsiTheme="majorBidi" w:cstheme="majorBidi"/>
          <w:b/>
          <w:bCs/>
          <w:sz w:val="24"/>
          <w:szCs w:val="24"/>
        </w:rPr>
        <w:br/>
      </w:r>
      <w:r w:rsidRPr="00244155">
        <w:rPr>
          <w:rFonts w:asciiTheme="majorBidi" w:hAnsiTheme="majorBidi" w:cstheme="majorBidi"/>
          <w:b/>
          <w:bCs/>
          <w:sz w:val="24"/>
          <w:szCs w:val="24"/>
        </w:rPr>
        <w:t>скоропортящихся пищевых продуктов</w:t>
      </w:r>
    </w:p>
    <w:p w14:paraId="446521D9" w14:textId="27ACAA3E" w:rsidR="002A1DE4" w:rsidRPr="00244155" w:rsidRDefault="002A1DE4" w:rsidP="002A1DE4">
      <w:pPr>
        <w:spacing w:before="120"/>
        <w:rPr>
          <w:rFonts w:asciiTheme="majorBidi" w:hAnsiTheme="majorBidi" w:cstheme="majorBidi"/>
          <w:b/>
        </w:rPr>
      </w:pPr>
      <w:r w:rsidRPr="00244155">
        <w:rPr>
          <w:rFonts w:asciiTheme="majorBidi" w:hAnsiTheme="majorBidi" w:cstheme="majorBidi"/>
          <w:b/>
          <w:bCs/>
        </w:rPr>
        <w:t>Восьмидесятая сессия</w:t>
      </w:r>
      <w:r>
        <w:rPr>
          <w:rFonts w:asciiTheme="majorBidi" w:hAnsiTheme="majorBidi" w:cstheme="majorBidi"/>
          <w:b/>
          <w:bCs/>
        </w:rPr>
        <w:br/>
      </w:r>
      <w:r w:rsidRPr="00244155">
        <w:rPr>
          <w:rFonts w:asciiTheme="majorBidi" w:hAnsiTheme="majorBidi" w:cstheme="majorBidi"/>
        </w:rPr>
        <w:t>Женева, 24−27 октября 2023 года</w:t>
      </w:r>
      <w:r>
        <w:rPr>
          <w:rFonts w:asciiTheme="majorBidi" w:hAnsiTheme="majorBidi" w:cstheme="majorBidi"/>
        </w:rPr>
        <w:br/>
      </w:r>
      <w:r w:rsidRPr="00244155">
        <w:rPr>
          <w:rFonts w:asciiTheme="majorBidi" w:hAnsiTheme="majorBidi" w:cstheme="majorBidi"/>
        </w:rPr>
        <w:t>Пункт 5 а) предварительной повестки дня</w:t>
      </w:r>
      <w:r>
        <w:rPr>
          <w:rFonts w:asciiTheme="majorBidi" w:hAnsiTheme="majorBidi" w:cstheme="majorBidi"/>
        </w:rPr>
        <w:br/>
      </w:r>
      <w:r w:rsidRPr="00244155">
        <w:rPr>
          <w:rFonts w:asciiTheme="majorBidi" w:hAnsiTheme="majorBidi" w:cstheme="majorBidi"/>
          <w:b/>
          <w:bCs/>
        </w:rPr>
        <w:t>Предложения по поправкам к СПС:</w:t>
      </w:r>
      <w:r>
        <w:rPr>
          <w:rFonts w:asciiTheme="majorBidi" w:hAnsiTheme="majorBidi" w:cstheme="majorBidi"/>
          <w:b/>
          <w:bCs/>
        </w:rPr>
        <w:br/>
      </w:r>
      <w:r w:rsidRPr="00244155">
        <w:rPr>
          <w:rFonts w:asciiTheme="majorBidi" w:hAnsiTheme="majorBidi" w:cstheme="majorBidi"/>
          <w:b/>
          <w:bCs/>
        </w:rPr>
        <w:t>предложения, по которым еще не приняты решения</w:t>
      </w:r>
    </w:p>
    <w:p w14:paraId="76D0652F" w14:textId="1EDFDA9C" w:rsidR="002A1DE4" w:rsidRPr="00244155" w:rsidRDefault="002A1DE4" w:rsidP="002A1DE4">
      <w:pPr>
        <w:pStyle w:val="HChG"/>
      </w:pPr>
      <w:r w:rsidRPr="00244155">
        <w:tab/>
      </w:r>
      <w:r w:rsidRPr="00244155">
        <w:tab/>
        <w:t>Классификация транспортных средств, работающих</w:t>
      </w:r>
      <w:r>
        <w:br/>
      </w:r>
      <w:r w:rsidRPr="00244155">
        <w:t>от источников электроэнергии</w:t>
      </w:r>
    </w:p>
    <w:p w14:paraId="33C6B6BC" w14:textId="77777777" w:rsidR="002A1DE4" w:rsidRPr="00244155" w:rsidRDefault="002A1DE4" w:rsidP="002A1DE4">
      <w:pPr>
        <w:pStyle w:val="H1G"/>
        <w:spacing w:after="360"/>
      </w:pPr>
      <w:r w:rsidRPr="00244155">
        <w:tab/>
      </w:r>
      <w:r w:rsidRPr="00244155">
        <w:tab/>
      </w:r>
      <w:r w:rsidRPr="00244155">
        <w:rPr>
          <w:bCs/>
        </w:rPr>
        <w:t>Представлено правительством Франции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2A1DE4" w:rsidRPr="00244155" w14:paraId="31800F95" w14:textId="77777777" w:rsidTr="0045445B">
        <w:trPr>
          <w:jc w:val="center"/>
        </w:trPr>
        <w:tc>
          <w:tcPr>
            <w:tcW w:w="9628" w:type="dxa"/>
            <w:shd w:val="clear" w:color="auto" w:fill="auto"/>
          </w:tcPr>
          <w:p w14:paraId="695D0B1C" w14:textId="143D68B3" w:rsidR="002A1DE4" w:rsidRPr="002A1DE4" w:rsidRDefault="002A1DE4" w:rsidP="0045445B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2A1DE4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2A1DE4" w:rsidRPr="00244155" w14:paraId="4C7ED2A8" w14:textId="77777777" w:rsidTr="0045445B">
        <w:trPr>
          <w:jc w:val="center"/>
        </w:trPr>
        <w:tc>
          <w:tcPr>
            <w:tcW w:w="9628" w:type="dxa"/>
            <w:shd w:val="clear" w:color="auto" w:fill="auto"/>
          </w:tcPr>
          <w:p w14:paraId="18E29BE0" w14:textId="34DED692" w:rsidR="002A1DE4" w:rsidRPr="00244155" w:rsidRDefault="002A1DE4" w:rsidP="002A1DE4">
            <w:pPr>
              <w:pStyle w:val="SingleTxtG"/>
              <w:tabs>
                <w:tab w:val="clear" w:pos="2835"/>
              </w:tabs>
              <w:ind w:left="3644" w:hanging="2510"/>
              <w:rPr>
                <w:rFonts w:eastAsia="Calibri"/>
              </w:rPr>
            </w:pPr>
            <w:r w:rsidRPr="00244155">
              <w:rPr>
                <w:b/>
                <w:bCs/>
              </w:rPr>
              <w:t>Существо предложения:</w:t>
            </w:r>
            <w:r w:rsidRPr="00244155">
              <w:tab/>
              <w:t>Цель данного предложения заключается в том, чтобы прояснить вопрос о классификации транспортных средств, работающих от источников электроэнергии</w:t>
            </w:r>
            <w:r>
              <w:br/>
            </w:r>
            <w:r w:rsidRPr="00244155">
              <w:t>на всех этапах перевозки</w:t>
            </w:r>
          </w:p>
          <w:p w14:paraId="4882A48F" w14:textId="77777777" w:rsidR="002A1DE4" w:rsidRPr="00244155" w:rsidRDefault="002A1DE4" w:rsidP="002A1DE4">
            <w:pPr>
              <w:pStyle w:val="SingleTxtG"/>
              <w:tabs>
                <w:tab w:val="clear" w:pos="2835"/>
              </w:tabs>
              <w:ind w:left="3644" w:hanging="2510"/>
              <w:rPr>
                <w:rFonts w:eastAsia="Calibri"/>
              </w:rPr>
            </w:pPr>
            <w:r w:rsidRPr="00244155">
              <w:rPr>
                <w:b/>
                <w:bCs/>
              </w:rPr>
              <w:t>Предлагаемое решение:</w:t>
            </w:r>
            <w:r w:rsidRPr="00244155">
              <w:tab/>
              <w:t>Отсутствует</w:t>
            </w:r>
          </w:p>
          <w:p w14:paraId="56EFE707" w14:textId="78E0DF71" w:rsidR="002A1DE4" w:rsidRPr="00244155" w:rsidRDefault="002A1DE4" w:rsidP="002A1DE4">
            <w:pPr>
              <w:pStyle w:val="SingleTxtG"/>
              <w:tabs>
                <w:tab w:val="clear" w:pos="2835"/>
              </w:tabs>
              <w:ind w:left="3644" w:hanging="2510"/>
            </w:pPr>
            <w:r w:rsidRPr="00244155">
              <w:rPr>
                <w:b/>
                <w:bCs/>
              </w:rPr>
              <w:t>Справочные документы:</w:t>
            </w:r>
            <w:r>
              <w:rPr>
                <w:b/>
                <w:bCs/>
              </w:rPr>
              <w:tab/>
            </w:r>
            <w:r w:rsidRPr="00244155">
              <w:t>Отсутствуют</w:t>
            </w:r>
          </w:p>
        </w:tc>
      </w:tr>
      <w:tr w:rsidR="002A1DE4" w:rsidRPr="00244155" w14:paraId="7AC754F5" w14:textId="77777777" w:rsidTr="0045445B">
        <w:trPr>
          <w:jc w:val="center"/>
        </w:trPr>
        <w:tc>
          <w:tcPr>
            <w:tcW w:w="9628" w:type="dxa"/>
            <w:shd w:val="clear" w:color="auto" w:fill="auto"/>
          </w:tcPr>
          <w:p w14:paraId="38644C13" w14:textId="77777777" w:rsidR="002A1DE4" w:rsidRPr="00244155" w:rsidRDefault="002A1DE4" w:rsidP="0045445B"/>
        </w:tc>
      </w:tr>
    </w:tbl>
    <w:p w14:paraId="4C1335F6" w14:textId="77777777" w:rsidR="002A1DE4" w:rsidRPr="00244155" w:rsidRDefault="002A1DE4" w:rsidP="002A1DE4">
      <w:pPr>
        <w:pStyle w:val="HChG"/>
      </w:pPr>
      <w:r w:rsidRPr="00244155">
        <w:tab/>
      </w:r>
      <w:r w:rsidRPr="00244155">
        <w:tab/>
      </w:r>
      <w:r w:rsidRPr="00244155">
        <w:rPr>
          <w:bCs/>
        </w:rPr>
        <w:t>Введение</w:t>
      </w:r>
      <w:bookmarkStart w:id="0" w:name="OLE_LINK2"/>
      <w:bookmarkStart w:id="1" w:name="OLE_LINK1"/>
      <w:bookmarkEnd w:id="0"/>
      <w:bookmarkEnd w:id="1"/>
    </w:p>
    <w:p w14:paraId="1809FB0E" w14:textId="77777777" w:rsidR="002A1DE4" w:rsidRPr="00244155" w:rsidRDefault="002A1DE4" w:rsidP="002A1DE4">
      <w:pPr>
        <w:pStyle w:val="SingleTxtG"/>
      </w:pPr>
      <w:r w:rsidRPr="00244155">
        <w:t>1.</w:t>
      </w:r>
      <w:r w:rsidRPr="00244155">
        <w:tab/>
        <w:t>В настоящее время вряд ли можно пренебрегать давлением, которому подвергается режим СПС в связи с появлением новых технологий; речь идет, в первую очередь, о транспортных средствах, работающих от электроаккумуляторов, независимо от того, предназначены ли они исключительно для этих транспортных средств или нет. Подзарядка этих аккумуляторов стала возможна даже при работающем тепловом двигателе и включенной холодильной установке. Гибкость, которую обеспечивают электроаккумуляторы, неоспорима, но возникает вопрос о том, к какой категории отнести такие транспортные средства, работающие от смешанных источников энергии и занимающие промежуточное положение между двумя традиционными видами транспортных средств, которые изначально были предусмотрены в СПС.</w:t>
      </w:r>
    </w:p>
    <w:p w14:paraId="51F11603" w14:textId="7C94720C" w:rsidR="002A1DE4" w:rsidRPr="00244155" w:rsidRDefault="002A1DE4" w:rsidP="002A1DE4">
      <w:pPr>
        <w:pStyle w:val="SingleTxtG"/>
        <w:pageBreakBefore/>
        <w:spacing w:after="100"/>
      </w:pPr>
      <w:r w:rsidRPr="00244155">
        <w:lastRenderedPageBreak/>
        <w:t>2.</w:t>
      </w:r>
      <w:r w:rsidRPr="00244155">
        <w:tab/>
        <w:t>Определение неавтономных транспортных средств приводится</w:t>
      </w:r>
      <w:r>
        <w:br/>
      </w:r>
      <w:r w:rsidRPr="00244155">
        <w:t>в подпункте 6.2.2 i) добавления 2 к приложению 1: «Неавтономные транспортные средства, у которых холодильная установка приводится в действие их двигателем». Такие транспортные средства маркируются специальным знаком «X» для облегчения их идентификации, особенно при прохождении пунктов пересечения границ.</w:t>
      </w:r>
    </w:p>
    <w:p w14:paraId="28E64756" w14:textId="77777777" w:rsidR="002A1DE4" w:rsidRPr="00244155" w:rsidRDefault="002A1DE4" w:rsidP="002A1DE4">
      <w:pPr>
        <w:pStyle w:val="SingleTxtG"/>
        <w:spacing w:after="100"/>
      </w:pPr>
      <w:r w:rsidRPr="00244155">
        <w:t>3.</w:t>
      </w:r>
      <w:r w:rsidRPr="00244155">
        <w:tab/>
        <w:t>Таким образом, «автономными» считаются все остальные виды транспортных средств, включая транспортные средства, в которых на этапе перевозки используется электропривод.</w:t>
      </w:r>
    </w:p>
    <w:p w14:paraId="254B6458" w14:textId="17D86B9E" w:rsidR="002A1DE4" w:rsidRPr="00244155" w:rsidRDefault="002A1DE4" w:rsidP="002A1DE4">
      <w:pPr>
        <w:pStyle w:val="SingleTxtG"/>
        <w:spacing w:after="100"/>
        <w:rPr>
          <w:rFonts w:cs="Garamond"/>
        </w:rPr>
      </w:pPr>
      <w:r w:rsidRPr="00244155">
        <w:t>4.</w:t>
      </w:r>
      <w:r w:rsidRPr="00244155">
        <w:tab/>
        <w:t>Во французском языке термин «autonome» («автономный»), применяемый</w:t>
      </w:r>
      <w:r>
        <w:br/>
      </w:r>
      <w:r w:rsidRPr="00244155">
        <w:t>к оборудованию, определяется следующий образом:</w:t>
      </w:r>
    </w:p>
    <w:p w14:paraId="58553CFD" w14:textId="77777777" w:rsidR="002A1DE4" w:rsidRPr="00244155" w:rsidRDefault="002A1DE4" w:rsidP="002A1DE4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after="100"/>
      </w:pPr>
      <w:r w:rsidRPr="00244155">
        <w:t>способность данного оборудования работать независимо от окружающих условий;</w:t>
      </w:r>
    </w:p>
    <w:p w14:paraId="59119884" w14:textId="77777777" w:rsidR="002A1DE4" w:rsidRPr="00244155" w:rsidRDefault="002A1DE4" w:rsidP="002A1DE4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after="100"/>
      </w:pPr>
      <w:r w:rsidRPr="00244155">
        <w:t>продолжительность работы в независимом режиме.</w:t>
      </w:r>
    </w:p>
    <w:p w14:paraId="1314DB4B" w14:textId="77777777" w:rsidR="002A1DE4" w:rsidRPr="00244155" w:rsidRDefault="002A1DE4" w:rsidP="002A1DE4">
      <w:pPr>
        <w:pStyle w:val="SingleTxtG"/>
        <w:spacing w:after="100"/>
      </w:pPr>
      <w:r w:rsidRPr="00244155">
        <w:t>5.</w:t>
      </w:r>
      <w:r w:rsidRPr="00244155">
        <w:tab/>
        <w:t>Для отнесения к категории «автономного» оборудования нет никаких определенных критериев, касающихся продолжительности работы. В связи с этим предлагается включить серию из двух предложений, направленных на то, чтобы:</w:t>
      </w:r>
    </w:p>
    <w:p w14:paraId="222D8FD5" w14:textId="77777777" w:rsidR="002A1DE4" w:rsidRPr="00244155" w:rsidRDefault="002A1DE4" w:rsidP="002A1DE4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after="100"/>
      </w:pPr>
      <w:r w:rsidRPr="00244155">
        <w:t>уточнить определение автономного транспортного средства;</w:t>
      </w:r>
    </w:p>
    <w:p w14:paraId="48F3B213" w14:textId="77777777" w:rsidR="002A1DE4" w:rsidRPr="00244155" w:rsidRDefault="002A1DE4" w:rsidP="002A1DE4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after="100"/>
      </w:pPr>
      <w:r w:rsidRPr="00244155">
        <w:t>прояснить вопрос о классификации термического оборудования с источником электропитания (для режима перевозки).</w:t>
      </w:r>
    </w:p>
    <w:p w14:paraId="4803589F" w14:textId="77777777" w:rsidR="002A1DE4" w:rsidRPr="00244155" w:rsidRDefault="002A1DE4" w:rsidP="002A1DE4">
      <w:pPr>
        <w:pStyle w:val="HChG"/>
        <w:spacing w:before="280"/>
      </w:pPr>
      <w:r w:rsidRPr="00244155">
        <w:rPr>
          <w:bCs/>
        </w:rPr>
        <w:tab/>
        <w:t>I.</w:t>
      </w:r>
      <w:r w:rsidRPr="00244155">
        <w:tab/>
      </w:r>
      <w:r w:rsidRPr="00244155">
        <w:rPr>
          <w:bCs/>
        </w:rPr>
        <w:t>Предложение</w:t>
      </w:r>
    </w:p>
    <w:p w14:paraId="436B9DCF" w14:textId="64A54C63" w:rsidR="002A1DE4" w:rsidRPr="00244155" w:rsidRDefault="002A1DE4" w:rsidP="002A1DE4">
      <w:pPr>
        <w:pStyle w:val="SingleTxtG"/>
        <w:rPr>
          <w:bCs/>
        </w:rPr>
      </w:pPr>
      <w:bookmarkStart w:id="2" w:name="_Hlk30687072"/>
      <w:r w:rsidRPr="00244155">
        <w:t>6.</w:t>
      </w:r>
      <w:r w:rsidRPr="00244155">
        <w:tab/>
      </w:r>
      <w:bookmarkEnd w:id="2"/>
      <w:r w:rsidRPr="00244155">
        <w:t>Согласно определению неавтономных транспортных средств, которое содержится в подпункте 6.2.2 i) добавления 2 к приложению 1 СПС, и в соответствии с предлагаемым определением понятия автономности транспортного средства, любые транспортные средства, работающие от источников электроэнергии на всех этапах перевозки, предлагается относить к категории «автономных».</w:t>
      </w:r>
    </w:p>
    <w:p w14:paraId="1291E412" w14:textId="77777777" w:rsidR="002A1DE4" w:rsidRPr="00244155" w:rsidRDefault="002A1DE4" w:rsidP="002A1DE4">
      <w:pPr>
        <w:pStyle w:val="HChG"/>
        <w:rPr>
          <w:bCs/>
        </w:rPr>
      </w:pPr>
      <w:r w:rsidRPr="00244155">
        <w:rPr>
          <w:bCs/>
        </w:rPr>
        <w:tab/>
        <w:t>II.</w:t>
      </w:r>
      <w:r w:rsidRPr="00244155">
        <w:rPr>
          <w:bCs/>
        </w:rPr>
        <w:tab/>
        <w:t>Обоснование</w:t>
      </w:r>
    </w:p>
    <w:p w14:paraId="01E7402A" w14:textId="53CB277D" w:rsidR="002A1DE4" w:rsidRPr="00244155" w:rsidRDefault="002A1DE4" w:rsidP="002A1DE4">
      <w:pPr>
        <w:pStyle w:val="SingleTxtG"/>
      </w:pPr>
      <w:r w:rsidRPr="00244155">
        <w:t>7.</w:t>
      </w:r>
      <w:r w:rsidRPr="00244155">
        <w:tab/>
        <w:t>Определении категории транспортных средств, работающих от источников электроэнергии на всех этапах перевозки, в целях гармонизации практики компетентных органов и унификации правил маркировки транспортных средств,</w:t>
      </w:r>
      <w:r>
        <w:br/>
      </w:r>
      <w:r w:rsidRPr="00244155">
        <w:t>в первую очередь касающихся маркировки знаком «X».</w:t>
      </w:r>
    </w:p>
    <w:p w14:paraId="1F953286" w14:textId="77777777" w:rsidR="002A1DE4" w:rsidRPr="00244155" w:rsidRDefault="002A1DE4" w:rsidP="002A1DE4">
      <w:pPr>
        <w:pStyle w:val="HChG"/>
        <w:spacing w:before="280"/>
      </w:pPr>
      <w:r w:rsidRPr="00244155">
        <w:rPr>
          <w:bCs/>
        </w:rPr>
        <w:tab/>
        <w:t>III.</w:t>
      </w:r>
      <w:r w:rsidRPr="00244155">
        <w:tab/>
      </w:r>
      <w:r w:rsidRPr="00244155">
        <w:rPr>
          <w:bCs/>
        </w:rPr>
        <w:t>Затраты</w:t>
      </w:r>
    </w:p>
    <w:p w14:paraId="39BFF90D" w14:textId="77777777" w:rsidR="002A1DE4" w:rsidRPr="00244155" w:rsidRDefault="002A1DE4" w:rsidP="002A1DE4">
      <w:pPr>
        <w:pStyle w:val="SingleTxtG"/>
      </w:pPr>
      <w:r w:rsidRPr="00244155">
        <w:t>8.</w:t>
      </w:r>
      <w:r w:rsidRPr="00244155">
        <w:tab/>
        <w:t>Отсутствуют.</w:t>
      </w:r>
    </w:p>
    <w:p w14:paraId="14C24550" w14:textId="33B6CCD7" w:rsidR="002A1DE4" w:rsidRPr="00244155" w:rsidRDefault="002A1DE4" w:rsidP="002A1DE4">
      <w:pPr>
        <w:pStyle w:val="HChG"/>
      </w:pPr>
      <w:r w:rsidRPr="00244155">
        <w:rPr>
          <w:bCs/>
        </w:rPr>
        <w:tab/>
        <w:t>IV.</w:t>
      </w:r>
      <w:r w:rsidRPr="00244155">
        <w:tab/>
      </w:r>
      <w:r w:rsidRPr="00244155">
        <w:rPr>
          <w:bCs/>
        </w:rPr>
        <w:t>Осуществимость</w:t>
      </w:r>
    </w:p>
    <w:p w14:paraId="7BE9BC84" w14:textId="77777777" w:rsidR="002A1DE4" w:rsidRPr="00244155" w:rsidRDefault="002A1DE4" w:rsidP="002A1DE4">
      <w:pPr>
        <w:pStyle w:val="SingleTxtG"/>
      </w:pPr>
      <w:r w:rsidRPr="00244155">
        <w:t>9.</w:t>
      </w:r>
      <w:r w:rsidRPr="00244155">
        <w:tab/>
        <w:t>Никаких дополнительных трудностей для официальных испытательных станций СПС не предвидится.</w:t>
      </w:r>
    </w:p>
    <w:p w14:paraId="50F20578" w14:textId="06DD1333" w:rsidR="002A1DE4" w:rsidRPr="00244155" w:rsidRDefault="002A1DE4" w:rsidP="002A1DE4">
      <w:pPr>
        <w:pStyle w:val="HChG"/>
      </w:pPr>
      <w:r w:rsidRPr="00244155">
        <w:rPr>
          <w:bCs/>
        </w:rPr>
        <w:tab/>
        <w:t>V.</w:t>
      </w:r>
      <w:r w:rsidRPr="00244155">
        <w:tab/>
      </w:r>
      <w:r w:rsidRPr="00244155">
        <w:rPr>
          <w:bCs/>
        </w:rPr>
        <w:t>Обеспечение применения</w:t>
      </w:r>
    </w:p>
    <w:p w14:paraId="6FC8ADA0" w14:textId="77777777" w:rsidR="002A1DE4" w:rsidRPr="00244155" w:rsidRDefault="002A1DE4" w:rsidP="002A1DE4">
      <w:pPr>
        <w:pStyle w:val="SingleTxtG"/>
        <w:rPr>
          <w:b/>
          <w:bCs/>
        </w:rPr>
      </w:pPr>
      <w:r w:rsidRPr="00244155">
        <w:t>10.</w:t>
      </w:r>
      <w:r w:rsidRPr="00244155">
        <w:tab/>
        <w:t>Никаких проблем с реализацией настоящего предложения не предвидится.</w:t>
      </w:r>
    </w:p>
    <w:p w14:paraId="00B9B596" w14:textId="77777777" w:rsidR="002A1DE4" w:rsidRPr="00244155" w:rsidRDefault="002A1DE4" w:rsidP="002A1DE4">
      <w:pPr>
        <w:pStyle w:val="HChG"/>
        <w:spacing w:before="280"/>
      </w:pPr>
      <w:r w:rsidRPr="00244155">
        <w:rPr>
          <w:bCs/>
        </w:rPr>
        <w:tab/>
        <w:t>VI.</w:t>
      </w:r>
      <w:r w:rsidRPr="00244155">
        <w:tab/>
      </w:r>
      <w:r w:rsidRPr="00244155">
        <w:rPr>
          <w:bCs/>
        </w:rPr>
        <w:t>Включение предлагаемой поправки в СПС</w:t>
      </w:r>
    </w:p>
    <w:p w14:paraId="6F77E2AD" w14:textId="77777777" w:rsidR="002A1DE4" w:rsidRPr="00244155" w:rsidRDefault="002A1DE4" w:rsidP="002A1DE4">
      <w:pPr>
        <w:pStyle w:val="SingleTxtG"/>
        <w:rPr>
          <w:iCs/>
        </w:rPr>
      </w:pPr>
      <w:r w:rsidRPr="00244155">
        <w:t>11.</w:t>
      </w:r>
      <w:r w:rsidRPr="00244155">
        <w:tab/>
        <w:t>Отсутствует.</w:t>
      </w:r>
    </w:p>
    <w:p w14:paraId="654006F9" w14:textId="77777777" w:rsidR="002A1DE4" w:rsidRPr="00794400" w:rsidRDefault="002A1DE4" w:rsidP="002A1DE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A1DE4" w:rsidRPr="00794400" w:rsidSect="002A1DE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F19EC" w14:textId="77777777" w:rsidR="00355BC7" w:rsidRPr="00A312BC" w:rsidRDefault="00355BC7" w:rsidP="00A312BC"/>
  </w:endnote>
  <w:endnote w:type="continuationSeparator" w:id="0">
    <w:p w14:paraId="375B90F8" w14:textId="77777777" w:rsidR="00355BC7" w:rsidRPr="00A312BC" w:rsidRDefault="00355BC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CF42A" w14:textId="504FB424" w:rsidR="002A1DE4" w:rsidRPr="002A1DE4" w:rsidRDefault="002A1DE4">
    <w:pPr>
      <w:pStyle w:val="a8"/>
    </w:pPr>
    <w:r w:rsidRPr="002A1DE4">
      <w:rPr>
        <w:b/>
        <w:sz w:val="18"/>
      </w:rPr>
      <w:fldChar w:fldCharType="begin"/>
    </w:r>
    <w:r w:rsidRPr="002A1DE4">
      <w:rPr>
        <w:b/>
        <w:sz w:val="18"/>
      </w:rPr>
      <w:instrText xml:space="preserve"> PAGE  \* MERGEFORMAT </w:instrText>
    </w:r>
    <w:r w:rsidRPr="002A1DE4">
      <w:rPr>
        <w:b/>
        <w:sz w:val="18"/>
      </w:rPr>
      <w:fldChar w:fldCharType="separate"/>
    </w:r>
    <w:r w:rsidRPr="002A1DE4">
      <w:rPr>
        <w:b/>
        <w:noProof/>
        <w:sz w:val="18"/>
      </w:rPr>
      <w:t>2</w:t>
    </w:r>
    <w:r w:rsidRPr="002A1DE4">
      <w:rPr>
        <w:b/>
        <w:sz w:val="18"/>
      </w:rPr>
      <w:fldChar w:fldCharType="end"/>
    </w:r>
    <w:r>
      <w:rPr>
        <w:b/>
        <w:sz w:val="18"/>
      </w:rPr>
      <w:tab/>
    </w:r>
    <w:r>
      <w:t>GE.23-15044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A4825" w14:textId="32F0BF37" w:rsidR="002A1DE4" w:rsidRPr="002A1DE4" w:rsidRDefault="002A1DE4" w:rsidP="002A1DE4">
    <w:pPr>
      <w:pStyle w:val="a8"/>
      <w:tabs>
        <w:tab w:val="clear" w:pos="9639"/>
        <w:tab w:val="right" w:pos="9638"/>
      </w:tabs>
      <w:rPr>
        <w:b/>
        <w:sz w:val="18"/>
      </w:rPr>
    </w:pPr>
    <w:r>
      <w:t>GE.23-15044</w:t>
    </w:r>
    <w:r>
      <w:tab/>
    </w:r>
    <w:r w:rsidRPr="002A1DE4">
      <w:rPr>
        <w:b/>
        <w:sz w:val="18"/>
      </w:rPr>
      <w:fldChar w:fldCharType="begin"/>
    </w:r>
    <w:r w:rsidRPr="002A1DE4">
      <w:rPr>
        <w:b/>
        <w:sz w:val="18"/>
      </w:rPr>
      <w:instrText xml:space="preserve"> PAGE  \* MERGEFORMAT </w:instrText>
    </w:r>
    <w:r w:rsidRPr="002A1DE4">
      <w:rPr>
        <w:b/>
        <w:sz w:val="18"/>
      </w:rPr>
      <w:fldChar w:fldCharType="separate"/>
    </w:r>
    <w:r w:rsidRPr="002A1DE4">
      <w:rPr>
        <w:b/>
        <w:noProof/>
        <w:sz w:val="18"/>
      </w:rPr>
      <w:t>3</w:t>
    </w:r>
    <w:r w:rsidRPr="002A1DE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CA79" w14:textId="44C6AC47" w:rsidR="00042B72" w:rsidRPr="002A1DE4" w:rsidRDefault="002A1DE4" w:rsidP="002A1DE4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46C76BA" wp14:editId="7FF2262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23-15044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E7AC9CB" wp14:editId="0EFC767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080823  180823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F0EEC" w14:textId="77777777" w:rsidR="00355BC7" w:rsidRPr="001075E9" w:rsidRDefault="00355BC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26E664F" w14:textId="77777777" w:rsidR="00355BC7" w:rsidRDefault="00355BC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5229C" w14:textId="50DE48C7" w:rsidR="002A1DE4" w:rsidRPr="002A1DE4" w:rsidRDefault="002A1DE4">
    <w:pPr>
      <w:pStyle w:val="a5"/>
    </w:pPr>
    <w:fldSimple w:instr=" TITLE  \* MERGEFORMAT ">
      <w:r w:rsidR="004B208E">
        <w:t>ECE/TRANS/WP.11/2023/8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426B4" w14:textId="24A001CC" w:rsidR="002A1DE4" w:rsidRPr="002A1DE4" w:rsidRDefault="002A1DE4" w:rsidP="002A1DE4">
    <w:pPr>
      <w:pStyle w:val="a5"/>
      <w:jc w:val="right"/>
    </w:pPr>
    <w:fldSimple w:instr=" TITLE  \* MERGEFORMAT ">
      <w:r w:rsidR="004B208E">
        <w:t>ECE/TRANS/WP.11/2023/8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8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5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5"/>
  </w:num>
  <w:num w:numId="20" w16cid:durableId="807743971">
    <w:abstractNumId w:val="12"/>
  </w:num>
  <w:num w:numId="21" w16cid:durableId="1591162185">
    <w:abstractNumId w:val="14"/>
  </w:num>
  <w:num w:numId="22" w16cid:durableId="151807704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BC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97B99"/>
    <w:rsid w:val="001B3EF6"/>
    <w:rsid w:val="001C7A89"/>
    <w:rsid w:val="00255343"/>
    <w:rsid w:val="0027151D"/>
    <w:rsid w:val="002A1DE4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1C07"/>
    <w:rsid w:val="00317339"/>
    <w:rsid w:val="00322004"/>
    <w:rsid w:val="003402C2"/>
    <w:rsid w:val="00355BC7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B208E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2E9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D1488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39919F"/>
  <w15:docId w15:val="{164244A0-BB2A-4737-8358-16AE6B668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2A1DE4"/>
    <w:rPr>
      <w:lang w:val="ru-RU" w:eastAsia="en-US"/>
    </w:rPr>
  </w:style>
  <w:style w:type="character" w:customStyle="1" w:styleId="HChGChar">
    <w:name w:val="_ H _Ch_G Char"/>
    <w:link w:val="HChG"/>
    <w:rsid w:val="002A1DE4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DD20E6-A0F5-4EF7-B237-0DF49314E552}"/>
</file>

<file path=customXml/itemProps2.xml><?xml version="1.0" encoding="utf-8"?>
<ds:datastoreItem xmlns:ds="http://schemas.openxmlformats.org/officeDocument/2006/customXml" ds:itemID="{C234C1B7-9E05-47A2-A4F4-1461B3870DF9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2</Pages>
  <Words>443</Words>
  <Characters>3287</Characters>
  <Application>Microsoft Office Word</Application>
  <DocSecurity>0</DocSecurity>
  <Lines>82</Lines>
  <Paragraphs>39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ECE/TRANS/WP.11/2023/8</vt:lpstr>
      <vt:lpstr>A/</vt:lpstr>
      <vt:lpstr>A/</vt:lpstr>
    </vt:vector>
  </TitlesOfParts>
  <Company>DCM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ECE/TRANS/WP.11/2023/8</dc:title>
  <dc:subject/>
  <dc:creator>Anna KISSELEVA</dc:creator>
  <cp:keywords/>
  <cp:lastModifiedBy>Anna Kisseleva</cp:lastModifiedBy>
  <cp:revision>4</cp:revision>
  <cp:lastPrinted>2023-08-18T06:24:00Z</cp:lastPrinted>
  <dcterms:created xsi:type="dcterms:W3CDTF">2023-08-18T06:24:00Z</dcterms:created>
  <dcterms:modified xsi:type="dcterms:W3CDTF">2023-08-18T06:26:00Z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