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78158A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6738698" w14:textId="77777777" w:rsidR="002D5AAC" w:rsidRDefault="002D5AAC" w:rsidP="004777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8FF72C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AE3FD84" w14:textId="5B9041FC" w:rsidR="002D5AAC" w:rsidRDefault="004777D3" w:rsidP="004777D3">
            <w:pPr>
              <w:jc w:val="right"/>
            </w:pPr>
            <w:r w:rsidRPr="004777D3">
              <w:rPr>
                <w:sz w:val="40"/>
              </w:rPr>
              <w:t>ECE</w:t>
            </w:r>
            <w:r>
              <w:t>/TRANS/WP.11/2023/10</w:t>
            </w:r>
          </w:p>
        </w:tc>
      </w:tr>
      <w:tr w:rsidR="002D5AAC" w:rsidRPr="004777D3" w14:paraId="347B799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83355E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1EE4F81" wp14:editId="7E6CCF5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474AC6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9086354" w14:textId="77777777" w:rsidR="002D5AAC" w:rsidRDefault="004777D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C7D2D25" w14:textId="6CB7C6FE" w:rsidR="004777D3" w:rsidRDefault="004777D3" w:rsidP="004777D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2023</w:t>
            </w:r>
          </w:p>
          <w:p w14:paraId="37BEDCF2" w14:textId="77777777" w:rsidR="004777D3" w:rsidRDefault="004777D3" w:rsidP="004777D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B06F1EA" w14:textId="7B144ABA" w:rsidR="004777D3" w:rsidRPr="008D53B6" w:rsidRDefault="004777D3" w:rsidP="004777D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CA5066">
              <w:rPr>
                <w:lang w:val="en-US"/>
              </w:rPr>
              <w:t>French</w:t>
            </w:r>
          </w:p>
        </w:tc>
      </w:tr>
    </w:tbl>
    <w:p w14:paraId="112C1D4E" w14:textId="77777777" w:rsidR="004777D3" w:rsidRDefault="004777D3" w:rsidP="004777D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46CF919" w14:textId="77777777" w:rsidR="004777D3" w:rsidRPr="00777F9D" w:rsidRDefault="004777D3" w:rsidP="004777D3">
      <w:pPr>
        <w:spacing w:before="120"/>
        <w:rPr>
          <w:sz w:val="28"/>
          <w:szCs w:val="28"/>
        </w:rPr>
      </w:pPr>
      <w:r w:rsidRPr="00777F9D">
        <w:rPr>
          <w:sz w:val="28"/>
          <w:szCs w:val="28"/>
        </w:rPr>
        <w:t>Комитет по внутреннему транспорту</w:t>
      </w:r>
    </w:p>
    <w:p w14:paraId="439D2406" w14:textId="6940EFFC" w:rsidR="004777D3" w:rsidRPr="00777F9D" w:rsidRDefault="004777D3" w:rsidP="004777D3">
      <w:pPr>
        <w:spacing w:before="120"/>
        <w:rPr>
          <w:b/>
          <w:sz w:val="24"/>
          <w:szCs w:val="24"/>
        </w:rPr>
      </w:pPr>
      <w:r w:rsidRPr="00777F9D">
        <w:rPr>
          <w:b/>
          <w:bCs/>
          <w:sz w:val="24"/>
          <w:szCs w:val="24"/>
        </w:rPr>
        <w:t xml:space="preserve">Рабочая группа по перевозкам </w:t>
      </w:r>
      <w:r w:rsidR="00392A6E">
        <w:rPr>
          <w:b/>
          <w:bCs/>
          <w:sz w:val="24"/>
          <w:szCs w:val="24"/>
        </w:rPr>
        <w:br/>
      </w:r>
      <w:r w:rsidRPr="00777F9D">
        <w:rPr>
          <w:b/>
          <w:bCs/>
          <w:sz w:val="24"/>
          <w:szCs w:val="24"/>
        </w:rPr>
        <w:t>скоропортящихся пищевых продуктов</w:t>
      </w:r>
    </w:p>
    <w:p w14:paraId="7E7BE240" w14:textId="77777777" w:rsidR="004777D3" w:rsidRPr="006D0AF6" w:rsidRDefault="004777D3" w:rsidP="004777D3">
      <w:pPr>
        <w:spacing w:before="1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bCs/>
        </w:rPr>
        <w:t>Восьмидесятая</w:t>
      </w:r>
      <w:r w:rsidRPr="006D0AF6">
        <w:rPr>
          <w:rFonts w:asciiTheme="majorBidi" w:hAnsiTheme="majorBidi" w:cstheme="majorBidi"/>
          <w:b/>
          <w:bCs/>
        </w:rPr>
        <w:t xml:space="preserve"> сессия</w:t>
      </w:r>
    </w:p>
    <w:p w14:paraId="71A3BCEA" w14:textId="2BF9AFAA" w:rsidR="004777D3" w:rsidRPr="006D0AF6" w:rsidRDefault="004777D3" w:rsidP="004777D3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Женева, 2</w:t>
      </w:r>
      <w:r>
        <w:rPr>
          <w:rFonts w:asciiTheme="majorBidi" w:hAnsiTheme="majorBidi" w:cstheme="majorBidi"/>
        </w:rPr>
        <w:t>4</w:t>
      </w:r>
      <w:r>
        <w:rPr>
          <w:rFonts w:asciiTheme="majorBidi" w:hAnsiTheme="majorBidi" w:cstheme="majorBidi"/>
          <w:lang w:val="fr-CH"/>
        </w:rPr>
        <w:t>–</w:t>
      </w:r>
      <w:r w:rsidRPr="006D0AF6">
        <w:rPr>
          <w:rFonts w:asciiTheme="majorBidi" w:hAnsiTheme="majorBidi" w:cstheme="majorBidi"/>
        </w:rPr>
        <w:t>2</w:t>
      </w:r>
      <w:r>
        <w:rPr>
          <w:rFonts w:asciiTheme="majorBidi" w:hAnsiTheme="majorBidi" w:cstheme="majorBidi"/>
        </w:rPr>
        <w:t>7</w:t>
      </w:r>
      <w:r w:rsidRPr="006D0AF6">
        <w:rPr>
          <w:rFonts w:asciiTheme="majorBidi" w:hAnsiTheme="majorBidi" w:cstheme="majorBidi"/>
        </w:rPr>
        <w:t xml:space="preserve"> октября 202</w:t>
      </w:r>
      <w:r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 xml:space="preserve"> года</w:t>
      </w:r>
    </w:p>
    <w:p w14:paraId="31934D07" w14:textId="77777777" w:rsidR="004777D3" w:rsidRPr="00777F9D" w:rsidRDefault="004777D3" w:rsidP="004777D3">
      <w:pPr>
        <w:pStyle w:val="Standard"/>
        <w:tabs>
          <w:tab w:val="center" w:pos="4819"/>
        </w:tabs>
        <w:overflowPunct w:val="0"/>
        <w:snapToGrid/>
        <w:rPr>
          <w:lang w:val="ru-RU"/>
        </w:rPr>
      </w:pPr>
      <w:r w:rsidRPr="00777F9D">
        <w:rPr>
          <w:lang w:val="ru-RU"/>
        </w:rPr>
        <w:t>Пункт 6 предварительной повестки дня</w:t>
      </w:r>
    </w:p>
    <w:p w14:paraId="7AFECE4C" w14:textId="77777777" w:rsidR="004777D3" w:rsidRPr="00777F9D" w:rsidRDefault="004777D3" w:rsidP="004777D3">
      <w:pPr>
        <w:rPr>
          <w:b/>
          <w:bCs/>
        </w:rPr>
      </w:pPr>
      <w:r w:rsidRPr="00777F9D">
        <w:rPr>
          <w:b/>
          <w:bCs/>
        </w:rPr>
        <w:t>Справочник СПС</w:t>
      </w:r>
    </w:p>
    <w:p w14:paraId="1C3D21C3" w14:textId="51A1A161" w:rsidR="004777D3" w:rsidRPr="00777F9D" w:rsidRDefault="004777D3" w:rsidP="004777D3">
      <w:pPr>
        <w:pStyle w:val="HChG"/>
      </w:pPr>
      <w:r w:rsidRPr="00777F9D">
        <w:rPr>
          <w:rStyle w:val="Policepardfaut1"/>
        </w:rPr>
        <w:tab/>
      </w:r>
      <w:r w:rsidRPr="00777F9D">
        <w:rPr>
          <w:rStyle w:val="Policepardfaut1"/>
        </w:rPr>
        <w:tab/>
      </w:r>
      <w:r w:rsidRPr="00777F9D">
        <w:t>Поправки к пункту 4 комментариев к добавлению</w:t>
      </w:r>
      <w:r>
        <w:rPr>
          <w:lang w:val="fr-CH"/>
        </w:rPr>
        <w:t> </w:t>
      </w:r>
      <w:r w:rsidRPr="00777F9D">
        <w:t>1 к</w:t>
      </w:r>
      <w:r w:rsidRPr="00777F9D">
        <w:rPr>
          <w:lang w:val="en-US"/>
        </w:rPr>
        <w:t> </w:t>
      </w:r>
      <w:r w:rsidRPr="00777F9D">
        <w:t xml:space="preserve">приложению 2 </w:t>
      </w:r>
      <w:r w:rsidRPr="004777D3">
        <w:t>Справочника</w:t>
      </w:r>
      <w:r w:rsidRPr="00777F9D">
        <w:t xml:space="preserve"> СПС: места размещения щупов для измерения температуры во время перевозки</w:t>
      </w:r>
    </w:p>
    <w:p w14:paraId="7044FBE5" w14:textId="77777777" w:rsidR="004777D3" w:rsidRPr="00777F9D" w:rsidRDefault="004777D3" w:rsidP="004777D3">
      <w:pPr>
        <w:pStyle w:val="H1G"/>
      </w:pPr>
      <w:r w:rsidRPr="00777F9D">
        <w:tab/>
      </w:r>
      <w:r w:rsidRPr="00777F9D">
        <w:tab/>
      </w:r>
      <w:r w:rsidRPr="00777F9D">
        <w:tab/>
        <w:t>Передано правительством Франции</w:t>
      </w:r>
    </w:p>
    <w:p w14:paraId="21807A07" w14:textId="77777777" w:rsidR="004777D3" w:rsidRPr="00777F9D" w:rsidRDefault="004777D3" w:rsidP="004777D3">
      <w:pPr>
        <w:pStyle w:val="HChG"/>
        <w:kinsoku w:val="0"/>
        <w:overflowPunct w:val="0"/>
        <w:autoSpaceDE w:val="0"/>
        <w:autoSpaceDN w:val="0"/>
        <w:adjustRightInd w:val="0"/>
        <w:snapToGrid w:val="0"/>
        <w:outlineLvl w:val="9"/>
      </w:pPr>
      <w:r w:rsidRPr="00777F9D">
        <w:tab/>
      </w:r>
      <w:r w:rsidRPr="00777F9D">
        <w:tab/>
      </w:r>
      <w:r w:rsidRPr="00777F9D">
        <w:tab/>
      </w:r>
      <w:r w:rsidRPr="00E127BA">
        <w:rPr>
          <w:lang w:eastAsia="zh-CN"/>
        </w:rPr>
        <w:t>Введение</w:t>
      </w:r>
    </w:p>
    <w:p w14:paraId="58D61F81" w14:textId="77777777" w:rsidR="004777D3" w:rsidRPr="00777F9D" w:rsidRDefault="004777D3" w:rsidP="004777D3">
      <w:pPr>
        <w:pStyle w:val="SingleTxtG"/>
      </w:pPr>
      <w:r w:rsidRPr="00777F9D">
        <w:t>1.</w:t>
      </w:r>
      <w:r w:rsidRPr="00777F9D">
        <w:tab/>
        <w:t>Конструкционные особенности расположения испарителей могут привести к искажению результатов измерений по сравнению со «стандартной» конфигурацией, которая имелась в виду при определении мест размещения щупов для контроля температуры во время перевозки.</w:t>
      </w:r>
    </w:p>
    <w:p w14:paraId="29838436" w14:textId="77777777" w:rsidR="004777D3" w:rsidRPr="00777F9D" w:rsidRDefault="004777D3" w:rsidP="004777D3">
      <w:pPr>
        <w:pStyle w:val="SingleTxtG"/>
      </w:pPr>
      <w:r w:rsidRPr="00777F9D">
        <w:t>2.</w:t>
      </w:r>
      <w:r w:rsidRPr="00777F9D">
        <w:tab/>
        <w:t>Наиболее удаленный дверной проем не обязательно расположен прямо напротив холодильной установки (боковая дверь, испаритель установлен в середине кузова и дует поперечно либо находится в задней части кузова и дует вперед и т. д.).</w:t>
      </w:r>
    </w:p>
    <w:p w14:paraId="3573D81F" w14:textId="77777777" w:rsidR="004777D3" w:rsidRPr="00777F9D" w:rsidRDefault="004777D3" w:rsidP="004777D3">
      <w:pPr>
        <w:pStyle w:val="SingleTxtG"/>
      </w:pPr>
      <w:r w:rsidRPr="00777F9D">
        <w:t>3.</w:t>
      </w:r>
      <w:r w:rsidRPr="00777F9D">
        <w:tab/>
        <w:t>Если из-за низкой скорости подаваемого воздуха груз начнет нагреваться, он будет продолжать охлаждать окружающий слой воздуха, который будет застаиваться внизу. Таким образом, существует риск того, что отклонение температуры воздуха будет обнаружено с задержкой по отношению к верхней части кузова.</w:t>
      </w:r>
    </w:p>
    <w:p w14:paraId="3836E232" w14:textId="77777777" w:rsidR="004777D3" w:rsidRPr="00777F9D" w:rsidRDefault="004777D3" w:rsidP="004777D3">
      <w:pPr>
        <w:suppressAutoHyphens w:val="0"/>
        <w:spacing w:after="200" w:line="276" w:lineRule="auto"/>
      </w:pPr>
      <w:r w:rsidRPr="00777F9D">
        <w:br w:type="page"/>
      </w:r>
    </w:p>
    <w:tbl>
      <w:tblPr>
        <w:tblStyle w:val="ac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1276"/>
        <w:gridCol w:w="1412"/>
      </w:tblGrid>
      <w:tr w:rsidR="004777D3" w:rsidRPr="00777F9D" w14:paraId="2A8EF68A" w14:textId="77777777" w:rsidTr="00BA3838">
        <w:tc>
          <w:tcPr>
            <w:tcW w:w="6946" w:type="dxa"/>
            <w:gridSpan w:val="3"/>
          </w:tcPr>
          <w:p w14:paraId="2C907633" w14:textId="77777777" w:rsidR="004777D3" w:rsidRPr="00E127BA" w:rsidRDefault="004777D3" w:rsidP="00BA3838">
            <w:pPr>
              <w:pStyle w:val="SingleTxtG"/>
              <w:ind w:left="0"/>
              <w:rPr>
                <w:noProof/>
                <w:lang w:eastAsia="fr-FR"/>
              </w:rPr>
            </w:pPr>
            <w:r>
              <w:lastRenderedPageBreak/>
              <w:t>Рисунок, иллюстрирующий положения действующего варианта Справочника СПС:</w:t>
            </w:r>
          </w:p>
          <w:p w14:paraId="3D135ACB" w14:textId="77777777" w:rsidR="004777D3" w:rsidRPr="00777F9D" w:rsidRDefault="004777D3" w:rsidP="00BA3838">
            <w:pPr>
              <w:pStyle w:val="SingleTxtG"/>
              <w:ind w:left="0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527E3F" wp14:editId="63C2300B">
                  <wp:extent cx="4324350" cy="244348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1 Version en vigueu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350" cy="244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7D3" w:rsidRPr="00777F9D" w14:paraId="559E0324" w14:textId="77777777" w:rsidTr="00BA3838">
        <w:tc>
          <w:tcPr>
            <w:tcW w:w="4258" w:type="dxa"/>
          </w:tcPr>
          <w:p w14:paraId="4994C8F9" w14:textId="77777777" w:rsidR="004777D3" w:rsidRPr="00777F9D" w:rsidRDefault="004777D3" w:rsidP="00BA3838">
            <w:pPr>
              <w:pStyle w:val="SingleTxtG"/>
              <w:tabs>
                <w:tab w:val="left" w:pos="3113"/>
              </w:tabs>
              <w:spacing w:after="0" w:line="240" w:lineRule="auto"/>
              <w:ind w:left="0" w:right="0"/>
              <w:jc w:val="center"/>
            </w:pPr>
            <w:r w:rsidRPr="00777F9D">
              <w:rPr>
                <w:sz w:val="18"/>
                <w:szCs w:val="18"/>
              </w:rPr>
              <w:t>Равномерная скорость подачи воздуха</w:t>
            </w:r>
          </w:p>
        </w:tc>
        <w:tc>
          <w:tcPr>
            <w:tcW w:w="1276" w:type="dxa"/>
          </w:tcPr>
          <w:p w14:paraId="6BEEE52D" w14:textId="77777777" w:rsidR="004777D3" w:rsidRPr="00777F9D" w:rsidRDefault="004777D3" w:rsidP="00BA3838">
            <w:pPr>
              <w:pStyle w:val="SingleTxtG"/>
              <w:spacing w:after="0" w:line="240" w:lineRule="auto"/>
              <w:ind w:left="0" w:right="0"/>
              <w:jc w:val="center"/>
            </w:pPr>
            <w:r w:rsidRPr="00777F9D">
              <w:rPr>
                <w:sz w:val="18"/>
                <w:szCs w:val="18"/>
              </w:rPr>
              <w:t>Пониженная скорость подачи воздуха</w:t>
            </w:r>
          </w:p>
        </w:tc>
        <w:tc>
          <w:tcPr>
            <w:tcW w:w="1412" w:type="dxa"/>
          </w:tcPr>
          <w:p w14:paraId="46DADEB1" w14:textId="77777777" w:rsidR="004777D3" w:rsidRPr="00777F9D" w:rsidRDefault="004777D3" w:rsidP="00BA3838">
            <w:pPr>
              <w:pStyle w:val="SingleTxtG"/>
              <w:spacing w:after="0" w:line="240" w:lineRule="auto"/>
              <w:ind w:left="0" w:right="0"/>
              <w:jc w:val="center"/>
            </w:pPr>
            <w:r w:rsidRPr="00777F9D">
              <w:rPr>
                <w:sz w:val="18"/>
                <w:szCs w:val="18"/>
              </w:rPr>
              <w:t>Нулевая скорость</w:t>
            </w:r>
            <w:r>
              <w:rPr>
                <w:sz w:val="18"/>
                <w:szCs w:val="18"/>
                <w:lang w:val="en-US"/>
              </w:rPr>
              <w:t> </w:t>
            </w:r>
            <w:r w:rsidRPr="00777F9D">
              <w:rPr>
                <w:sz w:val="18"/>
                <w:szCs w:val="18"/>
              </w:rPr>
              <w:t>подачи воздуха</w:t>
            </w:r>
          </w:p>
        </w:tc>
      </w:tr>
      <w:tr w:rsidR="004777D3" w:rsidRPr="00777F9D" w14:paraId="474B6783" w14:textId="77777777" w:rsidTr="00BA3838">
        <w:tc>
          <w:tcPr>
            <w:tcW w:w="6946" w:type="dxa"/>
            <w:gridSpan w:val="3"/>
          </w:tcPr>
          <w:p w14:paraId="29EB69ED" w14:textId="77777777" w:rsidR="004777D3" w:rsidRPr="00777F9D" w:rsidRDefault="004777D3" w:rsidP="00BA3838">
            <w:pPr>
              <w:pStyle w:val="SingleTxtG"/>
              <w:spacing w:after="0" w:line="240" w:lineRule="auto"/>
              <w:ind w:left="0" w:right="0"/>
              <w:jc w:val="center"/>
            </w:pPr>
            <w:r w:rsidRPr="00777F9D">
              <w:t>(за исключением системы, обеспечивающей усиленный приток воздуха)</w:t>
            </w:r>
          </w:p>
        </w:tc>
      </w:tr>
    </w:tbl>
    <w:p w14:paraId="32CEF232" w14:textId="77777777" w:rsidR="004777D3" w:rsidRPr="00777F9D" w:rsidRDefault="004777D3" w:rsidP="004777D3">
      <w:pPr>
        <w:pStyle w:val="HChG"/>
      </w:pPr>
      <w:r w:rsidRPr="00777F9D">
        <w:rPr>
          <w:lang w:eastAsia="fr-FR"/>
        </w:rPr>
        <w:tab/>
      </w:r>
      <w:r w:rsidRPr="00777F9D">
        <w:t>I.</w:t>
      </w:r>
      <w:r w:rsidRPr="00777F9D">
        <w:tab/>
      </w:r>
      <w:r w:rsidRPr="00777F9D">
        <w:rPr>
          <w:bCs/>
        </w:rPr>
        <w:t>Предложение по поправке к Справочнику СПС</w:t>
      </w:r>
    </w:p>
    <w:p w14:paraId="482E2754" w14:textId="77777777" w:rsidR="004777D3" w:rsidRPr="00777F9D" w:rsidRDefault="004777D3" w:rsidP="004777D3">
      <w:pPr>
        <w:pStyle w:val="SingleTxtG"/>
      </w:pPr>
      <w:r w:rsidRPr="00777F9D">
        <w:t>4.</w:t>
      </w:r>
      <w:r w:rsidRPr="00777F9D">
        <w:tab/>
      </w:r>
      <w:r w:rsidRPr="007A0DD9">
        <w:t xml:space="preserve">В пункте 4 добавления 1 к приложению 2 («Комментарии к приложению 2, добавление 1») предлагается </w:t>
      </w:r>
      <w:r>
        <w:t xml:space="preserve">заменить </w:t>
      </w:r>
      <w:r w:rsidRPr="007A0DD9">
        <w:t>нынешнюю фразу «</w:t>
      </w:r>
      <w:r w:rsidRPr="007A0DD9">
        <w:rPr>
          <w:i/>
          <w:iCs/>
        </w:rPr>
        <w:t>при верхней системе раздачи холодного воздуха — вблизи (слева или справа) дверного проема, наиболее удаленного от холодильной установки, в его нижней части;</w:t>
      </w:r>
      <w:r w:rsidRPr="00777F9D">
        <w:t xml:space="preserve">»: следующим </w:t>
      </w:r>
      <w:r>
        <w:t>предложением</w:t>
      </w:r>
      <w:r w:rsidRPr="00777F9D">
        <w:t>:</w:t>
      </w:r>
    </w:p>
    <w:p w14:paraId="2DA7A014" w14:textId="77777777" w:rsidR="004777D3" w:rsidRDefault="004777D3" w:rsidP="004777D3">
      <w:pPr>
        <w:pStyle w:val="SingleTxtG"/>
      </w:pPr>
      <w:r w:rsidRPr="00777F9D">
        <w:t>«</w:t>
      </w:r>
      <w:r w:rsidRPr="00777F9D">
        <w:rPr>
          <w:i/>
          <w:iCs/>
        </w:rPr>
        <w:t>при верхней системе раздачи холодного воздуха — вблизи (слева или справа) угла, наиболее удаленного от выходных отверстий испарителя, в его верхней части (в верхней четверти);</w:t>
      </w:r>
      <w:r w:rsidRPr="00777F9D">
        <w:t>».</w:t>
      </w:r>
    </w:p>
    <w:p w14:paraId="12B4DB96" w14:textId="77777777" w:rsidR="004777D3" w:rsidRDefault="004777D3" w:rsidP="004777D3">
      <w:pPr>
        <w:pStyle w:val="SingleTxtG"/>
      </w:pPr>
      <w:r>
        <w:t>Рисунок, иллюстрирующий предлагаемое изменение:</w:t>
      </w:r>
    </w:p>
    <w:p w14:paraId="3F58C56F" w14:textId="77777777" w:rsidR="004777D3" w:rsidRDefault="004777D3" w:rsidP="004777D3">
      <w:pPr>
        <w:pStyle w:val="SingleTxtG"/>
      </w:pPr>
      <w:r>
        <w:rPr>
          <w:iCs/>
          <w:noProof/>
          <w:lang w:val="fr-FR" w:eastAsia="fr-FR"/>
        </w:rPr>
        <w:drawing>
          <wp:inline distT="0" distB="0" distL="0" distR="0" wp14:anchorId="2BBA0B2F" wp14:editId="1B4BE736">
            <wp:extent cx="4407568" cy="2490811"/>
            <wp:effectExtent l="0" t="0" r="0" b="508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1 Version modifié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7568" cy="2490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c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1276"/>
        <w:gridCol w:w="1412"/>
      </w:tblGrid>
      <w:tr w:rsidR="004777D3" w:rsidRPr="00777F9D" w14:paraId="53CD6DDD" w14:textId="77777777" w:rsidTr="00BA3838">
        <w:tc>
          <w:tcPr>
            <w:tcW w:w="4258" w:type="dxa"/>
          </w:tcPr>
          <w:p w14:paraId="4B9B1927" w14:textId="77777777" w:rsidR="004777D3" w:rsidRPr="00777F9D" w:rsidRDefault="004777D3" w:rsidP="00BA3838">
            <w:pPr>
              <w:pStyle w:val="SingleTxtG"/>
              <w:tabs>
                <w:tab w:val="left" w:pos="3113"/>
              </w:tabs>
              <w:spacing w:after="0" w:line="240" w:lineRule="auto"/>
              <w:ind w:left="0" w:right="0"/>
              <w:jc w:val="center"/>
            </w:pPr>
            <w:r w:rsidRPr="00777F9D">
              <w:rPr>
                <w:sz w:val="18"/>
                <w:szCs w:val="18"/>
              </w:rPr>
              <w:t>Равномерная скорость подачи воздуха</w:t>
            </w:r>
          </w:p>
        </w:tc>
        <w:tc>
          <w:tcPr>
            <w:tcW w:w="1276" w:type="dxa"/>
          </w:tcPr>
          <w:p w14:paraId="1820C13E" w14:textId="77777777" w:rsidR="004777D3" w:rsidRPr="00777F9D" w:rsidRDefault="004777D3" w:rsidP="00BA3838">
            <w:pPr>
              <w:pStyle w:val="SingleTxtG"/>
              <w:spacing w:after="0" w:line="240" w:lineRule="auto"/>
              <w:ind w:left="0" w:right="0"/>
              <w:jc w:val="center"/>
            </w:pPr>
            <w:r w:rsidRPr="00777F9D">
              <w:rPr>
                <w:sz w:val="18"/>
                <w:szCs w:val="18"/>
              </w:rPr>
              <w:t>Пониженная скорость подачи воздуха</w:t>
            </w:r>
          </w:p>
        </w:tc>
        <w:tc>
          <w:tcPr>
            <w:tcW w:w="1412" w:type="dxa"/>
          </w:tcPr>
          <w:p w14:paraId="3BA2135B" w14:textId="77777777" w:rsidR="004777D3" w:rsidRPr="00777F9D" w:rsidRDefault="004777D3" w:rsidP="00BA3838">
            <w:pPr>
              <w:pStyle w:val="SingleTxtG"/>
              <w:spacing w:after="0" w:line="240" w:lineRule="auto"/>
              <w:ind w:left="0" w:right="0"/>
              <w:jc w:val="center"/>
            </w:pPr>
            <w:r w:rsidRPr="00777F9D">
              <w:rPr>
                <w:sz w:val="18"/>
                <w:szCs w:val="18"/>
              </w:rPr>
              <w:t>Нулевая скорость</w:t>
            </w:r>
            <w:r>
              <w:rPr>
                <w:sz w:val="18"/>
                <w:szCs w:val="18"/>
                <w:lang w:val="en-US"/>
              </w:rPr>
              <w:t> </w:t>
            </w:r>
            <w:r w:rsidRPr="00777F9D">
              <w:rPr>
                <w:sz w:val="18"/>
                <w:szCs w:val="18"/>
              </w:rPr>
              <w:t>подачи воздуха</w:t>
            </w:r>
          </w:p>
        </w:tc>
      </w:tr>
      <w:tr w:rsidR="004777D3" w:rsidRPr="00777F9D" w14:paraId="1607CDEC" w14:textId="77777777" w:rsidTr="00BA3838">
        <w:tc>
          <w:tcPr>
            <w:tcW w:w="6946" w:type="dxa"/>
            <w:gridSpan w:val="3"/>
          </w:tcPr>
          <w:p w14:paraId="0AFC8F08" w14:textId="77777777" w:rsidR="004777D3" w:rsidRPr="00777F9D" w:rsidRDefault="004777D3" w:rsidP="00BA3838">
            <w:pPr>
              <w:pStyle w:val="SingleTxtG"/>
              <w:spacing w:after="0" w:line="240" w:lineRule="auto"/>
              <w:ind w:left="0" w:right="0"/>
              <w:jc w:val="center"/>
            </w:pPr>
            <w:r w:rsidRPr="00777F9D">
              <w:t>(за исключением системы, обеспечивающей усиленный приток воздуха)</w:t>
            </w:r>
          </w:p>
        </w:tc>
      </w:tr>
    </w:tbl>
    <w:p w14:paraId="44738A0F" w14:textId="77777777" w:rsidR="004777D3" w:rsidRPr="00777F9D" w:rsidRDefault="004777D3" w:rsidP="004777D3">
      <w:pPr>
        <w:pStyle w:val="HChG"/>
      </w:pPr>
      <w:r w:rsidRPr="00777F9D">
        <w:tab/>
        <w:t>II.</w:t>
      </w:r>
      <w:r w:rsidRPr="00777F9D">
        <w:tab/>
      </w:r>
      <w:r w:rsidRPr="00777F9D">
        <w:rPr>
          <w:bCs/>
        </w:rPr>
        <w:t>Последствия</w:t>
      </w:r>
    </w:p>
    <w:p w14:paraId="1F844B8D" w14:textId="77777777" w:rsidR="004777D3" w:rsidRPr="00777F9D" w:rsidRDefault="004777D3" w:rsidP="004777D3">
      <w:pPr>
        <w:pStyle w:val="SingleTxtG"/>
      </w:pPr>
      <w:r w:rsidRPr="00777F9D">
        <w:t>5.</w:t>
      </w:r>
      <w:r w:rsidRPr="00777F9D">
        <w:tab/>
        <w:t>Данное изменение позволит повысить практичность и, следовательно, надежность системы в плане ее способности регистрировать температуру во время перевозки.</w:t>
      </w:r>
    </w:p>
    <w:p w14:paraId="6AE7D9ED" w14:textId="6B57D0DA" w:rsidR="00E12C5F" w:rsidRPr="008D53B6" w:rsidRDefault="004777D3" w:rsidP="004777D3">
      <w:pPr>
        <w:spacing w:before="240"/>
        <w:jc w:val="center"/>
      </w:pPr>
      <w:r w:rsidRPr="00777F9D">
        <w:rPr>
          <w:u w:val="single"/>
        </w:rPr>
        <w:tab/>
      </w:r>
      <w:r w:rsidRPr="00777F9D">
        <w:rPr>
          <w:u w:val="single"/>
        </w:rPr>
        <w:tab/>
      </w:r>
      <w:r w:rsidRPr="00777F9D">
        <w:rPr>
          <w:u w:val="single"/>
        </w:rPr>
        <w:tab/>
      </w:r>
    </w:p>
    <w:sectPr w:rsidR="00E12C5F" w:rsidRPr="008D53B6" w:rsidSect="004777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F60C5" w14:textId="77777777" w:rsidR="00312AA1" w:rsidRPr="00A312BC" w:rsidRDefault="00312AA1" w:rsidP="00A312BC"/>
  </w:endnote>
  <w:endnote w:type="continuationSeparator" w:id="0">
    <w:p w14:paraId="72EB01EA" w14:textId="77777777" w:rsidR="00312AA1" w:rsidRPr="00A312BC" w:rsidRDefault="00312AA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ACCE7" w14:textId="74EA489F" w:rsidR="004777D3" w:rsidRPr="004777D3" w:rsidRDefault="004777D3">
    <w:pPr>
      <w:pStyle w:val="a8"/>
    </w:pPr>
    <w:r w:rsidRPr="004777D3">
      <w:rPr>
        <w:b/>
        <w:sz w:val="18"/>
      </w:rPr>
      <w:fldChar w:fldCharType="begin"/>
    </w:r>
    <w:r w:rsidRPr="004777D3">
      <w:rPr>
        <w:b/>
        <w:sz w:val="18"/>
      </w:rPr>
      <w:instrText xml:space="preserve"> PAGE  \* MERGEFORMAT </w:instrText>
    </w:r>
    <w:r w:rsidRPr="004777D3">
      <w:rPr>
        <w:b/>
        <w:sz w:val="18"/>
      </w:rPr>
      <w:fldChar w:fldCharType="separate"/>
    </w:r>
    <w:r w:rsidRPr="004777D3">
      <w:rPr>
        <w:b/>
        <w:noProof/>
        <w:sz w:val="18"/>
      </w:rPr>
      <w:t>2</w:t>
    </w:r>
    <w:r w:rsidRPr="004777D3">
      <w:rPr>
        <w:b/>
        <w:sz w:val="18"/>
      </w:rPr>
      <w:fldChar w:fldCharType="end"/>
    </w:r>
    <w:r>
      <w:rPr>
        <w:b/>
        <w:sz w:val="18"/>
      </w:rPr>
      <w:tab/>
    </w:r>
    <w:r>
      <w:t>GE.23-15046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09E5" w14:textId="4AB3D59D" w:rsidR="004777D3" w:rsidRPr="004777D3" w:rsidRDefault="004777D3" w:rsidP="004777D3">
    <w:pPr>
      <w:pStyle w:val="a8"/>
      <w:tabs>
        <w:tab w:val="clear" w:pos="9639"/>
        <w:tab w:val="right" w:pos="9638"/>
      </w:tabs>
      <w:rPr>
        <w:b/>
        <w:sz w:val="18"/>
      </w:rPr>
    </w:pPr>
    <w:r>
      <w:t>GE.23-15046</w:t>
    </w:r>
    <w:r>
      <w:tab/>
    </w:r>
    <w:r w:rsidRPr="004777D3">
      <w:rPr>
        <w:b/>
        <w:sz w:val="18"/>
      </w:rPr>
      <w:fldChar w:fldCharType="begin"/>
    </w:r>
    <w:r w:rsidRPr="004777D3">
      <w:rPr>
        <w:b/>
        <w:sz w:val="18"/>
      </w:rPr>
      <w:instrText xml:space="preserve"> PAGE  \* MERGEFORMAT </w:instrText>
    </w:r>
    <w:r w:rsidRPr="004777D3">
      <w:rPr>
        <w:b/>
        <w:sz w:val="18"/>
      </w:rPr>
      <w:fldChar w:fldCharType="separate"/>
    </w:r>
    <w:r w:rsidRPr="004777D3">
      <w:rPr>
        <w:b/>
        <w:noProof/>
        <w:sz w:val="18"/>
      </w:rPr>
      <w:t>3</w:t>
    </w:r>
    <w:r w:rsidRPr="004777D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6617" w14:textId="61CD0321" w:rsidR="00042B72" w:rsidRPr="004777D3" w:rsidRDefault="004777D3" w:rsidP="004777D3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C2B93CC" wp14:editId="64EF11D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23-15046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6D31760" wp14:editId="0A539EB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090823  110823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47C0" w14:textId="77777777" w:rsidR="00312AA1" w:rsidRPr="001075E9" w:rsidRDefault="00312AA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DF8624F" w14:textId="77777777" w:rsidR="00312AA1" w:rsidRDefault="00312AA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BE155" w14:textId="70653C4F" w:rsidR="004777D3" w:rsidRPr="004777D3" w:rsidRDefault="004777D3">
    <w:pPr>
      <w:pStyle w:val="a5"/>
    </w:pPr>
    <w:fldSimple w:instr=" TITLE  \* MERGEFORMAT ">
      <w:r>
        <w:t>ECE/TRANS/WP.11/2023/10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58000" w14:textId="2EB1FEA4" w:rsidR="004777D3" w:rsidRPr="004777D3" w:rsidRDefault="004777D3" w:rsidP="004777D3">
    <w:pPr>
      <w:pStyle w:val="a5"/>
      <w:jc w:val="right"/>
    </w:pPr>
    <w:fldSimple w:instr=" TITLE  \* MERGEFORMAT ">
      <w:r>
        <w:t>ECE/TRANS/WP.11/2023/10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A835" w14:textId="77777777" w:rsidR="004777D3" w:rsidRDefault="004777D3" w:rsidP="004777D3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6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7"/>
  </w:num>
  <w:num w:numId="5" w16cid:durableId="1298685170">
    <w:abstractNumId w:val="13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5"/>
  </w:num>
  <w:num w:numId="17" w16cid:durableId="53941411">
    <w:abstractNumId w:val="12"/>
  </w:num>
  <w:num w:numId="18" w16cid:durableId="961153681">
    <w:abstractNumId w:val="14"/>
  </w:num>
  <w:num w:numId="19" w16cid:durableId="1272468768">
    <w:abstractNumId w:val="15"/>
  </w:num>
  <w:num w:numId="20" w16cid:durableId="807743971">
    <w:abstractNumId w:val="12"/>
  </w:num>
  <w:num w:numId="21" w16cid:durableId="159116218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A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2AA1"/>
    <w:rsid w:val="00317339"/>
    <w:rsid w:val="00322004"/>
    <w:rsid w:val="003402C2"/>
    <w:rsid w:val="00381C24"/>
    <w:rsid w:val="00387CD4"/>
    <w:rsid w:val="00392A6E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777D3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112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34D3"/>
    <w:rsid w:val="00C60F0C"/>
    <w:rsid w:val="00C71E84"/>
    <w:rsid w:val="00C805C9"/>
    <w:rsid w:val="00C92939"/>
    <w:rsid w:val="00CA1679"/>
    <w:rsid w:val="00CA5066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81FD"/>
  <w15:docId w15:val="{69E002EF-70D1-4D00-8027-CFB4CF5E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4777D3"/>
    <w:rPr>
      <w:lang w:val="ru-RU" w:eastAsia="en-US"/>
    </w:rPr>
  </w:style>
  <w:style w:type="character" w:customStyle="1" w:styleId="HChGChar">
    <w:name w:val="_ H _Ch_G Char"/>
    <w:link w:val="HChG"/>
    <w:rsid w:val="004777D3"/>
    <w:rPr>
      <w:b/>
      <w:sz w:val="28"/>
      <w:lang w:val="ru-RU" w:eastAsia="ru-RU"/>
    </w:rPr>
  </w:style>
  <w:style w:type="paragraph" w:customStyle="1" w:styleId="Standard">
    <w:name w:val="Standard"/>
    <w:rsid w:val="004777D3"/>
    <w:pPr>
      <w:suppressAutoHyphens/>
      <w:autoSpaceDN w:val="0"/>
      <w:snapToGrid w:val="0"/>
      <w:spacing w:line="240" w:lineRule="atLeast"/>
    </w:pPr>
    <w:rPr>
      <w:kern w:val="3"/>
      <w:lang w:val="fr-CH" w:eastAsia="zh-CN"/>
    </w:rPr>
  </w:style>
  <w:style w:type="character" w:customStyle="1" w:styleId="Policepardfaut1">
    <w:name w:val="Police par défaut1"/>
    <w:rsid w:val="00477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757F14-F8AC-4D05-BFCA-9EB913405C6B}"/>
</file>

<file path=customXml/itemProps2.xml><?xml version="1.0" encoding="utf-8"?>
<ds:datastoreItem xmlns:ds="http://schemas.openxmlformats.org/officeDocument/2006/customXml" ds:itemID="{B98887A5-2DE9-4EE5-8141-B84CD2E557C3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319</Words>
  <Characters>2205</Characters>
  <Application>Microsoft Office Word</Application>
  <DocSecurity>0</DocSecurity>
  <Lines>70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ECE/TRANS/WP.11/2023/10</dc:title>
  <dc:subject/>
  <dc:creator>Olga OVTCHINNIKOVA</dc:creator>
  <cp:keywords/>
  <cp:lastModifiedBy>Olga Ovchinnikova</cp:lastModifiedBy>
  <cp:revision>2</cp:revision>
  <cp:lastPrinted>2008-01-15T07:58:00Z</cp:lastPrinted>
  <dcterms:created xsi:type="dcterms:W3CDTF">2023-08-11T06:16:00Z</dcterms:created>
  <dcterms:modified xsi:type="dcterms:W3CDTF">2023-08-11T06:16:00Z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