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191994" w:rsidRPr="00191994" w14:paraId="1D84F78C" w14:textId="77777777" w:rsidTr="00387CD4">
        <w:trPr>
          <w:trHeight w:hRule="exact" w:val="851"/>
        </w:trPr>
        <w:tc>
          <w:tcPr>
            <w:tcW w:w="142" w:type="dxa"/>
            <w:tcBorders>
              <w:bottom w:val="single" w:sz="4" w:space="0" w:color="auto"/>
            </w:tcBorders>
          </w:tcPr>
          <w:p w14:paraId="079E1B34" w14:textId="77777777" w:rsidR="002D5AAC" w:rsidRPr="00191994" w:rsidRDefault="002D5AAC" w:rsidP="00225083">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57863E61" w14:textId="77777777" w:rsidR="002D5AAC" w:rsidRPr="00191994" w:rsidRDefault="00DF71B9" w:rsidP="00387CD4">
            <w:pPr>
              <w:spacing w:after="80" w:line="300" w:lineRule="exact"/>
              <w:rPr>
                <w:sz w:val="28"/>
              </w:rPr>
            </w:pPr>
            <w:r w:rsidRPr="00191994">
              <w:rPr>
                <w:sz w:val="28"/>
              </w:rPr>
              <w:t>Организация Объединенных Наций</w:t>
            </w:r>
          </w:p>
        </w:tc>
        <w:tc>
          <w:tcPr>
            <w:tcW w:w="4961" w:type="dxa"/>
            <w:gridSpan w:val="2"/>
            <w:tcBorders>
              <w:bottom w:val="single" w:sz="4" w:space="0" w:color="auto"/>
            </w:tcBorders>
            <w:vAlign w:val="bottom"/>
          </w:tcPr>
          <w:p w14:paraId="5413FAAF" w14:textId="591FF922" w:rsidR="002D5AAC" w:rsidRPr="00191994" w:rsidRDefault="00225083" w:rsidP="00225083">
            <w:pPr>
              <w:jc w:val="right"/>
            </w:pPr>
            <w:r w:rsidRPr="00191994">
              <w:rPr>
                <w:sz w:val="40"/>
              </w:rPr>
              <w:t>ECE</w:t>
            </w:r>
            <w:r w:rsidRPr="00191994">
              <w:t>/TRANS/WP.11/249</w:t>
            </w:r>
          </w:p>
        </w:tc>
      </w:tr>
      <w:tr w:rsidR="00191994" w:rsidRPr="00291333" w14:paraId="486CD789" w14:textId="77777777" w:rsidTr="00387CD4">
        <w:trPr>
          <w:trHeight w:hRule="exact" w:val="2835"/>
        </w:trPr>
        <w:tc>
          <w:tcPr>
            <w:tcW w:w="1280" w:type="dxa"/>
            <w:gridSpan w:val="2"/>
            <w:tcBorders>
              <w:top w:val="single" w:sz="4" w:space="0" w:color="auto"/>
              <w:bottom w:val="single" w:sz="12" w:space="0" w:color="auto"/>
            </w:tcBorders>
          </w:tcPr>
          <w:p w14:paraId="111985E3" w14:textId="77777777" w:rsidR="002D5AAC" w:rsidRPr="00191994" w:rsidRDefault="002E5067" w:rsidP="00387CD4">
            <w:pPr>
              <w:spacing w:before="120"/>
              <w:jc w:val="center"/>
            </w:pPr>
            <w:r w:rsidRPr="00191994">
              <w:rPr>
                <w:noProof/>
                <w:lang w:val="fr-CH" w:eastAsia="fr-CH"/>
              </w:rPr>
              <w:drawing>
                <wp:inline distT="0" distB="0" distL="0" distR="0" wp14:anchorId="6C742C7D" wp14:editId="3FDBB72A">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1B3208A5" w14:textId="77777777" w:rsidR="002D5AAC" w:rsidRPr="00191994" w:rsidRDefault="008A37C8" w:rsidP="00387CD4">
            <w:pPr>
              <w:spacing w:before="120" w:line="460" w:lineRule="exact"/>
              <w:rPr>
                <w:b/>
                <w:sz w:val="34"/>
                <w:szCs w:val="34"/>
              </w:rPr>
            </w:pPr>
            <w:r w:rsidRPr="00191994">
              <w:rPr>
                <w:rFonts w:eastAsia="Times New Roman" w:cs="Times New Roman"/>
                <w:b/>
                <w:spacing w:val="-4"/>
                <w:sz w:val="40"/>
                <w:szCs w:val="40"/>
              </w:rPr>
              <w:t xml:space="preserve">Экономический </w:t>
            </w:r>
            <w:r w:rsidRPr="00191994">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286C4117" w14:textId="77777777" w:rsidR="002D5AAC" w:rsidRPr="00191994" w:rsidRDefault="00225083" w:rsidP="00387CD4">
            <w:pPr>
              <w:spacing w:before="240"/>
              <w:rPr>
                <w:lang w:val="en-US"/>
              </w:rPr>
            </w:pPr>
            <w:r w:rsidRPr="00191994">
              <w:rPr>
                <w:lang w:val="en-US"/>
              </w:rPr>
              <w:t>Distr.: General</w:t>
            </w:r>
          </w:p>
          <w:p w14:paraId="0B16334B" w14:textId="77777777" w:rsidR="00225083" w:rsidRPr="00191994" w:rsidRDefault="00225083" w:rsidP="00225083">
            <w:pPr>
              <w:spacing w:line="240" w:lineRule="exact"/>
              <w:rPr>
                <w:lang w:val="en-US"/>
              </w:rPr>
            </w:pPr>
            <w:r w:rsidRPr="00191994">
              <w:rPr>
                <w:lang w:val="en-US"/>
              </w:rPr>
              <w:t>22 November 2022</w:t>
            </w:r>
          </w:p>
          <w:p w14:paraId="585C5A18" w14:textId="77777777" w:rsidR="00225083" w:rsidRPr="00191994" w:rsidRDefault="00225083" w:rsidP="00225083">
            <w:pPr>
              <w:spacing w:line="240" w:lineRule="exact"/>
              <w:rPr>
                <w:lang w:val="en-US"/>
              </w:rPr>
            </w:pPr>
            <w:r w:rsidRPr="00191994">
              <w:rPr>
                <w:lang w:val="en-US"/>
              </w:rPr>
              <w:t>Russian</w:t>
            </w:r>
          </w:p>
          <w:p w14:paraId="698257BD" w14:textId="18E4D221" w:rsidR="00225083" w:rsidRPr="00191994" w:rsidRDefault="00225083" w:rsidP="00225083">
            <w:pPr>
              <w:spacing w:line="240" w:lineRule="exact"/>
              <w:rPr>
                <w:lang w:val="en-US"/>
              </w:rPr>
            </w:pPr>
            <w:r w:rsidRPr="00191994">
              <w:rPr>
                <w:lang w:val="en-US"/>
              </w:rPr>
              <w:t>Original: English</w:t>
            </w:r>
          </w:p>
        </w:tc>
      </w:tr>
    </w:tbl>
    <w:p w14:paraId="12956F80" w14:textId="77777777" w:rsidR="008A37C8" w:rsidRPr="00191994" w:rsidRDefault="008A37C8" w:rsidP="00255343">
      <w:pPr>
        <w:spacing w:before="120"/>
        <w:rPr>
          <w:b/>
          <w:sz w:val="28"/>
          <w:szCs w:val="28"/>
        </w:rPr>
      </w:pPr>
      <w:r w:rsidRPr="00191994">
        <w:rPr>
          <w:b/>
          <w:sz w:val="28"/>
          <w:szCs w:val="28"/>
        </w:rPr>
        <w:t>Европейская экономическая комиссия</w:t>
      </w:r>
    </w:p>
    <w:p w14:paraId="7515CFA0" w14:textId="77777777" w:rsidR="00225083" w:rsidRPr="00191994" w:rsidRDefault="00225083" w:rsidP="00225083">
      <w:pPr>
        <w:spacing w:before="120"/>
        <w:rPr>
          <w:sz w:val="28"/>
          <w:szCs w:val="28"/>
        </w:rPr>
      </w:pPr>
      <w:r w:rsidRPr="00191994">
        <w:rPr>
          <w:sz w:val="28"/>
          <w:szCs w:val="28"/>
        </w:rPr>
        <w:t>Комитет по внутреннему транспорту</w:t>
      </w:r>
    </w:p>
    <w:p w14:paraId="60CB1426" w14:textId="77777777" w:rsidR="00225083" w:rsidRPr="00191994" w:rsidRDefault="00225083" w:rsidP="00225083">
      <w:pPr>
        <w:spacing w:before="120"/>
        <w:rPr>
          <w:b/>
          <w:sz w:val="24"/>
          <w:szCs w:val="24"/>
        </w:rPr>
      </w:pPr>
      <w:r w:rsidRPr="00191994">
        <w:rPr>
          <w:b/>
          <w:bCs/>
          <w:sz w:val="24"/>
          <w:szCs w:val="24"/>
        </w:rPr>
        <w:t xml:space="preserve">Рабочая группа по перевозкам скоропортящихся </w:t>
      </w:r>
      <w:r w:rsidRPr="00191994">
        <w:rPr>
          <w:b/>
          <w:bCs/>
          <w:sz w:val="24"/>
          <w:szCs w:val="24"/>
        </w:rPr>
        <w:br/>
        <w:t>пищевых продуктов</w:t>
      </w:r>
    </w:p>
    <w:p w14:paraId="69D0ECB7" w14:textId="77777777" w:rsidR="00225083" w:rsidRPr="00191994" w:rsidRDefault="00225083" w:rsidP="00225083">
      <w:pPr>
        <w:spacing w:before="120"/>
        <w:rPr>
          <w:b/>
        </w:rPr>
      </w:pPr>
      <w:r w:rsidRPr="00191994">
        <w:rPr>
          <w:b/>
          <w:bCs/>
        </w:rPr>
        <w:t>Семьдесят девятая сессия</w:t>
      </w:r>
    </w:p>
    <w:p w14:paraId="0F160C70" w14:textId="77777777" w:rsidR="00225083" w:rsidRPr="00191994" w:rsidRDefault="00225083" w:rsidP="00225083">
      <w:pPr>
        <w:pStyle w:val="HChG"/>
        <w:rPr>
          <w:szCs w:val="28"/>
        </w:rPr>
      </w:pPr>
      <w:bookmarkStart w:id="0" w:name="_Toc103001660"/>
      <w:r w:rsidRPr="00191994">
        <w:rPr>
          <w:szCs w:val="28"/>
        </w:rPr>
        <w:tab/>
      </w:r>
      <w:r w:rsidRPr="00191994">
        <w:rPr>
          <w:szCs w:val="28"/>
        </w:rPr>
        <w:tab/>
        <w:t>Доклад Рабочей группы по перевозкам скоропортящихся пищевых продуктов о работе ее семьдесят девятой сессии,</w:t>
      </w:r>
      <w:bookmarkEnd w:id="0"/>
    </w:p>
    <w:p w14:paraId="5BE7E400" w14:textId="77777777" w:rsidR="00225083" w:rsidRPr="00291333" w:rsidRDefault="00225083" w:rsidP="00225083">
      <w:pPr>
        <w:pStyle w:val="SingleTxtG"/>
      </w:pPr>
      <w:r w:rsidRPr="00191994">
        <w:t>состоявшейся в Женеве 25–28 октября 2022 года</w:t>
      </w:r>
    </w:p>
    <w:p w14:paraId="6A22C07E" w14:textId="77777777" w:rsidR="00225083" w:rsidRPr="00191994" w:rsidRDefault="00225083" w:rsidP="00225083">
      <w:pPr>
        <w:spacing w:before="120"/>
        <w:rPr>
          <w:b/>
          <w:sz w:val="28"/>
          <w:szCs w:val="28"/>
        </w:rPr>
      </w:pPr>
      <w:r w:rsidRPr="00191994">
        <w:rPr>
          <w:b/>
          <w:sz w:val="28"/>
          <w:szCs w:val="28"/>
        </w:rPr>
        <w:br w:type="page"/>
      </w:r>
    </w:p>
    <w:p w14:paraId="523FA293" w14:textId="77777777" w:rsidR="00225083" w:rsidRPr="00191994" w:rsidRDefault="00225083" w:rsidP="00225083">
      <w:pPr>
        <w:spacing w:after="120"/>
        <w:rPr>
          <w:sz w:val="28"/>
        </w:rPr>
      </w:pPr>
      <w:r w:rsidRPr="00191994">
        <w:rPr>
          <w:sz w:val="28"/>
        </w:rPr>
        <w:lastRenderedPageBreak/>
        <w:t>Содержание</w:t>
      </w:r>
    </w:p>
    <w:p w14:paraId="6E4CC474" w14:textId="77777777" w:rsidR="00225083" w:rsidRPr="00191994" w:rsidRDefault="00225083" w:rsidP="00225083">
      <w:pPr>
        <w:tabs>
          <w:tab w:val="right" w:pos="8929"/>
          <w:tab w:val="right" w:pos="9638"/>
        </w:tabs>
        <w:spacing w:after="120"/>
        <w:ind w:left="283"/>
      </w:pPr>
      <w:r w:rsidRPr="00191994">
        <w:rPr>
          <w:i/>
          <w:sz w:val="18"/>
        </w:rPr>
        <w:tab/>
        <w:t>Пункты</w:t>
      </w:r>
      <w:r w:rsidRPr="00191994">
        <w:rPr>
          <w:i/>
          <w:sz w:val="18"/>
        </w:rPr>
        <w:tab/>
        <w:t>Стр.</w:t>
      </w:r>
    </w:p>
    <w:p w14:paraId="12199B4B" w14:textId="2EBBE5B8"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rPr>
          <w:rStyle w:val="af1"/>
          <w:noProof/>
          <w:color w:val="auto"/>
          <w:lang w:val="fr-CH"/>
        </w:rPr>
        <w:t>I</w:t>
      </w:r>
      <w:r w:rsidRPr="00191994">
        <w:rPr>
          <w:rStyle w:val="af1"/>
          <w:noProof/>
          <w:color w:val="auto"/>
        </w:rPr>
        <w:t>.</w:t>
      </w:r>
      <w:r w:rsidRPr="00191994">
        <w:rPr>
          <w:rStyle w:val="af1"/>
          <w:noProof/>
          <w:color w:val="auto"/>
        </w:rPr>
        <w:tab/>
      </w:r>
      <w:r w:rsidRPr="00191994">
        <w:rPr>
          <w:bCs/>
        </w:rPr>
        <w:t>Участники</w:t>
      </w:r>
      <w:r w:rsidRPr="00191994">
        <w:rPr>
          <w:rStyle w:val="af1"/>
          <w:noProof/>
          <w:color w:val="auto"/>
        </w:rPr>
        <w:tab/>
      </w:r>
      <w:r w:rsidRPr="00191994">
        <w:rPr>
          <w:rStyle w:val="af1"/>
          <w:noProof/>
          <w:color w:val="auto"/>
        </w:rPr>
        <w:tab/>
      </w:r>
      <w:r w:rsidRPr="00191994">
        <w:rPr>
          <w:noProof/>
          <w:webHidden/>
        </w:rPr>
        <w:t>1–3</w:t>
      </w:r>
      <w:r w:rsidRPr="00191994">
        <w:rPr>
          <w:noProof/>
          <w:webHidden/>
        </w:rPr>
        <w:tab/>
        <w:t>5</w:t>
      </w:r>
    </w:p>
    <w:p w14:paraId="7B67372D"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t>II.</w:t>
      </w:r>
      <w:r w:rsidRPr="00191994">
        <w:rPr>
          <w:noProof/>
        </w:rPr>
        <w:tab/>
      </w:r>
      <w:r w:rsidRPr="00191994">
        <w:rPr>
          <w:bCs/>
        </w:rPr>
        <w:t>Утверждение повестки дня (пункт 1 повестки дня</w:t>
      </w:r>
      <w:r w:rsidRPr="00191994">
        <w:rPr>
          <w:rStyle w:val="af1"/>
          <w:noProof/>
          <w:color w:val="auto"/>
        </w:rPr>
        <w:t>)</w:t>
      </w:r>
      <w:r w:rsidRPr="00191994">
        <w:rPr>
          <w:noProof/>
          <w:webHidden/>
        </w:rPr>
        <w:tab/>
      </w:r>
      <w:r w:rsidRPr="00191994">
        <w:rPr>
          <w:noProof/>
          <w:webHidden/>
        </w:rPr>
        <w:tab/>
        <w:t>4</w:t>
      </w:r>
      <w:r w:rsidRPr="00191994">
        <w:rPr>
          <w:noProof/>
          <w:webHidden/>
        </w:rPr>
        <w:tab/>
        <w:t>5</w:t>
      </w:r>
    </w:p>
    <w:p w14:paraId="41BCBC9F" w14:textId="1892C8F4"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t>III.</w:t>
      </w:r>
      <w:r w:rsidRPr="00191994">
        <w:rPr>
          <w:noProof/>
        </w:rPr>
        <w:tab/>
      </w:r>
      <w:r w:rsidRPr="00191994">
        <w:rPr>
          <w:bCs/>
        </w:rPr>
        <w:t xml:space="preserve">Деятельность органов ЕЭК, представляющая интерес для Рабочей группы </w:t>
      </w:r>
      <w:r w:rsidRPr="00191994">
        <w:br/>
      </w:r>
      <w:r w:rsidRPr="00191994">
        <w:rPr>
          <w:bCs/>
        </w:rPr>
        <w:t xml:space="preserve"> </w:t>
      </w:r>
      <w:r w:rsidRPr="00191994">
        <w:rPr>
          <w:bCs/>
        </w:rPr>
        <w:tab/>
      </w:r>
      <w:r w:rsidRPr="00191994">
        <w:rPr>
          <w:bCs/>
        </w:rPr>
        <w:tab/>
        <w:t>(пункт 2 повестки дня</w:t>
      </w:r>
      <w:r w:rsidRPr="00191994">
        <w:rPr>
          <w:rStyle w:val="af1"/>
          <w:noProof/>
          <w:color w:val="auto"/>
        </w:rPr>
        <w:t>)</w:t>
      </w:r>
      <w:r w:rsidRPr="00191994">
        <w:rPr>
          <w:noProof/>
          <w:webHidden/>
        </w:rPr>
        <w:tab/>
      </w:r>
      <w:r w:rsidRPr="00191994">
        <w:rPr>
          <w:noProof/>
          <w:webHidden/>
        </w:rPr>
        <w:tab/>
        <w:t>5–</w:t>
      </w:r>
      <w:r w:rsidR="00291333" w:rsidRPr="00291333">
        <w:rPr>
          <w:noProof/>
          <w:webHidden/>
        </w:rPr>
        <w:t>8</w:t>
      </w:r>
      <w:r w:rsidRPr="00191994">
        <w:rPr>
          <w:noProof/>
          <w:webHidden/>
        </w:rPr>
        <w:tab/>
        <w:t>5</w:t>
      </w:r>
    </w:p>
    <w:p w14:paraId="009D0299"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rPr>
          <w:rStyle w:val="af1"/>
          <w:noProof/>
          <w:color w:val="auto"/>
        </w:rPr>
        <w:tab/>
        <w:t>A.</w:t>
      </w:r>
      <w:r w:rsidRPr="00191994">
        <w:rPr>
          <w:noProof/>
        </w:rPr>
        <w:tab/>
      </w:r>
      <w:r w:rsidRPr="00191994">
        <w:t>Комитет по внутреннему транспорту</w:t>
      </w:r>
      <w:r w:rsidRPr="00191994">
        <w:rPr>
          <w:noProof/>
          <w:webHidden/>
        </w:rPr>
        <w:tab/>
      </w:r>
      <w:r w:rsidRPr="00191994">
        <w:rPr>
          <w:noProof/>
          <w:webHidden/>
        </w:rPr>
        <w:tab/>
        <w:t>5</w:t>
      </w:r>
      <w:r w:rsidRPr="00191994">
        <w:rPr>
          <w:noProof/>
          <w:webHidden/>
        </w:rPr>
        <w:tab/>
        <w:t>5</w:t>
      </w:r>
    </w:p>
    <w:p w14:paraId="22794B1A"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rPr>
          <w:rStyle w:val="af1"/>
          <w:noProof/>
          <w:color w:val="auto"/>
        </w:rPr>
        <w:tab/>
        <w:t>B.</w:t>
      </w:r>
      <w:r w:rsidRPr="00191994">
        <w:rPr>
          <w:noProof/>
        </w:rPr>
        <w:tab/>
      </w:r>
      <w:r w:rsidRPr="00191994">
        <w:rPr>
          <w:bCs/>
        </w:rPr>
        <w:t>Рабочая группа по сельскохозяйственным стандартам качества</w:t>
      </w:r>
      <w:r w:rsidRPr="00191994">
        <w:rPr>
          <w:noProof/>
          <w:webHidden/>
        </w:rPr>
        <w:tab/>
      </w:r>
      <w:r w:rsidRPr="00191994">
        <w:rPr>
          <w:noProof/>
          <w:webHidden/>
        </w:rPr>
        <w:tab/>
        <w:t>6–8</w:t>
      </w:r>
      <w:r w:rsidRPr="00191994">
        <w:rPr>
          <w:noProof/>
          <w:webHidden/>
        </w:rPr>
        <w:tab/>
        <w:t>5</w:t>
      </w:r>
    </w:p>
    <w:p w14:paraId="2242DBAC"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rStyle w:val="af1"/>
          <w:noProof/>
          <w:color w:val="auto"/>
        </w:rPr>
        <w:tab/>
        <w:t>IV.</w:t>
      </w:r>
      <w:r w:rsidRPr="00191994">
        <w:rPr>
          <w:noProof/>
        </w:rPr>
        <w:tab/>
      </w:r>
      <w:r w:rsidRPr="00191994">
        <w:rPr>
          <w:bCs/>
        </w:rPr>
        <w:t xml:space="preserve">Деятельность других международных организаций, занимающихся </w:t>
      </w:r>
      <w:r w:rsidRPr="00191994">
        <w:rPr>
          <w:bCs/>
        </w:rPr>
        <w:br/>
        <w:t xml:space="preserve">вопросами, которые представляют интерес для Рабочей группы </w:t>
      </w:r>
      <w:r w:rsidRPr="00191994">
        <w:rPr>
          <w:bCs/>
        </w:rPr>
        <w:br/>
        <w:t>(пункт 3 повестки дня</w:t>
      </w:r>
      <w:r w:rsidRPr="00191994">
        <w:rPr>
          <w:rStyle w:val="af1"/>
          <w:noProof/>
          <w:color w:val="auto"/>
        </w:rPr>
        <w:t>)</w:t>
      </w:r>
      <w:r w:rsidRPr="00191994">
        <w:rPr>
          <w:noProof/>
          <w:webHidden/>
        </w:rPr>
        <w:tab/>
      </w:r>
      <w:r w:rsidRPr="00191994">
        <w:rPr>
          <w:noProof/>
          <w:webHidden/>
        </w:rPr>
        <w:tab/>
        <w:t>9–32</w:t>
      </w:r>
      <w:r w:rsidRPr="00191994">
        <w:rPr>
          <w:noProof/>
          <w:webHidden/>
        </w:rPr>
        <w:tab/>
        <w:t>6</w:t>
      </w:r>
    </w:p>
    <w:p w14:paraId="79F20F70"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rPr>
          <w:rStyle w:val="af1"/>
          <w:noProof/>
          <w:color w:val="auto"/>
        </w:rPr>
        <w:tab/>
        <w:t>A.</w:t>
      </w:r>
      <w:r w:rsidRPr="00191994">
        <w:rPr>
          <w:noProof/>
        </w:rPr>
        <w:tab/>
      </w:r>
      <w:r w:rsidRPr="00191994">
        <w:rPr>
          <w:bCs/>
        </w:rPr>
        <w:t>Международный институт холода (МИХ</w:t>
      </w:r>
      <w:r w:rsidRPr="00191994">
        <w:rPr>
          <w:rStyle w:val="af1"/>
          <w:noProof/>
          <w:color w:val="auto"/>
        </w:rPr>
        <w:t>)</w:t>
      </w:r>
      <w:r w:rsidRPr="00191994">
        <w:rPr>
          <w:noProof/>
          <w:webHidden/>
        </w:rPr>
        <w:tab/>
      </w:r>
      <w:r w:rsidRPr="00191994">
        <w:rPr>
          <w:noProof/>
          <w:webHidden/>
        </w:rPr>
        <w:tab/>
        <w:t>9–10</w:t>
      </w:r>
      <w:r w:rsidRPr="00191994">
        <w:rPr>
          <w:noProof/>
          <w:webHidden/>
        </w:rPr>
        <w:tab/>
        <w:t>6</w:t>
      </w:r>
    </w:p>
    <w:p w14:paraId="56473BDA"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rPr>
          <w:rStyle w:val="af1"/>
          <w:noProof/>
          <w:color w:val="auto"/>
        </w:rPr>
        <w:tab/>
        <w:t>B.</w:t>
      </w:r>
      <w:r w:rsidRPr="00191994">
        <w:rPr>
          <w:noProof/>
        </w:rPr>
        <w:tab/>
      </w:r>
      <w:r w:rsidRPr="00191994">
        <w:rPr>
          <w:bCs/>
        </w:rPr>
        <w:t>«Трансфригорут интернэшнл»</w:t>
      </w:r>
      <w:r w:rsidRPr="00191994">
        <w:rPr>
          <w:noProof/>
          <w:webHidden/>
        </w:rPr>
        <w:tab/>
      </w:r>
      <w:r w:rsidRPr="00191994">
        <w:rPr>
          <w:noProof/>
          <w:webHidden/>
        </w:rPr>
        <w:tab/>
        <w:t>11–15</w:t>
      </w:r>
      <w:r w:rsidRPr="00191994">
        <w:rPr>
          <w:noProof/>
          <w:webHidden/>
        </w:rPr>
        <w:tab/>
        <w:t>6</w:t>
      </w:r>
    </w:p>
    <w:p w14:paraId="05CFFBAE"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rPr>
          <w:rStyle w:val="af1"/>
          <w:noProof/>
          <w:color w:val="auto"/>
        </w:rPr>
        <w:tab/>
        <w:t>C.</w:t>
      </w:r>
      <w:r w:rsidRPr="00191994">
        <w:rPr>
          <w:noProof/>
        </w:rPr>
        <w:tab/>
      </w:r>
      <w:r w:rsidRPr="00191994">
        <w:rPr>
          <w:bCs/>
        </w:rPr>
        <w:t>Организации по стандартизации</w:t>
      </w:r>
      <w:r w:rsidRPr="00191994">
        <w:rPr>
          <w:noProof/>
          <w:webHidden/>
        </w:rPr>
        <w:tab/>
      </w:r>
      <w:r w:rsidRPr="00191994">
        <w:rPr>
          <w:noProof/>
          <w:webHidden/>
        </w:rPr>
        <w:tab/>
        <w:t>16–32</w:t>
      </w:r>
      <w:r w:rsidRPr="00191994">
        <w:rPr>
          <w:noProof/>
          <w:webHidden/>
        </w:rPr>
        <w:tab/>
        <w:t>6</w:t>
      </w:r>
    </w:p>
    <w:p w14:paraId="16F701C1"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rStyle w:val="af1"/>
          <w:noProof/>
          <w:color w:val="auto"/>
        </w:rPr>
        <w:tab/>
      </w:r>
      <w:r w:rsidRPr="00191994">
        <w:rPr>
          <w:rStyle w:val="af1"/>
          <w:noProof/>
          <w:color w:val="auto"/>
        </w:rPr>
        <w:tab/>
        <w:t>Стандарты EN</w:t>
      </w:r>
      <w:r w:rsidRPr="00191994">
        <w:rPr>
          <w:noProof/>
          <w:webHidden/>
        </w:rPr>
        <w:tab/>
      </w:r>
      <w:r w:rsidRPr="00191994">
        <w:rPr>
          <w:noProof/>
          <w:webHidden/>
        </w:rPr>
        <w:tab/>
        <w:t>16–29</w:t>
      </w:r>
      <w:r w:rsidRPr="00191994">
        <w:rPr>
          <w:noProof/>
          <w:webHidden/>
        </w:rPr>
        <w:tab/>
        <w:t>7</w:t>
      </w:r>
    </w:p>
    <w:p w14:paraId="1D0AFDCA"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rPr>
          <w:rStyle w:val="af1"/>
          <w:noProof/>
          <w:color w:val="auto"/>
        </w:rPr>
        <w:tab/>
      </w:r>
      <w:r w:rsidRPr="00191994">
        <w:rPr>
          <w:rStyle w:val="af1"/>
          <w:noProof/>
          <w:color w:val="auto"/>
        </w:rPr>
        <w:tab/>
        <w:t>1.</w:t>
      </w:r>
      <w:r w:rsidRPr="00191994">
        <w:rPr>
          <w:noProof/>
        </w:rPr>
        <w:tab/>
      </w:r>
      <w:r w:rsidRPr="00191994">
        <w:rPr>
          <w:shd w:val="clear" w:color="auto" w:fill="FFFFFF"/>
        </w:rPr>
        <w:t>Рабочая группа 2 TK 413 ЕКС</w:t>
      </w:r>
      <w:r w:rsidRPr="00191994">
        <w:rPr>
          <w:noProof/>
          <w:webHidden/>
        </w:rPr>
        <w:tab/>
      </w:r>
      <w:r w:rsidRPr="00191994">
        <w:rPr>
          <w:noProof/>
          <w:webHidden/>
        </w:rPr>
        <w:tab/>
        <w:t>17–19</w:t>
      </w:r>
      <w:r w:rsidRPr="00191994">
        <w:rPr>
          <w:noProof/>
          <w:webHidden/>
        </w:rPr>
        <w:tab/>
        <w:t>7</w:t>
      </w:r>
    </w:p>
    <w:p w14:paraId="49B6FC75"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rPr>
          <w:rStyle w:val="af1"/>
          <w:noProof/>
          <w:color w:val="auto"/>
        </w:rPr>
        <w:tab/>
      </w:r>
      <w:r w:rsidRPr="00191994">
        <w:rPr>
          <w:rStyle w:val="af1"/>
          <w:noProof/>
          <w:color w:val="auto"/>
        </w:rPr>
        <w:tab/>
        <w:t>2.</w:t>
      </w:r>
      <w:r w:rsidRPr="00191994">
        <w:rPr>
          <w:noProof/>
        </w:rPr>
        <w:tab/>
      </w:r>
      <w:r w:rsidRPr="00191994">
        <w:t>Рабочая группа 1 TK 413 ЕКС</w:t>
      </w:r>
      <w:r w:rsidRPr="00191994">
        <w:rPr>
          <w:noProof/>
          <w:webHidden/>
        </w:rPr>
        <w:tab/>
      </w:r>
      <w:r w:rsidRPr="00191994">
        <w:rPr>
          <w:noProof/>
          <w:webHidden/>
        </w:rPr>
        <w:tab/>
        <w:t>20–24</w:t>
      </w:r>
      <w:r w:rsidRPr="00191994">
        <w:rPr>
          <w:noProof/>
          <w:webHidden/>
        </w:rPr>
        <w:tab/>
        <w:t>7</w:t>
      </w:r>
    </w:p>
    <w:p w14:paraId="0BFFF8B0" w14:textId="4B45B6C9"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rPr>
          <w:rStyle w:val="af1"/>
          <w:noProof/>
          <w:color w:val="auto"/>
        </w:rPr>
        <w:tab/>
      </w:r>
      <w:r w:rsidRPr="00191994">
        <w:rPr>
          <w:rStyle w:val="af1"/>
          <w:noProof/>
          <w:color w:val="auto"/>
        </w:rPr>
        <w:tab/>
        <w:t>3.</w:t>
      </w:r>
      <w:r w:rsidRPr="00191994">
        <w:rPr>
          <w:noProof/>
        </w:rPr>
        <w:tab/>
      </w:r>
      <w:r w:rsidRPr="00191994">
        <w:t>Пересмотр стандарта EN 12830</w:t>
      </w:r>
      <w:r w:rsidRPr="00191994">
        <w:rPr>
          <w:noProof/>
          <w:webHidden/>
        </w:rPr>
        <w:tab/>
      </w:r>
      <w:r w:rsidRPr="00191994">
        <w:rPr>
          <w:noProof/>
          <w:webHidden/>
        </w:rPr>
        <w:tab/>
        <w:t>25</w:t>
      </w:r>
      <w:r w:rsidRPr="00191994">
        <w:rPr>
          <w:noProof/>
          <w:webHidden/>
        </w:rPr>
        <w:tab/>
        <w:t>8</w:t>
      </w:r>
    </w:p>
    <w:p w14:paraId="75F425CA"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rPr>
          <w:rStyle w:val="af1"/>
          <w:noProof/>
          <w:color w:val="auto"/>
        </w:rPr>
        <w:tab/>
      </w:r>
      <w:r w:rsidRPr="00191994">
        <w:rPr>
          <w:rStyle w:val="af1"/>
          <w:noProof/>
          <w:color w:val="auto"/>
        </w:rPr>
        <w:tab/>
        <w:t>4.</w:t>
      </w:r>
      <w:r w:rsidRPr="00191994">
        <w:rPr>
          <w:noProof/>
        </w:rPr>
        <w:tab/>
      </w:r>
      <w:r w:rsidRPr="00191994">
        <w:t>Пересмотр стандартов EN 13485 и EN 13486</w:t>
      </w:r>
      <w:r w:rsidRPr="00191994">
        <w:rPr>
          <w:noProof/>
          <w:webHidden/>
        </w:rPr>
        <w:tab/>
      </w:r>
      <w:r w:rsidRPr="00191994">
        <w:rPr>
          <w:noProof/>
          <w:webHidden/>
        </w:rPr>
        <w:tab/>
        <w:t>26</w:t>
      </w:r>
      <w:r w:rsidRPr="00191994">
        <w:rPr>
          <w:noProof/>
          <w:webHidden/>
        </w:rPr>
        <w:tab/>
        <w:t>8</w:t>
      </w:r>
    </w:p>
    <w:p w14:paraId="325ABCE1" w14:textId="4C821B21"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rStyle w:val="af1"/>
          <w:noProof/>
          <w:color w:val="auto"/>
        </w:rPr>
        <w:tab/>
      </w:r>
      <w:r w:rsidRPr="00191994">
        <w:rPr>
          <w:rStyle w:val="af1"/>
          <w:noProof/>
          <w:color w:val="auto"/>
        </w:rPr>
        <w:tab/>
      </w:r>
      <w:r w:rsidRPr="00191994">
        <w:rPr>
          <w:rStyle w:val="af1"/>
          <w:noProof/>
          <w:color w:val="auto"/>
        </w:rPr>
        <w:tab/>
        <w:t>Стандарты ИСО</w:t>
      </w:r>
      <w:r w:rsidRPr="00191994">
        <w:rPr>
          <w:noProof/>
          <w:webHidden/>
        </w:rPr>
        <w:tab/>
      </w:r>
      <w:r w:rsidRPr="00191994">
        <w:rPr>
          <w:noProof/>
          <w:webHidden/>
        </w:rPr>
        <w:tab/>
        <w:t>27–30</w:t>
      </w:r>
      <w:r w:rsidRPr="00191994">
        <w:rPr>
          <w:noProof/>
          <w:webHidden/>
        </w:rPr>
        <w:tab/>
        <w:t>8</w:t>
      </w:r>
    </w:p>
    <w:p w14:paraId="5E0CDF60"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559" w:hanging="1134"/>
        <w:rPr>
          <w:noProof/>
        </w:rPr>
      </w:pPr>
      <w:r w:rsidRPr="00191994">
        <w:rPr>
          <w:rStyle w:val="af1"/>
          <w:noProof/>
          <w:color w:val="auto"/>
        </w:rPr>
        <w:tab/>
      </w:r>
      <w:r w:rsidRPr="00191994">
        <w:rPr>
          <w:rStyle w:val="af1"/>
          <w:noProof/>
          <w:color w:val="auto"/>
        </w:rPr>
        <w:tab/>
      </w:r>
      <w:r w:rsidRPr="00191994">
        <w:rPr>
          <w:rStyle w:val="af1"/>
          <w:noProof/>
          <w:color w:val="auto"/>
        </w:rPr>
        <w:tab/>
      </w:r>
      <w:r w:rsidRPr="00191994">
        <w:t xml:space="preserve">Другие виды деятельности по стандартизации, представляющие </w:t>
      </w:r>
      <w:r w:rsidRPr="00191994">
        <w:rPr>
          <w:bCs/>
        </w:rPr>
        <w:br/>
      </w:r>
      <w:r w:rsidRPr="00191994">
        <w:t>интерес для WP.11</w:t>
      </w:r>
      <w:r w:rsidRPr="00191994">
        <w:rPr>
          <w:noProof/>
          <w:webHidden/>
        </w:rPr>
        <w:tab/>
      </w:r>
      <w:r w:rsidRPr="00191994">
        <w:rPr>
          <w:noProof/>
          <w:webHidden/>
        </w:rPr>
        <w:tab/>
        <w:t>31</w:t>
      </w:r>
      <w:r w:rsidRPr="00191994">
        <w:rPr>
          <w:noProof/>
          <w:webHidden/>
        </w:rPr>
        <w:tab/>
        <w:t>9</w:t>
      </w:r>
    </w:p>
    <w:p w14:paraId="2EE24556"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rStyle w:val="af1"/>
          <w:noProof/>
          <w:color w:val="auto"/>
        </w:rPr>
        <w:tab/>
      </w:r>
      <w:r w:rsidRPr="00191994">
        <w:rPr>
          <w:rStyle w:val="af1"/>
          <w:noProof/>
          <w:color w:val="auto"/>
        </w:rPr>
        <w:tab/>
      </w:r>
      <w:r w:rsidRPr="00191994">
        <w:rPr>
          <w:rStyle w:val="af1"/>
          <w:noProof/>
          <w:color w:val="auto"/>
        </w:rPr>
        <w:tab/>
      </w:r>
      <w:r w:rsidRPr="00191994">
        <w:t>Связь с TK 315 ИСО</w:t>
      </w:r>
      <w:r w:rsidRPr="00191994">
        <w:rPr>
          <w:noProof/>
          <w:webHidden/>
        </w:rPr>
        <w:tab/>
      </w:r>
      <w:r w:rsidRPr="00191994">
        <w:rPr>
          <w:noProof/>
          <w:webHidden/>
        </w:rPr>
        <w:tab/>
        <w:t>32</w:t>
      </w:r>
      <w:r w:rsidRPr="00191994">
        <w:rPr>
          <w:noProof/>
          <w:webHidden/>
        </w:rPr>
        <w:tab/>
        <w:t>9</w:t>
      </w:r>
    </w:p>
    <w:p w14:paraId="398AB774"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rStyle w:val="af1"/>
          <w:noProof/>
          <w:color w:val="auto"/>
        </w:rPr>
        <w:tab/>
        <w:t>V.</w:t>
      </w:r>
      <w:r w:rsidRPr="00191994">
        <w:rPr>
          <w:noProof/>
        </w:rPr>
        <w:tab/>
      </w:r>
      <w:r w:rsidRPr="00191994">
        <w:t xml:space="preserve">Статус и осуществление Соглашения о международных перевозках </w:t>
      </w:r>
      <w:r w:rsidRPr="00191994">
        <w:br/>
        <w:t xml:space="preserve">скоропортящихся пищевых продуктов и о специальных транспортных </w:t>
      </w:r>
      <w:r w:rsidRPr="00191994">
        <w:br/>
        <w:t xml:space="preserve">средствах, предназначенных для этих перевозок (СПС) </w:t>
      </w:r>
      <w:r w:rsidRPr="00191994">
        <w:br/>
        <w:t>(пункт 4 повестки дня</w:t>
      </w:r>
      <w:r w:rsidRPr="00191994">
        <w:rPr>
          <w:rStyle w:val="af1"/>
          <w:noProof/>
          <w:color w:val="auto"/>
        </w:rPr>
        <w:t>)</w:t>
      </w:r>
      <w:r w:rsidRPr="00191994">
        <w:rPr>
          <w:noProof/>
          <w:webHidden/>
        </w:rPr>
        <w:tab/>
      </w:r>
      <w:r w:rsidRPr="00191994">
        <w:rPr>
          <w:noProof/>
          <w:webHidden/>
        </w:rPr>
        <w:tab/>
        <w:t>33</w:t>
      </w:r>
      <w:r w:rsidRPr="00191994">
        <w:rPr>
          <w:noProof/>
          <w:webHidden/>
        </w:rPr>
        <w:tab/>
        <w:t>10</w:t>
      </w:r>
    </w:p>
    <w:p w14:paraId="19ACB45C"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rPr>
          <w:rStyle w:val="af1"/>
          <w:noProof/>
          <w:color w:val="auto"/>
        </w:rPr>
        <w:tab/>
        <w:t>A.</w:t>
      </w:r>
      <w:r w:rsidRPr="00191994">
        <w:rPr>
          <w:noProof/>
        </w:rPr>
        <w:tab/>
      </w:r>
      <w:r w:rsidRPr="00191994">
        <w:t>Состояние применения Соглашения</w:t>
      </w:r>
      <w:r w:rsidRPr="00191994">
        <w:rPr>
          <w:noProof/>
          <w:webHidden/>
        </w:rPr>
        <w:tab/>
      </w:r>
      <w:r w:rsidRPr="00191994">
        <w:rPr>
          <w:noProof/>
          <w:webHidden/>
        </w:rPr>
        <w:tab/>
        <w:t>33</w:t>
      </w:r>
      <w:r w:rsidRPr="00191994">
        <w:rPr>
          <w:noProof/>
          <w:webHidden/>
        </w:rPr>
        <w:tab/>
        <w:t>10</w:t>
      </w:r>
    </w:p>
    <w:p w14:paraId="118FF163"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rPr>
          <w:rStyle w:val="af1"/>
          <w:noProof/>
          <w:color w:val="auto"/>
        </w:rPr>
        <w:tab/>
        <w:t>B.</w:t>
      </w:r>
      <w:r w:rsidRPr="00191994">
        <w:rPr>
          <w:noProof/>
        </w:rPr>
        <w:tab/>
      </w:r>
      <w:r w:rsidRPr="00191994">
        <w:rPr>
          <w:bCs/>
        </w:rPr>
        <w:t>Состояние поправок</w:t>
      </w:r>
      <w:r w:rsidRPr="00191994">
        <w:rPr>
          <w:noProof/>
          <w:webHidden/>
        </w:rPr>
        <w:tab/>
      </w:r>
      <w:r w:rsidRPr="00191994">
        <w:rPr>
          <w:noProof/>
          <w:webHidden/>
        </w:rPr>
        <w:tab/>
        <w:t>34</w:t>
      </w:r>
      <w:r w:rsidRPr="00191994">
        <w:rPr>
          <w:noProof/>
          <w:webHidden/>
        </w:rPr>
        <w:tab/>
        <w:t>10</w:t>
      </w:r>
    </w:p>
    <w:p w14:paraId="5A2C0CC6"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559" w:hanging="1559"/>
        <w:rPr>
          <w:noProof/>
        </w:rPr>
      </w:pPr>
      <w:r w:rsidRPr="00191994">
        <w:rPr>
          <w:rStyle w:val="af1"/>
          <w:noProof/>
          <w:color w:val="auto"/>
        </w:rPr>
        <w:tab/>
      </w:r>
      <w:r w:rsidRPr="00191994">
        <w:rPr>
          <w:rStyle w:val="af1"/>
          <w:noProof/>
          <w:color w:val="auto"/>
        </w:rPr>
        <w:tab/>
        <w:t>C.</w:t>
      </w:r>
      <w:r w:rsidRPr="00191994">
        <w:rPr>
          <w:noProof/>
        </w:rPr>
        <w:tab/>
      </w:r>
      <w:r w:rsidRPr="00191994">
        <w:rPr>
          <w:bCs/>
        </w:rPr>
        <w:t xml:space="preserve">Испытательные станции, официально назначаемые компетентными </w:t>
      </w:r>
      <w:r w:rsidRPr="00191994">
        <w:br/>
      </w:r>
      <w:r w:rsidRPr="00191994">
        <w:rPr>
          <w:bCs/>
        </w:rPr>
        <w:t>органами стран — участниц СПС</w:t>
      </w:r>
      <w:r w:rsidRPr="00191994">
        <w:rPr>
          <w:noProof/>
          <w:webHidden/>
        </w:rPr>
        <w:tab/>
      </w:r>
      <w:r w:rsidRPr="00191994">
        <w:rPr>
          <w:noProof/>
          <w:webHidden/>
        </w:rPr>
        <w:tab/>
        <w:t>35</w:t>
      </w:r>
      <w:r w:rsidRPr="00191994">
        <w:rPr>
          <w:noProof/>
          <w:webHidden/>
        </w:rPr>
        <w:tab/>
        <w:t>10</w:t>
      </w:r>
    </w:p>
    <w:p w14:paraId="66F2EF67"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559" w:hanging="1559"/>
        <w:rPr>
          <w:noProof/>
        </w:rPr>
      </w:pPr>
      <w:r w:rsidRPr="00191994">
        <w:rPr>
          <w:rStyle w:val="af1"/>
          <w:noProof/>
          <w:color w:val="auto"/>
        </w:rPr>
        <w:tab/>
      </w:r>
      <w:r w:rsidRPr="00191994">
        <w:rPr>
          <w:rStyle w:val="af1"/>
          <w:noProof/>
          <w:color w:val="auto"/>
        </w:rPr>
        <w:tab/>
        <w:t>D.</w:t>
      </w:r>
      <w:r w:rsidRPr="00191994">
        <w:rPr>
          <w:noProof/>
        </w:rPr>
        <w:tab/>
      </w:r>
      <w:r w:rsidRPr="00191994">
        <w:t xml:space="preserve">Обмен информацией между Сторонами в соответствии </w:t>
      </w:r>
      <w:r w:rsidRPr="00191994">
        <w:br/>
        <w:t>со статьей 6 СПС</w:t>
      </w:r>
      <w:r w:rsidRPr="00191994">
        <w:rPr>
          <w:noProof/>
          <w:webHidden/>
        </w:rPr>
        <w:tab/>
      </w:r>
      <w:r w:rsidRPr="00191994">
        <w:rPr>
          <w:noProof/>
          <w:webHidden/>
        </w:rPr>
        <w:tab/>
        <w:t>36–38</w:t>
      </w:r>
      <w:r w:rsidRPr="00191994">
        <w:rPr>
          <w:noProof/>
          <w:webHidden/>
        </w:rPr>
        <w:tab/>
        <w:t>10</w:t>
      </w:r>
    </w:p>
    <w:p w14:paraId="10D73CB4"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559" w:hanging="1559"/>
        <w:rPr>
          <w:noProof/>
        </w:rPr>
      </w:pPr>
      <w:r w:rsidRPr="00191994">
        <w:rPr>
          <w:rStyle w:val="af1"/>
          <w:noProof/>
          <w:color w:val="auto"/>
        </w:rPr>
        <w:tab/>
      </w:r>
      <w:r w:rsidRPr="00191994">
        <w:rPr>
          <w:rStyle w:val="af1"/>
          <w:noProof/>
          <w:color w:val="auto"/>
        </w:rPr>
        <w:tab/>
        <w:t>E.</w:t>
      </w:r>
      <w:r w:rsidRPr="00191994">
        <w:rPr>
          <w:noProof/>
        </w:rPr>
        <w:tab/>
      </w:r>
      <w:r w:rsidRPr="00191994">
        <w:t xml:space="preserve">Обмен передовой практикой для более эффективного </w:t>
      </w:r>
      <w:r w:rsidRPr="00191994">
        <w:br/>
        <w:t>осуществления СПС</w:t>
      </w:r>
      <w:r w:rsidRPr="00191994">
        <w:rPr>
          <w:noProof/>
          <w:webHidden/>
        </w:rPr>
        <w:tab/>
      </w:r>
      <w:r w:rsidRPr="00191994">
        <w:rPr>
          <w:noProof/>
          <w:webHidden/>
        </w:rPr>
        <w:tab/>
        <w:t>39</w:t>
      </w:r>
      <w:r w:rsidRPr="00191994">
        <w:rPr>
          <w:noProof/>
          <w:webHidden/>
        </w:rPr>
        <w:tab/>
        <w:t>10</w:t>
      </w:r>
    </w:p>
    <w:p w14:paraId="2C4089A7"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rStyle w:val="af1"/>
          <w:noProof/>
          <w:color w:val="auto"/>
        </w:rPr>
        <w:tab/>
        <w:t>VI.</w:t>
      </w:r>
      <w:r w:rsidRPr="00191994">
        <w:rPr>
          <w:noProof/>
        </w:rPr>
        <w:tab/>
      </w:r>
      <w:r w:rsidRPr="00191994">
        <w:t>Предложения по поправкам к СПС (пункт 5 повестки дня</w:t>
      </w:r>
      <w:r w:rsidRPr="00191994">
        <w:rPr>
          <w:rStyle w:val="af1"/>
          <w:noProof/>
          <w:color w:val="auto"/>
        </w:rPr>
        <w:t>)</w:t>
      </w:r>
      <w:r w:rsidRPr="00191994">
        <w:rPr>
          <w:noProof/>
          <w:webHidden/>
        </w:rPr>
        <w:tab/>
      </w:r>
      <w:r w:rsidRPr="00191994">
        <w:rPr>
          <w:noProof/>
          <w:webHidden/>
        </w:rPr>
        <w:tab/>
        <w:t>40–79</w:t>
      </w:r>
      <w:r w:rsidRPr="00191994">
        <w:rPr>
          <w:noProof/>
          <w:webHidden/>
        </w:rPr>
        <w:tab/>
        <w:t>11</w:t>
      </w:r>
    </w:p>
    <w:p w14:paraId="42ED915A"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rPr>
          <w:rStyle w:val="af1"/>
          <w:noProof/>
          <w:color w:val="auto"/>
        </w:rPr>
        <w:tab/>
        <w:t>A.</w:t>
      </w:r>
      <w:r w:rsidRPr="00191994">
        <w:rPr>
          <w:noProof/>
        </w:rPr>
        <w:tab/>
      </w:r>
      <w:r w:rsidRPr="00191994">
        <w:t>Предложения, по которым еще не приняты решения</w:t>
      </w:r>
      <w:r w:rsidRPr="00191994">
        <w:rPr>
          <w:noProof/>
          <w:webHidden/>
        </w:rPr>
        <w:tab/>
      </w:r>
      <w:r w:rsidRPr="00191994">
        <w:rPr>
          <w:noProof/>
          <w:webHidden/>
        </w:rPr>
        <w:tab/>
        <w:t>40–72</w:t>
      </w:r>
      <w:r w:rsidRPr="00191994">
        <w:rPr>
          <w:noProof/>
          <w:webHidden/>
        </w:rPr>
        <w:tab/>
        <w:t>11</w:t>
      </w:r>
    </w:p>
    <w:p w14:paraId="2EEE00B0"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rPr>
          <w:noProof/>
        </w:rPr>
      </w:pPr>
      <w:r w:rsidRPr="00191994">
        <w:rPr>
          <w:rStyle w:val="af1"/>
          <w:noProof/>
          <w:color w:val="auto"/>
        </w:rPr>
        <w:tab/>
      </w:r>
      <w:r w:rsidRPr="00191994">
        <w:rPr>
          <w:rStyle w:val="af1"/>
          <w:noProof/>
          <w:color w:val="auto"/>
        </w:rPr>
        <w:tab/>
      </w:r>
      <w:r w:rsidRPr="00191994">
        <w:rPr>
          <w:rStyle w:val="af1"/>
          <w:noProof/>
          <w:color w:val="auto"/>
        </w:rPr>
        <w:tab/>
        <w:t>1.</w:t>
      </w:r>
      <w:r w:rsidRPr="00191994">
        <w:rPr>
          <w:noProof/>
        </w:rPr>
        <w:tab/>
      </w:r>
      <w:r w:rsidRPr="00191994">
        <w:rPr>
          <w:shd w:val="clear" w:color="auto" w:fill="FFFFFF"/>
        </w:rPr>
        <w:t xml:space="preserve">Предлагаемые поправки к пункту 7.3.7 добавления 2 </w:t>
      </w:r>
      <w:r w:rsidRPr="00191994">
        <w:br/>
      </w:r>
      <w:r w:rsidRPr="00191994">
        <w:rPr>
          <w:shd w:val="clear" w:color="auto" w:fill="FFFFFF"/>
        </w:rPr>
        <w:t>к приложению 1</w:t>
      </w:r>
      <w:r w:rsidRPr="00191994">
        <w:rPr>
          <w:noProof/>
          <w:webHidden/>
        </w:rPr>
        <w:tab/>
      </w:r>
      <w:r w:rsidRPr="00191994">
        <w:rPr>
          <w:noProof/>
          <w:webHidden/>
        </w:rPr>
        <w:tab/>
        <w:t>40–42</w:t>
      </w:r>
      <w:r w:rsidRPr="00191994">
        <w:rPr>
          <w:noProof/>
          <w:webHidden/>
        </w:rPr>
        <w:tab/>
        <w:t>11</w:t>
      </w:r>
    </w:p>
    <w:p w14:paraId="7B9D355A"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rPr>
          <w:noProof/>
        </w:rPr>
      </w:pPr>
      <w:r w:rsidRPr="00191994">
        <w:rPr>
          <w:rStyle w:val="af1"/>
          <w:noProof/>
          <w:color w:val="auto"/>
        </w:rPr>
        <w:tab/>
      </w:r>
      <w:r w:rsidRPr="00191994">
        <w:rPr>
          <w:rStyle w:val="af1"/>
          <w:noProof/>
          <w:color w:val="auto"/>
        </w:rPr>
        <w:tab/>
      </w:r>
      <w:r w:rsidRPr="00191994">
        <w:rPr>
          <w:rStyle w:val="af1"/>
          <w:noProof/>
          <w:color w:val="auto"/>
        </w:rPr>
        <w:tab/>
        <w:t>2.</w:t>
      </w:r>
      <w:r w:rsidRPr="00191994">
        <w:rPr>
          <w:noProof/>
        </w:rPr>
        <w:tab/>
      </w:r>
      <w:r w:rsidRPr="00191994">
        <w:t xml:space="preserve">Измерение толщины термоизолирующих стенок в транспортных </w:t>
      </w:r>
      <w:r w:rsidRPr="00191994">
        <w:br/>
        <w:t xml:space="preserve">средствах, используемых для перевозки скоропортящихся </w:t>
      </w:r>
      <w:r w:rsidRPr="00191994">
        <w:br/>
        <w:t>пищевых продуктов</w:t>
      </w:r>
      <w:r w:rsidRPr="00191994">
        <w:rPr>
          <w:noProof/>
          <w:webHidden/>
        </w:rPr>
        <w:tab/>
      </w:r>
      <w:r w:rsidRPr="00191994">
        <w:rPr>
          <w:noProof/>
          <w:webHidden/>
        </w:rPr>
        <w:tab/>
        <w:t>43</w:t>
      </w:r>
      <w:r w:rsidRPr="00191994">
        <w:rPr>
          <w:noProof/>
          <w:webHidden/>
        </w:rPr>
        <w:tab/>
        <w:t>11</w:t>
      </w:r>
    </w:p>
    <w:p w14:paraId="5914C098"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rPr>
          <w:noProof/>
        </w:rPr>
      </w:pPr>
      <w:r w:rsidRPr="00191994">
        <w:rPr>
          <w:rStyle w:val="af1"/>
          <w:noProof/>
          <w:color w:val="auto"/>
        </w:rPr>
        <w:tab/>
      </w:r>
      <w:r w:rsidRPr="00191994">
        <w:rPr>
          <w:rStyle w:val="af1"/>
          <w:noProof/>
          <w:color w:val="auto"/>
        </w:rPr>
        <w:tab/>
      </w:r>
      <w:r w:rsidRPr="00191994">
        <w:rPr>
          <w:rStyle w:val="af1"/>
          <w:noProof/>
          <w:color w:val="auto"/>
        </w:rPr>
        <w:tab/>
        <w:t>3.</w:t>
      </w:r>
      <w:r w:rsidRPr="00191994">
        <w:rPr>
          <w:noProof/>
        </w:rPr>
        <w:tab/>
      </w:r>
      <w:r w:rsidRPr="00191994">
        <w:t>Поправка к добавлению 4 к приложению 1</w:t>
      </w:r>
      <w:r w:rsidRPr="00191994">
        <w:rPr>
          <w:noProof/>
          <w:webHidden/>
        </w:rPr>
        <w:tab/>
      </w:r>
      <w:r w:rsidRPr="00191994">
        <w:rPr>
          <w:noProof/>
          <w:webHidden/>
        </w:rPr>
        <w:tab/>
        <w:t>44–47</w:t>
      </w:r>
      <w:r w:rsidRPr="00191994">
        <w:rPr>
          <w:noProof/>
          <w:webHidden/>
        </w:rPr>
        <w:tab/>
        <w:t>11</w:t>
      </w:r>
    </w:p>
    <w:p w14:paraId="0C2D6DA6"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rPr>
          <w:noProof/>
        </w:rPr>
      </w:pPr>
      <w:r w:rsidRPr="00191994">
        <w:rPr>
          <w:rStyle w:val="af1"/>
          <w:noProof/>
          <w:color w:val="auto"/>
        </w:rPr>
        <w:lastRenderedPageBreak/>
        <w:tab/>
      </w:r>
      <w:r w:rsidRPr="00191994">
        <w:rPr>
          <w:rStyle w:val="af1"/>
          <w:noProof/>
          <w:color w:val="auto"/>
        </w:rPr>
        <w:tab/>
      </w:r>
      <w:r w:rsidRPr="00191994">
        <w:rPr>
          <w:rStyle w:val="af1"/>
          <w:noProof/>
          <w:color w:val="auto"/>
        </w:rPr>
        <w:tab/>
        <w:t>4.</w:t>
      </w:r>
      <w:r w:rsidRPr="00191994">
        <w:rPr>
          <w:noProof/>
        </w:rPr>
        <w:tab/>
      </w:r>
      <w:r w:rsidRPr="00191994">
        <w:t xml:space="preserve">Предложение по поправкам к пункту 7.3.7 добавления 2 </w:t>
      </w:r>
      <w:r w:rsidRPr="00191994">
        <w:br/>
        <w:t>к приложению 1</w:t>
      </w:r>
      <w:r w:rsidRPr="00191994">
        <w:rPr>
          <w:noProof/>
          <w:webHidden/>
        </w:rPr>
        <w:tab/>
      </w:r>
      <w:r w:rsidRPr="00191994">
        <w:rPr>
          <w:noProof/>
          <w:webHidden/>
        </w:rPr>
        <w:tab/>
        <w:t>48–50</w:t>
      </w:r>
      <w:r w:rsidRPr="00191994">
        <w:rPr>
          <w:noProof/>
          <w:webHidden/>
        </w:rPr>
        <w:tab/>
        <w:t>11</w:t>
      </w:r>
    </w:p>
    <w:p w14:paraId="45D43865"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rPr>
          <w:noProof/>
        </w:rPr>
      </w:pPr>
      <w:r w:rsidRPr="00191994">
        <w:rPr>
          <w:rStyle w:val="af1"/>
          <w:noProof/>
          <w:color w:val="auto"/>
        </w:rPr>
        <w:tab/>
      </w:r>
      <w:r w:rsidRPr="00191994">
        <w:rPr>
          <w:rStyle w:val="af1"/>
          <w:noProof/>
          <w:color w:val="auto"/>
        </w:rPr>
        <w:tab/>
      </w:r>
      <w:r w:rsidRPr="00191994">
        <w:rPr>
          <w:rStyle w:val="af1"/>
          <w:noProof/>
          <w:color w:val="auto"/>
        </w:rPr>
        <w:tab/>
        <w:t>5.</w:t>
      </w:r>
      <w:r w:rsidRPr="00191994">
        <w:rPr>
          <w:noProof/>
        </w:rPr>
        <w:tab/>
      </w:r>
      <w:r w:rsidRPr="00191994">
        <w:t xml:space="preserve">Предложение по поправкам к пункту 7.3.7 добавления 2 </w:t>
      </w:r>
      <w:r w:rsidRPr="00191994">
        <w:br/>
        <w:t>к приложению 1</w:t>
      </w:r>
      <w:r w:rsidRPr="00191994">
        <w:rPr>
          <w:noProof/>
          <w:webHidden/>
        </w:rPr>
        <w:tab/>
      </w:r>
      <w:r w:rsidRPr="00191994">
        <w:rPr>
          <w:noProof/>
          <w:webHidden/>
        </w:rPr>
        <w:tab/>
        <w:t>51–52</w:t>
      </w:r>
      <w:r w:rsidRPr="00191994">
        <w:rPr>
          <w:noProof/>
          <w:webHidden/>
        </w:rPr>
        <w:tab/>
        <w:t>12</w:t>
      </w:r>
    </w:p>
    <w:p w14:paraId="79845248"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rPr>
          <w:noProof/>
          <w:webHidden/>
        </w:rPr>
      </w:pPr>
      <w:r w:rsidRPr="00191994">
        <w:rPr>
          <w:rStyle w:val="af1"/>
          <w:noProof/>
          <w:color w:val="auto"/>
        </w:rPr>
        <w:tab/>
      </w:r>
      <w:r w:rsidRPr="00191994">
        <w:rPr>
          <w:rStyle w:val="af1"/>
          <w:noProof/>
          <w:color w:val="auto"/>
        </w:rPr>
        <w:tab/>
      </w:r>
      <w:r w:rsidRPr="00191994">
        <w:rPr>
          <w:rStyle w:val="af1"/>
          <w:noProof/>
          <w:color w:val="auto"/>
        </w:rPr>
        <w:tab/>
        <w:t>6.</w:t>
      </w:r>
      <w:r w:rsidRPr="00191994">
        <w:rPr>
          <w:noProof/>
        </w:rPr>
        <w:tab/>
      </w:r>
      <w:r w:rsidRPr="00191994">
        <w:t xml:space="preserve">Внедрение свидетельств о проверке типа в качестве документа, </w:t>
      </w:r>
      <w:r w:rsidRPr="00191994">
        <w:br/>
        <w:t xml:space="preserve">подтверждающего соответствие конструкции и проведенных </w:t>
      </w:r>
      <w:r w:rsidRPr="00191994">
        <w:br/>
        <w:t>испытаний на основании протоколов СПС</w:t>
      </w:r>
      <w:r w:rsidRPr="00191994">
        <w:rPr>
          <w:rStyle w:val="af1"/>
          <w:noProof/>
          <w:color w:val="auto"/>
        </w:rPr>
        <w:t>.</w:t>
      </w:r>
      <w:r w:rsidRPr="00191994">
        <w:rPr>
          <w:noProof/>
          <w:webHidden/>
        </w:rPr>
        <w:tab/>
      </w:r>
      <w:r w:rsidRPr="00191994">
        <w:rPr>
          <w:noProof/>
          <w:webHidden/>
        </w:rPr>
        <w:tab/>
        <w:t>53–56</w:t>
      </w:r>
      <w:r w:rsidRPr="00191994">
        <w:rPr>
          <w:noProof/>
          <w:webHidden/>
        </w:rPr>
        <w:tab/>
        <w:t>12</w:t>
      </w:r>
    </w:p>
    <w:p w14:paraId="64557AF5" w14:textId="1A6A7FE1"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pPr>
      <w:r w:rsidRPr="00191994">
        <w:rPr>
          <w:noProof/>
          <w:webHidden/>
        </w:rPr>
        <w:tab/>
      </w:r>
      <w:r w:rsidRPr="00191994">
        <w:rPr>
          <w:noProof/>
          <w:webHidden/>
        </w:rPr>
        <w:tab/>
      </w:r>
      <w:r w:rsidRPr="00191994">
        <w:rPr>
          <w:noProof/>
          <w:webHidden/>
        </w:rPr>
        <w:tab/>
        <w:t>7.</w:t>
      </w:r>
      <w:r w:rsidRPr="00191994">
        <w:rPr>
          <w:noProof/>
          <w:webHidden/>
        </w:rPr>
        <w:tab/>
      </w:r>
      <w:r w:rsidRPr="00191994">
        <w:t xml:space="preserve">Поправки к образцам протоколов испытаний, в которых </w:t>
      </w:r>
      <w:r w:rsidR="00051768">
        <w:br/>
      </w:r>
      <w:r w:rsidRPr="00191994">
        <w:t>определены технические требования к транспортным средствам</w:t>
      </w:r>
      <w:r w:rsidR="00051768">
        <w:br/>
      </w:r>
      <w:r w:rsidRPr="00191994">
        <w:t xml:space="preserve"> и цистернам, предназначенным для перевозки пищевых </w:t>
      </w:r>
      <w:r w:rsidR="00051768">
        <w:br/>
      </w:r>
      <w:r w:rsidRPr="00191994">
        <w:t xml:space="preserve">продуктов, в связи с необходимостью учета технологических </w:t>
      </w:r>
      <w:r w:rsidR="00051768">
        <w:br/>
      </w:r>
      <w:r w:rsidRPr="00191994">
        <w:t>изменений, обусловленных применением новых изоляционных</w:t>
      </w:r>
      <w:r w:rsidR="00051768">
        <w:br/>
      </w:r>
      <w:r w:rsidRPr="00191994">
        <w:t>материалов</w:t>
      </w:r>
      <w:r w:rsidRPr="00191994">
        <w:tab/>
      </w:r>
      <w:r w:rsidRPr="00191994">
        <w:tab/>
        <w:t>57</w:t>
      </w:r>
      <w:r w:rsidRPr="00191994">
        <w:tab/>
        <w:t>13</w:t>
      </w:r>
    </w:p>
    <w:p w14:paraId="3E5AEAF0" w14:textId="524FEF56"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pPr>
      <w:r w:rsidRPr="00191994">
        <w:tab/>
      </w:r>
      <w:r w:rsidRPr="00191994">
        <w:tab/>
      </w:r>
      <w:r w:rsidRPr="00191994">
        <w:tab/>
        <w:t>8.</w:t>
      </w:r>
      <w:r w:rsidRPr="00191994">
        <w:tab/>
        <w:t xml:space="preserve">Поправка к образцам протоколов испытаний, в которых </w:t>
      </w:r>
      <w:r w:rsidR="0039310C">
        <w:br/>
      </w:r>
      <w:r w:rsidRPr="00191994">
        <w:t xml:space="preserve">устанавливается порядок определения полезной </w:t>
      </w:r>
      <w:r w:rsidR="0039310C">
        <w:br/>
      </w:r>
      <w:r w:rsidRPr="00191994">
        <w:t xml:space="preserve">холодопроизводительности холодильной установки, с целью </w:t>
      </w:r>
      <w:r w:rsidR="0039310C">
        <w:br/>
      </w:r>
      <w:r w:rsidRPr="00191994">
        <w:t xml:space="preserve">учета влияния различных версий программного обеспечения </w:t>
      </w:r>
      <w:r w:rsidR="0039310C">
        <w:br/>
      </w:r>
      <w:r w:rsidRPr="00191994">
        <w:t>на производительность указанных установок</w:t>
      </w:r>
      <w:r w:rsidRPr="00191994">
        <w:tab/>
      </w:r>
      <w:r w:rsidRPr="00191994">
        <w:tab/>
        <w:t>58</w:t>
      </w:r>
      <w:r w:rsidRPr="00191994">
        <w:tab/>
        <w:t>13</w:t>
      </w:r>
    </w:p>
    <w:p w14:paraId="40F3BC2C" w14:textId="4BB3B799"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pPr>
      <w:r w:rsidRPr="00191994">
        <w:tab/>
      </w:r>
      <w:r w:rsidRPr="00191994">
        <w:tab/>
      </w:r>
      <w:r w:rsidRPr="00191994">
        <w:tab/>
        <w:t>9.</w:t>
      </w:r>
      <w:r w:rsidRPr="00191994">
        <w:tab/>
        <w:t xml:space="preserve">Предложение по заявлению о соответствии (пункт 7.3.6 </w:t>
      </w:r>
      <w:r w:rsidR="0039310C">
        <w:br/>
      </w:r>
      <w:r w:rsidRPr="00191994">
        <w:t xml:space="preserve">добавления 2 к приложению 1) и определению параметров </w:t>
      </w:r>
      <w:r w:rsidR="0039310C">
        <w:br/>
      </w:r>
      <w:r w:rsidRPr="00191994">
        <w:t xml:space="preserve">многокамерных транспортных средств с </w:t>
      </w:r>
      <w:proofErr w:type="spellStart"/>
      <w:r w:rsidRPr="00191994">
        <w:t>мультитемпературным</w:t>
      </w:r>
      <w:proofErr w:type="spellEnd"/>
      <w:r w:rsidRPr="00191994">
        <w:t xml:space="preserve"> </w:t>
      </w:r>
      <w:r w:rsidR="0039310C">
        <w:br/>
      </w:r>
      <w:r w:rsidRPr="00191994">
        <w:t>режимом (MКMТ)</w:t>
      </w:r>
      <w:r w:rsidRPr="00191994">
        <w:tab/>
      </w:r>
      <w:r w:rsidRPr="00191994">
        <w:tab/>
        <w:t>59</w:t>
      </w:r>
      <w:r w:rsidRPr="00191994">
        <w:tab/>
        <w:t>13</w:t>
      </w:r>
    </w:p>
    <w:p w14:paraId="6186CCA8"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pPr>
      <w:r w:rsidRPr="00191994">
        <w:tab/>
      </w:r>
      <w:r w:rsidRPr="00191994">
        <w:tab/>
      </w:r>
      <w:r w:rsidRPr="00191994">
        <w:tab/>
        <w:t>10.</w:t>
      </w:r>
      <w:r w:rsidRPr="00191994">
        <w:tab/>
        <w:t xml:space="preserve">Предлагаемый перечень основных компонентов и их ключевых </w:t>
      </w:r>
      <w:r w:rsidRPr="00191994">
        <w:br/>
        <w:t>характеристик</w:t>
      </w:r>
      <w:r w:rsidRPr="00191994">
        <w:tab/>
      </w:r>
      <w:r w:rsidRPr="00191994">
        <w:tab/>
        <w:t>60–61</w:t>
      </w:r>
      <w:r w:rsidRPr="00191994">
        <w:tab/>
        <w:t>13</w:t>
      </w:r>
    </w:p>
    <w:p w14:paraId="0B663FB9" w14:textId="59B02735"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pPr>
      <w:r w:rsidRPr="00191994">
        <w:tab/>
      </w:r>
      <w:r w:rsidRPr="00191994">
        <w:tab/>
      </w:r>
      <w:r w:rsidRPr="00191994">
        <w:tab/>
        <w:t>11.</w:t>
      </w:r>
      <w:r w:rsidRPr="00191994">
        <w:tab/>
      </w:r>
      <w:r w:rsidRPr="00191994">
        <w:rPr>
          <w:shd w:val="clear" w:color="auto" w:fill="FFFFFF"/>
        </w:rPr>
        <w:t xml:space="preserve">Пересмотренное дополнение Соглашения о международных </w:t>
      </w:r>
      <w:r w:rsidR="000D1F49">
        <w:rPr>
          <w:shd w:val="clear" w:color="auto" w:fill="FFFFFF"/>
        </w:rPr>
        <w:br/>
      </w:r>
      <w:r w:rsidRPr="00191994">
        <w:rPr>
          <w:shd w:val="clear" w:color="auto" w:fill="FFFFFF"/>
        </w:rPr>
        <w:t xml:space="preserve">перевозках скоропортящихся пищевых продуктов </w:t>
      </w:r>
      <w:r w:rsidR="000D1F49">
        <w:rPr>
          <w:shd w:val="clear" w:color="auto" w:fill="FFFFFF"/>
        </w:rPr>
        <w:br/>
      </w:r>
      <w:r w:rsidRPr="00191994">
        <w:rPr>
          <w:shd w:val="clear" w:color="auto" w:fill="FFFFFF"/>
        </w:rPr>
        <w:t xml:space="preserve">и о специальных транспортных средствах, предназначенных </w:t>
      </w:r>
      <w:r w:rsidR="000D1F49">
        <w:rPr>
          <w:shd w:val="clear" w:color="auto" w:fill="FFFFFF"/>
        </w:rPr>
        <w:br/>
      </w:r>
      <w:r w:rsidRPr="00191994">
        <w:rPr>
          <w:shd w:val="clear" w:color="auto" w:fill="FFFFFF"/>
        </w:rPr>
        <w:t xml:space="preserve">для этих перевозок, положениями, касающимися </w:t>
      </w:r>
      <w:r w:rsidR="000D1F49">
        <w:rPr>
          <w:shd w:val="clear" w:color="auto" w:fill="FFFFFF"/>
        </w:rPr>
        <w:br/>
      </w:r>
      <w:r w:rsidRPr="00191994">
        <w:rPr>
          <w:shd w:val="clear" w:color="auto" w:fill="FFFFFF"/>
        </w:rPr>
        <w:t>испытательных станций и экспертов</w:t>
      </w:r>
      <w:r w:rsidRPr="00191994">
        <w:tab/>
      </w:r>
      <w:r w:rsidRPr="00191994">
        <w:tab/>
        <w:t>62–65</w:t>
      </w:r>
      <w:r w:rsidRPr="00191994">
        <w:tab/>
        <w:t>13</w:t>
      </w:r>
    </w:p>
    <w:p w14:paraId="6CA744E4"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pPr>
      <w:r w:rsidRPr="00191994">
        <w:tab/>
      </w:r>
      <w:r w:rsidRPr="00191994">
        <w:tab/>
      </w:r>
      <w:r w:rsidRPr="00191994">
        <w:tab/>
        <w:t>12.</w:t>
      </w:r>
      <w:r w:rsidRPr="00191994">
        <w:tab/>
      </w:r>
      <w:r w:rsidRPr="00191994">
        <w:rPr>
          <w:bCs/>
        </w:rPr>
        <w:t xml:space="preserve">Определение понятий независимости действия и автономности </w:t>
      </w:r>
      <w:r w:rsidRPr="00191994">
        <w:br/>
      </w:r>
      <w:r w:rsidRPr="00191994">
        <w:rPr>
          <w:bCs/>
        </w:rPr>
        <w:t xml:space="preserve">транспортного </w:t>
      </w:r>
      <w:r w:rsidRPr="00191994">
        <w:t>оборудования</w:t>
      </w:r>
      <w:r w:rsidRPr="00191994">
        <w:tab/>
      </w:r>
      <w:r w:rsidRPr="00191994">
        <w:tab/>
        <w:t>66–69</w:t>
      </w:r>
      <w:r w:rsidRPr="00191994">
        <w:tab/>
        <w:t>14</w:t>
      </w:r>
    </w:p>
    <w:p w14:paraId="680AD0DE" w14:textId="197DA106"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pPr>
      <w:r w:rsidRPr="00191994">
        <w:tab/>
      </w:r>
      <w:r w:rsidRPr="00191994">
        <w:tab/>
      </w:r>
      <w:r w:rsidRPr="00191994">
        <w:tab/>
        <w:t>13.</w:t>
      </w:r>
      <w:r w:rsidRPr="00191994">
        <w:tab/>
        <w:t xml:space="preserve">Поправка, касающаяся применения мер контроля, подлежащих </w:t>
      </w:r>
      <w:r w:rsidRPr="00191994">
        <w:br/>
        <w:t xml:space="preserve">осуществлению в соответствии с пунктом 4.3.4 добавления 2 </w:t>
      </w:r>
      <w:r w:rsidR="000D1F49">
        <w:br/>
      </w:r>
      <w:r w:rsidRPr="00191994">
        <w:t>к приложению 1 к СПС от 1 июня 2022 года</w:t>
      </w:r>
      <w:r w:rsidRPr="00191994">
        <w:tab/>
      </w:r>
      <w:r w:rsidRPr="00191994">
        <w:tab/>
        <w:t>70</w:t>
      </w:r>
      <w:r w:rsidRPr="00191994">
        <w:tab/>
        <w:t>14</w:t>
      </w:r>
    </w:p>
    <w:p w14:paraId="01FBC02D"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pPr>
      <w:r w:rsidRPr="00191994">
        <w:tab/>
      </w:r>
      <w:r w:rsidRPr="00191994">
        <w:tab/>
      </w:r>
      <w:r w:rsidRPr="00191994">
        <w:tab/>
        <w:t>14.</w:t>
      </w:r>
      <w:r w:rsidRPr="00191994">
        <w:tab/>
        <w:t xml:space="preserve">Поправка к пункту 3.2.6 добавления 2 к приложению 1 и </w:t>
      </w:r>
      <w:r w:rsidRPr="00191994">
        <w:br/>
        <w:t>Справочнику СПС</w:t>
      </w:r>
      <w:r w:rsidRPr="00191994">
        <w:tab/>
      </w:r>
      <w:r w:rsidRPr="00191994">
        <w:tab/>
        <w:t>71–72</w:t>
      </w:r>
      <w:r w:rsidRPr="00191994">
        <w:tab/>
        <w:t>14</w:t>
      </w:r>
    </w:p>
    <w:p w14:paraId="32082490"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rPr>
          <w:rStyle w:val="af1"/>
          <w:noProof/>
          <w:color w:val="auto"/>
        </w:rPr>
        <w:tab/>
        <w:t>B.</w:t>
      </w:r>
      <w:r w:rsidRPr="00191994">
        <w:rPr>
          <w:noProof/>
        </w:rPr>
        <w:tab/>
      </w:r>
      <w:r w:rsidRPr="00191994">
        <w:rPr>
          <w:bCs/>
        </w:rPr>
        <w:t>Новые предложения</w:t>
      </w:r>
      <w:r w:rsidRPr="00191994">
        <w:rPr>
          <w:noProof/>
          <w:webHidden/>
        </w:rPr>
        <w:tab/>
      </w:r>
      <w:r w:rsidRPr="00191994">
        <w:rPr>
          <w:noProof/>
          <w:webHidden/>
        </w:rPr>
        <w:tab/>
        <w:t>73–79</w:t>
      </w:r>
      <w:r w:rsidRPr="00191994">
        <w:rPr>
          <w:noProof/>
          <w:webHidden/>
        </w:rPr>
        <w:tab/>
        <w:t>15</w:t>
      </w:r>
    </w:p>
    <w:p w14:paraId="7D6F7437"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rPr>
          <w:noProof/>
        </w:rPr>
      </w:pPr>
      <w:r w:rsidRPr="00191994">
        <w:rPr>
          <w:rStyle w:val="af1"/>
          <w:noProof/>
          <w:color w:val="auto"/>
        </w:rPr>
        <w:tab/>
      </w:r>
      <w:r w:rsidRPr="00191994">
        <w:rPr>
          <w:rStyle w:val="af1"/>
          <w:noProof/>
          <w:color w:val="auto"/>
        </w:rPr>
        <w:tab/>
      </w:r>
      <w:r w:rsidRPr="00191994">
        <w:rPr>
          <w:rStyle w:val="af1"/>
          <w:noProof/>
          <w:color w:val="auto"/>
        </w:rPr>
        <w:tab/>
        <w:t>1.</w:t>
      </w:r>
      <w:r w:rsidRPr="00191994">
        <w:rPr>
          <w:noProof/>
        </w:rPr>
        <w:tab/>
      </w:r>
      <w:r w:rsidRPr="00191994">
        <w:rPr>
          <w:shd w:val="clear" w:color="auto" w:fill="FFFFFF"/>
        </w:rPr>
        <w:t>Поправка к добавлению 3 к приложению 1</w:t>
      </w:r>
      <w:r w:rsidRPr="00191994">
        <w:rPr>
          <w:noProof/>
          <w:webHidden/>
        </w:rPr>
        <w:tab/>
      </w:r>
      <w:r w:rsidRPr="00191994">
        <w:rPr>
          <w:noProof/>
          <w:webHidden/>
        </w:rPr>
        <w:tab/>
        <w:t>73</w:t>
      </w:r>
      <w:r w:rsidRPr="00191994">
        <w:rPr>
          <w:noProof/>
          <w:webHidden/>
        </w:rPr>
        <w:tab/>
        <w:t>15</w:t>
      </w:r>
    </w:p>
    <w:p w14:paraId="37CA52E6" w14:textId="5586A5A0"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rPr>
          <w:noProof/>
        </w:rPr>
      </w:pPr>
      <w:r w:rsidRPr="00191994">
        <w:rPr>
          <w:rStyle w:val="af1"/>
          <w:noProof/>
          <w:color w:val="auto"/>
        </w:rPr>
        <w:tab/>
      </w:r>
      <w:r w:rsidRPr="00191994">
        <w:rPr>
          <w:rStyle w:val="af1"/>
          <w:noProof/>
          <w:color w:val="auto"/>
        </w:rPr>
        <w:tab/>
      </w:r>
      <w:r w:rsidRPr="00191994">
        <w:rPr>
          <w:rStyle w:val="af1"/>
          <w:noProof/>
          <w:color w:val="auto"/>
        </w:rPr>
        <w:tab/>
        <w:t>2.</w:t>
      </w:r>
      <w:r w:rsidRPr="00191994">
        <w:rPr>
          <w:noProof/>
        </w:rPr>
        <w:tab/>
      </w:r>
      <w:r w:rsidRPr="00191994">
        <w:rPr>
          <w:shd w:val="clear" w:color="auto" w:fill="FFFFFF"/>
        </w:rPr>
        <w:t xml:space="preserve">Исправление определения термина «транспортное средство» </w:t>
      </w:r>
      <w:r w:rsidR="000D1F49">
        <w:rPr>
          <w:shd w:val="clear" w:color="auto" w:fill="FFFFFF"/>
        </w:rPr>
        <w:br/>
      </w:r>
      <w:r w:rsidRPr="00191994">
        <w:rPr>
          <w:shd w:val="clear" w:color="auto" w:fill="FFFFFF"/>
        </w:rPr>
        <w:t>в пункте 7 приложения 1</w:t>
      </w:r>
      <w:r w:rsidRPr="00191994">
        <w:rPr>
          <w:noProof/>
          <w:webHidden/>
        </w:rPr>
        <w:tab/>
      </w:r>
      <w:r w:rsidRPr="00191994">
        <w:rPr>
          <w:noProof/>
          <w:webHidden/>
        </w:rPr>
        <w:tab/>
        <w:t>74–78</w:t>
      </w:r>
      <w:r w:rsidRPr="00191994">
        <w:rPr>
          <w:noProof/>
          <w:webHidden/>
        </w:rPr>
        <w:tab/>
        <w:t>15</w:t>
      </w:r>
    </w:p>
    <w:p w14:paraId="67DB1134"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rPr>
          <w:noProof/>
        </w:rPr>
      </w:pPr>
      <w:r w:rsidRPr="00191994">
        <w:rPr>
          <w:rStyle w:val="af1"/>
          <w:noProof/>
          <w:color w:val="auto"/>
        </w:rPr>
        <w:tab/>
      </w:r>
      <w:r w:rsidRPr="00191994">
        <w:rPr>
          <w:rStyle w:val="af1"/>
          <w:noProof/>
          <w:color w:val="auto"/>
        </w:rPr>
        <w:tab/>
      </w:r>
      <w:r w:rsidRPr="00191994">
        <w:rPr>
          <w:rStyle w:val="af1"/>
          <w:noProof/>
          <w:color w:val="auto"/>
        </w:rPr>
        <w:tab/>
        <w:t>3.</w:t>
      </w:r>
      <w:r w:rsidRPr="00191994">
        <w:rPr>
          <w:noProof/>
        </w:rPr>
        <w:tab/>
      </w:r>
      <w:r w:rsidRPr="00191994">
        <w:rPr>
          <w:noProof/>
          <w:webHidden/>
        </w:rPr>
        <w:tab/>
      </w:r>
      <w:r w:rsidRPr="00191994">
        <w:rPr>
          <w:shd w:val="clear" w:color="auto" w:fill="FFFFFF"/>
        </w:rPr>
        <w:t>Поправки к СПС</w:t>
      </w:r>
      <w:r w:rsidRPr="00191994">
        <w:rPr>
          <w:noProof/>
        </w:rPr>
        <w:tab/>
      </w:r>
      <w:r w:rsidRPr="00191994">
        <w:rPr>
          <w:noProof/>
        </w:rPr>
        <w:tab/>
        <w:t>79</w:t>
      </w:r>
      <w:r w:rsidRPr="00191994">
        <w:rPr>
          <w:noProof/>
          <w:webHidden/>
        </w:rPr>
        <w:tab/>
        <w:t>15</w:t>
      </w:r>
    </w:p>
    <w:p w14:paraId="5A2FD4F3" w14:textId="54FE0C11"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rStyle w:val="af1"/>
          <w:noProof/>
          <w:color w:val="auto"/>
        </w:rPr>
        <w:tab/>
        <w:t>VII.</w:t>
      </w:r>
      <w:r w:rsidRPr="00191994">
        <w:rPr>
          <w:noProof/>
        </w:rPr>
        <w:tab/>
      </w:r>
      <w:r w:rsidRPr="00191994">
        <w:rPr>
          <w:bCs/>
        </w:rPr>
        <w:t>Справочник СПС (пункт 6 повестки дня</w:t>
      </w:r>
      <w:r w:rsidRPr="00191994">
        <w:rPr>
          <w:rStyle w:val="af1"/>
          <w:noProof/>
          <w:color w:val="auto"/>
        </w:rPr>
        <w:t>)</w:t>
      </w:r>
      <w:r w:rsidRPr="00191994">
        <w:rPr>
          <w:noProof/>
          <w:webHidden/>
        </w:rPr>
        <w:tab/>
      </w:r>
      <w:r w:rsidRPr="00191994">
        <w:rPr>
          <w:noProof/>
          <w:webHidden/>
        </w:rPr>
        <w:tab/>
        <w:t>80–8</w:t>
      </w:r>
      <w:r w:rsidR="009A7864" w:rsidRPr="009A7864">
        <w:rPr>
          <w:noProof/>
          <w:webHidden/>
        </w:rPr>
        <w:t>9</w:t>
      </w:r>
      <w:r w:rsidRPr="00191994">
        <w:rPr>
          <w:noProof/>
          <w:webHidden/>
        </w:rPr>
        <w:tab/>
        <w:t>15</w:t>
      </w:r>
    </w:p>
    <w:p w14:paraId="78095F0B" w14:textId="69318F8E"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rPr>
          <w:rStyle w:val="af1"/>
          <w:color w:val="auto"/>
        </w:rPr>
      </w:pPr>
      <w:r w:rsidRPr="00191994">
        <w:rPr>
          <w:rStyle w:val="af1"/>
          <w:noProof/>
          <w:color w:val="auto"/>
        </w:rPr>
        <w:tab/>
      </w:r>
      <w:r w:rsidRPr="00191994">
        <w:rPr>
          <w:rStyle w:val="af1"/>
          <w:noProof/>
          <w:color w:val="auto"/>
        </w:rPr>
        <w:tab/>
      </w:r>
      <w:r w:rsidRPr="00191994">
        <w:rPr>
          <w:rStyle w:val="af1"/>
          <w:noProof/>
          <w:color w:val="auto"/>
        </w:rPr>
        <w:tab/>
        <w:t>1.</w:t>
      </w:r>
      <w:r w:rsidRPr="00191994">
        <w:rPr>
          <w:rStyle w:val="af1"/>
          <w:color w:val="auto"/>
        </w:rPr>
        <w:tab/>
      </w:r>
      <w:r w:rsidRPr="00191994">
        <w:rPr>
          <w:shd w:val="clear" w:color="auto" w:fill="FFFFFF"/>
        </w:rPr>
        <w:t xml:space="preserve">Поправка к пункту 7.3.6 добавления 2 к приложению 1 </w:t>
      </w:r>
      <w:r w:rsidR="00702F7E">
        <w:rPr>
          <w:shd w:val="clear" w:color="auto" w:fill="FFFFFF"/>
        </w:rPr>
        <w:br/>
      </w:r>
      <w:r w:rsidRPr="00191994">
        <w:rPr>
          <w:shd w:val="clear" w:color="auto" w:fill="FFFFFF"/>
        </w:rPr>
        <w:t xml:space="preserve">к Справочнику СПС: метод расчета с учетом конкретных </w:t>
      </w:r>
      <w:r w:rsidR="00702F7E">
        <w:rPr>
          <w:shd w:val="clear" w:color="auto" w:fill="FFFFFF"/>
        </w:rPr>
        <w:br/>
      </w:r>
      <w:r w:rsidRPr="00191994">
        <w:rPr>
          <w:shd w:val="clear" w:color="auto" w:fill="FFFFFF"/>
        </w:rPr>
        <w:t xml:space="preserve">случаев применения инструментария для определения </w:t>
      </w:r>
      <w:r w:rsidR="00702F7E">
        <w:rPr>
          <w:shd w:val="clear" w:color="auto" w:fill="FFFFFF"/>
        </w:rPr>
        <w:br/>
      </w:r>
      <w:r w:rsidRPr="00191994">
        <w:rPr>
          <w:shd w:val="clear" w:color="auto" w:fill="FFFFFF"/>
        </w:rPr>
        <w:t xml:space="preserve">параметров транспортных средств с </w:t>
      </w:r>
      <w:proofErr w:type="spellStart"/>
      <w:r w:rsidRPr="00191994">
        <w:rPr>
          <w:shd w:val="clear" w:color="auto" w:fill="FFFFFF"/>
        </w:rPr>
        <w:t>мультитемпературным</w:t>
      </w:r>
      <w:proofErr w:type="spellEnd"/>
      <w:r w:rsidRPr="00191994">
        <w:rPr>
          <w:shd w:val="clear" w:color="auto" w:fill="FFFFFF"/>
        </w:rPr>
        <w:t xml:space="preserve"> </w:t>
      </w:r>
      <w:r w:rsidR="00702F7E">
        <w:rPr>
          <w:shd w:val="clear" w:color="auto" w:fill="FFFFFF"/>
        </w:rPr>
        <w:br/>
      </w:r>
      <w:r w:rsidRPr="00191994">
        <w:rPr>
          <w:shd w:val="clear" w:color="auto" w:fill="FFFFFF"/>
        </w:rPr>
        <w:t>режимом</w:t>
      </w:r>
      <w:r w:rsidRPr="00191994">
        <w:rPr>
          <w:rStyle w:val="af1"/>
          <w:webHidden/>
          <w:color w:val="auto"/>
        </w:rPr>
        <w:tab/>
      </w:r>
      <w:r w:rsidRPr="00191994">
        <w:rPr>
          <w:rStyle w:val="af1"/>
          <w:webHidden/>
          <w:color w:val="auto"/>
        </w:rPr>
        <w:tab/>
        <w:t>80–81</w:t>
      </w:r>
      <w:r w:rsidRPr="00191994">
        <w:rPr>
          <w:rStyle w:val="af1"/>
          <w:webHidden/>
          <w:color w:val="auto"/>
        </w:rPr>
        <w:tab/>
        <w:t>15</w:t>
      </w:r>
    </w:p>
    <w:p w14:paraId="1A901100" w14:textId="3CE1289E" w:rsidR="00225083" w:rsidRPr="00191994" w:rsidRDefault="00225083" w:rsidP="00B72BE3">
      <w:pPr>
        <w:pageBreakBefore/>
        <w:tabs>
          <w:tab w:val="right" w:pos="850"/>
          <w:tab w:val="left" w:pos="1134"/>
          <w:tab w:val="left" w:pos="1559"/>
          <w:tab w:val="left" w:pos="1984"/>
          <w:tab w:val="left" w:leader="dot" w:pos="7654"/>
          <w:tab w:val="right" w:pos="8929"/>
          <w:tab w:val="right" w:pos="9638"/>
        </w:tabs>
        <w:spacing w:after="120"/>
        <w:ind w:left="1979" w:hanging="1979"/>
        <w:rPr>
          <w:rStyle w:val="af1"/>
          <w:color w:val="auto"/>
        </w:rPr>
      </w:pPr>
      <w:r w:rsidRPr="00191994">
        <w:rPr>
          <w:rStyle w:val="af1"/>
          <w:noProof/>
          <w:color w:val="auto"/>
        </w:rPr>
        <w:lastRenderedPageBreak/>
        <w:tab/>
      </w:r>
      <w:r w:rsidRPr="00191994">
        <w:rPr>
          <w:rStyle w:val="af1"/>
          <w:noProof/>
          <w:color w:val="auto"/>
        </w:rPr>
        <w:tab/>
      </w:r>
      <w:r w:rsidRPr="00191994">
        <w:rPr>
          <w:rStyle w:val="af1"/>
          <w:noProof/>
          <w:color w:val="auto"/>
        </w:rPr>
        <w:tab/>
        <w:t>2.</w:t>
      </w:r>
      <w:r w:rsidRPr="00191994">
        <w:rPr>
          <w:rStyle w:val="af1"/>
          <w:color w:val="auto"/>
        </w:rPr>
        <w:tab/>
      </w:r>
      <w:r w:rsidRPr="00191994">
        <w:t xml:space="preserve">Поправки к пункту 6 c) </w:t>
      </w:r>
      <w:proofErr w:type="spellStart"/>
      <w:r w:rsidRPr="00191994">
        <w:t>iii</w:t>
      </w:r>
      <w:proofErr w:type="spellEnd"/>
      <w:r w:rsidRPr="00191994">
        <w:t xml:space="preserve">) добавления 1 к приложению 1 </w:t>
      </w:r>
      <w:r w:rsidR="00702F7E">
        <w:br/>
      </w:r>
      <w:r w:rsidRPr="00191994">
        <w:t xml:space="preserve">к Справочнику СПС: правила, подлежащие соблюдению </w:t>
      </w:r>
      <w:r w:rsidR="00702F7E">
        <w:br/>
      </w:r>
      <w:r w:rsidRPr="00191994">
        <w:t xml:space="preserve">при установке встраиваемого оборудования, оборудования, </w:t>
      </w:r>
      <w:r w:rsidR="00702F7E">
        <w:br/>
      </w:r>
      <w:r w:rsidRPr="00191994">
        <w:t xml:space="preserve">оснащенного дефлектором, оборудования на </w:t>
      </w:r>
      <w:proofErr w:type="spellStart"/>
      <w:r w:rsidRPr="00191994">
        <w:t>подрамной</w:t>
      </w:r>
      <w:proofErr w:type="spellEnd"/>
      <w:r w:rsidRPr="00191994">
        <w:t xml:space="preserve"> </w:t>
      </w:r>
      <w:r w:rsidR="00702F7E">
        <w:br/>
      </w:r>
      <w:r w:rsidRPr="00191994">
        <w:t xml:space="preserve">конструкции или оборудования, допускающего возможность </w:t>
      </w:r>
      <w:r w:rsidR="00702F7E">
        <w:br/>
      </w:r>
      <w:r w:rsidRPr="00191994">
        <w:t>его смещения</w:t>
      </w:r>
      <w:r w:rsidRPr="00191994">
        <w:rPr>
          <w:rStyle w:val="af1"/>
          <w:webHidden/>
          <w:color w:val="auto"/>
        </w:rPr>
        <w:tab/>
      </w:r>
      <w:r w:rsidRPr="00191994">
        <w:rPr>
          <w:rStyle w:val="af1"/>
          <w:webHidden/>
          <w:color w:val="auto"/>
        </w:rPr>
        <w:tab/>
        <w:t>82–84</w:t>
      </w:r>
      <w:r w:rsidRPr="00191994">
        <w:rPr>
          <w:rStyle w:val="af1"/>
          <w:webHidden/>
          <w:color w:val="auto"/>
        </w:rPr>
        <w:tab/>
        <w:t>16</w:t>
      </w:r>
    </w:p>
    <w:p w14:paraId="23E8E4F9" w14:textId="67497E69"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rPr>
          <w:rStyle w:val="af1"/>
          <w:color w:val="auto"/>
        </w:rPr>
      </w:pPr>
      <w:r w:rsidRPr="00191994">
        <w:rPr>
          <w:rStyle w:val="af1"/>
          <w:noProof/>
          <w:color w:val="auto"/>
        </w:rPr>
        <w:tab/>
      </w:r>
      <w:r w:rsidRPr="00191994">
        <w:rPr>
          <w:rStyle w:val="af1"/>
          <w:noProof/>
          <w:color w:val="auto"/>
        </w:rPr>
        <w:tab/>
      </w:r>
      <w:r w:rsidRPr="00191994">
        <w:rPr>
          <w:rStyle w:val="af1"/>
          <w:noProof/>
          <w:color w:val="auto"/>
        </w:rPr>
        <w:tab/>
        <w:t>3.</w:t>
      </w:r>
      <w:r w:rsidRPr="00191994">
        <w:rPr>
          <w:rStyle w:val="af1"/>
          <w:color w:val="auto"/>
        </w:rPr>
        <w:tab/>
      </w:r>
      <w:r w:rsidRPr="00191994">
        <w:t xml:space="preserve">Поправки к пункту 4 комментариев к добавлению 1 </w:t>
      </w:r>
      <w:r w:rsidR="00B72BE3">
        <w:br/>
      </w:r>
      <w:r w:rsidRPr="00191994">
        <w:t xml:space="preserve">к приложению 2 к Справочнику СПС: места размещения щупов </w:t>
      </w:r>
      <w:r w:rsidR="00B72BE3">
        <w:br/>
      </w:r>
      <w:r w:rsidRPr="00191994">
        <w:t>для измерения температуры во время перевозки</w:t>
      </w:r>
      <w:r w:rsidRPr="00191994">
        <w:rPr>
          <w:rStyle w:val="af1"/>
          <w:webHidden/>
          <w:color w:val="auto"/>
        </w:rPr>
        <w:tab/>
      </w:r>
      <w:r w:rsidRPr="00191994">
        <w:rPr>
          <w:rStyle w:val="af1"/>
          <w:webHidden/>
          <w:color w:val="auto"/>
        </w:rPr>
        <w:tab/>
        <w:t>85–87</w:t>
      </w:r>
      <w:r w:rsidRPr="00191994">
        <w:rPr>
          <w:rStyle w:val="af1"/>
          <w:webHidden/>
          <w:color w:val="auto"/>
        </w:rPr>
        <w:tab/>
        <w:t>16</w:t>
      </w:r>
    </w:p>
    <w:p w14:paraId="38A4F23C" w14:textId="124103A2"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980" w:hanging="1980"/>
        <w:rPr>
          <w:rStyle w:val="af1"/>
          <w:color w:val="auto"/>
        </w:rPr>
      </w:pPr>
      <w:r w:rsidRPr="00191994">
        <w:rPr>
          <w:rStyle w:val="af1"/>
          <w:noProof/>
          <w:color w:val="auto"/>
        </w:rPr>
        <w:tab/>
      </w:r>
      <w:r w:rsidRPr="00191994">
        <w:rPr>
          <w:rStyle w:val="af1"/>
          <w:noProof/>
          <w:color w:val="auto"/>
        </w:rPr>
        <w:tab/>
      </w:r>
      <w:r w:rsidRPr="00191994">
        <w:rPr>
          <w:rStyle w:val="af1"/>
          <w:noProof/>
          <w:color w:val="auto"/>
        </w:rPr>
        <w:tab/>
        <w:t>4.</w:t>
      </w:r>
      <w:r w:rsidRPr="00191994">
        <w:rPr>
          <w:rStyle w:val="af1"/>
          <w:color w:val="auto"/>
        </w:rPr>
        <w:tab/>
      </w:r>
      <w:r w:rsidRPr="00191994">
        <w:t xml:space="preserve">Поправка к пункту 3.2.6 добавления 2 к приложению 1 </w:t>
      </w:r>
      <w:r w:rsidR="00B72BE3">
        <w:br/>
      </w:r>
      <w:r w:rsidRPr="00191994">
        <w:t>и Справочнику СПС</w:t>
      </w:r>
      <w:r w:rsidRPr="00191994">
        <w:rPr>
          <w:rStyle w:val="af1"/>
          <w:webHidden/>
          <w:color w:val="auto"/>
        </w:rPr>
        <w:tab/>
      </w:r>
      <w:r w:rsidRPr="00191994">
        <w:rPr>
          <w:rStyle w:val="af1"/>
          <w:webHidden/>
          <w:color w:val="auto"/>
        </w:rPr>
        <w:tab/>
        <w:t>88–89</w:t>
      </w:r>
      <w:r w:rsidRPr="00191994">
        <w:rPr>
          <w:rStyle w:val="af1"/>
          <w:webHidden/>
          <w:color w:val="auto"/>
        </w:rPr>
        <w:tab/>
        <w:t>16</w:t>
      </w:r>
    </w:p>
    <w:p w14:paraId="2AEDB01B"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rStyle w:val="af1"/>
          <w:noProof/>
          <w:color w:val="auto"/>
        </w:rPr>
        <w:tab/>
        <w:t>VIII.</w:t>
      </w:r>
      <w:r w:rsidRPr="00191994">
        <w:rPr>
          <w:noProof/>
        </w:rPr>
        <w:tab/>
      </w:r>
      <w:r w:rsidRPr="00191994">
        <w:rPr>
          <w:bCs/>
        </w:rPr>
        <w:t>Доклады неофициальных рабочих групп (пункт 7 повестки дня</w:t>
      </w:r>
      <w:r w:rsidRPr="00191994">
        <w:rPr>
          <w:rStyle w:val="af1"/>
          <w:noProof/>
          <w:color w:val="auto"/>
        </w:rPr>
        <w:t>)</w:t>
      </w:r>
      <w:r w:rsidRPr="00191994">
        <w:rPr>
          <w:noProof/>
          <w:webHidden/>
        </w:rPr>
        <w:tab/>
      </w:r>
      <w:r w:rsidRPr="00191994">
        <w:rPr>
          <w:noProof/>
          <w:webHidden/>
        </w:rPr>
        <w:tab/>
        <w:t>90–91</w:t>
      </w:r>
      <w:r w:rsidRPr="00191994">
        <w:rPr>
          <w:noProof/>
          <w:webHidden/>
        </w:rPr>
        <w:tab/>
        <w:t>17</w:t>
      </w:r>
    </w:p>
    <w:p w14:paraId="7B89BA25"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rStyle w:val="af1"/>
          <w:noProof/>
          <w:color w:val="auto"/>
        </w:rPr>
        <w:tab/>
        <w:t>IX.</w:t>
      </w:r>
      <w:r w:rsidRPr="00191994">
        <w:rPr>
          <w:noProof/>
        </w:rPr>
        <w:tab/>
      </w:r>
      <w:r w:rsidRPr="00191994">
        <w:t>Сфера действия СПС (пункт 8 повестки дня</w:t>
      </w:r>
      <w:r w:rsidRPr="00191994">
        <w:rPr>
          <w:rStyle w:val="af1"/>
          <w:noProof/>
          <w:color w:val="auto"/>
        </w:rPr>
        <w:t>)</w:t>
      </w:r>
      <w:r w:rsidRPr="00191994">
        <w:rPr>
          <w:noProof/>
          <w:webHidden/>
        </w:rPr>
        <w:tab/>
      </w:r>
      <w:r w:rsidRPr="00191994">
        <w:rPr>
          <w:noProof/>
          <w:webHidden/>
        </w:rPr>
        <w:tab/>
        <w:t>92</w:t>
      </w:r>
      <w:r w:rsidRPr="00191994">
        <w:rPr>
          <w:noProof/>
          <w:webHidden/>
        </w:rPr>
        <w:tab/>
        <w:t>17</w:t>
      </w:r>
    </w:p>
    <w:p w14:paraId="6DB72270"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rStyle w:val="af1"/>
          <w:noProof/>
          <w:color w:val="auto"/>
        </w:rPr>
        <w:tab/>
      </w:r>
      <w:r w:rsidRPr="00191994">
        <w:rPr>
          <w:rStyle w:val="af1"/>
          <w:noProof/>
          <w:color w:val="auto"/>
        </w:rPr>
        <w:tab/>
      </w:r>
      <w:r w:rsidRPr="00191994">
        <w:t>Будущее СПС</w:t>
      </w:r>
      <w:r w:rsidRPr="00191994">
        <w:rPr>
          <w:noProof/>
          <w:webHidden/>
        </w:rPr>
        <w:tab/>
      </w:r>
      <w:r w:rsidRPr="00191994">
        <w:rPr>
          <w:noProof/>
          <w:webHidden/>
        </w:rPr>
        <w:tab/>
        <w:t>93</w:t>
      </w:r>
      <w:r w:rsidRPr="00191994">
        <w:rPr>
          <w:noProof/>
          <w:webHidden/>
        </w:rPr>
        <w:tab/>
        <w:t>17</w:t>
      </w:r>
    </w:p>
    <w:p w14:paraId="25B10C6A" w14:textId="056DDAA0"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rStyle w:val="af1"/>
          <w:noProof/>
          <w:color w:val="auto"/>
        </w:rPr>
        <w:tab/>
        <w:t>X.</w:t>
      </w:r>
      <w:r w:rsidRPr="00191994">
        <w:rPr>
          <w:noProof/>
        </w:rPr>
        <w:tab/>
      </w:r>
      <w:r w:rsidRPr="00191994">
        <w:t>Энергетическая маркировка, хладагенты и</w:t>
      </w:r>
      <w:r w:rsidR="00B72BE3">
        <w:t xml:space="preserve"> </w:t>
      </w:r>
      <w:r w:rsidRPr="00191994">
        <w:t xml:space="preserve">вспенивающие вещества </w:t>
      </w:r>
      <w:r w:rsidRPr="00191994">
        <w:br/>
        <w:t>(пункт 9 повестки дня</w:t>
      </w:r>
      <w:r w:rsidRPr="00191994">
        <w:rPr>
          <w:rStyle w:val="af1"/>
          <w:noProof/>
          <w:color w:val="auto"/>
        </w:rPr>
        <w:t>)</w:t>
      </w:r>
      <w:r w:rsidRPr="00191994">
        <w:rPr>
          <w:noProof/>
          <w:webHidden/>
        </w:rPr>
        <w:tab/>
      </w:r>
      <w:r w:rsidRPr="00191994">
        <w:rPr>
          <w:noProof/>
          <w:webHidden/>
        </w:rPr>
        <w:tab/>
        <w:t>94</w:t>
      </w:r>
      <w:r w:rsidRPr="00191994">
        <w:rPr>
          <w:noProof/>
          <w:webHidden/>
        </w:rPr>
        <w:tab/>
        <w:t>17</w:t>
      </w:r>
    </w:p>
    <w:p w14:paraId="1435FD60"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rStyle w:val="af1"/>
          <w:noProof/>
          <w:color w:val="auto"/>
        </w:rPr>
        <w:tab/>
        <w:t>XI.</w:t>
      </w:r>
      <w:r w:rsidRPr="00191994">
        <w:rPr>
          <w:noProof/>
        </w:rPr>
        <w:tab/>
      </w:r>
      <w:r w:rsidRPr="00191994">
        <w:rPr>
          <w:bCs/>
        </w:rPr>
        <w:t>Программа работы</w:t>
      </w:r>
      <w:r w:rsidRPr="00191994">
        <w:t xml:space="preserve"> (пункт 10 повестки дня</w:t>
      </w:r>
      <w:r w:rsidRPr="00191994">
        <w:rPr>
          <w:rStyle w:val="af1"/>
          <w:noProof/>
          <w:color w:val="auto"/>
        </w:rPr>
        <w:t>)</w:t>
      </w:r>
      <w:r w:rsidRPr="00191994">
        <w:rPr>
          <w:noProof/>
          <w:webHidden/>
        </w:rPr>
        <w:tab/>
      </w:r>
      <w:r w:rsidRPr="00191994">
        <w:rPr>
          <w:noProof/>
          <w:webHidden/>
        </w:rPr>
        <w:tab/>
        <w:t>95–96</w:t>
      </w:r>
      <w:r w:rsidRPr="00191994">
        <w:rPr>
          <w:noProof/>
          <w:webHidden/>
        </w:rPr>
        <w:tab/>
        <w:t>17</w:t>
      </w:r>
    </w:p>
    <w:p w14:paraId="76460E8F"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rStyle w:val="af1"/>
          <w:color w:val="auto"/>
        </w:rPr>
      </w:pPr>
      <w:r w:rsidRPr="00191994">
        <w:rPr>
          <w:rStyle w:val="af1"/>
          <w:noProof/>
          <w:color w:val="auto"/>
        </w:rPr>
        <w:tab/>
      </w:r>
      <w:r w:rsidRPr="00191994">
        <w:rPr>
          <w:rStyle w:val="af1"/>
          <w:noProof/>
          <w:color w:val="auto"/>
        </w:rPr>
        <w:tab/>
      </w:r>
      <w:r w:rsidRPr="00191994">
        <w:t>Сроки проведения восьмидесятой сессии</w:t>
      </w:r>
      <w:r w:rsidRPr="00191994">
        <w:rPr>
          <w:rStyle w:val="af1"/>
          <w:webHidden/>
          <w:color w:val="auto"/>
        </w:rPr>
        <w:tab/>
      </w:r>
      <w:r w:rsidRPr="00191994">
        <w:rPr>
          <w:rStyle w:val="af1"/>
          <w:webHidden/>
          <w:color w:val="auto"/>
        </w:rPr>
        <w:tab/>
        <w:t>95–96</w:t>
      </w:r>
      <w:r w:rsidRPr="00191994">
        <w:rPr>
          <w:rStyle w:val="af1"/>
          <w:webHidden/>
          <w:color w:val="auto"/>
        </w:rPr>
        <w:tab/>
        <w:t>17</w:t>
      </w:r>
    </w:p>
    <w:p w14:paraId="78A9771C" w14:textId="7CD00218" w:rsidR="00225083" w:rsidRPr="009A786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rStyle w:val="af1"/>
          <w:noProof/>
          <w:color w:val="auto"/>
        </w:rPr>
        <w:tab/>
        <w:t>XII.</w:t>
      </w:r>
      <w:r w:rsidRPr="00191994">
        <w:rPr>
          <w:noProof/>
        </w:rPr>
        <w:tab/>
      </w:r>
      <w:r w:rsidRPr="00191994">
        <w:t>Выборы должностных лиц (пункт 11 повестки дня)</w:t>
      </w:r>
      <w:r w:rsidRPr="00191994">
        <w:rPr>
          <w:noProof/>
          <w:webHidden/>
        </w:rPr>
        <w:tab/>
      </w:r>
      <w:r w:rsidRPr="00191994">
        <w:rPr>
          <w:noProof/>
          <w:webHidden/>
        </w:rPr>
        <w:tab/>
        <w:t>97–99</w:t>
      </w:r>
      <w:r w:rsidRPr="00191994">
        <w:rPr>
          <w:noProof/>
          <w:webHidden/>
        </w:rPr>
        <w:tab/>
      </w:r>
      <w:r w:rsidR="009A7864" w:rsidRPr="009A7864">
        <w:rPr>
          <w:noProof/>
          <w:webHidden/>
        </w:rPr>
        <w:t>18</w:t>
      </w:r>
    </w:p>
    <w:p w14:paraId="184B746C"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webHidden/>
        </w:rPr>
      </w:pPr>
      <w:r w:rsidRPr="00191994">
        <w:rPr>
          <w:rStyle w:val="af1"/>
          <w:noProof/>
          <w:color w:val="auto"/>
        </w:rPr>
        <w:tab/>
        <w:t>XIII.</w:t>
      </w:r>
      <w:r w:rsidRPr="00191994">
        <w:rPr>
          <w:noProof/>
        </w:rPr>
        <w:tab/>
      </w:r>
      <w:r w:rsidRPr="00191994">
        <w:t>Прочие вопросы (пункт 12 повестки дня)</w:t>
      </w:r>
      <w:r w:rsidRPr="00191994">
        <w:rPr>
          <w:noProof/>
          <w:webHidden/>
        </w:rPr>
        <w:tab/>
      </w:r>
      <w:r w:rsidRPr="00191994">
        <w:rPr>
          <w:noProof/>
          <w:webHidden/>
        </w:rPr>
        <w:tab/>
        <w:t>100–102</w:t>
      </w:r>
      <w:r w:rsidRPr="00191994">
        <w:rPr>
          <w:noProof/>
          <w:webHidden/>
        </w:rPr>
        <w:tab/>
        <w:t>18</w:t>
      </w:r>
    </w:p>
    <w:p w14:paraId="21BE0178"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noProof/>
          <w:webHidden/>
        </w:rPr>
        <w:tab/>
      </w:r>
      <w:r w:rsidRPr="00191994">
        <w:rPr>
          <w:noProof/>
          <w:webHidden/>
        </w:rPr>
        <w:tab/>
      </w:r>
      <w:r w:rsidRPr="00191994">
        <w:rPr>
          <w:shd w:val="clear" w:color="auto" w:fill="FFFFFF"/>
        </w:rPr>
        <w:t>Периодичность проведения совещаний</w:t>
      </w:r>
      <w:r w:rsidRPr="00191994">
        <w:rPr>
          <w:noProof/>
        </w:rPr>
        <w:tab/>
      </w:r>
      <w:r w:rsidRPr="00191994">
        <w:rPr>
          <w:noProof/>
        </w:rPr>
        <w:tab/>
        <w:t>101</w:t>
      </w:r>
      <w:r w:rsidRPr="00191994">
        <w:rPr>
          <w:noProof/>
        </w:rPr>
        <w:tab/>
        <w:t>18</w:t>
      </w:r>
    </w:p>
    <w:p w14:paraId="114B0ED8"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rPr>
          <w:noProof/>
        </w:rPr>
      </w:pPr>
      <w:r w:rsidRPr="00191994">
        <w:rPr>
          <w:noProof/>
        </w:rPr>
        <w:tab/>
      </w:r>
      <w:r w:rsidRPr="00191994">
        <w:rPr>
          <w:noProof/>
        </w:rPr>
        <w:tab/>
      </w:r>
      <w:r w:rsidRPr="00191994">
        <w:t>Выражение признательности</w:t>
      </w:r>
      <w:r w:rsidRPr="00191994">
        <w:rPr>
          <w:noProof/>
        </w:rPr>
        <w:tab/>
      </w:r>
      <w:r w:rsidRPr="00191994">
        <w:rPr>
          <w:noProof/>
        </w:rPr>
        <w:tab/>
        <w:t>102</w:t>
      </w:r>
      <w:r w:rsidRPr="00191994">
        <w:rPr>
          <w:noProof/>
        </w:rPr>
        <w:tab/>
        <w:t>18</w:t>
      </w:r>
    </w:p>
    <w:p w14:paraId="07853B6E" w14:textId="77777777"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ind w:left="1134" w:hanging="1134"/>
      </w:pPr>
      <w:r w:rsidRPr="00191994">
        <w:rPr>
          <w:noProof/>
        </w:rPr>
        <w:tab/>
        <w:t>XIV.</w:t>
      </w:r>
      <w:r w:rsidRPr="00191994">
        <w:rPr>
          <w:noProof/>
        </w:rPr>
        <w:tab/>
      </w:r>
      <w:r w:rsidRPr="00191994">
        <w:t>Утверждение доклада (пункт 13 повестки дня)</w:t>
      </w:r>
      <w:r w:rsidRPr="00191994">
        <w:tab/>
      </w:r>
      <w:r w:rsidRPr="00191994">
        <w:tab/>
        <w:t>103–104</w:t>
      </w:r>
      <w:r w:rsidRPr="00191994">
        <w:tab/>
        <w:t>18</w:t>
      </w:r>
    </w:p>
    <w:p w14:paraId="1D459EF7" w14:textId="6268CC6B" w:rsidR="00225083" w:rsidRPr="00191994" w:rsidRDefault="00225083" w:rsidP="00225083">
      <w:pPr>
        <w:tabs>
          <w:tab w:val="right" w:pos="850"/>
          <w:tab w:val="left" w:pos="1134"/>
          <w:tab w:val="left" w:pos="1559"/>
          <w:tab w:val="left" w:pos="1984"/>
          <w:tab w:val="left" w:leader="dot" w:pos="7654"/>
          <w:tab w:val="right" w:pos="8929"/>
          <w:tab w:val="right" w:pos="9638"/>
        </w:tabs>
        <w:spacing w:after="120"/>
        <w:rPr>
          <w:noProof/>
        </w:rPr>
      </w:pPr>
      <w:r w:rsidRPr="00191994">
        <w:rPr>
          <w:rStyle w:val="af1"/>
          <w:noProof/>
          <w:color w:val="auto"/>
        </w:rPr>
        <w:tab/>
      </w:r>
      <w:r w:rsidRPr="00191994">
        <w:t xml:space="preserve">Приложение </w:t>
      </w:r>
      <w:r w:rsidRPr="00191994">
        <w:rPr>
          <w:rStyle w:val="af1"/>
          <w:noProof/>
          <w:color w:val="auto"/>
        </w:rPr>
        <w:t>I</w:t>
      </w:r>
    </w:p>
    <w:p w14:paraId="12F01F75" w14:textId="48D93685" w:rsidR="00225083" w:rsidRPr="00191994" w:rsidRDefault="00225083" w:rsidP="00863952">
      <w:pPr>
        <w:tabs>
          <w:tab w:val="right" w:pos="850"/>
          <w:tab w:val="left" w:pos="1134"/>
          <w:tab w:val="left" w:pos="1559"/>
          <w:tab w:val="left" w:pos="1984"/>
          <w:tab w:val="left" w:leader="dot" w:pos="8931"/>
          <w:tab w:val="right" w:pos="9638"/>
        </w:tabs>
        <w:spacing w:after="120"/>
        <w:ind w:left="1134" w:hanging="1134"/>
        <w:rPr>
          <w:noProof/>
        </w:rPr>
      </w:pPr>
      <w:r w:rsidRPr="00191994">
        <w:rPr>
          <w:rStyle w:val="af1"/>
          <w:noProof/>
          <w:color w:val="auto"/>
        </w:rPr>
        <w:tab/>
      </w:r>
      <w:r w:rsidRPr="00191994">
        <w:rPr>
          <w:noProof/>
        </w:rPr>
        <w:tab/>
      </w:r>
      <w:r w:rsidRPr="00191994">
        <w:t xml:space="preserve">Полный текст заявления Правительства, сделанного в ходе семьдесят </w:t>
      </w:r>
      <w:r w:rsidRPr="00191994">
        <w:br/>
        <w:t xml:space="preserve">девятой сессии Рабочей группы по перевозкам скоропортящихся </w:t>
      </w:r>
      <w:r w:rsidRPr="00191994">
        <w:br/>
        <w:t>пищевых продуктов</w:t>
      </w:r>
      <w:r w:rsidRPr="00191994">
        <w:rPr>
          <w:noProof/>
          <w:webHidden/>
        </w:rPr>
        <w:tab/>
      </w:r>
      <w:r w:rsidRPr="00191994">
        <w:rPr>
          <w:noProof/>
          <w:webHidden/>
        </w:rPr>
        <w:tab/>
        <w:t>19</w:t>
      </w:r>
    </w:p>
    <w:p w14:paraId="20F3880C" w14:textId="12F3A1E0" w:rsidR="00225083" w:rsidRPr="00191994" w:rsidRDefault="00225083" w:rsidP="00826405">
      <w:pPr>
        <w:tabs>
          <w:tab w:val="right" w:pos="850"/>
          <w:tab w:val="left" w:pos="1134"/>
          <w:tab w:val="left" w:pos="1559"/>
          <w:tab w:val="left" w:pos="1984"/>
          <w:tab w:val="left" w:leader="dot" w:pos="8931"/>
          <w:tab w:val="right" w:pos="9638"/>
        </w:tabs>
        <w:spacing w:after="120"/>
        <w:ind w:left="1134" w:hanging="1134"/>
        <w:rPr>
          <w:noProof/>
        </w:rPr>
      </w:pPr>
      <w:r w:rsidRPr="00826405">
        <w:tab/>
      </w:r>
      <w:r w:rsidRPr="00826405">
        <w:tab/>
      </w:r>
      <w:r w:rsidRPr="00191994">
        <w:rPr>
          <w:noProof/>
        </w:rPr>
        <w:t>Заявление Дании, сделанное в начале сессии</w:t>
      </w:r>
      <w:r w:rsidRPr="00191994">
        <w:rPr>
          <w:noProof/>
          <w:webHidden/>
        </w:rPr>
        <w:tab/>
      </w:r>
      <w:r w:rsidRPr="00191994">
        <w:rPr>
          <w:noProof/>
          <w:webHidden/>
        </w:rPr>
        <w:tab/>
        <w:t>19</w:t>
      </w:r>
    </w:p>
    <w:p w14:paraId="39B70535" w14:textId="77777777" w:rsidR="00225083" w:rsidRPr="00826405" w:rsidRDefault="00225083" w:rsidP="00826405">
      <w:pPr>
        <w:tabs>
          <w:tab w:val="right" w:pos="850"/>
          <w:tab w:val="left" w:pos="1134"/>
          <w:tab w:val="left" w:pos="1559"/>
          <w:tab w:val="left" w:pos="1984"/>
          <w:tab w:val="left" w:leader="dot" w:pos="8931"/>
          <w:tab w:val="right" w:pos="9638"/>
        </w:tabs>
        <w:spacing w:after="120"/>
        <w:ind w:left="1134" w:hanging="1134"/>
      </w:pPr>
      <w:r w:rsidRPr="00826405">
        <w:tab/>
      </w:r>
      <w:r w:rsidRPr="00191994">
        <w:rPr>
          <w:noProof/>
        </w:rPr>
        <w:t xml:space="preserve">Приложение </w:t>
      </w:r>
      <w:r w:rsidRPr="00826405">
        <w:t>II</w:t>
      </w:r>
    </w:p>
    <w:p w14:paraId="3D4F9BB8" w14:textId="2795B929" w:rsidR="00225083" w:rsidRPr="00191994" w:rsidRDefault="00225083" w:rsidP="00826405">
      <w:pPr>
        <w:tabs>
          <w:tab w:val="right" w:pos="850"/>
          <w:tab w:val="left" w:pos="1134"/>
          <w:tab w:val="left" w:pos="1559"/>
          <w:tab w:val="left" w:pos="1984"/>
          <w:tab w:val="left" w:leader="dot" w:pos="8931"/>
          <w:tab w:val="right" w:pos="9638"/>
        </w:tabs>
        <w:spacing w:after="120"/>
        <w:ind w:left="1134" w:hanging="1134"/>
        <w:rPr>
          <w:noProof/>
          <w:webHidden/>
        </w:rPr>
      </w:pPr>
      <w:r w:rsidRPr="00826405">
        <w:tab/>
      </w:r>
      <w:r w:rsidRPr="00191994">
        <w:rPr>
          <w:noProof/>
        </w:rPr>
        <w:tab/>
        <w:t>Предлагаемые поправки к СПС</w:t>
      </w:r>
      <w:r w:rsidRPr="00191994">
        <w:rPr>
          <w:noProof/>
          <w:webHidden/>
        </w:rPr>
        <w:tab/>
      </w:r>
      <w:r w:rsidRPr="00191994">
        <w:rPr>
          <w:noProof/>
          <w:webHidden/>
        </w:rPr>
        <w:tab/>
        <w:t>20</w:t>
      </w:r>
    </w:p>
    <w:p w14:paraId="3215B70A" w14:textId="77777777" w:rsidR="00225083" w:rsidRPr="00191994" w:rsidRDefault="00225083" w:rsidP="00826405">
      <w:pPr>
        <w:tabs>
          <w:tab w:val="right" w:pos="850"/>
          <w:tab w:val="left" w:pos="1134"/>
          <w:tab w:val="left" w:pos="1559"/>
          <w:tab w:val="left" w:pos="1984"/>
          <w:tab w:val="left" w:leader="dot" w:pos="8931"/>
          <w:tab w:val="right" w:pos="9638"/>
        </w:tabs>
        <w:spacing w:after="120"/>
        <w:ind w:left="1134" w:hanging="1134"/>
        <w:rPr>
          <w:noProof/>
          <w:webHidden/>
        </w:rPr>
      </w:pPr>
      <w:r w:rsidRPr="00191994">
        <w:rPr>
          <w:noProof/>
        </w:rPr>
        <w:t xml:space="preserve">Приложение </w:t>
      </w:r>
      <w:r w:rsidRPr="00191994">
        <w:rPr>
          <w:noProof/>
          <w:webHidden/>
        </w:rPr>
        <w:t>III</w:t>
      </w:r>
    </w:p>
    <w:p w14:paraId="061BC245" w14:textId="35ED28DF" w:rsidR="00225083" w:rsidRPr="00191994" w:rsidRDefault="00225083" w:rsidP="00826405">
      <w:pPr>
        <w:tabs>
          <w:tab w:val="right" w:pos="850"/>
          <w:tab w:val="left" w:pos="1134"/>
          <w:tab w:val="left" w:pos="1559"/>
          <w:tab w:val="left" w:pos="1984"/>
          <w:tab w:val="left" w:leader="dot" w:pos="8931"/>
          <w:tab w:val="right" w:pos="9638"/>
        </w:tabs>
        <w:spacing w:after="120"/>
        <w:ind w:left="1134" w:hanging="1134"/>
        <w:rPr>
          <w:noProof/>
        </w:rPr>
      </w:pPr>
      <w:r w:rsidRPr="00191994">
        <w:rPr>
          <w:noProof/>
          <w:webHidden/>
        </w:rPr>
        <w:tab/>
      </w:r>
      <w:r w:rsidRPr="00191994">
        <w:rPr>
          <w:noProof/>
          <w:webHidden/>
        </w:rPr>
        <w:tab/>
      </w:r>
      <w:r w:rsidRPr="00191994">
        <w:rPr>
          <w:noProof/>
        </w:rPr>
        <w:t>Добавления к Справочнику СПС</w:t>
      </w:r>
      <w:r w:rsidRPr="00191994">
        <w:rPr>
          <w:noProof/>
        </w:rPr>
        <w:tab/>
      </w:r>
      <w:r w:rsidRPr="00191994">
        <w:rPr>
          <w:noProof/>
        </w:rPr>
        <w:tab/>
        <w:t>23</w:t>
      </w:r>
    </w:p>
    <w:p w14:paraId="71F8770D" w14:textId="77777777" w:rsidR="00225083" w:rsidRPr="00191994" w:rsidRDefault="00225083" w:rsidP="00225083">
      <w:pPr>
        <w:spacing w:before="120"/>
        <w:rPr>
          <w:b/>
          <w:sz w:val="28"/>
          <w:szCs w:val="28"/>
        </w:rPr>
      </w:pPr>
      <w:r w:rsidRPr="00191994">
        <w:rPr>
          <w:b/>
          <w:sz w:val="28"/>
          <w:szCs w:val="28"/>
        </w:rPr>
        <w:br w:type="page"/>
      </w:r>
    </w:p>
    <w:p w14:paraId="63FC3172" w14:textId="77777777" w:rsidR="00225083" w:rsidRPr="00191994" w:rsidRDefault="00225083" w:rsidP="00225083">
      <w:pPr>
        <w:pStyle w:val="HChG"/>
        <w:rPr>
          <w:bCs/>
          <w:szCs w:val="24"/>
        </w:rPr>
      </w:pPr>
      <w:r w:rsidRPr="00191994">
        <w:rPr>
          <w:szCs w:val="24"/>
        </w:rPr>
        <w:lastRenderedPageBreak/>
        <w:tab/>
      </w:r>
      <w:bookmarkStart w:id="1" w:name="_Toc401568633"/>
      <w:r w:rsidRPr="00191994">
        <w:rPr>
          <w:szCs w:val="24"/>
        </w:rPr>
        <w:t>I.</w:t>
      </w:r>
      <w:r w:rsidRPr="00191994">
        <w:rPr>
          <w:szCs w:val="24"/>
        </w:rPr>
        <w:tab/>
      </w:r>
      <w:bookmarkEnd w:id="1"/>
      <w:r w:rsidRPr="00191994">
        <w:rPr>
          <w:szCs w:val="28"/>
        </w:rPr>
        <w:t>Участники</w:t>
      </w:r>
    </w:p>
    <w:p w14:paraId="5D01C8D7" w14:textId="7CED3298" w:rsidR="00225083" w:rsidRPr="00191994" w:rsidRDefault="00225083" w:rsidP="00225083">
      <w:pPr>
        <w:pStyle w:val="SingleTxtG"/>
      </w:pPr>
      <w:r w:rsidRPr="00191994">
        <w:t>1.</w:t>
      </w:r>
      <w:r w:rsidRPr="00191994">
        <w:tab/>
      </w:r>
      <w:r w:rsidRPr="00191994">
        <w:rPr>
          <w:shd w:val="clear" w:color="auto" w:fill="FFFFFF"/>
        </w:rPr>
        <w:t xml:space="preserve">Семьдесят девятая сессия Рабочей группы по перевозкам скоропортящихся пищевых продуктов Европейской экономической комиссии Организации Объединенных Наций состоялась 25–28 октября 2022 года; функции Председателя сессии исполнял г-н K. де Путтер (Нидерланды), а заместителя Председателя — </w:t>
      </w:r>
      <w:r w:rsidR="00350589">
        <w:rPr>
          <w:shd w:val="clear" w:color="auto" w:fill="FFFFFF"/>
        </w:rPr>
        <w:br/>
      </w:r>
      <w:r w:rsidRPr="00191994">
        <w:rPr>
          <w:shd w:val="clear" w:color="auto" w:fill="FFFFFF"/>
        </w:rPr>
        <w:t>г-н Ж. М. Бонналь (Франция).</w:t>
      </w:r>
    </w:p>
    <w:p w14:paraId="2882C58F" w14:textId="77777777" w:rsidR="00225083" w:rsidRPr="00191994" w:rsidRDefault="00225083" w:rsidP="00225083">
      <w:pPr>
        <w:pStyle w:val="SingleTxtG"/>
        <w:rPr>
          <w:shd w:val="clear" w:color="auto" w:fill="FFFFFF"/>
        </w:rPr>
      </w:pPr>
      <w:r w:rsidRPr="00191994">
        <w:rPr>
          <w:shd w:val="clear" w:color="auto" w:fill="FFFFFF"/>
        </w:rPr>
        <w:t>2.</w:t>
      </w:r>
      <w:r w:rsidRPr="00191994">
        <w:rPr>
          <w:shd w:val="clear" w:color="auto" w:fill="FFFFFF"/>
        </w:rPr>
        <w:tab/>
        <w:t>В работе сессии приняли участие представители следующих стран: Австрии, Германии, Дании, Испании, Италии, Кыргызстана, Люксембурга, Нидерландов, Польши, Российской Федерации, Словении, Соединенного Королевства Великобритании и Северной Ирландии, Соединенных Штатов Америки, Турции, Финляндии, Франции, Хорватии и Чешской Республики.</w:t>
      </w:r>
    </w:p>
    <w:p w14:paraId="3BE1D68A" w14:textId="77777777" w:rsidR="00225083" w:rsidRPr="00191994" w:rsidRDefault="00225083" w:rsidP="00225083">
      <w:pPr>
        <w:pStyle w:val="SingleTxtG"/>
      </w:pPr>
      <w:r w:rsidRPr="00191994">
        <w:rPr>
          <w:shd w:val="clear" w:color="auto" w:fill="FFFFFF"/>
        </w:rPr>
        <w:t>3.</w:t>
      </w:r>
      <w:r w:rsidRPr="00191994">
        <w:rPr>
          <w:shd w:val="clear" w:color="auto" w:fill="FFFFFF"/>
        </w:rPr>
        <w:tab/>
        <w:t>Кроме того, в ее работе участвовали представители межправительственной организации «Международный институт холода» (МИХ) и следующих неправительственных организаций: Международной ассоциации изготовителей автомобильных кузовов и прицепов (МАИАКП) и международной федерации «Трансфригорут интернэшнл» (TИ).</w:t>
      </w:r>
    </w:p>
    <w:p w14:paraId="61F052EF" w14:textId="77777777" w:rsidR="00225083" w:rsidRPr="00191994" w:rsidRDefault="00225083" w:rsidP="00225083">
      <w:pPr>
        <w:pStyle w:val="HChG"/>
        <w:rPr>
          <w:caps/>
        </w:rPr>
      </w:pPr>
      <w:r w:rsidRPr="00191994">
        <w:tab/>
      </w:r>
      <w:bookmarkStart w:id="2" w:name="_Toc401568230"/>
      <w:bookmarkStart w:id="3" w:name="_Toc401568635"/>
      <w:r w:rsidRPr="00191994">
        <w:t>II.</w:t>
      </w:r>
      <w:r w:rsidRPr="00191994">
        <w:tab/>
      </w:r>
      <w:bookmarkEnd w:id="2"/>
      <w:bookmarkEnd w:id="3"/>
      <w:r w:rsidRPr="00191994">
        <w:rPr>
          <w:szCs w:val="28"/>
        </w:rPr>
        <w:t>Утверждение повестки дня (пункт 1 повестки дня</w:t>
      </w:r>
      <w:r w:rsidRPr="00191994">
        <w:t>)</w:t>
      </w:r>
    </w:p>
    <w:p w14:paraId="0956548C" w14:textId="23A7B1F9" w:rsidR="00225083" w:rsidRPr="00191994" w:rsidRDefault="00225083" w:rsidP="00E72EB9">
      <w:pPr>
        <w:pStyle w:val="SingleTxtG"/>
      </w:pPr>
      <w:r w:rsidRPr="00191994">
        <w:rPr>
          <w:i/>
        </w:rPr>
        <w:t>Документы</w:t>
      </w:r>
      <w:r w:rsidRPr="00291333">
        <w:t>:</w:t>
      </w:r>
      <w:r w:rsidRPr="00291333">
        <w:tab/>
      </w:r>
      <w:r w:rsidRPr="00291333">
        <w:tab/>
      </w:r>
      <w:r w:rsidRPr="00191994">
        <w:rPr>
          <w:lang w:val="en-US"/>
        </w:rPr>
        <w:t>ECE</w:t>
      </w:r>
      <w:r w:rsidRPr="00291333">
        <w:t>/</w:t>
      </w:r>
      <w:r w:rsidRPr="00191994">
        <w:rPr>
          <w:lang w:val="en-US"/>
        </w:rPr>
        <w:t>TRANS</w:t>
      </w:r>
      <w:r w:rsidRPr="00291333">
        <w:t>/</w:t>
      </w:r>
      <w:r w:rsidRPr="00191994">
        <w:rPr>
          <w:lang w:val="en-US"/>
        </w:rPr>
        <w:t>WP</w:t>
      </w:r>
      <w:r w:rsidRPr="00291333">
        <w:t>.11/248</w:t>
      </w:r>
      <w:r w:rsidR="00E72EB9" w:rsidRPr="00291333">
        <w:br/>
      </w:r>
      <w:r w:rsidR="00E72EB9" w:rsidRPr="00291333">
        <w:tab/>
      </w:r>
      <w:r w:rsidRPr="00291333">
        <w:tab/>
      </w:r>
      <w:r w:rsidRPr="00291333">
        <w:tab/>
      </w:r>
      <w:r w:rsidRPr="00191994">
        <w:rPr>
          <w:lang w:val="en-US"/>
        </w:rPr>
        <w:t>ECE</w:t>
      </w:r>
      <w:r w:rsidRPr="00291333">
        <w:t>/</w:t>
      </w:r>
      <w:r w:rsidRPr="00191994">
        <w:rPr>
          <w:lang w:val="en-US"/>
        </w:rPr>
        <w:t>TRANS</w:t>
      </w:r>
      <w:r w:rsidRPr="00291333">
        <w:t>/</w:t>
      </w:r>
      <w:r w:rsidRPr="00191994">
        <w:rPr>
          <w:lang w:val="en-US"/>
        </w:rPr>
        <w:t>WP</w:t>
      </w:r>
      <w:r w:rsidRPr="00291333">
        <w:t>.11/248/</w:t>
      </w:r>
      <w:r w:rsidRPr="00191994">
        <w:rPr>
          <w:lang w:val="en-US"/>
        </w:rPr>
        <w:t>Add</w:t>
      </w:r>
      <w:r w:rsidRPr="00291333">
        <w:t>.1</w:t>
      </w:r>
      <w:r w:rsidR="00E72EB9" w:rsidRPr="00291333">
        <w:br/>
      </w:r>
      <w:r w:rsidRPr="00291333">
        <w:rPr>
          <w:i/>
        </w:rPr>
        <w:tab/>
      </w:r>
      <w:r w:rsidRPr="00291333">
        <w:tab/>
      </w:r>
      <w:r w:rsidRPr="00291333">
        <w:tab/>
      </w:r>
      <w:r w:rsidRPr="00191994">
        <w:t xml:space="preserve">неофициальный документ </w:t>
      </w:r>
      <w:r w:rsidRPr="00191994">
        <w:rPr>
          <w:lang w:val="en-US"/>
        </w:rPr>
        <w:t>INF</w:t>
      </w:r>
      <w:r w:rsidRPr="00191994">
        <w:t>.1 (секретариат)</w:t>
      </w:r>
    </w:p>
    <w:p w14:paraId="4FF628D2" w14:textId="77777777" w:rsidR="00225083" w:rsidRPr="00191994" w:rsidRDefault="00225083" w:rsidP="00225083">
      <w:pPr>
        <w:pStyle w:val="SingleTxtG"/>
      </w:pPr>
      <w:r w:rsidRPr="00191994">
        <w:t>4.</w:t>
      </w:r>
      <w:r w:rsidRPr="00191994">
        <w:tab/>
      </w:r>
      <w:r w:rsidRPr="00191994">
        <w:rPr>
          <w:shd w:val="clear" w:color="auto" w:fill="FFFFFF"/>
        </w:rPr>
        <w:t>Предварительная повестка дня (ECE/TRANS/WP.11/248 и -/Add.1) была утверждена с поправками, содержащимися в неофициальном документе INF.1, с целью учета неофициальных документов INF.1–INF.10.</w:t>
      </w:r>
    </w:p>
    <w:p w14:paraId="3188CF57" w14:textId="77777777" w:rsidR="00225083" w:rsidRPr="00191994" w:rsidRDefault="00225083" w:rsidP="00225083">
      <w:pPr>
        <w:pStyle w:val="HChG"/>
      </w:pPr>
      <w:r w:rsidRPr="00191994">
        <w:tab/>
        <w:t>III.</w:t>
      </w:r>
      <w:r w:rsidRPr="00191994">
        <w:tab/>
        <w:t>Деятельность органов ЕЭК, представляющая интерес для Рабочей группы (пункт 2 повестки дня)</w:t>
      </w:r>
    </w:p>
    <w:p w14:paraId="68870848" w14:textId="77777777" w:rsidR="00225083" w:rsidRPr="00191994" w:rsidRDefault="00225083" w:rsidP="00225083">
      <w:pPr>
        <w:pStyle w:val="H1G"/>
      </w:pPr>
      <w:r w:rsidRPr="00191994">
        <w:tab/>
        <w:t>A.</w:t>
      </w:r>
      <w:r w:rsidRPr="00191994">
        <w:tab/>
        <w:t>Комитет по внутреннему транспорту</w:t>
      </w:r>
    </w:p>
    <w:p w14:paraId="1F559D88" w14:textId="32BAFA0A" w:rsidR="00225083" w:rsidRPr="00191994" w:rsidRDefault="00225083" w:rsidP="00225083">
      <w:pPr>
        <w:pStyle w:val="SingleTxtG"/>
      </w:pPr>
      <w:r w:rsidRPr="00191994">
        <w:t>5.</w:t>
      </w:r>
      <w:r w:rsidRPr="00191994">
        <w:tab/>
      </w:r>
      <w:r w:rsidRPr="00191994">
        <w:rPr>
          <w:shd w:val="clear" w:color="auto" w:fill="FFFFFF"/>
        </w:rPr>
        <w:t xml:space="preserve">Рабочая группа приняла к сведению пункты 114–116 доклада о работе восемьдесят четвертой сессии Комитета по внутреннему транспорту (КВТ) </w:t>
      </w:r>
      <w:r w:rsidR="00350589">
        <w:rPr>
          <w:shd w:val="clear" w:color="auto" w:fill="FFFFFF"/>
        </w:rPr>
        <w:br/>
      </w:r>
      <w:r w:rsidRPr="00191994">
        <w:rPr>
          <w:shd w:val="clear" w:color="auto" w:fill="FFFFFF"/>
        </w:rPr>
        <w:t>(22–25 февраля 2022 года) (ECE/TRANS/316).</w:t>
      </w:r>
    </w:p>
    <w:p w14:paraId="3289290C" w14:textId="77777777" w:rsidR="00225083" w:rsidRPr="00191994" w:rsidRDefault="00225083" w:rsidP="00225083">
      <w:pPr>
        <w:pStyle w:val="H1G"/>
        <w:rPr>
          <w:szCs w:val="24"/>
        </w:rPr>
      </w:pPr>
      <w:r w:rsidRPr="00191994">
        <w:tab/>
      </w:r>
      <w:r w:rsidRPr="00191994">
        <w:rPr>
          <w:szCs w:val="24"/>
        </w:rPr>
        <w:t>B.</w:t>
      </w:r>
      <w:r w:rsidRPr="00191994">
        <w:rPr>
          <w:szCs w:val="24"/>
        </w:rPr>
        <w:tab/>
      </w:r>
      <w:r w:rsidRPr="00191994">
        <w:rPr>
          <w:szCs w:val="24"/>
          <w:shd w:val="clear" w:color="auto" w:fill="FFFFFF"/>
        </w:rPr>
        <w:t>Рабочая группа по сельскохозяйственным стандартам качества</w:t>
      </w:r>
    </w:p>
    <w:p w14:paraId="52F88581" w14:textId="77777777" w:rsidR="00225083" w:rsidRPr="00191994" w:rsidRDefault="00225083" w:rsidP="00225083">
      <w:pPr>
        <w:pStyle w:val="SingleTxtG"/>
        <w:rPr>
          <w:shd w:val="clear" w:color="auto" w:fill="FFFFFF"/>
        </w:rPr>
      </w:pPr>
      <w:r w:rsidRPr="00191994">
        <w:t>6.</w:t>
      </w:r>
      <w:r w:rsidRPr="00191994">
        <w:tab/>
      </w:r>
      <w:r w:rsidRPr="00191994">
        <w:rPr>
          <w:shd w:val="clear" w:color="auto" w:fill="FFFFFF"/>
        </w:rPr>
        <w:t>Для WP.11 представляют интерес следующие мероприятия Рабочей группы по сельскохозяйственным стандартам качества (WP.7), которые проводились/будут проводиться во втором полугодии 2022 года:</w:t>
      </w:r>
    </w:p>
    <w:p w14:paraId="23267F08" w14:textId="4A171F2F" w:rsidR="00225083" w:rsidRPr="00191994" w:rsidRDefault="00225083" w:rsidP="00225083">
      <w:pPr>
        <w:pStyle w:val="Bullet1G"/>
        <w:numPr>
          <w:ilvl w:val="0"/>
          <w:numId w:val="0"/>
        </w:numPr>
        <w:tabs>
          <w:tab w:val="left" w:pos="1701"/>
        </w:tabs>
        <w:ind w:left="1701" w:hanging="170"/>
      </w:pPr>
      <w:r w:rsidRPr="00191994">
        <w:t>•</w:t>
      </w:r>
      <w:r w:rsidRPr="00191994">
        <w:tab/>
      </w:r>
      <w:r w:rsidRPr="00191994">
        <w:rPr>
          <w:shd w:val="clear" w:color="auto" w:fill="FFFFFF"/>
        </w:rPr>
        <w:t>тридцатая сессия Специализированной секции по разработке стандартов на мясо (GE.11), 28–30 сентября 2022 года, Женева, Швейцария;</w:t>
      </w:r>
    </w:p>
    <w:p w14:paraId="16E40F3B" w14:textId="77777777" w:rsidR="00225083" w:rsidRPr="00191994" w:rsidRDefault="00225083" w:rsidP="00225083">
      <w:pPr>
        <w:pStyle w:val="Bullet1G"/>
        <w:numPr>
          <w:ilvl w:val="0"/>
          <w:numId w:val="0"/>
        </w:numPr>
        <w:tabs>
          <w:tab w:val="left" w:pos="1701"/>
        </w:tabs>
        <w:ind w:left="1701" w:hanging="170"/>
      </w:pPr>
      <w:r w:rsidRPr="00191994">
        <w:t>•</w:t>
      </w:r>
      <w:r w:rsidRPr="00191994">
        <w:tab/>
      </w:r>
      <w:r w:rsidRPr="00191994">
        <w:rPr>
          <w:shd w:val="clear" w:color="auto" w:fill="FFFFFF"/>
        </w:rPr>
        <w:t>семьдесят седьмая сессия Рабочей группы по сельскохозяйственным стандартам качества (WP.7), 15–17 ноября 2022 года, Женева, Швейцария</w:t>
      </w:r>
      <w:r w:rsidRPr="00191994">
        <w:t>.</w:t>
      </w:r>
    </w:p>
    <w:p w14:paraId="4628FC30" w14:textId="3124D734" w:rsidR="00225083" w:rsidRPr="00191994" w:rsidRDefault="00225083" w:rsidP="00225083">
      <w:pPr>
        <w:pStyle w:val="SingleTxtG"/>
        <w:rPr>
          <w:spacing w:val="-3"/>
          <w:lang w:val="en-US"/>
        </w:rPr>
      </w:pPr>
      <w:r w:rsidRPr="00191994">
        <w:rPr>
          <w:spacing w:val="-3"/>
        </w:rPr>
        <w:t>7.</w:t>
      </w:r>
      <w:r w:rsidRPr="00191994">
        <w:rPr>
          <w:spacing w:val="-3"/>
        </w:rPr>
        <w:tab/>
      </w:r>
      <w:r w:rsidRPr="00191994">
        <w:rPr>
          <w:shd w:val="clear" w:color="auto" w:fill="FFFFFF"/>
        </w:rPr>
        <w:t xml:space="preserve">Новейший инструмент ЕЭК ООН по борьбе с продовольственными потерями и пищевыми отходами см. </w:t>
      </w:r>
      <w:r w:rsidRPr="00191994">
        <w:rPr>
          <w:shd w:val="clear" w:color="auto" w:fill="FFFFFF"/>
          <w:lang w:val="en-US"/>
        </w:rPr>
        <w:t xml:space="preserve">URL: </w:t>
      </w:r>
      <w:hyperlink r:id="rId8" w:history="1">
        <w:r w:rsidR="00350589" w:rsidRPr="002378E8">
          <w:rPr>
            <w:rStyle w:val="af1"/>
            <w:shd w:val="clear" w:color="auto" w:fill="FFFFFF"/>
            <w:lang w:val="en-US"/>
          </w:rPr>
          <w:t>https://unece.org/trade/wp7/food-loss-and-waste</w:t>
        </w:r>
      </w:hyperlink>
      <w:r w:rsidRPr="00191994">
        <w:rPr>
          <w:shd w:val="clear" w:color="auto" w:fill="FFFFFF"/>
          <w:lang w:val="en-US"/>
        </w:rPr>
        <w:t>.</w:t>
      </w:r>
    </w:p>
    <w:p w14:paraId="2D5F884B" w14:textId="7F84278B" w:rsidR="00225083" w:rsidRPr="00191994" w:rsidRDefault="00225083" w:rsidP="00225083">
      <w:pPr>
        <w:pStyle w:val="SingleTxtG"/>
        <w:rPr>
          <w:spacing w:val="-3"/>
        </w:rPr>
      </w:pPr>
      <w:r w:rsidRPr="00191994">
        <w:rPr>
          <w:spacing w:val="-3"/>
        </w:rPr>
        <w:t>8.</w:t>
      </w:r>
      <w:r w:rsidRPr="00191994">
        <w:rPr>
          <w:spacing w:val="-3"/>
        </w:rPr>
        <w:tab/>
      </w:r>
      <w:r w:rsidRPr="00191994">
        <w:rPr>
          <w:shd w:val="clear" w:color="auto" w:fill="FFFFFF"/>
        </w:rPr>
        <w:t xml:space="preserve">Более подробную информацию об этих и других мероприятиях см. веб-сайт WP.7, URL: </w:t>
      </w:r>
      <w:hyperlink r:id="rId9" w:history="1">
        <w:r w:rsidR="00350589" w:rsidRPr="002378E8">
          <w:rPr>
            <w:rStyle w:val="af1"/>
            <w:shd w:val="clear" w:color="auto" w:fill="FFFFFF"/>
          </w:rPr>
          <w:t>https://unece.org/trade/working-party-agricultural-quality-standards-wp7</w:t>
        </w:r>
      </w:hyperlink>
      <w:r w:rsidRPr="00191994">
        <w:rPr>
          <w:spacing w:val="-3"/>
        </w:rPr>
        <w:t>.</w:t>
      </w:r>
    </w:p>
    <w:p w14:paraId="44FC6A54" w14:textId="2A0A57B0" w:rsidR="00225083" w:rsidRPr="00191994" w:rsidRDefault="00225083" w:rsidP="00E72EB9">
      <w:pPr>
        <w:pStyle w:val="SingleTxtG"/>
      </w:pPr>
      <w:bookmarkStart w:id="4" w:name="_Toc103001667"/>
      <w:r w:rsidRPr="00191994">
        <w:br w:type="page"/>
      </w:r>
    </w:p>
    <w:p w14:paraId="2288047D" w14:textId="77777777" w:rsidR="00225083" w:rsidRPr="00191994" w:rsidRDefault="00225083" w:rsidP="00225083">
      <w:pPr>
        <w:pStyle w:val="HChG"/>
      </w:pPr>
      <w:r w:rsidRPr="00191994">
        <w:lastRenderedPageBreak/>
        <w:tab/>
        <w:t>IV.</w:t>
      </w:r>
      <w:r w:rsidRPr="00191994">
        <w:tab/>
      </w:r>
      <w:r w:rsidRPr="00191994">
        <w:rPr>
          <w:szCs w:val="28"/>
        </w:rPr>
        <w:t>Деятельность других международных организаций, занимающихся вопросами, которые представляют интерес для Рабочей группы (пункт 3 повестки дня</w:t>
      </w:r>
      <w:r w:rsidRPr="00191994">
        <w:t>)</w:t>
      </w:r>
      <w:bookmarkEnd w:id="4"/>
    </w:p>
    <w:p w14:paraId="5720FF6F" w14:textId="77777777" w:rsidR="00225083" w:rsidRPr="00191994" w:rsidRDefault="00225083" w:rsidP="00225083">
      <w:pPr>
        <w:pStyle w:val="H1G"/>
        <w:rPr>
          <w:szCs w:val="24"/>
        </w:rPr>
      </w:pPr>
      <w:r w:rsidRPr="00191994">
        <w:tab/>
      </w:r>
      <w:bookmarkStart w:id="5" w:name="_Toc103001668"/>
      <w:r w:rsidRPr="00191994">
        <w:rPr>
          <w:szCs w:val="24"/>
        </w:rPr>
        <w:t>A.</w:t>
      </w:r>
      <w:r w:rsidRPr="00191994">
        <w:rPr>
          <w:szCs w:val="24"/>
        </w:rPr>
        <w:tab/>
        <w:t>Международный институт холода (МИХ)</w:t>
      </w:r>
    </w:p>
    <w:p w14:paraId="27F41EDE" w14:textId="15193CF7" w:rsidR="00225083" w:rsidRPr="00191994" w:rsidRDefault="00225083" w:rsidP="00E72EB9">
      <w:pPr>
        <w:pStyle w:val="SingleTxtG"/>
        <w:ind w:left="2828" w:hanging="1694"/>
        <w:jc w:val="left"/>
      </w:pPr>
      <w:r w:rsidRPr="00191994">
        <w:rPr>
          <w:i/>
          <w:iCs/>
        </w:rPr>
        <w:t>Документ:</w:t>
      </w:r>
      <w:r w:rsidRPr="00191994">
        <w:rPr>
          <w:i/>
          <w:iCs/>
        </w:rPr>
        <w:tab/>
      </w:r>
      <w:r w:rsidR="00E72EB9">
        <w:rPr>
          <w:i/>
          <w:iCs/>
        </w:rPr>
        <w:tab/>
      </w:r>
      <w:r w:rsidRPr="00191994">
        <w:rPr>
          <w:shd w:val="clear" w:color="auto" w:fill="FFFFFF"/>
        </w:rPr>
        <w:t xml:space="preserve">неофициальный документ INF.4 </w:t>
      </w:r>
      <w:r w:rsidR="00E72EB9">
        <w:rPr>
          <w:shd w:val="clear" w:color="auto" w:fill="FFFFFF"/>
        </w:rPr>
        <w:br/>
      </w:r>
      <w:r w:rsidRPr="00191994">
        <w:rPr>
          <w:shd w:val="clear" w:color="auto" w:fill="FFFFFF"/>
        </w:rPr>
        <w:t>(Международный институт холода)</w:t>
      </w:r>
    </w:p>
    <w:p w14:paraId="5B50E072" w14:textId="77777777" w:rsidR="00225083" w:rsidRPr="00191994" w:rsidRDefault="00225083" w:rsidP="00225083">
      <w:pPr>
        <w:pStyle w:val="SingleTxtG"/>
      </w:pPr>
      <w:r w:rsidRPr="00191994">
        <w:t>9.</w:t>
      </w:r>
      <w:r w:rsidRPr="00191994">
        <w:tab/>
      </w:r>
      <w:r w:rsidRPr="00191994">
        <w:rPr>
          <w:shd w:val="clear" w:color="auto" w:fill="FFFFFF"/>
        </w:rPr>
        <w:t>Рабочая группа была проинформирована о результатах совещания Подкомиссии МИХ по перевозкам холодильным транспортом (CEРTE), которое проводилось в формате видеоконференции 17 мая 2022 года.</w:t>
      </w:r>
    </w:p>
    <w:p w14:paraId="48BF5F4A" w14:textId="77777777" w:rsidR="00225083" w:rsidRPr="00191994" w:rsidRDefault="00225083" w:rsidP="00225083">
      <w:pPr>
        <w:pStyle w:val="SingleTxtG"/>
      </w:pPr>
      <w:r w:rsidRPr="00191994">
        <w:t>10.</w:t>
      </w:r>
      <w:r w:rsidRPr="00191994">
        <w:tab/>
      </w:r>
      <w:r w:rsidRPr="00191994">
        <w:rPr>
          <w:shd w:val="clear" w:color="auto" w:fill="FFFFFF"/>
        </w:rPr>
        <w:t>Следующее совещание СЕРТЕ намечено провести 18–19 апреля 2023 года.</w:t>
      </w:r>
    </w:p>
    <w:bookmarkEnd w:id="5"/>
    <w:p w14:paraId="70B7669B" w14:textId="77777777" w:rsidR="00225083" w:rsidRPr="00191994" w:rsidRDefault="00225083" w:rsidP="00225083">
      <w:pPr>
        <w:pStyle w:val="H1G"/>
      </w:pPr>
      <w:r w:rsidRPr="00191994">
        <w:tab/>
      </w:r>
      <w:bookmarkStart w:id="6" w:name="_Toc103001669"/>
      <w:r w:rsidRPr="00191994">
        <w:rPr>
          <w:lang w:val="fr-CH"/>
        </w:rPr>
        <w:t>B</w:t>
      </w:r>
      <w:r w:rsidRPr="00191994">
        <w:t>.</w:t>
      </w:r>
      <w:r w:rsidRPr="00191994">
        <w:tab/>
      </w:r>
      <w:r w:rsidRPr="00191994">
        <w:rPr>
          <w:szCs w:val="24"/>
        </w:rPr>
        <w:t>«Трансфригорут интернэшнл»</w:t>
      </w:r>
    </w:p>
    <w:p w14:paraId="46E84883" w14:textId="044485AF" w:rsidR="00225083" w:rsidRPr="00191994" w:rsidRDefault="00225083" w:rsidP="00E72EB9">
      <w:pPr>
        <w:pStyle w:val="SingleTxtG"/>
        <w:ind w:left="2829" w:hanging="1695"/>
        <w:jc w:val="left"/>
      </w:pPr>
      <w:r w:rsidRPr="00191994">
        <w:rPr>
          <w:i/>
          <w:iCs/>
        </w:rPr>
        <w:t xml:space="preserve">Документ: </w:t>
      </w:r>
      <w:r w:rsidRPr="00191994">
        <w:rPr>
          <w:i/>
          <w:iCs/>
        </w:rPr>
        <w:tab/>
      </w:r>
      <w:r w:rsidRPr="00191994">
        <w:rPr>
          <w:i/>
          <w:iCs/>
        </w:rPr>
        <w:tab/>
      </w:r>
      <w:r w:rsidRPr="00191994">
        <w:rPr>
          <w:shd w:val="clear" w:color="auto" w:fill="FFFFFF"/>
        </w:rPr>
        <w:t xml:space="preserve">неофициальный документ </w:t>
      </w:r>
      <w:r w:rsidRPr="00191994">
        <w:rPr>
          <w:shd w:val="clear" w:color="auto" w:fill="FFFFFF"/>
          <w:lang w:val="fr-CH"/>
        </w:rPr>
        <w:t>INF</w:t>
      </w:r>
      <w:r w:rsidRPr="00191994">
        <w:rPr>
          <w:shd w:val="clear" w:color="auto" w:fill="FFFFFF"/>
        </w:rPr>
        <w:t xml:space="preserve">.5 </w:t>
      </w:r>
      <w:r w:rsidR="00E72EB9">
        <w:rPr>
          <w:shd w:val="clear" w:color="auto" w:fill="FFFFFF"/>
        </w:rPr>
        <w:br/>
      </w:r>
      <w:r w:rsidRPr="00191994">
        <w:rPr>
          <w:shd w:val="clear" w:color="auto" w:fill="FFFFFF"/>
        </w:rPr>
        <w:t>(«Трансфригорут интернэшнл»)</w:t>
      </w:r>
    </w:p>
    <w:p w14:paraId="58329B56" w14:textId="77777777" w:rsidR="00225083" w:rsidRPr="00191994" w:rsidRDefault="00225083" w:rsidP="00225083">
      <w:pPr>
        <w:pStyle w:val="SingleTxtG"/>
      </w:pPr>
      <w:r w:rsidRPr="00191994">
        <w:t>11.</w:t>
      </w:r>
      <w:r w:rsidRPr="00191994">
        <w:tab/>
        <w:t xml:space="preserve">Представитель </w:t>
      </w:r>
      <w:r w:rsidRPr="00191994">
        <w:rPr>
          <w:shd w:val="clear" w:color="auto" w:fill="FFFFFF"/>
        </w:rPr>
        <w:t xml:space="preserve">«Трансфригорут интернэшнл» проинформировал Рабочую группу о том, что на 2022 год </w:t>
      </w:r>
      <w:r w:rsidRPr="00191994">
        <w:t>ситуация в отрасли транспортных холодильных систем остается весьма сложной из-за следующих факторов:</w:t>
      </w:r>
    </w:p>
    <w:p w14:paraId="287E129A" w14:textId="5483D18B" w:rsidR="00225083" w:rsidRPr="00191994" w:rsidRDefault="00225083" w:rsidP="00225083">
      <w:pPr>
        <w:pStyle w:val="Bullet1G"/>
        <w:numPr>
          <w:ilvl w:val="0"/>
          <w:numId w:val="0"/>
        </w:numPr>
        <w:tabs>
          <w:tab w:val="left" w:pos="1701"/>
        </w:tabs>
        <w:ind w:left="1701" w:hanging="170"/>
      </w:pPr>
      <w:r w:rsidRPr="00191994">
        <w:t>•</w:t>
      </w:r>
      <w:r w:rsidRPr="00191994">
        <w:tab/>
      </w:r>
      <w:r w:rsidRPr="00191994">
        <w:rPr>
          <w:shd w:val="clear" w:color="auto" w:fill="FFFFFF"/>
        </w:rPr>
        <w:t>с одной стороны, регламенты ЕС четко направлены на декарбонизацию транспорта (программы «Зеленый курс», «Сокращение на 55</w:t>
      </w:r>
      <w:r w:rsidR="00E72EB9">
        <w:rPr>
          <w:shd w:val="clear" w:color="auto" w:fill="FFFFFF"/>
          <w:lang w:val="en-US"/>
        </w:rPr>
        <w:t> </w:t>
      </w:r>
      <w:r w:rsidRPr="00191994">
        <w:rPr>
          <w:shd w:val="clear" w:color="auto" w:fill="FFFFFF"/>
        </w:rPr>
        <w:t>%» и т. д.), что обусловливает высокий спрос на транспортные средства с альтернативными видами трансмиссии и соответствующие технологии;</w:t>
      </w:r>
      <w:r w:rsidRPr="00191994">
        <w:t xml:space="preserve"> </w:t>
      </w:r>
    </w:p>
    <w:p w14:paraId="079C680E" w14:textId="77777777" w:rsidR="00225083" w:rsidRPr="00191994" w:rsidRDefault="00225083" w:rsidP="00225083">
      <w:pPr>
        <w:pStyle w:val="Bullet1G"/>
        <w:numPr>
          <w:ilvl w:val="0"/>
          <w:numId w:val="0"/>
        </w:numPr>
        <w:tabs>
          <w:tab w:val="left" w:pos="1701"/>
        </w:tabs>
        <w:ind w:left="1701" w:hanging="170"/>
      </w:pPr>
      <w:r w:rsidRPr="00191994">
        <w:t>•</w:t>
      </w:r>
      <w:r w:rsidRPr="00191994">
        <w:tab/>
      </w:r>
      <w:r w:rsidRPr="00191994">
        <w:rPr>
          <w:shd w:val="clear" w:color="auto" w:fill="FFFFFF"/>
        </w:rPr>
        <w:t>с другой стороны, недостаток компонентов наряду с финансовыми трудностями не позволяет изготовителям оригинального оборудования (ИОO) поставлять такие ожидаемые транспортные средства и технологии.</w:t>
      </w:r>
      <w:r w:rsidRPr="00191994">
        <w:t xml:space="preserve"> </w:t>
      </w:r>
    </w:p>
    <w:p w14:paraId="165086DA" w14:textId="77777777" w:rsidR="00225083" w:rsidRPr="00191994" w:rsidRDefault="00225083" w:rsidP="00225083">
      <w:pPr>
        <w:pStyle w:val="SingleTxtG"/>
      </w:pPr>
      <w:r w:rsidRPr="00191994">
        <w:t>12.</w:t>
      </w:r>
      <w:r w:rsidRPr="00191994">
        <w:tab/>
      </w:r>
      <w:r w:rsidRPr="00191994">
        <w:rPr>
          <w:shd w:val="clear" w:color="auto" w:fill="FFFFFF"/>
        </w:rPr>
        <w:t>Совсем недавно негативное воздействие оказало также вооруженное нападение на Украину, главным образом с учетом колоссального роста затрат на энергоносители (жидкое топливо и газ), а также нехватки некоторых компонентов и сырья наряду с последующим ростом цен.</w:t>
      </w:r>
    </w:p>
    <w:bookmarkEnd w:id="6"/>
    <w:p w14:paraId="2A5221A7" w14:textId="77777777" w:rsidR="00225083" w:rsidRPr="00191994" w:rsidRDefault="00225083" w:rsidP="00225083">
      <w:pPr>
        <w:pStyle w:val="SingleTxtG"/>
      </w:pPr>
      <w:r w:rsidRPr="00191994">
        <w:t>13.</w:t>
      </w:r>
      <w:r w:rsidRPr="00191994">
        <w:tab/>
      </w:r>
      <w:r w:rsidRPr="00191994">
        <w:rPr>
          <w:shd w:val="clear" w:color="auto" w:fill="FFFFFF"/>
        </w:rPr>
        <w:t xml:space="preserve">В заключение следует отметить, что перед </w:t>
      </w:r>
      <w:r w:rsidRPr="00191994">
        <w:t>отраслью транспортных холодильных систем</w:t>
      </w:r>
      <w:r w:rsidRPr="00191994">
        <w:rPr>
          <w:shd w:val="clear" w:color="auto" w:fill="FFFFFF"/>
        </w:rPr>
        <w:t xml:space="preserve"> стоят </w:t>
      </w:r>
      <w:r w:rsidRPr="00191994">
        <w:t xml:space="preserve">серьезные задачи, сопряженные с грандиозными ожиданиями, в плане содействия декарбонизации транспорта и соблюдения новых регламентов, касающихся хладагентов, с тем </w:t>
      </w:r>
      <w:r w:rsidRPr="00191994">
        <w:rPr>
          <w:shd w:val="clear" w:color="auto" w:fill="FFFFFF"/>
        </w:rPr>
        <w:t>чтобы сделать их более устойчивыми.</w:t>
      </w:r>
    </w:p>
    <w:p w14:paraId="2BE1CFF2" w14:textId="459F5A87" w:rsidR="00225083" w:rsidRPr="00191994" w:rsidRDefault="00225083" w:rsidP="00225083">
      <w:pPr>
        <w:pStyle w:val="SingleTxtG"/>
      </w:pPr>
      <w:r w:rsidRPr="00191994">
        <w:t>14.</w:t>
      </w:r>
      <w:r w:rsidRPr="00191994">
        <w:tab/>
        <w:t>7 сентября 2022 года в Брюсселе состоялось очное совещание с участием 10</w:t>
      </w:r>
      <w:r w:rsidR="00350589">
        <w:rPr>
          <w:lang w:val="en-US"/>
        </w:rPr>
        <w:t> </w:t>
      </w:r>
      <w:r w:rsidRPr="00191994">
        <w:t>экспертов от различных организаций (TI-CCT, «</w:t>
      </w:r>
      <w:r w:rsidRPr="00191994">
        <w:rPr>
          <w:shd w:val="clear" w:color="auto" w:fill="FFFFFF"/>
        </w:rPr>
        <w:t xml:space="preserve">ТЮВ ЗЮД», </w:t>
      </w:r>
      <w:r w:rsidRPr="00191994">
        <w:t>CRT и «</w:t>
      </w:r>
      <w:r w:rsidRPr="00191994">
        <w:rPr>
          <w:shd w:val="clear" w:color="auto" w:fill="FFFFFF"/>
        </w:rPr>
        <w:t>Семафруа</w:t>
      </w:r>
      <w:r w:rsidRPr="00191994">
        <w:t xml:space="preserve">») для обсуждения вопросов, связанных с декарбонизацией транспорта, разработкой </w:t>
      </w:r>
      <w:r w:rsidRPr="00191994">
        <w:rPr>
          <w:shd w:val="clear" w:color="auto" w:fill="FFFFFF"/>
        </w:rPr>
        <w:t>транспортных средств с альтернативными видами трансмиссии и альтернативных источников энергии для термического оборудования, а также отсутствием в рамках СПС четких правил, позволяющих учитывать многообразие имеющихся ныне технических решений по обеспечению питания термического оборудования.</w:t>
      </w:r>
    </w:p>
    <w:p w14:paraId="10F34D4F" w14:textId="77777777" w:rsidR="00225083" w:rsidRPr="00191994" w:rsidRDefault="00225083" w:rsidP="00225083">
      <w:pPr>
        <w:pStyle w:val="SingleTxtG"/>
      </w:pPr>
      <w:r w:rsidRPr="00191994">
        <w:t>15.</w:t>
      </w:r>
      <w:r w:rsidRPr="00191994">
        <w:tab/>
        <w:t>Рабочая группа решила обсудить протокол этого совещания, содержащийся в разделе С</w:t>
      </w:r>
      <w:r w:rsidRPr="00191994">
        <w:rPr>
          <w:shd w:val="clear" w:color="auto" w:fill="FFFFFF"/>
        </w:rPr>
        <w:t xml:space="preserve"> неофициального документа </w:t>
      </w:r>
      <w:r w:rsidRPr="00191994">
        <w:rPr>
          <w:shd w:val="clear" w:color="auto" w:fill="FFFFFF"/>
          <w:lang w:val="fr-CH"/>
        </w:rPr>
        <w:t>INF</w:t>
      </w:r>
      <w:r w:rsidRPr="00191994">
        <w:rPr>
          <w:shd w:val="clear" w:color="auto" w:fill="FFFFFF"/>
        </w:rPr>
        <w:t>.5</w:t>
      </w:r>
      <w:r w:rsidRPr="00191994">
        <w:t>, в рамках пункта 8 повестки дня «</w:t>
      </w:r>
      <w:r w:rsidRPr="00191994">
        <w:rPr>
          <w:shd w:val="clear" w:color="auto" w:fill="FFFFFF"/>
        </w:rPr>
        <w:t>Сфера действия СПС».</w:t>
      </w:r>
    </w:p>
    <w:p w14:paraId="60E993BC" w14:textId="77777777" w:rsidR="00225083" w:rsidRPr="00191994" w:rsidRDefault="00225083" w:rsidP="00225083">
      <w:pPr>
        <w:pStyle w:val="H1G"/>
        <w:rPr>
          <w:szCs w:val="24"/>
        </w:rPr>
      </w:pPr>
      <w:r w:rsidRPr="00191994">
        <w:tab/>
      </w:r>
      <w:bookmarkStart w:id="7" w:name="_Toc103001670"/>
      <w:r w:rsidRPr="00191994">
        <w:rPr>
          <w:szCs w:val="24"/>
        </w:rPr>
        <w:t>C.</w:t>
      </w:r>
      <w:r w:rsidRPr="00191994">
        <w:rPr>
          <w:szCs w:val="24"/>
        </w:rPr>
        <w:tab/>
        <w:t>Организации по стандартизации</w:t>
      </w:r>
    </w:p>
    <w:p w14:paraId="7BD56A6F" w14:textId="77777777" w:rsidR="00225083" w:rsidRPr="00191994" w:rsidRDefault="00225083" w:rsidP="00225083">
      <w:pPr>
        <w:pStyle w:val="SingleTxtG"/>
      </w:pPr>
      <w:r w:rsidRPr="00191994">
        <w:t>16.</w:t>
      </w:r>
      <w:r w:rsidRPr="00191994">
        <w:tab/>
      </w:r>
      <w:r w:rsidRPr="00191994">
        <w:rPr>
          <w:shd w:val="clear" w:color="auto" w:fill="FFFFFF"/>
        </w:rPr>
        <w:t>Делегациям, участвующим в работе организаций по стандартизации, было предложено проинформировать Рабочую группу о ходе разработки стандартов, касающихся перевозок в условиях контролируемой температуры, и о том, какое воздействие эти стандарты, как ожидается, окажут на СПС.</w:t>
      </w:r>
    </w:p>
    <w:p w14:paraId="1FBF2DBA" w14:textId="1622550E" w:rsidR="00225083" w:rsidRPr="00191994" w:rsidRDefault="00225083" w:rsidP="0018110A">
      <w:pPr>
        <w:pStyle w:val="SingleTxtG"/>
        <w:ind w:left="2829" w:hanging="1695"/>
        <w:jc w:val="left"/>
      </w:pPr>
      <w:r w:rsidRPr="00191994">
        <w:rPr>
          <w:i/>
          <w:iCs/>
        </w:rPr>
        <w:lastRenderedPageBreak/>
        <w:t>Документы:</w:t>
      </w:r>
      <w:r w:rsidRPr="00191994">
        <w:rPr>
          <w:i/>
          <w:iCs/>
        </w:rPr>
        <w:tab/>
      </w:r>
      <w:r w:rsidRPr="00191994">
        <w:rPr>
          <w:i/>
          <w:iCs/>
        </w:rPr>
        <w:tab/>
      </w:r>
      <w:r w:rsidRPr="00191994">
        <w:rPr>
          <w:shd w:val="clear" w:color="auto" w:fill="FFFFFF"/>
        </w:rPr>
        <w:t xml:space="preserve">неофициальный документ </w:t>
      </w:r>
      <w:r w:rsidRPr="00191994">
        <w:t>INF.6 (</w:t>
      </w:r>
      <w:r w:rsidRPr="00191994">
        <w:rPr>
          <w:shd w:val="clear" w:color="auto" w:fill="FFFFFF"/>
        </w:rPr>
        <w:t xml:space="preserve">«Трансфригорут интернэшнл» </w:t>
      </w:r>
      <w:r w:rsidR="0018110A">
        <w:rPr>
          <w:shd w:val="clear" w:color="auto" w:fill="FFFFFF"/>
        </w:rPr>
        <w:br/>
      </w:r>
      <w:r w:rsidRPr="00191994">
        <w:rPr>
          <w:shd w:val="clear" w:color="auto" w:fill="FFFFFF"/>
        </w:rPr>
        <w:t>от имени представителей ИСО по связи</w:t>
      </w:r>
      <w:r w:rsidRPr="00191994">
        <w:t>)</w:t>
      </w:r>
      <w:r w:rsidR="0018110A">
        <w:br/>
      </w:r>
      <w:r w:rsidRPr="00191994">
        <w:rPr>
          <w:i/>
          <w:iCs/>
        </w:rPr>
        <w:tab/>
      </w:r>
      <w:r w:rsidR="00350589">
        <w:rPr>
          <w:i/>
          <w:iCs/>
        </w:rPr>
        <w:tab/>
      </w:r>
      <w:r w:rsidRPr="00191994">
        <w:rPr>
          <w:shd w:val="clear" w:color="auto" w:fill="FFFFFF"/>
        </w:rPr>
        <w:t xml:space="preserve">неофициальный документ </w:t>
      </w:r>
      <w:r w:rsidRPr="00191994">
        <w:t>INF.7 (</w:t>
      </w:r>
      <w:r w:rsidRPr="00191994">
        <w:rPr>
          <w:shd w:val="clear" w:color="auto" w:fill="FFFFFF"/>
        </w:rPr>
        <w:t>Соединенное Королевство</w:t>
      </w:r>
      <w:r w:rsidRPr="00191994">
        <w:t>)</w:t>
      </w:r>
      <w:r w:rsidR="0018110A">
        <w:br/>
      </w:r>
      <w:r w:rsidR="00350589">
        <w:rPr>
          <w:i/>
          <w:iCs/>
        </w:rPr>
        <w:tab/>
      </w:r>
      <w:r w:rsidR="00350589">
        <w:rPr>
          <w:i/>
          <w:iCs/>
        </w:rPr>
        <w:tab/>
      </w:r>
      <w:r w:rsidRPr="00191994">
        <w:rPr>
          <w:shd w:val="clear" w:color="auto" w:fill="FFFFFF"/>
        </w:rPr>
        <w:t xml:space="preserve">неофициальный документ </w:t>
      </w:r>
      <w:r w:rsidRPr="00191994">
        <w:t>INF.8 (Германия)</w:t>
      </w:r>
    </w:p>
    <w:p w14:paraId="044A07C6" w14:textId="77777777" w:rsidR="00225083" w:rsidRPr="00191994" w:rsidRDefault="00225083" w:rsidP="00225083">
      <w:pPr>
        <w:pStyle w:val="H23G"/>
      </w:pPr>
      <w:r w:rsidRPr="00191994">
        <w:tab/>
      </w:r>
      <w:r w:rsidRPr="00191994">
        <w:tab/>
        <w:t>Стандарты EN</w:t>
      </w:r>
    </w:p>
    <w:p w14:paraId="2718EA2F" w14:textId="77777777" w:rsidR="00225083" w:rsidRPr="00191994" w:rsidRDefault="00225083" w:rsidP="00350589">
      <w:pPr>
        <w:pStyle w:val="H23G"/>
      </w:pPr>
      <w:r w:rsidRPr="00191994">
        <w:tab/>
        <w:t>1.</w:t>
      </w:r>
      <w:r w:rsidRPr="00191994">
        <w:tab/>
      </w:r>
      <w:r w:rsidRPr="00191994">
        <w:rPr>
          <w:shd w:val="clear" w:color="auto" w:fill="FFFFFF"/>
        </w:rPr>
        <w:t>Рабочая группа 2 TK 413 ЕКС</w:t>
      </w:r>
    </w:p>
    <w:bookmarkEnd w:id="7"/>
    <w:p w14:paraId="01DCC9D8" w14:textId="77777777" w:rsidR="00225083" w:rsidRPr="00191994" w:rsidRDefault="00225083" w:rsidP="00350589">
      <w:pPr>
        <w:pStyle w:val="SingleTxtG"/>
      </w:pPr>
      <w:r w:rsidRPr="00191994">
        <w:t>17.</w:t>
      </w:r>
      <w:r w:rsidRPr="00191994">
        <w:tab/>
      </w:r>
      <w:r w:rsidRPr="00191994">
        <w:rPr>
          <w:shd w:val="clear" w:color="auto" w:fill="FFFFFF"/>
        </w:rPr>
        <w:t>За последние шесть месяцев эксперты от Бельгии, Германии, Ирландии, Италии, Нидерландов, Соединенного Королевства и Франции провели несколько виртуальных совещаний, в которых в неофициальном порядке приняли участие также эксперты от ряда других европейских государств.</w:t>
      </w:r>
    </w:p>
    <w:p w14:paraId="0E3822DD" w14:textId="3F06A68C" w:rsidR="00225083" w:rsidRPr="00191994" w:rsidRDefault="00225083" w:rsidP="00225083">
      <w:pPr>
        <w:pStyle w:val="SingleTxtG"/>
      </w:pPr>
      <w:r w:rsidRPr="00191994">
        <w:t>18.</w:t>
      </w:r>
      <w:r w:rsidRPr="00191994">
        <w:tab/>
        <w:t>Стандарт EN 16440</w:t>
      </w:r>
      <w:r w:rsidR="00C05FC5">
        <w:t xml:space="preserve"> — </w:t>
      </w:r>
      <w:r w:rsidRPr="00191994">
        <w:t>1:2015-01 «Методологии испытания оборудования охлаждения изотермических транспортных средств — Часть 1: Установки рефрижераторные с испарителем с принудительной циркуляцией воздуха и с нагревательными устройствами или без таковых». Окончательный вариант был опубликован в январе 2015 года.</w:t>
      </w:r>
    </w:p>
    <w:p w14:paraId="1A9E1F07" w14:textId="77777777" w:rsidR="00225083" w:rsidRPr="00191994" w:rsidRDefault="00225083" w:rsidP="00225083">
      <w:pPr>
        <w:pStyle w:val="SingleTxtG"/>
      </w:pPr>
      <w:r w:rsidRPr="00191994">
        <w:t>19.</w:t>
      </w:r>
      <w:r w:rsidRPr="00191994">
        <w:tab/>
        <w:t>На рассмотрении по-прежнему находится следующая дополнительная часть:</w:t>
      </w:r>
    </w:p>
    <w:p w14:paraId="3F191680" w14:textId="77777777" w:rsidR="00225083" w:rsidRPr="00191994" w:rsidRDefault="00225083" w:rsidP="00225083">
      <w:pPr>
        <w:pStyle w:val="Bullet1G"/>
        <w:numPr>
          <w:ilvl w:val="0"/>
          <w:numId w:val="0"/>
        </w:numPr>
        <w:tabs>
          <w:tab w:val="left" w:pos="1701"/>
        </w:tabs>
        <w:ind w:left="1701" w:hanging="170"/>
      </w:pPr>
      <w:r w:rsidRPr="00191994">
        <w:t>•</w:t>
      </w:r>
      <w:r w:rsidRPr="00191994">
        <w:tab/>
        <w:t>Часть 2: Эвтектические системы: нынешний рабочий проект все еще находится на обсуждении с целью представить окончательный вариант для второго рассмотрения ЕКС после пересмотра. В частности, были приняты и пересмотрены положения по испытаниям для определения холодопроизводительности и потребления при эксплуатации нового оборудования с эвтектическими системами и использовании оборудования в повседневных технологических процессах.</w:t>
      </w:r>
    </w:p>
    <w:p w14:paraId="408106DD" w14:textId="77777777" w:rsidR="00225083" w:rsidRPr="00191994" w:rsidRDefault="00225083" w:rsidP="00225083">
      <w:pPr>
        <w:pStyle w:val="Bullet1G"/>
        <w:numPr>
          <w:ilvl w:val="0"/>
          <w:numId w:val="0"/>
        </w:numPr>
        <w:tabs>
          <w:tab w:val="left" w:pos="1701"/>
        </w:tabs>
        <w:ind w:left="1701" w:hanging="170"/>
      </w:pPr>
      <w:r w:rsidRPr="00191994">
        <w:t>•</w:t>
      </w:r>
      <w:r w:rsidRPr="00191994">
        <w:tab/>
        <w:t>Рабочий вариант и проект будут переданы на новое голосование после возобновления деятельности для доработки предварительного варианта prEN 16440-2 и рассмотрения ЕКС.</w:t>
      </w:r>
    </w:p>
    <w:p w14:paraId="30F12860" w14:textId="77777777" w:rsidR="00225083" w:rsidRPr="00191994" w:rsidRDefault="00225083" w:rsidP="00225083">
      <w:pPr>
        <w:pStyle w:val="Bullet1G"/>
        <w:numPr>
          <w:ilvl w:val="0"/>
          <w:numId w:val="0"/>
        </w:numPr>
        <w:tabs>
          <w:tab w:val="left" w:pos="1701"/>
        </w:tabs>
        <w:ind w:left="1701" w:hanging="170"/>
      </w:pPr>
      <w:r w:rsidRPr="00191994">
        <w:t>•</w:t>
      </w:r>
      <w:r w:rsidRPr="00191994">
        <w:tab/>
        <w:t>Дополнительная часть: Особые требования для мультитемпературных систем. Разработка этой части запланирована в качестве следующего проекта.</w:t>
      </w:r>
    </w:p>
    <w:p w14:paraId="2EA6A76B" w14:textId="77777777" w:rsidR="00225083" w:rsidRPr="00191994" w:rsidRDefault="00225083" w:rsidP="00225083">
      <w:pPr>
        <w:pStyle w:val="H23G"/>
      </w:pPr>
      <w:r w:rsidRPr="00191994">
        <w:tab/>
      </w:r>
      <w:bookmarkStart w:id="8" w:name="_Toc528146970"/>
      <w:bookmarkStart w:id="9" w:name="_Toc103001673"/>
      <w:r w:rsidRPr="00191994">
        <w:t>2.</w:t>
      </w:r>
      <w:r w:rsidRPr="00191994">
        <w:tab/>
        <w:t>Рабочая группа 1 TK 413 ЕКС</w:t>
      </w:r>
    </w:p>
    <w:p w14:paraId="4A7184B8" w14:textId="77777777" w:rsidR="00225083" w:rsidRPr="00191994" w:rsidRDefault="00225083" w:rsidP="00225083">
      <w:pPr>
        <w:pStyle w:val="SingleTxtG"/>
      </w:pPr>
      <w:r w:rsidRPr="00191994">
        <w:t>20.</w:t>
      </w:r>
      <w:r w:rsidRPr="00191994">
        <w:tab/>
        <w:t>За последние шесть месяцев эксперты от Бельгии, Германии, Ирландии, Италии, Нидерландов, Соединенного Королевства, Финляндии и Франции провели несколько виртуальных совещаний, в которых в неофициальном порядке приняли участие также эксперты от ряда других европейских государств.</w:t>
      </w:r>
    </w:p>
    <w:p w14:paraId="7FFD604E" w14:textId="77777777" w:rsidR="00225083" w:rsidRPr="00191994" w:rsidRDefault="00225083" w:rsidP="00225083">
      <w:pPr>
        <w:pStyle w:val="SingleTxtG"/>
      </w:pPr>
      <w:r w:rsidRPr="00191994">
        <w:t>21.</w:t>
      </w:r>
      <w:r w:rsidRPr="00191994">
        <w:tab/>
        <w:t>Проектный комитет будет заниматься разработкой стандарта, озаглавленного «Изотермические транспортные средства для перевозки чувствительных к температуре грузов — требования и испытания». Этот стандарт применяется к изотермическим транспортным средствам, используемым для перевозки чувствительных к температуре грузов, в целях ограничения теплообмена под воздействием внешней среды. При необходимости поддержания определенных температур эти транспортные средства могут быть дополнительно оснащены охладительными и/или нагревательными устройствами. Существующее решение учитывает необходимость поддержания внутренних температур в диапазоне от –30 °С до +25 °С при диапазоне температур внешней среды от –30 °С до +43 °С.</w:t>
      </w:r>
    </w:p>
    <w:bookmarkEnd w:id="8"/>
    <w:bookmarkEnd w:id="9"/>
    <w:p w14:paraId="36648BE5" w14:textId="77777777" w:rsidR="00225083" w:rsidRPr="00191994" w:rsidRDefault="00225083" w:rsidP="00225083">
      <w:pPr>
        <w:pStyle w:val="SingleTxtG"/>
      </w:pPr>
      <w:r w:rsidRPr="00191994">
        <w:t>22.</w:t>
      </w:r>
      <w:r w:rsidRPr="00191994">
        <w:tab/>
        <w:t>Предполагается, что этот стандарт будет состоять из следующих частей:</w:t>
      </w:r>
    </w:p>
    <w:p w14:paraId="4A5797E6" w14:textId="77777777" w:rsidR="00225083" w:rsidRPr="00191994" w:rsidRDefault="00225083" w:rsidP="00225083">
      <w:pPr>
        <w:pStyle w:val="Bullet1G"/>
        <w:numPr>
          <w:ilvl w:val="0"/>
          <w:numId w:val="0"/>
        </w:numPr>
        <w:tabs>
          <w:tab w:val="left" w:pos="1701"/>
        </w:tabs>
        <w:ind w:left="1701" w:hanging="170"/>
      </w:pPr>
      <w:r w:rsidRPr="00191994">
        <w:t>•</w:t>
      </w:r>
      <w:r w:rsidRPr="00191994">
        <w:tab/>
        <w:t xml:space="preserve">prEN 17066 Часть 1: Контейнеры — Изотермические транспортные средства для перевозки чувствительных к температуре грузов — Требования и испытания; </w:t>
      </w:r>
      <w:r w:rsidRPr="00191994">
        <w:br/>
        <w:t xml:space="preserve">в этой части определены термины, конкретные требования, положения, касающиеся испытаний, и параметры изотермических кузовов, включая оценку значения k. </w:t>
      </w:r>
      <w:r w:rsidRPr="00191994">
        <w:rPr>
          <w:i/>
          <w:iCs/>
        </w:rPr>
        <w:t>Окончательный вариант был опубликован в октябре 2019 года.</w:t>
      </w:r>
    </w:p>
    <w:p w14:paraId="1D6B25E1" w14:textId="69CF3A04" w:rsidR="00225083" w:rsidRPr="00191994" w:rsidRDefault="00225083" w:rsidP="00225083">
      <w:pPr>
        <w:pStyle w:val="Bullet1G"/>
        <w:numPr>
          <w:ilvl w:val="0"/>
          <w:numId w:val="0"/>
        </w:numPr>
        <w:tabs>
          <w:tab w:val="left" w:pos="1701"/>
        </w:tabs>
        <w:ind w:left="1701" w:hanging="170"/>
        <w:rPr>
          <w:i/>
          <w:iCs/>
        </w:rPr>
      </w:pPr>
      <w:r w:rsidRPr="00191994">
        <w:t>•</w:t>
      </w:r>
      <w:r w:rsidRPr="00191994">
        <w:tab/>
        <w:t xml:space="preserve">Часть 2: Оборудование — Сочетание изотермических кузовов и их охладительных и/или нагревательных устройств, включая проверку холодо- и </w:t>
      </w:r>
      <w:r w:rsidRPr="00191994">
        <w:lastRenderedPageBreak/>
        <w:t xml:space="preserve">теплопроизводительности для перевозок грузов на большие расстояния и их распределения. </w:t>
      </w:r>
      <w:r w:rsidRPr="00191994">
        <w:rPr>
          <w:i/>
          <w:iCs/>
          <w:shd w:val="clear" w:color="auto" w:fill="FFFFFF"/>
        </w:rPr>
        <w:t>В ближайшие месяцы т</w:t>
      </w:r>
      <w:r w:rsidRPr="00191994">
        <w:rPr>
          <w:i/>
          <w:iCs/>
        </w:rPr>
        <w:t xml:space="preserve">екущий рабочий проект будет направлен на дополнительное рассмотрение ЕКС, в котором, как ожидается, примут участие не менее </w:t>
      </w:r>
      <w:r w:rsidR="0018110A">
        <w:rPr>
          <w:i/>
          <w:iCs/>
        </w:rPr>
        <w:t>пяти</w:t>
      </w:r>
      <w:r w:rsidRPr="00191994">
        <w:rPr>
          <w:i/>
          <w:iCs/>
        </w:rPr>
        <w:t xml:space="preserve"> стран. </w:t>
      </w:r>
    </w:p>
    <w:p w14:paraId="3298DB9E" w14:textId="5EE772D1" w:rsidR="00225083" w:rsidRPr="00191994" w:rsidRDefault="00225083" w:rsidP="00225083">
      <w:pPr>
        <w:pStyle w:val="Bullet1G"/>
        <w:numPr>
          <w:ilvl w:val="0"/>
          <w:numId w:val="0"/>
        </w:numPr>
        <w:tabs>
          <w:tab w:val="left" w:pos="1701"/>
        </w:tabs>
        <w:ind w:left="1701" w:hanging="170"/>
        <w:rPr>
          <w:iCs/>
        </w:rPr>
      </w:pPr>
      <w:r w:rsidRPr="00191994">
        <w:rPr>
          <w:iCs/>
        </w:rPr>
        <w:t>•</w:t>
      </w:r>
      <w:r w:rsidRPr="00191994">
        <w:rPr>
          <w:iCs/>
        </w:rPr>
        <w:tab/>
      </w:r>
      <w:r w:rsidRPr="00191994">
        <w:t xml:space="preserve">Часть 3: </w:t>
      </w:r>
      <w:r w:rsidRPr="00191994">
        <w:rPr>
          <w:shd w:val="clear" w:color="auto" w:fill="FFFFFF"/>
        </w:rPr>
        <w:t>Малые контейнеры многократного использования с внутренним объемом не более</w:t>
      </w:r>
      <w:r w:rsidRPr="00191994">
        <w:t xml:space="preserve"> 2 м</w:t>
      </w:r>
      <w:r w:rsidRPr="00191994">
        <w:rPr>
          <w:vertAlign w:val="superscript"/>
        </w:rPr>
        <w:t>3</w:t>
      </w:r>
      <w:r w:rsidRPr="00191994">
        <w:t xml:space="preserve"> — </w:t>
      </w:r>
      <w:r w:rsidRPr="00191994">
        <w:rPr>
          <w:shd w:val="clear" w:color="auto" w:fill="FFFFFF"/>
        </w:rPr>
        <w:t xml:space="preserve">Специальное сочетание небольших изотермических кузовов и их охладительных и/или нагревательных устройств, включая проверку холодо- и теплопроизводительности. </w:t>
      </w:r>
      <w:r w:rsidRPr="00191994">
        <w:rPr>
          <w:i/>
          <w:iCs/>
          <w:shd w:val="clear" w:color="auto" w:fill="FFFFFF"/>
        </w:rPr>
        <w:t>В ближайшие месяцы т</w:t>
      </w:r>
      <w:r w:rsidRPr="00191994">
        <w:rPr>
          <w:i/>
          <w:iCs/>
        </w:rPr>
        <w:t xml:space="preserve">екущий рабочий проект будет направлен на дополнительное рассмотрение ЕКС, в котором, как ожидается, примут участие не менее </w:t>
      </w:r>
      <w:r w:rsidR="0018110A">
        <w:rPr>
          <w:i/>
          <w:iCs/>
        </w:rPr>
        <w:t>пяти</w:t>
      </w:r>
      <w:r w:rsidRPr="00191994">
        <w:rPr>
          <w:i/>
          <w:iCs/>
        </w:rPr>
        <w:t xml:space="preserve"> стран.</w:t>
      </w:r>
    </w:p>
    <w:p w14:paraId="2D2DFCB0" w14:textId="77777777" w:rsidR="00225083" w:rsidRPr="00191994" w:rsidRDefault="00225083" w:rsidP="00225083">
      <w:pPr>
        <w:pStyle w:val="Bullet1G"/>
        <w:numPr>
          <w:ilvl w:val="0"/>
          <w:numId w:val="0"/>
        </w:numPr>
        <w:tabs>
          <w:tab w:val="left" w:pos="1701"/>
        </w:tabs>
        <w:ind w:left="1701" w:hanging="170"/>
        <w:rPr>
          <w:iCs/>
        </w:rPr>
      </w:pPr>
      <w:r w:rsidRPr="00191994">
        <w:rPr>
          <w:iCs/>
        </w:rPr>
        <w:t>•</w:t>
      </w:r>
      <w:r w:rsidRPr="00191994">
        <w:rPr>
          <w:iCs/>
        </w:rPr>
        <w:tab/>
      </w:r>
      <w:r w:rsidRPr="00191994">
        <w:t xml:space="preserve">Дополнительная часть: Особые требования для мультитемпературных систем. </w:t>
      </w:r>
      <w:r w:rsidRPr="00191994">
        <w:rPr>
          <w:i/>
          <w:iCs/>
        </w:rPr>
        <w:t>Разработка этой части запланирована в качестве следующего проекта.</w:t>
      </w:r>
    </w:p>
    <w:p w14:paraId="5843BFEE" w14:textId="0774D1FC" w:rsidR="00225083" w:rsidRPr="00191994" w:rsidRDefault="00225083" w:rsidP="00225083">
      <w:pPr>
        <w:pStyle w:val="SingleTxtG"/>
        <w:rPr>
          <w:rFonts w:asciiTheme="minorHAnsi" w:hAnsiTheme="minorHAnsi"/>
        </w:rPr>
      </w:pPr>
      <w:r w:rsidRPr="00191994">
        <w:t>23.</w:t>
      </w:r>
      <w:r w:rsidRPr="00191994">
        <w:tab/>
        <w:t>Новый стандарт pr</w:t>
      </w:r>
      <w:r w:rsidRPr="00191994">
        <w:rPr>
          <w:rFonts w:ascii="TimesNewRomanPS-BoldMT" w:hAnsi="TimesNewRomanPS-BoldMT" w:cs="TimesNewRomanPS-BoldMT"/>
          <w:b/>
          <w:bCs/>
          <w:sz w:val="19"/>
          <w:szCs w:val="19"/>
        </w:rPr>
        <w:t>EN</w:t>
      </w:r>
      <w:r w:rsidRPr="00191994">
        <w:rPr>
          <w:rFonts w:ascii="TimesNewRomanPS-BoldMT" w:hAnsi="TimesNewRomanPS-BoldMT" w:cs="TimesNewRomanPS-BoldMT"/>
          <w:b/>
          <w:bCs/>
        </w:rPr>
        <w:t xml:space="preserve"> 17893:2022</w:t>
      </w:r>
      <w:r w:rsidRPr="00191994">
        <w:rPr>
          <w:rFonts w:asciiTheme="minorHAnsi" w:hAnsiTheme="minorHAnsi" w:cs="TimesNewRomanPS-BoldMT"/>
          <w:b/>
          <w:bCs/>
        </w:rPr>
        <w:t xml:space="preserve"> </w:t>
      </w:r>
      <w:r w:rsidRPr="00191994">
        <w:rPr>
          <w:shd w:val="clear" w:color="auto" w:fill="FFFFFF"/>
        </w:rPr>
        <w:t xml:space="preserve">«Тепловые дорожные транспортные </w:t>
      </w:r>
      <w:r w:rsidR="00350589">
        <w:rPr>
          <w:shd w:val="clear" w:color="auto" w:fill="FFFFFF"/>
        </w:rPr>
        <w:br/>
      </w:r>
      <w:r w:rsidRPr="00191994">
        <w:rPr>
          <w:shd w:val="clear" w:color="auto" w:fill="FFFFFF"/>
        </w:rPr>
        <w:t xml:space="preserve">средства — Стандарт безопасности для систем с регулируемой температурой, использующих легковоспламеняющиеся хладагенты для перевозки грузов — </w:t>
      </w:r>
      <w:r w:rsidRPr="00191994">
        <w:t>Требования</w:t>
      </w:r>
      <w:r w:rsidRPr="00191994">
        <w:rPr>
          <w:shd w:val="clear" w:color="auto" w:fill="FFFFFF"/>
        </w:rPr>
        <w:t xml:space="preserve">». </w:t>
      </w:r>
      <w:r w:rsidRPr="00191994">
        <w:rPr>
          <w:i/>
          <w:iCs/>
        </w:rPr>
        <w:t>Текущий рабочий проект был направлен на его первое рассмотрение ЕКС.</w:t>
      </w:r>
    </w:p>
    <w:p w14:paraId="3A26FF0E" w14:textId="77777777" w:rsidR="00225083" w:rsidRPr="00191994" w:rsidRDefault="00225083" w:rsidP="00225083">
      <w:pPr>
        <w:pStyle w:val="SingleTxtG"/>
      </w:pPr>
      <w:r w:rsidRPr="00191994">
        <w:t>24.</w:t>
      </w:r>
      <w:r w:rsidRPr="00191994">
        <w:tab/>
        <w:t>После поступления всех запросов соответствующие рабочие группы TK 413 ЕКС примут во внимание результаты голосования и замечания по каждому проекту для рассмотрения на следующих сессиях в декабре 2022 года/январе 2023 года с целью завершения этой работы.</w:t>
      </w:r>
    </w:p>
    <w:p w14:paraId="05137DA7" w14:textId="77777777" w:rsidR="00225083" w:rsidRPr="00191994" w:rsidRDefault="00225083" w:rsidP="00225083">
      <w:pPr>
        <w:pStyle w:val="H23G"/>
      </w:pPr>
      <w:r w:rsidRPr="00191994">
        <w:tab/>
        <w:t>3.</w:t>
      </w:r>
      <w:r w:rsidRPr="00191994">
        <w:tab/>
        <w:t>Пересмотр стандарта EN 12830</w:t>
      </w:r>
    </w:p>
    <w:p w14:paraId="57C820AC" w14:textId="702C9ADB" w:rsidR="00225083" w:rsidRPr="00191994" w:rsidRDefault="00225083" w:rsidP="00225083">
      <w:pPr>
        <w:pStyle w:val="SingleTxtG"/>
      </w:pPr>
      <w:r w:rsidRPr="00191994">
        <w:t>25.</w:t>
      </w:r>
      <w:r w:rsidRPr="00191994">
        <w:tab/>
        <w:t xml:space="preserve">EN 12830:2018-10 — Регистраторы температуры, используемые при транспортировании, хранении и распределении чувствительных к температуре </w:t>
      </w:r>
      <w:r w:rsidR="0018110A">
        <w:br/>
      </w:r>
      <w:r w:rsidRPr="00191994">
        <w:t xml:space="preserve">грузов — Испытания, эксплуатационные характеристики, пригодность к применению. </w:t>
      </w:r>
      <w:r w:rsidRPr="00191994">
        <w:rPr>
          <w:i/>
          <w:iCs/>
        </w:rPr>
        <w:t>Окончательный вариант был опубликован в октябре 2018 года.</w:t>
      </w:r>
    </w:p>
    <w:p w14:paraId="339A3862" w14:textId="77777777" w:rsidR="00225083" w:rsidRPr="00191994" w:rsidRDefault="00225083" w:rsidP="00225083">
      <w:pPr>
        <w:pStyle w:val="H23G"/>
      </w:pPr>
      <w:r w:rsidRPr="00191994">
        <w:tab/>
        <w:t>4.</w:t>
      </w:r>
      <w:r w:rsidRPr="00191994">
        <w:tab/>
        <w:t>Пересмотр стандартов EN 13485 и EN 13486</w:t>
      </w:r>
    </w:p>
    <w:p w14:paraId="3E71CF88" w14:textId="77777777" w:rsidR="00225083" w:rsidRPr="00191994" w:rsidRDefault="00225083" w:rsidP="00225083">
      <w:pPr>
        <w:pStyle w:val="Bullet1G"/>
        <w:numPr>
          <w:ilvl w:val="0"/>
          <w:numId w:val="0"/>
        </w:numPr>
        <w:tabs>
          <w:tab w:val="left" w:pos="1701"/>
        </w:tabs>
        <w:ind w:left="1701" w:hanging="170"/>
      </w:pPr>
      <w:r w:rsidRPr="00191994">
        <w:t>•</w:t>
      </w:r>
      <w:r w:rsidRPr="00191994">
        <w:tab/>
        <w:t xml:space="preserve">prEN 13485:2002 — Термометры для измерения окружающей или внутренней температуры, используемые при транспортировании, хранении и распределении чувствительных к температуре грузов — Испытания, эксплуатационные характеристики, пригодность к применению. </w:t>
      </w:r>
      <w:r w:rsidRPr="00191994">
        <w:rPr>
          <w:i/>
          <w:iCs/>
        </w:rPr>
        <w:t>Первое его рассмотрение</w:t>
      </w:r>
      <w:r w:rsidRPr="00191994">
        <w:t xml:space="preserve"> </w:t>
      </w:r>
      <w:r w:rsidRPr="00191994">
        <w:rPr>
          <w:i/>
          <w:iCs/>
        </w:rPr>
        <w:t>ЕКС завершилось 13 октября 2022 года и дало положительные результаты.</w:t>
      </w:r>
    </w:p>
    <w:p w14:paraId="2F337CA2" w14:textId="77777777" w:rsidR="00225083" w:rsidRPr="00191994" w:rsidRDefault="00225083" w:rsidP="00225083">
      <w:pPr>
        <w:pStyle w:val="Bullet1G"/>
        <w:numPr>
          <w:ilvl w:val="0"/>
          <w:numId w:val="0"/>
        </w:numPr>
        <w:tabs>
          <w:tab w:val="left" w:pos="1701"/>
        </w:tabs>
        <w:ind w:left="1701" w:hanging="170"/>
      </w:pPr>
      <w:r w:rsidRPr="00191994">
        <w:t>•</w:t>
      </w:r>
      <w:r w:rsidRPr="00191994">
        <w:tab/>
        <w:t xml:space="preserve">prEN 13486:2002 — Регистраторы температуры и термометры для измерения окружающей или внутренней температуры, используемые при транспортировании, хранении и распределении чувствительных к температуре грузов — Периодическая проверка. </w:t>
      </w:r>
      <w:r w:rsidRPr="00191994">
        <w:rPr>
          <w:i/>
          <w:iCs/>
        </w:rPr>
        <w:t>Первое его рассмотрение</w:t>
      </w:r>
      <w:r w:rsidRPr="00191994">
        <w:t xml:space="preserve"> </w:t>
      </w:r>
      <w:r w:rsidRPr="00191994">
        <w:rPr>
          <w:i/>
          <w:iCs/>
        </w:rPr>
        <w:t>ЕКС завершилось 28 сентября 2022 года и дало положительные результаты.</w:t>
      </w:r>
    </w:p>
    <w:p w14:paraId="65411FBA" w14:textId="77777777" w:rsidR="00225083" w:rsidRPr="00191994" w:rsidRDefault="00225083" w:rsidP="00225083">
      <w:pPr>
        <w:pStyle w:val="SingleTxtG"/>
      </w:pPr>
      <w:r w:rsidRPr="00191994">
        <w:t>26.</w:t>
      </w:r>
      <w:r w:rsidRPr="00191994">
        <w:tab/>
        <w:t>Соответствующая рабочая группа TK 423 ЕКС обсудит и примет поступившие по обоим проектам замечания</w:t>
      </w:r>
      <w:r w:rsidRPr="00191994">
        <w:rPr>
          <w:shd w:val="clear" w:color="auto" w:fill="FFFFFF"/>
        </w:rPr>
        <w:t xml:space="preserve"> на следующих сессиях </w:t>
      </w:r>
      <w:r w:rsidRPr="00191994">
        <w:t>28–29 ноября 2022 года.</w:t>
      </w:r>
    </w:p>
    <w:p w14:paraId="0E6B0A59" w14:textId="77777777" w:rsidR="00225083" w:rsidRPr="00191994" w:rsidRDefault="00225083" w:rsidP="00225083">
      <w:pPr>
        <w:pStyle w:val="H23G"/>
      </w:pPr>
      <w:r w:rsidRPr="00191994">
        <w:tab/>
      </w:r>
      <w:r w:rsidRPr="00191994">
        <w:tab/>
      </w:r>
      <w:bookmarkStart w:id="10" w:name="_Toc116395756"/>
      <w:bookmarkStart w:id="11" w:name="_Toc528146973"/>
      <w:bookmarkStart w:id="12" w:name="_Toc103001676"/>
      <w:r w:rsidRPr="00191994">
        <w:t>Стандарты ИСО</w:t>
      </w:r>
      <w:bookmarkEnd w:id="10"/>
    </w:p>
    <w:p w14:paraId="3B78C1C3" w14:textId="1AC1F1D5" w:rsidR="00225083" w:rsidRPr="00191994" w:rsidRDefault="00225083" w:rsidP="00225083">
      <w:pPr>
        <w:pStyle w:val="SingleTxtG"/>
      </w:pPr>
      <w:r w:rsidRPr="00191994">
        <w:t>27.</w:t>
      </w:r>
      <w:r w:rsidRPr="00191994">
        <w:tab/>
        <w:t xml:space="preserve">В 2022 году пленарное заседание TК 104 состоялось 20 октября и проходило в формате телеконференции. В ходе заседания было принято 13 резолюций, в том числе о выборах и перевыборах членов Комитета и резолюция «Создание специальной группы ТК 104 ИСО </w:t>
      </w:r>
      <w:r w:rsidR="00E33EC4" w:rsidRPr="00E33EC4">
        <w:t>—</w:t>
      </w:r>
      <w:r w:rsidRPr="00191994">
        <w:t xml:space="preserve"> Усилия по активизации деятельности ТК 104 ИСО».</w:t>
      </w:r>
    </w:p>
    <w:p w14:paraId="22AE2FFB" w14:textId="1CD32229" w:rsidR="00225083" w:rsidRPr="00191994" w:rsidRDefault="00225083" w:rsidP="00225083">
      <w:pPr>
        <w:pStyle w:val="SingleTxtG"/>
        <w:rPr>
          <w:shd w:val="clear" w:color="auto" w:fill="FFFFFF"/>
        </w:rPr>
      </w:pPr>
      <w:r w:rsidRPr="00191994">
        <w:t>28.</w:t>
      </w:r>
      <w:r w:rsidRPr="00191994">
        <w:tab/>
        <w:t xml:space="preserve">Деятельность в рамках элемента работы «ISO 1496-4: </w:t>
      </w:r>
      <w:r w:rsidRPr="00191994">
        <w:rPr>
          <w:shd w:val="clear" w:color="auto" w:fill="FFFFFF"/>
        </w:rPr>
        <w:t>Контейнеры для твердых сыпучих грузов, работающие не под давлением</w:t>
      </w:r>
      <w:r w:rsidRPr="00191994">
        <w:t xml:space="preserve">» будет завершена в 2023 году. </w:t>
      </w:r>
      <w:r w:rsidRPr="00191994">
        <w:rPr>
          <w:shd w:val="clear" w:color="auto" w:fill="FFFFFF"/>
        </w:rPr>
        <w:t>Это станет первым значительным обновлением стандарта, впервые разработанного в апреле 1991 года. Согласно сообщениям, новый стандарт на изотермические контейнеры «</w:t>
      </w:r>
      <w:r w:rsidRPr="00191994">
        <w:t xml:space="preserve">ISO 20854: </w:t>
      </w:r>
      <w:r w:rsidRPr="00191994">
        <w:rPr>
          <w:shd w:val="clear" w:color="auto" w:fill="FFFFFF"/>
        </w:rPr>
        <w:t xml:space="preserve">Контейнеры изотермические </w:t>
      </w:r>
      <w:r w:rsidR="00E33EC4" w:rsidRPr="00E33EC4">
        <w:rPr>
          <w:shd w:val="clear" w:color="auto" w:fill="FFFFFF"/>
        </w:rPr>
        <w:t>—</w:t>
      </w:r>
      <w:r w:rsidRPr="00191994">
        <w:rPr>
          <w:shd w:val="clear" w:color="auto" w:fill="FFFFFF"/>
        </w:rPr>
        <w:t xml:space="preserve"> Стандарт безопасности для систем охлаждения, в которых используются легковоспламеняющиеся хладагенты» </w:t>
      </w:r>
      <w:r w:rsidRPr="00191994">
        <w:rPr>
          <w:shd w:val="clear" w:color="auto" w:fill="FFFFFF"/>
        </w:rPr>
        <w:lastRenderedPageBreak/>
        <w:t>уже применяется при разработке новой продукции, и в контексте данного процесса ожидается получение соответствующих отзывов.</w:t>
      </w:r>
    </w:p>
    <w:p w14:paraId="0F73775E" w14:textId="1EE2E12A" w:rsidR="00225083" w:rsidRPr="00191994" w:rsidRDefault="00225083" w:rsidP="00225083">
      <w:pPr>
        <w:pStyle w:val="SingleTxtG"/>
      </w:pPr>
      <w:r w:rsidRPr="00191994">
        <w:t>29.</w:t>
      </w:r>
      <w:r w:rsidRPr="00191994">
        <w:tab/>
      </w:r>
      <w:r w:rsidRPr="00191994">
        <w:rPr>
          <w:shd w:val="clear" w:color="auto" w:fill="FFFFFF"/>
        </w:rPr>
        <w:t xml:space="preserve">С учетом этой деятельности был адаптирован и европейский элемент работы по стандарту для транспортных средств (prEN 17893 </w:t>
      </w:r>
      <w:r w:rsidR="00E33EC4" w:rsidRPr="00E33EC4">
        <w:rPr>
          <w:shd w:val="clear" w:color="auto" w:fill="FFFFFF"/>
        </w:rPr>
        <w:t>—</w:t>
      </w:r>
      <w:r w:rsidRPr="00191994">
        <w:rPr>
          <w:shd w:val="clear" w:color="auto" w:fill="FFFFFF"/>
        </w:rPr>
        <w:t xml:space="preserve"> Тепловые дорожные транспортные средства — Стандарт безопасности для систем с регулируемой температурой, использующих легковоспламеняющиеся хладагенты для перевозки грузов — Требования и процесс анализа рисков). На пленарном заседании </w:t>
      </w:r>
      <w:r w:rsidRPr="00191994">
        <w:t xml:space="preserve">SC2 состоится обсуждение предварительных предложений по обновлению и исправлению стандарта ISO 1496-3, касающегося </w:t>
      </w:r>
      <w:r w:rsidRPr="00191994">
        <w:rPr>
          <w:shd w:val="clear" w:color="auto" w:fill="FFFFFF"/>
        </w:rPr>
        <w:t xml:space="preserve">контейнеров-цистерн, и по дальнейшей оптимизации требований к испытаниям с учетом стандарта </w:t>
      </w:r>
      <w:r w:rsidRPr="00191994">
        <w:t>ISO 1496-1.</w:t>
      </w:r>
    </w:p>
    <w:p w14:paraId="5BB71A0D" w14:textId="77777777" w:rsidR="00225083" w:rsidRPr="00191994" w:rsidRDefault="00225083" w:rsidP="00225083">
      <w:pPr>
        <w:pStyle w:val="SingleTxtG"/>
      </w:pPr>
      <w:r w:rsidRPr="00191994">
        <w:t>30.</w:t>
      </w:r>
      <w:r w:rsidRPr="00191994">
        <w:tab/>
        <w:t>Применительно</w:t>
      </w:r>
      <w:r w:rsidRPr="00191994">
        <w:rPr>
          <w:shd w:val="clear" w:color="auto" w:fill="FFFFFF"/>
        </w:rPr>
        <w:t xml:space="preserve"> к контейнерам-цистернам, охватываемым этим стандартом, также имеется предложение относительно их модификаций, решение по которому пока еще не принято.</w:t>
      </w:r>
    </w:p>
    <w:bookmarkEnd w:id="11"/>
    <w:bookmarkEnd w:id="12"/>
    <w:p w14:paraId="1A6F5AD0" w14:textId="77777777" w:rsidR="00225083" w:rsidRPr="00191994" w:rsidRDefault="00225083" w:rsidP="00225083">
      <w:pPr>
        <w:pStyle w:val="H23G"/>
      </w:pPr>
      <w:r w:rsidRPr="00191994">
        <w:tab/>
      </w:r>
      <w:bookmarkStart w:id="13" w:name="_Toc528146975"/>
      <w:r w:rsidRPr="00191994">
        <w:tab/>
      </w:r>
      <w:bookmarkStart w:id="14" w:name="_Toc116395757"/>
      <w:bookmarkStart w:id="15" w:name="_Toc103001677"/>
      <w:r w:rsidRPr="00191994">
        <w:t xml:space="preserve">Другие виды деятельности по стандартизации, представляющие интерес </w:t>
      </w:r>
      <w:r w:rsidRPr="00191994">
        <w:br/>
        <w:t>для WP.11</w:t>
      </w:r>
      <w:bookmarkEnd w:id="14"/>
    </w:p>
    <w:p w14:paraId="3CFB9B3B" w14:textId="77777777" w:rsidR="00225083" w:rsidRPr="00191994" w:rsidRDefault="00225083" w:rsidP="00225083">
      <w:pPr>
        <w:pStyle w:val="SingleTxtG"/>
      </w:pPr>
      <w:r w:rsidRPr="00191994">
        <w:t>31.</w:t>
      </w:r>
      <w:r w:rsidRPr="00191994">
        <w:tab/>
        <w:t>Информация о корейских проектах в ТK 122 ИСО «Упаковка». В рамках Рабочей группы 16 «Упаковка чувствительных к температуре грузов» ТK 122 ИСО опубликовано два проекта, которые были разработаны под руководством Кореи:</w:t>
      </w:r>
    </w:p>
    <w:p w14:paraId="1B7EECB8" w14:textId="519EEBC3" w:rsidR="00225083" w:rsidRPr="00E33EC4" w:rsidRDefault="00225083" w:rsidP="00225083">
      <w:pPr>
        <w:pStyle w:val="Bullet1G"/>
        <w:numPr>
          <w:ilvl w:val="0"/>
          <w:numId w:val="0"/>
        </w:numPr>
        <w:tabs>
          <w:tab w:val="left" w:pos="1701"/>
        </w:tabs>
        <w:ind w:left="1701" w:hanging="170"/>
      </w:pPr>
      <w:r w:rsidRPr="00191994">
        <w:t>•</w:t>
      </w:r>
      <w:r w:rsidRPr="00191994">
        <w:tab/>
        <w:t>ISO 22982-1:2021-03: Транспортная тара — Транспортная тара с регулируемой температурой для грузовых отправлений — Часть 1: Общие требования</w:t>
      </w:r>
      <w:r w:rsidR="00E33EC4" w:rsidRPr="00E33EC4">
        <w:t>.</w:t>
      </w:r>
    </w:p>
    <w:p w14:paraId="6F4C10DA" w14:textId="77777777" w:rsidR="00225083" w:rsidRPr="00191994" w:rsidRDefault="00225083" w:rsidP="00225083">
      <w:pPr>
        <w:pStyle w:val="Bullet1G"/>
        <w:numPr>
          <w:ilvl w:val="0"/>
          <w:numId w:val="0"/>
        </w:numPr>
        <w:tabs>
          <w:tab w:val="left" w:pos="1701"/>
        </w:tabs>
        <w:ind w:left="1701" w:hanging="170"/>
      </w:pPr>
      <w:r w:rsidRPr="00191994">
        <w:t>•</w:t>
      </w:r>
      <w:r w:rsidRPr="00191994">
        <w:tab/>
        <w:t>ISO 22982-2:2021-03: Транспортная тара с регулируемой температурой для грузовых отправлений — Часть 2: Общие технические требования к испытаниям.</w:t>
      </w:r>
    </w:p>
    <w:bookmarkEnd w:id="13"/>
    <w:bookmarkEnd w:id="15"/>
    <w:p w14:paraId="542F7C5F" w14:textId="77777777" w:rsidR="00225083" w:rsidRPr="00191994" w:rsidRDefault="00225083" w:rsidP="00350589">
      <w:pPr>
        <w:pStyle w:val="H23G"/>
      </w:pPr>
      <w:r w:rsidRPr="00191994">
        <w:tab/>
      </w:r>
      <w:r w:rsidRPr="00191994">
        <w:tab/>
      </w:r>
      <w:bookmarkStart w:id="16" w:name="_Toc116395758"/>
      <w:bookmarkStart w:id="17" w:name="_Toc103001678"/>
      <w:r w:rsidRPr="00191994">
        <w:t>Связь с TK 315 ИСО</w:t>
      </w:r>
      <w:bookmarkEnd w:id="16"/>
    </w:p>
    <w:p w14:paraId="3CC3280C" w14:textId="77777777" w:rsidR="00225083" w:rsidRPr="00191994" w:rsidRDefault="00225083" w:rsidP="00225083">
      <w:pPr>
        <w:pStyle w:val="SingleTxtG"/>
      </w:pPr>
      <w:r w:rsidRPr="00191994">
        <w:t>32.</w:t>
      </w:r>
      <w:r w:rsidRPr="00191994">
        <w:tab/>
        <w:t xml:space="preserve">Представитель </w:t>
      </w:r>
      <w:r w:rsidRPr="00191994">
        <w:rPr>
          <w:shd w:val="clear" w:color="auto" w:fill="FFFFFF"/>
        </w:rPr>
        <w:t xml:space="preserve">«Трансфригорут интернэшнл» представил </w:t>
      </w:r>
      <w:r w:rsidRPr="00191994">
        <w:t xml:space="preserve">WP.11 </w:t>
      </w:r>
      <w:r w:rsidRPr="00191994">
        <w:rPr>
          <w:shd w:val="clear" w:color="auto" w:fill="FFFFFF"/>
        </w:rPr>
        <w:t>последнюю обновленную информацию касательно деятельности</w:t>
      </w:r>
      <w:r w:rsidRPr="00191994">
        <w:t xml:space="preserve"> TK 315 ИСО. В частности:</w:t>
      </w:r>
    </w:p>
    <w:p w14:paraId="25E41E8A" w14:textId="7AEF5FE0" w:rsidR="00225083" w:rsidRPr="00191994" w:rsidRDefault="00225083" w:rsidP="00225083">
      <w:pPr>
        <w:pStyle w:val="Bullet1G"/>
        <w:numPr>
          <w:ilvl w:val="0"/>
          <w:numId w:val="0"/>
        </w:numPr>
        <w:tabs>
          <w:tab w:val="left" w:pos="2268"/>
        </w:tabs>
        <w:ind w:left="2268" w:hanging="567"/>
      </w:pPr>
      <w:r w:rsidRPr="00191994">
        <w:t>i)</w:t>
      </w:r>
      <w:r w:rsidRPr="00191994">
        <w:tab/>
        <w:t xml:space="preserve">следующее пленарное заседание </w:t>
      </w:r>
      <w:r w:rsidRPr="00191994">
        <w:rPr>
          <w:shd w:val="clear" w:color="auto" w:fill="FFFFFF"/>
        </w:rPr>
        <w:t xml:space="preserve">ТК 315 и совещание Рабочей группы состоятся 29 ноября </w:t>
      </w:r>
      <w:r w:rsidR="003C4C94" w:rsidRPr="003C4C94">
        <w:rPr>
          <w:shd w:val="clear" w:color="auto" w:fill="FFFFFF"/>
        </w:rPr>
        <w:t>—</w:t>
      </w:r>
      <w:r w:rsidRPr="00191994">
        <w:rPr>
          <w:shd w:val="clear" w:color="auto" w:fill="FFFFFF"/>
        </w:rPr>
        <w:t xml:space="preserve"> 2 декабря 2022 года (пройдут в смешанном режиме в Японии);</w:t>
      </w:r>
    </w:p>
    <w:p w14:paraId="3B74673B" w14:textId="55F6DB85" w:rsidR="00225083" w:rsidRPr="00191994" w:rsidRDefault="00225083" w:rsidP="00225083">
      <w:pPr>
        <w:pStyle w:val="Bullet1G"/>
        <w:numPr>
          <w:ilvl w:val="0"/>
          <w:numId w:val="0"/>
        </w:numPr>
        <w:tabs>
          <w:tab w:val="left" w:pos="2268"/>
        </w:tabs>
        <w:ind w:left="2268" w:hanging="567"/>
      </w:pPr>
      <w:r w:rsidRPr="00191994">
        <w:rPr>
          <w:lang w:val="en-US"/>
        </w:rPr>
        <w:t>ii</w:t>
      </w:r>
      <w:r w:rsidRPr="00191994">
        <w:t>)</w:t>
      </w:r>
      <w:r w:rsidRPr="00191994">
        <w:tab/>
        <w:t xml:space="preserve">апрель 2022 года </w:t>
      </w:r>
      <w:r w:rsidR="003C4C94" w:rsidRPr="003C4C94">
        <w:rPr>
          <w:shd w:val="clear" w:color="auto" w:fill="FFFFFF"/>
        </w:rPr>
        <w:t>—</w:t>
      </w:r>
      <w:r w:rsidRPr="00191994">
        <w:t xml:space="preserve"> Запрос на предложение определений термина «доставка»;</w:t>
      </w:r>
    </w:p>
    <w:p w14:paraId="7BA906C4" w14:textId="04AE0342" w:rsidR="00225083" w:rsidRPr="00191994" w:rsidRDefault="00225083" w:rsidP="00225083">
      <w:pPr>
        <w:pStyle w:val="Bullet1G"/>
        <w:numPr>
          <w:ilvl w:val="0"/>
          <w:numId w:val="0"/>
        </w:numPr>
        <w:tabs>
          <w:tab w:val="left" w:pos="2268"/>
        </w:tabs>
        <w:ind w:left="2268" w:hanging="567"/>
      </w:pPr>
      <w:r w:rsidRPr="00191994">
        <w:rPr>
          <w:lang w:val="en-US"/>
        </w:rPr>
        <w:t>iii</w:t>
      </w:r>
      <w:r w:rsidRPr="00191994">
        <w:t>)</w:t>
      </w:r>
      <w:r w:rsidRPr="00191994">
        <w:tab/>
        <w:t xml:space="preserve">решение от июля 2022 года </w:t>
      </w:r>
      <w:r w:rsidR="003C4C94" w:rsidRPr="003C4C94">
        <w:t>—</w:t>
      </w:r>
      <w:r w:rsidRPr="00191994">
        <w:t xml:space="preserve"> Утверждение стратегического плана действий TK 315 ИСО;</w:t>
      </w:r>
    </w:p>
    <w:p w14:paraId="1E758038" w14:textId="2E524CCA" w:rsidR="00225083" w:rsidRPr="00191994" w:rsidRDefault="00225083" w:rsidP="00225083">
      <w:pPr>
        <w:pStyle w:val="Bullet1G"/>
        <w:numPr>
          <w:ilvl w:val="0"/>
          <w:numId w:val="0"/>
        </w:numPr>
        <w:tabs>
          <w:tab w:val="left" w:pos="2268"/>
        </w:tabs>
        <w:ind w:left="2268" w:hanging="567"/>
      </w:pPr>
      <w:r w:rsidRPr="00191994">
        <w:t>iv)</w:t>
      </w:r>
      <w:r w:rsidRPr="00191994">
        <w:tab/>
        <w:t xml:space="preserve">решение от августа 2022 года </w:t>
      </w:r>
      <w:r w:rsidR="003C4C94" w:rsidRPr="003C4C94">
        <w:t>—</w:t>
      </w:r>
      <w:r w:rsidRPr="00191994">
        <w:t xml:space="preserve"> Учреждение РГ 4 «Терминология» при TK 315 ИСО:</w:t>
      </w:r>
    </w:p>
    <w:p w14:paraId="1CC4B74B" w14:textId="77777777" w:rsidR="00225083" w:rsidRPr="00191994" w:rsidRDefault="00225083" w:rsidP="00225083">
      <w:pPr>
        <w:pStyle w:val="Bullet2G"/>
        <w:numPr>
          <w:ilvl w:val="0"/>
          <w:numId w:val="0"/>
        </w:numPr>
        <w:tabs>
          <w:tab w:val="left" w:pos="2268"/>
        </w:tabs>
        <w:ind w:left="2268" w:hanging="170"/>
      </w:pPr>
      <w:r w:rsidRPr="00191994">
        <w:t>•</w:t>
      </w:r>
      <w:r w:rsidRPr="00191994">
        <w:tab/>
        <w:t>Рабочая группа 4 TK 315 ИСО заменит СГ 2 «Терминология»/TK 315 ИСО;</w:t>
      </w:r>
    </w:p>
    <w:p w14:paraId="41B86EA5" w14:textId="77777777" w:rsidR="00225083" w:rsidRPr="00191994" w:rsidRDefault="00225083" w:rsidP="00225083">
      <w:pPr>
        <w:pStyle w:val="Bullet2G"/>
        <w:numPr>
          <w:ilvl w:val="0"/>
          <w:numId w:val="0"/>
        </w:numPr>
        <w:tabs>
          <w:tab w:val="left" w:pos="2268"/>
        </w:tabs>
        <w:ind w:left="2268" w:hanging="170"/>
      </w:pPr>
      <w:r w:rsidRPr="00191994">
        <w:t>•</w:t>
      </w:r>
      <w:r w:rsidRPr="00191994">
        <w:tab/>
        <w:t xml:space="preserve">Председателем Рабочей группы 4 TK 315 ИСО является г-н </w:t>
      </w:r>
      <w:r w:rsidRPr="00191994">
        <w:rPr>
          <w:shd w:val="clear" w:color="auto" w:fill="FFFFFF"/>
        </w:rPr>
        <w:t>Тошинори Накамура;</w:t>
      </w:r>
    </w:p>
    <w:p w14:paraId="5B7984D5" w14:textId="77777777" w:rsidR="00225083" w:rsidRPr="00191994" w:rsidRDefault="00225083" w:rsidP="00225083">
      <w:pPr>
        <w:pStyle w:val="Bullet2G"/>
        <w:numPr>
          <w:ilvl w:val="0"/>
          <w:numId w:val="0"/>
        </w:numPr>
        <w:tabs>
          <w:tab w:val="left" w:pos="2268"/>
        </w:tabs>
        <w:ind w:left="2268" w:hanging="170"/>
      </w:pPr>
      <w:r w:rsidRPr="00191994">
        <w:t>•</w:t>
      </w:r>
      <w:r w:rsidRPr="00191994">
        <w:tab/>
      </w:r>
      <w:r w:rsidRPr="00191994">
        <w:rPr>
          <w:shd w:val="clear" w:color="auto" w:fill="FFFFFF"/>
        </w:rPr>
        <w:t xml:space="preserve">призыв к выдвижению кандидатур экспертов в состав вновь учрежденной </w:t>
      </w:r>
      <w:r w:rsidRPr="00191994">
        <w:t>Рабочей группы 4 «Терминология» при TK 315 ИСО;</w:t>
      </w:r>
    </w:p>
    <w:p w14:paraId="5FE9D7DD" w14:textId="77777777" w:rsidR="00225083" w:rsidRPr="00191994" w:rsidRDefault="00225083" w:rsidP="00225083">
      <w:pPr>
        <w:pStyle w:val="Bullet2G"/>
        <w:numPr>
          <w:ilvl w:val="0"/>
          <w:numId w:val="0"/>
        </w:numPr>
        <w:tabs>
          <w:tab w:val="left" w:pos="2268"/>
        </w:tabs>
        <w:ind w:left="2268" w:hanging="170"/>
      </w:pPr>
      <w:r w:rsidRPr="00191994">
        <w:t>•</w:t>
      </w:r>
      <w:r w:rsidRPr="00191994">
        <w:tab/>
        <w:t xml:space="preserve">Председатель </w:t>
      </w:r>
      <w:r w:rsidRPr="00191994">
        <w:rPr>
          <w:shd w:val="clear" w:color="auto" w:fill="FFFFFF"/>
        </w:rPr>
        <w:t>Рабочей группы 4 планирует провести первое заседание Рабочей группы 1 декабря 2022 года;</w:t>
      </w:r>
      <w:r w:rsidRPr="00191994">
        <w:t xml:space="preserve"> </w:t>
      </w:r>
    </w:p>
    <w:p w14:paraId="290B161F" w14:textId="6C843831" w:rsidR="00225083" w:rsidRPr="00191994" w:rsidRDefault="00225083" w:rsidP="00225083">
      <w:pPr>
        <w:pStyle w:val="Bullet1G"/>
        <w:numPr>
          <w:ilvl w:val="0"/>
          <w:numId w:val="0"/>
        </w:numPr>
        <w:tabs>
          <w:tab w:val="left" w:pos="2268"/>
        </w:tabs>
        <w:ind w:left="2268" w:hanging="567"/>
      </w:pPr>
      <w:r w:rsidRPr="00191994">
        <w:t>v)</w:t>
      </w:r>
      <w:r w:rsidRPr="00191994">
        <w:tab/>
        <w:t xml:space="preserve">сентябрь 2022 года </w:t>
      </w:r>
      <w:r w:rsidR="00E94483" w:rsidRPr="00E94483">
        <w:t>—</w:t>
      </w:r>
      <w:r w:rsidRPr="00191994">
        <w:t xml:space="preserve"> предложение Кореи по новому элементу работы: «Методы подтверждения температурного режима </w:t>
      </w:r>
      <w:r w:rsidRPr="00191994">
        <w:rPr>
          <w:shd w:val="clear" w:color="auto" w:fill="FFFFFF"/>
        </w:rPr>
        <w:t>в хранилищах с регулируемой температурой и дорожных транспортных средствах</w:t>
      </w:r>
      <w:r w:rsidRPr="00191994">
        <w:t>».</w:t>
      </w:r>
    </w:p>
    <w:bookmarkEnd w:id="17"/>
    <w:p w14:paraId="295C7F20" w14:textId="77777777" w:rsidR="00225083" w:rsidRPr="00191994" w:rsidRDefault="00225083" w:rsidP="00225083">
      <w:pPr>
        <w:pStyle w:val="H23G"/>
        <w:spacing w:before="120"/>
        <w:ind w:left="2268" w:firstLine="0"/>
        <w:jc w:val="both"/>
        <w:rPr>
          <w:b w:val="0"/>
          <w:bCs/>
        </w:rPr>
      </w:pPr>
      <w:r w:rsidRPr="00191994">
        <w:t>Сфера охвата</w:t>
      </w:r>
    </w:p>
    <w:p w14:paraId="5C85BCA0" w14:textId="4A087C10" w:rsidR="00225083" w:rsidRPr="00191994" w:rsidRDefault="00225083" w:rsidP="00225083">
      <w:pPr>
        <w:pStyle w:val="SingleTxtG"/>
        <w:ind w:left="2268"/>
      </w:pPr>
      <w:r w:rsidRPr="00191994">
        <w:t xml:space="preserve">В данном документе оговариваются </w:t>
      </w:r>
      <w:r w:rsidR="00E94483" w:rsidRPr="00E94483">
        <w:t>—</w:t>
      </w:r>
      <w:r w:rsidRPr="00191994">
        <w:t xml:space="preserve"> применительно к подтверждению температурного режима, подлежащего соблюдению </w:t>
      </w:r>
      <w:r w:rsidRPr="00191994">
        <w:rPr>
          <w:shd w:val="clear" w:color="auto" w:fill="FFFFFF"/>
        </w:rPr>
        <w:t xml:space="preserve">в хранилищах с </w:t>
      </w:r>
      <w:r w:rsidRPr="00191994">
        <w:rPr>
          <w:shd w:val="clear" w:color="auto" w:fill="FFFFFF"/>
        </w:rPr>
        <w:lastRenderedPageBreak/>
        <w:t>регулируемой температурой и дорожных транспортных средствах</w:t>
      </w:r>
      <w:r w:rsidRPr="00191994">
        <w:t xml:space="preserve">, </w:t>
      </w:r>
      <w:r w:rsidR="00E94483" w:rsidRPr="00E94483">
        <w:t>—</w:t>
      </w:r>
      <w:r w:rsidRPr="00191994">
        <w:t xml:space="preserve"> </w:t>
      </w:r>
      <w:r w:rsidRPr="00191994">
        <w:rPr>
          <w:shd w:val="clear" w:color="auto" w:fill="FFFFFF"/>
        </w:rPr>
        <w:t>общая терминология, предъявляемые требования,</w:t>
      </w:r>
      <w:r w:rsidRPr="00191994">
        <w:t xml:space="preserve"> применяемые процедуры и соответствующая документация. Целью этого документа не является оценка уровня безопасности и технологии хранения, равно как </w:t>
      </w:r>
      <w:r w:rsidRPr="00191994">
        <w:rPr>
          <w:shd w:val="clear" w:color="auto" w:fill="FFFFFF"/>
        </w:rPr>
        <w:t>транспортного оборудования</w:t>
      </w:r>
      <w:r w:rsidRPr="00191994">
        <w:t xml:space="preserve"> или</w:t>
      </w:r>
      <w:r w:rsidRPr="00191994">
        <w:rPr>
          <w:shd w:val="clear" w:color="auto" w:fill="FFFFFF"/>
        </w:rPr>
        <w:t xml:space="preserve"> транспортных объектов</w:t>
      </w:r>
      <w:r w:rsidRPr="00191994">
        <w:t>.</w:t>
      </w:r>
    </w:p>
    <w:p w14:paraId="11A22357" w14:textId="02290AD2" w:rsidR="00225083" w:rsidRPr="00191994" w:rsidRDefault="00225083" w:rsidP="00350589">
      <w:pPr>
        <w:pStyle w:val="HChG"/>
      </w:pPr>
      <w:r w:rsidRPr="00191994">
        <w:tab/>
        <w:t>V.</w:t>
      </w:r>
      <w:r w:rsidRPr="00191994">
        <w:tab/>
        <w:t xml:space="preserve">Статус и осуществление Соглашения о международных перевозках скоропортящихся пищевых продуктов </w:t>
      </w:r>
      <w:r w:rsidR="00350589">
        <w:br/>
      </w:r>
      <w:r w:rsidRPr="00191994">
        <w:t xml:space="preserve">и о специальных транспортных средствах, предназначенных для этих перевозок (СПС) </w:t>
      </w:r>
      <w:r w:rsidR="00350589">
        <w:br/>
      </w:r>
      <w:r w:rsidRPr="00191994">
        <w:t>(пункт 4 повестки дня)</w:t>
      </w:r>
    </w:p>
    <w:p w14:paraId="14327296" w14:textId="77777777" w:rsidR="00225083" w:rsidRPr="00191994" w:rsidRDefault="00225083" w:rsidP="00225083">
      <w:pPr>
        <w:pStyle w:val="H1G"/>
        <w:rPr>
          <w:szCs w:val="24"/>
        </w:rPr>
      </w:pPr>
      <w:r w:rsidRPr="00191994">
        <w:tab/>
      </w:r>
      <w:r w:rsidRPr="00191994">
        <w:rPr>
          <w:szCs w:val="24"/>
        </w:rPr>
        <w:t>A.</w:t>
      </w:r>
      <w:r w:rsidRPr="00191994">
        <w:rPr>
          <w:szCs w:val="24"/>
        </w:rPr>
        <w:tab/>
      </w:r>
      <w:r w:rsidRPr="00191994">
        <w:rPr>
          <w:szCs w:val="24"/>
          <w:shd w:val="clear" w:color="auto" w:fill="FFFFFF"/>
        </w:rPr>
        <w:t>Состояние применения Соглашения</w:t>
      </w:r>
    </w:p>
    <w:p w14:paraId="6E629DE2" w14:textId="77777777" w:rsidR="00225083" w:rsidRPr="00191994" w:rsidRDefault="00225083" w:rsidP="00225083">
      <w:pPr>
        <w:pStyle w:val="SingleTxtG"/>
        <w:rPr>
          <w:spacing w:val="-3"/>
        </w:rPr>
      </w:pPr>
      <w:r w:rsidRPr="00191994">
        <w:t>33.</w:t>
      </w:r>
      <w:r w:rsidRPr="00191994">
        <w:tab/>
      </w:r>
      <w:r w:rsidRPr="00191994">
        <w:rPr>
          <w:shd w:val="clear" w:color="auto" w:fill="FFFFFF"/>
        </w:rPr>
        <w:t>За период, прошедший после прошлой сессии, к СПС не присоединилось ни одной новой страны, поэтому число Договаривающихся сторон по-прежнему составляет 52</w:t>
      </w:r>
      <w:r w:rsidRPr="00191994">
        <w:t>.</w:t>
      </w:r>
    </w:p>
    <w:p w14:paraId="584FEC8C" w14:textId="77777777" w:rsidR="00225083" w:rsidRPr="00191994" w:rsidRDefault="00225083" w:rsidP="00225083">
      <w:pPr>
        <w:pStyle w:val="H1G"/>
      </w:pPr>
      <w:r w:rsidRPr="00191994">
        <w:tab/>
        <w:t>B.</w:t>
      </w:r>
      <w:r w:rsidRPr="00191994">
        <w:tab/>
      </w:r>
      <w:r w:rsidRPr="00191994">
        <w:rPr>
          <w:szCs w:val="24"/>
          <w:shd w:val="clear" w:color="auto" w:fill="FFFFFF"/>
        </w:rPr>
        <w:t>Состояние поправок</w:t>
      </w:r>
    </w:p>
    <w:p w14:paraId="0D32A409" w14:textId="77777777" w:rsidR="00225083" w:rsidRPr="00191994" w:rsidRDefault="00225083" w:rsidP="00225083">
      <w:pPr>
        <w:pStyle w:val="SingleTxtG"/>
      </w:pPr>
      <w:r w:rsidRPr="00191994">
        <w:t>34.</w:t>
      </w:r>
      <w:r w:rsidRPr="00191994">
        <w:tab/>
      </w:r>
      <w:r w:rsidRPr="00191994">
        <w:rPr>
          <w:shd w:val="clear" w:color="auto" w:fill="FFFFFF"/>
        </w:rPr>
        <w:t>За период, прошедший после прошлой сессии, до сведения Договаривающихся сторон СПС не было доведено новых предложений по поправкам.</w:t>
      </w:r>
    </w:p>
    <w:p w14:paraId="6ACB9355" w14:textId="77777777" w:rsidR="00225083" w:rsidRPr="00191994" w:rsidRDefault="00225083" w:rsidP="00225083">
      <w:pPr>
        <w:pStyle w:val="H1G"/>
      </w:pPr>
      <w:r w:rsidRPr="00191994">
        <w:tab/>
        <w:t>C.</w:t>
      </w:r>
      <w:r w:rsidRPr="00191994">
        <w:tab/>
      </w:r>
      <w:r w:rsidRPr="00191994">
        <w:rPr>
          <w:szCs w:val="24"/>
          <w:shd w:val="clear" w:color="auto" w:fill="FFFFFF"/>
        </w:rPr>
        <w:t>Испытательные станции, официально назначаемые компетентными органами стран — участниц СПС</w:t>
      </w:r>
    </w:p>
    <w:p w14:paraId="1EE00836" w14:textId="7EB08BAD" w:rsidR="00225083" w:rsidRPr="00191994" w:rsidRDefault="00225083" w:rsidP="00225083">
      <w:pPr>
        <w:pStyle w:val="SingleTxtG"/>
        <w:rPr>
          <w:lang w:val="en-US"/>
        </w:rPr>
      </w:pPr>
      <w:r w:rsidRPr="00191994">
        <w:t>35.</w:t>
      </w:r>
      <w:r w:rsidRPr="00191994">
        <w:tab/>
      </w:r>
      <w:r w:rsidRPr="00191994">
        <w:rPr>
          <w:shd w:val="clear" w:color="auto" w:fill="FFFFFF"/>
        </w:rPr>
        <w:t xml:space="preserve">Нынешний перечень официально назначенных испытательных станций </w:t>
      </w:r>
      <w:r w:rsidR="00350589">
        <w:rPr>
          <w:shd w:val="clear" w:color="auto" w:fill="FFFFFF"/>
        </w:rPr>
        <w:br/>
      </w:r>
      <w:r w:rsidRPr="00191994">
        <w:rPr>
          <w:shd w:val="clear" w:color="auto" w:fill="FFFFFF"/>
        </w:rPr>
        <w:t xml:space="preserve">см. </w:t>
      </w:r>
      <w:r w:rsidRPr="00191994">
        <w:rPr>
          <w:shd w:val="clear" w:color="auto" w:fill="FFFFFF"/>
          <w:lang w:val="en-US"/>
        </w:rPr>
        <w:t xml:space="preserve">URL: </w:t>
      </w:r>
      <w:hyperlink r:id="rId10" w:history="1">
        <w:r w:rsidR="00350589" w:rsidRPr="002378E8">
          <w:rPr>
            <w:rStyle w:val="af1"/>
            <w:shd w:val="clear" w:color="auto" w:fill="FFFFFF"/>
            <w:lang w:val="en-US"/>
          </w:rPr>
          <w:t>https://unece.org/atp-competent-authorities-and-testing-stations</w:t>
        </w:r>
      </w:hyperlink>
      <w:r w:rsidRPr="00191994">
        <w:rPr>
          <w:lang w:val="en-US"/>
        </w:rPr>
        <w:t>.</w:t>
      </w:r>
    </w:p>
    <w:p w14:paraId="13A7BB7D" w14:textId="42C60C4D" w:rsidR="00225083" w:rsidRPr="00191994" w:rsidRDefault="00225083" w:rsidP="00225083">
      <w:pPr>
        <w:pStyle w:val="H1G"/>
        <w:rPr>
          <w:szCs w:val="24"/>
          <w:shd w:val="clear" w:color="auto" w:fill="FFFFFF"/>
        </w:rPr>
      </w:pPr>
      <w:r w:rsidRPr="00191994">
        <w:rPr>
          <w:lang w:val="en-US"/>
        </w:rPr>
        <w:tab/>
      </w:r>
      <w:r w:rsidRPr="00191994">
        <w:t>D.</w:t>
      </w:r>
      <w:r w:rsidRPr="00191994">
        <w:tab/>
      </w:r>
      <w:r w:rsidRPr="00191994">
        <w:rPr>
          <w:szCs w:val="24"/>
          <w:shd w:val="clear" w:color="auto" w:fill="FFFFFF"/>
        </w:rPr>
        <w:t xml:space="preserve">Обмен информацией между Сторонами в соответствии </w:t>
      </w:r>
      <w:r w:rsidR="00C05FC5">
        <w:rPr>
          <w:szCs w:val="24"/>
          <w:shd w:val="clear" w:color="auto" w:fill="FFFFFF"/>
        </w:rPr>
        <w:br/>
      </w:r>
      <w:r w:rsidRPr="00191994">
        <w:rPr>
          <w:szCs w:val="24"/>
          <w:shd w:val="clear" w:color="auto" w:fill="FFFFFF"/>
        </w:rPr>
        <w:t>со статьей 6 СПС</w:t>
      </w:r>
    </w:p>
    <w:p w14:paraId="24D062E8" w14:textId="77777777" w:rsidR="00225083" w:rsidRPr="00191994" w:rsidRDefault="00225083" w:rsidP="00225083">
      <w:pPr>
        <w:pStyle w:val="SingleTxtG"/>
        <w:rPr>
          <w:shd w:val="clear" w:color="auto" w:fill="FFFFFF"/>
        </w:rPr>
      </w:pPr>
      <w:r w:rsidRPr="00191994">
        <w:rPr>
          <w:shd w:val="clear" w:color="auto" w:fill="FFFFFF"/>
        </w:rPr>
        <w:t>36.</w:t>
      </w:r>
      <w:r w:rsidRPr="00191994">
        <w:rPr>
          <w:shd w:val="clear" w:color="auto" w:fill="FFFFFF"/>
        </w:rPr>
        <w:tab/>
        <w:t>На семьдесят седьмой сессии WP.11 поблагодарила 25 стран, представивших данные в ответ на вопросник об осуществлении СПС в 2020 году, подчеркнув необходимость в обязательном порядке располагать информацией от всех Договаривающихся сторон СПС и тот факт, что такая информация служит одним из средств согласования усилий по осуществлению Соглашения.</w:t>
      </w:r>
    </w:p>
    <w:p w14:paraId="696F3678" w14:textId="77777777" w:rsidR="00225083" w:rsidRPr="00191994" w:rsidRDefault="00225083" w:rsidP="00225083">
      <w:pPr>
        <w:pStyle w:val="SingleTxtG"/>
        <w:rPr>
          <w:shd w:val="clear" w:color="auto" w:fill="FFFFFF"/>
        </w:rPr>
      </w:pPr>
      <w:r w:rsidRPr="00191994">
        <w:t>37.</w:t>
      </w:r>
      <w:r w:rsidRPr="00191994">
        <w:tab/>
      </w:r>
      <w:r w:rsidRPr="00191994">
        <w:rPr>
          <w:shd w:val="clear" w:color="auto" w:fill="FFFFFF"/>
        </w:rPr>
        <w:t>Поступившие данные за 2021 год были представлены в документе ECE/TRANS/WP.11/2022/12. Как было отмечено, число Договаривающихся сторон, ответивших на вопросник, сократилось до 21.</w:t>
      </w:r>
    </w:p>
    <w:p w14:paraId="6A8991C7" w14:textId="4C4D2846" w:rsidR="00225083" w:rsidRPr="00191994" w:rsidRDefault="00225083" w:rsidP="00225083">
      <w:pPr>
        <w:pStyle w:val="SingleTxtG"/>
        <w:rPr>
          <w:shd w:val="clear" w:color="auto" w:fill="FFFFFF"/>
        </w:rPr>
      </w:pPr>
      <w:r w:rsidRPr="00191994">
        <w:rPr>
          <w:shd w:val="clear" w:color="auto" w:fill="FFFFFF"/>
        </w:rPr>
        <w:t>38.</w:t>
      </w:r>
      <w:r w:rsidRPr="00191994">
        <w:rPr>
          <w:shd w:val="clear" w:color="auto" w:fill="FFFFFF"/>
        </w:rPr>
        <w:tab/>
        <w:t>По поручению Рабочей группы, высказанному в ходе ее семьдесят третьей сессии, секретариат направил всем Договаривающимся сторонам письмо с просьбой выполнять их обязательства по статье 6 СПС посредством предоставления ответов на ежегодный вопросник и обновления контактных данных компетентных органов и испытательных станций. Вся информация, поступившая в секретариат, включается в перечень компетентных органов и официально назначаемых испытательных станций, см. URL: </w:t>
      </w:r>
      <w:hyperlink r:id="rId11" w:history="1">
        <w:r w:rsidR="00350589" w:rsidRPr="002378E8">
          <w:rPr>
            <w:rStyle w:val="af1"/>
            <w:shd w:val="clear" w:color="auto" w:fill="FFFFFF"/>
          </w:rPr>
          <w:t>https://unece.org/atp-competent-authorities-and-testing-stations</w:t>
        </w:r>
      </w:hyperlink>
      <w:r w:rsidRPr="00191994">
        <w:rPr>
          <w:shd w:val="clear" w:color="auto" w:fill="FFFFFF"/>
        </w:rPr>
        <w:t>.</w:t>
      </w:r>
    </w:p>
    <w:p w14:paraId="3AAA669F" w14:textId="77777777" w:rsidR="00225083" w:rsidRPr="00191994" w:rsidRDefault="00225083" w:rsidP="00225083">
      <w:pPr>
        <w:pStyle w:val="H1G"/>
        <w:rPr>
          <w:szCs w:val="24"/>
          <w:shd w:val="clear" w:color="auto" w:fill="FFFFFF"/>
        </w:rPr>
      </w:pPr>
      <w:r w:rsidRPr="00191994">
        <w:tab/>
        <w:t>E.</w:t>
      </w:r>
      <w:r w:rsidRPr="00191994">
        <w:tab/>
      </w:r>
      <w:r w:rsidRPr="00191994">
        <w:rPr>
          <w:szCs w:val="24"/>
          <w:shd w:val="clear" w:color="auto" w:fill="FFFFFF"/>
        </w:rPr>
        <w:t>Обмен передовой практикой для более эффективного осуществления СПС</w:t>
      </w:r>
    </w:p>
    <w:p w14:paraId="362FA7BF" w14:textId="03B74C41" w:rsidR="00225083" w:rsidRPr="00191994" w:rsidRDefault="00225083" w:rsidP="00225083">
      <w:pPr>
        <w:pStyle w:val="SingleTxtG"/>
        <w:rPr>
          <w:shd w:val="clear" w:color="auto" w:fill="FFFFFF"/>
        </w:rPr>
      </w:pPr>
      <w:r w:rsidRPr="00191994">
        <w:rPr>
          <w:shd w:val="clear" w:color="auto" w:fill="FFFFFF"/>
        </w:rPr>
        <w:t>39.</w:t>
      </w:r>
      <w:r w:rsidRPr="00191994">
        <w:rPr>
          <w:shd w:val="clear" w:color="auto" w:fill="FFFFFF"/>
        </w:rPr>
        <w:tab/>
        <w:t>Поскольку никаких документов в рамках этого подпункта повестки дня представлено не было, никаких обсуждений по данному вопросу не проводилось.</w:t>
      </w:r>
    </w:p>
    <w:p w14:paraId="5D4316E3" w14:textId="3657A039" w:rsidR="00225083" w:rsidRPr="00191994" w:rsidRDefault="00225083" w:rsidP="00225083">
      <w:pPr>
        <w:pStyle w:val="HChG"/>
      </w:pPr>
      <w:r w:rsidRPr="00191994">
        <w:lastRenderedPageBreak/>
        <w:tab/>
      </w:r>
      <w:bookmarkStart w:id="18" w:name="_Toc103001686"/>
      <w:r w:rsidRPr="00191994">
        <w:t>VI.</w:t>
      </w:r>
      <w:r w:rsidRPr="00191994">
        <w:tab/>
        <w:t xml:space="preserve">Предложения по поправкам к СПС </w:t>
      </w:r>
      <w:r w:rsidR="0039310C">
        <w:br/>
      </w:r>
      <w:r w:rsidRPr="00191994">
        <w:t>(пункт 5 повестки дня)</w:t>
      </w:r>
      <w:bookmarkEnd w:id="18"/>
    </w:p>
    <w:p w14:paraId="71D1EDC2" w14:textId="77777777" w:rsidR="00225083" w:rsidRPr="00191994" w:rsidRDefault="00225083" w:rsidP="00225083">
      <w:pPr>
        <w:pStyle w:val="H1G"/>
      </w:pPr>
      <w:r w:rsidRPr="00191994">
        <w:tab/>
      </w:r>
      <w:bookmarkStart w:id="19" w:name="_Toc103001687"/>
      <w:r w:rsidRPr="00191994">
        <w:t>A.</w:t>
      </w:r>
      <w:r w:rsidRPr="00191994">
        <w:tab/>
        <w:t>Предложения, по которым еще не приняты решения</w:t>
      </w:r>
    </w:p>
    <w:p w14:paraId="1D9B2FE1" w14:textId="77777777" w:rsidR="00225083" w:rsidRPr="00191994" w:rsidRDefault="00225083" w:rsidP="00350589">
      <w:pPr>
        <w:pStyle w:val="H23G"/>
      </w:pPr>
      <w:r w:rsidRPr="00191994">
        <w:tab/>
        <w:t>1.</w:t>
      </w:r>
      <w:r w:rsidRPr="00191994">
        <w:tab/>
      </w:r>
      <w:r w:rsidRPr="00191994">
        <w:rPr>
          <w:shd w:val="clear" w:color="auto" w:fill="FFFFFF"/>
        </w:rPr>
        <w:t>Предлагаемые поправки к пункту 7.3.7 добавления 2 к приложению 1</w:t>
      </w:r>
    </w:p>
    <w:p w14:paraId="65887CB7" w14:textId="77777777" w:rsidR="00225083" w:rsidRPr="00191994" w:rsidRDefault="00225083" w:rsidP="009F7E3B">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rPr>
          <w:lang w:val="fr-CH"/>
        </w:rPr>
        <w:t>ECE</w:t>
      </w:r>
      <w:r w:rsidRPr="00191994">
        <w:t>/</w:t>
      </w:r>
      <w:r w:rsidRPr="00191994">
        <w:rPr>
          <w:lang w:val="fr-CH"/>
        </w:rPr>
        <w:t>TRANS</w:t>
      </w:r>
      <w:r w:rsidRPr="00191994">
        <w:t>/</w:t>
      </w:r>
      <w:r w:rsidRPr="00191994">
        <w:rPr>
          <w:lang w:val="fr-CH"/>
        </w:rPr>
        <w:t>WP</w:t>
      </w:r>
      <w:r w:rsidRPr="00191994">
        <w:t>.11/2022/5/</w:t>
      </w:r>
      <w:r w:rsidRPr="00191994">
        <w:rPr>
          <w:lang w:val="fr-CH"/>
        </w:rPr>
        <w:t>Rev</w:t>
      </w:r>
      <w:r w:rsidRPr="00191994">
        <w:t>.1 (Франция)</w:t>
      </w:r>
    </w:p>
    <w:p w14:paraId="4025583D" w14:textId="77777777" w:rsidR="00225083" w:rsidRPr="00191994" w:rsidRDefault="00225083" w:rsidP="00225083">
      <w:pPr>
        <w:pStyle w:val="SingleTxtG"/>
      </w:pPr>
      <w:r w:rsidRPr="00191994">
        <w:t>40.</w:t>
      </w:r>
      <w:r w:rsidRPr="00191994">
        <w:tab/>
      </w:r>
      <w:r w:rsidRPr="00191994">
        <w:rPr>
          <w:shd w:val="clear" w:color="auto" w:fill="FFFFFF"/>
        </w:rPr>
        <w:t>Поскольку соответствующий документ ECE/TRANS/WP.11/2022/14 не был принят, делегация Франции согласилась подготовить новый пересмотренный вариант этого документа для рассмотрения на одной из будущих сессий.</w:t>
      </w:r>
    </w:p>
    <w:p w14:paraId="73B6FB3E" w14:textId="77777777" w:rsidR="00225083" w:rsidRPr="00191994" w:rsidRDefault="00225083" w:rsidP="00350589">
      <w:pPr>
        <w:pStyle w:val="H23G"/>
      </w:pPr>
      <w:r w:rsidRPr="00191994">
        <w:tab/>
        <w:t>2.</w:t>
      </w:r>
      <w:r w:rsidRPr="00191994">
        <w:tab/>
        <w:t>Измерение толщины термоизолирующих стенок в транспортных средствах, используемых для перевозки скоропортящихся пищевых продуктов</w:t>
      </w:r>
    </w:p>
    <w:p w14:paraId="4DD1669E" w14:textId="77777777" w:rsidR="00225083" w:rsidRPr="00191994" w:rsidRDefault="00225083" w:rsidP="009F7E3B">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rPr>
          <w:lang w:val="fr-CH"/>
        </w:rPr>
        <w:t>ECE</w:t>
      </w:r>
      <w:r w:rsidRPr="00191994">
        <w:t>/</w:t>
      </w:r>
      <w:r w:rsidRPr="00191994">
        <w:rPr>
          <w:lang w:val="fr-CH"/>
        </w:rPr>
        <w:t>TRANS</w:t>
      </w:r>
      <w:r w:rsidRPr="00191994">
        <w:t>/</w:t>
      </w:r>
      <w:r w:rsidRPr="00191994">
        <w:rPr>
          <w:lang w:val="fr-CH"/>
        </w:rPr>
        <w:t>WP</w:t>
      </w:r>
      <w:r w:rsidRPr="00191994">
        <w:t>.11/2022/6/</w:t>
      </w:r>
      <w:r w:rsidRPr="00191994">
        <w:rPr>
          <w:lang w:val="fr-CH"/>
        </w:rPr>
        <w:t>Rev</w:t>
      </w:r>
      <w:r w:rsidRPr="00191994">
        <w:t>.1 (Франция)</w:t>
      </w:r>
    </w:p>
    <w:p w14:paraId="755AA738" w14:textId="77777777" w:rsidR="00225083" w:rsidRPr="00191994" w:rsidRDefault="00225083" w:rsidP="00225083">
      <w:pPr>
        <w:pStyle w:val="SingleTxtG"/>
      </w:pPr>
      <w:r w:rsidRPr="00191994">
        <w:t>41.</w:t>
      </w:r>
      <w:r w:rsidRPr="00191994">
        <w:tab/>
        <w:t>Была выражена некоторая обеспокоенность в связи с нынешней сноской 4 в образце № 1A, содержащей ту же информацию, что и предлагаемая поправка. Было уточнено, что эта информация не дублируется и что в новом предложении представлены более подробные данные в отношении толщины, а также указано, кто именно будет отвечать за выполнение измерений.</w:t>
      </w:r>
    </w:p>
    <w:p w14:paraId="31CDF7CC" w14:textId="77777777" w:rsidR="00225083" w:rsidRPr="00191994" w:rsidRDefault="00225083" w:rsidP="00225083">
      <w:pPr>
        <w:pStyle w:val="SingleTxtG"/>
      </w:pPr>
      <w:r w:rsidRPr="00191994">
        <w:t>42.</w:t>
      </w:r>
      <w:r w:rsidRPr="00191994">
        <w:tab/>
        <w:t xml:space="preserve">По мнению других делегаций, </w:t>
      </w:r>
      <w:r w:rsidRPr="00191994">
        <w:rPr>
          <w:shd w:val="clear" w:color="auto" w:fill="FFFFFF"/>
        </w:rPr>
        <w:t>поскольку толщина является косвенным измерением, основанным на наружных и внутренних размерах, которые подчас нелегко рассчитать, информация, запрашиваемая в предложении, может быть излишней.</w:t>
      </w:r>
    </w:p>
    <w:p w14:paraId="45A808AD" w14:textId="77777777" w:rsidR="00225083" w:rsidRPr="00191994" w:rsidRDefault="00225083" w:rsidP="00225083">
      <w:pPr>
        <w:pStyle w:val="SingleTxtG"/>
      </w:pPr>
      <w:r w:rsidRPr="00191994">
        <w:t>43.</w:t>
      </w:r>
      <w:r w:rsidRPr="00191994">
        <w:tab/>
      </w:r>
      <w:r w:rsidRPr="00191994">
        <w:rPr>
          <w:shd w:val="clear" w:color="auto" w:fill="FFFFFF"/>
        </w:rPr>
        <w:t>Делегация Франции пояснила, что данное предложение направлено на обеспечение более жесткого контроля за неопределенностью толщины изоляции, поскольку в некоторых случаях допуск для коэффициента К может быть превышен.</w:t>
      </w:r>
    </w:p>
    <w:bookmarkEnd w:id="19"/>
    <w:p w14:paraId="5A61BE32" w14:textId="77777777" w:rsidR="00225083" w:rsidRPr="00191994" w:rsidRDefault="00225083" w:rsidP="00225083">
      <w:pPr>
        <w:pStyle w:val="SingleTxtG"/>
      </w:pPr>
      <w:r w:rsidRPr="00191994">
        <w:t>44.</w:t>
      </w:r>
      <w:r w:rsidRPr="00191994">
        <w:tab/>
      </w:r>
      <w:r w:rsidRPr="00191994">
        <w:rPr>
          <w:shd w:val="clear" w:color="auto" w:fill="FFFFFF"/>
        </w:rPr>
        <w:t xml:space="preserve">Предложение не было принято, поскольку возражения против его принятия выдвинули Германия и </w:t>
      </w:r>
      <w:r w:rsidRPr="00191994">
        <w:t>Соединенное Королевство</w:t>
      </w:r>
      <w:r w:rsidRPr="00191994">
        <w:rPr>
          <w:shd w:val="clear" w:color="auto" w:fill="FFFFFF"/>
        </w:rPr>
        <w:t>.</w:t>
      </w:r>
    </w:p>
    <w:p w14:paraId="72CA6CD6" w14:textId="77777777" w:rsidR="00225083" w:rsidRPr="00191994" w:rsidRDefault="00225083" w:rsidP="00350589">
      <w:pPr>
        <w:pStyle w:val="H23G"/>
      </w:pPr>
      <w:r w:rsidRPr="00191994">
        <w:tab/>
        <w:t>3.</w:t>
      </w:r>
      <w:r w:rsidRPr="00191994">
        <w:tab/>
        <w:t>Поправка к добавлению 4 к приложению 1</w:t>
      </w:r>
    </w:p>
    <w:p w14:paraId="5ABE446D" w14:textId="77777777" w:rsidR="00225083" w:rsidRPr="00191994" w:rsidRDefault="00225083" w:rsidP="009F7E3B">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t>ECE/TRANS/WP.11/2022/9/Rev.1 (Соединенное Королевство)</w:t>
      </w:r>
    </w:p>
    <w:p w14:paraId="5053FF02" w14:textId="77777777" w:rsidR="00225083" w:rsidRPr="00191994" w:rsidRDefault="00225083" w:rsidP="00225083">
      <w:pPr>
        <w:pStyle w:val="SingleTxtG"/>
      </w:pPr>
      <w:r w:rsidRPr="00191994">
        <w:t>45.</w:t>
      </w:r>
      <w:r w:rsidRPr="00191994">
        <w:tab/>
        <w:t>Были высказаны некоторые опасения по поводу того, каким образом это предложение позволит улучшить процесс инспектирования. Было указано, что в случае принятия предложения могут возникнуть определенные трудности при инспектировании транспортных средств с двумя камерами.</w:t>
      </w:r>
    </w:p>
    <w:p w14:paraId="416AE1C5" w14:textId="77777777" w:rsidR="00225083" w:rsidRPr="00191994" w:rsidRDefault="00225083" w:rsidP="00225083">
      <w:pPr>
        <w:pStyle w:val="SingleTxtG"/>
        <w:rPr>
          <w:shd w:val="clear" w:color="auto" w:fill="FFFFFF"/>
        </w:rPr>
      </w:pPr>
      <w:r w:rsidRPr="00191994">
        <w:t>46.</w:t>
      </w:r>
      <w:r w:rsidRPr="00191994">
        <w:tab/>
      </w:r>
      <w:r w:rsidRPr="00191994">
        <w:rPr>
          <w:shd w:val="clear" w:color="auto" w:fill="FFFFFF"/>
        </w:rPr>
        <w:t>Также было отмечено, что существенной разницы между пересмотренным предложением и тем, которое было отклонено на предыдущей сессии, нет. Рабочая группа решила передать на рассмотрение СЕРТЕ вопрос о том, является ли пример, приведенный в нынешнем тексте СПС, технически осуществимым, поскольку среди выступивших экспертов не было согласия по данному вопросу.</w:t>
      </w:r>
    </w:p>
    <w:p w14:paraId="3C640793" w14:textId="77777777" w:rsidR="00225083" w:rsidRPr="00191994" w:rsidRDefault="00225083" w:rsidP="00225083">
      <w:pPr>
        <w:pStyle w:val="SingleTxtG"/>
      </w:pPr>
      <w:r w:rsidRPr="00191994">
        <w:t>47.</w:t>
      </w:r>
      <w:r w:rsidRPr="00191994">
        <w:tab/>
      </w:r>
      <w:r w:rsidRPr="00191994">
        <w:rPr>
          <w:shd w:val="clear" w:color="auto" w:fill="FFFFFF"/>
        </w:rPr>
        <w:t>Предложение не было принято, поскольку возражение против его принятия выдвинула Франция.</w:t>
      </w:r>
    </w:p>
    <w:p w14:paraId="64837767" w14:textId="77777777" w:rsidR="00225083" w:rsidRPr="00191994" w:rsidRDefault="00225083" w:rsidP="00350589">
      <w:pPr>
        <w:pStyle w:val="H23G"/>
      </w:pPr>
      <w:r w:rsidRPr="00191994">
        <w:tab/>
        <w:t>4.</w:t>
      </w:r>
      <w:r w:rsidRPr="00191994">
        <w:tab/>
        <w:t>Предложение по поправкам к пункту 7.3.7 добавления 2 к приложению 1</w:t>
      </w:r>
    </w:p>
    <w:p w14:paraId="2288A4EE" w14:textId="77777777" w:rsidR="00225083" w:rsidRPr="00191994" w:rsidRDefault="00225083" w:rsidP="00225083">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rPr>
          <w:lang w:val="fr-CH"/>
        </w:rPr>
        <w:t>ECE</w:t>
      </w:r>
      <w:r w:rsidRPr="00191994">
        <w:t>/</w:t>
      </w:r>
      <w:r w:rsidRPr="00191994">
        <w:rPr>
          <w:lang w:val="fr-CH"/>
        </w:rPr>
        <w:t>TRANS</w:t>
      </w:r>
      <w:r w:rsidRPr="00191994">
        <w:t>/</w:t>
      </w:r>
      <w:r w:rsidRPr="00191994">
        <w:rPr>
          <w:lang w:val="fr-CH"/>
        </w:rPr>
        <w:t>WP</w:t>
      </w:r>
      <w:r w:rsidRPr="00191994">
        <w:t>.11/2022/14 (Франция)</w:t>
      </w:r>
    </w:p>
    <w:p w14:paraId="6F2BF143" w14:textId="090E8BCC" w:rsidR="00225083" w:rsidRPr="00191994" w:rsidRDefault="00225083" w:rsidP="00225083">
      <w:pPr>
        <w:pStyle w:val="SingleTxtG"/>
        <w:rPr>
          <w:shd w:val="clear" w:color="auto" w:fill="FFFFFF"/>
        </w:rPr>
      </w:pPr>
      <w:r w:rsidRPr="00191994">
        <w:t>48.</w:t>
      </w:r>
      <w:r w:rsidRPr="00191994">
        <w:tab/>
      </w:r>
      <w:r w:rsidRPr="00191994">
        <w:rPr>
          <w:shd w:val="clear" w:color="auto" w:fill="FFFFFF"/>
        </w:rPr>
        <w:t xml:space="preserve">Несколько делегаций указали, что испытание многокамерных транспортных средств с мультитемпературным режимом должно проводиться </w:t>
      </w:r>
      <w:r w:rsidR="00350589" w:rsidRPr="00350589">
        <w:rPr>
          <w:shd w:val="clear" w:color="auto" w:fill="FFFFFF"/>
        </w:rPr>
        <w:t>—</w:t>
      </w:r>
      <w:r w:rsidRPr="00191994">
        <w:rPr>
          <w:shd w:val="clear" w:color="auto" w:fill="FFFFFF"/>
        </w:rPr>
        <w:t xml:space="preserve"> применительно к конфигурации разделительных стенок </w:t>
      </w:r>
      <w:r w:rsidR="00350589" w:rsidRPr="00350589">
        <w:rPr>
          <w:shd w:val="clear" w:color="auto" w:fill="FFFFFF"/>
        </w:rPr>
        <w:t>—</w:t>
      </w:r>
      <w:r w:rsidRPr="00191994">
        <w:rPr>
          <w:shd w:val="clear" w:color="auto" w:fill="FFFFFF"/>
        </w:rPr>
        <w:t xml:space="preserve"> по наихудшему сценарию, а уже проверенные конфигурации, отраженные в декларации о соответствии, должны сохраняться неизменными при возможности небольшого перемещения стенок. Поэтому нет необходимости требовать, чтобы передвижные стенки были жестко </w:t>
      </w:r>
      <w:r w:rsidRPr="00191994">
        <w:rPr>
          <w:shd w:val="clear" w:color="auto" w:fill="FFFFFF"/>
        </w:rPr>
        <w:lastRenderedPageBreak/>
        <w:t>закреплены на кузове транспортного средства, поскольку это может ограничить гибкость использования других технических решений.</w:t>
      </w:r>
    </w:p>
    <w:p w14:paraId="03D37707" w14:textId="77777777" w:rsidR="00225083" w:rsidRPr="00191994" w:rsidRDefault="00225083" w:rsidP="00225083">
      <w:pPr>
        <w:pStyle w:val="SingleTxtG"/>
      </w:pPr>
      <w:r w:rsidRPr="00191994">
        <w:t>49.</w:t>
      </w:r>
      <w:r w:rsidRPr="00191994">
        <w:tab/>
        <w:t xml:space="preserve">По мнению же других делегаций, </w:t>
      </w:r>
      <w:r w:rsidRPr="00191994">
        <w:rPr>
          <w:shd w:val="clear" w:color="auto" w:fill="FFFFFF"/>
        </w:rPr>
        <w:t>передвижные разделительные стенки должны быть стационарно закреплены на транспортном средстве, причем ничего из того, что не заявлено в свидетельстве как съемное, не может быть снято.</w:t>
      </w:r>
    </w:p>
    <w:p w14:paraId="6289F95E" w14:textId="77777777" w:rsidR="00225083" w:rsidRPr="00191994" w:rsidRDefault="00225083" w:rsidP="00225083">
      <w:pPr>
        <w:pStyle w:val="SingleTxtG"/>
      </w:pPr>
      <w:r w:rsidRPr="00191994">
        <w:t>50.</w:t>
      </w:r>
      <w:r w:rsidRPr="00191994">
        <w:tab/>
      </w:r>
      <w:r w:rsidRPr="00191994">
        <w:rPr>
          <w:shd w:val="clear" w:color="auto" w:fill="FFFFFF"/>
        </w:rPr>
        <w:t>Предложение не было принято, поскольку возражения против его принятия выдвинули Германия и Испания.</w:t>
      </w:r>
    </w:p>
    <w:p w14:paraId="62308355" w14:textId="77777777" w:rsidR="00225083" w:rsidRPr="00191994" w:rsidRDefault="00225083" w:rsidP="00350589">
      <w:pPr>
        <w:pStyle w:val="H23G"/>
      </w:pPr>
      <w:r w:rsidRPr="00191994">
        <w:tab/>
        <w:t>5.</w:t>
      </w:r>
      <w:r w:rsidRPr="00191994">
        <w:tab/>
        <w:t>Предложение по поправкам к пункту 7.3.7 добавления 2 к приложению 1</w:t>
      </w:r>
    </w:p>
    <w:p w14:paraId="7A2B3B34" w14:textId="77777777" w:rsidR="00225083" w:rsidRPr="00191994" w:rsidRDefault="00225083" w:rsidP="00225083">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rPr>
          <w:lang w:val="fr-CH"/>
        </w:rPr>
        <w:t>ECE</w:t>
      </w:r>
      <w:r w:rsidRPr="00191994">
        <w:t>/</w:t>
      </w:r>
      <w:r w:rsidRPr="00191994">
        <w:rPr>
          <w:lang w:val="fr-CH"/>
        </w:rPr>
        <w:t>TRANS</w:t>
      </w:r>
      <w:r w:rsidRPr="00191994">
        <w:t>/</w:t>
      </w:r>
      <w:r w:rsidRPr="00191994">
        <w:rPr>
          <w:lang w:val="fr-CH"/>
        </w:rPr>
        <w:t>WP</w:t>
      </w:r>
      <w:r w:rsidRPr="00191994">
        <w:t>.11/2022/15 (Франция)</w:t>
      </w:r>
    </w:p>
    <w:p w14:paraId="678B263C" w14:textId="77777777" w:rsidR="00225083" w:rsidRPr="00191994" w:rsidRDefault="00225083" w:rsidP="00225083">
      <w:pPr>
        <w:pStyle w:val="SingleTxtG"/>
        <w:rPr>
          <w:shd w:val="clear" w:color="auto" w:fill="FFFFFF"/>
        </w:rPr>
      </w:pPr>
      <w:r w:rsidRPr="00191994">
        <w:rPr>
          <w:shd w:val="clear" w:color="auto" w:fill="FFFFFF"/>
        </w:rPr>
        <w:t>51.</w:t>
      </w:r>
      <w:r w:rsidRPr="00191994">
        <w:rPr>
          <w:shd w:val="clear" w:color="auto" w:fill="FFFFFF"/>
        </w:rPr>
        <w:tab/>
        <w:t>Некоторые делегации не согласились с выдвинутым в поддержку предложения обоснованием, предполагающим учет санитарно-гигиенических аспектов, весьма специфичных для ситуации, описанной в документе. По их мнению, санитарно-гигиенические требования являются весьма важной темой и в целом должны найти органичное отражение в СПС, возможно, в виде отдельного приложения.</w:t>
      </w:r>
    </w:p>
    <w:p w14:paraId="6046BECF" w14:textId="77777777" w:rsidR="00225083" w:rsidRPr="00191994" w:rsidRDefault="00225083" w:rsidP="00225083">
      <w:pPr>
        <w:pStyle w:val="SingleTxtG"/>
        <w:rPr>
          <w:shd w:val="clear" w:color="auto" w:fill="FFFFFF"/>
        </w:rPr>
      </w:pPr>
      <w:r w:rsidRPr="00191994">
        <w:t>52.</w:t>
      </w:r>
      <w:r w:rsidRPr="00191994">
        <w:tab/>
      </w:r>
      <w:r w:rsidRPr="00191994">
        <w:rPr>
          <w:shd w:val="clear" w:color="auto" w:fill="FFFFFF"/>
        </w:rPr>
        <w:t>Предложение не было принято, поскольку возражения против его принятия выдвинули Германия и Испания. Делегация Франции представит пересмотренное предложение для его рассмотрения на одной из будущих сессий.</w:t>
      </w:r>
    </w:p>
    <w:p w14:paraId="15130470" w14:textId="29F507B2" w:rsidR="00225083" w:rsidRPr="00191994" w:rsidRDefault="00225083" w:rsidP="00350589">
      <w:pPr>
        <w:pStyle w:val="H23G"/>
      </w:pPr>
      <w:r w:rsidRPr="00191994">
        <w:tab/>
        <w:t>6.</w:t>
      </w:r>
      <w:r w:rsidRPr="00191994">
        <w:tab/>
        <w:t xml:space="preserve">Внедрение свидетельств о проверке типа в качестве документа, подтверждающего соответствие конструкции и проведенных испытаний </w:t>
      </w:r>
      <w:r w:rsidR="009F7E3B">
        <w:br/>
      </w:r>
      <w:r w:rsidRPr="00191994">
        <w:t>на основании протоколов СПС</w:t>
      </w:r>
    </w:p>
    <w:p w14:paraId="159DEC1F" w14:textId="77777777" w:rsidR="00225083" w:rsidRPr="00191994" w:rsidRDefault="00225083" w:rsidP="00225083">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rPr>
          <w:lang w:val="fr-CH"/>
        </w:rPr>
        <w:t>ECE</w:t>
      </w:r>
      <w:r w:rsidRPr="00191994">
        <w:t>/</w:t>
      </w:r>
      <w:r w:rsidRPr="00191994">
        <w:rPr>
          <w:lang w:val="fr-CH"/>
        </w:rPr>
        <w:t>TRANS</w:t>
      </w:r>
      <w:r w:rsidRPr="00191994">
        <w:t>/</w:t>
      </w:r>
      <w:r w:rsidRPr="00191994">
        <w:rPr>
          <w:lang w:val="fr-CH"/>
        </w:rPr>
        <w:t>WP</w:t>
      </w:r>
      <w:r w:rsidRPr="00191994">
        <w:t>.11/2022/13 (Франция)</w:t>
      </w:r>
    </w:p>
    <w:p w14:paraId="667813E9" w14:textId="77777777" w:rsidR="00225083" w:rsidRPr="00191994" w:rsidRDefault="00225083" w:rsidP="00225083">
      <w:pPr>
        <w:pStyle w:val="SingleTxtG"/>
      </w:pPr>
      <w:r w:rsidRPr="00191994">
        <w:t>53.</w:t>
      </w:r>
      <w:r w:rsidRPr="00191994">
        <w:tab/>
      </w:r>
      <w:r w:rsidRPr="00191994">
        <w:rPr>
          <w:shd w:val="clear" w:color="auto" w:fill="FFFFFF"/>
        </w:rPr>
        <w:t>Некоторым делегациям было неясно, какие проблемы призвано решить данное предложение; по мнению же ряда других делегаций, новый набор образцов для свидетельств о проверке типа дублирует информацию, уже содержащуюся в протоколах испытаний.</w:t>
      </w:r>
    </w:p>
    <w:p w14:paraId="27A0C9C2" w14:textId="77777777" w:rsidR="00225083" w:rsidRPr="00191994" w:rsidRDefault="00225083" w:rsidP="00225083">
      <w:pPr>
        <w:pStyle w:val="SingleTxtG"/>
      </w:pPr>
      <w:r w:rsidRPr="00191994">
        <w:t>54.</w:t>
      </w:r>
      <w:r w:rsidRPr="00191994">
        <w:tab/>
      </w:r>
      <w:r w:rsidRPr="00191994">
        <w:rPr>
          <w:shd w:val="clear" w:color="auto" w:fill="FFFFFF"/>
        </w:rPr>
        <w:t>Предложение было вынесено на голосование и отклонено четырьмя голосами (Германия, Дания, Испания и Соединенное Королевство) против двух (Люксембург и Франция).</w:t>
      </w:r>
    </w:p>
    <w:p w14:paraId="5E68D178" w14:textId="77777777" w:rsidR="00225083" w:rsidRPr="00191994" w:rsidRDefault="00225083" w:rsidP="00225083">
      <w:pPr>
        <w:pStyle w:val="SingleTxtG"/>
      </w:pPr>
      <w:r w:rsidRPr="00191994">
        <w:t>55.</w:t>
      </w:r>
      <w:r w:rsidRPr="00191994">
        <w:tab/>
      </w:r>
      <w:r w:rsidRPr="00191994">
        <w:rPr>
          <w:shd w:val="clear" w:color="auto" w:fill="FFFFFF"/>
        </w:rPr>
        <w:t>С учетом того, что некоторые делегации все же усматривают определенную целесообразность в наличии двух отдельных комплектов документов, было предложено создать неофициальную рабочую группу для пересмотра существующих образцов протоколов испытаний и предложить проекты свидетельств о проверке типа или любых других соответствующих документов, касающихся испытаний и допущения транспортных средств.</w:t>
      </w:r>
    </w:p>
    <w:p w14:paraId="7638D90F" w14:textId="77777777" w:rsidR="00225083" w:rsidRPr="00191994" w:rsidRDefault="00225083" w:rsidP="00225083">
      <w:pPr>
        <w:pStyle w:val="SingleTxtG"/>
      </w:pPr>
      <w:r w:rsidRPr="00191994">
        <w:t>56.</w:t>
      </w:r>
      <w:r w:rsidRPr="00191994">
        <w:tab/>
      </w:r>
      <w:r w:rsidRPr="00191994">
        <w:rPr>
          <w:shd w:val="clear" w:color="auto" w:fill="FFFFFF"/>
        </w:rPr>
        <w:t>Рабочая группа согласилась на создание неофициальной рабочей группы по документации под руководством Франции и со следующим мандатом:</w:t>
      </w:r>
    </w:p>
    <w:p w14:paraId="62D31401" w14:textId="7B55EEC8" w:rsidR="00225083" w:rsidRPr="009F7E3B" w:rsidRDefault="009F7E3B" w:rsidP="00021763">
      <w:pPr>
        <w:pStyle w:val="SingleTxtG"/>
        <w:ind w:left="2268" w:hanging="567"/>
        <w:rPr>
          <w:i/>
          <w:iCs/>
        </w:rPr>
      </w:pPr>
      <w:r w:rsidRPr="009F7E3B">
        <w:rPr>
          <w:i/>
          <w:iCs/>
        </w:rPr>
        <w:t>1.</w:t>
      </w:r>
      <w:r>
        <w:rPr>
          <w:i/>
          <w:iCs/>
        </w:rPr>
        <w:tab/>
      </w:r>
      <w:r w:rsidR="00225083" w:rsidRPr="009F7E3B">
        <w:rPr>
          <w:i/>
          <w:iCs/>
        </w:rPr>
        <w:t xml:space="preserve">Анализ содержания и определение форматов существующих образцов </w:t>
      </w:r>
      <w:r>
        <w:rPr>
          <w:i/>
          <w:iCs/>
        </w:rPr>
        <w:br/>
      </w:r>
      <w:r w:rsidR="00225083" w:rsidRPr="009F7E3B">
        <w:rPr>
          <w:i/>
          <w:iCs/>
        </w:rPr>
        <w:t>1–13</w:t>
      </w:r>
      <w:r w:rsidRPr="009F7E3B">
        <w:rPr>
          <w:i/>
          <w:iCs/>
        </w:rPr>
        <w:t xml:space="preserve"> </w:t>
      </w:r>
      <w:r w:rsidR="00225083" w:rsidRPr="009F7E3B">
        <w:rPr>
          <w:i/>
          <w:iCs/>
        </w:rPr>
        <w:t>с учетом:</w:t>
      </w:r>
    </w:p>
    <w:p w14:paraId="56B35D14" w14:textId="31E623B1" w:rsidR="00225083" w:rsidRPr="009F7E3B" w:rsidRDefault="00225083" w:rsidP="00C05FC5">
      <w:pPr>
        <w:pStyle w:val="SingleTxtG"/>
        <w:numPr>
          <w:ilvl w:val="0"/>
          <w:numId w:val="33"/>
        </w:numPr>
        <w:rPr>
          <w:i/>
          <w:iCs/>
        </w:rPr>
      </w:pPr>
      <w:r w:rsidRPr="009F7E3B">
        <w:rPr>
          <w:i/>
          <w:iCs/>
        </w:rPr>
        <w:t>различных испытаний транспортных средств, кузовов и термического оборудования;</w:t>
      </w:r>
    </w:p>
    <w:p w14:paraId="3A06A5A1" w14:textId="752E9FB9" w:rsidR="00225083" w:rsidRPr="009F7E3B" w:rsidRDefault="00225083" w:rsidP="00021763">
      <w:pPr>
        <w:pStyle w:val="SingleTxtG"/>
        <w:numPr>
          <w:ilvl w:val="0"/>
          <w:numId w:val="33"/>
        </w:numPr>
        <w:rPr>
          <w:i/>
          <w:iCs/>
        </w:rPr>
      </w:pPr>
      <w:r w:rsidRPr="009F7E3B">
        <w:rPr>
          <w:i/>
          <w:iCs/>
        </w:rPr>
        <w:t>потребностей пользователей конкретной информации, содержащейся в различных разделах образцов 1–13.</w:t>
      </w:r>
    </w:p>
    <w:p w14:paraId="2C0CD167" w14:textId="056D259F" w:rsidR="00225083" w:rsidRPr="009F7E3B" w:rsidRDefault="00021763" w:rsidP="00021763">
      <w:pPr>
        <w:pStyle w:val="SingleTxtG"/>
        <w:ind w:left="2268" w:hanging="567"/>
        <w:rPr>
          <w:i/>
          <w:iCs/>
        </w:rPr>
      </w:pPr>
      <w:r w:rsidRPr="00021763">
        <w:rPr>
          <w:i/>
          <w:iCs/>
        </w:rPr>
        <w:t>2.</w:t>
      </w:r>
      <w:r>
        <w:rPr>
          <w:i/>
          <w:iCs/>
        </w:rPr>
        <w:tab/>
      </w:r>
      <w:r w:rsidR="00225083" w:rsidRPr="009F7E3B">
        <w:rPr>
          <w:i/>
          <w:iCs/>
        </w:rPr>
        <w:t>Разработка в случае необходимости проектов предложений по документам, касающимся испытания и допущения транспортных средств.</w:t>
      </w:r>
    </w:p>
    <w:p w14:paraId="02CA33F0" w14:textId="64504A86" w:rsidR="00225083" w:rsidRPr="009F7E3B" w:rsidRDefault="00021763" w:rsidP="00021763">
      <w:pPr>
        <w:pStyle w:val="SingleTxtG"/>
        <w:ind w:left="2268" w:hanging="567"/>
        <w:rPr>
          <w:i/>
          <w:iCs/>
        </w:rPr>
      </w:pPr>
      <w:r w:rsidRPr="00021763">
        <w:rPr>
          <w:i/>
          <w:iCs/>
        </w:rPr>
        <w:t>3.</w:t>
      </w:r>
      <w:r>
        <w:rPr>
          <w:i/>
          <w:iCs/>
        </w:rPr>
        <w:tab/>
      </w:r>
      <w:r w:rsidR="00225083" w:rsidRPr="009F7E3B">
        <w:rPr>
          <w:i/>
          <w:iCs/>
        </w:rPr>
        <w:t xml:space="preserve">Представление WP.11 на ее восьмидесятой сессии сообщения о достигнутых результатах и внесение в соответствующих случаях предложений. </w:t>
      </w:r>
    </w:p>
    <w:p w14:paraId="223737A9" w14:textId="77777777" w:rsidR="00225083" w:rsidRPr="00191994" w:rsidRDefault="00225083" w:rsidP="00350589">
      <w:pPr>
        <w:pStyle w:val="H23G"/>
      </w:pPr>
      <w:r w:rsidRPr="00191994">
        <w:lastRenderedPageBreak/>
        <w:tab/>
        <w:t>7.</w:t>
      </w:r>
      <w:r w:rsidRPr="00191994">
        <w:tab/>
        <w:t>Поправки к образцам протоколов испытаний, в которых определены технические требования к транспортным средствам и цистернам, предназначенным для перевозки пищевых продуктов, в связи с необходимостью учета технологических изменений, обусловленных применением новых изоляционных материалов</w:t>
      </w:r>
    </w:p>
    <w:p w14:paraId="3B5F0E16" w14:textId="77777777" w:rsidR="00225083" w:rsidRPr="00191994" w:rsidRDefault="00225083" w:rsidP="00225083">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rPr>
          <w:lang w:val="fr-CH"/>
        </w:rPr>
        <w:t>ECE</w:t>
      </w:r>
      <w:r w:rsidRPr="00191994">
        <w:t>/</w:t>
      </w:r>
      <w:r w:rsidRPr="00191994">
        <w:rPr>
          <w:lang w:val="fr-CH"/>
        </w:rPr>
        <w:t>TRANS</w:t>
      </w:r>
      <w:r w:rsidRPr="00191994">
        <w:t>/</w:t>
      </w:r>
      <w:r w:rsidRPr="00191994">
        <w:rPr>
          <w:lang w:val="fr-CH"/>
        </w:rPr>
        <w:t>WP</w:t>
      </w:r>
      <w:r w:rsidRPr="00191994">
        <w:t>.11/2020/4/</w:t>
      </w:r>
      <w:r w:rsidRPr="00191994">
        <w:rPr>
          <w:lang w:val="fr-CH"/>
        </w:rPr>
        <w:t>Rev</w:t>
      </w:r>
      <w:r w:rsidRPr="00191994">
        <w:t>.4 (Франция)</w:t>
      </w:r>
    </w:p>
    <w:p w14:paraId="48AC3B9B" w14:textId="77777777" w:rsidR="00225083" w:rsidRPr="00191994" w:rsidRDefault="00225083" w:rsidP="00225083">
      <w:pPr>
        <w:pStyle w:val="SingleTxtG"/>
        <w:rPr>
          <w:shd w:val="clear" w:color="auto" w:fill="FFFFFF"/>
        </w:rPr>
      </w:pPr>
      <w:r w:rsidRPr="00191994">
        <w:t>57.</w:t>
      </w:r>
      <w:r w:rsidRPr="00191994">
        <w:tab/>
      </w:r>
      <w:r w:rsidRPr="00191994">
        <w:rPr>
          <w:shd w:val="clear" w:color="auto" w:fill="FFFFFF"/>
        </w:rPr>
        <w:t>Рабочая группа решила передать этот документ неофициальной рабочей группе по документации на предмет получения консультативного заключения и возобновить рассмотрение предложения на одной из будущих сессий.</w:t>
      </w:r>
    </w:p>
    <w:p w14:paraId="12778C71" w14:textId="77777777" w:rsidR="00225083" w:rsidRPr="00191994" w:rsidRDefault="00225083" w:rsidP="00C26A81">
      <w:pPr>
        <w:pStyle w:val="H23G"/>
      </w:pPr>
      <w:r w:rsidRPr="00191994">
        <w:tab/>
        <w:t>8.</w:t>
      </w:r>
      <w:r w:rsidRPr="00191994">
        <w:tab/>
        <w:t>Поправка к образцам протоколов испытаний, в которых устанавливается порядок определения полезной холодопроизводительности холодильной установки, с целью учета влияния различных версий программного обеспечения на производительность указанных установок</w:t>
      </w:r>
    </w:p>
    <w:p w14:paraId="0F538A72" w14:textId="77777777" w:rsidR="00225083" w:rsidRPr="00191994" w:rsidRDefault="00225083" w:rsidP="00225083">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rPr>
          <w:lang w:val="fr-CH"/>
        </w:rPr>
        <w:t>ECE</w:t>
      </w:r>
      <w:r w:rsidRPr="00191994">
        <w:t>/</w:t>
      </w:r>
      <w:r w:rsidRPr="00191994">
        <w:rPr>
          <w:lang w:val="fr-CH"/>
        </w:rPr>
        <w:t>TRANS</w:t>
      </w:r>
      <w:r w:rsidRPr="00191994">
        <w:t>/</w:t>
      </w:r>
      <w:r w:rsidRPr="00191994">
        <w:rPr>
          <w:lang w:val="fr-CH"/>
        </w:rPr>
        <w:t>WP</w:t>
      </w:r>
      <w:r w:rsidRPr="00191994">
        <w:t>.11/2021/6/</w:t>
      </w:r>
      <w:r w:rsidRPr="00191994">
        <w:rPr>
          <w:lang w:val="fr-CH"/>
        </w:rPr>
        <w:t>Rev</w:t>
      </w:r>
      <w:r w:rsidRPr="00191994">
        <w:t>.1 (Франция)</w:t>
      </w:r>
    </w:p>
    <w:p w14:paraId="12F2DE28" w14:textId="77777777" w:rsidR="00225083" w:rsidRPr="00191994" w:rsidRDefault="00225083" w:rsidP="00225083">
      <w:pPr>
        <w:pStyle w:val="SingleTxtG"/>
      </w:pPr>
      <w:r w:rsidRPr="00191994">
        <w:t>58.</w:t>
      </w:r>
      <w:r w:rsidRPr="00191994">
        <w:tab/>
      </w:r>
      <w:r w:rsidRPr="00191994">
        <w:rPr>
          <w:shd w:val="clear" w:color="auto" w:fill="FFFFFF"/>
        </w:rPr>
        <w:t>Рабочая группа решила передать этот документ неофициальной рабочей группе по документации на предмет получения консультативного заключения и возобновить рассмотрение предложения на одной из будущих сессий.</w:t>
      </w:r>
    </w:p>
    <w:p w14:paraId="0A41547D" w14:textId="1EDDEC84" w:rsidR="00225083" w:rsidRPr="00191994" w:rsidRDefault="00225083" w:rsidP="00C26A81">
      <w:pPr>
        <w:pStyle w:val="H23G"/>
      </w:pPr>
      <w:r w:rsidRPr="00191994">
        <w:tab/>
        <w:t>9.</w:t>
      </w:r>
      <w:r w:rsidRPr="00191994">
        <w:tab/>
        <w:t xml:space="preserve">Предложение по заявлению о соответствии (пункт 7.3.6 добавления 2 </w:t>
      </w:r>
      <w:r w:rsidR="00C26A81">
        <w:br/>
      </w:r>
      <w:r w:rsidRPr="00191994">
        <w:t>к приложению 1) и определению параметров многокамерных транспортных средств с мультитемпературным режимом (MКMТ)</w:t>
      </w:r>
    </w:p>
    <w:p w14:paraId="0752FC7B" w14:textId="77777777" w:rsidR="00225083" w:rsidRPr="00191994" w:rsidRDefault="00225083" w:rsidP="00225083">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rPr>
          <w:lang w:val="fr-CH"/>
        </w:rPr>
        <w:t>ECE</w:t>
      </w:r>
      <w:r w:rsidRPr="00191994">
        <w:t>/</w:t>
      </w:r>
      <w:r w:rsidRPr="00191994">
        <w:rPr>
          <w:lang w:val="fr-CH"/>
        </w:rPr>
        <w:t>TRANS</w:t>
      </w:r>
      <w:r w:rsidRPr="00191994">
        <w:t>/</w:t>
      </w:r>
      <w:r w:rsidRPr="00191994">
        <w:rPr>
          <w:lang w:val="fr-CH"/>
        </w:rPr>
        <w:t>WP</w:t>
      </w:r>
      <w:r w:rsidRPr="00191994">
        <w:t>.11/2022/8/</w:t>
      </w:r>
      <w:r w:rsidRPr="00191994">
        <w:rPr>
          <w:lang w:val="fr-CH"/>
        </w:rPr>
        <w:t>Rev</w:t>
      </w:r>
      <w:r w:rsidRPr="00191994">
        <w:t>.1 (</w:t>
      </w:r>
      <w:r w:rsidRPr="00191994">
        <w:rPr>
          <w:shd w:val="clear" w:color="auto" w:fill="FFFFFF"/>
        </w:rPr>
        <w:t>«Трансфригорут интернэшнл»</w:t>
      </w:r>
      <w:r w:rsidRPr="00191994">
        <w:t>)</w:t>
      </w:r>
    </w:p>
    <w:p w14:paraId="15ACAF96" w14:textId="77777777" w:rsidR="00225083" w:rsidRPr="00191994" w:rsidRDefault="00225083" w:rsidP="00225083">
      <w:pPr>
        <w:pStyle w:val="SingleTxtG"/>
      </w:pPr>
      <w:r w:rsidRPr="00191994">
        <w:t>59.</w:t>
      </w:r>
      <w:r w:rsidRPr="00191994">
        <w:tab/>
      </w:r>
      <w:r w:rsidRPr="00191994">
        <w:rPr>
          <w:shd w:val="clear" w:color="auto" w:fill="FFFFFF"/>
        </w:rPr>
        <w:t xml:space="preserve">После нескольких уточнений предложение было принято с рядом изменений (см. приложение </w:t>
      </w:r>
      <w:r w:rsidRPr="00191994">
        <w:t>II</w:t>
      </w:r>
      <w:r w:rsidRPr="00191994">
        <w:rPr>
          <w:shd w:val="clear" w:color="auto" w:fill="FFFFFF"/>
        </w:rPr>
        <w:t>).</w:t>
      </w:r>
    </w:p>
    <w:p w14:paraId="1CD8CA1D" w14:textId="77777777" w:rsidR="00225083" w:rsidRPr="00191994" w:rsidRDefault="00225083" w:rsidP="00225083">
      <w:pPr>
        <w:pStyle w:val="H23G"/>
        <w:jc w:val="both"/>
      </w:pPr>
      <w:r w:rsidRPr="00191994">
        <w:tab/>
        <w:t>10.</w:t>
      </w:r>
      <w:r w:rsidRPr="00191994">
        <w:tab/>
        <w:t>Предлагаемый перечень основных компонентов и их ключевых характеристик</w:t>
      </w:r>
    </w:p>
    <w:p w14:paraId="43CE6BFD" w14:textId="77777777" w:rsidR="00225083" w:rsidRPr="00191994" w:rsidRDefault="00225083" w:rsidP="00225083">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rPr>
          <w:lang w:val="fr-CH"/>
        </w:rPr>
        <w:t>ECE</w:t>
      </w:r>
      <w:r w:rsidRPr="00191994">
        <w:t>/</w:t>
      </w:r>
      <w:r w:rsidRPr="00191994">
        <w:rPr>
          <w:lang w:val="fr-CH"/>
        </w:rPr>
        <w:t>TRANS</w:t>
      </w:r>
      <w:r w:rsidRPr="00191994">
        <w:t>/</w:t>
      </w:r>
      <w:r w:rsidRPr="00191994">
        <w:rPr>
          <w:lang w:val="fr-CH"/>
        </w:rPr>
        <w:t>WP</w:t>
      </w:r>
      <w:r w:rsidRPr="00191994">
        <w:t>.11/2022/18 (</w:t>
      </w:r>
      <w:r w:rsidRPr="00191994">
        <w:rPr>
          <w:shd w:val="clear" w:color="auto" w:fill="FFFFFF"/>
        </w:rPr>
        <w:t>«Трансфригорут интернэшнл»</w:t>
      </w:r>
      <w:r w:rsidRPr="00191994">
        <w:t>)</w:t>
      </w:r>
    </w:p>
    <w:p w14:paraId="61119E40" w14:textId="77777777" w:rsidR="00225083" w:rsidRPr="00191994" w:rsidRDefault="00225083" w:rsidP="00225083">
      <w:pPr>
        <w:pStyle w:val="SingleTxtG"/>
        <w:rPr>
          <w:shd w:val="clear" w:color="auto" w:fill="FFFFFF"/>
        </w:rPr>
      </w:pPr>
      <w:r w:rsidRPr="00191994">
        <w:t>60.</w:t>
      </w:r>
      <w:r w:rsidRPr="00191994">
        <w:tab/>
      </w:r>
      <w:r w:rsidRPr="00191994">
        <w:rPr>
          <w:shd w:val="clear" w:color="auto" w:fill="FFFFFF"/>
        </w:rPr>
        <w:t>Было отмечено, что после включения в СПС перечень основных компонентов должен периодически пересматриваться экспертами CEРTE. Несколько делегаций высказались за то, чтобы добавить этот перечень также в конце образца № 13.</w:t>
      </w:r>
    </w:p>
    <w:p w14:paraId="7BF0F92E" w14:textId="77777777" w:rsidR="00225083" w:rsidRPr="00191994" w:rsidRDefault="00225083" w:rsidP="00225083">
      <w:pPr>
        <w:pStyle w:val="SingleTxtG"/>
      </w:pPr>
      <w:r w:rsidRPr="00191994">
        <w:t>61.</w:t>
      </w:r>
      <w:r w:rsidRPr="00191994">
        <w:tab/>
        <w:t xml:space="preserve">Делегация Италии подняла вопрос относительно значения включенных в таблицу 3 предложения понятий «Основные габариты» и «Конструкционные особенности кузова». Поскольку в ходе состоявшихся обсуждений удовлетворительного ответа дано не было, </w:t>
      </w:r>
      <w:r w:rsidRPr="00191994">
        <w:rPr>
          <w:shd w:val="clear" w:color="auto" w:fill="FFFFFF"/>
        </w:rPr>
        <w:t>делегация Финляндии высказалось против принятия данного предложения.</w:t>
      </w:r>
    </w:p>
    <w:p w14:paraId="6694442F" w14:textId="77777777" w:rsidR="00225083" w:rsidRPr="00191994" w:rsidRDefault="00225083" w:rsidP="00C26A81">
      <w:pPr>
        <w:pStyle w:val="H23G"/>
      </w:pPr>
      <w:r w:rsidRPr="00191994">
        <w:tab/>
        <w:t>11.</w:t>
      </w:r>
      <w:r w:rsidRPr="00191994">
        <w:tab/>
      </w:r>
      <w:r w:rsidRPr="00191994">
        <w:rPr>
          <w:shd w:val="clear" w:color="auto" w:fill="FFFFFF"/>
        </w:rPr>
        <w:t>Пересмотренное дополнение Соглашения о международных перевозках скоропортящихся пищевых продуктов и о специальных транспортных средствах, предназначенных для этих перевозок, положениями, касающимися испытательных станций и экспертов</w:t>
      </w:r>
    </w:p>
    <w:p w14:paraId="61089D42" w14:textId="77777777" w:rsidR="00225083" w:rsidRPr="00191994" w:rsidRDefault="00225083" w:rsidP="00225083">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t>ECE/TRANS/WP.11/2022/21 (Российская Федерация)</w:t>
      </w:r>
    </w:p>
    <w:p w14:paraId="2285D32E" w14:textId="77777777" w:rsidR="00225083" w:rsidRPr="00191994" w:rsidRDefault="00225083" w:rsidP="00225083">
      <w:pPr>
        <w:pStyle w:val="SingleTxtG"/>
      </w:pPr>
      <w:r w:rsidRPr="00191994">
        <w:t>62.</w:t>
      </w:r>
      <w:r w:rsidRPr="00191994">
        <w:tab/>
      </w:r>
      <w:r w:rsidRPr="00191994">
        <w:rPr>
          <w:shd w:val="clear" w:color="auto" w:fill="FFFFFF"/>
        </w:rPr>
        <w:t>Делегация Дании, которую поддержала делегация Польши, заявила, что по политическим мотивам не может обсуждать предложение Российской Федерации или голосовать за него (см. полный текст заявления в приложении I).</w:t>
      </w:r>
    </w:p>
    <w:p w14:paraId="03035C43" w14:textId="77777777" w:rsidR="00225083" w:rsidRPr="00191994" w:rsidRDefault="00225083" w:rsidP="00225083">
      <w:pPr>
        <w:pStyle w:val="SingleTxtG"/>
      </w:pPr>
      <w:r w:rsidRPr="00191994">
        <w:t>63.</w:t>
      </w:r>
      <w:r w:rsidRPr="00191994">
        <w:tab/>
        <w:t>По заявлению ряда делегаций, из предложения не ясно, относится ли оно к проверкам в процессе эксплуатации или же к испытательным станциям в целом. Также было отмечено, что некоторые технические требования нуждаются в более детальном пересмотре и что в предложение следует также включить переходное положение.</w:t>
      </w:r>
    </w:p>
    <w:p w14:paraId="32F733EF" w14:textId="77777777" w:rsidR="00225083" w:rsidRPr="00191994" w:rsidRDefault="00225083" w:rsidP="00225083">
      <w:pPr>
        <w:pStyle w:val="SingleTxtG"/>
      </w:pPr>
      <w:r w:rsidRPr="00191994">
        <w:t>64.</w:t>
      </w:r>
      <w:r w:rsidRPr="00191994">
        <w:tab/>
      </w:r>
      <w:r w:rsidRPr="00191994">
        <w:rPr>
          <w:shd w:val="clear" w:color="auto" w:fill="FFFFFF"/>
        </w:rPr>
        <w:t xml:space="preserve">Делегация Италии поддержала предложение в принципе, однако выразила некоторую озабоченность по поводу затрат на его реализацию и времени, которое может для этого потребоваться. Кроме того, прозвучали некоторые опасения </w:t>
      </w:r>
      <w:r w:rsidRPr="00191994">
        <w:rPr>
          <w:shd w:val="clear" w:color="auto" w:fill="FFFFFF"/>
        </w:rPr>
        <w:lastRenderedPageBreak/>
        <w:t>относительно обеспечения соответствия национальным нормативам в случае принятия данного предложения.</w:t>
      </w:r>
    </w:p>
    <w:p w14:paraId="50901724" w14:textId="77777777" w:rsidR="00225083" w:rsidRPr="00191994" w:rsidRDefault="00225083" w:rsidP="00225083">
      <w:pPr>
        <w:pStyle w:val="SingleTxtG"/>
      </w:pPr>
      <w:r w:rsidRPr="00191994">
        <w:t>65.</w:t>
      </w:r>
      <w:r w:rsidRPr="00191994">
        <w:tab/>
        <w:t xml:space="preserve">Российская Федерация </w:t>
      </w:r>
      <w:r w:rsidRPr="00191994">
        <w:rPr>
          <w:shd w:val="clear" w:color="auto" w:fill="FFFFFF"/>
        </w:rPr>
        <w:t>приняла к сведению высказанные замечания и поблагодарила выступившие делегации.</w:t>
      </w:r>
      <w:r w:rsidRPr="00191994">
        <w:t xml:space="preserve"> </w:t>
      </w:r>
      <w:r w:rsidRPr="00191994">
        <w:rPr>
          <w:shd w:val="clear" w:color="auto" w:fill="FFFFFF"/>
        </w:rPr>
        <w:t>Пересмотренное предложение будет представлено для рассмотрения на одной из будущих сессий.</w:t>
      </w:r>
    </w:p>
    <w:p w14:paraId="42D49D37" w14:textId="77777777" w:rsidR="00225083" w:rsidRPr="003348CC" w:rsidRDefault="00225083" w:rsidP="003348CC">
      <w:pPr>
        <w:pStyle w:val="H23G"/>
      </w:pPr>
      <w:r w:rsidRPr="00191994">
        <w:tab/>
        <w:t>12.</w:t>
      </w:r>
      <w:r w:rsidRPr="00191994">
        <w:tab/>
        <w:t>Определение понятий независимости действия и автономности транспортного оборудования</w:t>
      </w:r>
    </w:p>
    <w:p w14:paraId="25D31894" w14:textId="14A62C93" w:rsidR="00225083" w:rsidRPr="00191994" w:rsidRDefault="00225083" w:rsidP="003348CC">
      <w:pPr>
        <w:pStyle w:val="SingleTxtG"/>
        <w:ind w:left="2829" w:hanging="1695"/>
        <w:jc w:val="left"/>
      </w:pPr>
      <w:r w:rsidRPr="00191994">
        <w:rPr>
          <w:i/>
          <w:iCs/>
        </w:rPr>
        <w:t>Документы</w:t>
      </w:r>
      <w:r w:rsidRPr="00191994">
        <w:t>:</w:t>
      </w:r>
      <w:r w:rsidRPr="00191994">
        <w:rPr>
          <w:i/>
          <w:iCs/>
        </w:rPr>
        <w:t xml:space="preserve"> </w:t>
      </w:r>
      <w:r w:rsidRPr="00191994">
        <w:rPr>
          <w:i/>
          <w:iCs/>
        </w:rPr>
        <w:tab/>
      </w:r>
      <w:r w:rsidRPr="00191994">
        <w:rPr>
          <w:i/>
          <w:iCs/>
        </w:rPr>
        <w:tab/>
      </w:r>
      <w:r w:rsidRPr="00191994">
        <w:rPr>
          <w:lang w:val="fr-CH"/>
        </w:rPr>
        <w:t>ECE</w:t>
      </w:r>
      <w:r w:rsidRPr="00191994">
        <w:t>/</w:t>
      </w:r>
      <w:r w:rsidRPr="00191994">
        <w:rPr>
          <w:lang w:val="fr-CH"/>
        </w:rPr>
        <w:t>TRANS</w:t>
      </w:r>
      <w:r w:rsidRPr="00191994">
        <w:t>/</w:t>
      </w:r>
      <w:r w:rsidRPr="00191994">
        <w:rPr>
          <w:lang w:val="fr-CH"/>
        </w:rPr>
        <w:t>WP</w:t>
      </w:r>
      <w:r w:rsidRPr="00191994">
        <w:t>.11/2020/1/</w:t>
      </w:r>
      <w:r w:rsidRPr="00191994">
        <w:rPr>
          <w:lang w:val="fr-CH"/>
        </w:rPr>
        <w:t>Rev</w:t>
      </w:r>
      <w:r w:rsidRPr="00191994">
        <w:t>.3 (Франция)</w:t>
      </w:r>
      <w:r w:rsidR="003348CC">
        <w:br/>
      </w:r>
      <w:r w:rsidRPr="00191994">
        <w:rPr>
          <w:i/>
          <w:iCs/>
        </w:rPr>
        <w:tab/>
      </w:r>
      <w:r w:rsidR="00C26A81">
        <w:rPr>
          <w:i/>
          <w:iCs/>
        </w:rPr>
        <w:tab/>
      </w:r>
      <w:r w:rsidRPr="00191994">
        <w:t xml:space="preserve">ECE/TRANS/WP.11/2022/20, </w:t>
      </w:r>
      <w:r w:rsidR="003348CC">
        <w:t>п</w:t>
      </w:r>
      <w:r w:rsidRPr="00191994">
        <w:t xml:space="preserve">редложение 1 </w:t>
      </w:r>
      <w:r w:rsidR="003348CC">
        <w:br/>
      </w:r>
      <w:r w:rsidRPr="00191994">
        <w:t>(</w:t>
      </w:r>
      <w:r w:rsidRPr="00191994">
        <w:rPr>
          <w:shd w:val="clear" w:color="auto" w:fill="FFFFFF"/>
        </w:rPr>
        <w:t>Нидерланды от имени неофициальной рабочей группы</w:t>
      </w:r>
      <w:r w:rsidRPr="00191994">
        <w:t>)</w:t>
      </w:r>
    </w:p>
    <w:p w14:paraId="2E629E30" w14:textId="77777777" w:rsidR="00225083" w:rsidRPr="00191994" w:rsidRDefault="00225083" w:rsidP="00225083">
      <w:pPr>
        <w:pStyle w:val="SingleTxtG"/>
        <w:rPr>
          <w:shd w:val="clear" w:color="auto" w:fill="FFFFFF"/>
        </w:rPr>
      </w:pPr>
      <w:r w:rsidRPr="00191994">
        <w:t>66.</w:t>
      </w:r>
      <w:r w:rsidRPr="00191994">
        <w:tab/>
        <w:t>Д</w:t>
      </w:r>
      <w:r w:rsidRPr="00191994">
        <w:rPr>
          <w:shd w:val="clear" w:color="auto" w:fill="FFFFFF"/>
        </w:rPr>
        <w:t>елегация Франции отметила, что она согласна с определениями понятий автономности и независимости действия, сформулированными в документе ECE/TRANS/WP.11/2022/20, предложение 1, и что эти определения следует рассмотреть до определений, предложенных в документе ECE/TRANS/WP.11/ 2020/1/Rev.3, которые носят более технический характер. Поэтому сначала обсуждались предложения, содержащиеся в документе ECE/TRANS/WP.11/2022/20.</w:t>
      </w:r>
    </w:p>
    <w:p w14:paraId="185B68AA" w14:textId="77777777" w:rsidR="00225083" w:rsidRPr="00191994" w:rsidRDefault="00225083" w:rsidP="00225083">
      <w:pPr>
        <w:pStyle w:val="SingleTxtG"/>
        <w:rPr>
          <w:shd w:val="clear" w:color="auto" w:fill="FFFFFF"/>
        </w:rPr>
      </w:pPr>
      <w:r w:rsidRPr="00191994">
        <w:t>67.</w:t>
      </w:r>
      <w:r w:rsidRPr="00191994">
        <w:tab/>
      </w:r>
      <w:r w:rsidRPr="00191994">
        <w:rPr>
          <w:shd w:val="clear" w:color="auto" w:fill="FFFFFF"/>
        </w:rPr>
        <w:t xml:space="preserve">Было разъяснено, что целью обоих предложений является облегчение сертификации новых транспортных средств, использующих альтернативные источники энергии или сочетание последних. </w:t>
      </w:r>
      <w:r w:rsidRPr="00191994">
        <w:t>Д</w:t>
      </w:r>
      <w:r w:rsidRPr="00191994">
        <w:rPr>
          <w:shd w:val="clear" w:color="auto" w:fill="FFFFFF"/>
        </w:rPr>
        <w:t>елегация Франции также отметила, что термин автономность используется в тексте СПС на французском языке в двух разных значениях, а посему согласование данного определения поможет уточнить французский текст.</w:t>
      </w:r>
    </w:p>
    <w:p w14:paraId="05CAF157" w14:textId="77777777" w:rsidR="00225083" w:rsidRPr="00191994" w:rsidRDefault="00225083" w:rsidP="00225083">
      <w:pPr>
        <w:pStyle w:val="SingleTxtG"/>
        <w:rPr>
          <w:shd w:val="clear" w:color="auto" w:fill="FFFFFF"/>
        </w:rPr>
      </w:pPr>
      <w:r w:rsidRPr="00191994">
        <w:t>68.</w:t>
      </w:r>
      <w:r w:rsidRPr="00191994">
        <w:tab/>
        <w:t xml:space="preserve">По мнению ряда </w:t>
      </w:r>
      <w:r w:rsidRPr="00191994">
        <w:rPr>
          <w:shd w:val="clear" w:color="auto" w:fill="FFFFFF"/>
        </w:rPr>
        <w:t>делегатов, тип источника энергии не относится к сфере действия СПС; единственное требование, имеющее важное значение, касается температуры. На момент вступления Соглашения в силу уже существовало несколько источников энергии. Согласно другому мнению, для полноценной разработки новых технологий необходимо больше времени, поэтому преждевременно добавлять в СПС требования, касающиеся новых транспортных средств на базе альтернативных источников энергии.</w:t>
      </w:r>
    </w:p>
    <w:p w14:paraId="55995731" w14:textId="77777777" w:rsidR="00225083" w:rsidRPr="00191994" w:rsidRDefault="00225083" w:rsidP="00225083">
      <w:pPr>
        <w:pStyle w:val="SingleTxtG"/>
      </w:pPr>
      <w:r w:rsidRPr="00191994">
        <w:t>69.</w:t>
      </w:r>
      <w:r w:rsidRPr="00191994">
        <w:tab/>
      </w:r>
      <w:r w:rsidRPr="00191994">
        <w:rPr>
          <w:shd w:val="clear" w:color="auto" w:fill="FFFFFF"/>
        </w:rPr>
        <w:t>Поскольку определения, содержащиеся в документе ECE/TRANS/WP.11/ 2022/20, не были приняты, делегация Франции отложила рассмотрение своего документа до достижения договоренности по этим определениям.</w:t>
      </w:r>
    </w:p>
    <w:p w14:paraId="76B2E2AA" w14:textId="77777777" w:rsidR="00225083" w:rsidRPr="00191994" w:rsidRDefault="00225083" w:rsidP="00C26A81">
      <w:pPr>
        <w:pStyle w:val="H23G"/>
      </w:pPr>
      <w:r w:rsidRPr="00191994">
        <w:tab/>
        <w:t>13.</w:t>
      </w:r>
      <w:r w:rsidRPr="00191994">
        <w:tab/>
        <w:t>Поправка, касающаяся применения мер контроля, подлежащих осуществлению в соответствии с пунктом 4.3.4 добавления 2 к приложению 1 к СПС от 1 июня 2022 года</w:t>
      </w:r>
    </w:p>
    <w:p w14:paraId="47AE9B3A" w14:textId="77777777" w:rsidR="00225083" w:rsidRPr="00191994" w:rsidRDefault="00225083" w:rsidP="00225083">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rPr>
          <w:lang w:val="fr-CH"/>
        </w:rPr>
        <w:t>ECE</w:t>
      </w:r>
      <w:r w:rsidRPr="00191994">
        <w:t>/</w:t>
      </w:r>
      <w:r w:rsidRPr="00191994">
        <w:rPr>
          <w:lang w:val="fr-CH"/>
        </w:rPr>
        <w:t>TRANS</w:t>
      </w:r>
      <w:r w:rsidRPr="00191994">
        <w:t>/</w:t>
      </w:r>
      <w:r w:rsidRPr="00191994">
        <w:rPr>
          <w:lang w:val="fr-CH"/>
        </w:rPr>
        <w:t>WP</w:t>
      </w:r>
      <w:r w:rsidRPr="00191994">
        <w:t>.11/2020/3/</w:t>
      </w:r>
      <w:r w:rsidRPr="00191994">
        <w:rPr>
          <w:lang w:val="fr-CH"/>
        </w:rPr>
        <w:t>Rev</w:t>
      </w:r>
      <w:r w:rsidRPr="00191994">
        <w:t>.3 (Франция)</w:t>
      </w:r>
    </w:p>
    <w:p w14:paraId="1085E97F" w14:textId="77777777" w:rsidR="00225083" w:rsidRPr="00191994" w:rsidRDefault="00225083" w:rsidP="00225083">
      <w:pPr>
        <w:pStyle w:val="SingleTxtG"/>
      </w:pPr>
      <w:r w:rsidRPr="00191994">
        <w:t>70.</w:t>
      </w:r>
      <w:r w:rsidRPr="00191994">
        <w:tab/>
      </w:r>
      <w:r w:rsidRPr="00191994">
        <w:rPr>
          <w:shd w:val="clear" w:color="auto" w:fill="FFFFFF"/>
        </w:rPr>
        <w:t>Делегация Франции сняла свое предложение, поскольку оно является альтернативным предложению, содержащемуся в документе ECE/TRANS/WP.11/ 2022/16 (Соединенное Королевство), которое было принято.</w:t>
      </w:r>
    </w:p>
    <w:p w14:paraId="7C5B766A" w14:textId="77777777" w:rsidR="00225083" w:rsidRPr="00191994" w:rsidRDefault="00225083" w:rsidP="00C26A81">
      <w:pPr>
        <w:pStyle w:val="H23G"/>
      </w:pPr>
      <w:r w:rsidRPr="00191994">
        <w:tab/>
        <w:t>14.</w:t>
      </w:r>
      <w:r w:rsidRPr="00191994">
        <w:tab/>
        <w:t>Поправка к пункту 3.2.6 добавления 2 к приложению 1 и Справочнику СПС</w:t>
      </w:r>
    </w:p>
    <w:p w14:paraId="7014AF66" w14:textId="579344F4" w:rsidR="00225083" w:rsidRPr="00191994" w:rsidRDefault="00225083" w:rsidP="00EB3790">
      <w:pPr>
        <w:pStyle w:val="SingleTxtG"/>
        <w:jc w:val="left"/>
      </w:pPr>
      <w:r w:rsidRPr="00191994">
        <w:rPr>
          <w:i/>
          <w:iCs/>
        </w:rPr>
        <w:t>Документы</w:t>
      </w:r>
      <w:r w:rsidRPr="00191994">
        <w:t>:</w:t>
      </w:r>
      <w:r w:rsidRPr="00191994">
        <w:rPr>
          <w:i/>
          <w:iCs/>
        </w:rPr>
        <w:t xml:space="preserve"> </w:t>
      </w:r>
      <w:r w:rsidRPr="00191994">
        <w:rPr>
          <w:i/>
          <w:iCs/>
        </w:rPr>
        <w:tab/>
      </w:r>
      <w:r w:rsidRPr="00191994">
        <w:rPr>
          <w:i/>
          <w:iCs/>
        </w:rPr>
        <w:tab/>
      </w:r>
      <w:r w:rsidRPr="00191994">
        <w:t>ECE/TRANS/WP.11/2022/16 (</w:t>
      </w:r>
      <w:r w:rsidRPr="00191994">
        <w:rPr>
          <w:shd w:val="clear" w:color="auto" w:fill="FFFFFF"/>
        </w:rPr>
        <w:t>Соединенное Королевство</w:t>
      </w:r>
      <w:r w:rsidRPr="00191994">
        <w:t>)</w:t>
      </w:r>
      <w:r w:rsidR="003348CC">
        <w:br/>
      </w:r>
      <w:r w:rsidRPr="00191994">
        <w:tab/>
      </w:r>
      <w:r w:rsidRPr="00191994">
        <w:tab/>
      </w:r>
      <w:r w:rsidRPr="00191994">
        <w:tab/>
      </w:r>
      <w:r w:rsidRPr="00191994">
        <w:tab/>
        <w:t>неофициальный документ INF.10 (</w:t>
      </w:r>
      <w:r w:rsidRPr="00191994">
        <w:rPr>
          <w:shd w:val="clear" w:color="auto" w:fill="FFFFFF"/>
        </w:rPr>
        <w:t>Соединенное Королевство</w:t>
      </w:r>
      <w:r w:rsidRPr="00191994">
        <w:t>)</w:t>
      </w:r>
    </w:p>
    <w:p w14:paraId="6499D18A" w14:textId="77777777" w:rsidR="00225083" w:rsidRPr="00191994" w:rsidRDefault="00225083" w:rsidP="003348CC">
      <w:pPr>
        <w:pStyle w:val="SingleTxtG"/>
        <w:rPr>
          <w:shd w:val="clear" w:color="auto" w:fill="FFFFFF"/>
        </w:rPr>
      </w:pPr>
      <w:r w:rsidRPr="00191994">
        <w:t>71.</w:t>
      </w:r>
      <w:r w:rsidRPr="00191994">
        <w:tab/>
      </w:r>
      <w:r w:rsidRPr="00191994">
        <w:rPr>
          <w:shd w:val="clear" w:color="auto" w:fill="FFFFFF"/>
        </w:rPr>
        <w:t>Было выражено общее принципиальное согласие в отношении включения в СПС положений, касающихся циркуляции воздуха в кузове транспортного средства. Однако, как считает представитель «Трансфригорут интернэшнл», эти положения должны иметь просто рекомендательный характер, учитывая, что условия транспортировки могут различаться для каждого типа продукции, в зависимости от используемой тары, а также от распределения груза внутри транспортного средства.</w:t>
      </w:r>
    </w:p>
    <w:p w14:paraId="7C089423" w14:textId="77777777" w:rsidR="00225083" w:rsidRPr="00191994" w:rsidRDefault="00225083" w:rsidP="00225083">
      <w:pPr>
        <w:pStyle w:val="SingleTxtG"/>
      </w:pPr>
      <w:r w:rsidRPr="00191994">
        <w:t>72.</w:t>
      </w:r>
      <w:r w:rsidRPr="00191994">
        <w:tab/>
      </w:r>
      <w:r w:rsidRPr="00191994">
        <w:rPr>
          <w:shd w:val="clear" w:color="auto" w:fill="FFFFFF"/>
        </w:rPr>
        <w:t xml:space="preserve">Предложение было принято с рядом изменений, которые отражены в неофициальном документе INF.10 (см. приложение </w:t>
      </w:r>
      <w:r w:rsidRPr="00191994">
        <w:t>II</w:t>
      </w:r>
      <w:r w:rsidRPr="00191994">
        <w:rPr>
          <w:shd w:val="clear" w:color="auto" w:fill="FFFFFF"/>
        </w:rPr>
        <w:t>).</w:t>
      </w:r>
    </w:p>
    <w:p w14:paraId="70281054" w14:textId="77777777" w:rsidR="00225083" w:rsidRPr="00191994" w:rsidRDefault="00225083" w:rsidP="00225083">
      <w:pPr>
        <w:pStyle w:val="H1G"/>
      </w:pPr>
      <w:r w:rsidRPr="00191994">
        <w:lastRenderedPageBreak/>
        <w:tab/>
        <w:t>B.</w:t>
      </w:r>
      <w:r w:rsidRPr="00191994">
        <w:tab/>
        <w:t>Новые предложения</w:t>
      </w:r>
    </w:p>
    <w:p w14:paraId="4C074C0B" w14:textId="77777777" w:rsidR="00225083" w:rsidRPr="00191994" w:rsidRDefault="00225083" w:rsidP="00225083">
      <w:pPr>
        <w:pStyle w:val="H23G"/>
        <w:jc w:val="both"/>
      </w:pPr>
      <w:r w:rsidRPr="00191994">
        <w:tab/>
        <w:t>1.</w:t>
      </w:r>
      <w:r w:rsidRPr="00191994">
        <w:tab/>
      </w:r>
      <w:r w:rsidRPr="00191994">
        <w:rPr>
          <w:shd w:val="clear" w:color="auto" w:fill="FFFFFF"/>
        </w:rPr>
        <w:t>Поправка к добавлению 3 к приложению 1</w:t>
      </w:r>
    </w:p>
    <w:p w14:paraId="4EFD20A1" w14:textId="77777777" w:rsidR="00225083" w:rsidRPr="00191994" w:rsidRDefault="00225083" w:rsidP="00225083">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t>ECE/TRANS/WP.11/2022/17 (Соединенное Королевство)</w:t>
      </w:r>
    </w:p>
    <w:p w14:paraId="5FD9AA23" w14:textId="77777777" w:rsidR="00225083" w:rsidRPr="00191994" w:rsidRDefault="00225083" w:rsidP="00225083">
      <w:pPr>
        <w:pStyle w:val="SingleTxtG"/>
      </w:pPr>
      <w:r w:rsidRPr="00191994">
        <w:t>73.</w:t>
      </w:r>
      <w:r w:rsidRPr="00191994">
        <w:tab/>
      </w:r>
      <w:r w:rsidRPr="00191994">
        <w:rPr>
          <w:shd w:val="clear" w:color="auto" w:fill="FFFFFF"/>
        </w:rPr>
        <w:t xml:space="preserve">Предложение было принято (см. приложение </w:t>
      </w:r>
      <w:r w:rsidRPr="00191994">
        <w:t>II</w:t>
      </w:r>
      <w:r w:rsidRPr="00191994">
        <w:rPr>
          <w:shd w:val="clear" w:color="auto" w:fill="FFFFFF"/>
        </w:rPr>
        <w:t>).</w:t>
      </w:r>
    </w:p>
    <w:p w14:paraId="3C60DEE6" w14:textId="77777777" w:rsidR="00225083" w:rsidRPr="00C26A81" w:rsidRDefault="00225083" w:rsidP="00C26A81">
      <w:pPr>
        <w:pStyle w:val="H23G"/>
      </w:pPr>
      <w:r w:rsidRPr="00191994">
        <w:tab/>
        <w:t>2.</w:t>
      </w:r>
      <w:r w:rsidRPr="00191994">
        <w:tab/>
      </w:r>
      <w:r w:rsidRPr="00191994">
        <w:rPr>
          <w:shd w:val="clear" w:color="auto" w:fill="FFFFFF"/>
        </w:rPr>
        <w:t>Исправление определения термина «транспортное средство» в пункте 7 приложения 1</w:t>
      </w:r>
    </w:p>
    <w:p w14:paraId="6B5403C1" w14:textId="77777777" w:rsidR="00225083" w:rsidRPr="00191994" w:rsidRDefault="00225083" w:rsidP="00225083">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t>ECE/TRANS/WP.11/2022/19 (Нидерланды)</w:t>
      </w:r>
    </w:p>
    <w:p w14:paraId="1120FA07" w14:textId="77777777" w:rsidR="00225083" w:rsidRPr="00815620" w:rsidRDefault="00225083" w:rsidP="00815620">
      <w:pPr>
        <w:pStyle w:val="SingleTxtG"/>
      </w:pPr>
      <w:r w:rsidRPr="00815620">
        <w:t>74.</w:t>
      </w:r>
      <w:r w:rsidRPr="00815620">
        <w:tab/>
        <w:t>По общему мнению, определение термина «транспортное средство», включенное недавно в СПС, нуждается в изменении, поскольку оно сопряжено с недостатком ясности и может привести к возникновению путаницы и даже проблем юридического характера. С другой стороны, предложенное в документе измененное определение также не было сочтено достаточно четким и ясным.</w:t>
      </w:r>
    </w:p>
    <w:p w14:paraId="39249C36" w14:textId="77777777" w:rsidR="00225083" w:rsidRPr="00191994" w:rsidRDefault="00225083" w:rsidP="00225083">
      <w:pPr>
        <w:pStyle w:val="SingleTxtG"/>
      </w:pPr>
      <w:r w:rsidRPr="00191994">
        <w:t>75.</w:t>
      </w:r>
      <w:r w:rsidRPr="00191994">
        <w:tab/>
      </w:r>
      <w:r w:rsidRPr="00191994">
        <w:rPr>
          <w:shd w:val="clear" w:color="auto" w:fill="FFFFFF"/>
        </w:rPr>
        <w:t>Представитель «Трансфригорут интернэшнл»</w:t>
      </w:r>
      <w:r w:rsidRPr="00191994">
        <w:t xml:space="preserve"> </w:t>
      </w:r>
      <w:r w:rsidRPr="00191994">
        <w:rPr>
          <w:shd w:val="clear" w:color="auto" w:fill="FFFFFF"/>
        </w:rPr>
        <w:t>сообщил WP.11, что в разделе С неофициального документа INF.5 приводятся два толкования определения термина «транспортное средство», а именно:</w:t>
      </w:r>
    </w:p>
    <w:p w14:paraId="4C8989E6" w14:textId="2A2EA153" w:rsidR="00225083" w:rsidRPr="00191994" w:rsidRDefault="00225083" w:rsidP="00225083">
      <w:pPr>
        <w:pStyle w:val="Bullet1G"/>
        <w:numPr>
          <w:ilvl w:val="0"/>
          <w:numId w:val="28"/>
        </w:numPr>
      </w:pPr>
      <w:r w:rsidRPr="00191994">
        <w:t xml:space="preserve">Толкование 1 </w:t>
      </w:r>
      <w:r w:rsidR="00C26A81" w:rsidRPr="00C26A81">
        <w:rPr>
          <w:shd w:val="clear" w:color="auto" w:fill="FFFFFF"/>
        </w:rPr>
        <w:t>—</w:t>
      </w:r>
      <w:r w:rsidRPr="00191994">
        <w:t xml:space="preserve"> Транспортное средство = комплектное транспортное средство, включая </w:t>
      </w:r>
      <w:r w:rsidRPr="00191994">
        <w:rPr>
          <w:shd w:val="clear" w:color="auto" w:fill="FFFFFF"/>
        </w:rPr>
        <w:t>силовой агрегат автомобиля и соответствующие накопители энергии + несущая конструкция (шасси) + изотермическое отделение + термическое оборудование.</w:t>
      </w:r>
    </w:p>
    <w:p w14:paraId="537C24EE" w14:textId="5C2B0D0B" w:rsidR="00225083" w:rsidRPr="00191994" w:rsidRDefault="00225083" w:rsidP="00225083">
      <w:pPr>
        <w:pStyle w:val="Bullet1G"/>
        <w:numPr>
          <w:ilvl w:val="0"/>
          <w:numId w:val="28"/>
        </w:numPr>
      </w:pPr>
      <w:r w:rsidRPr="00191994">
        <w:tab/>
        <w:t xml:space="preserve">Толкование 2 </w:t>
      </w:r>
      <w:r w:rsidR="00C26A81" w:rsidRPr="00C26A81">
        <w:rPr>
          <w:shd w:val="clear" w:color="auto" w:fill="FFFFFF"/>
        </w:rPr>
        <w:t>—</w:t>
      </w:r>
      <w:r w:rsidRPr="00191994">
        <w:t xml:space="preserve"> Транспортное средство = </w:t>
      </w:r>
      <w:r w:rsidRPr="00191994">
        <w:rPr>
          <w:shd w:val="clear" w:color="auto" w:fill="FFFFFF"/>
        </w:rPr>
        <w:t>несущая конструкция (шасси) + изотермическое отделение + термическое оборудование</w:t>
      </w:r>
      <w:r w:rsidRPr="00191994">
        <w:t>.</w:t>
      </w:r>
    </w:p>
    <w:p w14:paraId="5CA19946" w14:textId="77777777" w:rsidR="00225083" w:rsidRPr="00191994" w:rsidRDefault="00225083" w:rsidP="00225083">
      <w:pPr>
        <w:pStyle w:val="SingleTxtG"/>
      </w:pPr>
      <w:r w:rsidRPr="00191994">
        <w:rPr>
          <w:shd w:val="clear" w:color="auto" w:fill="FFFFFF"/>
        </w:rPr>
        <w:t>Большинство экспертов склоняются в пользу толкования 2.</w:t>
      </w:r>
    </w:p>
    <w:p w14:paraId="3E81F1F7" w14:textId="77777777" w:rsidR="00225083" w:rsidRPr="00191994" w:rsidRDefault="00225083" w:rsidP="00225083">
      <w:pPr>
        <w:pStyle w:val="SingleTxtG"/>
      </w:pPr>
      <w:r w:rsidRPr="00191994">
        <w:t>76.</w:t>
      </w:r>
      <w:r w:rsidRPr="00191994">
        <w:tab/>
        <w:t xml:space="preserve">Кроме того, по мнению ряда делегаций, в том что касается СПС, изотермический кузов является важнейшей составной частью, и все компоненты, </w:t>
      </w:r>
      <w:r w:rsidRPr="00191994">
        <w:rPr>
          <w:shd w:val="clear" w:color="auto" w:fill="FFFFFF"/>
        </w:rPr>
        <w:t>оказывающие влияние на</w:t>
      </w:r>
      <w:r w:rsidRPr="00191994">
        <w:t xml:space="preserve"> изотермические свойства, должны охватываться определением.</w:t>
      </w:r>
    </w:p>
    <w:p w14:paraId="1A2C5AEA" w14:textId="77777777" w:rsidR="00225083" w:rsidRPr="00191994" w:rsidRDefault="00225083" w:rsidP="00225083">
      <w:pPr>
        <w:pStyle w:val="SingleTxtG"/>
      </w:pPr>
      <w:r w:rsidRPr="00191994">
        <w:t>77.</w:t>
      </w:r>
      <w:r w:rsidRPr="00191994">
        <w:tab/>
        <w:t xml:space="preserve">Делегация Германии </w:t>
      </w:r>
      <w:r w:rsidRPr="00191994">
        <w:rPr>
          <w:shd w:val="clear" w:color="auto" w:fill="FFFFFF"/>
        </w:rPr>
        <w:t>также отметила, что термин «транспортное средство» используется в статье 2 СПС и в нескольких пунктах приложения 1 в разных контекстах и с различными значениями.</w:t>
      </w:r>
    </w:p>
    <w:p w14:paraId="32A86FBE" w14:textId="77777777" w:rsidR="00225083" w:rsidRPr="00191994" w:rsidRDefault="00225083" w:rsidP="00225083">
      <w:pPr>
        <w:pStyle w:val="SingleTxtG"/>
      </w:pPr>
      <w:r w:rsidRPr="00191994">
        <w:t>78.</w:t>
      </w:r>
      <w:r w:rsidRPr="00191994">
        <w:tab/>
      </w:r>
      <w:r w:rsidRPr="00191994">
        <w:rPr>
          <w:shd w:val="clear" w:color="auto" w:fill="FFFFFF"/>
        </w:rPr>
        <w:t>В свете доводов, выдвинутых в ходе обсуждения, делегация Нидерландов отозвала документ с целью пересмотра предложения и представления его на рассмотрение на одной из будущих сессий.</w:t>
      </w:r>
    </w:p>
    <w:p w14:paraId="02D3905D" w14:textId="77777777" w:rsidR="00225083" w:rsidRPr="00191994" w:rsidRDefault="00225083" w:rsidP="00225083">
      <w:pPr>
        <w:pStyle w:val="H23G"/>
        <w:jc w:val="both"/>
      </w:pPr>
      <w:r w:rsidRPr="00191994">
        <w:tab/>
        <w:t>3.</w:t>
      </w:r>
      <w:r w:rsidRPr="00191994">
        <w:tab/>
      </w:r>
      <w:r w:rsidRPr="00191994">
        <w:rPr>
          <w:shd w:val="clear" w:color="auto" w:fill="FFFFFF"/>
        </w:rPr>
        <w:t>Поправки к СПС</w:t>
      </w:r>
    </w:p>
    <w:p w14:paraId="0955E614" w14:textId="66E05783" w:rsidR="00225083" w:rsidRPr="00191994" w:rsidRDefault="00225083" w:rsidP="00815620">
      <w:pPr>
        <w:pStyle w:val="SingleTxtG"/>
        <w:ind w:left="2829" w:hanging="1695"/>
        <w:jc w:val="left"/>
      </w:pPr>
      <w:r w:rsidRPr="00191994">
        <w:rPr>
          <w:i/>
          <w:iCs/>
        </w:rPr>
        <w:t>Документ</w:t>
      </w:r>
      <w:r w:rsidRPr="00191994">
        <w:t>:</w:t>
      </w:r>
      <w:r w:rsidRPr="00191994">
        <w:rPr>
          <w:i/>
          <w:iCs/>
        </w:rPr>
        <w:t xml:space="preserve"> </w:t>
      </w:r>
      <w:r w:rsidRPr="00191994">
        <w:rPr>
          <w:i/>
          <w:iCs/>
        </w:rPr>
        <w:tab/>
      </w:r>
      <w:r w:rsidRPr="00191994">
        <w:rPr>
          <w:i/>
          <w:iCs/>
        </w:rPr>
        <w:tab/>
      </w:r>
      <w:r w:rsidRPr="00191994">
        <w:t>ECE/TRANS/WP.11/2022/20 (</w:t>
      </w:r>
      <w:r w:rsidRPr="00191994">
        <w:rPr>
          <w:shd w:val="clear" w:color="auto" w:fill="FFFFFF"/>
        </w:rPr>
        <w:t xml:space="preserve">Нидерланды от имени </w:t>
      </w:r>
      <w:r w:rsidR="00815620">
        <w:rPr>
          <w:shd w:val="clear" w:color="auto" w:fill="FFFFFF"/>
        </w:rPr>
        <w:br/>
      </w:r>
      <w:r w:rsidRPr="00191994">
        <w:rPr>
          <w:shd w:val="clear" w:color="auto" w:fill="FFFFFF"/>
        </w:rPr>
        <w:t>неофициальной рабочей группы по совершенствованию системы допущения транспортных средств и термического оборудования</w:t>
      </w:r>
      <w:r w:rsidRPr="00191994">
        <w:t>)</w:t>
      </w:r>
    </w:p>
    <w:p w14:paraId="3F6839C7" w14:textId="77777777" w:rsidR="00225083" w:rsidRPr="00191994" w:rsidRDefault="00225083" w:rsidP="00225083">
      <w:pPr>
        <w:pStyle w:val="SingleTxtG"/>
      </w:pPr>
      <w:r w:rsidRPr="00191994">
        <w:t>79.</w:t>
      </w:r>
      <w:r w:rsidRPr="00191994">
        <w:tab/>
      </w:r>
      <w:r w:rsidRPr="00191994">
        <w:rPr>
          <w:shd w:val="clear" w:color="auto" w:fill="FFFFFF"/>
        </w:rPr>
        <w:t xml:space="preserve">Предложения </w:t>
      </w:r>
      <w:r w:rsidRPr="00191994">
        <w:t xml:space="preserve">2, 3 и 4 </w:t>
      </w:r>
      <w:r w:rsidRPr="00191994">
        <w:rPr>
          <w:shd w:val="clear" w:color="auto" w:fill="FFFFFF"/>
        </w:rPr>
        <w:t xml:space="preserve">были приняты (см. приложения </w:t>
      </w:r>
      <w:r w:rsidRPr="00191994">
        <w:t>II и III</w:t>
      </w:r>
      <w:r w:rsidRPr="00191994">
        <w:rPr>
          <w:shd w:val="clear" w:color="auto" w:fill="FFFFFF"/>
        </w:rPr>
        <w:t>).</w:t>
      </w:r>
    </w:p>
    <w:p w14:paraId="1C7D4DB8" w14:textId="77777777" w:rsidR="00225083" w:rsidRPr="00191994" w:rsidRDefault="00225083" w:rsidP="00225083">
      <w:pPr>
        <w:pStyle w:val="HChG"/>
      </w:pPr>
      <w:r w:rsidRPr="00191994">
        <w:tab/>
      </w:r>
      <w:bookmarkStart w:id="20" w:name="_Toc103001704"/>
      <w:r w:rsidRPr="00191994">
        <w:t>VII.</w:t>
      </w:r>
      <w:r w:rsidRPr="00191994">
        <w:tab/>
        <w:t>Справочник СПС (пункт 6 повестки дня)</w:t>
      </w:r>
      <w:bookmarkEnd w:id="20"/>
    </w:p>
    <w:p w14:paraId="0E1B4C83" w14:textId="6A199F8F" w:rsidR="00225083" w:rsidRPr="00191994" w:rsidRDefault="00225083" w:rsidP="00815620">
      <w:pPr>
        <w:pStyle w:val="H23G"/>
      </w:pPr>
      <w:r w:rsidRPr="00191994">
        <w:tab/>
        <w:t>1.</w:t>
      </w:r>
      <w:r w:rsidRPr="00191994">
        <w:tab/>
      </w:r>
      <w:r w:rsidRPr="00191994">
        <w:rPr>
          <w:shd w:val="clear" w:color="auto" w:fill="FFFFFF"/>
        </w:rPr>
        <w:t xml:space="preserve">Поправка к пункту 7.3.6 добавления 2 к приложению 1 к Справочнику СПС: метод расчета с учетом конкретных случаев применения инструментария </w:t>
      </w:r>
      <w:r w:rsidR="003C4C94">
        <w:rPr>
          <w:shd w:val="clear" w:color="auto" w:fill="FFFFFF"/>
        </w:rPr>
        <w:br/>
      </w:r>
      <w:r w:rsidRPr="00191994">
        <w:rPr>
          <w:shd w:val="clear" w:color="auto" w:fill="FFFFFF"/>
        </w:rPr>
        <w:t>для определения параметров транспортных средств с мультитемпературным режимом</w:t>
      </w:r>
    </w:p>
    <w:p w14:paraId="4852E7B3" w14:textId="77777777" w:rsidR="00225083" w:rsidRPr="00191994" w:rsidRDefault="00225083" w:rsidP="00225083">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rPr>
          <w:lang w:val="fr-CH"/>
        </w:rPr>
        <w:t>ECE</w:t>
      </w:r>
      <w:r w:rsidRPr="00191994">
        <w:t>/</w:t>
      </w:r>
      <w:r w:rsidRPr="00191994">
        <w:rPr>
          <w:lang w:val="fr-CH"/>
        </w:rPr>
        <w:t>TRANS</w:t>
      </w:r>
      <w:r w:rsidRPr="00191994">
        <w:t>/</w:t>
      </w:r>
      <w:r w:rsidRPr="00191994">
        <w:rPr>
          <w:lang w:val="fr-CH"/>
        </w:rPr>
        <w:t>WP</w:t>
      </w:r>
      <w:r w:rsidRPr="00191994">
        <w:t>.11/2021/11/</w:t>
      </w:r>
      <w:r w:rsidRPr="00191994">
        <w:rPr>
          <w:lang w:val="fr-CH"/>
        </w:rPr>
        <w:t>Rev</w:t>
      </w:r>
      <w:r w:rsidRPr="00191994">
        <w:t>.1 (Франция)</w:t>
      </w:r>
    </w:p>
    <w:p w14:paraId="2F8F9B04" w14:textId="77777777" w:rsidR="00225083" w:rsidRPr="00191994" w:rsidRDefault="00225083" w:rsidP="00225083">
      <w:pPr>
        <w:pStyle w:val="SingleTxtG"/>
      </w:pPr>
      <w:r w:rsidRPr="00191994">
        <w:t>80.</w:t>
      </w:r>
      <w:r w:rsidRPr="00191994">
        <w:tab/>
      </w:r>
      <w:r w:rsidRPr="00191994">
        <w:rPr>
          <w:shd w:val="clear" w:color="auto" w:fill="FFFFFF"/>
        </w:rPr>
        <w:t xml:space="preserve">Хотя WP.11 в принципе согласилась с включением измененного предложения в Справочник СПС, было сочтено, что пояснения, представленные в документе, </w:t>
      </w:r>
      <w:r w:rsidRPr="00191994">
        <w:rPr>
          <w:shd w:val="clear" w:color="auto" w:fill="FFFFFF"/>
        </w:rPr>
        <w:lastRenderedPageBreak/>
        <w:t>сформулированы несколько расплывчато, а некоторые используемые в тексте термины не имеют четкого определения.</w:t>
      </w:r>
    </w:p>
    <w:p w14:paraId="333AABE4" w14:textId="77777777" w:rsidR="00225083" w:rsidRPr="00191994" w:rsidRDefault="00225083" w:rsidP="00225083">
      <w:pPr>
        <w:pStyle w:val="SingleTxtG"/>
      </w:pPr>
      <w:r w:rsidRPr="00191994">
        <w:t>81.</w:t>
      </w:r>
      <w:r w:rsidRPr="00191994">
        <w:tab/>
      </w:r>
      <w:r w:rsidRPr="00191994">
        <w:rPr>
          <w:shd w:val="clear" w:color="auto" w:fill="FFFFFF"/>
        </w:rPr>
        <w:t>Предложение не было принято, поскольку возражения против его принятия выдвинули Германия, Дания и Соединенное Королевство.</w:t>
      </w:r>
    </w:p>
    <w:p w14:paraId="6CE10F95" w14:textId="77777777" w:rsidR="00225083" w:rsidRPr="00191994" w:rsidRDefault="00225083" w:rsidP="00C26A81">
      <w:pPr>
        <w:pStyle w:val="H23G"/>
      </w:pPr>
      <w:r w:rsidRPr="00191994">
        <w:tab/>
        <w:t>2.</w:t>
      </w:r>
      <w:r w:rsidRPr="00191994">
        <w:tab/>
        <w:t>Поправки к пункту 6 c) iii) добавления 1 к приложению 1 к Справочнику СПС: правила, подлежащие соблюдению при установке встраиваемого оборудования, оборудования, оснащенного дефлектором, оборудования на подрамной конструкции или оборудования, допускающего возможность его смещения</w:t>
      </w:r>
    </w:p>
    <w:p w14:paraId="111FCB75" w14:textId="77777777" w:rsidR="00225083" w:rsidRPr="00191994" w:rsidRDefault="00225083" w:rsidP="00225083">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rPr>
          <w:lang w:val="fr-CH"/>
        </w:rPr>
        <w:t>ECE</w:t>
      </w:r>
      <w:r w:rsidRPr="00191994">
        <w:t>/</w:t>
      </w:r>
      <w:r w:rsidRPr="00191994">
        <w:rPr>
          <w:lang w:val="fr-CH"/>
        </w:rPr>
        <w:t>TRANS</w:t>
      </w:r>
      <w:r w:rsidRPr="00191994">
        <w:t>/</w:t>
      </w:r>
      <w:r w:rsidRPr="00191994">
        <w:rPr>
          <w:lang w:val="fr-CH"/>
        </w:rPr>
        <w:t>WP</w:t>
      </w:r>
      <w:r w:rsidRPr="00191994">
        <w:t>.11/2021/12/</w:t>
      </w:r>
      <w:r w:rsidRPr="00191994">
        <w:rPr>
          <w:lang w:val="fr-CH"/>
        </w:rPr>
        <w:t>Rev</w:t>
      </w:r>
      <w:r w:rsidRPr="00191994">
        <w:t>.2 (Франция)</w:t>
      </w:r>
    </w:p>
    <w:p w14:paraId="0BCCF297" w14:textId="3EA2A0CB" w:rsidR="00225083" w:rsidRPr="00191994" w:rsidRDefault="00225083" w:rsidP="00225083">
      <w:pPr>
        <w:pStyle w:val="SingleTxtG"/>
      </w:pPr>
      <w:r w:rsidRPr="00191994">
        <w:t>82.</w:t>
      </w:r>
      <w:r w:rsidRPr="00191994">
        <w:tab/>
        <w:t>По мнению н</w:t>
      </w:r>
      <w:r w:rsidRPr="00191994">
        <w:rPr>
          <w:shd w:val="clear" w:color="auto" w:fill="FFFFFF"/>
        </w:rPr>
        <w:t>екоторых делегаций, Справочник СПС предназначен для разъяснения или уточнения положений Соглашения СПС и поэтому по всей видимости нет оснований для включения предложенного комментария в Справочник, так как данный комментарий не связан ни с одним из положений СПС.</w:t>
      </w:r>
    </w:p>
    <w:p w14:paraId="50834F57" w14:textId="7B1C4477" w:rsidR="00225083" w:rsidRPr="00191994" w:rsidRDefault="00225083" w:rsidP="00225083">
      <w:pPr>
        <w:pStyle w:val="SingleTxtG"/>
      </w:pPr>
      <w:r w:rsidRPr="00191994">
        <w:t>83.</w:t>
      </w:r>
      <w:r w:rsidRPr="00191994">
        <w:tab/>
      </w:r>
      <w:r w:rsidRPr="00191994">
        <w:rPr>
          <w:shd w:val="clear" w:color="auto" w:fill="FFFFFF"/>
        </w:rPr>
        <w:t>Было признано, что информация, содержащаяся в предложении, может быть полезной для некоторых видов применения на местах, и Франции было предложено рассмотреть возможность подготовки документа в форме руководства либо документа по обмену передовой практикой, который после его утверждения WP.11 можно было бы опубликовать на веб-сайте ЕЭК ООН.</w:t>
      </w:r>
    </w:p>
    <w:p w14:paraId="58879731" w14:textId="77777777" w:rsidR="00225083" w:rsidRPr="00191994" w:rsidRDefault="00225083" w:rsidP="00225083">
      <w:pPr>
        <w:pStyle w:val="SingleTxtG"/>
      </w:pPr>
      <w:r w:rsidRPr="00191994">
        <w:t>84.</w:t>
      </w:r>
      <w:r w:rsidRPr="00191994">
        <w:tab/>
      </w:r>
      <w:r w:rsidRPr="00191994">
        <w:rPr>
          <w:shd w:val="clear" w:color="auto" w:fill="FFFFFF"/>
        </w:rPr>
        <w:t>Франция решила представить пересмотренный документ на одной из будущих сессий.</w:t>
      </w:r>
    </w:p>
    <w:p w14:paraId="64C023CA" w14:textId="4A468A53" w:rsidR="00225083" w:rsidRPr="00191994" w:rsidRDefault="00225083" w:rsidP="00C26A81">
      <w:pPr>
        <w:pStyle w:val="H23G"/>
      </w:pPr>
      <w:r w:rsidRPr="00191994">
        <w:tab/>
        <w:t>3.</w:t>
      </w:r>
      <w:r w:rsidRPr="00191994">
        <w:tab/>
        <w:t xml:space="preserve">Поправки к пункту 4 комментариев к добавлению 1 к приложению 2 </w:t>
      </w:r>
      <w:r w:rsidR="00C26A81">
        <w:br/>
      </w:r>
      <w:r w:rsidRPr="00191994">
        <w:t xml:space="preserve">к Справочнику СПС: места размещения щупов для измерения температуры </w:t>
      </w:r>
      <w:r w:rsidR="00C26A81">
        <w:br/>
      </w:r>
      <w:r w:rsidRPr="00191994">
        <w:t>во время перевозки</w:t>
      </w:r>
    </w:p>
    <w:p w14:paraId="3A29F94A" w14:textId="77777777" w:rsidR="00225083" w:rsidRPr="00191994" w:rsidRDefault="00225083" w:rsidP="00225083">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rPr>
          <w:lang w:val="fr-CH"/>
        </w:rPr>
        <w:t>ECE</w:t>
      </w:r>
      <w:r w:rsidRPr="00191994">
        <w:t>/</w:t>
      </w:r>
      <w:r w:rsidRPr="00191994">
        <w:rPr>
          <w:lang w:val="fr-CH"/>
        </w:rPr>
        <w:t>TRANS</w:t>
      </w:r>
      <w:r w:rsidRPr="00191994">
        <w:t>/</w:t>
      </w:r>
      <w:r w:rsidRPr="00191994">
        <w:rPr>
          <w:lang w:val="fr-CH"/>
        </w:rPr>
        <w:t>WP</w:t>
      </w:r>
      <w:r w:rsidRPr="00191994">
        <w:t>.11/2021/13/</w:t>
      </w:r>
      <w:r w:rsidRPr="00191994">
        <w:rPr>
          <w:lang w:val="fr-CH"/>
        </w:rPr>
        <w:t>Rev</w:t>
      </w:r>
      <w:r w:rsidRPr="00191994">
        <w:t>.2 (Франция)</w:t>
      </w:r>
    </w:p>
    <w:p w14:paraId="774D5DDA" w14:textId="1148AC42" w:rsidR="00225083" w:rsidRPr="00191994" w:rsidRDefault="00225083" w:rsidP="00225083">
      <w:pPr>
        <w:pStyle w:val="SingleTxtG"/>
      </w:pPr>
      <w:r w:rsidRPr="00191994">
        <w:t>85.</w:t>
      </w:r>
      <w:r w:rsidRPr="00191994">
        <w:tab/>
        <w:t xml:space="preserve">Несмотря на признание того, что </w:t>
      </w:r>
      <w:r w:rsidRPr="00191994">
        <w:rPr>
          <w:shd w:val="clear" w:color="auto" w:fill="FFFFFF"/>
        </w:rPr>
        <w:t>существующий текст Справочника СПС охватывает не все возможные ситуации и что его формулировки могут быть улучшены, пересмотренное предложение, представленное Францией,</w:t>
      </w:r>
      <w:r w:rsidR="00C26A81" w:rsidRPr="00C26A81">
        <w:rPr>
          <w:shd w:val="clear" w:color="auto" w:fill="FFFFFF"/>
        </w:rPr>
        <w:t xml:space="preserve"> </w:t>
      </w:r>
      <w:r w:rsidRPr="00191994">
        <w:rPr>
          <w:shd w:val="clear" w:color="auto" w:fill="FFFFFF"/>
        </w:rPr>
        <w:t>все же было сочтено недостаточно четким и ясным.</w:t>
      </w:r>
    </w:p>
    <w:p w14:paraId="6E166975" w14:textId="634F5AD2" w:rsidR="00225083" w:rsidRPr="00191994" w:rsidRDefault="00225083" w:rsidP="00225083">
      <w:pPr>
        <w:pStyle w:val="SingleTxtG"/>
        <w:rPr>
          <w:shd w:val="clear" w:color="auto" w:fill="FFFFFF"/>
        </w:rPr>
      </w:pPr>
      <w:r w:rsidRPr="00191994">
        <w:t>86.</w:t>
      </w:r>
      <w:r w:rsidRPr="00191994">
        <w:tab/>
      </w:r>
      <w:r w:rsidRPr="00191994">
        <w:rPr>
          <w:shd w:val="clear" w:color="auto" w:fill="FFFFFF"/>
        </w:rPr>
        <w:t>Делегация Германии проинформировала Рабочую группу, что, несмотря на проведенный с делегацией Франции обмен мнениями, она по-прежнему считает существующий текст неправильным. У других делегаций возникли вопросы, касающиеся мест размещения датчиков и щупов, поскольку вероятность их повреждения во время погрузочно-разгрузочных операций при их размещении таким образом, как это предусмотрено в предложении Франции, является достаточно высокой.</w:t>
      </w:r>
    </w:p>
    <w:p w14:paraId="6CD891AE" w14:textId="77777777" w:rsidR="00225083" w:rsidRPr="00191994" w:rsidRDefault="00225083" w:rsidP="00225083">
      <w:pPr>
        <w:pStyle w:val="SingleTxtG"/>
      </w:pPr>
      <w:r w:rsidRPr="00191994">
        <w:t>87.</w:t>
      </w:r>
      <w:r w:rsidRPr="00191994">
        <w:tab/>
      </w:r>
      <w:r w:rsidRPr="00191994">
        <w:rPr>
          <w:shd w:val="clear" w:color="auto" w:fill="FFFFFF"/>
        </w:rPr>
        <w:t>Франция поблагодарила все выступившие делегации. Она рассмотрит предложение с целью вынесения его на обсуждение на следующей сессии с учетом всех высказанных замечаний.</w:t>
      </w:r>
    </w:p>
    <w:p w14:paraId="4B59BADE" w14:textId="77777777" w:rsidR="00225083" w:rsidRPr="00191994" w:rsidRDefault="00225083" w:rsidP="00C26A81">
      <w:pPr>
        <w:pStyle w:val="H23G"/>
      </w:pPr>
      <w:r w:rsidRPr="00191994">
        <w:tab/>
        <w:t>4.</w:t>
      </w:r>
      <w:r w:rsidRPr="00191994">
        <w:tab/>
        <w:t>Поправка к пункту 3.2.6 добавления 2 к приложению 1 и Справочнику СПС</w:t>
      </w:r>
    </w:p>
    <w:p w14:paraId="03192611" w14:textId="62D8CC64" w:rsidR="00225083" w:rsidRPr="00191994" w:rsidRDefault="00225083" w:rsidP="002B3320">
      <w:pPr>
        <w:pStyle w:val="SingleTxtG"/>
        <w:jc w:val="left"/>
      </w:pPr>
      <w:r w:rsidRPr="00191994">
        <w:rPr>
          <w:i/>
          <w:iCs/>
        </w:rPr>
        <w:t>Документы</w:t>
      </w:r>
      <w:r w:rsidRPr="00191994">
        <w:t>:</w:t>
      </w:r>
      <w:r w:rsidRPr="00191994">
        <w:rPr>
          <w:i/>
          <w:iCs/>
        </w:rPr>
        <w:t xml:space="preserve"> </w:t>
      </w:r>
      <w:r w:rsidRPr="00191994">
        <w:rPr>
          <w:i/>
          <w:iCs/>
        </w:rPr>
        <w:tab/>
      </w:r>
      <w:r w:rsidRPr="00191994">
        <w:rPr>
          <w:i/>
          <w:iCs/>
        </w:rPr>
        <w:tab/>
      </w:r>
      <w:r w:rsidRPr="00191994">
        <w:t>ECE/TRANS/WP.11/2022/16 (</w:t>
      </w:r>
      <w:r w:rsidRPr="00191994">
        <w:rPr>
          <w:shd w:val="clear" w:color="auto" w:fill="FFFFFF"/>
        </w:rPr>
        <w:t>Соединенное Королевство</w:t>
      </w:r>
      <w:r w:rsidRPr="00191994">
        <w:t>)</w:t>
      </w:r>
      <w:r w:rsidR="002B3320">
        <w:br/>
      </w:r>
      <w:r w:rsidRPr="00191994">
        <w:tab/>
      </w:r>
      <w:r w:rsidRPr="00191994">
        <w:tab/>
      </w:r>
      <w:r w:rsidRPr="00191994">
        <w:tab/>
      </w:r>
      <w:r w:rsidRPr="00191994">
        <w:tab/>
        <w:t>неофициальный документ INF.10 (</w:t>
      </w:r>
      <w:r w:rsidRPr="00191994">
        <w:rPr>
          <w:shd w:val="clear" w:color="auto" w:fill="FFFFFF"/>
        </w:rPr>
        <w:t>Соединенное Королевство</w:t>
      </w:r>
      <w:r w:rsidRPr="00191994">
        <w:t>)</w:t>
      </w:r>
    </w:p>
    <w:p w14:paraId="76D6088E" w14:textId="77777777" w:rsidR="00225083" w:rsidRPr="00191994" w:rsidRDefault="00225083" w:rsidP="00225083">
      <w:pPr>
        <w:pStyle w:val="SingleTxtG"/>
      </w:pPr>
      <w:r w:rsidRPr="00191994">
        <w:t>88.</w:t>
      </w:r>
      <w:r w:rsidRPr="00191994">
        <w:tab/>
      </w:r>
      <w:r w:rsidRPr="00191994">
        <w:rPr>
          <w:shd w:val="clear" w:color="auto" w:fill="FFFFFF"/>
        </w:rPr>
        <w:t xml:space="preserve">Предложение было принято с рядом изменений (см. приложение </w:t>
      </w:r>
      <w:r w:rsidRPr="00191994">
        <w:t>III</w:t>
      </w:r>
      <w:r w:rsidRPr="00191994">
        <w:rPr>
          <w:shd w:val="clear" w:color="auto" w:fill="FFFFFF"/>
        </w:rPr>
        <w:t>).</w:t>
      </w:r>
    </w:p>
    <w:p w14:paraId="0C131A24" w14:textId="18DB5223" w:rsidR="00225083" w:rsidRPr="00191994" w:rsidRDefault="00225083" w:rsidP="00225083">
      <w:pPr>
        <w:pStyle w:val="SingleTxtG"/>
      </w:pPr>
      <w:r w:rsidRPr="00191994">
        <w:t>89.</w:t>
      </w:r>
      <w:r w:rsidRPr="00191994">
        <w:tab/>
      </w:r>
      <w:r w:rsidRPr="00191994">
        <w:rPr>
          <w:shd w:val="clear" w:color="auto" w:fill="FFFFFF"/>
        </w:rPr>
        <w:t xml:space="preserve">С последним вариантом Справочника СПС на английском, русском и французском языках можно ознакомиться на веб-сайте Отдела транспорта по следующему адресу в Интернете: </w:t>
      </w:r>
      <w:hyperlink r:id="rId12" w:history="1">
        <w:r w:rsidR="002B3320" w:rsidRPr="002378E8">
          <w:rPr>
            <w:rStyle w:val="af1"/>
            <w:shd w:val="clear" w:color="auto" w:fill="FFFFFF"/>
          </w:rPr>
          <w:t>https://unece.org/atp-handbook</w:t>
        </w:r>
      </w:hyperlink>
      <w:r w:rsidRPr="00191994">
        <w:rPr>
          <w:shd w:val="clear" w:color="auto" w:fill="FFFFFF"/>
        </w:rPr>
        <w:t>.</w:t>
      </w:r>
    </w:p>
    <w:p w14:paraId="53DE8682" w14:textId="19D3094A" w:rsidR="00225083" w:rsidRPr="00191994" w:rsidRDefault="00225083" w:rsidP="00C26A81">
      <w:pPr>
        <w:pStyle w:val="HChG"/>
      </w:pPr>
      <w:r w:rsidRPr="00191994">
        <w:lastRenderedPageBreak/>
        <w:tab/>
      </w:r>
      <w:bookmarkStart w:id="21" w:name="_Toc103001709"/>
      <w:r w:rsidRPr="00191994">
        <w:t>VIII.</w:t>
      </w:r>
      <w:r w:rsidRPr="00191994">
        <w:tab/>
        <w:t xml:space="preserve">Доклады неофициальных рабочих групп </w:t>
      </w:r>
      <w:r w:rsidR="00C26A81">
        <w:br/>
      </w:r>
      <w:r w:rsidRPr="00191994">
        <w:t>(пункт 7 повестки дня)</w:t>
      </w:r>
      <w:bookmarkEnd w:id="21"/>
    </w:p>
    <w:p w14:paraId="1ADB023E" w14:textId="03531A20" w:rsidR="00225083" w:rsidRPr="00191994" w:rsidRDefault="00225083" w:rsidP="002B3320">
      <w:pPr>
        <w:pStyle w:val="SingleTxtG"/>
        <w:ind w:left="2829" w:hanging="1695"/>
        <w:jc w:val="left"/>
      </w:pPr>
      <w:r w:rsidRPr="00191994">
        <w:rPr>
          <w:i/>
          <w:iCs/>
        </w:rPr>
        <w:t>Документ</w:t>
      </w:r>
      <w:r w:rsidRPr="00191994">
        <w:t>:</w:t>
      </w:r>
      <w:r w:rsidRPr="00191994">
        <w:rPr>
          <w:i/>
          <w:iCs/>
        </w:rPr>
        <w:t xml:space="preserve"> </w:t>
      </w:r>
      <w:r w:rsidRPr="00191994">
        <w:rPr>
          <w:i/>
          <w:iCs/>
        </w:rPr>
        <w:tab/>
      </w:r>
      <w:r w:rsidRPr="00191994">
        <w:rPr>
          <w:i/>
          <w:iCs/>
        </w:rPr>
        <w:tab/>
      </w:r>
      <w:r w:rsidRPr="00191994">
        <w:t xml:space="preserve">неофициальный документ INF.3 </w:t>
      </w:r>
      <w:r w:rsidR="002B3320">
        <w:br/>
      </w:r>
      <w:r w:rsidRPr="00191994">
        <w:t>(</w:t>
      </w:r>
      <w:r w:rsidRPr="00191994">
        <w:rPr>
          <w:shd w:val="clear" w:color="auto" w:fill="FFFFFF"/>
        </w:rPr>
        <w:t xml:space="preserve">Нидерланды от имени неофициальной рабочей группы </w:t>
      </w:r>
      <w:r w:rsidR="002B3320">
        <w:rPr>
          <w:shd w:val="clear" w:color="auto" w:fill="FFFFFF"/>
        </w:rPr>
        <w:br/>
      </w:r>
      <w:r w:rsidRPr="00191994">
        <w:rPr>
          <w:shd w:val="clear" w:color="auto" w:fill="FFFFFF"/>
        </w:rPr>
        <w:t>по совершенствованию системы допущения транспортных средств и термического оборудования</w:t>
      </w:r>
      <w:r w:rsidRPr="00191994">
        <w:t>)</w:t>
      </w:r>
    </w:p>
    <w:p w14:paraId="5EF1D645" w14:textId="77777777" w:rsidR="00225083" w:rsidRPr="00191994" w:rsidRDefault="00225083" w:rsidP="00225083">
      <w:pPr>
        <w:pStyle w:val="SingleTxtG"/>
        <w:rPr>
          <w:shd w:val="clear" w:color="auto" w:fill="FFFFFF"/>
        </w:rPr>
      </w:pPr>
      <w:r w:rsidRPr="00191994">
        <w:t>90.</w:t>
      </w:r>
      <w:r w:rsidRPr="00191994">
        <w:tab/>
      </w:r>
      <w:r w:rsidRPr="00191994">
        <w:rPr>
          <w:shd w:val="clear" w:color="auto" w:fill="FFFFFF"/>
        </w:rPr>
        <w:t>Председатель неофициальной рабочей группы сообщил WP.11 о ходе работы, отраженной в неофициальном документе INF.3, добавив, что в связи с некоторыми темами имеются предложения по внесению поправок в СПС, которые отражены в документе ECE/TRANS/WP.11/2022/20.</w:t>
      </w:r>
    </w:p>
    <w:p w14:paraId="7EB5F56C" w14:textId="77777777" w:rsidR="00225083" w:rsidRPr="00191994" w:rsidRDefault="00225083" w:rsidP="00225083">
      <w:pPr>
        <w:pStyle w:val="SingleTxtG"/>
      </w:pPr>
      <w:r w:rsidRPr="00191994">
        <w:t>91.</w:t>
      </w:r>
      <w:r w:rsidRPr="00191994">
        <w:tab/>
      </w:r>
      <w:r w:rsidRPr="00191994">
        <w:rPr>
          <w:shd w:val="clear" w:color="auto" w:fill="FFFFFF"/>
        </w:rPr>
        <w:t>WP.11 поблагодарила неофициальную рабочую группу за безупречно проделанную работу, поскольку она способствует дискуссии на пленарных заседаниях и повышению качественного уровня предложений по поправкам к СПС.</w:t>
      </w:r>
    </w:p>
    <w:p w14:paraId="259520B4" w14:textId="77777777" w:rsidR="00225083" w:rsidRPr="00191994" w:rsidRDefault="00225083" w:rsidP="00225083">
      <w:pPr>
        <w:pStyle w:val="HChG"/>
      </w:pPr>
      <w:r w:rsidRPr="00191994">
        <w:tab/>
      </w:r>
      <w:bookmarkStart w:id="22" w:name="_Toc103001711"/>
      <w:r w:rsidRPr="00191994">
        <w:t>IX.</w:t>
      </w:r>
      <w:r w:rsidRPr="00191994">
        <w:tab/>
        <w:t>Сфера действия СПС (пункт 8 повестки дня)</w:t>
      </w:r>
      <w:bookmarkEnd w:id="22"/>
    </w:p>
    <w:p w14:paraId="65146597" w14:textId="77777777" w:rsidR="00225083" w:rsidRPr="00191994" w:rsidRDefault="00225083" w:rsidP="00735614">
      <w:pPr>
        <w:pStyle w:val="SingleTxtG"/>
        <w:ind w:left="2835" w:hanging="1701"/>
        <w:jc w:val="left"/>
      </w:pPr>
      <w:r w:rsidRPr="00191994">
        <w:rPr>
          <w:i/>
          <w:iCs/>
        </w:rPr>
        <w:t>Документ:</w:t>
      </w:r>
      <w:r w:rsidRPr="00191994">
        <w:rPr>
          <w:i/>
          <w:iCs/>
        </w:rPr>
        <w:tab/>
      </w:r>
      <w:r w:rsidRPr="00191994">
        <w:rPr>
          <w:i/>
          <w:iCs/>
        </w:rPr>
        <w:tab/>
      </w:r>
      <w:r w:rsidRPr="00191994">
        <w:t xml:space="preserve">неофициальный документ </w:t>
      </w:r>
      <w:r w:rsidRPr="00191994">
        <w:rPr>
          <w:lang w:val="fr-CH"/>
        </w:rPr>
        <w:t>INF</w:t>
      </w:r>
      <w:r w:rsidRPr="00191994">
        <w:t xml:space="preserve">.5, раздел </w:t>
      </w:r>
      <w:r w:rsidRPr="00191994">
        <w:rPr>
          <w:lang w:val="fr-CH"/>
        </w:rPr>
        <w:t>C</w:t>
      </w:r>
      <w:r w:rsidRPr="00191994">
        <w:t xml:space="preserve"> (</w:t>
      </w:r>
      <w:r w:rsidRPr="00191994">
        <w:rPr>
          <w:sz w:val="21"/>
          <w:szCs w:val="21"/>
          <w:shd w:val="clear" w:color="auto" w:fill="FFFFFF"/>
        </w:rPr>
        <w:t>«Трансфригорут интернэшнл»</w:t>
      </w:r>
      <w:r w:rsidRPr="00191994">
        <w:t>)</w:t>
      </w:r>
    </w:p>
    <w:p w14:paraId="5A8A47A4" w14:textId="190131BB" w:rsidR="00225083" w:rsidRPr="00191994" w:rsidRDefault="00225083" w:rsidP="00735614">
      <w:pPr>
        <w:pStyle w:val="SingleTxtG"/>
      </w:pPr>
      <w:r w:rsidRPr="00191994">
        <w:t>92.</w:t>
      </w:r>
      <w:r w:rsidRPr="00191994">
        <w:tab/>
      </w:r>
      <w:r w:rsidRPr="00191994">
        <w:rPr>
          <w:shd w:val="clear" w:color="auto" w:fill="FFFFFF"/>
        </w:rPr>
        <w:t>В связи с нехваткой времени</w:t>
      </w:r>
      <w:r w:rsidR="00735614">
        <w:rPr>
          <w:shd w:val="clear" w:color="auto" w:fill="FFFFFF"/>
        </w:rPr>
        <w:t xml:space="preserve"> </w:t>
      </w:r>
      <w:r w:rsidRPr="00191994">
        <w:rPr>
          <w:shd w:val="clear" w:color="auto" w:fill="FFFFFF"/>
        </w:rPr>
        <w:t>представитель «Трансфригорут интернэшнл» решил отложить рассмотрение раздела С неофициального документа INF.5 до следующей сессии и проинформировал Рабочую группу о своем намерении распространить среди Договаривающихся сторон опросный лист относительно сферы действия СПС.</w:t>
      </w:r>
    </w:p>
    <w:p w14:paraId="05EB4D1A" w14:textId="77777777" w:rsidR="00225083" w:rsidRPr="00191994" w:rsidRDefault="00225083" w:rsidP="00225083">
      <w:pPr>
        <w:pStyle w:val="H23G"/>
        <w:jc w:val="both"/>
      </w:pPr>
      <w:r w:rsidRPr="00191994">
        <w:tab/>
      </w:r>
      <w:r w:rsidRPr="00191994">
        <w:tab/>
        <w:t>Будущее СПС</w:t>
      </w:r>
    </w:p>
    <w:p w14:paraId="2EF98EDA" w14:textId="6784E208" w:rsidR="00225083" w:rsidRPr="00191994" w:rsidRDefault="00225083" w:rsidP="00225083">
      <w:pPr>
        <w:pStyle w:val="SingleTxtG"/>
      </w:pPr>
      <w:r w:rsidRPr="00191994">
        <w:t>93.</w:t>
      </w:r>
      <w:r w:rsidRPr="00191994">
        <w:tab/>
      </w:r>
      <w:r w:rsidRPr="00191994">
        <w:rPr>
          <w:shd w:val="clear" w:color="auto" w:fill="FFFFFF"/>
        </w:rPr>
        <w:t xml:space="preserve">«Дорожная карта» для присоединения к СПС и его осуществления, подготовленная в рамках проекта ЕвроМед в области автомобильного, железнодорожного и городского транспорта с участием секретариата и председателей WP.11, была опубликована и размещена на веб-сайте ЕЭК ООН по следующему адресу в Интернете: </w:t>
      </w:r>
      <w:hyperlink r:id="rId13" w:history="1">
        <w:r w:rsidR="00735614" w:rsidRPr="002378E8">
          <w:rPr>
            <w:rStyle w:val="af1"/>
            <w:shd w:val="clear" w:color="auto" w:fill="FFFFFF"/>
          </w:rPr>
          <w:t>https://unece.org/road-map-accession-and-implementation-atp</w:t>
        </w:r>
      </w:hyperlink>
      <w:r w:rsidRPr="00191994">
        <w:rPr>
          <w:shd w:val="clear" w:color="auto" w:fill="FFFFFF"/>
        </w:rPr>
        <w:t>.</w:t>
      </w:r>
    </w:p>
    <w:p w14:paraId="36EA01B6" w14:textId="62147903" w:rsidR="00225083" w:rsidRPr="00191994" w:rsidRDefault="00225083" w:rsidP="00225083">
      <w:pPr>
        <w:pStyle w:val="HChG"/>
      </w:pPr>
      <w:r w:rsidRPr="00191994">
        <w:tab/>
      </w:r>
      <w:bookmarkStart w:id="23" w:name="_Toc103001713"/>
      <w:r w:rsidRPr="00191994">
        <w:t>X.</w:t>
      </w:r>
      <w:r w:rsidRPr="00191994">
        <w:tab/>
        <w:t xml:space="preserve">Энергетическая маркировка, хладагенты </w:t>
      </w:r>
      <w:r w:rsidR="00C26A81">
        <w:br/>
      </w:r>
      <w:r w:rsidRPr="00191994">
        <w:t>и вспенивающие вещества (пункт 9 повестки дня)</w:t>
      </w:r>
      <w:bookmarkEnd w:id="23"/>
    </w:p>
    <w:p w14:paraId="4A5065A7" w14:textId="77777777" w:rsidR="00225083" w:rsidRPr="00191994" w:rsidRDefault="00225083" w:rsidP="00225083">
      <w:pPr>
        <w:pStyle w:val="SingleTxtG"/>
      </w:pPr>
      <w:r w:rsidRPr="00191994">
        <w:t>94.</w:t>
      </w:r>
      <w:r w:rsidRPr="00191994">
        <w:tab/>
      </w:r>
      <w:r w:rsidRPr="00191994">
        <w:rPr>
          <w:shd w:val="clear" w:color="auto" w:fill="FFFFFF"/>
        </w:rPr>
        <w:t>Поскольку никаких документов в рамках этого пункта повестки дня представлено не было, обсуждения по данному вопросу не проводились</w:t>
      </w:r>
      <w:r w:rsidRPr="00191994">
        <w:t>.</w:t>
      </w:r>
    </w:p>
    <w:p w14:paraId="09589CE6" w14:textId="77777777" w:rsidR="00225083" w:rsidRPr="00191994" w:rsidRDefault="00225083" w:rsidP="00225083">
      <w:pPr>
        <w:pStyle w:val="HChG"/>
      </w:pPr>
      <w:r w:rsidRPr="00191994">
        <w:tab/>
      </w:r>
      <w:bookmarkStart w:id="24" w:name="_Toc103001714"/>
      <w:r w:rsidRPr="00191994">
        <w:t>XI.</w:t>
      </w:r>
      <w:r w:rsidRPr="00191994">
        <w:tab/>
        <w:t>Программа работы (пункт 10 повестки дня)</w:t>
      </w:r>
      <w:bookmarkEnd w:id="24"/>
    </w:p>
    <w:p w14:paraId="2787E63E" w14:textId="77777777" w:rsidR="00225083" w:rsidRPr="00191994" w:rsidRDefault="00225083" w:rsidP="00C26A81">
      <w:pPr>
        <w:pStyle w:val="H23G"/>
      </w:pPr>
      <w:r w:rsidRPr="00191994">
        <w:tab/>
      </w:r>
      <w:r w:rsidRPr="00191994">
        <w:tab/>
        <w:t>Сроки проведения восьмидесятой сессии</w:t>
      </w:r>
    </w:p>
    <w:p w14:paraId="2398A554" w14:textId="0AF81CFA" w:rsidR="00225083" w:rsidRPr="00191994" w:rsidRDefault="00225083" w:rsidP="00225083">
      <w:pPr>
        <w:pStyle w:val="SingleTxtG"/>
      </w:pPr>
      <w:r w:rsidRPr="00191994">
        <w:t>95.</w:t>
      </w:r>
      <w:r w:rsidRPr="00191994">
        <w:tab/>
      </w:r>
      <w:r w:rsidRPr="00191994">
        <w:rPr>
          <w:shd w:val="clear" w:color="auto" w:fill="FFFFFF"/>
        </w:rPr>
        <w:t>Восьмидесятую сессию WP.11 планируется провести 24–27 октября 2023 года (вторник–пятница). Предельный срок для представления документов — 28 июля 2023</w:t>
      </w:r>
      <w:r w:rsidR="00735614">
        <w:rPr>
          <w:shd w:val="clear" w:color="auto" w:fill="FFFFFF"/>
        </w:rPr>
        <w:t> </w:t>
      </w:r>
      <w:r w:rsidRPr="00191994">
        <w:rPr>
          <w:shd w:val="clear" w:color="auto" w:fill="FFFFFF"/>
        </w:rPr>
        <w:t>года.</w:t>
      </w:r>
    </w:p>
    <w:p w14:paraId="320B41F6" w14:textId="5347047F" w:rsidR="00225083" w:rsidRPr="00191994" w:rsidRDefault="00225083" w:rsidP="00225083">
      <w:pPr>
        <w:pStyle w:val="SingleTxtG"/>
      </w:pPr>
      <w:r w:rsidRPr="00191994">
        <w:t>96.</w:t>
      </w:r>
      <w:r w:rsidRPr="00191994">
        <w:tab/>
      </w:r>
      <w:r w:rsidRPr="00191994">
        <w:rPr>
          <w:shd w:val="clear" w:color="auto" w:fill="FFFFFF"/>
        </w:rPr>
        <w:t>Что касается организации совещаний, то сотрудник секретариата проинформировал Рабочую группу, что поддержка гибридных совещаний будет прекращена к концу 2022 года и что начиная с 2023 года все заседания планируется проводить в очном формате.</w:t>
      </w:r>
    </w:p>
    <w:p w14:paraId="74EE47EA" w14:textId="77777777" w:rsidR="00225083" w:rsidRPr="00191994" w:rsidRDefault="00225083" w:rsidP="00225083">
      <w:pPr>
        <w:pStyle w:val="HChG"/>
      </w:pPr>
      <w:r w:rsidRPr="00191994">
        <w:lastRenderedPageBreak/>
        <w:tab/>
        <w:t>XII.</w:t>
      </w:r>
      <w:r w:rsidRPr="00191994">
        <w:tab/>
      </w:r>
      <w:r w:rsidRPr="00191994">
        <w:tab/>
        <w:t>Выборы должностных лиц (пункт 11 повестки дня)</w:t>
      </w:r>
    </w:p>
    <w:p w14:paraId="7449DC22" w14:textId="51BFC848" w:rsidR="00225083" w:rsidRPr="00191994" w:rsidRDefault="00225083" w:rsidP="00225083">
      <w:pPr>
        <w:pStyle w:val="SingleTxtG"/>
      </w:pPr>
      <w:r w:rsidRPr="00191994">
        <w:t>97.</w:t>
      </w:r>
      <w:r w:rsidRPr="00191994">
        <w:tab/>
      </w:r>
      <w:r w:rsidRPr="00191994">
        <w:rPr>
          <w:shd w:val="clear" w:color="auto" w:fill="FFFFFF"/>
        </w:rPr>
        <w:t>Рабочая группа была проинформирована о том, что г-н Ж. М. Бонналь (Франция) не готов переизбираться на должность заместителя Председателя на 2023</w:t>
      </w:r>
      <w:r w:rsidR="00C26A81">
        <w:rPr>
          <w:shd w:val="clear" w:color="auto" w:fill="FFFFFF"/>
          <w:lang w:val="en-US"/>
        </w:rPr>
        <w:t> </w:t>
      </w:r>
      <w:r w:rsidRPr="00191994">
        <w:rPr>
          <w:shd w:val="clear" w:color="auto" w:fill="FFFFFF"/>
        </w:rPr>
        <w:t>год.</w:t>
      </w:r>
    </w:p>
    <w:p w14:paraId="508EF591" w14:textId="77777777" w:rsidR="00225083" w:rsidRPr="00191994" w:rsidRDefault="00225083" w:rsidP="00225083">
      <w:pPr>
        <w:pStyle w:val="SingleTxtG"/>
      </w:pPr>
      <w:r w:rsidRPr="00191994">
        <w:t>98.</w:t>
      </w:r>
      <w:r w:rsidRPr="00191994">
        <w:tab/>
      </w:r>
      <w:r w:rsidRPr="00191994">
        <w:rPr>
          <w:shd w:val="clear" w:color="auto" w:fill="FFFFFF"/>
        </w:rPr>
        <w:t>Франция предложила г-на Оливье Вале в качестве кандидата на должность заместителя Председателя.</w:t>
      </w:r>
    </w:p>
    <w:p w14:paraId="176FA733" w14:textId="77777777" w:rsidR="00225083" w:rsidRPr="00191994" w:rsidRDefault="00225083" w:rsidP="00225083">
      <w:pPr>
        <w:pStyle w:val="SingleTxtG"/>
      </w:pPr>
      <w:r w:rsidRPr="00191994">
        <w:t>99.</w:t>
      </w:r>
      <w:r w:rsidRPr="00191994">
        <w:tab/>
      </w:r>
      <w:r w:rsidRPr="00191994">
        <w:rPr>
          <w:shd w:val="clear" w:color="auto" w:fill="FFFFFF"/>
        </w:rPr>
        <w:t>Рабочая группа избрала путем аккламации г-на К. де Путтера (Нидерланды) Председателем, а г-на О. Вале (Франция) — заместителем Председателя для своей сессии в 2023 году. Рабочая группа поблагодарила должностных лиц и секретариат за их работу.</w:t>
      </w:r>
    </w:p>
    <w:p w14:paraId="316E1C1B" w14:textId="77777777" w:rsidR="00225083" w:rsidRPr="00191994" w:rsidRDefault="00225083" w:rsidP="00225083">
      <w:pPr>
        <w:pStyle w:val="HChG"/>
      </w:pPr>
      <w:r w:rsidRPr="00191994">
        <w:tab/>
      </w:r>
      <w:bookmarkStart w:id="25" w:name="_Toc103001717"/>
      <w:r w:rsidRPr="00191994">
        <w:t>XIII.</w:t>
      </w:r>
      <w:r w:rsidRPr="00191994">
        <w:tab/>
        <w:t>Прочие вопросы (пункт 12 повестки дня)</w:t>
      </w:r>
      <w:bookmarkEnd w:id="25"/>
    </w:p>
    <w:p w14:paraId="683903B5" w14:textId="77777777" w:rsidR="00225083" w:rsidRPr="00191994" w:rsidRDefault="00225083" w:rsidP="00735614">
      <w:pPr>
        <w:pStyle w:val="SingleTxtG"/>
      </w:pPr>
      <w:r w:rsidRPr="00191994">
        <w:rPr>
          <w:i/>
          <w:iCs/>
        </w:rPr>
        <w:t>Документ</w:t>
      </w:r>
      <w:r w:rsidRPr="00191994">
        <w:t>:</w:t>
      </w:r>
      <w:r w:rsidRPr="00191994">
        <w:rPr>
          <w:i/>
          <w:iCs/>
        </w:rPr>
        <w:t xml:space="preserve"> </w:t>
      </w:r>
      <w:r w:rsidRPr="00191994">
        <w:rPr>
          <w:i/>
          <w:iCs/>
        </w:rPr>
        <w:tab/>
      </w:r>
      <w:r w:rsidRPr="00191994">
        <w:rPr>
          <w:i/>
          <w:iCs/>
        </w:rPr>
        <w:tab/>
      </w:r>
      <w:r w:rsidRPr="00191994">
        <w:t xml:space="preserve">неофициальный документ </w:t>
      </w:r>
      <w:r w:rsidRPr="00191994">
        <w:rPr>
          <w:lang w:val="fr-CH"/>
        </w:rPr>
        <w:t>INF</w:t>
      </w:r>
      <w:r w:rsidRPr="00191994">
        <w:t>.2 (ИАТА)</w:t>
      </w:r>
    </w:p>
    <w:p w14:paraId="6E503707" w14:textId="77777777" w:rsidR="00225083" w:rsidRPr="00191994" w:rsidRDefault="00225083" w:rsidP="00225083">
      <w:pPr>
        <w:pStyle w:val="SingleTxtG"/>
      </w:pPr>
      <w:r w:rsidRPr="00191994">
        <w:t>100.</w:t>
      </w:r>
      <w:r w:rsidRPr="00191994">
        <w:tab/>
      </w:r>
      <w:r w:rsidRPr="00191994">
        <w:rPr>
          <w:shd w:val="clear" w:color="auto" w:fill="FFFFFF"/>
        </w:rPr>
        <w:t>Рабочая группа дала санкцию на участие г-жи Марии Житомирски, начальницы отдела специальных грузов Международной ассоциации воздушного транспорта (ИАТА), в семьдесят девятой сессии Рабочей группы по перевозкам скоропортящихся пищевых продуктов в качестве наблюдателя.</w:t>
      </w:r>
    </w:p>
    <w:p w14:paraId="165C068D" w14:textId="77777777" w:rsidR="00225083" w:rsidRPr="00191994" w:rsidRDefault="00225083" w:rsidP="00225083">
      <w:pPr>
        <w:pStyle w:val="SingleTxtG"/>
        <w:rPr>
          <w:b/>
          <w:bCs/>
        </w:rPr>
      </w:pPr>
      <w:r w:rsidRPr="00191994">
        <w:rPr>
          <w:b/>
          <w:bCs/>
          <w:shd w:val="clear" w:color="auto" w:fill="FFFFFF"/>
        </w:rPr>
        <w:t>Периодичность проведения совещаний</w:t>
      </w:r>
    </w:p>
    <w:p w14:paraId="6373FE33" w14:textId="6891F538" w:rsidR="00225083" w:rsidRPr="00191994" w:rsidRDefault="00225083" w:rsidP="00225083">
      <w:pPr>
        <w:pStyle w:val="SingleTxtG"/>
      </w:pPr>
      <w:r w:rsidRPr="00191994">
        <w:t>101.</w:t>
      </w:r>
      <w:r w:rsidRPr="00191994">
        <w:tab/>
      </w:r>
      <w:r w:rsidRPr="00191994">
        <w:rPr>
          <w:shd w:val="clear" w:color="auto" w:fill="FFFFFF"/>
        </w:rPr>
        <w:t xml:space="preserve">WP.11 решила вернуться к обычной цикличности своей деятельности </w:t>
      </w:r>
      <w:r w:rsidR="00735614">
        <w:rPr>
          <w:shd w:val="clear" w:color="auto" w:fill="FFFFFF"/>
        </w:rPr>
        <w:t>—</w:t>
      </w:r>
      <w:r w:rsidRPr="00191994">
        <w:rPr>
          <w:shd w:val="clear" w:color="auto" w:fill="FFFFFF"/>
        </w:rPr>
        <w:t xml:space="preserve"> одно совещание в год </w:t>
      </w:r>
      <w:r w:rsidR="00735614">
        <w:rPr>
          <w:shd w:val="clear" w:color="auto" w:fill="FFFFFF"/>
        </w:rPr>
        <w:t>—</w:t>
      </w:r>
      <w:r w:rsidRPr="00191994">
        <w:rPr>
          <w:shd w:val="clear" w:color="auto" w:fill="FFFFFF"/>
        </w:rPr>
        <w:t xml:space="preserve"> и при необходимости увеличить число неофициальных рабочих групп для облегчения межсессионной работы. Рабочая группа поблагодарила КВТ за предоставленную возможность опробовать другую периодичность проведения совещаний на двухгодичный период 2021–2022 годов.</w:t>
      </w:r>
    </w:p>
    <w:p w14:paraId="73EBE675" w14:textId="77777777" w:rsidR="00225083" w:rsidRPr="00191994" w:rsidRDefault="00225083" w:rsidP="00225083">
      <w:pPr>
        <w:pStyle w:val="SingleTxtG"/>
        <w:rPr>
          <w:b/>
          <w:bCs/>
        </w:rPr>
      </w:pPr>
      <w:r w:rsidRPr="00191994">
        <w:rPr>
          <w:b/>
          <w:bCs/>
        </w:rPr>
        <w:t>Выражение признательности</w:t>
      </w:r>
    </w:p>
    <w:p w14:paraId="3BF500FA" w14:textId="73DFBAD9" w:rsidR="00225083" w:rsidRPr="00191994" w:rsidRDefault="00225083" w:rsidP="00225083">
      <w:pPr>
        <w:pStyle w:val="SingleTxtG"/>
      </w:pPr>
      <w:r w:rsidRPr="00191994">
        <w:t>102.</w:t>
      </w:r>
      <w:r w:rsidRPr="00191994">
        <w:tab/>
      </w:r>
      <w:r w:rsidRPr="00191994">
        <w:rPr>
          <w:shd w:val="clear" w:color="auto" w:fill="FFFFFF"/>
        </w:rPr>
        <w:t xml:space="preserve">Рабочая группа поблагодарила г-на Ж. М. Бонналя (Франция) за его вклад в деятельность WP.11, особенно за прекрасную работу в качестве заместителя Председателя на протяжении последних </w:t>
      </w:r>
      <w:r w:rsidR="00735614">
        <w:rPr>
          <w:shd w:val="clear" w:color="auto" w:fill="FFFFFF"/>
        </w:rPr>
        <w:t>пяти</w:t>
      </w:r>
      <w:r w:rsidRPr="00191994">
        <w:rPr>
          <w:shd w:val="clear" w:color="auto" w:fill="FFFFFF"/>
        </w:rPr>
        <w:t xml:space="preserve"> лет, и пожелала ему всего наилучшего в его будущих начинаниях.</w:t>
      </w:r>
    </w:p>
    <w:p w14:paraId="41335501" w14:textId="77777777" w:rsidR="00225083" w:rsidRPr="00191994" w:rsidRDefault="00225083" w:rsidP="00225083">
      <w:pPr>
        <w:pStyle w:val="HChG"/>
      </w:pPr>
      <w:r w:rsidRPr="00191994">
        <w:tab/>
      </w:r>
      <w:bookmarkStart w:id="26" w:name="_Toc103001720"/>
      <w:r w:rsidRPr="00191994">
        <w:t>XIV.</w:t>
      </w:r>
      <w:r w:rsidRPr="00191994">
        <w:tab/>
        <w:t>Утверждение доклада (пункт 13 повестки дня)</w:t>
      </w:r>
      <w:bookmarkEnd w:id="26"/>
    </w:p>
    <w:p w14:paraId="6950ED90" w14:textId="77777777" w:rsidR="00225083" w:rsidRPr="00191994" w:rsidRDefault="00225083" w:rsidP="00225083">
      <w:pPr>
        <w:pStyle w:val="SingleTxtG"/>
      </w:pPr>
      <w:r w:rsidRPr="00191994">
        <w:t>103.</w:t>
      </w:r>
      <w:r w:rsidRPr="00191994">
        <w:tab/>
      </w:r>
      <w:r w:rsidRPr="00191994">
        <w:rPr>
          <w:shd w:val="clear" w:color="auto" w:fill="FFFFFF"/>
        </w:rPr>
        <w:t>WP.11 утвердила доклад о работе своей семьдесят девятой сессии на основе проекта, подготовленного секретариатом.</w:t>
      </w:r>
    </w:p>
    <w:p w14:paraId="60B6A439" w14:textId="3E203F87" w:rsidR="00225083" w:rsidRPr="00191994" w:rsidRDefault="00225083" w:rsidP="00225083">
      <w:pPr>
        <w:pStyle w:val="SingleTxtG"/>
      </w:pPr>
      <w:r w:rsidRPr="00191994">
        <w:t>104.</w:t>
      </w:r>
      <w:r w:rsidRPr="00191994">
        <w:tab/>
      </w:r>
      <w:r w:rsidRPr="00191994">
        <w:rPr>
          <w:shd w:val="clear" w:color="auto" w:fill="FFFFFF"/>
        </w:rPr>
        <w:t>В соответствии со специальными процедурами принятия решений на официальных совещаниях с дистанционным участием, утвержденными Исполнительным комитетом (ECE/EX/2020/L.12), основные решения, принятые WP.11 в ходе сессии, были опубликованы и доведены до сведения всех постоянных представительств в Женеве (</w:t>
      </w:r>
      <w:hyperlink r:id="rId14" w:history="1">
        <w:r w:rsidR="00735614" w:rsidRPr="002378E8">
          <w:rPr>
            <w:rStyle w:val="af1"/>
            <w:shd w:val="clear" w:color="auto" w:fill="FFFFFF"/>
          </w:rPr>
          <w:t>https://unece.org/silence-procedure</w:t>
        </w:r>
      </w:hyperlink>
      <w:r w:rsidRPr="00191994">
        <w:rPr>
          <w:shd w:val="clear" w:color="auto" w:fill="FFFFFF"/>
        </w:rPr>
        <w:t>). Поскольку после опубликования никаких возражений не поступило, решения считаются принятыми.</w:t>
      </w:r>
    </w:p>
    <w:p w14:paraId="59C702A9" w14:textId="77777777" w:rsidR="00225083" w:rsidRPr="00191994" w:rsidRDefault="00225083" w:rsidP="00225083">
      <w:pPr>
        <w:pStyle w:val="SingleTxtG"/>
      </w:pPr>
      <w:r w:rsidRPr="00191994">
        <w:br w:type="page"/>
      </w:r>
    </w:p>
    <w:p w14:paraId="42BDF313" w14:textId="77777777" w:rsidR="00225083" w:rsidRPr="00191994" w:rsidRDefault="00225083" w:rsidP="00225083">
      <w:pPr>
        <w:pStyle w:val="HChG"/>
      </w:pPr>
      <w:r w:rsidRPr="00191994">
        <w:lastRenderedPageBreak/>
        <w:t>Приложение I</w:t>
      </w:r>
    </w:p>
    <w:p w14:paraId="0C22E60A" w14:textId="77777777" w:rsidR="00225083" w:rsidRPr="00191994" w:rsidRDefault="00225083" w:rsidP="00225083">
      <w:pPr>
        <w:pStyle w:val="HChG"/>
      </w:pPr>
      <w:r w:rsidRPr="00191994">
        <w:rPr>
          <w:b w:val="0"/>
        </w:rPr>
        <w:tab/>
      </w:r>
      <w:bookmarkStart w:id="27" w:name="_Toc103001722"/>
      <w:r w:rsidRPr="00191994">
        <w:rPr>
          <w:b w:val="0"/>
        </w:rPr>
        <w:tab/>
      </w:r>
      <w:bookmarkStart w:id="28" w:name="_Toc116395802"/>
      <w:r w:rsidRPr="00191994">
        <w:t xml:space="preserve">Полный текст заявления Правительства, сделанного </w:t>
      </w:r>
      <w:r w:rsidRPr="00191994">
        <w:br/>
        <w:t xml:space="preserve">в ходе семьдесят девятой сессии Рабочей группы </w:t>
      </w:r>
      <w:r w:rsidRPr="00191994">
        <w:br/>
        <w:t>по перевозкам скоропортящихся пищевых продуктов</w:t>
      </w:r>
      <w:bookmarkEnd w:id="28"/>
    </w:p>
    <w:p w14:paraId="31DFC1B6" w14:textId="77777777" w:rsidR="00225083" w:rsidRPr="00191994" w:rsidRDefault="00225083" w:rsidP="00225083">
      <w:pPr>
        <w:pStyle w:val="H1G"/>
        <w:rPr>
          <w:w w:val="103"/>
          <w:lang w:eastAsia="zh-CN"/>
        </w:rPr>
      </w:pPr>
      <w:r w:rsidRPr="00191994">
        <w:rPr>
          <w:w w:val="103"/>
          <w:lang w:eastAsia="zh-CN"/>
        </w:rPr>
        <w:tab/>
      </w:r>
      <w:r w:rsidRPr="00191994">
        <w:rPr>
          <w:w w:val="103"/>
          <w:lang w:eastAsia="zh-CN"/>
        </w:rPr>
        <w:tab/>
      </w:r>
      <w:r w:rsidRPr="00191994">
        <w:t>Заявление Дании, сделанное в начале сессии</w:t>
      </w:r>
    </w:p>
    <w:p w14:paraId="70171FCE" w14:textId="77777777" w:rsidR="00225083" w:rsidRPr="00191994" w:rsidRDefault="00225083" w:rsidP="00225083">
      <w:pPr>
        <w:pStyle w:val="SingleTxtG"/>
      </w:pPr>
      <w:r w:rsidRPr="00191994">
        <w:tab/>
        <w:t xml:space="preserve">Представитель Дании взял слово в начале сессии и сделал следующее заявление: </w:t>
      </w:r>
    </w:p>
    <w:p w14:paraId="422C26FC" w14:textId="7631E1DA" w:rsidR="00225083" w:rsidRPr="00191994" w:rsidRDefault="00735614" w:rsidP="00225083">
      <w:pPr>
        <w:pStyle w:val="SingleTxtG"/>
      </w:pPr>
      <w:r>
        <w:tab/>
      </w:r>
      <w:r w:rsidR="00225083" w:rsidRPr="00191994">
        <w:t>«Прежде всего позвольте мне выразить полную солидарность Дании с Украиной и украинским народом. Мы самым решительным образом осуждаем акты агрессии России против Украины, представляющие собой грубое нарушение международного права и Устава ООН. Необоснованное и неспровоцированное нападение Президента Путина подрывает международный мир и безопасность. Мы глубоко сожалеем о гибели людей и причиненных страданиях и настоятельно требуем, чтобы Россия немедленно прекратила эти акты агрессии на всей территории Украины и полностью соблюдала нормы международного права».</w:t>
      </w:r>
    </w:p>
    <w:bookmarkEnd w:id="27"/>
    <w:p w14:paraId="32E062D8" w14:textId="72B250CB" w:rsidR="00225083" w:rsidRPr="00191994" w:rsidRDefault="00735614" w:rsidP="00225083">
      <w:pPr>
        <w:pStyle w:val="SingleTxtG"/>
      </w:pPr>
      <w:r>
        <w:tab/>
      </w:r>
      <w:r w:rsidR="00225083" w:rsidRPr="00191994">
        <w:t xml:space="preserve">Соединенное Королевство высказалось в </w:t>
      </w:r>
      <w:r w:rsidR="00225083" w:rsidRPr="00191994">
        <w:rPr>
          <w:shd w:val="clear" w:color="auto" w:fill="FFFFFF"/>
        </w:rPr>
        <w:t>поддержку заявления Дании</w:t>
      </w:r>
      <w:r w:rsidR="00225083" w:rsidRPr="00191994">
        <w:t>.</w:t>
      </w:r>
    </w:p>
    <w:p w14:paraId="653CD561" w14:textId="77777777" w:rsidR="00225083" w:rsidRPr="00191994" w:rsidRDefault="00225083" w:rsidP="00225083">
      <w:pPr>
        <w:pStyle w:val="SingleTxtG"/>
        <w:rPr>
          <w:b/>
          <w:sz w:val="28"/>
          <w:szCs w:val="28"/>
        </w:rPr>
      </w:pPr>
      <w:r w:rsidRPr="00191994">
        <w:rPr>
          <w:b/>
          <w:sz w:val="28"/>
          <w:szCs w:val="28"/>
        </w:rPr>
        <w:br w:type="page"/>
      </w:r>
    </w:p>
    <w:p w14:paraId="69D2CD11" w14:textId="77777777" w:rsidR="00225083" w:rsidRPr="00191994" w:rsidRDefault="00225083" w:rsidP="00225083">
      <w:pPr>
        <w:pStyle w:val="HChG"/>
        <w:rPr>
          <w:szCs w:val="28"/>
        </w:rPr>
      </w:pPr>
      <w:r w:rsidRPr="00191994">
        <w:lastRenderedPageBreak/>
        <w:t>Приложение</w:t>
      </w:r>
      <w:r w:rsidRPr="00191994">
        <w:rPr>
          <w:szCs w:val="28"/>
        </w:rPr>
        <w:t xml:space="preserve"> II</w:t>
      </w:r>
    </w:p>
    <w:p w14:paraId="5711F56B" w14:textId="77777777" w:rsidR="00225083" w:rsidRPr="00191994" w:rsidRDefault="00225083" w:rsidP="00FD6395">
      <w:pPr>
        <w:pStyle w:val="SingleTxtG"/>
        <w:jc w:val="right"/>
      </w:pPr>
      <w:r w:rsidRPr="00191994">
        <w:t>[</w:t>
      </w:r>
      <w:r w:rsidRPr="00191994">
        <w:rPr>
          <w:shd w:val="clear" w:color="auto" w:fill="FFFFFF"/>
        </w:rPr>
        <w:t>Языки оригинала: английский и французский</w:t>
      </w:r>
      <w:r w:rsidRPr="00191994">
        <w:t>]</w:t>
      </w:r>
    </w:p>
    <w:p w14:paraId="6700E774" w14:textId="77777777" w:rsidR="00225083" w:rsidRPr="00191994" w:rsidRDefault="00225083" w:rsidP="00225083">
      <w:pPr>
        <w:pStyle w:val="HChG"/>
      </w:pPr>
      <w:r w:rsidRPr="00191994">
        <w:tab/>
      </w:r>
      <w:r w:rsidRPr="00191994">
        <w:tab/>
        <w:t>Предлагаемые поправки к СПС</w:t>
      </w:r>
    </w:p>
    <w:p w14:paraId="28BC4853" w14:textId="77777777" w:rsidR="00225083" w:rsidRPr="00191994" w:rsidRDefault="00225083" w:rsidP="003C4C94">
      <w:pPr>
        <w:pStyle w:val="H23G"/>
        <w:rPr>
          <w:w w:val="103"/>
        </w:rPr>
      </w:pPr>
      <w:r w:rsidRPr="00191994">
        <w:rPr>
          <w:w w:val="103"/>
        </w:rPr>
        <w:tab/>
        <w:t>1.</w:t>
      </w:r>
      <w:r w:rsidRPr="00191994">
        <w:rPr>
          <w:w w:val="103"/>
        </w:rPr>
        <w:tab/>
      </w:r>
      <w:r w:rsidRPr="00191994">
        <w:rPr>
          <w:bCs/>
        </w:rPr>
        <w:t xml:space="preserve">Приложение 1, добавление </w:t>
      </w:r>
      <w:r w:rsidRPr="00191994">
        <w:rPr>
          <w:w w:val="103"/>
        </w:rPr>
        <w:t>2, раздел 8, ОБРАЗЕЦ № 14</w:t>
      </w:r>
    </w:p>
    <w:p w14:paraId="5A2F634E" w14:textId="77777777" w:rsidR="00225083" w:rsidRPr="00191994" w:rsidRDefault="00225083" w:rsidP="00225083">
      <w:pPr>
        <w:pStyle w:val="SingleTxtG"/>
      </w:pPr>
      <w:r w:rsidRPr="00191994">
        <w:t>В образце № 14 в разделах «Изотермический кузов» и «Бортовая установка» после слов «Серийный номер» вставить сноску следующего содержания:</w:t>
      </w:r>
    </w:p>
    <w:p w14:paraId="6701884B" w14:textId="77777777" w:rsidR="00225083" w:rsidRPr="00191994" w:rsidRDefault="00225083" w:rsidP="00225083">
      <w:pPr>
        <w:pStyle w:val="SingleTxtG"/>
        <w:rPr>
          <w:vertAlign w:val="superscript"/>
        </w:rPr>
      </w:pPr>
      <w:r w:rsidRPr="00191994">
        <w:t>«</w:t>
      </w:r>
      <w:r w:rsidRPr="00191994">
        <w:rPr>
          <w:vertAlign w:val="superscript"/>
        </w:rPr>
        <w:t xml:space="preserve">a </w:t>
      </w:r>
      <w:r w:rsidRPr="00191994">
        <w:rPr>
          <w:vertAlign w:val="superscript"/>
        </w:rPr>
        <w:tab/>
      </w:r>
      <w:r w:rsidRPr="00191994">
        <w:rPr>
          <w:shd w:val="clear" w:color="auto" w:fill="FFFFFF"/>
        </w:rPr>
        <w:t>Индивидуальный серийный номер или серия серийных номеров</w:t>
      </w:r>
      <w:r w:rsidRPr="00191994">
        <w:t>».</w:t>
      </w:r>
    </w:p>
    <w:p w14:paraId="40D680BC" w14:textId="77777777" w:rsidR="00225083" w:rsidRPr="00191994" w:rsidRDefault="00225083" w:rsidP="00225083">
      <w:pPr>
        <w:spacing w:after="120"/>
        <w:ind w:left="1134" w:right="1134"/>
        <w:jc w:val="both"/>
        <w:rPr>
          <w:i/>
        </w:rPr>
      </w:pPr>
      <w:r w:rsidRPr="00191994">
        <w:rPr>
          <w:i/>
        </w:rPr>
        <w:t>(</w:t>
      </w:r>
      <w:r w:rsidRPr="00191994">
        <w:rPr>
          <w:i/>
          <w:iCs/>
          <w:shd w:val="clear" w:color="auto" w:fill="FFFFFF"/>
        </w:rPr>
        <w:t>Справочный документ</w:t>
      </w:r>
      <w:r w:rsidRPr="00191994">
        <w:rPr>
          <w:i/>
        </w:rPr>
        <w:t>: ECE/TRANS/WP.11/2022/8/Rev.1 с поправками)</w:t>
      </w:r>
    </w:p>
    <w:p w14:paraId="00157DD3" w14:textId="77777777" w:rsidR="00225083" w:rsidRPr="00191994" w:rsidRDefault="00225083" w:rsidP="003C4C94">
      <w:pPr>
        <w:pStyle w:val="H23G"/>
        <w:rPr>
          <w:spacing w:val="4"/>
          <w:w w:val="103"/>
          <w:kern w:val="14"/>
          <w:highlight w:val="yellow"/>
          <w:lang w:eastAsia="zh-CN"/>
        </w:rPr>
      </w:pPr>
      <w:r w:rsidRPr="00191994">
        <w:rPr>
          <w:spacing w:val="4"/>
          <w:w w:val="103"/>
          <w:kern w:val="14"/>
          <w:lang w:eastAsia="zh-CN"/>
        </w:rPr>
        <w:tab/>
        <w:t>2.</w:t>
      </w:r>
      <w:r w:rsidRPr="00191994">
        <w:rPr>
          <w:spacing w:val="4"/>
          <w:w w:val="103"/>
          <w:kern w:val="14"/>
          <w:lang w:eastAsia="zh-CN"/>
        </w:rPr>
        <w:tab/>
      </w:r>
      <w:r w:rsidRPr="00191994">
        <w:rPr>
          <w:spacing w:val="4"/>
          <w:w w:val="103"/>
          <w:kern w:val="14"/>
          <w:lang w:eastAsia="zh-CN"/>
        </w:rPr>
        <w:tab/>
      </w:r>
      <w:r w:rsidRPr="00191994">
        <w:t>Приложение 1, добавление 3, сноска 12</w:t>
      </w:r>
    </w:p>
    <w:p w14:paraId="5388ACBE" w14:textId="255B3466" w:rsidR="00225083" w:rsidRPr="00191994" w:rsidRDefault="00225083" w:rsidP="00225083">
      <w:pPr>
        <w:pStyle w:val="SingleTxtG"/>
        <w:rPr>
          <w:rFonts w:asciiTheme="majorBidi" w:hAnsiTheme="majorBidi" w:cstheme="majorBidi"/>
          <w:w w:val="103"/>
          <w:lang w:eastAsia="zh-CN"/>
        </w:rPr>
      </w:pPr>
      <w:r w:rsidRPr="00191994">
        <w:rPr>
          <w:rFonts w:asciiTheme="majorBidi" w:hAnsiTheme="majorBidi" w:cstheme="majorBidi"/>
          <w:w w:val="103"/>
          <w:lang w:eastAsia="zh-CN"/>
        </w:rPr>
        <w:t>В сноске 12 в тексте на английском языке заменить «</w:t>
      </w:r>
      <w:r w:rsidRPr="00191994">
        <w:rPr>
          <w:rFonts w:asciiTheme="majorBidi" w:hAnsiTheme="majorBidi" w:cstheme="majorBidi"/>
        </w:rPr>
        <w:t>his signature» на «signature»</w:t>
      </w:r>
      <w:r w:rsidRPr="00191994">
        <w:rPr>
          <w:rFonts w:asciiTheme="majorBidi" w:hAnsiTheme="majorBidi" w:cstheme="majorBidi"/>
          <w:w w:val="103"/>
          <w:lang w:eastAsia="zh-CN"/>
        </w:rPr>
        <w:t xml:space="preserve">. </w:t>
      </w:r>
    </w:p>
    <w:p w14:paraId="3D57CB7E" w14:textId="77777777" w:rsidR="00225083" w:rsidRPr="00191994" w:rsidRDefault="00225083" w:rsidP="00225083">
      <w:pPr>
        <w:spacing w:after="120"/>
        <w:ind w:left="1134" w:right="1134"/>
        <w:jc w:val="both"/>
        <w:rPr>
          <w:i/>
        </w:rPr>
      </w:pPr>
      <w:r w:rsidRPr="00191994">
        <w:rPr>
          <w:b/>
          <w:spacing w:val="4"/>
          <w:w w:val="103"/>
          <w:kern w:val="14"/>
          <w:highlight w:val="yellow"/>
          <w:lang w:eastAsia="zh-CN"/>
        </w:rPr>
        <w:tab/>
      </w:r>
      <w:r w:rsidRPr="00191994">
        <w:rPr>
          <w:i/>
        </w:rPr>
        <w:t>(</w:t>
      </w:r>
      <w:r w:rsidRPr="00191994">
        <w:rPr>
          <w:i/>
          <w:iCs/>
          <w:shd w:val="clear" w:color="auto" w:fill="FFFFFF"/>
        </w:rPr>
        <w:t>Справочный документ</w:t>
      </w:r>
      <w:r w:rsidRPr="00191994">
        <w:rPr>
          <w:i/>
        </w:rPr>
        <w:t>: ECE/TRANS/WP.11/2022/17)</w:t>
      </w:r>
    </w:p>
    <w:p w14:paraId="6C267969" w14:textId="77777777" w:rsidR="00225083" w:rsidRPr="00191994" w:rsidRDefault="00225083" w:rsidP="00225083">
      <w:pPr>
        <w:keepNext/>
        <w:keepLines/>
        <w:tabs>
          <w:tab w:val="right" w:pos="851"/>
        </w:tabs>
        <w:spacing w:before="240" w:after="120" w:line="240" w:lineRule="exact"/>
        <w:ind w:left="1134" w:right="1134" w:hanging="1134"/>
        <w:rPr>
          <w:b/>
          <w:bCs/>
          <w:spacing w:val="4"/>
          <w:w w:val="103"/>
          <w:kern w:val="14"/>
          <w:lang w:eastAsia="zh-CN"/>
        </w:rPr>
      </w:pPr>
      <w:r w:rsidRPr="00191994">
        <w:rPr>
          <w:b/>
          <w:spacing w:val="4"/>
          <w:w w:val="103"/>
          <w:kern w:val="14"/>
          <w:lang w:eastAsia="zh-CN"/>
        </w:rPr>
        <w:tab/>
        <w:t>3.</w:t>
      </w:r>
      <w:r w:rsidRPr="00191994">
        <w:rPr>
          <w:b/>
          <w:spacing w:val="4"/>
          <w:w w:val="103"/>
          <w:kern w:val="14"/>
          <w:lang w:eastAsia="zh-CN"/>
        </w:rPr>
        <w:tab/>
      </w:r>
      <w:r w:rsidRPr="00191994">
        <w:rPr>
          <w:b/>
          <w:spacing w:val="4"/>
          <w:w w:val="103"/>
          <w:kern w:val="14"/>
          <w:lang w:eastAsia="zh-CN"/>
        </w:rPr>
        <w:tab/>
      </w:r>
      <w:r w:rsidRPr="00191994">
        <w:rPr>
          <w:b/>
          <w:bCs/>
        </w:rPr>
        <w:t>Приложение 1, добавление 2, пункт 4.3.1 b)</w:t>
      </w:r>
    </w:p>
    <w:p w14:paraId="1B0CACC7" w14:textId="77777777" w:rsidR="00225083" w:rsidRPr="00191994" w:rsidRDefault="00225083" w:rsidP="00225083">
      <w:pPr>
        <w:pStyle w:val="SingleTxtG"/>
        <w:rPr>
          <w:w w:val="103"/>
          <w:lang w:eastAsia="zh-CN"/>
        </w:rPr>
      </w:pPr>
      <w:r w:rsidRPr="00191994">
        <w:rPr>
          <w:w w:val="103"/>
          <w:lang w:eastAsia="zh-CN"/>
        </w:rPr>
        <w:t>Добавить в конце новое положение</w:t>
      </w:r>
      <w:r w:rsidRPr="00191994">
        <w:rPr>
          <w:shd w:val="clear" w:color="auto" w:fill="FFFFFF"/>
        </w:rPr>
        <w:t xml:space="preserve"> следующего содержания:</w:t>
      </w:r>
    </w:p>
    <w:p w14:paraId="504D1D0B" w14:textId="77777777" w:rsidR="00225083" w:rsidRPr="00191994" w:rsidRDefault="00225083" w:rsidP="00225083">
      <w:pPr>
        <w:pStyle w:val="SingleTxtG"/>
        <w:rPr>
          <w:w w:val="103"/>
          <w:lang w:eastAsia="zh-CN"/>
        </w:rPr>
      </w:pPr>
      <w:r w:rsidRPr="00191994">
        <w:rPr>
          <w:shd w:val="clear" w:color="auto" w:fill="FFFFFF"/>
        </w:rPr>
        <w:t>«Если холодильная установка приводится в действие от вспомогательного источника электроэнергии, то испытание проводят при номинальном значении входного электрического параметра компрессора, определенном изготовителем».</w:t>
      </w:r>
    </w:p>
    <w:p w14:paraId="3960052A" w14:textId="77777777" w:rsidR="00225083" w:rsidRPr="00191994" w:rsidRDefault="00225083" w:rsidP="00225083">
      <w:pPr>
        <w:spacing w:after="120"/>
        <w:ind w:left="1134" w:right="1134"/>
        <w:jc w:val="both"/>
        <w:rPr>
          <w:i/>
        </w:rPr>
      </w:pPr>
      <w:r w:rsidRPr="00191994">
        <w:rPr>
          <w:b/>
          <w:spacing w:val="4"/>
          <w:w w:val="103"/>
          <w:kern w:val="14"/>
          <w:highlight w:val="yellow"/>
          <w:lang w:eastAsia="zh-CN"/>
        </w:rPr>
        <w:tab/>
      </w:r>
      <w:r w:rsidRPr="00191994">
        <w:rPr>
          <w:i/>
        </w:rPr>
        <w:t>(</w:t>
      </w:r>
      <w:r w:rsidRPr="00191994">
        <w:rPr>
          <w:i/>
          <w:iCs/>
          <w:shd w:val="clear" w:color="auto" w:fill="FFFFFF"/>
        </w:rPr>
        <w:t>Справочный документ</w:t>
      </w:r>
      <w:r w:rsidRPr="00191994">
        <w:rPr>
          <w:i/>
        </w:rPr>
        <w:t>: ECE/TRANS/WP.11/2022/20)</w:t>
      </w:r>
    </w:p>
    <w:p w14:paraId="33B2F1C1" w14:textId="77777777" w:rsidR="00225083" w:rsidRPr="00191994" w:rsidRDefault="00225083" w:rsidP="00225083">
      <w:pPr>
        <w:keepNext/>
        <w:keepLines/>
        <w:tabs>
          <w:tab w:val="right" w:pos="851"/>
        </w:tabs>
        <w:spacing w:before="240" w:after="120" w:line="240" w:lineRule="exact"/>
        <w:ind w:left="1134" w:right="1134" w:hanging="1134"/>
        <w:rPr>
          <w:b/>
          <w:spacing w:val="4"/>
          <w:w w:val="103"/>
          <w:kern w:val="14"/>
          <w:lang w:eastAsia="zh-CN"/>
        </w:rPr>
      </w:pPr>
      <w:r w:rsidRPr="00191994">
        <w:rPr>
          <w:b/>
          <w:spacing w:val="4"/>
          <w:w w:val="103"/>
          <w:kern w:val="14"/>
          <w:lang w:eastAsia="zh-CN"/>
        </w:rPr>
        <w:tab/>
        <w:t>4.</w:t>
      </w:r>
      <w:r w:rsidRPr="00191994">
        <w:rPr>
          <w:b/>
          <w:spacing w:val="4"/>
          <w:w w:val="103"/>
          <w:kern w:val="14"/>
          <w:lang w:eastAsia="zh-CN"/>
        </w:rPr>
        <w:tab/>
      </w:r>
      <w:r w:rsidRPr="00191994">
        <w:rPr>
          <w:b/>
          <w:spacing w:val="4"/>
          <w:w w:val="103"/>
          <w:kern w:val="14"/>
          <w:lang w:eastAsia="zh-CN"/>
        </w:rPr>
        <w:tab/>
      </w:r>
      <w:r w:rsidRPr="00191994">
        <w:rPr>
          <w:b/>
          <w:bCs/>
        </w:rPr>
        <w:t xml:space="preserve">Приложение 1, добавление </w:t>
      </w:r>
      <w:r w:rsidRPr="00191994">
        <w:rPr>
          <w:b/>
          <w:spacing w:val="4"/>
          <w:w w:val="103"/>
          <w:kern w:val="14"/>
          <w:lang w:eastAsia="zh-CN"/>
        </w:rPr>
        <w:t xml:space="preserve">2, </w:t>
      </w:r>
      <w:r w:rsidRPr="00191994">
        <w:rPr>
          <w:b/>
          <w:bCs/>
          <w:spacing w:val="4"/>
          <w:w w:val="103"/>
          <w:kern w:val="14"/>
          <w:lang w:eastAsia="zh-CN"/>
        </w:rPr>
        <w:t xml:space="preserve">пункт </w:t>
      </w:r>
      <w:r w:rsidRPr="00191994">
        <w:rPr>
          <w:b/>
          <w:spacing w:val="4"/>
          <w:w w:val="103"/>
          <w:kern w:val="14"/>
          <w:lang w:eastAsia="zh-CN"/>
        </w:rPr>
        <w:t>7.3.1</w:t>
      </w:r>
    </w:p>
    <w:p w14:paraId="72F13641" w14:textId="77777777" w:rsidR="00225083" w:rsidRPr="00191994" w:rsidRDefault="00225083" w:rsidP="00225083">
      <w:pPr>
        <w:pStyle w:val="SingleTxtG"/>
      </w:pPr>
      <w:r w:rsidRPr="00191994">
        <w:rPr>
          <w:rFonts w:asciiTheme="majorBidi" w:hAnsiTheme="majorBidi" w:cstheme="majorBidi"/>
          <w:w w:val="103"/>
          <w:lang w:eastAsia="zh-CN"/>
        </w:rPr>
        <w:t>Заменить слова «внутренних разделительных стенок</w:t>
      </w:r>
      <w:r w:rsidRPr="00191994">
        <w:t>» на «</w:t>
      </w:r>
      <w:r w:rsidRPr="00191994">
        <w:rPr>
          <w:rFonts w:asciiTheme="majorBidi" w:hAnsiTheme="majorBidi" w:cstheme="majorBidi"/>
          <w:w w:val="103"/>
          <w:lang w:eastAsia="zh-CN"/>
        </w:rPr>
        <w:t>разделительных стенок</w:t>
      </w:r>
      <w:r w:rsidRPr="00191994">
        <w:t xml:space="preserve">». </w:t>
      </w:r>
    </w:p>
    <w:p w14:paraId="2ABB3DD9" w14:textId="2AADA778" w:rsidR="00225083" w:rsidRPr="00191994" w:rsidRDefault="00225083" w:rsidP="00225083">
      <w:pPr>
        <w:pStyle w:val="SingleTxtG"/>
        <w:rPr>
          <w:i/>
        </w:rPr>
      </w:pPr>
      <w:r w:rsidRPr="00191994">
        <w:rPr>
          <w:i/>
        </w:rPr>
        <w:t>(</w:t>
      </w:r>
      <w:r w:rsidRPr="00191994">
        <w:rPr>
          <w:i/>
          <w:iCs/>
          <w:shd w:val="clear" w:color="auto" w:fill="FFFFFF"/>
        </w:rPr>
        <w:t>Справочный документ</w:t>
      </w:r>
      <w:r w:rsidRPr="00191994">
        <w:rPr>
          <w:i/>
        </w:rPr>
        <w:t>: ECE/TRANS/WP.11/2022/20)</w:t>
      </w:r>
    </w:p>
    <w:p w14:paraId="6C406667" w14:textId="77777777" w:rsidR="00225083" w:rsidRPr="00191994" w:rsidRDefault="00225083" w:rsidP="00225083">
      <w:pPr>
        <w:keepNext/>
        <w:keepLines/>
        <w:tabs>
          <w:tab w:val="right" w:pos="851"/>
        </w:tabs>
        <w:spacing w:before="240" w:after="120" w:line="240" w:lineRule="exact"/>
        <w:ind w:left="1134" w:right="1134" w:hanging="1134"/>
        <w:rPr>
          <w:b/>
          <w:spacing w:val="4"/>
          <w:w w:val="103"/>
          <w:kern w:val="14"/>
          <w:lang w:eastAsia="zh-CN"/>
        </w:rPr>
      </w:pPr>
      <w:r w:rsidRPr="00191994">
        <w:rPr>
          <w:b/>
          <w:spacing w:val="4"/>
          <w:w w:val="103"/>
          <w:kern w:val="14"/>
          <w:lang w:eastAsia="zh-CN"/>
        </w:rPr>
        <w:tab/>
        <w:t>5.</w:t>
      </w:r>
      <w:r w:rsidRPr="00191994">
        <w:rPr>
          <w:b/>
          <w:spacing w:val="4"/>
          <w:w w:val="103"/>
          <w:kern w:val="14"/>
          <w:lang w:eastAsia="zh-CN"/>
        </w:rPr>
        <w:tab/>
      </w:r>
      <w:r w:rsidRPr="00191994">
        <w:rPr>
          <w:b/>
          <w:spacing w:val="4"/>
          <w:w w:val="103"/>
          <w:kern w:val="14"/>
          <w:lang w:eastAsia="zh-CN"/>
        </w:rPr>
        <w:tab/>
      </w:r>
      <w:r w:rsidRPr="00191994">
        <w:rPr>
          <w:b/>
          <w:bCs/>
        </w:rPr>
        <w:t xml:space="preserve">Приложение 1, добавление </w:t>
      </w:r>
      <w:r w:rsidRPr="00191994">
        <w:rPr>
          <w:b/>
          <w:spacing w:val="4"/>
          <w:w w:val="103"/>
          <w:kern w:val="14"/>
          <w:lang w:eastAsia="zh-CN"/>
        </w:rPr>
        <w:t xml:space="preserve">2, </w:t>
      </w:r>
      <w:r w:rsidRPr="00191994">
        <w:rPr>
          <w:b/>
          <w:bCs/>
          <w:spacing w:val="4"/>
          <w:w w:val="103"/>
          <w:kern w:val="14"/>
          <w:lang w:eastAsia="zh-CN"/>
        </w:rPr>
        <w:t xml:space="preserve">пункт </w:t>
      </w:r>
      <w:r w:rsidRPr="00191994">
        <w:rPr>
          <w:b/>
          <w:spacing w:val="4"/>
          <w:w w:val="103"/>
          <w:kern w:val="14"/>
          <w:lang w:eastAsia="zh-CN"/>
        </w:rPr>
        <w:t xml:space="preserve">7.3.3 </w:t>
      </w:r>
    </w:p>
    <w:p w14:paraId="7DA55C93" w14:textId="77777777" w:rsidR="00225083" w:rsidRPr="00191994" w:rsidRDefault="00225083" w:rsidP="00225083">
      <w:pPr>
        <w:pStyle w:val="SingleTxtG"/>
      </w:pPr>
      <w:r w:rsidRPr="00191994">
        <w:t>Во вводном предложении заменить слово «перегородки» на «разделительные стенки», а в основном тексте заменить</w:t>
      </w:r>
      <w:r w:rsidRPr="00191994">
        <w:rPr>
          <w:rFonts w:asciiTheme="majorBidi" w:hAnsiTheme="majorBidi" w:cstheme="majorBidi"/>
          <w:w w:val="103"/>
          <w:lang w:eastAsia="zh-CN"/>
        </w:rPr>
        <w:t xml:space="preserve"> </w:t>
      </w:r>
      <w:r w:rsidRPr="00191994">
        <w:t>(3 раза) слово «перегородок» на «разделительных стенок».</w:t>
      </w:r>
    </w:p>
    <w:p w14:paraId="4BDD679E" w14:textId="77777777" w:rsidR="00225083" w:rsidRPr="00191994" w:rsidRDefault="00225083" w:rsidP="00225083">
      <w:pPr>
        <w:spacing w:after="120"/>
        <w:ind w:left="1134" w:right="1134"/>
        <w:jc w:val="both"/>
        <w:rPr>
          <w:i/>
        </w:rPr>
      </w:pPr>
      <w:r w:rsidRPr="00191994">
        <w:rPr>
          <w:b/>
          <w:spacing w:val="4"/>
          <w:w w:val="103"/>
          <w:kern w:val="14"/>
          <w:highlight w:val="yellow"/>
          <w:lang w:eastAsia="zh-CN"/>
        </w:rPr>
        <w:tab/>
      </w:r>
      <w:r w:rsidRPr="00191994">
        <w:rPr>
          <w:i/>
        </w:rPr>
        <w:t>(</w:t>
      </w:r>
      <w:r w:rsidRPr="00191994">
        <w:rPr>
          <w:i/>
          <w:iCs/>
          <w:shd w:val="clear" w:color="auto" w:fill="FFFFFF"/>
        </w:rPr>
        <w:t>Справочный документ</w:t>
      </w:r>
      <w:r w:rsidRPr="00191994">
        <w:rPr>
          <w:i/>
        </w:rPr>
        <w:t>: ECE/TRANS/WP.11/2022/20)</w:t>
      </w:r>
    </w:p>
    <w:p w14:paraId="07DCE7C0" w14:textId="77777777" w:rsidR="00225083" w:rsidRPr="00191994" w:rsidRDefault="00225083" w:rsidP="00225083">
      <w:pPr>
        <w:keepNext/>
        <w:keepLines/>
        <w:tabs>
          <w:tab w:val="right" w:pos="851"/>
        </w:tabs>
        <w:spacing w:before="240" w:after="120" w:line="240" w:lineRule="exact"/>
        <w:ind w:left="1134" w:right="1134" w:hanging="1134"/>
        <w:rPr>
          <w:b/>
          <w:spacing w:val="4"/>
          <w:w w:val="103"/>
          <w:kern w:val="14"/>
          <w:lang w:eastAsia="zh-CN"/>
        </w:rPr>
      </w:pPr>
      <w:r w:rsidRPr="00191994">
        <w:rPr>
          <w:b/>
          <w:spacing w:val="4"/>
          <w:w w:val="103"/>
          <w:kern w:val="14"/>
          <w:lang w:eastAsia="zh-CN"/>
        </w:rPr>
        <w:tab/>
        <w:t>6.</w:t>
      </w:r>
      <w:r w:rsidRPr="00191994">
        <w:rPr>
          <w:b/>
          <w:spacing w:val="4"/>
          <w:w w:val="103"/>
          <w:kern w:val="14"/>
          <w:lang w:eastAsia="zh-CN"/>
        </w:rPr>
        <w:tab/>
      </w:r>
      <w:r w:rsidRPr="00191994">
        <w:rPr>
          <w:b/>
          <w:spacing w:val="4"/>
          <w:w w:val="103"/>
          <w:kern w:val="14"/>
          <w:lang w:eastAsia="zh-CN"/>
        </w:rPr>
        <w:tab/>
      </w:r>
      <w:r w:rsidRPr="00191994">
        <w:rPr>
          <w:b/>
          <w:bCs/>
        </w:rPr>
        <w:t xml:space="preserve">Приложение 1, добавление </w:t>
      </w:r>
      <w:r w:rsidRPr="00191994">
        <w:rPr>
          <w:b/>
          <w:spacing w:val="4"/>
          <w:w w:val="103"/>
          <w:kern w:val="14"/>
          <w:lang w:eastAsia="zh-CN"/>
        </w:rPr>
        <w:t xml:space="preserve">2, </w:t>
      </w:r>
      <w:r w:rsidRPr="00191994">
        <w:rPr>
          <w:b/>
          <w:bCs/>
          <w:spacing w:val="4"/>
          <w:w w:val="103"/>
          <w:kern w:val="14"/>
          <w:lang w:eastAsia="zh-CN"/>
        </w:rPr>
        <w:t xml:space="preserve">пункт </w:t>
      </w:r>
      <w:r w:rsidRPr="00191994">
        <w:rPr>
          <w:b/>
          <w:spacing w:val="4"/>
          <w:w w:val="103"/>
          <w:kern w:val="14"/>
          <w:lang w:eastAsia="zh-CN"/>
        </w:rPr>
        <w:t xml:space="preserve">7.3.4 </w:t>
      </w:r>
    </w:p>
    <w:p w14:paraId="40B371F0" w14:textId="2219FCA1" w:rsidR="00225083" w:rsidRPr="00191994" w:rsidRDefault="00225083" w:rsidP="00225083">
      <w:pPr>
        <w:pStyle w:val="SingleTxtG"/>
      </w:pPr>
      <w:r w:rsidRPr="00191994">
        <w:t>Во вводном предложении, а также в основном тексте (</w:t>
      </w:r>
      <w:r w:rsidR="00735614">
        <w:t>три</w:t>
      </w:r>
      <w:r w:rsidRPr="00191994">
        <w:t xml:space="preserve"> раза) заменить слово «перегородок» на «разделительных стенок».</w:t>
      </w:r>
    </w:p>
    <w:p w14:paraId="3F26DF13" w14:textId="62FE762A" w:rsidR="00225083" w:rsidRPr="00191994" w:rsidRDefault="00225083" w:rsidP="00225083">
      <w:pPr>
        <w:pStyle w:val="SingleTxtG"/>
        <w:rPr>
          <w:i/>
        </w:rPr>
      </w:pPr>
      <w:r w:rsidRPr="00191994">
        <w:rPr>
          <w:i/>
        </w:rPr>
        <w:t>(</w:t>
      </w:r>
      <w:r w:rsidRPr="00191994">
        <w:rPr>
          <w:i/>
          <w:iCs/>
          <w:shd w:val="clear" w:color="auto" w:fill="FFFFFF"/>
        </w:rPr>
        <w:t>Справочный документ</w:t>
      </w:r>
      <w:r w:rsidRPr="00191994">
        <w:rPr>
          <w:i/>
        </w:rPr>
        <w:t>: ECE/TRANS/WP.11/2022/20)</w:t>
      </w:r>
    </w:p>
    <w:p w14:paraId="5148C267" w14:textId="77777777" w:rsidR="00225083" w:rsidRPr="00191994" w:rsidRDefault="00225083" w:rsidP="00225083">
      <w:pPr>
        <w:keepNext/>
        <w:keepLines/>
        <w:tabs>
          <w:tab w:val="right" w:pos="851"/>
        </w:tabs>
        <w:spacing w:before="240" w:after="120" w:line="240" w:lineRule="exact"/>
        <w:ind w:left="1134" w:right="1134" w:hanging="1134"/>
        <w:rPr>
          <w:b/>
          <w:spacing w:val="4"/>
          <w:w w:val="103"/>
          <w:kern w:val="14"/>
          <w:lang w:eastAsia="zh-CN"/>
        </w:rPr>
      </w:pPr>
      <w:r w:rsidRPr="00191994">
        <w:rPr>
          <w:i/>
        </w:rPr>
        <w:t xml:space="preserve"> </w:t>
      </w:r>
      <w:r w:rsidRPr="00191994">
        <w:rPr>
          <w:b/>
          <w:spacing w:val="4"/>
          <w:w w:val="103"/>
          <w:kern w:val="14"/>
          <w:lang w:eastAsia="zh-CN"/>
        </w:rPr>
        <w:tab/>
        <w:t>7.</w:t>
      </w:r>
      <w:r w:rsidRPr="00191994">
        <w:rPr>
          <w:b/>
          <w:spacing w:val="4"/>
          <w:w w:val="103"/>
          <w:kern w:val="14"/>
          <w:lang w:eastAsia="zh-CN"/>
        </w:rPr>
        <w:tab/>
      </w:r>
      <w:r w:rsidRPr="00191994">
        <w:rPr>
          <w:b/>
          <w:spacing w:val="4"/>
          <w:w w:val="103"/>
          <w:kern w:val="14"/>
          <w:lang w:eastAsia="zh-CN"/>
        </w:rPr>
        <w:tab/>
      </w:r>
      <w:r w:rsidRPr="00191994">
        <w:rPr>
          <w:b/>
          <w:bCs/>
        </w:rPr>
        <w:t xml:space="preserve">Приложение 1, добавление </w:t>
      </w:r>
      <w:r w:rsidRPr="00191994">
        <w:rPr>
          <w:b/>
          <w:spacing w:val="4"/>
          <w:w w:val="103"/>
          <w:kern w:val="14"/>
          <w:lang w:eastAsia="zh-CN"/>
        </w:rPr>
        <w:t xml:space="preserve">2, </w:t>
      </w:r>
      <w:r w:rsidRPr="00191994">
        <w:rPr>
          <w:b/>
          <w:bCs/>
          <w:spacing w:val="4"/>
          <w:w w:val="103"/>
          <w:kern w:val="14"/>
          <w:lang w:eastAsia="zh-CN"/>
        </w:rPr>
        <w:t xml:space="preserve">пункт </w:t>
      </w:r>
      <w:r w:rsidRPr="00191994">
        <w:rPr>
          <w:b/>
          <w:spacing w:val="4"/>
          <w:w w:val="103"/>
          <w:kern w:val="14"/>
          <w:lang w:eastAsia="zh-CN"/>
        </w:rPr>
        <w:t xml:space="preserve">7.3.5 </w:t>
      </w:r>
    </w:p>
    <w:p w14:paraId="6F56D5D6" w14:textId="77777777" w:rsidR="00225083" w:rsidRPr="00191994" w:rsidRDefault="00225083" w:rsidP="00225083">
      <w:pPr>
        <w:pStyle w:val="SingleTxtG"/>
      </w:pPr>
      <w:r w:rsidRPr="00191994">
        <w:t>Во вводном предложении заменить слово «перегородок» на «разделительных стенок».</w:t>
      </w:r>
    </w:p>
    <w:p w14:paraId="71566C93" w14:textId="570825B6" w:rsidR="00225083" w:rsidRPr="00191994" w:rsidRDefault="00225083" w:rsidP="00225083">
      <w:pPr>
        <w:pStyle w:val="SingleTxtG"/>
        <w:rPr>
          <w:i/>
        </w:rPr>
      </w:pPr>
      <w:r w:rsidRPr="00191994">
        <w:rPr>
          <w:i/>
        </w:rPr>
        <w:t>(</w:t>
      </w:r>
      <w:r w:rsidRPr="00191994">
        <w:rPr>
          <w:i/>
          <w:iCs/>
          <w:shd w:val="clear" w:color="auto" w:fill="FFFFFF"/>
        </w:rPr>
        <w:t>Справочный документ</w:t>
      </w:r>
      <w:r w:rsidRPr="00191994">
        <w:rPr>
          <w:i/>
        </w:rPr>
        <w:t>: ECE/TRANS/WP.11/2022/20)</w:t>
      </w:r>
    </w:p>
    <w:p w14:paraId="1B902ABB" w14:textId="77777777" w:rsidR="00225083" w:rsidRPr="00191994" w:rsidRDefault="00225083" w:rsidP="00225083">
      <w:pPr>
        <w:keepNext/>
        <w:keepLines/>
        <w:tabs>
          <w:tab w:val="right" w:pos="851"/>
        </w:tabs>
        <w:spacing w:before="240" w:after="120" w:line="240" w:lineRule="exact"/>
        <w:ind w:left="1134" w:right="1134" w:hanging="1134"/>
        <w:rPr>
          <w:b/>
          <w:spacing w:val="4"/>
          <w:w w:val="103"/>
          <w:kern w:val="14"/>
          <w:lang w:eastAsia="zh-CN"/>
        </w:rPr>
      </w:pPr>
      <w:r w:rsidRPr="00191994">
        <w:rPr>
          <w:b/>
          <w:spacing w:val="4"/>
          <w:w w:val="103"/>
          <w:kern w:val="14"/>
          <w:lang w:eastAsia="zh-CN"/>
        </w:rPr>
        <w:tab/>
        <w:t>8.</w:t>
      </w:r>
      <w:r w:rsidRPr="00191994">
        <w:rPr>
          <w:b/>
          <w:spacing w:val="4"/>
          <w:w w:val="103"/>
          <w:kern w:val="14"/>
          <w:lang w:eastAsia="zh-CN"/>
        </w:rPr>
        <w:tab/>
      </w:r>
      <w:r w:rsidRPr="00191994">
        <w:rPr>
          <w:b/>
          <w:bCs/>
        </w:rPr>
        <w:t xml:space="preserve">Приложение 1, добавление </w:t>
      </w:r>
      <w:r w:rsidRPr="00191994">
        <w:rPr>
          <w:b/>
          <w:spacing w:val="4"/>
          <w:w w:val="103"/>
          <w:kern w:val="14"/>
          <w:lang w:eastAsia="zh-CN"/>
        </w:rPr>
        <w:t xml:space="preserve">2, </w:t>
      </w:r>
      <w:r w:rsidRPr="00191994">
        <w:rPr>
          <w:b/>
          <w:bCs/>
          <w:spacing w:val="4"/>
          <w:w w:val="103"/>
          <w:kern w:val="14"/>
          <w:lang w:eastAsia="zh-CN"/>
        </w:rPr>
        <w:t xml:space="preserve">пункт </w:t>
      </w:r>
      <w:r w:rsidRPr="00191994">
        <w:rPr>
          <w:b/>
          <w:spacing w:val="4"/>
          <w:w w:val="103"/>
          <w:kern w:val="14"/>
          <w:lang w:eastAsia="zh-CN"/>
        </w:rPr>
        <w:t xml:space="preserve">7.3.6 </w:t>
      </w:r>
    </w:p>
    <w:p w14:paraId="04C40DFF" w14:textId="77777777" w:rsidR="00225083" w:rsidRPr="00191994" w:rsidRDefault="00225083" w:rsidP="00225083">
      <w:pPr>
        <w:pStyle w:val="SingleTxtG"/>
      </w:pPr>
      <w:r w:rsidRPr="00191994">
        <w:t>Во вводном предложении, а также в основном тексте заменить слово «перегородок» на «разделительных стенок».</w:t>
      </w:r>
    </w:p>
    <w:p w14:paraId="70599CBE" w14:textId="6E9BAC01" w:rsidR="00225083" w:rsidRPr="00191994" w:rsidRDefault="00225083" w:rsidP="00225083">
      <w:pPr>
        <w:pStyle w:val="SingleTxtG"/>
        <w:rPr>
          <w:i/>
        </w:rPr>
      </w:pPr>
      <w:r w:rsidRPr="00191994">
        <w:rPr>
          <w:i/>
        </w:rPr>
        <w:t>(</w:t>
      </w:r>
      <w:r w:rsidRPr="00191994">
        <w:rPr>
          <w:i/>
          <w:iCs/>
          <w:shd w:val="clear" w:color="auto" w:fill="FFFFFF"/>
        </w:rPr>
        <w:t>Справочный документ</w:t>
      </w:r>
      <w:r w:rsidRPr="00191994">
        <w:rPr>
          <w:i/>
        </w:rPr>
        <w:t>: ECE/TRANS/WP.11/2022/20)</w:t>
      </w:r>
    </w:p>
    <w:p w14:paraId="38DF0C33" w14:textId="77777777" w:rsidR="00225083" w:rsidRPr="00191994" w:rsidRDefault="00225083" w:rsidP="00225083">
      <w:pPr>
        <w:keepNext/>
        <w:keepLines/>
        <w:tabs>
          <w:tab w:val="right" w:pos="851"/>
        </w:tabs>
        <w:spacing w:before="240" w:after="120" w:line="240" w:lineRule="exact"/>
        <w:ind w:left="1134" w:right="1134" w:hanging="1134"/>
        <w:rPr>
          <w:b/>
          <w:spacing w:val="4"/>
          <w:w w:val="103"/>
          <w:kern w:val="14"/>
          <w:lang w:eastAsia="zh-CN"/>
        </w:rPr>
      </w:pPr>
      <w:r w:rsidRPr="00191994">
        <w:rPr>
          <w:b/>
          <w:spacing w:val="4"/>
          <w:w w:val="103"/>
          <w:kern w:val="14"/>
          <w:lang w:eastAsia="zh-CN"/>
        </w:rPr>
        <w:lastRenderedPageBreak/>
        <w:tab/>
        <w:t>9.</w:t>
      </w:r>
      <w:r w:rsidRPr="00191994">
        <w:rPr>
          <w:b/>
          <w:spacing w:val="4"/>
          <w:w w:val="103"/>
          <w:kern w:val="14"/>
          <w:lang w:eastAsia="zh-CN"/>
        </w:rPr>
        <w:tab/>
      </w:r>
      <w:r w:rsidRPr="00191994">
        <w:rPr>
          <w:b/>
          <w:spacing w:val="4"/>
          <w:w w:val="103"/>
          <w:kern w:val="14"/>
          <w:lang w:eastAsia="zh-CN"/>
        </w:rPr>
        <w:tab/>
      </w:r>
      <w:r w:rsidRPr="00191994">
        <w:rPr>
          <w:b/>
          <w:bCs/>
        </w:rPr>
        <w:t xml:space="preserve">Приложение 1, добавление </w:t>
      </w:r>
      <w:r w:rsidRPr="00191994">
        <w:rPr>
          <w:b/>
          <w:spacing w:val="4"/>
          <w:w w:val="103"/>
          <w:kern w:val="14"/>
          <w:lang w:eastAsia="zh-CN"/>
        </w:rPr>
        <w:t xml:space="preserve">2, </w:t>
      </w:r>
      <w:r w:rsidRPr="00191994">
        <w:rPr>
          <w:b/>
          <w:bCs/>
          <w:spacing w:val="4"/>
          <w:w w:val="103"/>
          <w:kern w:val="14"/>
          <w:lang w:eastAsia="zh-CN"/>
        </w:rPr>
        <w:t xml:space="preserve">пункт </w:t>
      </w:r>
      <w:r w:rsidRPr="00191994">
        <w:rPr>
          <w:b/>
        </w:rPr>
        <w:t>7.3.7</w:t>
      </w:r>
      <w:r w:rsidRPr="00191994">
        <w:rPr>
          <w:b/>
          <w:spacing w:val="4"/>
          <w:w w:val="103"/>
          <w:kern w:val="14"/>
          <w:lang w:eastAsia="zh-CN"/>
        </w:rPr>
        <w:t xml:space="preserve"> </w:t>
      </w:r>
    </w:p>
    <w:p w14:paraId="5FE3DF03" w14:textId="3E907A90" w:rsidR="00225083" w:rsidRPr="00191994" w:rsidRDefault="00225083" w:rsidP="00225083">
      <w:pPr>
        <w:pStyle w:val="SingleTxtG"/>
      </w:pPr>
      <w:r w:rsidRPr="00191994">
        <w:t xml:space="preserve">В заголовке и первом абзаце заменить слова </w:t>
      </w:r>
      <w:r w:rsidRPr="00191994">
        <w:rPr>
          <w:rFonts w:asciiTheme="majorBidi" w:hAnsiTheme="majorBidi" w:cstheme="majorBidi"/>
          <w:w w:val="103"/>
          <w:lang w:eastAsia="zh-CN"/>
        </w:rPr>
        <w:t>«внутренние разделительные стенки</w:t>
      </w:r>
      <w:r w:rsidRPr="00191994">
        <w:t>» на «</w:t>
      </w:r>
      <w:r w:rsidRPr="00191994">
        <w:rPr>
          <w:rFonts w:asciiTheme="majorBidi" w:hAnsiTheme="majorBidi" w:cstheme="majorBidi"/>
          <w:w w:val="103"/>
          <w:lang w:eastAsia="zh-CN"/>
        </w:rPr>
        <w:t>разделительные стенки</w:t>
      </w:r>
      <w:r w:rsidRPr="00191994">
        <w:t>» (</w:t>
      </w:r>
      <w:r w:rsidR="00735614">
        <w:t>два</w:t>
      </w:r>
      <w:r w:rsidRPr="00191994">
        <w:t xml:space="preserve"> раза).</w:t>
      </w:r>
    </w:p>
    <w:p w14:paraId="43EF51CD" w14:textId="652289FD" w:rsidR="00225083" w:rsidRPr="00191994" w:rsidRDefault="00225083" w:rsidP="00225083">
      <w:pPr>
        <w:pStyle w:val="SingleTxtG"/>
        <w:rPr>
          <w:i/>
        </w:rPr>
      </w:pPr>
      <w:r w:rsidRPr="00191994">
        <w:rPr>
          <w:i/>
        </w:rPr>
        <w:t>(</w:t>
      </w:r>
      <w:r w:rsidRPr="00191994">
        <w:rPr>
          <w:i/>
          <w:iCs/>
          <w:shd w:val="clear" w:color="auto" w:fill="FFFFFF"/>
        </w:rPr>
        <w:t>Справочный документ</w:t>
      </w:r>
      <w:r w:rsidRPr="00191994">
        <w:rPr>
          <w:i/>
        </w:rPr>
        <w:t>: ECE/TRANS/WP.11/2022/20)</w:t>
      </w:r>
    </w:p>
    <w:p w14:paraId="4F220BE6" w14:textId="77777777" w:rsidR="00225083" w:rsidRPr="00191994" w:rsidRDefault="00225083" w:rsidP="00225083">
      <w:pPr>
        <w:keepNext/>
        <w:keepLines/>
        <w:tabs>
          <w:tab w:val="right" w:pos="851"/>
        </w:tabs>
        <w:spacing w:before="240" w:after="120" w:line="240" w:lineRule="exact"/>
        <w:ind w:left="1134" w:right="1134" w:hanging="1134"/>
        <w:rPr>
          <w:b/>
          <w:spacing w:val="4"/>
          <w:w w:val="103"/>
          <w:kern w:val="14"/>
          <w:lang w:eastAsia="zh-CN"/>
        </w:rPr>
      </w:pPr>
      <w:r w:rsidRPr="00191994">
        <w:rPr>
          <w:b/>
          <w:spacing w:val="4"/>
          <w:w w:val="103"/>
          <w:kern w:val="14"/>
          <w:lang w:eastAsia="zh-CN"/>
        </w:rPr>
        <w:tab/>
        <w:t>10.</w:t>
      </w:r>
      <w:r w:rsidRPr="00191994">
        <w:rPr>
          <w:b/>
          <w:spacing w:val="4"/>
          <w:w w:val="103"/>
          <w:kern w:val="14"/>
          <w:lang w:eastAsia="zh-CN"/>
        </w:rPr>
        <w:tab/>
      </w:r>
      <w:r w:rsidRPr="00191994">
        <w:rPr>
          <w:b/>
          <w:bCs/>
        </w:rPr>
        <w:t xml:space="preserve">Приложение 1, добавление </w:t>
      </w:r>
      <w:r w:rsidRPr="00191994">
        <w:rPr>
          <w:b/>
          <w:spacing w:val="4"/>
          <w:w w:val="103"/>
          <w:kern w:val="14"/>
          <w:lang w:eastAsia="zh-CN"/>
        </w:rPr>
        <w:t xml:space="preserve">2, раздел 8, ОБРАЗЕЦ № </w:t>
      </w:r>
      <w:r w:rsidRPr="00191994">
        <w:rPr>
          <w:b/>
        </w:rPr>
        <w:t xml:space="preserve">14 </w:t>
      </w:r>
    </w:p>
    <w:p w14:paraId="682F5C01" w14:textId="0F7A4658" w:rsidR="00225083" w:rsidRPr="00191994" w:rsidRDefault="00225083" w:rsidP="00225083">
      <w:pPr>
        <w:pStyle w:val="SingleTxtG"/>
      </w:pPr>
      <w:r w:rsidRPr="00191994">
        <w:t>Заменить слово «перегородки» на «разделительные стенки» (</w:t>
      </w:r>
      <w:r w:rsidR="00B4352C">
        <w:t>два</w:t>
      </w:r>
      <w:r w:rsidRPr="00191994">
        <w:t xml:space="preserve"> раза).</w:t>
      </w:r>
    </w:p>
    <w:p w14:paraId="7BE99050" w14:textId="791490D7" w:rsidR="00225083" w:rsidRPr="00191994" w:rsidRDefault="00225083" w:rsidP="00225083">
      <w:pPr>
        <w:pStyle w:val="SingleTxtG"/>
        <w:rPr>
          <w:b/>
          <w:spacing w:val="4"/>
          <w:w w:val="103"/>
          <w:kern w:val="14"/>
          <w:lang w:eastAsia="zh-CN"/>
        </w:rPr>
      </w:pPr>
      <w:r w:rsidRPr="00191994">
        <w:rPr>
          <w:i/>
        </w:rPr>
        <w:t>(</w:t>
      </w:r>
      <w:r w:rsidRPr="00191994">
        <w:rPr>
          <w:i/>
          <w:iCs/>
          <w:shd w:val="clear" w:color="auto" w:fill="FFFFFF"/>
        </w:rPr>
        <w:t>Справочный документ</w:t>
      </w:r>
      <w:r w:rsidRPr="00191994">
        <w:rPr>
          <w:i/>
        </w:rPr>
        <w:t>: ECE/TRANS/WP.11/2022/20)</w:t>
      </w:r>
    </w:p>
    <w:p w14:paraId="4A525A3A" w14:textId="77777777" w:rsidR="00225083" w:rsidRPr="00191994" w:rsidRDefault="00225083" w:rsidP="00225083">
      <w:pPr>
        <w:keepNext/>
        <w:keepLines/>
        <w:tabs>
          <w:tab w:val="right" w:pos="851"/>
        </w:tabs>
        <w:spacing w:before="240" w:after="120" w:line="240" w:lineRule="exact"/>
        <w:ind w:left="1134" w:right="1134" w:hanging="1134"/>
        <w:rPr>
          <w:b/>
          <w:spacing w:val="4"/>
          <w:w w:val="103"/>
          <w:kern w:val="14"/>
          <w:lang w:eastAsia="zh-CN"/>
        </w:rPr>
      </w:pPr>
      <w:r w:rsidRPr="00191994">
        <w:rPr>
          <w:b/>
          <w:spacing w:val="4"/>
          <w:w w:val="103"/>
          <w:kern w:val="14"/>
          <w:lang w:eastAsia="zh-CN"/>
        </w:rPr>
        <w:tab/>
        <w:t>11.</w:t>
      </w:r>
      <w:r w:rsidRPr="00191994">
        <w:rPr>
          <w:b/>
          <w:spacing w:val="4"/>
          <w:w w:val="103"/>
          <w:kern w:val="14"/>
          <w:lang w:eastAsia="zh-CN"/>
        </w:rPr>
        <w:tab/>
      </w:r>
      <w:r w:rsidRPr="00191994">
        <w:rPr>
          <w:b/>
          <w:bCs/>
        </w:rPr>
        <w:t xml:space="preserve">Приложение 1, добавление </w:t>
      </w:r>
      <w:r w:rsidRPr="00191994">
        <w:rPr>
          <w:b/>
          <w:spacing w:val="4"/>
          <w:w w:val="103"/>
          <w:kern w:val="14"/>
          <w:lang w:eastAsia="zh-CN"/>
        </w:rPr>
        <w:t>2</w:t>
      </w:r>
    </w:p>
    <w:p w14:paraId="545C4500" w14:textId="77777777" w:rsidR="00225083" w:rsidRPr="00191994" w:rsidRDefault="00225083" w:rsidP="00225083">
      <w:pPr>
        <w:pStyle w:val="SingleTxtG"/>
      </w:pPr>
      <w:r w:rsidRPr="00191994">
        <w:t xml:space="preserve">Включить новый пункт 3.2.8 следующего содержания: </w:t>
      </w:r>
    </w:p>
    <w:p w14:paraId="72CFFA59" w14:textId="77777777" w:rsidR="00225083" w:rsidRPr="00191994" w:rsidRDefault="00225083" w:rsidP="00225083">
      <w:pPr>
        <w:pStyle w:val="SingleTxtG"/>
      </w:pPr>
      <w:r w:rsidRPr="00191994">
        <w:t>«3.2.8</w:t>
      </w:r>
      <w:r w:rsidRPr="00191994">
        <w:tab/>
        <w:t xml:space="preserve">Если холодильная установка со всеми приспособлениями прошла отдельно испытание для определения объема циркуляции воздуха и получила положительную оценку компетентного органа, то минимальный требуемый расход воздуха в режиме охлаждения как для транспортных средств-рефрижераторов, так и для транспортных средств-рефрижераторов и отапливаемых транспортных средств </w:t>
      </w:r>
      <w:r w:rsidRPr="00191994">
        <w:rPr>
          <w:shd w:val="clear" w:color="auto" w:fill="FFFFFF"/>
        </w:rPr>
        <w:t xml:space="preserve">с системой принудительной вентиляции </w:t>
      </w:r>
      <w:r w:rsidRPr="00191994">
        <w:rPr>
          <w:bCs/>
        </w:rPr>
        <w:t>должен соответствовать показателю,</w:t>
      </w:r>
      <w:r w:rsidRPr="00191994">
        <w:t xml:space="preserve"> полученному по следующей формуле</w:t>
      </w:r>
      <w:r w:rsidRPr="00B4352C">
        <w:rPr>
          <w:sz w:val="18"/>
          <w:szCs w:val="18"/>
          <w:vertAlign w:val="superscript"/>
        </w:rPr>
        <w:t>7</w:t>
      </w:r>
      <w:r w:rsidRPr="00191994">
        <w:t>:</w:t>
      </w:r>
    </w:p>
    <w:p w14:paraId="2FC41102" w14:textId="77777777" w:rsidR="00225083" w:rsidRPr="00191994" w:rsidRDefault="00225083" w:rsidP="00225083">
      <w:pPr>
        <w:pStyle w:val="SingleTxtG"/>
      </w:pPr>
      <w:r w:rsidRPr="00191994">
        <w:t>V̇</w:t>
      </w:r>
      <w:r w:rsidRPr="00191994">
        <w:rPr>
          <w:vertAlign w:val="subscript"/>
        </w:rPr>
        <w:t>L</w:t>
      </w:r>
      <w:r w:rsidRPr="00191994">
        <w:t xml:space="preserve"> = N·V, </w:t>
      </w:r>
    </w:p>
    <w:p w14:paraId="0FCD4A21" w14:textId="77777777" w:rsidR="00225083" w:rsidRPr="00191994" w:rsidRDefault="00225083" w:rsidP="00225083">
      <w:pPr>
        <w:pStyle w:val="SingleTxtG"/>
      </w:pPr>
      <w:r w:rsidRPr="00191994">
        <w:t>где минимальный расход воздуха V̇</w:t>
      </w:r>
      <w:r w:rsidRPr="00191994">
        <w:rPr>
          <w:vertAlign w:val="subscript"/>
        </w:rPr>
        <w:t>L</w:t>
      </w:r>
      <w:r w:rsidRPr="00191994">
        <w:t xml:space="preserve"> представляет собой кратность воздухообмена за час, N, умноженную на объем порожнего кузова, V,</w:t>
      </w:r>
    </w:p>
    <w:p w14:paraId="51A183A4" w14:textId="77777777" w:rsidR="00225083" w:rsidRPr="00191994" w:rsidRDefault="00225083" w:rsidP="00225083">
      <w:pPr>
        <w:pStyle w:val="SingleTxtG"/>
      </w:pPr>
      <w:r w:rsidRPr="00191994">
        <w:t>при N = 50.</w:t>
      </w:r>
    </w:p>
    <w:p w14:paraId="3C441880" w14:textId="77777777" w:rsidR="00225083" w:rsidRPr="00191994" w:rsidRDefault="00225083" w:rsidP="00225083">
      <w:pPr>
        <w:pStyle w:val="SingleTxtG"/>
      </w:pPr>
      <w:r w:rsidRPr="00191994">
        <w:t>Расход воздуха может регулироваться в условиях частичной загрузки после достижения заданной температуры и при достижении</w:t>
      </w:r>
      <w:r w:rsidRPr="00191994">
        <w:rPr>
          <w:shd w:val="clear" w:color="auto" w:fill="FFFFFF"/>
        </w:rPr>
        <w:t xml:space="preserve"> температуры, предусмотренной для конкретного класса</w:t>
      </w:r>
      <w:r w:rsidRPr="00191994">
        <w:t>, причем подача воздуха не обязательно должна быть непрерывной.</w:t>
      </w:r>
    </w:p>
    <w:p w14:paraId="1B6CABE3" w14:textId="1079AF8A" w:rsidR="00225083" w:rsidRPr="00191994" w:rsidRDefault="00225083" w:rsidP="00225083">
      <w:pPr>
        <w:pStyle w:val="SingleTxtG"/>
      </w:pPr>
      <w:r w:rsidRPr="00191994">
        <w:t>Если V превышает 60 м</w:t>
      </w:r>
      <w:r w:rsidRPr="00191994">
        <w:rPr>
          <w:vertAlign w:val="superscript"/>
        </w:rPr>
        <w:t>3</w:t>
      </w:r>
      <w:r w:rsidRPr="00191994">
        <w:t>, V</w:t>
      </w:r>
      <w:r w:rsidRPr="00191994">
        <w:rPr>
          <w:vertAlign w:val="subscript"/>
        </w:rPr>
        <w:t>L</w:t>
      </w:r>
      <w:r w:rsidRPr="00191994">
        <w:t xml:space="preserve"> может быть ограничен, по крайней мере,</w:t>
      </w:r>
      <w:r w:rsidR="00B4352C">
        <w:t xml:space="preserve"> </w:t>
      </w:r>
      <w:r w:rsidRPr="00191994">
        <w:t>3000 м</w:t>
      </w:r>
      <w:r w:rsidRPr="00191994">
        <w:rPr>
          <w:vertAlign w:val="superscript"/>
        </w:rPr>
        <w:t>3</w:t>
      </w:r>
      <w:r w:rsidRPr="00191994">
        <w:t>/час в случае контейнеров, вагонов и грузовых автомобилей</w:t>
      </w:r>
      <w:r w:rsidRPr="00B4352C">
        <w:rPr>
          <w:sz w:val="18"/>
          <w:szCs w:val="18"/>
          <w:vertAlign w:val="superscript"/>
        </w:rPr>
        <w:t>8</w:t>
      </w:r>
      <w:r w:rsidRPr="00191994">
        <w:t>.</w:t>
      </w:r>
    </w:p>
    <w:p w14:paraId="330ADE96" w14:textId="3932B19D" w:rsidR="00225083" w:rsidRPr="00191994" w:rsidRDefault="00225083" w:rsidP="00225083">
      <w:pPr>
        <w:pStyle w:val="SingleTxtG"/>
        <w:rPr>
          <w:bCs/>
        </w:rPr>
      </w:pPr>
      <w:r w:rsidRPr="00191994">
        <w:t>Если V превышает 100 м</w:t>
      </w:r>
      <w:r w:rsidRPr="00191994">
        <w:rPr>
          <w:vertAlign w:val="superscript"/>
        </w:rPr>
        <w:t>3</w:t>
      </w:r>
      <w:r w:rsidRPr="00191994">
        <w:t>, V</w:t>
      </w:r>
      <w:r w:rsidRPr="00191994">
        <w:rPr>
          <w:vertAlign w:val="subscript"/>
        </w:rPr>
        <w:t>L</w:t>
      </w:r>
      <w:r w:rsidRPr="00191994">
        <w:t xml:space="preserve"> может быть ограничен, по крайней мере,</w:t>
      </w:r>
      <w:r w:rsidR="00B4352C">
        <w:t xml:space="preserve"> </w:t>
      </w:r>
      <w:r w:rsidRPr="00191994">
        <w:t>5000 м</w:t>
      </w:r>
      <w:r w:rsidRPr="00191994">
        <w:rPr>
          <w:vertAlign w:val="superscript"/>
        </w:rPr>
        <w:t>3</w:t>
      </w:r>
      <w:r w:rsidRPr="00191994">
        <w:t>/час».</w:t>
      </w:r>
    </w:p>
    <w:p w14:paraId="4309E008" w14:textId="77777777" w:rsidR="00225083" w:rsidRPr="00191994" w:rsidRDefault="00225083" w:rsidP="00225083">
      <w:pPr>
        <w:pStyle w:val="SingleTxtG"/>
      </w:pPr>
      <w:r w:rsidRPr="00191994">
        <w:rPr>
          <w:shd w:val="clear" w:color="auto" w:fill="FFFFFF"/>
        </w:rPr>
        <w:t>Сноски 7 и 8 читать следующим образом:</w:t>
      </w:r>
    </w:p>
    <w:p w14:paraId="6CE46DF1" w14:textId="77777777" w:rsidR="00225083" w:rsidRPr="00191994" w:rsidRDefault="00225083" w:rsidP="00225083">
      <w:pPr>
        <w:pStyle w:val="ad"/>
        <w:tabs>
          <w:tab w:val="left" w:pos="1418"/>
        </w:tabs>
      </w:pPr>
      <w:r w:rsidRPr="00191994">
        <w:tab/>
      </w:r>
      <w:r w:rsidRPr="00191994">
        <w:tab/>
      </w:r>
      <w:r w:rsidRPr="00191994">
        <w:rPr>
          <w:sz w:val="20"/>
        </w:rPr>
        <w:t>«</w:t>
      </w:r>
      <w:r w:rsidRPr="00191994">
        <w:rPr>
          <w:rStyle w:val="aa"/>
        </w:rPr>
        <w:t>7</w:t>
      </w:r>
      <w:r w:rsidRPr="00191994">
        <w:tab/>
        <w:t>Применяется к транспортным средствам, изготовленным после (ДД.ММ.ГГГГ).</w:t>
      </w:r>
    </w:p>
    <w:p w14:paraId="125AAAFE" w14:textId="77777777" w:rsidR="00225083" w:rsidRPr="00191994" w:rsidRDefault="00225083" w:rsidP="00225083">
      <w:pPr>
        <w:pStyle w:val="SingleTxtG"/>
        <w:tabs>
          <w:tab w:val="left" w:pos="1418"/>
        </w:tabs>
        <w:rPr>
          <w:sz w:val="18"/>
          <w:szCs w:val="18"/>
        </w:rPr>
      </w:pPr>
      <w:r w:rsidRPr="00191994">
        <w:rPr>
          <w:rStyle w:val="aa"/>
          <w:szCs w:val="18"/>
        </w:rPr>
        <w:t>8</w:t>
      </w:r>
      <w:r w:rsidRPr="00191994">
        <w:rPr>
          <w:sz w:val="18"/>
          <w:szCs w:val="18"/>
        </w:rPr>
        <w:tab/>
        <w:t xml:space="preserve">Контейнерами могут являться </w:t>
      </w:r>
      <w:r w:rsidRPr="00191994">
        <w:rPr>
          <w:sz w:val="18"/>
          <w:szCs w:val="18"/>
          <w:shd w:val="clear" w:color="auto" w:fill="FFFFFF"/>
        </w:rPr>
        <w:t>съемные кузова грузовых автомобилей</w:t>
      </w:r>
      <w:r w:rsidRPr="00191994">
        <w:rPr>
          <w:sz w:val="18"/>
          <w:szCs w:val="18"/>
        </w:rPr>
        <w:t>».</w:t>
      </w:r>
    </w:p>
    <w:p w14:paraId="3B5E903D" w14:textId="5CDE57F7" w:rsidR="00225083" w:rsidRPr="00191994" w:rsidRDefault="00225083" w:rsidP="00225083">
      <w:pPr>
        <w:pStyle w:val="SingleTxtG"/>
        <w:rPr>
          <w:i/>
        </w:rPr>
      </w:pPr>
      <w:r w:rsidRPr="00191994">
        <w:rPr>
          <w:i/>
        </w:rPr>
        <w:t>(</w:t>
      </w:r>
      <w:r w:rsidRPr="00191994">
        <w:rPr>
          <w:i/>
          <w:iCs/>
          <w:shd w:val="clear" w:color="auto" w:fill="FFFFFF"/>
        </w:rPr>
        <w:t>Справочный документ</w:t>
      </w:r>
      <w:r w:rsidRPr="00191994">
        <w:rPr>
          <w:i/>
        </w:rPr>
        <w:t xml:space="preserve">: ECE/TRANS/WP.11/2022/16 </w:t>
      </w:r>
      <w:r w:rsidRPr="00191994">
        <w:rPr>
          <w:i/>
          <w:iCs/>
        </w:rPr>
        <w:t>с поправками, содержащимися в неофициальном документе INF.10 с поправками</w:t>
      </w:r>
      <w:r w:rsidRPr="00191994">
        <w:rPr>
          <w:i/>
        </w:rPr>
        <w:t>)</w:t>
      </w:r>
    </w:p>
    <w:p w14:paraId="35D05651" w14:textId="77777777" w:rsidR="00225083" w:rsidRPr="00191994" w:rsidRDefault="00225083" w:rsidP="00225083">
      <w:pPr>
        <w:keepNext/>
        <w:keepLines/>
        <w:tabs>
          <w:tab w:val="right" w:pos="851"/>
        </w:tabs>
        <w:spacing w:before="240" w:after="120" w:line="240" w:lineRule="exact"/>
        <w:ind w:left="1134" w:right="1134" w:hanging="1134"/>
        <w:rPr>
          <w:b/>
          <w:spacing w:val="4"/>
          <w:w w:val="103"/>
          <w:kern w:val="14"/>
          <w:lang w:eastAsia="zh-CN"/>
        </w:rPr>
      </w:pPr>
      <w:r w:rsidRPr="00191994">
        <w:rPr>
          <w:b/>
          <w:spacing w:val="4"/>
          <w:w w:val="103"/>
          <w:kern w:val="14"/>
          <w:lang w:eastAsia="zh-CN"/>
        </w:rPr>
        <w:tab/>
        <w:t>12.</w:t>
      </w:r>
      <w:r w:rsidRPr="00191994">
        <w:rPr>
          <w:b/>
          <w:spacing w:val="4"/>
          <w:w w:val="103"/>
          <w:kern w:val="14"/>
          <w:lang w:eastAsia="zh-CN"/>
        </w:rPr>
        <w:tab/>
      </w:r>
      <w:r w:rsidRPr="00191994">
        <w:rPr>
          <w:b/>
          <w:bCs/>
        </w:rPr>
        <w:t xml:space="preserve">Приложение 1, добавление </w:t>
      </w:r>
      <w:r w:rsidRPr="00191994">
        <w:rPr>
          <w:b/>
          <w:spacing w:val="4"/>
          <w:w w:val="103"/>
          <w:kern w:val="14"/>
          <w:lang w:eastAsia="zh-CN"/>
        </w:rPr>
        <w:t>2</w:t>
      </w:r>
    </w:p>
    <w:p w14:paraId="148C3952" w14:textId="77777777" w:rsidR="00225083" w:rsidRPr="00191994" w:rsidRDefault="00225083" w:rsidP="00225083">
      <w:pPr>
        <w:pStyle w:val="SingleTxtG"/>
      </w:pPr>
      <w:r w:rsidRPr="00191994">
        <w:rPr>
          <w:shd w:val="clear" w:color="auto" w:fill="FFFFFF"/>
        </w:rPr>
        <w:t>Включить новый пункт 3.4.9 следующего содержания:</w:t>
      </w:r>
    </w:p>
    <w:p w14:paraId="627FB4BC" w14:textId="77777777" w:rsidR="00225083" w:rsidRPr="00191994" w:rsidRDefault="00225083" w:rsidP="00225083">
      <w:pPr>
        <w:pStyle w:val="SingleTxtG"/>
      </w:pPr>
      <w:r w:rsidRPr="00191994">
        <w:t>«3.4.9</w:t>
      </w:r>
      <w:r w:rsidRPr="00191994">
        <w:tab/>
        <w:t xml:space="preserve">Транспортное средство должно отвечать </w:t>
      </w:r>
      <w:r w:rsidRPr="00191994">
        <w:rPr>
          <w:sz w:val="21"/>
          <w:szCs w:val="21"/>
          <w:shd w:val="clear" w:color="auto" w:fill="FFFFFF"/>
        </w:rPr>
        <w:t>требованиям к расходу воздуха</w:t>
      </w:r>
      <w:r w:rsidRPr="00191994">
        <w:t xml:space="preserve"> в режиме охлаждения, предписанным в пункте 3.2.8».</w:t>
      </w:r>
    </w:p>
    <w:p w14:paraId="5845881B" w14:textId="25057175" w:rsidR="00225083" w:rsidRPr="00191994" w:rsidRDefault="00225083" w:rsidP="00225083">
      <w:pPr>
        <w:pStyle w:val="SingleTxtG"/>
        <w:rPr>
          <w:i/>
        </w:rPr>
      </w:pPr>
      <w:r w:rsidRPr="00191994">
        <w:rPr>
          <w:i/>
        </w:rPr>
        <w:t>(</w:t>
      </w:r>
      <w:r w:rsidRPr="00191994">
        <w:rPr>
          <w:i/>
          <w:iCs/>
          <w:shd w:val="clear" w:color="auto" w:fill="FFFFFF"/>
        </w:rPr>
        <w:t>Справочный документ</w:t>
      </w:r>
      <w:r w:rsidRPr="00191994">
        <w:rPr>
          <w:i/>
        </w:rPr>
        <w:t xml:space="preserve">: ECE/TRANS/WP.11/2022/16 </w:t>
      </w:r>
      <w:r w:rsidRPr="00191994">
        <w:rPr>
          <w:i/>
          <w:iCs/>
        </w:rPr>
        <w:t>с поправками, содержащимися в неофициальном документе INF.10 с поправками</w:t>
      </w:r>
      <w:r w:rsidRPr="00191994">
        <w:rPr>
          <w:i/>
        </w:rPr>
        <w:t>)</w:t>
      </w:r>
    </w:p>
    <w:p w14:paraId="7E835EA7" w14:textId="77777777" w:rsidR="00225083" w:rsidRPr="00191994" w:rsidRDefault="00225083" w:rsidP="00225083">
      <w:pPr>
        <w:keepNext/>
        <w:keepLines/>
        <w:tabs>
          <w:tab w:val="right" w:pos="851"/>
        </w:tabs>
        <w:spacing w:before="240" w:after="120" w:line="240" w:lineRule="exact"/>
        <w:ind w:left="1134" w:right="1134" w:hanging="1134"/>
        <w:rPr>
          <w:b/>
          <w:spacing w:val="4"/>
          <w:w w:val="103"/>
          <w:kern w:val="14"/>
          <w:lang w:eastAsia="zh-CN"/>
        </w:rPr>
      </w:pPr>
      <w:r w:rsidRPr="00191994">
        <w:rPr>
          <w:b/>
          <w:spacing w:val="4"/>
          <w:w w:val="103"/>
          <w:kern w:val="14"/>
          <w:lang w:eastAsia="zh-CN"/>
        </w:rPr>
        <w:tab/>
        <w:t>13.</w:t>
      </w:r>
      <w:r w:rsidRPr="00191994">
        <w:rPr>
          <w:b/>
          <w:spacing w:val="4"/>
          <w:w w:val="103"/>
          <w:kern w:val="14"/>
          <w:lang w:eastAsia="zh-CN"/>
        </w:rPr>
        <w:tab/>
      </w:r>
      <w:r w:rsidRPr="00191994">
        <w:rPr>
          <w:b/>
          <w:spacing w:val="4"/>
          <w:w w:val="103"/>
          <w:kern w:val="14"/>
          <w:lang w:eastAsia="zh-CN"/>
        </w:rPr>
        <w:tab/>
      </w:r>
      <w:r w:rsidRPr="00191994">
        <w:rPr>
          <w:b/>
          <w:bCs/>
        </w:rPr>
        <w:t xml:space="preserve">Приложение 1, добавление </w:t>
      </w:r>
      <w:r w:rsidRPr="00191994">
        <w:rPr>
          <w:b/>
          <w:spacing w:val="4"/>
          <w:w w:val="103"/>
          <w:kern w:val="14"/>
          <w:lang w:eastAsia="zh-CN"/>
        </w:rPr>
        <w:t>2, пункт</w:t>
      </w:r>
      <w:r w:rsidRPr="00191994">
        <w:rPr>
          <w:b/>
          <w:bCs/>
          <w:spacing w:val="4"/>
          <w:w w:val="103"/>
          <w:kern w:val="14"/>
          <w:lang w:eastAsia="zh-CN"/>
        </w:rPr>
        <w:t xml:space="preserve"> </w:t>
      </w:r>
      <w:r w:rsidRPr="00191994">
        <w:rPr>
          <w:b/>
        </w:rPr>
        <w:t>7.3.1</w:t>
      </w:r>
    </w:p>
    <w:p w14:paraId="10D32D9F" w14:textId="77777777" w:rsidR="00225083" w:rsidRPr="00191994" w:rsidRDefault="00225083" w:rsidP="00225083">
      <w:pPr>
        <w:pStyle w:val="SingleTxtG"/>
      </w:pPr>
      <w:r w:rsidRPr="00191994">
        <w:t xml:space="preserve">Добавить в конце </w:t>
      </w:r>
      <w:r w:rsidRPr="00191994">
        <w:rPr>
          <w:shd w:val="clear" w:color="auto" w:fill="FFFFFF"/>
        </w:rPr>
        <w:t>новый подпункт следующего содержания:</w:t>
      </w:r>
    </w:p>
    <w:p w14:paraId="1089F778" w14:textId="77777777" w:rsidR="00225083" w:rsidRPr="00191994" w:rsidRDefault="00225083" w:rsidP="00225083">
      <w:pPr>
        <w:pStyle w:val="SingleTxtG"/>
        <w:ind w:left="1560" w:hanging="426"/>
      </w:pPr>
      <w:r w:rsidRPr="00191994">
        <w:t>«–</w:t>
      </w:r>
      <w:r w:rsidRPr="00191994">
        <w:tab/>
        <w:t xml:space="preserve">транспортное средство должно отвечать </w:t>
      </w:r>
      <w:r w:rsidRPr="00191994">
        <w:rPr>
          <w:sz w:val="21"/>
          <w:szCs w:val="21"/>
          <w:shd w:val="clear" w:color="auto" w:fill="FFFFFF"/>
        </w:rPr>
        <w:t>требованиям к расходу воздуха</w:t>
      </w:r>
      <w:r w:rsidRPr="00191994">
        <w:t xml:space="preserve"> в режиме охлаждения, предписанным в пункте 3.2.8».</w:t>
      </w:r>
    </w:p>
    <w:p w14:paraId="17E76DBE" w14:textId="4E08690E" w:rsidR="00225083" w:rsidRPr="00191994" w:rsidRDefault="00225083" w:rsidP="00225083">
      <w:pPr>
        <w:pStyle w:val="SingleTxtG"/>
        <w:rPr>
          <w:i/>
        </w:rPr>
      </w:pPr>
      <w:r w:rsidRPr="00191994">
        <w:rPr>
          <w:i/>
        </w:rPr>
        <w:t>(</w:t>
      </w:r>
      <w:r w:rsidRPr="00191994">
        <w:rPr>
          <w:i/>
          <w:iCs/>
          <w:shd w:val="clear" w:color="auto" w:fill="FFFFFF"/>
        </w:rPr>
        <w:t>Справочный документ</w:t>
      </w:r>
      <w:r w:rsidRPr="00191994">
        <w:rPr>
          <w:i/>
        </w:rPr>
        <w:t xml:space="preserve">: ECE/TRANS/WP.11/2022/16 </w:t>
      </w:r>
      <w:r w:rsidRPr="00191994">
        <w:rPr>
          <w:i/>
          <w:iCs/>
        </w:rPr>
        <w:t>с поправками, содержащимися в неофициальном документе INF.10 с поправками</w:t>
      </w:r>
      <w:r w:rsidRPr="00191994">
        <w:rPr>
          <w:i/>
        </w:rPr>
        <w:t>)</w:t>
      </w:r>
    </w:p>
    <w:p w14:paraId="2469DFE0" w14:textId="77777777" w:rsidR="00225083" w:rsidRPr="00191994" w:rsidRDefault="00225083" w:rsidP="00225083">
      <w:pPr>
        <w:keepNext/>
        <w:keepLines/>
        <w:tabs>
          <w:tab w:val="right" w:pos="851"/>
        </w:tabs>
        <w:spacing w:before="240" w:after="120" w:line="240" w:lineRule="exact"/>
        <w:ind w:left="1134" w:right="1134" w:hanging="1134"/>
        <w:rPr>
          <w:b/>
          <w:spacing w:val="4"/>
          <w:w w:val="103"/>
          <w:kern w:val="14"/>
          <w:lang w:eastAsia="zh-CN"/>
        </w:rPr>
      </w:pPr>
      <w:r w:rsidRPr="00191994">
        <w:rPr>
          <w:b/>
          <w:spacing w:val="4"/>
          <w:w w:val="103"/>
          <w:kern w:val="14"/>
          <w:lang w:eastAsia="zh-CN"/>
        </w:rPr>
        <w:lastRenderedPageBreak/>
        <w:tab/>
        <w:t>14.</w:t>
      </w:r>
      <w:r w:rsidRPr="00191994">
        <w:rPr>
          <w:b/>
          <w:spacing w:val="4"/>
          <w:w w:val="103"/>
          <w:kern w:val="14"/>
          <w:lang w:eastAsia="zh-CN"/>
        </w:rPr>
        <w:tab/>
      </w:r>
      <w:r w:rsidRPr="00191994">
        <w:rPr>
          <w:b/>
          <w:bCs/>
        </w:rPr>
        <w:t xml:space="preserve">Приложение 1, добавление </w:t>
      </w:r>
      <w:r w:rsidRPr="00191994">
        <w:rPr>
          <w:b/>
          <w:spacing w:val="4"/>
          <w:w w:val="103"/>
          <w:kern w:val="14"/>
          <w:lang w:eastAsia="zh-CN"/>
        </w:rPr>
        <w:t>3</w:t>
      </w:r>
    </w:p>
    <w:p w14:paraId="0CBE63A7" w14:textId="77777777" w:rsidR="00225083" w:rsidRPr="00191994" w:rsidRDefault="00225083" w:rsidP="00225083">
      <w:pPr>
        <w:pStyle w:val="SingleTxtG"/>
      </w:pPr>
      <w:r w:rsidRPr="00191994">
        <w:t xml:space="preserve">Включить в </w:t>
      </w:r>
      <w:r w:rsidRPr="00191994">
        <w:rPr>
          <w:shd w:val="clear" w:color="auto" w:fill="FFFFFF"/>
        </w:rPr>
        <w:t>образец бланка свидетельства о соответствии новый раздел 7.2.6 следующего содержания:</w:t>
      </w:r>
    </w:p>
    <w:p w14:paraId="7F01B7E2" w14:textId="16D846B4" w:rsidR="00225083" w:rsidRPr="00191994" w:rsidRDefault="00225083" w:rsidP="00225083">
      <w:pPr>
        <w:pStyle w:val="SingleTxtG"/>
      </w:pPr>
      <w:r w:rsidRPr="00191994">
        <w:t>«7.2.6</w:t>
      </w:r>
      <w:r w:rsidR="00FD6395">
        <w:tab/>
      </w:r>
      <w:r w:rsidRPr="00191994">
        <w:tab/>
        <w:t>XX циклов воздухообмена в час».</w:t>
      </w:r>
    </w:p>
    <w:p w14:paraId="7FF85E78" w14:textId="33B3226A" w:rsidR="00225083" w:rsidRPr="00191994" w:rsidRDefault="00225083" w:rsidP="00225083">
      <w:pPr>
        <w:pStyle w:val="SingleTxtG"/>
        <w:rPr>
          <w:i/>
        </w:rPr>
      </w:pPr>
      <w:r w:rsidRPr="00191994">
        <w:rPr>
          <w:i/>
        </w:rPr>
        <w:t>(</w:t>
      </w:r>
      <w:r w:rsidRPr="00191994">
        <w:rPr>
          <w:i/>
          <w:iCs/>
          <w:shd w:val="clear" w:color="auto" w:fill="FFFFFF"/>
        </w:rPr>
        <w:t>Справочный документ</w:t>
      </w:r>
      <w:r w:rsidRPr="00191994">
        <w:rPr>
          <w:i/>
        </w:rPr>
        <w:t xml:space="preserve">: ECE/TRANS/WP.11/2022/16 </w:t>
      </w:r>
      <w:r w:rsidRPr="00191994">
        <w:rPr>
          <w:i/>
          <w:iCs/>
        </w:rPr>
        <w:t>с поправками, содержащимися в неофициальном документе INF.10 с поправками</w:t>
      </w:r>
      <w:r w:rsidRPr="00191994">
        <w:rPr>
          <w:i/>
        </w:rPr>
        <w:t>)</w:t>
      </w:r>
    </w:p>
    <w:p w14:paraId="764D2E15" w14:textId="77777777" w:rsidR="00225083" w:rsidRPr="00191994" w:rsidRDefault="00225083" w:rsidP="00225083">
      <w:pPr>
        <w:keepNext/>
        <w:keepLines/>
        <w:tabs>
          <w:tab w:val="right" w:pos="851"/>
        </w:tabs>
        <w:spacing w:before="240" w:after="120" w:line="240" w:lineRule="exact"/>
        <w:ind w:left="1134" w:right="1134" w:hanging="1134"/>
        <w:rPr>
          <w:b/>
          <w:spacing w:val="4"/>
          <w:w w:val="103"/>
          <w:kern w:val="14"/>
          <w:lang w:eastAsia="zh-CN"/>
        </w:rPr>
      </w:pPr>
      <w:r w:rsidRPr="00191994">
        <w:rPr>
          <w:b/>
          <w:spacing w:val="4"/>
          <w:w w:val="103"/>
          <w:kern w:val="14"/>
          <w:lang w:eastAsia="zh-CN"/>
        </w:rPr>
        <w:tab/>
        <w:t>15.</w:t>
      </w:r>
      <w:r w:rsidRPr="00191994">
        <w:rPr>
          <w:b/>
          <w:spacing w:val="4"/>
          <w:w w:val="103"/>
          <w:kern w:val="14"/>
          <w:lang w:eastAsia="zh-CN"/>
        </w:rPr>
        <w:tab/>
      </w:r>
      <w:r w:rsidRPr="00191994">
        <w:rPr>
          <w:b/>
          <w:spacing w:val="4"/>
          <w:w w:val="103"/>
          <w:kern w:val="14"/>
          <w:lang w:eastAsia="zh-CN"/>
        </w:rPr>
        <w:tab/>
      </w:r>
      <w:r w:rsidRPr="00191994">
        <w:rPr>
          <w:b/>
          <w:bCs/>
        </w:rPr>
        <w:t xml:space="preserve">Приложение 1, добавление </w:t>
      </w:r>
      <w:r w:rsidRPr="00191994">
        <w:rPr>
          <w:b/>
          <w:spacing w:val="4"/>
          <w:w w:val="103"/>
          <w:kern w:val="14"/>
          <w:lang w:eastAsia="zh-CN"/>
        </w:rPr>
        <w:t>3</w:t>
      </w:r>
    </w:p>
    <w:p w14:paraId="09EDCBA6" w14:textId="77777777" w:rsidR="00225083" w:rsidRPr="00191994" w:rsidRDefault="00225083" w:rsidP="00225083">
      <w:pPr>
        <w:pStyle w:val="SingleTxtG"/>
      </w:pPr>
      <w:r w:rsidRPr="00191994">
        <w:t>После сноски 10 включить новую сноску 11</w:t>
      </w:r>
      <w:r w:rsidRPr="00191994">
        <w:rPr>
          <w:shd w:val="clear" w:color="auto" w:fill="FFFFFF"/>
        </w:rPr>
        <w:t xml:space="preserve"> следующего содержания:</w:t>
      </w:r>
    </w:p>
    <w:p w14:paraId="02AA6810" w14:textId="7A3C1EA9" w:rsidR="00225083" w:rsidRPr="00191994" w:rsidRDefault="00225083" w:rsidP="00FD6395">
      <w:pPr>
        <w:pStyle w:val="SingleTxtG"/>
        <w:tabs>
          <w:tab w:val="clear" w:pos="1701"/>
          <w:tab w:val="left" w:pos="1560"/>
        </w:tabs>
        <w:jc w:val="left"/>
        <w:rPr>
          <w:sz w:val="18"/>
          <w:lang w:eastAsia="ru-RU"/>
        </w:rPr>
      </w:pPr>
      <w:r w:rsidRPr="00191994">
        <w:t>«</w:t>
      </w:r>
      <w:r w:rsidRPr="00191994">
        <w:rPr>
          <w:sz w:val="18"/>
          <w:szCs w:val="18"/>
          <w:vertAlign w:val="superscript"/>
        </w:rPr>
        <w:t>11</w:t>
      </w:r>
      <w:r w:rsidRPr="00191994">
        <w:rPr>
          <w:vertAlign w:val="superscript"/>
        </w:rPr>
        <w:tab/>
      </w:r>
      <w:r w:rsidRPr="00191994">
        <w:rPr>
          <w:sz w:val="18"/>
          <w:lang w:eastAsia="ru-RU"/>
        </w:rPr>
        <w:t>Где XX — количество циклов воздухообмена в час, рассчитываемое путем деления общего расхода воздуха, перемещаемого циркуляционными вентиляторами, на полный внутренний объем транспортного средства. В случае многокамерных транспортных средств с подвижными разделительными перегородками общий расход воздуха, перемещаемого циркуляционными вентиляторами, должен делиться на максимальный внутренний объем каждой камеры».</w:t>
      </w:r>
    </w:p>
    <w:p w14:paraId="5E66EF99" w14:textId="6F7137A5" w:rsidR="00225083" w:rsidRPr="00191994" w:rsidRDefault="00225083" w:rsidP="00225083">
      <w:pPr>
        <w:pStyle w:val="SingleTxtG"/>
        <w:rPr>
          <w:i/>
        </w:rPr>
      </w:pPr>
      <w:r w:rsidRPr="00191994">
        <w:rPr>
          <w:i/>
        </w:rPr>
        <w:t>(</w:t>
      </w:r>
      <w:r w:rsidRPr="00191994">
        <w:rPr>
          <w:i/>
          <w:iCs/>
          <w:shd w:val="clear" w:color="auto" w:fill="FFFFFF"/>
        </w:rPr>
        <w:t>Справочный документ</w:t>
      </w:r>
      <w:r w:rsidRPr="00191994">
        <w:rPr>
          <w:i/>
        </w:rPr>
        <w:t xml:space="preserve">: ECE/TRANS/WP.11/2022/16 </w:t>
      </w:r>
      <w:r w:rsidRPr="00191994">
        <w:rPr>
          <w:i/>
          <w:iCs/>
        </w:rPr>
        <w:t>с поправками, содержащимися в неофициальном документе INF.10 с поправками</w:t>
      </w:r>
      <w:r w:rsidRPr="00191994">
        <w:rPr>
          <w:i/>
        </w:rPr>
        <w:t>)</w:t>
      </w:r>
    </w:p>
    <w:p w14:paraId="2E02ACDB" w14:textId="77777777" w:rsidR="00225083" w:rsidRPr="00191994" w:rsidRDefault="00225083" w:rsidP="00225083">
      <w:pPr>
        <w:keepNext/>
        <w:keepLines/>
        <w:tabs>
          <w:tab w:val="right" w:pos="851"/>
        </w:tabs>
        <w:spacing w:before="240" w:after="120" w:line="240" w:lineRule="exact"/>
        <w:ind w:left="1134" w:right="1134" w:hanging="1134"/>
        <w:rPr>
          <w:b/>
          <w:spacing w:val="4"/>
          <w:w w:val="103"/>
          <w:kern w:val="14"/>
          <w:lang w:eastAsia="zh-CN"/>
        </w:rPr>
      </w:pPr>
      <w:r w:rsidRPr="00191994">
        <w:rPr>
          <w:b/>
          <w:spacing w:val="4"/>
          <w:w w:val="103"/>
          <w:kern w:val="14"/>
          <w:lang w:eastAsia="zh-CN"/>
        </w:rPr>
        <w:tab/>
        <w:t>16.</w:t>
      </w:r>
      <w:r w:rsidRPr="00191994">
        <w:rPr>
          <w:b/>
          <w:spacing w:val="4"/>
          <w:w w:val="103"/>
          <w:kern w:val="14"/>
          <w:lang w:eastAsia="zh-CN"/>
        </w:rPr>
        <w:tab/>
      </w:r>
      <w:r w:rsidRPr="00191994">
        <w:rPr>
          <w:b/>
          <w:bCs/>
        </w:rPr>
        <w:t xml:space="preserve">Приложение 1, добавление </w:t>
      </w:r>
      <w:r w:rsidRPr="00191994">
        <w:rPr>
          <w:b/>
          <w:spacing w:val="4"/>
          <w:w w:val="103"/>
          <w:kern w:val="14"/>
          <w:lang w:eastAsia="zh-CN"/>
        </w:rPr>
        <w:t>3</w:t>
      </w:r>
    </w:p>
    <w:p w14:paraId="37AE2A19" w14:textId="77777777" w:rsidR="00225083" w:rsidRPr="00191994" w:rsidRDefault="00225083" w:rsidP="00225083">
      <w:pPr>
        <w:pStyle w:val="SingleTxtG"/>
      </w:pPr>
      <w:r w:rsidRPr="00191994">
        <w:t>Существующие сноски 11–15 пронумеровать как 12–16.</w:t>
      </w:r>
    </w:p>
    <w:p w14:paraId="2F91C112" w14:textId="6570B7B0" w:rsidR="00225083" w:rsidRPr="00191994" w:rsidRDefault="00225083" w:rsidP="00225083">
      <w:pPr>
        <w:pStyle w:val="SingleTxtG"/>
        <w:rPr>
          <w:i/>
        </w:rPr>
      </w:pPr>
      <w:r w:rsidRPr="00191994">
        <w:rPr>
          <w:i/>
        </w:rPr>
        <w:t>(</w:t>
      </w:r>
      <w:r w:rsidRPr="00191994">
        <w:rPr>
          <w:i/>
          <w:iCs/>
          <w:shd w:val="clear" w:color="auto" w:fill="FFFFFF"/>
        </w:rPr>
        <w:t>Справочный документ</w:t>
      </w:r>
      <w:r w:rsidRPr="00191994">
        <w:rPr>
          <w:i/>
        </w:rPr>
        <w:t xml:space="preserve">: ECE/TRANS/WP.11/2022/16 </w:t>
      </w:r>
      <w:r w:rsidRPr="00191994">
        <w:rPr>
          <w:i/>
          <w:iCs/>
        </w:rPr>
        <w:t>с поправками, содержащимися в неофициальном документе INF.10 с поправками</w:t>
      </w:r>
      <w:r w:rsidRPr="00191994">
        <w:rPr>
          <w:i/>
        </w:rPr>
        <w:t>)</w:t>
      </w:r>
    </w:p>
    <w:p w14:paraId="05A8AE07" w14:textId="77777777" w:rsidR="00225083" w:rsidRPr="00191994" w:rsidRDefault="00225083" w:rsidP="00225083">
      <w:r w:rsidRPr="00191994">
        <w:br w:type="page"/>
      </w:r>
    </w:p>
    <w:p w14:paraId="3328F7E5" w14:textId="77777777" w:rsidR="00225083" w:rsidRPr="00191994" w:rsidRDefault="00225083" w:rsidP="00225083">
      <w:pPr>
        <w:pStyle w:val="HChG"/>
      </w:pPr>
      <w:r w:rsidRPr="00191994">
        <w:lastRenderedPageBreak/>
        <w:t>Приложение III</w:t>
      </w:r>
    </w:p>
    <w:p w14:paraId="45BACC41" w14:textId="77777777" w:rsidR="00225083" w:rsidRPr="00191994" w:rsidRDefault="00225083" w:rsidP="00FD6395">
      <w:pPr>
        <w:pStyle w:val="SingleTxtG"/>
        <w:jc w:val="right"/>
      </w:pPr>
      <w:r w:rsidRPr="00191994">
        <w:t>[</w:t>
      </w:r>
      <w:r w:rsidRPr="00191994">
        <w:rPr>
          <w:shd w:val="clear" w:color="auto" w:fill="FFFFFF"/>
        </w:rPr>
        <w:t>Языки оригинала: английский и французский</w:t>
      </w:r>
      <w:r w:rsidRPr="00191994">
        <w:t>]</w:t>
      </w:r>
    </w:p>
    <w:p w14:paraId="2A3ABF11" w14:textId="77777777" w:rsidR="00225083" w:rsidRPr="00191994" w:rsidRDefault="00225083" w:rsidP="00225083">
      <w:pPr>
        <w:pStyle w:val="HChG"/>
      </w:pPr>
      <w:r w:rsidRPr="00191994">
        <w:tab/>
      </w:r>
      <w:r w:rsidRPr="00191994">
        <w:tab/>
        <w:t>Добавления к Справочнику СПС</w:t>
      </w:r>
    </w:p>
    <w:p w14:paraId="2AC0C6C5" w14:textId="77777777" w:rsidR="00225083" w:rsidRPr="00191994" w:rsidRDefault="00225083" w:rsidP="003C4C94">
      <w:pPr>
        <w:pStyle w:val="H23G"/>
        <w:rPr>
          <w:rFonts w:asciiTheme="majorBidi" w:hAnsiTheme="majorBidi" w:cstheme="majorBidi"/>
          <w:spacing w:val="4"/>
          <w:w w:val="103"/>
          <w:kern w:val="14"/>
          <w:lang w:eastAsia="zh-CN"/>
        </w:rPr>
      </w:pPr>
      <w:r w:rsidRPr="00191994">
        <w:rPr>
          <w:rFonts w:asciiTheme="majorBidi" w:hAnsiTheme="majorBidi" w:cstheme="majorBidi"/>
          <w:spacing w:val="4"/>
          <w:w w:val="103"/>
          <w:kern w:val="14"/>
          <w:lang w:eastAsia="zh-CN"/>
        </w:rPr>
        <w:tab/>
        <w:t>1.</w:t>
      </w:r>
      <w:r w:rsidRPr="00191994">
        <w:rPr>
          <w:rFonts w:asciiTheme="majorBidi" w:hAnsiTheme="majorBidi" w:cstheme="majorBidi"/>
          <w:spacing w:val="4"/>
          <w:w w:val="103"/>
          <w:kern w:val="14"/>
          <w:lang w:eastAsia="zh-CN"/>
        </w:rPr>
        <w:tab/>
      </w:r>
      <w:r w:rsidRPr="00191994">
        <w:rPr>
          <w:rFonts w:asciiTheme="majorBidi" w:hAnsiTheme="majorBidi" w:cstheme="majorBidi"/>
          <w:spacing w:val="4"/>
          <w:w w:val="103"/>
          <w:kern w:val="14"/>
          <w:lang w:eastAsia="zh-CN"/>
        </w:rPr>
        <w:tab/>
      </w:r>
      <w:r w:rsidRPr="00191994">
        <w:t xml:space="preserve">Приложение 1, добавление </w:t>
      </w:r>
      <w:r w:rsidRPr="00191994">
        <w:rPr>
          <w:spacing w:val="4"/>
          <w:w w:val="103"/>
          <w:kern w:val="14"/>
          <w:lang w:eastAsia="zh-CN"/>
        </w:rPr>
        <w:t xml:space="preserve">2, пункт </w:t>
      </w:r>
      <w:r w:rsidRPr="00191994">
        <w:rPr>
          <w:rFonts w:asciiTheme="majorBidi" w:hAnsiTheme="majorBidi" w:cstheme="majorBidi"/>
        </w:rPr>
        <w:t>1.2</w:t>
      </w:r>
      <w:r w:rsidRPr="00191994">
        <w:rPr>
          <w:rFonts w:asciiTheme="majorBidi" w:hAnsiTheme="majorBidi" w:cstheme="majorBidi"/>
          <w:spacing w:val="4"/>
          <w:w w:val="103"/>
          <w:kern w:val="14"/>
          <w:lang w:eastAsia="zh-CN"/>
        </w:rPr>
        <w:t xml:space="preserve"> </w:t>
      </w:r>
    </w:p>
    <w:p w14:paraId="40963401" w14:textId="77777777" w:rsidR="00225083" w:rsidRPr="00191994" w:rsidRDefault="00225083" w:rsidP="00225083">
      <w:pPr>
        <w:pStyle w:val="SingleTxtG"/>
        <w:rPr>
          <w:rFonts w:asciiTheme="majorBidi" w:hAnsiTheme="majorBidi" w:cstheme="majorBidi"/>
        </w:rPr>
      </w:pPr>
      <w:r w:rsidRPr="00191994">
        <w:t>В таблице «Метод А» заменить слова «поперечная перегородка» на «</w:t>
      </w:r>
      <w:r w:rsidRPr="00191994">
        <w:rPr>
          <w:rFonts w:asciiTheme="majorBidi" w:hAnsiTheme="majorBidi" w:cstheme="majorBidi"/>
          <w:w w:val="103"/>
          <w:lang w:eastAsia="zh-CN"/>
        </w:rPr>
        <w:t>разделительная стенка</w:t>
      </w:r>
      <w:r w:rsidRPr="00191994">
        <w:t xml:space="preserve">».  </w:t>
      </w:r>
    </w:p>
    <w:p w14:paraId="5D55EC4B" w14:textId="3043D9CB" w:rsidR="00225083" w:rsidRPr="00191994" w:rsidRDefault="00225083" w:rsidP="00225083">
      <w:pPr>
        <w:pStyle w:val="SingleTxtG"/>
        <w:rPr>
          <w:rFonts w:asciiTheme="majorBidi" w:hAnsiTheme="majorBidi" w:cstheme="majorBidi"/>
          <w:i/>
        </w:rPr>
      </w:pPr>
      <w:r w:rsidRPr="00191994">
        <w:rPr>
          <w:rFonts w:asciiTheme="majorBidi" w:hAnsiTheme="majorBidi" w:cstheme="majorBidi"/>
          <w:i/>
        </w:rPr>
        <w:t>(</w:t>
      </w:r>
      <w:r w:rsidRPr="00191994">
        <w:rPr>
          <w:i/>
          <w:iCs/>
          <w:shd w:val="clear" w:color="auto" w:fill="FFFFFF"/>
        </w:rPr>
        <w:t>Справочный документ</w:t>
      </w:r>
      <w:r w:rsidRPr="00191994">
        <w:rPr>
          <w:rFonts w:asciiTheme="majorBidi" w:hAnsiTheme="majorBidi" w:cstheme="majorBidi"/>
          <w:i/>
        </w:rPr>
        <w:t xml:space="preserve">: </w:t>
      </w:r>
      <w:r w:rsidRPr="00191994">
        <w:rPr>
          <w:rFonts w:asciiTheme="majorBidi" w:hAnsiTheme="majorBidi" w:cstheme="majorBidi"/>
          <w:i/>
          <w:lang w:val="en-US"/>
        </w:rPr>
        <w:t>ECE</w:t>
      </w:r>
      <w:r w:rsidRPr="00191994">
        <w:rPr>
          <w:rFonts w:asciiTheme="majorBidi" w:hAnsiTheme="majorBidi" w:cstheme="majorBidi"/>
          <w:i/>
        </w:rPr>
        <w:t>/</w:t>
      </w:r>
      <w:r w:rsidRPr="00191994">
        <w:rPr>
          <w:rFonts w:asciiTheme="majorBidi" w:hAnsiTheme="majorBidi" w:cstheme="majorBidi"/>
          <w:i/>
          <w:lang w:val="en-US"/>
        </w:rPr>
        <w:t>TRANS</w:t>
      </w:r>
      <w:r w:rsidRPr="00191994">
        <w:rPr>
          <w:rFonts w:asciiTheme="majorBidi" w:hAnsiTheme="majorBidi" w:cstheme="majorBidi"/>
          <w:i/>
        </w:rPr>
        <w:t>/</w:t>
      </w:r>
      <w:r w:rsidRPr="00191994">
        <w:rPr>
          <w:rFonts w:asciiTheme="majorBidi" w:hAnsiTheme="majorBidi" w:cstheme="majorBidi"/>
          <w:i/>
          <w:lang w:val="en-US"/>
        </w:rPr>
        <w:t>WP</w:t>
      </w:r>
      <w:r w:rsidRPr="00191994">
        <w:rPr>
          <w:rFonts w:asciiTheme="majorBidi" w:hAnsiTheme="majorBidi" w:cstheme="majorBidi"/>
          <w:i/>
        </w:rPr>
        <w:t>.11/2022/20)</w:t>
      </w:r>
    </w:p>
    <w:p w14:paraId="4456E298" w14:textId="77777777" w:rsidR="00225083" w:rsidRPr="00191994" w:rsidRDefault="00225083" w:rsidP="003C4C94">
      <w:pPr>
        <w:pStyle w:val="H23G"/>
        <w:rPr>
          <w:rFonts w:asciiTheme="majorBidi" w:hAnsiTheme="majorBidi" w:cstheme="majorBidi"/>
          <w:spacing w:val="4"/>
          <w:w w:val="103"/>
          <w:kern w:val="14"/>
          <w:lang w:eastAsia="zh-CN"/>
        </w:rPr>
      </w:pPr>
      <w:r w:rsidRPr="00191994">
        <w:rPr>
          <w:rFonts w:asciiTheme="majorBidi" w:hAnsiTheme="majorBidi" w:cstheme="majorBidi"/>
          <w:spacing w:val="4"/>
          <w:w w:val="103"/>
          <w:kern w:val="14"/>
          <w:lang w:eastAsia="zh-CN"/>
        </w:rPr>
        <w:tab/>
        <w:t>2.</w:t>
      </w:r>
      <w:r w:rsidRPr="00191994">
        <w:rPr>
          <w:rFonts w:asciiTheme="majorBidi" w:hAnsiTheme="majorBidi" w:cstheme="majorBidi"/>
          <w:spacing w:val="4"/>
          <w:w w:val="103"/>
          <w:kern w:val="14"/>
          <w:lang w:eastAsia="zh-CN"/>
        </w:rPr>
        <w:tab/>
      </w:r>
      <w:r w:rsidRPr="00191994">
        <w:rPr>
          <w:rFonts w:asciiTheme="majorBidi" w:hAnsiTheme="majorBidi" w:cstheme="majorBidi"/>
          <w:spacing w:val="4"/>
          <w:w w:val="103"/>
          <w:kern w:val="14"/>
          <w:lang w:eastAsia="zh-CN"/>
        </w:rPr>
        <w:tab/>
      </w:r>
      <w:r w:rsidRPr="00191994">
        <w:t xml:space="preserve">Приложение 1, добавление </w:t>
      </w:r>
      <w:r w:rsidRPr="00191994">
        <w:rPr>
          <w:rFonts w:asciiTheme="majorBidi" w:hAnsiTheme="majorBidi" w:cstheme="majorBidi"/>
          <w:spacing w:val="4"/>
          <w:w w:val="103"/>
          <w:kern w:val="14"/>
          <w:lang w:eastAsia="zh-CN"/>
        </w:rPr>
        <w:t xml:space="preserve">2 </w:t>
      </w:r>
    </w:p>
    <w:p w14:paraId="543FC9E5" w14:textId="77777777" w:rsidR="00225083" w:rsidRPr="00191994" w:rsidRDefault="00225083" w:rsidP="00225083">
      <w:pPr>
        <w:pStyle w:val="SingleTxtG"/>
      </w:pPr>
      <w:r w:rsidRPr="00191994">
        <w:t xml:space="preserve">После пункта 3.2.8 добавить новый комментарий </w:t>
      </w:r>
      <w:r w:rsidRPr="00191994">
        <w:rPr>
          <w:shd w:val="clear" w:color="auto" w:fill="FFFFFF"/>
        </w:rPr>
        <w:t>следующего содержания:</w:t>
      </w:r>
    </w:p>
    <w:p w14:paraId="2E312684" w14:textId="279A42A8" w:rsidR="00225083" w:rsidRPr="00191994" w:rsidRDefault="00225083" w:rsidP="00225083">
      <w:pPr>
        <w:pStyle w:val="SingleTxtG"/>
      </w:pPr>
      <w:r w:rsidRPr="00191994">
        <w:t xml:space="preserve">«Расход воздуха является одним из важнейших параметров в процессе перевозки в условиях контролируемой температуры. </w:t>
      </w:r>
    </w:p>
    <w:p w14:paraId="2E9F6501" w14:textId="63FBFE52" w:rsidR="00225083" w:rsidRPr="00191994" w:rsidRDefault="00225083" w:rsidP="00225083">
      <w:pPr>
        <w:pStyle w:val="SingleTxtG"/>
      </w:pPr>
      <w:r w:rsidRPr="00191994">
        <w:t xml:space="preserve">В случае замороженных грузов воздушный поток должен быть слабым во избежание высыхания, но достаточным для отвода тепла, поступающего через изолированные стенки, причем температура приточного воздуха может опускаться ниже заданной температуры для отвода тепла без повреждения продуктов. В случае охлаждаемых грузов для нормального распределения температуры требуется больший расход воздуха, в том числе по той причине, что температура приточного воздуха не может быть значительно ниже заданной из-за риска повреждения, обусловленного замораживанием или охлаждением. Некоторые охлажденные грузы являются метаболически активными и поэтому нуждаются в более существенном расходе воздуха для отвода тепла, выделяющегося в ходе этого процесса. </w:t>
      </w:r>
    </w:p>
    <w:p w14:paraId="33F2A30B" w14:textId="55588114" w:rsidR="00225083" w:rsidRPr="00191994" w:rsidRDefault="00225083" w:rsidP="00225083">
      <w:pPr>
        <w:pStyle w:val="SingleTxtG"/>
      </w:pPr>
      <w:r w:rsidRPr="00191994">
        <w:t>Периодический режим работы вентилятора не следует использовать в случае чувствительных грузов, которые нуждаются в тщательном распределении температуры. Как правило, режим “запуск/выключение” установки, когда вентиляторы испарителя/установка переводятся в циклический режим, используется только при транспортировке замороженных продуктов.</w:t>
      </w:r>
    </w:p>
    <w:p w14:paraId="7E65A200" w14:textId="77777777" w:rsidR="00225083" w:rsidRPr="00191994" w:rsidRDefault="00225083" w:rsidP="003C4C94">
      <w:pPr>
        <w:pStyle w:val="H23G"/>
        <w:rPr>
          <w:rFonts w:asciiTheme="majorBidi" w:hAnsiTheme="majorBidi" w:cstheme="majorBidi"/>
        </w:rPr>
      </w:pPr>
      <w:r w:rsidRPr="00191994">
        <w:rPr>
          <w:b w:val="0"/>
          <w:bCs/>
        </w:rPr>
        <w:tab/>
      </w:r>
      <w:r w:rsidRPr="00191994">
        <w:rPr>
          <w:b w:val="0"/>
          <w:bCs/>
        </w:rPr>
        <w:tab/>
        <w:t>Таблица 1</w:t>
      </w:r>
      <w:r w:rsidRPr="00191994">
        <w:br/>
        <w:t>Примеры требований к расходу воздуха для грузов, чувствительных к</w:t>
      </w:r>
      <w:r w:rsidRPr="00191994">
        <w:rPr>
          <w:lang w:val="fr-CH"/>
        </w:rPr>
        <w:t> </w:t>
      </w:r>
      <w:r w:rsidRPr="00191994">
        <w:t>температуре</w:t>
      </w:r>
    </w:p>
    <w:tbl>
      <w:tblPr>
        <w:tblW w:w="7370" w:type="dxa"/>
        <w:tblInd w:w="1134" w:type="dxa"/>
        <w:tblLayout w:type="fixed"/>
        <w:tblCellMar>
          <w:left w:w="0" w:type="dxa"/>
          <w:right w:w="0" w:type="dxa"/>
        </w:tblCellMar>
        <w:tblLook w:val="04A0" w:firstRow="1" w:lastRow="0" w:firstColumn="1" w:lastColumn="0" w:noHBand="0" w:noVBand="1"/>
      </w:tblPr>
      <w:tblGrid>
        <w:gridCol w:w="1736"/>
        <w:gridCol w:w="293"/>
        <w:gridCol w:w="309"/>
        <w:gridCol w:w="1176"/>
        <w:gridCol w:w="420"/>
        <w:gridCol w:w="1385"/>
        <w:gridCol w:w="504"/>
        <w:gridCol w:w="1547"/>
      </w:tblGrid>
      <w:tr w:rsidR="00191994" w:rsidRPr="00191994" w14:paraId="6E3BE548" w14:textId="77777777" w:rsidTr="003E13A9">
        <w:trPr>
          <w:tblHeader/>
        </w:trPr>
        <w:tc>
          <w:tcPr>
            <w:tcW w:w="2029" w:type="dxa"/>
            <w:gridSpan w:val="2"/>
            <w:tcBorders>
              <w:top w:val="single" w:sz="4" w:space="0" w:color="auto"/>
              <w:bottom w:val="single" w:sz="12" w:space="0" w:color="auto"/>
            </w:tcBorders>
            <w:shd w:val="clear" w:color="auto" w:fill="auto"/>
            <w:vAlign w:val="bottom"/>
            <w:hideMark/>
          </w:tcPr>
          <w:p w14:paraId="1C04E55E" w14:textId="77777777" w:rsidR="00225083" w:rsidRPr="00191994" w:rsidRDefault="00225083" w:rsidP="003E13A9">
            <w:pPr>
              <w:autoSpaceDE w:val="0"/>
              <w:autoSpaceDN w:val="0"/>
              <w:adjustRightInd w:val="0"/>
              <w:spacing w:before="80" w:after="80" w:line="200" w:lineRule="exact"/>
              <w:rPr>
                <w:bCs/>
                <w:i/>
                <w:sz w:val="16"/>
                <w:szCs w:val="16"/>
              </w:rPr>
            </w:pPr>
            <w:r w:rsidRPr="00191994">
              <w:rPr>
                <w:i/>
                <w:iCs/>
                <w:sz w:val="16"/>
                <w:szCs w:val="16"/>
              </w:rPr>
              <w:t>Тип грузов</w:t>
            </w:r>
          </w:p>
        </w:tc>
        <w:tc>
          <w:tcPr>
            <w:tcW w:w="309" w:type="dxa"/>
            <w:tcBorders>
              <w:top w:val="single" w:sz="4" w:space="0" w:color="auto"/>
              <w:bottom w:val="single" w:sz="12" w:space="0" w:color="auto"/>
            </w:tcBorders>
            <w:shd w:val="clear" w:color="auto" w:fill="auto"/>
            <w:vAlign w:val="bottom"/>
            <w:hideMark/>
          </w:tcPr>
          <w:p w14:paraId="02E01B4C" w14:textId="77777777" w:rsidR="00225083" w:rsidRPr="00191994" w:rsidRDefault="00225083" w:rsidP="003E13A9">
            <w:pPr>
              <w:autoSpaceDE w:val="0"/>
              <w:autoSpaceDN w:val="0"/>
              <w:adjustRightInd w:val="0"/>
              <w:spacing w:before="80" w:after="80" w:line="200" w:lineRule="exact"/>
              <w:jc w:val="right"/>
              <w:rPr>
                <w:bCs/>
                <w:i/>
                <w:sz w:val="16"/>
                <w:szCs w:val="16"/>
              </w:rPr>
            </w:pPr>
            <w:r w:rsidRPr="00191994">
              <w:rPr>
                <w:i/>
                <w:noProof/>
                <w:sz w:val="16"/>
                <w:szCs w:val="16"/>
                <w:lang w:val="en-US" w:eastAsia="zh-CN"/>
              </w:rPr>
              <w:drawing>
                <wp:inline distT="0" distB="0" distL="0" distR="0" wp14:anchorId="1F7730FA" wp14:editId="3A9EB14D">
                  <wp:extent cx="180975" cy="2476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1176" w:type="dxa"/>
            <w:tcBorders>
              <w:top w:val="single" w:sz="4" w:space="0" w:color="auto"/>
              <w:bottom w:val="single" w:sz="12" w:space="0" w:color="auto"/>
            </w:tcBorders>
            <w:shd w:val="clear" w:color="auto" w:fill="auto"/>
            <w:vAlign w:val="bottom"/>
            <w:hideMark/>
          </w:tcPr>
          <w:p w14:paraId="6A83E569" w14:textId="77777777" w:rsidR="00225083" w:rsidRPr="00191994" w:rsidRDefault="00225083" w:rsidP="003E13A9">
            <w:pPr>
              <w:autoSpaceDE w:val="0"/>
              <w:autoSpaceDN w:val="0"/>
              <w:adjustRightInd w:val="0"/>
              <w:spacing w:before="80" w:after="80" w:line="200" w:lineRule="exact"/>
              <w:jc w:val="right"/>
              <w:rPr>
                <w:bCs/>
                <w:i/>
                <w:sz w:val="16"/>
                <w:szCs w:val="16"/>
              </w:rPr>
            </w:pPr>
            <w:r w:rsidRPr="00191994">
              <w:rPr>
                <w:i/>
                <w:iCs/>
                <w:sz w:val="16"/>
                <w:szCs w:val="16"/>
              </w:rPr>
              <w:t>Заданный температурный режим</w:t>
            </w:r>
          </w:p>
          <w:p w14:paraId="6104CCD4" w14:textId="77777777" w:rsidR="00225083" w:rsidRPr="00191994" w:rsidRDefault="00225083" w:rsidP="003E13A9">
            <w:pPr>
              <w:autoSpaceDE w:val="0"/>
              <w:autoSpaceDN w:val="0"/>
              <w:adjustRightInd w:val="0"/>
              <w:spacing w:before="80" w:after="80" w:line="200" w:lineRule="exact"/>
              <w:jc w:val="right"/>
              <w:rPr>
                <w:bCs/>
                <w:i/>
                <w:sz w:val="16"/>
                <w:szCs w:val="16"/>
              </w:rPr>
            </w:pPr>
            <w:r w:rsidRPr="00191994">
              <w:rPr>
                <w:i/>
                <w:iCs/>
                <w:sz w:val="16"/>
                <w:szCs w:val="16"/>
              </w:rPr>
              <w:t>[°C]</w:t>
            </w:r>
          </w:p>
        </w:tc>
        <w:tc>
          <w:tcPr>
            <w:tcW w:w="420" w:type="dxa"/>
            <w:tcBorders>
              <w:top w:val="single" w:sz="4" w:space="0" w:color="auto"/>
              <w:bottom w:val="single" w:sz="12" w:space="0" w:color="auto"/>
            </w:tcBorders>
            <w:shd w:val="clear" w:color="auto" w:fill="auto"/>
            <w:vAlign w:val="bottom"/>
            <w:hideMark/>
          </w:tcPr>
          <w:p w14:paraId="1032D023" w14:textId="77777777" w:rsidR="00225083" w:rsidRPr="00191994" w:rsidRDefault="00225083" w:rsidP="003E13A9">
            <w:pPr>
              <w:autoSpaceDE w:val="0"/>
              <w:autoSpaceDN w:val="0"/>
              <w:adjustRightInd w:val="0"/>
              <w:spacing w:before="80" w:after="80" w:line="200" w:lineRule="exact"/>
              <w:jc w:val="right"/>
              <w:rPr>
                <w:bCs/>
                <w:i/>
                <w:sz w:val="16"/>
                <w:szCs w:val="16"/>
              </w:rPr>
            </w:pPr>
            <w:r w:rsidRPr="00191994">
              <w:rPr>
                <w:i/>
                <w:noProof/>
                <w:sz w:val="16"/>
                <w:szCs w:val="16"/>
                <w:lang w:val="en-US" w:eastAsia="zh-CN"/>
              </w:rPr>
              <w:drawing>
                <wp:inline distT="0" distB="0" distL="0" distR="0" wp14:anchorId="75049F93" wp14:editId="4D6ACAFB">
                  <wp:extent cx="190500" cy="2476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1385" w:type="dxa"/>
            <w:tcBorders>
              <w:top w:val="single" w:sz="4" w:space="0" w:color="auto"/>
              <w:bottom w:val="single" w:sz="12" w:space="0" w:color="auto"/>
            </w:tcBorders>
            <w:shd w:val="clear" w:color="auto" w:fill="auto"/>
            <w:vAlign w:val="bottom"/>
            <w:hideMark/>
          </w:tcPr>
          <w:p w14:paraId="08679081" w14:textId="77777777" w:rsidR="00225083" w:rsidRPr="00191994" w:rsidRDefault="00225083" w:rsidP="003E13A9">
            <w:pPr>
              <w:autoSpaceDE w:val="0"/>
              <w:autoSpaceDN w:val="0"/>
              <w:adjustRightInd w:val="0"/>
              <w:spacing w:before="80" w:after="80" w:line="200" w:lineRule="exact"/>
              <w:jc w:val="right"/>
              <w:rPr>
                <w:bCs/>
                <w:i/>
                <w:sz w:val="16"/>
                <w:szCs w:val="16"/>
              </w:rPr>
            </w:pPr>
            <w:r w:rsidRPr="00191994">
              <w:rPr>
                <w:i/>
                <w:iCs/>
                <w:sz w:val="16"/>
                <w:szCs w:val="16"/>
              </w:rPr>
              <w:t>Чувствительность к влажности</w:t>
            </w:r>
          </w:p>
        </w:tc>
        <w:tc>
          <w:tcPr>
            <w:tcW w:w="504" w:type="dxa"/>
            <w:tcBorders>
              <w:top w:val="single" w:sz="4" w:space="0" w:color="auto"/>
              <w:bottom w:val="single" w:sz="12" w:space="0" w:color="auto"/>
            </w:tcBorders>
            <w:shd w:val="clear" w:color="auto" w:fill="auto"/>
            <w:vAlign w:val="bottom"/>
            <w:hideMark/>
          </w:tcPr>
          <w:p w14:paraId="081F6AC6" w14:textId="77777777" w:rsidR="00225083" w:rsidRPr="00191994" w:rsidRDefault="00225083" w:rsidP="003E13A9">
            <w:pPr>
              <w:autoSpaceDE w:val="0"/>
              <w:autoSpaceDN w:val="0"/>
              <w:adjustRightInd w:val="0"/>
              <w:spacing w:before="80" w:after="80" w:line="200" w:lineRule="exact"/>
              <w:jc w:val="right"/>
              <w:rPr>
                <w:bCs/>
                <w:i/>
                <w:sz w:val="16"/>
                <w:szCs w:val="16"/>
              </w:rPr>
            </w:pPr>
            <w:r w:rsidRPr="00191994">
              <w:rPr>
                <w:i/>
                <w:noProof/>
                <w:sz w:val="16"/>
                <w:szCs w:val="16"/>
                <w:lang w:val="en-US" w:eastAsia="zh-CN"/>
              </w:rPr>
              <w:drawing>
                <wp:inline distT="0" distB="0" distL="0" distR="0" wp14:anchorId="14F9CD56" wp14:editId="4E472107">
                  <wp:extent cx="247650" cy="209550"/>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547" w:type="dxa"/>
            <w:tcBorders>
              <w:top w:val="single" w:sz="4" w:space="0" w:color="auto"/>
              <w:bottom w:val="single" w:sz="12" w:space="0" w:color="auto"/>
            </w:tcBorders>
            <w:shd w:val="clear" w:color="auto" w:fill="auto"/>
            <w:vAlign w:val="bottom"/>
            <w:hideMark/>
          </w:tcPr>
          <w:p w14:paraId="384FF377" w14:textId="77777777" w:rsidR="00225083" w:rsidRPr="00191994" w:rsidRDefault="00225083" w:rsidP="003E13A9">
            <w:pPr>
              <w:autoSpaceDE w:val="0"/>
              <w:autoSpaceDN w:val="0"/>
              <w:adjustRightInd w:val="0"/>
              <w:spacing w:before="80" w:after="80" w:line="200" w:lineRule="exact"/>
              <w:jc w:val="right"/>
              <w:rPr>
                <w:bCs/>
                <w:i/>
                <w:sz w:val="16"/>
                <w:szCs w:val="16"/>
              </w:rPr>
            </w:pPr>
            <w:r w:rsidRPr="00191994">
              <w:rPr>
                <w:i/>
                <w:iCs/>
                <w:sz w:val="16"/>
                <w:szCs w:val="16"/>
              </w:rPr>
              <w:t>Рекомендуемый показатель воздухообмена [циклов воздухообмена/ч]</w:t>
            </w:r>
          </w:p>
        </w:tc>
      </w:tr>
      <w:tr w:rsidR="00191994" w:rsidRPr="00191994" w14:paraId="32103C25" w14:textId="77777777" w:rsidTr="003E13A9">
        <w:tc>
          <w:tcPr>
            <w:tcW w:w="1736" w:type="dxa"/>
            <w:tcBorders>
              <w:top w:val="single" w:sz="12" w:space="0" w:color="auto"/>
            </w:tcBorders>
            <w:shd w:val="clear" w:color="auto" w:fill="auto"/>
            <w:hideMark/>
          </w:tcPr>
          <w:p w14:paraId="0AD7FF2F" w14:textId="77777777" w:rsidR="00225083" w:rsidRPr="00B4352C" w:rsidRDefault="00225083" w:rsidP="003C118A">
            <w:pPr>
              <w:autoSpaceDE w:val="0"/>
              <w:autoSpaceDN w:val="0"/>
              <w:adjustRightInd w:val="0"/>
              <w:spacing w:before="80" w:after="40" w:line="220" w:lineRule="exact"/>
              <w:rPr>
                <w:b/>
                <w:szCs w:val="20"/>
              </w:rPr>
            </w:pPr>
            <w:r w:rsidRPr="00B4352C">
              <w:rPr>
                <w:b/>
                <w:szCs w:val="20"/>
              </w:rPr>
              <w:t>Подвешенное мясо</w:t>
            </w:r>
          </w:p>
        </w:tc>
        <w:tc>
          <w:tcPr>
            <w:tcW w:w="293" w:type="dxa"/>
            <w:tcBorders>
              <w:top w:val="single" w:sz="12" w:space="0" w:color="auto"/>
            </w:tcBorders>
            <w:shd w:val="clear" w:color="auto" w:fill="auto"/>
          </w:tcPr>
          <w:p w14:paraId="1B6563A7" w14:textId="77777777" w:rsidR="00225083" w:rsidRPr="00B4352C" w:rsidRDefault="00225083" w:rsidP="003C118A">
            <w:pPr>
              <w:autoSpaceDE w:val="0"/>
              <w:autoSpaceDN w:val="0"/>
              <w:adjustRightInd w:val="0"/>
              <w:spacing w:before="80" w:after="40" w:line="220" w:lineRule="exact"/>
              <w:rPr>
                <w:b/>
                <w:bCs/>
                <w:szCs w:val="20"/>
                <w:u w:val="single"/>
              </w:rPr>
            </w:pPr>
          </w:p>
        </w:tc>
        <w:tc>
          <w:tcPr>
            <w:tcW w:w="1485" w:type="dxa"/>
            <w:gridSpan w:val="2"/>
            <w:tcBorders>
              <w:top w:val="single" w:sz="12" w:space="0" w:color="auto"/>
            </w:tcBorders>
            <w:shd w:val="clear" w:color="auto" w:fill="auto"/>
            <w:vAlign w:val="bottom"/>
            <w:hideMark/>
          </w:tcPr>
          <w:p w14:paraId="1BACAC47" w14:textId="09C9E0D3" w:rsidR="00225083" w:rsidRPr="00B4352C" w:rsidRDefault="00225083" w:rsidP="003C118A">
            <w:pPr>
              <w:autoSpaceDE w:val="0"/>
              <w:autoSpaceDN w:val="0"/>
              <w:adjustRightInd w:val="0"/>
              <w:spacing w:before="80" w:after="40" w:line="220" w:lineRule="exact"/>
              <w:jc w:val="right"/>
              <w:rPr>
                <w:bCs/>
                <w:szCs w:val="20"/>
              </w:rPr>
            </w:pPr>
            <w:r w:rsidRPr="00B4352C">
              <w:rPr>
                <w:bCs/>
                <w:szCs w:val="20"/>
                <w:lang w:val="fr-CH"/>
              </w:rPr>
              <w:t>–</w:t>
            </w:r>
            <w:r w:rsidRPr="00B4352C">
              <w:rPr>
                <w:bCs/>
                <w:szCs w:val="20"/>
              </w:rPr>
              <w:t>1/+1</w:t>
            </w:r>
            <w:r w:rsidR="00396C5B">
              <w:rPr>
                <w:bCs/>
                <w:szCs w:val="20"/>
              </w:rPr>
              <w:t xml:space="preserve"> </w:t>
            </w:r>
            <w:r w:rsidRPr="00B4352C">
              <w:rPr>
                <w:bCs/>
                <w:szCs w:val="20"/>
              </w:rPr>
              <w:t>°C</w:t>
            </w:r>
          </w:p>
        </w:tc>
        <w:tc>
          <w:tcPr>
            <w:tcW w:w="1805" w:type="dxa"/>
            <w:gridSpan w:val="2"/>
            <w:tcBorders>
              <w:top w:val="single" w:sz="12" w:space="0" w:color="auto"/>
            </w:tcBorders>
            <w:shd w:val="clear" w:color="auto" w:fill="auto"/>
            <w:vAlign w:val="bottom"/>
            <w:hideMark/>
          </w:tcPr>
          <w:p w14:paraId="4A59D285" w14:textId="77777777" w:rsidR="00225083" w:rsidRPr="00B4352C" w:rsidRDefault="00225083" w:rsidP="003C118A">
            <w:pPr>
              <w:autoSpaceDE w:val="0"/>
              <w:autoSpaceDN w:val="0"/>
              <w:adjustRightInd w:val="0"/>
              <w:spacing w:before="80" w:after="40" w:line="220" w:lineRule="exact"/>
              <w:jc w:val="right"/>
              <w:rPr>
                <w:bCs/>
                <w:szCs w:val="20"/>
              </w:rPr>
            </w:pPr>
            <w:r w:rsidRPr="00B4352C">
              <w:rPr>
                <w:szCs w:val="20"/>
              </w:rPr>
              <w:t>Да</w:t>
            </w:r>
          </w:p>
        </w:tc>
        <w:tc>
          <w:tcPr>
            <w:tcW w:w="2051" w:type="dxa"/>
            <w:gridSpan w:val="2"/>
            <w:tcBorders>
              <w:top w:val="single" w:sz="12" w:space="0" w:color="auto"/>
            </w:tcBorders>
            <w:shd w:val="clear" w:color="auto" w:fill="auto"/>
            <w:vAlign w:val="bottom"/>
            <w:hideMark/>
          </w:tcPr>
          <w:p w14:paraId="72EE1107" w14:textId="77777777" w:rsidR="00225083" w:rsidRPr="00B4352C" w:rsidRDefault="00225083" w:rsidP="003C118A">
            <w:pPr>
              <w:autoSpaceDE w:val="0"/>
              <w:autoSpaceDN w:val="0"/>
              <w:adjustRightInd w:val="0"/>
              <w:spacing w:before="80" w:after="40" w:line="220" w:lineRule="exact"/>
              <w:jc w:val="right"/>
              <w:rPr>
                <w:bCs/>
                <w:szCs w:val="20"/>
              </w:rPr>
            </w:pPr>
            <w:r w:rsidRPr="00B4352C">
              <w:rPr>
                <w:bCs/>
                <w:szCs w:val="20"/>
              </w:rPr>
              <w:t xml:space="preserve">50–90 </w:t>
            </w:r>
          </w:p>
        </w:tc>
      </w:tr>
      <w:tr w:rsidR="00191994" w:rsidRPr="00191994" w14:paraId="1D8D23C0" w14:textId="77777777" w:rsidTr="003E13A9">
        <w:tc>
          <w:tcPr>
            <w:tcW w:w="1736" w:type="dxa"/>
            <w:shd w:val="clear" w:color="auto" w:fill="auto"/>
            <w:hideMark/>
          </w:tcPr>
          <w:p w14:paraId="33E021FF" w14:textId="77777777" w:rsidR="00225083" w:rsidRPr="00B4352C" w:rsidRDefault="00225083" w:rsidP="003E13A9">
            <w:pPr>
              <w:autoSpaceDE w:val="0"/>
              <w:autoSpaceDN w:val="0"/>
              <w:adjustRightInd w:val="0"/>
              <w:spacing w:before="40" w:after="40" w:line="220" w:lineRule="exact"/>
              <w:rPr>
                <w:b/>
                <w:szCs w:val="20"/>
              </w:rPr>
            </w:pPr>
            <w:r w:rsidRPr="00B4352C">
              <w:rPr>
                <w:b/>
                <w:szCs w:val="20"/>
              </w:rPr>
              <w:t>Охлажденные продукты</w:t>
            </w:r>
          </w:p>
        </w:tc>
        <w:tc>
          <w:tcPr>
            <w:tcW w:w="293" w:type="dxa"/>
            <w:shd w:val="clear" w:color="auto" w:fill="auto"/>
          </w:tcPr>
          <w:p w14:paraId="38850336" w14:textId="77777777" w:rsidR="00225083" w:rsidRPr="00B4352C" w:rsidRDefault="00225083" w:rsidP="003E13A9">
            <w:pPr>
              <w:autoSpaceDE w:val="0"/>
              <w:autoSpaceDN w:val="0"/>
              <w:adjustRightInd w:val="0"/>
              <w:spacing w:before="40" w:after="40" w:line="220" w:lineRule="exact"/>
              <w:rPr>
                <w:b/>
                <w:bCs/>
                <w:szCs w:val="20"/>
                <w:u w:val="single"/>
              </w:rPr>
            </w:pPr>
          </w:p>
        </w:tc>
        <w:tc>
          <w:tcPr>
            <w:tcW w:w="1485" w:type="dxa"/>
            <w:gridSpan w:val="2"/>
            <w:shd w:val="clear" w:color="auto" w:fill="auto"/>
            <w:vAlign w:val="bottom"/>
            <w:hideMark/>
          </w:tcPr>
          <w:p w14:paraId="61D904B5" w14:textId="2D2BF104" w:rsidR="00225083" w:rsidRPr="00B4352C" w:rsidRDefault="00225083" w:rsidP="003E13A9">
            <w:pPr>
              <w:autoSpaceDE w:val="0"/>
              <w:autoSpaceDN w:val="0"/>
              <w:adjustRightInd w:val="0"/>
              <w:spacing w:before="40" w:after="40" w:line="220" w:lineRule="exact"/>
              <w:jc w:val="right"/>
              <w:rPr>
                <w:bCs/>
                <w:szCs w:val="20"/>
              </w:rPr>
            </w:pPr>
            <w:r w:rsidRPr="00B4352C">
              <w:rPr>
                <w:bCs/>
                <w:szCs w:val="20"/>
                <w:lang w:val="fr-CH"/>
              </w:rPr>
              <w:t>–</w:t>
            </w:r>
            <w:r w:rsidRPr="00B4352C">
              <w:rPr>
                <w:bCs/>
                <w:szCs w:val="20"/>
              </w:rPr>
              <w:t>1/+6</w:t>
            </w:r>
            <w:r w:rsidR="00396C5B">
              <w:rPr>
                <w:bCs/>
                <w:szCs w:val="20"/>
              </w:rPr>
              <w:t xml:space="preserve"> </w:t>
            </w:r>
            <w:r w:rsidRPr="00B4352C">
              <w:rPr>
                <w:bCs/>
                <w:szCs w:val="20"/>
              </w:rPr>
              <w:t>°C</w:t>
            </w:r>
          </w:p>
        </w:tc>
        <w:tc>
          <w:tcPr>
            <w:tcW w:w="1805" w:type="dxa"/>
            <w:gridSpan w:val="2"/>
            <w:shd w:val="clear" w:color="auto" w:fill="auto"/>
            <w:vAlign w:val="bottom"/>
            <w:hideMark/>
          </w:tcPr>
          <w:p w14:paraId="5D9688A4" w14:textId="77777777" w:rsidR="00225083" w:rsidRPr="00B4352C" w:rsidRDefault="00225083" w:rsidP="003E13A9">
            <w:pPr>
              <w:autoSpaceDE w:val="0"/>
              <w:autoSpaceDN w:val="0"/>
              <w:adjustRightInd w:val="0"/>
              <w:spacing w:before="40" w:after="40" w:line="220" w:lineRule="exact"/>
              <w:jc w:val="right"/>
              <w:rPr>
                <w:bCs/>
                <w:szCs w:val="20"/>
              </w:rPr>
            </w:pPr>
            <w:r w:rsidRPr="00B4352C">
              <w:rPr>
                <w:szCs w:val="20"/>
              </w:rPr>
              <w:t>Да</w:t>
            </w:r>
          </w:p>
        </w:tc>
        <w:tc>
          <w:tcPr>
            <w:tcW w:w="2051" w:type="dxa"/>
            <w:gridSpan w:val="2"/>
            <w:shd w:val="clear" w:color="auto" w:fill="auto"/>
            <w:vAlign w:val="bottom"/>
            <w:hideMark/>
          </w:tcPr>
          <w:p w14:paraId="7304E333" w14:textId="77777777" w:rsidR="00225083" w:rsidRPr="00B4352C" w:rsidRDefault="00225083" w:rsidP="003E13A9">
            <w:pPr>
              <w:autoSpaceDE w:val="0"/>
              <w:autoSpaceDN w:val="0"/>
              <w:adjustRightInd w:val="0"/>
              <w:spacing w:before="40" w:after="40" w:line="220" w:lineRule="exact"/>
              <w:jc w:val="right"/>
              <w:rPr>
                <w:bCs/>
                <w:szCs w:val="20"/>
              </w:rPr>
            </w:pPr>
            <w:r w:rsidRPr="00B4352C">
              <w:rPr>
                <w:bCs/>
                <w:szCs w:val="20"/>
              </w:rPr>
              <w:t xml:space="preserve">50–90 </w:t>
            </w:r>
          </w:p>
        </w:tc>
      </w:tr>
      <w:tr w:rsidR="00191994" w:rsidRPr="00191994" w14:paraId="23C283D9" w14:textId="77777777" w:rsidTr="003E13A9">
        <w:tc>
          <w:tcPr>
            <w:tcW w:w="1736" w:type="dxa"/>
            <w:shd w:val="clear" w:color="auto" w:fill="auto"/>
          </w:tcPr>
          <w:p w14:paraId="4AA138EB" w14:textId="77777777" w:rsidR="00225083" w:rsidRPr="00B4352C" w:rsidRDefault="00225083" w:rsidP="003E13A9">
            <w:pPr>
              <w:autoSpaceDE w:val="0"/>
              <w:autoSpaceDN w:val="0"/>
              <w:adjustRightInd w:val="0"/>
              <w:spacing w:before="40" w:after="40" w:line="220" w:lineRule="exact"/>
              <w:rPr>
                <w:b/>
                <w:szCs w:val="20"/>
              </w:rPr>
            </w:pPr>
          </w:p>
        </w:tc>
        <w:tc>
          <w:tcPr>
            <w:tcW w:w="293" w:type="dxa"/>
            <w:shd w:val="clear" w:color="auto" w:fill="auto"/>
          </w:tcPr>
          <w:p w14:paraId="261163BE" w14:textId="77777777" w:rsidR="00225083" w:rsidRPr="00B4352C" w:rsidRDefault="00225083" w:rsidP="003E13A9">
            <w:pPr>
              <w:autoSpaceDE w:val="0"/>
              <w:autoSpaceDN w:val="0"/>
              <w:adjustRightInd w:val="0"/>
              <w:spacing w:before="40" w:after="40" w:line="220" w:lineRule="exact"/>
              <w:rPr>
                <w:b/>
                <w:bCs/>
                <w:szCs w:val="20"/>
                <w:u w:val="single"/>
              </w:rPr>
            </w:pPr>
          </w:p>
        </w:tc>
        <w:tc>
          <w:tcPr>
            <w:tcW w:w="1485" w:type="dxa"/>
            <w:gridSpan w:val="2"/>
            <w:shd w:val="clear" w:color="auto" w:fill="auto"/>
            <w:vAlign w:val="bottom"/>
          </w:tcPr>
          <w:p w14:paraId="042C37BC" w14:textId="77777777" w:rsidR="00225083" w:rsidRPr="00B4352C" w:rsidRDefault="00225083" w:rsidP="003E13A9">
            <w:pPr>
              <w:autoSpaceDE w:val="0"/>
              <w:autoSpaceDN w:val="0"/>
              <w:adjustRightInd w:val="0"/>
              <w:spacing w:before="40" w:after="40" w:line="220" w:lineRule="exact"/>
              <w:jc w:val="right"/>
              <w:rPr>
                <w:bCs/>
                <w:szCs w:val="20"/>
              </w:rPr>
            </w:pPr>
          </w:p>
        </w:tc>
        <w:tc>
          <w:tcPr>
            <w:tcW w:w="1805" w:type="dxa"/>
            <w:gridSpan w:val="2"/>
            <w:shd w:val="clear" w:color="auto" w:fill="auto"/>
            <w:vAlign w:val="bottom"/>
          </w:tcPr>
          <w:p w14:paraId="2F62D441" w14:textId="77777777" w:rsidR="00225083" w:rsidRPr="00B4352C" w:rsidRDefault="00225083" w:rsidP="003E13A9">
            <w:pPr>
              <w:autoSpaceDE w:val="0"/>
              <w:autoSpaceDN w:val="0"/>
              <w:adjustRightInd w:val="0"/>
              <w:spacing w:before="40" w:after="40" w:line="220" w:lineRule="exact"/>
              <w:jc w:val="right"/>
              <w:rPr>
                <w:bCs/>
                <w:szCs w:val="20"/>
              </w:rPr>
            </w:pPr>
          </w:p>
        </w:tc>
        <w:tc>
          <w:tcPr>
            <w:tcW w:w="2051" w:type="dxa"/>
            <w:gridSpan w:val="2"/>
            <w:shd w:val="clear" w:color="auto" w:fill="auto"/>
            <w:vAlign w:val="bottom"/>
          </w:tcPr>
          <w:p w14:paraId="7D759AD9" w14:textId="77777777" w:rsidR="00225083" w:rsidRPr="00B4352C" w:rsidRDefault="00225083" w:rsidP="003E13A9">
            <w:pPr>
              <w:autoSpaceDE w:val="0"/>
              <w:autoSpaceDN w:val="0"/>
              <w:adjustRightInd w:val="0"/>
              <w:spacing w:before="40" w:after="40" w:line="220" w:lineRule="exact"/>
              <w:jc w:val="right"/>
              <w:rPr>
                <w:bCs/>
                <w:szCs w:val="20"/>
              </w:rPr>
            </w:pPr>
          </w:p>
        </w:tc>
      </w:tr>
      <w:tr w:rsidR="00191994" w:rsidRPr="00191994" w14:paraId="7C7678C0" w14:textId="77777777" w:rsidTr="003E13A9">
        <w:tc>
          <w:tcPr>
            <w:tcW w:w="1736" w:type="dxa"/>
            <w:shd w:val="clear" w:color="auto" w:fill="auto"/>
            <w:hideMark/>
          </w:tcPr>
          <w:p w14:paraId="7848EFF9" w14:textId="77777777" w:rsidR="00225083" w:rsidRPr="00B4352C" w:rsidRDefault="00225083" w:rsidP="003E13A9">
            <w:pPr>
              <w:autoSpaceDE w:val="0"/>
              <w:autoSpaceDN w:val="0"/>
              <w:adjustRightInd w:val="0"/>
              <w:spacing w:before="40" w:after="40" w:line="220" w:lineRule="exact"/>
              <w:rPr>
                <w:b/>
                <w:szCs w:val="20"/>
              </w:rPr>
            </w:pPr>
            <w:r w:rsidRPr="00B4352C">
              <w:rPr>
                <w:b/>
                <w:szCs w:val="20"/>
              </w:rPr>
              <w:t>Замороженные продукты</w:t>
            </w:r>
          </w:p>
        </w:tc>
        <w:tc>
          <w:tcPr>
            <w:tcW w:w="293" w:type="dxa"/>
            <w:shd w:val="clear" w:color="auto" w:fill="auto"/>
          </w:tcPr>
          <w:p w14:paraId="212B22FD" w14:textId="77777777" w:rsidR="00225083" w:rsidRPr="00B4352C" w:rsidRDefault="00225083" w:rsidP="003E13A9">
            <w:pPr>
              <w:autoSpaceDE w:val="0"/>
              <w:autoSpaceDN w:val="0"/>
              <w:adjustRightInd w:val="0"/>
              <w:spacing w:before="40" w:after="40" w:line="220" w:lineRule="exact"/>
              <w:rPr>
                <w:b/>
                <w:bCs/>
                <w:szCs w:val="20"/>
                <w:u w:val="single"/>
              </w:rPr>
            </w:pPr>
          </w:p>
        </w:tc>
        <w:tc>
          <w:tcPr>
            <w:tcW w:w="1485" w:type="dxa"/>
            <w:gridSpan w:val="2"/>
            <w:shd w:val="clear" w:color="auto" w:fill="auto"/>
            <w:vAlign w:val="bottom"/>
            <w:hideMark/>
          </w:tcPr>
          <w:p w14:paraId="0EE9FD62" w14:textId="77777777" w:rsidR="00225083" w:rsidRPr="00B4352C" w:rsidRDefault="00225083" w:rsidP="003E13A9">
            <w:pPr>
              <w:autoSpaceDE w:val="0"/>
              <w:autoSpaceDN w:val="0"/>
              <w:adjustRightInd w:val="0"/>
              <w:spacing w:before="40" w:after="40" w:line="220" w:lineRule="exact"/>
              <w:jc w:val="right"/>
              <w:rPr>
                <w:bCs/>
                <w:szCs w:val="20"/>
              </w:rPr>
            </w:pPr>
            <w:r w:rsidRPr="00B4352C">
              <w:rPr>
                <w:bCs/>
                <w:szCs w:val="20"/>
              </w:rPr>
              <w:t>&lt;</w:t>
            </w:r>
            <w:r w:rsidRPr="00B4352C">
              <w:rPr>
                <w:bCs/>
                <w:szCs w:val="20"/>
                <w:lang w:val="fr-CH"/>
              </w:rPr>
              <w:t>–</w:t>
            </w:r>
            <w:r w:rsidRPr="00B4352C">
              <w:rPr>
                <w:bCs/>
                <w:szCs w:val="20"/>
              </w:rPr>
              <w:t>18</w:t>
            </w:r>
            <w:r w:rsidRPr="00B4352C">
              <w:rPr>
                <w:bCs/>
                <w:szCs w:val="20"/>
                <w:lang w:val="fr-CH"/>
              </w:rPr>
              <w:t> </w:t>
            </w:r>
            <w:r w:rsidRPr="00B4352C">
              <w:rPr>
                <w:bCs/>
                <w:szCs w:val="20"/>
              </w:rPr>
              <w:t>°C</w:t>
            </w:r>
          </w:p>
        </w:tc>
        <w:tc>
          <w:tcPr>
            <w:tcW w:w="1805" w:type="dxa"/>
            <w:gridSpan w:val="2"/>
            <w:shd w:val="clear" w:color="auto" w:fill="auto"/>
            <w:vAlign w:val="bottom"/>
            <w:hideMark/>
          </w:tcPr>
          <w:p w14:paraId="41AA584A" w14:textId="77777777" w:rsidR="00225083" w:rsidRPr="00B4352C" w:rsidRDefault="00225083" w:rsidP="003E13A9">
            <w:pPr>
              <w:autoSpaceDE w:val="0"/>
              <w:autoSpaceDN w:val="0"/>
              <w:adjustRightInd w:val="0"/>
              <w:spacing w:before="40" w:after="40" w:line="220" w:lineRule="exact"/>
              <w:jc w:val="right"/>
              <w:rPr>
                <w:bCs/>
                <w:szCs w:val="20"/>
              </w:rPr>
            </w:pPr>
            <w:r w:rsidRPr="00B4352C">
              <w:rPr>
                <w:bCs/>
                <w:szCs w:val="20"/>
              </w:rPr>
              <w:t>Нет</w:t>
            </w:r>
          </w:p>
        </w:tc>
        <w:tc>
          <w:tcPr>
            <w:tcW w:w="2051" w:type="dxa"/>
            <w:gridSpan w:val="2"/>
            <w:shd w:val="clear" w:color="auto" w:fill="auto"/>
            <w:vAlign w:val="bottom"/>
            <w:hideMark/>
          </w:tcPr>
          <w:p w14:paraId="3F09F7DC" w14:textId="77777777" w:rsidR="00225083" w:rsidRPr="00B4352C" w:rsidRDefault="00225083" w:rsidP="003E13A9">
            <w:pPr>
              <w:autoSpaceDE w:val="0"/>
              <w:autoSpaceDN w:val="0"/>
              <w:adjustRightInd w:val="0"/>
              <w:spacing w:before="40" w:after="40" w:line="220" w:lineRule="exact"/>
              <w:jc w:val="right"/>
              <w:rPr>
                <w:bCs/>
                <w:szCs w:val="20"/>
              </w:rPr>
            </w:pPr>
            <w:r w:rsidRPr="00B4352C">
              <w:rPr>
                <w:bCs/>
                <w:szCs w:val="20"/>
              </w:rPr>
              <w:t xml:space="preserve">40–60 </w:t>
            </w:r>
          </w:p>
        </w:tc>
      </w:tr>
      <w:tr w:rsidR="00191994" w:rsidRPr="00191994" w14:paraId="5310A56B" w14:textId="77777777" w:rsidTr="003E13A9">
        <w:tc>
          <w:tcPr>
            <w:tcW w:w="1736" w:type="dxa"/>
            <w:tcBorders>
              <w:bottom w:val="single" w:sz="12" w:space="0" w:color="auto"/>
            </w:tcBorders>
            <w:shd w:val="clear" w:color="auto" w:fill="auto"/>
            <w:hideMark/>
          </w:tcPr>
          <w:p w14:paraId="6803690A" w14:textId="77777777" w:rsidR="00225083" w:rsidRPr="00B4352C" w:rsidRDefault="00225083" w:rsidP="003E13A9">
            <w:pPr>
              <w:autoSpaceDE w:val="0"/>
              <w:autoSpaceDN w:val="0"/>
              <w:adjustRightInd w:val="0"/>
              <w:spacing w:before="40" w:after="40" w:line="220" w:lineRule="exact"/>
              <w:rPr>
                <w:b/>
                <w:szCs w:val="20"/>
              </w:rPr>
            </w:pPr>
            <w:r w:rsidRPr="00B4352C">
              <w:rPr>
                <w:b/>
                <w:szCs w:val="20"/>
              </w:rPr>
              <w:t>Мороженое</w:t>
            </w:r>
          </w:p>
        </w:tc>
        <w:tc>
          <w:tcPr>
            <w:tcW w:w="293" w:type="dxa"/>
            <w:tcBorders>
              <w:bottom w:val="single" w:sz="12" w:space="0" w:color="auto"/>
            </w:tcBorders>
            <w:shd w:val="clear" w:color="auto" w:fill="auto"/>
          </w:tcPr>
          <w:p w14:paraId="65E1983F" w14:textId="77777777" w:rsidR="00225083" w:rsidRPr="00B4352C" w:rsidRDefault="00225083" w:rsidP="003E13A9">
            <w:pPr>
              <w:autoSpaceDE w:val="0"/>
              <w:autoSpaceDN w:val="0"/>
              <w:adjustRightInd w:val="0"/>
              <w:spacing w:before="40" w:after="40" w:line="220" w:lineRule="exact"/>
              <w:rPr>
                <w:b/>
                <w:bCs/>
                <w:szCs w:val="20"/>
                <w:u w:val="single"/>
              </w:rPr>
            </w:pPr>
          </w:p>
        </w:tc>
        <w:tc>
          <w:tcPr>
            <w:tcW w:w="1485" w:type="dxa"/>
            <w:gridSpan w:val="2"/>
            <w:tcBorders>
              <w:bottom w:val="single" w:sz="12" w:space="0" w:color="auto"/>
            </w:tcBorders>
            <w:shd w:val="clear" w:color="auto" w:fill="auto"/>
            <w:vAlign w:val="bottom"/>
            <w:hideMark/>
          </w:tcPr>
          <w:p w14:paraId="1A9A8D25" w14:textId="77777777" w:rsidR="00225083" w:rsidRPr="00B4352C" w:rsidRDefault="00225083" w:rsidP="003E13A9">
            <w:pPr>
              <w:autoSpaceDE w:val="0"/>
              <w:autoSpaceDN w:val="0"/>
              <w:adjustRightInd w:val="0"/>
              <w:spacing w:before="40" w:after="40" w:line="220" w:lineRule="exact"/>
              <w:jc w:val="right"/>
              <w:rPr>
                <w:bCs/>
                <w:szCs w:val="20"/>
              </w:rPr>
            </w:pPr>
            <w:r w:rsidRPr="00B4352C">
              <w:rPr>
                <w:bCs/>
                <w:szCs w:val="20"/>
              </w:rPr>
              <w:t>&lt;</w:t>
            </w:r>
            <w:r w:rsidRPr="00B4352C">
              <w:rPr>
                <w:bCs/>
                <w:szCs w:val="20"/>
                <w:lang w:val="fr-CH"/>
              </w:rPr>
              <w:t>–</w:t>
            </w:r>
            <w:r w:rsidRPr="00B4352C">
              <w:rPr>
                <w:bCs/>
                <w:szCs w:val="20"/>
              </w:rPr>
              <w:t>20</w:t>
            </w:r>
            <w:r w:rsidRPr="00B4352C">
              <w:rPr>
                <w:bCs/>
                <w:szCs w:val="20"/>
                <w:lang w:val="fr-CH"/>
              </w:rPr>
              <w:t> </w:t>
            </w:r>
            <w:r w:rsidRPr="00B4352C">
              <w:rPr>
                <w:bCs/>
                <w:szCs w:val="20"/>
              </w:rPr>
              <w:t xml:space="preserve">°C </w:t>
            </w:r>
          </w:p>
        </w:tc>
        <w:tc>
          <w:tcPr>
            <w:tcW w:w="1805" w:type="dxa"/>
            <w:gridSpan w:val="2"/>
            <w:tcBorders>
              <w:bottom w:val="single" w:sz="12" w:space="0" w:color="auto"/>
            </w:tcBorders>
            <w:shd w:val="clear" w:color="auto" w:fill="auto"/>
            <w:vAlign w:val="bottom"/>
            <w:hideMark/>
          </w:tcPr>
          <w:p w14:paraId="36257944" w14:textId="77777777" w:rsidR="00225083" w:rsidRPr="00B4352C" w:rsidRDefault="00225083" w:rsidP="003E13A9">
            <w:pPr>
              <w:autoSpaceDE w:val="0"/>
              <w:autoSpaceDN w:val="0"/>
              <w:adjustRightInd w:val="0"/>
              <w:spacing w:before="40" w:after="40" w:line="220" w:lineRule="exact"/>
              <w:jc w:val="right"/>
              <w:rPr>
                <w:bCs/>
                <w:szCs w:val="20"/>
              </w:rPr>
            </w:pPr>
            <w:r w:rsidRPr="00B4352C">
              <w:rPr>
                <w:szCs w:val="20"/>
              </w:rPr>
              <w:t>Низкая</w:t>
            </w:r>
          </w:p>
        </w:tc>
        <w:tc>
          <w:tcPr>
            <w:tcW w:w="2051" w:type="dxa"/>
            <w:gridSpan w:val="2"/>
            <w:tcBorders>
              <w:bottom w:val="single" w:sz="12" w:space="0" w:color="auto"/>
            </w:tcBorders>
            <w:shd w:val="clear" w:color="auto" w:fill="auto"/>
            <w:vAlign w:val="bottom"/>
            <w:hideMark/>
          </w:tcPr>
          <w:p w14:paraId="56AA01B7" w14:textId="77777777" w:rsidR="00225083" w:rsidRPr="00B4352C" w:rsidRDefault="00225083" w:rsidP="003E13A9">
            <w:pPr>
              <w:autoSpaceDE w:val="0"/>
              <w:autoSpaceDN w:val="0"/>
              <w:adjustRightInd w:val="0"/>
              <w:spacing w:before="40" w:after="40" w:line="220" w:lineRule="exact"/>
              <w:jc w:val="right"/>
              <w:rPr>
                <w:bCs/>
                <w:szCs w:val="20"/>
              </w:rPr>
            </w:pPr>
            <w:r w:rsidRPr="00B4352C">
              <w:rPr>
                <w:bCs/>
                <w:szCs w:val="20"/>
              </w:rPr>
              <w:t>40–60</w:t>
            </w:r>
          </w:p>
        </w:tc>
      </w:tr>
    </w:tbl>
    <w:p w14:paraId="40A6CED7" w14:textId="77777777" w:rsidR="00225083" w:rsidRPr="00191994" w:rsidRDefault="00225083" w:rsidP="00225083">
      <w:pPr>
        <w:pStyle w:val="SingleTxtG"/>
        <w:spacing w:before="120"/>
        <w:jc w:val="right"/>
        <w:rPr>
          <w:rFonts w:eastAsiaTheme="minorEastAsia"/>
        </w:rPr>
      </w:pPr>
      <w:r w:rsidRPr="00191994">
        <w:rPr>
          <w:rFonts w:eastAsiaTheme="minorEastAsia"/>
        </w:rPr>
        <w:t>»</w:t>
      </w:r>
    </w:p>
    <w:p w14:paraId="5A59E732" w14:textId="7BDC1B5D" w:rsidR="00225083" w:rsidRPr="00191994" w:rsidRDefault="00225083" w:rsidP="00225083">
      <w:pPr>
        <w:pStyle w:val="SingleTxtG"/>
        <w:rPr>
          <w:i/>
        </w:rPr>
      </w:pPr>
      <w:r w:rsidRPr="00191994">
        <w:rPr>
          <w:i/>
        </w:rPr>
        <w:t>(</w:t>
      </w:r>
      <w:r w:rsidRPr="00191994">
        <w:rPr>
          <w:i/>
          <w:iCs/>
          <w:shd w:val="clear" w:color="auto" w:fill="FFFFFF"/>
        </w:rPr>
        <w:t>Справочный документ</w:t>
      </w:r>
      <w:r w:rsidRPr="00191994">
        <w:rPr>
          <w:i/>
        </w:rPr>
        <w:t xml:space="preserve">: ECE/TRANS/WP.11/2022/16 </w:t>
      </w:r>
      <w:r w:rsidRPr="00191994">
        <w:rPr>
          <w:i/>
          <w:iCs/>
        </w:rPr>
        <w:t>с поправками, содержащимися в неофициальном документе INF.10 с поправками</w:t>
      </w:r>
      <w:r w:rsidRPr="00191994">
        <w:rPr>
          <w:i/>
        </w:rPr>
        <w:t>)</w:t>
      </w:r>
    </w:p>
    <w:p w14:paraId="460741E1" w14:textId="77777777" w:rsidR="00225083" w:rsidRPr="00191994" w:rsidRDefault="00225083" w:rsidP="00225083">
      <w:pPr>
        <w:spacing w:before="240"/>
        <w:jc w:val="center"/>
        <w:rPr>
          <w:u w:val="single"/>
        </w:rPr>
      </w:pPr>
      <w:r w:rsidRPr="00191994">
        <w:rPr>
          <w:u w:val="single"/>
        </w:rPr>
        <w:tab/>
      </w:r>
      <w:r w:rsidRPr="00191994">
        <w:rPr>
          <w:u w:val="single"/>
        </w:rPr>
        <w:tab/>
      </w:r>
      <w:r w:rsidRPr="00191994">
        <w:rPr>
          <w:u w:val="single"/>
        </w:rPr>
        <w:tab/>
      </w:r>
    </w:p>
    <w:p w14:paraId="3061323B" w14:textId="77777777" w:rsidR="00E12C5F" w:rsidRPr="00191994" w:rsidRDefault="00E12C5F" w:rsidP="00D9145B"/>
    <w:sectPr w:rsidR="00E12C5F" w:rsidRPr="00191994" w:rsidSect="00225083">
      <w:headerReference w:type="even" r:id="rId18"/>
      <w:headerReference w:type="default" r:id="rId19"/>
      <w:footerReference w:type="even" r:id="rId20"/>
      <w:footerReference w:type="default" r:id="rId21"/>
      <w:footerReference w:type="first" r:id="rId2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D8348" w14:textId="77777777" w:rsidR="0058210D" w:rsidRPr="00A312BC" w:rsidRDefault="0058210D" w:rsidP="00A312BC"/>
  </w:endnote>
  <w:endnote w:type="continuationSeparator" w:id="0">
    <w:p w14:paraId="10D942C6" w14:textId="77777777" w:rsidR="0058210D" w:rsidRPr="00A312BC" w:rsidRDefault="0058210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CF5C3" w14:textId="7A19F038" w:rsidR="00225083" w:rsidRPr="00225083" w:rsidRDefault="00225083">
    <w:pPr>
      <w:pStyle w:val="a8"/>
    </w:pPr>
    <w:r w:rsidRPr="00225083">
      <w:rPr>
        <w:b/>
        <w:sz w:val="18"/>
      </w:rPr>
      <w:fldChar w:fldCharType="begin"/>
    </w:r>
    <w:r w:rsidRPr="00225083">
      <w:rPr>
        <w:b/>
        <w:sz w:val="18"/>
      </w:rPr>
      <w:instrText xml:space="preserve"> PAGE  \* MERGEFORMAT </w:instrText>
    </w:r>
    <w:r w:rsidRPr="00225083">
      <w:rPr>
        <w:b/>
        <w:sz w:val="18"/>
      </w:rPr>
      <w:fldChar w:fldCharType="separate"/>
    </w:r>
    <w:r w:rsidRPr="00225083">
      <w:rPr>
        <w:b/>
        <w:noProof/>
        <w:sz w:val="18"/>
      </w:rPr>
      <w:t>2</w:t>
    </w:r>
    <w:r w:rsidRPr="00225083">
      <w:rPr>
        <w:b/>
        <w:sz w:val="18"/>
      </w:rPr>
      <w:fldChar w:fldCharType="end"/>
    </w:r>
    <w:r>
      <w:rPr>
        <w:b/>
        <w:sz w:val="18"/>
      </w:rPr>
      <w:tab/>
    </w:r>
    <w:r>
      <w:t>GE.22-26444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1A648" w14:textId="309B7783" w:rsidR="00225083" w:rsidRPr="00225083" w:rsidRDefault="00225083" w:rsidP="00225083">
    <w:pPr>
      <w:pStyle w:val="a8"/>
      <w:tabs>
        <w:tab w:val="clear" w:pos="9639"/>
        <w:tab w:val="right" w:pos="9638"/>
      </w:tabs>
      <w:rPr>
        <w:b/>
        <w:sz w:val="18"/>
      </w:rPr>
    </w:pPr>
    <w:r>
      <w:t>GE.22-26444</w:t>
    </w:r>
    <w:r>
      <w:tab/>
    </w:r>
    <w:r w:rsidRPr="00225083">
      <w:rPr>
        <w:b/>
        <w:sz w:val="18"/>
      </w:rPr>
      <w:fldChar w:fldCharType="begin"/>
    </w:r>
    <w:r w:rsidRPr="00225083">
      <w:rPr>
        <w:b/>
        <w:sz w:val="18"/>
      </w:rPr>
      <w:instrText xml:space="preserve"> PAGE  \* MERGEFORMAT </w:instrText>
    </w:r>
    <w:r w:rsidRPr="00225083">
      <w:rPr>
        <w:b/>
        <w:sz w:val="18"/>
      </w:rPr>
      <w:fldChar w:fldCharType="separate"/>
    </w:r>
    <w:r w:rsidRPr="00225083">
      <w:rPr>
        <w:b/>
        <w:noProof/>
        <w:sz w:val="18"/>
      </w:rPr>
      <w:t>3</w:t>
    </w:r>
    <w:r w:rsidRPr="0022508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D9F7C" w14:textId="749E215F" w:rsidR="00042B72" w:rsidRPr="00225083" w:rsidRDefault="00225083" w:rsidP="00225083">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66326B0A" wp14:editId="050E488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22-26444  (R)</w:t>
    </w:r>
    <w:r>
      <w:rPr>
        <w:noProof/>
      </w:rPr>
      <w:drawing>
        <wp:anchor distT="0" distB="0" distL="114300" distR="114300" simplePos="0" relativeHeight="251659264" behindDoc="0" locked="0" layoutInCell="1" allowOverlap="1" wp14:anchorId="4F0D76B3" wp14:editId="3613C2C7">
          <wp:simplePos x="0" y="0"/>
          <wp:positionH relativeFrom="margin">
            <wp:posOffset>5489575</wp:posOffset>
          </wp:positionH>
          <wp:positionV relativeFrom="margin">
            <wp:posOffset>8855710</wp:posOffset>
          </wp:positionV>
          <wp:extent cx="561975" cy="5619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9212C9">
      <w:t xml:space="preserve">  281122  211222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E948E" w14:textId="77777777" w:rsidR="0058210D" w:rsidRPr="001075E9" w:rsidRDefault="0058210D" w:rsidP="001075E9">
      <w:pPr>
        <w:tabs>
          <w:tab w:val="right" w:pos="2155"/>
        </w:tabs>
        <w:spacing w:after="80" w:line="240" w:lineRule="auto"/>
        <w:ind w:left="680"/>
        <w:rPr>
          <w:u w:val="single"/>
        </w:rPr>
      </w:pPr>
      <w:r>
        <w:rPr>
          <w:u w:val="single"/>
        </w:rPr>
        <w:tab/>
      </w:r>
    </w:p>
  </w:footnote>
  <w:footnote w:type="continuationSeparator" w:id="0">
    <w:p w14:paraId="49CE0257" w14:textId="77777777" w:rsidR="0058210D" w:rsidRDefault="0058210D"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89A68" w14:textId="497BCF58" w:rsidR="00225083" w:rsidRPr="00225083" w:rsidRDefault="000C2920">
    <w:pPr>
      <w:pStyle w:val="a5"/>
    </w:pPr>
    <w:fldSimple w:instr=" TITLE  \* MERGEFORMAT ">
      <w:r w:rsidR="0037724A">
        <w:t>ECE/TRANS/WP.11/249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B7782" w14:textId="5DEB2CC1" w:rsidR="00225083" w:rsidRPr="00225083" w:rsidRDefault="000C2920" w:rsidP="00225083">
    <w:pPr>
      <w:pStyle w:val="a5"/>
      <w:jc w:val="right"/>
    </w:pPr>
    <w:fldSimple w:instr=" TITLE  \* MERGEFORMAT ">
      <w:r w:rsidR="0037724A">
        <w:t>ECE/TRANS/WP.11/249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8B210F9"/>
    <w:multiLevelType w:val="hybridMultilevel"/>
    <w:tmpl w:val="8BD4D3DE"/>
    <w:lvl w:ilvl="0" w:tplc="08E47A62">
      <w:start w:val="1"/>
      <w:numFmt w:val="bullet"/>
      <w:lvlText w:val="–"/>
      <w:lvlJc w:val="left"/>
      <w:pPr>
        <w:ind w:left="2628" w:hanging="360"/>
      </w:pPr>
      <w:rPr>
        <w:rFonts w:ascii="Times New Roman" w:eastAsia="Times New Roman" w:hAnsi="Times New Roman" w:cs="Times New Roman"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1457B3"/>
    <w:multiLevelType w:val="hybridMultilevel"/>
    <w:tmpl w:val="C25CDF4E"/>
    <w:lvl w:ilvl="0" w:tplc="0809000F">
      <w:start w:val="1"/>
      <w:numFmt w:val="decimal"/>
      <w:lvlText w:val="%1."/>
      <w:lvlJc w:val="left"/>
      <w:pPr>
        <w:ind w:left="1853" w:hanging="360"/>
      </w:pPr>
    </w:lvl>
    <w:lvl w:ilvl="1" w:tplc="08090019" w:tentative="1">
      <w:start w:val="1"/>
      <w:numFmt w:val="lowerLetter"/>
      <w:lvlText w:val="%2."/>
      <w:lvlJc w:val="left"/>
      <w:pPr>
        <w:ind w:left="2573" w:hanging="360"/>
      </w:pPr>
    </w:lvl>
    <w:lvl w:ilvl="2" w:tplc="0809001B" w:tentative="1">
      <w:start w:val="1"/>
      <w:numFmt w:val="lowerRoman"/>
      <w:lvlText w:val="%3."/>
      <w:lvlJc w:val="right"/>
      <w:pPr>
        <w:ind w:left="3293" w:hanging="180"/>
      </w:pPr>
    </w:lvl>
    <w:lvl w:ilvl="3" w:tplc="0809000F" w:tentative="1">
      <w:start w:val="1"/>
      <w:numFmt w:val="decimal"/>
      <w:lvlText w:val="%4."/>
      <w:lvlJc w:val="left"/>
      <w:pPr>
        <w:ind w:left="4013" w:hanging="360"/>
      </w:pPr>
    </w:lvl>
    <w:lvl w:ilvl="4" w:tplc="08090019" w:tentative="1">
      <w:start w:val="1"/>
      <w:numFmt w:val="lowerLetter"/>
      <w:lvlText w:val="%5."/>
      <w:lvlJc w:val="left"/>
      <w:pPr>
        <w:ind w:left="4733" w:hanging="360"/>
      </w:pPr>
    </w:lvl>
    <w:lvl w:ilvl="5" w:tplc="0809001B" w:tentative="1">
      <w:start w:val="1"/>
      <w:numFmt w:val="lowerRoman"/>
      <w:lvlText w:val="%6."/>
      <w:lvlJc w:val="right"/>
      <w:pPr>
        <w:ind w:left="5453" w:hanging="180"/>
      </w:pPr>
    </w:lvl>
    <w:lvl w:ilvl="6" w:tplc="0809000F" w:tentative="1">
      <w:start w:val="1"/>
      <w:numFmt w:val="decimal"/>
      <w:lvlText w:val="%7."/>
      <w:lvlJc w:val="left"/>
      <w:pPr>
        <w:ind w:left="6173" w:hanging="360"/>
      </w:pPr>
    </w:lvl>
    <w:lvl w:ilvl="7" w:tplc="08090019" w:tentative="1">
      <w:start w:val="1"/>
      <w:numFmt w:val="lowerLetter"/>
      <w:lvlText w:val="%8."/>
      <w:lvlJc w:val="left"/>
      <w:pPr>
        <w:ind w:left="6893" w:hanging="360"/>
      </w:pPr>
    </w:lvl>
    <w:lvl w:ilvl="8" w:tplc="0809001B" w:tentative="1">
      <w:start w:val="1"/>
      <w:numFmt w:val="lowerRoman"/>
      <w:lvlText w:val="%9."/>
      <w:lvlJc w:val="right"/>
      <w:pPr>
        <w:ind w:left="7613" w:hanging="180"/>
      </w:pPr>
    </w:lvl>
  </w:abstractNum>
  <w:abstractNum w:abstractNumId="21" w15:restartNumberingAfterBreak="0">
    <w:nsid w:val="4B4A14EB"/>
    <w:multiLevelType w:val="hybridMultilevel"/>
    <w:tmpl w:val="6930D934"/>
    <w:lvl w:ilvl="0" w:tplc="1B86317A">
      <w:start w:val="50"/>
      <w:numFmt w:val="bullet"/>
      <w:lvlText w:val="–"/>
      <w:lvlJc w:val="left"/>
      <w:pPr>
        <w:ind w:left="2345" w:hanging="360"/>
      </w:pPr>
      <w:rPr>
        <w:rFonts w:ascii="Times New Roman" w:eastAsia="Times New Roman" w:hAnsi="Times New Roman" w:cs="Times New Roman" w:hint="default"/>
        <w:color w:val="auto"/>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2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9"/>
  </w:num>
  <w:num w:numId="3">
    <w:abstractNumId w:val="14"/>
  </w:num>
  <w:num w:numId="4">
    <w:abstractNumId w:val="28"/>
  </w:num>
  <w:num w:numId="5">
    <w:abstractNumId w:val="2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6"/>
  </w:num>
  <w:num w:numId="17">
    <w:abstractNumId w:val="22"/>
  </w:num>
  <w:num w:numId="18">
    <w:abstractNumId w:val="24"/>
  </w:num>
  <w:num w:numId="19">
    <w:abstractNumId w:val="26"/>
  </w:num>
  <w:num w:numId="20">
    <w:abstractNumId w:val="22"/>
  </w:num>
  <w:num w:numId="21">
    <w:abstractNumId w:val="24"/>
  </w:num>
  <w:num w:numId="22">
    <w:abstractNumId w:val="17"/>
  </w:num>
  <w:num w:numId="23">
    <w:abstractNumId w:val="16"/>
  </w:num>
  <w:num w:numId="24">
    <w:abstractNumId w:val="10"/>
  </w:num>
  <w:num w:numId="25">
    <w:abstractNumId w:val="13"/>
  </w:num>
  <w:num w:numId="26">
    <w:abstractNumId w:val="18"/>
  </w:num>
  <w:num w:numId="27">
    <w:abstractNumId w:val="15"/>
  </w:num>
  <w:num w:numId="28">
    <w:abstractNumId w:val="25"/>
  </w:num>
  <w:num w:numId="29">
    <w:abstractNumId w:val="29"/>
  </w:num>
  <w:num w:numId="30">
    <w:abstractNumId w:val="11"/>
  </w:num>
  <w:num w:numId="31">
    <w:abstractNumId w:val="20"/>
  </w:num>
  <w:num w:numId="32">
    <w:abstractNumId w:val="21"/>
  </w:num>
  <w:num w:numId="3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10D"/>
    <w:rsid w:val="00021763"/>
    <w:rsid w:val="00033EE1"/>
    <w:rsid w:val="00042B72"/>
    <w:rsid w:val="00051768"/>
    <w:rsid w:val="000558BD"/>
    <w:rsid w:val="000B57E7"/>
    <w:rsid w:val="000B6373"/>
    <w:rsid w:val="000C2920"/>
    <w:rsid w:val="000D1F49"/>
    <w:rsid w:val="000E4E5B"/>
    <w:rsid w:val="000F09DF"/>
    <w:rsid w:val="000F61B2"/>
    <w:rsid w:val="001075E9"/>
    <w:rsid w:val="0014152F"/>
    <w:rsid w:val="0017791A"/>
    <w:rsid w:val="00180183"/>
    <w:rsid w:val="0018024D"/>
    <w:rsid w:val="0018110A"/>
    <w:rsid w:val="0018649F"/>
    <w:rsid w:val="00191994"/>
    <w:rsid w:val="00196389"/>
    <w:rsid w:val="001B3EF6"/>
    <w:rsid w:val="001C7A89"/>
    <w:rsid w:val="00225083"/>
    <w:rsid w:val="00255343"/>
    <w:rsid w:val="0027151D"/>
    <w:rsid w:val="00291333"/>
    <w:rsid w:val="002A2EFC"/>
    <w:rsid w:val="002B0106"/>
    <w:rsid w:val="002B3320"/>
    <w:rsid w:val="002B74B1"/>
    <w:rsid w:val="002C0E18"/>
    <w:rsid w:val="002D5AAC"/>
    <w:rsid w:val="002E5067"/>
    <w:rsid w:val="002F405F"/>
    <w:rsid w:val="002F7EEC"/>
    <w:rsid w:val="00301299"/>
    <w:rsid w:val="00305C08"/>
    <w:rsid w:val="00307FB6"/>
    <w:rsid w:val="00317339"/>
    <w:rsid w:val="00322004"/>
    <w:rsid w:val="003348CC"/>
    <w:rsid w:val="003402C2"/>
    <w:rsid w:val="00350589"/>
    <w:rsid w:val="00360E43"/>
    <w:rsid w:val="0037724A"/>
    <w:rsid w:val="00381C24"/>
    <w:rsid w:val="00387CD4"/>
    <w:rsid w:val="0039310C"/>
    <w:rsid w:val="003958D0"/>
    <w:rsid w:val="00396C5B"/>
    <w:rsid w:val="003A0D43"/>
    <w:rsid w:val="003A48CE"/>
    <w:rsid w:val="003B00E5"/>
    <w:rsid w:val="003C118A"/>
    <w:rsid w:val="003C4C94"/>
    <w:rsid w:val="003E0B46"/>
    <w:rsid w:val="00407B78"/>
    <w:rsid w:val="00424203"/>
    <w:rsid w:val="00452493"/>
    <w:rsid w:val="00453318"/>
    <w:rsid w:val="00454AF2"/>
    <w:rsid w:val="00454E07"/>
    <w:rsid w:val="00472C5C"/>
    <w:rsid w:val="00485F8A"/>
    <w:rsid w:val="004E05B7"/>
    <w:rsid w:val="0050108D"/>
    <w:rsid w:val="00513081"/>
    <w:rsid w:val="00517901"/>
    <w:rsid w:val="00526683"/>
    <w:rsid w:val="00526DB8"/>
    <w:rsid w:val="005639C1"/>
    <w:rsid w:val="005709E0"/>
    <w:rsid w:val="00572E19"/>
    <w:rsid w:val="0058210D"/>
    <w:rsid w:val="005961C8"/>
    <w:rsid w:val="005966F1"/>
    <w:rsid w:val="005D7914"/>
    <w:rsid w:val="005E2B41"/>
    <w:rsid w:val="005F0B42"/>
    <w:rsid w:val="00612CA0"/>
    <w:rsid w:val="00613CFD"/>
    <w:rsid w:val="00617A43"/>
    <w:rsid w:val="006345DB"/>
    <w:rsid w:val="00640F49"/>
    <w:rsid w:val="00680D03"/>
    <w:rsid w:val="00681A10"/>
    <w:rsid w:val="006A1ED8"/>
    <w:rsid w:val="006C2031"/>
    <w:rsid w:val="006D461A"/>
    <w:rsid w:val="006F35EE"/>
    <w:rsid w:val="007021FF"/>
    <w:rsid w:val="00702F7E"/>
    <w:rsid w:val="00712895"/>
    <w:rsid w:val="00734ACB"/>
    <w:rsid w:val="00735614"/>
    <w:rsid w:val="00757357"/>
    <w:rsid w:val="00792497"/>
    <w:rsid w:val="00793A2C"/>
    <w:rsid w:val="00806737"/>
    <w:rsid w:val="00815620"/>
    <w:rsid w:val="00825F8D"/>
    <w:rsid w:val="00826405"/>
    <w:rsid w:val="00834B71"/>
    <w:rsid w:val="00863952"/>
    <w:rsid w:val="0086445C"/>
    <w:rsid w:val="00894693"/>
    <w:rsid w:val="008A08D7"/>
    <w:rsid w:val="008A37C8"/>
    <w:rsid w:val="008B6909"/>
    <w:rsid w:val="008D53B6"/>
    <w:rsid w:val="008F7609"/>
    <w:rsid w:val="00906890"/>
    <w:rsid w:val="00911BE4"/>
    <w:rsid w:val="009212C9"/>
    <w:rsid w:val="00951972"/>
    <w:rsid w:val="009608F3"/>
    <w:rsid w:val="009A24AC"/>
    <w:rsid w:val="009A7864"/>
    <w:rsid w:val="009C59D7"/>
    <w:rsid w:val="009C6FE6"/>
    <w:rsid w:val="009D7E7D"/>
    <w:rsid w:val="009F7E3B"/>
    <w:rsid w:val="00A14DA8"/>
    <w:rsid w:val="00A312BC"/>
    <w:rsid w:val="00A84021"/>
    <w:rsid w:val="00A84D35"/>
    <w:rsid w:val="00A917B3"/>
    <w:rsid w:val="00AB4B51"/>
    <w:rsid w:val="00B10CC7"/>
    <w:rsid w:val="00B254BF"/>
    <w:rsid w:val="00B36DF7"/>
    <w:rsid w:val="00B4352C"/>
    <w:rsid w:val="00B539E7"/>
    <w:rsid w:val="00B62458"/>
    <w:rsid w:val="00B72BE3"/>
    <w:rsid w:val="00BC18B2"/>
    <w:rsid w:val="00BD33EE"/>
    <w:rsid w:val="00BE1CC7"/>
    <w:rsid w:val="00C05FC5"/>
    <w:rsid w:val="00C106D6"/>
    <w:rsid w:val="00C119AE"/>
    <w:rsid w:val="00C26A81"/>
    <w:rsid w:val="00C60F0C"/>
    <w:rsid w:val="00C71E84"/>
    <w:rsid w:val="00C805C9"/>
    <w:rsid w:val="00C92939"/>
    <w:rsid w:val="00CA1679"/>
    <w:rsid w:val="00CB151C"/>
    <w:rsid w:val="00CE23F0"/>
    <w:rsid w:val="00CE5A1A"/>
    <w:rsid w:val="00CF55F6"/>
    <w:rsid w:val="00D33D63"/>
    <w:rsid w:val="00D5253A"/>
    <w:rsid w:val="00D873A8"/>
    <w:rsid w:val="00D90028"/>
    <w:rsid w:val="00D90138"/>
    <w:rsid w:val="00D9145B"/>
    <w:rsid w:val="00DA253D"/>
    <w:rsid w:val="00DD78D1"/>
    <w:rsid w:val="00DE32CD"/>
    <w:rsid w:val="00DF5767"/>
    <w:rsid w:val="00DF71B9"/>
    <w:rsid w:val="00E12C5F"/>
    <w:rsid w:val="00E33EC4"/>
    <w:rsid w:val="00E72EB9"/>
    <w:rsid w:val="00E73F76"/>
    <w:rsid w:val="00E94483"/>
    <w:rsid w:val="00EA2C9F"/>
    <w:rsid w:val="00EA420E"/>
    <w:rsid w:val="00EB3790"/>
    <w:rsid w:val="00ED0BDA"/>
    <w:rsid w:val="00EE142A"/>
    <w:rsid w:val="00EF1360"/>
    <w:rsid w:val="00EF3220"/>
    <w:rsid w:val="00F2523A"/>
    <w:rsid w:val="00F43903"/>
    <w:rsid w:val="00F44B31"/>
    <w:rsid w:val="00F63B5A"/>
    <w:rsid w:val="00F94155"/>
    <w:rsid w:val="00F9783F"/>
    <w:rsid w:val="00FD2EF7"/>
    <w:rsid w:val="00FD6395"/>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16F87"/>
  <w15:docId w15:val="{FC46079D-24E9-43E1-8098-9006BC119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qFormat/>
    <w:rsid w:val="009C6FE6"/>
    <w:pPr>
      <w:keepNext/>
      <w:outlineLvl w:val="1"/>
    </w:pPr>
    <w:rPr>
      <w:rFonts w:cs="Arial"/>
      <w:bCs/>
      <w:iCs/>
      <w:szCs w:val="28"/>
    </w:rPr>
  </w:style>
  <w:style w:type="paragraph" w:styleId="3">
    <w:name w:val="heading 3"/>
    <w:basedOn w:val="a"/>
    <w:next w:val="a"/>
    <w:semiHidden/>
    <w:qFormat/>
    <w:rsid w:val="009C6FE6"/>
    <w:pPr>
      <w:keepNext/>
      <w:spacing w:before="240" w:after="60"/>
      <w:outlineLvl w:val="2"/>
    </w:pPr>
    <w:rPr>
      <w:rFonts w:ascii="Arial" w:hAnsi="Arial" w:cs="Arial"/>
      <w:b/>
      <w:bCs/>
      <w:sz w:val="26"/>
      <w:szCs w:val="26"/>
    </w:rPr>
  </w:style>
  <w:style w:type="paragraph" w:styleId="4">
    <w:name w:val="heading 4"/>
    <w:basedOn w:val="a"/>
    <w:next w:val="a"/>
    <w:semiHidden/>
    <w:qFormat/>
    <w:rsid w:val="009C6FE6"/>
    <w:pPr>
      <w:keepNext/>
      <w:spacing w:before="240" w:after="60"/>
      <w:outlineLvl w:val="3"/>
    </w:pPr>
    <w:rPr>
      <w:b/>
      <w:bCs/>
      <w:sz w:val="28"/>
      <w:szCs w:val="28"/>
    </w:rPr>
  </w:style>
  <w:style w:type="paragraph" w:styleId="5">
    <w:name w:val="heading 5"/>
    <w:basedOn w:val="a"/>
    <w:next w:val="a"/>
    <w:semiHidden/>
    <w:qFormat/>
    <w:rsid w:val="009C6FE6"/>
    <w:pPr>
      <w:spacing w:before="240" w:after="60"/>
      <w:outlineLvl w:val="4"/>
    </w:pPr>
    <w:rPr>
      <w:b/>
      <w:bCs/>
      <w:i/>
      <w:iCs/>
      <w:sz w:val="26"/>
      <w:szCs w:val="26"/>
    </w:rPr>
  </w:style>
  <w:style w:type="paragraph" w:styleId="6">
    <w:name w:val="heading 6"/>
    <w:basedOn w:val="a"/>
    <w:next w:val="a"/>
    <w:semiHidden/>
    <w:qFormat/>
    <w:rsid w:val="009C6FE6"/>
    <w:pPr>
      <w:spacing w:before="240" w:after="60"/>
      <w:outlineLvl w:val="5"/>
    </w:pPr>
    <w:rPr>
      <w:b/>
      <w:bCs/>
      <w:sz w:val="22"/>
    </w:rPr>
  </w:style>
  <w:style w:type="paragraph" w:styleId="7">
    <w:name w:val="heading 7"/>
    <w:basedOn w:val="a"/>
    <w:next w:val="a"/>
    <w:semiHidden/>
    <w:qFormat/>
    <w:rsid w:val="009C6FE6"/>
    <w:pPr>
      <w:spacing w:before="240" w:after="60"/>
      <w:outlineLvl w:val="6"/>
    </w:pPr>
    <w:rPr>
      <w:sz w:val="24"/>
      <w:szCs w:val="24"/>
    </w:rPr>
  </w:style>
  <w:style w:type="paragraph" w:styleId="8">
    <w:name w:val="heading 8"/>
    <w:basedOn w:val="a"/>
    <w:next w:val="a"/>
    <w:semiHidden/>
    <w:qFormat/>
    <w:rsid w:val="009C6FE6"/>
    <w:pPr>
      <w:spacing w:before="240" w:after="60"/>
      <w:outlineLvl w:val="7"/>
    </w:pPr>
    <w:rPr>
      <w:i/>
      <w:iCs/>
      <w:sz w:val="24"/>
      <w:szCs w:val="24"/>
    </w:rPr>
  </w:style>
  <w:style w:type="paragraph" w:styleId="9">
    <w:name w:val="heading 9"/>
    <w:basedOn w:val="a"/>
    <w:next w:val="a"/>
    <w:semiHidden/>
    <w:qFormat/>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link w:val="H23GChar"/>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uiPriority w:val="99"/>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uiPriority w:val="99"/>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paragraph" w:customStyle="1" w:styleId="ParNoG">
    <w:name w:val="_ParNo_G"/>
    <w:basedOn w:val="SingleTxtG"/>
    <w:qFormat/>
    <w:rsid w:val="00225083"/>
    <w:pPr>
      <w:numPr>
        <w:numId w:val="30"/>
      </w:numPr>
      <w:tabs>
        <w:tab w:val="clear" w:pos="2268"/>
        <w:tab w:val="clear" w:pos="2835"/>
      </w:tabs>
      <w:suppressAutoHyphens w:val="0"/>
    </w:pPr>
    <w:rPr>
      <w:lang w:val="en-GB" w:eastAsia="fr-FR"/>
    </w:rPr>
  </w:style>
  <w:style w:type="character" w:customStyle="1" w:styleId="SingleTxtGChar">
    <w:name w:val="_ Single Txt_G Char"/>
    <w:link w:val="SingleTxtG"/>
    <w:qFormat/>
    <w:locked/>
    <w:rsid w:val="00225083"/>
    <w:rPr>
      <w:lang w:val="ru-RU" w:eastAsia="en-US"/>
    </w:rPr>
  </w:style>
  <w:style w:type="character" w:customStyle="1" w:styleId="HChGChar">
    <w:name w:val="_ H _Ch_G Char"/>
    <w:link w:val="HChG"/>
    <w:rsid w:val="00225083"/>
    <w:rPr>
      <w:b/>
      <w:sz w:val="28"/>
      <w:lang w:val="ru-RU" w:eastAsia="ru-RU"/>
    </w:rPr>
  </w:style>
  <w:style w:type="character" w:styleId="af3">
    <w:name w:val="annotation reference"/>
    <w:basedOn w:val="a0"/>
    <w:semiHidden/>
    <w:unhideWhenUsed/>
    <w:rsid w:val="00225083"/>
    <w:rPr>
      <w:sz w:val="16"/>
      <w:szCs w:val="16"/>
    </w:rPr>
  </w:style>
  <w:style w:type="paragraph" w:styleId="af4">
    <w:name w:val="annotation text"/>
    <w:basedOn w:val="a"/>
    <w:link w:val="af5"/>
    <w:semiHidden/>
    <w:unhideWhenUsed/>
    <w:rsid w:val="00225083"/>
    <w:pPr>
      <w:spacing w:line="240" w:lineRule="auto"/>
    </w:pPr>
    <w:rPr>
      <w:rFonts w:eastAsia="Times New Roman" w:cs="Times New Roman"/>
      <w:szCs w:val="20"/>
      <w:lang w:val="en-GB" w:eastAsia="fr-FR"/>
    </w:rPr>
  </w:style>
  <w:style w:type="character" w:customStyle="1" w:styleId="af5">
    <w:name w:val="Текст примечания Знак"/>
    <w:basedOn w:val="a0"/>
    <w:link w:val="af4"/>
    <w:semiHidden/>
    <w:rsid w:val="00225083"/>
    <w:rPr>
      <w:lang w:val="en-GB" w:eastAsia="fr-FR"/>
    </w:rPr>
  </w:style>
  <w:style w:type="paragraph" w:styleId="af6">
    <w:name w:val="annotation subject"/>
    <w:basedOn w:val="af4"/>
    <w:next w:val="af4"/>
    <w:link w:val="af7"/>
    <w:semiHidden/>
    <w:unhideWhenUsed/>
    <w:rsid w:val="00225083"/>
    <w:rPr>
      <w:b/>
      <w:bCs/>
    </w:rPr>
  </w:style>
  <w:style w:type="character" w:customStyle="1" w:styleId="af7">
    <w:name w:val="Тема примечания Знак"/>
    <w:basedOn w:val="af5"/>
    <w:link w:val="af6"/>
    <w:semiHidden/>
    <w:rsid w:val="00225083"/>
    <w:rPr>
      <w:b/>
      <w:bCs/>
      <w:lang w:val="en-GB" w:eastAsia="fr-FR"/>
    </w:rPr>
  </w:style>
  <w:style w:type="character" w:styleId="af8">
    <w:name w:val="Unresolved Mention"/>
    <w:basedOn w:val="a0"/>
    <w:uiPriority w:val="99"/>
    <w:semiHidden/>
    <w:unhideWhenUsed/>
    <w:rsid w:val="00225083"/>
    <w:rPr>
      <w:color w:val="605E5C"/>
      <w:shd w:val="clear" w:color="auto" w:fill="E1DFDD"/>
    </w:rPr>
  </w:style>
  <w:style w:type="character" w:customStyle="1" w:styleId="H23GChar">
    <w:name w:val="_ H_2/3_G Char"/>
    <w:link w:val="H23G"/>
    <w:rsid w:val="00225083"/>
    <w:rPr>
      <w:b/>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nece.org/trade/wp7/food-loss-and-waste" TargetMode="External"/><Relationship Id="rId13" Type="http://schemas.openxmlformats.org/officeDocument/2006/relationships/hyperlink" Target="https://unece.org/road-map-accession-and-implementation-atp" TargetMode="External"/><Relationship Id="rId18" Type="http://schemas.openxmlformats.org/officeDocument/2006/relationships/header" Target="header1.xm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hyperlink" Target="https://unece.org/atp-handbook" TargetMode="External"/><Relationship Id="rId17" Type="http://schemas.openxmlformats.org/officeDocument/2006/relationships/image" Target="media/image4.png"/><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ece.org/atp-competent-authorities-and-testing-station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https://unece.org/atp-competent-authorities-and-testing-stations"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unece.org/trade/working-party-agricultural-quality-standards-wp7" TargetMode="External"/><Relationship Id="rId14" Type="http://schemas.openxmlformats.org/officeDocument/2006/relationships/hyperlink" Target="https://unece.org/silence-procedure"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E934A0-B98A-4AA6-BDA9-1E5FF46654B3}"/>
</file>

<file path=customXml/itemProps2.xml><?xml version="1.0" encoding="utf-8"?>
<ds:datastoreItem xmlns:ds="http://schemas.openxmlformats.org/officeDocument/2006/customXml" ds:itemID="{294A4C52-3EAB-4AF0-AA88-E2E7A8403DAE}"/>
</file>

<file path=docProps/app.xml><?xml version="1.0" encoding="utf-8"?>
<Properties xmlns="http://schemas.openxmlformats.org/officeDocument/2006/extended-properties" xmlns:vt="http://schemas.openxmlformats.org/officeDocument/2006/docPropsVTypes">
  <Template>ECE.dotm</Template>
  <TotalTime>6</TotalTime>
  <Pages>23</Pages>
  <Words>6860</Words>
  <Characters>47542</Characters>
  <Application>Microsoft Office Word</Application>
  <DocSecurity>0</DocSecurity>
  <Lines>1011</Lines>
  <Paragraphs>481</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ECE/TRANS/WP.11/249</vt:lpstr>
      <vt:lpstr>A/</vt:lpstr>
      <vt:lpstr>A/</vt:lpstr>
    </vt:vector>
  </TitlesOfParts>
  <Company>DCM</Company>
  <LinksUpToDate>false</LinksUpToDate>
  <CharactersWithSpaces>53921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ECE/TRANS/WP.11/249</dc:title>
  <dc:subject/>
  <dc:creator>Elena IZOTOVA</dc:creator>
  <cp:keywords/>
  <cp:lastModifiedBy>Tatiana Chvets</cp:lastModifiedBy>
  <cp:revision>3</cp:revision>
  <cp:lastPrinted>2022-12-21T18:20:00Z</cp:lastPrinted>
  <dcterms:created xsi:type="dcterms:W3CDTF">2022-12-21T18:19:00Z</dcterms:created>
  <dcterms:modified xsi:type="dcterms:W3CDTF">2022-12-21T18:21:00Z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