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F041" w14:textId="4CB7E5E1" w:rsidR="00DA006F" w:rsidRPr="00850379" w:rsidRDefault="00DA006F" w:rsidP="0015448E">
      <w:pPr>
        <w:pStyle w:val="SingleTxtG"/>
        <w:ind w:left="0"/>
        <w:rPr>
          <w:lang w:val="es-ES_tradnl"/>
        </w:rPr>
      </w:pPr>
    </w:p>
    <w:p w14:paraId="22181B8E" w14:textId="48497592" w:rsidR="00DA006F" w:rsidRPr="00850379" w:rsidRDefault="009A5E75" w:rsidP="00DA006F">
      <w:pPr>
        <w:pStyle w:val="Default"/>
        <w:jc w:val="center"/>
        <w:rPr>
          <w:b/>
          <w:bCs/>
          <w:sz w:val="22"/>
          <w:szCs w:val="22"/>
          <w:lang w:val="es-ES_tradnl"/>
        </w:rPr>
      </w:pPr>
      <w:r w:rsidRPr="00850379">
        <w:rPr>
          <w:b/>
          <w:bCs/>
          <w:sz w:val="22"/>
          <w:szCs w:val="22"/>
          <w:lang w:val="es-ES_tradnl"/>
        </w:rPr>
        <w:t>Presentación de informes sobre el indicador mundial 6.5.2 de los ODS</w:t>
      </w:r>
    </w:p>
    <w:p w14:paraId="11E5CA5D" w14:textId="77777777" w:rsidR="00DA006F" w:rsidRPr="00850379" w:rsidRDefault="00DA006F" w:rsidP="00DA006F">
      <w:pPr>
        <w:pStyle w:val="Default"/>
        <w:jc w:val="center"/>
        <w:rPr>
          <w:b/>
          <w:bCs/>
          <w:sz w:val="22"/>
          <w:szCs w:val="22"/>
          <w:lang w:val="es-ES_tradnl"/>
        </w:rPr>
      </w:pPr>
    </w:p>
    <w:p w14:paraId="379118F8" w14:textId="57628B7C" w:rsidR="00DA006F" w:rsidRPr="00850379" w:rsidRDefault="009A5E75" w:rsidP="00DA006F">
      <w:pPr>
        <w:pStyle w:val="Default"/>
        <w:pBdr>
          <w:bottom w:val="single" w:sz="4" w:space="1" w:color="auto"/>
        </w:pBdr>
        <w:jc w:val="center"/>
        <w:rPr>
          <w:b/>
          <w:bCs/>
          <w:lang w:val="es-ES_tradnl"/>
        </w:rPr>
      </w:pPr>
      <w:r w:rsidRPr="00850379">
        <w:rPr>
          <w:b/>
          <w:bCs/>
          <w:lang w:val="es-ES_tradnl"/>
        </w:rPr>
        <w:t xml:space="preserve">FORMULARIO para el </w:t>
      </w:r>
      <w:r w:rsidR="000C05B4" w:rsidRPr="00850379">
        <w:rPr>
          <w:b/>
          <w:bCs/>
          <w:lang w:val="es-ES_tradnl"/>
        </w:rPr>
        <w:t xml:space="preserve">tercer ejercicio </w:t>
      </w:r>
      <w:r w:rsidRPr="00850379">
        <w:rPr>
          <w:b/>
          <w:bCs/>
          <w:lang w:val="es-ES_tradnl"/>
        </w:rPr>
        <w:t>de presentación de informes</w:t>
      </w:r>
      <w:r w:rsidR="00DA006F" w:rsidRPr="00850379">
        <w:rPr>
          <w:b/>
          <w:bCs/>
          <w:lang w:val="es-ES_tradnl"/>
        </w:rPr>
        <w:br/>
      </w:r>
    </w:p>
    <w:p w14:paraId="77A578CC" w14:textId="22475CAC" w:rsidR="00DA006F" w:rsidRPr="00850379" w:rsidRDefault="00DA006F" w:rsidP="0015448E">
      <w:pPr>
        <w:pStyle w:val="SingleTxtG"/>
        <w:ind w:left="0"/>
        <w:rPr>
          <w:spacing w:val="-1"/>
          <w:lang w:val="es-ES_tradnl"/>
        </w:rPr>
      </w:pPr>
    </w:p>
    <w:p w14:paraId="26BB0402" w14:textId="77777777" w:rsidR="0015448E" w:rsidRPr="00850379" w:rsidRDefault="0015448E" w:rsidP="0015448E">
      <w:pPr>
        <w:pStyle w:val="SingleTxtG"/>
        <w:ind w:left="0"/>
        <w:rPr>
          <w:spacing w:val="-1"/>
          <w:lang w:val="es-ES_tradnl"/>
        </w:rPr>
      </w:pPr>
    </w:p>
    <w:p w14:paraId="1BF3207E" w14:textId="2998E21D" w:rsidR="0015448E" w:rsidRPr="00850379" w:rsidRDefault="009A5E75" w:rsidP="0015448E">
      <w:pPr>
        <w:pStyle w:val="SingleTxtG"/>
        <w:ind w:left="0"/>
        <w:rPr>
          <w:lang w:val="es-ES_tradnl"/>
        </w:rPr>
      </w:pPr>
      <w:r w:rsidRPr="00850379">
        <w:rPr>
          <w:b/>
          <w:bCs/>
          <w:sz w:val="22"/>
          <w:szCs w:val="22"/>
          <w:lang w:val="es-ES_tradnl"/>
        </w:rPr>
        <w:t>Índice del formulario</w:t>
      </w:r>
    </w:p>
    <w:p w14:paraId="71610FDF" w14:textId="77777777" w:rsidR="0015448E" w:rsidRPr="00850379" w:rsidRDefault="0015448E" w:rsidP="0015448E">
      <w:pPr>
        <w:pStyle w:val="SingleTxtG"/>
        <w:ind w:left="0"/>
        <w:rPr>
          <w:lang w:val="es-ES_tradnl"/>
        </w:rPr>
      </w:pPr>
    </w:p>
    <w:p w14:paraId="01E61AB8" w14:textId="58DE0311" w:rsidR="0015448E" w:rsidRPr="00850379" w:rsidRDefault="009A5E75" w:rsidP="0015448E">
      <w:pPr>
        <w:pStyle w:val="SingleTxtG"/>
        <w:ind w:left="0"/>
        <w:rPr>
          <w:lang w:val="es-ES_tradnl"/>
        </w:rPr>
      </w:pPr>
      <w:r w:rsidRPr="00850379">
        <w:rPr>
          <w:lang w:val="es-ES_tradnl"/>
        </w:rPr>
        <w:t>El formulario se divide en cuatro partes</w:t>
      </w:r>
      <w:r w:rsidR="0015448E" w:rsidRPr="00850379">
        <w:rPr>
          <w:lang w:val="es-ES_tradnl"/>
        </w:rPr>
        <w:t xml:space="preserve">: </w:t>
      </w:r>
    </w:p>
    <w:p w14:paraId="739BB6AB" w14:textId="7A8DEB09" w:rsidR="0015448E" w:rsidRPr="00850379" w:rsidRDefault="0015448E" w:rsidP="0015448E">
      <w:pPr>
        <w:pStyle w:val="SingleTxtG"/>
        <w:numPr>
          <w:ilvl w:val="0"/>
          <w:numId w:val="24"/>
        </w:numPr>
        <w:rPr>
          <w:lang w:val="es-ES_tradnl"/>
        </w:rPr>
      </w:pPr>
      <w:r w:rsidRPr="00850379">
        <w:rPr>
          <w:lang w:val="es-ES_tradnl"/>
        </w:rPr>
        <w:t>Sec</w:t>
      </w:r>
      <w:r w:rsidR="009A5E75" w:rsidRPr="00850379">
        <w:rPr>
          <w:lang w:val="es-ES_tradnl"/>
        </w:rPr>
        <w:t>ción</w:t>
      </w:r>
      <w:r w:rsidRPr="00850379">
        <w:rPr>
          <w:lang w:val="es-ES_tradnl"/>
        </w:rPr>
        <w:t xml:space="preserve"> I     </w:t>
      </w:r>
      <w:r w:rsidR="00281BE1" w:rsidRPr="00850379">
        <w:rPr>
          <w:lang w:val="es-ES_tradnl"/>
        </w:rPr>
        <w:t xml:space="preserve">– </w:t>
      </w:r>
      <w:r w:rsidRPr="00850379">
        <w:rPr>
          <w:lang w:val="es-ES_tradnl"/>
        </w:rPr>
        <w:tab/>
        <w:t>C</w:t>
      </w:r>
      <w:r w:rsidR="009A5E75" w:rsidRPr="00850379">
        <w:rPr>
          <w:lang w:val="es-ES_tradnl"/>
        </w:rPr>
        <w:t xml:space="preserve">álculo del indicador </w:t>
      </w:r>
      <w:r w:rsidRPr="00850379">
        <w:rPr>
          <w:lang w:val="es-ES_tradnl"/>
        </w:rPr>
        <w:t xml:space="preserve">6.5.2 </w:t>
      </w:r>
      <w:r w:rsidR="009A5E75" w:rsidRPr="00850379">
        <w:rPr>
          <w:lang w:val="es-ES_tradnl"/>
        </w:rPr>
        <w:t>de los ODS</w:t>
      </w:r>
    </w:p>
    <w:p w14:paraId="37BBB64F" w14:textId="18D1E54C" w:rsidR="0015448E" w:rsidRPr="00850379" w:rsidRDefault="0015448E" w:rsidP="0015448E">
      <w:pPr>
        <w:pStyle w:val="SingleTxtG"/>
        <w:numPr>
          <w:ilvl w:val="0"/>
          <w:numId w:val="24"/>
        </w:numPr>
        <w:rPr>
          <w:lang w:val="es-ES_tradnl"/>
        </w:rPr>
      </w:pPr>
      <w:r w:rsidRPr="00850379">
        <w:rPr>
          <w:lang w:val="es-ES_tradnl"/>
        </w:rPr>
        <w:t>Sec</w:t>
      </w:r>
      <w:r w:rsidR="009A5E75" w:rsidRPr="00850379">
        <w:rPr>
          <w:lang w:val="es-ES_tradnl"/>
        </w:rPr>
        <w:t>ción</w:t>
      </w:r>
      <w:r w:rsidRPr="00850379">
        <w:rPr>
          <w:lang w:val="es-ES_tradnl"/>
        </w:rPr>
        <w:t xml:space="preserve"> II </w:t>
      </w:r>
      <w:r w:rsidR="006136BA" w:rsidRPr="00850379">
        <w:rPr>
          <w:lang w:val="es-ES_tradnl"/>
        </w:rPr>
        <w:t xml:space="preserve"> </w:t>
      </w:r>
      <w:r w:rsidRPr="00850379">
        <w:rPr>
          <w:lang w:val="es-ES_tradnl"/>
        </w:rPr>
        <w:t xml:space="preserve">  </w:t>
      </w:r>
      <w:r w:rsidR="00281BE1" w:rsidRPr="00850379">
        <w:rPr>
          <w:lang w:val="es-ES_tradnl"/>
        </w:rPr>
        <w:t xml:space="preserve">– </w:t>
      </w:r>
      <w:r w:rsidRPr="00850379">
        <w:rPr>
          <w:lang w:val="es-ES_tradnl"/>
        </w:rPr>
        <w:tab/>
        <w:t>Informa</w:t>
      </w:r>
      <w:r w:rsidR="009A5E75" w:rsidRPr="00850379">
        <w:rPr>
          <w:lang w:val="es-ES_tradnl"/>
        </w:rPr>
        <w:t>ción relativa a cada cuenca transfronteriza o grupo de cuencas</w:t>
      </w:r>
    </w:p>
    <w:p w14:paraId="374DCCBE" w14:textId="55915154" w:rsidR="0015448E" w:rsidRPr="00850379" w:rsidRDefault="0015448E" w:rsidP="009A5E75">
      <w:pPr>
        <w:pStyle w:val="SingleTxtG"/>
        <w:numPr>
          <w:ilvl w:val="0"/>
          <w:numId w:val="24"/>
        </w:numPr>
        <w:rPr>
          <w:lang w:val="es-ES_tradnl"/>
        </w:rPr>
      </w:pPr>
      <w:r w:rsidRPr="00850379">
        <w:rPr>
          <w:lang w:val="es-ES_tradnl"/>
        </w:rPr>
        <w:t>Sec</w:t>
      </w:r>
      <w:r w:rsidR="009A5E75" w:rsidRPr="00850379">
        <w:rPr>
          <w:lang w:val="es-ES_tradnl"/>
        </w:rPr>
        <w:t xml:space="preserve">ción </w:t>
      </w:r>
      <w:proofErr w:type="gramStart"/>
      <w:r w:rsidRPr="00850379">
        <w:rPr>
          <w:lang w:val="es-ES_tradnl"/>
        </w:rPr>
        <w:t xml:space="preserve">III  </w:t>
      </w:r>
      <w:r w:rsidR="00281BE1" w:rsidRPr="00850379">
        <w:rPr>
          <w:lang w:val="es-ES_tradnl"/>
        </w:rPr>
        <w:t>–</w:t>
      </w:r>
      <w:proofErr w:type="gramEnd"/>
      <w:r w:rsidR="00281BE1" w:rsidRPr="00850379">
        <w:rPr>
          <w:lang w:val="es-ES_tradnl"/>
        </w:rPr>
        <w:t xml:space="preserve"> </w:t>
      </w:r>
      <w:r w:rsidR="001732AA" w:rsidRPr="00850379">
        <w:rPr>
          <w:lang w:val="es-ES_tradnl"/>
        </w:rPr>
        <w:tab/>
      </w:r>
      <w:r w:rsidR="009A5E75" w:rsidRPr="00850379">
        <w:rPr>
          <w:lang w:val="es-ES_tradnl"/>
        </w:rPr>
        <w:t xml:space="preserve">Información general sobre la gestión de las aguas transfronterizas a nivel </w:t>
      </w:r>
      <w:r w:rsidR="004F4DE7" w:rsidRPr="00850379">
        <w:rPr>
          <w:lang w:val="es-ES_tradnl"/>
        </w:rPr>
        <w:tab/>
      </w:r>
      <w:r w:rsidR="004F4DE7" w:rsidRPr="00850379">
        <w:rPr>
          <w:lang w:val="es-ES_tradnl"/>
        </w:rPr>
        <w:tab/>
      </w:r>
      <w:r w:rsidR="004F4DE7" w:rsidRPr="00850379">
        <w:rPr>
          <w:lang w:val="es-ES_tradnl"/>
        </w:rPr>
        <w:tab/>
      </w:r>
      <w:r w:rsidR="009A5E75" w:rsidRPr="00850379">
        <w:rPr>
          <w:lang w:val="es-ES_tradnl"/>
        </w:rPr>
        <w:t>nacional</w:t>
      </w:r>
    </w:p>
    <w:p w14:paraId="3EB458E9" w14:textId="5593B498" w:rsidR="0015448E" w:rsidRPr="00850379" w:rsidRDefault="0015448E" w:rsidP="0015448E">
      <w:pPr>
        <w:pStyle w:val="SingleTxtG"/>
        <w:numPr>
          <w:ilvl w:val="0"/>
          <w:numId w:val="24"/>
        </w:numPr>
        <w:rPr>
          <w:lang w:val="es-ES_tradnl"/>
        </w:rPr>
      </w:pPr>
      <w:r w:rsidRPr="00850379">
        <w:rPr>
          <w:lang w:val="es-ES_tradnl"/>
        </w:rPr>
        <w:t>Sec</w:t>
      </w:r>
      <w:r w:rsidR="009A5E75" w:rsidRPr="00850379">
        <w:rPr>
          <w:lang w:val="es-ES_tradnl"/>
        </w:rPr>
        <w:t>ción</w:t>
      </w:r>
      <w:r w:rsidRPr="00850379">
        <w:rPr>
          <w:lang w:val="es-ES_tradnl"/>
        </w:rPr>
        <w:t xml:space="preserve"> </w:t>
      </w:r>
      <w:proofErr w:type="gramStart"/>
      <w:r w:rsidRPr="00850379">
        <w:rPr>
          <w:lang w:val="es-ES_tradnl"/>
        </w:rPr>
        <w:t>IV</w:t>
      </w:r>
      <w:r w:rsidR="006136BA" w:rsidRPr="00850379">
        <w:rPr>
          <w:lang w:val="es-ES_tradnl"/>
        </w:rPr>
        <w:t xml:space="preserve"> </w:t>
      </w:r>
      <w:r w:rsidRPr="00850379">
        <w:rPr>
          <w:lang w:val="es-ES_tradnl"/>
        </w:rPr>
        <w:t xml:space="preserve"> </w:t>
      </w:r>
      <w:r w:rsidR="00281BE1" w:rsidRPr="00850379">
        <w:rPr>
          <w:lang w:val="es-ES_tradnl"/>
        </w:rPr>
        <w:t>–</w:t>
      </w:r>
      <w:proofErr w:type="gramEnd"/>
      <w:r w:rsidR="00281BE1" w:rsidRPr="00850379">
        <w:rPr>
          <w:lang w:val="es-ES_tradnl"/>
        </w:rPr>
        <w:t xml:space="preserve"> </w:t>
      </w:r>
      <w:r w:rsidRPr="00850379">
        <w:rPr>
          <w:lang w:val="es-ES_tradnl"/>
        </w:rPr>
        <w:tab/>
      </w:r>
      <w:r w:rsidR="009A5E75" w:rsidRPr="00850379">
        <w:rPr>
          <w:lang w:val="es-ES_tradnl"/>
        </w:rPr>
        <w:t>Preguntas finales</w:t>
      </w:r>
      <w:r w:rsidRPr="00850379">
        <w:rPr>
          <w:bCs/>
          <w:lang w:val="es-ES_tradnl"/>
        </w:rPr>
        <w:t xml:space="preserve"> </w:t>
      </w:r>
    </w:p>
    <w:p w14:paraId="7A593A11" w14:textId="6DB09281" w:rsidR="0015448E" w:rsidRPr="00850379" w:rsidRDefault="0015448E" w:rsidP="0015448E">
      <w:pPr>
        <w:pStyle w:val="SingleTxtG"/>
        <w:ind w:left="0"/>
        <w:rPr>
          <w:lang w:val="es-ES_tradnl"/>
        </w:rPr>
      </w:pPr>
    </w:p>
    <w:p w14:paraId="498BD974" w14:textId="77777777" w:rsidR="000062FA" w:rsidRPr="00850379" w:rsidRDefault="000062FA" w:rsidP="0015448E">
      <w:pPr>
        <w:pStyle w:val="SingleTxtG"/>
        <w:ind w:left="0"/>
        <w:rPr>
          <w:sz w:val="22"/>
          <w:szCs w:val="22"/>
          <w:lang w:val="es-ES_tradnl"/>
        </w:rPr>
      </w:pPr>
    </w:p>
    <w:p w14:paraId="75CE30F2" w14:textId="6D0A91E4" w:rsidR="0015448E" w:rsidRPr="00850379" w:rsidRDefault="00BD79F3" w:rsidP="0015448E">
      <w:pPr>
        <w:pStyle w:val="SingleTxtG"/>
        <w:ind w:left="0"/>
        <w:rPr>
          <w:lang w:val="es-ES_tradnl"/>
        </w:rPr>
      </w:pPr>
      <w:r w:rsidRPr="00850379">
        <w:rPr>
          <w:sz w:val="22"/>
          <w:szCs w:val="22"/>
          <w:lang w:val="es-ES_tradnl"/>
        </w:rPr>
        <w:t>Nombre del país</w:t>
      </w:r>
      <w:r w:rsidR="0015448E" w:rsidRPr="00850379">
        <w:rPr>
          <w:sz w:val="22"/>
          <w:szCs w:val="22"/>
          <w:lang w:val="es-ES_tradnl"/>
        </w:rPr>
        <w:t>: [</w:t>
      </w:r>
      <w:r w:rsidRPr="00850379">
        <w:rPr>
          <w:sz w:val="22"/>
          <w:szCs w:val="22"/>
          <w:lang w:val="es-ES_tradnl"/>
        </w:rPr>
        <w:t>rellene</w:t>
      </w:r>
      <w:r w:rsidR="0015448E" w:rsidRPr="00850379">
        <w:rPr>
          <w:sz w:val="22"/>
          <w:szCs w:val="22"/>
          <w:lang w:val="es-ES_tradnl"/>
        </w:rPr>
        <w:t>]</w:t>
      </w:r>
    </w:p>
    <w:p w14:paraId="53855EAD" w14:textId="77777777" w:rsidR="0015448E" w:rsidRPr="00850379" w:rsidRDefault="0015448E" w:rsidP="0015448E">
      <w:pPr>
        <w:pStyle w:val="SingleTxtG"/>
        <w:ind w:left="0"/>
        <w:rPr>
          <w:lang w:val="es-ES_tradnl"/>
        </w:rPr>
      </w:pPr>
    </w:p>
    <w:p w14:paraId="1AC9941C" w14:textId="77777777" w:rsidR="00BB684B" w:rsidRPr="00850379" w:rsidRDefault="00BB684B">
      <w:pPr>
        <w:suppressAutoHyphens w:val="0"/>
        <w:spacing w:line="240" w:lineRule="auto"/>
        <w:rPr>
          <w:b/>
          <w:sz w:val="28"/>
          <w:lang w:val="es-ES_tradnl"/>
        </w:rPr>
      </w:pPr>
      <w:r w:rsidRPr="00850379">
        <w:rPr>
          <w:b/>
          <w:sz w:val="28"/>
          <w:lang w:val="es-ES_tradnl"/>
        </w:rPr>
        <w:br w:type="page"/>
      </w:r>
    </w:p>
    <w:p w14:paraId="20084D0B" w14:textId="71818F1C" w:rsidR="00663B03" w:rsidRPr="00850379" w:rsidRDefault="00E5675D" w:rsidP="003D2E95">
      <w:pPr>
        <w:pStyle w:val="H23G"/>
        <w:rPr>
          <w:lang w:val="es-ES_tradnl"/>
        </w:rPr>
      </w:pPr>
      <w:r w:rsidRPr="00850379">
        <w:rPr>
          <w:lang w:val="es-ES_tradnl"/>
        </w:rPr>
        <w:lastRenderedPageBreak/>
        <w:tab/>
        <w:t>I.</w:t>
      </w:r>
      <w:r w:rsidRPr="00850379">
        <w:rPr>
          <w:lang w:val="es-ES_tradnl"/>
        </w:rPr>
        <w:tab/>
        <w:t>Cálculo del indicador 6.5.2 de los Objetivos de Desarrollo Sostenible</w:t>
      </w:r>
    </w:p>
    <w:p w14:paraId="798051B8" w14:textId="1C226E99" w:rsidR="00663B03" w:rsidRPr="00850379" w:rsidRDefault="00663B03" w:rsidP="00663B03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i/>
          <w:lang w:val="es-ES_tradnl"/>
        </w:rPr>
      </w:pPr>
      <w:r w:rsidRPr="00850379">
        <w:rPr>
          <w:i/>
          <w:lang w:val="es-ES_tradnl"/>
        </w:rPr>
        <w:tab/>
      </w:r>
      <w:r w:rsidRPr="00850379">
        <w:rPr>
          <w:i/>
          <w:lang w:val="es-ES_tradnl"/>
        </w:rPr>
        <w:tab/>
      </w:r>
      <w:r w:rsidR="00E5675D" w:rsidRPr="00850379">
        <w:rPr>
          <w:i/>
          <w:lang w:val="es-ES_tradnl"/>
        </w:rPr>
        <w:t>Metodología</w:t>
      </w:r>
    </w:p>
    <w:p w14:paraId="4ACBFEEC" w14:textId="23044103" w:rsidR="00663B03" w:rsidRPr="00850379" w:rsidRDefault="00663B03" w:rsidP="00663B03">
      <w:pPr>
        <w:spacing w:after="120" w:line="220" w:lineRule="atLeast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1.</w:t>
      </w:r>
      <w:r w:rsidRPr="00850379">
        <w:rPr>
          <w:lang w:val="es-ES_tradnl"/>
        </w:rPr>
        <w:tab/>
      </w:r>
      <w:r w:rsidR="00E5675D" w:rsidRPr="00850379">
        <w:rPr>
          <w:lang w:val="es-ES_tradnl"/>
        </w:rPr>
        <w:t>Utilizando la información recopilada en la sección II, la información recogida en esta sección permite calcular el indicador global 6.5.2 de</w:t>
      </w:r>
      <w:r w:rsidR="003458C9" w:rsidRPr="00850379">
        <w:rPr>
          <w:lang w:val="es-ES_tradnl"/>
        </w:rPr>
        <w:t xml:space="preserve"> </w:t>
      </w:r>
      <w:r w:rsidR="00E5675D" w:rsidRPr="00850379">
        <w:rPr>
          <w:lang w:val="es-ES_tradnl"/>
        </w:rPr>
        <w:t>l</w:t>
      </w:r>
      <w:r w:rsidR="003458C9" w:rsidRPr="00850379">
        <w:rPr>
          <w:lang w:val="es-ES_tradnl"/>
        </w:rPr>
        <w:t>os</w:t>
      </w:r>
      <w:r w:rsidR="00E5675D" w:rsidRPr="00850379">
        <w:rPr>
          <w:lang w:val="es-ES_tradnl"/>
        </w:rPr>
        <w:t xml:space="preserve"> Objetivo</w:t>
      </w:r>
      <w:r w:rsidR="003458C9" w:rsidRPr="00850379">
        <w:rPr>
          <w:lang w:val="es-ES_tradnl"/>
        </w:rPr>
        <w:t>s</w:t>
      </w:r>
      <w:r w:rsidR="00E5675D" w:rsidRPr="00850379">
        <w:rPr>
          <w:lang w:val="es-ES_tradnl"/>
        </w:rPr>
        <w:t xml:space="preserve"> de Desarrollo Sostenible, que se define como la proporción de la superficie de cuencas transfronterizas</w:t>
      </w:r>
      <w:r w:rsidR="00F54FD8" w:rsidRPr="00850379">
        <w:rPr>
          <w:lang w:val="es-ES_tradnl"/>
        </w:rPr>
        <w:t xml:space="preserve"> sujetas a arreglos operacionales</w:t>
      </w:r>
      <w:r w:rsidR="00E5675D" w:rsidRPr="00850379">
        <w:rPr>
          <w:lang w:val="es-ES_tradnl"/>
        </w:rPr>
        <w:t xml:space="preserve"> para la cooperación </w:t>
      </w:r>
      <w:r w:rsidR="00F54FD8" w:rsidRPr="00850379">
        <w:rPr>
          <w:lang w:val="es-ES_tradnl"/>
        </w:rPr>
        <w:t>materia de aguas</w:t>
      </w:r>
      <w:r w:rsidR="00E5675D" w:rsidRPr="00850379">
        <w:rPr>
          <w:lang w:val="es-ES_tradnl"/>
        </w:rPr>
        <w:t>.</w:t>
      </w:r>
    </w:p>
    <w:p w14:paraId="0EFF7FF9" w14:textId="045A1DEB" w:rsidR="00663B03" w:rsidRPr="00850379" w:rsidRDefault="00663B03" w:rsidP="00663B03">
      <w:pPr>
        <w:spacing w:after="120" w:line="220" w:lineRule="atLeast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2.</w:t>
      </w:r>
      <w:r w:rsidRPr="00850379">
        <w:rPr>
          <w:lang w:val="es-ES_tradnl"/>
        </w:rPr>
        <w:tab/>
      </w:r>
      <w:r w:rsidR="00E5675D" w:rsidRPr="00850379">
        <w:rPr>
          <w:lang w:val="es-ES_tradnl"/>
        </w:rPr>
        <w:t>La metodología de seguimiento paso a paso para el indicador 6.5.2, elaborada por la CEPE</w:t>
      </w:r>
      <w:r w:rsidR="00D11CD5" w:rsidRPr="00850379">
        <w:rPr>
          <w:lang w:val="es-ES_tradnl"/>
        </w:rPr>
        <w:t>/ONU</w:t>
      </w:r>
      <w:r w:rsidR="00E5675D" w:rsidRPr="00850379">
        <w:rPr>
          <w:lang w:val="es-ES_tradnl"/>
        </w:rPr>
        <w:t xml:space="preserve"> y la UNESCO dentro del marco de </w:t>
      </w:r>
      <w:proofErr w:type="gramStart"/>
      <w:r w:rsidR="00E5675D" w:rsidRPr="00850379">
        <w:rPr>
          <w:lang w:val="es-ES_tradnl"/>
        </w:rPr>
        <w:t>ONU</w:t>
      </w:r>
      <w:proofErr w:type="gramEnd"/>
      <w:r w:rsidR="00E5675D" w:rsidRPr="00850379">
        <w:rPr>
          <w:lang w:val="es-ES_tradnl"/>
        </w:rPr>
        <w:t>-Agua, debe consultar</w:t>
      </w:r>
      <w:r w:rsidR="0006056A" w:rsidRPr="00850379">
        <w:rPr>
          <w:lang w:val="es-ES_tradnl"/>
        </w:rPr>
        <w:t>se</w:t>
      </w:r>
      <w:r w:rsidR="00E5675D" w:rsidRPr="00850379">
        <w:rPr>
          <w:lang w:val="es-ES_tradnl"/>
        </w:rPr>
        <w:t xml:space="preserve"> para obtener detalles sobre los datos necesarios, las definiciones y el cálculo</w:t>
      </w:r>
      <w:r w:rsidRPr="00850379">
        <w:rPr>
          <w:lang w:val="es-ES_tradnl"/>
        </w:rPr>
        <w:t>.</w:t>
      </w:r>
      <w:r w:rsidRPr="00850379">
        <w:rPr>
          <w:sz w:val="18"/>
          <w:vertAlign w:val="superscript"/>
          <w:lang w:val="es-ES_tradnl"/>
        </w:rPr>
        <w:footnoteReference w:id="2"/>
      </w:r>
    </w:p>
    <w:p w14:paraId="7ADD3DEF" w14:textId="1E6A7851" w:rsidR="00663B03" w:rsidRPr="00850379" w:rsidRDefault="00731284" w:rsidP="00663B03">
      <w:pPr>
        <w:spacing w:after="120" w:line="220" w:lineRule="atLeast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3.</w:t>
      </w:r>
      <w:r w:rsidRPr="00850379">
        <w:rPr>
          <w:lang w:val="es-ES_tradnl"/>
        </w:rPr>
        <w:tab/>
        <w:t>El valor del indicador a nivel nacional se obtiene sumando la superficie de las cuencas transfronterizas (cuencas de ríos, lagos, y acuíferos) de un país que sea objeto de un acuerdo operativo y dividiendo la superficie obtenida por la superficie total de todas las cuencas transfronterizas del país en cuestión (cuencas de ríos</w:t>
      </w:r>
      <w:r w:rsidR="00C63F76" w:rsidRPr="00850379">
        <w:rPr>
          <w:lang w:val="es-ES_tradnl"/>
        </w:rPr>
        <w:t xml:space="preserve"> y</w:t>
      </w:r>
      <w:r w:rsidR="0006056A" w:rsidRPr="00850379">
        <w:rPr>
          <w:lang w:val="es-ES_tradnl"/>
        </w:rPr>
        <w:t xml:space="preserve"> </w:t>
      </w:r>
      <w:r w:rsidRPr="00850379">
        <w:rPr>
          <w:lang w:val="es-ES_tradnl"/>
        </w:rPr>
        <w:t>lagos, y acuíferos).</w:t>
      </w:r>
    </w:p>
    <w:p w14:paraId="149DE8CC" w14:textId="2F6052C0" w:rsidR="00663B03" w:rsidRPr="00850379" w:rsidRDefault="00663B03" w:rsidP="00663B03">
      <w:pPr>
        <w:spacing w:after="120" w:line="220" w:lineRule="atLeast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4.</w:t>
      </w:r>
      <w:r w:rsidRPr="00850379">
        <w:rPr>
          <w:lang w:val="es-ES_tradnl"/>
        </w:rPr>
        <w:tab/>
      </w:r>
      <w:r w:rsidR="00731284" w:rsidRPr="00850379">
        <w:rPr>
          <w:lang w:val="es-ES_tradnl"/>
        </w:rPr>
        <w:t xml:space="preserve">Las cuencas transfronterizas son cuencas de aguas transfronterizas, es decir, de aguas superficiales (especialmente ríos, lagos) o de aguas subterráneas que </w:t>
      </w:r>
      <w:r w:rsidR="0006056A" w:rsidRPr="00850379">
        <w:rPr>
          <w:lang w:val="es-ES_tradnl"/>
        </w:rPr>
        <w:t>marcan, atraviesan o están situadas</w:t>
      </w:r>
      <w:r w:rsidR="00731284" w:rsidRPr="00850379">
        <w:rPr>
          <w:lang w:val="es-ES_tradnl"/>
        </w:rPr>
        <w:t xml:space="preserve"> en</w:t>
      </w:r>
      <w:r w:rsidR="0006056A" w:rsidRPr="00850379">
        <w:rPr>
          <w:lang w:val="es-ES_tradnl"/>
        </w:rPr>
        <w:t>tre</w:t>
      </w:r>
      <w:r w:rsidR="00731284" w:rsidRPr="00850379">
        <w:rPr>
          <w:lang w:val="es-ES_tradnl"/>
        </w:rPr>
        <w:t xml:space="preserve"> </w:t>
      </w:r>
      <w:r w:rsidR="0006056A" w:rsidRPr="00850379">
        <w:rPr>
          <w:lang w:val="es-ES_tradnl"/>
        </w:rPr>
        <w:t>las fronteras</w:t>
      </w:r>
      <w:r w:rsidR="00731284" w:rsidRPr="00850379">
        <w:rPr>
          <w:lang w:val="es-ES_tradnl"/>
        </w:rPr>
        <w:t xml:space="preserve"> de dos o más </w:t>
      </w:r>
      <w:r w:rsidR="0006056A" w:rsidRPr="00850379">
        <w:rPr>
          <w:lang w:val="es-ES_tradnl"/>
        </w:rPr>
        <w:t>E</w:t>
      </w:r>
      <w:r w:rsidR="00731284" w:rsidRPr="00850379">
        <w:rPr>
          <w:lang w:val="es-ES_tradnl"/>
        </w:rPr>
        <w:t xml:space="preserve">stados. Para el cálculo de dicho indicador para un río o lago transfronterizo, la superficie de la cuenca viene determinada por la extensión de su zona de recarga. Para </w:t>
      </w:r>
      <w:r w:rsidR="0006056A" w:rsidRPr="00850379">
        <w:rPr>
          <w:lang w:val="es-ES_tradnl"/>
        </w:rPr>
        <w:t xml:space="preserve">las </w:t>
      </w:r>
      <w:r w:rsidR="00731284" w:rsidRPr="00850379">
        <w:rPr>
          <w:lang w:val="es-ES_tradnl"/>
        </w:rPr>
        <w:t>aguas subterráneas, el área considerada es la de la extensión del acuífero.</w:t>
      </w:r>
    </w:p>
    <w:p w14:paraId="08F88E0A" w14:textId="5FECE782" w:rsidR="00663B03" w:rsidRPr="00850379" w:rsidRDefault="00663B03" w:rsidP="00663B03">
      <w:pPr>
        <w:spacing w:after="120" w:line="220" w:lineRule="atLeast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5.</w:t>
      </w:r>
      <w:r w:rsidRPr="00850379">
        <w:rPr>
          <w:lang w:val="es-ES_tradnl"/>
        </w:rPr>
        <w:tab/>
      </w:r>
      <w:r w:rsidR="00731284" w:rsidRPr="00850379">
        <w:rPr>
          <w:lang w:val="es-ES_tradnl"/>
        </w:rPr>
        <w:t>Un «acuerdo de cooperación hídrica» es un tratado bilateral o multilateral, un convenio, un acuerdo u otro arreglo formal entre países ribereños que proporciona un marco para la cooperación en la gestión de las aguas transfronterizas.</w:t>
      </w:r>
    </w:p>
    <w:p w14:paraId="426DC463" w14:textId="1FDD2592" w:rsidR="00663B03" w:rsidRPr="00850379" w:rsidRDefault="00663B03" w:rsidP="00663B03">
      <w:pPr>
        <w:spacing w:after="120" w:line="220" w:lineRule="atLeast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6.</w:t>
      </w:r>
      <w:r w:rsidRPr="00850379">
        <w:rPr>
          <w:lang w:val="es-ES_tradnl"/>
        </w:rPr>
        <w:tab/>
      </w:r>
      <w:r w:rsidR="00731284" w:rsidRPr="00850379">
        <w:rPr>
          <w:lang w:val="es-ES_tradnl"/>
        </w:rPr>
        <w:t>Para que un acuerdo se considere «operativo» debe cumplir todos los siguientes criterios:</w:t>
      </w:r>
    </w:p>
    <w:p w14:paraId="0813F0FF" w14:textId="7216653C" w:rsidR="00663B03" w:rsidRPr="00850379" w:rsidRDefault="00663B03" w:rsidP="00C378A2">
      <w:pPr>
        <w:spacing w:after="120" w:line="220" w:lineRule="atLeast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a)</w:t>
      </w:r>
      <w:r w:rsidRPr="00850379">
        <w:rPr>
          <w:lang w:val="es-ES_tradnl"/>
        </w:rPr>
        <w:tab/>
      </w:r>
      <w:r w:rsidR="00CD6D8E" w:rsidRPr="00850379">
        <w:rPr>
          <w:lang w:val="es-ES_tradnl"/>
        </w:rPr>
        <w:t>existe un órgano conjunto, mecanismo conjunto o comisión (p.ej. un organismo de cuenca) para la cooperación transfronteriza (criterio 1);</w:t>
      </w:r>
    </w:p>
    <w:p w14:paraId="001110C0" w14:textId="683D9926" w:rsidR="00663B03" w:rsidRPr="00850379" w:rsidRDefault="00663B03" w:rsidP="00C378A2">
      <w:pPr>
        <w:spacing w:after="120" w:line="220" w:lineRule="atLeast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b)</w:t>
      </w:r>
      <w:r w:rsidRPr="00850379">
        <w:rPr>
          <w:lang w:val="es-ES_tradnl"/>
        </w:rPr>
        <w:tab/>
      </w:r>
      <w:bookmarkStart w:id="0" w:name="_Hlk118907448"/>
      <w:r w:rsidR="00B931EF" w:rsidRPr="00850379">
        <w:rPr>
          <w:lang w:val="es-ES_tradnl"/>
        </w:rPr>
        <w:t>se producen comunicaciones formales periódicas (al menos una vez al año) entre los países ribereños en forma de reuniones (bien a nivel político o técnico) (criterio 2);</w:t>
      </w:r>
      <w:bookmarkEnd w:id="0"/>
    </w:p>
    <w:p w14:paraId="29BC4C60" w14:textId="2A99FF22" w:rsidR="00663B03" w:rsidRPr="00850379" w:rsidRDefault="00663B03" w:rsidP="00C378A2">
      <w:pPr>
        <w:spacing w:after="120" w:line="220" w:lineRule="atLeast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c)</w:t>
      </w:r>
      <w:r w:rsidRPr="00850379">
        <w:rPr>
          <w:lang w:val="es-ES_tradnl"/>
        </w:rPr>
        <w:tab/>
      </w:r>
      <w:r w:rsidR="00CD6D8E" w:rsidRPr="00850379">
        <w:rPr>
          <w:lang w:val="es-ES_tradnl"/>
        </w:rPr>
        <w:t>entre los países ribereños se han acordado objetivos comunes, una estrategia común, un plan conjunto o coordinado de gestión, o un plan de acción (criterio 3);</w:t>
      </w:r>
    </w:p>
    <w:p w14:paraId="37CAC250" w14:textId="70DD720C" w:rsidR="00663B03" w:rsidRPr="00850379" w:rsidRDefault="00CD6D8E" w:rsidP="00C378A2">
      <w:pPr>
        <w:spacing w:after="120" w:line="220" w:lineRule="atLeast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663B03" w:rsidRPr="00850379">
        <w:rPr>
          <w:lang w:val="es-ES_tradnl"/>
        </w:rPr>
        <w:t>d)</w:t>
      </w:r>
      <w:r w:rsidR="00663B03" w:rsidRPr="00850379">
        <w:rPr>
          <w:lang w:val="es-ES_tradnl"/>
        </w:rPr>
        <w:tab/>
      </w:r>
      <w:r w:rsidRPr="00850379">
        <w:rPr>
          <w:lang w:val="es-ES_tradnl"/>
        </w:rPr>
        <w:t>hay un intercambio periódico (al menos una vez al año) de datos y de información (criterio 4).</w:t>
      </w:r>
    </w:p>
    <w:p w14:paraId="788D4A74" w14:textId="0D0A0780" w:rsidR="00663B03" w:rsidRPr="00850379" w:rsidRDefault="00663B03" w:rsidP="00663B03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i/>
          <w:lang w:val="es-ES_tradnl"/>
        </w:rPr>
      </w:pPr>
      <w:r w:rsidRPr="00850379">
        <w:rPr>
          <w:i/>
          <w:lang w:val="es-ES_tradnl"/>
        </w:rPr>
        <w:tab/>
      </w:r>
      <w:r w:rsidRPr="00850379">
        <w:rPr>
          <w:i/>
          <w:lang w:val="es-ES_tradnl"/>
        </w:rPr>
        <w:tab/>
      </w:r>
      <w:r w:rsidR="00070C68" w:rsidRPr="00850379">
        <w:rPr>
          <w:i/>
          <w:lang w:val="es-ES_tradnl"/>
        </w:rPr>
        <w:t>Cálculo del indicador 6.5.2</w:t>
      </w:r>
    </w:p>
    <w:p w14:paraId="383B2BE7" w14:textId="77777777" w:rsidR="00070C68" w:rsidRPr="00850379" w:rsidRDefault="00663B03" w:rsidP="00663B03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7.</w:t>
      </w:r>
      <w:r w:rsidRPr="00850379">
        <w:rPr>
          <w:lang w:val="es-ES_tradnl"/>
        </w:rPr>
        <w:tab/>
      </w:r>
      <w:r w:rsidR="00070C68" w:rsidRPr="00850379">
        <w:rPr>
          <w:lang w:val="es-ES_tradnl"/>
        </w:rPr>
        <w:t>Por favor enumere en la siguiente tabla las cuencas transfronterizas (ríos, lagos y acuíferos) existentes en el territorio de su país y facilite la siguiente información para cada una de ellas:</w:t>
      </w:r>
    </w:p>
    <w:p w14:paraId="2EDBEDF4" w14:textId="77777777" w:rsidR="00070C68" w:rsidRPr="00850379" w:rsidRDefault="00070C68" w:rsidP="00C378A2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a)</w:t>
      </w:r>
      <w:r w:rsidRPr="00850379">
        <w:rPr>
          <w:lang w:val="es-ES_tradnl"/>
        </w:rPr>
        <w:tab/>
        <w:t>el país o países que comparten la cuenca;</w:t>
      </w:r>
    </w:p>
    <w:p w14:paraId="464483EE" w14:textId="7A6D2720" w:rsidR="00070C68" w:rsidRPr="00850379" w:rsidRDefault="00070C68" w:rsidP="00C378A2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b)</w:t>
      </w:r>
      <w:r w:rsidRPr="00850379">
        <w:rPr>
          <w:lang w:val="es-ES_tradnl"/>
        </w:rPr>
        <w:tab/>
        <w:t>la superficie de la cuenca (la zona de recarga de los ríos o lagos y del acuífero en el caso de las aguas subterráneas) dentro del territorio de su país (en kilómetros cuadrados [km</w:t>
      </w:r>
      <w:r w:rsidR="000F1592" w:rsidRPr="00850379">
        <w:rPr>
          <w:lang w:val="es-ES_tradnl"/>
        </w:rPr>
        <w:t>²</w:t>
      </w:r>
      <w:r w:rsidRPr="00850379">
        <w:rPr>
          <w:lang w:val="es-ES_tradnl"/>
        </w:rPr>
        <w:t xml:space="preserve">]); </w:t>
      </w:r>
    </w:p>
    <w:p w14:paraId="4D861694" w14:textId="2416760B" w:rsidR="00070C68" w:rsidRPr="00850379" w:rsidRDefault="00070C68" w:rsidP="00C378A2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lastRenderedPageBreak/>
        <w:tab/>
        <w:t>c)</w:t>
      </w:r>
      <w:r w:rsidRPr="00850379">
        <w:rPr>
          <w:lang w:val="es-ES_tradnl"/>
        </w:rPr>
        <w:tab/>
        <w:t>si se ha proporcionado un mapa y/o un archivo de intercambio de información geográfica (</w:t>
      </w:r>
      <w:proofErr w:type="spellStart"/>
      <w:r w:rsidRPr="00850379">
        <w:rPr>
          <w:i/>
          <w:iCs/>
          <w:lang w:val="es-ES_tradnl"/>
        </w:rPr>
        <w:t>shapefile</w:t>
      </w:r>
      <w:proofErr w:type="spellEnd"/>
      <w:r w:rsidRPr="00850379">
        <w:rPr>
          <w:lang w:val="es-ES_tradnl"/>
        </w:rPr>
        <w:t>) del sistema de información geográfica (SIG) de la cuenca;</w:t>
      </w:r>
    </w:p>
    <w:p w14:paraId="2C1D12CB" w14:textId="5FE8A839" w:rsidR="00070C68" w:rsidRPr="00850379" w:rsidRDefault="00070C68" w:rsidP="00C378A2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d)</w:t>
      </w:r>
      <w:r w:rsidRPr="00850379">
        <w:rPr>
          <w:lang w:val="es-ES_tradnl"/>
        </w:rPr>
        <w:tab/>
        <w:t xml:space="preserve">si existe un acuerdo vigente </w:t>
      </w:r>
      <w:r w:rsidR="00B931EF" w:rsidRPr="00850379">
        <w:rPr>
          <w:lang w:val="es-ES_tradnl"/>
        </w:rPr>
        <w:t>para</w:t>
      </w:r>
      <w:r w:rsidRPr="00850379">
        <w:rPr>
          <w:lang w:val="es-ES_tradnl"/>
        </w:rPr>
        <w:t xml:space="preserve"> la cuenca;</w:t>
      </w:r>
    </w:p>
    <w:p w14:paraId="7266C637" w14:textId="0AA43113" w:rsidR="00070C68" w:rsidRPr="00850379" w:rsidRDefault="00070C68" w:rsidP="00C378A2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e)</w:t>
      </w:r>
      <w:r w:rsidRPr="00850379">
        <w:rPr>
          <w:lang w:val="es-ES_tradnl"/>
        </w:rPr>
        <w:tab/>
        <w:t xml:space="preserve">la verificación de cada uno de los cuatro criterios establecidos para evaluar la operatividad; </w:t>
      </w:r>
    </w:p>
    <w:p w14:paraId="03016BDD" w14:textId="57FB53D5" w:rsidR="00663B03" w:rsidRPr="00850379" w:rsidRDefault="00070C68" w:rsidP="00C378A2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f)</w:t>
      </w:r>
      <w:r w:rsidRPr="00850379">
        <w:rPr>
          <w:lang w:val="es-ES_tradnl"/>
        </w:rPr>
        <w:tab/>
        <w:t>la superficie de la cuenca dentro del territorio de su país que es objeto de un acuerdo de cooperación que se considera operativo de acuerdo con los criterios mencionados anteriormente.</w:t>
      </w:r>
      <w:r w:rsidR="00663B03" w:rsidRPr="00850379">
        <w:rPr>
          <w:lang w:val="es-ES_tradnl"/>
        </w:rPr>
        <w:t xml:space="preserve"> </w:t>
      </w:r>
    </w:p>
    <w:p w14:paraId="6893AB4A" w14:textId="7DD39B08" w:rsidR="001C6663" w:rsidRPr="00850379" w:rsidRDefault="000F1592" w:rsidP="00D5683C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8.</w:t>
      </w:r>
      <w:r w:rsidRPr="00850379">
        <w:rPr>
          <w:lang w:val="es-ES_tradnl"/>
        </w:rPr>
        <w:tab/>
        <w:t xml:space="preserve">En caso de que exista un acuerdo operativo solo para una </w:t>
      </w:r>
      <w:r w:rsidR="00793067" w:rsidRPr="00850379">
        <w:rPr>
          <w:lang w:val="es-ES_tradnl"/>
        </w:rPr>
        <w:t>subcuenca</w:t>
      </w:r>
      <w:r w:rsidRPr="00850379">
        <w:rPr>
          <w:lang w:val="es-ES_tradnl"/>
        </w:rPr>
        <w:t xml:space="preserve"> o parte de una cuenca, cite por favor esa </w:t>
      </w:r>
      <w:r w:rsidR="00793067" w:rsidRPr="00850379">
        <w:rPr>
          <w:lang w:val="es-ES_tradnl"/>
        </w:rPr>
        <w:t>subcuenca</w:t>
      </w:r>
      <w:r w:rsidRPr="00850379">
        <w:rPr>
          <w:lang w:val="es-ES_tradnl"/>
        </w:rPr>
        <w:t xml:space="preserve"> justo después de la cuenca transfronteriza de la que forma parte. En caso de que exista un acuerdo operativo para toda la cuenca, no enumere las </w:t>
      </w:r>
      <w:r w:rsidR="00793067" w:rsidRPr="00850379">
        <w:rPr>
          <w:lang w:val="es-ES_tradnl"/>
        </w:rPr>
        <w:t>subcuencas</w:t>
      </w:r>
      <w:r w:rsidRPr="00850379">
        <w:rPr>
          <w:lang w:val="es-ES_tradnl"/>
        </w:rPr>
        <w:t xml:space="preserve"> en la tabla siguiente.</w:t>
      </w:r>
    </w:p>
    <w:p w14:paraId="041F23F5" w14:textId="77777777" w:rsidR="003A51F3" w:rsidRPr="00850379" w:rsidRDefault="00820BD4">
      <w:pPr>
        <w:suppressAutoHyphens w:val="0"/>
        <w:spacing w:line="240" w:lineRule="auto"/>
        <w:rPr>
          <w:lang w:val="es-ES_tradnl"/>
        </w:rPr>
        <w:sectPr w:rsidR="003A51F3" w:rsidRPr="00850379" w:rsidSect="00820BD4">
          <w:footerReference w:type="even" r:id="rId11"/>
          <w:footerReference w:type="default" r:id="rId12"/>
          <w:footnotePr>
            <w:numFmt w:val="lowerLetter"/>
          </w:footnotePr>
          <w:endnotePr>
            <w:numFmt w:val="decimal"/>
          </w:endnotePr>
          <w:pgSz w:w="11907" w:h="16840" w:code="9"/>
          <w:pgMar w:top="1701" w:right="1134" w:bottom="2268" w:left="1134" w:header="1134" w:footer="1701" w:gutter="0"/>
          <w:cols w:space="720"/>
          <w:titlePg/>
          <w:docGrid w:linePitch="272"/>
        </w:sectPr>
      </w:pPr>
      <w:r w:rsidRPr="00850379">
        <w:rPr>
          <w:lang w:val="es-ES_tradnl"/>
        </w:rPr>
        <w:br w:type="page"/>
      </w:r>
    </w:p>
    <w:p w14:paraId="39B331F7" w14:textId="5B5F8FB2" w:rsidR="003A51F3" w:rsidRPr="00850379" w:rsidRDefault="000F1592" w:rsidP="003A51F3">
      <w:pPr>
        <w:pStyle w:val="SingleTxtG"/>
        <w:spacing w:after="0"/>
        <w:ind w:left="1135" w:hanging="851"/>
        <w:rPr>
          <w:lang w:val="es-ES_tradnl"/>
        </w:rPr>
      </w:pPr>
      <w:r w:rsidRPr="00850379">
        <w:rPr>
          <w:lang w:val="es-ES_tradnl"/>
        </w:rPr>
        <w:lastRenderedPageBreak/>
        <w:t>Tabla 1</w:t>
      </w:r>
    </w:p>
    <w:p w14:paraId="2A90A0E8" w14:textId="374B2A69" w:rsidR="003A51F3" w:rsidRPr="00850379" w:rsidRDefault="0059539A" w:rsidP="003A51F3">
      <w:pPr>
        <w:pStyle w:val="SingleTxtG"/>
        <w:ind w:hanging="850"/>
        <w:rPr>
          <w:b/>
          <w:lang w:val="es-ES_tradnl"/>
        </w:rPr>
      </w:pPr>
      <w:r w:rsidRPr="00850379">
        <w:rPr>
          <w:b/>
          <w:lang w:val="es-ES_tradnl"/>
        </w:rPr>
        <w:t>Cuencas transfronterizas de ríos o lagos (por favor</w:t>
      </w:r>
      <w:r w:rsidR="00F54921" w:rsidRPr="00850379">
        <w:rPr>
          <w:b/>
          <w:lang w:val="es-ES_tradnl"/>
        </w:rPr>
        <w:t>,</w:t>
      </w:r>
      <w:r w:rsidRPr="00850379">
        <w:rPr>
          <w:b/>
          <w:lang w:val="es-ES_tradnl"/>
        </w:rPr>
        <w:t xml:space="preserve"> añada filas en caso necesario)</w:t>
      </w:r>
    </w:p>
    <w:tbl>
      <w:tblPr>
        <w:tblStyle w:val="TableGrid"/>
        <w:tblW w:w="12359" w:type="dxa"/>
        <w:tblInd w:w="283" w:type="dxa"/>
        <w:tblLayout w:type="fixed"/>
        <w:tblLook w:val="04A0" w:firstRow="1" w:lastRow="0" w:firstColumn="1" w:lastColumn="0" w:noHBand="0" w:noVBand="1"/>
      </w:tblPr>
      <w:tblGrid>
        <w:gridCol w:w="2109"/>
        <w:gridCol w:w="1129"/>
        <w:gridCol w:w="1106"/>
        <w:gridCol w:w="1001"/>
        <w:gridCol w:w="1002"/>
        <w:gridCol w:w="1002"/>
        <w:gridCol w:w="1002"/>
        <w:gridCol w:w="1002"/>
        <w:gridCol w:w="1002"/>
        <w:gridCol w:w="1002"/>
        <w:gridCol w:w="1002"/>
      </w:tblGrid>
      <w:tr w:rsidR="003A51F3" w:rsidRPr="00B7512C" w14:paraId="0CBA5958" w14:textId="77777777" w:rsidTr="00B674F0">
        <w:trPr>
          <w:trHeight w:val="20"/>
          <w:tblHeader/>
        </w:trPr>
        <w:tc>
          <w:tcPr>
            <w:tcW w:w="2109" w:type="dxa"/>
            <w:shd w:val="clear" w:color="auto" w:fill="auto"/>
            <w:vAlign w:val="bottom"/>
          </w:tcPr>
          <w:p w14:paraId="0979A566" w14:textId="26655260" w:rsidR="003A51F3" w:rsidRPr="00850379" w:rsidRDefault="0059539A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Nombre de la cuenca/</w:t>
            </w:r>
            <w:r w:rsidR="00793067" w:rsidRPr="00850379">
              <w:rPr>
                <w:i/>
                <w:sz w:val="16"/>
                <w:lang w:val="es-ES_tradnl"/>
              </w:rPr>
              <w:t>subcuenca</w:t>
            </w:r>
            <w:r w:rsidRPr="00850379">
              <w:rPr>
                <w:i/>
                <w:sz w:val="16"/>
                <w:lang w:val="es-ES_tradnl"/>
              </w:rPr>
              <w:t xml:space="preserve"> transfronteriza del río o lago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1ACAE79D" w14:textId="1815EFA4" w:rsidR="003A51F3" w:rsidRPr="00850379" w:rsidRDefault="0059539A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 xml:space="preserve">¿Es una cuenca o una </w:t>
            </w:r>
            <w:r w:rsidR="00793067" w:rsidRPr="00850379">
              <w:rPr>
                <w:i/>
                <w:sz w:val="16"/>
                <w:lang w:val="es-ES_tradnl"/>
              </w:rPr>
              <w:t>subcuenca</w:t>
            </w:r>
            <w:r w:rsidR="003A51F3" w:rsidRPr="00850379">
              <w:rPr>
                <w:i/>
                <w:sz w:val="16"/>
                <w:lang w:val="es-ES_tradnl"/>
              </w:rPr>
              <w:t>?</w:t>
            </w:r>
            <w:r w:rsidR="00AA3FC9" w:rsidRPr="00850379">
              <w:rPr>
                <w:rStyle w:val="FootnoteReference"/>
                <w:i/>
                <w:lang w:val="es-ES_tradnl"/>
              </w:rPr>
              <w:t xml:space="preserve"> </w:t>
            </w:r>
            <w:r w:rsidR="00AA3FC9" w:rsidRPr="00850379">
              <w:rPr>
                <w:rStyle w:val="FootnoteReference"/>
                <w:i/>
                <w:lang w:val="es-ES_tradnl"/>
              </w:rPr>
              <w:footnoteReference w:id="3"/>
            </w:r>
          </w:p>
        </w:tc>
        <w:tc>
          <w:tcPr>
            <w:tcW w:w="1106" w:type="dxa"/>
            <w:shd w:val="clear" w:color="auto" w:fill="auto"/>
            <w:vAlign w:val="bottom"/>
          </w:tcPr>
          <w:p w14:paraId="7524364B" w14:textId="1D0210B9" w:rsidR="003A51F3" w:rsidRPr="00850379" w:rsidRDefault="004C7E31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Países que la comparten</w:t>
            </w:r>
          </w:p>
        </w:tc>
        <w:tc>
          <w:tcPr>
            <w:tcW w:w="1001" w:type="dxa"/>
            <w:shd w:val="clear" w:color="auto" w:fill="auto"/>
            <w:vAlign w:val="bottom"/>
          </w:tcPr>
          <w:p w14:paraId="0943C74C" w14:textId="28DED6B9" w:rsidR="003A51F3" w:rsidRPr="00850379" w:rsidRDefault="004C7E31" w:rsidP="004C7E31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Superficie de la cuenca/</w:t>
            </w:r>
            <w:proofErr w:type="spellStart"/>
            <w:r w:rsidR="00793067" w:rsidRPr="00850379">
              <w:rPr>
                <w:i/>
                <w:sz w:val="16"/>
                <w:lang w:val="es-ES_tradnl"/>
              </w:rPr>
              <w:t>sub</w:t>
            </w:r>
            <w:r w:rsidR="00FF4187" w:rsidRPr="00850379">
              <w:rPr>
                <w:i/>
                <w:sz w:val="16"/>
                <w:lang w:val="es-ES_tradnl"/>
              </w:rPr>
              <w:t>-</w:t>
            </w:r>
            <w:r w:rsidR="00793067" w:rsidRPr="00850379">
              <w:rPr>
                <w:i/>
                <w:sz w:val="16"/>
                <w:lang w:val="es-ES_tradnl"/>
              </w:rPr>
              <w:t>cuenca</w:t>
            </w:r>
            <w:proofErr w:type="spellEnd"/>
            <w:r w:rsidRPr="00850379">
              <w:rPr>
                <w:i/>
                <w:sz w:val="16"/>
                <w:lang w:val="es-ES_tradnl"/>
              </w:rPr>
              <w:t xml:space="preserve"> dentro del territorio del país (en km</w:t>
            </w:r>
            <w:r w:rsidR="003A51F3" w:rsidRPr="00850379">
              <w:rPr>
                <w:i/>
                <w:sz w:val="16"/>
                <w:vertAlign w:val="superscript"/>
                <w:lang w:val="es-ES_tradnl"/>
              </w:rPr>
              <w:t>2</w:t>
            </w:r>
            <w:r w:rsidR="003A51F3" w:rsidRPr="00850379">
              <w:rPr>
                <w:i/>
                <w:sz w:val="16"/>
                <w:lang w:val="es-ES_tradnl"/>
              </w:rPr>
              <w:t xml:space="preserve">) 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08415F64" w14:textId="73584DBB" w:rsidR="003A51F3" w:rsidRPr="00850379" w:rsidRDefault="004C7E31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 xml:space="preserve">Se proporciona mapa y/o formato </w:t>
            </w:r>
            <w:proofErr w:type="spellStart"/>
            <w:r w:rsidRPr="00850379">
              <w:rPr>
                <w:i/>
                <w:sz w:val="16"/>
                <w:lang w:val="es-ES_tradnl"/>
              </w:rPr>
              <w:t>shapefile</w:t>
            </w:r>
            <w:proofErr w:type="spellEnd"/>
            <w:r w:rsidRPr="00850379">
              <w:rPr>
                <w:i/>
                <w:sz w:val="16"/>
                <w:lang w:val="es-ES_tradnl"/>
              </w:rPr>
              <w:t xml:space="preserve"> del SIG (sí/no)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3117EA16" w14:textId="28462845" w:rsidR="003A51F3" w:rsidRPr="00850379" w:rsidRDefault="004C7E31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Es objeto de un acuerdo (</w:t>
            </w:r>
            <w:r w:rsidR="003458C9" w:rsidRPr="00850379">
              <w:rPr>
                <w:i/>
                <w:sz w:val="16"/>
                <w:lang w:val="es-ES_tradnl"/>
              </w:rPr>
              <w:t>por completo</w:t>
            </w:r>
            <w:r w:rsidRPr="00850379">
              <w:rPr>
                <w:i/>
                <w:sz w:val="16"/>
                <w:lang w:val="es-ES_tradnl"/>
              </w:rPr>
              <w:t>/</w:t>
            </w:r>
            <w:r w:rsidR="003458C9" w:rsidRPr="00850379">
              <w:rPr>
                <w:i/>
                <w:sz w:val="16"/>
                <w:lang w:val="es-ES_tradnl"/>
              </w:rPr>
              <w:t>en parte</w:t>
            </w:r>
            <w:r w:rsidRPr="00850379">
              <w:rPr>
                <w:i/>
                <w:sz w:val="16"/>
                <w:lang w:val="es-ES_tradnl"/>
              </w:rPr>
              <w:t>/no) (</w:t>
            </w:r>
            <w:r w:rsidR="000C05B4" w:rsidRPr="00850379">
              <w:rPr>
                <w:i/>
                <w:sz w:val="16"/>
                <w:lang w:val="es-ES_tradnl"/>
              </w:rPr>
              <w:t>V</w:t>
            </w:r>
            <w:r w:rsidR="00F24324" w:rsidRPr="00850379">
              <w:rPr>
                <w:i/>
                <w:sz w:val="16"/>
                <w:lang w:val="es-ES_tradnl"/>
              </w:rPr>
              <w:t>éase</w:t>
            </w:r>
            <w:r w:rsidR="000C05B4" w:rsidRPr="00850379">
              <w:rPr>
                <w:i/>
                <w:sz w:val="16"/>
                <w:lang w:val="es-ES_tradnl"/>
              </w:rPr>
              <w:t xml:space="preserve"> la </w:t>
            </w:r>
            <w:r w:rsidRPr="00850379">
              <w:rPr>
                <w:i/>
                <w:sz w:val="16"/>
                <w:lang w:val="es-ES_tradnl"/>
              </w:rPr>
              <w:t>pregunta</w:t>
            </w:r>
            <w:r w:rsidR="000C05B4" w:rsidRPr="00850379">
              <w:rPr>
                <w:i/>
                <w:sz w:val="16"/>
                <w:lang w:val="es-ES_tradnl"/>
              </w:rPr>
              <w:t xml:space="preserve"> 1</w:t>
            </w:r>
            <w:r w:rsidR="00B931EF" w:rsidRPr="00850379">
              <w:rPr>
                <w:i/>
                <w:sz w:val="16"/>
                <w:lang w:val="es-ES_tradnl"/>
              </w:rPr>
              <w:t xml:space="preserve"> </w:t>
            </w:r>
            <w:r w:rsidRPr="00850379">
              <w:rPr>
                <w:i/>
                <w:sz w:val="16"/>
                <w:lang w:val="es-ES_tradnl"/>
              </w:rPr>
              <w:t>de la sec</w:t>
            </w:r>
            <w:r w:rsidR="000C05B4" w:rsidRPr="00850379">
              <w:rPr>
                <w:i/>
                <w:sz w:val="16"/>
                <w:lang w:val="es-ES_tradnl"/>
              </w:rPr>
              <w:t>.</w:t>
            </w:r>
            <w:r w:rsidRPr="00850379">
              <w:rPr>
                <w:i/>
                <w:sz w:val="16"/>
                <w:lang w:val="es-ES_tradnl"/>
              </w:rPr>
              <w:t xml:space="preserve"> II)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1AF6D56F" w14:textId="77777777" w:rsidR="009E2C78" w:rsidRPr="00850379" w:rsidRDefault="004C7E31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 xml:space="preserve">Cumple con el criterio 1 (sí/no) </w:t>
            </w:r>
          </w:p>
          <w:p w14:paraId="1B4DF361" w14:textId="602D362F" w:rsidR="003A51F3" w:rsidRPr="00850379" w:rsidRDefault="004C7E31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(</w:t>
            </w:r>
            <w:r w:rsidR="000C05B4" w:rsidRPr="00850379">
              <w:rPr>
                <w:i/>
                <w:sz w:val="16"/>
                <w:lang w:val="es-ES_tradnl"/>
              </w:rPr>
              <w:t>V</w:t>
            </w:r>
            <w:r w:rsidR="00F24324" w:rsidRPr="00850379">
              <w:rPr>
                <w:i/>
                <w:sz w:val="16"/>
                <w:lang w:val="es-ES_tradnl"/>
              </w:rPr>
              <w:t>éase</w:t>
            </w:r>
            <w:r w:rsidR="000C05B4" w:rsidRPr="00850379">
              <w:rPr>
                <w:i/>
                <w:sz w:val="16"/>
                <w:lang w:val="es-ES_tradnl"/>
              </w:rPr>
              <w:t xml:space="preserve"> </w:t>
            </w:r>
            <w:r w:rsidRPr="00850379">
              <w:rPr>
                <w:i/>
                <w:sz w:val="16"/>
                <w:lang w:val="es-ES_tradnl"/>
              </w:rPr>
              <w:t>la pregunta</w:t>
            </w:r>
            <w:r w:rsidR="000C05B4" w:rsidRPr="00850379">
              <w:rPr>
                <w:i/>
                <w:sz w:val="16"/>
                <w:lang w:val="es-ES_tradnl"/>
              </w:rPr>
              <w:t xml:space="preserve"> 3</w:t>
            </w:r>
            <w:r w:rsidR="00B931EF" w:rsidRPr="00850379">
              <w:rPr>
                <w:i/>
                <w:sz w:val="16"/>
                <w:lang w:val="es-ES_tradnl"/>
              </w:rPr>
              <w:t xml:space="preserve"> </w:t>
            </w:r>
            <w:r w:rsidRPr="00850379">
              <w:rPr>
                <w:i/>
                <w:sz w:val="16"/>
                <w:lang w:val="es-ES_tradnl"/>
              </w:rPr>
              <w:t>de la sec</w:t>
            </w:r>
            <w:r w:rsidR="000C05B4" w:rsidRPr="00850379">
              <w:rPr>
                <w:i/>
                <w:sz w:val="16"/>
                <w:lang w:val="es-ES_tradnl"/>
              </w:rPr>
              <w:t>.</w:t>
            </w:r>
            <w:r w:rsidRPr="00850379">
              <w:rPr>
                <w:i/>
                <w:sz w:val="16"/>
                <w:lang w:val="es-ES_tradnl"/>
              </w:rPr>
              <w:t xml:space="preserve"> II)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41AD0085" w14:textId="77777777" w:rsidR="009E2C78" w:rsidRPr="00850379" w:rsidRDefault="004C7E31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 xml:space="preserve">Cumple con el criterio 2 (sí/no) </w:t>
            </w:r>
          </w:p>
          <w:p w14:paraId="486D56B4" w14:textId="32015882" w:rsidR="003A51F3" w:rsidRPr="00850379" w:rsidRDefault="004C7E31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(</w:t>
            </w:r>
            <w:r w:rsidR="00C37ED8" w:rsidRPr="00850379">
              <w:rPr>
                <w:i/>
                <w:sz w:val="16"/>
                <w:lang w:val="es-ES_tradnl"/>
              </w:rPr>
              <w:t>V</w:t>
            </w:r>
            <w:r w:rsidR="00F24324" w:rsidRPr="00850379">
              <w:rPr>
                <w:i/>
                <w:sz w:val="16"/>
                <w:lang w:val="es-ES_tradnl"/>
              </w:rPr>
              <w:t>éa</w:t>
            </w:r>
            <w:r w:rsidR="003458C9" w:rsidRPr="00850379">
              <w:rPr>
                <w:i/>
                <w:sz w:val="16"/>
                <w:lang w:val="es-ES_tradnl"/>
              </w:rPr>
              <w:t>se</w:t>
            </w:r>
            <w:r w:rsidR="00C37ED8" w:rsidRPr="00850379">
              <w:rPr>
                <w:i/>
                <w:sz w:val="16"/>
                <w:lang w:val="es-ES_tradnl"/>
              </w:rPr>
              <w:t xml:space="preserve"> la </w:t>
            </w:r>
            <w:r w:rsidRPr="00850379">
              <w:rPr>
                <w:i/>
                <w:sz w:val="16"/>
                <w:lang w:val="es-ES_tradnl"/>
              </w:rPr>
              <w:t xml:space="preserve">pregunta </w:t>
            </w:r>
            <w:r w:rsidR="00C37ED8" w:rsidRPr="00850379">
              <w:rPr>
                <w:i/>
                <w:sz w:val="16"/>
                <w:lang w:val="es-ES_tradnl"/>
              </w:rPr>
              <w:t xml:space="preserve">3 i) </w:t>
            </w:r>
            <w:r w:rsidRPr="00850379">
              <w:rPr>
                <w:i/>
                <w:sz w:val="16"/>
                <w:lang w:val="es-ES_tradnl"/>
              </w:rPr>
              <w:t>de la sección II)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5080912E" w14:textId="77777777" w:rsidR="009E2C78" w:rsidRPr="00850379" w:rsidRDefault="004C7E31" w:rsidP="004C7E31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 xml:space="preserve">Cumple con el criterio 3 (sí/no) </w:t>
            </w:r>
          </w:p>
          <w:p w14:paraId="23CE03BE" w14:textId="6DE621C0" w:rsidR="003A51F3" w:rsidRPr="00850379" w:rsidRDefault="004C7E31" w:rsidP="004C7E31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(</w:t>
            </w:r>
            <w:r w:rsidR="00423977" w:rsidRPr="00850379">
              <w:rPr>
                <w:i/>
                <w:sz w:val="16"/>
                <w:lang w:val="es-ES_tradnl"/>
              </w:rPr>
              <w:t>V</w:t>
            </w:r>
            <w:r w:rsidR="00F24324" w:rsidRPr="00850379">
              <w:rPr>
                <w:i/>
                <w:sz w:val="16"/>
                <w:lang w:val="es-ES_tradnl"/>
              </w:rPr>
              <w:t>éa</w:t>
            </w:r>
            <w:r w:rsidR="003458C9" w:rsidRPr="00850379">
              <w:rPr>
                <w:i/>
                <w:sz w:val="16"/>
                <w:lang w:val="es-ES_tradnl"/>
              </w:rPr>
              <w:t>se</w:t>
            </w:r>
            <w:r w:rsidRPr="00850379">
              <w:rPr>
                <w:i/>
                <w:sz w:val="16"/>
                <w:lang w:val="es-ES_tradnl"/>
              </w:rPr>
              <w:t xml:space="preserve"> la pregunta</w:t>
            </w:r>
            <w:r w:rsidR="00423977" w:rsidRPr="00850379">
              <w:rPr>
                <w:i/>
                <w:sz w:val="16"/>
                <w:lang w:val="es-ES_tradnl"/>
              </w:rPr>
              <w:t xml:space="preserve"> 4</w:t>
            </w:r>
            <w:r w:rsidR="00B931EF" w:rsidRPr="00850379">
              <w:rPr>
                <w:i/>
                <w:sz w:val="16"/>
                <w:lang w:val="es-ES_tradnl"/>
              </w:rPr>
              <w:t xml:space="preserve"> </w:t>
            </w:r>
            <w:r w:rsidRPr="00850379">
              <w:rPr>
                <w:i/>
                <w:sz w:val="16"/>
                <w:lang w:val="es-ES_tradnl"/>
              </w:rPr>
              <w:t>de la sec</w:t>
            </w:r>
            <w:r w:rsidR="00423977" w:rsidRPr="00850379">
              <w:rPr>
                <w:i/>
                <w:sz w:val="16"/>
                <w:lang w:val="es-ES_tradnl"/>
              </w:rPr>
              <w:t xml:space="preserve">. </w:t>
            </w:r>
            <w:r w:rsidRPr="00850379">
              <w:rPr>
                <w:i/>
                <w:sz w:val="16"/>
                <w:lang w:val="es-ES_tradnl"/>
              </w:rPr>
              <w:t>II)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2306968F" w14:textId="77777777" w:rsidR="009E2C78" w:rsidRPr="00850379" w:rsidRDefault="004C7E31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 xml:space="preserve">Cumple con el criterio 4 (sí/no) </w:t>
            </w:r>
          </w:p>
          <w:p w14:paraId="0BCD268C" w14:textId="7118E830" w:rsidR="003A51F3" w:rsidRPr="00850379" w:rsidRDefault="004C7E31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(</w:t>
            </w:r>
            <w:r w:rsidR="00423977" w:rsidRPr="00850379">
              <w:rPr>
                <w:i/>
                <w:sz w:val="16"/>
                <w:lang w:val="es-ES_tradnl"/>
              </w:rPr>
              <w:t>V</w:t>
            </w:r>
            <w:r w:rsidR="00F24324" w:rsidRPr="00850379">
              <w:rPr>
                <w:i/>
                <w:sz w:val="16"/>
                <w:lang w:val="es-ES_tradnl"/>
              </w:rPr>
              <w:t>éa</w:t>
            </w:r>
            <w:r w:rsidR="003458C9" w:rsidRPr="00850379">
              <w:rPr>
                <w:i/>
                <w:sz w:val="16"/>
                <w:lang w:val="es-ES_tradnl"/>
              </w:rPr>
              <w:t>nse</w:t>
            </w:r>
            <w:r w:rsidRPr="00850379">
              <w:rPr>
                <w:i/>
                <w:sz w:val="16"/>
                <w:lang w:val="es-ES_tradnl"/>
              </w:rPr>
              <w:t xml:space="preserve"> las preguntas</w:t>
            </w:r>
            <w:r w:rsidR="00423977" w:rsidRPr="00850379">
              <w:rPr>
                <w:i/>
                <w:sz w:val="16"/>
                <w:lang w:val="es-ES_tradnl"/>
              </w:rPr>
              <w:t xml:space="preserve"> 6 a) y 6 b)</w:t>
            </w:r>
            <w:r w:rsidRPr="00850379">
              <w:rPr>
                <w:i/>
                <w:sz w:val="16"/>
                <w:lang w:val="es-ES_tradnl"/>
              </w:rPr>
              <w:t xml:space="preserve"> de la sec</w:t>
            </w:r>
            <w:r w:rsidR="00423977" w:rsidRPr="00850379">
              <w:rPr>
                <w:i/>
                <w:sz w:val="16"/>
                <w:lang w:val="es-ES_tradnl"/>
              </w:rPr>
              <w:t>.</w:t>
            </w:r>
            <w:r w:rsidRPr="00850379">
              <w:rPr>
                <w:i/>
                <w:sz w:val="16"/>
                <w:lang w:val="es-ES_tradnl"/>
              </w:rPr>
              <w:t xml:space="preserve"> II)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584C9343" w14:textId="122EB19A" w:rsidR="003A51F3" w:rsidRPr="00850379" w:rsidRDefault="004C7E31" w:rsidP="009E2C78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Superficie de la cuenca/</w:t>
            </w:r>
            <w:proofErr w:type="spellStart"/>
            <w:r w:rsidR="00793067" w:rsidRPr="00850379">
              <w:rPr>
                <w:i/>
                <w:sz w:val="16"/>
                <w:lang w:val="es-ES_tradnl"/>
              </w:rPr>
              <w:t>sub</w:t>
            </w:r>
            <w:r w:rsidR="006A7B84" w:rsidRPr="00850379">
              <w:rPr>
                <w:i/>
                <w:sz w:val="16"/>
                <w:lang w:val="es-ES_tradnl"/>
              </w:rPr>
              <w:t>-</w:t>
            </w:r>
            <w:r w:rsidR="00793067" w:rsidRPr="00850379">
              <w:rPr>
                <w:i/>
                <w:sz w:val="16"/>
                <w:lang w:val="es-ES_tradnl"/>
              </w:rPr>
              <w:t>cuenca</w:t>
            </w:r>
            <w:proofErr w:type="spellEnd"/>
            <w:r w:rsidRPr="00850379">
              <w:rPr>
                <w:i/>
                <w:sz w:val="16"/>
                <w:lang w:val="es-ES_tradnl"/>
              </w:rPr>
              <w:t xml:space="preserve"> que es objeto de un acuerdo operativo dentro del territorio del país</w:t>
            </w:r>
            <w:r w:rsidR="009E2C78" w:rsidRPr="00850379">
              <w:rPr>
                <w:i/>
                <w:sz w:val="16"/>
                <w:lang w:val="es-ES_tradnl"/>
              </w:rPr>
              <w:t xml:space="preserve"> </w:t>
            </w:r>
            <w:r w:rsidRPr="00850379">
              <w:rPr>
                <w:i/>
                <w:sz w:val="16"/>
                <w:lang w:val="es-ES_tradnl"/>
              </w:rPr>
              <w:t>(en km</w:t>
            </w:r>
            <w:r w:rsidR="003A51F3" w:rsidRPr="00850379">
              <w:rPr>
                <w:i/>
                <w:sz w:val="16"/>
                <w:vertAlign w:val="superscript"/>
                <w:lang w:val="es-ES_tradnl"/>
              </w:rPr>
              <w:t>2</w:t>
            </w:r>
            <w:r w:rsidRPr="00850379">
              <w:rPr>
                <w:i/>
                <w:sz w:val="16"/>
                <w:lang w:val="es-ES_tradnl"/>
              </w:rPr>
              <w:t>)</w:t>
            </w:r>
          </w:p>
        </w:tc>
      </w:tr>
      <w:tr w:rsidR="003A51F3" w:rsidRPr="00B7512C" w14:paraId="5BFE938A" w14:textId="77777777" w:rsidTr="00B674F0">
        <w:trPr>
          <w:trHeight w:val="20"/>
        </w:trPr>
        <w:tc>
          <w:tcPr>
            <w:tcW w:w="2109" w:type="dxa"/>
            <w:shd w:val="clear" w:color="auto" w:fill="auto"/>
          </w:tcPr>
          <w:p w14:paraId="7B98D8B8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29" w:type="dxa"/>
            <w:shd w:val="clear" w:color="auto" w:fill="auto"/>
          </w:tcPr>
          <w:p w14:paraId="31BF1443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06" w:type="dxa"/>
            <w:shd w:val="clear" w:color="auto" w:fill="auto"/>
          </w:tcPr>
          <w:p w14:paraId="0A792D47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1" w:type="dxa"/>
            <w:shd w:val="clear" w:color="auto" w:fill="auto"/>
          </w:tcPr>
          <w:p w14:paraId="65CAB596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2CA52F8F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581E4249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1BE1D359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4175B53B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5BB65F3D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7E7099F2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40CEE39B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3A51F3" w:rsidRPr="00B7512C" w14:paraId="1CBBA0CD" w14:textId="77777777" w:rsidTr="00B674F0">
        <w:trPr>
          <w:trHeight w:val="20"/>
        </w:trPr>
        <w:tc>
          <w:tcPr>
            <w:tcW w:w="2109" w:type="dxa"/>
            <w:shd w:val="clear" w:color="auto" w:fill="auto"/>
          </w:tcPr>
          <w:p w14:paraId="506EF3FE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29" w:type="dxa"/>
            <w:shd w:val="clear" w:color="auto" w:fill="auto"/>
          </w:tcPr>
          <w:p w14:paraId="4B932F77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06" w:type="dxa"/>
            <w:shd w:val="clear" w:color="auto" w:fill="auto"/>
          </w:tcPr>
          <w:p w14:paraId="6890BA0D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1" w:type="dxa"/>
            <w:shd w:val="clear" w:color="auto" w:fill="auto"/>
          </w:tcPr>
          <w:p w14:paraId="133E6C0D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5CC3F4B4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648F9041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729DF8E8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3162E0AE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39524B8D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25293FFC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3A885F45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B674F0" w:rsidRPr="00B7512C" w14:paraId="258DDDC4" w14:textId="77777777" w:rsidTr="00B674F0">
        <w:trPr>
          <w:trHeight w:val="20"/>
        </w:trPr>
        <w:tc>
          <w:tcPr>
            <w:tcW w:w="2109" w:type="dxa"/>
            <w:shd w:val="clear" w:color="auto" w:fill="auto"/>
          </w:tcPr>
          <w:p w14:paraId="61D9A9C0" w14:textId="77777777" w:rsidR="00B674F0" w:rsidRPr="00850379" w:rsidRDefault="00B674F0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29" w:type="dxa"/>
            <w:shd w:val="clear" w:color="auto" w:fill="auto"/>
          </w:tcPr>
          <w:p w14:paraId="76521E23" w14:textId="77777777" w:rsidR="00B674F0" w:rsidRPr="00850379" w:rsidRDefault="00B674F0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06" w:type="dxa"/>
            <w:shd w:val="clear" w:color="auto" w:fill="auto"/>
          </w:tcPr>
          <w:p w14:paraId="475B1A6D" w14:textId="77777777" w:rsidR="00B674F0" w:rsidRPr="00850379" w:rsidRDefault="00B674F0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1" w:type="dxa"/>
            <w:shd w:val="clear" w:color="auto" w:fill="auto"/>
          </w:tcPr>
          <w:p w14:paraId="0D11AF3A" w14:textId="77777777" w:rsidR="00B674F0" w:rsidRPr="00850379" w:rsidRDefault="00B674F0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7A7BFF8F" w14:textId="77777777" w:rsidR="00B674F0" w:rsidRPr="00850379" w:rsidRDefault="00B674F0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020819B3" w14:textId="77777777" w:rsidR="00B674F0" w:rsidRPr="00850379" w:rsidRDefault="00B674F0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0BCE882D" w14:textId="77777777" w:rsidR="00B674F0" w:rsidRPr="00850379" w:rsidRDefault="00B674F0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0D4AD6E8" w14:textId="77777777" w:rsidR="00B674F0" w:rsidRPr="00850379" w:rsidRDefault="00B674F0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0B23415D" w14:textId="77777777" w:rsidR="00B674F0" w:rsidRPr="00850379" w:rsidRDefault="00B674F0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628F551E" w14:textId="77777777" w:rsidR="00B674F0" w:rsidRPr="00850379" w:rsidRDefault="00B674F0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shd w:val="clear" w:color="auto" w:fill="auto"/>
          </w:tcPr>
          <w:p w14:paraId="2FC14C03" w14:textId="77777777" w:rsidR="00B674F0" w:rsidRPr="00850379" w:rsidRDefault="00B674F0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3A51F3" w:rsidRPr="00B7512C" w14:paraId="09C522B2" w14:textId="77777777" w:rsidTr="00B674F0">
        <w:trPr>
          <w:trHeight w:val="20"/>
        </w:trPr>
        <w:tc>
          <w:tcPr>
            <w:tcW w:w="2109" w:type="dxa"/>
            <w:shd w:val="clear" w:color="auto" w:fill="auto"/>
          </w:tcPr>
          <w:p w14:paraId="65149DEE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29" w:type="dxa"/>
            <w:shd w:val="clear" w:color="auto" w:fill="auto"/>
          </w:tcPr>
          <w:p w14:paraId="62FB9BE9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06" w:type="dxa"/>
            <w:shd w:val="clear" w:color="auto" w:fill="auto"/>
          </w:tcPr>
          <w:p w14:paraId="69991B6C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shd w:val="clear" w:color="auto" w:fill="auto"/>
          </w:tcPr>
          <w:p w14:paraId="31BE0003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</w:tcPr>
          <w:p w14:paraId="61133DA4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</w:tcPr>
          <w:p w14:paraId="3A30B284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</w:tcPr>
          <w:p w14:paraId="793D480B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</w:tcPr>
          <w:p w14:paraId="3F01C2E2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</w:tcPr>
          <w:p w14:paraId="419E3FBA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</w:tcPr>
          <w:p w14:paraId="6EFFA46D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</w:tcPr>
          <w:p w14:paraId="6053CBFA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3A51F3" w:rsidRPr="00B7512C" w14:paraId="2DDA2629" w14:textId="77777777" w:rsidTr="00B674F0">
        <w:trPr>
          <w:trHeight w:val="20"/>
        </w:trPr>
        <w:tc>
          <w:tcPr>
            <w:tcW w:w="434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AD0B737" w14:textId="296E9AEA" w:rsidR="003A51F3" w:rsidRPr="00850379" w:rsidRDefault="000062FA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b/>
                <w:sz w:val="18"/>
                <w:szCs w:val="18"/>
                <w:lang w:val="es-ES_tradnl"/>
              </w:rPr>
            </w:pPr>
            <w:r w:rsidRPr="00850379">
              <w:rPr>
                <w:b/>
                <w:sz w:val="18"/>
                <w:szCs w:val="18"/>
                <w:lang w:val="es-ES_tradnl"/>
              </w:rPr>
              <w:t>(</w:t>
            </w:r>
            <w:r w:rsidR="003A51F3" w:rsidRPr="00850379">
              <w:rPr>
                <w:b/>
                <w:sz w:val="18"/>
                <w:szCs w:val="18"/>
                <w:lang w:val="es-ES_tradnl"/>
              </w:rPr>
              <w:t>A)</w:t>
            </w:r>
            <w:r w:rsidR="003A51F3" w:rsidRPr="00850379">
              <w:rPr>
                <w:b/>
                <w:sz w:val="18"/>
                <w:szCs w:val="18"/>
                <w:lang w:val="es-ES_tradnl"/>
              </w:rPr>
              <w:br/>
            </w:r>
            <w:r w:rsidR="002147A7" w:rsidRPr="00850379">
              <w:rPr>
                <w:b/>
                <w:sz w:val="18"/>
                <w:szCs w:val="18"/>
                <w:lang w:val="es-ES_tradnl"/>
              </w:rPr>
              <w:t>Superficie total de las cuencas/</w:t>
            </w:r>
            <w:r w:rsidR="00793067" w:rsidRPr="00850379">
              <w:rPr>
                <w:b/>
                <w:sz w:val="18"/>
                <w:szCs w:val="18"/>
                <w:lang w:val="es-ES_tradnl"/>
              </w:rPr>
              <w:t>subcuencas</w:t>
            </w:r>
            <w:r w:rsidR="002147A7" w:rsidRPr="00850379">
              <w:rPr>
                <w:b/>
                <w:sz w:val="18"/>
                <w:szCs w:val="18"/>
                <w:lang w:val="es-ES_tradnl"/>
              </w:rPr>
              <w:t xml:space="preserve"> transfronterizas de ríos y lagos que son objeto de acuerdos operativos dentro del territorio del país (e</w:t>
            </w:r>
            <w:r w:rsidR="003A51F3" w:rsidRPr="00850379">
              <w:rPr>
                <w:b/>
                <w:sz w:val="18"/>
                <w:szCs w:val="18"/>
                <w:lang w:val="es-ES_tradnl"/>
              </w:rPr>
              <w:t>n km</w:t>
            </w:r>
            <w:r w:rsidR="003A51F3" w:rsidRPr="00850379">
              <w:rPr>
                <w:b/>
                <w:sz w:val="18"/>
                <w:szCs w:val="18"/>
                <w:vertAlign w:val="superscript"/>
                <w:lang w:val="es-ES_tradnl"/>
              </w:rPr>
              <w:t>2</w:t>
            </w:r>
            <w:r w:rsidR="003A51F3" w:rsidRPr="00850379">
              <w:rPr>
                <w:b/>
                <w:sz w:val="18"/>
                <w:szCs w:val="18"/>
                <w:lang w:val="es-ES_tradnl"/>
              </w:rPr>
              <w:t xml:space="preserve">) </w:t>
            </w:r>
          </w:p>
          <w:p w14:paraId="6411ADCB" w14:textId="15E23A90" w:rsidR="003A51F3" w:rsidRPr="00850379" w:rsidRDefault="002147A7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b/>
                <w:sz w:val="18"/>
                <w:szCs w:val="18"/>
                <w:lang w:val="es-ES_tradnl"/>
              </w:rPr>
            </w:pPr>
            <w:r w:rsidRPr="00850379">
              <w:rPr>
                <w:b/>
                <w:sz w:val="18"/>
                <w:szCs w:val="18"/>
                <w:lang w:val="es-ES_tradnl"/>
              </w:rPr>
              <w:t xml:space="preserve">(no contabilice dos veces las </w:t>
            </w:r>
            <w:r w:rsidR="00793067" w:rsidRPr="00850379">
              <w:rPr>
                <w:b/>
                <w:sz w:val="18"/>
                <w:szCs w:val="18"/>
                <w:lang w:val="es-ES_tradnl"/>
              </w:rPr>
              <w:t>subcuencas</w:t>
            </w:r>
            <w:r w:rsidRPr="00850379">
              <w:rPr>
                <w:b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7F7F7F" w:themeFill="text1" w:themeFillTint="80"/>
          </w:tcPr>
          <w:p w14:paraId="1545257B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14:paraId="18BBA645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14:paraId="71E65C96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14:paraId="2D7AD730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14:paraId="5C9E071B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14:paraId="35837944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7F7F7F" w:themeFill="text1" w:themeFillTint="80"/>
          </w:tcPr>
          <w:p w14:paraId="0FCFF31B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E1EA3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3A51F3" w:rsidRPr="00B7512C" w14:paraId="4772CD00" w14:textId="77777777" w:rsidTr="00B674F0">
        <w:trPr>
          <w:trHeight w:val="20"/>
        </w:trPr>
        <w:tc>
          <w:tcPr>
            <w:tcW w:w="434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4F6CFA8" w14:textId="0BCC4D87" w:rsidR="003A51F3" w:rsidRPr="00850379" w:rsidRDefault="000062FA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b/>
                <w:sz w:val="18"/>
                <w:szCs w:val="18"/>
                <w:lang w:val="es-ES_tradnl"/>
              </w:rPr>
            </w:pPr>
            <w:r w:rsidRPr="00850379">
              <w:rPr>
                <w:b/>
                <w:sz w:val="18"/>
                <w:szCs w:val="18"/>
                <w:lang w:val="es-ES_tradnl"/>
              </w:rPr>
              <w:t>(</w:t>
            </w:r>
            <w:r w:rsidR="003A51F3" w:rsidRPr="00850379">
              <w:rPr>
                <w:b/>
                <w:sz w:val="18"/>
                <w:szCs w:val="18"/>
                <w:lang w:val="es-ES_tradnl"/>
              </w:rPr>
              <w:t>B)</w:t>
            </w:r>
            <w:r w:rsidR="003A51F3" w:rsidRPr="00850379">
              <w:rPr>
                <w:b/>
                <w:sz w:val="18"/>
                <w:szCs w:val="18"/>
                <w:lang w:val="es-ES_tradnl"/>
              </w:rPr>
              <w:br/>
            </w:r>
            <w:r w:rsidR="002147A7" w:rsidRPr="00850379">
              <w:rPr>
                <w:b/>
                <w:sz w:val="18"/>
                <w:szCs w:val="18"/>
                <w:lang w:val="es-ES_tradnl"/>
              </w:rPr>
              <w:t>Superficie total de las cuencas transfronterizas de ríos y lagos dentro del territorio del país (e</w:t>
            </w:r>
            <w:r w:rsidR="003A51F3" w:rsidRPr="00850379">
              <w:rPr>
                <w:b/>
                <w:sz w:val="18"/>
                <w:szCs w:val="18"/>
                <w:lang w:val="es-ES_tradnl"/>
              </w:rPr>
              <w:t>n km</w:t>
            </w:r>
            <w:r w:rsidR="003A51F3" w:rsidRPr="00850379">
              <w:rPr>
                <w:b/>
                <w:sz w:val="18"/>
                <w:szCs w:val="18"/>
                <w:vertAlign w:val="superscript"/>
                <w:lang w:val="es-ES_tradnl"/>
              </w:rPr>
              <w:t>2</w:t>
            </w:r>
            <w:r w:rsidR="003A51F3" w:rsidRPr="00850379">
              <w:rPr>
                <w:b/>
                <w:sz w:val="18"/>
                <w:szCs w:val="18"/>
                <w:lang w:val="es-ES_tradnl"/>
              </w:rPr>
              <w:t xml:space="preserve">) </w:t>
            </w:r>
          </w:p>
          <w:p w14:paraId="2B8934ED" w14:textId="22ED68ED" w:rsidR="003A51F3" w:rsidRPr="00850379" w:rsidRDefault="002147A7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b/>
                <w:sz w:val="18"/>
                <w:szCs w:val="18"/>
                <w:lang w:val="es-ES_tradnl"/>
              </w:rPr>
            </w:pPr>
            <w:r w:rsidRPr="00850379">
              <w:rPr>
                <w:b/>
                <w:sz w:val="18"/>
                <w:szCs w:val="18"/>
                <w:lang w:val="es-ES_tradnl"/>
              </w:rPr>
              <w:t xml:space="preserve">(no contabilice dos veces las </w:t>
            </w:r>
            <w:r w:rsidR="00793067" w:rsidRPr="00850379">
              <w:rPr>
                <w:b/>
                <w:sz w:val="18"/>
                <w:szCs w:val="18"/>
                <w:lang w:val="es-ES_tradnl"/>
              </w:rPr>
              <w:t>subcuencas</w:t>
            </w:r>
            <w:r w:rsidR="003A51F3" w:rsidRPr="00850379">
              <w:rPr>
                <w:b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03A38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7F7F7F" w:themeFill="text1" w:themeFillTint="80"/>
          </w:tcPr>
          <w:p w14:paraId="6E86532D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F7F7F" w:themeFill="text1" w:themeFillTint="80"/>
          </w:tcPr>
          <w:p w14:paraId="3231E793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F7F7F" w:themeFill="text1" w:themeFillTint="80"/>
          </w:tcPr>
          <w:p w14:paraId="3F8DC08E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F7F7F" w:themeFill="text1" w:themeFillTint="80"/>
          </w:tcPr>
          <w:p w14:paraId="3C20CC5F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F7F7F" w:themeFill="text1" w:themeFillTint="80"/>
          </w:tcPr>
          <w:p w14:paraId="514D289C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F7F7F" w:themeFill="text1" w:themeFillTint="80"/>
          </w:tcPr>
          <w:p w14:paraId="181BC92F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7D01C1C0" w14:textId="77777777" w:rsidR="003A51F3" w:rsidRPr="00850379" w:rsidRDefault="003A51F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</w:tr>
    </w:tbl>
    <w:p w14:paraId="34DE109F" w14:textId="77777777" w:rsidR="00AA3FC9" w:rsidRPr="00850379" w:rsidRDefault="00AA3FC9" w:rsidP="003A51F3">
      <w:pPr>
        <w:suppressAutoHyphens w:val="0"/>
        <w:spacing w:before="120" w:line="220" w:lineRule="exact"/>
        <w:ind w:left="308" w:firstLine="56"/>
        <w:rPr>
          <w:i/>
          <w:iCs/>
          <w:sz w:val="18"/>
          <w:szCs w:val="18"/>
          <w:vertAlign w:val="superscript"/>
          <w:lang w:val="es-ES_tradnl"/>
        </w:rPr>
      </w:pPr>
    </w:p>
    <w:p w14:paraId="2211703B" w14:textId="77777777" w:rsidR="003A51F3" w:rsidRPr="00850379" w:rsidRDefault="003A51F3" w:rsidP="003A51F3">
      <w:pPr>
        <w:suppressAutoHyphens w:val="0"/>
        <w:spacing w:line="240" w:lineRule="auto"/>
        <w:rPr>
          <w:lang w:val="es-ES_tradnl"/>
        </w:rPr>
      </w:pPr>
      <w:r w:rsidRPr="00850379">
        <w:rPr>
          <w:lang w:val="es-ES_tradnl"/>
        </w:rPr>
        <w:br w:type="page"/>
      </w:r>
    </w:p>
    <w:p w14:paraId="4CBC0ED8" w14:textId="2536A3CC" w:rsidR="004339E5" w:rsidRPr="00850379" w:rsidRDefault="00C45F4F" w:rsidP="009876EF">
      <w:pPr>
        <w:pStyle w:val="SingleTxtG"/>
        <w:spacing w:after="0"/>
        <w:ind w:left="851" w:hanging="851"/>
        <w:rPr>
          <w:b/>
          <w:lang w:val="es-ES_tradnl"/>
        </w:rPr>
      </w:pPr>
      <w:r w:rsidRPr="00850379">
        <w:rPr>
          <w:lang w:val="es-ES_tradnl"/>
        </w:rPr>
        <w:lastRenderedPageBreak/>
        <w:t>Tabla 2</w:t>
      </w:r>
      <w:r w:rsidR="00A45790" w:rsidRPr="00850379">
        <w:rPr>
          <w:lang w:val="es-ES_tradnl"/>
        </w:rPr>
        <w:t xml:space="preserve"> </w:t>
      </w:r>
    </w:p>
    <w:p w14:paraId="5771E531" w14:textId="3906962D" w:rsidR="003A51F3" w:rsidRPr="00850379" w:rsidRDefault="00E528A2" w:rsidP="009876EF">
      <w:pPr>
        <w:pStyle w:val="SingleTxtG"/>
        <w:ind w:left="851" w:hanging="851"/>
        <w:rPr>
          <w:b/>
          <w:lang w:val="es-ES_tradnl"/>
        </w:rPr>
      </w:pPr>
      <w:r w:rsidRPr="00850379">
        <w:rPr>
          <w:b/>
          <w:lang w:val="es-ES_tradnl"/>
        </w:rPr>
        <w:t>Acuíferos transfronterizos (por favor, en caso necesario, añada filas)</w:t>
      </w:r>
    </w:p>
    <w:tbl>
      <w:tblPr>
        <w:tblStyle w:val="TableGrid"/>
        <w:tblW w:w="13608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993"/>
        <w:gridCol w:w="1417"/>
        <w:gridCol w:w="1134"/>
        <w:gridCol w:w="1134"/>
        <w:gridCol w:w="1260"/>
        <w:gridCol w:w="968"/>
        <w:gridCol w:w="968"/>
        <w:gridCol w:w="968"/>
        <w:gridCol w:w="968"/>
        <w:gridCol w:w="968"/>
      </w:tblGrid>
      <w:tr w:rsidR="00336DB3" w:rsidRPr="00B7512C" w14:paraId="198C516C" w14:textId="77777777" w:rsidTr="009876EF">
        <w:trPr>
          <w:trHeight w:val="20"/>
          <w:tblHeader/>
        </w:trPr>
        <w:tc>
          <w:tcPr>
            <w:tcW w:w="1555" w:type="dxa"/>
            <w:shd w:val="clear" w:color="auto" w:fill="auto"/>
            <w:vAlign w:val="bottom"/>
          </w:tcPr>
          <w:p w14:paraId="47725C0C" w14:textId="00852784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Nombre del acuífero transfronterizo</w:t>
            </w:r>
          </w:p>
        </w:tc>
        <w:tc>
          <w:tcPr>
            <w:tcW w:w="1275" w:type="dxa"/>
          </w:tcPr>
          <w:p w14:paraId="4434DC0D" w14:textId="77777777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</w:p>
          <w:p w14:paraId="30CF5070" w14:textId="77777777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</w:p>
          <w:p w14:paraId="08F17F64" w14:textId="77777777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</w:p>
          <w:p w14:paraId="7E3F3618" w14:textId="77777777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</w:p>
          <w:p w14:paraId="60327537" w14:textId="77777777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</w:p>
          <w:p w14:paraId="6B8F1B60" w14:textId="77777777" w:rsidR="00524111" w:rsidRPr="00850379" w:rsidRDefault="00524111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</w:p>
          <w:p w14:paraId="5DAF402D" w14:textId="77777777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</w:p>
          <w:p w14:paraId="2A79C603" w14:textId="737ED783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Tipo de acuífero</w:t>
            </w:r>
            <w:r w:rsidRPr="00850379">
              <w:rPr>
                <w:rStyle w:val="FootnoteReference"/>
                <w:i/>
                <w:lang w:val="es-ES_tradnl"/>
              </w:rPr>
              <w:footnoteReference w:id="4"/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9420AA2" w14:textId="01581066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Países que lo comparten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59EAD43" w14:textId="338F238D" w:rsidR="00336DB3" w:rsidRPr="00850379" w:rsidRDefault="00336DB3" w:rsidP="00D12D63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Superficie del acuífero</w:t>
            </w:r>
            <w:r w:rsidRPr="00850379">
              <w:rPr>
                <w:rStyle w:val="FootnoteReference"/>
                <w:i/>
                <w:lang w:val="es-ES_tradnl"/>
              </w:rPr>
              <w:footnoteReference w:id="5"/>
            </w:r>
            <w:r w:rsidRPr="00850379">
              <w:rPr>
                <w:i/>
                <w:sz w:val="16"/>
                <w:lang w:val="es-ES_tradnl"/>
              </w:rPr>
              <w:t xml:space="preserve"> dentro del territorio del país (en km</w:t>
            </w:r>
            <w:r w:rsidRPr="00850379">
              <w:rPr>
                <w:i/>
                <w:sz w:val="16"/>
                <w:vertAlign w:val="superscript"/>
                <w:lang w:val="es-ES_tradnl"/>
              </w:rPr>
              <w:t>2</w:t>
            </w:r>
            <w:r w:rsidRPr="00850379">
              <w:rPr>
                <w:i/>
                <w:sz w:val="16"/>
                <w:lang w:val="es-ES_tradnl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69B6F5" w14:textId="2BCC3A2C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 xml:space="preserve">Se proporciona mapa y/o formato </w:t>
            </w:r>
            <w:proofErr w:type="spellStart"/>
            <w:r w:rsidRPr="00850379">
              <w:rPr>
                <w:i/>
                <w:sz w:val="16"/>
                <w:lang w:val="es-ES_tradnl"/>
              </w:rPr>
              <w:t>shapefile</w:t>
            </w:r>
            <w:proofErr w:type="spellEnd"/>
            <w:r w:rsidRPr="00850379">
              <w:rPr>
                <w:i/>
                <w:sz w:val="16"/>
                <w:lang w:val="es-ES_tradnl"/>
              </w:rPr>
              <w:t xml:space="preserve"> del SIG (sí/no))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FB689C" w14:textId="1339CF23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El acuífero es objeto de un acuerdo específico (</w:t>
            </w:r>
            <w:r w:rsidR="00A97645" w:rsidRPr="00850379">
              <w:rPr>
                <w:i/>
                <w:sz w:val="16"/>
                <w:lang w:val="es-ES_tradnl"/>
              </w:rPr>
              <w:t>por completo</w:t>
            </w:r>
            <w:r w:rsidRPr="00850379">
              <w:rPr>
                <w:i/>
                <w:sz w:val="16"/>
                <w:lang w:val="es-ES_tradnl"/>
              </w:rPr>
              <w:t>/</w:t>
            </w:r>
            <w:r w:rsidR="00A97645" w:rsidRPr="00850379">
              <w:rPr>
                <w:i/>
                <w:sz w:val="16"/>
                <w:lang w:val="es-ES_tradnl"/>
              </w:rPr>
              <w:t>en parte</w:t>
            </w:r>
            <w:r w:rsidRPr="00850379">
              <w:rPr>
                <w:i/>
                <w:sz w:val="16"/>
                <w:lang w:val="es-ES_tradnl"/>
              </w:rPr>
              <w:t xml:space="preserve">/no) </w:t>
            </w:r>
          </w:p>
          <w:p w14:paraId="4F02B724" w14:textId="6401D5ED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(</w:t>
            </w:r>
            <w:r w:rsidR="009F2732" w:rsidRPr="00850379">
              <w:rPr>
                <w:i/>
                <w:sz w:val="16"/>
                <w:lang w:val="es-ES_tradnl"/>
              </w:rPr>
              <w:t>Véase</w:t>
            </w:r>
            <w:r w:rsidRPr="00850379">
              <w:rPr>
                <w:i/>
                <w:sz w:val="16"/>
                <w:lang w:val="es-ES_tradnl"/>
              </w:rPr>
              <w:t xml:space="preserve"> la pregunta </w:t>
            </w:r>
            <w:r w:rsidR="009F2732" w:rsidRPr="00850379">
              <w:rPr>
                <w:i/>
                <w:sz w:val="16"/>
                <w:lang w:val="es-ES_tradnl"/>
              </w:rPr>
              <w:t xml:space="preserve">1 </w:t>
            </w:r>
            <w:r w:rsidRPr="00850379">
              <w:rPr>
                <w:i/>
                <w:sz w:val="16"/>
                <w:lang w:val="es-ES_tradnl"/>
              </w:rPr>
              <w:t>de la sec</w:t>
            </w:r>
            <w:r w:rsidR="009F2732" w:rsidRPr="00850379">
              <w:rPr>
                <w:i/>
                <w:sz w:val="16"/>
                <w:lang w:val="es-ES_tradnl"/>
              </w:rPr>
              <w:t>.</w:t>
            </w:r>
            <w:r w:rsidRPr="00850379">
              <w:rPr>
                <w:i/>
                <w:sz w:val="16"/>
                <w:lang w:val="es-ES_tradnl"/>
              </w:rPr>
              <w:t xml:space="preserve"> II)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25475CD" w14:textId="779A6851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 xml:space="preserve">El acuífero es objeto de un acuerdo no referido a él </w:t>
            </w:r>
            <w:proofErr w:type="gramStart"/>
            <w:r w:rsidRPr="00850379">
              <w:rPr>
                <w:i/>
                <w:sz w:val="16"/>
                <w:lang w:val="es-ES_tradnl"/>
              </w:rPr>
              <w:t>específica-mente</w:t>
            </w:r>
            <w:proofErr w:type="gramEnd"/>
            <w:r w:rsidRPr="00850379">
              <w:rPr>
                <w:rStyle w:val="FootnoteReference"/>
                <w:i/>
                <w:lang w:val="es-ES_tradnl"/>
              </w:rPr>
              <w:footnoteReference w:id="6"/>
            </w:r>
            <w:r w:rsidRPr="00850379">
              <w:rPr>
                <w:iCs/>
                <w:sz w:val="16"/>
                <w:vertAlign w:val="superscript"/>
                <w:lang w:val="es-ES_tradnl"/>
              </w:rPr>
              <w:t xml:space="preserve"> </w:t>
            </w:r>
            <w:r w:rsidRPr="00850379">
              <w:rPr>
                <w:i/>
                <w:sz w:val="16"/>
                <w:lang w:val="es-ES_tradnl"/>
              </w:rPr>
              <w:t xml:space="preserve"> (</w:t>
            </w:r>
            <w:r w:rsidR="003458C9" w:rsidRPr="00850379">
              <w:rPr>
                <w:i/>
                <w:sz w:val="16"/>
                <w:lang w:val="es-ES_tradnl"/>
              </w:rPr>
              <w:t>por completo</w:t>
            </w:r>
            <w:r w:rsidRPr="00850379">
              <w:rPr>
                <w:i/>
                <w:sz w:val="16"/>
                <w:lang w:val="es-ES_tradnl"/>
              </w:rPr>
              <w:t>/</w:t>
            </w:r>
            <w:r w:rsidR="003458C9" w:rsidRPr="00850379">
              <w:rPr>
                <w:i/>
                <w:sz w:val="16"/>
                <w:lang w:val="es-ES_tradnl"/>
              </w:rPr>
              <w:t>en parte</w:t>
            </w:r>
            <w:r w:rsidRPr="00850379">
              <w:rPr>
                <w:i/>
                <w:sz w:val="16"/>
                <w:lang w:val="es-ES_tradnl"/>
              </w:rPr>
              <w:t xml:space="preserve">/no) </w:t>
            </w:r>
          </w:p>
          <w:p w14:paraId="39A5D984" w14:textId="76D02512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(</w:t>
            </w:r>
            <w:r w:rsidR="009F2732" w:rsidRPr="00850379">
              <w:rPr>
                <w:i/>
                <w:sz w:val="16"/>
                <w:lang w:val="es-ES_tradnl"/>
              </w:rPr>
              <w:t>Véase</w:t>
            </w:r>
            <w:r w:rsidRPr="00850379">
              <w:rPr>
                <w:i/>
                <w:sz w:val="16"/>
                <w:lang w:val="es-ES_tradnl"/>
              </w:rPr>
              <w:t xml:space="preserve"> la pregunta</w:t>
            </w:r>
            <w:r w:rsidR="009F2732" w:rsidRPr="00850379">
              <w:rPr>
                <w:i/>
                <w:sz w:val="16"/>
                <w:lang w:val="es-ES_tradnl"/>
              </w:rPr>
              <w:t xml:space="preserve"> 2 b)</w:t>
            </w:r>
            <w:r w:rsidRPr="00850379">
              <w:rPr>
                <w:i/>
                <w:sz w:val="16"/>
                <w:lang w:val="es-ES_tradnl"/>
              </w:rPr>
              <w:t xml:space="preserve"> de la sec</w:t>
            </w:r>
            <w:r w:rsidR="009F2732" w:rsidRPr="00850379">
              <w:rPr>
                <w:i/>
                <w:sz w:val="16"/>
                <w:lang w:val="es-ES_tradnl"/>
              </w:rPr>
              <w:t>.</w:t>
            </w:r>
            <w:r w:rsidRPr="00850379">
              <w:rPr>
                <w:i/>
                <w:sz w:val="16"/>
                <w:lang w:val="es-ES_tradnl"/>
              </w:rPr>
              <w:t xml:space="preserve"> II)</w:t>
            </w:r>
          </w:p>
        </w:tc>
        <w:tc>
          <w:tcPr>
            <w:tcW w:w="968" w:type="dxa"/>
            <w:shd w:val="clear" w:color="auto" w:fill="auto"/>
            <w:vAlign w:val="bottom"/>
          </w:tcPr>
          <w:p w14:paraId="73DD597A" w14:textId="77777777" w:rsidR="00336DB3" w:rsidRPr="00850379" w:rsidRDefault="00336DB3" w:rsidP="00D12D63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Cumple con el criterio 1 (sí/no)</w:t>
            </w:r>
          </w:p>
          <w:p w14:paraId="6AA86C49" w14:textId="421DC463" w:rsidR="00336DB3" w:rsidRPr="00850379" w:rsidRDefault="00336DB3" w:rsidP="00D12D63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(</w:t>
            </w:r>
            <w:r w:rsidR="009F2732" w:rsidRPr="00850379">
              <w:rPr>
                <w:i/>
                <w:sz w:val="16"/>
                <w:lang w:val="es-ES_tradnl"/>
              </w:rPr>
              <w:t>Véase</w:t>
            </w:r>
            <w:r w:rsidRPr="00850379">
              <w:rPr>
                <w:i/>
                <w:sz w:val="16"/>
                <w:lang w:val="es-ES_tradnl"/>
              </w:rPr>
              <w:t xml:space="preserve"> la pregunta</w:t>
            </w:r>
            <w:r w:rsidR="009F2732" w:rsidRPr="00850379">
              <w:rPr>
                <w:i/>
                <w:sz w:val="16"/>
                <w:lang w:val="es-ES_tradnl"/>
              </w:rPr>
              <w:t xml:space="preserve"> 3</w:t>
            </w:r>
            <w:r w:rsidRPr="00850379">
              <w:rPr>
                <w:i/>
                <w:sz w:val="16"/>
                <w:lang w:val="es-ES_tradnl"/>
              </w:rPr>
              <w:t xml:space="preserve"> de la sec</w:t>
            </w:r>
            <w:r w:rsidR="009F2732" w:rsidRPr="00850379">
              <w:rPr>
                <w:i/>
                <w:sz w:val="16"/>
                <w:lang w:val="es-ES_tradnl"/>
              </w:rPr>
              <w:t>.</w:t>
            </w:r>
            <w:r w:rsidRPr="00850379">
              <w:rPr>
                <w:i/>
                <w:sz w:val="16"/>
                <w:lang w:val="es-ES_tradnl"/>
              </w:rPr>
              <w:t xml:space="preserve"> II)</w:t>
            </w:r>
          </w:p>
        </w:tc>
        <w:tc>
          <w:tcPr>
            <w:tcW w:w="968" w:type="dxa"/>
            <w:shd w:val="clear" w:color="auto" w:fill="auto"/>
            <w:vAlign w:val="bottom"/>
          </w:tcPr>
          <w:p w14:paraId="0600459B" w14:textId="77777777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Cumple con el criterio 2 (sí/no)</w:t>
            </w:r>
          </w:p>
          <w:p w14:paraId="271DCD4A" w14:textId="5FF34571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(</w:t>
            </w:r>
            <w:r w:rsidR="009F2732" w:rsidRPr="00850379">
              <w:rPr>
                <w:i/>
                <w:sz w:val="16"/>
                <w:lang w:val="es-ES_tradnl"/>
              </w:rPr>
              <w:t>Véase</w:t>
            </w:r>
            <w:r w:rsidRPr="00850379">
              <w:rPr>
                <w:i/>
                <w:sz w:val="16"/>
                <w:lang w:val="es-ES_tradnl"/>
              </w:rPr>
              <w:t xml:space="preserve"> la pregunta </w:t>
            </w:r>
            <w:r w:rsidR="009F2732" w:rsidRPr="00850379">
              <w:rPr>
                <w:i/>
                <w:sz w:val="16"/>
                <w:lang w:val="es-ES_tradnl"/>
              </w:rPr>
              <w:t xml:space="preserve">3 i) </w:t>
            </w:r>
            <w:r w:rsidRPr="00850379">
              <w:rPr>
                <w:i/>
                <w:sz w:val="16"/>
                <w:lang w:val="es-ES_tradnl"/>
              </w:rPr>
              <w:t>de la sec</w:t>
            </w:r>
            <w:r w:rsidR="009F2732" w:rsidRPr="00850379">
              <w:rPr>
                <w:i/>
                <w:sz w:val="16"/>
                <w:lang w:val="es-ES_tradnl"/>
              </w:rPr>
              <w:t>.</w:t>
            </w:r>
            <w:r w:rsidRPr="00850379">
              <w:rPr>
                <w:i/>
                <w:sz w:val="16"/>
                <w:lang w:val="es-ES_tradnl"/>
              </w:rPr>
              <w:t xml:space="preserve"> II)</w:t>
            </w:r>
          </w:p>
        </w:tc>
        <w:tc>
          <w:tcPr>
            <w:tcW w:w="968" w:type="dxa"/>
            <w:shd w:val="clear" w:color="auto" w:fill="auto"/>
            <w:vAlign w:val="bottom"/>
          </w:tcPr>
          <w:p w14:paraId="49930342" w14:textId="77777777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Cumple con el criterio 3 (sí/no)</w:t>
            </w:r>
          </w:p>
          <w:p w14:paraId="299B96FE" w14:textId="27401111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(</w:t>
            </w:r>
            <w:r w:rsidR="009F2732" w:rsidRPr="00850379">
              <w:rPr>
                <w:i/>
                <w:sz w:val="16"/>
                <w:lang w:val="es-ES_tradnl"/>
              </w:rPr>
              <w:t>Véase</w:t>
            </w:r>
            <w:r w:rsidRPr="00850379">
              <w:rPr>
                <w:i/>
                <w:sz w:val="16"/>
                <w:lang w:val="es-ES_tradnl"/>
              </w:rPr>
              <w:t xml:space="preserve"> la pregunta</w:t>
            </w:r>
            <w:r w:rsidR="009F2732" w:rsidRPr="00850379">
              <w:rPr>
                <w:i/>
                <w:sz w:val="16"/>
                <w:lang w:val="es-ES_tradnl"/>
              </w:rPr>
              <w:t xml:space="preserve"> 4</w:t>
            </w:r>
            <w:r w:rsidRPr="00850379">
              <w:rPr>
                <w:i/>
                <w:sz w:val="16"/>
                <w:lang w:val="es-ES_tradnl"/>
              </w:rPr>
              <w:t xml:space="preserve"> de la sec</w:t>
            </w:r>
            <w:r w:rsidR="009F2732" w:rsidRPr="00850379">
              <w:rPr>
                <w:i/>
                <w:sz w:val="16"/>
                <w:lang w:val="es-ES_tradnl"/>
              </w:rPr>
              <w:t>.</w:t>
            </w:r>
            <w:r w:rsidR="00E257CD" w:rsidRPr="00850379">
              <w:rPr>
                <w:i/>
                <w:sz w:val="16"/>
                <w:lang w:val="es-ES_tradnl"/>
              </w:rPr>
              <w:t xml:space="preserve"> </w:t>
            </w:r>
            <w:r w:rsidRPr="00850379">
              <w:rPr>
                <w:i/>
                <w:sz w:val="16"/>
                <w:lang w:val="es-ES_tradnl"/>
              </w:rPr>
              <w:t>II)</w:t>
            </w:r>
          </w:p>
        </w:tc>
        <w:tc>
          <w:tcPr>
            <w:tcW w:w="968" w:type="dxa"/>
            <w:shd w:val="clear" w:color="auto" w:fill="auto"/>
            <w:vAlign w:val="bottom"/>
          </w:tcPr>
          <w:p w14:paraId="0F692A70" w14:textId="77777777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Cumple con el criterio 4 (sí/no)</w:t>
            </w:r>
          </w:p>
          <w:p w14:paraId="7D9A990F" w14:textId="68383898" w:rsidR="00336DB3" w:rsidRPr="00850379" w:rsidRDefault="00336DB3" w:rsidP="00730BDC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(</w:t>
            </w:r>
            <w:r w:rsidR="009F2732" w:rsidRPr="00850379">
              <w:rPr>
                <w:i/>
                <w:sz w:val="16"/>
                <w:lang w:val="es-ES_tradnl"/>
              </w:rPr>
              <w:t>Véanse</w:t>
            </w:r>
            <w:r w:rsidRPr="00850379">
              <w:rPr>
                <w:i/>
                <w:sz w:val="16"/>
                <w:lang w:val="es-ES_tradnl"/>
              </w:rPr>
              <w:t xml:space="preserve"> las preguntas </w:t>
            </w:r>
            <w:r w:rsidR="009F2732" w:rsidRPr="00850379">
              <w:rPr>
                <w:i/>
                <w:sz w:val="16"/>
                <w:lang w:val="es-ES_tradnl"/>
              </w:rPr>
              <w:t xml:space="preserve">6 a) y 6 b) </w:t>
            </w:r>
            <w:r w:rsidRPr="00850379">
              <w:rPr>
                <w:i/>
                <w:sz w:val="16"/>
                <w:lang w:val="es-ES_tradnl"/>
              </w:rPr>
              <w:t>de la sec</w:t>
            </w:r>
            <w:r w:rsidR="009F2732" w:rsidRPr="00850379">
              <w:rPr>
                <w:i/>
                <w:sz w:val="16"/>
                <w:lang w:val="es-ES_tradnl"/>
              </w:rPr>
              <w:t>.</w:t>
            </w:r>
            <w:r w:rsidRPr="00850379">
              <w:rPr>
                <w:i/>
                <w:sz w:val="16"/>
                <w:lang w:val="es-ES_tradnl"/>
              </w:rPr>
              <w:t xml:space="preserve"> II)</w:t>
            </w:r>
          </w:p>
        </w:tc>
        <w:tc>
          <w:tcPr>
            <w:tcW w:w="968" w:type="dxa"/>
            <w:shd w:val="clear" w:color="auto" w:fill="auto"/>
            <w:vAlign w:val="bottom"/>
          </w:tcPr>
          <w:p w14:paraId="2EEEC871" w14:textId="6275D970" w:rsidR="00336DB3" w:rsidRPr="00850379" w:rsidRDefault="00336DB3" w:rsidP="00134C39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 xml:space="preserve"> Superficie del acuífero que es objeto de un acuerdo operativo dentro del territorio del país (en km</w:t>
            </w:r>
            <w:r w:rsidRPr="00850379">
              <w:rPr>
                <w:i/>
                <w:sz w:val="16"/>
                <w:vertAlign w:val="superscript"/>
                <w:lang w:val="es-ES_tradnl"/>
              </w:rPr>
              <w:t>2</w:t>
            </w:r>
            <w:r w:rsidRPr="00850379">
              <w:rPr>
                <w:i/>
                <w:sz w:val="16"/>
                <w:lang w:val="es-ES_tradnl"/>
              </w:rPr>
              <w:t>)</w:t>
            </w:r>
          </w:p>
        </w:tc>
      </w:tr>
      <w:tr w:rsidR="00336DB3" w:rsidRPr="00B7512C" w14:paraId="65BE2203" w14:textId="77777777" w:rsidTr="009876EF">
        <w:trPr>
          <w:trHeight w:val="20"/>
        </w:trPr>
        <w:tc>
          <w:tcPr>
            <w:tcW w:w="1555" w:type="dxa"/>
            <w:shd w:val="clear" w:color="auto" w:fill="auto"/>
          </w:tcPr>
          <w:p w14:paraId="3391EFC0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</w:tcPr>
          <w:p w14:paraId="63009AAB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0A755E5" w14:textId="1CAE3A55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auto"/>
          </w:tcPr>
          <w:p w14:paraId="2E96EE0F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shd w:val="clear" w:color="auto" w:fill="auto"/>
          </w:tcPr>
          <w:p w14:paraId="6F37944F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shd w:val="clear" w:color="auto" w:fill="auto"/>
          </w:tcPr>
          <w:p w14:paraId="42417E64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60" w:type="dxa"/>
            <w:shd w:val="clear" w:color="auto" w:fill="auto"/>
          </w:tcPr>
          <w:p w14:paraId="659AA2E9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shd w:val="clear" w:color="auto" w:fill="auto"/>
          </w:tcPr>
          <w:p w14:paraId="7868A3A7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shd w:val="clear" w:color="auto" w:fill="auto"/>
          </w:tcPr>
          <w:p w14:paraId="615B23CB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shd w:val="clear" w:color="auto" w:fill="auto"/>
          </w:tcPr>
          <w:p w14:paraId="007912C5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shd w:val="clear" w:color="auto" w:fill="auto"/>
          </w:tcPr>
          <w:p w14:paraId="3FD1B1E2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shd w:val="clear" w:color="auto" w:fill="auto"/>
          </w:tcPr>
          <w:p w14:paraId="6AA20C48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336DB3" w:rsidRPr="00B7512C" w14:paraId="08830F46" w14:textId="77777777" w:rsidTr="009876EF">
        <w:trPr>
          <w:trHeight w:val="20"/>
        </w:trPr>
        <w:tc>
          <w:tcPr>
            <w:tcW w:w="1555" w:type="dxa"/>
            <w:shd w:val="clear" w:color="auto" w:fill="auto"/>
          </w:tcPr>
          <w:p w14:paraId="6AF327F2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</w:tcPr>
          <w:p w14:paraId="429E4EE2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507005" w14:textId="293A74C4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auto"/>
          </w:tcPr>
          <w:p w14:paraId="61E62217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shd w:val="clear" w:color="auto" w:fill="auto"/>
          </w:tcPr>
          <w:p w14:paraId="54B6C7FC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shd w:val="clear" w:color="auto" w:fill="auto"/>
          </w:tcPr>
          <w:p w14:paraId="03230384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60" w:type="dxa"/>
            <w:shd w:val="clear" w:color="auto" w:fill="auto"/>
          </w:tcPr>
          <w:p w14:paraId="714A80D1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shd w:val="clear" w:color="auto" w:fill="auto"/>
          </w:tcPr>
          <w:p w14:paraId="523CD607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shd w:val="clear" w:color="auto" w:fill="auto"/>
          </w:tcPr>
          <w:p w14:paraId="02EB9DF1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shd w:val="clear" w:color="auto" w:fill="auto"/>
          </w:tcPr>
          <w:p w14:paraId="2416E066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shd w:val="clear" w:color="auto" w:fill="auto"/>
          </w:tcPr>
          <w:p w14:paraId="1CAB653A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shd w:val="clear" w:color="auto" w:fill="auto"/>
          </w:tcPr>
          <w:p w14:paraId="76572714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336DB3" w:rsidRPr="00B7512C" w14:paraId="7922A669" w14:textId="77777777" w:rsidTr="009876EF">
        <w:trPr>
          <w:trHeight w:val="20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14:paraId="4A2BB098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7158C2D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09229974" w14:textId="4E44F91C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F65AFA4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B0FD868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9EDDF9B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5A7FE45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48D2896A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4FEE7429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09EB1BC5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1B950400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3EC726A7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336DB3" w:rsidRPr="00B7512C" w14:paraId="6D562BEB" w14:textId="77777777" w:rsidTr="009876EF">
        <w:trPr>
          <w:trHeight w:val="20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14:paraId="415710DE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52EB0F1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42EDEE7" w14:textId="20AF6E7F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52A1DFB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BCD0CC3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46F61DE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00A5100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76D22E2F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7842C253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3425D0BB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29C56309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14752697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E43EF0" w:rsidRPr="00B7512C" w14:paraId="4CDC31C5" w14:textId="77777777" w:rsidTr="009876EF">
        <w:trPr>
          <w:trHeight w:val="20"/>
        </w:trPr>
        <w:tc>
          <w:tcPr>
            <w:tcW w:w="382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DDFD800" w14:textId="6B46C6DE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b/>
                <w:sz w:val="18"/>
                <w:szCs w:val="18"/>
                <w:lang w:val="es-ES_tradnl"/>
              </w:rPr>
            </w:pPr>
            <w:r w:rsidRPr="00850379">
              <w:rPr>
                <w:b/>
                <w:sz w:val="18"/>
                <w:szCs w:val="18"/>
                <w:lang w:val="es-ES_tradnl"/>
              </w:rPr>
              <w:t>(C)</w:t>
            </w:r>
            <w:r w:rsidRPr="00850379">
              <w:rPr>
                <w:b/>
                <w:sz w:val="18"/>
                <w:szCs w:val="18"/>
                <w:lang w:val="es-ES_tradnl"/>
              </w:rPr>
              <w:br/>
              <w:t>Subtotal: superficie de acuíferos transfronterizos que son objeto de acuerdos operativos dentro del territorio del país (en km</w:t>
            </w:r>
            <w:r w:rsidRPr="00850379">
              <w:rPr>
                <w:b/>
                <w:sz w:val="18"/>
                <w:szCs w:val="18"/>
                <w:vertAlign w:val="superscript"/>
                <w:lang w:val="es-ES_tradnl"/>
              </w:rPr>
              <w:t>2</w:t>
            </w:r>
            <w:r w:rsidRPr="00850379">
              <w:rPr>
                <w:b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</w:tcPr>
          <w:p w14:paraId="2F6E34C5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shd w:val="pct15" w:color="auto" w:fill="FFFFFF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14:paraId="31EB28F5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shd w:val="pct15" w:color="auto" w:fill="FFFFFF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14:paraId="258F0C1B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shd w:val="pct15" w:color="auto" w:fill="FFFFFF"/>
                <w:lang w:val="es-ES_tradn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14:paraId="7BD03E1F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shd w:val="pct15" w:color="auto" w:fill="FFFFFF"/>
                <w:lang w:val="es-ES_tradnl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14:paraId="7EEC350D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shd w:val="pct15" w:color="auto" w:fill="FFFFFF"/>
                <w:lang w:val="es-ES_tradnl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14:paraId="46BC356C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shd w:val="pct15" w:color="auto" w:fill="FFFFFF"/>
                <w:lang w:val="es-ES_tradnl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14:paraId="3D5A5A42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shd w:val="pct15" w:color="auto" w:fill="FFFFFF"/>
                <w:lang w:val="es-ES_tradnl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14:paraId="4E4570A4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shd w:val="pct15" w:color="auto" w:fill="FFFFFF"/>
                <w:lang w:val="es-ES_tradnl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FF152D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</w:tr>
      <w:tr w:rsidR="00E43EF0" w:rsidRPr="00B7512C" w14:paraId="2CF7C515" w14:textId="77777777" w:rsidTr="009876EF">
        <w:trPr>
          <w:trHeight w:val="20"/>
        </w:trPr>
        <w:tc>
          <w:tcPr>
            <w:tcW w:w="3823" w:type="dxa"/>
            <w:gridSpan w:val="3"/>
          </w:tcPr>
          <w:p w14:paraId="366E24EA" w14:textId="0D9189D8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b/>
                <w:sz w:val="18"/>
                <w:szCs w:val="18"/>
                <w:lang w:val="es-ES_tradnl"/>
              </w:rPr>
            </w:pPr>
            <w:r w:rsidRPr="00850379">
              <w:rPr>
                <w:b/>
                <w:sz w:val="18"/>
                <w:szCs w:val="18"/>
                <w:lang w:val="es-ES_tradnl"/>
              </w:rPr>
              <w:t>(D)</w:t>
            </w:r>
            <w:r w:rsidRPr="00850379">
              <w:rPr>
                <w:b/>
                <w:sz w:val="18"/>
                <w:szCs w:val="18"/>
                <w:lang w:val="es-ES_tradnl"/>
              </w:rPr>
              <w:br/>
              <w:t>Superficie total de los acuíferos transfronterizos (en km</w:t>
            </w:r>
            <w:r w:rsidRPr="00850379">
              <w:rPr>
                <w:b/>
                <w:sz w:val="18"/>
                <w:szCs w:val="18"/>
                <w:vertAlign w:val="superscript"/>
                <w:lang w:val="es-ES_tradnl"/>
              </w:rPr>
              <w:t>2</w:t>
            </w:r>
            <w:r w:rsidRPr="00850379">
              <w:rPr>
                <w:b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F063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</w:tcPr>
          <w:p w14:paraId="7F34D576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</w:tcPr>
          <w:p w14:paraId="28EE055B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</w:tcPr>
          <w:p w14:paraId="4E5046B4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</w:tcPr>
          <w:p w14:paraId="78B54EA4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</w:tcPr>
          <w:p w14:paraId="5E96CEF4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</w:tcPr>
          <w:p w14:paraId="5A8E5DB3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</w:tcPr>
          <w:p w14:paraId="22AD8DEC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72A4DCE" w14:textId="77777777" w:rsidR="00336DB3" w:rsidRPr="00850379" w:rsidRDefault="00336DB3" w:rsidP="00730BDC">
            <w:pPr>
              <w:pStyle w:val="SingleTxtG"/>
              <w:suppressAutoHyphens w:val="0"/>
              <w:spacing w:before="40" w:line="220" w:lineRule="exact"/>
              <w:ind w:left="0" w:right="113"/>
              <w:jc w:val="left"/>
              <w:rPr>
                <w:sz w:val="18"/>
                <w:szCs w:val="18"/>
                <w:lang w:val="es-ES_tradnl"/>
              </w:rPr>
            </w:pPr>
          </w:p>
        </w:tc>
      </w:tr>
    </w:tbl>
    <w:p w14:paraId="04D1A822" w14:textId="56A01CF5" w:rsidR="003A51F3" w:rsidRPr="00850379" w:rsidRDefault="003A51F3" w:rsidP="003A51F3">
      <w:pPr>
        <w:rPr>
          <w:lang w:val="es-ES_tradnl"/>
        </w:rPr>
      </w:pPr>
      <w:r w:rsidRPr="00850379">
        <w:rPr>
          <w:lang w:val="es-ES_tradnl"/>
        </w:rPr>
        <w:br w:type="page"/>
      </w:r>
    </w:p>
    <w:p w14:paraId="7A2BD446" w14:textId="02DFC477" w:rsidR="003A51F3" w:rsidRPr="00850379" w:rsidRDefault="003A51F3" w:rsidP="00C75CC1">
      <w:pPr>
        <w:suppressAutoHyphens w:val="0"/>
        <w:spacing w:line="240" w:lineRule="auto"/>
        <w:rPr>
          <w:lang w:val="es-ES_tradnl"/>
        </w:rPr>
        <w:sectPr w:rsidR="003A51F3" w:rsidRPr="00850379" w:rsidSect="003A51F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notePr>
            <w:numFmt w:val="lowerLetter"/>
          </w:footnotePr>
          <w:endnotePr>
            <w:numFmt w:val="decimal"/>
          </w:endnotePr>
          <w:pgSz w:w="16840" w:h="11907" w:orient="landscape" w:code="9"/>
          <w:pgMar w:top="1134" w:right="1701" w:bottom="1134" w:left="2268" w:header="567" w:footer="567" w:gutter="0"/>
          <w:cols w:space="720"/>
          <w:docGrid w:linePitch="272"/>
        </w:sectPr>
      </w:pPr>
    </w:p>
    <w:p w14:paraId="7E7B7CE8" w14:textId="3542A7A6" w:rsidR="004D2558" w:rsidRPr="00850379" w:rsidRDefault="006253A4" w:rsidP="004D2558">
      <w:pPr>
        <w:spacing w:before="120" w:after="120"/>
        <w:ind w:left="1134" w:right="1134"/>
        <w:jc w:val="both"/>
        <w:rPr>
          <w:b/>
          <w:lang w:val="es-ES_tradnl"/>
        </w:rPr>
      </w:pPr>
      <w:r w:rsidRPr="00850379">
        <w:rPr>
          <w:b/>
          <w:lang w:val="es-ES_tradnl"/>
        </w:rPr>
        <w:lastRenderedPageBreak/>
        <w:t>Valor del indicador para el país</w:t>
      </w:r>
    </w:p>
    <w:p w14:paraId="6273DDAB" w14:textId="4D810863" w:rsidR="004D2558" w:rsidRPr="00850379" w:rsidRDefault="006253A4" w:rsidP="004D2558">
      <w:pPr>
        <w:spacing w:after="120"/>
        <w:ind w:left="1134" w:right="1134"/>
        <w:jc w:val="both"/>
        <w:rPr>
          <w:b/>
          <w:bCs/>
          <w:lang w:val="es-ES_tradnl"/>
        </w:rPr>
      </w:pPr>
      <w:r w:rsidRPr="00850379">
        <w:rPr>
          <w:b/>
          <w:bCs/>
          <w:lang w:val="es-ES_tradnl"/>
        </w:rPr>
        <w:t>Aguas superficiales:</w:t>
      </w:r>
    </w:p>
    <w:p w14:paraId="09714EB0" w14:textId="77777777" w:rsidR="006253A4" w:rsidRPr="00850379" w:rsidRDefault="006253A4" w:rsidP="006253A4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Porcentaje de la superficie de las cuencas transfronterizas de ríos y lagos que son objeto de un acuerdo operativo:</w:t>
      </w:r>
    </w:p>
    <w:p w14:paraId="6C9E76DC" w14:textId="08E06B58" w:rsidR="004D2558" w:rsidRPr="00850379" w:rsidRDefault="006253A4" w:rsidP="006253A4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A/B x 100 =</w:t>
      </w:r>
    </w:p>
    <w:p w14:paraId="1642BB9A" w14:textId="128CA20B" w:rsidR="004D2558" w:rsidRPr="00850379" w:rsidRDefault="006253A4" w:rsidP="004D2558">
      <w:pPr>
        <w:spacing w:after="120"/>
        <w:ind w:left="1134" w:right="1134"/>
        <w:jc w:val="both"/>
        <w:rPr>
          <w:b/>
          <w:bCs/>
          <w:lang w:val="es-ES_tradnl"/>
        </w:rPr>
      </w:pPr>
      <w:r w:rsidRPr="00850379">
        <w:rPr>
          <w:b/>
          <w:bCs/>
          <w:lang w:val="es-ES_tradnl"/>
        </w:rPr>
        <w:t>Acuíferos:</w:t>
      </w:r>
    </w:p>
    <w:p w14:paraId="4AC29CC9" w14:textId="77777777" w:rsidR="006253A4" w:rsidRPr="00850379" w:rsidRDefault="006253A4" w:rsidP="006253A4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Porcentaje de la superficie de los acuíferos transfronterizos que son objeto de un acuerdo operativo:</w:t>
      </w:r>
    </w:p>
    <w:p w14:paraId="0CE8BE94" w14:textId="1E3661BC" w:rsidR="004D2558" w:rsidRPr="00850379" w:rsidRDefault="006253A4" w:rsidP="006253A4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C/D x 100 =</w:t>
      </w:r>
    </w:p>
    <w:p w14:paraId="57E3EC56" w14:textId="5ECC300B" w:rsidR="004D2558" w:rsidRPr="00850379" w:rsidRDefault="006253A4" w:rsidP="004D2558">
      <w:pPr>
        <w:spacing w:after="120"/>
        <w:ind w:left="1134" w:right="1134"/>
        <w:jc w:val="both"/>
        <w:rPr>
          <w:b/>
          <w:bCs/>
          <w:lang w:val="es-ES_tradnl"/>
        </w:rPr>
      </w:pPr>
      <w:r w:rsidRPr="00850379">
        <w:rPr>
          <w:b/>
          <w:bCs/>
          <w:lang w:val="es-ES_tradnl"/>
        </w:rPr>
        <w:t>Indicador 6.5.2 de los Objetivos de Desarrollo Sostenible:</w:t>
      </w:r>
    </w:p>
    <w:p w14:paraId="05ADC0EC" w14:textId="77777777" w:rsidR="006253A4" w:rsidRPr="00850379" w:rsidRDefault="006253A4" w:rsidP="006253A4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Porcentaje de la superficie de las cuencas transfronterizas que son objeto de un acuerdo operativo:</w:t>
      </w:r>
    </w:p>
    <w:p w14:paraId="2174031F" w14:textId="19B89C3E" w:rsidR="004D2558" w:rsidRPr="00850379" w:rsidRDefault="006253A4" w:rsidP="006253A4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 xml:space="preserve">((A + </w:t>
      </w:r>
      <w:proofErr w:type="gramStart"/>
      <w:r w:rsidRPr="00850379">
        <w:rPr>
          <w:lang w:val="es-ES_tradnl"/>
        </w:rPr>
        <w:t>C)/</w:t>
      </w:r>
      <w:proofErr w:type="gramEnd"/>
      <w:r w:rsidRPr="00850379">
        <w:rPr>
          <w:lang w:val="es-ES_tradnl"/>
        </w:rPr>
        <w:t xml:space="preserve">(B + D)) x 100 = </w:t>
      </w:r>
      <w:r w:rsidR="004D2558" w:rsidRPr="00850379">
        <w:rPr>
          <w:lang w:val="es-ES_tradnl"/>
        </w:rPr>
        <w:t xml:space="preserve"> </w:t>
      </w:r>
    </w:p>
    <w:p w14:paraId="7AA87D99" w14:textId="686F9629" w:rsidR="004D2558" w:rsidRPr="00850379" w:rsidRDefault="007E4D8A" w:rsidP="004D2558">
      <w:pPr>
        <w:spacing w:after="120"/>
        <w:ind w:left="1134" w:right="1134"/>
        <w:jc w:val="both"/>
        <w:rPr>
          <w:b/>
          <w:lang w:val="es-ES_tradnl"/>
        </w:rPr>
      </w:pPr>
      <w:r w:rsidRPr="00850379">
        <w:rPr>
          <w:b/>
          <w:lang w:val="es-ES_tradnl"/>
        </w:rPr>
        <w:t>Información espacial</w:t>
      </w:r>
    </w:p>
    <w:p w14:paraId="2CE73F69" w14:textId="1CC3C3F6" w:rsidR="004D2558" w:rsidRPr="00850379" w:rsidRDefault="007E4D8A" w:rsidP="004D2558">
      <w:pPr>
        <w:spacing w:after="120"/>
        <w:ind w:left="1134" w:right="95"/>
        <w:jc w:val="both"/>
        <w:rPr>
          <w:lang w:val="es-ES_tradnl"/>
        </w:rPr>
      </w:pPr>
      <w:r w:rsidRPr="00850379">
        <w:rPr>
          <w:lang w:val="es-ES_tradnl"/>
        </w:rPr>
        <w:t>Si se dispone de un mapa (o de mapas) de las zonas de recarga de las aguas superficiales transfronterizas y de los acuíferos transfronterizos (es decir, de las “cuencas transfronterizas”), considere</w:t>
      </w:r>
      <w:r w:rsidR="00A56767" w:rsidRPr="00850379">
        <w:rPr>
          <w:lang w:val="es-ES_tradnl"/>
        </w:rPr>
        <w:t xml:space="preserve">, por </w:t>
      </w:r>
      <w:r w:rsidR="00246BCB" w:rsidRPr="00850379">
        <w:rPr>
          <w:lang w:val="es-ES_tradnl"/>
        </w:rPr>
        <w:t>favor, adjuntarlo</w:t>
      </w:r>
      <w:r w:rsidR="006207CB" w:rsidRPr="00850379">
        <w:rPr>
          <w:lang w:val="es-ES_tradnl"/>
        </w:rPr>
        <w:t xml:space="preserve"> (</w:t>
      </w:r>
      <w:r w:rsidR="00246BCB" w:rsidRPr="00850379">
        <w:rPr>
          <w:lang w:val="es-ES_tradnl"/>
        </w:rPr>
        <w:t xml:space="preserve">o </w:t>
      </w:r>
      <w:r w:rsidR="00A56767" w:rsidRPr="00850379">
        <w:rPr>
          <w:lang w:val="es-ES_tradnl"/>
        </w:rPr>
        <w:t>adjuntarlos</w:t>
      </w:r>
      <w:r w:rsidRPr="00850379">
        <w:rPr>
          <w:lang w:val="es-ES_tradnl"/>
        </w:rPr>
        <w:t>). Idealmente, deberían enviar</w:t>
      </w:r>
      <w:r w:rsidR="00A56767" w:rsidRPr="00850379">
        <w:rPr>
          <w:lang w:val="es-ES_tradnl"/>
        </w:rPr>
        <w:t>se</w:t>
      </w:r>
      <w:r w:rsidRPr="00850379">
        <w:rPr>
          <w:lang w:val="es-ES_tradnl"/>
        </w:rPr>
        <w:t xml:space="preserve"> </w:t>
      </w:r>
      <w:r w:rsidR="00A56767" w:rsidRPr="00850379">
        <w:rPr>
          <w:lang w:val="es-ES_tradnl"/>
        </w:rPr>
        <w:t xml:space="preserve">los </w:t>
      </w:r>
      <w:r w:rsidRPr="00850379">
        <w:rPr>
          <w:lang w:val="es-ES_tradnl"/>
        </w:rPr>
        <w:t xml:space="preserve">archivos </w:t>
      </w:r>
      <w:r w:rsidR="00A56767" w:rsidRPr="00850379">
        <w:rPr>
          <w:lang w:val="es-ES_tradnl"/>
        </w:rPr>
        <w:t xml:space="preserve">de las delineaciones de las cuencas y acuíferos </w:t>
      </w:r>
      <w:r w:rsidRPr="00850379">
        <w:rPr>
          <w:lang w:val="es-ES_tradnl"/>
        </w:rPr>
        <w:t xml:space="preserve">en formato </w:t>
      </w:r>
      <w:proofErr w:type="spellStart"/>
      <w:r w:rsidRPr="00850379">
        <w:rPr>
          <w:i/>
          <w:iCs/>
          <w:lang w:val="es-ES_tradnl"/>
        </w:rPr>
        <w:t>shapefile</w:t>
      </w:r>
      <w:proofErr w:type="spellEnd"/>
      <w:r w:rsidRPr="00850379">
        <w:rPr>
          <w:lang w:val="es-ES_tradnl"/>
        </w:rPr>
        <w:t xml:space="preserve"> que pueden </w:t>
      </w:r>
      <w:r w:rsidR="00A56767" w:rsidRPr="00850379">
        <w:rPr>
          <w:lang w:val="es-ES_tradnl"/>
        </w:rPr>
        <w:t>visualizarse</w:t>
      </w:r>
      <w:r w:rsidRPr="00850379">
        <w:rPr>
          <w:lang w:val="es-ES_tradnl"/>
        </w:rPr>
        <w:t xml:space="preserve"> utilizando un SIG.</w:t>
      </w:r>
    </w:p>
    <w:p w14:paraId="3E78571E" w14:textId="6387BC2A" w:rsidR="004D2558" w:rsidRPr="00850379" w:rsidRDefault="007E4D8A" w:rsidP="004D2558">
      <w:pPr>
        <w:spacing w:after="120"/>
        <w:ind w:left="1134" w:right="1134"/>
        <w:jc w:val="both"/>
        <w:rPr>
          <w:b/>
          <w:lang w:val="es-ES_tradnl"/>
        </w:rPr>
      </w:pPr>
      <w:r w:rsidRPr="00850379">
        <w:rPr>
          <w:b/>
          <w:lang w:val="es-ES_tradnl"/>
        </w:rPr>
        <w:t>Información adicional</w:t>
      </w:r>
    </w:p>
    <w:p w14:paraId="29B2E7AD" w14:textId="50DF70C3" w:rsidR="004D2558" w:rsidRPr="00850379" w:rsidRDefault="007E4D8A" w:rsidP="000E5E05">
      <w:pPr>
        <w:spacing w:after="120"/>
        <w:ind w:left="1134"/>
        <w:jc w:val="both"/>
        <w:rPr>
          <w:lang w:val="es-ES_tradnl"/>
        </w:rPr>
      </w:pPr>
      <w:r w:rsidRPr="00850379">
        <w:rPr>
          <w:lang w:val="es-ES_tradnl"/>
        </w:rPr>
        <w:t xml:space="preserve">Si </w:t>
      </w:r>
      <w:r w:rsidR="00A56767" w:rsidRPr="00850379">
        <w:rPr>
          <w:lang w:val="es-ES_tradnl"/>
        </w:rPr>
        <w:t xml:space="preserve">la persona que </w:t>
      </w:r>
      <w:r w:rsidRPr="00850379">
        <w:rPr>
          <w:lang w:val="es-ES_tradnl"/>
        </w:rPr>
        <w:t xml:space="preserve">responde tiene </w:t>
      </w:r>
      <w:r w:rsidR="00A56767" w:rsidRPr="00850379">
        <w:rPr>
          <w:lang w:val="es-ES_tradnl"/>
        </w:rPr>
        <w:t xml:space="preserve">uno o varios </w:t>
      </w:r>
      <w:r w:rsidRPr="00850379">
        <w:rPr>
          <w:lang w:val="es-ES_tradnl"/>
        </w:rPr>
        <w:t>comentarios que clarifique</w:t>
      </w:r>
      <w:r w:rsidR="00A56767" w:rsidRPr="00850379">
        <w:rPr>
          <w:lang w:val="es-ES_tradnl"/>
        </w:rPr>
        <w:t>n las</w:t>
      </w:r>
      <w:r w:rsidRPr="00850379">
        <w:rPr>
          <w:lang w:val="es-ES_tradnl"/>
        </w:rPr>
        <w:t xml:space="preserve"> </w:t>
      </w:r>
      <w:r w:rsidR="00CD70C3" w:rsidRPr="00850379">
        <w:rPr>
          <w:lang w:val="es-ES_tradnl"/>
        </w:rPr>
        <w:t xml:space="preserve">suposiciones </w:t>
      </w:r>
      <w:r w:rsidRPr="00850379">
        <w:rPr>
          <w:lang w:val="es-ES_tradnl"/>
        </w:rPr>
        <w:t xml:space="preserve">o interpretaciones utilizadas para la realización del cálculo, o </w:t>
      </w:r>
      <w:r w:rsidR="00BD233C" w:rsidRPr="00850379">
        <w:rPr>
          <w:lang w:val="es-ES_tradnl"/>
        </w:rPr>
        <w:t>acerca del</w:t>
      </w:r>
      <w:r w:rsidRPr="00850379">
        <w:rPr>
          <w:lang w:val="es-ES_tradnl"/>
        </w:rPr>
        <w:t xml:space="preserve"> nivel de certeza de la información espacial proporcionada, por favor escríbalos a continuación:</w:t>
      </w:r>
    </w:p>
    <w:p w14:paraId="4F6EA027" w14:textId="77777777" w:rsidR="004D2558" w:rsidRPr="00850379" w:rsidRDefault="004D2558" w:rsidP="004D2558">
      <w:pPr>
        <w:rPr>
          <w:lang w:val="es-ES_tradnl"/>
        </w:rPr>
      </w:pPr>
      <w:r w:rsidRPr="00850379">
        <w:rPr>
          <w:lang w:val="es-ES_tradnl"/>
        </w:rPr>
        <w:br w:type="page"/>
      </w:r>
    </w:p>
    <w:p w14:paraId="0E76E498" w14:textId="63D4D07F" w:rsidR="004D2558" w:rsidRPr="00850379" w:rsidRDefault="005671BB" w:rsidP="004D2558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lastRenderedPageBreak/>
        <w:t>¿Existen en su país acuerdos o arreglos transfronterizos para la protección y/o gestión de las aguas transfronterizas (es decir, ríos, lagos o aguas subterráneas), ya sean bilaterales o multilaterales?</w:t>
      </w:r>
    </w:p>
    <w:p w14:paraId="022C530B" w14:textId="1F8DA462" w:rsidR="004D2558" w:rsidRPr="00850379" w:rsidRDefault="004D2558" w:rsidP="004D2558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5671BB" w:rsidRPr="00850379">
        <w:rPr>
          <w:lang w:val="es-ES_tradnl"/>
        </w:rPr>
        <w:t>Sí</w:t>
      </w:r>
      <w:r w:rsidRPr="00850379">
        <w:rPr>
          <w:lang w:val="es-ES_tradnl"/>
        </w:rPr>
        <w:t xml:space="preserve"> </w:t>
      </w:r>
      <w:r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/No </w:t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97A8CD5" w14:textId="283C8270" w:rsidR="004D2558" w:rsidRPr="00850379" w:rsidRDefault="005671BB" w:rsidP="004D2558">
      <w:pPr>
        <w:spacing w:after="120"/>
        <w:ind w:left="1134" w:right="1134"/>
        <w:jc w:val="both"/>
        <w:rPr>
          <w:lang w:val="es-ES_tradnl"/>
        </w:rPr>
      </w:pPr>
      <w:r w:rsidRPr="00850379">
        <w:rPr>
          <w:i/>
          <w:lang w:val="es-ES_tradnl"/>
        </w:rPr>
        <w:t xml:space="preserve">En caso afirmativo, enumere los acuerdos o arreglos bilaterales y multilaterales (listado para cada uno de los países concernidos): </w:t>
      </w:r>
      <w:r w:rsidRPr="00850379">
        <w:rPr>
          <w:lang w:val="es-ES_tradnl"/>
        </w:rPr>
        <w:t>[rellene]</w:t>
      </w:r>
    </w:p>
    <w:p w14:paraId="6D79BE4A" w14:textId="7D069FC3" w:rsidR="004D2558" w:rsidRPr="00850379" w:rsidRDefault="004D2558" w:rsidP="00520B1E">
      <w:pPr>
        <w:pStyle w:val="H23G"/>
        <w:rPr>
          <w:lang w:val="es-ES_tradnl"/>
        </w:rPr>
      </w:pPr>
      <w:r w:rsidRPr="00850379">
        <w:rPr>
          <w:lang w:val="es-ES_tradnl"/>
        </w:rPr>
        <w:tab/>
        <w:t>II.</w:t>
      </w:r>
      <w:r w:rsidRPr="00850379">
        <w:rPr>
          <w:lang w:val="es-ES_tradnl"/>
        </w:rPr>
        <w:tab/>
      </w:r>
      <w:r w:rsidR="001D00BD" w:rsidRPr="00850379">
        <w:rPr>
          <w:lang w:val="es-ES_tradnl"/>
        </w:rPr>
        <w:t xml:space="preserve">Preguntas para cada cuenca transfronteriza, </w:t>
      </w:r>
      <w:r w:rsidR="00793067" w:rsidRPr="00850379">
        <w:rPr>
          <w:lang w:val="es-ES_tradnl"/>
        </w:rPr>
        <w:t>subcuenca</w:t>
      </w:r>
      <w:r w:rsidR="001D00BD" w:rsidRPr="00850379">
        <w:rPr>
          <w:lang w:val="es-ES_tradnl"/>
        </w:rPr>
        <w:t xml:space="preserve">, parte de </w:t>
      </w:r>
      <w:r w:rsidR="0093270F" w:rsidRPr="00850379">
        <w:rPr>
          <w:lang w:val="es-ES_tradnl"/>
        </w:rPr>
        <w:t xml:space="preserve">la </w:t>
      </w:r>
      <w:r w:rsidR="00160F9E" w:rsidRPr="00850379">
        <w:rPr>
          <w:lang w:val="es-ES_tradnl"/>
        </w:rPr>
        <w:t>c</w:t>
      </w:r>
      <w:r w:rsidR="001D00BD" w:rsidRPr="00850379">
        <w:rPr>
          <w:lang w:val="es-ES_tradnl"/>
        </w:rPr>
        <w:t>uenca, o grupo de cuencas (de río, lago o acuífero)</w:t>
      </w:r>
    </w:p>
    <w:p w14:paraId="728617D6" w14:textId="1A703284" w:rsidR="004D2558" w:rsidRPr="00850379" w:rsidRDefault="001D00BD" w:rsidP="004D2558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 xml:space="preserve">Por favor complete esta segunda sección para cada cuenca transfronteriza (cuenca de río o lago, o acuífero), </w:t>
      </w:r>
      <w:r w:rsidR="00793067" w:rsidRPr="00850379">
        <w:rPr>
          <w:lang w:val="es-ES_tradnl"/>
        </w:rPr>
        <w:t>subcuenca</w:t>
      </w:r>
      <w:r w:rsidRPr="00850379">
        <w:rPr>
          <w:lang w:val="es-ES_tradnl"/>
        </w:rPr>
        <w:t xml:space="preserve">, parte de </w:t>
      </w:r>
      <w:r w:rsidR="0093270F" w:rsidRPr="00850379">
        <w:rPr>
          <w:lang w:val="es-ES_tradnl"/>
        </w:rPr>
        <w:t xml:space="preserve">la </w:t>
      </w:r>
      <w:r w:rsidRPr="00850379">
        <w:rPr>
          <w:lang w:val="es-ES_tradnl"/>
        </w:rPr>
        <w:t>cuenca o grupo de cuencas objeto de un mismo acuerdo o arreglo y cuyos términos sean similares</w:t>
      </w:r>
      <w:r w:rsidR="004D2558" w:rsidRPr="00850379">
        <w:rPr>
          <w:lang w:val="es-ES_tradnl"/>
        </w:rPr>
        <w:t>.</w:t>
      </w:r>
      <w:r w:rsidR="004D2558" w:rsidRPr="00850379">
        <w:rPr>
          <w:sz w:val="18"/>
          <w:vertAlign w:val="superscript"/>
          <w:lang w:val="es-ES_tradnl"/>
        </w:rPr>
        <w:footnoteReference w:id="7"/>
      </w:r>
      <w:r w:rsidR="004D2558" w:rsidRPr="00850379">
        <w:rPr>
          <w:lang w:val="es-ES_tradnl"/>
        </w:rPr>
        <w:t xml:space="preserve"> </w:t>
      </w:r>
      <w:r w:rsidR="00781192" w:rsidRPr="00850379">
        <w:rPr>
          <w:lang w:val="es-ES_tradnl"/>
        </w:rPr>
        <w:t xml:space="preserve">En algunas ocasiones, puede facilitar información tanto sobre una cuenca como sobre una o varias de sus </w:t>
      </w:r>
      <w:r w:rsidR="00793067" w:rsidRPr="00850379">
        <w:rPr>
          <w:lang w:val="es-ES_tradnl"/>
        </w:rPr>
        <w:t>subcuencas</w:t>
      </w:r>
      <w:r w:rsidR="00781192" w:rsidRPr="00850379">
        <w:rPr>
          <w:lang w:val="es-ES_tradnl"/>
        </w:rPr>
        <w:t xml:space="preserve"> o partes de ellas, por ejemplo, sobre aquellas para las que </w:t>
      </w:r>
      <w:r w:rsidR="00160F9E" w:rsidRPr="00850379">
        <w:rPr>
          <w:lang w:val="es-ES_tradnl"/>
        </w:rPr>
        <w:t xml:space="preserve">haya </w:t>
      </w:r>
      <w:r w:rsidR="00781192" w:rsidRPr="00850379">
        <w:rPr>
          <w:lang w:val="es-ES_tradnl"/>
        </w:rPr>
        <w:t>acuerdos</w:t>
      </w:r>
      <w:r w:rsidR="004D2558" w:rsidRPr="00850379">
        <w:rPr>
          <w:sz w:val="18"/>
          <w:vertAlign w:val="superscript"/>
          <w:lang w:val="es-ES_tradnl"/>
        </w:rPr>
        <w:footnoteReference w:id="8"/>
      </w:r>
      <w:r w:rsidR="004D2558" w:rsidRPr="00850379">
        <w:rPr>
          <w:lang w:val="es-ES_tradnl"/>
        </w:rPr>
        <w:t xml:space="preserve"> </w:t>
      </w:r>
      <w:r w:rsidR="00781192" w:rsidRPr="00850379">
        <w:rPr>
          <w:lang w:val="es-ES_tradnl"/>
        </w:rPr>
        <w:t xml:space="preserve">o arreglos tanto en el caso de la cuenca como de sus </w:t>
      </w:r>
      <w:r w:rsidR="00793067" w:rsidRPr="00850379">
        <w:rPr>
          <w:lang w:val="es-ES_tradnl"/>
        </w:rPr>
        <w:t>subcuencas</w:t>
      </w:r>
      <w:r w:rsidR="00781192" w:rsidRPr="00850379">
        <w:rPr>
          <w:lang w:val="es-ES_tradnl"/>
        </w:rPr>
        <w:t xml:space="preserve">. Puede coordinar sus respuestas con los </w:t>
      </w:r>
      <w:r w:rsidR="00160F9E" w:rsidRPr="00850379">
        <w:rPr>
          <w:lang w:val="es-ES_tradnl"/>
        </w:rPr>
        <w:t>E</w:t>
      </w:r>
      <w:r w:rsidR="00781192" w:rsidRPr="00850379">
        <w:rPr>
          <w:lang w:val="es-ES_tradnl"/>
        </w:rPr>
        <w:t>stados con los que su país comparte las aguas transfronterizas, o incluso preparar un informe conjunto. Se facilitará información general sobre la gestión de las aguas transfronterizas a nivel nacional en la sección III y no procede repetirla aquí.</w:t>
      </w:r>
    </w:p>
    <w:p w14:paraId="1D4D6FCB" w14:textId="308B97D6" w:rsidR="004D2558" w:rsidRPr="00850379" w:rsidRDefault="00781192" w:rsidP="004D2558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 xml:space="preserve">Por favor repita la totalidad de la sección respondiendo a todas sus preguntas para cada cuenca transfronteriza, </w:t>
      </w:r>
      <w:r w:rsidR="00793067" w:rsidRPr="00850379">
        <w:rPr>
          <w:lang w:val="es-ES_tradnl"/>
        </w:rPr>
        <w:t>subcuenca</w:t>
      </w:r>
      <w:r w:rsidRPr="00850379">
        <w:rPr>
          <w:lang w:val="es-ES_tradnl"/>
        </w:rPr>
        <w:t xml:space="preserve">, parte de </w:t>
      </w:r>
      <w:r w:rsidR="0093270F" w:rsidRPr="00850379">
        <w:rPr>
          <w:lang w:val="es-ES_tradnl"/>
        </w:rPr>
        <w:t xml:space="preserve">la </w:t>
      </w:r>
      <w:r w:rsidRPr="00850379">
        <w:rPr>
          <w:lang w:val="es-ES_tradnl"/>
        </w:rPr>
        <w:t>cuenca o grupo de cuencas.</w:t>
      </w:r>
    </w:p>
    <w:p w14:paraId="3EC68CBF" w14:textId="790C6393" w:rsidR="004D2558" w:rsidRPr="00850379" w:rsidRDefault="00E813FC" w:rsidP="004D2558">
      <w:pPr>
        <w:spacing w:after="120"/>
        <w:ind w:left="1134" w:right="1134"/>
        <w:jc w:val="both"/>
        <w:rPr>
          <w:b/>
          <w:lang w:val="es-ES_tradnl"/>
        </w:rPr>
      </w:pPr>
      <w:r w:rsidRPr="00850379">
        <w:rPr>
          <w:b/>
          <w:lang w:val="es-ES_tradnl"/>
        </w:rPr>
        <w:t xml:space="preserve">Nombre de la cuenca transfronteriza, </w:t>
      </w:r>
      <w:r w:rsidR="00793067" w:rsidRPr="00850379">
        <w:rPr>
          <w:b/>
          <w:lang w:val="es-ES_tradnl"/>
        </w:rPr>
        <w:t>subcuenca</w:t>
      </w:r>
      <w:r w:rsidRPr="00850379">
        <w:rPr>
          <w:b/>
          <w:lang w:val="es-ES_tradnl"/>
        </w:rPr>
        <w:t xml:space="preserve">, parte de </w:t>
      </w:r>
      <w:r w:rsidR="0093270F" w:rsidRPr="00850379">
        <w:rPr>
          <w:b/>
          <w:lang w:val="es-ES_tradnl"/>
        </w:rPr>
        <w:t xml:space="preserve">la </w:t>
      </w:r>
      <w:r w:rsidRPr="00850379">
        <w:rPr>
          <w:b/>
          <w:lang w:val="es-ES_tradnl"/>
        </w:rPr>
        <w:t>cuenca o grupo de cuencas transfronterizas: [rellene]</w:t>
      </w:r>
    </w:p>
    <w:p w14:paraId="62125899" w14:textId="237426E5" w:rsidR="004D2558" w:rsidRPr="00850379" w:rsidRDefault="00E813FC" w:rsidP="004D2558">
      <w:pPr>
        <w:spacing w:after="120"/>
        <w:ind w:left="1134" w:right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 xml:space="preserve">Lista de </w:t>
      </w:r>
      <w:r w:rsidR="00D234C7" w:rsidRPr="00850379">
        <w:rPr>
          <w:bCs/>
          <w:lang w:val="es-ES_tradnl"/>
        </w:rPr>
        <w:t>países que la comparten/las comparten</w:t>
      </w:r>
      <w:r w:rsidRPr="00850379">
        <w:rPr>
          <w:bCs/>
          <w:lang w:val="es-ES_tradnl"/>
        </w:rPr>
        <w:t>: [rellene]</w:t>
      </w:r>
    </w:p>
    <w:p w14:paraId="76F3E3C3" w14:textId="04A79C99" w:rsidR="004D2558" w:rsidRPr="00850379" w:rsidRDefault="005C7847" w:rsidP="004D2558">
      <w:pPr>
        <w:spacing w:after="120"/>
        <w:ind w:left="1134" w:right="1134"/>
        <w:jc w:val="both"/>
        <w:rPr>
          <w:bCs/>
          <w:lang w:val="es-ES_tradnl"/>
        </w:rPr>
      </w:pPr>
      <w:r w:rsidRPr="00850379">
        <w:rPr>
          <w:b/>
          <w:lang w:val="es-ES_tradnl"/>
        </w:rPr>
        <w:t xml:space="preserve">Porcentaje de la cuenca, </w:t>
      </w:r>
      <w:r w:rsidR="00793067" w:rsidRPr="00850379">
        <w:rPr>
          <w:b/>
          <w:lang w:val="es-ES_tradnl"/>
        </w:rPr>
        <w:t>subcuenca</w:t>
      </w:r>
      <w:r w:rsidRPr="00850379">
        <w:rPr>
          <w:b/>
          <w:lang w:val="es-ES_tradnl"/>
        </w:rPr>
        <w:t xml:space="preserve">, parte de </w:t>
      </w:r>
      <w:r w:rsidR="0093270F" w:rsidRPr="00850379">
        <w:rPr>
          <w:b/>
          <w:lang w:val="es-ES_tradnl"/>
        </w:rPr>
        <w:t xml:space="preserve">la </w:t>
      </w:r>
      <w:r w:rsidRPr="00850379">
        <w:rPr>
          <w:b/>
          <w:lang w:val="es-ES_tradnl"/>
        </w:rPr>
        <w:t>cuenca o grupo de cuencas</w:t>
      </w:r>
      <w:r w:rsidR="00FB0F2C" w:rsidRPr="00850379">
        <w:rPr>
          <w:b/>
          <w:lang w:val="es-ES_tradnl"/>
        </w:rPr>
        <w:t xml:space="preserve"> dentro del territorio de su país</w:t>
      </w:r>
      <w:r w:rsidRPr="00850379">
        <w:rPr>
          <w:b/>
          <w:lang w:val="es-ES_tradnl"/>
        </w:rPr>
        <w:t>:</w:t>
      </w:r>
      <w:r w:rsidR="004D2558" w:rsidRPr="00850379">
        <w:rPr>
          <w:bCs/>
          <w:lang w:val="es-ES_tradnl"/>
        </w:rPr>
        <w:t xml:space="preserve"> [</w:t>
      </w:r>
      <w:r w:rsidRPr="00850379">
        <w:rPr>
          <w:bCs/>
          <w:lang w:val="es-ES_tradnl"/>
        </w:rPr>
        <w:t>rellene</w:t>
      </w:r>
      <w:r w:rsidR="004D2558" w:rsidRPr="00850379">
        <w:rPr>
          <w:bCs/>
          <w:lang w:val="es-ES_tradnl"/>
        </w:rPr>
        <w:t>]</w:t>
      </w:r>
    </w:p>
    <w:p w14:paraId="0575B704" w14:textId="26F6C021" w:rsidR="004D2558" w:rsidRPr="00850379" w:rsidRDefault="004D2558" w:rsidP="004D2558">
      <w:pPr>
        <w:spacing w:after="120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t>1.</w:t>
      </w:r>
      <w:r w:rsidRPr="00850379">
        <w:rPr>
          <w:lang w:val="es-ES_tradnl"/>
        </w:rPr>
        <w:tab/>
      </w:r>
      <w:r w:rsidR="005C7847" w:rsidRPr="00850379">
        <w:rPr>
          <w:lang w:val="es-ES_tradnl"/>
        </w:rPr>
        <w:t xml:space="preserve">¿Existen uno o más acuerdos o arreglos transfronterizos (bilaterales o multilaterales) </w:t>
      </w:r>
      <w:r w:rsidR="00160F9E" w:rsidRPr="00850379">
        <w:rPr>
          <w:lang w:val="es-ES_tradnl"/>
        </w:rPr>
        <w:t xml:space="preserve">sobre </w:t>
      </w:r>
      <w:r w:rsidR="005C7847" w:rsidRPr="00850379">
        <w:rPr>
          <w:lang w:val="es-ES_tradnl"/>
        </w:rPr>
        <w:t xml:space="preserve">esta cuenca, </w:t>
      </w:r>
      <w:r w:rsidR="00793067" w:rsidRPr="00850379">
        <w:rPr>
          <w:lang w:val="es-ES_tradnl"/>
        </w:rPr>
        <w:t>subcuenca</w:t>
      </w:r>
      <w:r w:rsidR="005C7847" w:rsidRPr="00850379">
        <w:rPr>
          <w:lang w:val="es-ES_tradnl"/>
        </w:rPr>
        <w:t xml:space="preserve">, parte de </w:t>
      </w:r>
      <w:r w:rsidR="0093270F" w:rsidRPr="00850379">
        <w:rPr>
          <w:lang w:val="es-ES_tradnl"/>
        </w:rPr>
        <w:t xml:space="preserve">la </w:t>
      </w:r>
      <w:r w:rsidR="005C7847" w:rsidRPr="00850379">
        <w:rPr>
          <w:lang w:val="es-ES_tradnl"/>
        </w:rPr>
        <w:t>cuenca o grupo de cuencas?</w:t>
      </w:r>
    </w:p>
    <w:p w14:paraId="197F7802" w14:textId="77777777" w:rsidR="008E5A6E" w:rsidRPr="00850379" w:rsidRDefault="008E5A6E" w:rsidP="008E5A6E">
      <w:pPr>
        <w:tabs>
          <w:tab w:val="left" w:pos="7938"/>
        </w:tabs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Existen y están en vigor uno o más acuerdos o arreglos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A2B91D5" w14:textId="77777777" w:rsidR="008E5A6E" w:rsidRPr="00850379" w:rsidRDefault="008E5A6E" w:rsidP="008E5A6E">
      <w:pPr>
        <w:tabs>
          <w:tab w:val="left" w:pos="7938"/>
        </w:tabs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Se ha preparado un acuerdo o un arreglo, pero no está en vigor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04867F8F" w14:textId="77777777" w:rsidR="008E5A6E" w:rsidRPr="00850379" w:rsidRDefault="008E5A6E" w:rsidP="008E5A6E">
      <w:pPr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 xml:space="preserve">Se ha preparado un acuerdo o arreglo, pero no ha entrado en vigor </w:t>
      </w:r>
    </w:p>
    <w:p w14:paraId="36D848FF" w14:textId="54EDB983" w:rsidR="008E5A6E" w:rsidRPr="00850379" w:rsidRDefault="008E5A6E" w:rsidP="00011EB9">
      <w:pPr>
        <w:tabs>
          <w:tab w:val="left" w:pos="7938"/>
        </w:tabs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para todos los Estados ribereños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668BB1FE" w14:textId="6884FC11" w:rsidR="004D2558" w:rsidRPr="00850379" w:rsidRDefault="008E5A6E" w:rsidP="004D2558">
      <w:pPr>
        <w:spacing w:after="120"/>
        <w:ind w:left="1701" w:right="1134"/>
        <w:jc w:val="both"/>
        <w:rPr>
          <w:lang w:val="es-ES_tradnl"/>
        </w:rPr>
      </w:pPr>
      <w:r w:rsidRPr="00850379">
        <w:rPr>
          <w:i/>
          <w:lang w:val="es-ES_tradnl"/>
        </w:rPr>
        <w:t>Introduzca por favor el nombre del acuerdo o de los acuerdos o del arreglo o arreglos</w:t>
      </w:r>
      <w:r w:rsidR="004D2558" w:rsidRPr="00850379">
        <w:rPr>
          <w:i/>
          <w:lang w:val="es-ES_tradnl"/>
        </w:rPr>
        <w:t xml:space="preserve"> </w:t>
      </w:r>
      <w:r w:rsidRPr="00850379">
        <w:rPr>
          <w:lang w:val="es-ES_tradnl"/>
        </w:rPr>
        <w:t>[rellene]</w:t>
      </w:r>
    </w:p>
    <w:p w14:paraId="3371FF1E" w14:textId="77777777" w:rsidR="008E5A6E" w:rsidRPr="00850379" w:rsidRDefault="008E5A6E" w:rsidP="008E5A6E">
      <w:pPr>
        <w:tabs>
          <w:tab w:val="left" w:pos="6804"/>
          <w:tab w:val="left" w:pos="7938"/>
        </w:tabs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Un acuerdo o arreglo está en proceso de preparación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3755034E" w14:textId="77777777" w:rsidR="008E5A6E" w:rsidRPr="00850379" w:rsidRDefault="008E5A6E" w:rsidP="008E5A6E">
      <w:pPr>
        <w:tabs>
          <w:tab w:val="left" w:pos="7938"/>
        </w:tabs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No existe un acuerdo o arreglo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B1CD529" w14:textId="6BA1704B" w:rsidR="004D2558" w:rsidRPr="00850379" w:rsidRDefault="008E5A6E" w:rsidP="004D2558">
      <w:pPr>
        <w:spacing w:after="120"/>
        <w:ind w:left="1701" w:right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 xml:space="preserve">Si no existe un acuerdo o arreglo o no está en vigor, por favor explique brevemente por qué no y proporcione la información sobre los planes para abordar la situación: </w:t>
      </w:r>
      <w:r w:rsidRPr="00850379">
        <w:rPr>
          <w:lang w:val="es-ES_tradnl"/>
        </w:rPr>
        <w:t>[rellene]</w:t>
      </w:r>
    </w:p>
    <w:p w14:paraId="0C2A3E8B" w14:textId="7AF5DAB8" w:rsidR="004D2558" w:rsidRPr="00850379" w:rsidRDefault="00612FAC" w:rsidP="004D2558">
      <w:pPr>
        <w:spacing w:after="120"/>
        <w:ind w:left="1134" w:right="1134"/>
        <w:jc w:val="both"/>
        <w:rPr>
          <w:b/>
          <w:i/>
          <w:lang w:val="es-ES_tradnl"/>
        </w:rPr>
      </w:pPr>
      <w:r w:rsidRPr="00850379">
        <w:rPr>
          <w:b/>
          <w:lang w:val="es-ES_tradnl"/>
        </w:rPr>
        <w:lastRenderedPageBreak/>
        <w:t xml:space="preserve">Si no existiera un acuerdo o arreglo, ni un órgano </w:t>
      </w:r>
      <w:r w:rsidR="00160F9E" w:rsidRPr="00850379">
        <w:rPr>
          <w:b/>
          <w:lang w:val="es-ES_tradnl"/>
        </w:rPr>
        <w:t xml:space="preserve">o mecanismo </w:t>
      </w:r>
      <w:r w:rsidRPr="00850379">
        <w:rPr>
          <w:b/>
          <w:lang w:val="es-ES_tradnl"/>
        </w:rPr>
        <w:t xml:space="preserve">conjunto para la cuenca transfronteriza, </w:t>
      </w:r>
      <w:r w:rsidR="00793067" w:rsidRPr="00850379">
        <w:rPr>
          <w:b/>
          <w:lang w:val="es-ES_tradnl"/>
        </w:rPr>
        <w:t>subcuenca</w:t>
      </w:r>
      <w:r w:rsidRPr="00850379">
        <w:rPr>
          <w:b/>
          <w:lang w:val="es-ES_tradnl"/>
        </w:rPr>
        <w:t xml:space="preserve">, parte de </w:t>
      </w:r>
      <w:r w:rsidR="0093270F" w:rsidRPr="00850379">
        <w:rPr>
          <w:b/>
          <w:lang w:val="es-ES_tradnl"/>
        </w:rPr>
        <w:t xml:space="preserve">la </w:t>
      </w:r>
      <w:r w:rsidRPr="00850379">
        <w:rPr>
          <w:b/>
          <w:lang w:val="es-ES_tradnl"/>
        </w:rPr>
        <w:t xml:space="preserve">cuenca o grupo de cuencas, vaya directamente a la pregunta 4; en caso de no existir un acuerdo o arreglo, pero sí un órgano </w:t>
      </w:r>
      <w:r w:rsidR="00160F9E" w:rsidRPr="00850379">
        <w:rPr>
          <w:b/>
          <w:lang w:val="es-ES_tradnl"/>
        </w:rPr>
        <w:t xml:space="preserve">o mecanismo </w:t>
      </w:r>
      <w:r w:rsidRPr="00850379">
        <w:rPr>
          <w:b/>
          <w:lang w:val="es-ES_tradnl"/>
        </w:rPr>
        <w:t>conjunto, vaya entonces a la pregunta 3.</w:t>
      </w:r>
      <w:r w:rsidR="004D2558" w:rsidRPr="00850379">
        <w:rPr>
          <w:b/>
          <w:lang w:val="es-ES_tradnl"/>
        </w:rPr>
        <w:t xml:space="preserve"> </w:t>
      </w:r>
    </w:p>
    <w:p w14:paraId="4BAE1A42" w14:textId="3078BC0A" w:rsidR="004D2558" w:rsidRPr="00850379" w:rsidRDefault="00612FAC" w:rsidP="004D2558">
      <w:pPr>
        <w:spacing w:after="120"/>
        <w:ind w:left="1134" w:right="1134"/>
        <w:jc w:val="both"/>
        <w:rPr>
          <w:b/>
          <w:lang w:val="es-ES_tradnl"/>
        </w:rPr>
      </w:pPr>
      <w:r w:rsidRPr="00850379">
        <w:rPr>
          <w:b/>
          <w:lang w:val="es-ES_tradnl"/>
        </w:rPr>
        <w:t xml:space="preserve">Las preguntas 2 y 3 deben responderse para cada acuerdo o arreglo bilateral o multilateral que esté en vigor en la cuenca, </w:t>
      </w:r>
      <w:r w:rsidR="00793067" w:rsidRPr="00850379">
        <w:rPr>
          <w:b/>
          <w:lang w:val="es-ES_tradnl"/>
        </w:rPr>
        <w:t>subcuenca</w:t>
      </w:r>
      <w:r w:rsidRPr="00850379">
        <w:rPr>
          <w:b/>
          <w:lang w:val="es-ES_tradnl"/>
        </w:rPr>
        <w:t xml:space="preserve">, parte de </w:t>
      </w:r>
      <w:r w:rsidR="0093270F" w:rsidRPr="00850379">
        <w:rPr>
          <w:b/>
          <w:lang w:val="es-ES_tradnl"/>
        </w:rPr>
        <w:t xml:space="preserve">la </w:t>
      </w:r>
      <w:r w:rsidRPr="00850379">
        <w:rPr>
          <w:b/>
          <w:lang w:val="es-ES_tradnl"/>
        </w:rPr>
        <w:t>cuenca o grupo de cuencas transfronterizas.</w:t>
      </w:r>
    </w:p>
    <w:p w14:paraId="094242C6" w14:textId="77777777" w:rsidR="00C770A1" w:rsidRPr="00850379" w:rsidRDefault="004D2558" w:rsidP="00C770A1">
      <w:pPr>
        <w:spacing w:after="120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t>2.</w:t>
      </w:r>
      <w:r w:rsidRPr="00850379">
        <w:rPr>
          <w:lang w:val="es-ES_tradnl"/>
        </w:rPr>
        <w:tab/>
      </w:r>
      <w:r w:rsidR="00C770A1" w:rsidRPr="00850379">
        <w:rPr>
          <w:lang w:val="es-ES_tradnl"/>
        </w:rPr>
        <w:t>a)</w:t>
      </w:r>
      <w:r w:rsidR="00C770A1" w:rsidRPr="00850379">
        <w:rPr>
          <w:lang w:val="es-ES_tradnl"/>
        </w:rPr>
        <w:tab/>
        <w:t>¿Este acuerdo o arreglo especifica la zona objeto de la cooperación?</w:t>
      </w:r>
    </w:p>
    <w:p w14:paraId="4E0851D6" w14:textId="77777777" w:rsidR="00C770A1" w:rsidRPr="00850379" w:rsidRDefault="00C770A1" w:rsidP="00C770A1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 xml:space="preserve">Sí </w:t>
      </w:r>
      <w:r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/No </w:t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30386984" w14:textId="77777777" w:rsidR="00C770A1" w:rsidRPr="00850379" w:rsidRDefault="00C770A1" w:rsidP="00C770A1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 xml:space="preserve">En caso afirmativo, ¿abarca la cuenca entera o el grupo de cuencas y a todos los Estados ribereños? </w:t>
      </w:r>
    </w:p>
    <w:p w14:paraId="7F34C092" w14:textId="77777777" w:rsidR="00C770A1" w:rsidRPr="00850379" w:rsidRDefault="00C770A1" w:rsidP="00C770A1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 xml:space="preserve">Sí </w:t>
      </w:r>
      <w:r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/No </w:t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5CC9627" w14:textId="77777777" w:rsidR="00C770A1" w:rsidRPr="00850379" w:rsidDel="00A938D0" w:rsidRDefault="00C770A1" w:rsidP="00C770A1">
      <w:pPr>
        <w:spacing w:after="120"/>
        <w:ind w:left="1134" w:right="1134" w:firstLine="567"/>
        <w:jc w:val="both"/>
        <w:rPr>
          <w:lang w:val="es-ES_tradnl"/>
        </w:rPr>
      </w:pPr>
      <w:r w:rsidRPr="00850379">
        <w:rPr>
          <w:lang w:val="es-ES_tradnl"/>
        </w:rPr>
        <w:t xml:space="preserve">¿Explicaciones adicionales? [rellene] </w:t>
      </w:r>
    </w:p>
    <w:p w14:paraId="34A92C69" w14:textId="05A18A74" w:rsidR="00C770A1" w:rsidRPr="00850379" w:rsidRDefault="00C770A1" w:rsidP="00C770A1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 xml:space="preserve">O, si el acuerdo o arreglo es relativo a una </w:t>
      </w:r>
      <w:r w:rsidR="00793067" w:rsidRPr="00850379">
        <w:rPr>
          <w:lang w:val="es-ES_tradnl"/>
        </w:rPr>
        <w:t>subcuenca</w:t>
      </w:r>
      <w:r w:rsidRPr="00850379">
        <w:rPr>
          <w:lang w:val="es-ES_tradnl"/>
        </w:rPr>
        <w:t xml:space="preserve">, ¿abarca toda la </w:t>
      </w:r>
      <w:r w:rsidR="00793067" w:rsidRPr="00850379">
        <w:rPr>
          <w:lang w:val="es-ES_tradnl"/>
        </w:rPr>
        <w:t>subcuenca</w:t>
      </w:r>
      <w:r w:rsidRPr="00850379">
        <w:rPr>
          <w:lang w:val="es-ES_tradnl"/>
        </w:rPr>
        <w:t>?</w:t>
      </w:r>
    </w:p>
    <w:p w14:paraId="5919949B" w14:textId="77777777" w:rsidR="00C770A1" w:rsidRPr="00850379" w:rsidRDefault="00C770A1" w:rsidP="00C770A1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 xml:space="preserve">Sí </w:t>
      </w:r>
      <w:r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/No </w:t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566DDB1" w14:textId="77777777" w:rsidR="00C770A1" w:rsidRPr="00850379" w:rsidRDefault="00C770A1" w:rsidP="00C770A1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¿Explicaciones adicionales? [rellene</w:t>
      </w:r>
      <w:r w:rsidRPr="00850379" w:rsidDel="00A938D0">
        <w:rPr>
          <w:lang w:val="es-ES_tradnl"/>
        </w:rPr>
        <w:t>]</w:t>
      </w:r>
    </w:p>
    <w:p w14:paraId="1653B1E9" w14:textId="214930CD" w:rsidR="00C770A1" w:rsidRPr="00850379" w:rsidRDefault="00C770A1" w:rsidP="00C770A1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 xml:space="preserve">¿Qué </w:t>
      </w:r>
      <w:r w:rsidR="00BC7242" w:rsidRPr="00850379">
        <w:rPr>
          <w:lang w:val="es-ES_tradnl"/>
        </w:rPr>
        <w:t>E</w:t>
      </w:r>
      <w:r w:rsidRPr="00850379">
        <w:rPr>
          <w:lang w:val="es-ES_tradnl"/>
        </w:rPr>
        <w:t>stados (incluyendo el suyo) están vinculados por el acuerdo o arreglo? (Por favor enumérelos): [rellene]</w:t>
      </w:r>
    </w:p>
    <w:p w14:paraId="11E208BA" w14:textId="683B39E0" w:rsidR="00C770A1" w:rsidRPr="00850379" w:rsidRDefault="004D2558" w:rsidP="004F236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C770A1" w:rsidRPr="00850379">
        <w:rPr>
          <w:lang w:val="es-ES_tradnl"/>
        </w:rPr>
        <w:t>b)</w:t>
      </w:r>
      <w:r w:rsidR="00C770A1" w:rsidRPr="00850379">
        <w:rPr>
          <w:lang w:val="es-ES_tradnl"/>
        </w:rPr>
        <w:tab/>
        <w:t xml:space="preserve">Si el acuerdo o arreglo se refiere a una cuenca o </w:t>
      </w:r>
      <w:r w:rsidR="00793067" w:rsidRPr="00850379">
        <w:rPr>
          <w:lang w:val="es-ES_tradnl"/>
        </w:rPr>
        <w:t>subcuenca</w:t>
      </w:r>
      <w:r w:rsidR="00C770A1" w:rsidRPr="00850379">
        <w:rPr>
          <w:lang w:val="es-ES_tradnl"/>
        </w:rPr>
        <w:t xml:space="preserve"> de un río o de un lago, ¿</w:t>
      </w:r>
      <w:r w:rsidR="009756A6" w:rsidRPr="00850379">
        <w:rPr>
          <w:lang w:val="es-ES_tradnl"/>
        </w:rPr>
        <w:t xml:space="preserve">incluye </w:t>
      </w:r>
      <w:r w:rsidR="00C770A1" w:rsidRPr="00850379">
        <w:rPr>
          <w:lang w:val="es-ES_tradnl"/>
        </w:rPr>
        <w:t xml:space="preserve">también los acuíferos? </w:t>
      </w:r>
    </w:p>
    <w:p w14:paraId="27758191" w14:textId="77777777" w:rsidR="00C770A1" w:rsidRPr="00850379" w:rsidRDefault="00C770A1" w:rsidP="00C770A1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 xml:space="preserve">Sí </w:t>
      </w:r>
      <w:r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/No </w:t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1ED1305F" w14:textId="08BAA244" w:rsidR="004D2558" w:rsidRPr="00850379" w:rsidRDefault="00C770A1" w:rsidP="00C770A1">
      <w:pPr>
        <w:spacing w:after="120"/>
        <w:ind w:left="1701" w:right="1134"/>
        <w:jc w:val="both"/>
        <w:rPr>
          <w:b/>
          <w:bCs/>
          <w:lang w:val="es-ES_tradnl"/>
        </w:rPr>
      </w:pPr>
      <w:r w:rsidRPr="00850379">
        <w:rPr>
          <w:lang w:val="es-ES_tradnl"/>
        </w:rPr>
        <w:t>En caso afirmativo, enumere por favor los acuíferos incluidos en el acuerdo o arreglo: [rellene]</w:t>
      </w:r>
    </w:p>
    <w:p w14:paraId="424A9DE5" w14:textId="626841BB" w:rsidR="00A64CBB" w:rsidRPr="00850379" w:rsidRDefault="000C2F1B" w:rsidP="004F236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A64CBB" w:rsidRPr="00850379">
        <w:rPr>
          <w:lang w:val="es-ES_tradnl"/>
        </w:rPr>
        <w:t>c)</w:t>
      </w:r>
      <w:r w:rsidR="00A64CBB" w:rsidRPr="00850379">
        <w:rPr>
          <w:lang w:val="es-ES_tradnl"/>
        </w:rPr>
        <w:tab/>
        <w:t>¿Cuál es el ámbito sectorial del acuerdo o arreglo?</w:t>
      </w:r>
    </w:p>
    <w:p w14:paraId="43983933" w14:textId="77777777" w:rsidR="00A64CBB" w:rsidRPr="00850379" w:rsidRDefault="00A64CBB" w:rsidP="00A64CBB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Todos los usos del agua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1D73FA8" w14:textId="77777777" w:rsidR="00A64CBB" w:rsidRPr="00850379" w:rsidRDefault="00A64CBB" w:rsidP="00A64CBB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Un único uso o sector del agua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9B1D99C" w14:textId="77777777" w:rsidR="00A64CBB" w:rsidRPr="00850379" w:rsidRDefault="00A64CBB" w:rsidP="00A64CBB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Varios usos o sectores del agua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36F61DC0" w14:textId="2D4AF32A" w:rsidR="00A64CBB" w:rsidRPr="00850379" w:rsidRDefault="00A64CBB" w:rsidP="000A6311">
      <w:pPr>
        <w:spacing w:after="120"/>
        <w:ind w:left="1689" w:right="1134"/>
        <w:jc w:val="both"/>
        <w:rPr>
          <w:b/>
          <w:i/>
          <w:lang w:val="es-ES_tradnl"/>
        </w:rPr>
      </w:pPr>
      <w:r w:rsidRPr="00850379">
        <w:rPr>
          <w:i/>
          <w:lang w:val="es-ES_tradnl"/>
        </w:rPr>
        <w:t>En caso de que se trate de uno o varios usos o sectores del agua, por favor enumérelos (marque las casillas que correspondan):</w:t>
      </w:r>
    </w:p>
    <w:p w14:paraId="373982C5" w14:textId="3926D69B" w:rsidR="00A64CBB" w:rsidRPr="00850379" w:rsidRDefault="00A64CBB" w:rsidP="004F236E">
      <w:pPr>
        <w:spacing w:after="120"/>
        <w:ind w:left="2268" w:right="1134"/>
        <w:jc w:val="both"/>
        <w:rPr>
          <w:b/>
          <w:lang w:val="es-ES_tradnl"/>
        </w:rPr>
      </w:pPr>
      <w:r w:rsidRPr="00850379">
        <w:rPr>
          <w:b/>
          <w:i/>
          <w:lang w:val="es-ES_tradnl"/>
        </w:rPr>
        <w:tab/>
      </w:r>
      <w:r w:rsidRPr="00850379">
        <w:rPr>
          <w:b/>
          <w:lang w:val="es-ES_tradnl"/>
        </w:rPr>
        <w:t>Usos y sectores del agua</w:t>
      </w:r>
    </w:p>
    <w:p w14:paraId="345AA073" w14:textId="13ADABBB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Industria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13CA304D" w14:textId="08A1F3D6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Agricultura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EABA940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Transporte (p.ej., la navegación)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A88EDB1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Domésticos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6213794A" w14:textId="4814167C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Energía: hidroeléctrica y otros tipos de energía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020EB7E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b/>
          <w:bCs/>
          <w:lang w:val="es-ES_tradnl"/>
        </w:rPr>
      </w:pPr>
      <w:r w:rsidRPr="00850379">
        <w:rPr>
          <w:lang w:val="es-ES_tradnl"/>
        </w:rPr>
        <w:t>Pesca</w:t>
      </w:r>
      <w:r w:rsidRPr="00850379">
        <w:rPr>
          <w:b/>
          <w:bCs/>
          <w:lang w:val="es-ES_tradnl"/>
        </w:rPr>
        <w:tab/>
      </w:r>
      <w:r w:rsidRPr="00850379">
        <w:rPr>
          <w:b/>
          <w:bCs/>
          <w:lang w:val="es-ES_tradnl"/>
        </w:rPr>
        <w:tab/>
      </w:r>
      <w:r w:rsidRPr="00850379">
        <w:rPr>
          <w:b/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/>
          <w:bCs/>
          <w:lang w:val="es-ES_tradnl"/>
        </w:rPr>
        <w:instrText xml:space="preserve"> FORMCHECKBOX </w:instrText>
      </w:r>
      <w:r w:rsidR="005707D5">
        <w:rPr>
          <w:b/>
          <w:bCs/>
          <w:lang w:val="es-ES_tradnl"/>
        </w:rPr>
      </w:r>
      <w:r w:rsidR="005707D5">
        <w:rPr>
          <w:b/>
          <w:bCs/>
          <w:lang w:val="es-ES_tradnl"/>
        </w:rPr>
        <w:fldChar w:fldCharType="separate"/>
      </w:r>
      <w:r w:rsidRPr="00850379">
        <w:rPr>
          <w:b/>
          <w:bCs/>
          <w:lang w:val="es-ES_tradnl"/>
        </w:rPr>
        <w:fldChar w:fldCharType="end"/>
      </w:r>
    </w:p>
    <w:p w14:paraId="29F711EC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Turismo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067759B6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Protección de la naturaleza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BB95FD4" w14:textId="77777777" w:rsidR="00A64CBB" w:rsidRPr="00850379" w:rsidRDefault="00A64CBB" w:rsidP="00A64CBB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Otros (</w:t>
      </w:r>
      <w:r w:rsidRPr="00850379">
        <w:rPr>
          <w:i/>
          <w:lang w:val="es-ES_tradnl"/>
        </w:rPr>
        <w:t>por favor enumérelos</w:t>
      </w:r>
      <w:r w:rsidRPr="00850379">
        <w:rPr>
          <w:lang w:val="es-ES_tradnl"/>
        </w:rPr>
        <w:t>): [rellene]</w:t>
      </w:r>
    </w:p>
    <w:p w14:paraId="40865703" w14:textId="77777777" w:rsidR="00A64CBB" w:rsidRPr="00850379" w:rsidRDefault="004D2558" w:rsidP="00E25193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lastRenderedPageBreak/>
        <w:tab/>
      </w:r>
      <w:r w:rsidR="00A64CBB" w:rsidRPr="00850379">
        <w:rPr>
          <w:lang w:val="es-ES_tradnl"/>
        </w:rPr>
        <w:t>d)</w:t>
      </w:r>
      <w:r w:rsidR="00A64CBB" w:rsidRPr="00850379">
        <w:rPr>
          <w:lang w:val="es-ES_tradnl"/>
        </w:rPr>
        <w:tab/>
        <w:t>¿Qué temas o cuestiones de cooperación se incluyen en el acuerdo o arreglo?</w:t>
      </w:r>
    </w:p>
    <w:p w14:paraId="7CC4D3C5" w14:textId="5AF85FB9" w:rsidR="00A64CBB" w:rsidRPr="00850379" w:rsidRDefault="00A64CBB" w:rsidP="00E25193">
      <w:pPr>
        <w:spacing w:after="120"/>
        <w:ind w:left="2268" w:right="1134"/>
        <w:jc w:val="both"/>
        <w:rPr>
          <w:b/>
          <w:lang w:val="es-ES_tradnl"/>
        </w:rPr>
      </w:pPr>
      <w:r w:rsidRPr="00850379">
        <w:rPr>
          <w:lang w:val="es-ES_tradnl"/>
        </w:rPr>
        <w:tab/>
      </w:r>
      <w:r w:rsidRPr="00850379">
        <w:rPr>
          <w:b/>
          <w:lang w:val="es-ES_tradnl"/>
        </w:rPr>
        <w:t>Cuestiones de procedimiento e institucionales</w:t>
      </w:r>
    </w:p>
    <w:p w14:paraId="25FD29EC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Prevención de conflictos y resolución de controversias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C3E1839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Cooperación institucional (órganos conjuntos)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5344C92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Consulta sobre futuras medidas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26A85A1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Asistencia mutua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B9576C8" w14:textId="77777777" w:rsidR="00A64CBB" w:rsidRPr="00850379" w:rsidRDefault="00A64CBB" w:rsidP="00A64CBB">
      <w:pPr>
        <w:spacing w:after="120"/>
        <w:ind w:left="1134" w:right="1134" w:firstLine="1134"/>
        <w:jc w:val="both"/>
        <w:rPr>
          <w:b/>
          <w:lang w:val="es-ES_tradnl"/>
        </w:rPr>
      </w:pPr>
      <w:r w:rsidRPr="00850379">
        <w:rPr>
          <w:b/>
          <w:lang w:val="es-ES_tradnl"/>
        </w:rPr>
        <w:tab/>
        <w:t>Temas de cooperación</w:t>
      </w:r>
    </w:p>
    <w:p w14:paraId="2FFADC41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Visión conjunta y objetivos de gestión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5E07E5B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Cuestiones comunes importantes sobre la gestión hídrica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505C539B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Navegación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01004664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lang w:val="es-ES_tradnl"/>
        </w:rPr>
        <w:t>Salud humana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02991F15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Protección ambiental (ecosistemas)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74A174F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Calidad del agua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006D1D43" w14:textId="45759B7C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 xml:space="preserve">Cantidad de agua o </w:t>
      </w:r>
      <w:r w:rsidR="0049261C" w:rsidRPr="00850379">
        <w:rPr>
          <w:lang w:val="es-ES_tradnl"/>
        </w:rPr>
        <w:t xml:space="preserve">de la </w:t>
      </w:r>
      <w:r w:rsidR="0049056D" w:rsidRPr="00850379">
        <w:rPr>
          <w:lang w:val="es-ES_tradnl"/>
        </w:rPr>
        <w:t>asignación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5083940" w14:textId="459D3A0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 xml:space="preserve">Cooperación en </w:t>
      </w:r>
      <w:r w:rsidR="009756A6" w:rsidRPr="00850379">
        <w:rPr>
          <w:lang w:val="es-ES_tradnl"/>
        </w:rPr>
        <w:t xml:space="preserve">materia </w:t>
      </w:r>
      <w:r w:rsidRPr="00850379">
        <w:rPr>
          <w:lang w:val="es-ES_tradnl"/>
        </w:rPr>
        <w:t>de inundaciones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57894901" w14:textId="51962448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 xml:space="preserve">Cooperación en </w:t>
      </w:r>
      <w:r w:rsidR="009756A6" w:rsidRPr="00850379">
        <w:rPr>
          <w:lang w:val="es-ES_tradnl"/>
        </w:rPr>
        <w:t xml:space="preserve">materia </w:t>
      </w:r>
      <w:r w:rsidRPr="00850379">
        <w:rPr>
          <w:lang w:val="es-ES_tradnl"/>
        </w:rPr>
        <w:t>de sequías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8C2A160" w14:textId="628D513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Adaptación al cambio climático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1884A239" w14:textId="6CA69F87" w:rsidR="002F6284" w:rsidRPr="00850379" w:rsidRDefault="002F6284" w:rsidP="00BC7242">
      <w:pPr>
        <w:tabs>
          <w:tab w:val="left" w:pos="6804"/>
          <w:tab w:val="left" w:pos="7938"/>
        </w:tabs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Fomento de la igualdad y de la inclusión, p.</w:t>
      </w:r>
      <w:r w:rsidR="00BC7242" w:rsidRPr="00850379">
        <w:rPr>
          <w:lang w:val="es-ES_tradnl"/>
        </w:rPr>
        <w:t xml:space="preserve"> </w:t>
      </w:r>
      <w:r w:rsidRPr="00850379">
        <w:rPr>
          <w:lang w:val="es-ES_tradnl"/>
        </w:rPr>
        <w:t xml:space="preserve">ej., de la igualdad de </w:t>
      </w:r>
    </w:p>
    <w:p w14:paraId="75A839A4" w14:textId="77777777" w:rsidR="002F6284" w:rsidRPr="00850379" w:rsidRDefault="002F6284" w:rsidP="00BC7242">
      <w:pPr>
        <w:tabs>
          <w:tab w:val="left" w:pos="6804"/>
          <w:tab w:val="left" w:pos="7938"/>
        </w:tabs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 xml:space="preserve">género, de la inclusión de los pueblos indígenas, de la juventud </w:t>
      </w:r>
    </w:p>
    <w:p w14:paraId="08F826DD" w14:textId="0FDD1602" w:rsidR="002F6284" w:rsidRPr="00850379" w:rsidRDefault="002F6284" w:rsidP="002A3038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o de otros grupos minoritarios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6DB5BCEF" w14:textId="77777777" w:rsidR="00A64CBB" w:rsidRPr="00850379" w:rsidRDefault="00A64CBB" w:rsidP="00A64CBB">
      <w:pPr>
        <w:spacing w:after="120"/>
        <w:ind w:left="1134" w:right="1134" w:firstLine="1134"/>
        <w:jc w:val="both"/>
        <w:rPr>
          <w:b/>
          <w:lang w:val="es-ES_tradnl"/>
        </w:rPr>
      </w:pPr>
      <w:r w:rsidRPr="00850379">
        <w:rPr>
          <w:lang w:val="es-ES_tradnl"/>
        </w:rPr>
        <w:tab/>
      </w:r>
      <w:r w:rsidRPr="00850379">
        <w:rPr>
          <w:b/>
          <w:lang w:val="es-ES_tradnl"/>
        </w:rPr>
        <w:t>Seguimiento e intercambio</w:t>
      </w:r>
    </w:p>
    <w:p w14:paraId="701E0D97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Evaluaciones conjuntas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BFC41EE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Recopilación e intercambio de datos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77A2CD7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Seguimiento conjunto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151704BB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Mantenimiento de inventarios conjuntos de contaminación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F1D3E7F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Elaboración de objetivos comunes de calidad del agua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0FF34955" w14:textId="5E2A7024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 xml:space="preserve">Procedimientos comunes de </w:t>
      </w:r>
      <w:r w:rsidR="00BC7242" w:rsidRPr="00850379">
        <w:rPr>
          <w:lang w:val="es-ES_tradnl"/>
        </w:rPr>
        <w:t>aviso y alerta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03510864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Intercambio de experiencias entre Estados ribereños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56BB94E1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Intercambio de información sobre medidas previstas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54B708D" w14:textId="77777777" w:rsidR="00A64CBB" w:rsidRPr="00850379" w:rsidRDefault="00A64CBB" w:rsidP="00A64CBB">
      <w:pPr>
        <w:spacing w:after="120"/>
        <w:ind w:left="1134" w:right="1134" w:firstLine="1134"/>
        <w:jc w:val="both"/>
        <w:rPr>
          <w:b/>
          <w:lang w:val="es-ES_tradnl"/>
        </w:rPr>
      </w:pPr>
      <w:r w:rsidRPr="00850379">
        <w:rPr>
          <w:b/>
          <w:lang w:val="es-ES_tradnl"/>
        </w:rPr>
        <w:tab/>
        <w:t>Planificación y gestión conjunta</w:t>
      </w:r>
    </w:p>
    <w:p w14:paraId="6A29C8E2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Elaboración de reglamentos conjuntos en temas específicos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600C6316" w14:textId="1D1D0A58" w:rsidR="00A64CBB" w:rsidRPr="00850379" w:rsidRDefault="00A64CBB" w:rsidP="00A64CBB">
      <w:pPr>
        <w:tabs>
          <w:tab w:val="left" w:pos="6804"/>
          <w:tab w:val="left" w:pos="7938"/>
        </w:tabs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Preparación de un plan de gestión o de acción para</w:t>
      </w:r>
      <w:r w:rsidR="009756A6" w:rsidRPr="00850379">
        <w:rPr>
          <w:lang w:val="es-ES_tradnl"/>
        </w:rPr>
        <w:t xml:space="preserve"> la</w:t>
      </w:r>
      <w:r w:rsidRPr="00850379">
        <w:rPr>
          <w:lang w:val="es-ES_tradnl"/>
        </w:rPr>
        <w:t xml:space="preserve"> cuenca </w:t>
      </w:r>
    </w:p>
    <w:p w14:paraId="56422CCA" w14:textId="77777777" w:rsidR="00A64CBB" w:rsidRPr="00850379" w:rsidRDefault="00A64CBB" w:rsidP="002A3038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de un río, lago o acuífero, internacional o conjunta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B878BD3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Gestión de infraestructura compartida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A0BEEF4" w14:textId="77777777" w:rsidR="00A64CBB" w:rsidRPr="00850379" w:rsidRDefault="00A64CBB" w:rsidP="00A64CBB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Desarrollo de infraestructura compartida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6DABD31" w14:textId="77777777" w:rsidR="00A64CBB" w:rsidRPr="00850379" w:rsidRDefault="00A64CBB" w:rsidP="00A64CBB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Otros (</w:t>
      </w:r>
      <w:r w:rsidRPr="00850379">
        <w:rPr>
          <w:i/>
          <w:lang w:val="es-ES_tradnl"/>
        </w:rPr>
        <w:t>por favor enumérelos</w:t>
      </w:r>
      <w:r w:rsidRPr="00850379">
        <w:rPr>
          <w:lang w:val="es-ES_tradnl"/>
        </w:rPr>
        <w:t>): [rellene]</w:t>
      </w:r>
    </w:p>
    <w:p w14:paraId="01964C07" w14:textId="77777777" w:rsidR="00495283" w:rsidRPr="00850379" w:rsidRDefault="00495283" w:rsidP="001B185D">
      <w:pPr>
        <w:spacing w:after="120"/>
        <w:ind w:left="2268" w:right="1134" w:hanging="567"/>
        <w:jc w:val="both"/>
        <w:rPr>
          <w:lang w:val="es-ES_tradnl"/>
        </w:rPr>
      </w:pPr>
      <w:r w:rsidRPr="00850379">
        <w:rPr>
          <w:lang w:val="es-ES_tradnl"/>
        </w:rPr>
        <w:lastRenderedPageBreak/>
        <w:t>e)</w:t>
      </w:r>
      <w:r w:rsidRPr="00850379">
        <w:rPr>
          <w:lang w:val="es-ES_tradnl"/>
        </w:rPr>
        <w:tab/>
        <w:t xml:space="preserve">Si los hay, ¿cuáles son las principales dificultades y desafíos a los que se enfrenta su país en lo que respecta al acuerdo o arreglo y a su aplicación? </w:t>
      </w:r>
    </w:p>
    <w:p w14:paraId="7DEF59D8" w14:textId="77777777" w:rsidR="00495283" w:rsidRPr="00850379" w:rsidRDefault="00495283" w:rsidP="00495283">
      <w:pPr>
        <w:tabs>
          <w:tab w:val="left" w:pos="6804"/>
        </w:tabs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 xml:space="preserve">Ajuste de la aplicación del acuerdo o arreglo a </w:t>
      </w:r>
    </w:p>
    <w:p w14:paraId="6256A13D" w14:textId="3BC1B960" w:rsidR="00495283" w:rsidRPr="00850379" w:rsidRDefault="00495283" w:rsidP="00EB59F7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 xml:space="preserve">las leyes, políticas y programas nacionales 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01F565C7" w14:textId="77777777" w:rsidR="00495283" w:rsidRPr="00850379" w:rsidRDefault="00495283" w:rsidP="00495283">
      <w:pPr>
        <w:tabs>
          <w:tab w:val="left" w:pos="6804"/>
          <w:tab w:val="left" w:pos="7938"/>
        </w:tabs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Ajuste de la aplicación del acuerdo o arreglo a</w:t>
      </w:r>
    </w:p>
    <w:p w14:paraId="3E4E2922" w14:textId="77777777" w:rsidR="00495283" w:rsidRPr="00850379" w:rsidRDefault="00495283" w:rsidP="00A969EF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las leyes, políticas y programas regionales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4F98CD74" w14:textId="77777777" w:rsidR="00495283" w:rsidRPr="00850379" w:rsidRDefault="00495283" w:rsidP="00495283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Falta de recursos financieros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340EA8D8" w14:textId="77777777" w:rsidR="00495283" w:rsidRPr="00850379" w:rsidRDefault="00495283" w:rsidP="00495283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Recursos humanos insuficientes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317027CF" w14:textId="77777777" w:rsidR="00495283" w:rsidRPr="00850379" w:rsidRDefault="00495283" w:rsidP="00495283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Capacidad técnica insuficiente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36B3F2A9" w14:textId="77777777" w:rsidR="00495283" w:rsidRPr="00850379" w:rsidRDefault="00495283" w:rsidP="00495283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Relaciones diplomáticas tensas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30711BA8" w14:textId="77777777" w:rsidR="00495283" w:rsidRPr="00850379" w:rsidRDefault="00495283" w:rsidP="00495283">
      <w:pPr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Algunos Estados ribereños no participan en el acuerdo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7E3EC2D6" w14:textId="77777777" w:rsidR="00495283" w:rsidRPr="00850379" w:rsidRDefault="00495283" w:rsidP="00495283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Ninguna dificultad significativa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0230AED8" w14:textId="2003478A" w:rsidR="004D2558" w:rsidRPr="00850379" w:rsidRDefault="00495283" w:rsidP="00495283">
      <w:pPr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Otros (</w:t>
      </w:r>
      <w:r w:rsidRPr="00850379">
        <w:rPr>
          <w:bCs/>
          <w:i/>
          <w:lang w:val="es-ES_tradnl"/>
        </w:rPr>
        <w:t>por favor descríbalos</w:t>
      </w:r>
      <w:r w:rsidRPr="00850379">
        <w:rPr>
          <w:bCs/>
          <w:lang w:val="es-ES_tradnl"/>
        </w:rPr>
        <w:t>): [rellene]</w:t>
      </w:r>
    </w:p>
    <w:p w14:paraId="2FA07F5A" w14:textId="77777777" w:rsidR="00495283" w:rsidRPr="00850379" w:rsidRDefault="004D2558" w:rsidP="00E25193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495283" w:rsidRPr="00850379">
        <w:rPr>
          <w:lang w:val="es-ES_tradnl"/>
        </w:rPr>
        <w:t>f)</w:t>
      </w:r>
      <w:r w:rsidR="00495283" w:rsidRPr="00850379">
        <w:rPr>
          <w:lang w:val="es-ES_tradnl"/>
        </w:rPr>
        <w:tab/>
        <w:t>¿Cuáles son los principales logros alcanzados en la aplicación del acuerdo o arreglo y cuáles fueron las claves para lograr dicho éxito? [rellene]</w:t>
      </w:r>
    </w:p>
    <w:p w14:paraId="3B427364" w14:textId="77777777" w:rsidR="00495283" w:rsidRPr="00850379" w:rsidRDefault="00495283" w:rsidP="00E25193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g)</w:t>
      </w:r>
      <w:r w:rsidRPr="00850379">
        <w:rPr>
          <w:lang w:val="es-ES_tradnl"/>
        </w:rPr>
        <w:tab/>
        <w:t>Por favor, adjunte una copia del acuerdo o arreglo o facilítenos la dirección web del documento (</w:t>
      </w:r>
      <w:r w:rsidRPr="00850379">
        <w:rPr>
          <w:i/>
          <w:lang w:val="es-ES_tradnl"/>
        </w:rPr>
        <w:t>por favor adjunte el documento o, si procede, escriba la dirección web</w:t>
      </w:r>
      <w:r w:rsidRPr="00850379">
        <w:rPr>
          <w:lang w:val="es-ES_tradnl"/>
        </w:rPr>
        <w:t>): [rellene]</w:t>
      </w:r>
    </w:p>
    <w:p w14:paraId="7B1017AA" w14:textId="7E228FB5" w:rsidR="004D2558" w:rsidRPr="00850379" w:rsidRDefault="00495283" w:rsidP="004D2558">
      <w:pPr>
        <w:spacing w:after="120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t xml:space="preserve"> </w:t>
      </w:r>
      <w:r w:rsidR="004D2558" w:rsidRPr="00850379">
        <w:rPr>
          <w:lang w:val="es-ES_tradnl"/>
        </w:rPr>
        <w:t>3.</w:t>
      </w:r>
      <w:r w:rsidR="004D2558" w:rsidRPr="00850379">
        <w:rPr>
          <w:lang w:val="es-ES_tradnl"/>
        </w:rPr>
        <w:tab/>
      </w:r>
      <w:r w:rsidR="000C2F1B" w:rsidRPr="00850379">
        <w:rPr>
          <w:lang w:val="es-ES_tradnl"/>
        </w:rPr>
        <w:tab/>
      </w:r>
      <w:r w:rsidR="00112EFD" w:rsidRPr="00850379">
        <w:rPr>
          <w:lang w:val="es-ES_tradnl"/>
        </w:rPr>
        <w:t xml:space="preserve">¿Su país pertenece a algún órgano </w:t>
      </w:r>
      <w:r w:rsidR="00DE5ECA" w:rsidRPr="00850379">
        <w:rPr>
          <w:lang w:val="es-ES_tradnl"/>
        </w:rPr>
        <w:t xml:space="preserve">o mecanismo </w:t>
      </w:r>
      <w:r w:rsidR="00112EFD" w:rsidRPr="00850379">
        <w:rPr>
          <w:lang w:val="es-ES_tradnl"/>
        </w:rPr>
        <w:t>conjunto para este acuerdo o arreglo?</w:t>
      </w:r>
    </w:p>
    <w:p w14:paraId="3368D902" w14:textId="47628F8C" w:rsidR="004D2558" w:rsidRPr="00850379" w:rsidRDefault="00AE4465" w:rsidP="00E25193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112EFD" w:rsidRPr="00850379">
        <w:rPr>
          <w:lang w:val="es-ES_tradnl"/>
        </w:rPr>
        <w:t>Sí</w:t>
      </w:r>
      <w:r w:rsidR="004D2558" w:rsidRPr="00850379">
        <w:rPr>
          <w:lang w:val="es-ES_tradnl"/>
        </w:rPr>
        <w:t xml:space="preserve"> </w:t>
      </w:r>
      <w:r w:rsidR="004D2558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  <w:r w:rsidR="004D2558" w:rsidRPr="00850379">
        <w:rPr>
          <w:lang w:val="es-ES_tradnl"/>
        </w:rPr>
        <w:t xml:space="preserve">/No </w:t>
      </w:r>
      <w:r w:rsidR="004D2558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</w:p>
    <w:p w14:paraId="2BB53FC9" w14:textId="77777777" w:rsidR="00F706D3" w:rsidRPr="00850379" w:rsidRDefault="004D2558" w:rsidP="00112EFD">
      <w:pPr>
        <w:spacing w:after="120"/>
        <w:ind w:left="1134" w:right="1134"/>
        <w:jc w:val="both"/>
        <w:rPr>
          <w:i/>
          <w:iCs/>
          <w:lang w:val="es-ES_tradnl"/>
        </w:rPr>
      </w:pPr>
      <w:r w:rsidRPr="00850379">
        <w:rPr>
          <w:i/>
          <w:iCs/>
          <w:lang w:val="es-ES_tradnl"/>
        </w:rPr>
        <w:tab/>
      </w:r>
      <w:r w:rsidR="00F706D3" w:rsidRPr="00850379">
        <w:rPr>
          <w:i/>
          <w:iCs/>
          <w:lang w:val="es-ES_tradnl"/>
        </w:rPr>
        <w:t xml:space="preserve">En caso afirmativo, proporcione su nombre oficial: </w:t>
      </w:r>
      <w:r w:rsidR="00F706D3" w:rsidRPr="00850379">
        <w:rPr>
          <w:lang w:val="es-ES_tradnl"/>
        </w:rPr>
        <w:t>[rellene]</w:t>
      </w:r>
    </w:p>
    <w:p w14:paraId="476D22A3" w14:textId="55D6C7A1" w:rsidR="00112EFD" w:rsidRPr="00850379" w:rsidRDefault="00112EFD" w:rsidP="00112EFD">
      <w:pPr>
        <w:spacing w:after="120"/>
        <w:ind w:left="1134" w:right="1134"/>
        <w:jc w:val="both"/>
        <w:rPr>
          <w:i/>
          <w:lang w:val="es-ES_tradnl"/>
        </w:rPr>
      </w:pPr>
      <w:r w:rsidRPr="00850379">
        <w:rPr>
          <w:i/>
          <w:iCs/>
          <w:lang w:val="es-ES_tradnl"/>
        </w:rPr>
        <w:t xml:space="preserve">En caso negativo, ¿por qué no? (por favor explique los motivos): </w:t>
      </w:r>
      <w:r w:rsidRPr="00850379">
        <w:rPr>
          <w:lang w:val="es-ES_tradnl"/>
        </w:rPr>
        <w:t>[rellene]</w:t>
      </w:r>
    </w:p>
    <w:p w14:paraId="0CC495FE" w14:textId="0EF0065F" w:rsidR="004D2558" w:rsidRPr="00850379" w:rsidRDefault="000B27B8" w:rsidP="004D2558">
      <w:pPr>
        <w:spacing w:after="120"/>
        <w:ind w:left="1134" w:right="1134"/>
        <w:jc w:val="both"/>
        <w:rPr>
          <w:b/>
          <w:lang w:val="es-ES_tradnl"/>
        </w:rPr>
      </w:pPr>
      <w:r w:rsidRPr="00850379">
        <w:rPr>
          <w:b/>
          <w:lang w:val="es-ES_tradnl"/>
        </w:rPr>
        <w:t xml:space="preserve">Donde existe un órgano </w:t>
      </w:r>
      <w:r w:rsidR="005D7F4D" w:rsidRPr="00850379">
        <w:rPr>
          <w:b/>
          <w:lang w:val="es-ES_tradnl"/>
        </w:rPr>
        <w:t xml:space="preserve">o mecanismo </w:t>
      </w:r>
      <w:r w:rsidRPr="00850379">
        <w:rPr>
          <w:b/>
          <w:lang w:val="es-ES_tradnl"/>
        </w:rPr>
        <w:t xml:space="preserve">conjunto </w:t>
      </w:r>
    </w:p>
    <w:p w14:paraId="6CBAE93E" w14:textId="48BD1B21" w:rsidR="004D2558" w:rsidRPr="00850379" w:rsidRDefault="004D2558" w:rsidP="00E25193">
      <w:pPr>
        <w:spacing w:after="120"/>
        <w:ind w:left="1701" w:right="1134"/>
        <w:jc w:val="both"/>
        <w:rPr>
          <w:i/>
          <w:lang w:val="es-ES_tradnl"/>
        </w:rPr>
      </w:pPr>
      <w:r w:rsidRPr="00850379">
        <w:rPr>
          <w:lang w:val="es-ES_tradnl"/>
        </w:rPr>
        <w:tab/>
        <w:t>a)</w:t>
      </w:r>
      <w:r w:rsidRPr="00850379">
        <w:rPr>
          <w:lang w:val="es-ES_tradnl"/>
        </w:rPr>
        <w:tab/>
      </w:r>
      <w:r w:rsidR="001070A3" w:rsidRPr="00850379">
        <w:rPr>
          <w:lang w:val="es-ES_tradnl"/>
        </w:rPr>
        <w:t>¿</w:t>
      </w:r>
      <w:r w:rsidR="008F525D" w:rsidRPr="00850379">
        <w:rPr>
          <w:lang w:val="es-ES_tradnl"/>
        </w:rPr>
        <w:t>Qué</w:t>
      </w:r>
      <w:r w:rsidR="001070A3" w:rsidRPr="00850379">
        <w:rPr>
          <w:lang w:val="es-ES_tradnl"/>
        </w:rPr>
        <w:t xml:space="preserve"> tipo de órgano</w:t>
      </w:r>
      <w:r w:rsidR="00972BC2" w:rsidRPr="00850379">
        <w:rPr>
          <w:lang w:val="es-ES_tradnl"/>
        </w:rPr>
        <w:t xml:space="preserve"> o mecanismo</w:t>
      </w:r>
      <w:r w:rsidR="001070A3" w:rsidRPr="00850379">
        <w:rPr>
          <w:lang w:val="es-ES_tradnl"/>
        </w:rPr>
        <w:t xml:space="preserve"> conjunto? </w:t>
      </w:r>
      <w:r w:rsidR="001070A3" w:rsidRPr="00850379">
        <w:rPr>
          <w:i/>
          <w:lang w:val="es-ES_tradnl"/>
        </w:rPr>
        <w:t>(Por favor marque una casilla)</w:t>
      </w:r>
    </w:p>
    <w:p w14:paraId="1979E24C" w14:textId="1A945CE9" w:rsidR="004E0ABD" w:rsidRPr="00850379" w:rsidRDefault="004E0ABD" w:rsidP="004E0ABD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Plenipotenciario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3EB4217" w14:textId="77777777" w:rsidR="004E0ABD" w:rsidRPr="00850379" w:rsidRDefault="004E0ABD" w:rsidP="004E0ABD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Comisión bilateral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3536D4F" w14:textId="77777777" w:rsidR="004E0ABD" w:rsidRPr="00850379" w:rsidRDefault="004E0ABD" w:rsidP="004E0ABD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Comisión de cuenca o similar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1C813836" w14:textId="19C69B94" w:rsidR="006542E3" w:rsidRPr="00850379" w:rsidRDefault="004E0ABD" w:rsidP="004E0ABD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 xml:space="preserve">Reunión del grupo de </w:t>
      </w:r>
      <w:r w:rsidR="00316A8A" w:rsidRPr="00850379">
        <w:rPr>
          <w:lang w:val="es-ES_tradnl"/>
        </w:rPr>
        <w:t xml:space="preserve">personas </w:t>
      </w:r>
      <w:r w:rsidRPr="00850379">
        <w:rPr>
          <w:lang w:val="es-ES_tradnl"/>
        </w:rPr>
        <w:t>expert</w:t>
      </w:r>
      <w:r w:rsidR="00316A8A" w:rsidRPr="00850379">
        <w:rPr>
          <w:lang w:val="es-ES_tradnl"/>
        </w:rPr>
        <w:t>a</w:t>
      </w:r>
      <w:r w:rsidRPr="00850379">
        <w:rPr>
          <w:lang w:val="es-ES_tradnl"/>
        </w:rPr>
        <w:t xml:space="preserve">s o de los puntos focales </w:t>
      </w:r>
    </w:p>
    <w:p w14:paraId="52953A67" w14:textId="299A38C9" w:rsidR="004E0ABD" w:rsidRPr="00850379" w:rsidRDefault="004E0ABD" w:rsidP="004E0ABD">
      <w:pPr>
        <w:tabs>
          <w:tab w:val="left" w:pos="6804"/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nacionales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1EE5EEE" w14:textId="77777777" w:rsidR="004E0ABD" w:rsidRPr="00850379" w:rsidRDefault="004E0ABD" w:rsidP="004E0ABD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Otro (</w:t>
      </w:r>
      <w:r w:rsidRPr="00850379">
        <w:rPr>
          <w:i/>
          <w:lang w:val="es-ES_tradnl"/>
        </w:rPr>
        <w:t>por favor sírvase describirlo</w:t>
      </w:r>
      <w:r w:rsidRPr="00850379">
        <w:rPr>
          <w:lang w:val="es-ES_tradnl"/>
        </w:rPr>
        <w:t>): [rellene]</w:t>
      </w:r>
    </w:p>
    <w:p w14:paraId="3E5AEAEF" w14:textId="15A120BC" w:rsidR="004D2558" w:rsidRPr="00850379" w:rsidRDefault="004E0ABD" w:rsidP="00E25193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4D2558" w:rsidRPr="00850379">
        <w:rPr>
          <w:lang w:val="es-ES_tradnl"/>
        </w:rPr>
        <w:t>b)</w:t>
      </w:r>
      <w:r w:rsidR="004D2558" w:rsidRPr="00850379">
        <w:rPr>
          <w:lang w:val="es-ES_tradnl"/>
        </w:rPr>
        <w:tab/>
      </w:r>
      <w:r w:rsidRPr="00850379">
        <w:rPr>
          <w:lang w:val="es-ES_tradnl"/>
        </w:rPr>
        <w:t xml:space="preserve">¿El órgano </w:t>
      </w:r>
      <w:r w:rsidR="00C530F9" w:rsidRPr="00850379">
        <w:rPr>
          <w:lang w:val="es-ES_tradnl"/>
        </w:rPr>
        <w:t xml:space="preserve">o mecanismo </w:t>
      </w:r>
      <w:r w:rsidRPr="00850379">
        <w:rPr>
          <w:lang w:val="es-ES_tradnl"/>
        </w:rPr>
        <w:t xml:space="preserve">conjunto abarca la totalidad de la cuenca o </w:t>
      </w:r>
      <w:r w:rsidR="00793067" w:rsidRPr="00850379">
        <w:rPr>
          <w:lang w:val="es-ES_tradnl"/>
        </w:rPr>
        <w:t>subcuenca</w:t>
      </w:r>
      <w:r w:rsidRPr="00850379">
        <w:rPr>
          <w:lang w:val="es-ES_tradnl"/>
        </w:rPr>
        <w:t xml:space="preserve"> transfronteriza, </w:t>
      </w:r>
      <w:r w:rsidR="00746943" w:rsidRPr="00850379">
        <w:rPr>
          <w:lang w:val="es-ES_tradnl"/>
        </w:rPr>
        <w:t>de parte</w:t>
      </w:r>
      <w:r w:rsidRPr="00850379">
        <w:rPr>
          <w:lang w:val="es-ES_tradnl"/>
        </w:rPr>
        <w:t xml:space="preserve"> de la cuenca o del grupo de cuencas?</w:t>
      </w:r>
      <w:r w:rsidR="004D2558" w:rsidRPr="00850379">
        <w:rPr>
          <w:lang w:val="es-ES_tradnl"/>
        </w:rPr>
        <w:t xml:space="preserve"> </w:t>
      </w:r>
    </w:p>
    <w:p w14:paraId="40F39E94" w14:textId="6D6EA556" w:rsidR="004D2558" w:rsidRPr="00850379" w:rsidRDefault="004D2558" w:rsidP="00E25193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6C1A66" w:rsidRPr="00850379">
        <w:rPr>
          <w:lang w:val="es-ES_tradnl"/>
        </w:rPr>
        <w:t>Sí</w:t>
      </w:r>
      <w:r w:rsidRPr="00850379">
        <w:rPr>
          <w:lang w:val="es-ES_tradnl"/>
        </w:rPr>
        <w:t xml:space="preserve"> </w:t>
      </w:r>
      <w:r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/No </w:t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64C0DCE7" w14:textId="664A0239" w:rsidR="004D2558" w:rsidRPr="00850379" w:rsidRDefault="003659FD" w:rsidP="00E25193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c)</w:t>
      </w:r>
      <w:r w:rsidRPr="00850379">
        <w:rPr>
          <w:lang w:val="es-ES_tradnl"/>
        </w:rPr>
        <w:tab/>
        <w:t xml:space="preserve">¿Qué </w:t>
      </w:r>
      <w:r w:rsidR="00316A8A" w:rsidRPr="00850379">
        <w:rPr>
          <w:lang w:val="es-ES_tradnl"/>
        </w:rPr>
        <w:t>E</w:t>
      </w:r>
      <w:r w:rsidRPr="00850379">
        <w:rPr>
          <w:lang w:val="es-ES_tradnl"/>
        </w:rPr>
        <w:t xml:space="preserve">stados (incluyendo el suyo) son miembros del órgano </w:t>
      </w:r>
      <w:r w:rsidR="00C530F9" w:rsidRPr="00850379">
        <w:rPr>
          <w:lang w:val="es-ES_tradnl"/>
        </w:rPr>
        <w:t xml:space="preserve">o mecanismo </w:t>
      </w:r>
      <w:r w:rsidRPr="00850379">
        <w:rPr>
          <w:lang w:val="es-ES_tradnl"/>
        </w:rPr>
        <w:t xml:space="preserve">conjunto? </w:t>
      </w:r>
      <w:r w:rsidRPr="00850379">
        <w:rPr>
          <w:i/>
          <w:lang w:val="es-ES_tradnl"/>
        </w:rPr>
        <w:t>(Por favor enumérelos)</w:t>
      </w:r>
      <w:r w:rsidRPr="00850379">
        <w:rPr>
          <w:lang w:val="es-ES_tradnl"/>
        </w:rPr>
        <w:t>: [rellene]</w:t>
      </w:r>
    </w:p>
    <w:p w14:paraId="08A1A6A7" w14:textId="404438C5" w:rsidR="003659FD" w:rsidRPr="00850379" w:rsidRDefault="004D2558" w:rsidP="00E25193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3659FD" w:rsidRPr="00850379">
        <w:rPr>
          <w:lang w:val="es-ES_tradnl"/>
        </w:rPr>
        <w:t>d)</w:t>
      </w:r>
      <w:r w:rsidR="003659FD" w:rsidRPr="00850379">
        <w:rPr>
          <w:lang w:val="es-ES_tradnl"/>
        </w:rPr>
        <w:tab/>
        <w:t xml:space="preserve">¿Hay algún Estado ribereño que no sea miembro del órgano </w:t>
      </w:r>
      <w:r w:rsidR="00C530F9" w:rsidRPr="00850379">
        <w:rPr>
          <w:lang w:val="es-ES_tradnl"/>
        </w:rPr>
        <w:t xml:space="preserve">o mecanismo </w:t>
      </w:r>
      <w:r w:rsidR="003659FD" w:rsidRPr="00850379">
        <w:rPr>
          <w:lang w:val="es-ES_tradnl"/>
        </w:rPr>
        <w:t>conjunto? (Por favor enumérelos): [rellene]</w:t>
      </w:r>
    </w:p>
    <w:p w14:paraId="3C830E5D" w14:textId="1442C545" w:rsidR="003659FD" w:rsidRPr="00850379" w:rsidRDefault="003659FD" w:rsidP="00E25193">
      <w:pPr>
        <w:spacing w:before="120" w:after="120"/>
        <w:ind w:left="1701" w:right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ab/>
        <w:t>e)</w:t>
      </w:r>
      <w:r w:rsidRPr="00850379">
        <w:rPr>
          <w:bCs/>
          <w:lang w:val="es-ES_tradnl"/>
        </w:rPr>
        <w:tab/>
        <w:t xml:space="preserve">Si no todos los Estados ribereños son miembros del órgano </w:t>
      </w:r>
      <w:r w:rsidR="00C530F9" w:rsidRPr="00850379">
        <w:rPr>
          <w:bCs/>
          <w:lang w:val="es-ES_tradnl"/>
        </w:rPr>
        <w:t xml:space="preserve">o mecanismo </w:t>
      </w:r>
      <w:r w:rsidRPr="00850379">
        <w:rPr>
          <w:bCs/>
          <w:lang w:val="es-ES_tradnl"/>
        </w:rPr>
        <w:t>conjunto</w:t>
      </w:r>
      <w:r w:rsidR="00246BCB" w:rsidRPr="00850379">
        <w:rPr>
          <w:bCs/>
          <w:lang w:val="es-ES_tradnl"/>
        </w:rPr>
        <w:t xml:space="preserve"> </w:t>
      </w:r>
      <w:r w:rsidRPr="00850379">
        <w:rPr>
          <w:bCs/>
          <w:lang w:val="es-ES_tradnl"/>
        </w:rPr>
        <w:t>¿cómo coopera el órgano conjunto o el mecanismo con ellos?</w:t>
      </w:r>
    </w:p>
    <w:p w14:paraId="011F779D" w14:textId="0F9103DA" w:rsidR="001A3536" w:rsidRPr="00850379" w:rsidRDefault="001A3536" w:rsidP="001A3536">
      <w:pPr>
        <w:tabs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lastRenderedPageBreak/>
        <w:t>No existe cooperación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2F3C827A" w14:textId="0F18DB4E" w:rsidR="001A3536" w:rsidRPr="00850379" w:rsidRDefault="001A3536" w:rsidP="001A3536">
      <w:pPr>
        <w:tabs>
          <w:tab w:val="left" w:pos="7938"/>
        </w:tabs>
        <w:spacing w:after="120"/>
        <w:ind w:left="1134" w:right="1134" w:firstLine="1134"/>
        <w:jc w:val="both"/>
        <w:rPr>
          <w:b/>
          <w:lang w:val="es-ES_tradnl"/>
        </w:rPr>
      </w:pPr>
      <w:r w:rsidRPr="00850379">
        <w:rPr>
          <w:bCs/>
          <w:lang w:val="es-ES_tradnl"/>
        </w:rPr>
        <w:t>Tiene la condición de observador</w:t>
      </w:r>
      <w:r w:rsidRPr="00850379">
        <w:rPr>
          <w:b/>
          <w:lang w:val="es-ES_tradnl"/>
        </w:rPr>
        <w:tab/>
      </w:r>
      <w:r w:rsidRPr="00850379">
        <w:rPr>
          <w:b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/>
          <w:lang w:val="es-ES_tradnl"/>
        </w:rPr>
        <w:instrText xml:space="preserve"> FORMCHECKBOX </w:instrText>
      </w:r>
      <w:r w:rsidR="005707D5">
        <w:rPr>
          <w:b/>
          <w:lang w:val="es-ES_tradnl"/>
        </w:rPr>
      </w:r>
      <w:r w:rsidR="005707D5">
        <w:rPr>
          <w:b/>
          <w:lang w:val="es-ES_tradnl"/>
        </w:rPr>
        <w:fldChar w:fldCharType="separate"/>
      </w:r>
      <w:r w:rsidRPr="00850379">
        <w:rPr>
          <w:b/>
          <w:lang w:val="es-ES_tradnl"/>
        </w:rPr>
        <w:fldChar w:fldCharType="end"/>
      </w:r>
    </w:p>
    <w:p w14:paraId="3F663DE4" w14:textId="77777777" w:rsidR="001A3536" w:rsidRPr="00850379" w:rsidRDefault="001A3536" w:rsidP="001A3536">
      <w:pPr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Otros (</w:t>
      </w:r>
      <w:r w:rsidRPr="00850379">
        <w:rPr>
          <w:bCs/>
          <w:i/>
          <w:lang w:val="es-ES_tradnl"/>
        </w:rPr>
        <w:t>por favor descríbalos</w:t>
      </w:r>
      <w:r w:rsidRPr="00850379">
        <w:rPr>
          <w:bCs/>
          <w:lang w:val="es-ES_tradnl"/>
        </w:rPr>
        <w:t>): [rellene]</w:t>
      </w:r>
    </w:p>
    <w:p w14:paraId="50612251" w14:textId="415FB795" w:rsidR="001A3536" w:rsidRPr="00850379" w:rsidRDefault="001A3536" w:rsidP="00E25193">
      <w:pPr>
        <w:spacing w:before="120" w:after="120"/>
        <w:ind w:left="1701" w:right="1134"/>
        <w:jc w:val="both"/>
        <w:rPr>
          <w:i/>
          <w:lang w:val="es-ES_tradnl"/>
        </w:rPr>
      </w:pPr>
      <w:r w:rsidRPr="00850379">
        <w:rPr>
          <w:lang w:val="es-ES_tradnl"/>
        </w:rPr>
        <w:tab/>
      </w:r>
      <w:r w:rsidRPr="00850379">
        <w:rPr>
          <w:bCs/>
          <w:lang w:val="es-ES_tradnl"/>
        </w:rPr>
        <w:t>f</w:t>
      </w:r>
      <w:r w:rsidRPr="00850379">
        <w:rPr>
          <w:lang w:val="es-ES_tradnl"/>
        </w:rPr>
        <w:t>)</w:t>
      </w:r>
      <w:r w:rsidRPr="00850379">
        <w:rPr>
          <w:lang w:val="es-ES_tradnl"/>
        </w:rPr>
        <w:tab/>
        <w:t xml:space="preserve">¿Tiene el órgano </w:t>
      </w:r>
      <w:r w:rsidR="00B573FB" w:rsidRPr="00850379">
        <w:rPr>
          <w:lang w:val="es-ES_tradnl"/>
        </w:rPr>
        <w:t xml:space="preserve">o el mecanismo </w:t>
      </w:r>
      <w:r w:rsidRPr="00850379">
        <w:rPr>
          <w:lang w:val="es-ES_tradnl"/>
        </w:rPr>
        <w:t>conjunto alguna de las siguientes características? (</w:t>
      </w:r>
      <w:r w:rsidRPr="00850379">
        <w:rPr>
          <w:i/>
          <w:lang w:val="es-ES_tradnl"/>
        </w:rPr>
        <w:t>por favor marque las casillas que corresponda</w:t>
      </w:r>
      <w:r w:rsidRPr="00850379">
        <w:rPr>
          <w:lang w:val="es-ES_tradnl"/>
        </w:rPr>
        <w:t>)</w:t>
      </w:r>
    </w:p>
    <w:p w14:paraId="396E4E59" w14:textId="77777777" w:rsidR="001A3536" w:rsidRPr="00850379" w:rsidRDefault="001A3536" w:rsidP="001A3536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Una secretaría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57C08CC3" w14:textId="77777777" w:rsidR="001A3536" w:rsidRPr="00850379" w:rsidRDefault="001A3536" w:rsidP="001A3536">
      <w:pPr>
        <w:spacing w:after="120"/>
        <w:ind w:left="2268" w:right="1134"/>
        <w:jc w:val="both"/>
        <w:rPr>
          <w:lang w:val="es-ES_tradnl"/>
        </w:rPr>
      </w:pPr>
      <w:r w:rsidRPr="00850379">
        <w:rPr>
          <w:i/>
          <w:lang w:val="es-ES_tradnl"/>
        </w:rPr>
        <w:tab/>
        <w:t>Si la secretaría es permanente, ¿es una secretaria conjunta o cada país dispone de su propia secretaría? (Por favor sírvase describirla):</w:t>
      </w:r>
      <w:r w:rsidRPr="00850379">
        <w:rPr>
          <w:lang w:val="es-ES_tradnl"/>
        </w:rPr>
        <w:t xml:space="preserve"> [rellene]</w:t>
      </w:r>
    </w:p>
    <w:p w14:paraId="10E50C47" w14:textId="77777777" w:rsidR="001A3536" w:rsidRPr="00850379" w:rsidRDefault="001A3536" w:rsidP="001A3536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Uno o varios órganos subsidiarios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3E14C7CD" w14:textId="77777777" w:rsidR="001A3536" w:rsidRPr="00850379" w:rsidRDefault="001A3536" w:rsidP="001A3536">
      <w:pPr>
        <w:spacing w:after="120"/>
        <w:ind w:left="2268" w:right="1134"/>
        <w:jc w:val="both"/>
        <w:rPr>
          <w:lang w:val="es-ES_tradnl"/>
        </w:rPr>
      </w:pPr>
      <w:r w:rsidRPr="00850379">
        <w:rPr>
          <w:i/>
          <w:lang w:val="es-ES_tradnl"/>
        </w:rPr>
        <w:t xml:space="preserve">Por favor enumérelos (p. ej., grupos de trabajo sobre cuestiones específicas): </w:t>
      </w:r>
      <w:r w:rsidRPr="00850379">
        <w:rPr>
          <w:lang w:val="es-ES_tradnl"/>
        </w:rPr>
        <w:t>[rellene]</w:t>
      </w:r>
    </w:p>
    <w:p w14:paraId="3E41CC4E" w14:textId="46670B4F" w:rsidR="001A3536" w:rsidRPr="00850379" w:rsidRDefault="001A3536" w:rsidP="001A3536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Otras características (</w:t>
      </w:r>
      <w:r w:rsidRPr="00850379">
        <w:rPr>
          <w:i/>
          <w:lang w:val="es-ES_tradnl"/>
        </w:rPr>
        <w:t>por favor enumérelas</w:t>
      </w:r>
      <w:r w:rsidRPr="00850379">
        <w:rPr>
          <w:lang w:val="es-ES_tradnl"/>
        </w:rPr>
        <w:t>): [rellene]</w:t>
      </w:r>
    </w:p>
    <w:p w14:paraId="7A29C33E" w14:textId="0520C07A" w:rsidR="00CA349E" w:rsidRPr="00850379" w:rsidRDefault="00CA349E" w:rsidP="00CA349E">
      <w:pPr>
        <w:spacing w:after="120"/>
        <w:ind w:left="2268" w:right="1134"/>
        <w:jc w:val="both"/>
        <w:rPr>
          <w:lang w:val="es-ES_tradnl"/>
        </w:rPr>
      </w:pPr>
      <w:r w:rsidRPr="00850379">
        <w:rPr>
          <w:i/>
          <w:iCs/>
          <w:lang w:val="es-ES_tradnl"/>
        </w:rPr>
        <w:t xml:space="preserve">Si se recopilan datos desglosados por sexo sobre la membresía y/o el personal del órgano </w:t>
      </w:r>
      <w:r w:rsidR="00CC29B5" w:rsidRPr="00850379">
        <w:rPr>
          <w:i/>
          <w:iCs/>
          <w:lang w:val="es-ES_tradnl"/>
        </w:rPr>
        <w:t xml:space="preserve">o del mecanismo </w:t>
      </w:r>
      <w:r w:rsidRPr="00850379">
        <w:rPr>
          <w:i/>
          <w:iCs/>
          <w:lang w:val="es-ES_tradnl"/>
        </w:rPr>
        <w:t xml:space="preserve">conjunto, </w:t>
      </w:r>
      <w:r w:rsidR="00316A8A" w:rsidRPr="00850379">
        <w:rPr>
          <w:i/>
          <w:iCs/>
          <w:lang w:val="es-ES_tradnl"/>
        </w:rPr>
        <w:t xml:space="preserve">por favor, </w:t>
      </w:r>
      <w:r w:rsidRPr="00850379">
        <w:rPr>
          <w:i/>
          <w:iCs/>
          <w:lang w:val="es-ES_tradnl"/>
        </w:rPr>
        <w:t>proporcione aquí</w:t>
      </w:r>
      <w:r w:rsidR="00316A8A" w:rsidRPr="00850379">
        <w:rPr>
          <w:i/>
          <w:iCs/>
          <w:lang w:val="es-ES_tradnl"/>
        </w:rPr>
        <w:t xml:space="preserve"> </w:t>
      </w:r>
      <w:r w:rsidRPr="00850379">
        <w:rPr>
          <w:i/>
          <w:iCs/>
          <w:lang w:val="es-ES_tradnl"/>
        </w:rPr>
        <w:t xml:space="preserve">información adicional, p.ej., el tipo de datos recopilados, el porcentaje de hombres y mujeres del órgano </w:t>
      </w:r>
      <w:r w:rsidR="000F6EB2" w:rsidRPr="00850379">
        <w:rPr>
          <w:i/>
          <w:iCs/>
          <w:lang w:val="es-ES_tradnl"/>
        </w:rPr>
        <w:t xml:space="preserve">o del mecanismo </w:t>
      </w:r>
      <w:r w:rsidRPr="00850379">
        <w:rPr>
          <w:i/>
          <w:iCs/>
          <w:lang w:val="es-ES_tradnl"/>
        </w:rPr>
        <w:t xml:space="preserve">conjunto, las obligaciones relativas a la igualdad de género existentes en la regulación del órgano </w:t>
      </w:r>
      <w:r w:rsidR="000F6EB2" w:rsidRPr="00850379">
        <w:rPr>
          <w:i/>
          <w:iCs/>
          <w:lang w:val="es-ES_tradnl"/>
        </w:rPr>
        <w:t xml:space="preserve">o del mecanismo </w:t>
      </w:r>
      <w:r w:rsidRPr="00850379">
        <w:rPr>
          <w:i/>
          <w:iCs/>
          <w:lang w:val="es-ES_tradnl"/>
        </w:rPr>
        <w:t>conjunto, y/o los enlaces a los documentos relevantes:</w:t>
      </w:r>
      <w:r w:rsidRPr="00850379">
        <w:rPr>
          <w:lang w:val="es-ES_tradnl"/>
        </w:rPr>
        <w:t xml:space="preserve"> [rellenar]</w:t>
      </w:r>
    </w:p>
    <w:p w14:paraId="011BD5BE" w14:textId="1012AE37" w:rsidR="004D2558" w:rsidRPr="00850379" w:rsidRDefault="004D2558" w:rsidP="00E25193">
      <w:pPr>
        <w:spacing w:before="120" w:after="120"/>
        <w:ind w:left="1701" w:right="1134"/>
        <w:jc w:val="both"/>
        <w:rPr>
          <w:lang w:val="es-ES_tradnl"/>
        </w:rPr>
      </w:pPr>
      <w:r w:rsidRPr="00850379">
        <w:rPr>
          <w:bCs/>
          <w:lang w:val="es-ES_tradnl"/>
        </w:rPr>
        <w:t>g</w:t>
      </w:r>
      <w:r w:rsidRPr="00850379">
        <w:rPr>
          <w:lang w:val="es-ES_tradnl"/>
        </w:rPr>
        <w:t>)</w:t>
      </w:r>
      <w:r w:rsidRPr="00850379">
        <w:rPr>
          <w:lang w:val="es-ES_tradnl"/>
        </w:rPr>
        <w:tab/>
      </w:r>
      <w:r w:rsidR="001A3536" w:rsidRPr="00850379">
        <w:rPr>
          <w:lang w:val="es-ES_tradnl"/>
        </w:rPr>
        <w:t xml:space="preserve">¿Cuáles son las funciones y actividades de este órgano </w:t>
      </w:r>
      <w:r w:rsidR="004534BC" w:rsidRPr="00850379">
        <w:rPr>
          <w:lang w:val="es-ES_tradnl"/>
        </w:rPr>
        <w:t xml:space="preserve">o mecanismo </w:t>
      </w:r>
      <w:r w:rsidR="001A3536" w:rsidRPr="00850379">
        <w:rPr>
          <w:lang w:val="es-ES_tradnl"/>
        </w:rPr>
        <w:t>conjunto</w:t>
      </w:r>
      <w:r w:rsidRPr="00850379">
        <w:rPr>
          <w:lang w:val="es-ES_tradnl"/>
        </w:rPr>
        <w:t>?</w:t>
      </w:r>
      <w:r w:rsidRPr="00850379">
        <w:rPr>
          <w:sz w:val="18"/>
          <w:vertAlign w:val="superscript"/>
          <w:lang w:val="es-ES_tradnl"/>
        </w:rPr>
        <w:footnoteReference w:id="9"/>
      </w:r>
    </w:p>
    <w:p w14:paraId="5B09782F" w14:textId="77777777" w:rsidR="001A3536" w:rsidRPr="00850379" w:rsidRDefault="001A3536" w:rsidP="001A3536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Identificación de las fuentes de contaminación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15549006" w14:textId="77777777" w:rsidR="001A3536" w:rsidRPr="00850379" w:rsidRDefault="001A3536" w:rsidP="001A3536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Recopilación e intercambio de datos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6825EDB3" w14:textId="77777777" w:rsidR="001A3536" w:rsidRPr="00850379" w:rsidRDefault="001A3536" w:rsidP="001A3536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Seguimiento conjunto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121CDCB9" w14:textId="77777777" w:rsidR="001A3536" w:rsidRPr="00850379" w:rsidRDefault="001A3536" w:rsidP="001A3536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 xml:space="preserve">Mantenimiento de inventarios conjuntos de contaminación 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84C5FDF" w14:textId="77777777" w:rsidR="001A3536" w:rsidRPr="00850379" w:rsidRDefault="001A3536" w:rsidP="001A3536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Establecimiento de límites de emisiones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506F6D5" w14:textId="77777777" w:rsidR="001A3536" w:rsidRPr="00850379" w:rsidRDefault="001A3536" w:rsidP="001A3536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Elaboración de objetivos comunes de calidad del agua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173816EF" w14:textId="77777777" w:rsidR="001A3536" w:rsidRPr="00850379" w:rsidRDefault="001A3536" w:rsidP="001A3536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Gestión y prevención del riesgo de inundaciones y sequías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5DD48239" w14:textId="77777777" w:rsidR="001A3536" w:rsidRPr="00850379" w:rsidRDefault="001A3536" w:rsidP="001A3536">
      <w:pPr>
        <w:tabs>
          <w:tab w:val="left" w:pos="7938"/>
        </w:tabs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Preparación para fenómenos extremos; p. ej., procedimientos</w:t>
      </w:r>
    </w:p>
    <w:p w14:paraId="3C94B5C6" w14:textId="37B23AB7" w:rsidR="001A3536" w:rsidRPr="00850379" w:rsidRDefault="001A3536" w:rsidP="000D2F95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 xml:space="preserve">comunes de </w:t>
      </w:r>
      <w:r w:rsidR="00BC7242" w:rsidRPr="00850379">
        <w:rPr>
          <w:lang w:val="es-ES_tradnl"/>
        </w:rPr>
        <w:t>aviso y alerta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F4A9EE7" w14:textId="05D236A4" w:rsidR="001A3536" w:rsidRPr="00850379" w:rsidRDefault="001A3536" w:rsidP="001A3536">
      <w:pPr>
        <w:tabs>
          <w:tab w:val="left" w:pos="7938"/>
        </w:tabs>
        <w:suppressAutoHyphens w:val="0"/>
        <w:spacing w:line="240" w:lineRule="auto"/>
        <w:ind w:left="2268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Vigilancia y </w:t>
      </w:r>
      <w:r w:rsidR="00667620" w:rsidRPr="00850379">
        <w:rPr>
          <w:color w:val="000000" w:themeColor="text1"/>
          <w:lang w:val="es-ES_tradnl" w:eastAsia="es-ES_tradnl"/>
        </w:rPr>
        <w:t>aviso sobre</w:t>
      </w:r>
      <w:r w:rsidRPr="00850379">
        <w:rPr>
          <w:color w:val="000000" w:themeColor="text1"/>
          <w:lang w:val="es-ES_tradnl" w:eastAsia="es-ES_tradnl"/>
        </w:rPr>
        <w:t xml:space="preserve"> enfermedades relacionadas </w:t>
      </w:r>
    </w:p>
    <w:p w14:paraId="5CBED331" w14:textId="77777777" w:rsidR="001A3536" w:rsidRPr="00850379" w:rsidRDefault="001A3536" w:rsidP="000D2F95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con el </w:t>
      </w:r>
      <w:r w:rsidRPr="00850379">
        <w:rPr>
          <w:lang w:val="es-ES_tradnl"/>
        </w:rPr>
        <w:t>agua</w:t>
      </w:r>
      <w:r w:rsidRPr="00850379">
        <w:rPr>
          <w:lang w:val="es-ES_tradnl" w:eastAsia="es-ES_tradnl"/>
        </w:rPr>
        <w:tab/>
      </w:r>
      <w:r w:rsidRPr="00850379">
        <w:rPr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 w:eastAsia="es-ES_tradnl"/>
        </w:rPr>
        <w:instrText xml:space="preserve"> FORMCHECKBOX </w:instrText>
      </w:r>
      <w:r w:rsidR="005707D5">
        <w:rPr>
          <w:lang w:val="es-ES_tradnl" w:eastAsia="es-ES_tradnl"/>
        </w:rPr>
      </w:r>
      <w:r w:rsidR="005707D5">
        <w:rPr>
          <w:lang w:val="es-ES_tradnl" w:eastAsia="es-ES_tradnl"/>
        </w:rPr>
        <w:fldChar w:fldCharType="separate"/>
      </w:r>
      <w:r w:rsidRPr="00850379">
        <w:rPr>
          <w:lang w:val="es-ES_tradnl" w:eastAsia="es-ES_tradnl"/>
        </w:rPr>
        <w:fldChar w:fldCharType="end"/>
      </w:r>
    </w:p>
    <w:p w14:paraId="125E919D" w14:textId="6C86ECFE" w:rsidR="001A3536" w:rsidRPr="00850379" w:rsidRDefault="0049056D" w:rsidP="001A353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Asignación </w:t>
      </w:r>
      <w:r w:rsidR="001A3536" w:rsidRPr="00850379">
        <w:rPr>
          <w:color w:val="000000" w:themeColor="text1"/>
          <w:lang w:val="es-ES_tradnl" w:eastAsia="es-ES_tradnl"/>
        </w:rPr>
        <w:t>del agua y/o regulación del caudal</w:t>
      </w:r>
      <w:r w:rsidR="001A3536" w:rsidRPr="00850379">
        <w:rPr>
          <w:color w:val="000000" w:themeColor="text1"/>
          <w:lang w:val="es-ES_tradnl" w:eastAsia="es-ES_tradnl"/>
        </w:rPr>
        <w:tab/>
      </w:r>
      <w:r w:rsidR="001A3536"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="001A3536"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="001A3536" w:rsidRPr="00850379">
        <w:rPr>
          <w:color w:val="000000" w:themeColor="text1"/>
          <w:lang w:val="es-ES_tradnl" w:eastAsia="es-ES_tradnl"/>
        </w:rPr>
        <w:fldChar w:fldCharType="end"/>
      </w:r>
    </w:p>
    <w:p w14:paraId="5104F3CC" w14:textId="77777777" w:rsidR="001A3536" w:rsidRPr="00850379" w:rsidRDefault="001A3536" w:rsidP="001A353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Elaboración de políticas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4609C90D" w14:textId="77777777" w:rsidR="001A3536" w:rsidRPr="00850379" w:rsidRDefault="001A3536" w:rsidP="001A353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Control de la implementación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0072DFCD" w14:textId="77777777" w:rsidR="001A3536" w:rsidRPr="00850379" w:rsidRDefault="001A3536" w:rsidP="001A353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Intercambio de experiencias entre Estados ribereños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52007A69" w14:textId="77777777" w:rsidR="001A3536" w:rsidRPr="00850379" w:rsidRDefault="001A3536" w:rsidP="001A3536">
      <w:pPr>
        <w:tabs>
          <w:tab w:val="left" w:pos="7938"/>
        </w:tabs>
        <w:ind w:left="1134" w:right="1134" w:firstLine="1134"/>
        <w:jc w:val="both"/>
        <w:rPr>
          <w:color w:val="000000" w:themeColor="text1"/>
          <w:lang w:val="es-ES_tradnl"/>
        </w:rPr>
      </w:pPr>
      <w:r w:rsidRPr="00850379">
        <w:rPr>
          <w:color w:val="000000" w:themeColor="text1"/>
          <w:lang w:val="es-ES_tradnl"/>
        </w:rPr>
        <w:t xml:space="preserve">Intercambio de información sobre usos del agua actuales y </w:t>
      </w:r>
    </w:p>
    <w:p w14:paraId="7764FE29" w14:textId="27E5DA5E" w:rsidR="001A3536" w:rsidRPr="00850379" w:rsidRDefault="001A3536" w:rsidP="001A3536">
      <w:pPr>
        <w:tabs>
          <w:tab w:val="left" w:pos="7938"/>
        </w:tabs>
        <w:ind w:left="1134" w:right="1134" w:firstLine="1134"/>
        <w:jc w:val="both"/>
        <w:rPr>
          <w:lang w:val="es-ES_tradnl"/>
        </w:rPr>
      </w:pPr>
      <w:r w:rsidRPr="00850379">
        <w:rPr>
          <w:color w:val="000000" w:themeColor="text1"/>
          <w:lang w:val="es-ES_tradnl"/>
        </w:rPr>
        <w:t xml:space="preserve">previstos, así como sobre </w:t>
      </w:r>
      <w:r w:rsidR="004E7695" w:rsidRPr="00850379">
        <w:rPr>
          <w:color w:val="000000" w:themeColor="text1"/>
          <w:lang w:val="es-ES_tradnl"/>
        </w:rPr>
        <w:t>sus</w:t>
      </w:r>
      <w:r w:rsidRPr="00850379">
        <w:rPr>
          <w:color w:val="000000" w:themeColor="text1"/>
          <w:lang w:val="es-ES_tradnl"/>
        </w:rPr>
        <w:t xml:space="preserve"> instalaciones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1779F9A9" w14:textId="37F71E64" w:rsidR="001A3536" w:rsidRPr="00850379" w:rsidRDefault="001A3536" w:rsidP="001A353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lastRenderedPageBreak/>
        <w:t xml:space="preserve">Resolución de </w:t>
      </w:r>
      <w:r w:rsidR="004E7695" w:rsidRPr="00850379">
        <w:rPr>
          <w:color w:val="000000" w:themeColor="text1"/>
          <w:lang w:val="es-ES_tradnl" w:eastAsia="es-ES_tradnl"/>
        </w:rPr>
        <w:t>diferencias y conflictos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3D6B88C2" w14:textId="77777777" w:rsidR="001A3536" w:rsidRPr="00850379" w:rsidRDefault="001A3536" w:rsidP="001A353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Consultas sobre medidas previstas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616A5570" w14:textId="77777777" w:rsidR="001A3536" w:rsidRPr="00850379" w:rsidRDefault="001A3536" w:rsidP="001A3536">
      <w:pPr>
        <w:tabs>
          <w:tab w:val="left" w:pos="7938"/>
        </w:tabs>
        <w:suppressAutoHyphens w:val="0"/>
        <w:spacing w:line="240" w:lineRule="auto"/>
        <w:ind w:left="2268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Intercambio de información sobre las mejores </w:t>
      </w:r>
    </w:p>
    <w:p w14:paraId="475C9728" w14:textId="01659A66" w:rsidR="001A3536" w:rsidRPr="00850379" w:rsidRDefault="001A3536" w:rsidP="0069769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tecnologías disponibles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4B5BDC39" w14:textId="77777777" w:rsidR="001A3536" w:rsidRPr="00850379" w:rsidRDefault="001A3536" w:rsidP="001A353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Participación en las EIA transfronterizas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1E1C5A5D" w14:textId="5E6FE40F" w:rsidR="001A3536" w:rsidRPr="00850379" w:rsidRDefault="001A3536" w:rsidP="001A3536">
      <w:pPr>
        <w:tabs>
          <w:tab w:val="left" w:pos="7938"/>
        </w:tabs>
        <w:suppressAutoHyphens w:val="0"/>
        <w:spacing w:line="240" w:lineRule="auto"/>
        <w:ind w:left="2268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Elaboración de planes de gestión o de acción a nivel de </w:t>
      </w:r>
      <w:r w:rsidR="004E7695" w:rsidRPr="00850379">
        <w:rPr>
          <w:color w:val="000000" w:themeColor="text1"/>
          <w:lang w:val="es-ES_tradnl" w:eastAsia="es-ES_tradnl"/>
        </w:rPr>
        <w:t>la</w:t>
      </w:r>
    </w:p>
    <w:p w14:paraId="40C36B97" w14:textId="77777777" w:rsidR="001A3536" w:rsidRPr="00850379" w:rsidRDefault="001A3536" w:rsidP="0069769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cuenca del río, lago o acuífero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2F1938E6" w14:textId="77777777" w:rsidR="001A3536" w:rsidRPr="00850379" w:rsidRDefault="001A3536" w:rsidP="001A353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Gestión de la infraestructura compartida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75A89A55" w14:textId="27E531C7" w:rsidR="001A3536" w:rsidRPr="00850379" w:rsidRDefault="001A3536" w:rsidP="001A353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Abordaje de </w:t>
      </w:r>
      <w:r w:rsidR="004E7695" w:rsidRPr="00850379">
        <w:rPr>
          <w:color w:val="000000" w:themeColor="text1"/>
          <w:lang w:val="es-ES_tradnl" w:eastAsia="es-ES_tradnl"/>
        </w:rPr>
        <w:t xml:space="preserve">las </w:t>
      </w:r>
      <w:r w:rsidRPr="00850379">
        <w:rPr>
          <w:color w:val="000000" w:themeColor="text1"/>
          <w:lang w:val="es-ES_tradnl" w:eastAsia="es-ES_tradnl"/>
        </w:rPr>
        <w:t xml:space="preserve">alteraciones </w:t>
      </w:r>
      <w:proofErr w:type="spellStart"/>
      <w:r w:rsidRPr="00850379">
        <w:rPr>
          <w:color w:val="000000" w:themeColor="text1"/>
          <w:lang w:val="es-ES_tradnl" w:eastAsia="es-ES_tradnl"/>
        </w:rPr>
        <w:t>hidromorfológicas</w:t>
      </w:r>
      <w:proofErr w:type="spellEnd"/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6035935B" w14:textId="77777777" w:rsidR="001A3536" w:rsidRPr="00850379" w:rsidRDefault="001A3536" w:rsidP="001A353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Adaptación al cambio climático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0262FA3B" w14:textId="77777777" w:rsidR="001A3536" w:rsidRPr="00850379" w:rsidRDefault="001A3536" w:rsidP="001A353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Estrategia común de comunicación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2A2659B0" w14:textId="77777777" w:rsidR="001A3536" w:rsidRPr="00850379" w:rsidRDefault="001A3536" w:rsidP="001A3536">
      <w:pPr>
        <w:tabs>
          <w:tab w:val="left" w:pos="7938"/>
        </w:tabs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 xml:space="preserve">Participación del público y consulta en toda la cuenca </w:t>
      </w:r>
    </w:p>
    <w:p w14:paraId="1C4B8DE2" w14:textId="77777777" w:rsidR="001A3536" w:rsidRPr="00850379" w:rsidRDefault="001A3536" w:rsidP="001A3536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 xml:space="preserve">o de forma conjunta, por </w:t>
      </w:r>
      <w:proofErr w:type="gramStart"/>
      <w:r w:rsidRPr="00850379">
        <w:rPr>
          <w:lang w:val="es-ES_tradnl"/>
        </w:rPr>
        <w:t>ejemplo</w:t>
      </w:r>
      <w:proofErr w:type="gramEnd"/>
      <w:r w:rsidRPr="00850379">
        <w:rPr>
          <w:lang w:val="es-ES_tradnl"/>
        </w:rPr>
        <w:t xml:space="preserve"> en los planes de gestión de cuenca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198ED286" w14:textId="77777777" w:rsidR="001A3536" w:rsidRPr="00850379" w:rsidRDefault="001A3536" w:rsidP="001A353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Recursos conjuntos de apoyo a la cooperación transfronteriza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172F13BB" w14:textId="77777777" w:rsidR="001A3536" w:rsidRPr="00850379" w:rsidRDefault="001A3536" w:rsidP="001A353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Refuerzo de capacidades</w:t>
      </w:r>
      <w:r w:rsidRPr="00850379">
        <w:rPr>
          <w:lang w:val="es-ES_tradnl" w:eastAsia="es-ES_tradnl"/>
        </w:rPr>
        <w:tab/>
      </w:r>
      <w:r w:rsidRPr="00850379">
        <w:rPr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 w:eastAsia="es-ES_tradnl"/>
        </w:rPr>
        <w:instrText xml:space="preserve"> FORMCHECKBOX </w:instrText>
      </w:r>
      <w:r w:rsidR="005707D5">
        <w:rPr>
          <w:lang w:val="es-ES_tradnl" w:eastAsia="es-ES_tradnl"/>
        </w:rPr>
      </w:r>
      <w:r w:rsidR="005707D5">
        <w:rPr>
          <w:lang w:val="es-ES_tradnl" w:eastAsia="es-ES_tradnl"/>
        </w:rPr>
        <w:fldChar w:fldCharType="separate"/>
      </w:r>
      <w:r w:rsidRPr="00850379">
        <w:rPr>
          <w:lang w:val="es-ES_tradnl" w:eastAsia="es-ES_tradnl"/>
        </w:rPr>
        <w:fldChar w:fldCharType="end"/>
      </w:r>
    </w:p>
    <w:p w14:paraId="0DE90556" w14:textId="7AAD4CFC" w:rsidR="001F74D4" w:rsidRPr="00850379" w:rsidRDefault="001F74D4" w:rsidP="001F74D4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 xml:space="preserve">Aspectos relativos al género </w:t>
      </w:r>
      <w:r w:rsidR="004E7695" w:rsidRPr="00850379">
        <w:rPr>
          <w:lang w:val="es-ES_tradnl"/>
        </w:rPr>
        <w:t>en</w:t>
      </w:r>
      <w:r w:rsidRPr="00850379">
        <w:rPr>
          <w:lang w:val="es-ES_tradnl"/>
        </w:rPr>
        <w:t xml:space="preserve"> la gestión del agua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351C425C" w14:textId="183A5E86" w:rsidR="004D2558" w:rsidRPr="00850379" w:rsidRDefault="001A3536" w:rsidP="001A3536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Otras funciones (</w:t>
      </w:r>
      <w:r w:rsidRPr="00850379">
        <w:rPr>
          <w:i/>
          <w:lang w:val="es-ES_tradnl"/>
        </w:rPr>
        <w:t>por favor enumérelas</w:t>
      </w:r>
      <w:r w:rsidRPr="00850379">
        <w:rPr>
          <w:lang w:val="es-ES_tradnl"/>
        </w:rPr>
        <w:t xml:space="preserve">): [rellene] </w:t>
      </w:r>
    </w:p>
    <w:p w14:paraId="182A86EF" w14:textId="73C06D6E" w:rsidR="004D2558" w:rsidRPr="00850379" w:rsidRDefault="000B46AD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4D2558" w:rsidRPr="00850379">
        <w:rPr>
          <w:lang w:val="es-ES_tradnl"/>
        </w:rPr>
        <w:t>h)</w:t>
      </w:r>
      <w:r w:rsidR="004D2558" w:rsidRPr="00850379">
        <w:rPr>
          <w:lang w:val="es-ES_tradnl"/>
        </w:rPr>
        <w:tab/>
      </w:r>
      <w:r w:rsidRPr="00850379">
        <w:rPr>
          <w:lang w:val="es-ES_tradnl"/>
        </w:rPr>
        <w:t xml:space="preserve">Si procede, ¿cuáles son las principales dificultades y desafíos que enfrenta su </w:t>
      </w:r>
      <w:proofErr w:type="gramStart"/>
      <w:r w:rsidRPr="00850379">
        <w:rPr>
          <w:lang w:val="es-ES_tradnl"/>
        </w:rPr>
        <w:t>país asociados</w:t>
      </w:r>
      <w:proofErr w:type="gramEnd"/>
      <w:r w:rsidRPr="00850379">
        <w:rPr>
          <w:lang w:val="es-ES_tradnl"/>
        </w:rPr>
        <w:t xml:space="preserve"> al funcionamiento del órgano </w:t>
      </w:r>
      <w:r w:rsidR="00074143" w:rsidRPr="00850379">
        <w:rPr>
          <w:lang w:val="es-ES_tradnl"/>
        </w:rPr>
        <w:t xml:space="preserve">o del mecanismo </w:t>
      </w:r>
      <w:r w:rsidRPr="00850379">
        <w:rPr>
          <w:lang w:val="es-ES_tradnl"/>
        </w:rPr>
        <w:t>conjunto?</w:t>
      </w:r>
    </w:p>
    <w:p w14:paraId="03A0CBC9" w14:textId="77777777" w:rsidR="00E2378A" w:rsidRPr="00850379" w:rsidRDefault="00E2378A" w:rsidP="00E2378A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Cuestiones de gobernanza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AB695B1" w14:textId="77777777" w:rsidR="00E2378A" w:rsidRPr="00850379" w:rsidRDefault="00E2378A" w:rsidP="00E2378A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i/>
          <w:lang w:val="es-ES_tradnl"/>
        </w:rPr>
        <w:t xml:space="preserve">Si procede, descríbalas por favor: </w:t>
      </w:r>
      <w:r w:rsidRPr="00850379">
        <w:rPr>
          <w:lang w:val="es-ES_tradnl"/>
        </w:rPr>
        <w:t>[rellene]</w:t>
      </w:r>
    </w:p>
    <w:p w14:paraId="59997F91" w14:textId="77777777" w:rsidR="00E2378A" w:rsidRPr="00850379" w:rsidRDefault="00E2378A" w:rsidP="00E2378A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Retrasos imprevistos en la planificación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0BFB677" w14:textId="77777777" w:rsidR="00E2378A" w:rsidRPr="00850379" w:rsidRDefault="00E2378A" w:rsidP="00E2378A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i/>
          <w:lang w:val="es-ES_tradnl"/>
        </w:rPr>
        <w:t xml:space="preserve">Si procede, descríbalos por favor: </w:t>
      </w:r>
      <w:r w:rsidRPr="00850379">
        <w:rPr>
          <w:lang w:val="es-ES_tradnl"/>
        </w:rPr>
        <w:t>[rellene]</w:t>
      </w:r>
    </w:p>
    <w:p w14:paraId="05C7D670" w14:textId="77777777" w:rsidR="00E2378A" w:rsidRPr="00850379" w:rsidRDefault="00E2378A" w:rsidP="00E2378A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Falta de recursos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5E7A4D0B" w14:textId="77777777" w:rsidR="00E2378A" w:rsidRPr="00850379" w:rsidRDefault="00E2378A" w:rsidP="00E2378A">
      <w:pPr>
        <w:spacing w:after="120"/>
        <w:ind w:left="1134" w:right="1134" w:firstLine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 xml:space="preserve">Si es así, descríbalos por favor: </w:t>
      </w:r>
      <w:r w:rsidRPr="00850379">
        <w:rPr>
          <w:lang w:val="es-ES_tradnl"/>
        </w:rPr>
        <w:t>[rellene]</w:t>
      </w:r>
    </w:p>
    <w:p w14:paraId="14EA8E58" w14:textId="383316AA" w:rsidR="00E2378A" w:rsidRPr="00850379" w:rsidRDefault="00E2378A" w:rsidP="00E2378A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 xml:space="preserve">Falta de mecanismos para </w:t>
      </w:r>
      <w:r w:rsidR="00A934CF" w:rsidRPr="00850379">
        <w:rPr>
          <w:lang w:val="es-ES_tradnl"/>
        </w:rPr>
        <w:t xml:space="preserve">ejecutar </w:t>
      </w:r>
      <w:r w:rsidRPr="00850379">
        <w:rPr>
          <w:lang w:val="es-ES_tradnl"/>
        </w:rPr>
        <w:t>las medidas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0563764D" w14:textId="77777777" w:rsidR="00E2378A" w:rsidRPr="00850379" w:rsidRDefault="00E2378A" w:rsidP="00E2378A">
      <w:pPr>
        <w:spacing w:after="120"/>
        <w:ind w:left="1134" w:right="1134" w:firstLine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 xml:space="preserve">Si es así, descríbalos por favor: </w:t>
      </w:r>
      <w:r w:rsidRPr="00850379">
        <w:rPr>
          <w:lang w:val="es-ES_tradnl"/>
        </w:rPr>
        <w:t>[rellene]</w:t>
      </w:r>
    </w:p>
    <w:p w14:paraId="53BE2184" w14:textId="77777777" w:rsidR="00E2378A" w:rsidRPr="00850379" w:rsidRDefault="00E2378A" w:rsidP="00E2378A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Falta de medidas eficaces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018B1F9" w14:textId="77777777" w:rsidR="00E2378A" w:rsidRPr="00850379" w:rsidRDefault="00E2378A" w:rsidP="00E2378A">
      <w:pPr>
        <w:spacing w:after="120"/>
        <w:ind w:left="1134" w:right="1134" w:firstLine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 xml:space="preserve">Si es así, descríbalas por favor: </w:t>
      </w:r>
      <w:r w:rsidRPr="00850379">
        <w:rPr>
          <w:lang w:val="es-ES_tradnl"/>
        </w:rPr>
        <w:t>[rellene]</w:t>
      </w:r>
    </w:p>
    <w:p w14:paraId="0E708250" w14:textId="77777777" w:rsidR="00E2378A" w:rsidRPr="00850379" w:rsidRDefault="00E2378A" w:rsidP="00E2378A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Fenómenos extremos inesperados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0D43FD46" w14:textId="77777777" w:rsidR="00E2378A" w:rsidRPr="00850379" w:rsidRDefault="00E2378A" w:rsidP="00E2378A">
      <w:pPr>
        <w:spacing w:after="120"/>
        <w:ind w:left="1134" w:right="1134" w:firstLine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 xml:space="preserve">Si procede, descríbalos por favor: </w:t>
      </w:r>
      <w:r w:rsidRPr="00850379">
        <w:rPr>
          <w:lang w:val="es-ES_tradnl"/>
        </w:rPr>
        <w:t>[rellene]</w:t>
      </w:r>
    </w:p>
    <w:p w14:paraId="0458217A" w14:textId="77777777" w:rsidR="00E2378A" w:rsidRPr="00850379" w:rsidRDefault="00E2378A" w:rsidP="00E2378A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Falta de información y de previsiones fiables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408FDE4" w14:textId="77777777" w:rsidR="00E2378A" w:rsidRPr="00850379" w:rsidRDefault="00E2378A" w:rsidP="00E2378A">
      <w:pPr>
        <w:spacing w:after="120"/>
        <w:ind w:left="1134" w:right="1134" w:firstLine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 xml:space="preserve">Si procede, descríbalas por favor: </w:t>
      </w:r>
      <w:r w:rsidRPr="00850379">
        <w:rPr>
          <w:lang w:val="es-ES_tradnl"/>
        </w:rPr>
        <w:t>[rellene]</w:t>
      </w:r>
    </w:p>
    <w:p w14:paraId="2281B49D" w14:textId="4B4F2F3E" w:rsidR="004D2558" w:rsidRPr="00850379" w:rsidRDefault="00E2378A" w:rsidP="00E2378A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Otras (</w:t>
      </w:r>
      <w:r w:rsidRPr="00850379">
        <w:rPr>
          <w:i/>
          <w:lang w:val="es-ES_tradnl"/>
        </w:rPr>
        <w:t>por favor, si procede, sírvase enumerarlas y describirlas</w:t>
      </w:r>
      <w:r w:rsidRPr="00850379">
        <w:rPr>
          <w:lang w:val="es-ES_tradnl"/>
        </w:rPr>
        <w:t xml:space="preserve">): [rellene] </w:t>
      </w:r>
    </w:p>
    <w:p w14:paraId="64FAC15A" w14:textId="1AF93B6C" w:rsidR="004D2558" w:rsidRPr="00850379" w:rsidRDefault="004D2558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i)</w:t>
      </w:r>
      <w:r w:rsidRPr="00850379">
        <w:rPr>
          <w:lang w:val="es-ES_tradnl"/>
        </w:rPr>
        <w:tab/>
      </w:r>
      <w:r w:rsidR="00E2378A" w:rsidRPr="00850379">
        <w:rPr>
          <w:lang w:val="es-ES_tradnl"/>
        </w:rPr>
        <w:t>¿Se reúne</w:t>
      </w:r>
      <w:r w:rsidR="00A934CF" w:rsidRPr="00850379">
        <w:rPr>
          <w:lang w:val="es-ES_tradnl"/>
        </w:rPr>
        <w:t>n</w:t>
      </w:r>
      <w:r w:rsidR="00E2378A" w:rsidRPr="00850379">
        <w:rPr>
          <w:lang w:val="es-ES_tradnl"/>
        </w:rPr>
        <w:t xml:space="preserve"> el órgano </w:t>
      </w:r>
      <w:r w:rsidR="00074143" w:rsidRPr="00850379">
        <w:rPr>
          <w:lang w:val="es-ES_tradnl"/>
        </w:rPr>
        <w:t xml:space="preserve">o el mecanismo </w:t>
      </w:r>
      <w:r w:rsidR="00E2378A" w:rsidRPr="00850379">
        <w:rPr>
          <w:lang w:val="es-ES_tradnl"/>
        </w:rPr>
        <w:t>conjunto, o sus órganos subsidiarios con regularidad?</w:t>
      </w:r>
    </w:p>
    <w:p w14:paraId="02D89422" w14:textId="326898CA" w:rsidR="004D2558" w:rsidRPr="00850379" w:rsidRDefault="00E2378A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Sí</w:t>
      </w:r>
      <w:r w:rsidR="004D2558" w:rsidRPr="00850379">
        <w:rPr>
          <w:lang w:val="es-ES_tradnl"/>
        </w:rPr>
        <w:t xml:space="preserve"> </w:t>
      </w:r>
      <w:r w:rsidR="004D2558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  <w:r w:rsidR="004D2558" w:rsidRPr="00850379">
        <w:rPr>
          <w:lang w:val="es-ES_tradnl"/>
        </w:rPr>
        <w:t>/No</w:t>
      </w:r>
      <w:r w:rsidR="004D2558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</w:p>
    <w:p w14:paraId="42F29D70" w14:textId="66695288" w:rsidR="005F5706" w:rsidRPr="00850379" w:rsidRDefault="004D2558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5F5706" w:rsidRPr="00850379">
        <w:rPr>
          <w:lang w:val="es-ES_tradnl"/>
        </w:rPr>
        <w:t>En caso afirmativo, ¿con qué frecuencia?</w:t>
      </w:r>
    </w:p>
    <w:p w14:paraId="708E9C50" w14:textId="77777777" w:rsidR="005F5706" w:rsidRPr="00850379" w:rsidRDefault="005F5706" w:rsidP="005F5706">
      <w:pPr>
        <w:tabs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lastRenderedPageBreak/>
        <w:t>Más de una vez al año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2A0FA5F8" w14:textId="77777777" w:rsidR="005F5706" w:rsidRPr="00850379" w:rsidRDefault="005F5706" w:rsidP="005F5706">
      <w:pPr>
        <w:tabs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Una vez al año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355EED24" w14:textId="77777777" w:rsidR="005F5706" w:rsidRPr="00850379" w:rsidRDefault="005F5706" w:rsidP="005F5706">
      <w:pPr>
        <w:tabs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Menos de una vez al año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08EA3393" w14:textId="41A99F92" w:rsidR="004D2558" w:rsidRPr="00850379" w:rsidRDefault="004D2558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j)</w:t>
      </w:r>
      <w:r w:rsidRPr="00850379">
        <w:rPr>
          <w:lang w:val="es-ES_tradnl"/>
        </w:rPr>
        <w:tab/>
      </w:r>
      <w:r w:rsidR="005F5706" w:rsidRPr="00850379">
        <w:rPr>
          <w:lang w:val="es-ES_tradnl"/>
        </w:rPr>
        <w:t xml:space="preserve">¿Cuáles son los </w:t>
      </w:r>
      <w:r w:rsidR="00A934CF" w:rsidRPr="00850379">
        <w:rPr>
          <w:lang w:val="es-ES_tradnl"/>
        </w:rPr>
        <w:t xml:space="preserve">principales </w:t>
      </w:r>
      <w:r w:rsidR="005F5706" w:rsidRPr="00850379">
        <w:rPr>
          <w:lang w:val="es-ES_tradnl"/>
        </w:rPr>
        <w:t xml:space="preserve">logros del órgano </w:t>
      </w:r>
      <w:r w:rsidR="00074143" w:rsidRPr="00850379">
        <w:rPr>
          <w:lang w:val="es-ES_tradnl"/>
        </w:rPr>
        <w:t xml:space="preserve">o del mecanismo </w:t>
      </w:r>
      <w:r w:rsidR="005F5706" w:rsidRPr="00850379">
        <w:rPr>
          <w:lang w:val="es-ES_tradnl"/>
        </w:rPr>
        <w:t>conjunto? [rellene]</w:t>
      </w:r>
    </w:p>
    <w:p w14:paraId="53C4BBEB" w14:textId="235B7663" w:rsidR="004D2558" w:rsidRPr="00850379" w:rsidRDefault="004D2558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k)</w:t>
      </w:r>
      <w:r w:rsidRPr="00850379">
        <w:rPr>
          <w:lang w:val="es-ES_tradnl"/>
        </w:rPr>
        <w:tab/>
      </w:r>
      <w:r w:rsidR="005F5706" w:rsidRPr="00850379">
        <w:rPr>
          <w:lang w:val="es-ES_tradnl"/>
        </w:rPr>
        <w:t xml:space="preserve">¿En alguna ocasión el órgano </w:t>
      </w:r>
      <w:r w:rsidR="00074143" w:rsidRPr="00850379">
        <w:rPr>
          <w:lang w:val="es-ES_tradnl"/>
        </w:rPr>
        <w:t xml:space="preserve">o el mecanismo </w:t>
      </w:r>
      <w:r w:rsidR="005F5706" w:rsidRPr="00850379">
        <w:rPr>
          <w:lang w:val="es-ES_tradnl"/>
        </w:rPr>
        <w:t>conjunto ha invitado a un Estado no ribereño a cooperar?</w:t>
      </w:r>
    </w:p>
    <w:p w14:paraId="3D69F8CB" w14:textId="6FBC90C1" w:rsidR="004D2558" w:rsidRPr="00850379" w:rsidRDefault="004D2558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6C7848" w:rsidRPr="00850379">
        <w:rPr>
          <w:lang w:val="es-ES_tradnl"/>
        </w:rPr>
        <w:t xml:space="preserve">Sí </w:t>
      </w:r>
      <w:r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/No </w:t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57A5618" w14:textId="61717714" w:rsidR="004D2558" w:rsidRPr="00850379" w:rsidRDefault="004D2558" w:rsidP="003B4C4E">
      <w:pPr>
        <w:spacing w:after="120"/>
        <w:ind w:left="1701" w:right="1134"/>
        <w:jc w:val="both"/>
        <w:rPr>
          <w:i/>
          <w:iCs/>
          <w:lang w:val="es-ES_tradnl"/>
        </w:rPr>
      </w:pPr>
      <w:r w:rsidRPr="00850379">
        <w:rPr>
          <w:i/>
          <w:iCs/>
          <w:lang w:val="es-ES_tradnl"/>
        </w:rPr>
        <w:tab/>
      </w:r>
      <w:r w:rsidR="005E132C" w:rsidRPr="00850379">
        <w:rPr>
          <w:i/>
          <w:iCs/>
          <w:lang w:val="es-ES_tradnl"/>
        </w:rPr>
        <w:t xml:space="preserve">En caso afirmativo, por favor, sírvase dar más detalles. En caso negativo, ¿por qué no?, p. ej., ¿son los </w:t>
      </w:r>
      <w:r w:rsidR="00A934CF" w:rsidRPr="00850379">
        <w:rPr>
          <w:i/>
          <w:iCs/>
          <w:lang w:val="es-ES_tradnl"/>
        </w:rPr>
        <w:t>E</w:t>
      </w:r>
      <w:r w:rsidR="005E132C" w:rsidRPr="00850379">
        <w:rPr>
          <w:i/>
          <w:iCs/>
          <w:lang w:val="es-ES_tradnl"/>
        </w:rPr>
        <w:t xml:space="preserve">stados costeros relevantes a su vez ribereños y, por lo tanto, miembros del órgano </w:t>
      </w:r>
      <w:r w:rsidR="004C2A48" w:rsidRPr="00850379">
        <w:rPr>
          <w:i/>
          <w:iCs/>
          <w:lang w:val="es-ES_tradnl"/>
        </w:rPr>
        <w:t xml:space="preserve">del mecanismo </w:t>
      </w:r>
      <w:r w:rsidR="005E132C" w:rsidRPr="00850379">
        <w:rPr>
          <w:i/>
          <w:iCs/>
          <w:lang w:val="es-ES_tradnl"/>
        </w:rPr>
        <w:t xml:space="preserve">conjunto? </w:t>
      </w:r>
      <w:r w:rsidR="005E132C" w:rsidRPr="00850379">
        <w:rPr>
          <w:lang w:val="es-ES_tradnl"/>
        </w:rPr>
        <w:t>[rellene]</w:t>
      </w:r>
    </w:p>
    <w:p w14:paraId="6145A218" w14:textId="33B02468" w:rsidR="004D2558" w:rsidRPr="00850379" w:rsidRDefault="004D2558" w:rsidP="004D2558">
      <w:pPr>
        <w:spacing w:after="120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t>4.</w:t>
      </w:r>
      <w:r w:rsidRPr="00850379">
        <w:rPr>
          <w:lang w:val="es-ES_tradnl"/>
        </w:rPr>
        <w:tab/>
      </w:r>
      <w:r w:rsidR="009D1490" w:rsidRPr="00850379">
        <w:rPr>
          <w:lang w:val="es-ES_tradnl"/>
        </w:rPr>
        <w:t>¿Se han acordado objetivos comunes, una estrategia común, un plan de gestión conjunt</w:t>
      </w:r>
      <w:r w:rsidR="002D528D" w:rsidRPr="00850379">
        <w:rPr>
          <w:lang w:val="es-ES_tradnl"/>
        </w:rPr>
        <w:t>o</w:t>
      </w:r>
      <w:r w:rsidR="009D1490" w:rsidRPr="00850379">
        <w:rPr>
          <w:lang w:val="es-ES_tradnl"/>
        </w:rPr>
        <w:t xml:space="preserve"> o </w:t>
      </w:r>
      <w:r w:rsidR="002D528D" w:rsidRPr="00850379">
        <w:rPr>
          <w:lang w:val="es-ES_tradnl"/>
        </w:rPr>
        <w:t>coordinado</w:t>
      </w:r>
      <w:r w:rsidR="009D1490" w:rsidRPr="00850379">
        <w:rPr>
          <w:lang w:val="es-ES_tradnl"/>
        </w:rPr>
        <w:t xml:space="preserve">, o un plan de acción para la cuenca, </w:t>
      </w:r>
      <w:r w:rsidR="00793067" w:rsidRPr="00850379">
        <w:rPr>
          <w:lang w:val="es-ES_tradnl"/>
        </w:rPr>
        <w:t>subcuenca</w:t>
      </w:r>
      <w:r w:rsidR="009D1490" w:rsidRPr="00850379">
        <w:rPr>
          <w:lang w:val="es-ES_tradnl"/>
        </w:rPr>
        <w:t xml:space="preserve">, para parte de </w:t>
      </w:r>
      <w:r w:rsidR="0093270F" w:rsidRPr="00850379">
        <w:rPr>
          <w:lang w:val="es-ES_tradnl"/>
        </w:rPr>
        <w:t xml:space="preserve">la </w:t>
      </w:r>
      <w:r w:rsidR="009D1490" w:rsidRPr="00850379">
        <w:rPr>
          <w:lang w:val="es-ES_tradnl"/>
        </w:rPr>
        <w:t xml:space="preserve">cuenca o </w:t>
      </w:r>
      <w:r w:rsidR="002D528D" w:rsidRPr="00850379">
        <w:rPr>
          <w:lang w:val="es-ES_tradnl"/>
        </w:rPr>
        <w:t xml:space="preserve">para </w:t>
      </w:r>
      <w:r w:rsidR="0093270F" w:rsidRPr="00850379">
        <w:rPr>
          <w:lang w:val="es-ES_tradnl"/>
        </w:rPr>
        <w:t xml:space="preserve">el </w:t>
      </w:r>
      <w:r w:rsidR="009D1490" w:rsidRPr="00850379">
        <w:rPr>
          <w:lang w:val="es-ES_tradnl"/>
        </w:rPr>
        <w:t>grupo de cuencas?</w:t>
      </w:r>
    </w:p>
    <w:p w14:paraId="47686895" w14:textId="3FF4F924" w:rsidR="004D2558" w:rsidRPr="00850379" w:rsidRDefault="00D31334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9D1490" w:rsidRPr="00850379">
        <w:rPr>
          <w:lang w:val="es-ES_tradnl"/>
        </w:rPr>
        <w:t>Sí</w:t>
      </w:r>
      <w:r w:rsidR="004D2558" w:rsidRPr="00850379">
        <w:rPr>
          <w:lang w:val="es-ES_tradnl"/>
        </w:rPr>
        <w:t xml:space="preserve"> </w:t>
      </w:r>
      <w:r w:rsidR="004D2558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  <w:r w:rsidR="004D2558" w:rsidRPr="00850379">
        <w:rPr>
          <w:lang w:val="es-ES_tradnl"/>
        </w:rPr>
        <w:t>/No</w:t>
      </w:r>
      <w:r w:rsidR="004D2558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</w:p>
    <w:p w14:paraId="0B80EB42" w14:textId="7008758D" w:rsidR="004D2558" w:rsidRPr="00850379" w:rsidRDefault="00D31334" w:rsidP="003B4C4E">
      <w:pPr>
        <w:spacing w:after="120"/>
        <w:ind w:left="1701" w:right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ab/>
      </w:r>
      <w:r w:rsidR="009D1490" w:rsidRPr="00850379">
        <w:rPr>
          <w:i/>
          <w:lang w:val="es-ES_tradnl"/>
        </w:rPr>
        <w:t xml:space="preserve">En caso afirmativo, por favor sírvase dar más detalles: </w:t>
      </w:r>
      <w:r w:rsidR="009D1490" w:rsidRPr="00850379">
        <w:rPr>
          <w:lang w:val="es-ES_tradnl"/>
        </w:rPr>
        <w:t>[rellene]</w:t>
      </w:r>
    </w:p>
    <w:p w14:paraId="4DB7FCC9" w14:textId="24DF69F5" w:rsidR="00815B06" w:rsidRPr="00850379" w:rsidRDefault="004D2558" w:rsidP="00815B06">
      <w:pPr>
        <w:spacing w:after="120"/>
        <w:ind w:left="1701" w:right="1134" w:hanging="567"/>
        <w:jc w:val="both"/>
        <w:rPr>
          <w:i/>
          <w:lang w:val="es-ES_tradnl"/>
        </w:rPr>
      </w:pPr>
      <w:r w:rsidRPr="00850379">
        <w:rPr>
          <w:lang w:val="es-ES_tradnl"/>
        </w:rPr>
        <w:t>5.</w:t>
      </w:r>
      <w:r w:rsidRPr="00850379">
        <w:rPr>
          <w:lang w:val="es-ES_tradnl"/>
        </w:rPr>
        <w:tab/>
      </w:r>
      <w:r w:rsidR="00815B06" w:rsidRPr="00850379">
        <w:rPr>
          <w:lang w:val="es-ES_tradnl"/>
        </w:rPr>
        <w:t xml:space="preserve">En el contexto de un uso sostenible y racional del agua, ¿cómo se protege la cuenca transfronteriza, la </w:t>
      </w:r>
      <w:r w:rsidR="00793067" w:rsidRPr="00850379">
        <w:rPr>
          <w:lang w:val="es-ES_tradnl"/>
        </w:rPr>
        <w:t>subcuenca</w:t>
      </w:r>
      <w:r w:rsidR="00815B06" w:rsidRPr="00850379">
        <w:rPr>
          <w:lang w:val="es-ES_tradnl"/>
        </w:rPr>
        <w:t xml:space="preserve">, la parte de </w:t>
      </w:r>
      <w:r w:rsidR="00A934CF" w:rsidRPr="00850379">
        <w:rPr>
          <w:lang w:val="es-ES_tradnl"/>
        </w:rPr>
        <w:t xml:space="preserve">la </w:t>
      </w:r>
      <w:r w:rsidR="00815B06" w:rsidRPr="00850379">
        <w:rPr>
          <w:lang w:val="es-ES_tradnl"/>
        </w:rPr>
        <w:t xml:space="preserve">cuenca o el grupo de cuencas, </w:t>
      </w:r>
      <w:r w:rsidR="002E67EF" w:rsidRPr="00850379">
        <w:rPr>
          <w:lang w:val="es-ES_tradnl"/>
        </w:rPr>
        <w:t>también</w:t>
      </w:r>
      <w:r w:rsidR="00815B06" w:rsidRPr="00850379">
        <w:rPr>
          <w:lang w:val="es-ES_tradnl"/>
        </w:rPr>
        <w:t xml:space="preserve"> los ecosistemas?</w:t>
      </w:r>
    </w:p>
    <w:p w14:paraId="3AD289CF" w14:textId="1157BE56" w:rsidR="00815B06" w:rsidRPr="00850379" w:rsidRDefault="00815B06" w:rsidP="00F67F95">
      <w:pPr>
        <w:tabs>
          <w:tab w:val="left" w:pos="7938"/>
        </w:tabs>
        <w:spacing w:after="120"/>
        <w:ind w:left="1701" w:right="2126"/>
        <w:jc w:val="both"/>
        <w:rPr>
          <w:lang w:val="es-ES_tradnl"/>
        </w:rPr>
      </w:pPr>
      <w:r w:rsidRPr="00850379">
        <w:rPr>
          <w:iCs/>
          <w:lang w:val="es-ES_tradnl"/>
        </w:rPr>
        <w:t xml:space="preserve">Regulación de la urbanización, la deforestación y la </w:t>
      </w:r>
      <w:r w:rsidR="00723721" w:rsidRPr="00850379">
        <w:rPr>
          <w:iCs/>
          <w:lang w:val="es-ES_tradnl"/>
        </w:rPr>
        <w:t>extracción de arena</w:t>
      </w:r>
      <w:r w:rsidR="00B81BAF" w:rsidRPr="00850379">
        <w:rPr>
          <w:iCs/>
          <w:lang w:val="es-ES_tradnl"/>
        </w:rPr>
        <w:br/>
      </w:r>
      <w:r w:rsidRPr="00850379">
        <w:rPr>
          <w:iCs/>
          <w:lang w:val="es-ES_tradnl"/>
        </w:rPr>
        <w:t>y grava</w:t>
      </w:r>
      <w:r w:rsidRPr="00850379">
        <w:rPr>
          <w:iCs/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FF8A2EB" w14:textId="77777777" w:rsidR="00815B06" w:rsidRPr="00850379" w:rsidRDefault="00815B06" w:rsidP="00815B06">
      <w:pPr>
        <w:tabs>
          <w:tab w:val="left" w:pos="7938"/>
        </w:tabs>
        <w:ind w:left="1701" w:right="1134"/>
        <w:jc w:val="both"/>
        <w:rPr>
          <w:iCs/>
          <w:lang w:val="es-ES_tradnl"/>
        </w:rPr>
      </w:pPr>
      <w:r w:rsidRPr="00850379">
        <w:rPr>
          <w:iCs/>
          <w:lang w:val="es-ES_tradnl"/>
        </w:rPr>
        <w:t xml:space="preserve">Normativa sobre el caudal ambiental, lo que incluye la consideración </w:t>
      </w:r>
    </w:p>
    <w:p w14:paraId="108F01C4" w14:textId="1F0AC437" w:rsidR="00815B06" w:rsidRPr="00850379" w:rsidRDefault="00815B06" w:rsidP="00E64E40">
      <w:pPr>
        <w:spacing w:after="120"/>
        <w:ind w:left="1701" w:right="1134"/>
        <w:jc w:val="both"/>
        <w:rPr>
          <w:lang w:val="es-ES_tradnl"/>
        </w:rPr>
      </w:pPr>
      <w:r w:rsidRPr="00850379">
        <w:rPr>
          <w:iCs/>
          <w:lang w:val="es-ES_tradnl"/>
        </w:rPr>
        <w:t xml:space="preserve">de los niveles y de la </w:t>
      </w:r>
      <w:r w:rsidRPr="00850379">
        <w:rPr>
          <w:lang w:val="es-ES_tradnl"/>
        </w:rPr>
        <w:t>estacionalidad</w:t>
      </w:r>
      <w:r w:rsidRPr="00850379">
        <w:rPr>
          <w:iCs/>
          <w:lang w:val="es-ES_tradnl"/>
        </w:rPr>
        <w:tab/>
      </w:r>
      <w:r w:rsidR="00E64E40" w:rsidRPr="00850379">
        <w:rPr>
          <w:iCs/>
          <w:lang w:val="es-ES_tradnl"/>
        </w:rPr>
        <w:tab/>
      </w:r>
      <w:r w:rsidR="00E64E40" w:rsidRPr="00850379">
        <w:rPr>
          <w:iCs/>
          <w:lang w:val="es-ES_tradnl"/>
        </w:rPr>
        <w:tab/>
      </w:r>
      <w:r w:rsidR="00E64E40" w:rsidRPr="00850379">
        <w:rPr>
          <w:iCs/>
          <w:lang w:val="es-ES_tradnl"/>
        </w:rPr>
        <w:tab/>
      </w:r>
      <w:r w:rsidR="00E64E40" w:rsidRPr="00850379">
        <w:rPr>
          <w:iCs/>
          <w:lang w:val="es-ES_tradnl"/>
        </w:rPr>
        <w:tab/>
      </w:r>
      <w:r w:rsidR="00E64E40" w:rsidRPr="00850379">
        <w:rPr>
          <w:iCs/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0DC6995E" w14:textId="77777777" w:rsidR="00815B06" w:rsidRPr="00850379" w:rsidRDefault="00815B06" w:rsidP="00815B06">
      <w:pPr>
        <w:tabs>
          <w:tab w:val="left" w:pos="7938"/>
        </w:tabs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 xml:space="preserve">Protección de la calidad del agua, p. ej., nitratos, pesticidas, </w:t>
      </w:r>
    </w:p>
    <w:p w14:paraId="16F650B1" w14:textId="4917C197" w:rsidR="00815B06" w:rsidRPr="00850379" w:rsidRDefault="00815B06" w:rsidP="00E64E40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coliformes fecales y metales pesados</w:t>
      </w:r>
      <w:r w:rsidR="00E64E40" w:rsidRPr="00850379">
        <w:rPr>
          <w:lang w:val="es-ES_tradnl"/>
        </w:rPr>
        <w:tab/>
      </w:r>
      <w:r w:rsidR="00E64E40" w:rsidRPr="00850379">
        <w:rPr>
          <w:lang w:val="es-ES_tradnl"/>
        </w:rPr>
        <w:tab/>
      </w:r>
      <w:r w:rsidR="00E64E40" w:rsidRPr="00850379">
        <w:rPr>
          <w:lang w:val="es-ES_tradnl"/>
        </w:rPr>
        <w:tab/>
      </w:r>
      <w:r w:rsidR="00E64E40" w:rsidRPr="00850379">
        <w:rPr>
          <w:lang w:val="es-ES_tradnl"/>
        </w:rPr>
        <w:tab/>
      </w:r>
      <w:r w:rsidR="00E64E40"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5B5808D6" w14:textId="77777777" w:rsidR="00815B06" w:rsidRPr="00850379" w:rsidRDefault="00815B06" w:rsidP="00815B06">
      <w:pPr>
        <w:spacing w:after="120"/>
        <w:ind w:left="1701" w:right="1134"/>
        <w:jc w:val="both"/>
        <w:rPr>
          <w:iCs/>
          <w:lang w:val="es-ES_tradnl"/>
        </w:rPr>
      </w:pPr>
      <w:r w:rsidRPr="00850379">
        <w:rPr>
          <w:lang w:val="es-ES_tradnl"/>
        </w:rPr>
        <w:t>Protección de especies relacionadas y de hábitats acuáticos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C4AF2E8" w14:textId="1809436C" w:rsidR="004D2558" w:rsidRPr="00850379" w:rsidRDefault="00815B06" w:rsidP="00815B06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Otras medidas (</w:t>
      </w:r>
      <w:r w:rsidRPr="00850379">
        <w:rPr>
          <w:i/>
          <w:lang w:val="es-ES_tradnl"/>
        </w:rPr>
        <w:t>por favor descríbalas</w:t>
      </w:r>
      <w:r w:rsidRPr="00850379">
        <w:rPr>
          <w:lang w:val="es-ES_tradnl"/>
        </w:rPr>
        <w:t xml:space="preserve">): [rellene] </w:t>
      </w:r>
    </w:p>
    <w:p w14:paraId="6255984E" w14:textId="6E2D9A9E" w:rsidR="004D2558" w:rsidRPr="00850379" w:rsidRDefault="004D2558" w:rsidP="004D2558">
      <w:pPr>
        <w:spacing w:after="120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t>6.</w:t>
      </w:r>
      <w:r w:rsidRPr="00850379">
        <w:rPr>
          <w:lang w:val="es-ES_tradnl"/>
        </w:rPr>
        <w:tab/>
        <w:t>a)</w:t>
      </w:r>
      <w:r w:rsidRPr="00850379">
        <w:rPr>
          <w:lang w:val="es-ES_tradnl"/>
        </w:rPr>
        <w:tab/>
      </w:r>
      <w:r w:rsidR="000F0E29" w:rsidRPr="00850379">
        <w:rPr>
          <w:lang w:val="es-ES_tradnl"/>
        </w:rPr>
        <w:t xml:space="preserve">¿Su país intercambia periódicamente información y datos con otros Estados ribereños de la cuenca, </w:t>
      </w:r>
      <w:r w:rsidR="00793067" w:rsidRPr="00850379">
        <w:rPr>
          <w:lang w:val="es-ES_tradnl"/>
        </w:rPr>
        <w:t>subcuenca</w:t>
      </w:r>
      <w:r w:rsidR="000F0E29" w:rsidRPr="00850379">
        <w:rPr>
          <w:lang w:val="es-ES_tradnl"/>
        </w:rPr>
        <w:t>, parte de la cuenca o grupo de cuencas?</w:t>
      </w:r>
    </w:p>
    <w:p w14:paraId="08C0C314" w14:textId="3A229335" w:rsidR="004D2558" w:rsidRPr="00850379" w:rsidRDefault="00D31334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0F0E29" w:rsidRPr="00850379">
        <w:rPr>
          <w:lang w:val="es-ES_tradnl"/>
        </w:rPr>
        <w:t>Sí</w:t>
      </w:r>
      <w:r w:rsidR="004D2558" w:rsidRPr="00850379">
        <w:rPr>
          <w:lang w:val="es-ES_tradnl"/>
        </w:rPr>
        <w:t xml:space="preserve"> </w:t>
      </w:r>
      <w:r w:rsidR="004D2558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  <w:r w:rsidR="004D2558" w:rsidRPr="00850379">
        <w:rPr>
          <w:lang w:val="es-ES_tradnl"/>
        </w:rPr>
        <w:t xml:space="preserve">/No </w:t>
      </w:r>
      <w:r w:rsidR="004D2558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</w:p>
    <w:p w14:paraId="66088877" w14:textId="69968840" w:rsidR="004D2558" w:rsidRPr="00850379" w:rsidRDefault="004D2558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b/>
          <w:bCs/>
          <w:lang w:val="es-ES_tradnl"/>
        </w:rPr>
        <w:tab/>
      </w:r>
      <w:r w:rsidRPr="00850379">
        <w:rPr>
          <w:lang w:val="es-ES_tradnl"/>
        </w:rPr>
        <w:t>b)</w:t>
      </w:r>
      <w:r w:rsidRPr="00850379">
        <w:rPr>
          <w:lang w:val="es-ES_tradnl"/>
        </w:rPr>
        <w:tab/>
      </w:r>
      <w:r w:rsidR="000F0E29" w:rsidRPr="00850379">
        <w:rPr>
          <w:lang w:val="es-ES_tradnl"/>
        </w:rPr>
        <w:t>En caso afirmativo, ¿con qué frecuencia?:</w:t>
      </w:r>
    </w:p>
    <w:p w14:paraId="3C66C28D" w14:textId="7B01637C" w:rsidR="006728C4" w:rsidRPr="00850379" w:rsidRDefault="006728C4" w:rsidP="006728C4">
      <w:pPr>
        <w:pStyle w:val="SingleTxtG"/>
        <w:tabs>
          <w:tab w:val="left" w:pos="7938"/>
        </w:tabs>
        <w:ind w:firstLine="1134"/>
        <w:rPr>
          <w:bCs/>
          <w:lang w:val="es-ES_tradnl"/>
        </w:rPr>
      </w:pPr>
      <w:r w:rsidRPr="00850379">
        <w:rPr>
          <w:bCs/>
          <w:lang w:val="es-ES_tradnl"/>
        </w:rPr>
        <w:t>Más de una vez al año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4D4280AD" w14:textId="77777777" w:rsidR="006728C4" w:rsidRPr="00850379" w:rsidRDefault="006728C4" w:rsidP="006728C4">
      <w:pPr>
        <w:pStyle w:val="SingleTxtG"/>
        <w:tabs>
          <w:tab w:val="left" w:pos="7938"/>
        </w:tabs>
        <w:ind w:firstLine="1134"/>
        <w:rPr>
          <w:bCs/>
          <w:lang w:val="es-ES_tradnl"/>
        </w:rPr>
      </w:pPr>
      <w:r w:rsidRPr="00850379">
        <w:rPr>
          <w:bCs/>
          <w:lang w:val="es-ES_tradnl"/>
        </w:rPr>
        <w:t>Una vez al año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377D08DD" w14:textId="1315656A" w:rsidR="004D2558" w:rsidRPr="00850379" w:rsidRDefault="006728C4" w:rsidP="006728C4">
      <w:pPr>
        <w:pStyle w:val="SingleTxtG"/>
        <w:tabs>
          <w:tab w:val="left" w:pos="7938"/>
        </w:tabs>
        <w:ind w:firstLine="1134"/>
        <w:rPr>
          <w:lang w:val="es-ES_tradnl"/>
        </w:rPr>
      </w:pPr>
      <w:r w:rsidRPr="00850379">
        <w:rPr>
          <w:bCs/>
          <w:lang w:val="es-ES_tradnl"/>
        </w:rPr>
        <w:t>Menos de una vez al año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52C9E78B" w14:textId="3FBD480C" w:rsidR="004D2558" w:rsidRPr="00850379" w:rsidRDefault="004D2558" w:rsidP="003B4C4E">
      <w:pPr>
        <w:spacing w:after="120"/>
        <w:ind w:left="1701" w:right="1134"/>
        <w:jc w:val="both"/>
        <w:rPr>
          <w:bCs/>
          <w:lang w:val="es-ES_tradnl"/>
        </w:rPr>
      </w:pPr>
      <w:r w:rsidRPr="00850379">
        <w:rPr>
          <w:lang w:val="es-ES_tradnl"/>
        </w:rPr>
        <w:tab/>
      </w:r>
      <w:r w:rsidRPr="00850379">
        <w:rPr>
          <w:bCs/>
          <w:lang w:val="es-ES_tradnl"/>
        </w:rPr>
        <w:t>c)</w:t>
      </w:r>
      <w:r w:rsidRPr="00850379">
        <w:rPr>
          <w:bCs/>
          <w:lang w:val="es-ES_tradnl"/>
        </w:rPr>
        <w:tab/>
      </w:r>
      <w:r w:rsidR="0034173D" w:rsidRPr="00850379">
        <w:rPr>
          <w:bCs/>
          <w:lang w:val="es-ES_tradnl"/>
        </w:rPr>
        <w:t>Por favor describa cómo se intercambia la información (p. ej., en relación con las reuniones de los órganos conjuntos): [rellene]</w:t>
      </w:r>
    </w:p>
    <w:p w14:paraId="26C4907F" w14:textId="2E594A88" w:rsidR="004D2558" w:rsidRPr="00850379" w:rsidRDefault="004D2558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Pr="00850379">
        <w:rPr>
          <w:bCs/>
          <w:lang w:val="es-ES_tradnl"/>
        </w:rPr>
        <w:t>d</w:t>
      </w:r>
      <w:r w:rsidRPr="00850379">
        <w:rPr>
          <w:lang w:val="es-ES_tradnl"/>
        </w:rPr>
        <w:t>)</w:t>
      </w:r>
      <w:r w:rsidRPr="00850379">
        <w:rPr>
          <w:lang w:val="es-ES_tradnl"/>
        </w:rPr>
        <w:tab/>
      </w:r>
      <w:r w:rsidR="008D7126" w:rsidRPr="00850379">
        <w:rPr>
          <w:lang w:val="es-ES_tradnl"/>
        </w:rPr>
        <w:t>En caso afirmativo, ¿sobre qué temas se intercambian información y datos?</w:t>
      </w:r>
    </w:p>
    <w:p w14:paraId="5E70CDA6" w14:textId="66919422" w:rsidR="008D7126" w:rsidRPr="00850379" w:rsidRDefault="002E67EF" w:rsidP="008D712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Estado ambiental</w:t>
      </w:r>
      <w:r w:rsidR="008D7126" w:rsidRPr="00850379">
        <w:rPr>
          <w:color w:val="000000" w:themeColor="text1"/>
          <w:lang w:val="es-ES_tradnl" w:eastAsia="es-ES_tradnl"/>
        </w:rPr>
        <w:tab/>
      </w:r>
      <w:r w:rsidR="008D7126"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="008D7126"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="008D7126" w:rsidRPr="00850379">
        <w:rPr>
          <w:color w:val="000000" w:themeColor="text1"/>
          <w:lang w:val="es-ES_tradnl" w:eastAsia="es-ES_tradnl"/>
        </w:rPr>
        <w:fldChar w:fldCharType="end"/>
      </w:r>
    </w:p>
    <w:p w14:paraId="288E4EB8" w14:textId="79ECDC8D" w:rsidR="008D7126" w:rsidRPr="00850379" w:rsidRDefault="008D7126" w:rsidP="008D7126">
      <w:pPr>
        <w:tabs>
          <w:tab w:val="left" w:pos="7938"/>
        </w:tabs>
        <w:suppressAutoHyphens w:val="0"/>
        <w:spacing w:line="240" w:lineRule="auto"/>
        <w:ind w:left="2268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Actividades de investigación y </w:t>
      </w:r>
      <w:r w:rsidR="002E67EF" w:rsidRPr="00850379">
        <w:rPr>
          <w:color w:val="000000" w:themeColor="text1"/>
          <w:lang w:val="es-ES_tradnl" w:eastAsia="es-ES_tradnl"/>
        </w:rPr>
        <w:t xml:space="preserve">utilización </w:t>
      </w:r>
      <w:r w:rsidRPr="00850379">
        <w:rPr>
          <w:color w:val="000000" w:themeColor="text1"/>
          <w:lang w:val="es-ES_tradnl" w:eastAsia="es-ES_tradnl"/>
        </w:rPr>
        <w:t xml:space="preserve">de las mejores </w:t>
      </w:r>
    </w:p>
    <w:p w14:paraId="766EB485" w14:textId="77777777" w:rsidR="008D7126" w:rsidRPr="00850379" w:rsidRDefault="008D7126" w:rsidP="00854CE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técnicas disponibles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5A1B6E04" w14:textId="77777777" w:rsidR="008D7126" w:rsidRPr="00850379" w:rsidRDefault="008D7126" w:rsidP="008D712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lastRenderedPageBreak/>
        <w:t>Datos sobre el seguimiento de las emisiones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69586A90" w14:textId="77777777" w:rsidR="008D7126" w:rsidRPr="00850379" w:rsidRDefault="008D7126" w:rsidP="008D7126">
      <w:pPr>
        <w:tabs>
          <w:tab w:val="left" w:pos="7938"/>
        </w:tabs>
        <w:suppressAutoHyphens w:val="0"/>
        <w:spacing w:line="240" w:lineRule="auto"/>
        <w:ind w:left="2268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Medidas previstas adoptadas para prevenir, controlar </w:t>
      </w:r>
    </w:p>
    <w:p w14:paraId="7FFD11B7" w14:textId="77777777" w:rsidR="008D7126" w:rsidRPr="00850379" w:rsidRDefault="008D7126" w:rsidP="00854CE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o reducir los impactos transfronterizos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7C0C35A9" w14:textId="77777777" w:rsidR="008D7126" w:rsidRPr="00850379" w:rsidRDefault="008D7126" w:rsidP="008D712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Fuentes de contaminación puntual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7B737EF0" w14:textId="77777777" w:rsidR="008D7126" w:rsidRPr="00850379" w:rsidRDefault="008D7126" w:rsidP="008D712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Fuentes de contaminación difusa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18D9C8C8" w14:textId="77777777" w:rsidR="008D7126" w:rsidRPr="00850379" w:rsidRDefault="008D7126" w:rsidP="008D712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Alteraciones </w:t>
      </w:r>
      <w:proofErr w:type="spellStart"/>
      <w:r w:rsidRPr="00850379">
        <w:rPr>
          <w:color w:val="000000" w:themeColor="text1"/>
          <w:lang w:val="es-ES_tradnl" w:eastAsia="es-ES_tradnl"/>
        </w:rPr>
        <w:t>hidromorfológicas</w:t>
      </w:r>
      <w:proofErr w:type="spellEnd"/>
      <w:r w:rsidRPr="00850379">
        <w:rPr>
          <w:color w:val="000000" w:themeColor="text1"/>
          <w:lang w:val="es-ES_tradnl" w:eastAsia="es-ES_tradnl"/>
        </w:rPr>
        <w:t xml:space="preserve"> existentes (presas, etc.)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75F8636A" w14:textId="77777777" w:rsidR="008D7126" w:rsidRPr="00850379" w:rsidRDefault="008D7126" w:rsidP="008D7126">
      <w:pPr>
        <w:tabs>
          <w:tab w:val="left" w:pos="7938"/>
        </w:tabs>
        <w:suppressAutoHyphens w:val="0"/>
        <w:spacing w:line="240" w:lineRule="auto"/>
        <w:ind w:left="2268" w:right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 xml:space="preserve">Caudales o niveles del agua (incluidos los niveles </w:t>
      </w:r>
    </w:p>
    <w:p w14:paraId="550AD3A4" w14:textId="77777777" w:rsidR="008D7126" w:rsidRPr="00850379" w:rsidRDefault="008D7126" w:rsidP="00854CE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 xml:space="preserve">de las aguas </w:t>
      </w:r>
      <w:r w:rsidRPr="00850379">
        <w:rPr>
          <w:color w:val="000000" w:themeColor="text1"/>
          <w:lang w:val="es-ES_tradnl" w:eastAsia="es-ES_tradnl"/>
        </w:rPr>
        <w:t>subterráneas</w:t>
      </w:r>
      <w:r w:rsidRPr="00850379">
        <w:rPr>
          <w:bCs/>
          <w:color w:val="000000" w:themeColor="text1"/>
          <w:lang w:val="es-ES_tradnl" w:eastAsia="es-ES_tradnl"/>
        </w:rPr>
        <w:t xml:space="preserve">) 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369D195F" w14:textId="77777777" w:rsidR="008D7126" w:rsidRPr="00850379" w:rsidRDefault="008D7126" w:rsidP="008D712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Captaciones de agua</w:t>
      </w:r>
      <w:r w:rsidRPr="00850379">
        <w:rPr>
          <w:lang w:val="es-ES_tradnl" w:eastAsia="es-ES_tradnl"/>
        </w:rPr>
        <w:tab/>
      </w:r>
      <w:r w:rsidRPr="00850379">
        <w:rPr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 w:eastAsia="es-ES_tradnl"/>
        </w:rPr>
        <w:instrText xml:space="preserve"> FORMCHECKBOX </w:instrText>
      </w:r>
      <w:r w:rsidR="005707D5">
        <w:rPr>
          <w:lang w:val="es-ES_tradnl" w:eastAsia="es-ES_tradnl"/>
        </w:rPr>
      </w:r>
      <w:r w:rsidR="005707D5">
        <w:rPr>
          <w:lang w:val="es-ES_tradnl" w:eastAsia="es-ES_tradnl"/>
        </w:rPr>
        <w:fldChar w:fldCharType="separate"/>
      </w:r>
      <w:r w:rsidRPr="00850379">
        <w:rPr>
          <w:lang w:val="es-ES_tradnl" w:eastAsia="es-ES_tradnl"/>
        </w:rPr>
        <w:fldChar w:fldCharType="end"/>
      </w:r>
    </w:p>
    <w:p w14:paraId="43E31F83" w14:textId="77777777" w:rsidR="008D7126" w:rsidRPr="00850379" w:rsidRDefault="008D7126" w:rsidP="008D7126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Información climatológica</w:t>
      </w:r>
      <w:r w:rsidRPr="00850379">
        <w:rPr>
          <w:bCs/>
          <w:lang w:val="es-ES_tradnl" w:eastAsia="es-ES_tradnl"/>
        </w:rPr>
        <w:tab/>
      </w:r>
      <w:r w:rsidRPr="00850379">
        <w:rPr>
          <w:bCs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 w:eastAsia="es-ES_tradnl"/>
        </w:rPr>
        <w:instrText xml:space="preserve"> FORMCHECKBOX </w:instrText>
      </w:r>
      <w:r w:rsidR="005707D5">
        <w:rPr>
          <w:bCs/>
          <w:lang w:val="es-ES_tradnl" w:eastAsia="es-ES_tradnl"/>
        </w:rPr>
      </w:r>
      <w:r w:rsidR="005707D5">
        <w:rPr>
          <w:bCs/>
          <w:lang w:val="es-ES_tradnl" w:eastAsia="es-ES_tradnl"/>
        </w:rPr>
        <w:fldChar w:fldCharType="separate"/>
      </w:r>
      <w:r w:rsidRPr="00850379">
        <w:rPr>
          <w:bCs/>
          <w:lang w:val="es-ES_tradnl" w:eastAsia="es-ES_tradnl"/>
        </w:rPr>
        <w:fldChar w:fldCharType="end"/>
      </w:r>
    </w:p>
    <w:p w14:paraId="7B3CC1CC" w14:textId="77777777" w:rsidR="008D7126" w:rsidRPr="00850379" w:rsidRDefault="008D7126" w:rsidP="008D7126">
      <w:pPr>
        <w:tabs>
          <w:tab w:val="left" w:pos="3544"/>
          <w:tab w:val="left" w:pos="7938"/>
        </w:tabs>
        <w:suppressAutoHyphens w:val="0"/>
        <w:spacing w:line="240" w:lineRule="auto"/>
        <w:ind w:left="2268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Futuras medidas previstas con impactos transfronterizos, </w:t>
      </w:r>
    </w:p>
    <w:p w14:paraId="64E3ADD0" w14:textId="77777777" w:rsidR="008D7126" w:rsidRPr="00850379" w:rsidRDefault="008D7126" w:rsidP="00854CE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tales como la realización de infraestructuras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7B0D2CCD" w14:textId="63D84E53" w:rsidR="00066E8C" w:rsidRPr="00850379" w:rsidRDefault="00066E8C" w:rsidP="00854CE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lang w:val="es-ES_tradnl"/>
        </w:rPr>
        <w:t>Dat</w:t>
      </w:r>
      <w:r w:rsidRPr="00850379">
        <w:rPr>
          <w:color w:val="000000" w:themeColor="text1"/>
          <w:lang w:val="es-ES_tradnl" w:eastAsia="es-ES_tradnl"/>
        </w:rPr>
        <w:t>os desglosados por sexo u otra información relativa al género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4FE79F4F" w14:textId="77777777" w:rsidR="008D7126" w:rsidRPr="00850379" w:rsidRDefault="008D7126" w:rsidP="00854CE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lang w:val="es-ES_tradnl"/>
        </w:rPr>
      </w:pPr>
      <w:r w:rsidRPr="00850379">
        <w:rPr>
          <w:color w:val="000000" w:themeColor="text1"/>
          <w:lang w:val="es-ES_tradnl" w:eastAsia="es-ES_tradnl"/>
        </w:rPr>
        <w:t>Otro</w:t>
      </w:r>
      <w:r w:rsidRPr="00850379">
        <w:rPr>
          <w:lang w:val="es-ES_tradnl"/>
        </w:rPr>
        <w:t xml:space="preserve">s </w:t>
      </w:r>
      <w:r w:rsidRPr="00850379">
        <w:rPr>
          <w:color w:val="000000" w:themeColor="text1"/>
          <w:lang w:val="es-ES_tradnl" w:eastAsia="es-ES_tradnl"/>
        </w:rPr>
        <w:t>temas</w:t>
      </w:r>
      <w:r w:rsidRPr="00850379">
        <w:rPr>
          <w:lang w:val="es-ES_tradnl"/>
        </w:rPr>
        <w:t xml:space="preserve"> (</w:t>
      </w:r>
      <w:r w:rsidRPr="00850379">
        <w:rPr>
          <w:i/>
          <w:lang w:val="es-ES_tradnl"/>
        </w:rPr>
        <w:t>por favor enumérelos</w:t>
      </w:r>
      <w:r w:rsidRPr="00850379">
        <w:rPr>
          <w:lang w:val="es-ES_tradnl"/>
        </w:rPr>
        <w:t xml:space="preserve">): [rellene] </w:t>
      </w:r>
    </w:p>
    <w:p w14:paraId="416CC58D" w14:textId="1FFF2431" w:rsidR="004D2558" w:rsidRPr="00850379" w:rsidRDefault="008D7126" w:rsidP="008D7126">
      <w:pPr>
        <w:spacing w:after="120"/>
        <w:ind w:left="2268" w:right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Otros comentarios, p. ej., cobertura espacial de datos e intercambio de información: [rellene]</w:t>
      </w:r>
    </w:p>
    <w:p w14:paraId="04E397FB" w14:textId="7BF0CA33" w:rsidR="004D2558" w:rsidRPr="00850379" w:rsidRDefault="00DB6F49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B143F9" w:rsidRPr="00850379">
        <w:rPr>
          <w:bCs/>
          <w:lang w:val="es-ES_tradnl"/>
        </w:rPr>
        <w:t>e</w:t>
      </w:r>
      <w:r w:rsidR="004D2558" w:rsidRPr="00850379">
        <w:rPr>
          <w:lang w:val="es-ES_tradnl"/>
        </w:rPr>
        <w:t>)</w:t>
      </w:r>
      <w:r w:rsidR="004D2558" w:rsidRPr="00850379">
        <w:rPr>
          <w:lang w:val="es-ES_tradnl"/>
        </w:rPr>
        <w:tab/>
      </w:r>
      <w:r w:rsidR="001D4A77" w:rsidRPr="00850379">
        <w:rPr>
          <w:lang w:val="es-ES_tradnl"/>
        </w:rPr>
        <w:t>¿Existe una base de datos compartida o una plataforma de información?</w:t>
      </w:r>
    </w:p>
    <w:p w14:paraId="2A4A1EEC" w14:textId="14F7CA9F" w:rsidR="004D2558" w:rsidRPr="00850379" w:rsidRDefault="00D31334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1D4A77" w:rsidRPr="00850379">
        <w:rPr>
          <w:lang w:val="es-ES_tradnl"/>
        </w:rPr>
        <w:t>Sí</w:t>
      </w:r>
      <w:r w:rsidR="004D2558" w:rsidRPr="00850379">
        <w:rPr>
          <w:lang w:val="es-ES_tradnl"/>
        </w:rPr>
        <w:t xml:space="preserve"> </w:t>
      </w:r>
      <w:r w:rsidR="004D2558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  <w:r w:rsidR="004D2558" w:rsidRPr="00850379">
        <w:rPr>
          <w:lang w:val="es-ES_tradnl"/>
        </w:rPr>
        <w:t xml:space="preserve">/No </w:t>
      </w:r>
      <w:r w:rsidR="004D2558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</w:p>
    <w:p w14:paraId="78911A0C" w14:textId="0A803A3C" w:rsidR="004D2558" w:rsidRPr="00850379" w:rsidRDefault="00DB6F49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B143F9" w:rsidRPr="00850379">
        <w:rPr>
          <w:lang w:val="es-ES_tradnl"/>
        </w:rPr>
        <w:t>f</w:t>
      </w:r>
      <w:r w:rsidR="004D2558" w:rsidRPr="00850379">
        <w:rPr>
          <w:lang w:val="es-ES_tradnl"/>
        </w:rPr>
        <w:t>)</w:t>
      </w:r>
      <w:r w:rsidR="004D2558" w:rsidRPr="00850379">
        <w:rPr>
          <w:lang w:val="es-ES_tradnl"/>
        </w:rPr>
        <w:tab/>
      </w:r>
      <w:r w:rsidR="001D4A77" w:rsidRPr="00850379">
        <w:rPr>
          <w:lang w:val="es-ES_tradnl"/>
        </w:rPr>
        <w:t>¿Dicha base de datos está a disposición del público?</w:t>
      </w:r>
    </w:p>
    <w:p w14:paraId="71A14826" w14:textId="40A963FB" w:rsidR="004D2558" w:rsidRPr="00850379" w:rsidRDefault="00D31334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1D4A77" w:rsidRPr="00850379">
        <w:rPr>
          <w:lang w:val="es-ES_tradnl"/>
        </w:rPr>
        <w:t xml:space="preserve">Sí </w:t>
      </w:r>
      <w:r w:rsidR="004D2558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  <w:r w:rsidR="004D2558" w:rsidRPr="00850379">
        <w:rPr>
          <w:lang w:val="es-ES_tradnl"/>
        </w:rPr>
        <w:t xml:space="preserve">/No </w:t>
      </w:r>
      <w:r w:rsidR="004D2558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</w:p>
    <w:p w14:paraId="5359DB81" w14:textId="4A5B480B" w:rsidR="004D2558" w:rsidRPr="00850379" w:rsidRDefault="005860E3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i/>
          <w:lang w:val="es-ES_tradnl"/>
        </w:rPr>
        <w:tab/>
      </w:r>
      <w:r w:rsidR="00A71CD3" w:rsidRPr="00850379">
        <w:rPr>
          <w:i/>
          <w:lang w:val="es-ES_tradnl"/>
        </w:rPr>
        <w:t xml:space="preserve">En caso afirmativo, proporcione por favor la dirección web: </w:t>
      </w:r>
      <w:r w:rsidR="00A71CD3" w:rsidRPr="00850379">
        <w:rPr>
          <w:lang w:val="es-ES_tradnl"/>
        </w:rPr>
        <w:t>[rellene]</w:t>
      </w:r>
    </w:p>
    <w:p w14:paraId="3946CDE3" w14:textId="56F67098" w:rsidR="004D2558" w:rsidRPr="00850379" w:rsidRDefault="004D2558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B143F9" w:rsidRPr="00850379">
        <w:rPr>
          <w:lang w:val="es-ES_tradnl"/>
        </w:rPr>
        <w:t>g</w:t>
      </w:r>
      <w:r w:rsidRPr="00850379">
        <w:rPr>
          <w:lang w:val="es-ES_tradnl"/>
        </w:rPr>
        <w:t>)</w:t>
      </w:r>
      <w:r w:rsidRPr="00850379">
        <w:rPr>
          <w:lang w:val="es-ES_tradnl"/>
        </w:rPr>
        <w:tab/>
      </w:r>
      <w:r w:rsidR="00C81A11" w:rsidRPr="00850379">
        <w:rPr>
          <w:lang w:val="es-ES_tradnl"/>
        </w:rPr>
        <w:t>Si procede, ¿cuáles son las principales dificultades y desafíos asociados al intercambio de datos?</w:t>
      </w:r>
      <w:r w:rsidRPr="00850379">
        <w:rPr>
          <w:lang w:val="es-ES_tradnl"/>
        </w:rPr>
        <w:t xml:space="preserve"> </w:t>
      </w:r>
    </w:p>
    <w:p w14:paraId="02416806" w14:textId="77777777" w:rsidR="006A0F38" w:rsidRPr="00850379" w:rsidRDefault="006A0F38" w:rsidP="00AE100C">
      <w:pPr>
        <w:tabs>
          <w:tab w:val="left" w:pos="7938"/>
        </w:tabs>
        <w:spacing w:after="120"/>
        <w:ind w:left="2268" w:right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Frecuencia de los intercambios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22405059" w14:textId="77777777" w:rsidR="006A0F38" w:rsidRPr="00850379" w:rsidRDefault="006A0F38" w:rsidP="00AE100C">
      <w:pPr>
        <w:tabs>
          <w:tab w:val="left" w:pos="7938"/>
        </w:tabs>
        <w:spacing w:after="120"/>
        <w:ind w:left="2268" w:right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Cadencia de los intercambios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18573995" w14:textId="77777777" w:rsidR="006A0F38" w:rsidRPr="00850379" w:rsidRDefault="006A0F38" w:rsidP="00AE100C">
      <w:pPr>
        <w:tabs>
          <w:tab w:val="left" w:pos="7938"/>
        </w:tabs>
        <w:spacing w:after="120"/>
        <w:ind w:left="2268" w:right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Comparabilidad de los datos y de la información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6548CC0A" w14:textId="77777777" w:rsidR="006A0F38" w:rsidRPr="00850379" w:rsidRDefault="006A0F38" w:rsidP="00AE100C">
      <w:pPr>
        <w:tabs>
          <w:tab w:val="left" w:pos="7938"/>
        </w:tabs>
        <w:spacing w:after="120"/>
        <w:ind w:left="2268" w:right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Cobertura espacial limitada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34C87D57" w14:textId="77777777" w:rsidR="006A0F38" w:rsidRPr="00850379" w:rsidRDefault="006A0F38" w:rsidP="00AE100C">
      <w:pPr>
        <w:tabs>
          <w:tab w:val="left" w:pos="7938"/>
        </w:tabs>
        <w:spacing w:after="120"/>
        <w:ind w:left="2268" w:right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Recursos inadecuados (técnicos y/o financieros)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25AB1994" w14:textId="77777777" w:rsidR="006A0F38" w:rsidRPr="00850379" w:rsidRDefault="006A0F38" w:rsidP="00AE100C">
      <w:pPr>
        <w:spacing w:after="120"/>
        <w:ind w:left="2268" w:right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Otros (</w:t>
      </w:r>
      <w:r w:rsidRPr="00850379">
        <w:rPr>
          <w:bCs/>
          <w:i/>
          <w:lang w:val="es-ES_tradnl"/>
        </w:rPr>
        <w:t>por favor descríbalos</w:t>
      </w:r>
      <w:r w:rsidRPr="00850379">
        <w:rPr>
          <w:bCs/>
          <w:lang w:val="es-ES_tradnl"/>
        </w:rPr>
        <w:t>): [rellene]</w:t>
      </w:r>
    </w:p>
    <w:p w14:paraId="6B2307EE" w14:textId="7864340B" w:rsidR="004D2558" w:rsidRPr="00850379" w:rsidRDefault="006A0F38" w:rsidP="00AE100C">
      <w:pPr>
        <w:spacing w:after="120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 xml:space="preserve">Comentarios adicionales: [rellene] </w:t>
      </w:r>
    </w:p>
    <w:p w14:paraId="39F42785" w14:textId="0AEBE8EA" w:rsidR="004D2558" w:rsidRPr="00850379" w:rsidRDefault="006A0F38" w:rsidP="004D2558">
      <w:pPr>
        <w:spacing w:after="120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B143F9" w:rsidRPr="00850379">
        <w:rPr>
          <w:lang w:val="es-ES_tradnl"/>
        </w:rPr>
        <w:t>h</w:t>
      </w:r>
      <w:r w:rsidR="004D2558" w:rsidRPr="00850379">
        <w:rPr>
          <w:lang w:val="es-ES_tradnl"/>
        </w:rPr>
        <w:t>)</w:t>
      </w:r>
      <w:r w:rsidR="004D2558" w:rsidRPr="00850379">
        <w:rPr>
          <w:lang w:val="es-ES_tradnl"/>
        </w:rPr>
        <w:tab/>
      </w:r>
      <w:r w:rsidRPr="00850379">
        <w:rPr>
          <w:lang w:val="es-ES_tradnl"/>
        </w:rPr>
        <w:t xml:space="preserve">¿Cuáles son los principales beneficios del intercambio de datos sobre la cuenca, </w:t>
      </w:r>
      <w:r w:rsidR="00793067" w:rsidRPr="00850379">
        <w:rPr>
          <w:lang w:val="es-ES_tradnl"/>
        </w:rPr>
        <w:t>subcuenca</w:t>
      </w:r>
      <w:r w:rsidRPr="00850379">
        <w:rPr>
          <w:lang w:val="es-ES_tradnl"/>
        </w:rPr>
        <w:t xml:space="preserve">, parte de </w:t>
      </w:r>
      <w:r w:rsidR="0093270F" w:rsidRPr="00850379">
        <w:rPr>
          <w:lang w:val="es-ES_tradnl"/>
        </w:rPr>
        <w:t xml:space="preserve">la </w:t>
      </w:r>
      <w:r w:rsidRPr="00850379">
        <w:rPr>
          <w:lang w:val="es-ES_tradnl"/>
        </w:rPr>
        <w:t xml:space="preserve">cuenca o </w:t>
      </w:r>
      <w:r w:rsidR="0093270F" w:rsidRPr="00850379">
        <w:rPr>
          <w:lang w:val="es-ES_tradnl"/>
        </w:rPr>
        <w:t xml:space="preserve">el </w:t>
      </w:r>
      <w:r w:rsidRPr="00850379">
        <w:rPr>
          <w:lang w:val="es-ES_tradnl"/>
        </w:rPr>
        <w:t>grupo de cuencas? (</w:t>
      </w:r>
      <w:r w:rsidRPr="00850379">
        <w:rPr>
          <w:i/>
          <w:lang w:val="es-ES_tradnl"/>
        </w:rPr>
        <w:t>por favor descríbalos</w:t>
      </w:r>
      <w:r w:rsidRPr="00850379">
        <w:rPr>
          <w:lang w:val="es-ES_tradnl"/>
        </w:rPr>
        <w:t>): [rellene]</w:t>
      </w:r>
    </w:p>
    <w:p w14:paraId="669CFCE5" w14:textId="6A34EA25" w:rsidR="004D2558" w:rsidRPr="00850379" w:rsidRDefault="004D2558" w:rsidP="004D2558">
      <w:pPr>
        <w:spacing w:after="120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t>7.</w:t>
      </w:r>
      <w:r w:rsidRPr="00850379">
        <w:rPr>
          <w:lang w:val="es-ES_tradnl"/>
        </w:rPr>
        <w:tab/>
      </w:r>
      <w:r w:rsidR="00A54302" w:rsidRPr="00850379">
        <w:rPr>
          <w:lang w:val="es-ES_tradnl"/>
        </w:rPr>
        <w:t xml:space="preserve">¿Los Estados ribereños llevan a cabo un seguimiento conjunto de la cuenca transfronteriza, </w:t>
      </w:r>
      <w:r w:rsidR="00793067" w:rsidRPr="00850379">
        <w:rPr>
          <w:lang w:val="es-ES_tradnl"/>
        </w:rPr>
        <w:t>subcuenca</w:t>
      </w:r>
      <w:r w:rsidR="00A54302" w:rsidRPr="00850379">
        <w:rPr>
          <w:lang w:val="es-ES_tradnl"/>
        </w:rPr>
        <w:t xml:space="preserve">, parte de </w:t>
      </w:r>
      <w:r w:rsidR="0093270F" w:rsidRPr="00850379">
        <w:rPr>
          <w:lang w:val="es-ES_tradnl"/>
        </w:rPr>
        <w:t xml:space="preserve">la </w:t>
      </w:r>
      <w:r w:rsidR="00A54302" w:rsidRPr="00850379">
        <w:rPr>
          <w:lang w:val="es-ES_tradnl"/>
        </w:rPr>
        <w:t xml:space="preserve">cuenca o </w:t>
      </w:r>
      <w:r w:rsidR="0093270F" w:rsidRPr="00850379">
        <w:rPr>
          <w:lang w:val="es-ES_tradnl"/>
        </w:rPr>
        <w:t xml:space="preserve">el </w:t>
      </w:r>
      <w:r w:rsidR="00A54302" w:rsidRPr="00850379">
        <w:rPr>
          <w:lang w:val="es-ES_tradnl"/>
        </w:rPr>
        <w:t>grupo de cuencas?</w:t>
      </w:r>
    </w:p>
    <w:p w14:paraId="2F9EC664" w14:textId="66182BA4" w:rsidR="004D2558" w:rsidRPr="00850379" w:rsidRDefault="00854CE7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A54302" w:rsidRPr="00850379">
        <w:rPr>
          <w:lang w:val="es-ES_tradnl"/>
        </w:rPr>
        <w:t>Sí</w:t>
      </w:r>
      <w:r w:rsidR="004D2558" w:rsidRPr="00850379">
        <w:rPr>
          <w:lang w:val="es-ES_tradnl"/>
        </w:rPr>
        <w:t xml:space="preserve"> </w:t>
      </w:r>
      <w:r w:rsidR="004D2558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  <w:r w:rsidR="004D2558" w:rsidRPr="00850379">
        <w:rPr>
          <w:lang w:val="es-ES_tradnl"/>
        </w:rPr>
        <w:t xml:space="preserve">/No </w:t>
      </w:r>
      <w:r w:rsidR="004D2558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</w:p>
    <w:p w14:paraId="792DC510" w14:textId="20A08A89" w:rsidR="004D2558" w:rsidRPr="00850379" w:rsidRDefault="00DB6F49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4D2558" w:rsidRPr="00850379">
        <w:rPr>
          <w:lang w:val="es-ES_tradnl"/>
        </w:rPr>
        <w:t>a)</w:t>
      </w:r>
      <w:r w:rsidR="004D2558" w:rsidRPr="00850379">
        <w:rPr>
          <w:lang w:val="es-ES_tradnl"/>
        </w:rPr>
        <w:tab/>
      </w:r>
      <w:r w:rsidR="00A54302" w:rsidRPr="00850379">
        <w:rPr>
          <w:lang w:val="es-ES_tradnl"/>
        </w:rPr>
        <w:t>En caso afirmativo, ¿qué abarca el seguimiento conjunto?</w:t>
      </w:r>
      <w:r w:rsidR="004D2558" w:rsidRPr="00850379">
        <w:rPr>
          <w:lang w:val="es-ES_tradnl"/>
        </w:rPr>
        <w:t xml:space="preserve"> 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4"/>
        <w:gridCol w:w="997"/>
        <w:gridCol w:w="1205"/>
        <w:gridCol w:w="1016"/>
        <w:gridCol w:w="938"/>
      </w:tblGrid>
      <w:tr w:rsidR="004575AB" w:rsidRPr="00850379" w14:paraId="348C213D" w14:textId="77777777" w:rsidTr="004575AB">
        <w:trPr>
          <w:tblHeader/>
        </w:trPr>
        <w:tc>
          <w:tcPr>
            <w:tcW w:w="321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BEDF5BD" w14:textId="77777777" w:rsidR="004575AB" w:rsidRPr="00850379" w:rsidRDefault="004575AB" w:rsidP="004575AB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val="es-ES_tradnl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2F9487A" w14:textId="32A18349" w:rsidR="004575AB" w:rsidRPr="00850379" w:rsidRDefault="004575AB" w:rsidP="004575AB">
            <w:pPr>
              <w:suppressAutoHyphens w:val="0"/>
              <w:spacing w:before="80" w:after="80" w:line="200" w:lineRule="exact"/>
              <w:ind w:right="113"/>
              <w:rPr>
                <w:i/>
                <w:strike/>
                <w:sz w:val="16"/>
                <w:lang w:val="es-ES_tradnl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05E2AB0" w14:textId="7662FFCF" w:rsidR="004575AB" w:rsidRPr="00850379" w:rsidRDefault="004575AB" w:rsidP="00A865D4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iCs/>
                <w:sz w:val="16"/>
                <w:lang w:val="es-ES_tradnl"/>
              </w:rPr>
            </w:pPr>
            <w:r w:rsidRPr="00850379">
              <w:rPr>
                <w:i/>
                <w:iCs/>
                <w:lang w:val="es-ES_tradnl"/>
              </w:rPr>
              <w:t>Hidrológico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7988EE2" w14:textId="4F22BA2A" w:rsidR="004575AB" w:rsidRPr="00850379" w:rsidRDefault="004575AB" w:rsidP="00A865D4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iCs/>
                <w:sz w:val="16"/>
                <w:lang w:val="es-ES_tradnl"/>
              </w:rPr>
            </w:pPr>
            <w:r w:rsidRPr="00850379">
              <w:rPr>
                <w:i/>
                <w:iCs/>
                <w:lang w:val="es-ES_tradnl"/>
              </w:rPr>
              <w:t>Ecológico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2AE51FD" w14:textId="526CBF06" w:rsidR="004575AB" w:rsidRPr="00850379" w:rsidRDefault="004575AB" w:rsidP="00A865D4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iCs/>
                <w:sz w:val="16"/>
                <w:lang w:val="es-ES_tradnl"/>
              </w:rPr>
            </w:pPr>
            <w:r w:rsidRPr="00850379">
              <w:rPr>
                <w:i/>
                <w:iCs/>
                <w:lang w:val="es-ES_tradnl"/>
              </w:rPr>
              <w:t>Químico</w:t>
            </w:r>
          </w:p>
        </w:tc>
      </w:tr>
      <w:tr w:rsidR="004D2558" w:rsidRPr="00850379" w14:paraId="09B10B6F" w14:textId="77777777" w:rsidTr="004575AB">
        <w:trPr>
          <w:trHeight w:hRule="exact" w:val="113"/>
          <w:tblHeader/>
        </w:trPr>
        <w:tc>
          <w:tcPr>
            <w:tcW w:w="3214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14:paraId="7EE40230" w14:textId="77777777" w:rsidR="004D2558" w:rsidRPr="00850379" w:rsidRDefault="004D2558" w:rsidP="00730BDC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val="es-ES_tradnl"/>
              </w:rPr>
            </w:pPr>
          </w:p>
        </w:tc>
        <w:tc>
          <w:tcPr>
            <w:tcW w:w="997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14:paraId="0C34F443" w14:textId="77777777" w:rsidR="004D2558" w:rsidRPr="00850379" w:rsidRDefault="004D2558" w:rsidP="00730BDC">
            <w:pPr>
              <w:suppressAutoHyphens w:val="0"/>
              <w:spacing w:before="80" w:after="80" w:line="200" w:lineRule="exact"/>
              <w:ind w:right="113"/>
              <w:rPr>
                <w:i/>
                <w:strike/>
                <w:sz w:val="16"/>
                <w:lang w:val="es-ES_tradnl"/>
              </w:rPr>
            </w:pPr>
          </w:p>
        </w:tc>
        <w:tc>
          <w:tcPr>
            <w:tcW w:w="1205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14:paraId="668B5586" w14:textId="77777777" w:rsidR="004D2558" w:rsidRPr="00850379" w:rsidRDefault="004D2558" w:rsidP="00A865D4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sz w:val="16"/>
                <w:lang w:val="es-ES_tradnl"/>
              </w:rPr>
            </w:pPr>
          </w:p>
        </w:tc>
        <w:tc>
          <w:tcPr>
            <w:tcW w:w="1016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14:paraId="0A5CF5D0" w14:textId="77777777" w:rsidR="004D2558" w:rsidRPr="00850379" w:rsidRDefault="004D2558" w:rsidP="00A865D4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sz w:val="16"/>
                <w:lang w:val="es-ES_tradnl"/>
              </w:rPr>
            </w:pPr>
          </w:p>
        </w:tc>
        <w:tc>
          <w:tcPr>
            <w:tcW w:w="938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14:paraId="2B4ED0E8" w14:textId="77777777" w:rsidR="004D2558" w:rsidRPr="00850379" w:rsidRDefault="004D2558" w:rsidP="00A865D4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sz w:val="16"/>
                <w:lang w:val="es-ES_tradnl"/>
              </w:rPr>
            </w:pPr>
          </w:p>
        </w:tc>
      </w:tr>
      <w:tr w:rsidR="004575AB" w:rsidRPr="00850379" w14:paraId="1565ADD7" w14:textId="77777777" w:rsidTr="004575AB">
        <w:tc>
          <w:tcPr>
            <w:tcW w:w="3214" w:type="dxa"/>
            <w:tcBorders>
              <w:top w:val="nil"/>
              <w:bottom w:val="nil"/>
            </w:tcBorders>
            <w:shd w:val="clear" w:color="auto" w:fill="auto"/>
          </w:tcPr>
          <w:p w14:paraId="28FB015C" w14:textId="77777777" w:rsidR="004575AB" w:rsidRPr="00850379" w:rsidRDefault="004575AB" w:rsidP="003F7794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>Aguas superficiales fronterizas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</w:tcPr>
          <w:p w14:paraId="406FE450" w14:textId="77777777" w:rsidR="004575AB" w:rsidRPr="00850379" w:rsidRDefault="004575AB" w:rsidP="003F7794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14:paraId="1F96AC41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</w:tcPr>
          <w:p w14:paraId="725AEF42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38" w:type="dxa"/>
            <w:tcBorders>
              <w:top w:val="nil"/>
              <w:bottom w:val="nil"/>
            </w:tcBorders>
            <w:shd w:val="clear" w:color="auto" w:fill="auto"/>
          </w:tcPr>
          <w:p w14:paraId="2599B947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4575AB" w:rsidRPr="00850379" w14:paraId="082B6063" w14:textId="77777777" w:rsidTr="004575AB">
        <w:tc>
          <w:tcPr>
            <w:tcW w:w="3214" w:type="dxa"/>
            <w:tcBorders>
              <w:top w:val="nil"/>
              <w:bottom w:val="nil"/>
            </w:tcBorders>
            <w:shd w:val="clear" w:color="auto" w:fill="auto"/>
          </w:tcPr>
          <w:p w14:paraId="78CACACC" w14:textId="77777777" w:rsidR="004575AB" w:rsidRPr="00850379" w:rsidRDefault="004575AB" w:rsidP="003F7794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>Aguas superficiales en toda la cuenca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</w:tcPr>
          <w:p w14:paraId="16D2EF12" w14:textId="77777777" w:rsidR="004575AB" w:rsidRPr="00850379" w:rsidRDefault="004575AB" w:rsidP="003F7794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14:paraId="352A3BDD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</w:tcPr>
          <w:p w14:paraId="30475B36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38" w:type="dxa"/>
            <w:tcBorders>
              <w:top w:val="nil"/>
              <w:bottom w:val="nil"/>
            </w:tcBorders>
            <w:shd w:val="clear" w:color="auto" w:fill="auto"/>
          </w:tcPr>
          <w:p w14:paraId="3C82FCDC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4575AB" w:rsidRPr="00850379" w14:paraId="60D3E220" w14:textId="77777777" w:rsidTr="004575AB">
        <w:tc>
          <w:tcPr>
            <w:tcW w:w="3214" w:type="dxa"/>
            <w:tcBorders>
              <w:top w:val="nil"/>
            </w:tcBorders>
            <w:shd w:val="clear" w:color="auto" w:fill="auto"/>
          </w:tcPr>
          <w:p w14:paraId="031D6EFD" w14:textId="77777777" w:rsidR="004575AB" w:rsidRPr="00850379" w:rsidRDefault="004575AB" w:rsidP="003F7794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>Aguas superficiales en el principal curso de agua</w:t>
            </w:r>
          </w:p>
        </w:tc>
        <w:tc>
          <w:tcPr>
            <w:tcW w:w="997" w:type="dxa"/>
            <w:tcBorders>
              <w:top w:val="nil"/>
            </w:tcBorders>
            <w:shd w:val="clear" w:color="auto" w:fill="auto"/>
          </w:tcPr>
          <w:p w14:paraId="1B379C28" w14:textId="77777777" w:rsidR="004575AB" w:rsidRPr="00850379" w:rsidRDefault="004575AB" w:rsidP="003F7794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</w:p>
        </w:tc>
        <w:tc>
          <w:tcPr>
            <w:tcW w:w="1205" w:type="dxa"/>
            <w:tcBorders>
              <w:top w:val="nil"/>
            </w:tcBorders>
            <w:shd w:val="clear" w:color="auto" w:fill="auto"/>
          </w:tcPr>
          <w:p w14:paraId="3F6E5F82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</w:tcPr>
          <w:p w14:paraId="0852D8D2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38" w:type="dxa"/>
            <w:tcBorders>
              <w:top w:val="nil"/>
            </w:tcBorders>
            <w:shd w:val="clear" w:color="auto" w:fill="auto"/>
          </w:tcPr>
          <w:p w14:paraId="6D54948D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4575AB" w:rsidRPr="00850379" w14:paraId="6F01A9E2" w14:textId="77777777" w:rsidTr="004575AB">
        <w:tc>
          <w:tcPr>
            <w:tcW w:w="3214" w:type="dxa"/>
            <w:tcBorders>
              <w:bottom w:val="nil"/>
            </w:tcBorders>
            <w:shd w:val="clear" w:color="auto" w:fill="auto"/>
          </w:tcPr>
          <w:p w14:paraId="3B96DE09" w14:textId="77777777" w:rsidR="004575AB" w:rsidRPr="00850379" w:rsidRDefault="004575AB" w:rsidP="003F7794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 xml:space="preserve">Aguas superficiales en parte de la cuenca </w:t>
            </w:r>
          </w:p>
          <w:p w14:paraId="25D0D524" w14:textId="77777777" w:rsidR="004575AB" w:rsidRPr="00850379" w:rsidDel="00C22EF3" w:rsidRDefault="004575AB" w:rsidP="003F7794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 xml:space="preserve"> </w:t>
            </w:r>
            <w:r w:rsidRPr="00850379">
              <w:rPr>
                <w:lang w:val="es-ES_tradnl"/>
              </w:rPr>
              <w:tab/>
              <w:t>por favor, descríbalo [rellene]</w:t>
            </w:r>
          </w:p>
        </w:tc>
        <w:tc>
          <w:tcPr>
            <w:tcW w:w="997" w:type="dxa"/>
            <w:tcBorders>
              <w:bottom w:val="nil"/>
            </w:tcBorders>
            <w:shd w:val="clear" w:color="auto" w:fill="auto"/>
          </w:tcPr>
          <w:p w14:paraId="578D7FB2" w14:textId="77777777" w:rsidR="004575AB" w:rsidRPr="00850379" w:rsidRDefault="004575AB" w:rsidP="003F7794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</w:p>
        </w:tc>
        <w:tc>
          <w:tcPr>
            <w:tcW w:w="1205" w:type="dxa"/>
            <w:tcBorders>
              <w:bottom w:val="nil"/>
            </w:tcBorders>
            <w:shd w:val="clear" w:color="auto" w:fill="auto"/>
          </w:tcPr>
          <w:p w14:paraId="6A68C3A7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016" w:type="dxa"/>
            <w:tcBorders>
              <w:bottom w:val="nil"/>
            </w:tcBorders>
            <w:shd w:val="clear" w:color="auto" w:fill="auto"/>
          </w:tcPr>
          <w:p w14:paraId="5026BE66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38" w:type="dxa"/>
            <w:tcBorders>
              <w:bottom w:val="nil"/>
            </w:tcBorders>
            <w:shd w:val="clear" w:color="auto" w:fill="auto"/>
          </w:tcPr>
          <w:p w14:paraId="79633BFF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4575AB" w:rsidRPr="00850379" w14:paraId="1BD58CDC" w14:textId="77777777" w:rsidTr="004575AB">
        <w:tc>
          <w:tcPr>
            <w:tcW w:w="3214" w:type="dxa"/>
            <w:tcBorders>
              <w:top w:val="nil"/>
              <w:bottom w:val="nil"/>
            </w:tcBorders>
            <w:shd w:val="clear" w:color="auto" w:fill="auto"/>
          </w:tcPr>
          <w:p w14:paraId="2DDF33DF" w14:textId="3964E08C" w:rsidR="004575AB" w:rsidRPr="00B7512C" w:rsidRDefault="004575AB" w:rsidP="003F7794">
            <w:pPr>
              <w:suppressAutoHyphens w:val="0"/>
              <w:spacing w:before="40" w:after="120" w:line="220" w:lineRule="exact"/>
              <w:ind w:right="113"/>
              <w:rPr>
                <w:lang w:val="pt-BR"/>
              </w:rPr>
            </w:pPr>
            <w:proofErr w:type="spellStart"/>
            <w:r w:rsidRPr="00B7512C">
              <w:rPr>
                <w:lang w:val="pt-BR"/>
              </w:rPr>
              <w:t>Acuífero</w:t>
            </w:r>
            <w:proofErr w:type="spellEnd"/>
            <w:r w:rsidR="001509A9" w:rsidRPr="00B7512C">
              <w:rPr>
                <w:lang w:val="pt-BR"/>
              </w:rPr>
              <w:t xml:space="preserve"> o </w:t>
            </w:r>
            <w:proofErr w:type="spellStart"/>
            <w:r w:rsidR="001509A9" w:rsidRPr="00B7512C">
              <w:rPr>
                <w:lang w:val="pt-BR"/>
              </w:rPr>
              <w:t>acuíferos</w:t>
            </w:r>
            <w:proofErr w:type="spellEnd"/>
            <w:r w:rsidRPr="00B7512C">
              <w:rPr>
                <w:lang w:val="pt-BR"/>
              </w:rPr>
              <w:t xml:space="preserve"> </w:t>
            </w:r>
            <w:proofErr w:type="spellStart"/>
            <w:r w:rsidR="001509A9" w:rsidRPr="00B7512C">
              <w:rPr>
                <w:lang w:val="pt-BR"/>
              </w:rPr>
              <w:t>transfronterizos</w:t>
            </w:r>
            <w:proofErr w:type="spellEnd"/>
            <w:r w:rsidR="001509A9" w:rsidRPr="00B7512C">
              <w:rPr>
                <w:lang w:val="pt-BR"/>
              </w:rPr>
              <w:t xml:space="preserve"> conectados o no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</w:tcPr>
          <w:p w14:paraId="66D5B3B9" w14:textId="77777777" w:rsidR="004575AB" w:rsidRPr="00B7512C" w:rsidRDefault="004575AB" w:rsidP="003F7794">
            <w:pPr>
              <w:suppressAutoHyphens w:val="0"/>
              <w:spacing w:before="40" w:after="120" w:line="220" w:lineRule="exact"/>
              <w:ind w:right="113"/>
              <w:rPr>
                <w:lang w:val="pt-BR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14:paraId="2F5CA583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</w:tcPr>
          <w:p w14:paraId="10465C3F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38" w:type="dxa"/>
            <w:tcBorders>
              <w:top w:val="nil"/>
              <w:bottom w:val="nil"/>
            </w:tcBorders>
            <w:shd w:val="clear" w:color="auto" w:fill="auto"/>
          </w:tcPr>
          <w:p w14:paraId="764DA590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4575AB" w:rsidRPr="00850379" w14:paraId="5414242E" w14:textId="77777777" w:rsidTr="004575AB">
        <w:tc>
          <w:tcPr>
            <w:tcW w:w="3214" w:type="dxa"/>
            <w:tcBorders>
              <w:top w:val="nil"/>
            </w:tcBorders>
            <w:shd w:val="clear" w:color="auto" w:fill="auto"/>
          </w:tcPr>
          <w:p w14:paraId="6A899E06" w14:textId="6E073C0A" w:rsidR="004575AB" w:rsidRPr="00850379" w:rsidRDefault="00FA5EC2" w:rsidP="003F7794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>Acuífero o acuíferos</w:t>
            </w:r>
            <w:r w:rsidR="004575AB" w:rsidRPr="00850379">
              <w:rPr>
                <w:lang w:val="es-ES_tradnl"/>
              </w:rPr>
              <w:t xml:space="preserve"> en el territorio de un Estado ribereño </w:t>
            </w:r>
            <w:r w:rsidR="000062FA" w:rsidRPr="00850379">
              <w:rPr>
                <w:lang w:val="es-ES_tradnl"/>
              </w:rPr>
              <w:t xml:space="preserve">hidráulicamente </w:t>
            </w:r>
            <w:r w:rsidR="004575AB" w:rsidRPr="00850379">
              <w:rPr>
                <w:lang w:val="es-ES_tradnl"/>
              </w:rPr>
              <w:t>conectado</w:t>
            </w:r>
            <w:r w:rsidRPr="00850379">
              <w:rPr>
                <w:lang w:val="es-ES_tradnl"/>
              </w:rPr>
              <w:t>s</w:t>
            </w:r>
            <w:r w:rsidR="004575AB" w:rsidRPr="00850379">
              <w:rPr>
                <w:lang w:val="es-ES_tradnl"/>
              </w:rPr>
              <w:t xml:space="preserve"> a un río o lago transfronterizo</w:t>
            </w:r>
          </w:p>
        </w:tc>
        <w:tc>
          <w:tcPr>
            <w:tcW w:w="997" w:type="dxa"/>
            <w:tcBorders>
              <w:top w:val="nil"/>
            </w:tcBorders>
            <w:shd w:val="clear" w:color="auto" w:fill="auto"/>
          </w:tcPr>
          <w:p w14:paraId="3C803EAC" w14:textId="77777777" w:rsidR="004575AB" w:rsidRPr="00850379" w:rsidRDefault="004575AB" w:rsidP="003F7794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</w:p>
        </w:tc>
        <w:tc>
          <w:tcPr>
            <w:tcW w:w="1205" w:type="dxa"/>
            <w:tcBorders>
              <w:top w:val="nil"/>
            </w:tcBorders>
            <w:shd w:val="clear" w:color="auto" w:fill="auto"/>
          </w:tcPr>
          <w:p w14:paraId="1EF114F1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</w:tcPr>
          <w:p w14:paraId="21BD2DD4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38" w:type="dxa"/>
            <w:tcBorders>
              <w:top w:val="nil"/>
            </w:tcBorders>
            <w:shd w:val="clear" w:color="auto" w:fill="auto"/>
          </w:tcPr>
          <w:p w14:paraId="7193F468" w14:textId="77777777" w:rsidR="004575AB" w:rsidRPr="00850379" w:rsidRDefault="004575AB" w:rsidP="00A865D4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</w:tbl>
    <w:p w14:paraId="0567EA8F" w14:textId="49EF7F90" w:rsidR="004D2558" w:rsidRPr="00850379" w:rsidRDefault="00DB6F49" w:rsidP="003B4C4E">
      <w:pPr>
        <w:spacing w:before="240"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4D2558" w:rsidRPr="00850379">
        <w:rPr>
          <w:lang w:val="es-ES_tradnl"/>
        </w:rPr>
        <w:t>b)</w:t>
      </w:r>
      <w:r w:rsidR="004D2558" w:rsidRPr="00850379">
        <w:rPr>
          <w:lang w:val="es-ES_tradnl"/>
        </w:rPr>
        <w:tab/>
      </w:r>
      <w:r w:rsidR="004575AB" w:rsidRPr="00850379">
        <w:rPr>
          <w:lang w:val="es-ES_tradnl"/>
        </w:rPr>
        <w:t>Si se realiza un seguimiento conjunto, ¿cómo se hace?</w:t>
      </w:r>
    </w:p>
    <w:p w14:paraId="66B9F265" w14:textId="26973C07" w:rsidR="004575AB" w:rsidRPr="00850379" w:rsidRDefault="00C40968" w:rsidP="004575AB">
      <w:pPr>
        <w:tabs>
          <w:tab w:val="left" w:pos="7938"/>
        </w:tabs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Mediante e</w:t>
      </w:r>
      <w:r w:rsidR="004575AB" w:rsidRPr="00850379">
        <w:rPr>
          <w:lang w:val="es-ES_tradnl"/>
        </w:rPr>
        <w:t xml:space="preserve">staciones nacionales de seguimiento conectadas a través </w:t>
      </w:r>
    </w:p>
    <w:p w14:paraId="0695093A" w14:textId="77777777" w:rsidR="004575AB" w:rsidRPr="00850379" w:rsidRDefault="004575AB" w:rsidP="00A162F7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de una red o mediante estaciones comunes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44D0A24" w14:textId="77777777" w:rsidR="004575AB" w:rsidRPr="00850379" w:rsidRDefault="004575AB" w:rsidP="004575AB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Metodologías conjuntas y acordadas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7E44297" w14:textId="77777777" w:rsidR="004575AB" w:rsidRPr="00850379" w:rsidRDefault="004575AB" w:rsidP="004575AB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Muestreo conjunto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4A4CDF6" w14:textId="77777777" w:rsidR="004575AB" w:rsidRPr="00850379" w:rsidRDefault="004575AB" w:rsidP="004575AB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Red de seguimiento común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3E127533" w14:textId="77777777" w:rsidR="004575AB" w:rsidRPr="00850379" w:rsidRDefault="004575AB" w:rsidP="004575AB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Parámetros comunes acordados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245C4119" w14:textId="5EA68F22" w:rsidR="006F7AE0" w:rsidRPr="00850379" w:rsidRDefault="004575AB" w:rsidP="006F7AE0">
      <w:pPr>
        <w:ind w:left="1134" w:right="1134" w:firstLine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>Por favor, descr</w:t>
      </w:r>
      <w:r w:rsidR="003A6548" w:rsidRPr="00850379">
        <w:rPr>
          <w:i/>
          <w:lang w:val="es-ES_tradnl"/>
        </w:rPr>
        <w:t>i</w:t>
      </w:r>
      <w:r w:rsidRPr="00850379">
        <w:rPr>
          <w:i/>
          <w:lang w:val="es-ES_tradnl"/>
        </w:rPr>
        <w:t>ba</w:t>
      </w:r>
      <w:r w:rsidR="003A6548" w:rsidRPr="00850379">
        <w:rPr>
          <w:i/>
          <w:lang w:val="es-ES_tradnl"/>
        </w:rPr>
        <w:t xml:space="preserve"> brevemente cómo se lleva a cabo</w:t>
      </w:r>
      <w:r w:rsidR="006F7AE0" w:rsidRPr="00850379">
        <w:rPr>
          <w:i/>
          <w:lang w:val="es-ES_tradnl"/>
        </w:rPr>
        <w:t xml:space="preserve"> </w:t>
      </w:r>
      <w:r w:rsidR="003A6548" w:rsidRPr="00850379">
        <w:rPr>
          <w:i/>
          <w:lang w:val="es-ES_tradnl"/>
        </w:rPr>
        <w:t xml:space="preserve">el seguimiento </w:t>
      </w:r>
    </w:p>
    <w:p w14:paraId="48B1B122" w14:textId="19852800" w:rsidR="004D2558" w:rsidRPr="00850379" w:rsidRDefault="003A6548" w:rsidP="006F7AE0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i/>
          <w:lang w:val="es-ES_tradnl"/>
        </w:rPr>
        <w:t>conjunto</w:t>
      </w:r>
      <w:r w:rsidR="004575AB" w:rsidRPr="00850379">
        <w:rPr>
          <w:i/>
          <w:lang w:val="es-ES_tradnl"/>
        </w:rPr>
        <w:t xml:space="preserve">: </w:t>
      </w:r>
      <w:r w:rsidR="004575AB" w:rsidRPr="00850379">
        <w:rPr>
          <w:lang w:val="es-ES_tradnl"/>
        </w:rPr>
        <w:t>[rellene]</w:t>
      </w:r>
    </w:p>
    <w:p w14:paraId="67F3F7F1" w14:textId="0B72B9AC" w:rsidR="00D628F0" w:rsidRPr="00850379" w:rsidRDefault="004C7E76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D628F0" w:rsidRPr="00850379">
        <w:rPr>
          <w:lang w:val="es-ES_tradnl"/>
        </w:rPr>
        <w:t>c)</w:t>
      </w:r>
      <w:r w:rsidR="00D628F0" w:rsidRPr="00850379">
        <w:rPr>
          <w:lang w:val="es-ES_tradnl"/>
        </w:rPr>
        <w:tab/>
        <w:t>Si procede, describa, por favor, los principales logros con respecto al seguimiento conjunto: [rellene]</w:t>
      </w:r>
    </w:p>
    <w:p w14:paraId="6AC1E2F9" w14:textId="4895AAD7" w:rsidR="004D2558" w:rsidRPr="00850379" w:rsidRDefault="00D628F0" w:rsidP="00B477DE">
      <w:pPr>
        <w:spacing w:after="120"/>
        <w:ind w:left="1689" w:right="1134"/>
        <w:jc w:val="both"/>
        <w:rPr>
          <w:lang w:val="es-ES_tradnl"/>
        </w:rPr>
      </w:pPr>
      <w:r w:rsidRPr="00850379">
        <w:rPr>
          <w:lang w:val="es-ES_tradnl"/>
        </w:rPr>
        <w:t>d)</w:t>
      </w:r>
      <w:r w:rsidRPr="00850379">
        <w:rPr>
          <w:lang w:val="es-ES_tradnl"/>
        </w:rPr>
        <w:tab/>
        <w:t>Por favor, describa cualquiera de las dificultades experimentadas en el seguimiento conjunto:</w:t>
      </w:r>
      <w:r w:rsidRPr="00850379">
        <w:rPr>
          <w:i/>
          <w:lang w:val="es-ES_tradnl"/>
        </w:rPr>
        <w:t xml:space="preserve"> </w:t>
      </w:r>
      <w:r w:rsidRPr="00850379">
        <w:rPr>
          <w:lang w:val="es-ES_tradnl"/>
        </w:rPr>
        <w:t>[rellene]</w:t>
      </w:r>
    </w:p>
    <w:p w14:paraId="2B2D5E5F" w14:textId="36CDF06E" w:rsidR="004D2558" w:rsidRPr="00850379" w:rsidRDefault="004D2558" w:rsidP="004D2558">
      <w:pPr>
        <w:spacing w:after="120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t>8.</w:t>
      </w:r>
      <w:r w:rsidRPr="00850379">
        <w:rPr>
          <w:lang w:val="es-ES_tradnl"/>
        </w:rPr>
        <w:tab/>
      </w:r>
      <w:r w:rsidR="00EF30A7" w:rsidRPr="00850379">
        <w:rPr>
          <w:lang w:val="es-ES_tradnl"/>
        </w:rPr>
        <w:t xml:space="preserve">¿Los Estados ribereños realizan evaluaciones conjuntas de la cuenca transfronteriza, de la </w:t>
      </w:r>
      <w:r w:rsidR="00793067" w:rsidRPr="00850379">
        <w:rPr>
          <w:lang w:val="es-ES_tradnl"/>
        </w:rPr>
        <w:t>subcuenca</w:t>
      </w:r>
      <w:r w:rsidR="00EF30A7" w:rsidRPr="00850379">
        <w:rPr>
          <w:lang w:val="es-ES_tradnl"/>
        </w:rPr>
        <w:t>, de parte de la cuenca o del grupo de cuencas?</w:t>
      </w:r>
    </w:p>
    <w:p w14:paraId="068A3C48" w14:textId="19A916B8" w:rsidR="004D2558" w:rsidRPr="00850379" w:rsidRDefault="00A162F7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EF30A7" w:rsidRPr="00850379">
        <w:rPr>
          <w:lang w:val="es-ES_tradnl"/>
        </w:rPr>
        <w:t>Sí</w:t>
      </w:r>
      <w:r w:rsidR="004D2558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  <w:r w:rsidR="004D2558" w:rsidRPr="00850379">
        <w:rPr>
          <w:lang w:val="es-ES_tradnl"/>
        </w:rPr>
        <w:t xml:space="preserve">/No </w:t>
      </w:r>
      <w:r w:rsidR="004D2558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D2558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4D2558" w:rsidRPr="00850379">
        <w:rPr>
          <w:lang w:val="es-ES_tradnl"/>
        </w:rPr>
        <w:fldChar w:fldCharType="end"/>
      </w:r>
    </w:p>
    <w:p w14:paraId="00373A80" w14:textId="158D8714" w:rsidR="004D2558" w:rsidRPr="00850379" w:rsidRDefault="004D2558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i/>
          <w:lang w:val="es-ES_tradnl"/>
        </w:rPr>
        <w:tab/>
      </w:r>
      <w:r w:rsidR="00D309D4" w:rsidRPr="00850379">
        <w:rPr>
          <w:i/>
          <w:lang w:val="es-ES_tradnl"/>
        </w:rPr>
        <w:t xml:space="preserve">En caso afirmativo, indique, por favor, la fecha de la última o única evaluación, su frecuencia y alcance (p. ej., únicamente de las aguas superficiales o de las subterráneas, de las fuentes de contaminación, etc.) y la metodología de evaluación </w:t>
      </w:r>
      <w:r w:rsidR="00C40968" w:rsidRPr="00850379">
        <w:rPr>
          <w:i/>
          <w:lang w:val="es-ES_tradnl"/>
        </w:rPr>
        <w:t>utilizada</w:t>
      </w:r>
      <w:r w:rsidR="00D309D4" w:rsidRPr="00850379">
        <w:rPr>
          <w:i/>
          <w:lang w:val="es-ES_tradnl"/>
        </w:rPr>
        <w:t>:</w:t>
      </w:r>
      <w:r w:rsidR="00D309D4" w:rsidRPr="00850379">
        <w:rPr>
          <w:lang w:val="es-ES_tradnl"/>
        </w:rPr>
        <w:t xml:space="preserve"> [rellene]</w:t>
      </w:r>
    </w:p>
    <w:p w14:paraId="799C0BAC" w14:textId="77777777" w:rsidR="009E7A4D" w:rsidRPr="00850379" w:rsidRDefault="004D2558" w:rsidP="009E7A4D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9.</w:t>
      </w:r>
      <w:r w:rsidRPr="00850379">
        <w:rPr>
          <w:lang w:val="es-ES_tradnl"/>
        </w:rPr>
        <w:tab/>
      </w:r>
      <w:r w:rsidR="009E7A4D" w:rsidRPr="00850379">
        <w:rPr>
          <w:lang w:val="es-ES_tradnl"/>
        </w:rPr>
        <w:t>¿Los Estados ribereños han acordado usar normas conjuntas sobre la calidad del agua?</w:t>
      </w:r>
    </w:p>
    <w:p w14:paraId="7278B87F" w14:textId="7FCC2897" w:rsidR="009E7A4D" w:rsidRPr="00850379" w:rsidRDefault="00A162F7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9E7A4D" w:rsidRPr="00850379">
        <w:rPr>
          <w:lang w:val="es-ES_tradnl"/>
        </w:rPr>
        <w:t xml:space="preserve">Sí </w:t>
      </w:r>
      <w:r w:rsidR="009E7A4D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E7A4D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9E7A4D" w:rsidRPr="00850379">
        <w:rPr>
          <w:lang w:val="es-ES_tradnl"/>
        </w:rPr>
        <w:fldChar w:fldCharType="end"/>
      </w:r>
      <w:r w:rsidR="009E7A4D" w:rsidRPr="00850379">
        <w:rPr>
          <w:lang w:val="es-ES_tradnl"/>
        </w:rPr>
        <w:t xml:space="preserve">/No </w:t>
      </w:r>
      <w:r w:rsidR="009E7A4D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E7A4D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9E7A4D" w:rsidRPr="00850379">
        <w:rPr>
          <w:lang w:val="es-ES_tradnl"/>
        </w:rPr>
        <w:fldChar w:fldCharType="end"/>
      </w:r>
    </w:p>
    <w:p w14:paraId="37170131" w14:textId="30C7CB8E" w:rsidR="004D2558" w:rsidRPr="00850379" w:rsidRDefault="009E7A4D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i/>
          <w:lang w:val="es-ES_tradnl"/>
        </w:rPr>
        <w:tab/>
        <w:t xml:space="preserve">En caso afirmativo, ¿qué estándares se han aplicado, p. ej., estándares internacionales o regionales (por favor, especifique cuáles), o se han aplicado estándares nacionales de los Estados ribereños? </w:t>
      </w:r>
      <w:r w:rsidRPr="00850379">
        <w:rPr>
          <w:lang w:val="es-ES_tradnl"/>
        </w:rPr>
        <w:t>[rellene]</w:t>
      </w:r>
    </w:p>
    <w:p w14:paraId="0318E1CC" w14:textId="77777777" w:rsidR="009E7A4D" w:rsidRPr="00850379" w:rsidRDefault="004D2558" w:rsidP="009E7A4D">
      <w:pPr>
        <w:spacing w:after="120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lastRenderedPageBreak/>
        <w:t>10.</w:t>
      </w:r>
      <w:r w:rsidRPr="00850379">
        <w:rPr>
          <w:lang w:val="es-ES_tradnl"/>
        </w:rPr>
        <w:tab/>
      </w:r>
      <w:r w:rsidR="009E7A4D" w:rsidRPr="00850379">
        <w:rPr>
          <w:lang w:val="es-ES_tradnl"/>
        </w:rPr>
        <w:t>¿Cuáles son las medidas adoptadas para prevenir o limitar el impacto transfronterizo de la contaminación accidental?</w:t>
      </w:r>
    </w:p>
    <w:p w14:paraId="6C9AFBFD" w14:textId="77777777" w:rsidR="009E7A4D" w:rsidRPr="00850379" w:rsidRDefault="009E7A4D" w:rsidP="009E7A4D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Notificación y comunicación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10C2118D" w14:textId="655AFBF8" w:rsidR="009E7A4D" w:rsidRPr="00850379" w:rsidRDefault="009E7A4D" w:rsidP="009E7A4D">
      <w:pPr>
        <w:tabs>
          <w:tab w:val="left" w:pos="7938"/>
        </w:tabs>
        <w:suppressAutoHyphens w:val="0"/>
        <w:spacing w:line="240" w:lineRule="auto"/>
        <w:ind w:left="2268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Sistema coordinado o conjunto de </w:t>
      </w:r>
      <w:r w:rsidR="00AD56C5" w:rsidRPr="00850379">
        <w:rPr>
          <w:color w:val="000000" w:themeColor="text1"/>
          <w:lang w:val="es-ES_tradnl" w:eastAsia="es-ES_tradnl"/>
        </w:rPr>
        <w:t>aviso</w:t>
      </w:r>
      <w:r w:rsidRPr="00850379">
        <w:rPr>
          <w:color w:val="000000" w:themeColor="text1"/>
          <w:lang w:val="es-ES_tradnl" w:eastAsia="es-ES_tradnl"/>
        </w:rPr>
        <w:t xml:space="preserve"> o de </w:t>
      </w:r>
      <w:r w:rsidR="00AD56C5" w:rsidRPr="00850379">
        <w:rPr>
          <w:color w:val="000000" w:themeColor="text1"/>
          <w:lang w:val="es-ES_tradnl" w:eastAsia="es-ES_tradnl"/>
        </w:rPr>
        <w:t>alerta</w:t>
      </w:r>
    </w:p>
    <w:p w14:paraId="0028035A" w14:textId="77777777" w:rsidR="009E7A4D" w:rsidRPr="00850379" w:rsidRDefault="009E7A4D" w:rsidP="009E7A4D">
      <w:pPr>
        <w:tabs>
          <w:tab w:val="left" w:pos="7938"/>
        </w:tabs>
        <w:suppressAutoHyphens w:val="0"/>
        <w:spacing w:line="240" w:lineRule="auto"/>
        <w:ind w:left="2268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en caso de contaminación accidental del agua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3C192303" w14:textId="77777777" w:rsidR="009E7A4D" w:rsidRPr="00850379" w:rsidRDefault="009E7A4D" w:rsidP="009E7A4D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Otras (</w:t>
      </w:r>
      <w:r w:rsidRPr="00850379">
        <w:rPr>
          <w:i/>
          <w:lang w:val="es-ES_tradnl"/>
        </w:rPr>
        <w:t>por favor, enumérelas</w:t>
      </w:r>
      <w:r w:rsidRPr="00850379">
        <w:rPr>
          <w:lang w:val="es-ES_tradnl"/>
        </w:rPr>
        <w:t>): [rellene]</w:t>
      </w:r>
    </w:p>
    <w:p w14:paraId="2B610EED" w14:textId="77777777" w:rsidR="009E7A4D" w:rsidRPr="00850379" w:rsidRDefault="009E7A4D" w:rsidP="009E7A4D">
      <w:pPr>
        <w:tabs>
          <w:tab w:val="left" w:pos="7938"/>
        </w:tabs>
        <w:spacing w:after="120" w:line="220" w:lineRule="atLeast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No se adoptaron medidas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586682C" w14:textId="77777777" w:rsidR="009E7A4D" w:rsidRPr="00850379" w:rsidRDefault="009E7A4D" w:rsidP="009E7A4D">
      <w:pPr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i/>
          <w:lang w:val="es-ES_tradnl"/>
        </w:rPr>
        <w:tab/>
        <w:t xml:space="preserve">En caso negativo, ¿por qué no? ¿Qué dificultades encuentra su país para articular tales medidas?: </w:t>
      </w:r>
      <w:r w:rsidRPr="00850379">
        <w:rPr>
          <w:lang w:val="es-ES_tradnl"/>
        </w:rPr>
        <w:t>[rellene]</w:t>
      </w:r>
      <w:r w:rsidRPr="00850379">
        <w:rPr>
          <w:i/>
          <w:lang w:val="es-ES_tradnl"/>
        </w:rPr>
        <w:t xml:space="preserve"> </w:t>
      </w:r>
    </w:p>
    <w:p w14:paraId="11ADE9AF" w14:textId="3270EF63" w:rsidR="009E7A4D" w:rsidRPr="00850379" w:rsidRDefault="004D2558" w:rsidP="009E7A4D">
      <w:pPr>
        <w:spacing w:after="120" w:line="220" w:lineRule="atLeast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t>11.</w:t>
      </w:r>
      <w:r w:rsidRPr="00850379">
        <w:rPr>
          <w:lang w:val="es-ES_tradnl"/>
        </w:rPr>
        <w:tab/>
      </w:r>
      <w:r w:rsidR="009E7A4D" w:rsidRPr="00850379">
        <w:rPr>
          <w:lang w:val="es-ES_tradnl"/>
        </w:rPr>
        <w:t xml:space="preserve">¿Cuáles son las medidas adoptadas para prevenir o limitar el impacto transfronterizo de </w:t>
      </w:r>
      <w:r w:rsidR="00C40968" w:rsidRPr="00850379">
        <w:rPr>
          <w:lang w:val="es-ES_tradnl"/>
        </w:rPr>
        <w:t xml:space="preserve">los </w:t>
      </w:r>
      <w:r w:rsidR="009E7A4D" w:rsidRPr="00850379">
        <w:rPr>
          <w:lang w:val="es-ES_tradnl"/>
        </w:rPr>
        <w:t>fenómenos meteorológicos extremos y del cambio climático?</w:t>
      </w:r>
    </w:p>
    <w:p w14:paraId="57EAA2AF" w14:textId="77777777" w:rsidR="009E7A4D" w:rsidRPr="00850379" w:rsidRDefault="009E7A4D" w:rsidP="009E7A4D">
      <w:pPr>
        <w:tabs>
          <w:tab w:val="left" w:pos="7938"/>
        </w:tabs>
        <w:suppressAutoHyphens w:val="0"/>
        <w:spacing w:after="120" w:line="240" w:lineRule="auto"/>
        <w:ind w:left="2268" w:right="1134" w:hanging="141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Notificación y comunicación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5F6FF1AF" w14:textId="1A04753C" w:rsidR="009E7A4D" w:rsidRPr="00850379" w:rsidRDefault="009E7A4D" w:rsidP="009E7A4D">
      <w:pPr>
        <w:tabs>
          <w:tab w:val="left" w:pos="7938"/>
        </w:tabs>
        <w:suppressAutoHyphens w:val="0"/>
        <w:spacing w:after="120" w:line="240" w:lineRule="auto"/>
        <w:ind w:left="2127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/>
        </w:rPr>
        <w:t xml:space="preserve">Sistema de </w:t>
      </w:r>
      <w:r w:rsidR="00C40968" w:rsidRPr="00850379">
        <w:rPr>
          <w:color w:val="000000" w:themeColor="text1"/>
          <w:lang w:val="es-ES_tradnl"/>
        </w:rPr>
        <w:t xml:space="preserve">alerta </w:t>
      </w:r>
      <w:r w:rsidRPr="00850379">
        <w:rPr>
          <w:color w:val="000000" w:themeColor="text1"/>
          <w:lang w:val="es-ES_tradnl"/>
        </w:rPr>
        <w:t>coordinado o conjunto para las inundaciones</w:t>
      </w:r>
      <w:r w:rsidRPr="00850379">
        <w:rPr>
          <w:color w:val="000000" w:themeColor="text1"/>
          <w:lang w:val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6497A5CE" w14:textId="38123AD1" w:rsidR="009E7A4D" w:rsidRPr="00850379" w:rsidRDefault="009E7A4D" w:rsidP="009E7A4D">
      <w:pPr>
        <w:tabs>
          <w:tab w:val="left" w:pos="7938"/>
        </w:tabs>
        <w:suppressAutoHyphens w:val="0"/>
        <w:spacing w:after="120" w:line="240" w:lineRule="auto"/>
        <w:ind w:left="2127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Sistema de </w:t>
      </w:r>
      <w:r w:rsidR="00C40968" w:rsidRPr="00850379">
        <w:rPr>
          <w:color w:val="000000" w:themeColor="text1"/>
          <w:lang w:val="es-ES_tradnl" w:eastAsia="es-ES_tradnl"/>
        </w:rPr>
        <w:t xml:space="preserve">alerta </w:t>
      </w:r>
      <w:r w:rsidRPr="00850379">
        <w:rPr>
          <w:color w:val="000000" w:themeColor="text1"/>
          <w:lang w:val="es-ES_tradnl"/>
        </w:rPr>
        <w:t xml:space="preserve">coordinado o conjunto </w:t>
      </w:r>
      <w:r w:rsidRPr="00850379">
        <w:rPr>
          <w:color w:val="000000" w:themeColor="text1"/>
          <w:lang w:val="es-ES_tradnl" w:eastAsia="es-ES_tradnl"/>
        </w:rPr>
        <w:t>para las sequías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28C0CADF" w14:textId="77777777" w:rsidR="009E7A4D" w:rsidRPr="00850379" w:rsidRDefault="009E7A4D" w:rsidP="009E7A4D">
      <w:pPr>
        <w:tabs>
          <w:tab w:val="left" w:pos="7938"/>
        </w:tabs>
        <w:suppressAutoHyphens w:val="0"/>
        <w:spacing w:after="120" w:line="240" w:lineRule="auto"/>
        <w:ind w:left="2268" w:right="1134" w:hanging="141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Estrategia conjunta de adaptación al cambio climático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07338A3B" w14:textId="77777777" w:rsidR="009E7A4D" w:rsidRPr="00850379" w:rsidRDefault="009E7A4D" w:rsidP="009E7A4D">
      <w:pPr>
        <w:tabs>
          <w:tab w:val="left" w:pos="7938"/>
        </w:tabs>
        <w:suppressAutoHyphens w:val="0"/>
        <w:spacing w:after="120" w:line="240" w:lineRule="auto"/>
        <w:ind w:left="2268" w:right="1134" w:hanging="141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Estrategia conjunta de reducción del riesgo de desastres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5F4ABC45" w14:textId="77777777" w:rsidR="009E7A4D" w:rsidRPr="00850379" w:rsidRDefault="009E7A4D" w:rsidP="009E7A4D">
      <w:pPr>
        <w:spacing w:after="120" w:line="220" w:lineRule="atLeast"/>
        <w:ind w:left="1560" w:right="1134" w:firstLine="567"/>
        <w:jc w:val="both"/>
        <w:rPr>
          <w:lang w:val="es-ES_tradnl"/>
        </w:rPr>
      </w:pPr>
      <w:r w:rsidRPr="00850379">
        <w:rPr>
          <w:lang w:val="es-ES_tradnl"/>
        </w:rPr>
        <w:t>Otras (</w:t>
      </w:r>
      <w:r w:rsidRPr="00850379">
        <w:rPr>
          <w:i/>
          <w:lang w:val="es-ES_tradnl"/>
        </w:rPr>
        <w:t>por favor, enumérelas</w:t>
      </w:r>
      <w:r w:rsidRPr="00850379">
        <w:rPr>
          <w:lang w:val="es-ES_tradnl"/>
        </w:rPr>
        <w:t>): [rellene]</w:t>
      </w:r>
    </w:p>
    <w:p w14:paraId="51257DCE" w14:textId="77777777" w:rsidR="009E7A4D" w:rsidRPr="00850379" w:rsidRDefault="009E7A4D" w:rsidP="009E7A4D">
      <w:pPr>
        <w:tabs>
          <w:tab w:val="left" w:pos="7938"/>
        </w:tabs>
        <w:suppressAutoHyphens w:val="0"/>
        <w:spacing w:after="120" w:line="240" w:lineRule="auto"/>
        <w:ind w:left="2268" w:right="1134" w:hanging="141"/>
        <w:jc w:val="both"/>
        <w:rPr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No se adoptaron medidas</w:t>
      </w:r>
      <w:r w:rsidRPr="00850379">
        <w:rPr>
          <w:lang w:val="es-ES_tradnl" w:eastAsia="es-ES_tradnl"/>
        </w:rPr>
        <w:tab/>
      </w:r>
      <w:r w:rsidRPr="00850379">
        <w:rPr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 w:eastAsia="es-ES_tradnl"/>
        </w:rPr>
        <w:instrText xml:space="preserve"> FORMCHECKBOX </w:instrText>
      </w:r>
      <w:r w:rsidR="005707D5">
        <w:rPr>
          <w:lang w:val="es-ES_tradnl" w:eastAsia="es-ES_tradnl"/>
        </w:rPr>
      </w:r>
      <w:r w:rsidR="005707D5">
        <w:rPr>
          <w:lang w:val="es-ES_tradnl" w:eastAsia="es-ES_tradnl"/>
        </w:rPr>
        <w:fldChar w:fldCharType="separate"/>
      </w:r>
      <w:r w:rsidRPr="00850379">
        <w:rPr>
          <w:lang w:val="es-ES_tradnl" w:eastAsia="es-ES_tradnl"/>
        </w:rPr>
        <w:fldChar w:fldCharType="end"/>
      </w:r>
    </w:p>
    <w:p w14:paraId="1F47B40F" w14:textId="3049AE91" w:rsidR="004D2558" w:rsidRPr="00850379" w:rsidRDefault="009E7A4D" w:rsidP="009E7A4D">
      <w:pPr>
        <w:spacing w:after="120" w:line="220" w:lineRule="atLeast"/>
        <w:ind w:left="2127" w:right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 xml:space="preserve">En caso negativo, ¿por qué no? ¿Qué dificultades enfrenta su país para poner en marcha dichas medidas?: </w:t>
      </w:r>
      <w:r w:rsidRPr="00850379">
        <w:rPr>
          <w:lang w:val="es-ES_tradnl"/>
        </w:rPr>
        <w:t>[rellene]</w:t>
      </w:r>
    </w:p>
    <w:p w14:paraId="354AA5D5" w14:textId="77777777" w:rsidR="009E7A4D" w:rsidRPr="00850379" w:rsidRDefault="004D2558" w:rsidP="009E7A4D">
      <w:pPr>
        <w:spacing w:after="120" w:line="220" w:lineRule="atLeast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12.</w:t>
      </w:r>
      <w:r w:rsidRPr="00850379">
        <w:rPr>
          <w:lang w:val="es-ES_tradnl"/>
        </w:rPr>
        <w:tab/>
      </w:r>
      <w:r w:rsidR="009E7A4D" w:rsidRPr="00850379">
        <w:rPr>
          <w:lang w:val="es-ES_tradnl"/>
        </w:rPr>
        <w:t>¿Existen procedimientos sobre asistencia mutua en caso de que se produzcan situaciones críticas?</w:t>
      </w:r>
    </w:p>
    <w:p w14:paraId="0BC8BD6A" w14:textId="29718094" w:rsidR="009E7A4D" w:rsidRPr="00850379" w:rsidRDefault="00925632" w:rsidP="003B4C4E">
      <w:pPr>
        <w:spacing w:after="120" w:line="220" w:lineRule="atLeast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9E7A4D" w:rsidRPr="00850379">
        <w:rPr>
          <w:lang w:val="es-ES_tradnl"/>
        </w:rPr>
        <w:t xml:space="preserve">Sí </w:t>
      </w:r>
      <w:r w:rsidR="009E7A4D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E7A4D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9E7A4D" w:rsidRPr="00850379">
        <w:rPr>
          <w:lang w:val="es-ES_tradnl"/>
        </w:rPr>
        <w:fldChar w:fldCharType="end"/>
      </w:r>
      <w:r w:rsidR="009E7A4D" w:rsidRPr="00850379">
        <w:rPr>
          <w:lang w:val="es-ES_tradnl"/>
        </w:rPr>
        <w:t xml:space="preserve">/No </w:t>
      </w:r>
      <w:r w:rsidR="009E7A4D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E7A4D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9E7A4D" w:rsidRPr="00850379">
        <w:rPr>
          <w:lang w:val="es-ES_tradnl"/>
        </w:rPr>
        <w:fldChar w:fldCharType="end"/>
      </w:r>
    </w:p>
    <w:p w14:paraId="0A775AE6" w14:textId="6466DDF1" w:rsidR="004D2558" w:rsidRPr="00850379" w:rsidRDefault="009E7A4D" w:rsidP="009E7A4D">
      <w:pPr>
        <w:spacing w:after="120" w:line="220" w:lineRule="atLeast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Pr="00850379">
        <w:rPr>
          <w:i/>
          <w:lang w:val="es-ES_tradnl"/>
        </w:rPr>
        <w:t xml:space="preserve">En caso afirmativo, por favor, proporcione un breve resumen: </w:t>
      </w:r>
      <w:r w:rsidRPr="00850379">
        <w:rPr>
          <w:lang w:val="es-ES_tradnl"/>
        </w:rPr>
        <w:t>[rellene]</w:t>
      </w:r>
    </w:p>
    <w:p w14:paraId="44C2C3C6" w14:textId="7A3FFE3F" w:rsidR="009E7A4D" w:rsidRPr="00850379" w:rsidRDefault="004D2558" w:rsidP="009E7A4D">
      <w:pPr>
        <w:spacing w:after="120" w:line="220" w:lineRule="atLeast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t>13.</w:t>
      </w:r>
      <w:r w:rsidRPr="00850379">
        <w:rPr>
          <w:lang w:val="es-ES_tradnl"/>
        </w:rPr>
        <w:tab/>
      </w:r>
      <w:r w:rsidR="009E7A4D" w:rsidRPr="00850379">
        <w:rPr>
          <w:lang w:val="es-ES_tradnl"/>
        </w:rPr>
        <w:t xml:space="preserve">¿Están el público o las partes interesadas relevantes involucradas en la gestión de las aguas transfronterizas de la cuenca, </w:t>
      </w:r>
      <w:r w:rsidR="00793067" w:rsidRPr="00850379">
        <w:rPr>
          <w:lang w:val="es-ES_tradnl"/>
        </w:rPr>
        <w:t>subcuenca</w:t>
      </w:r>
      <w:r w:rsidR="009E7A4D" w:rsidRPr="00850379">
        <w:rPr>
          <w:lang w:val="es-ES_tradnl"/>
        </w:rPr>
        <w:t xml:space="preserve">, parte de </w:t>
      </w:r>
      <w:r w:rsidR="00FA5EC2" w:rsidRPr="00850379">
        <w:rPr>
          <w:lang w:val="es-ES_tradnl"/>
        </w:rPr>
        <w:t xml:space="preserve">la </w:t>
      </w:r>
      <w:r w:rsidR="009E7A4D" w:rsidRPr="00850379">
        <w:rPr>
          <w:lang w:val="es-ES_tradnl"/>
        </w:rPr>
        <w:t xml:space="preserve">cuenca o </w:t>
      </w:r>
      <w:r w:rsidR="00FA5EC2" w:rsidRPr="00850379">
        <w:rPr>
          <w:lang w:val="es-ES_tradnl"/>
        </w:rPr>
        <w:t>d</w:t>
      </w:r>
      <w:r w:rsidR="009E7A4D" w:rsidRPr="00850379">
        <w:rPr>
          <w:lang w:val="es-ES_tradnl"/>
        </w:rPr>
        <w:t>el grupo de cuencas?</w:t>
      </w:r>
    </w:p>
    <w:p w14:paraId="7EDD5B44" w14:textId="1B15AC6C" w:rsidR="009E7A4D" w:rsidRPr="00850379" w:rsidRDefault="00925632" w:rsidP="003B4C4E">
      <w:pPr>
        <w:spacing w:after="120" w:line="220" w:lineRule="atLeast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9E7A4D" w:rsidRPr="00850379">
        <w:rPr>
          <w:lang w:val="es-ES_tradnl"/>
        </w:rPr>
        <w:t xml:space="preserve">Sí </w:t>
      </w:r>
      <w:r w:rsidR="009E7A4D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E7A4D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9E7A4D" w:rsidRPr="00850379">
        <w:rPr>
          <w:lang w:val="es-ES_tradnl"/>
        </w:rPr>
        <w:fldChar w:fldCharType="end"/>
      </w:r>
      <w:r w:rsidR="009E7A4D" w:rsidRPr="00850379">
        <w:rPr>
          <w:lang w:val="es-ES_tradnl"/>
        </w:rPr>
        <w:t xml:space="preserve">/No </w:t>
      </w:r>
      <w:r w:rsidR="009E7A4D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E7A4D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9E7A4D" w:rsidRPr="00850379">
        <w:rPr>
          <w:lang w:val="es-ES_tradnl"/>
        </w:rPr>
        <w:fldChar w:fldCharType="end"/>
      </w:r>
    </w:p>
    <w:p w14:paraId="0D0345D4" w14:textId="77777777" w:rsidR="009E7A4D" w:rsidRPr="00850379" w:rsidRDefault="009E7A4D" w:rsidP="009E7A4D">
      <w:pPr>
        <w:spacing w:after="120" w:line="220" w:lineRule="atLeast"/>
        <w:ind w:left="1701" w:right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 xml:space="preserve">En caso afirmativo, ¿cómo? (por favor, marque las casillas según corresponda) </w:t>
      </w:r>
    </w:p>
    <w:p w14:paraId="0111192B" w14:textId="77777777" w:rsidR="00231CE3" w:rsidRPr="00850379" w:rsidRDefault="00231CE3" w:rsidP="00231CE3">
      <w:pPr>
        <w:tabs>
          <w:tab w:val="left" w:pos="7938"/>
        </w:tabs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Disponibilidad de la información para el público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04AC19B1" w14:textId="77777777" w:rsidR="00231CE3" w:rsidRPr="00850379" w:rsidRDefault="00231CE3" w:rsidP="00231CE3">
      <w:pPr>
        <w:tabs>
          <w:tab w:val="left" w:pos="7938"/>
        </w:tabs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 xml:space="preserve">Celebración de consultas sobre las medidas previstas o los planes </w:t>
      </w:r>
    </w:p>
    <w:p w14:paraId="07FF2A97" w14:textId="404A7D0C" w:rsidR="00231CE3" w:rsidRPr="00850379" w:rsidRDefault="00231CE3" w:rsidP="00925632">
      <w:pPr>
        <w:tabs>
          <w:tab w:val="left" w:pos="7938"/>
        </w:tabs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hidrológicos de cuenca</w:t>
      </w:r>
      <w:r w:rsidRPr="00850379">
        <w:rPr>
          <w:sz w:val="18"/>
          <w:szCs w:val="18"/>
          <w:vertAlign w:val="superscript"/>
          <w:lang w:val="es-ES_tradnl"/>
        </w:rPr>
        <w:footnoteReference w:id="10"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35D50BA3" w14:textId="77777777" w:rsidR="00231CE3" w:rsidRPr="00850379" w:rsidRDefault="00231CE3" w:rsidP="00231CE3">
      <w:pPr>
        <w:tabs>
          <w:tab w:val="left" w:pos="7938"/>
        </w:tabs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Participación del público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92C483A" w14:textId="3BB1E0BF" w:rsidR="00231CE3" w:rsidRPr="00850379" w:rsidRDefault="00231CE3" w:rsidP="00231CE3">
      <w:pPr>
        <w:spacing w:after="120" w:line="220" w:lineRule="atLeast"/>
        <w:ind w:left="1701" w:right="1134"/>
        <w:jc w:val="both"/>
        <w:rPr>
          <w:i/>
          <w:lang w:val="es-ES_tradnl"/>
        </w:rPr>
      </w:pPr>
      <w:r w:rsidRPr="00850379">
        <w:rPr>
          <w:iCs/>
          <w:lang w:val="es-ES_tradnl"/>
        </w:rPr>
        <w:t xml:space="preserve">Participación en el órgano </w:t>
      </w:r>
      <w:r w:rsidR="000E507D" w:rsidRPr="00850379">
        <w:rPr>
          <w:iCs/>
          <w:lang w:val="es-ES_tradnl"/>
        </w:rPr>
        <w:t xml:space="preserve">o en el mecanismo </w:t>
      </w:r>
      <w:r w:rsidRPr="00850379">
        <w:rPr>
          <w:iCs/>
          <w:lang w:val="es-ES_tradnl"/>
        </w:rPr>
        <w:t xml:space="preserve">conjunto </w:t>
      </w:r>
      <w:r w:rsidRPr="00850379">
        <w:rPr>
          <w:i/>
          <w:lang w:val="es-ES_tradnl"/>
        </w:rPr>
        <w:t xml:space="preserve">(por favor marque las casillas apropiadas): </w:t>
      </w:r>
    </w:p>
    <w:tbl>
      <w:tblPr>
        <w:tblW w:w="6804" w:type="dxa"/>
        <w:tblInd w:w="1701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992"/>
        <w:gridCol w:w="992"/>
        <w:gridCol w:w="1134"/>
      </w:tblGrid>
      <w:tr w:rsidR="00231CE3" w:rsidRPr="00850379" w14:paraId="7DE4C340" w14:textId="77777777" w:rsidTr="00B16489">
        <w:trPr>
          <w:tblHeader/>
        </w:trPr>
        <w:tc>
          <w:tcPr>
            <w:tcW w:w="36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2DBB502" w14:textId="77777777" w:rsidR="00231CE3" w:rsidRPr="00850379" w:rsidRDefault="00231CE3" w:rsidP="00231CE3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val="es-ES_tradn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1BBE2B3" w14:textId="5F7E5BBC" w:rsidR="00231CE3" w:rsidRPr="00850379" w:rsidRDefault="00231CE3" w:rsidP="00B16489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Estatus de observador/ observadora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FF49FC2" w14:textId="0D921BF5" w:rsidR="00231CE3" w:rsidRPr="00850379" w:rsidRDefault="00231CE3" w:rsidP="00B16489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Papel consultivo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6A187D6" w14:textId="3947459E" w:rsidR="00231CE3" w:rsidRPr="00850379" w:rsidRDefault="00231CE3" w:rsidP="00B16489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sz w:val="16"/>
                <w:lang w:val="es-ES_tradnl"/>
              </w:rPr>
            </w:pPr>
            <w:r w:rsidRPr="00850379">
              <w:rPr>
                <w:i/>
                <w:sz w:val="16"/>
                <w:lang w:val="es-ES_tradnl"/>
              </w:rPr>
              <w:t>Papel decisorio</w:t>
            </w:r>
          </w:p>
        </w:tc>
      </w:tr>
      <w:tr w:rsidR="00231CE3" w:rsidRPr="00850379" w14:paraId="475AF23D" w14:textId="77777777" w:rsidTr="00B16489">
        <w:trPr>
          <w:trHeight w:hRule="exact" w:val="113"/>
          <w:tblHeader/>
        </w:trPr>
        <w:tc>
          <w:tcPr>
            <w:tcW w:w="3686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14:paraId="4C237C63" w14:textId="77777777" w:rsidR="00231CE3" w:rsidRPr="00850379" w:rsidRDefault="00231CE3" w:rsidP="00231CE3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val="es-ES_tradnl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14:paraId="0867D1D6" w14:textId="77777777" w:rsidR="00231CE3" w:rsidRPr="00850379" w:rsidRDefault="00231CE3" w:rsidP="00B16489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sz w:val="16"/>
                <w:lang w:val="es-ES_tradnl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14:paraId="11E9B97D" w14:textId="77777777" w:rsidR="00231CE3" w:rsidRPr="00850379" w:rsidRDefault="00231CE3" w:rsidP="00B16489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sz w:val="16"/>
                <w:lang w:val="es-ES_tradnl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14:paraId="4E7DB378" w14:textId="77777777" w:rsidR="00231CE3" w:rsidRPr="00850379" w:rsidRDefault="00231CE3" w:rsidP="00B16489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sz w:val="16"/>
                <w:lang w:val="es-ES_tradnl"/>
              </w:rPr>
            </w:pPr>
          </w:p>
        </w:tc>
      </w:tr>
      <w:tr w:rsidR="00231CE3" w:rsidRPr="00850379" w14:paraId="750E7969" w14:textId="77777777" w:rsidTr="00B16489">
        <w:tc>
          <w:tcPr>
            <w:tcW w:w="3686" w:type="dxa"/>
            <w:tcBorders>
              <w:top w:val="nil"/>
              <w:bottom w:val="nil"/>
            </w:tcBorders>
            <w:shd w:val="clear" w:color="auto" w:fill="auto"/>
          </w:tcPr>
          <w:p w14:paraId="070BDA5E" w14:textId="77777777" w:rsidR="00231CE3" w:rsidRPr="00850379" w:rsidRDefault="00231CE3" w:rsidP="00231CE3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>Organizaciones intergubernamentales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CC4F135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A666CC6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667BEC6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231CE3" w:rsidRPr="00850379" w14:paraId="28CC4E83" w14:textId="77777777" w:rsidTr="00B16489">
        <w:tc>
          <w:tcPr>
            <w:tcW w:w="3686" w:type="dxa"/>
            <w:tcBorders>
              <w:top w:val="nil"/>
              <w:bottom w:val="nil"/>
            </w:tcBorders>
            <w:shd w:val="clear" w:color="auto" w:fill="auto"/>
          </w:tcPr>
          <w:p w14:paraId="475495EC" w14:textId="77777777" w:rsidR="00231CE3" w:rsidRPr="00850379" w:rsidRDefault="00231CE3" w:rsidP="00231CE3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lastRenderedPageBreak/>
              <w:t>Organizaciones o asociaciones del sector privado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308646A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400FCA4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4E8FA03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231CE3" w:rsidRPr="00850379" w14:paraId="1FB903AC" w14:textId="77777777" w:rsidTr="00B16489">
        <w:tc>
          <w:tcPr>
            <w:tcW w:w="3686" w:type="dxa"/>
            <w:tcBorders>
              <w:top w:val="nil"/>
            </w:tcBorders>
            <w:shd w:val="clear" w:color="auto" w:fill="auto"/>
          </w:tcPr>
          <w:p w14:paraId="40ECB029" w14:textId="77777777" w:rsidR="00231CE3" w:rsidRPr="00850379" w:rsidRDefault="00231CE3" w:rsidP="00231CE3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>Grupos o asociaciones de usuarios y usuarias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532EF40D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4B558AC9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14:paraId="2BBA28B9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231CE3" w:rsidRPr="00850379" w14:paraId="5D1D444E" w14:textId="77777777" w:rsidTr="00B16489">
        <w:tc>
          <w:tcPr>
            <w:tcW w:w="3686" w:type="dxa"/>
            <w:tcBorders>
              <w:bottom w:val="nil"/>
            </w:tcBorders>
            <w:shd w:val="clear" w:color="auto" w:fill="auto"/>
          </w:tcPr>
          <w:p w14:paraId="17CE9562" w14:textId="565852B2" w:rsidR="00231CE3" w:rsidRPr="00850379" w:rsidDel="00C22EF3" w:rsidRDefault="00231CE3" w:rsidP="00231CE3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 xml:space="preserve">Organizaciones o grupos no gubernamentales </w:t>
            </w:r>
            <w:r w:rsidR="00F83BBE" w:rsidRPr="00850379">
              <w:rPr>
                <w:lang w:val="es-ES_tradnl"/>
              </w:rPr>
              <w:t>ambientales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bottom"/>
          </w:tcPr>
          <w:p w14:paraId="6B459768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bottom"/>
          </w:tcPr>
          <w:p w14:paraId="67CE6392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bottom"/>
          </w:tcPr>
          <w:p w14:paraId="73CEBC5D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231CE3" w:rsidRPr="00850379" w14:paraId="7E08FB94" w14:textId="77777777" w:rsidTr="00B16489">
        <w:tc>
          <w:tcPr>
            <w:tcW w:w="3686" w:type="dxa"/>
            <w:tcBorders>
              <w:top w:val="nil"/>
              <w:bottom w:val="nil"/>
            </w:tcBorders>
            <w:shd w:val="clear" w:color="auto" w:fill="auto"/>
          </w:tcPr>
          <w:p w14:paraId="46D23C60" w14:textId="77777777" w:rsidR="00231CE3" w:rsidRPr="00850379" w:rsidRDefault="00231CE3" w:rsidP="00231CE3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 xml:space="preserve">Organizaciones o grupos de mujeres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A631920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6C7A9D5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4CB159E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231CE3" w:rsidRPr="00850379" w14:paraId="145DDDA6" w14:textId="77777777" w:rsidTr="00B16489">
        <w:tc>
          <w:tcPr>
            <w:tcW w:w="3686" w:type="dxa"/>
            <w:tcBorders>
              <w:top w:val="nil"/>
            </w:tcBorders>
            <w:shd w:val="clear" w:color="auto" w:fill="auto"/>
          </w:tcPr>
          <w:p w14:paraId="39A84AE9" w14:textId="77777777" w:rsidR="00231CE3" w:rsidRPr="00850379" w:rsidRDefault="00231CE3" w:rsidP="00231CE3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>Organizaciones o grupos de pueblos indígenas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084EA716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4C6CB3AF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14:paraId="01361F5D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231CE3" w:rsidRPr="00850379" w14:paraId="1D6292DD" w14:textId="77777777" w:rsidTr="00B16489">
        <w:tc>
          <w:tcPr>
            <w:tcW w:w="3686" w:type="dxa"/>
            <w:tcBorders>
              <w:top w:val="nil"/>
            </w:tcBorders>
            <w:shd w:val="clear" w:color="auto" w:fill="auto"/>
          </w:tcPr>
          <w:p w14:paraId="700CD8E2" w14:textId="77777777" w:rsidR="00231CE3" w:rsidRPr="00850379" w:rsidRDefault="00231CE3" w:rsidP="00231CE3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 xml:space="preserve">Organizaciones o grupos de jóvenes 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37E9488E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0B9147C8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14:paraId="5F7B6F1D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231CE3" w:rsidRPr="00850379" w14:paraId="5AAAFA0A" w14:textId="77777777" w:rsidTr="00B16489">
        <w:tc>
          <w:tcPr>
            <w:tcW w:w="3686" w:type="dxa"/>
            <w:tcBorders>
              <w:top w:val="nil"/>
            </w:tcBorders>
            <w:shd w:val="clear" w:color="auto" w:fill="auto"/>
          </w:tcPr>
          <w:p w14:paraId="69A8EE44" w14:textId="77777777" w:rsidR="00231CE3" w:rsidRPr="00850379" w:rsidRDefault="00231CE3" w:rsidP="00231CE3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>Instituciones académicas o de investigación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10C99992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21153AFA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14:paraId="4684407E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231CE3" w:rsidRPr="00850379" w14:paraId="4FC0BFD1" w14:textId="77777777" w:rsidTr="00B16489">
        <w:tc>
          <w:tcPr>
            <w:tcW w:w="3686" w:type="dxa"/>
            <w:tcBorders>
              <w:top w:val="nil"/>
            </w:tcBorders>
            <w:shd w:val="clear" w:color="auto" w:fill="auto"/>
          </w:tcPr>
          <w:p w14:paraId="6C472A6C" w14:textId="77777777" w:rsidR="00231CE3" w:rsidRPr="00850379" w:rsidRDefault="00231CE3" w:rsidP="00231CE3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>Otras organizaciones no gubernamentales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01335472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293B3969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14:paraId="60163A20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231CE3" w:rsidRPr="00850379" w14:paraId="2F4381AB" w14:textId="77777777" w:rsidTr="00B16489">
        <w:tc>
          <w:tcPr>
            <w:tcW w:w="3686" w:type="dxa"/>
            <w:tcBorders>
              <w:top w:val="nil"/>
            </w:tcBorders>
            <w:shd w:val="clear" w:color="auto" w:fill="auto"/>
          </w:tcPr>
          <w:p w14:paraId="308BA385" w14:textId="77777777" w:rsidR="00231CE3" w:rsidRPr="00850379" w:rsidRDefault="00231CE3" w:rsidP="00231CE3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 xml:space="preserve">Público en general 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780D030C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263AEC7B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14:paraId="3D8EEDBF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  <w:tr w:rsidR="00231CE3" w:rsidRPr="00850379" w14:paraId="1F794D85" w14:textId="77777777" w:rsidTr="00B16489">
        <w:tc>
          <w:tcPr>
            <w:tcW w:w="3686" w:type="dxa"/>
            <w:tcBorders>
              <w:top w:val="nil"/>
            </w:tcBorders>
            <w:shd w:val="clear" w:color="auto" w:fill="auto"/>
          </w:tcPr>
          <w:p w14:paraId="4BD24953" w14:textId="77777777" w:rsidR="00231CE3" w:rsidRPr="00850379" w:rsidRDefault="00231CE3" w:rsidP="00231CE3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 xml:space="preserve">Otros </w:t>
            </w:r>
          </w:p>
          <w:p w14:paraId="5D53C493" w14:textId="04099FA4" w:rsidR="00231CE3" w:rsidRPr="00850379" w:rsidRDefault="00231CE3" w:rsidP="00231CE3">
            <w:pPr>
              <w:suppressAutoHyphens w:val="0"/>
              <w:spacing w:before="40" w:after="120" w:line="220" w:lineRule="exact"/>
              <w:ind w:right="113"/>
              <w:rPr>
                <w:lang w:val="es-ES_tradnl"/>
              </w:rPr>
            </w:pPr>
            <w:r w:rsidRPr="00850379">
              <w:rPr>
                <w:lang w:val="es-ES_tradnl"/>
              </w:rPr>
              <w:tab/>
              <w:t>por favor, descríbalos</w:t>
            </w:r>
            <w:r w:rsidR="00E4216A" w:rsidRPr="00850379">
              <w:rPr>
                <w:lang w:val="es-ES_tradnl"/>
              </w:rPr>
              <w:t>:</w:t>
            </w:r>
            <w:r w:rsidRPr="00850379">
              <w:rPr>
                <w:lang w:val="es-ES_tradnl"/>
              </w:rPr>
              <w:t xml:space="preserve"> [rellene]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71A929EB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14:paraId="01BA1981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14:paraId="5B712A86" w14:textId="77777777" w:rsidR="00231CE3" w:rsidRPr="00850379" w:rsidRDefault="00231CE3" w:rsidP="00B16489">
            <w:pPr>
              <w:suppressAutoHyphens w:val="0"/>
              <w:spacing w:before="40" w:after="120" w:line="220" w:lineRule="exact"/>
              <w:ind w:right="113"/>
              <w:jc w:val="center"/>
              <w:rPr>
                <w:lang w:val="es-ES_tradnl"/>
              </w:rPr>
            </w:pPr>
            <w:r w:rsidRPr="00850379">
              <w:rPr>
                <w:lang w:val="es-ES_trad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379">
              <w:rPr>
                <w:lang w:val="es-ES_tradnl"/>
              </w:rPr>
              <w:instrText xml:space="preserve"> FORMCHECKBOX </w:instrText>
            </w:r>
            <w:r w:rsidR="005707D5">
              <w:rPr>
                <w:lang w:val="es-ES_tradnl"/>
              </w:rPr>
            </w:r>
            <w:r w:rsidR="005707D5">
              <w:rPr>
                <w:lang w:val="es-ES_tradnl"/>
              </w:rPr>
              <w:fldChar w:fldCharType="separate"/>
            </w:r>
            <w:r w:rsidRPr="00850379">
              <w:rPr>
                <w:lang w:val="es-ES_tradnl"/>
              </w:rPr>
              <w:fldChar w:fldCharType="end"/>
            </w:r>
          </w:p>
        </w:tc>
      </w:tr>
    </w:tbl>
    <w:p w14:paraId="0B9FB4F2" w14:textId="77777777" w:rsidR="00231CE3" w:rsidRPr="00850379" w:rsidRDefault="00231CE3" w:rsidP="00231CE3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val="es-ES_tradnl"/>
        </w:rPr>
      </w:pPr>
    </w:p>
    <w:p w14:paraId="74A393EC" w14:textId="7CE8AE29" w:rsidR="009E7A4D" w:rsidRPr="00850379" w:rsidRDefault="009E7A4D" w:rsidP="009E7A4D">
      <w:pPr>
        <w:tabs>
          <w:tab w:val="left" w:pos="7938"/>
        </w:tabs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Otros (</w:t>
      </w:r>
      <w:r w:rsidRPr="00850379">
        <w:rPr>
          <w:i/>
          <w:lang w:val="es-ES_tradnl"/>
        </w:rPr>
        <w:t>por favor especifique</w:t>
      </w:r>
      <w:r w:rsidR="003652BC" w:rsidRPr="00850379">
        <w:rPr>
          <w:i/>
          <w:lang w:val="es-ES_tradnl"/>
        </w:rPr>
        <w:t xml:space="preserve"> si hay otros tipos de participación</w:t>
      </w:r>
      <w:r w:rsidRPr="00850379">
        <w:rPr>
          <w:lang w:val="es-ES_tradnl"/>
        </w:rPr>
        <w:t>): [rellene]</w:t>
      </w:r>
    </w:p>
    <w:p w14:paraId="28634FBA" w14:textId="0E1FCA61" w:rsidR="00BC4F42" w:rsidRDefault="00BC4F42" w:rsidP="00B7512C">
      <w:pPr>
        <w:spacing w:after="120"/>
        <w:ind w:right="1134"/>
        <w:jc w:val="both"/>
        <w:rPr>
          <w:lang w:val="es-ES_tradnl"/>
        </w:rPr>
      </w:pPr>
    </w:p>
    <w:tbl>
      <w:tblPr>
        <w:tblW w:w="0" w:type="auto"/>
        <w:jc w:val="center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4"/>
      </w:tblGrid>
      <w:tr w:rsidR="00B7512C" w:rsidRPr="00B7512C" w14:paraId="39AC6476" w14:textId="77777777" w:rsidTr="00B63635">
        <w:trPr>
          <w:jc w:val="center"/>
        </w:trPr>
        <w:tc>
          <w:tcPr>
            <w:tcW w:w="7654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142" w:type="dxa"/>
              <w:right w:w="142" w:type="dxa"/>
            </w:tcMar>
          </w:tcPr>
          <w:p w14:paraId="150D48BE" w14:textId="77777777" w:rsidR="00B7512C" w:rsidRPr="00850379" w:rsidRDefault="00B7512C" w:rsidP="00EA45A5">
            <w:pPr>
              <w:spacing w:after="120"/>
              <w:jc w:val="both"/>
              <w:rPr>
                <w:lang w:val="es-ES_tradnl"/>
              </w:rPr>
            </w:pPr>
            <w:r w:rsidRPr="00850379">
              <w:rPr>
                <w:b/>
                <w:lang w:val="es-ES_tradnl"/>
              </w:rPr>
              <w:t>Por favor asegúrese de completar la sección II para cada una de las cuencas, la subcuenca, la parte de la cuenca o el grupo de cuencas transfronterizas. Si los hubiera, recuerde también, por favor, adjuntar las copias de los acuerdos o arreglos.</w:t>
            </w:r>
          </w:p>
        </w:tc>
      </w:tr>
      <w:tr w:rsidR="00B7512C" w:rsidRPr="00B7512C" w14:paraId="249B8016" w14:textId="77777777" w:rsidTr="00EA45A5">
        <w:trPr>
          <w:trHeight w:hRule="exact" w:val="20"/>
          <w:jc w:val="center"/>
        </w:trPr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2596C8A1" w14:textId="77777777" w:rsidR="00B7512C" w:rsidRPr="00850379" w:rsidRDefault="00B7512C" w:rsidP="00EA45A5">
            <w:pPr>
              <w:suppressAutoHyphens w:val="0"/>
              <w:spacing w:line="240" w:lineRule="auto"/>
              <w:rPr>
                <w:lang w:val="es-ES_tradnl"/>
              </w:rPr>
            </w:pPr>
          </w:p>
        </w:tc>
      </w:tr>
    </w:tbl>
    <w:p w14:paraId="434AD809" w14:textId="77777777" w:rsidR="00B7512C" w:rsidRPr="00B7512C" w:rsidRDefault="00B7512C" w:rsidP="00B132FC">
      <w:pPr>
        <w:spacing w:after="120"/>
        <w:ind w:left="1418" w:right="1134"/>
        <w:jc w:val="both"/>
        <w:rPr>
          <w:lang w:val="es-ES"/>
        </w:rPr>
      </w:pPr>
    </w:p>
    <w:p w14:paraId="06A6AAD2" w14:textId="77777777" w:rsidR="00BC4F42" w:rsidRPr="00850379" w:rsidRDefault="00BC4F42">
      <w:pPr>
        <w:suppressAutoHyphens w:val="0"/>
        <w:spacing w:line="240" w:lineRule="auto"/>
        <w:rPr>
          <w:lang w:val="es-ES_tradnl"/>
        </w:rPr>
      </w:pPr>
      <w:r w:rsidRPr="00850379">
        <w:rPr>
          <w:lang w:val="es-ES_tradnl"/>
        </w:rPr>
        <w:br w:type="page"/>
      </w:r>
    </w:p>
    <w:p w14:paraId="2FC5A01F" w14:textId="05CDFDDD" w:rsidR="004D2558" w:rsidRPr="00850379" w:rsidRDefault="004D2558" w:rsidP="00D24D75">
      <w:pPr>
        <w:pStyle w:val="H23G"/>
        <w:rPr>
          <w:lang w:val="es-ES_tradnl"/>
        </w:rPr>
      </w:pPr>
      <w:r w:rsidRPr="00850379">
        <w:rPr>
          <w:lang w:val="es-ES_tradnl"/>
        </w:rPr>
        <w:lastRenderedPageBreak/>
        <w:tab/>
        <w:t>III.</w:t>
      </w:r>
      <w:r w:rsidRPr="00850379">
        <w:rPr>
          <w:lang w:val="es-ES_tradnl"/>
        </w:rPr>
        <w:tab/>
      </w:r>
      <w:r w:rsidR="005337D7" w:rsidRPr="00850379">
        <w:rPr>
          <w:lang w:val="es-ES_tradnl"/>
        </w:rPr>
        <w:t>Gestión hídrica a nivel nacional</w:t>
      </w:r>
    </w:p>
    <w:p w14:paraId="4B9C919D" w14:textId="40A76AF7" w:rsidR="004D2558" w:rsidRPr="00850379" w:rsidRDefault="005337D7" w:rsidP="004D2558">
      <w:pPr>
        <w:spacing w:after="120"/>
        <w:ind w:left="1134" w:right="1134"/>
        <w:jc w:val="both"/>
        <w:rPr>
          <w:b/>
          <w:lang w:val="es-ES_tradnl"/>
        </w:rPr>
      </w:pPr>
      <w:r w:rsidRPr="00850379">
        <w:rPr>
          <w:lang w:val="es-ES_tradnl"/>
        </w:rPr>
        <w:t xml:space="preserve">En esta sección, se le solicita que </w:t>
      </w:r>
      <w:r w:rsidR="00A67B04" w:rsidRPr="00850379">
        <w:rPr>
          <w:lang w:val="es-ES_tradnl"/>
        </w:rPr>
        <w:t xml:space="preserve">proporcione </w:t>
      </w:r>
      <w:r w:rsidRPr="00850379">
        <w:rPr>
          <w:lang w:val="es-ES_tradnl"/>
        </w:rPr>
        <w:t xml:space="preserve">información general sobre la gestión del agua a nivel nacional en lo que se refiere a las aguas transfronterizas. La información sobre </w:t>
      </w:r>
      <w:r w:rsidR="00A67B04" w:rsidRPr="00850379">
        <w:rPr>
          <w:lang w:val="es-ES_tradnl"/>
        </w:rPr>
        <w:t xml:space="preserve">las </w:t>
      </w:r>
      <w:r w:rsidRPr="00850379">
        <w:rPr>
          <w:lang w:val="es-ES_tradnl"/>
        </w:rPr>
        <w:t xml:space="preserve">cuencas transfronterizas específicas, </w:t>
      </w:r>
      <w:r w:rsidR="00793067" w:rsidRPr="00850379">
        <w:rPr>
          <w:lang w:val="es-ES_tradnl"/>
        </w:rPr>
        <w:t>subcuencas</w:t>
      </w:r>
      <w:r w:rsidRPr="00850379">
        <w:rPr>
          <w:lang w:val="es-ES_tradnl"/>
        </w:rPr>
        <w:t xml:space="preserve">, parte de </w:t>
      </w:r>
      <w:r w:rsidR="0093270F" w:rsidRPr="00850379">
        <w:rPr>
          <w:lang w:val="es-ES_tradnl"/>
        </w:rPr>
        <w:t xml:space="preserve">la </w:t>
      </w:r>
      <w:r w:rsidRPr="00850379">
        <w:rPr>
          <w:lang w:val="es-ES_tradnl"/>
        </w:rPr>
        <w:t xml:space="preserve">cuenca y </w:t>
      </w:r>
      <w:r w:rsidR="00A67B04" w:rsidRPr="00850379">
        <w:rPr>
          <w:lang w:val="es-ES_tradnl"/>
        </w:rPr>
        <w:t xml:space="preserve">los </w:t>
      </w:r>
      <w:r w:rsidRPr="00850379">
        <w:rPr>
          <w:lang w:val="es-ES_tradnl"/>
        </w:rPr>
        <w:t>grupos de cuencas, debe presentar</w:t>
      </w:r>
      <w:r w:rsidR="00A67B04" w:rsidRPr="00850379">
        <w:rPr>
          <w:lang w:val="es-ES_tradnl"/>
        </w:rPr>
        <w:t>se</w:t>
      </w:r>
      <w:r w:rsidRPr="00850379">
        <w:rPr>
          <w:lang w:val="es-ES_tradnl"/>
        </w:rPr>
        <w:t xml:space="preserve"> en la sección II y no debe repetirse aquí.</w:t>
      </w:r>
      <w:r w:rsidR="004D2558" w:rsidRPr="00850379">
        <w:rPr>
          <w:lang w:val="es-ES_tradnl"/>
        </w:rPr>
        <w:t xml:space="preserve"> </w:t>
      </w:r>
    </w:p>
    <w:p w14:paraId="4924FA38" w14:textId="77777777" w:rsidR="005337D7" w:rsidRPr="00850379" w:rsidRDefault="004D2558" w:rsidP="005337D7">
      <w:pPr>
        <w:spacing w:after="120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t>1.</w:t>
      </w:r>
      <w:r w:rsidRPr="00850379">
        <w:rPr>
          <w:lang w:val="es-ES_tradnl"/>
        </w:rPr>
        <w:tab/>
      </w:r>
      <w:r w:rsidR="005337D7" w:rsidRPr="00850379">
        <w:rPr>
          <w:lang w:val="es-ES_tradnl"/>
        </w:rPr>
        <w:t>a)</w:t>
      </w:r>
      <w:r w:rsidR="005337D7" w:rsidRPr="00850379">
        <w:rPr>
          <w:lang w:val="es-ES_tradnl"/>
        </w:rPr>
        <w:tab/>
        <w:t xml:space="preserve">¿La legislación nacional de su país, las políticas, planes de acción y estrategias se refieren a medidas para prevenir, controlar y reducir cualquier impacto transfronterizo? </w:t>
      </w:r>
    </w:p>
    <w:p w14:paraId="2AA00459" w14:textId="2984781D" w:rsidR="005337D7" w:rsidRPr="00850379" w:rsidRDefault="00925632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5337D7" w:rsidRPr="00850379">
        <w:rPr>
          <w:lang w:val="es-ES_tradnl"/>
        </w:rPr>
        <w:t xml:space="preserve">Sí </w:t>
      </w:r>
      <w:r w:rsidR="005337D7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337D7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5337D7" w:rsidRPr="00850379">
        <w:rPr>
          <w:lang w:val="es-ES_tradnl"/>
        </w:rPr>
        <w:fldChar w:fldCharType="end"/>
      </w:r>
      <w:r w:rsidR="005337D7" w:rsidRPr="00850379">
        <w:rPr>
          <w:lang w:val="es-ES_tradnl"/>
        </w:rPr>
        <w:t xml:space="preserve">/No </w:t>
      </w:r>
      <w:r w:rsidR="005337D7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337D7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5337D7" w:rsidRPr="00850379">
        <w:rPr>
          <w:lang w:val="es-ES_tradnl"/>
        </w:rPr>
        <w:fldChar w:fldCharType="end"/>
      </w:r>
    </w:p>
    <w:p w14:paraId="57D3812E" w14:textId="71BF682F" w:rsidR="005337D7" w:rsidRPr="00850379" w:rsidRDefault="005337D7" w:rsidP="005337D7">
      <w:pPr>
        <w:spacing w:after="120"/>
        <w:ind w:left="1701" w:right="1134"/>
        <w:jc w:val="both"/>
        <w:rPr>
          <w:lang w:val="es-ES_tradnl"/>
        </w:rPr>
      </w:pPr>
      <w:r w:rsidRPr="00850379">
        <w:rPr>
          <w:i/>
          <w:lang w:val="es-ES_tradnl"/>
        </w:rPr>
        <w:t>En caso afirmativo, describa brevemente las principales leyes, políticas, planes de acción y estrategias</w:t>
      </w:r>
      <w:r w:rsidR="00A67B04" w:rsidRPr="00850379">
        <w:rPr>
          <w:lang w:val="es-ES_tradnl"/>
        </w:rPr>
        <w:t xml:space="preserve"> </w:t>
      </w:r>
      <w:r w:rsidR="00A67B04" w:rsidRPr="00850379">
        <w:rPr>
          <w:i/>
          <w:lang w:val="es-ES_tradnl"/>
        </w:rPr>
        <w:t>nacionales</w:t>
      </w:r>
      <w:r w:rsidRPr="00850379">
        <w:rPr>
          <w:i/>
          <w:lang w:val="es-ES_tradnl"/>
        </w:rPr>
        <w:t xml:space="preserve"> </w:t>
      </w:r>
      <w:r w:rsidRPr="00850379">
        <w:rPr>
          <w:lang w:val="es-ES_tradnl"/>
        </w:rPr>
        <w:t>[rellene]</w:t>
      </w:r>
    </w:p>
    <w:p w14:paraId="680F9A0D" w14:textId="7E5D8D76" w:rsidR="005337D7" w:rsidRPr="00850379" w:rsidRDefault="005337D7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b)</w:t>
      </w:r>
      <w:r w:rsidRPr="00850379">
        <w:rPr>
          <w:lang w:val="es-ES_tradnl"/>
        </w:rPr>
        <w:tab/>
        <w:t>¿Incluye la legislación de su país los siguientes principios?</w:t>
      </w:r>
    </w:p>
    <w:p w14:paraId="3995C47B" w14:textId="77777777" w:rsidR="005337D7" w:rsidRPr="00850379" w:rsidRDefault="005337D7" w:rsidP="005337D7">
      <w:pPr>
        <w:suppressAutoHyphens w:val="0"/>
        <w:spacing w:after="120" w:line="240" w:lineRule="auto"/>
        <w:ind w:left="2268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Principio de precaución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tab/>
        <w:t xml:space="preserve">Sí </w:t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  <w:r w:rsidRPr="00850379">
        <w:rPr>
          <w:color w:val="000000" w:themeColor="text1"/>
          <w:lang w:val="es-ES_tradnl" w:eastAsia="es-ES_tradnl"/>
        </w:rPr>
        <w:t xml:space="preserve">/No </w:t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419F81C5" w14:textId="77777777" w:rsidR="005337D7" w:rsidRPr="00850379" w:rsidRDefault="005337D7" w:rsidP="005337D7">
      <w:pPr>
        <w:suppressAutoHyphens w:val="0"/>
        <w:spacing w:after="120" w:line="240" w:lineRule="auto"/>
        <w:ind w:left="2268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Principio “quien contamina paga”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tab/>
        <w:t xml:space="preserve">Sí </w:t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  <w:r w:rsidRPr="00850379">
        <w:rPr>
          <w:color w:val="000000" w:themeColor="text1"/>
          <w:lang w:val="es-ES_tradnl" w:eastAsia="es-ES_tradnl"/>
        </w:rPr>
        <w:t xml:space="preserve">/No </w:t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1F42294D" w14:textId="77777777" w:rsidR="005337D7" w:rsidRPr="00850379" w:rsidRDefault="005337D7" w:rsidP="005337D7">
      <w:pPr>
        <w:suppressAutoHyphens w:val="0"/>
        <w:spacing w:after="120" w:line="240" w:lineRule="auto"/>
        <w:ind w:left="2268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Desarrollo sostenible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tab/>
        <w:t xml:space="preserve">Sí </w:t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  <w:r w:rsidRPr="00850379">
        <w:rPr>
          <w:color w:val="000000" w:themeColor="text1"/>
          <w:lang w:val="es-ES_tradnl" w:eastAsia="es-ES_tradnl"/>
        </w:rPr>
        <w:t xml:space="preserve">/No </w:t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4837346E" w14:textId="77777777" w:rsidR="005337D7" w:rsidRPr="00850379" w:rsidRDefault="005337D7" w:rsidP="005337D7">
      <w:pPr>
        <w:suppressAutoHyphens w:val="0"/>
        <w:spacing w:after="120" w:line="240" w:lineRule="auto"/>
        <w:ind w:left="2268" w:right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 xml:space="preserve">Principio «quien utiliza, paga» 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tab/>
        <w:t xml:space="preserve">Sí </w:t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  <w:r w:rsidRPr="00850379">
        <w:rPr>
          <w:bCs/>
          <w:color w:val="000000" w:themeColor="text1"/>
          <w:lang w:val="es-ES_tradnl" w:eastAsia="es-ES_tradnl"/>
        </w:rPr>
        <w:t xml:space="preserve">/No </w:t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08E3486A" w14:textId="77777777" w:rsidR="005337D7" w:rsidRPr="00850379" w:rsidRDefault="005337D7" w:rsidP="005337D7">
      <w:pPr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>En caso afirmativo, por favor, describa brevemente cómo se implementan dichos principios a nivel nacional: [rellene]</w:t>
      </w:r>
    </w:p>
    <w:p w14:paraId="125DC5EE" w14:textId="51498F0F" w:rsidR="005337D7" w:rsidRPr="00850379" w:rsidRDefault="005337D7" w:rsidP="003B4C4E">
      <w:pPr>
        <w:spacing w:after="120" w:line="220" w:lineRule="atLeast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c)</w:t>
      </w:r>
      <w:r w:rsidRPr="00850379">
        <w:rPr>
          <w:lang w:val="es-ES_tradnl"/>
        </w:rPr>
        <w:tab/>
        <w:t xml:space="preserve">¿Existe en su país un sistema nacional de concesión de autorizaciones o permisos para permitir el vertido de aguas residuales y para otras fuentes de contaminación puntual (p. ej., de la industria, la minería, la energía, los municipios, la gestión de </w:t>
      </w:r>
      <w:r w:rsidR="005303C2" w:rsidRPr="00850379">
        <w:rPr>
          <w:lang w:val="es-ES_tradnl"/>
        </w:rPr>
        <w:t xml:space="preserve">las </w:t>
      </w:r>
      <w:r w:rsidRPr="00850379">
        <w:rPr>
          <w:lang w:val="es-ES_tradnl"/>
        </w:rPr>
        <w:t>aguas residuales o de otros sectores)?</w:t>
      </w:r>
    </w:p>
    <w:p w14:paraId="327EF083" w14:textId="3A4DA307" w:rsidR="005337D7" w:rsidRPr="00850379" w:rsidRDefault="009E0373" w:rsidP="003B4C4E">
      <w:pPr>
        <w:spacing w:after="120" w:line="220" w:lineRule="atLeast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5337D7" w:rsidRPr="00850379">
        <w:rPr>
          <w:lang w:val="es-ES_tradnl"/>
        </w:rPr>
        <w:t xml:space="preserve">Sí </w:t>
      </w:r>
      <w:r w:rsidR="005337D7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337D7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5337D7" w:rsidRPr="00850379">
        <w:rPr>
          <w:lang w:val="es-ES_tradnl"/>
        </w:rPr>
        <w:fldChar w:fldCharType="end"/>
      </w:r>
      <w:r w:rsidR="005337D7" w:rsidRPr="00850379">
        <w:rPr>
          <w:lang w:val="es-ES_tradnl"/>
        </w:rPr>
        <w:t xml:space="preserve">/No </w:t>
      </w:r>
      <w:r w:rsidR="005337D7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337D7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5337D7" w:rsidRPr="00850379">
        <w:rPr>
          <w:lang w:val="es-ES_tradnl"/>
        </w:rPr>
        <w:fldChar w:fldCharType="end"/>
      </w:r>
    </w:p>
    <w:p w14:paraId="4ADD9C25" w14:textId="7525F317" w:rsidR="005337D7" w:rsidRPr="00850379" w:rsidRDefault="009E0373" w:rsidP="003B4C4E">
      <w:pPr>
        <w:spacing w:after="120" w:line="220" w:lineRule="atLeast"/>
        <w:ind w:left="1701" w:right="1134"/>
        <w:jc w:val="both"/>
        <w:rPr>
          <w:i/>
          <w:lang w:val="es-ES_tradnl"/>
        </w:rPr>
      </w:pPr>
      <w:r w:rsidRPr="00850379">
        <w:rPr>
          <w:lang w:val="es-ES_tradnl"/>
        </w:rPr>
        <w:tab/>
      </w:r>
      <w:r w:rsidR="005337D7" w:rsidRPr="00850379">
        <w:rPr>
          <w:i/>
          <w:lang w:val="es-ES_tradnl"/>
        </w:rPr>
        <w:t>En caso afirmativo, ¿para qué sectores?</w:t>
      </w:r>
    </w:p>
    <w:p w14:paraId="32BC0704" w14:textId="5A7EEC6E" w:rsidR="005337D7" w:rsidRPr="00850379" w:rsidRDefault="005337D7" w:rsidP="00B12675">
      <w:pPr>
        <w:tabs>
          <w:tab w:val="left" w:pos="7938"/>
        </w:tabs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>Industria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265FA8B" w14:textId="5241262E" w:rsidR="005337D7" w:rsidRPr="00850379" w:rsidRDefault="005337D7" w:rsidP="00B12675">
      <w:pPr>
        <w:tabs>
          <w:tab w:val="left" w:pos="7938"/>
        </w:tabs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>Minería</w:t>
      </w:r>
      <w:r w:rsidRPr="00850379">
        <w:rPr>
          <w:lang w:val="es-ES_tradnl"/>
        </w:rPr>
        <w:tab/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D499B62" w14:textId="286293F8" w:rsidR="005337D7" w:rsidRPr="00850379" w:rsidRDefault="005337D7" w:rsidP="00B12675">
      <w:pPr>
        <w:tabs>
          <w:tab w:val="left" w:pos="7938"/>
        </w:tabs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>Energía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1BDAE63B" w14:textId="77777777" w:rsidR="005337D7" w:rsidRPr="00850379" w:rsidRDefault="005337D7" w:rsidP="00B12675">
      <w:pPr>
        <w:tabs>
          <w:tab w:val="left" w:pos="7938"/>
        </w:tabs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>Municipal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37BF20ED" w14:textId="68D36217" w:rsidR="005337D7" w:rsidRPr="00850379" w:rsidRDefault="005337D7" w:rsidP="00B12675">
      <w:pPr>
        <w:tabs>
          <w:tab w:val="left" w:pos="7938"/>
        </w:tabs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>Ganadería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3A5F067B" w14:textId="1066F3C2" w:rsidR="005337D7" w:rsidRPr="00850379" w:rsidRDefault="005337D7" w:rsidP="00B12675">
      <w:pPr>
        <w:tabs>
          <w:tab w:val="left" w:pos="7938"/>
        </w:tabs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>Acuicultura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6A88631D" w14:textId="77777777" w:rsidR="005337D7" w:rsidRPr="00850379" w:rsidRDefault="005337D7" w:rsidP="00B12675">
      <w:pPr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>Otros (por favor enumérelos): [rellene]</w:t>
      </w:r>
    </w:p>
    <w:p w14:paraId="4731AF00" w14:textId="570CC6D6" w:rsidR="00112268" w:rsidRPr="00850379" w:rsidRDefault="005337D7" w:rsidP="005337D7">
      <w:pPr>
        <w:spacing w:after="120" w:line="220" w:lineRule="atLeast"/>
        <w:ind w:left="1701" w:right="1134"/>
        <w:jc w:val="both"/>
        <w:rPr>
          <w:iCs/>
          <w:lang w:val="es-ES_tradnl"/>
        </w:rPr>
      </w:pPr>
      <w:r w:rsidRPr="00850379">
        <w:rPr>
          <w:i/>
          <w:lang w:val="es-ES_tradnl"/>
        </w:rPr>
        <w:t xml:space="preserve">Por favor, describa brevemente el sistema de concesión de </w:t>
      </w:r>
      <w:r w:rsidR="0014214D" w:rsidRPr="00850379">
        <w:rPr>
          <w:i/>
          <w:lang w:val="es-ES_tradnl"/>
        </w:rPr>
        <w:t>permisos o autorizaciones</w:t>
      </w:r>
      <w:r w:rsidR="00112268" w:rsidRPr="00850379">
        <w:rPr>
          <w:i/>
          <w:lang w:val="es-ES_tradnl"/>
        </w:rPr>
        <w:t xml:space="preserve">: </w:t>
      </w:r>
      <w:r w:rsidR="00112268" w:rsidRPr="00850379">
        <w:rPr>
          <w:iCs/>
          <w:lang w:val="es-ES_tradnl"/>
        </w:rPr>
        <w:t>[rellene]</w:t>
      </w:r>
    </w:p>
    <w:p w14:paraId="1486AADF" w14:textId="2A3510A4" w:rsidR="00E0304C" w:rsidRPr="00850379" w:rsidRDefault="00112268" w:rsidP="005337D7">
      <w:pPr>
        <w:spacing w:after="120" w:line="220" w:lineRule="atLeast"/>
        <w:ind w:left="1701" w:right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>¿El</w:t>
      </w:r>
      <w:r w:rsidR="005337D7" w:rsidRPr="00850379">
        <w:rPr>
          <w:i/>
          <w:lang w:val="es-ES_tradnl"/>
        </w:rPr>
        <w:t xml:space="preserve"> sistema establece límites de emisiones basados en la mejor tecnología disponible</w:t>
      </w:r>
      <w:r w:rsidRPr="00850379">
        <w:rPr>
          <w:i/>
          <w:lang w:val="es-ES_tradnl"/>
        </w:rPr>
        <w:t>?</w:t>
      </w:r>
    </w:p>
    <w:p w14:paraId="0D4F45DA" w14:textId="50CC3C38" w:rsidR="005337D7" w:rsidRPr="00850379" w:rsidRDefault="00112268" w:rsidP="005337D7">
      <w:pPr>
        <w:spacing w:after="120" w:line="220" w:lineRule="atLeast"/>
        <w:ind w:left="1701" w:right="1134"/>
        <w:jc w:val="both"/>
        <w:rPr>
          <w:iCs/>
          <w:lang w:val="es-ES_tradnl"/>
        </w:rPr>
      </w:pPr>
      <w:r w:rsidRPr="00850379">
        <w:rPr>
          <w:i/>
          <w:lang w:val="es-ES_tradnl"/>
        </w:rPr>
        <w:tab/>
      </w:r>
      <w:r w:rsidRPr="00850379">
        <w:rPr>
          <w:lang w:val="es-ES_tradnl"/>
        </w:rPr>
        <w:t xml:space="preserve">Sí </w:t>
      </w:r>
      <w:r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/No </w:t>
      </w:r>
      <w:r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35376867" w14:textId="77777777" w:rsidR="005337D7" w:rsidRPr="00850379" w:rsidRDefault="005337D7" w:rsidP="005337D7">
      <w:pPr>
        <w:spacing w:after="120" w:line="220" w:lineRule="atLeast"/>
        <w:ind w:left="1701" w:right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 xml:space="preserve">En caso afirmativo, ¿para qué sectores? </w:t>
      </w:r>
      <w:r w:rsidRPr="00850379" w:rsidDel="00772169">
        <w:rPr>
          <w:i/>
          <w:lang w:val="es-ES_tradnl"/>
        </w:rPr>
        <w:t>(</w:t>
      </w:r>
      <w:r w:rsidRPr="00850379">
        <w:rPr>
          <w:i/>
          <w:lang w:val="es-ES_tradnl"/>
        </w:rPr>
        <w:t>por favor, enumérelos</w:t>
      </w:r>
      <w:r w:rsidRPr="00850379" w:rsidDel="00772169">
        <w:rPr>
          <w:i/>
          <w:lang w:val="es-ES_tradnl"/>
        </w:rPr>
        <w:t xml:space="preserve">): </w:t>
      </w:r>
      <w:r w:rsidRPr="00850379">
        <w:rPr>
          <w:lang w:val="es-ES_tradnl"/>
        </w:rPr>
        <w:t>[rellene]</w:t>
      </w:r>
    </w:p>
    <w:p w14:paraId="29AD17B4" w14:textId="503D485C" w:rsidR="005337D7" w:rsidRPr="00850379" w:rsidRDefault="005337D7" w:rsidP="005337D7">
      <w:pPr>
        <w:spacing w:after="120" w:line="220" w:lineRule="atLeast"/>
        <w:ind w:left="1701" w:right="1134"/>
        <w:jc w:val="both"/>
        <w:rPr>
          <w:lang w:val="es-ES_tradnl"/>
        </w:rPr>
      </w:pPr>
      <w:r w:rsidRPr="00850379">
        <w:rPr>
          <w:i/>
          <w:lang w:val="es-ES_tradnl"/>
        </w:rPr>
        <w:t>En caso negativo, explique por qué no (dando las razones más importantes) o, si hubiera planes para introducir un sistema de autorizaciones o permisos, facilite dicha información:</w:t>
      </w:r>
      <w:r w:rsidRPr="00850379">
        <w:rPr>
          <w:lang w:val="es-ES_tradnl"/>
        </w:rPr>
        <w:t xml:space="preserve"> [rellene]</w:t>
      </w:r>
    </w:p>
    <w:p w14:paraId="70731786" w14:textId="4BEBA913" w:rsidR="005337D7" w:rsidRPr="00850379" w:rsidRDefault="005337D7" w:rsidP="003B4C4E">
      <w:pPr>
        <w:spacing w:after="120" w:line="220" w:lineRule="atLeast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d)</w:t>
      </w:r>
      <w:r w:rsidRPr="00850379">
        <w:rPr>
          <w:lang w:val="es-ES_tradnl"/>
        </w:rPr>
        <w:tab/>
        <w:t xml:space="preserve"> ¿Se hace el seguimiento y control de los vertidos autorizados?</w:t>
      </w:r>
    </w:p>
    <w:p w14:paraId="0A5A664B" w14:textId="48A94B96" w:rsidR="005337D7" w:rsidRPr="00850379" w:rsidRDefault="00B6084E" w:rsidP="003B4C4E">
      <w:pPr>
        <w:spacing w:after="120" w:line="220" w:lineRule="atLeast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5337D7" w:rsidRPr="00850379">
        <w:rPr>
          <w:lang w:val="es-ES_tradnl"/>
        </w:rPr>
        <w:t xml:space="preserve">Sí </w:t>
      </w:r>
      <w:r w:rsidR="005337D7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337D7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5337D7" w:rsidRPr="00850379">
        <w:rPr>
          <w:lang w:val="es-ES_tradnl"/>
        </w:rPr>
        <w:fldChar w:fldCharType="end"/>
      </w:r>
      <w:r w:rsidR="005337D7" w:rsidRPr="00850379">
        <w:rPr>
          <w:lang w:val="es-ES_tradnl"/>
        </w:rPr>
        <w:t xml:space="preserve">/No </w:t>
      </w:r>
      <w:r w:rsidR="005337D7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337D7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5337D7" w:rsidRPr="00850379">
        <w:rPr>
          <w:lang w:val="es-ES_tradnl"/>
        </w:rPr>
        <w:fldChar w:fldCharType="end"/>
      </w:r>
    </w:p>
    <w:p w14:paraId="49131367" w14:textId="77777777" w:rsidR="005337D7" w:rsidRPr="00850379" w:rsidRDefault="005337D7" w:rsidP="005337D7">
      <w:pPr>
        <w:spacing w:after="120" w:line="220" w:lineRule="atLeast"/>
        <w:ind w:left="1701" w:right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lastRenderedPageBreak/>
        <w:t>En caso afirmativo, ¿cómo? (Por favor marque las casillas pertinentes</w:t>
      </w:r>
      <w:r w:rsidRPr="00850379">
        <w:rPr>
          <w:lang w:val="es-ES_tradnl"/>
        </w:rPr>
        <w:t>):</w:t>
      </w:r>
    </w:p>
    <w:p w14:paraId="7BDC2D2E" w14:textId="77777777" w:rsidR="005337D7" w:rsidRPr="00850379" w:rsidRDefault="005337D7" w:rsidP="00EE1CA6">
      <w:pPr>
        <w:tabs>
          <w:tab w:val="left" w:pos="7938"/>
        </w:tabs>
        <w:spacing w:after="120" w:line="220" w:lineRule="atLeast"/>
        <w:ind w:left="2268" w:right="1134"/>
        <w:jc w:val="both"/>
        <w:rPr>
          <w:i/>
          <w:lang w:val="es-ES_tradnl"/>
        </w:rPr>
      </w:pPr>
      <w:r w:rsidRPr="00850379">
        <w:rPr>
          <w:lang w:val="es-ES_tradnl"/>
        </w:rPr>
        <w:t>Seguimiento de vertidos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8BE4AF3" w14:textId="77777777" w:rsidR="005337D7" w:rsidRPr="00850379" w:rsidRDefault="005337D7" w:rsidP="00EE1CA6">
      <w:pPr>
        <w:tabs>
          <w:tab w:val="left" w:pos="7938"/>
        </w:tabs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>Seguimiento de los impactos químicos y físicos en el agua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474E3540" w14:textId="77777777" w:rsidR="005337D7" w:rsidRPr="00850379" w:rsidRDefault="005337D7" w:rsidP="00EE1CA6">
      <w:pPr>
        <w:tabs>
          <w:tab w:val="left" w:pos="7938"/>
        </w:tabs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>Seguimiento de los impactos ecológicos en el agua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1E5DC473" w14:textId="77777777" w:rsidR="005337D7" w:rsidRPr="00850379" w:rsidRDefault="005337D7" w:rsidP="00EE1CA6">
      <w:pPr>
        <w:tabs>
          <w:tab w:val="left" w:pos="7938"/>
        </w:tabs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>Condiciones establecidas en los permisos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0E462E59" w14:textId="462F059D" w:rsidR="005337D7" w:rsidRPr="00850379" w:rsidRDefault="005337D7" w:rsidP="00EE1CA6">
      <w:pPr>
        <w:tabs>
          <w:tab w:val="left" w:pos="7938"/>
        </w:tabs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 xml:space="preserve">Cuerpo de </w:t>
      </w:r>
      <w:r w:rsidR="0014214D" w:rsidRPr="00850379">
        <w:rPr>
          <w:lang w:val="es-ES_tradnl"/>
        </w:rPr>
        <w:t>inspección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356CB325" w14:textId="77777777" w:rsidR="005337D7" w:rsidRPr="00850379" w:rsidRDefault="005337D7" w:rsidP="00EE1CA6">
      <w:pPr>
        <w:spacing w:after="120" w:line="220" w:lineRule="atLeast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>Otras medidas (</w:t>
      </w:r>
      <w:r w:rsidRPr="00850379">
        <w:rPr>
          <w:i/>
          <w:lang w:val="es-ES_tradnl"/>
        </w:rPr>
        <w:t>por favor, enumérelas</w:t>
      </w:r>
      <w:r w:rsidRPr="00850379">
        <w:rPr>
          <w:lang w:val="es-ES_tradnl"/>
        </w:rPr>
        <w:t>): [rellene]</w:t>
      </w:r>
    </w:p>
    <w:p w14:paraId="26216FBB" w14:textId="77777777" w:rsidR="005337D7" w:rsidRPr="00850379" w:rsidRDefault="005337D7" w:rsidP="005337D7">
      <w:pPr>
        <w:spacing w:after="120" w:line="220" w:lineRule="atLeast"/>
        <w:ind w:left="1701" w:right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 xml:space="preserve">Si su país no tiene un sistema de seguimiento de vertidos, explique, por favor, por qué no, o facilite información si existieran planes para introducir un sistema de seguimiento de vertidos: </w:t>
      </w:r>
      <w:r w:rsidRPr="00850379">
        <w:rPr>
          <w:lang w:val="es-ES_tradnl"/>
        </w:rPr>
        <w:t>[rellene]</w:t>
      </w:r>
    </w:p>
    <w:p w14:paraId="6BC811E0" w14:textId="449B0A26" w:rsidR="005337D7" w:rsidRPr="00850379" w:rsidRDefault="005337D7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e)</w:t>
      </w:r>
      <w:r w:rsidRPr="00850379">
        <w:rPr>
          <w:lang w:val="es-ES_tradnl"/>
        </w:rPr>
        <w:tab/>
        <w:t>¿Cuáles son las principales medidas que su país adopta para reducir</w:t>
      </w:r>
      <w:r w:rsidR="000C235C" w:rsidRPr="00850379">
        <w:rPr>
          <w:lang w:val="es-ES_tradnl"/>
        </w:rPr>
        <w:t xml:space="preserve"> en las aguas transfronterizas la contaminación del agua procedente de fuentes difusas</w:t>
      </w:r>
      <w:r w:rsidRPr="00850379">
        <w:rPr>
          <w:lang w:val="es-ES_tradnl"/>
        </w:rPr>
        <w:t xml:space="preserve"> (p. ej., de la agricultura, del transporte, de la silvicultura o de la acuicultura)? Las medidas que se enumeran a continuación se refieren a la agricultura, pero puede que otros sectores sean más significativos. Por favor, asegúrese de incluir estos últimos en «otras»: </w:t>
      </w:r>
    </w:p>
    <w:p w14:paraId="7562C05F" w14:textId="49B2D0F8" w:rsidR="005337D7" w:rsidRPr="00850379" w:rsidRDefault="005337D7" w:rsidP="003B4C4E">
      <w:pPr>
        <w:spacing w:after="120"/>
        <w:ind w:left="2268" w:right="1134"/>
        <w:jc w:val="both"/>
        <w:rPr>
          <w:b/>
          <w:lang w:val="es-ES_tradnl"/>
        </w:rPr>
      </w:pPr>
      <w:r w:rsidRPr="00850379">
        <w:rPr>
          <w:lang w:val="es-ES_tradnl"/>
        </w:rPr>
        <w:tab/>
      </w:r>
      <w:r w:rsidRPr="00850379">
        <w:rPr>
          <w:b/>
          <w:lang w:val="es-ES_tradnl"/>
        </w:rPr>
        <w:t>Medidas legislativas</w:t>
      </w:r>
    </w:p>
    <w:p w14:paraId="687B0268" w14:textId="77777777" w:rsidR="005337D7" w:rsidRPr="00850379" w:rsidRDefault="005337D7" w:rsidP="005337D7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Normativa para el uso de fertilizantes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52184066" w14:textId="77777777" w:rsidR="005337D7" w:rsidRPr="00850379" w:rsidRDefault="005337D7" w:rsidP="005337D7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Normativa para el uso de estiércol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076B631F" w14:textId="77777777" w:rsidR="005337D7" w:rsidRPr="00850379" w:rsidRDefault="005337D7" w:rsidP="005337D7">
      <w:pPr>
        <w:tabs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>Sistema de permisos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3DC65C7A" w14:textId="77777777" w:rsidR="005337D7" w:rsidRPr="00850379" w:rsidRDefault="005337D7" w:rsidP="005337D7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Prohibiciones o normativa para el uso de pesticidas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7DD68158" w14:textId="77777777" w:rsidR="005337D7" w:rsidRPr="00850379" w:rsidRDefault="005337D7" w:rsidP="005337D7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Otras (</w:t>
      </w:r>
      <w:r w:rsidRPr="00850379">
        <w:rPr>
          <w:iCs/>
          <w:lang w:val="es-ES_tradnl"/>
        </w:rPr>
        <w:t xml:space="preserve">por favor enumérelas): </w:t>
      </w:r>
      <w:r w:rsidRPr="00850379">
        <w:rPr>
          <w:lang w:val="es-ES_tradnl"/>
        </w:rPr>
        <w:t>[rellene]</w:t>
      </w:r>
    </w:p>
    <w:p w14:paraId="292D02AF" w14:textId="77777777" w:rsidR="005337D7" w:rsidRPr="00850379" w:rsidRDefault="005337D7" w:rsidP="005337D7">
      <w:pPr>
        <w:spacing w:after="120"/>
        <w:ind w:left="1134" w:right="1134" w:firstLine="1134"/>
        <w:jc w:val="both"/>
        <w:rPr>
          <w:b/>
          <w:lang w:val="es-ES_tradnl"/>
        </w:rPr>
      </w:pPr>
      <w:r w:rsidRPr="00850379">
        <w:rPr>
          <w:lang w:val="es-ES_tradnl"/>
        </w:rPr>
        <w:tab/>
      </w:r>
      <w:r w:rsidRPr="00850379">
        <w:rPr>
          <w:b/>
          <w:lang w:val="es-ES_tradnl"/>
        </w:rPr>
        <w:t>Medidas económicas y financieras</w:t>
      </w:r>
    </w:p>
    <w:p w14:paraId="3ECCB4D6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Incentivos monetarios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4E425799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2268" w:right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Impuestos ambientales (tales como impuestos sobre los fertilizantes)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62276AF6" w14:textId="77777777" w:rsidR="005337D7" w:rsidRPr="00850379" w:rsidRDefault="005337D7" w:rsidP="005337D7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Otras (</w:t>
      </w:r>
      <w:r w:rsidRPr="00850379">
        <w:rPr>
          <w:i/>
          <w:iCs/>
          <w:lang w:val="es-ES_tradnl"/>
        </w:rPr>
        <w:t>por favor enumérelas</w:t>
      </w:r>
      <w:r w:rsidRPr="00850379">
        <w:rPr>
          <w:lang w:val="es-ES_tradnl"/>
        </w:rPr>
        <w:t>): [rellene]</w:t>
      </w:r>
    </w:p>
    <w:p w14:paraId="1D3F4C2A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/>
          <w:color w:val="000000" w:themeColor="text1"/>
          <w:lang w:val="es-ES_tradnl" w:eastAsia="es-ES_tradnl"/>
        </w:rPr>
      </w:pPr>
      <w:r w:rsidRPr="00850379">
        <w:rPr>
          <w:b/>
          <w:color w:val="000000" w:themeColor="text1"/>
          <w:lang w:val="es-ES_tradnl" w:eastAsia="es-ES_tradnl"/>
        </w:rPr>
        <w:t>Servicios de extensión agrícola</w:t>
      </w:r>
      <w:r w:rsidRPr="00850379">
        <w:rPr>
          <w:b/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2059B735" w14:textId="77777777" w:rsidR="005337D7" w:rsidRPr="00850379" w:rsidRDefault="005337D7" w:rsidP="005337D7">
      <w:pPr>
        <w:spacing w:after="120"/>
        <w:ind w:left="1134" w:right="1134" w:firstLine="1134"/>
        <w:jc w:val="both"/>
        <w:rPr>
          <w:b/>
          <w:lang w:val="es-ES_tradnl"/>
        </w:rPr>
      </w:pPr>
      <w:r w:rsidRPr="00850379">
        <w:rPr>
          <w:b/>
          <w:lang w:val="es-ES_tradnl"/>
        </w:rPr>
        <w:tab/>
        <w:t>Medidas técnicas</w:t>
      </w:r>
    </w:p>
    <w:p w14:paraId="2CD63ED4" w14:textId="77777777" w:rsidR="005337D7" w:rsidRPr="00850379" w:rsidRDefault="005337D7" w:rsidP="005337D7">
      <w:pPr>
        <w:spacing w:after="120"/>
        <w:ind w:left="1134" w:right="1134" w:firstLine="1134"/>
        <w:jc w:val="both"/>
        <w:rPr>
          <w:i/>
          <w:lang w:val="es-ES_tradnl"/>
        </w:rPr>
      </w:pPr>
      <w:r w:rsidRPr="00850379">
        <w:rPr>
          <w:bCs/>
          <w:lang w:val="es-ES_tradnl"/>
        </w:rPr>
        <w:tab/>
      </w:r>
      <w:r w:rsidRPr="00850379">
        <w:rPr>
          <w:i/>
          <w:lang w:val="es-ES_tradnl"/>
        </w:rPr>
        <w:t>Medidas de control de las fuentes</w:t>
      </w:r>
    </w:p>
    <w:p w14:paraId="323504F0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Rotación de cultivos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370B2E53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Control de métodos de cultivo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42FCF667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Cultivos de cobertura de invierno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7D85957F" w14:textId="77777777" w:rsidR="005337D7" w:rsidRPr="00850379" w:rsidRDefault="005337D7" w:rsidP="005337D7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Otras (</w:t>
      </w:r>
      <w:r w:rsidRPr="00850379">
        <w:rPr>
          <w:i/>
          <w:iCs/>
          <w:lang w:val="es-ES_tradnl"/>
        </w:rPr>
        <w:t>por favor enumérelas</w:t>
      </w:r>
      <w:r w:rsidRPr="00850379">
        <w:rPr>
          <w:lang w:val="es-ES_tradnl"/>
        </w:rPr>
        <w:t>): [rellene]</w:t>
      </w:r>
    </w:p>
    <w:p w14:paraId="08C51F4D" w14:textId="77777777" w:rsidR="005337D7" w:rsidRPr="00850379" w:rsidRDefault="005337D7" w:rsidP="005337D7">
      <w:pPr>
        <w:spacing w:after="120"/>
        <w:ind w:left="1134" w:right="1134" w:firstLine="1134"/>
        <w:jc w:val="both"/>
        <w:rPr>
          <w:i/>
          <w:lang w:val="es-ES_tradnl"/>
        </w:rPr>
      </w:pPr>
      <w:r w:rsidRPr="00850379">
        <w:rPr>
          <w:lang w:val="es-ES_tradnl"/>
        </w:rPr>
        <w:tab/>
      </w:r>
      <w:r w:rsidRPr="00850379">
        <w:rPr>
          <w:i/>
          <w:lang w:val="es-ES_tradnl"/>
        </w:rPr>
        <w:t>Otras medidas</w:t>
      </w:r>
    </w:p>
    <w:p w14:paraId="0D4E91AF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Franjas de protección/franjas filtrantes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1A37AFB5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Reconstrucción de humedales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655C7104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Depósitos de sedimentos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2668A47C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Medidas químicas</w:t>
      </w:r>
      <w:r w:rsidRPr="00850379">
        <w:rPr>
          <w:lang w:val="es-ES_tradnl" w:eastAsia="es-ES_tradnl"/>
        </w:rPr>
        <w:tab/>
      </w:r>
      <w:r w:rsidRPr="00850379">
        <w:rPr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 w:eastAsia="es-ES_tradnl"/>
        </w:rPr>
        <w:instrText xml:space="preserve"> FORMCHECKBOX </w:instrText>
      </w:r>
      <w:r w:rsidR="005707D5">
        <w:rPr>
          <w:lang w:val="es-ES_tradnl" w:eastAsia="es-ES_tradnl"/>
        </w:rPr>
      </w:r>
      <w:r w:rsidR="005707D5">
        <w:rPr>
          <w:lang w:val="es-ES_tradnl" w:eastAsia="es-ES_tradnl"/>
        </w:rPr>
        <w:fldChar w:fldCharType="separate"/>
      </w:r>
      <w:r w:rsidRPr="00850379">
        <w:rPr>
          <w:lang w:val="es-ES_tradnl" w:eastAsia="es-ES_tradnl"/>
        </w:rPr>
        <w:fldChar w:fldCharType="end"/>
      </w:r>
    </w:p>
    <w:p w14:paraId="177AF075" w14:textId="77777777" w:rsidR="005337D7" w:rsidRPr="00850379" w:rsidRDefault="005337D7" w:rsidP="005337D7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lastRenderedPageBreak/>
        <w:t>Otras (</w:t>
      </w:r>
      <w:r w:rsidRPr="00850379">
        <w:rPr>
          <w:i/>
          <w:lang w:val="es-ES_tradnl"/>
        </w:rPr>
        <w:t>por favor enumérales):</w:t>
      </w:r>
      <w:r w:rsidRPr="00850379">
        <w:rPr>
          <w:lang w:val="es-ES_tradnl"/>
        </w:rPr>
        <w:t xml:space="preserve"> [rellene]</w:t>
      </w:r>
    </w:p>
    <w:p w14:paraId="62676FF3" w14:textId="77777777" w:rsidR="005337D7" w:rsidRPr="00850379" w:rsidRDefault="005337D7" w:rsidP="005337D7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b/>
          <w:lang w:val="es-ES_tradnl"/>
        </w:rPr>
        <w:t>Otro tipo de medidas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353EA701" w14:textId="77777777" w:rsidR="005337D7" w:rsidRPr="00850379" w:rsidRDefault="005337D7" w:rsidP="005337D7">
      <w:pPr>
        <w:tabs>
          <w:tab w:val="left" w:pos="7938"/>
        </w:tabs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i/>
          <w:lang w:val="es-ES_tradnl"/>
        </w:rPr>
        <w:t xml:space="preserve">En caso afirmativo, por favor enuméralas: </w:t>
      </w:r>
      <w:r w:rsidRPr="00850379">
        <w:rPr>
          <w:lang w:val="es-ES_tradnl"/>
        </w:rPr>
        <w:t>[rellene]</w:t>
      </w:r>
    </w:p>
    <w:p w14:paraId="3F999027" w14:textId="0AE13690" w:rsidR="005337D7" w:rsidRPr="00850379" w:rsidRDefault="005337D7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f)</w:t>
      </w:r>
      <w:r w:rsidRPr="00850379">
        <w:rPr>
          <w:lang w:val="es-ES_tradnl"/>
        </w:rPr>
        <w:tab/>
        <w:t xml:space="preserve">¿Cuáles son las principales medidas que su país adopta para mejorar la </w:t>
      </w:r>
      <w:r w:rsidR="0049056D" w:rsidRPr="00850379">
        <w:rPr>
          <w:lang w:val="es-ES_tradnl"/>
        </w:rPr>
        <w:t xml:space="preserve">asignación </w:t>
      </w:r>
      <w:r w:rsidRPr="00850379">
        <w:rPr>
          <w:lang w:val="es-ES_tradnl"/>
        </w:rPr>
        <w:t>de los recursos hídricos y un uso más eficiente? </w:t>
      </w:r>
    </w:p>
    <w:p w14:paraId="013C0A41" w14:textId="363DDE29" w:rsidR="005337D7" w:rsidRPr="00850379" w:rsidRDefault="005337D7" w:rsidP="005337D7">
      <w:pPr>
        <w:spacing w:after="120"/>
        <w:ind w:left="1701" w:right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>Por favor, marque según corresponda (puede que no todas sean pertinentes</w:t>
      </w:r>
      <w:r w:rsidR="005303C2" w:rsidRPr="00850379">
        <w:rPr>
          <w:i/>
          <w:lang w:val="es-ES_tradnl"/>
        </w:rPr>
        <w:t>)</w:t>
      </w:r>
    </w:p>
    <w:p w14:paraId="77620A2B" w14:textId="292A6D6A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Un sistema </w:t>
      </w:r>
      <w:r w:rsidR="006C22C3" w:rsidRPr="00850379">
        <w:rPr>
          <w:color w:val="000000" w:themeColor="text1"/>
          <w:lang w:val="es-ES_tradnl" w:eastAsia="es-ES_tradnl"/>
        </w:rPr>
        <w:t>regulador de</w:t>
      </w:r>
      <w:r w:rsidRPr="00850379">
        <w:rPr>
          <w:color w:val="000000" w:themeColor="text1"/>
          <w:lang w:val="es-ES_tradnl" w:eastAsia="es-ES_tradnl"/>
        </w:rPr>
        <w:t xml:space="preserve"> la captación de agua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072D1A6C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Seguimiento y control de captaciones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685B578E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Los derechos del agua están definidos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133AD6E1" w14:textId="2F6C1251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 xml:space="preserve">Se enumeran las prioridades </w:t>
      </w:r>
      <w:r w:rsidR="0049056D" w:rsidRPr="00850379">
        <w:rPr>
          <w:color w:val="000000" w:themeColor="text1"/>
          <w:lang w:val="es-ES_tradnl" w:eastAsia="es-ES_tradnl"/>
        </w:rPr>
        <w:t>en la asignación</w:t>
      </w:r>
      <w:r w:rsidRPr="00850379">
        <w:rPr>
          <w:color w:val="000000" w:themeColor="text1"/>
          <w:lang w:val="es-ES_tradnl" w:eastAsia="es-ES_tradnl"/>
        </w:rPr>
        <w:t xml:space="preserve"> del agua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5352259E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Tecnologías de ahorro de agua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1179FADD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Técnicas avanzadas de irrigación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0F99A94F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Actividades de gestión de la demanda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2FF94059" w14:textId="77777777" w:rsidR="00840673" w:rsidRPr="00850379" w:rsidRDefault="00840673" w:rsidP="00840673">
      <w:pPr>
        <w:tabs>
          <w:tab w:val="left" w:pos="7938"/>
        </w:tabs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>Se celebran consultas, también con representantes</w:t>
      </w:r>
    </w:p>
    <w:p w14:paraId="0826520E" w14:textId="16135FE0" w:rsidR="00840673" w:rsidRPr="00850379" w:rsidRDefault="00840673" w:rsidP="00AC562C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 xml:space="preserve">de la </w:t>
      </w:r>
      <w:r w:rsidR="00FF55E1" w:rsidRPr="00850379">
        <w:rPr>
          <w:color w:val="000000" w:themeColor="text1"/>
          <w:lang w:val="es-ES_tradnl" w:eastAsia="es-ES_tradnl"/>
        </w:rPr>
        <w:t>s</w:t>
      </w:r>
      <w:r w:rsidRPr="00850379">
        <w:rPr>
          <w:color w:val="000000" w:themeColor="text1"/>
          <w:lang w:val="es-ES_tradnl" w:eastAsia="es-ES_tradnl"/>
        </w:rPr>
        <w:t>ociedad</w:t>
      </w:r>
      <w:r w:rsidRPr="00850379">
        <w:rPr>
          <w:lang w:val="es-ES_tradnl"/>
        </w:rPr>
        <w:t xml:space="preserve"> civil </w:t>
      </w:r>
      <w:r w:rsidRPr="00850379">
        <w:rPr>
          <w:lang w:val="es-ES_tradnl"/>
        </w:rPr>
        <w:tab/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1500F7F2" w14:textId="77777777" w:rsidR="005337D7" w:rsidRPr="00850379" w:rsidRDefault="005337D7" w:rsidP="005337D7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color w:val="000000" w:themeColor="text1"/>
          <w:lang w:val="es-ES_tradnl" w:eastAsia="es-ES_tradnl"/>
        </w:rPr>
      </w:pPr>
      <w:r w:rsidRPr="00850379">
        <w:rPr>
          <w:color w:val="000000" w:themeColor="text1"/>
          <w:lang w:val="es-ES_tradnl" w:eastAsia="es-ES_tradnl"/>
        </w:rPr>
        <w:t>Otras medidas (por favor enumérelas)</w:t>
      </w:r>
      <w:r w:rsidRPr="00850379">
        <w:rPr>
          <w:color w:val="000000" w:themeColor="text1"/>
          <w:lang w:val="es-ES_tradnl" w:eastAsia="es-ES_tradnl"/>
        </w:rPr>
        <w:tab/>
      </w:r>
      <w:r w:rsidRPr="00850379">
        <w:rPr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color w:val="000000" w:themeColor="text1"/>
          <w:lang w:val="es-ES_tradnl" w:eastAsia="es-ES_tradnl"/>
        </w:rPr>
      </w:r>
      <w:r w:rsidR="005707D5">
        <w:rPr>
          <w:color w:val="000000" w:themeColor="text1"/>
          <w:lang w:val="es-ES_tradnl" w:eastAsia="es-ES_tradnl"/>
        </w:rPr>
        <w:fldChar w:fldCharType="separate"/>
      </w:r>
      <w:r w:rsidRPr="00850379">
        <w:rPr>
          <w:color w:val="000000" w:themeColor="text1"/>
          <w:lang w:val="es-ES_tradnl" w:eastAsia="es-ES_tradnl"/>
        </w:rPr>
        <w:fldChar w:fldCharType="end"/>
      </w:r>
    </w:p>
    <w:p w14:paraId="6134B3E3" w14:textId="35482354" w:rsidR="005337D7" w:rsidRPr="00850379" w:rsidRDefault="005337D7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g)</w:t>
      </w:r>
      <w:r w:rsidRPr="00850379">
        <w:rPr>
          <w:lang w:val="es-ES_tradnl"/>
        </w:rPr>
        <w:tab/>
        <w:t xml:space="preserve">¿Aplica su país el enfoque de ecosistemas? </w:t>
      </w:r>
    </w:p>
    <w:p w14:paraId="3DE5F56A" w14:textId="45FD00E7" w:rsidR="005337D7" w:rsidRPr="00850379" w:rsidRDefault="00AC562C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5337D7" w:rsidRPr="00850379">
        <w:rPr>
          <w:lang w:val="es-ES_tradnl"/>
        </w:rPr>
        <w:t xml:space="preserve">Sí </w:t>
      </w:r>
      <w:r w:rsidR="005337D7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337D7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5337D7" w:rsidRPr="00850379">
        <w:rPr>
          <w:lang w:val="es-ES_tradnl"/>
        </w:rPr>
        <w:fldChar w:fldCharType="end"/>
      </w:r>
      <w:r w:rsidR="005337D7" w:rsidRPr="00850379">
        <w:rPr>
          <w:lang w:val="es-ES_tradnl"/>
        </w:rPr>
        <w:t xml:space="preserve">/No </w:t>
      </w:r>
      <w:r w:rsidR="005337D7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337D7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5337D7" w:rsidRPr="00850379">
        <w:rPr>
          <w:lang w:val="es-ES_tradnl"/>
        </w:rPr>
        <w:fldChar w:fldCharType="end"/>
      </w:r>
    </w:p>
    <w:p w14:paraId="3A04B734" w14:textId="36CDE974" w:rsidR="005337D7" w:rsidRPr="00850379" w:rsidRDefault="00AC562C" w:rsidP="003B4C4E">
      <w:pPr>
        <w:spacing w:after="120"/>
        <w:ind w:left="1701" w:right="1134"/>
        <w:jc w:val="both"/>
        <w:rPr>
          <w:i/>
          <w:lang w:val="es-ES_tradnl"/>
        </w:rPr>
      </w:pPr>
      <w:r w:rsidRPr="00850379">
        <w:rPr>
          <w:i/>
          <w:lang w:val="es-ES_tradnl"/>
        </w:rPr>
        <w:tab/>
      </w:r>
      <w:r w:rsidR="005337D7" w:rsidRPr="00850379">
        <w:rPr>
          <w:i/>
          <w:lang w:val="es-ES_tradnl"/>
        </w:rPr>
        <w:t xml:space="preserve">En caso afirmativo, por favor describa cómo: </w:t>
      </w:r>
      <w:r w:rsidR="005337D7" w:rsidRPr="00850379">
        <w:rPr>
          <w:lang w:val="es-ES_tradnl"/>
        </w:rPr>
        <w:t>[rellene]</w:t>
      </w:r>
    </w:p>
    <w:p w14:paraId="61F51B9B" w14:textId="77777777" w:rsidR="005337D7" w:rsidRPr="00850379" w:rsidRDefault="005337D7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>h)</w:t>
      </w:r>
      <w:r w:rsidRPr="00850379">
        <w:rPr>
          <w:lang w:val="es-ES_tradnl"/>
        </w:rPr>
        <w:tab/>
        <w:t>¿Adopta su país medidas específicas para prevenir la contaminación de las aguas subterráneas?</w:t>
      </w:r>
    </w:p>
    <w:p w14:paraId="133101B9" w14:textId="05178D3A" w:rsidR="005337D7" w:rsidRPr="00850379" w:rsidRDefault="00AC562C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5337D7" w:rsidRPr="00850379">
        <w:rPr>
          <w:lang w:val="es-ES_tradnl"/>
        </w:rPr>
        <w:t xml:space="preserve">Sí </w:t>
      </w:r>
      <w:r w:rsidR="005337D7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337D7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5337D7" w:rsidRPr="00850379">
        <w:rPr>
          <w:lang w:val="es-ES_tradnl"/>
        </w:rPr>
        <w:fldChar w:fldCharType="end"/>
      </w:r>
      <w:r w:rsidR="005337D7" w:rsidRPr="00850379">
        <w:rPr>
          <w:lang w:val="es-ES_tradnl"/>
        </w:rPr>
        <w:t xml:space="preserve">/No </w:t>
      </w:r>
      <w:r w:rsidR="005337D7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337D7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5337D7" w:rsidRPr="00850379">
        <w:rPr>
          <w:lang w:val="es-ES_tradnl"/>
        </w:rPr>
        <w:fldChar w:fldCharType="end"/>
      </w:r>
    </w:p>
    <w:p w14:paraId="638C0723" w14:textId="13D234F0" w:rsidR="004D2558" w:rsidRPr="00850379" w:rsidRDefault="005337D7" w:rsidP="00AC562C">
      <w:pPr>
        <w:spacing w:after="120"/>
        <w:ind w:left="1701" w:right="1134"/>
        <w:jc w:val="both"/>
        <w:rPr>
          <w:lang w:val="es-ES_tradnl"/>
        </w:rPr>
      </w:pPr>
      <w:r w:rsidRPr="00850379">
        <w:rPr>
          <w:i/>
          <w:lang w:val="es-ES_tradnl"/>
        </w:rPr>
        <w:tab/>
        <w:t xml:space="preserve">En caso afirmativo, por favor, describa brevemente las medidas más importantes: </w:t>
      </w:r>
      <w:r w:rsidRPr="00850379">
        <w:rPr>
          <w:lang w:val="es-ES_tradnl"/>
        </w:rPr>
        <w:t>[rellene]</w:t>
      </w:r>
    </w:p>
    <w:p w14:paraId="25B8CCB6" w14:textId="77777777" w:rsidR="005337D7" w:rsidRPr="00850379" w:rsidRDefault="004D2558" w:rsidP="005337D7">
      <w:pPr>
        <w:spacing w:after="120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t>2.</w:t>
      </w:r>
      <w:r w:rsidRPr="00850379">
        <w:rPr>
          <w:lang w:val="es-ES_tradnl"/>
        </w:rPr>
        <w:tab/>
      </w:r>
      <w:r w:rsidR="005337D7" w:rsidRPr="00850379">
        <w:rPr>
          <w:lang w:val="es-ES_tradnl"/>
        </w:rPr>
        <w:t>¿Exige su legislación nacional una evaluación de impacto ambiental transfronterizo (EIA)?</w:t>
      </w:r>
    </w:p>
    <w:p w14:paraId="3D921A17" w14:textId="2F13A3B7" w:rsidR="005337D7" w:rsidRPr="00850379" w:rsidRDefault="00AC562C" w:rsidP="003B4C4E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</w:r>
      <w:r w:rsidR="005337D7" w:rsidRPr="00850379">
        <w:rPr>
          <w:lang w:val="es-ES_tradnl"/>
        </w:rPr>
        <w:t xml:space="preserve">Sí </w:t>
      </w:r>
      <w:r w:rsidR="005337D7" w:rsidRPr="00850379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337D7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5337D7" w:rsidRPr="00850379">
        <w:rPr>
          <w:lang w:val="es-ES_tradnl"/>
        </w:rPr>
        <w:fldChar w:fldCharType="end"/>
      </w:r>
      <w:r w:rsidR="005337D7" w:rsidRPr="00850379">
        <w:rPr>
          <w:lang w:val="es-ES_tradnl"/>
        </w:rPr>
        <w:t xml:space="preserve">/No </w:t>
      </w:r>
      <w:r w:rsidR="005337D7" w:rsidRPr="00850379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337D7"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="005337D7" w:rsidRPr="00850379">
        <w:rPr>
          <w:lang w:val="es-ES_tradnl"/>
        </w:rPr>
        <w:fldChar w:fldCharType="end"/>
      </w:r>
    </w:p>
    <w:p w14:paraId="28FFB222" w14:textId="1A44DFBE" w:rsidR="005337D7" w:rsidRPr="00850379" w:rsidRDefault="005337D7" w:rsidP="005337D7">
      <w:pPr>
        <w:spacing w:after="120"/>
        <w:ind w:left="1701" w:right="1134"/>
        <w:jc w:val="both"/>
        <w:rPr>
          <w:lang w:val="es-ES_tradnl"/>
        </w:rPr>
      </w:pPr>
      <w:r w:rsidRPr="00850379">
        <w:rPr>
          <w:i/>
          <w:lang w:val="es-ES_tradnl"/>
        </w:rPr>
        <w:t xml:space="preserve">En caso afirmativo, por favor describa brevemente las bases legislativas, y cualquiera de los procedimientos relativos a su </w:t>
      </w:r>
      <w:r w:rsidR="005303C2" w:rsidRPr="00850379">
        <w:rPr>
          <w:i/>
          <w:lang w:val="es-ES_tradnl"/>
        </w:rPr>
        <w:t>aplicación</w:t>
      </w:r>
      <w:r w:rsidRPr="00850379">
        <w:rPr>
          <w:i/>
          <w:lang w:val="es-ES_tradnl"/>
        </w:rPr>
        <w:t xml:space="preserve">. </w:t>
      </w:r>
      <w:r w:rsidRPr="00850379">
        <w:rPr>
          <w:lang w:val="es-ES_tradnl"/>
        </w:rPr>
        <w:t>[rellene]</w:t>
      </w:r>
    </w:p>
    <w:p w14:paraId="0CE5127C" w14:textId="36401784" w:rsidR="00FE56E0" w:rsidRPr="00850379" w:rsidRDefault="005337D7" w:rsidP="005337D7">
      <w:pPr>
        <w:spacing w:after="120"/>
        <w:ind w:left="1701" w:right="1134"/>
        <w:jc w:val="both"/>
        <w:rPr>
          <w:lang w:val="es-ES_tradnl"/>
        </w:rPr>
      </w:pPr>
      <w:r w:rsidRPr="00850379">
        <w:rPr>
          <w:i/>
          <w:lang w:val="es-ES_tradnl"/>
        </w:rPr>
        <w:t xml:space="preserve">En caso negativo, ¿se prevén otras medidas para la realización de la EIA transfronteriza? </w:t>
      </w:r>
      <w:r w:rsidRPr="00850379">
        <w:rPr>
          <w:iCs/>
          <w:lang w:val="es-ES_tradnl"/>
        </w:rPr>
        <w:t>[</w:t>
      </w:r>
      <w:r w:rsidRPr="00850379">
        <w:rPr>
          <w:lang w:val="es-ES_tradnl"/>
        </w:rPr>
        <w:t>rellene]</w:t>
      </w:r>
    </w:p>
    <w:p w14:paraId="1B5C128B" w14:textId="2FFC6B4A" w:rsidR="004D2558" w:rsidRPr="00850379" w:rsidRDefault="00FE56E0" w:rsidP="002A5C07">
      <w:pPr>
        <w:suppressAutoHyphens w:val="0"/>
        <w:spacing w:line="240" w:lineRule="auto"/>
        <w:rPr>
          <w:lang w:val="es-ES_tradnl"/>
        </w:rPr>
      </w:pPr>
      <w:r w:rsidRPr="00850379">
        <w:rPr>
          <w:lang w:val="es-ES_tradnl"/>
        </w:rPr>
        <w:br w:type="page"/>
      </w:r>
    </w:p>
    <w:p w14:paraId="4B02C569" w14:textId="16551800" w:rsidR="004D2558" w:rsidRPr="00850379" w:rsidRDefault="004D2558" w:rsidP="00D24D75">
      <w:pPr>
        <w:pStyle w:val="H23G"/>
        <w:rPr>
          <w:lang w:val="es-ES_tradnl"/>
        </w:rPr>
      </w:pPr>
      <w:r w:rsidRPr="00850379">
        <w:rPr>
          <w:lang w:val="es-ES_tradnl"/>
        </w:rPr>
        <w:lastRenderedPageBreak/>
        <w:tab/>
        <w:t>IV.</w:t>
      </w:r>
      <w:r w:rsidRPr="00850379">
        <w:rPr>
          <w:lang w:val="es-ES_tradnl"/>
        </w:rPr>
        <w:tab/>
      </w:r>
      <w:r w:rsidR="008B2B43" w:rsidRPr="00850379">
        <w:rPr>
          <w:lang w:val="es-ES_tradnl"/>
        </w:rPr>
        <w:t>Preguntas finales</w:t>
      </w:r>
    </w:p>
    <w:p w14:paraId="6F238CBC" w14:textId="2EC54AB1" w:rsidR="008B2B43" w:rsidRPr="00850379" w:rsidRDefault="00AC562C" w:rsidP="002B7071">
      <w:pPr>
        <w:tabs>
          <w:tab w:val="left" w:pos="1134"/>
        </w:tabs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1.</w:t>
      </w:r>
      <w:r w:rsidRPr="00850379">
        <w:rPr>
          <w:lang w:val="es-ES_tradnl"/>
        </w:rPr>
        <w:tab/>
      </w:r>
      <w:r w:rsidR="008B2B43" w:rsidRPr="00850379">
        <w:rPr>
          <w:lang w:val="es-ES_tradnl"/>
        </w:rPr>
        <w:t xml:space="preserve">¿Cuáles son los principales desafíos que su país enfrenta en la cooperación en materia de aguas transfronterizas? </w:t>
      </w:r>
    </w:p>
    <w:p w14:paraId="41DAF58B" w14:textId="5F4838CA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 xml:space="preserve">Diferencias entre los marcos </w:t>
      </w:r>
      <w:r w:rsidR="006C22C3" w:rsidRPr="00850379">
        <w:rPr>
          <w:bCs/>
          <w:color w:val="000000" w:themeColor="text1"/>
          <w:lang w:val="es-ES_tradnl" w:eastAsia="es-ES_tradnl"/>
        </w:rPr>
        <w:t xml:space="preserve">administrativos y jurídicos </w:t>
      </w:r>
      <w:r w:rsidRPr="00850379">
        <w:rPr>
          <w:bCs/>
          <w:color w:val="000000" w:themeColor="text1"/>
          <w:lang w:val="es-ES_tradnl" w:eastAsia="es-ES_tradnl"/>
        </w:rPr>
        <w:t>nacionales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080AA90B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Falta de datos e información relevante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1C03D2C8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Dificultades en el intercambio de datos e información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59B9F695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Fragmentación sectorial a nivel nacional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4E35873F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Barrera lingüística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769262E9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Limitaciones en los recursos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68E97B7B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Presiones ambientales, p.ej., fenómenos extremos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6032FAD1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Preocupaciones sobre la soberanía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1ECD1BAA" w14:textId="77777777" w:rsidR="008B2B43" w:rsidRPr="00850379" w:rsidRDefault="008B2B43" w:rsidP="008B2B43">
      <w:pPr>
        <w:spacing w:after="120"/>
        <w:ind w:left="1134" w:right="1134" w:firstLine="1134"/>
        <w:jc w:val="both"/>
        <w:rPr>
          <w:lang w:val="es-ES_tradnl"/>
        </w:rPr>
      </w:pPr>
      <w:r w:rsidRPr="00850379">
        <w:rPr>
          <w:lang w:val="es-ES_tradnl"/>
        </w:rPr>
        <w:tab/>
        <w:t>Por favor enumere otros desafíos y/o proporcione más detalles: [rellene]</w:t>
      </w:r>
    </w:p>
    <w:p w14:paraId="3DAB0646" w14:textId="77777777" w:rsidR="008B2B43" w:rsidRPr="00850379" w:rsidRDefault="008B2B43" w:rsidP="008B2B43">
      <w:pPr>
        <w:spacing w:after="120"/>
        <w:ind w:left="1701" w:right="1134" w:hanging="567"/>
        <w:jc w:val="both"/>
        <w:rPr>
          <w:strike/>
          <w:lang w:val="es-ES_tradnl"/>
        </w:rPr>
      </w:pPr>
      <w:r w:rsidRPr="00850379">
        <w:rPr>
          <w:lang w:val="es-ES_tradnl"/>
        </w:rPr>
        <w:t>2.</w:t>
      </w:r>
      <w:r w:rsidRPr="00850379">
        <w:rPr>
          <w:lang w:val="es-ES_tradnl"/>
        </w:rPr>
        <w:tab/>
        <w:t xml:space="preserve">¿Cuáles han sido los principales logros en la cooperación en materia de aguas transfronterizas? </w:t>
      </w:r>
    </w:p>
    <w:p w14:paraId="651C8A23" w14:textId="4B2EA2D1" w:rsidR="008B2B43" w:rsidRPr="00850379" w:rsidRDefault="0041623D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Mejora de la g</w:t>
      </w:r>
      <w:r w:rsidR="008B2B43" w:rsidRPr="00850379">
        <w:rPr>
          <w:bCs/>
          <w:color w:val="000000" w:themeColor="text1"/>
          <w:lang w:val="es-ES_tradnl" w:eastAsia="es-ES_tradnl"/>
        </w:rPr>
        <w:t>estión hídrica</w:t>
      </w:r>
      <w:r w:rsidR="008B2B43" w:rsidRPr="00850379">
        <w:rPr>
          <w:lang w:val="es-ES_tradnl"/>
        </w:rPr>
        <w:t xml:space="preserve"> </w:t>
      </w:r>
      <w:r w:rsidR="008B2B43" w:rsidRPr="00850379">
        <w:rPr>
          <w:bCs/>
          <w:color w:val="000000" w:themeColor="text1"/>
          <w:lang w:val="es-ES_tradnl" w:eastAsia="es-ES_tradnl"/>
        </w:rPr>
        <w:tab/>
      </w:r>
      <w:r w:rsidR="008B2B43"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="008B2B43"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="008B2B43"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12EC5156" w14:textId="0EFC6D61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 xml:space="preserve">Mejor integración regional, es decir, más allá del </w:t>
      </w:r>
      <w:r w:rsidR="0041623D" w:rsidRPr="00850379">
        <w:rPr>
          <w:bCs/>
          <w:color w:val="000000" w:themeColor="text1"/>
          <w:lang w:val="es-ES_tradnl" w:eastAsia="es-ES_tradnl"/>
        </w:rPr>
        <w:t xml:space="preserve">ámbito del </w:t>
      </w:r>
      <w:r w:rsidRPr="00850379">
        <w:rPr>
          <w:bCs/>
          <w:color w:val="000000" w:themeColor="text1"/>
          <w:lang w:val="es-ES_tradnl" w:eastAsia="es-ES_tradnl"/>
        </w:rPr>
        <w:t>agua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0EF903F2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Adopción de acuerdos de cooperación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02191B22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Adopción de planes y programas conjuntos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18328E04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Cooperación duradera y sostenida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667EFECD" w14:textId="6770B23B" w:rsidR="008B2B43" w:rsidRPr="00850379" w:rsidRDefault="008B2B43" w:rsidP="008B2B43">
      <w:pPr>
        <w:tabs>
          <w:tab w:val="left" w:pos="5610"/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 xml:space="preserve">Apoyo financiero para </w:t>
      </w:r>
      <w:r w:rsidR="0041623D" w:rsidRPr="00850379">
        <w:rPr>
          <w:bCs/>
          <w:color w:val="000000" w:themeColor="text1"/>
          <w:lang w:val="es-ES_tradnl" w:eastAsia="es-ES_tradnl"/>
        </w:rPr>
        <w:t xml:space="preserve">las </w:t>
      </w:r>
      <w:r w:rsidRPr="00850379">
        <w:rPr>
          <w:bCs/>
          <w:color w:val="000000" w:themeColor="text1"/>
          <w:lang w:val="es-ES_tradnl" w:eastAsia="es-ES_tradnl"/>
        </w:rPr>
        <w:t>actividades conjuntas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3101FD07" w14:textId="77777777" w:rsidR="008B2B43" w:rsidRPr="00850379" w:rsidRDefault="008B2B43" w:rsidP="008B2B43">
      <w:pPr>
        <w:tabs>
          <w:tab w:val="left" w:pos="7938"/>
        </w:tabs>
        <w:suppressAutoHyphens w:val="0"/>
        <w:spacing w:line="240" w:lineRule="auto"/>
        <w:ind w:left="1560" w:right="1134" w:firstLine="708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 xml:space="preserve">Mayor voluntad política para la cooperación </w:t>
      </w:r>
    </w:p>
    <w:p w14:paraId="3454C75E" w14:textId="77777777" w:rsidR="008B2B43" w:rsidRPr="00850379" w:rsidRDefault="008B2B43" w:rsidP="00C9744A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en materia de aguas transfronterizas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16367885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Mejor conocimiento y comprensión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42BA52D1" w14:textId="57290251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 xml:space="preserve">Prevención de </w:t>
      </w:r>
      <w:r w:rsidR="0041623D" w:rsidRPr="00850379">
        <w:rPr>
          <w:bCs/>
          <w:color w:val="000000" w:themeColor="text1"/>
          <w:lang w:val="es-ES_tradnl" w:eastAsia="es-ES_tradnl"/>
        </w:rPr>
        <w:t>controversias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0108073A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Compromiso de las partes interesadas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2C09F3BE" w14:textId="527BF8DA" w:rsidR="008B2B43" w:rsidRPr="00850379" w:rsidRDefault="008B2B43" w:rsidP="008B2B43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 xml:space="preserve">Por favor enumere otros logros, claves para </w:t>
      </w:r>
      <w:r w:rsidR="005303C2" w:rsidRPr="00850379">
        <w:rPr>
          <w:lang w:val="es-ES_tradnl"/>
        </w:rPr>
        <w:t>obtener</w:t>
      </w:r>
      <w:r w:rsidRPr="00850379">
        <w:rPr>
          <w:lang w:val="es-ES_tradnl"/>
        </w:rPr>
        <w:t xml:space="preserve"> éxito, y/o proporcione ejemplos concretos: [rellene]</w:t>
      </w:r>
    </w:p>
    <w:p w14:paraId="14D8984B" w14:textId="77777777" w:rsidR="008B2B43" w:rsidRPr="00850379" w:rsidRDefault="008B2B43" w:rsidP="008B2B43">
      <w:pPr>
        <w:spacing w:after="120"/>
        <w:ind w:left="1701" w:right="1134" w:hanging="567"/>
        <w:jc w:val="both"/>
        <w:rPr>
          <w:b/>
          <w:bCs/>
          <w:lang w:val="es-ES_tradnl"/>
        </w:rPr>
      </w:pPr>
      <w:r w:rsidRPr="00850379">
        <w:rPr>
          <w:lang w:val="es-ES_tradnl"/>
        </w:rPr>
        <w:t>3</w:t>
      </w:r>
      <w:r w:rsidRPr="00850379" w:rsidDel="00070697">
        <w:rPr>
          <w:lang w:val="es-ES_tradnl"/>
        </w:rPr>
        <w:t>.</w:t>
      </w:r>
      <w:r w:rsidRPr="00850379" w:rsidDel="00070697">
        <w:rPr>
          <w:lang w:val="es-ES_tradnl"/>
        </w:rPr>
        <w:tab/>
      </w:r>
      <w:r w:rsidRPr="00850379">
        <w:rPr>
          <w:lang w:val="es-ES_tradnl"/>
        </w:rPr>
        <w:t xml:space="preserve">Por favor indique a qué instituciones se consultó al completar este cuestionario: </w:t>
      </w:r>
    </w:p>
    <w:p w14:paraId="5457332C" w14:textId="6F510F19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 xml:space="preserve">Órgano </w:t>
      </w:r>
      <w:r w:rsidR="00BC7242" w:rsidRPr="00850379">
        <w:rPr>
          <w:bCs/>
          <w:color w:val="000000" w:themeColor="text1"/>
          <w:lang w:val="es-ES_tradnl" w:eastAsia="es-ES_tradnl"/>
        </w:rPr>
        <w:t xml:space="preserve">o mecanismo </w:t>
      </w:r>
      <w:r w:rsidRPr="00850379">
        <w:rPr>
          <w:bCs/>
          <w:color w:val="000000" w:themeColor="text1"/>
          <w:lang w:val="es-ES_tradnl" w:eastAsia="es-ES_tradnl"/>
        </w:rPr>
        <w:t>conjunto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305310D7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Otros países ribereños o que comparten el acuífero</w:t>
      </w:r>
      <w:r w:rsidRPr="00850379">
        <w:rPr>
          <w:bCs/>
          <w:lang w:val="es-ES_tradnl" w:eastAsia="es-ES_tradnl"/>
        </w:rPr>
        <w:tab/>
      </w:r>
      <w:r w:rsidRPr="00850379">
        <w:rPr>
          <w:bCs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 w:eastAsia="es-ES_tradnl"/>
        </w:rPr>
        <w:instrText xml:space="preserve"> FORMCHECKBOX </w:instrText>
      </w:r>
      <w:r w:rsidR="005707D5">
        <w:rPr>
          <w:bCs/>
          <w:lang w:val="es-ES_tradnl" w:eastAsia="es-ES_tradnl"/>
        </w:rPr>
      </w:r>
      <w:r w:rsidR="005707D5">
        <w:rPr>
          <w:bCs/>
          <w:lang w:val="es-ES_tradnl" w:eastAsia="es-ES_tradnl"/>
        </w:rPr>
        <w:fldChar w:fldCharType="separate"/>
      </w:r>
      <w:r w:rsidRPr="00850379">
        <w:rPr>
          <w:bCs/>
          <w:lang w:val="es-ES_tradnl" w:eastAsia="es-ES_tradnl"/>
        </w:rPr>
        <w:fldChar w:fldCharType="end"/>
      </w:r>
    </w:p>
    <w:p w14:paraId="7DB9CED6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Autoridad nacional de gestión de los recursos hídricos</w:t>
      </w:r>
      <w:r w:rsidRPr="00850379">
        <w:rPr>
          <w:bCs/>
          <w:lang w:val="es-ES_tradnl" w:eastAsia="es-ES_tradnl"/>
        </w:rPr>
        <w:tab/>
      </w:r>
      <w:r w:rsidRPr="00850379">
        <w:rPr>
          <w:bCs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 w:eastAsia="es-ES_tradnl"/>
        </w:rPr>
        <w:instrText xml:space="preserve"> FORMCHECKBOX </w:instrText>
      </w:r>
      <w:r w:rsidR="005707D5">
        <w:rPr>
          <w:bCs/>
          <w:lang w:val="es-ES_tradnl" w:eastAsia="es-ES_tradnl"/>
        </w:rPr>
      </w:r>
      <w:r w:rsidR="005707D5">
        <w:rPr>
          <w:bCs/>
          <w:lang w:val="es-ES_tradnl" w:eastAsia="es-ES_tradnl"/>
        </w:rPr>
        <w:fldChar w:fldCharType="separate"/>
      </w:r>
      <w:r w:rsidRPr="00850379">
        <w:rPr>
          <w:bCs/>
          <w:lang w:val="es-ES_tradnl" w:eastAsia="es-ES_tradnl"/>
        </w:rPr>
        <w:fldChar w:fldCharType="end"/>
      </w:r>
    </w:p>
    <w:p w14:paraId="5C40D390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Agencia/autoridad ambiental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3E0123D7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Organismo de cuenca (nacional)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4CC8B17E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Gobierno local o provincial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4A4E0611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Estudio geológico (nacional)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2E4B851B" w14:textId="77777777" w:rsidR="008B2B43" w:rsidRPr="00850379" w:rsidRDefault="008B2B43" w:rsidP="008B2B43">
      <w:pPr>
        <w:tabs>
          <w:tab w:val="left" w:pos="7938"/>
        </w:tabs>
        <w:suppressAutoHyphens w:val="0"/>
        <w:spacing w:line="240" w:lineRule="auto"/>
        <w:ind w:left="2268" w:right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Ministerios no específicos sobre el agua, p. ej., de asuntos</w:t>
      </w:r>
    </w:p>
    <w:p w14:paraId="223E28DD" w14:textId="77777777" w:rsidR="008B2B43" w:rsidRPr="00850379" w:rsidRDefault="008B2B43" w:rsidP="008B2B43">
      <w:pPr>
        <w:tabs>
          <w:tab w:val="left" w:pos="7938"/>
        </w:tabs>
        <w:suppressAutoHyphens w:val="0"/>
        <w:spacing w:line="240" w:lineRule="auto"/>
        <w:ind w:left="2268" w:right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exteriores, de finanzas, de silvicultura y de energía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08CE9448" w14:textId="77777777" w:rsidR="008122ED" w:rsidRPr="00850379" w:rsidRDefault="008122ED" w:rsidP="008122ED">
      <w:pPr>
        <w:tabs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 xml:space="preserve">Organizaciones o grupos de mujeres 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781B4586" w14:textId="2FAA7CA4" w:rsidR="008122ED" w:rsidRPr="00850379" w:rsidRDefault="008122ED" w:rsidP="008122ED">
      <w:pPr>
        <w:tabs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lastRenderedPageBreak/>
        <w:t xml:space="preserve">Organizaciones o grupos de pueblos indígenas 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49472ECC" w14:textId="3A7C78D2" w:rsidR="008122ED" w:rsidRPr="00850379" w:rsidRDefault="008122ED" w:rsidP="008122ED">
      <w:pPr>
        <w:tabs>
          <w:tab w:val="left" w:pos="7938"/>
        </w:tabs>
        <w:spacing w:after="120"/>
        <w:ind w:left="1134" w:right="1134" w:firstLine="1134"/>
        <w:jc w:val="both"/>
        <w:rPr>
          <w:bCs/>
          <w:lang w:val="es-ES_tradnl"/>
        </w:rPr>
      </w:pPr>
      <w:r w:rsidRPr="00850379">
        <w:rPr>
          <w:bCs/>
          <w:lang w:val="es-ES_tradnl"/>
        </w:rPr>
        <w:t xml:space="preserve">Organizaciones o grupos de jóvenes </w:t>
      </w:r>
      <w:r w:rsidRPr="00850379">
        <w:rPr>
          <w:bCs/>
          <w:lang w:val="es-ES_tradnl"/>
        </w:rPr>
        <w:tab/>
      </w:r>
      <w:r w:rsidRPr="00850379">
        <w:rPr>
          <w:bCs/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/>
        </w:rPr>
        <w:instrText xml:space="preserve"> FORMCHECKBOX </w:instrText>
      </w:r>
      <w:r w:rsidR="005707D5">
        <w:rPr>
          <w:bCs/>
          <w:lang w:val="es-ES_tradnl"/>
        </w:rPr>
      </w:r>
      <w:r w:rsidR="005707D5">
        <w:rPr>
          <w:bCs/>
          <w:lang w:val="es-ES_tradnl"/>
        </w:rPr>
        <w:fldChar w:fldCharType="separate"/>
      </w:r>
      <w:r w:rsidRPr="00850379">
        <w:rPr>
          <w:bCs/>
          <w:lang w:val="es-ES_tradnl"/>
        </w:rPr>
        <w:fldChar w:fldCharType="end"/>
      </w:r>
    </w:p>
    <w:p w14:paraId="6843E753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Organizaciones de la sociedad civil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100E5789" w14:textId="05A19468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color w:val="000000" w:themeColor="text1"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Asociaciones de usuarios</w:t>
      </w:r>
      <w:r w:rsidR="008122ED" w:rsidRPr="00850379">
        <w:rPr>
          <w:bCs/>
          <w:color w:val="000000" w:themeColor="text1"/>
          <w:lang w:val="es-ES_tradnl" w:eastAsia="es-ES_tradnl"/>
        </w:rPr>
        <w:t xml:space="preserve"> y usuarias</w:t>
      </w:r>
      <w:r w:rsidRPr="00850379">
        <w:rPr>
          <w:bCs/>
          <w:color w:val="000000" w:themeColor="text1"/>
          <w:lang w:val="es-ES_tradnl" w:eastAsia="es-ES_tradnl"/>
        </w:rPr>
        <w:t xml:space="preserve"> del agua</w:t>
      </w:r>
      <w:r w:rsidRPr="00850379">
        <w:rPr>
          <w:bCs/>
          <w:color w:val="000000" w:themeColor="text1"/>
          <w:lang w:val="es-ES_tradnl" w:eastAsia="es-ES_tradnl"/>
        </w:rPr>
        <w:tab/>
      </w:r>
      <w:r w:rsidRPr="00850379">
        <w:rPr>
          <w:bCs/>
          <w:color w:val="000000" w:themeColor="text1"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color w:val="000000" w:themeColor="text1"/>
          <w:lang w:val="es-ES_tradnl" w:eastAsia="es-ES_tradnl"/>
        </w:rPr>
        <w:instrText xml:space="preserve"> FORMCHECKBOX </w:instrText>
      </w:r>
      <w:r w:rsidR="005707D5">
        <w:rPr>
          <w:bCs/>
          <w:color w:val="000000" w:themeColor="text1"/>
          <w:lang w:val="es-ES_tradnl" w:eastAsia="es-ES_tradnl"/>
        </w:rPr>
      </w:r>
      <w:r w:rsidR="005707D5">
        <w:rPr>
          <w:bCs/>
          <w:color w:val="000000" w:themeColor="text1"/>
          <w:lang w:val="es-ES_tradnl" w:eastAsia="es-ES_tradnl"/>
        </w:rPr>
        <w:fldChar w:fldCharType="separate"/>
      </w:r>
      <w:r w:rsidRPr="00850379">
        <w:rPr>
          <w:bCs/>
          <w:color w:val="000000" w:themeColor="text1"/>
          <w:lang w:val="es-ES_tradnl" w:eastAsia="es-ES_tradnl"/>
        </w:rPr>
        <w:fldChar w:fldCharType="end"/>
      </w:r>
    </w:p>
    <w:p w14:paraId="1140EA54" w14:textId="77777777" w:rsidR="008B2B43" w:rsidRPr="00850379" w:rsidRDefault="008B2B43" w:rsidP="008B2B43">
      <w:pPr>
        <w:tabs>
          <w:tab w:val="left" w:pos="7938"/>
        </w:tabs>
        <w:suppressAutoHyphens w:val="0"/>
        <w:spacing w:after="120" w:line="240" w:lineRule="auto"/>
        <w:ind w:left="1134" w:right="1134" w:firstLine="1134"/>
        <w:jc w:val="both"/>
        <w:rPr>
          <w:bCs/>
          <w:lang w:val="es-ES_tradnl" w:eastAsia="es-ES_tradnl"/>
        </w:rPr>
      </w:pPr>
      <w:r w:rsidRPr="00850379">
        <w:rPr>
          <w:bCs/>
          <w:color w:val="000000" w:themeColor="text1"/>
          <w:lang w:val="es-ES_tradnl" w:eastAsia="es-ES_tradnl"/>
        </w:rPr>
        <w:t>Sector privado</w:t>
      </w:r>
      <w:r w:rsidRPr="00850379">
        <w:rPr>
          <w:bCs/>
          <w:lang w:val="es-ES_tradnl" w:eastAsia="es-ES_tradnl"/>
        </w:rPr>
        <w:tab/>
      </w:r>
      <w:r w:rsidRPr="00850379">
        <w:rPr>
          <w:bCs/>
          <w:lang w:val="es-ES_tradnl" w:eastAsia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bCs/>
          <w:lang w:val="es-ES_tradnl" w:eastAsia="es-ES_tradnl"/>
        </w:rPr>
        <w:instrText xml:space="preserve"> FORMCHECKBOX </w:instrText>
      </w:r>
      <w:r w:rsidR="005707D5">
        <w:rPr>
          <w:bCs/>
          <w:lang w:val="es-ES_tradnl" w:eastAsia="es-ES_tradnl"/>
        </w:rPr>
      </w:r>
      <w:r w:rsidR="005707D5">
        <w:rPr>
          <w:bCs/>
          <w:lang w:val="es-ES_tradnl" w:eastAsia="es-ES_tradnl"/>
        </w:rPr>
        <w:fldChar w:fldCharType="separate"/>
      </w:r>
      <w:r w:rsidRPr="00850379">
        <w:rPr>
          <w:bCs/>
          <w:lang w:val="es-ES_tradnl" w:eastAsia="es-ES_tradnl"/>
        </w:rPr>
        <w:fldChar w:fldCharType="end"/>
      </w:r>
    </w:p>
    <w:p w14:paraId="026A5DE7" w14:textId="77777777" w:rsidR="008B2B43" w:rsidRPr="00850379" w:rsidRDefault="008B2B43" w:rsidP="008B2B43">
      <w:pPr>
        <w:spacing w:after="120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ab/>
        <w:t>Otras (por favor enumérelas): [rellene]</w:t>
      </w:r>
    </w:p>
    <w:p w14:paraId="45A12209" w14:textId="77777777" w:rsidR="008B2B43" w:rsidRPr="00850379" w:rsidRDefault="008B2B43" w:rsidP="008B2B43">
      <w:pPr>
        <w:spacing w:after="120"/>
        <w:ind w:left="2268" w:right="1134"/>
        <w:jc w:val="both"/>
        <w:rPr>
          <w:lang w:val="es-ES_tradnl"/>
        </w:rPr>
      </w:pPr>
      <w:r w:rsidRPr="00850379">
        <w:rPr>
          <w:lang w:val="es-ES_tradnl"/>
        </w:rPr>
        <w:tab/>
        <w:t>Por favor describa brevemente el proceso por el cual se completó el cuestionario: [rellene]</w:t>
      </w:r>
    </w:p>
    <w:p w14:paraId="51A3992C" w14:textId="77777777" w:rsidR="008B2B43" w:rsidRPr="00850379" w:rsidRDefault="008B2B43" w:rsidP="008C0C5F">
      <w:pPr>
        <w:spacing w:after="120"/>
        <w:ind w:left="1689" w:right="1134" w:hanging="555"/>
        <w:jc w:val="both"/>
        <w:rPr>
          <w:lang w:val="es-ES_tradnl"/>
        </w:rPr>
      </w:pPr>
      <w:r w:rsidRPr="00850379">
        <w:rPr>
          <w:lang w:val="es-ES_tradnl"/>
        </w:rPr>
        <w:t>4.</w:t>
      </w:r>
      <w:r w:rsidRPr="00850379">
        <w:rPr>
          <w:lang w:val="es-ES_tradnl"/>
        </w:rPr>
        <w:tab/>
        <w:t>Si tiene algún comentario, por favor, sírvase añadirlo aquí (</w:t>
      </w:r>
      <w:r w:rsidRPr="00850379">
        <w:rPr>
          <w:i/>
          <w:lang w:val="es-ES_tradnl"/>
        </w:rPr>
        <w:t>introduzca sus comentarios</w:t>
      </w:r>
      <w:r w:rsidRPr="00850379">
        <w:rPr>
          <w:lang w:val="es-ES_tradnl"/>
        </w:rPr>
        <w:t>): [rellene]</w:t>
      </w:r>
    </w:p>
    <w:p w14:paraId="0E04E6EC" w14:textId="608A79E9" w:rsidR="004B6E84" w:rsidRPr="00850379" w:rsidRDefault="008B2B43" w:rsidP="008B2B43">
      <w:pPr>
        <w:spacing w:after="120"/>
        <w:ind w:left="1701" w:right="1134" w:hanging="567"/>
        <w:jc w:val="both"/>
        <w:rPr>
          <w:lang w:val="es-ES_tradnl"/>
        </w:rPr>
      </w:pPr>
      <w:r w:rsidRPr="00850379">
        <w:rPr>
          <w:lang w:val="es-ES_tradnl"/>
        </w:rPr>
        <w:t>5.</w:t>
      </w:r>
      <w:r w:rsidRPr="00850379">
        <w:rPr>
          <w:lang w:val="es-ES_tradnl"/>
        </w:rPr>
        <w:tab/>
      </w:r>
      <w:r w:rsidR="004B6E84" w:rsidRPr="00850379">
        <w:rPr>
          <w:lang w:val="es-ES_tradnl"/>
        </w:rPr>
        <w:t>Detalles</w:t>
      </w:r>
      <w:r w:rsidRPr="00850379">
        <w:rPr>
          <w:lang w:val="es-ES_tradnl"/>
        </w:rPr>
        <w:t xml:space="preserve"> de la persona</w:t>
      </w:r>
      <w:r w:rsidR="004B6E84" w:rsidRPr="00850379">
        <w:rPr>
          <w:lang w:val="es-ES_tradnl"/>
        </w:rPr>
        <w:t>/personas</w:t>
      </w:r>
      <w:r w:rsidRPr="00850379">
        <w:rPr>
          <w:lang w:val="es-ES_tradnl"/>
        </w:rPr>
        <w:t xml:space="preserve"> que completó</w:t>
      </w:r>
      <w:r w:rsidR="004B6E84" w:rsidRPr="00850379">
        <w:rPr>
          <w:lang w:val="es-ES_tradnl"/>
        </w:rPr>
        <w:t>/completaron</w:t>
      </w:r>
      <w:r w:rsidRPr="00850379">
        <w:rPr>
          <w:lang w:val="es-ES_tradnl"/>
        </w:rPr>
        <w:t xml:space="preserve"> el cuestionario (</w:t>
      </w:r>
      <w:r w:rsidRPr="00850379">
        <w:rPr>
          <w:i/>
          <w:lang w:val="es-ES_tradnl"/>
        </w:rPr>
        <w:t>por favor introdúzcalos</w:t>
      </w:r>
      <w:r w:rsidRPr="00850379">
        <w:rPr>
          <w:lang w:val="es-ES_tradnl"/>
        </w:rPr>
        <w:t xml:space="preserve">): </w:t>
      </w:r>
    </w:p>
    <w:p w14:paraId="0C381F07" w14:textId="2EE42551" w:rsidR="008B2B43" w:rsidRPr="00850379" w:rsidRDefault="004B6E84" w:rsidP="008C0C5F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 xml:space="preserve">Nombre: </w:t>
      </w:r>
      <w:r w:rsidR="008B2B43" w:rsidRPr="00850379">
        <w:rPr>
          <w:lang w:val="es-ES_tradnl"/>
        </w:rPr>
        <w:t>[rellene]</w:t>
      </w:r>
    </w:p>
    <w:p w14:paraId="0898D19C" w14:textId="77777777" w:rsidR="00760F9C" w:rsidRPr="00850379" w:rsidRDefault="00760F9C" w:rsidP="003D1485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 xml:space="preserve">Género: Mujer </w:t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 / Hombre </w:t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 / Otro </w:t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 / Prefiere no contestar </w:t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69AE03B1" w14:textId="3B73CA31" w:rsidR="00760F9C" w:rsidRPr="00850379" w:rsidRDefault="00760F9C" w:rsidP="00760F9C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Datos de contacto</w:t>
      </w:r>
      <w:r w:rsidR="00D244DB" w:rsidRPr="00850379">
        <w:rPr>
          <w:lang w:val="es-ES_tradnl"/>
        </w:rPr>
        <w:t>:</w:t>
      </w:r>
      <w:r w:rsidRPr="00850379">
        <w:rPr>
          <w:lang w:val="es-ES_tradnl"/>
        </w:rPr>
        <w:t xml:space="preserve"> [rellene] </w:t>
      </w:r>
    </w:p>
    <w:p w14:paraId="53D09C14" w14:textId="77777777" w:rsidR="00760F9C" w:rsidRPr="00850379" w:rsidRDefault="00760F9C" w:rsidP="00760F9C">
      <w:pPr>
        <w:spacing w:after="120"/>
        <w:ind w:left="1701" w:right="1134"/>
        <w:jc w:val="both"/>
        <w:rPr>
          <w:lang w:val="es-ES_tradnl"/>
        </w:rPr>
      </w:pPr>
    </w:p>
    <w:p w14:paraId="050091FF" w14:textId="149C466C" w:rsidR="00760F9C" w:rsidRPr="00850379" w:rsidRDefault="0041623D" w:rsidP="00760F9C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D</w:t>
      </w:r>
      <w:r w:rsidR="00760F9C" w:rsidRPr="00850379">
        <w:rPr>
          <w:lang w:val="es-ES_tradnl"/>
        </w:rPr>
        <w:t>atos de la persona o personas que firmaron el cuestionario</w:t>
      </w:r>
      <w:r w:rsidRPr="00850379">
        <w:rPr>
          <w:lang w:val="es-ES_tradnl"/>
        </w:rPr>
        <w:t>, si es que difieren de los anteriores</w:t>
      </w:r>
      <w:r w:rsidR="00760F9C" w:rsidRPr="00850379">
        <w:rPr>
          <w:lang w:val="es-ES_tradnl"/>
        </w:rPr>
        <w:t>:</w:t>
      </w:r>
    </w:p>
    <w:p w14:paraId="01ED983E" w14:textId="77777777" w:rsidR="00760F9C" w:rsidRPr="00850379" w:rsidRDefault="00760F9C" w:rsidP="00760F9C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Nombre: [rellene]</w:t>
      </w:r>
    </w:p>
    <w:p w14:paraId="12F62345" w14:textId="77777777" w:rsidR="00760F9C" w:rsidRPr="00850379" w:rsidRDefault="00760F9C" w:rsidP="003D1485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ab/>
        <w:t xml:space="preserve">Género: Mujer </w:t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 / Hombre </w:t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 / Otro </w:t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  <w:r w:rsidRPr="00850379">
        <w:rPr>
          <w:lang w:val="es-ES_tradnl"/>
        </w:rPr>
        <w:t xml:space="preserve"> / Prefiere no contestar </w:t>
      </w:r>
      <w:r w:rsidRPr="00850379">
        <w:rPr>
          <w:lang w:val="es-ES_tradn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850379">
        <w:rPr>
          <w:lang w:val="es-ES_tradnl"/>
        </w:rPr>
        <w:instrText xml:space="preserve"> FORMCHECKBOX </w:instrText>
      </w:r>
      <w:r w:rsidR="005707D5">
        <w:rPr>
          <w:lang w:val="es-ES_tradnl"/>
        </w:rPr>
      </w:r>
      <w:r w:rsidR="005707D5">
        <w:rPr>
          <w:lang w:val="es-ES_tradnl"/>
        </w:rPr>
        <w:fldChar w:fldCharType="separate"/>
      </w:r>
      <w:r w:rsidRPr="00850379">
        <w:rPr>
          <w:lang w:val="es-ES_tradnl"/>
        </w:rPr>
        <w:fldChar w:fldCharType="end"/>
      </w:r>
    </w:p>
    <w:p w14:paraId="07B3D002" w14:textId="64209EE1" w:rsidR="00760F9C" w:rsidRPr="00850379" w:rsidRDefault="00760F9C" w:rsidP="00760F9C">
      <w:pPr>
        <w:spacing w:after="120"/>
        <w:ind w:left="1701" w:right="1134"/>
        <w:jc w:val="both"/>
        <w:rPr>
          <w:lang w:val="es-ES_tradnl"/>
        </w:rPr>
      </w:pPr>
      <w:r w:rsidRPr="00850379">
        <w:rPr>
          <w:lang w:val="es-ES_tradnl"/>
        </w:rPr>
        <w:t>Datos de contacto</w:t>
      </w:r>
      <w:r w:rsidR="00D244DB" w:rsidRPr="00850379">
        <w:rPr>
          <w:lang w:val="es-ES_tradnl"/>
        </w:rPr>
        <w:t>:</w:t>
      </w:r>
      <w:r w:rsidRPr="00850379">
        <w:rPr>
          <w:lang w:val="es-ES_tradnl"/>
        </w:rPr>
        <w:t xml:space="preserve"> [rellene] </w:t>
      </w:r>
    </w:p>
    <w:p w14:paraId="12AF72A2" w14:textId="08F8C3F5" w:rsidR="004B6E84" w:rsidRPr="00850379" w:rsidRDefault="004B6E84" w:rsidP="008B2B43">
      <w:pPr>
        <w:spacing w:after="120"/>
        <w:ind w:left="1701" w:right="1134" w:hanging="567"/>
        <w:jc w:val="both"/>
        <w:rPr>
          <w:lang w:val="es-ES_tradnl"/>
        </w:rPr>
      </w:pPr>
    </w:p>
    <w:p w14:paraId="4A823125" w14:textId="77777777" w:rsidR="004B6E84" w:rsidRPr="00850379" w:rsidRDefault="004B6E84" w:rsidP="008B2B43">
      <w:pPr>
        <w:spacing w:after="120"/>
        <w:ind w:left="1701" w:right="1134" w:hanging="567"/>
        <w:jc w:val="both"/>
        <w:rPr>
          <w:lang w:val="es-ES_tradnl"/>
        </w:rPr>
      </w:pPr>
    </w:p>
    <w:p w14:paraId="600B148D" w14:textId="77777777" w:rsidR="008B2B43" w:rsidRPr="00850379" w:rsidRDefault="008B2B43" w:rsidP="008B2B43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ab/>
        <w:t>Fecha: [rellene]</w:t>
      </w:r>
      <w:r w:rsidRPr="00850379">
        <w:rPr>
          <w:lang w:val="es-ES_tradnl"/>
        </w:rPr>
        <w:tab/>
        <w:t>Firma: [rellene]</w:t>
      </w:r>
    </w:p>
    <w:p w14:paraId="3C28A21A" w14:textId="77777777" w:rsidR="00A97F52" w:rsidRPr="00850379" w:rsidRDefault="00A97F52" w:rsidP="008B2B43">
      <w:pPr>
        <w:spacing w:after="120"/>
        <w:ind w:left="1134" w:right="1134"/>
        <w:jc w:val="both"/>
        <w:rPr>
          <w:lang w:val="es-ES_tradnl"/>
        </w:rPr>
      </w:pPr>
    </w:p>
    <w:p w14:paraId="227BBB12" w14:textId="05CC6738" w:rsidR="004D2558" w:rsidRPr="00850379" w:rsidRDefault="008B2B43" w:rsidP="008B2B43">
      <w:pPr>
        <w:spacing w:after="120"/>
        <w:ind w:left="1134" w:right="1134"/>
        <w:jc w:val="both"/>
        <w:rPr>
          <w:lang w:val="es-ES_tradnl"/>
        </w:rPr>
      </w:pPr>
      <w:r w:rsidRPr="00850379">
        <w:rPr>
          <w:lang w:val="es-ES_tradnl"/>
        </w:rPr>
        <w:t>Muchas gracias por haberse tomado el tiempo de completar este informe.</w:t>
      </w:r>
    </w:p>
    <w:p w14:paraId="0CE16235" w14:textId="1540FA52" w:rsidR="00C11FB4" w:rsidRPr="00850379" w:rsidRDefault="00C11FB4" w:rsidP="00C11FB4">
      <w:pPr>
        <w:spacing w:after="120"/>
        <w:ind w:left="1134" w:right="1134"/>
        <w:jc w:val="center"/>
        <w:rPr>
          <w:lang w:val="es-ES_tradnl"/>
        </w:rPr>
      </w:pPr>
      <w:r w:rsidRPr="00850379">
        <w:rPr>
          <w:lang w:val="es-ES_tradnl"/>
        </w:rPr>
        <w:t>_______________________</w:t>
      </w:r>
    </w:p>
    <w:sectPr w:rsidR="00C11FB4" w:rsidRPr="00850379" w:rsidSect="004D2558">
      <w:headerReference w:type="even" r:id="rId18"/>
      <w:headerReference w:type="default" r:id="rId19"/>
      <w:footerReference w:type="even" r:id="rId20"/>
      <w:footerReference w:type="default" r:id="rId2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DDD4E" w14:textId="77777777" w:rsidR="005707D5" w:rsidRDefault="005707D5"/>
  </w:endnote>
  <w:endnote w:type="continuationSeparator" w:id="0">
    <w:p w14:paraId="20B1DAC6" w14:textId="77777777" w:rsidR="005707D5" w:rsidRDefault="005707D5"/>
  </w:endnote>
  <w:endnote w:type="continuationNotice" w:id="1">
    <w:p w14:paraId="63C96D99" w14:textId="77777777" w:rsidR="005707D5" w:rsidRDefault="005707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3A70" w14:textId="77777777" w:rsidR="000062FA" w:rsidRPr="00820BD4" w:rsidRDefault="000062FA" w:rsidP="00820BD4">
    <w:pPr>
      <w:pStyle w:val="Footer"/>
      <w:tabs>
        <w:tab w:val="right" w:pos="9638"/>
      </w:tabs>
      <w:rPr>
        <w:sz w:val="18"/>
      </w:rPr>
    </w:pPr>
    <w:r w:rsidRPr="00820BD4">
      <w:rPr>
        <w:b/>
        <w:sz w:val="18"/>
      </w:rPr>
      <w:fldChar w:fldCharType="begin"/>
    </w:r>
    <w:r w:rsidRPr="00820BD4">
      <w:rPr>
        <w:b/>
        <w:sz w:val="18"/>
      </w:rPr>
      <w:instrText xml:space="preserve"> PAGE  \* MERGEFORMAT </w:instrText>
    </w:r>
    <w:r w:rsidRPr="00820BD4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820BD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07E2" w14:textId="77777777" w:rsidR="000062FA" w:rsidRPr="00820BD4" w:rsidRDefault="000062FA" w:rsidP="00820BD4">
    <w:pPr>
      <w:pStyle w:val="Footer"/>
      <w:tabs>
        <w:tab w:val="right" w:pos="9638"/>
      </w:tabs>
      <w:rPr>
        <w:b/>
        <w:sz w:val="18"/>
      </w:rPr>
    </w:pPr>
    <w:r>
      <w:tab/>
    </w:r>
    <w:r w:rsidRPr="00820BD4">
      <w:rPr>
        <w:b/>
        <w:sz w:val="18"/>
      </w:rPr>
      <w:fldChar w:fldCharType="begin"/>
    </w:r>
    <w:r w:rsidRPr="00820BD4">
      <w:rPr>
        <w:b/>
        <w:sz w:val="18"/>
      </w:rPr>
      <w:instrText xml:space="preserve"> PAGE  \* MERGEFORMAT </w:instrText>
    </w:r>
    <w:r w:rsidRPr="00820BD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20BD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7A912" w14:textId="77777777" w:rsidR="000062FA" w:rsidRPr="003A51F3" w:rsidRDefault="000062FA" w:rsidP="003A51F3">
    <w:pPr>
      <w:pStyle w:val="Footer"/>
    </w:pP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2660E7E" wp14:editId="1046BBB3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22885" cy="6120130"/>
              <wp:effectExtent l="0" t="0" r="571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201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1AA82E60" w14:textId="77777777" w:rsidR="000062FA" w:rsidRPr="00820BD4" w:rsidRDefault="000062FA" w:rsidP="003A51F3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sz w:val="18"/>
                            </w:rPr>
                          </w:pPr>
                          <w:r w:rsidRPr="00820BD4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820BD4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820BD4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z w:val="18"/>
                            </w:rPr>
                            <w:t>4</w:t>
                          </w:r>
                          <w:r w:rsidRPr="00820BD4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</w:p>
                        <w:p w14:paraId="4107E9B9" w14:textId="77777777" w:rsidR="000062FA" w:rsidRDefault="000062FA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660E7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34pt;margin-top:0;width:17.55pt;height:481.9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" fillcolor="white [3212]" stroked="f">
              <v:stroke joinstyle="round"/>
              <v:textbox style="layout-flow:vertical" inset="0,0,0,0">
                <w:txbxContent>
                  <w:p w14:paraId="1AA82E60" w14:textId="77777777" w:rsidR="000062FA" w:rsidRPr="00820BD4" w:rsidRDefault="000062FA" w:rsidP="003A51F3">
                    <w:pPr>
                      <w:pStyle w:val="Footer"/>
                      <w:tabs>
                        <w:tab w:val="right" w:pos="9638"/>
                      </w:tabs>
                      <w:rPr>
                        <w:sz w:val="18"/>
                      </w:rPr>
                    </w:pPr>
                    <w:r w:rsidRPr="00820BD4">
                      <w:rPr>
                        <w:b/>
                        <w:sz w:val="18"/>
                      </w:rPr>
                      <w:fldChar w:fldCharType="begin"/>
                    </w:r>
                    <w:r w:rsidRPr="00820BD4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820BD4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noProof/>
                        <w:sz w:val="18"/>
                      </w:rPr>
                      <w:t>4</w:t>
                    </w:r>
                    <w:r w:rsidRPr="00820BD4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ab/>
                    </w:r>
                  </w:p>
                  <w:p w14:paraId="4107E9B9" w14:textId="77777777" w:rsidR="000062FA" w:rsidRDefault="000062FA"/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771BC" w14:textId="77777777" w:rsidR="000062FA" w:rsidRPr="003A51F3" w:rsidRDefault="000062FA" w:rsidP="003A51F3">
    <w:pPr>
      <w:pStyle w:val="Footer"/>
    </w:pP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9B7B8A" wp14:editId="5BDF0D1F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22885" cy="6120130"/>
              <wp:effectExtent l="0" t="0" r="571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201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3BCA96AE" w14:textId="77777777" w:rsidR="000062FA" w:rsidRPr="00820BD4" w:rsidRDefault="000062FA" w:rsidP="003A51F3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ab/>
                          </w:r>
                          <w:r w:rsidRPr="00820BD4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820BD4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820BD4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z w:val="18"/>
                            </w:rPr>
                            <w:t>5</w:t>
                          </w:r>
                          <w:r w:rsidRPr="00820BD4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14:paraId="660358D7" w14:textId="77777777" w:rsidR="000062FA" w:rsidRDefault="000062FA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9B7B8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34pt;margin-top:0;width:17.55pt;height:481.9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" fillcolor="white [3212]" stroked="f">
              <v:stroke joinstyle="round"/>
              <v:textbox style="layout-flow:vertical" inset="0,0,0,0">
                <w:txbxContent>
                  <w:p w14:paraId="3BCA96AE" w14:textId="77777777" w:rsidR="000062FA" w:rsidRPr="00820BD4" w:rsidRDefault="000062FA" w:rsidP="003A51F3">
                    <w:pPr>
                      <w:pStyle w:val="Footer"/>
                      <w:tabs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ab/>
                    </w:r>
                    <w:r w:rsidRPr="00820BD4">
                      <w:rPr>
                        <w:b/>
                        <w:sz w:val="18"/>
                      </w:rPr>
                      <w:fldChar w:fldCharType="begin"/>
                    </w:r>
                    <w:r w:rsidRPr="00820BD4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820BD4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noProof/>
                        <w:sz w:val="18"/>
                      </w:rPr>
                      <w:t>5</w:t>
                    </w:r>
                    <w:r w:rsidRPr="00820BD4">
                      <w:rPr>
                        <w:b/>
                        <w:sz w:val="18"/>
                      </w:rPr>
                      <w:fldChar w:fldCharType="end"/>
                    </w:r>
                  </w:p>
                  <w:p w14:paraId="660358D7" w14:textId="77777777" w:rsidR="000062FA" w:rsidRDefault="000062FA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A2544" w14:textId="77777777" w:rsidR="000062FA" w:rsidRPr="004D2558" w:rsidRDefault="000062FA" w:rsidP="004D2558">
    <w:pPr>
      <w:pStyle w:val="Footer"/>
      <w:tabs>
        <w:tab w:val="right" w:pos="9638"/>
      </w:tabs>
    </w:pPr>
    <w:r w:rsidRPr="004D2558">
      <w:rPr>
        <w:b/>
        <w:sz w:val="18"/>
      </w:rPr>
      <w:fldChar w:fldCharType="begin"/>
    </w:r>
    <w:r w:rsidRPr="004D2558">
      <w:rPr>
        <w:b/>
        <w:sz w:val="18"/>
      </w:rPr>
      <w:instrText xml:space="preserve"> PAGE  \* MERGEFORMAT </w:instrText>
    </w:r>
    <w:r w:rsidRPr="004D2558">
      <w:rPr>
        <w:b/>
        <w:sz w:val="18"/>
      </w:rPr>
      <w:fldChar w:fldCharType="separate"/>
    </w:r>
    <w:r>
      <w:rPr>
        <w:b/>
        <w:noProof/>
        <w:sz w:val="18"/>
      </w:rPr>
      <w:t>20</w:t>
    </w:r>
    <w:r w:rsidRPr="004D2558">
      <w:rPr>
        <w:b/>
        <w:sz w:val="18"/>
      </w:rPr>
      <w:fldChar w:fldCharType="end"/>
    </w:r>
    <w:r>
      <w:rPr>
        <w:sz w:val="18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0DDF6" w14:textId="77777777" w:rsidR="000062FA" w:rsidRPr="004D2558" w:rsidRDefault="000062FA" w:rsidP="004D2558">
    <w:pPr>
      <w:pStyle w:val="Footer"/>
      <w:tabs>
        <w:tab w:val="right" w:pos="9638"/>
      </w:tabs>
      <w:rPr>
        <w:b/>
        <w:sz w:val="18"/>
      </w:rPr>
    </w:pPr>
    <w:r>
      <w:rPr>
        <w:noProof/>
      </w:rPr>
      <w:tab/>
    </w:r>
    <w:r w:rsidRPr="004D2558">
      <w:rPr>
        <w:b/>
        <w:noProof/>
        <w:sz w:val="18"/>
      </w:rPr>
      <w:fldChar w:fldCharType="begin"/>
    </w:r>
    <w:r w:rsidRPr="004D2558">
      <w:rPr>
        <w:b/>
        <w:noProof/>
        <w:sz w:val="18"/>
      </w:rPr>
      <w:instrText xml:space="preserve"> PAGE  \* MERGEFORMAT </w:instrText>
    </w:r>
    <w:r w:rsidRPr="004D2558">
      <w:rPr>
        <w:b/>
        <w:noProof/>
        <w:sz w:val="18"/>
      </w:rPr>
      <w:fldChar w:fldCharType="separate"/>
    </w:r>
    <w:r>
      <w:rPr>
        <w:b/>
        <w:noProof/>
        <w:sz w:val="18"/>
      </w:rPr>
      <w:t>21</w:t>
    </w:r>
    <w:r w:rsidRPr="004D2558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F92E7" w14:textId="77777777" w:rsidR="005707D5" w:rsidRPr="000B175B" w:rsidRDefault="005707D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9435968" w14:textId="77777777" w:rsidR="005707D5" w:rsidRPr="00FC68B7" w:rsidRDefault="005707D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0E80C30" w14:textId="77777777" w:rsidR="005707D5" w:rsidRDefault="005707D5"/>
  </w:footnote>
  <w:footnote w:id="2">
    <w:p w14:paraId="0FD58768" w14:textId="39EF7E84" w:rsidR="000062FA" w:rsidRPr="00D12EB6" w:rsidRDefault="000062FA" w:rsidP="00663B03">
      <w:pPr>
        <w:pStyle w:val="FootnoteText"/>
        <w:widowControl w:val="0"/>
        <w:rPr>
          <w:lang w:val="es-ES_tradnl"/>
        </w:rPr>
      </w:pPr>
      <w:r w:rsidRPr="00D12EB6">
        <w:rPr>
          <w:lang w:val="es-ES_tradnl"/>
        </w:rPr>
        <w:tab/>
      </w:r>
      <w:r w:rsidRPr="00D12EB6">
        <w:rPr>
          <w:rStyle w:val="FootnoteReference"/>
          <w:lang w:val="es-ES_tradnl"/>
        </w:rPr>
        <w:footnoteRef/>
      </w:r>
      <w:r w:rsidRPr="00D12EB6">
        <w:rPr>
          <w:lang w:val="es-ES_tradnl"/>
        </w:rPr>
        <w:tab/>
        <w:t xml:space="preserve">Disponible en el sitio web de </w:t>
      </w:r>
      <w:proofErr w:type="gramStart"/>
      <w:r w:rsidRPr="00D12EB6">
        <w:rPr>
          <w:lang w:val="es-ES_tradnl"/>
        </w:rPr>
        <w:t>ONU</w:t>
      </w:r>
      <w:proofErr w:type="gramEnd"/>
      <w:r w:rsidRPr="00D12EB6">
        <w:rPr>
          <w:lang w:val="es-ES_tradnl"/>
        </w:rPr>
        <w:t xml:space="preserve">-Agua: </w:t>
      </w:r>
      <w:hyperlink r:id="rId1" w:history="1">
        <w:r w:rsidR="00A4182F" w:rsidRPr="009C61FE">
          <w:rPr>
            <w:rStyle w:val="Hyperlink"/>
            <w:lang w:val="es-ES_tradnl"/>
          </w:rPr>
          <w:t>www.unwater.org/our-work/integrated-monitoring-initiative-sdg-6/indicator-652-proportion-transboundary-basin-area</w:t>
        </w:r>
      </w:hyperlink>
      <w:r w:rsidRPr="00D12EB6">
        <w:rPr>
          <w:lang w:val="es-ES_tradnl"/>
        </w:rPr>
        <w:t xml:space="preserve"> (</w:t>
      </w:r>
      <w:r w:rsidRPr="000062FA">
        <w:rPr>
          <w:lang w:val="es-ES_tradnl"/>
        </w:rPr>
        <w:t>versión revisada de “2020”</w:t>
      </w:r>
      <w:r w:rsidRPr="00D12EB6">
        <w:rPr>
          <w:lang w:val="es-ES_tradnl"/>
        </w:rPr>
        <w:t>).</w:t>
      </w:r>
    </w:p>
  </w:footnote>
  <w:footnote w:id="3">
    <w:p w14:paraId="7A5EC5DA" w14:textId="66B846A2" w:rsidR="000062FA" w:rsidRPr="00D12EB6" w:rsidRDefault="002A7B3F" w:rsidP="002A7B3F">
      <w:pPr>
        <w:pStyle w:val="FootnoteText"/>
        <w:widowControl w:val="0"/>
        <w:rPr>
          <w:lang w:val="es-ES_tradnl"/>
        </w:rPr>
      </w:pPr>
      <w:r>
        <w:rPr>
          <w:lang w:val="es-ES_tradnl"/>
        </w:rPr>
        <w:tab/>
      </w:r>
      <w:r w:rsidR="000062FA" w:rsidRPr="00D12EB6">
        <w:rPr>
          <w:rStyle w:val="FootnoteReference"/>
          <w:lang w:val="es-ES_tradnl"/>
        </w:rPr>
        <w:footnoteRef/>
      </w:r>
      <w:r w:rsidR="000062FA" w:rsidRPr="00D12EB6">
        <w:rPr>
          <w:lang w:val="es-ES_tradnl"/>
        </w:rPr>
        <w:t xml:space="preserve"> </w:t>
      </w:r>
      <w:r>
        <w:rPr>
          <w:lang w:val="es-ES_tradnl"/>
        </w:rPr>
        <w:tab/>
      </w:r>
      <w:r w:rsidR="000062FA" w:rsidRPr="00D12EB6">
        <w:rPr>
          <w:rFonts w:asciiTheme="majorBidi" w:hAnsiTheme="majorBidi" w:cstheme="majorBidi"/>
          <w:szCs w:val="18"/>
          <w:lang w:val="es-ES_tradnl"/>
        </w:rPr>
        <w:t xml:space="preserve">Enumere </w:t>
      </w:r>
      <w:r w:rsidR="000062FA" w:rsidRPr="002A7B3F">
        <w:rPr>
          <w:lang w:val="es-ES_tradnl"/>
        </w:rPr>
        <w:t>las</w:t>
      </w:r>
      <w:r w:rsidR="000062FA" w:rsidRPr="00D12EB6">
        <w:rPr>
          <w:rFonts w:asciiTheme="majorBidi" w:hAnsiTheme="majorBidi" w:cstheme="majorBidi"/>
          <w:szCs w:val="18"/>
          <w:lang w:val="es-ES_tradnl"/>
        </w:rPr>
        <w:t xml:space="preserve"> </w:t>
      </w:r>
      <w:r w:rsidR="00793067" w:rsidRPr="00D12EB6">
        <w:rPr>
          <w:rFonts w:asciiTheme="majorBidi" w:hAnsiTheme="majorBidi" w:cstheme="majorBidi"/>
          <w:szCs w:val="18"/>
          <w:lang w:val="es-ES_tradnl"/>
        </w:rPr>
        <w:t>subcuencas</w:t>
      </w:r>
      <w:r w:rsidR="000062FA" w:rsidRPr="00D12EB6">
        <w:rPr>
          <w:rFonts w:asciiTheme="majorBidi" w:hAnsiTheme="majorBidi" w:cstheme="majorBidi"/>
          <w:szCs w:val="18"/>
          <w:lang w:val="es-ES_tradnl"/>
        </w:rPr>
        <w:t xml:space="preserve"> después de la cuenca a la que pertenecen.</w:t>
      </w:r>
    </w:p>
  </w:footnote>
  <w:footnote w:id="4">
    <w:p w14:paraId="641EBD3D" w14:textId="6B0BCB83" w:rsidR="00336DB3" w:rsidRPr="007E69D2" w:rsidRDefault="002A7B3F" w:rsidP="002A7B3F">
      <w:pPr>
        <w:pStyle w:val="FootnoteText"/>
        <w:widowControl w:val="0"/>
        <w:rPr>
          <w:iCs/>
          <w:sz w:val="16"/>
          <w:lang w:val="es-ES_tradnl"/>
        </w:rPr>
      </w:pPr>
      <w:r>
        <w:rPr>
          <w:lang w:val="es-ES_tradnl"/>
        </w:rPr>
        <w:tab/>
      </w:r>
      <w:r w:rsidR="00336DB3" w:rsidRPr="007E69D2">
        <w:rPr>
          <w:rStyle w:val="FootnoteReference"/>
        </w:rPr>
        <w:footnoteRef/>
      </w:r>
      <w:r w:rsidR="00336DB3" w:rsidRPr="007E69D2">
        <w:rPr>
          <w:lang w:val="es-ES_tradnl"/>
        </w:rPr>
        <w:t xml:space="preserve"> </w:t>
      </w:r>
      <w:r>
        <w:rPr>
          <w:lang w:val="es-ES_tradnl"/>
        </w:rPr>
        <w:tab/>
      </w:r>
      <w:r w:rsidR="002751B5" w:rsidRPr="007E69D2">
        <w:rPr>
          <w:iCs/>
          <w:sz w:val="16"/>
          <w:lang w:val="es-ES_tradnl"/>
        </w:rPr>
        <w:t xml:space="preserve">Por </w:t>
      </w:r>
      <w:r w:rsidR="002751B5" w:rsidRPr="002A7B3F">
        <w:rPr>
          <w:rFonts w:asciiTheme="majorBidi" w:hAnsiTheme="majorBidi" w:cstheme="majorBidi"/>
          <w:szCs w:val="18"/>
          <w:lang w:val="es-ES_tradnl"/>
        </w:rPr>
        <w:t>favor</w:t>
      </w:r>
      <w:r w:rsidR="002751B5" w:rsidRPr="007E69D2">
        <w:rPr>
          <w:iCs/>
          <w:sz w:val="16"/>
          <w:lang w:val="es-ES_tradnl"/>
        </w:rPr>
        <w:t>, elija de la siguiente lista: a) acuífero no confinado conectado a un río o lago; b) acuífero no confinado con ninguna relación o una relación limitada con las aguas superficiales; c) acuífero confinado conectado a las aguas superficiales; d) acuífero confinado con ninguna relación o una relación limitada con las aguas superficiales; e) otros; o, f) desconocido</w:t>
      </w:r>
      <w:r w:rsidR="00336DB3" w:rsidRPr="007E69D2">
        <w:rPr>
          <w:iCs/>
          <w:sz w:val="16"/>
          <w:lang w:val="es-ES_tradnl"/>
        </w:rPr>
        <w:t>.</w:t>
      </w:r>
      <w:r w:rsidR="00336DB3" w:rsidRPr="007E69D2">
        <w:rPr>
          <w:i/>
          <w:sz w:val="16"/>
          <w:lang w:val="es-ES_tradnl"/>
        </w:rPr>
        <w:t xml:space="preserve"> </w:t>
      </w:r>
    </w:p>
  </w:footnote>
  <w:footnote w:id="5">
    <w:p w14:paraId="1553AC72" w14:textId="7CC8DF2F" w:rsidR="00336DB3" w:rsidRPr="000062FA" w:rsidRDefault="002A7B3F" w:rsidP="002A7B3F">
      <w:pPr>
        <w:pStyle w:val="FootnoteText"/>
        <w:widowControl w:val="0"/>
        <w:rPr>
          <w:lang w:val="es-ES_tradnl"/>
        </w:rPr>
      </w:pPr>
      <w:r>
        <w:rPr>
          <w:lang w:val="es-ES_tradnl"/>
        </w:rPr>
        <w:tab/>
      </w:r>
      <w:r w:rsidR="00336DB3" w:rsidRPr="007E69D2">
        <w:rPr>
          <w:rStyle w:val="FootnoteReference"/>
        </w:rPr>
        <w:footnoteRef/>
      </w:r>
      <w:r w:rsidR="00336DB3" w:rsidRPr="007E69D2">
        <w:rPr>
          <w:lang w:val="es-ES_tradnl"/>
        </w:rPr>
        <w:t xml:space="preserve"> </w:t>
      </w:r>
      <w:r>
        <w:rPr>
          <w:lang w:val="es-ES_tradnl"/>
        </w:rPr>
        <w:tab/>
      </w:r>
      <w:r w:rsidR="00336DB3" w:rsidRPr="007E69D2">
        <w:rPr>
          <w:lang w:val="es-ES_tradnl"/>
        </w:rPr>
        <w:t xml:space="preserve">Para un acuífero transfronterizo la extensión se deriva de la delimitación del sistema de acuíferos que comúnmente se realiza en función de la </w:t>
      </w:r>
      <w:r w:rsidR="00336DB3" w:rsidRPr="002A7B3F">
        <w:rPr>
          <w:iCs/>
          <w:sz w:val="16"/>
          <w:lang w:val="es-ES_tradnl"/>
        </w:rPr>
        <w:t>información</w:t>
      </w:r>
      <w:r w:rsidR="00336DB3" w:rsidRPr="007E69D2">
        <w:rPr>
          <w:lang w:val="es-ES_tradnl"/>
        </w:rPr>
        <w:t xml:space="preserve"> de la </w:t>
      </w:r>
      <w:r w:rsidR="00336DB3" w:rsidRPr="007E69D2">
        <w:rPr>
          <w:i/>
          <w:iCs/>
          <w:lang w:val="es-ES_tradnl"/>
        </w:rPr>
        <w:t>subsuperficie</w:t>
      </w:r>
      <w:r w:rsidR="00336DB3" w:rsidRPr="007E69D2">
        <w:rPr>
          <w:lang w:val="es-ES_tradnl"/>
        </w:rPr>
        <w:t xml:space="preserve"> (en particular </w:t>
      </w:r>
      <w:r w:rsidR="00F54921" w:rsidRPr="007E69D2">
        <w:rPr>
          <w:lang w:val="es-ES_tradnl"/>
        </w:rPr>
        <w:t xml:space="preserve">de </w:t>
      </w:r>
      <w:r w:rsidR="00336DB3" w:rsidRPr="007E69D2">
        <w:rPr>
          <w:lang w:val="es-ES_tradnl"/>
        </w:rPr>
        <w:t xml:space="preserve">la extensión de </w:t>
      </w:r>
      <w:r w:rsidR="00F54921" w:rsidRPr="007E69D2">
        <w:rPr>
          <w:lang w:val="es-ES_tradnl"/>
        </w:rPr>
        <w:t xml:space="preserve">las </w:t>
      </w:r>
      <w:r w:rsidR="00336DB3" w:rsidRPr="007E69D2">
        <w:rPr>
          <w:lang w:val="es-ES_tradnl"/>
        </w:rPr>
        <w:t xml:space="preserve">formaciones geológicas). Como regla general, la delimitación de los sistemas acuíferos se basa en la delimitación de la extensión de las formaciones geológicas de </w:t>
      </w:r>
      <w:r w:rsidR="00F54921" w:rsidRPr="007E69D2">
        <w:rPr>
          <w:lang w:val="es-ES_tradnl"/>
        </w:rPr>
        <w:t xml:space="preserve">los </w:t>
      </w:r>
      <w:r w:rsidR="00336DB3" w:rsidRPr="007E69D2">
        <w:rPr>
          <w:lang w:val="es-ES_tradnl"/>
        </w:rPr>
        <w:t>acuíferos conectadas hidráulicamente. Los sistemas de acuíferos son objetos tridimensionales y el área del acuífero tomado en consideración</w:t>
      </w:r>
      <w:r w:rsidR="00336DB3" w:rsidRPr="000062FA">
        <w:rPr>
          <w:lang w:val="es-ES_tradnl"/>
        </w:rPr>
        <w:t xml:space="preserve"> es la proyección </w:t>
      </w:r>
      <w:r w:rsidR="00F54921" w:rsidRPr="00F54921">
        <w:rPr>
          <w:lang w:val="es-ES_tradnl"/>
        </w:rPr>
        <w:t xml:space="preserve">del sistema </w:t>
      </w:r>
      <w:r w:rsidR="00336DB3" w:rsidRPr="000062FA">
        <w:rPr>
          <w:lang w:val="es-ES_tradnl"/>
        </w:rPr>
        <w:t>sobre la superficie terrestre. Idealmente, cuando diferentes sistemas acuíferos no conectados hidráulicamente están superpuestos verticalmente, las distintas áreas pertinentes proyectadas se considerarán de manera separada, a menos que los distintos sistemas de acuíferos se gestionen conjuntamente.</w:t>
      </w:r>
    </w:p>
  </w:footnote>
  <w:footnote w:id="6">
    <w:p w14:paraId="058F2B0B" w14:textId="609AFBA7" w:rsidR="00336DB3" w:rsidRPr="00D12EB6" w:rsidRDefault="002A7B3F" w:rsidP="002A7B3F">
      <w:pPr>
        <w:pStyle w:val="FootnoteText"/>
        <w:widowControl w:val="0"/>
        <w:rPr>
          <w:lang w:val="es-ES_tradnl"/>
        </w:rPr>
      </w:pPr>
      <w:r>
        <w:rPr>
          <w:lang w:val="es-ES_tradnl"/>
        </w:rPr>
        <w:tab/>
      </w:r>
      <w:r w:rsidR="00336DB3" w:rsidRPr="00D12EB6">
        <w:rPr>
          <w:rStyle w:val="FootnoteReference"/>
          <w:lang w:val="es-ES_tradnl"/>
        </w:rPr>
        <w:footnoteRef/>
      </w:r>
      <w:r w:rsidR="00336DB3" w:rsidRPr="00D12EB6">
        <w:rPr>
          <w:lang w:val="es-ES_tradnl"/>
        </w:rPr>
        <w:t xml:space="preserve"> </w:t>
      </w:r>
      <w:r>
        <w:rPr>
          <w:lang w:val="es-ES_tradnl"/>
        </w:rPr>
        <w:tab/>
      </w:r>
      <w:r w:rsidR="00336DB3" w:rsidRPr="00D12EB6">
        <w:rPr>
          <w:lang w:val="es-ES_tradnl"/>
        </w:rPr>
        <w:t>Bien en el texto del acuerdo o arreglo, bien en la práctica.</w:t>
      </w:r>
    </w:p>
  </w:footnote>
  <w:footnote w:id="7">
    <w:p w14:paraId="0DB86D49" w14:textId="187FF824" w:rsidR="000062FA" w:rsidRPr="00D12EB6" w:rsidRDefault="000062FA" w:rsidP="00CD4469">
      <w:pPr>
        <w:pStyle w:val="FootnoteText"/>
        <w:widowControl w:val="0"/>
        <w:tabs>
          <w:tab w:val="clear" w:pos="1021"/>
          <w:tab w:val="right" w:pos="1020"/>
        </w:tabs>
        <w:jc w:val="both"/>
        <w:rPr>
          <w:lang w:val="es-ES_tradnl"/>
        </w:rPr>
      </w:pPr>
      <w:r w:rsidRPr="00D12EB6">
        <w:rPr>
          <w:lang w:val="es-ES_tradnl"/>
        </w:rPr>
        <w:tab/>
      </w:r>
      <w:r w:rsidRPr="00D12EB6">
        <w:rPr>
          <w:rStyle w:val="FootnoteReference"/>
          <w:lang w:val="es-ES_tradnl"/>
        </w:rPr>
        <w:footnoteRef/>
      </w:r>
      <w:r w:rsidRPr="00D12EB6">
        <w:rPr>
          <w:lang w:val="es-ES_tradnl"/>
        </w:rPr>
        <w:tab/>
      </w:r>
      <w:r w:rsidRPr="00D12EB6">
        <w:rPr>
          <w:rFonts w:asciiTheme="majorBidi" w:hAnsiTheme="majorBidi" w:cstheme="majorBidi"/>
          <w:lang w:val="es-ES_tradnl"/>
        </w:rPr>
        <w:t>En principio, debe enviar</w:t>
      </w:r>
      <w:r w:rsidR="00160F9E">
        <w:rPr>
          <w:rFonts w:asciiTheme="majorBidi" w:hAnsiTheme="majorBidi" w:cstheme="majorBidi"/>
          <w:lang w:val="es-ES_tradnl"/>
        </w:rPr>
        <w:t>se</w:t>
      </w:r>
      <w:r w:rsidRPr="00D12EB6">
        <w:rPr>
          <w:rFonts w:asciiTheme="majorBidi" w:hAnsiTheme="majorBidi" w:cstheme="majorBidi"/>
          <w:lang w:val="es-ES_tradnl"/>
        </w:rPr>
        <w:t xml:space="preserve"> la sección II para cada cuenca transfronteriza (es decir, río, lago o acuífero) del país, pero los </w:t>
      </w:r>
      <w:r w:rsidR="00160F9E">
        <w:rPr>
          <w:rFonts w:asciiTheme="majorBidi" w:hAnsiTheme="majorBidi" w:cstheme="majorBidi"/>
          <w:lang w:val="es-ES_tradnl"/>
        </w:rPr>
        <w:t>E</w:t>
      </w:r>
      <w:r w:rsidRPr="00D12EB6">
        <w:rPr>
          <w:rFonts w:asciiTheme="majorBidi" w:hAnsiTheme="majorBidi" w:cstheme="majorBidi"/>
          <w:lang w:val="es-ES_tradnl"/>
        </w:rPr>
        <w:t>stados pueden decidir agrupar las cuencas de las que poseen un pequeño porcentaje, por ejemplo, el 1 por ciento.</w:t>
      </w:r>
    </w:p>
  </w:footnote>
  <w:footnote w:id="8">
    <w:p w14:paraId="77454E73" w14:textId="6616B35D" w:rsidR="000062FA" w:rsidRPr="00D12EB6" w:rsidRDefault="000062FA" w:rsidP="00CD4469">
      <w:pPr>
        <w:pStyle w:val="FootnoteText"/>
        <w:widowControl w:val="0"/>
        <w:tabs>
          <w:tab w:val="clear" w:pos="1021"/>
          <w:tab w:val="right" w:pos="1020"/>
        </w:tabs>
        <w:jc w:val="both"/>
        <w:rPr>
          <w:lang w:val="es-ES_tradnl"/>
        </w:rPr>
      </w:pPr>
      <w:r w:rsidRPr="00D12EB6">
        <w:rPr>
          <w:lang w:val="es-ES_tradnl"/>
        </w:rPr>
        <w:tab/>
      </w:r>
      <w:r w:rsidRPr="00D12EB6">
        <w:rPr>
          <w:rStyle w:val="FootnoteReference"/>
          <w:lang w:val="es-ES_tradnl"/>
        </w:rPr>
        <w:footnoteRef/>
      </w:r>
      <w:r w:rsidRPr="00D12EB6">
        <w:rPr>
          <w:lang w:val="es-ES_tradnl"/>
        </w:rPr>
        <w:tab/>
      </w:r>
      <w:r w:rsidRPr="00D12EB6">
        <w:rPr>
          <w:rFonts w:asciiTheme="majorBidi" w:hAnsiTheme="majorBidi" w:cstheme="majorBidi"/>
          <w:lang w:val="es-ES_tradnl"/>
        </w:rPr>
        <w:t>En la sección II, por “acuerdo” se entiende todo tipo de tratados, convenios y acuerdos que garanticen la cooperación en materia de aguas transfronterizas. La sección II también puede completarse para otro tipo de acuerdos como los memorandos de entendimiento.</w:t>
      </w:r>
    </w:p>
  </w:footnote>
  <w:footnote w:id="9">
    <w:p w14:paraId="38DF962D" w14:textId="005F4936" w:rsidR="000062FA" w:rsidRPr="00D12EB6" w:rsidRDefault="000062FA" w:rsidP="000062FA">
      <w:pPr>
        <w:pStyle w:val="FootnoteText"/>
        <w:widowControl w:val="0"/>
        <w:tabs>
          <w:tab w:val="clear" w:pos="1021"/>
          <w:tab w:val="right" w:pos="1020"/>
        </w:tabs>
        <w:jc w:val="both"/>
        <w:rPr>
          <w:lang w:val="es-ES_tradnl"/>
        </w:rPr>
      </w:pPr>
      <w:r w:rsidRPr="00D12EB6">
        <w:rPr>
          <w:lang w:val="es-ES_tradnl"/>
        </w:rPr>
        <w:tab/>
      </w:r>
      <w:r w:rsidRPr="00D12EB6">
        <w:rPr>
          <w:rStyle w:val="FootnoteReference"/>
          <w:lang w:val="es-ES_tradnl"/>
        </w:rPr>
        <w:footnoteRef/>
      </w:r>
      <w:r w:rsidRPr="00D12EB6">
        <w:rPr>
          <w:lang w:val="es-ES_tradnl"/>
        </w:rPr>
        <w:tab/>
        <w:t xml:space="preserve">Entre ellas pueden incluirse funciones atribuidas por el acuerdo o funciones añadidas por el órgano conjunto, o por sus órganos subsidiarios. </w:t>
      </w:r>
      <w:bookmarkStart w:id="1" w:name="_Hlk118913108"/>
      <w:r w:rsidR="00BB2ADD" w:rsidRPr="00BB2ADD">
        <w:rPr>
          <w:lang w:val="es-ES_tradnl"/>
        </w:rPr>
        <w:t>Deben incluirse tanto las funciones que los órganos conjuntos coordinan como las que implementan</w:t>
      </w:r>
      <w:r w:rsidRPr="00D12EB6">
        <w:rPr>
          <w:lang w:val="es-ES_tradnl"/>
        </w:rPr>
        <w:t>.</w:t>
      </w:r>
      <w:bookmarkEnd w:id="1"/>
    </w:p>
  </w:footnote>
  <w:footnote w:id="10">
    <w:p w14:paraId="08ED6249" w14:textId="11D822B6" w:rsidR="00231CE3" w:rsidRPr="00226CE8" w:rsidRDefault="00231CE3" w:rsidP="00231CE3">
      <w:pPr>
        <w:pStyle w:val="FootnoteText"/>
        <w:widowControl w:val="0"/>
        <w:tabs>
          <w:tab w:val="clear" w:pos="1021"/>
          <w:tab w:val="right" w:pos="1020"/>
        </w:tabs>
        <w:rPr>
          <w:lang w:val="es-ES_tradnl"/>
        </w:rPr>
      </w:pPr>
      <w:r w:rsidRPr="002B7071">
        <w:rPr>
          <w:lang w:val="es-ES_tradnl"/>
        </w:rPr>
        <w:tab/>
      </w:r>
      <w:r>
        <w:rPr>
          <w:rStyle w:val="FootnoteReference"/>
        </w:rPr>
        <w:footnoteRef/>
      </w:r>
      <w:r w:rsidRPr="00226CE8">
        <w:rPr>
          <w:lang w:val="es-ES_tradnl"/>
        </w:rPr>
        <w:tab/>
      </w:r>
      <w:r w:rsidR="004816E0" w:rsidRPr="00226CE8">
        <w:rPr>
          <w:lang w:val="es-ES_tradnl"/>
        </w:rPr>
        <w:t xml:space="preserve">O, </w:t>
      </w:r>
      <w:r w:rsidR="004816E0">
        <w:rPr>
          <w:lang w:val="es-ES_tradnl"/>
        </w:rPr>
        <w:t>cuando proceda</w:t>
      </w:r>
      <w:r w:rsidR="004816E0" w:rsidRPr="00226CE8">
        <w:rPr>
          <w:lang w:val="es-ES_tradnl"/>
        </w:rPr>
        <w:t xml:space="preserve">, </w:t>
      </w:r>
      <w:r w:rsidR="004816E0">
        <w:rPr>
          <w:lang w:val="es-ES_tradnl"/>
        </w:rPr>
        <w:t xml:space="preserve">sobre los </w:t>
      </w:r>
      <w:r w:rsidR="004816E0" w:rsidRPr="00226CE8">
        <w:rPr>
          <w:lang w:val="es-ES_tradnl"/>
        </w:rPr>
        <w:t xml:space="preserve">planes de gestión de </w:t>
      </w:r>
      <w:r w:rsidR="004816E0">
        <w:rPr>
          <w:lang w:val="es-ES_tradnl"/>
        </w:rPr>
        <w:t xml:space="preserve">los </w:t>
      </w:r>
      <w:r w:rsidR="004816E0" w:rsidRPr="00226CE8">
        <w:rPr>
          <w:lang w:val="es-ES_tradnl"/>
        </w:rPr>
        <w:t>acuíferos</w:t>
      </w:r>
      <w:r w:rsidRPr="00226CE8">
        <w:rPr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31192" w14:textId="570750BD" w:rsidR="000062FA" w:rsidRPr="003A51F3" w:rsidRDefault="000062FA" w:rsidP="003A51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3131F" w14:textId="77E55416" w:rsidR="000062FA" w:rsidRPr="003A51F3" w:rsidRDefault="000062FA" w:rsidP="003A51F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1EB29" w14:textId="77777777" w:rsidR="000062FA" w:rsidRDefault="000062F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034CF" w14:textId="103AA19C" w:rsidR="000062FA" w:rsidRPr="007B6B40" w:rsidRDefault="000062FA" w:rsidP="006E6AE3">
    <w:pPr>
      <w:pStyle w:val="Header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E4A72" w14:textId="34569BB7" w:rsidR="000062FA" w:rsidRPr="004D2558" w:rsidRDefault="000062FA" w:rsidP="006E6AE3">
    <w:pPr>
      <w:pStyle w:val="Header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pStyle w:val="Heading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pStyle w:val="Heading3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pStyle w:val="Heading4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pStyle w:val="Heading5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pStyle w:val="Heading6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pStyle w:val="Heading9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08C741B"/>
    <w:multiLevelType w:val="hybridMultilevel"/>
    <w:tmpl w:val="F04C4EEE"/>
    <w:lvl w:ilvl="0" w:tplc="F37C86E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4DD76E6B"/>
    <w:multiLevelType w:val="hybridMultilevel"/>
    <w:tmpl w:val="776494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5"/>
  </w:num>
  <w:num w:numId="13">
    <w:abstractNumId w:val="10"/>
  </w:num>
  <w:num w:numId="14">
    <w:abstractNumId w:val="13"/>
  </w:num>
  <w:num w:numId="15">
    <w:abstractNumId w:val="17"/>
  </w:num>
  <w:num w:numId="16">
    <w:abstractNumId w:val="14"/>
  </w:num>
  <w:num w:numId="17">
    <w:abstractNumId w:val="21"/>
  </w:num>
  <w:num w:numId="18">
    <w:abstractNumId w:val="22"/>
  </w:num>
  <w:num w:numId="19">
    <w:abstractNumId w:val="18"/>
  </w:num>
  <w:num w:numId="20">
    <w:abstractNumId w:val="20"/>
  </w:num>
  <w:num w:numId="21">
    <w:abstractNumId w:val="12"/>
  </w:num>
  <w:num w:numId="22">
    <w:abstractNumId w:val="11"/>
  </w:num>
  <w:num w:numId="23">
    <w:abstractNumId w:val="21"/>
    <w:lvlOverride w:ilvl="0">
      <w:startOverride w:val="1"/>
    </w:lvlOverride>
  </w:num>
  <w:num w:numId="24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n-GB" w:vendorID="64" w:dllVersion="5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s-ES_tradnl" w:vendorID="64" w:dllVersion="6" w:nlCheck="1" w:checkStyle="1"/>
  <w:activeWritingStyle w:appName="MSWord" w:lang="es-ES_tradnl" w:vendorID="64" w:dllVersion="0" w:nlCheck="1" w:checkStyle="0"/>
  <w:activeWritingStyle w:appName="MSWord" w:lang="pt-BR" w:vendorID="64" w:dllVersion="0" w:nlCheck="1" w:checkStyle="0"/>
  <w:proofState w:spelling="clean" w:grammar="clean"/>
  <w:attachedTemplate r:id="rId1"/>
  <w:stylePaneFormatFilter w:val="3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lowerLetter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DI2MrE0NDIxNzRS0lEKTi0uzszPAykwrAUAbgNGgiwAAAA="/>
  </w:docVars>
  <w:rsids>
    <w:rsidRoot w:val="00820BD4"/>
    <w:rsid w:val="00001440"/>
    <w:rsid w:val="00002A7D"/>
    <w:rsid w:val="0000366B"/>
    <w:rsid w:val="000038A8"/>
    <w:rsid w:val="00004DC7"/>
    <w:rsid w:val="000062FA"/>
    <w:rsid w:val="00006558"/>
    <w:rsid w:val="00006790"/>
    <w:rsid w:val="00011B4F"/>
    <w:rsid w:val="00011EB9"/>
    <w:rsid w:val="00027624"/>
    <w:rsid w:val="00027A87"/>
    <w:rsid w:val="00033B4F"/>
    <w:rsid w:val="000415C9"/>
    <w:rsid w:val="00042EB1"/>
    <w:rsid w:val="00050F6B"/>
    <w:rsid w:val="0006056A"/>
    <w:rsid w:val="00063480"/>
    <w:rsid w:val="00066E8C"/>
    <w:rsid w:val="000678CD"/>
    <w:rsid w:val="00067A17"/>
    <w:rsid w:val="00070C68"/>
    <w:rsid w:val="00072C8C"/>
    <w:rsid w:val="00073B5A"/>
    <w:rsid w:val="00074143"/>
    <w:rsid w:val="000745E5"/>
    <w:rsid w:val="00074B0C"/>
    <w:rsid w:val="000772E1"/>
    <w:rsid w:val="00081CE0"/>
    <w:rsid w:val="00084D30"/>
    <w:rsid w:val="00090320"/>
    <w:rsid w:val="00091159"/>
    <w:rsid w:val="000931C0"/>
    <w:rsid w:val="000A2E09"/>
    <w:rsid w:val="000A6311"/>
    <w:rsid w:val="000B175B"/>
    <w:rsid w:val="000B27B8"/>
    <w:rsid w:val="000B3A0F"/>
    <w:rsid w:val="000B46AD"/>
    <w:rsid w:val="000C05B4"/>
    <w:rsid w:val="000C235C"/>
    <w:rsid w:val="000C2F1B"/>
    <w:rsid w:val="000D257C"/>
    <w:rsid w:val="000D2F95"/>
    <w:rsid w:val="000E0415"/>
    <w:rsid w:val="000E507D"/>
    <w:rsid w:val="000E5E05"/>
    <w:rsid w:val="000F0E29"/>
    <w:rsid w:val="000F1592"/>
    <w:rsid w:val="000F6EB2"/>
    <w:rsid w:val="000F7715"/>
    <w:rsid w:val="0010010E"/>
    <w:rsid w:val="00103946"/>
    <w:rsid w:val="00105E8E"/>
    <w:rsid w:val="001070A3"/>
    <w:rsid w:val="00112268"/>
    <w:rsid w:val="00112EFD"/>
    <w:rsid w:val="00124530"/>
    <w:rsid w:val="0012675D"/>
    <w:rsid w:val="00134C39"/>
    <w:rsid w:val="0014214D"/>
    <w:rsid w:val="00142300"/>
    <w:rsid w:val="001459C4"/>
    <w:rsid w:val="001509A9"/>
    <w:rsid w:val="0015448E"/>
    <w:rsid w:val="00156B99"/>
    <w:rsid w:val="00160F9E"/>
    <w:rsid w:val="00165292"/>
    <w:rsid w:val="0016535A"/>
    <w:rsid w:val="00166124"/>
    <w:rsid w:val="001732AA"/>
    <w:rsid w:val="00182812"/>
    <w:rsid w:val="00184DDA"/>
    <w:rsid w:val="001900CD"/>
    <w:rsid w:val="001942DF"/>
    <w:rsid w:val="001A0452"/>
    <w:rsid w:val="001A3536"/>
    <w:rsid w:val="001B185D"/>
    <w:rsid w:val="001B4B04"/>
    <w:rsid w:val="001B5875"/>
    <w:rsid w:val="001C4B9C"/>
    <w:rsid w:val="001C6663"/>
    <w:rsid w:val="001C691E"/>
    <w:rsid w:val="001C7895"/>
    <w:rsid w:val="001D00BD"/>
    <w:rsid w:val="001D26DF"/>
    <w:rsid w:val="001D4A77"/>
    <w:rsid w:val="001D6AAA"/>
    <w:rsid w:val="001E2A07"/>
    <w:rsid w:val="001F1599"/>
    <w:rsid w:val="001F19C4"/>
    <w:rsid w:val="001F214F"/>
    <w:rsid w:val="001F74D4"/>
    <w:rsid w:val="002043F0"/>
    <w:rsid w:val="00211E0B"/>
    <w:rsid w:val="002147A7"/>
    <w:rsid w:val="00225DF1"/>
    <w:rsid w:val="00226CE8"/>
    <w:rsid w:val="00227F1E"/>
    <w:rsid w:val="00230D44"/>
    <w:rsid w:val="00231CE3"/>
    <w:rsid w:val="00232575"/>
    <w:rsid w:val="002345E7"/>
    <w:rsid w:val="00242766"/>
    <w:rsid w:val="00246BCB"/>
    <w:rsid w:val="00247258"/>
    <w:rsid w:val="00247868"/>
    <w:rsid w:val="002506A8"/>
    <w:rsid w:val="00257CAC"/>
    <w:rsid w:val="00263670"/>
    <w:rsid w:val="0027237A"/>
    <w:rsid w:val="002751B5"/>
    <w:rsid w:val="00280108"/>
    <w:rsid w:val="00281BE1"/>
    <w:rsid w:val="002974E9"/>
    <w:rsid w:val="002A3038"/>
    <w:rsid w:val="002A5C07"/>
    <w:rsid w:val="002A7B3F"/>
    <w:rsid w:val="002A7F94"/>
    <w:rsid w:val="002B109A"/>
    <w:rsid w:val="002B267B"/>
    <w:rsid w:val="002B4F6E"/>
    <w:rsid w:val="002B7071"/>
    <w:rsid w:val="002C3D67"/>
    <w:rsid w:val="002C6D45"/>
    <w:rsid w:val="002D528D"/>
    <w:rsid w:val="002D6E53"/>
    <w:rsid w:val="002E07B6"/>
    <w:rsid w:val="002E67EF"/>
    <w:rsid w:val="002F046D"/>
    <w:rsid w:val="002F5FD8"/>
    <w:rsid w:val="002F6284"/>
    <w:rsid w:val="00301764"/>
    <w:rsid w:val="00310284"/>
    <w:rsid w:val="00316A8A"/>
    <w:rsid w:val="003229D8"/>
    <w:rsid w:val="00336C97"/>
    <w:rsid w:val="00336DB3"/>
    <w:rsid w:val="00337F88"/>
    <w:rsid w:val="0034173D"/>
    <w:rsid w:val="00341DDE"/>
    <w:rsid w:val="00342432"/>
    <w:rsid w:val="00342C1D"/>
    <w:rsid w:val="003458C9"/>
    <w:rsid w:val="00351377"/>
    <w:rsid w:val="0035223F"/>
    <w:rsid w:val="00352D4B"/>
    <w:rsid w:val="0035638C"/>
    <w:rsid w:val="003652BC"/>
    <w:rsid w:val="003659FD"/>
    <w:rsid w:val="003672C4"/>
    <w:rsid w:val="00371252"/>
    <w:rsid w:val="00386D62"/>
    <w:rsid w:val="003958FA"/>
    <w:rsid w:val="0039590E"/>
    <w:rsid w:val="00397926"/>
    <w:rsid w:val="003A2E34"/>
    <w:rsid w:val="003A46BB"/>
    <w:rsid w:val="003A4EC7"/>
    <w:rsid w:val="003A51F3"/>
    <w:rsid w:val="003A6548"/>
    <w:rsid w:val="003A7295"/>
    <w:rsid w:val="003B1F60"/>
    <w:rsid w:val="003B48C8"/>
    <w:rsid w:val="003B4C4E"/>
    <w:rsid w:val="003C2CC4"/>
    <w:rsid w:val="003C45F8"/>
    <w:rsid w:val="003D0D69"/>
    <w:rsid w:val="003D1485"/>
    <w:rsid w:val="003D2E95"/>
    <w:rsid w:val="003D37D7"/>
    <w:rsid w:val="003D4B23"/>
    <w:rsid w:val="003E278A"/>
    <w:rsid w:val="003E3212"/>
    <w:rsid w:val="003F7794"/>
    <w:rsid w:val="00413520"/>
    <w:rsid w:val="0041623D"/>
    <w:rsid w:val="0042307F"/>
    <w:rsid w:val="00423977"/>
    <w:rsid w:val="004325CB"/>
    <w:rsid w:val="004339E5"/>
    <w:rsid w:val="00434FD4"/>
    <w:rsid w:val="0044034F"/>
    <w:rsid w:val="00440A07"/>
    <w:rsid w:val="004518E0"/>
    <w:rsid w:val="004534BC"/>
    <w:rsid w:val="004575AB"/>
    <w:rsid w:val="00462880"/>
    <w:rsid w:val="00476F24"/>
    <w:rsid w:val="004816E0"/>
    <w:rsid w:val="0049056D"/>
    <w:rsid w:val="0049261C"/>
    <w:rsid w:val="00495283"/>
    <w:rsid w:val="004974A4"/>
    <w:rsid w:val="004B526B"/>
    <w:rsid w:val="004B6E84"/>
    <w:rsid w:val="004C2A48"/>
    <w:rsid w:val="004C55B0"/>
    <w:rsid w:val="004C7E31"/>
    <w:rsid w:val="004C7E76"/>
    <w:rsid w:val="004D2558"/>
    <w:rsid w:val="004D311D"/>
    <w:rsid w:val="004E0ABD"/>
    <w:rsid w:val="004E7695"/>
    <w:rsid w:val="004F236E"/>
    <w:rsid w:val="004F4DE7"/>
    <w:rsid w:val="004F6BA0"/>
    <w:rsid w:val="00503BEA"/>
    <w:rsid w:val="00511975"/>
    <w:rsid w:val="0051339A"/>
    <w:rsid w:val="00516344"/>
    <w:rsid w:val="00520B1E"/>
    <w:rsid w:val="00521DA8"/>
    <w:rsid w:val="00524111"/>
    <w:rsid w:val="005244E8"/>
    <w:rsid w:val="00525417"/>
    <w:rsid w:val="005303C2"/>
    <w:rsid w:val="00533616"/>
    <w:rsid w:val="005337D7"/>
    <w:rsid w:val="00535ABA"/>
    <w:rsid w:val="0053768B"/>
    <w:rsid w:val="005420F2"/>
    <w:rsid w:val="0054285C"/>
    <w:rsid w:val="005439F7"/>
    <w:rsid w:val="00557157"/>
    <w:rsid w:val="005671BB"/>
    <w:rsid w:val="0057073A"/>
    <w:rsid w:val="005707D5"/>
    <w:rsid w:val="005746BD"/>
    <w:rsid w:val="0057599B"/>
    <w:rsid w:val="00584173"/>
    <w:rsid w:val="005860E3"/>
    <w:rsid w:val="005921DB"/>
    <w:rsid w:val="0059539A"/>
    <w:rsid w:val="00595520"/>
    <w:rsid w:val="005A0E07"/>
    <w:rsid w:val="005A44B9"/>
    <w:rsid w:val="005B137D"/>
    <w:rsid w:val="005B1BA0"/>
    <w:rsid w:val="005B3DB3"/>
    <w:rsid w:val="005B4F32"/>
    <w:rsid w:val="005C1212"/>
    <w:rsid w:val="005C63A8"/>
    <w:rsid w:val="005C7847"/>
    <w:rsid w:val="005D15CA"/>
    <w:rsid w:val="005D7F4D"/>
    <w:rsid w:val="005E132C"/>
    <w:rsid w:val="005F3066"/>
    <w:rsid w:val="005F3E61"/>
    <w:rsid w:val="005F5706"/>
    <w:rsid w:val="005F5D9F"/>
    <w:rsid w:val="00604DDD"/>
    <w:rsid w:val="00607B12"/>
    <w:rsid w:val="006115CC"/>
    <w:rsid w:val="00611FC4"/>
    <w:rsid w:val="00612FAC"/>
    <w:rsid w:val="006136BA"/>
    <w:rsid w:val="006176FB"/>
    <w:rsid w:val="006207CB"/>
    <w:rsid w:val="0062402E"/>
    <w:rsid w:val="006253A4"/>
    <w:rsid w:val="00630FCB"/>
    <w:rsid w:val="00640B26"/>
    <w:rsid w:val="006465FD"/>
    <w:rsid w:val="0065381C"/>
    <w:rsid w:val="006542E3"/>
    <w:rsid w:val="006633F6"/>
    <w:rsid w:val="00663B03"/>
    <w:rsid w:val="00667620"/>
    <w:rsid w:val="006728C4"/>
    <w:rsid w:val="006770B2"/>
    <w:rsid w:val="0068440D"/>
    <w:rsid w:val="006940E1"/>
    <w:rsid w:val="006975F2"/>
    <w:rsid w:val="00697697"/>
    <w:rsid w:val="006A0F38"/>
    <w:rsid w:val="006A3C72"/>
    <w:rsid w:val="006A7392"/>
    <w:rsid w:val="006A7B84"/>
    <w:rsid w:val="006B03A1"/>
    <w:rsid w:val="006B67D9"/>
    <w:rsid w:val="006C1A66"/>
    <w:rsid w:val="006C22C3"/>
    <w:rsid w:val="006C5535"/>
    <w:rsid w:val="006C565C"/>
    <w:rsid w:val="006C7848"/>
    <w:rsid w:val="006D0589"/>
    <w:rsid w:val="006E564B"/>
    <w:rsid w:val="006E6AE3"/>
    <w:rsid w:val="006E7154"/>
    <w:rsid w:val="006F7AE0"/>
    <w:rsid w:val="007003CD"/>
    <w:rsid w:val="0070595D"/>
    <w:rsid w:val="0070701E"/>
    <w:rsid w:val="00723721"/>
    <w:rsid w:val="0072632A"/>
    <w:rsid w:val="00730BDC"/>
    <w:rsid w:val="00731284"/>
    <w:rsid w:val="007358E8"/>
    <w:rsid w:val="00736ECE"/>
    <w:rsid w:val="0074533B"/>
    <w:rsid w:val="00746943"/>
    <w:rsid w:val="00760F9C"/>
    <w:rsid w:val="007643BC"/>
    <w:rsid w:val="00767257"/>
    <w:rsid w:val="00767C5B"/>
    <w:rsid w:val="00781192"/>
    <w:rsid w:val="00793067"/>
    <w:rsid w:val="007959FE"/>
    <w:rsid w:val="0079735B"/>
    <w:rsid w:val="007A0CF1"/>
    <w:rsid w:val="007B137D"/>
    <w:rsid w:val="007B4ACB"/>
    <w:rsid w:val="007B6B40"/>
    <w:rsid w:val="007B6BA5"/>
    <w:rsid w:val="007C3390"/>
    <w:rsid w:val="007C42D8"/>
    <w:rsid w:val="007C4F4B"/>
    <w:rsid w:val="007C55D7"/>
    <w:rsid w:val="007D7362"/>
    <w:rsid w:val="007E4D8A"/>
    <w:rsid w:val="007E69D2"/>
    <w:rsid w:val="007E722E"/>
    <w:rsid w:val="007F5CE2"/>
    <w:rsid w:val="007F6611"/>
    <w:rsid w:val="00810BAC"/>
    <w:rsid w:val="008122ED"/>
    <w:rsid w:val="00815019"/>
    <w:rsid w:val="00815B06"/>
    <w:rsid w:val="008175E9"/>
    <w:rsid w:val="00820BD4"/>
    <w:rsid w:val="00821197"/>
    <w:rsid w:val="00823F33"/>
    <w:rsid w:val="008242D7"/>
    <w:rsid w:val="0082577B"/>
    <w:rsid w:val="00840673"/>
    <w:rsid w:val="00850379"/>
    <w:rsid w:val="00852899"/>
    <w:rsid w:val="00854845"/>
    <w:rsid w:val="00854CE7"/>
    <w:rsid w:val="0086549E"/>
    <w:rsid w:val="00866893"/>
    <w:rsid w:val="00866F02"/>
    <w:rsid w:val="00867D18"/>
    <w:rsid w:val="00871F9A"/>
    <w:rsid w:val="00871FD5"/>
    <w:rsid w:val="008728B7"/>
    <w:rsid w:val="0088172E"/>
    <w:rsid w:val="00881EFA"/>
    <w:rsid w:val="008879CB"/>
    <w:rsid w:val="0089078D"/>
    <w:rsid w:val="008979B1"/>
    <w:rsid w:val="008A6B25"/>
    <w:rsid w:val="008A6C4F"/>
    <w:rsid w:val="008B2B43"/>
    <w:rsid w:val="008B389E"/>
    <w:rsid w:val="008C0C5F"/>
    <w:rsid w:val="008C3633"/>
    <w:rsid w:val="008C6FED"/>
    <w:rsid w:val="008D045E"/>
    <w:rsid w:val="008D0E38"/>
    <w:rsid w:val="008D3F25"/>
    <w:rsid w:val="008D4D82"/>
    <w:rsid w:val="008D7126"/>
    <w:rsid w:val="008E0E46"/>
    <w:rsid w:val="008E5A6E"/>
    <w:rsid w:val="008E7116"/>
    <w:rsid w:val="008F143B"/>
    <w:rsid w:val="008F3882"/>
    <w:rsid w:val="008F4B7C"/>
    <w:rsid w:val="008F525D"/>
    <w:rsid w:val="00907CAE"/>
    <w:rsid w:val="00925632"/>
    <w:rsid w:val="00926E47"/>
    <w:rsid w:val="0093270F"/>
    <w:rsid w:val="00945D60"/>
    <w:rsid w:val="00947162"/>
    <w:rsid w:val="009610D0"/>
    <w:rsid w:val="0096375C"/>
    <w:rsid w:val="009662E6"/>
    <w:rsid w:val="0097095E"/>
    <w:rsid w:val="00972BC2"/>
    <w:rsid w:val="009756A6"/>
    <w:rsid w:val="00975F45"/>
    <w:rsid w:val="0098103E"/>
    <w:rsid w:val="0098592B"/>
    <w:rsid w:val="00985FC4"/>
    <w:rsid w:val="009876EF"/>
    <w:rsid w:val="00990766"/>
    <w:rsid w:val="00990953"/>
    <w:rsid w:val="00991261"/>
    <w:rsid w:val="009964C4"/>
    <w:rsid w:val="009A1F19"/>
    <w:rsid w:val="009A5E75"/>
    <w:rsid w:val="009A5E9D"/>
    <w:rsid w:val="009A7B81"/>
    <w:rsid w:val="009C4D88"/>
    <w:rsid w:val="009D01C0"/>
    <w:rsid w:val="009D1490"/>
    <w:rsid w:val="009D6A08"/>
    <w:rsid w:val="009D7664"/>
    <w:rsid w:val="009E0373"/>
    <w:rsid w:val="009E0A16"/>
    <w:rsid w:val="009E2C78"/>
    <w:rsid w:val="009E6CB7"/>
    <w:rsid w:val="009E7970"/>
    <w:rsid w:val="009E7A4D"/>
    <w:rsid w:val="009F2732"/>
    <w:rsid w:val="009F2EAC"/>
    <w:rsid w:val="009F57E3"/>
    <w:rsid w:val="00A10F4F"/>
    <w:rsid w:val="00A11067"/>
    <w:rsid w:val="00A162F7"/>
    <w:rsid w:val="00A1704A"/>
    <w:rsid w:val="00A32D6C"/>
    <w:rsid w:val="00A4182F"/>
    <w:rsid w:val="00A425EB"/>
    <w:rsid w:val="00A43991"/>
    <w:rsid w:val="00A45790"/>
    <w:rsid w:val="00A467B7"/>
    <w:rsid w:val="00A4686D"/>
    <w:rsid w:val="00A529CE"/>
    <w:rsid w:val="00A532FB"/>
    <w:rsid w:val="00A54302"/>
    <w:rsid w:val="00A56440"/>
    <w:rsid w:val="00A56767"/>
    <w:rsid w:val="00A5748A"/>
    <w:rsid w:val="00A64CBB"/>
    <w:rsid w:val="00A67B04"/>
    <w:rsid w:val="00A70AEB"/>
    <w:rsid w:val="00A71CD3"/>
    <w:rsid w:val="00A72F22"/>
    <w:rsid w:val="00A733BC"/>
    <w:rsid w:val="00A748A6"/>
    <w:rsid w:val="00A76A69"/>
    <w:rsid w:val="00A865D4"/>
    <w:rsid w:val="00A879A4"/>
    <w:rsid w:val="00A934CF"/>
    <w:rsid w:val="00A969EF"/>
    <w:rsid w:val="00A97645"/>
    <w:rsid w:val="00A97F52"/>
    <w:rsid w:val="00AA0FF8"/>
    <w:rsid w:val="00AA1B9D"/>
    <w:rsid w:val="00AA3FC9"/>
    <w:rsid w:val="00AC0F2C"/>
    <w:rsid w:val="00AC502A"/>
    <w:rsid w:val="00AC562C"/>
    <w:rsid w:val="00AD56C5"/>
    <w:rsid w:val="00AE100C"/>
    <w:rsid w:val="00AE4465"/>
    <w:rsid w:val="00AE57B7"/>
    <w:rsid w:val="00AF1E35"/>
    <w:rsid w:val="00AF58C1"/>
    <w:rsid w:val="00B01340"/>
    <w:rsid w:val="00B04A3F"/>
    <w:rsid w:val="00B06643"/>
    <w:rsid w:val="00B12675"/>
    <w:rsid w:val="00B132FC"/>
    <w:rsid w:val="00B143F9"/>
    <w:rsid w:val="00B15055"/>
    <w:rsid w:val="00B16489"/>
    <w:rsid w:val="00B30179"/>
    <w:rsid w:val="00B37B15"/>
    <w:rsid w:val="00B45C02"/>
    <w:rsid w:val="00B477DE"/>
    <w:rsid w:val="00B530FC"/>
    <w:rsid w:val="00B573FB"/>
    <w:rsid w:val="00B6084E"/>
    <w:rsid w:val="00B63635"/>
    <w:rsid w:val="00B674F0"/>
    <w:rsid w:val="00B67F79"/>
    <w:rsid w:val="00B72A1E"/>
    <w:rsid w:val="00B7512C"/>
    <w:rsid w:val="00B801E1"/>
    <w:rsid w:val="00B81BAF"/>
    <w:rsid w:val="00B81E12"/>
    <w:rsid w:val="00B823F1"/>
    <w:rsid w:val="00B846ED"/>
    <w:rsid w:val="00B87684"/>
    <w:rsid w:val="00B90664"/>
    <w:rsid w:val="00B931EF"/>
    <w:rsid w:val="00B976AF"/>
    <w:rsid w:val="00BA339B"/>
    <w:rsid w:val="00BA4760"/>
    <w:rsid w:val="00BB2ADD"/>
    <w:rsid w:val="00BB684B"/>
    <w:rsid w:val="00BC1E7E"/>
    <w:rsid w:val="00BC4F42"/>
    <w:rsid w:val="00BC7242"/>
    <w:rsid w:val="00BC74E9"/>
    <w:rsid w:val="00BC7F91"/>
    <w:rsid w:val="00BD233C"/>
    <w:rsid w:val="00BD79F3"/>
    <w:rsid w:val="00BE36A9"/>
    <w:rsid w:val="00BE618E"/>
    <w:rsid w:val="00BE7BEC"/>
    <w:rsid w:val="00BF0A5A"/>
    <w:rsid w:val="00BF0E63"/>
    <w:rsid w:val="00BF12A3"/>
    <w:rsid w:val="00BF16D7"/>
    <w:rsid w:val="00BF2373"/>
    <w:rsid w:val="00BF3BFF"/>
    <w:rsid w:val="00BF4E7D"/>
    <w:rsid w:val="00C0258B"/>
    <w:rsid w:val="00C03B70"/>
    <w:rsid w:val="00C044E2"/>
    <w:rsid w:val="00C048CB"/>
    <w:rsid w:val="00C066F3"/>
    <w:rsid w:val="00C11FB4"/>
    <w:rsid w:val="00C31385"/>
    <w:rsid w:val="00C3221F"/>
    <w:rsid w:val="00C378A2"/>
    <w:rsid w:val="00C37ED8"/>
    <w:rsid w:val="00C40968"/>
    <w:rsid w:val="00C45F4F"/>
    <w:rsid w:val="00C463DD"/>
    <w:rsid w:val="00C472E4"/>
    <w:rsid w:val="00C530F9"/>
    <w:rsid w:val="00C56CB6"/>
    <w:rsid w:val="00C63F76"/>
    <w:rsid w:val="00C745C3"/>
    <w:rsid w:val="00C75296"/>
    <w:rsid w:val="00C75CC1"/>
    <w:rsid w:val="00C770A1"/>
    <w:rsid w:val="00C81A11"/>
    <w:rsid w:val="00C91F77"/>
    <w:rsid w:val="00C968BF"/>
    <w:rsid w:val="00C9744A"/>
    <w:rsid w:val="00CA24A4"/>
    <w:rsid w:val="00CA349E"/>
    <w:rsid w:val="00CA6B02"/>
    <w:rsid w:val="00CB2938"/>
    <w:rsid w:val="00CB348D"/>
    <w:rsid w:val="00CC1F8A"/>
    <w:rsid w:val="00CC29B5"/>
    <w:rsid w:val="00CD071E"/>
    <w:rsid w:val="00CD4469"/>
    <w:rsid w:val="00CD46F5"/>
    <w:rsid w:val="00CD47AB"/>
    <w:rsid w:val="00CD6D8E"/>
    <w:rsid w:val="00CD70C3"/>
    <w:rsid w:val="00CD70C5"/>
    <w:rsid w:val="00CE4A8F"/>
    <w:rsid w:val="00CF071D"/>
    <w:rsid w:val="00D0772D"/>
    <w:rsid w:val="00D10F51"/>
    <w:rsid w:val="00D11CD5"/>
    <w:rsid w:val="00D12D63"/>
    <w:rsid w:val="00D12EB6"/>
    <w:rsid w:val="00D15B04"/>
    <w:rsid w:val="00D2031B"/>
    <w:rsid w:val="00D234C7"/>
    <w:rsid w:val="00D244DB"/>
    <w:rsid w:val="00D24D75"/>
    <w:rsid w:val="00D25FE2"/>
    <w:rsid w:val="00D309D4"/>
    <w:rsid w:val="00D31334"/>
    <w:rsid w:val="00D37DA9"/>
    <w:rsid w:val="00D406A7"/>
    <w:rsid w:val="00D43252"/>
    <w:rsid w:val="00D44D86"/>
    <w:rsid w:val="00D5008D"/>
    <w:rsid w:val="00D50B7D"/>
    <w:rsid w:val="00D52012"/>
    <w:rsid w:val="00D5309B"/>
    <w:rsid w:val="00D5683C"/>
    <w:rsid w:val="00D628F0"/>
    <w:rsid w:val="00D6595A"/>
    <w:rsid w:val="00D704E5"/>
    <w:rsid w:val="00D72727"/>
    <w:rsid w:val="00D978C6"/>
    <w:rsid w:val="00DA006F"/>
    <w:rsid w:val="00DA0956"/>
    <w:rsid w:val="00DA2179"/>
    <w:rsid w:val="00DA2E3C"/>
    <w:rsid w:val="00DA357F"/>
    <w:rsid w:val="00DA3E12"/>
    <w:rsid w:val="00DB5389"/>
    <w:rsid w:val="00DB6F49"/>
    <w:rsid w:val="00DC18AD"/>
    <w:rsid w:val="00DE5ECA"/>
    <w:rsid w:val="00DF7CAE"/>
    <w:rsid w:val="00E0304C"/>
    <w:rsid w:val="00E22F2A"/>
    <w:rsid w:val="00E2378A"/>
    <w:rsid w:val="00E25193"/>
    <w:rsid w:val="00E257CD"/>
    <w:rsid w:val="00E41088"/>
    <w:rsid w:val="00E4216A"/>
    <w:rsid w:val="00E423C0"/>
    <w:rsid w:val="00E43EF0"/>
    <w:rsid w:val="00E528A2"/>
    <w:rsid w:val="00E5675D"/>
    <w:rsid w:val="00E6414C"/>
    <w:rsid w:val="00E64E40"/>
    <w:rsid w:val="00E65C37"/>
    <w:rsid w:val="00E7260F"/>
    <w:rsid w:val="00E73BD1"/>
    <w:rsid w:val="00E749DC"/>
    <w:rsid w:val="00E75069"/>
    <w:rsid w:val="00E813FC"/>
    <w:rsid w:val="00E86A4C"/>
    <w:rsid w:val="00E8702D"/>
    <w:rsid w:val="00E909C1"/>
    <w:rsid w:val="00E916A9"/>
    <w:rsid w:val="00E916DE"/>
    <w:rsid w:val="00E925AD"/>
    <w:rsid w:val="00E96630"/>
    <w:rsid w:val="00EA744B"/>
    <w:rsid w:val="00EB314E"/>
    <w:rsid w:val="00EB357D"/>
    <w:rsid w:val="00EB5739"/>
    <w:rsid w:val="00EB59F7"/>
    <w:rsid w:val="00EC2D80"/>
    <w:rsid w:val="00ED004C"/>
    <w:rsid w:val="00ED18DC"/>
    <w:rsid w:val="00ED6201"/>
    <w:rsid w:val="00ED7A2A"/>
    <w:rsid w:val="00EE1CA6"/>
    <w:rsid w:val="00EF1D7F"/>
    <w:rsid w:val="00EF30A7"/>
    <w:rsid w:val="00EF61F1"/>
    <w:rsid w:val="00F0137E"/>
    <w:rsid w:val="00F015E4"/>
    <w:rsid w:val="00F07A8D"/>
    <w:rsid w:val="00F12C2C"/>
    <w:rsid w:val="00F20881"/>
    <w:rsid w:val="00F21786"/>
    <w:rsid w:val="00F22FD0"/>
    <w:rsid w:val="00F24324"/>
    <w:rsid w:val="00F35FB7"/>
    <w:rsid w:val="00F36DE7"/>
    <w:rsid w:val="00F3742B"/>
    <w:rsid w:val="00F41FDB"/>
    <w:rsid w:val="00F507EC"/>
    <w:rsid w:val="00F51A13"/>
    <w:rsid w:val="00F521E4"/>
    <w:rsid w:val="00F52997"/>
    <w:rsid w:val="00F54921"/>
    <w:rsid w:val="00F54FD8"/>
    <w:rsid w:val="00F56D63"/>
    <w:rsid w:val="00F609A9"/>
    <w:rsid w:val="00F6108B"/>
    <w:rsid w:val="00F6245A"/>
    <w:rsid w:val="00F67798"/>
    <w:rsid w:val="00F67F95"/>
    <w:rsid w:val="00F706D3"/>
    <w:rsid w:val="00F80C99"/>
    <w:rsid w:val="00F83BBE"/>
    <w:rsid w:val="00F85AE0"/>
    <w:rsid w:val="00F867EC"/>
    <w:rsid w:val="00F91B2B"/>
    <w:rsid w:val="00FA5EC2"/>
    <w:rsid w:val="00FB0F2C"/>
    <w:rsid w:val="00FC03CD"/>
    <w:rsid w:val="00FC03FA"/>
    <w:rsid w:val="00FC0646"/>
    <w:rsid w:val="00FC68B7"/>
    <w:rsid w:val="00FD2C68"/>
    <w:rsid w:val="00FD55FD"/>
    <w:rsid w:val="00FE56E0"/>
    <w:rsid w:val="00FE6985"/>
    <w:rsid w:val="00FF2254"/>
    <w:rsid w:val="00FF27FD"/>
    <w:rsid w:val="00FF3138"/>
    <w:rsid w:val="00FF4187"/>
    <w:rsid w:val="00FF55E1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8E70A3"/>
  <w15:docId w15:val="{227EC8B5-7D19-4606-951C-2BF53C984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3B5A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925AD"/>
    <w:pPr>
      <w:numPr>
        <w:numId w:val="21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E925AD"/>
    <w:pPr>
      <w:numPr>
        <w:ilvl w:val="1"/>
        <w:numId w:val="21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E925AD"/>
    <w:pPr>
      <w:numPr>
        <w:ilvl w:val="2"/>
        <w:numId w:val="21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E925AD"/>
    <w:pPr>
      <w:numPr>
        <w:ilvl w:val="3"/>
        <w:numId w:val="21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E925AD"/>
    <w:pPr>
      <w:numPr>
        <w:ilvl w:val="4"/>
        <w:numId w:val="21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E925AD"/>
    <w:pPr>
      <w:numPr>
        <w:ilvl w:val="5"/>
        <w:numId w:val="21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E925AD"/>
    <w:pPr>
      <w:numPr>
        <w:ilvl w:val="6"/>
        <w:numId w:val="21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E925AD"/>
    <w:pPr>
      <w:numPr>
        <w:ilvl w:val="7"/>
        <w:numId w:val="21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E925AD"/>
    <w:pPr>
      <w:numPr>
        <w:ilvl w:val="8"/>
        <w:numId w:val="21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59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character" w:customStyle="1" w:styleId="SingleTxtGChar">
    <w:name w:val="_ Single Txt_G Char"/>
    <w:link w:val="SingleTxtG"/>
    <w:rsid w:val="00663B03"/>
    <w:rPr>
      <w:lang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locked/>
    <w:rsid w:val="00663B03"/>
    <w:rPr>
      <w:sz w:val="18"/>
      <w:lang w:eastAsia="en-US"/>
    </w:rPr>
  </w:style>
  <w:style w:type="paragraph" w:styleId="BalloonText">
    <w:name w:val="Balloon Text"/>
    <w:basedOn w:val="Normal"/>
    <w:link w:val="BalloonTextChar"/>
    <w:unhideWhenUsed/>
    <w:rsid w:val="00663B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63B03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4D2558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2558"/>
    <w:rPr>
      <w:color w:val="808080"/>
      <w:shd w:val="clear" w:color="auto" w:fill="E6E6E6"/>
    </w:rPr>
  </w:style>
  <w:style w:type="character" w:customStyle="1" w:styleId="st">
    <w:name w:val="st"/>
    <w:basedOn w:val="DefaultParagraphFont"/>
    <w:rsid w:val="004D2558"/>
  </w:style>
  <w:style w:type="character" w:styleId="CommentReference">
    <w:name w:val="annotation reference"/>
    <w:basedOn w:val="DefaultParagraphFont"/>
    <w:uiPriority w:val="99"/>
    <w:unhideWhenUsed/>
    <w:rsid w:val="004D25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2558"/>
    <w:pPr>
      <w:suppressAutoHyphens w:val="0"/>
      <w:spacing w:after="16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2558"/>
    <w:rPr>
      <w:rFonts w:asciiTheme="minorHAnsi" w:eastAsiaTheme="minorEastAsia" w:hAnsiTheme="minorHAnsi" w:cstheme="minorBidi"/>
      <w:lang w:eastAsia="zh-CN"/>
    </w:rPr>
  </w:style>
  <w:style w:type="paragraph" w:styleId="ListParagraph">
    <w:name w:val="List Paragraph"/>
    <w:basedOn w:val="Normal"/>
    <w:uiPriority w:val="34"/>
    <w:qFormat/>
    <w:rsid w:val="004D2558"/>
    <w:pPr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D2558"/>
    <w:pPr>
      <w:suppressAutoHyphens/>
      <w:spacing w:after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4D2558"/>
    <w:rPr>
      <w:rFonts w:asciiTheme="minorHAnsi" w:eastAsiaTheme="minorEastAsia" w:hAnsiTheme="minorHAnsi" w:cstheme="minorBidi"/>
      <w:b/>
      <w:bCs/>
      <w:lang w:eastAsia="en-US"/>
    </w:rPr>
  </w:style>
  <w:style w:type="paragraph" w:styleId="Revision">
    <w:name w:val="Revision"/>
    <w:hidden/>
    <w:uiPriority w:val="99"/>
    <w:semiHidden/>
    <w:rsid w:val="004D2558"/>
    <w:rPr>
      <w:lang w:eastAsia="en-US"/>
    </w:rPr>
  </w:style>
  <w:style w:type="character" w:customStyle="1" w:styleId="FooterChar">
    <w:name w:val="Footer Char"/>
    <w:aliases w:val="3_G Char"/>
    <w:basedOn w:val="DefaultParagraphFont"/>
    <w:link w:val="Footer"/>
    <w:rsid w:val="004D2558"/>
    <w:rPr>
      <w:sz w:val="16"/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4D2558"/>
    <w:rPr>
      <w:b/>
      <w:sz w:val="18"/>
      <w:lang w:eastAsia="en-US"/>
    </w:rPr>
  </w:style>
  <w:style w:type="character" w:customStyle="1" w:styleId="Heading1Char">
    <w:name w:val="Heading 1 Char"/>
    <w:aliases w:val="Table_G Char"/>
    <w:basedOn w:val="DefaultParagraphFont"/>
    <w:link w:val="Heading1"/>
    <w:rsid w:val="004D2558"/>
    <w:rPr>
      <w:lang w:eastAsia="en-US"/>
    </w:rPr>
  </w:style>
  <w:style w:type="character" w:customStyle="1" w:styleId="Heading2Char">
    <w:name w:val="Heading 2 Char"/>
    <w:basedOn w:val="DefaultParagraphFont"/>
    <w:link w:val="Heading2"/>
    <w:rsid w:val="004D255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4D255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4D255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4D255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4D255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4D255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4D255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4D2558"/>
    <w:rPr>
      <w:lang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4D2558"/>
    <w:rPr>
      <w:sz w:val="18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4D2558"/>
  </w:style>
  <w:style w:type="paragraph" w:styleId="PlainText">
    <w:name w:val="Plain Text"/>
    <w:basedOn w:val="Normal"/>
    <w:link w:val="PlainTextChar"/>
    <w:semiHidden/>
    <w:rsid w:val="004D2558"/>
    <w:rPr>
      <w:rFonts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4D2558"/>
    <w:rPr>
      <w:rFonts w:cs="Courier New"/>
      <w:lang w:eastAsia="en-US"/>
    </w:rPr>
  </w:style>
  <w:style w:type="paragraph" w:styleId="BodyText">
    <w:name w:val="Body Text"/>
    <w:basedOn w:val="Normal"/>
    <w:next w:val="Normal"/>
    <w:link w:val="BodyTextChar"/>
    <w:semiHidden/>
    <w:rsid w:val="004D2558"/>
  </w:style>
  <w:style w:type="character" w:customStyle="1" w:styleId="BodyTextChar">
    <w:name w:val="Body Text Char"/>
    <w:basedOn w:val="DefaultParagraphFont"/>
    <w:link w:val="BodyText"/>
    <w:semiHidden/>
    <w:rsid w:val="004D2558"/>
    <w:rPr>
      <w:lang w:eastAsia="en-US"/>
    </w:rPr>
  </w:style>
  <w:style w:type="paragraph" w:styleId="BodyTextIndent">
    <w:name w:val="Body Text Indent"/>
    <w:basedOn w:val="Normal"/>
    <w:link w:val="BodyTextIndentChar"/>
    <w:semiHidden/>
    <w:rsid w:val="004D255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D2558"/>
    <w:rPr>
      <w:lang w:eastAsia="en-US"/>
    </w:rPr>
  </w:style>
  <w:style w:type="paragraph" w:styleId="BlockText">
    <w:name w:val="Block Text"/>
    <w:basedOn w:val="Normal"/>
    <w:semiHidden/>
    <w:rsid w:val="004D2558"/>
    <w:pPr>
      <w:ind w:left="1440" w:right="1440"/>
    </w:pPr>
  </w:style>
  <w:style w:type="character" w:styleId="LineNumber">
    <w:name w:val="line number"/>
    <w:basedOn w:val="DefaultParagraphFont"/>
    <w:semiHidden/>
    <w:rsid w:val="004D2558"/>
    <w:rPr>
      <w:sz w:val="14"/>
    </w:rPr>
  </w:style>
  <w:style w:type="numbering" w:styleId="111111">
    <w:name w:val="Outline List 2"/>
    <w:basedOn w:val="NoList"/>
    <w:semiHidden/>
    <w:rsid w:val="004D2558"/>
    <w:pPr>
      <w:numPr>
        <w:numId w:val="20"/>
      </w:numPr>
    </w:pPr>
  </w:style>
  <w:style w:type="numbering" w:styleId="1ai">
    <w:name w:val="Outline List 1"/>
    <w:basedOn w:val="NoList"/>
    <w:semiHidden/>
    <w:rsid w:val="004D2558"/>
    <w:pPr>
      <w:numPr>
        <w:numId w:val="21"/>
      </w:numPr>
    </w:pPr>
  </w:style>
  <w:style w:type="numbering" w:styleId="ArticleSection">
    <w:name w:val="Outline List 3"/>
    <w:basedOn w:val="NoList"/>
    <w:semiHidden/>
    <w:rsid w:val="004D2558"/>
    <w:pPr>
      <w:numPr>
        <w:numId w:val="22"/>
      </w:numPr>
    </w:pPr>
  </w:style>
  <w:style w:type="paragraph" w:styleId="BodyText2">
    <w:name w:val="Body Text 2"/>
    <w:basedOn w:val="Normal"/>
    <w:link w:val="BodyText2Char"/>
    <w:semiHidden/>
    <w:rsid w:val="004D255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D2558"/>
    <w:rPr>
      <w:lang w:eastAsia="en-US"/>
    </w:rPr>
  </w:style>
  <w:style w:type="paragraph" w:styleId="BodyText3">
    <w:name w:val="Body Text 3"/>
    <w:basedOn w:val="Normal"/>
    <w:link w:val="BodyText3Char"/>
    <w:semiHidden/>
    <w:rsid w:val="004D255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D2558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4D2558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4D2558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4D255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D2558"/>
    <w:rPr>
      <w:lang w:eastAsia="en-US"/>
    </w:rPr>
  </w:style>
  <w:style w:type="paragraph" w:styleId="BodyTextIndent2">
    <w:name w:val="Body Text Indent 2"/>
    <w:basedOn w:val="Normal"/>
    <w:link w:val="BodyTextIndent2Char"/>
    <w:semiHidden/>
    <w:rsid w:val="004D255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D2558"/>
    <w:rPr>
      <w:lang w:eastAsia="en-US"/>
    </w:rPr>
  </w:style>
  <w:style w:type="paragraph" w:styleId="BodyTextIndent3">
    <w:name w:val="Body Text Indent 3"/>
    <w:basedOn w:val="Normal"/>
    <w:link w:val="BodyTextIndent3Char"/>
    <w:semiHidden/>
    <w:rsid w:val="004D255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D2558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semiHidden/>
    <w:rsid w:val="004D2558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D2558"/>
    <w:rPr>
      <w:lang w:eastAsia="en-US"/>
    </w:rPr>
  </w:style>
  <w:style w:type="paragraph" w:styleId="Date">
    <w:name w:val="Date"/>
    <w:basedOn w:val="Normal"/>
    <w:next w:val="Normal"/>
    <w:link w:val="DateChar"/>
    <w:rsid w:val="004D2558"/>
  </w:style>
  <w:style w:type="character" w:customStyle="1" w:styleId="DateChar">
    <w:name w:val="Date Char"/>
    <w:basedOn w:val="DefaultParagraphFont"/>
    <w:link w:val="Date"/>
    <w:rsid w:val="004D2558"/>
    <w:rPr>
      <w:lang w:eastAsia="en-US"/>
    </w:rPr>
  </w:style>
  <w:style w:type="paragraph" w:styleId="E-mailSignature">
    <w:name w:val="E-mail Signature"/>
    <w:basedOn w:val="Normal"/>
    <w:link w:val="E-mailSignatureChar"/>
    <w:semiHidden/>
    <w:rsid w:val="004D2558"/>
  </w:style>
  <w:style w:type="character" w:customStyle="1" w:styleId="E-mailSignatureChar">
    <w:name w:val="E-mail Signature Char"/>
    <w:basedOn w:val="DefaultParagraphFont"/>
    <w:link w:val="E-mailSignature"/>
    <w:semiHidden/>
    <w:rsid w:val="004D2558"/>
    <w:rPr>
      <w:lang w:eastAsia="en-US"/>
    </w:rPr>
  </w:style>
  <w:style w:type="character" w:styleId="Emphasis">
    <w:name w:val="Emphasis"/>
    <w:basedOn w:val="DefaultParagraphFont"/>
    <w:qFormat/>
    <w:rsid w:val="004D2558"/>
    <w:rPr>
      <w:i/>
      <w:iCs/>
    </w:rPr>
  </w:style>
  <w:style w:type="paragraph" w:styleId="EnvelopeReturn">
    <w:name w:val="envelope return"/>
    <w:basedOn w:val="Normal"/>
    <w:semiHidden/>
    <w:rsid w:val="004D2558"/>
    <w:rPr>
      <w:rFonts w:ascii="Arial" w:hAnsi="Arial" w:cs="Arial"/>
    </w:rPr>
  </w:style>
  <w:style w:type="character" w:styleId="HTMLAcronym">
    <w:name w:val="HTML Acronym"/>
    <w:basedOn w:val="DefaultParagraphFont"/>
    <w:semiHidden/>
    <w:rsid w:val="004D2558"/>
  </w:style>
  <w:style w:type="paragraph" w:styleId="HTMLAddress">
    <w:name w:val="HTML Address"/>
    <w:basedOn w:val="Normal"/>
    <w:link w:val="HTMLAddressChar"/>
    <w:semiHidden/>
    <w:rsid w:val="004D2558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D2558"/>
    <w:rPr>
      <w:i/>
      <w:iCs/>
      <w:lang w:eastAsia="en-US"/>
    </w:rPr>
  </w:style>
  <w:style w:type="character" w:styleId="HTMLCite">
    <w:name w:val="HTML Cite"/>
    <w:basedOn w:val="DefaultParagraphFont"/>
    <w:semiHidden/>
    <w:rsid w:val="004D2558"/>
    <w:rPr>
      <w:i/>
      <w:iCs/>
    </w:rPr>
  </w:style>
  <w:style w:type="character" w:styleId="HTMLCode">
    <w:name w:val="HTML Code"/>
    <w:basedOn w:val="DefaultParagraphFont"/>
    <w:semiHidden/>
    <w:rsid w:val="004D2558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4D2558"/>
    <w:rPr>
      <w:i/>
      <w:iCs/>
    </w:rPr>
  </w:style>
  <w:style w:type="character" w:styleId="HTMLKeyboard">
    <w:name w:val="HTML Keyboard"/>
    <w:basedOn w:val="DefaultParagraphFont"/>
    <w:semiHidden/>
    <w:rsid w:val="004D255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4D2558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D2558"/>
    <w:rPr>
      <w:rFonts w:ascii="Courier New" w:hAnsi="Courier New" w:cs="Courier New"/>
      <w:lang w:eastAsia="en-US"/>
    </w:rPr>
  </w:style>
  <w:style w:type="character" w:styleId="HTMLSample">
    <w:name w:val="HTML Sample"/>
    <w:basedOn w:val="DefaultParagraphFont"/>
    <w:semiHidden/>
    <w:rsid w:val="004D2558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4D2558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4D2558"/>
    <w:rPr>
      <w:i/>
      <w:iCs/>
    </w:rPr>
  </w:style>
  <w:style w:type="paragraph" w:styleId="List">
    <w:name w:val="List"/>
    <w:basedOn w:val="Normal"/>
    <w:semiHidden/>
    <w:rsid w:val="004D2558"/>
    <w:pPr>
      <w:ind w:left="283" w:hanging="283"/>
    </w:pPr>
  </w:style>
  <w:style w:type="paragraph" w:styleId="List2">
    <w:name w:val="List 2"/>
    <w:basedOn w:val="Normal"/>
    <w:semiHidden/>
    <w:rsid w:val="004D2558"/>
    <w:pPr>
      <w:ind w:left="566" w:hanging="283"/>
    </w:pPr>
  </w:style>
  <w:style w:type="paragraph" w:styleId="List3">
    <w:name w:val="List 3"/>
    <w:basedOn w:val="Normal"/>
    <w:semiHidden/>
    <w:rsid w:val="004D2558"/>
    <w:pPr>
      <w:ind w:left="849" w:hanging="283"/>
    </w:pPr>
  </w:style>
  <w:style w:type="paragraph" w:styleId="List4">
    <w:name w:val="List 4"/>
    <w:basedOn w:val="Normal"/>
    <w:rsid w:val="004D2558"/>
    <w:pPr>
      <w:ind w:left="1132" w:hanging="283"/>
    </w:pPr>
  </w:style>
  <w:style w:type="paragraph" w:styleId="List5">
    <w:name w:val="List 5"/>
    <w:basedOn w:val="Normal"/>
    <w:rsid w:val="004D2558"/>
    <w:pPr>
      <w:ind w:left="1415" w:hanging="283"/>
    </w:pPr>
  </w:style>
  <w:style w:type="paragraph" w:styleId="ListBullet">
    <w:name w:val="List Bullet"/>
    <w:basedOn w:val="Normal"/>
    <w:semiHidden/>
    <w:rsid w:val="004D2558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semiHidden/>
    <w:rsid w:val="004D2558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semiHidden/>
    <w:rsid w:val="004D2558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semiHidden/>
    <w:rsid w:val="004D2558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semiHidden/>
    <w:rsid w:val="004D2558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semiHidden/>
    <w:rsid w:val="004D2558"/>
    <w:pPr>
      <w:spacing w:after="120"/>
      <w:ind w:left="283"/>
    </w:pPr>
  </w:style>
  <w:style w:type="paragraph" w:styleId="ListContinue2">
    <w:name w:val="List Continue 2"/>
    <w:basedOn w:val="Normal"/>
    <w:semiHidden/>
    <w:rsid w:val="004D2558"/>
    <w:pPr>
      <w:spacing w:after="120"/>
      <w:ind w:left="566"/>
    </w:pPr>
  </w:style>
  <w:style w:type="paragraph" w:styleId="ListContinue3">
    <w:name w:val="List Continue 3"/>
    <w:basedOn w:val="Normal"/>
    <w:semiHidden/>
    <w:rsid w:val="004D2558"/>
    <w:pPr>
      <w:spacing w:after="120"/>
      <w:ind w:left="849"/>
    </w:pPr>
  </w:style>
  <w:style w:type="paragraph" w:styleId="ListContinue4">
    <w:name w:val="List Continue 4"/>
    <w:basedOn w:val="Normal"/>
    <w:semiHidden/>
    <w:rsid w:val="004D2558"/>
    <w:pPr>
      <w:spacing w:after="120"/>
      <w:ind w:left="1132"/>
    </w:pPr>
  </w:style>
  <w:style w:type="paragraph" w:styleId="ListContinue5">
    <w:name w:val="List Continue 5"/>
    <w:basedOn w:val="Normal"/>
    <w:semiHidden/>
    <w:rsid w:val="004D2558"/>
    <w:pPr>
      <w:spacing w:after="120"/>
      <w:ind w:left="1415"/>
    </w:pPr>
  </w:style>
  <w:style w:type="paragraph" w:styleId="ListNumber">
    <w:name w:val="List Number"/>
    <w:basedOn w:val="Normal"/>
    <w:rsid w:val="004D2558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4D2558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semiHidden/>
    <w:rsid w:val="004D2558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semiHidden/>
    <w:rsid w:val="004D2558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semiHidden/>
    <w:rsid w:val="004D2558"/>
    <w:pPr>
      <w:tabs>
        <w:tab w:val="num" w:pos="1492"/>
      </w:tabs>
      <w:ind w:left="1492" w:hanging="360"/>
    </w:pPr>
  </w:style>
  <w:style w:type="paragraph" w:styleId="MessageHeader">
    <w:name w:val="Message Header"/>
    <w:basedOn w:val="Normal"/>
    <w:link w:val="MessageHeaderChar"/>
    <w:semiHidden/>
    <w:rsid w:val="004D25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D2558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rsid w:val="004D2558"/>
    <w:rPr>
      <w:sz w:val="24"/>
      <w:szCs w:val="24"/>
    </w:rPr>
  </w:style>
  <w:style w:type="paragraph" w:styleId="NormalIndent">
    <w:name w:val="Normal Indent"/>
    <w:basedOn w:val="Normal"/>
    <w:semiHidden/>
    <w:rsid w:val="004D2558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4D2558"/>
  </w:style>
  <w:style w:type="character" w:customStyle="1" w:styleId="NoteHeadingChar">
    <w:name w:val="Note Heading Char"/>
    <w:basedOn w:val="DefaultParagraphFont"/>
    <w:link w:val="NoteHeading"/>
    <w:semiHidden/>
    <w:rsid w:val="004D2558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4D2558"/>
  </w:style>
  <w:style w:type="character" w:customStyle="1" w:styleId="SalutationChar">
    <w:name w:val="Salutation Char"/>
    <w:basedOn w:val="DefaultParagraphFont"/>
    <w:link w:val="Salutation"/>
    <w:rsid w:val="004D2558"/>
    <w:rPr>
      <w:lang w:eastAsia="en-US"/>
    </w:rPr>
  </w:style>
  <w:style w:type="paragraph" w:styleId="Signature">
    <w:name w:val="Signature"/>
    <w:basedOn w:val="Normal"/>
    <w:link w:val="SignatureChar"/>
    <w:semiHidden/>
    <w:rsid w:val="004D2558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D2558"/>
    <w:rPr>
      <w:lang w:eastAsia="en-US"/>
    </w:rPr>
  </w:style>
  <w:style w:type="character" w:styleId="Strong">
    <w:name w:val="Strong"/>
    <w:basedOn w:val="DefaultParagraphFont"/>
    <w:qFormat/>
    <w:rsid w:val="004D2558"/>
    <w:rPr>
      <w:b/>
      <w:bCs/>
    </w:rPr>
  </w:style>
  <w:style w:type="paragraph" w:styleId="Subtitle">
    <w:name w:val="Subtitle"/>
    <w:basedOn w:val="Normal"/>
    <w:link w:val="SubtitleChar"/>
    <w:qFormat/>
    <w:rsid w:val="004D255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4D2558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semiHidden/>
    <w:rsid w:val="004D255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D255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D255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D255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D255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D255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D255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D255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D255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D255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D255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D255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D255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D255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D255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D255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D255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D255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D255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D255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D255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D255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D255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D255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D255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D255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D255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D255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D255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D255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D255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D255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D255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D255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D255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D255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D255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D255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4D255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D255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D255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D255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4D255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4D25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2558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semiHidden/>
    <w:rsid w:val="004D255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CommentSubjectChar1">
    <w:name w:val="Comment Subject Char1"/>
    <w:basedOn w:val="CommentTextChar"/>
    <w:semiHidden/>
    <w:rsid w:val="004D2558"/>
    <w:rPr>
      <w:rFonts w:asciiTheme="minorHAnsi" w:eastAsiaTheme="minorHAnsi" w:hAnsiTheme="minorHAnsi" w:cstheme="minorBidi"/>
      <w:b/>
      <w:bCs/>
      <w:sz w:val="20"/>
      <w:szCs w:val="20"/>
      <w:lang w:eastAsia="zh-CN"/>
    </w:rPr>
  </w:style>
  <w:style w:type="character" w:customStyle="1" w:styleId="apple-converted-space">
    <w:name w:val="apple-converted-space"/>
    <w:basedOn w:val="DefaultParagraphFont"/>
    <w:rsid w:val="004D2558"/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4D2558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D255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0062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water.org/our-work/integrated-monitoring-initiative-sdg-6/indicator-652-proportion-transboundary-basin-are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dome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andtime xmlns="99a2c2c3-fdcf-4e63-9c12-39b3de610a76" xsi:nil="true"/>
    <TaxCatchAll xmlns="985ec44e-1bab-4c0b-9df0-6ba128686fc9" xsi:nil="true"/>
    <lcf76f155ced4ddcb4097134ff3c332f xmlns="99a2c2c3-fdcf-4e63-9c12-39b3de610a7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02F79B5BE87D40B73359BB004DC9B5" ma:contentTypeVersion="17" ma:contentTypeDescription="Create a new document." ma:contentTypeScope="" ma:versionID="df91b42384f9acd0dc9c7b2b0ca5a4fb">
  <xsd:schema xmlns:xsd="http://www.w3.org/2001/XMLSchema" xmlns:xs="http://www.w3.org/2001/XMLSchema" xmlns:p="http://schemas.microsoft.com/office/2006/metadata/properties" xmlns:ns2="99a2c2c3-fdcf-4e63-9c12-39b3de610a76" xmlns:ns3="a20aa909-956d-4941-9e8e-d4bf2c5fe97e" xmlns:ns4="985ec44e-1bab-4c0b-9df0-6ba128686fc9" targetNamespace="http://schemas.microsoft.com/office/2006/metadata/properties" ma:root="true" ma:fieldsID="5bdeaf74bd075ed71d0bb4235c38229e" ns2:_="" ns3:_="" ns4:_="">
    <xsd:import namespace="99a2c2c3-fdcf-4e63-9c12-39b3de610a76"/>
    <xsd:import namespace="a20aa909-956d-4941-9e8e-d4bf2c5fe97e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andtim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a2c2c3-fdcf-4e63-9c12-39b3de610a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Dateandtime" ma:index="20" nillable="true" ma:displayName="Date and time" ma:format="DateOnly" ma:internalName="Dateand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0aa909-956d-4941-9e8e-d4bf2c5fe9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cb577e23-b539-4cbb-a753-31a04c3d9a02}" ma:internalName="TaxCatchAll" ma:showField="CatchAllData" ma:web="a20aa909-956d-4941-9e8e-d4bf2c5fe9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FA449C-931A-4D6C-80B0-371E33F80AF6}">
  <ds:schemaRefs>
    <ds:schemaRef ds:uri="http://schemas.microsoft.com/office/2006/metadata/properties"/>
    <ds:schemaRef ds:uri="http://schemas.microsoft.com/office/infopath/2007/PartnerControls"/>
    <ds:schemaRef ds:uri="99a2c2c3-fdcf-4e63-9c12-39b3de610a76"/>
    <ds:schemaRef ds:uri="985ec44e-1bab-4c0b-9df0-6ba128686fc9"/>
  </ds:schemaRefs>
</ds:datastoreItem>
</file>

<file path=customXml/itemProps2.xml><?xml version="1.0" encoding="utf-8"?>
<ds:datastoreItem xmlns:ds="http://schemas.openxmlformats.org/officeDocument/2006/customXml" ds:itemID="{4CD66D54-EBBA-4554-A2D7-F39F76AB6F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D7B70E-CA00-46C2-907E-674D21F67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a2c2c3-fdcf-4e63-9c12-39b3de610a76"/>
    <ds:schemaRef ds:uri="a20aa909-956d-4941-9e8e-d4bf2c5fe97e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E01E93-FEC1-4AF1-A9C5-2F79142BAD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ECE_E.dotm</Template>
  <TotalTime>17</TotalTime>
  <Pages>22</Pages>
  <Words>6064</Words>
  <Characters>34571</Characters>
  <Application>Microsoft Office Word</Application>
  <DocSecurity>0</DocSecurity>
  <Lines>288</Lines>
  <Paragraphs>81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40554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SDG652 3rd Exercise Reporting Template SPA</dc:title>
  <dc:creator>Mayola Lidome</dc:creator>
  <cp:lastModifiedBy>Sarah Tiefenauer-Linardon</cp:lastModifiedBy>
  <cp:revision>29</cp:revision>
  <cp:lastPrinted>2019-06-17T14:01:00Z</cp:lastPrinted>
  <dcterms:created xsi:type="dcterms:W3CDTF">2022-11-29T09:03:00Z</dcterms:created>
  <dcterms:modified xsi:type="dcterms:W3CDTF">2022-11-29T14:05:00Z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0x010100B302F79B5BE87D40B73359BB004DC9B5</vt:lpwstr>
  </property>
  <property fmtid="{D5CDD505-2E9C-101B-9397-08002B2CF9AE}" pid="3" name="MediaServiceImageTags">
    <vt:lpwstr/>
  </property>
</Properties>
</file>