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2584F621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9DB882E" w14:textId="77777777" w:rsidR="00F35BAF" w:rsidRPr="00DB58B5" w:rsidRDefault="00F35BAF" w:rsidP="00C9703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6044246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C6F510C" w14:textId="0FBFCA8A" w:rsidR="00F35BAF" w:rsidRPr="00DB58B5" w:rsidRDefault="0019592A" w:rsidP="0019592A">
            <w:pPr>
              <w:jc w:val="right"/>
            </w:pPr>
            <w:r w:rsidRPr="0019592A">
              <w:rPr>
                <w:sz w:val="40"/>
              </w:rPr>
              <w:t>ECE</w:t>
            </w:r>
            <w:r>
              <w:t>/TRANS/WP.11/2022/12</w:t>
            </w:r>
          </w:p>
        </w:tc>
      </w:tr>
      <w:tr w:rsidR="00F35BAF" w:rsidRPr="00DB58B5" w14:paraId="08CEF50A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78E30F60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443D8DA" wp14:editId="39E2D44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9D1C957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D123D05" w14:textId="77777777" w:rsidR="00F35BAF" w:rsidRDefault="0019592A" w:rsidP="00C97039">
            <w:pPr>
              <w:spacing w:before="240"/>
            </w:pPr>
            <w:r>
              <w:t>Distr. générale</w:t>
            </w:r>
          </w:p>
          <w:p w14:paraId="616C098A" w14:textId="77777777" w:rsidR="0019592A" w:rsidRDefault="0019592A" w:rsidP="0019592A">
            <w:pPr>
              <w:spacing w:line="240" w:lineRule="exact"/>
            </w:pPr>
            <w:r>
              <w:t>10 août 2022</w:t>
            </w:r>
          </w:p>
          <w:p w14:paraId="72CDA63F" w14:textId="77777777" w:rsidR="0019592A" w:rsidRDefault="0019592A" w:rsidP="0019592A">
            <w:pPr>
              <w:spacing w:line="240" w:lineRule="exact"/>
            </w:pPr>
            <w:r>
              <w:t>Français</w:t>
            </w:r>
          </w:p>
          <w:p w14:paraId="4025E500" w14:textId="1608BDDE" w:rsidR="0019592A" w:rsidRPr="00DB58B5" w:rsidRDefault="0019592A" w:rsidP="0019592A">
            <w:pPr>
              <w:spacing w:line="240" w:lineRule="exact"/>
            </w:pPr>
            <w:r>
              <w:t>Original : anglais</w:t>
            </w:r>
          </w:p>
        </w:tc>
      </w:tr>
    </w:tbl>
    <w:p w14:paraId="069B316A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0AC36C81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67D86843" w14:textId="6FF66AED" w:rsidR="0019592A" w:rsidRPr="0019592A" w:rsidRDefault="0019592A" w:rsidP="0019592A">
      <w:pPr>
        <w:spacing w:before="120"/>
        <w:rPr>
          <w:b/>
          <w:sz w:val="24"/>
          <w:szCs w:val="24"/>
          <w:lang w:val="fr-FR"/>
        </w:rPr>
      </w:pPr>
      <w:r w:rsidRPr="0019592A">
        <w:rPr>
          <w:b/>
          <w:bCs/>
          <w:sz w:val="24"/>
          <w:szCs w:val="24"/>
          <w:lang w:val="fr-FR"/>
        </w:rPr>
        <w:t xml:space="preserve">Groupe de travail du transport </w:t>
      </w:r>
      <w:r w:rsidR="00AE4936">
        <w:rPr>
          <w:b/>
          <w:bCs/>
          <w:sz w:val="24"/>
          <w:szCs w:val="24"/>
          <w:lang w:val="fr-FR"/>
        </w:rPr>
        <w:br/>
      </w:r>
      <w:r w:rsidRPr="0019592A">
        <w:rPr>
          <w:b/>
          <w:bCs/>
          <w:sz w:val="24"/>
          <w:szCs w:val="24"/>
          <w:lang w:val="fr-FR"/>
        </w:rPr>
        <w:t>des denrées périssables</w:t>
      </w:r>
    </w:p>
    <w:p w14:paraId="7424CCFF" w14:textId="77777777" w:rsidR="0019592A" w:rsidRPr="00556657" w:rsidRDefault="0019592A" w:rsidP="0019592A">
      <w:pPr>
        <w:spacing w:before="120"/>
        <w:rPr>
          <w:b/>
          <w:lang w:val="fr-FR"/>
        </w:rPr>
      </w:pPr>
      <w:r w:rsidRPr="00556657">
        <w:rPr>
          <w:b/>
          <w:bCs/>
          <w:lang w:val="fr-FR"/>
        </w:rPr>
        <w:t>Soixante-dix-neuvième session</w:t>
      </w:r>
    </w:p>
    <w:p w14:paraId="42D939BD" w14:textId="77777777" w:rsidR="0019592A" w:rsidRPr="00556657" w:rsidRDefault="0019592A" w:rsidP="0019592A">
      <w:pPr>
        <w:rPr>
          <w:lang w:val="fr-FR"/>
        </w:rPr>
      </w:pPr>
      <w:r w:rsidRPr="00556657">
        <w:rPr>
          <w:lang w:val="fr-FR"/>
        </w:rPr>
        <w:t>Genève, 25-28 octobre 2022</w:t>
      </w:r>
    </w:p>
    <w:p w14:paraId="2288DF1B" w14:textId="77777777" w:rsidR="0019592A" w:rsidRPr="00556657" w:rsidRDefault="0019592A" w:rsidP="0019592A">
      <w:pPr>
        <w:rPr>
          <w:lang w:val="fr-FR"/>
        </w:rPr>
      </w:pPr>
      <w:r w:rsidRPr="00556657">
        <w:rPr>
          <w:lang w:val="fr-FR"/>
        </w:rPr>
        <w:t>Point 4 d) de l</w:t>
      </w:r>
      <w:r>
        <w:rPr>
          <w:lang w:val="fr-FR"/>
        </w:rPr>
        <w:t>’</w:t>
      </w:r>
      <w:r w:rsidRPr="00556657">
        <w:rPr>
          <w:lang w:val="fr-FR"/>
        </w:rPr>
        <w:t>ordre du jour provisoire</w:t>
      </w:r>
    </w:p>
    <w:p w14:paraId="77E3C14F" w14:textId="06318571" w:rsidR="0019592A" w:rsidRPr="00556657" w:rsidRDefault="0019592A" w:rsidP="0019592A">
      <w:pPr>
        <w:rPr>
          <w:b/>
          <w:lang w:val="fr-FR"/>
        </w:rPr>
      </w:pPr>
      <w:r w:rsidRPr="00556657">
        <w:rPr>
          <w:b/>
          <w:bCs/>
          <w:lang w:val="fr-FR"/>
        </w:rPr>
        <w:t>État et mise en œuvre de l</w:t>
      </w:r>
      <w:r>
        <w:rPr>
          <w:b/>
          <w:bCs/>
          <w:lang w:val="fr-FR"/>
        </w:rPr>
        <w:t>’</w:t>
      </w:r>
      <w:r w:rsidRPr="00556657">
        <w:rPr>
          <w:b/>
          <w:bCs/>
          <w:lang w:val="fr-FR"/>
        </w:rPr>
        <w:t xml:space="preserve">Accord relatif aux transports </w:t>
      </w:r>
      <w:r w:rsidR="00AE4936">
        <w:rPr>
          <w:b/>
          <w:bCs/>
          <w:lang w:val="fr-FR"/>
        </w:rPr>
        <w:br/>
      </w:r>
      <w:r w:rsidRPr="00556657">
        <w:rPr>
          <w:b/>
          <w:bCs/>
          <w:lang w:val="fr-FR"/>
        </w:rPr>
        <w:t>internationaux de denrées</w:t>
      </w:r>
      <w:r>
        <w:rPr>
          <w:b/>
          <w:bCs/>
          <w:lang w:val="fr-FR"/>
        </w:rPr>
        <w:t xml:space="preserve"> </w:t>
      </w:r>
      <w:r w:rsidRPr="00556657">
        <w:rPr>
          <w:b/>
          <w:bCs/>
          <w:lang w:val="fr-FR"/>
        </w:rPr>
        <w:t xml:space="preserve">périssables et aux engins spéciaux </w:t>
      </w:r>
      <w:r w:rsidR="00AE4936">
        <w:rPr>
          <w:b/>
          <w:bCs/>
          <w:lang w:val="fr-FR"/>
        </w:rPr>
        <w:br/>
      </w:r>
      <w:r w:rsidRPr="00556657">
        <w:rPr>
          <w:b/>
          <w:bCs/>
          <w:lang w:val="fr-FR"/>
        </w:rPr>
        <w:t xml:space="preserve">à utiliser pour ces transports (ATP) : </w:t>
      </w:r>
      <w:r w:rsidRPr="00556657">
        <w:rPr>
          <w:b/>
          <w:bCs/>
          <w:lang w:val="fr-FR"/>
        </w:rPr>
        <w:br/>
        <w:t>Échange d</w:t>
      </w:r>
      <w:r>
        <w:rPr>
          <w:b/>
          <w:bCs/>
          <w:lang w:val="fr-FR"/>
        </w:rPr>
        <w:t>’</w:t>
      </w:r>
      <w:r w:rsidRPr="00556657">
        <w:rPr>
          <w:b/>
          <w:bCs/>
          <w:lang w:val="fr-FR"/>
        </w:rPr>
        <w:t xml:space="preserve">informations entre les Parties en vertu </w:t>
      </w:r>
      <w:r w:rsidR="00AE4936">
        <w:rPr>
          <w:b/>
          <w:bCs/>
          <w:lang w:val="fr-FR"/>
        </w:rPr>
        <w:br/>
      </w:r>
      <w:r w:rsidRPr="00556657">
        <w:rPr>
          <w:b/>
          <w:bCs/>
          <w:lang w:val="fr-FR"/>
        </w:rPr>
        <w:t>de l</w:t>
      </w:r>
      <w:r>
        <w:rPr>
          <w:b/>
          <w:bCs/>
          <w:lang w:val="fr-FR"/>
        </w:rPr>
        <w:t>’</w:t>
      </w:r>
      <w:r w:rsidR="00AE4936">
        <w:rPr>
          <w:b/>
          <w:bCs/>
          <w:lang w:val="fr-FR"/>
        </w:rPr>
        <w:t>a</w:t>
      </w:r>
      <w:r w:rsidRPr="00556657">
        <w:rPr>
          <w:b/>
          <w:bCs/>
          <w:lang w:val="fr-FR"/>
        </w:rPr>
        <w:t>rticle 6 de l</w:t>
      </w:r>
      <w:r>
        <w:rPr>
          <w:b/>
          <w:bCs/>
          <w:lang w:val="fr-FR"/>
        </w:rPr>
        <w:t>’</w:t>
      </w:r>
      <w:r w:rsidRPr="00556657">
        <w:rPr>
          <w:b/>
          <w:bCs/>
          <w:lang w:val="fr-FR"/>
        </w:rPr>
        <w:t>ATP</w:t>
      </w:r>
    </w:p>
    <w:p w14:paraId="777BDDDF" w14:textId="77777777" w:rsidR="0019592A" w:rsidRPr="00556657" w:rsidRDefault="0019592A" w:rsidP="00AE4936">
      <w:pPr>
        <w:pStyle w:val="HChG"/>
        <w:rPr>
          <w:lang w:val="fr-FR"/>
        </w:rPr>
      </w:pPr>
      <w:r w:rsidRPr="00556657">
        <w:rPr>
          <w:lang w:val="fr-FR"/>
        </w:rPr>
        <w:tab/>
      </w:r>
      <w:r w:rsidRPr="00556657">
        <w:rPr>
          <w:lang w:val="fr-FR"/>
        </w:rPr>
        <w:tab/>
        <w:t>Réponses au questionnaire sur la mise en œuvre de l</w:t>
      </w:r>
      <w:r>
        <w:rPr>
          <w:lang w:val="fr-FR"/>
        </w:rPr>
        <w:t>’</w:t>
      </w:r>
      <w:r w:rsidRPr="00556657">
        <w:rPr>
          <w:lang w:val="fr-FR"/>
        </w:rPr>
        <w:t>ATP</w:t>
      </w:r>
      <w:r w:rsidRPr="00502C61">
        <w:rPr>
          <w:b w:val="0"/>
          <w:bCs/>
          <w:sz w:val="20"/>
          <w:lang w:val="fr-FR"/>
        </w:rPr>
        <w:footnoteReference w:customMarkFollows="1" w:id="2"/>
        <w:t>*</w:t>
      </w:r>
    </w:p>
    <w:p w14:paraId="65FB9CAF" w14:textId="77777777" w:rsidR="0019592A" w:rsidRPr="00556657" w:rsidRDefault="0019592A" w:rsidP="00AE4936">
      <w:pPr>
        <w:pStyle w:val="H1G"/>
        <w:rPr>
          <w:lang w:val="fr-FR"/>
        </w:rPr>
      </w:pPr>
      <w:r w:rsidRPr="00556657">
        <w:rPr>
          <w:lang w:val="fr-FR"/>
        </w:rPr>
        <w:tab/>
      </w:r>
      <w:r w:rsidRPr="00556657">
        <w:rPr>
          <w:lang w:val="fr-FR"/>
        </w:rPr>
        <w:tab/>
        <w:t>Note du secrétariat</w:t>
      </w:r>
    </w:p>
    <w:p w14:paraId="00B6DC57" w14:textId="77777777" w:rsidR="0019592A" w:rsidRPr="00556657" w:rsidRDefault="0019592A" w:rsidP="00AE4936">
      <w:pPr>
        <w:pStyle w:val="HChG"/>
        <w:rPr>
          <w:lang w:val="fr-FR"/>
        </w:rPr>
      </w:pPr>
      <w:r w:rsidRPr="00556657">
        <w:rPr>
          <w:lang w:val="fr-FR"/>
        </w:rPr>
        <w:tab/>
      </w:r>
      <w:r w:rsidRPr="00556657">
        <w:rPr>
          <w:lang w:val="fr-FR"/>
        </w:rPr>
        <w:tab/>
        <w:t>Introduction</w:t>
      </w:r>
    </w:p>
    <w:p w14:paraId="022FA544" w14:textId="3DDDDE4E" w:rsidR="0019592A" w:rsidRPr="00556657" w:rsidRDefault="0019592A" w:rsidP="00AE4936">
      <w:pPr>
        <w:pStyle w:val="SingleTxtG"/>
        <w:rPr>
          <w:lang w:val="fr-FR"/>
        </w:rPr>
      </w:pPr>
      <w:r w:rsidRPr="00556657">
        <w:rPr>
          <w:lang w:val="fr-FR"/>
        </w:rPr>
        <w:t>1.</w:t>
      </w:r>
      <w:r w:rsidRPr="00556657">
        <w:rPr>
          <w:lang w:val="fr-FR"/>
        </w:rPr>
        <w:tab/>
        <w:t>À sa soixante-dix-huitième session, en 2021, le Groupe de travail du transport des denrées périssables a remercié les 25</w:t>
      </w:r>
      <w:r w:rsidR="00AE4936">
        <w:rPr>
          <w:lang w:val="fr-FR"/>
        </w:rPr>
        <w:t> </w:t>
      </w:r>
      <w:r w:rsidRPr="00556657">
        <w:rPr>
          <w:lang w:val="fr-FR"/>
        </w:rPr>
        <w:t>pays qui avaient fourni des renseignements en réponse au questionnaire sur la mise en œuvre de l</w:t>
      </w:r>
      <w:r>
        <w:rPr>
          <w:lang w:val="fr-FR"/>
        </w:rPr>
        <w:t>’</w:t>
      </w:r>
      <w:r w:rsidRPr="00556657">
        <w:rPr>
          <w:lang w:val="fr-FR"/>
        </w:rPr>
        <w:t>ATP en 2020 et a souligné que toutes les Parties contractantes à l</w:t>
      </w:r>
      <w:r>
        <w:rPr>
          <w:lang w:val="fr-FR"/>
        </w:rPr>
        <w:t>’</w:t>
      </w:r>
      <w:r w:rsidRPr="00556657">
        <w:rPr>
          <w:lang w:val="fr-FR"/>
        </w:rPr>
        <w:t>ATP étaient tenues de le faire car il s</w:t>
      </w:r>
      <w:r>
        <w:rPr>
          <w:lang w:val="fr-FR"/>
        </w:rPr>
        <w:t>’</w:t>
      </w:r>
      <w:r w:rsidRPr="00556657">
        <w:rPr>
          <w:lang w:val="fr-FR"/>
        </w:rPr>
        <w:t>agissait d</w:t>
      </w:r>
      <w:r>
        <w:rPr>
          <w:lang w:val="fr-FR"/>
        </w:rPr>
        <w:t>’</w:t>
      </w:r>
      <w:r w:rsidRPr="00556657">
        <w:rPr>
          <w:lang w:val="fr-FR"/>
        </w:rPr>
        <w:t>un moyen d</w:t>
      </w:r>
      <w:r>
        <w:rPr>
          <w:lang w:val="fr-FR"/>
        </w:rPr>
        <w:t>’</w:t>
      </w:r>
      <w:r w:rsidRPr="00556657">
        <w:rPr>
          <w:lang w:val="fr-FR"/>
        </w:rPr>
        <w:t>harmoniser l</w:t>
      </w:r>
      <w:r>
        <w:rPr>
          <w:lang w:val="fr-FR"/>
        </w:rPr>
        <w:t>’</w:t>
      </w:r>
      <w:r w:rsidRPr="00556657">
        <w:rPr>
          <w:lang w:val="fr-FR"/>
        </w:rPr>
        <w:t>application de l</w:t>
      </w:r>
      <w:r>
        <w:rPr>
          <w:lang w:val="fr-FR"/>
        </w:rPr>
        <w:t>’</w:t>
      </w:r>
      <w:r w:rsidR="00F37215">
        <w:rPr>
          <w:lang w:val="fr-FR"/>
        </w:rPr>
        <w:t>A</w:t>
      </w:r>
      <w:r w:rsidRPr="00556657">
        <w:rPr>
          <w:lang w:val="fr-FR"/>
        </w:rPr>
        <w:t>ccord.</w:t>
      </w:r>
    </w:p>
    <w:p w14:paraId="78E3C2E5" w14:textId="179916C9" w:rsidR="0019592A" w:rsidRPr="00556657" w:rsidRDefault="0019592A" w:rsidP="00AE4936">
      <w:pPr>
        <w:pStyle w:val="SingleTxtG"/>
        <w:rPr>
          <w:lang w:val="fr-FR"/>
        </w:rPr>
      </w:pPr>
      <w:r w:rsidRPr="00556657">
        <w:rPr>
          <w:lang w:val="fr-FR"/>
        </w:rPr>
        <w:t>2.</w:t>
      </w:r>
      <w:r w:rsidRPr="00556657">
        <w:rPr>
          <w:lang w:val="fr-FR"/>
        </w:rPr>
        <w:tab/>
        <w:t>Le secrétariat a prié tous les pays représentés au Groupe de travail de répondre au questionnaire en communiquant leurs données pour 2021. Les données reçues de 21</w:t>
      </w:r>
      <w:r w:rsidR="00F37215">
        <w:rPr>
          <w:lang w:val="fr-FR"/>
        </w:rPr>
        <w:t> </w:t>
      </w:r>
      <w:r w:rsidRPr="00556657">
        <w:rPr>
          <w:lang w:val="fr-FR"/>
        </w:rPr>
        <w:t>pays sont présentées dans les tableaux ci-après.</w:t>
      </w:r>
    </w:p>
    <w:p w14:paraId="54B8C270" w14:textId="2776161B" w:rsidR="0019592A" w:rsidRPr="00556657" w:rsidRDefault="0019592A" w:rsidP="00AE4936">
      <w:pPr>
        <w:pStyle w:val="SingleTxtG"/>
        <w:rPr>
          <w:lang w:val="fr-FR"/>
        </w:rPr>
      </w:pPr>
      <w:r w:rsidRPr="00556657">
        <w:rPr>
          <w:lang w:val="fr-FR"/>
        </w:rPr>
        <w:t>3.</w:t>
      </w:r>
      <w:r w:rsidRPr="00556657">
        <w:rPr>
          <w:lang w:val="fr-FR"/>
        </w:rPr>
        <w:tab/>
        <w:t>Des informations sur le nombre de contrôles effectués et d</w:t>
      </w:r>
      <w:r>
        <w:rPr>
          <w:lang w:val="fr-FR"/>
        </w:rPr>
        <w:t>’</w:t>
      </w:r>
      <w:r w:rsidRPr="00556657">
        <w:rPr>
          <w:lang w:val="fr-FR"/>
        </w:rPr>
        <w:t>infractions relevées en 2021 ont été communiquées par 12</w:t>
      </w:r>
      <w:r w:rsidR="00F37215">
        <w:rPr>
          <w:lang w:val="fr-FR"/>
        </w:rPr>
        <w:t> </w:t>
      </w:r>
      <w:r w:rsidRPr="00556657">
        <w:rPr>
          <w:lang w:val="fr-FR"/>
        </w:rPr>
        <w:t>pays</w:t>
      </w:r>
      <w:r w:rsidR="00F37215">
        <w:rPr>
          <w:lang w:val="fr-FR"/>
        </w:rPr>
        <w:t> :</w:t>
      </w:r>
      <w:r w:rsidRPr="00556657">
        <w:rPr>
          <w:lang w:val="fr-FR"/>
        </w:rPr>
        <w:t xml:space="preserve"> Belgique, Bosnie-Herzégovine, Espagne, Finlande, France, Grèce, Hongrie, Italie, Lettonie, Norvège, Pologne et Tchéquie (voir le tableau</w:t>
      </w:r>
      <w:r w:rsidR="00F37215">
        <w:rPr>
          <w:lang w:val="fr-FR"/>
        </w:rPr>
        <w:t> </w:t>
      </w:r>
      <w:r w:rsidRPr="00556657">
        <w:rPr>
          <w:lang w:val="fr-FR"/>
        </w:rPr>
        <w:t>1 ci</w:t>
      </w:r>
      <w:r w:rsidR="00F37215">
        <w:rPr>
          <w:lang w:val="fr-FR"/>
        </w:rPr>
        <w:noBreakHyphen/>
        <w:t>après</w:t>
      </w:r>
      <w:r w:rsidRPr="00556657">
        <w:rPr>
          <w:lang w:val="fr-FR"/>
        </w:rPr>
        <w:t>).</w:t>
      </w:r>
    </w:p>
    <w:p w14:paraId="4F081BED" w14:textId="77777777" w:rsidR="0019592A" w:rsidRDefault="0019592A" w:rsidP="0019592A">
      <w:pPr>
        <w:suppressAutoHyphens w:val="0"/>
        <w:spacing w:line="240" w:lineRule="auto"/>
        <w:rPr>
          <w:lang w:val="fr-FR"/>
        </w:rPr>
      </w:pPr>
      <w:r w:rsidRPr="00556657">
        <w:rPr>
          <w:lang w:val="fr-FR"/>
        </w:rPr>
        <w:br w:type="page"/>
      </w:r>
    </w:p>
    <w:p w14:paraId="59C84EBE" w14:textId="47830A40" w:rsidR="0019592A" w:rsidRPr="00556657" w:rsidRDefault="0019592A" w:rsidP="00502C61">
      <w:pPr>
        <w:pStyle w:val="Titre1"/>
        <w:spacing w:after="120"/>
        <w:ind w:left="0"/>
        <w:rPr>
          <w:lang w:val="fr-FR"/>
        </w:rPr>
      </w:pPr>
      <w:r w:rsidRPr="00556657">
        <w:rPr>
          <w:lang w:val="fr-FR"/>
        </w:rPr>
        <w:lastRenderedPageBreak/>
        <w:t xml:space="preserve">Tableau 1 </w:t>
      </w:r>
      <w:r w:rsidR="00502C61">
        <w:rPr>
          <w:lang w:val="fr-FR"/>
        </w:rPr>
        <w:br/>
      </w:r>
      <w:r w:rsidRPr="00502C61">
        <w:rPr>
          <w:b/>
          <w:bCs/>
          <w:lang w:val="fr-FR"/>
        </w:rPr>
        <w:t>Nombre de contrôles effectués et d’infractions relevées en 2021</w:t>
      </w:r>
    </w:p>
    <w:tbl>
      <w:tblPr>
        <w:tblW w:w="96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72"/>
      </w:tblGrid>
      <w:tr w:rsidR="00D22120" w:rsidRPr="00502C61" w14:paraId="1F557FC1" w14:textId="77777777" w:rsidTr="00DA04ED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481C09D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lang w:val="fr-FR"/>
              </w:rPr>
              <w:t>Pays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0C72EF6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BE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4616ACE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BiH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84B6011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CZ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EB12FFC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FIN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E8ABF25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FRA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BD3DE29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GR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9FE9E23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HUN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8059D5A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IT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A724A41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LV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97812C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NW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8433B7E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POL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64E27B1" w14:textId="77777777" w:rsidR="0019592A" w:rsidRPr="00502C61" w:rsidRDefault="0019592A" w:rsidP="00502C61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502C61">
              <w:rPr>
                <w:i/>
                <w:sz w:val="16"/>
                <w:szCs w:val="18"/>
                <w:lang w:val="fr-FR"/>
              </w:rPr>
              <w:t>SP</w:t>
            </w:r>
          </w:p>
        </w:tc>
      </w:tr>
      <w:tr w:rsidR="00DA04ED" w:rsidRPr="00502C61" w14:paraId="277B6FF5" w14:textId="77777777" w:rsidTr="00DA04ED">
        <w:tc>
          <w:tcPr>
            <w:tcW w:w="2660" w:type="dxa"/>
            <w:tcBorders>
              <w:top w:val="single" w:sz="12" w:space="0" w:color="auto"/>
            </w:tcBorders>
            <w:shd w:val="clear" w:color="auto" w:fill="auto"/>
          </w:tcPr>
          <w:p w14:paraId="2E12C96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Nombre de contrôles routiers ATP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1C580C3" w14:textId="09A0E6F5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2</w:t>
            </w:r>
            <w:r w:rsidR="00D22120">
              <w:rPr>
                <w:sz w:val="18"/>
                <w:szCs w:val="18"/>
                <w:lang w:val="fr-FR"/>
              </w:rPr>
              <w:t xml:space="preserve"> </w:t>
            </w:r>
            <w:r w:rsidRPr="00502C61">
              <w:rPr>
                <w:sz w:val="18"/>
                <w:szCs w:val="18"/>
                <w:lang w:val="fr-FR"/>
              </w:rPr>
              <w:t>585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0E9747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154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7268301" w14:textId="56A5291E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</w:t>
            </w:r>
            <w:r w:rsidR="006C560F">
              <w:rPr>
                <w:sz w:val="18"/>
                <w:szCs w:val="18"/>
                <w:lang w:val="fr-FR"/>
              </w:rPr>
              <w:t xml:space="preserve"> </w:t>
            </w:r>
            <w:r w:rsidRPr="00502C61">
              <w:rPr>
                <w:sz w:val="18"/>
                <w:szCs w:val="18"/>
                <w:lang w:val="fr-FR"/>
              </w:rPr>
              <w:t>800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B7C7B8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127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19CC74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592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6960720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195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49C14AB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2D1A6E2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FFBFFDE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420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193EAB4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165</w:t>
            </w:r>
          </w:p>
        </w:tc>
        <w:tc>
          <w:tcPr>
            <w:tcW w:w="58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29FA308" w14:textId="7CC902E4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5</w:t>
            </w:r>
            <w:r w:rsidR="00D22120">
              <w:rPr>
                <w:sz w:val="18"/>
                <w:szCs w:val="18"/>
                <w:lang w:val="fr-FR"/>
              </w:rPr>
              <w:t xml:space="preserve"> </w:t>
            </w:r>
            <w:r w:rsidRPr="00502C61">
              <w:rPr>
                <w:sz w:val="18"/>
                <w:szCs w:val="18"/>
                <w:lang w:val="fr-FR"/>
              </w:rPr>
              <w:t>000</w:t>
            </w:r>
          </w:p>
        </w:tc>
        <w:tc>
          <w:tcPr>
            <w:tcW w:w="57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13E20C1" w14:textId="192759EA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</w:t>
            </w:r>
            <w:r w:rsidR="006C560F">
              <w:rPr>
                <w:sz w:val="18"/>
                <w:szCs w:val="18"/>
                <w:lang w:val="fr-FR"/>
              </w:rPr>
              <w:t xml:space="preserve"> </w:t>
            </w:r>
            <w:r w:rsidRPr="00502C61">
              <w:rPr>
                <w:sz w:val="18"/>
                <w:szCs w:val="18"/>
                <w:lang w:val="fr-FR"/>
              </w:rPr>
              <w:t>137</w:t>
            </w:r>
          </w:p>
        </w:tc>
      </w:tr>
      <w:tr w:rsidR="00502C61" w:rsidRPr="00502C61" w14:paraId="22E35A10" w14:textId="77777777" w:rsidTr="00DA04ED">
        <w:tc>
          <w:tcPr>
            <w:tcW w:w="2660" w:type="dxa"/>
            <w:shd w:val="clear" w:color="auto" w:fill="auto"/>
          </w:tcPr>
          <w:p w14:paraId="4582D21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Nombre de contrôles ferroviaires ATP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46C265CA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AC7E162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511E2EC3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DF4D79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4FF9327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5BBCE3BB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8796F5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65B1912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681B889F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3551FB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3AE952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72" w:type="dxa"/>
            <w:shd w:val="clear" w:color="auto" w:fill="auto"/>
            <w:vAlign w:val="bottom"/>
          </w:tcPr>
          <w:p w14:paraId="0B9D0C0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</w:tr>
      <w:tr w:rsidR="00502C61" w:rsidRPr="00502C61" w14:paraId="53B74BFC" w14:textId="77777777" w:rsidTr="00DA04ED">
        <w:tc>
          <w:tcPr>
            <w:tcW w:w="2660" w:type="dxa"/>
            <w:shd w:val="clear" w:color="auto" w:fill="auto"/>
          </w:tcPr>
          <w:p w14:paraId="0702D269" w14:textId="488314D8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 xml:space="preserve">Nombre d’infractions liées aux documents − </w:t>
            </w:r>
            <w:r w:rsidRPr="008E677E">
              <w:rPr>
                <w:spacing w:val="-2"/>
                <w:sz w:val="18"/>
                <w:lang w:val="fr-FR"/>
              </w:rPr>
              <w:t>Véhicules domestiques/</w:t>
            </w:r>
            <w:r w:rsidR="008E677E" w:rsidRPr="008E677E">
              <w:rPr>
                <w:spacing w:val="-2"/>
                <w:sz w:val="18"/>
                <w:lang w:val="fr-FR"/>
              </w:rPr>
              <w:t xml:space="preserve"> </w:t>
            </w:r>
            <w:r w:rsidRPr="00502C61">
              <w:rPr>
                <w:sz w:val="18"/>
                <w:lang w:val="fr-FR"/>
              </w:rPr>
              <w:t>étrangers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124EBB4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6/174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173179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675CC74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1/3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6D56F83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2/3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3C7E347F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9/0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50B0BB2F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*/1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709EC1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4/46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42B3FFE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27/13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E6D4C4A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121460AB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32CD32E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11/41</w:t>
            </w:r>
          </w:p>
        </w:tc>
        <w:tc>
          <w:tcPr>
            <w:tcW w:w="572" w:type="dxa"/>
            <w:shd w:val="clear" w:color="auto" w:fill="auto"/>
            <w:vAlign w:val="bottom"/>
          </w:tcPr>
          <w:p w14:paraId="0527676C" w14:textId="4680E661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</w:t>
            </w:r>
            <w:r w:rsidR="00D22120">
              <w:rPr>
                <w:sz w:val="18"/>
                <w:szCs w:val="18"/>
                <w:lang w:val="fr-FR"/>
              </w:rPr>
              <w:t xml:space="preserve"> </w:t>
            </w:r>
            <w:r w:rsidRPr="00502C61">
              <w:rPr>
                <w:sz w:val="18"/>
                <w:szCs w:val="18"/>
                <w:lang w:val="fr-FR"/>
              </w:rPr>
              <w:t>076/15</w:t>
            </w:r>
          </w:p>
        </w:tc>
      </w:tr>
      <w:tr w:rsidR="00502C61" w:rsidRPr="00502C61" w14:paraId="3F1BD02F" w14:textId="77777777" w:rsidTr="00DA04ED">
        <w:tc>
          <w:tcPr>
            <w:tcW w:w="2660" w:type="dxa"/>
            <w:shd w:val="clear" w:color="auto" w:fill="auto"/>
          </w:tcPr>
          <w:p w14:paraId="39EAF3C4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Nombre d’infractions liées au dispositif thermique − Véhicules domestiques/étrangers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5966B4A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69EBB7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428BA0C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2/2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1A48BA7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08E3B7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B8C2E1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1BD19A0A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530F33C2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106/7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09416B90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11/9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DC83972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550A4D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72" w:type="dxa"/>
            <w:shd w:val="clear" w:color="auto" w:fill="auto"/>
            <w:vAlign w:val="bottom"/>
          </w:tcPr>
          <w:p w14:paraId="31D12240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</w:tr>
      <w:tr w:rsidR="00502C61" w:rsidRPr="00502C61" w14:paraId="328DC9CA" w14:textId="77777777" w:rsidTr="00DA04ED">
        <w:tc>
          <w:tcPr>
            <w:tcW w:w="2660" w:type="dxa"/>
            <w:shd w:val="clear" w:color="auto" w:fill="auto"/>
          </w:tcPr>
          <w:p w14:paraId="290E7A3C" w14:textId="7A27B115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Nombre d’infractions liées à la caisse − Véhicules domestiques/</w:t>
            </w:r>
            <w:r w:rsidR="006C560F">
              <w:rPr>
                <w:sz w:val="18"/>
                <w:lang w:val="fr-FR"/>
              </w:rPr>
              <w:t xml:space="preserve"> </w:t>
            </w:r>
            <w:r w:rsidRPr="00502C61">
              <w:rPr>
                <w:sz w:val="18"/>
                <w:lang w:val="fr-FR"/>
              </w:rPr>
              <w:t>étrangers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B741D80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09C78D7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DD49291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4F07A2EF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30297F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14/0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458DDE10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582" w:type="dxa"/>
            <w:shd w:val="clear" w:color="auto" w:fill="auto"/>
            <w:vAlign w:val="bottom"/>
          </w:tcPr>
          <w:p w14:paraId="6E8CF024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2FE5773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633/23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111C10D7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4/5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7CBECBF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0/3</w:t>
            </w:r>
          </w:p>
        </w:tc>
        <w:tc>
          <w:tcPr>
            <w:tcW w:w="582" w:type="dxa"/>
            <w:shd w:val="clear" w:color="auto" w:fill="auto"/>
            <w:vAlign w:val="bottom"/>
          </w:tcPr>
          <w:p w14:paraId="3EA4987B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72" w:type="dxa"/>
            <w:shd w:val="clear" w:color="auto" w:fill="auto"/>
            <w:vAlign w:val="bottom"/>
          </w:tcPr>
          <w:p w14:paraId="4B7A6BF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</w:tr>
      <w:tr w:rsidR="008E677E" w:rsidRPr="00502C61" w14:paraId="4016D620" w14:textId="77777777" w:rsidTr="00194E2A"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04830E0C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Autres infractions − Véhicules domestiques/étrangers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BE96A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6A2F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C7BCB3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9ECB02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DEFD7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AEB41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3FCBD8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7BF01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11/4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B76FCA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8576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4DB4AE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0/0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93BC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32/4</w:t>
            </w:r>
          </w:p>
        </w:tc>
      </w:tr>
      <w:tr w:rsidR="008E677E" w:rsidRPr="008E677E" w14:paraId="3E6B92BD" w14:textId="77777777" w:rsidTr="00194E2A"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15022" w14:textId="6C3AA847" w:rsidR="0019592A" w:rsidRPr="008E677E" w:rsidRDefault="0019592A" w:rsidP="008E677E">
            <w:pPr>
              <w:suppressAutoHyphens w:val="0"/>
              <w:spacing w:before="80" w:after="80" w:line="220" w:lineRule="exact"/>
              <w:ind w:left="283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lang w:val="fr-FR"/>
              </w:rPr>
              <w:t>Nombre total d’infractions</w:t>
            </w:r>
            <w:r w:rsidR="008E677E">
              <w:rPr>
                <w:b/>
                <w:sz w:val="18"/>
                <w:lang w:val="fr-FR"/>
              </w:rPr>
              <w:br/>
            </w:r>
            <w:r w:rsidRPr="008E677E">
              <w:rPr>
                <w:b/>
                <w:sz w:val="18"/>
                <w:lang w:val="fr-FR"/>
              </w:rPr>
              <w:t>Véhicules domestiques/</w:t>
            </w:r>
            <w:r w:rsidR="008E677E">
              <w:rPr>
                <w:b/>
                <w:sz w:val="18"/>
                <w:lang w:val="fr-FR"/>
              </w:rPr>
              <w:t xml:space="preserve"> </w:t>
            </w:r>
            <w:r w:rsidRPr="008E677E">
              <w:rPr>
                <w:b/>
                <w:sz w:val="18"/>
                <w:lang w:val="fr-FR"/>
              </w:rPr>
              <w:t>étrangers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0C0ABB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6/174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0494BB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0/0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CA99E1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3/5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7E45AC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3/3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43B7EC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23/0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F38371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*/1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06746C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4/46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AD1C24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777/47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41D60CE" w14:textId="77777777" w:rsidR="0019592A" w:rsidRPr="008E677E" w:rsidDel="00D34592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15/14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177C80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0/3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102726" w14:textId="77777777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11/41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BA9ED2" w14:textId="5A12F353" w:rsidR="0019592A" w:rsidRPr="008E677E" w:rsidRDefault="0019592A" w:rsidP="008E677E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8E677E">
              <w:rPr>
                <w:b/>
                <w:sz w:val="18"/>
                <w:szCs w:val="18"/>
                <w:lang w:val="fr-FR"/>
              </w:rPr>
              <w:t>1</w:t>
            </w:r>
            <w:r w:rsidR="00D22120" w:rsidRPr="008E677E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8E677E">
              <w:rPr>
                <w:b/>
                <w:sz w:val="18"/>
                <w:szCs w:val="18"/>
                <w:lang w:val="fr-FR"/>
              </w:rPr>
              <w:t>108/19</w:t>
            </w:r>
          </w:p>
        </w:tc>
      </w:tr>
      <w:tr w:rsidR="00D22120" w:rsidRPr="00502C61" w14:paraId="3A0FC1B9" w14:textId="77777777" w:rsidTr="00194E2A">
        <w:tc>
          <w:tcPr>
            <w:tcW w:w="26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FE93C32" w14:textId="18FEC5CA" w:rsidR="0019592A" w:rsidRPr="00502C61" w:rsidRDefault="0019592A" w:rsidP="00502C61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lang w:val="fr-FR"/>
              </w:rPr>
              <w:t>Pourcentage d’engins défectueux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1B71457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&gt;1 %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7944711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E771B96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A6A1D1D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4,72 %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3EBB04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7,6 %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3D6B6B0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F2B536F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C2C8677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32F6576" w14:textId="77777777" w:rsidR="0019592A" w:rsidRPr="00502C61" w:rsidDel="00D34592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12,8 %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C543EBA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2 %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F73DC4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60933A9" w14:textId="77777777" w:rsidR="0019592A" w:rsidRPr="00502C61" w:rsidRDefault="0019592A" w:rsidP="00502C61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502C61">
              <w:rPr>
                <w:sz w:val="18"/>
                <w:szCs w:val="18"/>
                <w:lang w:val="fr-FR"/>
              </w:rPr>
              <w:t>3,19 %</w:t>
            </w:r>
          </w:p>
        </w:tc>
      </w:tr>
    </w:tbl>
    <w:p w14:paraId="09879C32" w14:textId="702DFE1B" w:rsidR="0019592A" w:rsidRPr="00556657" w:rsidRDefault="0019592A" w:rsidP="0077204E">
      <w:pPr>
        <w:pStyle w:val="SingleTxtG"/>
        <w:spacing w:before="120" w:after="0"/>
        <w:ind w:left="0" w:firstLine="170"/>
        <w:rPr>
          <w:sz w:val="18"/>
          <w:szCs w:val="18"/>
          <w:lang w:val="fr-FR"/>
        </w:rPr>
      </w:pPr>
      <w:r w:rsidRPr="00556657">
        <w:rPr>
          <w:i/>
          <w:iCs/>
          <w:lang w:val="fr-FR"/>
        </w:rPr>
        <w:t>Note</w:t>
      </w:r>
      <w:r w:rsidR="0077204E">
        <w:rPr>
          <w:i/>
          <w:iCs/>
          <w:lang w:val="fr-FR"/>
        </w:rPr>
        <w:t> </w:t>
      </w:r>
      <w:r w:rsidR="0077204E" w:rsidRPr="0077204E">
        <w:rPr>
          <w:lang w:val="fr-FR"/>
        </w:rPr>
        <w:t>:</w:t>
      </w:r>
    </w:p>
    <w:p w14:paraId="327FD04E" w14:textId="506C921B" w:rsidR="0019592A" w:rsidRPr="00556657" w:rsidRDefault="0019592A" w:rsidP="0077204E">
      <w:pPr>
        <w:pStyle w:val="SingleTxtG"/>
        <w:spacing w:after="240"/>
        <w:ind w:left="0" w:firstLine="170"/>
        <w:rPr>
          <w:i/>
          <w:iCs/>
          <w:sz w:val="18"/>
          <w:szCs w:val="18"/>
          <w:lang w:val="fr-FR"/>
        </w:rPr>
      </w:pPr>
      <w:r w:rsidRPr="00556657">
        <w:rPr>
          <w:lang w:val="fr-FR"/>
        </w:rPr>
        <w:t>*</w:t>
      </w:r>
      <w:r w:rsidR="00EF211A">
        <w:rPr>
          <w:lang w:val="fr-FR"/>
        </w:rPr>
        <w:t xml:space="preserve">  </w:t>
      </w:r>
      <w:r w:rsidRPr="00556657">
        <w:rPr>
          <w:i/>
          <w:iCs/>
          <w:lang w:val="fr-FR"/>
        </w:rPr>
        <w:t>Renseignements non disponibles.</w:t>
      </w:r>
    </w:p>
    <w:p w14:paraId="6C670545" w14:textId="0354B2EF" w:rsidR="0019592A" w:rsidRPr="00556657" w:rsidRDefault="0019592A" w:rsidP="00A97688">
      <w:pPr>
        <w:pStyle w:val="SingleTxtG"/>
        <w:rPr>
          <w:lang w:val="fr-FR"/>
        </w:rPr>
      </w:pPr>
      <w:r w:rsidRPr="00556657">
        <w:rPr>
          <w:lang w:val="fr-FR"/>
        </w:rPr>
        <w:t>4.</w:t>
      </w:r>
      <w:r w:rsidRPr="00556657">
        <w:rPr>
          <w:lang w:val="fr-FR"/>
        </w:rPr>
        <w:tab/>
        <w:t>Des renseignements complémentaires concernant le nombre d</w:t>
      </w:r>
      <w:r>
        <w:rPr>
          <w:lang w:val="fr-FR"/>
        </w:rPr>
        <w:t xml:space="preserve">’attestations </w:t>
      </w:r>
      <w:r w:rsidRPr="00556657">
        <w:rPr>
          <w:lang w:val="fr-FR"/>
        </w:rPr>
        <w:t>délivré</w:t>
      </w:r>
      <w:r>
        <w:rPr>
          <w:lang w:val="fr-FR"/>
        </w:rPr>
        <w:t>e</w:t>
      </w:r>
      <w:r w:rsidRPr="00556657">
        <w:rPr>
          <w:lang w:val="fr-FR"/>
        </w:rPr>
        <w:t>s en 202</w:t>
      </w:r>
      <w:r>
        <w:rPr>
          <w:lang w:val="fr-FR"/>
        </w:rPr>
        <w:t>1</w:t>
      </w:r>
      <w:r w:rsidRPr="00556657">
        <w:rPr>
          <w:lang w:val="fr-FR"/>
        </w:rPr>
        <w:t xml:space="preserve"> ont été communiqués par 20 pays</w:t>
      </w:r>
      <w:r w:rsidR="00A97688">
        <w:rPr>
          <w:lang w:val="fr-FR"/>
        </w:rPr>
        <w:t> </w:t>
      </w:r>
      <w:r w:rsidRPr="00556657">
        <w:rPr>
          <w:lang w:val="fr-FR"/>
        </w:rPr>
        <w:t>: Bélarus, Belgique, Bosnie-Herzégovine, Croatie, Danemark, Espagne, Finlande, France, Grèce, Hongrie, Italie, Lettonie, Norvège, Pologne, Portugal, Royaume-Uni de Grande-Bretagne et d</w:t>
      </w:r>
      <w:r>
        <w:rPr>
          <w:lang w:val="fr-FR"/>
        </w:rPr>
        <w:t>’</w:t>
      </w:r>
      <w:r w:rsidRPr="00556657">
        <w:rPr>
          <w:lang w:val="fr-FR"/>
        </w:rPr>
        <w:t>Irlande du Nord, Slovaquie, Slovénie, Suède et Tchéquie (voir le tableau</w:t>
      </w:r>
      <w:r w:rsidR="000B72BA">
        <w:rPr>
          <w:lang w:val="fr-FR"/>
        </w:rPr>
        <w:t> </w:t>
      </w:r>
      <w:r w:rsidRPr="00556657">
        <w:rPr>
          <w:lang w:val="fr-FR"/>
        </w:rPr>
        <w:t>2 ci-</w:t>
      </w:r>
      <w:r w:rsidR="008F61A4">
        <w:rPr>
          <w:lang w:val="fr-FR"/>
        </w:rPr>
        <w:t>dessous</w:t>
      </w:r>
      <w:r w:rsidRPr="00556657">
        <w:rPr>
          <w:lang w:val="fr-FR"/>
        </w:rPr>
        <w:t>).</w:t>
      </w:r>
    </w:p>
    <w:p w14:paraId="4AF0EBC9" w14:textId="56839739" w:rsidR="0019592A" w:rsidRPr="00556657" w:rsidRDefault="0019592A" w:rsidP="000B72BA">
      <w:pPr>
        <w:pStyle w:val="Titre1"/>
        <w:spacing w:after="120"/>
        <w:ind w:left="0"/>
        <w:rPr>
          <w:lang w:val="fr-FR"/>
        </w:rPr>
      </w:pPr>
      <w:r w:rsidRPr="00556657">
        <w:rPr>
          <w:lang w:val="fr-FR"/>
        </w:rPr>
        <w:t>Tableau 2</w:t>
      </w:r>
      <w:r w:rsidR="000B72BA">
        <w:rPr>
          <w:lang w:val="fr-FR"/>
        </w:rPr>
        <w:br/>
      </w:r>
      <w:r w:rsidRPr="000B72BA">
        <w:rPr>
          <w:b/>
          <w:bCs/>
          <w:lang w:val="fr-FR"/>
        </w:rPr>
        <w:t>Renseignements complémentaires concernant la conformité à l’ATP : nombre d’attestations délivrées en 2021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2"/>
        <w:gridCol w:w="603"/>
      </w:tblGrid>
      <w:tr w:rsidR="000B72BA" w:rsidRPr="000B72BA" w14:paraId="0967CB8B" w14:textId="77777777" w:rsidTr="00DA04ED">
        <w:trPr>
          <w:tblHeader/>
        </w:trPr>
        <w:tc>
          <w:tcPr>
            <w:tcW w:w="24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7925DC8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lang w:val="fr-FR"/>
              </w:rPr>
              <w:t>Pays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5247A60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BE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377A1F9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BELA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F8D92EA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BiH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54A0375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CRO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373814A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CZ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133A8EE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DK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5E4A361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FIN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F5C8FCF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FRA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05F4A8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GR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879FA1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HUN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603D216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IT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B9F4D5D" w14:textId="77777777" w:rsidR="0019592A" w:rsidRPr="000B72BA" w:rsidRDefault="0019592A" w:rsidP="000B72BA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0B72BA">
              <w:rPr>
                <w:i/>
                <w:sz w:val="16"/>
                <w:szCs w:val="18"/>
                <w:lang w:val="fr-FR"/>
              </w:rPr>
              <w:t>LV</w:t>
            </w:r>
          </w:p>
        </w:tc>
      </w:tr>
      <w:tr w:rsidR="000B72BA" w:rsidRPr="000B72BA" w14:paraId="3194C7AC" w14:textId="77777777" w:rsidTr="00DA04ED">
        <w:trPr>
          <w:tblHeader/>
        </w:trPr>
        <w:tc>
          <w:tcPr>
            <w:tcW w:w="2413" w:type="dxa"/>
            <w:tcBorders>
              <w:top w:val="single" w:sz="12" w:space="0" w:color="auto"/>
            </w:tcBorders>
            <w:shd w:val="clear" w:color="auto" w:fill="auto"/>
          </w:tcPr>
          <w:p w14:paraId="6DF85668" w14:textId="6F2EB4F2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1</w:t>
            </w:r>
            <w:r w:rsidRPr="000B72BA">
              <w:rPr>
                <w:sz w:val="18"/>
                <w:vertAlign w:val="superscript"/>
                <w:lang w:val="fr-FR"/>
              </w:rPr>
              <w:t>ère</w:t>
            </w:r>
            <w:r w:rsidRPr="000B72BA">
              <w:rPr>
                <w:sz w:val="18"/>
                <w:lang w:val="fr-FR"/>
              </w:rPr>
              <w:t xml:space="preserve"> attestation </w:t>
            </w:r>
            <w:r w:rsidR="00DA04ED">
              <w:rPr>
                <w:sz w:val="18"/>
                <w:lang w:val="fr-FR"/>
              </w:rPr>
              <w:br/>
            </w:r>
            <w:r w:rsidRPr="000B72BA">
              <w:rPr>
                <w:sz w:val="18"/>
                <w:lang w:val="fr-FR"/>
              </w:rPr>
              <w:t>(nouveaux engins seulement)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B17B57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381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79A50D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142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61CB04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43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5A49CD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51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2722C625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387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7C18369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771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7F2D45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570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9C9AC5B" w14:textId="6DE095FB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16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670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8E5FE37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55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0A56780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20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24825B3" w14:textId="5BE6B7F1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7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468</w:t>
            </w:r>
          </w:p>
        </w:tc>
        <w:tc>
          <w:tcPr>
            <w:tcW w:w="6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4DB067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126</w:t>
            </w:r>
          </w:p>
        </w:tc>
      </w:tr>
      <w:tr w:rsidR="000B72BA" w:rsidRPr="000B72BA" w14:paraId="6A65010D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33BCD84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EC281A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244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6F587D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170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46818C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88C029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127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E4CCC80" w14:textId="6F9AB152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  <w:r w:rsidR="00194E2A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410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34E1C53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169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6A15D1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330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77E0DE2" w14:textId="47C76CE1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10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447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9E77A9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267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0576E8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53882FF" w14:textId="3D2B78D6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207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4062277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204</w:t>
            </w:r>
          </w:p>
        </w:tc>
      </w:tr>
      <w:tr w:rsidR="000B72BA" w:rsidRPr="000B72BA" w14:paraId="4DD1FFDA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3FE6370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DDAB3B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A2CF34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97CEFF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65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90F7B8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203A45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0C5835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444B73B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DA43E8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100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0FEA5B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28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42848E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8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8829812" w14:textId="3B37910F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  <w:r w:rsidR="00194E2A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314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510BA8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20</w:t>
            </w:r>
          </w:p>
        </w:tc>
      </w:tr>
      <w:tr w:rsidR="000B72BA" w:rsidRPr="000B72BA" w14:paraId="79EBB6CA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0C512A5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3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0D2CEE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201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259738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284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CB2C21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0CBB17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53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164BB7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07785E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74593942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193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DF699F8" w14:textId="48A8C3FC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626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87D7A1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31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0C08FC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658A893" w14:textId="0D7388FF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7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209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247DCB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53</w:t>
            </w:r>
          </w:p>
        </w:tc>
      </w:tr>
      <w:tr w:rsidR="000B72BA" w:rsidRPr="000B72BA" w14:paraId="45289775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62D060D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3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F1EE81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FBAED7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13399F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46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3A635A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A6525D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56A026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3EEAD39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1C49EE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F10C33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8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11E9AE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E2A76E6" w14:textId="245B4813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582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E20389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</w:tr>
      <w:tr w:rsidR="000B72BA" w:rsidRPr="000B72BA" w14:paraId="4114876C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414734B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4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3BE9983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23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2141D8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183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8BE26F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1EB0C1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13C513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205341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3CABAF7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42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1775E05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36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B5EADF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A45003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42671BC" w14:textId="5CE8C589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7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268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1E609D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17</w:t>
            </w:r>
          </w:p>
        </w:tc>
      </w:tr>
      <w:tr w:rsidR="000B72BA" w:rsidRPr="000B72BA" w14:paraId="169DB0DB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4B9C1FE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4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F811A2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6D4B18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8AAF802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1F9438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29FC9D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670E068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201C69D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D14406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282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0CF89D12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12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8AE7E9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93BA33A" w14:textId="68EF014B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  <w:r w:rsidR="00DA04ED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244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1FF1B44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</w:tr>
      <w:tr w:rsidR="000B72BA" w:rsidRPr="000B72BA" w14:paraId="2C68818C" w14:textId="77777777" w:rsidTr="00DA04ED">
        <w:trPr>
          <w:tblHeader/>
        </w:trPr>
        <w:tc>
          <w:tcPr>
            <w:tcW w:w="2413" w:type="dxa"/>
            <w:shd w:val="clear" w:color="auto" w:fill="auto"/>
          </w:tcPr>
          <w:p w14:paraId="3A9689B7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5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C2E083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20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CFF3FC3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275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73E04B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2148ABE4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BF70C9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FAAD0A0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shd w:val="clear" w:color="auto" w:fill="auto"/>
            <w:vAlign w:val="bottom"/>
          </w:tcPr>
          <w:p w14:paraId="671266F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26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804C73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7A5BF06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3423AF8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5811F31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shd w:val="clear" w:color="auto" w:fill="auto"/>
            <w:vAlign w:val="bottom"/>
          </w:tcPr>
          <w:p w14:paraId="43A858E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</w:tr>
      <w:tr w:rsidR="000B72BA" w:rsidRPr="000B72BA" w14:paraId="1989EE3F" w14:textId="77777777" w:rsidTr="00194E2A">
        <w:trPr>
          <w:tblHeader/>
        </w:trPr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14:paraId="403E9E98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5</w:t>
            </w:r>
            <w:r w:rsidRPr="000B72BA">
              <w:rPr>
                <w:sz w:val="18"/>
                <w:vertAlign w:val="superscript"/>
                <w:lang w:val="fr-FR"/>
              </w:rPr>
              <w:t>e</w:t>
            </w:r>
            <w:r w:rsidRPr="000B72BA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56F2A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A8BF4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BFA865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ABDFB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B34693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A76B57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CDBED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F674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57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CA87A2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20E2C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A669ED" w14:textId="1C917F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1</w:t>
            </w:r>
            <w:r w:rsidR="00194E2A">
              <w:rPr>
                <w:sz w:val="18"/>
                <w:szCs w:val="18"/>
                <w:lang w:val="fr-FR"/>
              </w:rPr>
              <w:t xml:space="preserve"> </w:t>
            </w:r>
            <w:r w:rsidRPr="000B72BA">
              <w:rPr>
                <w:sz w:val="18"/>
                <w:szCs w:val="18"/>
                <w:lang w:val="fr-FR"/>
              </w:rPr>
              <w:t>563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3A8EEE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</w:tr>
      <w:tr w:rsidR="000B72BA" w:rsidRPr="00194E2A" w14:paraId="534FF095" w14:textId="77777777" w:rsidTr="00194E2A">
        <w:trPr>
          <w:tblHeader/>
        </w:trPr>
        <w:tc>
          <w:tcPr>
            <w:tcW w:w="24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8599B0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ind w:left="283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lang w:val="fr-FR"/>
              </w:rPr>
              <w:t>Total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65D49F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lang w:val="fr-FR"/>
              </w:rPr>
              <w:t>869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9AAFE0" w14:textId="43AA0861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1</w:t>
            </w:r>
            <w:r w:rsidR="00DA04ED" w:rsidRPr="00194E2A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194E2A">
              <w:rPr>
                <w:b/>
                <w:sz w:val="18"/>
                <w:szCs w:val="18"/>
                <w:lang w:val="fr-FR"/>
              </w:rPr>
              <w:t>054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5A1597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154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B2D61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231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08AEE4" w14:textId="5D634063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1</w:t>
            </w:r>
            <w:r w:rsidR="00DA04ED" w:rsidRPr="00194E2A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194E2A">
              <w:rPr>
                <w:b/>
                <w:sz w:val="18"/>
                <w:szCs w:val="18"/>
                <w:lang w:val="fr-FR"/>
              </w:rPr>
              <w:t>800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2A33B4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940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0E2FD1" w14:textId="5DC4AE9C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1</w:t>
            </w:r>
            <w:r w:rsidR="00194E2A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194E2A">
              <w:rPr>
                <w:b/>
                <w:sz w:val="18"/>
                <w:szCs w:val="18"/>
                <w:lang w:val="fr-FR"/>
              </w:rPr>
              <w:t>162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4D644E" w14:textId="1EDB47EE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31</w:t>
            </w:r>
            <w:r w:rsidR="00DA04ED" w:rsidRPr="00194E2A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194E2A">
              <w:rPr>
                <w:b/>
                <w:sz w:val="18"/>
                <w:szCs w:val="18"/>
                <w:lang w:val="fr-FR"/>
              </w:rPr>
              <w:t>981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0DD615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409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DAC3FD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28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D8B04" w14:textId="341182FF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32</w:t>
            </w:r>
            <w:r w:rsidR="00DA04ED" w:rsidRPr="00194E2A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194E2A">
              <w:rPr>
                <w:b/>
                <w:sz w:val="18"/>
                <w:szCs w:val="18"/>
                <w:lang w:val="fr-FR"/>
              </w:rPr>
              <w:t>855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EAE494" w14:textId="77777777" w:rsidR="0019592A" w:rsidRPr="00194E2A" w:rsidRDefault="0019592A" w:rsidP="00194E2A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194E2A">
              <w:rPr>
                <w:b/>
                <w:sz w:val="18"/>
                <w:szCs w:val="18"/>
                <w:lang w:val="fr-FR"/>
              </w:rPr>
              <w:t>420</w:t>
            </w:r>
          </w:p>
        </w:tc>
      </w:tr>
      <w:tr w:rsidR="000B72BA" w:rsidRPr="000B72BA" w14:paraId="194F53C4" w14:textId="77777777" w:rsidTr="00194E2A">
        <w:trPr>
          <w:tblHeader/>
        </w:trPr>
        <w:tc>
          <w:tcPr>
            <w:tcW w:w="241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CCD76C5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rPr>
                <w:bCs/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Duplicata délivrés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15239F6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lang w:val="fr-FR"/>
              </w:rPr>
              <w:t>15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865667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9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EAD848F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1C3454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B4695A1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E728AB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26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80FE03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*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41A863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437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89C923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**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A27A2A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0</w:t>
            </w:r>
          </w:p>
        </w:tc>
        <w:tc>
          <w:tcPr>
            <w:tcW w:w="6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9354E7D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684</w:t>
            </w:r>
          </w:p>
        </w:tc>
        <w:tc>
          <w:tcPr>
            <w:tcW w:w="6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D10D1D9" w14:textId="77777777" w:rsidR="0019592A" w:rsidRPr="000B72BA" w:rsidRDefault="0019592A" w:rsidP="000B72BA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0B72BA">
              <w:rPr>
                <w:sz w:val="18"/>
                <w:szCs w:val="18"/>
                <w:lang w:val="fr-FR"/>
              </w:rPr>
              <w:t>27</w:t>
            </w:r>
          </w:p>
        </w:tc>
      </w:tr>
    </w:tbl>
    <w:p w14:paraId="134D4931" w14:textId="0FA7D68B" w:rsidR="0019592A" w:rsidRPr="00194E2A" w:rsidRDefault="0019592A" w:rsidP="00194E2A">
      <w:pPr>
        <w:pStyle w:val="SingleTxtG"/>
        <w:spacing w:before="120" w:after="0"/>
        <w:ind w:left="0" w:right="0" w:firstLine="170"/>
        <w:jc w:val="left"/>
        <w:rPr>
          <w:i/>
          <w:iCs/>
          <w:sz w:val="18"/>
          <w:szCs w:val="18"/>
          <w:lang w:val="fr-FR"/>
        </w:rPr>
      </w:pPr>
      <w:r w:rsidRPr="00194E2A">
        <w:rPr>
          <w:sz w:val="18"/>
          <w:szCs w:val="18"/>
          <w:lang w:val="fr-FR"/>
        </w:rPr>
        <w:t>*</w:t>
      </w:r>
      <w:r w:rsidR="00194E2A">
        <w:rPr>
          <w:sz w:val="18"/>
          <w:szCs w:val="18"/>
          <w:lang w:val="fr-FR"/>
        </w:rPr>
        <w:t xml:space="preserve">  </w:t>
      </w:r>
      <w:r w:rsidRPr="00194E2A">
        <w:rPr>
          <w:i/>
          <w:iCs/>
          <w:sz w:val="18"/>
          <w:szCs w:val="18"/>
          <w:lang w:val="fr-FR"/>
        </w:rPr>
        <w:t>Les attestations désignées comme «</w:t>
      </w:r>
      <w:r w:rsidR="00194E2A">
        <w:rPr>
          <w:i/>
          <w:iCs/>
          <w:sz w:val="18"/>
          <w:szCs w:val="18"/>
          <w:lang w:val="fr-FR"/>
        </w:rPr>
        <w:t> </w:t>
      </w:r>
      <w:r w:rsidRPr="00194E2A">
        <w:rPr>
          <w:i/>
          <w:iCs/>
          <w:sz w:val="18"/>
          <w:szCs w:val="18"/>
          <w:lang w:val="fr-FR"/>
        </w:rPr>
        <w:t>duplicata</w:t>
      </w:r>
      <w:r w:rsidR="00194E2A">
        <w:rPr>
          <w:i/>
          <w:iCs/>
          <w:sz w:val="18"/>
          <w:szCs w:val="18"/>
          <w:lang w:val="fr-FR"/>
        </w:rPr>
        <w:t> </w:t>
      </w:r>
      <w:r w:rsidRPr="00194E2A">
        <w:rPr>
          <w:i/>
          <w:iCs/>
          <w:sz w:val="18"/>
          <w:szCs w:val="18"/>
          <w:lang w:val="fr-FR"/>
        </w:rPr>
        <w:t>» ne sont pas délivrées en Finlande.</w:t>
      </w:r>
      <w:r w:rsidRPr="00194E2A">
        <w:rPr>
          <w:sz w:val="18"/>
          <w:szCs w:val="18"/>
          <w:lang w:val="fr-FR"/>
        </w:rPr>
        <w:t xml:space="preserve"> </w:t>
      </w:r>
      <w:r w:rsidRPr="00194E2A">
        <w:rPr>
          <w:i/>
          <w:iCs/>
          <w:sz w:val="18"/>
          <w:szCs w:val="18"/>
          <w:lang w:val="fr-FR"/>
        </w:rPr>
        <w:t>À la place, de nouvelles attestations sont délivrées pour remplacer celles qui ont été perdues ou invalidées.</w:t>
      </w:r>
      <w:r w:rsidRPr="00194E2A">
        <w:rPr>
          <w:sz w:val="18"/>
          <w:szCs w:val="18"/>
          <w:lang w:val="fr-FR"/>
        </w:rPr>
        <w:t xml:space="preserve"> </w:t>
      </w:r>
      <w:r w:rsidRPr="00194E2A">
        <w:rPr>
          <w:i/>
          <w:iCs/>
          <w:sz w:val="18"/>
          <w:szCs w:val="18"/>
          <w:lang w:val="fr-FR"/>
        </w:rPr>
        <w:t>Le nombre de ces attestations était de 13 en 2021, et ce nombre est inclus dans les chiffres du tableau.</w:t>
      </w:r>
    </w:p>
    <w:p w14:paraId="16FD9F1D" w14:textId="61F88B4E" w:rsidR="0019592A" w:rsidRPr="00194E2A" w:rsidRDefault="0019592A" w:rsidP="00194E2A">
      <w:pPr>
        <w:pStyle w:val="SingleTxtG"/>
        <w:spacing w:after="240"/>
        <w:ind w:left="0" w:right="0" w:firstLine="170"/>
        <w:jc w:val="left"/>
        <w:rPr>
          <w:i/>
          <w:iCs/>
          <w:sz w:val="18"/>
          <w:szCs w:val="18"/>
          <w:lang w:val="fr-FR"/>
        </w:rPr>
      </w:pPr>
      <w:r w:rsidRPr="00194E2A">
        <w:rPr>
          <w:sz w:val="18"/>
          <w:szCs w:val="18"/>
          <w:lang w:val="fr-FR"/>
        </w:rPr>
        <w:t>**</w:t>
      </w:r>
      <w:r w:rsidR="00194E2A">
        <w:rPr>
          <w:sz w:val="18"/>
          <w:szCs w:val="18"/>
          <w:lang w:val="fr-FR"/>
        </w:rPr>
        <w:t xml:space="preserve">  </w:t>
      </w:r>
      <w:r w:rsidRPr="00194E2A">
        <w:rPr>
          <w:i/>
          <w:iCs/>
          <w:sz w:val="18"/>
          <w:szCs w:val="18"/>
          <w:lang w:val="fr-FR"/>
        </w:rPr>
        <w:t>Renseignements non disponibles.</w:t>
      </w:r>
    </w:p>
    <w:p w14:paraId="1ACDEBDC" w14:textId="77777777" w:rsidR="0019592A" w:rsidRPr="00556657" w:rsidRDefault="0019592A" w:rsidP="00651AB5">
      <w:pPr>
        <w:pStyle w:val="Titre1"/>
        <w:spacing w:after="120"/>
        <w:rPr>
          <w:i/>
          <w:iCs/>
          <w:sz w:val="18"/>
          <w:szCs w:val="18"/>
          <w:lang w:val="fr-FR"/>
        </w:rPr>
      </w:pPr>
      <w:r w:rsidRPr="00556657">
        <w:rPr>
          <w:lang w:val="fr-FR"/>
        </w:rPr>
        <w:lastRenderedPageBreak/>
        <w:t>Tableau 2 (</w:t>
      </w:r>
      <w:r w:rsidRPr="00651AB5">
        <w:rPr>
          <w:i/>
          <w:iCs/>
          <w:lang w:val="fr-FR"/>
        </w:rPr>
        <w:t>suite</w:t>
      </w:r>
      <w:r w:rsidRPr="00556657">
        <w:rPr>
          <w:lang w:val="fr-FR"/>
        </w:rPr>
        <w:t>)</w:t>
      </w:r>
    </w:p>
    <w:tbl>
      <w:tblPr>
        <w:tblW w:w="8504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17"/>
        <w:gridCol w:w="748"/>
        <w:gridCol w:w="748"/>
        <w:gridCol w:w="749"/>
        <w:gridCol w:w="748"/>
        <w:gridCol w:w="748"/>
        <w:gridCol w:w="749"/>
        <w:gridCol w:w="748"/>
        <w:gridCol w:w="749"/>
      </w:tblGrid>
      <w:tr w:rsidR="00651AB5" w:rsidRPr="00651AB5" w14:paraId="40319EAC" w14:textId="77777777" w:rsidTr="00B6724F">
        <w:trPr>
          <w:tblHeader/>
        </w:trPr>
        <w:tc>
          <w:tcPr>
            <w:tcW w:w="25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8DE25F8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lang w:val="fr-FR"/>
              </w:rPr>
              <w:t>Pays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D638D23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NW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F2A3CB9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lang w:val="fr-FR"/>
              </w:rPr>
              <w:t>POL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2686A35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POR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ABF6DC3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SK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E2AB15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SLV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ECA04EA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SP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572B7F5D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SW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AC20474" w14:textId="77777777" w:rsidR="0019592A" w:rsidRPr="00651AB5" w:rsidRDefault="0019592A" w:rsidP="00651AB5">
            <w:pPr>
              <w:suppressAutoHyphens w:val="0"/>
              <w:spacing w:before="80" w:after="80" w:line="200" w:lineRule="exact"/>
              <w:jc w:val="right"/>
              <w:rPr>
                <w:i/>
                <w:sz w:val="16"/>
                <w:szCs w:val="18"/>
                <w:lang w:val="fr-FR"/>
              </w:rPr>
            </w:pPr>
            <w:r w:rsidRPr="00651AB5">
              <w:rPr>
                <w:i/>
                <w:sz w:val="16"/>
                <w:szCs w:val="18"/>
                <w:lang w:val="fr-FR"/>
              </w:rPr>
              <w:t>UK</w:t>
            </w:r>
          </w:p>
        </w:tc>
      </w:tr>
      <w:tr w:rsidR="00651AB5" w:rsidRPr="00651AB5" w14:paraId="65C2695D" w14:textId="77777777" w:rsidTr="00B6724F">
        <w:trPr>
          <w:tblHeader/>
        </w:trPr>
        <w:tc>
          <w:tcPr>
            <w:tcW w:w="2517" w:type="dxa"/>
            <w:tcBorders>
              <w:top w:val="single" w:sz="12" w:space="0" w:color="auto"/>
            </w:tcBorders>
            <w:shd w:val="clear" w:color="auto" w:fill="auto"/>
          </w:tcPr>
          <w:p w14:paraId="4AA0FFBB" w14:textId="04682A5C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  <w:r w:rsidRPr="00651AB5">
              <w:rPr>
                <w:sz w:val="18"/>
                <w:vertAlign w:val="superscript"/>
                <w:lang w:val="fr-FR"/>
              </w:rPr>
              <w:t>ère</w:t>
            </w:r>
            <w:r w:rsidRPr="00651AB5">
              <w:rPr>
                <w:sz w:val="18"/>
                <w:lang w:val="fr-FR"/>
              </w:rPr>
              <w:t xml:space="preserve"> attestation </w:t>
            </w:r>
            <w:r w:rsidR="00B6724F">
              <w:rPr>
                <w:sz w:val="18"/>
                <w:lang w:val="fr-FR"/>
              </w:rPr>
              <w:br/>
            </w:r>
            <w:r w:rsidRPr="00651AB5">
              <w:rPr>
                <w:sz w:val="18"/>
                <w:lang w:val="fr-FR"/>
              </w:rPr>
              <w:t>(nouveaux engins seulement)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D7F7B3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158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EA664AA" w14:textId="4F5C2F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</w:t>
            </w:r>
            <w:r w:rsidR="00B7246E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160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070A16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674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BEBD4F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337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3156C41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115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8AD08C2" w14:textId="215BC166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szCs w:val="18"/>
                <w:lang w:val="fr-FR"/>
              </w:rPr>
              <w:t>11</w:t>
            </w:r>
            <w:r w:rsidR="00A81E86">
              <w:rPr>
                <w:sz w:val="18"/>
                <w:szCs w:val="18"/>
                <w:lang w:val="fr-FR"/>
              </w:rPr>
              <w:t xml:space="preserve"> </w:t>
            </w:r>
            <w:r w:rsidRPr="00651AB5">
              <w:rPr>
                <w:sz w:val="18"/>
                <w:szCs w:val="18"/>
                <w:lang w:val="fr-FR"/>
              </w:rPr>
              <w:t>503</w:t>
            </w:r>
          </w:p>
        </w:tc>
        <w:tc>
          <w:tcPr>
            <w:tcW w:w="74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135DDFB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525</w:t>
            </w:r>
          </w:p>
        </w:tc>
        <w:tc>
          <w:tcPr>
            <w:tcW w:w="74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1A91C86B" w14:textId="38A420A4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747</w:t>
            </w:r>
          </w:p>
        </w:tc>
      </w:tr>
      <w:tr w:rsidR="00651AB5" w:rsidRPr="00651AB5" w14:paraId="25B3BF92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6E51135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75FC26E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7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FB2B6EC" w14:textId="1E95C811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</w:t>
            </w:r>
            <w:r w:rsidR="00B7246E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706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3620681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693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1445BA49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134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2082F07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145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1F00F557" w14:textId="58171F39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9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901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02D0BD43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25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1CF95EBA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156</w:t>
            </w:r>
          </w:p>
        </w:tc>
      </w:tr>
      <w:tr w:rsidR="00651AB5" w:rsidRPr="00651AB5" w14:paraId="0E063CFC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7BC8FEC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8E3281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D8576FB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7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343274B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0EB4824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DF7741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592CEE4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234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2BBDA017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24B34FB9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</w:tr>
      <w:tr w:rsidR="00651AB5" w:rsidRPr="00651AB5" w14:paraId="23D4C1E8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205E3BAF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A245B8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FD8114D" w14:textId="7328F3DD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  <w:r w:rsidR="00B7246E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295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5F1C86D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46DFE6F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13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AC6CCBA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99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67A8E4B1" w14:textId="0A15BE41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908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55A548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11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0568E2E3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69</w:t>
            </w:r>
          </w:p>
        </w:tc>
      </w:tr>
      <w:tr w:rsidR="00651AB5" w:rsidRPr="00651AB5" w14:paraId="3B60C25F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341FB7E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FDECB7F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13191EA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45B7A27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351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0E15F2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10BB7BA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499437A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68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6270C41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330E019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</w:tr>
      <w:tr w:rsidR="00651AB5" w:rsidRPr="00651AB5" w14:paraId="189887F4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0A0D844A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4398D330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8EABD2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853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4066ECB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4793EBC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10C89C6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37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7B24682A" w14:textId="7F307058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5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059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EBD0A2B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16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753BF7A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46</w:t>
            </w:r>
          </w:p>
        </w:tc>
      </w:tr>
      <w:tr w:rsidR="00651AB5" w:rsidRPr="00651AB5" w14:paraId="3A09C750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2EA45DCE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72AF6A3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4E8AE3FF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41599F01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2635BC63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7688DF5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7BEC90A6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112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3D762950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791BC963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</w:tr>
      <w:tr w:rsidR="00651AB5" w:rsidRPr="00651AB5" w14:paraId="17D076CD" w14:textId="77777777" w:rsidTr="00B6724F">
        <w:trPr>
          <w:tblHeader/>
        </w:trPr>
        <w:tc>
          <w:tcPr>
            <w:tcW w:w="2517" w:type="dxa"/>
            <w:shd w:val="clear" w:color="auto" w:fill="auto"/>
          </w:tcPr>
          <w:p w14:paraId="243014B7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5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(contrôle)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63978359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4696E97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401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2688396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530FDC5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2284FC5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41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62D0EC9E" w14:textId="0052CAAC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7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157</w:t>
            </w:r>
          </w:p>
        </w:tc>
        <w:tc>
          <w:tcPr>
            <w:tcW w:w="748" w:type="dxa"/>
            <w:shd w:val="clear" w:color="auto" w:fill="auto"/>
            <w:vAlign w:val="bottom"/>
          </w:tcPr>
          <w:p w14:paraId="04125BE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14</w:t>
            </w:r>
          </w:p>
        </w:tc>
        <w:tc>
          <w:tcPr>
            <w:tcW w:w="749" w:type="dxa"/>
            <w:shd w:val="clear" w:color="auto" w:fill="auto"/>
            <w:vAlign w:val="bottom"/>
          </w:tcPr>
          <w:p w14:paraId="4F5C0248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</w:tr>
      <w:tr w:rsidR="00651AB5" w:rsidRPr="00651AB5" w14:paraId="20684439" w14:textId="77777777" w:rsidTr="00B6724F">
        <w:trPr>
          <w:tblHeader/>
        </w:trPr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14:paraId="336A4681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5</w:t>
            </w:r>
            <w:r w:rsidRPr="00651AB5">
              <w:rPr>
                <w:sz w:val="18"/>
                <w:vertAlign w:val="superscript"/>
                <w:lang w:val="fr-FR"/>
              </w:rPr>
              <w:t>e</w:t>
            </w:r>
            <w:r w:rsidRPr="00651AB5">
              <w:rPr>
                <w:sz w:val="18"/>
                <w:lang w:val="fr-FR"/>
              </w:rPr>
              <w:t xml:space="preserve"> attestation (coefficient K)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1F86E7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86FCB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991C0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D4C01D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DAD94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CE29DE" w14:textId="0335CEC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  <w:r w:rsidR="00A81E86">
              <w:rPr>
                <w:sz w:val="18"/>
                <w:lang w:val="fr-FR"/>
              </w:rPr>
              <w:t xml:space="preserve"> </w:t>
            </w:r>
            <w:r w:rsidRPr="00651AB5">
              <w:rPr>
                <w:sz w:val="18"/>
                <w:lang w:val="fr-FR"/>
              </w:rPr>
              <w:t>563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2928F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4E37F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</w:tr>
      <w:tr w:rsidR="00651AB5" w:rsidRPr="00B6724F" w14:paraId="6B3325DB" w14:textId="77777777" w:rsidTr="00B6724F">
        <w:trPr>
          <w:tblHeader/>
        </w:trPr>
        <w:tc>
          <w:tcPr>
            <w:tcW w:w="2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E0450" w14:textId="77777777" w:rsidR="0019592A" w:rsidRPr="00B6724F" w:rsidRDefault="0019592A" w:rsidP="00B6724F">
            <w:pPr>
              <w:suppressAutoHyphens w:val="0"/>
              <w:spacing w:before="80" w:after="80" w:line="220" w:lineRule="exact"/>
              <w:ind w:left="283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Total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86773" w14:textId="77777777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165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358050" w14:textId="05204E43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9</w:t>
            </w:r>
            <w:r w:rsidR="00B7246E">
              <w:rPr>
                <w:b/>
                <w:sz w:val="18"/>
                <w:lang w:val="fr-FR"/>
              </w:rPr>
              <w:t xml:space="preserve"> </w:t>
            </w:r>
            <w:r w:rsidRPr="00B6724F">
              <w:rPr>
                <w:b/>
                <w:sz w:val="18"/>
                <w:lang w:val="fr-FR"/>
              </w:rPr>
              <w:t>423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887F96" w14:textId="43672640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1</w:t>
            </w:r>
            <w:r w:rsidR="00B7246E">
              <w:rPr>
                <w:b/>
                <w:sz w:val="18"/>
                <w:lang w:val="fr-FR"/>
              </w:rPr>
              <w:t xml:space="preserve"> </w:t>
            </w:r>
            <w:r w:rsidRPr="00B6724F">
              <w:rPr>
                <w:b/>
                <w:sz w:val="18"/>
                <w:lang w:val="fr-FR"/>
              </w:rPr>
              <w:t>847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938785" w14:textId="77777777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486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2ADB1" w14:textId="77777777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437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8E37DD" w14:textId="424A54CD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szCs w:val="18"/>
                <w:lang w:val="fr-FR"/>
              </w:rPr>
              <w:t>41</w:t>
            </w:r>
            <w:r w:rsidR="00A81E86">
              <w:rPr>
                <w:b/>
                <w:sz w:val="18"/>
                <w:szCs w:val="18"/>
                <w:lang w:val="fr-FR"/>
              </w:rPr>
              <w:t xml:space="preserve"> </w:t>
            </w:r>
            <w:r w:rsidRPr="00B6724F">
              <w:rPr>
                <w:b/>
                <w:sz w:val="18"/>
                <w:szCs w:val="18"/>
                <w:lang w:val="fr-FR"/>
              </w:rPr>
              <w:t>489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020DF3" w14:textId="77777777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591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1DDF5FF" w14:textId="0B8507E0" w:rsidR="0019592A" w:rsidRPr="00B6724F" w:rsidRDefault="0019592A" w:rsidP="00B6724F">
            <w:pPr>
              <w:suppressAutoHyphens w:val="0"/>
              <w:spacing w:before="80" w:after="80" w:line="220" w:lineRule="exact"/>
              <w:jc w:val="right"/>
              <w:rPr>
                <w:b/>
                <w:sz w:val="18"/>
                <w:szCs w:val="18"/>
                <w:lang w:val="fr-FR"/>
              </w:rPr>
            </w:pPr>
            <w:r w:rsidRPr="00B6724F">
              <w:rPr>
                <w:b/>
                <w:sz w:val="18"/>
                <w:lang w:val="fr-FR"/>
              </w:rPr>
              <w:t>2</w:t>
            </w:r>
            <w:r w:rsidR="00A81E86">
              <w:rPr>
                <w:b/>
                <w:sz w:val="18"/>
                <w:lang w:val="fr-FR"/>
              </w:rPr>
              <w:t xml:space="preserve"> </w:t>
            </w:r>
            <w:r w:rsidRPr="00B6724F">
              <w:rPr>
                <w:b/>
                <w:sz w:val="18"/>
                <w:lang w:val="fr-FR"/>
              </w:rPr>
              <w:t>018</w:t>
            </w:r>
          </w:p>
        </w:tc>
      </w:tr>
      <w:tr w:rsidR="00651AB5" w:rsidRPr="00651AB5" w14:paraId="4AAFD819" w14:textId="77777777" w:rsidTr="00B6724F">
        <w:trPr>
          <w:tblHeader/>
        </w:trPr>
        <w:tc>
          <w:tcPr>
            <w:tcW w:w="25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244023E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rPr>
                <w:b/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Duplicata délivrés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BADB9DE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2C063E5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15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9C537C3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17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DF8F91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3782174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2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2A800A2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416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722D281B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0</w:t>
            </w:r>
          </w:p>
        </w:tc>
        <w:tc>
          <w:tcPr>
            <w:tcW w:w="7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9688B2B" w14:textId="77777777" w:rsidR="0019592A" w:rsidRPr="00651AB5" w:rsidRDefault="0019592A" w:rsidP="00651AB5">
            <w:pPr>
              <w:suppressAutoHyphens w:val="0"/>
              <w:spacing w:before="40" w:after="40" w:line="220" w:lineRule="exact"/>
              <w:jc w:val="right"/>
              <w:rPr>
                <w:sz w:val="18"/>
                <w:szCs w:val="18"/>
                <w:lang w:val="fr-FR"/>
              </w:rPr>
            </w:pPr>
            <w:r w:rsidRPr="00651AB5">
              <w:rPr>
                <w:sz w:val="18"/>
                <w:lang w:val="fr-FR"/>
              </w:rPr>
              <w:t>3</w:t>
            </w:r>
          </w:p>
        </w:tc>
      </w:tr>
    </w:tbl>
    <w:p w14:paraId="68BDA912" w14:textId="0EB707CA" w:rsidR="00F9573C" w:rsidRPr="00B6724F" w:rsidRDefault="0019592A" w:rsidP="00B6724F">
      <w:pPr>
        <w:pStyle w:val="SingleTxtG"/>
        <w:spacing w:before="120" w:after="240"/>
        <w:ind w:right="0" w:firstLine="170"/>
        <w:jc w:val="left"/>
        <w:rPr>
          <w:sz w:val="18"/>
          <w:szCs w:val="18"/>
          <w:lang w:val="fr-FR"/>
        </w:rPr>
      </w:pPr>
      <w:r w:rsidRPr="00B6724F">
        <w:rPr>
          <w:sz w:val="18"/>
          <w:szCs w:val="18"/>
          <w:lang w:val="fr-FR"/>
        </w:rPr>
        <w:t>**</w:t>
      </w:r>
      <w:r w:rsidR="00B6724F">
        <w:rPr>
          <w:sz w:val="18"/>
          <w:szCs w:val="18"/>
          <w:lang w:val="fr-FR"/>
        </w:rPr>
        <w:t xml:space="preserve">  </w:t>
      </w:r>
      <w:r w:rsidRPr="00B6724F">
        <w:rPr>
          <w:i/>
          <w:iCs/>
          <w:sz w:val="18"/>
          <w:szCs w:val="18"/>
          <w:lang w:val="fr-FR"/>
        </w:rPr>
        <w:t>Renseignements non disponibles</w:t>
      </w:r>
      <w:r w:rsidRPr="00B6724F">
        <w:rPr>
          <w:sz w:val="18"/>
          <w:szCs w:val="18"/>
          <w:lang w:val="fr-FR"/>
        </w:rPr>
        <w:t>.</w:t>
      </w:r>
    </w:p>
    <w:p w14:paraId="41FC3A70" w14:textId="43D3F888" w:rsidR="0019592A" w:rsidRPr="0019592A" w:rsidRDefault="0019592A" w:rsidP="0019592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B6724F">
        <w:rPr>
          <w:u w:val="single"/>
        </w:rPr>
        <w:tab/>
      </w:r>
    </w:p>
    <w:sectPr w:rsidR="0019592A" w:rsidRPr="0019592A" w:rsidSect="0019592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D53FFB" w14:textId="77777777" w:rsidR="008C78D5" w:rsidRDefault="008C78D5" w:rsidP="00F95C08">
      <w:pPr>
        <w:spacing w:line="240" w:lineRule="auto"/>
      </w:pPr>
    </w:p>
  </w:endnote>
  <w:endnote w:type="continuationSeparator" w:id="0">
    <w:p w14:paraId="2C41B773" w14:textId="77777777" w:rsidR="008C78D5" w:rsidRPr="00AC3823" w:rsidRDefault="008C78D5" w:rsidP="00AC3823">
      <w:pPr>
        <w:pStyle w:val="Pieddepage"/>
      </w:pPr>
    </w:p>
  </w:endnote>
  <w:endnote w:type="continuationNotice" w:id="1">
    <w:p w14:paraId="35ADB40F" w14:textId="77777777" w:rsidR="008C78D5" w:rsidRDefault="008C78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A3F0" w14:textId="273F07C9" w:rsidR="0019592A" w:rsidRPr="0019592A" w:rsidRDefault="0019592A" w:rsidP="0019592A">
    <w:pPr>
      <w:pStyle w:val="Pieddepage"/>
      <w:tabs>
        <w:tab w:val="right" w:pos="9638"/>
      </w:tabs>
    </w:pPr>
    <w:r w:rsidRPr="0019592A">
      <w:rPr>
        <w:b/>
        <w:sz w:val="18"/>
      </w:rPr>
      <w:fldChar w:fldCharType="begin"/>
    </w:r>
    <w:r w:rsidRPr="0019592A">
      <w:rPr>
        <w:b/>
        <w:sz w:val="18"/>
      </w:rPr>
      <w:instrText xml:space="preserve"> PAGE  \* MERGEFORMAT </w:instrText>
    </w:r>
    <w:r w:rsidRPr="0019592A">
      <w:rPr>
        <w:b/>
        <w:sz w:val="18"/>
      </w:rPr>
      <w:fldChar w:fldCharType="separate"/>
    </w:r>
    <w:r w:rsidRPr="0019592A">
      <w:rPr>
        <w:b/>
        <w:noProof/>
        <w:sz w:val="18"/>
      </w:rPr>
      <w:t>2</w:t>
    </w:r>
    <w:r w:rsidRPr="0019592A">
      <w:rPr>
        <w:b/>
        <w:sz w:val="18"/>
      </w:rPr>
      <w:fldChar w:fldCharType="end"/>
    </w:r>
    <w:r>
      <w:rPr>
        <w:b/>
        <w:sz w:val="18"/>
      </w:rPr>
      <w:tab/>
    </w:r>
    <w:r>
      <w:t>GE.22-12473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51042" w14:textId="6257A95B" w:rsidR="0019592A" w:rsidRPr="0019592A" w:rsidRDefault="0019592A" w:rsidP="0019592A">
    <w:pPr>
      <w:pStyle w:val="Pieddepage"/>
      <w:tabs>
        <w:tab w:val="right" w:pos="9638"/>
      </w:tabs>
      <w:rPr>
        <w:b/>
        <w:sz w:val="18"/>
      </w:rPr>
    </w:pPr>
    <w:r>
      <w:t>GE.22-12473</w:t>
    </w:r>
    <w:r>
      <w:tab/>
    </w:r>
    <w:r w:rsidRPr="0019592A">
      <w:rPr>
        <w:b/>
        <w:sz w:val="18"/>
      </w:rPr>
      <w:fldChar w:fldCharType="begin"/>
    </w:r>
    <w:r w:rsidRPr="0019592A">
      <w:rPr>
        <w:b/>
        <w:sz w:val="18"/>
      </w:rPr>
      <w:instrText xml:space="preserve"> PAGE  \* MERGEFORMAT </w:instrText>
    </w:r>
    <w:r w:rsidRPr="0019592A">
      <w:rPr>
        <w:b/>
        <w:sz w:val="18"/>
      </w:rPr>
      <w:fldChar w:fldCharType="separate"/>
    </w:r>
    <w:r w:rsidRPr="0019592A">
      <w:rPr>
        <w:b/>
        <w:noProof/>
        <w:sz w:val="18"/>
      </w:rPr>
      <w:t>3</w:t>
    </w:r>
    <w:r w:rsidRPr="0019592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6E4B2" w14:textId="283EAD5F" w:rsidR="007F20FA" w:rsidRPr="0019592A" w:rsidRDefault="0019592A" w:rsidP="0019592A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4E17DB80" wp14:editId="6A5E08E9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22-12473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D0EBC04" wp14:editId="13587ED8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020922    020922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65A4B" w14:textId="77777777" w:rsidR="008C78D5" w:rsidRPr="00AC3823" w:rsidRDefault="008C78D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58BC679" w14:textId="77777777" w:rsidR="008C78D5" w:rsidRPr="00AC3823" w:rsidRDefault="008C78D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222A53C" w14:textId="77777777" w:rsidR="008C78D5" w:rsidRPr="00AC3823" w:rsidRDefault="008C78D5">
      <w:pPr>
        <w:spacing w:line="240" w:lineRule="auto"/>
        <w:rPr>
          <w:sz w:val="2"/>
          <w:szCs w:val="2"/>
        </w:rPr>
      </w:pPr>
    </w:p>
  </w:footnote>
  <w:footnote w:id="2">
    <w:p w14:paraId="046CE9A0" w14:textId="77777777" w:rsidR="0019592A" w:rsidRPr="00FF7E16" w:rsidRDefault="0019592A" w:rsidP="0019592A">
      <w:pPr>
        <w:pStyle w:val="Notedebasdepage"/>
      </w:pPr>
      <w:r>
        <w:rPr>
          <w:lang w:val="fr-FR"/>
        </w:rPr>
        <w:tab/>
      </w:r>
      <w:r w:rsidRPr="00F37215">
        <w:rPr>
          <w:sz w:val="20"/>
          <w:lang w:val="fr-FR"/>
        </w:rPr>
        <w:t>*</w:t>
      </w:r>
      <w:r>
        <w:rPr>
          <w:lang w:val="fr-FR"/>
        </w:rPr>
        <w:tab/>
        <w:t>Accord relatif aux transports internationaux de denrées périssables et aux engins spéciaux à utiliser pour ces transports.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9C0F8" w14:textId="3ECBACAE" w:rsidR="0019592A" w:rsidRPr="0019592A" w:rsidRDefault="0019592A">
    <w:pPr>
      <w:pStyle w:val="En-tte"/>
    </w:pPr>
    <w:fldSimple w:instr=" TITLE  \* MERGEFORMAT ">
      <w:r w:rsidR="00FB6C29">
        <w:t>ECE/TRANS/WP.11/2022/12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9F6F" w14:textId="3D4A2049" w:rsidR="0019592A" w:rsidRPr="0019592A" w:rsidRDefault="0019592A" w:rsidP="0019592A">
    <w:pPr>
      <w:pStyle w:val="En-tte"/>
      <w:jc w:val="right"/>
    </w:pPr>
    <w:fldSimple w:instr=" TITLE  \* MERGEFORMAT ">
      <w:r w:rsidR="00FB6C29">
        <w:t>ECE/TRANS/WP.11/2022/12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8D5"/>
    <w:rsid w:val="00017F94"/>
    <w:rsid w:val="00023842"/>
    <w:rsid w:val="000334F9"/>
    <w:rsid w:val="00045FEB"/>
    <w:rsid w:val="0007796D"/>
    <w:rsid w:val="000B72BA"/>
    <w:rsid w:val="000B7790"/>
    <w:rsid w:val="00111F2F"/>
    <w:rsid w:val="0014365E"/>
    <w:rsid w:val="00143C66"/>
    <w:rsid w:val="00176178"/>
    <w:rsid w:val="00194E2A"/>
    <w:rsid w:val="0019592A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02C61"/>
    <w:rsid w:val="005505B7"/>
    <w:rsid w:val="00573BE5"/>
    <w:rsid w:val="00586ED3"/>
    <w:rsid w:val="00596AA9"/>
    <w:rsid w:val="005C01A2"/>
    <w:rsid w:val="006310BB"/>
    <w:rsid w:val="00637383"/>
    <w:rsid w:val="00651AB5"/>
    <w:rsid w:val="006C560F"/>
    <w:rsid w:val="0071601D"/>
    <w:rsid w:val="0077204E"/>
    <w:rsid w:val="007A62E6"/>
    <w:rsid w:val="007F20FA"/>
    <w:rsid w:val="0080684C"/>
    <w:rsid w:val="00871C75"/>
    <w:rsid w:val="008776DC"/>
    <w:rsid w:val="008C78D5"/>
    <w:rsid w:val="008D5EF9"/>
    <w:rsid w:val="008E0F4F"/>
    <w:rsid w:val="008E677E"/>
    <w:rsid w:val="008F61A4"/>
    <w:rsid w:val="009446C0"/>
    <w:rsid w:val="009705C8"/>
    <w:rsid w:val="009C1CF4"/>
    <w:rsid w:val="009F6B74"/>
    <w:rsid w:val="00A3029F"/>
    <w:rsid w:val="00A30353"/>
    <w:rsid w:val="00A81E86"/>
    <w:rsid w:val="00A97688"/>
    <w:rsid w:val="00AC3823"/>
    <w:rsid w:val="00AE323C"/>
    <w:rsid w:val="00AE4936"/>
    <w:rsid w:val="00AF0CB5"/>
    <w:rsid w:val="00B00181"/>
    <w:rsid w:val="00B00B0D"/>
    <w:rsid w:val="00B45F2E"/>
    <w:rsid w:val="00B6724F"/>
    <w:rsid w:val="00B7246E"/>
    <w:rsid w:val="00B765F7"/>
    <w:rsid w:val="00B77993"/>
    <w:rsid w:val="00BA0CA9"/>
    <w:rsid w:val="00C02897"/>
    <w:rsid w:val="00C97039"/>
    <w:rsid w:val="00D22120"/>
    <w:rsid w:val="00D3439C"/>
    <w:rsid w:val="00D7622E"/>
    <w:rsid w:val="00DA04ED"/>
    <w:rsid w:val="00DB1831"/>
    <w:rsid w:val="00DD3BFD"/>
    <w:rsid w:val="00DF6678"/>
    <w:rsid w:val="00E0299A"/>
    <w:rsid w:val="00E85C74"/>
    <w:rsid w:val="00EA6547"/>
    <w:rsid w:val="00ED7237"/>
    <w:rsid w:val="00EF211A"/>
    <w:rsid w:val="00EF2E22"/>
    <w:rsid w:val="00F35BAF"/>
    <w:rsid w:val="00F37215"/>
    <w:rsid w:val="00F660DF"/>
    <w:rsid w:val="00F94664"/>
    <w:rsid w:val="00F9573C"/>
    <w:rsid w:val="00F95C08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B0951DC"/>
  <w15:docId w15:val="{D7CE2BCC-4B0F-419B-8959-CF574FBC1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locked/>
    <w:rsid w:val="0019592A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7" ma:contentTypeDescription="Create a new document." ma:contentTypeScope="" ma:versionID="3dda9090b5883dd13a17919601bc9337">
  <xsd:schema xmlns:xsd="http://www.w3.org/2001/XMLSchema" xmlns:xs="http://www.w3.org/2001/XMLSchema" xmlns:p="http://schemas.microsoft.com/office/2006/metadata/properties" xmlns:ns2="4b4a1c0d-4a69-4996-a84a-fc699b9f49de" xmlns:ns3="acccb6d4-dbe5-46d2-b4d3-5733603d8cc6" xmlns:ns4="985ec44e-1bab-4c0b-9df0-6ba128686fc9" targetNamespace="http://schemas.microsoft.com/office/2006/metadata/properties" ma:root="true" ma:fieldsID="ded5af2ee258f7c0b7926b0cd9be3d49" ns2:_="" ns3:_="" ns4:_="">
    <xsd:import namespace="4b4a1c0d-4a69-4996-a84a-fc699b9f49de"/>
    <xsd:import namespace="acccb6d4-dbe5-46d2-b4d3-5733603d8cc6"/>
    <xsd:import namespace="985ec44e-1bab-4c0b-9df0-6ba128686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8175662-8596-484a-92c7-351d01561e2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ec44e-1bab-4c0b-9df0-6ba128686fc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02cb41a6-c265-4598-b948-df01c7e084ec}" ma:internalName="TaxCatchAll" ma:showField="CatchAllData" ma:web="4b4a1c0d-4a69-4996-a84a-fc699b9f4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F66AA0-A02F-49B9-BCE5-9B25933F4E9B}"/>
</file>

<file path=customXml/itemProps2.xml><?xml version="1.0" encoding="utf-8"?>
<ds:datastoreItem xmlns:ds="http://schemas.openxmlformats.org/officeDocument/2006/customXml" ds:itemID="{0EB7E580-52A0-4970-8592-07B87F105E4F}"/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887</Words>
  <Characters>3924</Characters>
  <Application>Microsoft Office Word</Application>
  <DocSecurity>0</DocSecurity>
  <Lines>450</Lines>
  <Paragraphs>400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ECE/TRANS/WP.11/2022/12</vt:lpstr>
    </vt:vector>
  </TitlesOfParts>
  <Company>DCM</Company>
  <LinksUpToDate>false</LinksUpToDate>
  <CharactersWithSpaces>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ECE/TRANS/WP.11/2022/12</dc:title>
  <dc:subject/>
  <dc:creator>Nathalie VITTOZ</dc:creator>
  <cp:keywords/>
  <cp:lastModifiedBy>Nathalie Vittoz</cp:lastModifiedBy>
  <cp:revision>3</cp:revision>
  <cp:lastPrinted>2022-09-02T11:52:00Z</cp:lastPrinted>
  <dcterms:created xsi:type="dcterms:W3CDTF">2022-09-02T11:52:00Z</dcterms:created>
  <dcterms:modified xsi:type="dcterms:W3CDTF">2022-09-02T11:52:00Z</dcterms:modified>
</cp:coreProperties>
</file>