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94D34B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0E5ACD5" w14:textId="77777777" w:rsidR="002D5AAC" w:rsidRDefault="002D5AAC" w:rsidP="00A4034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62440B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67D2B3EB" w14:textId="42E2D7D8" w:rsidR="002D5AAC" w:rsidRDefault="00A4034A" w:rsidP="00A4034A">
            <w:pPr>
              <w:jc w:val="right"/>
            </w:pPr>
            <w:r w:rsidRPr="00A4034A">
              <w:rPr>
                <w:sz w:val="40"/>
              </w:rPr>
              <w:t>ECE</w:t>
            </w:r>
            <w:r>
              <w:t>/TRANS/WP.11/2020/3/Rev.3</w:t>
            </w:r>
          </w:p>
        </w:tc>
      </w:tr>
      <w:tr w:rsidR="002D5AAC" w:rsidRPr="00A4034A" w14:paraId="55827D00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1EAF02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5246EC81" wp14:editId="05EBF9C4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D0B9BB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05DD8F4" w14:textId="77777777" w:rsidR="002D5AAC" w:rsidRDefault="00A4034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AB97A0F" w14:textId="3A365D73" w:rsidR="00A4034A" w:rsidRDefault="00A4034A" w:rsidP="00A4034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4 August 2022</w:t>
            </w:r>
          </w:p>
          <w:p w14:paraId="1D84C8FD" w14:textId="77777777" w:rsidR="00A4034A" w:rsidRDefault="00A4034A" w:rsidP="00A4034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161F1B4" w14:textId="716FE230" w:rsidR="00A4034A" w:rsidRPr="008D53B6" w:rsidRDefault="00A4034A" w:rsidP="00A4034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0A025786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8E85D7C" w14:textId="77777777" w:rsidR="00A4034A" w:rsidRPr="00061651" w:rsidRDefault="00A4034A" w:rsidP="00A4034A">
      <w:pPr>
        <w:spacing w:before="120"/>
        <w:rPr>
          <w:sz w:val="28"/>
          <w:szCs w:val="28"/>
        </w:rPr>
      </w:pPr>
      <w:r w:rsidRPr="00061651">
        <w:rPr>
          <w:sz w:val="28"/>
          <w:szCs w:val="28"/>
        </w:rPr>
        <w:t>Комитет по внутреннему транспорту</w:t>
      </w:r>
    </w:p>
    <w:p w14:paraId="25571725" w14:textId="77777777" w:rsidR="00A4034A" w:rsidRPr="00061651" w:rsidRDefault="00A4034A" w:rsidP="00A4034A">
      <w:pPr>
        <w:spacing w:before="120"/>
        <w:rPr>
          <w:b/>
          <w:sz w:val="24"/>
          <w:szCs w:val="24"/>
        </w:rPr>
      </w:pPr>
      <w:r w:rsidRPr="00061651">
        <w:rPr>
          <w:b/>
          <w:bCs/>
          <w:sz w:val="24"/>
          <w:szCs w:val="24"/>
        </w:rPr>
        <w:t xml:space="preserve">Рабочая группа по перевозкам скоропортящихся </w:t>
      </w:r>
      <w:r w:rsidRPr="00061651">
        <w:rPr>
          <w:b/>
          <w:bCs/>
          <w:sz w:val="24"/>
          <w:szCs w:val="24"/>
        </w:rPr>
        <w:br/>
        <w:t>пищевых продуктов</w:t>
      </w:r>
    </w:p>
    <w:p w14:paraId="191FA9A8" w14:textId="77777777" w:rsidR="00A4034A" w:rsidRPr="00061651" w:rsidRDefault="00A4034A" w:rsidP="00A4034A">
      <w:pPr>
        <w:spacing w:before="120"/>
        <w:rPr>
          <w:b/>
        </w:rPr>
      </w:pPr>
      <w:r w:rsidRPr="00061651">
        <w:rPr>
          <w:b/>
          <w:bCs/>
        </w:rPr>
        <w:t>Семьдесят девятая сессия</w:t>
      </w:r>
    </w:p>
    <w:p w14:paraId="6EBC42E2" w14:textId="77777777" w:rsidR="00A4034A" w:rsidRPr="00061651" w:rsidRDefault="00A4034A" w:rsidP="00A4034A">
      <w:r w:rsidRPr="00061651">
        <w:t>Женева, 25−28 октября 2022 года</w:t>
      </w:r>
    </w:p>
    <w:p w14:paraId="475EC26D" w14:textId="77777777" w:rsidR="00A4034A" w:rsidRPr="00061651" w:rsidRDefault="00A4034A" w:rsidP="00A4034A">
      <w:r w:rsidRPr="00061651">
        <w:t>Пункт 5 а) предварительной повестки дня</w:t>
      </w:r>
    </w:p>
    <w:p w14:paraId="19559FD9" w14:textId="06C30BEF" w:rsidR="00A4034A" w:rsidRPr="00061651" w:rsidRDefault="00A4034A" w:rsidP="00A4034A">
      <w:pPr>
        <w:spacing w:line="240" w:lineRule="auto"/>
        <w:rPr>
          <w:b/>
        </w:rPr>
      </w:pPr>
      <w:r w:rsidRPr="00061651">
        <w:rPr>
          <w:b/>
          <w:bCs/>
        </w:rPr>
        <w:t>Предложени</w:t>
      </w:r>
      <w:r>
        <w:rPr>
          <w:b/>
          <w:bCs/>
        </w:rPr>
        <w:t>я</w:t>
      </w:r>
      <w:r w:rsidRPr="00061651">
        <w:rPr>
          <w:b/>
          <w:bCs/>
        </w:rPr>
        <w:t xml:space="preserve"> по поправкам к СПС:</w:t>
      </w:r>
    </w:p>
    <w:p w14:paraId="04E20FEB" w14:textId="77777777" w:rsidR="00A4034A" w:rsidRPr="00061651" w:rsidRDefault="00A4034A" w:rsidP="00A4034A">
      <w:pPr>
        <w:spacing w:line="240" w:lineRule="auto"/>
        <w:rPr>
          <w:b/>
        </w:rPr>
      </w:pPr>
      <w:r w:rsidRPr="00061651">
        <w:rPr>
          <w:b/>
          <w:bCs/>
        </w:rPr>
        <w:t>предложения, по которым еще не приняты решения</w:t>
      </w:r>
    </w:p>
    <w:p w14:paraId="6F8953CE" w14:textId="77777777" w:rsidR="00A4034A" w:rsidRPr="00061651" w:rsidRDefault="00A4034A" w:rsidP="0046596C">
      <w:pPr>
        <w:pStyle w:val="HChG"/>
      </w:pPr>
      <w:r w:rsidRPr="00061651">
        <w:tab/>
      </w:r>
      <w:r w:rsidRPr="00061651">
        <w:tab/>
      </w:r>
      <w:r w:rsidRPr="0046596C">
        <w:t>Поправка</w:t>
      </w:r>
      <w:r w:rsidRPr="00061651">
        <w:t xml:space="preserve">, касающаяся применения мер контроля, подлежащих осуществлению в соответствии </w:t>
      </w:r>
      <w:r w:rsidRPr="00061651">
        <w:br/>
        <w:t xml:space="preserve">с разделом 4.3.4 добавления 2 к приложению 1 к СПС </w:t>
      </w:r>
      <w:r w:rsidRPr="00061651">
        <w:br/>
        <w:t>от 1 июня 2022 года</w:t>
      </w:r>
    </w:p>
    <w:p w14:paraId="0260F0D6" w14:textId="77777777" w:rsidR="00A4034A" w:rsidRPr="00061651" w:rsidRDefault="00A4034A" w:rsidP="0046596C">
      <w:pPr>
        <w:pStyle w:val="H1G"/>
      </w:pPr>
      <w:r w:rsidRPr="00061651">
        <w:tab/>
      </w:r>
      <w:r w:rsidRPr="00061651">
        <w:tab/>
        <w:t xml:space="preserve">Передано </w:t>
      </w:r>
      <w:r w:rsidRPr="0046596C">
        <w:t>правительством</w:t>
      </w:r>
      <w:r w:rsidRPr="00061651">
        <w:t xml:space="preserve"> Франции</w:t>
      </w:r>
    </w:p>
    <w:p w14:paraId="5C0403E7" w14:textId="77777777" w:rsidR="00A4034A" w:rsidRPr="00061651" w:rsidRDefault="00A4034A" w:rsidP="0046596C">
      <w:pPr>
        <w:pStyle w:val="H23G"/>
      </w:pPr>
      <w:r w:rsidRPr="00061651">
        <w:tab/>
      </w:r>
      <w:r w:rsidRPr="00061651">
        <w:tab/>
      </w:r>
      <w:r w:rsidRPr="0046596C">
        <w:t>Пересмотр</w:t>
      </w:r>
    </w:p>
    <w:tbl>
      <w:tblPr>
        <w:tblStyle w:val="ac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A4034A" w:rsidRPr="00061651" w14:paraId="7BAB976A" w14:textId="77777777" w:rsidTr="001552D8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21169DAC" w14:textId="77777777" w:rsidR="00A4034A" w:rsidRPr="00061651" w:rsidRDefault="00A4034A" w:rsidP="001552D8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 w:rsidRPr="00061651">
              <w:tab/>
            </w:r>
            <w:r w:rsidRPr="00061651">
              <w:rPr>
                <w:i/>
                <w:sz w:val="24"/>
              </w:rPr>
              <w:t>Резюме</w:t>
            </w:r>
          </w:p>
        </w:tc>
      </w:tr>
      <w:tr w:rsidR="00A4034A" w:rsidRPr="00061651" w14:paraId="029754AA" w14:textId="77777777" w:rsidTr="001552D8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00DCA5BD" w14:textId="77777777" w:rsidR="00A4034A" w:rsidRPr="00061651" w:rsidRDefault="00A4034A" w:rsidP="001552D8">
            <w:pPr>
              <w:pStyle w:val="SingleTxtG"/>
              <w:ind w:left="2829" w:hanging="2555"/>
            </w:pPr>
            <w:r w:rsidRPr="00061651">
              <w:rPr>
                <w:b/>
                <w:bCs/>
              </w:rPr>
              <w:t>Существо предложения:</w:t>
            </w:r>
            <w:r w:rsidRPr="00061651">
              <w:tab/>
              <w:t>Цель данного предложения — предусмотреть измерение расхода рассеиваемого воздуха для проверки соответствия расходу, указанному изготовителем холодильной установки.</w:t>
            </w:r>
          </w:p>
          <w:p w14:paraId="2BCEEA40" w14:textId="77777777" w:rsidR="00A4034A" w:rsidRPr="00061651" w:rsidRDefault="00A4034A" w:rsidP="001552D8">
            <w:pPr>
              <w:pStyle w:val="SingleTxtG"/>
              <w:ind w:left="2829" w:hanging="2555"/>
            </w:pPr>
            <w:r w:rsidRPr="00061651">
              <w:rPr>
                <w:b/>
                <w:bCs/>
              </w:rPr>
              <w:t>Предлагаемое решение:</w:t>
            </w:r>
            <w:r w:rsidRPr="00061651">
              <w:tab/>
              <w:t>Поправка к пункту 4.3.4 b) добавления 2 к приложению</w:t>
            </w:r>
            <w:r w:rsidRPr="00061651">
              <w:rPr>
                <w:lang w:val="en-US"/>
              </w:rPr>
              <w:t> </w:t>
            </w:r>
            <w:r w:rsidRPr="00061651">
              <w:t>1.</w:t>
            </w:r>
          </w:p>
          <w:p w14:paraId="3BFD61A2" w14:textId="77777777" w:rsidR="00A4034A" w:rsidRPr="00061651" w:rsidRDefault="00A4034A" w:rsidP="001552D8">
            <w:pPr>
              <w:pStyle w:val="SingleTxtG"/>
              <w:ind w:left="2829" w:hanging="2555"/>
            </w:pPr>
            <w:r w:rsidRPr="00061651">
              <w:rPr>
                <w:b/>
                <w:bCs/>
              </w:rPr>
              <w:t>Справочные документы:</w:t>
            </w:r>
            <w:r w:rsidRPr="00061651">
              <w:tab/>
              <w:t>Отсутствуют.</w:t>
            </w:r>
          </w:p>
        </w:tc>
      </w:tr>
      <w:tr w:rsidR="00A4034A" w:rsidRPr="00061651" w14:paraId="12C461F6" w14:textId="77777777" w:rsidTr="001552D8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0297C099" w14:textId="77777777" w:rsidR="00A4034A" w:rsidRPr="00061651" w:rsidRDefault="00A4034A" w:rsidP="001552D8"/>
        </w:tc>
      </w:tr>
    </w:tbl>
    <w:p w14:paraId="12EEE392" w14:textId="77777777" w:rsidR="00A4034A" w:rsidRPr="00061651" w:rsidRDefault="00A4034A" w:rsidP="0046596C">
      <w:pPr>
        <w:pStyle w:val="HChG"/>
      </w:pPr>
      <w:r w:rsidRPr="00061651">
        <w:tab/>
      </w:r>
      <w:r w:rsidRPr="00061651">
        <w:tab/>
      </w:r>
      <w:r w:rsidRPr="00061651">
        <w:tab/>
      </w:r>
      <w:bookmarkStart w:id="0" w:name="OLE_LINK2"/>
      <w:bookmarkStart w:id="1" w:name="OLE_LINK1"/>
      <w:bookmarkEnd w:id="0"/>
      <w:bookmarkEnd w:id="1"/>
      <w:r w:rsidRPr="00061651">
        <w:t>Введение</w:t>
      </w:r>
    </w:p>
    <w:p w14:paraId="719D15A5" w14:textId="77777777" w:rsidR="00A4034A" w:rsidRPr="00061651" w:rsidRDefault="00A4034A" w:rsidP="00A4034A">
      <w:pPr>
        <w:pStyle w:val="ParNoG"/>
        <w:numPr>
          <w:ilvl w:val="0"/>
          <w:numId w:val="0"/>
        </w:numPr>
        <w:tabs>
          <w:tab w:val="left" w:pos="1701"/>
        </w:tabs>
        <w:ind w:left="1134"/>
        <w:rPr>
          <w:lang w:val="ru-RU"/>
        </w:rPr>
      </w:pPr>
      <w:r w:rsidRPr="00061651">
        <w:rPr>
          <w:lang w:val="ru-RU"/>
        </w:rPr>
        <w:t>1.</w:t>
      </w:r>
      <w:r w:rsidRPr="00061651">
        <w:rPr>
          <w:lang w:val="ru-RU"/>
        </w:rPr>
        <w:tab/>
        <w:t>В ходе сессии WP.11, состоявшейся в Женеве 7–10 октября 2014 года, было проведено голосование по принятию положений в рамках СПС, предусматривающих обязательное измерение расхода воздуха. Эти поправки были представлены Соединенным Королевством в документе, упомянутом в части А документа ECE/TRANS/WP.11/2014/15.</w:t>
      </w:r>
    </w:p>
    <w:p w14:paraId="32545F23" w14:textId="77777777" w:rsidR="00A4034A" w:rsidRPr="00061651" w:rsidRDefault="00A4034A" w:rsidP="00A4034A">
      <w:pPr>
        <w:pStyle w:val="SingleTxtG"/>
        <w:ind w:firstLine="567"/>
      </w:pPr>
      <w:r w:rsidRPr="00061651">
        <w:t>a)</w:t>
      </w:r>
      <w:r w:rsidRPr="00061651">
        <w:tab/>
        <w:t>Поправка к пункту 3.2.6 добавления 2 к приложению 1:</w:t>
      </w:r>
    </w:p>
    <w:p w14:paraId="69D27D48" w14:textId="77777777" w:rsidR="00A4034A" w:rsidRPr="00061651" w:rsidRDefault="00A4034A" w:rsidP="00A4034A">
      <w:pPr>
        <w:pStyle w:val="SingleTxtG"/>
      </w:pPr>
      <w:r w:rsidRPr="00061651">
        <w:t>Проверка габаритов транспортного средства при расходе воздуха, превышающем или равным 60-кратному объему внутреннего пространства кузова.</w:t>
      </w:r>
    </w:p>
    <w:p w14:paraId="4B1D1C81" w14:textId="77777777" w:rsidR="00A4034A" w:rsidRPr="00061651" w:rsidRDefault="00A4034A" w:rsidP="00A4034A">
      <w:pPr>
        <w:pStyle w:val="SingleTxtG"/>
        <w:ind w:firstLine="567"/>
      </w:pPr>
      <w:r w:rsidRPr="00061651">
        <w:lastRenderedPageBreak/>
        <w:t>b)</w:t>
      </w:r>
      <w:r w:rsidRPr="00061651">
        <w:tab/>
        <w:t>Поправка к пункту 4.3.4 ii) добавления 2 к приложению 1, предусматривающая, что «расход рассеиваемого воздуха измеряют на основе существующего стандарта».</w:t>
      </w:r>
    </w:p>
    <w:p w14:paraId="36DB698A" w14:textId="77777777" w:rsidR="00A4034A" w:rsidRPr="00061651" w:rsidRDefault="00A4034A" w:rsidP="00A4034A">
      <w:pPr>
        <w:pStyle w:val="SingleTxtG"/>
      </w:pPr>
      <w:r w:rsidRPr="00061651">
        <w:t>2.</w:t>
      </w:r>
      <w:r w:rsidRPr="00061651">
        <w:tab/>
        <w:t>Первый вариант СПС, который был затронут этой поправкой, был издан 19 декабря 2016 года, но отражение в нем нашла лишь вторая часть b) этого предложения по пересмотру текста. Эта частичная поправка не позволяет достичь цели, ожидаемой в результате принятия всех положений, упомянутых в пункте 1, и даже ставит под сомнение беспристрастность измерения расхода воздуха. Фактически принятие пункта 1 следовало бы признать недействительным и не имеющим юридической силы, если только не будут приняты все те положения, по которым было проведено голосование в WP.11.</w:t>
      </w:r>
    </w:p>
    <w:p w14:paraId="1A6CA375" w14:textId="77777777" w:rsidR="00A4034A" w:rsidRPr="00061651" w:rsidRDefault="00A4034A" w:rsidP="00A4034A">
      <w:pPr>
        <w:pStyle w:val="SingleTxtG"/>
      </w:pPr>
      <w:r w:rsidRPr="00061651">
        <w:t>3.</w:t>
      </w:r>
      <w:r w:rsidRPr="00061651">
        <w:tab/>
        <w:t>После частичного принятия положений пункта 1 Соединенное Королевство систематически предпринимает меры на уровне WP.11 в целях устранения этого пробела. До сих пор они не увенчались успехом.</w:t>
      </w:r>
    </w:p>
    <w:p w14:paraId="54C78E8D" w14:textId="1B0AD076" w:rsidR="00A4034A" w:rsidRPr="00061651" w:rsidRDefault="00A4034A" w:rsidP="00A4034A">
      <w:pPr>
        <w:pStyle w:val="SingleTxtG"/>
      </w:pPr>
      <w:r w:rsidRPr="00061651">
        <w:t>4.</w:t>
      </w:r>
      <w:r w:rsidRPr="00061651">
        <w:tab/>
        <w:t xml:space="preserve">Франция всегда поддерживала меры, направленные на разумное улучшение технических требований в рамках СПС в санитарно-гигиенических целях. Франция не может не выступать против последствий, обусловленных этим частичным принятием, а посему требует </w:t>
      </w:r>
      <w:r w:rsidR="0046596C">
        <w:t>—</w:t>
      </w:r>
      <w:r w:rsidRPr="00061651">
        <w:t xml:space="preserve"> если предложение Соединенного Королевства вновь встретит отказ </w:t>
      </w:r>
      <w:r w:rsidR="0046596C">
        <w:t>—</w:t>
      </w:r>
      <w:r w:rsidRPr="00061651">
        <w:t xml:space="preserve"> восстановить предыдущий текст.</w:t>
      </w:r>
    </w:p>
    <w:p w14:paraId="06B4A944" w14:textId="77777777" w:rsidR="00A4034A" w:rsidRPr="00061651" w:rsidRDefault="00A4034A" w:rsidP="00A4034A">
      <w:pPr>
        <w:pStyle w:val="HChG"/>
      </w:pPr>
      <w:r w:rsidRPr="00061651">
        <w:tab/>
        <w:t>I.</w:t>
      </w:r>
      <w:r w:rsidRPr="00061651">
        <w:tab/>
      </w:r>
      <w:r w:rsidRPr="00061651">
        <w:rPr>
          <w:bCs/>
        </w:rPr>
        <w:t>Предложение</w:t>
      </w:r>
    </w:p>
    <w:p w14:paraId="5BCE5AB6" w14:textId="77777777" w:rsidR="00A4034A" w:rsidRPr="00061651" w:rsidRDefault="00A4034A" w:rsidP="00A4034A">
      <w:pPr>
        <w:pStyle w:val="SingleTxtG"/>
      </w:pPr>
      <w:r w:rsidRPr="00061651">
        <w:t>5.</w:t>
      </w:r>
      <w:r w:rsidRPr="00061651">
        <w:tab/>
        <w:t>В первом предложении пункта 4.3.4 b) добавления 2 к приложению 1 предлагается вернуться к предыдущему варианту (от 13 ноября 2014 года), т. е. изменить СПС по состоянию на 1 июня 2022 года следующим образом:</w:t>
      </w:r>
    </w:p>
    <w:p w14:paraId="167ADD20" w14:textId="77777777" w:rsidR="00A4034A" w:rsidRPr="00061651" w:rsidRDefault="00A4034A" w:rsidP="00A4034A">
      <w:pPr>
        <w:pStyle w:val="SingleTxtG"/>
      </w:pPr>
      <w:r w:rsidRPr="00061651">
        <w:t>«расход рассеиваемого воздуха соответствует указаниям изготовителя».</w:t>
      </w:r>
    </w:p>
    <w:p w14:paraId="0281C269" w14:textId="77777777" w:rsidR="00A4034A" w:rsidRPr="00061651" w:rsidRDefault="00A4034A" w:rsidP="00A4034A">
      <w:pPr>
        <w:pStyle w:val="HChG"/>
      </w:pPr>
      <w:r w:rsidRPr="00061651">
        <w:tab/>
        <w:t>II.</w:t>
      </w:r>
      <w:r w:rsidRPr="00061651">
        <w:tab/>
      </w:r>
      <w:r w:rsidRPr="00061651">
        <w:rPr>
          <w:bCs/>
        </w:rPr>
        <w:t>Обоснование</w:t>
      </w:r>
    </w:p>
    <w:p w14:paraId="470BE8F2" w14:textId="77777777" w:rsidR="00A4034A" w:rsidRPr="00061651" w:rsidRDefault="00A4034A" w:rsidP="00A4034A">
      <w:pPr>
        <w:pStyle w:val="SingleTxtG"/>
      </w:pPr>
      <w:r w:rsidRPr="00061651">
        <w:t>6.</w:t>
      </w:r>
      <w:r w:rsidRPr="00061651">
        <w:tab/>
        <w:t>Частичное применение принятых положений подрывает достижение поставленных целей. В таких случаях требуется минимальная корректировка СПС.</w:t>
      </w:r>
    </w:p>
    <w:p w14:paraId="2EF46B9A" w14:textId="77777777" w:rsidR="00A4034A" w:rsidRPr="00061651" w:rsidRDefault="00A4034A" w:rsidP="00A4034A">
      <w:pPr>
        <w:pStyle w:val="HChG"/>
      </w:pPr>
      <w:r w:rsidRPr="00061651">
        <w:tab/>
        <w:t>III.</w:t>
      </w:r>
      <w:r w:rsidRPr="00061651">
        <w:tab/>
      </w:r>
      <w:r w:rsidRPr="00061651">
        <w:rPr>
          <w:bCs/>
        </w:rPr>
        <w:t>Расходы</w:t>
      </w:r>
    </w:p>
    <w:p w14:paraId="71D0BBB3" w14:textId="77777777" w:rsidR="00A4034A" w:rsidRPr="00061651" w:rsidRDefault="00A4034A" w:rsidP="00A4034A">
      <w:pPr>
        <w:pStyle w:val="SingleTxtG"/>
      </w:pPr>
      <w:r w:rsidRPr="00061651">
        <w:t>7.</w:t>
      </w:r>
      <w:r w:rsidRPr="00061651">
        <w:tab/>
        <w:t>Какие-либо дополнительные расходы для официальных испытательных станций не предвидятся.</w:t>
      </w:r>
    </w:p>
    <w:p w14:paraId="6FBDAA2D" w14:textId="77777777" w:rsidR="00A4034A" w:rsidRPr="00061651" w:rsidRDefault="00A4034A" w:rsidP="00A4034A">
      <w:pPr>
        <w:pStyle w:val="HChG"/>
      </w:pPr>
      <w:r w:rsidRPr="00061651">
        <w:tab/>
        <w:t>IV.</w:t>
      </w:r>
      <w:r w:rsidRPr="00061651">
        <w:tab/>
      </w:r>
      <w:r w:rsidRPr="00061651">
        <w:rPr>
          <w:bCs/>
        </w:rPr>
        <w:t>Осуществимость</w:t>
      </w:r>
    </w:p>
    <w:p w14:paraId="5A366CC5" w14:textId="77777777" w:rsidR="00A4034A" w:rsidRPr="00061651" w:rsidRDefault="00A4034A" w:rsidP="00A4034A">
      <w:pPr>
        <w:pStyle w:val="SingleTxtG"/>
      </w:pPr>
      <w:r w:rsidRPr="00061651">
        <w:t>8.</w:t>
      </w:r>
      <w:r w:rsidRPr="00061651">
        <w:tab/>
        <w:t>Никаких дополнительных ограничений для официальных испытательных станций СПС не возникнет.</w:t>
      </w:r>
    </w:p>
    <w:p w14:paraId="74F7951C" w14:textId="77777777" w:rsidR="00A4034A" w:rsidRPr="00061651" w:rsidRDefault="00A4034A" w:rsidP="00A4034A">
      <w:pPr>
        <w:pStyle w:val="HChG"/>
        <w:keepNext w:val="0"/>
        <w:keepLines w:val="0"/>
      </w:pPr>
      <w:r w:rsidRPr="00061651">
        <w:tab/>
        <w:t>V.</w:t>
      </w:r>
      <w:r w:rsidRPr="00061651">
        <w:tab/>
      </w:r>
      <w:r w:rsidRPr="00061651">
        <w:rPr>
          <w:bCs/>
        </w:rPr>
        <w:t>Применимость</w:t>
      </w:r>
    </w:p>
    <w:p w14:paraId="59204151" w14:textId="77777777" w:rsidR="00A4034A" w:rsidRPr="00061651" w:rsidRDefault="00A4034A" w:rsidP="00A4034A">
      <w:pPr>
        <w:pStyle w:val="SingleTxtG"/>
      </w:pPr>
      <w:r w:rsidRPr="00061651">
        <w:t>9.</w:t>
      </w:r>
      <w:r w:rsidRPr="00061651">
        <w:tab/>
        <w:t>Никаких проблем с внесением поправок в образец протокола испытаний № 12 СПС не предвидится.</w:t>
      </w:r>
    </w:p>
    <w:p w14:paraId="45769ADD" w14:textId="77777777" w:rsidR="00A4034A" w:rsidRPr="00061651" w:rsidRDefault="00A4034A" w:rsidP="00A4034A">
      <w:pPr>
        <w:pStyle w:val="HChG"/>
      </w:pPr>
      <w:r w:rsidRPr="00061651">
        <w:tab/>
        <w:t>VI.</w:t>
      </w:r>
      <w:r w:rsidRPr="00061651">
        <w:tab/>
      </w:r>
      <w:r w:rsidRPr="00061651">
        <w:rPr>
          <w:bCs/>
        </w:rPr>
        <w:t>Включение предлагаемой поправки в СПС</w:t>
      </w:r>
    </w:p>
    <w:p w14:paraId="721FF356" w14:textId="77777777" w:rsidR="00A4034A" w:rsidRPr="00061651" w:rsidRDefault="00A4034A" w:rsidP="00A4034A">
      <w:pPr>
        <w:pStyle w:val="SingleTxtG"/>
      </w:pPr>
      <w:r w:rsidRPr="00061651">
        <w:t>10.</w:t>
      </w:r>
      <w:r w:rsidRPr="00061651">
        <w:tab/>
        <w:t>Соответствующая часть СПС: пункт 4.3.4 b).</w:t>
      </w:r>
    </w:p>
    <w:p w14:paraId="4EC72F64" w14:textId="77777777" w:rsidR="00A4034A" w:rsidRPr="00061651" w:rsidRDefault="00A4034A" w:rsidP="00A4034A">
      <w:pPr>
        <w:pStyle w:val="SingleTxtG"/>
      </w:pPr>
      <w:r w:rsidRPr="00061651">
        <w:t>11.</w:t>
      </w:r>
      <w:r w:rsidRPr="00061651">
        <w:tab/>
        <w:t>Предложение: вернуться к предыдущему варианту (от 13 ноября 2014 года).</w:t>
      </w:r>
    </w:p>
    <w:p w14:paraId="4A71E0A0" w14:textId="77777777" w:rsidR="00A4034A" w:rsidRPr="00061651" w:rsidRDefault="00A4034A" w:rsidP="00A4034A">
      <w:pPr>
        <w:pStyle w:val="SingleTxtG"/>
      </w:pPr>
      <w:r w:rsidRPr="00061651">
        <w:lastRenderedPageBreak/>
        <w:t>Предлагается изменить соответствующее положение СПС по состоянию на 1 июня 2022 года следующим образом:</w:t>
      </w:r>
    </w:p>
    <w:p w14:paraId="0DC3370A" w14:textId="77777777" w:rsidR="00A4034A" w:rsidRPr="00061651" w:rsidRDefault="00A4034A" w:rsidP="00A4034A">
      <w:pPr>
        <w:pStyle w:val="SingleTxtG"/>
      </w:pPr>
      <w:r w:rsidRPr="00061651">
        <w:rPr>
          <w:b/>
          <w:bCs/>
        </w:rPr>
        <w:t>Исходное положение СПС:</w:t>
      </w:r>
    </w:p>
    <w:p w14:paraId="1523371A" w14:textId="77777777" w:rsidR="00A4034A" w:rsidRPr="00061651" w:rsidRDefault="00A4034A" w:rsidP="00A4034A">
      <w:pPr>
        <w:pStyle w:val="SingleTxtG"/>
      </w:pPr>
      <w:r w:rsidRPr="00061651">
        <w:t>«При помощи методов, указанных в протоколе испытания, необходимо удостовериться в том, что:</w:t>
      </w:r>
    </w:p>
    <w:p w14:paraId="0305AA54" w14:textId="77777777" w:rsidR="00A4034A" w:rsidRPr="00061651" w:rsidRDefault="00A4034A" w:rsidP="00A4034A">
      <w:pPr>
        <w:pStyle w:val="SingleTxtG"/>
        <w:ind w:left="1701" w:hanging="567"/>
      </w:pPr>
      <w:r w:rsidRPr="00061651">
        <w:t>a)</w:t>
      </w:r>
      <w:r w:rsidRPr="00061651">
        <w:tab/>
        <w:t>система размораживания и термостат функционируют надлежащим образом;</w:t>
      </w:r>
    </w:p>
    <w:p w14:paraId="0B640FBE" w14:textId="77777777" w:rsidR="00A4034A" w:rsidRPr="00061651" w:rsidRDefault="00A4034A" w:rsidP="00A4034A">
      <w:pPr>
        <w:pStyle w:val="SingleTxtG"/>
        <w:ind w:left="1701" w:hanging="567"/>
      </w:pPr>
      <w:r w:rsidRPr="00061651">
        <w:t>b)</w:t>
      </w:r>
      <w:r w:rsidRPr="00061651">
        <w:tab/>
      </w:r>
      <w:r w:rsidRPr="00061651">
        <w:rPr>
          <w:b/>
          <w:bCs/>
          <w:u w:val="single"/>
        </w:rPr>
        <w:t>расход рассеиваемого воздуха измеряют на основе существующего стандарта.</w:t>
      </w:r>
    </w:p>
    <w:p w14:paraId="18BC9A7C" w14:textId="7386D9E8" w:rsidR="00A4034A" w:rsidRPr="00061651" w:rsidRDefault="00A4034A" w:rsidP="00A4034A">
      <w:pPr>
        <w:pStyle w:val="SingleTxtG"/>
        <w:ind w:left="1701" w:right="1133"/>
      </w:pPr>
      <w:r w:rsidRPr="00061651">
        <w:t xml:space="preserve">Для измерения расхода воздуха, рассеиваемого вентиляторами испарителя в холодильной установке, должны использоваться методы, позволяющие измерить общий объем подачи воздуха. Рекомендуется использовать </w:t>
      </w:r>
      <w:r w:rsidR="007F4376">
        <w:br/>
      </w:r>
      <w:r w:rsidRPr="00061651">
        <w:t>один из соответствующих существующих стандартов, т.</w:t>
      </w:r>
      <w:r w:rsidRPr="00061651">
        <w:rPr>
          <w:lang w:val="en-US"/>
        </w:rPr>
        <w:t> </w:t>
      </w:r>
      <w:r w:rsidRPr="00061651">
        <w:t>е. ISO</w:t>
      </w:r>
      <w:r w:rsidRPr="00061651">
        <w:rPr>
          <w:lang w:val="en-US"/>
        </w:rPr>
        <w:t> </w:t>
      </w:r>
      <w:r w:rsidRPr="00061651">
        <w:t xml:space="preserve">5801:2017 и </w:t>
      </w:r>
      <w:r w:rsidR="00C34F9B">
        <w:br/>
      </w:r>
      <w:r w:rsidRPr="00061651">
        <w:t>AMCA 210-16;</w:t>
      </w:r>
    </w:p>
    <w:p w14:paraId="167F42D5" w14:textId="77777777" w:rsidR="00A4034A" w:rsidRPr="00061651" w:rsidRDefault="00A4034A" w:rsidP="00A4034A">
      <w:pPr>
        <w:pStyle w:val="SingleTxtG"/>
        <w:ind w:left="1701" w:hanging="567"/>
      </w:pPr>
      <w:r w:rsidRPr="00061651">
        <w:t>c)</w:t>
      </w:r>
      <w:r w:rsidRPr="00061651">
        <w:tab/>
        <w:t>для испытаний используется холодильный агент, соответствующий техническим требованиям изготовителя».</w:t>
      </w:r>
    </w:p>
    <w:p w14:paraId="2B33AE06" w14:textId="77777777" w:rsidR="00A4034A" w:rsidRPr="00061651" w:rsidRDefault="00A4034A" w:rsidP="00A4034A">
      <w:pPr>
        <w:pStyle w:val="SingleTxtG"/>
      </w:pPr>
      <w:r w:rsidRPr="00061651">
        <w:rPr>
          <w:b/>
          <w:bCs/>
        </w:rPr>
        <w:t>Предлагаемая поправка:</w:t>
      </w:r>
    </w:p>
    <w:p w14:paraId="78A7E6B1" w14:textId="77777777" w:rsidR="00A4034A" w:rsidRPr="00061651" w:rsidRDefault="00A4034A" w:rsidP="00A4034A">
      <w:pPr>
        <w:pStyle w:val="SingleTxtG"/>
      </w:pPr>
      <w:r w:rsidRPr="00061651">
        <w:t>«При помощи методов, указанных в протоколе испытания, необходимо удостовериться в том, что:</w:t>
      </w:r>
    </w:p>
    <w:p w14:paraId="5C4A19EF" w14:textId="77777777" w:rsidR="00A4034A" w:rsidRPr="00061651" w:rsidRDefault="00A4034A" w:rsidP="00A4034A">
      <w:pPr>
        <w:pStyle w:val="SingleTxtG"/>
        <w:ind w:left="1701" w:hanging="567"/>
      </w:pPr>
      <w:r w:rsidRPr="00061651">
        <w:t>a)</w:t>
      </w:r>
      <w:r w:rsidRPr="00061651">
        <w:tab/>
        <w:t>система размораживания и термостат функционируют надлежащим образом;</w:t>
      </w:r>
    </w:p>
    <w:p w14:paraId="21D1D133" w14:textId="77777777" w:rsidR="00A4034A" w:rsidRPr="00061651" w:rsidRDefault="00A4034A" w:rsidP="00A4034A">
      <w:pPr>
        <w:pStyle w:val="SingleTxtG"/>
        <w:ind w:left="1701" w:hanging="567"/>
      </w:pPr>
      <w:r w:rsidRPr="00061651">
        <w:t>b)</w:t>
      </w:r>
      <w:r w:rsidRPr="00061651">
        <w:tab/>
      </w:r>
      <w:r w:rsidRPr="00061651">
        <w:rPr>
          <w:b/>
          <w:bCs/>
          <w:u w:val="single"/>
        </w:rPr>
        <w:t>расход рассеиваемого воздуха соответствует указаниям изготовителя.</w:t>
      </w:r>
    </w:p>
    <w:p w14:paraId="0953502C" w14:textId="19EE456A" w:rsidR="00A4034A" w:rsidRPr="00061651" w:rsidRDefault="00A4034A" w:rsidP="00A4034A">
      <w:pPr>
        <w:pStyle w:val="SingleTxtG"/>
        <w:ind w:left="1701"/>
      </w:pPr>
      <w:r w:rsidRPr="00061651">
        <w:t xml:space="preserve">Для измерения расхода воздуха, рассеиваемого вентиляторами испарителя в холодильной установке, должны использоваться методы, позволяющие измерить общий объем подачи воздуха. Рекомендуется использовать </w:t>
      </w:r>
      <w:r w:rsidR="007F4376">
        <w:br/>
      </w:r>
      <w:r w:rsidRPr="00061651">
        <w:t>один из соответствующих существующих стандартов, т.</w:t>
      </w:r>
      <w:r w:rsidRPr="00061651">
        <w:rPr>
          <w:lang w:val="en-US"/>
        </w:rPr>
        <w:t> </w:t>
      </w:r>
      <w:r w:rsidRPr="00061651">
        <w:t>е. ISO</w:t>
      </w:r>
      <w:r w:rsidRPr="00061651">
        <w:rPr>
          <w:lang w:val="en-US"/>
        </w:rPr>
        <w:t> </w:t>
      </w:r>
      <w:r w:rsidRPr="00061651">
        <w:t xml:space="preserve">5801:2017 и </w:t>
      </w:r>
      <w:r w:rsidR="007F4376">
        <w:br/>
      </w:r>
      <w:r w:rsidRPr="00061651">
        <w:t>AMCA 210-16;</w:t>
      </w:r>
    </w:p>
    <w:p w14:paraId="5C3755C4" w14:textId="77777777" w:rsidR="00A4034A" w:rsidRPr="00061651" w:rsidRDefault="00A4034A" w:rsidP="00A4034A">
      <w:pPr>
        <w:pStyle w:val="SingleTxtG"/>
        <w:ind w:left="1701" w:hanging="567"/>
      </w:pPr>
      <w:r w:rsidRPr="00061651">
        <w:t>c)</w:t>
      </w:r>
      <w:r w:rsidRPr="00061651">
        <w:tab/>
        <w:t>для испытаний используется холодильный агент, соответствующий техническим требованиям изготовителя».</w:t>
      </w:r>
    </w:p>
    <w:p w14:paraId="03EF486C" w14:textId="1F7451C4" w:rsidR="00E12C5F" w:rsidRPr="008D53B6" w:rsidRDefault="00A4034A" w:rsidP="00A4034A">
      <w:pPr>
        <w:spacing w:before="240"/>
        <w:jc w:val="center"/>
      </w:pPr>
      <w:r w:rsidRPr="00813E65">
        <w:rPr>
          <w:u w:val="single"/>
        </w:rPr>
        <w:tab/>
      </w:r>
      <w:r w:rsidRPr="00813E65">
        <w:rPr>
          <w:u w:val="single"/>
        </w:rPr>
        <w:tab/>
      </w:r>
      <w:r w:rsidRPr="00813E65">
        <w:rPr>
          <w:u w:val="single"/>
        </w:rPr>
        <w:tab/>
      </w:r>
    </w:p>
    <w:sectPr w:rsidR="00E12C5F" w:rsidRPr="008D53B6" w:rsidSect="00A403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2F5D7" w14:textId="77777777" w:rsidR="001B21F7" w:rsidRPr="00A312BC" w:rsidRDefault="001B21F7" w:rsidP="00A312BC"/>
  </w:endnote>
  <w:endnote w:type="continuationSeparator" w:id="0">
    <w:p w14:paraId="4106BFB7" w14:textId="77777777" w:rsidR="001B21F7" w:rsidRPr="00A312BC" w:rsidRDefault="001B21F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BEE3A" w14:textId="6BDD0989" w:rsidR="00A4034A" w:rsidRPr="00A4034A" w:rsidRDefault="00A4034A">
    <w:pPr>
      <w:pStyle w:val="a8"/>
    </w:pPr>
    <w:r w:rsidRPr="00A4034A">
      <w:rPr>
        <w:b/>
        <w:sz w:val="18"/>
      </w:rPr>
      <w:fldChar w:fldCharType="begin"/>
    </w:r>
    <w:r w:rsidRPr="00A4034A">
      <w:rPr>
        <w:b/>
        <w:sz w:val="18"/>
      </w:rPr>
      <w:instrText xml:space="preserve"> PAGE  \* MERGEFORMAT </w:instrText>
    </w:r>
    <w:r w:rsidRPr="00A4034A">
      <w:rPr>
        <w:b/>
        <w:sz w:val="18"/>
      </w:rPr>
      <w:fldChar w:fldCharType="separate"/>
    </w:r>
    <w:r w:rsidRPr="00A4034A">
      <w:rPr>
        <w:b/>
        <w:noProof/>
        <w:sz w:val="18"/>
      </w:rPr>
      <w:t>2</w:t>
    </w:r>
    <w:r w:rsidRPr="00A4034A">
      <w:rPr>
        <w:b/>
        <w:sz w:val="18"/>
      </w:rPr>
      <w:fldChar w:fldCharType="end"/>
    </w:r>
    <w:r>
      <w:rPr>
        <w:b/>
        <w:sz w:val="18"/>
      </w:rPr>
      <w:tab/>
    </w:r>
    <w:r>
      <w:t>GE.22-12191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A54D8" w14:textId="397202D9" w:rsidR="00A4034A" w:rsidRPr="00A4034A" w:rsidRDefault="00A4034A" w:rsidP="00A4034A">
    <w:pPr>
      <w:pStyle w:val="a8"/>
      <w:tabs>
        <w:tab w:val="clear" w:pos="9639"/>
        <w:tab w:val="right" w:pos="9638"/>
      </w:tabs>
      <w:rPr>
        <w:b/>
        <w:sz w:val="18"/>
      </w:rPr>
    </w:pPr>
    <w:r>
      <w:t>GE.22-12191</w:t>
    </w:r>
    <w:r>
      <w:tab/>
    </w:r>
    <w:r w:rsidRPr="00A4034A">
      <w:rPr>
        <w:b/>
        <w:sz w:val="18"/>
      </w:rPr>
      <w:fldChar w:fldCharType="begin"/>
    </w:r>
    <w:r w:rsidRPr="00A4034A">
      <w:rPr>
        <w:b/>
        <w:sz w:val="18"/>
      </w:rPr>
      <w:instrText xml:space="preserve"> PAGE  \* MERGEFORMAT </w:instrText>
    </w:r>
    <w:r w:rsidRPr="00A4034A">
      <w:rPr>
        <w:b/>
        <w:sz w:val="18"/>
      </w:rPr>
      <w:fldChar w:fldCharType="separate"/>
    </w:r>
    <w:r w:rsidRPr="00A4034A">
      <w:rPr>
        <w:b/>
        <w:noProof/>
        <w:sz w:val="18"/>
      </w:rPr>
      <w:t>3</w:t>
    </w:r>
    <w:r w:rsidRPr="00A4034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39FE" w14:textId="5DB3DF40" w:rsidR="00042B72" w:rsidRPr="00A4034A" w:rsidRDefault="00A4034A" w:rsidP="00A4034A">
    <w:pPr>
      <w:spacing w:before="120" w:line="240" w:lineRule="auto"/>
      <w:rPr>
        <w:lang w:val="fr-CH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8B07909" wp14:editId="46E7CFB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22-12191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69C3ADEA" wp14:editId="1BB80626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fr-CH"/>
      </w:rPr>
      <w:t xml:space="preserve">  160822  160822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99311" w14:textId="77777777" w:rsidR="001B21F7" w:rsidRPr="001075E9" w:rsidRDefault="001B21F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C6C69DF" w14:textId="77777777" w:rsidR="001B21F7" w:rsidRDefault="001B21F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94A45" w14:textId="2946B513" w:rsidR="00A4034A" w:rsidRPr="00A4034A" w:rsidRDefault="00A4034A">
    <w:pPr>
      <w:pStyle w:val="a5"/>
    </w:pPr>
    <w:fldSimple w:instr=" TITLE  \* MERGEFORMAT ">
      <w:r w:rsidR="00607D06">
        <w:t>ECE/TRANS/WP.11/2020/3/Rev.3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35229" w14:textId="6B4E731E" w:rsidR="00A4034A" w:rsidRPr="00A4034A" w:rsidRDefault="00A4034A" w:rsidP="00A4034A">
    <w:pPr>
      <w:pStyle w:val="a5"/>
      <w:jc w:val="right"/>
    </w:pPr>
    <w:fldSimple w:instr=" TITLE  \* MERGEFORMAT ">
      <w:r w:rsidR="00607D06">
        <w:t>ECE/TRANS/WP.11/2020/3/Rev.3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EDCB5" w14:textId="77777777" w:rsidR="00A4034A" w:rsidRDefault="00A4034A" w:rsidP="00A4034A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1F7"/>
    <w:rsid w:val="0003269D"/>
    <w:rsid w:val="00033EE1"/>
    <w:rsid w:val="00034614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A0C1A"/>
    <w:rsid w:val="001B21F7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6596C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07D06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F437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034A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34F9B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B9AB6BF"/>
  <w15:docId w15:val="{C02B00CB-16E8-4BE2-A66D-83EBB69B7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paragraph" w:customStyle="1" w:styleId="ParNoG">
    <w:name w:val="_ParNo_G"/>
    <w:basedOn w:val="a"/>
    <w:qFormat/>
    <w:rsid w:val="00A4034A"/>
    <w:pPr>
      <w:numPr>
        <w:numId w:val="22"/>
      </w:numPr>
      <w:tabs>
        <w:tab w:val="left" w:pos="1701"/>
        <w:tab w:val="left" w:pos="2268"/>
        <w:tab w:val="left" w:pos="2835"/>
      </w:tabs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="Times New Roman" w:cs="Times New Roman"/>
      <w:szCs w:val="20"/>
      <w:lang w:val="fr-CH" w:eastAsia="zh-CN"/>
    </w:rPr>
  </w:style>
  <w:style w:type="character" w:customStyle="1" w:styleId="SingleTxtGChar">
    <w:name w:val="_ Single Txt_G Char"/>
    <w:link w:val="SingleTxtG"/>
    <w:rsid w:val="00A4034A"/>
    <w:rPr>
      <w:lang w:val="ru-RU" w:eastAsia="en-US"/>
    </w:rPr>
  </w:style>
  <w:style w:type="character" w:customStyle="1" w:styleId="HChGChar">
    <w:name w:val="_ H _Ch_G Char"/>
    <w:link w:val="HChG"/>
    <w:rsid w:val="00A4034A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3</Pages>
  <Words>645</Words>
  <Characters>4482</Characters>
  <Application>Microsoft Office Word</Application>
  <DocSecurity>0</DocSecurity>
  <Lines>407</Lines>
  <Paragraphs>170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ECE/TRANS/WP.11/2020/3/Rev.3</dc:title>
  <dc:subject/>
  <dc:creator>Olga OVTCHINNIKOVA</dc:creator>
  <cp:keywords/>
  <cp:lastModifiedBy>Olga Ovchinnikova</cp:lastModifiedBy>
  <cp:revision>3</cp:revision>
  <cp:lastPrinted>2022-08-16T11:53:00Z</cp:lastPrinted>
  <dcterms:created xsi:type="dcterms:W3CDTF">2022-08-16T11:53:00Z</dcterms:created>
  <dcterms:modified xsi:type="dcterms:W3CDTF">2022-08-16T11:54:00Z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