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A0BA0C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E58C41D" w14:textId="77777777" w:rsidR="002D5AAC" w:rsidRDefault="002D5AAC" w:rsidP="0023079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E68792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8FDC216" w14:textId="2078880D" w:rsidR="002D5AAC" w:rsidRDefault="0023079F" w:rsidP="0023079F">
            <w:pPr>
              <w:jc w:val="right"/>
            </w:pPr>
            <w:r w:rsidRPr="0023079F">
              <w:rPr>
                <w:sz w:val="40"/>
              </w:rPr>
              <w:t>ECE</w:t>
            </w:r>
            <w:r>
              <w:t>/TRANS/WP.11/246</w:t>
            </w:r>
          </w:p>
        </w:tc>
      </w:tr>
      <w:tr w:rsidR="002D5AAC" w:rsidRPr="003A3243" w14:paraId="746B6E6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B24DE5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A85ACC0" wp14:editId="554116A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73ACB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09D7A49" w14:textId="77777777" w:rsidR="002D5AAC" w:rsidRDefault="0023079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27FD802" w14:textId="77777777" w:rsidR="0023079F" w:rsidRDefault="0023079F" w:rsidP="0023079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January 2022</w:t>
            </w:r>
          </w:p>
          <w:p w14:paraId="34EC4396" w14:textId="77777777" w:rsidR="0023079F" w:rsidRDefault="0023079F" w:rsidP="0023079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0B4D566" w14:textId="16D0663D" w:rsidR="0023079F" w:rsidRPr="008D53B6" w:rsidRDefault="0023079F" w:rsidP="0023079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  <w:r w:rsidR="003A3243">
              <w:rPr>
                <w:lang w:val="en-US"/>
              </w:rPr>
              <w:t xml:space="preserve"> and French</w:t>
            </w:r>
          </w:p>
        </w:tc>
      </w:tr>
    </w:tbl>
    <w:p w14:paraId="5876BEF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CD66ADB" w14:textId="77777777" w:rsidR="0023079F" w:rsidRPr="0023079F" w:rsidRDefault="0023079F" w:rsidP="0023079F">
      <w:pPr>
        <w:spacing w:before="120"/>
        <w:rPr>
          <w:bCs/>
          <w:sz w:val="28"/>
          <w:szCs w:val="28"/>
        </w:rPr>
      </w:pPr>
      <w:r w:rsidRPr="0023079F">
        <w:rPr>
          <w:bCs/>
          <w:sz w:val="28"/>
          <w:szCs w:val="28"/>
        </w:rPr>
        <w:t>Комитет по внутреннему транспорту</w:t>
      </w:r>
    </w:p>
    <w:p w14:paraId="08CE1CEB" w14:textId="76807F50" w:rsidR="0023079F" w:rsidRPr="0023079F" w:rsidRDefault="0023079F" w:rsidP="0023079F">
      <w:pPr>
        <w:spacing w:before="120"/>
        <w:rPr>
          <w:b/>
          <w:sz w:val="24"/>
          <w:szCs w:val="28"/>
        </w:rPr>
      </w:pPr>
      <w:r w:rsidRPr="0023079F">
        <w:rPr>
          <w:b/>
          <w:sz w:val="24"/>
          <w:szCs w:val="28"/>
        </w:rPr>
        <w:t xml:space="preserve">Рабочая группа по перевозкам </w:t>
      </w:r>
      <w:r w:rsidRPr="0023079F">
        <w:rPr>
          <w:b/>
          <w:sz w:val="24"/>
          <w:szCs w:val="28"/>
        </w:rPr>
        <w:br/>
        <w:t>скоропортящихся</w:t>
      </w:r>
      <w:r w:rsidRPr="0023079F">
        <w:rPr>
          <w:b/>
          <w:sz w:val="24"/>
          <w:szCs w:val="28"/>
        </w:rPr>
        <w:t xml:space="preserve"> </w:t>
      </w:r>
      <w:r w:rsidRPr="0023079F">
        <w:rPr>
          <w:b/>
          <w:sz w:val="24"/>
          <w:szCs w:val="28"/>
        </w:rPr>
        <w:t>пищевых продуктов</w:t>
      </w:r>
    </w:p>
    <w:p w14:paraId="6638102D" w14:textId="77777777" w:rsidR="0023079F" w:rsidRPr="0023079F" w:rsidRDefault="0023079F" w:rsidP="0023079F">
      <w:pPr>
        <w:spacing w:before="120"/>
        <w:rPr>
          <w:b/>
        </w:rPr>
      </w:pPr>
      <w:r w:rsidRPr="0023079F">
        <w:rPr>
          <w:b/>
          <w:bCs/>
        </w:rPr>
        <w:t>Семьдесят восьмая сессия</w:t>
      </w:r>
    </w:p>
    <w:p w14:paraId="0FD18004" w14:textId="1707E07A" w:rsidR="0023079F" w:rsidRPr="0023079F" w:rsidRDefault="0023079F" w:rsidP="0023079F">
      <w:r w:rsidRPr="0023079F">
        <w:t>Женева, 3</w:t>
      </w:r>
      <w:r>
        <w:rPr>
          <w:rFonts w:cs="Times New Roman"/>
        </w:rPr>
        <w:t>‒</w:t>
      </w:r>
      <w:r w:rsidRPr="0023079F">
        <w:t>6 мая 2022 года</w:t>
      </w:r>
    </w:p>
    <w:p w14:paraId="7328E1FB" w14:textId="77777777" w:rsidR="0023079F" w:rsidRPr="0023079F" w:rsidRDefault="0023079F" w:rsidP="0023079F">
      <w:r w:rsidRPr="0023079F">
        <w:t>Пункт 1 предварительной повестки дня</w:t>
      </w:r>
    </w:p>
    <w:p w14:paraId="0565D3C8" w14:textId="027253CC" w:rsidR="00E12C5F" w:rsidRDefault="0023079F" w:rsidP="0023079F">
      <w:r w:rsidRPr="0023079F">
        <w:rPr>
          <w:b/>
          <w:bCs/>
        </w:rPr>
        <w:t>Утверждение повестки дня</w:t>
      </w:r>
    </w:p>
    <w:p w14:paraId="700CBCD5" w14:textId="77777777" w:rsidR="0023079F" w:rsidRPr="0023079F" w:rsidRDefault="0023079F" w:rsidP="0023079F">
      <w:pPr>
        <w:pStyle w:val="HChG"/>
      </w:pPr>
      <w:r w:rsidRPr="0023079F">
        <w:tab/>
      </w:r>
      <w:r w:rsidRPr="0023079F">
        <w:tab/>
        <w:t>Предварительная повестка дня семьдесят восьмой сессии</w:t>
      </w:r>
      <w:r w:rsidRPr="0023079F">
        <w:rPr>
          <w:b w:val="0"/>
          <w:sz w:val="20"/>
        </w:rPr>
        <w:footnoteReference w:customMarkFollows="1" w:id="1"/>
        <w:t xml:space="preserve">* </w:t>
      </w:r>
      <w:r w:rsidRPr="0023079F">
        <w:rPr>
          <w:b w:val="0"/>
          <w:sz w:val="20"/>
        </w:rPr>
        <w:footnoteReference w:customMarkFollows="1" w:id="2"/>
        <w:t xml:space="preserve">** </w:t>
      </w:r>
      <w:r w:rsidRPr="0023079F">
        <w:rPr>
          <w:b w:val="0"/>
          <w:sz w:val="20"/>
        </w:rPr>
        <w:footnoteReference w:customMarkFollows="1" w:id="3"/>
        <w:t>***</w:t>
      </w:r>
      <w:r w:rsidRPr="0023079F">
        <w:rPr>
          <w:bCs/>
        </w:rPr>
        <w:t>,</w:t>
      </w:r>
    </w:p>
    <w:p w14:paraId="33B5212E" w14:textId="3F865DDB" w:rsidR="0023079F" w:rsidRPr="0023079F" w:rsidRDefault="0023079F" w:rsidP="0023079F">
      <w:pPr>
        <w:pStyle w:val="SingleTxtG"/>
      </w:pPr>
      <w:r w:rsidRPr="0023079F">
        <w:t>которая состоится во Дворце Наций в Женеве и откроется в 10 ч 00 мин во вторник, 3</w:t>
      </w:r>
      <w:r w:rsidR="006638B0">
        <w:rPr>
          <w:lang w:val="en-US"/>
        </w:rPr>
        <w:t> </w:t>
      </w:r>
      <w:r w:rsidRPr="0023079F">
        <w:t>мая 2022 года</w:t>
      </w:r>
    </w:p>
    <w:p w14:paraId="46C6A778" w14:textId="77777777" w:rsidR="0023079F" w:rsidRPr="0023079F" w:rsidRDefault="0023079F" w:rsidP="0023079F">
      <w:pPr>
        <w:pStyle w:val="SingleTxtG"/>
      </w:pPr>
      <w:r w:rsidRPr="0023079F">
        <w:t>1.</w:t>
      </w:r>
      <w:r w:rsidRPr="0023079F">
        <w:tab/>
        <w:t>Утверждение повестки дня.</w:t>
      </w:r>
    </w:p>
    <w:p w14:paraId="4E13848E" w14:textId="77777777" w:rsidR="0023079F" w:rsidRPr="0023079F" w:rsidRDefault="0023079F" w:rsidP="0023079F">
      <w:pPr>
        <w:pStyle w:val="SingleTxtG"/>
      </w:pPr>
      <w:r w:rsidRPr="0023079F">
        <w:t>2.</w:t>
      </w:r>
      <w:r w:rsidRPr="0023079F">
        <w:tab/>
        <w:t>Деятельность органов ЕЭК, представляющая интерес для Рабочей группы:</w:t>
      </w:r>
    </w:p>
    <w:p w14:paraId="5DD10CE2" w14:textId="2A327E2F" w:rsidR="0023079F" w:rsidRPr="0023079F" w:rsidRDefault="0023079F" w:rsidP="0023079F">
      <w:pPr>
        <w:pStyle w:val="SingleTxtG"/>
      </w:pPr>
      <w:r>
        <w:tab/>
      </w:r>
      <w:r w:rsidRPr="0023079F">
        <w:t>a)</w:t>
      </w:r>
      <w:r w:rsidRPr="0023079F">
        <w:tab/>
        <w:t>Комитет по внутреннему транспорту;</w:t>
      </w:r>
    </w:p>
    <w:p w14:paraId="37E81703" w14:textId="6E1F9601" w:rsidR="0023079F" w:rsidRPr="0023079F" w:rsidRDefault="0023079F" w:rsidP="0023079F">
      <w:pPr>
        <w:pStyle w:val="SingleTxtG"/>
      </w:pPr>
      <w:r>
        <w:tab/>
      </w:r>
      <w:r w:rsidRPr="0023079F">
        <w:t>b)</w:t>
      </w:r>
      <w:r w:rsidRPr="0023079F">
        <w:tab/>
        <w:t>Рабочая группа по сельскохозяйственным стандартам качества (WP.7).</w:t>
      </w:r>
    </w:p>
    <w:p w14:paraId="5DC7B0EB" w14:textId="77777777" w:rsidR="0023079F" w:rsidRPr="0023079F" w:rsidRDefault="0023079F" w:rsidP="0023079F">
      <w:pPr>
        <w:pStyle w:val="SingleTxtG"/>
        <w:ind w:left="1701" w:hanging="567"/>
      </w:pPr>
      <w:r w:rsidRPr="0023079F">
        <w:t>3.</w:t>
      </w:r>
      <w:r w:rsidRPr="0023079F">
        <w:tab/>
        <w:t>Деятельность других международных организаций, занимающихся вопросами, которые представляют интерес для Рабочей группы:</w:t>
      </w:r>
    </w:p>
    <w:p w14:paraId="50DB179D" w14:textId="1FC264BD" w:rsidR="0023079F" w:rsidRPr="0023079F" w:rsidRDefault="0023079F" w:rsidP="0023079F">
      <w:pPr>
        <w:pStyle w:val="SingleTxtG"/>
      </w:pPr>
      <w:r>
        <w:tab/>
      </w:r>
      <w:r w:rsidRPr="0023079F">
        <w:t>a)</w:t>
      </w:r>
      <w:r w:rsidRPr="0023079F">
        <w:tab/>
        <w:t>Международный институт холода (МИХ);</w:t>
      </w:r>
    </w:p>
    <w:p w14:paraId="0025BFA0" w14:textId="7F9F6A8B" w:rsidR="0023079F" w:rsidRPr="0023079F" w:rsidRDefault="0023079F" w:rsidP="0023079F">
      <w:pPr>
        <w:pStyle w:val="SingleTxtG"/>
      </w:pPr>
      <w:r>
        <w:tab/>
      </w:r>
      <w:r w:rsidRPr="0023079F">
        <w:t>b)</w:t>
      </w:r>
      <w:r w:rsidRPr="0023079F">
        <w:tab/>
        <w:t>"Трансфригорут интернэшнл";</w:t>
      </w:r>
    </w:p>
    <w:p w14:paraId="43350B95" w14:textId="21C74611" w:rsidR="0023079F" w:rsidRPr="0023079F" w:rsidRDefault="0023079F" w:rsidP="0023079F">
      <w:pPr>
        <w:pStyle w:val="SingleTxtG"/>
      </w:pPr>
      <w:r>
        <w:tab/>
      </w:r>
      <w:r w:rsidRPr="0023079F">
        <w:t>c)</w:t>
      </w:r>
      <w:r w:rsidRPr="0023079F">
        <w:tab/>
        <w:t>организации по стандартизации.</w:t>
      </w:r>
    </w:p>
    <w:p w14:paraId="650A1E48" w14:textId="77777777" w:rsidR="0023079F" w:rsidRPr="0023079F" w:rsidRDefault="0023079F" w:rsidP="0023079F">
      <w:pPr>
        <w:pStyle w:val="SingleTxtG"/>
        <w:ind w:left="1701" w:hanging="567"/>
      </w:pPr>
      <w:r w:rsidRPr="0023079F">
        <w:lastRenderedPageBreak/>
        <w:t>4.</w:t>
      </w:r>
      <w:r w:rsidRPr="0023079F"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(СПС):</w:t>
      </w:r>
    </w:p>
    <w:p w14:paraId="50389F80" w14:textId="7516A7A5" w:rsidR="0023079F" w:rsidRPr="0023079F" w:rsidRDefault="0023079F" w:rsidP="0023079F">
      <w:pPr>
        <w:pStyle w:val="SingleTxtG"/>
      </w:pPr>
      <w:r>
        <w:tab/>
      </w:r>
      <w:r w:rsidRPr="0023079F">
        <w:t>a)</w:t>
      </w:r>
      <w:r w:rsidRPr="0023079F">
        <w:tab/>
        <w:t>состояние применения Соглашения;</w:t>
      </w:r>
    </w:p>
    <w:p w14:paraId="274BC832" w14:textId="012A57D0" w:rsidR="0023079F" w:rsidRPr="0023079F" w:rsidRDefault="0023079F" w:rsidP="0023079F">
      <w:pPr>
        <w:pStyle w:val="SingleTxtG"/>
      </w:pPr>
      <w:r>
        <w:tab/>
      </w:r>
      <w:r w:rsidRPr="0023079F">
        <w:t>b)</w:t>
      </w:r>
      <w:r w:rsidRPr="0023079F">
        <w:tab/>
        <w:t>состояние поправок;</w:t>
      </w:r>
    </w:p>
    <w:p w14:paraId="214BDFB6" w14:textId="50776535" w:rsidR="0023079F" w:rsidRPr="0023079F" w:rsidRDefault="0023079F" w:rsidP="0023079F">
      <w:pPr>
        <w:pStyle w:val="SingleTxtG"/>
        <w:ind w:left="2268" w:hanging="1134"/>
      </w:pPr>
      <w:r>
        <w:tab/>
      </w:r>
      <w:r w:rsidRPr="0023079F">
        <w:t>c)</w:t>
      </w:r>
      <w:r w:rsidRPr="0023079F">
        <w:tab/>
        <w:t>испытательные станции, официально назначаемые компетентными органами стран — участниц СПС;</w:t>
      </w:r>
    </w:p>
    <w:p w14:paraId="76D20FC6" w14:textId="0F728743" w:rsidR="0023079F" w:rsidRPr="0023079F" w:rsidRDefault="0023079F" w:rsidP="0023079F">
      <w:pPr>
        <w:pStyle w:val="SingleTxtG"/>
        <w:ind w:left="2268" w:hanging="1134"/>
      </w:pPr>
      <w:r>
        <w:tab/>
      </w:r>
      <w:r w:rsidRPr="0023079F">
        <w:t>d)</w:t>
      </w:r>
      <w:r w:rsidRPr="0023079F">
        <w:tab/>
        <w:t>обмен информацией между Сторонами в соответствии со статьей 6 СПС;</w:t>
      </w:r>
    </w:p>
    <w:p w14:paraId="73B403C8" w14:textId="37BBCE96" w:rsidR="0023079F" w:rsidRPr="0023079F" w:rsidRDefault="0023079F" w:rsidP="0023079F">
      <w:pPr>
        <w:pStyle w:val="SingleTxtG"/>
        <w:ind w:left="2268" w:hanging="1134"/>
      </w:pPr>
      <w:r>
        <w:tab/>
      </w:r>
      <w:r w:rsidRPr="0023079F">
        <w:t>e)</w:t>
      </w:r>
      <w:r w:rsidRPr="0023079F">
        <w:tab/>
        <w:t>обмен передовой практикой для более эффективного осуществления СПС;</w:t>
      </w:r>
    </w:p>
    <w:p w14:paraId="5C01FC60" w14:textId="3AF121A4" w:rsidR="0023079F" w:rsidRPr="0023079F" w:rsidRDefault="0023079F" w:rsidP="0023079F">
      <w:pPr>
        <w:pStyle w:val="SingleTxtG"/>
      </w:pPr>
      <w:r>
        <w:tab/>
      </w:r>
      <w:r w:rsidRPr="0023079F">
        <w:t>f)</w:t>
      </w:r>
      <w:r w:rsidRPr="0023079F">
        <w:tab/>
        <w:t>толкование СПС.</w:t>
      </w:r>
    </w:p>
    <w:p w14:paraId="533BDE4B" w14:textId="77777777" w:rsidR="0023079F" w:rsidRPr="0023079F" w:rsidRDefault="0023079F" w:rsidP="0023079F">
      <w:pPr>
        <w:pStyle w:val="SingleTxtG"/>
      </w:pPr>
      <w:r w:rsidRPr="0023079F">
        <w:t>5.</w:t>
      </w:r>
      <w:r w:rsidRPr="0023079F">
        <w:tab/>
        <w:t>Предложения по поправкам к СПС:</w:t>
      </w:r>
    </w:p>
    <w:p w14:paraId="3ACBC0E8" w14:textId="65D0D108" w:rsidR="0023079F" w:rsidRPr="0023079F" w:rsidRDefault="0023079F" w:rsidP="0023079F">
      <w:pPr>
        <w:pStyle w:val="SingleTxtG"/>
      </w:pPr>
      <w:r>
        <w:tab/>
      </w:r>
      <w:r w:rsidRPr="0023079F">
        <w:t>a)</w:t>
      </w:r>
      <w:r w:rsidRPr="0023079F">
        <w:tab/>
        <w:t>предложения, по которым еще не приняты решения;</w:t>
      </w:r>
    </w:p>
    <w:p w14:paraId="35B46012" w14:textId="16F00224" w:rsidR="0023079F" w:rsidRPr="0023079F" w:rsidRDefault="0023079F" w:rsidP="0023079F">
      <w:pPr>
        <w:pStyle w:val="SingleTxtG"/>
      </w:pPr>
      <w:r>
        <w:tab/>
      </w:r>
      <w:r w:rsidRPr="0023079F">
        <w:t>b)</w:t>
      </w:r>
      <w:r w:rsidRPr="0023079F">
        <w:tab/>
        <w:t>новые предложения.</w:t>
      </w:r>
    </w:p>
    <w:p w14:paraId="63D65992" w14:textId="77777777" w:rsidR="0023079F" w:rsidRPr="0023079F" w:rsidRDefault="0023079F" w:rsidP="0023079F">
      <w:pPr>
        <w:pStyle w:val="SingleTxtG"/>
      </w:pPr>
      <w:r w:rsidRPr="0023079F">
        <w:t>6.</w:t>
      </w:r>
      <w:r w:rsidRPr="0023079F">
        <w:tab/>
        <w:t>Справочник СПС.</w:t>
      </w:r>
    </w:p>
    <w:p w14:paraId="3137175F" w14:textId="77777777" w:rsidR="0023079F" w:rsidRPr="0023079F" w:rsidRDefault="0023079F" w:rsidP="0023079F">
      <w:pPr>
        <w:pStyle w:val="SingleTxtG"/>
      </w:pPr>
      <w:r w:rsidRPr="0023079F">
        <w:t>7.</w:t>
      </w:r>
      <w:r w:rsidRPr="0023079F">
        <w:tab/>
        <w:t>Доклады неофициальных рабочих групп.</w:t>
      </w:r>
    </w:p>
    <w:p w14:paraId="29886F7B" w14:textId="77777777" w:rsidR="0023079F" w:rsidRPr="0023079F" w:rsidRDefault="0023079F" w:rsidP="0023079F">
      <w:pPr>
        <w:pStyle w:val="SingleTxtG"/>
      </w:pPr>
      <w:r w:rsidRPr="0023079F">
        <w:t>8.</w:t>
      </w:r>
      <w:r w:rsidRPr="0023079F">
        <w:tab/>
        <w:t>Сфера действия СПС.</w:t>
      </w:r>
    </w:p>
    <w:p w14:paraId="72297E99" w14:textId="77777777" w:rsidR="0023079F" w:rsidRPr="0023079F" w:rsidRDefault="0023079F" w:rsidP="0023079F">
      <w:pPr>
        <w:pStyle w:val="SingleTxtG"/>
      </w:pPr>
      <w:r w:rsidRPr="0023079F">
        <w:t>9.</w:t>
      </w:r>
      <w:r w:rsidRPr="0023079F">
        <w:tab/>
        <w:t>Энергетическая маркировка, хладагенты и вспенивающие вещества.</w:t>
      </w:r>
    </w:p>
    <w:p w14:paraId="3CEAA746" w14:textId="77777777" w:rsidR="0023079F" w:rsidRPr="0023079F" w:rsidRDefault="0023079F" w:rsidP="0023079F">
      <w:pPr>
        <w:pStyle w:val="SingleTxtG"/>
      </w:pPr>
      <w:r w:rsidRPr="0023079F">
        <w:t>10.</w:t>
      </w:r>
      <w:r w:rsidRPr="0023079F">
        <w:tab/>
        <w:t xml:space="preserve">Программа работы. </w:t>
      </w:r>
    </w:p>
    <w:p w14:paraId="111FED4B" w14:textId="77777777" w:rsidR="0023079F" w:rsidRPr="0023079F" w:rsidRDefault="0023079F" w:rsidP="0023079F">
      <w:pPr>
        <w:pStyle w:val="SingleTxtG"/>
      </w:pPr>
      <w:r w:rsidRPr="0023079F">
        <w:t>11.</w:t>
      </w:r>
      <w:r w:rsidRPr="0023079F">
        <w:tab/>
        <w:t>Прочие вопросы.</w:t>
      </w:r>
    </w:p>
    <w:p w14:paraId="10DF06F4" w14:textId="77777777" w:rsidR="0023079F" w:rsidRPr="0023079F" w:rsidRDefault="0023079F" w:rsidP="0023079F">
      <w:pPr>
        <w:pStyle w:val="SingleTxtG"/>
      </w:pPr>
      <w:r w:rsidRPr="0023079F">
        <w:t>12.</w:t>
      </w:r>
      <w:r w:rsidRPr="0023079F">
        <w:tab/>
        <w:t>Утверждение доклада.</w:t>
      </w:r>
    </w:p>
    <w:p w14:paraId="11D2D100" w14:textId="50047F4F" w:rsidR="0023079F" w:rsidRPr="0023079F" w:rsidRDefault="0023079F" w:rsidP="0023079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3079F" w:rsidRPr="0023079F" w:rsidSect="0023079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FE3B8" w14:textId="77777777" w:rsidR="00C1592C" w:rsidRPr="00A312BC" w:rsidRDefault="00C1592C" w:rsidP="00A312BC"/>
  </w:endnote>
  <w:endnote w:type="continuationSeparator" w:id="0">
    <w:p w14:paraId="16D91547" w14:textId="77777777" w:rsidR="00C1592C" w:rsidRPr="00A312BC" w:rsidRDefault="00C1592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7718" w14:textId="0BFC50ED" w:rsidR="0023079F" w:rsidRPr="0023079F" w:rsidRDefault="0023079F">
    <w:pPr>
      <w:pStyle w:val="a8"/>
    </w:pPr>
    <w:r w:rsidRPr="0023079F">
      <w:rPr>
        <w:b/>
        <w:sz w:val="18"/>
      </w:rPr>
      <w:fldChar w:fldCharType="begin"/>
    </w:r>
    <w:r w:rsidRPr="0023079F">
      <w:rPr>
        <w:b/>
        <w:sz w:val="18"/>
      </w:rPr>
      <w:instrText xml:space="preserve"> PAGE  \* MERGEFORMAT </w:instrText>
    </w:r>
    <w:r w:rsidRPr="0023079F">
      <w:rPr>
        <w:b/>
        <w:sz w:val="18"/>
      </w:rPr>
      <w:fldChar w:fldCharType="separate"/>
    </w:r>
    <w:r w:rsidRPr="0023079F">
      <w:rPr>
        <w:b/>
        <w:noProof/>
        <w:sz w:val="18"/>
      </w:rPr>
      <w:t>2</w:t>
    </w:r>
    <w:r w:rsidRPr="0023079F">
      <w:rPr>
        <w:b/>
        <w:sz w:val="18"/>
      </w:rPr>
      <w:fldChar w:fldCharType="end"/>
    </w:r>
    <w:r>
      <w:rPr>
        <w:b/>
        <w:sz w:val="18"/>
      </w:rPr>
      <w:tab/>
    </w:r>
    <w:r>
      <w:t>GE.22-00626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D5957" w14:textId="22010894" w:rsidR="0023079F" w:rsidRPr="0023079F" w:rsidRDefault="0023079F" w:rsidP="0023079F">
    <w:pPr>
      <w:pStyle w:val="a8"/>
      <w:tabs>
        <w:tab w:val="clear" w:pos="9639"/>
        <w:tab w:val="right" w:pos="9638"/>
      </w:tabs>
      <w:rPr>
        <w:b/>
        <w:sz w:val="18"/>
      </w:rPr>
    </w:pPr>
    <w:r>
      <w:t>GE.22-00626</w:t>
    </w:r>
    <w:r>
      <w:tab/>
    </w:r>
    <w:r w:rsidRPr="0023079F">
      <w:rPr>
        <w:b/>
        <w:sz w:val="18"/>
      </w:rPr>
      <w:fldChar w:fldCharType="begin"/>
    </w:r>
    <w:r w:rsidRPr="0023079F">
      <w:rPr>
        <w:b/>
        <w:sz w:val="18"/>
      </w:rPr>
      <w:instrText xml:space="preserve"> PAGE  \* MERGEFORMAT </w:instrText>
    </w:r>
    <w:r w:rsidRPr="0023079F">
      <w:rPr>
        <w:b/>
        <w:sz w:val="18"/>
      </w:rPr>
      <w:fldChar w:fldCharType="separate"/>
    </w:r>
    <w:r w:rsidRPr="0023079F">
      <w:rPr>
        <w:b/>
        <w:noProof/>
        <w:sz w:val="18"/>
      </w:rPr>
      <w:t>3</w:t>
    </w:r>
    <w:r w:rsidRPr="0023079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943D8" w14:textId="673B7174" w:rsidR="00042B72" w:rsidRPr="0023079F" w:rsidRDefault="0023079F" w:rsidP="0023079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EEF912C" wp14:editId="44FC963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22-00626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5173388" wp14:editId="01F450E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220222  230222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E8A10" w14:textId="77777777" w:rsidR="00C1592C" w:rsidRPr="001075E9" w:rsidRDefault="00C1592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5C9102A" w14:textId="77777777" w:rsidR="00C1592C" w:rsidRDefault="00C1592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71A74AA" w14:textId="77777777" w:rsidR="0023079F" w:rsidRPr="00543A18" w:rsidRDefault="0023079F" w:rsidP="0023079F">
      <w:pPr>
        <w:pStyle w:val="ad"/>
      </w:pPr>
      <w:r>
        <w:tab/>
      </w:r>
      <w:r w:rsidRPr="00564EA4">
        <w:rPr>
          <w:sz w:val="20"/>
          <w:szCs w:val="22"/>
        </w:rPr>
        <w:t>*</w:t>
      </w:r>
      <w:r>
        <w:tab/>
        <w:t>Аннотации к предварительной повестке дня будут распространены в качестве документа ECE/TRANS/WP.11/246/Add.1.</w:t>
      </w:r>
    </w:p>
  </w:footnote>
  <w:footnote w:id="2">
    <w:p w14:paraId="2CFA762D" w14:textId="3035FA06" w:rsidR="0023079F" w:rsidRPr="00543A18" w:rsidRDefault="0023079F" w:rsidP="0023079F">
      <w:pPr>
        <w:pStyle w:val="ad"/>
      </w:pPr>
      <w:r>
        <w:tab/>
      </w:r>
      <w:r w:rsidRPr="00564EA4">
        <w:rPr>
          <w:sz w:val="20"/>
          <w:szCs w:val="22"/>
        </w:rPr>
        <w:t>**</w:t>
      </w:r>
      <w: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 </w:t>
      </w:r>
      <w:hyperlink r:id="rId1" w:history="1">
        <w:r w:rsidRPr="0023079F">
          <w:rPr>
            <w:rStyle w:val="af1"/>
          </w:rPr>
          <w:t>https://unece.org/info/Transport/Transport-of-Perishable-Foodstuffs/events/364288</w:t>
        </w:r>
      </w:hyperlink>
      <w:r w:rsidRPr="007B2522">
        <w:t xml:space="preserve">. </w:t>
      </w:r>
      <w:r>
        <w:t xml:space="preserve">В порядке исключения документы можно также получить по электронной почте </w:t>
      </w:r>
      <w:r w:rsidRPr="007B2522">
        <w:rPr>
          <w:color w:val="000000"/>
        </w:rPr>
        <w:t>(</w:t>
      </w:r>
      <w:r w:rsidRPr="00996F19">
        <w:rPr>
          <w:rStyle w:val="af1"/>
          <w:lang w:val="en-US"/>
        </w:rPr>
        <w:t>nadiya</w:t>
      </w:r>
      <w:r w:rsidRPr="007B2522">
        <w:rPr>
          <w:rStyle w:val="af1"/>
        </w:rPr>
        <w:t>.</w:t>
      </w:r>
      <w:r w:rsidRPr="00996F19">
        <w:rPr>
          <w:rStyle w:val="af1"/>
          <w:lang w:val="en-US"/>
        </w:rPr>
        <w:t>dzyubynska</w:t>
      </w:r>
      <w:r w:rsidRPr="007B2522">
        <w:rPr>
          <w:rStyle w:val="af1"/>
        </w:rPr>
        <w:t>@</w:t>
      </w:r>
      <w:r w:rsidRPr="00996F19">
        <w:rPr>
          <w:rStyle w:val="af1"/>
          <w:lang w:val="en-US"/>
        </w:rPr>
        <w:t>un</w:t>
      </w:r>
      <w:r w:rsidRPr="007B2522">
        <w:rPr>
          <w:rStyle w:val="af1"/>
        </w:rPr>
        <w:t>.</w:t>
      </w:r>
      <w:r w:rsidRPr="00996F19">
        <w:rPr>
          <w:rStyle w:val="af1"/>
          <w:lang w:val="en-US"/>
        </w:rPr>
        <w:t>org</w:t>
      </w:r>
      <w:r w:rsidRPr="007B2522">
        <w:rPr>
          <w:color w:val="000000"/>
        </w:rPr>
        <w:t>).</w:t>
      </w:r>
      <w:r>
        <w:t xml:space="preserve"> В</w:t>
      </w:r>
      <w:r>
        <w:rPr>
          <w:lang w:val="en-US"/>
        </w:rPr>
        <w:t> </w:t>
      </w:r>
      <w:r>
        <w:t>ходе сессии официальные документы можно получить в Секции распространения документов ЮНОГ (подъезд 40, второй этаж, здание E, Дворец Наций).</w:t>
      </w:r>
    </w:p>
  </w:footnote>
  <w:footnote w:id="3">
    <w:p w14:paraId="1F945CB7" w14:textId="27AEB9B2" w:rsidR="0023079F" w:rsidRPr="00543A18" w:rsidRDefault="0023079F" w:rsidP="0023079F">
      <w:pPr>
        <w:pStyle w:val="ad"/>
      </w:pPr>
      <w:r>
        <w:tab/>
      </w:r>
      <w:r w:rsidRPr="00564EA4">
        <w:rPr>
          <w:sz w:val="20"/>
          <w:szCs w:val="22"/>
        </w:rPr>
        <w:t>***</w:t>
      </w:r>
      <w:r>
        <w:tab/>
        <w:t xml:space="preserve">Делегатов просят зарегистрироваться онлайн с помощью системы регистрации Indico </w:t>
      </w:r>
      <w:r w:rsidRPr="007B2522">
        <w:t>(</w:t>
      </w:r>
      <w:hyperlink r:id="rId2" w:history="1">
        <w:r w:rsidRPr="0023079F">
          <w:rPr>
            <w:rStyle w:val="af1"/>
            <w:lang w:val="en-US"/>
          </w:rPr>
          <w:t>https</w:t>
        </w:r>
        <w:r w:rsidRPr="0023079F">
          <w:rPr>
            <w:rStyle w:val="af1"/>
          </w:rPr>
          <w:t>://</w:t>
        </w:r>
        <w:r w:rsidRPr="0023079F">
          <w:rPr>
            <w:rStyle w:val="af1"/>
            <w:lang w:val="en-US"/>
          </w:rPr>
          <w:t>indico</w:t>
        </w:r>
        <w:r w:rsidRPr="0023079F">
          <w:rPr>
            <w:rStyle w:val="af1"/>
          </w:rPr>
          <w:t>.</w:t>
        </w:r>
        <w:r w:rsidRPr="0023079F">
          <w:rPr>
            <w:rStyle w:val="af1"/>
            <w:lang w:val="en-US"/>
          </w:rPr>
          <w:t>un</w:t>
        </w:r>
        <w:r w:rsidRPr="0023079F">
          <w:rPr>
            <w:rStyle w:val="af1"/>
          </w:rPr>
          <w:t>.</w:t>
        </w:r>
        <w:r w:rsidRPr="0023079F">
          <w:rPr>
            <w:rStyle w:val="af1"/>
            <w:lang w:val="en-US"/>
          </w:rPr>
          <w:t>org</w:t>
        </w:r>
        <w:r w:rsidRPr="0023079F">
          <w:rPr>
            <w:rStyle w:val="af1"/>
          </w:rPr>
          <w:t>/</w:t>
        </w:r>
        <w:r w:rsidRPr="0023079F">
          <w:rPr>
            <w:rStyle w:val="af1"/>
            <w:lang w:val="en-US"/>
          </w:rPr>
          <w:t>event</w:t>
        </w:r>
        <w:r w:rsidRPr="0023079F">
          <w:rPr>
            <w:rStyle w:val="af1"/>
          </w:rPr>
          <w:t>/1000480/</w:t>
        </w:r>
      </w:hyperlink>
      <w:r w:rsidRPr="007B2522">
        <w:t>)</w:t>
      </w:r>
      <w:r w:rsidRPr="00734BEA">
        <w:rPr>
          <w:color w:val="000000"/>
        </w:rPr>
        <w:t>.</w:t>
      </w:r>
      <w:r>
        <w:t xml:space="preserve"> По 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с</w:t>
      </w:r>
      <w:r>
        <w:rPr>
          <w:lang w:val="en-US"/>
        </w:rPr>
        <w:t> </w:t>
      </w:r>
      <w:r>
        <w:t>секретариатом по телефону (внутр. ном. 73036). Схему Дворца Наций и другую полезную информацию см. на веб-сайте (</w:t>
      </w:r>
      <w:r w:rsidRPr="00FE3C25">
        <w:rPr>
          <w:color w:val="0000FF"/>
        </w:rPr>
        <w:t>www.unece.org/practical-information-delegates</w:t>
      </w:r>
      <w:r>
        <w:t>).</w:t>
      </w:r>
      <w:bookmarkStart w:id="0" w:name="_Hlk511304823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1841" w14:textId="4D4AF66E" w:rsidR="0023079F" w:rsidRPr="0023079F" w:rsidRDefault="0023079F">
    <w:pPr>
      <w:pStyle w:val="a5"/>
    </w:pPr>
    <w:fldSimple w:instr=" TITLE  \* MERGEFORMAT ">
      <w:r w:rsidR="009F1C6B">
        <w:t>ECE/TRANS/WP.11/246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EF306" w14:textId="5F74E1F5" w:rsidR="0023079F" w:rsidRPr="0023079F" w:rsidRDefault="0023079F" w:rsidP="0023079F">
    <w:pPr>
      <w:pStyle w:val="a5"/>
      <w:jc w:val="right"/>
    </w:pPr>
    <w:fldSimple w:instr=" TITLE  \* MERGEFORMAT ">
      <w:r w:rsidR="009F1C6B">
        <w:t>ECE/TRANS/WP.11/246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92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2814"/>
    <w:rsid w:val="00180183"/>
    <w:rsid w:val="0018024D"/>
    <w:rsid w:val="0018649F"/>
    <w:rsid w:val="00196389"/>
    <w:rsid w:val="001B3EF6"/>
    <w:rsid w:val="001C7A89"/>
    <w:rsid w:val="0023079F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4B94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32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D75BA"/>
    <w:rsid w:val="004E05B7"/>
    <w:rsid w:val="0050108D"/>
    <w:rsid w:val="00513081"/>
    <w:rsid w:val="00517901"/>
    <w:rsid w:val="00526683"/>
    <w:rsid w:val="00526DB8"/>
    <w:rsid w:val="005639C1"/>
    <w:rsid w:val="00564EA4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38B0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F1C6B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592C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20E9FE9"/>
  <w15:docId w15:val="{D6FF8669-8650-4BD7-BCDF-4F6825A7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styleId="af3">
    <w:name w:val="Unresolved Mention"/>
    <w:basedOn w:val="a0"/>
    <w:uiPriority w:val="99"/>
    <w:semiHidden/>
    <w:unhideWhenUsed/>
    <w:rsid w:val="00230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indico.un.org/event/1000480/" TargetMode="External"/><Relationship Id="rId1" Type="http://schemas.openxmlformats.org/officeDocument/2006/relationships/hyperlink" Target="https://unece.org/info/Transport/Transport-of-Perishable-Foodstuffs/events/36428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C83046-4B7E-42F2-997D-666E689F6719}"/>
</file>

<file path=customXml/itemProps2.xml><?xml version="1.0" encoding="utf-8"?>
<ds:datastoreItem xmlns:ds="http://schemas.openxmlformats.org/officeDocument/2006/customXml" ds:itemID="{D863CA8C-3856-4F47-8A80-5F5A38930636}"/>
</file>

<file path=customXml/itemProps3.xml><?xml version="1.0" encoding="utf-8"?>
<ds:datastoreItem xmlns:ds="http://schemas.openxmlformats.org/officeDocument/2006/customXml" ds:itemID="{A7EB6248-70C5-47E6-A6FA-25DEEB0161D2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233</Words>
  <Characters>1605</Characters>
  <Application>Microsoft Office Word</Application>
  <DocSecurity>0</DocSecurity>
  <Lines>145</Lines>
  <Paragraphs>61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ECE/TRANS/WP.11/246</dc:title>
  <dc:subject/>
  <dc:creator>Anna PETELINA</dc:creator>
  <cp:keywords/>
  <cp:lastModifiedBy>Anna Petelina</cp:lastModifiedBy>
  <cp:revision>3</cp:revision>
  <cp:lastPrinted>2022-02-23T07:49:00Z</cp:lastPrinted>
  <dcterms:created xsi:type="dcterms:W3CDTF">2022-02-23T07:49:00Z</dcterms:created>
  <dcterms:modified xsi:type="dcterms:W3CDTF">2022-02-23T07:49:00Z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