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013F95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816FA82" w14:textId="77777777" w:rsidR="002D5AAC" w:rsidRPr="0004682E" w:rsidRDefault="002D5AAC" w:rsidP="00A40E2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4953AD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BFF66B4" w14:textId="5D6DA38D" w:rsidR="002D5AAC" w:rsidRDefault="00A40E2C" w:rsidP="00A40E2C">
            <w:pPr>
              <w:jc w:val="right"/>
            </w:pPr>
            <w:r w:rsidRPr="00A40E2C">
              <w:rPr>
                <w:sz w:val="40"/>
              </w:rPr>
              <w:t>ECE</w:t>
            </w:r>
            <w:r>
              <w:t>/TRANS/WP.11/2022/8</w:t>
            </w:r>
          </w:p>
        </w:tc>
      </w:tr>
      <w:tr w:rsidR="002D5AAC" w:rsidRPr="0004682E" w14:paraId="16A921E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951FC8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35F1DA4" wp14:editId="6300EA5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5203D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1B01DBA" w14:textId="77777777" w:rsidR="002D5AAC" w:rsidRDefault="00A40E2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BEC5A48" w14:textId="77777777" w:rsidR="00A40E2C" w:rsidRDefault="00A40E2C" w:rsidP="00A40E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14 February 2022</w:t>
            </w:r>
          </w:p>
          <w:p w14:paraId="5B8593D2" w14:textId="77777777" w:rsidR="00A40E2C" w:rsidRDefault="00A40E2C" w:rsidP="00A40E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A6B04F0" w14:textId="390067A5" w:rsidR="00A40E2C" w:rsidRPr="008D53B6" w:rsidRDefault="00A40E2C" w:rsidP="00A40E2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185CBDE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0A06E42" w14:textId="77777777" w:rsidR="00A40E2C" w:rsidRPr="00A40E2C" w:rsidRDefault="00A40E2C" w:rsidP="00A40E2C">
      <w:pPr>
        <w:spacing w:before="120"/>
        <w:rPr>
          <w:sz w:val="28"/>
          <w:szCs w:val="28"/>
        </w:rPr>
      </w:pPr>
      <w:r w:rsidRPr="00A40E2C">
        <w:rPr>
          <w:sz w:val="28"/>
          <w:szCs w:val="28"/>
        </w:rPr>
        <w:t>Комитет по внутреннему транспорту</w:t>
      </w:r>
    </w:p>
    <w:p w14:paraId="15B2AE33" w14:textId="25899D32" w:rsidR="00A40E2C" w:rsidRPr="00A40E2C" w:rsidRDefault="00A40E2C" w:rsidP="00A40E2C">
      <w:pPr>
        <w:spacing w:before="120"/>
        <w:rPr>
          <w:b/>
          <w:sz w:val="24"/>
          <w:szCs w:val="24"/>
        </w:rPr>
      </w:pPr>
      <w:r w:rsidRPr="00A40E2C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A40E2C">
        <w:rPr>
          <w:b/>
          <w:bCs/>
          <w:sz w:val="24"/>
          <w:szCs w:val="24"/>
        </w:rPr>
        <w:t>пищевых продуктов</w:t>
      </w:r>
    </w:p>
    <w:p w14:paraId="02D1944D" w14:textId="77777777" w:rsidR="00A40E2C" w:rsidRPr="006A1CA5" w:rsidRDefault="00A40E2C" w:rsidP="00A40E2C">
      <w:pPr>
        <w:spacing w:before="120"/>
        <w:rPr>
          <w:b/>
        </w:rPr>
      </w:pPr>
      <w:r>
        <w:rPr>
          <w:b/>
          <w:bCs/>
        </w:rPr>
        <w:t>Семьдесят восьмая сессия</w:t>
      </w:r>
    </w:p>
    <w:p w14:paraId="3D33032C" w14:textId="63F906A3" w:rsidR="00A40E2C" w:rsidRPr="006A1CA5" w:rsidRDefault="00A40E2C" w:rsidP="00A40E2C">
      <w:r>
        <w:t>Женева, 3</w:t>
      </w:r>
      <w:r w:rsidRPr="00A40E2C">
        <w:rPr>
          <w:b/>
          <w:bCs/>
          <w:i/>
          <w:iCs/>
        </w:rPr>
        <w:t>‒</w:t>
      </w:r>
      <w:r>
        <w:t>6 мая 2022 года</w:t>
      </w:r>
    </w:p>
    <w:p w14:paraId="690D877A" w14:textId="77777777" w:rsidR="00A40E2C" w:rsidRPr="006A1CA5" w:rsidRDefault="00A40E2C" w:rsidP="00A40E2C">
      <w:r>
        <w:t>Пункт 5 b) предварительной повестки дня</w:t>
      </w:r>
    </w:p>
    <w:p w14:paraId="471331A8" w14:textId="77777777" w:rsidR="00A40E2C" w:rsidRPr="006A1CA5" w:rsidRDefault="00A40E2C" w:rsidP="00A40E2C">
      <w:pPr>
        <w:rPr>
          <w:b/>
          <w:bCs/>
        </w:rPr>
      </w:pPr>
      <w:r>
        <w:rPr>
          <w:b/>
          <w:bCs/>
        </w:rPr>
        <w:t>Предложения по поправкам к СПС:</w:t>
      </w:r>
    </w:p>
    <w:p w14:paraId="4664C7CF" w14:textId="77777777" w:rsidR="00A40E2C" w:rsidRPr="006A1CA5" w:rsidRDefault="00A40E2C" w:rsidP="00A40E2C">
      <w:pPr>
        <w:rPr>
          <w:b/>
          <w:bCs/>
        </w:rPr>
      </w:pPr>
      <w:r>
        <w:rPr>
          <w:b/>
          <w:bCs/>
        </w:rPr>
        <w:t>Новые предложения</w:t>
      </w:r>
    </w:p>
    <w:p w14:paraId="23521882" w14:textId="09FB6DD6" w:rsidR="00A40E2C" w:rsidRPr="006A1CA5" w:rsidRDefault="00A40E2C" w:rsidP="00A40E2C">
      <w:pPr>
        <w:pStyle w:val="HChG"/>
      </w:pPr>
      <w:r>
        <w:tab/>
      </w:r>
      <w:r>
        <w:tab/>
      </w:r>
      <w:r>
        <w:rPr>
          <w:bCs/>
        </w:rPr>
        <w:t>Предложение по заявлению о соответствии (приложение 1, добавление 2, пункт 7.3.6) и определению параметров многокамерных транспортных средств с </w:t>
      </w:r>
      <w:r w:rsidR="0004682E">
        <w:rPr>
          <w:bCs/>
        </w:rPr>
        <w:t>м</w:t>
      </w:r>
      <w:r>
        <w:rPr>
          <w:bCs/>
        </w:rPr>
        <w:t>ультитемпературным режимом (MКMТ)</w:t>
      </w:r>
    </w:p>
    <w:p w14:paraId="1F82F192" w14:textId="248DA13E" w:rsidR="00A40E2C" w:rsidRDefault="00A40E2C" w:rsidP="00A40E2C">
      <w:pPr>
        <w:pStyle w:val="H1G"/>
        <w:rPr>
          <w:bCs/>
        </w:rPr>
      </w:pPr>
      <w:r>
        <w:tab/>
      </w:r>
      <w:r>
        <w:tab/>
      </w:r>
      <w:r>
        <w:rPr>
          <w:bCs/>
        </w:rPr>
        <w:t>Передано федерацией «Трансфригорут интернэшнл» (ТИ)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40E2C" w:rsidRPr="00A40E2C" w14:paraId="098F071A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66FCC143" w14:textId="77777777" w:rsidR="00A40E2C" w:rsidRPr="00A40E2C" w:rsidRDefault="00A40E2C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40E2C">
              <w:rPr>
                <w:rFonts w:cs="Times New Roman"/>
              </w:rPr>
              <w:tab/>
            </w:r>
            <w:r w:rsidRPr="00A40E2C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40E2C" w:rsidRPr="00A40E2C" w14:paraId="3A081D5B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F10292A" w14:textId="30D61F9C" w:rsidR="00A40E2C" w:rsidRPr="00DE4311" w:rsidRDefault="00A40E2C" w:rsidP="00A40E2C">
            <w:pPr>
              <w:pStyle w:val="SingleTxtG"/>
              <w:tabs>
                <w:tab w:val="left" w:pos="3677"/>
              </w:tabs>
              <w:ind w:left="3677" w:hanging="2543"/>
            </w:pPr>
            <w:r w:rsidRPr="00A40E2C">
              <w:rPr>
                <w:b/>
                <w:bCs/>
              </w:rPr>
              <w:t>Существо предложения:</w:t>
            </w:r>
            <w:r w:rsidRPr="00A40E2C">
              <w:tab/>
              <w:t>Предложение по заявлению о соответствии (приложение 1, добавление 2, пункт 7.3.6) и определению параметров многокамерных транспортных средств с мультитемпературным режимом (MКMТ)</w:t>
            </w:r>
            <w:r w:rsidR="00DE4311">
              <w:t>.</w:t>
            </w:r>
          </w:p>
        </w:tc>
      </w:tr>
      <w:tr w:rsidR="00A40E2C" w:rsidRPr="00A40E2C" w14:paraId="5C856110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491E831" w14:textId="620FC87D" w:rsidR="00A40E2C" w:rsidRPr="00A40E2C" w:rsidRDefault="00A40E2C" w:rsidP="00A40E2C">
            <w:pPr>
              <w:pStyle w:val="SingleTxtG"/>
              <w:tabs>
                <w:tab w:val="left" w:pos="3677"/>
              </w:tabs>
              <w:ind w:left="3677" w:hanging="2543"/>
              <w:rPr>
                <w:b/>
                <w:bCs/>
              </w:rPr>
            </w:pPr>
            <w:r w:rsidRPr="00A40E2C">
              <w:rPr>
                <w:b/>
                <w:bCs/>
              </w:rPr>
              <w:t>Предлагаемое решение:</w:t>
            </w:r>
            <w:r w:rsidRPr="00A40E2C">
              <w:tab/>
              <w:t>Приложение 1. Образец № 14. Заявление о соответствии для многокамерного транспортного средства с</w:t>
            </w:r>
            <w:r w:rsidR="00DE4311">
              <w:t> </w:t>
            </w:r>
            <w:r w:rsidRPr="00A40E2C">
              <w:t>мультитемпературным режимом. Документ, дополняющий свидетельство о соответствии согласно пункту 7.3.6 добавления 2 к приложению 1.</w:t>
            </w:r>
          </w:p>
        </w:tc>
      </w:tr>
      <w:tr w:rsidR="00A40E2C" w:rsidRPr="00A40E2C" w14:paraId="28F2D26B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20327F5" w14:textId="77777777" w:rsidR="00A40E2C" w:rsidRDefault="00A40E2C" w:rsidP="00A40E2C">
            <w:pPr>
              <w:pStyle w:val="SingleTxtG"/>
              <w:tabs>
                <w:tab w:val="left" w:pos="3677"/>
              </w:tabs>
              <w:ind w:left="3677" w:hanging="2543"/>
            </w:pPr>
            <w:r w:rsidRPr="00A40E2C">
              <w:rPr>
                <w:b/>
                <w:bCs/>
              </w:rPr>
              <w:t>Справочные документы:</w:t>
            </w:r>
            <w:r w:rsidRPr="00A40E2C">
              <w:rPr>
                <w:b/>
                <w:bCs/>
              </w:rPr>
              <w:tab/>
            </w:r>
            <w:r w:rsidRPr="00A40E2C">
              <w:t>Руководство по MКМT — версия 5.3.</w:t>
            </w:r>
          </w:p>
          <w:p w14:paraId="74F9A9C5" w14:textId="1B832A63" w:rsidR="00A40E2C" w:rsidRPr="00A40E2C" w:rsidRDefault="00A40E2C" w:rsidP="00A40E2C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77"/>
              </w:tabs>
              <w:ind w:left="3677" w:hanging="2543"/>
            </w:pPr>
            <w:r w:rsidRPr="00A40E2C">
              <w:tab/>
              <w:t>Неофициальный документ INF.5 семьдесят седьмой сессии</w:t>
            </w:r>
          </w:p>
        </w:tc>
      </w:tr>
      <w:tr w:rsidR="00A40E2C" w:rsidRPr="00A40E2C" w14:paraId="0FF03D68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645AF184" w14:textId="77777777" w:rsidR="00A40E2C" w:rsidRPr="00A40E2C" w:rsidRDefault="00A40E2C" w:rsidP="00850215">
            <w:pPr>
              <w:rPr>
                <w:rFonts w:cs="Times New Roman"/>
              </w:rPr>
            </w:pPr>
          </w:p>
        </w:tc>
      </w:tr>
    </w:tbl>
    <w:p w14:paraId="04111321" w14:textId="77777777" w:rsidR="00A40E2C" w:rsidRPr="006A1CA5" w:rsidRDefault="00A40E2C" w:rsidP="00A40E2C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1E17802E" w14:textId="77777777" w:rsidR="00A40E2C" w:rsidRPr="006A1CA5" w:rsidRDefault="00A40E2C" w:rsidP="00A40E2C">
      <w:pPr>
        <w:pStyle w:val="SingleTxtG"/>
      </w:pPr>
      <w:r>
        <w:t>1.</w:t>
      </w:r>
      <w:r>
        <w:tab/>
        <w:t>Согласно новым положениям СПС от 6 июля 2020 года все заявки на получение свидетельств СПС для транспортных средств с мультитемпературным режимом, изготовленных после 1 октября 2020 года, должны включать заявление о соответствии, прилагаемое к свидетельству.</w:t>
      </w:r>
    </w:p>
    <w:p w14:paraId="069D181E" w14:textId="0F692B65" w:rsidR="00A40E2C" w:rsidRPr="006A1CA5" w:rsidRDefault="00A40E2C" w:rsidP="00A40E2C">
      <w:pPr>
        <w:pStyle w:val="SingleTxtG"/>
      </w:pPr>
      <w:r>
        <w:lastRenderedPageBreak/>
        <w:t>2.</w:t>
      </w:r>
      <w:r>
        <w:tab/>
        <w:t xml:space="preserve">С целью передачи разъяснений, призванных содействовать в применении согласованной процедуры для совершенствования условий принятия транспортных средств в стране регистрации, было опубликовано Руководство по MКМT </w:t>
      </w:r>
      <w:r w:rsidRPr="00A40E2C">
        <w:t>—</w:t>
      </w:r>
      <w:r>
        <w:t xml:space="preserve"> версия 5.3. </w:t>
      </w:r>
    </w:p>
    <w:p w14:paraId="53B2DB3D" w14:textId="77777777" w:rsidR="00A40E2C" w:rsidRPr="006A1CA5" w:rsidRDefault="00A40E2C" w:rsidP="00A40E2C">
      <w:pPr>
        <w:pStyle w:val="HChG"/>
      </w:pPr>
      <w:r>
        <w:rPr>
          <w:bCs/>
        </w:rPr>
        <w:tab/>
        <w:t>I.</w:t>
      </w:r>
      <w:r>
        <w:tab/>
      </w:r>
      <w:r>
        <w:rPr>
          <w:bCs/>
        </w:rPr>
        <w:t>Предложение</w:t>
      </w:r>
    </w:p>
    <w:p w14:paraId="0F9190AD" w14:textId="6A1A7AB8" w:rsidR="00A40E2C" w:rsidRPr="006A1CA5" w:rsidRDefault="00A40E2C" w:rsidP="00A40E2C">
      <w:pPr>
        <w:pStyle w:val="SingleTxtG"/>
      </w:pPr>
      <w:r>
        <w:t>3.</w:t>
      </w:r>
      <w:r>
        <w:tab/>
        <w:t xml:space="preserve">Руководство по MКМТ </w:t>
      </w:r>
      <w:r w:rsidRPr="00A40E2C">
        <w:t>—</w:t>
      </w:r>
      <w:r>
        <w:t xml:space="preserve"> версия 5.3 содержит следующее предложение по оформлению заявления о соответствия:</w:t>
      </w:r>
    </w:p>
    <w:p w14:paraId="5E67E455" w14:textId="3297450B" w:rsidR="00A40E2C" w:rsidRPr="006A1CA5" w:rsidRDefault="00A40E2C" w:rsidP="00A40E2C">
      <w:pPr>
        <w:pStyle w:val="SingleTxtG"/>
        <w:ind w:left="1701"/>
      </w:pPr>
      <w:r>
        <w:t>«Приложение 1. Образец № 14. Заявление о соответствии для многокамерного транспортного средства с мультитемпературным режимом. Документ, дополняющий свидетельство о соответствии согласно пункту 7.3.6 добавления 2 к приложению 1».</w:t>
      </w:r>
    </w:p>
    <w:p w14:paraId="52AF8684" w14:textId="77777777" w:rsidR="00A40E2C" w:rsidRPr="006A1CA5" w:rsidRDefault="00A40E2C" w:rsidP="00A40E2C">
      <w:pPr>
        <w:pStyle w:val="SingleTxtG"/>
      </w:pPr>
      <w:r>
        <w:t>4.</w:t>
      </w:r>
      <w:r>
        <w:tab/>
        <w:t>В этом образце № 14 мы предлагаем исключить информацию о серийном номере как для изотермического кузова, так и для бортовой установки.</w:t>
      </w:r>
    </w:p>
    <w:p w14:paraId="32C85689" w14:textId="77777777" w:rsidR="00A40E2C" w:rsidRPr="006A1CA5" w:rsidRDefault="00A40E2C" w:rsidP="00A40E2C">
      <w:pPr>
        <w:pStyle w:val="HChG"/>
      </w:pPr>
      <w:r>
        <w:rPr>
          <w:bCs/>
        </w:rPr>
        <w:tab/>
        <w:t>II.</w:t>
      </w:r>
      <w:r>
        <w:tab/>
      </w:r>
      <w:r>
        <w:rPr>
          <w:bCs/>
        </w:rPr>
        <w:t>Обоснование</w:t>
      </w:r>
    </w:p>
    <w:p w14:paraId="4AACA4C7" w14:textId="77777777" w:rsidR="00A40E2C" w:rsidRPr="006A1CA5" w:rsidRDefault="00A40E2C" w:rsidP="00A40E2C">
      <w:pPr>
        <w:pStyle w:val="SingleTxtG"/>
      </w:pPr>
      <w:r>
        <w:t>5.</w:t>
      </w:r>
      <w:r>
        <w:tab/>
        <w:t>Эта информация не относится к измерению параметров транспортного средства.</w:t>
      </w:r>
    </w:p>
    <w:p w14:paraId="5C3A4C6B" w14:textId="77777777" w:rsidR="00A40E2C" w:rsidRPr="006A1CA5" w:rsidRDefault="00A40E2C" w:rsidP="00A40E2C">
      <w:pPr>
        <w:pStyle w:val="SingleTxtG"/>
      </w:pPr>
      <w:r>
        <w:t>6.</w:t>
      </w:r>
      <w:r>
        <w:tab/>
        <w:t>Цель заявления о соответствии состоит в подтверждении того, что транспортное средство подходит для конкретной транспортной операции. Поэтому измерение параметров основано только на технических данных (габаритах, технических характеристиках).</w:t>
      </w:r>
    </w:p>
    <w:p w14:paraId="439294D0" w14:textId="41432E54" w:rsidR="00A40E2C" w:rsidRPr="006A1CA5" w:rsidRDefault="00A40E2C" w:rsidP="00A40E2C">
      <w:pPr>
        <w:pStyle w:val="SingleTxtG"/>
      </w:pPr>
      <w:r>
        <w:t>7.</w:t>
      </w:r>
      <w:r>
        <w:tab/>
      </w:r>
      <w:r w:rsidR="00A22B8B" w:rsidRPr="00A22B8B">
        <w:t xml:space="preserve">Риск сохранения информации о </w:t>
      </w:r>
      <w:r w:rsidR="00A22B8B">
        <w:t>«</w:t>
      </w:r>
      <w:r w:rsidR="00A22B8B" w:rsidRPr="00A22B8B">
        <w:t>серийном номере</w:t>
      </w:r>
      <w:r w:rsidR="00A22B8B">
        <w:t>»</w:t>
      </w:r>
      <w:r w:rsidR="00A22B8B" w:rsidRPr="00A22B8B">
        <w:t xml:space="preserve"> в рамках образца № 14 связан с увеличением объема административной работы из-за дублирования свидетельства о соответстви</w:t>
      </w:r>
      <w:r w:rsidR="00A22B8B">
        <w:t>и</w:t>
      </w:r>
      <w:r w:rsidR="00A22B8B" w:rsidRPr="00A22B8B">
        <w:t xml:space="preserve"> для транспортного средства с абсолютно одинаковыми техническими характеристиками.</w:t>
      </w:r>
    </w:p>
    <w:p w14:paraId="6963D7A3" w14:textId="77777777" w:rsidR="00A40E2C" w:rsidRPr="006A1CA5" w:rsidRDefault="00A40E2C" w:rsidP="00A40E2C">
      <w:pPr>
        <w:spacing w:before="240"/>
        <w:jc w:val="center"/>
        <w:rPr>
          <w:u w:val="single"/>
        </w:rPr>
      </w:pPr>
      <w:r w:rsidRPr="006A1CA5">
        <w:rPr>
          <w:u w:val="single"/>
        </w:rPr>
        <w:tab/>
      </w:r>
      <w:r w:rsidRPr="006A1CA5">
        <w:rPr>
          <w:u w:val="single"/>
        </w:rPr>
        <w:tab/>
      </w:r>
      <w:r w:rsidRPr="006A1CA5">
        <w:rPr>
          <w:u w:val="single"/>
        </w:rPr>
        <w:tab/>
      </w:r>
    </w:p>
    <w:p w14:paraId="65D6E26F" w14:textId="77777777" w:rsidR="00E12C5F" w:rsidRPr="00A40E2C" w:rsidRDefault="00E12C5F" w:rsidP="00D9145B"/>
    <w:sectPr w:rsidR="00E12C5F" w:rsidRPr="00A40E2C" w:rsidSect="00A40E2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09620" w14:textId="77777777" w:rsidR="00C75A7A" w:rsidRPr="00A312BC" w:rsidRDefault="00C75A7A" w:rsidP="00A312BC"/>
  </w:endnote>
  <w:endnote w:type="continuationSeparator" w:id="0">
    <w:p w14:paraId="68B3A890" w14:textId="77777777" w:rsidR="00C75A7A" w:rsidRPr="00A312BC" w:rsidRDefault="00C75A7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5D421" w14:textId="319C19BC" w:rsidR="00A40E2C" w:rsidRPr="00A40E2C" w:rsidRDefault="00A40E2C">
    <w:pPr>
      <w:pStyle w:val="a8"/>
    </w:pPr>
    <w:r w:rsidRPr="00A40E2C">
      <w:rPr>
        <w:b/>
        <w:sz w:val="18"/>
      </w:rPr>
      <w:fldChar w:fldCharType="begin"/>
    </w:r>
    <w:r w:rsidRPr="00A40E2C">
      <w:rPr>
        <w:b/>
        <w:sz w:val="18"/>
      </w:rPr>
      <w:instrText xml:space="preserve"> PAGE  \* MERGEFORMAT </w:instrText>
    </w:r>
    <w:r w:rsidRPr="00A40E2C">
      <w:rPr>
        <w:b/>
        <w:sz w:val="18"/>
      </w:rPr>
      <w:fldChar w:fldCharType="separate"/>
    </w:r>
    <w:r w:rsidRPr="00A40E2C">
      <w:rPr>
        <w:b/>
        <w:noProof/>
        <w:sz w:val="18"/>
      </w:rPr>
      <w:t>2</w:t>
    </w:r>
    <w:r w:rsidRPr="00A40E2C">
      <w:rPr>
        <w:b/>
        <w:sz w:val="18"/>
      </w:rPr>
      <w:fldChar w:fldCharType="end"/>
    </w:r>
    <w:r>
      <w:rPr>
        <w:b/>
        <w:sz w:val="18"/>
      </w:rPr>
      <w:tab/>
    </w:r>
    <w:r>
      <w:t>GE.22-01984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EC69" w14:textId="28060E14" w:rsidR="00A40E2C" w:rsidRPr="00A40E2C" w:rsidRDefault="00A40E2C" w:rsidP="00A40E2C">
    <w:pPr>
      <w:pStyle w:val="a8"/>
      <w:tabs>
        <w:tab w:val="clear" w:pos="9639"/>
        <w:tab w:val="right" w:pos="9638"/>
      </w:tabs>
      <w:rPr>
        <w:b/>
        <w:sz w:val="18"/>
      </w:rPr>
    </w:pPr>
    <w:r>
      <w:t>GE.22-01984</w:t>
    </w:r>
    <w:r>
      <w:tab/>
    </w:r>
    <w:r w:rsidRPr="00A40E2C">
      <w:rPr>
        <w:b/>
        <w:sz w:val="18"/>
      </w:rPr>
      <w:fldChar w:fldCharType="begin"/>
    </w:r>
    <w:r w:rsidRPr="00A40E2C">
      <w:rPr>
        <w:b/>
        <w:sz w:val="18"/>
      </w:rPr>
      <w:instrText xml:space="preserve"> PAGE  \* MERGEFORMAT </w:instrText>
    </w:r>
    <w:r w:rsidRPr="00A40E2C">
      <w:rPr>
        <w:b/>
        <w:sz w:val="18"/>
      </w:rPr>
      <w:fldChar w:fldCharType="separate"/>
    </w:r>
    <w:r w:rsidRPr="00A40E2C">
      <w:rPr>
        <w:b/>
        <w:noProof/>
        <w:sz w:val="18"/>
      </w:rPr>
      <w:t>3</w:t>
    </w:r>
    <w:r w:rsidRPr="00A40E2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3A1D8" w14:textId="01CE2638" w:rsidR="00042B72" w:rsidRPr="00A40E2C" w:rsidRDefault="00A40E2C" w:rsidP="00A40E2C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741F761" wp14:editId="7A9C52B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22-01984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67693F6" wp14:editId="7378F2B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030322  030322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B6D5E" w14:textId="77777777" w:rsidR="00C75A7A" w:rsidRPr="001075E9" w:rsidRDefault="00C75A7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0E8330C" w14:textId="77777777" w:rsidR="00C75A7A" w:rsidRDefault="00C75A7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0AF71" w14:textId="469B0ECA" w:rsidR="00A40E2C" w:rsidRPr="00A40E2C" w:rsidRDefault="007B3CF6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3456" w14:textId="3CE90C4F" w:rsidR="00A40E2C" w:rsidRPr="00A40E2C" w:rsidRDefault="007B3CF6" w:rsidP="00A40E2C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7A"/>
    <w:rsid w:val="00033EE1"/>
    <w:rsid w:val="00042B72"/>
    <w:rsid w:val="0004682E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E668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86D7A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3CF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22B8B"/>
    <w:rsid w:val="00A312BC"/>
    <w:rsid w:val="00A40E2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75A7A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E4311"/>
    <w:rsid w:val="00DF5767"/>
    <w:rsid w:val="00DF71B9"/>
    <w:rsid w:val="00E03CF8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A8EFDC"/>
  <w15:docId w15:val="{865FABB3-8D45-4027-8F37-736FEB0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A40E2C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A40E2C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A40E2C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890D92-3EAB-4988-866A-EDD3122FDAC7}"/>
</file>

<file path=customXml/itemProps2.xml><?xml version="1.0" encoding="utf-8"?>
<ds:datastoreItem xmlns:ds="http://schemas.openxmlformats.org/officeDocument/2006/customXml" ds:itemID="{139FFC31-ADAD-4A22-A4EF-68FEB6AF9C20}"/>
</file>

<file path=customXml/itemProps3.xml><?xml version="1.0" encoding="utf-8"?>
<ds:datastoreItem xmlns:ds="http://schemas.openxmlformats.org/officeDocument/2006/customXml" ds:itemID="{9D086B77-9BF1-4B20-A1DE-EE9B2BD62125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2</Pages>
  <Words>348</Words>
  <Characters>2482</Characters>
  <Application>Microsoft Office Word</Application>
  <DocSecurity>0</DocSecurity>
  <Lines>68</Lines>
  <Paragraphs>37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ECE/TRANS/WP.11/2022/8</vt:lpstr>
      <vt:lpstr>A/</vt:lpstr>
      <vt:lpstr>A/</vt:lpstr>
    </vt:vector>
  </TitlesOfParts>
  <Company>DCM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ECE/TRANS/WP.11/2022/8</dc:title>
  <dc:subject/>
  <dc:creator>Uliana ANTIPOVA</dc:creator>
  <cp:keywords/>
  <cp:lastModifiedBy>Tatiana Chvets</cp:lastModifiedBy>
  <cp:revision>3</cp:revision>
  <cp:lastPrinted>2022-03-03T12:26:00Z</cp:lastPrinted>
  <dcterms:created xsi:type="dcterms:W3CDTF">2022-03-03T12:26:00Z</dcterms:created>
  <dcterms:modified xsi:type="dcterms:W3CDTF">2022-03-03T12:26:00Z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