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542F957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162ADE9" w14:textId="77777777" w:rsidR="002D5AAC" w:rsidRDefault="002D5AAC" w:rsidP="006819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1B6B4B7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93F87A0" w14:textId="51976333" w:rsidR="002D5AAC" w:rsidRDefault="00681976" w:rsidP="00681976">
            <w:pPr>
              <w:jc w:val="right"/>
            </w:pPr>
            <w:r w:rsidRPr="00681976">
              <w:rPr>
                <w:sz w:val="40"/>
              </w:rPr>
              <w:t>ECE</w:t>
            </w:r>
            <w:r>
              <w:t>/TRANS/WP.11/2022/7</w:t>
            </w:r>
          </w:p>
        </w:tc>
      </w:tr>
      <w:tr w:rsidR="002D5AAC" w:rsidRPr="00C54E74" w14:paraId="06762971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5644DF4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65D35E7" wp14:editId="70E9CB4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40F7131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BE2332D" w14:textId="77777777" w:rsidR="002D5AAC" w:rsidRDefault="0068197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29A8FC1" w14:textId="77777777" w:rsidR="00681976" w:rsidRDefault="00681976" w:rsidP="0068197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February 2022</w:t>
            </w:r>
          </w:p>
          <w:p w14:paraId="58319269" w14:textId="77777777" w:rsidR="00681976" w:rsidRDefault="00681976" w:rsidP="0068197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F763FB0" w14:textId="7887F6CB" w:rsidR="00681976" w:rsidRPr="008D53B6" w:rsidRDefault="00681976" w:rsidP="0068197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E209A1B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0C9BC64" w14:textId="77777777" w:rsidR="00681976" w:rsidRPr="00681976" w:rsidRDefault="00681976" w:rsidP="00681976">
      <w:pPr>
        <w:spacing w:before="120"/>
        <w:rPr>
          <w:sz w:val="28"/>
          <w:szCs w:val="28"/>
        </w:rPr>
      </w:pPr>
      <w:r w:rsidRPr="00681976">
        <w:rPr>
          <w:sz w:val="28"/>
          <w:szCs w:val="28"/>
        </w:rPr>
        <w:t>Комитет по внутреннему транспорту</w:t>
      </w:r>
    </w:p>
    <w:p w14:paraId="464D1548" w14:textId="5D0AC5D9" w:rsidR="00681976" w:rsidRPr="00681976" w:rsidRDefault="00681976" w:rsidP="00681976">
      <w:pPr>
        <w:spacing w:before="120"/>
        <w:rPr>
          <w:b/>
          <w:sz w:val="24"/>
          <w:szCs w:val="24"/>
        </w:rPr>
      </w:pPr>
      <w:r w:rsidRPr="00681976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681976">
        <w:rPr>
          <w:b/>
          <w:bCs/>
          <w:sz w:val="24"/>
          <w:szCs w:val="24"/>
        </w:rPr>
        <w:t>пищевых продуктов</w:t>
      </w:r>
    </w:p>
    <w:p w14:paraId="1636338A" w14:textId="77777777" w:rsidR="00681976" w:rsidRPr="00977580" w:rsidRDefault="00681976" w:rsidP="00681976">
      <w:pPr>
        <w:spacing w:before="120"/>
        <w:rPr>
          <w:b/>
        </w:rPr>
      </w:pPr>
      <w:r>
        <w:rPr>
          <w:b/>
          <w:bCs/>
        </w:rPr>
        <w:t>Семьдесят восьмая сессия</w:t>
      </w:r>
    </w:p>
    <w:p w14:paraId="3863FA71" w14:textId="522C9B12" w:rsidR="00681976" w:rsidRPr="00A81965" w:rsidRDefault="00681976" w:rsidP="00681976">
      <w:pPr>
        <w:ind w:left="1134" w:hanging="1134"/>
      </w:pPr>
      <w:r w:rsidRPr="00A81965">
        <w:t>Женева, 3</w:t>
      </w:r>
      <w:r w:rsidRPr="00C54E74">
        <w:t>–</w:t>
      </w:r>
      <w:r w:rsidRPr="00A81965">
        <w:t>6 мая 2022 года</w:t>
      </w:r>
    </w:p>
    <w:p w14:paraId="6E8B9B90" w14:textId="77777777" w:rsidR="00681976" w:rsidRPr="00977580" w:rsidRDefault="00681976" w:rsidP="00681976">
      <w:r>
        <w:t>Пункт 5 b) предварительной повестки дня</w:t>
      </w:r>
    </w:p>
    <w:p w14:paraId="176136FC" w14:textId="286D4212" w:rsidR="00681976" w:rsidRPr="00977580" w:rsidRDefault="00681976" w:rsidP="00681976">
      <w:pPr>
        <w:rPr>
          <w:b/>
          <w:bCs/>
        </w:rPr>
      </w:pPr>
      <w:r>
        <w:rPr>
          <w:b/>
          <w:bCs/>
        </w:rPr>
        <w:t>Предложения по поправкам к СПС:</w:t>
      </w:r>
      <w:r>
        <w:rPr>
          <w:b/>
          <w:bCs/>
        </w:rPr>
        <w:br/>
      </w:r>
      <w:r w:rsidRPr="00A0437D">
        <w:rPr>
          <w:b/>
          <w:bCs/>
        </w:rPr>
        <w:t>Н</w:t>
      </w:r>
      <w:r>
        <w:rPr>
          <w:b/>
          <w:bCs/>
        </w:rPr>
        <w:t>овые предложения</w:t>
      </w:r>
    </w:p>
    <w:p w14:paraId="078713D4" w14:textId="77777777" w:rsidR="00681976" w:rsidRPr="00977580" w:rsidRDefault="00681976" w:rsidP="00681976">
      <w:pPr>
        <w:pStyle w:val="HChG"/>
      </w:pPr>
      <w:r>
        <w:tab/>
      </w:r>
      <w:r>
        <w:tab/>
      </w:r>
      <w:r>
        <w:tab/>
      </w:r>
      <w:r>
        <w:rPr>
          <w:bCs/>
        </w:rPr>
        <w:t>Предлагаемый перечень основных компонентов</w:t>
      </w:r>
    </w:p>
    <w:p w14:paraId="64105AEB" w14:textId="77777777" w:rsidR="00681976" w:rsidRPr="00977580" w:rsidRDefault="00681976" w:rsidP="00681976">
      <w:pPr>
        <w:pStyle w:val="H1G"/>
      </w:pPr>
      <w:r>
        <w:tab/>
      </w:r>
      <w:r>
        <w:tab/>
      </w:r>
      <w:r>
        <w:rPr>
          <w:bCs/>
        </w:rPr>
        <w:t>Представлено федерацией «Трансфригорут интернэшнл» (ТИ)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681976" w:rsidRPr="00681976" w14:paraId="0D5EA7C7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4A71DE01" w14:textId="77777777" w:rsidR="00681976" w:rsidRPr="00681976" w:rsidRDefault="00681976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681976">
              <w:rPr>
                <w:rFonts w:cs="Times New Roman"/>
              </w:rPr>
              <w:tab/>
            </w:r>
            <w:r w:rsidRPr="00681976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681976" w:rsidRPr="00681976" w14:paraId="48EFF6AA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3B947241" w14:textId="2D616E53" w:rsidR="00681976" w:rsidRPr="00681976" w:rsidRDefault="00681976" w:rsidP="00681976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pos="3686"/>
              </w:tabs>
              <w:ind w:left="3686" w:hanging="2552"/>
            </w:pPr>
            <w:r>
              <w:rPr>
                <w:b/>
                <w:bCs/>
              </w:rPr>
              <w:t>Существо предложения</w:t>
            </w:r>
            <w:r w:rsidRPr="00681976">
              <w:t>:</w:t>
            </w:r>
            <w:r w:rsidRPr="00681976">
              <w:tab/>
            </w:r>
            <w:r>
              <w:t>В соответствии с предложением Германии (ECE/TRANS/WP.11/2019/4) было решено, что подготовка перечня компонентов, которые могли бы влиять на холодопроизводительность установки, необходима для уточнения формулировки «основные компоненты не подлежат модификации» и что представители «Трансфригорут интернэшнл» предлагают внести соответствующее предложение для рассмотрения.</w:t>
            </w:r>
          </w:p>
        </w:tc>
      </w:tr>
      <w:tr w:rsidR="00681976" w:rsidRPr="00681976" w14:paraId="3E49EAED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31EB01B8" w14:textId="77777777" w:rsidR="00681976" w:rsidRDefault="00681976" w:rsidP="00681976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pos="3686"/>
              </w:tabs>
            </w:pPr>
            <w:r w:rsidRPr="00681976">
              <w:rPr>
                <w:b/>
                <w:bCs/>
              </w:rPr>
              <w:t>Предлагаемое решение</w:t>
            </w:r>
            <w:r w:rsidRPr="00681976">
              <w:t>:</w:t>
            </w:r>
            <w:r w:rsidRPr="00681976">
              <w:tab/>
              <w:t>Приложение 1, добавление 2, образец № 12</w:t>
            </w:r>
            <w:r>
              <w:t xml:space="preserve"> </w:t>
            </w:r>
          </w:p>
          <w:p w14:paraId="42D346A4" w14:textId="26C877D7" w:rsidR="00681976" w:rsidRPr="00681976" w:rsidRDefault="00681976" w:rsidP="00681976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pos="3686"/>
              </w:tabs>
            </w:pPr>
            <w:r>
              <w:tab/>
            </w:r>
            <w:r w:rsidRPr="00681976">
              <w:t>Приложение 1, добавление 2, образец № 1 А</w:t>
            </w:r>
            <w:bookmarkStart w:id="0" w:name="_Hlk83057391"/>
            <w:bookmarkEnd w:id="0"/>
          </w:p>
        </w:tc>
      </w:tr>
      <w:tr w:rsidR="00681976" w:rsidRPr="00681976" w14:paraId="466C1F68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107C69C3" w14:textId="77777777" w:rsidR="00681976" w:rsidRPr="00681976" w:rsidRDefault="00681976" w:rsidP="00681976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pos="3686"/>
              </w:tabs>
              <w:ind w:left="3686" w:hanging="2552"/>
            </w:pPr>
            <w:r w:rsidRPr="00681976">
              <w:rPr>
                <w:b/>
                <w:bCs/>
              </w:rPr>
              <w:t>Справочные документы</w:t>
            </w:r>
            <w:r w:rsidRPr="00681976">
              <w:t>:</w:t>
            </w:r>
            <w:r w:rsidRPr="00681976">
              <w:tab/>
              <w:t>Доклад о работе семьдесят пятой сессии WP.11, состоявшейся в 2019 году</w:t>
            </w:r>
          </w:p>
          <w:p w14:paraId="0FF21FC8" w14:textId="22E9DED8" w:rsidR="00681976" w:rsidRPr="00681976" w:rsidRDefault="00681976" w:rsidP="00681976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pos="3686"/>
              </w:tabs>
            </w:pPr>
            <w:r>
              <w:tab/>
            </w:r>
            <w:r w:rsidRPr="00681976">
              <w:t>ECE/TRANS/WP.11/2021/17 (Германия)</w:t>
            </w:r>
          </w:p>
          <w:p w14:paraId="56B9E923" w14:textId="0116B6D3" w:rsidR="00681976" w:rsidRPr="00681976" w:rsidRDefault="00681976" w:rsidP="00681976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pos="3686"/>
              </w:tabs>
              <w:ind w:left="3686" w:hanging="2552"/>
            </w:pPr>
            <w:r>
              <w:tab/>
            </w:r>
            <w:r w:rsidRPr="00681976">
              <w:t>Неофициальный документ INF.6 семьдесят седьмой сессии («Трансфригорут интернэшнл»)</w:t>
            </w:r>
          </w:p>
          <w:p w14:paraId="035747DA" w14:textId="566671D5" w:rsidR="00681976" w:rsidRPr="00681976" w:rsidRDefault="00681976" w:rsidP="00681976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pos="3686"/>
              </w:tabs>
              <w:ind w:left="3686" w:hanging="2552"/>
            </w:pPr>
            <w:r>
              <w:tab/>
            </w:r>
            <w:r w:rsidRPr="00681976">
              <w:t xml:space="preserve">Доклад о работе семьдесят </w:t>
            </w:r>
            <w:r w:rsidR="00C54E74">
              <w:t>седьм</w:t>
            </w:r>
            <w:r w:rsidRPr="00681976">
              <w:t>ой сессии WP.11, состоявшейся в 2021 году</w:t>
            </w:r>
          </w:p>
        </w:tc>
      </w:tr>
      <w:tr w:rsidR="00681976" w:rsidRPr="00681976" w14:paraId="6B2A95E6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3CFDAEE0" w14:textId="77777777" w:rsidR="00681976" w:rsidRPr="00681976" w:rsidRDefault="00681976" w:rsidP="00850215">
            <w:pPr>
              <w:rPr>
                <w:rFonts w:cs="Times New Roman"/>
              </w:rPr>
            </w:pPr>
          </w:p>
        </w:tc>
      </w:tr>
    </w:tbl>
    <w:p w14:paraId="1A9A7993" w14:textId="62643A10" w:rsidR="00681976" w:rsidRDefault="00681976" w:rsidP="00D9145B"/>
    <w:p w14:paraId="3A145686" w14:textId="77777777" w:rsidR="00681976" w:rsidRDefault="00681976">
      <w:pPr>
        <w:suppressAutoHyphens w:val="0"/>
        <w:spacing w:line="240" w:lineRule="auto"/>
      </w:pPr>
      <w:r>
        <w:br w:type="page"/>
      </w:r>
    </w:p>
    <w:p w14:paraId="0BCE24DF" w14:textId="2E653B4C" w:rsidR="00681976" w:rsidRPr="00977580" w:rsidRDefault="00DA397E" w:rsidP="00DA397E">
      <w:pPr>
        <w:pStyle w:val="HChG"/>
      </w:pPr>
      <w:r>
        <w:lastRenderedPageBreak/>
        <w:tab/>
      </w:r>
      <w:r>
        <w:tab/>
      </w:r>
      <w:r w:rsidR="00681976">
        <w:t>Введение</w:t>
      </w:r>
    </w:p>
    <w:p w14:paraId="7E694943" w14:textId="77777777" w:rsidR="00681976" w:rsidRPr="00977580" w:rsidRDefault="00681976" w:rsidP="00681976">
      <w:pPr>
        <w:pStyle w:val="SingleTxtG"/>
      </w:pPr>
      <w:r>
        <w:t>1.</w:t>
      </w:r>
      <w:r>
        <w:tab/>
        <w:t>В докладе о работе семьдесят пятой сессии, состоявшейся в 2019 году, к ТИ была обращена просьба предоставить перечень основных компонентов (как это указано ниже):</w:t>
      </w:r>
    </w:p>
    <w:p w14:paraId="282C8FC5" w14:textId="58F69578" w:rsidR="00681976" w:rsidRPr="00977580" w:rsidRDefault="00681976" w:rsidP="00681976">
      <w:pPr>
        <w:pStyle w:val="H23G"/>
      </w:pPr>
      <w:r>
        <w:tab/>
      </w:r>
      <w:r w:rsidRPr="00C54E74">
        <w:rPr>
          <w:b w:val="0"/>
          <w:bCs/>
        </w:rPr>
        <w:t>«</w:t>
      </w:r>
      <w:r>
        <w:t>3.</w:t>
      </w:r>
      <w:r>
        <w:tab/>
        <w:t xml:space="preserve">Предложение о внесении поправок в раздел 6 а) и b) добавления 1 </w:t>
      </w:r>
      <w:r>
        <w:br/>
        <w:t xml:space="preserve">к приложению 1: действительность протоколов испытаний </w:t>
      </w:r>
      <w:r>
        <w:br/>
        <w:t>для механических холодильных установок</w:t>
      </w:r>
    </w:p>
    <w:p w14:paraId="509438EE" w14:textId="77777777" w:rsidR="00681976" w:rsidRPr="00977580" w:rsidRDefault="00681976" w:rsidP="00681976">
      <w:pPr>
        <w:pStyle w:val="SingleTxtG"/>
      </w:pPr>
      <w:r>
        <w:rPr>
          <w:i/>
          <w:iCs/>
        </w:rPr>
        <w:t>Документ:</w:t>
      </w:r>
      <w:r>
        <w:tab/>
      </w:r>
      <w:r>
        <w:tab/>
        <w:t>ECE/TRANS/WP.11/2019/4 (Германия)</w:t>
      </w:r>
    </w:p>
    <w:p w14:paraId="6158DD6C" w14:textId="77777777" w:rsidR="00681976" w:rsidRPr="00977580" w:rsidRDefault="00681976" w:rsidP="00681976">
      <w:pPr>
        <w:pStyle w:val="SingleTxtG"/>
      </w:pPr>
      <w:r>
        <w:t>47.</w:t>
      </w:r>
      <w:r>
        <w:tab/>
        <w:t>Был высказан ряд вопросов, вызывающих обеспокоенность в отношении следующего:</w:t>
      </w:r>
    </w:p>
    <w:p w14:paraId="293365B5" w14:textId="77777777" w:rsidR="00681976" w:rsidRPr="00681976" w:rsidRDefault="00681976" w:rsidP="006D1EB1">
      <w:pPr>
        <w:pStyle w:val="Bullet1G"/>
      </w:pPr>
      <w:r w:rsidRPr="00681976">
        <w:t>отсутствия указания на то, какой именно компетентный орган имеется в виду: национальный компетентный орган или компетентный орган страны изготовления;</w:t>
      </w:r>
    </w:p>
    <w:p w14:paraId="33D192B1" w14:textId="77777777" w:rsidR="00681976" w:rsidRPr="00681976" w:rsidRDefault="00681976" w:rsidP="00681976">
      <w:pPr>
        <w:pStyle w:val="Bullet1G"/>
      </w:pPr>
      <w:r w:rsidRPr="00681976">
        <w:t>отсутствия четкого определения формулировки «основные компоненты не подлежат модификации», затрудняющее принятие компетентными органами решения о том, следует ли продлевать срок действия свидетельства о допущении данного типа;</w:t>
      </w:r>
    </w:p>
    <w:p w14:paraId="09F56426" w14:textId="77777777" w:rsidR="00681976" w:rsidRPr="00681976" w:rsidRDefault="00681976" w:rsidP="006D1EB1">
      <w:pPr>
        <w:pStyle w:val="Bullet1G"/>
      </w:pPr>
      <w:r w:rsidRPr="00681976">
        <w:t xml:space="preserve">отсутствия ссылки на использовавшийся вариант программного обеспечения, хотя, по мнению некоторых делегаций, к этой информации следует обеспечить доступ. </w:t>
      </w:r>
    </w:p>
    <w:p w14:paraId="260FC319" w14:textId="77777777" w:rsidR="00681976" w:rsidRPr="00977580" w:rsidRDefault="00681976" w:rsidP="00681976">
      <w:pPr>
        <w:pStyle w:val="SingleTxt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48.</w:t>
      </w:r>
      <w:r>
        <w:tab/>
        <w:t>Было решено, что подготовка перечня компонентов, которые могли бы влиять на холодопроизводительность установки, необходима для уточнения формулировки «основные компоненты не подлежат модификации» и что представители «Трансфригорут интернэшнл» внесут соответствующее предложение для рассмотрения на следующей сессии.</w:t>
      </w:r>
    </w:p>
    <w:p w14:paraId="45BC5FE3" w14:textId="77777777" w:rsidR="00681976" w:rsidRPr="00977580" w:rsidRDefault="00681976" w:rsidP="00681976">
      <w:pPr>
        <w:pStyle w:val="SingleTxtG"/>
      </w:pPr>
      <w:r>
        <w:t>49.</w:t>
      </w:r>
      <w:r>
        <w:tab/>
        <w:t>WP.11 просила делегацию Германии представить пересмотренное предложение на следующей сессии».</w:t>
      </w:r>
    </w:p>
    <w:p w14:paraId="66B75E14" w14:textId="77777777" w:rsidR="00681976" w:rsidRPr="00977580" w:rsidRDefault="00681976" w:rsidP="00681976">
      <w:pPr>
        <w:pStyle w:val="HChG"/>
      </w:pPr>
      <w:r>
        <w:rPr>
          <w:bCs/>
        </w:rPr>
        <w:tab/>
        <w:t>I.</w:t>
      </w:r>
      <w:r>
        <w:tab/>
      </w:r>
      <w:r>
        <w:rPr>
          <w:bCs/>
        </w:rPr>
        <w:t>Предложение</w:t>
      </w:r>
    </w:p>
    <w:p w14:paraId="23A12492" w14:textId="77777777" w:rsidR="00681976" w:rsidRPr="00977580" w:rsidRDefault="00681976" w:rsidP="00681976">
      <w:pPr>
        <w:pStyle w:val="SingleTxtG"/>
      </w:pPr>
      <w:r>
        <w:t>2.</w:t>
      </w:r>
      <w:r>
        <w:tab/>
        <w:t>Приведенное ниже предложение основано в основном на уже существующих моделях № 1 А и № 12, указанных в добавлении 2 к приложению 1.</w:t>
      </w:r>
    </w:p>
    <w:p w14:paraId="7804BFD0" w14:textId="77777777" w:rsidR="00681976" w:rsidRPr="00977580" w:rsidRDefault="00681976" w:rsidP="00681976">
      <w:pPr>
        <w:pStyle w:val="SingleTxtG"/>
      </w:pPr>
      <w:r>
        <w:t>3.</w:t>
      </w:r>
      <w:r>
        <w:tab/>
        <w:t>В настоящее время для проведения функционального анализа специальных транспортных средств, предназначенных для перевозки скоропортящихся пищевых продуктов, на высоком уровне можно было бы перечислить следующие функции:</w:t>
      </w:r>
    </w:p>
    <w:p w14:paraId="693F9967" w14:textId="77777777" w:rsidR="00681976" w:rsidRDefault="00681976" w:rsidP="00681976">
      <w:pPr>
        <w:pStyle w:val="Bullet1G"/>
      </w:pPr>
      <w:r>
        <w:t>электрогенерация/источник питания;</w:t>
      </w:r>
    </w:p>
    <w:p w14:paraId="47ECF496" w14:textId="77777777" w:rsidR="00681976" w:rsidRPr="007D3308" w:rsidRDefault="00681976" w:rsidP="00681976">
      <w:pPr>
        <w:pStyle w:val="Bullet1G"/>
      </w:pPr>
      <w:r>
        <w:t>производство и распределение холода/тепла;</w:t>
      </w:r>
    </w:p>
    <w:p w14:paraId="686FF51B" w14:textId="77777777" w:rsidR="00681976" w:rsidRDefault="00681976" w:rsidP="00681976">
      <w:pPr>
        <w:pStyle w:val="Bullet1G"/>
      </w:pPr>
      <w:r>
        <w:t>изоляция.</w:t>
      </w:r>
    </w:p>
    <w:p w14:paraId="2A1B0C1D" w14:textId="77777777" w:rsidR="00681976" w:rsidRPr="00977580" w:rsidRDefault="00681976" w:rsidP="00681976">
      <w:pPr>
        <w:pStyle w:val="SingleTxtG"/>
      </w:pPr>
      <w:bookmarkStart w:id="1" w:name="_Hlk83058523"/>
      <w:r>
        <w:t>4.</w:t>
      </w:r>
      <w:r>
        <w:tab/>
        <w:t>«Трансфригорут интернэшнл» предлагает четко разграничить компоненты, относящиеся к каждой из указанных выше функций.</w:t>
      </w:r>
      <w:bookmarkEnd w:id="1"/>
    </w:p>
    <w:p w14:paraId="6AAC7F50" w14:textId="77777777" w:rsidR="00681976" w:rsidRPr="00977580" w:rsidRDefault="00681976" w:rsidP="00681976">
      <w:pPr>
        <w:pStyle w:val="Bullet1G"/>
      </w:pPr>
      <w:r>
        <w:t xml:space="preserve">Перечень основных компонентов, относящихся к электрогенерации/источнику питания </w:t>
      </w:r>
    </w:p>
    <w:p w14:paraId="769D048A" w14:textId="77777777" w:rsidR="00681976" w:rsidRPr="00977580" w:rsidRDefault="00681976" w:rsidP="00681976">
      <w:pPr>
        <w:pStyle w:val="Bullet1G"/>
        <w:numPr>
          <w:ilvl w:val="0"/>
          <w:numId w:val="0"/>
        </w:numPr>
        <w:ind w:left="1701"/>
      </w:pPr>
      <w:r>
        <w:t>(см. приложение 1, добавление 2, образец № 12)</w:t>
      </w:r>
    </w:p>
    <w:p w14:paraId="00C4123B" w14:textId="4A0EF87E" w:rsidR="00681976" w:rsidRPr="00977580" w:rsidRDefault="00771416" w:rsidP="00771416">
      <w:pPr>
        <w:pStyle w:val="H23G"/>
      </w:pPr>
      <w:r>
        <w:tab/>
      </w:r>
      <w:r>
        <w:tab/>
      </w:r>
      <w:r w:rsidR="00681976">
        <w:t>Таблица 1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0"/>
        <w:gridCol w:w="3439"/>
        <w:gridCol w:w="991"/>
      </w:tblGrid>
      <w:tr w:rsidR="00222398" w:rsidRPr="00FE33C1" w14:paraId="20AABCBC" w14:textId="77777777" w:rsidTr="00222398">
        <w:trPr>
          <w:tblHeader/>
        </w:trPr>
        <w:tc>
          <w:tcPr>
            <w:tcW w:w="29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CFC0AB7" w14:textId="77777777" w:rsidR="00681976" w:rsidRPr="00FE33C1" w:rsidRDefault="00681976" w:rsidP="006D1EB1">
            <w:pPr>
              <w:keepNext/>
              <w:keepLines/>
              <w:spacing w:before="80" w:after="80" w:line="200" w:lineRule="exact"/>
              <w:ind w:left="28"/>
              <w:rPr>
                <w:rFonts w:cs="Times New Roman"/>
                <w:i/>
                <w:sz w:val="16"/>
              </w:rPr>
            </w:pPr>
            <w:r w:rsidRPr="00FE33C1">
              <w:rPr>
                <w:rFonts w:cs="Times New Roman"/>
                <w:i/>
                <w:sz w:val="16"/>
              </w:rPr>
              <w:t>Двигатель привода компрессора</w:t>
            </w:r>
          </w:p>
        </w:tc>
        <w:tc>
          <w:tcPr>
            <w:tcW w:w="34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C3411E7" w14:textId="77777777" w:rsidR="00681976" w:rsidRPr="00FE33C1" w:rsidRDefault="00681976" w:rsidP="00FE33C1">
            <w:pPr>
              <w:keepNext/>
              <w:keepLines/>
              <w:spacing w:before="80" w:after="80" w:line="200" w:lineRule="exact"/>
              <w:ind w:left="28"/>
              <w:rPr>
                <w:rFonts w:cs="Times New Roman"/>
                <w:i/>
                <w:sz w:val="16"/>
                <w:lang w:val="en-US"/>
              </w:rPr>
            </w:pPr>
            <w:r w:rsidRPr="00FE33C1">
              <w:rPr>
                <w:rFonts w:cs="Times New Roman"/>
                <w:i/>
                <w:sz w:val="16"/>
                <w:lang w:val="en-US"/>
              </w:rPr>
              <w:t> 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49FC73A" w14:textId="77777777" w:rsidR="00681976" w:rsidRPr="00FE33C1" w:rsidRDefault="00681976" w:rsidP="00FE33C1">
            <w:pPr>
              <w:keepNext/>
              <w:keepLines/>
              <w:spacing w:before="80" w:after="80" w:line="200" w:lineRule="exact"/>
              <w:ind w:left="28"/>
              <w:rPr>
                <w:rFonts w:cs="Times New Roman"/>
                <w:i/>
                <w:sz w:val="16"/>
                <w:lang w:val="en-US"/>
              </w:rPr>
            </w:pPr>
            <w:r w:rsidRPr="00FE33C1">
              <w:rPr>
                <w:rFonts w:cs="Times New Roman"/>
                <w:i/>
                <w:sz w:val="16"/>
                <w:lang w:val="en-US"/>
              </w:rPr>
              <w:t> </w:t>
            </w:r>
          </w:p>
        </w:tc>
      </w:tr>
      <w:tr w:rsidR="00FE33C1" w:rsidRPr="00FE33C1" w14:paraId="0712E6D0" w14:textId="77777777" w:rsidTr="00222398">
        <w:trPr>
          <w:trHeight w:hRule="exact" w:val="113"/>
          <w:tblHeader/>
        </w:trPr>
        <w:tc>
          <w:tcPr>
            <w:tcW w:w="2940" w:type="dxa"/>
            <w:tcBorders>
              <w:top w:val="single" w:sz="12" w:space="0" w:color="auto"/>
            </w:tcBorders>
            <w:shd w:val="clear" w:color="auto" w:fill="auto"/>
            <w:noWrap/>
          </w:tcPr>
          <w:p w14:paraId="770872BE" w14:textId="77777777" w:rsidR="00FE33C1" w:rsidRPr="00FE33C1" w:rsidRDefault="00FE33C1" w:rsidP="00FE33C1">
            <w:pPr>
              <w:keepNext/>
              <w:keepLines/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39" w:type="dxa"/>
            <w:tcBorders>
              <w:top w:val="single" w:sz="12" w:space="0" w:color="auto"/>
            </w:tcBorders>
            <w:shd w:val="clear" w:color="auto" w:fill="auto"/>
            <w:noWrap/>
          </w:tcPr>
          <w:p w14:paraId="1A26EA7F" w14:textId="77777777" w:rsidR="00FE33C1" w:rsidRPr="00FE33C1" w:rsidRDefault="00FE33C1" w:rsidP="00FE33C1">
            <w:pPr>
              <w:keepNext/>
              <w:keepLines/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991" w:type="dxa"/>
            <w:tcBorders>
              <w:top w:val="single" w:sz="12" w:space="0" w:color="auto"/>
            </w:tcBorders>
            <w:shd w:val="clear" w:color="auto" w:fill="auto"/>
            <w:noWrap/>
          </w:tcPr>
          <w:p w14:paraId="61FECD32" w14:textId="77777777" w:rsidR="00FE33C1" w:rsidRPr="00FE33C1" w:rsidRDefault="00FE33C1" w:rsidP="00FE33C1">
            <w:pPr>
              <w:keepNext/>
              <w:keepLines/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</w:tr>
      <w:tr w:rsidR="00681976" w:rsidRPr="00FE33C1" w14:paraId="390B47E4" w14:textId="77777777" w:rsidTr="00222398">
        <w:tc>
          <w:tcPr>
            <w:tcW w:w="2940" w:type="dxa"/>
            <w:vMerge w:val="restart"/>
            <w:shd w:val="clear" w:color="auto" w:fill="auto"/>
            <w:noWrap/>
            <w:hideMark/>
          </w:tcPr>
          <w:p w14:paraId="17C14926" w14:textId="77777777" w:rsidR="00681976" w:rsidRPr="00FE33C1" w:rsidRDefault="00681976" w:rsidP="00FE33C1">
            <w:pPr>
              <w:keepNext/>
              <w:keepLines/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Электрический</w:t>
            </w:r>
          </w:p>
        </w:tc>
        <w:tc>
          <w:tcPr>
            <w:tcW w:w="3439" w:type="dxa"/>
            <w:shd w:val="clear" w:color="auto" w:fill="auto"/>
            <w:noWrap/>
            <w:hideMark/>
          </w:tcPr>
          <w:p w14:paraId="6D200819" w14:textId="77777777" w:rsidR="00681976" w:rsidRPr="00FE33C1" w:rsidRDefault="00681976" w:rsidP="00FE33C1">
            <w:pPr>
              <w:keepNext/>
              <w:keepLines/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Тип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00E3AA5C" w14:textId="77777777" w:rsidR="00681976" w:rsidRPr="00FE33C1" w:rsidRDefault="00681976" w:rsidP="00FE33C1">
            <w:pPr>
              <w:keepNext/>
              <w:keepLines/>
              <w:spacing w:before="40" w:after="120"/>
              <w:ind w:right="113"/>
              <w:rPr>
                <w:rFonts w:cs="Times New Roman"/>
                <w:lang w:val="en-US"/>
              </w:rPr>
            </w:pPr>
            <w:r w:rsidRPr="00FE33C1">
              <w:rPr>
                <w:rFonts w:cs="Times New Roman"/>
                <w:lang w:val="en-US"/>
              </w:rPr>
              <w:t> </w:t>
            </w:r>
          </w:p>
        </w:tc>
      </w:tr>
      <w:tr w:rsidR="00681976" w:rsidRPr="00FE33C1" w14:paraId="1C0B7B87" w14:textId="77777777" w:rsidTr="00222398">
        <w:tc>
          <w:tcPr>
            <w:tcW w:w="2940" w:type="dxa"/>
            <w:vMerge/>
            <w:shd w:val="clear" w:color="auto" w:fill="auto"/>
            <w:hideMark/>
          </w:tcPr>
          <w:p w14:paraId="00D1BFB6" w14:textId="77777777" w:rsidR="00681976" w:rsidRPr="00FE33C1" w:rsidRDefault="00681976" w:rsidP="00FE33C1">
            <w:pPr>
              <w:keepNext/>
              <w:keepLines/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39" w:type="dxa"/>
            <w:shd w:val="clear" w:color="auto" w:fill="auto"/>
            <w:noWrap/>
            <w:hideMark/>
          </w:tcPr>
          <w:p w14:paraId="09B46BCF" w14:textId="77777777" w:rsidR="00681976" w:rsidRPr="00FE33C1" w:rsidRDefault="00681976" w:rsidP="00FE33C1">
            <w:pPr>
              <w:keepNext/>
              <w:keepLines/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Номинальная мощность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69988AA3" w14:textId="77777777" w:rsidR="00681976" w:rsidRPr="00FE33C1" w:rsidRDefault="00681976" w:rsidP="00FE33C1">
            <w:pPr>
              <w:keepNext/>
              <w:keepLines/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кВт</w:t>
            </w:r>
          </w:p>
        </w:tc>
      </w:tr>
      <w:tr w:rsidR="00681976" w:rsidRPr="00FE33C1" w14:paraId="35E5CD5B" w14:textId="77777777" w:rsidTr="00222398">
        <w:tc>
          <w:tcPr>
            <w:tcW w:w="2940" w:type="dxa"/>
            <w:vMerge/>
            <w:shd w:val="clear" w:color="auto" w:fill="auto"/>
            <w:hideMark/>
          </w:tcPr>
          <w:p w14:paraId="7F8E9FD7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39" w:type="dxa"/>
            <w:shd w:val="clear" w:color="auto" w:fill="auto"/>
            <w:noWrap/>
            <w:hideMark/>
          </w:tcPr>
          <w:p w14:paraId="1D96E4FB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Номинальная частота вращения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40DB3DFC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мин</w:t>
            </w:r>
            <w:r w:rsidRPr="00FE33C1">
              <w:rPr>
                <w:rFonts w:cs="Times New Roman"/>
                <w:vertAlign w:val="superscript"/>
              </w:rPr>
              <w:t>–1</w:t>
            </w:r>
          </w:p>
        </w:tc>
      </w:tr>
      <w:tr w:rsidR="00681976" w:rsidRPr="00FE33C1" w14:paraId="420B57D7" w14:textId="77777777" w:rsidTr="00222398">
        <w:tc>
          <w:tcPr>
            <w:tcW w:w="2940" w:type="dxa"/>
            <w:vMerge/>
            <w:shd w:val="clear" w:color="auto" w:fill="auto"/>
            <w:hideMark/>
          </w:tcPr>
          <w:p w14:paraId="4C03E99C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39" w:type="dxa"/>
            <w:shd w:val="clear" w:color="auto" w:fill="auto"/>
            <w:noWrap/>
            <w:hideMark/>
          </w:tcPr>
          <w:p w14:paraId="4D25DF6F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Напряжение питания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40F99664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В</w:t>
            </w:r>
          </w:p>
        </w:tc>
      </w:tr>
      <w:tr w:rsidR="00681976" w:rsidRPr="00FE33C1" w14:paraId="021A8BE3" w14:textId="77777777" w:rsidTr="00222398">
        <w:tc>
          <w:tcPr>
            <w:tcW w:w="2940" w:type="dxa"/>
            <w:vMerge/>
            <w:shd w:val="clear" w:color="auto" w:fill="auto"/>
            <w:hideMark/>
          </w:tcPr>
          <w:p w14:paraId="4835A0F5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39" w:type="dxa"/>
            <w:shd w:val="clear" w:color="auto" w:fill="auto"/>
            <w:noWrap/>
            <w:hideMark/>
          </w:tcPr>
          <w:p w14:paraId="4C6CA647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Частота тока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7F33D25F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Гц</w:t>
            </w:r>
          </w:p>
        </w:tc>
      </w:tr>
      <w:tr w:rsidR="00681976" w:rsidRPr="00FE33C1" w14:paraId="2B5C6FDC" w14:textId="77777777" w:rsidTr="00222398">
        <w:tc>
          <w:tcPr>
            <w:tcW w:w="2940" w:type="dxa"/>
            <w:vMerge w:val="restart"/>
            <w:shd w:val="clear" w:color="auto" w:fill="auto"/>
            <w:hideMark/>
          </w:tcPr>
          <w:p w14:paraId="4F75433A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Двигатель внутреннего сгорания</w:t>
            </w:r>
          </w:p>
        </w:tc>
        <w:tc>
          <w:tcPr>
            <w:tcW w:w="3439" w:type="dxa"/>
            <w:shd w:val="clear" w:color="auto" w:fill="auto"/>
            <w:noWrap/>
            <w:hideMark/>
          </w:tcPr>
          <w:p w14:paraId="60A0F804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Тип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1A578A2C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  <w:r w:rsidRPr="00FE33C1">
              <w:rPr>
                <w:rFonts w:cs="Times New Roman"/>
                <w:lang w:val="en-US"/>
              </w:rPr>
              <w:t> </w:t>
            </w:r>
          </w:p>
        </w:tc>
      </w:tr>
      <w:tr w:rsidR="00681976" w:rsidRPr="00FE33C1" w14:paraId="04AF11D8" w14:textId="77777777" w:rsidTr="00222398">
        <w:tc>
          <w:tcPr>
            <w:tcW w:w="2940" w:type="dxa"/>
            <w:vMerge/>
            <w:shd w:val="clear" w:color="auto" w:fill="auto"/>
            <w:hideMark/>
          </w:tcPr>
          <w:p w14:paraId="143C1567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39" w:type="dxa"/>
            <w:shd w:val="clear" w:color="auto" w:fill="auto"/>
            <w:noWrap/>
            <w:hideMark/>
          </w:tcPr>
          <w:p w14:paraId="600DD906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Число цилиндров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0E4B9566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  <w:r w:rsidRPr="00FE33C1">
              <w:rPr>
                <w:rFonts w:cs="Times New Roman"/>
                <w:lang w:val="en-US"/>
              </w:rPr>
              <w:t> </w:t>
            </w:r>
          </w:p>
        </w:tc>
      </w:tr>
      <w:tr w:rsidR="00681976" w:rsidRPr="00FE33C1" w14:paraId="1329E52B" w14:textId="77777777" w:rsidTr="00222398">
        <w:tc>
          <w:tcPr>
            <w:tcW w:w="2940" w:type="dxa"/>
            <w:vMerge/>
            <w:shd w:val="clear" w:color="auto" w:fill="auto"/>
            <w:hideMark/>
          </w:tcPr>
          <w:p w14:paraId="4B4C5041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39" w:type="dxa"/>
            <w:shd w:val="clear" w:color="auto" w:fill="auto"/>
            <w:noWrap/>
            <w:hideMark/>
          </w:tcPr>
          <w:p w14:paraId="49AF9DB6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Рабочий объем цилиндров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71422F9F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см</w:t>
            </w:r>
            <w:r w:rsidRPr="00FE33C1">
              <w:rPr>
                <w:rFonts w:cs="Times New Roman"/>
                <w:vertAlign w:val="superscript"/>
              </w:rPr>
              <w:t>3</w:t>
            </w:r>
          </w:p>
        </w:tc>
      </w:tr>
      <w:tr w:rsidR="00681976" w:rsidRPr="00FE33C1" w14:paraId="080F5EB3" w14:textId="77777777" w:rsidTr="00222398">
        <w:tc>
          <w:tcPr>
            <w:tcW w:w="2940" w:type="dxa"/>
            <w:vMerge/>
            <w:shd w:val="clear" w:color="auto" w:fill="auto"/>
            <w:hideMark/>
          </w:tcPr>
          <w:p w14:paraId="49496695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39" w:type="dxa"/>
            <w:shd w:val="clear" w:color="auto" w:fill="auto"/>
            <w:noWrap/>
            <w:hideMark/>
          </w:tcPr>
          <w:p w14:paraId="1FF1324E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Номинальная мощность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03239B74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кВт</w:t>
            </w:r>
          </w:p>
        </w:tc>
      </w:tr>
      <w:tr w:rsidR="00681976" w:rsidRPr="00FE33C1" w14:paraId="3E25AAC9" w14:textId="77777777" w:rsidTr="00222398">
        <w:tc>
          <w:tcPr>
            <w:tcW w:w="2940" w:type="dxa"/>
            <w:vMerge/>
            <w:shd w:val="clear" w:color="auto" w:fill="auto"/>
            <w:hideMark/>
          </w:tcPr>
          <w:p w14:paraId="50B0BD4A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39" w:type="dxa"/>
            <w:shd w:val="clear" w:color="auto" w:fill="auto"/>
            <w:noWrap/>
            <w:hideMark/>
          </w:tcPr>
          <w:p w14:paraId="275A9C90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Номинальная частота вращения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5A34FEF4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мин</w:t>
            </w:r>
            <w:r w:rsidRPr="00FE33C1">
              <w:rPr>
                <w:rFonts w:cs="Times New Roman"/>
                <w:vertAlign w:val="superscript"/>
              </w:rPr>
              <w:t>–1</w:t>
            </w:r>
          </w:p>
        </w:tc>
      </w:tr>
      <w:tr w:rsidR="00681976" w:rsidRPr="00FE33C1" w14:paraId="643AF012" w14:textId="77777777" w:rsidTr="00222398">
        <w:tc>
          <w:tcPr>
            <w:tcW w:w="2940" w:type="dxa"/>
            <w:vMerge/>
            <w:shd w:val="clear" w:color="auto" w:fill="auto"/>
            <w:hideMark/>
          </w:tcPr>
          <w:p w14:paraId="4615BA2F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39" w:type="dxa"/>
            <w:shd w:val="clear" w:color="auto" w:fill="auto"/>
            <w:noWrap/>
            <w:hideMark/>
          </w:tcPr>
          <w:p w14:paraId="4A947CC2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Топливо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3D82F698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  <w:r w:rsidRPr="00FE33C1">
              <w:rPr>
                <w:rFonts w:cs="Times New Roman"/>
                <w:lang w:val="en-US"/>
              </w:rPr>
              <w:t> </w:t>
            </w:r>
          </w:p>
        </w:tc>
      </w:tr>
      <w:tr w:rsidR="00681976" w:rsidRPr="00FE33C1" w14:paraId="54D55125" w14:textId="77777777" w:rsidTr="00222398">
        <w:tc>
          <w:tcPr>
            <w:tcW w:w="2940" w:type="dxa"/>
            <w:vMerge w:val="restart"/>
            <w:shd w:val="clear" w:color="auto" w:fill="auto"/>
            <w:noWrap/>
            <w:hideMark/>
          </w:tcPr>
          <w:p w14:paraId="4418CDFC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Гидравлический</w:t>
            </w:r>
          </w:p>
        </w:tc>
        <w:tc>
          <w:tcPr>
            <w:tcW w:w="3439" w:type="dxa"/>
            <w:shd w:val="clear" w:color="auto" w:fill="auto"/>
            <w:noWrap/>
            <w:hideMark/>
          </w:tcPr>
          <w:p w14:paraId="06A32886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Тип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3C564657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  <w:r w:rsidRPr="00FE33C1">
              <w:rPr>
                <w:rFonts w:cs="Times New Roman"/>
                <w:lang w:val="en-US"/>
              </w:rPr>
              <w:t> </w:t>
            </w:r>
          </w:p>
        </w:tc>
      </w:tr>
      <w:tr w:rsidR="00681976" w:rsidRPr="00FE33C1" w14:paraId="32FD4D4B" w14:textId="77777777" w:rsidTr="00222398">
        <w:tc>
          <w:tcPr>
            <w:tcW w:w="2940" w:type="dxa"/>
            <w:vMerge/>
            <w:shd w:val="clear" w:color="auto" w:fill="auto"/>
            <w:hideMark/>
          </w:tcPr>
          <w:p w14:paraId="1696D49B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39" w:type="dxa"/>
            <w:shd w:val="clear" w:color="auto" w:fill="auto"/>
            <w:noWrap/>
            <w:hideMark/>
          </w:tcPr>
          <w:p w14:paraId="336701D2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Вид привода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11BDA205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  <w:r w:rsidRPr="00FE33C1">
              <w:rPr>
                <w:rFonts w:cs="Times New Roman"/>
                <w:lang w:val="en-US"/>
              </w:rPr>
              <w:t> </w:t>
            </w:r>
          </w:p>
        </w:tc>
      </w:tr>
      <w:tr w:rsidR="00681976" w:rsidRPr="00FE33C1" w14:paraId="021995EF" w14:textId="77777777" w:rsidTr="00222398">
        <w:tc>
          <w:tcPr>
            <w:tcW w:w="2940" w:type="dxa"/>
            <w:vMerge w:val="restart"/>
            <w:shd w:val="clear" w:color="auto" w:fill="auto"/>
            <w:noWrap/>
            <w:hideMark/>
          </w:tcPr>
          <w:p w14:paraId="3A8B07EB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Генератор переменного тока</w:t>
            </w:r>
          </w:p>
        </w:tc>
        <w:tc>
          <w:tcPr>
            <w:tcW w:w="3439" w:type="dxa"/>
            <w:shd w:val="clear" w:color="auto" w:fill="auto"/>
            <w:noWrap/>
            <w:hideMark/>
          </w:tcPr>
          <w:p w14:paraId="02BB9BC4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Тип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72535610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  <w:r w:rsidRPr="00FE33C1">
              <w:rPr>
                <w:rFonts w:cs="Times New Roman"/>
                <w:lang w:val="en-US"/>
              </w:rPr>
              <w:t> </w:t>
            </w:r>
          </w:p>
        </w:tc>
      </w:tr>
      <w:tr w:rsidR="00681976" w:rsidRPr="00FE33C1" w14:paraId="24994F24" w14:textId="77777777" w:rsidTr="00222398">
        <w:tc>
          <w:tcPr>
            <w:tcW w:w="2940" w:type="dxa"/>
            <w:vMerge/>
            <w:shd w:val="clear" w:color="auto" w:fill="auto"/>
            <w:hideMark/>
          </w:tcPr>
          <w:p w14:paraId="2A99AE71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39" w:type="dxa"/>
            <w:shd w:val="clear" w:color="auto" w:fill="auto"/>
            <w:noWrap/>
            <w:hideMark/>
          </w:tcPr>
          <w:p w14:paraId="64C5FCDE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Вид привода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1A82BCFF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  <w:r w:rsidRPr="00FE33C1">
              <w:rPr>
                <w:rFonts w:cs="Times New Roman"/>
                <w:lang w:val="en-US"/>
              </w:rPr>
              <w:t> </w:t>
            </w:r>
          </w:p>
        </w:tc>
      </w:tr>
      <w:tr w:rsidR="00681976" w:rsidRPr="00FE33C1" w14:paraId="562824C4" w14:textId="77777777" w:rsidTr="00222398">
        <w:tc>
          <w:tcPr>
            <w:tcW w:w="2940" w:type="dxa"/>
            <w:vMerge w:val="restart"/>
            <w:shd w:val="clear" w:color="auto" w:fill="auto"/>
            <w:noWrap/>
            <w:hideMark/>
          </w:tcPr>
          <w:p w14:paraId="287DDD04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Иной привод</w:t>
            </w:r>
          </w:p>
        </w:tc>
        <w:tc>
          <w:tcPr>
            <w:tcW w:w="3439" w:type="dxa"/>
            <w:shd w:val="clear" w:color="auto" w:fill="auto"/>
            <w:noWrap/>
            <w:hideMark/>
          </w:tcPr>
          <w:p w14:paraId="7F949A1F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Номинальная частота вращения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02E995E5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мин</w:t>
            </w:r>
            <w:r w:rsidRPr="00FE33C1">
              <w:rPr>
                <w:rFonts w:cs="Times New Roman"/>
                <w:vertAlign w:val="superscript"/>
              </w:rPr>
              <w:t>–1</w:t>
            </w:r>
          </w:p>
        </w:tc>
      </w:tr>
      <w:tr w:rsidR="00681976" w:rsidRPr="00FE33C1" w14:paraId="2009C050" w14:textId="77777777" w:rsidTr="00222398">
        <w:tc>
          <w:tcPr>
            <w:tcW w:w="2940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5D176459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39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65717F73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Минимальная частота вращения</w:t>
            </w:r>
          </w:p>
        </w:tc>
        <w:tc>
          <w:tcPr>
            <w:tcW w:w="991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4E3345CE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мин</w:t>
            </w:r>
            <w:r w:rsidRPr="00FE33C1">
              <w:rPr>
                <w:rFonts w:cs="Times New Roman"/>
                <w:vertAlign w:val="superscript"/>
              </w:rPr>
              <w:t>–1</w:t>
            </w:r>
          </w:p>
        </w:tc>
      </w:tr>
    </w:tbl>
    <w:p w14:paraId="312373B0" w14:textId="7D030988" w:rsidR="00681976" w:rsidRPr="000608C8" w:rsidRDefault="00681976" w:rsidP="00681976">
      <w:pPr>
        <w:pStyle w:val="SingleTxtG"/>
        <w:spacing w:before="120"/>
      </w:pPr>
      <w:r>
        <w:tab/>
        <w:t>С учетом многочисленных разработок альтернативных источников энергии для транспортных средств, включая электрические, «Трансфригорут интернэшнл» предлагает скорректировать перечень основных компонентов, относящихся к электрогенерации/источнику питания, нижеследующим образом.</w:t>
      </w:r>
    </w:p>
    <w:p w14:paraId="3819EA60" w14:textId="77777777" w:rsidR="00681976" w:rsidRPr="00977580" w:rsidRDefault="00681976" w:rsidP="00771416">
      <w:pPr>
        <w:pStyle w:val="Bullet1G"/>
      </w:pPr>
      <w:r>
        <w:t xml:space="preserve">Перечень основных компонентов, относящихся к электрогенерации/источнику питания </w:t>
      </w:r>
    </w:p>
    <w:p w14:paraId="55412AA2" w14:textId="77777777" w:rsidR="00681976" w:rsidRPr="00977580" w:rsidRDefault="00681976" w:rsidP="00771416">
      <w:pPr>
        <w:pStyle w:val="Bullet1G"/>
        <w:numPr>
          <w:ilvl w:val="0"/>
          <w:numId w:val="0"/>
        </w:numPr>
        <w:ind w:left="1701"/>
      </w:pPr>
      <w:r>
        <w:t>(предложение «Трансфригорут интернэшнл» от мая 2022 года)</w:t>
      </w:r>
    </w:p>
    <w:p w14:paraId="400D66D0" w14:textId="44443FC2" w:rsidR="00681976" w:rsidRPr="00EF4234" w:rsidRDefault="00DB7E35" w:rsidP="00DB7E35">
      <w:pPr>
        <w:pStyle w:val="H23G"/>
      </w:pPr>
      <w:r>
        <w:tab/>
      </w:r>
      <w:r>
        <w:tab/>
      </w:r>
      <w:r w:rsidR="00681976">
        <w:t>Таблица 2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0"/>
        <w:gridCol w:w="3429"/>
        <w:gridCol w:w="1001"/>
      </w:tblGrid>
      <w:tr w:rsidR="00222398" w:rsidRPr="00FE33C1" w14:paraId="01255D80" w14:textId="77777777" w:rsidTr="00222398">
        <w:trPr>
          <w:tblHeader/>
        </w:trPr>
        <w:tc>
          <w:tcPr>
            <w:tcW w:w="294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D2E0ADC" w14:textId="77777777" w:rsidR="00681976" w:rsidRPr="00FE33C1" w:rsidRDefault="00681976" w:rsidP="00FE33C1">
            <w:pPr>
              <w:spacing w:before="80" w:after="80" w:line="200" w:lineRule="exact"/>
              <w:ind w:left="28"/>
              <w:rPr>
                <w:rFonts w:cs="Times New Roman"/>
                <w:i/>
                <w:sz w:val="16"/>
              </w:rPr>
            </w:pPr>
            <w:r w:rsidRPr="00FE33C1">
              <w:rPr>
                <w:rFonts w:cs="Times New Roman"/>
                <w:i/>
                <w:sz w:val="16"/>
              </w:rPr>
              <w:t>Привод компрессора</w:t>
            </w:r>
          </w:p>
        </w:tc>
        <w:tc>
          <w:tcPr>
            <w:tcW w:w="34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A6376D5" w14:textId="77777777" w:rsidR="00681976" w:rsidRPr="00FE33C1" w:rsidRDefault="00681976" w:rsidP="00FE33C1">
            <w:pPr>
              <w:spacing w:before="80" w:after="80" w:line="200" w:lineRule="exact"/>
              <w:ind w:left="28"/>
              <w:rPr>
                <w:rFonts w:cs="Times New Roman"/>
                <w:i/>
                <w:sz w:val="16"/>
                <w:lang w:val="en-US"/>
              </w:rPr>
            </w:pPr>
            <w:r w:rsidRPr="00FE33C1">
              <w:rPr>
                <w:rFonts w:cs="Times New Roman"/>
                <w:i/>
                <w:sz w:val="16"/>
                <w:lang w:val="en-US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4D2AC35" w14:textId="77777777" w:rsidR="00681976" w:rsidRPr="00FE33C1" w:rsidRDefault="00681976" w:rsidP="00FE33C1">
            <w:pPr>
              <w:spacing w:before="80" w:after="80" w:line="200" w:lineRule="exact"/>
              <w:ind w:left="28"/>
              <w:rPr>
                <w:rFonts w:cs="Times New Roman"/>
                <w:i/>
                <w:sz w:val="16"/>
                <w:lang w:val="en-US"/>
              </w:rPr>
            </w:pPr>
            <w:r w:rsidRPr="00FE33C1">
              <w:rPr>
                <w:rFonts w:cs="Times New Roman"/>
                <w:i/>
                <w:sz w:val="16"/>
                <w:lang w:val="en-US"/>
              </w:rPr>
              <w:t> </w:t>
            </w:r>
          </w:p>
        </w:tc>
      </w:tr>
      <w:tr w:rsidR="00FE33C1" w:rsidRPr="00FE33C1" w14:paraId="23E1B78E" w14:textId="77777777" w:rsidTr="00222398">
        <w:trPr>
          <w:trHeight w:hRule="exact" w:val="113"/>
          <w:tblHeader/>
        </w:trPr>
        <w:tc>
          <w:tcPr>
            <w:tcW w:w="2940" w:type="dxa"/>
            <w:tcBorders>
              <w:top w:val="single" w:sz="12" w:space="0" w:color="auto"/>
            </w:tcBorders>
            <w:shd w:val="clear" w:color="auto" w:fill="auto"/>
            <w:noWrap/>
          </w:tcPr>
          <w:p w14:paraId="7727B041" w14:textId="77777777" w:rsidR="00FE33C1" w:rsidRPr="00FE33C1" w:rsidRDefault="00FE33C1" w:rsidP="00FE33C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29" w:type="dxa"/>
            <w:tcBorders>
              <w:top w:val="single" w:sz="12" w:space="0" w:color="auto"/>
            </w:tcBorders>
            <w:shd w:val="clear" w:color="auto" w:fill="auto"/>
            <w:noWrap/>
          </w:tcPr>
          <w:p w14:paraId="48A19CE2" w14:textId="77777777" w:rsidR="00FE33C1" w:rsidRPr="00FE33C1" w:rsidRDefault="00FE33C1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1001" w:type="dxa"/>
            <w:tcBorders>
              <w:top w:val="single" w:sz="12" w:space="0" w:color="auto"/>
            </w:tcBorders>
            <w:shd w:val="clear" w:color="auto" w:fill="auto"/>
            <w:noWrap/>
          </w:tcPr>
          <w:p w14:paraId="7B0C59E6" w14:textId="77777777" w:rsidR="00FE33C1" w:rsidRPr="00FE33C1" w:rsidRDefault="00FE33C1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</w:tr>
      <w:tr w:rsidR="00681976" w:rsidRPr="00FE33C1" w14:paraId="3D0BDD0B" w14:textId="77777777" w:rsidTr="00222398">
        <w:tc>
          <w:tcPr>
            <w:tcW w:w="2940" w:type="dxa"/>
            <w:vMerge w:val="restart"/>
            <w:shd w:val="clear" w:color="auto" w:fill="auto"/>
            <w:hideMark/>
          </w:tcPr>
          <w:p w14:paraId="660D0977" w14:textId="568855D9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 xml:space="preserve">Источник электроэнергии </w:t>
            </w:r>
            <w:r w:rsidR="00FE33C1">
              <w:rPr>
                <w:rFonts w:cs="Times New Roman"/>
              </w:rPr>
              <w:br/>
            </w:r>
            <w:r w:rsidRPr="00FE33C1">
              <w:rPr>
                <w:rFonts w:cs="Times New Roman"/>
              </w:rPr>
              <w:t xml:space="preserve">Автономное питание (сеть) </w:t>
            </w:r>
            <w:r w:rsidR="00FE33C1">
              <w:rPr>
                <w:rFonts w:cs="Times New Roman"/>
              </w:rPr>
              <w:br/>
            </w:r>
            <w:r w:rsidRPr="00FE33C1">
              <w:rPr>
                <w:rFonts w:cs="Times New Roman"/>
              </w:rPr>
              <w:t xml:space="preserve">Электродвигатель </w:t>
            </w:r>
            <w:r w:rsidR="00FE33C1">
              <w:rPr>
                <w:rFonts w:cs="Times New Roman"/>
              </w:rPr>
              <w:br/>
            </w:r>
            <w:r w:rsidRPr="00FE33C1">
              <w:rPr>
                <w:rFonts w:cs="Times New Roman"/>
              </w:rPr>
              <w:t xml:space="preserve">Генератор переменного тока </w:t>
            </w:r>
            <w:r w:rsidR="00FE33C1">
              <w:rPr>
                <w:rFonts w:cs="Times New Roman"/>
              </w:rPr>
              <w:br/>
            </w:r>
            <w:r w:rsidRPr="00FE33C1">
              <w:rPr>
                <w:rFonts w:cs="Times New Roman"/>
              </w:rPr>
              <w:t xml:space="preserve">Инвертор/преобразователь </w:t>
            </w:r>
            <w:r w:rsidR="00FE33C1">
              <w:rPr>
                <w:rFonts w:cs="Times New Roman"/>
              </w:rPr>
              <w:br/>
            </w:r>
            <w:r w:rsidRPr="00FE33C1">
              <w:rPr>
                <w:rFonts w:cs="Times New Roman"/>
              </w:rPr>
              <w:t xml:space="preserve">Электронная система отбора мощности </w:t>
            </w:r>
            <w:r w:rsidR="00FE33C1">
              <w:rPr>
                <w:rFonts w:cs="Times New Roman"/>
              </w:rPr>
              <w:br/>
            </w:r>
            <w:r w:rsidRPr="00FE33C1">
              <w:rPr>
                <w:rFonts w:cs="Times New Roman"/>
              </w:rPr>
              <w:t xml:space="preserve">Аккумулятор </w:t>
            </w:r>
            <w:r w:rsidR="00FE33C1">
              <w:rPr>
                <w:rFonts w:cs="Times New Roman"/>
              </w:rPr>
              <w:br/>
            </w:r>
            <w:r w:rsidRPr="00FE33C1">
              <w:rPr>
                <w:rFonts w:cs="Times New Roman"/>
              </w:rPr>
              <w:t>и т.</w:t>
            </w:r>
            <w:r w:rsidR="00FE33C1">
              <w:rPr>
                <w:rFonts w:cs="Times New Roman"/>
              </w:rPr>
              <w:t xml:space="preserve"> </w:t>
            </w:r>
            <w:r w:rsidRPr="00FE33C1">
              <w:rPr>
                <w:rFonts w:cs="Times New Roman"/>
              </w:rPr>
              <w:t>д.</w:t>
            </w:r>
          </w:p>
        </w:tc>
        <w:tc>
          <w:tcPr>
            <w:tcW w:w="3429" w:type="dxa"/>
            <w:shd w:val="clear" w:color="auto" w:fill="auto"/>
            <w:noWrap/>
            <w:hideMark/>
          </w:tcPr>
          <w:p w14:paraId="1D30FF03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Тип</w:t>
            </w:r>
          </w:p>
        </w:tc>
        <w:tc>
          <w:tcPr>
            <w:tcW w:w="1001" w:type="dxa"/>
            <w:shd w:val="clear" w:color="auto" w:fill="auto"/>
            <w:noWrap/>
            <w:hideMark/>
          </w:tcPr>
          <w:p w14:paraId="7BB3D553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  <w:r w:rsidRPr="00FE33C1">
              <w:rPr>
                <w:rFonts w:cs="Times New Roman"/>
                <w:lang w:val="en-US"/>
              </w:rPr>
              <w:t> </w:t>
            </w:r>
          </w:p>
        </w:tc>
      </w:tr>
      <w:tr w:rsidR="00681976" w:rsidRPr="00FE33C1" w14:paraId="266564C2" w14:textId="77777777" w:rsidTr="00222398">
        <w:tc>
          <w:tcPr>
            <w:tcW w:w="2940" w:type="dxa"/>
            <w:vMerge/>
            <w:shd w:val="clear" w:color="auto" w:fill="auto"/>
            <w:hideMark/>
          </w:tcPr>
          <w:p w14:paraId="0B2BCDA2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29" w:type="dxa"/>
            <w:shd w:val="clear" w:color="auto" w:fill="auto"/>
            <w:noWrap/>
            <w:hideMark/>
          </w:tcPr>
          <w:p w14:paraId="2A7C8324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Тип тока (постоянный/переменный)</w:t>
            </w:r>
          </w:p>
        </w:tc>
        <w:tc>
          <w:tcPr>
            <w:tcW w:w="1001" w:type="dxa"/>
            <w:shd w:val="clear" w:color="auto" w:fill="auto"/>
            <w:noWrap/>
            <w:hideMark/>
          </w:tcPr>
          <w:p w14:paraId="05BFB3E7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  <w:r w:rsidRPr="00FE33C1">
              <w:rPr>
                <w:rFonts w:cs="Times New Roman"/>
                <w:lang w:val="en-US"/>
              </w:rPr>
              <w:t> </w:t>
            </w:r>
          </w:p>
        </w:tc>
      </w:tr>
      <w:tr w:rsidR="00681976" w:rsidRPr="00FE33C1" w14:paraId="3C6CEC0A" w14:textId="77777777" w:rsidTr="00222398">
        <w:tc>
          <w:tcPr>
            <w:tcW w:w="2940" w:type="dxa"/>
            <w:vMerge/>
            <w:shd w:val="clear" w:color="auto" w:fill="auto"/>
            <w:hideMark/>
          </w:tcPr>
          <w:p w14:paraId="1AD73707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29" w:type="dxa"/>
            <w:shd w:val="clear" w:color="auto" w:fill="auto"/>
            <w:noWrap/>
            <w:hideMark/>
          </w:tcPr>
          <w:p w14:paraId="4D66C522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Номинальная мощность</w:t>
            </w:r>
          </w:p>
        </w:tc>
        <w:tc>
          <w:tcPr>
            <w:tcW w:w="1001" w:type="dxa"/>
            <w:shd w:val="clear" w:color="auto" w:fill="auto"/>
            <w:noWrap/>
            <w:hideMark/>
          </w:tcPr>
          <w:p w14:paraId="7AA58F07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кВт</w:t>
            </w:r>
          </w:p>
        </w:tc>
      </w:tr>
      <w:tr w:rsidR="00681976" w:rsidRPr="00FE33C1" w14:paraId="4059B096" w14:textId="77777777" w:rsidTr="00222398">
        <w:tc>
          <w:tcPr>
            <w:tcW w:w="2940" w:type="dxa"/>
            <w:vMerge/>
            <w:shd w:val="clear" w:color="auto" w:fill="auto"/>
            <w:hideMark/>
          </w:tcPr>
          <w:p w14:paraId="39A81612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29" w:type="dxa"/>
            <w:shd w:val="clear" w:color="auto" w:fill="auto"/>
            <w:noWrap/>
            <w:hideMark/>
          </w:tcPr>
          <w:p w14:paraId="00639399" w14:textId="6BE945E0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Номинальная частота вращения (если</w:t>
            </w:r>
            <w:r w:rsidR="006D1EB1">
              <w:rPr>
                <w:rFonts w:cs="Times New Roman"/>
              </w:rPr>
              <w:t> </w:t>
            </w:r>
            <w:r w:rsidRPr="00FE33C1">
              <w:rPr>
                <w:rFonts w:cs="Times New Roman"/>
              </w:rPr>
              <w:t>это применимо)</w:t>
            </w:r>
          </w:p>
        </w:tc>
        <w:tc>
          <w:tcPr>
            <w:tcW w:w="1001" w:type="dxa"/>
            <w:shd w:val="clear" w:color="auto" w:fill="auto"/>
            <w:noWrap/>
            <w:hideMark/>
          </w:tcPr>
          <w:p w14:paraId="07220D02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мин</w:t>
            </w:r>
            <w:r w:rsidRPr="00FE33C1">
              <w:rPr>
                <w:rFonts w:cs="Times New Roman"/>
                <w:vertAlign w:val="superscript"/>
              </w:rPr>
              <w:t>–1</w:t>
            </w:r>
          </w:p>
        </w:tc>
      </w:tr>
      <w:tr w:rsidR="00681976" w:rsidRPr="00FE33C1" w14:paraId="68CFE3E9" w14:textId="77777777" w:rsidTr="00222398">
        <w:tc>
          <w:tcPr>
            <w:tcW w:w="2940" w:type="dxa"/>
            <w:vMerge/>
            <w:shd w:val="clear" w:color="auto" w:fill="auto"/>
            <w:hideMark/>
          </w:tcPr>
          <w:p w14:paraId="4BD84ED0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29" w:type="dxa"/>
            <w:shd w:val="clear" w:color="auto" w:fill="auto"/>
            <w:noWrap/>
            <w:hideMark/>
          </w:tcPr>
          <w:p w14:paraId="4454546F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Напряжение питания</w:t>
            </w:r>
          </w:p>
        </w:tc>
        <w:tc>
          <w:tcPr>
            <w:tcW w:w="1001" w:type="dxa"/>
            <w:shd w:val="clear" w:color="auto" w:fill="auto"/>
            <w:noWrap/>
            <w:hideMark/>
          </w:tcPr>
          <w:p w14:paraId="7237FC1D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В</w:t>
            </w:r>
          </w:p>
        </w:tc>
      </w:tr>
      <w:tr w:rsidR="00681976" w:rsidRPr="00FE33C1" w14:paraId="3C4CD6F1" w14:textId="77777777" w:rsidTr="00222398">
        <w:tc>
          <w:tcPr>
            <w:tcW w:w="2940" w:type="dxa"/>
            <w:vMerge/>
            <w:shd w:val="clear" w:color="auto" w:fill="auto"/>
            <w:hideMark/>
          </w:tcPr>
          <w:p w14:paraId="0A6759C2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29" w:type="dxa"/>
            <w:shd w:val="clear" w:color="auto" w:fill="auto"/>
            <w:noWrap/>
            <w:hideMark/>
          </w:tcPr>
          <w:p w14:paraId="39EB2179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Частота тока</w:t>
            </w:r>
          </w:p>
        </w:tc>
        <w:tc>
          <w:tcPr>
            <w:tcW w:w="1001" w:type="dxa"/>
            <w:shd w:val="clear" w:color="auto" w:fill="auto"/>
            <w:noWrap/>
            <w:hideMark/>
          </w:tcPr>
          <w:p w14:paraId="0C6FE911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Гц</w:t>
            </w:r>
          </w:p>
        </w:tc>
      </w:tr>
      <w:tr w:rsidR="00681976" w:rsidRPr="00FE33C1" w14:paraId="1E85F755" w14:textId="77777777" w:rsidTr="00222398">
        <w:tc>
          <w:tcPr>
            <w:tcW w:w="2940" w:type="dxa"/>
            <w:vMerge w:val="restart"/>
            <w:shd w:val="clear" w:color="auto" w:fill="auto"/>
            <w:hideMark/>
          </w:tcPr>
          <w:p w14:paraId="6ADEA401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Двигатель внутреннего сгорания</w:t>
            </w:r>
          </w:p>
        </w:tc>
        <w:tc>
          <w:tcPr>
            <w:tcW w:w="3429" w:type="dxa"/>
            <w:shd w:val="clear" w:color="auto" w:fill="auto"/>
            <w:noWrap/>
            <w:hideMark/>
          </w:tcPr>
          <w:p w14:paraId="7A46AD00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Тип</w:t>
            </w:r>
          </w:p>
        </w:tc>
        <w:tc>
          <w:tcPr>
            <w:tcW w:w="1001" w:type="dxa"/>
            <w:shd w:val="clear" w:color="auto" w:fill="auto"/>
            <w:noWrap/>
            <w:hideMark/>
          </w:tcPr>
          <w:p w14:paraId="0467D5E9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  <w:r w:rsidRPr="00FE33C1">
              <w:rPr>
                <w:rFonts w:cs="Times New Roman"/>
                <w:lang w:val="en-US"/>
              </w:rPr>
              <w:t> </w:t>
            </w:r>
          </w:p>
        </w:tc>
      </w:tr>
      <w:tr w:rsidR="00681976" w:rsidRPr="00FE33C1" w14:paraId="1F6791A2" w14:textId="77777777" w:rsidTr="00222398">
        <w:tc>
          <w:tcPr>
            <w:tcW w:w="2940" w:type="dxa"/>
            <w:vMerge/>
            <w:shd w:val="clear" w:color="auto" w:fill="auto"/>
            <w:hideMark/>
          </w:tcPr>
          <w:p w14:paraId="146E2763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29" w:type="dxa"/>
            <w:shd w:val="clear" w:color="auto" w:fill="auto"/>
            <w:noWrap/>
            <w:hideMark/>
          </w:tcPr>
          <w:p w14:paraId="60E9BA95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Число цилиндров</w:t>
            </w:r>
          </w:p>
        </w:tc>
        <w:tc>
          <w:tcPr>
            <w:tcW w:w="1001" w:type="dxa"/>
            <w:shd w:val="clear" w:color="auto" w:fill="auto"/>
            <w:noWrap/>
            <w:hideMark/>
          </w:tcPr>
          <w:p w14:paraId="01A7DA1F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  <w:r w:rsidRPr="00FE33C1">
              <w:rPr>
                <w:rFonts w:cs="Times New Roman"/>
                <w:lang w:val="en-US"/>
              </w:rPr>
              <w:t> </w:t>
            </w:r>
          </w:p>
        </w:tc>
      </w:tr>
      <w:tr w:rsidR="00681976" w:rsidRPr="00FE33C1" w14:paraId="5BD5F219" w14:textId="77777777" w:rsidTr="00222398">
        <w:tc>
          <w:tcPr>
            <w:tcW w:w="2940" w:type="dxa"/>
            <w:vMerge/>
            <w:shd w:val="clear" w:color="auto" w:fill="auto"/>
            <w:hideMark/>
          </w:tcPr>
          <w:p w14:paraId="634ABA6F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29" w:type="dxa"/>
            <w:shd w:val="clear" w:color="auto" w:fill="auto"/>
            <w:noWrap/>
            <w:hideMark/>
          </w:tcPr>
          <w:p w14:paraId="44DF1DB6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Рабочий объем цилиндров</w:t>
            </w:r>
          </w:p>
        </w:tc>
        <w:tc>
          <w:tcPr>
            <w:tcW w:w="1001" w:type="dxa"/>
            <w:shd w:val="clear" w:color="auto" w:fill="auto"/>
            <w:noWrap/>
            <w:hideMark/>
          </w:tcPr>
          <w:p w14:paraId="3E83A822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см</w:t>
            </w:r>
            <w:r w:rsidRPr="00FE33C1">
              <w:rPr>
                <w:rFonts w:cs="Times New Roman"/>
                <w:vertAlign w:val="superscript"/>
              </w:rPr>
              <w:t>3</w:t>
            </w:r>
          </w:p>
        </w:tc>
      </w:tr>
      <w:tr w:rsidR="00681976" w:rsidRPr="00FE33C1" w14:paraId="5C746BD9" w14:textId="77777777" w:rsidTr="00222398">
        <w:tc>
          <w:tcPr>
            <w:tcW w:w="2940" w:type="dxa"/>
            <w:vMerge/>
            <w:shd w:val="clear" w:color="auto" w:fill="auto"/>
            <w:hideMark/>
          </w:tcPr>
          <w:p w14:paraId="39B58971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29" w:type="dxa"/>
            <w:shd w:val="clear" w:color="auto" w:fill="auto"/>
            <w:noWrap/>
            <w:hideMark/>
          </w:tcPr>
          <w:p w14:paraId="04667E29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Номинальная мощность</w:t>
            </w:r>
          </w:p>
        </w:tc>
        <w:tc>
          <w:tcPr>
            <w:tcW w:w="1001" w:type="dxa"/>
            <w:shd w:val="clear" w:color="auto" w:fill="auto"/>
            <w:noWrap/>
            <w:hideMark/>
          </w:tcPr>
          <w:p w14:paraId="6B0290A8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кВт</w:t>
            </w:r>
          </w:p>
        </w:tc>
      </w:tr>
      <w:tr w:rsidR="00681976" w:rsidRPr="00FE33C1" w14:paraId="60E09305" w14:textId="77777777" w:rsidTr="00222398">
        <w:tc>
          <w:tcPr>
            <w:tcW w:w="2940" w:type="dxa"/>
            <w:vMerge/>
            <w:shd w:val="clear" w:color="auto" w:fill="auto"/>
            <w:hideMark/>
          </w:tcPr>
          <w:p w14:paraId="795A568B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29" w:type="dxa"/>
            <w:shd w:val="clear" w:color="auto" w:fill="auto"/>
            <w:noWrap/>
            <w:hideMark/>
          </w:tcPr>
          <w:p w14:paraId="19B71639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Номинальная частота вращения</w:t>
            </w:r>
          </w:p>
        </w:tc>
        <w:tc>
          <w:tcPr>
            <w:tcW w:w="1001" w:type="dxa"/>
            <w:shd w:val="clear" w:color="auto" w:fill="auto"/>
            <w:noWrap/>
            <w:hideMark/>
          </w:tcPr>
          <w:p w14:paraId="1FDC48C6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мин</w:t>
            </w:r>
            <w:r w:rsidRPr="00FE33C1">
              <w:rPr>
                <w:rFonts w:cs="Times New Roman"/>
                <w:vertAlign w:val="superscript"/>
              </w:rPr>
              <w:t>–1</w:t>
            </w:r>
          </w:p>
        </w:tc>
      </w:tr>
      <w:tr w:rsidR="00681976" w:rsidRPr="00FE33C1" w14:paraId="728018DF" w14:textId="77777777" w:rsidTr="00222398">
        <w:tc>
          <w:tcPr>
            <w:tcW w:w="2940" w:type="dxa"/>
            <w:vMerge/>
            <w:shd w:val="clear" w:color="auto" w:fill="auto"/>
            <w:hideMark/>
          </w:tcPr>
          <w:p w14:paraId="2274FE69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29" w:type="dxa"/>
            <w:shd w:val="clear" w:color="auto" w:fill="auto"/>
            <w:noWrap/>
            <w:hideMark/>
          </w:tcPr>
          <w:p w14:paraId="7D50C294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Топливо</w:t>
            </w:r>
          </w:p>
        </w:tc>
        <w:tc>
          <w:tcPr>
            <w:tcW w:w="1001" w:type="dxa"/>
            <w:shd w:val="clear" w:color="auto" w:fill="auto"/>
            <w:noWrap/>
            <w:hideMark/>
          </w:tcPr>
          <w:p w14:paraId="1E45B010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  <w:r w:rsidRPr="00FE33C1">
              <w:rPr>
                <w:rFonts w:cs="Times New Roman"/>
                <w:lang w:val="en-US"/>
              </w:rPr>
              <w:t> </w:t>
            </w:r>
          </w:p>
        </w:tc>
      </w:tr>
      <w:tr w:rsidR="00681976" w:rsidRPr="00FE33C1" w14:paraId="1C147AA6" w14:textId="77777777" w:rsidTr="00222398">
        <w:tc>
          <w:tcPr>
            <w:tcW w:w="2940" w:type="dxa"/>
            <w:shd w:val="clear" w:color="auto" w:fill="auto"/>
            <w:noWrap/>
            <w:hideMark/>
          </w:tcPr>
          <w:p w14:paraId="374712A8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Гидравлический</w:t>
            </w:r>
          </w:p>
        </w:tc>
        <w:tc>
          <w:tcPr>
            <w:tcW w:w="3429" w:type="dxa"/>
            <w:shd w:val="clear" w:color="auto" w:fill="auto"/>
            <w:noWrap/>
            <w:hideMark/>
          </w:tcPr>
          <w:p w14:paraId="3CA38362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Тип</w:t>
            </w:r>
          </w:p>
        </w:tc>
        <w:tc>
          <w:tcPr>
            <w:tcW w:w="1001" w:type="dxa"/>
            <w:shd w:val="clear" w:color="auto" w:fill="auto"/>
            <w:noWrap/>
            <w:hideMark/>
          </w:tcPr>
          <w:p w14:paraId="67F423F6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  <w:r w:rsidRPr="00FE33C1">
              <w:rPr>
                <w:rFonts w:cs="Times New Roman"/>
                <w:lang w:val="en-US"/>
              </w:rPr>
              <w:t> </w:t>
            </w:r>
          </w:p>
        </w:tc>
      </w:tr>
      <w:tr w:rsidR="00681976" w:rsidRPr="00FE33C1" w14:paraId="6AC54238" w14:textId="77777777" w:rsidTr="00222398">
        <w:tc>
          <w:tcPr>
            <w:tcW w:w="2940" w:type="dxa"/>
            <w:shd w:val="clear" w:color="auto" w:fill="auto"/>
            <w:noWrap/>
            <w:hideMark/>
          </w:tcPr>
          <w:p w14:paraId="58B1E375" w14:textId="6F2A9649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29" w:type="dxa"/>
            <w:shd w:val="clear" w:color="auto" w:fill="auto"/>
            <w:noWrap/>
            <w:hideMark/>
          </w:tcPr>
          <w:p w14:paraId="3B6FDF56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Вид привода</w:t>
            </w:r>
          </w:p>
        </w:tc>
        <w:tc>
          <w:tcPr>
            <w:tcW w:w="1001" w:type="dxa"/>
            <w:shd w:val="clear" w:color="auto" w:fill="auto"/>
            <w:noWrap/>
            <w:hideMark/>
          </w:tcPr>
          <w:p w14:paraId="4DD7CC4B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  <w:r w:rsidRPr="00FE33C1">
              <w:rPr>
                <w:rFonts w:cs="Times New Roman"/>
                <w:lang w:val="en-US"/>
              </w:rPr>
              <w:t> </w:t>
            </w:r>
          </w:p>
        </w:tc>
      </w:tr>
      <w:tr w:rsidR="00681976" w:rsidRPr="00FE33C1" w14:paraId="5B8ACE32" w14:textId="77777777" w:rsidTr="00222398">
        <w:tc>
          <w:tcPr>
            <w:tcW w:w="2940" w:type="dxa"/>
            <w:vMerge w:val="restart"/>
            <w:shd w:val="clear" w:color="auto" w:fill="auto"/>
            <w:noWrap/>
            <w:hideMark/>
          </w:tcPr>
          <w:p w14:paraId="2C8A4A8B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Иной привод</w:t>
            </w:r>
          </w:p>
        </w:tc>
        <w:tc>
          <w:tcPr>
            <w:tcW w:w="3429" w:type="dxa"/>
            <w:shd w:val="clear" w:color="auto" w:fill="auto"/>
            <w:noWrap/>
            <w:hideMark/>
          </w:tcPr>
          <w:p w14:paraId="505A7510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Номинальная частота вращения</w:t>
            </w:r>
          </w:p>
        </w:tc>
        <w:tc>
          <w:tcPr>
            <w:tcW w:w="1001" w:type="dxa"/>
            <w:shd w:val="clear" w:color="auto" w:fill="auto"/>
            <w:noWrap/>
            <w:hideMark/>
          </w:tcPr>
          <w:p w14:paraId="3949B3FD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мин</w:t>
            </w:r>
            <w:r w:rsidRPr="00FE33C1">
              <w:rPr>
                <w:rFonts w:cs="Times New Roman"/>
                <w:vertAlign w:val="superscript"/>
              </w:rPr>
              <w:t>–1</w:t>
            </w:r>
          </w:p>
        </w:tc>
      </w:tr>
      <w:tr w:rsidR="00681976" w:rsidRPr="00FE33C1" w14:paraId="1D20A84B" w14:textId="77777777" w:rsidTr="00222398">
        <w:tc>
          <w:tcPr>
            <w:tcW w:w="2940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77153378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  <w:lang w:val="en-US"/>
              </w:rPr>
            </w:pPr>
          </w:p>
        </w:tc>
        <w:tc>
          <w:tcPr>
            <w:tcW w:w="3429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03648499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Минимальная частота вращения</w:t>
            </w:r>
          </w:p>
        </w:tc>
        <w:tc>
          <w:tcPr>
            <w:tcW w:w="1001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423F9AC1" w14:textId="77777777" w:rsidR="00681976" w:rsidRPr="00FE33C1" w:rsidRDefault="00681976" w:rsidP="00FE33C1">
            <w:pPr>
              <w:spacing w:before="40" w:after="120"/>
              <w:ind w:right="113"/>
              <w:rPr>
                <w:rFonts w:cs="Times New Roman"/>
              </w:rPr>
            </w:pPr>
            <w:r w:rsidRPr="00FE33C1">
              <w:rPr>
                <w:rFonts w:cs="Times New Roman"/>
              </w:rPr>
              <w:t>мин</w:t>
            </w:r>
            <w:r w:rsidRPr="00FE33C1">
              <w:rPr>
                <w:rFonts w:cs="Times New Roman"/>
                <w:vertAlign w:val="superscript"/>
              </w:rPr>
              <w:t>–1</w:t>
            </w:r>
          </w:p>
        </w:tc>
      </w:tr>
    </w:tbl>
    <w:p w14:paraId="08E51858" w14:textId="77777777" w:rsidR="00681976" w:rsidRPr="00977580" w:rsidRDefault="00681976" w:rsidP="00FE33C1">
      <w:pPr>
        <w:pStyle w:val="Bullet1G"/>
        <w:spacing w:before="120"/>
      </w:pPr>
      <w:r>
        <w:t>Перечень основных компонентов, относящихся к производству и распределению холода/тепла</w:t>
      </w:r>
    </w:p>
    <w:p w14:paraId="57E3AC4D" w14:textId="77777777" w:rsidR="00681976" w:rsidRPr="00977580" w:rsidRDefault="00681976" w:rsidP="00DB7E35">
      <w:pPr>
        <w:pStyle w:val="Bullet1G"/>
        <w:numPr>
          <w:ilvl w:val="0"/>
          <w:numId w:val="0"/>
        </w:numPr>
        <w:ind w:left="1701"/>
      </w:pPr>
      <w:r>
        <w:t>(см. приложение 1, добавление 2, образец № 12)</w:t>
      </w:r>
    </w:p>
    <w:p w14:paraId="5455F8FD" w14:textId="3FEC0D75" w:rsidR="00681976" w:rsidRPr="00977580" w:rsidRDefault="00DB7E35" w:rsidP="00DB7E35">
      <w:pPr>
        <w:pStyle w:val="H23G"/>
      </w:pPr>
      <w:r>
        <w:tab/>
      </w:r>
      <w:r>
        <w:tab/>
      </w:r>
      <w:r w:rsidR="00681976">
        <w:t>Таблица 3</w:t>
      </w:r>
    </w:p>
    <w:tbl>
      <w:tblPr>
        <w:tblW w:w="7371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0"/>
        <w:gridCol w:w="3415"/>
        <w:gridCol w:w="1016"/>
      </w:tblGrid>
      <w:tr w:rsidR="00681976" w:rsidRPr="00B34CAD" w14:paraId="1C976EF6" w14:textId="77777777" w:rsidTr="00222398">
        <w:tc>
          <w:tcPr>
            <w:tcW w:w="294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13DD4C9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Хладагент</w:t>
            </w:r>
          </w:p>
        </w:tc>
        <w:tc>
          <w:tcPr>
            <w:tcW w:w="341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8D273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Холодильный агент</w:t>
            </w:r>
          </w:p>
        </w:tc>
        <w:tc>
          <w:tcPr>
            <w:tcW w:w="101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E5ECC" w14:textId="77777777" w:rsidR="00681976" w:rsidRPr="00A47220" w:rsidRDefault="00681976" w:rsidP="00761651">
            <w:pPr>
              <w:spacing w:before="40" w:after="120"/>
              <w:ind w:right="113"/>
              <w:rPr>
                <w:lang w:val="en-US"/>
              </w:rPr>
            </w:pPr>
            <w:r w:rsidRPr="00A47220">
              <w:rPr>
                <w:lang w:val="en-US"/>
              </w:rPr>
              <w:t> </w:t>
            </w:r>
          </w:p>
        </w:tc>
      </w:tr>
      <w:tr w:rsidR="00681976" w:rsidRPr="00B34CAD" w14:paraId="5C481981" w14:textId="77777777" w:rsidTr="00222398">
        <w:tc>
          <w:tcPr>
            <w:tcW w:w="2940" w:type="dxa"/>
            <w:vMerge/>
            <w:shd w:val="clear" w:color="auto" w:fill="auto"/>
            <w:vAlign w:val="center"/>
            <w:hideMark/>
          </w:tcPr>
          <w:p w14:paraId="78888557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15" w:type="dxa"/>
            <w:shd w:val="clear" w:color="auto" w:fill="auto"/>
            <w:noWrap/>
            <w:vAlign w:val="center"/>
            <w:hideMark/>
          </w:tcPr>
          <w:p w14:paraId="287060BB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Заправка холодильного агента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A3B9ECD" w14:textId="77777777" w:rsidR="00681976" w:rsidRPr="00A47220" w:rsidRDefault="00681976" w:rsidP="00761651">
            <w:pPr>
              <w:spacing w:before="40" w:after="120"/>
              <w:ind w:right="113"/>
            </w:pPr>
            <w:r>
              <w:t>кг</w:t>
            </w:r>
          </w:p>
        </w:tc>
      </w:tr>
      <w:tr w:rsidR="00681976" w:rsidRPr="00B34CAD" w14:paraId="1CEB88E2" w14:textId="77777777" w:rsidTr="00222398">
        <w:tc>
          <w:tcPr>
            <w:tcW w:w="2940" w:type="dxa"/>
            <w:vMerge w:val="restart"/>
            <w:shd w:val="clear" w:color="auto" w:fill="auto"/>
            <w:noWrap/>
            <w:hideMark/>
          </w:tcPr>
          <w:p w14:paraId="55074D98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Компрессор</w:t>
            </w:r>
          </w:p>
        </w:tc>
        <w:tc>
          <w:tcPr>
            <w:tcW w:w="3415" w:type="dxa"/>
            <w:shd w:val="clear" w:color="auto" w:fill="auto"/>
            <w:noWrap/>
            <w:vAlign w:val="center"/>
            <w:hideMark/>
          </w:tcPr>
          <w:p w14:paraId="143890FF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Тип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591F32C5" w14:textId="77777777" w:rsidR="00681976" w:rsidRPr="00A47220" w:rsidRDefault="00681976" w:rsidP="00761651">
            <w:pPr>
              <w:spacing w:before="40" w:after="120"/>
              <w:ind w:right="113"/>
              <w:rPr>
                <w:lang w:val="en-US"/>
              </w:rPr>
            </w:pPr>
            <w:r w:rsidRPr="00A47220">
              <w:rPr>
                <w:lang w:val="en-US"/>
              </w:rPr>
              <w:t> </w:t>
            </w:r>
          </w:p>
        </w:tc>
      </w:tr>
      <w:tr w:rsidR="00681976" w:rsidRPr="00B34CAD" w14:paraId="73827118" w14:textId="77777777" w:rsidTr="00222398">
        <w:tc>
          <w:tcPr>
            <w:tcW w:w="2940" w:type="dxa"/>
            <w:vMerge/>
            <w:shd w:val="clear" w:color="auto" w:fill="auto"/>
            <w:vAlign w:val="center"/>
            <w:hideMark/>
          </w:tcPr>
          <w:p w14:paraId="12EF0D5D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15" w:type="dxa"/>
            <w:shd w:val="clear" w:color="auto" w:fill="auto"/>
            <w:noWrap/>
            <w:vAlign w:val="center"/>
            <w:hideMark/>
          </w:tcPr>
          <w:p w14:paraId="77E0524B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Число цилиндров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3C1F936" w14:textId="77777777" w:rsidR="00681976" w:rsidRPr="00A47220" w:rsidRDefault="00681976" w:rsidP="00761651">
            <w:pPr>
              <w:spacing w:before="40" w:after="120"/>
              <w:ind w:right="113"/>
              <w:rPr>
                <w:lang w:val="en-US"/>
              </w:rPr>
            </w:pPr>
            <w:r w:rsidRPr="00A47220">
              <w:rPr>
                <w:lang w:val="en-US"/>
              </w:rPr>
              <w:t> </w:t>
            </w:r>
          </w:p>
        </w:tc>
      </w:tr>
      <w:tr w:rsidR="00681976" w:rsidRPr="00B34CAD" w14:paraId="04F01795" w14:textId="77777777" w:rsidTr="00222398">
        <w:tc>
          <w:tcPr>
            <w:tcW w:w="2940" w:type="dxa"/>
            <w:vMerge/>
            <w:shd w:val="clear" w:color="auto" w:fill="auto"/>
            <w:vAlign w:val="center"/>
            <w:hideMark/>
          </w:tcPr>
          <w:p w14:paraId="6E3995E2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15" w:type="dxa"/>
            <w:shd w:val="clear" w:color="auto" w:fill="auto"/>
            <w:noWrap/>
            <w:vAlign w:val="center"/>
            <w:hideMark/>
          </w:tcPr>
          <w:p w14:paraId="3237FC28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Рабочий объем цилиндров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8D16A84" w14:textId="77777777" w:rsidR="00681976" w:rsidRPr="00A47220" w:rsidRDefault="00681976" w:rsidP="00761651">
            <w:pPr>
              <w:spacing w:before="40" w:after="120"/>
              <w:ind w:right="113"/>
            </w:pPr>
            <w:r>
              <w:t>см</w:t>
            </w:r>
            <w:r>
              <w:rPr>
                <w:vertAlign w:val="superscript"/>
              </w:rPr>
              <w:t>3</w:t>
            </w:r>
          </w:p>
        </w:tc>
      </w:tr>
      <w:tr w:rsidR="00681976" w:rsidRPr="00B34CAD" w14:paraId="753F135B" w14:textId="77777777" w:rsidTr="00222398">
        <w:tc>
          <w:tcPr>
            <w:tcW w:w="2940" w:type="dxa"/>
            <w:vMerge/>
            <w:shd w:val="clear" w:color="auto" w:fill="auto"/>
            <w:vAlign w:val="center"/>
            <w:hideMark/>
          </w:tcPr>
          <w:p w14:paraId="09C56980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15" w:type="dxa"/>
            <w:shd w:val="clear" w:color="auto" w:fill="auto"/>
            <w:noWrap/>
            <w:vAlign w:val="center"/>
            <w:hideMark/>
          </w:tcPr>
          <w:p w14:paraId="756D1A14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Номинальное число оборотов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758E7583" w14:textId="77777777" w:rsidR="00681976" w:rsidRPr="00A47220" w:rsidRDefault="00681976" w:rsidP="00761651">
            <w:pPr>
              <w:spacing w:before="40" w:after="120"/>
              <w:ind w:right="113"/>
            </w:pPr>
            <w:r>
              <w:t>мин</w:t>
            </w:r>
            <w:r>
              <w:rPr>
                <w:vertAlign w:val="superscript"/>
              </w:rPr>
              <w:t>–1</w:t>
            </w:r>
          </w:p>
        </w:tc>
      </w:tr>
      <w:tr w:rsidR="00681976" w:rsidRPr="00B34CAD" w14:paraId="22E4CF83" w14:textId="77777777" w:rsidTr="00222398">
        <w:tc>
          <w:tcPr>
            <w:tcW w:w="2940" w:type="dxa"/>
            <w:vMerge w:val="restart"/>
            <w:shd w:val="clear" w:color="auto" w:fill="auto"/>
            <w:hideMark/>
          </w:tcPr>
          <w:p w14:paraId="0FD67223" w14:textId="0307BE18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 xml:space="preserve">Теплообменники </w:t>
            </w:r>
            <w:r w:rsidR="00222398">
              <w:rPr>
                <w:rFonts w:cs="Times New Roman"/>
              </w:rPr>
              <w:br/>
            </w:r>
            <w:r w:rsidRPr="00243C0F">
              <w:rPr>
                <w:rFonts w:cs="Times New Roman"/>
              </w:rPr>
              <w:t xml:space="preserve">Конденсатор </w:t>
            </w:r>
            <w:r w:rsidR="00222398">
              <w:rPr>
                <w:rFonts w:cs="Times New Roman"/>
              </w:rPr>
              <w:br/>
            </w:r>
            <w:r w:rsidRPr="00243C0F">
              <w:rPr>
                <w:rFonts w:cs="Times New Roman"/>
              </w:rPr>
              <w:t>Испаритель(и)</w:t>
            </w:r>
          </w:p>
        </w:tc>
        <w:tc>
          <w:tcPr>
            <w:tcW w:w="3415" w:type="dxa"/>
            <w:shd w:val="clear" w:color="auto" w:fill="auto"/>
            <w:noWrap/>
            <w:vAlign w:val="center"/>
            <w:hideMark/>
          </w:tcPr>
          <w:p w14:paraId="30E567BB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Тип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BC9418E" w14:textId="77777777" w:rsidR="00681976" w:rsidRPr="00A47220" w:rsidRDefault="00681976" w:rsidP="00761651">
            <w:pPr>
              <w:spacing w:before="40" w:after="120"/>
              <w:ind w:right="113"/>
              <w:rPr>
                <w:lang w:val="en-US"/>
              </w:rPr>
            </w:pPr>
            <w:r w:rsidRPr="00A47220">
              <w:rPr>
                <w:lang w:val="en-US"/>
              </w:rPr>
              <w:t> </w:t>
            </w:r>
          </w:p>
        </w:tc>
      </w:tr>
      <w:tr w:rsidR="00681976" w:rsidRPr="00B34CAD" w14:paraId="4C5DC105" w14:textId="77777777" w:rsidTr="00222398">
        <w:tc>
          <w:tcPr>
            <w:tcW w:w="2940" w:type="dxa"/>
            <w:vMerge/>
            <w:shd w:val="clear" w:color="auto" w:fill="auto"/>
            <w:vAlign w:val="center"/>
            <w:hideMark/>
          </w:tcPr>
          <w:p w14:paraId="3EF98FDC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15" w:type="dxa"/>
            <w:shd w:val="clear" w:color="auto" w:fill="auto"/>
            <w:noWrap/>
            <w:vAlign w:val="center"/>
            <w:hideMark/>
          </w:tcPr>
          <w:p w14:paraId="0710B867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Число трубок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77EF3DA" w14:textId="77777777" w:rsidR="00681976" w:rsidRPr="00A47220" w:rsidRDefault="00681976" w:rsidP="00761651">
            <w:pPr>
              <w:spacing w:before="40" w:after="120"/>
              <w:ind w:right="113"/>
              <w:rPr>
                <w:lang w:val="en-US"/>
              </w:rPr>
            </w:pPr>
            <w:r w:rsidRPr="00A47220">
              <w:rPr>
                <w:lang w:val="en-US"/>
              </w:rPr>
              <w:t> </w:t>
            </w:r>
          </w:p>
        </w:tc>
      </w:tr>
      <w:tr w:rsidR="00681976" w:rsidRPr="00B34CAD" w14:paraId="4543D5CE" w14:textId="77777777" w:rsidTr="00222398">
        <w:tc>
          <w:tcPr>
            <w:tcW w:w="2940" w:type="dxa"/>
            <w:vMerge/>
            <w:shd w:val="clear" w:color="auto" w:fill="auto"/>
            <w:vAlign w:val="center"/>
            <w:hideMark/>
          </w:tcPr>
          <w:p w14:paraId="43C2B9F4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15" w:type="dxa"/>
            <w:shd w:val="clear" w:color="auto" w:fill="auto"/>
            <w:noWrap/>
            <w:vAlign w:val="center"/>
            <w:hideMark/>
          </w:tcPr>
          <w:p w14:paraId="20649704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Шаг лопаток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4E0231F8" w14:textId="77777777" w:rsidR="00681976" w:rsidRPr="00A47220" w:rsidRDefault="00681976" w:rsidP="00761651">
            <w:pPr>
              <w:spacing w:before="40" w:after="120"/>
              <w:ind w:right="113"/>
            </w:pPr>
            <w:r>
              <w:t>мм</w:t>
            </w:r>
          </w:p>
        </w:tc>
      </w:tr>
      <w:tr w:rsidR="00681976" w:rsidRPr="00B34CAD" w14:paraId="21F8B9CE" w14:textId="77777777" w:rsidTr="00222398">
        <w:tc>
          <w:tcPr>
            <w:tcW w:w="2940" w:type="dxa"/>
            <w:vMerge/>
            <w:shd w:val="clear" w:color="auto" w:fill="auto"/>
            <w:vAlign w:val="center"/>
            <w:hideMark/>
          </w:tcPr>
          <w:p w14:paraId="566E0A17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15" w:type="dxa"/>
            <w:shd w:val="clear" w:color="auto" w:fill="auto"/>
            <w:noWrap/>
            <w:vAlign w:val="center"/>
            <w:hideMark/>
          </w:tcPr>
          <w:p w14:paraId="5685EE6B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Характер трубопровода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B186572" w14:textId="77777777" w:rsidR="00681976" w:rsidRPr="00A47220" w:rsidRDefault="00681976" w:rsidP="00761651">
            <w:pPr>
              <w:spacing w:before="40" w:after="120"/>
              <w:ind w:right="113"/>
              <w:rPr>
                <w:lang w:val="en-US"/>
              </w:rPr>
            </w:pPr>
            <w:r w:rsidRPr="00A47220">
              <w:rPr>
                <w:lang w:val="en-US"/>
              </w:rPr>
              <w:t> </w:t>
            </w:r>
          </w:p>
        </w:tc>
      </w:tr>
      <w:tr w:rsidR="00681976" w:rsidRPr="00B34CAD" w14:paraId="79A82B97" w14:textId="77777777" w:rsidTr="00222398">
        <w:tc>
          <w:tcPr>
            <w:tcW w:w="2940" w:type="dxa"/>
            <w:vMerge/>
            <w:shd w:val="clear" w:color="auto" w:fill="auto"/>
            <w:vAlign w:val="center"/>
            <w:hideMark/>
          </w:tcPr>
          <w:p w14:paraId="5DFCE32F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15" w:type="dxa"/>
            <w:shd w:val="clear" w:color="auto" w:fill="auto"/>
            <w:noWrap/>
            <w:vAlign w:val="center"/>
            <w:hideMark/>
          </w:tcPr>
          <w:p w14:paraId="49A469A0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Диаметр трубопровода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4374FA03" w14:textId="77777777" w:rsidR="00681976" w:rsidRPr="00A47220" w:rsidRDefault="00681976" w:rsidP="00761651">
            <w:pPr>
              <w:spacing w:before="40" w:after="120"/>
              <w:ind w:right="113"/>
            </w:pPr>
            <w:r>
              <w:t>мм</w:t>
            </w:r>
          </w:p>
        </w:tc>
      </w:tr>
      <w:tr w:rsidR="00681976" w:rsidRPr="00B34CAD" w14:paraId="0A3BE868" w14:textId="77777777" w:rsidTr="00222398">
        <w:tc>
          <w:tcPr>
            <w:tcW w:w="2940" w:type="dxa"/>
            <w:vMerge/>
            <w:shd w:val="clear" w:color="auto" w:fill="auto"/>
            <w:vAlign w:val="center"/>
            <w:hideMark/>
          </w:tcPr>
          <w:p w14:paraId="439D2C47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15" w:type="dxa"/>
            <w:shd w:val="clear" w:color="auto" w:fill="auto"/>
            <w:noWrap/>
            <w:vAlign w:val="center"/>
            <w:hideMark/>
          </w:tcPr>
          <w:p w14:paraId="7FB87356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Поверхность теплообменника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22D9863" w14:textId="77777777" w:rsidR="00681976" w:rsidRPr="00A47220" w:rsidRDefault="00681976" w:rsidP="00761651">
            <w:pPr>
              <w:spacing w:before="40" w:after="120"/>
              <w:ind w:right="113"/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</w:tr>
      <w:tr w:rsidR="00681976" w:rsidRPr="00B34CAD" w14:paraId="7B472AD4" w14:textId="77777777" w:rsidTr="00222398">
        <w:tc>
          <w:tcPr>
            <w:tcW w:w="2940" w:type="dxa"/>
            <w:vMerge/>
            <w:shd w:val="clear" w:color="auto" w:fill="auto"/>
            <w:vAlign w:val="center"/>
            <w:hideMark/>
          </w:tcPr>
          <w:p w14:paraId="374F9A79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15" w:type="dxa"/>
            <w:shd w:val="clear" w:color="auto" w:fill="auto"/>
            <w:noWrap/>
            <w:vAlign w:val="center"/>
            <w:hideMark/>
          </w:tcPr>
          <w:p w14:paraId="03E5F2BF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Фронтальная поверхность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79E343F" w14:textId="77777777" w:rsidR="00681976" w:rsidRPr="00A47220" w:rsidRDefault="00681976" w:rsidP="00761651">
            <w:pPr>
              <w:spacing w:before="40" w:after="120"/>
              <w:ind w:right="113"/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</w:tr>
      <w:tr w:rsidR="00681976" w:rsidRPr="00B34CAD" w14:paraId="11623F04" w14:textId="77777777" w:rsidTr="00222398">
        <w:tc>
          <w:tcPr>
            <w:tcW w:w="2940" w:type="dxa"/>
            <w:vMerge w:val="restart"/>
            <w:shd w:val="clear" w:color="auto" w:fill="auto"/>
            <w:hideMark/>
          </w:tcPr>
          <w:p w14:paraId="7442EDF7" w14:textId="2355A654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 xml:space="preserve">Теплообменники </w:t>
            </w:r>
            <w:r w:rsidR="00222398">
              <w:rPr>
                <w:rFonts w:cs="Times New Roman"/>
              </w:rPr>
              <w:br/>
            </w:r>
            <w:r w:rsidRPr="00243C0F">
              <w:rPr>
                <w:rFonts w:cs="Times New Roman"/>
              </w:rPr>
              <w:t xml:space="preserve">Вентиляторы </w:t>
            </w:r>
            <w:r w:rsidR="00222398">
              <w:rPr>
                <w:rFonts w:cs="Times New Roman"/>
              </w:rPr>
              <w:br/>
            </w:r>
            <w:r w:rsidRPr="00243C0F">
              <w:rPr>
                <w:rFonts w:cs="Times New Roman"/>
              </w:rPr>
              <w:t xml:space="preserve">Конденсатор </w:t>
            </w:r>
            <w:r w:rsidR="00222398">
              <w:rPr>
                <w:rFonts w:cs="Times New Roman"/>
              </w:rPr>
              <w:br/>
            </w:r>
            <w:r w:rsidRPr="00243C0F">
              <w:rPr>
                <w:rFonts w:cs="Times New Roman"/>
              </w:rPr>
              <w:t>Испаритель(и)</w:t>
            </w:r>
          </w:p>
        </w:tc>
        <w:tc>
          <w:tcPr>
            <w:tcW w:w="3415" w:type="dxa"/>
            <w:shd w:val="clear" w:color="auto" w:fill="auto"/>
            <w:noWrap/>
            <w:vAlign w:val="center"/>
            <w:hideMark/>
          </w:tcPr>
          <w:p w14:paraId="46B00CC0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Число вентиляторов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AE5EA81" w14:textId="77777777" w:rsidR="00681976" w:rsidRPr="00A47220" w:rsidRDefault="00681976" w:rsidP="00761651">
            <w:pPr>
              <w:spacing w:before="40" w:after="120"/>
              <w:ind w:right="113"/>
              <w:rPr>
                <w:lang w:val="en-US"/>
              </w:rPr>
            </w:pPr>
            <w:r w:rsidRPr="00A47220">
              <w:rPr>
                <w:lang w:val="en-US"/>
              </w:rPr>
              <w:t> </w:t>
            </w:r>
          </w:p>
        </w:tc>
      </w:tr>
      <w:tr w:rsidR="00681976" w:rsidRPr="00B34CAD" w14:paraId="1C2FD90A" w14:textId="77777777" w:rsidTr="00222398">
        <w:tc>
          <w:tcPr>
            <w:tcW w:w="2940" w:type="dxa"/>
            <w:vMerge/>
            <w:shd w:val="clear" w:color="auto" w:fill="auto"/>
            <w:vAlign w:val="center"/>
            <w:hideMark/>
          </w:tcPr>
          <w:p w14:paraId="01184284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15" w:type="dxa"/>
            <w:shd w:val="clear" w:color="auto" w:fill="auto"/>
            <w:noWrap/>
            <w:vAlign w:val="center"/>
            <w:hideMark/>
          </w:tcPr>
          <w:p w14:paraId="1ABC6F10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 xml:space="preserve">Тип вентилятора (осевой/радиальный) 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49FD79A0" w14:textId="77777777" w:rsidR="00681976" w:rsidRPr="00A47220" w:rsidRDefault="00681976" w:rsidP="00761651">
            <w:pPr>
              <w:spacing w:before="40" w:after="120"/>
              <w:ind w:right="113"/>
              <w:rPr>
                <w:lang w:val="en-US"/>
              </w:rPr>
            </w:pPr>
            <w:r w:rsidRPr="00A47220">
              <w:rPr>
                <w:lang w:val="en-US"/>
              </w:rPr>
              <w:t> </w:t>
            </w:r>
          </w:p>
        </w:tc>
      </w:tr>
      <w:tr w:rsidR="00681976" w:rsidRPr="00A47220" w14:paraId="6BB3EDC4" w14:textId="77777777" w:rsidTr="00222398">
        <w:tc>
          <w:tcPr>
            <w:tcW w:w="2940" w:type="dxa"/>
            <w:vMerge/>
            <w:shd w:val="clear" w:color="auto" w:fill="auto"/>
            <w:vAlign w:val="center"/>
            <w:hideMark/>
          </w:tcPr>
          <w:p w14:paraId="72A6119F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15" w:type="dxa"/>
            <w:shd w:val="clear" w:color="auto" w:fill="auto"/>
            <w:noWrap/>
            <w:vAlign w:val="center"/>
            <w:hideMark/>
          </w:tcPr>
          <w:p w14:paraId="67FEFB6B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Число лопастей каждого вентилятора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3C001F0C" w14:textId="77777777" w:rsidR="00681976" w:rsidRPr="00A47220" w:rsidRDefault="00681976" w:rsidP="00761651">
            <w:pPr>
              <w:spacing w:before="40" w:after="120"/>
              <w:ind w:right="113"/>
              <w:rPr>
                <w:lang w:val="en-US"/>
              </w:rPr>
            </w:pPr>
            <w:r w:rsidRPr="00A47220">
              <w:rPr>
                <w:lang w:val="en-US"/>
              </w:rPr>
              <w:t> </w:t>
            </w:r>
          </w:p>
        </w:tc>
      </w:tr>
      <w:tr w:rsidR="00681976" w:rsidRPr="00B34CAD" w14:paraId="7B85D1AD" w14:textId="77777777" w:rsidTr="00222398">
        <w:tc>
          <w:tcPr>
            <w:tcW w:w="2940" w:type="dxa"/>
            <w:vMerge/>
            <w:shd w:val="clear" w:color="auto" w:fill="auto"/>
            <w:vAlign w:val="center"/>
            <w:hideMark/>
          </w:tcPr>
          <w:p w14:paraId="70B5734F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15" w:type="dxa"/>
            <w:shd w:val="clear" w:color="auto" w:fill="auto"/>
            <w:noWrap/>
            <w:vAlign w:val="center"/>
            <w:hideMark/>
          </w:tcPr>
          <w:p w14:paraId="7C158852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Диаметр вентилятора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611B9DE9" w14:textId="77777777" w:rsidR="00681976" w:rsidRPr="00A47220" w:rsidRDefault="00681976" w:rsidP="00761651">
            <w:pPr>
              <w:spacing w:before="40" w:after="120"/>
              <w:ind w:right="113"/>
            </w:pPr>
            <w:r>
              <w:t>мм</w:t>
            </w:r>
          </w:p>
        </w:tc>
      </w:tr>
      <w:tr w:rsidR="00681976" w:rsidRPr="00B34CAD" w14:paraId="2B79E587" w14:textId="77777777" w:rsidTr="00222398">
        <w:tc>
          <w:tcPr>
            <w:tcW w:w="2940" w:type="dxa"/>
            <w:vMerge/>
            <w:shd w:val="clear" w:color="auto" w:fill="auto"/>
            <w:vAlign w:val="center"/>
            <w:hideMark/>
          </w:tcPr>
          <w:p w14:paraId="57C9D87A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15" w:type="dxa"/>
            <w:shd w:val="clear" w:color="auto" w:fill="auto"/>
            <w:noWrap/>
            <w:vAlign w:val="center"/>
            <w:hideMark/>
          </w:tcPr>
          <w:p w14:paraId="75829942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Номинальная мощность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2E3E6A1F" w14:textId="77777777" w:rsidR="00681976" w:rsidRPr="00A47220" w:rsidRDefault="00681976" w:rsidP="00761651">
            <w:pPr>
              <w:spacing w:before="40" w:after="120"/>
              <w:ind w:right="113"/>
            </w:pPr>
            <w:r>
              <w:t>Вт</w:t>
            </w:r>
          </w:p>
        </w:tc>
      </w:tr>
      <w:tr w:rsidR="00681976" w:rsidRPr="00B34CAD" w14:paraId="6B104E65" w14:textId="77777777" w:rsidTr="00222398">
        <w:tc>
          <w:tcPr>
            <w:tcW w:w="2940" w:type="dxa"/>
            <w:vMerge/>
            <w:shd w:val="clear" w:color="auto" w:fill="auto"/>
            <w:vAlign w:val="center"/>
            <w:hideMark/>
          </w:tcPr>
          <w:p w14:paraId="7E6743B5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15" w:type="dxa"/>
            <w:shd w:val="clear" w:color="auto" w:fill="auto"/>
            <w:vAlign w:val="center"/>
            <w:hideMark/>
          </w:tcPr>
          <w:p w14:paraId="5A9D6486" w14:textId="0E65DF00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 xml:space="preserve">Общий номинальный расход при заданном давлении </w:t>
            </w:r>
            <w:r w:rsidR="00C54E74">
              <w:rPr>
                <w:rFonts w:cs="Times New Roman"/>
              </w:rPr>
              <w:br/>
            </w:r>
            <w:r w:rsidRPr="00243C0F">
              <w:rPr>
                <w:rFonts w:cs="Times New Roman"/>
              </w:rPr>
              <w:t xml:space="preserve">или </w:t>
            </w:r>
            <w:r w:rsidR="00C54E74">
              <w:rPr>
                <w:rFonts w:cs="Times New Roman"/>
              </w:rPr>
              <w:br/>
            </w:r>
            <w:r w:rsidRPr="00243C0F">
              <w:rPr>
                <w:rFonts w:cs="Times New Roman"/>
              </w:rPr>
              <w:t>Номинальное число оборотов</w:t>
            </w:r>
          </w:p>
        </w:tc>
        <w:tc>
          <w:tcPr>
            <w:tcW w:w="1016" w:type="dxa"/>
            <w:shd w:val="clear" w:color="auto" w:fill="auto"/>
            <w:vAlign w:val="center"/>
            <w:hideMark/>
          </w:tcPr>
          <w:p w14:paraId="63264690" w14:textId="77777777" w:rsidR="00681976" w:rsidRDefault="00681976" w:rsidP="00761651">
            <w:pPr>
              <w:spacing w:before="40" w:after="120"/>
              <w:ind w:right="113"/>
            </w:pPr>
            <w:r>
              <w:t>(м</w:t>
            </w:r>
            <w:r>
              <w:rPr>
                <w:vertAlign w:val="superscript"/>
              </w:rPr>
              <w:t>3</w:t>
            </w:r>
            <w:r>
              <w:t>/ч)</w:t>
            </w:r>
          </w:p>
          <w:p w14:paraId="4E6DF301" w14:textId="1C561D0E" w:rsidR="00681976" w:rsidRPr="00A47220" w:rsidRDefault="00C54E74" w:rsidP="00761651">
            <w:pPr>
              <w:spacing w:before="40" w:after="120"/>
              <w:ind w:right="113"/>
            </w:pPr>
            <w:r>
              <w:br/>
            </w:r>
            <w:r w:rsidR="00681976">
              <w:t>мин</w:t>
            </w:r>
            <w:r>
              <w:rPr>
                <w:vertAlign w:val="superscript"/>
              </w:rPr>
              <w:t>–1</w:t>
            </w:r>
          </w:p>
        </w:tc>
      </w:tr>
      <w:tr w:rsidR="00681976" w:rsidRPr="00B34CAD" w14:paraId="4EA4D33A" w14:textId="77777777" w:rsidTr="00222398">
        <w:tc>
          <w:tcPr>
            <w:tcW w:w="2940" w:type="dxa"/>
            <w:vMerge/>
            <w:shd w:val="clear" w:color="auto" w:fill="auto"/>
            <w:vAlign w:val="center"/>
            <w:hideMark/>
          </w:tcPr>
          <w:p w14:paraId="6B9C5B25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15" w:type="dxa"/>
            <w:shd w:val="clear" w:color="auto" w:fill="auto"/>
            <w:noWrap/>
            <w:vAlign w:val="center"/>
            <w:hideMark/>
          </w:tcPr>
          <w:p w14:paraId="68618E5A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Вид привода</w:t>
            </w:r>
          </w:p>
        </w:tc>
        <w:tc>
          <w:tcPr>
            <w:tcW w:w="1016" w:type="dxa"/>
            <w:shd w:val="clear" w:color="auto" w:fill="auto"/>
            <w:noWrap/>
            <w:vAlign w:val="center"/>
            <w:hideMark/>
          </w:tcPr>
          <w:p w14:paraId="019F12E7" w14:textId="77777777" w:rsidR="00681976" w:rsidRPr="00A47220" w:rsidRDefault="00681976" w:rsidP="00761651">
            <w:pPr>
              <w:spacing w:before="40" w:after="120"/>
              <w:ind w:right="113"/>
              <w:rPr>
                <w:lang w:val="en-US"/>
              </w:rPr>
            </w:pPr>
            <w:r w:rsidRPr="00A47220">
              <w:rPr>
                <w:lang w:val="en-US"/>
              </w:rPr>
              <w:t> </w:t>
            </w:r>
          </w:p>
        </w:tc>
      </w:tr>
      <w:tr w:rsidR="00681976" w:rsidRPr="00B34CAD" w14:paraId="55EAA535" w14:textId="77777777" w:rsidTr="00222398">
        <w:tc>
          <w:tcPr>
            <w:tcW w:w="294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483177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Редукционный клапан</w:t>
            </w:r>
          </w:p>
        </w:tc>
        <w:tc>
          <w:tcPr>
            <w:tcW w:w="3415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9E5590" w14:textId="77777777" w:rsidR="00681976" w:rsidRPr="00243C0F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243C0F">
              <w:rPr>
                <w:rFonts w:cs="Times New Roman"/>
              </w:rPr>
              <w:t>Тип</w:t>
            </w:r>
          </w:p>
        </w:tc>
        <w:tc>
          <w:tcPr>
            <w:tcW w:w="1016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4512AF" w14:textId="77777777" w:rsidR="00681976" w:rsidRPr="00A47220" w:rsidRDefault="00681976" w:rsidP="00761651">
            <w:pPr>
              <w:spacing w:before="40" w:after="120"/>
              <w:ind w:right="113"/>
              <w:rPr>
                <w:lang w:val="en-US"/>
              </w:rPr>
            </w:pPr>
            <w:r w:rsidRPr="00A47220">
              <w:rPr>
                <w:lang w:val="en-US"/>
              </w:rPr>
              <w:t> </w:t>
            </w:r>
          </w:p>
        </w:tc>
      </w:tr>
    </w:tbl>
    <w:p w14:paraId="25D0BB32" w14:textId="77777777" w:rsidR="00681976" w:rsidRPr="00977580" w:rsidRDefault="00681976" w:rsidP="00FE33C1">
      <w:pPr>
        <w:pStyle w:val="Bullet1G"/>
        <w:spacing w:before="120"/>
      </w:pPr>
      <w:r>
        <w:t>Перечень основных компонентов, относящихся к изоляции</w:t>
      </w:r>
    </w:p>
    <w:p w14:paraId="53AA37F1" w14:textId="77777777" w:rsidR="00681976" w:rsidRPr="000608C8" w:rsidRDefault="00681976" w:rsidP="00FE33C1">
      <w:pPr>
        <w:pStyle w:val="Bullet1G"/>
        <w:numPr>
          <w:ilvl w:val="0"/>
          <w:numId w:val="0"/>
        </w:numPr>
        <w:ind w:left="1701"/>
      </w:pPr>
      <w:r>
        <w:t>(см. приложение 1, добавление 2, образец № 1 А)</w:t>
      </w:r>
    </w:p>
    <w:p w14:paraId="4430FD08" w14:textId="5FE6E891" w:rsidR="00681976" w:rsidRPr="00EF4234" w:rsidRDefault="00FE33C1" w:rsidP="00FE33C1">
      <w:pPr>
        <w:pStyle w:val="H23G"/>
      </w:pPr>
      <w:r>
        <w:tab/>
      </w:r>
      <w:r>
        <w:tab/>
      </w:r>
      <w:r w:rsidR="00681976">
        <w:t>Таблица 4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6"/>
        <w:gridCol w:w="3453"/>
        <w:gridCol w:w="991"/>
      </w:tblGrid>
      <w:tr w:rsidR="00681976" w:rsidRPr="003A15E8" w14:paraId="0987E4E4" w14:textId="77777777" w:rsidTr="00C54E74">
        <w:tc>
          <w:tcPr>
            <w:tcW w:w="292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667E5A3" w14:textId="77777777" w:rsidR="00681976" w:rsidRPr="00780B64" w:rsidRDefault="00681976" w:rsidP="00C54E74">
            <w:pPr>
              <w:spacing w:before="40" w:after="120"/>
              <w:ind w:right="113"/>
              <w:rPr>
                <w:rFonts w:cs="Times New Roman"/>
              </w:rPr>
            </w:pPr>
            <w:r w:rsidRPr="00780B64">
              <w:rPr>
                <w:rFonts w:cs="Times New Roman"/>
              </w:rPr>
              <w:t>Основные габариты</w:t>
            </w:r>
          </w:p>
        </w:tc>
        <w:tc>
          <w:tcPr>
            <w:tcW w:w="34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16DDC" w14:textId="77777777" w:rsidR="00681976" w:rsidRPr="00780B64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780B64">
              <w:rPr>
                <w:rFonts w:cs="Times New Roman"/>
              </w:rPr>
              <w:t>Общая внутренняя поверхность стенок кузова S</w:t>
            </w:r>
            <w:r w:rsidRPr="00780B64">
              <w:rPr>
                <w:rFonts w:cs="Times New Roman"/>
                <w:vertAlign w:val="subscript"/>
              </w:rPr>
              <w:t>i</w:t>
            </w: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5409459" w14:textId="77777777" w:rsidR="00681976" w:rsidRPr="003A15E8" w:rsidRDefault="00681976" w:rsidP="00C54E74">
            <w:pPr>
              <w:spacing w:before="40" w:after="120"/>
              <w:ind w:right="113"/>
              <w:rPr>
                <w:i/>
                <w:sz w:val="16"/>
              </w:rPr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</w:tr>
      <w:tr w:rsidR="00681976" w:rsidRPr="003A15E8" w14:paraId="0EE4BB59" w14:textId="77777777" w:rsidTr="00780B64">
        <w:tc>
          <w:tcPr>
            <w:tcW w:w="2926" w:type="dxa"/>
            <w:shd w:val="clear" w:color="auto" w:fill="auto"/>
            <w:noWrap/>
            <w:hideMark/>
          </w:tcPr>
          <w:p w14:paraId="3D64A80A" w14:textId="46939524" w:rsidR="00681976" w:rsidRPr="00780B64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53" w:type="dxa"/>
            <w:shd w:val="clear" w:color="auto" w:fill="auto"/>
            <w:noWrap/>
            <w:hideMark/>
          </w:tcPr>
          <w:p w14:paraId="598F5DB9" w14:textId="77777777" w:rsidR="00681976" w:rsidRPr="00780B64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780B64">
              <w:rPr>
                <w:rFonts w:cs="Times New Roman"/>
              </w:rPr>
              <w:t>Общая наружная поверхность стенок кузова S</w:t>
            </w:r>
            <w:r w:rsidRPr="00780B64">
              <w:rPr>
                <w:rFonts w:cs="Times New Roman"/>
                <w:vertAlign w:val="subscript"/>
              </w:rPr>
              <w:t>е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6C0B7718" w14:textId="77777777" w:rsidR="00681976" w:rsidRPr="003A15E8" w:rsidRDefault="00681976" w:rsidP="00761651">
            <w:pPr>
              <w:spacing w:before="40" w:after="120"/>
              <w:ind w:right="113"/>
            </w:pPr>
            <w:r>
              <w:t>м</w:t>
            </w:r>
            <w:r>
              <w:rPr>
                <w:vertAlign w:val="superscript"/>
              </w:rPr>
              <w:t>2</w:t>
            </w:r>
          </w:p>
        </w:tc>
      </w:tr>
      <w:tr w:rsidR="00681976" w:rsidRPr="003A15E8" w14:paraId="73276548" w14:textId="77777777" w:rsidTr="00780B64">
        <w:tc>
          <w:tcPr>
            <w:tcW w:w="2926" w:type="dxa"/>
            <w:shd w:val="clear" w:color="auto" w:fill="auto"/>
            <w:noWrap/>
            <w:hideMark/>
          </w:tcPr>
          <w:p w14:paraId="77F400E6" w14:textId="3C5B075B" w:rsidR="00681976" w:rsidRPr="00780B64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780B64">
              <w:rPr>
                <w:rFonts w:cs="Times New Roman"/>
              </w:rPr>
              <w:t>Спецификация стенок кузова</w:t>
            </w:r>
            <w:r w:rsidR="00780B64" w:rsidRPr="00780B64">
              <w:rPr>
                <w:rFonts w:cs="Times New Roman"/>
                <w:i/>
                <w:iCs/>
                <w:sz w:val="18"/>
                <w:szCs w:val="18"/>
                <w:vertAlign w:val="superscript"/>
              </w:rPr>
              <w:t>а</w:t>
            </w:r>
          </w:p>
        </w:tc>
        <w:tc>
          <w:tcPr>
            <w:tcW w:w="3453" w:type="dxa"/>
            <w:shd w:val="clear" w:color="auto" w:fill="auto"/>
            <w:noWrap/>
            <w:hideMark/>
          </w:tcPr>
          <w:p w14:paraId="66D360E7" w14:textId="77777777" w:rsidR="00681976" w:rsidRPr="00780B64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780B64">
              <w:rPr>
                <w:rFonts w:cs="Times New Roman"/>
              </w:rPr>
              <w:t>Крыша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563966BE" w14:textId="77777777" w:rsidR="00681976" w:rsidRPr="003A15E8" w:rsidRDefault="00681976" w:rsidP="00761651">
            <w:pPr>
              <w:spacing w:before="40" w:after="120"/>
              <w:ind w:right="113"/>
              <w:rPr>
                <w:lang w:val="fr-FR"/>
              </w:rPr>
            </w:pPr>
            <w:r w:rsidRPr="003A15E8">
              <w:rPr>
                <w:lang w:val="fr-FR"/>
              </w:rPr>
              <w:t> </w:t>
            </w:r>
          </w:p>
        </w:tc>
      </w:tr>
      <w:tr w:rsidR="00681976" w:rsidRPr="003A15E8" w14:paraId="32EB5AC9" w14:textId="77777777" w:rsidTr="00780B64">
        <w:tc>
          <w:tcPr>
            <w:tcW w:w="2926" w:type="dxa"/>
            <w:shd w:val="clear" w:color="auto" w:fill="auto"/>
            <w:noWrap/>
            <w:hideMark/>
          </w:tcPr>
          <w:p w14:paraId="49656854" w14:textId="751520AD" w:rsidR="00681976" w:rsidRPr="00780B64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53" w:type="dxa"/>
            <w:shd w:val="clear" w:color="auto" w:fill="auto"/>
            <w:noWrap/>
            <w:hideMark/>
          </w:tcPr>
          <w:p w14:paraId="52602B04" w14:textId="77777777" w:rsidR="00681976" w:rsidRPr="00780B64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780B64">
              <w:rPr>
                <w:rFonts w:cs="Times New Roman"/>
              </w:rPr>
              <w:t>Пол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4E5F23C0" w14:textId="77777777" w:rsidR="00681976" w:rsidRPr="003A15E8" w:rsidRDefault="00681976" w:rsidP="00761651">
            <w:pPr>
              <w:spacing w:before="40" w:after="120"/>
              <w:ind w:right="113"/>
              <w:rPr>
                <w:lang w:val="fr-FR"/>
              </w:rPr>
            </w:pPr>
            <w:r w:rsidRPr="003A15E8">
              <w:rPr>
                <w:lang w:val="fr-FR"/>
              </w:rPr>
              <w:t> </w:t>
            </w:r>
          </w:p>
        </w:tc>
      </w:tr>
      <w:tr w:rsidR="00681976" w:rsidRPr="003A15E8" w14:paraId="1BDBDDA4" w14:textId="77777777" w:rsidTr="00780B64">
        <w:tc>
          <w:tcPr>
            <w:tcW w:w="2926" w:type="dxa"/>
            <w:shd w:val="clear" w:color="auto" w:fill="auto"/>
            <w:noWrap/>
            <w:hideMark/>
          </w:tcPr>
          <w:p w14:paraId="0A06A94A" w14:textId="726DB066" w:rsidR="00681976" w:rsidRPr="00780B64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53" w:type="dxa"/>
            <w:shd w:val="clear" w:color="auto" w:fill="auto"/>
            <w:noWrap/>
            <w:hideMark/>
          </w:tcPr>
          <w:p w14:paraId="3C992E4F" w14:textId="77777777" w:rsidR="00681976" w:rsidRPr="00780B64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780B64">
              <w:rPr>
                <w:rFonts w:cs="Times New Roman"/>
              </w:rPr>
              <w:t>Боковые стенки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5B926FE7" w14:textId="77777777" w:rsidR="00681976" w:rsidRPr="003A15E8" w:rsidRDefault="00681976" w:rsidP="00761651">
            <w:pPr>
              <w:spacing w:before="40" w:after="120"/>
              <w:ind w:right="113"/>
              <w:rPr>
                <w:lang w:val="fr-FR"/>
              </w:rPr>
            </w:pPr>
            <w:r w:rsidRPr="003A15E8">
              <w:rPr>
                <w:lang w:val="fr-FR"/>
              </w:rPr>
              <w:t> </w:t>
            </w:r>
          </w:p>
        </w:tc>
      </w:tr>
      <w:tr w:rsidR="00681976" w:rsidRPr="000608C8" w14:paraId="3CECE611" w14:textId="77777777" w:rsidTr="00780B64">
        <w:tc>
          <w:tcPr>
            <w:tcW w:w="2926" w:type="dxa"/>
            <w:shd w:val="clear" w:color="auto" w:fill="auto"/>
            <w:noWrap/>
            <w:hideMark/>
          </w:tcPr>
          <w:p w14:paraId="5CD2A58F" w14:textId="6A4C10D7" w:rsidR="00681976" w:rsidRPr="00780B64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780B64">
              <w:rPr>
                <w:rFonts w:cs="Times New Roman"/>
              </w:rPr>
              <w:t>Конструктивные особенности кузова</w:t>
            </w:r>
          </w:p>
        </w:tc>
        <w:tc>
          <w:tcPr>
            <w:tcW w:w="3453" w:type="dxa"/>
            <w:shd w:val="clear" w:color="auto" w:fill="auto"/>
            <w:noWrap/>
            <w:hideMark/>
          </w:tcPr>
          <w:p w14:paraId="182635A5" w14:textId="77777777" w:rsidR="00681976" w:rsidRPr="00780B64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780B64">
              <w:rPr>
                <w:rFonts w:cs="Times New Roman"/>
              </w:rPr>
              <w:t>Число, расположение и размеры дверей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0CE4B47D" w14:textId="77777777" w:rsidR="00681976" w:rsidRPr="000608C8" w:rsidRDefault="00681976" w:rsidP="00761651">
            <w:pPr>
              <w:spacing w:before="40" w:after="120"/>
              <w:ind w:right="113"/>
            </w:pPr>
            <w:r w:rsidRPr="003A15E8">
              <w:rPr>
                <w:lang w:val="en-US"/>
              </w:rPr>
              <w:t> </w:t>
            </w:r>
          </w:p>
        </w:tc>
      </w:tr>
      <w:tr w:rsidR="00681976" w:rsidRPr="000608C8" w14:paraId="5D3D2D7C" w14:textId="77777777" w:rsidTr="00780B64">
        <w:tc>
          <w:tcPr>
            <w:tcW w:w="2926" w:type="dxa"/>
            <w:shd w:val="clear" w:color="auto" w:fill="auto"/>
            <w:noWrap/>
            <w:hideMark/>
          </w:tcPr>
          <w:p w14:paraId="6742FF07" w14:textId="032F011E" w:rsidR="00681976" w:rsidRPr="00780B64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53" w:type="dxa"/>
            <w:shd w:val="clear" w:color="auto" w:fill="auto"/>
            <w:noWrap/>
            <w:hideMark/>
          </w:tcPr>
          <w:p w14:paraId="103E9C1E" w14:textId="77777777" w:rsidR="00681976" w:rsidRPr="00780B64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780B64">
              <w:rPr>
                <w:rFonts w:cs="Times New Roman"/>
              </w:rPr>
              <w:t>Число, расположение и размеры вентиляционных отверстий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4CF7E5F1" w14:textId="77777777" w:rsidR="00681976" w:rsidRPr="000608C8" w:rsidRDefault="00681976" w:rsidP="00761651">
            <w:pPr>
              <w:spacing w:before="40" w:after="120"/>
              <w:ind w:right="113"/>
            </w:pPr>
            <w:r w:rsidRPr="003A15E8">
              <w:rPr>
                <w:lang w:val="en-US"/>
              </w:rPr>
              <w:t> </w:t>
            </w:r>
          </w:p>
        </w:tc>
      </w:tr>
      <w:tr w:rsidR="00681976" w:rsidRPr="000608C8" w14:paraId="3BBBB96E" w14:textId="77777777" w:rsidTr="00780B64">
        <w:tc>
          <w:tcPr>
            <w:tcW w:w="2926" w:type="dxa"/>
            <w:shd w:val="clear" w:color="auto" w:fill="auto"/>
            <w:noWrap/>
            <w:hideMark/>
          </w:tcPr>
          <w:p w14:paraId="0F06CD36" w14:textId="3D4A9CC9" w:rsidR="00681976" w:rsidRPr="00780B64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</w:p>
        </w:tc>
        <w:tc>
          <w:tcPr>
            <w:tcW w:w="3453" w:type="dxa"/>
            <w:shd w:val="clear" w:color="auto" w:fill="auto"/>
            <w:noWrap/>
            <w:hideMark/>
          </w:tcPr>
          <w:p w14:paraId="12FB37F5" w14:textId="77777777" w:rsidR="00681976" w:rsidRPr="00780B64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780B64">
              <w:rPr>
                <w:rFonts w:cs="Times New Roman"/>
              </w:rPr>
              <w:t>Число, расположение и размеры отверстий для загрузки льда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14:paraId="4A9E7357" w14:textId="77777777" w:rsidR="00681976" w:rsidRPr="000608C8" w:rsidRDefault="00681976" w:rsidP="00761651">
            <w:pPr>
              <w:spacing w:before="40" w:after="120"/>
              <w:ind w:right="113"/>
            </w:pPr>
            <w:r w:rsidRPr="003A15E8">
              <w:rPr>
                <w:lang w:val="en-US"/>
              </w:rPr>
              <w:t> </w:t>
            </w:r>
          </w:p>
        </w:tc>
      </w:tr>
      <w:tr w:rsidR="00681976" w:rsidRPr="003A15E8" w14:paraId="4B069591" w14:textId="77777777" w:rsidTr="00780B64">
        <w:tc>
          <w:tcPr>
            <w:tcW w:w="2926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2BC58F39" w14:textId="77777777" w:rsidR="00681976" w:rsidRPr="00780B64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780B64">
              <w:rPr>
                <w:rFonts w:cs="Times New Roman"/>
              </w:rPr>
              <w:t>Дополнительные приспособления</w:t>
            </w:r>
            <w:r w:rsidRPr="00780B64">
              <w:rPr>
                <w:rFonts w:cs="Times New Roman"/>
                <w:i/>
                <w:iCs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3453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55144483" w14:textId="77777777" w:rsidR="00681976" w:rsidRPr="00780B64" w:rsidRDefault="00681976" w:rsidP="00761651">
            <w:pPr>
              <w:spacing w:before="40" w:after="120"/>
              <w:ind w:right="113"/>
              <w:rPr>
                <w:rFonts w:cs="Times New Roman"/>
              </w:rPr>
            </w:pPr>
            <w:r w:rsidRPr="00780B64">
              <w:rPr>
                <w:rFonts w:cs="Times New Roman"/>
              </w:rPr>
              <w:t>Число и тип</w:t>
            </w:r>
          </w:p>
        </w:tc>
        <w:tc>
          <w:tcPr>
            <w:tcW w:w="991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05954862" w14:textId="77777777" w:rsidR="00681976" w:rsidRPr="003A15E8" w:rsidRDefault="00681976" w:rsidP="00761651">
            <w:pPr>
              <w:spacing w:before="40" w:after="120"/>
              <w:ind w:right="113"/>
              <w:rPr>
                <w:lang w:val="fr-FR"/>
              </w:rPr>
            </w:pPr>
            <w:r w:rsidRPr="003A15E8">
              <w:rPr>
                <w:lang w:val="fr-FR"/>
              </w:rPr>
              <w:t> </w:t>
            </w:r>
          </w:p>
        </w:tc>
      </w:tr>
    </w:tbl>
    <w:p w14:paraId="56A4BDD5" w14:textId="7F1B1CC2" w:rsidR="00681976" w:rsidRPr="00FE33C1" w:rsidRDefault="00681976" w:rsidP="00FE33C1">
      <w:pPr>
        <w:pStyle w:val="SingleTxtG"/>
        <w:snapToGrid w:val="0"/>
        <w:spacing w:before="120" w:after="0" w:line="220" w:lineRule="exact"/>
        <w:ind w:firstLine="170"/>
        <w:jc w:val="left"/>
        <w:rPr>
          <w:sz w:val="18"/>
          <w:szCs w:val="18"/>
        </w:rPr>
      </w:pPr>
      <w:r w:rsidRPr="00780B64">
        <w:rPr>
          <w:rFonts w:eastAsiaTheme="minorHAnsi"/>
          <w:i/>
          <w:iCs/>
          <w:sz w:val="18"/>
          <w:szCs w:val="18"/>
          <w:vertAlign w:val="superscript"/>
        </w:rPr>
        <w:t>a</w:t>
      </w:r>
      <w:r w:rsidR="00780B64">
        <w:rPr>
          <w:sz w:val="18"/>
          <w:szCs w:val="18"/>
        </w:rPr>
        <w:t xml:space="preserve">  </w:t>
      </w:r>
      <w:r w:rsidRPr="00FE33C1">
        <w:rPr>
          <w:sz w:val="18"/>
          <w:szCs w:val="18"/>
        </w:rPr>
        <w:t>Характер и толщина материалов, из которых изготовлены стенки кузова</w:t>
      </w:r>
      <w:r w:rsidR="00FE33C1">
        <w:rPr>
          <w:sz w:val="18"/>
          <w:szCs w:val="18"/>
        </w:rPr>
        <w:t>.</w:t>
      </w:r>
    </w:p>
    <w:p w14:paraId="09136C46" w14:textId="7D71501B" w:rsidR="00681976" w:rsidRPr="00FE33C1" w:rsidRDefault="00681976" w:rsidP="006D1EB1">
      <w:pPr>
        <w:pStyle w:val="SingleTxtG"/>
        <w:snapToGrid w:val="0"/>
        <w:spacing w:line="220" w:lineRule="exact"/>
        <w:ind w:firstLine="170"/>
        <w:jc w:val="left"/>
        <w:rPr>
          <w:sz w:val="18"/>
          <w:szCs w:val="18"/>
        </w:rPr>
      </w:pPr>
      <w:r w:rsidRPr="00780B64">
        <w:rPr>
          <w:i/>
          <w:iCs/>
          <w:sz w:val="18"/>
          <w:szCs w:val="18"/>
          <w:vertAlign w:val="superscript"/>
        </w:rPr>
        <w:t>b</w:t>
      </w:r>
      <w:r w:rsidR="00780B64">
        <w:rPr>
          <w:sz w:val="18"/>
          <w:szCs w:val="18"/>
        </w:rPr>
        <w:t xml:space="preserve">  </w:t>
      </w:r>
      <w:r w:rsidRPr="00FE33C1">
        <w:rPr>
          <w:sz w:val="18"/>
          <w:szCs w:val="18"/>
        </w:rPr>
        <w:t>Дополнительные приспособления, которые могут оказать воздействие на коэффициент К</w:t>
      </w:r>
      <w:r w:rsidR="00FE33C1">
        <w:rPr>
          <w:sz w:val="18"/>
          <w:szCs w:val="18"/>
        </w:rPr>
        <w:t>.</w:t>
      </w:r>
    </w:p>
    <w:p w14:paraId="492D6F61" w14:textId="77777777" w:rsidR="00681976" w:rsidRDefault="00681976" w:rsidP="00FE33C1">
      <w:pPr>
        <w:pStyle w:val="HChG"/>
      </w:pPr>
      <w:r>
        <w:tab/>
        <w:t>II.</w:t>
      </w:r>
      <w:r>
        <w:tab/>
        <w:t>Обоснование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0"/>
        <w:gridCol w:w="4711"/>
      </w:tblGrid>
      <w:tr w:rsidR="00681976" w14:paraId="5133F2F9" w14:textId="77777777" w:rsidTr="00174703">
        <w:tc>
          <w:tcPr>
            <w:tcW w:w="2410" w:type="dxa"/>
            <w:shd w:val="clear" w:color="auto" w:fill="auto"/>
          </w:tcPr>
          <w:p w14:paraId="6F16ADAF" w14:textId="77777777" w:rsidR="00681976" w:rsidRPr="00174703" w:rsidRDefault="00681976" w:rsidP="00174703">
            <w:pPr>
              <w:spacing w:before="40" w:after="120"/>
              <w:ind w:right="113"/>
              <w:rPr>
                <w:rFonts w:cs="Times New Roman"/>
              </w:rPr>
            </w:pPr>
            <w:r w:rsidRPr="00174703">
              <w:rPr>
                <w:rFonts w:cs="Times New Roman"/>
              </w:rPr>
              <w:t>Затраты:</w:t>
            </w:r>
          </w:p>
        </w:tc>
        <w:tc>
          <w:tcPr>
            <w:tcW w:w="4711" w:type="dxa"/>
            <w:shd w:val="clear" w:color="auto" w:fill="auto"/>
          </w:tcPr>
          <w:p w14:paraId="5411FD6C" w14:textId="77777777" w:rsidR="00681976" w:rsidRPr="00174703" w:rsidRDefault="00681976" w:rsidP="00C54E74">
            <w:pPr>
              <w:spacing w:before="40" w:after="120"/>
              <w:ind w:right="113"/>
              <w:jc w:val="both"/>
              <w:rPr>
                <w:rFonts w:cs="Times New Roman"/>
              </w:rPr>
            </w:pPr>
            <w:r w:rsidRPr="00174703">
              <w:rPr>
                <w:rFonts w:cs="Times New Roman"/>
              </w:rPr>
              <w:t>Отсутствие каких-либо затрат.</w:t>
            </w:r>
          </w:p>
        </w:tc>
      </w:tr>
      <w:tr w:rsidR="00681976" w14:paraId="358CADA3" w14:textId="77777777" w:rsidTr="00174703">
        <w:tc>
          <w:tcPr>
            <w:tcW w:w="2410" w:type="dxa"/>
            <w:shd w:val="clear" w:color="auto" w:fill="auto"/>
          </w:tcPr>
          <w:p w14:paraId="50FD1306" w14:textId="77777777" w:rsidR="00681976" w:rsidRPr="00174703" w:rsidRDefault="00681976" w:rsidP="00174703">
            <w:pPr>
              <w:spacing w:before="40" w:after="120"/>
              <w:ind w:right="113"/>
              <w:rPr>
                <w:rFonts w:cs="Times New Roman"/>
              </w:rPr>
            </w:pPr>
            <w:r w:rsidRPr="00174703">
              <w:rPr>
                <w:rFonts w:cs="Times New Roman"/>
              </w:rPr>
              <w:t>Осуществимость:</w:t>
            </w:r>
          </w:p>
        </w:tc>
        <w:tc>
          <w:tcPr>
            <w:tcW w:w="4711" w:type="dxa"/>
            <w:shd w:val="clear" w:color="auto" w:fill="auto"/>
          </w:tcPr>
          <w:p w14:paraId="17CF9B7C" w14:textId="07B529A6" w:rsidR="00681976" w:rsidRPr="00174703" w:rsidRDefault="00681976" w:rsidP="00C54E74">
            <w:pPr>
              <w:spacing w:before="40" w:after="120"/>
              <w:ind w:right="113"/>
              <w:jc w:val="both"/>
              <w:rPr>
                <w:rFonts w:cs="Times New Roman"/>
              </w:rPr>
            </w:pPr>
            <w:r w:rsidRPr="00174703">
              <w:rPr>
                <w:rFonts w:cs="Times New Roman"/>
              </w:rPr>
              <w:t>Предложение может быть легко реализовано в</w:t>
            </w:r>
            <w:r w:rsidR="006D1EB1">
              <w:rPr>
                <w:rFonts w:cs="Times New Roman"/>
              </w:rPr>
              <w:t> </w:t>
            </w:r>
            <w:r w:rsidRPr="00174703">
              <w:rPr>
                <w:rFonts w:cs="Times New Roman"/>
              </w:rPr>
              <w:t xml:space="preserve">рамках СПС. </w:t>
            </w:r>
          </w:p>
          <w:p w14:paraId="128C9068" w14:textId="77777777" w:rsidR="00681976" w:rsidRPr="00174703" w:rsidRDefault="00681976" w:rsidP="00C54E74">
            <w:pPr>
              <w:spacing w:before="40" w:after="120"/>
              <w:ind w:right="113"/>
              <w:jc w:val="both"/>
              <w:rPr>
                <w:rFonts w:cs="Times New Roman"/>
              </w:rPr>
            </w:pPr>
            <w:r w:rsidRPr="00174703">
              <w:rPr>
                <w:rFonts w:cs="Times New Roman"/>
              </w:rPr>
              <w:t>Переходного периода не требуется.</w:t>
            </w:r>
          </w:p>
        </w:tc>
      </w:tr>
      <w:tr w:rsidR="00681976" w:rsidRPr="00977580" w14:paraId="2423011E" w14:textId="77777777" w:rsidTr="00174703">
        <w:tc>
          <w:tcPr>
            <w:tcW w:w="2410" w:type="dxa"/>
            <w:shd w:val="clear" w:color="auto" w:fill="auto"/>
          </w:tcPr>
          <w:p w14:paraId="70EE2778" w14:textId="77777777" w:rsidR="00681976" w:rsidRPr="00174703" w:rsidRDefault="00681976" w:rsidP="00174703">
            <w:pPr>
              <w:spacing w:before="40" w:after="120"/>
              <w:ind w:right="113"/>
              <w:rPr>
                <w:rFonts w:cs="Times New Roman"/>
              </w:rPr>
            </w:pPr>
            <w:r w:rsidRPr="00174703">
              <w:rPr>
                <w:rFonts w:cs="Times New Roman"/>
              </w:rPr>
              <w:t>Последствия:</w:t>
            </w:r>
          </w:p>
        </w:tc>
        <w:tc>
          <w:tcPr>
            <w:tcW w:w="4711" w:type="dxa"/>
            <w:shd w:val="clear" w:color="auto" w:fill="auto"/>
          </w:tcPr>
          <w:p w14:paraId="7B6D1DF4" w14:textId="77777777" w:rsidR="00681976" w:rsidRPr="00174703" w:rsidRDefault="00681976" w:rsidP="00C54E74">
            <w:pPr>
              <w:spacing w:before="40" w:after="120"/>
              <w:ind w:right="113"/>
              <w:jc w:val="both"/>
              <w:rPr>
                <w:rFonts w:cs="Times New Roman"/>
              </w:rPr>
            </w:pPr>
            <w:r w:rsidRPr="00174703">
              <w:rPr>
                <w:rFonts w:cs="Times New Roman"/>
              </w:rPr>
              <w:t>Благодаря этому предложению, СПС можно будет легче применять при наличии нескольких источников питания. Случаи наличия нескольких источников питания учащаются, поэтому положения СПС важно скорректировать.</w:t>
            </w:r>
          </w:p>
        </w:tc>
      </w:tr>
      <w:tr w:rsidR="00681976" w:rsidRPr="00977580" w14:paraId="11FC83CD" w14:textId="77777777" w:rsidTr="00174703">
        <w:tc>
          <w:tcPr>
            <w:tcW w:w="2410" w:type="dxa"/>
            <w:shd w:val="clear" w:color="auto" w:fill="auto"/>
          </w:tcPr>
          <w:p w14:paraId="6DEEAFE4" w14:textId="77777777" w:rsidR="00681976" w:rsidRPr="00174703" w:rsidRDefault="00681976" w:rsidP="00174703">
            <w:pPr>
              <w:spacing w:before="40" w:after="120"/>
              <w:ind w:right="113"/>
              <w:rPr>
                <w:rFonts w:cs="Times New Roman"/>
              </w:rPr>
            </w:pPr>
            <w:r w:rsidRPr="00174703">
              <w:rPr>
                <w:rFonts w:cs="Times New Roman"/>
              </w:rPr>
              <w:t>Обеспечение применения:</w:t>
            </w:r>
          </w:p>
        </w:tc>
        <w:tc>
          <w:tcPr>
            <w:tcW w:w="4711" w:type="dxa"/>
            <w:shd w:val="clear" w:color="auto" w:fill="auto"/>
          </w:tcPr>
          <w:p w14:paraId="78DEAF6B" w14:textId="4C0B6B38" w:rsidR="00681976" w:rsidRPr="00174703" w:rsidRDefault="00681976" w:rsidP="00C54E74">
            <w:pPr>
              <w:spacing w:before="40" w:after="120"/>
              <w:ind w:right="113"/>
              <w:jc w:val="both"/>
              <w:rPr>
                <w:rFonts w:cs="Times New Roman"/>
              </w:rPr>
            </w:pPr>
            <w:r w:rsidRPr="00174703">
              <w:rPr>
                <w:rFonts w:cs="Times New Roman"/>
              </w:rPr>
              <w:t>Обновленные образцы № 1 А и № 12 могут контролироваться</w:t>
            </w:r>
            <w:r w:rsidR="006D1EB1">
              <w:rPr>
                <w:rFonts w:cs="Times New Roman"/>
              </w:rPr>
              <w:t>.</w:t>
            </w:r>
          </w:p>
        </w:tc>
      </w:tr>
    </w:tbl>
    <w:p w14:paraId="284B0DFC" w14:textId="42489DBB" w:rsidR="00E12C5F" w:rsidRPr="00681976" w:rsidRDefault="00681976" w:rsidP="00681976">
      <w:pPr>
        <w:spacing w:before="240"/>
        <w:jc w:val="center"/>
        <w:rPr>
          <w:u w:val="single"/>
        </w:rPr>
      </w:pPr>
      <w:r w:rsidRPr="00977580">
        <w:rPr>
          <w:u w:val="single"/>
        </w:rPr>
        <w:tab/>
      </w:r>
      <w:r w:rsidRPr="00977580">
        <w:rPr>
          <w:u w:val="single"/>
        </w:rPr>
        <w:tab/>
      </w:r>
      <w:r w:rsidRPr="00977580">
        <w:rPr>
          <w:u w:val="single"/>
        </w:rPr>
        <w:tab/>
      </w:r>
    </w:p>
    <w:sectPr w:rsidR="00E12C5F" w:rsidRPr="00681976" w:rsidSect="006819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F0570" w14:textId="77777777" w:rsidR="00EC3C93" w:rsidRPr="00A312BC" w:rsidRDefault="00EC3C93" w:rsidP="00A312BC"/>
  </w:endnote>
  <w:endnote w:type="continuationSeparator" w:id="0">
    <w:p w14:paraId="5ACFCE8A" w14:textId="77777777" w:rsidR="00EC3C93" w:rsidRPr="00A312BC" w:rsidRDefault="00EC3C9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3A4A9" w14:textId="3E7E6C92" w:rsidR="00681976" w:rsidRPr="00681976" w:rsidRDefault="00681976">
    <w:pPr>
      <w:pStyle w:val="a8"/>
    </w:pPr>
    <w:r w:rsidRPr="00681976">
      <w:rPr>
        <w:b/>
        <w:sz w:val="18"/>
      </w:rPr>
      <w:fldChar w:fldCharType="begin"/>
    </w:r>
    <w:r w:rsidRPr="00681976">
      <w:rPr>
        <w:b/>
        <w:sz w:val="18"/>
      </w:rPr>
      <w:instrText xml:space="preserve"> PAGE  \* MERGEFORMAT </w:instrText>
    </w:r>
    <w:r w:rsidRPr="00681976">
      <w:rPr>
        <w:b/>
        <w:sz w:val="18"/>
      </w:rPr>
      <w:fldChar w:fldCharType="separate"/>
    </w:r>
    <w:r w:rsidRPr="00681976">
      <w:rPr>
        <w:b/>
        <w:noProof/>
        <w:sz w:val="18"/>
      </w:rPr>
      <w:t>2</w:t>
    </w:r>
    <w:r w:rsidRPr="00681976">
      <w:rPr>
        <w:b/>
        <w:sz w:val="18"/>
      </w:rPr>
      <w:fldChar w:fldCharType="end"/>
    </w:r>
    <w:r>
      <w:rPr>
        <w:b/>
        <w:sz w:val="18"/>
      </w:rPr>
      <w:tab/>
    </w:r>
    <w:r>
      <w:t>GE.22-01777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6FC8A" w14:textId="6139866A" w:rsidR="00681976" w:rsidRPr="00681976" w:rsidRDefault="00681976" w:rsidP="00681976">
    <w:pPr>
      <w:pStyle w:val="a8"/>
      <w:tabs>
        <w:tab w:val="clear" w:pos="9639"/>
        <w:tab w:val="right" w:pos="9638"/>
      </w:tabs>
      <w:rPr>
        <w:b/>
        <w:sz w:val="18"/>
      </w:rPr>
    </w:pPr>
    <w:r>
      <w:t>GE.22-01777</w:t>
    </w:r>
    <w:r>
      <w:tab/>
    </w:r>
    <w:r w:rsidRPr="00681976">
      <w:rPr>
        <w:b/>
        <w:sz w:val="18"/>
      </w:rPr>
      <w:fldChar w:fldCharType="begin"/>
    </w:r>
    <w:r w:rsidRPr="00681976">
      <w:rPr>
        <w:b/>
        <w:sz w:val="18"/>
      </w:rPr>
      <w:instrText xml:space="preserve"> PAGE  \* MERGEFORMAT </w:instrText>
    </w:r>
    <w:r w:rsidRPr="00681976">
      <w:rPr>
        <w:b/>
        <w:sz w:val="18"/>
      </w:rPr>
      <w:fldChar w:fldCharType="separate"/>
    </w:r>
    <w:r w:rsidRPr="00681976">
      <w:rPr>
        <w:b/>
        <w:noProof/>
        <w:sz w:val="18"/>
      </w:rPr>
      <w:t>3</w:t>
    </w:r>
    <w:r w:rsidRPr="0068197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27D59" w14:textId="242724B7" w:rsidR="00042B72" w:rsidRPr="00681976" w:rsidRDefault="00681976" w:rsidP="00681976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41D069B" wp14:editId="2079B47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22-01777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3690BBE" wp14:editId="2AE4F34B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</w:t>
    </w:r>
    <w:r w:rsidR="00E81C9D">
      <w:t>0303</w:t>
    </w:r>
    <w:r>
      <w:rPr>
        <w:lang w:val="en-US"/>
      </w:rPr>
      <w:t>22  0</w:t>
    </w:r>
    <w:r w:rsidR="00C54E74">
      <w:rPr>
        <w:lang w:val="en-US"/>
      </w:rPr>
      <w:t>4</w:t>
    </w:r>
    <w:r>
      <w:rPr>
        <w:lang w:val="en-US"/>
      </w:rPr>
      <w:t>0322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7BC5B" w14:textId="77777777" w:rsidR="00EC3C93" w:rsidRPr="001075E9" w:rsidRDefault="00EC3C9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E2C7D21" w14:textId="77777777" w:rsidR="00EC3C93" w:rsidRDefault="00EC3C9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5AA74" w14:textId="25156CDD" w:rsidR="00681976" w:rsidRPr="00681976" w:rsidRDefault="003F3975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ECE/TRANS/WP.11/2022/7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D5BB1" w14:textId="4C28EF14" w:rsidR="00681976" w:rsidRPr="00681976" w:rsidRDefault="003F3975" w:rsidP="00681976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ECE/TRANS/WP.11/2022/7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B2627" w14:textId="77777777" w:rsidR="00681976" w:rsidRDefault="00681976" w:rsidP="00681976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2A51AA"/>
    <w:multiLevelType w:val="hybridMultilevel"/>
    <w:tmpl w:val="440AA1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156507"/>
    <w:multiLevelType w:val="hybridMultilevel"/>
    <w:tmpl w:val="2B641698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0"/>
  </w:num>
  <w:num w:numId="2">
    <w:abstractNumId w:val="12"/>
  </w:num>
  <w:num w:numId="3">
    <w:abstractNumId w:val="11"/>
  </w:num>
  <w:num w:numId="4">
    <w:abstractNumId w:val="21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8"/>
  </w:num>
  <w:num w:numId="17">
    <w:abstractNumId w:val="14"/>
  </w:num>
  <w:num w:numId="18">
    <w:abstractNumId w:val="16"/>
  </w:num>
  <w:num w:numId="19">
    <w:abstractNumId w:val="18"/>
  </w:num>
  <w:num w:numId="20">
    <w:abstractNumId w:val="14"/>
  </w:num>
  <w:num w:numId="21">
    <w:abstractNumId w:val="16"/>
  </w:num>
  <w:num w:numId="22">
    <w:abstractNumId w:val="10"/>
  </w:num>
  <w:num w:numId="23">
    <w:abstractNumId w:val="17"/>
  </w:num>
  <w:num w:numId="24">
    <w:abstractNumId w:val="13"/>
  </w:num>
  <w:num w:numId="25">
    <w:abstractNumId w:val="19"/>
  </w:num>
  <w:num w:numId="26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C9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74703"/>
    <w:rsid w:val="00180183"/>
    <w:rsid w:val="0018024D"/>
    <w:rsid w:val="0018649F"/>
    <w:rsid w:val="00196389"/>
    <w:rsid w:val="001B3EF6"/>
    <w:rsid w:val="001C7A89"/>
    <w:rsid w:val="00222398"/>
    <w:rsid w:val="00243C0F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F3975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976"/>
    <w:rsid w:val="00681A10"/>
    <w:rsid w:val="006A1ED8"/>
    <w:rsid w:val="006C2031"/>
    <w:rsid w:val="006D1EB1"/>
    <w:rsid w:val="006D461A"/>
    <w:rsid w:val="006F35EE"/>
    <w:rsid w:val="007021FF"/>
    <w:rsid w:val="00712895"/>
    <w:rsid w:val="00734ACB"/>
    <w:rsid w:val="00735672"/>
    <w:rsid w:val="00757357"/>
    <w:rsid w:val="00771416"/>
    <w:rsid w:val="00780B64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56091"/>
    <w:rsid w:val="00A81965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54E74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A397E"/>
    <w:rsid w:val="00DB7E35"/>
    <w:rsid w:val="00DD78D1"/>
    <w:rsid w:val="00DE32CD"/>
    <w:rsid w:val="00DF5767"/>
    <w:rsid w:val="00DF71B9"/>
    <w:rsid w:val="00E12C5F"/>
    <w:rsid w:val="00E73F76"/>
    <w:rsid w:val="00E81C9D"/>
    <w:rsid w:val="00EA2C9F"/>
    <w:rsid w:val="00EA420E"/>
    <w:rsid w:val="00EC3C93"/>
    <w:rsid w:val="00ED0BDA"/>
    <w:rsid w:val="00ED5799"/>
    <w:rsid w:val="00EE142A"/>
    <w:rsid w:val="00EF1360"/>
    <w:rsid w:val="00EF3220"/>
    <w:rsid w:val="00F2523A"/>
    <w:rsid w:val="00F43903"/>
    <w:rsid w:val="00F94155"/>
    <w:rsid w:val="00F9783F"/>
    <w:rsid w:val="00FD2EF7"/>
    <w:rsid w:val="00FE33C1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53D89D"/>
  <w15:docId w15:val="{B225111A-7443-4AF0-925A-06745C0FA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link w:val="H23GChar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customStyle="1" w:styleId="ParNoG">
    <w:name w:val="_ParNo_G"/>
    <w:basedOn w:val="SingleTxtG"/>
    <w:qFormat/>
    <w:rsid w:val="00681976"/>
    <w:pPr>
      <w:numPr>
        <w:numId w:val="22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  <w:style w:type="character" w:customStyle="1" w:styleId="HChGChar">
    <w:name w:val="_ H _Ch_G Char"/>
    <w:link w:val="HChG"/>
    <w:rsid w:val="00681976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681976"/>
    <w:rPr>
      <w:lang w:val="ru-RU" w:eastAsia="en-US"/>
    </w:rPr>
  </w:style>
  <w:style w:type="character" w:customStyle="1" w:styleId="H23GChar">
    <w:name w:val="_ H_2/3_G Char"/>
    <w:link w:val="H23G"/>
    <w:rsid w:val="00681976"/>
    <w:rPr>
      <w:b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3E9B95-7990-4E07-97C9-244AE21BAF46}"/>
</file>

<file path=customXml/itemProps2.xml><?xml version="1.0" encoding="utf-8"?>
<ds:datastoreItem xmlns:ds="http://schemas.openxmlformats.org/officeDocument/2006/customXml" ds:itemID="{47DA62AB-E64B-4CCC-BBA2-D4A2E0A1F4BF}"/>
</file>

<file path=customXml/itemProps3.xml><?xml version="1.0" encoding="utf-8"?>
<ds:datastoreItem xmlns:ds="http://schemas.openxmlformats.org/officeDocument/2006/customXml" ds:itemID="{49B037F1-A5ED-4AF6-A805-B16FB6098789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9</TotalTime>
  <Pages>5</Pages>
  <Words>832</Words>
  <Characters>6016</Characters>
  <Application>Microsoft Office Word</Application>
  <DocSecurity>0</DocSecurity>
  <Lines>346</Lines>
  <Paragraphs>180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ECE/TRANS/WP.11/2022/7</vt:lpstr>
      <vt:lpstr>A/</vt:lpstr>
      <vt:lpstr>A/</vt:lpstr>
    </vt:vector>
  </TitlesOfParts>
  <Company>DCM</Company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ECE/TRANS/WP.11/2022/7</dc:title>
  <dc:subject/>
  <dc:creator>Shuvalova NATALIA</dc:creator>
  <cp:keywords/>
  <cp:lastModifiedBy>Ioulia Goussarova</cp:lastModifiedBy>
  <cp:revision>3</cp:revision>
  <cp:lastPrinted>2022-03-04T08:06:00Z</cp:lastPrinted>
  <dcterms:created xsi:type="dcterms:W3CDTF">2022-03-04T08:05:00Z</dcterms:created>
  <dcterms:modified xsi:type="dcterms:W3CDTF">2022-03-04T08:07:00Z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  <property fmtid="{D5CDD505-2E9C-101B-9397-08002B2CF9AE}" pid="14" name="ContentTypeId">
    <vt:lpwstr>0x0101003B8422D08C252547BB1CFA7F78E2CB83</vt:lpwstr>
  </property>
</Properties>
</file>