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1041AA" w14:paraId="0EE403A3" w14:textId="77777777" w:rsidTr="000D1B89">
        <w:trPr>
          <w:cantSplit/>
          <w:trHeight w:hRule="exact" w:val="851"/>
        </w:trPr>
        <w:tc>
          <w:tcPr>
            <w:tcW w:w="1276" w:type="dxa"/>
            <w:tcBorders>
              <w:bottom w:val="single" w:sz="4" w:space="0" w:color="auto"/>
            </w:tcBorders>
            <w:vAlign w:val="bottom"/>
          </w:tcPr>
          <w:p w14:paraId="7C006D54" w14:textId="77777777" w:rsidR="00717266" w:rsidRPr="001041AA" w:rsidRDefault="00717266" w:rsidP="000D1B89">
            <w:pPr>
              <w:spacing w:after="80"/>
            </w:pPr>
          </w:p>
        </w:tc>
        <w:tc>
          <w:tcPr>
            <w:tcW w:w="2268" w:type="dxa"/>
            <w:tcBorders>
              <w:bottom w:val="single" w:sz="4" w:space="0" w:color="auto"/>
            </w:tcBorders>
            <w:vAlign w:val="bottom"/>
          </w:tcPr>
          <w:p w14:paraId="376F3424" w14:textId="77777777" w:rsidR="00717266" w:rsidRPr="001041AA" w:rsidRDefault="00717266" w:rsidP="000D1B89">
            <w:pPr>
              <w:spacing w:after="80" w:line="300" w:lineRule="exact"/>
              <w:rPr>
                <w:b/>
                <w:sz w:val="24"/>
                <w:szCs w:val="24"/>
              </w:rPr>
            </w:pPr>
            <w:r w:rsidRPr="001041AA">
              <w:rPr>
                <w:sz w:val="28"/>
                <w:szCs w:val="28"/>
              </w:rPr>
              <w:t>United Nations</w:t>
            </w:r>
          </w:p>
        </w:tc>
        <w:tc>
          <w:tcPr>
            <w:tcW w:w="6095" w:type="dxa"/>
            <w:gridSpan w:val="2"/>
            <w:tcBorders>
              <w:bottom w:val="single" w:sz="4" w:space="0" w:color="auto"/>
            </w:tcBorders>
            <w:vAlign w:val="bottom"/>
          </w:tcPr>
          <w:p w14:paraId="40301009" w14:textId="77777777" w:rsidR="00717266" w:rsidRPr="001041AA" w:rsidRDefault="00DC121F" w:rsidP="00DC121F">
            <w:pPr>
              <w:suppressAutoHyphens w:val="0"/>
              <w:spacing w:after="20"/>
              <w:jc w:val="right"/>
            </w:pPr>
            <w:r w:rsidRPr="001041AA">
              <w:rPr>
                <w:sz w:val="40"/>
              </w:rPr>
              <w:t>ECE</w:t>
            </w:r>
            <w:r w:rsidRPr="001041AA">
              <w:t>/TRANS/WP.11/2022/6</w:t>
            </w:r>
          </w:p>
        </w:tc>
      </w:tr>
      <w:tr w:rsidR="00717266" w:rsidRPr="001041AA" w14:paraId="0707CD2B" w14:textId="77777777" w:rsidTr="000D1B89">
        <w:trPr>
          <w:cantSplit/>
          <w:trHeight w:hRule="exact" w:val="2835"/>
        </w:trPr>
        <w:tc>
          <w:tcPr>
            <w:tcW w:w="1276" w:type="dxa"/>
            <w:tcBorders>
              <w:top w:val="single" w:sz="4" w:space="0" w:color="auto"/>
              <w:bottom w:val="single" w:sz="12" w:space="0" w:color="auto"/>
            </w:tcBorders>
          </w:tcPr>
          <w:p w14:paraId="5C6C39F0" w14:textId="77777777" w:rsidR="00717266" w:rsidRPr="001041AA" w:rsidRDefault="00717266" w:rsidP="000D1B89">
            <w:pPr>
              <w:spacing w:before="120"/>
            </w:pPr>
            <w:r w:rsidRPr="001041AA">
              <w:rPr>
                <w:noProof/>
                <w:lang w:eastAsia="fr-CH"/>
              </w:rPr>
              <w:drawing>
                <wp:inline distT="0" distB="0" distL="0" distR="0" wp14:anchorId="40CEFA73" wp14:editId="5F6AF6C0">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EF78F18" w14:textId="77777777" w:rsidR="00717266" w:rsidRPr="001041AA" w:rsidRDefault="00717266" w:rsidP="000D1B89">
            <w:pPr>
              <w:spacing w:before="120" w:line="420" w:lineRule="exact"/>
              <w:rPr>
                <w:sz w:val="40"/>
                <w:szCs w:val="40"/>
              </w:rPr>
            </w:pPr>
            <w:r w:rsidRPr="001041AA">
              <w:rPr>
                <w:b/>
                <w:sz w:val="40"/>
                <w:szCs w:val="40"/>
              </w:rPr>
              <w:t>Economic and Social Council</w:t>
            </w:r>
          </w:p>
        </w:tc>
        <w:tc>
          <w:tcPr>
            <w:tcW w:w="2835" w:type="dxa"/>
            <w:tcBorders>
              <w:top w:val="single" w:sz="4" w:space="0" w:color="auto"/>
              <w:bottom w:val="single" w:sz="12" w:space="0" w:color="auto"/>
            </w:tcBorders>
          </w:tcPr>
          <w:p w14:paraId="3A395C91" w14:textId="77777777" w:rsidR="00717266" w:rsidRPr="001041AA" w:rsidRDefault="00DC121F" w:rsidP="00DC121F">
            <w:pPr>
              <w:spacing w:before="240"/>
            </w:pPr>
            <w:r w:rsidRPr="001041AA">
              <w:t>Distr.: General</w:t>
            </w:r>
          </w:p>
          <w:p w14:paraId="45A10024" w14:textId="06A3F61E" w:rsidR="00DC121F" w:rsidRPr="001041AA" w:rsidRDefault="00DC121F" w:rsidP="00DC121F">
            <w:pPr>
              <w:suppressAutoHyphens w:val="0"/>
            </w:pPr>
            <w:r w:rsidRPr="001041AA">
              <w:t>10 February 2022</w:t>
            </w:r>
          </w:p>
          <w:p w14:paraId="4C8F3A45" w14:textId="573D42F3" w:rsidR="00DC121F" w:rsidRPr="001041AA" w:rsidRDefault="00DC121F" w:rsidP="00DC121F">
            <w:pPr>
              <w:suppressAutoHyphens w:val="0"/>
            </w:pPr>
            <w:r w:rsidRPr="001041AA">
              <w:t>English</w:t>
            </w:r>
          </w:p>
          <w:p w14:paraId="2DBB5710" w14:textId="77777777" w:rsidR="00DC121F" w:rsidRPr="001041AA" w:rsidRDefault="00DC121F" w:rsidP="00DC121F">
            <w:pPr>
              <w:suppressAutoHyphens w:val="0"/>
            </w:pPr>
            <w:r w:rsidRPr="001041AA">
              <w:t>Original: French</w:t>
            </w:r>
          </w:p>
        </w:tc>
      </w:tr>
    </w:tbl>
    <w:p w14:paraId="35BE7125" w14:textId="77777777" w:rsidR="00DC121F" w:rsidRPr="001041AA" w:rsidRDefault="00DC121F">
      <w:pPr>
        <w:spacing w:before="120"/>
        <w:rPr>
          <w:b/>
          <w:sz w:val="28"/>
          <w:szCs w:val="28"/>
        </w:rPr>
      </w:pPr>
      <w:r w:rsidRPr="001041AA">
        <w:rPr>
          <w:b/>
          <w:sz w:val="28"/>
          <w:szCs w:val="28"/>
        </w:rPr>
        <w:t>Economic Commission for Europe</w:t>
      </w:r>
    </w:p>
    <w:p w14:paraId="660767DE" w14:textId="77777777" w:rsidR="00DC121F" w:rsidRPr="001041AA" w:rsidRDefault="00DC121F">
      <w:pPr>
        <w:spacing w:before="120"/>
        <w:rPr>
          <w:sz w:val="28"/>
          <w:szCs w:val="28"/>
        </w:rPr>
      </w:pPr>
      <w:r w:rsidRPr="001041AA">
        <w:rPr>
          <w:sz w:val="28"/>
          <w:szCs w:val="28"/>
        </w:rPr>
        <w:t>Inland Transport Committee</w:t>
      </w:r>
    </w:p>
    <w:p w14:paraId="3B6EE723" w14:textId="77777777" w:rsidR="00DC121F" w:rsidRPr="001041AA" w:rsidRDefault="00DC121F" w:rsidP="00DC121F">
      <w:pPr>
        <w:spacing w:before="120"/>
        <w:rPr>
          <w:b/>
          <w:sz w:val="24"/>
          <w:szCs w:val="24"/>
        </w:rPr>
      </w:pPr>
      <w:r w:rsidRPr="001041AA">
        <w:rPr>
          <w:b/>
          <w:sz w:val="24"/>
          <w:szCs w:val="24"/>
        </w:rPr>
        <w:t xml:space="preserve">Working Party on the Transport of </w:t>
      </w:r>
      <w:r w:rsidRPr="001041AA">
        <w:rPr>
          <w:b/>
          <w:bCs/>
          <w:sz w:val="24"/>
          <w:szCs w:val="24"/>
        </w:rPr>
        <w:t>Perishable Foodstuffs</w:t>
      </w:r>
    </w:p>
    <w:p w14:paraId="28A5EB81" w14:textId="77777777" w:rsidR="00DC121F" w:rsidRPr="001041AA" w:rsidRDefault="00DC121F" w:rsidP="00DC121F">
      <w:pPr>
        <w:spacing w:before="120"/>
        <w:rPr>
          <w:b/>
          <w:bCs/>
        </w:rPr>
      </w:pPr>
      <w:r w:rsidRPr="001041AA">
        <w:rPr>
          <w:b/>
          <w:bCs/>
        </w:rPr>
        <w:t>Seventy-eighth session</w:t>
      </w:r>
    </w:p>
    <w:p w14:paraId="004879C7" w14:textId="77777777" w:rsidR="00DC121F" w:rsidRPr="001041AA" w:rsidRDefault="00DC121F" w:rsidP="00DC121F">
      <w:r w:rsidRPr="001041AA">
        <w:t>Geneva, 3–6 May 2022</w:t>
      </w:r>
    </w:p>
    <w:p w14:paraId="77746676" w14:textId="77777777" w:rsidR="00DC121F" w:rsidRPr="001041AA" w:rsidRDefault="00DC121F" w:rsidP="00DC121F">
      <w:r w:rsidRPr="001041AA">
        <w:t>Item 5 (b) of the provisional agenda</w:t>
      </w:r>
    </w:p>
    <w:p w14:paraId="545D58A4" w14:textId="0343E7EF" w:rsidR="00DC121F" w:rsidRPr="001041AA" w:rsidRDefault="00DC121F" w:rsidP="00DC121F">
      <w:pPr>
        <w:pStyle w:val="Standard"/>
        <w:rPr>
          <w:b/>
          <w:bCs/>
          <w:lang w:val="en-GB"/>
        </w:rPr>
      </w:pPr>
      <w:r w:rsidRPr="001041AA">
        <w:rPr>
          <w:b/>
          <w:bCs/>
          <w:lang w:val="en-GB"/>
        </w:rPr>
        <w:t>Proposals of amendments to ATP:</w:t>
      </w:r>
      <w:r w:rsidRPr="001041AA">
        <w:rPr>
          <w:b/>
          <w:bCs/>
          <w:lang w:val="en-GB"/>
        </w:rPr>
        <w:br/>
      </w:r>
      <w:r w:rsidRPr="001041AA">
        <w:rPr>
          <w:b/>
          <w:bCs/>
          <w:lang w:val="en-GB"/>
        </w:rPr>
        <w:t>New proposals</w:t>
      </w:r>
      <w:r w:rsidRPr="001041AA">
        <w:rPr>
          <w:lang w:val="en-GB"/>
        </w:rPr>
        <w:t xml:space="preserve"> </w:t>
      </w:r>
    </w:p>
    <w:p w14:paraId="460DB325" w14:textId="2CC48838" w:rsidR="00DC121F" w:rsidRPr="001041AA" w:rsidRDefault="00DC121F" w:rsidP="00DC121F">
      <w:pPr>
        <w:pStyle w:val="HChG"/>
      </w:pPr>
      <w:r w:rsidRPr="001041AA">
        <w:rPr>
          <w:bCs/>
        </w:rPr>
        <w:tab/>
      </w:r>
      <w:r w:rsidRPr="001041AA">
        <w:rPr>
          <w:bCs/>
        </w:rPr>
        <w:tab/>
      </w:r>
      <w:r w:rsidRPr="001041AA">
        <w:rPr>
          <w:bCs/>
        </w:rPr>
        <w:t>Measurement of the thickness of the walls of removable bodies of perishable foodstuff transport equipment</w:t>
      </w:r>
    </w:p>
    <w:p w14:paraId="169E5E93" w14:textId="77777777" w:rsidR="00DC121F" w:rsidRPr="001041AA" w:rsidRDefault="00DC121F" w:rsidP="00DC121F">
      <w:pPr>
        <w:pStyle w:val="H1G"/>
      </w:pPr>
      <w:r w:rsidRPr="001041AA">
        <w:tab/>
      </w:r>
      <w:r w:rsidRPr="001041AA">
        <w:tab/>
      </w:r>
      <w:r w:rsidRPr="001041AA">
        <w:tab/>
      </w:r>
      <w:r w:rsidRPr="001041AA">
        <w:rPr>
          <w:bCs/>
        </w:rPr>
        <w:t>Transmitted by the Government of France</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E54E15" w:rsidRPr="001041AA" w14:paraId="3A0B1306" w14:textId="77777777" w:rsidTr="00AC69D7">
        <w:trPr>
          <w:jc w:val="center"/>
        </w:trPr>
        <w:tc>
          <w:tcPr>
            <w:tcW w:w="9629" w:type="dxa"/>
            <w:tcBorders>
              <w:bottom w:val="nil"/>
            </w:tcBorders>
          </w:tcPr>
          <w:p w14:paraId="72F4F294" w14:textId="77777777" w:rsidR="00E54E15" w:rsidRPr="001041AA" w:rsidRDefault="00E54E15" w:rsidP="00FA2AF3">
            <w:pPr>
              <w:tabs>
                <w:tab w:val="left" w:pos="255"/>
              </w:tabs>
              <w:suppressAutoHyphens w:val="0"/>
              <w:spacing w:before="240" w:after="120"/>
              <w:rPr>
                <w:sz w:val="24"/>
              </w:rPr>
            </w:pPr>
            <w:r w:rsidRPr="001041AA">
              <w:tab/>
            </w:r>
            <w:r w:rsidRPr="001041AA">
              <w:rPr>
                <w:i/>
                <w:sz w:val="24"/>
              </w:rPr>
              <w:t>Summary</w:t>
            </w:r>
          </w:p>
        </w:tc>
      </w:tr>
      <w:tr w:rsidR="00E54E15" w:rsidRPr="001041AA" w14:paraId="652009AD" w14:textId="77777777" w:rsidTr="00AC69D7">
        <w:trPr>
          <w:jc w:val="center"/>
        </w:trPr>
        <w:tc>
          <w:tcPr>
            <w:tcW w:w="9629" w:type="dxa"/>
            <w:tcBorders>
              <w:top w:val="nil"/>
              <w:bottom w:val="nil"/>
            </w:tcBorders>
            <w:shd w:val="clear" w:color="auto" w:fill="auto"/>
          </w:tcPr>
          <w:p w14:paraId="55E59F60" w14:textId="12257F4D" w:rsidR="00E54E15" w:rsidRPr="001041AA" w:rsidRDefault="00E54E15" w:rsidP="00E54E15">
            <w:pPr>
              <w:pStyle w:val="SingleTxtG"/>
              <w:spacing w:after="60"/>
              <w:ind w:left="2268" w:hanging="1984"/>
              <w:rPr>
                <w:bCs/>
              </w:rPr>
            </w:pPr>
            <w:r w:rsidRPr="001041AA">
              <w:rPr>
                <w:b/>
                <w:szCs w:val="22"/>
              </w:rPr>
              <w:t>Executive summary</w:t>
            </w:r>
            <w:r w:rsidRPr="001041AA">
              <w:rPr>
                <w:szCs w:val="22"/>
              </w:rPr>
              <w:t>:</w:t>
            </w:r>
            <w:r w:rsidRPr="001041AA">
              <w:rPr>
                <w:szCs w:val="22"/>
              </w:rPr>
              <w:tab/>
              <w:t>France is submitting a new proposal to better control the dimensions of the insulating walls of the bodies of perishable food transport equipment during the type test.</w:t>
            </w:r>
          </w:p>
        </w:tc>
      </w:tr>
      <w:tr w:rsidR="00E54E15" w:rsidRPr="001041AA" w14:paraId="02DC7205" w14:textId="77777777" w:rsidTr="00AC69D7">
        <w:trPr>
          <w:jc w:val="center"/>
        </w:trPr>
        <w:tc>
          <w:tcPr>
            <w:tcW w:w="9629" w:type="dxa"/>
            <w:tcBorders>
              <w:top w:val="nil"/>
              <w:bottom w:val="nil"/>
            </w:tcBorders>
            <w:shd w:val="clear" w:color="auto" w:fill="auto"/>
          </w:tcPr>
          <w:p w14:paraId="19202FF4" w14:textId="0C734D4F" w:rsidR="00E54E15" w:rsidRPr="001041AA" w:rsidRDefault="00E54E15" w:rsidP="00FA2AF3">
            <w:pPr>
              <w:pStyle w:val="SingleTxtG"/>
              <w:ind w:left="2552" w:hanging="2268"/>
              <w:rPr>
                <w:color w:val="6699FF"/>
                <w:szCs w:val="22"/>
              </w:rPr>
            </w:pPr>
            <w:r w:rsidRPr="001041AA">
              <w:rPr>
                <w:b/>
                <w:szCs w:val="22"/>
              </w:rPr>
              <w:t>Action to be taken</w:t>
            </w:r>
            <w:r w:rsidRPr="001041AA">
              <w:rPr>
                <w:szCs w:val="22"/>
              </w:rPr>
              <w:t>:</w:t>
            </w:r>
            <w:r w:rsidRPr="001041AA">
              <w:rPr>
                <w:szCs w:val="22"/>
              </w:rPr>
              <w:tab/>
            </w:r>
            <w:r w:rsidRPr="001041AA">
              <w:t>Measure the wall thickness of removable bodies, except for the tanks</w:t>
            </w:r>
          </w:p>
        </w:tc>
      </w:tr>
      <w:tr w:rsidR="00E54E15" w:rsidRPr="001041AA" w14:paraId="7B46982D" w14:textId="77777777" w:rsidTr="00AC69D7">
        <w:trPr>
          <w:jc w:val="center"/>
        </w:trPr>
        <w:tc>
          <w:tcPr>
            <w:tcW w:w="9629" w:type="dxa"/>
            <w:tcBorders>
              <w:top w:val="nil"/>
              <w:bottom w:val="nil"/>
            </w:tcBorders>
            <w:shd w:val="clear" w:color="auto" w:fill="auto"/>
          </w:tcPr>
          <w:p w14:paraId="5E0EDD24" w14:textId="083577FB" w:rsidR="00E54E15" w:rsidRPr="001041AA" w:rsidRDefault="00E54E15" w:rsidP="00FA2AF3">
            <w:pPr>
              <w:pStyle w:val="SingleTxtG"/>
              <w:ind w:left="2552" w:hanging="2268"/>
              <w:rPr>
                <w:color w:val="6699FF"/>
                <w:szCs w:val="22"/>
              </w:rPr>
            </w:pPr>
            <w:r w:rsidRPr="001041AA">
              <w:rPr>
                <w:b/>
                <w:szCs w:val="22"/>
              </w:rPr>
              <w:t>Related documents</w:t>
            </w:r>
            <w:r w:rsidRPr="001041AA">
              <w:rPr>
                <w:szCs w:val="22"/>
              </w:rPr>
              <w:t>:</w:t>
            </w:r>
            <w:r w:rsidRPr="001041AA">
              <w:rPr>
                <w:szCs w:val="22"/>
              </w:rPr>
              <w:tab/>
            </w:r>
            <w:r w:rsidRPr="001041AA">
              <w:t>None.</w:t>
            </w:r>
          </w:p>
        </w:tc>
      </w:tr>
      <w:tr w:rsidR="00E54E15" w:rsidRPr="001041AA" w14:paraId="2F04FE1C" w14:textId="77777777" w:rsidTr="00AC69D7">
        <w:trPr>
          <w:jc w:val="center"/>
        </w:trPr>
        <w:tc>
          <w:tcPr>
            <w:tcW w:w="9629" w:type="dxa"/>
            <w:tcBorders>
              <w:top w:val="nil"/>
            </w:tcBorders>
          </w:tcPr>
          <w:p w14:paraId="5E48EEFB" w14:textId="77777777" w:rsidR="00E54E15" w:rsidRPr="001041AA" w:rsidRDefault="00E54E15" w:rsidP="00FA2AF3">
            <w:pPr>
              <w:suppressAutoHyphens w:val="0"/>
            </w:pPr>
          </w:p>
        </w:tc>
      </w:tr>
    </w:tbl>
    <w:p w14:paraId="38368324" w14:textId="1746D606" w:rsidR="00AC69D7" w:rsidRPr="001041AA" w:rsidRDefault="00AC69D7" w:rsidP="00AC69D7">
      <w:pPr>
        <w:pStyle w:val="HChG"/>
      </w:pPr>
      <w:r w:rsidRPr="001041AA">
        <w:tab/>
      </w:r>
      <w:r w:rsidRPr="001041AA">
        <w:tab/>
      </w:r>
      <w:r w:rsidRPr="001041AA">
        <w:t xml:space="preserve">Introduction </w:t>
      </w:r>
    </w:p>
    <w:p w14:paraId="1E51DB8A" w14:textId="77777777" w:rsidR="00AC69D7" w:rsidRPr="001041AA" w:rsidRDefault="00AC69D7" w:rsidP="00AC69D7">
      <w:pPr>
        <w:pStyle w:val="SingleTxtG"/>
      </w:pPr>
      <w:r w:rsidRPr="001041AA">
        <w:t>1.</w:t>
      </w:r>
      <w:r w:rsidRPr="001041AA">
        <w:tab/>
        <w:t>A small variation in the dimensions of the body of equipment can have a significant impact on the thickness of the walls of the body, and thus on the insulation coefficient of the body.</w:t>
      </w:r>
    </w:p>
    <w:p w14:paraId="45600058" w14:textId="77777777" w:rsidR="00AC69D7" w:rsidRPr="001041AA" w:rsidRDefault="00AC69D7" w:rsidP="00AC69D7">
      <w:pPr>
        <w:pStyle w:val="SingleTxtG"/>
      </w:pPr>
      <w:r w:rsidRPr="001041AA">
        <w:t>2.</w:t>
      </w:r>
      <w:r w:rsidRPr="001041AA">
        <w:tab/>
        <w:t>The test stations accept a maximum variation of ±1 % in the dimensions of the body between the size given by the manufacturer and that measured by the laboratory. If these variations have little impact on the surface of the unit, a variation within the limit of 1% of the dimensions of the body (interior and exterior length, interior and exterior width, interior and exterior height) can arithmetically generate a variation of 10% of the thickness of the walls of the body and indirectly a variation of 10% of the K coefficient of the insulation of the body. This is greater than the measurement uncertainty of the K coefficient set at 5% by ATP.</w:t>
      </w:r>
    </w:p>
    <w:p w14:paraId="0EFA0730" w14:textId="77777777" w:rsidR="00AC69D7" w:rsidRPr="001041AA" w:rsidRDefault="00AC69D7" w:rsidP="00AC69D7">
      <w:pPr>
        <w:pStyle w:val="SingleTxtG"/>
      </w:pPr>
      <w:r w:rsidRPr="001041AA">
        <w:t>3.</w:t>
      </w:r>
      <w:r w:rsidRPr="001041AA">
        <w:tab/>
        <w:t>Such a situation could discredit the value of the K coefficient measured by the ATP test stations on the prototypes that is used for the issuance of ATP certificates for equipment. These differences could distort competition between manufacturers.</w:t>
      </w:r>
    </w:p>
    <w:p w14:paraId="28F28066" w14:textId="77777777" w:rsidR="00AC69D7" w:rsidRPr="001041AA" w:rsidRDefault="00AC69D7" w:rsidP="00AC69D7">
      <w:pPr>
        <w:pStyle w:val="SingleTxtG"/>
      </w:pPr>
      <w:r w:rsidRPr="001041AA">
        <w:lastRenderedPageBreak/>
        <w:t>4.</w:t>
      </w:r>
      <w:r w:rsidRPr="001041AA">
        <w:tab/>
        <w:t>In order to remedy this situation, it is proposed to add to the test report the measurement of the wall thickness of all types of prototypes with removable bodies presented at the official test stations, except for tanks.</w:t>
      </w:r>
    </w:p>
    <w:p w14:paraId="7A34993A" w14:textId="77777777" w:rsidR="00AC69D7" w:rsidRPr="001041AA" w:rsidRDefault="00AC69D7" w:rsidP="00AC69D7">
      <w:pPr>
        <w:pStyle w:val="HChG"/>
      </w:pPr>
      <w:r w:rsidRPr="001041AA">
        <w:rPr>
          <w:bCs/>
        </w:rPr>
        <w:tab/>
        <w:t>I.</w:t>
      </w:r>
      <w:r w:rsidRPr="001041AA">
        <w:tab/>
      </w:r>
      <w:r w:rsidRPr="001041AA">
        <w:rPr>
          <w:bCs/>
        </w:rPr>
        <w:t>Proposal</w:t>
      </w:r>
    </w:p>
    <w:p w14:paraId="4EE72D8C" w14:textId="77777777" w:rsidR="00AC69D7" w:rsidRPr="001041AA" w:rsidRDefault="00AC69D7" w:rsidP="00AC69D7">
      <w:pPr>
        <w:pStyle w:val="SingleTxtG"/>
      </w:pPr>
      <w:r w:rsidRPr="001041AA">
        <w:t>5.</w:t>
      </w:r>
      <w:r w:rsidRPr="001041AA">
        <w:tab/>
        <w:t>It is proposed to add to Model No. 1 A:</w:t>
      </w:r>
    </w:p>
    <w:p w14:paraId="15CB27DB" w14:textId="3066144A" w:rsidR="00AC69D7" w:rsidRPr="001041AA" w:rsidRDefault="00845182" w:rsidP="00845182">
      <w:pPr>
        <w:pStyle w:val="Bullet1G"/>
        <w:numPr>
          <w:ilvl w:val="0"/>
          <w:numId w:val="0"/>
        </w:numPr>
        <w:tabs>
          <w:tab w:val="left" w:pos="1701"/>
        </w:tabs>
        <w:ind w:left="1701" w:hanging="170"/>
      </w:pPr>
      <w:r w:rsidRPr="001041AA">
        <w:t>•</w:t>
      </w:r>
      <w:r w:rsidRPr="001041AA">
        <w:tab/>
      </w:r>
      <w:r w:rsidR="00AC69D7" w:rsidRPr="001041AA">
        <w:t>In the paragraph Specifications of the body walls, the text:</w:t>
      </w:r>
    </w:p>
    <w:p w14:paraId="2DC4C7CA" w14:textId="711792C2" w:rsidR="00AC69D7" w:rsidRPr="001041AA" w:rsidRDefault="00845182" w:rsidP="00845182">
      <w:pPr>
        <w:pStyle w:val="SingleTxtG"/>
        <w:tabs>
          <w:tab w:val="clear" w:pos="1701"/>
          <w:tab w:val="left" w:pos="2835"/>
        </w:tabs>
        <w:suppressAutoHyphens w:val="0"/>
        <w:ind w:left="2574" w:hanging="360"/>
      </w:pPr>
      <w:r w:rsidRPr="001041AA">
        <w:rPr>
          <w:rFonts w:ascii="Courier New" w:hAnsi="Courier New" w:cs="Courier New"/>
        </w:rPr>
        <w:t>o</w:t>
      </w:r>
      <w:r w:rsidRPr="001041AA">
        <w:rPr>
          <w:rFonts w:ascii="Courier New" w:hAnsi="Courier New" w:cs="Courier New"/>
        </w:rPr>
        <w:tab/>
      </w:r>
      <w:r w:rsidR="00AC69D7" w:rsidRPr="001041AA">
        <w:t>“Thickness of the side walls of the body: .............. mm</w:t>
      </w:r>
      <w:r w:rsidR="00AC69D7" w:rsidRPr="001041AA">
        <w:rPr>
          <w:vertAlign w:val="superscript"/>
        </w:rPr>
        <w:t>(7)</w:t>
      </w:r>
      <w:r w:rsidR="00AC69D7" w:rsidRPr="001041AA">
        <w:t xml:space="preserve">” </w:t>
      </w:r>
    </w:p>
    <w:p w14:paraId="713151F1" w14:textId="75810130" w:rsidR="00AC69D7" w:rsidRPr="001041AA" w:rsidRDefault="00845182" w:rsidP="00845182">
      <w:pPr>
        <w:pStyle w:val="SingleTxtG"/>
        <w:tabs>
          <w:tab w:val="clear" w:pos="1701"/>
          <w:tab w:val="left" w:pos="2835"/>
        </w:tabs>
        <w:suppressAutoHyphens w:val="0"/>
        <w:ind w:left="2574" w:hanging="360"/>
      </w:pPr>
      <w:r w:rsidRPr="001041AA">
        <w:rPr>
          <w:rFonts w:ascii="Courier New" w:hAnsi="Courier New" w:cs="Courier New"/>
        </w:rPr>
        <w:t>o</w:t>
      </w:r>
      <w:r w:rsidRPr="001041AA">
        <w:rPr>
          <w:rFonts w:ascii="Courier New" w:hAnsi="Courier New" w:cs="Courier New"/>
        </w:rPr>
        <w:tab/>
      </w:r>
      <w:r w:rsidR="00AC69D7" w:rsidRPr="001041AA">
        <w:t>“Thickness of the front face of the body: .............. mm</w:t>
      </w:r>
      <w:r w:rsidR="00AC69D7" w:rsidRPr="001041AA">
        <w:rPr>
          <w:vertAlign w:val="superscript"/>
        </w:rPr>
        <w:t>(7)</w:t>
      </w:r>
      <w:r w:rsidR="00AC69D7" w:rsidRPr="001041AA">
        <w:t>”</w:t>
      </w:r>
    </w:p>
    <w:p w14:paraId="0C218849" w14:textId="221AB43B" w:rsidR="00AC69D7" w:rsidRPr="001041AA" w:rsidRDefault="00845182" w:rsidP="00845182">
      <w:pPr>
        <w:pStyle w:val="SingleTxtG"/>
        <w:tabs>
          <w:tab w:val="clear" w:pos="1701"/>
          <w:tab w:val="left" w:pos="2835"/>
        </w:tabs>
        <w:suppressAutoHyphens w:val="0"/>
        <w:ind w:left="2574" w:right="-1" w:hanging="360"/>
      </w:pPr>
      <w:r w:rsidRPr="001041AA">
        <w:rPr>
          <w:rFonts w:ascii="Courier New" w:hAnsi="Courier New" w:cs="Courier New"/>
        </w:rPr>
        <w:t>o</w:t>
      </w:r>
      <w:r w:rsidRPr="001041AA">
        <w:rPr>
          <w:rFonts w:ascii="Courier New" w:hAnsi="Courier New" w:cs="Courier New"/>
        </w:rPr>
        <w:tab/>
      </w:r>
      <w:r w:rsidR="00AC69D7" w:rsidRPr="001041AA">
        <w:t>“Thickness of the rear face of the body (or if applicable, of at least one of the rear doors): .............. mm</w:t>
      </w:r>
      <w:r w:rsidR="00AC69D7" w:rsidRPr="001041AA">
        <w:rPr>
          <w:vertAlign w:val="superscript"/>
        </w:rPr>
        <w:t>(7)</w:t>
      </w:r>
      <w:r w:rsidR="00AC69D7" w:rsidRPr="001041AA">
        <w:t>”</w:t>
      </w:r>
    </w:p>
    <w:p w14:paraId="7D760433" w14:textId="3CA1B147" w:rsidR="00AC69D7" w:rsidRPr="001041AA" w:rsidRDefault="00845182" w:rsidP="00845182">
      <w:pPr>
        <w:pStyle w:val="SingleTxtG"/>
        <w:tabs>
          <w:tab w:val="clear" w:pos="1701"/>
          <w:tab w:val="left" w:pos="2835"/>
        </w:tabs>
        <w:suppressAutoHyphens w:val="0"/>
        <w:ind w:left="2574" w:hanging="360"/>
      </w:pPr>
      <w:r w:rsidRPr="001041AA">
        <w:rPr>
          <w:rFonts w:ascii="Courier New" w:hAnsi="Courier New" w:cs="Courier New"/>
        </w:rPr>
        <w:t>o</w:t>
      </w:r>
      <w:r w:rsidRPr="001041AA">
        <w:rPr>
          <w:rFonts w:ascii="Courier New" w:hAnsi="Courier New" w:cs="Courier New"/>
        </w:rPr>
        <w:tab/>
      </w:r>
      <w:r w:rsidR="00AC69D7" w:rsidRPr="001041AA">
        <w:t>“Thickness of the roof of the body: .............. mm</w:t>
      </w:r>
      <w:r w:rsidR="00AC69D7" w:rsidRPr="001041AA">
        <w:rPr>
          <w:vertAlign w:val="superscript"/>
        </w:rPr>
        <w:t>(7)</w:t>
      </w:r>
      <w:r w:rsidR="00AC69D7" w:rsidRPr="001041AA">
        <w:t>”</w:t>
      </w:r>
    </w:p>
    <w:p w14:paraId="338C14C2" w14:textId="31BD0CD2" w:rsidR="00AC69D7" w:rsidRPr="001041AA" w:rsidRDefault="00845182" w:rsidP="00845182">
      <w:pPr>
        <w:pStyle w:val="SingleTxtG"/>
        <w:tabs>
          <w:tab w:val="clear" w:pos="1701"/>
          <w:tab w:val="left" w:pos="2835"/>
        </w:tabs>
        <w:suppressAutoHyphens w:val="0"/>
        <w:ind w:left="2574" w:hanging="360"/>
      </w:pPr>
      <w:r w:rsidRPr="001041AA">
        <w:rPr>
          <w:rFonts w:ascii="Courier New" w:hAnsi="Courier New" w:cs="Courier New"/>
        </w:rPr>
        <w:t>o</w:t>
      </w:r>
      <w:r w:rsidRPr="001041AA">
        <w:rPr>
          <w:rFonts w:ascii="Courier New" w:hAnsi="Courier New" w:cs="Courier New"/>
        </w:rPr>
        <w:tab/>
      </w:r>
      <w:r w:rsidR="00AC69D7" w:rsidRPr="001041AA">
        <w:t>“Thickness of the floor of the body: .............. mm</w:t>
      </w:r>
      <w:r w:rsidR="00AC69D7" w:rsidRPr="001041AA">
        <w:rPr>
          <w:vertAlign w:val="superscript"/>
        </w:rPr>
        <w:t>(7)</w:t>
      </w:r>
      <w:r w:rsidR="00AC69D7" w:rsidRPr="001041AA">
        <w:t>”</w:t>
      </w:r>
    </w:p>
    <w:p w14:paraId="2005369D" w14:textId="3FFB962D" w:rsidR="00AC69D7" w:rsidRPr="001041AA" w:rsidRDefault="00845182" w:rsidP="00845182">
      <w:pPr>
        <w:pStyle w:val="Bullet1G"/>
        <w:numPr>
          <w:ilvl w:val="0"/>
          <w:numId w:val="0"/>
        </w:numPr>
        <w:tabs>
          <w:tab w:val="left" w:pos="1701"/>
        </w:tabs>
        <w:ind w:left="1701" w:hanging="170"/>
      </w:pPr>
      <w:r w:rsidRPr="001041AA">
        <w:t>•</w:t>
      </w:r>
      <w:r w:rsidRPr="001041AA">
        <w:tab/>
      </w:r>
      <w:r w:rsidR="00AC69D7" w:rsidRPr="001041AA">
        <w:t>At the bottom of the page, the annotation:</w:t>
      </w:r>
    </w:p>
    <w:p w14:paraId="030CDA3D" w14:textId="28076D5F" w:rsidR="00AC69D7" w:rsidRPr="001041AA" w:rsidRDefault="00845182" w:rsidP="00845182">
      <w:pPr>
        <w:pStyle w:val="SingleTxtG"/>
        <w:tabs>
          <w:tab w:val="clear" w:pos="1701"/>
          <w:tab w:val="left" w:pos="2835"/>
        </w:tabs>
        <w:suppressAutoHyphens w:val="0"/>
        <w:ind w:left="2574" w:hanging="360"/>
      </w:pPr>
      <w:r w:rsidRPr="001041AA">
        <w:rPr>
          <w:rFonts w:ascii="Courier New" w:hAnsi="Courier New" w:cs="Courier New"/>
        </w:rPr>
        <w:t>o</w:t>
      </w:r>
      <w:r w:rsidRPr="001041AA">
        <w:rPr>
          <w:rFonts w:ascii="Courier New" w:hAnsi="Courier New" w:cs="Courier New"/>
        </w:rPr>
        <w:tab/>
      </w:r>
      <w:r w:rsidR="00AC69D7" w:rsidRPr="001041AA">
        <w:rPr>
          <w:vertAlign w:val="superscript"/>
        </w:rPr>
        <w:t xml:space="preserve">(7) </w:t>
      </w:r>
      <w:r w:rsidR="00AC69D7" w:rsidRPr="001041AA">
        <w:t>Measurement carried out by the official testing station</w:t>
      </w:r>
    </w:p>
    <w:p w14:paraId="1F1D084A" w14:textId="77777777" w:rsidR="00AC69D7" w:rsidRPr="001041AA" w:rsidRDefault="00AC69D7" w:rsidP="00AC69D7">
      <w:pPr>
        <w:pStyle w:val="HChG"/>
      </w:pPr>
      <w:r w:rsidRPr="001041AA">
        <w:rPr>
          <w:bCs/>
        </w:rPr>
        <w:tab/>
        <w:t>II.</w:t>
      </w:r>
      <w:r w:rsidRPr="001041AA">
        <w:tab/>
      </w:r>
      <w:r w:rsidRPr="001041AA">
        <w:rPr>
          <w:bCs/>
        </w:rPr>
        <w:t>Justification</w:t>
      </w:r>
    </w:p>
    <w:p w14:paraId="37D3C638" w14:textId="77777777" w:rsidR="00AC69D7" w:rsidRPr="001041AA" w:rsidRDefault="00AC69D7" w:rsidP="00AC69D7">
      <w:pPr>
        <w:pStyle w:val="SingleTxtG"/>
      </w:pPr>
      <w:r w:rsidRPr="001041AA">
        <w:t>6.</w:t>
      </w:r>
      <w:r w:rsidRPr="001041AA">
        <w:tab/>
        <w:t>The purpose of this addition is to characterize the thickness of the materials constituting the walls of removable bodies of transport equipment subjected to the type test under ATP.</w:t>
      </w:r>
    </w:p>
    <w:p w14:paraId="526819D3" w14:textId="77777777" w:rsidR="00AC69D7" w:rsidRPr="001041AA" w:rsidRDefault="00AC69D7" w:rsidP="00AC69D7">
      <w:pPr>
        <w:pStyle w:val="HChG"/>
      </w:pPr>
      <w:r w:rsidRPr="001041AA">
        <w:rPr>
          <w:bCs/>
        </w:rPr>
        <w:tab/>
        <w:t>III.</w:t>
      </w:r>
      <w:r w:rsidRPr="001041AA">
        <w:tab/>
      </w:r>
      <w:r w:rsidRPr="001041AA">
        <w:rPr>
          <w:bCs/>
        </w:rPr>
        <w:t>Impact</w:t>
      </w:r>
    </w:p>
    <w:p w14:paraId="7EB3986D" w14:textId="77777777" w:rsidR="00AC69D7" w:rsidRPr="001041AA" w:rsidRDefault="00AC69D7" w:rsidP="00AC69D7">
      <w:pPr>
        <w:pStyle w:val="SingleTxtG"/>
      </w:pPr>
      <w:r w:rsidRPr="001041AA">
        <w:t>7.</w:t>
      </w:r>
      <w:r w:rsidRPr="001041AA">
        <w:tab/>
        <w:t>The measurement of the thickness of the body walls of the equipment during the type test reduces the risks of non-compliance with the requirements of ATP and of distortion of competition between manufacturers.</w:t>
      </w:r>
    </w:p>
    <w:p w14:paraId="4AEB9990" w14:textId="77777777" w:rsidR="00AC69D7" w:rsidRPr="001041AA" w:rsidRDefault="00AC69D7" w:rsidP="00AC69D7">
      <w:pPr>
        <w:pStyle w:val="SingleTxtG"/>
      </w:pPr>
      <w:r w:rsidRPr="001041AA">
        <w:t>8.</w:t>
      </w:r>
      <w:r w:rsidRPr="001041AA">
        <w:tab/>
        <w:t>The financial impact is minimal. The cost of a wall thickness check is negligible compared to the overall cost of the type test.</w:t>
      </w:r>
    </w:p>
    <w:p w14:paraId="4B6F0ED7" w14:textId="77777777" w:rsidR="00AC69D7" w:rsidRPr="001041AA" w:rsidRDefault="00AC69D7" w:rsidP="00AC69D7">
      <w:pPr>
        <w:pStyle w:val="HChG"/>
      </w:pPr>
      <w:r w:rsidRPr="001041AA">
        <w:rPr>
          <w:bCs/>
        </w:rPr>
        <w:tab/>
        <w:t>IV.</w:t>
      </w:r>
      <w:r w:rsidRPr="001041AA">
        <w:tab/>
      </w:r>
      <w:r w:rsidRPr="001041AA">
        <w:rPr>
          <w:bCs/>
        </w:rPr>
        <w:t>Feasibility</w:t>
      </w:r>
    </w:p>
    <w:p w14:paraId="7E992CA9" w14:textId="77777777" w:rsidR="00AC69D7" w:rsidRPr="001041AA" w:rsidRDefault="00AC69D7" w:rsidP="00AC69D7">
      <w:pPr>
        <w:pStyle w:val="SingleTxtG"/>
      </w:pPr>
      <w:r w:rsidRPr="001041AA">
        <w:t>9.</w:t>
      </w:r>
      <w:r w:rsidRPr="001041AA">
        <w:tab/>
        <w:t>Measuring the thickness of a wall does not pose any particular concern. An appropriate method may be described in the ATP Manual.</w:t>
      </w:r>
    </w:p>
    <w:p w14:paraId="2DFF939F" w14:textId="11B31ABD" w:rsidR="007268F9" w:rsidRPr="001041AA" w:rsidRDefault="00AC69D7" w:rsidP="00AC69D7">
      <w:pPr>
        <w:spacing w:before="240"/>
        <w:jc w:val="center"/>
      </w:pPr>
      <w:r w:rsidRPr="001041AA">
        <w:rPr>
          <w:u w:val="single"/>
        </w:rPr>
        <w:tab/>
      </w:r>
      <w:r w:rsidRPr="001041AA">
        <w:rPr>
          <w:u w:val="single"/>
        </w:rPr>
        <w:tab/>
      </w:r>
      <w:r w:rsidRPr="001041AA">
        <w:rPr>
          <w:u w:val="single"/>
        </w:rPr>
        <w:tab/>
      </w:r>
    </w:p>
    <w:sectPr w:rsidR="007268F9" w:rsidRPr="001041AA"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D5ED7" w14:textId="77777777" w:rsidR="00E43DC2" w:rsidRPr="00FB1744" w:rsidRDefault="00E43DC2" w:rsidP="00FB1744">
      <w:pPr>
        <w:pStyle w:val="Footer"/>
      </w:pPr>
    </w:p>
  </w:endnote>
  <w:endnote w:type="continuationSeparator" w:id="0">
    <w:p w14:paraId="0C130E77" w14:textId="77777777" w:rsidR="00E43DC2" w:rsidRPr="00FB1744" w:rsidRDefault="00E43DC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15D1" w14:textId="77777777" w:rsidR="00DC121F" w:rsidRDefault="00DC121F" w:rsidP="00DC121F">
    <w:pPr>
      <w:pStyle w:val="Footer"/>
      <w:tabs>
        <w:tab w:val="right" w:pos="9638"/>
      </w:tabs>
    </w:pPr>
    <w:r w:rsidRPr="00DC121F">
      <w:rPr>
        <w:b/>
        <w:bCs/>
        <w:sz w:val="18"/>
      </w:rPr>
      <w:fldChar w:fldCharType="begin"/>
    </w:r>
    <w:r w:rsidRPr="00DC121F">
      <w:rPr>
        <w:b/>
        <w:bCs/>
        <w:sz w:val="18"/>
      </w:rPr>
      <w:instrText xml:space="preserve"> PAGE  \* MERGEFORMAT </w:instrText>
    </w:r>
    <w:r w:rsidRPr="00DC121F">
      <w:rPr>
        <w:b/>
        <w:bCs/>
        <w:sz w:val="18"/>
      </w:rPr>
      <w:fldChar w:fldCharType="separate"/>
    </w:r>
    <w:r w:rsidRPr="00DC121F">
      <w:rPr>
        <w:b/>
        <w:bCs/>
        <w:noProof/>
        <w:sz w:val="18"/>
      </w:rPr>
      <w:t>2</w:t>
    </w:r>
    <w:r w:rsidRPr="00DC121F">
      <w:rPr>
        <w:b/>
        <w:bCs/>
        <w:sz w:val="18"/>
      </w:rPr>
      <w:fldChar w:fldCharType="end"/>
    </w:r>
    <w:r>
      <w:tab/>
      <w:t>GE.22-01774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5851" w14:textId="77777777" w:rsidR="00DC121F" w:rsidRDefault="00DC121F" w:rsidP="00DC121F">
    <w:pPr>
      <w:pStyle w:val="Footer"/>
      <w:tabs>
        <w:tab w:val="right" w:pos="9638"/>
      </w:tabs>
    </w:pPr>
    <w:r>
      <w:t>GE.22-01774</w:t>
    </w:r>
    <w:r>
      <w:tab/>
    </w:r>
    <w:r w:rsidRPr="00DC121F">
      <w:rPr>
        <w:b/>
        <w:bCs/>
        <w:sz w:val="18"/>
      </w:rPr>
      <w:fldChar w:fldCharType="begin"/>
    </w:r>
    <w:r w:rsidRPr="00DC121F">
      <w:rPr>
        <w:b/>
        <w:bCs/>
        <w:sz w:val="18"/>
      </w:rPr>
      <w:instrText xml:space="preserve"> PAGE  \* MERGEFORMAT </w:instrText>
    </w:r>
    <w:r w:rsidRPr="00DC121F">
      <w:rPr>
        <w:b/>
        <w:bCs/>
        <w:sz w:val="18"/>
      </w:rPr>
      <w:fldChar w:fldCharType="separate"/>
    </w:r>
    <w:r w:rsidRPr="00DC121F">
      <w:rPr>
        <w:b/>
        <w:bCs/>
        <w:noProof/>
        <w:sz w:val="18"/>
      </w:rPr>
      <w:t>3</w:t>
    </w:r>
    <w:r w:rsidRPr="00DC121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D2BAC" w14:textId="77777777" w:rsidR="00C448F7" w:rsidRDefault="00DC121F">
    <w:pPr>
      <w:pStyle w:val="Footer"/>
      <w:rPr>
        <w:sz w:val="20"/>
      </w:rPr>
    </w:pPr>
    <w:r w:rsidRPr="0027112F">
      <w:rPr>
        <w:noProof/>
        <w:lang w:val="en-US"/>
      </w:rPr>
      <w:drawing>
        <wp:anchor distT="0" distB="0" distL="114300" distR="114300" simplePos="0" relativeHeight="251659264" behindDoc="0" locked="1" layoutInCell="1" allowOverlap="1" wp14:anchorId="15AEDC43" wp14:editId="7044A58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5511A62" w14:textId="77777777" w:rsidR="00DC121F" w:rsidRPr="00DC121F" w:rsidRDefault="00DC121F" w:rsidP="00DC121F">
    <w:pPr>
      <w:pStyle w:val="Footer"/>
      <w:tabs>
        <w:tab w:val="right" w:pos="7370"/>
      </w:tabs>
      <w:rPr>
        <w:sz w:val="20"/>
      </w:rPr>
    </w:pPr>
    <w:r>
      <w:rPr>
        <w:sz w:val="20"/>
      </w:rPr>
      <w:t>GE.22-01774  (E)</w:t>
    </w:r>
    <w:r>
      <w:rPr>
        <w:noProof/>
        <w:sz w:val="20"/>
      </w:rPr>
      <w:drawing>
        <wp:anchor distT="0" distB="0" distL="114300" distR="114300" simplePos="0" relativeHeight="251660288" behindDoc="0" locked="0" layoutInCell="1" allowOverlap="1" wp14:anchorId="148FAFF9" wp14:editId="675E9B47">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08F50" w14:textId="77777777" w:rsidR="00E43DC2" w:rsidRPr="00FB1744" w:rsidRDefault="00E43DC2" w:rsidP="00FB1744">
      <w:pPr>
        <w:tabs>
          <w:tab w:val="right" w:pos="2155"/>
        </w:tabs>
        <w:spacing w:after="80" w:line="240" w:lineRule="auto"/>
        <w:ind w:left="680"/>
      </w:pPr>
      <w:r>
        <w:rPr>
          <w:u w:val="single"/>
        </w:rPr>
        <w:tab/>
      </w:r>
    </w:p>
  </w:footnote>
  <w:footnote w:type="continuationSeparator" w:id="0">
    <w:p w14:paraId="737901B5" w14:textId="77777777" w:rsidR="00E43DC2" w:rsidRPr="00FB1744" w:rsidRDefault="00E43DC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E45B" w14:textId="77777777" w:rsidR="00DC121F" w:rsidRDefault="00DC121F" w:rsidP="00DC121F">
    <w:pPr>
      <w:pStyle w:val="Header"/>
    </w:pPr>
    <w:r>
      <w:t>ECE/TRANS/WP.11/2022/6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68EF" w14:textId="77777777" w:rsidR="00DC121F" w:rsidRDefault="00DC121F" w:rsidP="00DC121F">
    <w:pPr>
      <w:pStyle w:val="Header"/>
      <w:jc w:val="right"/>
    </w:pPr>
    <w:r>
      <w:t>ECE/TRANS/WP.11/2022/6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069594E"/>
    <w:multiLevelType w:val="hybridMultilevel"/>
    <w:tmpl w:val="C12A0592"/>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E43DC2"/>
    <w:rsid w:val="00046E92"/>
    <w:rsid w:val="000D1B89"/>
    <w:rsid w:val="000F6E29"/>
    <w:rsid w:val="001041AA"/>
    <w:rsid w:val="001170DC"/>
    <w:rsid w:val="00247E2C"/>
    <w:rsid w:val="002D6C53"/>
    <w:rsid w:val="002F5595"/>
    <w:rsid w:val="00334F6A"/>
    <w:rsid w:val="00342AC8"/>
    <w:rsid w:val="00343B2E"/>
    <w:rsid w:val="003B4550"/>
    <w:rsid w:val="0043448D"/>
    <w:rsid w:val="00461253"/>
    <w:rsid w:val="005042C2"/>
    <w:rsid w:val="00506C12"/>
    <w:rsid w:val="0056599A"/>
    <w:rsid w:val="00585AE1"/>
    <w:rsid w:val="00587690"/>
    <w:rsid w:val="00671529"/>
    <w:rsid w:val="006A5598"/>
    <w:rsid w:val="00717266"/>
    <w:rsid w:val="007268F9"/>
    <w:rsid w:val="007C52B0"/>
    <w:rsid w:val="00845182"/>
    <w:rsid w:val="009411B4"/>
    <w:rsid w:val="009D0139"/>
    <w:rsid w:val="009F5CDC"/>
    <w:rsid w:val="00A429CD"/>
    <w:rsid w:val="00A775CF"/>
    <w:rsid w:val="00AB3C7E"/>
    <w:rsid w:val="00AC69D7"/>
    <w:rsid w:val="00B06045"/>
    <w:rsid w:val="00C35A27"/>
    <w:rsid w:val="00C448F7"/>
    <w:rsid w:val="00DC121F"/>
    <w:rsid w:val="00E02C2B"/>
    <w:rsid w:val="00E43DC2"/>
    <w:rsid w:val="00E54E15"/>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CC7F30"/>
  <w15:docId w15:val="{361C07CB-BA1C-4C5D-BC14-AEF10102D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DC121F"/>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 w:type="character" w:customStyle="1" w:styleId="HChGChar">
    <w:name w:val="_ H _Ch_G Char"/>
    <w:link w:val="HChG"/>
    <w:rsid w:val="00DC121F"/>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1FCF07B2-8F56-4A06-8F20-5AA648BD0A08}"/>
</file>

<file path=customXml/itemProps3.xml><?xml version="1.0" encoding="utf-8"?>
<ds:datastoreItem xmlns:ds="http://schemas.openxmlformats.org/officeDocument/2006/customXml" ds:itemID="{D7181520-0A9A-43D6-B499-0E97DD6D7C7D}"/>
</file>

<file path=customXml/itemProps4.xml><?xml version="1.0" encoding="utf-8"?>
<ds:datastoreItem xmlns:ds="http://schemas.openxmlformats.org/officeDocument/2006/customXml" ds:itemID="{D2DE2EB0-B03F-4E71-9956-95572CA9A243}"/>
</file>

<file path=docProps/app.xml><?xml version="1.0" encoding="utf-8"?>
<Properties xmlns="http://schemas.openxmlformats.org/officeDocument/2006/extended-properties" xmlns:vt="http://schemas.openxmlformats.org/officeDocument/2006/docPropsVTypes">
  <Template>CESCR.dotm</Template>
  <TotalTime>0</TotalTime>
  <Pages>2</Pages>
  <Words>571</Words>
  <Characters>2884</Characters>
  <Application>Microsoft Office Word</Application>
  <DocSecurity>0</DocSecurity>
  <Lines>70</Lines>
  <Paragraphs>42</Paragraphs>
  <ScaleCrop>false</ScaleCrop>
  <Company>DCM</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ECE/TRANS/WP.11/2022/6</dc:title>
  <dc:subject>2201774</dc:subject>
  <dc:creator>CPM</dc:creator>
  <cp:keywords/>
  <dc:description/>
  <cp:lastModifiedBy>Cecile Pacis</cp:lastModifiedBy>
  <cp:revision>2</cp:revision>
  <dcterms:created xsi:type="dcterms:W3CDTF">2022-03-04T14:19:00Z</dcterms:created>
  <dcterms:modified xsi:type="dcterms:W3CDTF">2022-03-04T14:19:00Z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