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67499A87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142531C" w14:textId="77777777" w:rsidR="002D5AAC" w:rsidRDefault="002D5AAC" w:rsidP="00755CE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587B363B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09DC6634" w14:textId="76C4225D" w:rsidR="002D5AAC" w:rsidRDefault="00755CE6" w:rsidP="00755CE6">
            <w:pPr>
              <w:jc w:val="right"/>
            </w:pPr>
            <w:r w:rsidRPr="00755CE6">
              <w:rPr>
                <w:sz w:val="40"/>
              </w:rPr>
              <w:t>ECE</w:t>
            </w:r>
            <w:r>
              <w:t>/TRANS/WP.11/2020/1/Rev.2</w:t>
            </w:r>
          </w:p>
        </w:tc>
      </w:tr>
      <w:tr w:rsidR="002D5AAC" w:rsidRPr="00E31241" w14:paraId="7A58BA2D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DBA0B62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2CDF3D75" wp14:editId="0B456D3A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5535604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1215132E" w14:textId="4C891B06" w:rsidR="002D5AAC" w:rsidRDefault="00755CE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 xml:space="preserve">Distr.: </w:t>
            </w:r>
            <w:r w:rsidRPr="00755CE6">
              <w:rPr>
                <w:lang w:val="en-US"/>
              </w:rPr>
              <w:t>General</w:t>
            </w:r>
          </w:p>
          <w:p w14:paraId="47862F6C" w14:textId="2B174C4D" w:rsidR="00755CE6" w:rsidRPr="00755CE6" w:rsidRDefault="00755CE6" w:rsidP="00755CE6">
            <w:pPr>
              <w:spacing w:line="240" w:lineRule="exact"/>
              <w:rPr>
                <w:lang w:val="en-US"/>
              </w:rPr>
            </w:pPr>
            <w:r w:rsidRPr="00755CE6">
              <w:rPr>
                <w:lang w:val="en-US"/>
              </w:rPr>
              <w:t>10 August 2021</w:t>
            </w:r>
          </w:p>
          <w:p w14:paraId="7FC8E251" w14:textId="77777777" w:rsidR="00755CE6" w:rsidRDefault="00755CE6" w:rsidP="00755CE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59179FC2" w14:textId="230A03D0" w:rsidR="00755CE6" w:rsidRPr="008D53B6" w:rsidRDefault="00755CE6" w:rsidP="00755CE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 xml:space="preserve">Original: </w:t>
            </w:r>
            <w:r w:rsidRPr="00E31241">
              <w:rPr>
                <w:lang w:val="en-US"/>
              </w:rPr>
              <w:t>French</w:t>
            </w:r>
          </w:p>
        </w:tc>
      </w:tr>
    </w:tbl>
    <w:p w14:paraId="38EB5559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43B8D8D1" w14:textId="77777777" w:rsidR="00755CE6" w:rsidRPr="00755CE6" w:rsidRDefault="00755CE6" w:rsidP="00755CE6">
      <w:pPr>
        <w:spacing w:before="120"/>
        <w:rPr>
          <w:sz w:val="28"/>
          <w:szCs w:val="28"/>
        </w:rPr>
      </w:pPr>
      <w:r w:rsidRPr="00755CE6">
        <w:rPr>
          <w:sz w:val="28"/>
          <w:szCs w:val="28"/>
        </w:rPr>
        <w:t>Комитет по внутреннему транспорту</w:t>
      </w:r>
    </w:p>
    <w:p w14:paraId="2562B334" w14:textId="2CC2C737" w:rsidR="00755CE6" w:rsidRPr="00755CE6" w:rsidRDefault="00755CE6" w:rsidP="00755CE6">
      <w:pPr>
        <w:spacing w:before="120"/>
        <w:rPr>
          <w:b/>
          <w:sz w:val="24"/>
          <w:szCs w:val="24"/>
        </w:rPr>
      </w:pPr>
      <w:r w:rsidRPr="00755CE6">
        <w:rPr>
          <w:b/>
          <w:bCs/>
          <w:sz w:val="24"/>
          <w:szCs w:val="24"/>
        </w:rPr>
        <w:t>Рабочая группа по перевозкам скоропортящихся</w:t>
      </w:r>
      <w:r>
        <w:rPr>
          <w:b/>
          <w:bCs/>
          <w:sz w:val="24"/>
          <w:szCs w:val="24"/>
        </w:rPr>
        <w:br/>
      </w:r>
      <w:r w:rsidRPr="00755CE6">
        <w:rPr>
          <w:b/>
          <w:bCs/>
          <w:sz w:val="24"/>
          <w:szCs w:val="24"/>
        </w:rPr>
        <w:t>пищевых продуктов</w:t>
      </w:r>
    </w:p>
    <w:p w14:paraId="3F735843" w14:textId="5FA86F4A" w:rsidR="00755CE6" w:rsidRPr="00221480" w:rsidRDefault="00755CE6" w:rsidP="00755CE6">
      <w:pPr>
        <w:spacing w:before="120"/>
        <w:rPr>
          <w:b/>
          <w:bCs/>
        </w:rPr>
      </w:pPr>
      <w:r w:rsidRPr="00221480">
        <w:rPr>
          <w:b/>
          <w:bCs/>
        </w:rPr>
        <w:t>Семьдесят седьмая сессия</w:t>
      </w:r>
      <w:r>
        <w:rPr>
          <w:b/>
          <w:bCs/>
        </w:rPr>
        <w:br/>
      </w:r>
      <w:r w:rsidRPr="00221480">
        <w:t>Женева, 26–29 октября 2021 года</w:t>
      </w:r>
      <w:r>
        <w:br/>
      </w:r>
      <w:r w:rsidRPr="00221480">
        <w:t>Пункт 5 a) предварительной повестки дня</w:t>
      </w:r>
      <w:r>
        <w:br/>
      </w:r>
      <w:r w:rsidRPr="00221480">
        <w:rPr>
          <w:b/>
          <w:bCs/>
        </w:rPr>
        <w:t>Предложения по поправкам к СПС:</w:t>
      </w:r>
      <w:r>
        <w:rPr>
          <w:b/>
          <w:bCs/>
        </w:rPr>
        <w:br/>
      </w:r>
      <w:r w:rsidRPr="00221480">
        <w:rPr>
          <w:b/>
          <w:bCs/>
        </w:rPr>
        <w:t>предложения, по которым еще не приняты решения</w:t>
      </w:r>
    </w:p>
    <w:p w14:paraId="470DC613" w14:textId="77777777" w:rsidR="00755CE6" w:rsidRPr="00221480" w:rsidRDefault="00755CE6" w:rsidP="00755CE6">
      <w:pPr>
        <w:pStyle w:val="HChG"/>
      </w:pPr>
      <w:r w:rsidRPr="00221480">
        <w:tab/>
      </w:r>
      <w:r w:rsidRPr="00221480">
        <w:tab/>
      </w:r>
      <w:r w:rsidRPr="00221480">
        <w:rPr>
          <w:bCs/>
        </w:rPr>
        <w:t>Определение понятия автономности транспортного оборудования с учетом технологий смешанных источников</w:t>
      </w:r>
    </w:p>
    <w:p w14:paraId="7674A888" w14:textId="77777777" w:rsidR="00755CE6" w:rsidRPr="00221480" w:rsidRDefault="00755CE6" w:rsidP="00755CE6">
      <w:pPr>
        <w:pStyle w:val="H1G"/>
        <w:rPr>
          <w:rStyle w:val="Policepardfaut"/>
        </w:rPr>
      </w:pPr>
      <w:r w:rsidRPr="00221480">
        <w:tab/>
      </w:r>
      <w:r w:rsidRPr="00221480">
        <w:tab/>
      </w:r>
      <w:r w:rsidRPr="00221480">
        <w:tab/>
        <w:t>Передано правительством Франции</w:t>
      </w:r>
    </w:p>
    <w:p w14:paraId="74725D3E" w14:textId="38426ECB" w:rsidR="00755CE6" w:rsidRDefault="00755CE6" w:rsidP="00755CE6">
      <w:pPr>
        <w:pStyle w:val="H23G"/>
        <w:spacing w:after="240"/>
        <w:rPr>
          <w:bCs/>
        </w:rPr>
      </w:pPr>
      <w:r w:rsidRPr="00221480">
        <w:tab/>
      </w:r>
      <w:r w:rsidRPr="00221480">
        <w:tab/>
      </w:r>
      <w:r w:rsidRPr="00221480">
        <w:rPr>
          <w:bCs/>
        </w:rPr>
        <w:t>Пересмотр 2</w:t>
      </w:r>
    </w:p>
    <w:tbl>
      <w:tblPr>
        <w:tblStyle w:val="ac"/>
        <w:tblW w:w="0" w:type="auto"/>
        <w:jc w:val="center"/>
        <w:tblLook w:val="05E0" w:firstRow="1" w:lastRow="1" w:firstColumn="1" w:lastColumn="1" w:noHBand="0" w:noVBand="1"/>
      </w:tblPr>
      <w:tblGrid>
        <w:gridCol w:w="2683"/>
        <w:gridCol w:w="6945"/>
      </w:tblGrid>
      <w:tr w:rsidR="00755CE6" w:rsidRPr="00755CE6" w14:paraId="20B21C12" w14:textId="77777777" w:rsidTr="00755CE6">
        <w:trPr>
          <w:jc w:val="center"/>
        </w:trPr>
        <w:tc>
          <w:tcPr>
            <w:tcW w:w="9628" w:type="dxa"/>
            <w:gridSpan w:val="2"/>
            <w:tcBorders>
              <w:bottom w:val="nil"/>
            </w:tcBorders>
          </w:tcPr>
          <w:p w14:paraId="197460CB" w14:textId="77777777" w:rsidR="00755CE6" w:rsidRPr="00755CE6" w:rsidRDefault="00755CE6" w:rsidP="00755CE6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755CE6">
              <w:rPr>
                <w:rFonts w:cs="Times New Roman"/>
              </w:rPr>
              <w:tab/>
            </w:r>
            <w:r w:rsidRPr="00755CE6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755CE6" w:rsidRPr="00755CE6" w14:paraId="23A17237" w14:textId="77777777" w:rsidTr="00755CE6">
        <w:trPr>
          <w:jc w:val="center"/>
        </w:trPr>
        <w:tc>
          <w:tcPr>
            <w:tcW w:w="268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3967321" w14:textId="3178E36C" w:rsidR="00755CE6" w:rsidRPr="00755CE6" w:rsidRDefault="00755CE6" w:rsidP="00755CE6">
            <w:pPr>
              <w:pStyle w:val="SingleTxtG"/>
              <w:ind w:left="255" w:right="0"/>
            </w:pPr>
            <w:r w:rsidRPr="00221480">
              <w:rPr>
                <w:b/>
                <w:bCs/>
              </w:rPr>
              <w:t>Существо предложения</w:t>
            </w:r>
            <w:r w:rsidRPr="00755CE6">
              <w:t>: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1FDE0B0" w14:textId="2FC42C60" w:rsidR="00755CE6" w:rsidRPr="00755CE6" w:rsidRDefault="00755CE6" w:rsidP="00755CE6">
            <w:pPr>
              <w:pStyle w:val="SingleTxtG"/>
              <w:ind w:left="0"/>
            </w:pPr>
            <w:r w:rsidRPr="00221480">
              <w:t xml:space="preserve">Это предложение имеет целью дать определение понятия автономности транспортного оборудования в зависимости от </w:t>
            </w:r>
            <w:r>
              <w:t>его</w:t>
            </w:r>
            <w:r w:rsidRPr="00221480">
              <w:t xml:space="preserve"> источника производства холода и продолжительности производства холода этим источником.</w:t>
            </w:r>
          </w:p>
        </w:tc>
      </w:tr>
      <w:tr w:rsidR="00755CE6" w:rsidRPr="00755CE6" w14:paraId="0E18496E" w14:textId="77777777" w:rsidTr="00755CE6">
        <w:trPr>
          <w:jc w:val="center"/>
        </w:trPr>
        <w:tc>
          <w:tcPr>
            <w:tcW w:w="268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18904AE" w14:textId="21C46D31" w:rsidR="00755CE6" w:rsidRPr="00755CE6" w:rsidRDefault="00755CE6" w:rsidP="00755CE6">
            <w:pPr>
              <w:pStyle w:val="SingleTxtG"/>
              <w:ind w:left="255" w:right="0"/>
            </w:pPr>
            <w:r w:rsidRPr="00221480">
              <w:rPr>
                <w:b/>
                <w:bCs/>
              </w:rPr>
              <w:t>Предлагаемое решение</w:t>
            </w:r>
            <w:r w:rsidRPr="00755CE6">
              <w:t>: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B7CCED9" w14:textId="0CE7C901" w:rsidR="00755CE6" w:rsidRPr="00755CE6" w:rsidRDefault="00755CE6" w:rsidP="00755CE6">
            <w:pPr>
              <w:pStyle w:val="SingleTxtG"/>
              <w:ind w:left="0"/>
            </w:pPr>
            <w:r w:rsidRPr="00221480">
              <w:t>Внести поправки в соответствующий раздел (приложение I) СПС.</w:t>
            </w:r>
          </w:p>
        </w:tc>
      </w:tr>
      <w:tr w:rsidR="00755CE6" w:rsidRPr="00755CE6" w14:paraId="4B6F4588" w14:textId="77777777" w:rsidTr="00755CE6">
        <w:trPr>
          <w:jc w:val="center"/>
        </w:trPr>
        <w:tc>
          <w:tcPr>
            <w:tcW w:w="268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16ADB2F" w14:textId="7993C348" w:rsidR="00755CE6" w:rsidRPr="00755CE6" w:rsidRDefault="00755CE6" w:rsidP="00755CE6">
            <w:pPr>
              <w:pStyle w:val="SingleTxtG"/>
              <w:ind w:left="255" w:right="0"/>
            </w:pPr>
            <w:r w:rsidRPr="00221480">
              <w:rPr>
                <w:b/>
                <w:bCs/>
              </w:rPr>
              <w:t>Справочные документы</w:t>
            </w:r>
            <w:r w:rsidRPr="00755CE6">
              <w:t>: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BEBAD96" w14:textId="5863BDD8" w:rsidR="00755CE6" w:rsidRPr="00755CE6" w:rsidRDefault="00755CE6" w:rsidP="00755CE6">
            <w:pPr>
              <w:pStyle w:val="SingleTxtG"/>
              <w:ind w:left="0"/>
            </w:pPr>
            <w:r w:rsidRPr="00221480">
              <w:t>Отсутствуют.</w:t>
            </w:r>
          </w:p>
        </w:tc>
      </w:tr>
      <w:tr w:rsidR="00755CE6" w:rsidRPr="00755CE6" w14:paraId="42DF400A" w14:textId="77777777" w:rsidTr="00755CE6">
        <w:trPr>
          <w:jc w:val="center"/>
        </w:trPr>
        <w:tc>
          <w:tcPr>
            <w:tcW w:w="9628" w:type="dxa"/>
            <w:gridSpan w:val="2"/>
            <w:tcBorders>
              <w:top w:val="nil"/>
            </w:tcBorders>
          </w:tcPr>
          <w:p w14:paraId="06CB5DEF" w14:textId="77777777" w:rsidR="00755CE6" w:rsidRPr="00755CE6" w:rsidRDefault="00755CE6" w:rsidP="00850215">
            <w:pPr>
              <w:rPr>
                <w:rFonts w:cs="Times New Roman"/>
              </w:rPr>
            </w:pPr>
          </w:p>
        </w:tc>
      </w:tr>
    </w:tbl>
    <w:p w14:paraId="75ECF140" w14:textId="77777777" w:rsidR="00755CE6" w:rsidRPr="00221480" w:rsidRDefault="00755CE6" w:rsidP="00755CE6">
      <w:pPr>
        <w:pStyle w:val="HChG"/>
      </w:pPr>
      <w:r w:rsidRPr="00221480">
        <w:tab/>
      </w:r>
      <w:r w:rsidRPr="00221480">
        <w:tab/>
      </w:r>
      <w:r w:rsidRPr="00221480">
        <w:tab/>
      </w:r>
      <w:r w:rsidRPr="00221480">
        <w:rPr>
          <w:bCs/>
        </w:rPr>
        <w:t>Введение</w:t>
      </w:r>
      <w:bookmarkStart w:id="0" w:name="OLE_LINK2"/>
      <w:bookmarkStart w:id="1" w:name="OLE_LINK1"/>
      <w:bookmarkEnd w:id="0"/>
      <w:bookmarkEnd w:id="1"/>
    </w:p>
    <w:p w14:paraId="1DF0098E" w14:textId="77777777" w:rsidR="00755CE6" w:rsidRPr="00221480" w:rsidRDefault="00755CE6" w:rsidP="00755CE6">
      <w:pPr>
        <w:pStyle w:val="SingleTxtG"/>
      </w:pPr>
      <w:r w:rsidRPr="00221480">
        <w:t>1.</w:t>
      </w:r>
      <w:r w:rsidRPr="00221480">
        <w:tab/>
        <w:t>Питание неавтономных холодильных установок с механическим компрессором пара производится от внешнего источника энергии, будь то электрическо</w:t>
      </w:r>
      <w:r>
        <w:t>го</w:t>
      </w:r>
      <w:r w:rsidRPr="00221480">
        <w:t xml:space="preserve"> или механическо</w:t>
      </w:r>
      <w:r>
        <w:t>го</w:t>
      </w:r>
      <w:r w:rsidRPr="00221480">
        <w:t xml:space="preserve">, путем преобразования энергии </w:t>
      </w:r>
      <w:r>
        <w:t>при</w:t>
      </w:r>
      <w:r w:rsidRPr="00221480">
        <w:t xml:space="preserve"> работающе</w:t>
      </w:r>
      <w:r>
        <w:t>м</w:t>
      </w:r>
      <w:r w:rsidRPr="00221480">
        <w:t xml:space="preserve"> теплово</w:t>
      </w:r>
      <w:r>
        <w:t>м</w:t>
      </w:r>
      <w:r w:rsidRPr="00221480">
        <w:t xml:space="preserve"> двигател</w:t>
      </w:r>
      <w:r>
        <w:t>е</w:t>
      </w:r>
      <w:r w:rsidRPr="00221480">
        <w:t>.</w:t>
      </w:r>
    </w:p>
    <w:p w14:paraId="1CAB563E" w14:textId="45BAD86D" w:rsidR="00755CE6" w:rsidRPr="00221480" w:rsidRDefault="00755CE6" w:rsidP="00755CE6">
      <w:pPr>
        <w:pStyle w:val="SingleTxtG"/>
      </w:pPr>
      <w:r w:rsidRPr="00221480">
        <w:t>2.</w:t>
      </w:r>
      <w:r w:rsidRPr="00221480">
        <w:tab/>
        <w:t>Автономные механические компрессорные установки имеют ограниченный по запасу опосредованный источник энергии, каковым традиционно являлось ископаемое топливо в баке, с которым они соединены. Этот бак не является составной частью автономной тепловой установки</w:t>
      </w:r>
      <w:r>
        <w:t>,</w:t>
      </w:r>
      <w:r w:rsidRPr="00221480">
        <w:t xml:space="preserve"> </w:t>
      </w:r>
      <w:r>
        <w:t>проверяемой</w:t>
      </w:r>
      <w:r w:rsidR="007628EE">
        <w:t xml:space="preserve"> </w:t>
      </w:r>
      <w:r w:rsidRPr="00221480">
        <w:t>испытательной станцией</w:t>
      </w:r>
      <w:r>
        <w:t>,</w:t>
      </w:r>
      <w:r w:rsidRPr="00221480">
        <w:t xml:space="preserve"> и по сути </w:t>
      </w:r>
      <w:r>
        <w:t xml:space="preserve">представляет собой ее </w:t>
      </w:r>
      <w:r w:rsidRPr="00221480">
        <w:t>переменны</w:t>
      </w:r>
      <w:r>
        <w:t>й</w:t>
      </w:r>
      <w:r w:rsidRPr="00221480">
        <w:t xml:space="preserve"> внешни</w:t>
      </w:r>
      <w:r>
        <w:t>й</w:t>
      </w:r>
      <w:r w:rsidRPr="00221480">
        <w:t xml:space="preserve"> компонент.</w:t>
      </w:r>
    </w:p>
    <w:p w14:paraId="74185133" w14:textId="77777777" w:rsidR="00755CE6" w:rsidRPr="00221480" w:rsidRDefault="00755CE6" w:rsidP="00755CE6">
      <w:pPr>
        <w:pStyle w:val="SingleTxtG"/>
      </w:pPr>
      <w:r w:rsidRPr="00221480">
        <w:lastRenderedPageBreak/>
        <w:t>3.</w:t>
      </w:r>
      <w:r w:rsidRPr="00221480">
        <w:tab/>
        <w:t>В обоих случаях холодопроизводительность зависит от емкости бака, а разница заключается в необходимости работы теплового двигателя транспортного средства или отсутствии таковой.</w:t>
      </w:r>
    </w:p>
    <w:p w14:paraId="63F01912" w14:textId="77777777" w:rsidR="00755CE6" w:rsidRPr="00221480" w:rsidRDefault="00755CE6" w:rsidP="00755CE6">
      <w:pPr>
        <w:pStyle w:val="SingleTxtG"/>
      </w:pPr>
      <w:r w:rsidRPr="00221480">
        <w:t>4.</w:t>
      </w:r>
      <w:r w:rsidRPr="00221480">
        <w:tab/>
        <w:t>В настоящее время вряд ли можно пренебрегать давлением, оказываемым на режим СПС новыми технологиями; речь идет в первую очередь, о транспортном оборудовании, работающем от электроаккумуляторов, независимо от того, предназначены</w:t>
      </w:r>
      <w:r>
        <w:t xml:space="preserve"> ли</w:t>
      </w:r>
      <w:r w:rsidRPr="00221480">
        <w:t xml:space="preserve"> </w:t>
      </w:r>
      <w:r>
        <w:t>они</w:t>
      </w:r>
      <w:r w:rsidRPr="00221480">
        <w:t xml:space="preserve"> исключительно для этого оборудования или нет. Подзарядка этих аккумуляторов возможна даже при работающем тепловом двигателе и включенной холодильной установке. Автономность, которую обеспечивают электроаккумуляторы, неоспорима, но возникает вопрос о том, каким образом классифицировать такое оборудование, работающее от смешанных источников энергии и занимающее промежуточное положение между двумя традиционными типами транспортного оборудования, которые изначально были предусмотрены в СПС. Такое транспортное оборудование предлагается называть не иначе как «гибридным».</w:t>
      </w:r>
    </w:p>
    <w:p w14:paraId="0CFEB803" w14:textId="77777777" w:rsidR="00755CE6" w:rsidRPr="00221480" w:rsidRDefault="00755CE6" w:rsidP="00755CE6">
      <w:pPr>
        <w:pStyle w:val="SingleTxtG"/>
      </w:pPr>
      <w:r w:rsidRPr="00221480">
        <w:t>5.</w:t>
      </w:r>
      <w:r w:rsidRPr="00221480">
        <w:tab/>
        <w:t>Фактически, высказать конкретную точку зрения по поводу автономности холодильной установки достаточно затруднительно, если не учитывать оборудование, на котором она будет установлена, цель ее использования и транспортное средство которое будет перевозить весь этот комплекс.</w:t>
      </w:r>
    </w:p>
    <w:p w14:paraId="22E5F0DB" w14:textId="7132DE4C" w:rsidR="00755CE6" w:rsidRPr="00221480" w:rsidRDefault="00755CE6" w:rsidP="00755CE6">
      <w:pPr>
        <w:pStyle w:val="HChG"/>
      </w:pPr>
      <w:r w:rsidRPr="00221480">
        <w:tab/>
        <w:t>I.</w:t>
      </w:r>
      <w:r w:rsidRPr="00221480">
        <w:tab/>
        <w:t>Предложение</w:t>
      </w:r>
    </w:p>
    <w:p w14:paraId="6A55CA03" w14:textId="502C4774" w:rsidR="00755CE6" w:rsidRPr="007628EE" w:rsidRDefault="00755CE6" w:rsidP="00755CE6">
      <w:pPr>
        <w:pStyle w:val="SingleTxtG"/>
      </w:pPr>
      <w:r w:rsidRPr="00221480">
        <w:t>6.</w:t>
      </w:r>
      <w:r w:rsidRPr="00221480">
        <w:tab/>
        <w:t>Определение понятия автономности транспортного оборудования</w:t>
      </w:r>
      <w:r w:rsidR="007628EE">
        <w:t>:</w:t>
      </w:r>
    </w:p>
    <w:p w14:paraId="7833C7BA" w14:textId="77777777" w:rsidR="00755CE6" w:rsidRPr="00221480" w:rsidRDefault="00755CE6" w:rsidP="00755CE6">
      <w:pPr>
        <w:pStyle w:val="SingleTxtG"/>
      </w:pPr>
      <w:r w:rsidRPr="00221480">
        <w:t xml:space="preserve">Автономность транспортного оборудования </w:t>
      </w:r>
      <w:r>
        <w:t xml:space="preserve">определяется </w:t>
      </w:r>
      <w:r w:rsidRPr="00221480">
        <w:t>режим</w:t>
      </w:r>
      <w:r>
        <w:t>ом</w:t>
      </w:r>
      <w:r w:rsidRPr="00221480">
        <w:t xml:space="preserve"> </w:t>
      </w:r>
      <w:r>
        <w:t>функционирования</w:t>
      </w:r>
      <w:r w:rsidRPr="00221480">
        <w:t xml:space="preserve"> его источника холода </w:t>
      </w:r>
      <w:r>
        <w:t>независимо</w:t>
      </w:r>
      <w:r w:rsidRPr="00221480">
        <w:t xml:space="preserve"> от работы транспортного средства и продолжительностью</w:t>
      </w:r>
      <w:r>
        <w:t xml:space="preserve"> функционирования</w:t>
      </w:r>
      <w:r w:rsidRPr="00221480">
        <w:t xml:space="preserve"> </w:t>
      </w:r>
      <w:r>
        <w:t>независимо</w:t>
      </w:r>
      <w:r w:rsidRPr="00221480">
        <w:t xml:space="preserve"> от транспортного средства, достаточн</w:t>
      </w:r>
      <w:r>
        <w:t>ой</w:t>
      </w:r>
      <w:r w:rsidRPr="00221480">
        <w:t xml:space="preserve"> для того, чтобы это транспортное оборудование считалось </w:t>
      </w:r>
      <w:r>
        <w:t>автономным</w:t>
      </w:r>
      <w:r w:rsidRPr="00221480">
        <w:t>.</w:t>
      </w:r>
      <w:bookmarkStart w:id="2" w:name="_Hlk30687072"/>
      <w:bookmarkEnd w:id="2"/>
    </w:p>
    <w:p w14:paraId="75822753" w14:textId="77777777" w:rsidR="00755CE6" w:rsidRPr="00221480" w:rsidRDefault="00755CE6" w:rsidP="00755CE6">
      <w:pPr>
        <w:pStyle w:val="SingleTxtG"/>
      </w:pPr>
      <w:r w:rsidRPr="007628EE">
        <w:t>«</w:t>
      </w:r>
      <w:r w:rsidRPr="00221480">
        <w:rPr>
          <w:b/>
          <w:bCs/>
        </w:rPr>
        <w:t>Транспортное оборудование работает как автономное, если:</w:t>
      </w:r>
    </w:p>
    <w:p w14:paraId="1D2B85A1" w14:textId="6EA04C01" w:rsidR="00755CE6" w:rsidRPr="00221480" w:rsidRDefault="00755CE6" w:rsidP="00755CE6">
      <w:pPr>
        <w:pStyle w:val="SingleTxtG"/>
        <w:rPr>
          <w:b/>
          <w:bCs/>
        </w:rPr>
      </w:pPr>
      <w:r>
        <w:rPr>
          <w:b/>
          <w:bCs/>
        </w:rPr>
        <w:t>С</w:t>
      </w:r>
      <w:r w:rsidRPr="00221480">
        <w:rPr>
          <w:b/>
          <w:bCs/>
        </w:rPr>
        <w:t>лучай № 1:</w:t>
      </w:r>
    </w:p>
    <w:p w14:paraId="29B22950" w14:textId="75A67856" w:rsidR="00755CE6" w:rsidRPr="00221480" w:rsidRDefault="007628EE" w:rsidP="00755CE6">
      <w:pPr>
        <w:pStyle w:val="SingleTxtG"/>
      </w:pPr>
      <w:r w:rsidRPr="00B76E19">
        <w:t>‒</w:t>
      </w:r>
      <w:r w:rsidR="00755CE6" w:rsidRPr="00221480">
        <w:tab/>
      </w:r>
      <w:r w:rsidR="00755CE6">
        <w:t>В</w:t>
      </w:r>
      <w:r w:rsidR="00755CE6" w:rsidRPr="00221480">
        <w:t>ремя восстановления запаса энергии в энергоаккумуляторе является незначительным</w:t>
      </w:r>
      <w:r w:rsidR="00755CE6">
        <w:t>.</w:t>
      </w:r>
    </w:p>
    <w:p w14:paraId="32E7A1E7" w14:textId="77777777" w:rsidR="00755CE6" w:rsidRPr="00221480" w:rsidRDefault="00755CE6" w:rsidP="00101152">
      <w:pPr>
        <w:pStyle w:val="SingleTxtG"/>
        <w:spacing w:line="240" w:lineRule="auto"/>
      </w:pPr>
      <w:r w:rsidRPr="00221480">
        <w:t>‒</w:t>
      </w:r>
      <w:r w:rsidRPr="00221480">
        <w:tab/>
        <w:t>Производство холода или теплоты зависит от одного источника энергии, который:</w:t>
      </w:r>
    </w:p>
    <w:p w14:paraId="7B3AEB76" w14:textId="77777777" w:rsidR="00755CE6" w:rsidRPr="00221480" w:rsidRDefault="00755CE6" w:rsidP="000D7C0D">
      <w:pPr>
        <w:pStyle w:val="Bullet1G"/>
      </w:pPr>
      <w:r w:rsidRPr="000D7C0D">
        <w:t>всегда</w:t>
      </w:r>
      <w:r w:rsidRPr="00221480">
        <w:t xml:space="preserve"> в наличии;</w:t>
      </w:r>
    </w:p>
    <w:p w14:paraId="1E681830" w14:textId="77777777" w:rsidR="00755CE6" w:rsidRPr="00221480" w:rsidRDefault="00755CE6" w:rsidP="00755CE6">
      <w:pPr>
        <w:pStyle w:val="Bullet1G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snapToGrid w:val="0"/>
      </w:pPr>
      <w:r w:rsidRPr="00221480">
        <w:t>работает безостановочно, за исключением тех случаев, где это необходимо для обеспечения</w:t>
      </w:r>
      <w:r>
        <w:t xml:space="preserve"> </w:t>
      </w:r>
      <w:r w:rsidRPr="00221480">
        <w:t>безопасности имущества или людей;</w:t>
      </w:r>
    </w:p>
    <w:p w14:paraId="1A74A8E8" w14:textId="57B28D40" w:rsidR="00755CE6" w:rsidRDefault="00755CE6" w:rsidP="00755CE6">
      <w:pPr>
        <w:pStyle w:val="Bullet1G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snapToGrid w:val="0"/>
      </w:pPr>
      <w:r w:rsidRPr="00221480">
        <w:t>не используется совместно, за исключением топлива, используемого в тепловых двигателях</w:t>
      </w:r>
      <w:r>
        <w:t>.</w:t>
      </w:r>
    </w:p>
    <w:p w14:paraId="088079FE" w14:textId="01653C60" w:rsidR="00755CE6" w:rsidRPr="00221480" w:rsidRDefault="00755CE6" w:rsidP="00755CE6">
      <w:pPr>
        <w:pStyle w:val="SingleTxtG"/>
      </w:pPr>
      <w:r w:rsidRPr="00221480">
        <w:t>‒</w:t>
      </w:r>
      <w:r w:rsidRPr="00221480">
        <w:tab/>
      </w:r>
      <w:r>
        <w:t>П</w:t>
      </w:r>
      <w:r w:rsidRPr="00221480">
        <w:t>роизводство холода или теплоты обеспечивается в течение 12 часов без необходимости подзарядки источника энергии при поддержании температуры, предусмотренной для соответствующего класса транспортных средств.</w:t>
      </w:r>
    </w:p>
    <w:p w14:paraId="43D4B11B" w14:textId="148142B0" w:rsidR="00755CE6" w:rsidRDefault="007628EE" w:rsidP="00E31241">
      <w:pPr>
        <w:pStyle w:val="SingleTxtG"/>
        <w:spacing w:after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FD1AAA" wp14:editId="2464D155">
                <wp:simplePos x="0" y="0"/>
                <wp:positionH relativeFrom="column">
                  <wp:posOffset>4669567</wp:posOffset>
                </wp:positionH>
                <wp:positionV relativeFrom="paragraph">
                  <wp:posOffset>379730</wp:posOffset>
                </wp:positionV>
                <wp:extent cx="213756" cy="201880"/>
                <wp:effectExtent l="0" t="0" r="0" b="8255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3756" cy="201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2508535C" w14:textId="38E5B0FD" w:rsidR="007628EE" w:rsidRDefault="007628EE">
                            <w:r>
                              <w:t>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FD1AAA"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left:0;text-align:left;margin-left:367.7pt;margin-top:29.9pt;width:16.85pt;height:15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" stroked="f">
                <v:stroke joinstyle="round"/>
                <v:path arrowok="t"/>
                <v:textbox inset="0,0,0,0">
                  <w:txbxContent>
                    <w:p w14:paraId="2508535C" w14:textId="38E5B0FD" w:rsidR="007628EE" w:rsidRDefault="007628EE">
                      <w:r>
                        <w:t>,</w:t>
                      </w:r>
                    </w:p>
                  </w:txbxContent>
                </v:textbox>
              </v:shape>
            </w:pict>
          </mc:Fallback>
        </mc:AlternateContent>
      </w:r>
      <w:r w:rsidR="00755CE6" w:rsidRPr="00221480">
        <w:t>Транспортное оборудование должно отвечать следующей формуле:</w:t>
      </w:r>
    </w:p>
    <w:p w14:paraId="70582FE2" w14:textId="4C0A85E9" w:rsidR="00E31241" w:rsidRPr="00221480" w:rsidRDefault="00E31241" w:rsidP="00E31241">
      <w:pPr>
        <w:pStyle w:val="SingleTxtG"/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w:proofErr w:type="spellStart"/>
                  <m:r>
                    <m:rPr>
                      <m:nor/>
                    </m:rPr>
                    <w:rPr>
                      <w:i/>
                    </w:rPr>
                    <m:t>номинальная.емкость</m:t>
                  </m:r>
                  <w:proofErr w:type="spellEnd"/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i/>
                          <w:sz w:val="22"/>
                          <w:szCs w:val="22"/>
                        </w:rPr>
                        <m:t>номинальная</m:t>
                      </m:r>
                    </m:sub>
                  </m:sSub>
                </m:sub>
              </m:sSub>
            </m:den>
          </m:f>
          <m:r>
            <w:rPr>
              <w:rFonts w:ascii="Cambria Math" w:hAnsi="Cambria Math"/>
            </w:rPr>
            <m:t xml:space="preserve">* 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nor/>
                    </m:rPr>
                    <w:rPr>
                      <w:i/>
                    </w:rPr>
                    <m:t>номинальная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3600*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1,75</m:t>
              </m:r>
              <m:r>
                <w:rPr>
                  <w:rFonts w:ascii="Cambria Math" w:hAnsi="Cambria Math"/>
                </w:rPr>
                <m:t xml:space="preserve">*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m:rPr>
                      <m:nor/>
                    </m:rPr>
                    <w:rPr>
                      <w:i/>
                    </w:rPr>
                    <m:t>кузов</m:t>
                  </m:r>
                </m:sub>
              </m:sSub>
              <m:r>
                <w:rPr>
                  <w:rFonts w:ascii="Cambria Math" w:hAnsi="Cambria Math"/>
                </w:rPr>
                <m:t xml:space="preserve">*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m:rPr>
                      <m:nor/>
                    </m:rPr>
                    <w:rPr>
                      <w:i/>
                    </w:rPr>
                    <m:t>кузов</m:t>
                  </m:r>
                </m:sub>
              </m:sSub>
              <m:r>
                <w:rPr>
                  <w:rFonts w:ascii="Cambria Math" w:hAnsi="Cambria Math"/>
                </w:rPr>
                <m:t xml:space="preserve">* ∆T </m:t>
              </m:r>
            </m:den>
          </m:f>
          <m:r>
            <w:rPr>
              <w:rFonts w:ascii="Cambria Math" w:hAnsi="Cambria Math"/>
            </w:rPr>
            <m:t xml:space="preserve">≥ </m:t>
          </m:r>
          <m:r>
            <w:rPr>
              <w:rFonts w:ascii="Cambria Math" w:hAnsi="Cambria Math"/>
            </w:rPr>
            <m:t>12</m:t>
          </m:r>
        </m:oMath>
      </m:oMathPara>
    </w:p>
    <w:p w14:paraId="69375F37" w14:textId="77777777" w:rsidR="007628EE" w:rsidRPr="00221480" w:rsidRDefault="007628EE" w:rsidP="007628EE">
      <w:pPr>
        <w:pStyle w:val="SingleTxtG"/>
      </w:pPr>
      <w:r w:rsidRPr="00221480">
        <w:t>где:</w:t>
      </w:r>
    </w:p>
    <w:p w14:paraId="4F82E2AB" w14:textId="77777777" w:rsidR="00755CE6" w:rsidRPr="00221480" w:rsidRDefault="00755CE6" w:rsidP="00755CE6">
      <w:pPr>
        <w:pStyle w:val="SingleTxtG"/>
        <w:spacing w:after="100"/>
        <w:rPr>
          <w:iCs/>
        </w:rPr>
      </w:pPr>
      <w:r w:rsidRPr="00221480">
        <w:t>𝐸</w:t>
      </w:r>
      <w:r w:rsidRPr="00221480">
        <w:rPr>
          <w:i/>
          <w:iCs/>
          <w:sz w:val="22"/>
          <w:szCs w:val="22"/>
          <w:vertAlign w:val="subscript"/>
        </w:rPr>
        <w:t>номинальная.емкость</w:t>
      </w:r>
      <w:r w:rsidRPr="00221480">
        <w:rPr>
          <w:sz w:val="22"/>
          <w:szCs w:val="22"/>
        </w:rPr>
        <w:t xml:space="preserve"> </w:t>
      </w:r>
      <w:r w:rsidRPr="00221480">
        <w:t>— максимальный запас энергии, который при обычных условиях может храниться в источнике энергии</w:t>
      </w:r>
      <w:r>
        <w:t>,</w:t>
      </w:r>
      <w:r w:rsidRPr="00221480">
        <w:t xml:space="preserve"> [Вт] или [единица измерения X];</w:t>
      </w:r>
    </w:p>
    <w:p w14:paraId="6B3E93CF" w14:textId="77777777" w:rsidR="00755CE6" w:rsidRPr="00221480" w:rsidRDefault="00755CE6" w:rsidP="00755CE6">
      <w:pPr>
        <w:pStyle w:val="SingleTxtG"/>
        <w:spacing w:after="100"/>
        <w:rPr>
          <w:iCs/>
        </w:rPr>
      </w:pPr>
      <w:r w:rsidRPr="00221480">
        <w:t>𝑄</w:t>
      </w:r>
      <w:r w:rsidRPr="00221480">
        <w:rPr>
          <w:position w:val="-4"/>
          <w:sz w:val="22"/>
          <w:szCs w:val="22"/>
          <w:vertAlign w:val="subscript"/>
        </w:rPr>
        <w:t>𝑃</w:t>
      </w:r>
      <w:r w:rsidRPr="00221480">
        <w:rPr>
          <w:i/>
          <w:iCs/>
          <w:position w:val="-4"/>
          <w:sz w:val="22"/>
          <w:szCs w:val="22"/>
          <w:vertAlign w:val="subscript"/>
        </w:rPr>
        <w:t>номинальная</w:t>
      </w:r>
      <w:r w:rsidRPr="00221480">
        <w:t xml:space="preserve"> — расход энергии, затрачиваемой системой производства холода или теплоты, работающей на полную мощность</w:t>
      </w:r>
      <w:r>
        <w:t>,</w:t>
      </w:r>
      <w:r w:rsidRPr="00221480">
        <w:t xml:space="preserve"> [Вт/с] или [Х/с];</w:t>
      </w:r>
    </w:p>
    <w:p w14:paraId="5AB9564C" w14:textId="77777777" w:rsidR="00755CE6" w:rsidRPr="00221480" w:rsidRDefault="00755CE6" w:rsidP="00755CE6">
      <w:pPr>
        <w:pStyle w:val="SingleTxtG"/>
        <w:spacing w:after="100"/>
        <w:rPr>
          <w:iCs/>
        </w:rPr>
      </w:pPr>
      <w:r w:rsidRPr="00221480">
        <w:rPr>
          <w:i/>
          <w:iCs/>
        </w:rPr>
        <w:lastRenderedPageBreak/>
        <w:t>K</w:t>
      </w:r>
      <w:r w:rsidRPr="00221480">
        <w:rPr>
          <w:i/>
          <w:iCs/>
          <w:sz w:val="22"/>
          <w:szCs w:val="22"/>
          <w:vertAlign w:val="subscript"/>
        </w:rPr>
        <w:t>кузов</w:t>
      </w:r>
      <w:r w:rsidRPr="00221480">
        <w:t xml:space="preserve"> — коэффициент K для внешней части кузова</w:t>
      </w:r>
      <w:r>
        <w:t>,</w:t>
      </w:r>
      <w:r w:rsidRPr="00221480">
        <w:t xml:space="preserve"> [Вт/(м².K)];</w:t>
      </w:r>
    </w:p>
    <w:p w14:paraId="1330833E" w14:textId="77777777" w:rsidR="00755CE6" w:rsidRPr="00221480" w:rsidRDefault="00755CE6" w:rsidP="00755CE6">
      <w:pPr>
        <w:pStyle w:val="SingleTxtG"/>
        <w:spacing w:after="100"/>
        <w:rPr>
          <w:iCs/>
        </w:rPr>
      </w:pPr>
      <w:r w:rsidRPr="00221480">
        <w:rPr>
          <w:i/>
          <w:iCs/>
        </w:rPr>
        <w:t>𝑆</w:t>
      </w:r>
      <w:r w:rsidRPr="00221480">
        <w:rPr>
          <w:i/>
          <w:iCs/>
          <w:sz w:val="22"/>
          <w:szCs w:val="22"/>
          <w:vertAlign w:val="subscript"/>
        </w:rPr>
        <w:t>кузов</w:t>
      </w:r>
      <w:r w:rsidRPr="00221480">
        <w:t xml:space="preserve"> — среднее геометрическое площади кузова</w:t>
      </w:r>
      <w:r>
        <w:t>,</w:t>
      </w:r>
      <w:r w:rsidRPr="00221480">
        <w:t xml:space="preserve"> [м²];</w:t>
      </w:r>
    </w:p>
    <w:p w14:paraId="4727AF00" w14:textId="77777777" w:rsidR="00755CE6" w:rsidRPr="00221480" w:rsidRDefault="00755CE6" w:rsidP="00755CE6">
      <w:pPr>
        <w:pStyle w:val="SingleTxtG"/>
        <w:spacing w:after="100"/>
        <w:rPr>
          <w:iCs/>
        </w:rPr>
      </w:pPr>
      <w:r w:rsidRPr="00221480">
        <w:t>ΔT — разница температур между внешней и внутренней частями кузова</w:t>
      </w:r>
      <w:r w:rsidRPr="00221480">
        <w:br/>
        <w:t>в монотемпературном режиме работы</w:t>
      </w:r>
      <w:r>
        <w:t>,</w:t>
      </w:r>
      <w:r w:rsidRPr="00221480">
        <w:t xml:space="preserve"> [K];</w:t>
      </w:r>
    </w:p>
    <w:p w14:paraId="587165CB" w14:textId="77777777" w:rsidR="00755CE6" w:rsidRPr="00221480" w:rsidRDefault="00755CE6" w:rsidP="00755CE6">
      <w:pPr>
        <w:pStyle w:val="SingleTxtG"/>
        <w:spacing w:after="100"/>
        <w:rPr>
          <w:iCs/>
        </w:rPr>
      </w:pPr>
      <w:r w:rsidRPr="00221480">
        <w:t>𝑃</w:t>
      </w:r>
      <w:r w:rsidRPr="00221480">
        <w:rPr>
          <w:i/>
          <w:iCs/>
          <w:sz w:val="22"/>
          <w:szCs w:val="22"/>
          <w:vertAlign w:val="subscript"/>
        </w:rPr>
        <w:t>номинальная</w:t>
      </w:r>
      <w:r w:rsidRPr="00221480">
        <w:t xml:space="preserve"> — номинальная мощность холодильной установки</w:t>
      </w:r>
      <w:r>
        <w:t>,</w:t>
      </w:r>
      <w:r w:rsidRPr="00221480">
        <w:t xml:space="preserve"> [Вт].</w:t>
      </w:r>
    </w:p>
    <w:p w14:paraId="115B11F0" w14:textId="77777777" w:rsidR="00755CE6" w:rsidRPr="00221480" w:rsidRDefault="00755CE6" w:rsidP="00E31241">
      <w:pPr>
        <w:pStyle w:val="SingleTxtG"/>
        <w:spacing w:before="240"/>
        <w:rPr>
          <w:iCs/>
        </w:rPr>
      </w:pPr>
      <w:r w:rsidRPr="00221480">
        <w:t>Включить в справочник СПС:</w:t>
      </w:r>
    </w:p>
    <w:p w14:paraId="6DCBDAF5" w14:textId="77777777" w:rsidR="00755CE6" w:rsidRPr="00221480" w:rsidRDefault="00755CE6" w:rsidP="00755CE6">
      <w:pPr>
        <w:pStyle w:val="SingleTxtG"/>
        <w:rPr>
          <w:i/>
        </w:rPr>
      </w:pPr>
      <w:r w:rsidRPr="00221480">
        <w:rPr>
          <w:rStyle w:val="Policepardfaut"/>
          <w:noProof/>
          <w:lang w:eastAsia="fr-FR"/>
        </w:rPr>
        <w:drawing>
          <wp:inline distT="0" distB="0" distL="0" distR="0" wp14:anchorId="73D843D6" wp14:editId="4AAF5E14">
            <wp:extent cx="4809960" cy="3589200"/>
            <wp:effectExtent l="0" t="0" r="0" b="0"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09960" cy="358920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09BE0BD" w14:textId="77777777" w:rsidR="00755CE6" w:rsidRPr="00221480" w:rsidRDefault="00755CE6" w:rsidP="00755CE6">
      <w:pPr>
        <w:pStyle w:val="SingleTxtG"/>
      </w:pPr>
      <w:r w:rsidRPr="00221480">
        <w:t>Незначительным временем подзарядки считается любая операция продолжительностью менее 20 минут, которая позволяет довести запас энергии в энергоаккумуляторе, остаток которой не превышает одной четверти его номинальной емкости,</w:t>
      </w:r>
      <w:r>
        <w:t xml:space="preserve"> </w:t>
      </w:r>
      <w:r w:rsidRPr="00221480">
        <w:t>до максимума.</w:t>
      </w:r>
    </w:p>
    <w:p w14:paraId="370996B1" w14:textId="77777777" w:rsidR="00755CE6" w:rsidRPr="00221480" w:rsidRDefault="00755CE6" w:rsidP="00755CE6">
      <w:pPr>
        <w:pStyle w:val="SingleTxtG"/>
      </w:pPr>
      <w:r w:rsidRPr="00221480">
        <w:t>Транспортное оборудование должно отвечать следующим предписаниям:</w:t>
      </w:r>
    </w:p>
    <w:p w14:paraId="05E6CA96" w14:textId="5E8DFBA3" w:rsidR="00755CE6" w:rsidRPr="00221480" w:rsidRDefault="00696AF6" w:rsidP="000D7C0D">
      <w:pPr>
        <w:pStyle w:val="SingleTxtG"/>
        <w:ind w:left="0" w:firstLine="425"/>
        <w:jc w:val="center"/>
        <w:rPr>
          <w:i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: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m:rPr>
                  <m:nor/>
                </m:rPr>
                <w:rPr>
                  <w:rFonts w:ascii="Cambria Math"/>
                  <w:i/>
                </w:rPr>
                <m:t>емкость</m:t>
              </m:r>
              <m:r>
                <w:rPr>
                  <w:rFonts w:ascii="Cambria Math" w:hAnsi="Cambria Math"/>
                </w:rPr>
                <m:t>,t0</m:t>
              </m:r>
            </m:sub>
          </m:sSub>
          <m:r>
            <w:rPr>
              <w:rFonts w:ascii="Cambria Math" w:hAnsi="Cambria Math"/>
            </w:rPr>
            <m:t>≤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m:rPr>
                  <m:nor/>
                </m:rPr>
                <w:rPr>
                  <w:i/>
                </w:rPr>
                <m:t>номинальная.емкость</m:t>
              </m:r>
            </m:sub>
          </m:sSub>
        </m:oMath>
      </m:oMathPara>
    </w:p>
    <w:p w14:paraId="01F69E82" w14:textId="07FB912F" w:rsidR="00755CE6" w:rsidRPr="00221480" w:rsidRDefault="00696AF6" w:rsidP="000D7C0D">
      <w:pPr>
        <w:pStyle w:val="SingleTxtG"/>
        <w:ind w:left="0" w:firstLine="567"/>
        <w:jc w:val="center"/>
        <w:rPr>
          <w:i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: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m:rPr>
                  <m:nor/>
                </m:rPr>
                <w:rPr>
                  <w:rFonts w:ascii="Cambria Math"/>
                  <w:i/>
                </w:rPr>
                <m:t>емкость</m:t>
              </m:r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m:rPr>
                  <m:nor/>
                </m:rPr>
                <w:rPr>
                  <w:i/>
                </w:rPr>
                <m:t>номинальная.емкость</m:t>
              </m:r>
            </m:sub>
          </m:sSub>
        </m:oMath>
      </m:oMathPara>
    </w:p>
    <w:p w14:paraId="6D2B95AD" w14:textId="6D2908A0" w:rsidR="00755CE6" w:rsidRPr="00221480" w:rsidRDefault="00755CE6" w:rsidP="000D7C0D">
      <w:pPr>
        <w:pStyle w:val="SingleTxtG"/>
        <w:ind w:left="0" w:firstLine="425"/>
        <w:jc w:val="center"/>
        <w:rPr>
          <w:i/>
        </w:rPr>
      </w:pPr>
      <w:r w:rsidRPr="00221480">
        <w:rPr>
          <w:i/>
          <w:iCs/>
        </w:rPr>
        <w:t>Δ𝑡</w:t>
      </w:r>
      <w:r w:rsidR="000D7C0D">
        <w:rPr>
          <w:i/>
          <w:iCs/>
        </w:rPr>
        <w:t xml:space="preserve"> </w:t>
      </w:r>
      <w:r w:rsidRPr="00221480">
        <w:rPr>
          <w:i/>
          <w:iCs/>
        </w:rPr>
        <w:t>= 𝑡1−𝑡0&lt;20</w:t>
      </w:r>
      <w:r w:rsidRPr="00221480">
        <w:t>,</w:t>
      </w:r>
    </w:p>
    <w:p w14:paraId="3C19ED62" w14:textId="77777777" w:rsidR="00755CE6" w:rsidRPr="00221480" w:rsidRDefault="00755CE6" w:rsidP="00755CE6">
      <w:pPr>
        <w:pStyle w:val="SingleTxtG"/>
        <w:rPr>
          <w:iCs/>
        </w:rPr>
      </w:pPr>
      <w:r w:rsidRPr="00221480">
        <w:t>где:</w:t>
      </w:r>
    </w:p>
    <w:p w14:paraId="49B4A9C9" w14:textId="77777777" w:rsidR="00755CE6" w:rsidRPr="00221480" w:rsidRDefault="00755CE6" w:rsidP="00755CE6">
      <w:pPr>
        <w:pStyle w:val="SingleTxtG"/>
        <w:rPr>
          <w:iCs/>
        </w:rPr>
      </w:pPr>
      <w:r w:rsidRPr="00221480">
        <w:t>𝐸</w:t>
      </w:r>
      <w:r w:rsidRPr="00221480">
        <w:rPr>
          <w:i/>
          <w:iCs/>
          <w:sz w:val="22"/>
          <w:szCs w:val="22"/>
          <w:vertAlign w:val="subscript"/>
        </w:rPr>
        <w:t>номинальная.емкость</w:t>
      </w:r>
      <w:r w:rsidRPr="00221480">
        <w:rPr>
          <w:sz w:val="22"/>
          <w:szCs w:val="22"/>
        </w:rPr>
        <w:t xml:space="preserve"> </w:t>
      </w:r>
      <w:r w:rsidRPr="00221480">
        <w:t>— максимальный запас энергии, который при обычных условиях может храниться в источнике энергии</w:t>
      </w:r>
      <w:r>
        <w:t>,</w:t>
      </w:r>
      <w:r w:rsidRPr="00221480">
        <w:t xml:space="preserve"> [Вт] или [единица измерения X];</w:t>
      </w:r>
    </w:p>
    <w:p w14:paraId="32E24E0D" w14:textId="6AE097FD" w:rsidR="00755CE6" w:rsidRPr="00221480" w:rsidRDefault="00755CE6" w:rsidP="00755CE6">
      <w:pPr>
        <w:pStyle w:val="SingleTxtG"/>
        <w:rPr>
          <w:iCs/>
        </w:rPr>
      </w:pPr>
      <w:r w:rsidRPr="00221480">
        <w:t>𝑡0 и 𝑡1 — время начала и, соответственно, завершения зарядки источника</w:t>
      </w:r>
      <w:r w:rsidR="000D7C0D">
        <w:br/>
      </w:r>
      <w:r w:rsidRPr="00221480">
        <w:t>энергии</w:t>
      </w:r>
      <w:r>
        <w:t>,</w:t>
      </w:r>
      <w:r w:rsidRPr="00221480">
        <w:t xml:space="preserve"> [мин];</w:t>
      </w:r>
    </w:p>
    <w:p w14:paraId="2ED90DE2" w14:textId="77777777" w:rsidR="00755CE6" w:rsidRPr="00221480" w:rsidRDefault="00755CE6" w:rsidP="00755CE6">
      <w:pPr>
        <w:pStyle w:val="SingleTxtG"/>
        <w:rPr>
          <w:iCs/>
        </w:rPr>
      </w:pPr>
      <w:r w:rsidRPr="00221480">
        <w:rPr>
          <w:i/>
          <w:iCs/>
        </w:rPr>
        <w:t>𝐸</w:t>
      </w:r>
      <w:r w:rsidRPr="00221480">
        <w:rPr>
          <w:i/>
          <w:iCs/>
          <w:sz w:val="22"/>
          <w:szCs w:val="22"/>
          <w:vertAlign w:val="subscript"/>
        </w:rPr>
        <w:t>аккумулятор</w:t>
      </w:r>
      <w:r w:rsidRPr="00221480">
        <w:t>, 𝑡𝑥 — фактический запас энергии, который хранится в источнике энергии в момент</w:t>
      </w:r>
      <w:r>
        <w:t xml:space="preserve"> </w:t>
      </w:r>
      <w:r w:rsidRPr="00221480">
        <w:t>𝑡𝑥</w:t>
      </w:r>
      <w:r>
        <w:t xml:space="preserve">, </w:t>
      </w:r>
      <w:r w:rsidRPr="00221480">
        <w:t>[Вт] или [единица измерения X];</w:t>
      </w:r>
    </w:p>
    <w:p w14:paraId="57F663AD" w14:textId="77777777" w:rsidR="00755CE6" w:rsidRPr="00221480" w:rsidRDefault="00755CE6" w:rsidP="00755CE6">
      <w:pPr>
        <w:pStyle w:val="SingleTxtG"/>
        <w:rPr>
          <w:iCs/>
        </w:rPr>
      </w:pPr>
      <w:r w:rsidRPr="00221480">
        <w:t>Δ𝑡 — время зарядки источника энергии</w:t>
      </w:r>
      <w:r>
        <w:t>,</w:t>
      </w:r>
      <w:r w:rsidRPr="00221480">
        <w:t xml:space="preserve"> [мин].</w:t>
      </w:r>
    </w:p>
    <w:p w14:paraId="225AD61E" w14:textId="77777777" w:rsidR="00755CE6" w:rsidRPr="00221480" w:rsidRDefault="00755CE6" w:rsidP="000D7C0D">
      <w:pPr>
        <w:pStyle w:val="SingleTxtG"/>
        <w:pageBreakBefore/>
        <w:spacing w:before="240"/>
        <w:rPr>
          <w:b/>
          <w:iCs/>
        </w:rPr>
      </w:pPr>
      <w:r w:rsidRPr="00221480">
        <w:rPr>
          <w:b/>
          <w:bCs/>
        </w:rPr>
        <w:lastRenderedPageBreak/>
        <w:t>Случай № 2:</w:t>
      </w:r>
    </w:p>
    <w:p w14:paraId="11D4F074" w14:textId="77777777" w:rsidR="00755CE6" w:rsidRPr="00221480" w:rsidRDefault="00755CE6" w:rsidP="00755CE6">
      <w:pPr>
        <w:pStyle w:val="SingleTxtG"/>
        <w:rPr>
          <w:iCs/>
        </w:rPr>
      </w:pPr>
      <w:r w:rsidRPr="00221480">
        <w:t>‒</w:t>
      </w:r>
      <w:r w:rsidRPr="00221480">
        <w:tab/>
        <w:t>Производство холода или теплоты зависит от одного источника энергии, который всегда доступен, не используется совместно и работает безостановочно</w:t>
      </w:r>
      <w:r>
        <w:t>.</w:t>
      </w:r>
    </w:p>
    <w:p w14:paraId="3119446B" w14:textId="77777777" w:rsidR="00755CE6" w:rsidRPr="00221480" w:rsidRDefault="00755CE6" w:rsidP="00755CE6">
      <w:pPr>
        <w:pStyle w:val="SingleTxtG"/>
        <w:rPr>
          <w:iCs/>
        </w:rPr>
      </w:pPr>
      <w:r w:rsidRPr="00221480">
        <w:t>‒</w:t>
      </w:r>
      <w:r w:rsidRPr="00221480">
        <w:tab/>
        <w:t>Производство холода или теплоты обеспечивается в течение периода не менее 12 часов без необходимости подзарядки с поддержанием температуры, предусмотренной для соответствующего класса транспортных средств. Следует провести соответствующее испытание согласно разделу 3 добавления 2</w:t>
      </w:r>
      <w:r w:rsidRPr="00221480">
        <w:br/>
        <w:t>к приложению 1 к СПС.</w:t>
      </w:r>
    </w:p>
    <w:p w14:paraId="31629224" w14:textId="77777777" w:rsidR="00755CE6" w:rsidRPr="00221480" w:rsidRDefault="00755CE6" w:rsidP="000D7C0D">
      <w:pPr>
        <w:pStyle w:val="SingleTxtG"/>
        <w:rPr>
          <w:b/>
          <w:iCs/>
        </w:rPr>
      </w:pPr>
      <w:r w:rsidRPr="00221480">
        <w:rPr>
          <w:b/>
          <w:bCs/>
        </w:rPr>
        <w:t>Транспортное оборудование работает как гибридное</w:t>
      </w:r>
      <w:r>
        <w:rPr>
          <w:b/>
          <w:bCs/>
        </w:rPr>
        <w:t>, если</w:t>
      </w:r>
      <w:r w:rsidRPr="00221480">
        <w:rPr>
          <w:b/>
          <w:bCs/>
        </w:rPr>
        <w:t>:</w:t>
      </w:r>
    </w:p>
    <w:p w14:paraId="2D8D3DAE" w14:textId="77777777" w:rsidR="00755CE6" w:rsidRPr="00221480" w:rsidRDefault="00755CE6" w:rsidP="00755CE6">
      <w:pPr>
        <w:pStyle w:val="SingleTxtG"/>
        <w:rPr>
          <w:iCs/>
        </w:rPr>
      </w:pPr>
      <w:r w:rsidRPr="00221480">
        <w:t>‒</w:t>
      </w:r>
      <w:r w:rsidRPr="00221480">
        <w:tab/>
        <w:t>время восстановления запаса энергии в энергоаккумуляторе является незначительным,</w:t>
      </w:r>
    </w:p>
    <w:p w14:paraId="1E840472" w14:textId="77777777" w:rsidR="00755CE6" w:rsidRPr="00221480" w:rsidRDefault="00755CE6" w:rsidP="00755CE6">
      <w:pPr>
        <w:pStyle w:val="SingleTxtG"/>
        <w:rPr>
          <w:iCs/>
        </w:rPr>
      </w:pPr>
      <w:r w:rsidRPr="00221480">
        <w:t>‒</w:t>
      </w:r>
      <w:r w:rsidRPr="00221480">
        <w:tab/>
        <w:t>производство холода или теплоты зависит, как минимум, от двух источников энергии, из которых</w:t>
      </w:r>
      <w:r>
        <w:t xml:space="preserve"> по крайней мере</w:t>
      </w:r>
      <w:r w:rsidRPr="00221480">
        <w:t xml:space="preserve"> один:</w:t>
      </w:r>
    </w:p>
    <w:p w14:paraId="49AB40C9" w14:textId="77777777" w:rsidR="00755CE6" w:rsidRPr="00221480" w:rsidRDefault="00755CE6" w:rsidP="000D7C0D">
      <w:pPr>
        <w:pStyle w:val="Bullet1G"/>
        <w:rPr>
          <w:iCs/>
        </w:rPr>
      </w:pPr>
      <w:r w:rsidRPr="00221480">
        <w:t>всегда в наличии;</w:t>
      </w:r>
    </w:p>
    <w:p w14:paraId="49E141C6" w14:textId="77777777" w:rsidR="00755CE6" w:rsidRPr="00221480" w:rsidRDefault="00755CE6" w:rsidP="000D7C0D">
      <w:pPr>
        <w:pStyle w:val="Bullet1G"/>
        <w:rPr>
          <w:iCs/>
        </w:rPr>
      </w:pPr>
      <w:r w:rsidRPr="00221480">
        <w:t>работает безостановочно, за исключением тех случаев, где это необходимо для обеспечения безопасности имущества или людей;</w:t>
      </w:r>
    </w:p>
    <w:p w14:paraId="61A53234" w14:textId="77777777" w:rsidR="00755CE6" w:rsidRPr="00221480" w:rsidRDefault="00755CE6" w:rsidP="00755CE6">
      <w:pPr>
        <w:pStyle w:val="SingleTxtG"/>
        <w:rPr>
          <w:iCs/>
        </w:rPr>
      </w:pPr>
      <w:r w:rsidRPr="00221480">
        <w:t>‒</w:t>
      </w:r>
      <w:r w:rsidRPr="00221480">
        <w:tab/>
        <w:t>производство холода или теплоты обеспечивается в течение 4 часов при полной мощности от источника энергии, работающего в самом низком режиме, но без необходимости подзарядки, с поддержанием температуры, предусмотренной для соответствующего класса транспортных средств.</w:t>
      </w:r>
    </w:p>
    <w:p w14:paraId="1983D69A" w14:textId="77777777" w:rsidR="00755CE6" w:rsidRPr="00221480" w:rsidRDefault="00755CE6" w:rsidP="00755CE6">
      <w:pPr>
        <w:pStyle w:val="SingleTxtG"/>
        <w:rPr>
          <w:iCs/>
        </w:rPr>
      </w:pPr>
      <w:r w:rsidRPr="0022148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B9107D" wp14:editId="0ABA627B">
                <wp:simplePos x="0" y="0"/>
                <wp:positionH relativeFrom="column">
                  <wp:posOffset>4749915</wp:posOffset>
                </wp:positionH>
                <wp:positionV relativeFrom="paragraph">
                  <wp:posOffset>306228</wp:posOffset>
                </wp:positionV>
                <wp:extent cx="106878" cy="152975"/>
                <wp:effectExtent l="0" t="0" r="7620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106878" cy="152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8C68CA4" w14:textId="77777777" w:rsidR="00755CE6" w:rsidRDefault="00755CE6" w:rsidP="00755CE6">
                            <w:r>
                              <w:t>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9107D" id="Надпись 10" o:spid="_x0000_s1027" type="#_x0000_t202" style="position:absolute;left:0;text-align:left;margin-left:374pt;margin-top:24.1pt;width:8.4pt;height:12.0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" fillcolor="white [3201]" stroked="f" strokeweight=".5pt">
                <v:textbox inset="0,0,0,0">
                  <w:txbxContent>
                    <w:p w14:paraId="58C68CA4" w14:textId="77777777" w:rsidR="00755CE6" w:rsidRDefault="00755CE6" w:rsidP="00755CE6">
                      <w:r>
                        <w:t>,</w:t>
                      </w:r>
                    </w:p>
                  </w:txbxContent>
                </v:textbox>
              </v:shape>
            </w:pict>
          </mc:Fallback>
        </mc:AlternateContent>
      </w:r>
      <w:r w:rsidRPr="00221480">
        <w:t xml:space="preserve">Транспортное оборудование должно отвечать следующей формуле: </w:t>
      </w:r>
    </w:p>
    <w:p w14:paraId="71CC8006" w14:textId="77777777" w:rsidR="00755CE6" w:rsidRPr="00221480" w:rsidRDefault="00696AF6" w:rsidP="00755CE6">
      <w:pPr>
        <w:pStyle w:val="SingleTxtG"/>
      </w:pPr>
      <m:oMathPara>
        <m:oMathParaPr>
          <m:jc m:val="center"/>
        </m:oMathParaPr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m:rPr>
                      <m:nor/>
                    </m:rPr>
                    <w:rPr>
                      <w:i/>
                    </w:rPr>
                    <m:t>номинальная.малая</m:t>
                  </m:r>
                  <m:r>
                    <m:rPr>
                      <m:nor/>
                    </m:rPr>
                    <w:rPr>
                      <w:rFonts w:ascii="Cambria Math"/>
                      <w:i/>
                    </w:rPr>
                    <m:t xml:space="preserve"> </m:t>
                  </m:r>
                  <m:r>
                    <m:rPr>
                      <m:nor/>
                    </m:rPr>
                    <w:rPr>
                      <w:rFonts w:ascii="Cambria Math"/>
                      <w:i/>
                    </w:rPr>
                    <m:t>емкость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P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i/>
                          <w:sz w:val="22"/>
                          <w:szCs w:val="22"/>
                        </w:rPr>
                        <m:t>номинальная</m:t>
                      </m:r>
                    </m:sub>
                  </m:sSub>
                </m:sub>
              </m:sSub>
            </m:den>
          </m:f>
          <m:r>
            <w:rPr>
              <w:rFonts w:ascii="Cambria Math" w:hAnsi="Cambria Math"/>
            </w:rPr>
            <m:t xml:space="preserve">* 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nor/>
                    </m:rPr>
                    <w:rPr>
                      <w:i/>
                    </w:rPr>
                    <m:t>номинальная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3600*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1,75</m:t>
              </m:r>
              <m:r>
                <w:rPr>
                  <w:rFonts w:ascii="Cambria Math" w:hAnsi="Cambria Math"/>
                </w:rPr>
                <m:t xml:space="preserve">*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m:rPr>
                      <m:nor/>
                    </m:rPr>
                    <w:rPr>
                      <w:i/>
                    </w:rPr>
                    <m:t>кузов</m:t>
                  </m:r>
                </m:sub>
              </m:sSub>
              <m:r>
                <w:rPr>
                  <w:rFonts w:ascii="Cambria Math" w:hAnsi="Cambria Math"/>
                </w:rPr>
                <m:t xml:space="preserve">*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m:rPr>
                      <m:nor/>
                    </m:rPr>
                    <w:rPr>
                      <w:i/>
                    </w:rPr>
                    <m:t>кузов</m:t>
                  </m:r>
                </m:sub>
              </m:sSub>
              <m:r>
                <w:rPr>
                  <w:rFonts w:ascii="Cambria Math" w:hAnsi="Cambria Math"/>
                </w:rPr>
                <m:t xml:space="preserve">* ∆T </m:t>
              </m:r>
            </m:den>
          </m:f>
          <m:r>
            <w:rPr>
              <w:rFonts w:ascii="Cambria Math" w:hAnsi="Cambria Math"/>
            </w:rPr>
            <m:t>≥ 4</m:t>
          </m:r>
        </m:oMath>
      </m:oMathPara>
    </w:p>
    <w:p w14:paraId="4D585B38" w14:textId="77777777" w:rsidR="00755CE6" w:rsidRPr="00221480" w:rsidRDefault="00755CE6" w:rsidP="00755CE6">
      <w:pPr>
        <w:pStyle w:val="SingleTxtG"/>
      </w:pPr>
      <w:r w:rsidRPr="00221480">
        <w:t>где:</w:t>
      </w:r>
    </w:p>
    <w:p w14:paraId="51B042B1" w14:textId="77777777" w:rsidR="00755CE6" w:rsidRPr="00221480" w:rsidRDefault="00755CE6" w:rsidP="00755CE6">
      <w:pPr>
        <w:pStyle w:val="SingleTxtG"/>
        <w:kinsoku w:val="0"/>
        <w:overflowPunct w:val="0"/>
        <w:autoSpaceDE w:val="0"/>
        <w:autoSpaceDN w:val="0"/>
        <w:adjustRightInd w:val="0"/>
        <w:snapToGrid w:val="0"/>
      </w:pPr>
      <w:r w:rsidRPr="00221480">
        <w:t>𝐸</w:t>
      </w:r>
      <w:r w:rsidRPr="00221480">
        <w:rPr>
          <w:i/>
          <w:iCs/>
          <w:sz w:val="22"/>
          <w:szCs w:val="22"/>
          <w:vertAlign w:val="subscript"/>
        </w:rPr>
        <w:t>номинальная.емкость</w:t>
      </w:r>
      <w:r w:rsidRPr="00221480">
        <w:rPr>
          <w:sz w:val="22"/>
          <w:szCs w:val="22"/>
        </w:rPr>
        <w:t xml:space="preserve"> </w:t>
      </w:r>
      <w:r w:rsidRPr="00221480">
        <w:t>— максимальный запас энергии, который при обычных условиях может храниться в источнике энергии</w:t>
      </w:r>
      <w:r>
        <w:t>,</w:t>
      </w:r>
      <w:r w:rsidRPr="00221480">
        <w:t xml:space="preserve"> [Вт] или [единица измерения X];</w:t>
      </w:r>
    </w:p>
    <w:p w14:paraId="71FB67D9" w14:textId="77777777" w:rsidR="00755CE6" w:rsidRPr="00221480" w:rsidRDefault="00755CE6" w:rsidP="00755CE6">
      <w:pPr>
        <w:pStyle w:val="SingleTxtG"/>
        <w:kinsoku w:val="0"/>
        <w:overflowPunct w:val="0"/>
        <w:autoSpaceDE w:val="0"/>
        <w:autoSpaceDN w:val="0"/>
        <w:adjustRightInd w:val="0"/>
        <w:snapToGrid w:val="0"/>
      </w:pPr>
      <w:r w:rsidRPr="00221480">
        <w:t>𝑄</w:t>
      </w:r>
      <w:r w:rsidRPr="00221480">
        <w:rPr>
          <w:position w:val="-4"/>
          <w:sz w:val="22"/>
          <w:szCs w:val="22"/>
          <w:vertAlign w:val="subscript"/>
        </w:rPr>
        <w:t>𝑃</w:t>
      </w:r>
      <w:r w:rsidRPr="00221480">
        <w:rPr>
          <w:i/>
          <w:iCs/>
          <w:position w:val="-4"/>
          <w:sz w:val="22"/>
          <w:szCs w:val="22"/>
          <w:vertAlign w:val="subscript"/>
        </w:rPr>
        <w:t>номинальная</w:t>
      </w:r>
      <w:r w:rsidRPr="00221480">
        <w:t xml:space="preserve"> — расход энергии, затрачиваемой системой производства холода или теплоты, работающей на полную мощность</w:t>
      </w:r>
      <w:r>
        <w:t>,</w:t>
      </w:r>
      <w:r w:rsidRPr="00221480">
        <w:t xml:space="preserve"> [Вт/с] или [Х/с];</w:t>
      </w:r>
    </w:p>
    <w:p w14:paraId="54CBF115" w14:textId="77777777" w:rsidR="00755CE6" w:rsidRPr="00221480" w:rsidRDefault="00755CE6" w:rsidP="00755CE6">
      <w:pPr>
        <w:pStyle w:val="SingleTxtG"/>
        <w:kinsoku w:val="0"/>
        <w:overflowPunct w:val="0"/>
        <w:autoSpaceDE w:val="0"/>
        <w:autoSpaceDN w:val="0"/>
        <w:adjustRightInd w:val="0"/>
        <w:snapToGrid w:val="0"/>
      </w:pPr>
      <w:r w:rsidRPr="00221480">
        <w:rPr>
          <w:i/>
          <w:iCs/>
        </w:rPr>
        <w:t>K</w:t>
      </w:r>
      <w:r w:rsidRPr="00221480">
        <w:rPr>
          <w:i/>
          <w:iCs/>
          <w:sz w:val="22"/>
          <w:szCs w:val="22"/>
          <w:vertAlign w:val="subscript"/>
        </w:rPr>
        <w:t>кузов</w:t>
      </w:r>
      <w:r w:rsidRPr="00221480">
        <w:t xml:space="preserve"> — коэффициент K для внешней части кузова</w:t>
      </w:r>
      <w:r>
        <w:t>,</w:t>
      </w:r>
      <w:r w:rsidRPr="00221480">
        <w:t xml:space="preserve"> [Вт/(м².K)];</w:t>
      </w:r>
    </w:p>
    <w:p w14:paraId="2EEC9935" w14:textId="77777777" w:rsidR="00755CE6" w:rsidRPr="00221480" w:rsidRDefault="00755CE6" w:rsidP="00755CE6">
      <w:pPr>
        <w:pStyle w:val="SingleTxtG"/>
        <w:kinsoku w:val="0"/>
        <w:overflowPunct w:val="0"/>
        <w:autoSpaceDE w:val="0"/>
        <w:autoSpaceDN w:val="0"/>
        <w:adjustRightInd w:val="0"/>
        <w:snapToGrid w:val="0"/>
      </w:pPr>
      <w:r w:rsidRPr="00221480">
        <w:rPr>
          <w:i/>
          <w:iCs/>
        </w:rPr>
        <w:t>𝑆</w:t>
      </w:r>
      <w:r w:rsidRPr="00221480">
        <w:rPr>
          <w:i/>
          <w:iCs/>
          <w:sz w:val="22"/>
          <w:szCs w:val="22"/>
          <w:vertAlign w:val="subscript"/>
        </w:rPr>
        <w:t>кузов</w:t>
      </w:r>
      <w:r w:rsidRPr="00221480">
        <w:t xml:space="preserve"> — среднее геометрическое площади кузова</w:t>
      </w:r>
      <w:r>
        <w:t>,</w:t>
      </w:r>
      <w:r w:rsidRPr="00221480">
        <w:t xml:space="preserve"> [м²]; </w:t>
      </w:r>
    </w:p>
    <w:p w14:paraId="45BE5348" w14:textId="6ED4C3F5" w:rsidR="00755CE6" w:rsidRPr="00221480" w:rsidRDefault="00755CE6" w:rsidP="00755CE6">
      <w:pPr>
        <w:pStyle w:val="SingleTxtG"/>
        <w:kinsoku w:val="0"/>
        <w:overflowPunct w:val="0"/>
        <w:autoSpaceDE w:val="0"/>
        <w:autoSpaceDN w:val="0"/>
        <w:adjustRightInd w:val="0"/>
        <w:snapToGrid w:val="0"/>
      </w:pPr>
      <w:r w:rsidRPr="00221480">
        <w:t>ΔT — разница температур между внешней и внутренней частями кузова в монотемпературном режиме работы</w:t>
      </w:r>
      <w:r>
        <w:t>,</w:t>
      </w:r>
      <w:r w:rsidRPr="00221480">
        <w:t xml:space="preserve"> [K];</w:t>
      </w:r>
    </w:p>
    <w:p w14:paraId="318DC082" w14:textId="77777777" w:rsidR="00755CE6" w:rsidRPr="00221480" w:rsidRDefault="00755CE6" w:rsidP="00755CE6">
      <w:pPr>
        <w:pStyle w:val="SingleTxtG"/>
        <w:kinsoku w:val="0"/>
        <w:overflowPunct w:val="0"/>
        <w:autoSpaceDE w:val="0"/>
        <w:autoSpaceDN w:val="0"/>
        <w:adjustRightInd w:val="0"/>
        <w:snapToGrid w:val="0"/>
      </w:pPr>
      <w:r w:rsidRPr="00221480">
        <w:t>𝑃</w:t>
      </w:r>
      <w:r w:rsidRPr="00221480">
        <w:rPr>
          <w:i/>
          <w:iCs/>
          <w:sz w:val="22"/>
          <w:szCs w:val="22"/>
          <w:vertAlign w:val="subscript"/>
        </w:rPr>
        <w:t>номинальная</w:t>
      </w:r>
      <w:r w:rsidRPr="00221480">
        <w:t xml:space="preserve"> — номинальная мощность холодильной установки</w:t>
      </w:r>
      <w:r>
        <w:t>,</w:t>
      </w:r>
      <w:r w:rsidRPr="00221480">
        <w:t xml:space="preserve"> [Вт].</w:t>
      </w:r>
    </w:p>
    <w:p w14:paraId="261EFC6B" w14:textId="77777777" w:rsidR="00755CE6" w:rsidRPr="00221480" w:rsidRDefault="00755CE6" w:rsidP="000D7C0D">
      <w:pPr>
        <w:pStyle w:val="SingleTxtG"/>
        <w:pageBreakBefore/>
        <w:rPr>
          <w:iCs/>
        </w:rPr>
      </w:pPr>
      <w:r w:rsidRPr="00221480">
        <w:lastRenderedPageBreak/>
        <w:t>Включить в справочник СПС:</w:t>
      </w:r>
    </w:p>
    <w:p w14:paraId="0DC64966" w14:textId="77777777" w:rsidR="00755CE6" w:rsidRPr="00221480" w:rsidRDefault="00755CE6" w:rsidP="000D7C0D">
      <w:pPr>
        <w:pStyle w:val="SingleTxtG"/>
        <w:rPr>
          <w:i/>
        </w:rPr>
      </w:pPr>
      <w:r w:rsidRPr="00221480">
        <w:rPr>
          <w:rStyle w:val="Policepardfaut"/>
          <w:noProof/>
          <w:lang w:eastAsia="fr-FR"/>
        </w:rPr>
        <w:drawing>
          <wp:inline distT="0" distB="0" distL="0" distR="0" wp14:anchorId="2B60BEB5" wp14:editId="3980FE2C">
            <wp:extent cx="4751640" cy="3403440"/>
            <wp:effectExtent l="0" t="0" r="0" b="6510"/>
            <wp:docPr id="4" name="Imag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51640" cy="34034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0AFA8E32" w14:textId="77777777" w:rsidR="00755CE6" w:rsidRPr="00221480" w:rsidRDefault="00755CE6" w:rsidP="00755CE6">
      <w:pPr>
        <w:pStyle w:val="SingleTxtG"/>
        <w:rPr>
          <w:iCs/>
        </w:rPr>
      </w:pPr>
      <w:r w:rsidRPr="00221480">
        <w:t>Незначительным временем зарядки считается любая операция продолжительностью менее 45 минут, которая позволяет довести запас энергии в энергоаккумуляторе не менее чем до половины максимального запаса энергии, который может храниться в таком аккумуляторе.</w:t>
      </w:r>
    </w:p>
    <w:p w14:paraId="492DDA39" w14:textId="77777777" w:rsidR="00755CE6" w:rsidRPr="00221480" w:rsidRDefault="00755CE6" w:rsidP="00755CE6">
      <w:pPr>
        <w:pStyle w:val="SingleTxtG"/>
        <w:rPr>
          <w:iCs/>
        </w:rPr>
      </w:pPr>
      <w:r w:rsidRPr="00221480">
        <w:t>Транспортное оборудование должно отвечать следующим предписаниям:</w:t>
      </w:r>
    </w:p>
    <w:p w14:paraId="7F19902C" w14:textId="10EAC0BC" w:rsidR="00755CE6" w:rsidRPr="00221480" w:rsidRDefault="00696AF6" w:rsidP="00755CE6">
      <w:pPr>
        <w:pStyle w:val="SingleTxtG"/>
        <w:jc w:val="center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>: 0 ≤E</m:t>
              </m:r>
            </m:e>
            <m:sub>
              <m:r>
                <m:rPr>
                  <m:nor/>
                </m:rPr>
                <w:rPr>
                  <w:rFonts w:ascii="Cambria Math"/>
                  <w:i/>
                </w:rPr>
                <m:t>емкость</m:t>
              </m:r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sub>
          </m:sSub>
          <m:r>
            <w:rPr>
              <w:rFonts w:ascii="Cambria Math" w:hAnsi="Cambria Math"/>
            </w:rPr>
            <m:t>≤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m:rPr>
                  <m:nor/>
                </m:rPr>
                <w:rPr>
                  <w:i/>
                </w:rPr>
                <m:t>номинальная.емкость</m:t>
              </m:r>
            </m:sub>
          </m:sSub>
        </m:oMath>
      </m:oMathPara>
    </w:p>
    <w:p w14:paraId="12BCF587" w14:textId="646A46DD" w:rsidR="00755CE6" w:rsidRPr="00221480" w:rsidRDefault="00696AF6" w:rsidP="00755CE6">
      <w:pPr>
        <w:pStyle w:val="SingleTxtG"/>
        <w:jc w:val="center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: E</m:t>
              </m:r>
            </m:e>
            <m:sub>
              <m:r>
                <m:rPr>
                  <m:nor/>
                </m:rPr>
                <w:rPr>
                  <w:rFonts w:ascii="Cambria Math"/>
                  <w:i/>
                </w:rPr>
                <m:t>емкость</m:t>
              </m:r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sub>
          </m:sSub>
          <m:r>
            <w:rPr>
              <w:rFonts w:ascii="Cambria Math" w:hAnsi="Cambria Math"/>
            </w:rPr>
            <m:t>≥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m:rPr>
                  <m:nor/>
                </m:rPr>
                <w:rPr>
                  <w:rFonts w:ascii="Cambria Math"/>
                  <w:i/>
                </w:rPr>
                <m:t>емкость</m:t>
              </m:r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sub>
          </m:sSub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m:rPr>
                  <m:nor/>
                </m:rPr>
                <w:rPr>
                  <w:i/>
                </w:rPr>
                <m:t>номинальная.емкость</m:t>
              </m:r>
            </m:sub>
          </m:sSub>
        </m:oMath>
      </m:oMathPara>
    </w:p>
    <w:p w14:paraId="7623F429" w14:textId="77777777" w:rsidR="00755CE6" w:rsidRPr="00221480" w:rsidRDefault="00755CE6" w:rsidP="00755CE6">
      <w:pPr>
        <w:pStyle w:val="SingleTxtG"/>
        <w:jc w:val="center"/>
      </w:pPr>
      <m:oMath>
        <m:r>
          <w:rPr>
            <w:rFonts w:ascii="Cambria Math" w:hAnsi="Cambria Math"/>
          </w:rPr>
          <m:t>∆t=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&lt;45</m:t>
        </m:r>
      </m:oMath>
      <w:r w:rsidRPr="00221480">
        <w:t>,</w:t>
      </w:r>
    </w:p>
    <w:p w14:paraId="5C5ACAF8" w14:textId="77777777" w:rsidR="00755CE6" w:rsidRPr="00221480" w:rsidRDefault="00755CE6" w:rsidP="00755CE6">
      <w:pPr>
        <w:pStyle w:val="SingleTxtG"/>
      </w:pPr>
      <w:r w:rsidRPr="00221480">
        <w:t>где:</w:t>
      </w:r>
    </w:p>
    <w:p w14:paraId="22297286" w14:textId="77777777" w:rsidR="00755CE6" w:rsidRPr="00221480" w:rsidRDefault="00755CE6" w:rsidP="00755CE6">
      <w:pPr>
        <w:pStyle w:val="SingleTxtG"/>
      </w:pPr>
      <w:r w:rsidRPr="00221480">
        <w:t>𝐸</w:t>
      </w:r>
      <w:r w:rsidRPr="00221480">
        <w:rPr>
          <w:i/>
          <w:iCs/>
          <w:sz w:val="22"/>
          <w:szCs w:val="22"/>
          <w:vertAlign w:val="subscript"/>
        </w:rPr>
        <w:t>номинальная.емкость</w:t>
      </w:r>
      <w:r w:rsidRPr="00221480">
        <w:rPr>
          <w:i/>
          <w:iCs/>
        </w:rPr>
        <w:t xml:space="preserve"> </w:t>
      </w:r>
      <w:r w:rsidRPr="00221480">
        <w:t>— максимальный запас энергии, который при обычных условиях может храниться в источнике энергии</w:t>
      </w:r>
      <w:r>
        <w:t>,</w:t>
      </w:r>
      <w:r w:rsidRPr="00221480">
        <w:t xml:space="preserve"> [Вт] или [единица измерения X];</w:t>
      </w:r>
    </w:p>
    <w:p w14:paraId="2B1B3DC5" w14:textId="2CF82E84" w:rsidR="00755CE6" w:rsidRPr="00C45AB7" w:rsidRDefault="00755CE6" w:rsidP="00755CE6">
      <w:pPr>
        <w:pStyle w:val="SingleTxtG"/>
        <w:rPr>
          <w:lang w:val="fr-CH"/>
        </w:rPr>
      </w:pPr>
      <w:r w:rsidRPr="00221480">
        <w:t>𝑡</w:t>
      </w:r>
      <w:r w:rsidRPr="006D08A7">
        <w:t>0</w:t>
      </w:r>
      <w:r w:rsidRPr="00221480">
        <w:t xml:space="preserve"> </w:t>
      </w:r>
      <w:r w:rsidR="000D7C0D">
        <w:t>и</w:t>
      </w:r>
      <w:r w:rsidRPr="00221480">
        <w:t xml:space="preserve"> 𝑡</w:t>
      </w:r>
      <w:r w:rsidRPr="006D08A7">
        <w:t>1</w:t>
      </w:r>
      <w:r w:rsidRPr="00221480">
        <w:t xml:space="preserve"> — время начала и, соответственно, завершения зарядки источника</w:t>
      </w:r>
      <w:r w:rsidR="000D7C0D">
        <w:br/>
      </w:r>
      <w:r w:rsidRPr="00221480">
        <w:t>энергии</w:t>
      </w:r>
      <w:r>
        <w:t>,</w:t>
      </w:r>
      <w:r w:rsidRPr="00221480">
        <w:t xml:space="preserve"> [мин];</w:t>
      </w:r>
    </w:p>
    <w:p w14:paraId="4F1D8628" w14:textId="77777777" w:rsidR="00755CE6" w:rsidRPr="00221480" w:rsidRDefault="00755CE6" w:rsidP="00755CE6">
      <w:pPr>
        <w:pStyle w:val="SingleTxtG"/>
      </w:pPr>
      <w:r w:rsidRPr="00221480">
        <w:t>𝐸</w:t>
      </w:r>
      <w:r w:rsidRPr="00221480">
        <w:rPr>
          <w:i/>
          <w:iCs/>
          <w:sz w:val="22"/>
          <w:szCs w:val="22"/>
          <w:vertAlign w:val="subscript"/>
        </w:rPr>
        <w:t>емкость</w:t>
      </w:r>
      <w:r w:rsidRPr="00221480">
        <w:t>, 𝑡𝑥 — фактический запас энергии, который хранится в источнике энергии в момент 𝑡𝑥</w:t>
      </w:r>
      <w:r>
        <w:t>,</w:t>
      </w:r>
      <w:r w:rsidRPr="00221480">
        <w:t xml:space="preserve"> [Вт] или [единица измерения X];</w:t>
      </w:r>
    </w:p>
    <w:p w14:paraId="3AB09355" w14:textId="77777777" w:rsidR="00755CE6" w:rsidRPr="00221480" w:rsidRDefault="00755CE6" w:rsidP="00755CE6">
      <w:pPr>
        <w:pStyle w:val="SingleTxtG"/>
      </w:pPr>
      <w:r w:rsidRPr="00221480">
        <w:t>Δ𝑡 — время зарядки источника энергии</w:t>
      </w:r>
      <w:r>
        <w:t>,</w:t>
      </w:r>
      <w:r w:rsidRPr="00221480">
        <w:t xml:space="preserve"> [мин].</w:t>
      </w:r>
    </w:p>
    <w:p w14:paraId="231105D0" w14:textId="77777777" w:rsidR="00755CE6" w:rsidRPr="00221480" w:rsidRDefault="00755CE6" w:rsidP="00755CE6">
      <w:pPr>
        <w:pStyle w:val="SingleTxtG"/>
        <w:rPr>
          <w:b/>
          <w:iCs/>
        </w:rPr>
      </w:pPr>
      <w:r w:rsidRPr="00221480">
        <w:rPr>
          <w:b/>
          <w:bCs/>
        </w:rPr>
        <w:t>В</w:t>
      </w:r>
      <w:r>
        <w:rPr>
          <w:b/>
          <w:bCs/>
        </w:rPr>
        <w:t>о всех</w:t>
      </w:r>
      <w:r w:rsidRPr="00221480">
        <w:rPr>
          <w:b/>
          <w:bCs/>
        </w:rPr>
        <w:t xml:space="preserve"> других случаях транспортное оборудование не работает ни как автономное, ни как гибридное</w:t>
      </w:r>
      <w:r w:rsidRPr="000D7C0D">
        <w:t>».</w:t>
      </w:r>
    </w:p>
    <w:p w14:paraId="5F18BF8C" w14:textId="77777777" w:rsidR="00755CE6" w:rsidRPr="00221480" w:rsidRDefault="00755CE6" w:rsidP="00755CE6">
      <w:pPr>
        <w:pStyle w:val="HChG"/>
      </w:pPr>
      <w:r w:rsidRPr="00221480">
        <w:tab/>
        <w:t>II.</w:t>
      </w:r>
      <w:r w:rsidRPr="00221480">
        <w:tab/>
      </w:r>
      <w:r w:rsidRPr="00221480">
        <w:rPr>
          <w:bCs/>
        </w:rPr>
        <w:t>Обоснование</w:t>
      </w:r>
    </w:p>
    <w:p w14:paraId="53794689" w14:textId="77777777" w:rsidR="00755CE6" w:rsidRPr="00221480" w:rsidRDefault="00755CE6" w:rsidP="00755CE6">
      <w:pPr>
        <w:pStyle w:val="SingleTxtG"/>
      </w:pPr>
      <w:r w:rsidRPr="00221480">
        <w:t>7.</w:t>
      </w:r>
      <w:r w:rsidRPr="00221480">
        <w:tab/>
        <w:t>Технологическое развитие систем производства холода обусловливает необходимость в пересмотре понятия автономности транспортного оборудования в рамках СПС.</w:t>
      </w:r>
    </w:p>
    <w:p w14:paraId="6E93C617" w14:textId="77777777" w:rsidR="00755CE6" w:rsidRPr="00221480" w:rsidRDefault="00755CE6" w:rsidP="00755CE6">
      <w:pPr>
        <w:pStyle w:val="HChG"/>
      </w:pPr>
      <w:r w:rsidRPr="00221480">
        <w:lastRenderedPageBreak/>
        <w:tab/>
        <w:t>III.</w:t>
      </w:r>
      <w:r w:rsidRPr="00221480">
        <w:tab/>
      </w:r>
      <w:r w:rsidRPr="00221480">
        <w:rPr>
          <w:bCs/>
        </w:rPr>
        <w:t>Затраты</w:t>
      </w:r>
    </w:p>
    <w:p w14:paraId="362355C5" w14:textId="77777777" w:rsidR="00755CE6" w:rsidRPr="00221480" w:rsidRDefault="00755CE6" w:rsidP="00755CE6">
      <w:pPr>
        <w:pStyle w:val="SingleTxtG"/>
      </w:pPr>
      <w:r w:rsidRPr="00221480">
        <w:t>8.</w:t>
      </w:r>
      <w:r w:rsidRPr="00221480">
        <w:tab/>
        <w:t>Какие-либо дополнительные затраты для официальных испытательных станций СПС, равно как и для изготовителей, которые в условиях организации своего производства должны располагать дополнительными параметрами, требуемыми на основании настоящего предложения, не предвидятся.</w:t>
      </w:r>
    </w:p>
    <w:p w14:paraId="049E3253" w14:textId="77777777" w:rsidR="00755CE6" w:rsidRPr="00221480" w:rsidRDefault="00755CE6" w:rsidP="00755CE6">
      <w:pPr>
        <w:pStyle w:val="HChG"/>
      </w:pPr>
      <w:r w:rsidRPr="00221480">
        <w:tab/>
        <w:t>IV.</w:t>
      </w:r>
      <w:r w:rsidRPr="00221480">
        <w:tab/>
      </w:r>
      <w:r w:rsidRPr="00221480">
        <w:rPr>
          <w:bCs/>
        </w:rPr>
        <w:t>Осуществимость</w:t>
      </w:r>
    </w:p>
    <w:p w14:paraId="43FD3FC4" w14:textId="77777777" w:rsidR="00755CE6" w:rsidRPr="00221480" w:rsidRDefault="00755CE6" w:rsidP="00755CE6">
      <w:pPr>
        <w:pStyle w:val="SingleTxtG"/>
      </w:pPr>
      <w:r w:rsidRPr="00221480">
        <w:t>9.</w:t>
      </w:r>
      <w:r w:rsidRPr="00221480">
        <w:tab/>
        <w:t xml:space="preserve">Никаких дополнительных </w:t>
      </w:r>
      <w:r>
        <w:t>препятствий</w:t>
      </w:r>
      <w:r w:rsidRPr="00221480">
        <w:t xml:space="preserve"> для официальных испытательных станций СПС не возникнет.</w:t>
      </w:r>
    </w:p>
    <w:p w14:paraId="65842315" w14:textId="77777777" w:rsidR="00755CE6" w:rsidRPr="00221480" w:rsidRDefault="00755CE6" w:rsidP="00755CE6">
      <w:pPr>
        <w:pStyle w:val="HChG"/>
      </w:pPr>
      <w:r w:rsidRPr="00221480">
        <w:tab/>
        <w:t>V.</w:t>
      </w:r>
      <w:r w:rsidRPr="00221480">
        <w:tab/>
      </w:r>
      <w:r w:rsidRPr="00221480">
        <w:rPr>
          <w:bCs/>
        </w:rPr>
        <w:t>Применимость</w:t>
      </w:r>
    </w:p>
    <w:p w14:paraId="1942D784" w14:textId="77777777" w:rsidR="00755CE6" w:rsidRPr="00221480" w:rsidRDefault="00755CE6" w:rsidP="00755CE6">
      <w:pPr>
        <w:pStyle w:val="SingleTxtG"/>
        <w:rPr>
          <w:b/>
          <w:bCs/>
        </w:rPr>
      </w:pPr>
      <w:r w:rsidRPr="00221480">
        <w:t>10.</w:t>
      </w:r>
      <w:r w:rsidRPr="00221480">
        <w:tab/>
        <w:t>Никаких проблем с реализацией данного предложения не ожидается.</w:t>
      </w:r>
    </w:p>
    <w:p w14:paraId="3452923C" w14:textId="77777777" w:rsidR="00755CE6" w:rsidRPr="00221480" w:rsidRDefault="00755CE6" w:rsidP="00755CE6">
      <w:pPr>
        <w:pStyle w:val="HChG"/>
      </w:pPr>
      <w:r w:rsidRPr="00221480">
        <w:tab/>
        <w:t>VI.</w:t>
      </w:r>
      <w:r w:rsidRPr="00221480">
        <w:tab/>
      </w:r>
      <w:r w:rsidRPr="00221480">
        <w:rPr>
          <w:bCs/>
        </w:rPr>
        <w:t>Включение предлагаемой поправки в СПС</w:t>
      </w:r>
    </w:p>
    <w:p w14:paraId="5EC0D2E0" w14:textId="77777777" w:rsidR="00755CE6" w:rsidRPr="00221480" w:rsidRDefault="00755CE6" w:rsidP="00755CE6">
      <w:pPr>
        <w:pStyle w:val="SingleTxtG"/>
      </w:pPr>
      <w:r w:rsidRPr="00221480">
        <w:t>11.</w:t>
      </w:r>
      <w:r w:rsidRPr="00221480">
        <w:tab/>
        <w:t>Соответствующая часть СПС: приложение 1.</w:t>
      </w:r>
    </w:p>
    <w:p w14:paraId="2666B55E" w14:textId="77777777" w:rsidR="00755CE6" w:rsidRPr="00221480" w:rsidRDefault="00755CE6" w:rsidP="00755CE6">
      <w:pPr>
        <w:pStyle w:val="SingleTxtG"/>
        <w:rPr>
          <w:iCs/>
        </w:rPr>
      </w:pPr>
      <w:r w:rsidRPr="00221480">
        <w:t>Включение определения понятия автономности транспортного оборудования в соответствии с пунктом I — Предложение.</w:t>
      </w:r>
    </w:p>
    <w:p w14:paraId="1809331B" w14:textId="77777777" w:rsidR="007628EE" w:rsidRDefault="00755CE6" w:rsidP="00755CE6">
      <w:pPr>
        <w:spacing w:before="240"/>
        <w:jc w:val="center"/>
        <w:rPr>
          <w:u w:val="single"/>
        </w:rPr>
      </w:pPr>
      <w:r w:rsidRPr="00221480">
        <w:rPr>
          <w:u w:val="single"/>
        </w:rPr>
        <w:tab/>
      </w:r>
      <w:r w:rsidRPr="00221480">
        <w:rPr>
          <w:u w:val="single"/>
        </w:rPr>
        <w:tab/>
      </w:r>
      <w:r w:rsidRPr="00221480">
        <w:rPr>
          <w:u w:val="single"/>
        </w:rPr>
        <w:tab/>
      </w:r>
    </w:p>
    <w:sectPr w:rsidR="007628EE" w:rsidSect="00755CE6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06C13C" w14:textId="77777777" w:rsidR="009C14F6" w:rsidRPr="00A312BC" w:rsidRDefault="009C14F6" w:rsidP="00A312BC"/>
  </w:endnote>
  <w:endnote w:type="continuationSeparator" w:id="0">
    <w:p w14:paraId="5C47DFBA" w14:textId="77777777" w:rsidR="009C14F6" w:rsidRPr="00A312BC" w:rsidRDefault="009C14F6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E193CA" w14:textId="2D1EFB58" w:rsidR="00755CE6" w:rsidRPr="00755CE6" w:rsidRDefault="00755CE6">
    <w:pPr>
      <w:pStyle w:val="a8"/>
    </w:pPr>
    <w:r w:rsidRPr="00755CE6">
      <w:rPr>
        <w:b/>
        <w:sz w:val="18"/>
      </w:rPr>
      <w:fldChar w:fldCharType="begin"/>
    </w:r>
    <w:r w:rsidRPr="00755CE6">
      <w:rPr>
        <w:b/>
        <w:sz w:val="18"/>
      </w:rPr>
      <w:instrText xml:space="preserve"> PAGE  \* MERGEFORMAT </w:instrText>
    </w:r>
    <w:r w:rsidRPr="00755CE6">
      <w:rPr>
        <w:b/>
        <w:sz w:val="18"/>
      </w:rPr>
      <w:fldChar w:fldCharType="separate"/>
    </w:r>
    <w:r w:rsidRPr="00755CE6">
      <w:rPr>
        <w:b/>
        <w:noProof/>
        <w:sz w:val="18"/>
      </w:rPr>
      <w:t>2</w:t>
    </w:r>
    <w:r w:rsidRPr="00755CE6">
      <w:rPr>
        <w:b/>
        <w:sz w:val="18"/>
      </w:rPr>
      <w:fldChar w:fldCharType="end"/>
    </w:r>
    <w:r>
      <w:rPr>
        <w:b/>
        <w:sz w:val="18"/>
      </w:rPr>
      <w:tab/>
    </w:r>
    <w:r>
      <w:t>GE.21-10957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D6B0FC" w14:textId="242D6336" w:rsidR="00755CE6" w:rsidRPr="00755CE6" w:rsidRDefault="00755CE6" w:rsidP="00755CE6">
    <w:pPr>
      <w:pStyle w:val="a8"/>
      <w:tabs>
        <w:tab w:val="clear" w:pos="9639"/>
        <w:tab w:val="right" w:pos="9638"/>
      </w:tabs>
      <w:rPr>
        <w:b/>
        <w:sz w:val="18"/>
      </w:rPr>
    </w:pPr>
    <w:r>
      <w:t>GE.21-10957</w:t>
    </w:r>
    <w:r>
      <w:tab/>
    </w:r>
    <w:r w:rsidRPr="00755CE6">
      <w:rPr>
        <w:b/>
        <w:sz w:val="18"/>
      </w:rPr>
      <w:fldChar w:fldCharType="begin"/>
    </w:r>
    <w:r w:rsidRPr="00755CE6">
      <w:rPr>
        <w:b/>
        <w:sz w:val="18"/>
      </w:rPr>
      <w:instrText xml:space="preserve"> PAGE  \* MERGEFORMAT </w:instrText>
    </w:r>
    <w:r w:rsidRPr="00755CE6">
      <w:rPr>
        <w:b/>
        <w:sz w:val="18"/>
      </w:rPr>
      <w:fldChar w:fldCharType="separate"/>
    </w:r>
    <w:r w:rsidRPr="00755CE6">
      <w:rPr>
        <w:b/>
        <w:noProof/>
        <w:sz w:val="18"/>
      </w:rPr>
      <w:t>3</w:t>
    </w:r>
    <w:r w:rsidRPr="00755CE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1B7D91" w14:textId="486C85A4" w:rsidR="00042B72" w:rsidRPr="00755CE6" w:rsidRDefault="00755CE6" w:rsidP="00755CE6">
    <w:pPr>
      <w:spacing w:before="120" w:line="240" w:lineRule="auto"/>
      <w:rPr>
        <w:lang w:val="fr-CH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70E1F9B8" wp14:editId="763D60ED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21-10957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64D8B69F" wp14:editId="12BC5C1A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</w:t>
    </w:r>
    <w:r>
      <w:rPr>
        <w:lang w:val="fr-CH"/>
      </w:rPr>
      <w:t>041021  041021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7BF4A2" w14:textId="77777777" w:rsidR="009C14F6" w:rsidRPr="001075E9" w:rsidRDefault="009C14F6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F17C2CF" w14:textId="77777777" w:rsidR="009C14F6" w:rsidRDefault="009C14F6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FEB29F" w14:textId="3DE705A4" w:rsidR="00755CE6" w:rsidRPr="00755CE6" w:rsidRDefault="00696AF6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ECE/TRANS/WP.11/2020/1/Rev.2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AB477B" w14:textId="693C88F2" w:rsidR="00755CE6" w:rsidRPr="00755CE6" w:rsidRDefault="00696AF6" w:rsidP="00755CE6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ECE/TRANS/WP.11/2020/1/Rev.2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AE5A0A"/>
    <w:multiLevelType w:val="multilevel"/>
    <w:tmpl w:val="E702C94C"/>
    <w:styleLink w:val="WW8Num17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/>
        <w:color w:val="000000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color w:val="000000"/>
        <w:sz w:val="20"/>
        <w:szCs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color w:val="000000"/>
        <w:sz w:val="20"/>
        <w:szCs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color w:val="000000"/>
        <w:sz w:val="20"/>
        <w:szCs w:val="20"/>
      </w:r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AD07B2"/>
    <w:multiLevelType w:val="hybridMultilevel"/>
    <w:tmpl w:val="D7D47906"/>
    <w:lvl w:ilvl="0" w:tplc="3B64B33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12"/>
  </w:num>
  <w:num w:numId="3">
    <w:abstractNumId w:val="11"/>
  </w:num>
  <w:num w:numId="4">
    <w:abstractNumId w:val="19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  <w:lvlOverride w:ilvl="0">
      <w:lvl w:ilvl="0">
        <w:numFmt w:val="bullet"/>
        <w:lvlText w:val="-"/>
        <w:lvlJc w:val="left"/>
        <w:pPr>
          <w:ind w:left="720" w:hanging="360"/>
        </w:pPr>
        <w:rPr>
          <w:rFonts w:ascii="Calibri" w:eastAsia="Calibri" w:hAnsi="Calibri" w:cs="Times New Roman"/>
          <w:color w:val="000000"/>
          <w:sz w:val="20"/>
          <w:szCs w:val="20"/>
        </w:rPr>
      </w:lvl>
    </w:lvlOverride>
    <w:lvlOverride w:ilvl="2">
      <w:lvl w:ilvl="2">
        <w:numFmt w:val="bullet"/>
        <w:lvlText w:val=""/>
        <w:lvlJc w:val="left"/>
        <w:pPr>
          <w:ind w:left="2160" w:hanging="360"/>
        </w:pPr>
        <w:rPr>
          <w:rFonts w:ascii="Wingdings" w:hAnsi="Wingdings" w:cs="Wingdings"/>
          <w:color w:val="000000"/>
          <w:sz w:val="20"/>
          <w:szCs w:val="20"/>
        </w:rPr>
      </w:lvl>
    </w:lvlOverride>
  </w:num>
  <w:num w:numId="23">
    <w:abstractNumId w:val="10"/>
  </w:num>
  <w:num w:numId="24">
    <w:abstractNumId w:val="17"/>
  </w:num>
  <w:num w:numId="25">
    <w:abstractNumId w:val="16"/>
  </w:num>
  <w:num w:numId="26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4F6"/>
    <w:rsid w:val="00033EE1"/>
    <w:rsid w:val="00042B72"/>
    <w:rsid w:val="000558BD"/>
    <w:rsid w:val="000B57E7"/>
    <w:rsid w:val="000B6373"/>
    <w:rsid w:val="000D7C0D"/>
    <w:rsid w:val="000E4E5B"/>
    <w:rsid w:val="000F09DF"/>
    <w:rsid w:val="000F61B2"/>
    <w:rsid w:val="0010115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619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44353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66059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96AF6"/>
    <w:rsid w:val="006A1ED8"/>
    <w:rsid w:val="006C2031"/>
    <w:rsid w:val="006D08A7"/>
    <w:rsid w:val="006D461A"/>
    <w:rsid w:val="006F35EE"/>
    <w:rsid w:val="007021FF"/>
    <w:rsid w:val="00712895"/>
    <w:rsid w:val="00734ACB"/>
    <w:rsid w:val="00755CE6"/>
    <w:rsid w:val="00757357"/>
    <w:rsid w:val="007628EE"/>
    <w:rsid w:val="00792497"/>
    <w:rsid w:val="00806737"/>
    <w:rsid w:val="00825F8D"/>
    <w:rsid w:val="00834B71"/>
    <w:rsid w:val="0086445C"/>
    <w:rsid w:val="00894693"/>
    <w:rsid w:val="008A08D7"/>
    <w:rsid w:val="008A37C8"/>
    <w:rsid w:val="008A5853"/>
    <w:rsid w:val="008B6909"/>
    <w:rsid w:val="008D53B6"/>
    <w:rsid w:val="008F7609"/>
    <w:rsid w:val="00906890"/>
    <w:rsid w:val="00911BE4"/>
    <w:rsid w:val="00951972"/>
    <w:rsid w:val="009608F3"/>
    <w:rsid w:val="009A24AC"/>
    <w:rsid w:val="009C14F6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45AB7"/>
    <w:rsid w:val="00C57A3B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31241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E96521E"/>
  <w15:docId w15:val="{F6A586CC-F5A0-4E74-8CA4-01015423E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755CE6"/>
    <w:rPr>
      <w:lang w:val="ru-RU" w:eastAsia="en-US"/>
    </w:rPr>
  </w:style>
  <w:style w:type="character" w:customStyle="1" w:styleId="HChGChar">
    <w:name w:val="_ H _Ch_G Char"/>
    <w:link w:val="HChG"/>
    <w:rsid w:val="00755CE6"/>
    <w:rPr>
      <w:b/>
      <w:sz w:val="28"/>
      <w:lang w:val="ru-RU" w:eastAsia="ru-RU"/>
    </w:rPr>
  </w:style>
  <w:style w:type="numbering" w:customStyle="1" w:styleId="WW8Num17">
    <w:name w:val="WW8Num17"/>
    <w:basedOn w:val="a2"/>
    <w:rsid w:val="00755CE6"/>
    <w:pPr>
      <w:numPr>
        <w:numId w:val="23"/>
      </w:numPr>
    </w:pPr>
  </w:style>
  <w:style w:type="character" w:customStyle="1" w:styleId="Policepardfaut">
    <w:name w:val="Police par défaut"/>
    <w:rsid w:val="00755CE6"/>
  </w:style>
  <w:style w:type="paragraph" w:customStyle="1" w:styleId="Standard">
    <w:name w:val="Standard"/>
    <w:rsid w:val="00755CE6"/>
    <w:pPr>
      <w:suppressAutoHyphens/>
      <w:autoSpaceDN w:val="0"/>
      <w:snapToGrid w:val="0"/>
      <w:spacing w:line="240" w:lineRule="atLeast"/>
      <w:textAlignment w:val="baseline"/>
    </w:pPr>
    <w:rPr>
      <w:rFonts w:eastAsia="Calibri"/>
      <w:kern w:val="3"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6</Pages>
  <Words>1078</Words>
  <Characters>8255</Characters>
  <Application>Microsoft Office Word</Application>
  <DocSecurity>0</DocSecurity>
  <Lines>750</Lines>
  <Paragraphs>311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ECE/TRANS/WP.11/2020/1/Rev.2</vt:lpstr>
      <vt:lpstr>A/</vt:lpstr>
      <vt:lpstr>A/</vt:lpstr>
    </vt:vector>
  </TitlesOfParts>
  <Company>DCM</Company>
  <LinksUpToDate>false</LinksUpToDate>
  <CharactersWithSpaces>9022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ECE/TRANS/WP.11/2020/1/Rev.2</dc:title>
  <dc:subject/>
  <dc:creator>Anna KISSELEVA</dc:creator>
  <cp:keywords/>
  <cp:lastModifiedBy>Anna Kisseleva</cp:lastModifiedBy>
  <cp:revision>3</cp:revision>
  <cp:lastPrinted>2021-10-04T14:42:00Z</cp:lastPrinted>
  <dcterms:created xsi:type="dcterms:W3CDTF">2021-10-04T14:42:00Z</dcterms:created>
  <dcterms:modified xsi:type="dcterms:W3CDTF">2021-10-04T14:43:00Z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