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6B5B83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F6379E5" w14:textId="77777777" w:rsidR="002D5AAC" w:rsidRDefault="002D5AAC" w:rsidP="003265F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6482BA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9BF3089" w14:textId="47D6C1F3" w:rsidR="002D5AAC" w:rsidRDefault="003265FA" w:rsidP="003265FA">
            <w:pPr>
              <w:jc w:val="right"/>
            </w:pPr>
            <w:r w:rsidRPr="003265FA">
              <w:rPr>
                <w:sz w:val="40"/>
              </w:rPr>
              <w:t>ECE</w:t>
            </w:r>
            <w:r>
              <w:t>/TRANS/WP.11/2021/20</w:t>
            </w:r>
          </w:p>
        </w:tc>
      </w:tr>
      <w:tr w:rsidR="002D5AAC" w:rsidRPr="003265FA" w14:paraId="1C9D00F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68AB3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6C78645" wp14:editId="0F76EA1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7C136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CF61127" w14:textId="77777777" w:rsidR="002D5AAC" w:rsidRDefault="003265F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9EF4BC5" w14:textId="77777777" w:rsidR="003265FA" w:rsidRDefault="003265FA" w:rsidP="00326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2E085D36" w14:textId="77777777" w:rsidR="003265FA" w:rsidRDefault="003265FA" w:rsidP="00326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01FEE9" w14:textId="3F6F9D90" w:rsidR="003265FA" w:rsidRPr="008D53B6" w:rsidRDefault="003265FA" w:rsidP="003265F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E3AF92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BEF2B74" w14:textId="77777777" w:rsidR="003265FA" w:rsidRPr="006739B5" w:rsidRDefault="003265FA" w:rsidP="003265FA">
      <w:pPr>
        <w:spacing w:before="120"/>
        <w:jc w:val="both"/>
        <w:rPr>
          <w:sz w:val="28"/>
          <w:szCs w:val="28"/>
        </w:rPr>
      </w:pPr>
      <w:r w:rsidRPr="006739B5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162F4E7" w14:textId="77777777" w:rsidR="003265FA" w:rsidRPr="006739B5" w:rsidRDefault="003265FA" w:rsidP="003265FA">
      <w:pPr>
        <w:spacing w:before="120"/>
        <w:rPr>
          <w:b/>
          <w:sz w:val="24"/>
          <w:szCs w:val="24"/>
        </w:rPr>
      </w:pPr>
      <w:r w:rsidRPr="006739B5">
        <w:rPr>
          <w:b/>
          <w:sz w:val="24"/>
          <w:szCs w:val="24"/>
        </w:rPr>
        <w:t xml:space="preserve">Рабочая группа по перевозкам скоропортящихся </w:t>
      </w:r>
      <w:r w:rsidRPr="006739B5">
        <w:rPr>
          <w:b/>
        </w:rPr>
        <w:br/>
      </w:r>
      <w:r w:rsidRPr="006739B5">
        <w:rPr>
          <w:b/>
          <w:sz w:val="24"/>
          <w:szCs w:val="24"/>
        </w:rPr>
        <w:t>пищевых продуктов</w:t>
      </w:r>
    </w:p>
    <w:p w14:paraId="5C5A342F" w14:textId="77777777" w:rsidR="003265FA" w:rsidRPr="006739B5" w:rsidRDefault="003265FA" w:rsidP="003265FA">
      <w:pPr>
        <w:spacing w:before="120"/>
        <w:rPr>
          <w:b/>
        </w:rPr>
      </w:pPr>
      <w:r w:rsidRPr="006739B5">
        <w:rPr>
          <w:b/>
        </w:rPr>
        <w:t>Семьдесят седьмая сессия</w:t>
      </w:r>
    </w:p>
    <w:p w14:paraId="0B90C8FE" w14:textId="77777777" w:rsidR="003265FA" w:rsidRPr="006739B5" w:rsidRDefault="003265FA" w:rsidP="003265FA">
      <w:r w:rsidRPr="006739B5">
        <w:t>Женева, 26–29 октября 2021 года</w:t>
      </w:r>
    </w:p>
    <w:p w14:paraId="4C7B6A8D" w14:textId="77777777" w:rsidR="003265FA" w:rsidRPr="006739B5" w:rsidRDefault="003265FA" w:rsidP="003265FA">
      <w:r w:rsidRPr="006739B5">
        <w:t xml:space="preserve">Пункт </w:t>
      </w:r>
      <w:r w:rsidRPr="006739B5">
        <w:rPr>
          <w:bCs/>
        </w:rPr>
        <w:t xml:space="preserve">5 b) </w:t>
      </w:r>
      <w:r w:rsidRPr="006739B5">
        <w:rPr>
          <w:rFonts w:asciiTheme="majorBidi" w:hAnsiTheme="majorBidi" w:cstheme="majorBidi"/>
        </w:rPr>
        <w:t>предварительной повестки дня</w:t>
      </w:r>
    </w:p>
    <w:p w14:paraId="730B8507" w14:textId="35B3787E" w:rsidR="00E12C5F" w:rsidRDefault="003265FA" w:rsidP="003265FA">
      <w:r w:rsidRPr="006739B5">
        <w:rPr>
          <w:b/>
          <w:bCs/>
        </w:rPr>
        <w:t>Предложения по поправкам к СПС:</w:t>
      </w:r>
      <w:r w:rsidRPr="006739B5">
        <w:rPr>
          <w:b/>
        </w:rPr>
        <w:br/>
      </w:r>
      <w:r w:rsidRPr="006739B5">
        <w:rPr>
          <w:b/>
          <w:bCs/>
        </w:rPr>
        <w:t>новые предложения</w:t>
      </w:r>
    </w:p>
    <w:p w14:paraId="56C09B3E" w14:textId="77777777" w:rsidR="003265FA" w:rsidRPr="006739B5" w:rsidRDefault="003265FA" w:rsidP="003265FA">
      <w:pPr>
        <w:pStyle w:val="HChG"/>
      </w:pPr>
      <w:r w:rsidRPr="006739B5">
        <w:tab/>
      </w:r>
      <w:r w:rsidRPr="006739B5">
        <w:tab/>
        <w:t>Поправка к добавлению 4 к приложению 1</w:t>
      </w:r>
    </w:p>
    <w:p w14:paraId="36107B15" w14:textId="77777777" w:rsidR="003265FA" w:rsidRPr="006739B5" w:rsidRDefault="003265FA" w:rsidP="003265FA">
      <w:pPr>
        <w:pStyle w:val="H1G"/>
      </w:pPr>
      <w:r w:rsidRPr="006739B5">
        <w:tab/>
      </w:r>
      <w:r w:rsidRPr="006739B5">
        <w:tab/>
        <w:t>Представлено правительством Соединенного Королевства</w:t>
      </w:r>
    </w:p>
    <w:p w14:paraId="314E9B23" w14:textId="77777777" w:rsidR="003265FA" w:rsidRPr="006739B5" w:rsidRDefault="003265FA" w:rsidP="003265FA">
      <w:pPr>
        <w:pStyle w:val="HChG"/>
      </w:pPr>
      <w:r w:rsidRPr="006739B5">
        <w:tab/>
      </w:r>
      <w:r w:rsidRPr="006739B5">
        <w:tab/>
        <w:t>Введение</w:t>
      </w:r>
    </w:p>
    <w:p w14:paraId="2FA264A2" w14:textId="77777777" w:rsidR="003265FA" w:rsidRPr="006739B5" w:rsidRDefault="003265FA" w:rsidP="003265FA">
      <w:pPr>
        <w:pStyle w:val="SingleTxtG"/>
        <w:rPr>
          <w:shd w:val="clear" w:color="auto" w:fill="FFFFFF"/>
        </w:rPr>
      </w:pPr>
      <w:r w:rsidRPr="006739B5">
        <w:t>1.</w:t>
      </w:r>
      <w:r w:rsidRPr="006739B5">
        <w:tab/>
        <w:t xml:space="preserve">На семьдесят третьей сессии WP.11 было принято совместное </w:t>
      </w:r>
      <w:r w:rsidRPr="006739B5">
        <w:rPr>
          <w:shd w:val="clear" w:color="auto" w:fill="FFFFFF"/>
        </w:rPr>
        <w:t xml:space="preserve">предложение Франции и Германии </w:t>
      </w:r>
      <w:r w:rsidRPr="006739B5">
        <w:t xml:space="preserve">(ECE/TRANS/WP.11/2017/6 и INF.13). Это предложение </w:t>
      </w:r>
      <w:r w:rsidRPr="006739B5">
        <w:rPr>
          <w:shd w:val="clear" w:color="auto" w:fill="FFFFFF"/>
        </w:rPr>
        <w:t>касалось внесения поправок в добавления 2 и 4 к приложению 1.</w:t>
      </w:r>
    </w:p>
    <w:p w14:paraId="03FB694E" w14:textId="77777777" w:rsidR="003265FA" w:rsidRPr="006739B5" w:rsidRDefault="003265FA" w:rsidP="003265FA">
      <w:pPr>
        <w:pStyle w:val="SingleTxtG"/>
      </w:pPr>
      <w:r w:rsidRPr="006739B5">
        <w:t>2.</w:t>
      </w:r>
      <w:r w:rsidRPr="006739B5">
        <w:tab/>
        <w:t xml:space="preserve">Предъявляемое к </w:t>
      </w:r>
      <w:r w:rsidRPr="006739B5">
        <w:rPr>
          <w:shd w:val="clear" w:color="auto" w:fill="FFFFFF"/>
        </w:rPr>
        <w:t xml:space="preserve">многокамерным транспортным средствам с </w:t>
      </w:r>
      <w:proofErr w:type="spellStart"/>
      <w:r w:rsidRPr="006739B5">
        <w:rPr>
          <w:shd w:val="clear" w:color="auto" w:fill="FFFFFF"/>
        </w:rPr>
        <w:t>мультитемпературным</w:t>
      </w:r>
      <w:proofErr w:type="spellEnd"/>
      <w:r w:rsidRPr="006739B5">
        <w:rPr>
          <w:shd w:val="clear" w:color="auto" w:fill="FFFFFF"/>
        </w:rPr>
        <w:t xml:space="preserve"> режимом (MКMТ) требование, предусмотренное методиками по пунктам </w:t>
      </w:r>
      <w:r w:rsidRPr="006739B5">
        <w:t xml:space="preserve">7.2.2–7.2.4 </w:t>
      </w:r>
      <w:r w:rsidRPr="006739B5">
        <w:rPr>
          <w:shd w:val="clear" w:color="auto" w:fill="FFFFFF"/>
        </w:rPr>
        <w:t xml:space="preserve">добавления 2 к приложению 1, диктует необходимость функционирования каждого испарителя системы MКMТ при температуре </w:t>
      </w:r>
      <w:r w:rsidRPr="006739B5">
        <w:t xml:space="preserve">−20 ºС, </w:t>
      </w:r>
      <w:r w:rsidRPr="006739B5">
        <w:rPr>
          <w:shd w:val="clear" w:color="auto" w:fill="FFFFFF"/>
        </w:rPr>
        <w:t>поэтому все холодильные системы MКMТ относятся к классу С в соответствии с пунктом 3 приложения 1.</w:t>
      </w:r>
    </w:p>
    <w:p w14:paraId="5F038FA1" w14:textId="77777777" w:rsidR="003265FA" w:rsidRPr="006739B5" w:rsidRDefault="003265FA" w:rsidP="003265FA">
      <w:pPr>
        <w:pStyle w:val="SingleTxtG"/>
      </w:pPr>
      <w:r w:rsidRPr="006739B5">
        <w:t>3.</w:t>
      </w:r>
      <w:r w:rsidRPr="006739B5">
        <w:tab/>
        <w:t xml:space="preserve">Соединенное Королевство предлагает внести поправку в </w:t>
      </w:r>
      <w:r w:rsidRPr="006739B5">
        <w:rPr>
          <w:shd w:val="clear" w:color="auto" w:fill="FFFFFF"/>
        </w:rPr>
        <w:t xml:space="preserve">добавление 4 к приложению 1, касающуюся маркировочных этикеток для </w:t>
      </w:r>
      <w:r w:rsidRPr="006739B5">
        <w:t>многокамерных транспортных средств.</w:t>
      </w:r>
    </w:p>
    <w:p w14:paraId="26A9F978" w14:textId="77777777" w:rsidR="003265FA" w:rsidRPr="006739B5" w:rsidRDefault="003265FA" w:rsidP="003265FA">
      <w:pPr>
        <w:pStyle w:val="SingleTxtG"/>
      </w:pPr>
      <w:r w:rsidRPr="006739B5">
        <w:t>4.</w:t>
      </w:r>
      <w:r w:rsidRPr="006739B5">
        <w:tab/>
        <w:t xml:space="preserve">Все камеры должны иметь категорию FRC или BRC, поскольку необходимо обеспечить надежную изоляцию кузова транспортного средства, что соответствует обозначению R, а все установки должны относиться к классу С в порядке </w:t>
      </w:r>
      <w:proofErr w:type="gramStart"/>
      <w:r w:rsidRPr="006739B5">
        <w:t>выполнения</w:t>
      </w:r>
      <w:proofErr w:type="gramEnd"/>
      <w:r w:rsidRPr="006739B5">
        <w:t xml:space="preserve"> предъявляемого по пунктам 7.2.2–7.2.4 требования относительно испытания в </w:t>
      </w:r>
      <w:proofErr w:type="spellStart"/>
      <w:r w:rsidRPr="006739B5">
        <w:t>мультитемпературном</w:t>
      </w:r>
      <w:proofErr w:type="spellEnd"/>
      <w:r w:rsidRPr="006739B5">
        <w:t xml:space="preserve"> режиме.</w:t>
      </w:r>
    </w:p>
    <w:p w14:paraId="61D42C3C" w14:textId="77777777" w:rsidR="003265FA" w:rsidRPr="006739B5" w:rsidRDefault="003265FA" w:rsidP="003265FA">
      <w:pPr>
        <w:pStyle w:val="HChG"/>
      </w:pPr>
      <w:r w:rsidRPr="006739B5">
        <w:tab/>
        <w:t>I.</w:t>
      </w:r>
      <w:r w:rsidRPr="006739B5">
        <w:tab/>
      </w:r>
      <w:r w:rsidRPr="006739B5">
        <w:rPr>
          <w:lang w:eastAsia="en-US"/>
        </w:rPr>
        <w:t>Предлагаемая поправка</w:t>
      </w:r>
    </w:p>
    <w:p w14:paraId="23B1EA1E" w14:textId="77777777" w:rsidR="003265FA" w:rsidRPr="006739B5" w:rsidRDefault="003265FA" w:rsidP="003265FA">
      <w:pPr>
        <w:pStyle w:val="SingleTxtG"/>
      </w:pPr>
      <w:r w:rsidRPr="006739B5">
        <w:t>5.</w:t>
      </w:r>
      <w:r w:rsidRPr="006739B5">
        <w:tab/>
      </w:r>
      <w:r w:rsidRPr="006739B5">
        <w:rPr>
          <w:shd w:val="clear" w:color="auto" w:fill="FFFFFF"/>
        </w:rPr>
        <w:t>Мы предлагаем изменить текст следующим образом</w:t>
      </w:r>
      <w:r w:rsidRPr="006739B5">
        <w:t>:</w:t>
      </w:r>
    </w:p>
    <w:p w14:paraId="7B6F3F16" w14:textId="77777777" w:rsidR="003265FA" w:rsidRPr="006739B5" w:rsidRDefault="003265FA" w:rsidP="003265FA">
      <w:pPr>
        <w:pStyle w:val="SingleTxtG"/>
        <w:rPr>
          <w:b/>
        </w:rPr>
      </w:pPr>
      <w:r w:rsidRPr="006739B5">
        <w:rPr>
          <w:b/>
          <w:bCs/>
        </w:rPr>
        <w:t>Первоначальный текст</w:t>
      </w:r>
    </w:p>
    <w:p w14:paraId="75D4260D" w14:textId="77777777" w:rsidR="003265FA" w:rsidRPr="006739B5" w:rsidRDefault="003265FA" w:rsidP="003265FA">
      <w:pPr>
        <w:pStyle w:val="SingleTxtG"/>
      </w:pPr>
      <w:r w:rsidRPr="006739B5">
        <w:rPr>
          <w:lang w:eastAsia="en-GB"/>
        </w:rPr>
        <w:t>«</w:t>
      </w:r>
      <w:r w:rsidRPr="006739B5">
        <w:t>В случае многокамерного транспортного средства</w:t>
      </w:r>
      <w:r w:rsidRPr="006739B5">
        <w:rPr>
          <w:strike/>
        </w:rPr>
        <w:t xml:space="preserve">, разделенного на две камеры, его маркировка должна представлять собой опознавательные обозначения каждой камеры </w:t>
      </w:r>
      <w:r w:rsidRPr="006739B5">
        <w:rPr>
          <w:strike/>
        </w:rPr>
        <w:lastRenderedPageBreak/>
        <w:t>(например: FRC-FRA), начиная с камеры, расположенной в передней части транспортного средства или в его левой стороне.</w:t>
      </w:r>
    </w:p>
    <w:p w14:paraId="66C4B2B0" w14:textId="77777777" w:rsidR="003265FA" w:rsidRPr="006739B5" w:rsidRDefault="003265FA" w:rsidP="003265FA">
      <w:pPr>
        <w:pStyle w:val="SingleTxtG"/>
      </w:pPr>
      <w:r w:rsidRPr="006739B5">
        <w:rPr>
          <w:strike/>
        </w:rPr>
        <w:t>В случае других многокамерных транспортных средств</w:t>
      </w:r>
      <w:r w:rsidRPr="006739B5">
        <w:t xml:space="preserve"> опознавательное обозначение должно быть выбрано только для самого высокого класса СПС, т.</w:t>
      </w:r>
      <w:r w:rsidRPr="006739B5">
        <w:rPr>
          <w:lang w:val="en-US"/>
        </w:rPr>
        <w:t> </w:t>
      </w:r>
      <w:r w:rsidRPr="006739B5">
        <w:t>е. класса, который предусматривает самую большую разницу между внутренней и наружной температурами, и дополнено буквой М (например, FRC-M или BRC-M).</w:t>
      </w:r>
    </w:p>
    <w:p w14:paraId="2307EE6B" w14:textId="77777777" w:rsidR="003265FA" w:rsidRPr="006739B5" w:rsidRDefault="003265FA" w:rsidP="003265FA">
      <w:pPr>
        <w:pStyle w:val="SingleTxtG"/>
        <w:rPr>
          <w:lang w:eastAsia="en-GB"/>
        </w:rPr>
      </w:pPr>
      <w:r w:rsidRPr="006739B5">
        <w:t xml:space="preserve">Эта маркировка является обязательной для всех транспортных средств, произведенных с </w:t>
      </w:r>
      <w:r w:rsidRPr="006739B5">
        <w:rPr>
          <w:strike/>
        </w:rPr>
        <w:t>1</w:t>
      </w:r>
      <w:r w:rsidRPr="006739B5">
        <w:rPr>
          <w:strike/>
          <w:lang w:val="en-US"/>
        </w:rPr>
        <w:t> </w:t>
      </w:r>
      <w:r w:rsidRPr="006739B5">
        <w:rPr>
          <w:strike/>
        </w:rPr>
        <w:t>октября 2020 года</w:t>
      </w:r>
      <w:r w:rsidRPr="006739B5">
        <w:rPr>
          <w:lang w:eastAsia="en-GB"/>
        </w:rPr>
        <w:t>».</w:t>
      </w:r>
    </w:p>
    <w:p w14:paraId="0252489B" w14:textId="77777777" w:rsidR="003265FA" w:rsidRPr="006739B5" w:rsidRDefault="003265FA" w:rsidP="003265FA">
      <w:pPr>
        <w:pStyle w:val="SingleTxtG"/>
        <w:rPr>
          <w:b/>
        </w:rPr>
      </w:pPr>
      <w:r w:rsidRPr="006739B5">
        <w:rPr>
          <w:b/>
        </w:rPr>
        <w:t>Новый текст должен гласить</w:t>
      </w:r>
    </w:p>
    <w:p w14:paraId="29B80B99" w14:textId="77777777" w:rsidR="003265FA" w:rsidRPr="006739B5" w:rsidRDefault="003265FA" w:rsidP="003265FA">
      <w:pPr>
        <w:pStyle w:val="SingleTxtG"/>
      </w:pPr>
      <w:r w:rsidRPr="006739B5">
        <w:rPr>
          <w:lang w:eastAsia="en-GB"/>
        </w:rPr>
        <w:t>«</w:t>
      </w:r>
      <w:r w:rsidRPr="006739B5">
        <w:t>В случае многокамерного транспортного средства опознавательное обозначение должно быть выбрано только для самого высокого класса СПС, т.</w:t>
      </w:r>
      <w:r w:rsidRPr="006739B5">
        <w:rPr>
          <w:lang w:val="en-US"/>
        </w:rPr>
        <w:t> </w:t>
      </w:r>
      <w:r w:rsidRPr="006739B5">
        <w:t>е. класса, который предусматривает самую большую разницу между внутренней и наружной температурами, и дополнено буквой М (например, FRC-M или BRC-M).</w:t>
      </w:r>
    </w:p>
    <w:p w14:paraId="14A1A349" w14:textId="77777777" w:rsidR="003265FA" w:rsidRPr="006739B5" w:rsidRDefault="003265FA" w:rsidP="003265FA">
      <w:pPr>
        <w:pStyle w:val="SingleTxtG"/>
      </w:pPr>
      <w:r w:rsidRPr="006739B5">
        <w:t>Эта маркировка является обязательной для всех транспортных средств, произведенных с 1 октября 2023 года».</w:t>
      </w:r>
    </w:p>
    <w:p w14:paraId="1801E291" w14:textId="77777777" w:rsidR="003265FA" w:rsidRPr="006739B5" w:rsidRDefault="003265FA" w:rsidP="003265FA">
      <w:pPr>
        <w:pStyle w:val="HChG"/>
      </w:pPr>
      <w:r w:rsidRPr="006739B5">
        <w:tab/>
        <w:t>II.</w:t>
      </w:r>
      <w:r w:rsidRPr="006739B5">
        <w:tab/>
        <w:t>Последствия</w:t>
      </w:r>
    </w:p>
    <w:p w14:paraId="35B6F1B3" w14:textId="1B5D8D40" w:rsidR="003265FA" w:rsidRDefault="003265FA" w:rsidP="003265FA">
      <w:pPr>
        <w:pStyle w:val="SingleTxtG"/>
      </w:pPr>
      <w:r w:rsidRPr="006739B5">
        <w:t>6.</w:t>
      </w:r>
      <w:r w:rsidRPr="006739B5">
        <w:tab/>
      </w:r>
      <w:r w:rsidRPr="006739B5">
        <w:rPr>
          <w:shd w:val="clear" w:color="auto" w:fill="FFFFFF"/>
        </w:rPr>
        <w:t>Это упростит процесс изготовления маркировочных этикеток, снизит затраты, поскольку потребуется меньшее их количество, и сократит использование пластика.</w:t>
      </w:r>
    </w:p>
    <w:p w14:paraId="7A9588AA" w14:textId="046F50C3" w:rsidR="003265FA" w:rsidRPr="003265FA" w:rsidRDefault="003265FA" w:rsidP="003265F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265FA" w:rsidRPr="003265FA" w:rsidSect="003265F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FA2D9" w14:textId="77777777" w:rsidR="00124701" w:rsidRPr="00A312BC" w:rsidRDefault="00124701" w:rsidP="00A312BC"/>
  </w:endnote>
  <w:endnote w:type="continuationSeparator" w:id="0">
    <w:p w14:paraId="1999BF7C" w14:textId="77777777" w:rsidR="00124701" w:rsidRPr="00A312BC" w:rsidRDefault="0012470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95B97" w14:textId="59A5AB94" w:rsidR="003265FA" w:rsidRPr="003265FA" w:rsidRDefault="003265FA">
    <w:pPr>
      <w:pStyle w:val="a8"/>
    </w:pPr>
    <w:r w:rsidRPr="003265FA">
      <w:rPr>
        <w:b/>
        <w:sz w:val="18"/>
      </w:rPr>
      <w:fldChar w:fldCharType="begin"/>
    </w:r>
    <w:r w:rsidRPr="003265FA">
      <w:rPr>
        <w:b/>
        <w:sz w:val="18"/>
      </w:rPr>
      <w:instrText xml:space="preserve"> PAGE  \* MERGEFORMAT </w:instrText>
    </w:r>
    <w:r w:rsidRPr="003265FA">
      <w:rPr>
        <w:b/>
        <w:sz w:val="18"/>
      </w:rPr>
      <w:fldChar w:fldCharType="separate"/>
    </w:r>
    <w:r w:rsidRPr="003265FA">
      <w:rPr>
        <w:b/>
        <w:noProof/>
        <w:sz w:val="18"/>
      </w:rPr>
      <w:t>2</w:t>
    </w:r>
    <w:r w:rsidRPr="003265FA">
      <w:rPr>
        <w:b/>
        <w:sz w:val="18"/>
      </w:rPr>
      <w:fldChar w:fldCharType="end"/>
    </w:r>
    <w:r>
      <w:rPr>
        <w:b/>
        <w:sz w:val="18"/>
      </w:rPr>
      <w:tab/>
    </w:r>
    <w:r>
      <w:t>GE.21-10992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2F1A8B" w14:textId="3673A6FE" w:rsidR="003265FA" w:rsidRPr="003265FA" w:rsidRDefault="003265FA" w:rsidP="003265FA">
    <w:pPr>
      <w:pStyle w:val="a8"/>
      <w:tabs>
        <w:tab w:val="clear" w:pos="9639"/>
        <w:tab w:val="right" w:pos="9638"/>
      </w:tabs>
      <w:rPr>
        <w:b/>
        <w:sz w:val="18"/>
      </w:rPr>
    </w:pPr>
    <w:r>
      <w:t>GE.21-10992</w:t>
    </w:r>
    <w:r>
      <w:tab/>
    </w:r>
    <w:r w:rsidRPr="003265FA">
      <w:rPr>
        <w:b/>
        <w:sz w:val="18"/>
      </w:rPr>
      <w:fldChar w:fldCharType="begin"/>
    </w:r>
    <w:r w:rsidRPr="003265FA">
      <w:rPr>
        <w:b/>
        <w:sz w:val="18"/>
      </w:rPr>
      <w:instrText xml:space="preserve"> PAGE  \* MERGEFORMAT </w:instrText>
    </w:r>
    <w:r w:rsidRPr="003265FA">
      <w:rPr>
        <w:b/>
        <w:sz w:val="18"/>
      </w:rPr>
      <w:fldChar w:fldCharType="separate"/>
    </w:r>
    <w:r w:rsidRPr="003265FA">
      <w:rPr>
        <w:b/>
        <w:noProof/>
        <w:sz w:val="18"/>
      </w:rPr>
      <w:t>3</w:t>
    </w:r>
    <w:r w:rsidRPr="003265F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16D03" w14:textId="09A9EF23" w:rsidR="00042B72" w:rsidRPr="00BA37E5" w:rsidRDefault="003265FA" w:rsidP="003265FA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F0FB958" wp14:editId="39BCE15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10992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C133A4A" wp14:editId="7A810D9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37E5">
      <w:rPr>
        <w:lang w:val="en-US"/>
      </w:rPr>
      <w:t xml:space="preserve">  260821  270821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E88AF" w14:textId="77777777" w:rsidR="00124701" w:rsidRPr="001075E9" w:rsidRDefault="0012470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478459" w14:textId="77777777" w:rsidR="00124701" w:rsidRDefault="0012470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217C9" w14:textId="68FD6630" w:rsidR="003265FA" w:rsidRPr="003265FA" w:rsidRDefault="003265FA">
    <w:pPr>
      <w:pStyle w:val="a5"/>
    </w:pPr>
    <w:fldSimple w:instr=" TITLE  \* MERGEFORMAT ">
      <w:r w:rsidR="00D44AFB">
        <w:t>ECE/TRANS/WP.11/2021/20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6D58E" w14:textId="0ABFCDE3" w:rsidR="003265FA" w:rsidRPr="003265FA" w:rsidRDefault="003265FA" w:rsidP="003265FA">
    <w:pPr>
      <w:pStyle w:val="a5"/>
      <w:jc w:val="right"/>
    </w:pPr>
    <w:fldSimple w:instr=" TITLE  \* MERGEFORMAT ">
      <w:r w:rsidR="00D44AFB">
        <w:t>ECE/TRANS/WP.11/2021/20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70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4701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5FA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A37E5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0DB4"/>
    <w:rsid w:val="00CB151C"/>
    <w:rsid w:val="00CE5A1A"/>
    <w:rsid w:val="00CF55F6"/>
    <w:rsid w:val="00D33D63"/>
    <w:rsid w:val="00D44AFB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61CC63"/>
  <w15:docId w15:val="{242D9127-C650-4C83-AFE4-B082C826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3265FA"/>
    <w:rPr>
      <w:lang w:val="ru-RU" w:eastAsia="en-US"/>
    </w:rPr>
  </w:style>
  <w:style w:type="paragraph" w:customStyle="1" w:styleId="ParNoG">
    <w:name w:val="_ParNo_G"/>
    <w:basedOn w:val="SingleTxtG"/>
    <w:qFormat/>
    <w:rsid w:val="003265FA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3265F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11</TotalTime>
  <Pages>2</Pages>
  <Words>377</Words>
  <Characters>2607</Characters>
  <Application>Microsoft Office Word</Application>
  <DocSecurity>0</DocSecurity>
  <Lines>237</Lines>
  <Paragraphs>99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ECE/TRANS/WP.11/2021/20</vt:lpstr>
      <vt:lpstr>A/</vt:lpstr>
      <vt:lpstr>A/</vt:lpstr>
    </vt:vector>
  </TitlesOfParts>
  <Company>DCM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ECE/TRANS/WP.11/2021/20</dc:title>
  <dc:subject/>
  <dc:creator>Marina KOROTKOVA</dc:creator>
  <cp:keywords/>
  <cp:lastModifiedBy>Marina KOROTKOVA</cp:lastModifiedBy>
  <cp:revision>3</cp:revision>
  <cp:lastPrinted>2021-08-27T05:28:00Z</cp:lastPrinted>
  <dcterms:created xsi:type="dcterms:W3CDTF">2021-08-27T05:28:00Z</dcterms:created>
  <dcterms:modified xsi:type="dcterms:W3CDTF">2021-08-27T05:29:00Z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