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5A69D2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8C72EB8" w14:textId="77777777" w:rsidR="002D5AAC" w:rsidRDefault="002D5AAC" w:rsidP="00D730E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C57FC6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67A8755" w14:textId="7B037197" w:rsidR="002D5AAC" w:rsidRDefault="00D730EB" w:rsidP="00D730EB">
            <w:pPr>
              <w:jc w:val="right"/>
            </w:pPr>
            <w:r w:rsidRPr="00D730EB">
              <w:rPr>
                <w:sz w:val="40"/>
              </w:rPr>
              <w:t>ECE</w:t>
            </w:r>
            <w:r>
              <w:t>/TRANS/WP.11/2021/10</w:t>
            </w:r>
          </w:p>
        </w:tc>
      </w:tr>
      <w:tr w:rsidR="002D5AAC" w:rsidRPr="00EB4A9D" w14:paraId="671C0C6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3E7896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DC70532" wp14:editId="271EF77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48F230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47B1E7" w14:textId="77777777" w:rsidR="002D5AAC" w:rsidRDefault="00D730E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F91D4A0" w14:textId="77777777" w:rsidR="00D730EB" w:rsidRDefault="00D730EB" w:rsidP="00D730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17DCA2DA" w14:textId="77777777" w:rsidR="00D730EB" w:rsidRDefault="00D730EB" w:rsidP="00D730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23F07D4" w14:textId="357956C7" w:rsidR="00D730EB" w:rsidRPr="008D53B6" w:rsidRDefault="00D730EB" w:rsidP="00D730E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EB4A9D">
              <w:rPr>
                <w:lang w:val="en-US"/>
              </w:rPr>
              <w:t>French</w:t>
            </w:r>
          </w:p>
        </w:tc>
      </w:tr>
    </w:tbl>
    <w:p w14:paraId="3A14DB0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293642F" w14:textId="77777777" w:rsidR="002C7CB4" w:rsidRPr="008022F8" w:rsidRDefault="002C7CB4" w:rsidP="002C7CB4">
      <w:pPr>
        <w:spacing w:before="120"/>
        <w:rPr>
          <w:sz w:val="28"/>
          <w:szCs w:val="28"/>
        </w:rPr>
      </w:pPr>
      <w:r w:rsidRPr="008022F8">
        <w:rPr>
          <w:sz w:val="28"/>
          <w:szCs w:val="28"/>
        </w:rPr>
        <w:t>Комитет по внутреннему транспорту</w:t>
      </w:r>
    </w:p>
    <w:p w14:paraId="2B7743B4" w14:textId="75FA9FA6" w:rsidR="002C7CB4" w:rsidRPr="008022F8" w:rsidRDefault="002C7CB4" w:rsidP="002C7CB4">
      <w:pPr>
        <w:spacing w:before="120"/>
        <w:rPr>
          <w:b/>
          <w:sz w:val="24"/>
          <w:szCs w:val="24"/>
        </w:rPr>
      </w:pPr>
      <w:r w:rsidRPr="008022F8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="008022F8">
        <w:rPr>
          <w:b/>
          <w:bCs/>
          <w:sz w:val="24"/>
          <w:szCs w:val="24"/>
        </w:rPr>
        <w:br/>
      </w:r>
      <w:r w:rsidRPr="008022F8">
        <w:rPr>
          <w:b/>
          <w:bCs/>
          <w:sz w:val="24"/>
          <w:szCs w:val="24"/>
        </w:rPr>
        <w:t>пищевых продуктов</w:t>
      </w:r>
    </w:p>
    <w:p w14:paraId="196D280F" w14:textId="77777777" w:rsidR="002C7CB4" w:rsidRPr="008C6CED" w:rsidRDefault="002C7CB4" w:rsidP="002C7CB4">
      <w:pPr>
        <w:spacing w:before="120"/>
        <w:rPr>
          <w:b/>
          <w:bCs/>
        </w:rPr>
      </w:pPr>
      <w:r>
        <w:rPr>
          <w:b/>
          <w:bCs/>
        </w:rPr>
        <w:t>Семьдесят седьмая сессия</w:t>
      </w:r>
    </w:p>
    <w:p w14:paraId="0BA68EDC" w14:textId="77777777" w:rsidR="002C7CB4" w:rsidRPr="008C6CED" w:rsidRDefault="002C7CB4" w:rsidP="002C7CB4">
      <w:r>
        <w:t>Женева, 26–29 октября 2021 года</w:t>
      </w:r>
    </w:p>
    <w:p w14:paraId="0FC3455F" w14:textId="77777777" w:rsidR="002C7CB4" w:rsidRPr="008C6CED" w:rsidRDefault="002C7CB4" w:rsidP="002C7CB4">
      <w:pPr>
        <w:pStyle w:val="Standard"/>
        <w:overflowPunct w:val="0"/>
        <w:snapToGrid/>
        <w:rPr>
          <w:lang w:val="ru-RU"/>
        </w:rPr>
      </w:pPr>
      <w:r>
        <w:rPr>
          <w:lang w:val="ru-RU"/>
        </w:rPr>
        <w:t>Пункт 5 b) предварительной повестки дня</w:t>
      </w:r>
    </w:p>
    <w:p w14:paraId="514910DF" w14:textId="77777777" w:rsidR="002C7CB4" w:rsidRPr="008C6CED" w:rsidRDefault="002C7CB4" w:rsidP="002C7CB4">
      <w:pPr>
        <w:pStyle w:val="Standard"/>
        <w:overflowPunct w:val="0"/>
        <w:snapToGrid/>
        <w:spacing w:line="240" w:lineRule="auto"/>
        <w:rPr>
          <w:lang w:val="ru-RU"/>
        </w:rPr>
      </w:pPr>
      <w:r>
        <w:rPr>
          <w:b/>
          <w:bCs/>
          <w:lang w:val="ru-RU"/>
        </w:rPr>
        <w:t>Предложения по поправкам к СПС:</w:t>
      </w:r>
    </w:p>
    <w:p w14:paraId="7B192029" w14:textId="77777777" w:rsidR="002C7CB4" w:rsidRPr="008C6CED" w:rsidRDefault="002C7CB4" w:rsidP="002C7CB4">
      <w:pPr>
        <w:rPr>
          <w:b/>
          <w:bCs/>
        </w:rPr>
      </w:pPr>
      <w:r>
        <w:rPr>
          <w:b/>
          <w:bCs/>
        </w:rPr>
        <w:t>новые предложения</w:t>
      </w:r>
    </w:p>
    <w:p w14:paraId="0DF3CD58" w14:textId="77777777" w:rsidR="002C7CB4" w:rsidRPr="008C6CED" w:rsidRDefault="002C7CB4" w:rsidP="002C7CB4">
      <w:pPr>
        <w:pStyle w:val="HChG"/>
      </w:pPr>
      <w:r>
        <w:tab/>
      </w:r>
      <w:r>
        <w:tab/>
      </w:r>
      <w:r>
        <w:rPr>
          <w:bCs/>
        </w:rPr>
        <w:t>Возможность добровольного распространения сферы охвата двусторонних и многосторонних соглашений, заключенных в рамках Соглашения СПС, на продукты питания, которые могут стать непригодными для потребления человеком</w:t>
      </w:r>
    </w:p>
    <w:p w14:paraId="5D19539A" w14:textId="2ACBA53B" w:rsidR="002C7CB4" w:rsidRDefault="002C7CB4" w:rsidP="002C7CB4">
      <w:pPr>
        <w:pStyle w:val="H1G"/>
      </w:pPr>
      <w:r>
        <w:tab/>
      </w:r>
      <w:r>
        <w:tab/>
      </w:r>
      <w:r>
        <w:tab/>
        <w:t>Передано правительством 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8022F8" w:rsidRPr="008022F8" w14:paraId="3AC37DF1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7FAA13B8" w14:textId="77777777" w:rsidR="008022F8" w:rsidRPr="008022F8" w:rsidRDefault="008022F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8022F8">
              <w:rPr>
                <w:rFonts w:cs="Times New Roman"/>
              </w:rPr>
              <w:tab/>
            </w:r>
            <w:r w:rsidRPr="008022F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8022F8" w:rsidRPr="008022F8" w14:paraId="7BAE9E7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8C36961" w14:textId="3C45413E" w:rsidR="008022F8" w:rsidRPr="008022F8" w:rsidRDefault="008022F8" w:rsidP="008A7A41">
            <w:pPr>
              <w:pStyle w:val="SingleTxtG"/>
              <w:tabs>
                <w:tab w:val="clear" w:pos="2268"/>
                <w:tab w:val="clear" w:pos="2835"/>
                <w:tab w:val="left" w:pos="3016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3016" w:hanging="2619"/>
            </w:pPr>
            <w:r w:rsidRPr="00A92A2E">
              <w:rPr>
                <w:b/>
                <w:lang w:eastAsia="zh-CN"/>
              </w:rPr>
              <w:t>Существо предложения:</w:t>
            </w:r>
            <w:r w:rsidRPr="00A92A2E">
              <w:rPr>
                <w:b/>
                <w:lang w:eastAsia="zh-CN"/>
              </w:rPr>
              <w:tab/>
            </w:r>
            <w:r w:rsidRPr="00A92A2E">
              <w:rPr>
                <w:bCs/>
                <w:lang w:eastAsia="zh-CN"/>
              </w:rPr>
              <w:t>Соглашение СПС строго ограничивает пищевые продукты, к</w:t>
            </w:r>
            <w:r w:rsidR="00A92A2E">
              <w:rPr>
                <w:bCs/>
                <w:lang w:val="en-US" w:eastAsia="zh-CN"/>
              </w:rPr>
              <w:t> </w:t>
            </w:r>
            <w:r w:rsidRPr="00A92A2E">
              <w:rPr>
                <w:bCs/>
                <w:lang w:eastAsia="zh-CN"/>
              </w:rPr>
              <w:t xml:space="preserve">которым могут применяться оговоренные в нем требования. </w:t>
            </w:r>
            <w:r w:rsidRPr="00A92A2E">
              <w:rPr>
                <w:bCs/>
                <w:lang w:val="fr-CH" w:eastAsia="zh-CN"/>
              </w:rPr>
              <w:t>Настоящее предложение позволяет Сторонам распространить этот перечень — в соответствии с двусторонними или многосторонними добровольными соглашениями — на другие пищевые продукты, которые могут стать опасными.</w:t>
            </w:r>
          </w:p>
        </w:tc>
      </w:tr>
      <w:tr w:rsidR="008022F8" w:rsidRPr="008022F8" w14:paraId="70F46559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9C1F583" w14:textId="5C5B7BDD" w:rsidR="008022F8" w:rsidRPr="008022F8" w:rsidRDefault="008022F8" w:rsidP="00A92A2E">
            <w:pPr>
              <w:pStyle w:val="SingleTxtG"/>
              <w:tabs>
                <w:tab w:val="clear" w:pos="2268"/>
                <w:tab w:val="clear" w:pos="2835"/>
                <w:tab w:val="left" w:pos="3016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3130" w:hanging="2733"/>
            </w:pPr>
            <w:r w:rsidRPr="00A92A2E">
              <w:rPr>
                <w:b/>
                <w:lang w:eastAsia="zh-CN"/>
              </w:rPr>
              <w:t>Предлагаемое</w:t>
            </w:r>
            <w:r w:rsidRPr="008C6CED">
              <w:rPr>
                <w:b/>
                <w:bCs/>
              </w:rPr>
              <w:t xml:space="preserve"> решение:</w:t>
            </w:r>
            <w:r>
              <w:tab/>
            </w:r>
            <w:r w:rsidRPr="008022F8">
              <w:t>внесение п</w:t>
            </w:r>
            <w:r>
              <w:t>оправок в приложение III к Соглашению СПС.</w:t>
            </w:r>
          </w:p>
        </w:tc>
      </w:tr>
      <w:tr w:rsidR="008022F8" w:rsidRPr="008022F8" w14:paraId="29BB2D61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1CEE885" w14:textId="5A954DE1" w:rsidR="008022F8" w:rsidRPr="008022F8" w:rsidRDefault="008022F8" w:rsidP="00A92A2E">
            <w:pPr>
              <w:pStyle w:val="SingleTxtG"/>
              <w:tabs>
                <w:tab w:val="clear" w:pos="2268"/>
                <w:tab w:val="clear" w:pos="2835"/>
                <w:tab w:val="left" w:pos="3016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3130" w:hanging="2733"/>
            </w:pPr>
            <w:r w:rsidRPr="00A92A2E">
              <w:rPr>
                <w:b/>
                <w:lang w:eastAsia="zh-CN"/>
              </w:rPr>
              <w:t>Справочные</w:t>
            </w:r>
            <w:r w:rsidRPr="008C6CED">
              <w:rPr>
                <w:b/>
                <w:bCs/>
              </w:rPr>
              <w:t xml:space="preserve"> документы:</w:t>
            </w:r>
            <w:r>
              <w:tab/>
            </w:r>
            <w:r w:rsidRPr="008022F8">
              <w:t>отсутствуют.</w:t>
            </w:r>
          </w:p>
        </w:tc>
      </w:tr>
      <w:tr w:rsidR="008022F8" w:rsidRPr="008022F8" w14:paraId="038395B5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7502B26A" w14:textId="77777777" w:rsidR="008022F8" w:rsidRPr="008022F8" w:rsidRDefault="008022F8" w:rsidP="00850215">
            <w:pPr>
              <w:rPr>
                <w:rFonts w:cs="Times New Roman"/>
              </w:rPr>
            </w:pPr>
          </w:p>
        </w:tc>
      </w:tr>
    </w:tbl>
    <w:p w14:paraId="3AA82013" w14:textId="49D6FF89" w:rsidR="002C7CB4" w:rsidRDefault="002C7CB4" w:rsidP="002C7CB4">
      <w:pPr>
        <w:pStyle w:val="HChG"/>
      </w:pP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5EE346FA" w14:textId="77777777" w:rsidR="002C7CB4" w:rsidRPr="008C6CED" w:rsidRDefault="002C7CB4" w:rsidP="002C7CB4">
      <w:pPr>
        <w:pStyle w:val="SingleTxtG"/>
      </w:pPr>
      <w:r>
        <w:t>1.</w:t>
      </w:r>
      <w:r>
        <w:tab/>
        <w:t>Статья 3 Соглашения определяет категории пищевых продуктов, к которым применяются требования, изложенные в приложении к данному Соглашению: речь идет о всех замороженных или глубокозамороженных пищевых продуктах, а также о пищевых продуктах, перечисленных в приложении 3 к Соглашению.</w:t>
      </w:r>
    </w:p>
    <w:p w14:paraId="5026C900" w14:textId="77777777" w:rsidR="002C7CB4" w:rsidRPr="008C6CED" w:rsidRDefault="002C7CB4" w:rsidP="002C7CB4">
      <w:pPr>
        <w:pStyle w:val="SingleTxtG"/>
      </w:pPr>
      <w:r>
        <w:t>2.</w:t>
      </w:r>
      <w:r>
        <w:tab/>
        <w:t xml:space="preserve">Статья 7 Соглашения позволяет Сторонам в рамках двусторонних или многосторонних соглашений договариваться о том, что положения, </w:t>
      </w:r>
      <w:r w:rsidRPr="00BC728B">
        <w:t xml:space="preserve">применяющиеся как к транспортным средствам, так и к температурам, при которых </w:t>
      </w:r>
      <w:r>
        <w:t xml:space="preserve">осуществляется </w:t>
      </w:r>
      <w:r>
        <w:lastRenderedPageBreak/>
        <w:t xml:space="preserve">перевозка, </w:t>
      </w:r>
      <w:r w:rsidRPr="00BC728B">
        <w:t xml:space="preserve">могут быть более строгими, </w:t>
      </w:r>
      <w:r>
        <w:t>нежели</w:t>
      </w:r>
      <w:r w:rsidRPr="00BC728B">
        <w:t xml:space="preserve"> предусмотренные в Соглашении</w:t>
      </w:r>
      <w:r>
        <w:t>. Вместе с тем данная статья не позволяет Сторонам распространять действие положений Соглашения на другие пищевые продукты, кроме тех, которые определены в приложении 3.</w:t>
      </w:r>
    </w:p>
    <w:p w14:paraId="7AF9D937" w14:textId="77777777" w:rsidR="002C7CB4" w:rsidRPr="008C6CED" w:rsidRDefault="002C7CB4" w:rsidP="002C7CB4">
      <w:pPr>
        <w:pStyle w:val="SingleTxtG"/>
      </w:pPr>
      <w:r>
        <w:t>3.</w:t>
      </w:r>
      <w:r>
        <w:tab/>
        <w:t>В рамках стратегии борьбы с потерями пищевых продуктов Стороны, возможно, пожелают усилить правила, применимые к пищевым продуктам, не перечисленным в приложении 3, в целях повышения их сохранности в ходе международных перевозок.</w:t>
      </w:r>
    </w:p>
    <w:p w14:paraId="5E0F197A" w14:textId="0C2B1197" w:rsidR="002C7CB4" w:rsidRPr="008C6CED" w:rsidRDefault="002C7CB4" w:rsidP="002C7CB4">
      <w:pPr>
        <w:pStyle w:val="SingleTxtG"/>
      </w:pPr>
      <w:r>
        <w:t>4.</w:t>
      </w:r>
      <w:r>
        <w:tab/>
        <w:t xml:space="preserve">Предлагаемая поправка направлена на изменение формулировки приложения 3 в порядке предоставления Сторонам возможности распространить на добровольной основе </w:t>
      </w:r>
      <w:r w:rsidR="00F704AB" w:rsidRPr="00F704AB">
        <w:t>—</w:t>
      </w:r>
      <w:r>
        <w:t xml:space="preserve"> в рамках соответствующих двусторонних или многосторонних соглашений</w:t>
      </w:r>
      <w:r w:rsidR="00F704AB">
        <w:rPr>
          <w:lang w:val="en-US"/>
        </w:rPr>
        <w:t> </w:t>
      </w:r>
      <w:r w:rsidR="00F704AB" w:rsidRPr="00F704AB">
        <w:t>—</w:t>
      </w:r>
      <w:r w:rsidR="00F704AB">
        <w:rPr>
          <w:lang w:val="en-US"/>
        </w:rPr>
        <w:t> </w:t>
      </w:r>
      <w:r>
        <w:t>действие положений Соглашения на другие пищевые продукты, которые могут стать опасными, если условия их перевозки контролируются недостаточно строго.</w:t>
      </w:r>
    </w:p>
    <w:p w14:paraId="045138F6" w14:textId="77777777" w:rsidR="002C7CB4" w:rsidRPr="008C6CED" w:rsidRDefault="002C7CB4" w:rsidP="002C7CB4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3B02EE77" w14:textId="77777777" w:rsidR="002C7CB4" w:rsidRPr="008C6CED" w:rsidRDefault="002C7CB4" w:rsidP="002C7CB4">
      <w:pPr>
        <w:pStyle w:val="SingleTxtG"/>
      </w:pPr>
      <w:r>
        <w:t>5.</w:t>
      </w:r>
      <w:r>
        <w:tab/>
        <w:t>В приложении 3 между пунктом 4 и таблицей в конце этого приложения вставить следующий пункт:</w:t>
      </w:r>
    </w:p>
    <w:p w14:paraId="7A830E70" w14:textId="54F6E76D" w:rsidR="002C7CB4" w:rsidRPr="00F704AB" w:rsidRDefault="002C7CB4" w:rsidP="002C7CB4">
      <w:pPr>
        <w:pStyle w:val="SingleTxtG"/>
      </w:pPr>
      <w:r>
        <w:t>«5.</w:t>
      </w:r>
      <w:r>
        <w:tab/>
        <w:t>Пищевые продукты, в отношении которых Соглашение применимо в полной мере ко всем Сторонам</w:t>
      </w:r>
    </w:p>
    <w:p w14:paraId="10CDDC45" w14:textId="77777777" w:rsidR="002C7CB4" w:rsidRPr="008C6CED" w:rsidRDefault="002C7CB4" w:rsidP="002C7CB4">
      <w:pPr>
        <w:pStyle w:val="SingleTxtG"/>
      </w:pPr>
      <w:r>
        <w:t>Нижеследующие пищевые продукты могут стать опасными для здоровья, если условия их перевозки не контролируются надлежащим образом; поэтому применение настоящего Соглашения к данным продуктам носит обязательный характер:»</w:t>
      </w:r>
    </w:p>
    <w:p w14:paraId="44880707" w14:textId="77777777" w:rsidR="002C7CB4" w:rsidRPr="008C6CED" w:rsidRDefault="002C7CB4" w:rsidP="002C7CB4">
      <w:pPr>
        <w:pStyle w:val="SingleTxtG"/>
      </w:pPr>
      <w:r>
        <w:t>6.</w:t>
      </w:r>
      <w:r>
        <w:tab/>
        <w:t>После таблицы, содержащейся в конце этого приложения в его нынешней редакции, вставить следующий пункт:</w:t>
      </w:r>
    </w:p>
    <w:p w14:paraId="318267B8" w14:textId="77777777" w:rsidR="002C7CB4" w:rsidRPr="008C6CED" w:rsidRDefault="002C7CB4" w:rsidP="002C7CB4">
      <w:pPr>
        <w:pStyle w:val="SingleTxtG"/>
      </w:pPr>
      <w:r>
        <w:t>«6.</w:t>
      </w:r>
      <w:r>
        <w:tab/>
        <w:t>Пищевые продукты, на которые добровольные двусторонние или многосторонние соглашения позволяют распространить сферу действия положений настоящего Соглашения</w:t>
      </w:r>
    </w:p>
    <w:p w14:paraId="72D1BEF4" w14:textId="77777777" w:rsidR="002C7CB4" w:rsidRPr="008C6CED" w:rsidRDefault="002C7CB4" w:rsidP="002C7CB4">
      <w:pPr>
        <w:pStyle w:val="SingleTxtG"/>
      </w:pPr>
      <w:r>
        <w:t>Все пищевые продукты, которые из-за загрязнения, будь то внешнего или иного, либо вследствие гниения, порчи или разложения могут стать непригодными для потребления человеком, если условия их перевозки контролируются недостаточно строго с учетом их целевого использования.</w:t>
      </w:r>
    </w:p>
    <w:p w14:paraId="739790EC" w14:textId="1F1923BB" w:rsidR="002C7CB4" w:rsidRPr="008C6CED" w:rsidRDefault="002C7CB4" w:rsidP="0098595D">
      <w:pPr>
        <w:pStyle w:val="SingleTxtG"/>
        <w:spacing w:after="0"/>
      </w:pPr>
      <w:r>
        <w:t xml:space="preserve">В надлежащих случаях такими двусторонними или многосторонними соглашениями определяются максимальные температуры перевозки для каждой категории соответствующих пищевых продуктов». </w:t>
      </w:r>
    </w:p>
    <w:p w14:paraId="189F985C" w14:textId="77777777" w:rsidR="002C7CB4" w:rsidRPr="008C6CED" w:rsidRDefault="002C7CB4" w:rsidP="0098595D">
      <w:pPr>
        <w:pStyle w:val="HChG"/>
        <w:spacing w:before="240"/>
      </w:pPr>
      <w:r>
        <w:tab/>
        <w:t>II.</w:t>
      </w:r>
      <w:r>
        <w:tab/>
      </w:r>
      <w:r>
        <w:rPr>
          <w:bCs/>
        </w:rPr>
        <w:t>Обоснование</w:t>
      </w:r>
    </w:p>
    <w:p w14:paraId="3DA4C72E" w14:textId="77777777" w:rsidR="002C7CB4" w:rsidRPr="008C6CED" w:rsidRDefault="002C7CB4" w:rsidP="002C7CB4">
      <w:pPr>
        <w:pStyle w:val="SingleTxtG"/>
      </w:pPr>
      <w:r>
        <w:t>7.</w:t>
      </w:r>
      <w:r>
        <w:tab/>
        <w:t>Настоящее предложение ориентировано на стимулирование борьбы с потерями тех пищевых продуктов, которые в настоящее время не перечислены в Соглашении.</w:t>
      </w:r>
    </w:p>
    <w:p w14:paraId="757A0DAB" w14:textId="77777777" w:rsidR="002C7CB4" w:rsidRPr="008C6CED" w:rsidRDefault="002C7CB4" w:rsidP="0098595D">
      <w:pPr>
        <w:pStyle w:val="SingleTxtG"/>
        <w:spacing w:after="0"/>
      </w:pPr>
      <w:r>
        <w:t>8.</w:t>
      </w:r>
      <w:r>
        <w:tab/>
        <w:t>Предлагаемая дихотомия согласуется с правилами, принятыми в Европейском союзе в отношении санитарных требований к безопасности пищевых продуктов (регламент EC/178/2002, статья 14).</w:t>
      </w:r>
    </w:p>
    <w:p w14:paraId="666B50C8" w14:textId="77777777" w:rsidR="002C7CB4" w:rsidRPr="008C6CED" w:rsidRDefault="002C7CB4" w:rsidP="0098595D">
      <w:pPr>
        <w:pStyle w:val="HChG"/>
        <w:spacing w:before="240"/>
      </w:pPr>
      <w:r>
        <w:tab/>
        <w:t>III.</w:t>
      </w:r>
      <w:r>
        <w:tab/>
      </w:r>
      <w:r>
        <w:rPr>
          <w:bCs/>
        </w:rPr>
        <w:t>Расходы</w:t>
      </w:r>
    </w:p>
    <w:p w14:paraId="3E06E5A5" w14:textId="77777777" w:rsidR="002C7CB4" w:rsidRPr="008C6CED" w:rsidRDefault="002C7CB4" w:rsidP="002C7CB4">
      <w:pPr>
        <w:pStyle w:val="SingleTxtG"/>
      </w:pPr>
      <w:r>
        <w:t>9.</w:t>
      </w:r>
      <w:r>
        <w:tab/>
        <w:t>Предлагаемая поправка, как таковая, не влечет за собой никаких конкретных расходов.</w:t>
      </w:r>
    </w:p>
    <w:p w14:paraId="29A4AE61" w14:textId="77777777" w:rsidR="002C7CB4" w:rsidRPr="008C6CED" w:rsidRDefault="002C7CB4" w:rsidP="002C7CB4">
      <w:pPr>
        <w:pStyle w:val="SingleTxtG"/>
      </w:pPr>
      <w:r>
        <w:t>10.</w:t>
      </w:r>
      <w:r>
        <w:tab/>
        <w:t>К дополнительным расходам для соответствующих Сторон могут привести только будущие двусторонние или многосторонние соглашения, варьирующиеся в зависимости от тех пищевых продуктов, которые могут подпадать под их действие.</w:t>
      </w:r>
    </w:p>
    <w:p w14:paraId="3D8CD463" w14:textId="19F5536F" w:rsidR="00E12C5F" w:rsidRPr="008D53B6" w:rsidRDefault="002C7CB4" w:rsidP="0098595D">
      <w:pPr>
        <w:spacing w:line="192" w:lineRule="auto"/>
        <w:jc w:val="center"/>
      </w:pPr>
      <w:r w:rsidRPr="008C6CED">
        <w:rPr>
          <w:u w:val="single"/>
        </w:rPr>
        <w:tab/>
      </w:r>
      <w:r w:rsidRPr="008C6CED">
        <w:rPr>
          <w:u w:val="single"/>
        </w:rPr>
        <w:tab/>
      </w:r>
      <w:r w:rsidRPr="008C6CED">
        <w:rPr>
          <w:u w:val="single"/>
        </w:rPr>
        <w:tab/>
      </w:r>
    </w:p>
    <w:sectPr w:rsidR="00E12C5F" w:rsidRPr="008D53B6" w:rsidSect="00D730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7C5A5" w14:textId="77777777" w:rsidR="00761CBB" w:rsidRPr="00A312BC" w:rsidRDefault="00761CBB" w:rsidP="00A312BC"/>
  </w:endnote>
  <w:endnote w:type="continuationSeparator" w:id="0">
    <w:p w14:paraId="0A78AB86" w14:textId="77777777" w:rsidR="00761CBB" w:rsidRPr="00A312BC" w:rsidRDefault="00761CB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64027" w14:textId="090C78CC" w:rsidR="00D730EB" w:rsidRPr="00D730EB" w:rsidRDefault="00D730EB">
    <w:pPr>
      <w:pStyle w:val="a8"/>
    </w:pPr>
    <w:r w:rsidRPr="00D730EB">
      <w:rPr>
        <w:b/>
        <w:sz w:val="18"/>
      </w:rPr>
      <w:fldChar w:fldCharType="begin"/>
    </w:r>
    <w:r w:rsidRPr="00D730EB">
      <w:rPr>
        <w:b/>
        <w:sz w:val="18"/>
      </w:rPr>
      <w:instrText xml:space="preserve"> PAGE  \* MERGEFORMAT </w:instrText>
    </w:r>
    <w:r w:rsidRPr="00D730EB">
      <w:rPr>
        <w:b/>
        <w:sz w:val="18"/>
      </w:rPr>
      <w:fldChar w:fldCharType="separate"/>
    </w:r>
    <w:r w:rsidRPr="00D730EB">
      <w:rPr>
        <w:b/>
        <w:noProof/>
        <w:sz w:val="18"/>
      </w:rPr>
      <w:t>2</w:t>
    </w:r>
    <w:r w:rsidRPr="00D730EB">
      <w:rPr>
        <w:b/>
        <w:sz w:val="18"/>
      </w:rPr>
      <w:fldChar w:fldCharType="end"/>
    </w:r>
    <w:r>
      <w:rPr>
        <w:b/>
        <w:sz w:val="18"/>
      </w:rPr>
      <w:tab/>
    </w:r>
    <w:r>
      <w:t>GE.21-10963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F4A73" w14:textId="669E3627" w:rsidR="00D730EB" w:rsidRPr="00D730EB" w:rsidRDefault="00D730EB" w:rsidP="00D730EB">
    <w:pPr>
      <w:pStyle w:val="a8"/>
      <w:tabs>
        <w:tab w:val="clear" w:pos="9639"/>
        <w:tab w:val="right" w:pos="9638"/>
      </w:tabs>
      <w:rPr>
        <w:b/>
        <w:sz w:val="18"/>
      </w:rPr>
    </w:pPr>
    <w:r>
      <w:t>GE.21-10963</w:t>
    </w:r>
    <w:r>
      <w:tab/>
    </w:r>
    <w:r w:rsidRPr="00D730EB">
      <w:rPr>
        <w:b/>
        <w:sz w:val="18"/>
      </w:rPr>
      <w:fldChar w:fldCharType="begin"/>
    </w:r>
    <w:r w:rsidRPr="00D730EB">
      <w:rPr>
        <w:b/>
        <w:sz w:val="18"/>
      </w:rPr>
      <w:instrText xml:space="preserve"> PAGE  \* MERGEFORMAT </w:instrText>
    </w:r>
    <w:r w:rsidRPr="00D730EB">
      <w:rPr>
        <w:b/>
        <w:sz w:val="18"/>
      </w:rPr>
      <w:fldChar w:fldCharType="separate"/>
    </w:r>
    <w:r w:rsidRPr="00D730EB">
      <w:rPr>
        <w:b/>
        <w:noProof/>
        <w:sz w:val="18"/>
      </w:rPr>
      <w:t>3</w:t>
    </w:r>
    <w:r w:rsidRPr="00D730E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83ED3" w14:textId="0199E3E8" w:rsidR="00042B72" w:rsidRPr="00D730EB" w:rsidRDefault="00D730EB" w:rsidP="00D730EB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F529006" wp14:editId="689AA90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21-10963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9E13ED5" wp14:editId="0908906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310821  310821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8D284" w14:textId="77777777" w:rsidR="00761CBB" w:rsidRPr="001075E9" w:rsidRDefault="00761CB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599BA97" w14:textId="77777777" w:rsidR="00761CBB" w:rsidRDefault="00761CB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ADEE1" w14:textId="13D87241" w:rsidR="00D730EB" w:rsidRPr="00D730EB" w:rsidRDefault="00D730EB">
    <w:pPr>
      <w:pStyle w:val="a5"/>
    </w:pPr>
    <w:fldSimple w:instr=" TITLE  \* MERGEFORMAT ">
      <w:r w:rsidR="00AF1199">
        <w:t>ECE/TRANS/WP.11/2021/10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4A0C0" w14:textId="369FECF3" w:rsidR="00D730EB" w:rsidRPr="00D730EB" w:rsidRDefault="00D730EB" w:rsidP="00D730EB">
    <w:pPr>
      <w:pStyle w:val="a5"/>
      <w:jc w:val="right"/>
    </w:pPr>
    <w:fldSimple w:instr=" TITLE  \* MERGEFORMAT ">
      <w:r w:rsidR="00AF1199">
        <w:t>ECE/TRANS/WP.11/2021/10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74A83" w14:textId="77777777" w:rsidR="00D730EB" w:rsidRDefault="00D730EB" w:rsidP="00D730E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CB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7CB4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1CBB"/>
    <w:rsid w:val="00792497"/>
    <w:rsid w:val="008022F8"/>
    <w:rsid w:val="00806737"/>
    <w:rsid w:val="00825F8D"/>
    <w:rsid w:val="00834B71"/>
    <w:rsid w:val="0086445C"/>
    <w:rsid w:val="00894693"/>
    <w:rsid w:val="008A08D7"/>
    <w:rsid w:val="008A37C8"/>
    <w:rsid w:val="008A7A41"/>
    <w:rsid w:val="008B6909"/>
    <w:rsid w:val="008D53B6"/>
    <w:rsid w:val="008F7609"/>
    <w:rsid w:val="00906890"/>
    <w:rsid w:val="00911BE4"/>
    <w:rsid w:val="00951972"/>
    <w:rsid w:val="00951CD8"/>
    <w:rsid w:val="009608F3"/>
    <w:rsid w:val="00963E49"/>
    <w:rsid w:val="0098595D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2A2E"/>
    <w:rsid w:val="00AB4B51"/>
    <w:rsid w:val="00AF1199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2350"/>
    <w:rsid w:val="00D33D63"/>
    <w:rsid w:val="00D5253A"/>
    <w:rsid w:val="00D730EB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B4A9D"/>
    <w:rsid w:val="00ED0BDA"/>
    <w:rsid w:val="00EE142A"/>
    <w:rsid w:val="00EF1360"/>
    <w:rsid w:val="00EF3220"/>
    <w:rsid w:val="00F2523A"/>
    <w:rsid w:val="00F43903"/>
    <w:rsid w:val="00F704AB"/>
    <w:rsid w:val="00F94155"/>
    <w:rsid w:val="00F9783F"/>
    <w:rsid w:val="00FA2AB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F1FFBBB"/>
  <w15:docId w15:val="{716964D2-4302-45A0-82A6-F5620460A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2C7CB4"/>
    <w:rPr>
      <w:lang w:val="ru-RU" w:eastAsia="en-US"/>
    </w:rPr>
  </w:style>
  <w:style w:type="character" w:customStyle="1" w:styleId="HChGChar">
    <w:name w:val="_ H _Ch_G Char"/>
    <w:link w:val="HChG"/>
    <w:rsid w:val="002C7CB4"/>
    <w:rPr>
      <w:b/>
      <w:sz w:val="28"/>
      <w:lang w:val="ru-RU" w:eastAsia="ru-RU"/>
    </w:rPr>
  </w:style>
  <w:style w:type="character" w:customStyle="1" w:styleId="Policepardfaut">
    <w:name w:val="Police par défaut"/>
    <w:rsid w:val="002C7CB4"/>
  </w:style>
  <w:style w:type="paragraph" w:customStyle="1" w:styleId="Standard">
    <w:name w:val="Standard"/>
    <w:rsid w:val="002C7CB4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536</Words>
  <Characters>3824</Characters>
  <Application>Microsoft Office Word</Application>
  <DocSecurity>0</DocSecurity>
  <Lines>347</Lines>
  <Paragraphs>145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ECE/TRANS/WP.11/2021/10</dc:title>
  <dc:subject/>
  <dc:creator>Olga OVTCHINNIKOVA</dc:creator>
  <cp:keywords/>
  <cp:lastModifiedBy>Olga Ovchinnikova</cp:lastModifiedBy>
  <cp:revision>3</cp:revision>
  <cp:lastPrinted>2021-08-31T11:36:00Z</cp:lastPrinted>
  <dcterms:created xsi:type="dcterms:W3CDTF">2021-08-31T11:36:00Z</dcterms:created>
  <dcterms:modified xsi:type="dcterms:W3CDTF">2021-08-31T11:37:00Z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