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2D4C54" w14:textId="77777777" w:rsidR="00C80D4F" w:rsidRPr="00E05563" w:rsidRDefault="00C80D4F" w:rsidP="00C00765">
      <w:pPr>
        <w:spacing w:before="120"/>
        <w:ind w:right="567"/>
        <w:rPr>
          <w:b/>
          <w:bCs/>
          <w:sz w:val="28"/>
          <w:szCs w:val="28"/>
        </w:rPr>
      </w:pPr>
      <w:r w:rsidRPr="00E05563">
        <w:rPr>
          <w:b/>
          <w:bCs/>
          <w:sz w:val="28"/>
          <w:szCs w:val="28"/>
        </w:rPr>
        <w:t>Economic Commission for Europe</w:t>
      </w:r>
    </w:p>
    <w:p w14:paraId="67D61B43" w14:textId="77777777" w:rsidR="00C80D4F" w:rsidRPr="00E05563" w:rsidRDefault="00C80D4F" w:rsidP="00C00765">
      <w:pPr>
        <w:spacing w:before="120"/>
        <w:ind w:right="567"/>
        <w:rPr>
          <w:sz w:val="28"/>
          <w:szCs w:val="28"/>
        </w:rPr>
      </w:pPr>
      <w:r w:rsidRPr="00E05563">
        <w:rPr>
          <w:sz w:val="28"/>
          <w:szCs w:val="28"/>
        </w:rPr>
        <w:t xml:space="preserve">Meeting of the Parties to the Convention on </w:t>
      </w:r>
      <w:r w:rsidRPr="00E05563">
        <w:rPr>
          <w:sz w:val="28"/>
          <w:szCs w:val="28"/>
        </w:rPr>
        <w:br/>
        <w:t xml:space="preserve">Access to Information, Public Participation </w:t>
      </w:r>
      <w:r w:rsidRPr="00E05563">
        <w:rPr>
          <w:sz w:val="28"/>
          <w:szCs w:val="28"/>
        </w:rPr>
        <w:br/>
        <w:t xml:space="preserve">in Decision-making and Access to Justice </w:t>
      </w:r>
      <w:r w:rsidRPr="00E05563">
        <w:rPr>
          <w:sz w:val="28"/>
          <w:szCs w:val="28"/>
        </w:rPr>
        <w:br/>
        <w:t>in Environmental Matters</w:t>
      </w:r>
    </w:p>
    <w:p w14:paraId="1BE0D6FF" w14:textId="77777777" w:rsidR="00C80D4F" w:rsidRPr="00E05563" w:rsidRDefault="00C80D4F" w:rsidP="00C00765">
      <w:pPr>
        <w:spacing w:before="120"/>
        <w:ind w:right="567"/>
        <w:rPr>
          <w:b/>
          <w:sz w:val="22"/>
          <w:szCs w:val="22"/>
        </w:rPr>
      </w:pPr>
      <w:r w:rsidRPr="00E05563">
        <w:rPr>
          <w:b/>
          <w:sz w:val="22"/>
          <w:szCs w:val="22"/>
        </w:rPr>
        <w:t>Working Group of the Parties</w:t>
      </w:r>
    </w:p>
    <w:p w14:paraId="1BA4BF91" w14:textId="6399F939" w:rsidR="0051095B" w:rsidRPr="00E05563" w:rsidRDefault="00FC7D6E" w:rsidP="00C00765">
      <w:pPr>
        <w:spacing w:before="120"/>
        <w:ind w:right="567"/>
        <w:rPr>
          <w:b/>
          <w:sz w:val="22"/>
          <w:szCs w:val="22"/>
        </w:rPr>
      </w:pPr>
      <w:r w:rsidRPr="00E05563">
        <w:rPr>
          <w:b/>
          <w:sz w:val="22"/>
          <w:szCs w:val="22"/>
        </w:rPr>
        <w:t>Twent</w:t>
      </w:r>
      <w:r w:rsidR="005169A9" w:rsidRPr="00E05563">
        <w:rPr>
          <w:b/>
          <w:sz w:val="22"/>
          <w:szCs w:val="22"/>
        </w:rPr>
        <w:t>y-</w:t>
      </w:r>
      <w:r w:rsidR="007D5717" w:rsidRPr="00E05563">
        <w:rPr>
          <w:b/>
          <w:sz w:val="22"/>
          <w:szCs w:val="22"/>
        </w:rPr>
        <w:t>fifth</w:t>
      </w:r>
      <w:r w:rsidR="0051095B" w:rsidRPr="00E05563">
        <w:rPr>
          <w:b/>
          <w:sz w:val="22"/>
          <w:szCs w:val="22"/>
        </w:rPr>
        <w:t xml:space="preserve"> meeting</w:t>
      </w:r>
    </w:p>
    <w:p w14:paraId="6CF46C6B" w14:textId="4EAD6C33" w:rsidR="00A0664C" w:rsidRPr="00E05563" w:rsidRDefault="00E56E18" w:rsidP="00C00765">
      <w:pPr>
        <w:ind w:right="567"/>
        <w:rPr>
          <w:sz w:val="22"/>
          <w:szCs w:val="22"/>
        </w:rPr>
      </w:pPr>
      <w:r w:rsidRPr="00E05563">
        <w:rPr>
          <w:sz w:val="22"/>
          <w:szCs w:val="22"/>
        </w:rPr>
        <w:t>Geneva</w:t>
      </w:r>
      <w:r w:rsidR="001F7C5B" w:rsidRPr="00E05563">
        <w:rPr>
          <w:sz w:val="22"/>
          <w:szCs w:val="22"/>
        </w:rPr>
        <w:t xml:space="preserve">, </w:t>
      </w:r>
      <w:r w:rsidR="007D5717" w:rsidRPr="00E05563">
        <w:rPr>
          <w:sz w:val="22"/>
          <w:szCs w:val="22"/>
        </w:rPr>
        <w:t>3 May and 7 and 8 June</w:t>
      </w:r>
      <w:r w:rsidR="00FC7D6E" w:rsidRPr="00E05563">
        <w:rPr>
          <w:sz w:val="22"/>
          <w:szCs w:val="22"/>
        </w:rPr>
        <w:t xml:space="preserve"> 20</w:t>
      </w:r>
      <w:r w:rsidR="00857B77" w:rsidRPr="00E05563">
        <w:rPr>
          <w:sz w:val="22"/>
          <w:szCs w:val="22"/>
        </w:rPr>
        <w:t>2</w:t>
      </w:r>
      <w:r w:rsidR="007D5717" w:rsidRPr="00E05563">
        <w:rPr>
          <w:sz w:val="22"/>
          <w:szCs w:val="22"/>
        </w:rPr>
        <w:t>1</w:t>
      </w:r>
    </w:p>
    <w:p w14:paraId="77F03BA1" w14:textId="5DB24158" w:rsidR="00C80D4F" w:rsidRPr="00E05563" w:rsidRDefault="00C80D4F" w:rsidP="00C00765">
      <w:pPr>
        <w:ind w:right="567"/>
        <w:rPr>
          <w:sz w:val="22"/>
          <w:szCs w:val="22"/>
        </w:rPr>
      </w:pPr>
      <w:r w:rsidRPr="00E05563">
        <w:rPr>
          <w:sz w:val="22"/>
          <w:szCs w:val="22"/>
        </w:rPr>
        <w:t xml:space="preserve">Item </w:t>
      </w:r>
      <w:r w:rsidR="00924BF2" w:rsidRPr="00E05563">
        <w:rPr>
          <w:sz w:val="22"/>
          <w:szCs w:val="22"/>
        </w:rPr>
        <w:t>16</w:t>
      </w:r>
      <w:r w:rsidRPr="00E05563">
        <w:rPr>
          <w:sz w:val="22"/>
          <w:szCs w:val="22"/>
        </w:rPr>
        <w:t xml:space="preserve"> of the provisional agenda</w:t>
      </w:r>
    </w:p>
    <w:p w14:paraId="562C8BF1" w14:textId="77777777" w:rsidR="00C80D4F" w:rsidRPr="00E05563" w:rsidRDefault="00C80D4F" w:rsidP="00C00765">
      <w:pPr>
        <w:ind w:right="567"/>
        <w:rPr>
          <w:b/>
          <w:sz w:val="22"/>
          <w:szCs w:val="22"/>
        </w:rPr>
      </w:pPr>
      <w:r w:rsidRPr="00E05563">
        <w:rPr>
          <w:b/>
          <w:sz w:val="22"/>
          <w:szCs w:val="22"/>
        </w:rPr>
        <w:t>Adoption of the outcomes</w:t>
      </w:r>
    </w:p>
    <w:p w14:paraId="06019185" w14:textId="77777777" w:rsidR="0051095B" w:rsidRPr="00DC2F79" w:rsidRDefault="0051095B" w:rsidP="00C00765">
      <w:pPr>
        <w:ind w:right="567"/>
        <w:jc w:val="both"/>
        <w:rPr>
          <w:b/>
        </w:rPr>
      </w:pPr>
      <w:r w:rsidRPr="00DC2F79">
        <w:rPr>
          <w:b/>
        </w:rPr>
        <w:t xml:space="preserve"> </w:t>
      </w:r>
    </w:p>
    <w:p w14:paraId="05383D30" w14:textId="77777777" w:rsidR="00743CCB" w:rsidRPr="00DC2F79" w:rsidRDefault="00743CCB" w:rsidP="00E05563">
      <w:pPr>
        <w:ind w:left="567" w:right="567"/>
        <w:jc w:val="both"/>
      </w:pPr>
    </w:p>
    <w:p w14:paraId="599011CF" w14:textId="5E414DE3" w:rsidR="006122F0" w:rsidRPr="001C7610" w:rsidRDefault="00C23723" w:rsidP="001C7610">
      <w:pPr>
        <w:ind w:left="567" w:right="283"/>
        <w:jc w:val="center"/>
        <w:rPr>
          <w:sz w:val="24"/>
          <w:szCs w:val="24"/>
        </w:rPr>
      </w:pPr>
      <w:r w:rsidRPr="00DE3E87">
        <w:rPr>
          <w:b/>
          <w:sz w:val="24"/>
          <w:szCs w:val="24"/>
        </w:rPr>
        <w:t xml:space="preserve">DRAFT </w:t>
      </w:r>
      <w:r w:rsidR="00F574A2" w:rsidRPr="00DE3E87">
        <w:rPr>
          <w:b/>
          <w:sz w:val="24"/>
          <w:szCs w:val="24"/>
        </w:rPr>
        <w:t>LIST</w:t>
      </w:r>
      <w:r w:rsidR="00F574A2" w:rsidRPr="00E05563">
        <w:rPr>
          <w:b/>
          <w:sz w:val="24"/>
          <w:szCs w:val="24"/>
        </w:rPr>
        <w:t xml:space="preserve"> OF </w:t>
      </w:r>
      <w:r w:rsidR="00765A24" w:rsidRPr="00E05563">
        <w:rPr>
          <w:b/>
          <w:sz w:val="24"/>
          <w:szCs w:val="24"/>
        </w:rPr>
        <w:t xml:space="preserve">DECISIONS AND </w:t>
      </w:r>
      <w:r w:rsidR="00791412" w:rsidRPr="00E05563">
        <w:rPr>
          <w:b/>
          <w:sz w:val="24"/>
          <w:szCs w:val="24"/>
        </w:rPr>
        <w:t xml:space="preserve">MAJOR </w:t>
      </w:r>
      <w:r w:rsidR="00F574A2" w:rsidRPr="00E05563">
        <w:rPr>
          <w:b/>
          <w:sz w:val="24"/>
          <w:szCs w:val="24"/>
        </w:rPr>
        <w:t>OUTCOMES</w:t>
      </w:r>
      <w:r w:rsidR="00C96508" w:rsidRPr="00E05563">
        <w:rPr>
          <w:rStyle w:val="FootnoteReference"/>
          <w:bCs/>
          <w:sz w:val="22"/>
          <w:szCs w:val="22"/>
        </w:rPr>
        <w:footnoteReference w:id="2"/>
      </w:r>
    </w:p>
    <w:p w14:paraId="2B6480E2" w14:textId="77777777" w:rsidR="00780D88" w:rsidRDefault="00780D88" w:rsidP="00780D88">
      <w:pPr>
        <w:pStyle w:val="H1G"/>
        <w:keepNext w:val="0"/>
        <w:keepLines w:val="0"/>
        <w:tabs>
          <w:tab w:val="clear" w:pos="851"/>
        </w:tabs>
        <w:suppressAutoHyphens w:val="0"/>
        <w:spacing w:before="0" w:after="0"/>
        <w:ind w:left="0" w:right="567" w:firstLine="0"/>
        <w:jc w:val="center"/>
        <w:rPr>
          <w:szCs w:val="24"/>
          <w:highlight w:val="yellow"/>
        </w:rPr>
      </w:pPr>
    </w:p>
    <w:p w14:paraId="36F3DCEE" w14:textId="1E276BA7" w:rsidR="00780D88" w:rsidRDefault="00780D88" w:rsidP="00780D88">
      <w:pPr>
        <w:pStyle w:val="H1G"/>
        <w:keepNext w:val="0"/>
        <w:keepLines w:val="0"/>
        <w:tabs>
          <w:tab w:val="clear" w:pos="851"/>
        </w:tabs>
        <w:suppressAutoHyphens w:val="0"/>
        <w:spacing w:before="0" w:after="0"/>
        <w:ind w:left="0" w:right="567" w:firstLine="0"/>
        <w:jc w:val="center"/>
        <w:rPr>
          <w:szCs w:val="24"/>
        </w:rPr>
      </w:pPr>
      <w:r w:rsidRPr="000056BB">
        <w:rPr>
          <w:szCs w:val="24"/>
          <w:highlight w:val="yellow"/>
        </w:rPr>
        <w:t>DAY II, Items 9 (k</w:t>
      </w:r>
      <w:r>
        <w:rPr>
          <w:szCs w:val="24"/>
          <w:highlight w:val="yellow"/>
        </w:rPr>
        <w:t xml:space="preserve">, </w:t>
      </w:r>
      <w:r w:rsidR="00F06DFC">
        <w:rPr>
          <w:szCs w:val="24"/>
          <w:highlight w:val="yellow"/>
        </w:rPr>
        <w:t>l</w:t>
      </w:r>
      <w:r w:rsidRPr="000056BB">
        <w:rPr>
          <w:szCs w:val="24"/>
          <w:highlight w:val="yellow"/>
        </w:rPr>
        <w:t>), 10, 11, 12 and 14.</w:t>
      </w:r>
      <w:r>
        <w:rPr>
          <w:szCs w:val="24"/>
        </w:rPr>
        <w:t xml:space="preserve"> </w:t>
      </w:r>
    </w:p>
    <w:p w14:paraId="125AE400" w14:textId="2B9C8503" w:rsidR="00583CEB" w:rsidRDefault="00583CEB" w:rsidP="00F16EB3">
      <w:pPr>
        <w:pStyle w:val="H1G"/>
        <w:keepNext w:val="0"/>
        <w:keepLines w:val="0"/>
        <w:tabs>
          <w:tab w:val="clear" w:pos="851"/>
        </w:tabs>
        <w:suppressAutoHyphens w:val="0"/>
        <w:ind w:left="0" w:right="567" w:firstLine="0"/>
        <w:jc w:val="center"/>
      </w:pPr>
      <w:r w:rsidRPr="006C6B5B">
        <w:rPr>
          <w:szCs w:val="24"/>
        </w:rPr>
        <w:t>Slot I</w:t>
      </w:r>
      <w:r w:rsidR="00916E7B">
        <w:rPr>
          <w:szCs w:val="24"/>
        </w:rPr>
        <w:t>I</w:t>
      </w:r>
      <w:r w:rsidRPr="006C6B5B">
        <w:rPr>
          <w:szCs w:val="24"/>
        </w:rPr>
        <w:t xml:space="preserve"> </w:t>
      </w:r>
      <w:r w:rsidR="00916E7B">
        <w:rPr>
          <w:szCs w:val="24"/>
        </w:rPr>
        <w:t>–</w:t>
      </w:r>
      <w:r w:rsidRPr="006C6B5B">
        <w:rPr>
          <w:szCs w:val="24"/>
        </w:rPr>
        <w:t xml:space="preserve"> </w:t>
      </w:r>
      <w:r w:rsidR="00916E7B">
        <w:rPr>
          <w:szCs w:val="24"/>
        </w:rPr>
        <w:t>7 and 8 June</w:t>
      </w:r>
      <w:r w:rsidRPr="006C6B5B">
        <w:rPr>
          <w:szCs w:val="24"/>
        </w:rPr>
        <w:t xml:space="preserve"> 2021 (</w:t>
      </w:r>
      <w:r w:rsidR="00916E7B">
        <w:rPr>
          <w:szCs w:val="24"/>
        </w:rPr>
        <w:t>hybrid</w:t>
      </w:r>
      <w:r w:rsidRPr="006C6B5B">
        <w:rPr>
          <w:szCs w:val="24"/>
        </w:rPr>
        <w:t>)</w:t>
      </w:r>
    </w:p>
    <w:p w14:paraId="16AA730A" w14:textId="2F6548C6" w:rsidR="00A92AFA" w:rsidRPr="00A92AFA" w:rsidRDefault="00904B25" w:rsidP="008B0484">
      <w:pPr>
        <w:pStyle w:val="H1G"/>
        <w:keepLines w:val="0"/>
        <w:tabs>
          <w:tab w:val="clear" w:pos="851"/>
        </w:tabs>
        <w:suppressAutoHyphens w:val="0"/>
        <w:ind w:right="567" w:hanging="567"/>
        <w:jc w:val="both"/>
      </w:pPr>
      <w:r>
        <w:t>9</w:t>
      </w:r>
      <w:r w:rsidR="00A92AFA" w:rsidRPr="00A92AFA">
        <w:t>.</w:t>
      </w:r>
      <w:r w:rsidR="00A92AFA" w:rsidRPr="00A92AFA">
        <w:tab/>
      </w:r>
      <w:r w:rsidR="00A92AFA">
        <w:tab/>
      </w:r>
      <w:r w:rsidRPr="00904B25">
        <w:t>Preparations for the seventh session of the Meeting of the Parties</w:t>
      </w:r>
    </w:p>
    <w:p w14:paraId="7926B620" w14:textId="3840928D" w:rsidR="00622A80" w:rsidRPr="00622A80" w:rsidRDefault="00C7590D" w:rsidP="00780D88">
      <w:pPr>
        <w:pStyle w:val="H23G"/>
        <w:ind w:right="0" w:hanging="283"/>
      </w:pPr>
      <w:r>
        <w:tab/>
      </w:r>
      <w:r w:rsidR="005236F2">
        <w:tab/>
      </w:r>
      <w:r w:rsidR="00622A80" w:rsidRPr="00622A80">
        <w:t>(k)</w:t>
      </w:r>
      <w:r w:rsidR="00622A80" w:rsidRPr="00622A80">
        <w:tab/>
        <w:t>Agenda of the seventh session of the Meeting of the Parties</w:t>
      </w:r>
    </w:p>
    <w:p w14:paraId="1072C587" w14:textId="77777777" w:rsidR="00622A80" w:rsidRPr="00D55050" w:rsidRDefault="00622A80" w:rsidP="00622A80">
      <w:pPr>
        <w:spacing w:before="240" w:after="240"/>
        <w:ind w:left="567" w:firstLine="567"/>
        <w:rPr>
          <w:bCs/>
          <w:szCs w:val="16"/>
        </w:rPr>
      </w:pPr>
      <w:r w:rsidRPr="00D55050">
        <w:rPr>
          <w:bCs/>
          <w:szCs w:val="16"/>
        </w:rPr>
        <w:t>The Working Group:</w:t>
      </w:r>
    </w:p>
    <w:p w14:paraId="1E108E6F" w14:textId="2CCE0F1F" w:rsidR="00622A80" w:rsidRDefault="00622A80" w:rsidP="00622A80">
      <w:pPr>
        <w:pStyle w:val="ListParagraph"/>
        <w:numPr>
          <w:ilvl w:val="0"/>
          <w:numId w:val="30"/>
        </w:numPr>
        <w:spacing w:before="240" w:after="240"/>
        <w:rPr>
          <w:bCs/>
          <w:szCs w:val="16"/>
        </w:rPr>
      </w:pPr>
      <w:r>
        <w:rPr>
          <w:bCs/>
          <w:szCs w:val="16"/>
        </w:rPr>
        <w:t>T</w:t>
      </w:r>
      <w:r w:rsidRPr="00D55050">
        <w:rPr>
          <w:bCs/>
          <w:szCs w:val="16"/>
        </w:rPr>
        <w:t xml:space="preserve">ook note of the information provided by the Chair </w:t>
      </w:r>
      <w:r w:rsidR="005F73AD" w:rsidRPr="00C7106A">
        <w:rPr>
          <w:iCs/>
        </w:rPr>
        <w:t xml:space="preserve">and </w:t>
      </w:r>
      <w:proofErr w:type="gramStart"/>
      <w:r w:rsidR="005F73AD" w:rsidRPr="005F73AD">
        <w:rPr>
          <w:iCs/>
        </w:rPr>
        <w:t>participants</w:t>
      </w:r>
      <w:r w:rsidR="002066EB">
        <w:t>;</w:t>
      </w:r>
      <w:proofErr w:type="gramEnd"/>
    </w:p>
    <w:p w14:paraId="2276D0EA" w14:textId="0E675254" w:rsidR="00622A80" w:rsidRPr="009D649D" w:rsidRDefault="00622A80" w:rsidP="00282867">
      <w:pPr>
        <w:pStyle w:val="ListParagraph"/>
        <w:numPr>
          <w:ilvl w:val="0"/>
          <w:numId w:val="30"/>
        </w:numPr>
        <w:spacing w:before="240" w:after="240"/>
        <w:rPr>
          <w:bCs/>
          <w:szCs w:val="16"/>
        </w:rPr>
      </w:pPr>
      <w:r w:rsidRPr="009D649D">
        <w:rPr>
          <w:bCs/>
          <w:szCs w:val="16"/>
        </w:rPr>
        <w:t xml:space="preserve">Approved </w:t>
      </w:r>
      <w:r w:rsidR="007817D0" w:rsidRPr="009D649D">
        <w:rPr>
          <w:bCs/>
          <w:szCs w:val="16"/>
        </w:rPr>
        <w:t>Draft agenda of the seventh session of the Meeting of the Parties (ECE/MP.PP/WG.1/2021/10</w:t>
      </w:r>
      <w:r w:rsidRPr="009D649D">
        <w:rPr>
          <w:bCs/>
          <w:szCs w:val="16"/>
        </w:rPr>
        <w:t>)</w:t>
      </w:r>
      <w:r w:rsidR="004F0B57">
        <w:rPr>
          <w:bCs/>
          <w:szCs w:val="16"/>
        </w:rPr>
        <w:t xml:space="preserve">, </w:t>
      </w:r>
      <w:r w:rsidR="002066EB">
        <w:rPr>
          <w:bCs/>
          <w:szCs w:val="16"/>
        </w:rPr>
        <w:t>a</w:t>
      </w:r>
      <w:r w:rsidR="009D649D" w:rsidRPr="009D649D">
        <w:rPr>
          <w:bCs/>
          <w:szCs w:val="16"/>
        </w:rPr>
        <w:t xml:space="preserve">nd </w:t>
      </w:r>
      <w:r w:rsidR="002066EB">
        <w:rPr>
          <w:bCs/>
          <w:szCs w:val="16"/>
        </w:rPr>
        <w:t>r</w:t>
      </w:r>
      <w:r w:rsidRPr="009D649D">
        <w:rPr>
          <w:bCs/>
          <w:szCs w:val="16"/>
        </w:rPr>
        <w:t xml:space="preserve">equested the </w:t>
      </w:r>
      <w:r w:rsidR="00D53BF9" w:rsidRPr="009D649D">
        <w:rPr>
          <w:bCs/>
          <w:szCs w:val="16"/>
        </w:rPr>
        <w:t>Bureau</w:t>
      </w:r>
      <w:r w:rsidRPr="009D649D">
        <w:rPr>
          <w:bCs/>
          <w:szCs w:val="16"/>
        </w:rPr>
        <w:t xml:space="preserve"> </w:t>
      </w:r>
      <w:r w:rsidR="000F3EA9" w:rsidRPr="009D649D">
        <w:rPr>
          <w:bCs/>
          <w:szCs w:val="16"/>
        </w:rPr>
        <w:t>to finalise the document and submit it to the Meeting of the Parties for consideration at its seventh session</w:t>
      </w:r>
      <w:r w:rsidRPr="009D649D">
        <w:rPr>
          <w:bCs/>
          <w:szCs w:val="16"/>
        </w:rPr>
        <w:t>.</w:t>
      </w:r>
    </w:p>
    <w:p w14:paraId="0EA8BA59" w14:textId="08221BF5" w:rsidR="00946AD7" w:rsidRPr="00946AD7" w:rsidRDefault="005236F2" w:rsidP="00946AD7">
      <w:pPr>
        <w:pStyle w:val="H23G"/>
        <w:ind w:right="0" w:hanging="283"/>
      </w:pPr>
      <w:r>
        <w:tab/>
      </w:r>
      <w:r w:rsidR="00946AD7" w:rsidRPr="00946AD7">
        <w:t>(l)</w:t>
      </w:r>
      <w:r w:rsidR="00946AD7" w:rsidRPr="00946AD7">
        <w:tab/>
        <w:t>Venue of the seventh session of the Meeting of the Parties</w:t>
      </w:r>
    </w:p>
    <w:p w14:paraId="5D2C7B17" w14:textId="3387805B" w:rsidR="00946AD7" w:rsidRPr="008F72FC" w:rsidRDefault="00946AD7" w:rsidP="0016722E">
      <w:pPr>
        <w:spacing w:before="240" w:after="240"/>
        <w:ind w:left="1134"/>
        <w:rPr>
          <w:bCs/>
          <w:szCs w:val="16"/>
        </w:rPr>
      </w:pPr>
      <w:r w:rsidRPr="00D55050">
        <w:rPr>
          <w:bCs/>
          <w:szCs w:val="16"/>
        </w:rPr>
        <w:t>The Working Group</w:t>
      </w:r>
      <w:r w:rsidR="0016722E">
        <w:rPr>
          <w:bCs/>
          <w:szCs w:val="16"/>
        </w:rPr>
        <w:t xml:space="preserve"> t</w:t>
      </w:r>
      <w:r w:rsidRPr="008F72FC">
        <w:rPr>
          <w:bCs/>
          <w:szCs w:val="16"/>
        </w:rPr>
        <w:t>ook note of the information provided by the Chair</w:t>
      </w:r>
      <w:r w:rsidR="004F0B57">
        <w:rPr>
          <w:iCs/>
        </w:rPr>
        <w:t>.</w:t>
      </w:r>
    </w:p>
    <w:p w14:paraId="4E7499C2" w14:textId="5C83EE84" w:rsidR="006B06D8" w:rsidRPr="00186A57" w:rsidRDefault="006B06D8" w:rsidP="00186A57">
      <w:pPr>
        <w:pStyle w:val="H1G"/>
        <w:keepLines w:val="0"/>
        <w:tabs>
          <w:tab w:val="clear" w:pos="851"/>
        </w:tabs>
        <w:suppressAutoHyphens w:val="0"/>
        <w:ind w:right="567" w:hanging="567"/>
        <w:jc w:val="both"/>
      </w:pPr>
      <w:r w:rsidRPr="00186A57">
        <w:t>10.</w:t>
      </w:r>
      <w:r w:rsidRPr="00186A57">
        <w:tab/>
        <w:t>Compliance mechanism</w:t>
      </w:r>
    </w:p>
    <w:p w14:paraId="1450301E" w14:textId="77777777" w:rsidR="006B4A37" w:rsidRPr="00045BDB" w:rsidRDefault="006B4A37" w:rsidP="009A5547">
      <w:pPr>
        <w:pStyle w:val="SingleTxtG"/>
        <w:ind w:right="0"/>
        <w:rPr>
          <w:bCs/>
          <w:szCs w:val="16"/>
        </w:rPr>
      </w:pPr>
      <w:r w:rsidRPr="00045BDB">
        <w:rPr>
          <w:bCs/>
          <w:szCs w:val="16"/>
        </w:rPr>
        <w:t>The Working Group:</w:t>
      </w:r>
    </w:p>
    <w:p w14:paraId="6352AF69" w14:textId="2F23D66D" w:rsidR="006B4A37" w:rsidRPr="00045BDB" w:rsidRDefault="009A5547" w:rsidP="009A5547">
      <w:pPr>
        <w:pStyle w:val="SingleTxtG"/>
        <w:numPr>
          <w:ilvl w:val="0"/>
          <w:numId w:val="32"/>
        </w:numPr>
        <w:ind w:left="1843" w:right="0"/>
        <w:rPr>
          <w:bCs/>
          <w:szCs w:val="16"/>
        </w:rPr>
      </w:pPr>
      <w:r>
        <w:rPr>
          <w:bCs/>
          <w:szCs w:val="16"/>
        </w:rPr>
        <w:t>T</w:t>
      </w:r>
      <w:r w:rsidR="006B4A37" w:rsidRPr="00045BDB">
        <w:rPr>
          <w:bCs/>
          <w:szCs w:val="16"/>
        </w:rPr>
        <w:t xml:space="preserve">ook note of the information provided by the Chair of the Compliance Committee and expressed its appreciation </w:t>
      </w:r>
      <w:r w:rsidR="00E44C12">
        <w:rPr>
          <w:bCs/>
          <w:szCs w:val="16"/>
        </w:rPr>
        <w:t xml:space="preserve">to the Chair </w:t>
      </w:r>
      <w:r w:rsidR="00564D4B">
        <w:rPr>
          <w:bCs/>
          <w:szCs w:val="16"/>
        </w:rPr>
        <w:t xml:space="preserve">and to </w:t>
      </w:r>
      <w:r w:rsidR="000121AF">
        <w:rPr>
          <w:bCs/>
          <w:szCs w:val="16"/>
        </w:rPr>
        <w:t>other</w:t>
      </w:r>
      <w:r w:rsidR="00564D4B">
        <w:rPr>
          <w:bCs/>
          <w:szCs w:val="16"/>
        </w:rPr>
        <w:t xml:space="preserve"> outgoing members of the Committee </w:t>
      </w:r>
      <w:r w:rsidR="00E44C12">
        <w:rPr>
          <w:bCs/>
          <w:szCs w:val="16"/>
        </w:rPr>
        <w:t xml:space="preserve">for </w:t>
      </w:r>
      <w:r w:rsidR="00564D4B">
        <w:rPr>
          <w:bCs/>
          <w:szCs w:val="16"/>
        </w:rPr>
        <w:t>their</w:t>
      </w:r>
      <w:r w:rsidR="00E44C12">
        <w:rPr>
          <w:bCs/>
          <w:szCs w:val="16"/>
        </w:rPr>
        <w:t xml:space="preserve"> dedication </w:t>
      </w:r>
      <w:r w:rsidR="00453EAD">
        <w:rPr>
          <w:bCs/>
          <w:szCs w:val="16"/>
        </w:rPr>
        <w:t>and to the</w:t>
      </w:r>
      <w:r w:rsidR="006B4A37" w:rsidRPr="00045BDB">
        <w:rPr>
          <w:bCs/>
          <w:szCs w:val="16"/>
        </w:rPr>
        <w:t xml:space="preserve"> Committee</w:t>
      </w:r>
      <w:r w:rsidR="001958B1">
        <w:rPr>
          <w:bCs/>
          <w:szCs w:val="16"/>
        </w:rPr>
        <w:t xml:space="preserve"> </w:t>
      </w:r>
      <w:r w:rsidR="00564D4B">
        <w:rPr>
          <w:bCs/>
          <w:szCs w:val="16"/>
        </w:rPr>
        <w:t xml:space="preserve">for its </w:t>
      </w:r>
      <w:r w:rsidR="00453EAD">
        <w:rPr>
          <w:bCs/>
          <w:szCs w:val="16"/>
        </w:rPr>
        <w:t xml:space="preserve">valuable </w:t>
      </w:r>
      <w:proofErr w:type="gramStart"/>
      <w:r w:rsidR="006B4A37" w:rsidRPr="00045BDB">
        <w:rPr>
          <w:bCs/>
          <w:szCs w:val="16"/>
        </w:rPr>
        <w:t>work</w:t>
      </w:r>
      <w:r>
        <w:rPr>
          <w:bCs/>
          <w:szCs w:val="16"/>
        </w:rPr>
        <w:t>;</w:t>
      </w:r>
      <w:proofErr w:type="gramEnd"/>
    </w:p>
    <w:p w14:paraId="7620380B" w14:textId="7A423497" w:rsidR="006B4A37" w:rsidRPr="00045BDB" w:rsidRDefault="009A5547" w:rsidP="009A5547">
      <w:pPr>
        <w:pStyle w:val="SingleTxtG"/>
        <w:numPr>
          <w:ilvl w:val="0"/>
          <w:numId w:val="32"/>
        </w:numPr>
        <w:ind w:left="1843" w:right="0"/>
        <w:rPr>
          <w:bCs/>
          <w:szCs w:val="16"/>
        </w:rPr>
      </w:pPr>
      <w:r>
        <w:rPr>
          <w:bCs/>
          <w:szCs w:val="16"/>
        </w:rPr>
        <w:t>T</w:t>
      </w:r>
      <w:r w:rsidR="006B4A37" w:rsidRPr="00045BDB">
        <w:rPr>
          <w:bCs/>
          <w:szCs w:val="16"/>
        </w:rPr>
        <w:t xml:space="preserve">ook note of the information provided by </w:t>
      </w:r>
      <w:r w:rsidR="00724C67">
        <w:rPr>
          <w:bCs/>
          <w:szCs w:val="16"/>
        </w:rPr>
        <w:t>the Chair of the Working Group</w:t>
      </w:r>
      <w:r w:rsidR="005D5F21">
        <w:rPr>
          <w:bCs/>
          <w:szCs w:val="16"/>
        </w:rPr>
        <w:t>, the secretariat</w:t>
      </w:r>
      <w:r w:rsidR="00724C67">
        <w:rPr>
          <w:bCs/>
          <w:szCs w:val="16"/>
        </w:rPr>
        <w:t xml:space="preserve"> and by </w:t>
      </w:r>
      <w:r w:rsidR="002B09C1" w:rsidRPr="005F73AD">
        <w:rPr>
          <w:iCs/>
        </w:rPr>
        <w:t>participants</w:t>
      </w:r>
      <w:r>
        <w:rPr>
          <w:bCs/>
          <w:szCs w:val="16"/>
        </w:rPr>
        <w:t>.</w:t>
      </w:r>
      <w:r w:rsidR="006B4A37" w:rsidRPr="00045BDB">
        <w:rPr>
          <w:bCs/>
          <w:szCs w:val="16"/>
        </w:rPr>
        <w:t xml:space="preserve"> </w:t>
      </w:r>
    </w:p>
    <w:p w14:paraId="50259462" w14:textId="7B35634C" w:rsidR="007A2A88" w:rsidRPr="00186A57" w:rsidRDefault="007A2A88" w:rsidP="00186A57">
      <w:pPr>
        <w:pStyle w:val="H1G"/>
        <w:keepLines w:val="0"/>
        <w:tabs>
          <w:tab w:val="clear" w:pos="851"/>
        </w:tabs>
        <w:suppressAutoHyphens w:val="0"/>
        <w:ind w:right="567" w:hanging="567"/>
        <w:jc w:val="both"/>
      </w:pPr>
      <w:r w:rsidRPr="00186A57">
        <w:lastRenderedPageBreak/>
        <w:t>11.</w:t>
      </w:r>
      <w:r w:rsidRPr="00186A57">
        <w:tab/>
        <w:t>Reporting mechanism</w:t>
      </w:r>
    </w:p>
    <w:p w14:paraId="12174FBA" w14:textId="77777777" w:rsidR="00A01077" w:rsidRPr="00A01077" w:rsidRDefault="00A01077" w:rsidP="00A01077">
      <w:pPr>
        <w:spacing w:before="240" w:after="240"/>
        <w:ind w:left="567" w:firstLine="567"/>
        <w:rPr>
          <w:bCs/>
          <w:szCs w:val="16"/>
        </w:rPr>
      </w:pPr>
      <w:r w:rsidRPr="00A01077">
        <w:rPr>
          <w:bCs/>
          <w:szCs w:val="16"/>
        </w:rPr>
        <w:t>The Working Group:</w:t>
      </w:r>
    </w:p>
    <w:p w14:paraId="235A587B" w14:textId="5C2C8BA3" w:rsidR="00A01077" w:rsidRPr="00A01077" w:rsidRDefault="00A01077" w:rsidP="00A01077">
      <w:pPr>
        <w:pStyle w:val="ListParagraph"/>
        <w:numPr>
          <w:ilvl w:val="0"/>
          <w:numId w:val="33"/>
        </w:numPr>
        <w:spacing w:before="240" w:after="240"/>
      </w:pPr>
      <w:r>
        <w:t>Took note of the information provided by the secretariat on the status of submission of national implementation reports for the 2021 reporting cycle. The Working Group called upon those Parties that failed to submit their reports, Azerbaijan, European Union, Iceland, Italy, Malta, Netherlands, North Macedonia, Portugal, Republic of Moldova, Sweden, Tajikistan, and Ukraine, to date to proceed with their submissions urgently, so as to ensure that national implementation reports would be taken into consideration during the preparation of the synthesis report;</w:t>
      </w:r>
    </w:p>
    <w:p w14:paraId="511AFE50" w14:textId="42E11582" w:rsidR="00A01077" w:rsidRDefault="00A01077" w:rsidP="7741D353">
      <w:pPr>
        <w:pStyle w:val="ListParagraph"/>
        <w:numPr>
          <w:ilvl w:val="0"/>
          <w:numId w:val="33"/>
        </w:numPr>
        <w:spacing w:before="240" w:after="240"/>
      </w:pPr>
      <w:r>
        <w:t xml:space="preserve">Welcomed the good practice of Germany of submitting their 2021 national implementation report in all three official languages of the Convention as well as of Belarus, Kazakhstan and Turkmenistan to submit it in two official </w:t>
      </w:r>
      <w:proofErr w:type="gramStart"/>
      <w:r>
        <w:t>languages;</w:t>
      </w:r>
      <w:proofErr w:type="gramEnd"/>
    </w:p>
    <w:p w14:paraId="4B43B7D8" w14:textId="77777777" w:rsidR="00BC4C5E" w:rsidRDefault="00F550B9" w:rsidP="00BE607E">
      <w:pPr>
        <w:pStyle w:val="ListParagraph"/>
        <w:numPr>
          <w:ilvl w:val="0"/>
          <w:numId w:val="33"/>
        </w:numPr>
        <w:spacing w:before="240" w:after="240"/>
      </w:pPr>
      <w:r w:rsidRPr="00DD0927">
        <w:rPr>
          <w:bCs/>
          <w:szCs w:val="16"/>
        </w:rPr>
        <w:t>A</w:t>
      </w:r>
      <w:r w:rsidR="00A01077" w:rsidRPr="00DD0927">
        <w:rPr>
          <w:bCs/>
          <w:szCs w:val="16"/>
        </w:rPr>
        <w:t>pproved Draft decision on reporting requirements (ECE/</w:t>
      </w:r>
      <w:proofErr w:type="gramStart"/>
      <w:r w:rsidR="00A01077" w:rsidRPr="00DD0927">
        <w:rPr>
          <w:bCs/>
          <w:szCs w:val="16"/>
        </w:rPr>
        <w:t>MP.PP</w:t>
      </w:r>
      <w:proofErr w:type="gramEnd"/>
      <w:r w:rsidR="00A01077" w:rsidRPr="00DD0927">
        <w:rPr>
          <w:bCs/>
          <w:szCs w:val="16"/>
        </w:rPr>
        <w:t>/WG.1/2021/1</w:t>
      </w:r>
      <w:r w:rsidR="0075371A" w:rsidRPr="00DD0927">
        <w:rPr>
          <w:bCs/>
          <w:szCs w:val="16"/>
        </w:rPr>
        <w:t>9</w:t>
      </w:r>
      <w:r w:rsidR="00A01077" w:rsidRPr="00DD0927">
        <w:rPr>
          <w:bCs/>
          <w:szCs w:val="16"/>
        </w:rPr>
        <w:t>)</w:t>
      </w:r>
      <w:r w:rsidR="00DD0927" w:rsidRPr="00DD0927">
        <w:rPr>
          <w:bCs/>
          <w:szCs w:val="16"/>
        </w:rPr>
        <w:t xml:space="preserve">, and </w:t>
      </w:r>
      <w:r w:rsidR="00DD0927">
        <w:rPr>
          <w:bCs/>
          <w:szCs w:val="16"/>
        </w:rPr>
        <w:t>r</w:t>
      </w:r>
      <w:r w:rsidR="00A01077">
        <w:t>equested the secretariat to finalise the document and submit it to the Meeting of the Parties for consideration at its seventh session</w:t>
      </w:r>
      <w:r w:rsidR="00BC4C5E">
        <w:t>;</w:t>
      </w:r>
    </w:p>
    <w:p w14:paraId="37479D48" w14:textId="559A5D0D" w:rsidR="00946AD7" w:rsidRPr="00F550B9" w:rsidRDefault="001B2B5F" w:rsidP="00BE607E">
      <w:pPr>
        <w:pStyle w:val="ListParagraph"/>
        <w:numPr>
          <w:ilvl w:val="0"/>
          <w:numId w:val="33"/>
        </w:numPr>
        <w:spacing w:before="240" w:after="240"/>
      </w:pPr>
      <w:r>
        <w:t>Took note of the information provided by participants</w:t>
      </w:r>
      <w:r w:rsidR="00A01077">
        <w:t>.</w:t>
      </w:r>
    </w:p>
    <w:p w14:paraId="276A1B58" w14:textId="2CA7BCB6" w:rsidR="00F33701" w:rsidRPr="000372A0" w:rsidRDefault="00F33701" w:rsidP="00B156C8">
      <w:pPr>
        <w:pStyle w:val="H1G"/>
        <w:keepLines w:val="0"/>
        <w:tabs>
          <w:tab w:val="clear" w:pos="851"/>
        </w:tabs>
        <w:suppressAutoHyphens w:val="0"/>
        <w:ind w:right="567" w:hanging="567"/>
      </w:pPr>
      <w:r w:rsidRPr="00186A57">
        <w:t>12.</w:t>
      </w:r>
      <w:r w:rsidRPr="00186A57">
        <w:tab/>
        <w:t>Implementation of the work programme for 2018–2021, including financial matters</w:t>
      </w:r>
    </w:p>
    <w:p w14:paraId="59017F1D" w14:textId="7C92E0B8" w:rsidR="00AC034F" w:rsidRDefault="00AC034F" w:rsidP="00AC034F">
      <w:pPr>
        <w:pStyle w:val="SingleTxtG"/>
        <w:suppressAutoHyphens w:val="0"/>
        <w:spacing w:before="240"/>
        <w:ind w:right="567"/>
        <w:jc w:val="left"/>
      </w:pPr>
      <w:r>
        <w:t>The Working Group:</w:t>
      </w:r>
    </w:p>
    <w:p w14:paraId="29765800" w14:textId="19B87772" w:rsidR="00AC034F" w:rsidRDefault="00AC034F" w:rsidP="003D140E">
      <w:pPr>
        <w:pStyle w:val="SingleTxtG"/>
        <w:numPr>
          <w:ilvl w:val="0"/>
          <w:numId w:val="34"/>
        </w:numPr>
        <w:suppressAutoHyphens w:val="0"/>
        <w:spacing w:before="240"/>
        <w:ind w:right="567"/>
        <w:jc w:val="left"/>
      </w:pPr>
      <w:r>
        <w:t>Took note of the Report on the implementation of the work programme for 2018–2021 (ECE/MP.PP/WG.1/2021/6) and Report on contributions and expenditures in relation to the implementation of the Convention’s work programme for 2018–2021 (ECE/MP.PP/WG.1/2021/7), and the information provided by the secretariat</w:t>
      </w:r>
      <w:r w:rsidR="00655763">
        <w:t xml:space="preserve"> and delegations</w:t>
      </w:r>
      <w:r w:rsidR="003D140E">
        <w:t>;</w:t>
      </w:r>
    </w:p>
    <w:p w14:paraId="0A08AE79" w14:textId="04373161" w:rsidR="009E163C" w:rsidRDefault="003D140E" w:rsidP="009E163C">
      <w:pPr>
        <w:pStyle w:val="SingleTxtG"/>
        <w:numPr>
          <w:ilvl w:val="0"/>
          <w:numId w:val="34"/>
        </w:numPr>
        <w:suppressAutoHyphens w:val="0"/>
        <w:spacing w:before="240"/>
        <w:ind w:right="567"/>
        <w:jc w:val="left"/>
      </w:pPr>
      <w:r>
        <w:t>C</w:t>
      </w:r>
      <w:r w:rsidR="00AC034F">
        <w:t xml:space="preserve">alled upon the Parties to proceed with making financial contributions as soon as possible and expressed its concern over the fact that contributions are still arriving late in the </w:t>
      </w:r>
      <w:proofErr w:type="gramStart"/>
      <w:r w:rsidR="00AC034F">
        <w:t>year</w:t>
      </w:r>
      <w:r w:rsidR="001B2B5F">
        <w:t>;</w:t>
      </w:r>
      <w:proofErr w:type="gramEnd"/>
    </w:p>
    <w:p w14:paraId="0D181AF4" w14:textId="52A7E1EC" w:rsidR="00E64209" w:rsidRDefault="009E163C" w:rsidP="009E163C">
      <w:pPr>
        <w:pStyle w:val="SingleTxtG"/>
        <w:numPr>
          <w:ilvl w:val="0"/>
          <w:numId w:val="34"/>
        </w:numPr>
        <w:suppressAutoHyphens w:val="0"/>
        <w:spacing w:before="240"/>
        <w:ind w:right="567"/>
        <w:jc w:val="left"/>
      </w:pPr>
      <w:r>
        <w:t>E</w:t>
      </w:r>
      <w:r w:rsidR="00AC034F">
        <w:t>xpressed appreciation for the work done by the secretariat and recognized the difficulties posed by limited and unpredictable funding</w:t>
      </w:r>
      <w:r>
        <w:t>.</w:t>
      </w:r>
    </w:p>
    <w:p w14:paraId="6821151E" w14:textId="6885A468" w:rsidR="009D49D6" w:rsidRPr="00186A57" w:rsidRDefault="009D49D6" w:rsidP="00186A57">
      <w:pPr>
        <w:pStyle w:val="H1G"/>
        <w:keepLines w:val="0"/>
        <w:tabs>
          <w:tab w:val="clear" w:pos="851"/>
        </w:tabs>
        <w:suppressAutoHyphens w:val="0"/>
        <w:ind w:right="567" w:hanging="567"/>
        <w:jc w:val="both"/>
      </w:pPr>
      <w:r w:rsidRPr="00186A57">
        <w:t>14.</w:t>
      </w:r>
      <w:r w:rsidRPr="00186A57">
        <w:tab/>
        <w:t>Any other business</w:t>
      </w:r>
    </w:p>
    <w:p w14:paraId="3E3E73B0" w14:textId="517E1B50" w:rsidR="006C6CDA" w:rsidRPr="001A6092" w:rsidRDefault="00494FE0" w:rsidP="00186A57">
      <w:pPr>
        <w:pStyle w:val="SingleTxtG"/>
        <w:suppressAutoHyphens w:val="0"/>
        <w:spacing w:before="240" w:after="0"/>
        <w:ind w:left="567" w:right="567" w:firstLine="567"/>
        <w:jc w:val="left"/>
        <w:rPr>
          <w:rFonts w:asciiTheme="majorBidi" w:hAnsiTheme="majorBidi" w:cstheme="majorBidi"/>
          <w:iCs/>
        </w:rPr>
      </w:pPr>
      <w:r w:rsidRPr="001A6092">
        <w:rPr>
          <w:rFonts w:asciiTheme="majorBidi" w:hAnsiTheme="majorBidi" w:cstheme="majorBidi"/>
          <w:iCs/>
        </w:rPr>
        <w:t>No issues were discussed.</w:t>
      </w:r>
    </w:p>
    <w:p w14:paraId="5B727BA0" w14:textId="58F7DE42" w:rsidR="007314A1" w:rsidRPr="00C00765" w:rsidRDefault="007314A1" w:rsidP="007314A1">
      <w:pPr>
        <w:pStyle w:val="SingleTxtG"/>
        <w:suppressAutoHyphens w:val="0"/>
        <w:spacing w:before="240" w:after="0"/>
        <w:ind w:left="0" w:right="567"/>
        <w:jc w:val="center"/>
      </w:pPr>
      <w:r>
        <w:t>___</w:t>
      </w:r>
      <w:r w:rsidR="009337BC">
        <w:t>___________</w:t>
      </w:r>
    </w:p>
    <w:sectPr w:rsidR="007314A1" w:rsidRPr="00C00765" w:rsidSect="00020BD5">
      <w:headerReference w:type="even" r:id="rId11"/>
      <w:headerReference w:type="default" r:id="rId12"/>
      <w:footerReference w:type="even" r:id="rId13"/>
      <w:footerReference w:type="default" r:id="rId14"/>
      <w:headerReference w:type="first" r:id="rId15"/>
      <w:endnotePr>
        <w:numFmt w:val="decimal"/>
      </w:endnotePr>
      <w:type w:val="continuous"/>
      <w:pgSz w:w="11907" w:h="16840" w:code="9"/>
      <w:pgMar w:top="1701" w:right="1417" w:bottom="1985" w:left="1418"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EA5BA1" w14:textId="77777777" w:rsidR="008D31C1" w:rsidRDefault="008D31C1"/>
  </w:endnote>
  <w:endnote w:type="continuationSeparator" w:id="0">
    <w:p w14:paraId="7AC7FD48" w14:textId="77777777" w:rsidR="008D31C1" w:rsidRDefault="008D31C1"/>
  </w:endnote>
  <w:endnote w:type="continuationNotice" w:id="1">
    <w:p w14:paraId="49B7CBAF" w14:textId="77777777" w:rsidR="008D31C1" w:rsidRDefault="008D31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DA5B5" w14:textId="585B78AB" w:rsidR="00107518" w:rsidRPr="00A85438" w:rsidRDefault="00107518" w:rsidP="00A85438">
    <w:pPr>
      <w:pStyle w:val="Footer"/>
      <w:tabs>
        <w:tab w:val="right" w:pos="9638"/>
      </w:tabs>
      <w:rPr>
        <w:sz w:val="18"/>
      </w:rPr>
    </w:pPr>
    <w:r w:rsidRPr="00A85438">
      <w:rPr>
        <w:b/>
        <w:sz w:val="18"/>
      </w:rPr>
      <w:fldChar w:fldCharType="begin"/>
    </w:r>
    <w:r w:rsidRPr="00A85438">
      <w:rPr>
        <w:b/>
        <w:sz w:val="18"/>
      </w:rPr>
      <w:instrText xml:space="preserve"> PAGE  \* MERGEFORMAT </w:instrText>
    </w:r>
    <w:r w:rsidRPr="00A85438">
      <w:rPr>
        <w:b/>
        <w:sz w:val="18"/>
      </w:rPr>
      <w:fldChar w:fldCharType="separate"/>
    </w:r>
    <w:r w:rsidR="00F36355">
      <w:rPr>
        <w:b/>
        <w:noProof/>
        <w:sz w:val="18"/>
      </w:rPr>
      <w:t>4</w:t>
    </w:r>
    <w:r w:rsidRPr="00A8543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52A16" w14:textId="21DAAA61" w:rsidR="00107518" w:rsidRPr="00A85438" w:rsidRDefault="00107518" w:rsidP="00A85438">
    <w:pPr>
      <w:pStyle w:val="Footer"/>
      <w:tabs>
        <w:tab w:val="right" w:pos="9638"/>
      </w:tabs>
      <w:rPr>
        <w:b/>
        <w:sz w:val="18"/>
      </w:rPr>
    </w:pPr>
    <w:r>
      <w:tab/>
    </w:r>
    <w:r w:rsidRPr="00A85438">
      <w:rPr>
        <w:b/>
        <w:sz w:val="18"/>
      </w:rPr>
      <w:fldChar w:fldCharType="begin"/>
    </w:r>
    <w:r w:rsidRPr="00A85438">
      <w:rPr>
        <w:b/>
        <w:sz w:val="18"/>
      </w:rPr>
      <w:instrText xml:space="preserve"> PAGE  \* MERGEFORMAT </w:instrText>
    </w:r>
    <w:r w:rsidRPr="00A85438">
      <w:rPr>
        <w:b/>
        <w:sz w:val="18"/>
      </w:rPr>
      <w:fldChar w:fldCharType="separate"/>
    </w:r>
    <w:r w:rsidR="00F36355">
      <w:rPr>
        <w:b/>
        <w:noProof/>
        <w:sz w:val="18"/>
      </w:rPr>
      <w:t>5</w:t>
    </w:r>
    <w:r w:rsidRPr="00A8543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AC7395" w14:textId="77777777" w:rsidR="008D31C1" w:rsidRPr="000B175B" w:rsidRDefault="008D31C1" w:rsidP="000B175B">
      <w:pPr>
        <w:tabs>
          <w:tab w:val="right" w:pos="2155"/>
        </w:tabs>
        <w:spacing w:after="80"/>
        <w:ind w:left="680"/>
        <w:rPr>
          <w:u w:val="single"/>
        </w:rPr>
      </w:pPr>
      <w:r>
        <w:rPr>
          <w:u w:val="single"/>
        </w:rPr>
        <w:tab/>
      </w:r>
    </w:p>
  </w:footnote>
  <w:footnote w:type="continuationSeparator" w:id="0">
    <w:p w14:paraId="3430FD0D" w14:textId="77777777" w:rsidR="008D31C1" w:rsidRPr="00FC68B7" w:rsidRDefault="008D31C1" w:rsidP="00FC68B7">
      <w:pPr>
        <w:tabs>
          <w:tab w:val="left" w:pos="2155"/>
        </w:tabs>
        <w:spacing w:after="80"/>
        <w:ind w:left="680"/>
        <w:rPr>
          <w:u w:val="single"/>
        </w:rPr>
      </w:pPr>
      <w:r>
        <w:rPr>
          <w:u w:val="single"/>
        </w:rPr>
        <w:tab/>
      </w:r>
    </w:p>
  </w:footnote>
  <w:footnote w:type="continuationNotice" w:id="1">
    <w:p w14:paraId="088058B5" w14:textId="77777777" w:rsidR="008D31C1" w:rsidRDefault="008D31C1"/>
  </w:footnote>
  <w:footnote w:id="2">
    <w:p w14:paraId="42716E61" w14:textId="77777777" w:rsidR="00C96508" w:rsidRPr="003141CD" w:rsidRDefault="00C96508">
      <w:pPr>
        <w:pStyle w:val="FootnoteText"/>
        <w:rPr>
          <w:rFonts w:asciiTheme="majorBidi" w:hAnsiTheme="majorBidi" w:cstheme="majorBidi"/>
          <w:szCs w:val="18"/>
          <w:lang w:val="en-US"/>
        </w:rPr>
      </w:pPr>
      <w:r w:rsidRPr="003141CD">
        <w:rPr>
          <w:rStyle w:val="FootnoteReference"/>
          <w:rFonts w:asciiTheme="majorBidi" w:hAnsiTheme="majorBidi" w:cstheme="majorBidi"/>
          <w:szCs w:val="18"/>
        </w:rPr>
        <w:footnoteRef/>
      </w:r>
      <w:r w:rsidRPr="003141CD">
        <w:rPr>
          <w:rFonts w:asciiTheme="majorBidi" w:hAnsiTheme="majorBidi" w:cstheme="majorBidi"/>
          <w:szCs w:val="18"/>
        </w:rPr>
        <w:t xml:space="preserve"> </w:t>
      </w:r>
      <w:r w:rsidRPr="003141CD">
        <w:rPr>
          <w:rFonts w:asciiTheme="majorBidi" w:hAnsiTheme="majorBidi" w:cstheme="majorBidi"/>
          <w:szCs w:val="18"/>
          <w:lang w:val="en-US"/>
        </w:rPr>
        <w:t>This document was not formally edited.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B5771" w14:textId="3E3EA33C" w:rsidR="003141CD" w:rsidRDefault="003141CD" w:rsidP="00020BD5">
    <w:pPr>
      <w:pStyle w:val="Header"/>
    </w:pPr>
    <w:r w:rsidRPr="003141CD">
      <w:rPr>
        <w:b w:val="0"/>
        <w:bCs/>
        <w:sz w:val="20"/>
      </w:rPr>
      <w:t>AC/</w:t>
    </w:r>
    <w:r w:rsidRPr="00650F53">
      <w:rPr>
        <w:b w:val="0"/>
        <w:bCs/>
        <w:sz w:val="20"/>
      </w:rPr>
      <w:t>WGP-2</w:t>
    </w:r>
    <w:r w:rsidR="00020BD5" w:rsidRPr="00650F53">
      <w:rPr>
        <w:b w:val="0"/>
        <w:bCs/>
        <w:sz w:val="20"/>
      </w:rPr>
      <w:t>5</w:t>
    </w:r>
    <w:r w:rsidRPr="00650F53">
      <w:rPr>
        <w:b w:val="0"/>
        <w:bCs/>
        <w:sz w:val="20"/>
      </w:rPr>
      <w:t>/</w:t>
    </w:r>
    <w:proofErr w:type="spellStart"/>
    <w:r w:rsidRPr="00650F53">
      <w:rPr>
        <w:b w:val="0"/>
        <w:bCs/>
        <w:sz w:val="20"/>
      </w:rPr>
      <w:t>Inf.</w:t>
    </w:r>
    <w:r w:rsidR="00F06DFC">
      <w:rPr>
        <w:b w:val="0"/>
        <w:bCs/>
        <w:sz w:val="20"/>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585A33" w14:textId="7FDCA215" w:rsidR="00107518" w:rsidRPr="00A85438" w:rsidRDefault="003141CD" w:rsidP="00020BD5">
    <w:pPr>
      <w:pStyle w:val="Header"/>
      <w:jc w:val="right"/>
    </w:pPr>
    <w:r w:rsidRPr="003141CD">
      <w:rPr>
        <w:b w:val="0"/>
        <w:bCs/>
        <w:sz w:val="20"/>
      </w:rPr>
      <w:t>AC/WGP-2</w:t>
    </w:r>
    <w:r w:rsidR="00020BD5">
      <w:rPr>
        <w:b w:val="0"/>
        <w:bCs/>
        <w:sz w:val="20"/>
      </w:rPr>
      <w:t>5</w:t>
    </w:r>
    <w:r w:rsidRPr="003141CD">
      <w:rPr>
        <w:b w:val="0"/>
        <w:bCs/>
        <w:sz w:val="20"/>
      </w:rPr>
      <w:t>/</w:t>
    </w:r>
    <w:proofErr w:type="spellStart"/>
    <w:r w:rsidRPr="003141CD">
      <w:rPr>
        <w:b w:val="0"/>
        <w:bCs/>
        <w:sz w:val="20"/>
      </w:rPr>
      <w:t>Inf.</w:t>
    </w:r>
    <w:r w:rsidR="00F06DFC">
      <w:rPr>
        <w:b w:val="0"/>
        <w:bCs/>
        <w:sz w:val="2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7671C" w14:textId="1859F232" w:rsidR="00C80D4F" w:rsidRPr="003141CD" w:rsidRDefault="00C80D4F" w:rsidP="00C80D4F">
    <w:pPr>
      <w:pStyle w:val="Header"/>
      <w:jc w:val="right"/>
      <w:rPr>
        <w:b w:val="0"/>
        <w:bCs/>
        <w:sz w:val="20"/>
      </w:rPr>
    </w:pPr>
    <w:r w:rsidRPr="003141CD">
      <w:rPr>
        <w:b w:val="0"/>
        <w:bCs/>
        <w:sz w:val="20"/>
      </w:rPr>
      <w:t>AC/WGP-</w:t>
    </w:r>
    <w:r w:rsidR="00FC7D6E" w:rsidRPr="003141CD">
      <w:rPr>
        <w:b w:val="0"/>
        <w:bCs/>
        <w:sz w:val="20"/>
      </w:rPr>
      <w:t>2</w:t>
    </w:r>
    <w:r w:rsidR="007D5717">
      <w:rPr>
        <w:b w:val="0"/>
        <w:bCs/>
        <w:sz w:val="20"/>
      </w:rPr>
      <w:t>5</w:t>
    </w:r>
    <w:r w:rsidR="00FC7D6E" w:rsidRPr="003141CD">
      <w:rPr>
        <w:b w:val="0"/>
        <w:bCs/>
        <w:sz w:val="20"/>
      </w:rPr>
      <w:t>/</w:t>
    </w:r>
    <w:proofErr w:type="spellStart"/>
    <w:r w:rsidR="00FC7D6E" w:rsidRPr="003141CD">
      <w:rPr>
        <w:b w:val="0"/>
        <w:bCs/>
        <w:sz w:val="20"/>
      </w:rPr>
      <w:t>Inf.</w:t>
    </w:r>
    <w:r w:rsidR="007D5717" w:rsidRPr="007D5717">
      <w:rPr>
        <w:b w:val="0"/>
        <w:bCs/>
        <w:sz w:val="20"/>
        <w:highlight w:val="yellow"/>
      </w:rPr>
      <w:t>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1" w15:restartNumberingAfterBreak="0">
    <w:nsid w:val="035E4BB9"/>
    <w:multiLevelType w:val="hybridMultilevel"/>
    <w:tmpl w:val="A0740080"/>
    <w:lvl w:ilvl="0" w:tplc="99061A84">
      <w:start w:val="1"/>
      <w:numFmt w:val="lowerRoman"/>
      <w:lvlText w:val="(%1)"/>
      <w:lvlJc w:val="left"/>
      <w:pPr>
        <w:ind w:left="1854" w:hanging="360"/>
      </w:pPr>
      <w:rPr>
        <w:rFonts w:hint="default"/>
        <w:i w:val="0"/>
        <w:iCs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15:restartNumberingAfterBreak="0">
    <w:nsid w:val="05D32AE6"/>
    <w:multiLevelType w:val="hybridMultilevel"/>
    <w:tmpl w:val="50C636B6"/>
    <w:lvl w:ilvl="0" w:tplc="6B04D0B8">
      <w:start w:val="1"/>
      <w:numFmt w:val="lowerRoman"/>
      <w:lvlText w:val="(%1)"/>
      <w:lvlJc w:val="left"/>
      <w:pPr>
        <w:ind w:left="1080" w:hanging="720"/>
      </w:pPr>
      <w:rPr>
        <w:rFonts w:ascii="Times New Roman" w:eastAsia="Times New Roman" w:hAnsi="Times New Roman" w:cs="Times New Roman"/>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685FFE"/>
    <w:multiLevelType w:val="hybridMultilevel"/>
    <w:tmpl w:val="ABEAE5EA"/>
    <w:lvl w:ilvl="0" w:tplc="1BBC75A4">
      <w:start w:val="1"/>
      <w:numFmt w:val="lowerRoman"/>
      <w:lvlText w:val="(%1)"/>
      <w:lvlJc w:val="left"/>
      <w:pPr>
        <w:ind w:left="1778" w:hanging="360"/>
      </w:pPr>
      <w:rPr>
        <w:rFonts w:asciiTheme="majorBidi" w:hAnsiTheme="majorBidi" w:cstheme="majorBidi"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4" w15:restartNumberingAfterBreak="0">
    <w:nsid w:val="07A3305E"/>
    <w:multiLevelType w:val="hybridMultilevel"/>
    <w:tmpl w:val="F02ED984"/>
    <w:lvl w:ilvl="0" w:tplc="6B04D0B8">
      <w:start w:val="1"/>
      <w:numFmt w:val="lowerRoman"/>
      <w:lvlText w:val="(%1)"/>
      <w:lvlJc w:val="left"/>
      <w:pPr>
        <w:ind w:left="1854" w:hanging="720"/>
      </w:pPr>
      <w:rPr>
        <w:rFonts w:ascii="Times New Roman" w:eastAsia="Times New Roman" w:hAnsi="Times New Roman" w:cs="Times New Roman"/>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15:restartNumberingAfterBreak="0">
    <w:nsid w:val="0A5C21F2"/>
    <w:multiLevelType w:val="hybridMultilevel"/>
    <w:tmpl w:val="947856F8"/>
    <w:lvl w:ilvl="0" w:tplc="F9E09132">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15:restartNumberingAfterBreak="0">
    <w:nsid w:val="10577E96"/>
    <w:multiLevelType w:val="hybridMultilevel"/>
    <w:tmpl w:val="947856F8"/>
    <w:lvl w:ilvl="0" w:tplc="F9E09132">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15:restartNumberingAfterBreak="0">
    <w:nsid w:val="107218C0"/>
    <w:multiLevelType w:val="hybridMultilevel"/>
    <w:tmpl w:val="75A48342"/>
    <w:lvl w:ilvl="0" w:tplc="BF8611F0">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8" w15:restartNumberingAfterBreak="0">
    <w:nsid w:val="206E4DAC"/>
    <w:multiLevelType w:val="hybridMultilevel"/>
    <w:tmpl w:val="80A6E5E8"/>
    <w:lvl w:ilvl="0" w:tplc="832A7F8C">
      <w:start w:val="1"/>
      <w:numFmt w:val="lowerRoman"/>
      <w:lvlText w:val="(%1)"/>
      <w:lvlJc w:val="left"/>
      <w:pPr>
        <w:ind w:left="2279" w:hanging="720"/>
      </w:pPr>
      <w:rPr>
        <w:rFonts w:hint="default"/>
      </w:rPr>
    </w:lvl>
    <w:lvl w:ilvl="1" w:tplc="08090019" w:tentative="1">
      <w:start w:val="1"/>
      <w:numFmt w:val="lowerLetter"/>
      <w:lvlText w:val="%2."/>
      <w:lvlJc w:val="left"/>
      <w:pPr>
        <w:ind w:left="2639" w:hanging="360"/>
      </w:pPr>
    </w:lvl>
    <w:lvl w:ilvl="2" w:tplc="0809001B" w:tentative="1">
      <w:start w:val="1"/>
      <w:numFmt w:val="lowerRoman"/>
      <w:lvlText w:val="%3."/>
      <w:lvlJc w:val="right"/>
      <w:pPr>
        <w:ind w:left="3359" w:hanging="180"/>
      </w:pPr>
    </w:lvl>
    <w:lvl w:ilvl="3" w:tplc="0809000F" w:tentative="1">
      <w:start w:val="1"/>
      <w:numFmt w:val="decimal"/>
      <w:lvlText w:val="%4."/>
      <w:lvlJc w:val="left"/>
      <w:pPr>
        <w:ind w:left="4079" w:hanging="360"/>
      </w:pPr>
    </w:lvl>
    <w:lvl w:ilvl="4" w:tplc="08090019" w:tentative="1">
      <w:start w:val="1"/>
      <w:numFmt w:val="lowerLetter"/>
      <w:lvlText w:val="%5."/>
      <w:lvlJc w:val="left"/>
      <w:pPr>
        <w:ind w:left="4799" w:hanging="360"/>
      </w:pPr>
    </w:lvl>
    <w:lvl w:ilvl="5" w:tplc="0809001B" w:tentative="1">
      <w:start w:val="1"/>
      <w:numFmt w:val="lowerRoman"/>
      <w:lvlText w:val="%6."/>
      <w:lvlJc w:val="right"/>
      <w:pPr>
        <w:ind w:left="5519" w:hanging="180"/>
      </w:pPr>
    </w:lvl>
    <w:lvl w:ilvl="6" w:tplc="0809000F" w:tentative="1">
      <w:start w:val="1"/>
      <w:numFmt w:val="decimal"/>
      <w:lvlText w:val="%7."/>
      <w:lvlJc w:val="left"/>
      <w:pPr>
        <w:ind w:left="6239" w:hanging="360"/>
      </w:pPr>
    </w:lvl>
    <w:lvl w:ilvl="7" w:tplc="08090019" w:tentative="1">
      <w:start w:val="1"/>
      <w:numFmt w:val="lowerLetter"/>
      <w:lvlText w:val="%8."/>
      <w:lvlJc w:val="left"/>
      <w:pPr>
        <w:ind w:left="6959" w:hanging="360"/>
      </w:pPr>
    </w:lvl>
    <w:lvl w:ilvl="8" w:tplc="0809001B" w:tentative="1">
      <w:start w:val="1"/>
      <w:numFmt w:val="lowerRoman"/>
      <w:lvlText w:val="%9."/>
      <w:lvlJc w:val="right"/>
      <w:pPr>
        <w:ind w:left="7679" w:hanging="180"/>
      </w:pPr>
    </w:lvl>
  </w:abstractNum>
  <w:abstractNum w:abstractNumId="9" w15:restartNumberingAfterBreak="0">
    <w:nsid w:val="215B6B35"/>
    <w:multiLevelType w:val="hybridMultilevel"/>
    <w:tmpl w:val="2DDE02AC"/>
    <w:lvl w:ilvl="0" w:tplc="99061A84">
      <w:start w:val="1"/>
      <w:numFmt w:val="lowerRoman"/>
      <w:lvlText w:val="(%1)"/>
      <w:lvlJc w:val="left"/>
      <w:pPr>
        <w:ind w:left="1854" w:hanging="360"/>
      </w:pPr>
      <w:rPr>
        <w:rFonts w:hint="default"/>
        <w:i w:val="0"/>
        <w:iCs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0" w15:restartNumberingAfterBreak="0">
    <w:nsid w:val="236F217B"/>
    <w:multiLevelType w:val="hybridMultilevel"/>
    <w:tmpl w:val="4FC0CC90"/>
    <w:lvl w:ilvl="0" w:tplc="54BE5988">
      <w:start w:val="1"/>
      <w:numFmt w:val="lowerRoman"/>
      <w:lvlText w:val="(%1)"/>
      <w:lvlJc w:val="left"/>
      <w:pPr>
        <w:ind w:left="786" w:hanging="720"/>
      </w:pPr>
      <w:rPr>
        <w:rFonts w:asciiTheme="majorBidi" w:hAnsiTheme="majorBidi" w:cstheme="majorBidi" w:hint="default"/>
      </w:rPr>
    </w:lvl>
    <w:lvl w:ilvl="1" w:tplc="08090019" w:tentative="1">
      <w:start w:val="1"/>
      <w:numFmt w:val="lowerLetter"/>
      <w:lvlText w:val="%2."/>
      <w:lvlJc w:val="left"/>
      <w:pPr>
        <w:ind w:left="1146" w:hanging="360"/>
      </w:pPr>
    </w:lvl>
    <w:lvl w:ilvl="2" w:tplc="0809001B" w:tentative="1">
      <w:start w:val="1"/>
      <w:numFmt w:val="lowerRoman"/>
      <w:lvlText w:val="%3."/>
      <w:lvlJc w:val="right"/>
      <w:pPr>
        <w:ind w:left="1866" w:hanging="180"/>
      </w:pPr>
    </w:lvl>
    <w:lvl w:ilvl="3" w:tplc="0809000F" w:tentative="1">
      <w:start w:val="1"/>
      <w:numFmt w:val="decimal"/>
      <w:lvlText w:val="%4."/>
      <w:lvlJc w:val="left"/>
      <w:pPr>
        <w:ind w:left="2586" w:hanging="360"/>
      </w:pPr>
    </w:lvl>
    <w:lvl w:ilvl="4" w:tplc="08090019" w:tentative="1">
      <w:start w:val="1"/>
      <w:numFmt w:val="lowerLetter"/>
      <w:lvlText w:val="%5."/>
      <w:lvlJc w:val="left"/>
      <w:pPr>
        <w:ind w:left="3306" w:hanging="360"/>
      </w:pPr>
    </w:lvl>
    <w:lvl w:ilvl="5" w:tplc="0809001B" w:tentative="1">
      <w:start w:val="1"/>
      <w:numFmt w:val="lowerRoman"/>
      <w:lvlText w:val="%6."/>
      <w:lvlJc w:val="right"/>
      <w:pPr>
        <w:ind w:left="4026" w:hanging="180"/>
      </w:pPr>
    </w:lvl>
    <w:lvl w:ilvl="6" w:tplc="0809000F" w:tentative="1">
      <w:start w:val="1"/>
      <w:numFmt w:val="decimal"/>
      <w:lvlText w:val="%7."/>
      <w:lvlJc w:val="left"/>
      <w:pPr>
        <w:ind w:left="4746" w:hanging="360"/>
      </w:pPr>
    </w:lvl>
    <w:lvl w:ilvl="7" w:tplc="08090019" w:tentative="1">
      <w:start w:val="1"/>
      <w:numFmt w:val="lowerLetter"/>
      <w:lvlText w:val="%8."/>
      <w:lvlJc w:val="left"/>
      <w:pPr>
        <w:ind w:left="5466" w:hanging="360"/>
      </w:pPr>
    </w:lvl>
    <w:lvl w:ilvl="8" w:tplc="0809001B" w:tentative="1">
      <w:start w:val="1"/>
      <w:numFmt w:val="lowerRoman"/>
      <w:lvlText w:val="%9."/>
      <w:lvlJc w:val="right"/>
      <w:pPr>
        <w:ind w:left="6186" w:hanging="180"/>
      </w:pPr>
    </w:lvl>
  </w:abstractNum>
  <w:abstractNum w:abstractNumId="11" w15:restartNumberingAfterBreak="0">
    <w:nsid w:val="25BF3E46"/>
    <w:multiLevelType w:val="hybridMultilevel"/>
    <w:tmpl w:val="947856F8"/>
    <w:lvl w:ilvl="0" w:tplc="F9E09132">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262D334E"/>
    <w:multiLevelType w:val="hybridMultilevel"/>
    <w:tmpl w:val="EB50FB92"/>
    <w:lvl w:ilvl="0" w:tplc="70A852B8">
      <w:start w:val="1"/>
      <w:numFmt w:val="lowerRoman"/>
      <w:lvlText w:val="(%1)"/>
      <w:lvlJc w:val="left"/>
      <w:pPr>
        <w:ind w:left="7241" w:hanging="720"/>
      </w:pPr>
      <w:rPr>
        <w:rFonts w:hint="default"/>
      </w:rPr>
    </w:lvl>
    <w:lvl w:ilvl="1" w:tplc="08090019" w:tentative="1">
      <w:start w:val="1"/>
      <w:numFmt w:val="lowerLetter"/>
      <w:lvlText w:val="%2."/>
      <w:lvlJc w:val="left"/>
      <w:pPr>
        <w:ind w:left="7601" w:hanging="360"/>
      </w:pPr>
    </w:lvl>
    <w:lvl w:ilvl="2" w:tplc="0809001B" w:tentative="1">
      <w:start w:val="1"/>
      <w:numFmt w:val="lowerRoman"/>
      <w:lvlText w:val="%3."/>
      <w:lvlJc w:val="right"/>
      <w:pPr>
        <w:ind w:left="8321" w:hanging="180"/>
      </w:pPr>
    </w:lvl>
    <w:lvl w:ilvl="3" w:tplc="0809000F" w:tentative="1">
      <w:start w:val="1"/>
      <w:numFmt w:val="decimal"/>
      <w:lvlText w:val="%4."/>
      <w:lvlJc w:val="left"/>
      <w:pPr>
        <w:ind w:left="9041" w:hanging="360"/>
      </w:pPr>
    </w:lvl>
    <w:lvl w:ilvl="4" w:tplc="08090019" w:tentative="1">
      <w:start w:val="1"/>
      <w:numFmt w:val="lowerLetter"/>
      <w:lvlText w:val="%5."/>
      <w:lvlJc w:val="left"/>
      <w:pPr>
        <w:ind w:left="9761" w:hanging="360"/>
      </w:pPr>
    </w:lvl>
    <w:lvl w:ilvl="5" w:tplc="0809001B" w:tentative="1">
      <w:start w:val="1"/>
      <w:numFmt w:val="lowerRoman"/>
      <w:lvlText w:val="%6."/>
      <w:lvlJc w:val="right"/>
      <w:pPr>
        <w:ind w:left="10481" w:hanging="180"/>
      </w:pPr>
    </w:lvl>
    <w:lvl w:ilvl="6" w:tplc="0809000F" w:tentative="1">
      <w:start w:val="1"/>
      <w:numFmt w:val="decimal"/>
      <w:lvlText w:val="%7."/>
      <w:lvlJc w:val="left"/>
      <w:pPr>
        <w:ind w:left="11201" w:hanging="360"/>
      </w:pPr>
    </w:lvl>
    <w:lvl w:ilvl="7" w:tplc="08090019" w:tentative="1">
      <w:start w:val="1"/>
      <w:numFmt w:val="lowerLetter"/>
      <w:lvlText w:val="%8."/>
      <w:lvlJc w:val="left"/>
      <w:pPr>
        <w:ind w:left="11921" w:hanging="360"/>
      </w:pPr>
    </w:lvl>
    <w:lvl w:ilvl="8" w:tplc="0809001B" w:tentative="1">
      <w:start w:val="1"/>
      <w:numFmt w:val="lowerRoman"/>
      <w:lvlText w:val="%9."/>
      <w:lvlJc w:val="right"/>
      <w:pPr>
        <w:ind w:left="12641" w:hanging="180"/>
      </w:pPr>
    </w:lvl>
  </w:abstractNum>
  <w:abstractNum w:abstractNumId="13"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4"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5" w15:restartNumberingAfterBreak="0">
    <w:nsid w:val="40652C21"/>
    <w:multiLevelType w:val="hybridMultilevel"/>
    <w:tmpl w:val="34669E54"/>
    <w:lvl w:ilvl="0" w:tplc="99061A84">
      <w:start w:val="1"/>
      <w:numFmt w:val="lowerRoman"/>
      <w:lvlText w:val="(%1)"/>
      <w:lvlJc w:val="left"/>
      <w:pPr>
        <w:ind w:left="1854" w:hanging="360"/>
      </w:pPr>
      <w:rPr>
        <w:rFonts w:hint="default"/>
        <w:i w:val="0"/>
        <w:iCs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15:restartNumberingAfterBreak="0">
    <w:nsid w:val="43380B9B"/>
    <w:multiLevelType w:val="hybridMultilevel"/>
    <w:tmpl w:val="947856F8"/>
    <w:lvl w:ilvl="0" w:tplc="F9E09132">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45076DAB"/>
    <w:multiLevelType w:val="hybridMultilevel"/>
    <w:tmpl w:val="FDCE90BC"/>
    <w:lvl w:ilvl="0" w:tplc="F9E09132">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15:restartNumberingAfterBreak="0">
    <w:nsid w:val="48F1057C"/>
    <w:multiLevelType w:val="hybridMultilevel"/>
    <w:tmpl w:val="A0569960"/>
    <w:lvl w:ilvl="0" w:tplc="32FC7658">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49B43A18"/>
    <w:multiLevelType w:val="hybridMultilevel"/>
    <w:tmpl w:val="2C6A32DA"/>
    <w:lvl w:ilvl="0" w:tplc="C27C8F8A">
      <w:start w:val="1"/>
      <w:numFmt w:val="lowerLetter"/>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15:restartNumberingAfterBreak="0">
    <w:nsid w:val="4B2463C3"/>
    <w:multiLevelType w:val="hybridMultilevel"/>
    <w:tmpl w:val="947856F8"/>
    <w:lvl w:ilvl="0" w:tplc="F9E09132">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15:restartNumberingAfterBreak="0">
    <w:nsid w:val="504E0BF8"/>
    <w:multiLevelType w:val="hybridMultilevel"/>
    <w:tmpl w:val="B3BCE0D2"/>
    <w:lvl w:ilvl="0" w:tplc="7798957A">
      <w:start w:val="1"/>
      <w:numFmt w:val="lowerRoman"/>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22" w15:restartNumberingAfterBreak="0">
    <w:nsid w:val="513641E8"/>
    <w:multiLevelType w:val="hybridMultilevel"/>
    <w:tmpl w:val="AACC0428"/>
    <w:lvl w:ilvl="0" w:tplc="BF7EF6F4">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15:restartNumberingAfterBreak="0">
    <w:nsid w:val="51695D79"/>
    <w:multiLevelType w:val="hybridMultilevel"/>
    <w:tmpl w:val="947856F8"/>
    <w:lvl w:ilvl="0" w:tplc="F9E09132">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4" w15:restartNumberingAfterBreak="0">
    <w:nsid w:val="52A41635"/>
    <w:multiLevelType w:val="hybridMultilevel"/>
    <w:tmpl w:val="AAC02A98"/>
    <w:lvl w:ilvl="0" w:tplc="2648F108">
      <w:start w:val="1"/>
      <w:numFmt w:val="lowerRoman"/>
      <w:lvlText w:val="(%1)"/>
      <w:lvlJc w:val="left"/>
      <w:pPr>
        <w:ind w:left="1854" w:hanging="720"/>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5" w15:restartNumberingAfterBreak="0">
    <w:nsid w:val="63F34030"/>
    <w:multiLevelType w:val="hybridMultilevel"/>
    <w:tmpl w:val="B6742F28"/>
    <w:lvl w:ilvl="0" w:tplc="702242EC">
      <w:start w:val="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AE6415"/>
    <w:multiLevelType w:val="hybridMultilevel"/>
    <w:tmpl w:val="9A842246"/>
    <w:lvl w:ilvl="0" w:tplc="3D60E58A">
      <w:start w:val="1"/>
      <w:numFmt w:val="lowerRoman"/>
      <w:lvlText w:val="(%1)"/>
      <w:lvlJc w:val="left"/>
      <w:pPr>
        <w:ind w:left="780" w:hanging="720"/>
      </w:pPr>
      <w:rPr>
        <w:rFonts w:asciiTheme="majorBidi" w:eastAsia="Times New Roman" w:hAnsiTheme="majorBidi" w:cstheme="majorBidi"/>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8" w15:restartNumberingAfterBreak="0">
    <w:nsid w:val="6E6D0DDF"/>
    <w:multiLevelType w:val="hybridMultilevel"/>
    <w:tmpl w:val="7FAA0A9E"/>
    <w:lvl w:ilvl="0" w:tplc="1BBC75A4">
      <w:start w:val="1"/>
      <w:numFmt w:val="lowerRoman"/>
      <w:lvlText w:val="(%1)"/>
      <w:lvlJc w:val="left"/>
      <w:pPr>
        <w:ind w:left="1080" w:hanging="720"/>
      </w:pPr>
      <w:rPr>
        <w:rFonts w:asciiTheme="majorBidi" w:hAnsiTheme="majorBidi" w:cstheme="maj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4C1515D"/>
    <w:multiLevelType w:val="hybridMultilevel"/>
    <w:tmpl w:val="B3A8E754"/>
    <w:lvl w:ilvl="0" w:tplc="43A20E80">
      <w:start w:val="1"/>
      <w:numFmt w:val="lowerRoman"/>
      <w:lvlText w:val="(%1)"/>
      <w:lvlJc w:val="left"/>
      <w:pPr>
        <w:ind w:left="1854" w:hanging="720"/>
      </w:pPr>
      <w:rPr>
        <w:rFonts w:hint="default"/>
        <w:i w:val="0"/>
        <w:iCs/>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0" w15:restartNumberingAfterBreak="0">
    <w:nsid w:val="758E1168"/>
    <w:multiLevelType w:val="hybridMultilevel"/>
    <w:tmpl w:val="FAF2D502"/>
    <w:lvl w:ilvl="0" w:tplc="7798957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8A72B1"/>
    <w:multiLevelType w:val="hybridMultilevel"/>
    <w:tmpl w:val="F4D2C0D2"/>
    <w:lvl w:ilvl="0" w:tplc="79787506">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3" w15:restartNumberingAfterBreak="0">
    <w:nsid w:val="79CB40E1"/>
    <w:multiLevelType w:val="hybridMultilevel"/>
    <w:tmpl w:val="C7907BFA"/>
    <w:lvl w:ilvl="0" w:tplc="99061A84">
      <w:start w:val="1"/>
      <w:numFmt w:val="lowerRoman"/>
      <w:lvlText w:val="(%1)"/>
      <w:lvlJc w:val="left"/>
      <w:pPr>
        <w:ind w:left="1854" w:hanging="360"/>
      </w:pPr>
      <w:rPr>
        <w:rFonts w:hint="default"/>
        <w:i w:val="0"/>
        <w:iCs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4" w15:restartNumberingAfterBreak="0">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26"/>
  </w:num>
  <w:num w:numId="2">
    <w:abstractNumId w:val="31"/>
  </w:num>
  <w:num w:numId="3">
    <w:abstractNumId w:val="13"/>
  </w:num>
  <w:num w:numId="4">
    <w:abstractNumId w:val="34"/>
  </w:num>
  <w:num w:numId="5">
    <w:abstractNumId w:val="14"/>
  </w:num>
  <w:num w:numId="6">
    <w:abstractNumId w:val="0"/>
  </w:num>
  <w:num w:numId="7">
    <w:abstractNumId w:val="25"/>
  </w:num>
  <w:num w:numId="8">
    <w:abstractNumId w:val="33"/>
  </w:num>
  <w:num w:numId="9">
    <w:abstractNumId w:val="1"/>
  </w:num>
  <w:num w:numId="10">
    <w:abstractNumId w:val="9"/>
  </w:num>
  <w:num w:numId="11">
    <w:abstractNumId w:val="2"/>
  </w:num>
  <w:num w:numId="12">
    <w:abstractNumId w:val="15"/>
  </w:num>
  <w:num w:numId="13">
    <w:abstractNumId w:val="32"/>
  </w:num>
  <w:num w:numId="14">
    <w:abstractNumId w:val="28"/>
  </w:num>
  <w:num w:numId="15">
    <w:abstractNumId w:val="10"/>
  </w:num>
  <w:num w:numId="16">
    <w:abstractNumId w:val="27"/>
  </w:num>
  <w:num w:numId="17">
    <w:abstractNumId w:val="30"/>
  </w:num>
  <w:num w:numId="18">
    <w:abstractNumId w:val="24"/>
  </w:num>
  <w:num w:numId="19">
    <w:abstractNumId w:val="3"/>
  </w:num>
  <w:num w:numId="20">
    <w:abstractNumId w:val="21"/>
  </w:num>
  <w:num w:numId="21">
    <w:abstractNumId w:val="8"/>
  </w:num>
  <w:num w:numId="22">
    <w:abstractNumId w:val="18"/>
  </w:num>
  <w:num w:numId="23">
    <w:abstractNumId w:val="22"/>
  </w:num>
  <w:num w:numId="24">
    <w:abstractNumId w:val="4"/>
  </w:num>
  <w:num w:numId="25">
    <w:abstractNumId w:val="5"/>
  </w:num>
  <w:num w:numId="26">
    <w:abstractNumId w:val="11"/>
  </w:num>
  <w:num w:numId="27">
    <w:abstractNumId w:val="20"/>
  </w:num>
  <w:num w:numId="28">
    <w:abstractNumId w:val="29"/>
  </w:num>
  <w:num w:numId="29">
    <w:abstractNumId w:val="6"/>
  </w:num>
  <w:num w:numId="30">
    <w:abstractNumId w:val="16"/>
  </w:num>
  <w:num w:numId="31">
    <w:abstractNumId w:val="23"/>
  </w:num>
  <w:num w:numId="32">
    <w:abstractNumId w:val="12"/>
  </w:num>
  <w:num w:numId="33">
    <w:abstractNumId w:val="7"/>
  </w:num>
  <w:num w:numId="34">
    <w:abstractNumId w:val="17"/>
  </w:num>
  <w:num w:numId="35">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activeWritingStyle w:appName="MSWord" w:lang="fr-CH"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438"/>
    <w:rsid w:val="00002395"/>
    <w:rsid w:val="000026D6"/>
    <w:rsid w:val="00002A7D"/>
    <w:rsid w:val="00003048"/>
    <w:rsid w:val="000034A6"/>
    <w:rsid w:val="000038A8"/>
    <w:rsid w:val="000039CB"/>
    <w:rsid w:val="00005BC7"/>
    <w:rsid w:val="00006790"/>
    <w:rsid w:val="0000757C"/>
    <w:rsid w:val="000121AF"/>
    <w:rsid w:val="00012AE1"/>
    <w:rsid w:val="00014953"/>
    <w:rsid w:val="0002016C"/>
    <w:rsid w:val="00020995"/>
    <w:rsid w:val="00020BD5"/>
    <w:rsid w:val="0002139B"/>
    <w:rsid w:val="0002180C"/>
    <w:rsid w:val="000219E9"/>
    <w:rsid w:val="000228AA"/>
    <w:rsid w:val="00025632"/>
    <w:rsid w:val="0002599D"/>
    <w:rsid w:val="00027624"/>
    <w:rsid w:val="00032A06"/>
    <w:rsid w:val="00033BD7"/>
    <w:rsid w:val="000347E2"/>
    <w:rsid w:val="00034B12"/>
    <w:rsid w:val="00035A1A"/>
    <w:rsid w:val="000372A0"/>
    <w:rsid w:val="00037C23"/>
    <w:rsid w:val="00037F89"/>
    <w:rsid w:val="0004026C"/>
    <w:rsid w:val="00040AC0"/>
    <w:rsid w:val="000419E0"/>
    <w:rsid w:val="00045A82"/>
    <w:rsid w:val="00045BDB"/>
    <w:rsid w:val="00045FDA"/>
    <w:rsid w:val="000473E3"/>
    <w:rsid w:val="00050F6B"/>
    <w:rsid w:val="0005197C"/>
    <w:rsid w:val="00057C21"/>
    <w:rsid w:val="00063053"/>
    <w:rsid w:val="0006493D"/>
    <w:rsid w:val="00064C11"/>
    <w:rsid w:val="000661D9"/>
    <w:rsid w:val="000677EE"/>
    <w:rsid w:val="000678CD"/>
    <w:rsid w:val="000716AB"/>
    <w:rsid w:val="00072C8C"/>
    <w:rsid w:val="00073BB1"/>
    <w:rsid w:val="00081CE0"/>
    <w:rsid w:val="00081DE8"/>
    <w:rsid w:val="00082AF6"/>
    <w:rsid w:val="000837D5"/>
    <w:rsid w:val="00083A91"/>
    <w:rsid w:val="00084110"/>
    <w:rsid w:val="00084133"/>
    <w:rsid w:val="00084877"/>
    <w:rsid w:val="00084D30"/>
    <w:rsid w:val="000850E3"/>
    <w:rsid w:val="00087709"/>
    <w:rsid w:val="00087C44"/>
    <w:rsid w:val="00090320"/>
    <w:rsid w:val="00090778"/>
    <w:rsid w:val="00090FD4"/>
    <w:rsid w:val="00092C92"/>
    <w:rsid w:val="000931C0"/>
    <w:rsid w:val="000932FD"/>
    <w:rsid w:val="00093BC5"/>
    <w:rsid w:val="0009415D"/>
    <w:rsid w:val="000956D2"/>
    <w:rsid w:val="00095FB5"/>
    <w:rsid w:val="0009624A"/>
    <w:rsid w:val="000965B8"/>
    <w:rsid w:val="000972B6"/>
    <w:rsid w:val="00097D6A"/>
    <w:rsid w:val="000A0724"/>
    <w:rsid w:val="000A2E09"/>
    <w:rsid w:val="000A5284"/>
    <w:rsid w:val="000A7211"/>
    <w:rsid w:val="000B0D35"/>
    <w:rsid w:val="000B175B"/>
    <w:rsid w:val="000B2CF6"/>
    <w:rsid w:val="000B30F0"/>
    <w:rsid w:val="000B3A0F"/>
    <w:rsid w:val="000B49BD"/>
    <w:rsid w:val="000B57A1"/>
    <w:rsid w:val="000B6FC7"/>
    <w:rsid w:val="000B7DF9"/>
    <w:rsid w:val="000C2EEB"/>
    <w:rsid w:val="000C486C"/>
    <w:rsid w:val="000C56D9"/>
    <w:rsid w:val="000C6171"/>
    <w:rsid w:val="000C67F2"/>
    <w:rsid w:val="000C6D9C"/>
    <w:rsid w:val="000C74DB"/>
    <w:rsid w:val="000D0138"/>
    <w:rsid w:val="000D0562"/>
    <w:rsid w:val="000D1BB1"/>
    <w:rsid w:val="000D2A63"/>
    <w:rsid w:val="000D301E"/>
    <w:rsid w:val="000D4AC1"/>
    <w:rsid w:val="000D5C00"/>
    <w:rsid w:val="000D6B3B"/>
    <w:rsid w:val="000E0415"/>
    <w:rsid w:val="000E0639"/>
    <w:rsid w:val="000E0876"/>
    <w:rsid w:val="000E1E02"/>
    <w:rsid w:val="000E217A"/>
    <w:rsid w:val="000E2B37"/>
    <w:rsid w:val="000E35AE"/>
    <w:rsid w:val="000E3E58"/>
    <w:rsid w:val="000E46F4"/>
    <w:rsid w:val="000E57E2"/>
    <w:rsid w:val="000E644F"/>
    <w:rsid w:val="000E6A51"/>
    <w:rsid w:val="000F1320"/>
    <w:rsid w:val="000F1471"/>
    <w:rsid w:val="000F2928"/>
    <w:rsid w:val="000F3EA9"/>
    <w:rsid w:val="000F3FFB"/>
    <w:rsid w:val="000F5EB7"/>
    <w:rsid w:val="000F7424"/>
    <w:rsid w:val="000F7715"/>
    <w:rsid w:val="000F7EE6"/>
    <w:rsid w:val="00100D39"/>
    <w:rsid w:val="001019CD"/>
    <w:rsid w:val="001023FD"/>
    <w:rsid w:val="001043E1"/>
    <w:rsid w:val="001053B2"/>
    <w:rsid w:val="00106A5E"/>
    <w:rsid w:val="00106BCC"/>
    <w:rsid w:val="00106E67"/>
    <w:rsid w:val="00107518"/>
    <w:rsid w:val="00110BFF"/>
    <w:rsid w:val="0011388E"/>
    <w:rsid w:val="001142DB"/>
    <w:rsid w:val="00114640"/>
    <w:rsid w:val="0011774E"/>
    <w:rsid w:val="00117D61"/>
    <w:rsid w:val="00122267"/>
    <w:rsid w:val="0012521C"/>
    <w:rsid w:val="0012577E"/>
    <w:rsid w:val="00126073"/>
    <w:rsid w:val="001267AC"/>
    <w:rsid w:val="0013477A"/>
    <w:rsid w:val="00134ED8"/>
    <w:rsid w:val="001350EB"/>
    <w:rsid w:val="001358B6"/>
    <w:rsid w:val="00135B12"/>
    <w:rsid w:val="00135C9A"/>
    <w:rsid w:val="001362FC"/>
    <w:rsid w:val="00136312"/>
    <w:rsid w:val="00136659"/>
    <w:rsid w:val="00137DAF"/>
    <w:rsid w:val="001408AC"/>
    <w:rsid w:val="00142B52"/>
    <w:rsid w:val="00143A23"/>
    <w:rsid w:val="00143E78"/>
    <w:rsid w:val="001442DD"/>
    <w:rsid w:val="001463C7"/>
    <w:rsid w:val="001465A1"/>
    <w:rsid w:val="00151116"/>
    <w:rsid w:val="00152558"/>
    <w:rsid w:val="001527FE"/>
    <w:rsid w:val="00153915"/>
    <w:rsid w:val="00153AB8"/>
    <w:rsid w:val="00153E7E"/>
    <w:rsid w:val="00156B99"/>
    <w:rsid w:val="00160570"/>
    <w:rsid w:val="001606BE"/>
    <w:rsid w:val="00160A70"/>
    <w:rsid w:val="0016170E"/>
    <w:rsid w:val="00162CB5"/>
    <w:rsid w:val="00162CE5"/>
    <w:rsid w:val="00166124"/>
    <w:rsid w:val="0016722E"/>
    <w:rsid w:val="00167FEB"/>
    <w:rsid w:val="001701BC"/>
    <w:rsid w:val="00170E81"/>
    <w:rsid w:val="00171135"/>
    <w:rsid w:val="001713B0"/>
    <w:rsid w:val="00172C8C"/>
    <w:rsid w:val="00173067"/>
    <w:rsid w:val="00174279"/>
    <w:rsid w:val="00177F7F"/>
    <w:rsid w:val="00180CBC"/>
    <w:rsid w:val="00181211"/>
    <w:rsid w:val="00183261"/>
    <w:rsid w:val="00183736"/>
    <w:rsid w:val="00183760"/>
    <w:rsid w:val="00184242"/>
    <w:rsid w:val="00184DDA"/>
    <w:rsid w:val="00185337"/>
    <w:rsid w:val="00185669"/>
    <w:rsid w:val="00185D13"/>
    <w:rsid w:val="00186A57"/>
    <w:rsid w:val="00186EFA"/>
    <w:rsid w:val="001900CD"/>
    <w:rsid w:val="00192481"/>
    <w:rsid w:val="0019325E"/>
    <w:rsid w:val="001958B1"/>
    <w:rsid w:val="001960EE"/>
    <w:rsid w:val="0019612A"/>
    <w:rsid w:val="00196B18"/>
    <w:rsid w:val="00196FEC"/>
    <w:rsid w:val="001A0452"/>
    <w:rsid w:val="001A4BDB"/>
    <w:rsid w:val="001A53C6"/>
    <w:rsid w:val="001A5A8A"/>
    <w:rsid w:val="001A6092"/>
    <w:rsid w:val="001A67AB"/>
    <w:rsid w:val="001A733B"/>
    <w:rsid w:val="001B14C6"/>
    <w:rsid w:val="001B2B5F"/>
    <w:rsid w:val="001B4B04"/>
    <w:rsid w:val="001B4B47"/>
    <w:rsid w:val="001B5875"/>
    <w:rsid w:val="001C1C62"/>
    <w:rsid w:val="001C2107"/>
    <w:rsid w:val="001C3D10"/>
    <w:rsid w:val="001C4B9C"/>
    <w:rsid w:val="001C5B16"/>
    <w:rsid w:val="001C6663"/>
    <w:rsid w:val="001C6B37"/>
    <w:rsid w:val="001C7610"/>
    <w:rsid w:val="001C7661"/>
    <w:rsid w:val="001C7895"/>
    <w:rsid w:val="001D257D"/>
    <w:rsid w:val="001D26DF"/>
    <w:rsid w:val="001D4DC0"/>
    <w:rsid w:val="001D60DE"/>
    <w:rsid w:val="001D63B4"/>
    <w:rsid w:val="001D7368"/>
    <w:rsid w:val="001E1300"/>
    <w:rsid w:val="001E1E9F"/>
    <w:rsid w:val="001E2CDA"/>
    <w:rsid w:val="001E5EAC"/>
    <w:rsid w:val="001E6D9D"/>
    <w:rsid w:val="001E7303"/>
    <w:rsid w:val="001F00CF"/>
    <w:rsid w:val="001F1599"/>
    <w:rsid w:val="001F19C4"/>
    <w:rsid w:val="001F2441"/>
    <w:rsid w:val="001F3411"/>
    <w:rsid w:val="001F35E4"/>
    <w:rsid w:val="001F3A8F"/>
    <w:rsid w:val="001F7C5B"/>
    <w:rsid w:val="002000DF"/>
    <w:rsid w:val="0020033B"/>
    <w:rsid w:val="0020076F"/>
    <w:rsid w:val="00200D57"/>
    <w:rsid w:val="0020299F"/>
    <w:rsid w:val="00202A13"/>
    <w:rsid w:val="00202FB0"/>
    <w:rsid w:val="0020373C"/>
    <w:rsid w:val="0020398A"/>
    <w:rsid w:val="002043F0"/>
    <w:rsid w:val="00204CC7"/>
    <w:rsid w:val="002051F7"/>
    <w:rsid w:val="00205392"/>
    <w:rsid w:val="00205AB1"/>
    <w:rsid w:val="002066EB"/>
    <w:rsid w:val="00206930"/>
    <w:rsid w:val="00206DB0"/>
    <w:rsid w:val="0020714C"/>
    <w:rsid w:val="00207E67"/>
    <w:rsid w:val="00211E0B"/>
    <w:rsid w:val="0021346E"/>
    <w:rsid w:val="0021402F"/>
    <w:rsid w:val="0021448D"/>
    <w:rsid w:val="00214883"/>
    <w:rsid w:val="002149BD"/>
    <w:rsid w:val="0021674F"/>
    <w:rsid w:val="002201DC"/>
    <w:rsid w:val="00220B0E"/>
    <w:rsid w:val="00221661"/>
    <w:rsid w:val="002217CB"/>
    <w:rsid w:val="00221D6C"/>
    <w:rsid w:val="00226722"/>
    <w:rsid w:val="002307F2"/>
    <w:rsid w:val="00230CF5"/>
    <w:rsid w:val="00232575"/>
    <w:rsid w:val="00233849"/>
    <w:rsid w:val="00234A44"/>
    <w:rsid w:val="00235C48"/>
    <w:rsid w:val="00235E53"/>
    <w:rsid w:val="00236304"/>
    <w:rsid w:val="002404BA"/>
    <w:rsid w:val="00240F20"/>
    <w:rsid w:val="002422A0"/>
    <w:rsid w:val="002429FB"/>
    <w:rsid w:val="00242C15"/>
    <w:rsid w:val="00244CEE"/>
    <w:rsid w:val="00245100"/>
    <w:rsid w:val="00246F3C"/>
    <w:rsid w:val="00247258"/>
    <w:rsid w:val="00247EAA"/>
    <w:rsid w:val="00252CF2"/>
    <w:rsid w:val="0025377A"/>
    <w:rsid w:val="00256134"/>
    <w:rsid w:val="00256586"/>
    <w:rsid w:val="00257CAC"/>
    <w:rsid w:val="0026046E"/>
    <w:rsid w:val="002610C8"/>
    <w:rsid w:val="00261426"/>
    <w:rsid w:val="00261CBF"/>
    <w:rsid w:val="00262DEE"/>
    <w:rsid w:val="002641FD"/>
    <w:rsid w:val="0026422B"/>
    <w:rsid w:val="00266164"/>
    <w:rsid w:val="00266BB7"/>
    <w:rsid w:val="00271C40"/>
    <w:rsid w:val="00271E43"/>
    <w:rsid w:val="0027237A"/>
    <w:rsid w:val="002740A4"/>
    <w:rsid w:val="00274E1B"/>
    <w:rsid w:val="00275C5D"/>
    <w:rsid w:val="0027600A"/>
    <w:rsid w:val="00276AA1"/>
    <w:rsid w:val="00277063"/>
    <w:rsid w:val="002770C7"/>
    <w:rsid w:val="00277514"/>
    <w:rsid w:val="00280C41"/>
    <w:rsid w:val="0028610E"/>
    <w:rsid w:val="00287A66"/>
    <w:rsid w:val="002911D1"/>
    <w:rsid w:val="002922AA"/>
    <w:rsid w:val="00292519"/>
    <w:rsid w:val="00293832"/>
    <w:rsid w:val="00293B6C"/>
    <w:rsid w:val="002974E9"/>
    <w:rsid w:val="002A0D2E"/>
    <w:rsid w:val="002A2580"/>
    <w:rsid w:val="002A5491"/>
    <w:rsid w:val="002A679F"/>
    <w:rsid w:val="002A6FF6"/>
    <w:rsid w:val="002A7F94"/>
    <w:rsid w:val="002B09C1"/>
    <w:rsid w:val="002B109A"/>
    <w:rsid w:val="002B1E1E"/>
    <w:rsid w:val="002B45C8"/>
    <w:rsid w:val="002B540E"/>
    <w:rsid w:val="002B5415"/>
    <w:rsid w:val="002B6144"/>
    <w:rsid w:val="002B626B"/>
    <w:rsid w:val="002B6318"/>
    <w:rsid w:val="002C0EF3"/>
    <w:rsid w:val="002C1F50"/>
    <w:rsid w:val="002C38E4"/>
    <w:rsid w:val="002C57D3"/>
    <w:rsid w:val="002C5969"/>
    <w:rsid w:val="002C5EDD"/>
    <w:rsid w:val="002C6D45"/>
    <w:rsid w:val="002D08F5"/>
    <w:rsid w:val="002D098E"/>
    <w:rsid w:val="002D2A83"/>
    <w:rsid w:val="002D37EB"/>
    <w:rsid w:val="002D5CD5"/>
    <w:rsid w:val="002D6E53"/>
    <w:rsid w:val="002E0450"/>
    <w:rsid w:val="002E4085"/>
    <w:rsid w:val="002E4BDD"/>
    <w:rsid w:val="002E4DFA"/>
    <w:rsid w:val="002E59FD"/>
    <w:rsid w:val="002E5ABE"/>
    <w:rsid w:val="002E6ED1"/>
    <w:rsid w:val="002E790B"/>
    <w:rsid w:val="002F046D"/>
    <w:rsid w:val="002F1C4E"/>
    <w:rsid w:val="002F2511"/>
    <w:rsid w:val="002F2F38"/>
    <w:rsid w:val="002F3671"/>
    <w:rsid w:val="002F4373"/>
    <w:rsid w:val="002F4C19"/>
    <w:rsid w:val="002F511C"/>
    <w:rsid w:val="002F529E"/>
    <w:rsid w:val="002F564B"/>
    <w:rsid w:val="002F5D2D"/>
    <w:rsid w:val="002F5F1D"/>
    <w:rsid w:val="002F634A"/>
    <w:rsid w:val="002F76D3"/>
    <w:rsid w:val="00300406"/>
    <w:rsid w:val="003011E9"/>
    <w:rsid w:val="00301764"/>
    <w:rsid w:val="00302905"/>
    <w:rsid w:val="0030597D"/>
    <w:rsid w:val="0031357D"/>
    <w:rsid w:val="00313959"/>
    <w:rsid w:val="00313D69"/>
    <w:rsid w:val="003141CD"/>
    <w:rsid w:val="00314603"/>
    <w:rsid w:val="00316AFC"/>
    <w:rsid w:val="00317266"/>
    <w:rsid w:val="003225C4"/>
    <w:rsid w:val="003229D8"/>
    <w:rsid w:val="00323CBB"/>
    <w:rsid w:val="0032448A"/>
    <w:rsid w:val="00325DEE"/>
    <w:rsid w:val="00334F94"/>
    <w:rsid w:val="00336C97"/>
    <w:rsid w:val="00337250"/>
    <w:rsid w:val="0033793E"/>
    <w:rsid w:val="00337F88"/>
    <w:rsid w:val="0034079E"/>
    <w:rsid w:val="00342432"/>
    <w:rsid w:val="00344217"/>
    <w:rsid w:val="0034576E"/>
    <w:rsid w:val="00346D11"/>
    <w:rsid w:val="00346EEC"/>
    <w:rsid w:val="0035041F"/>
    <w:rsid w:val="0035124C"/>
    <w:rsid w:val="003515E8"/>
    <w:rsid w:val="00351B0D"/>
    <w:rsid w:val="00352224"/>
    <w:rsid w:val="0035223F"/>
    <w:rsid w:val="00352D4B"/>
    <w:rsid w:val="00353623"/>
    <w:rsid w:val="00354493"/>
    <w:rsid w:val="00354A39"/>
    <w:rsid w:val="0035575C"/>
    <w:rsid w:val="0035638C"/>
    <w:rsid w:val="003572E7"/>
    <w:rsid w:val="00360204"/>
    <w:rsid w:val="00361BEB"/>
    <w:rsid w:val="00361DFF"/>
    <w:rsid w:val="00362398"/>
    <w:rsid w:val="003626F2"/>
    <w:rsid w:val="003633F1"/>
    <w:rsid w:val="00365B58"/>
    <w:rsid w:val="0036610A"/>
    <w:rsid w:val="003701C6"/>
    <w:rsid w:val="00375D6B"/>
    <w:rsid w:val="003764A0"/>
    <w:rsid w:val="00380117"/>
    <w:rsid w:val="00380775"/>
    <w:rsid w:val="003836E6"/>
    <w:rsid w:val="00383763"/>
    <w:rsid w:val="003838F0"/>
    <w:rsid w:val="0038437D"/>
    <w:rsid w:val="00385AF5"/>
    <w:rsid w:val="00385F2A"/>
    <w:rsid w:val="003864BA"/>
    <w:rsid w:val="00386DF8"/>
    <w:rsid w:val="003901AF"/>
    <w:rsid w:val="00392C5C"/>
    <w:rsid w:val="003933E8"/>
    <w:rsid w:val="003952C2"/>
    <w:rsid w:val="003959DF"/>
    <w:rsid w:val="003965ED"/>
    <w:rsid w:val="003A016F"/>
    <w:rsid w:val="003A2772"/>
    <w:rsid w:val="003A2904"/>
    <w:rsid w:val="003A3A37"/>
    <w:rsid w:val="003A458A"/>
    <w:rsid w:val="003A46BB"/>
    <w:rsid w:val="003A4AD9"/>
    <w:rsid w:val="003A4EC7"/>
    <w:rsid w:val="003A5E40"/>
    <w:rsid w:val="003A7295"/>
    <w:rsid w:val="003B03C1"/>
    <w:rsid w:val="003B044F"/>
    <w:rsid w:val="003B132F"/>
    <w:rsid w:val="003B1F60"/>
    <w:rsid w:val="003B224B"/>
    <w:rsid w:val="003B257E"/>
    <w:rsid w:val="003B45E0"/>
    <w:rsid w:val="003C033D"/>
    <w:rsid w:val="003C0800"/>
    <w:rsid w:val="003C2CC4"/>
    <w:rsid w:val="003C31F9"/>
    <w:rsid w:val="003C3573"/>
    <w:rsid w:val="003C543E"/>
    <w:rsid w:val="003C69A2"/>
    <w:rsid w:val="003C74C8"/>
    <w:rsid w:val="003D0FB4"/>
    <w:rsid w:val="003D140E"/>
    <w:rsid w:val="003D14B3"/>
    <w:rsid w:val="003D30F1"/>
    <w:rsid w:val="003D4558"/>
    <w:rsid w:val="003D4950"/>
    <w:rsid w:val="003D4B23"/>
    <w:rsid w:val="003D5264"/>
    <w:rsid w:val="003D75B7"/>
    <w:rsid w:val="003D7DB7"/>
    <w:rsid w:val="003E278A"/>
    <w:rsid w:val="003E3125"/>
    <w:rsid w:val="003E442F"/>
    <w:rsid w:val="003E69D9"/>
    <w:rsid w:val="003F0116"/>
    <w:rsid w:val="003F39F3"/>
    <w:rsid w:val="003F3EA4"/>
    <w:rsid w:val="003F6EF9"/>
    <w:rsid w:val="004006E9"/>
    <w:rsid w:val="004027BE"/>
    <w:rsid w:val="0040395D"/>
    <w:rsid w:val="00403976"/>
    <w:rsid w:val="00404258"/>
    <w:rsid w:val="00404C1A"/>
    <w:rsid w:val="004050C8"/>
    <w:rsid w:val="0040583D"/>
    <w:rsid w:val="00405B23"/>
    <w:rsid w:val="00410702"/>
    <w:rsid w:val="00411D41"/>
    <w:rsid w:val="00413520"/>
    <w:rsid w:val="0041454E"/>
    <w:rsid w:val="004147EB"/>
    <w:rsid w:val="004153AE"/>
    <w:rsid w:val="0041646F"/>
    <w:rsid w:val="00416BFD"/>
    <w:rsid w:val="00417283"/>
    <w:rsid w:val="00420AE4"/>
    <w:rsid w:val="0042273B"/>
    <w:rsid w:val="00423059"/>
    <w:rsid w:val="004241AB"/>
    <w:rsid w:val="004259C7"/>
    <w:rsid w:val="0042653E"/>
    <w:rsid w:val="004277E1"/>
    <w:rsid w:val="00432474"/>
    <w:rsid w:val="004325CB"/>
    <w:rsid w:val="00433FD5"/>
    <w:rsid w:val="004356FE"/>
    <w:rsid w:val="004405C6"/>
    <w:rsid w:val="00440A07"/>
    <w:rsid w:val="004413C5"/>
    <w:rsid w:val="004465F5"/>
    <w:rsid w:val="004470C1"/>
    <w:rsid w:val="00451DD8"/>
    <w:rsid w:val="00453691"/>
    <w:rsid w:val="00453EAD"/>
    <w:rsid w:val="00454D14"/>
    <w:rsid w:val="00454D6C"/>
    <w:rsid w:val="004554AA"/>
    <w:rsid w:val="004561AA"/>
    <w:rsid w:val="00456BBC"/>
    <w:rsid w:val="0046102E"/>
    <w:rsid w:val="00461CF4"/>
    <w:rsid w:val="00461D26"/>
    <w:rsid w:val="00462880"/>
    <w:rsid w:val="004636B6"/>
    <w:rsid w:val="0046490A"/>
    <w:rsid w:val="00473985"/>
    <w:rsid w:val="00475BCA"/>
    <w:rsid w:val="00476F24"/>
    <w:rsid w:val="004813F4"/>
    <w:rsid w:val="00482D2F"/>
    <w:rsid w:val="00482F3D"/>
    <w:rsid w:val="0048366A"/>
    <w:rsid w:val="0048442A"/>
    <w:rsid w:val="00486466"/>
    <w:rsid w:val="0048687E"/>
    <w:rsid w:val="00490C2F"/>
    <w:rsid w:val="00491022"/>
    <w:rsid w:val="00493F98"/>
    <w:rsid w:val="00494DB2"/>
    <w:rsid w:val="00494FD8"/>
    <w:rsid w:val="00494FE0"/>
    <w:rsid w:val="00495EB9"/>
    <w:rsid w:val="004962BC"/>
    <w:rsid w:val="00497791"/>
    <w:rsid w:val="004A0A3E"/>
    <w:rsid w:val="004A2261"/>
    <w:rsid w:val="004A40DE"/>
    <w:rsid w:val="004A439F"/>
    <w:rsid w:val="004A739F"/>
    <w:rsid w:val="004B13F0"/>
    <w:rsid w:val="004B16B6"/>
    <w:rsid w:val="004B4070"/>
    <w:rsid w:val="004B7206"/>
    <w:rsid w:val="004B72C1"/>
    <w:rsid w:val="004B7BAD"/>
    <w:rsid w:val="004C091B"/>
    <w:rsid w:val="004C1A2B"/>
    <w:rsid w:val="004C27D8"/>
    <w:rsid w:val="004C4CA9"/>
    <w:rsid w:val="004C55B0"/>
    <w:rsid w:val="004C66F7"/>
    <w:rsid w:val="004C784B"/>
    <w:rsid w:val="004C7EF9"/>
    <w:rsid w:val="004D01C4"/>
    <w:rsid w:val="004D1A7B"/>
    <w:rsid w:val="004D5FEE"/>
    <w:rsid w:val="004D63D3"/>
    <w:rsid w:val="004E01AD"/>
    <w:rsid w:val="004E12A7"/>
    <w:rsid w:val="004E1D32"/>
    <w:rsid w:val="004E2018"/>
    <w:rsid w:val="004E2E31"/>
    <w:rsid w:val="004E2F99"/>
    <w:rsid w:val="004E40B8"/>
    <w:rsid w:val="004E6847"/>
    <w:rsid w:val="004F0B57"/>
    <w:rsid w:val="004F47E6"/>
    <w:rsid w:val="004F4949"/>
    <w:rsid w:val="004F4B04"/>
    <w:rsid w:val="004F6BA0"/>
    <w:rsid w:val="00500212"/>
    <w:rsid w:val="0050169B"/>
    <w:rsid w:val="00503BEA"/>
    <w:rsid w:val="005048CD"/>
    <w:rsid w:val="00507416"/>
    <w:rsid w:val="00507DB9"/>
    <w:rsid w:val="00507EDD"/>
    <w:rsid w:val="00507FD2"/>
    <w:rsid w:val="00510519"/>
    <w:rsid w:val="0051095B"/>
    <w:rsid w:val="00511746"/>
    <w:rsid w:val="00511975"/>
    <w:rsid w:val="005122E0"/>
    <w:rsid w:val="005125B0"/>
    <w:rsid w:val="005135AD"/>
    <w:rsid w:val="00515987"/>
    <w:rsid w:val="005165BC"/>
    <w:rsid w:val="005169A9"/>
    <w:rsid w:val="00516FDA"/>
    <w:rsid w:val="005208FB"/>
    <w:rsid w:val="00522067"/>
    <w:rsid w:val="005236F2"/>
    <w:rsid w:val="00523FAA"/>
    <w:rsid w:val="00524923"/>
    <w:rsid w:val="005258AC"/>
    <w:rsid w:val="005271D3"/>
    <w:rsid w:val="00532CC8"/>
    <w:rsid w:val="00532D8F"/>
    <w:rsid w:val="00533616"/>
    <w:rsid w:val="00533840"/>
    <w:rsid w:val="005341D9"/>
    <w:rsid w:val="00535960"/>
    <w:rsid w:val="00535ABA"/>
    <w:rsid w:val="0053768B"/>
    <w:rsid w:val="00540851"/>
    <w:rsid w:val="00540C09"/>
    <w:rsid w:val="00541B85"/>
    <w:rsid w:val="005420F2"/>
    <w:rsid w:val="0054285C"/>
    <w:rsid w:val="00543A78"/>
    <w:rsid w:val="00544732"/>
    <w:rsid w:val="00544972"/>
    <w:rsid w:val="00545343"/>
    <w:rsid w:val="005474D6"/>
    <w:rsid w:val="00547B9E"/>
    <w:rsid w:val="0055063A"/>
    <w:rsid w:val="005506FE"/>
    <w:rsid w:val="00550863"/>
    <w:rsid w:val="00551E46"/>
    <w:rsid w:val="00554B0A"/>
    <w:rsid w:val="005558FF"/>
    <w:rsid w:val="00556EBD"/>
    <w:rsid w:val="00557E15"/>
    <w:rsid w:val="005614FE"/>
    <w:rsid w:val="00564B64"/>
    <w:rsid w:val="00564D4B"/>
    <w:rsid w:val="005654B6"/>
    <w:rsid w:val="00565EC2"/>
    <w:rsid w:val="00570BD6"/>
    <w:rsid w:val="005716B5"/>
    <w:rsid w:val="00573F67"/>
    <w:rsid w:val="00575497"/>
    <w:rsid w:val="00576648"/>
    <w:rsid w:val="00576993"/>
    <w:rsid w:val="0058099D"/>
    <w:rsid w:val="00580A3C"/>
    <w:rsid w:val="00582112"/>
    <w:rsid w:val="00583CEB"/>
    <w:rsid w:val="00583EE9"/>
    <w:rsid w:val="00584173"/>
    <w:rsid w:val="005868EC"/>
    <w:rsid w:val="00587A32"/>
    <w:rsid w:val="00587F49"/>
    <w:rsid w:val="005909A7"/>
    <w:rsid w:val="00594F6D"/>
    <w:rsid w:val="00595520"/>
    <w:rsid w:val="00595E77"/>
    <w:rsid w:val="00596568"/>
    <w:rsid w:val="005976FC"/>
    <w:rsid w:val="005A0697"/>
    <w:rsid w:val="005A44B9"/>
    <w:rsid w:val="005A7597"/>
    <w:rsid w:val="005B1937"/>
    <w:rsid w:val="005B1A6B"/>
    <w:rsid w:val="005B1BA0"/>
    <w:rsid w:val="005B290E"/>
    <w:rsid w:val="005B3DB3"/>
    <w:rsid w:val="005B4796"/>
    <w:rsid w:val="005B4F9F"/>
    <w:rsid w:val="005B555A"/>
    <w:rsid w:val="005B735A"/>
    <w:rsid w:val="005B7457"/>
    <w:rsid w:val="005C070E"/>
    <w:rsid w:val="005C108C"/>
    <w:rsid w:val="005C1586"/>
    <w:rsid w:val="005C51DE"/>
    <w:rsid w:val="005C63B4"/>
    <w:rsid w:val="005C6FD2"/>
    <w:rsid w:val="005C7BDD"/>
    <w:rsid w:val="005D09CB"/>
    <w:rsid w:val="005D15CA"/>
    <w:rsid w:val="005D1727"/>
    <w:rsid w:val="005D2F7A"/>
    <w:rsid w:val="005D3DE6"/>
    <w:rsid w:val="005D433D"/>
    <w:rsid w:val="005D481A"/>
    <w:rsid w:val="005D5F21"/>
    <w:rsid w:val="005D7285"/>
    <w:rsid w:val="005E0D06"/>
    <w:rsid w:val="005E1DD0"/>
    <w:rsid w:val="005E2E61"/>
    <w:rsid w:val="005E31E3"/>
    <w:rsid w:val="005E3934"/>
    <w:rsid w:val="005E46C4"/>
    <w:rsid w:val="005E73A5"/>
    <w:rsid w:val="005F07DE"/>
    <w:rsid w:val="005F25ED"/>
    <w:rsid w:val="005F2CDF"/>
    <w:rsid w:val="005F3066"/>
    <w:rsid w:val="005F3E61"/>
    <w:rsid w:val="005F3E76"/>
    <w:rsid w:val="005F72E6"/>
    <w:rsid w:val="005F73AD"/>
    <w:rsid w:val="005F7809"/>
    <w:rsid w:val="006033CF"/>
    <w:rsid w:val="006044BD"/>
    <w:rsid w:val="00604DDD"/>
    <w:rsid w:val="006051C8"/>
    <w:rsid w:val="00606C5B"/>
    <w:rsid w:val="006103B0"/>
    <w:rsid w:val="006115CC"/>
    <w:rsid w:val="00611FC4"/>
    <w:rsid w:val="006122F0"/>
    <w:rsid w:val="00612EF1"/>
    <w:rsid w:val="006131C3"/>
    <w:rsid w:val="00613517"/>
    <w:rsid w:val="00614C26"/>
    <w:rsid w:val="00615810"/>
    <w:rsid w:val="00615BA5"/>
    <w:rsid w:val="00615EF5"/>
    <w:rsid w:val="006176FB"/>
    <w:rsid w:val="00622797"/>
    <w:rsid w:val="00622A80"/>
    <w:rsid w:val="00623326"/>
    <w:rsid w:val="00630FCB"/>
    <w:rsid w:val="00632616"/>
    <w:rsid w:val="00632A54"/>
    <w:rsid w:val="00632B02"/>
    <w:rsid w:val="006346B0"/>
    <w:rsid w:val="00634FFD"/>
    <w:rsid w:val="0063700E"/>
    <w:rsid w:val="00637E08"/>
    <w:rsid w:val="00640332"/>
    <w:rsid w:val="006408ED"/>
    <w:rsid w:val="00640B26"/>
    <w:rsid w:val="006453A8"/>
    <w:rsid w:val="0064573C"/>
    <w:rsid w:val="006477EC"/>
    <w:rsid w:val="00650F53"/>
    <w:rsid w:val="00651B7F"/>
    <w:rsid w:val="00651F0E"/>
    <w:rsid w:val="00652556"/>
    <w:rsid w:val="006533C5"/>
    <w:rsid w:val="006540CD"/>
    <w:rsid w:val="00655763"/>
    <w:rsid w:val="006578F3"/>
    <w:rsid w:val="00657E2C"/>
    <w:rsid w:val="00664B10"/>
    <w:rsid w:val="00665FD6"/>
    <w:rsid w:val="006663FB"/>
    <w:rsid w:val="006664AD"/>
    <w:rsid w:val="00666E83"/>
    <w:rsid w:val="00666F48"/>
    <w:rsid w:val="006700A0"/>
    <w:rsid w:val="00670540"/>
    <w:rsid w:val="00670AE6"/>
    <w:rsid w:val="00673F2D"/>
    <w:rsid w:val="00674E9A"/>
    <w:rsid w:val="006766D9"/>
    <w:rsid w:val="00676CFD"/>
    <w:rsid w:val="006770B2"/>
    <w:rsid w:val="00677994"/>
    <w:rsid w:val="0068015F"/>
    <w:rsid w:val="006813ED"/>
    <w:rsid w:val="006815D3"/>
    <w:rsid w:val="00683219"/>
    <w:rsid w:val="00683C7F"/>
    <w:rsid w:val="00684FF4"/>
    <w:rsid w:val="00686883"/>
    <w:rsid w:val="00687007"/>
    <w:rsid w:val="006871B5"/>
    <w:rsid w:val="00691B51"/>
    <w:rsid w:val="00693ABF"/>
    <w:rsid w:val="006940E1"/>
    <w:rsid w:val="006941B9"/>
    <w:rsid w:val="00695399"/>
    <w:rsid w:val="00697737"/>
    <w:rsid w:val="006A34D9"/>
    <w:rsid w:val="006A3C72"/>
    <w:rsid w:val="006A5691"/>
    <w:rsid w:val="006A7059"/>
    <w:rsid w:val="006A7392"/>
    <w:rsid w:val="006B03A1"/>
    <w:rsid w:val="006B06D8"/>
    <w:rsid w:val="006B087C"/>
    <w:rsid w:val="006B0C21"/>
    <w:rsid w:val="006B21C7"/>
    <w:rsid w:val="006B34AA"/>
    <w:rsid w:val="006B3A7B"/>
    <w:rsid w:val="006B4871"/>
    <w:rsid w:val="006B4A37"/>
    <w:rsid w:val="006B523E"/>
    <w:rsid w:val="006B67D9"/>
    <w:rsid w:val="006C0C3E"/>
    <w:rsid w:val="006C1469"/>
    <w:rsid w:val="006C1A45"/>
    <w:rsid w:val="006C1E75"/>
    <w:rsid w:val="006C3AB7"/>
    <w:rsid w:val="006C5535"/>
    <w:rsid w:val="006C6CDA"/>
    <w:rsid w:val="006D0589"/>
    <w:rsid w:val="006D0BCF"/>
    <w:rsid w:val="006D1127"/>
    <w:rsid w:val="006D13B2"/>
    <w:rsid w:val="006D1A01"/>
    <w:rsid w:val="006D1A49"/>
    <w:rsid w:val="006D33B5"/>
    <w:rsid w:val="006D62D7"/>
    <w:rsid w:val="006E3DAF"/>
    <w:rsid w:val="006E564B"/>
    <w:rsid w:val="006E581B"/>
    <w:rsid w:val="006E6E7C"/>
    <w:rsid w:val="006E7154"/>
    <w:rsid w:val="006F0F08"/>
    <w:rsid w:val="006F108F"/>
    <w:rsid w:val="006F19F2"/>
    <w:rsid w:val="006F2D55"/>
    <w:rsid w:val="006F3B21"/>
    <w:rsid w:val="006F50FA"/>
    <w:rsid w:val="006F5B00"/>
    <w:rsid w:val="007003CD"/>
    <w:rsid w:val="007008F7"/>
    <w:rsid w:val="00701F1C"/>
    <w:rsid w:val="00702726"/>
    <w:rsid w:val="00703389"/>
    <w:rsid w:val="00704D40"/>
    <w:rsid w:val="0070701E"/>
    <w:rsid w:val="00707447"/>
    <w:rsid w:val="007103EA"/>
    <w:rsid w:val="007105B2"/>
    <w:rsid w:val="00710992"/>
    <w:rsid w:val="00710DC0"/>
    <w:rsid w:val="00710ECB"/>
    <w:rsid w:val="0071219A"/>
    <w:rsid w:val="00713CAB"/>
    <w:rsid w:val="0071662F"/>
    <w:rsid w:val="00716C27"/>
    <w:rsid w:val="00724B5B"/>
    <w:rsid w:val="00724C67"/>
    <w:rsid w:val="0072503D"/>
    <w:rsid w:val="0072632A"/>
    <w:rsid w:val="00727E81"/>
    <w:rsid w:val="007307E9"/>
    <w:rsid w:val="007314A1"/>
    <w:rsid w:val="00731BC4"/>
    <w:rsid w:val="00735770"/>
    <w:rsid w:val="007358E8"/>
    <w:rsid w:val="00736ECE"/>
    <w:rsid w:val="007372F8"/>
    <w:rsid w:val="00737F38"/>
    <w:rsid w:val="00741BEA"/>
    <w:rsid w:val="00743CCB"/>
    <w:rsid w:val="00744760"/>
    <w:rsid w:val="0074533B"/>
    <w:rsid w:val="00745974"/>
    <w:rsid w:val="00745D11"/>
    <w:rsid w:val="00746197"/>
    <w:rsid w:val="00750281"/>
    <w:rsid w:val="00750420"/>
    <w:rsid w:val="007504AD"/>
    <w:rsid w:val="007512F4"/>
    <w:rsid w:val="007531A8"/>
    <w:rsid w:val="00753372"/>
    <w:rsid w:val="0075371A"/>
    <w:rsid w:val="007540B7"/>
    <w:rsid w:val="0075437B"/>
    <w:rsid w:val="00756048"/>
    <w:rsid w:val="007566B6"/>
    <w:rsid w:val="007567D1"/>
    <w:rsid w:val="007571CC"/>
    <w:rsid w:val="00757BBA"/>
    <w:rsid w:val="007607BA"/>
    <w:rsid w:val="0076130C"/>
    <w:rsid w:val="00761C4F"/>
    <w:rsid w:val="00762B71"/>
    <w:rsid w:val="007643BC"/>
    <w:rsid w:val="00765492"/>
    <w:rsid w:val="00765A24"/>
    <w:rsid w:val="00765F30"/>
    <w:rsid w:val="00767D33"/>
    <w:rsid w:val="007737E8"/>
    <w:rsid w:val="00773B1C"/>
    <w:rsid w:val="00776738"/>
    <w:rsid w:val="0077785F"/>
    <w:rsid w:val="00780D88"/>
    <w:rsid w:val="007817D0"/>
    <w:rsid w:val="0078215F"/>
    <w:rsid w:val="00783EB6"/>
    <w:rsid w:val="0078420F"/>
    <w:rsid w:val="007844FD"/>
    <w:rsid w:val="007865E8"/>
    <w:rsid w:val="00790792"/>
    <w:rsid w:val="00791249"/>
    <w:rsid w:val="00791412"/>
    <w:rsid w:val="00793493"/>
    <w:rsid w:val="00794D6F"/>
    <w:rsid w:val="007959FE"/>
    <w:rsid w:val="00796CD4"/>
    <w:rsid w:val="007A00D9"/>
    <w:rsid w:val="007A0451"/>
    <w:rsid w:val="007A0CF1"/>
    <w:rsid w:val="007A188A"/>
    <w:rsid w:val="007A1CEF"/>
    <w:rsid w:val="007A297D"/>
    <w:rsid w:val="007A2A88"/>
    <w:rsid w:val="007A4CE4"/>
    <w:rsid w:val="007A5212"/>
    <w:rsid w:val="007A6EAC"/>
    <w:rsid w:val="007A75AC"/>
    <w:rsid w:val="007A7B09"/>
    <w:rsid w:val="007B02EE"/>
    <w:rsid w:val="007B0D4C"/>
    <w:rsid w:val="007B19AA"/>
    <w:rsid w:val="007B259E"/>
    <w:rsid w:val="007B6BA5"/>
    <w:rsid w:val="007B7090"/>
    <w:rsid w:val="007C0023"/>
    <w:rsid w:val="007C0187"/>
    <w:rsid w:val="007C1318"/>
    <w:rsid w:val="007C268D"/>
    <w:rsid w:val="007C2D1C"/>
    <w:rsid w:val="007C3390"/>
    <w:rsid w:val="007C42D8"/>
    <w:rsid w:val="007C4F04"/>
    <w:rsid w:val="007C4F4B"/>
    <w:rsid w:val="007C532B"/>
    <w:rsid w:val="007C6765"/>
    <w:rsid w:val="007C69B2"/>
    <w:rsid w:val="007C6DE2"/>
    <w:rsid w:val="007C763B"/>
    <w:rsid w:val="007C7FA7"/>
    <w:rsid w:val="007D1CC6"/>
    <w:rsid w:val="007D1E06"/>
    <w:rsid w:val="007D4FBD"/>
    <w:rsid w:val="007D53C1"/>
    <w:rsid w:val="007D5717"/>
    <w:rsid w:val="007D651C"/>
    <w:rsid w:val="007D6980"/>
    <w:rsid w:val="007D7362"/>
    <w:rsid w:val="007E2232"/>
    <w:rsid w:val="007E233C"/>
    <w:rsid w:val="007E2C8E"/>
    <w:rsid w:val="007E4251"/>
    <w:rsid w:val="007E449A"/>
    <w:rsid w:val="007E541A"/>
    <w:rsid w:val="007E64DB"/>
    <w:rsid w:val="007E691A"/>
    <w:rsid w:val="007E6D84"/>
    <w:rsid w:val="007E6E5E"/>
    <w:rsid w:val="007E6EBC"/>
    <w:rsid w:val="007F06E2"/>
    <w:rsid w:val="007F2FB5"/>
    <w:rsid w:val="007F50D1"/>
    <w:rsid w:val="007F5CE2"/>
    <w:rsid w:val="007F6611"/>
    <w:rsid w:val="007F6E11"/>
    <w:rsid w:val="007F7BE1"/>
    <w:rsid w:val="00801F7F"/>
    <w:rsid w:val="008025D3"/>
    <w:rsid w:val="0080451F"/>
    <w:rsid w:val="0080666C"/>
    <w:rsid w:val="008072C7"/>
    <w:rsid w:val="00807B24"/>
    <w:rsid w:val="00807CE9"/>
    <w:rsid w:val="0081066E"/>
    <w:rsid w:val="008109DB"/>
    <w:rsid w:val="00810BAC"/>
    <w:rsid w:val="008120E4"/>
    <w:rsid w:val="0081244F"/>
    <w:rsid w:val="00813523"/>
    <w:rsid w:val="00813605"/>
    <w:rsid w:val="00816996"/>
    <w:rsid w:val="00816A23"/>
    <w:rsid w:val="0081707E"/>
    <w:rsid w:val="00817477"/>
    <w:rsid w:val="008175E9"/>
    <w:rsid w:val="00820B7A"/>
    <w:rsid w:val="008220B7"/>
    <w:rsid w:val="00823C2E"/>
    <w:rsid w:val="00823F83"/>
    <w:rsid w:val="008241E3"/>
    <w:rsid w:val="008242D7"/>
    <w:rsid w:val="00824B33"/>
    <w:rsid w:val="00824D99"/>
    <w:rsid w:val="0082577B"/>
    <w:rsid w:val="0082671A"/>
    <w:rsid w:val="00826C00"/>
    <w:rsid w:val="00827B74"/>
    <w:rsid w:val="00837FFB"/>
    <w:rsid w:val="008411C3"/>
    <w:rsid w:val="008414C1"/>
    <w:rsid w:val="00843B9C"/>
    <w:rsid w:val="00845401"/>
    <w:rsid w:val="00845476"/>
    <w:rsid w:val="00845BE2"/>
    <w:rsid w:val="00846CD8"/>
    <w:rsid w:val="00846F09"/>
    <w:rsid w:val="00847705"/>
    <w:rsid w:val="00852191"/>
    <w:rsid w:val="008521BB"/>
    <w:rsid w:val="008524E3"/>
    <w:rsid w:val="00856AE1"/>
    <w:rsid w:val="00857B77"/>
    <w:rsid w:val="0086343B"/>
    <w:rsid w:val="008641DD"/>
    <w:rsid w:val="0086450F"/>
    <w:rsid w:val="00866893"/>
    <w:rsid w:val="008669DB"/>
    <w:rsid w:val="00866F02"/>
    <w:rsid w:val="00867D18"/>
    <w:rsid w:val="00871F9A"/>
    <w:rsid w:val="00871FD5"/>
    <w:rsid w:val="00872585"/>
    <w:rsid w:val="00872CE0"/>
    <w:rsid w:val="00874064"/>
    <w:rsid w:val="00874A9B"/>
    <w:rsid w:val="0087556E"/>
    <w:rsid w:val="00876442"/>
    <w:rsid w:val="0088172E"/>
    <w:rsid w:val="00881958"/>
    <w:rsid w:val="00881EFA"/>
    <w:rsid w:val="00882273"/>
    <w:rsid w:val="00882293"/>
    <w:rsid w:val="00882B56"/>
    <w:rsid w:val="0088424B"/>
    <w:rsid w:val="00885958"/>
    <w:rsid w:val="00886A87"/>
    <w:rsid w:val="008877D2"/>
    <w:rsid w:val="008879CB"/>
    <w:rsid w:val="00887DA5"/>
    <w:rsid w:val="00891CAF"/>
    <w:rsid w:val="00892A97"/>
    <w:rsid w:val="00892B04"/>
    <w:rsid w:val="00893A8C"/>
    <w:rsid w:val="00893FE3"/>
    <w:rsid w:val="00894992"/>
    <w:rsid w:val="00894B43"/>
    <w:rsid w:val="008951BE"/>
    <w:rsid w:val="00895A25"/>
    <w:rsid w:val="008979B1"/>
    <w:rsid w:val="008A34B9"/>
    <w:rsid w:val="008A65EC"/>
    <w:rsid w:val="008A6B25"/>
    <w:rsid w:val="008A6C4F"/>
    <w:rsid w:val="008A6E6F"/>
    <w:rsid w:val="008A7604"/>
    <w:rsid w:val="008B0484"/>
    <w:rsid w:val="008B344B"/>
    <w:rsid w:val="008B389E"/>
    <w:rsid w:val="008B5556"/>
    <w:rsid w:val="008B5721"/>
    <w:rsid w:val="008B7E9A"/>
    <w:rsid w:val="008C0582"/>
    <w:rsid w:val="008C090B"/>
    <w:rsid w:val="008C3193"/>
    <w:rsid w:val="008C33CE"/>
    <w:rsid w:val="008C4742"/>
    <w:rsid w:val="008C6425"/>
    <w:rsid w:val="008C7FF5"/>
    <w:rsid w:val="008D045E"/>
    <w:rsid w:val="008D09C9"/>
    <w:rsid w:val="008D1249"/>
    <w:rsid w:val="008D31C1"/>
    <w:rsid w:val="008D3F25"/>
    <w:rsid w:val="008D4393"/>
    <w:rsid w:val="008D4D82"/>
    <w:rsid w:val="008D7F76"/>
    <w:rsid w:val="008E0E46"/>
    <w:rsid w:val="008E1474"/>
    <w:rsid w:val="008E2ABF"/>
    <w:rsid w:val="008E607D"/>
    <w:rsid w:val="008E62EC"/>
    <w:rsid w:val="008E7056"/>
    <w:rsid w:val="008E7116"/>
    <w:rsid w:val="008E799F"/>
    <w:rsid w:val="008F056F"/>
    <w:rsid w:val="008F143B"/>
    <w:rsid w:val="008F1A98"/>
    <w:rsid w:val="008F2B50"/>
    <w:rsid w:val="008F339F"/>
    <w:rsid w:val="008F373E"/>
    <w:rsid w:val="008F3882"/>
    <w:rsid w:val="008F392E"/>
    <w:rsid w:val="008F4B7C"/>
    <w:rsid w:val="008F57AA"/>
    <w:rsid w:val="008F6965"/>
    <w:rsid w:val="008F72FC"/>
    <w:rsid w:val="008F7729"/>
    <w:rsid w:val="008F7EFB"/>
    <w:rsid w:val="009021D2"/>
    <w:rsid w:val="0090224C"/>
    <w:rsid w:val="00903F28"/>
    <w:rsid w:val="009047E5"/>
    <w:rsid w:val="00904B25"/>
    <w:rsid w:val="0090631E"/>
    <w:rsid w:val="009073FE"/>
    <w:rsid w:val="00907C8E"/>
    <w:rsid w:val="0091003B"/>
    <w:rsid w:val="00910528"/>
    <w:rsid w:val="00914882"/>
    <w:rsid w:val="00915958"/>
    <w:rsid w:val="009167B5"/>
    <w:rsid w:val="00916E5F"/>
    <w:rsid w:val="00916E7B"/>
    <w:rsid w:val="009208AC"/>
    <w:rsid w:val="00921624"/>
    <w:rsid w:val="00921A94"/>
    <w:rsid w:val="00922672"/>
    <w:rsid w:val="00922EA8"/>
    <w:rsid w:val="009244FE"/>
    <w:rsid w:val="00924A2E"/>
    <w:rsid w:val="00924BF2"/>
    <w:rsid w:val="00924E2D"/>
    <w:rsid w:val="00926E47"/>
    <w:rsid w:val="00926FEE"/>
    <w:rsid w:val="00927B08"/>
    <w:rsid w:val="00930340"/>
    <w:rsid w:val="009303C7"/>
    <w:rsid w:val="009307AA"/>
    <w:rsid w:val="00930931"/>
    <w:rsid w:val="0093227D"/>
    <w:rsid w:val="009337BC"/>
    <w:rsid w:val="009357DD"/>
    <w:rsid w:val="00936C16"/>
    <w:rsid w:val="009377A5"/>
    <w:rsid w:val="009413C3"/>
    <w:rsid w:val="00941721"/>
    <w:rsid w:val="00942B11"/>
    <w:rsid w:val="00943019"/>
    <w:rsid w:val="00945599"/>
    <w:rsid w:val="00946AD7"/>
    <w:rsid w:val="00947162"/>
    <w:rsid w:val="0095007E"/>
    <w:rsid w:val="00950952"/>
    <w:rsid w:val="00951394"/>
    <w:rsid w:val="00953EEB"/>
    <w:rsid w:val="00954303"/>
    <w:rsid w:val="00955753"/>
    <w:rsid w:val="00956C94"/>
    <w:rsid w:val="00956DBD"/>
    <w:rsid w:val="00957711"/>
    <w:rsid w:val="009610D0"/>
    <w:rsid w:val="00962192"/>
    <w:rsid w:val="00962FB5"/>
    <w:rsid w:val="0096375C"/>
    <w:rsid w:val="0096503F"/>
    <w:rsid w:val="00965AAD"/>
    <w:rsid w:val="0096620A"/>
    <w:rsid w:val="009662E6"/>
    <w:rsid w:val="009679A8"/>
    <w:rsid w:val="00970625"/>
    <w:rsid w:val="0097095E"/>
    <w:rsid w:val="00972ADF"/>
    <w:rsid w:val="0097342D"/>
    <w:rsid w:val="00980753"/>
    <w:rsid w:val="00980B06"/>
    <w:rsid w:val="00981EC5"/>
    <w:rsid w:val="00982E97"/>
    <w:rsid w:val="0098592B"/>
    <w:rsid w:val="00985FC4"/>
    <w:rsid w:val="00990766"/>
    <w:rsid w:val="00991261"/>
    <w:rsid w:val="009951B9"/>
    <w:rsid w:val="009964C4"/>
    <w:rsid w:val="009A023A"/>
    <w:rsid w:val="009A2EFD"/>
    <w:rsid w:val="009A4A79"/>
    <w:rsid w:val="009A5547"/>
    <w:rsid w:val="009A7B81"/>
    <w:rsid w:val="009A7DA6"/>
    <w:rsid w:val="009B0993"/>
    <w:rsid w:val="009B0ABE"/>
    <w:rsid w:val="009B2032"/>
    <w:rsid w:val="009B2CDE"/>
    <w:rsid w:val="009B4091"/>
    <w:rsid w:val="009B4918"/>
    <w:rsid w:val="009B7429"/>
    <w:rsid w:val="009B75F1"/>
    <w:rsid w:val="009B7C02"/>
    <w:rsid w:val="009C00BE"/>
    <w:rsid w:val="009C263A"/>
    <w:rsid w:val="009C6387"/>
    <w:rsid w:val="009C6B50"/>
    <w:rsid w:val="009D011C"/>
    <w:rsid w:val="009D01C0"/>
    <w:rsid w:val="009D128C"/>
    <w:rsid w:val="009D181B"/>
    <w:rsid w:val="009D47B5"/>
    <w:rsid w:val="009D49D6"/>
    <w:rsid w:val="009D649D"/>
    <w:rsid w:val="009D6A08"/>
    <w:rsid w:val="009D7397"/>
    <w:rsid w:val="009D79B8"/>
    <w:rsid w:val="009D7BEB"/>
    <w:rsid w:val="009E00BB"/>
    <w:rsid w:val="009E0167"/>
    <w:rsid w:val="009E0A16"/>
    <w:rsid w:val="009E163C"/>
    <w:rsid w:val="009E1BF7"/>
    <w:rsid w:val="009E227A"/>
    <w:rsid w:val="009E25AB"/>
    <w:rsid w:val="009E2858"/>
    <w:rsid w:val="009E31A7"/>
    <w:rsid w:val="009E42CC"/>
    <w:rsid w:val="009E44D6"/>
    <w:rsid w:val="009E4838"/>
    <w:rsid w:val="009E628B"/>
    <w:rsid w:val="009E6CB7"/>
    <w:rsid w:val="009E7153"/>
    <w:rsid w:val="009E7970"/>
    <w:rsid w:val="009F1D6D"/>
    <w:rsid w:val="009F2EAC"/>
    <w:rsid w:val="009F300E"/>
    <w:rsid w:val="009F44EF"/>
    <w:rsid w:val="009F57E3"/>
    <w:rsid w:val="009F6246"/>
    <w:rsid w:val="009F7229"/>
    <w:rsid w:val="009F7874"/>
    <w:rsid w:val="00A00D33"/>
    <w:rsid w:val="00A01077"/>
    <w:rsid w:val="00A0274B"/>
    <w:rsid w:val="00A02887"/>
    <w:rsid w:val="00A02DEA"/>
    <w:rsid w:val="00A0429F"/>
    <w:rsid w:val="00A05FE2"/>
    <w:rsid w:val="00A06227"/>
    <w:rsid w:val="00A0664C"/>
    <w:rsid w:val="00A071FA"/>
    <w:rsid w:val="00A07516"/>
    <w:rsid w:val="00A1065D"/>
    <w:rsid w:val="00A10F4F"/>
    <w:rsid w:val="00A11067"/>
    <w:rsid w:val="00A11FE5"/>
    <w:rsid w:val="00A1241D"/>
    <w:rsid w:val="00A12422"/>
    <w:rsid w:val="00A15633"/>
    <w:rsid w:val="00A1704A"/>
    <w:rsid w:val="00A17DE0"/>
    <w:rsid w:val="00A20908"/>
    <w:rsid w:val="00A2112E"/>
    <w:rsid w:val="00A22927"/>
    <w:rsid w:val="00A22F65"/>
    <w:rsid w:val="00A24596"/>
    <w:rsid w:val="00A25274"/>
    <w:rsid w:val="00A26764"/>
    <w:rsid w:val="00A27DE1"/>
    <w:rsid w:val="00A3291D"/>
    <w:rsid w:val="00A32BA2"/>
    <w:rsid w:val="00A33EC9"/>
    <w:rsid w:val="00A3414C"/>
    <w:rsid w:val="00A35375"/>
    <w:rsid w:val="00A3636A"/>
    <w:rsid w:val="00A40261"/>
    <w:rsid w:val="00A40FE6"/>
    <w:rsid w:val="00A4200D"/>
    <w:rsid w:val="00A425EB"/>
    <w:rsid w:val="00A43932"/>
    <w:rsid w:val="00A43D36"/>
    <w:rsid w:val="00A502EC"/>
    <w:rsid w:val="00A50C92"/>
    <w:rsid w:val="00A52403"/>
    <w:rsid w:val="00A56CA2"/>
    <w:rsid w:val="00A57722"/>
    <w:rsid w:val="00A603DB"/>
    <w:rsid w:val="00A604C3"/>
    <w:rsid w:val="00A60A6E"/>
    <w:rsid w:val="00A61C75"/>
    <w:rsid w:val="00A624F8"/>
    <w:rsid w:val="00A63013"/>
    <w:rsid w:val="00A6393F"/>
    <w:rsid w:val="00A64468"/>
    <w:rsid w:val="00A6485A"/>
    <w:rsid w:val="00A64BB1"/>
    <w:rsid w:val="00A656A0"/>
    <w:rsid w:val="00A657B3"/>
    <w:rsid w:val="00A65D74"/>
    <w:rsid w:val="00A67703"/>
    <w:rsid w:val="00A71C67"/>
    <w:rsid w:val="00A720C4"/>
    <w:rsid w:val="00A72F22"/>
    <w:rsid w:val="00A72FEF"/>
    <w:rsid w:val="00A731D1"/>
    <w:rsid w:val="00A733BC"/>
    <w:rsid w:val="00A7433E"/>
    <w:rsid w:val="00A748A6"/>
    <w:rsid w:val="00A74DE5"/>
    <w:rsid w:val="00A74EAB"/>
    <w:rsid w:val="00A756F9"/>
    <w:rsid w:val="00A76363"/>
    <w:rsid w:val="00A76A69"/>
    <w:rsid w:val="00A83582"/>
    <w:rsid w:val="00A83F2F"/>
    <w:rsid w:val="00A85438"/>
    <w:rsid w:val="00A86144"/>
    <w:rsid w:val="00A86510"/>
    <w:rsid w:val="00A86B4B"/>
    <w:rsid w:val="00A86F5A"/>
    <w:rsid w:val="00A876DA"/>
    <w:rsid w:val="00A879A4"/>
    <w:rsid w:val="00A87D5F"/>
    <w:rsid w:val="00A918A1"/>
    <w:rsid w:val="00A92AFA"/>
    <w:rsid w:val="00A938B4"/>
    <w:rsid w:val="00A93FF5"/>
    <w:rsid w:val="00A94187"/>
    <w:rsid w:val="00A961A8"/>
    <w:rsid w:val="00AA0FF8"/>
    <w:rsid w:val="00AA1527"/>
    <w:rsid w:val="00AA31F1"/>
    <w:rsid w:val="00AA39D1"/>
    <w:rsid w:val="00AA440D"/>
    <w:rsid w:val="00AA4969"/>
    <w:rsid w:val="00AA6E9E"/>
    <w:rsid w:val="00AB1182"/>
    <w:rsid w:val="00AB1E40"/>
    <w:rsid w:val="00AB2714"/>
    <w:rsid w:val="00AB3EC6"/>
    <w:rsid w:val="00AB403D"/>
    <w:rsid w:val="00AB7614"/>
    <w:rsid w:val="00AB7EA7"/>
    <w:rsid w:val="00AC034F"/>
    <w:rsid w:val="00AC0C77"/>
    <w:rsid w:val="00AC0EEF"/>
    <w:rsid w:val="00AC0F2C"/>
    <w:rsid w:val="00AC135B"/>
    <w:rsid w:val="00AC22C2"/>
    <w:rsid w:val="00AC46EB"/>
    <w:rsid w:val="00AC502A"/>
    <w:rsid w:val="00AC55CB"/>
    <w:rsid w:val="00AC5C6F"/>
    <w:rsid w:val="00AC5F9F"/>
    <w:rsid w:val="00AC7C64"/>
    <w:rsid w:val="00AC7F2A"/>
    <w:rsid w:val="00AD2161"/>
    <w:rsid w:val="00AD3B82"/>
    <w:rsid w:val="00AD73C7"/>
    <w:rsid w:val="00AE0494"/>
    <w:rsid w:val="00AE0ACE"/>
    <w:rsid w:val="00AE2BE7"/>
    <w:rsid w:val="00AE2D81"/>
    <w:rsid w:val="00AE3444"/>
    <w:rsid w:val="00AE3D60"/>
    <w:rsid w:val="00AE5289"/>
    <w:rsid w:val="00AF098B"/>
    <w:rsid w:val="00AF428F"/>
    <w:rsid w:val="00AF58C1"/>
    <w:rsid w:val="00B00024"/>
    <w:rsid w:val="00B00A3E"/>
    <w:rsid w:val="00B02F57"/>
    <w:rsid w:val="00B04A3F"/>
    <w:rsid w:val="00B06442"/>
    <w:rsid w:val="00B06643"/>
    <w:rsid w:val="00B1059B"/>
    <w:rsid w:val="00B11A08"/>
    <w:rsid w:val="00B15055"/>
    <w:rsid w:val="00B156C8"/>
    <w:rsid w:val="00B175D2"/>
    <w:rsid w:val="00B20034"/>
    <w:rsid w:val="00B2041E"/>
    <w:rsid w:val="00B21E22"/>
    <w:rsid w:val="00B2207D"/>
    <w:rsid w:val="00B22507"/>
    <w:rsid w:val="00B234CB"/>
    <w:rsid w:val="00B2395D"/>
    <w:rsid w:val="00B23BC8"/>
    <w:rsid w:val="00B24695"/>
    <w:rsid w:val="00B26FED"/>
    <w:rsid w:val="00B30179"/>
    <w:rsid w:val="00B301DF"/>
    <w:rsid w:val="00B33DBA"/>
    <w:rsid w:val="00B34056"/>
    <w:rsid w:val="00B341F6"/>
    <w:rsid w:val="00B377E6"/>
    <w:rsid w:val="00B37B15"/>
    <w:rsid w:val="00B37BD1"/>
    <w:rsid w:val="00B41BCA"/>
    <w:rsid w:val="00B45C02"/>
    <w:rsid w:val="00B463B9"/>
    <w:rsid w:val="00B47E10"/>
    <w:rsid w:val="00B510F1"/>
    <w:rsid w:val="00B5221F"/>
    <w:rsid w:val="00B52C4E"/>
    <w:rsid w:val="00B52DDF"/>
    <w:rsid w:val="00B53225"/>
    <w:rsid w:val="00B53FD6"/>
    <w:rsid w:val="00B545EB"/>
    <w:rsid w:val="00B550CB"/>
    <w:rsid w:val="00B56D2A"/>
    <w:rsid w:val="00B634E1"/>
    <w:rsid w:val="00B63EE5"/>
    <w:rsid w:val="00B649C6"/>
    <w:rsid w:val="00B651B7"/>
    <w:rsid w:val="00B6609C"/>
    <w:rsid w:val="00B666F9"/>
    <w:rsid w:val="00B66AA8"/>
    <w:rsid w:val="00B672AA"/>
    <w:rsid w:val="00B705B6"/>
    <w:rsid w:val="00B70724"/>
    <w:rsid w:val="00B70CE5"/>
    <w:rsid w:val="00B72A1E"/>
    <w:rsid w:val="00B73A2D"/>
    <w:rsid w:val="00B73ABD"/>
    <w:rsid w:val="00B73BAF"/>
    <w:rsid w:val="00B75CA5"/>
    <w:rsid w:val="00B771C3"/>
    <w:rsid w:val="00B81453"/>
    <w:rsid w:val="00B81E12"/>
    <w:rsid w:val="00B863A1"/>
    <w:rsid w:val="00B875E3"/>
    <w:rsid w:val="00B87B2F"/>
    <w:rsid w:val="00B907A7"/>
    <w:rsid w:val="00B9170F"/>
    <w:rsid w:val="00B972E3"/>
    <w:rsid w:val="00BA2D53"/>
    <w:rsid w:val="00BA339B"/>
    <w:rsid w:val="00BA35A7"/>
    <w:rsid w:val="00BA3D2D"/>
    <w:rsid w:val="00BA4EDD"/>
    <w:rsid w:val="00BA6A93"/>
    <w:rsid w:val="00BA744E"/>
    <w:rsid w:val="00BA7E51"/>
    <w:rsid w:val="00BB02B8"/>
    <w:rsid w:val="00BB1197"/>
    <w:rsid w:val="00BB1C69"/>
    <w:rsid w:val="00BB2241"/>
    <w:rsid w:val="00BB2841"/>
    <w:rsid w:val="00BB65A3"/>
    <w:rsid w:val="00BC1E7E"/>
    <w:rsid w:val="00BC2195"/>
    <w:rsid w:val="00BC4C5E"/>
    <w:rsid w:val="00BC63C5"/>
    <w:rsid w:val="00BC74E9"/>
    <w:rsid w:val="00BC7700"/>
    <w:rsid w:val="00BD2F9E"/>
    <w:rsid w:val="00BD306C"/>
    <w:rsid w:val="00BD39E3"/>
    <w:rsid w:val="00BD4D5A"/>
    <w:rsid w:val="00BD6869"/>
    <w:rsid w:val="00BE088F"/>
    <w:rsid w:val="00BE1B1C"/>
    <w:rsid w:val="00BE2021"/>
    <w:rsid w:val="00BE36A9"/>
    <w:rsid w:val="00BE36B5"/>
    <w:rsid w:val="00BE39BE"/>
    <w:rsid w:val="00BE5965"/>
    <w:rsid w:val="00BE5D2C"/>
    <w:rsid w:val="00BE618E"/>
    <w:rsid w:val="00BE6657"/>
    <w:rsid w:val="00BE7BEC"/>
    <w:rsid w:val="00BF0A5A"/>
    <w:rsid w:val="00BF0E63"/>
    <w:rsid w:val="00BF12A3"/>
    <w:rsid w:val="00BF16D7"/>
    <w:rsid w:val="00BF2373"/>
    <w:rsid w:val="00BF2C06"/>
    <w:rsid w:val="00BF4386"/>
    <w:rsid w:val="00BF4BCA"/>
    <w:rsid w:val="00C00765"/>
    <w:rsid w:val="00C03F1D"/>
    <w:rsid w:val="00C044E2"/>
    <w:rsid w:val="00C048CB"/>
    <w:rsid w:val="00C04919"/>
    <w:rsid w:val="00C05A82"/>
    <w:rsid w:val="00C05EB1"/>
    <w:rsid w:val="00C066F3"/>
    <w:rsid w:val="00C071F4"/>
    <w:rsid w:val="00C10978"/>
    <w:rsid w:val="00C13F61"/>
    <w:rsid w:val="00C13FFE"/>
    <w:rsid w:val="00C14EB4"/>
    <w:rsid w:val="00C15679"/>
    <w:rsid w:val="00C156A0"/>
    <w:rsid w:val="00C162EC"/>
    <w:rsid w:val="00C17091"/>
    <w:rsid w:val="00C201DA"/>
    <w:rsid w:val="00C21189"/>
    <w:rsid w:val="00C23723"/>
    <w:rsid w:val="00C264C5"/>
    <w:rsid w:val="00C272FA"/>
    <w:rsid w:val="00C27E6F"/>
    <w:rsid w:val="00C32045"/>
    <w:rsid w:val="00C32E65"/>
    <w:rsid w:val="00C339D4"/>
    <w:rsid w:val="00C371A3"/>
    <w:rsid w:val="00C375B7"/>
    <w:rsid w:val="00C42A20"/>
    <w:rsid w:val="00C44ADA"/>
    <w:rsid w:val="00C44DCA"/>
    <w:rsid w:val="00C463DD"/>
    <w:rsid w:val="00C4765A"/>
    <w:rsid w:val="00C54684"/>
    <w:rsid w:val="00C5483A"/>
    <w:rsid w:val="00C55278"/>
    <w:rsid w:val="00C557C8"/>
    <w:rsid w:val="00C563B1"/>
    <w:rsid w:val="00C5696B"/>
    <w:rsid w:val="00C56F8D"/>
    <w:rsid w:val="00C6018B"/>
    <w:rsid w:val="00C60BD4"/>
    <w:rsid w:val="00C6184C"/>
    <w:rsid w:val="00C61949"/>
    <w:rsid w:val="00C61F79"/>
    <w:rsid w:val="00C63356"/>
    <w:rsid w:val="00C63477"/>
    <w:rsid w:val="00C6429F"/>
    <w:rsid w:val="00C64EFE"/>
    <w:rsid w:val="00C66286"/>
    <w:rsid w:val="00C663FA"/>
    <w:rsid w:val="00C6685B"/>
    <w:rsid w:val="00C7106A"/>
    <w:rsid w:val="00C7107E"/>
    <w:rsid w:val="00C71C5E"/>
    <w:rsid w:val="00C745C3"/>
    <w:rsid w:val="00C7526D"/>
    <w:rsid w:val="00C7590D"/>
    <w:rsid w:val="00C76806"/>
    <w:rsid w:val="00C76971"/>
    <w:rsid w:val="00C76C34"/>
    <w:rsid w:val="00C76CDF"/>
    <w:rsid w:val="00C77266"/>
    <w:rsid w:val="00C774AC"/>
    <w:rsid w:val="00C77ED1"/>
    <w:rsid w:val="00C77FD2"/>
    <w:rsid w:val="00C80D4F"/>
    <w:rsid w:val="00C81EEA"/>
    <w:rsid w:val="00C83E99"/>
    <w:rsid w:val="00C84080"/>
    <w:rsid w:val="00C84DA8"/>
    <w:rsid w:val="00C851D3"/>
    <w:rsid w:val="00C865C4"/>
    <w:rsid w:val="00C86D5A"/>
    <w:rsid w:val="00C87E5A"/>
    <w:rsid w:val="00C924BA"/>
    <w:rsid w:val="00C9431A"/>
    <w:rsid w:val="00C9449C"/>
    <w:rsid w:val="00C9480D"/>
    <w:rsid w:val="00C94B10"/>
    <w:rsid w:val="00C95A0E"/>
    <w:rsid w:val="00C95EA3"/>
    <w:rsid w:val="00C96066"/>
    <w:rsid w:val="00C96278"/>
    <w:rsid w:val="00C96508"/>
    <w:rsid w:val="00C9696E"/>
    <w:rsid w:val="00C96D08"/>
    <w:rsid w:val="00C97295"/>
    <w:rsid w:val="00CA1B45"/>
    <w:rsid w:val="00CA24A4"/>
    <w:rsid w:val="00CA4E5F"/>
    <w:rsid w:val="00CA4FEC"/>
    <w:rsid w:val="00CB0422"/>
    <w:rsid w:val="00CB348D"/>
    <w:rsid w:val="00CB355B"/>
    <w:rsid w:val="00CB3D59"/>
    <w:rsid w:val="00CB77B6"/>
    <w:rsid w:val="00CC086F"/>
    <w:rsid w:val="00CC0D6B"/>
    <w:rsid w:val="00CC1AA0"/>
    <w:rsid w:val="00CC1ED4"/>
    <w:rsid w:val="00CC2718"/>
    <w:rsid w:val="00CC29BD"/>
    <w:rsid w:val="00CC3168"/>
    <w:rsid w:val="00CC35E3"/>
    <w:rsid w:val="00CC380E"/>
    <w:rsid w:val="00CC54DE"/>
    <w:rsid w:val="00CC6A4F"/>
    <w:rsid w:val="00CC702B"/>
    <w:rsid w:val="00CC7ABD"/>
    <w:rsid w:val="00CD0831"/>
    <w:rsid w:val="00CD20EE"/>
    <w:rsid w:val="00CD46F5"/>
    <w:rsid w:val="00CD5952"/>
    <w:rsid w:val="00CD5F67"/>
    <w:rsid w:val="00CD7712"/>
    <w:rsid w:val="00CE00AF"/>
    <w:rsid w:val="00CE03C5"/>
    <w:rsid w:val="00CE38C3"/>
    <w:rsid w:val="00CE4A8F"/>
    <w:rsid w:val="00CE674D"/>
    <w:rsid w:val="00CF071D"/>
    <w:rsid w:val="00CF344C"/>
    <w:rsid w:val="00CF42D2"/>
    <w:rsid w:val="00CF5BAB"/>
    <w:rsid w:val="00D008B7"/>
    <w:rsid w:val="00D032EA"/>
    <w:rsid w:val="00D03F02"/>
    <w:rsid w:val="00D054CF"/>
    <w:rsid w:val="00D10CD0"/>
    <w:rsid w:val="00D12451"/>
    <w:rsid w:val="00D15298"/>
    <w:rsid w:val="00D15B04"/>
    <w:rsid w:val="00D16672"/>
    <w:rsid w:val="00D2031B"/>
    <w:rsid w:val="00D25690"/>
    <w:rsid w:val="00D25FE2"/>
    <w:rsid w:val="00D2759D"/>
    <w:rsid w:val="00D27E08"/>
    <w:rsid w:val="00D30168"/>
    <w:rsid w:val="00D3052C"/>
    <w:rsid w:val="00D30CBF"/>
    <w:rsid w:val="00D32B5B"/>
    <w:rsid w:val="00D3315A"/>
    <w:rsid w:val="00D345F1"/>
    <w:rsid w:val="00D3494E"/>
    <w:rsid w:val="00D3496A"/>
    <w:rsid w:val="00D37D6E"/>
    <w:rsid w:val="00D37DA9"/>
    <w:rsid w:val="00D406A7"/>
    <w:rsid w:val="00D413B4"/>
    <w:rsid w:val="00D43252"/>
    <w:rsid w:val="00D43874"/>
    <w:rsid w:val="00D44D86"/>
    <w:rsid w:val="00D4574B"/>
    <w:rsid w:val="00D50B7D"/>
    <w:rsid w:val="00D50BB9"/>
    <w:rsid w:val="00D51CDC"/>
    <w:rsid w:val="00D52012"/>
    <w:rsid w:val="00D5215B"/>
    <w:rsid w:val="00D53142"/>
    <w:rsid w:val="00D53BF9"/>
    <w:rsid w:val="00D545D9"/>
    <w:rsid w:val="00D55050"/>
    <w:rsid w:val="00D56D00"/>
    <w:rsid w:val="00D57544"/>
    <w:rsid w:val="00D57DAE"/>
    <w:rsid w:val="00D57F5C"/>
    <w:rsid w:val="00D60130"/>
    <w:rsid w:val="00D604C4"/>
    <w:rsid w:val="00D60852"/>
    <w:rsid w:val="00D60E41"/>
    <w:rsid w:val="00D613A9"/>
    <w:rsid w:val="00D6288D"/>
    <w:rsid w:val="00D6566D"/>
    <w:rsid w:val="00D656FD"/>
    <w:rsid w:val="00D672AF"/>
    <w:rsid w:val="00D6741C"/>
    <w:rsid w:val="00D704E5"/>
    <w:rsid w:val="00D705A0"/>
    <w:rsid w:val="00D711FC"/>
    <w:rsid w:val="00D71F3D"/>
    <w:rsid w:val="00D72727"/>
    <w:rsid w:val="00D74167"/>
    <w:rsid w:val="00D754F5"/>
    <w:rsid w:val="00D75DDD"/>
    <w:rsid w:val="00D76835"/>
    <w:rsid w:val="00D80852"/>
    <w:rsid w:val="00D80E3E"/>
    <w:rsid w:val="00D812DF"/>
    <w:rsid w:val="00D81A1A"/>
    <w:rsid w:val="00D8283C"/>
    <w:rsid w:val="00D82F38"/>
    <w:rsid w:val="00D8351F"/>
    <w:rsid w:val="00D8371B"/>
    <w:rsid w:val="00D84EA8"/>
    <w:rsid w:val="00D86879"/>
    <w:rsid w:val="00D86EC9"/>
    <w:rsid w:val="00D87FD9"/>
    <w:rsid w:val="00D9031B"/>
    <w:rsid w:val="00D90368"/>
    <w:rsid w:val="00D904E0"/>
    <w:rsid w:val="00D90A11"/>
    <w:rsid w:val="00D90FBB"/>
    <w:rsid w:val="00D91F5F"/>
    <w:rsid w:val="00D936CD"/>
    <w:rsid w:val="00D93894"/>
    <w:rsid w:val="00D955AC"/>
    <w:rsid w:val="00D96261"/>
    <w:rsid w:val="00D973A9"/>
    <w:rsid w:val="00D978C6"/>
    <w:rsid w:val="00DA0956"/>
    <w:rsid w:val="00DA1A55"/>
    <w:rsid w:val="00DA26DD"/>
    <w:rsid w:val="00DA3549"/>
    <w:rsid w:val="00DA357F"/>
    <w:rsid w:val="00DA3E12"/>
    <w:rsid w:val="00DA55E7"/>
    <w:rsid w:val="00DA5741"/>
    <w:rsid w:val="00DA7BEC"/>
    <w:rsid w:val="00DA7D8F"/>
    <w:rsid w:val="00DB29D8"/>
    <w:rsid w:val="00DB2B5A"/>
    <w:rsid w:val="00DB477A"/>
    <w:rsid w:val="00DB52FF"/>
    <w:rsid w:val="00DB6744"/>
    <w:rsid w:val="00DB68FF"/>
    <w:rsid w:val="00DB7A2E"/>
    <w:rsid w:val="00DC14DD"/>
    <w:rsid w:val="00DC183A"/>
    <w:rsid w:val="00DC18AD"/>
    <w:rsid w:val="00DC207D"/>
    <w:rsid w:val="00DC2F79"/>
    <w:rsid w:val="00DC3335"/>
    <w:rsid w:val="00DC3662"/>
    <w:rsid w:val="00DC44EC"/>
    <w:rsid w:val="00DC4A33"/>
    <w:rsid w:val="00DC4F04"/>
    <w:rsid w:val="00DC54FE"/>
    <w:rsid w:val="00DC6C62"/>
    <w:rsid w:val="00DD0927"/>
    <w:rsid w:val="00DD0D6F"/>
    <w:rsid w:val="00DD18FA"/>
    <w:rsid w:val="00DD3097"/>
    <w:rsid w:val="00DD34B3"/>
    <w:rsid w:val="00DD52EB"/>
    <w:rsid w:val="00DD6C6A"/>
    <w:rsid w:val="00DD7F3F"/>
    <w:rsid w:val="00DE0029"/>
    <w:rsid w:val="00DE1898"/>
    <w:rsid w:val="00DE1F36"/>
    <w:rsid w:val="00DE25B9"/>
    <w:rsid w:val="00DE3E87"/>
    <w:rsid w:val="00DE6AEC"/>
    <w:rsid w:val="00DF0399"/>
    <w:rsid w:val="00DF179A"/>
    <w:rsid w:val="00DF22B5"/>
    <w:rsid w:val="00DF2D0C"/>
    <w:rsid w:val="00DF503C"/>
    <w:rsid w:val="00DF5780"/>
    <w:rsid w:val="00DF7CAE"/>
    <w:rsid w:val="00E01444"/>
    <w:rsid w:val="00E0155F"/>
    <w:rsid w:val="00E02204"/>
    <w:rsid w:val="00E0456B"/>
    <w:rsid w:val="00E05563"/>
    <w:rsid w:val="00E0716B"/>
    <w:rsid w:val="00E111BA"/>
    <w:rsid w:val="00E127C2"/>
    <w:rsid w:val="00E14478"/>
    <w:rsid w:val="00E17FE1"/>
    <w:rsid w:val="00E21405"/>
    <w:rsid w:val="00E21E8A"/>
    <w:rsid w:val="00E22D35"/>
    <w:rsid w:val="00E2379A"/>
    <w:rsid w:val="00E25A8C"/>
    <w:rsid w:val="00E25D78"/>
    <w:rsid w:val="00E25F06"/>
    <w:rsid w:val="00E261DD"/>
    <w:rsid w:val="00E263C1"/>
    <w:rsid w:val="00E30075"/>
    <w:rsid w:val="00E30A73"/>
    <w:rsid w:val="00E31570"/>
    <w:rsid w:val="00E327E6"/>
    <w:rsid w:val="00E342A8"/>
    <w:rsid w:val="00E35002"/>
    <w:rsid w:val="00E36125"/>
    <w:rsid w:val="00E3752C"/>
    <w:rsid w:val="00E3779C"/>
    <w:rsid w:val="00E37D04"/>
    <w:rsid w:val="00E40CA5"/>
    <w:rsid w:val="00E4161F"/>
    <w:rsid w:val="00E423C0"/>
    <w:rsid w:val="00E44C12"/>
    <w:rsid w:val="00E50B2B"/>
    <w:rsid w:val="00E517CF"/>
    <w:rsid w:val="00E53344"/>
    <w:rsid w:val="00E55D93"/>
    <w:rsid w:val="00E56E18"/>
    <w:rsid w:val="00E60C6D"/>
    <w:rsid w:val="00E621DD"/>
    <w:rsid w:val="00E624AB"/>
    <w:rsid w:val="00E6414C"/>
    <w:rsid w:val="00E64209"/>
    <w:rsid w:val="00E64FD1"/>
    <w:rsid w:val="00E65444"/>
    <w:rsid w:val="00E657FF"/>
    <w:rsid w:val="00E66D1B"/>
    <w:rsid w:val="00E674F4"/>
    <w:rsid w:val="00E7260F"/>
    <w:rsid w:val="00E757E0"/>
    <w:rsid w:val="00E763B2"/>
    <w:rsid w:val="00E76504"/>
    <w:rsid w:val="00E76A0D"/>
    <w:rsid w:val="00E77236"/>
    <w:rsid w:val="00E779EB"/>
    <w:rsid w:val="00E81186"/>
    <w:rsid w:val="00E81518"/>
    <w:rsid w:val="00E8296E"/>
    <w:rsid w:val="00E854FF"/>
    <w:rsid w:val="00E85993"/>
    <w:rsid w:val="00E86B52"/>
    <w:rsid w:val="00E87009"/>
    <w:rsid w:val="00E8702D"/>
    <w:rsid w:val="00E907F5"/>
    <w:rsid w:val="00E910B7"/>
    <w:rsid w:val="00E914CA"/>
    <w:rsid w:val="00E916A9"/>
    <w:rsid w:val="00E916DE"/>
    <w:rsid w:val="00E91E82"/>
    <w:rsid w:val="00E91FFF"/>
    <w:rsid w:val="00E925AD"/>
    <w:rsid w:val="00E95CD8"/>
    <w:rsid w:val="00E96630"/>
    <w:rsid w:val="00EB0246"/>
    <w:rsid w:val="00EB1677"/>
    <w:rsid w:val="00EB303F"/>
    <w:rsid w:val="00EB6D96"/>
    <w:rsid w:val="00EB7F1F"/>
    <w:rsid w:val="00EC0665"/>
    <w:rsid w:val="00EC236B"/>
    <w:rsid w:val="00EC2878"/>
    <w:rsid w:val="00EC442B"/>
    <w:rsid w:val="00EC4F40"/>
    <w:rsid w:val="00ED0947"/>
    <w:rsid w:val="00ED0D38"/>
    <w:rsid w:val="00ED13DD"/>
    <w:rsid w:val="00ED18DC"/>
    <w:rsid w:val="00ED1D97"/>
    <w:rsid w:val="00ED3E22"/>
    <w:rsid w:val="00ED5F4C"/>
    <w:rsid w:val="00ED6201"/>
    <w:rsid w:val="00ED6421"/>
    <w:rsid w:val="00ED7673"/>
    <w:rsid w:val="00ED79E6"/>
    <w:rsid w:val="00ED7A2A"/>
    <w:rsid w:val="00EE03E5"/>
    <w:rsid w:val="00EE29AF"/>
    <w:rsid w:val="00EE3404"/>
    <w:rsid w:val="00EE413F"/>
    <w:rsid w:val="00EF02CD"/>
    <w:rsid w:val="00EF04E6"/>
    <w:rsid w:val="00EF1011"/>
    <w:rsid w:val="00EF1694"/>
    <w:rsid w:val="00EF1D7F"/>
    <w:rsid w:val="00EF3332"/>
    <w:rsid w:val="00EF3E2D"/>
    <w:rsid w:val="00F0137E"/>
    <w:rsid w:val="00F020C8"/>
    <w:rsid w:val="00F02B52"/>
    <w:rsid w:val="00F05144"/>
    <w:rsid w:val="00F06DFC"/>
    <w:rsid w:val="00F10632"/>
    <w:rsid w:val="00F11FD9"/>
    <w:rsid w:val="00F12985"/>
    <w:rsid w:val="00F12FBE"/>
    <w:rsid w:val="00F16C18"/>
    <w:rsid w:val="00F16EB3"/>
    <w:rsid w:val="00F17F1C"/>
    <w:rsid w:val="00F17FE3"/>
    <w:rsid w:val="00F204AE"/>
    <w:rsid w:val="00F20574"/>
    <w:rsid w:val="00F21786"/>
    <w:rsid w:val="00F244E9"/>
    <w:rsid w:val="00F2486C"/>
    <w:rsid w:val="00F25820"/>
    <w:rsid w:val="00F25E24"/>
    <w:rsid w:val="00F30115"/>
    <w:rsid w:val="00F31CE7"/>
    <w:rsid w:val="00F33438"/>
    <w:rsid w:val="00F335EF"/>
    <w:rsid w:val="00F33701"/>
    <w:rsid w:val="00F345D7"/>
    <w:rsid w:val="00F34AF8"/>
    <w:rsid w:val="00F35E93"/>
    <w:rsid w:val="00F36355"/>
    <w:rsid w:val="00F37403"/>
    <w:rsid w:val="00F3742B"/>
    <w:rsid w:val="00F37652"/>
    <w:rsid w:val="00F376D4"/>
    <w:rsid w:val="00F41FDB"/>
    <w:rsid w:val="00F42ACF"/>
    <w:rsid w:val="00F43158"/>
    <w:rsid w:val="00F46223"/>
    <w:rsid w:val="00F50412"/>
    <w:rsid w:val="00F5068B"/>
    <w:rsid w:val="00F507EC"/>
    <w:rsid w:val="00F51A7A"/>
    <w:rsid w:val="00F52737"/>
    <w:rsid w:val="00F52C1F"/>
    <w:rsid w:val="00F53938"/>
    <w:rsid w:val="00F53EE8"/>
    <w:rsid w:val="00F550B9"/>
    <w:rsid w:val="00F56D63"/>
    <w:rsid w:val="00F574A2"/>
    <w:rsid w:val="00F609A9"/>
    <w:rsid w:val="00F61597"/>
    <w:rsid w:val="00F63301"/>
    <w:rsid w:val="00F70D81"/>
    <w:rsid w:val="00F719C2"/>
    <w:rsid w:val="00F71AE9"/>
    <w:rsid w:val="00F7281B"/>
    <w:rsid w:val="00F7394F"/>
    <w:rsid w:val="00F74B3B"/>
    <w:rsid w:val="00F7620C"/>
    <w:rsid w:val="00F77DB6"/>
    <w:rsid w:val="00F80C99"/>
    <w:rsid w:val="00F81BD6"/>
    <w:rsid w:val="00F847B0"/>
    <w:rsid w:val="00F85805"/>
    <w:rsid w:val="00F85EE4"/>
    <w:rsid w:val="00F867EC"/>
    <w:rsid w:val="00F86AF8"/>
    <w:rsid w:val="00F90191"/>
    <w:rsid w:val="00F903FB"/>
    <w:rsid w:val="00F91821"/>
    <w:rsid w:val="00F91B2B"/>
    <w:rsid w:val="00F91FE3"/>
    <w:rsid w:val="00F92BA1"/>
    <w:rsid w:val="00F92EE0"/>
    <w:rsid w:val="00F93C9E"/>
    <w:rsid w:val="00F941E0"/>
    <w:rsid w:val="00F94C07"/>
    <w:rsid w:val="00F959BF"/>
    <w:rsid w:val="00FA1268"/>
    <w:rsid w:val="00FA31CD"/>
    <w:rsid w:val="00FA3762"/>
    <w:rsid w:val="00FA412D"/>
    <w:rsid w:val="00FA4875"/>
    <w:rsid w:val="00FA4B7F"/>
    <w:rsid w:val="00FA609F"/>
    <w:rsid w:val="00FB10AA"/>
    <w:rsid w:val="00FB14E3"/>
    <w:rsid w:val="00FB18C9"/>
    <w:rsid w:val="00FB2A68"/>
    <w:rsid w:val="00FB2E6E"/>
    <w:rsid w:val="00FB3053"/>
    <w:rsid w:val="00FB36CC"/>
    <w:rsid w:val="00FB674F"/>
    <w:rsid w:val="00FB78A5"/>
    <w:rsid w:val="00FC01A4"/>
    <w:rsid w:val="00FC03CD"/>
    <w:rsid w:val="00FC0646"/>
    <w:rsid w:val="00FC208A"/>
    <w:rsid w:val="00FC2115"/>
    <w:rsid w:val="00FC2716"/>
    <w:rsid w:val="00FC492B"/>
    <w:rsid w:val="00FC654C"/>
    <w:rsid w:val="00FC6661"/>
    <w:rsid w:val="00FC68B7"/>
    <w:rsid w:val="00FC7D6E"/>
    <w:rsid w:val="00FD0836"/>
    <w:rsid w:val="00FD112C"/>
    <w:rsid w:val="00FD4F67"/>
    <w:rsid w:val="00FD5150"/>
    <w:rsid w:val="00FD65AB"/>
    <w:rsid w:val="00FD6964"/>
    <w:rsid w:val="00FE0D5A"/>
    <w:rsid w:val="00FE12A0"/>
    <w:rsid w:val="00FE2687"/>
    <w:rsid w:val="00FE3CF5"/>
    <w:rsid w:val="00FE4D55"/>
    <w:rsid w:val="00FE5512"/>
    <w:rsid w:val="00FE591B"/>
    <w:rsid w:val="00FE6985"/>
    <w:rsid w:val="00FE7AFB"/>
    <w:rsid w:val="00FF0787"/>
    <w:rsid w:val="00FF1370"/>
    <w:rsid w:val="00FF46BE"/>
    <w:rsid w:val="00FF590C"/>
    <w:rsid w:val="00FF6632"/>
    <w:rsid w:val="00FF66D8"/>
    <w:rsid w:val="7741D353"/>
    <w:rsid w:val="7FBE42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A6A0F9"/>
  <w15:docId w15:val="{5DBE1FA9-2702-44E2-850B-F50EDD7DA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7285"/>
    <w:pPr>
      <w:suppressAutoHyphens/>
      <w:spacing w:line="240" w:lineRule="atLeast"/>
    </w:pPr>
    <w:rPr>
      <w:lang w:val="en-GB"/>
    </w:rPr>
  </w:style>
  <w:style w:type="paragraph" w:styleId="Heading1">
    <w:name w:val="heading 1"/>
    <w:aliases w:val="Table_G"/>
    <w:basedOn w:val="SingleTxtG"/>
    <w:next w:val="SingleTxtG"/>
    <w:qFormat/>
    <w:rsid w:val="005D7285"/>
    <w:pPr>
      <w:spacing w:after="0" w:line="240" w:lineRule="auto"/>
      <w:ind w:right="0"/>
      <w:jc w:val="left"/>
      <w:outlineLvl w:val="0"/>
    </w:pPr>
  </w:style>
  <w:style w:type="paragraph" w:styleId="Heading2">
    <w:name w:val="heading 2"/>
    <w:basedOn w:val="Normal"/>
    <w:next w:val="Normal"/>
    <w:qFormat/>
    <w:rsid w:val="005D7285"/>
    <w:pPr>
      <w:spacing w:line="240" w:lineRule="auto"/>
      <w:outlineLvl w:val="1"/>
    </w:pPr>
  </w:style>
  <w:style w:type="paragraph" w:styleId="Heading3">
    <w:name w:val="heading 3"/>
    <w:basedOn w:val="Normal"/>
    <w:next w:val="Normal"/>
    <w:qFormat/>
    <w:rsid w:val="005D7285"/>
    <w:pPr>
      <w:spacing w:line="240" w:lineRule="auto"/>
      <w:outlineLvl w:val="2"/>
    </w:pPr>
  </w:style>
  <w:style w:type="paragraph" w:styleId="Heading4">
    <w:name w:val="heading 4"/>
    <w:basedOn w:val="Normal"/>
    <w:next w:val="Normal"/>
    <w:qFormat/>
    <w:rsid w:val="005D7285"/>
    <w:pPr>
      <w:spacing w:line="240" w:lineRule="auto"/>
      <w:outlineLvl w:val="3"/>
    </w:pPr>
  </w:style>
  <w:style w:type="paragraph" w:styleId="Heading5">
    <w:name w:val="heading 5"/>
    <w:basedOn w:val="Normal"/>
    <w:next w:val="Normal"/>
    <w:qFormat/>
    <w:rsid w:val="005D7285"/>
    <w:pPr>
      <w:spacing w:line="240" w:lineRule="auto"/>
      <w:outlineLvl w:val="4"/>
    </w:pPr>
  </w:style>
  <w:style w:type="paragraph" w:styleId="Heading6">
    <w:name w:val="heading 6"/>
    <w:basedOn w:val="Normal"/>
    <w:next w:val="Normal"/>
    <w:qFormat/>
    <w:rsid w:val="005D7285"/>
    <w:pPr>
      <w:spacing w:line="240" w:lineRule="auto"/>
      <w:outlineLvl w:val="5"/>
    </w:pPr>
  </w:style>
  <w:style w:type="paragraph" w:styleId="Heading7">
    <w:name w:val="heading 7"/>
    <w:basedOn w:val="Normal"/>
    <w:next w:val="Normal"/>
    <w:qFormat/>
    <w:rsid w:val="005D7285"/>
    <w:pPr>
      <w:spacing w:line="240" w:lineRule="auto"/>
      <w:outlineLvl w:val="6"/>
    </w:pPr>
  </w:style>
  <w:style w:type="paragraph" w:styleId="Heading8">
    <w:name w:val="heading 8"/>
    <w:basedOn w:val="Normal"/>
    <w:next w:val="Normal"/>
    <w:qFormat/>
    <w:rsid w:val="005D7285"/>
    <w:pPr>
      <w:spacing w:line="240" w:lineRule="auto"/>
      <w:outlineLvl w:val="7"/>
    </w:pPr>
  </w:style>
  <w:style w:type="paragraph" w:styleId="Heading9">
    <w:name w:val="heading 9"/>
    <w:basedOn w:val="Normal"/>
    <w:next w:val="Normal"/>
    <w:qFormat/>
    <w:rsid w:val="005D7285"/>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5D7285"/>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5D7285"/>
    <w:rPr>
      <w:rFonts w:ascii="Times New Roman" w:hAnsi="Times New Roman"/>
      <w:sz w:val="18"/>
      <w:vertAlign w:val="superscript"/>
    </w:rPr>
  </w:style>
  <w:style w:type="character" w:styleId="FootnoteReference">
    <w:name w:val="footnote reference"/>
    <w:aliases w:val="4_G"/>
    <w:rsid w:val="005D7285"/>
    <w:rPr>
      <w:rFonts w:ascii="Times New Roman" w:hAnsi="Times New Roman"/>
      <w:sz w:val="18"/>
      <w:vertAlign w:val="superscript"/>
    </w:rPr>
  </w:style>
  <w:style w:type="paragraph" w:styleId="FootnoteText">
    <w:name w:val="footnote text"/>
    <w:aliases w:val="5_G,fn,footnote text,Footnotes,Footnote ak"/>
    <w:basedOn w:val="Normal"/>
    <w:link w:val="FootnoteTextChar"/>
    <w:rsid w:val="005D7285"/>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rsid w:val="005D7285"/>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5D7285"/>
    <w:rPr>
      <w:color w:val="auto"/>
      <w:u w:val="none"/>
    </w:rPr>
  </w:style>
  <w:style w:type="paragraph" w:styleId="Footer">
    <w:name w:val="footer"/>
    <w:aliases w:val="3_G"/>
    <w:basedOn w:val="Normal"/>
    <w:rsid w:val="005D7285"/>
    <w:pPr>
      <w:spacing w:line="240" w:lineRule="auto"/>
    </w:pPr>
    <w:rPr>
      <w:sz w:val="16"/>
    </w:rPr>
  </w:style>
  <w:style w:type="paragraph" w:styleId="Header">
    <w:name w:val="header"/>
    <w:aliases w:val="6_G"/>
    <w:basedOn w:val="Normal"/>
    <w:rsid w:val="005D7285"/>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5D7285"/>
    <w:rPr>
      <w:color w:val="auto"/>
      <w:u w:val="none"/>
    </w:rPr>
  </w:style>
  <w:style w:type="paragraph" w:customStyle="1" w:styleId="Rom2">
    <w:name w:val="Rom2"/>
    <w:basedOn w:val="Normal"/>
    <w:rsid w:val="00FB674F"/>
    <w:pPr>
      <w:numPr>
        <w:numId w:val="3"/>
      </w:numPr>
      <w:suppressAutoHyphens w:val="0"/>
      <w:spacing w:after="240" w:line="240" w:lineRule="auto"/>
    </w:pPr>
    <w:rPr>
      <w:sz w:val="24"/>
    </w:rPr>
  </w:style>
  <w:style w:type="character" w:styleId="CommentReference">
    <w:name w:val="annotation reference"/>
    <w:uiPriority w:val="99"/>
    <w:semiHidden/>
    <w:rsid w:val="00FB674F"/>
    <w:rPr>
      <w:sz w:val="16"/>
      <w:szCs w:val="16"/>
    </w:rPr>
  </w:style>
  <w:style w:type="paragraph" w:styleId="CommentText">
    <w:name w:val="annotation text"/>
    <w:basedOn w:val="Normal"/>
    <w:link w:val="CommentTextChar"/>
    <w:uiPriority w:val="99"/>
    <w:semiHidden/>
    <w:rsid w:val="00FB674F"/>
    <w:pPr>
      <w:suppressAutoHyphens w:val="0"/>
      <w:spacing w:after="240" w:line="240" w:lineRule="auto"/>
    </w:pPr>
  </w:style>
  <w:style w:type="character" w:customStyle="1" w:styleId="H1GChar">
    <w:name w:val="_ H_1_G Char"/>
    <w:link w:val="H1G"/>
    <w:rsid w:val="000E6A51"/>
    <w:rPr>
      <w:b/>
      <w:sz w:val="24"/>
      <w:lang w:val="en-GB" w:eastAsia="en-US" w:bidi="ar-SA"/>
    </w:rPr>
  </w:style>
  <w:style w:type="character" w:customStyle="1" w:styleId="SingleTxtGChar">
    <w:name w:val="_ Single Txt_G Char"/>
    <w:link w:val="SingleTxtG"/>
    <w:rsid w:val="000E6A51"/>
    <w:rPr>
      <w:lang w:val="en-GB" w:eastAsia="en-US" w:bidi="ar-SA"/>
    </w:rPr>
  </w:style>
  <w:style w:type="paragraph" w:customStyle="1" w:styleId="Rom1">
    <w:name w:val="Rom1"/>
    <w:basedOn w:val="Normal"/>
    <w:rsid w:val="005D7285"/>
    <w:pPr>
      <w:numPr>
        <w:numId w:val="4"/>
      </w:numPr>
      <w:suppressAutoHyphens w:val="0"/>
      <w:spacing w:after="240" w:line="240" w:lineRule="auto"/>
      <w:ind w:left="1441" w:hanging="590"/>
    </w:pPr>
    <w:rPr>
      <w:sz w:val="24"/>
    </w:rPr>
  </w:style>
  <w:style w:type="paragraph" w:customStyle="1" w:styleId="ParaNo">
    <w:name w:val="ParaNo."/>
    <w:basedOn w:val="Normal"/>
    <w:rsid w:val="005D7285"/>
    <w:pPr>
      <w:numPr>
        <w:numId w:val="5"/>
      </w:numPr>
      <w:tabs>
        <w:tab w:val="clear" w:pos="360"/>
        <w:tab w:val="left" w:pos="737"/>
      </w:tabs>
      <w:suppressAutoHyphens w:val="0"/>
      <w:spacing w:after="240" w:line="240" w:lineRule="auto"/>
    </w:pPr>
    <w:rPr>
      <w:sz w:val="24"/>
      <w:lang w:val="fr-CH"/>
    </w:rPr>
  </w:style>
  <w:style w:type="paragraph" w:styleId="BodyText">
    <w:name w:val="Body Text"/>
    <w:basedOn w:val="Normal"/>
    <w:rsid w:val="005D7285"/>
    <w:pPr>
      <w:suppressAutoHyphens w:val="0"/>
      <w:spacing w:before="360" w:line="240" w:lineRule="auto"/>
    </w:pPr>
    <w:rPr>
      <w:rFonts w:ascii="Arial" w:hAnsi="Arial" w:cs="Arial"/>
      <w:b/>
      <w:sz w:val="36"/>
    </w:rPr>
  </w:style>
  <w:style w:type="paragraph" w:styleId="BodyTextIndent2">
    <w:name w:val="Body Text Indent 2"/>
    <w:basedOn w:val="Normal"/>
    <w:rsid w:val="005D7285"/>
    <w:pPr>
      <w:suppressAutoHyphens w:val="0"/>
      <w:spacing w:line="240" w:lineRule="auto"/>
      <w:ind w:firstLine="900"/>
    </w:pPr>
    <w:rPr>
      <w:color w:val="000000"/>
      <w:sz w:val="24"/>
      <w:lang w:val="en-US"/>
    </w:rPr>
  </w:style>
  <w:style w:type="paragraph" w:styleId="Title">
    <w:name w:val="Title"/>
    <w:basedOn w:val="Normal"/>
    <w:qFormat/>
    <w:rsid w:val="005D7285"/>
    <w:pPr>
      <w:suppressAutoHyphens w:val="0"/>
      <w:spacing w:line="240" w:lineRule="auto"/>
      <w:jc w:val="center"/>
    </w:pPr>
    <w:rPr>
      <w:b/>
      <w:sz w:val="22"/>
    </w:rPr>
  </w:style>
  <w:style w:type="paragraph" w:styleId="NormalWeb">
    <w:name w:val="Normal (Web)"/>
    <w:basedOn w:val="Normal"/>
    <w:rsid w:val="005D7285"/>
    <w:pPr>
      <w:suppressAutoHyphens w:val="0"/>
      <w:spacing w:before="100" w:beforeAutospacing="1" w:after="100" w:afterAutospacing="1" w:line="240" w:lineRule="auto"/>
    </w:pPr>
    <w:rPr>
      <w:rFonts w:ascii="Verdana" w:eastAsia="Arial Unicode MS" w:hAnsi="Verdana"/>
      <w:lang w:val="nl-NL" w:eastAsia="nl-NL"/>
    </w:rPr>
  </w:style>
  <w:style w:type="paragraph" w:styleId="BodyTextIndent">
    <w:name w:val="Body Text Indent"/>
    <w:basedOn w:val="Normal"/>
    <w:rsid w:val="005D7285"/>
    <w:pPr>
      <w:tabs>
        <w:tab w:val="left" w:pos="567"/>
      </w:tabs>
      <w:suppressAutoHyphens w:val="0"/>
      <w:spacing w:line="240" w:lineRule="auto"/>
      <w:ind w:left="567" w:hanging="567"/>
    </w:pPr>
    <w:rPr>
      <w:sz w:val="24"/>
      <w:szCs w:val="24"/>
    </w:rPr>
  </w:style>
  <w:style w:type="paragraph" w:styleId="BalloonText">
    <w:name w:val="Balloon Text"/>
    <w:basedOn w:val="Normal"/>
    <w:semiHidden/>
    <w:rsid w:val="005D7285"/>
    <w:pPr>
      <w:suppressAutoHyphens w:val="0"/>
      <w:spacing w:after="240" w:line="240" w:lineRule="auto"/>
    </w:pPr>
    <w:rPr>
      <w:rFonts w:ascii="Tahoma" w:hAnsi="Tahoma" w:cs="Tahoma"/>
      <w:sz w:val="16"/>
      <w:szCs w:val="16"/>
    </w:rPr>
  </w:style>
  <w:style w:type="paragraph" w:styleId="CommentSubject">
    <w:name w:val="annotation subject"/>
    <w:basedOn w:val="CommentText"/>
    <w:next w:val="CommentText"/>
    <w:semiHidden/>
    <w:rsid w:val="005D7285"/>
    <w:rPr>
      <w:b/>
      <w:bCs/>
    </w:rPr>
  </w:style>
  <w:style w:type="character" w:styleId="Strong">
    <w:name w:val="Strong"/>
    <w:qFormat/>
    <w:rsid w:val="00C264C5"/>
    <w:rPr>
      <w:b/>
      <w:bCs/>
    </w:rPr>
  </w:style>
  <w:style w:type="character" w:customStyle="1" w:styleId="FootnoteTextChar">
    <w:name w:val="Footnote Text Char"/>
    <w:aliases w:val="5_G Char,fn Char,footnote text Char,Footnotes Char,Footnote ak Char"/>
    <w:link w:val="FootnoteText"/>
    <w:semiHidden/>
    <w:locked/>
    <w:rsid w:val="00813605"/>
    <w:rPr>
      <w:sz w:val="18"/>
      <w:lang w:val="en-GB" w:eastAsia="en-US" w:bidi="ar-SA"/>
    </w:rPr>
  </w:style>
  <w:style w:type="character" w:customStyle="1" w:styleId="CommentTextChar">
    <w:name w:val="Comment Text Char"/>
    <w:link w:val="CommentText"/>
    <w:uiPriority w:val="99"/>
    <w:semiHidden/>
    <w:rsid w:val="002C57D3"/>
    <w:rPr>
      <w:lang w:eastAsia="en-US"/>
    </w:rPr>
  </w:style>
  <w:style w:type="paragraph" w:styleId="Revision">
    <w:name w:val="Revision"/>
    <w:hidden/>
    <w:uiPriority w:val="99"/>
    <w:semiHidden/>
    <w:rsid w:val="009E628B"/>
    <w:rPr>
      <w:lang w:val="en-GB"/>
    </w:rPr>
  </w:style>
  <w:style w:type="paragraph" w:styleId="ListNumber3">
    <w:name w:val="List Number 3"/>
    <w:basedOn w:val="Normal"/>
    <w:rsid w:val="00261CBF"/>
    <w:pPr>
      <w:numPr>
        <w:numId w:val="6"/>
      </w:numPr>
    </w:pPr>
  </w:style>
  <w:style w:type="paragraph" w:customStyle="1" w:styleId="bodytext0">
    <w:name w:val="bodytext"/>
    <w:basedOn w:val="Normal"/>
    <w:rsid w:val="00DC4F04"/>
    <w:pPr>
      <w:suppressAutoHyphens w:val="0"/>
      <w:spacing w:line="360" w:lineRule="atLeast"/>
      <w:textAlignment w:val="baseline"/>
    </w:pPr>
    <w:rPr>
      <w:sz w:val="24"/>
      <w:szCs w:val="24"/>
      <w:lang w:eastAsia="en-GB"/>
    </w:rPr>
  </w:style>
  <w:style w:type="paragraph" w:styleId="ListParagraph">
    <w:name w:val="List Paragraph"/>
    <w:basedOn w:val="Normal"/>
    <w:uiPriority w:val="34"/>
    <w:qFormat/>
    <w:rsid w:val="00FC7D6E"/>
    <w:pPr>
      <w:ind w:left="720"/>
      <w:contextualSpacing/>
    </w:pPr>
  </w:style>
  <w:style w:type="character" w:customStyle="1" w:styleId="HChGChar">
    <w:name w:val="_ H _Ch_G Char"/>
    <w:link w:val="HChG"/>
    <w:rsid w:val="00DD52EB"/>
    <w:rPr>
      <w:b/>
      <w:sz w:val="28"/>
      <w:lang w:val="en-GB"/>
    </w:rPr>
  </w:style>
  <w:style w:type="paragraph" w:customStyle="1" w:styleId="Default">
    <w:name w:val="Default"/>
    <w:rsid w:val="00C96066"/>
    <w:pPr>
      <w:autoSpaceDE w:val="0"/>
      <w:autoSpaceDN w:val="0"/>
      <w:adjustRightInd w:val="0"/>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328730">
      <w:bodyDiv w:val="1"/>
      <w:marLeft w:val="0"/>
      <w:marRight w:val="0"/>
      <w:marTop w:val="0"/>
      <w:marBottom w:val="0"/>
      <w:divBdr>
        <w:top w:val="none" w:sz="0" w:space="0" w:color="auto"/>
        <w:left w:val="none" w:sz="0" w:space="0" w:color="auto"/>
        <w:bottom w:val="none" w:sz="0" w:space="0" w:color="auto"/>
        <w:right w:val="none" w:sz="0" w:space="0" w:color="auto"/>
      </w:divBdr>
    </w:div>
    <w:div w:id="128935682">
      <w:bodyDiv w:val="1"/>
      <w:marLeft w:val="0"/>
      <w:marRight w:val="0"/>
      <w:marTop w:val="0"/>
      <w:marBottom w:val="0"/>
      <w:divBdr>
        <w:top w:val="none" w:sz="0" w:space="0" w:color="auto"/>
        <w:left w:val="none" w:sz="0" w:space="0" w:color="auto"/>
        <w:bottom w:val="none" w:sz="0" w:space="0" w:color="auto"/>
        <w:right w:val="none" w:sz="0" w:space="0" w:color="auto"/>
      </w:divBdr>
    </w:div>
    <w:div w:id="731151171">
      <w:bodyDiv w:val="1"/>
      <w:marLeft w:val="0"/>
      <w:marRight w:val="0"/>
      <w:marTop w:val="0"/>
      <w:marBottom w:val="0"/>
      <w:divBdr>
        <w:top w:val="none" w:sz="0" w:space="0" w:color="auto"/>
        <w:left w:val="none" w:sz="0" w:space="0" w:color="auto"/>
        <w:bottom w:val="none" w:sz="0" w:space="0" w:color="auto"/>
        <w:right w:val="none" w:sz="0" w:space="0" w:color="auto"/>
      </w:divBdr>
    </w:div>
    <w:div w:id="133399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_La_Cruz\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5BAD6B90F990844849380189D456564" ma:contentTypeVersion="14" ma:contentTypeDescription="Create a new document." ma:contentTypeScope="" ma:versionID="c5a05747911024e3eda16fb23ab92bec">
  <xsd:schema xmlns:xsd="http://www.w3.org/2001/XMLSchema" xmlns:xs="http://www.w3.org/2001/XMLSchema" xmlns:p="http://schemas.microsoft.com/office/2006/metadata/properties" xmlns:ns2="218fc245-16fb-4e80-b15a-44d5324d7fea" xmlns:ns3="c938e5d9-4d9f-46ad-8df2-2c223b949764" targetNamespace="http://schemas.microsoft.com/office/2006/metadata/properties" ma:root="true" ma:fieldsID="14640dafcded05448e0d099bd593117a" ns2:_="" ns3:_="">
    <xsd:import namespace="218fc245-16fb-4e80-b15a-44d5324d7fea"/>
    <xsd:import namespace="c938e5d9-4d9f-46ad-8df2-2c223b9497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ServiceOCR" minOccurs="0"/>
                <xsd:element ref="ns3:SharedWithUsers" minOccurs="0"/>
                <xsd:element ref="ns3:SharedWithDetails" minOccurs="0"/>
                <xsd:element ref="ns2:dat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8fc245-16fb-4e80-b15a-44d5324d7f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date" ma:index="20" nillable="true" ma:displayName="date" ma:format="DateOnly" ma:internalName="dat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938e5d9-4d9f-46ad-8df2-2c223b94976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e xmlns="218fc245-16fb-4e80-b15a-44d5324d7fea" xsi:nil="true"/>
  </documentManagement>
</p:properties>
</file>

<file path=customXml/itemProps1.xml><?xml version="1.0" encoding="utf-8"?>
<ds:datastoreItem xmlns:ds="http://schemas.openxmlformats.org/officeDocument/2006/customXml" ds:itemID="{D22F29B0-BB2E-4E7F-B84E-A8D178E2004A}">
  <ds:schemaRefs>
    <ds:schemaRef ds:uri="http://schemas.openxmlformats.org/officeDocument/2006/bibliography"/>
  </ds:schemaRefs>
</ds:datastoreItem>
</file>

<file path=customXml/itemProps2.xml><?xml version="1.0" encoding="utf-8"?>
<ds:datastoreItem xmlns:ds="http://schemas.openxmlformats.org/officeDocument/2006/customXml" ds:itemID="{0D5C0947-D102-413E-A974-2ADBA76CB7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8fc245-16fb-4e80-b15a-44d5324d7fea"/>
    <ds:schemaRef ds:uri="c938e5d9-4d9f-46ad-8df2-2c223b9497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96D939-B1D1-4E00-9E5D-D8530029EBEC}">
  <ds:schemaRefs>
    <ds:schemaRef ds:uri="http://schemas.microsoft.com/sharepoint/v3/contenttype/forms"/>
  </ds:schemaRefs>
</ds:datastoreItem>
</file>

<file path=customXml/itemProps4.xml><?xml version="1.0" encoding="utf-8"?>
<ds:datastoreItem xmlns:ds="http://schemas.openxmlformats.org/officeDocument/2006/customXml" ds:itemID="{F9620D22-E0D5-45EB-91A9-6EA7270D94A0}">
  <ds:schemaRefs>
    <ds:schemaRef ds:uri="http://schemas.microsoft.com/office/2006/metadata/properties"/>
    <ds:schemaRef ds:uri="http://schemas.microsoft.com/office/infopath/2007/PartnerControls"/>
    <ds:schemaRef ds:uri="218fc245-16fb-4e80-b15a-44d5324d7fea"/>
  </ds:schemaRefs>
</ds:datastoreItem>
</file>

<file path=docProps/app.xml><?xml version="1.0" encoding="utf-8"?>
<Properties xmlns="http://schemas.openxmlformats.org/officeDocument/2006/extended-properties" xmlns:vt="http://schemas.openxmlformats.org/officeDocument/2006/docPropsVTypes">
  <Template>ECE_E.dot</Template>
  <TotalTime>2</TotalTime>
  <Pages>2</Pages>
  <Words>503</Words>
  <Characters>2872</Characters>
  <Application>Microsoft Office Word</Application>
  <DocSecurity>0</DocSecurity>
  <Lines>23</Lines>
  <Paragraphs>6</Paragraphs>
  <ScaleCrop>false</ScaleCrop>
  <Company>CSD</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Ella Behlyarova</dc:creator>
  <cp:keywords/>
  <cp:lastModifiedBy>RVU</cp:lastModifiedBy>
  <cp:revision>4</cp:revision>
  <cp:lastPrinted>2020-10-29T13:11:00Z</cp:lastPrinted>
  <dcterms:created xsi:type="dcterms:W3CDTF">2021-06-08T11:12:00Z</dcterms:created>
  <dcterms:modified xsi:type="dcterms:W3CDTF">2021-06-08T11:14:00Z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0x010100B5BAD6B90F990844849380189D456564</vt:lpwstr>
  </property>
  <property fmtid="{D5CDD505-2E9C-101B-9397-08002B2CF9AE}" pid="3" name="Order">
    <vt:r8>14851800</vt:r8>
  </property>
</Properties>
</file>