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0236C" w:rsidRPr="00DB58B5" w14:paraId="7218B5E9" w14:textId="77777777" w:rsidTr="0002432E">
        <w:trPr>
          <w:trHeight w:hRule="exact" w:val="851"/>
        </w:trPr>
        <w:tc>
          <w:tcPr>
            <w:tcW w:w="1276" w:type="dxa"/>
            <w:tcBorders>
              <w:bottom w:val="single" w:sz="4" w:space="0" w:color="auto"/>
            </w:tcBorders>
          </w:tcPr>
          <w:p w14:paraId="17B21E89" w14:textId="77777777" w:rsidR="0080236C" w:rsidRPr="00DB58B5" w:rsidRDefault="0080236C" w:rsidP="00425260"/>
        </w:tc>
        <w:tc>
          <w:tcPr>
            <w:tcW w:w="2268" w:type="dxa"/>
            <w:tcBorders>
              <w:bottom w:val="single" w:sz="4" w:space="0" w:color="auto"/>
            </w:tcBorders>
            <w:vAlign w:val="bottom"/>
          </w:tcPr>
          <w:p w14:paraId="274A34BA" w14:textId="1F05DEC0" w:rsidR="0080236C" w:rsidRPr="00DB58B5" w:rsidRDefault="0080236C" w:rsidP="0002432E">
            <w:pPr>
              <w:spacing w:after="80" w:line="300" w:lineRule="exact"/>
              <w:rPr>
                <w:sz w:val="28"/>
              </w:rPr>
            </w:pPr>
          </w:p>
        </w:tc>
        <w:tc>
          <w:tcPr>
            <w:tcW w:w="6095" w:type="dxa"/>
            <w:gridSpan w:val="2"/>
            <w:tcBorders>
              <w:bottom w:val="single" w:sz="4" w:space="0" w:color="auto"/>
            </w:tcBorders>
            <w:vAlign w:val="bottom"/>
          </w:tcPr>
          <w:p w14:paraId="64D59DEF" w14:textId="026C8133" w:rsidR="0080236C" w:rsidRPr="00DB58B5" w:rsidRDefault="00425260" w:rsidP="00425260">
            <w:pPr>
              <w:jc w:val="right"/>
            </w:pPr>
            <w:r w:rsidRPr="00425260">
              <w:rPr>
                <w:sz w:val="40"/>
              </w:rPr>
              <w:t>E</w:t>
            </w:r>
            <w:r>
              <w:t>/ECE/TRANS/505/Rev.3/Add.147</w:t>
            </w:r>
          </w:p>
        </w:tc>
      </w:tr>
      <w:tr w:rsidR="0080236C" w:rsidRPr="00DB58B5" w14:paraId="37E19FB5" w14:textId="77777777" w:rsidTr="0002432E">
        <w:trPr>
          <w:trHeight w:hRule="exact" w:val="2835"/>
        </w:trPr>
        <w:tc>
          <w:tcPr>
            <w:tcW w:w="1276" w:type="dxa"/>
            <w:tcBorders>
              <w:top w:val="single" w:sz="4" w:space="0" w:color="auto"/>
              <w:bottom w:val="single" w:sz="12" w:space="0" w:color="auto"/>
            </w:tcBorders>
          </w:tcPr>
          <w:p w14:paraId="39078E8D" w14:textId="3F3F3D6C" w:rsidR="0080236C" w:rsidRPr="00DB58B5" w:rsidRDefault="0080236C" w:rsidP="0002432E">
            <w:pPr>
              <w:spacing w:before="120"/>
              <w:jc w:val="center"/>
            </w:pPr>
          </w:p>
        </w:tc>
        <w:tc>
          <w:tcPr>
            <w:tcW w:w="5528" w:type="dxa"/>
            <w:gridSpan w:val="2"/>
            <w:tcBorders>
              <w:top w:val="single" w:sz="4" w:space="0" w:color="auto"/>
              <w:bottom w:val="single" w:sz="12" w:space="0" w:color="auto"/>
            </w:tcBorders>
          </w:tcPr>
          <w:p w14:paraId="71F48811" w14:textId="7824319F" w:rsidR="0080236C" w:rsidRPr="00740562" w:rsidRDefault="0080236C" w:rsidP="0002432E">
            <w:pPr>
              <w:spacing w:before="120" w:line="420" w:lineRule="exact"/>
              <w:rPr>
                <w:b/>
                <w:sz w:val="40"/>
                <w:szCs w:val="40"/>
              </w:rPr>
            </w:pPr>
          </w:p>
        </w:tc>
        <w:tc>
          <w:tcPr>
            <w:tcW w:w="2835" w:type="dxa"/>
            <w:tcBorders>
              <w:top w:val="single" w:sz="4" w:space="0" w:color="auto"/>
              <w:bottom w:val="single" w:sz="12" w:space="0" w:color="auto"/>
            </w:tcBorders>
          </w:tcPr>
          <w:p w14:paraId="4D14F401" w14:textId="1EF819A0" w:rsidR="00425260" w:rsidRPr="00DB58B5" w:rsidRDefault="00425260" w:rsidP="00425260">
            <w:pPr>
              <w:spacing w:before="480" w:line="240" w:lineRule="exact"/>
            </w:pPr>
            <w:r>
              <w:t>9 janvier 2020</w:t>
            </w:r>
          </w:p>
        </w:tc>
      </w:tr>
    </w:tbl>
    <w:p w14:paraId="26F4B54B" w14:textId="77777777" w:rsidR="00425260" w:rsidRPr="00425260" w:rsidRDefault="00425260" w:rsidP="00425260">
      <w:pPr>
        <w:keepNext/>
        <w:keepLines/>
        <w:tabs>
          <w:tab w:val="right" w:pos="851"/>
        </w:tabs>
        <w:kinsoku/>
        <w:overflowPunct/>
        <w:autoSpaceDE/>
        <w:autoSpaceDN/>
        <w:adjustRightInd/>
        <w:snapToGrid/>
        <w:spacing w:before="360" w:after="240" w:line="300" w:lineRule="exact"/>
        <w:ind w:left="1134" w:right="1134" w:hanging="1134"/>
        <w:rPr>
          <w:rFonts w:eastAsia="Times New Roman"/>
          <w:b/>
          <w:sz w:val="28"/>
        </w:rPr>
      </w:pPr>
      <w:r w:rsidRPr="00C33CA0">
        <w:rPr>
          <w:rFonts w:eastAsia="Times New Roman"/>
          <w:b/>
          <w:sz w:val="28"/>
          <w:lang w:val="en-GB"/>
        </w:rPr>
        <w:tab/>
      </w:r>
      <w:r w:rsidRPr="00C33CA0">
        <w:rPr>
          <w:rFonts w:eastAsia="Times New Roman"/>
          <w:b/>
          <w:sz w:val="28"/>
          <w:lang w:val="en-GB"/>
        </w:rPr>
        <w:tab/>
      </w:r>
      <w:bookmarkStart w:id="0" w:name="_Toc340666199"/>
      <w:bookmarkStart w:id="1" w:name="_Toc340745062"/>
      <w:r w:rsidRPr="00425260">
        <w:rPr>
          <w:rFonts w:eastAsia="Times New Roman"/>
          <w:b/>
          <w:sz w:val="28"/>
        </w:rPr>
        <w:t>Accord</w:t>
      </w:r>
      <w:bookmarkEnd w:id="0"/>
      <w:bookmarkEnd w:id="1"/>
    </w:p>
    <w:p w14:paraId="14DBCD39" w14:textId="5F3E685D" w:rsidR="00425260" w:rsidRPr="00C33CA0" w:rsidRDefault="00425260" w:rsidP="00425260">
      <w:pPr>
        <w:keepNext/>
        <w:keepLines/>
        <w:tabs>
          <w:tab w:val="right" w:pos="851"/>
        </w:tabs>
        <w:kinsoku/>
        <w:overflowPunct/>
        <w:autoSpaceDE/>
        <w:autoSpaceDN/>
        <w:adjustRightInd/>
        <w:snapToGrid/>
        <w:spacing w:before="240" w:after="240" w:line="270" w:lineRule="exact"/>
        <w:ind w:left="1134" w:right="1134" w:hanging="1134"/>
        <w:rPr>
          <w:rFonts w:eastAsia="Times New Roman"/>
          <w:b/>
          <w:sz w:val="24"/>
          <w:lang w:val="fr-FR"/>
        </w:rPr>
      </w:pPr>
      <w:r w:rsidRPr="003D3792">
        <w:rPr>
          <w:rFonts w:eastAsia="Times New Roman"/>
          <w:b/>
          <w:sz w:val="24"/>
          <w:lang w:val="fr-FR"/>
        </w:rPr>
        <w:tab/>
      </w:r>
      <w:r w:rsidRPr="003D3792">
        <w:rPr>
          <w:rFonts w:eastAsia="Times New Roman"/>
          <w:b/>
          <w:sz w:val="24"/>
          <w:lang w:val="fr-FR"/>
        </w:rPr>
        <w:tab/>
      </w:r>
      <w:r w:rsidRPr="00C33CA0">
        <w:rPr>
          <w:rFonts w:eastAsia="Times New Roman"/>
          <w:b/>
          <w:sz w:val="24"/>
          <w:lang w:val="fr-FR"/>
        </w:rPr>
        <w:t>Concernant l</w:t>
      </w:r>
      <w:r w:rsidR="003D2091">
        <w:rPr>
          <w:rFonts w:eastAsia="Times New Roman"/>
          <w:b/>
          <w:sz w:val="24"/>
          <w:lang w:val="fr-FR"/>
        </w:rPr>
        <w:t>’</w:t>
      </w:r>
      <w:r w:rsidRPr="00C33CA0">
        <w:rPr>
          <w:rFonts w:eastAsia="Times New Roman"/>
          <w:b/>
          <w:sz w:val="24"/>
          <w:lang w:val="fr-FR"/>
        </w:rPr>
        <w:t>adoption de Règlements techniques harmonisés de l</w:t>
      </w:r>
      <w:r w:rsidR="003D2091">
        <w:rPr>
          <w:rFonts w:eastAsia="Times New Roman"/>
          <w:b/>
          <w:sz w:val="24"/>
          <w:lang w:val="fr-FR"/>
        </w:rPr>
        <w:t>’</w:t>
      </w:r>
      <w:r w:rsidRPr="00C33CA0">
        <w:rPr>
          <w:rFonts w:eastAsia="Times New Roman"/>
          <w:b/>
          <w:sz w:val="24"/>
          <w:lang w:val="fr-FR"/>
        </w:rPr>
        <w:t>ONU applicables aux véhicules à roues et aux équipements et pièces susceptibles d</w:t>
      </w:r>
      <w:r w:rsidR="003D2091">
        <w:rPr>
          <w:rFonts w:eastAsia="Times New Roman"/>
          <w:b/>
          <w:sz w:val="24"/>
          <w:lang w:val="fr-FR"/>
        </w:rPr>
        <w:t>’</w:t>
      </w:r>
      <w:r w:rsidRPr="00C33CA0">
        <w:rPr>
          <w:rFonts w:eastAsia="Times New Roman"/>
          <w:b/>
          <w:sz w:val="24"/>
          <w:lang w:val="fr-FR"/>
        </w:rPr>
        <w:t>être montés ou utilisés sur les véhicules à roues et les conditions de reconnaissance réciproque des homologations délivrées conformément à ces Règlements</w:t>
      </w:r>
      <w:r w:rsidR="003D2091" w:rsidRPr="003D2091">
        <w:rPr>
          <w:rStyle w:val="Appelnotedebasdep"/>
          <w:rFonts w:eastAsia="Times New Roman"/>
          <w:bCs/>
          <w:sz w:val="20"/>
          <w:vertAlign w:val="baseline"/>
        </w:rPr>
        <w:footnoteReference w:customMarkFollows="1" w:id="2"/>
        <w:t>*</w:t>
      </w:r>
    </w:p>
    <w:p w14:paraId="4F5CC86A" w14:textId="77777777" w:rsidR="00425260" w:rsidRPr="00F614C1" w:rsidRDefault="00425260" w:rsidP="00425260">
      <w:pPr>
        <w:keepNext/>
        <w:keepLines/>
        <w:tabs>
          <w:tab w:val="right" w:pos="851"/>
        </w:tabs>
        <w:kinsoku/>
        <w:overflowPunct/>
        <w:autoSpaceDE/>
        <w:autoSpaceDN/>
        <w:adjustRightInd/>
        <w:snapToGrid/>
        <w:spacing w:before="360" w:after="240" w:line="270" w:lineRule="exact"/>
        <w:ind w:left="1134" w:right="1134" w:hanging="1134"/>
        <w:rPr>
          <w:rFonts w:eastAsia="Times New Roman"/>
          <w:lang w:val="fr-FR"/>
        </w:rPr>
      </w:pPr>
      <w:r w:rsidRPr="00C33CA0">
        <w:rPr>
          <w:rFonts w:eastAsia="Times New Roman"/>
          <w:lang w:val="fr-FR"/>
        </w:rPr>
        <w:tab/>
      </w:r>
      <w:r w:rsidRPr="00C33CA0">
        <w:rPr>
          <w:rFonts w:eastAsia="Times New Roman"/>
          <w:lang w:val="fr-FR"/>
        </w:rPr>
        <w:tab/>
      </w:r>
      <w:r w:rsidRPr="00F614C1">
        <w:rPr>
          <w:rFonts w:eastAsia="Times New Roman"/>
          <w:lang w:val="fr-FR"/>
        </w:rPr>
        <w:t>(Révision 3, comprenant les amendements entrés en vigueur le 14 septembre 2017)</w:t>
      </w:r>
    </w:p>
    <w:p w14:paraId="35817A01" w14:textId="77777777" w:rsidR="00425260" w:rsidRPr="003D3792" w:rsidRDefault="00425260" w:rsidP="00425260">
      <w:pPr>
        <w:keepNext/>
        <w:keepLines/>
        <w:tabs>
          <w:tab w:val="right" w:pos="851"/>
        </w:tabs>
        <w:kinsoku/>
        <w:overflowPunct/>
        <w:autoSpaceDE/>
        <w:autoSpaceDN/>
        <w:adjustRightInd/>
        <w:snapToGrid/>
        <w:spacing w:before="120" w:after="240" w:line="270" w:lineRule="exact"/>
        <w:jc w:val="center"/>
        <w:rPr>
          <w:rFonts w:eastAsia="Times New Roman"/>
          <w:b/>
          <w:sz w:val="24"/>
          <w:lang w:val="fr-FR"/>
        </w:rPr>
      </w:pPr>
      <w:r w:rsidRPr="003D3792">
        <w:rPr>
          <w:rFonts w:eastAsia="Times New Roman"/>
          <w:b/>
          <w:sz w:val="24"/>
          <w:lang w:val="fr-FR"/>
        </w:rPr>
        <w:t>_________</w:t>
      </w:r>
    </w:p>
    <w:p w14:paraId="433236A1" w14:textId="46E4701D" w:rsidR="00425260" w:rsidRPr="003D3792" w:rsidRDefault="00425260" w:rsidP="00425260">
      <w:pPr>
        <w:keepNext/>
        <w:keepLines/>
        <w:tabs>
          <w:tab w:val="right" w:pos="851"/>
        </w:tabs>
        <w:kinsoku/>
        <w:overflowPunct/>
        <w:autoSpaceDE/>
        <w:autoSpaceDN/>
        <w:adjustRightInd/>
        <w:snapToGrid/>
        <w:spacing w:before="360" w:after="240" w:line="270" w:lineRule="exact"/>
        <w:ind w:left="1134" w:right="1134" w:hanging="1134"/>
        <w:rPr>
          <w:rFonts w:eastAsia="Times New Roman"/>
          <w:b/>
          <w:sz w:val="24"/>
          <w:lang w:val="fr-FR"/>
        </w:rPr>
      </w:pPr>
      <w:r w:rsidRPr="003D3792">
        <w:rPr>
          <w:rFonts w:eastAsia="Times New Roman"/>
          <w:b/>
          <w:sz w:val="24"/>
          <w:lang w:val="fr-FR"/>
        </w:rPr>
        <w:tab/>
      </w:r>
      <w:r w:rsidRPr="003D3792">
        <w:rPr>
          <w:rFonts w:eastAsia="Times New Roman"/>
          <w:b/>
          <w:sz w:val="24"/>
          <w:lang w:val="fr-FR"/>
        </w:rPr>
        <w:tab/>
        <w:t xml:space="preserve">Additif 147 </w:t>
      </w:r>
      <w:r>
        <w:rPr>
          <w:rFonts w:eastAsia="Times New Roman"/>
          <w:b/>
          <w:sz w:val="24"/>
          <w:lang w:val="fr-FR"/>
        </w:rPr>
        <w:t>−</w:t>
      </w:r>
      <w:r w:rsidRPr="003D3792">
        <w:rPr>
          <w:rFonts w:eastAsia="Times New Roman"/>
          <w:b/>
          <w:sz w:val="24"/>
          <w:lang w:val="fr-FR"/>
        </w:rPr>
        <w:t xml:space="preserve"> Règlement ONU n</w:t>
      </w:r>
      <w:r w:rsidR="00BF6AC5">
        <w:rPr>
          <w:rFonts w:eastAsia="Times New Roman"/>
          <w:b/>
          <w:sz w:val="24"/>
          <w:vertAlign w:val="superscript"/>
          <w:lang w:val="fr-FR"/>
        </w:rPr>
        <w:t>o</w:t>
      </w:r>
      <w:r w:rsidR="00BF6AC5" w:rsidRPr="00BF6AC5">
        <w:rPr>
          <w:rFonts w:eastAsia="Times New Roman"/>
          <w:b/>
          <w:sz w:val="24"/>
          <w:lang w:val="fr-FR"/>
        </w:rPr>
        <w:t> </w:t>
      </w:r>
      <w:r w:rsidRPr="003D3792">
        <w:rPr>
          <w:rFonts w:eastAsia="Times New Roman"/>
          <w:b/>
          <w:sz w:val="24"/>
          <w:lang w:val="fr-FR"/>
        </w:rPr>
        <w:t>148</w:t>
      </w:r>
    </w:p>
    <w:p w14:paraId="78669627" w14:textId="620FC281" w:rsidR="00425260" w:rsidRPr="00F614C1" w:rsidRDefault="00425260" w:rsidP="00425260">
      <w:pPr>
        <w:kinsoku/>
        <w:overflowPunct/>
        <w:autoSpaceDE/>
        <w:autoSpaceDN/>
        <w:adjustRightInd/>
        <w:snapToGrid/>
        <w:spacing w:after="360"/>
        <w:ind w:left="1134" w:right="1134"/>
        <w:jc w:val="both"/>
        <w:rPr>
          <w:rFonts w:eastAsia="Times New Roman"/>
          <w:spacing w:val="-2"/>
          <w:lang w:val="fr-FR"/>
        </w:rPr>
      </w:pPr>
      <w:r w:rsidRPr="00F614C1">
        <w:rPr>
          <w:rFonts w:eastAsia="Times New Roman"/>
          <w:lang w:val="fr-FR" w:eastAsia="en-GB"/>
        </w:rPr>
        <w:t>Date d</w:t>
      </w:r>
      <w:r w:rsidR="003D2091">
        <w:rPr>
          <w:rFonts w:eastAsia="Times New Roman"/>
          <w:lang w:val="fr-FR" w:eastAsia="en-GB"/>
        </w:rPr>
        <w:t>’</w:t>
      </w:r>
      <w:r w:rsidRPr="00F614C1">
        <w:rPr>
          <w:rFonts w:eastAsia="Times New Roman"/>
          <w:lang w:val="fr-FR" w:eastAsia="en-GB"/>
        </w:rPr>
        <w:t>entrée en vigueur en tant qu</w:t>
      </w:r>
      <w:r w:rsidR="003D2091">
        <w:rPr>
          <w:rFonts w:eastAsia="Times New Roman"/>
          <w:lang w:val="fr-FR" w:eastAsia="en-GB"/>
        </w:rPr>
        <w:t>’</w:t>
      </w:r>
      <w:r w:rsidRPr="00F614C1">
        <w:rPr>
          <w:rFonts w:eastAsia="Times New Roman"/>
          <w:lang w:val="fr-FR" w:eastAsia="en-GB"/>
        </w:rPr>
        <w:t>annexe à l</w:t>
      </w:r>
      <w:r w:rsidR="003D2091">
        <w:rPr>
          <w:rFonts w:eastAsia="Times New Roman"/>
          <w:lang w:val="fr-FR" w:eastAsia="en-GB"/>
        </w:rPr>
        <w:t>’</w:t>
      </w:r>
      <w:r w:rsidRPr="00F614C1">
        <w:rPr>
          <w:rFonts w:eastAsia="Times New Roman"/>
          <w:lang w:val="fr-FR" w:eastAsia="en-GB"/>
        </w:rPr>
        <w:t xml:space="preserve">Accord de </w:t>
      </w:r>
      <w:r>
        <w:rPr>
          <w:rFonts w:eastAsia="Times New Roman"/>
          <w:lang w:val="fr-FR" w:eastAsia="en-GB"/>
        </w:rPr>
        <w:t>19</w:t>
      </w:r>
      <w:r w:rsidRPr="00F614C1">
        <w:rPr>
          <w:rFonts w:eastAsia="Times New Roman"/>
          <w:lang w:val="fr-FR" w:eastAsia="en-GB"/>
        </w:rPr>
        <w:t>58</w:t>
      </w:r>
      <w:r>
        <w:rPr>
          <w:rFonts w:eastAsia="Times New Roman"/>
          <w:lang w:val="fr-FR" w:eastAsia="en-GB"/>
        </w:rPr>
        <w:t> </w:t>
      </w:r>
      <w:r w:rsidRPr="00F614C1">
        <w:rPr>
          <w:rFonts w:eastAsia="Times New Roman"/>
          <w:lang w:val="fr-FR" w:eastAsia="en-GB"/>
        </w:rPr>
        <w:t xml:space="preserve">: 15 </w:t>
      </w:r>
      <w:r>
        <w:rPr>
          <w:rFonts w:eastAsia="Times New Roman"/>
          <w:lang w:val="fr-FR" w:eastAsia="en-GB"/>
        </w:rPr>
        <w:t>novembre</w:t>
      </w:r>
      <w:r w:rsidRPr="00F614C1">
        <w:rPr>
          <w:rFonts w:eastAsia="Times New Roman"/>
          <w:lang w:val="fr-FR" w:eastAsia="en-GB"/>
        </w:rPr>
        <w:t xml:space="preserve"> 2019</w:t>
      </w:r>
    </w:p>
    <w:p w14:paraId="129B43F1" w14:textId="44ADD6C3" w:rsidR="00425260" w:rsidRPr="00F614C1" w:rsidRDefault="00425260" w:rsidP="00425260">
      <w:pPr>
        <w:keepNext/>
        <w:keepLines/>
        <w:tabs>
          <w:tab w:val="right" w:pos="851"/>
        </w:tabs>
        <w:kinsoku/>
        <w:overflowPunct/>
        <w:autoSpaceDE/>
        <w:autoSpaceDN/>
        <w:adjustRightInd/>
        <w:snapToGrid/>
        <w:spacing w:before="360" w:after="240" w:line="300" w:lineRule="exact"/>
        <w:ind w:left="1134" w:right="1134" w:hanging="1134"/>
        <w:rPr>
          <w:rFonts w:eastAsia="Times New Roman"/>
          <w:b/>
          <w:sz w:val="28"/>
          <w:lang w:val="fr-FR"/>
        </w:rPr>
      </w:pPr>
      <w:r w:rsidRPr="00F614C1">
        <w:rPr>
          <w:rFonts w:eastAsia="Times New Roman"/>
          <w:b/>
          <w:sz w:val="28"/>
          <w:lang w:val="fr-FR"/>
        </w:rPr>
        <w:tab/>
      </w:r>
      <w:r w:rsidRPr="00F614C1">
        <w:rPr>
          <w:rFonts w:eastAsia="Times New Roman"/>
          <w:b/>
          <w:sz w:val="28"/>
          <w:lang w:val="fr-FR"/>
        </w:rPr>
        <w:tab/>
      </w:r>
      <w:r>
        <w:rPr>
          <w:rFonts w:eastAsia="Times New Roman"/>
          <w:b/>
          <w:sz w:val="24"/>
          <w:szCs w:val="18"/>
          <w:lang w:val="fr-FR"/>
        </w:rPr>
        <w:t>P</w:t>
      </w:r>
      <w:r w:rsidRPr="00F614C1">
        <w:rPr>
          <w:rFonts w:eastAsia="Times New Roman"/>
          <w:b/>
          <w:sz w:val="24"/>
          <w:szCs w:val="18"/>
          <w:lang w:val="fr-FR"/>
        </w:rPr>
        <w:t>rescriptions uniformes relatives à l</w:t>
      </w:r>
      <w:r w:rsidR="003D2091">
        <w:rPr>
          <w:rFonts w:eastAsia="Times New Roman"/>
          <w:b/>
          <w:sz w:val="24"/>
          <w:szCs w:val="18"/>
          <w:lang w:val="fr-FR"/>
        </w:rPr>
        <w:t>’</w:t>
      </w:r>
      <w:r w:rsidRPr="00F614C1">
        <w:rPr>
          <w:rFonts w:eastAsia="Times New Roman"/>
          <w:b/>
          <w:sz w:val="24"/>
          <w:szCs w:val="18"/>
          <w:lang w:val="fr-FR"/>
        </w:rPr>
        <w:t>homologation des dispositifs (feux) de signalisation lumineuse pour le</w:t>
      </w:r>
      <w:r>
        <w:rPr>
          <w:rFonts w:eastAsia="Times New Roman"/>
          <w:b/>
          <w:sz w:val="24"/>
          <w:szCs w:val="18"/>
          <w:lang w:val="fr-FR"/>
        </w:rPr>
        <w:t>s</w:t>
      </w:r>
      <w:r w:rsidRPr="00F614C1">
        <w:rPr>
          <w:rFonts w:eastAsia="Times New Roman"/>
          <w:b/>
          <w:sz w:val="24"/>
          <w:szCs w:val="18"/>
          <w:lang w:val="fr-FR"/>
        </w:rPr>
        <w:t xml:space="preserve"> véhicules à moteur </w:t>
      </w:r>
      <w:r w:rsidR="00BF6AC5">
        <w:rPr>
          <w:rFonts w:eastAsia="Times New Roman"/>
          <w:b/>
          <w:sz w:val="24"/>
          <w:szCs w:val="18"/>
          <w:lang w:val="fr-FR"/>
        </w:rPr>
        <w:br/>
      </w:r>
      <w:r w:rsidRPr="00F614C1">
        <w:rPr>
          <w:rFonts w:eastAsia="Times New Roman"/>
          <w:b/>
          <w:sz w:val="24"/>
          <w:szCs w:val="18"/>
          <w:lang w:val="fr-FR"/>
        </w:rPr>
        <w:t>et leurs remorques</w:t>
      </w:r>
    </w:p>
    <w:p w14:paraId="698A2C12" w14:textId="299097C3" w:rsidR="00425260" w:rsidRPr="00F614C1" w:rsidRDefault="00425260" w:rsidP="00425260">
      <w:pPr>
        <w:kinsoku/>
        <w:overflowPunct/>
        <w:autoSpaceDE/>
        <w:autoSpaceDN/>
        <w:adjustRightInd/>
        <w:snapToGrid/>
        <w:spacing w:after="40"/>
        <w:ind w:left="1134" w:right="1134"/>
        <w:jc w:val="both"/>
        <w:rPr>
          <w:rFonts w:eastAsia="Times New Roman"/>
          <w:lang w:val="fr-FR" w:eastAsia="en-GB"/>
        </w:rPr>
      </w:pPr>
      <w:r w:rsidRPr="00F614C1">
        <w:rPr>
          <w:rFonts w:eastAsia="Times New Roman"/>
          <w:spacing w:val="-4"/>
          <w:lang w:val="fr-FR" w:eastAsia="en-GB"/>
        </w:rPr>
        <w:t>Le présent document est communiqué uniquement à titre d</w:t>
      </w:r>
      <w:r w:rsidR="003D2091">
        <w:rPr>
          <w:rFonts w:eastAsia="Times New Roman"/>
          <w:spacing w:val="-4"/>
          <w:lang w:val="fr-FR" w:eastAsia="en-GB"/>
        </w:rPr>
        <w:t>’</w:t>
      </w:r>
      <w:r w:rsidRPr="00F614C1">
        <w:rPr>
          <w:rFonts w:eastAsia="Times New Roman"/>
          <w:spacing w:val="-4"/>
          <w:lang w:val="fr-FR" w:eastAsia="en-GB"/>
        </w:rPr>
        <w:t>information. Le texte authentique, juridiquement contraignant, est celui du document</w:t>
      </w:r>
      <w:r>
        <w:rPr>
          <w:rFonts w:eastAsia="Times New Roman"/>
          <w:spacing w:val="-4"/>
          <w:lang w:val="fr-FR" w:eastAsia="en-GB"/>
        </w:rPr>
        <w:t> </w:t>
      </w:r>
      <w:r w:rsidRPr="00F614C1">
        <w:rPr>
          <w:rFonts w:eastAsia="Times New Roman"/>
          <w:lang w:val="fr-FR" w:eastAsia="en-GB"/>
        </w:rPr>
        <w:t xml:space="preserve">ECE/TRANS/WP.29/2018/157. </w:t>
      </w:r>
    </w:p>
    <w:p w14:paraId="74C99F3A" w14:textId="77777777" w:rsidR="00425260" w:rsidRPr="00C33CA0" w:rsidRDefault="00425260" w:rsidP="00425260">
      <w:pPr>
        <w:suppressAutoHyphens w:val="0"/>
        <w:kinsoku/>
        <w:overflowPunct/>
        <w:autoSpaceDE/>
        <w:autoSpaceDN/>
        <w:adjustRightInd/>
        <w:snapToGrid/>
        <w:spacing w:line="240" w:lineRule="auto"/>
        <w:jc w:val="center"/>
        <w:rPr>
          <w:rFonts w:eastAsia="Times New Roman"/>
          <w:b/>
          <w:sz w:val="24"/>
          <w:lang w:val="fr-FR"/>
        </w:rPr>
      </w:pPr>
      <w:r w:rsidRPr="00C33CA0">
        <w:rPr>
          <w:rFonts w:eastAsia="Times New Roman"/>
          <w:b/>
          <w:noProof/>
          <w:sz w:val="24"/>
          <w:lang w:val="en-GB" w:eastAsia="en-GB"/>
        </w:rPr>
        <w:drawing>
          <wp:anchor distT="0" distB="137160" distL="114300" distR="114300" simplePos="0" relativeHeight="251659264" behindDoc="0" locked="0" layoutInCell="1" allowOverlap="1" wp14:anchorId="590366C3" wp14:editId="728A1B48">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C33CA0">
        <w:rPr>
          <w:rFonts w:eastAsia="Times New Roman"/>
          <w:b/>
          <w:sz w:val="24"/>
          <w:lang w:val="fr-FR"/>
        </w:rPr>
        <w:t>_________</w:t>
      </w:r>
    </w:p>
    <w:p w14:paraId="65B8B852" w14:textId="75EE7B76" w:rsidR="00425260" w:rsidRDefault="00425260" w:rsidP="00425260">
      <w:pPr>
        <w:kinsoku/>
        <w:overflowPunct/>
        <w:autoSpaceDE/>
        <w:autoSpaceDN/>
        <w:adjustRightInd/>
        <w:snapToGrid/>
        <w:spacing w:after="40"/>
        <w:ind w:left="1134" w:right="1134"/>
        <w:jc w:val="center"/>
      </w:pPr>
      <w:r w:rsidRPr="00C33CA0">
        <w:rPr>
          <w:rFonts w:eastAsia="Times New Roman"/>
          <w:b/>
          <w:sz w:val="24"/>
          <w:lang w:val="fr-FR"/>
        </w:rPr>
        <w:t>NATIONS</w:t>
      </w:r>
      <w:r>
        <w:rPr>
          <w:rFonts w:eastAsia="Times New Roman"/>
          <w:b/>
          <w:sz w:val="24"/>
          <w:lang w:val="fr-FR"/>
        </w:rPr>
        <w:t xml:space="preserve"> UNIES</w:t>
      </w:r>
    </w:p>
    <w:p w14:paraId="7CDC64E6" w14:textId="77777777" w:rsidR="00C82E24" w:rsidRDefault="00C82E24" w:rsidP="00AC3823">
      <w:pPr>
        <w:sectPr w:rsidR="00C82E24" w:rsidSect="0042526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14:paraId="46802F65" w14:textId="77777777" w:rsidR="00C82E24" w:rsidRDefault="00C82E24" w:rsidP="00AC3823">
      <w:pPr>
        <w:sectPr w:rsidR="00C82E24" w:rsidSect="00425260">
          <w:headerReference w:type="first" r:id="rId14"/>
          <w:footerReference w:type="first" r:id="rId15"/>
          <w:endnotePr>
            <w:numFmt w:val="decimal"/>
          </w:endnotePr>
          <w:pgSz w:w="11906" w:h="16838" w:code="9"/>
          <w:pgMar w:top="1417" w:right="1134" w:bottom="1134" w:left="1134" w:header="850" w:footer="567" w:gutter="0"/>
          <w:cols w:space="708"/>
          <w:titlePg/>
          <w:docGrid w:linePitch="360"/>
        </w:sectPr>
      </w:pPr>
    </w:p>
    <w:p w14:paraId="158574DE" w14:textId="44541A02" w:rsidR="00C82E24" w:rsidRDefault="00C82E24" w:rsidP="00C82E24">
      <w:pPr>
        <w:pStyle w:val="HChG"/>
      </w:pPr>
      <w:bookmarkStart w:id="2" w:name="_Hlk69292513"/>
      <w:r>
        <w:lastRenderedPageBreak/>
        <w:t>Règlement ONU n</w:t>
      </w:r>
      <w:r w:rsidR="00606E8C">
        <w:rPr>
          <w:vertAlign w:val="superscript"/>
        </w:rPr>
        <w:t>o</w:t>
      </w:r>
      <w:r w:rsidR="00606E8C" w:rsidRPr="00606E8C">
        <w:t> </w:t>
      </w:r>
      <w:r>
        <w:t>148</w:t>
      </w:r>
    </w:p>
    <w:p w14:paraId="3BE1178E" w14:textId="4C4F08FF" w:rsidR="00C82E24" w:rsidRDefault="00C82E24" w:rsidP="00C82E24">
      <w:pPr>
        <w:pStyle w:val="HChG"/>
      </w:pPr>
      <w:r>
        <w:tab/>
      </w:r>
      <w:r>
        <w:tab/>
        <w:t>P</w:t>
      </w:r>
      <w:r w:rsidRPr="00702586">
        <w:t xml:space="preserve">rescriptions uniformes </w:t>
      </w:r>
      <w:r w:rsidRPr="0029320D">
        <w:rPr>
          <w:spacing w:val="2"/>
        </w:rPr>
        <w:t>relatives à l</w:t>
      </w:r>
      <w:r w:rsidR="003D2091">
        <w:rPr>
          <w:spacing w:val="2"/>
        </w:rPr>
        <w:t>’</w:t>
      </w:r>
      <w:r w:rsidRPr="0029320D">
        <w:rPr>
          <w:spacing w:val="2"/>
        </w:rPr>
        <w:t>homologation des</w:t>
      </w:r>
      <w:r w:rsidR="00606E8C">
        <w:rPr>
          <w:spacing w:val="2"/>
        </w:rPr>
        <w:t> </w:t>
      </w:r>
      <w:r w:rsidRPr="0029320D">
        <w:rPr>
          <w:spacing w:val="2"/>
        </w:rPr>
        <w:t>dispositifs (feux) de</w:t>
      </w:r>
      <w:r w:rsidRPr="00702586">
        <w:t xml:space="preserve"> signalisation lumineuse </w:t>
      </w:r>
      <w:r w:rsidR="00606E8C">
        <w:br/>
      </w:r>
      <w:r w:rsidRPr="00702586">
        <w:t>pour le</w:t>
      </w:r>
      <w:r>
        <w:t>s</w:t>
      </w:r>
      <w:r w:rsidRPr="00702586">
        <w:t xml:space="preserve"> véhicules à moteur et leurs remorques</w:t>
      </w:r>
    </w:p>
    <w:p w14:paraId="45517130" w14:textId="10DD178C" w:rsidR="00C82E24" w:rsidRPr="0029320D" w:rsidRDefault="00C82E24" w:rsidP="00C82E24">
      <w:pPr>
        <w:spacing w:after="120"/>
        <w:rPr>
          <w:sz w:val="28"/>
        </w:rPr>
      </w:pPr>
      <w:r w:rsidRPr="0029320D">
        <w:rPr>
          <w:sz w:val="28"/>
        </w:rPr>
        <w:t>Table des matières</w:t>
      </w:r>
    </w:p>
    <w:p w14:paraId="607006AB" w14:textId="77777777" w:rsidR="00C82E24" w:rsidRPr="0029320D" w:rsidRDefault="00C82E24" w:rsidP="00C82E24">
      <w:pPr>
        <w:tabs>
          <w:tab w:val="right" w:pos="9638"/>
        </w:tabs>
        <w:spacing w:after="120"/>
        <w:ind w:left="283"/>
        <w:rPr>
          <w:i/>
          <w:sz w:val="18"/>
        </w:rPr>
      </w:pPr>
      <w:r w:rsidRPr="0029320D">
        <w:rPr>
          <w:i/>
          <w:sz w:val="18"/>
        </w:rPr>
        <w:tab/>
        <w:t>Page</w:t>
      </w:r>
    </w:p>
    <w:p w14:paraId="44BCABDB" w14:textId="17517331" w:rsidR="00C82E24" w:rsidRDefault="00C82E24" w:rsidP="00C82E24">
      <w:pPr>
        <w:tabs>
          <w:tab w:val="right" w:pos="850"/>
          <w:tab w:val="right" w:leader="dot" w:pos="8787"/>
          <w:tab w:val="right" w:pos="9638"/>
        </w:tabs>
        <w:spacing w:after="120"/>
        <w:ind w:left="1134" w:hanging="1134"/>
      </w:pPr>
      <w:r>
        <w:tab/>
        <w:t>1.</w:t>
      </w:r>
      <w:r>
        <w:tab/>
        <w:t>D</w:t>
      </w:r>
      <w:r w:rsidRPr="00702586">
        <w:t>omaine d</w:t>
      </w:r>
      <w:r w:rsidR="003D2091">
        <w:t>’</w:t>
      </w:r>
      <w:r w:rsidRPr="00702586">
        <w:t>application</w:t>
      </w:r>
      <w:r>
        <w:tab/>
      </w:r>
      <w:r>
        <w:tab/>
      </w:r>
      <w:r w:rsidR="00610AEE">
        <w:t>4</w:t>
      </w:r>
    </w:p>
    <w:p w14:paraId="1519D351" w14:textId="2B2BE4D3" w:rsidR="00C82E24" w:rsidRDefault="00C82E24" w:rsidP="00C82E24">
      <w:pPr>
        <w:tabs>
          <w:tab w:val="right" w:pos="850"/>
          <w:tab w:val="right" w:leader="dot" w:pos="8787"/>
          <w:tab w:val="right" w:pos="9638"/>
        </w:tabs>
        <w:spacing w:after="120"/>
        <w:ind w:left="1134" w:hanging="1134"/>
      </w:pPr>
      <w:r>
        <w:tab/>
        <w:t>2.</w:t>
      </w:r>
      <w:r>
        <w:tab/>
      </w:r>
      <w:r w:rsidRPr="00702586">
        <w:t>Définitions</w:t>
      </w:r>
      <w:r>
        <w:tab/>
      </w:r>
      <w:r>
        <w:tab/>
      </w:r>
      <w:r w:rsidR="00610AEE">
        <w:t>5</w:t>
      </w:r>
    </w:p>
    <w:p w14:paraId="1ACC8D57" w14:textId="7C1258C1" w:rsidR="00C82E24" w:rsidRDefault="00C82E24" w:rsidP="00C82E24">
      <w:pPr>
        <w:tabs>
          <w:tab w:val="right" w:pos="850"/>
          <w:tab w:val="right" w:leader="dot" w:pos="8787"/>
          <w:tab w:val="right" w:pos="9638"/>
        </w:tabs>
        <w:spacing w:after="120"/>
        <w:ind w:left="1134" w:hanging="1134"/>
      </w:pPr>
      <w:r>
        <w:tab/>
        <w:t>3.</w:t>
      </w:r>
      <w:r>
        <w:tab/>
      </w:r>
      <w:r w:rsidRPr="00702586">
        <w:t>Dispositions administratives</w:t>
      </w:r>
      <w:r>
        <w:tab/>
      </w:r>
      <w:r>
        <w:tab/>
      </w:r>
      <w:r w:rsidR="00610AEE">
        <w:t>5</w:t>
      </w:r>
    </w:p>
    <w:p w14:paraId="3456FDF3" w14:textId="4E229B89" w:rsidR="00C82E24" w:rsidRDefault="00C82E24" w:rsidP="00C82E24">
      <w:pPr>
        <w:tabs>
          <w:tab w:val="right" w:pos="850"/>
          <w:tab w:val="right" w:leader="dot" w:pos="8787"/>
          <w:tab w:val="right" w:pos="9638"/>
        </w:tabs>
        <w:spacing w:after="120"/>
        <w:ind w:left="1134" w:hanging="1134"/>
      </w:pPr>
      <w:r>
        <w:tab/>
        <w:t>4.</w:t>
      </w:r>
      <w:r>
        <w:tab/>
      </w:r>
      <w:r w:rsidRPr="00702586">
        <w:rPr>
          <w:lang w:eastAsia="fr-FR"/>
        </w:rPr>
        <w:t>Prescriptions</w:t>
      </w:r>
      <w:r w:rsidRPr="00702586">
        <w:t xml:space="preserve"> techniques générales</w:t>
      </w:r>
      <w:r>
        <w:tab/>
      </w:r>
      <w:r>
        <w:tab/>
        <w:t>1</w:t>
      </w:r>
      <w:r w:rsidR="00610AEE">
        <w:t>3</w:t>
      </w:r>
    </w:p>
    <w:p w14:paraId="085927BA" w14:textId="71F325A1" w:rsidR="00C82E24" w:rsidRDefault="00C82E24" w:rsidP="00C82E24">
      <w:pPr>
        <w:tabs>
          <w:tab w:val="right" w:pos="850"/>
          <w:tab w:val="right" w:leader="dot" w:pos="8787"/>
          <w:tab w:val="right" w:pos="9638"/>
        </w:tabs>
        <w:spacing w:after="120"/>
        <w:ind w:left="1134" w:hanging="1134"/>
      </w:pPr>
      <w:r>
        <w:tab/>
        <w:t>5.</w:t>
      </w:r>
      <w:r>
        <w:tab/>
      </w:r>
      <w:r w:rsidRPr="0062433C">
        <w:t>Prescriptions techniques particulières</w:t>
      </w:r>
      <w:r>
        <w:tab/>
      </w:r>
      <w:r>
        <w:tab/>
      </w:r>
      <w:r w:rsidR="00610AEE">
        <w:t>20</w:t>
      </w:r>
    </w:p>
    <w:p w14:paraId="5F55B2E1" w14:textId="6F246EA0" w:rsidR="00C82E24" w:rsidRDefault="00C82E24" w:rsidP="00C82E24">
      <w:pPr>
        <w:tabs>
          <w:tab w:val="right" w:pos="850"/>
          <w:tab w:val="right" w:leader="dot" w:pos="8787"/>
          <w:tab w:val="right" w:pos="9638"/>
        </w:tabs>
        <w:spacing w:after="120"/>
        <w:ind w:left="1134" w:hanging="1134"/>
      </w:pPr>
      <w:r>
        <w:tab/>
        <w:t>6.</w:t>
      </w:r>
      <w:r>
        <w:tab/>
      </w:r>
      <w:r w:rsidRPr="007A6C14">
        <w:t>Dispositions transitoires</w:t>
      </w:r>
      <w:r>
        <w:tab/>
      </w:r>
      <w:r>
        <w:tab/>
      </w:r>
      <w:r w:rsidR="00774920">
        <w:t>30</w:t>
      </w:r>
    </w:p>
    <w:p w14:paraId="75BC574C" w14:textId="77777777" w:rsidR="00C82E24" w:rsidRPr="0029320D" w:rsidRDefault="00C82E24" w:rsidP="00C82E24">
      <w:pPr>
        <w:tabs>
          <w:tab w:val="right" w:pos="850"/>
        </w:tabs>
        <w:spacing w:after="120"/>
      </w:pPr>
      <w:r>
        <w:tab/>
        <w:t>Annexes</w:t>
      </w:r>
    </w:p>
    <w:p w14:paraId="556DFE96" w14:textId="0E9490F3" w:rsidR="00C82E24" w:rsidRDefault="00C82E24" w:rsidP="00C82E24">
      <w:pPr>
        <w:tabs>
          <w:tab w:val="right" w:pos="850"/>
          <w:tab w:val="right" w:leader="dot" w:pos="8787"/>
          <w:tab w:val="right" w:pos="9638"/>
        </w:tabs>
        <w:spacing w:after="120"/>
        <w:ind w:left="1134" w:hanging="1134"/>
      </w:pPr>
      <w:r>
        <w:tab/>
        <w:t>1.</w:t>
      </w:r>
      <w:r>
        <w:tab/>
        <w:t>Communication</w:t>
      </w:r>
      <w:r>
        <w:tab/>
      </w:r>
      <w:r>
        <w:tab/>
        <w:t>3</w:t>
      </w:r>
      <w:r w:rsidR="00610AEE">
        <w:t>1</w:t>
      </w:r>
    </w:p>
    <w:p w14:paraId="77CCA39F" w14:textId="5791F34B" w:rsidR="00C82E24" w:rsidRDefault="00C82E24" w:rsidP="00C82E24">
      <w:pPr>
        <w:tabs>
          <w:tab w:val="right" w:pos="850"/>
          <w:tab w:val="right" w:leader="dot" w:pos="8787"/>
          <w:tab w:val="right" w:pos="9638"/>
        </w:tabs>
        <w:spacing w:after="120"/>
        <w:ind w:left="1134" w:hanging="1134"/>
      </w:pPr>
      <w:r>
        <w:tab/>
        <w:t>2.</w:t>
      </w:r>
      <w:r>
        <w:tab/>
      </w:r>
      <w:r w:rsidRPr="0049583D">
        <w:t>Répar</w:t>
      </w:r>
      <w:r>
        <w:t xml:space="preserve">tition horizontale et verticale </w:t>
      </w:r>
      <w:r w:rsidRPr="0049583D">
        <w:t>de la lumière</w:t>
      </w:r>
      <w:r>
        <w:t xml:space="preserve"> </w:t>
      </w:r>
      <w:r w:rsidRPr="0049583D">
        <w:t>dans l</w:t>
      </w:r>
      <w:r w:rsidR="003D2091">
        <w:t>’</w:t>
      </w:r>
      <w:r>
        <w:t>espace</w:t>
      </w:r>
      <w:r>
        <w:tab/>
      </w:r>
      <w:r>
        <w:tab/>
        <w:t>3</w:t>
      </w:r>
      <w:r w:rsidR="00610AEE">
        <w:t>4</w:t>
      </w:r>
    </w:p>
    <w:p w14:paraId="00ADF085" w14:textId="618CB11E" w:rsidR="00C82E24" w:rsidRDefault="00C82E24" w:rsidP="00C82E24">
      <w:pPr>
        <w:tabs>
          <w:tab w:val="right" w:pos="850"/>
          <w:tab w:val="right" w:leader="dot" w:pos="8787"/>
          <w:tab w:val="right" w:pos="9638"/>
        </w:tabs>
        <w:spacing w:after="120"/>
        <w:ind w:left="1134" w:hanging="1134"/>
      </w:pPr>
      <w:r>
        <w:tab/>
        <w:t>3.</w:t>
      </w:r>
      <w:r>
        <w:tab/>
      </w:r>
      <w:r w:rsidRPr="0049583D">
        <w:t>Répartition normalisée de la lumière</w:t>
      </w:r>
      <w:r>
        <w:tab/>
      </w:r>
      <w:r>
        <w:tab/>
      </w:r>
      <w:r w:rsidR="00610AEE">
        <w:t>40</w:t>
      </w:r>
    </w:p>
    <w:p w14:paraId="2BF0C535" w14:textId="0981ABA3" w:rsidR="00C82E24" w:rsidRDefault="00C82E24" w:rsidP="00C82E24">
      <w:pPr>
        <w:tabs>
          <w:tab w:val="right" w:pos="850"/>
          <w:tab w:val="right" w:leader="dot" w:pos="8787"/>
          <w:tab w:val="right" w:pos="9638"/>
        </w:tabs>
        <w:spacing w:after="120"/>
        <w:ind w:left="1134" w:hanging="1134"/>
      </w:pPr>
      <w:r>
        <w:tab/>
        <w:t>4.</w:t>
      </w:r>
      <w:r>
        <w:tab/>
      </w:r>
      <w:r w:rsidRPr="0049583D">
        <w:t>Prescriptions minimales concernant les procédure</w:t>
      </w:r>
      <w:r>
        <w:t xml:space="preserve">s </w:t>
      </w:r>
      <w:r w:rsidRPr="0049583D">
        <w:t xml:space="preserve">de contrôle de la conformité </w:t>
      </w:r>
      <w:r>
        <w:br/>
      </w:r>
      <w:r w:rsidRPr="0049583D">
        <w:t>de la production</w:t>
      </w:r>
      <w:r>
        <w:tab/>
      </w:r>
      <w:r>
        <w:tab/>
        <w:t>4</w:t>
      </w:r>
      <w:r w:rsidR="00610AEE">
        <w:t>8</w:t>
      </w:r>
    </w:p>
    <w:p w14:paraId="4ECA4025" w14:textId="41107F5F" w:rsidR="00C82E24" w:rsidRDefault="00C82E24" w:rsidP="00C82E24">
      <w:pPr>
        <w:tabs>
          <w:tab w:val="right" w:pos="850"/>
          <w:tab w:val="right" w:leader="dot" w:pos="8787"/>
          <w:tab w:val="right" w:pos="9638"/>
        </w:tabs>
        <w:spacing w:after="120"/>
        <w:ind w:left="1134" w:hanging="1134"/>
      </w:pPr>
      <w:r>
        <w:tab/>
        <w:t>5.</w:t>
      </w:r>
      <w:r>
        <w:tab/>
      </w:r>
      <w:r w:rsidRPr="0049583D">
        <w:t>Prescriptions minimales concernant l</w:t>
      </w:r>
      <w:r w:rsidR="003D2091">
        <w:t>’</w:t>
      </w:r>
      <w:r w:rsidRPr="0049583D">
        <w:t>échantillonnage</w:t>
      </w:r>
      <w:r>
        <w:t xml:space="preserve"> </w:t>
      </w:r>
      <w:r w:rsidRPr="0049583D">
        <w:t>fait par un inspecteur</w:t>
      </w:r>
      <w:r>
        <w:tab/>
      </w:r>
      <w:r>
        <w:tab/>
        <w:t>5</w:t>
      </w:r>
      <w:r w:rsidR="00610AEE">
        <w:t>1</w:t>
      </w:r>
    </w:p>
    <w:p w14:paraId="400BB222" w14:textId="7BDB1B29" w:rsidR="00C82E24" w:rsidRDefault="00C82E24" w:rsidP="00C82E24">
      <w:pPr>
        <w:tabs>
          <w:tab w:val="right" w:pos="850"/>
          <w:tab w:val="right" w:leader="dot" w:pos="8787"/>
          <w:tab w:val="right" w:pos="9638"/>
        </w:tabs>
        <w:spacing w:after="120"/>
        <w:ind w:left="1134" w:hanging="1134"/>
      </w:pPr>
      <w:r>
        <w:tab/>
        <w:t>6.</w:t>
      </w:r>
      <w:r>
        <w:tab/>
      </w:r>
      <w:r w:rsidRPr="0049583D">
        <w:t xml:space="preserve">Essai de résistance à la chaleur pour les feux de brouillard arrière </w:t>
      </w:r>
      <w:r>
        <w:br/>
      </w:r>
      <w:r w:rsidRPr="0049583D">
        <w:t>et les feux de circulation diurne</w:t>
      </w:r>
      <w:r>
        <w:tab/>
      </w:r>
      <w:r>
        <w:tab/>
        <w:t>5</w:t>
      </w:r>
      <w:r w:rsidR="00610AEE">
        <w:t>3</w:t>
      </w:r>
    </w:p>
    <w:p w14:paraId="3FB9D323" w14:textId="6E10051F" w:rsidR="00446FE5" w:rsidRDefault="00C82E24" w:rsidP="00C82E24">
      <w:pPr>
        <w:tabs>
          <w:tab w:val="right" w:pos="850"/>
          <w:tab w:val="right" w:leader="dot" w:pos="8787"/>
          <w:tab w:val="right" w:pos="9638"/>
        </w:tabs>
        <w:spacing w:after="120"/>
        <w:ind w:left="1134" w:hanging="1134"/>
      </w:pPr>
      <w:r>
        <w:tab/>
        <w:t>7.</w:t>
      </w:r>
      <w:r>
        <w:tab/>
      </w:r>
      <w:r w:rsidRPr="0049583D">
        <w:t>Exemples de marques d</w:t>
      </w:r>
      <w:r w:rsidR="003D2091">
        <w:t>’</w:t>
      </w:r>
      <w:r w:rsidRPr="0049583D">
        <w:t>homologation</w:t>
      </w:r>
      <w:r>
        <w:tab/>
      </w:r>
      <w:r>
        <w:tab/>
        <w:t>5</w:t>
      </w:r>
      <w:bookmarkEnd w:id="2"/>
      <w:r w:rsidR="00610AEE">
        <w:t>4</w:t>
      </w:r>
    </w:p>
    <w:p w14:paraId="34A3640D" w14:textId="56BB554C" w:rsidR="00C82E24" w:rsidRDefault="00C82E24" w:rsidP="00C82E24">
      <w:pPr>
        <w:tabs>
          <w:tab w:val="right" w:pos="850"/>
          <w:tab w:val="right" w:leader="dot" w:pos="8787"/>
          <w:tab w:val="right" w:pos="9638"/>
        </w:tabs>
        <w:spacing w:after="120"/>
        <w:ind w:left="1134" w:hanging="1134"/>
      </w:pPr>
      <w:r>
        <w:br w:type="page"/>
      </w:r>
    </w:p>
    <w:p w14:paraId="54A4D22E" w14:textId="77777777" w:rsidR="00C82E24" w:rsidRPr="00702586" w:rsidRDefault="00C82E24" w:rsidP="00C82E24">
      <w:pPr>
        <w:pStyle w:val="HChG"/>
      </w:pPr>
      <w:bookmarkStart w:id="3" w:name="_Toc370290615"/>
      <w:bookmarkStart w:id="4" w:name="_Toc473483450"/>
      <w:r w:rsidRPr="00702586">
        <w:lastRenderedPageBreak/>
        <w:tab/>
      </w:r>
      <w:r w:rsidRPr="00702586">
        <w:tab/>
        <w:t>Introduction</w:t>
      </w:r>
      <w:bookmarkEnd w:id="3"/>
      <w:bookmarkEnd w:id="4"/>
    </w:p>
    <w:p w14:paraId="5220106B" w14:textId="6A191022" w:rsidR="00C82E24" w:rsidRDefault="00C82E24" w:rsidP="00C82E24">
      <w:pPr>
        <w:pStyle w:val="SingleTxtG"/>
        <w:ind w:firstLine="567"/>
      </w:pPr>
      <w:r w:rsidRPr="00702586">
        <w:t>Le présent Règlement regroupe les dispositions des Règlements</w:t>
      </w:r>
      <w:r>
        <w:t xml:space="preserve"> ONU</w:t>
      </w:r>
      <w:r w:rsidRPr="00702586">
        <w:t xml:space="preserve"> n</w:t>
      </w:r>
      <w:r w:rsidRPr="00702586">
        <w:rPr>
          <w:vertAlign w:val="superscript"/>
        </w:rPr>
        <w:t>os</w:t>
      </w:r>
      <w:r w:rsidRPr="00702586">
        <w:t> 4, 6, 7, 23, 38, 50, 77, 87 et 91 en un Règlement unique, en application de la décision prise par le Forum mondial de l</w:t>
      </w:r>
      <w:r w:rsidR="003D2091">
        <w:t>’</w:t>
      </w:r>
      <w:r w:rsidRPr="00702586">
        <w:t>harmonisation des Règlements concernant les véhicules (WP.29) de simplifier les Règlements relatifs à l</w:t>
      </w:r>
      <w:r w:rsidR="003D2091">
        <w:t>’</w:t>
      </w:r>
      <w:r w:rsidRPr="00702586">
        <w:t>éclairage et à la signalisation lumineuse sur la base de la proposition initiale soumise par l</w:t>
      </w:r>
      <w:r w:rsidR="003D2091">
        <w:t>’</w:t>
      </w:r>
      <w:r w:rsidRPr="00702586">
        <w:t>Union européenne et le Japon.</w:t>
      </w:r>
    </w:p>
    <w:p w14:paraId="3322AD51" w14:textId="5EE1FFD5" w:rsidR="00C82E24" w:rsidRDefault="00C82E24" w:rsidP="00C82E24">
      <w:pPr>
        <w:pStyle w:val="SingleTxtG"/>
        <w:ind w:firstLine="567"/>
      </w:pPr>
      <w:r w:rsidRPr="00702586">
        <w:t xml:space="preserve">Le présent Règlement a pour objet de clarifier, de synthétiser et de simplifier les prescriptions des Règlements </w:t>
      </w:r>
      <w:r>
        <w:t xml:space="preserve">ONU </w:t>
      </w:r>
      <w:r w:rsidRPr="00702586">
        <w:t>n</w:t>
      </w:r>
      <w:r w:rsidRPr="00702586">
        <w:rPr>
          <w:vertAlign w:val="superscript"/>
        </w:rPr>
        <w:t>os</w:t>
      </w:r>
      <w:r w:rsidRPr="00702586">
        <w:t> 4, 6, 7, 23, 38, 50, 77, 87 et 91 et de préparer le terrain pour la future transition à des prescriptions fonctionnelles</w:t>
      </w:r>
      <w:r>
        <w:t>,</w:t>
      </w:r>
      <w:r w:rsidRPr="00702586">
        <w:t xml:space="preserve"> en réduisant le nombre des</w:t>
      </w:r>
      <w:r>
        <w:t> </w:t>
      </w:r>
      <w:r w:rsidRPr="00702586">
        <w:t xml:space="preserve">Règlements </w:t>
      </w:r>
      <w:r>
        <w:t>par</w:t>
      </w:r>
      <w:r w:rsidRPr="00702586">
        <w:t xml:space="preserve"> des modifications de forme sans toutefois modifier la moindre prescription technique applicable à la date d</w:t>
      </w:r>
      <w:r w:rsidR="003D2091">
        <w:t>’</w:t>
      </w:r>
      <w:r w:rsidRPr="00702586">
        <w:t>entrée en vigueur du présent Règlement.</w:t>
      </w:r>
    </w:p>
    <w:p w14:paraId="545FCB19" w14:textId="130E2C29" w:rsidR="00C82E24" w:rsidRDefault="00C82E24" w:rsidP="00C82E24">
      <w:pPr>
        <w:pStyle w:val="SingleTxtG"/>
        <w:ind w:firstLine="567"/>
      </w:pPr>
      <w:r w:rsidRPr="00935343">
        <w:t>Bien que le présent Règlement s</w:t>
      </w:r>
      <w:r w:rsidR="003D2091">
        <w:t>’</w:t>
      </w:r>
      <w:r w:rsidRPr="00935343">
        <w:t>éloigne de l</w:t>
      </w:r>
      <w:r w:rsidR="003D2091">
        <w:t>’</w:t>
      </w:r>
      <w:r w:rsidRPr="00935343">
        <w:t>approche classique consistant à disposer d</w:t>
      </w:r>
      <w:r w:rsidR="003D2091">
        <w:t>’</w:t>
      </w:r>
      <w:r w:rsidRPr="00935343">
        <w:t>un Règlement pour chaque type de feu, il s</w:t>
      </w:r>
      <w:r w:rsidR="003D2091">
        <w:t>’</w:t>
      </w:r>
      <w:r w:rsidRPr="00935343">
        <w:t>agit ici d</w:t>
      </w:r>
      <w:r w:rsidR="003D2091">
        <w:t>’</w:t>
      </w:r>
      <w:r w:rsidRPr="006D6F66">
        <w:t xml:space="preserve">établir un Règlement unique et simplifié visant tous les feux </w:t>
      </w:r>
      <w:r w:rsidRPr="00707AE8">
        <w:t>de signalisation lumineuse et contenant l</w:t>
      </w:r>
      <w:r w:rsidR="003D2091">
        <w:t>’</w:t>
      </w:r>
      <w:r w:rsidRPr="00C22054">
        <w:t>ensemble des disposition</w:t>
      </w:r>
      <w:r w:rsidRPr="002452BD">
        <w:t>s applicables, tout en suivant la structure existante des séries d</w:t>
      </w:r>
      <w:r w:rsidR="003D2091">
        <w:t>’</w:t>
      </w:r>
      <w:r w:rsidRPr="00BC2FA0">
        <w:t>amendements, ainsi que des dispositions transitoires et des compléments qui s</w:t>
      </w:r>
      <w:r w:rsidR="003D2091">
        <w:t>’</w:t>
      </w:r>
      <w:r w:rsidRPr="007E5792">
        <w:t>y rapportent. Les </w:t>
      </w:r>
      <w:r w:rsidRPr="00685001">
        <w:t>dispositions transitoires a</w:t>
      </w:r>
      <w:r w:rsidRPr="00935343">
        <w:t>ssociées aux nouvelles séries d</w:t>
      </w:r>
      <w:r w:rsidR="003D2091">
        <w:t>’</w:t>
      </w:r>
      <w:r w:rsidRPr="00935343">
        <w:t>amendements au présent Règlement seront indiquées pour chaque dispositif auquel elles s</w:t>
      </w:r>
      <w:r w:rsidR="003D2091">
        <w:t>’</w:t>
      </w:r>
      <w:r w:rsidRPr="00935343">
        <w:t xml:space="preserve">appliquent ; une liste des dispositifs et des </w:t>
      </w:r>
      <w:r w:rsidRPr="002452BD">
        <w:t xml:space="preserve">indices correspondant aux </w:t>
      </w:r>
      <w:r w:rsidRPr="00935343">
        <w:t>séries d</w:t>
      </w:r>
      <w:r w:rsidR="003D2091">
        <w:t>’</w:t>
      </w:r>
      <w:r w:rsidRPr="00935343">
        <w:t>amendements qui s</w:t>
      </w:r>
      <w:r w:rsidR="003D2091">
        <w:t>’</w:t>
      </w:r>
      <w:r w:rsidRPr="00935343">
        <w:t>y appliquent figurera aussi dans le Règlement.</w:t>
      </w:r>
    </w:p>
    <w:p w14:paraId="79FF73A4" w14:textId="44C74B48" w:rsidR="00C82E24" w:rsidRPr="00A531D2" w:rsidRDefault="00C82E24" w:rsidP="00C82E24">
      <w:pPr>
        <w:pStyle w:val="SingleTxtG"/>
        <w:ind w:firstLine="567"/>
        <w:rPr>
          <w:spacing w:val="-1"/>
        </w:rPr>
      </w:pPr>
      <w:r w:rsidRPr="00A531D2">
        <w:rPr>
          <w:spacing w:val="-1"/>
        </w:rPr>
        <w:t>Il est prévu que toutes les Parties contractantes à l</w:t>
      </w:r>
      <w:r w:rsidR="003D2091">
        <w:rPr>
          <w:spacing w:val="-1"/>
        </w:rPr>
        <w:t>’</w:t>
      </w:r>
      <w:r w:rsidRPr="00A531D2">
        <w:rPr>
          <w:spacing w:val="-1"/>
        </w:rPr>
        <w:t>Accord de 1958 adoptent le présent Règlement et fournissent des explications détaillées dans le cas où elles ne seraient pas en mesure d</w:t>
      </w:r>
      <w:r w:rsidR="003D2091">
        <w:rPr>
          <w:spacing w:val="-1"/>
        </w:rPr>
        <w:t>’</w:t>
      </w:r>
      <w:r w:rsidRPr="00A531D2">
        <w:rPr>
          <w:spacing w:val="-1"/>
        </w:rPr>
        <w:t>adopter les dispositions relatives à certains feux. Les décisions prises à cet égard seront consignées dans le document ECE/TRANS/WP.29/343, qui fait état de la situation en ce qui concerne l</w:t>
      </w:r>
      <w:r w:rsidR="003D2091">
        <w:rPr>
          <w:spacing w:val="-1"/>
        </w:rPr>
        <w:t>’</w:t>
      </w:r>
      <w:r w:rsidRPr="00A531D2">
        <w:rPr>
          <w:spacing w:val="-1"/>
        </w:rPr>
        <w:t>Accord, les Règlements de l</w:t>
      </w:r>
      <w:r w:rsidR="003D2091">
        <w:rPr>
          <w:spacing w:val="-1"/>
        </w:rPr>
        <w:t>’</w:t>
      </w:r>
      <w:r w:rsidRPr="00A531D2">
        <w:rPr>
          <w:spacing w:val="-1"/>
        </w:rPr>
        <w:t>ONU y annexés et les amendements y relatifs.</w:t>
      </w:r>
    </w:p>
    <w:p w14:paraId="58045A8E" w14:textId="1AC8ED36" w:rsidR="00C82E24" w:rsidRPr="00702586" w:rsidRDefault="00C82E24" w:rsidP="00C82E24">
      <w:pPr>
        <w:pStyle w:val="SingleTxtG"/>
        <w:ind w:firstLine="567"/>
      </w:pPr>
      <w:r>
        <w:rPr>
          <w:color w:val="000000"/>
        </w:rPr>
        <w:t>Pour ce qui est des</w:t>
      </w:r>
      <w:r w:rsidRPr="00702586">
        <w:rPr>
          <w:color w:val="000000"/>
        </w:rPr>
        <w:t xml:space="preserve"> marques d</w:t>
      </w:r>
      <w:r w:rsidR="003D2091">
        <w:rPr>
          <w:color w:val="000000"/>
        </w:rPr>
        <w:t>’</w:t>
      </w:r>
      <w:r w:rsidRPr="00702586">
        <w:rPr>
          <w:color w:val="000000"/>
        </w:rPr>
        <w:t>homologation, le présent Règlement comprend des prescriptions relatives à l</w:t>
      </w:r>
      <w:r w:rsidR="003D2091">
        <w:rPr>
          <w:color w:val="000000"/>
        </w:rPr>
        <w:t>’</w:t>
      </w:r>
      <w:r w:rsidRPr="00702586">
        <w:rPr>
          <w:color w:val="000000"/>
        </w:rPr>
        <w:t>utilisation d</w:t>
      </w:r>
      <w:r w:rsidR="003D2091">
        <w:rPr>
          <w:color w:val="000000"/>
        </w:rPr>
        <w:t>’</w:t>
      </w:r>
      <w:r w:rsidRPr="00702586">
        <w:rPr>
          <w:color w:val="000000"/>
        </w:rPr>
        <w:t>un « identifiant unique » qui permet d</w:t>
      </w:r>
      <w:r w:rsidR="003D2091">
        <w:rPr>
          <w:color w:val="000000"/>
        </w:rPr>
        <w:t>’</w:t>
      </w:r>
      <w:r w:rsidRPr="00702586">
        <w:rPr>
          <w:color w:val="000000"/>
        </w:rPr>
        <w:t>accéder à une base de données électronique sécurisée créée par la CEE (conformément à l</w:t>
      </w:r>
      <w:r w:rsidR="003D2091">
        <w:rPr>
          <w:color w:val="000000"/>
        </w:rPr>
        <w:t>’</w:t>
      </w:r>
      <w:r w:rsidRPr="00702586">
        <w:rPr>
          <w:color w:val="000000"/>
        </w:rPr>
        <w:t>annexe 5 de l</w:t>
      </w:r>
      <w:r w:rsidR="003D2091">
        <w:rPr>
          <w:color w:val="000000"/>
        </w:rPr>
        <w:t>’</w:t>
      </w:r>
      <w:r w:rsidRPr="00702586">
        <w:rPr>
          <w:color w:val="000000"/>
        </w:rPr>
        <w:t>Accord de 1958) dans laquelle sont enregistrés tous les documents concernant les homologations de type. Lorsque l</w:t>
      </w:r>
      <w:r w:rsidR="003D2091">
        <w:rPr>
          <w:color w:val="000000"/>
        </w:rPr>
        <w:t>’</w:t>
      </w:r>
      <w:r w:rsidRPr="00702586">
        <w:rPr>
          <w:color w:val="000000"/>
        </w:rPr>
        <w:t>identifiant unique est utilisé, il n</w:t>
      </w:r>
      <w:r w:rsidR="003D2091">
        <w:rPr>
          <w:color w:val="000000"/>
        </w:rPr>
        <w:t>’</w:t>
      </w:r>
      <w:r w:rsidRPr="00702586">
        <w:rPr>
          <w:color w:val="000000"/>
        </w:rPr>
        <w:t>est pas obligatoire d</w:t>
      </w:r>
      <w:r w:rsidR="003D2091">
        <w:rPr>
          <w:color w:val="000000"/>
        </w:rPr>
        <w:t>’</w:t>
      </w:r>
      <w:r w:rsidRPr="00702586">
        <w:rPr>
          <w:color w:val="000000"/>
        </w:rPr>
        <w:t>apposer sur les feux la marque classique d</w:t>
      </w:r>
      <w:r w:rsidR="003D2091">
        <w:rPr>
          <w:color w:val="000000"/>
        </w:rPr>
        <w:t>’</w:t>
      </w:r>
      <w:r w:rsidRPr="00702586">
        <w:rPr>
          <w:color w:val="000000"/>
        </w:rPr>
        <w:t>homologation de type (marque « E »). S</w:t>
      </w:r>
      <w:r w:rsidR="003D2091">
        <w:rPr>
          <w:color w:val="000000"/>
        </w:rPr>
        <w:t>’</w:t>
      </w:r>
      <w:r w:rsidRPr="00702586">
        <w:rPr>
          <w:color w:val="000000"/>
        </w:rPr>
        <w:t>il</w:t>
      </w:r>
      <w:r>
        <w:rPr>
          <w:color w:val="000000"/>
        </w:rPr>
        <w:t> </w:t>
      </w:r>
      <w:r w:rsidRPr="00702586">
        <w:rPr>
          <w:color w:val="000000"/>
        </w:rPr>
        <w:t>n</w:t>
      </w:r>
      <w:r w:rsidR="003D2091">
        <w:rPr>
          <w:color w:val="000000"/>
        </w:rPr>
        <w:t>’</w:t>
      </w:r>
      <w:r w:rsidRPr="00702586">
        <w:rPr>
          <w:color w:val="000000"/>
        </w:rPr>
        <w:t>est pas possible, pour des raisons techniques, de l</w:t>
      </w:r>
      <w:r w:rsidR="003D2091">
        <w:rPr>
          <w:color w:val="000000"/>
        </w:rPr>
        <w:t>’</w:t>
      </w:r>
      <w:r w:rsidRPr="00702586">
        <w:rPr>
          <w:color w:val="000000"/>
        </w:rPr>
        <w:t>utiliser (par exemple si l</w:t>
      </w:r>
      <w:r w:rsidR="003D2091">
        <w:rPr>
          <w:color w:val="000000"/>
        </w:rPr>
        <w:t>’</w:t>
      </w:r>
      <w:r w:rsidRPr="00702586">
        <w:rPr>
          <w:color w:val="000000"/>
        </w:rPr>
        <w:t>accès à la base de données en ligne de la CEE n</w:t>
      </w:r>
      <w:r w:rsidR="003D2091">
        <w:rPr>
          <w:color w:val="000000"/>
        </w:rPr>
        <w:t>’</w:t>
      </w:r>
      <w:r w:rsidRPr="00702586">
        <w:rPr>
          <w:color w:val="000000"/>
        </w:rPr>
        <w:t>est pas sécurisé ou si celle-ci ne fonctionne pas), il est obligatoire d</w:t>
      </w:r>
      <w:r w:rsidR="003D2091">
        <w:rPr>
          <w:color w:val="000000"/>
        </w:rPr>
        <w:t>’</w:t>
      </w:r>
      <w:r w:rsidRPr="00702586">
        <w:rPr>
          <w:color w:val="000000"/>
        </w:rPr>
        <w:t>apposer la marque classique d</w:t>
      </w:r>
      <w:r w:rsidR="003D2091">
        <w:rPr>
          <w:color w:val="000000"/>
        </w:rPr>
        <w:t>’</w:t>
      </w:r>
      <w:r w:rsidRPr="00702586">
        <w:rPr>
          <w:color w:val="000000"/>
        </w:rPr>
        <w:t>homologation de type jusqu</w:t>
      </w:r>
      <w:r w:rsidR="003D2091">
        <w:rPr>
          <w:color w:val="000000"/>
        </w:rPr>
        <w:t>’</w:t>
      </w:r>
      <w:r w:rsidRPr="00702586">
        <w:rPr>
          <w:color w:val="000000"/>
        </w:rPr>
        <w:t>à ce qu</w:t>
      </w:r>
      <w:r w:rsidR="003D2091">
        <w:rPr>
          <w:color w:val="000000"/>
        </w:rPr>
        <w:t>’</w:t>
      </w:r>
      <w:r w:rsidRPr="00702586">
        <w:rPr>
          <w:color w:val="000000"/>
        </w:rPr>
        <w:t>il soit possible d</w:t>
      </w:r>
      <w:r w:rsidR="003D2091">
        <w:rPr>
          <w:color w:val="000000"/>
        </w:rPr>
        <w:t>’</w:t>
      </w:r>
      <w:r w:rsidRPr="00702586">
        <w:rPr>
          <w:color w:val="000000"/>
        </w:rPr>
        <w:t>utiliser l</w:t>
      </w:r>
      <w:r w:rsidR="003D2091">
        <w:rPr>
          <w:color w:val="000000"/>
        </w:rPr>
        <w:t>’</w:t>
      </w:r>
      <w:r w:rsidRPr="00702586">
        <w:rPr>
          <w:color w:val="000000"/>
        </w:rPr>
        <w:t>identifiant unique.</w:t>
      </w:r>
    </w:p>
    <w:p w14:paraId="3A12DCB7" w14:textId="3C91BAD4" w:rsidR="00C82E24" w:rsidRPr="00702586" w:rsidRDefault="00C82E24" w:rsidP="00BB0531">
      <w:pPr>
        <w:pStyle w:val="HChG"/>
        <w:tabs>
          <w:tab w:val="right" w:pos="2268"/>
        </w:tabs>
        <w:ind w:firstLine="0"/>
      </w:pPr>
      <w:r>
        <w:rPr>
          <w:lang w:eastAsia="fr-FR"/>
        </w:rPr>
        <w:t>1.</w:t>
      </w:r>
      <w:r w:rsidR="00BB0531">
        <w:rPr>
          <w:lang w:eastAsia="fr-FR"/>
        </w:rPr>
        <w:tab/>
      </w:r>
      <w:r w:rsidR="00BB0531">
        <w:rPr>
          <w:lang w:eastAsia="fr-FR"/>
        </w:rPr>
        <w:tab/>
      </w:r>
      <w:r w:rsidR="00BB0531">
        <w:t>D</w:t>
      </w:r>
      <w:r w:rsidR="00BB0531" w:rsidRPr="00702586">
        <w:t>omaine</w:t>
      </w:r>
      <w:r w:rsidRPr="00702586">
        <w:t xml:space="preserve"> d</w:t>
      </w:r>
      <w:r w:rsidR="003D2091">
        <w:t>’</w:t>
      </w:r>
      <w:r w:rsidRPr="00702586">
        <w:t>application</w:t>
      </w:r>
    </w:p>
    <w:p w14:paraId="00AA3E3D" w14:textId="016697D5" w:rsidR="00C82E24" w:rsidRPr="00702586" w:rsidRDefault="00C82E24" w:rsidP="00C82E24">
      <w:pPr>
        <w:pStyle w:val="SingleTxtG"/>
        <w:ind w:left="2268"/>
      </w:pPr>
      <w:r w:rsidRPr="00702586">
        <w:t>Le présent Règlement s</w:t>
      </w:r>
      <w:r w:rsidR="003D2091">
        <w:t>’</w:t>
      </w:r>
      <w:r w:rsidRPr="00702586">
        <w:t>applique aux types de feux suivants :</w:t>
      </w:r>
    </w:p>
    <w:p w14:paraId="1E2250E7" w14:textId="1C1A9E80" w:rsidR="00C82E24" w:rsidRPr="00702586" w:rsidRDefault="00C82E24" w:rsidP="00C82E24">
      <w:pPr>
        <w:pStyle w:val="SingleTxtG"/>
        <w:ind w:left="2268"/>
      </w:pPr>
      <w:r w:rsidRPr="00702586">
        <w:t>Feux de plaque d</w:t>
      </w:r>
      <w:r w:rsidR="003D2091">
        <w:t>’</w:t>
      </w:r>
      <w:r w:rsidRPr="00702586">
        <w:t>immatriculation arrière</w:t>
      </w:r>
    </w:p>
    <w:p w14:paraId="25865DE0" w14:textId="77777777" w:rsidR="00C82E24" w:rsidRPr="00702586" w:rsidRDefault="00C82E24" w:rsidP="00C82E24">
      <w:pPr>
        <w:pStyle w:val="SingleTxtG"/>
        <w:ind w:left="2268"/>
      </w:pPr>
      <w:r>
        <w:t>Feux i</w:t>
      </w:r>
      <w:r w:rsidRPr="00702586">
        <w:t>ndicateurs de direction</w:t>
      </w:r>
    </w:p>
    <w:p w14:paraId="2ECC22F2" w14:textId="77777777" w:rsidR="00C82E24" w:rsidRPr="00702586" w:rsidRDefault="00C82E24" w:rsidP="00C82E24">
      <w:pPr>
        <w:pStyle w:val="SingleTxtG"/>
        <w:ind w:left="2268"/>
      </w:pPr>
      <w:r w:rsidRPr="00702586">
        <w:t>Feux de position</w:t>
      </w:r>
    </w:p>
    <w:p w14:paraId="68656176" w14:textId="77777777" w:rsidR="00C82E24" w:rsidRPr="00702586" w:rsidRDefault="00C82E24" w:rsidP="00C82E24">
      <w:pPr>
        <w:pStyle w:val="SingleTxtG"/>
        <w:ind w:left="2268"/>
      </w:pPr>
      <w:r>
        <w:t>Feux stop</w:t>
      </w:r>
    </w:p>
    <w:p w14:paraId="1458CF43" w14:textId="4A34D971" w:rsidR="00C82E24" w:rsidRPr="00702586" w:rsidRDefault="00C82E24" w:rsidP="00C82E24">
      <w:pPr>
        <w:pStyle w:val="SingleTxtG"/>
        <w:ind w:left="2268"/>
      </w:pPr>
      <w:r w:rsidRPr="00702586">
        <w:t>Feux d</w:t>
      </w:r>
      <w:r w:rsidR="003D2091">
        <w:t>’</w:t>
      </w:r>
      <w:r w:rsidRPr="00702586">
        <w:t>encombrement</w:t>
      </w:r>
    </w:p>
    <w:p w14:paraId="2E1401FA" w14:textId="77777777" w:rsidR="00C82E24" w:rsidRPr="00702586" w:rsidRDefault="00C82E24" w:rsidP="00C82E24">
      <w:pPr>
        <w:pStyle w:val="SingleTxtG"/>
        <w:ind w:left="2268"/>
      </w:pPr>
      <w:r w:rsidRPr="00702586">
        <w:t>Feux de marche arrière</w:t>
      </w:r>
    </w:p>
    <w:p w14:paraId="509C95FB" w14:textId="77777777" w:rsidR="00C82E24" w:rsidRPr="00702586" w:rsidRDefault="00C82E24" w:rsidP="00C82E24">
      <w:pPr>
        <w:pStyle w:val="SingleTxtG"/>
        <w:ind w:left="2268"/>
      </w:pPr>
      <w:r w:rsidRPr="00702586">
        <w:t>Feux de manœuvre</w:t>
      </w:r>
    </w:p>
    <w:p w14:paraId="2232A6EF" w14:textId="77777777" w:rsidR="00C82E24" w:rsidRPr="00702586" w:rsidRDefault="00C82E24" w:rsidP="00C82E24">
      <w:pPr>
        <w:pStyle w:val="SingleTxtG"/>
        <w:ind w:left="2268"/>
      </w:pPr>
      <w:r w:rsidRPr="00702586">
        <w:t>Feux de brouillard arrière</w:t>
      </w:r>
    </w:p>
    <w:p w14:paraId="0C3AF61F" w14:textId="77777777" w:rsidR="00C82E24" w:rsidRPr="00702586" w:rsidRDefault="00C82E24" w:rsidP="00C82E24">
      <w:pPr>
        <w:pStyle w:val="SingleTxtG"/>
        <w:ind w:left="2268"/>
      </w:pPr>
      <w:r w:rsidRPr="00702586">
        <w:t>Feux de stationnement</w:t>
      </w:r>
    </w:p>
    <w:p w14:paraId="4D00A7D4" w14:textId="77777777" w:rsidR="00C82E24" w:rsidRPr="00702586" w:rsidRDefault="00C82E24" w:rsidP="00C82E24">
      <w:pPr>
        <w:pStyle w:val="SingleTxtG"/>
        <w:ind w:left="2268"/>
        <w:rPr>
          <w:bCs/>
        </w:rPr>
      </w:pPr>
      <w:r w:rsidRPr="00776454">
        <w:t>Feux de</w:t>
      </w:r>
      <w:r w:rsidRPr="00702586">
        <w:rPr>
          <w:bCs/>
        </w:rPr>
        <w:t xml:space="preserve"> circulation diurne</w:t>
      </w:r>
    </w:p>
    <w:p w14:paraId="2D333C12" w14:textId="77777777" w:rsidR="00C82E24" w:rsidRPr="00702586" w:rsidRDefault="00C82E24" w:rsidP="00C82E24">
      <w:pPr>
        <w:pStyle w:val="SingleTxtG"/>
        <w:ind w:left="2268"/>
        <w:rPr>
          <w:bCs/>
        </w:rPr>
      </w:pPr>
      <w:r w:rsidRPr="00702586">
        <w:rPr>
          <w:bCs/>
        </w:rPr>
        <w:t xml:space="preserve">Feux de </w:t>
      </w:r>
      <w:r w:rsidRPr="00776454">
        <w:t>position</w:t>
      </w:r>
      <w:r w:rsidRPr="00702586">
        <w:rPr>
          <w:bCs/>
        </w:rPr>
        <w:t xml:space="preserve"> latéraux</w:t>
      </w:r>
    </w:p>
    <w:p w14:paraId="21944007" w14:textId="77777777" w:rsidR="00C82E24" w:rsidRPr="00702586" w:rsidRDefault="00C82E24" w:rsidP="00C82E24">
      <w:pPr>
        <w:pStyle w:val="HChG"/>
        <w:tabs>
          <w:tab w:val="right" w:pos="2268"/>
        </w:tabs>
        <w:ind w:firstLine="0"/>
        <w:rPr>
          <w:bCs/>
        </w:rPr>
      </w:pPr>
      <w:r w:rsidRPr="00702586">
        <w:rPr>
          <w:bCs/>
        </w:rPr>
        <w:lastRenderedPageBreak/>
        <w:t>2.</w:t>
      </w:r>
      <w:r w:rsidRPr="00702586">
        <w:rPr>
          <w:bCs/>
        </w:rPr>
        <w:tab/>
      </w:r>
      <w:r w:rsidRPr="00702586">
        <w:rPr>
          <w:bCs/>
        </w:rPr>
        <w:tab/>
      </w:r>
      <w:r w:rsidRPr="00702586">
        <w:t>Définitions</w:t>
      </w:r>
    </w:p>
    <w:p w14:paraId="4F691CF1" w14:textId="77777777" w:rsidR="00C82E24" w:rsidRPr="00702586" w:rsidRDefault="00C82E24" w:rsidP="00C82E24">
      <w:pPr>
        <w:pStyle w:val="SingleTxtG"/>
        <w:ind w:left="2268"/>
      </w:pPr>
      <w:r w:rsidRPr="00702586">
        <w:t>Aux fins du présent Règlement</w:t>
      </w:r>
      <w:r>
        <w:t> :</w:t>
      </w:r>
    </w:p>
    <w:p w14:paraId="0E881F92" w14:textId="0EFC8A29" w:rsidR="00C82E24" w:rsidRPr="00702586" w:rsidRDefault="00C82E24" w:rsidP="00BB0531">
      <w:pPr>
        <w:pStyle w:val="SingleTxtG"/>
        <w:tabs>
          <w:tab w:val="clear" w:pos="1701"/>
        </w:tabs>
        <w:spacing w:before="120"/>
        <w:ind w:left="2268" w:hanging="1134"/>
      </w:pPr>
      <w:r w:rsidRPr="00702586">
        <w:t>2.1</w:t>
      </w:r>
      <w:r w:rsidRPr="00702586">
        <w:tab/>
      </w:r>
      <w:r>
        <w:t>S</w:t>
      </w:r>
      <w:r w:rsidRPr="00702586">
        <w:t>auf indication contraire</w:t>
      </w:r>
      <w:r>
        <w:t>, t</w:t>
      </w:r>
      <w:r w:rsidRPr="00702586">
        <w:t>outes les définition</w:t>
      </w:r>
      <w:r>
        <w:t xml:space="preserve">s figurant dans le Règlement ONU </w:t>
      </w:r>
      <w:r>
        <w:rPr>
          <w:rFonts w:eastAsia="MS Mincho"/>
        </w:rPr>
        <w:t>n</w:t>
      </w:r>
      <w:r>
        <w:rPr>
          <w:rFonts w:eastAsia="MS Mincho"/>
          <w:vertAlign w:val="superscript"/>
        </w:rPr>
        <w:t>o</w:t>
      </w:r>
      <w:r>
        <w:t> </w:t>
      </w:r>
      <w:r w:rsidRPr="00702586">
        <w:t>48 et les amendements y relatifs en vigueur à la date de la demande d</w:t>
      </w:r>
      <w:r w:rsidR="003D2091">
        <w:t>’</w:t>
      </w:r>
      <w:r w:rsidRPr="00702586">
        <w:t xml:space="preserve">homologation de type </w:t>
      </w:r>
      <w:r>
        <w:t>sont applicables</w:t>
      </w:r>
      <w:r w:rsidRPr="00702586">
        <w:t>.</w:t>
      </w:r>
    </w:p>
    <w:p w14:paraId="172FEB99" w14:textId="77777777" w:rsidR="00C82E24" w:rsidRPr="00702586" w:rsidRDefault="00C82E24" w:rsidP="00BB0531">
      <w:pPr>
        <w:pStyle w:val="SingleTxtG"/>
        <w:tabs>
          <w:tab w:val="clear" w:pos="1701"/>
        </w:tabs>
        <w:spacing w:before="120"/>
        <w:ind w:left="2268" w:hanging="1134"/>
      </w:pPr>
      <w:r w:rsidRPr="00702586">
        <w:rPr>
          <w:bCs/>
        </w:rPr>
        <w:t>2</w:t>
      </w:r>
      <w:r>
        <w:t>.2</w:t>
      </w:r>
      <w:r w:rsidRPr="00702586">
        <w:tab/>
      </w:r>
      <w:r>
        <w:t xml:space="preserve">On entend par </w:t>
      </w:r>
      <w:r w:rsidRPr="00702586">
        <w:t>« </w:t>
      </w:r>
      <w:r w:rsidRPr="00FD578D">
        <w:rPr>
          <w:i/>
        </w:rPr>
        <w:t>f</w:t>
      </w:r>
      <w:r w:rsidRPr="00702586">
        <w:rPr>
          <w:i/>
        </w:rPr>
        <w:t>eux de différents types</w:t>
      </w:r>
      <w:r w:rsidRPr="00702586">
        <w:t> », des feux qui présentent entre eux des différences essentielles pouvant porter notamment sur :</w:t>
      </w:r>
    </w:p>
    <w:p w14:paraId="246E11F8" w14:textId="77777777" w:rsidR="00C82E24" w:rsidRPr="00702586" w:rsidRDefault="00C82E24" w:rsidP="00C82E24">
      <w:pPr>
        <w:pStyle w:val="SingleTxtG"/>
        <w:ind w:left="2835" w:hanging="567"/>
      </w:pPr>
      <w:bookmarkStart w:id="5" w:name="_Toc473483453"/>
      <w:r w:rsidRPr="00702586">
        <w:t>a)</w:t>
      </w:r>
      <w:r w:rsidRPr="00702586">
        <w:tab/>
        <w:t>La marque de fabrique ou de commerce :</w:t>
      </w:r>
      <w:bookmarkEnd w:id="5"/>
    </w:p>
    <w:p w14:paraId="2DB41237" w14:textId="454363E3" w:rsidR="00C82E24" w:rsidRDefault="00C82E24" w:rsidP="00C82E24">
      <w:pPr>
        <w:pStyle w:val="SingleTxtG"/>
        <w:ind w:left="3402" w:hanging="567"/>
      </w:pPr>
      <w:bookmarkStart w:id="6" w:name="_Toc473483454"/>
      <w:r w:rsidRPr="00702586">
        <w:t>i)</w:t>
      </w:r>
      <w:r w:rsidRPr="00702586">
        <w:tab/>
        <w:t>Les feux portant la même marque de fabrique ou de commerce, mais produits par des fabricants différents, sont considérés comme étant de différents</w:t>
      </w:r>
      <w:r w:rsidR="003E0DCA">
        <w:t xml:space="preserve"> </w:t>
      </w:r>
      <w:r w:rsidRPr="00702586">
        <w:t>types</w:t>
      </w:r>
      <w:r>
        <w:t> </w:t>
      </w:r>
      <w:r w:rsidRPr="00702586">
        <w:t>;</w:t>
      </w:r>
      <w:bookmarkStart w:id="7" w:name="_Toc473483455"/>
      <w:bookmarkEnd w:id="6"/>
    </w:p>
    <w:p w14:paraId="702B8784" w14:textId="77777777" w:rsidR="00C82E24" w:rsidRPr="00702586" w:rsidRDefault="00C82E24" w:rsidP="00C82E24">
      <w:pPr>
        <w:pStyle w:val="SingleTxtG"/>
        <w:ind w:left="3402" w:hanging="567"/>
      </w:pPr>
      <w:r w:rsidRPr="00702586">
        <w:t>ii)</w:t>
      </w:r>
      <w:r w:rsidRPr="00702586">
        <w:tab/>
      </w:r>
      <w:r>
        <w:t>L</w:t>
      </w:r>
      <w:r w:rsidRPr="00702586">
        <w:t>es feux produits par le même fabricant, ne différant entre eux que par la marque de fabrique ou de commerce, sont considérés comme étant du même type</w:t>
      </w:r>
      <w:bookmarkEnd w:id="7"/>
      <w:r>
        <w:t> ;</w:t>
      </w:r>
    </w:p>
    <w:p w14:paraId="50FAD45B" w14:textId="04862874" w:rsidR="00C82E24" w:rsidRPr="00702586" w:rsidRDefault="00C82E24" w:rsidP="00C82E24">
      <w:pPr>
        <w:pStyle w:val="SingleTxtG"/>
        <w:ind w:left="2835" w:hanging="567"/>
      </w:pPr>
      <w:bookmarkStart w:id="8" w:name="_Toc473483456"/>
      <w:r w:rsidRPr="00702586">
        <w:t>b)</w:t>
      </w:r>
      <w:r w:rsidRPr="00702586">
        <w:tab/>
        <w:t>Les caractéristiques du système optique (niveaux d</w:t>
      </w:r>
      <w:r w:rsidR="003D2091">
        <w:t>’</w:t>
      </w:r>
      <w:r w:rsidRPr="00702586">
        <w:t>intensité, angles de répartition de la lumière, adjonction ou suppression d</w:t>
      </w:r>
      <w:r w:rsidR="003D2091">
        <w:t>’</w:t>
      </w:r>
      <w:r w:rsidRPr="00702586">
        <w:t>éléments susceptibles de modifier les effets optiques par réflexion, réfraction, absorption ou déformation pendant le fonctionnement, etc.)</w:t>
      </w:r>
      <w:bookmarkEnd w:id="8"/>
      <w:r>
        <w:t> </w:t>
      </w:r>
      <w:r w:rsidRPr="00702586">
        <w:t>;</w:t>
      </w:r>
    </w:p>
    <w:p w14:paraId="41B17536" w14:textId="127C0BE4" w:rsidR="00C82E24" w:rsidRPr="00702586" w:rsidRDefault="00C82E24" w:rsidP="00C82E24">
      <w:pPr>
        <w:pStyle w:val="SingleTxtG"/>
        <w:ind w:left="2835" w:hanging="567"/>
      </w:pPr>
      <w:bookmarkStart w:id="9" w:name="_Toc473483457"/>
      <w:r w:rsidRPr="00702586">
        <w:t>c)</w:t>
      </w:r>
      <w:r w:rsidRPr="00702586">
        <w:tab/>
        <w:t>Les catégories de sources lumineuses utilisées et/ou les codes d</w:t>
      </w:r>
      <w:r w:rsidR="003D2091">
        <w:t>’</w:t>
      </w:r>
      <w:r w:rsidRPr="00702586">
        <w:t xml:space="preserve">identification propres aux modules </w:t>
      </w:r>
      <w:bookmarkEnd w:id="9"/>
      <w:r>
        <w:t>d</w:t>
      </w:r>
      <w:r w:rsidR="003D2091">
        <w:t>’</w:t>
      </w:r>
      <w:r>
        <w:t>éclairage concerné</w:t>
      </w:r>
      <w:r w:rsidRPr="00702586">
        <w:t>s ;</w:t>
      </w:r>
    </w:p>
    <w:p w14:paraId="4FEA5D67" w14:textId="77777777" w:rsidR="00C82E24" w:rsidRPr="00702586" w:rsidRDefault="00C82E24" w:rsidP="00C82E24">
      <w:pPr>
        <w:pStyle w:val="SingleTxtG"/>
        <w:ind w:left="2835" w:hanging="567"/>
      </w:pPr>
      <w:bookmarkStart w:id="10" w:name="_Toc473483458"/>
      <w:r w:rsidRPr="00702586">
        <w:t>d)</w:t>
      </w:r>
      <w:r w:rsidRPr="00702586">
        <w:tab/>
        <w:t>La catégorie du feu, le cas échéant ;</w:t>
      </w:r>
      <w:bookmarkEnd w:id="10"/>
    </w:p>
    <w:p w14:paraId="6D0E0884" w14:textId="4028E1E2" w:rsidR="00C82E24" w:rsidRPr="00702586" w:rsidRDefault="00C82E24" w:rsidP="00C82E24">
      <w:pPr>
        <w:pStyle w:val="SingleTxtG"/>
        <w:ind w:left="2835" w:hanging="567"/>
      </w:pPr>
      <w:bookmarkStart w:id="11" w:name="_Toc473483459"/>
      <w:r w:rsidRPr="00702586">
        <w:t>e)</w:t>
      </w:r>
      <w:r w:rsidRPr="00702586">
        <w:tab/>
        <w:t>Le régulateur d</w:t>
      </w:r>
      <w:r w:rsidR="003D2091">
        <w:t>’</w:t>
      </w:r>
      <w:r w:rsidRPr="00702586">
        <w:t>intensité, le cas échéant ;</w:t>
      </w:r>
      <w:bookmarkEnd w:id="11"/>
    </w:p>
    <w:p w14:paraId="4E699076" w14:textId="568C1E9A" w:rsidR="00C82E24" w:rsidRPr="00702586" w:rsidRDefault="00C82E24" w:rsidP="00C82E24">
      <w:pPr>
        <w:pStyle w:val="SingleTxtG"/>
        <w:ind w:left="2835" w:hanging="567"/>
      </w:pPr>
      <w:bookmarkStart w:id="12" w:name="_Toc473483460"/>
      <w:r w:rsidRPr="00702586">
        <w:t>f)</w:t>
      </w:r>
      <w:r w:rsidRPr="00702586">
        <w:tab/>
        <w:t>L</w:t>
      </w:r>
      <w:r w:rsidR="003D2091">
        <w:t>’</w:t>
      </w:r>
      <w:r w:rsidRPr="00702586">
        <w:t>activation séquentielle des sources lumineuses, le cas échéant.</w:t>
      </w:r>
      <w:bookmarkEnd w:id="12"/>
    </w:p>
    <w:p w14:paraId="42D7D6E8" w14:textId="171EFA35" w:rsidR="00C82E24" w:rsidRPr="00702586" w:rsidRDefault="00C82E24" w:rsidP="00C82E24">
      <w:pPr>
        <w:pStyle w:val="SingleTxtG"/>
        <w:ind w:left="2268"/>
      </w:pPr>
      <w:r w:rsidRPr="00702586">
        <w:t>Néanmoins, les indicateurs de direction qui peuvent être allumés dans différents modes (séquentiel</w:t>
      </w:r>
      <w:r>
        <w:t>s</w:t>
      </w:r>
      <w:r w:rsidRPr="00702586">
        <w:t xml:space="preserve"> ou non) sans qu</w:t>
      </w:r>
      <w:r w:rsidR="003D2091">
        <w:t>’</w:t>
      </w:r>
      <w:r w:rsidRPr="00702586">
        <w:t>intervienne une quelconque modification des caractéristiques optiques du feu ne constituent pas des « </w:t>
      </w:r>
      <w:r>
        <w:rPr>
          <w:i/>
        </w:rPr>
        <w:t>i</w:t>
      </w:r>
      <w:r w:rsidRPr="00702586">
        <w:rPr>
          <w:i/>
        </w:rPr>
        <w:t>ndicateurs de direction de différents types</w:t>
      </w:r>
      <w:r w:rsidRPr="00702586">
        <w:t> ».</w:t>
      </w:r>
    </w:p>
    <w:p w14:paraId="6D5C6C87" w14:textId="64FF38C1" w:rsidR="00C82E24" w:rsidRPr="00702586" w:rsidRDefault="00C82E24" w:rsidP="00C82E24">
      <w:pPr>
        <w:pStyle w:val="SingleTxtG"/>
        <w:ind w:left="2268"/>
        <w:rPr>
          <w:bCs/>
        </w:rPr>
      </w:pPr>
      <w:r w:rsidRPr="00702586">
        <w:t>Une modification de la couleur d</w:t>
      </w:r>
      <w:r w:rsidR="003D2091">
        <w:t>’</w:t>
      </w:r>
      <w:r w:rsidRPr="00702586">
        <w:t>une source lumineuse ou de la couleur d</w:t>
      </w:r>
      <w:r w:rsidR="003D2091">
        <w:t>’</w:t>
      </w:r>
      <w:r w:rsidRPr="00702586">
        <w:t>un filtre ne constitue pas une modification du type</w:t>
      </w:r>
      <w:r w:rsidRPr="00702586">
        <w:rPr>
          <w:bCs/>
        </w:rPr>
        <w:t>.</w:t>
      </w:r>
    </w:p>
    <w:p w14:paraId="0DBC669D" w14:textId="77777777" w:rsidR="00C82E24" w:rsidRPr="00702586" w:rsidRDefault="00C82E24" w:rsidP="00C82E24">
      <w:pPr>
        <w:pStyle w:val="HChG"/>
        <w:tabs>
          <w:tab w:val="right" w:pos="2268"/>
        </w:tabs>
        <w:ind w:firstLine="0"/>
      </w:pPr>
      <w:r w:rsidRPr="00702586">
        <w:t>3.</w:t>
      </w:r>
      <w:r w:rsidRPr="00702586">
        <w:tab/>
      </w:r>
      <w:r w:rsidRPr="00702586">
        <w:tab/>
        <w:t>Dispositions administratives</w:t>
      </w:r>
    </w:p>
    <w:p w14:paraId="0FB95A59" w14:textId="2F28965D" w:rsidR="00C82E24" w:rsidRPr="00702586" w:rsidRDefault="00C82E24" w:rsidP="00BB0531">
      <w:pPr>
        <w:pStyle w:val="SingleTxtG"/>
        <w:tabs>
          <w:tab w:val="clear" w:pos="1701"/>
        </w:tabs>
        <w:spacing w:before="120"/>
        <w:ind w:left="2268" w:hanging="1134"/>
      </w:pPr>
      <w:r w:rsidRPr="00702586">
        <w:t>3.1</w:t>
      </w:r>
      <w:r w:rsidRPr="00702586">
        <w:tab/>
        <w:t>Demande d</w:t>
      </w:r>
      <w:r w:rsidR="003D2091">
        <w:t>’</w:t>
      </w:r>
      <w:r w:rsidRPr="00702586">
        <w:t>homologation</w:t>
      </w:r>
    </w:p>
    <w:p w14:paraId="54CBBC7B" w14:textId="52F03237" w:rsidR="00C82E24" w:rsidRPr="00702586" w:rsidRDefault="00C82E24" w:rsidP="00BB0531">
      <w:pPr>
        <w:pStyle w:val="SingleTxtG"/>
        <w:tabs>
          <w:tab w:val="clear" w:pos="1701"/>
        </w:tabs>
        <w:spacing w:before="120"/>
        <w:ind w:left="2268" w:hanging="1134"/>
      </w:pPr>
      <w:r w:rsidRPr="00702586">
        <w:t>3.1.1</w:t>
      </w:r>
      <w:r w:rsidRPr="00702586">
        <w:tab/>
        <w:t>La demande d</w:t>
      </w:r>
      <w:r w:rsidR="003D2091">
        <w:t>’</w:t>
      </w:r>
      <w:r w:rsidRPr="00702586">
        <w:t>homologation de type est présentée par le détenteur de la marque de fabrique ou de commerce ou son représentant dûment accrédité.</w:t>
      </w:r>
    </w:p>
    <w:p w14:paraId="270AA4B5" w14:textId="77777777" w:rsidR="00C82E24" w:rsidRPr="00702586" w:rsidRDefault="00C82E24" w:rsidP="00BB0531">
      <w:pPr>
        <w:pStyle w:val="SingleTxtG"/>
        <w:tabs>
          <w:tab w:val="clear" w:pos="1701"/>
        </w:tabs>
        <w:spacing w:before="120"/>
        <w:ind w:left="2268" w:hanging="1134"/>
        <w:rPr>
          <w:bCs/>
        </w:rPr>
      </w:pPr>
      <w:r w:rsidRPr="00702586">
        <w:rPr>
          <w:bCs/>
        </w:rPr>
        <w:t>3.1.2</w:t>
      </w:r>
      <w:r w:rsidRPr="00702586">
        <w:rPr>
          <w:bCs/>
        </w:rPr>
        <w:tab/>
        <w:t xml:space="preserve">Elle est </w:t>
      </w:r>
      <w:r w:rsidRPr="00BB0531">
        <w:t>accompagnée</w:t>
      </w:r>
      <w:r w:rsidRPr="00702586">
        <w:rPr>
          <w:bCs/>
        </w:rPr>
        <w:t> :</w:t>
      </w:r>
    </w:p>
    <w:p w14:paraId="5E5D8E6A" w14:textId="536236BD" w:rsidR="00C82E24" w:rsidRPr="00702586" w:rsidRDefault="00C82E24" w:rsidP="00BB0531">
      <w:pPr>
        <w:pStyle w:val="SingleTxtG"/>
        <w:tabs>
          <w:tab w:val="clear" w:pos="1701"/>
        </w:tabs>
        <w:spacing w:before="120"/>
        <w:ind w:left="2268" w:hanging="1134"/>
        <w:rPr>
          <w:bCs/>
        </w:rPr>
      </w:pPr>
      <w:r w:rsidRPr="00702586">
        <w:rPr>
          <w:bCs/>
        </w:rPr>
        <w:t>3.1.2.1</w:t>
      </w:r>
      <w:r w:rsidRPr="00702586">
        <w:rPr>
          <w:bCs/>
        </w:rPr>
        <w:tab/>
        <w:t xml:space="preserve">De dessins </w:t>
      </w:r>
      <w:r w:rsidRPr="00BB0531">
        <w:t>suffisamment</w:t>
      </w:r>
      <w:r w:rsidRPr="00702586">
        <w:rPr>
          <w:bCs/>
        </w:rPr>
        <w:t xml:space="preserve"> détaillés pour permettre l</w:t>
      </w:r>
      <w:r w:rsidR="003D2091">
        <w:rPr>
          <w:bCs/>
        </w:rPr>
        <w:t>’</w:t>
      </w:r>
      <w:r w:rsidRPr="00702586">
        <w:rPr>
          <w:bCs/>
        </w:rPr>
        <w:t>identification du type et, le cas échéant, de la catégorie du feu, et indiquant :</w:t>
      </w:r>
    </w:p>
    <w:p w14:paraId="462D7078" w14:textId="77777777" w:rsidR="00C82E24" w:rsidRPr="00702586" w:rsidRDefault="00C82E24" w:rsidP="00C82E24">
      <w:pPr>
        <w:pStyle w:val="SingleTxtG"/>
        <w:ind w:left="2835" w:hanging="567"/>
      </w:pPr>
      <w:r w:rsidRPr="00702586">
        <w:t>a)</w:t>
      </w:r>
      <w:r w:rsidRPr="00702586">
        <w:tab/>
        <w:t>Les c</w:t>
      </w:r>
      <w:r>
        <w:t>aractéristiques</w:t>
      </w:r>
      <w:r w:rsidRPr="00702586">
        <w:t xml:space="preserve"> géométriques du montage du ou des feux (ainsi que, le cas échéant, pour les </w:t>
      </w:r>
      <w:r>
        <w:t>feux stop</w:t>
      </w:r>
      <w:r w:rsidRPr="00702586">
        <w:t xml:space="preserve"> des catégories S3 ou S4, de la vitre arrière) sur le véhicule ;</w:t>
      </w:r>
    </w:p>
    <w:p w14:paraId="58407E04" w14:textId="2B7BF993" w:rsidR="00C82E24" w:rsidRPr="00702586" w:rsidRDefault="00C82E24" w:rsidP="00C82E24">
      <w:pPr>
        <w:pStyle w:val="SingleTxtG"/>
        <w:ind w:left="2835" w:hanging="567"/>
      </w:pPr>
      <w:r w:rsidRPr="00702586">
        <w:t>b)</w:t>
      </w:r>
      <w:r w:rsidRPr="00702586">
        <w:tab/>
        <w:t>L</w:t>
      </w:r>
      <w:r w:rsidR="003D2091">
        <w:t>’</w:t>
      </w:r>
      <w:r w:rsidRPr="00702586">
        <w:t>axe d</w:t>
      </w:r>
      <w:r w:rsidR="003D2091">
        <w:t>’</w:t>
      </w:r>
      <w:r w:rsidRPr="00702586">
        <w:t>observation qui doit être pris dans les essais comme axe de référence (angle horizontal H = 0°, angle vertical V = 0°), et le point qui doit être pris comme centre de référence dans ces essais ;</w:t>
      </w:r>
    </w:p>
    <w:p w14:paraId="3D2F31CD" w14:textId="77777777" w:rsidR="00C82E24" w:rsidRPr="00702586" w:rsidRDefault="00C82E24" w:rsidP="00C82E24">
      <w:pPr>
        <w:pStyle w:val="SingleTxtG"/>
        <w:ind w:left="2835" w:hanging="567"/>
      </w:pPr>
      <w:r w:rsidRPr="00702586">
        <w:t>c)</w:t>
      </w:r>
      <w:r w:rsidRPr="00702586">
        <w:tab/>
        <w:t>La limite de la surface apparente de la ou des fonctions ;</w:t>
      </w:r>
    </w:p>
    <w:p w14:paraId="569650D9" w14:textId="7904E5D7" w:rsidR="00C82E24" w:rsidRPr="00702586" w:rsidRDefault="00C82E24" w:rsidP="00C82E24">
      <w:pPr>
        <w:pStyle w:val="SingleTxtG"/>
        <w:ind w:left="2835" w:hanging="567"/>
      </w:pPr>
      <w:r w:rsidRPr="00702586">
        <w:t>d)</w:t>
      </w:r>
      <w:r w:rsidRPr="00702586">
        <w:tab/>
      </w:r>
      <w:r>
        <w:t>L</w:t>
      </w:r>
      <w:r w:rsidR="003D2091">
        <w:t>’</w:t>
      </w:r>
      <w:r>
        <w:t>emplacement réservé à</w:t>
      </w:r>
      <w:r w:rsidRPr="00702586">
        <w:t xml:space="preserve"> la marque d</w:t>
      </w:r>
      <w:r w:rsidR="003D2091">
        <w:t>’</w:t>
      </w:r>
      <w:r w:rsidRPr="00702586">
        <w:t xml:space="preserve">homologation </w:t>
      </w:r>
      <w:r>
        <w:t>conformément au paragraphe 3.3.2</w:t>
      </w:r>
      <w:r w:rsidRPr="00702586">
        <w:t xml:space="preserve"> ou </w:t>
      </w:r>
      <w:r>
        <w:t xml:space="preserve">à </w:t>
      </w:r>
      <w:r w:rsidRPr="00702586">
        <w:t>l</w:t>
      </w:r>
      <w:r w:rsidR="003D2091">
        <w:t>’</w:t>
      </w:r>
      <w:r w:rsidRPr="00702586">
        <w:t>identifiant unique ;</w:t>
      </w:r>
    </w:p>
    <w:p w14:paraId="5FA88AB1" w14:textId="2EAE75B2" w:rsidR="00C82E24" w:rsidRPr="00702586" w:rsidRDefault="00C82E24" w:rsidP="00C82E24">
      <w:pPr>
        <w:pStyle w:val="SingleTxtG"/>
        <w:ind w:left="2835" w:hanging="567"/>
      </w:pPr>
      <w:r w:rsidRPr="00702586">
        <w:lastRenderedPageBreak/>
        <w:t>e)</w:t>
      </w:r>
      <w:r w:rsidRPr="00702586">
        <w:tab/>
      </w:r>
      <w:r>
        <w:t>Dans le cas de</w:t>
      </w:r>
      <w:r w:rsidRPr="00702586">
        <w:t xml:space="preserve"> modules à diodes électroluminescentes (DEL), également l</w:t>
      </w:r>
      <w:r w:rsidR="003D2091">
        <w:t>’</w:t>
      </w:r>
      <w:r w:rsidRPr="00702586">
        <w:t>emplacement réservé aux codes d</w:t>
      </w:r>
      <w:r w:rsidR="003D2091">
        <w:t>’</w:t>
      </w:r>
      <w:r w:rsidRPr="00702586">
        <w:t>identification propres à ces modules ;</w:t>
      </w:r>
    </w:p>
    <w:p w14:paraId="5FDD9DC9" w14:textId="10624396" w:rsidR="00C82E24" w:rsidRPr="00702586" w:rsidRDefault="00C82E24" w:rsidP="00C82E24">
      <w:pPr>
        <w:pStyle w:val="SingleTxtG"/>
        <w:ind w:left="2835" w:hanging="567"/>
      </w:pPr>
      <w:r w:rsidRPr="00702586">
        <w:t>f)</w:t>
      </w:r>
      <w:r w:rsidRPr="00702586">
        <w:tab/>
        <w:t>Dans le cas d</w:t>
      </w:r>
      <w:r w:rsidR="003D2091">
        <w:t>’</w:t>
      </w:r>
      <w:r w:rsidRPr="00702586">
        <w:t>un système de feux interdépendants, le feu interdépendant ou la combinaison de feux interdépendants</w:t>
      </w:r>
      <w:r>
        <w:t xml:space="preserve"> qui satisfont aux prescriptions pertinentes</w:t>
      </w:r>
      <w:r w:rsidRPr="00702586">
        <w:t>.</w:t>
      </w:r>
    </w:p>
    <w:p w14:paraId="53FB2107" w14:textId="5C36CED7" w:rsidR="00C82E24" w:rsidRPr="00702586" w:rsidRDefault="00C82E24" w:rsidP="00BB0531">
      <w:pPr>
        <w:pStyle w:val="SingleTxtG"/>
        <w:tabs>
          <w:tab w:val="clear" w:pos="1701"/>
        </w:tabs>
        <w:spacing w:before="120"/>
        <w:ind w:left="2268" w:hanging="1134"/>
        <w:rPr>
          <w:bCs/>
        </w:rPr>
      </w:pPr>
      <w:r w:rsidRPr="00702586">
        <w:rPr>
          <w:bCs/>
        </w:rPr>
        <w:t>3.1.2.2</w:t>
      </w:r>
      <w:r w:rsidRPr="00702586">
        <w:rPr>
          <w:bCs/>
        </w:rPr>
        <w:tab/>
        <w:t>D</w:t>
      </w:r>
      <w:r w:rsidR="003D2091">
        <w:rPr>
          <w:bCs/>
        </w:rPr>
        <w:t>’</w:t>
      </w:r>
      <w:r w:rsidRPr="00702586">
        <w:rPr>
          <w:bCs/>
        </w:rPr>
        <w:t>une courte description technique indiquant notamment, à l</w:t>
      </w:r>
      <w:r w:rsidR="003D2091">
        <w:rPr>
          <w:bCs/>
        </w:rPr>
        <w:t>’</w:t>
      </w:r>
      <w:r w:rsidRPr="00702586">
        <w:rPr>
          <w:bCs/>
        </w:rPr>
        <w:t>exception des feux équipés de sources lumineuses non remplaçables :</w:t>
      </w:r>
    </w:p>
    <w:p w14:paraId="642EF0CB" w14:textId="3B5373A7" w:rsidR="00C82E24" w:rsidRPr="004057F2" w:rsidRDefault="00C82E24" w:rsidP="00C82E24">
      <w:pPr>
        <w:pStyle w:val="SingleTxtG"/>
        <w:ind w:left="2835" w:hanging="567"/>
      </w:pPr>
      <w:r w:rsidRPr="00702586">
        <w:rPr>
          <w:bCs/>
        </w:rPr>
        <w:t>a)</w:t>
      </w:r>
      <w:r w:rsidRPr="00702586">
        <w:rPr>
          <w:bCs/>
        </w:rPr>
        <w:tab/>
        <w:t>La ou les catégories des sources lumineuses à incandescence prescrites ; cette catégorie doit être l</w:t>
      </w:r>
      <w:r w:rsidR="003D2091">
        <w:rPr>
          <w:bCs/>
        </w:rPr>
        <w:t>’</w:t>
      </w:r>
      <w:r w:rsidRPr="00702586">
        <w:rPr>
          <w:bCs/>
        </w:rPr>
        <w:t>une de celles visées dans le Règlement n</w:t>
      </w:r>
      <w:r w:rsidRPr="00702586">
        <w:rPr>
          <w:bCs/>
          <w:vertAlign w:val="superscript"/>
        </w:rPr>
        <w:t>o</w:t>
      </w:r>
      <w:r w:rsidRPr="00702586">
        <w:rPr>
          <w:bCs/>
        </w:rPr>
        <w:t> 37</w:t>
      </w:r>
      <w:r>
        <w:rPr>
          <w:bCs/>
        </w:rPr>
        <w:t> </w:t>
      </w:r>
      <w:r w:rsidRPr="00702586">
        <w:rPr>
          <w:bCs/>
        </w:rPr>
        <w:t>;</w:t>
      </w:r>
    </w:p>
    <w:p w14:paraId="77D8811F" w14:textId="15F9279B" w:rsidR="00C82E24" w:rsidRPr="004057F2" w:rsidRDefault="00C82E24" w:rsidP="00C82E24">
      <w:pPr>
        <w:pStyle w:val="SingleTxtG"/>
        <w:ind w:left="2835" w:hanging="567"/>
      </w:pPr>
      <w:r w:rsidRPr="004057F2">
        <w:t>b)</w:t>
      </w:r>
      <w:r w:rsidRPr="004057F2">
        <w:tab/>
        <w:t>La ou les catégories des sources lumineuses à DEL prescrites ; cette catégorie doit être l</w:t>
      </w:r>
      <w:r w:rsidR="003D2091">
        <w:t>’</w:t>
      </w:r>
      <w:r w:rsidRPr="004057F2">
        <w:t>une de cel</w:t>
      </w:r>
      <w:r>
        <w:t xml:space="preserve">les visées dans le Règlement </w:t>
      </w:r>
      <w:r>
        <w:rPr>
          <w:rFonts w:eastAsia="MS Mincho"/>
        </w:rPr>
        <w:t>n</w:t>
      </w:r>
      <w:r>
        <w:rPr>
          <w:rFonts w:eastAsia="MS Mincho"/>
          <w:vertAlign w:val="superscript"/>
        </w:rPr>
        <w:t>o</w:t>
      </w:r>
      <w:r>
        <w:t> </w:t>
      </w:r>
      <w:r w:rsidRPr="004057F2">
        <w:t>128 ;</w:t>
      </w:r>
    </w:p>
    <w:p w14:paraId="47DE793F" w14:textId="64936E91" w:rsidR="00C82E24" w:rsidRPr="004057F2" w:rsidRDefault="00C82E24" w:rsidP="00C82E24">
      <w:pPr>
        <w:pStyle w:val="SingleTxtG"/>
        <w:ind w:left="2835" w:hanging="567"/>
      </w:pPr>
      <w:r w:rsidRPr="004057F2">
        <w:t>c)</w:t>
      </w:r>
      <w:r w:rsidRPr="004057F2">
        <w:tab/>
        <w:t>Le code d</w:t>
      </w:r>
      <w:r w:rsidR="003D2091">
        <w:t>’</w:t>
      </w:r>
      <w:r w:rsidRPr="004057F2">
        <w:t>identification propre au module d</w:t>
      </w:r>
      <w:r w:rsidR="003D2091">
        <w:t>’</w:t>
      </w:r>
      <w:r w:rsidRPr="004057F2">
        <w:t>éclairage ;</w:t>
      </w:r>
    </w:p>
    <w:p w14:paraId="3CDE50CF" w14:textId="5F91F321" w:rsidR="00C82E24" w:rsidRPr="00702586" w:rsidRDefault="00C82E24" w:rsidP="00C82E24">
      <w:pPr>
        <w:pStyle w:val="SingleTxtG"/>
        <w:ind w:left="2835" w:hanging="567"/>
        <w:rPr>
          <w:bCs/>
        </w:rPr>
      </w:pPr>
      <w:r w:rsidRPr="004057F2">
        <w:t>d)</w:t>
      </w:r>
      <w:r w:rsidRPr="004057F2">
        <w:tab/>
        <w:t>Dans le cas d</w:t>
      </w:r>
      <w:r w:rsidR="003D2091">
        <w:t>’</w:t>
      </w:r>
      <w:r w:rsidRPr="004057F2">
        <w:t xml:space="preserve">un </w:t>
      </w:r>
      <w:r>
        <w:t>feu stop</w:t>
      </w:r>
      <w:r w:rsidRPr="004057F2">
        <w:t xml:space="preserve"> des</w:t>
      </w:r>
      <w:r w:rsidRPr="00702586">
        <w:rPr>
          <w:bCs/>
        </w:rPr>
        <w:t xml:space="preserve"> catégories S3 ou S4, destiné à être </w:t>
      </w:r>
      <w:r w:rsidRPr="00F51AA5">
        <w:t>monté</w:t>
      </w:r>
      <w:r w:rsidRPr="00702586">
        <w:rPr>
          <w:bCs/>
        </w:rPr>
        <w:t xml:space="preserve"> à l</w:t>
      </w:r>
      <w:r w:rsidR="003D2091">
        <w:rPr>
          <w:bCs/>
        </w:rPr>
        <w:t>’</w:t>
      </w:r>
      <w:r w:rsidRPr="00702586">
        <w:rPr>
          <w:bCs/>
        </w:rPr>
        <w:t>intérieur du véhicule, sont spécifiées, dans la description technique, les propriétés optiques (transmission, couleur, inclinaison, etc.) de la ou des vitres arrière.</w:t>
      </w:r>
    </w:p>
    <w:p w14:paraId="37CEF6C2" w14:textId="45B165EF" w:rsidR="00C82E24" w:rsidRPr="00702586" w:rsidRDefault="00C82E24" w:rsidP="00BB0531">
      <w:pPr>
        <w:pStyle w:val="SingleTxtG"/>
        <w:tabs>
          <w:tab w:val="clear" w:pos="1701"/>
        </w:tabs>
        <w:spacing w:before="120"/>
        <w:ind w:left="2268" w:hanging="1134"/>
        <w:rPr>
          <w:bCs/>
        </w:rPr>
      </w:pPr>
      <w:r w:rsidRPr="00702586">
        <w:rPr>
          <w:bCs/>
        </w:rPr>
        <w:t>3.1.2.3</w:t>
      </w:r>
      <w:r w:rsidRPr="00702586">
        <w:rPr>
          <w:bCs/>
        </w:rPr>
        <w:tab/>
        <w:t>Lorsqu</w:t>
      </w:r>
      <w:r w:rsidR="003D2091">
        <w:rPr>
          <w:bCs/>
        </w:rPr>
        <w:t>’</w:t>
      </w:r>
      <w:r w:rsidRPr="00702586">
        <w:rPr>
          <w:bCs/>
        </w:rPr>
        <w:t>il s</w:t>
      </w:r>
      <w:r w:rsidR="003D2091">
        <w:rPr>
          <w:bCs/>
        </w:rPr>
        <w:t>’</w:t>
      </w:r>
      <w:r w:rsidRPr="00702586">
        <w:rPr>
          <w:bCs/>
        </w:rPr>
        <w:t>agit d</w:t>
      </w:r>
      <w:r w:rsidR="003D2091">
        <w:rPr>
          <w:bCs/>
        </w:rPr>
        <w:t>’</w:t>
      </w:r>
      <w:r w:rsidRPr="00702586">
        <w:rPr>
          <w:bCs/>
        </w:rPr>
        <w:t>un type de dispositif ne différant d</w:t>
      </w:r>
      <w:r w:rsidR="003D2091">
        <w:rPr>
          <w:bCs/>
        </w:rPr>
        <w:t>’</w:t>
      </w:r>
      <w:r w:rsidRPr="00702586">
        <w:rPr>
          <w:bCs/>
        </w:rPr>
        <w:t xml:space="preserve">un type déjà homologué que par la </w:t>
      </w:r>
      <w:r w:rsidRPr="00BB0531">
        <w:t>marque</w:t>
      </w:r>
      <w:r w:rsidRPr="00702586">
        <w:rPr>
          <w:bCs/>
        </w:rPr>
        <w:t xml:space="preserve"> de fabrique ou de commerce, il suffit toutefois de joindre à la demande :</w:t>
      </w:r>
    </w:p>
    <w:p w14:paraId="19DD36FD" w14:textId="3F1783DF" w:rsidR="00C82E24" w:rsidRPr="00702586" w:rsidRDefault="00C82E24" w:rsidP="00BB0531">
      <w:pPr>
        <w:pStyle w:val="SingleTxtG"/>
        <w:tabs>
          <w:tab w:val="clear" w:pos="1701"/>
        </w:tabs>
        <w:spacing w:before="120"/>
        <w:ind w:left="2268" w:hanging="1134"/>
        <w:rPr>
          <w:bCs/>
        </w:rPr>
      </w:pPr>
      <w:r w:rsidRPr="00702586">
        <w:rPr>
          <w:bCs/>
        </w:rPr>
        <w:t>3.1.2.3.1</w:t>
      </w:r>
      <w:r w:rsidRPr="00702586">
        <w:rPr>
          <w:bCs/>
        </w:rPr>
        <w:tab/>
      </w:r>
      <w:r w:rsidRPr="00702586">
        <w:t xml:space="preserve">Une déclaration du fabricant du feu précisant que le type soumis est identique (sauf quant à la marque de fabrique ou de commerce) </w:t>
      </w:r>
      <w:r>
        <w:t>au</w:t>
      </w:r>
      <w:r w:rsidRPr="00702586">
        <w:t xml:space="preserve"> type déjà homologué, identifié par son code d</w:t>
      </w:r>
      <w:r w:rsidR="003D2091">
        <w:t>’</w:t>
      </w:r>
      <w:r w:rsidRPr="00702586">
        <w:t>homologation</w:t>
      </w:r>
      <w:r>
        <w:t xml:space="preserve">, et </w:t>
      </w:r>
      <w:r w:rsidRPr="00D93A5F">
        <w:t>provient du même fabricant</w:t>
      </w:r>
      <w:r w:rsidRPr="00702586">
        <w:t> </w:t>
      </w:r>
      <w:r w:rsidRPr="00702586">
        <w:rPr>
          <w:bCs/>
        </w:rPr>
        <w:t>;</w:t>
      </w:r>
    </w:p>
    <w:p w14:paraId="56933876" w14:textId="77777777" w:rsidR="00C82E24" w:rsidRPr="00702586" w:rsidRDefault="00C82E24" w:rsidP="00BB0531">
      <w:pPr>
        <w:pStyle w:val="SingleTxtG"/>
        <w:tabs>
          <w:tab w:val="clear" w:pos="1701"/>
        </w:tabs>
        <w:spacing w:before="120"/>
        <w:ind w:left="2268" w:hanging="1134"/>
        <w:rPr>
          <w:bCs/>
        </w:rPr>
      </w:pPr>
      <w:r w:rsidRPr="00702586">
        <w:rPr>
          <w:bCs/>
        </w:rPr>
        <w:t>3.1.2.3.2</w:t>
      </w:r>
      <w:r w:rsidRPr="00702586">
        <w:rPr>
          <w:bCs/>
        </w:rPr>
        <w:tab/>
      </w:r>
      <w:r w:rsidRPr="00702586">
        <w:t>Deux échantillons portant la nouvelle marque de fabrique ou de commerce ou des documents équivalents</w:t>
      </w:r>
      <w:r w:rsidRPr="00702586">
        <w:rPr>
          <w:bCs/>
        </w:rPr>
        <w:t>.</w:t>
      </w:r>
    </w:p>
    <w:p w14:paraId="68E9FBAE" w14:textId="754190D9" w:rsidR="00C82E24" w:rsidRPr="00702586" w:rsidRDefault="00C82E24" w:rsidP="00BB0531">
      <w:pPr>
        <w:pStyle w:val="SingleTxtG"/>
        <w:tabs>
          <w:tab w:val="clear" w:pos="1701"/>
        </w:tabs>
        <w:spacing w:before="120"/>
        <w:ind w:left="2268" w:hanging="1134"/>
        <w:rPr>
          <w:bCs/>
        </w:rPr>
      </w:pPr>
      <w:r w:rsidRPr="00702586">
        <w:rPr>
          <w:bCs/>
        </w:rPr>
        <w:t>3.1.2.4</w:t>
      </w:r>
      <w:r w:rsidRPr="00702586">
        <w:rPr>
          <w:bCs/>
        </w:rPr>
        <w:tab/>
        <w:t xml:space="preserve">Dans le cas </w:t>
      </w:r>
      <w:r w:rsidRPr="00BB0531">
        <w:t>d</w:t>
      </w:r>
      <w:r w:rsidR="003D2091">
        <w:t>’</w:t>
      </w:r>
      <w:r w:rsidRPr="00BB0531">
        <w:t>un</w:t>
      </w:r>
      <w:r w:rsidRPr="00702586">
        <w:rPr>
          <w:bCs/>
        </w:rPr>
        <w:t xml:space="preserve"> feu à intensité variable, d</w:t>
      </w:r>
      <w:r w:rsidR="003D2091">
        <w:rPr>
          <w:bCs/>
        </w:rPr>
        <w:t>’</w:t>
      </w:r>
      <w:r w:rsidRPr="00702586">
        <w:rPr>
          <w:bCs/>
        </w:rPr>
        <w:t>une courte description du régulateur d</w:t>
      </w:r>
      <w:r w:rsidR="003D2091">
        <w:rPr>
          <w:bCs/>
        </w:rPr>
        <w:t>’</w:t>
      </w:r>
      <w:r w:rsidRPr="00702586">
        <w:rPr>
          <w:bCs/>
        </w:rPr>
        <w:t>intensité, et d</w:t>
      </w:r>
      <w:r w:rsidR="003D2091">
        <w:rPr>
          <w:bCs/>
        </w:rPr>
        <w:t>’</w:t>
      </w:r>
      <w:r w:rsidRPr="00702586">
        <w:rPr>
          <w:bCs/>
        </w:rPr>
        <w:t>un schéma ainsi que d</w:t>
      </w:r>
      <w:r w:rsidR="003D2091">
        <w:rPr>
          <w:bCs/>
        </w:rPr>
        <w:t>’</w:t>
      </w:r>
      <w:r w:rsidRPr="00702586">
        <w:rPr>
          <w:bCs/>
        </w:rPr>
        <w:t xml:space="preserve">un descriptif des caractéristiques du système </w:t>
      </w:r>
      <w:r>
        <w:rPr>
          <w:bCs/>
        </w:rPr>
        <w:t>produisant</w:t>
      </w:r>
      <w:r w:rsidRPr="00702586">
        <w:rPr>
          <w:bCs/>
        </w:rPr>
        <w:t xml:space="preserve"> les deux niveaux d</w:t>
      </w:r>
      <w:r w:rsidR="003D2091">
        <w:rPr>
          <w:bCs/>
        </w:rPr>
        <w:t>’</w:t>
      </w:r>
      <w:r>
        <w:rPr>
          <w:bCs/>
        </w:rPr>
        <w:t>intensité.</w:t>
      </w:r>
    </w:p>
    <w:p w14:paraId="736922DE" w14:textId="5EAED6B6" w:rsidR="00C82E24" w:rsidRPr="00702586" w:rsidRDefault="00C82E24" w:rsidP="00BB0531">
      <w:pPr>
        <w:pStyle w:val="SingleTxtG"/>
        <w:tabs>
          <w:tab w:val="clear" w:pos="1701"/>
        </w:tabs>
        <w:spacing w:before="120"/>
        <w:ind w:left="2268" w:hanging="1134"/>
        <w:rPr>
          <w:bCs/>
        </w:rPr>
      </w:pPr>
      <w:r w:rsidRPr="00702586">
        <w:rPr>
          <w:bCs/>
        </w:rPr>
        <w:t>3.1.2.5</w:t>
      </w:r>
      <w:r w:rsidRPr="00702586">
        <w:rPr>
          <w:bCs/>
        </w:rPr>
        <w:tab/>
        <w:t xml:space="preserve">Le cas échéant, </w:t>
      </w:r>
      <w:r>
        <w:rPr>
          <w:bCs/>
        </w:rPr>
        <w:t xml:space="preserve">pour </w:t>
      </w:r>
      <w:r w:rsidRPr="00702586">
        <w:rPr>
          <w:bCs/>
        </w:rPr>
        <w:t>une source lumineuse à incandescence non remplaçable ou un module d</w:t>
      </w:r>
      <w:r w:rsidR="003D2091">
        <w:rPr>
          <w:bCs/>
        </w:rPr>
        <w:t>’</w:t>
      </w:r>
      <w:r w:rsidRPr="00702586">
        <w:rPr>
          <w:bCs/>
        </w:rPr>
        <w:t>éclairage équipé d</w:t>
      </w:r>
      <w:r w:rsidR="003D2091">
        <w:rPr>
          <w:bCs/>
        </w:rPr>
        <w:t>’</w:t>
      </w:r>
      <w:r w:rsidRPr="00702586">
        <w:rPr>
          <w:bCs/>
        </w:rPr>
        <w:t xml:space="preserve">une ou de plusieurs sources lumineuses à </w:t>
      </w:r>
      <w:r w:rsidRPr="00BB0531">
        <w:t>incandescence</w:t>
      </w:r>
      <w:r w:rsidRPr="00702586">
        <w:rPr>
          <w:bCs/>
        </w:rPr>
        <w:t xml:space="preserve"> non remplaçables, des documents </w:t>
      </w:r>
      <w:r>
        <w:rPr>
          <w:bCs/>
        </w:rPr>
        <w:t>mentionnés au paragraphe 3.5.3.</w:t>
      </w:r>
    </w:p>
    <w:p w14:paraId="236B84A1" w14:textId="0B6B21FB" w:rsidR="00C82E24" w:rsidRPr="00702586" w:rsidRDefault="00C82E24" w:rsidP="00BB0531">
      <w:pPr>
        <w:pStyle w:val="SingleTxtG"/>
        <w:tabs>
          <w:tab w:val="clear" w:pos="1701"/>
        </w:tabs>
        <w:spacing w:before="120"/>
        <w:ind w:left="2268" w:hanging="1134"/>
        <w:rPr>
          <w:bCs/>
        </w:rPr>
      </w:pPr>
      <w:r w:rsidRPr="00702586">
        <w:rPr>
          <w:bCs/>
        </w:rPr>
        <w:t>3.1.2.6</w:t>
      </w:r>
      <w:r w:rsidRPr="00702586">
        <w:rPr>
          <w:bCs/>
        </w:rPr>
        <w:tab/>
        <w:t>À la discrétion du demandeur, la description peut préciser si le feu peut être installé sur le véhicule avec différentes inclinaisons de l</w:t>
      </w:r>
      <w:r w:rsidR="003D2091">
        <w:rPr>
          <w:bCs/>
        </w:rPr>
        <w:t>’</w:t>
      </w:r>
      <w:r w:rsidRPr="00702586">
        <w:rPr>
          <w:bCs/>
        </w:rPr>
        <w:t xml:space="preserve">axe de référence par rapport aux </w:t>
      </w:r>
      <w:r w:rsidRPr="00BB0531">
        <w:t>plans</w:t>
      </w:r>
      <w:r w:rsidRPr="00702586">
        <w:rPr>
          <w:bCs/>
        </w:rPr>
        <w:t xml:space="preserve"> de référence du véhicule et par rapport au sol, ou tourner autour de son axe de référence ; ces différentes conditions d</w:t>
      </w:r>
      <w:r w:rsidR="003D2091">
        <w:rPr>
          <w:bCs/>
        </w:rPr>
        <w:t>’</w:t>
      </w:r>
      <w:r w:rsidRPr="00702586">
        <w:rPr>
          <w:bCs/>
        </w:rPr>
        <w:t>installation doivent être spécifiées dans la fiche de communication.</w:t>
      </w:r>
    </w:p>
    <w:p w14:paraId="6ECBD034" w14:textId="77777777" w:rsidR="00C82E24" w:rsidRPr="00702586" w:rsidRDefault="00C82E24" w:rsidP="00BB0531">
      <w:pPr>
        <w:pStyle w:val="SingleTxtG"/>
        <w:tabs>
          <w:tab w:val="clear" w:pos="1701"/>
        </w:tabs>
        <w:spacing w:before="120"/>
        <w:ind w:left="2268" w:hanging="1134"/>
        <w:rPr>
          <w:bCs/>
        </w:rPr>
      </w:pPr>
      <w:r w:rsidRPr="00702586">
        <w:rPr>
          <w:bCs/>
        </w:rPr>
        <w:t>3.1.2.7</w:t>
      </w:r>
      <w:r w:rsidRPr="00702586">
        <w:rPr>
          <w:bCs/>
        </w:rPr>
        <w:tab/>
        <w:t xml:space="preserve">Sauf indication </w:t>
      </w:r>
      <w:r w:rsidRPr="00BB0531">
        <w:t>contraire</w:t>
      </w:r>
      <w:r w:rsidRPr="00702586">
        <w:rPr>
          <w:bCs/>
        </w:rPr>
        <w:t xml:space="preserve"> concernant le feu concerné, des échantillons suivants :</w:t>
      </w:r>
    </w:p>
    <w:p w14:paraId="1BFF522E" w14:textId="77777777" w:rsidR="00C82E24" w:rsidRPr="00702586" w:rsidRDefault="00C82E24" w:rsidP="00C82E24">
      <w:pPr>
        <w:pStyle w:val="SingleTxtG"/>
        <w:ind w:left="2835" w:hanging="567"/>
      </w:pPr>
      <w:r w:rsidRPr="00702586">
        <w:t>a)</w:t>
      </w:r>
      <w:r w:rsidRPr="00702586">
        <w:tab/>
        <w:t>De</w:t>
      </w:r>
      <w:r>
        <w:t>ux échantillons complets du feu</w:t>
      </w:r>
    </w:p>
    <w:p w14:paraId="2D0068C8" w14:textId="2079AD12" w:rsidR="00C82E24" w:rsidRPr="00702586" w:rsidRDefault="00C82E24" w:rsidP="00C82E24">
      <w:pPr>
        <w:pStyle w:val="SingleTxtG"/>
        <w:ind w:left="2835"/>
      </w:pPr>
      <w:r w:rsidRPr="00702586">
        <w:t>Si la demande d</w:t>
      </w:r>
      <w:r w:rsidR="003D2091">
        <w:t>’</w:t>
      </w:r>
      <w:r w:rsidRPr="00702586">
        <w:t xml:space="preserve">homologation porte sur des feux qui ne sont pas identiques, mais symétriques et conçus de façon à être montés respectivement sur le côté droit </w:t>
      </w:r>
      <w:r>
        <w:t>et</w:t>
      </w:r>
      <w:r w:rsidRPr="00702586">
        <w:t xml:space="preserve"> le côté gauche du véhicule, les deux échantillons présentés peuvent être identiques et ne convenir que soit pour la partie droite, soit pour la partie gauche du véhicule ;</w:t>
      </w:r>
    </w:p>
    <w:p w14:paraId="03C091BC" w14:textId="22A07062" w:rsidR="00C82E24" w:rsidRPr="00702586" w:rsidRDefault="00C82E24" w:rsidP="00C82E24">
      <w:pPr>
        <w:pStyle w:val="SingleTxtG"/>
        <w:ind w:left="2835" w:hanging="567"/>
      </w:pPr>
      <w:r w:rsidRPr="00702586">
        <w:t>b)</w:t>
      </w:r>
      <w:r w:rsidRPr="00702586">
        <w:tab/>
        <w:t>Pour un feu à intensité variable, un échantillon du régulateur d</w:t>
      </w:r>
      <w:r w:rsidR="003D2091">
        <w:t>’</w:t>
      </w:r>
      <w:r w:rsidRPr="00702586">
        <w:t xml:space="preserve">intensité ou un générateur produisant un ou </w:t>
      </w:r>
      <w:r>
        <w:t>plusieurs</w:t>
      </w:r>
      <w:r w:rsidRPr="00702586">
        <w:t xml:space="preserve"> signaux analogues.</w:t>
      </w:r>
    </w:p>
    <w:p w14:paraId="0DA37AF1" w14:textId="0DDCED7D" w:rsidR="00C82E24" w:rsidRPr="00702586" w:rsidRDefault="00C82E24" w:rsidP="00BB0531">
      <w:pPr>
        <w:pStyle w:val="SingleTxtG"/>
        <w:tabs>
          <w:tab w:val="clear" w:pos="1701"/>
        </w:tabs>
        <w:spacing w:before="120"/>
        <w:ind w:left="2268" w:hanging="1134"/>
        <w:rPr>
          <w:bCs/>
        </w:rPr>
      </w:pPr>
      <w:r w:rsidRPr="00702586">
        <w:rPr>
          <w:bCs/>
        </w:rPr>
        <w:t>3.1.2.8</w:t>
      </w:r>
      <w:r w:rsidRPr="00702586">
        <w:rPr>
          <w:bCs/>
        </w:rPr>
        <w:tab/>
        <w:t>Dans le cas d</w:t>
      </w:r>
      <w:r w:rsidR="003D2091">
        <w:rPr>
          <w:bCs/>
        </w:rPr>
        <w:t>’</w:t>
      </w:r>
      <w:r w:rsidRPr="00702586">
        <w:rPr>
          <w:bCs/>
        </w:rPr>
        <w:t>un feu</w:t>
      </w:r>
      <w:r>
        <w:rPr>
          <w:bCs/>
        </w:rPr>
        <w:t xml:space="preserve"> </w:t>
      </w:r>
      <w:r w:rsidRPr="00702586">
        <w:rPr>
          <w:bCs/>
        </w:rPr>
        <w:t>stop des catégories S3 ou S4 destiné à être monté à l</w:t>
      </w:r>
      <w:r w:rsidR="003D2091">
        <w:rPr>
          <w:bCs/>
        </w:rPr>
        <w:t>’</w:t>
      </w:r>
      <w:r w:rsidRPr="00702586">
        <w:rPr>
          <w:bCs/>
        </w:rPr>
        <w:t>intérieur du véhicule, d</w:t>
      </w:r>
      <w:r w:rsidR="003D2091">
        <w:rPr>
          <w:bCs/>
        </w:rPr>
        <w:t>’</w:t>
      </w:r>
      <w:r w:rsidRPr="00702586">
        <w:rPr>
          <w:bCs/>
        </w:rPr>
        <w:t>un échantillon de vitre ou de plusieurs échantillons (s</w:t>
      </w:r>
      <w:r w:rsidR="003D2091">
        <w:rPr>
          <w:bCs/>
        </w:rPr>
        <w:t>’</w:t>
      </w:r>
      <w:r w:rsidRPr="00702586">
        <w:rPr>
          <w:bCs/>
        </w:rPr>
        <w:t>il existe plusieurs possibilités) dotés de propriétés optiques équivalentes à celles des vitres arrière montées sur le véhicule.</w:t>
      </w:r>
    </w:p>
    <w:p w14:paraId="53B03861" w14:textId="3F8ACC9C" w:rsidR="00C82E24" w:rsidRPr="00702586" w:rsidRDefault="00C82E24" w:rsidP="00BB0531">
      <w:pPr>
        <w:pStyle w:val="SingleTxtG"/>
        <w:tabs>
          <w:tab w:val="clear" w:pos="1701"/>
        </w:tabs>
        <w:spacing w:before="120"/>
        <w:ind w:left="2268" w:hanging="1134"/>
      </w:pPr>
      <w:r w:rsidRPr="00702586">
        <w:lastRenderedPageBreak/>
        <w:t>3.2</w:t>
      </w:r>
      <w:r w:rsidRPr="00702586">
        <w:tab/>
        <w:t>Homologation</w:t>
      </w:r>
    </w:p>
    <w:p w14:paraId="2A6FD05C" w14:textId="6F55DDA6" w:rsidR="00C82E24" w:rsidRPr="00702586" w:rsidRDefault="00C82E24" w:rsidP="00BB0531">
      <w:pPr>
        <w:pStyle w:val="SingleTxtG"/>
        <w:tabs>
          <w:tab w:val="clear" w:pos="1701"/>
        </w:tabs>
        <w:spacing w:before="120"/>
        <w:ind w:left="2268" w:hanging="1134"/>
      </w:pPr>
      <w:r w:rsidRPr="00702586">
        <w:t>3.2.1</w:t>
      </w:r>
      <w:r w:rsidRPr="00702586">
        <w:tab/>
        <w:t>Tous les feux énumérés au paragraphe 1 font l</w:t>
      </w:r>
      <w:r w:rsidR="003D2091">
        <w:t>’</w:t>
      </w:r>
      <w:r w:rsidRPr="00702586">
        <w:t>objet d</w:t>
      </w:r>
      <w:r w:rsidR="003D2091">
        <w:t>’</w:t>
      </w:r>
      <w:r w:rsidRPr="00702586">
        <w:t>une homologation distincte.</w:t>
      </w:r>
    </w:p>
    <w:p w14:paraId="1E991B36" w14:textId="1EB64643" w:rsidR="00C82E24" w:rsidRPr="00702586" w:rsidRDefault="00C82E24" w:rsidP="00BB0531">
      <w:pPr>
        <w:pStyle w:val="SingleTxtG"/>
        <w:tabs>
          <w:tab w:val="clear" w:pos="1701"/>
        </w:tabs>
        <w:spacing w:before="120"/>
        <w:ind w:left="2268" w:hanging="1134"/>
      </w:pPr>
      <w:r w:rsidRPr="00702586">
        <w:t>3.2.2</w:t>
      </w:r>
      <w:r w:rsidRPr="00702586">
        <w:tab/>
        <w:t xml:space="preserve">Lorsque deux ou plusieurs feux </w:t>
      </w:r>
      <w:r>
        <w:t>f</w:t>
      </w:r>
      <w:r w:rsidRPr="00702586">
        <w:t xml:space="preserve">ont partie du même ensemble de feux groupés, combinés ou </w:t>
      </w:r>
      <w:r>
        <w:t xml:space="preserve">mutuellement </w:t>
      </w:r>
      <w:r w:rsidRPr="00702586">
        <w:t>incorporés, l</w:t>
      </w:r>
      <w:r w:rsidR="003D2091">
        <w:t>’</w:t>
      </w:r>
      <w:r w:rsidRPr="00702586">
        <w:t>homologation ne pourra être accordée que si chacun de ces feux satisfait aux prescriptions du présent Règlement ou d</w:t>
      </w:r>
      <w:r w:rsidR="003D2091">
        <w:t>’</w:t>
      </w:r>
      <w:r w:rsidRPr="00702586">
        <w:t>un autre Règlement. Les feux qui ne satisfont aux dispositions d</w:t>
      </w:r>
      <w:r w:rsidR="003D2091">
        <w:t>’</w:t>
      </w:r>
      <w:r w:rsidRPr="00702586">
        <w:t>aucun de</w:t>
      </w:r>
      <w:r>
        <w:t>sdits</w:t>
      </w:r>
      <w:r w:rsidRPr="00702586">
        <w:t xml:space="preserve"> Règlements ne doivent pas faire partie de cet ensemble de feux groupés, combinés ou </w:t>
      </w:r>
      <w:r>
        <w:t xml:space="preserve">mutuellement </w:t>
      </w:r>
      <w:r w:rsidRPr="00702586">
        <w:t>incorporés.</w:t>
      </w:r>
    </w:p>
    <w:p w14:paraId="72B5AC86" w14:textId="5DD78E66" w:rsidR="00C82E24" w:rsidRPr="00702586" w:rsidRDefault="00C82E24" w:rsidP="00BB0531">
      <w:pPr>
        <w:pStyle w:val="SingleTxtG"/>
        <w:tabs>
          <w:tab w:val="clear" w:pos="1701"/>
        </w:tabs>
        <w:spacing w:before="120"/>
        <w:ind w:left="2268" w:hanging="1134"/>
      </w:pPr>
      <w:r w:rsidRPr="00702586">
        <w:t>3.2.3</w:t>
      </w:r>
      <w:r w:rsidRPr="00702586">
        <w:tab/>
        <w:t>Si le type du ou des feux présentés à l</w:t>
      </w:r>
      <w:r w:rsidR="003D2091">
        <w:t>’</w:t>
      </w:r>
      <w:r w:rsidRPr="00702586">
        <w:t>homologation en application du paragraphe 3.1 satisfait aux prescriptions du présent Règlement, l</w:t>
      </w:r>
      <w:r w:rsidR="003D2091">
        <w:t>’</w:t>
      </w:r>
      <w:r w:rsidRPr="00702586">
        <w:t>homologation est accordée. Tous les dispositifs d</w:t>
      </w:r>
      <w:r w:rsidR="003D2091">
        <w:t>’</w:t>
      </w:r>
      <w:r w:rsidRPr="00702586">
        <w:t xml:space="preserve">un système de feux interdépendants doivent être </w:t>
      </w:r>
      <w:r>
        <w:t>présentés</w:t>
      </w:r>
      <w:r w:rsidRPr="00702586">
        <w:t xml:space="preserve"> à l</w:t>
      </w:r>
      <w:r w:rsidR="003D2091">
        <w:t>’</w:t>
      </w:r>
      <w:r w:rsidRPr="00702586">
        <w:t>homologation de type par un seul et même demandeur.</w:t>
      </w:r>
    </w:p>
    <w:p w14:paraId="3EA87C94" w14:textId="4CE447C6" w:rsidR="00C82E24" w:rsidRPr="00702586" w:rsidRDefault="00C82E24" w:rsidP="00BB0531">
      <w:pPr>
        <w:pStyle w:val="SingleTxtG"/>
        <w:tabs>
          <w:tab w:val="clear" w:pos="1701"/>
        </w:tabs>
        <w:spacing w:before="120"/>
        <w:ind w:left="2268" w:hanging="1134"/>
      </w:pPr>
      <w:r w:rsidRPr="00702586">
        <w:t>3.2.3.1</w:t>
      </w:r>
      <w:r w:rsidRPr="00702586">
        <w:tab/>
        <w:t>L</w:t>
      </w:r>
      <w:r w:rsidR="003D2091">
        <w:t>’</w:t>
      </w:r>
      <w:r w:rsidRPr="00702586">
        <w:t>homologation, l</w:t>
      </w:r>
      <w:r w:rsidR="003D2091">
        <w:t>’</w:t>
      </w:r>
      <w:r w:rsidRPr="00702586">
        <w:t>extension, le refus ou le retrait de l</w:t>
      </w:r>
      <w:r w:rsidR="003D2091">
        <w:t>’</w:t>
      </w:r>
      <w:r w:rsidRPr="00702586">
        <w:t>homologation ou l</w:t>
      </w:r>
      <w:r w:rsidR="003D2091">
        <w:t>’</w:t>
      </w:r>
      <w:r w:rsidRPr="00702586">
        <w:t>arrêt définitif de la production d</w:t>
      </w:r>
      <w:r w:rsidR="003D2091">
        <w:t>’</w:t>
      </w:r>
      <w:r w:rsidRPr="00702586">
        <w:t>un type de feu, en application du présent Règlement, est communiqué</w:t>
      </w:r>
      <w:r>
        <w:t>(e)</w:t>
      </w:r>
      <w:r w:rsidRPr="00702586">
        <w:t xml:space="preserve"> aux Parties à l</w:t>
      </w:r>
      <w:r w:rsidR="003D2091">
        <w:t>’</w:t>
      </w:r>
      <w:r w:rsidRPr="00702586">
        <w:t>Accord de 1958 appliquant le présent Règlement, au moyen d</w:t>
      </w:r>
      <w:r w:rsidR="003D2091">
        <w:t>’</w:t>
      </w:r>
      <w:r w:rsidRPr="00702586">
        <w:t>une fiche conforme au modèle visé à l</w:t>
      </w:r>
      <w:r w:rsidR="003D2091">
        <w:t>’</w:t>
      </w:r>
      <w:r w:rsidRPr="00702586">
        <w:t>annexe</w:t>
      </w:r>
      <w:r w:rsidR="00606E8C">
        <w:t> </w:t>
      </w:r>
      <w:r w:rsidRPr="00702586">
        <w:t>1 du</w:t>
      </w:r>
      <w:r>
        <w:t>dit Règlement.</w:t>
      </w:r>
    </w:p>
    <w:p w14:paraId="60C002D2" w14:textId="22F49D4B" w:rsidR="00C82E24" w:rsidRPr="00702586" w:rsidRDefault="00C82E24" w:rsidP="00BB0531">
      <w:pPr>
        <w:pStyle w:val="SingleTxtG"/>
        <w:tabs>
          <w:tab w:val="clear" w:pos="1701"/>
        </w:tabs>
        <w:spacing w:before="120"/>
        <w:ind w:left="2268" w:hanging="1134"/>
      </w:pPr>
      <w:r w:rsidRPr="00702586">
        <w:t>3.2.3.2</w:t>
      </w:r>
      <w:r w:rsidRPr="00702586">
        <w:tab/>
        <w:t>Un numéro d</w:t>
      </w:r>
      <w:r w:rsidR="003D2091">
        <w:t>’</w:t>
      </w:r>
      <w:r w:rsidRPr="00702586">
        <w:t xml:space="preserve">homologation est attribué à chaque type de feu homologué ; ce numéro est indiqué, pour chaque feu, dans la fiche de communication figurant </w:t>
      </w:r>
      <w:r>
        <w:t>à</w:t>
      </w:r>
      <w:r w:rsidRPr="00702586">
        <w:t xml:space="preserve"> l</w:t>
      </w:r>
      <w:r w:rsidR="003D2091">
        <w:t>’</w:t>
      </w:r>
      <w:r w:rsidRPr="00702586">
        <w:t>annexe 1.</w:t>
      </w:r>
    </w:p>
    <w:p w14:paraId="41390FF3" w14:textId="2D702002" w:rsidR="00C82E24" w:rsidRPr="00702586" w:rsidRDefault="00C82E24" w:rsidP="00C82E24">
      <w:pPr>
        <w:pStyle w:val="SingleTxtG"/>
        <w:ind w:left="2268"/>
      </w:pPr>
      <w:r w:rsidRPr="00702586">
        <w:t xml:space="preserve">Une Partie contractante peut attribuer </w:t>
      </w:r>
      <w:r>
        <w:t xml:space="preserve">un </w:t>
      </w:r>
      <w:r w:rsidRPr="00702586">
        <w:t>même numéro d</w:t>
      </w:r>
      <w:r w:rsidR="003D2091">
        <w:t>’</w:t>
      </w:r>
      <w:r w:rsidRPr="00702586">
        <w:t xml:space="preserve">homologation à des dispositifs </w:t>
      </w:r>
      <w:r>
        <w:t xml:space="preserve">ou à des systèmes </w:t>
      </w:r>
      <w:r w:rsidRPr="00702586">
        <w:t>de signalisation lumineuse comportant plusieurs feux</w:t>
      </w:r>
      <w:r>
        <w:t>,</w:t>
      </w:r>
      <w:r w:rsidRPr="00702586">
        <w:t xml:space="preserve"> </w:t>
      </w:r>
      <w:r>
        <w:t>mais ne peut</w:t>
      </w:r>
      <w:r w:rsidRPr="00702586">
        <w:t xml:space="preserve"> pas attribuer </w:t>
      </w:r>
      <w:r>
        <w:t>un</w:t>
      </w:r>
      <w:r w:rsidRPr="00702586">
        <w:t xml:space="preserve"> même numéro à </w:t>
      </w:r>
      <w:r>
        <w:t xml:space="preserve">deux </w:t>
      </w:r>
      <w:r w:rsidRPr="00935343">
        <w:t xml:space="preserve">feux de </w:t>
      </w:r>
      <w:r>
        <w:t xml:space="preserve">différents </w:t>
      </w:r>
      <w:r w:rsidRPr="00935343">
        <w:t xml:space="preserve">types </w:t>
      </w:r>
      <w:r w:rsidRPr="00702586">
        <w:t>remplissant la même fonction.</w:t>
      </w:r>
    </w:p>
    <w:p w14:paraId="4525B911" w14:textId="1018BE5F" w:rsidR="00C82E24" w:rsidRPr="00702586" w:rsidRDefault="00C82E24" w:rsidP="00BB0531">
      <w:pPr>
        <w:pStyle w:val="SingleTxtG"/>
        <w:tabs>
          <w:tab w:val="clear" w:pos="1701"/>
        </w:tabs>
        <w:spacing w:before="120"/>
        <w:ind w:left="2268" w:hanging="1134"/>
      </w:pPr>
      <w:r>
        <w:t>3.2.4</w:t>
      </w:r>
      <w:r>
        <w:tab/>
        <w:t>S</w:t>
      </w:r>
      <w:r w:rsidRPr="00D0509E">
        <w:t>ymboles</w:t>
      </w:r>
      <w:r w:rsidRPr="00702586">
        <w:t xml:space="preserve"> d</w:t>
      </w:r>
      <w:r w:rsidR="003D2091">
        <w:t>’</w:t>
      </w:r>
      <w:r w:rsidRPr="00702586">
        <w:t xml:space="preserve">identification </w:t>
      </w:r>
      <w:r>
        <w:t xml:space="preserve">du feu de signalisation (fonction) </w:t>
      </w:r>
      <w:r w:rsidRPr="00702586">
        <w:t xml:space="preserve">qui </w:t>
      </w:r>
      <w:r>
        <w:t>a obtenu l</w:t>
      </w:r>
      <w:r w:rsidR="003D2091">
        <w:t>’</w:t>
      </w:r>
      <w:r>
        <w:t>homologation de type</w:t>
      </w:r>
      <w:r w:rsidRPr="00702586">
        <w:t xml:space="preserve"> </w:t>
      </w:r>
    </w:p>
    <w:p w14:paraId="53398835" w14:textId="1DEF13A9" w:rsidR="00C82E24" w:rsidRDefault="00C82E24" w:rsidP="00C82E24">
      <w:pPr>
        <w:pStyle w:val="H23G"/>
        <w:ind w:left="2268" w:firstLine="0"/>
      </w:pPr>
      <w:r w:rsidRPr="002359B9">
        <w:rPr>
          <w:b w:val="0"/>
        </w:rPr>
        <w:t>Tableau 1</w:t>
      </w:r>
      <w:r>
        <w:rPr>
          <w:b w:val="0"/>
        </w:rPr>
        <w:t xml:space="preserve"> </w:t>
      </w:r>
      <w:r>
        <w:br/>
      </w:r>
      <w:r w:rsidRPr="009A45D1">
        <w:t>Liste des symboles (on en trouvera la liste complète à l</w:t>
      </w:r>
      <w:r w:rsidR="003D2091">
        <w:t>’</w:t>
      </w:r>
      <w:r w:rsidRPr="009A45D1">
        <w:t>annexe</w:t>
      </w:r>
      <w:r>
        <w:t> </w:t>
      </w:r>
      <w:r w:rsidRPr="009A45D1">
        <w:t xml:space="preserve">1 </w:t>
      </w:r>
      <w:r>
        <w:br/>
        <w:t>« Communications »)</w:t>
      </w:r>
    </w:p>
    <w:tbl>
      <w:tblPr>
        <w:tblStyle w:val="Grilledutableau"/>
        <w:tblW w:w="6236" w:type="dxa"/>
        <w:tblInd w:w="2268" w:type="dxa"/>
        <w:tblBorders>
          <w:bottom w:val="single" w:sz="12" w:space="0" w:color="auto"/>
        </w:tblBorders>
        <w:tblLayout w:type="fixed"/>
        <w:tblLook w:val="05E0" w:firstRow="1" w:lastRow="1" w:firstColumn="1" w:lastColumn="1" w:noHBand="0" w:noVBand="1"/>
      </w:tblPr>
      <w:tblGrid>
        <w:gridCol w:w="4400"/>
        <w:gridCol w:w="850"/>
        <w:gridCol w:w="986"/>
      </w:tblGrid>
      <w:tr w:rsidR="00C82E24" w:rsidRPr="00101CFA" w14:paraId="02874F59" w14:textId="77777777" w:rsidTr="00DE6D37">
        <w:trPr>
          <w:tblHeader/>
        </w:trPr>
        <w:tc>
          <w:tcPr>
            <w:tcW w:w="4400" w:type="dxa"/>
            <w:tcBorders>
              <w:bottom w:val="single" w:sz="12" w:space="0" w:color="auto"/>
            </w:tcBorders>
            <w:shd w:val="clear" w:color="auto" w:fill="auto"/>
            <w:vAlign w:val="bottom"/>
          </w:tcPr>
          <w:p w14:paraId="612B3A96" w14:textId="77777777" w:rsidR="00C82E24" w:rsidRPr="00101CFA" w:rsidRDefault="00C82E24" w:rsidP="00DE6D37">
            <w:pPr>
              <w:spacing w:before="80" w:after="80" w:line="200" w:lineRule="exact"/>
              <w:ind w:left="57"/>
              <w:rPr>
                <w:i/>
                <w:sz w:val="16"/>
              </w:rPr>
            </w:pPr>
            <w:r w:rsidRPr="00101CFA">
              <w:rPr>
                <w:i/>
                <w:sz w:val="16"/>
              </w:rPr>
              <w:t>Feu</w:t>
            </w:r>
            <w:r>
              <w:rPr>
                <w:i/>
                <w:sz w:val="16"/>
              </w:rPr>
              <w:t xml:space="preserve"> (fonction)</w:t>
            </w:r>
          </w:p>
        </w:tc>
        <w:tc>
          <w:tcPr>
            <w:tcW w:w="850" w:type="dxa"/>
            <w:tcBorders>
              <w:bottom w:val="single" w:sz="12" w:space="0" w:color="auto"/>
            </w:tcBorders>
            <w:shd w:val="clear" w:color="auto" w:fill="auto"/>
            <w:vAlign w:val="bottom"/>
          </w:tcPr>
          <w:p w14:paraId="52736475" w14:textId="77777777" w:rsidR="00C82E24" w:rsidRPr="00BE63CC" w:rsidRDefault="00C82E24" w:rsidP="00DE6D37">
            <w:pPr>
              <w:spacing w:before="80" w:after="80" w:line="200" w:lineRule="exact"/>
              <w:ind w:right="113"/>
              <w:jc w:val="right"/>
              <w:rPr>
                <w:i/>
                <w:sz w:val="16"/>
                <w:szCs w:val="16"/>
              </w:rPr>
            </w:pPr>
            <w:r w:rsidRPr="00BE63CC">
              <w:rPr>
                <w:i/>
                <w:sz w:val="16"/>
                <w:szCs w:val="16"/>
              </w:rPr>
              <w:t>Symbole</w:t>
            </w:r>
          </w:p>
        </w:tc>
        <w:tc>
          <w:tcPr>
            <w:tcW w:w="986" w:type="dxa"/>
            <w:tcBorders>
              <w:bottom w:val="single" w:sz="12" w:space="0" w:color="auto"/>
            </w:tcBorders>
            <w:shd w:val="clear" w:color="auto" w:fill="auto"/>
            <w:vAlign w:val="bottom"/>
          </w:tcPr>
          <w:p w14:paraId="2FE1BFC9" w14:textId="77777777" w:rsidR="00C82E24" w:rsidRPr="00101CFA" w:rsidRDefault="00C82E24" w:rsidP="00DE6D37">
            <w:pPr>
              <w:spacing w:before="80" w:after="80" w:line="200" w:lineRule="exact"/>
              <w:ind w:right="113"/>
              <w:jc w:val="right"/>
              <w:rPr>
                <w:i/>
                <w:sz w:val="16"/>
              </w:rPr>
            </w:pPr>
            <w:r w:rsidRPr="00BE63CC">
              <w:rPr>
                <w:i/>
                <w:sz w:val="16"/>
                <w:szCs w:val="16"/>
              </w:rPr>
              <w:t>Paragraphe</w:t>
            </w:r>
          </w:p>
        </w:tc>
      </w:tr>
      <w:tr w:rsidR="00C82E24" w:rsidRPr="009A45D1" w14:paraId="60D1CAFB" w14:textId="77777777" w:rsidTr="00DE6D37">
        <w:tc>
          <w:tcPr>
            <w:tcW w:w="4400" w:type="dxa"/>
            <w:tcBorders>
              <w:top w:val="single" w:sz="12" w:space="0" w:color="auto"/>
            </w:tcBorders>
            <w:shd w:val="clear" w:color="auto" w:fill="auto"/>
          </w:tcPr>
          <w:p w14:paraId="1BFBCE32" w14:textId="77777777" w:rsidR="00C82E24" w:rsidRPr="009A45D1" w:rsidRDefault="00C82E24" w:rsidP="00DE6D37">
            <w:pPr>
              <w:spacing w:before="40" w:after="40" w:line="220" w:lineRule="atLeast"/>
              <w:ind w:left="57"/>
              <w:rPr>
                <w:sz w:val="18"/>
                <w:szCs w:val="18"/>
              </w:rPr>
            </w:pPr>
            <w:r w:rsidRPr="009A45D1">
              <w:rPr>
                <w:sz w:val="18"/>
                <w:szCs w:val="18"/>
              </w:rPr>
              <w:t>Feu de circulation diurne</w:t>
            </w:r>
          </w:p>
        </w:tc>
        <w:tc>
          <w:tcPr>
            <w:tcW w:w="850" w:type="dxa"/>
            <w:tcBorders>
              <w:top w:val="single" w:sz="12" w:space="0" w:color="auto"/>
            </w:tcBorders>
            <w:shd w:val="clear" w:color="auto" w:fill="auto"/>
            <w:vAlign w:val="bottom"/>
          </w:tcPr>
          <w:p w14:paraId="262204DF" w14:textId="77777777" w:rsidR="00C82E24" w:rsidRPr="009A45D1" w:rsidRDefault="00C82E24" w:rsidP="00DE6D37">
            <w:pPr>
              <w:spacing w:before="40" w:after="40" w:line="220" w:lineRule="atLeast"/>
              <w:ind w:right="113"/>
              <w:jc w:val="right"/>
              <w:rPr>
                <w:sz w:val="18"/>
                <w:szCs w:val="18"/>
              </w:rPr>
            </w:pPr>
            <w:r w:rsidRPr="009A45D1">
              <w:rPr>
                <w:sz w:val="18"/>
                <w:szCs w:val="18"/>
              </w:rPr>
              <w:t>RL</w:t>
            </w:r>
          </w:p>
        </w:tc>
        <w:tc>
          <w:tcPr>
            <w:tcW w:w="986" w:type="dxa"/>
            <w:tcBorders>
              <w:top w:val="single" w:sz="12" w:space="0" w:color="auto"/>
            </w:tcBorders>
            <w:shd w:val="clear" w:color="auto" w:fill="auto"/>
            <w:vAlign w:val="bottom"/>
          </w:tcPr>
          <w:p w14:paraId="0221AC0B" w14:textId="77777777" w:rsidR="00C82E24" w:rsidRPr="009A45D1" w:rsidRDefault="00C82E24" w:rsidP="00DE6D37">
            <w:pPr>
              <w:spacing w:before="40" w:after="40" w:line="220" w:lineRule="atLeast"/>
              <w:ind w:right="113"/>
              <w:jc w:val="right"/>
              <w:rPr>
                <w:sz w:val="18"/>
                <w:szCs w:val="18"/>
              </w:rPr>
            </w:pPr>
            <w:r w:rsidRPr="009A45D1">
              <w:rPr>
                <w:sz w:val="18"/>
                <w:szCs w:val="18"/>
              </w:rPr>
              <w:t>5.4</w:t>
            </w:r>
          </w:p>
        </w:tc>
      </w:tr>
      <w:tr w:rsidR="00C82E24" w:rsidRPr="009A45D1" w14:paraId="7AA27A41" w14:textId="77777777" w:rsidTr="00DE6D37">
        <w:tc>
          <w:tcPr>
            <w:tcW w:w="4400" w:type="dxa"/>
            <w:shd w:val="clear" w:color="auto" w:fill="auto"/>
          </w:tcPr>
          <w:p w14:paraId="6B64E6BC" w14:textId="7EDD64A4" w:rsidR="00C82E24" w:rsidRPr="009A45D1" w:rsidRDefault="00C82E24" w:rsidP="00DE6D37">
            <w:pPr>
              <w:spacing w:before="40" w:after="40" w:line="220" w:lineRule="atLeast"/>
              <w:ind w:left="57"/>
              <w:rPr>
                <w:sz w:val="18"/>
                <w:szCs w:val="18"/>
              </w:rPr>
            </w:pPr>
            <w:r w:rsidRPr="009A45D1">
              <w:rPr>
                <w:sz w:val="18"/>
                <w:szCs w:val="18"/>
              </w:rPr>
              <w:t>Feu indicateur de direction avant à installer à une distance d</w:t>
            </w:r>
            <w:r w:rsidR="003D2091">
              <w:rPr>
                <w:sz w:val="18"/>
                <w:szCs w:val="18"/>
              </w:rPr>
              <w:t>’</w:t>
            </w:r>
            <w:r w:rsidRPr="009A45D1">
              <w:rPr>
                <w:sz w:val="18"/>
                <w:szCs w:val="18"/>
              </w:rPr>
              <w:t>au moins 20 mm d</w:t>
            </w:r>
            <w:r w:rsidR="003D2091">
              <w:rPr>
                <w:sz w:val="18"/>
                <w:szCs w:val="18"/>
              </w:rPr>
              <w:t>’</w:t>
            </w:r>
            <w:r w:rsidRPr="009A45D1">
              <w:rPr>
                <w:sz w:val="18"/>
                <w:szCs w:val="18"/>
              </w:rPr>
              <w:t>un feu de croisement ou feu de</w:t>
            </w:r>
            <w:r>
              <w:rPr>
                <w:sz w:val="18"/>
                <w:szCs w:val="18"/>
              </w:rPr>
              <w:t> </w:t>
            </w:r>
            <w:r w:rsidRPr="009A45D1">
              <w:rPr>
                <w:sz w:val="18"/>
                <w:szCs w:val="18"/>
              </w:rPr>
              <w:t>brouillard avant</w:t>
            </w:r>
          </w:p>
        </w:tc>
        <w:tc>
          <w:tcPr>
            <w:tcW w:w="850" w:type="dxa"/>
            <w:shd w:val="clear" w:color="auto" w:fill="auto"/>
            <w:vAlign w:val="bottom"/>
          </w:tcPr>
          <w:p w14:paraId="18F4AC31" w14:textId="77777777" w:rsidR="00C82E24" w:rsidRPr="009A45D1" w:rsidRDefault="00C82E24" w:rsidP="00DE6D37">
            <w:pPr>
              <w:spacing w:before="40" w:after="40" w:line="220" w:lineRule="atLeast"/>
              <w:ind w:right="113"/>
              <w:jc w:val="right"/>
              <w:rPr>
                <w:sz w:val="18"/>
                <w:szCs w:val="18"/>
              </w:rPr>
            </w:pPr>
            <w:r w:rsidRPr="009A45D1">
              <w:rPr>
                <w:sz w:val="18"/>
                <w:szCs w:val="18"/>
              </w:rPr>
              <w:t>1a</w:t>
            </w:r>
          </w:p>
        </w:tc>
        <w:tc>
          <w:tcPr>
            <w:tcW w:w="986" w:type="dxa"/>
            <w:shd w:val="clear" w:color="auto" w:fill="auto"/>
            <w:vAlign w:val="bottom"/>
          </w:tcPr>
          <w:p w14:paraId="7D7E8ADF"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7824EB8A" w14:textId="77777777" w:rsidTr="00DE6D37">
        <w:tc>
          <w:tcPr>
            <w:tcW w:w="4400" w:type="dxa"/>
            <w:shd w:val="clear" w:color="auto" w:fill="auto"/>
          </w:tcPr>
          <w:p w14:paraId="46390986" w14:textId="331A5A22" w:rsidR="00C82E24" w:rsidRPr="009A45D1" w:rsidRDefault="00C82E24" w:rsidP="00DE6D37">
            <w:pPr>
              <w:spacing w:before="40" w:after="40" w:line="220" w:lineRule="atLeast"/>
              <w:ind w:left="57"/>
              <w:rPr>
                <w:sz w:val="18"/>
                <w:szCs w:val="18"/>
              </w:rPr>
            </w:pPr>
            <w:r w:rsidRPr="009A45D1">
              <w:rPr>
                <w:sz w:val="18"/>
                <w:szCs w:val="18"/>
              </w:rPr>
              <w:t>Feu indicateur de direction avant à installer à une distance quelconque d</w:t>
            </w:r>
            <w:r w:rsidR="003D2091">
              <w:rPr>
                <w:sz w:val="18"/>
                <w:szCs w:val="18"/>
              </w:rPr>
              <w:t>’</w:t>
            </w:r>
            <w:r w:rsidRPr="009A45D1">
              <w:rPr>
                <w:sz w:val="18"/>
                <w:szCs w:val="18"/>
              </w:rPr>
              <w:t>un feu de croisement ou feu de brouillard avant</w:t>
            </w:r>
          </w:p>
        </w:tc>
        <w:tc>
          <w:tcPr>
            <w:tcW w:w="850" w:type="dxa"/>
            <w:shd w:val="clear" w:color="auto" w:fill="auto"/>
            <w:vAlign w:val="bottom"/>
          </w:tcPr>
          <w:p w14:paraId="152F218A" w14:textId="77777777" w:rsidR="00C82E24" w:rsidRPr="009A45D1" w:rsidRDefault="00C82E24" w:rsidP="00DE6D37">
            <w:pPr>
              <w:spacing w:before="40" w:after="40" w:line="220" w:lineRule="atLeast"/>
              <w:ind w:right="113"/>
              <w:jc w:val="right"/>
              <w:rPr>
                <w:sz w:val="18"/>
                <w:szCs w:val="18"/>
              </w:rPr>
            </w:pPr>
            <w:r w:rsidRPr="009A45D1">
              <w:rPr>
                <w:sz w:val="18"/>
                <w:szCs w:val="18"/>
              </w:rPr>
              <w:t>1b</w:t>
            </w:r>
          </w:p>
        </w:tc>
        <w:tc>
          <w:tcPr>
            <w:tcW w:w="986" w:type="dxa"/>
            <w:shd w:val="clear" w:color="auto" w:fill="auto"/>
            <w:vAlign w:val="bottom"/>
          </w:tcPr>
          <w:p w14:paraId="4C266607"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73EFFB29" w14:textId="77777777" w:rsidTr="00DE6D37">
        <w:tc>
          <w:tcPr>
            <w:tcW w:w="4400" w:type="dxa"/>
            <w:shd w:val="clear" w:color="auto" w:fill="auto"/>
          </w:tcPr>
          <w:p w14:paraId="3B6CF489" w14:textId="3FAA071A" w:rsidR="00C82E24" w:rsidRPr="009A45D1" w:rsidRDefault="00C82E24" w:rsidP="00DE6D37">
            <w:pPr>
              <w:spacing w:before="40" w:after="40" w:line="220" w:lineRule="atLeast"/>
              <w:ind w:left="57"/>
              <w:rPr>
                <w:sz w:val="18"/>
                <w:szCs w:val="18"/>
              </w:rPr>
            </w:pPr>
            <w:r w:rsidRPr="009A45D1">
              <w:rPr>
                <w:sz w:val="18"/>
                <w:szCs w:val="18"/>
              </w:rPr>
              <w:t>Feu indicateur de direction avant à installer à une distance d</w:t>
            </w:r>
            <w:r w:rsidR="003D2091">
              <w:rPr>
                <w:sz w:val="18"/>
                <w:szCs w:val="18"/>
              </w:rPr>
              <w:t>’</w:t>
            </w:r>
            <w:r w:rsidRPr="009A45D1">
              <w:rPr>
                <w:sz w:val="18"/>
                <w:szCs w:val="18"/>
              </w:rPr>
              <w:t>au moins 40 mm d</w:t>
            </w:r>
            <w:r w:rsidR="003D2091">
              <w:rPr>
                <w:sz w:val="18"/>
                <w:szCs w:val="18"/>
              </w:rPr>
              <w:t>’</w:t>
            </w:r>
            <w:r w:rsidRPr="009A45D1">
              <w:rPr>
                <w:sz w:val="18"/>
                <w:szCs w:val="18"/>
              </w:rPr>
              <w:t>un feu de croisement ou feu de brouillard avant</w:t>
            </w:r>
          </w:p>
        </w:tc>
        <w:tc>
          <w:tcPr>
            <w:tcW w:w="850" w:type="dxa"/>
            <w:shd w:val="clear" w:color="auto" w:fill="auto"/>
            <w:vAlign w:val="bottom"/>
          </w:tcPr>
          <w:p w14:paraId="5DEDF8B8" w14:textId="77777777" w:rsidR="00C82E24" w:rsidRPr="009A45D1" w:rsidRDefault="00C82E24" w:rsidP="00DE6D37">
            <w:pPr>
              <w:spacing w:before="40" w:after="40" w:line="220" w:lineRule="atLeast"/>
              <w:ind w:right="113"/>
              <w:jc w:val="right"/>
              <w:rPr>
                <w:sz w:val="18"/>
                <w:szCs w:val="18"/>
              </w:rPr>
            </w:pPr>
            <w:r w:rsidRPr="009A45D1">
              <w:rPr>
                <w:sz w:val="18"/>
                <w:szCs w:val="18"/>
              </w:rPr>
              <w:t>1</w:t>
            </w:r>
          </w:p>
        </w:tc>
        <w:tc>
          <w:tcPr>
            <w:tcW w:w="986" w:type="dxa"/>
            <w:shd w:val="clear" w:color="auto" w:fill="auto"/>
            <w:vAlign w:val="bottom"/>
          </w:tcPr>
          <w:p w14:paraId="0D6B9997"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44BB39EA" w14:textId="77777777" w:rsidTr="00DE6D37">
        <w:tc>
          <w:tcPr>
            <w:tcW w:w="4400" w:type="dxa"/>
            <w:tcBorders>
              <w:bottom w:val="single" w:sz="4" w:space="0" w:color="auto"/>
            </w:tcBorders>
            <w:shd w:val="clear" w:color="auto" w:fill="auto"/>
          </w:tcPr>
          <w:p w14:paraId="588354C5" w14:textId="56112FFC" w:rsidR="00C82E24" w:rsidRPr="009A45D1" w:rsidRDefault="00C82E24" w:rsidP="00DE6D37">
            <w:pPr>
              <w:spacing w:before="40" w:after="40" w:line="220" w:lineRule="atLeast"/>
              <w:ind w:left="57"/>
              <w:rPr>
                <w:sz w:val="18"/>
                <w:szCs w:val="18"/>
              </w:rPr>
            </w:pPr>
            <w:r w:rsidRPr="009A45D1">
              <w:rPr>
                <w:sz w:val="18"/>
                <w:szCs w:val="18"/>
              </w:rPr>
              <w:t>Indicateurs de direction avan</w:t>
            </w:r>
            <w:r>
              <w:rPr>
                <w:sz w:val="18"/>
                <w:szCs w:val="18"/>
              </w:rPr>
              <w:t>t pour véhicules de la catégorie </w:t>
            </w:r>
            <w:r w:rsidRPr="009A45D1">
              <w:rPr>
                <w:sz w:val="18"/>
                <w:szCs w:val="18"/>
              </w:rPr>
              <w:t>L à utiliser à une distance d</w:t>
            </w:r>
            <w:r w:rsidR="003D2091">
              <w:rPr>
                <w:sz w:val="18"/>
                <w:szCs w:val="18"/>
              </w:rPr>
              <w:t>’</w:t>
            </w:r>
            <w:r w:rsidRPr="009A45D1">
              <w:rPr>
                <w:sz w:val="18"/>
                <w:szCs w:val="18"/>
              </w:rPr>
              <w:t xml:space="preserve">au moins 75 mm </w:t>
            </w:r>
            <w:r>
              <w:rPr>
                <w:sz w:val="18"/>
                <w:szCs w:val="18"/>
              </w:rPr>
              <w:br/>
            </w:r>
            <w:r w:rsidRPr="009A45D1">
              <w:rPr>
                <w:sz w:val="18"/>
                <w:szCs w:val="18"/>
              </w:rPr>
              <w:t>d</w:t>
            </w:r>
            <w:r w:rsidR="003D2091">
              <w:rPr>
                <w:sz w:val="18"/>
                <w:szCs w:val="18"/>
              </w:rPr>
              <w:t>’</w:t>
            </w:r>
            <w:r w:rsidRPr="009A45D1">
              <w:rPr>
                <w:sz w:val="18"/>
                <w:szCs w:val="18"/>
              </w:rPr>
              <w:t>un feu de</w:t>
            </w:r>
            <w:r>
              <w:rPr>
                <w:sz w:val="18"/>
                <w:szCs w:val="18"/>
              </w:rPr>
              <w:t> </w:t>
            </w:r>
            <w:r w:rsidRPr="009A45D1">
              <w:rPr>
                <w:sz w:val="18"/>
                <w:szCs w:val="18"/>
              </w:rPr>
              <w:t>croisement</w:t>
            </w:r>
          </w:p>
        </w:tc>
        <w:tc>
          <w:tcPr>
            <w:tcW w:w="850" w:type="dxa"/>
            <w:tcBorders>
              <w:bottom w:val="single" w:sz="4" w:space="0" w:color="auto"/>
            </w:tcBorders>
            <w:shd w:val="clear" w:color="auto" w:fill="auto"/>
            <w:vAlign w:val="bottom"/>
          </w:tcPr>
          <w:p w14:paraId="4157F397" w14:textId="77777777" w:rsidR="00C82E24" w:rsidRPr="009A45D1" w:rsidRDefault="00C82E24" w:rsidP="00DE6D37">
            <w:pPr>
              <w:spacing w:before="40" w:after="40" w:line="220" w:lineRule="atLeast"/>
              <w:ind w:right="113"/>
              <w:jc w:val="right"/>
              <w:rPr>
                <w:sz w:val="18"/>
                <w:szCs w:val="18"/>
              </w:rPr>
            </w:pPr>
            <w:r w:rsidRPr="009A45D1">
              <w:rPr>
                <w:sz w:val="18"/>
                <w:szCs w:val="18"/>
              </w:rPr>
              <w:t>11</w:t>
            </w:r>
          </w:p>
        </w:tc>
        <w:tc>
          <w:tcPr>
            <w:tcW w:w="986" w:type="dxa"/>
            <w:tcBorders>
              <w:bottom w:val="single" w:sz="4" w:space="0" w:color="auto"/>
            </w:tcBorders>
            <w:shd w:val="clear" w:color="auto" w:fill="auto"/>
            <w:vAlign w:val="bottom"/>
          </w:tcPr>
          <w:p w14:paraId="6628C284"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54B6DEC3" w14:textId="77777777" w:rsidTr="00DE6D37">
        <w:tc>
          <w:tcPr>
            <w:tcW w:w="4400" w:type="dxa"/>
            <w:tcBorders>
              <w:bottom w:val="single" w:sz="4" w:space="0" w:color="auto"/>
            </w:tcBorders>
            <w:shd w:val="clear" w:color="auto" w:fill="auto"/>
          </w:tcPr>
          <w:p w14:paraId="5DA9986D" w14:textId="282E7ABC" w:rsidR="00C82E24" w:rsidRPr="009A45D1" w:rsidRDefault="00C82E24" w:rsidP="00DE6D37">
            <w:pPr>
              <w:spacing w:before="40" w:after="40" w:line="220" w:lineRule="atLeast"/>
              <w:ind w:left="57"/>
              <w:rPr>
                <w:sz w:val="18"/>
                <w:szCs w:val="18"/>
              </w:rPr>
            </w:pPr>
            <w:r w:rsidRPr="009A45D1">
              <w:rPr>
                <w:sz w:val="18"/>
                <w:szCs w:val="18"/>
              </w:rPr>
              <w:t>Indicateurs de direction avan</w:t>
            </w:r>
            <w:r>
              <w:rPr>
                <w:sz w:val="18"/>
                <w:szCs w:val="18"/>
              </w:rPr>
              <w:t>t pour véhicules de la catégorie </w:t>
            </w:r>
            <w:r w:rsidRPr="009A45D1">
              <w:rPr>
                <w:sz w:val="18"/>
                <w:szCs w:val="18"/>
              </w:rPr>
              <w:t>L à utiliser à une distance d</w:t>
            </w:r>
            <w:r w:rsidR="003D2091">
              <w:rPr>
                <w:sz w:val="18"/>
                <w:szCs w:val="18"/>
              </w:rPr>
              <w:t>’</w:t>
            </w:r>
            <w:r w:rsidRPr="009A45D1">
              <w:rPr>
                <w:sz w:val="18"/>
                <w:szCs w:val="18"/>
              </w:rPr>
              <w:t>au moins 40</w:t>
            </w:r>
            <w:r>
              <w:rPr>
                <w:sz w:val="18"/>
                <w:szCs w:val="18"/>
              </w:rPr>
              <w:t> </w:t>
            </w:r>
            <w:r w:rsidRPr="009A45D1">
              <w:rPr>
                <w:sz w:val="18"/>
                <w:szCs w:val="18"/>
              </w:rPr>
              <w:t xml:space="preserve">mm </w:t>
            </w:r>
            <w:r>
              <w:rPr>
                <w:sz w:val="18"/>
                <w:szCs w:val="18"/>
              </w:rPr>
              <w:br/>
            </w:r>
            <w:r w:rsidRPr="009A45D1">
              <w:rPr>
                <w:sz w:val="18"/>
                <w:szCs w:val="18"/>
              </w:rPr>
              <w:t>d</w:t>
            </w:r>
            <w:r w:rsidR="003D2091">
              <w:rPr>
                <w:sz w:val="18"/>
                <w:szCs w:val="18"/>
              </w:rPr>
              <w:t>’</w:t>
            </w:r>
            <w:r w:rsidRPr="009A45D1">
              <w:rPr>
                <w:sz w:val="18"/>
                <w:szCs w:val="18"/>
              </w:rPr>
              <w:t>un feu de</w:t>
            </w:r>
            <w:r>
              <w:rPr>
                <w:sz w:val="18"/>
                <w:szCs w:val="18"/>
              </w:rPr>
              <w:t> </w:t>
            </w:r>
            <w:r w:rsidRPr="009A45D1">
              <w:rPr>
                <w:sz w:val="18"/>
                <w:szCs w:val="18"/>
              </w:rPr>
              <w:t>croisement</w:t>
            </w:r>
          </w:p>
        </w:tc>
        <w:tc>
          <w:tcPr>
            <w:tcW w:w="850" w:type="dxa"/>
            <w:tcBorders>
              <w:bottom w:val="single" w:sz="4" w:space="0" w:color="auto"/>
            </w:tcBorders>
            <w:shd w:val="clear" w:color="auto" w:fill="auto"/>
            <w:vAlign w:val="bottom"/>
          </w:tcPr>
          <w:p w14:paraId="4E49864E" w14:textId="77777777" w:rsidR="00C82E24" w:rsidRPr="009A45D1" w:rsidRDefault="00C82E24" w:rsidP="00DE6D37">
            <w:pPr>
              <w:spacing w:before="40" w:after="40" w:line="220" w:lineRule="atLeast"/>
              <w:ind w:right="113"/>
              <w:jc w:val="right"/>
              <w:rPr>
                <w:sz w:val="18"/>
                <w:szCs w:val="18"/>
              </w:rPr>
            </w:pPr>
            <w:r w:rsidRPr="009A45D1">
              <w:rPr>
                <w:sz w:val="18"/>
                <w:szCs w:val="18"/>
              </w:rPr>
              <w:t>11a</w:t>
            </w:r>
          </w:p>
        </w:tc>
        <w:tc>
          <w:tcPr>
            <w:tcW w:w="986" w:type="dxa"/>
            <w:tcBorders>
              <w:bottom w:val="single" w:sz="4" w:space="0" w:color="auto"/>
            </w:tcBorders>
            <w:shd w:val="clear" w:color="auto" w:fill="auto"/>
            <w:vAlign w:val="bottom"/>
          </w:tcPr>
          <w:p w14:paraId="75B25013"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0AEAB207" w14:textId="77777777" w:rsidTr="00DE6D37">
        <w:tc>
          <w:tcPr>
            <w:tcW w:w="4400" w:type="dxa"/>
            <w:tcBorders>
              <w:left w:val="single" w:sz="2" w:space="0" w:color="auto"/>
              <w:bottom w:val="single" w:sz="2" w:space="0" w:color="auto"/>
              <w:right w:val="single" w:sz="2" w:space="0" w:color="auto"/>
            </w:tcBorders>
            <w:shd w:val="clear" w:color="auto" w:fill="auto"/>
          </w:tcPr>
          <w:p w14:paraId="068CD468" w14:textId="093C986B" w:rsidR="00C82E24" w:rsidRPr="009A45D1" w:rsidRDefault="00C82E24" w:rsidP="00DE6D37">
            <w:pPr>
              <w:spacing w:before="40" w:after="40" w:line="220" w:lineRule="atLeast"/>
              <w:ind w:left="57"/>
              <w:rPr>
                <w:sz w:val="18"/>
                <w:szCs w:val="18"/>
              </w:rPr>
            </w:pPr>
            <w:r w:rsidRPr="009A45D1">
              <w:rPr>
                <w:sz w:val="18"/>
                <w:szCs w:val="18"/>
              </w:rPr>
              <w:t>Indicateurs de direction avan</w:t>
            </w:r>
            <w:r>
              <w:rPr>
                <w:sz w:val="18"/>
                <w:szCs w:val="18"/>
              </w:rPr>
              <w:t>t pour véhicules de la catégorie </w:t>
            </w:r>
            <w:r w:rsidRPr="009A45D1">
              <w:rPr>
                <w:sz w:val="18"/>
                <w:szCs w:val="18"/>
              </w:rPr>
              <w:t>L à utiliser à une distance d</w:t>
            </w:r>
            <w:r w:rsidR="003D2091">
              <w:rPr>
                <w:sz w:val="18"/>
                <w:szCs w:val="18"/>
              </w:rPr>
              <w:t>’</w:t>
            </w:r>
            <w:r w:rsidRPr="009A45D1">
              <w:rPr>
                <w:sz w:val="18"/>
                <w:szCs w:val="18"/>
              </w:rPr>
              <w:t>au moins 20</w:t>
            </w:r>
            <w:r>
              <w:rPr>
                <w:sz w:val="18"/>
                <w:szCs w:val="18"/>
              </w:rPr>
              <w:t> </w:t>
            </w:r>
            <w:r w:rsidRPr="009A45D1">
              <w:rPr>
                <w:sz w:val="18"/>
                <w:szCs w:val="18"/>
              </w:rPr>
              <w:t xml:space="preserve">mm </w:t>
            </w:r>
            <w:r>
              <w:rPr>
                <w:sz w:val="18"/>
                <w:szCs w:val="18"/>
              </w:rPr>
              <w:br/>
            </w:r>
            <w:r w:rsidRPr="009A45D1">
              <w:rPr>
                <w:sz w:val="18"/>
                <w:szCs w:val="18"/>
              </w:rPr>
              <w:t>d</w:t>
            </w:r>
            <w:r w:rsidR="003D2091">
              <w:rPr>
                <w:sz w:val="18"/>
                <w:szCs w:val="18"/>
              </w:rPr>
              <w:t>’</w:t>
            </w:r>
            <w:r w:rsidRPr="009A45D1">
              <w:rPr>
                <w:sz w:val="18"/>
                <w:szCs w:val="18"/>
              </w:rPr>
              <w:t>un feu de</w:t>
            </w:r>
            <w:r>
              <w:rPr>
                <w:sz w:val="18"/>
                <w:szCs w:val="18"/>
              </w:rPr>
              <w:t> </w:t>
            </w:r>
            <w:r w:rsidRPr="009A45D1">
              <w:rPr>
                <w:sz w:val="18"/>
                <w:szCs w:val="18"/>
              </w:rPr>
              <w:t>croisement</w:t>
            </w:r>
          </w:p>
        </w:tc>
        <w:tc>
          <w:tcPr>
            <w:tcW w:w="850" w:type="dxa"/>
            <w:tcBorders>
              <w:left w:val="single" w:sz="2" w:space="0" w:color="auto"/>
              <w:bottom w:val="single" w:sz="2" w:space="0" w:color="auto"/>
              <w:right w:val="single" w:sz="2" w:space="0" w:color="auto"/>
            </w:tcBorders>
            <w:shd w:val="clear" w:color="auto" w:fill="auto"/>
            <w:vAlign w:val="bottom"/>
          </w:tcPr>
          <w:p w14:paraId="63BD4D08" w14:textId="77777777" w:rsidR="00C82E24" w:rsidRPr="009A45D1" w:rsidRDefault="00C82E24" w:rsidP="00DE6D37">
            <w:pPr>
              <w:spacing w:before="40" w:after="40" w:line="220" w:lineRule="atLeast"/>
              <w:ind w:right="113"/>
              <w:jc w:val="right"/>
              <w:rPr>
                <w:sz w:val="18"/>
                <w:szCs w:val="18"/>
              </w:rPr>
            </w:pPr>
            <w:r w:rsidRPr="009A45D1">
              <w:rPr>
                <w:sz w:val="18"/>
                <w:szCs w:val="18"/>
              </w:rPr>
              <w:t>11b</w:t>
            </w:r>
          </w:p>
        </w:tc>
        <w:tc>
          <w:tcPr>
            <w:tcW w:w="986" w:type="dxa"/>
            <w:tcBorders>
              <w:left w:val="single" w:sz="2" w:space="0" w:color="auto"/>
              <w:bottom w:val="single" w:sz="2" w:space="0" w:color="auto"/>
              <w:right w:val="single" w:sz="2" w:space="0" w:color="auto"/>
            </w:tcBorders>
            <w:shd w:val="clear" w:color="auto" w:fill="auto"/>
            <w:vAlign w:val="bottom"/>
          </w:tcPr>
          <w:p w14:paraId="70410F09"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08B993A3"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68BC5D6E" w14:textId="1C327809" w:rsidR="00C82E24" w:rsidRPr="009A45D1" w:rsidRDefault="00C82E24" w:rsidP="00DE6D37">
            <w:pPr>
              <w:spacing w:before="40" w:after="40" w:line="220" w:lineRule="atLeast"/>
              <w:ind w:left="57"/>
              <w:rPr>
                <w:sz w:val="18"/>
                <w:szCs w:val="18"/>
              </w:rPr>
            </w:pPr>
            <w:r w:rsidRPr="009A45D1">
              <w:rPr>
                <w:sz w:val="18"/>
                <w:szCs w:val="18"/>
              </w:rPr>
              <w:lastRenderedPageBreak/>
              <w:t>Indicateurs de direction avant pour véhicule</w:t>
            </w:r>
            <w:r>
              <w:rPr>
                <w:sz w:val="18"/>
                <w:szCs w:val="18"/>
              </w:rPr>
              <w:t>s</w:t>
            </w:r>
            <w:r w:rsidRPr="009A45D1">
              <w:rPr>
                <w:sz w:val="18"/>
                <w:szCs w:val="18"/>
              </w:rPr>
              <w:t xml:space="preserve"> de la catégorie L à utiliser à une distance quelconque d</w:t>
            </w:r>
            <w:r w:rsidR="003D2091">
              <w:rPr>
                <w:sz w:val="18"/>
                <w:szCs w:val="18"/>
              </w:rPr>
              <w:t>’</w:t>
            </w:r>
            <w:r w:rsidRPr="009A45D1">
              <w:rPr>
                <w:sz w:val="18"/>
                <w:szCs w:val="18"/>
              </w:rPr>
              <w:t>un feu de</w:t>
            </w:r>
            <w:r>
              <w:rPr>
                <w:sz w:val="18"/>
                <w:szCs w:val="18"/>
              </w:rPr>
              <w:t> </w:t>
            </w:r>
            <w:r w:rsidRPr="009A45D1">
              <w:rPr>
                <w:sz w:val="18"/>
                <w:szCs w:val="18"/>
              </w:rPr>
              <w:t>croisement</w:t>
            </w:r>
          </w:p>
        </w:tc>
        <w:tc>
          <w:tcPr>
            <w:tcW w:w="850" w:type="dxa"/>
            <w:shd w:val="clear" w:color="auto" w:fill="auto"/>
            <w:vAlign w:val="bottom"/>
          </w:tcPr>
          <w:p w14:paraId="1D592938" w14:textId="77777777" w:rsidR="00C82E24" w:rsidRPr="009A45D1" w:rsidRDefault="00C82E24" w:rsidP="00DE6D37">
            <w:pPr>
              <w:spacing w:before="40" w:after="40" w:line="220" w:lineRule="atLeast"/>
              <w:ind w:right="113"/>
              <w:jc w:val="right"/>
              <w:rPr>
                <w:sz w:val="18"/>
                <w:szCs w:val="18"/>
              </w:rPr>
            </w:pPr>
            <w:r w:rsidRPr="009A45D1">
              <w:rPr>
                <w:sz w:val="18"/>
                <w:szCs w:val="18"/>
              </w:rPr>
              <w:t>11c</w:t>
            </w:r>
          </w:p>
        </w:tc>
        <w:tc>
          <w:tcPr>
            <w:tcW w:w="986" w:type="dxa"/>
            <w:shd w:val="clear" w:color="auto" w:fill="auto"/>
            <w:vAlign w:val="bottom"/>
          </w:tcPr>
          <w:p w14:paraId="008EFE2C"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4289FE05"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526189CA" w14:textId="73274659" w:rsidR="00C82E24" w:rsidRPr="009A45D1" w:rsidRDefault="00C82E24" w:rsidP="00DE6D37">
            <w:pPr>
              <w:spacing w:before="40" w:after="40" w:line="220" w:lineRule="atLeast"/>
              <w:ind w:left="57"/>
              <w:rPr>
                <w:sz w:val="18"/>
                <w:szCs w:val="18"/>
              </w:rPr>
            </w:pPr>
            <w:r w:rsidRPr="009A45D1">
              <w:rPr>
                <w:sz w:val="18"/>
                <w:szCs w:val="18"/>
              </w:rPr>
              <w:t>Feu d</w:t>
            </w:r>
            <w:r w:rsidR="003D2091">
              <w:rPr>
                <w:sz w:val="18"/>
                <w:szCs w:val="18"/>
              </w:rPr>
              <w:t>’</w:t>
            </w:r>
            <w:r w:rsidRPr="009A45D1">
              <w:rPr>
                <w:sz w:val="18"/>
                <w:szCs w:val="18"/>
              </w:rPr>
              <w:t>encombrement avant</w:t>
            </w:r>
          </w:p>
        </w:tc>
        <w:tc>
          <w:tcPr>
            <w:tcW w:w="850" w:type="dxa"/>
            <w:shd w:val="clear" w:color="auto" w:fill="auto"/>
            <w:vAlign w:val="bottom"/>
          </w:tcPr>
          <w:p w14:paraId="02EFEADB" w14:textId="77777777" w:rsidR="00C82E24" w:rsidRPr="009A45D1" w:rsidRDefault="00C82E24" w:rsidP="00DE6D37">
            <w:pPr>
              <w:spacing w:before="40" w:after="40" w:line="220" w:lineRule="atLeast"/>
              <w:ind w:right="113"/>
              <w:jc w:val="right"/>
              <w:rPr>
                <w:sz w:val="18"/>
                <w:szCs w:val="18"/>
              </w:rPr>
            </w:pPr>
            <w:r w:rsidRPr="009A45D1">
              <w:rPr>
                <w:sz w:val="18"/>
                <w:szCs w:val="18"/>
              </w:rPr>
              <w:t>AM</w:t>
            </w:r>
          </w:p>
        </w:tc>
        <w:tc>
          <w:tcPr>
            <w:tcW w:w="986" w:type="dxa"/>
            <w:shd w:val="clear" w:color="auto" w:fill="auto"/>
            <w:vAlign w:val="bottom"/>
          </w:tcPr>
          <w:p w14:paraId="491194E5" w14:textId="77777777" w:rsidR="00C82E24" w:rsidRPr="009A45D1" w:rsidRDefault="00C82E24" w:rsidP="00DE6D37">
            <w:pPr>
              <w:spacing w:before="40" w:after="40" w:line="220" w:lineRule="atLeast"/>
              <w:ind w:right="113"/>
              <w:jc w:val="right"/>
              <w:rPr>
                <w:sz w:val="18"/>
                <w:szCs w:val="18"/>
              </w:rPr>
            </w:pPr>
            <w:r w:rsidRPr="009A45D1">
              <w:rPr>
                <w:sz w:val="18"/>
                <w:szCs w:val="18"/>
              </w:rPr>
              <w:t>5.1</w:t>
            </w:r>
          </w:p>
        </w:tc>
      </w:tr>
      <w:tr w:rsidR="00C82E24" w:rsidRPr="009A45D1" w14:paraId="39491C47"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42E2D4B7" w14:textId="77777777" w:rsidR="00C82E24" w:rsidRPr="009A45D1" w:rsidRDefault="00C82E24" w:rsidP="00DE6D37">
            <w:pPr>
              <w:spacing w:before="40" w:after="40" w:line="220" w:lineRule="atLeast"/>
              <w:ind w:left="57"/>
              <w:rPr>
                <w:sz w:val="18"/>
                <w:szCs w:val="18"/>
              </w:rPr>
            </w:pPr>
            <w:r w:rsidRPr="009A45D1">
              <w:rPr>
                <w:sz w:val="18"/>
                <w:szCs w:val="18"/>
              </w:rPr>
              <w:t>Feu de position avant</w:t>
            </w:r>
            <w:r>
              <w:rPr>
                <w:sz w:val="18"/>
                <w:szCs w:val="18"/>
              </w:rPr>
              <w:t xml:space="preserve"> pour véhicules de la catégorie </w:t>
            </w:r>
            <w:r w:rsidRPr="009A45D1">
              <w:rPr>
                <w:sz w:val="18"/>
                <w:szCs w:val="18"/>
              </w:rPr>
              <w:t>L</w:t>
            </w:r>
          </w:p>
        </w:tc>
        <w:tc>
          <w:tcPr>
            <w:tcW w:w="850" w:type="dxa"/>
            <w:shd w:val="clear" w:color="auto" w:fill="auto"/>
            <w:vAlign w:val="bottom"/>
          </w:tcPr>
          <w:p w14:paraId="13075496" w14:textId="77777777" w:rsidR="00C82E24" w:rsidRPr="009A45D1" w:rsidRDefault="00C82E24" w:rsidP="00DE6D37">
            <w:pPr>
              <w:spacing w:before="40" w:after="40" w:line="220" w:lineRule="atLeast"/>
              <w:ind w:right="113"/>
              <w:jc w:val="right"/>
              <w:rPr>
                <w:sz w:val="18"/>
                <w:szCs w:val="18"/>
              </w:rPr>
            </w:pPr>
            <w:r w:rsidRPr="009A45D1">
              <w:rPr>
                <w:sz w:val="18"/>
                <w:szCs w:val="18"/>
              </w:rPr>
              <w:t>MA</w:t>
            </w:r>
          </w:p>
        </w:tc>
        <w:tc>
          <w:tcPr>
            <w:tcW w:w="986" w:type="dxa"/>
            <w:shd w:val="clear" w:color="auto" w:fill="auto"/>
            <w:vAlign w:val="bottom"/>
          </w:tcPr>
          <w:p w14:paraId="1B44CBBF" w14:textId="77777777" w:rsidR="00C82E24" w:rsidRPr="009A45D1" w:rsidRDefault="00C82E24" w:rsidP="00DE6D37">
            <w:pPr>
              <w:spacing w:before="40" w:after="40" w:line="220" w:lineRule="atLeast"/>
              <w:ind w:right="113"/>
              <w:jc w:val="right"/>
              <w:rPr>
                <w:sz w:val="18"/>
                <w:szCs w:val="18"/>
              </w:rPr>
            </w:pPr>
            <w:r w:rsidRPr="009A45D1">
              <w:rPr>
                <w:sz w:val="18"/>
                <w:szCs w:val="18"/>
              </w:rPr>
              <w:t>5.1</w:t>
            </w:r>
          </w:p>
        </w:tc>
      </w:tr>
      <w:tr w:rsidR="00C82E24" w:rsidRPr="009A45D1" w14:paraId="46A0BF6A"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44CEAAFB" w14:textId="77777777" w:rsidR="00C82E24" w:rsidRPr="009A45D1" w:rsidRDefault="00C82E24" w:rsidP="00DE6D37">
            <w:pPr>
              <w:spacing w:before="40" w:after="40" w:line="220" w:lineRule="atLeast"/>
              <w:ind w:left="57"/>
              <w:rPr>
                <w:sz w:val="18"/>
                <w:szCs w:val="18"/>
              </w:rPr>
            </w:pPr>
            <w:r w:rsidRPr="009A45D1">
              <w:rPr>
                <w:sz w:val="18"/>
                <w:szCs w:val="18"/>
              </w:rPr>
              <w:t>Feu de position avant</w:t>
            </w:r>
          </w:p>
        </w:tc>
        <w:tc>
          <w:tcPr>
            <w:tcW w:w="850" w:type="dxa"/>
            <w:shd w:val="clear" w:color="auto" w:fill="auto"/>
            <w:vAlign w:val="bottom"/>
          </w:tcPr>
          <w:p w14:paraId="47823B32" w14:textId="77777777" w:rsidR="00C82E24" w:rsidRPr="009A45D1" w:rsidRDefault="00C82E24" w:rsidP="00DE6D37">
            <w:pPr>
              <w:spacing w:before="40" w:after="40" w:line="220" w:lineRule="atLeast"/>
              <w:ind w:right="113"/>
              <w:jc w:val="right"/>
              <w:rPr>
                <w:sz w:val="18"/>
                <w:szCs w:val="18"/>
              </w:rPr>
            </w:pPr>
            <w:r w:rsidRPr="009A45D1">
              <w:rPr>
                <w:sz w:val="18"/>
                <w:szCs w:val="18"/>
              </w:rPr>
              <w:t>A</w:t>
            </w:r>
          </w:p>
        </w:tc>
        <w:tc>
          <w:tcPr>
            <w:tcW w:w="986" w:type="dxa"/>
            <w:shd w:val="clear" w:color="auto" w:fill="auto"/>
            <w:vAlign w:val="bottom"/>
          </w:tcPr>
          <w:p w14:paraId="6A25C919" w14:textId="77777777" w:rsidR="00C82E24" w:rsidRPr="009A45D1" w:rsidRDefault="00C82E24" w:rsidP="00DE6D37">
            <w:pPr>
              <w:spacing w:before="40" w:after="40" w:line="220" w:lineRule="atLeast"/>
              <w:ind w:right="113"/>
              <w:jc w:val="right"/>
              <w:rPr>
                <w:sz w:val="18"/>
                <w:szCs w:val="18"/>
              </w:rPr>
            </w:pPr>
            <w:r w:rsidRPr="009A45D1">
              <w:rPr>
                <w:sz w:val="18"/>
                <w:szCs w:val="18"/>
              </w:rPr>
              <w:t>5.1</w:t>
            </w:r>
          </w:p>
        </w:tc>
      </w:tr>
      <w:tr w:rsidR="00C82E24" w:rsidRPr="009A45D1" w14:paraId="4F573E4F"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1FDC1E9A" w14:textId="77777777" w:rsidR="00C82E24" w:rsidRPr="009A45D1" w:rsidRDefault="00C82E24" w:rsidP="00DE6D37">
            <w:pPr>
              <w:spacing w:before="40" w:after="40" w:line="220" w:lineRule="atLeast"/>
              <w:ind w:left="57"/>
              <w:rPr>
                <w:sz w:val="18"/>
                <w:szCs w:val="18"/>
              </w:rPr>
            </w:pPr>
            <w:r w:rsidRPr="009A45D1">
              <w:rPr>
                <w:sz w:val="18"/>
                <w:szCs w:val="18"/>
              </w:rPr>
              <w:t>Feu de manœuvre</w:t>
            </w:r>
          </w:p>
        </w:tc>
        <w:tc>
          <w:tcPr>
            <w:tcW w:w="850" w:type="dxa"/>
            <w:shd w:val="clear" w:color="auto" w:fill="auto"/>
            <w:vAlign w:val="bottom"/>
          </w:tcPr>
          <w:p w14:paraId="5A8EAC4C" w14:textId="77777777" w:rsidR="00C82E24" w:rsidRPr="009A45D1" w:rsidRDefault="00C82E24" w:rsidP="00DE6D37">
            <w:pPr>
              <w:spacing w:before="40" w:after="40" w:line="220" w:lineRule="atLeast"/>
              <w:ind w:right="113"/>
              <w:jc w:val="right"/>
              <w:rPr>
                <w:sz w:val="18"/>
                <w:szCs w:val="18"/>
              </w:rPr>
            </w:pPr>
            <w:r w:rsidRPr="009A45D1">
              <w:rPr>
                <w:sz w:val="18"/>
                <w:szCs w:val="18"/>
              </w:rPr>
              <w:t>ML</w:t>
            </w:r>
          </w:p>
        </w:tc>
        <w:tc>
          <w:tcPr>
            <w:tcW w:w="986" w:type="dxa"/>
            <w:shd w:val="clear" w:color="auto" w:fill="auto"/>
            <w:vAlign w:val="bottom"/>
          </w:tcPr>
          <w:p w14:paraId="2E74BBD9" w14:textId="77777777" w:rsidR="00C82E24" w:rsidRPr="009A45D1" w:rsidRDefault="00C82E24" w:rsidP="00DE6D37">
            <w:pPr>
              <w:spacing w:before="40" w:after="40" w:line="220" w:lineRule="atLeast"/>
              <w:ind w:right="113"/>
              <w:jc w:val="right"/>
              <w:rPr>
                <w:sz w:val="18"/>
                <w:szCs w:val="18"/>
              </w:rPr>
            </w:pPr>
            <w:r w:rsidRPr="009A45D1">
              <w:rPr>
                <w:sz w:val="18"/>
                <w:szCs w:val="18"/>
              </w:rPr>
              <w:t>5.10</w:t>
            </w:r>
          </w:p>
        </w:tc>
      </w:tr>
      <w:tr w:rsidR="00C82E24" w:rsidRPr="009A45D1" w14:paraId="638E7579"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60FE4BAB" w14:textId="18418ACF" w:rsidR="00C82E24" w:rsidRPr="009A45D1" w:rsidRDefault="00C82E24" w:rsidP="00DE6D37">
            <w:pPr>
              <w:spacing w:before="40" w:after="40" w:line="220" w:lineRule="atLeast"/>
              <w:ind w:left="57"/>
              <w:rPr>
                <w:sz w:val="18"/>
                <w:szCs w:val="18"/>
              </w:rPr>
            </w:pPr>
            <w:r w:rsidRPr="009A45D1">
              <w:rPr>
                <w:sz w:val="18"/>
                <w:szCs w:val="18"/>
              </w:rPr>
              <w:t>Feu de stationnement (fa</w:t>
            </w:r>
            <w:r>
              <w:rPr>
                <w:sz w:val="18"/>
                <w:szCs w:val="18"/>
              </w:rPr>
              <w:t>isant face vers l</w:t>
            </w:r>
            <w:r w:rsidR="003D2091">
              <w:rPr>
                <w:sz w:val="18"/>
                <w:szCs w:val="18"/>
              </w:rPr>
              <w:t>’</w:t>
            </w:r>
            <w:r>
              <w:rPr>
                <w:sz w:val="18"/>
                <w:szCs w:val="18"/>
              </w:rPr>
              <w:t xml:space="preserve">avant ou vers </w:t>
            </w:r>
            <w:r w:rsidRPr="009A45D1">
              <w:rPr>
                <w:sz w:val="18"/>
                <w:szCs w:val="18"/>
              </w:rPr>
              <w:t>l</w:t>
            </w:r>
            <w:r w:rsidR="003D2091">
              <w:rPr>
                <w:sz w:val="18"/>
                <w:szCs w:val="18"/>
              </w:rPr>
              <w:t>’</w:t>
            </w:r>
            <w:r w:rsidRPr="009A45D1">
              <w:rPr>
                <w:sz w:val="18"/>
                <w:szCs w:val="18"/>
              </w:rPr>
              <w:t>arrière)</w:t>
            </w:r>
          </w:p>
        </w:tc>
        <w:tc>
          <w:tcPr>
            <w:tcW w:w="850" w:type="dxa"/>
            <w:shd w:val="clear" w:color="auto" w:fill="auto"/>
            <w:vAlign w:val="bottom"/>
          </w:tcPr>
          <w:p w14:paraId="16A9B956" w14:textId="77777777" w:rsidR="00C82E24" w:rsidRPr="009A45D1" w:rsidRDefault="00C82E24" w:rsidP="00DE6D37">
            <w:pPr>
              <w:spacing w:before="40" w:after="40" w:line="220" w:lineRule="atLeast"/>
              <w:ind w:right="113"/>
              <w:jc w:val="right"/>
              <w:rPr>
                <w:sz w:val="18"/>
                <w:szCs w:val="18"/>
              </w:rPr>
            </w:pPr>
            <w:r w:rsidRPr="009A45D1">
              <w:rPr>
                <w:sz w:val="18"/>
                <w:szCs w:val="18"/>
              </w:rPr>
              <w:t>77R</w:t>
            </w:r>
          </w:p>
        </w:tc>
        <w:tc>
          <w:tcPr>
            <w:tcW w:w="986" w:type="dxa"/>
            <w:shd w:val="clear" w:color="auto" w:fill="auto"/>
            <w:vAlign w:val="bottom"/>
          </w:tcPr>
          <w:p w14:paraId="0837E665" w14:textId="77777777" w:rsidR="00C82E24" w:rsidRPr="009A45D1" w:rsidRDefault="00C82E24" w:rsidP="00DE6D37">
            <w:pPr>
              <w:spacing w:before="40" w:after="40" w:line="220" w:lineRule="atLeast"/>
              <w:ind w:right="113"/>
              <w:jc w:val="right"/>
              <w:rPr>
                <w:sz w:val="18"/>
                <w:szCs w:val="18"/>
              </w:rPr>
            </w:pPr>
            <w:r w:rsidRPr="009A45D1">
              <w:rPr>
                <w:sz w:val="18"/>
                <w:szCs w:val="18"/>
              </w:rPr>
              <w:t>5.3</w:t>
            </w:r>
          </w:p>
        </w:tc>
      </w:tr>
      <w:tr w:rsidR="00C82E24" w:rsidRPr="009A45D1" w14:paraId="4FE3B90A"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6B3D996B" w14:textId="77777777" w:rsidR="00C82E24" w:rsidRPr="009A45D1" w:rsidRDefault="00C82E24" w:rsidP="00DE6D37">
            <w:pPr>
              <w:spacing w:before="40" w:after="40" w:line="220" w:lineRule="atLeast"/>
              <w:ind w:left="57"/>
              <w:rPr>
                <w:sz w:val="18"/>
                <w:szCs w:val="18"/>
              </w:rPr>
            </w:pPr>
            <w:r w:rsidRPr="009A45D1">
              <w:rPr>
                <w:sz w:val="18"/>
                <w:szCs w:val="18"/>
              </w:rPr>
              <w:t>Feu indicateur de direction arrière (intensité constante)</w:t>
            </w:r>
          </w:p>
        </w:tc>
        <w:tc>
          <w:tcPr>
            <w:tcW w:w="850" w:type="dxa"/>
            <w:shd w:val="clear" w:color="auto" w:fill="auto"/>
            <w:vAlign w:val="bottom"/>
          </w:tcPr>
          <w:p w14:paraId="35337E61" w14:textId="77777777" w:rsidR="00C82E24" w:rsidRPr="009A45D1" w:rsidRDefault="00C82E24" w:rsidP="00DE6D37">
            <w:pPr>
              <w:spacing w:before="40" w:after="40" w:line="220" w:lineRule="atLeast"/>
              <w:ind w:right="113"/>
              <w:jc w:val="right"/>
              <w:rPr>
                <w:sz w:val="18"/>
                <w:szCs w:val="18"/>
              </w:rPr>
            </w:pPr>
            <w:r w:rsidRPr="009A45D1">
              <w:rPr>
                <w:sz w:val="18"/>
                <w:szCs w:val="18"/>
              </w:rPr>
              <w:t>2a</w:t>
            </w:r>
          </w:p>
        </w:tc>
        <w:tc>
          <w:tcPr>
            <w:tcW w:w="986" w:type="dxa"/>
            <w:shd w:val="clear" w:color="auto" w:fill="auto"/>
            <w:vAlign w:val="bottom"/>
          </w:tcPr>
          <w:p w14:paraId="13842748"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32E266D7"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6E3EA433" w14:textId="77777777" w:rsidR="00C82E24" w:rsidRPr="009A45D1" w:rsidRDefault="00C82E24" w:rsidP="00DE6D37">
            <w:pPr>
              <w:spacing w:before="40" w:after="40" w:line="220" w:lineRule="atLeast"/>
              <w:ind w:left="57"/>
              <w:rPr>
                <w:sz w:val="18"/>
                <w:szCs w:val="18"/>
              </w:rPr>
            </w:pPr>
            <w:r w:rsidRPr="009A45D1">
              <w:rPr>
                <w:sz w:val="18"/>
                <w:szCs w:val="18"/>
              </w:rPr>
              <w:t>Feu indicateur de direction arrière (intensité variable)</w:t>
            </w:r>
          </w:p>
        </w:tc>
        <w:tc>
          <w:tcPr>
            <w:tcW w:w="850" w:type="dxa"/>
            <w:shd w:val="clear" w:color="auto" w:fill="auto"/>
            <w:vAlign w:val="bottom"/>
          </w:tcPr>
          <w:p w14:paraId="742E241F" w14:textId="77777777" w:rsidR="00C82E24" w:rsidRPr="009A45D1" w:rsidRDefault="00C82E24" w:rsidP="00DE6D37">
            <w:pPr>
              <w:spacing w:before="40" w:after="40" w:line="220" w:lineRule="atLeast"/>
              <w:ind w:right="113"/>
              <w:jc w:val="right"/>
              <w:rPr>
                <w:sz w:val="18"/>
                <w:szCs w:val="18"/>
              </w:rPr>
            </w:pPr>
            <w:r w:rsidRPr="009A45D1">
              <w:rPr>
                <w:sz w:val="18"/>
                <w:szCs w:val="18"/>
              </w:rPr>
              <w:t>2b</w:t>
            </w:r>
          </w:p>
        </w:tc>
        <w:tc>
          <w:tcPr>
            <w:tcW w:w="986" w:type="dxa"/>
            <w:shd w:val="clear" w:color="auto" w:fill="auto"/>
            <w:vAlign w:val="bottom"/>
          </w:tcPr>
          <w:p w14:paraId="292CB32C"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5EEBEF66"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3290275D" w14:textId="77777777" w:rsidR="00C82E24" w:rsidRPr="009A45D1" w:rsidRDefault="00C82E24" w:rsidP="00DE6D37">
            <w:pPr>
              <w:spacing w:before="40" w:after="40" w:line="220" w:lineRule="atLeast"/>
              <w:ind w:left="57"/>
              <w:rPr>
                <w:sz w:val="18"/>
                <w:szCs w:val="18"/>
              </w:rPr>
            </w:pPr>
            <w:r w:rsidRPr="009A45D1">
              <w:rPr>
                <w:sz w:val="18"/>
                <w:szCs w:val="18"/>
              </w:rPr>
              <w:t xml:space="preserve">Feu indicateur de direction arrière pour véhicules </w:t>
            </w:r>
            <w:r>
              <w:rPr>
                <w:sz w:val="18"/>
                <w:szCs w:val="18"/>
              </w:rPr>
              <w:br/>
            </w:r>
            <w:r w:rsidRPr="009A45D1">
              <w:rPr>
                <w:sz w:val="18"/>
                <w:szCs w:val="18"/>
              </w:rPr>
              <w:t>de la catégorie L</w:t>
            </w:r>
          </w:p>
        </w:tc>
        <w:tc>
          <w:tcPr>
            <w:tcW w:w="850" w:type="dxa"/>
            <w:shd w:val="clear" w:color="auto" w:fill="auto"/>
            <w:vAlign w:val="bottom"/>
          </w:tcPr>
          <w:p w14:paraId="5F42EBC8" w14:textId="77777777" w:rsidR="00C82E24" w:rsidRPr="009A45D1" w:rsidRDefault="00C82E24" w:rsidP="00DE6D37">
            <w:pPr>
              <w:spacing w:before="40" w:after="40" w:line="220" w:lineRule="atLeast"/>
              <w:ind w:right="113"/>
              <w:jc w:val="right"/>
              <w:rPr>
                <w:sz w:val="18"/>
                <w:szCs w:val="18"/>
              </w:rPr>
            </w:pPr>
            <w:r w:rsidRPr="009A45D1">
              <w:rPr>
                <w:sz w:val="18"/>
                <w:szCs w:val="18"/>
              </w:rPr>
              <w:t>12</w:t>
            </w:r>
          </w:p>
        </w:tc>
        <w:tc>
          <w:tcPr>
            <w:tcW w:w="986" w:type="dxa"/>
            <w:shd w:val="clear" w:color="auto" w:fill="auto"/>
            <w:vAlign w:val="bottom"/>
          </w:tcPr>
          <w:p w14:paraId="255C3F0F"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3BAE59A5"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1C4C0ACD" w14:textId="5C148BFE" w:rsidR="00C82E24" w:rsidRPr="009A45D1" w:rsidRDefault="00C82E24" w:rsidP="00DE6D37">
            <w:pPr>
              <w:spacing w:before="40" w:after="40" w:line="220" w:lineRule="atLeast"/>
              <w:ind w:left="57"/>
              <w:rPr>
                <w:sz w:val="18"/>
                <w:szCs w:val="18"/>
              </w:rPr>
            </w:pPr>
            <w:r w:rsidRPr="009A45D1">
              <w:rPr>
                <w:sz w:val="18"/>
                <w:szCs w:val="18"/>
              </w:rPr>
              <w:t>Feu d</w:t>
            </w:r>
            <w:r w:rsidR="003D2091">
              <w:rPr>
                <w:sz w:val="18"/>
                <w:szCs w:val="18"/>
              </w:rPr>
              <w:t>’</w:t>
            </w:r>
            <w:r w:rsidRPr="009A45D1">
              <w:rPr>
                <w:sz w:val="18"/>
                <w:szCs w:val="18"/>
              </w:rPr>
              <w:t>encombrement arrière (intensité constante)</w:t>
            </w:r>
          </w:p>
        </w:tc>
        <w:tc>
          <w:tcPr>
            <w:tcW w:w="850" w:type="dxa"/>
            <w:shd w:val="clear" w:color="auto" w:fill="auto"/>
            <w:vAlign w:val="bottom"/>
          </w:tcPr>
          <w:p w14:paraId="2C471FC8" w14:textId="77777777" w:rsidR="00C82E24" w:rsidRPr="009A45D1" w:rsidRDefault="00C82E24" w:rsidP="00DE6D37">
            <w:pPr>
              <w:spacing w:before="40" w:after="40" w:line="220" w:lineRule="atLeast"/>
              <w:ind w:right="113"/>
              <w:jc w:val="right"/>
              <w:rPr>
                <w:sz w:val="18"/>
                <w:szCs w:val="18"/>
              </w:rPr>
            </w:pPr>
            <w:r w:rsidRPr="009A45D1">
              <w:rPr>
                <w:sz w:val="18"/>
                <w:szCs w:val="18"/>
              </w:rPr>
              <w:t>RM1</w:t>
            </w:r>
          </w:p>
        </w:tc>
        <w:tc>
          <w:tcPr>
            <w:tcW w:w="986" w:type="dxa"/>
            <w:shd w:val="clear" w:color="auto" w:fill="auto"/>
            <w:vAlign w:val="bottom"/>
          </w:tcPr>
          <w:p w14:paraId="3F9B162C" w14:textId="77777777" w:rsidR="00C82E24" w:rsidRPr="009A45D1" w:rsidRDefault="00C82E24" w:rsidP="00DE6D37">
            <w:pPr>
              <w:spacing w:before="40" w:after="40" w:line="220" w:lineRule="atLeast"/>
              <w:ind w:right="113"/>
              <w:jc w:val="right"/>
              <w:rPr>
                <w:sz w:val="18"/>
                <w:szCs w:val="18"/>
              </w:rPr>
            </w:pPr>
            <w:r w:rsidRPr="009A45D1">
              <w:rPr>
                <w:sz w:val="18"/>
                <w:szCs w:val="18"/>
              </w:rPr>
              <w:t>5.2</w:t>
            </w:r>
          </w:p>
        </w:tc>
      </w:tr>
      <w:tr w:rsidR="00C82E24" w:rsidRPr="009A45D1" w14:paraId="0AA279BE"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2AB1E99B" w14:textId="385CA014" w:rsidR="00C82E24" w:rsidRPr="009A45D1" w:rsidRDefault="00C82E24" w:rsidP="00DE6D37">
            <w:pPr>
              <w:spacing w:before="40" w:after="40" w:line="220" w:lineRule="atLeast"/>
              <w:ind w:left="57"/>
              <w:rPr>
                <w:sz w:val="18"/>
                <w:szCs w:val="18"/>
              </w:rPr>
            </w:pPr>
            <w:r w:rsidRPr="009A45D1">
              <w:rPr>
                <w:sz w:val="18"/>
                <w:szCs w:val="18"/>
              </w:rPr>
              <w:t>Feu d</w:t>
            </w:r>
            <w:r w:rsidR="003D2091">
              <w:rPr>
                <w:sz w:val="18"/>
                <w:szCs w:val="18"/>
              </w:rPr>
              <w:t>’</w:t>
            </w:r>
            <w:r w:rsidRPr="009A45D1">
              <w:rPr>
                <w:sz w:val="18"/>
                <w:szCs w:val="18"/>
              </w:rPr>
              <w:t>encombrement arrière (intensité variable)</w:t>
            </w:r>
          </w:p>
        </w:tc>
        <w:tc>
          <w:tcPr>
            <w:tcW w:w="850" w:type="dxa"/>
            <w:shd w:val="clear" w:color="auto" w:fill="auto"/>
            <w:vAlign w:val="bottom"/>
          </w:tcPr>
          <w:p w14:paraId="065BB0E9" w14:textId="77777777" w:rsidR="00C82E24" w:rsidRPr="009A45D1" w:rsidRDefault="00C82E24" w:rsidP="00DE6D37">
            <w:pPr>
              <w:spacing w:before="40" w:after="40" w:line="220" w:lineRule="atLeast"/>
              <w:ind w:right="113"/>
              <w:jc w:val="right"/>
              <w:rPr>
                <w:sz w:val="18"/>
                <w:szCs w:val="18"/>
              </w:rPr>
            </w:pPr>
            <w:r w:rsidRPr="009A45D1">
              <w:rPr>
                <w:sz w:val="18"/>
                <w:szCs w:val="18"/>
              </w:rPr>
              <w:t>RM2</w:t>
            </w:r>
          </w:p>
        </w:tc>
        <w:tc>
          <w:tcPr>
            <w:tcW w:w="986" w:type="dxa"/>
            <w:shd w:val="clear" w:color="auto" w:fill="auto"/>
            <w:vAlign w:val="bottom"/>
          </w:tcPr>
          <w:p w14:paraId="069E86B5" w14:textId="77777777" w:rsidR="00C82E24" w:rsidRPr="009A45D1" w:rsidRDefault="00C82E24" w:rsidP="00DE6D37">
            <w:pPr>
              <w:spacing w:before="40" w:after="40" w:line="220" w:lineRule="atLeast"/>
              <w:ind w:right="113"/>
              <w:jc w:val="right"/>
              <w:rPr>
                <w:sz w:val="18"/>
                <w:szCs w:val="18"/>
              </w:rPr>
            </w:pPr>
            <w:r w:rsidRPr="009A45D1">
              <w:rPr>
                <w:sz w:val="18"/>
                <w:szCs w:val="18"/>
              </w:rPr>
              <w:t>5.2</w:t>
            </w:r>
          </w:p>
        </w:tc>
      </w:tr>
      <w:tr w:rsidR="00C82E24" w:rsidRPr="009A45D1" w14:paraId="670A6BF7"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1625130A" w14:textId="77777777" w:rsidR="00C82E24" w:rsidRPr="009A45D1" w:rsidRDefault="00C82E24" w:rsidP="00DE6D37">
            <w:pPr>
              <w:spacing w:before="40" w:after="40" w:line="220" w:lineRule="atLeast"/>
              <w:ind w:left="57"/>
              <w:rPr>
                <w:sz w:val="18"/>
                <w:szCs w:val="18"/>
              </w:rPr>
            </w:pPr>
            <w:r w:rsidRPr="009A45D1">
              <w:rPr>
                <w:sz w:val="18"/>
                <w:szCs w:val="18"/>
              </w:rPr>
              <w:t>Feu de brouillard arrière (intensité constante)</w:t>
            </w:r>
          </w:p>
        </w:tc>
        <w:tc>
          <w:tcPr>
            <w:tcW w:w="850" w:type="dxa"/>
            <w:shd w:val="clear" w:color="auto" w:fill="auto"/>
            <w:vAlign w:val="bottom"/>
          </w:tcPr>
          <w:p w14:paraId="27583622" w14:textId="77777777" w:rsidR="00C82E24" w:rsidRPr="009A45D1" w:rsidRDefault="00C82E24" w:rsidP="00DE6D37">
            <w:pPr>
              <w:spacing w:before="40" w:after="40" w:line="220" w:lineRule="atLeast"/>
              <w:ind w:right="113"/>
              <w:jc w:val="right"/>
              <w:rPr>
                <w:sz w:val="18"/>
                <w:szCs w:val="18"/>
              </w:rPr>
            </w:pPr>
            <w:r w:rsidRPr="009A45D1">
              <w:rPr>
                <w:sz w:val="18"/>
                <w:szCs w:val="18"/>
              </w:rPr>
              <w:t>F1</w:t>
            </w:r>
          </w:p>
        </w:tc>
        <w:tc>
          <w:tcPr>
            <w:tcW w:w="986" w:type="dxa"/>
            <w:shd w:val="clear" w:color="auto" w:fill="auto"/>
            <w:vAlign w:val="bottom"/>
          </w:tcPr>
          <w:p w14:paraId="7E218579" w14:textId="77777777" w:rsidR="00C82E24" w:rsidRPr="009A45D1" w:rsidRDefault="00C82E24" w:rsidP="00DE6D37">
            <w:pPr>
              <w:spacing w:before="40" w:after="40" w:line="220" w:lineRule="atLeast"/>
              <w:ind w:right="113"/>
              <w:jc w:val="right"/>
              <w:rPr>
                <w:sz w:val="18"/>
                <w:szCs w:val="18"/>
              </w:rPr>
            </w:pPr>
            <w:r w:rsidRPr="009A45D1">
              <w:rPr>
                <w:sz w:val="18"/>
                <w:szCs w:val="18"/>
              </w:rPr>
              <w:t>5.9</w:t>
            </w:r>
          </w:p>
        </w:tc>
      </w:tr>
      <w:tr w:rsidR="00C82E24" w:rsidRPr="009A45D1" w14:paraId="4CCD5EF3"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15DCCA0F" w14:textId="77777777" w:rsidR="00C82E24" w:rsidRPr="009A45D1" w:rsidRDefault="00C82E24" w:rsidP="00DE6D37">
            <w:pPr>
              <w:spacing w:before="40" w:after="40" w:line="220" w:lineRule="atLeast"/>
              <w:ind w:left="57"/>
              <w:rPr>
                <w:sz w:val="18"/>
                <w:szCs w:val="18"/>
              </w:rPr>
            </w:pPr>
            <w:r w:rsidRPr="009A45D1">
              <w:rPr>
                <w:sz w:val="18"/>
                <w:szCs w:val="18"/>
              </w:rPr>
              <w:t>Feu de brouillard arrière (intensité variable)</w:t>
            </w:r>
          </w:p>
        </w:tc>
        <w:tc>
          <w:tcPr>
            <w:tcW w:w="850" w:type="dxa"/>
            <w:shd w:val="clear" w:color="auto" w:fill="auto"/>
            <w:vAlign w:val="bottom"/>
          </w:tcPr>
          <w:p w14:paraId="5240676E" w14:textId="77777777" w:rsidR="00C82E24" w:rsidRPr="009A45D1" w:rsidRDefault="00C82E24" w:rsidP="00DE6D37">
            <w:pPr>
              <w:spacing w:before="40" w:after="40" w:line="220" w:lineRule="atLeast"/>
              <w:ind w:right="113"/>
              <w:jc w:val="right"/>
              <w:rPr>
                <w:sz w:val="18"/>
                <w:szCs w:val="18"/>
              </w:rPr>
            </w:pPr>
            <w:r w:rsidRPr="009A45D1">
              <w:rPr>
                <w:sz w:val="18"/>
                <w:szCs w:val="18"/>
              </w:rPr>
              <w:t>F2</w:t>
            </w:r>
          </w:p>
        </w:tc>
        <w:tc>
          <w:tcPr>
            <w:tcW w:w="986" w:type="dxa"/>
            <w:shd w:val="clear" w:color="auto" w:fill="auto"/>
            <w:vAlign w:val="bottom"/>
          </w:tcPr>
          <w:p w14:paraId="0BCCD9D4" w14:textId="77777777" w:rsidR="00C82E24" w:rsidRPr="009A45D1" w:rsidRDefault="00C82E24" w:rsidP="00DE6D37">
            <w:pPr>
              <w:spacing w:before="40" w:after="40" w:line="220" w:lineRule="atLeast"/>
              <w:ind w:right="113"/>
              <w:jc w:val="right"/>
              <w:rPr>
                <w:sz w:val="18"/>
                <w:szCs w:val="18"/>
              </w:rPr>
            </w:pPr>
            <w:r w:rsidRPr="009A45D1">
              <w:rPr>
                <w:sz w:val="18"/>
                <w:szCs w:val="18"/>
              </w:rPr>
              <w:t>5.9</w:t>
            </w:r>
          </w:p>
        </w:tc>
      </w:tr>
      <w:tr w:rsidR="00C82E24" w:rsidRPr="009A45D1" w14:paraId="35480949"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7DC06E4F" w14:textId="77777777" w:rsidR="00C82E24" w:rsidRPr="009A45D1" w:rsidRDefault="00C82E24" w:rsidP="00DE6D37">
            <w:pPr>
              <w:spacing w:before="40" w:after="40" w:line="220" w:lineRule="atLeast"/>
              <w:ind w:left="57"/>
              <w:rPr>
                <w:sz w:val="18"/>
                <w:szCs w:val="18"/>
              </w:rPr>
            </w:pPr>
            <w:r w:rsidRPr="009A45D1">
              <w:rPr>
                <w:sz w:val="18"/>
                <w:szCs w:val="18"/>
              </w:rPr>
              <w:t>Feu de position arrière pour véhicules de la catégorie L</w:t>
            </w:r>
          </w:p>
        </w:tc>
        <w:tc>
          <w:tcPr>
            <w:tcW w:w="850" w:type="dxa"/>
            <w:shd w:val="clear" w:color="auto" w:fill="auto"/>
            <w:vAlign w:val="bottom"/>
          </w:tcPr>
          <w:p w14:paraId="5A54CB54" w14:textId="77777777" w:rsidR="00C82E24" w:rsidRPr="009A45D1" w:rsidRDefault="00C82E24" w:rsidP="00DE6D37">
            <w:pPr>
              <w:spacing w:before="40" w:after="40" w:line="220" w:lineRule="atLeast"/>
              <w:ind w:right="113"/>
              <w:jc w:val="right"/>
              <w:rPr>
                <w:sz w:val="18"/>
                <w:szCs w:val="18"/>
              </w:rPr>
            </w:pPr>
            <w:r w:rsidRPr="009A45D1">
              <w:rPr>
                <w:sz w:val="18"/>
                <w:szCs w:val="18"/>
              </w:rPr>
              <w:t>MR</w:t>
            </w:r>
          </w:p>
        </w:tc>
        <w:tc>
          <w:tcPr>
            <w:tcW w:w="986" w:type="dxa"/>
            <w:shd w:val="clear" w:color="auto" w:fill="auto"/>
            <w:vAlign w:val="bottom"/>
          </w:tcPr>
          <w:p w14:paraId="02092E76" w14:textId="77777777" w:rsidR="00C82E24" w:rsidRPr="009A45D1" w:rsidRDefault="00C82E24" w:rsidP="00DE6D37">
            <w:pPr>
              <w:spacing w:before="40" w:after="40" w:line="220" w:lineRule="atLeast"/>
              <w:ind w:right="113"/>
              <w:jc w:val="right"/>
              <w:rPr>
                <w:sz w:val="18"/>
                <w:szCs w:val="18"/>
              </w:rPr>
            </w:pPr>
            <w:r w:rsidRPr="009A45D1">
              <w:rPr>
                <w:sz w:val="18"/>
                <w:szCs w:val="18"/>
              </w:rPr>
              <w:t>5.2</w:t>
            </w:r>
          </w:p>
        </w:tc>
      </w:tr>
      <w:tr w:rsidR="00C82E24" w:rsidRPr="009A45D1" w14:paraId="232379CF"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2798F3A4" w14:textId="77777777" w:rsidR="00C82E24" w:rsidRPr="009A45D1" w:rsidRDefault="00C82E24" w:rsidP="00DE6D37">
            <w:pPr>
              <w:spacing w:before="40" w:after="40" w:line="220" w:lineRule="atLeast"/>
              <w:ind w:left="57"/>
              <w:rPr>
                <w:sz w:val="18"/>
                <w:szCs w:val="18"/>
              </w:rPr>
            </w:pPr>
            <w:r w:rsidRPr="009A45D1">
              <w:rPr>
                <w:sz w:val="18"/>
                <w:szCs w:val="18"/>
              </w:rPr>
              <w:t>Feu de position arrière (intensité constante)</w:t>
            </w:r>
          </w:p>
        </w:tc>
        <w:tc>
          <w:tcPr>
            <w:tcW w:w="850" w:type="dxa"/>
            <w:shd w:val="clear" w:color="auto" w:fill="auto"/>
            <w:vAlign w:val="bottom"/>
          </w:tcPr>
          <w:p w14:paraId="31C794F3" w14:textId="77777777" w:rsidR="00C82E24" w:rsidRPr="009A45D1" w:rsidRDefault="00C82E24" w:rsidP="00DE6D37">
            <w:pPr>
              <w:spacing w:before="40" w:after="40" w:line="220" w:lineRule="atLeast"/>
              <w:ind w:right="113"/>
              <w:jc w:val="right"/>
              <w:rPr>
                <w:sz w:val="18"/>
                <w:szCs w:val="18"/>
              </w:rPr>
            </w:pPr>
            <w:r w:rsidRPr="009A45D1">
              <w:rPr>
                <w:sz w:val="18"/>
                <w:szCs w:val="18"/>
              </w:rPr>
              <w:t>R1</w:t>
            </w:r>
          </w:p>
        </w:tc>
        <w:tc>
          <w:tcPr>
            <w:tcW w:w="986" w:type="dxa"/>
            <w:shd w:val="clear" w:color="auto" w:fill="auto"/>
            <w:vAlign w:val="bottom"/>
          </w:tcPr>
          <w:p w14:paraId="50A9F4DC" w14:textId="77777777" w:rsidR="00C82E24" w:rsidRPr="009A45D1" w:rsidRDefault="00C82E24" w:rsidP="00DE6D37">
            <w:pPr>
              <w:spacing w:before="40" w:after="40" w:line="220" w:lineRule="atLeast"/>
              <w:ind w:right="113"/>
              <w:jc w:val="right"/>
              <w:rPr>
                <w:sz w:val="18"/>
                <w:szCs w:val="18"/>
              </w:rPr>
            </w:pPr>
            <w:r w:rsidRPr="009A45D1">
              <w:rPr>
                <w:sz w:val="18"/>
                <w:szCs w:val="18"/>
              </w:rPr>
              <w:t>5.2</w:t>
            </w:r>
          </w:p>
        </w:tc>
      </w:tr>
      <w:tr w:rsidR="00C82E24" w:rsidRPr="009A45D1" w14:paraId="5C7655D2"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2304C488" w14:textId="77777777" w:rsidR="00C82E24" w:rsidRPr="009A45D1" w:rsidRDefault="00C82E24" w:rsidP="00DE6D37">
            <w:pPr>
              <w:spacing w:before="40" w:after="40" w:line="220" w:lineRule="atLeast"/>
              <w:ind w:left="57"/>
              <w:rPr>
                <w:sz w:val="18"/>
                <w:szCs w:val="18"/>
              </w:rPr>
            </w:pPr>
            <w:r w:rsidRPr="009A45D1">
              <w:rPr>
                <w:sz w:val="18"/>
                <w:szCs w:val="18"/>
              </w:rPr>
              <w:t>Feu de position arrière (intensité variable)</w:t>
            </w:r>
          </w:p>
        </w:tc>
        <w:tc>
          <w:tcPr>
            <w:tcW w:w="850" w:type="dxa"/>
            <w:shd w:val="clear" w:color="auto" w:fill="auto"/>
            <w:vAlign w:val="bottom"/>
          </w:tcPr>
          <w:p w14:paraId="08F45014" w14:textId="77777777" w:rsidR="00C82E24" w:rsidRPr="009A45D1" w:rsidRDefault="00C82E24" w:rsidP="00DE6D37">
            <w:pPr>
              <w:spacing w:before="40" w:after="40" w:line="220" w:lineRule="atLeast"/>
              <w:ind w:right="113"/>
              <w:jc w:val="right"/>
              <w:rPr>
                <w:sz w:val="18"/>
                <w:szCs w:val="18"/>
              </w:rPr>
            </w:pPr>
            <w:r w:rsidRPr="009A45D1">
              <w:rPr>
                <w:sz w:val="18"/>
                <w:szCs w:val="18"/>
              </w:rPr>
              <w:t>R2</w:t>
            </w:r>
          </w:p>
        </w:tc>
        <w:tc>
          <w:tcPr>
            <w:tcW w:w="986" w:type="dxa"/>
            <w:shd w:val="clear" w:color="auto" w:fill="auto"/>
            <w:vAlign w:val="bottom"/>
          </w:tcPr>
          <w:p w14:paraId="1FB0CB5C" w14:textId="77777777" w:rsidR="00C82E24" w:rsidRPr="009A45D1" w:rsidRDefault="00C82E24" w:rsidP="00DE6D37">
            <w:pPr>
              <w:spacing w:before="40" w:after="40" w:line="220" w:lineRule="atLeast"/>
              <w:ind w:right="113"/>
              <w:jc w:val="right"/>
              <w:rPr>
                <w:sz w:val="18"/>
                <w:szCs w:val="18"/>
              </w:rPr>
            </w:pPr>
            <w:r w:rsidRPr="009A45D1">
              <w:rPr>
                <w:sz w:val="18"/>
                <w:szCs w:val="18"/>
              </w:rPr>
              <w:t>5.2</w:t>
            </w:r>
          </w:p>
        </w:tc>
      </w:tr>
      <w:tr w:rsidR="00C82E24" w:rsidRPr="009A45D1" w14:paraId="2417D54C"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42C74B7B" w14:textId="498C98E4" w:rsidR="00C82E24" w:rsidRPr="009A45D1" w:rsidRDefault="00C82E24" w:rsidP="00DE6D37">
            <w:pPr>
              <w:spacing w:before="40" w:after="40" w:line="220" w:lineRule="atLeast"/>
              <w:ind w:left="57"/>
              <w:rPr>
                <w:sz w:val="18"/>
                <w:szCs w:val="18"/>
              </w:rPr>
            </w:pPr>
            <w:r w:rsidRPr="009A45D1">
              <w:rPr>
                <w:sz w:val="18"/>
                <w:szCs w:val="18"/>
              </w:rPr>
              <w:t>Feu de plaque d</w:t>
            </w:r>
            <w:r w:rsidR="003D2091">
              <w:rPr>
                <w:sz w:val="18"/>
                <w:szCs w:val="18"/>
              </w:rPr>
              <w:t>’</w:t>
            </w:r>
            <w:r w:rsidRPr="009A45D1">
              <w:rPr>
                <w:sz w:val="18"/>
                <w:szCs w:val="18"/>
              </w:rPr>
              <w:t>immatriculation arrière</w:t>
            </w:r>
          </w:p>
        </w:tc>
        <w:tc>
          <w:tcPr>
            <w:tcW w:w="850" w:type="dxa"/>
            <w:shd w:val="clear" w:color="auto" w:fill="auto"/>
            <w:vAlign w:val="bottom"/>
          </w:tcPr>
          <w:p w14:paraId="72A780A0" w14:textId="77777777" w:rsidR="00C82E24" w:rsidRPr="009A45D1" w:rsidRDefault="00C82E24" w:rsidP="00DE6D37">
            <w:pPr>
              <w:spacing w:before="40" w:after="40" w:line="220" w:lineRule="atLeast"/>
              <w:ind w:right="113"/>
              <w:jc w:val="right"/>
              <w:rPr>
                <w:sz w:val="18"/>
                <w:szCs w:val="18"/>
              </w:rPr>
            </w:pPr>
            <w:r w:rsidRPr="009A45D1">
              <w:rPr>
                <w:sz w:val="18"/>
                <w:szCs w:val="18"/>
              </w:rPr>
              <w:t>L</w:t>
            </w:r>
          </w:p>
        </w:tc>
        <w:tc>
          <w:tcPr>
            <w:tcW w:w="986" w:type="dxa"/>
            <w:shd w:val="clear" w:color="auto" w:fill="auto"/>
            <w:vAlign w:val="bottom"/>
          </w:tcPr>
          <w:p w14:paraId="1EFE7D40" w14:textId="77777777" w:rsidR="00C82E24" w:rsidRPr="009A45D1" w:rsidRDefault="00C82E24" w:rsidP="00DE6D37">
            <w:pPr>
              <w:spacing w:before="40" w:after="40" w:line="220" w:lineRule="atLeast"/>
              <w:ind w:right="113"/>
              <w:jc w:val="right"/>
              <w:rPr>
                <w:sz w:val="18"/>
                <w:szCs w:val="18"/>
              </w:rPr>
            </w:pPr>
            <w:r w:rsidRPr="009A45D1">
              <w:rPr>
                <w:sz w:val="18"/>
                <w:szCs w:val="18"/>
              </w:rPr>
              <w:t>5.11</w:t>
            </w:r>
          </w:p>
        </w:tc>
      </w:tr>
      <w:tr w:rsidR="00C82E24" w:rsidRPr="009A45D1" w14:paraId="7EB6C4DB"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415E7E4E" w14:textId="68D024E7" w:rsidR="00C82E24" w:rsidRPr="009A45D1" w:rsidRDefault="00C82E24" w:rsidP="00DE6D37">
            <w:pPr>
              <w:spacing w:before="40" w:after="40" w:line="220" w:lineRule="atLeast"/>
              <w:ind w:left="57"/>
              <w:rPr>
                <w:sz w:val="18"/>
                <w:szCs w:val="18"/>
              </w:rPr>
            </w:pPr>
            <w:r w:rsidRPr="009A45D1">
              <w:rPr>
                <w:sz w:val="18"/>
                <w:szCs w:val="18"/>
              </w:rPr>
              <w:t>Feu de plaque d</w:t>
            </w:r>
            <w:r w:rsidR="003D2091">
              <w:rPr>
                <w:sz w:val="18"/>
                <w:szCs w:val="18"/>
              </w:rPr>
              <w:t>’</w:t>
            </w:r>
            <w:r w:rsidRPr="009A45D1">
              <w:rPr>
                <w:sz w:val="18"/>
                <w:szCs w:val="18"/>
              </w:rPr>
              <w:t xml:space="preserve">immatriculation arrière pour véhicules </w:t>
            </w:r>
            <w:r>
              <w:rPr>
                <w:sz w:val="18"/>
                <w:szCs w:val="18"/>
              </w:rPr>
              <w:br/>
            </w:r>
            <w:r w:rsidRPr="009A45D1">
              <w:rPr>
                <w:sz w:val="18"/>
                <w:szCs w:val="18"/>
              </w:rPr>
              <w:t>de la catégorie L</w:t>
            </w:r>
          </w:p>
        </w:tc>
        <w:tc>
          <w:tcPr>
            <w:tcW w:w="850" w:type="dxa"/>
            <w:shd w:val="clear" w:color="auto" w:fill="auto"/>
            <w:vAlign w:val="bottom"/>
          </w:tcPr>
          <w:p w14:paraId="61204AEE" w14:textId="77777777" w:rsidR="00C82E24" w:rsidRPr="009A45D1" w:rsidRDefault="00C82E24" w:rsidP="00DE6D37">
            <w:pPr>
              <w:spacing w:before="40" w:after="40" w:line="220" w:lineRule="atLeast"/>
              <w:ind w:right="113"/>
              <w:jc w:val="right"/>
              <w:rPr>
                <w:sz w:val="18"/>
                <w:szCs w:val="18"/>
              </w:rPr>
            </w:pPr>
            <w:r w:rsidRPr="009A45D1">
              <w:rPr>
                <w:sz w:val="18"/>
                <w:szCs w:val="18"/>
              </w:rPr>
              <w:t>LM1</w:t>
            </w:r>
          </w:p>
        </w:tc>
        <w:tc>
          <w:tcPr>
            <w:tcW w:w="986" w:type="dxa"/>
            <w:shd w:val="clear" w:color="auto" w:fill="auto"/>
            <w:vAlign w:val="bottom"/>
          </w:tcPr>
          <w:p w14:paraId="2EE76913" w14:textId="77777777" w:rsidR="00C82E24" w:rsidRPr="009A45D1" w:rsidRDefault="00C82E24" w:rsidP="00DE6D37">
            <w:pPr>
              <w:spacing w:before="40" w:after="40" w:line="220" w:lineRule="atLeast"/>
              <w:ind w:right="113"/>
              <w:jc w:val="right"/>
              <w:rPr>
                <w:sz w:val="18"/>
                <w:szCs w:val="18"/>
              </w:rPr>
            </w:pPr>
            <w:r w:rsidRPr="009A45D1">
              <w:rPr>
                <w:sz w:val="18"/>
                <w:szCs w:val="18"/>
              </w:rPr>
              <w:t>5.11</w:t>
            </w:r>
          </w:p>
        </w:tc>
      </w:tr>
      <w:tr w:rsidR="00C82E24" w:rsidRPr="009A45D1" w14:paraId="2160B5C3"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44AB0649" w14:textId="77777777" w:rsidR="00C82E24" w:rsidRPr="009A45D1" w:rsidRDefault="00C82E24" w:rsidP="00DE6D37">
            <w:pPr>
              <w:spacing w:before="40" w:after="40" w:line="220" w:lineRule="atLeast"/>
              <w:ind w:left="57"/>
              <w:rPr>
                <w:sz w:val="18"/>
                <w:szCs w:val="18"/>
              </w:rPr>
            </w:pPr>
            <w:r w:rsidRPr="009A45D1">
              <w:rPr>
                <w:sz w:val="18"/>
                <w:szCs w:val="18"/>
              </w:rPr>
              <w:t>Feu de marche arrière (</w:t>
            </w:r>
            <w:r w:rsidRPr="009A45D1">
              <w:rPr>
                <w:i/>
                <w:sz w:val="18"/>
                <w:szCs w:val="18"/>
              </w:rPr>
              <w:t>note</w:t>
            </w:r>
            <w:r w:rsidRPr="009A45D1">
              <w:rPr>
                <w:sz w:val="18"/>
                <w:szCs w:val="18"/>
              </w:rPr>
              <w:t xml:space="preserve"> : les lettres A et R peuvent </w:t>
            </w:r>
            <w:r>
              <w:rPr>
                <w:sz w:val="18"/>
                <w:szCs w:val="18"/>
              </w:rPr>
              <w:br/>
            </w:r>
            <w:r w:rsidRPr="009A45D1">
              <w:rPr>
                <w:sz w:val="18"/>
                <w:szCs w:val="18"/>
              </w:rPr>
              <w:t>être combinées)</w:t>
            </w:r>
          </w:p>
        </w:tc>
        <w:tc>
          <w:tcPr>
            <w:tcW w:w="850" w:type="dxa"/>
            <w:shd w:val="clear" w:color="auto" w:fill="auto"/>
            <w:vAlign w:val="bottom"/>
          </w:tcPr>
          <w:p w14:paraId="701CFAC1" w14:textId="77777777" w:rsidR="00C82E24" w:rsidRPr="009A45D1" w:rsidRDefault="00C82E24" w:rsidP="00DE6D37">
            <w:pPr>
              <w:spacing w:before="40" w:after="40" w:line="220" w:lineRule="atLeast"/>
              <w:ind w:right="113"/>
              <w:jc w:val="right"/>
              <w:rPr>
                <w:sz w:val="18"/>
                <w:szCs w:val="18"/>
              </w:rPr>
            </w:pPr>
            <w:r w:rsidRPr="009A45D1">
              <w:rPr>
                <w:sz w:val="18"/>
                <w:szCs w:val="18"/>
              </w:rPr>
              <w:t>AR</w:t>
            </w:r>
          </w:p>
        </w:tc>
        <w:tc>
          <w:tcPr>
            <w:tcW w:w="986" w:type="dxa"/>
            <w:shd w:val="clear" w:color="auto" w:fill="auto"/>
            <w:vAlign w:val="bottom"/>
          </w:tcPr>
          <w:p w14:paraId="22CCAEF5" w14:textId="77777777" w:rsidR="00C82E24" w:rsidRPr="009A45D1" w:rsidRDefault="00C82E24" w:rsidP="00DE6D37">
            <w:pPr>
              <w:spacing w:before="40" w:after="40" w:line="220" w:lineRule="atLeast"/>
              <w:ind w:right="113"/>
              <w:jc w:val="right"/>
              <w:rPr>
                <w:sz w:val="18"/>
                <w:szCs w:val="18"/>
              </w:rPr>
            </w:pPr>
            <w:r w:rsidRPr="009A45D1">
              <w:rPr>
                <w:sz w:val="18"/>
                <w:szCs w:val="18"/>
              </w:rPr>
              <w:t>5.8</w:t>
            </w:r>
          </w:p>
        </w:tc>
      </w:tr>
      <w:tr w:rsidR="00C82E24" w:rsidRPr="009A45D1" w14:paraId="7017BCE8"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1629BBA1" w14:textId="5E39C7C9" w:rsidR="00C82E24" w:rsidRPr="009A45D1" w:rsidRDefault="00C82E24" w:rsidP="00DE6D37">
            <w:pPr>
              <w:spacing w:before="40" w:after="40" w:line="220" w:lineRule="atLeast"/>
              <w:ind w:left="57"/>
              <w:rPr>
                <w:sz w:val="18"/>
                <w:szCs w:val="18"/>
              </w:rPr>
            </w:pPr>
            <w:r w:rsidRPr="009A45D1">
              <w:rPr>
                <w:sz w:val="18"/>
                <w:szCs w:val="18"/>
              </w:rPr>
              <w:t xml:space="preserve">Feu indicateur de direction latéral pour les véhicules </w:t>
            </w:r>
            <w:r>
              <w:rPr>
                <w:sz w:val="18"/>
                <w:szCs w:val="18"/>
              </w:rPr>
              <w:br/>
            </w:r>
            <w:r w:rsidRPr="009A45D1">
              <w:rPr>
                <w:sz w:val="18"/>
                <w:szCs w:val="18"/>
              </w:rPr>
              <w:t>de la catégorie M</w:t>
            </w:r>
            <w:r w:rsidRPr="009A45D1">
              <w:rPr>
                <w:sz w:val="18"/>
                <w:szCs w:val="18"/>
                <w:vertAlign w:val="subscript"/>
              </w:rPr>
              <w:t>1</w:t>
            </w:r>
            <w:r w:rsidRPr="009A45D1">
              <w:rPr>
                <w:sz w:val="18"/>
                <w:szCs w:val="18"/>
              </w:rPr>
              <w:t xml:space="preserve"> et les véhicules des catégories N</w:t>
            </w:r>
            <w:r w:rsidRPr="009A45D1">
              <w:rPr>
                <w:sz w:val="18"/>
                <w:szCs w:val="18"/>
                <w:vertAlign w:val="subscript"/>
              </w:rPr>
              <w:t>1</w:t>
            </w:r>
            <w:r w:rsidRPr="009A45D1">
              <w:rPr>
                <w:sz w:val="18"/>
                <w:szCs w:val="18"/>
              </w:rPr>
              <w:t>, M</w:t>
            </w:r>
            <w:r w:rsidRPr="009A45D1">
              <w:rPr>
                <w:sz w:val="18"/>
                <w:szCs w:val="18"/>
                <w:vertAlign w:val="subscript"/>
              </w:rPr>
              <w:t>2</w:t>
            </w:r>
            <w:r w:rsidRPr="009A45D1">
              <w:rPr>
                <w:sz w:val="18"/>
                <w:szCs w:val="18"/>
              </w:rPr>
              <w:t xml:space="preserve"> </w:t>
            </w:r>
            <w:r>
              <w:rPr>
                <w:sz w:val="18"/>
                <w:szCs w:val="18"/>
              </w:rPr>
              <w:br/>
            </w:r>
            <w:r w:rsidRPr="009A45D1">
              <w:rPr>
                <w:sz w:val="18"/>
                <w:szCs w:val="18"/>
              </w:rPr>
              <w:t>et M</w:t>
            </w:r>
            <w:r w:rsidRPr="009A45D1">
              <w:rPr>
                <w:sz w:val="18"/>
                <w:szCs w:val="18"/>
                <w:vertAlign w:val="subscript"/>
              </w:rPr>
              <w:t>3</w:t>
            </w:r>
            <w:r w:rsidRPr="009A45D1">
              <w:rPr>
                <w:sz w:val="18"/>
                <w:szCs w:val="18"/>
              </w:rPr>
              <w:t xml:space="preserve"> d</w:t>
            </w:r>
            <w:r w:rsidR="003D2091">
              <w:rPr>
                <w:sz w:val="18"/>
                <w:szCs w:val="18"/>
              </w:rPr>
              <w:t>’</w:t>
            </w:r>
            <w:r w:rsidRPr="009A45D1">
              <w:rPr>
                <w:sz w:val="18"/>
                <w:szCs w:val="18"/>
              </w:rPr>
              <w:t>une longueur inférieure ou égale à 6 000 mm</w:t>
            </w:r>
          </w:p>
        </w:tc>
        <w:tc>
          <w:tcPr>
            <w:tcW w:w="850" w:type="dxa"/>
            <w:shd w:val="clear" w:color="auto" w:fill="auto"/>
            <w:vAlign w:val="bottom"/>
          </w:tcPr>
          <w:p w14:paraId="5A0FD565" w14:textId="77777777" w:rsidR="00C82E24" w:rsidRPr="009A45D1" w:rsidRDefault="00C82E24" w:rsidP="00DE6D37">
            <w:pPr>
              <w:spacing w:before="40" w:after="40" w:line="220" w:lineRule="atLeast"/>
              <w:ind w:right="113"/>
              <w:jc w:val="right"/>
              <w:rPr>
                <w:sz w:val="18"/>
                <w:szCs w:val="18"/>
              </w:rPr>
            </w:pPr>
            <w:r w:rsidRPr="009A45D1">
              <w:rPr>
                <w:sz w:val="18"/>
                <w:szCs w:val="18"/>
              </w:rPr>
              <w:t>5</w:t>
            </w:r>
          </w:p>
        </w:tc>
        <w:tc>
          <w:tcPr>
            <w:tcW w:w="986" w:type="dxa"/>
            <w:shd w:val="clear" w:color="auto" w:fill="auto"/>
            <w:vAlign w:val="bottom"/>
          </w:tcPr>
          <w:p w14:paraId="2C7A6F97"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06963C26"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59B7144E" w14:textId="7ACD5375" w:rsidR="00C82E24" w:rsidRPr="009A45D1" w:rsidRDefault="00C82E24" w:rsidP="00DE6D37">
            <w:pPr>
              <w:spacing w:before="40" w:after="40" w:line="220" w:lineRule="atLeast"/>
              <w:ind w:left="57"/>
              <w:rPr>
                <w:sz w:val="18"/>
                <w:szCs w:val="18"/>
              </w:rPr>
            </w:pPr>
            <w:r w:rsidRPr="009A45D1">
              <w:rPr>
                <w:sz w:val="18"/>
                <w:szCs w:val="18"/>
              </w:rPr>
              <w:t>Feu indicateur de direction latéral pour les véhicules des catégories N</w:t>
            </w:r>
            <w:r w:rsidRPr="009A45D1">
              <w:rPr>
                <w:sz w:val="18"/>
                <w:szCs w:val="18"/>
                <w:vertAlign w:val="subscript"/>
              </w:rPr>
              <w:t>2</w:t>
            </w:r>
            <w:r w:rsidRPr="009A45D1">
              <w:rPr>
                <w:sz w:val="18"/>
                <w:szCs w:val="18"/>
              </w:rPr>
              <w:t xml:space="preserve"> et N</w:t>
            </w:r>
            <w:r w:rsidRPr="009A45D1">
              <w:rPr>
                <w:sz w:val="18"/>
                <w:szCs w:val="18"/>
                <w:vertAlign w:val="subscript"/>
              </w:rPr>
              <w:t xml:space="preserve">3 </w:t>
            </w:r>
            <w:r w:rsidRPr="009A45D1">
              <w:rPr>
                <w:sz w:val="18"/>
                <w:szCs w:val="18"/>
              </w:rPr>
              <w:t>et les véhicules des catégories N</w:t>
            </w:r>
            <w:r w:rsidRPr="009A45D1">
              <w:rPr>
                <w:sz w:val="18"/>
                <w:szCs w:val="18"/>
                <w:vertAlign w:val="subscript"/>
              </w:rPr>
              <w:t>1</w:t>
            </w:r>
            <w:r w:rsidRPr="009A45D1">
              <w:rPr>
                <w:sz w:val="18"/>
                <w:szCs w:val="18"/>
              </w:rPr>
              <w:t>, M</w:t>
            </w:r>
            <w:r w:rsidRPr="009A45D1">
              <w:rPr>
                <w:sz w:val="18"/>
                <w:szCs w:val="18"/>
                <w:vertAlign w:val="subscript"/>
              </w:rPr>
              <w:t>2</w:t>
            </w:r>
            <w:r w:rsidRPr="009A45D1">
              <w:rPr>
                <w:sz w:val="18"/>
                <w:szCs w:val="18"/>
              </w:rPr>
              <w:t xml:space="preserve"> </w:t>
            </w:r>
            <w:r>
              <w:rPr>
                <w:sz w:val="18"/>
                <w:szCs w:val="18"/>
              </w:rPr>
              <w:br/>
            </w:r>
            <w:r w:rsidRPr="009A45D1">
              <w:rPr>
                <w:sz w:val="18"/>
                <w:szCs w:val="18"/>
              </w:rPr>
              <w:t>et M</w:t>
            </w:r>
            <w:r w:rsidRPr="009A45D1">
              <w:rPr>
                <w:sz w:val="18"/>
                <w:szCs w:val="18"/>
                <w:vertAlign w:val="subscript"/>
              </w:rPr>
              <w:t>3</w:t>
            </w:r>
            <w:r w:rsidRPr="009A45D1">
              <w:rPr>
                <w:sz w:val="18"/>
                <w:szCs w:val="18"/>
              </w:rPr>
              <w:t xml:space="preserve"> d</w:t>
            </w:r>
            <w:r w:rsidR="003D2091">
              <w:rPr>
                <w:sz w:val="18"/>
                <w:szCs w:val="18"/>
              </w:rPr>
              <w:t>’</w:t>
            </w:r>
            <w:r w:rsidRPr="009A45D1">
              <w:rPr>
                <w:sz w:val="18"/>
                <w:szCs w:val="18"/>
              </w:rPr>
              <w:t>une longueur supérieure à 6 000 mm</w:t>
            </w:r>
          </w:p>
        </w:tc>
        <w:tc>
          <w:tcPr>
            <w:tcW w:w="850" w:type="dxa"/>
            <w:shd w:val="clear" w:color="auto" w:fill="auto"/>
            <w:vAlign w:val="bottom"/>
          </w:tcPr>
          <w:p w14:paraId="5F92D045" w14:textId="77777777" w:rsidR="00C82E24" w:rsidRPr="009A45D1" w:rsidRDefault="00C82E24" w:rsidP="00DE6D37">
            <w:pPr>
              <w:spacing w:before="40" w:after="40" w:line="220" w:lineRule="atLeast"/>
              <w:ind w:right="113"/>
              <w:jc w:val="right"/>
              <w:rPr>
                <w:sz w:val="18"/>
                <w:szCs w:val="18"/>
              </w:rPr>
            </w:pPr>
            <w:r w:rsidRPr="009A45D1">
              <w:rPr>
                <w:sz w:val="18"/>
                <w:szCs w:val="18"/>
              </w:rPr>
              <w:t>6</w:t>
            </w:r>
          </w:p>
        </w:tc>
        <w:tc>
          <w:tcPr>
            <w:tcW w:w="986" w:type="dxa"/>
            <w:shd w:val="clear" w:color="auto" w:fill="auto"/>
            <w:vAlign w:val="bottom"/>
          </w:tcPr>
          <w:p w14:paraId="1E4CE267" w14:textId="77777777" w:rsidR="00C82E24" w:rsidRPr="009A45D1" w:rsidRDefault="00C82E24" w:rsidP="00DE6D37">
            <w:pPr>
              <w:spacing w:before="40" w:after="40" w:line="220" w:lineRule="atLeast"/>
              <w:ind w:right="113"/>
              <w:jc w:val="right"/>
              <w:rPr>
                <w:sz w:val="18"/>
                <w:szCs w:val="18"/>
              </w:rPr>
            </w:pPr>
            <w:r w:rsidRPr="009A45D1">
              <w:rPr>
                <w:sz w:val="18"/>
                <w:szCs w:val="18"/>
              </w:rPr>
              <w:t>5.6</w:t>
            </w:r>
          </w:p>
        </w:tc>
      </w:tr>
      <w:tr w:rsidR="00C82E24" w:rsidRPr="009A45D1" w14:paraId="3853BEF7"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4C8E3028" w14:textId="77777777" w:rsidR="00C82E24" w:rsidRPr="009A45D1" w:rsidRDefault="00C82E24" w:rsidP="00DE6D37">
            <w:pPr>
              <w:spacing w:before="40" w:after="40" w:line="220" w:lineRule="atLeast"/>
              <w:ind w:left="57"/>
              <w:rPr>
                <w:sz w:val="18"/>
                <w:szCs w:val="18"/>
              </w:rPr>
            </w:pPr>
            <w:r w:rsidRPr="009A45D1">
              <w:rPr>
                <w:sz w:val="18"/>
                <w:szCs w:val="18"/>
              </w:rPr>
              <w:t xml:space="preserve">Feu de position latéral pour toutes les catégories </w:t>
            </w:r>
            <w:r>
              <w:rPr>
                <w:sz w:val="18"/>
                <w:szCs w:val="18"/>
              </w:rPr>
              <w:br/>
            </w:r>
            <w:r w:rsidRPr="009A45D1">
              <w:rPr>
                <w:sz w:val="18"/>
                <w:szCs w:val="18"/>
              </w:rPr>
              <w:t>de véhicule</w:t>
            </w:r>
          </w:p>
        </w:tc>
        <w:tc>
          <w:tcPr>
            <w:tcW w:w="850" w:type="dxa"/>
            <w:shd w:val="clear" w:color="auto" w:fill="auto"/>
            <w:vAlign w:val="bottom"/>
          </w:tcPr>
          <w:p w14:paraId="05DA4AC6" w14:textId="77777777" w:rsidR="00C82E24" w:rsidRPr="009A45D1" w:rsidRDefault="00C82E24" w:rsidP="00DE6D37">
            <w:pPr>
              <w:spacing w:before="40" w:after="40" w:line="220" w:lineRule="atLeast"/>
              <w:ind w:right="113"/>
              <w:jc w:val="right"/>
              <w:rPr>
                <w:sz w:val="18"/>
                <w:szCs w:val="18"/>
              </w:rPr>
            </w:pPr>
            <w:r w:rsidRPr="009A45D1">
              <w:rPr>
                <w:sz w:val="18"/>
                <w:szCs w:val="18"/>
              </w:rPr>
              <w:t>SM1</w:t>
            </w:r>
          </w:p>
        </w:tc>
        <w:tc>
          <w:tcPr>
            <w:tcW w:w="986" w:type="dxa"/>
            <w:shd w:val="clear" w:color="auto" w:fill="auto"/>
            <w:vAlign w:val="bottom"/>
          </w:tcPr>
          <w:p w14:paraId="2273320C" w14:textId="77777777" w:rsidR="00C82E24" w:rsidRPr="009A45D1" w:rsidRDefault="00C82E24" w:rsidP="00DE6D37">
            <w:pPr>
              <w:spacing w:before="40" w:after="40" w:line="220" w:lineRule="atLeast"/>
              <w:ind w:right="113"/>
              <w:jc w:val="right"/>
              <w:rPr>
                <w:sz w:val="18"/>
                <w:szCs w:val="18"/>
              </w:rPr>
            </w:pPr>
            <w:r w:rsidRPr="009A45D1">
              <w:rPr>
                <w:sz w:val="18"/>
                <w:szCs w:val="18"/>
              </w:rPr>
              <w:t>5.7</w:t>
            </w:r>
          </w:p>
        </w:tc>
      </w:tr>
      <w:tr w:rsidR="00C82E24" w:rsidRPr="009A45D1" w14:paraId="48E72E56"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7FD1E3F1" w14:textId="77777777" w:rsidR="00C82E24" w:rsidRPr="009A45D1" w:rsidRDefault="00C82E24" w:rsidP="00DE6D37">
            <w:pPr>
              <w:spacing w:before="40" w:after="40" w:line="220" w:lineRule="atLeast"/>
              <w:ind w:left="57"/>
              <w:rPr>
                <w:sz w:val="18"/>
                <w:szCs w:val="18"/>
              </w:rPr>
            </w:pPr>
            <w:r w:rsidRPr="009A45D1">
              <w:rPr>
                <w:sz w:val="18"/>
                <w:szCs w:val="18"/>
              </w:rPr>
              <w:t>Feu de position latéral pour véhicules de la catégorie M</w:t>
            </w:r>
            <w:r w:rsidRPr="009A45D1">
              <w:rPr>
                <w:sz w:val="18"/>
                <w:szCs w:val="18"/>
                <w:vertAlign w:val="subscript"/>
              </w:rPr>
              <w:t>1</w:t>
            </w:r>
          </w:p>
        </w:tc>
        <w:tc>
          <w:tcPr>
            <w:tcW w:w="850" w:type="dxa"/>
            <w:shd w:val="clear" w:color="auto" w:fill="auto"/>
            <w:vAlign w:val="bottom"/>
          </w:tcPr>
          <w:p w14:paraId="32228911" w14:textId="77777777" w:rsidR="00C82E24" w:rsidRPr="009A45D1" w:rsidRDefault="00C82E24" w:rsidP="00DE6D37">
            <w:pPr>
              <w:spacing w:before="40" w:after="40" w:line="220" w:lineRule="atLeast"/>
              <w:ind w:right="113"/>
              <w:jc w:val="right"/>
              <w:rPr>
                <w:sz w:val="18"/>
                <w:szCs w:val="18"/>
              </w:rPr>
            </w:pPr>
            <w:r w:rsidRPr="009A45D1">
              <w:rPr>
                <w:sz w:val="18"/>
                <w:szCs w:val="18"/>
              </w:rPr>
              <w:t>SM2</w:t>
            </w:r>
          </w:p>
        </w:tc>
        <w:tc>
          <w:tcPr>
            <w:tcW w:w="986" w:type="dxa"/>
            <w:shd w:val="clear" w:color="auto" w:fill="auto"/>
            <w:vAlign w:val="bottom"/>
          </w:tcPr>
          <w:p w14:paraId="71F11608" w14:textId="77777777" w:rsidR="00C82E24" w:rsidRPr="009A45D1" w:rsidRDefault="00C82E24" w:rsidP="00DE6D37">
            <w:pPr>
              <w:spacing w:before="40" w:after="40" w:line="220" w:lineRule="atLeast"/>
              <w:ind w:right="113"/>
              <w:jc w:val="right"/>
              <w:rPr>
                <w:sz w:val="18"/>
                <w:szCs w:val="18"/>
              </w:rPr>
            </w:pPr>
            <w:r w:rsidRPr="009A45D1">
              <w:rPr>
                <w:sz w:val="18"/>
                <w:szCs w:val="18"/>
              </w:rPr>
              <w:t>5.7</w:t>
            </w:r>
          </w:p>
        </w:tc>
      </w:tr>
      <w:tr w:rsidR="00C82E24" w:rsidRPr="009A45D1" w14:paraId="0CAF2A51"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67E975C7" w14:textId="77777777" w:rsidR="00C82E24" w:rsidRPr="009A45D1" w:rsidRDefault="00C82E24" w:rsidP="00DE6D37">
            <w:pPr>
              <w:spacing w:before="40" w:after="40" w:line="220" w:lineRule="atLeast"/>
              <w:ind w:left="57"/>
              <w:rPr>
                <w:sz w:val="18"/>
                <w:szCs w:val="18"/>
              </w:rPr>
            </w:pPr>
            <w:r w:rsidRPr="009A45D1">
              <w:rPr>
                <w:sz w:val="18"/>
                <w:szCs w:val="18"/>
              </w:rPr>
              <w:t>Feu stop (</w:t>
            </w:r>
            <w:r>
              <w:rPr>
                <w:sz w:val="18"/>
                <w:szCs w:val="18"/>
              </w:rPr>
              <w:t>central et placé en hauteur</w:t>
            </w:r>
            <w:r w:rsidRPr="009A45D1">
              <w:rPr>
                <w:sz w:val="18"/>
                <w:szCs w:val="18"/>
              </w:rPr>
              <w:t>) (intensité constante)</w:t>
            </w:r>
          </w:p>
        </w:tc>
        <w:tc>
          <w:tcPr>
            <w:tcW w:w="850" w:type="dxa"/>
            <w:shd w:val="clear" w:color="auto" w:fill="auto"/>
            <w:vAlign w:val="bottom"/>
          </w:tcPr>
          <w:p w14:paraId="025839A6" w14:textId="77777777" w:rsidR="00C82E24" w:rsidRPr="009A45D1" w:rsidRDefault="00C82E24" w:rsidP="00DE6D37">
            <w:pPr>
              <w:spacing w:before="40" w:after="40" w:line="220" w:lineRule="atLeast"/>
              <w:ind w:right="113"/>
              <w:jc w:val="right"/>
              <w:rPr>
                <w:sz w:val="18"/>
                <w:szCs w:val="18"/>
              </w:rPr>
            </w:pPr>
            <w:r w:rsidRPr="009A45D1">
              <w:rPr>
                <w:sz w:val="18"/>
                <w:szCs w:val="18"/>
              </w:rPr>
              <w:t>S3</w:t>
            </w:r>
          </w:p>
        </w:tc>
        <w:tc>
          <w:tcPr>
            <w:tcW w:w="986" w:type="dxa"/>
            <w:shd w:val="clear" w:color="auto" w:fill="auto"/>
            <w:vAlign w:val="bottom"/>
          </w:tcPr>
          <w:p w14:paraId="0DA84D6E" w14:textId="77777777" w:rsidR="00C82E24" w:rsidRPr="009A45D1" w:rsidRDefault="00C82E24" w:rsidP="00DE6D37">
            <w:pPr>
              <w:spacing w:before="40" w:after="40" w:line="220" w:lineRule="atLeast"/>
              <w:ind w:right="113"/>
              <w:jc w:val="right"/>
              <w:rPr>
                <w:sz w:val="18"/>
                <w:szCs w:val="18"/>
              </w:rPr>
            </w:pPr>
            <w:r w:rsidRPr="009A45D1">
              <w:rPr>
                <w:sz w:val="18"/>
                <w:szCs w:val="18"/>
              </w:rPr>
              <w:t>5.5</w:t>
            </w:r>
          </w:p>
        </w:tc>
      </w:tr>
      <w:tr w:rsidR="00C82E24" w:rsidRPr="009A45D1" w14:paraId="54D2989C"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36F71621" w14:textId="77777777" w:rsidR="00C82E24" w:rsidRPr="009A45D1" w:rsidRDefault="00C82E24" w:rsidP="00DE6D37">
            <w:pPr>
              <w:spacing w:before="40" w:after="40" w:line="220" w:lineRule="atLeast"/>
              <w:ind w:left="57"/>
              <w:rPr>
                <w:sz w:val="18"/>
                <w:szCs w:val="18"/>
              </w:rPr>
            </w:pPr>
            <w:r w:rsidRPr="009A45D1">
              <w:rPr>
                <w:sz w:val="18"/>
                <w:szCs w:val="18"/>
              </w:rPr>
              <w:t>Feu stop (</w:t>
            </w:r>
            <w:r w:rsidRPr="00CA6F68">
              <w:rPr>
                <w:sz w:val="18"/>
                <w:szCs w:val="18"/>
              </w:rPr>
              <w:t>central et placé en hauteur</w:t>
            </w:r>
            <w:r w:rsidRPr="009A45D1">
              <w:rPr>
                <w:sz w:val="18"/>
                <w:szCs w:val="18"/>
              </w:rPr>
              <w:t>) (intensité variable)</w:t>
            </w:r>
          </w:p>
        </w:tc>
        <w:tc>
          <w:tcPr>
            <w:tcW w:w="850" w:type="dxa"/>
            <w:shd w:val="clear" w:color="auto" w:fill="auto"/>
            <w:vAlign w:val="bottom"/>
          </w:tcPr>
          <w:p w14:paraId="4018CC60" w14:textId="77777777" w:rsidR="00C82E24" w:rsidRPr="009A45D1" w:rsidRDefault="00C82E24" w:rsidP="00DE6D37">
            <w:pPr>
              <w:spacing w:before="40" w:after="40" w:line="220" w:lineRule="atLeast"/>
              <w:ind w:right="113"/>
              <w:jc w:val="right"/>
              <w:rPr>
                <w:sz w:val="18"/>
                <w:szCs w:val="18"/>
              </w:rPr>
            </w:pPr>
            <w:r w:rsidRPr="009A45D1">
              <w:rPr>
                <w:sz w:val="18"/>
                <w:szCs w:val="18"/>
              </w:rPr>
              <w:t>S4</w:t>
            </w:r>
          </w:p>
        </w:tc>
        <w:tc>
          <w:tcPr>
            <w:tcW w:w="986" w:type="dxa"/>
            <w:shd w:val="clear" w:color="auto" w:fill="auto"/>
            <w:vAlign w:val="bottom"/>
          </w:tcPr>
          <w:p w14:paraId="1265574B" w14:textId="77777777" w:rsidR="00C82E24" w:rsidRPr="009A45D1" w:rsidRDefault="00C82E24" w:rsidP="00DE6D37">
            <w:pPr>
              <w:spacing w:before="40" w:after="40" w:line="220" w:lineRule="atLeast"/>
              <w:ind w:right="113"/>
              <w:jc w:val="right"/>
              <w:rPr>
                <w:sz w:val="18"/>
                <w:szCs w:val="18"/>
              </w:rPr>
            </w:pPr>
            <w:r w:rsidRPr="009A45D1">
              <w:rPr>
                <w:sz w:val="18"/>
                <w:szCs w:val="18"/>
              </w:rPr>
              <w:t>5.5</w:t>
            </w:r>
          </w:p>
        </w:tc>
      </w:tr>
      <w:tr w:rsidR="00C82E24" w:rsidRPr="009A45D1" w14:paraId="36208333"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2E3573A3" w14:textId="77777777" w:rsidR="00C82E24" w:rsidRPr="009A45D1" w:rsidRDefault="00C82E24" w:rsidP="00DE6D37">
            <w:pPr>
              <w:spacing w:before="40" w:after="40" w:line="220" w:lineRule="atLeast"/>
              <w:ind w:left="57"/>
              <w:rPr>
                <w:sz w:val="18"/>
                <w:szCs w:val="18"/>
              </w:rPr>
            </w:pPr>
            <w:r w:rsidRPr="009A45D1">
              <w:rPr>
                <w:sz w:val="18"/>
                <w:szCs w:val="18"/>
              </w:rPr>
              <w:t>Feu stop pour véhicules de la catégorie L</w:t>
            </w:r>
          </w:p>
        </w:tc>
        <w:tc>
          <w:tcPr>
            <w:tcW w:w="850" w:type="dxa"/>
            <w:shd w:val="clear" w:color="auto" w:fill="auto"/>
            <w:vAlign w:val="bottom"/>
          </w:tcPr>
          <w:p w14:paraId="53A1FB52" w14:textId="77777777" w:rsidR="00C82E24" w:rsidRPr="009A45D1" w:rsidRDefault="00C82E24" w:rsidP="00DE6D37">
            <w:pPr>
              <w:spacing w:before="40" w:after="40" w:line="220" w:lineRule="atLeast"/>
              <w:ind w:right="113"/>
              <w:jc w:val="right"/>
              <w:rPr>
                <w:sz w:val="18"/>
                <w:szCs w:val="18"/>
              </w:rPr>
            </w:pPr>
            <w:r w:rsidRPr="009A45D1">
              <w:rPr>
                <w:sz w:val="18"/>
                <w:szCs w:val="18"/>
              </w:rPr>
              <w:t>MS</w:t>
            </w:r>
          </w:p>
        </w:tc>
        <w:tc>
          <w:tcPr>
            <w:tcW w:w="986" w:type="dxa"/>
            <w:shd w:val="clear" w:color="auto" w:fill="auto"/>
            <w:vAlign w:val="bottom"/>
          </w:tcPr>
          <w:p w14:paraId="08336118" w14:textId="77777777" w:rsidR="00C82E24" w:rsidRPr="009A45D1" w:rsidRDefault="00C82E24" w:rsidP="00DE6D37">
            <w:pPr>
              <w:spacing w:before="40" w:after="40" w:line="220" w:lineRule="atLeast"/>
              <w:ind w:right="113"/>
              <w:jc w:val="right"/>
              <w:rPr>
                <w:sz w:val="18"/>
                <w:szCs w:val="18"/>
              </w:rPr>
            </w:pPr>
            <w:r w:rsidRPr="009A45D1">
              <w:rPr>
                <w:sz w:val="18"/>
                <w:szCs w:val="18"/>
              </w:rPr>
              <w:t>5.5</w:t>
            </w:r>
          </w:p>
        </w:tc>
      </w:tr>
      <w:tr w:rsidR="00C82E24" w:rsidRPr="009A45D1" w14:paraId="45142100" w14:textId="77777777" w:rsidTr="00DE6D3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4400" w:type="dxa"/>
            <w:shd w:val="clear" w:color="auto" w:fill="auto"/>
          </w:tcPr>
          <w:p w14:paraId="18561F2F" w14:textId="77777777" w:rsidR="00C82E24" w:rsidRPr="009A45D1" w:rsidRDefault="00C82E24" w:rsidP="00DE6D37">
            <w:pPr>
              <w:spacing w:before="40" w:after="40" w:line="220" w:lineRule="atLeast"/>
              <w:ind w:left="57"/>
              <w:rPr>
                <w:sz w:val="18"/>
                <w:szCs w:val="18"/>
              </w:rPr>
            </w:pPr>
            <w:r w:rsidRPr="009A45D1">
              <w:rPr>
                <w:sz w:val="18"/>
                <w:szCs w:val="18"/>
              </w:rPr>
              <w:t>Feu stop (intensité constante)</w:t>
            </w:r>
          </w:p>
        </w:tc>
        <w:tc>
          <w:tcPr>
            <w:tcW w:w="850" w:type="dxa"/>
            <w:shd w:val="clear" w:color="auto" w:fill="auto"/>
            <w:vAlign w:val="bottom"/>
          </w:tcPr>
          <w:p w14:paraId="3AF717E1" w14:textId="77777777" w:rsidR="00C82E24" w:rsidRPr="009A45D1" w:rsidRDefault="00C82E24" w:rsidP="00DE6D37">
            <w:pPr>
              <w:spacing w:before="40" w:after="40" w:line="220" w:lineRule="atLeast"/>
              <w:ind w:right="113"/>
              <w:jc w:val="right"/>
              <w:rPr>
                <w:sz w:val="18"/>
                <w:szCs w:val="18"/>
              </w:rPr>
            </w:pPr>
            <w:r w:rsidRPr="009A45D1">
              <w:rPr>
                <w:sz w:val="18"/>
                <w:szCs w:val="18"/>
              </w:rPr>
              <w:t>S1</w:t>
            </w:r>
          </w:p>
        </w:tc>
        <w:tc>
          <w:tcPr>
            <w:tcW w:w="986" w:type="dxa"/>
            <w:shd w:val="clear" w:color="auto" w:fill="auto"/>
            <w:vAlign w:val="bottom"/>
          </w:tcPr>
          <w:p w14:paraId="345BE95B" w14:textId="77777777" w:rsidR="00C82E24" w:rsidRPr="009A45D1" w:rsidRDefault="00C82E24" w:rsidP="00DE6D37">
            <w:pPr>
              <w:spacing w:before="40" w:after="40" w:line="220" w:lineRule="atLeast"/>
              <w:ind w:right="113"/>
              <w:jc w:val="right"/>
              <w:rPr>
                <w:sz w:val="18"/>
                <w:szCs w:val="18"/>
              </w:rPr>
            </w:pPr>
            <w:r w:rsidRPr="009A45D1">
              <w:rPr>
                <w:sz w:val="18"/>
                <w:szCs w:val="18"/>
              </w:rPr>
              <w:t>5.5</w:t>
            </w:r>
          </w:p>
        </w:tc>
      </w:tr>
      <w:tr w:rsidR="00C82E24" w:rsidRPr="009A45D1" w14:paraId="0F9D6D0C" w14:textId="77777777" w:rsidTr="00DE6D37">
        <w:tc>
          <w:tcPr>
            <w:tcW w:w="4400" w:type="dxa"/>
            <w:tcBorders>
              <w:top w:val="single" w:sz="2" w:space="0" w:color="auto"/>
              <w:left w:val="single" w:sz="2" w:space="0" w:color="auto"/>
              <w:bottom w:val="single" w:sz="12" w:space="0" w:color="auto"/>
              <w:right w:val="single" w:sz="2" w:space="0" w:color="auto"/>
            </w:tcBorders>
            <w:shd w:val="clear" w:color="auto" w:fill="auto"/>
          </w:tcPr>
          <w:p w14:paraId="3042C7C8" w14:textId="77777777" w:rsidR="00C82E24" w:rsidRPr="009A45D1" w:rsidRDefault="00C82E24" w:rsidP="00DE6D37">
            <w:pPr>
              <w:spacing w:before="40" w:after="40" w:line="220" w:lineRule="atLeast"/>
              <w:ind w:left="57"/>
              <w:rPr>
                <w:sz w:val="18"/>
                <w:szCs w:val="18"/>
              </w:rPr>
            </w:pPr>
            <w:r w:rsidRPr="009A45D1">
              <w:rPr>
                <w:sz w:val="18"/>
                <w:szCs w:val="18"/>
              </w:rPr>
              <w:t>Feu stop (intensité variable)</w:t>
            </w:r>
          </w:p>
        </w:tc>
        <w:tc>
          <w:tcPr>
            <w:tcW w:w="850" w:type="dxa"/>
            <w:tcBorders>
              <w:top w:val="single" w:sz="2" w:space="0" w:color="auto"/>
              <w:left w:val="single" w:sz="2" w:space="0" w:color="auto"/>
              <w:bottom w:val="single" w:sz="12" w:space="0" w:color="auto"/>
              <w:right w:val="single" w:sz="2" w:space="0" w:color="auto"/>
            </w:tcBorders>
            <w:shd w:val="clear" w:color="auto" w:fill="auto"/>
            <w:vAlign w:val="bottom"/>
          </w:tcPr>
          <w:p w14:paraId="0CF701C6" w14:textId="77777777" w:rsidR="00C82E24" w:rsidRPr="009A45D1" w:rsidRDefault="00C82E24" w:rsidP="00DE6D37">
            <w:pPr>
              <w:spacing w:before="40" w:after="40" w:line="220" w:lineRule="atLeast"/>
              <w:ind w:right="113"/>
              <w:jc w:val="right"/>
              <w:rPr>
                <w:sz w:val="18"/>
                <w:szCs w:val="18"/>
              </w:rPr>
            </w:pPr>
            <w:r w:rsidRPr="009A45D1">
              <w:rPr>
                <w:sz w:val="18"/>
                <w:szCs w:val="18"/>
              </w:rPr>
              <w:t>S2</w:t>
            </w:r>
          </w:p>
        </w:tc>
        <w:tc>
          <w:tcPr>
            <w:tcW w:w="986" w:type="dxa"/>
            <w:tcBorders>
              <w:top w:val="single" w:sz="2" w:space="0" w:color="auto"/>
              <w:left w:val="single" w:sz="2" w:space="0" w:color="auto"/>
              <w:bottom w:val="single" w:sz="12" w:space="0" w:color="auto"/>
              <w:right w:val="single" w:sz="2" w:space="0" w:color="auto"/>
            </w:tcBorders>
            <w:shd w:val="clear" w:color="auto" w:fill="auto"/>
            <w:vAlign w:val="bottom"/>
          </w:tcPr>
          <w:p w14:paraId="7B0BD2A8" w14:textId="77777777" w:rsidR="00C82E24" w:rsidRPr="009A45D1" w:rsidRDefault="00C82E24" w:rsidP="00DE6D37">
            <w:pPr>
              <w:spacing w:before="40" w:after="40" w:line="220" w:lineRule="atLeast"/>
              <w:ind w:right="113"/>
              <w:jc w:val="right"/>
              <w:rPr>
                <w:sz w:val="18"/>
                <w:szCs w:val="18"/>
              </w:rPr>
            </w:pPr>
            <w:r w:rsidRPr="009A45D1">
              <w:rPr>
                <w:sz w:val="18"/>
                <w:szCs w:val="18"/>
              </w:rPr>
              <w:t>5.5</w:t>
            </w:r>
          </w:p>
        </w:tc>
      </w:tr>
    </w:tbl>
    <w:p w14:paraId="256D1C22" w14:textId="6909C5CF" w:rsidR="00C82E24" w:rsidRDefault="00C82E24" w:rsidP="00C82E24">
      <w:pPr>
        <w:pStyle w:val="SingleTxtG"/>
        <w:spacing w:before="120"/>
        <w:ind w:left="2268"/>
      </w:pPr>
      <w:r>
        <w:t>La valeur minimale de « a » dans la première partie de l</w:t>
      </w:r>
      <w:r w:rsidR="003D2091">
        <w:t>’</w:t>
      </w:r>
      <w:r>
        <w:t>annexe 7 est de 5 </w:t>
      </w:r>
      <w:proofErr w:type="spellStart"/>
      <w:r>
        <w:t>mm.</w:t>
      </w:r>
      <w:proofErr w:type="spellEnd"/>
    </w:p>
    <w:p w14:paraId="65DD15B9" w14:textId="2CB861CF" w:rsidR="00C82E24" w:rsidRDefault="00C82E24" w:rsidP="00BB0531">
      <w:pPr>
        <w:pStyle w:val="SingleTxtG"/>
        <w:tabs>
          <w:tab w:val="clear" w:pos="1701"/>
        </w:tabs>
        <w:spacing w:before="120"/>
        <w:ind w:left="2268" w:hanging="1134"/>
      </w:pPr>
      <w:r>
        <w:t>3.2.5</w:t>
      </w:r>
      <w:r>
        <w:tab/>
        <w:t>Les indices correspondant à la série d</w:t>
      </w:r>
      <w:r w:rsidR="003D2091">
        <w:t>’</w:t>
      </w:r>
      <w:r>
        <w:t xml:space="preserve">amendements applicable à chaque dispositif sont les suivants </w:t>
      </w:r>
      <w:r w:rsidRPr="003659B5">
        <w:t xml:space="preserve">(voir </w:t>
      </w:r>
      <w:r>
        <w:t>également le paragraphe </w:t>
      </w:r>
      <w:r w:rsidRPr="003659B5">
        <w:t>6.1.1)</w:t>
      </w:r>
      <w:r>
        <w:t>.</w:t>
      </w:r>
    </w:p>
    <w:p w14:paraId="6D973E16" w14:textId="14210F5B" w:rsidR="00C82E24" w:rsidRDefault="00C82E24" w:rsidP="00C82E24">
      <w:pPr>
        <w:pStyle w:val="H23G"/>
        <w:ind w:left="2268" w:firstLine="0"/>
      </w:pPr>
      <w:r w:rsidRPr="00CA13DC">
        <w:rPr>
          <w:b w:val="0"/>
        </w:rPr>
        <w:lastRenderedPageBreak/>
        <w:t xml:space="preserve">Tableau 2 </w:t>
      </w:r>
      <w:r w:rsidRPr="00CA13DC">
        <w:rPr>
          <w:b w:val="0"/>
        </w:rPr>
        <w:br/>
      </w:r>
      <w:r w:rsidRPr="001015F5">
        <w:t>Série d</w:t>
      </w:r>
      <w:r w:rsidR="003D2091">
        <w:t>’</w:t>
      </w:r>
      <w:r w:rsidRPr="001015F5">
        <w:t xml:space="preserve">amendements et </w:t>
      </w:r>
      <w:r w:rsidRPr="001015F5">
        <w:rPr>
          <w:iCs/>
        </w:rPr>
        <w:t xml:space="preserve">indice </w:t>
      </w:r>
      <w:r w:rsidRPr="001015F5">
        <w:t>à utiliser pour le marquage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516"/>
        <w:gridCol w:w="907"/>
        <w:gridCol w:w="907"/>
        <w:gridCol w:w="907"/>
      </w:tblGrid>
      <w:tr w:rsidR="00C82E24" w:rsidRPr="00D31700" w14:paraId="2E3EF994" w14:textId="77777777" w:rsidTr="00DE6D37">
        <w:trPr>
          <w:trHeight w:val="354"/>
        </w:trPr>
        <w:tc>
          <w:tcPr>
            <w:tcW w:w="3516" w:type="dxa"/>
            <w:tcBorders>
              <w:bottom w:val="single" w:sz="2" w:space="0" w:color="auto"/>
            </w:tcBorders>
            <w:vAlign w:val="center"/>
          </w:tcPr>
          <w:p w14:paraId="5E35B0B3" w14:textId="46B75953" w:rsidR="00C82E24" w:rsidRPr="00D31700" w:rsidRDefault="00C82E24" w:rsidP="00606E8C">
            <w:pPr>
              <w:keepNext/>
              <w:spacing w:before="80" w:after="80" w:line="200" w:lineRule="exact"/>
              <w:jc w:val="center"/>
              <w:rPr>
                <w:i/>
                <w:sz w:val="16"/>
                <w:szCs w:val="16"/>
              </w:rPr>
            </w:pPr>
            <w:r w:rsidRPr="00D31700">
              <w:rPr>
                <w:i/>
                <w:sz w:val="16"/>
                <w:szCs w:val="16"/>
              </w:rPr>
              <w:t>Série d</w:t>
            </w:r>
            <w:r w:rsidR="003D2091">
              <w:rPr>
                <w:i/>
                <w:sz w:val="16"/>
                <w:szCs w:val="16"/>
              </w:rPr>
              <w:t>’</w:t>
            </w:r>
            <w:r w:rsidRPr="00D31700">
              <w:rPr>
                <w:i/>
                <w:sz w:val="16"/>
                <w:szCs w:val="16"/>
              </w:rPr>
              <w:t>amendements au Règlement</w:t>
            </w:r>
          </w:p>
        </w:tc>
        <w:tc>
          <w:tcPr>
            <w:tcW w:w="907" w:type="dxa"/>
            <w:tcBorders>
              <w:bottom w:val="single" w:sz="2" w:space="0" w:color="auto"/>
            </w:tcBorders>
            <w:vAlign w:val="center"/>
          </w:tcPr>
          <w:p w14:paraId="4CC8B3A5" w14:textId="77777777" w:rsidR="00C82E24" w:rsidRPr="00D31700" w:rsidRDefault="00C82E24" w:rsidP="00606E8C">
            <w:pPr>
              <w:keepNext/>
              <w:spacing w:before="80" w:after="80" w:line="200" w:lineRule="exact"/>
              <w:jc w:val="center"/>
              <w:rPr>
                <w:i/>
                <w:iCs/>
                <w:sz w:val="16"/>
                <w:szCs w:val="16"/>
              </w:rPr>
            </w:pPr>
            <w:r>
              <w:rPr>
                <w:i/>
                <w:iCs/>
                <w:sz w:val="16"/>
                <w:szCs w:val="16"/>
              </w:rPr>
              <w:t>00</w:t>
            </w:r>
          </w:p>
        </w:tc>
        <w:tc>
          <w:tcPr>
            <w:tcW w:w="907" w:type="dxa"/>
            <w:tcBorders>
              <w:bottom w:val="single" w:sz="2" w:space="0" w:color="auto"/>
            </w:tcBorders>
          </w:tcPr>
          <w:p w14:paraId="4AA09B01" w14:textId="77777777" w:rsidR="00C82E24" w:rsidRPr="00D31700" w:rsidRDefault="00C82E24" w:rsidP="00606E8C">
            <w:pPr>
              <w:keepNext/>
              <w:spacing w:before="80" w:after="80" w:line="200" w:lineRule="exact"/>
              <w:jc w:val="center"/>
              <w:rPr>
                <w:i/>
                <w:iCs/>
                <w:sz w:val="16"/>
                <w:szCs w:val="16"/>
              </w:rPr>
            </w:pPr>
          </w:p>
        </w:tc>
        <w:tc>
          <w:tcPr>
            <w:tcW w:w="907" w:type="dxa"/>
            <w:tcBorders>
              <w:bottom w:val="single" w:sz="2" w:space="0" w:color="auto"/>
            </w:tcBorders>
          </w:tcPr>
          <w:p w14:paraId="0E675BF2" w14:textId="77777777" w:rsidR="00C82E24" w:rsidRPr="00D31700" w:rsidRDefault="00C82E24" w:rsidP="00606E8C">
            <w:pPr>
              <w:keepNext/>
              <w:spacing w:before="80" w:after="80" w:line="200" w:lineRule="exact"/>
              <w:jc w:val="center"/>
              <w:rPr>
                <w:i/>
                <w:iCs/>
                <w:sz w:val="16"/>
                <w:szCs w:val="16"/>
              </w:rPr>
            </w:pPr>
          </w:p>
        </w:tc>
      </w:tr>
      <w:tr w:rsidR="00C82E24" w:rsidRPr="00D31700" w14:paraId="3AD8E8E1" w14:textId="77777777" w:rsidTr="00DE6D37">
        <w:trPr>
          <w:trHeight w:val="354"/>
        </w:trPr>
        <w:tc>
          <w:tcPr>
            <w:tcW w:w="3516" w:type="dxa"/>
            <w:tcBorders>
              <w:bottom w:val="single" w:sz="12" w:space="0" w:color="auto"/>
            </w:tcBorders>
            <w:vAlign w:val="center"/>
          </w:tcPr>
          <w:p w14:paraId="40F9721D" w14:textId="77777777" w:rsidR="00C82E24" w:rsidRPr="00D31700" w:rsidRDefault="00C82E24" w:rsidP="00606E8C">
            <w:pPr>
              <w:keepNext/>
              <w:spacing w:before="80" w:after="80" w:line="200" w:lineRule="exact"/>
              <w:jc w:val="center"/>
              <w:rPr>
                <w:i/>
                <w:sz w:val="16"/>
                <w:szCs w:val="16"/>
              </w:rPr>
            </w:pPr>
            <w:r w:rsidRPr="00D31700">
              <w:rPr>
                <w:i/>
                <w:sz w:val="16"/>
                <w:szCs w:val="16"/>
              </w:rPr>
              <w:t>Feu (fonction)</w:t>
            </w:r>
          </w:p>
        </w:tc>
        <w:tc>
          <w:tcPr>
            <w:tcW w:w="2721" w:type="dxa"/>
            <w:gridSpan w:val="3"/>
            <w:tcBorders>
              <w:bottom w:val="single" w:sz="12" w:space="0" w:color="auto"/>
            </w:tcBorders>
            <w:vAlign w:val="center"/>
          </w:tcPr>
          <w:p w14:paraId="3C9BAA16" w14:textId="77777777" w:rsidR="00C82E24" w:rsidRPr="00D31700" w:rsidRDefault="00C82E24" w:rsidP="00606E8C">
            <w:pPr>
              <w:keepNext/>
              <w:spacing w:before="80" w:after="80" w:line="200" w:lineRule="exact"/>
              <w:jc w:val="center"/>
              <w:rPr>
                <w:i/>
                <w:iCs/>
                <w:sz w:val="16"/>
                <w:szCs w:val="16"/>
              </w:rPr>
            </w:pPr>
            <w:r>
              <w:rPr>
                <w:i/>
                <w:iCs/>
                <w:sz w:val="16"/>
                <w:szCs w:val="16"/>
              </w:rPr>
              <w:t>Indice pour ce feu (cette fonction)</w:t>
            </w:r>
          </w:p>
        </w:tc>
      </w:tr>
      <w:tr w:rsidR="00C82E24" w:rsidRPr="00D31700" w14:paraId="3FC8A9E3" w14:textId="77777777" w:rsidTr="00DE6D37">
        <w:trPr>
          <w:trHeight w:val="284"/>
        </w:trPr>
        <w:tc>
          <w:tcPr>
            <w:tcW w:w="3516" w:type="dxa"/>
            <w:tcBorders>
              <w:top w:val="single" w:sz="12" w:space="0" w:color="auto"/>
            </w:tcBorders>
            <w:vAlign w:val="center"/>
          </w:tcPr>
          <w:p w14:paraId="2E6AE63E" w14:textId="77777777" w:rsidR="00C82E24" w:rsidRPr="00D31700" w:rsidRDefault="00C82E24" w:rsidP="00606E8C">
            <w:pPr>
              <w:keepNext/>
              <w:spacing w:before="40" w:after="40" w:line="220" w:lineRule="atLeast"/>
              <w:ind w:left="57"/>
              <w:rPr>
                <w:sz w:val="18"/>
                <w:szCs w:val="18"/>
              </w:rPr>
            </w:pPr>
            <w:r w:rsidRPr="00D31700">
              <w:rPr>
                <w:sz w:val="18"/>
                <w:szCs w:val="18"/>
              </w:rPr>
              <w:t>Feu de circulation diurne</w:t>
            </w:r>
          </w:p>
        </w:tc>
        <w:tc>
          <w:tcPr>
            <w:tcW w:w="907" w:type="dxa"/>
            <w:tcBorders>
              <w:top w:val="single" w:sz="12" w:space="0" w:color="auto"/>
            </w:tcBorders>
            <w:vAlign w:val="center"/>
          </w:tcPr>
          <w:p w14:paraId="560F9E95"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Borders>
              <w:top w:val="single" w:sz="12" w:space="0" w:color="auto"/>
            </w:tcBorders>
          </w:tcPr>
          <w:p w14:paraId="30438D9A" w14:textId="77777777" w:rsidR="00C82E24" w:rsidRPr="00D31700" w:rsidRDefault="00C82E24" w:rsidP="00606E8C">
            <w:pPr>
              <w:keepNext/>
              <w:spacing w:before="40" w:after="40" w:line="220" w:lineRule="atLeast"/>
              <w:ind w:left="57" w:right="113"/>
              <w:jc w:val="right"/>
              <w:rPr>
                <w:sz w:val="18"/>
                <w:szCs w:val="18"/>
              </w:rPr>
            </w:pPr>
          </w:p>
        </w:tc>
        <w:tc>
          <w:tcPr>
            <w:tcW w:w="907" w:type="dxa"/>
            <w:tcBorders>
              <w:top w:val="single" w:sz="12" w:space="0" w:color="auto"/>
            </w:tcBorders>
          </w:tcPr>
          <w:p w14:paraId="2A9C0DC3"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71F06E48" w14:textId="77777777" w:rsidTr="00DE6D37">
        <w:trPr>
          <w:trHeight w:val="284"/>
        </w:trPr>
        <w:tc>
          <w:tcPr>
            <w:tcW w:w="3516" w:type="dxa"/>
            <w:vAlign w:val="center"/>
          </w:tcPr>
          <w:p w14:paraId="102A3E36" w14:textId="77777777" w:rsidR="00C82E24" w:rsidRPr="00D31700" w:rsidRDefault="00C82E24" w:rsidP="00606E8C">
            <w:pPr>
              <w:keepNext/>
              <w:spacing w:before="40" w:after="40" w:line="220" w:lineRule="atLeast"/>
              <w:ind w:left="57"/>
              <w:rPr>
                <w:sz w:val="18"/>
                <w:szCs w:val="18"/>
              </w:rPr>
            </w:pPr>
            <w:r w:rsidRPr="00D31700">
              <w:rPr>
                <w:sz w:val="18"/>
                <w:szCs w:val="18"/>
              </w:rPr>
              <w:t>Feu indicateur de direction avant</w:t>
            </w:r>
          </w:p>
        </w:tc>
        <w:tc>
          <w:tcPr>
            <w:tcW w:w="907" w:type="dxa"/>
          </w:tcPr>
          <w:p w14:paraId="3FA161CD"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2D31DA8D"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6C9A2E55"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6B1C5901" w14:textId="77777777" w:rsidTr="00DE6D37">
        <w:trPr>
          <w:trHeight w:val="284"/>
        </w:trPr>
        <w:tc>
          <w:tcPr>
            <w:tcW w:w="3516" w:type="dxa"/>
            <w:vAlign w:val="center"/>
          </w:tcPr>
          <w:p w14:paraId="2FC3C6A7" w14:textId="77777777" w:rsidR="00C82E24" w:rsidRPr="00D31700" w:rsidRDefault="00C82E24" w:rsidP="00606E8C">
            <w:pPr>
              <w:keepNext/>
              <w:spacing w:before="40" w:after="40" w:line="220" w:lineRule="atLeast"/>
              <w:ind w:left="57"/>
              <w:rPr>
                <w:sz w:val="18"/>
                <w:szCs w:val="18"/>
              </w:rPr>
            </w:pPr>
            <w:r w:rsidRPr="00D31700">
              <w:rPr>
                <w:sz w:val="18"/>
                <w:szCs w:val="18"/>
              </w:rPr>
              <w:t xml:space="preserve">Feu indicateur de direction avant </w:t>
            </w:r>
            <w:r w:rsidRPr="00D31700">
              <w:rPr>
                <w:sz w:val="18"/>
                <w:szCs w:val="18"/>
              </w:rPr>
              <w:br/>
              <w:t>(véhicule</w:t>
            </w:r>
            <w:r>
              <w:rPr>
                <w:sz w:val="18"/>
                <w:szCs w:val="18"/>
              </w:rPr>
              <w:t>s</w:t>
            </w:r>
            <w:r w:rsidRPr="00D31700">
              <w:rPr>
                <w:sz w:val="18"/>
                <w:szCs w:val="18"/>
              </w:rPr>
              <w:t xml:space="preserve"> de la catégorie L)</w:t>
            </w:r>
          </w:p>
        </w:tc>
        <w:tc>
          <w:tcPr>
            <w:tcW w:w="907" w:type="dxa"/>
          </w:tcPr>
          <w:p w14:paraId="04A8D04F"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5B4C1FCB"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126C9853"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1FA62F89" w14:textId="77777777" w:rsidTr="00DE6D37">
        <w:trPr>
          <w:trHeight w:val="284"/>
        </w:trPr>
        <w:tc>
          <w:tcPr>
            <w:tcW w:w="3516" w:type="dxa"/>
            <w:vAlign w:val="center"/>
          </w:tcPr>
          <w:p w14:paraId="398F65B0" w14:textId="7ECB1D77" w:rsidR="00C82E24" w:rsidRPr="00D31700" w:rsidRDefault="00C82E24" w:rsidP="00606E8C">
            <w:pPr>
              <w:keepNext/>
              <w:spacing w:before="40" w:after="40" w:line="220" w:lineRule="atLeast"/>
              <w:ind w:left="57"/>
              <w:rPr>
                <w:sz w:val="18"/>
                <w:szCs w:val="18"/>
              </w:rPr>
            </w:pPr>
            <w:r w:rsidRPr="00D31700">
              <w:rPr>
                <w:sz w:val="18"/>
                <w:szCs w:val="18"/>
              </w:rPr>
              <w:t>Feu d</w:t>
            </w:r>
            <w:r w:rsidR="003D2091">
              <w:rPr>
                <w:sz w:val="18"/>
                <w:szCs w:val="18"/>
              </w:rPr>
              <w:t>’</w:t>
            </w:r>
            <w:r w:rsidRPr="00D31700">
              <w:rPr>
                <w:sz w:val="18"/>
                <w:szCs w:val="18"/>
              </w:rPr>
              <w:t>encombrement avant</w:t>
            </w:r>
          </w:p>
        </w:tc>
        <w:tc>
          <w:tcPr>
            <w:tcW w:w="907" w:type="dxa"/>
          </w:tcPr>
          <w:p w14:paraId="4D3CE12F"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3397B685"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5E41DC1D"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712E8474" w14:textId="77777777" w:rsidTr="00DE6D37">
        <w:trPr>
          <w:trHeight w:val="284"/>
        </w:trPr>
        <w:tc>
          <w:tcPr>
            <w:tcW w:w="3516" w:type="dxa"/>
            <w:vAlign w:val="center"/>
          </w:tcPr>
          <w:p w14:paraId="457A5CEE" w14:textId="77777777" w:rsidR="00C82E24" w:rsidRPr="00D31700" w:rsidRDefault="00C82E24" w:rsidP="00606E8C">
            <w:pPr>
              <w:keepNext/>
              <w:spacing w:before="40" w:after="40" w:line="220" w:lineRule="atLeast"/>
              <w:ind w:left="57"/>
              <w:rPr>
                <w:sz w:val="18"/>
                <w:szCs w:val="18"/>
              </w:rPr>
            </w:pPr>
            <w:r w:rsidRPr="00D31700">
              <w:rPr>
                <w:sz w:val="18"/>
                <w:szCs w:val="18"/>
              </w:rPr>
              <w:t>Feu de position avant</w:t>
            </w:r>
          </w:p>
        </w:tc>
        <w:tc>
          <w:tcPr>
            <w:tcW w:w="907" w:type="dxa"/>
          </w:tcPr>
          <w:p w14:paraId="024BFF37"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388A91E9"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370C6293"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16780B2D" w14:textId="77777777" w:rsidTr="00DE6D37">
        <w:trPr>
          <w:trHeight w:val="284"/>
        </w:trPr>
        <w:tc>
          <w:tcPr>
            <w:tcW w:w="3516" w:type="dxa"/>
            <w:vAlign w:val="center"/>
          </w:tcPr>
          <w:p w14:paraId="209C5B4A" w14:textId="77777777" w:rsidR="00C82E24" w:rsidRPr="00D31700" w:rsidRDefault="00C82E24" w:rsidP="00606E8C">
            <w:pPr>
              <w:keepNext/>
              <w:spacing w:before="40" w:after="40" w:line="220" w:lineRule="atLeast"/>
              <w:ind w:left="57"/>
              <w:rPr>
                <w:sz w:val="18"/>
                <w:szCs w:val="18"/>
              </w:rPr>
            </w:pPr>
            <w:r w:rsidRPr="00D31700">
              <w:rPr>
                <w:sz w:val="18"/>
                <w:szCs w:val="18"/>
              </w:rPr>
              <w:t xml:space="preserve">Feu de position avant </w:t>
            </w:r>
            <w:r w:rsidRPr="00D31700">
              <w:rPr>
                <w:sz w:val="18"/>
                <w:szCs w:val="18"/>
              </w:rPr>
              <w:br/>
              <w:t>(véhicule</w:t>
            </w:r>
            <w:r>
              <w:rPr>
                <w:sz w:val="18"/>
                <w:szCs w:val="18"/>
              </w:rPr>
              <w:t>s</w:t>
            </w:r>
            <w:r w:rsidRPr="00D31700">
              <w:rPr>
                <w:sz w:val="18"/>
                <w:szCs w:val="18"/>
              </w:rPr>
              <w:t xml:space="preserve"> de la catégorie L)</w:t>
            </w:r>
          </w:p>
        </w:tc>
        <w:tc>
          <w:tcPr>
            <w:tcW w:w="907" w:type="dxa"/>
          </w:tcPr>
          <w:p w14:paraId="2966F72F"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6E257C9F"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2F2AC298"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1CEE9DBA" w14:textId="77777777" w:rsidTr="00DE6D37">
        <w:trPr>
          <w:trHeight w:val="284"/>
        </w:trPr>
        <w:tc>
          <w:tcPr>
            <w:tcW w:w="3516" w:type="dxa"/>
            <w:vAlign w:val="center"/>
          </w:tcPr>
          <w:p w14:paraId="16517B8A" w14:textId="77777777" w:rsidR="00C82E24" w:rsidRPr="00D31700" w:rsidRDefault="00C82E24" w:rsidP="00606E8C">
            <w:pPr>
              <w:keepNext/>
              <w:spacing w:before="40" w:after="40" w:line="220" w:lineRule="atLeast"/>
              <w:ind w:left="57"/>
              <w:rPr>
                <w:sz w:val="18"/>
                <w:szCs w:val="18"/>
              </w:rPr>
            </w:pPr>
            <w:r w:rsidRPr="00D31700">
              <w:rPr>
                <w:sz w:val="18"/>
                <w:szCs w:val="18"/>
              </w:rPr>
              <w:t>Feu de manœuvre</w:t>
            </w:r>
          </w:p>
        </w:tc>
        <w:tc>
          <w:tcPr>
            <w:tcW w:w="907" w:type="dxa"/>
          </w:tcPr>
          <w:p w14:paraId="4EFD2DD4"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61D40FE8"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1F7314B8"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68F7EBD6" w14:textId="77777777" w:rsidTr="00DE6D37">
        <w:trPr>
          <w:trHeight w:val="284"/>
        </w:trPr>
        <w:tc>
          <w:tcPr>
            <w:tcW w:w="3516" w:type="dxa"/>
            <w:vAlign w:val="center"/>
          </w:tcPr>
          <w:p w14:paraId="0925BBF8" w14:textId="77777777" w:rsidR="00C82E24" w:rsidRPr="00D31700" w:rsidRDefault="00C82E24" w:rsidP="00606E8C">
            <w:pPr>
              <w:keepNext/>
              <w:spacing w:before="40" w:after="40" w:line="220" w:lineRule="atLeast"/>
              <w:ind w:left="57"/>
              <w:rPr>
                <w:sz w:val="18"/>
                <w:szCs w:val="18"/>
              </w:rPr>
            </w:pPr>
            <w:r w:rsidRPr="00D31700">
              <w:rPr>
                <w:sz w:val="18"/>
                <w:szCs w:val="18"/>
              </w:rPr>
              <w:t>Feu de stationnement</w:t>
            </w:r>
          </w:p>
        </w:tc>
        <w:tc>
          <w:tcPr>
            <w:tcW w:w="907" w:type="dxa"/>
          </w:tcPr>
          <w:p w14:paraId="07A8D2F1"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72B123B7"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10B41E37"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20356EE0" w14:textId="77777777" w:rsidTr="00DE6D37">
        <w:trPr>
          <w:trHeight w:val="284"/>
        </w:trPr>
        <w:tc>
          <w:tcPr>
            <w:tcW w:w="3516" w:type="dxa"/>
            <w:vAlign w:val="center"/>
          </w:tcPr>
          <w:p w14:paraId="0A1F5201" w14:textId="77777777" w:rsidR="00C82E24" w:rsidRPr="00D31700" w:rsidRDefault="00C82E24" w:rsidP="00606E8C">
            <w:pPr>
              <w:keepNext/>
              <w:spacing w:before="40" w:after="40" w:line="220" w:lineRule="atLeast"/>
              <w:ind w:left="57"/>
              <w:rPr>
                <w:sz w:val="18"/>
                <w:szCs w:val="18"/>
              </w:rPr>
            </w:pPr>
            <w:r w:rsidRPr="00D31700">
              <w:rPr>
                <w:sz w:val="18"/>
                <w:szCs w:val="18"/>
              </w:rPr>
              <w:t>Feu indicateur de direction arrière</w:t>
            </w:r>
          </w:p>
        </w:tc>
        <w:tc>
          <w:tcPr>
            <w:tcW w:w="907" w:type="dxa"/>
          </w:tcPr>
          <w:p w14:paraId="6E999AFF"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15DC100A"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36601C96"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62D54A7E" w14:textId="77777777" w:rsidTr="00DE6D37">
        <w:trPr>
          <w:trHeight w:val="284"/>
        </w:trPr>
        <w:tc>
          <w:tcPr>
            <w:tcW w:w="3516" w:type="dxa"/>
            <w:vAlign w:val="center"/>
          </w:tcPr>
          <w:p w14:paraId="3CEB4CAF" w14:textId="77777777" w:rsidR="00C82E24" w:rsidRPr="00D31700" w:rsidRDefault="00C82E24" w:rsidP="00606E8C">
            <w:pPr>
              <w:keepNext/>
              <w:spacing w:before="40" w:after="40" w:line="220" w:lineRule="atLeast"/>
              <w:ind w:left="57"/>
              <w:rPr>
                <w:sz w:val="18"/>
                <w:szCs w:val="18"/>
              </w:rPr>
            </w:pPr>
            <w:r w:rsidRPr="00D31700">
              <w:rPr>
                <w:sz w:val="18"/>
                <w:szCs w:val="18"/>
              </w:rPr>
              <w:t xml:space="preserve">Feu indicateur de direction arrière </w:t>
            </w:r>
            <w:r w:rsidRPr="00D31700">
              <w:rPr>
                <w:sz w:val="18"/>
                <w:szCs w:val="18"/>
              </w:rPr>
              <w:br/>
              <w:t>(véhicule</w:t>
            </w:r>
            <w:r>
              <w:rPr>
                <w:sz w:val="18"/>
                <w:szCs w:val="18"/>
              </w:rPr>
              <w:t>s</w:t>
            </w:r>
            <w:r w:rsidRPr="00D31700">
              <w:rPr>
                <w:sz w:val="18"/>
                <w:szCs w:val="18"/>
              </w:rPr>
              <w:t xml:space="preserve"> de la catégorie L)</w:t>
            </w:r>
          </w:p>
        </w:tc>
        <w:tc>
          <w:tcPr>
            <w:tcW w:w="907" w:type="dxa"/>
          </w:tcPr>
          <w:p w14:paraId="29E9B017"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05152605"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1760421F"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23275A03" w14:textId="77777777" w:rsidTr="00DE6D37">
        <w:trPr>
          <w:trHeight w:val="284"/>
        </w:trPr>
        <w:tc>
          <w:tcPr>
            <w:tcW w:w="3516" w:type="dxa"/>
            <w:vAlign w:val="center"/>
          </w:tcPr>
          <w:p w14:paraId="2B97BC8F" w14:textId="2F783E10" w:rsidR="00C82E24" w:rsidRPr="00D31700" w:rsidRDefault="00C82E24" w:rsidP="00606E8C">
            <w:pPr>
              <w:keepNext/>
              <w:spacing w:before="40" w:after="40" w:line="220" w:lineRule="atLeast"/>
              <w:ind w:left="57"/>
              <w:rPr>
                <w:sz w:val="18"/>
                <w:szCs w:val="18"/>
              </w:rPr>
            </w:pPr>
            <w:r w:rsidRPr="00D31700">
              <w:rPr>
                <w:sz w:val="18"/>
                <w:szCs w:val="18"/>
              </w:rPr>
              <w:t>Feu d</w:t>
            </w:r>
            <w:r w:rsidR="003D2091">
              <w:rPr>
                <w:sz w:val="18"/>
                <w:szCs w:val="18"/>
              </w:rPr>
              <w:t>’</w:t>
            </w:r>
            <w:r w:rsidRPr="00D31700">
              <w:rPr>
                <w:sz w:val="18"/>
                <w:szCs w:val="18"/>
              </w:rPr>
              <w:t>encombrement arrière</w:t>
            </w:r>
          </w:p>
        </w:tc>
        <w:tc>
          <w:tcPr>
            <w:tcW w:w="907" w:type="dxa"/>
          </w:tcPr>
          <w:p w14:paraId="77298C4B"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0FF80AFE"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39CA5B8F"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3CFCE2FD" w14:textId="77777777" w:rsidTr="00DE6D37">
        <w:trPr>
          <w:trHeight w:val="284"/>
        </w:trPr>
        <w:tc>
          <w:tcPr>
            <w:tcW w:w="3516" w:type="dxa"/>
            <w:vAlign w:val="center"/>
          </w:tcPr>
          <w:p w14:paraId="37B4EF7F" w14:textId="77777777" w:rsidR="00C82E24" w:rsidRPr="00D31700" w:rsidRDefault="00C82E24" w:rsidP="00606E8C">
            <w:pPr>
              <w:keepNext/>
              <w:spacing w:before="40" w:after="40" w:line="220" w:lineRule="atLeast"/>
              <w:ind w:left="57"/>
              <w:rPr>
                <w:sz w:val="18"/>
                <w:szCs w:val="18"/>
              </w:rPr>
            </w:pPr>
            <w:r w:rsidRPr="00D31700">
              <w:rPr>
                <w:sz w:val="18"/>
                <w:szCs w:val="18"/>
              </w:rPr>
              <w:t>Feu de brouillard arrière</w:t>
            </w:r>
          </w:p>
        </w:tc>
        <w:tc>
          <w:tcPr>
            <w:tcW w:w="907" w:type="dxa"/>
          </w:tcPr>
          <w:p w14:paraId="33549CC6"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500F3644"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72A19C7A"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29586C53" w14:textId="77777777" w:rsidTr="00DE6D37">
        <w:trPr>
          <w:trHeight w:val="284"/>
        </w:trPr>
        <w:tc>
          <w:tcPr>
            <w:tcW w:w="3516" w:type="dxa"/>
            <w:vAlign w:val="center"/>
          </w:tcPr>
          <w:p w14:paraId="4C9CE8B0" w14:textId="77777777" w:rsidR="00C82E24" w:rsidRPr="00D31700" w:rsidRDefault="00C82E24" w:rsidP="00606E8C">
            <w:pPr>
              <w:keepNext/>
              <w:spacing w:before="40" w:after="40" w:line="220" w:lineRule="atLeast"/>
              <w:ind w:left="57"/>
              <w:rPr>
                <w:sz w:val="18"/>
                <w:szCs w:val="18"/>
              </w:rPr>
            </w:pPr>
            <w:r w:rsidRPr="00D31700">
              <w:rPr>
                <w:sz w:val="18"/>
                <w:szCs w:val="18"/>
              </w:rPr>
              <w:t>Feu de position arrière</w:t>
            </w:r>
          </w:p>
        </w:tc>
        <w:tc>
          <w:tcPr>
            <w:tcW w:w="907" w:type="dxa"/>
          </w:tcPr>
          <w:p w14:paraId="3A978D8A"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631DCCA9"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09414DF5"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44FB4FD7" w14:textId="77777777" w:rsidTr="00DE6D37">
        <w:trPr>
          <w:trHeight w:val="284"/>
        </w:trPr>
        <w:tc>
          <w:tcPr>
            <w:tcW w:w="3516" w:type="dxa"/>
            <w:vAlign w:val="center"/>
          </w:tcPr>
          <w:p w14:paraId="40406818" w14:textId="77777777" w:rsidR="00C82E24" w:rsidRPr="00D31700" w:rsidRDefault="00C82E24" w:rsidP="00606E8C">
            <w:pPr>
              <w:keepNext/>
              <w:spacing w:before="40" w:after="40" w:line="220" w:lineRule="atLeast"/>
              <w:ind w:left="57"/>
              <w:rPr>
                <w:sz w:val="18"/>
                <w:szCs w:val="18"/>
              </w:rPr>
            </w:pPr>
            <w:r w:rsidRPr="00D31700">
              <w:rPr>
                <w:sz w:val="18"/>
                <w:szCs w:val="18"/>
              </w:rPr>
              <w:t xml:space="preserve">Feu de position arrière </w:t>
            </w:r>
            <w:r w:rsidRPr="00D31700">
              <w:rPr>
                <w:sz w:val="18"/>
                <w:szCs w:val="18"/>
              </w:rPr>
              <w:br/>
              <w:t>(véhicule</w:t>
            </w:r>
            <w:r>
              <w:rPr>
                <w:sz w:val="18"/>
                <w:szCs w:val="18"/>
              </w:rPr>
              <w:t>s</w:t>
            </w:r>
            <w:r w:rsidRPr="00D31700">
              <w:rPr>
                <w:sz w:val="18"/>
                <w:szCs w:val="18"/>
              </w:rPr>
              <w:t xml:space="preserve"> de la catégorie L)</w:t>
            </w:r>
          </w:p>
        </w:tc>
        <w:tc>
          <w:tcPr>
            <w:tcW w:w="907" w:type="dxa"/>
          </w:tcPr>
          <w:p w14:paraId="01E6468D"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7A2D3CED"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348748A9"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08ED862F" w14:textId="77777777" w:rsidTr="00DE6D37">
        <w:trPr>
          <w:trHeight w:val="284"/>
        </w:trPr>
        <w:tc>
          <w:tcPr>
            <w:tcW w:w="3516" w:type="dxa"/>
            <w:vAlign w:val="center"/>
          </w:tcPr>
          <w:p w14:paraId="7832B9C7" w14:textId="010A3FE7" w:rsidR="00C82E24" w:rsidRPr="00D31700" w:rsidRDefault="00C82E24" w:rsidP="00606E8C">
            <w:pPr>
              <w:keepNext/>
              <w:spacing w:before="40" w:after="40" w:line="220" w:lineRule="atLeast"/>
              <w:ind w:left="57"/>
              <w:rPr>
                <w:sz w:val="18"/>
                <w:szCs w:val="18"/>
              </w:rPr>
            </w:pPr>
            <w:r w:rsidRPr="00D31700">
              <w:rPr>
                <w:sz w:val="18"/>
                <w:szCs w:val="18"/>
              </w:rPr>
              <w:t>Feu de plaque d</w:t>
            </w:r>
            <w:r w:rsidR="003D2091">
              <w:rPr>
                <w:sz w:val="18"/>
                <w:szCs w:val="18"/>
              </w:rPr>
              <w:t>’</w:t>
            </w:r>
            <w:r w:rsidRPr="00D31700">
              <w:rPr>
                <w:sz w:val="18"/>
                <w:szCs w:val="18"/>
              </w:rPr>
              <w:t>immatriculation arrière</w:t>
            </w:r>
          </w:p>
        </w:tc>
        <w:tc>
          <w:tcPr>
            <w:tcW w:w="907" w:type="dxa"/>
          </w:tcPr>
          <w:p w14:paraId="4D0DFCDB"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2CAA3740"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191655FD"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7DDFD8EC" w14:textId="77777777" w:rsidTr="00DE6D37">
        <w:trPr>
          <w:trHeight w:val="284"/>
        </w:trPr>
        <w:tc>
          <w:tcPr>
            <w:tcW w:w="3516" w:type="dxa"/>
            <w:vAlign w:val="center"/>
          </w:tcPr>
          <w:p w14:paraId="1B416030" w14:textId="64B86EAA" w:rsidR="00C82E24" w:rsidRPr="00D31700" w:rsidRDefault="00C82E24" w:rsidP="00606E8C">
            <w:pPr>
              <w:keepNext/>
              <w:spacing w:before="40" w:after="40" w:line="220" w:lineRule="atLeast"/>
              <w:ind w:left="57"/>
              <w:rPr>
                <w:sz w:val="18"/>
                <w:szCs w:val="18"/>
              </w:rPr>
            </w:pPr>
            <w:r w:rsidRPr="00D31700">
              <w:rPr>
                <w:sz w:val="18"/>
                <w:szCs w:val="18"/>
              </w:rPr>
              <w:t>Feu de plaque d</w:t>
            </w:r>
            <w:r w:rsidR="003D2091">
              <w:rPr>
                <w:sz w:val="18"/>
                <w:szCs w:val="18"/>
              </w:rPr>
              <w:t>’</w:t>
            </w:r>
            <w:r w:rsidRPr="00D31700">
              <w:rPr>
                <w:sz w:val="18"/>
                <w:szCs w:val="18"/>
              </w:rPr>
              <w:t>immatriculation arrière (véhicule</w:t>
            </w:r>
            <w:r>
              <w:rPr>
                <w:sz w:val="18"/>
                <w:szCs w:val="18"/>
              </w:rPr>
              <w:t>s</w:t>
            </w:r>
            <w:r w:rsidRPr="00D31700">
              <w:rPr>
                <w:sz w:val="18"/>
                <w:szCs w:val="18"/>
              </w:rPr>
              <w:t xml:space="preserve"> de la catégorie L)</w:t>
            </w:r>
          </w:p>
        </w:tc>
        <w:tc>
          <w:tcPr>
            <w:tcW w:w="907" w:type="dxa"/>
          </w:tcPr>
          <w:p w14:paraId="3613E43C"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3427A09F"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6F49D0E5"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42364206" w14:textId="77777777" w:rsidTr="00DE6D37">
        <w:trPr>
          <w:trHeight w:val="284"/>
        </w:trPr>
        <w:tc>
          <w:tcPr>
            <w:tcW w:w="3516" w:type="dxa"/>
            <w:vAlign w:val="center"/>
          </w:tcPr>
          <w:p w14:paraId="0F91E021" w14:textId="77777777" w:rsidR="00C82E24" w:rsidRPr="00D31700" w:rsidRDefault="00C82E24" w:rsidP="00606E8C">
            <w:pPr>
              <w:keepNext/>
              <w:spacing w:before="40" w:after="40" w:line="220" w:lineRule="atLeast"/>
              <w:ind w:left="57"/>
              <w:rPr>
                <w:sz w:val="18"/>
                <w:szCs w:val="18"/>
              </w:rPr>
            </w:pPr>
            <w:r w:rsidRPr="00D31700">
              <w:rPr>
                <w:sz w:val="18"/>
                <w:szCs w:val="18"/>
              </w:rPr>
              <w:t>Feu de marche arrière</w:t>
            </w:r>
          </w:p>
        </w:tc>
        <w:tc>
          <w:tcPr>
            <w:tcW w:w="907" w:type="dxa"/>
          </w:tcPr>
          <w:p w14:paraId="6A501858"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1DC2D751"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56CAEEC1"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19CBD152" w14:textId="77777777" w:rsidTr="00DE6D37">
        <w:trPr>
          <w:trHeight w:val="284"/>
        </w:trPr>
        <w:tc>
          <w:tcPr>
            <w:tcW w:w="3516" w:type="dxa"/>
            <w:vAlign w:val="center"/>
          </w:tcPr>
          <w:p w14:paraId="368FA6D7" w14:textId="77777777" w:rsidR="00C82E24" w:rsidRPr="00D31700" w:rsidRDefault="00C82E24" w:rsidP="00606E8C">
            <w:pPr>
              <w:keepNext/>
              <w:spacing w:before="40" w:after="40" w:line="220" w:lineRule="atLeast"/>
              <w:ind w:left="57"/>
              <w:rPr>
                <w:sz w:val="18"/>
                <w:szCs w:val="18"/>
              </w:rPr>
            </w:pPr>
            <w:r w:rsidRPr="00D31700">
              <w:rPr>
                <w:sz w:val="18"/>
                <w:szCs w:val="18"/>
              </w:rPr>
              <w:t>Feu indicateur de direction latéral</w:t>
            </w:r>
          </w:p>
        </w:tc>
        <w:tc>
          <w:tcPr>
            <w:tcW w:w="907" w:type="dxa"/>
          </w:tcPr>
          <w:p w14:paraId="40004499"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655467CA"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721E91C9"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728A7EC7" w14:textId="77777777" w:rsidTr="00DE6D37">
        <w:trPr>
          <w:trHeight w:val="284"/>
        </w:trPr>
        <w:tc>
          <w:tcPr>
            <w:tcW w:w="3516" w:type="dxa"/>
            <w:vAlign w:val="center"/>
          </w:tcPr>
          <w:p w14:paraId="3B29EFA9" w14:textId="77777777" w:rsidR="00C82E24" w:rsidRPr="00D31700" w:rsidRDefault="00C82E24" w:rsidP="00606E8C">
            <w:pPr>
              <w:keepNext/>
              <w:spacing w:before="40" w:after="40" w:line="220" w:lineRule="atLeast"/>
              <w:ind w:left="57"/>
              <w:rPr>
                <w:sz w:val="18"/>
                <w:szCs w:val="18"/>
              </w:rPr>
            </w:pPr>
            <w:r w:rsidRPr="00D31700">
              <w:rPr>
                <w:sz w:val="18"/>
                <w:szCs w:val="18"/>
              </w:rPr>
              <w:t>Feu de position latéral</w:t>
            </w:r>
          </w:p>
        </w:tc>
        <w:tc>
          <w:tcPr>
            <w:tcW w:w="907" w:type="dxa"/>
          </w:tcPr>
          <w:p w14:paraId="52DBFB10"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5C3B7864"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70867D86"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7C58C1AD" w14:textId="77777777" w:rsidTr="00DE6D37">
        <w:trPr>
          <w:trHeight w:val="284"/>
        </w:trPr>
        <w:tc>
          <w:tcPr>
            <w:tcW w:w="3516" w:type="dxa"/>
            <w:vAlign w:val="center"/>
          </w:tcPr>
          <w:p w14:paraId="462E974C" w14:textId="77777777" w:rsidR="00C82E24" w:rsidRPr="00D31700" w:rsidRDefault="00C82E24" w:rsidP="00606E8C">
            <w:pPr>
              <w:keepNext/>
              <w:spacing w:before="40" w:after="40" w:line="220" w:lineRule="atLeast"/>
              <w:ind w:left="57"/>
              <w:rPr>
                <w:sz w:val="18"/>
                <w:szCs w:val="18"/>
              </w:rPr>
            </w:pPr>
            <w:r w:rsidRPr="00D31700">
              <w:rPr>
                <w:sz w:val="18"/>
                <w:szCs w:val="18"/>
              </w:rPr>
              <w:t>Feu stop</w:t>
            </w:r>
          </w:p>
        </w:tc>
        <w:tc>
          <w:tcPr>
            <w:tcW w:w="907" w:type="dxa"/>
          </w:tcPr>
          <w:p w14:paraId="046F13F5"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Pr>
          <w:p w14:paraId="345D4D36" w14:textId="77777777" w:rsidR="00C82E24" w:rsidRPr="00D31700" w:rsidRDefault="00C82E24" w:rsidP="00606E8C">
            <w:pPr>
              <w:keepNext/>
              <w:spacing w:before="40" w:after="40" w:line="220" w:lineRule="atLeast"/>
              <w:ind w:left="57" w:right="113"/>
              <w:jc w:val="right"/>
              <w:rPr>
                <w:sz w:val="18"/>
                <w:szCs w:val="18"/>
              </w:rPr>
            </w:pPr>
          </w:p>
        </w:tc>
        <w:tc>
          <w:tcPr>
            <w:tcW w:w="907" w:type="dxa"/>
          </w:tcPr>
          <w:p w14:paraId="7A67D4B9"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1D520AFA" w14:textId="77777777" w:rsidTr="00DE6D37">
        <w:trPr>
          <w:trHeight w:val="284"/>
        </w:trPr>
        <w:tc>
          <w:tcPr>
            <w:tcW w:w="3516" w:type="dxa"/>
            <w:tcBorders>
              <w:bottom w:val="single" w:sz="2" w:space="0" w:color="auto"/>
            </w:tcBorders>
            <w:vAlign w:val="center"/>
          </w:tcPr>
          <w:p w14:paraId="740B0F71" w14:textId="77777777" w:rsidR="00C82E24" w:rsidRPr="00D31700" w:rsidRDefault="00C82E24" w:rsidP="00606E8C">
            <w:pPr>
              <w:keepNext/>
              <w:spacing w:before="40" w:after="40" w:line="220" w:lineRule="atLeast"/>
              <w:ind w:left="57"/>
              <w:rPr>
                <w:sz w:val="18"/>
                <w:szCs w:val="18"/>
              </w:rPr>
            </w:pPr>
            <w:r w:rsidRPr="00D31700">
              <w:rPr>
                <w:sz w:val="18"/>
                <w:szCs w:val="18"/>
              </w:rPr>
              <w:t>Feu stop (véhicule</w:t>
            </w:r>
            <w:r>
              <w:rPr>
                <w:sz w:val="18"/>
                <w:szCs w:val="18"/>
              </w:rPr>
              <w:t>s</w:t>
            </w:r>
            <w:r w:rsidRPr="00D31700">
              <w:rPr>
                <w:sz w:val="18"/>
                <w:szCs w:val="18"/>
              </w:rPr>
              <w:t xml:space="preserve"> de la catégorie L)</w:t>
            </w:r>
          </w:p>
        </w:tc>
        <w:tc>
          <w:tcPr>
            <w:tcW w:w="907" w:type="dxa"/>
            <w:tcBorders>
              <w:bottom w:val="single" w:sz="2" w:space="0" w:color="auto"/>
            </w:tcBorders>
          </w:tcPr>
          <w:p w14:paraId="675C5D28"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Borders>
              <w:bottom w:val="single" w:sz="2" w:space="0" w:color="auto"/>
            </w:tcBorders>
          </w:tcPr>
          <w:p w14:paraId="5D6EB227" w14:textId="77777777" w:rsidR="00C82E24" w:rsidRPr="00D31700" w:rsidRDefault="00C82E24" w:rsidP="00606E8C">
            <w:pPr>
              <w:keepNext/>
              <w:spacing w:before="40" w:after="40" w:line="220" w:lineRule="atLeast"/>
              <w:ind w:left="57" w:right="113"/>
              <w:jc w:val="right"/>
              <w:rPr>
                <w:sz w:val="18"/>
                <w:szCs w:val="18"/>
              </w:rPr>
            </w:pPr>
          </w:p>
        </w:tc>
        <w:tc>
          <w:tcPr>
            <w:tcW w:w="907" w:type="dxa"/>
            <w:tcBorders>
              <w:bottom w:val="single" w:sz="2" w:space="0" w:color="auto"/>
            </w:tcBorders>
          </w:tcPr>
          <w:p w14:paraId="7AB56E36" w14:textId="77777777" w:rsidR="00C82E24" w:rsidRPr="00D31700" w:rsidRDefault="00C82E24" w:rsidP="00606E8C">
            <w:pPr>
              <w:keepNext/>
              <w:spacing w:before="40" w:after="40" w:line="220" w:lineRule="atLeast"/>
              <w:ind w:left="57" w:right="113"/>
              <w:jc w:val="right"/>
              <w:rPr>
                <w:sz w:val="18"/>
                <w:szCs w:val="18"/>
              </w:rPr>
            </w:pPr>
          </w:p>
        </w:tc>
      </w:tr>
      <w:tr w:rsidR="00C82E24" w:rsidRPr="00D31700" w14:paraId="42AAC137" w14:textId="77777777" w:rsidTr="00DE6D37">
        <w:trPr>
          <w:trHeight w:val="284"/>
        </w:trPr>
        <w:tc>
          <w:tcPr>
            <w:tcW w:w="3516" w:type="dxa"/>
            <w:tcBorders>
              <w:bottom w:val="single" w:sz="12" w:space="0" w:color="auto"/>
            </w:tcBorders>
            <w:vAlign w:val="center"/>
          </w:tcPr>
          <w:p w14:paraId="6F7BC7F3" w14:textId="77777777" w:rsidR="00C82E24" w:rsidRPr="00D31700" w:rsidRDefault="00C82E24" w:rsidP="00606E8C">
            <w:pPr>
              <w:keepNext/>
              <w:spacing w:before="40" w:after="40" w:line="220" w:lineRule="atLeast"/>
              <w:ind w:left="57"/>
              <w:rPr>
                <w:sz w:val="18"/>
                <w:szCs w:val="18"/>
              </w:rPr>
            </w:pPr>
            <w:r w:rsidRPr="00D31700">
              <w:rPr>
                <w:sz w:val="18"/>
                <w:szCs w:val="18"/>
              </w:rPr>
              <w:t>Feu stop (central et placé en hauteur)</w:t>
            </w:r>
          </w:p>
        </w:tc>
        <w:tc>
          <w:tcPr>
            <w:tcW w:w="907" w:type="dxa"/>
            <w:tcBorders>
              <w:bottom w:val="single" w:sz="12" w:space="0" w:color="auto"/>
            </w:tcBorders>
          </w:tcPr>
          <w:p w14:paraId="7AB298C7" w14:textId="77777777" w:rsidR="00C82E24" w:rsidRPr="00D31700" w:rsidRDefault="00C82E24" w:rsidP="00606E8C">
            <w:pPr>
              <w:keepNext/>
              <w:spacing w:before="40" w:after="40" w:line="220" w:lineRule="atLeast"/>
              <w:ind w:left="57" w:right="113"/>
              <w:jc w:val="right"/>
              <w:rPr>
                <w:iCs/>
                <w:sz w:val="18"/>
                <w:szCs w:val="18"/>
              </w:rPr>
            </w:pPr>
            <w:r>
              <w:rPr>
                <w:iCs/>
                <w:sz w:val="18"/>
                <w:szCs w:val="18"/>
              </w:rPr>
              <w:t>0</w:t>
            </w:r>
          </w:p>
        </w:tc>
        <w:tc>
          <w:tcPr>
            <w:tcW w:w="907" w:type="dxa"/>
            <w:tcBorders>
              <w:bottom w:val="single" w:sz="12" w:space="0" w:color="auto"/>
            </w:tcBorders>
          </w:tcPr>
          <w:p w14:paraId="309C12E3" w14:textId="77777777" w:rsidR="00C82E24" w:rsidRPr="00D31700" w:rsidRDefault="00C82E24" w:rsidP="00606E8C">
            <w:pPr>
              <w:keepNext/>
              <w:spacing w:before="40" w:after="40" w:line="220" w:lineRule="atLeast"/>
              <w:ind w:left="57" w:right="113"/>
              <w:jc w:val="right"/>
              <w:rPr>
                <w:sz w:val="18"/>
                <w:szCs w:val="18"/>
              </w:rPr>
            </w:pPr>
          </w:p>
        </w:tc>
        <w:tc>
          <w:tcPr>
            <w:tcW w:w="907" w:type="dxa"/>
            <w:tcBorders>
              <w:bottom w:val="single" w:sz="12" w:space="0" w:color="auto"/>
            </w:tcBorders>
          </w:tcPr>
          <w:p w14:paraId="6E8D6D65" w14:textId="77777777" w:rsidR="00C82E24" w:rsidRPr="00D31700" w:rsidRDefault="00C82E24" w:rsidP="00606E8C">
            <w:pPr>
              <w:keepNext/>
              <w:spacing w:before="40" w:after="40" w:line="220" w:lineRule="atLeast"/>
              <w:ind w:left="57" w:right="113"/>
              <w:jc w:val="right"/>
              <w:rPr>
                <w:sz w:val="18"/>
                <w:szCs w:val="18"/>
              </w:rPr>
            </w:pPr>
          </w:p>
        </w:tc>
      </w:tr>
    </w:tbl>
    <w:p w14:paraId="2BC328D5" w14:textId="79BACDF6" w:rsidR="00C82E24" w:rsidRPr="00702586" w:rsidRDefault="00C82E24" w:rsidP="00BB0531">
      <w:pPr>
        <w:pStyle w:val="SingleTxtG"/>
        <w:tabs>
          <w:tab w:val="clear" w:pos="1701"/>
        </w:tabs>
        <w:spacing w:before="120"/>
        <w:ind w:left="2268" w:hanging="1134"/>
      </w:pPr>
      <w:r w:rsidRPr="00702586">
        <w:t>3.3</w:t>
      </w:r>
      <w:r w:rsidRPr="00702586">
        <w:tab/>
      </w:r>
      <w:r>
        <w:t>M</w:t>
      </w:r>
      <w:r w:rsidRPr="00702586">
        <w:t>arque d</w:t>
      </w:r>
      <w:r w:rsidR="003D2091">
        <w:t>’</w:t>
      </w:r>
      <w:r w:rsidRPr="00702586">
        <w:t>homologation</w:t>
      </w:r>
    </w:p>
    <w:p w14:paraId="790242A6" w14:textId="77777777" w:rsidR="00C82E24" w:rsidRPr="00702586" w:rsidRDefault="00C82E24" w:rsidP="00BB0531">
      <w:pPr>
        <w:pStyle w:val="SingleTxtG"/>
        <w:tabs>
          <w:tab w:val="clear" w:pos="1701"/>
        </w:tabs>
        <w:spacing w:before="120"/>
        <w:ind w:left="2268" w:hanging="1134"/>
      </w:pPr>
      <w:r w:rsidRPr="00702586">
        <w:t>3.3.1</w:t>
      </w:r>
      <w:r w:rsidRPr="00702586">
        <w:tab/>
        <w:t>Dispositions générales</w:t>
      </w:r>
    </w:p>
    <w:p w14:paraId="66C3E140" w14:textId="1CD7292E" w:rsidR="00C82E24" w:rsidRPr="00702586" w:rsidRDefault="00C82E24" w:rsidP="00BB0531">
      <w:pPr>
        <w:pStyle w:val="SingleTxtG"/>
        <w:tabs>
          <w:tab w:val="clear" w:pos="1701"/>
        </w:tabs>
        <w:spacing w:before="120"/>
        <w:ind w:left="2268" w:hanging="1134"/>
      </w:pPr>
      <w:r>
        <w:t>3.3.1.1</w:t>
      </w:r>
      <w:r>
        <w:tab/>
      </w:r>
      <w:r w:rsidRPr="00702586">
        <w:t>Tout dispositif relevant d</w:t>
      </w:r>
      <w:r w:rsidR="003D2091">
        <w:t>’</w:t>
      </w:r>
      <w:r w:rsidRPr="00702586">
        <w:t xml:space="preserve">un type homologué </w:t>
      </w:r>
      <w:r>
        <w:t xml:space="preserve">doit </w:t>
      </w:r>
      <w:r w:rsidRPr="00702586">
        <w:t>comporte</w:t>
      </w:r>
      <w:r>
        <w:t>r</w:t>
      </w:r>
      <w:r w:rsidRPr="00702586">
        <w:t xml:space="preserve"> un emplacement d</w:t>
      </w:r>
      <w:r w:rsidR="003D2091">
        <w:t>’</w:t>
      </w:r>
      <w:r w:rsidRPr="00702586">
        <w:t>une taille suffisante réservé à l</w:t>
      </w:r>
      <w:r w:rsidR="003D2091">
        <w:t>’</w:t>
      </w:r>
      <w:r w:rsidRPr="00702586">
        <w:t>apposition de l</w:t>
      </w:r>
      <w:r w:rsidR="003D2091">
        <w:t>’</w:t>
      </w:r>
      <w:r w:rsidRPr="00702586">
        <w:t>identifiant unique prévu dans l</w:t>
      </w:r>
      <w:r w:rsidR="003D2091">
        <w:t>’</w:t>
      </w:r>
      <w:r w:rsidRPr="00702586">
        <w:t>Accord de 1958 et des autres marques définies aux paragraphes 3.3.4.2 à 3.3.4.6 ou, en cas d</w:t>
      </w:r>
      <w:r w:rsidR="003D2091">
        <w:t>’</w:t>
      </w:r>
      <w:r w:rsidRPr="00702586">
        <w:t>impossibilité technique, de la marque d</w:t>
      </w:r>
      <w:r w:rsidR="003D2091">
        <w:t>’</w:t>
      </w:r>
      <w:r w:rsidRPr="00702586">
        <w:t>homologation accompagnée des symboles additionnels et des autres marques définies aux</w:t>
      </w:r>
      <w:r>
        <w:t xml:space="preserve"> paragraphes 3.3.4.2 à 3.3.4.6.</w:t>
      </w:r>
    </w:p>
    <w:p w14:paraId="03A53357" w14:textId="0F1C0445" w:rsidR="00C82E24" w:rsidRPr="00702586" w:rsidRDefault="00C82E24" w:rsidP="00BB0531">
      <w:pPr>
        <w:pStyle w:val="SingleTxtG"/>
        <w:tabs>
          <w:tab w:val="clear" w:pos="1701"/>
        </w:tabs>
        <w:spacing w:before="120"/>
        <w:ind w:left="2268" w:hanging="1134"/>
        <w:rPr>
          <w:strike/>
        </w:rPr>
      </w:pPr>
      <w:r w:rsidRPr="00702586">
        <w:t>3.3.1.2</w:t>
      </w:r>
      <w:r w:rsidRPr="00702586">
        <w:tab/>
        <w:t>On trouvera des exemples de marques d</w:t>
      </w:r>
      <w:r w:rsidR="003D2091">
        <w:t>’</w:t>
      </w:r>
      <w:r w:rsidRPr="00702586">
        <w:t>homologation à l</w:t>
      </w:r>
      <w:r w:rsidR="003D2091">
        <w:t>’</w:t>
      </w:r>
      <w:r w:rsidRPr="00702586">
        <w:t>annexe</w:t>
      </w:r>
      <w:r>
        <w:t> </w:t>
      </w:r>
      <w:r w:rsidRPr="00702586">
        <w:t>7.</w:t>
      </w:r>
    </w:p>
    <w:p w14:paraId="73AF30F9" w14:textId="66820592" w:rsidR="00C82E24" w:rsidRPr="00702586" w:rsidRDefault="00C82E24" w:rsidP="00BB0531">
      <w:pPr>
        <w:pStyle w:val="SingleTxtG"/>
        <w:tabs>
          <w:tab w:val="clear" w:pos="1701"/>
        </w:tabs>
        <w:spacing w:before="120"/>
        <w:ind w:left="2268" w:hanging="1134"/>
      </w:pPr>
      <w:r>
        <w:t>3.3.2</w:t>
      </w:r>
      <w:r w:rsidRPr="00702586">
        <w:tab/>
        <w:t>La marqu</w:t>
      </w:r>
      <w:r>
        <w:t xml:space="preserve">e </w:t>
      </w:r>
      <w:r w:rsidRPr="00702586">
        <w:t>d</w:t>
      </w:r>
      <w:r w:rsidR="003D2091">
        <w:t>’</w:t>
      </w:r>
      <w:r w:rsidRPr="00702586">
        <w:t>homologation comprend :</w:t>
      </w:r>
    </w:p>
    <w:p w14:paraId="22F6AC48" w14:textId="561D46A8" w:rsidR="00C82E24" w:rsidRPr="00702586" w:rsidRDefault="00C82E24" w:rsidP="00BB0531">
      <w:pPr>
        <w:pStyle w:val="SingleTxtG"/>
        <w:tabs>
          <w:tab w:val="clear" w:pos="1701"/>
        </w:tabs>
        <w:spacing w:before="120"/>
        <w:ind w:left="2268" w:hanging="1134"/>
      </w:pPr>
      <w:r w:rsidRPr="00702586">
        <w:t>3.3.2.1</w:t>
      </w:r>
      <w:r w:rsidRPr="00702586">
        <w:tab/>
        <w:t>Un cercle dans lequel est inscrite la lettre « E » suivie du numéro distinctif du pays ayant délivré l</w:t>
      </w:r>
      <w:r w:rsidR="003D2091">
        <w:t>’</w:t>
      </w:r>
      <w:r>
        <w:t>homologation ;</w:t>
      </w:r>
    </w:p>
    <w:p w14:paraId="6C3C0851" w14:textId="104483EC" w:rsidR="00C82E24" w:rsidRPr="00702586" w:rsidRDefault="00C82E24" w:rsidP="00BB0531">
      <w:pPr>
        <w:pStyle w:val="SingleTxtG"/>
        <w:tabs>
          <w:tab w:val="clear" w:pos="1701"/>
        </w:tabs>
        <w:spacing w:before="120"/>
        <w:ind w:left="2268" w:hanging="1134"/>
      </w:pPr>
      <w:r w:rsidRPr="00702586">
        <w:t>3.3.2.2</w:t>
      </w:r>
      <w:r w:rsidRPr="00702586">
        <w:tab/>
        <w:t>Le numéro d</w:t>
      </w:r>
      <w:r w:rsidR="003D2091">
        <w:t>’</w:t>
      </w:r>
      <w:r w:rsidRPr="00702586">
        <w:t xml:space="preserve">homologation </w:t>
      </w:r>
      <w:r>
        <w:t>visé au paragraphe 3.2.3.2 ;</w:t>
      </w:r>
    </w:p>
    <w:p w14:paraId="5617F42D" w14:textId="33B2E6E3" w:rsidR="00C82E24" w:rsidRPr="00702586" w:rsidRDefault="00C82E24" w:rsidP="00BB0531">
      <w:pPr>
        <w:pStyle w:val="SingleTxtG"/>
        <w:tabs>
          <w:tab w:val="clear" w:pos="1701"/>
        </w:tabs>
        <w:spacing w:before="120"/>
        <w:ind w:left="2268" w:hanging="1134"/>
      </w:pPr>
      <w:r w:rsidRPr="00702586">
        <w:t>3.3.2.3</w:t>
      </w:r>
      <w:r w:rsidRPr="00702586">
        <w:tab/>
        <w:t>Les symboles d</w:t>
      </w:r>
      <w:r w:rsidR="003D2091">
        <w:t>’</w:t>
      </w:r>
      <w:r w:rsidRPr="00702586">
        <w:t xml:space="preserve">identification correspondant aux feux de signalisation lumineuse </w:t>
      </w:r>
      <w:r>
        <w:t>visés au paragraphe 3.2.4 ;</w:t>
      </w:r>
    </w:p>
    <w:p w14:paraId="6FFF39C9" w14:textId="53A1917E" w:rsidR="00C82E24" w:rsidRPr="00702586" w:rsidRDefault="00C82E24" w:rsidP="00BB0531">
      <w:pPr>
        <w:pStyle w:val="SingleTxtG"/>
        <w:tabs>
          <w:tab w:val="clear" w:pos="1701"/>
        </w:tabs>
        <w:spacing w:before="120"/>
        <w:ind w:left="2268" w:hanging="1134"/>
        <w:rPr>
          <w:iCs/>
        </w:rPr>
      </w:pPr>
      <w:r w:rsidRPr="00702586">
        <w:rPr>
          <w:iCs/>
        </w:rPr>
        <w:lastRenderedPageBreak/>
        <w:t>3.3.2.4</w:t>
      </w:r>
      <w:r w:rsidRPr="00702586">
        <w:rPr>
          <w:iCs/>
        </w:rPr>
        <w:tab/>
        <w:t>L</w:t>
      </w:r>
      <w:r>
        <w:rPr>
          <w:iCs/>
        </w:rPr>
        <w:t xml:space="preserve">e numéro </w:t>
      </w:r>
      <w:r w:rsidRPr="00BB0531">
        <w:t>du</w:t>
      </w:r>
      <w:r>
        <w:rPr>
          <w:iCs/>
        </w:rPr>
        <w:t xml:space="preserve"> présent Règlement suivi par la lettre « R » et les </w:t>
      </w:r>
      <w:r w:rsidRPr="00702586">
        <w:rPr>
          <w:iCs/>
        </w:rPr>
        <w:t xml:space="preserve">deux chiffres </w:t>
      </w:r>
      <w:r>
        <w:rPr>
          <w:iCs/>
        </w:rPr>
        <w:t>correspondant à</w:t>
      </w:r>
      <w:r w:rsidRPr="00702586">
        <w:rPr>
          <w:iCs/>
        </w:rPr>
        <w:t xml:space="preserve"> </w:t>
      </w:r>
      <w:r>
        <w:rPr>
          <w:iCs/>
        </w:rPr>
        <w:t>la série d</w:t>
      </w:r>
      <w:r w:rsidR="003D2091">
        <w:rPr>
          <w:iCs/>
        </w:rPr>
        <w:t>’</w:t>
      </w:r>
      <w:r>
        <w:rPr>
          <w:iCs/>
        </w:rPr>
        <w:t xml:space="preserve">amendements </w:t>
      </w:r>
      <w:r w:rsidRPr="00702586">
        <w:rPr>
          <w:iCs/>
        </w:rPr>
        <w:t>en vigueur à la date de la délivrance de l</w:t>
      </w:r>
      <w:r w:rsidR="003D2091">
        <w:rPr>
          <w:iCs/>
        </w:rPr>
        <w:t>’</w:t>
      </w:r>
      <w:r>
        <w:rPr>
          <w:iCs/>
        </w:rPr>
        <w:t>homologation ;</w:t>
      </w:r>
    </w:p>
    <w:p w14:paraId="2D58D340" w14:textId="77777777" w:rsidR="00C82E24" w:rsidRPr="00702586" w:rsidRDefault="00C82E24" w:rsidP="00BB0531">
      <w:pPr>
        <w:pStyle w:val="SingleTxtG"/>
        <w:tabs>
          <w:tab w:val="clear" w:pos="1701"/>
        </w:tabs>
        <w:spacing w:before="120"/>
        <w:ind w:left="2268" w:hanging="1134"/>
      </w:pPr>
      <w:r w:rsidRPr="00702586">
        <w:t>3.3.2.5</w:t>
      </w:r>
      <w:r w:rsidRPr="00702586">
        <w:tab/>
        <w:t>Le ou les symboles additionnels suivants :</w:t>
      </w:r>
    </w:p>
    <w:p w14:paraId="43AD0236" w14:textId="77777777" w:rsidR="00C82E24" w:rsidRPr="00702586" w:rsidRDefault="00C82E24" w:rsidP="00C82E24">
      <w:pPr>
        <w:pStyle w:val="SingleTxtG"/>
        <w:ind w:left="2268" w:hanging="1134"/>
        <w:rPr>
          <w:iCs/>
        </w:rPr>
      </w:pPr>
      <w:r w:rsidRPr="00702586">
        <w:rPr>
          <w:iCs/>
        </w:rPr>
        <w:t>3.3.2.5.1</w:t>
      </w:r>
      <w:r w:rsidRPr="00702586">
        <w:rPr>
          <w:iCs/>
        </w:rPr>
        <w:tab/>
        <w:t>Sur les feux ne pouvant être montés indifféremment sur la partie droite ou la partie gauche du véhicule, une flèche horizonta</w:t>
      </w:r>
      <w:r>
        <w:rPr>
          <w:iCs/>
        </w:rPr>
        <w:t>le indiquant le sens de montage ;</w:t>
      </w:r>
    </w:p>
    <w:p w14:paraId="5F3AA1CA" w14:textId="4BE225E1" w:rsidR="00C82E24" w:rsidRPr="00702586" w:rsidRDefault="00C82E24" w:rsidP="00C82E24">
      <w:pPr>
        <w:pStyle w:val="SingleTxtG"/>
        <w:ind w:left="2268" w:hanging="1134"/>
        <w:rPr>
          <w:iCs/>
        </w:rPr>
      </w:pPr>
      <w:r w:rsidRPr="00702586">
        <w:rPr>
          <w:iCs/>
        </w:rPr>
        <w:t>3.3.2.5.1.1</w:t>
      </w:r>
      <w:r w:rsidRPr="00702586">
        <w:rPr>
          <w:iCs/>
        </w:rPr>
        <w:tab/>
        <w:t>La flèche est orientée vers l</w:t>
      </w:r>
      <w:r w:rsidR="003D2091">
        <w:rPr>
          <w:iCs/>
        </w:rPr>
        <w:t>’</w:t>
      </w:r>
      <w:r w:rsidRPr="00702586">
        <w:rPr>
          <w:iCs/>
        </w:rPr>
        <w:t>extérieur du véhicule pour :</w:t>
      </w:r>
    </w:p>
    <w:p w14:paraId="675DA9DB" w14:textId="77777777" w:rsidR="00C82E24" w:rsidRDefault="00C82E24" w:rsidP="00C82E24">
      <w:pPr>
        <w:pStyle w:val="SingleTxtG"/>
        <w:ind w:left="2835" w:hanging="567"/>
      </w:pPr>
      <w:r>
        <w:t>a)</w:t>
      </w:r>
      <w:r>
        <w:tab/>
      </w:r>
      <w:r w:rsidRPr="009304EF">
        <w:t>Les indicateurs de direction des catégories</w:t>
      </w:r>
      <w:r>
        <w:t> </w:t>
      </w:r>
      <w:r w:rsidRPr="009304EF">
        <w:t>1, 1a, 1b, 2a, 2b, 11, 11a, 11b, 11c et 12 ;</w:t>
      </w:r>
    </w:p>
    <w:p w14:paraId="0F4A30D8" w14:textId="0B1D264D" w:rsidR="00C82E24" w:rsidRDefault="00C82E24" w:rsidP="00C82E24">
      <w:pPr>
        <w:pStyle w:val="SingleTxtG"/>
        <w:ind w:left="2835" w:hanging="567"/>
      </w:pPr>
      <w:r>
        <w:t>b)</w:t>
      </w:r>
      <w:r>
        <w:tab/>
      </w:r>
      <w:r w:rsidRPr="009304EF">
        <w:t>Les feux de position avant et arrière, les feux d</w:t>
      </w:r>
      <w:r w:rsidR="003D2091">
        <w:t>’</w:t>
      </w:r>
      <w:r w:rsidRPr="009304EF">
        <w:t>encombrement avant et arrière ;</w:t>
      </w:r>
    </w:p>
    <w:p w14:paraId="2C4092BB" w14:textId="77777777" w:rsidR="00C82E24" w:rsidRPr="00702586" w:rsidRDefault="00C82E24" w:rsidP="00C82E24">
      <w:pPr>
        <w:pStyle w:val="SingleTxtG"/>
        <w:ind w:left="2835" w:hanging="567"/>
      </w:pPr>
      <w:r>
        <w:t>c)</w:t>
      </w:r>
      <w:r>
        <w:tab/>
      </w:r>
      <w:r w:rsidRPr="009304EF">
        <w:t>Les</w:t>
      </w:r>
      <w:r w:rsidRPr="00702586">
        <w:t xml:space="preserve"> feux de marche arrière si l</w:t>
      </w:r>
      <w:r>
        <w:t>e champ de</w:t>
      </w:r>
      <w:r w:rsidRPr="00702586">
        <w:t xml:space="preserve"> répartition lumineuse est réduit sur les deux feux d</w:t>
      </w:r>
      <w:r>
        <w:t>e marche arrière ;</w:t>
      </w:r>
    </w:p>
    <w:p w14:paraId="4449D59E" w14:textId="256F4681" w:rsidR="00C82E24" w:rsidRPr="00702586" w:rsidRDefault="00C82E24" w:rsidP="00C82E24">
      <w:pPr>
        <w:pStyle w:val="SingleTxtG"/>
        <w:ind w:left="2268" w:hanging="1134"/>
        <w:rPr>
          <w:iCs/>
        </w:rPr>
      </w:pPr>
      <w:r w:rsidRPr="00702586">
        <w:rPr>
          <w:iCs/>
        </w:rPr>
        <w:t>3.3.2.5.1.2</w:t>
      </w:r>
      <w:r w:rsidRPr="00702586">
        <w:rPr>
          <w:iCs/>
        </w:rPr>
        <w:tab/>
        <w:t>La flèche est orientée vers l</w:t>
      </w:r>
      <w:r w:rsidR="003D2091">
        <w:rPr>
          <w:iCs/>
        </w:rPr>
        <w:t>’</w:t>
      </w:r>
      <w:r w:rsidRPr="00702586">
        <w:rPr>
          <w:iCs/>
        </w:rPr>
        <w:t xml:space="preserve">avant du véhicule pour les indicateurs de </w:t>
      </w:r>
      <w:r w:rsidRPr="00F23EF4">
        <w:t>direction</w:t>
      </w:r>
      <w:r w:rsidRPr="00702586">
        <w:rPr>
          <w:iCs/>
        </w:rPr>
        <w:t xml:space="preserve"> des catégories</w:t>
      </w:r>
      <w:r>
        <w:rPr>
          <w:iCs/>
        </w:rPr>
        <w:t> </w:t>
      </w:r>
      <w:r w:rsidRPr="00702586">
        <w:rPr>
          <w:iCs/>
        </w:rPr>
        <w:t>5 et 6 et les</w:t>
      </w:r>
      <w:r>
        <w:rPr>
          <w:iCs/>
        </w:rPr>
        <w:t xml:space="preserve"> feux de stationnement combinés ;</w:t>
      </w:r>
    </w:p>
    <w:p w14:paraId="5F94E563" w14:textId="77777777" w:rsidR="00C82E24" w:rsidRPr="00702586" w:rsidRDefault="00C82E24" w:rsidP="00C82E24">
      <w:pPr>
        <w:pStyle w:val="SingleTxtG"/>
        <w:ind w:left="2268" w:hanging="1134"/>
        <w:rPr>
          <w:iCs/>
        </w:rPr>
      </w:pPr>
      <w:r w:rsidRPr="00702586">
        <w:rPr>
          <w:iCs/>
        </w:rPr>
        <w:t>3.3.2.5.1.3</w:t>
      </w:r>
      <w:r w:rsidRPr="00702586">
        <w:rPr>
          <w:iCs/>
        </w:rPr>
        <w:tab/>
        <w:t>Pour les indicateurs de direction de la catégorie</w:t>
      </w:r>
      <w:r>
        <w:rPr>
          <w:iCs/>
        </w:rPr>
        <w:t> </w:t>
      </w:r>
      <w:r w:rsidRPr="00702586">
        <w:rPr>
          <w:iCs/>
        </w:rPr>
        <w:t xml:space="preserve">6, le feu doit être marqué de la lettre « R » ou « L », pour indiquer </w:t>
      </w:r>
      <w:r>
        <w:rPr>
          <w:iCs/>
        </w:rPr>
        <w:t xml:space="preserve">respectivement </w:t>
      </w:r>
      <w:r w:rsidRPr="00702586">
        <w:rPr>
          <w:iCs/>
        </w:rPr>
        <w:t>le côté droit ou le côté gauche du véhicule.</w:t>
      </w:r>
    </w:p>
    <w:p w14:paraId="6E3102BE" w14:textId="77777777" w:rsidR="00C82E24" w:rsidRPr="00702586" w:rsidRDefault="00C82E24" w:rsidP="00965443">
      <w:pPr>
        <w:pStyle w:val="SingleTxtG"/>
        <w:tabs>
          <w:tab w:val="clear" w:pos="1701"/>
        </w:tabs>
        <w:spacing w:before="120"/>
        <w:ind w:left="2268" w:hanging="1134"/>
        <w:rPr>
          <w:iCs/>
        </w:rPr>
      </w:pPr>
      <w:r w:rsidRPr="00702586">
        <w:rPr>
          <w:iCs/>
        </w:rPr>
        <w:t>3.3.2.5.2</w:t>
      </w:r>
      <w:r w:rsidRPr="00702586">
        <w:rPr>
          <w:iCs/>
        </w:rPr>
        <w:tab/>
        <w:t xml:space="preserve">Le cas </w:t>
      </w:r>
      <w:r w:rsidRPr="00965443">
        <w:t>échéant</w:t>
      </w:r>
      <w:r w:rsidRPr="00702586">
        <w:rPr>
          <w:iCs/>
        </w:rPr>
        <w:t>, à droite du symbole mentionné au paragraphe 3.2.4 :</w:t>
      </w:r>
    </w:p>
    <w:p w14:paraId="694335EC" w14:textId="77777777" w:rsidR="00C82E24" w:rsidRPr="00702586" w:rsidRDefault="00C82E24" w:rsidP="00C82E24">
      <w:pPr>
        <w:pStyle w:val="SingleTxtG"/>
        <w:ind w:left="2835" w:hanging="567"/>
      </w:pPr>
      <w:r w:rsidRPr="00702586">
        <w:t>a)</w:t>
      </w:r>
      <w:r w:rsidRPr="00702586">
        <w:tab/>
        <w:t>La lettre additionnelle « D », sur les feux qui peuvent être utilisés dans un assembl</w:t>
      </w:r>
      <w:r>
        <w:t>age de deux feux indépendants ;</w:t>
      </w:r>
    </w:p>
    <w:p w14:paraId="52788529" w14:textId="7C3DB62C" w:rsidR="00C82E24" w:rsidRPr="00702586" w:rsidRDefault="00C82E24" w:rsidP="00C82E24">
      <w:pPr>
        <w:pStyle w:val="SingleTxtG"/>
        <w:ind w:left="2835" w:hanging="567"/>
      </w:pPr>
      <w:r w:rsidRPr="00702586">
        <w:t>b)</w:t>
      </w:r>
      <w:r w:rsidRPr="00702586">
        <w:tab/>
        <w:t>La lettre additionnelle « Y », sur les feux qui font partie d</w:t>
      </w:r>
      <w:r w:rsidR="003D2091">
        <w:t>’</w:t>
      </w:r>
      <w:r w:rsidRPr="00702586">
        <w:t>un système de feux interdépendants.</w:t>
      </w:r>
    </w:p>
    <w:p w14:paraId="74995B58" w14:textId="68E01731" w:rsidR="00C82E24" w:rsidRPr="00702586" w:rsidRDefault="00C82E24" w:rsidP="00965443">
      <w:pPr>
        <w:pStyle w:val="SingleTxtG"/>
        <w:tabs>
          <w:tab w:val="clear" w:pos="1701"/>
        </w:tabs>
        <w:spacing w:before="120"/>
        <w:ind w:left="2268" w:hanging="1134"/>
        <w:rPr>
          <w:iCs/>
        </w:rPr>
      </w:pPr>
      <w:r w:rsidRPr="00702586">
        <w:rPr>
          <w:iCs/>
        </w:rPr>
        <w:t>3.3.2.5.3</w:t>
      </w:r>
      <w:r w:rsidRPr="00702586">
        <w:rPr>
          <w:iCs/>
        </w:rPr>
        <w:tab/>
        <w:t xml:space="preserve">Sur les feux </w:t>
      </w:r>
      <w:r>
        <w:rPr>
          <w:iCs/>
        </w:rPr>
        <w:t>dont le champ de</w:t>
      </w:r>
      <w:r w:rsidRPr="00702586">
        <w:rPr>
          <w:iCs/>
        </w:rPr>
        <w:t xml:space="preserve"> répartition lumineuse </w:t>
      </w:r>
      <w:r>
        <w:rPr>
          <w:iCs/>
        </w:rPr>
        <w:t xml:space="preserve">est </w:t>
      </w:r>
      <w:r w:rsidRPr="00702586">
        <w:rPr>
          <w:iCs/>
        </w:rPr>
        <w:t xml:space="preserve">réduit (voir le </w:t>
      </w:r>
      <w:r w:rsidRPr="00965443">
        <w:t>paragraphe</w:t>
      </w:r>
      <w:r>
        <w:rPr>
          <w:iCs/>
        </w:rPr>
        <w:t> </w:t>
      </w:r>
      <w:r w:rsidRPr="00702586">
        <w:rPr>
          <w:iCs/>
        </w:rPr>
        <w:t>1.3 de l</w:t>
      </w:r>
      <w:r w:rsidR="003D2091">
        <w:rPr>
          <w:iCs/>
        </w:rPr>
        <w:t>’</w:t>
      </w:r>
      <w:r w:rsidRPr="00702586">
        <w:rPr>
          <w:iCs/>
        </w:rPr>
        <w:t>annexe 3), une flèche verticale partant d</w:t>
      </w:r>
      <w:r w:rsidR="003D2091">
        <w:rPr>
          <w:iCs/>
        </w:rPr>
        <w:t>’</w:t>
      </w:r>
      <w:r w:rsidRPr="00702586">
        <w:rPr>
          <w:iCs/>
        </w:rPr>
        <w:t>un segment horizontal et dirigée vers le bas.</w:t>
      </w:r>
    </w:p>
    <w:p w14:paraId="3A523CED" w14:textId="64C7C910" w:rsidR="00C82E24" w:rsidRPr="00702586" w:rsidRDefault="00C82E24" w:rsidP="00965443">
      <w:pPr>
        <w:pStyle w:val="SingleTxtG"/>
        <w:tabs>
          <w:tab w:val="clear" w:pos="1701"/>
        </w:tabs>
        <w:spacing w:before="120"/>
        <w:ind w:left="2268" w:hanging="1134"/>
        <w:rPr>
          <w:iCs/>
        </w:rPr>
      </w:pPr>
      <w:r w:rsidRPr="00702586">
        <w:rPr>
          <w:iCs/>
        </w:rPr>
        <w:t>3.3.2.5.4</w:t>
      </w:r>
      <w:r w:rsidRPr="00702586">
        <w:rPr>
          <w:iCs/>
        </w:rPr>
        <w:tab/>
        <w:t xml:space="preserve">La </w:t>
      </w:r>
      <w:r w:rsidRPr="00965443">
        <w:t>marque</w:t>
      </w:r>
      <w:r w:rsidRPr="00702586">
        <w:rPr>
          <w:iCs/>
        </w:rPr>
        <w:t xml:space="preserve"> d</w:t>
      </w:r>
      <w:r w:rsidR="003D2091">
        <w:rPr>
          <w:iCs/>
        </w:rPr>
        <w:t>’</w:t>
      </w:r>
      <w:r w:rsidRPr="00702586">
        <w:rPr>
          <w:iCs/>
        </w:rPr>
        <w:t xml:space="preserve">homologation </w:t>
      </w:r>
      <w:r>
        <w:rPr>
          <w:iCs/>
        </w:rPr>
        <w:t>est</w:t>
      </w:r>
      <w:r w:rsidRPr="00702586">
        <w:rPr>
          <w:iCs/>
        </w:rPr>
        <w:t xml:space="preserve"> placé</w:t>
      </w:r>
      <w:r>
        <w:rPr>
          <w:iCs/>
        </w:rPr>
        <w:t>e</w:t>
      </w:r>
      <w:r w:rsidRPr="00702586">
        <w:rPr>
          <w:iCs/>
        </w:rPr>
        <w:t xml:space="preserve"> à proximité du cercle prescrit au paragraphe 3.3.2.1.</w:t>
      </w:r>
    </w:p>
    <w:p w14:paraId="7FF8109B" w14:textId="0819E664" w:rsidR="00C82E24" w:rsidRPr="00702586" w:rsidRDefault="00C82E24" w:rsidP="00965443">
      <w:pPr>
        <w:pStyle w:val="SingleTxtG"/>
        <w:tabs>
          <w:tab w:val="clear" w:pos="1701"/>
        </w:tabs>
        <w:spacing w:before="120"/>
        <w:ind w:left="2268" w:hanging="1134"/>
        <w:rPr>
          <w:iCs/>
        </w:rPr>
      </w:pPr>
      <w:r w:rsidRPr="00702586">
        <w:rPr>
          <w:iCs/>
        </w:rPr>
        <w:t>3.3.3</w:t>
      </w:r>
      <w:r w:rsidRPr="00702586">
        <w:rPr>
          <w:iCs/>
        </w:rPr>
        <w:tab/>
        <w:t xml:space="preserve">La marque </w:t>
      </w:r>
      <w:r>
        <w:rPr>
          <w:iCs/>
        </w:rPr>
        <w:t>d</w:t>
      </w:r>
      <w:r w:rsidR="003D2091">
        <w:rPr>
          <w:iCs/>
        </w:rPr>
        <w:t>’</w:t>
      </w:r>
      <w:r>
        <w:rPr>
          <w:iCs/>
        </w:rPr>
        <w:t>homologation peut être remplacée par l</w:t>
      </w:r>
      <w:r w:rsidR="003D2091">
        <w:rPr>
          <w:iCs/>
        </w:rPr>
        <w:t>’</w:t>
      </w:r>
      <w:r>
        <w:rPr>
          <w:iCs/>
        </w:rPr>
        <w:t xml:space="preserve">identifiant unique, le cas échéant. Celui-ci </w:t>
      </w:r>
      <w:r w:rsidRPr="00702586">
        <w:rPr>
          <w:iCs/>
        </w:rPr>
        <w:t>doit être conforme à l</w:t>
      </w:r>
      <w:r w:rsidR="003D2091">
        <w:rPr>
          <w:iCs/>
        </w:rPr>
        <w:t>’</w:t>
      </w:r>
      <w:r>
        <w:rPr>
          <w:iCs/>
        </w:rPr>
        <w:t>exemple suivant.</w:t>
      </w:r>
    </w:p>
    <w:p w14:paraId="6AA21992" w14:textId="77777777" w:rsidR="00C82E24" w:rsidRDefault="00C82E24" w:rsidP="00C82E24">
      <w:pPr>
        <w:pStyle w:val="H23G"/>
        <w:ind w:left="2268" w:firstLine="0"/>
      </w:pPr>
      <w:r w:rsidRPr="00F23EF4">
        <w:rPr>
          <w:b w:val="0"/>
        </w:rPr>
        <w:tab/>
        <w:t xml:space="preserve">Figure </w:t>
      </w:r>
      <w:r w:rsidRPr="00452690">
        <w:rPr>
          <w:b w:val="0"/>
        </w:rPr>
        <w:t xml:space="preserve">1 </w:t>
      </w:r>
      <w:r>
        <w:br/>
      </w:r>
      <w:r w:rsidRPr="005761D5">
        <w:t>Identifiant unique</w:t>
      </w:r>
    </w:p>
    <w:p w14:paraId="67BBDB44" w14:textId="77777777" w:rsidR="00C82E24" w:rsidRPr="009E1B1E" w:rsidRDefault="00C82E24" w:rsidP="00C82E24">
      <w:pPr>
        <w:ind w:left="2268"/>
      </w:pPr>
      <w:r w:rsidRPr="00F01EE8">
        <w:rPr>
          <w:iCs/>
          <w:noProof/>
          <w:lang w:eastAsia="fr-CH"/>
        </w:rPr>
        <mc:AlternateContent>
          <mc:Choice Requires="wpg">
            <w:drawing>
              <wp:inline distT="0" distB="0" distL="0" distR="0" wp14:anchorId="4E573D60" wp14:editId="03DA7275">
                <wp:extent cx="3610610" cy="1090930"/>
                <wp:effectExtent l="57150" t="38100" r="8890" b="13970"/>
                <wp:docPr id="1449" name="Group 16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0610" cy="1090930"/>
                          <a:chOff x="3473" y="2171"/>
                          <a:chExt cx="5686" cy="1718"/>
                        </a:xfrm>
                      </wpg:grpSpPr>
                      <wpg:grpSp>
                        <wpg:cNvPr id="1450" name="Gruppieren 304"/>
                        <wpg:cNvGrpSpPr>
                          <a:grpSpLocks/>
                        </wpg:cNvGrpSpPr>
                        <wpg:grpSpPr bwMode="auto">
                          <a:xfrm>
                            <a:off x="3473" y="2171"/>
                            <a:ext cx="5686" cy="1411"/>
                            <a:chOff x="191" y="805"/>
                            <a:chExt cx="38361" cy="9481"/>
                          </a:xfrm>
                        </wpg:grpSpPr>
                        <wps:wsp>
                          <wps:cNvPr id="1451" name="Tekstvak 2"/>
                          <wps:cNvSpPr txBox="1">
                            <a:spLocks noChangeArrowheads="1"/>
                          </wps:cNvSpPr>
                          <wps:spPr bwMode="auto">
                            <a:xfrm>
                              <a:off x="8651" y="805"/>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D8AA8" w14:textId="77777777" w:rsidR="00002A30" w:rsidRPr="008C20E9" w:rsidRDefault="00002A30" w:rsidP="00C82E24">
                                <w:pPr>
                                  <w:rPr>
                                    <w:b/>
                                    <w:bCs/>
                                    <w:sz w:val="72"/>
                                    <w:szCs w:val="72"/>
                                  </w:rPr>
                                </w:pPr>
                                <w:r w:rsidRPr="008C20E9">
                                  <w:rPr>
                                    <w:b/>
                                    <w:bCs/>
                                    <w:sz w:val="72"/>
                                    <w:szCs w:val="72"/>
                                  </w:rPr>
                                  <w:t>UI</w:t>
                                </w:r>
                              </w:p>
                            </w:txbxContent>
                          </wps:txbx>
                          <wps:bodyPr rot="0" vert="horz" wrap="square" lIns="91440" tIns="45720" rIns="91440" bIns="45720" anchor="t" anchorCtr="0" upright="1">
                            <a:noAutofit/>
                          </wps:bodyPr>
                        </wps:wsp>
                        <wpg:grpSp>
                          <wpg:cNvPr id="1452" name="Groep 17"/>
                          <wpg:cNvGrpSpPr>
                            <a:grpSpLocks/>
                          </wpg:cNvGrpSpPr>
                          <wpg:grpSpPr bwMode="auto">
                            <a:xfrm>
                              <a:off x="191" y="805"/>
                              <a:ext cx="38361" cy="9481"/>
                              <a:chOff x="191" y="0"/>
                              <a:chExt cx="38360" cy="9481"/>
                            </a:xfrm>
                          </wpg:grpSpPr>
                          <wpg:grpSp>
                            <wpg:cNvPr id="1453" name="Groep 18"/>
                            <wpg:cNvGrpSpPr>
                              <a:grpSpLocks/>
                            </wpg:cNvGrpSpPr>
                            <wpg:grpSpPr bwMode="auto">
                              <a:xfrm>
                                <a:off x="7648" y="0"/>
                                <a:ext cx="10109" cy="6743"/>
                                <a:chOff x="0" y="0"/>
                                <a:chExt cx="10109" cy="6747"/>
                              </a:xfrm>
                            </wpg:grpSpPr>
                            <wps:wsp>
                              <wps:cNvPr id="145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5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458" name="Groep 15"/>
                            <wpg:cNvGrpSpPr>
                              <a:grpSpLocks/>
                            </wpg:cNvGrpSpPr>
                            <wpg:grpSpPr bwMode="auto">
                              <a:xfrm>
                                <a:off x="191" y="19"/>
                                <a:ext cx="38360" cy="9462"/>
                                <a:chOff x="191" y="0"/>
                                <a:chExt cx="38359" cy="9461"/>
                              </a:xfrm>
                            </wpg:grpSpPr>
                            <wpg:grpSp>
                              <wpg:cNvPr id="1459" name="Groep 14"/>
                              <wpg:cNvGrpSpPr>
                                <a:grpSpLocks/>
                              </wpg:cNvGrpSpPr>
                              <wpg:grpSpPr bwMode="auto">
                                <a:xfrm>
                                  <a:off x="31131" y="2281"/>
                                  <a:ext cx="7419" cy="2549"/>
                                  <a:chOff x="0" y="0"/>
                                  <a:chExt cx="7418" cy="2549"/>
                                </a:xfrm>
                              </wpg:grpSpPr>
                              <wpg:grpSp>
                                <wpg:cNvPr id="1460" name="Groep 11"/>
                                <wpg:cNvGrpSpPr>
                                  <a:grpSpLocks/>
                                </wpg:cNvGrpSpPr>
                                <wpg:grpSpPr bwMode="auto">
                                  <a:xfrm>
                                    <a:off x="0" y="0"/>
                                    <a:ext cx="6191" cy="2549"/>
                                    <a:chOff x="0" y="0"/>
                                    <a:chExt cx="6191" cy="2549"/>
                                  </a:xfrm>
                                </wpg:grpSpPr>
                                <wps:wsp>
                                  <wps:cNvPr id="146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6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611487E" w14:textId="77777777" w:rsidR="00002A30" w:rsidRPr="009658CC" w:rsidRDefault="00002A30" w:rsidP="00C82E24">
                                      <w:pPr>
                                        <w:jc w:val="center"/>
                                        <w:rPr>
                                          <w:sz w:val="18"/>
                                          <w:szCs w:val="16"/>
                                        </w:rPr>
                                      </w:pPr>
                                      <w:r>
                                        <w:t>a/3</w:t>
                                      </w:r>
                                    </w:p>
                                  </w:txbxContent>
                                </wps:txbx>
                                <wps:bodyPr rot="0" vert="horz" wrap="square" lIns="18000" tIns="10800" rIns="18000" bIns="10800" anchor="t" anchorCtr="0" upright="1">
                                  <a:noAutofit/>
                                </wps:bodyPr>
                              </wps:wsp>
                            </wpg:grpSp>
                            <wpg:grpSp>
                              <wpg:cNvPr id="1465" name="Groep 9"/>
                              <wpg:cNvGrpSpPr>
                                <a:grpSpLocks/>
                              </wpg:cNvGrpSpPr>
                              <wpg:grpSpPr bwMode="auto">
                                <a:xfrm>
                                  <a:off x="191" y="0"/>
                                  <a:ext cx="32934" cy="9461"/>
                                  <a:chOff x="191" y="0"/>
                                  <a:chExt cx="32933" cy="9461"/>
                                </a:xfrm>
                              </wpg:grpSpPr>
                              <wps:wsp>
                                <wps:cNvPr id="1466" name="Tekstvak 2"/>
                                <wps:cNvSpPr txBox="1">
                                  <a:spLocks noChangeArrowheads="1"/>
                                </wps:cNvSpPr>
                                <wps:spPr bwMode="auto">
                                  <a:xfrm>
                                    <a:off x="18650" y="1130"/>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AA856" w14:textId="77777777" w:rsidR="00002A30" w:rsidRPr="008C20E9" w:rsidRDefault="00002A30" w:rsidP="00C82E24">
                                      <w:pPr>
                                        <w:rPr>
                                          <w:sz w:val="60"/>
                                          <w:szCs w:val="60"/>
                                        </w:rPr>
                                      </w:pPr>
                                      <w:r w:rsidRPr="008C20E9">
                                        <w:rPr>
                                          <w:b/>
                                          <w:bCs/>
                                          <w:sz w:val="60"/>
                                          <w:szCs w:val="60"/>
                                        </w:rPr>
                                        <w:t>270650</w:t>
                                      </w:r>
                                    </w:p>
                                  </w:txbxContent>
                                </wps:txbx>
                                <wps:bodyPr rot="0" vert="horz" wrap="square" lIns="0" tIns="0" rIns="0" bIns="0" anchor="t" anchorCtr="0" upright="1">
                                  <a:noAutofit/>
                                </wps:bodyPr>
                              </wps:wsp>
                              <wpg:grpSp>
                                <wpg:cNvPr id="1467" name="Groep 8"/>
                                <wpg:cNvGrpSpPr>
                                  <a:grpSpLocks/>
                                </wpg:cNvGrpSpPr>
                                <wpg:grpSpPr bwMode="auto">
                                  <a:xfrm>
                                    <a:off x="191" y="0"/>
                                    <a:ext cx="31391" cy="9461"/>
                                    <a:chOff x="191" y="0"/>
                                    <a:chExt cx="31391" cy="9461"/>
                                  </a:xfrm>
                                </wpg:grpSpPr>
                                <wpg:grpSp>
                                  <wpg:cNvPr id="1468" name="Groep 7"/>
                                  <wpg:cNvGrpSpPr>
                                    <a:grpSpLocks/>
                                  </wpg:cNvGrpSpPr>
                                  <wpg:grpSpPr bwMode="auto">
                                    <a:xfrm>
                                      <a:off x="191" y="0"/>
                                      <a:ext cx="17374" cy="9288"/>
                                      <a:chOff x="191" y="0"/>
                                      <a:chExt cx="17374" cy="9288"/>
                                    </a:xfrm>
                                  </wpg:grpSpPr>
                                  <wps:wsp>
                                    <wps:cNvPr id="146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D7313A" w14:textId="77777777" w:rsidR="00002A30" w:rsidRPr="009658CC" w:rsidRDefault="00002A30" w:rsidP="00C82E24">
                                          <w:pPr>
                                            <w:jc w:val="center"/>
                                            <w:rPr>
                                              <w:sz w:val="18"/>
                                              <w:szCs w:val="16"/>
                                            </w:rPr>
                                          </w:pPr>
                                          <w:r>
                                            <w:t>a/2</w:t>
                                          </w:r>
                                        </w:p>
                                      </w:txbxContent>
                                    </wps:txbx>
                                    <wps:bodyPr rot="0" vert="horz" wrap="square" lIns="18000" tIns="10800" rIns="18000" bIns="10800" anchor="t" anchorCtr="0" upright="1">
                                      <a:noAutofit/>
                                    </wps:bodyPr>
                                  </wps:wsp>
                                  <wpg:grpSp>
                                    <wpg:cNvPr id="1470" name="Groep 6"/>
                                    <wpg:cNvGrpSpPr>
                                      <a:grpSpLocks/>
                                    </wpg:cNvGrpSpPr>
                                    <wpg:grpSpPr bwMode="auto">
                                      <a:xfrm>
                                        <a:off x="191" y="0"/>
                                        <a:ext cx="17374" cy="9288"/>
                                        <a:chOff x="191" y="0"/>
                                        <a:chExt cx="17374" cy="9288"/>
                                      </a:xfrm>
                                    </wpg:grpSpPr>
                                    <wps:wsp>
                                      <wps:cNvPr id="147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22EDF06" w14:textId="77777777" w:rsidR="00002A30" w:rsidRPr="009658CC" w:rsidRDefault="00002A30" w:rsidP="00C82E24">
                                            <w:pPr>
                                              <w:jc w:val="center"/>
                                              <w:rPr>
                                                <w:sz w:val="18"/>
                                                <w:szCs w:val="16"/>
                                              </w:rPr>
                                            </w:pPr>
                                            <w:r>
                                              <w:t>2a/3</w:t>
                                            </w:r>
                                          </w:p>
                                        </w:txbxContent>
                                      </wps:txbx>
                                      <wps:bodyPr rot="0" vert="horz" wrap="square" lIns="18000" tIns="10800" rIns="18000" bIns="10800" anchor="t" anchorCtr="0" upright="1">
                                        <a:noAutofit/>
                                      </wps:bodyPr>
                                    </wps:wsp>
                                    <wpg:grpSp>
                                      <wpg:cNvPr id="1472" name="Groep 5"/>
                                      <wpg:cNvGrpSpPr>
                                        <a:grpSpLocks/>
                                      </wpg:cNvGrpSpPr>
                                      <wpg:grpSpPr bwMode="auto">
                                        <a:xfrm>
                                          <a:off x="191" y="0"/>
                                          <a:ext cx="17374" cy="9288"/>
                                          <a:chOff x="0" y="0"/>
                                          <a:chExt cx="17374" cy="9288"/>
                                        </a:xfrm>
                                      </wpg:grpSpPr>
                                      <wps:wsp>
                                        <wps:cNvPr id="147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Rechte verbindingslijn met pijl 26"/>
                                        <wps:cNvCnPr>
                                          <a:cxnSpLocks noChangeShapeType="1"/>
                                        </wps:cNvCnPr>
                                        <wps:spPr bwMode="auto">
                                          <a:xfrm>
                                            <a:off x="498" y="0"/>
                                            <a:ext cx="0"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7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479" name="Groep 4"/>
                                        <wpg:cNvGrpSpPr>
                                          <a:grpSpLocks/>
                                        </wpg:cNvGrpSpPr>
                                        <wpg:grpSpPr bwMode="auto">
                                          <a:xfrm>
                                            <a:off x="7265" y="4830"/>
                                            <a:ext cx="10109" cy="4458"/>
                                            <a:chOff x="0" y="0"/>
                                            <a:chExt cx="10108" cy="4457"/>
                                          </a:xfrm>
                                        </wpg:grpSpPr>
                                        <wps:wsp>
                                          <wps:cNvPr id="148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481" name="Groep 3"/>
                                          <wpg:cNvGrpSpPr>
                                            <a:grpSpLocks/>
                                          </wpg:cNvGrpSpPr>
                                          <wpg:grpSpPr bwMode="auto">
                                            <a:xfrm>
                                              <a:off x="0" y="0"/>
                                              <a:ext cx="10102" cy="4457"/>
                                              <a:chOff x="0" y="0"/>
                                              <a:chExt cx="10102" cy="4457"/>
                                            </a:xfrm>
                                          </wpg:grpSpPr>
                                          <wps:wsp>
                                            <wps:cNvPr id="148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1484" name="Tekstvak 2"/>
                                  <wps:cNvSpPr txBox="1">
                                    <a:spLocks noChangeArrowheads="1"/>
                                  </wps:cNvSpPr>
                                  <wps:spPr bwMode="auto">
                                    <a:xfrm>
                                      <a:off x="22518" y="6513"/>
                                      <a:ext cx="9064" cy="29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ACC6" w14:textId="77777777" w:rsidR="00002A30" w:rsidRDefault="00002A30" w:rsidP="00C82E24">
                                        <w:pPr>
                                          <w:rPr>
                                            <w:sz w:val="16"/>
                                            <w:szCs w:val="16"/>
                                          </w:rPr>
                                        </w:pPr>
                                        <w:r>
                                          <w:t>a ≥ 8 mm</w:t>
                                        </w:r>
                                      </w:p>
                                    </w:txbxContent>
                                  </wps:txbx>
                                  <wps:bodyPr rot="0" vert="horz" wrap="square" lIns="91440" tIns="45720" rIns="91440" bIns="45720" anchor="t" anchorCtr="0" upright="1">
                                    <a:noAutofit/>
                                  </wps:bodyPr>
                                </wps:wsp>
                              </wpg:grpSp>
                            </wpg:grpSp>
                          </wpg:grpSp>
                        </wpg:grpSp>
                      </wpg:grpSp>
                      <wps:wsp>
                        <wps:cNvPr id="1485" name="Textfeld 302"/>
                        <wps:cNvSpPr txBox="1">
                          <a:spLocks noChangeArrowheads="1"/>
                        </wps:cNvSpPr>
                        <wps:spPr bwMode="auto">
                          <a:xfrm>
                            <a:off x="5135" y="3597"/>
                            <a:ext cx="346" cy="29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22C87A3" w14:textId="77777777" w:rsidR="00002A30" w:rsidRPr="009658CC" w:rsidRDefault="00002A30" w:rsidP="00C82E24">
                              <w:pPr>
                                <w:jc w:val="center"/>
                                <w:rPr>
                                  <w:sz w:val="18"/>
                                  <w:szCs w:val="16"/>
                                </w:rPr>
                              </w:pPr>
                              <w:r>
                                <w:t>a</w:t>
                              </w:r>
                            </w:p>
                            <w:p w14:paraId="615C55F3" w14:textId="77777777" w:rsidR="00002A30" w:rsidRPr="009658CC" w:rsidRDefault="00002A30" w:rsidP="00C82E24">
                              <w:pPr>
                                <w:rPr>
                                  <w:sz w:val="28"/>
                                </w:rPr>
                              </w:pPr>
                            </w:p>
                          </w:txbxContent>
                        </wps:txbx>
                        <wps:bodyPr rot="0" vert="horz" wrap="square" lIns="18000" tIns="10800" rIns="18000" bIns="10800" anchor="t" anchorCtr="0" upright="1">
                          <a:noAutofit/>
                        </wps:bodyPr>
                      </wps:wsp>
                    </wpg:wgp>
                  </a:graphicData>
                </a:graphic>
              </wp:inline>
            </w:drawing>
          </mc:Choice>
          <mc:Fallback>
            <w:pict>
              <v:group w14:anchorId="4E573D60" id="Group 1660" o:spid="_x0000_s1026" style="width:284.3pt;height:85.9pt;mso-position-horizontal-relative:char;mso-position-vertical-relative:line" coordorigin="3473,2171" coordsize="5686,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">
                <v:group id="Gruppieren 304" o:spid="_x0000_s1027" style="position:absolute;left:3473;top:2171;width:5686;height:1411" coordorigin="191,805" coordsize="38361,9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pn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wyzcygl7+AgAA//8DAFBLAQItABQABgAIAAAAIQDb4fbL7gAAAIUBAAATAAAAAAAA&#10;AAAAAAAAAAAAAABbQ29udGVudF9UeXBlc10ueG1sUEsBAi0AFAAGAAgAAAAhAFr0LFu/AAAAFQEA&#10;AAsAAAAAAAAAAAAAAAAAHwEAAF9yZWxzLy5yZWxzUEsBAi0AFAAGAAgAAAAhAGem6mfHAAAA3QAA&#10;AA8AAAAAAAAAAAAAAAAABwIAAGRycy9kb3ducmV2LnhtbFBLBQYAAAAAAwADALcAAAD7AgAAAAA=&#10;">
                  <v:shapetype id="_x0000_t202" coordsize="21600,21600" o:spt="202" path="m,l,21600r21600,l21600,xe">
                    <v:stroke joinstyle="miter"/>
                    <v:path gradientshapeok="t" o:connecttype="rect"/>
                  </v:shapetype>
                  <v:shape id="Tekstvak 2" o:spid="_x0000_s1028" type="#_x0000_t202" style="position:absolute;left:8651;top:80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" stroked="f">
                    <v:textbox>
                      <w:txbxContent>
                        <w:p w14:paraId="78FD8AA8" w14:textId="77777777" w:rsidR="00002A30" w:rsidRPr="008C20E9" w:rsidRDefault="00002A30" w:rsidP="00C82E24">
                          <w:pPr>
                            <w:rPr>
                              <w:b/>
                              <w:bCs/>
                              <w:sz w:val="72"/>
                              <w:szCs w:val="72"/>
                            </w:rPr>
                          </w:pPr>
                          <w:r w:rsidRPr="008C20E9">
                            <w:rPr>
                              <w:b/>
                              <w:bCs/>
                              <w:sz w:val="72"/>
                              <w:szCs w:val="72"/>
                            </w:rPr>
                            <w:t>UI</w:t>
                          </w:r>
                        </w:p>
                      </w:txbxContent>
                    </v:textbox>
                  </v:shape>
                  <v:group id="Groep 17" o:spid="_x0000_s1029" style="position:absolute;left:191;top:805;width:38361;height:9481" coordorigin="191" coordsize="38360,9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group id="Groep 18" o:spid="_x0000_s1030"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line id="Rechte verbindingslijn 12" o:spid="_x0000_s1031"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"/>
                      <v:line id="Rechte verbindingslijn 10" o:spid="_x0000_s1032"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"/>
                      <v:shape id="Boog 13" o:spid="_x0000_s1033"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4"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5" style="position:absolute;left:191;top:19;width:38360;height:9462" coordorigin="191" coordsize="38359,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">
                      <v:group id="Groep 14" o:spid="_x0000_s1036"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group id="Groep 11" o:spid="_x0000_s1037"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line id="Rechte verbindingslijn 31" o:spid="_x0000_s1038"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" strokeweight=".25pt"/>
                          <v:line id="Rechte verbindingslijn 288" o:spid="_x0000_s1039"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" strokeweight=".25pt"/>
                          <v:shapetype id="_x0000_t32" coordsize="21600,21600" o:spt="32" o:oned="t" path="m,l21600,21600e" filled="f">
                            <v:path arrowok="t" fillok="f" o:connecttype="none"/>
                            <o:lock v:ext="edit" shapetype="t"/>
                          </v:shapetype>
                          <v:shape id="Rechte verbindingslijn met pijl 289" o:spid="_x0000_s1040"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" strokeweight=".25pt">
                            <v:stroke startarrow="open" endarrow="open"/>
                          </v:shape>
                        </v:group>
                        <v:shape id="Tekstvak 291" o:spid="_x0000_s1041"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" stroked="f" strokeweight=".5pt">
                          <v:textbox inset=".5mm,.3mm,.5mm,.3mm">
                            <w:txbxContent>
                              <w:p w14:paraId="4611487E" w14:textId="77777777" w:rsidR="00002A30" w:rsidRPr="009658CC" w:rsidRDefault="00002A30" w:rsidP="00C82E24">
                                <w:pPr>
                                  <w:jc w:val="center"/>
                                  <w:rPr>
                                    <w:sz w:val="18"/>
                                    <w:szCs w:val="16"/>
                                  </w:rPr>
                                </w:pPr>
                                <w:r>
                                  <w:t>a/3</w:t>
                                </w:r>
                              </w:p>
                            </w:txbxContent>
                          </v:textbox>
                        </v:shape>
                      </v:group>
                      <v:group id="Groep 9" o:spid="_x0000_s1042" style="position:absolute;left:191;width:32934;height:9461" coordorigin="191" coordsize="3293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Tekstvak 2" o:spid="_x0000_s1043" type="#_x0000_t202" style="position:absolute;left:18650;top:1130;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" stroked="f">
                          <v:textbox inset="0,0,0,0">
                            <w:txbxContent>
                              <w:p w14:paraId="29CAA856" w14:textId="77777777" w:rsidR="00002A30" w:rsidRPr="008C20E9" w:rsidRDefault="00002A30" w:rsidP="00C82E24">
                                <w:pPr>
                                  <w:rPr>
                                    <w:sz w:val="60"/>
                                    <w:szCs w:val="60"/>
                                  </w:rPr>
                                </w:pPr>
                                <w:r w:rsidRPr="008C20E9">
                                  <w:rPr>
                                    <w:b/>
                                    <w:bCs/>
                                    <w:sz w:val="60"/>
                                    <w:szCs w:val="60"/>
                                  </w:rPr>
                                  <w:t>270650</w:t>
                                </w:r>
                              </w:p>
                            </w:txbxContent>
                          </v:textbox>
                        </v:shape>
                        <v:group id="Groep 8" o:spid="_x0000_s1044" style="position:absolute;left:191;width:31391;height:9461" coordorigin="191" coordsize="31391,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group id="Groep 7" o:spid="_x0000_s104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Czc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">
                            <v:shape id="Tekstvak 292" o:spid="_x0000_s1046"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" stroked="f" strokeweight=".5pt">
                              <v:textbox inset=".5mm,.3mm,.5mm,.3mm">
                                <w:txbxContent>
                                  <w:p w14:paraId="0AD7313A" w14:textId="77777777" w:rsidR="00002A30" w:rsidRPr="009658CC" w:rsidRDefault="00002A30" w:rsidP="00C82E24">
                                    <w:pPr>
                                      <w:jc w:val="center"/>
                                      <w:rPr>
                                        <w:sz w:val="18"/>
                                        <w:szCs w:val="16"/>
                                      </w:rPr>
                                    </w:pPr>
                                    <w:r>
                                      <w:t>a/2</w:t>
                                    </w:r>
                                  </w:p>
                                </w:txbxContent>
                              </v:textbox>
                            </v:shape>
                            <v:group id="Groep 6" o:spid="_x0000_s1047"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">
                              <v:shape id="Tekstvak 293" o:spid="_x0000_s1048"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" stroked="f" strokeweight=".5pt">
                                <v:textbox inset=".5mm,.3mm,.5mm,.3mm">
                                  <w:txbxContent>
                                    <w:p w14:paraId="122EDF06" w14:textId="77777777" w:rsidR="00002A30" w:rsidRPr="009658CC" w:rsidRDefault="00002A30" w:rsidP="00C82E24">
                                      <w:pPr>
                                        <w:jc w:val="center"/>
                                        <w:rPr>
                                          <w:sz w:val="18"/>
                                          <w:szCs w:val="16"/>
                                        </w:rPr>
                                      </w:pPr>
                                      <w:r>
                                        <w:t>2a/3</w:t>
                                      </w:r>
                                    </w:p>
                                  </w:txbxContent>
                                </v:textbox>
                              </v:shape>
                              <v:group id="Groep 5" o:spid="_x0000_s1049"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">
                                <v:line id="Rechte verbindingslijn 20" o:spid="_x0000_s1050"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" strokeweight=".25pt"/>
                                <v:line id="Rechte verbindingslijn 21" o:spid="_x0000_s1051"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" strokeweight=".25pt"/>
                                <v:line id="Rechte verbindingslijn 22" o:spid="_x0000_s1052"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" strokeweight=".25pt"/>
                                <v:line id="Rechte verbindingslijn 25" o:spid="_x0000_s1053"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" strokeweight=".25pt"/>
                                <v:shape id="Rechte verbindingslijn met pijl 26" o:spid="_x0000_s1054" type="#_x0000_t32" style="position:absolute;left:498;width:0;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" strokeweight=".25pt">
                                  <v:stroke startarrow="open" endarrow="open"/>
                                </v:shape>
                                <v:shape id="Rechte verbindingslijn met pijl 27" o:spid="_x0000_s1055"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" strokeweight=".25pt">
                                  <v:stroke startarrow="open" endarrow="open"/>
                                </v:shape>
                                <v:group id="Groep 4" o:spid="_x0000_s1056"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">
                                  <v:line id="Rechte verbindingslijn 29" o:spid="_x0000_s1057"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" strokeweight=".25pt"/>
                                  <v:group id="Groep 3" o:spid="_x0000_s1058"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">
                                    <v:line id="Rechte verbindingslijn 28" o:spid="_x0000_s1059"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" strokeweight=".25pt"/>
                                    <v:shape id="Rechte verbindingslijn met pijl 30" o:spid="_x0000_s1060"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" strokeweight=".25pt">
                                      <v:stroke startarrow="open" endarrow="open"/>
                                    </v:shape>
                                  </v:group>
                                </v:group>
                              </v:group>
                            </v:group>
                          </v:group>
                          <v:shape id="Tekstvak 2" o:spid="_x0000_s1061" type="#_x0000_t202" style="position:absolute;left:22518;top:6513;width:9064;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" stroked="f">
                            <v:textbox>
                              <w:txbxContent>
                                <w:p w14:paraId="360EACC6" w14:textId="77777777" w:rsidR="00002A30" w:rsidRDefault="00002A30" w:rsidP="00C82E24">
                                  <w:pPr>
                                    <w:rPr>
                                      <w:sz w:val="16"/>
                                      <w:szCs w:val="16"/>
                                    </w:rPr>
                                  </w:pPr>
                                  <w:r>
                                    <w:t>a ≥ 8 mm</w:t>
                                  </w:r>
                                </w:p>
                              </w:txbxContent>
                            </v:textbox>
                          </v:shape>
                        </v:group>
                      </v:group>
                    </v:group>
                  </v:group>
                </v:group>
                <v:shape id="Textfeld 302" o:spid="_x0000_s1062" type="#_x0000_t202" style="position:absolute;left:5135;top:3597;width:346;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" filled="f" strokecolor="white" strokeweight="0">
                  <v:textbox inset=".5mm,.3mm,.5mm,.3mm">
                    <w:txbxContent>
                      <w:p w14:paraId="622C87A3" w14:textId="77777777" w:rsidR="00002A30" w:rsidRPr="009658CC" w:rsidRDefault="00002A30" w:rsidP="00C82E24">
                        <w:pPr>
                          <w:jc w:val="center"/>
                          <w:rPr>
                            <w:sz w:val="18"/>
                            <w:szCs w:val="16"/>
                          </w:rPr>
                        </w:pPr>
                        <w:r>
                          <w:t>a</w:t>
                        </w:r>
                      </w:p>
                      <w:p w14:paraId="615C55F3" w14:textId="77777777" w:rsidR="00002A30" w:rsidRPr="009658CC" w:rsidRDefault="00002A30" w:rsidP="00C82E24">
                        <w:pPr>
                          <w:rPr>
                            <w:sz w:val="28"/>
                          </w:rPr>
                        </w:pPr>
                      </w:p>
                    </w:txbxContent>
                  </v:textbox>
                </v:shape>
                <w10:anchorlock/>
              </v:group>
            </w:pict>
          </mc:Fallback>
        </mc:AlternateContent>
      </w:r>
    </w:p>
    <w:p w14:paraId="2CD7A8C1" w14:textId="233005DC" w:rsidR="00C82E24" w:rsidRPr="00702586" w:rsidRDefault="00C82E24" w:rsidP="00C82E24">
      <w:pPr>
        <w:pStyle w:val="SingleTxtG"/>
        <w:ind w:left="2268"/>
      </w:pPr>
      <w:r w:rsidRPr="00702586">
        <w:t xml:space="preserve">La marque ci-dessus, apposée sur le feu, indique que le type visé a été homologué et que les renseignements relatifs à cette homologation de type peuvent être consultés </w:t>
      </w:r>
      <w:r>
        <w:t>dans</w:t>
      </w:r>
      <w:r w:rsidRPr="00702586">
        <w:t xml:space="preserve"> la base de données électronique</w:t>
      </w:r>
      <w:r>
        <w:t xml:space="preserve"> sécurisée</w:t>
      </w:r>
      <w:r w:rsidRPr="00702586">
        <w:t xml:space="preserve"> de l</w:t>
      </w:r>
      <w:r w:rsidR="003D2091">
        <w:t>’</w:t>
      </w:r>
      <w:r w:rsidRPr="00702586">
        <w:t xml:space="preserve">ONU, </w:t>
      </w:r>
      <w:r>
        <w:t xml:space="preserve">sous </w:t>
      </w:r>
      <w:r w:rsidRPr="00702586">
        <w:t>l</w:t>
      </w:r>
      <w:r w:rsidR="003D2091">
        <w:t>’</w:t>
      </w:r>
      <w:r>
        <w:t>identifiant unique </w:t>
      </w:r>
      <w:r w:rsidRPr="00702586">
        <w:t>270650.</w:t>
      </w:r>
    </w:p>
    <w:p w14:paraId="6871C0EA" w14:textId="6AE537C8" w:rsidR="00C82E24" w:rsidRPr="00702586" w:rsidRDefault="00C82E24" w:rsidP="00965443">
      <w:pPr>
        <w:pStyle w:val="SingleTxtG"/>
        <w:tabs>
          <w:tab w:val="clear" w:pos="1701"/>
        </w:tabs>
        <w:spacing w:before="120"/>
        <w:ind w:left="2268" w:hanging="1134"/>
      </w:pPr>
      <w:r w:rsidRPr="00702586">
        <w:t>3.3.4</w:t>
      </w:r>
      <w:r w:rsidRPr="00702586">
        <w:tab/>
        <w:t>Prescriptions relatives au marquage</w:t>
      </w:r>
    </w:p>
    <w:p w14:paraId="6F02B1D0" w14:textId="15C9F511" w:rsidR="00C82E24" w:rsidRPr="00702586" w:rsidRDefault="00C82E24" w:rsidP="00C82E24">
      <w:pPr>
        <w:pStyle w:val="SingleTxtG"/>
        <w:ind w:left="2268"/>
      </w:pPr>
      <w:r w:rsidRPr="00702586">
        <w:t>Les feux présentés à l</w:t>
      </w:r>
      <w:r w:rsidR="003D2091">
        <w:t>’</w:t>
      </w:r>
      <w:r w:rsidRPr="00702586">
        <w:t>homologation</w:t>
      </w:r>
      <w:r>
        <w:t xml:space="preserve"> doivent</w:t>
      </w:r>
      <w:r w:rsidRPr="00702586">
        <w:t> :</w:t>
      </w:r>
    </w:p>
    <w:p w14:paraId="556C6C7A" w14:textId="2F823E3F" w:rsidR="00C82E24" w:rsidRPr="00702586" w:rsidRDefault="00C82E24" w:rsidP="00965443">
      <w:pPr>
        <w:pStyle w:val="SingleTxtG"/>
        <w:tabs>
          <w:tab w:val="clear" w:pos="1701"/>
        </w:tabs>
        <w:spacing w:before="120"/>
        <w:ind w:left="2268" w:hanging="1134"/>
      </w:pPr>
      <w:r w:rsidRPr="00702586">
        <w:t>3.3.4.1</w:t>
      </w:r>
      <w:r w:rsidRPr="00702586">
        <w:tab/>
        <w:t>Comporte</w:t>
      </w:r>
      <w:r>
        <w:t>r</w:t>
      </w:r>
      <w:r w:rsidRPr="00702586">
        <w:t xml:space="preserve"> un emplacement d</w:t>
      </w:r>
      <w:r w:rsidR="003D2091">
        <w:t>’</w:t>
      </w:r>
      <w:r w:rsidRPr="00702586">
        <w:t xml:space="preserve">une taille suffisante pour </w:t>
      </w:r>
      <w:r>
        <w:t>recevoir l</w:t>
      </w:r>
      <w:r w:rsidRPr="00702586">
        <w:t>a marque d</w:t>
      </w:r>
      <w:r w:rsidR="003D2091">
        <w:t>’</w:t>
      </w:r>
      <w:r>
        <w:t xml:space="preserve">homologation </w:t>
      </w:r>
      <w:r w:rsidRPr="00702586">
        <w:t>ou l</w:t>
      </w:r>
      <w:r w:rsidR="003D2091">
        <w:t>’</w:t>
      </w:r>
      <w:r w:rsidRPr="00702586">
        <w:t>identifiant unique</w:t>
      </w:r>
      <w:r>
        <w:t>.</w:t>
      </w:r>
    </w:p>
    <w:p w14:paraId="3B8A5E29" w14:textId="76355909" w:rsidR="00C82E24" w:rsidRPr="00702586" w:rsidRDefault="00C82E24" w:rsidP="00965443">
      <w:pPr>
        <w:pStyle w:val="SingleTxtG"/>
        <w:tabs>
          <w:tab w:val="clear" w:pos="1701"/>
        </w:tabs>
        <w:spacing w:before="120"/>
        <w:ind w:left="2268" w:hanging="1134"/>
      </w:pPr>
      <w:r w:rsidRPr="00702586">
        <w:rPr>
          <w:iCs/>
        </w:rPr>
        <w:lastRenderedPageBreak/>
        <w:t>3.3.4.1.1</w:t>
      </w:r>
      <w:r w:rsidRPr="00702586">
        <w:rPr>
          <w:iCs/>
        </w:rPr>
        <w:tab/>
      </w:r>
      <w:r w:rsidRPr="00965443">
        <w:t>Dans</w:t>
      </w:r>
      <w:r w:rsidRPr="00702586">
        <w:rPr>
          <w:iCs/>
        </w:rPr>
        <w:t xml:space="preserve"> tous les cas, la marque doit être visible une fois le feu monté sur le véhicule ou lorsqu</w:t>
      </w:r>
      <w:r w:rsidR="003D2091">
        <w:rPr>
          <w:iCs/>
        </w:rPr>
        <w:t>’</w:t>
      </w:r>
      <w:r w:rsidRPr="00702586">
        <w:rPr>
          <w:iCs/>
        </w:rPr>
        <w:t>une partie mobile, telle que le</w:t>
      </w:r>
      <w:r>
        <w:rPr>
          <w:iCs/>
        </w:rPr>
        <w:t xml:space="preserve"> capot, le hayon du coffre ou une</w:t>
      </w:r>
      <w:r w:rsidRPr="00702586">
        <w:rPr>
          <w:iCs/>
        </w:rPr>
        <w:t xml:space="preserve"> porte, est ouverte</w:t>
      </w:r>
      <w:r>
        <w:t>.</w:t>
      </w:r>
    </w:p>
    <w:p w14:paraId="464B1C91" w14:textId="28B8FA00" w:rsidR="00C82E24" w:rsidRPr="00702586" w:rsidRDefault="00C82E24" w:rsidP="00965443">
      <w:pPr>
        <w:pStyle w:val="SingleTxtG"/>
        <w:tabs>
          <w:tab w:val="clear" w:pos="1701"/>
        </w:tabs>
        <w:spacing w:before="120"/>
        <w:ind w:left="2268" w:hanging="1134"/>
      </w:pPr>
      <w:r w:rsidRPr="00702586">
        <w:t>3.3.4.1.2</w:t>
      </w:r>
      <w:r w:rsidRPr="00702586">
        <w:tab/>
        <w:t>La marque d</w:t>
      </w:r>
      <w:r w:rsidR="003D2091">
        <w:t>’</w:t>
      </w:r>
      <w:r w:rsidRPr="00702586">
        <w:t xml:space="preserve">homologation </w:t>
      </w:r>
      <w:r>
        <w:t>doit être apposée</w:t>
      </w:r>
      <w:r w:rsidRPr="00702586">
        <w:t xml:space="preserve"> sur une partie intérieure ou extérieure (transparente ou non) du feu indissociable de la partie transparente émettant la lumière.</w:t>
      </w:r>
    </w:p>
    <w:p w14:paraId="4A93C011" w14:textId="77777777" w:rsidR="00C82E24" w:rsidRPr="00702586" w:rsidRDefault="00C82E24" w:rsidP="00965443">
      <w:pPr>
        <w:pStyle w:val="SingleTxtG"/>
        <w:tabs>
          <w:tab w:val="clear" w:pos="1701"/>
        </w:tabs>
        <w:spacing w:before="120"/>
        <w:ind w:left="2268" w:hanging="1134"/>
      </w:pPr>
      <w:r w:rsidRPr="00702586">
        <w:t>3.3.4.2</w:t>
      </w:r>
      <w:r w:rsidRPr="00702586">
        <w:tab/>
        <w:t>Porte</w:t>
      </w:r>
      <w:r>
        <w:t>r</w:t>
      </w:r>
      <w:r w:rsidRPr="00702586">
        <w:t xml:space="preserve"> la marque de fabrique ou de commerce du demandeur ; cette marque doit être clairement lisible et indélébile.</w:t>
      </w:r>
    </w:p>
    <w:p w14:paraId="213C1A67" w14:textId="652CFC2D" w:rsidR="00C82E24" w:rsidRPr="00702586" w:rsidRDefault="00C82E24" w:rsidP="00965443">
      <w:pPr>
        <w:pStyle w:val="SingleTxtG"/>
        <w:tabs>
          <w:tab w:val="clear" w:pos="1701"/>
        </w:tabs>
        <w:spacing w:before="120"/>
        <w:ind w:left="2268" w:hanging="1134"/>
      </w:pPr>
      <w:r w:rsidRPr="00702586">
        <w:t>3.3.4.3</w:t>
      </w:r>
      <w:r w:rsidRPr="00702586">
        <w:tab/>
        <w:t>Porte</w:t>
      </w:r>
      <w:r>
        <w:t>r</w:t>
      </w:r>
      <w:r w:rsidRPr="00702586">
        <w:t>, à l</w:t>
      </w:r>
      <w:r w:rsidR="003D2091">
        <w:t>’</w:t>
      </w:r>
      <w:r w:rsidRPr="00702586">
        <w:t>exception des feux pourvus de sources lumineuses non remplaçables, une marque clairement lisible et indélébile où sont indiqués :</w:t>
      </w:r>
    </w:p>
    <w:p w14:paraId="19CDAD2C" w14:textId="77777777" w:rsidR="00C82E24" w:rsidRDefault="00C82E24" w:rsidP="00C82E24">
      <w:pPr>
        <w:pStyle w:val="SingleTxtG"/>
        <w:ind w:left="2835" w:hanging="567"/>
      </w:pPr>
      <w:r w:rsidRPr="00702586">
        <w:t>a)</w:t>
      </w:r>
      <w:r w:rsidRPr="00702586">
        <w:tab/>
        <w:t>La ou les catégories de la ou des sources lumineuses prescrites ; et/ou</w:t>
      </w:r>
    </w:p>
    <w:p w14:paraId="02793CF7" w14:textId="3AA2BB15" w:rsidR="00C82E24" w:rsidRPr="00702586" w:rsidRDefault="00C82E24" w:rsidP="00C82E24">
      <w:pPr>
        <w:pStyle w:val="SingleTxtG"/>
        <w:ind w:left="2835" w:hanging="567"/>
      </w:pPr>
      <w:r w:rsidRPr="00702586">
        <w:t>b)</w:t>
      </w:r>
      <w:r w:rsidRPr="00702586">
        <w:tab/>
        <w:t>Le code d</w:t>
      </w:r>
      <w:r w:rsidR="003D2091">
        <w:t>’</w:t>
      </w:r>
      <w:r w:rsidRPr="00702586">
        <w:t>identification propre au module d</w:t>
      </w:r>
      <w:r w:rsidR="003D2091">
        <w:t>’</w:t>
      </w:r>
      <w:r w:rsidRPr="00702586">
        <w:t>éclairage.</w:t>
      </w:r>
    </w:p>
    <w:p w14:paraId="00248A41" w14:textId="77777777" w:rsidR="00C82E24" w:rsidRPr="00702586" w:rsidRDefault="00C82E24" w:rsidP="00965443">
      <w:pPr>
        <w:pStyle w:val="SingleTxtG"/>
        <w:tabs>
          <w:tab w:val="clear" w:pos="1701"/>
        </w:tabs>
        <w:spacing w:before="120"/>
        <w:ind w:left="2268" w:hanging="1134"/>
      </w:pPr>
      <w:r w:rsidRPr="00702586">
        <w:t>3.3.4.4</w:t>
      </w:r>
      <w:r w:rsidRPr="00702586">
        <w:tab/>
        <w:t>Dans le cas de feux dotés :</w:t>
      </w:r>
    </w:p>
    <w:p w14:paraId="14D88DC6" w14:textId="01CD4C95" w:rsidR="00C82E24" w:rsidRPr="00702586" w:rsidRDefault="00C82E24" w:rsidP="00C82E24">
      <w:pPr>
        <w:pStyle w:val="SingleTxtG"/>
        <w:ind w:left="2835" w:hanging="567"/>
      </w:pPr>
      <w:r w:rsidRPr="00702586">
        <w:t>a)</w:t>
      </w:r>
      <w:r w:rsidRPr="00702586">
        <w:tab/>
        <w:t>D</w:t>
      </w:r>
      <w:r w:rsidR="003D2091">
        <w:t>’</w:t>
      </w:r>
      <w:r w:rsidRPr="00702586">
        <w:t>un dispositif de régulation électronique de la source lumineuse ; ou</w:t>
      </w:r>
    </w:p>
    <w:p w14:paraId="52C3AB35" w14:textId="05DB8123" w:rsidR="00C82E24" w:rsidRPr="00702586" w:rsidRDefault="00C82E24" w:rsidP="00C82E24">
      <w:pPr>
        <w:pStyle w:val="SingleTxtG"/>
        <w:ind w:left="2835" w:hanging="567"/>
      </w:pPr>
      <w:r w:rsidRPr="00702586">
        <w:t>b)</w:t>
      </w:r>
      <w:r w:rsidRPr="00702586">
        <w:tab/>
        <w:t>D</w:t>
      </w:r>
      <w:r w:rsidR="003D2091">
        <w:t>’</w:t>
      </w:r>
      <w:r w:rsidRPr="00702586">
        <w:t>un régulateur d</w:t>
      </w:r>
      <w:r w:rsidR="003D2091">
        <w:t>’</w:t>
      </w:r>
      <w:r w:rsidRPr="00702586">
        <w:t>intensité lumineuse ; et/ou</w:t>
      </w:r>
    </w:p>
    <w:p w14:paraId="378BE85F" w14:textId="7F515108" w:rsidR="00C82E24" w:rsidRPr="00702586" w:rsidRDefault="00C82E24" w:rsidP="00C82E24">
      <w:pPr>
        <w:pStyle w:val="SingleTxtG"/>
        <w:ind w:left="2835" w:hanging="567"/>
      </w:pPr>
      <w:r w:rsidRPr="00702586">
        <w:t>c)</w:t>
      </w:r>
      <w:r w:rsidRPr="00702586">
        <w:tab/>
        <w:t>D</w:t>
      </w:r>
      <w:r w:rsidR="003D2091">
        <w:t>’</w:t>
      </w:r>
      <w:r w:rsidRPr="00702586">
        <w:t>un mode de fonctionnement secondaire ; et/ou</w:t>
      </w:r>
    </w:p>
    <w:p w14:paraId="0D5E4F5E" w14:textId="77777777" w:rsidR="00C82E24" w:rsidRPr="00702586" w:rsidRDefault="00C82E24" w:rsidP="00C82E24">
      <w:pPr>
        <w:pStyle w:val="SingleTxtG"/>
        <w:ind w:left="2835" w:hanging="567"/>
      </w:pPr>
      <w:r w:rsidRPr="00702586">
        <w:t>d)</w:t>
      </w:r>
      <w:r w:rsidRPr="00702586">
        <w:tab/>
        <w:t>De sources lumineuses non remplaçables ; et/ou</w:t>
      </w:r>
    </w:p>
    <w:p w14:paraId="76178E3B" w14:textId="7E6EE6F8" w:rsidR="00C82E24" w:rsidRPr="00702586" w:rsidRDefault="00C82E24" w:rsidP="00C82E24">
      <w:pPr>
        <w:pStyle w:val="SingleTxtG"/>
        <w:ind w:left="2835" w:hanging="567"/>
      </w:pPr>
      <w:r w:rsidRPr="00702586">
        <w:t>e)</w:t>
      </w:r>
      <w:r w:rsidRPr="00702586">
        <w:tab/>
        <w:t>D</w:t>
      </w:r>
      <w:r w:rsidR="003D2091">
        <w:t>’</w:t>
      </w:r>
      <w:r w:rsidRPr="00702586">
        <w:t>un ou de plusieurs modules d</w:t>
      </w:r>
      <w:r w:rsidR="003D2091">
        <w:t>’</w:t>
      </w:r>
      <w:r>
        <w:t>éclairage.</w:t>
      </w:r>
    </w:p>
    <w:p w14:paraId="00B85969" w14:textId="77777777" w:rsidR="00C82E24" w:rsidRPr="00702586" w:rsidRDefault="00C82E24" w:rsidP="00C82E24">
      <w:pPr>
        <w:pStyle w:val="SingleTxtG"/>
        <w:ind w:left="2268"/>
      </w:pPr>
      <w:r w:rsidRPr="00702586">
        <w:t>Porte</w:t>
      </w:r>
      <w:r>
        <w:t>r</w:t>
      </w:r>
      <w:r w:rsidRPr="00702586">
        <w:t xml:space="preserve"> une indication de la tension nominale ou </w:t>
      </w:r>
      <w:r>
        <w:t>de la plage de tension.</w:t>
      </w:r>
    </w:p>
    <w:p w14:paraId="3B4ABAE1" w14:textId="3A40E640" w:rsidR="00C82E24" w:rsidRPr="00702586" w:rsidRDefault="00C82E24" w:rsidP="00965443">
      <w:pPr>
        <w:pStyle w:val="SingleTxtG"/>
        <w:tabs>
          <w:tab w:val="clear" w:pos="1701"/>
        </w:tabs>
        <w:spacing w:before="120"/>
        <w:ind w:left="2268" w:hanging="1134"/>
      </w:pPr>
      <w:r w:rsidRPr="00702586">
        <w:t>3.3.4.5</w:t>
      </w:r>
      <w:r w:rsidRPr="00702586">
        <w:tab/>
        <w:t>Dans le cas de feux dotés d</w:t>
      </w:r>
      <w:r w:rsidR="003D2091">
        <w:t>’</w:t>
      </w:r>
      <w:r w:rsidRPr="00702586">
        <w:t>un ou de plusieurs modules d</w:t>
      </w:r>
      <w:r w:rsidR="003D2091">
        <w:t>’</w:t>
      </w:r>
      <w:r w:rsidRPr="00702586">
        <w:t>éclairage, porte</w:t>
      </w:r>
      <w:r>
        <w:t>r</w:t>
      </w:r>
      <w:r w:rsidRPr="00702586">
        <w:t>, sur ces modules, une indication :</w:t>
      </w:r>
    </w:p>
    <w:p w14:paraId="3CF02A3F" w14:textId="77777777" w:rsidR="00C82E24" w:rsidRPr="00702586" w:rsidRDefault="00C82E24" w:rsidP="00C82E24">
      <w:pPr>
        <w:pStyle w:val="SingleTxtG"/>
        <w:ind w:left="2835" w:hanging="567"/>
      </w:pPr>
      <w:r w:rsidRPr="00702586">
        <w:t>a)</w:t>
      </w:r>
      <w:r w:rsidRPr="00702586">
        <w:tab/>
        <w:t>De la marque de fabrique ou de commerce du demandeur ;</w:t>
      </w:r>
    </w:p>
    <w:p w14:paraId="64919664" w14:textId="53051AF5" w:rsidR="00C82E24" w:rsidRPr="00702586" w:rsidRDefault="00C82E24" w:rsidP="00C82E24">
      <w:pPr>
        <w:pStyle w:val="SingleTxtG"/>
        <w:ind w:left="2835" w:hanging="567"/>
      </w:pPr>
      <w:r w:rsidRPr="00702586">
        <w:t>b)</w:t>
      </w:r>
      <w:r w:rsidRPr="00702586">
        <w:tab/>
        <w:t>Du code d</w:t>
      </w:r>
      <w:r w:rsidR="003D2091">
        <w:t>’</w:t>
      </w:r>
      <w:r w:rsidRPr="00702586">
        <w:t>identification propre à chaque module. Ce code débute par les lettres « MD » (pour « module »), suivies de la marque d</w:t>
      </w:r>
      <w:r w:rsidR="003D2091">
        <w:t>’</w:t>
      </w:r>
      <w:r w:rsidRPr="00702586">
        <w:t>homologation dépourvue du cercle visé</w:t>
      </w:r>
      <w:r>
        <w:t>e</w:t>
      </w:r>
      <w:r w:rsidRPr="00702586">
        <w:t xml:space="preserve"> au paragraphe 3.3.2 ou de l</w:t>
      </w:r>
      <w:r w:rsidR="003D2091">
        <w:t>’</w:t>
      </w:r>
      <w:r w:rsidRPr="00702586">
        <w:t>identifiant unique dépourvu du cercle tronqué visé au paragraphe 3.3.3. Il n</w:t>
      </w:r>
      <w:r w:rsidR="003D2091">
        <w:t>’</w:t>
      </w:r>
      <w:r w:rsidRPr="00702586">
        <w:t>est pas nécessaire que la marque d</w:t>
      </w:r>
      <w:r w:rsidR="003D2091">
        <w:t>’</w:t>
      </w:r>
      <w:r w:rsidRPr="00702586">
        <w:t>homologation ou l</w:t>
      </w:r>
      <w:r w:rsidR="003D2091">
        <w:t>’</w:t>
      </w:r>
      <w:r w:rsidRPr="00702586">
        <w:t>identifiant unique soient identiques à la marque qui figure sur le feu dans lequel le module est utilisé, mais les deux marques doivent provenir du même demandeur ;</w:t>
      </w:r>
    </w:p>
    <w:p w14:paraId="40435C8F" w14:textId="77777777" w:rsidR="00C82E24" w:rsidRPr="00702586" w:rsidRDefault="00C82E24" w:rsidP="00C82E24">
      <w:pPr>
        <w:pStyle w:val="SingleTxtG"/>
        <w:ind w:left="2835" w:hanging="567"/>
      </w:pPr>
      <w:r w:rsidRPr="00702586">
        <w:t>c)</w:t>
      </w:r>
      <w:r w:rsidRPr="00702586">
        <w:tab/>
        <w:t>De la tension nominale ou de la plage de tension.</w:t>
      </w:r>
    </w:p>
    <w:p w14:paraId="7342B8CE" w14:textId="4DFA829D" w:rsidR="00C82E24" w:rsidRPr="00702586" w:rsidRDefault="00C82E24" w:rsidP="00965443">
      <w:pPr>
        <w:pStyle w:val="SingleTxtG"/>
        <w:tabs>
          <w:tab w:val="clear" w:pos="1701"/>
        </w:tabs>
        <w:spacing w:before="120"/>
        <w:ind w:left="2268" w:hanging="1134"/>
      </w:pPr>
      <w:r w:rsidRPr="00702586">
        <w:t>3.3.4.6</w:t>
      </w:r>
      <w:r w:rsidRPr="00702586">
        <w:tab/>
        <w:t>Les dispositifs de régulation électronique de la source lumineuse et les régulateurs d</w:t>
      </w:r>
      <w:r w:rsidR="003D2091">
        <w:t>’</w:t>
      </w:r>
      <w:r w:rsidRPr="00702586">
        <w:t xml:space="preserve">intensité lumineuse qui font partie du feu sans être intégrés à son boîtier </w:t>
      </w:r>
      <w:r>
        <w:t>doivent porter</w:t>
      </w:r>
      <w:r w:rsidRPr="00702586">
        <w:t xml:space="preserve"> une indication du nom du fabricant et de son numéro d</w:t>
      </w:r>
      <w:r w:rsidR="003D2091">
        <w:t>’</w:t>
      </w:r>
      <w:r w:rsidRPr="00702586">
        <w:t>identification.</w:t>
      </w:r>
    </w:p>
    <w:p w14:paraId="61B8B563" w14:textId="35D49085" w:rsidR="00C82E24" w:rsidRPr="00452690" w:rsidRDefault="00C82E24" w:rsidP="00965443">
      <w:pPr>
        <w:pStyle w:val="SingleTxtG"/>
        <w:tabs>
          <w:tab w:val="clear" w:pos="1701"/>
        </w:tabs>
        <w:spacing w:before="120"/>
        <w:ind w:left="2268" w:hanging="1134"/>
        <w:rPr>
          <w:spacing w:val="-2"/>
        </w:rPr>
      </w:pPr>
      <w:r w:rsidRPr="00452690">
        <w:rPr>
          <w:spacing w:val="-2"/>
        </w:rPr>
        <w:t>3.3.4.7</w:t>
      </w:r>
      <w:r w:rsidRPr="00452690">
        <w:rPr>
          <w:spacing w:val="-2"/>
        </w:rPr>
        <w:tab/>
        <w:t xml:space="preserve">Les marques visées aux paragraphes 3.3.4.2 à 3.3.4.6 doivent être apposées de sorte à être </w:t>
      </w:r>
      <w:r w:rsidRPr="00965443">
        <w:t>indélébiles</w:t>
      </w:r>
      <w:r w:rsidRPr="00452690">
        <w:rPr>
          <w:spacing w:val="-2"/>
        </w:rPr>
        <w:t xml:space="preserve"> et clairement lisibles sur le feu ; il n</w:t>
      </w:r>
      <w:r w:rsidR="003D2091">
        <w:rPr>
          <w:spacing w:val="-2"/>
        </w:rPr>
        <w:t>’</w:t>
      </w:r>
      <w:r w:rsidRPr="00452690">
        <w:rPr>
          <w:spacing w:val="-2"/>
        </w:rPr>
        <w:t>est toutefois pas nécessaire qu</w:t>
      </w:r>
      <w:r w:rsidR="003D2091">
        <w:rPr>
          <w:spacing w:val="-2"/>
        </w:rPr>
        <w:t>’</w:t>
      </w:r>
      <w:r w:rsidRPr="00452690">
        <w:rPr>
          <w:spacing w:val="-2"/>
        </w:rPr>
        <w:t>elles soient conformes aux prescriptions du paragraphe 3.3.4.1.1.</w:t>
      </w:r>
    </w:p>
    <w:p w14:paraId="06138F3B" w14:textId="77777777" w:rsidR="00C82E24" w:rsidRPr="006F2848" w:rsidRDefault="00C82E24" w:rsidP="00965443">
      <w:pPr>
        <w:pStyle w:val="SingleTxtG"/>
        <w:tabs>
          <w:tab w:val="clear" w:pos="1701"/>
        </w:tabs>
        <w:spacing w:before="120"/>
        <w:ind w:left="2268" w:hanging="1134"/>
        <w:rPr>
          <w:rFonts w:asciiTheme="majorBidi" w:hAnsiTheme="majorBidi" w:cstheme="majorBidi"/>
          <w:bCs/>
        </w:rPr>
      </w:pPr>
      <w:r w:rsidRPr="00702586">
        <w:rPr>
          <w:rFonts w:asciiTheme="majorBidi" w:hAnsiTheme="majorBidi" w:cstheme="majorBidi"/>
        </w:rPr>
        <w:t>3.3.5</w:t>
      </w:r>
      <w:r w:rsidRPr="00702586">
        <w:rPr>
          <w:rFonts w:asciiTheme="majorBidi" w:hAnsiTheme="majorBidi" w:cstheme="majorBidi"/>
        </w:rPr>
        <w:tab/>
        <w:t xml:space="preserve">Feux </w:t>
      </w:r>
      <w:r w:rsidRPr="00702586">
        <w:rPr>
          <w:rFonts w:asciiTheme="majorBidi" w:hAnsiTheme="majorBidi" w:cstheme="majorBidi"/>
          <w:bCs/>
        </w:rPr>
        <w:t xml:space="preserve">groupés, </w:t>
      </w:r>
      <w:r w:rsidRPr="00965443">
        <w:t>combinés</w:t>
      </w:r>
      <w:r w:rsidRPr="00702586">
        <w:rPr>
          <w:rFonts w:asciiTheme="majorBidi" w:hAnsiTheme="majorBidi" w:cstheme="majorBidi"/>
          <w:bCs/>
        </w:rPr>
        <w:t xml:space="preserve"> ou mutuellement incorporés</w:t>
      </w:r>
    </w:p>
    <w:p w14:paraId="376A6C01" w14:textId="604806B7"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3.3.5.1</w:t>
      </w:r>
      <w:r w:rsidRPr="00702586">
        <w:rPr>
          <w:rFonts w:asciiTheme="majorBidi" w:hAnsiTheme="majorBidi" w:cstheme="majorBidi"/>
        </w:rPr>
        <w:tab/>
        <w:t>Lorsque des feux groupés, combinés ou mutuellement incorporés satisfont aux prescriptio</w:t>
      </w:r>
      <w:r>
        <w:rPr>
          <w:rFonts w:asciiTheme="majorBidi" w:hAnsiTheme="majorBidi" w:cstheme="majorBidi"/>
        </w:rPr>
        <w:t>ns de</w:t>
      </w:r>
      <w:r w:rsidRPr="00702586">
        <w:rPr>
          <w:rFonts w:asciiTheme="majorBidi" w:hAnsiTheme="majorBidi" w:cstheme="majorBidi"/>
        </w:rPr>
        <w:t xml:space="preserve"> plusieurs Règlements</w:t>
      </w:r>
      <w:r>
        <w:rPr>
          <w:rFonts w:asciiTheme="majorBidi" w:hAnsiTheme="majorBidi" w:cstheme="majorBidi"/>
        </w:rPr>
        <w:t xml:space="preserve"> ONU</w:t>
      </w:r>
      <w:r w:rsidRPr="00702586">
        <w:rPr>
          <w:rFonts w:asciiTheme="majorBidi" w:hAnsiTheme="majorBidi" w:cstheme="majorBidi"/>
        </w:rPr>
        <w:t>, on peut apposer une seule marque d</w:t>
      </w:r>
      <w:r w:rsidR="003D2091">
        <w:rPr>
          <w:rFonts w:asciiTheme="majorBidi" w:hAnsiTheme="majorBidi" w:cstheme="majorBidi"/>
        </w:rPr>
        <w:t>’</w:t>
      </w:r>
      <w:r>
        <w:rPr>
          <w:rFonts w:asciiTheme="majorBidi" w:hAnsiTheme="majorBidi" w:cstheme="majorBidi"/>
        </w:rPr>
        <w:t xml:space="preserve">homologation, </w:t>
      </w:r>
      <w:r w:rsidRPr="00BC2FA0">
        <w:rPr>
          <w:rFonts w:asciiTheme="majorBidi" w:hAnsiTheme="majorBidi" w:cstheme="majorBidi"/>
        </w:rPr>
        <w:t>composée d</w:t>
      </w:r>
      <w:r w:rsidR="003D2091">
        <w:rPr>
          <w:rFonts w:asciiTheme="majorBidi" w:hAnsiTheme="majorBidi" w:cstheme="majorBidi"/>
        </w:rPr>
        <w:t>’</w:t>
      </w:r>
      <w:r w:rsidRPr="00BC2FA0">
        <w:rPr>
          <w:rFonts w:asciiTheme="majorBidi" w:hAnsiTheme="majorBidi" w:cstheme="majorBidi"/>
        </w:rPr>
        <w:t>un cercle entourant la lettre «</w:t>
      </w:r>
      <w:r w:rsidR="003E0DCA">
        <w:rPr>
          <w:rFonts w:asciiTheme="majorBidi" w:hAnsiTheme="majorBidi" w:cstheme="majorBidi"/>
        </w:rPr>
        <w:t> </w:t>
      </w:r>
      <w:r w:rsidRPr="00BC2FA0">
        <w:rPr>
          <w:rFonts w:asciiTheme="majorBidi" w:hAnsiTheme="majorBidi" w:cstheme="majorBidi"/>
        </w:rPr>
        <w:t>E</w:t>
      </w:r>
      <w:r w:rsidR="003E0DCA">
        <w:rPr>
          <w:rFonts w:asciiTheme="majorBidi" w:hAnsiTheme="majorBidi" w:cstheme="majorBidi"/>
        </w:rPr>
        <w:t> </w:t>
      </w:r>
      <w:r w:rsidRPr="00BC2FA0">
        <w:rPr>
          <w:rFonts w:asciiTheme="majorBidi" w:hAnsiTheme="majorBidi" w:cstheme="majorBidi"/>
        </w:rPr>
        <w:t>» suivie du numéro distinctif du pays ayant délivré l</w:t>
      </w:r>
      <w:r w:rsidR="003D2091">
        <w:rPr>
          <w:rFonts w:asciiTheme="majorBidi" w:hAnsiTheme="majorBidi" w:cstheme="majorBidi"/>
        </w:rPr>
        <w:t>’</w:t>
      </w:r>
      <w:r w:rsidRPr="00BC2FA0">
        <w:rPr>
          <w:rFonts w:asciiTheme="majorBidi" w:hAnsiTheme="majorBidi" w:cstheme="majorBidi"/>
        </w:rPr>
        <w:t>homologation et d</w:t>
      </w:r>
      <w:r w:rsidR="003D2091">
        <w:rPr>
          <w:rFonts w:asciiTheme="majorBidi" w:hAnsiTheme="majorBidi" w:cstheme="majorBidi"/>
        </w:rPr>
        <w:t>’</w:t>
      </w:r>
      <w:r w:rsidRPr="00BC2FA0">
        <w:rPr>
          <w:rFonts w:asciiTheme="majorBidi" w:hAnsiTheme="majorBidi" w:cstheme="majorBidi"/>
        </w:rPr>
        <w:t xml:space="preserve">un numéro </w:t>
      </w:r>
      <w:r w:rsidRPr="00965443">
        <w:t>d</w:t>
      </w:r>
      <w:r w:rsidR="003D2091">
        <w:t>’</w:t>
      </w:r>
      <w:r w:rsidRPr="00965443">
        <w:t>homologation</w:t>
      </w:r>
      <w:r>
        <w:rPr>
          <w:rFonts w:asciiTheme="majorBidi" w:hAnsiTheme="majorBidi" w:cstheme="majorBidi"/>
        </w:rPr>
        <w:t>,</w:t>
      </w:r>
      <w:r w:rsidR="003E0DCA">
        <w:t xml:space="preserve"> </w:t>
      </w:r>
      <w:r>
        <w:rPr>
          <w:rFonts w:asciiTheme="majorBidi" w:hAnsiTheme="majorBidi" w:cstheme="majorBidi"/>
        </w:rPr>
        <w:t>ou un identifiant unique</w:t>
      </w:r>
      <w:r w:rsidRPr="00702586">
        <w:rPr>
          <w:rFonts w:asciiTheme="majorBidi" w:hAnsiTheme="majorBidi" w:cstheme="majorBidi"/>
        </w:rPr>
        <w:t xml:space="preserve">. </w:t>
      </w:r>
      <w:r>
        <w:rPr>
          <w:rFonts w:asciiTheme="majorBidi" w:hAnsiTheme="majorBidi" w:cstheme="majorBidi"/>
        </w:rPr>
        <w:t>La</w:t>
      </w:r>
      <w:r w:rsidRPr="00702586">
        <w:rPr>
          <w:rFonts w:asciiTheme="majorBidi" w:hAnsiTheme="majorBidi" w:cstheme="majorBidi"/>
        </w:rPr>
        <w:t xml:space="preserve"> marque</w:t>
      </w:r>
      <w:r>
        <w:rPr>
          <w:rFonts w:asciiTheme="majorBidi" w:hAnsiTheme="majorBidi" w:cstheme="majorBidi"/>
        </w:rPr>
        <w:t xml:space="preserve"> (ou le numéro)</w:t>
      </w:r>
      <w:r w:rsidRPr="00702586">
        <w:rPr>
          <w:rFonts w:asciiTheme="majorBidi" w:hAnsiTheme="majorBidi" w:cstheme="majorBidi"/>
        </w:rPr>
        <w:t xml:space="preserve"> peut être apposée à n</w:t>
      </w:r>
      <w:r w:rsidR="003D2091">
        <w:rPr>
          <w:rFonts w:asciiTheme="majorBidi" w:hAnsiTheme="majorBidi" w:cstheme="majorBidi"/>
        </w:rPr>
        <w:t>’</w:t>
      </w:r>
      <w:r w:rsidRPr="00702586">
        <w:rPr>
          <w:rFonts w:asciiTheme="majorBidi" w:hAnsiTheme="majorBidi" w:cstheme="majorBidi"/>
        </w:rPr>
        <w:t xml:space="preserve">importe quel endroit </w:t>
      </w:r>
      <w:r>
        <w:rPr>
          <w:rFonts w:asciiTheme="majorBidi" w:hAnsiTheme="majorBidi" w:cstheme="majorBidi"/>
        </w:rPr>
        <w:t>sur l</w:t>
      </w:r>
      <w:r w:rsidRPr="00702586">
        <w:rPr>
          <w:rFonts w:asciiTheme="majorBidi" w:hAnsiTheme="majorBidi" w:cstheme="majorBidi"/>
        </w:rPr>
        <w:t>es feux groupés, combinés ou mutuellement incorporés, sous réserve :</w:t>
      </w:r>
    </w:p>
    <w:p w14:paraId="08BE243B" w14:textId="2D03A087"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3.3.5.1.1</w:t>
      </w:r>
      <w:r w:rsidRPr="00702586">
        <w:rPr>
          <w:rFonts w:asciiTheme="majorBidi" w:hAnsiTheme="majorBidi" w:cstheme="majorBidi"/>
        </w:rPr>
        <w:tab/>
        <w:t>Qu</w:t>
      </w:r>
      <w:r w:rsidR="003D2091">
        <w:rPr>
          <w:rFonts w:asciiTheme="majorBidi" w:hAnsiTheme="majorBidi" w:cstheme="majorBidi"/>
        </w:rPr>
        <w:t>’</w:t>
      </w:r>
      <w:r w:rsidRPr="00702586">
        <w:rPr>
          <w:rFonts w:asciiTheme="majorBidi" w:hAnsiTheme="majorBidi" w:cstheme="majorBidi"/>
        </w:rPr>
        <w:t xml:space="preserve">elle </w:t>
      </w:r>
      <w:r w:rsidRPr="00965443">
        <w:t>soit</w:t>
      </w:r>
      <w:r w:rsidRPr="00702586">
        <w:rPr>
          <w:rFonts w:asciiTheme="majorBidi" w:hAnsiTheme="majorBidi" w:cstheme="majorBidi"/>
        </w:rPr>
        <w:t xml:space="preserve"> visible après l</w:t>
      </w:r>
      <w:r w:rsidR="003D2091">
        <w:rPr>
          <w:rFonts w:asciiTheme="majorBidi" w:hAnsiTheme="majorBidi" w:cstheme="majorBidi"/>
        </w:rPr>
        <w:t>’</w:t>
      </w:r>
      <w:r w:rsidRPr="00702586">
        <w:rPr>
          <w:rFonts w:asciiTheme="majorBidi" w:hAnsiTheme="majorBidi" w:cstheme="majorBidi"/>
        </w:rPr>
        <w:t>installation ;</w:t>
      </w:r>
    </w:p>
    <w:p w14:paraId="018091F3" w14:textId="5B241666"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lastRenderedPageBreak/>
        <w:t>3.3.5.1.2</w:t>
      </w:r>
      <w:r w:rsidRPr="00702586">
        <w:rPr>
          <w:rFonts w:asciiTheme="majorBidi" w:hAnsiTheme="majorBidi" w:cstheme="majorBidi"/>
        </w:rPr>
        <w:tab/>
        <w:t>Qu</w:t>
      </w:r>
      <w:r w:rsidR="003D2091">
        <w:rPr>
          <w:rFonts w:asciiTheme="majorBidi" w:hAnsiTheme="majorBidi" w:cstheme="majorBidi"/>
        </w:rPr>
        <w:t>’</w:t>
      </w:r>
      <w:r w:rsidRPr="00702586">
        <w:rPr>
          <w:rFonts w:asciiTheme="majorBidi" w:hAnsiTheme="majorBidi" w:cstheme="majorBidi"/>
        </w:rPr>
        <w:t>aucun élément des feux groupés, combinés ou mutuellement incorporés qui transmet de la lumière ne puisse être retiré sans que soit retirée du même coup la marque d</w:t>
      </w:r>
      <w:r w:rsidR="003D2091">
        <w:rPr>
          <w:rFonts w:asciiTheme="majorBidi" w:hAnsiTheme="majorBidi" w:cstheme="majorBidi"/>
        </w:rPr>
        <w:t>’</w:t>
      </w:r>
      <w:r w:rsidRPr="00702586">
        <w:rPr>
          <w:rFonts w:asciiTheme="majorBidi" w:hAnsiTheme="majorBidi" w:cstheme="majorBidi"/>
        </w:rPr>
        <w:t>homologation.</w:t>
      </w:r>
    </w:p>
    <w:p w14:paraId="3C6BD8B1" w14:textId="10778E26"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3.3.5.2</w:t>
      </w:r>
      <w:r w:rsidRPr="00702586">
        <w:rPr>
          <w:rFonts w:asciiTheme="majorBidi" w:hAnsiTheme="majorBidi" w:cstheme="majorBidi"/>
        </w:rPr>
        <w:tab/>
      </w:r>
      <w:r w:rsidRPr="00702586">
        <w:t>Les dimensions des éléments d</w:t>
      </w:r>
      <w:r w:rsidR="003D2091">
        <w:t>’</w:t>
      </w:r>
      <w:r w:rsidRPr="00702586">
        <w:t>une marque d</w:t>
      </w:r>
      <w:r w:rsidR="003D2091">
        <w:t>’</w:t>
      </w:r>
      <w:r w:rsidRPr="00702586">
        <w:t xml:space="preserve">homologation unique ne doivent pas être inférieures aux dimensions minimales prescrites pour le plus petit des marquages individuels pour un Règlement </w:t>
      </w:r>
      <w:r>
        <w:t>en application</w:t>
      </w:r>
      <w:r w:rsidRPr="00702586">
        <w:t xml:space="preserve"> duquel l</w:t>
      </w:r>
      <w:r w:rsidR="003D2091">
        <w:t>’</w:t>
      </w:r>
      <w:r w:rsidRPr="00702586">
        <w:t>homologation est délivrée.</w:t>
      </w:r>
    </w:p>
    <w:p w14:paraId="1064C7BC" w14:textId="2B220FCE" w:rsidR="00C82E24" w:rsidRPr="00702586" w:rsidRDefault="00C82E24" w:rsidP="00965443">
      <w:pPr>
        <w:pStyle w:val="SingleTxtG"/>
        <w:tabs>
          <w:tab w:val="clear" w:pos="1701"/>
        </w:tabs>
        <w:spacing w:before="120"/>
        <w:ind w:left="2268" w:hanging="1134"/>
        <w:rPr>
          <w:rFonts w:asciiTheme="majorBidi" w:hAnsiTheme="majorBidi" w:cstheme="majorBidi"/>
        </w:rPr>
      </w:pPr>
      <w:r>
        <w:rPr>
          <w:rFonts w:asciiTheme="majorBidi" w:hAnsiTheme="majorBidi" w:cstheme="majorBidi"/>
        </w:rPr>
        <w:t>3.3.5.3</w:t>
      </w:r>
      <w:r w:rsidRPr="00702586">
        <w:rPr>
          <w:rFonts w:asciiTheme="majorBidi" w:hAnsiTheme="majorBidi" w:cstheme="majorBidi"/>
        </w:rPr>
        <w:tab/>
        <w:t>On trouvera à l</w:t>
      </w:r>
      <w:r w:rsidR="003D2091">
        <w:rPr>
          <w:rFonts w:asciiTheme="majorBidi" w:hAnsiTheme="majorBidi" w:cstheme="majorBidi"/>
        </w:rPr>
        <w:t>’</w:t>
      </w:r>
      <w:r w:rsidRPr="00702586">
        <w:rPr>
          <w:rFonts w:asciiTheme="majorBidi" w:hAnsiTheme="majorBidi" w:cstheme="majorBidi"/>
        </w:rPr>
        <w:t>annexe 7 des exemples de marques d</w:t>
      </w:r>
      <w:r w:rsidR="003D2091">
        <w:rPr>
          <w:rFonts w:asciiTheme="majorBidi" w:hAnsiTheme="majorBidi" w:cstheme="majorBidi"/>
        </w:rPr>
        <w:t>’</w:t>
      </w:r>
      <w:r w:rsidRPr="00702586">
        <w:rPr>
          <w:rFonts w:asciiTheme="majorBidi" w:hAnsiTheme="majorBidi" w:cstheme="majorBidi"/>
        </w:rPr>
        <w:t xml:space="preserve">homologation pour des feux groupés, </w:t>
      </w:r>
      <w:r w:rsidRPr="00965443">
        <w:t>combinés</w:t>
      </w:r>
      <w:r w:rsidRPr="00702586">
        <w:rPr>
          <w:rFonts w:asciiTheme="majorBidi" w:hAnsiTheme="majorBidi" w:cstheme="majorBidi"/>
        </w:rPr>
        <w:t xml:space="preserve"> ou mutuellement incorporés</w:t>
      </w:r>
      <w:r>
        <w:rPr>
          <w:rFonts w:asciiTheme="majorBidi" w:hAnsiTheme="majorBidi" w:cstheme="majorBidi"/>
        </w:rPr>
        <w:t xml:space="preserve"> avec</w:t>
      </w:r>
      <w:r w:rsidRPr="00702586">
        <w:rPr>
          <w:rFonts w:asciiTheme="majorBidi" w:hAnsiTheme="majorBidi" w:cstheme="majorBidi"/>
        </w:rPr>
        <w:t xml:space="preserve"> tous les symboles additionnels susmentionnés.</w:t>
      </w:r>
    </w:p>
    <w:p w14:paraId="054F368A" w14:textId="59EDE9B3" w:rsidR="00C82E24" w:rsidRPr="00702586" w:rsidRDefault="00C82E24" w:rsidP="00965443">
      <w:pPr>
        <w:pStyle w:val="SingleTxtG"/>
        <w:tabs>
          <w:tab w:val="clear" w:pos="1701"/>
        </w:tabs>
        <w:spacing w:before="120"/>
        <w:ind w:left="2268" w:hanging="1134"/>
        <w:rPr>
          <w:rFonts w:asciiTheme="majorBidi" w:hAnsiTheme="majorBidi" w:cstheme="majorBidi"/>
        </w:rPr>
      </w:pPr>
      <w:r>
        <w:rPr>
          <w:rFonts w:asciiTheme="majorBidi" w:hAnsiTheme="majorBidi" w:cstheme="majorBidi"/>
        </w:rPr>
        <w:t>3.3.5.4</w:t>
      </w:r>
      <w:r w:rsidRPr="00702586">
        <w:rPr>
          <w:rFonts w:asciiTheme="majorBidi" w:hAnsiTheme="majorBidi" w:cstheme="majorBidi"/>
        </w:rPr>
        <w:tab/>
      </w:r>
      <w:r w:rsidRPr="00702586">
        <w:t>En ce qui concerne les feux mutuellement incorporés avec</w:t>
      </w:r>
      <w:r>
        <w:t xml:space="preserve"> un type de projecteur dont la glace</w:t>
      </w:r>
      <w:r w:rsidRPr="00702586">
        <w:t xml:space="preserve"> peut également être utilisée pour d</w:t>
      </w:r>
      <w:r w:rsidR="003D2091">
        <w:t>’</w:t>
      </w:r>
      <w:r w:rsidRPr="00702586">
        <w:t>autres types de</w:t>
      </w:r>
      <w:r w:rsidRPr="00702586">
        <w:rPr>
          <w:rFonts w:asciiTheme="majorBidi" w:hAnsiTheme="majorBidi" w:cstheme="majorBidi"/>
        </w:rPr>
        <w:t xml:space="preserve"> dispositifs, </w:t>
      </w:r>
      <w:r w:rsidRPr="00702586">
        <w:t>les dispositions du paragraphe</w:t>
      </w:r>
      <w:r>
        <w:t> </w:t>
      </w:r>
      <w:r w:rsidRPr="00702586">
        <w:t xml:space="preserve">3.3.5 </w:t>
      </w:r>
      <w:r>
        <w:t>s</w:t>
      </w:r>
      <w:r w:rsidR="003D2091">
        <w:t>’</w:t>
      </w:r>
      <w:r>
        <w:t>appliquent</w:t>
      </w:r>
      <w:r w:rsidRPr="00702586">
        <w:rPr>
          <w:rFonts w:asciiTheme="majorBidi" w:hAnsiTheme="majorBidi" w:cstheme="majorBidi"/>
        </w:rPr>
        <w:t>.</w:t>
      </w:r>
    </w:p>
    <w:p w14:paraId="4AEC0B4C" w14:textId="5FF7995C"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3.4</w:t>
      </w:r>
      <w:r w:rsidRPr="00702586">
        <w:rPr>
          <w:rFonts w:asciiTheme="majorBidi" w:hAnsiTheme="majorBidi" w:cstheme="majorBidi"/>
        </w:rPr>
        <w:tab/>
        <w:t xml:space="preserve">Modification </w:t>
      </w:r>
      <w:r w:rsidRPr="00965443">
        <w:t>d</w:t>
      </w:r>
      <w:r w:rsidR="003D2091">
        <w:t>’</w:t>
      </w:r>
      <w:r w:rsidRPr="00965443">
        <w:t>un</w:t>
      </w:r>
      <w:r w:rsidRPr="00702586">
        <w:rPr>
          <w:rFonts w:asciiTheme="majorBidi" w:hAnsiTheme="majorBidi" w:cstheme="majorBidi"/>
        </w:rPr>
        <w:t xml:space="preserve"> type de feu destiné à des véhicules automobiles et leurs remorques et extension d</w:t>
      </w:r>
      <w:r w:rsidR="003D2091">
        <w:rPr>
          <w:rFonts w:asciiTheme="majorBidi" w:hAnsiTheme="majorBidi" w:cstheme="majorBidi"/>
        </w:rPr>
        <w:t>’</w:t>
      </w:r>
      <w:r w:rsidRPr="00702586">
        <w:rPr>
          <w:rFonts w:asciiTheme="majorBidi" w:hAnsiTheme="majorBidi" w:cstheme="majorBidi"/>
        </w:rPr>
        <w:t>homologation</w:t>
      </w:r>
    </w:p>
    <w:p w14:paraId="5C7A412B" w14:textId="502C2400"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3.4.1</w:t>
      </w:r>
      <w:r w:rsidRPr="00702586">
        <w:rPr>
          <w:rFonts w:asciiTheme="majorBidi" w:hAnsiTheme="majorBidi" w:cstheme="majorBidi"/>
        </w:rPr>
        <w:tab/>
        <w:t xml:space="preserve">Toute </w:t>
      </w:r>
      <w:r w:rsidRPr="00965443">
        <w:t>modification</w:t>
      </w:r>
      <w:r w:rsidRPr="00702586">
        <w:rPr>
          <w:rFonts w:asciiTheme="majorBidi" w:hAnsiTheme="majorBidi" w:cstheme="majorBidi"/>
        </w:rPr>
        <w:t xml:space="preserve"> d</w:t>
      </w:r>
      <w:r w:rsidR="003D2091">
        <w:rPr>
          <w:rFonts w:asciiTheme="majorBidi" w:hAnsiTheme="majorBidi" w:cstheme="majorBidi"/>
        </w:rPr>
        <w:t>’</w:t>
      </w:r>
      <w:r w:rsidRPr="00702586">
        <w:rPr>
          <w:rFonts w:asciiTheme="majorBidi" w:hAnsiTheme="majorBidi" w:cstheme="majorBidi"/>
        </w:rPr>
        <w:t xml:space="preserve">un type de feu </w:t>
      </w:r>
      <w:r>
        <w:rPr>
          <w:rFonts w:asciiTheme="majorBidi" w:hAnsiTheme="majorBidi" w:cstheme="majorBidi"/>
        </w:rPr>
        <w:t>doit être</w:t>
      </w:r>
      <w:r w:rsidRPr="00702586">
        <w:rPr>
          <w:rFonts w:asciiTheme="majorBidi" w:hAnsiTheme="majorBidi" w:cstheme="majorBidi"/>
        </w:rPr>
        <w:t xml:space="preserve"> notifiée à l</w:t>
      </w:r>
      <w:r w:rsidR="003D2091">
        <w:rPr>
          <w:rFonts w:asciiTheme="majorBidi" w:hAnsiTheme="majorBidi" w:cstheme="majorBidi"/>
        </w:rPr>
        <w:t>’</w:t>
      </w:r>
      <w:r w:rsidRPr="00702586">
        <w:rPr>
          <w:rFonts w:asciiTheme="majorBidi" w:hAnsiTheme="majorBidi" w:cstheme="majorBidi"/>
        </w:rPr>
        <w:t xml:space="preserve">autorité qui a </w:t>
      </w:r>
      <w:r>
        <w:rPr>
          <w:rFonts w:asciiTheme="majorBidi" w:hAnsiTheme="majorBidi" w:cstheme="majorBidi"/>
        </w:rPr>
        <w:t>procédé à l</w:t>
      </w:r>
      <w:r w:rsidR="003D2091">
        <w:rPr>
          <w:rFonts w:asciiTheme="majorBidi" w:hAnsiTheme="majorBidi" w:cstheme="majorBidi"/>
        </w:rPr>
        <w:t>’</w:t>
      </w:r>
      <w:r>
        <w:rPr>
          <w:rFonts w:asciiTheme="majorBidi" w:hAnsiTheme="majorBidi" w:cstheme="majorBidi"/>
        </w:rPr>
        <w:t>homologation du</w:t>
      </w:r>
      <w:r w:rsidRPr="00702586">
        <w:rPr>
          <w:rFonts w:asciiTheme="majorBidi" w:hAnsiTheme="majorBidi" w:cstheme="majorBidi"/>
        </w:rPr>
        <w:t xml:space="preserve"> type concerné. Celle-ci peut alors :</w:t>
      </w:r>
    </w:p>
    <w:p w14:paraId="5922F14D" w14:textId="3B784C38" w:rsidR="00C82E24" w:rsidRPr="009E1B1E" w:rsidRDefault="00C82E24" w:rsidP="00965443">
      <w:pPr>
        <w:pStyle w:val="SingleTxtG"/>
        <w:tabs>
          <w:tab w:val="clear" w:pos="1701"/>
        </w:tabs>
        <w:spacing w:before="120"/>
        <w:ind w:left="2268" w:hanging="1134"/>
      </w:pPr>
      <w:r w:rsidRPr="00702586">
        <w:rPr>
          <w:rFonts w:asciiTheme="majorBidi" w:hAnsiTheme="majorBidi" w:cstheme="majorBidi"/>
        </w:rPr>
        <w:t>3.4.1.1</w:t>
      </w:r>
      <w:r w:rsidRPr="00702586">
        <w:rPr>
          <w:rFonts w:asciiTheme="majorBidi" w:hAnsiTheme="majorBidi" w:cstheme="majorBidi"/>
        </w:rPr>
        <w:tab/>
        <w:t xml:space="preserve">Soit considérer que les modifications apportées ne sont pas de nature à avoir un effet </w:t>
      </w:r>
      <w:r w:rsidRPr="00965443">
        <w:t>préjudiciable</w:t>
      </w:r>
      <w:r w:rsidRPr="00702586">
        <w:rPr>
          <w:rFonts w:asciiTheme="majorBidi" w:hAnsiTheme="majorBidi" w:cstheme="majorBidi"/>
        </w:rPr>
        <w:t xml:space="preserve"> et qu</w:t>
      </w:r>
      <w:r w:rsidR="003D2091">
        <w:rPr>
          <w:rFonts w:asciiTheme="majorBidi" w:hAnsiTheme="majorBidi" w:cstheme="majorBidi"/>
        </w:rPr>
        <w:t>’</w:t>
      </w:r>
      <w:r w:rsidRPr="00702586">
        <w:rPr>
          <w:rFonts w:asciiTheme="majorBidi" w:hAnsiTheme="majorBidi" w:cstheme="majorBidi"/>
        </w:rPr>
        <w:t>en tout cas, le feu continue de satisfaire aux prescriptions ;</w:t>
      </w:r>
    </w:p>
    <w:p w14:paraId="2C8FF948" w14:textId="4D94F9FF" w:rsidR="00C82E24" w:rsidRPr="009E1B1E" w:rsidRDefault="00C82E24" w:rsidP="00965443">
      <w:pPr>
        <w:pStyle w:val="SingleTxtG"/>
        <w:tabs>
          <w:tab w:val="clear" w:pos="1701"/>
        </w:tabs>
        <w:spacing w:before="120"/>
        <w:ind w:left="2268" w:hanging="1134"/>
      </w:pPr>
      <w:r w:rsidRPr="009E1B1E">
        <w:t>3.4.1.2</w:t>
      </w:r>
      <w:r w:rsidRPr="009E1B1E">
        <w:tab/>
        <w:t>Soit exiger un nouveau procès-verbal d</w:t>
      </w:r>
      <w:r w:rsidR="003D2091">
        <w:t>’</w:t>
      </w:r>
      <w:r w:rsidRPr="009E1B1E">
        <w:t>essai délivré par le service technique chargé des essais.</w:t>
      </w:r>
    </w:p>
    <w:p w14:paraId="2A5AFE9F" w14:textId="0FD2CFF4" w:rsidR="00C82E24" w:rsidRPr="009E1B1E" w:rsidRDefault="00C82E24" w:rsidP="00965443">
      <w:pPr>
        <w:pStyle w:val="SingleTxtG"/>
        <w:tabs>
          <w:tab w:val="clear" w:pos="1701"/>
        </w:tabs>
        <w:spacing w:before="120"/>
        <w:ind w:left="2268" w:hanging="1134"/>
      </w:pPr>
      <w:r w:rsidRPr="009E1B1E">
        <w:t>3.4.2</w:t>
      </w:r>
      <w:r w:rsidRPr="009E1B1E">
        <w:tab/>
      </w:r>
      <w:r w:rsidRPr="00702586">
        <w:t>La confirmation ou le refus d</w:t>
      </w:r>
      <w:r w:rsidR="003D2091">
        <w:t>’</w:t>
      </w:r>
      <w:r w:rsidRPr="00702586">
        <w:t>homologation, avec l</w:t>
      </w:r>
      <w:r w:rsidR="003D2091">
        <w:t>’</w:t>
      </w:r>
      <w:r w:rsidRPr="00702586">
        <w:t xml:space="preserve">indication des modifications, </w:t>
      </w:r>
      <w:r>
        <w:t>doivent être</w:t>
      </w:r>
      <w:r w:rsidRPr="00702586">
        <w:t xml:space="preserve"> notifiés aux Parties </w:t>
      </w:r>
      <w:r w:rsidRPr="009E1B1E">
        <w:t>contractantes à l</w:t>
      </w:r>
      <w:r w:rsidR="003D2091">
        <w:t>’</w:t>
      </w:r>
      <w:r w:rsidRPr="009E1B1E">
        <w:t>Accord de 1958 appliquant le présent Règlement par la procédure indiquée au paragraphe 3.2.3.1.</w:t>
      </w:r>
    </w:p>
    <w:p w14:paraId="7FE6EDD4" w14:textId="3CAA4903" w:rsidR="00C82E24" w:rsidRPr="009E1B1E" w:rsidRDefault="00C82E24" w:rsidP="00965443">
      <w:pPr>
        <w:pStyle w:val="SingleTxtG"/>
        <w:tabs>
          <w:tab w:val="clear" w:pos="1701"/>
        </w:tabs>
        <w:spacing w:before="120"/>
        <w:ind w:left="2268" w:hanging="1134"/>
      </w:pPr>
      <w:r w:rsidRPr="009E1B1E">
        <w:t>3.4.3</w:t>
      </w:r>
      <w:r w:rsidRPr="009E1B1E">
        <w:tab/>
        <w:t>L</w:t>
      </w:r>
      <w:r w:rsidR="003D2091">
        <w:t>’</w:t>
      </w:r>
      <w:r w:rsidRPr="009E1B1E">
        <w:t>autorité d</w:t>
      </w:r>
      <w:r w:rsidR="003D2091">
        <w:t>’</w:t>
      </w:r>
      <w:r w:rsidRPr="009E1B1E">
        <w:t>homologation de type qui délivre l</w:t>
      </w:r>
      <w:r w:rsidR="003D2091">
        <w:t>’</w:t>
      </w:r>
      <w:r w:rsidRPr="009E1B1E">
        <w:t xml:space="preserve">extension doit lui attribuer un numéro de série et en informer les autres </w:t>
      </w:r>
      <w:r w:rsidRPr="00702586">
        <w:t xml:space="preserve">Parties </w:t>
      </w:r>
      <w:r w:rsidRPr="009E1B1E">
        <w:t>contractantes à l</w:t>
      </w:r>
      <w:r w:rsidR="003D2091">
        <w:t>’</w:t>
      </w:r>
      <w:r w:rsidRPr="009E1B1E">
        <w:t xml:space="preserve">Accord de 1958 appliquant le Règlement </w:t>
      </w:r>
      <w:r>
        <w:t xml:space="preserve">ONU </w:t>
      </w:r>
      <w:r w:rsidRPr="009E1B1E">
        <w:t>en application duquel l</w:t>
      </w:r>
      <w:r w:rsidR="003D2091">
        <w:t>’</w:t>
      </w:r>
      <w:r w:rsidRPr="009E1B1E">
        <w:t>homologation a été accordée, au moyen d</w:t>
      </w:r>
      <w:r w:rsidR="003D2091">
        <w:t>’</w:t>
      </w:r>
      <w:r w:rsidRPr="009E1B1E">
        <w:t>une fiche de communication conforme au modèle de l</w:t>
      </w:r>
      <w:r w:rsidR="003D2091">
        <w:t>’</w:t>
      </w:r>
      <w:r w:rsidRPr="009E1B1E">
        <w:t>annexe 1.</w:t>
      </w:r>
    </w:p>
    <w:p w14:paraId="593ED693" w14:textId="77777777" w:rsidR="00C82E24" w:rsidRPr="009E1B1E" w:rsidRDefault="00C82E24" w:rsidP="00965443">
      <w:pPr>
        <w:pStyle w:val="SingleTxtG"/>
        <w:tabs>
          <w:tab w:val="clear" w:pos="1701"/>
        </w:tabs>
        <w:spacing w:before="120"/>
        <w:ind w:left="2268" w:hanging="1134"/>
      </w:pPr>
      <w:r w:rsidRPr="009E1B1E">
        <w:t>3.5</w:t>
      </w:r>
      <w:r w:rsidRPr="009E1B1E">
        <w:tab/>
        <w:t>Conformité de la production</w:t>
      </w:r>
    </w:p>
    <w:p w14:paraId="5ABAA948" w14:textId="06CE662C" w:rsidR="00C82E24" w:rsidRPr="009E1B1E" w:rsidRDefault="00C82E24" w:rsidP="00C82E24">
      <w:pPr>
        <w:pStyle w:val="SingleTxtG"/>
        <w:ind w:left="2268"/>
      </w:pPr>
      <w:r w:rsidRPr="009E1B1E">
        <w:t>Les procédures relatives à la conformité de la production doivent correspondre à celles qui sont énoncées dans l</w:t>
      </w:r>
      <w:r w:rsidR="003D2091">
        <w:t>’</w:t>
      </w:r>
      <w:r w:rsidRPr="009E1B1E">
        <w:t>annexe 1 de l</w:t>
      </w:r>
      <w:r w:rsidR="003D2091">
        <w:t>’</w:t>
      </w:r>
      <w:r w:rsidRPr="009E1B1E">
        <w:t>Accord de 1958 (E/ECE/TRANS/505/Rev.3) et satisfaire aux prescriptions suivantes :</w:t>
      </w:r>
    </w:p>
    <w:p w14:paraId="45FD0DDE" w14:textId="77777777" w:rsidR="00C82E24" w:rsidRPr="009E1B1E" w:rsidRDefault="00C82E24" w:rsidP="00965443">
      <w:pPr>
        <w:pStyle w:val="SingleTxtG"/>
        <w:tabs>
          <w:tab w:val="clear" w:pos="1701"/>
        </w:tabs>
        <w:spacing w:before="120"/>
        <w:ind w:left="2268" w:hanging="1134"/>
      </w:pPr>
      <w:r w:rsidRPr="009E1B1E">
        <w:t>3.5.1</w:t>
      </w:r>
      <w:r w:rsidRPr="009E1B1E">
        <w:tab/>
      </w:r>
      <w:r w:rsidRPr="00702586">
        <w:t>Les feux doivent être fabriqués de façon à être conformes au type homologué en application du présent Règlement</w:t>
      </w:r>
      <w:r w:rsidRPr="009E1B1E">
        <w:t>. Le respect des prescriptions énoncées aux paragraphes 4 et 5 doit être vérifié comme suit :</w:t>
      </w:r>
    </w:p>
    <w:p w14:paraId="1809C7E8" w14:textId="23C0FCF8" w:rsidR="00C82E24" w:rsidRPr="00702586" w:rsidRDefault="00C82E24" w:rsidP="00965443">
      <w:pPr>
        <w:pStyle w:val="SingleTxtG"/>
        <w:tabs>
          <w:tab w:val="clear" w:pos="1701"/>
        </w:tabs>
        <w:spacing w:before="120"/>
        <w:ind w:left="2268" w:hanging="1134"/>
        <w:rPr>
          <w:rFonts w:asciiTheme="majorBidi" w:hAnsiTheme="majorBidi" w:cstheme="majorBidi"/>
        </w:rPr>
      </w:pPr>
      <w:r w:rsidRPr="009E1B1E">
        <w:t>3.5.1.1</w:t>
      </w:r>
      <w:r w:rsidRPr="009E1B1E">
        <w:tab/>
      </w:r>
      <w:r w:rsidRPr="00702586">
        <w:t>Les prescriptions minimales concernant les procédures de contrôle de la conformité de la production énoncées à l</w:t>
      </w:r>
      <w:r w:rsidR="003D2091">
        <w:t>’</w:t>
      </w:r>
      <w:r w:rsidRPr="00702586">
        <w:t>annexe 4 doivent être satisfaites ;</w:t>
      </w:r>
    </w:p>
    <w:p w14:paraId="4A46C2FB" w14:textId="70C5178B" w:rsidR="00C82E24" w:rsidRPr="009E1B1E" w:rsidRDefault="00C82E24" w:rsidP="00965443">
      <w:pPr>
        <w:pStyle w:val="SingleTxtG"/>
        <w:tabs>
          <w:tab w:val="clear" w:pos="1701"/>
        </w:tabs>
        <w:spacing w:before="120"/>
        <w:ind w:left="2268" w:hanging="1134"/>
      </w:pPr>
      <w:r w:rsidRPr="00702586">
        <w:rPr>
          <w:rFonts w:asciiTheme="majorBidi" w:hAnsiTheme="majorBidi" w:cstheme="majorBidi"/>
        </w:rPr>
        <w:t>3.5.1.2</w:t>
      </w:r>
      <w:r w:rsidRPr="00702586">
        <w:rPr>
          <w:rFonts w:asciiTheme="majorBidi" w:hAnsiTheme="majorBidi" w:cstheme="majorBidi"/>
        </w:rPr>
        <w:tab/>
      </w:r>
      <w:r w:rsidRPr="00702586">
        <w:t>Les prescriptions minimales concernant l</w:t>
      </w:r>
      <w:r w:rsidR="003D2091">
        <w:t>’</w:t>
      </w:r>
      <w:r w:rsidRPr="00702586">
        <w:t>échantillonnage fait par un inspecteur</w:t>
      </w:r>
      <w:r>
        <w:t>,</w:t>
      </w:r>
      <w:r w:rsidRPr="00702586">
        <w:t xml:space="preserve"> énoncées à l</w:t>
      </w:r>
      <w:r w:rsidR="003D2091">
        <w:t>’</w:t>
      </w:r>
      <w:r w:rsidRPr="00702586">
        <w:t>an</w:t>
      </w:r>
      <w:r>
        <w:t>nexe 5, doivent être satisfaites.</w:t>
      </w:r>
    </w:p>
    <w:p w14:paraId="17B2FDC3" w14:textId="3060BDD8" w:rsidR="00C82E24" w:rsidRPr="00452690" w:rsidRDefault="00C82E24" w:rsidP="00965443">
      <w:pPr>
        <w:pStyle w:val="SingleTxtG"/>
        <w:tabs>
          <w:tab w:val="clear" w:pos="1701"/>
        </w:tabs>
        <w:spacing w:before="120"/>
        <w:ind w:left="2268" w:hanging="1134"/>
        <w:rPr>
          <w:spacing w:val="-4"/>
        </w:rPr>
      </w:pPr>
      <w:r w:rsidRPr="00452690">
        <w:rPr>
          <w:spacing w:val="-2"/>
        </w:rPr>
        <w:t>3.5.2</w:t>
      </w:r>
      <w:r w:rsidRPr="00452690">
        <w:rPr>
          <w:spacing w:val="-2"/>
        </w:rPr>
        <w:tab/>
        <w:t>L</w:t>
      </w:r>
      <w:r w:rsidR="003D2091">
        <w:rPr>
          <w:spacing w:val="-2"/>
        </w:rPr>
        <w:t>’</w:t>
      </w:r>
      <w:r w:rsidRPr="00452690">
        <w:rPr>
          <w:spacing w:val="-2"/>
        </w:rPr>
        <w:t>autorité qui a délivré l</w:t>
      </w:r>
      <w:r w:rsidR="003D2091">
        <w:rPr>
          <w:spacing w:val="-2"/>
        </w:rPr>
        <w:t>’</w:t>
      </w:r>
      <w:r w:rsidRPr="00452690">
        <w:rPr>
          <w:spacing w:val="-2"/>
        </w:rPr>
        <w:t>homologation de type peut vérifier à tout moment les</w:t>
      </w:r>
      <w:r w:rsidRPr="00452690">
        <w:rPr>
          <w:spacing w:val="-4"/>
        </w:rPr>
        <w:t xml:space="preserve"> méthodes de </w:t>
      </w:r>
      <w:r w:rsidRPr="00965443">
        <w:t>contrôle</w:t>
      </w:r>
      <w:r w:rsidRPr="00452690">
        <w:rPr>
          <w:spacing w:val="-4"/>
        </w:rPr>
        <w:t xml:space="preserve"> de conformité appliquées dans chaque unité de production. </w:t>
      </w:r>
      <w:r w:rsidRPr="00452690">
        <w:rPr>
          <w:spacing w:val="-2"/>
        </w:rPr>
        <w:t>La fréquence normale de ces vérifications est d</w:t>
      </w:r>
      <w:r w:rsidR="003D2091">
        <w:rPr>
          <w:spacing w:val="-2"/>
        </w:rPr>
        <w:t>’</w:t>
      </w:r>
      <w:r w:rsidRPr="00452690">
        <w:rPr>
          <w:spacing w:val="-2"/>
        </w:rPr>
        <w:t>une fois tous les deux ans.</w:t>
      </w:r>
    </w:p>
    <w:p w14:paraId="48BDEEDE" w14:textId="61170887" w:rsidR="00C82E24" w:rsidRPr="0099240F" w:rsidRDefault="00C82E24" w:rsidP="00965443">
      <w:pPr>
        <w:pStyle w:val="SingleTxtG"/>
        <w:tabs>
          <w:tab w:val="clear" w:pos="1701"/>
        </w:tabs>
        <w:spacing w:before="120"/>
        <w:ind w:left="2268" w:hanging="1134"/>
        <w:rPr>
          <w:rFonts w:asciiTheme="majorBidi" w:hAnsiTheme="majorBidi"/>
          <w:spacing w:val="-2"/>
        </w:rPr>
      </w:pPr>
      <w:r w:rsidRPr="0099240F">
        <w:rPr>
          <w:rFonts w:asciiTheme="majorBidi" w:hAnsiTheme="majorBidi" w:cstheme="majorBidi"/>
          <w:spacing w:val="-2"/>
        </w:rPr>
        <w:t>3.5.3</w:t>
      </w:r>
      <w:r w:rsidRPr="0099240F">
        <w:rPr>
          <w:rFonts w:asciiTheme="majorBidi" w:hAnsiTheme="majorBidi" w:cstheme="majorBidi"/>
          <w:spacing w:val="-2"/>
        </w:rPr>
        <w:tab/>
      </w:r>
      <w:r w:rsidRPr="0099240F">
        <w:rPr>
          <w:rFonts w:asciiTheme="majorBidi" w:hAnsiTheme="majorBidi"/>
          <w:iCs/>
          <w:spacing w:val="-2"/>
        </w:rPr>
        <w:t>Dans</w:t>
      </w:r>
      <w:r w:rsidRPr="0099240F">
        <w:rPr>
          <w:rFonts w:asciiTheme="majorBidi" w:hAnsiTheme="majorBidi" w:cstheme="majorBidi"/>
          <w:spacing w:val="-2"/>
        </w:rPr>
        <w:t xml:space="preserve"> le cas </w:t>
      </w:r>
      <w:r w:rsidRPr="0099240F">
        <w:rPr>
          <w:rFonts w:asciiTheme="majorBidi" w:hAnsiTheme="majorBidi"/>
          <w:spacing w:val="-2"/>
        </w:rPr>
        <w:t>d</w:t>
      </w:r>
      <w:r w:rsidR="003D2091">
        <w:rPr>
          <w:rFonts w:asciiTheme="majorBidi" w:hAnsiTheme="majorBidi"/>
          <w:spacing w:val="-2"/>
        </w:rPr>
        <w:t>’</w:t>
      </w:r>
      <w:r w:rsidRPr="0099240F">
        <w:rPr>
          <w:rFonts w:asciiTheme="majorBidi" w:hAnsiTheme="majorBidi"/>
          <w:spacing w:val="-2"/>
        </w:rPr>
        <w:t>une ou de plusieurs sources lumineuses à incandescence non remplaçables ou d</w:t>
      </w:r>
      <w:r w:rsidR="003D2091">
        <w:rPr>
          <w:rFonts w:asciiTheme="majorBidi" w:hAnsiTheme="majorBidi"/>
          <w:spacing w:val="-2"/>
        </w:rPr>
        <w:t>’</w:t>
      </w:r>
      <w:r w:rsidRPr="0099240F">
        <w:rPr>
          <w:rFonts w:asciiTheme="majorBidi" w:hAnsiTheme="majorBidi"/>
          <w:spacing w:val="-2"/>
        </w:rPr>
        <w:t>un ou de plusieurs modules d</w:t>
      </w:r>
      <w:r w:rsidR="003D2091">
        <w:rPr>
          <w:rFonts w:asciiTheme="majorBidi" w:hAnsiTheme="majorBidi"/>
          <w:spacing w:val="-2"/>
        </w:rPr>
        <w:t>’</w:t>
      </w:r>
      <w:r w:rsidRPr="0099240F">
        <w:rPr>
          <w:rFonts w:asciiTheme="majorBidi" w:hAnsiTheme="majorBidi"/>
          <w:spacing w:val="-2"/>
        </w:rPr>
        <w:t xml:space="preserve">éclairage équipés de sources lumineuses à incandescence </w:t>
      </w:r>
      <w:r w:rsidRPr="00965443">
        <w:t>non</w:t>
      </w:r>
      <w:r w:rsidRPr="0099240F">
        <w:rPr>
          <w:rFonts w:asciiTheme="majorBidi" w:hAnsiTheme="majorBidi"/>
          <w:spacing w:val="-2"/>
        </w:rPr>
        <w:t xml:space="preserve"> remplaçables, le demandeur doit joindre au dossier d</w:t>
      </w:r>
      <w:r w:rsidR="003D2091">
        <w:rPr>
          <w:rFonts w:asciiTheme="majorBidi" w:hAnsiTheme="majorBidi"/>
          <w:spacing w:val="-2"/>
        </w:rPr>
        <w:t>’</w:t>
      </w:r>
      <w:r w:rsidRPr="0099240F">
        <w:rPr>
          <w:rFonts w:asciiTheme="majorBidi" w:hAnsiTheme="majorBidi"/>
          <w:spacing w:val="-2"/>
        </w:rPr>
        <w:t>homologation un rapport démontrant de manière acceptable pour l</w:t>
      </w:r>
      <w:r w:rsidR="003D2091">
        <w:rPr>
          <w:rFonts w:asciiTheme="majorBidi" w:hAnsiTheme="majorBidi"/>
          <w:spacing w:val="-2"/>
        </w:rPr>
        <w:t>’</w:t>
      </w:r>
      <w:r w:rsidRPr="0099240F">
        <w:rPr>
          <w:rFonts w:asciiTheme="majorBidi" w:hAnsiTheme="majorBidi"/>
          <w:spacing w:val="-2"/>
        </w:rPr>
        <w:t>autorité d</w:t>
      </w:r>
      <w:r w:rsidR="003D2091">
        <w:rPr>
          <w:rFonts w:asciiTheme="majorBidi" w:hAnsiTheme="majorBidi"/>
          <w:spacing w:val="-2"/>
        </w:rPr>
        <w:t>’</w:t>
      </w:r>
      <w:r w:rsidRPr="0099240F">
        <w:rPr>
          <w:rFonts w:asciiTheme="majorBidi" w:hAnsiTheme="majorBidi"/>
          <w:spacing w:val="-2"/>
        </w:rPr>
        <w:t>homologation de type la conformité de ces sources lumineuses avec les prescriptions du paragraphe 4.11 de la norme CEI 60809, troisième édition.</w:t>
      </w:r>
    </w:p>
    <w:p w14:paraId="39818A00" w14:textId="0BF51C55" w:rsidR="00C82E24" w:rsidRPr="009E1B1E" w:rsidRDefault="00C82E24" w:rsidP="00965443">
      <w:pPr>
        <w:pStyle w:val="SingleTxtG"/>
        <w:tabs>
          <w:tab w:val="clear" w:pos="1701"/>
        </w:tabs>
        <w:spacing w:before="120"/>
        <w:ind w:left="2268" w:hanging="1134"/>
      </w:pPr>
      <w:r w:rsidRPr="009E1B1E">
        <w:lastRenderedPageBreak/>
        <w:t>3.6</w:t>
      </w:r>
      <w:r w:rsidRPr="009E1B1E">
        <w:tab/>
        <w:t>Sanctions pour non-conformité de la production</w:t>
      </w:r>
    </w:p>
    <w:p w14:paraId="3997E330" w14:textId="15C31DC6" w:rsidR="00C82E24" w:rsidRPr="009E1B1E" w:rsidRDefault="00C82E24" w:rsidP="00965443">
      <w:pPr>
        <w:pStyle w:val="SingleTxtG"/>
        <w:tabs>
          <w:tab w:val="clear" w:pos="1701"/>
        </w:tabs>
        <w:spacing w:before="120"/>
        <w:ind w:left="2268" w:hanging="1134"/>
      </w:pPr>
      <w:r w:rsidRPr="009E1B1E">
        <w:t>3.6.1</w:t>
      </w:r>
      <w:r w:rsidRPr="009E1B1E">
        <w:tab/>
        <w:t>L</w:t>
      </w:r>
      <w:r w:rsidR="003D2091">
        <w:t>’</w:t>
      </w:r>
      <w:r w:rsidRPr="009E1B1E">
        <w:t>homologation accordée peut être retirée en cas de non-respect des pres</w:t>
      </w:r>
      <w:r>
        <w:t>criptions du présent Règlement.</w:t>
      </w:r>
    </w:p>
    <w:p w14:paraId="12F38354" w14:textId="611D4D52" w:rsidR="00C82E24" w:rsidRPr="009E1B1E" w:rsidRDefault="00C82E24" w:rsidP="00965443">
      <w:pPr>
        <w:pStyle w:val="SingleTxtG"/>
        <w:tabs>
          <w:tab w:val="clear" w:pos="1701"/>
        </w:tabs>
        <w:spacing w:before="120"/>
        <w:ind w:left="2268" w:hanging="1134"/>
      </w:pPr>
      <w:r w:rsidRPr="009E1B1E">
        <w:t>3.6.2</w:t>
      </w:r>
      <w:r w:rsidRPr="009E1B1E">
        <w:tab/>
        <w:t>Si une Partie contractante à l</w:t>
      </w:r>
      <w:r w:rsidR="003D2091">
        <w:t>’</w:t>
      </w:r>
      <w:r w:rsidRPr="009E1B1E">
        <w:t>Accord de 1958 appliquant le présent Règlement retire une homologation qu</w:t>
      </w:r>
      <w:r w:rsidR="003D2091">
        <w:t>’</w:t>
      </w:r>
      <w:r w:rsidRPr="009E1B1E">
        <w:t>elle a précédemment accordée, elle doit en informer aussitôt les autres Parties contractantes appliquant le présent Règlement, au moyen d</w:t>
      </w:r>
      <w:r w:rsidR="003D2091">
        <w:t>’</w:t>
      </w:r>
      <w:r w:rsidRPr="009E1B1E">
        <w:t>une fiche de communication conforme au modèle de l</w:t>
      </w:r>
      <w:r w:rsidR="003D2091">
        <w:t>’</w:t>
      </w:r>
      <w:r w:rsidRPr="009E1B1E">
        <w:t>annexe 1.</w:t>
      </w:r>
    </w:p>
    <w:p w14:paraId="2301EDA8" w14:textId="77777777" w:rsidR="00C82E24" w:rsidRPr="00B767D6" w:rsidRDefault="00C82E24" w:rsidP="003E0DCA">
      <w:pPr>
        <w:pStyle w:val="SingleTxtG"/>
        <w:keepNext/>
        <w:tabs>
          <w:tab w:val="clear" w:pos="1701"/>
        </w:tabs>
        <w:spacing w:before="120"/>
        <w:ind w:left="2268" w:hanging="1134"/>
      </w:pPr>
      <w:r w:rsidRPr="009E1B1E">
        <w:t>3.7</w:t>
      </w:r>
      <w:r w:rsidRPr="009E1B1E">
        <w:tab/>
        <w:t>Arrêt définitif</w:t>
      </w:r>
      <w:r w:rsidRPr="00B767D6">
        <w:t xml:space="preserve"> de la production</w:t>
      </w:r>
    </w:p>
    <w:p w14:paraId="1C070C17" w14:textId="46367B83" w:rsidR="00C82E24" w:rsidRPr="009E1B1E" w:rsidRDefault="00C82E24" w:rsidP="003E0DCA">
      <w:pPr>
        <w:pStyle w:val="SingleTxtG"/>
        <w:keepNext/>
        <w:ind w:left="2268"/>
      </w:pPr>
      <w:r w:rsidRPr="00702586">
        <w:rPr>
          <w:rFonts w:asciiTheme="majorBidi" w:hAnsiTheme="majorBidi" w:cstheme="majorBidi"/>
        </w:rPr>
        <w:t xml:space="preserve">Si le titulaire </w:t>
      </w:r>
      <w:r w:rsidRPr="009E1B1E">
        <w:t>d</w:t>
      </w:r>
      <w:r w:rsidR="003D2091">
        <w:t>’</w:t>
      </w:r>
      <w:r w:rsidRPr="009E1B1E">
        <w:t>une homologation met un terme définitif à la fabrication d</w:t>
      </w:r>
      <w:r w:rsidR="003D2091">
        <w:t>’</w:t>
      </w:r>
      <w:r w:rsidRPr="009E1B1E">
        <w:t>un feu homologué en application du présent Règlement, il doit en informer l</w:t>
      </w:r>
      <w:r w:rsidR="003D2091">
        <w:t>’</w:t>
      </w:r>
      <w:r w:rsidRPr="009E1B1E">
        <w:t>autorité qui a délivré l</w:t>
      </w:r>
      <w:r w:rsidR="003D2091">
        <w:t>’</w:t>
      </w:r>
      <w:r w:rsidRPr="009E1B1E">
        <w:t xml:space="preserve">homologation, </w:t>
      </w:r>
      <w:r>
        <w:t xml:space="preserve">laquelle à son tour le </w:t>
      </w:r>
      <w:r w:rsidRPr="009E1B1E">
        <w:t>notifie aux autres Parties contractantes à l</w:t>
      </w:r>
      <w:r w:rsidR="003D2091">
        <w:t>’</w:t>
      </w:r>
      <w:r w:rsidRPr="009E1B1E">
        <w:t xml:space="preserve">Accord de 1958 appliquant le présent </w:t>
      </w:r>
      <w:r w:rsidRPr="009E1B1E">
        <w:rPr>
          <w:rFonts w:asciiTheme="majorBidi" w:hAnsiTheme="majorBidi" w:cstheme="majorBidi"/>
        </w:rPr>
        <w:t>Règlement</w:t>
      </w:r>
      <w:r w:rsidRPr="009E1B1E">
        <w:t xml:space="preserve"> au moyen d</w:t>
      </w:r>
      <w:r w:rsidR="003D2091">
        <w:t>’</w:t>
      </w:r>
      <w:r w:rsidRPr="009E1B1E">
        <w:t>une fiche de communication conforme au modèle de l</w:t>
      </w:r>
      <w:r w:rsidR="003D2091">
        <w:t>’</w:t>
      </w:r>
      <w:r w:rsidRPr="009E1B1E">
        <w:t>annexe 1.</w:t>
      </w:r>
    </w:p>
    <w:p w14:paraId="5567A1D3" w14:textId="676C5C2E" w:rsidR="00C82E24" w:rsidRPr="00702586" w:rsidRDefault="00C82E24" w:rsidP="00965443">
      <w:pPr>
        <w:pStyle w:val="SingleTxtG"/>
        <w:tabs>
          <w:tab w:val="clear" w:pos="1701"/>
        </w:tabs>
        <w:spacing w:before="120"/>
        <w:ind w:left="2268" w:hanging="1134"/>
        <w:rPr>
          <w:rFonts w:asciiTheme="majorBidi" w:hAnsiTheme="majorBidi" w:cstheme="majorBidi"/>
        </w:rPr>
      </w:pPr>
      <w:r w:rsidRPr="009E1B1E">
        <w:t>3.8</w:t>
      </w:r>
      <w:r w:rsidRPr="009E1B1E">
        <w:tab/>
        <w:t>Noms et adresses</w:t>
      </w:r>
      <w:r w:rsidRPr="00702586">
        <w:rPr>
          <w:rFonts w:asciiTheme="majorBidi" w:hAnsiTheme="majorBidi" w:cstheme="majorBidi"/>
        </w:rPr>
        <w:t xml:space="preserve"> des services techniques chargés des essais d</w:t>
      </w:r>
      <w:r w:rsidR="003D2091">
        <w:rPr>
          <w:rFonts w:asciiTheme="majorBidi" w:hAnsiTheme="majorBidi" w:cstheme="majorBidi"/>
        </w:rPr>
        <w:t>’</w:t>
      </w:r>
      <w:r w:rsidRPr="00702586">
        <w:rPr>
          <w:rFonts w:asciiTheme="majorBidi" w:hAnsiTheme="majorBidi" w:cstheme="majorBidi"/>
        </w:rPr>
        <w:t xml:space="preserve">homologation et des </w:t>
      </w:r>
      <w:r w:rsidRPr="00965443">
        <w:t>autorités</w:t>
      </w:r>
      <w:r>
        <w:rPr>
          <w:rFonts w:asciiTheme="majorBidi" w:hAnsiTheme="majorBidi" w:cstheme="majorBidi"/>
        </w:rPr>
        <w:t xml:space="preserve"> d</w:t>
      </w:r>
      <w:r w:rsidR="003D2091">
        <w:rPr>
          <w:rFonts w:asciiTheme="majorBidi" w:hAnsiTheme="majorBidi" w:cstheme="majorBidi"/>
        </w:rPr>
        <w:t>’</w:t>
      </w:r>
      <w:r>
        <w:rPr>
          <w:rFonts w:asciiTheme="majorBidi" w:hAnsiTheme="majorBidi" w:cstheme="majorBidi"/>
        </w:rPr>
        <w:t>homologation de type</w:t>
      </w:r>
    </w:p>
    <w:p w14:paraId="03B802D5" w14:textId="5541CBB0" w:rsidR="00C82E24" w:rsidRDefault="00C82E24" w:rsidP="00C82E24">
      <w:pPr>
        <w:pStyle w:val="SingleTxtG"/>
        <w:ind w:left="2268"/>
        <w:rPr>
          <w:rFonts w:asciiTheme="majorBidi" w:hAnsiTheme="majorBidi" w:cstheme="majorBidi"/>
        </w:rPr>
      </w:pPr>
      <w:r w:rsidRPr="00702586">
        <w:rPr>
          <w:rFonts w:asciiTheme="majorBidi" w:hAnsiTheme="majorBidi" w:cstheme="majorBidi"/>
        </w:rPr>
        <w:t xml:space="preserve">Les Parties </w:t>
      </w:r>
      <w:r>
        <w:rPr>
          <w:rFonts w:asciiTheme="majorBidi" w:hAnsiTheme="majorBidi" w:cstheme="majorBidi"/>
        </w:rPr>
        <w:t xml:space="preserve">contractantes </w:t>
      </w:r>
      <w:r w:rsidRPr="00702586">
        <w:rPr>
          <w:rFonts w:asciiTheme="majorBidi" w:hAnsiTheme="majorBidi" w:cstheme="majorBidi"/>
        </w:rPr>
        <w:t>à l</w:t>
      </w:r>
      <w:r w:rsidR="003D2091">
        <w:rPr>
          <w:rFonts w:asciiTheme="majorBidi" w:hAnsiTheme="majorBidi" w:cstheme="majorBidi"/>
        </w:rPr>
        <w:t>’</w:t>
      </w:r>
      <w:r w:rsidRPr="00702586">
        <w:rPr>
          <w:rFonts w:asciiTheme="majorBidi" w:hAnsiTheme="majorBidi" w:cstheme="majorBidi"/>
        </w:rPr>
        <w:t xml:space="preserve">Accord </w:t>
      </w:r>
      <w:r>
        <w:rPr>
          <w:rFonts w:asciiTheme="majorBidi" w:hAnsiTheme="majorBidi" w:cstheme="majorBidi"/>
        </w:rPr>
        <w:t xml:space="preserve">de 1958 </w:t>
      </w:r>
      <w:r w:rsidRPr="00702586">
        <w:rPr>
          <w:rFonts w:asciiTheme="majorBidi" w:hAnsiTheme="majorBidi" w:cstheme="majorBidi"/>
        </w:rPr>
        <w:t>appliquant le présent Règlement communiquent au Secrétariat de l</w:t>
      </w:r>
      <w:r w:rsidR="003D2091">
        <w:rPr>
          <w:rFonts w:asciiTheme="majorBidi" w:hAnsiTheme="majorBidi" w:cstheme="majorBidi"/>
        </w:rPr>
        <w:t>’</w:t>
      </w:r>
      <w:r w:rsidRPr="00702586">
        <w:rPr>
          <w:rFonts w:asciiTheme="majorBidi" w:hAnsiTheme="majorBidi" w:cstheme="majorBidi"/>
        </w:rPr>
        <w:t>Organisation des Nations Unies les noms et adresses des services techniques chargés des essais d</w:t>
      </w:r>
      <w:r w:rsidR="003D2091">
        <w:rPr>
          <w:rFonts w:asciiTheme="majorBidi" w:hAnsiTheme="majorBidi" w:cstheme="majorBidi"/>
        </w:rPr>
        <w:t>’</w:t>
      </w:r>
      <w:r w:rsidRPr="00702586">
        <w:rPr>
          <w:rFonts w:asciiTheme="majorBidi" w:hAnsiTheme="majorBidi" w:cstheme="majorBidi"/>
        </w:rPr>
        <w:t xml:space="preserve">homologation </w:t>
      </w:r>
      <w:r>
        <w:rPr>
          <w:rFonts w:asciiTheme="majorBidi" w:hAnsiTheme="majorBidi" w:cstheme="majorBidi"/>
        </w:rPr>
        <w:t xml:space="preserve">et </w:t>
      </w:r>
      <w:r w:rsidRPr="0080523F">
        <w:t>des autorités d</w:t>
      </w:r>
      <w:r w:rsidR="003D2091">
        <w:t>’</w:t>
      </w:r>
      <w:r w:rsidRPr="0080523F">
        <w:t>homologation de type qui délivrent les homologations</w:t>
      </w:r>
      <w:r>
        <w:t xml:space="preserve"> </w:t>
      </w:r>
      <w:r>
        <w:rPr>
          <w:rFonts w:asciiTheme="majorBidi" w:hAnsiTheme="majorBidi" w:cstheme="majorBidi"/>
        </w:rPr>
        <w:t>et</w:t>
      </w:r>
      <w:r w:rsidRPr="00702586">
        <w:rPr>
          <w:rFonts w:asciiTheme="majorBidi" w:hAnsiTheme="majorBidi" w:cstheme="majorBidi"/>
        </w:rPr>
        <w:t xml:space="preserve"> auxquel</w:t>
      </w:r>
      <w:r>
        <w:rPr>
          <w:rFonts w:asciiTheme="majorBidi" w:hAnsiTheme="majorBidi" w:cstheme="majorBidi"/>
        </w:rPr>
        <w:t>le</w:t>
      </w:r>
      <w:r w:rsidRPr="00702586">
        <w:rPr>
          <w:rFonts w:asciiTheme="majorBidi" w:hAnsiTheme="majorBidi" w:cstheme="majorBidi"/>
        </w:rPr>
        <w:t xml:space="preserve">s doivent être envoyées les fiches </w:t>
      </w:r>
      <w:r>
        <w:rPr>
          <w:rFonts w:asciiTheme="majorBidi" w:hAnsiTheme="majorBidi" w:cstheme="majorBidi"/>
        </w:rPr>
        <w:t>d</w:t>
      </w:r>
      <w:r w:rsidR="003D2091">
        <w:rPr>
          <w:rFonts w:asciiTheme="majorBidi" w:hAnsiTheme="majorBidi" w:cstheme="majorBidi"/>
        </w:rPr>
        <w:t>’</w:t>
      </w:r>
      <w:r w:rsidRPr="00702586">
        <w:rPr>
          <w:rFonts w:asciiTheme="majorBidi" w:hAnsiTheme="majorBidi" w:cstheme="majorBidi"/>
        </w:rPr>
        <w:t>homologation ou d</w:t>
      </w:r>
      <w:r w:rsidR="003D2091">
        <w:rPr>
          <w:rFonts w:asciiTheme="majorBidi" w:hAnsiTheme="majorBidi" w:cstheme="majorBidi"/>
        </w:rPr>
        <w:t>’</w:t>
      </w:r>
      <w:r w:rsidRPr="00702586">
        <w:rPr>
          <w:rFonts w:asciiTheme="majorBidi" w:hAnsiTheme="majorBidi" w:cstheme="majorBidi"/>
        </w:rPr>
        <w:t>extension, d</w:t>
      </w:r>
      <w:r>
        <w:rPr>
          <w:rFonts w:asciiTheme="majorBidi" w:hAnsiTheme="majorBidi" w:cstheme="majorBidi"/>
        </w:rPr>
        <w:t>e</w:t>
      </w:r>
      <w:r w:rsidRPr="00702586">
        <w:rPr>
          <w:rFonts w:asciiTheme="majorBidi" w:hAnsiTheme="majorBidi" w:cstheme="majorBidi"/>
        </w:rPr>
        <w:t xml:space="preserve"> refus ou d</w:t>
      </w:r>
      <w:r>
        <w:rPr>
          <w:rFonts w:asciiTheme="majorBidi" w:hAnsiTheme="majorBidi" w:cstheme="majorBidi"/>
        </w:rPr>
        <w:t>e</w:t>
      </w:r>
      <w:r w:rsidRPr="00702586">
        <w:rPr>
          <w:rFonts w:asciiTheme="majorBidi" w:hAnsiTheme="majorBidi" w:cstheme="majorBidi"/>
        </w:rPr>
        <w:t xml:space="preserve"> retrait </w:t>
      </w:r>
      <w:r>
        <w:rPr>
          <w:rFonts w:asciiTheme="majorBidi" w:hAnsiTheme="majorBidi" w:cstheme="majorBidi"/>
        </w:rPr>
        <w:t>d</w:t>
      </w:r>
      <w:r w:rsidR="003D2091">
        <w:rPr>
          <w:rFonts w:asciiTheme="majorBidi" w:hAnsiTheme="majorBidi" w:cstheme="majorBidi"/>
        </w:rPr>
        <w:t>’</w:t>
      </w:r>
      <w:r w:rsidRPr="00702586">
        <w:rPr>
          <w:rFonts w:asciiTheme="majorBidi" w:hAnsiTheme="majorBidi" w:cstheme="majorBidi"/>
        </w:rPr>
        <w:t>homologation ou d</w:t>
      </w:r>
      <w:r w:rsidR="003D2091">
        <w:rPr>
          <w:rFonts w:asciiTheme="majorBidi" w:hAnsiTheme="majorBidi" w:cstheme="majorBidi"/>
        </w:rPr>
        <w:t>’</w:t>
      </w:r>
      <w:r w:rsidRPr="00702586">
        <w:rPr>
          <w:rFonts w:asciiTheme="majorBidi" w:hAnsiTheme="majorBidi" w:cstheme="majorBidi"/>
        </w:rPr>
        <w:t xml:space="preserve">arrêt définitif de la production émises dans </w:t>
      </w:r>
      <w:r>
        <w:rPr>
          <w:rFonts w:asciiTheme="majorBidi" w:hAnsiTheme="majorBidi" w:cstheme="majorBidi"/>
        </w:rPr>
        <w:t xml:space="preserve">les </w:t>
      </w:r>
      <w:r w:rsidRPr="00702586">
        <w:rPr>
          <w:rFonts w:asciiTheme="majorBidi" w:hAnsiTheme="majorBidi" w:cstheme="majorBidi"/>
        </w:rPr>
        <w:t>autres pays.</w:t>
      </w:r>
    </w:p>
    <w:p w14:paraId="45515D6D" w14:textId="424848E6" w:rsidR="00C82E24" w:rsidRDefault="00C82E24" w:rsidP="00965443">
      <w:pPr>
        <w:pStyle w:val="SingleTxtG"/>
        <w:tabs>
          <w:tab w:val="clear" w:pos="1701"/>
        </w:tabs>
        <w:spacing w:before="120"/>
        <w:ind w:left="2268" w:hanging="1134"/>
        <w:rPr>
          <w:rFonts w:asciiTheme="majorBidi" w:hAnsiTheme="majorBidi" w:cstheme="majorBidi"/>
        </w:rPr>
      </w:pPr>
      <w:r>
        <w:rPr>
          <w:rFonts w:asciiTheme="majorBidi" w:hAnsiTheme="majorBidi" w:cstheme="majorBidi"/>
        </w:rPr>
        <w:t>3.9</w:t>
      </w:r>
      <w:r>
        <w:rPr>
          <w:rFonts w:asciiTheme="majorBidi" w:hAnsiTheme="majorBidi" w:cstheme="majorBidi"/>
        </w:rPr>
        <w:tab/>
        <w:t xml:space="preserve">Remarques </w:t>
      </w:r>
      <w:r w:rsidRPr="00965443">
        <w:t>concernant</w:t>
      </w:r>
      <w:r>
        <w:rPr>
          <w:rFonts w:asciiTheme="majorBidi" w:hAnsiTheme="majorBidi" w:cstheme="majorBidi"/>
        </w:rPr>
        <w:t xml:space="preserve"> les couleurs et les dispositifs particuliers dans le cas des feux d</w:t>
      </w:r>
      <w:r w:rsidR="003D2091">
        <w:rPr>
          <w:rFonts w:asciiTheme="majorBidi" w:hAnsiTheme="majorBidi" w:cstheme="majorBidi"/>
        </w:rPr>
        <w:t>’</w:t>
      </w:r>
      <w:r>
        <w:rPr>
          <w:rFonts w:asciiTheme="majorBidi" w:hAnsiTheme="majorBidi" w:cstheme="majorBidi"/>
        </w:rPr>
        <w:t>encombrement et des feux de stationnement</w:t>
      </w:r>
    </w:p>
    <w:p w14:paraId="5D79F357" w14:textId="12C74698" w:rsidR="00C82E24" w:rsidRPr="00702586" w:rsidRDefault="00C82E24" w:rsidP="00C82E24">
      <w:pPr>
        <w:pStyle w:val="SingleTxtG"/>
        <w:ind w:left="2268"/>
        <w:rPr>
          <w:rFonts w:asciiTheme="majorBidi" w:hAnsiTheme="majorBidi" w:cstheme="majorBidi"/>
        </w:rPr>
      </w:pPr>
      <w:r>
        <w:rPr>
          <w:rFonts w:asciiTheme="majorBidi" w:hAnsiTheme="majorBidi" w:cstheme="majorBidi"/>
        </w:rPr>
        <w:t>Les Parties contractantes à l</w:t>
      </w:r>
      <w:r w:rsidR="003D2091">
        <w:rPr>
          <w:rFonts w:asciiTheme="majorBidi" w:hAnsiTheme="majorBidi" w:cstheme="majorBidi"/>
        </w:rPr>
        <w:t>’</w:t>
      </w:r>
      <w:r>
        <w:rPr>
          <w:rFonts w:asciiTheme="majorBidi" w:hAnsiTheme="majorBidi" w:cstheme="majorBidi"/>
        </w:rPr>
        <w:t>Accord de 1958 auquel le présent Règlement est annexé peuvent, nonobstant l</w:t>
      </w:r>
      <w:r w:rsidR="003D2091">
        <w:rPr>
          <w:rFonts w:asciiTheme="majorBidi" w:hAnsiTheme="majorBidi" w:cstheme="majorBidi"/>
        </w:rPr>
        <w:t>’</w:t>
      </w:r>
      <w:r>
        <w:rPr>
          <w:rFonts w:asciiTheme="majorBidi" w:hAnsiTheme="majorBidi" w:cstheme="majorBidi"/>
        </w:rPr>
        <w:t>article 3 dudit Accord, interdire pour les feux montés sur les véhicules homologués par elles certaines couleurs prévues dans le présent Règlement ou encore interdire pour toutes les catégories ou seulement certaines catégories de véhicules homologuées par elles les feux stop ayant seulement une intensité lumineuse constante.</w:t>
      </w:r>
    </w:p>
    <w:p w14:paraId="2A793B28" w14:textId="77777777" w:rsidR="00C82E24" w:rsidRPr="00702586" w:rsidRDefault="00C82E24" w:rsidP="00C82E24">
      <w:pPr>
        <w:pStyle w:val="HChG"/>
        <w:tabs>
          <w:tab w:val="right" w:pos="2268"/>
        </w:tabs>
        <w:ind w:firstLine="0"/>
      </w:pPr>
      <w:r w:rsidRPr="00702586">
        <w:t>4.</w:t>
      </w:r>
      <w:r w:rsidRPr="00702586">
        <w:tab/>
      </w:r>
      <w:r w:rsidRPr="00702586">
        <w:tab/>
      </w:r>
      <w:r w:rsidRPr="00702586">
        <w:rPr>
          <w:lang w:eastAsia="fr-FR"/>
        </w:rPr>
        <w:t>Prescriptions</w:t>
      </w:r>
      <w:r w:rsidRPr="00702586">
        <w:t xml:space="preserve"> techniques générales</w:t>
      </w:r>
    </w:p>
    <w:p w14:paraId="07DF2C40" w14:textId="540B3229" w:rsidR="00C82E24" w:rsidRPr="00702586" w:rsidRDefault="00C82E24" w:rsidP="00C82E24">
      <w:pPr>
        <w:pStyle w:val="SingleTxtG"/>
        <w:ind w:left="2268"/>
        <w:rPr>
          <w:rFonts w:asciiTheme="majorBidi" w:hAnsiTheme="majorBidi" w:cstheme="majorBidi"/>
        </w:rPr>
      </w:pPr>
      <w:r w:rsidRPr="00702586">
        <w:rPr>
          <w:rFonts w:asciiTheme="majorBidi" w:hAnsiTheme="majorBidi" w:cstheme="majorBidi"/>
        </w:rPr>
        <w:t>Chaque feu présenté à l</w:t>
      </w:r>
      <w:r w:rsidR="003D2091">
        <w:rPr>
          <w:rFonts w:asciiTheme="majorBidi" w:hAnsiTheme="majorBidi" w:cstheme="majorBidi"/>
        </w:rPr>
        <w:t>’</w:t>
      </w:r>
      <w:r w:rsidRPr="00702586">
        <w:rPr>
          <w:rFonts w:asciiTheme="majorBidi" w:hAnsiTheme="majorBidi" w:cstheme="majorBidi"/>
        </w:rPr>
        <w:t>homologation doit être conforme aux prescriptions énoncées aux paragraphes</w:t>
      </w:r>
      <w:r>
        <w:rPr>
          <w:rFonts w:asciiTheme="majorBidi" w:hAnsiTheme="majorBidi" w:cstheme="majorBidi"/>
        </w:rPr>
        <w:t> </w:t>
      </w:r>
      <w:r w:rsidRPr="00702586">
        <w:rPr>
          <w:rFonts w:asciiTheme="majorBidi" w:hAnsiTheme="majorBidi" w:cstheme="majorBidi"/>
        </w:rPr>
        <w:t>4 et 5.</w:t>
      </w:r>
    </w:p>
    <w:p w14:paraId="17B14801" w14:textId="1B62DBA2" w:rsidR="00C82E24" w:rsidRPr="00702586" w:rsidRDefault="00C82E24" w:rsidP="00965443">
      <w:pPr>
        <w:pStyle w:val="SingleTxtG"/>
        <w:tabs>
          <w:tab w:val="clear" w:pos="1701"/>
        </w:tabs>
        <w:spacing w:before="120"/>
        <w:ind w:left="2268" w:hanging="1134"/>
      </w:pPr>
      <w:r w:rsidRPr="00702586">
        <w:t>4.1</w:t>
      </w:r>
      <w:r w:rsidRPr="00702586">
        <w:tab/>
        <w:t>Les prescriptions figurant dans les sections 5 («</w:t>
      </w:r>
      <w:r>
        <w:t> Spécifications générales ») et </w:t>
      </w:r>
      <w:r w:rsidRPr="00702586">
        <w:t xml:space="preserve">6 (« Spécifications particulières » ou « Prescriptions particulières ») (ainsi que dans les annexes auxquelles renvoient lesdites sections) des Règlements </w:t>
      </w:r>
      <w:r>
        <w:t xml:space="preserve">ONU </w:t>
      </w:r>
      <w:r w:rsidRPr="00702586">
        <w:t>n</w:t>
      </w:r>
      <w:r w:rsidRPr="00702586">
        <w:rPr>
          <w:vertAlign w:val="superscript"/>
        </w:rPr>
        <w:t>os</w:t>
      </w:r>
      <w:r w:rsidRPr="00702586">
        <w:t xml:space="preserve"> 48, 53, 74 </w:t>
      </w:r>
      <w:r>
        <w:t>et</w:t>
      </w:r>
      <w:r w:rsidRPr="00702586">
        <w:t xml:space="preserve"> 86, et leurs séries d</w:t>
      </w:r>
      <w:r w:rsidR="003D2091">
        <w:t>’</w:t>
      </w:r>
      <w:r w:rsidRPr="00702586">
        <w:t>amendements en vigueur à la date de la demande d</w:t>
      </w:r>
      <w:r w:rsidR="003D2091">
        <w:t>’</w:t>
      </w:r>
      <w:r w:rsidRPr="00702586">
        <w:t>homologation relative au type de feu concerné sont applicables au présent Règlement.</w:t>
      </w:r>
    </w:p>
    <w:p w14:paraId="0723FD0C" w14:textId="4B71AD2C" w:rsidR="00C82E24" w:rsidRPr="00180A25" w:rsidRDefault="00C82E24" w:rsidP="00C82E24">
      <w:pPr>
        <w:pStyle w:val="SingleTxtG"/>
        <w:ind w:left="2268"/>
        <w:rPr>
          <w:rFonts w:asciiTheme="majorBidi" w:hAnsiTheme="majorBidi"/>
          <w:spacing w:val="-3"/>
        </w:rPr>
      </w:pPr>
      <w:r w:rsidRPr="00180A25">
        <w:rPr>
          <w:rFonts w:asciiTheme="majorBidi" w:hAnsiTheme="majorBidi" w:cstheme="majorBidi"/>
          <w:spacing w:val="-3"/>
        </w:rPr>
        <w:t>Les prescriptions pertinentes pour chaque feu et pour la ou les catégories de véhicules sur lesquels il est prévu d</w:t>
      </w:r>
      <w:r w:rsidR="003D2091">
        <w:rPr>
          <w:rFonts w:asciiTheme="majorBidi" w:hAnsiTheme="majorBidi" w:cstheme="majorBidi"/>
          <w:spacing w:val="-3"/>
        </w:rPr>
        <w:t>’</w:t>
      </w:r>
      <w:r w:rsidRPr="00180A25">
        <w:rPr>
          <w:rFonts w:asciiTheme="majorBidi" w:hAnsiTheme="majorBidi" w:cstheme="majorBidi"/>
          <w:spacing w:val="-3"/>
        </w:rPr>
        <w:t xml:space="preserve">installer le feu sont applicables, sous réserve </w:t>
      </w:r>
      <w:r w:rsidRPr="00180A25">
        <w:rPr>
          <w:rFonts w:asciiTheme="majorBidi" w:hAnsiTheme="majorBidi" w:cstheme="majorBidi"/>
        </w:rPr>
        <w:t xml:space="preserve">que leur vérification soit possible </w:t>
      </w:r>
      <w:r>
        <w:rPr>
          <w:rFonts w:asciiTheme="majorBidi" w:hAnsiTheme="majorBidi" w:cstheme="majorBidi"/>
        </w:rPr>
        <w:t>pendant</w:t>
      </w:r>
      <w:r w:rsidRPr="00180A25">
        <w:rPr>
          <w:rFonts w:asciiTheme="majorBidi" w:hAnsiTheme="majorBidi" w:cstheme="majorBidi"/>
        </w:rPr>
        <w:t xml:space="preserve"> l</w:t>
      </w:r>
      <w:r w:rsidR="003D2091">
        <w:rPr>
          <w:rFonts w:asciiTheme="majorBidi" w:hAnsiTheme="majorBidi" w:cstheme="majorBidi"/>
        </w:rPr>
        <w:t>’</w:t>
      </w:r>
      <w:r w:rsidRPr="00180A25">
        <w:rPr>
          <w:rFonts w:asciiTheme="majorBidi" w:hAnsiTheme="majorBidi" w:cstheme="majorBidi"/>
        </w:rPr>
        <w:t>homologation du type de feu</w:t>
      </w:r>
      <w:r w:rsidRPr="00180A25">
        <w:rPr>
          <w:rFonts w:asciiTheme="majorBidi" w:hAnsiTheme="majorBidi"/>
        </w:rPr>
        <w:t>.</w:t>
      </w:r>
    </w:p>
    <w:p w14:paraId="0AAF6F0F" w14:textId="107DAC82"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t>4</w:t>
      </w:r>
      <w:r w:rsidRPr="00702586">
        <w:rPr>
          <w:rFonts w:asciiTheme="majorBidi" w:hAnsiTheme="majorBidi" w:cstheme="majorBidi"/>
        </w:rPr>
        <w:t>.2</w:t>
      </w:r>
      <w:r w:rsidRPr="00702586">
        <w:rPr>
          <w:rFonts w:asciiTheme="majorBidi" w:hAnsiTheme="majorBidi" w:cstheme="majorBidi"/>
        </w:rPr>
        <w:tab/>
        <w:t xml:space="preserve">Les feux doivent être </w:t>
      </w:r>
      <w:r w:rsidRPr="00702586">
        <w:t xml:space="preserve">conçus et construits de telle façon que, dans les conditions </w:t>
      </w:r>
      <w:r w:rsidRPr="00180A25">
        <w:rPr>
          <w:rFonts w:asciiTheme="majorBidi" w:hAnsiTheme="majorBidi" w:cstheme="majorBidi"/>
        </w:rPr>
        <w:t>normales</w:t>
      </w:r>
      <w:r w:rsidRPr="00702586">
        <w:t xml:space="preserve"> d</w:t>
      </w:r>
      <w:r w:rsidR="003D2091">
        <w:t>’</w:t>
      </w:r>
      <w:r w:rsidRPr="00702586">
        <w:t>utilisation et en dépit des vibrations auxquelles ils peuvent alors être soumis, leur bon fonctionnement reste assuré et ils conservent les caractéristiques imposées par le présent Règlement</w:t>
      </w:r>
      <w:r w:rsidRPr="00702586">
        <w:rPr>
          <w:rFonts w:asciiTheme="majorBidi" w:hAnsiTheme="majorBidi" w:cstheme="majorBidi"/>
        </w:rPr>
        <w:t>.</w:t>
      </w:r>
    </w:p>
    <w:p w14:paraId="074440AF" w14:textId="404ACE66" w:rsidR="00C82E24" w:rsidRPr="00702586" w:rsidRDefault="00C82E24" w:rsidP="00965443">
      <w:pPr>
        <w:pStyle w:val="SingleTxtG"/>
        <w:tabs>
          <w:tab w:val="clear" w:pos="1701"/>
        </w:tabs>
        <w:spacing w:before="120"/>
        <w:ind w:left="2268" w:hanging="1134"/>
        <w:rPr>
          <w:rFonts w:asciiTheme="majorBidi" w:hAnsiTheme="majorBidi" w:cstheme="majorBidi"/>
        </w:rPr>
      </w:pPr>
      <w:r>
        <w:rPr>
          <w:rFonts w:asciiTheme="majorBidi" w:hAnsiTheme="majorBidi" w:cstheme="majorBidi"/>
        </w:rPr>
        <w:t>4.3</w:t>
      </w:r>
      <w:r>
        <w:rPr>
          <w:rFonts w:asciiTheme="majorBidi" w:hAnsiTheme="majorBidi" w:cstheme="majorBidi"/>
        </w:rPr>
        <w:tab/>
        <w:t xml:space="preserve">Sources </w:t>
      </w:r>
      <w:r w:rsidRPr="00965443">
        <w:t>lumineuses</w:t>
      </w:r>
    </w:p>
    <w:p w14:paraId="60722FD2" w14:textId="77777777" w:rsidR="00C82E24" w:rsidRPr="00702586" w:rsidRDefault="00C82E24" w:rsidP="0092373E">
      <w:pPr>
        <w:pStyle w:val="SingleTxtG"/>
        <w:keepNext/>
        <w:tabs>
          <w:tab w:val="clear" w:pos="1701"/>
        </w:tabs>
        <w:spacing w:before="120"/>
        <w:ind w:left="2268" w:hanging="1134"/>
        <w:rPr>
          <w:rFonts w:asciiTheme="majorBidi" w:hAnsiTheme="majorBidi" w:cstheme="majorBidi"/>
        </w:rPr>
      </w:pPr>
      <w:r w:rsidRPr="00702586">
        <w:rPr>
          <w:rFonts w:asciiTheme="majorBidi" w:hAnsiTheme="majorBidi" w:cstheme="majorBidi"/>
        </w:rPr>
        <w:lastRenderedPageBreak/>
        <w:t>4.3.1</w:t>
      </w:r>
      <w:r w:rsidRPr="00702586">
        <w:rPr>
          <w:rFonts w:asciiTheme="majorBidi" w:hAnsiTheme="majorBidi" w:cstheme="majorBidi"/>
        </w:rPr>
        <w:tab/>
        <w:t xml:space="preserve">Dans le cas de </w:t>
      </w:r>
      <w:r w:rsidRPr="00965443">
        <w:t>sources</w:t>
      </w:r>
      <w:r w:rsidRPr="00702586">
        <w:rPr>
          <w:rFonts w:asciiTheme="majorBidi" w:hAnsiTheme="majorBidi" w:cstheme="majorBidi"/>
        </w:rPr>
        <w:t xml:space="preserve"> lumineuses remplaçables :</w:t>
      </w:r>
    </w:p>
    <w:p w14:paraId="17A1789D" w14:textId="4DBE2AA5" w:rsidR="00C82E24" w:rsidRPr="00702586" w:rsidRDefault="00C82E24" w:rsidP="0092373E">
      <w:pPr>
        <w:pStyle w:val="SingleTxtG"/>
        <w:keepNext/>
        <w:tabs>
          <w:tab w:val="clear" w:pos="1701"/>
        </w:tabs>
        <w:spacing w:before="120"/>
        <w:ind w:left="2268" w:hanging="1134"/>
        <w:rPr>
          <w:rFonts w:asciiTheme="majorBidi" w:hAnsiTheme="majorBidi" w:cstheme="majorBidi"/>
        </w:rPr>
      </w:pPr>
      <w:r w:rsidRPr="00702586">
        <w:t>4</w:t>
      </w:r>
      <w:r w:rsidRPr="00702586">
        <w:rPr>
          <w:rFonts w:asciiTheme="majorBidi" w:hAnsiTheme="majorBidi" w:cstheme="majorBidi"/>
        </w:rPr>
        <w:t>.3.1.1</w:t>
      </w:r>
      <w:r w:rsidRPr="00702586">
        <w:rPr>
          <w:rFonts w:asciiTheme="majorBidi" w:hAnsiTheme="majorBidi" w:cstheme="majorBidi"/>
        </w:rPr>
        <w:tab/>
        <w:t>Le feu doit être équipé exclusivement d</w:t>
      </w:r>
      <w:r w:rsidR="003D2091">
        <w:rPr>
          <w:rFonts w:asciiTheme="majorBidi" w:hAnsiTheme="majorBidi" w:cstheme="majorBidi"/>
        </w:rPr>
        <w:t>’</w:t>
      </w:r>
      <w:r>
        <w:rPr>
          <w:rFonts w:asciiTheme="majorBidi" w:hAnsiTheme="majorBidi" w:cstheme="majorBidi"/>
        </w:rPr>
        <w:t>un</w:t>
      </w:r>
      <w:r w:rsidRPr="00702586">
        <w:rPr>
          <w:rFonts w:asciiTheme="majorBidi" w:hAnsiTheme="majorBidi" w:cstheme="majorBidi"/>
        </w:rPr>
        <w:t>e</w:t>
      </w:r>
      <w:r>
        <w:rPr>
          <w:rFonts w:asciiTheme="majorBidi" w:hAnsiTheme="majorBidi" w:cstheme="majorBidi"/>
        </w:rPr>
        <w:t xml:space="preserve"> ou de plusieurs</w:t>
      </w:r>
      <w:r w:rsidRPr="00702586">
        <w:rPr>
          <w:rFonts w:asciiTheme="majorBidi" w:hAnsiTheme="majorBidi" w:cstheme="majorBidi"/>
        </w:rPr>
        <w:t xml:space="preserve"> sources </w:t>
      </w:r>
      <w:r w:rsidRPr="00BD6754">
        <w:rPr>
          <w:rFonts w:asciiTheme="majorBidi" w:hAnsiTheme="majorBidi" w:cstheme="majorBidi"/>
          <w:spacing w:val="-2"/>
        </w:rPr>
        <w:t>lumineuses homologuées en application des Règlements ONU n</w:t>
      </w:r>
      <w:r w:rsidRPr="00BD6754">
        <w:rPr>
          <w:rFonts w:asciiTheme="majorBidi" w:hAnsiTheme="majorBidi" w:cstheme="majorBidi"/>
          <w:spacing w:val="-2"/>
          <w:vertAlign w:val="superscript"/>
        </w:rPr>
        <w:t>os</w:t>
      </w:r>
      <w:r w:rsidRPr="00BD6754">
        <w:rPr>
          <w:rFonts w:asciiTheme="majorBidi" w:hAnsiTheme="majorBidi" w:cstheme="majorBidi"/>
          <w:spacing w:val="-2"/>
        </w:rPr>
        <w:t> 37 et/ou 128,</w:t>
      </w:r>
      <w:r w:rsidRPr="00702586">
        <w:rPr>
          <w:rFonts w:asciiTheme="majorBidi" w:hAnsiTheme="majorBidi" w:cstheme="majorBidi"/>
        </w:rPr>
        <w:t xml:space="preserve"> sous réserve que ces </w:t>
      </w:r>
      <w:r w:rsidRPr="00965443">
        <w:t>deux</w:t>
      </w:r>
      <w:r w:rsidRPr="00702586">
        <w:rPr>
          <w:rFonts w:asciiTheme="majorBidi" w:hAnsiTheme="majorBidi" w:cstheme="majorBidi"/>
        </w:rPr>
        <w:t xml:space="preserve"> Règlements, ainsi que leurs séries d</w:t>
      </w:r>
      <w:r w:rsidR="003D2091">
        <w:rPr>
          <w:rFonts w:asciiTheme="majorBidi" w:hAnsiTheme="majorBidi" w:cstheme="majorBidi"/>
        </w:rPr>
        <w:t>’</w:t>
      </w:r>
      <w:r w:rsidRPr="00702586">
        <w:rPr>
          <w:rFonts w:asciiTheme="majorBidi" w:hAnsiTheme="majorBidi" w:cstheme="majorBidi"/>
        </w:rPr>
        <w:t>amendements en vigueur à la date de la demande d</w:t>
      </w:r>
      <w:r w:rsidR="003D2091">
        <w:rPr>
          <w:rFonts w:asciiTheme="majorBidi" w:hAnsiTheme="majorBidi" w:cstheme="majorBidi"/>
        </w:rPr>
        <w:t>’</w:t>
      </w:r>
      <w:r w:rsidRPr="00702586">
        <w:rPr>
          <w:rFonts w:asciiTheme="majorBidi" w:hAnsiTheme="majorBidi" w:cstheme="majorBidi"/>
        </w:rPr>
        <w:t>homologation de type</w:t>
      </w:r>
      <w:r>
        <w:rPr>
          <w:rFonts w:asciiTheme="majorBidi" w:hAnsiTheme="majorBidi" w:cstheme="majorBidi"/>
        </w:rPr>
        <w:t>,</w:t>
      </w:r>
      <w:r w:rsidRPr="00702586">
        <w:rPr>
          <w:rFonts w:asciiTheme="majorBidi" w:hAnsiTheme="majorBidi" w:cstheme="majorBidi"/>
        </w:rPr>
        <w:t xml:space="preserve"> n</w:t>
      </w:r>
      <w:r w:rsidR="003D2091">
        <w:rPr>
          <w:rFonts w:asciiTheme="majorBidi" w:hAnsiTheme="majorBidi" w:cstheme="majorBidi"/>
        </w:rPr>
        <w:t>’</w:t>
      </w:r>
      <w:r w:rsidRPr="00702586">
        <w:rPr>
          <w:rFonts w:asciiTheme="majorBidi" w:hAnsiTheme="majorBidi" w:cstheme="majorBidi"/>
        </w:rPr>
        <w:t>indiquent aucune restriction d</w:t>
      </w:r>
      <w:r w:rsidR="003D2091">
        <w:rPr>
          <w:rFonts w:asciiTheme="majorBidi" w:hAnsiTheme="majorBidi" w:cstheme="majorBidi"/>
        </w:rPr>
        <w:t>’</w:t>
      </w:r>
      <w:r>
        <w:rPr>
          <w:rFonts w:asciiTheme="majorBidi" w:hAnsiTheme="majorBidi" w:cstheme="majorBidi"/>
        </w:rPr>
        <w:t>utilisation.</w:t>
      </w:r>
    </w:p>
    <w:p w14:paraId="289CD30A" w14:textId="3989437D" w:rsidR="00C82E24" w:rsidRPr="009E1B1E" w:rsidRDefault="00C82E24" w:rsidP="00965443">
      <w:pPr>
        <w:pStyle w:val="SingleTxtG"/>
        <w:tabs>
          <w:tab w:val="clear" w:pos="1701"/>
        </w:tabs>
        <w:spacing w:before="120"/>
        <w:ind w:left="2268" w:hanging="1134"/>
      </w:pPr>
      <w:r w:rsidRPr="00702586">
        <w:rPr>
          <w:rFonts w:asciiTheme="majorBidi" w:hAnsiTheme="majorBidi" w:cstheme="majorBidi"/>
        </w:rPr>
        <w:t>4.3.1.2</w:t>
      </w:r>
      <w:r w:rsidRPr="00702586">
        <w:rPr>
          <w:rFonts w:asciiTheme="majorBidi" w:hAnsiTheme="majorBidi" w:cstheme="majorBidi"/>
        </w:rPr>
        <w:tab/>
        <w:t xml:space="preserve">Si des </w:t>
      </w:r>
      <w:r w:rsidRPr="009E1B1E">
        <w:t>restrictions sont prévues concernant l</w:t>
      </w:r>
      <w:r w:rsidR="003D2091">
        <w:t>’</w:t>
      </w:r>
      <w:r w:rsidRPr="009E1B1E">
        <w:t>utilisation d</w:t>
      </w:r>
      <w:r w:rsidR="003D2091">
        <w:t>’</w:t>
      </w:r>
      <w:r w:rsidRPr="009E1B1E">
        <w:t>une ou de plusieurs catégories ou d</w:t>
      </w:r>
      <w:r w:rsidR="003D2091">
        <w:t>’</w:t>
      </w:r>
      <w:r w:rsidRPr="009E1B1E">
        <w:t xml:space="preserve">un ou de plusieurs types de sources lumineuses dans des feux montés sur des véhicules en circulation qui </w:t>
      </w:r>
      <w:r>
        <w:t xml:space="preserve">en </w:t>
      </w:r>
      <w:r w:rsidRPr="009E1B1E">
        <w:t xml:space="preserve">sont équipés </w:t>
      </w:r>
      <w:r>
        <w:t>d</w:t>
      </w:r>
      <w:r w:rsidR="003D2091">
        <w:t>’</w:t>
      </w:r>
      <w:r>
        <w:t>origine</w:t>
      </w:r>
      <w:r w:rsidRPr="009E1B1E">
        <w:t>, le demandeur de l</w:t>
      </w:r>
      <w:r w:rsidR="003D2091">
        <w:t>’</w:t>
      </w:r>
      <w:r w:rsidRPr="009E1B1E">
        <w:t xml:space="preserve">homologation de type du feu déclare que celui-ci est destiné exclusivement à être monté sur les véhicules concernés ; cette </w:t>
      </w:r>
      <w:r>
        <w:t>déclara</w:t>
      </w:r>
      <w:r w:rsidRPr="009E1B1E">
        <w:t>tion doit être consignée dans la fiche de communication de l</w:t>
      </w:r>
      <w:r w:rsidR="003D2091">
        <w:t>’</w:t>
      </w:r>
      <w:r>
        <w:t>annexe 1.</w:t>
      </w:r>
    </w:p>
    <w:p w14:paraId="2358DC5C" w14:textId="77777777" w:rsidR="00C82E24" w:rsidRPr="009E1B1E" w:rsidRDefault="00C82E24" w:rsidP="00965443">
      <w:pPr>
        <w:pStyle w:val="SingleTxtG"/>
        <w:tabs>
          <w:tab w:val="clear" w:pos="1701"/>
        </w:tabs>
        <w:spacing w:before="120"/>
        <w:ind w:left="2268" w:hanging="1134"/>
      </w:pPr>
      <w:r w:rsidRPr="009E1B1E">
        <w:t>4.3.1.3</w:t>
      </w:r>
      <w:r w:rsidRPr="009E1B1E">
        <w:tab/>
        <w:t>Le feu doit être conçu de sorte que la ou les sources lumineuses ne puissent être montées autremen</w:t>
      </w:r>
      <w:r>
        <w:t>t que dans la position correcte.</w:t>
      </w:r>
    </w:p>
    <w:p w14:paraId="230A71F7" w14:textId="77777777" w:rsidR="00C82E24" w:rsidRPr="009E1B1E" w:rsidRDefault="00C82E24" w:rsidP="00965443">
      <w:pPr>
        <w:pStyle w:val="SingleTxtG"/>
        <w:tabs>
          <w:tab w:val="clear" w:pos="1701"/>
        </w:tabs>
        <w:spacing w:before="120"/>
        <w:ind w:left="2268" w:hanging="1134"/>
      </w:pPr>
      <w:r w:rsidRPr="009E1B1E">
        <w:t>4.3.1.4</w:t>
      </w:r>
      <w:r w:rsidRPr="009E1B1E">
        <w:tab/>
        <w:t>La ou les douilles doivent être conformes aux caractér</w:t>
      </w:r>
      <w:r>
        <w:t xml:space="preserve">istiques énoncées dans la norme </w:t>
      </w:r>
      <w:r w:rsidRPr="009E1B1E">
        <w:t xml:space="preserve">CEI 60061. </w:t>
      </w:r>
      <w:r w:rsidRPr="00702586">
        <w:t xml:space="preserve">La feuille de caractéristiques des douilles correspondant à la catégorie des sources lumineuses utilisées </w:t>
      </w:r>
      <w:r>
        <w:t>doit être</w:t>
      </w:r>
      <w:r w:rsidRPr="00702586">
        <w:t xml:space="preserve"> employée</w:t>
      </w:r>
      <w:r w:rsidRPr="009E1B1E">
        <w:t>.</w:t>
      </w:r>
    </w:p>
    <w:p w14:paraId="62C2E194" w14:textId="26855DF1" w:rsidR="00C82E24" w:rsidRPr="009E1B1E" w:rsidRDefault="00C82E24" w:rsidP="00965443">
      <w:pPr>
        <w:pStyle w:val="SingleTxtG"/>
        <w:tabs>
          <w:tab w:val="clear" w:pos="1701"/>
        </w:tabs>
        <w:spacing w:before="120"/>
        <w:ind w:left="2268" w:hanging="1134"/>
      </w:pPr>
      <w:r w:rsidRPr="009E1B1E">
        <w:t>4.3.2</w:t>
      </w:r>
      <w:r w:rsidRPr="009E1B1E">
        <w:tab/>
        <w:t>Dans le cas de modules d</w:t>
      </w:r>
      <w:r w:rsidR="003D2091">
        <w:t>’</w:t>
      </w:r>
      <w:r w:rsidRPr="009E1B1E">
        <w:t>éclairage, on vérifie les éléments suivants :</w:t>
      </w:r>
    </w:p>
    <w:p w14:paraId="6954C43A" w14:textId="5342C3CC" w:rsidR="00C82E24" w:rsidRPr="00702586" w:rsidRDefault="00C82E24" w:rsidP="00965443">
      <w:pPr>
        <w:pStyle w:val="SingleTxtG"/>
        <w:tabs>
          <w:tab w:val="clear" w:pos="1701"/>
        </w:tabs>
        <w:spacing w:before="120"/>
        <w:ind w:left="2268" w:hanging="1134"/>
        <w:rPr>
          <w:rFonts w:asciiTheme="majorBidi" w:hAnsiTheme="majorBidi" w:cstheme="majorBidi"/>
        </w:rPr>
      </w:pPr>
      <w:r w:rsidRPr="009E1B1E">
        <w:t>4.3.2.1</w:t>
      </w:r>
      <w:r w:rsidRPr="009E1B1E">
        <w:tab/>
        <w:t>La conception du</w:t>
      </w:r>
      <w:r w:rsidRPr="00702586">
        <w:rPr>
          <w:rFonts w:asciiTheme="majorBidi" w:hAnsiTheme="majorBidi" w:cstheme="majorBidi"/>
        </w:rPr>
        <w:t xml:space="preserve"> ou des modules d</w:t>
      </w:r>
      <w:r w:rsidR="003D2091">
        <w:rPr>
          <w:rFonts w:asciiTheme="majorBidi" w:hAnsiTheme="majorBidi" w:cstheme="majorBidi"/>
        </w:rPr>
        <w:t>’</w:t>
      </w:r>
      <w:r w:rsidRPr="00702586">
        <w:rPr>
          <w:rFonts w:asciiTheme="majorBidi" w:hAnsiTheme="majorBidi" w:cstheme="majorBidi"/>
        </w:rPr>
        <w:t xml:space="preserve">éclairage </w:t>
      </w:r>
      <w:r>
        <w:rPr>
          <w:rFonts w:asciiTheme="majorBidi" w:hAnsiTheme="majorBidi" w:cstheme="majorBidi"/>
        </w:rPr>
        <w:t>doit être</w:t>
      </w:r>
      <w:r w:rsidRPr="00702586">
        <w:rPr>
          <w:rFonts w:asciiTheme="majorBidi" w:hAnsiTheme="majorBidi" w:cstheme="majorBidi"/>
        </w:rPr>
        <w:t xml:space="preserve"> telle que :</w:t>
      </w:r>
    </w:p>
    <w:p w14:paraId="73F8E0A0" w14:textId="032AD19A" w:rsidR="00C82E24" w:rsidRPr="00702586" w:rsidRDefault="00C82E24" w:rsidP="00C82E24">
      <w:pPr>
        <w:pStyle w:val="SingleTxtG"/>
        <w:ind w:left="2835" w:hanging="567"/>
      </w:pPr>
      <w:r w:rsidRPr="00702586">
        <w:t>a)</w:t>
      </w:r>
      <w:r w:rsidRPr="00702586">
        <w:tab/>
        <w:t xml:space="preserve">Chaque module ne </w:t>
      </w:r>
      <w:r>
        <w:t>puisse</w:t>
      </w:r>
      <w:r w:rsidRPr="00702586">
        <w:t xml:space="preserve"> être monté que dans la position correcte prévue à cet effet et ne </w:t>
      </w:r>
      <w:r>
        <w:t>puisse</w:t>
      </w:r>
      <w:r w:rsidRPr="00702586">
        <w:t xml:space="preserve"> être démonté qu</w:t>
      </w:r>
      <w:r w:rsidR="003D2091">
        <w:t>’</w:t>
      </w:r>
      <w:r w:rsidRPr="00702586">
        <w:t>à l</w:t>
      </w:r>
      <w:r w:rsidR="003D2091">
        <w:t>’</w:t>
      </w:r>
      <w:r w:rsidRPr="00702586">
        <w:t>aide d</w:t>
      </w:r>
      <w:r w:rsidR="003D2091">
        <w:t>’</w:t>
      </w:r>
      <w:r w:rsidRPr="00702586">
        <w:t>outils ;</w:t>
      </w:r>
    </w:p>
    <w:p w14:paraId="2DCE481F" w14:textId="77777777" w:rsidR="00C82E24" w:rsidRPr="00702586" w:rsidRDefault="00C82E24" w:rsidP="00C82E24">
      <w:pPr>
        <w:pStyle w:val="SingleTxtG"/>
        <w:ind w:left="2835" w:hanging="567"/>
      </w:pPr>
      <w:r w:rsidRPr="00702586">
        <w:t>b)</w:t>
      </w:r>
      <w:r w:rsidRPr="00702586">
        <w:tab/>
        <w:t xml:space="preserve">Si plusieurs modules sont utilisés dans le boîtier du feu, les modules dotés de caractéristiques différentes ne </w:t>
      </w:r>
      <w:r>
        <w:t>puissent</w:t>
      </w:r>
      <w:r w:rsidRPr="00702586">
        <w:t xml:space="preserve"> être échang</w:t>
      </w:r>
      <w:r>
        <w:t>és dans un seul et même boîtier.</w:t>
      </w:r>
    </w:p>
    <w:p w14:paraId="5DB1999D" w14:textId="4F045FBC" w:rsidR="00C82E24" w:rsidRPr="009E1B1E" w:rsidRDefault="00C82E24" w:rsidP="00965443">
      <w:pPr>
        <w:pStyle w:val="SingleTxtG"/>
        <w:tabs>
          <w:tab w:val="clear" w:pos="1701"/>
        </w:tabs>
        <w:spacing w:before="120"/>
        <w:ind w:left="2268" w:hanging="1134"/>
      </w:pPr>
      <w:r w:rsidRPr="00702586">
        <w:rPr>
          <w:rFonts w:asciiTheme="majorBidi" w:hAnsiTheme="majorBidi" w:cstheme="majorBidi"/>
        </w:rPr>
        <w:t>4.3.2.2</w:t>
      </w:r>
      <w:r w:rsidRPr="00702586">
        <w:rPr>
          <w:rFonts w:asciiTheme="majorBidi" w:hAnsiTheme="majorBidi" w:cstheme="majorBidi"/>
        </w:rPr>
        <w:tab/>
        <w:t xml:space="preserve">Le </w:t>
      </w:r>
      <w:r w:rsidRPr="009E1B1E">
        <w:t>ou les modules d</w:t>
      </w:r>
      <w:r w:rsidR="003D2091">
        <w:t>’</w:t>
      </w:r>
      <w:r w:rsidRPr="009E1B1E">
        <w:t>éclairage doivent être protégés contre t</w:t>
      </w:r>
      <w:r>
        <w:t>oute modification non autorisée.</w:t>
      </w:r>
    </w:p>
    <w:p w14:paraId="015EF966" w14:textId="4B2022CD" w:rsidR="00C82E24" w:rsidRPr="009E1B1E" w:rsidRDefault="00C82E24" w:rsidP="00965443">
      <w:pPr>
        <w:pStyle w:val="SingleTxtG"/>
        <w:tabs>
          <w:tab w:val="clear" w:pos="1701"/>
        </w:tabs>
        <w:spacing w:before="120"/>
        <w:ind w:left="2268" w:hanging="1134"/>
      </w:pPr>
      <w:r w:rsidRPr="009E1B1E">
        <w:t>4.3.2.3</w:t>
      </w:r>
      <w:r w:rsidRPr="009E1B1E">
        <w:tab/>
        <w:t>Un module d</w:t>
      </w:r>
      <w:r w:rsidR="003D2091">
        <w:t>’</w:t>
      </w:r>
      <w:r w:rsidRPr="009E1B1E">
        <w:t>éclairage doit être conçu de telle manière qu</w:t>
      </w:r>
      <w:r w:rsidR="003D2091">
        <w:t>’</w:t>
      </w:r>
      <w:r w:rsidRPr="009E1B1E">
        <w:t>avec ou sans l</w:t>
      </w:r>
      <w:r w:rsidR="003D2091">
        <w:t>’</w:t>
      </w:r>
      <w:r w:rsidRPr="009E1B1E">
        <w:t>usage d</w:t>
      </w:r>
      <w:r w:rsidR="003D2091">
        <w:t>’</w:t>
      </w:r>
      <w:r w:rsidRPr="009E1B1E">
        <w:t>outils, il ne soit pas mécaniquement interchangeable avec une source l</w:t>
      </w:r>
      <w:r>
        <w:t>umineuse homologuée remplaçable.</w:t>
      </w:r>
    </w:p>
    <w:p w14:paraId="33927DF8" w14:textId="569089CA" w:rsidR="00C82E24" w:rsidRPr="009E1B1E" w:rsidRDefault="00C82E24" w:rsidP="00965443">
      <w:pPr>
        <w:pStyle w:val="SingleTxtG"/>
        <w:tabs>
          <w:tab w:val="clear" w:pos="1701"/>
        </w:tabs>
        <w:spacing w:before="120"/>
        <w:ind w:left="2268" w:hanging="1134"/>
      </w:pPr>
      <w:r w:rsidRPr="009E1B1E">
        <w:t>4.3.2.4</w:t>
      </w:r>
      <w:r w:rsidRPr="009E1B1E">
        <w:tab/>
        <w:t>Dans le cas d</w:t>
      </w:r>
      <w:r w:rsidR="003D2091">
        <w:t>’</w:t>
      </w:r>
      <w:r w:rsidRPr="009E1B1E">
        <w:t>une ou de plusieurs sources lumineuses à incandescence non remplaçables ou d</w:t>
      </w:r>
      <w:r w:rsidR="003D2091">
        <w:t>’</w:t>
      </w:r>
      <w:r w:rsidRPr="009E1B1E">
        <w:t>un ou de plusieurs modules d</w:t>
      </w:r>
      <w:r w:rsidR="003D2091">
        <w:t>’</w:t>
      </w:r>
      <w:r w:rsidRPr="009E1B1E">
        <w:t>éclairage équipés de sources lumineuses à incandescence non remplaçables, le demandeur doit joindre au dossier d</w:t>
      </w:r>
      <w:r w:rsidR="003D2091">
        <w:t>’</w:t>
      </w:r>
      <w:r w:rsidRPr="009E1B1E">
        <w:t>homologation un rapport démontrant de manière acceptable pour l</w:t>
      </w:r>
      <w:r w:rsidR="003D2091">
        <w:t>’</w:t>
      </w:r>
      <w:r w:rsidRPr="009E1B1E">
        <w:t>autorité d</w:t>
      </w:r>
      <w:r w:rsidR="003D2091">
        <w:t>’</w:t>
      </w:r>
      <w:r w:rsidRPr="009E1B1E">
        <w:t>homologation de type la conformité de ces sources lumineuses à incandescence non remplaçables avec les prescriptions du paragraphe 4.11 de la norme</w:t>
      </w:r>
      <w:r>
        <w:t xml:space="preserve"> </w:t>
      </w:r>
      <w:r w:rsidRPr="009E1B1E">
        <w:t>CEI 60809</w:t>
      </w:r>
      <w:r>
        <w:t>, troisième édition</w:t>
      </w:r>
      <w:r w:rsidRPr="009E1B1E">
        <w:t>.</w:t>
      </w:r>
    </w:p>
    <w:p w14:paraId="15F76A9D" w14:textId="77777777" w:rsidR="00C82E24" w:rsidRPr="009E1B1E" w:rsidRDefault="00C82E24" w:rsidP="00965443">
      <w:pPr>
        <w:pStyle w:val="SingleTxtG"/>
        <w:tabs>
          <w:tab w:val="clear" w:pos="1701"/>
        </w:tabs>
        <w:spacing w:before="120"/>
        <w:ind w:left="2268" w:hanging="1134"/>
      </w:pPr>
      <w:r w:rsidRPr="009E1B1E">
        <w:t>4.4</w:t>
      </w:r>
      <w:r w:rsidRPr="009E1B1E">
        <w:tab/>
        <w:t>Feux indépendants et interdépendants</w:t>
      </w:r>
    </w:p>
    <w:p w14:paraId="4FC1CE02" w14:textId="3AFCAA22" w:rsidR="00C82E24" w:rsidRPr="009E1B1E" w:rsidRDefault="00C82E24" w:rsidP="00965443">
      <w:pPr>
        <w:pStyle w:val="SingleTxtG"/>
        <w:tabs>
          <w:tab w:val="clear" w:pos="1701"/>
        </w:tabs>
        <w:spacing w:before="120"/>
        <w:ind w:left="2268" w:hanging="1134"/>
      </w:pPr>
      <w:r w:rsidRPr="009E1B1E">
        <w:t>4.4.1</w:t>
      </w:r>
      <w:r w:rsidRPr="009E1B1E">
        <w:tab/>
        <w:t xml:space="preserve">Un assemblage de deux feux indépendants destinés à être homologués en tant que feu « D » peut être utilisé comme feu </w:t>
      </w:r>
      <w:r>
        <w:t>de position avant ou arrière (à </w:t>
      </w:r>
      <w:r w:rsidRPr="009E1B1E">
        <w:t>l</w:t>
      </w:r>
      <w:r w:rsidR="003D2091">
        <w:t>’</w:t>
      </w:r>
      <w:r w:rsidRPr="009E1B1E">
        <w:t xml:space="preserve">exception des catégories MA et MR), </w:t>
      </w:r>
      <w:r>
        <w:t>feu stop</w:t>
      </w:r>
      <w:r w:rsidRPr="009E1B1E">
        <w:t xml:space="preserve"> (à l</w:t>
      </w:r>
      <w:r w:rsidR="003D2091">
        <w:t>’</w:t>
      </w:r>
      <w:r w:rsidRPr="009E1B1E">
        <w:t>exception de la catégorie MS), feu d</w:t>
      </w:r>
      <w:r w:rsidR="003D2091">
        <w:t>’</w:t>
      </w:r>
      <w:r w:rsidRPr="009E1B1E">
        <w:t>encombrement avant ou arrière, ou feu indicateur de direction (à l</w:t>
      </w:r>
      <w:r w:rsidR="003D2091">
        <w:t>’</w:t>
      </w:r>
      <w:r w:rsidRPr="009E1B1E">
        <w:t>exception des catég</w:t>
      </w:r>
      <w:r>
        <w:t>ories 11, 11a, 11b, 11c et 12).</w:t>
      </w:r>
    </w:p>
    <w:p w14:paraId="5908F110" w14:textId="480CE8A2" w:rsidR="00C82E24" w:rsidRPr="009E1B1E" w:rsidRDefault="00C82E24" w:rsidP="00965443">
      <w:pPr>
        <w:pStyle w:val="SingleTxtG"/>
        <w:tabs>
          <w:tab w:val="clear" w:pos="1701"/>
        </w:tabs>
        <w:spacing w:before="120"/>
        <w:ind w:left="2268" w:hanging="1134"/>
      </w:pPr>
      <w:r w:rsidRPr="009E1B1E">
        <w:t>4.4.2</w:t>
      </w:r>
      <w:r w:rsidRPr="009E1B1E">
        <w:tab/>
        <w:t xml:space="preserve">Un système de feux interdépendants destinés à être homologués en tant que feu « Y » peut être utilisé comme feu de position avant ou arrière, </w:t>
      </w:r>
      <w:r>
        <w:t>feu stop</w:t>
      </w:r>
      <w:r w:rsidRPr="009E1B1E">
        <w:t>, feu d</w:t>
      </w:r>
      <w:r w:rsidR="003D2091">
        <w:t>’</w:t>
      </w:r>
      <w:r w:rsidRPr="009E1B1E">
        <w:t>encombrement avant ou arrière, feu de circulation diurne ou feu indicateur de direction des catégories</w:t>
      </w:r>
      <w:r>
        <w:t> </w:t>
      </w:r>
      <w:r w:rsidRPr="009E1B1E">
        <w:t>1, 1a, 1b, 2a et 2b.</w:t>
      </w:r>
    </w:p>
    <w:p w14:paraId="4714DC29" w14:textId="77777777" w:rsidR="00C82E24" w:rsidRPr="009E1B1E" w:rsidRDefault="00C82E24" w:rsidP="00965443">
      <w:pPr>
        <w:pStyle w:val="SingleTxtG"/>
        <w:tabs>
          <w:tab w:val="clear" w:pos="1701"/>
        </w:tabs>
        <w:spacing w:before="120"/>
        <w:ind w:left="2268" w:hanging="1134"/>
      </w:pPr>
      <w:r w:rsidRPr="009E1B1E">
        <w:t>4.5</w:t>
      </w:r>
      <w:r w:rsidRPr="009E1B1E">
        <w:tab/>
        <w:t>Feux indépendan</w:t>
      </w:r>
      <w:r>
        <w:t>ts ou feux groupés, combinés ou mutuellement incorporés</w:t>
      </w:r>
    </w:p>
    <w:p w14:paraId="064EF993" w14:textId="29333DFA" w:rsidR="00C82E24" w:rsidRPr="00452690" w:rsidRDefault="00C82E24" w:rsidP="00965443">
      <w:pPr>
        <w:pStyle w:val="SingleTxtG"/>
        <w:tabs>
          <w:tab w:val="clear" w:pos="1701"/>
        </w:tabs>
        <w:spacing w:before="120"/>
        <w:ind w:left="2268" w:hanging="1134"/>
        <w:rPr>
          <w:spacing w:val="-2"/>
        </w:rPr>
      </w:pPr>
      <w:r w:rsidRPr="00452690">
        <w:rPr>
          <w:spacing w:val="-2"/>
        </w:rPr>
        <w:t>4.5.1</w:t>
      </w:r>
      <w:r w:rsidRPr="00452690">
        <w:rPr>
          <w:spacing w:val="-2"/>
        </w:rPr>
        <w:tab/>
        <w:t>Les feux qui ont été homologués comme feux de position avant ou arrière sont considérés comme étant également homologués comme feux d</w:t>
      </w:r>
      <w:r w:rsidR="003D2091">
        <w:rPr>
          <w:spacing w:val="-2"/>
        </w:rPr>
        <w:t>’</w:t>
      </w:r>
      <w:r w:rsidRPr="00452690">
        <w:rPr>
          <w:spacing w:val="-2"/>
        </w:rPr>
        <w:t>encombrement.</w:t>
      </w:r>
    </w:p>
    <w:p w14:paraId="1EC9265D" w14:textId="240CE004" w:rsidR="00C82E24" w:rsidRPr="009E1B1E" w:rsidRDefault="00C82E24" w:rsidP="00965443">
      <w:pPr>
        <w:pStyle w:val="SingleTxtG"/>
        <w:tabs>
          <w:tab w:val="clear" w:pos="1701"/>
        </w:tabs>
        <w:spacing w:before="120"/>
        <w:ind w:left="2268" w:hanging="1134"/>
      </w:pPr>
      <w:r w:rsidRPr="009E1B1E">
        <w:lastRenderedPageBreak/>
        <w:t>4.5.2</w:t>
      </w:r>
      <w:r w:rsidRPr="009E1B1E">
        <w:tab/>
        <w:t>Les feux de position avant ou arrière qui sont groupés</w:t>
      </w:r>
      <w:r>
        <w:t xml:space="preserve">, </w:t>
      </w:r>
      <w:r w:rsidRPr="009E1B1E">
        <w:t>combinés ou mutuellement incorporés peuvent également être utilisés comme feux d</w:t>
      </w:r>
      <w:r w:rsidR="003D2091">
        <w:t>’</w:t>
      </w:r>
      <w:r w:rsidRPr="009E1B1E">
        <w:t>encombrement.</w:t>
      </w:r>
    </w:p>
    <w:p w14:paraId="25D18CD6" w14:textId="5D213A92" w:rsidR="00C82E24" w:rsidRPr="00452690" w:rsidRDefault="00C82E24" w:rsidP="00965443">
      <w:pPr>
        <w:pStyle w:val="SingleTxtG"/>
        <w:tabs>
          <w:tab w:val="clear" w:pos="1701"/>
        </w:tabs>
        <w:spacing w:before="120"/>
        <w:ind w:left="2268" w:hanging="1134"/>
        <w:rPr>
          <w:rFonts w:cstheme="majorBidi"/>
          <w:spacing w:val="-3"/>
        </w:rPr>
      </w:pPr>
      <w:r w:rsidRPr="00452690">
        <w:rPr>
          <w:spacing w:val="-3"/>
        </w:rPr>
        <w:t>4.5.3</w:t>
      </w:r>
      <w:r w:rsidRPr="00452690">
        <w:rPr>
          <w:spacing w:val="-3"/>
        </w:rPr>
        <w:tab/>
        <w:t xml:space="preserve">Les feux de position ou feux de circulation diurne qui sont mutuellement incorporés avec une autre fonction, qui utilisent une source lumineuse commune </w:t>
      </w:r>
      <w:r w:rsidRPr="00452690">
        <w:t>et qui sont conçus pour fonctionner en permanence grâce à un système auxiliaire de régulation</w:t>
      </w:r>
      <w:r w:rsidRPr="00452690">
        <w:rPr>
          <w:rFonts w:cstheme="majorBidi"/>
        </w:rPr>
        <w:t xml:space="preserve"> de l</w:t>
      </w:r>
      <w:r w:rsidR="003D2091">
        <w:rPr>
          <w:rFonts w:cstheme="majorBidi"/>
        </w:rPr>
        <w:t>’</w:t>
      </w:r>
      <w:r w:rsidRPr="00452690">
        <w:rPr>
          <w:rFonts w:cstheme="majorBidi"/>
        </w:rPr>
        <w:t>intensité de la lumière émise sont autorisés.</w:t>
      </w:r>
    </w:p>
    <w:p w14:paraId="7314B96B" w14:textId="5E553CCE"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4.5.4</w:t>
      </w:r>
      <w:r w:rsidRPr="00702586">
        <w:rPr>
          <w:rFonts w:asciiTheme="majorBidi" w:hAnsiTheme="majorBidi" w:cstheme="majorBidi"/>
        </w:rPr>
        <w:tab/>
      </w:r>
      <w:r>
        <w:rPr>
          <w:rFonts w:asciiTheme="majorBidi" w:hAnsiTheme="majorBidi" w:cstheme="majorBidi"/>
        </w:rPr>
        <w:t xml:space="preserve">Cependant, </w:t>
      </w:r>
      <w:r w:rsidRPr="00965443">
        <w:t>dans</w:t>
      </w:r>
      <w:r>
        <w:rPr>
          <w:rFonts w:asciiTheme="majorBidi" w:hAnsiTheme="majorBidi" w:cstheme="majorBidi"/>
        </w:rPr>
        <w:t xml:space="preserve"> le cas de</w:t>
      </w:r>
      <w:r w:rsidRPr="00702586">
        <w:rPr>
          <w:rFonts w:asciiTheme="majorBidi" w:hAnsiTheme="majorBidi" w:cstheme="majorBidi"/>
        </w:rPr>
        <w:t xml:space="preserve"> feux de position arrière mutuel</w:t>
      </w:r>
      <w:r>
        <w:rPr>
          <w:rFonts w:asciiTheme="majorBidi" w:hAnsiTheme="majorBidi" w:cstheme="majorBidi"/>
        </w:rPr>
        <w:t xml:space="preserve">lement incorporés avec des feux </w:t>
      </w:r>
      <w:r w:rsidRPr="00702586">
        <w:rPr>
          <w:rFonts w:asciiTheme="majorBidi" w:hAnsiTheme="majorBidi" w:cstheme="majorBidi"/>
        </w:rPr>
        <w:t xml:space="preserve">stop, les feux doivent satisfaire </w:t>
      </w:r>
      <w:r>
        <w:rPr>
          <w:rFonts w:asciiTheme="majorBidi" w:hAnsiTheme="majorBidi" w:cstheme="majorBidi"/>
        </w:rPr>
        <w:t xml:space="preserve">à </w:t>
      </w:r>
      <w:r w:rsidRPr="00702586">
        <w:rPr>
          <w:rFonts w:asciiTheme="majorBidi" w:hAnsiTheme="majorBidi" w:cstheme="majorBidi"/>
        </w:rPr>
        <w:t>l</w:t>
      </w:r>
      <w:r w:rsidR="003D2091">
        <w:rPr>
          <w:rFonts w:asciiTheme="majorBidi" w:hAnsiTheme="majorBidi" w:cstheme="majorBidi"/>
        </w:rPr>
        <w:t>’</w:t>
      </w:r>
      <w:r w:rsidRPr="00702586">
        <w:rPr>
          <w:rFonts w:asciiTheme="majorBidi" w:hAnsiTheme="majorBidi" w:cstheme="majorBidi"/>
        </w:rPr>
        <w:t>une ou l</w:t>
      </w:r>
      <w:r w:rsidR="003D2091">
        <w:rPr>
          <w:rFonts w:asciiTheme="majorBidi" w:hAnsiTheme="majorBidi" w:cstheme="majorBidi"/>
        </w:rPr>
        <w:t>’</w:t>
      </w:r>
      <w:r w:rsidRPr="00702586">
        <w:rPr>
          <w:rFonts w:asciiTheme="majorBidi" w:hAnsiTheme="majorBidi" w:cstheme="majorBidi"/>
        </w:rPr>
        <w:t>autre des conditions suivantes :</w:t>
      </w:r>
    </w:p>
    <w:p w14:paraId="7D1A293D" w14:textId="3C035654" w:rsidR="00C82E24" w:rsidRPr="00702586" w:rsidRDefault="00C82E24" w:rsidP="00C82E24">
      <w:pPr>
        <w:pStyle w:val="SingleTxtG"/>
        <w:ind w:left="2835" w:hanging="567"/>
        <w:rPr>
          <w:rFonts w:asciiTheme="majorBidi" w:hAnsiTheme="majorBidi" w:cstheme="majorBidi"/>
        </w:rPr>
      </w:pPr>
      <w:r w:rsidRPr="00702586">
        <w:rPr>
          <w:rFonts w:asciiTheme="majorBidi" w:hAnsiTheme="majorBidi" w:cstheme="majorBidi"/>
        </w:rPr>
        <w:t>a)</w:t>
      </w:r>
      <w:r w:rsidRPr="00702586">
        <w:rPr>
          <w:rFonts w:asciiTheme="majorBidi" w:hAnsiTheme="majorBidi" w:cstheme="majorBidi"/>
        </w:rPr>
        <w:tab/>
        <w:t>Soit faire partie d</w:t>
      </w:r>
      <w:r w:rsidR="003D2091">
        <w:rPr>
          <w:rFonts w:asciiTheme="majorBidi" w:hAnsiTheme="majorBidi" w:cstheme="majorBidi"/>
        </w:rPr>
        <w:t>’</w:t>
      </w:r>
      <w:r w:rsidRPr="00702586">
        <w:rPr>
          <w:rFonts w:asciiTheme="majorBidi" w:hAnsiTheme="majorBidi" w:cstheme="majorBidi"/>
        </w:rPr>
        <w:t>un ensemble composé de sources lumineuses multiples ;</w:t>
      </w:r>
    </w:p>
    <w:p w14:paraId="6FAD1499" w14:textId="769C472E" w:rsidR="00C82E24" w:rsidRPr="00702586" w:rsidRDefault="00C82E24" w:rsidP="00C82E24">
      <w:pPr>
        <w:pStyle w:val="SingleTxtG"/>
        <w:ind w:left="2835" w:hanging="567"/>
        <w:rPr>
          <w:rFonts w:asciiTheme="majorBidi" w:hAnsiTheme="majorBidi" w:cstheme="majorBidi"/>
        </w:rPr>
      </w:pPr>
      <w:r w:rsidRPr="00702586">
        <w:rPr>
          <w:rFonts w:asciiTheme="majorBidi" w:hAnsiTheme="majorBidi" w:cstheme="majorBidi"/>
        </w:rPr>
        <w:t>b)</w:t>
      </w:r>
      <w:r w:rsidRPr="00702586">
        <w:rPr>
          <w:rFonts w:asciiTheme="majorBidi" w:hAnsiTheme="majorBidi" w:cstheme="majorBidi"/>
        </w:rPr>
        <w:tab/>
        <w:t>Soit être prévus pour une utilisation dans un véhicule équipé d</w:t>
      </w:r>
      <w:r w:rsidR="003D2091">
        <w:rPr>
          <w:rFonts w:asciiTheme="majorBidi" w:hAnsiTheme="majorBidi" w:cstheme="majorBidi"/>
        </w:rPr>
        <w:t>’</w:t>
      </w:r>
      <w:r w:rsidRPr="00702586">
        <w:rPr>
          <w:rFonts w:asciiTheme="majorBidi" w:hAnsiTheme="majorBidi" w:cstheme="majorBidi"/>
        </w:rPr>
        <w:t>un système de détection des défaillances pour cette fonction.</w:t>
      </w:r>
    </w:p>
    <w:p w14:paraId="5DFC3322" w14:textId="77777777" w:rsidR="00C82E24" w:rsidRPr="00702586" w:rsidRDefault="00C82E24" w:rsidP="00C82E24">
      <w:pPr>
        <w:pStyle w:val="SingleTxtG"/>
        <w:ind w:left="2835" w:hanging="567"/>
      </w:pPr>
      <w:r w:rsidRPr="00702586">
        <w:t>Dans tous les cas, une note doit figurer sur la fiche de communication.</w:t>
      </w:r>
    </w:p>
    <w:p w14:paraId="2F427B71" w14:textId="77777777"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4.5.5</w:t>
      </w:r>
      <w:r w:rsidRPr="00702586">
        <w:rPr>
          <w:rFonts w:asciiTheme="majorBidi" w:hAnsiTheme="majorBidi" w:cstheme="majorBidi"/>
        </w:rPr>
        <w:tab/>
        <w:t xml:space="preserve">Si le feu de position avant renferme une ou plusieurs sources de rayonnement </w:t>
      </w:r>
      <w:proofErr w:type="spellStart"/>
      <w:r w:rsidRPr="00702586">
        <w:rPr>
          <w:rFonts w:asciiTheme="majorBidi" w:hAnsiTheme="majorBidi" w:cstheme="majorBidi"/>
        </w:rPr>
        <w:t>infrarouge</w:t>
      </w:r>
      <w:proofErr w:type="spellEnd"/>
      <w:r w:rsidRPr="00702586">
        <w:rPr>
          <w:rFonts w:asciiTheme="majorBidi" w:hAnsiTheme="majorBidi" w:cstheme="majorBidi"/>
        </w:rPr>
        <w:t xml:space="preserve">, ses </w:t>
      </w:r>
      <w:r w:rsidRPr="00965443">
        <w:t>prescriptions</w:t>
      </w:r>
      <w:r w:rsidRPr="00702586">
        <w:rPr>
          <w:rFonts w:asciiTheme="majorBidi" w:hAnsiTheme="majorBidi" w:cstheme="majorBidi"/>
        </w:rPr>
        <w:t xml:space="preserve"> photométriques et colorimétriques doivent être respectées, indépendamment du fonctionnement de ces sources.</w:t>
      </w:r>
    </w:p>
    <w:p w14:paraId="24865A98" w14:textId="77777777"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4.6</w:t>
      </w:r>
      <w:r w:rsidRPr="00702586">
        <w:rPr>
          <w:rFonts w:asciiTheme="majorBidi" w:hAnsiTheme="majorBidi" w:cstheme="majorBidi"/>
        </w:rPr>
        <w:tab/>
      </w:r>
      <w:r w:rsidRPr="00965443">
        <w:t>Dispositions</w:t>
      </w:r>
      <w:r w:rsidRPr="00702586">
        <w:rPr>
          <w:rFonts w:asciiTheme="majorBidi" w:hAnsiTheme="majorBidi" w:cstheme="majorBidi"/>
        </w:rPr>
        <w:t xml:space="preserve"> applicables en cas de défaillance</w:t>
      </w:r>
    </w:p>
    <w:p w14:paraId="514E4A11" w14:textId="11DE1DBA" w:rsidR="00C82E24" w:rsidRPr="00702586" w:rsidRDefault="00C82E24" w:rsidP="00965443">
      <w:pPr>
        <w:pStyle w:val="SingleTxtG"/>
        <w:tabs>
          <w:tab w:val="clear" w:pos="1701"/>
        </w:tabs>
        <w:spacing w:before="120"/>
        <w:ind w:left="2268" w:hanging="1134"/>
        <w:rPr>
          <w:rFonts w:asciiTheme="majorBidi" w:hAnsiTheme="majorBidi" w:cstheme="majorBidi"/>
        </w:rPr>
      </w:pPr>
      <w:r w:rsidRPr="00702586">
        <w:rPr>
          <w:rFonts w:asciiTheme="majorBidi" w:hAnsiTheme="majorBidi" w:cstheme="majorBidi"/>
        </w:rPr>
        <w:t>4.6.1</w:t>
      </w:r>
      <w:r w:rsidRPr="00702586">
        <w:rPr>
          <w:rFonts w:asciiTheme="majorBidi" w:hAnsiTheme="majorBidi" w:cstheme="majorBidi"/>
        </w:rPr>
        <w:tab/>
        <w:t>Défaillance d</w:t>
      </w:r>
      <w:r w:rsidR="003D2091">
        <w:rPr>
          <w:rFonts w:asciiTheme="majorBidi" w:hAnsiTheme="majorBidi" w:cstheme="majorBidi"/>
        </w:rPr>
        <w:t>’</w:t>
      </w:r>
      <w:r w:rsidRPr="00702586">
        <w:rPr>
          <w:rFonts w:asciiTheme="majorBidi" w:hAnsiTheme="majorBidi" w:cstheme="majorBidi"/>
        </w:rPr>
        <w:t>un feu comprenant plus d</w:t>
      </w:r>
      <w:r w:rsidR="003D2091">
        <w:rPr>
          <w:rFonts w:asciiTheme="majorBidi" w:hAnsiTheme="majorBidi" w:cstheme="majorBidi"/>
        </w:rPr>
        <w:t>’</w:t>
      </w:r>
      <w:r w:rsidRPr="00702586">
        <w:rPr>
          <w:rFonts w:asciiTheme="majorBidi" w:hAnsiTheme="majorBidi" w:cstheme="majorBidi"/>
        </w:rPr>
        <w:t>une source lumineuse</w:t>
      </w:r>
    </w:p>
    <w:p w14:paraId="437C47A4" w14:textId="2FABD6F7" w:rsidR="00C82E24" w:rsidRPr="00702586" w:rsidRDefault="00C82E24" w:rsidP="00965443">
      <w:pPr>
        <w:pStyle w:val="SingleTxtG"/>
        <w:tabs>
          <w:tab w:val="clear" w:pos="1701"/>
        </w:tabs>
        <w:spacing w:before="120"/>
        <w:ind w:left="2268" w:hanging="1134"/>
      </w:pPr>
      <w:r w:rsidRPr="00702586">
        <w:rPr>
          <w:rFonts w:asciiTheme="majorBidi" w:hAnsiTheme="majorBidi" w:cstheme="majorBidi"/>
        </w:rPr>
        <w:t>4.6.1.1</w:t>
      </w:r>
      <w:r w:rsidRPr="00702586">
        <w:rPr>
          <w:rFonts w:asciiTheme="majorBidi" w:hAnsiTheme="majorBidi" w:cstheme="majorBidi"/>
        </w:rPr>
        <w:tab/>
        <w:t>Dans un feu comprenant plus d</w:t>
      </w:r>
      <w:r w:rsidR="003D2091">
        <w:rPr>
          <w:rFonts w:asciiTheme="majorBidi" w:hAnsiTheme="majorBidi" w:cstheme="majorBidi"/>
        </w:rPr>
        <w:t>’</w:t>
      </w:r>
      <w:r w:rsidRPr="00702586">
        <w:rPr>
          <w:rFonts w:asciiTheme="majorBidi" w:hAnsiTheme="majorBidi" w:cstheme="majorBidi"/>
        </w:rPr>
        <w:t>une</w:t>
      </w:r>
      <w:r w:rsidRPr="00702586">
        <w:t xml:space="preserve"> source lumineuse, un groupe de sources lumineuses reliées de manière que la défaillance de l</w:t>
      </w:r>
      <w:r w:rsidR="003D2091">
        <w:t>’</w:t>
      </w:r>
      <w:r w:rsidRPr="00702586">
        <w:t>une d</w:t>
      </w:r>
      <w:r w:rsidR="003D2091">
        <w:t>’</w:t>
      </w:r>
      <w:r w:rsidRPr="00702586">
        <w:t>entre elles provoque l</w:t>
      </w:r>
      <w:r w:rsidR="003D2091">
        <w:t>’</w:t>
      </w:r>
      <w:r w:rsidRPr="00702586">
        <w:t>interruption de l</w:t>
      </w:r>
      <w:r w:rsidR="003D2091">
        <w:t>’</w:t>
      </w:r>
      <w:r w:rsidRPr="00702586">
        <w:t>éclairage de l</w:t>
      </w:r>
      <w:r w:rsidR="003D2091">
        <w:t>’</w:t>
      </w:r>
      <w:r w:rsidRPr="00702586">
        <w:t xml:space="preserve">ensemble est considéré comme une </w:t>
      </w:r>
      <w:r>
        <w:t xml:space="preserve">seule et même </w:t>
      </w:r>
      <w:r w:rsidRPr="00702586">
        <w:t>source lumineuse.</w:t>
      </w:r>
    </w:p>
    <w:p w14:paraId="11D533C6" w14:textId="36D2FC6A" w:rsidR="00C82E24" w:rsidRPr="00702586" w:rsidRDefault="00C82E24" w:rsidP="00965443">
      <w:pPr>
        <w:pStyle w:val="SingleTxtG"/>
        <w:tabs>
          <w:tab w:val="clear" w:pos="1701"/>
        </w:tabs>
        <w:spacing w:before="120"/>
        <w:ind w:left="2268" w:hanging="1134"/>
      </w:pPr>
      <w:r w:rsidRPr="00702586">
        <w:t>4.6.1.2</w:t>
      </w:r>
      <w:r w:rsidRPr="00702586">
        <w:tab/>
      </w:r>
      <w:r w:rsidRPr="00702586">
        <w:rPr>
          <w:bCs/>
          <w:snapToGrid w:val="0"/>
        </w:rPr>
        <w:t>En cas de défaillance de l</w:t>
      </w:r>
      <w:r w:rsidR="003D2091">
        <w:rPr>
          <w:bCs/>
          <w:snapToGrid w:val="0"/>
        </w:rPr>
        <w:t>’</w:t>
      </w:r>
      <w:r w:rsidRPr="00702586">
        <w:rPr>
          <w:bCs/>
          <w:snapToGrid w:val="0"/>
        </w:rPr>
        <w:t xml:space="preserve">une quelconque des sources lumineuses contenues dans un feu </w:t>
      </w:r>
      <w:r w:rsidRPr="00965443">
        <w:t>comprenant</w:t>
      </w:r>
      <w:r w:rsidRPr="00702586">
        <w:rPr>
          <w:bCs/>
          <w:snapToGrid w:val="0"/>
        </w:rPr>
        <w:t xml:space="preserve"> plusieurs sources lumineuses, au moins l</w:t>
      </w:r>
      <w:r w:rsidR="003D2091">
        <w:rPr>
          <w:bCs/>
          <w:snapToGrid w:val="0"/>
        </w:rPr>
        <w:t>’</w:t>
      </w:r>
      <w:r w:rsidRPr="00702586">
        <w:rPr>
          <w:bCs/>
          <w:snapToGrid w:val="0"/>
        </w:rPr>
        <w:t xml:space="preserve">une des dispositions suivantes </w:t>
      </w:r>
      <w:r>
        <w:rPr>
          <w:bCs/>
          <w:snapToGrid w:val="0"/>
        </w:rPr>
        <w:t>s</w:t>
      </w:r>
      <w:r w:rsidR="003D2091">
        <w:rPr>
          <w:bCs/>
          <w:snapToGrid w:val="0"/>
        </w:rPr>
        <w:t>’</w:t>
      </w:r>
      <w:r>
        <w:rPr>
          <w:bCs/>
          <w:snapToGrid w:val="0"/>
        </w:rPr>
        <w:t>applique</w:t>
      </w:r>
      <w:r w:rsidRPr="00702586">
        <w:rPr>
          <w:bCs/>
          <w:snapToGrid w:val="0"/>
        </w:rPr>
        <w:t> :</w:t>
      </w:r>
    </w:p>
    <w:p w14:paraId="3B2FFA90" w14:textId="07BD96D4" w:rsidR="00C82E24" w:rsidRPr="00702586" w:rsidRDefault="00C82E24" w:rsidP="00C82E24">
      <w:pPr>
        <w:pStyle w:val="SingleTxtG"/>
        <w:ind w:left="2835" w:hanging="567"/>
        <w:rPr>
          <w:bCs/>
        </w:rPr>
      </w:pPr>
      <w:r w:rsidRPr="00702586">
        <w:rPr>
          <w:bCs/>
          <w:snapToGrid w:val="0"/>
        </w:rPr>
        <w:t>a)</w:t>
      </w:r>
      <w:r w:rsidRPr="00702586">
        <w:rPr>
          <w:bCs/>
          <w:snapToGrid w:val="0"/>
        </w:rPr>
        <w:tab/>
        <w:t>L</w:t>
      </w:r>
      <w:r w:rsidR="003D2091">
        <w:rPr>
          <w:bCs/>
          <w:snapToGrid w:val="0"/>
        </w:rPr>
        <w:t>’</w:t>
      </w:r>
      <w:r w:rsidRPr="00702586">
        <w:rPr>
          <w:bCs/>
          <w:snapToGrid w:val="0"/>
        </w:rPr>
        <w:t xml:space="preserve">intensité lumineuse </w:t>
      </w:r>
      <w:r>
        <w:rPr>
          <w:bCs/>
          <w:snapToGrid w:val="0"/>
        </w:rPr>
        <w:t>doit être</w:t>
      </w:r>
      <w:r w:rsidRPr="00702586">
        <w:rPr>
          <w:bCs/>
          <w:snapToGrid w:val="0"/>
        </w:rPr>
        <w:t xml:space="preserve"> conforme à la valeur minimale prescrite dans </w:t>
      </w:r>
      <w:r>
        <w:rPr>
          <w:bCs/>
          <w:snapToGrid w:val="0"/>
        </w:rPr>
        <w:t>la grille de</w:t>
      </w:r>
      <w:r w:rsidRPr="00702586">
        <w:rPr>
          <w:bCs/>
          <w:snapToGrid w:val="0"/>
        </w:rPr>
        <w:t xml:space="preserve"> répartition normal</w:t>
      </w:r>
      <w:r>
        <w:rPr>
          <w:bCs/>
          <w:snapToGrid w:val="0"/>
        </w:rPr>
        <w:t>isé</w:t>
      </w:r>
      <w:r w:rsidRPr="00702586">
        <w:rPr>
          <w:bCs/>
          <w:snapToGrid w:val="0"/>
        </w:rPr>
        <w:t>e de la lumière</w:t>
      </w:r>
      <w:r w:rsidRPr="00702586">
        <w:rPr>
          <w:bCs/>
        </w:rPr>
        <w:t xml:space="preserve"> qui figure à l</w:t>
      </w:r>
      <w:r w:rsidR="003D2091">
        <w:rPr>
          <w:bCs/>
        </w:rPr>
        <w:t>’</w:t>
      </w:r>
      <w:r w:rsidRPr="00702586">
        <w:rPr>
          <w:bCs/>
        </w:rPr>
        <w:t>annexe 3 et, lorsque toutes les sources lumineuses sont allumées, l</w:t>
      </w:r>
      <w:r w:rsidR="003D2091">
        <w:rPr>
          <w:bCs/>
        </w:rPr>
        <w:t>’</w:t>
      </w:r>
      <w:r w:rsidRPr="00702586">
        <w:rPr>
          <w:bCs/>
        </w:rPr>
        <w:t xml:space="preserve">intensité maximale </w:t>
      </w:r>
      <w:r>
        <w:rPr>
          <w:bCs/>
        </w:rPr>
        <w:t>ne doit</w:t>
      </w:r>
      <w:r w:rsidRPr="00702586">
        <w:rPr>
          <w:bCs/>
        </w:rPr>
        <w:t xml:space="preserve"> pas </w:t>
      </w:r>
      <w:r>
        <w:rPr>
          <w:bCs/>
        </w:rPr>
        <w:t xml:space="preserve">être </w:t>
      </w:r>
      <w:r w:rsidRPr="00702586">
        <w:rPr>
          <w:bCs/>
        </w:rPr>
        <w:t>dépassée ; ou</w:t>
      </w:r>
    </w:p>
    <w:p w14:paraId="3AAC32AA" w14:textId="03740A1C" w:rsidR="00C82E24" w:rsidRPr="00702586" w:rsidRDefault="00C82E24" w:rsidP="00C82E24">
      <w:pPr>
        <w:pStyle w:val="SingleTxtG"/>
        <w:ind w:left="2835" w:hanging="567"/>
        <w:rPr>
          <w:bCs/>
          <w:snapToGrid w:val="0"/>
        </w:rPr>
      </w:pPr>
      <w:r w:rsidRPr="00702586">
        <w:rPr>
          <w:bCs/>
          <w:snapToGrid w:val="0"/>
        </w:rPr>
        <w:t>b)</w:t>
      </w:r>
      <w:r w:rsidRPr="00702586">
        <w:rPr>
          <w:bCs/>
          <w:snapToGrid w:val="0"/>
        </w:rPr>
        <w:tab/>
        <w:t>Un signal d</w:t>
      </w:r>
      <w:r w:rsidR="003D2091">
        <w:rPr>
          <w:bCs/>
          <w:snapToGrid w:val="0"/>
        </w:rPr>
        <w:t>’</w:t>
      </w:r>
      <w:r w:rsidRPr="00702586">
        <w:rPr>
          <w:bCs/>
          <w:snapToGrid w:val="0"/>
        </w:rPr>
        <w:t>activation d</w:t>
      </w:r>
      <w:r w:rsidR="003D2091">
        <w:rPr>
          <w:bCs/>
          <w:snapToGrid w:val="0"/>
        </w:rPr>
        <w:t>’</w:t>
      </w:r>
      <w:r w:rsidRPr="00702586">
        <w:rPr>
          <w:bCs/>
          <w:snapToGrid w:val="0"/>
        </w:rPr>
        <w:t xml:space="preserve">un témoin indiquant une défaillance </w:t>
      </w:r>
      <w:r>
        <w:rPr>
          <w:bCs/>
          <w:snapToGrid w:val="0"/>
        </w:rPr>
        <w:t>doit être</w:t>
      </w:r>
      <w:r w:rsidRPr="00702586">
        <w:rPr>
          <w:bCs/>
          <w:snapToGrid w:val="0"/>
        </w:rPr>
        <w:t xml:space="preserve"> émis, comme indiqué aux paragraphes 6.4.8, 6.7.8, 6.9.8, 6.10.8, 6.11.8, 6.12.8, 6.13.8 et 6.18.8 du Règlement </w:t>
      </w:r>
      <w:r>
        <w:rPr>
          <w:bCs/>
          <w:snapToGrid w:val="0"/>
        </w:rPr>
        <w:t xml:space="preserve">ONU </w:t>
      </w:r>
      <w:r w:rsidRPr="00702586">
        <w:rPr>
          <w:bCs/>
          <w:snapToGrid w:val="0"/>
        </w:rPr>
        <w:t>n</w:t>
      </w:r>
      <w:r w:rsidRPr="00702586">
        <w:rPr>
          <w:bCs/>
          <w:snapToGrid w:val="0"/>
          <w:vertAlign w:val="superscript"/>
        </w:rPr>
        <w:t>o</w:t>
      </w:r>
      <w:r w:rsidRPr="00702586">
        <w:rPr>
          <w:bCs/>
          <w:snapToGrid w:val="0"/>
        </w:rPr>
        <w:t> 48, sous réserve que l</w:t>
      </w:r>
      <w:r w:rsidR="003D2091">
        <w:rPr>
          <w:bCs/>
          <w:snapToGrid w:val="0"/>
        </w:rPr>
        <w:t>’</w:t>
      </w:r>
      <w:r w:rsidRPr="00702586">
        <w:rPr>
          <w:bCs/>
          <w:snapToGrid w:val="0"/>
        </w:rPr>
        <w:t>intensité lumineuse dans l</w:t>
      </w:r>
      <w:r w:rsidR="003D2091">
        <w:rPr>
          <w:bCs/>
          <w:snapToGrid w:val="0"/>
        </w:rPr>
        <w:t>’</w:t>
      </w:r>
      <w:r w:rsidRPr="00702586">
        <w:rPr>
          <w:bCs/>
          <w:snapToGrid w:val="0"/>
        </w:rPr>
        <w:t>axe de référence soit au moins égale à 50 % de la valeur minimale prescrite. Dans ce cas, il est précisé dans la fiche de communication que le feu en question ne doit être utilisé que sur un véhicule équipé d</w:t>
      </w:r>
      <w:r w:rsidR="003D2091">
        <w:rPr>
          <w:bCs/>
          <w:snapToGrid w:val="0"/>
        </w:rPr>
        <w:t>’</w:t>
      </w:r>
      <w:r w:rsidRPr="00702586">
        <w:rPr>
          <w:bCs/>
          <w:snapToGrid w:val="0"/>
        </w:rPr>
        <w:t xml:space="preserve">un témoin </w:t>
      </w:r>
      <w:r>
        <w:rPr>
          <w:bCs/>
          <w:snapToGrid w:val="0"/>
        </w:rPr>
        <w:t>de</w:t>
      </w:r>
      <w:r w:rsidRPr="00702586">
        <w:rPr>
          <w:bCs/>
          <w:snapToGrid w:val="0"/>
        </w:rPr>
        <w:t xml:space="preserve"> défaillance.</w:t>
      </w:r>
    </w:p>
    <w:p w14:paraId="7B20811D" w14:textId="494642AB" w:rsidR="00C82E24" w:rsidRPr="00702586" w:rsidRDefault="00C82E24" w:rsidP="00965443">
      <w:pPr>
        <w:pStyle w:val="SingleTxtG"/>
        <w:tabs>
          <w:tab w:val="clear" w:pos="1701"/>
        </w:tabs>
        <w:spacing w:before="120"/>
        <w:ind w:left="2268" w:hanging="1134"/>
      </w:pPr>
      <w:r w:rsidRPr="00702586">
        <w:t>4.6.1.3</w:t>
      </w:r>
      <w:r w:rsidRPr="00702586">
        <w:tab/>
        <w:t>Les prescriptions du paragraphe 4.6.1.2 ne s</w:t>
      </w:r>
      <w:r w:rsidR="003D2091">
        <w:t>’</w:t>
      </w:r>
      <w:r w:rsidRPr="00702586">
        <w:t>appliquent pas aux feux de circulation diurne, lesquels doivent satisfaire aux prescriptions du paragraphe 5.4.4.</w:t>
      </w:r>
    </w:p>
    <w:p w14:paraId="2906422D" w14:textId="5161C8EB" w:rsidR="00C82E24" w:rsidRPr="00702586" w:rsidRDefault="00C82E24" w:rsidP="00965443">
      <w:pPr>
        <w:pStyle w:val="SingleTxtG"/>
        <w:tabs>
          <w:tab w:val="clear" w:pos="1701"/>
        </w:tabs>
        <w:spacing w:before="120"/>
        <w:ind w:left="2268" w:hanging="1134"/>
      </w:pPr>
      <w:r w:rsidRPr="00702586">
        <w:t>4.6.1.4</w:t>
      </w:r>
      <w:r w:rsidRPr="00702586">
        <w:tab/>
        <w:t>Les prescriptions du paragraphe 4.6.1.2 ne s</w:t>
      </w:r>
      <w:r w:rsidR="003D2091">
        <w:t>’</w:t>
      </w:r>
      <w:r w:rsidRPr="00702586">
        <w:t xml:space="preserve">appliquent pas aux feux indicateurs de direction des catégories 1, 1a, 1b, 2a, 2b, </w:t>
      </w:r>
      <w:r w:rsidRPr="00702586">
        <w:rPr>
          <w:bCs/>
        </w:rPr>
        <w:t>11, 11a, 11b, 11c et</w:t>
      </w:r>
      <w:r>
        <w:rPr>
          <w:bCs/>
        </w:rPr>
        <w:t> </w:t>
      </w:r>
      <w:r w:rsidRPr="00702586">
        <w:rPr>
          <w:bCs/>
        </w:rPr>
        <w:t>12, lesquels doivent satisfaire aux</w:t>
      </w:r>
      <w:r w:rsidRPr="00702586">
        <w:t xml:space="preserve"> prescriptions du paragraphe 5.6.3.</w:t>
      </w:r>
    </w:p>
    <w:p w14:paraId="70258FF0" w14:textId="59E9CF7B" w:rsidR="00C82E24" w:rsidRPr="00702586" w:rsidRDefault="00C82E24" w:rsidP="00965443">
      <w:pPr>
        <w:pStyle w:val="SingleTxtG"/>
        <w:tabs>
          <w:tab w:val="clear" w:pos="1701"/>
        </w:tabs>
        <w:spacing w:before="120"/>
        <w:ind w:left="2268" w:hanging="1134"/>
      </w:pPr>
      <w:r w:rsidRPr="00702586">
        <w:t>4.6.1.5</w:t>
      </w:r>
      <w:r w:rsidRPr="00702586">
        <w:tab/>
        <w:t>Les prescriptions du paragraphe 4.6.1.2 ne s</w:t>
      </w:r>
      <w:r w:rsidR="003D2091">
        <w:t>’</w:t>
      </w:r>
      <w:r w:rsidRPr="00702586">
        <w:t>appliquent pas aux feux de plaques d</w:t>
      </w:r>
      <w:r w:rsidR="003D2091">
        <w:t>’</w:t>
      </w:r>
      <w:r w:rsidRPr="00702586">
        <w:t>immatriculation.</w:t>
      </w:r>
    </w:p>
    <w:p w14:paraId="6C0FD0FD" w14:textId="42F065B4" w:rsidR="00C82E24" w:rsidRPr="00702586" w:rsidRDefault="00C82E24" w:rsidP="00965443">
      <w:pPr>
        <w:pStyle w:val="SingleTxtG"/>
        <w:tabs>
          <w:tab w:val="clear" w:pos="1701"/>
        </w:tabs>
        <w:spacing w:before="120"/>
        <w:ind w:left="2268" w:hanging="1134"/>
      </w:pPr>
      <w:r w:rsidRPr="00702586">
        <w:t>4.6.1.6</w:t>
      </w:r>
      <w:r w:rsidRPr="00702586">
        <w:tab/>
        <w:t>Les prescriptions du paragraphe 4.6.1.2 b) ne s</w:t>
      </w:r>
      <w:r w:rsidR="003D2091">
        <w:t>’</w:t>
      </w:r>
      <w:r w:rsidRPr="00702586">
        <w:t xml:space="preserve">appliquent pas aux </w:t>
      </w:r>
      <w:r>
        <w:t>feux stop</w:t>
      </w:r>
      <w:r w:rsidRPr="00702586">
        <w:t xml:space="preserve"> et feux de position destinés aux véhicules de la catégorie L.</w:t>
      </w:r>
    </w:p>
    <w:p w14:paraId="35D15BD8" w14:textId="46241D9F" w:rsidR="00C82E24" w:rsidRPr="00702586" w:rsidRDefault="00C82E24" w:rsidP="0092373E">
      <w:pPr>
        <w:pStyle w:val="SingleTxtG"/>
        <w:keepNext/>
        <w:tabs>
          <w:tab w:val="clear" w:pos="1701"/>
        </w:tabs>
        <w:spacing w:before="120"/>
        <w:ind w:left="2268" w:hanging="1134"/>
      </w:pPr>
      <w:r w:rsidRPr="00702586">
        <w:lastRenderedPageBreak/>
        <w:t>4.6.2</w:t>
      </w:r>
      <w:r w:rsidRPr="00702586">
        <w:tab/>
        <w:t>En cas de défaillance du régulateur d</w:t>
      </w:r>
      <w:r w:rsidR="003D2091">
        <w:t>’</w:t>
      </w:r>
      <w:r w:rsidRPr="00702586">
        <w:t>intensité :</w:t>
      </w:r>
    </w:p>
    <w:p w14:paraId="3BBD3088" w14:textId="0064A801" w:rsidR="00C82E24" w:rsidRPr="00702586" w:rsidRDefault="00C82E24" w:rsidP="0092373E">
      <w:pPr>
        <w:pStyle w:val="SingleTxtG"/>
        <w:keepNext/>
        <w:ind w:left="2835" w:hanging="567"/>
      </w:pPr>
      <w:r w:rsidRPr="00702586">
        <w:t>a)</w:t>
      </w:r>
      <w:r w:rsidRPr="00702586">
        <w:tab/>
        <w:t>D</w:t>
      </w:r>
      <w:r w:rsidR="003D2091">
        <w:t>’</w:t>
      </w:r>
      <w:r w:rsidRPr="00702586">
        <w:t>un feu de position arrière de la catégorie R2, émettant une lumière d</w:t>
      </w:r>
      <w:r w:rsidR="003D2091">
        <w:t>’</w:t>
      </w:r>
      <w:r w:rsidRPr="00702586">
        <w:t>une intensité supérieure à la valeur maximale prescrite pour la catégorie R1 ;</w:t>
      </w:r>
    </w:p>
    <w:p w14:paraId="63FB9AAF" w14:textId="7155085A" w:rsidR="00C82E24" w:rsidRPr="00702586" w:rsidRDefault="00C82E24" w:rsidP="00C82E24">
      <w:pPr>
        <w:pStyle w:val="SingleTxtG"/>
        <w:ind w:left="2835" w:hanging="567"/>
      </w:pPr>
      <w:r w:rsidRPr="00702586">
        <w:t>b)</w:t>
      </w:r>
      <w:r w:rsidRPr="00702586">
        <w:tab/>
      </w:r>
      <w:r>
        <w:t>D</w:t>
      </w:r>
      <w:r w:rsidR="003D2091">
        <w:t>’</w:t>
      </w:r>
      <w:r>
        <w:t>u</w:t>
      </w:r>
      <w:r w:rsidRPr="00702586">
        <w:t>n feu d</w:t>
      </w:r>
      <w:r w:rsidR="003D2091">
        <w:t>’</w:t>
      </w:r>
      <w:r w:rsidRPr="00702586">
        <w:t>encombrement arrière de la catégorie RM2 émettant une lumière d</w:t>
      </w:r>
      <w:r w:rsidR="003D2091">
        <w:t>’</w:t>
      </w:r>
      <w:r w:rsidRPr="00702586">
        <w:t xml:space="preserve">une </w:t>
      </w:r>
      <w:r w:rsidRPr="00180A25">
        <w:rPr>
          <w:bCs/>
          <w:snapToGrid w:val="0"/>
        </w:rPr>
        <w:t>intensité</w:t>
      </w:r>
      <w:r w:rsidRPr="00702586">
        <w:t xml:space="preserve"> supérieure à la valeur maximale prescrite pour la catégorie RM1 ;</w:t>
      </w:r>
    </w:p>
    <w:p w14:paraId="466A1E24" w14:textId="40932BE2" w:rsidR="00C82E24" w:rsidRPr="00702586" w:rsidRDefault="00C82E24" w:rsidP="00C82E24">
      <w:pPr>
        <w:pStyle w:val="SingleTxtG"/>
        <w:ind w:left="2835" w:hanging="567"/>
      </w:pPr>
      <w:r w:rsidRPr="00702586">
        <w:t>c)</w:t>
      </w:r>
      <w:r w:rsidRPr="00702586">
        <w:tab/>
      </w:r>
      <w:r>
        <w:t>D</w:t>
      </w:r>
      <w:r w:rsidR="003D2091">
        <w:t>’</w:t>
      </w:r>
      <w:r>
        <w:t>u</w:t>
      </w:r>
      <w:r w:rsidRPr="00702586">
        <w:t xml:space="preserve">n </w:t>
      </w:r>
      <w:r>
        <w:t>feu stop</w:t>
      </w:r>
      <w:r w:rsidRPr="00702586">
        <w:t xml:space="preserve"> de la catégorie S2 émettant une lumière d</w:t>
      </w:r>
      <w:r w:rsidR="003D2091">
        <w:t>’</w:t>
      </w:r>
      <w:r w:rsidRPr="00702586">
        <w:t>une intensité supérieure à la valeur maximale prescrite pour la catégorie S1 ;</w:t>
      </w:r>
    </w:p>
    <w:p w14:paraId="70131A80" w14:textId="3AFFF97F" w:rsidR="00C82E24" w:rsidRPr="00702586" w:rsidRDefault="00C82E24" w:rsidP="00C82E24">
      <w:pPr>
        <w:pStyle w:val="SingleTxtG"/>
        <w:ind w:left="2835" w:hanging="567"/>
      </w:pPr>
      <w:r w:rsidRPr="00702586">
        <w:t>d)</w:t>
      </w:r>
      <w:r w:rsidRPr="00702586">
        <w:tab/>
      </w:r>
      <w:r>
        <w:t>D</w:t>
      </w:r>
      <w:r w:rsidR="003D2091">
        <w:t>’</w:t>
      </w:r>
      <w:r>
        <w:t>u</w:t>
      </w:r>
      <w:r w:rsidRPr="00702586">
        <w:t xml:space="preserve">n </w:t>
      </w:r>
      <w:r>
        <w:t>feu stop</w:t>
      </w:r>
      <w:r w:rsidRPr="00702586">
        <w:t xml:space="preserve"> de la catégorie S4 émettant une lumière d</w:t>
      </w:r>
      <w:r w:rsidR="003D2091">
        <w:t>’</w:t>
      </w:r>
      <w:r w:rsidRPr="00702586">
        <w:t>une intensité supérieure à la valeur maximale prescrite pour la catégorie S3</w:t>
      </w:r>
      <w:r>
        <w:t> </w:t>
      </w:r>
      <w:r w:rsidRPr="00702586">
        <w:t>;</w:t>
      </w:r>
    </w:p>
    <w:p w14:paraId="27EC8F05" w14:textId="0056662C" w:rsidR="00C82E24" w:rsidRPr="00702586" w:rsidRDefault="00C82E24" w:rsidP="00C82E24">
      <w:pPr>
        <w:pStyle w:val="SingleTxtG"/>
        <w:ind w:left="2835" w:hanging="567"/>
      </w:pPr>
      <w:r w:rsidRPr="00702586">
        <w:t>e)</w:t>
      </w:r>
      <w:r w:rsidRPr="00702586">
        <w:tab/>
      </w:r>
      <w:r>
        <w:t>D</w:t>
      </w:r>
      <w:r w:rsidR="003D2091">
        <w:t>’</w:t>
      </w:r>
      <w:r>
        <w:t>u</w:t>
      </w:r>
      <w:r w:rsidRPr="00702586">
        <w:t>n indicateur de direction de la catégorie 2b émettant une lumière d</w:t>
      </w:r>
      <w:r w:rsidR="003D2091">
        <w:t>’</w:t>
      </w:r>
      <w:r w:rsidRPr="00702586">
        <w:t>une intensité supérieure à la valeur maximale prescrite pour la catégorie 2a ;</w:t>
      </w:r>
    </w:p>
    <w:p w14:paraId="393789A9" w14:textId="1401F35D" w:rsidR="00C82E24" w:rsidRPr="00702586" w:rsidRDefault="00C82E24" w:rsidP="00C82E24">
      <w:pPr>
        <w:pStyle w:val="SingleTxtG"/>
        <w:ind w:left="2835" w:hanging="567"/>
      </w:pPr>
      <w:r w:rsidRPr="00702586">
        <w:t>f)</w:t>
      </w:r>
      <w:r w:rsidRPr="00702586">
        <w:tab/>
      </w:r>
      <w:r>
        <w:t>D</w:t>
      </w:r>
      <w:r w:rsidR="003D2091">
        <w:t>’</w:t>
      </w:r>
      <w:r>
        <w:t>u</w:t>
      </w:r>
      <w:r w:rsidRPr="00702586">
        <w:t>n feu de brouillard arrière de la catégorie F2 émettant une lumière d</w:t>
      </w:r>
      <w:r w:rsidR="003D2091">
        <w:t>’</w:t>
      </w:r>
      <w:r w:rsidRPr="00702586">
        <w:t xml:space="preserve">une intensité supérieure à la valeur maximale </w:t>
      </w:r>
      <w:r>
        <w:t>prescrite pour la catégorie F1.</w:t>
      </w:r>
    </w:p>
    <w:p w14:paraId="22A8DFE1" w14:textId="5E82745E" w:rsidR="00C82E24" w:rsidRDefault="00C82E24" w:rsidP="00C82E24">
      <w:pPr>
        <w:pStyle w:val="SingleTxtG"/>
        <w:ind w:left="2268"/>
      </w:pPr>
      <w:r w:rsidRPr="00702586">
        <w:t>Les prescriptions relatives à l</w:t>
      </w:r>
      <w:r w:rsidR="003D2091">
        <w:t>’</w:t>
      </w:r>
      <w:r w:rsidRPr="00702586">
        <w:t xml:space="preserve">intensité lumineuse constante de chaque catégorie susmentionnée doivent être automatiquement </w:t>
      </w:r>
      <w:r>
        <w:t>respecté</w:t>
      </w:r>
      <w:r w:rsidRPr="00702586">
        <w:t>es.</w:t>
      </w:r>
    </w:p>
    <w:p w14:paraId="43A17927" w14:textId="05D10834" w:rsidR="00C82E24" w:rsidRPr="0062433C" w:rsidRDefault="00C82E24" w:rsidP="00965443">
      <w:pPr>
        <w:pStyle w:val="SingleTxtG"/>
        <w:tabs>
          <w:tab w:val="clear" w:pos="1701"/>
        </w:tabs>
        <w:spacing w:before="120"/>
        <w:ind w:left="2268" w:hanging="1134"/>
      </w:pPr>
      <w:r>
        <w:t>4.7</w:t>
      </w:r>
      <w:r w:rsidRPr="0062433C">
        <w:tab/>
      </w:r>
      <w:r w:rsidRPr="00965443">
        <w:rPr>
          <w:lang w:val="fr-FR"/>
        </w:rPr>
        <w:t>Conditions</w:t>
      </w:r>
      <w:r w:rsidRPr="0062433C">
        <w:t xml:space="preserve"> d</w:t>
      </w:r>
      <w:r w:rsidR="003D2091">
        <w:t>’</w:t>
      </w:r>
      <w:r w:rsidRPr="0062433C">
        <w:t>essai</w:t>
      </w:r>
    </w:p>
    <w:p w14:paraId="24B1B2C6" w14:textId="77777777" w:rsidR="00C82E24" w:rsidRPr="0062433C" w:rsidRDefault="00C82E24" w:rsidP="00965443">
      <w:pPr>
        <w:pStyle w:val="SingleTxtG"/>
        <w:tabs>
          <w:tab w:val="clear" w:pos="1701"/>
        </w:tabs>
        <w:spacing w:before="120"/>
        <w:ind w:left="2268" w:hanging="1134"/>
      </w:pPr>
      <w:r>
        <w:t>4.7.1</w:t>
      </w:r>
      <w:r w:rsidRPr="0062433C">
        <w:tab/>
        <w:t xml:space="preserve">Toutes les </w:t>
      </w:r>
      <w:r w:rsidRPr="00965443">
        <w:rPr>
          <w:lang w:val="fr-FR"/>
        </w:rPr>
        <w:t>mesures</w:t>
      </w:r>
      <w:r w:rsidRPr="0062433C">
        <w:t xml:space="preserve"> photométriques et colorimétriques doivent être réalisées</w:t>
      </w:r>
      <w:r>
        <w:t xml:space="preserve"> :</w:t>
      </w:r>
    </w:p>
    <w:p w14:paraId="50241518" w14:textId="16274033" w:rsidR="00C82E24" w:rsidRPr="0062433C" w:rsidRDefault="00C82E24" w:rsidP="00965443">
      <w:pPr>
        <w:pStyle w:val="SingleTxtG"/>
        <w:tabs>
          <w:tab w:val="clear" w:pos="1701"/>
        </w:tabs>
        <w:spacing w:before="120"/>
        <w:ind w:left="2268" w:hanging="1134"/>
      </w:pPr>
      <w:r>
        <w:t>4.7.1.1</w:t>
      </w:r>
      <w:r w:rsidRPr="0062433C">
        <w:tab/>
        <w:t>Dans le cas des feux à source lumineuse remplaçable, s</w:t>
      </w:r>
      <w:r w:rsidR="003D2091">
        <w:t>’</w:t>
      </w:r>
      <w:r w:rsidRPr="0062433C">
        <w:t>ils ne sont équipés ni d</w:t>
      </w:r>
      <w:r w:rsidR="003D2091">
        <w:t>’</w:t>
      </w:r>
      <w:r w:rsidRPr="0062433C">
        <w:t xml:space="preserve">un </w:t>
      </w:r>
      <w:r w:rsidRPr="00965443">
        <w:rPr>
          <w:lang w:val="fr-FR"/>
        </w:rPr>
        <w:t>dispositif</w:t>
      </w:r>
      <w:r w:rsidRPr="0062433C">
        <w:t xml:space="preserve"> de régulation électronique de la source lumineuse ni d</w:t>
      </w:r>
      <w:r w:rsidR="003D2091">
        <w:t>’</w:t>
      </w:r>
      <w:r w:rsidRPr="0062433C">
        <w:t>un régulateur d</w:t>
      </w:r>
      <w:r w:rsidR="003D2091">
        <w:t>’</w:t>
      </w:r>
      <w:r w:rsidRPr="0062433C">
        <w:t>intensité, avec une source lumineuse étalon incolore ou colorée de la catégorie prescrite pour les feux considérés, alimentée</w:t>
      </w:r>
      <w:r>
        <w:t> :</w:t>
      </w:r>
    </w:p>
    <w:p w14:paraId="134A1848" w14:textId="77777777" w:rsidR="00C82E24" w:rsidRPr="0062433C" w:rsidRDefault="00C82E24" w:rsidP="00C82E24">
      <w:pPr>
        <w:pStyle w:val="SingleTxtG"/>
        <w:ind w:left="2835" w:hanging="567"/>
      </w:pPr>
      <w:r w:rsidRPr="0062433C">
        <w:t>a)</w:t>
      </w:r>
      <w:r w:rsidRPr="0062433C">
        <w:tab/>
      </w:r>
      <w:r>
        <w:t>Dans le cas de</w:t>
      </w:r>
      <w:r w:rsidRPr="0062433C">
        <w:t xml:space="preserve"> sources lumineuses à incandescence, à la tension qui est nécessaire pour produire le flux lumineux de référence prescrit pour cette catégorie de source lumineuse à incandescence</w:t>
      </w:r>
      <w:r>
        <w:t> </w:t>
      </w:r>
      <w:r w:rsidRPr="0062433C">
        <w:t xml:space="preserve">; </w:t>
      </w:r>
    </w:p>
    <w:p w14:paraId="1C923E7A" w14:textId="77777777" w:rsidR="00C82E24" w:rsidRPr="0062433C" w:rsidRDefault="00C82E24" w:rsidP="00C82E24">
      <w:pPr>
        <w:pStyle w:val="SingleTxtG"/>
        <w:ind w:left="2835" w:hanging="567"/>
      </w:pPr>
      <w:r w:rsidRPr="0062433C">
        <w:t>b)</w:t>
      </w:r>
      <w:r w:rsidRPr="0062433C">
        <w:tab/>
      </w:r>
      <w:r>
        <w:t>Dans le cas de</w:t>
      </w:r>
      <w:r w:rsidRPr="0062433C">
        <w:t xml:space="preserve"> sources lum</w:t>
      </w:r>
      <w:r>
        <w:t xml:space="preserve">ineuses à DEL, à la tension de </w:t>
      </w:r>
      <w:r w:rsidRPr="001240B9">
        <w:t>6,75</w:t>
      </w:r>
      <w:r>
        <w:t> </w:t>
      </w:r>
      <w:r w:rsidRPr="001240B9">
        <w:t>V</w:t>
      </w:r>
      <w:r w:rsidRPr="0062433C">
        <w:t>,</w:t>
      </w:r>
      <w:r>
        <w:t xml:space="preserve"> </w:t>
      </w:r>
      <w:r w:rsidRPr="0062433C">
        <w:t>13,5</w:t>
      </w:r>
      <w:r>
        <w:t> </w:t>
      </w:r>
      <w:r w:rsidRPr="0062433C">
        <w:t>V ou 28,0</w:t>
      </w:r>
      <w:r>
        <w:t> </w:t>
      </w:r>
      <w:r w:rsidRPr="0062433C">
        <w:t>V</w:t>
      </w:r>
      <w:r>
        <w:t> </w:t>
      </w:r>
      <w:r w:rsidRPr="0062433C">
        <w:t>; les valeurs de flux lumineux obtenues doivent être corrigées. Le facteur de correction est le rapport entre le flux lumineux normal et la valeur du flux lumineux obtenue à la tension utilisée.</w:t>
      </w:r>
    </w:p>
    <w:p w14:paraId="31738A44" w14:textId="57DF6CAA" w:rsidR="00C82E24" w:rsidRPr="00663B6E" w:rsidRDefault="00C82E24" w:rsidP="00965443">
      <w:pPr>
        <w:pStyle w:val="SingleTxtG"/>
        <w:tabs>
          <w:tab w:val="clear" w:pos="1701"/>
        </w:tabs>
        <w:spacing w:before="120"/>
        <w:ind w:left="2268" w:hanging="1134"/>
        <w:rPr>
          <w:spacing w:val="-2"/>
        </w:rPr>
      </w:pPr>
      <w:r w:rsidRPr="00663B6E">
        <w:rPr>
          <w:spacing w:val="-2"/>
        </w:rPr>
        <w:t>4.7.1.2</w:t>
      </w:r>
      <w:r w:rsidRPr="00663B6E">
        <w:rPr>
          <w:spacing w:val="-2"/>
        </w:rPr>
        <w:tab/>
        <w:t>Dans le cas d</w:t>
      </w:r>
      <w:r w:rsidR="003D2091">
        <w:rPr>
          <w:spacing w:val="-2"/>
        </w:rPr>
        <w:t>’</w:t>
      </w:r>
      <w:r w:rsidRPr="00663B6E">
        <w:rPr>
          <w:spacing w:val="-2"/>
        </w:rPr>
        <w:t>une source lumineuse fonctionnant indépendamment de la tension d</w:t>
      </w:r>
      <w:r w:rsidR="003D2091">
        <w:rPr>
          <w:spacing w:val="-2"/>
        </w:rPr>
        <w:t>’</w:t>
      </w:r>
      <w:r w:rsidRPr="00663B6E">
        <w:rPr>
          <w:spacing w:val="-2"/>
        </w:rPr>
        <w:t>alimentation du véhicule et entièrement commandée par le système, ou dans le cas d</w:t>
      </w:r>
      <w:r w:rsidR="003D2091">
        <w:rPr>
          <w:spacing w:val="-2"/>
        </w:rPr>
        <w:t>’</w:t>
      </w:r>
      <w:r w:rsidRPr="00663B6E">
        <w:rPr>
          <w:spacing w:val="-2"/>
        </w:rPr>
        <w:t>une source lumineuse alimentée par une source d</w:t>
      </w:r>
      <w:r w:rsidR="003D2091">
        <w:rPr>
          <w:spacing w:val="-2"/>
        </w:rPr>
        <w:t>’</w:t>
      </w:r>
      <w:r w:rsidRPr="00663B6E">
        <w:rPr>
          <w:spacing w:val="-2"/>
        </w:rPr>
        <w:t>énergie spéciale, la tension d</w:t>
      </w:r>
      <w:r w:rsidR="003D2091">
        <w:rPr>
          <w:spacing w:val="-2"/>
        </w:rPr>
        <w:t>’</w:t>
      </w:r>
      <w:r w:rsidRPr="00663B6E">
        <w:rPr>
          <w:spacing w:val="-2"/>
        </w:rPr>
        <w:t xml:space="preserve">essai définie par le demandeur doit être appliquée aux bornes de la source </w:t>
      </w:r>
      <w:r w:rsidRPr="00965443">
        <w:rPr>
          <w:lang w:val="fr-FR"/>
        </w:rPr>
        <w:t>lumineuse</w:t>
      </w:r>
      <w:r w:rsidRPr="00663B6E">
        <w:rPr>
          <w:spacing w:val="-2"/>
        </w:rPr>
        <w:t> ; à défaut, il convient d</w:t>
      </w:r>
      <w:r w:rsidR="003D2091">
        <w:rPr>
          <w:spacing w:val="-2"/>
        </w:rPr>
        <w:t>’</w:t>
      </w:r>
      <w:r w:rsidRPr="00663B6E">
        <w:rPr>
          <w:spacing w:val="-2"/>
        </w:rPr>
        <w:t>appliquer une tension de 6,75 V, 13,5 V ou 28,0 V aux bornes d</w:t>
      </w:r>
      <w:r w:rsidR="003D2091">
        <w:rPr>
          <w:spacing w:val="-2"/>
        </w:rPr>
        <w:t>’</w:t>
      </w:r>
      <w:r w:rsidRPr="00663B6E">
        <w:rPr>
          <w:spacing w:val="-2"/>
        </w:rPr>
        <w:t>alimentation de ce système ou de cette source d</w:t>
      </w:r>
      <w:r w:rsidR="003D2091">
        <w:rPr>
          <w:spacing w:val="-2"/>
        </w:rPr>
        <w:t>’</w:t>
      </w:r>
      <w:r w:rsidRPr="00663B6E">
        <w:rPr>
          <w:spacing w:val="-2"/>
        </w:rPr>
        <w:t>énergie. Le laboratoire d</w:t>
      </w:r>
      <w:r w:rsidR="003D2091">
        <w:rPr>
          <w:spacing w:val="-2"/>
        </w:rPr>
        <w:t>’</w:t>
      </w:r>
      <w:r w:rsidRPr="00663B6E">
        <w:rPr>
          <w:spacing w:val="-2"/>
        </w:rPr>
        <w:t>essai peut exiger du fabricant qu</w:t>
      </w:r>
      <w:r w:rsidR="003D2091">
        <w:rPr>
          <w:spacing w:val="-2"/>
        </w:rPr>
        <w:t>’</w:t>
      </w:r>
      <w:r w:rsidRPr="00663B6E">
        <w:rPr>
          <w:spacing w:val="-2"/>
        </w:rPr>
        <w:t>il lui fournisse l</w:t>
      </w:r>
      <w:r w:rsidR="003D2091">
        <w:rPr>
          <w:spacing w:val="-2"/>
        </w:rPr>
        <w:t>’</w:t>
      </w:r>
      <w:r w:rsidRPr="00663B6E">
        <w:rPr>
          <w:spacing w:val="-2"/>
        </w:rPr>
        <w:t>alimentation spéciale requise pour alimenter les sources lumineuses.</w:t>
      </w:r>
    </w:p>
    <w:p w14:paraId="388C122B" w14:textId="77777777" w:rsidR="00C82E24" w:rsidRPr="0062433C" w:rsidRDefault="00C82E24" w:rsidP="00965443">
      <w:pPr>
        <w:pStyle w:val="SingleTxtG"/>
        <w:tabs>
          <w:tab w:val="clear" w:pos="1701"/>
        </w:tabs>
        <w:spacing w:before="120"/>
        <w:ind w:left="2268" w:hanging="1134"/>
      </w:pPr>
      <w:r>
        <w:t>4.7.1.3</w:t>
      </w:r>
      <w:r w:rsidRPr="0062433C">
        <w:tab/>
        <w:t xml:space="preserve">Dans le cas </w:t>
      </w:r>
      <w:r w:rsidRPr="00965443">
        <w:rPr>
          <w:lang w:val="fr-FR"/>
        </w:rPr>
        <w:t>des</w:t>
      </w:r>
      <w:r w:rsidRPr="0062433C">
        <w:t xml:space="preserve"> feux équipés de sources lumineuses non remplaçables (sources lumineuses à incandescence ou autres), avec les sources lumineuses présentes dans le feu.</w:t>
      </w:r>
    </w:p>
    <w:p w14:paraId="70A1CFB0" w14:textId="5524072A" w:rsidR="00C82E24" w:rsidRPr="0062433C" w:rsidRDefault="00C82E24" w:rsidP="00965443">
      <w:pPr>
        <w:pStyle w:val="SingleTxtG"/>
        <w:tabs>
          <w:tab w:val="clear" w:pos="1701"/>
        </w:tabs>
        <w:spacing w:before="120"/>
        <w:ind w:left="2268" w:hanging="1134"/>
      </w:pPr>
      <w:r>
        <w:t>4.7.1.3.1</w:t>
      </w:r>
      <w:r w:rsidRPr="0062433C">
        <w:tab/>
        <w:t>Dans le cas d</w:t>
      </w:r>
      <w:r w:rsidR="003D2091">
        <w:t>’</w:t>
      </w:r>
      <w:r w:rsidRPr="0062433C">
        <w:t>une source lumineuse fonctionnant directement à la tension du véhicule</w:t>
      </w:r>
      <w:r>
        <w:t>,</w:t>
      </w:r>
      <w:r w:rsidRPr="0062433C">
        <w:t xml:space="preserve"> toutes les mesures effectuées sur des feux équipés de sources lumineuses </w:t>
      </w:r>
      <w:r w:rsidRPr="00965443">
        <w:rPr>
          <w:lang w:val="fr-FR"/>
        </w:rPr>
        <w:t>non</w:t>
      </w:r>
      <w:r w:rsidRPr="0062433C">
        <w:t xml:space="preserve"> remplaçables doivent être </w:t>
      </w:r>
      <w:r>
        <w:t>effectuées à des tensions de 6,</w:t>
      </w:r>
      <w:r w:rsidRPr="001240B9">
        <w:t>75 V</w:t>
      </w:r>
      <w:r>
        <w:t>,</w:t>
      </w:r>
      <w:r w:rsidRPr="0062433C">
        <w:t xml:space="preserve"> </w:t>
      </w:r>
      <w:r w:rsidRPr="0024079E">
        <w:t>13,5</w:t>
      </w:r>
      <w:r>
        <w:t> </w:t>
      </w:r>
      <w:r w:rsidRPr="0024079E">
        <w:t>V</w:t>
      </w:r>
      <w:r w:rsidRPr="0062433C">
        <w:t xml:space="preserve"> ou 28</w:t>
      </w:r>
      <w:r>
        <w:t>,</w:t>
      </w:r>
      <w:r w:rsidRPr="0062433C">
        <w:t>0</w:t>
      </w:r>
      <w:r>
        <w:t> </w:t>
      </w:r>
      <w:r w:rsidRPr="0062433C">
        <w:t>V, ou à la tension indiquée par le demandeur, compte tenu de tout autre système d</w:t>
      </w:r>
      <w:r w:rsidR="003D2091">
        <w:t>’</w:t>
      </w:r>
      <w:r w:rsidRPr="0062433C">
        <w:t>alim</w:t>
      </w:r>
      <w:r>
        <w:t>²</w:t>
      </w:r>
      <w:r w:rsidRPr="0062433C">
        <w:t>entation du véhicule.</w:t>
      </w:r>
    </w:p>
    <w:p w14:paraId="0AA98B80" w14:textId="65D1FD31" w:rsidR="00C82E24" w:rsidRPr="0062433C" w:rsidRDefault="00C82E24" w:rsidP="00965443">
      <w:pPr>
        <w:pStyle w:val="SingleTxtG"/>
        <w:tabs>
          <w:tab w:val="clear" w:pos="1701"/>
        </w:tabs>
        <w:spacing w:before="120"/>
        <w:ind w:left="2268" w:hanging="1134"/>
      </w:pPr>
      <w:r>
        <w:t>4.7.1.3.2</w:t>
      </w:r>
      <w:r w:rsidRPr="0062433C">
        <w:tab/>
        <w:t>Dans le cas d</w:t>
      </w:r>
      <w:r w:rsidR="003D2091">
        <w:t>’</w:t>
      </w:r>
      <w:r w:rsidRPr="0062433C">
        <w:t>une source lumineuse fonctionnant indépendamment de la tension d</w:t>
      </w:r>
      <w:r w:rsidR="003D2091">
        <w:t>’</w:t>
      </w:r>
      <w:r w:rsidRPr="0062433C">
        <w:t>alimentation du véhicule et entièrement commandée par le système, ou dans le cas d</w:t>
      </w:r>
      <w:r w:rsidR="003D2091">
        <w:t>’</w:t>
      </w:r>
      <w:r w:rsidRPr="0062433C">
        <w:t>une source lumineuse alimentée par une source d</w:t>
      </w:r>
      <w:r w:rsidR="003D2091">
        <w:t>’</w:t>
      </w:r>
      <w:r w:rsidRPr="0062433C">
        <w:t xml:space="preserve">énergie </w:t>
      </w:r>
      <w:r w:rsidRPr="0062433C">
        <w:lastRenderedPageBreak/>
        <w:t xml:space="preserve">spéciale, la </w:t>
      </w:r>
      <w:r w:rsidRPr="00965443">
        <w:rPr>
          <w:lang w:val="fr-FR"/>
        </w:rPr>
        <w:t>tension</w:t>
      </w:r>
      <w:r w:rsidRPr="0062433C">
        <w:t xml:space="preserve"> d</w:t>
      </w:r>
      <w:r w:rsidR="003D2091">
        <w:t>’</w:t>
      </w:r>
      <w:r w:rsidRPr="0062433C">
        <w:t>essai définie au paragraphe</w:t>
      </w:r>
      <w:r>
        <w:t> </w:t>
      </w:r>
      <w:r w:rsidRPr="0062433C">
        <w:t>4.7.1.3.1 doit être appliquée aux bornes d</w:t>
      </w:r>
      <w:r w:rsidR="003D2091">
        <w:t>’</w:t>
      </w:r>
      <w:r w:rsidRPr="0062433C">
        <w:t>alimentation de ce système ou de cette source d</w:t>
      </w:r>
      <w:r w:rsidR="003D2091">
        <w:t>’</w:t>
      </w:r>
      <w:r>
        <w:t>énergie. Le </w:t>
      </w:r>
      <w:r w:rsidRPr="0062433C">
        <w:t>laboratoire d</w:t>
      </w:r>
      <w:r w:rsidR="003D2091">
        <w:t>’</w:t>
      </w:r>
      <w:r w:rsidRPr="0062433C">
        <w:t>essai peut exiger du fabricant qu</w:t>
      </w:r>
      <w:r w:rsidR="003D2091">
        <w:t>’</w:t>
      </w:r>
      <w:r w:rsidRPr="0062433C">
        <w:t>il lui fournisse l</w:t>
      </w:r>
      <w:r w:rsidR="003D2091">
        <w:t>’</w:t>
      </w:r>
      <w:r w:rsidRPr="0062433C">
        <w:t>alimentation spéciale requise pour alimenter les sources lumineuses.</w:t>
      </w:r>
    </w:p>
    <w:p w14:paraId="25596B05" w14:textId="1AB02272" w:rsidR="00C82E24" w:rsidRPr="00452690" w:rsidRDefault="00C82E24" w:rsidP="00965443">
      <w:pPr>
        <w:pStyle w:val="SingleTxtG"/>
        <w:tabs>
          <w:tab w:val="clear" w:pos="1701"/>
        </w:tabs>
        <w:spacing w:before="120"/>
        <w:ind w:left="2268" w:hanging="1134"/>
        <w:rPr>
          <w:spacing w:val="-2"/>
        </w:rPr>
      </w:pPr>
      <w:r w:rsidRPr="00452690">
        <w:rPr>
          <w:spacing w:val="-2"/>
        </w:rPr>
        <w:t>4.7.1.4</w:t>
      </w:r>
      <w:r w:rsidRPr="00452690">
        <w:rPr>
          <w:spacing w:val="-2"/>
        </w:rPr>
        <w:tab/>
        <w:t>Dans le cas des systèmes faisant appel à un dispositif de régulation électronique de la source lumineuse ou à un régulateur d</w:t>
      </w:r>
      <w:r w:rsidR="003D2091">
        <w:rPr>
          <w:spacing w:val="-2"/>
        </w:rPr>
        <w:t>’</w:t>
      </w:r>
      <w:r w:rsidRPr="00452690">
        <w:rPr>
          <w:spacing w:val="-2"/>
        </w:rPr>
        <w:t xml:space="preserve">intensité faisant partie du feu, en </w:t>
      </w:r>
      <w:r w:rsidRPr="00965443">
        <w:rPr>
          <w:lang w:val="fr-FR"/>
        </w:rPr>
        <w:t>appliquant</w:t>
      </w:r>
      <w:r w:rsidRPr="00452690">
        <w:rPr>
          <w:spacing w:val="-2"/>
        </w:rPr>
        <w:t xml:space="preserve"> aux bornes </w:t>
      </w:r>
      <w:r>
        <w:rPr>
          <w:spacing w:val="-2"/>
        </w:rPr>
        <w:t>d</w:t>
      </w:r>
      <w:r w:rsidR="003D2091">
        <w:rPr>
          <w:spacing w:val="-2"/>
        </w:rPr>
        <w:t>’</w:t>
      </w:r>
      <w:r>
        <w:rPr>
          <w:spacing w:val="-2"/>
        </w:rPr>
        <w:t>alimentation</w:t>
      </w:r>
      <w:r w:rsidRPr="00452690">
        <w:rPr>
          <w:spacing w:val="-2"/>
        </w:rPr>
        <w:t xml:space="preserve"> du feu la tension indiquée par le constructeur </w:t>
      </w:r>
      <w:r w:rsidRPr="00452690">
        <w:t>ou, à défaut, une tension de 6,75 V, 13,5 V ou 28,0 V.</w:t>
      </w:r>
    </w:p>
    <w:p w14:paraId="726B5729" w14:textId="11C89D0B" w:rsidR="00C82E24" w:rsidRPr="0062433C" w:rsidRDefault="00C82E24" w:rsidP="00965443">
      <w:pPr>
        <w:pStyle w:val="SingleTxtG"/>
        <w:tabs>
          <w:tab w:val="clear" w:pos="1701"/>
        </w:tabs>
        <w:spacing w:before="120"/>
        <w:ind w:left="2268" w:hanging="1134"/>
      </w:pPr>
      <w:r>
        <w:t>4.7.1.5</w:t>
      </w:r>
      <w:r w:rsidRPr="0062433C">
        <w:tab/>
        <w:t xml:space="preserve">Dans le cas des systèmes faisant appel à un dispositif de régulation électronique de la source </w:t>
      </w:r>
      <w:r w:rsidRPr="00965443">
        <w:rPr>
          <w:lang w:val="fr-FR"/>
        </w:rPr>
        <w:t>lumineuse</w:t>
      </w:r>
      <w:r w:rsidRPr="0062433C">
        <w:t xml:space="preserve"> ou à un régulateur d</w:t>
      </w:r>
      <w:r w:rsidR="003D2091">
        <w:t>’</w:t>
      </w:r>
      <w:r w:rsidRPr="0062433C">
        <w:t xml:space="preserve">intensité ne faisant pas partie du feu, en appliquant aux bornes </w:t>
      </w:r>
      <w:r>
        <w:t>d</w:t>
      </w:r>
      <w:r w:rsidR="003D2091">
        <w:t>’</w:t>
      </w:r>
      <w:r>
        <w:t>alimentation</w:t>
      </w:r>
      <w:r w:rsidRPr="0062433C">
        <w:t xml:space="preserve"> du feu la tension déclarée par le fabricant.</w:t>
      </w:r>
    </w:p>
    <w:p w14:paraId="1AFBB084" w14:textId="46C68451" w:rsidR="00C82E24" w:rsidRPr="0062433C" w:rsidRDefault="00C82E24" w:rsidP="00965443">
      <w:pPr>
        <w:pStyle w:val="SingleTxtG"/>
        <w:tabs>
          <w:tab w:val="clear" w:pos="1701"/>
        </w:tabs>
        <w:spacing w:before="120"/>
        <w:ind w:left="2268" w:hanging="1134"/>
      </w:pPr>
      <w:r>
        <w:t>4.7.2</w:t>
      </w:r>
      <w:r w:rsidRPr="0062433C">
        <w:tab/>
        <w:t xml:space="preserve">Cependant, </w:t>
      </w:r>
      <w:r w:rsidRPr="0007448B">
        <w:t xml:space="preserve">dans le cas de sources lumineuses commandées par un variateur </w:t>
      </w:r>
      <w:r w:rsidRPr="00965443">
        <w:rPr>
          <w:lang w:val="fr-FR"/>
        </w:rPr>
        <w:t>d</w:t>
      </w:r>
      <w:r w:rsidR="003D2091">
        <w:rPr>
          <w:lang w:val="fr-FR"/>
        </w:rPr>
        <w:t>’</w:t>
      </w:r>
      <w:r w:rsidRPr="00965443">
        <w:rPr>
          <w:lang w:val="fr-FR"/>
        </w:rPr>
        <w:t>intensité</w:t>
      </w:r>
      <w:r w:rsidRPr="0007448B">
        <w:rPr>
          <w:spacing w:val="-2"/>
        </w:rPr>
        <w:t>, les mesures photométriques doivent être effectuées conformément</w:t>
      </w:r>
      <w:r w:rsidRPr="0007448B">
        <w:t xml:space="preserve"> aux</w:t>
      </w:r>
      <w:r w:rsidRPr="0062433C">
        <w:t xml:space="preserve"> instructions du demandeur.</w:t>
      </w:r>
    </w:p>
    <w:p w14:paraId="44AF6BBB" w14:textId="42453ACC" w:rsidR="00C82E24" w:rsidRPr="0062433C" w:rsidRDefault="00C82E24" w:rsidP="00965443">
      <w:pPr>
        <w:pStyle w:val="SingleTxtG"/>
        <w:tabs>
          <w:tab w:val="clear" w:pos="1701"/>
        </w:tabs>
        <w:spacing w:before="120"/>
        <w:ind w:left="2268" w:hanging="1134"/>
      </w:pPr>
      <w:r>
        <w:t>4.7.3</w:t>
      </w:r>
      <w:r w:rsidRPr="0062433C">
        <w:tab/>
        <w:t>Le laboratoire d</w:t>
      </w:r>
      <w:r w:rsidR="003D2091">
        <w:t>’</w:t>
      </w:r>
      <w:r w:rsidRPr="0062433C">
        <w:t>essai doit exiger que le fabricant lui fournisse le dispositif de régulation électronique de la source lumineuse ou le régulateur d</w:t>
      </w:r>
      <w:r w:rsidR="003D2091">
        <w:t>’</w:t>
      </w:r>
      <w:r w:rsidRPr="0062433C">
        <w:t>intensité requis pour l</w:t>
      </w:r>
      <w:r w:rsidR="003D2091">
        <w:t>’</w:t>
      </w:r>
      <w:r w:rsidRPr="0062433C">
        <w:t>alimentation de la source lumineuse et les fonctions applicables.</w:t>
      </w:r>
    </w:p>
    <w:p w14:paraId="18C4AC1E" w14:textId="5353C3FD" w:rsidR="00C82E24" w:rsidRPr="0062433C" w:rsidRDefault="00C82E24" w:rsidP="00965443">
      <w:pPr>
        <w:pStyle w:val="SingleTxtG"/>
        <w:tabs>
          <w:tab w:val="clear" w:pos="1701"/>
        </w:tabs>
        <w:spacing w:before="120"/>
        <w:ind w:left="2268" w:hanging="1134"/>
      </w:pPr>
      <w:r>
        <w:t>4.7.4</w:t>
      </w:r>
      <w:r w:rsidRPr="0062433C">
        <w:tab/>
        <w:t>La tension à appliquer au</w:t>
      </w:r>
      <w:r>
        <w:t>x</w:t>
      </w:r>
      <w:r w:rsidRPr="0062433C">
        <w:t xml:space="preserve"> feu</w:t>
      </w:r>
      <w:r>
        <w:t>x</w:t>
      </w:r>
      <w:r w:rsidRPr="0062433C">
        <w:t xml:space="preserve"> doit être notée sur la fiche de communication figurant à </w:t>
      </w:r>
      <w:r w:rsidRPr="00965443">
        <w:rPr>
          <w:lang w:val="fr-FR"/>
        </w:rPr>
        <w:t>l</w:t>
      </w:r>
      <w:r w:rsidR="003D2091">
        <w:rPr>
          <w:lang w:val="fr-FR"/>
        </w:rPr>
        <w:t>’</w:t>
      </w:r>
      <w:r w:rsidRPr="00965443">
        <w:rPr>
          <w:lang w:val="fr-FR"/>
        </w:rPr>
        <w:t>annexe</w:t>
      </w:r>
      <w:r>
        <w:t> </w:t>
      </w:r>
      <w:r w:rsidRPr="0062433C">
        <w:t>1.</w:t>
      </w:r>
    </w:p>
    <w:p w14:paraId="4C0BC3CE" w14:textId="51DE14A5" w:rsidR="00C82E24" w:rsidRPr="0062433C" w:rsidRDefault="00C82E24" w:rsidP="00965443">
      <w:pPr>
        <w:pStyle w:val="SingleTxtG"/>
        <w:tabs>
          <w:tab w:val="clear" w:pos="1701"/>
        </w:tabs>
        <w:spacing w:before="120"/>
        <w:ind w:left="2268" w:hanging="1134"/>
      </w:pPr>
      <w:r>
        <w:t>4.7.5</w:t>
      </w:r>
      <w:r w:rsidRPr="0062433C">
        <w:tab/>
        <w:t>Les limites de la surface apparente dans la direction de l</w:t>
      </w:r>
      <w:r w:rsidR="003D2091">
        <w:t>’</w:t>
      </w:r>
      <w:r w:rsidRPr="0062433C">
        <w:t>axe de référence d</w:t>
      </w:r>
      <w:r w:rsidR="003D2091">
        <w:t>’</w:t>
      </w:r>
      <w:r w:rsidRPr="0062433C">
        <w:t xml:space="preserve">un </w:t>
      </w:r>
      <w:r>
        <w:t xml:space="preserve">feu </w:t>
      </w:r>
      <w:r w:rsidRPr="0062433C">
        <w:t>de signalisation lumineuse doivent être déterminées. Toutefois, dans le cas des indicateurs de direction des catégories</w:t>
      </w:r>
      <w:r>
        <w:t> </w:t>
      </w:r>
      <w:r w:rsidRPr="0062433C">
        <w:t>5 et 6, il convient de déterminer les limites de la surface de sortie de la lumière.</w:t>
      </w:r>
      <w:r>
        <w:t xml:space="preserve"> Cette prescription ne s</w:t>
      </w:r>
      <w:r w:rsidR="003D2091">
        <w:t>’</w:t>
      </w:r>
      <w:r>
        <w:t>applique pas aux feux d</w:t>
      </w:r>
      <w:r w:rsidR="003D2091">
        <w:t>’</w:t>
      </w:r>
      <w:r>
        <w:t>éclairage de la plaque d</w:t>
      </w:r>
      <w:r w:rsidR="003D2091">
        <w:t>’</w:t>
      </w:r>
      <w:r>
        <w:t xml:space="preserve">immatriculation arrière. </w:t>
      </w:r>
    </w:p>
    <w:p w14:paraId="7A63858E" w14:textId="472949B2" w:rsidR="00C82E24" w:rsidRPr="0062433C" w:rsidRDefault="00C82E24" w:rsidP="00965443">
      <w:pPr>
        <w:pStyle w:val="SingleTxtG"/>
        <w:tabs>
          <w:tab w:val="clear" w:pos="1701"/>
        </w:tabs>
        <w:spacing w:before="120"/>
        <w:ind w:left="2268" w:hanging="1134"/>
      </w:pPr>
      <w:r>
        <w:t>4.7.6</w:t>
      </w:r>
      <w:r>
        <w:tab/>
        <w:t xml:space="preserve">Dans le cas des feux </w:t>
      </w:r>
      <w:r w:rsidRPr="0062433C">
        <w:t>stop de</w:t>
      </w:r>
      <w:r>
        <w:t>s</w:t>
      </w:r>
      <w:r w:rsidRPr="0062433C">
        <w:t xml:space="preserve"> catégorie</w:t>
      </w:r>
      <w:r>
        <w:t>s </w:t>
      </w:r>
      <w:r w:rsidRPr="0062433C">
        <w:t>S3 ou S4, conçus pour être montés à l</w:t>
      </w:r>
      <w:r w:rsidR="003D2091">
        <w:t>’</w:t>
      </w:r>
      <w:r w:rsidRPr="0062433C">
        <w:t xml:space="preserve">intérieur du véhicule, </w:t>
      </w:r>
      <w:r>
        <w:t>le</w:t>
      </w:r>
      <w:r w:rsidRPr="0062433C">
        <w:t xml:space="preserve"> ou </w:t>
      </w:r>
      <w:r>
        <w:t>les</w:t>
      </w:r>
      <w:r w:rsidRPr="0062433C">
        <w:t xml:space="preserve"> échantillons</w:t>
      </w:r>
      <w:r>
        <w:t xml:space="preserve"> de vitre fournis</w:t>
      </w:r>
      <w:r w:rsidRPr="0062433C">
        <w:t xml:space="preserve"> (selon le nombre de possibilités)</w:t>
      </w:r>
      <w:r>
        <w:t xml:space="preserve"> </w:t>
      </w:r>
      <w:r w:rsidRPr="0062433C">
        <w:t>(voir par.</w:t>
      </w:r>
      <w:r>
        <w:t> </w:t>
      </w:r>
      <w:r w:rsidRPr="0062433C">
        <w:t>3.1.2.8) doivent être placés devant le feu soumis à l</w:t>
      </w:r>
      <w:r w:rsidR="003D2091">
        <w:t>’</w:t>
      </w:r>
      <w:r w:rsidRPr="0062433C">
        <w:t>essai, dans la ou les positions géométriques décrites dans le ou les croquis accompagnant la demande d</w:t>
      </w:r>
      <w:r w:rsidR="003D2091">
        <w:t>’</w:t>
      </w:r>
      <w:r w:rsidRPr="0062433C">
        <w:t>homologation (voir par.</w:t>
      </w:r>
      <w:r>
        <w:t> </w:t>
      </w:r>
      <w:r w:rsidRPr="0062433C">
        <w:t>3.1.2.2)</w:t>
      </w:r>
      <w:r>
        <w:t>.</w:t>
      </w:r>
    </w:p>
    <w:p w14:paraId="5707A2FA" w14:textId="77777777" w:rsidR="00C82E24" w:rsidRPr="0062433C" w:rsidRDefault="00C82E24" w:rsidP="00965443">
      <w:pPr>
        <w:pStyle w:val="SingleTxtG"/>
        <w:tabs>
          <w:tab w:val="clear" w:pos="1701"/>
        </w:tabs>
        <w:spacing w:before="120"/>
        <w:ind w:left="2268" w:hanging="1134"/>
      </w:pPr>
      <w:bookmarkStart w:id="13" w:name="_Toc473483463"/>
      <w:r w:rsidRPr="0062433C">
        <w:t>4.8</w:t>
      </w:r>
      <w:r w:rsidRPr="0062433C">
        <w:tab/>
        <w:t xml:space="preserve">Mesures </w:t>
      </w:r>
      <w:r w:rsidRPr="00965443">
        <w:rPr>
          <w:lang w:val="fr-FR"/>
        </w:rPr>
        <w:t>photométriques</w:t>
      </w:r>
      <w:bookmarkEnd w:id="13"/>
    </w:p>
    <w:p w14:paraId="5B043D8A" w14:textId="05BBD7CB" w:rsidR="00C82E24" w:rsidRPr="008C18EB" w:rsidRDefault="00C82E24" w:rsidP="00965443">
      <w:pPr>
        <w:pStyle w:val="SingleTxtG"/>
        <w:tabs>
          <w:tab w:val="clear" w:pos="1701"/>
        </w:tabs>
        <w:spacing w:before="120"/>
        <w:ind w:left="2268" w:hanging="1134"/>
        <w:rPr>
          <w:snapToGrid w:val="0"/>
        </w:rPr>
      </w:pPr>
      <w:r>
        <w:rPr>
          <w:lang w:val="fr-FR"/>
        </w:rPr>
        <w:t>4.8.1</w:t>
      </w:r>
      <w:r>
        <w:rPr>
          <w:lang w:val="fr-FR"/>
        </w:rPr>
        <w:tab/>
      </w:r>
      <w:r w:rsidRPr="0062433C">
        <w:rPr>
          <w:lang w:val="fr-FR"/>
        </w:rPr>
        <w:t>Dispositions relatives aux mesures</w:t>
      </w:r>
    </w:p>
    <w:p w14:paraId="4CB9C67A" w14:textId="286CDD00" w:rsidR="00C82E24" w:rsidRPr="008C18EB" w:rsidRDefault="00C82E24" w:rsidP="00965443">
      <w:pPr>
        <w:pStyle w:val="SingleTxtG"/>
        <w:tabs>
          <w:tab w:val="clear" w:pos="1701"/>
        </w:tabs>
        <w:spacing w:before="120"/>
        <w:ind w:left="2268" w:hanging="1134"/>
        <w:rPr>
          <w:snapToGrid w:val="0"/>
        </w:rPr>
      </w:pPr>
      <w:r>
        <w:rPr>
          <w:lang w:val="fr-FR"/>
        </w:rPr>
        <w:t>4.8.1.1</w:t>
      </w:r>
      <w:r w:rsidRPr="0062433C">
        <w:rPr>
          <w:lang w:val="fr-FR"/>
        </w:rPr>
        <w:tab/>
      </w:r>
      <w:r>
        <w:rPr>
          <w:lang w:val="fr-FR"/>
        </w:rPr>
        <w:t>Pendant l</w:t>
      </w:r>
      <w:r w:rsidRPr="0062433C">
        <w:rPr>
          <w:lang w:val="fr-FR"/>
        </w:rPr>
        <w:t xml:space="preserve">es mesures photométriques, </w:t>
      </w:r>
      <w:r>
        <w:rPr>
          <w:lang w:val="fr-FR"/>
        </w:rPr>
        <w:t>l</w:t>
      </w:r>
      <w:r w:rsidRPr="0062433C">
        <w:rPr>
          <w:lang w:val="fr-FR"/>
        </w:rPr>
        <w:t xml:space="preserve">es réflexions parasites </w:t>
      </w:r>
      <w:r>
        <w:rPr>
          <w:lang w:val="fr-FR"/>
        </w:rPr>
        <w:t>doivent être évitées au moyen d</w:t>
      </w:r>
      <w:r w:rsidR="003D2091">
        <w:rPr>
          <w:lang w:val="fr-FR"/>
        </w:rPr>
        <w:t>’</w:t>
      </w:r>
      <w:r w:rsidRPr="0062433C">
        <w:rPr>
          <w:lang w:val="fr-FR"/>
        </w:rPr>
        <w:t>un masquage approprié.</w:t>
      </w:r>
    </w:p>
    <w:p w14:paraId="0E000D04" w14:textId="561AEA80" w:rsidR="00C82E24" w:rsidRPr="008C18EB" w:rsidRDefault="00C82E24" w:rsidP="00965443">
      <w:pPr>
        <w:pStyle w:val="SingleTxtG"/>
        <w:tabs>
          <w:tab w:val="clear" w:pos="1701"/>
        </w:tabs>
        <w:spacing w:before="120"/>
        <w:ind w:left="2268" w:hanging="1134"/>
        <w:rPr>
          <w:snapToGrid w:val="0"/>
        </w:rPr>
      </w:pPr>
      <w:r>
        <w:rPr>
          <w:lang w:val="fr-FR"/>
        </w:rPr>
        <w:t>4.8.1.2</w:t>
      </w:r>
      <w:r w:rsidRPr="0062433C">
        <w:rPr>
          <w:lang w:val="fr-FR"/>
        </w:rPr>
        <w:tab/>
      </w:r>
      <w:r w:rsidRPr="00AB53C9">
        <w:rPr>
          <w:lang w:val="fr-FR"/>
        </w:rPr>
        <w:t>Afin de prévenir toute contestation des résultats des mesures, il convient d</w:t>
      </w:r>
      <w:r w:rsidR="003D2091">
        <w:rPr>
          <w:lang w:val="fr-FR"/>
        </w:rPr>
        <w:t>’</w:t>
      </w:r>
      <w:r w:rsidRPr="00AB53C9">
        <w:rPr>
          <w:lang w:val="fr-FR"/>
        </w:rPr>
        <w:t>exécuter celles-ci conformément aux prescriptions suivantes</w:t>
      </w:r>
      <w:r>
        <w:rPr>
          <w:lang w:val="fr-FR"/>
        </w:rPr>
        <w:t> :</w:t>
      </w:r>
    </w:p>
    <w:p w14:paraId="33000C00" w14:textId="4A2356FF" w:rsidR="00C82E24" w:rsidRPr="008C18EB" w:rsidRDefault="00C82E24" w:rsidP="00C82E24">
      <w:pPr>
        <w:pStyle w:val="SingleTxtG"/>
        <w:ind w:left="2268" w:hanging="1134"/>
        <w:rPr>
          <w:snapToGrid w:val="0"/>
        </w:rPr>
      </w:pPr>
      <w:r>
        <w:rPr>
          <w:lang w:val="fr-FR"/>
        </w:rPr>
        <w:t>4.8.1.2.1</w:t>
      </w:r>
      <w:r w:rsidRPr="0062433C">
        <w:rPr>
          <w:lang w:val="fr-FR"/>
        </w:rPr>
        <w:tab/>
        <w:t xml:space="preserve">La distance de mesure </w:t>
      </w:r>
      <w:r>
        <w:rPr>
          <w:lang w:val="fr-FR"/>
        </w:rPr>
        <w:t>doit être</w:t>
      </w:r>
      <w:r w:rsidRPr="0062433C">
        <w:rPr>
          <w:lang w:val="fr-FR"/>
        </w:rPr>
        <w:t xml:space="preserve"> </w:t>
      </w:r>
      <w:r w:rsidRPr="00935343">
        <w:rPr>
          <w:lang w:val="fr-FR"/>
        </w:rPr>
        <w:t>telle</w:t>
      </w:r>
      <w:r w:rsidRPr="0062433C">
        <w:rPr>
          <w:lang w:val="fr-FR"/>
        </w:rPr>
        <w:t xml:space="preserve"> que la loi de l</w:t>
      </w:r>
      <w:r w:rsidR="003D2091">
        <w:rPr>
          <w:lang w:val="fr-FR"/>
        </w:rPr>
        <w:t>’</w:t>
      </w:r>
      <w:r w:rsidRPr="0062433C">
        <w:rPr>
          <w:lang w:val="fr-FR"/>
        </w:rPr>
        <w:t>inverse du carré de la distance soit applicable</w:t>
      </w:r>
      <w:r>
        <w:rPr>
          <w:lang w:val="fr-FR"/>
        </w:rPr>
        <w:t> </w:t>
      </w:r>
      <w:r w:rsidRPr="0062433C">
        <w:rPr>
          <w:lang w:val="fr-FR"/>
        </w:rPr>
        <w:t>;</w:t>
      </w:r>
    </w:p>
    <w:p w14:paraId="23D922A9" w14:textId="1120D0C9" w:rsidR="00C82E24" w:rsidRPr="00452690" w:rsidRDefault="00C82E24" w:rsidP="00C82E24">
      <w:pPr>
        <w:pStyle w:val="SingleTxtG"/>
        <w:ind w:left="2268" w:hanging="1134"/>
        <w:rPr>
          <w:snapToGrid w:val="0"/>
          <w:spacing w:val="-3"/>
        </w:rPr>
      </w:pPr>
      <w:r w:rsidRPr="00452690">
        <w:rPr>
          <w:spacing w:val="-3"/>
          <w:lang w:val="fr-FR"/>
        </w:rPr>
        <w:t>4.8.1.2.2</w:t>
      </w:r>
      <w:r w:rsidRPr="00452690">
        <w:rPr>
          <w:spacing w:val="-3"/>
          <w:lang w:val="fr-FR"/>
        </w:rPr>
        <w:tab/>
        <w:t>L</w:t>
      </w:r>
      <w:r w:rsidR="003D2091">
        <w:rPr>
          <w:spacing w:val="-3"/>
          <w:lang w:val="fr-FR"/>
        </w:rPr>
        <w:t>’</w:t>
      </w:r>
      <w:r w:rsidRPr="00452690">
        <w:rPr>
          <w:spacing w:val="-3"/>
          <w:lang w:val="fr-FR"/>
        </w:rPr>
        <w:t>appareillage de mesure doit être tel que l</w:t>
      </w:r>
      <w:r w:rsidR="003D2091">
        <w:rPr>
          <w:spacing w:val="-3"/>
          <w:lang w:val="fr-FR"/>
        </w:rPr>
        <w:t>’</w:t>
      </w:r>
      <w:r w:rsidRPr="00452690">
        <w:rPr>
          <w:spacing w:val="-3"/>
          <w:lang w:val="fr-FR"/>
        </w:rPr>
        <w:t>ouverture angulaire du récepteur vue du centre de référence du feu soit comprise entre 10 minutes d</w:t>
      </w:r>
      <w:r w:rsidR="003D2091">
        <w:rPr>
          <w:spacing w:val="-3"/>
          <w:lang w:val="fr-FR"/>
        </w:rPr>
        <w:t>’</w:t>
      </w:r>
      <w:r w:rsidRPr="00452690">
        <w:rPr>
          <w:spacing w:val="-3"/>
          <w:lang w:val="fr-FR"/>
        </w:rPr>
        <w:t>angle et 1 degré ;</w:t>
      </w:r>
    </w:p>
    <w:p w14:paraId="5C136BE2" w14:textId="76FCC177" w:rsidR="00C82E24" w:rsidRPr="008C18EB" w:rsidRDefault="00C82E24" w:rsidP="00965443">
      <w:pPr>
        <w:pStyle w:val="SingleTxtG"/>
        <w:tabs>
          <w:tab w:val="clear" w:pos="1701"/>
        </w:tabs>
        <w:spacing w:before="120"/>
        <w:ind w:left="2268" w:hanging="1134"/>
        <w:rPr>
          <w:snapToGrid w:val="0"/>
        </w:rPr>
      </w:pPr>
      <w:r w:rsidRPr="0062433C">
        <w:rPr>
          <w:lang w:val="fr-FR"/>
        </w:rPr>
        <w:t>4.8</w:t>
      </w:r>
      <w:r>
        <w:rPr>
          <w:lang w:val="fr-FR"/>
        </w:rPr>
        <w:t>.1.2.3</w:t>
      </w:r>
      <w:r w:rsidRPr="0062433C">
        <w:rPr>
          <w:lang w:val="fr-FR"/>
        </w:rPr>
        <w:tab/>
        <w:t>L</w:t>
      </w:r>
      <w:r w:rsidR="003D2091">
        <w:rPr>
          <w:lang w:val="fr-FR"/>
        </w:rPr>
        <w:t>’</w:t>
      </w:r>
      <w:r w:rsidRPr="0062433C">
        <w:rPr>
          <w:lang w:val="fr-FR"/>
        </w:rPr>
        <w:t>exigence d</w:t>
      </w:r>
      <w:r w:rsidR="003D2091">
        <w:rPr>
          <w:lang w:val="fr-FR"/>
        </w:rPr>
        <w:t>’</w:t>
      </w:r>
      <w:r w:rsidRPr="0062433C">
        <w:rPr>
          <w:lang w:val="fr-FR"/>
        </w:rPr>
        <w:t>intensité pour une direction d</w:t>
      </w:r>
      <w:r w:rsidR="003D2091">
        <w:rPr>
          <w:lang w:val="fr-FR"/>
        </w:rPr>
        <w:t>’</w:t>
      </w:r>
      <w:r w:rsidRPr="0062433C">
        <w:rPr>
          <w:lang w:val="fr-FR"/>
        </w:rPr>
        <w:t xml:space="preserve">observation déterminée </w:t>
      </w:r>
      <w:r>
        <w:rPr>
          <w:lang w:val="fr-FR"/>
        </w:rPr>
        <w:t>est jugée</w:t>
      </w:r>
      <w:r w:rsidRPr="0062433C">
        <w:rPr>
          <w:lang w:val="fr-FR"/>
        </w:rPr>
        <w:t xml:space="preserve"> satisfaite </w:t>
      </w:r>
      <w:r>
        <w:rPr>
          <w:lang w:val="fr-FR"/>
        </w:rPr>
        <w:t>si</w:t>
      </w:r>
      <w:r w:rsidRPr="0062433C">
        <w:rPr>
          <w:lang w:val="fr-FR"/>
        </w:rPr>
        <w:t xml:space="preserve"> cette exigence est </w:t>
      </w:r>
      <w:r>
        <w:rPr>
          <w:lang w:val="fr-FR"/>
        </w:rPr>
        <w:t>réalisée</w:t>
      </w:r>
      <w:r w:rsidRPr="0062433C">
        <w:rPr>
          <w:lang w:val="fr-FR"/>
        </w:rPr>
        <w:t xml:space="preserve"> dans une direction ne s</w:t>
      </w:r>
      <w:r w:rsidR="003D2091">
        <w:rPr>
          <w:lang w:val="fr-FR"/>
        </w:rPr>
        <w:t>’</w:t>
      </w:r>
      <w:r w:rsidRPr="0062433C">
        <w:rPr>
          <w:lang w:val="fr-FR"/>
        </w:rPr>
        <w:t xml:space="preserve">écartant pas </w:t>
      </w:r>
      <w:r>
        <w:rPr>
          <w:lang w:val="fr-FR"/>
        </w:rPr>
        <w:t xml:space="preserve">de </w:t>
      </w:r>
      <w:r w:rsidRPr="0062433C">
        <w:rPr>
          <w:lang w:val="fr-FR"/>
        </w:rPr>
        <w:t>plus d</w:t>
      </w:r>
      <w:r w:rsidR="003D2091">
        <w:rPr>
          <w:lang w:val="fr-FR"/>
        </w:rPr>
        <w:t>’</w:t>
      </w:r>
      <w:r w:rsidRPr="0062433C">
        <w:rPr>
          <w:lang w:val="fr-FR"/>
        </w:rPr>
        <w:t>un quart de degré de la direction d</w:t>
      </w:r>
      <w:r w:rsidR="003D2091">
        <w:rPr>
          <w:lang w:val="fr-FR"/>
        </w:rPr>
        <w:t>’</w:t>
      </w:r>
      <w:r w:rsidRPr="0062433C">
        <w:rPr>
          <w:lang w:val="fr-FR"/>
        </w:rPr>
        <w:t>observation.</w:t>
      </w:r>
    </w:p>
    <w:p w14:paraId="701EA9AC" w14:textId="0B028A90" w:rsidR="00C82E24" w:rsidRPr="00B767D6" w:rsidRDefault="00C82E24" w:rsidP="00965443">
      <w:pPr>
        <w:pStyle w:val="SingleTxtG"/>
        <w:tabs>
          <w:tab w:val="clear" w:pos="1701"/>
        </w:tabs>
        <w:spacing w:before="120"/>
        <w:ind w:left="2268" w:hanging="1134"/>
      </w:pPr>
      <w:r>
        <w:rPr>
          <w:lang w:val="fr-FR"/>
        </w:rPr>
        <w:t>4</w:t>
      </w:r>
      <w:r w:rsidRPr="00B767D6">
        <w:t>.8.1.3</w:t>
      </w:r>
      <w:r w:rsidRPr="00B767D6">
        <w:tab/>
        <w:t xml:space="preserve">Si le feu peut </w:t>
      </w:r>
      <w:r w:rsidRPr="00965443">
        <w:rPr>
          <w:lang w:val="fr-FR"/>
        </w:rPr>
        <w:t>être</w:t>
      </w:r>
      <w:r w:rsidRPr="00B767D6">
        <w:t xml:space="preserve"> monté sur le véhicule en plusieurs positions ou dans une plage de positions, il faut recommencer les mesures photométriques pour chaque position ou pour les positions extrêmes de la plage d</w:t>
      </w:r>
      <w:r w:rsidR="003D2091">
        <w:t>’</w:t>
      </w:r>
      <w:r w:rsidRPr="00B767D6">
        <w:t>axes de référence définie par le fabricant.</w:t>
      </w:r>
    </w:p>
    <w:p w14:paraId="63600CE4" w14:textId="77777777" w:rsidR="00C82E24" w:rsidRPr="008C18EB" w:rsidRDefault="00C82E24" w:rsidP="00965443">
      <w:pPr>
        <w:pStyle w:val="SingleTxtG"/>
        <w:tabs>
          <w:tab w:val="clear" w:pos="1701"/>
        </w:tabs>
        <w:spacing w:before="120"/>
        <w:ind w:left="2268" w:hanging="1134"/>
      </w:pPr>
      <w:r>
        <w:t>4.8.2</w:t>
      </w:r>
      <w:r>
        <w:tab/>
        <w:t xml:space="preserve">Méthodes de </w:t>
      </w:r>
      <w:r w:rsidRPr="00965443">
        <w:rPr>
          <w:lang w:val="fr-FR"/>
        </w:rPr>
        <w:t>mesure</w:t>
      </w:r>
    </w:p>
    <w:p w14:paraId="76DB65C2" w14:textId="08BE53E9" w:rsidR="00C82E24" w:rsidRPr="008C18EB" w:rsidRDefault="00C82E24" w:rsidP="00965443">
      <w:pPr>
        <w:pStyle w:val="SingleTxtG"/>
        <w:tabs>
          <w:tab w:val="clear" w:pos="1701"/>
        </w:tabs>
        <w:spacing w:before="120"/>
        <w:ind w:left="2268" w:hanging="1134"/>
      </w:pPr>
      <w:r w:rsidRPr="00B767D6">
        <w:t>4.8.2.1</w:t>
      </w:r>
      <w:r w:rsidRPr="00B767D6">
        <w:tab/>
        <w:t xml:space="preserve">Les </w:t>
      </w:r>
      <w:r w:rsidRPr="00965443">
        <w:rPr>
          <w:lang w:val="fr-FR"/>
        </w:rPr>
        <w:t>caractéristiques</w:t>
      </w:r>
      <w:r w:rsidRPr="00B767D6">
        <w:t xml:space="preserve"> photométriques doivent être contrôlées conformément à l</w:t>
      </w:r>
      <w:r w:rsidR="003D2091">
        <w:t>’</w:t>
      </w:r>
      <w:r w:rsidRPr="00B767D6">
        <w:t>alinéa pertinent du paragraphe</w:t>
      </w:r>
      <w:r>
        <w:t> </w:t>
      </w:r>
      <w:r w:rsidRPr="00B767D6">
        <w:t>4.7.</w:t>
      </w:r>
    </w:p>
    <w:p w14:paraId="59DBC8FF" w14:textId="77777777" w:rsidR="00C82E24" w:rsidRPr="008C18EB" w:rsidRDefault="00C82E24" w:rsidP="00965443">
      <w:pPr>
        <w:pStyle w:val="SingleTxtG"/>
        <w:tabs>
          <w:tab w:val="clear" w:pos="1701"/>
        </w:tabs>
        <w:spacing w:before="120"/>
        <w:ind w:left="2268" w:hanging="1134"/>
      </w:pPr>
      <w:r w:rsidRPr="00B767D6">
        <w:lastRenderedPageBreak/>
        <w:t>4</w:t>
      </w:r>
      <w:r>
        <w:rPr>
          <w:lang w:val="fr-FR"/>
        </w:rPr>
        <w:t>.8.2.2</w:t>
      </w:r>
      <w:r w:rsidRPr="0062433C">
        <w:rPr>
          <w:lang w:val="fr-FR"/>
        </w:rPr>
        <w:tab/>
        <w:t xml:space="preserve">Pour </w:t>
      </w:r>
      <w:r>
        <w:rPr>
          <w:lang w:val="fr-FR"/>
        </w:rPr>
        <w:t>des</w:t>
      </w:r>
      <w:r w:rsidRPr="0062433C">
        <w:rPr>
          <w:lang w:val="fr-FR"/>
        </w:rPr>
        <w:t xml:space="preserve"> sources lumineuses remplaçables</w:t>
      </w:r>
      <w:r>
        <w:rPr>
          <w:lang w:val="fr-FR"/>
        </w:rPr>
        <w:t xml:space="preserve"> multiples :</w:t>
      </w:r>
    </w:p>
    <w:p w14:paraId="5FBAD2D9" w14:textId="5BCFB930" w:rsidR="00C82E24" w:rsidRPr="00452690" w:rsidRDefault="00C82E24" w:rsidP="00C82E24">
      <w:pPr>
        <w:pStyle w:val="SingleTxtG"/>
        <w:ind w:left="2268"/>
        <w:rPr>
          <w:spacing w:val="-1"/>
        </w:rPr>
      </w:pPr>
      <w:r w:rsidRPr="00452690">
        <w:rPr>
          <w:spacing w:val="-1"/>
        </w:rPr>
        <w:t>Si elles comportent une ou plusieurs sources lumineuses de 6,75 V, 13,5 V ou 28,0 V, les valeurs d</w:t>
      </w:r>
      <w:r w:rsidR="003D2091">
        <w:rPr>
          <w:spacing w:val="-1"/>
        </w:rPr>
        <w:t>’</w:t>
      </w:r>
      <w:r w:rsidRPr="00452690">
        <w:rPr>
          <w:spacing w:val="-1"/>
        </w:rPr>
        <w:t xml:space="preserve">intensité lumineuse obtenues doivent être corrigées. Pour </w:t>
      </w:r>
      <w:r>
        <w:rPr>
          <w:spacing w:val="-1"/>
        </w:rPr>
        <w:t>les</w:t>
      </w:r>
      <w:r w:rsidRPr="00452690">
        <w:rPr>
          <w:spacing w:val="-1"/>
        </w:rPr>
        <w:t xml:space="preserve"> sources lumineuses à incandescence remplaçables, le facteur de correction est le rapport entre le flux lumineux de référence et la valeur moyenne du flux lumineux obtenue à la tension utilisée (6,75 V, 13,5 V ou 28,0 V).</w:t>
      </w:r>
    </w:p>
    <w:p w14:paraId="1D37C479" w14:textId="77777777" w:rsidR="00C82E24" w:rsidRPr="006778A3" w:rsidRDefault="00C82E24" w:rsidP="00C82E24">
      <w:pPr>
        <w:pStyle w:val="SingleTxtG"/>
        <w:ind w:left="2268"/>
      </w:pPr>
      <w:r w:rsidRPr="006778A3">
        <w:t xml:space="preserve">Pour les sources lumineuses à DEL, le facteur de correction est le rapport entre le flux lumineux normal et la valeur moyenne du flux lumineux obtenue à la tension utilisée </w:t>
      </w:r>
      <w:r>
        <w:t>(</w:t>
      </w:r>
      <w:r w:rsidRPr="001240B9">
        <w:t>6,75</w:t>
      </w:r>
      <w:r>
        <w:t> </w:t>
      </w:r>
      <w:r w:rsidRPr="001240B9">
        <w:t>V</w:t>
      </w:r>
      <w:r>
        <w:t>,</w:t>
      </w:r>
      <w:r w:rsidRPr="006778A3">
        <w:t xml:space="preserve"> 13,5</w:t>
      </w:r>
      <w:r>
        <w:t> </w:t>
      </w:r>
      <w:r w:rsidRPr="006778A3">
        <w:t>V ou 28,0</w:t>
      </w:r>
      <w:r>
        <w:t> </w:t>
      </w:r>
      <w:r w:rsidRPr="006778A3">
        <w:t xml:space="preserve">V). </w:t>
      </w:r>
    </w:p>
    <w:p w14:paraId="7F79102C" w14:textId="6A0EF619" w:rsidR="00C82E24" w:rsidRPr="006778A3" w:rsidRDefault="00C82E24" w:rsidP="00C82E24">
      <w:pPr>
        <w:pStyle w:val="SingleTxtG"/>
        <w:ind w:left="2268"/>
      </w:pPr>
      <w:r w:rsidRPr="006778A3">
        <w:t>Les flux lumineux réels des sources lumineuses utilisées ne doivent pas s</w:t>
      </w:r>
      <w:r w:rsidR="003D2091">
        <w:t>’</w:t>
      </w:r>
      <w:r w:rsidRPr="006778A3">
        <w:t>écarter de plus de 5</w:t>
      </w:r>
      <w:r>
        <w:t> </w:t>
      </w:r>
      <w:r w:rsidRPr="006778A3">
        <w:t>% de la valeur moyenne. Pour les sources lumineuses à incandescence seulement, on pourra aussi utiliser, dans chacune des positions, une source lumineuse à incandescence étalon émettant son flux de référence, et additionner les valeurs relevées pour les différentes positions.</w:t>
      </w:r>
    </w:p>
    <w:p w14:paraId="626E6D5B" w14:textId="3332020A" w:rsidR="00C82E24" w:rsidRPr="008C18EB" w:rsidRDefault="00C82E24" w:rsidP="00965443">
      <w:pPr>
        <w:pStyle w:val="SingleTxtG"/>
        <w:tabs>
          <w:tab w:val="clear" w:pos="1701"/>
        </w:tabs>
        <w:spacing w:before="120"/>
        <w:ind w:left="2268" w:hanging="1134"/>
      </w:pPr>
      <w:r>
        <w:rPr>
          <w:lang w:val="fr-FR"/>
        </w:rPr>
        <w:t>4.8.2.3</w:t>
      </w:r>
      <w:r w:rsidRPr="0062433C">
        <w:rPr>
          <w:lang w:val="fr-FR"/>
        </w:rPr>
        <w:tab/>
        <w:t>Pour les feux, à l</w:t>
      </w:r>
      <w:r w:rsidR="003D2091">
        <w:rPr>
          <w:lang w:val="fr-FR"/>
        </w:rPr>
        <w:t>’</w:t>
      </w:r>
      <w:r w:rsidRPr="0062433C">
        <w:rPr>
          <w:lang w:val="fr-FR"/>
        </w:rPr>
        <w:t>exception de ceux munis de sou</w:t>
      </w:r>
      <w:r>
        <w:rPr>
          <w:lang w:val="fr-FR"/>
        </w:rPr>
        <w:t>rces lumineuses à incandescence</w:t>
      </w:r>
    </w:p>
    <w:p w14:paraId="41662230" w14:textId="74F86400" w:rsidR="00C82E24" w:rsidRPr="00452690" w:rsidRDefault="00C82E24" w:rsidP="00965443">
      <w:pPr>
        <w:pStyle w:val="SingleTxtG"/>
        <w:tabs>
          <w:tab w:val="clear" w:pos="1701"/>
        </w:tabs>
        <w:spacing w:before="120"/>
        <w:ind w:left="2268" w:hanging="1134"/>
        <w:rPr>
          <w:bCs/>
          <w:spacing w:val="-3"/>
        </w:rPr>
      </w:pPr>
      <w:r w:rsidRPr="00452690">
        <w:rPr>
          <w:spacing w:val="-3"/>
          <w:lang w:val="fr-FR"/>
        </w:rPr>
        <w:t>4.8.2.3.1</w:t>
      </w:r>
      <w:r w:rsidRPr="00452690">
        <w:rPr>
          <w:spacing w:val="-3"/>
          <w:lang w:val="fr-FR"/>
        </w:rPr>
        <w:tab/>
        <w:t>Pour les feux de marche arrière et les feux de manœuvre, les intensités lumineuses mesurées après 1 minute et après 10 minutes de fonctionnement doivent être conformes aux prescriptions minimales et maximales. La</w:t>
      </w:r>
      <w:r>
        <w:rPr>
          <w:spacing w:val="-3"/>
          <w:lang w:val="fr-FR"/>
        </w:rPr>
        <w:t xml:space="preserve"> </w:t>
      </w:r>
      <w:r w:rsidRPr="00452690">
        <w:rPr>
          <w:spacing w:val="-3"/>
          <w:lang w:val="fr-FR"/>
        </w:rPr>
        <w:t xml:space="preserve">répartition </w:t>
      </w:r>
      <w:r w:rsidRPr="00452690">
        <w:rPr>
          <w:spacing w:val="-1"/>
          <w:lang w:val="fr-FR"/>
        </w:rPr>
        <w:t>de l</w:t>
      </w:r>
      <w:r w:rsidR="003D2091">
        <w:rPr>
          <w:spacing w:val="-1"/>
          <w:lang w:val="fr-FR"/>
        </w:rPr>
        <w:t>’</w:t>
      </w:r>
      <w:r w:rsidRPr="00452690">
        <w:rPr>
          <w:spacing w:val="-1"/>
          <w:lang w:val="fr-FR"/>
        </w:rPr>
        <w:t>intensité lumineuse après 1 minute et après 10 minutes de fonctionnement doit être calculée à partir de la répartition de l</w:t>
      </w:r>
      <w:r w:rsidR="003D2091">
        <w:rPr>
          <w:spacing w:val="-1"/>
          <w:lang w:val="fr-FR"/>
        </w:rPr>
        <w:t>’</w:t>
      </w:r>
      <w:r w:rsidRPr="00452690">
        <w:rPr>
          <w:spacing w:val="-1"/>
          <w:lang w:val="fr-FR"/>
        </w:rPr>
        <w:t>intensité lumineuse mesurée après que la stabilité photométrique a été atteinte, en retenant à chaque point d</w:t>
      </w:r>
      <w:r w:rsidR="003D2091">
        <w:rPr>
          <w:spacing w:val="-1"/>
          <w:lang w:val="fr-FR"/>
        </w:rPr>
        <w:t>’</w:t>
      </w:r>
      <w:r w:rsidRPr="00452690">
        <w:rPr>
          <w:spacing w:val="-1"/>
          <w:lang w:val="fr-FR"/>
        </w:rPr>
        <w:t>essai le rapport des intensités lumineuses mesurées en HV :</w:t>
      </w:r>
    </w:p>
    <w:p w14:paraId="063A5505" w14:textId="77777777" w:rsidR="00C82E24" w:rsidRPr="005849B7" w:rsidRDefault="00C82E24" w:rsidP="00C82E24">
      <w:pPr>
        <w:pStyle w:val="SingleTxtG"/>
        <w:ind w:left="2835" w:hanging="567"/>
      </w:pPr>
      <w:r w:rsidRPr="005849B7">
        <w:t>a)</w:t>
      </w:r>
      <w:r w:rsidRPr="005849B7">
        <w:tab/>
        <w:t xml:space="preserve">Après </w:t>
      </w:r>
      <w:r>
        <w:t>1</w:t>
      </w:r>
      <w:r w:rsidRPr="005849B7">
        <w:t xml:space="preserve"> minute</w:t>
      </w:r>
      <w:r>
        <w:t> </w:t>
      </w:r>
      <w:r w:rsidRPr="005849B7">
        <w:t>;</w:t>
      </w:r>
    </w:p>
    <w:p w14:paraId="06DC6288" w14:textId="77777777" w:rsidR="00C82E24" w:rsidRPr="005849B7" w:rsidRDefault="00C82E24" w:rsidP="00C82E24">
      <w:pPr>
        <w:pStyle w:val="SingleTxtG"/>
        <w:ind w:left="2835" w:hanging="567"/>
      </w:pPr>
      <w:r w:rsidRPr="005849B7">
        <w:t>b)</w:t>
      </w:r>
      <w:r w:rsidRPr="005849B7">
        <w:tab/>
        <w:t>Après 10</w:t>
      </w:r>
      <w:r>
        <w:t> </w:t>
      </w:r>
      <w:r w:rsidRPr="005849B7">
        <w:t>minutes</w:t>
      </w:r>
      <w:r>
        <w:t> </w:t>
      </w:r>
      <w:r w:rsidRPr="005849B7">
        <w:t xml:space="preserve">; et </w:t>
      </w:r>
    </w:p>
    <w:p w14:paraId="4FBCBA58" w14:textId="77777777" w:rsidR="00C82E24" w:rsidRPr="0062433C" w:rsidRDefault="00C82E24" w:rsidP="00C82E24">
      <w:pPr>
        <w:pStyle w:val="SingleTxtG"/>
        <w:ind w:left="2835" w:hanging="567"/>
        <w:rPr>
          <w:bCs/>
        </w:rPr>
      </w:pPr>
      <w:r w:rsidRPr="005849B7">
        <w:t>c)</w:t>
      </w:r>
      <w:r w:rsidRPr="0062433C">
        <w:tab/>
        <w:t>Après que la stabilité photométrique a été atteinte.</w:t>
      </w:r>
    </w:p>
    <w:p w14:paraId="1645B1FD" w14:textId="77777777" w:rsidR="00C82E24" w:rsidRPr="008C18EB" w:rsidRDefault="00C82E24" w:rsidP="00965443">
      <w:pPr>
        <w:pStyle w:val="SingleTxtG"/>
        <w:tabs>
          <w:tab w:val="clear" w:pos="1701"/>
        </w:tabs>
        <w:spacing w:before="120"/>
        <w:ind w:left="2268" w:hanging="1134"/>
      </w:pPr>
      <w:r>
        <w:rPr>
          <w:lang w:val="fr-FR"/>
        </w:rPr>
        <w:t>4.8.2.3.2</w:t>
      </w:r>
      <w:r w:rsidRPr="0062433C">
        <w:rPr>
          <w:lang w:val="fr-FR"/>
        </w:rPr>
        <w:tab/>
        <w:t>Pour tous les autres</w:t>
      </w:r>
      <w:r>
        <w:rPr>
          <w:lang w:val="fr-FR"/>
        </w:rPr>
        <w:t xml:space="preserve"> feux,</w:t>
      </w:r>
      <w:r w:rsidRPr="0062433C">
        <w:rPr>
          <w:lang w:val="fr-FR"/>
        </w:rPr>
        <w:t xml:space="preserve"> les intens</w:t>
      </w:r>
      <w:r>
        <w:rPr>
          <w:lang w:val="fr-FR"/>
        </w:rPr>
        <w:t>ités lumineuses mesurées après 1</w:t>
      </w:r>
      <w:r w:rsidRPr="0062433C">
        <w:rPr>
          <w:lang w:val="fr-FR"/>
        </w:rPr>
        <w:t xml:space="preserve"> min</w:t>
      </w:r>
      <w:r>
        <w:rPr>
          <w:lang w:val="fr-FR"/>
        </w:rPr>
        <w:t>ute</w:t>
      </w:r>
      <w:r w:rsidRPr="0062433C">
        <w:rPr>
          <w:lang w:val="fr-FR"/>
        </w:rPr>
        <w:t xml:space="preserve"> et après </w:t>
      </w:r>
      <w:r>
        <w:rPr>
          <w:lang w:val="fr-FR"/>
        </w:rPr>
        <w:t>30 </w:t>
      </w:r>
      <w:r w:rsidRPr="0062433C">
        <w:rPr>
          <w:lang w:val="fr-FR"/>
        </w:rPr>
        <w:t>min</w:t>
      </w:r>
      <w:r>
        <w:rPr>
          <w:lang w:val="fr-FR"/>
        </w:rPr>
        <w:t>utes</w:t>
      </w:r>
      <w:r w:rsidRPr="0062433C">
        <w:rPr>
          <w:lang w:val="fr-FR"/>
        </w:rPr>
        <w:t xml:space="preserve"> de fonctionnement doivent être conformes aux prescriptions minimales et maximales. </w:t>
      </w:r>
    </w:p>
    <w:p w14:paraId="0AC9FF98" w14:textId="77777777" w:rsidR="00C82E24" w:rsidRPr="006778A3" w:rsidRDefault="00C82E24" w:rsidP="00C82E24">
      <w:pPr>
        <w:pStyle w:val="SingleTxtG"/>
        <w:ind w:left="2268"/>
      </w:pPr>
      <w:r w:rsidRPr="006778A3">
        <w:t>Les feux indicateurs de direction doivent fonc</w:t>
      </w:r>
      <w:r>
        <w:t>tionner en mode clignotant (f = </w:t>
      </w:r>
      <w:r w:rsidRPr="006778A3">
        <w:t>1,5 Hz, facteur de marche 50</w:t>
      </w:r>
      <w:r>
        <w:t> </w:t>
      </w:r>
      <w:r w:rsidRPr="006778A3">
        <w:t xml:space="preserve">%). </w:t>
      </w:r>
    </w:p>
    <w:p w14:paraId="025F250B" w14:textId="38400D0F" w:rsidR="00C82E24" w:rsidRPr="008C18EB" w:rsidRDefault="00C82E24" w:rsidP="00C82E24">
      <w:pPr>
        <w:pStyle w:val="SingleTxtG"/>
        <w:ind w:left="2268"/>
      </w:pPr>
      <w:r w:rsidRPr="006778A3">
        <w:t>La répartition de l</w:t>
      </w:r>
      <w:r w:rsidR="003D2091">
        <w:t>’</w:t>
      </w:r>
      <w:r w:rsidRPr="006778A3">
        <w:t>intensité lumineuse après 1 minute de fonctionnement peut être calculée à partir de la répartition de</w:t>
      </w:r>
      <w:r>
        <w:t xml:space="preserve"> l</w:t>
      </w:r>
      <w:r w:rsidR="003D2091">
        <w:t>’</w:t>
      </w:r>
      <w:r>
        <w:t>intensité lumineuse après 30 </w:t>
      </w:r>
      <w:r w:rsidRPr="006778A3">
        <w:t>minutes de fonctionnement en retenant à chaque point d</w:t>
      </w:r>
      <w:r w:rsidR="003D2091">
        <w:t>’</w:t>
      </w:r>
      <w:r w:rsidRPr="006778A3">
        <w:t>essai le rapport des intensités lumineuses mesurées en HV après 1</w:t>
      </w:r>
      <w:r>
        <w:t> </w:t>
      </w:r>
      <w:r w:rsidRPr="006778A3">
        <w:t>minute</w:t>
      </w:r>
      <w:r w:rsidRPr="0062433C">
        <w:rPr>
          <w:lang w:val="fr-FR"/>
        </w:rPr>
        <w:t xml:space="preserve"> et après 30</w:t>
      </w:r>
      <w:r>
        <w:rPr>
          <w:lang w:val="fr-FR"/>
        </w:rPr>
        <w:t> </w:t>
      </w:r>
      <w:r w:rsidRPr="0062433C">
        <w:rPr>
          <w:lang w:val="fr-FR"/>
        </w:rPr>
        <w:t>minutes de fonctionnement.</w:t>
      </w:r>
    </w:p>
    <w:p w14:paraId="171CBAAA" w14:textId="76D83504" w:rsidR="00C82E24" w:rsidRPr="0062433C" w:rsidRDefault="00C82E24" w:rsidP="00965443">
      <w:pPr>
        <w:pStyle w:val="SingleTxtG"/>
        <w:tabs>
          <w:tab w:val="clear" w:pos="1701"/>
        </w:tabs>
        <w:spacing w:before="120"/>
        <w:ind w:left="2268" w:hanging="1134"/>
      </w:pPr>
      <w:r>
        <w:t>4.8.3</w:t>
      </w:r>
      <w:r w:rsidRPr="0062433C">
        <w:tab/>
      </w:r>
      <w:r>
        <w:t>Sauf indication contraire, e</w:t>
      </w:r>
      <w:r w:rsidRPr="0062433C">
        <w:t>n dehors de l</w:t>
      </w:r>
      <w:r w:rsidR="003D2091">
        <w:t>’</w:t>
      </w:r>
      <w:r w:rsidRPr="0062433C">
        <w:t>axe de référence et à l</w:t>
      </w:r>
      <w:r w:rsidR="003D2091">
        <w:t>’</w:t>
      </w:r>
      <w:r w:rsidRPr="0062433C">
        <w:t>intérieur des champs angulaires définis dans les schémas de l</w:t>
      </w:r>
      <w:r w:rsidR="003D2091">
        <w:t>’</w:t>
      </w:r>
      <w:r w:rsidRPr="0062433C">
        <w:t>annexe</w:t>
      </w:r>
      <w:r>
        <w:t> </w:t>
      </w:r>
      <w:r w:rsidRPr="0062433C">
        <w:t>2, l</w:t>
      </w:r>
      <w:r w:rsidR="003D2091">
        <w:t>’</w:t>
      </w:r>
      <w:r w:rsidRPr="0062433C">
        <w:t xml:space="preserve">intensité de la lumière émise par chacun des deux feux fournis </w:t>
      </w:r>
      <w:r>
        <w:t>doit :</w:t>
      </w:r>
    </w:p>
    <w:p w14:paraId="4431D0EB" w14:textId="6A2E5920" w:rsidR="00C82E24" w:rsidRPr="0062433C" w:rsidRDefault="00C82E24" w:rsidP="00965443">
      <w:pPr>
        <w:pStyle w:val="SingleTxtG"/>
        <w:tabs>
          <w:tab w:val="clear" w:pos="1701"/>
        </w:tabs>
        <w:spacing w:before="120"/>
        <w:ind w:left="2268" w:hanging="1134"/>
      </w:pPr>
      <w:r>
        <w:t>4.8.3.1</w:t>
      </w:r>
      <w:r w:rsidRPr="0062433C">
        <w:tab/>
      </w:r>
      <w:r>
        <w:t>D</w:t>
      </w:r>
      <w:r w:rsidRPr="0062433C">
        <w:t xml:space="preserve">ans chaque direction correspondant aux points </w:t>
      </w:r>
      <w:r>
        <w:t>de la grille</w:t>
      </w:r>
      <w:r w:rsidRPr="0062433C">
        <w:t xml:space="preserve"> de répartition </w:t>
      </w:r>
      <w:r>
        <w:t>de la lumière</w:t>
      </w:r>
      <w:r w:rsidRPr="0062433C">
        <w:t xml:space="preserve"> pertinent</w:t>
      </w:r>
      <w:r>
        <w:t>e</w:t>
      </w:r>
      <w:r w:rsidRPr="0062433C">
        <w:t xml:space="preserve"> </w:t>
      </w:r>
      <w:r>
        <w:t xml:space="preserve">de </w:t>
      </w:r>
      <w:r w:rsidRPr="0062433C">
        <w:t>l</w:t>
      </w:r>
      <w:r w:rsidR="003D2091">
        <w:t>’</w:t>
      </w:r>
      <w:r w:rsidRPr="0062433C">
        <w:t>annexe</w:t>
      </w:r>
      <w:r>
        <w:t> </w:t>
      </w:r>
      <w:r w:rsidRPr="0062433C">
        <w:t xml:space="preserve">3, </w:t>
      </w:r>
      <w:r>
        <w:t>ne pas être inférieure</w:t>
      </w:r>
      <w:r w:rsidRPr="0062433C">
        <w:t xml:space="preserve"> au produit du minimum indiqué dans l</w:t>
      </w:r>
      <w:r>
        <w:t>a</w:t>
      </w:r>
      <w:r w:rsidRPr="0062433C">
        <w:t xml:space="preserve"> </w:t>
      </w:r>
      <w:r>
        <w:t xml:space="preserve">grille </w:t>
      </w:r>
      <w:r w:rsidRPr="0062433C">
        <w:t>pour chaque fonction et du pourcentage indiqu</w:t>
      </w:r>
      <w:r>
        <w:t>é par</w:t>
      </w:r>
      <w:r w:rsidRPr="0062433C">
        <w:t xml:space="preserve"> </w:t>
      </w:r>
      <w:r>
        <w:t>ladite grille</w:t>
      </w:r>
      <w:r w:rsidRPr="0062433C">
        <w:t xml:space="preserve"> pour la direction en </w:t>
      </w:r>
      <w:r>
        <w:t>question ;</w:t>
      </w:r>
      <w:r w:rsidRPr="0062433C">
        <w:t xml:space="preserve"> et</w:t>
      </w:r>
    </w:p>
    <w:p w14:paraId="4628AAF3" w14:textId="1823F556" w:rsidR="00C82E24" w:rsidRPr="0062433C" w:rsidRDefault="00C82E24" w:rsidP="00965443">
      <w:pPr>
        <w:pStyle w:val="SingleTxtG"/>
        <w:tabs>
          <w:tab w:val="clear" w:pos="1701"/>
        </w:tabs>
        <w:spacing w:before="120"/>
        <w:ind w:left="2268" w:hanging="1134"/>
      </w:pPr>
      <w:r>
        <w:t>4.8.3.2</w:t>
      </w:r>
      <w:r w:rsidRPr="0062433C">
        <w:tab/>
      </w:r>
      <w:r>
        <w:t>Ne dépasser, d</w:t>
      </w:r>
      <w:r w:rsidRPr="0062433C">
        <w:t xml:space="preserve">ans aucune direction </w:t>
      </w:r>
      <w:r>
        <w:t>à l</w:t>
      </w:r>
      <w:r w:rsidR="003D2091">
        <w:t>’</w:t>
      </w:r>
      <w:r>
        <w:t xml:space="preserve">intérieur </w:t>
      </w:r>
      <w:r w:rsidRPr="0062433C">
        <w:t>de l</w:t>
      </w:r>
      <w:r w:rsidR="003D2091">
        <w:t>’</w:t>
      </w:r>
      <w:r w:rsidRPr="0062433C">
        <w:t>espace d</w:t>
      </w:r>
      <w:r w:rsidR="003D2091">
        <w:t>’</w:t>
      </w:r>
      <w:r w:rsidRPr="0062433C">
        <w:t xml:space="preserve">où le feu de signalisation lumineuse </w:t>
      </w:r>
      <w:r>
        <w:t>est visible</w:t>
      </w:r>
      <w:r w:rsidRPr="0062433C">
        <w:t xml:space="preserve">, le maximum </w:t>
      </w:r>
      <w:r>
        <w:t>défini</w:t>
      </w:r>
      <w:r w:rsidRPr="0062433C">
        <w:t xml:space="preserve"> dans </w:t>
      </w:r>
      <w:r>
        <w:t>la grille correspondant à la</w:t>
      </w:r>
      <w:r w:rsidRPr="0062433C">
        <w:t xml:space="preserve"> fonction</w:t>
      </w:r>
      <w:r>
        <w:t>.</w:t>
      </w:r>
    </w:p>
    <w:p w14:paraId="2133157B" w14:textId="0CAE8A2E" w:rsidR="00C82E24" w:rsidRPr="0062433C" w:rsidRDefault="00C82E24" w:rsidP="00965443">
      <w:pPr>
        <w:pStyle w:val="SingleTxtG"/>
        <w:tabs>
          <w:tab w:val="clear" w:pos="1701"/>
        </w:tabs>
        <w:spacing w:before="120"/>
        <w:ind w:left="2268" w:hanging="1134"/>
      </w:pPr>
      <w:r>
        <w:t>4.8.4</w:t>
      </w:r>
      <w:r w:rsidRPr="0062433C">
        <w:tab/>
        <w:t>Lorsqu</w:t>
      </w:r>
      <w:r w:rsidR="003D2091">
        <w:t>’</w:t>
      </w:r>
      <w:r w:rsidRPr="0062433C">
        <w:t xml:space="preserve">un assemblage de deux feux indépendants, destinés à être homologués en tant que feux marqués </w:t>
      </w:r>
      <w:r>
        <w:t>« </w:t>
      </w:r>
      <w:r w:rsidRPr="0062433C">
        <w:t>D</w:t>
      </w:r>
      <w:r>
        <w:t> »</w:t>
      </w:r>
      <w:r w:rsidRPr="0062433C">
        <w:t xml:space="preserve"> et ayant la même fonction, est censé être un feu </w:t>
      </w:r>
      <w:r>
        <w:t>simple</w:t>
      </w:r>
      <w:r w:rsidRPr="0062433C">
        <w:t>, il doit satisfaire aux prescriptions relatives</w:t>
      </w:r>
      <w:r>
        <w:t> </w:t>
      </w:r>
      <w:r w:rsidRPr="0062433C">
        <w:t>:</w:t>
      </w:r>
    </w:p>
    <w:p w14:paraId="3FCBC40F" w14:textId="2232A3A7" w:rsidR="00C82E24" w:rsidRPr="006778A3" w:rsidRDefault="00C82E24" w:rsidP="00C82E24">
      <w:pPr>
        <w:pStyle w:val="SingleTxtG"/>
        <w:ind w:left="2835" w:hanging="567"/>
      </w:pPr>
      <w:r w:rsidRPr="006778A3">
        <w:t>a)</w:t>
      </w:r>
      <w:r w:rsidRPr="006778A3">
        <w:tab/>
        <w:t>À l</w:t>
      </w:r>
      <w:r w:rsidR="003D2091">
        <w:t>’</w:t>
      </w:r>
      <w:r w:rsidRPr="006778A3">
        <w:t>intensité maximale lorsque tous les feux sont allumés</w:t>
      </w:r>
      <w:r>
        <w:t> </w:t>
      </w:r>
      <w:r w:rsidRPr="006778A3">
        <w:t xml:space="preserve">; </w:t>
      </w:r>
    </w:p>
    <w:p w14:paraId="072D4C05" w14:textId="5FFBDBF6" w:rsidR="00C82E24" w:rsidRPr="0062433C" w:rsidRDefault="00C82E24" w:rsidP="00C82E24">
      <w:pPr>
        <w:pStyle w:val="SingleTxtG"/>
        <w:ind w:left="2835" w:hanging="567"/>
      </w:pPr>
      <w:r w:rsidRPr="006778A3">
        <w:t>b</w:t>
      </w:r>
      <w:r w:rsidRPr="0062433C">
        <w:t>)</w:t>
      </w:r>
      <w:r w:rsidRPr="0062433C">
        <w:tab/>
        <w:t>À l</w:t>
      </w:r>
      <w:r w:rsidR="003D2091">
        <w:t>’</w:t>
      </w:r>
      <w:r w:rsidRPr="0062433C">
        <w:t>intensité minimale lorsque l</w:t>
      </w:r>
      <w:r w:rsidR="003D2091">
        <w:t>’</w:t>
      </w:r>
      <w:r w:rsidRPr="0062433C">
        <w:t>un des deux feux est défectueux.</w:t>
      </w:r>
    </w:p>
    <w:p w14:paraId="6FCA03C0" w14:textId="77777777" w:rsidR="00C82E24" w:rsidRPr="0062433C" w:rsidRDefault="00C82E24" w:rsidP="00965443">
      <w:pPr>
        <w:pStyle w:val="SingleTxtG"/>
        <w:tabs>
          <w:tab w:val="clear" w:pos="1701"/>
        </w:tabs>
        <w:spacing w:before="120"/>
        <w:ind w:left="2268" w:hanging="1134"/>
      </w:pPr>
      <w:r>
        <w:lastRenderedPageBreak/>
        <w:t>4.8.5</w:t>
      </w:r>
      <w:r w:rsidRPr="0062433C">
        <w:tab/>
        <w:t xml:space="preserve">Un système de feux interdépendants doit satisfaire aux prescriptions quand tous les feux interdépendants qui le composent fonctionnent simultanément. </w:t>
      </w:r>
    </w:p>
    <w:p w14:paraId="33FED5D6" w14:textId="77777777" w:rsidR="00C82E24" w:rsidRPr="0062433C" w:rsidRDefault="00C82E24" w:rsidP="00C82E24">
      <w:pPr>
        <w:pStyle w:val="SingleTxtG"/>
        <w:keepNext/>
        <w:keepLines/>
        <w:ind w:left="2268"/>
      </w:pPr>
      <w:r w:rsidRPr="0062433C">
        <w:t>Cependant</w:t>
      </w:r>
      <w:r>
        <w:t> </w:t>
      </w:r>
      <w:r w:rsidRPr="0062433C">
        <w:t>:</w:t>
      </w:r>
    </w:p>
    <w:p w14:paraId="525E3A99" w14:textId="2D3EB156" w:rsidR="00C82E24" w:rsidRPr="006778A3" w:rsidRDefault="00C82E24" w:rsidP="00C82E24">
      <w:pPr>
        <w:pStyle w:val="SingleTxtG"/>
        <w:ind w:left="2835" w:hanging="567"/>
      </w:pPr>
      <w:r w:rsidRPr="006778A3">
        <w:t>a)</w:t>
      </w:r>
      <w:r w:rsidRPr="006778A3">
        <w:tab/>
        <w:t xml:space="preserve">Si le système de feux interdépendants assurant la fonction de feu de position arrière est monté partiellement sur une partie fixe et partiellement sur une partie mobile, le ou les feux interdépendants définis par le demandeur doivent satisfaire à toutes </w:t>
      </w:r>
      <w:r w:rsidRPr="00FF4D30">
        <w:t>les prescriptions concernant la visibilité géométrique vers l</w:t>
      </w:r>
      <w:r w:rsidR="003D2091">
        <w:t>’</w:t>
      </w:r>
      <w:r w:rsidRPr="00FF4D30">
        <w:t>extérieur et les caractéristiques colorimétriques et photométriques applicables</w:t>
      </w:r>
      <w:r w:rsidRPr="006778A3">
        <w:t>, dans toutes les positions fixes de la ou des parties mobiles. Dans ce cas, il est considéré que les prescriptions concernant la visibilité géométrique vers l</w:t>
      </w:r>
      <w:r w:rsidR="003D2091">
        <w:t>’</w:t>
      </w:r>
      <w:r w:rsidRPr="006778A3">
        <w:t>intérieur sont respectées lorsque ce ou ces feux interdépendants restent conformes aux valeurs photométriques prescrites dans le champ de répartition de la lumière pour l</w:t>
      </w:r>
      <w:r w:rsidR="003D2091">
        <w:t>’</w:t>
      </w:r>
      <w:r w:rsidRPr="006778A3">
        <w:t>homologation du dispositif, dans toutes les positions fix</w:t>
      </w:r>
      <w:r>
        <w:t>es de la ou des parties mobiles ;</w:t>
      </w:r>
    </w:p>
    <w:p w14:paraId="03FAE0D8" w14:textId="65B15259" w:rsidR="00C82E24" w:rsidRPr="00452690" w:rsidRDefault="00C82E24" w:rsidP="00C82E24">
      <w:pPr>
        <w:pStyle w:val="SingleTxtG"/>
        <w:ind w:left="2835" w:hanging="567"/>
        <w:rPr>
          <w:spacing w:val="-1"/>
        </w:rPr>
      </w:pPr>
      <w:r w:rsidRPr="00452690">
        <w:rPr>
          <w:spacing w:val="-1"/>
        </w:rPr>
        <w:t>b)</w:t>
      </w:r>
      <w:r w:rsidRPr="00452690">
        <w:rPr>
          <w:spacing w:val="-1"/>
        </w:rPr>
        <w:tab/>
        <w:t>Si le système de feux interdépendants assurant la fonction d</w:t>
      </w:r>
      <w:r>
        <w:rPr>
          <w:spacing w:val="-1"/>
        </w:rPr>
        <w:t>e feu indicateur de direction</w:t>
      </w:r>
      <w:r w:rsidRPr="00452690">
        <w:rPr>
          <w:spacing w:val="-1"/>
        </w:rPr>
        <w:t xml:space="preserve"> arrière est monté partiellement sur une partie fixe et partiellement sur une partie mobile, le ou les feux interdépendants indiqués par le demandeur doivent satisfaire aux prescriptions concernant la visibilité géométrique et les caractéristiques colorimétriques et photométriques applicables, dans toutes les positions fixes de la ou des parties mobiles. Cela ne s</w:t>
      </w:r>
      <w:r w:rsidR="003D2091">
        <w:rPr>
          <w:spacing w:val="-1"/>
        </w:rPr>
        <w:t>’</w:t>
      </w:r>
      <w:r w:rsidRPr="00452690">
        <w:rPr>
          <w:spacing w:val="-1"/>
        </w:rPr>
        <w:t>applique pas lorsque des feux supplémentaires sont allumés pour assurer l</w:t>
      </w:r>
      <w:r w:rsidR="003D2091">
        <w:rPr>
          <w:spacing w:val="-1"/>
        </w:rPr>
        <w:t>’</w:t>
      </w:r>
      <w:r w:rsidRPr="00452690">
        <w:rPr>
          <w:spacing w:val="-1"/>
        </w:rPr>
        <w:t>angle de visibilité géométrique dans toutes les positions fixes du ou des éléments mobiles, pour autant que ces feux supplémentaires satisfassent à toutes les prescriptions concernant l</w:t>
      </w:r>
      <w:r w:rsidR="003D2091">
        <w:rPr>
          <w:spacing w:val="-1"/>
        </w:rPr>
        <w:t>’</w:t>
      </w:r>
      <w:r w:rsidRPr="00452690">
        <w:rPr>
          <w:spacing w:val="-1"/>
        </w:rPr>
        <w:t>emplacement ainsi que les caractéristiques photométriques et colorimétriques applicables aux feux indicateurs de direction installés sur l</w:t>
      </w:r>
      <w:r w:rsidR="003D2091">
        <w:rPr>
          <w:spacing w:val="-1"/>
        </w:rPr>
        <w:t>’</w:t>
      </w:r>
      <w:r w:rsidRPr="00452690">
        <w:rPr>
          <w:spacing w:val="-1"/>
        </w:rPr>
        <w:t>élément mobile.</w:t>
      </w:r>
    </w:p>
    <w:p w14:paraId="4A90691A" w14:textId="4052A638" w:rsidR="00C82E24" w:rsidRPr="0062433C" w:rsidRDefault="00C82E24" w:rsidP="00965443">
      <w:pPr>
        <w:pStyle w:val="SingleTxtG"/>
        <w:tabs>
          <w:tab w:val="clear" w:pos="1701"/>
        </w:tabs>
        <w:spacing w:before="120"/>
        <w:ind w:left="2268" w:hanging="1134"/>
      </w:pPr>
      <w:r>
        <w:t>4.8.6</w:t>
      </w:r>
      <w:r w:rsidRPr="0062433C">
        <w:tab/>
        <w:t>Les prescriptions des paragraphes pertinents de l</w:t>
      </w:r>
      <w:r w:rsidR="003D2091">
        <w:t>’</w:t>
      </w:r>
      <w:r w:rsidRPr="0062433C">
        <w:t>annexe</w:t>
      </w:r>
      <w:r>
        <w:t> </w:t>
      </w:r>
      <w:r w:rsidRPr="0062433C">
        <w:t>3 sur les variations locales d</w:t>
      </w:r>
      <w:r w:rsidR="003D2091">
        <w:t>’</w:t>
      </w:r>
      <w:r w:rsidRPr="0062433C">
        <w:t>intensité doivent être respectées.</w:t>
      </w:r>
    </w:p>
    <w:p w14:paraId="211CF1D9" w14:textId="7F7F08DD" w:rsidR="00C82E24" w:rsidRPr="0062433C" w:rsidRDefault="00C82E24" w:rsidP="00965443">
      <w:pPr>
        <w:pStyle w:val="SingleTxtG"/>
        <w:tabs>
          <w:tab w:val="clear" w:pos="1701"/>
        </w:tabs>
        <w:spacing w:before="120"/>
        <w:ind w:left="2268" w:hanging="1134"/>
      </w:pPr>
      <w:r>
        <w:t>4.8.7</w:t>
      </w:r>
      <w:r w:rsidRPr="0062433C">
        <w:tab/>
        <w:t>Sauf indication contraire, les intensités sont mesurées avec la source lumineuse allumée en permanence et, lorsqu</w:t>
      </w:r>
      <w:r w:rsidR="003D2091">
        <w:t>’</w:t>
      </w:r>
      <w:r w:rsidRPr="0062433C">
        <w:t>il s</w:t>
      </w:r>
      <w:r w:rsidR="003D2091">
        <w:t>’</w:t>
      </w:r>
      <w:r w:rsidRPr="0062433C">
        <w:t>agit de feux émettant une lumière rouge, en lumière colorée.</w:t>
      </w:r>
    </w:p>
    <w:p w14:paraId="6E76DEC8" w14:textId="0C774B13" w:rsidR="00C82E24" w:rsidRPr="0062433C" w:rsidRDefault="00C82E24" w:rsidP="00965443">
      <w:pPr>
        <w:pStyle w:val="SingleTxtG"/>
        <w:tabs>
          <w:tab w:val="clear" w:pos="1701"/>
        </w:tabs>
        <w:spacing w:before="120"/>
        <w:ind w:left="2268" w:hanging="1134"/>
      </w:pPr>
      <w:r>
        <w:t>4.8.8</w:t>
      </w:r>
      <w:r w:rsidRPr="0062433C">
        <w:tab/>
        <w:t>Dans le cas des feux des catégories</w:t>
      </w:r>
      <w:r>
        <w:t> </w:t>
      </w:r>
      <w:r w:rsidRPr="0062433C">
        <w:t>R2, RM2, S2, S4, F2 et 2</w:t>
      </w:r>
      <w:r>
        <w:t>b</w:t>
      </w:r>
      <w:r w:rsidRPr="0062433C">
        <w:t>, le temps qui s</w:t>
      </w:r>
      <w:r w:rsidR="003D2091">
        <w:t>’</w:t>
      </w:r>
      <w:r w:rsidRPr="0062433C">
        <w:t>écoule entre le moment où la ou les sources lumineuses s</w:t>
      </w:r>
      <w:r w:rsidR="003D2091">
        <w:t>’</w:t>
      </w:r>
      <w:r w:rsidRPr="0062433C">
        <w:t>allument et celui où l</w:t>
      </w:r>
      <w:r w:rsidR="003D2091">
        <w:t>’</w:t>
      </w:r>
      <w:r w:rsidRPr="0062433C">
        <w:t xml:space="preserve">intensité lumineuse </w:t>
      </w:r>
      <w:r>
        <w:t>dans</w:t>
      </w:r>
      <w:r w:rsidRPr="0062433C">
        <w:t xml:space="preserve"> l</w:t>
      </w:r>
      <w:r w:rsidR="003D2091">
        <w:t>’</w:t>
      </w:r>
      <w:r>
        <w:t>axe de référence atteint 90 </w:t>
      </w:r>
      <w:r w:rsidRPr="0062433C">
        <w:t>% de la valeur mesur</w:t>
      </w:r>
      <w:r>
        <w:t>ée conformément au paragraphe 5</w:t>
      </w:r>
      <w:r w:rsidRPr="0062433C">
        <w:t xml:space="preserve"> doit être mesuré pour les intensités extrêmes produites par le feu. Le temps mesuré pour obtenir l</w:t>
      </w:r>
      <w:r w:rsidR="003D2091">
        <w:t>’</w:t>
      </w:r>
      <w:r w:rsidRPr="0062433C">
        <w:t>intensité lumineuse minim</w:t>
      </w:r>
      <w:r>
        <w:t>ale</w:t>
      </w:r>
      <w:r w:rsidRPr="0062433C">
        <w:t xml:space="preserve"> ne doit pas dépasser le temps mis pour obtenir l</w:t>
      </w:r>
      <w:r w:rsidR="003D2091">
        <w:t>’</w:t>
      </w:r>
      <w:r w:rsidRPr="0062433C">
        <w:t>intensité lumineuse maxim</w:t>
      </w:r>
      <w:r>
        <w:t>ale</w:t>
      </w:r>
      <w:r w:rsidRPr="0062433C">
        <w:t>.</w:t>
      </w:r>
    </w:p>
    <w:p w14:paraId="614D8D66" w14:textId="0EA384A6" w:rsidR="00C82E24" w:rsidRPr="0062433C" w:rsidRDefault="00C82E24" w:rsidP="00965443">
      <w:pPr>
        <w:pStyle w:val="SingleTxtG"/>
        <w:tabs>
          <w:tab w:val="clear" w:pos="1701"/>
        </w:tabs>
        <w:spacing w:before="120"/>
        <w:ind w:left="2268" w:hanging="1134"/>
      </w:pPr>
      <w:r>
        <w:t>4.8.9</w:t>
      </w:r>
      <w:r w:rsidRPr="0062433C">
        <w:tab/>
        <w:t>Le régulateur d</w:t>
      </w:r>
      <w:r w:rsidR="003D2091">
        <w:t>’</w:t>
      </w:r>
      <w:r w:rsidRPr="0062433C">
        <w:t>intensité ne doit pas produire de signaux générant des intensités lumineuses qui</w:t>
      </w:r>
      <w:r>
        <w:t> :</w:t>
      </w:r>
    </w:p>
    <w:p w14:paraId="77366DE0" w14:textId="77777777" w:rsidR="00C82E24" w:rsidRPr="0062433C" w:rsidRDefault="00C82E24" w:rsidP="00965443">
      <w:pPr>
        <w:pStyle w:val="SingleTxtG"/>
        <w:tabs>
          <w:tab w:val="clear" w:pos="1701"/>
        </w:tabs>
        <w:spacing w:before="120"/>
        <w:ind w:left="2268" w:hanging="1134"/>
      </w:pPr>
      <w:r>
        <w:t>4.8.9.1</w:t>
      </w:r>
      <w:r w:rsidRPr="0062433C">
        <w:tab/>
        <w:t>Dépassent les valeurs définies au paragraphe</w:t>
      </w:r>
      <w:r>
        <w:t> </w:t>
      </w:r>
      <w:r w:rsidRPr="0062433C">
        <w:t>5</w:t>
      </w:r>
      <w:r>
        <w:t> ;</w:t>
      </w:r>
      <w:r w:rsidRPr="0062433C">
        <w:t xml:space="preserve"> et </w:t>
      </w:r>
    </w:p>
    <w:p w14:paraId="7E2212D2" w14:textId="0334C893" w:rsidR="00C82E24" w:rsidRDefault="00C82E24" w:rsidP="00965443">
      <w:pPr>
        <w:pStyle w:val="SingleTxtG"/>
        <w:tabs>
          <w:tab w:val="clear" w:pos="1701"/>
        </w:tabs>
        <w:spacing w:before="120"/>
        <w:ind w:left="2268" w:hanging="1134"/>
      </w:pPr>
      <w:r>
        <w:t>4.8.9.2</w:t>
      </w:r>
      <w:r w:rsidRPr="0062433C">
        <w:tab/>
        <w:t xml:space="preserve">Dépassent </w:t>
      </w:r>
      <w:r>
        <w:t>l</w:t>
      </w:r>
      <w:r w:rsidR="003D2091">
        <w:t>’</w:t>
      </w:r>
      <w:r>
        <w:t>intensité lumineuse constante maximale définie</w:t>
      </w:r>
      <w:r w:rsidRPr="0062433C">
        <w:t xml:space="preserve"> au paragraphe</w:t>
      </w:r>
      <w:r>
        <w:t> </w:t>
      </w:r>
      <w:r w:rsidRPr="0062433C">
        <w:t>5 pour le feu dont il s</w:t>
      </w:r>
      <w:r w:rsidR="003D2091">
        <w:t>’</w:t>
      </w:r>
      <w:r>
        <w:t>agit :</w:t>
      </w:r>
    </w:p>
    <w:p w14:paraId="7C390A95" w14:textId="5341BABF" w:rsidR="00C82E24" w:rsidRPr="006778A3" w:rsidRDefault="00C82E24" w:rsidP="00C82E24">
      <w:pPr>
        <w:pStyle w:val="SingleTxtG"/>
        <w:ind w:left="2835" w:hanging="567"/>
      </w:pPr>
      <w:r w:rsidRPr="006778A3">
        <w:t>a)</w:t>
      </w:r>
      <w:r w:rsidRPr="006778A3">
        <w:tab/>
        <w:t xml:space="preserve">Dans le cas des </w:t>
      </w:r>
      <w:r>
        <w:t>feux à deux niveaux d</w:t>
      </w:r>
      <w:r w:rsidR="003D2091">
        <w:t>’</w:t>
      </w:r>
      <w:r>
        <w:t>intensité (</w:t>
      </w:r>
      <w:r w:rsidRPr="006778A3">
        <w:t>un pour le jour et un pour l</w:t>
      </w:r>
      <w:r>
        <w:t>a nuit), en position « </w:t>
      </w:r>
      <w:r w:rsidRPr="006778A3">
        <w:t>nuit</w:t>
      </w:r>
      <w:r>
        <w:t> »</w:t>
      </w:r>
      <w:r w:rsidRPr="006778A3">
        <w:t> ;</w:t>
      </w:r>
    </w:p>
    <w:p w14:paraId="3357DF8E" w14:textId="77777777" w:rsidR="00C82E24" w:rsidRPr="0062433C" w:rsidRDefault="00C82E24" w:rsidP="00C82E24">
      <w:pPr>
        <w:pStyle w:val="SingleTxtG"/>
        <w:ind w:left="2835" w:hanging="567"/>
      </w:pPr>
      <w:r w:rsidRPr="006778A3">
        <w:t>b)</w:t>
      </w:r>
      <w:r w:rsidRPr="0062433C">
        <w:tab/>
        <w:t>Dans le cas des autres feux</w:t>
      </w:r>
      <w:r>
        <w:t>,</w:t>
      </w:r>
      <w:r w:rsidRPr="0062433C">
        <w:t xml:space="preserve"> en condition</w:t>
      </w:r>
      <w:r>
        <w:t>s</w:t>
      </w:r>
      <w:r w:rsidRPr="0062433C">
        <w:t xml:space="preserve"> normale</w:t>
      </w:r>
      <w:r>
        <w:t>s</w:t>
      </w:r>
      <w:r w:rsidRPr="00AB3539">
        <w:rPr>
          <w:rStyle w:val="Appelnotedebasdep"/>
        </w:rPr>
        <w:footnoteReference w:id="3"/>
      </w:r>
      <w:r>
        <w:t>.</w:t>
      </w:r>
    </w:p>
    <w:p w14:paraId="4D2813F1" w14:textId="4E4867E0" w:rsidR="00C82E24" w:rsidRDefault="00C82E24" w:rsidP="00965443">
      <w:pPr>
        <w:pStyle w:val="SingleTxtG"/>
        <w:tabs>
          <w:tab w:val="clear" w:pos="1701"/>
        </w:tabs>
        <w:spacing w:before="120"/>
        <w:ind w:left="2268" w:hanging="1134"/>
      </w:pPr>
      <w:r>
        <w:lastRenderedPageBreak/>
        <w:t>4.8.10</w:t>
      </w:r>
      <w:r w:rsidRPr="0062433C">
        <w:tab/>
        <w:t>Des précisions sur les méthodes de mesure à appliquer sont données dans l</w:t>
      </w:r>
      <w:r w:rsidR="003D2091">
        <w:t>’</w:t>
      </w:r>
      <w:r>
        <w:t>annexe 3.</w:t>
      </w:r>
    </w:p>
    <w:p w14:paraId="1591D7B9" w14:textId="131FE229" w:rsidR="00C82E24" w:rsidRPr="0062433C" w:rsidRDefault="00C82E24" w:rsidP="00965443">
      <w:pPr>
        <w:pStyle w:val="SingleTxtG"/>
        <w:tabs>
          <w:tab w:val="clear" w:pos="1701"/>
        </w:tabs>
        <w:spacing w:before="120"/>
        <w:ind w:left="2268" w:hanging="1134"/>
      </w:pPr>
      <w:r>
        <w:t>4.8.11</w:t>
      </w:r>
      <w:r w:rsidRPr="0062433C">
        <w:tab/>
        <w:t>Si un feu de position arrière ou un feu d</w:t>
      </w:r>
      <w:r w:rsidR="003D2091">
        <w:t>’</w:t>
      </w:r>
      <w:r w:rsidRPr="0062433C">
        <w:t xml:space="preserve">encombrement arrière est mutuellement incorporé dans un </w:t>
      </w:r>
      <w:r>
        <w:t>feu stop</w:t>
      </w:r>
      <w:r w:rsidRPr="0062433C">
        <w:t xml:space="preserve"> produisant une lumière d</w:t>
      </w:r>
      <w:r w:rsidR="003D2091">
        <w:t>’</w:t>
      </w:r>
      <w:r w:rsidRPr="0062433C">
        <w:t>une intensité constante ou variable, le rapport entre les intensités lumineuses effectivement mesurées sur les deux feux lorsqu</w:t>
      </w:r>
      <w:r w:rsidR="003D2091">
        <w:t>’</w:t>
      </w:r>
      <w:r w:rsidRPr="0062433C">
        <w:t xml:space="preserve">ils sont allumés simultanément </w:t>
      </w:r>
      <w:r w:rsidRPr="00FF4D30">
        <w:t>et</w:t>
      </w:r>
      <w:r w:rsidRPr="0062433C">
        <w:t xml:space="preserve"> l</w:t>
      </w:r>
      <w:r w:rsidR="003D2091">
        <w:t>’</w:t>
      </w:r>
      <w:r w:rsidRPr="0062433C">
        <w:t>intensité du feu de position arrière</w:t>
      </w:r>
      <w:r>
        <w:t xml:space="preserve"> ou du feu d</w:t>
      </w:r>
      <w:r w:rsidR="003D2091">
        <w:t>’</w:t>
      </w:r>
      <w:r>
        <w:t>encombrement</w:t>
      </w:r>
      <w:r w:rsidRPr="0062433C">
        <w:t xml:space="preserve"> lorsqu</w:t>
      </w:r>
      <w:r w:rsidR="003D2091">
        <w:t>’</w:t>
      </w:r>
      <w:r w:rsidRPr="0062433C">
        <w:t>il</w:t>
      </w:r>
      <w:r>
        <w:t xml:space="preserve">s </w:t>
      </w:r>
      <w:r w:rsidRPr="0062433C">
        <w:t>s</w:t>
      </w:r>
      <w:r>
        <w:t>on</w:t>
      </w:r>
      <w:r w:rsidRPr="0062433C">
        <w:t>t allumé</w:t>
      </w:r>
      <w:r>
        <w:t>s</w:t>
      </w:r>
      <w:r w:rsidRPr="0062433C">
        <w:t xml:space="preserve"> seul</w:t>
      </w:r>
      <w:r>
        <w:t>s</w:t>
      </w:r>
      <w:r w:rsidRPr="0062433C">
        <w:t xml:space="preserve"> doit être au minimum de 5</w:t>
      </w:r>
      <w:r>
        <w:t>:</w:t>
      </w:r>
      <w:r w:rsidRPr="0062433C">
        <w:t>1 dans le champ délimité par les droite</w:t>
      </w:r>
      <w:r>
        <w:t>s horizontales passant par ±5 °</w:t>
      </w:r>
      <w:r w:rsidRPr="0062433C">
        <w:t xml:space="preserve">V et les droites verticales passant par </w:t>
      </w:r>
      <w:r w:rsidRPr="00460532">
        <w:rPr>
          <w:lang w:val="fr-CA"/>
        </w:rPr>
        <w:sym w:font="Symbol" w:char="F0B1"/>
      </w:r>
      <w:r w:rsidRPr="0062433C">
        <w:t>10</w:t>
      </w:r>
      <w:r>
        <w:t> </w:t>
      </w:r>
      <w:r w:rsidRPr="0062433C">
        <w:t xml:space="preserve">°H </w:t>
      </w:r>
      <w:r>
        <w:t>de la grille</w:t>
      </w:r>
      <w:r w:rsidRPr="0062433C">
        <w:t xml:space="preserve"> de répartition </w:t>
      </w:r>
      <w:r>
        <w:t>de la lumière</w:t>
      </w:r>
      <w:r w:rsidRPr="0062433C">
        <w:t>.</w:t>
      </w:r>
    </w:p>
    <w:p w14:paraId="170D9F83" w14:textId="67424B10" w:rsidR="00C82E24" w:rsidRPr="0062433C" w:rsidRDefault="00C82E24" w:rsidP="00C82E24">
      <w:pPr>
        <w:pStyle w:val="SingleTxtG"/>
        <w:ind w:left="2268"/>
      </w:pPr>
      <w:r w:rsidRPr="0062433C">
        <w:t xml:space="preserve">Si le feu de position arrière ou le </w:t>
      </w:r>
      <w:r>
        <w:t>feu stop</w:t>
      </w:r>
      <w:r w:rsidRPr="0062433C">
        <w:t>, ou encore les deux à la fois, contiennent plus d</w:t>
      </w:r>
      <w:r w:rsidR="003D2091">
        <w:t>’</w:t>
      </w:r>
      <w:r w:rsidRPr="0062433C">
        <w:t xml:space="preserve">une source lumineuse et sont considérés comme un feu </w:t>
      </w:r>
      <w:r>
        <w:t>simple</w:t>
      </w:r>
      <w:r w:rsidRPr="0062433C">
        <w:t>, les valeurs à prendre en considération sont celles qui sont obtenues lorsque toutes les sources lumineuses sont allumées.</w:t>
      </w:r>
    </w:p>
    <w:p w14:paraId="00AD2D20" w14:textId="0426C38E" w:rsidR="00C82E24" w:rsidRPr="0062433C" w:rsidRDefault="00C82E24" w:rsidP="00965443">
      <w:pPr>
        <w:pStyle w:val="SingleTxtG"/>
        <w:tabs>
          <w:tab w:val="clear" w:pos="1701"/>
        </w:tabs>
        <w:spacing w:before="120"/>
        <w:ind w:left="2268" w:hanging="1134"/>
        <w:rPr>
          <w:bCs/>
        </w:rPr>
      </w:pPr>
      <w:r>
        <w:t>4.9</w:t>
      </w:r>
      <w:r>
        <w:tab/>
      </w:r>
      <w:r w:rsidRPr="0062433C">
        <w:t xml:space="preserve">Couleur de la lumière émise </w:t>
      </w:r>
    </w:p>
    <w:p w14:paraId="0EA8D183" w14:textId="5B0404EE" w:rsidR="00C82E24" w:rsidRPr="0062433C" w:rsidRDefault="00C82E24" w:rsidP="00C82E24">
      <w:pPr>
        <w:pStyle w:val="SingleTxtG"/>
        <w:ind w:left="2268"/>
      </w:pPr>
      <w:r w:rsidRPr="0062433C">
        <w:t>La couleur de la lumière émise doit être mesurée à l</w:t>
      </w:r>
      <w:r w:rsidR="003D2091">
        <w:t>’</w:t>
      </w:r>
      <w:r w:rsidRPr="0062433C">
        <w:t>intérieur du champ de la grille de répartition de la lumière défini</w:t>
      </w:r>
      <w:r>
        <w:t>e</w:t>
      </w:r>
      <w:r w:rsidRPr="0062433C">
        <w:t xml:space="preserve"> pour la fonction décrite dans le paragraphe correspondant de l</w:t>
      </w:r>
      <w:r w:rsidR="003D2091">
        <w:t>’</w:t>
      </w:r>
      <w:r w:rsidRPr="0062433C">
        <w:t>annexe</w:t>
      </w:r>
      <w:r>
        <w:t> </w:t>
      </w:r>
      <w:r w:rsidRPr="0062433C">
        <w:t>3. Pour vérifier ces caractéristiques colorimétriques, on applique la procédur</w:t>
      </w:r>
      <w:r>
        <w:t>e décrite au paragraphe 4.7. En </w:t>
      </w:r>
      <w:r w:rsidRPr="0062433C">
        <w:t>dehors du champ, on ne doit pas constater de forte variation de couleur.</w:t>
      </w:r>
    </w:p>
    <w:p w14:paraId="7D7A3A7F" w14:textId="443E1539" w:rsidR="00C82E24" w:rsidRPr="0062433C" w:rsidRDefault="00C82E24" w:rsidP="00C82E24">
      <w:pPr>
        <w:pStyle w:val="SingleTxtG"/>
        <w:ind w:left="2268"/>
        <w:rPr>
          <w:bCs/>
          <w:strike/>
        </w:rPr>
      </w:pPr>
      <w:r w:rsidRPr="0062433C">
        <w:t>Cependant, dans le cas des lampes équipées de sources lumineuses non remplaçables, les caractéristiques colorimétriques doivent être vérifiées alors que les sources lumineuses sont présentes dans le feu, conformément aux alinéas pertinents du paragraphe</w:t>
      </w:r>
      <w:r>
        <w:t> 4.7 du présent Règlement.</w:t>
      </w:r>
    </w:p>
    <w:p w14:paraId="55231069" w14:textId="77777777" w:rsidR="00C82E24" w:rsidRPr="0062433C" w:rsidRDefault="00C82E24" w:rsidP="00C82E24">
      <w:pPr>
        <w:pStyle w:val="HChG"/>
        <w:tabs>
          <w:tab w:val="right" w:pos="2268"/>
        </w:tabs>
        <w:ind w:firstLine="0"/>
      </w:pPr>
      <w:r w:rsidRPr="0062433C">
        <w:t>5.</w:t>
      </w:r>
      <w:r w:rsidRPr="0062433C">
        <w:tab/>
      </w:r>
      <w:r w:rsidRPr="0062433C">
        <w:tab/>
        <w:t>Prescriptions techniques particulières</w:t>
      </w:r>
    </w:p>
    <w:p w14:paraId="3D396E87" w14:textId="012661D6" w:rsidR="00C82E24" w:rsidRPr="0062433C" w:rsidRDefault="00C82E24" w:rsidP="00965443">
      <w:pPr>
        <w:pStyle w:val="SingleTxtG"/>
        <w:tabs>
          <w:tab w:val="clear" w:pos="1701"/>
        </w:tabs>
        <w:spacing w:before="120"/>
        <w:ind w:left="2268" w:hanging="1134"/>
      </w:pPr>
      <w:r w:rsidRPr="0062433C">
        <w:t>5.1</w:t>
      </w:r>
      <w:r w:rsidRPr="0062433C">
        <w:tab/>
        <w:t>Prescriptions te</w:t>
      </w:r>
      <w:r>
        <w:t xml:space="preserve">chniques concernant les feux de </w:t>
      </w:r>
      <w:r w:rsidRPr="0062433C">
        <w:t>position avant (symbole</w:t>
      </w:r>
      <w:r>
        <w:t>s </w:t>
      </w:r>
      <w:r w:rsidRPr="0062433C">
        <w:t>A</w:t>
      </w:r>
      <w:r>
        <w:t xml:space="preserve"> et MA</w:t>
      </w:r>
      <w:r w:rsidRPr="0062433C">
        <w:t>) et les feux d</w:t>
      </w:r>
      <w:r w:rsidR="003D2091">
        <w:t>’</w:t>
      </w:r>
      <w:r w:rsidRPr="0062433C">
        <w:t>encombrement avant (symbole AM)</w:t>
      </w:r>
    </w:p>
    <w:p w14:paraId="5F51F779" w14:textId="77777777" w:rsidR="00C82E24" w:rsidRPr="0062433C" w:rsidRDefault="00C82E24" w:rsidP="00965443">
      <w:pPr>
        <w:pStyle w:val="SingleTxtG"/>
        <w:tabs>
          <w:tab w:val="clear" w:pos="1701"/>
        </w:tabs>
        <w:spacing w:before="120"/>
        <w:ind w:left="2268" w:hanging="1134"/>
      </w:pPr>
      <w:r>
        <w:t>5.1.1</w:t>
      </w:r>
      <w:r w:rsidRPr="0062433C">
        <w:tab/>
        <w:t xml:space="preserve">La lumière émise par chacun des deux feux fournis doit satisfaire aux prescriptions </w:t>
      </w:r>
      <w:r>
        <w:t>figurant dans le</w:t>
      </w:r>
      <w:r w:rsidRPr="0062433C">
        <w:t xml:space="preserve"> tableau</w:t>
      </w:r>
      <w:r>
        <w:t> </w:t>
      </w:r>
      <w:r w:rsidRPr="0062433C">
        <w:t>3.</w:t>
      </w:r>
    </w:p>
    <w:p w14:paraId="668FD344" w14:textId="3A2AFD78" w:rsidR="00C82E24" w:rsidRDefault="00C82E24" w:rsidP="00C82E24">
      <w:pPr>
        <w:pStyle w:val="H23G"/>
        <w:ind w:left="2268" w:firstLine="0"/>
      </w:pPr>
      <w:r w:rsidRPr="00D84E38">
        <w:rPr>
          <w:b w:val="0"/>
        </w:rPr>
        <w:t>Tableau 3</w:t>
      </w:r>
      <w:r>
        <w:t xml:space="preserve"> </w:t>
      </w:r>
      <w:r>
        <w:br/>
      </w:r>
      <w:r w:rsidRPr="003740B4">
        <w:t>Intensité lumineuse des feux de position avant et des feux d</w:t>
      </w:r>
      <w:r w:rsidR="003D2091">
        <w:t>’</w:t>
      </w:r>
      <w:r w:rsidRPr="003740B4">
        <w:t>encombrement avant</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663"/>
        <w:gridCol w:w="1178"/>
        <w:gridCol w:w="1024"/>
        <w:gridCol w:w="1372"/>
      </w:tblGrid>
      <w:tr w:rsidR="00C82E24" w:rsidRPr="0062433C" w14:paraId="64744F76" w14:textId="77777777" w:rsidTr="00DE6D37">
        <w:trPr>
          <w:trHeight w:val="566"/>
          <w:tblHeader/>
        </w:trPr>
        <w:tc>
          <w:tcPr>
            <w:tcW w:w="2663" w:type="dxa"/>
            <w:vMerge w:val="restart"/>
            <w:shd w:val="clear" w:color="auto" w:fill="auto"/>
            <w:noWrap/>
            <w:vAlign w:val="bottom"/>
          </w:tcPr>
          <w:p w14:paraId="36A8D0A3" w14:textId="77777777" w:rsidR="00C82E24" w:rsidRPr="003740B4" w:rsidRDefault="00C82E24" w:rsidP="00DE6D37">
            <w:pPr>
              <w:keepNext/>
              <w:spacing w:before="40" w:after="40" w:line="200" w:lineRule="exact"/>
              <w:ind w:right="57"/>
              <w:rPr>
                <w:i/>
                <w:sz w:val="16"/>
                <w:szCs w:val="16"/>
              </w:rPr>
            </w:pPr>
          </w:p>
        </w:tc>
        <w:tc>
          <w:tcPr>
            <w:tcW w:w="1178" w:type="dxa"/>
            <w:vMerge w:val="restart"/>
            <w:shd w:val="clear" w:color="auto" w:fill="auto"/>
            <w:noWrap/>
            <w:vAlign w:val="bottom"/>
          </w:tcPr>
          <w:p w14:paraId="0558DD80" w14:textId="77777777" w:rsidR="00C82E24" w:rsidRPr="003740B4" w:rsidRDefault="00C82E24" w:rsidP="00DE6D37">
            <w:pPr>
              <w:keepNext/>
              <w:spacing w:before="40" w:after="40" w:line="200" w:lineRule="exact"/>
              <w:ind w:right="113"/>
              <w:jc w:val="right"/>
              <w:rPr>
                <w:i/>
                <w:sz w:val="16"/>
                <w:szCs w:val="16"/>
              </w:rPr>
            </w:pPr>
            <w:r w:rsidRPr="003740B4">
              <w:rPr>
                <w:i/>
                <w:sz w:val="16"/>
                <w:szCs w:val="16"/>
              </w:rPr>
              <w:t>Intensité lumineuse minimale en HV (valeurs en cd)</w:t>
            </w:r>
          </w:p>
        </w:tc>
        <w:tc>
          <w:tcPr>
            <w:tcW w:w="2396" w:type="dxa"/>
            <w:gridSpan w:val="2"/>
            <w:shd w:val="clear" w:color="auto" w:fill="auto"/>
            <w:noWrap/>
            <w:vAlign w:val="bottom"/>
          </w:tcPr>
          <w:p w14:paraId="3D363AA3" w14:textId="77777777" w:rsidR="00C82E24" w:rsidRPr="003740B4" w:rsidRDefault="00C82E24" w:rsidP="00DE6D37">
            <w:pPr>
              <w:keepNext/>
              <w:spacing w:before="40" w:after="40" w:line="200" w:lineRule="exact"/>
              <w:jc w:val="center"/>
              <w:rPr>
                <w:i/>
                <w:sz w:val="16"/>
                <w:szCs w:val="16"/>
              </w:rPr>
            </w:pPr>
            <w:r w:rsidRPr="003740B4">
              <w:rPr>
                <w:i/>
                <w:sz w:val="16"/>
                <w:szCs w:val="16"/>
              </w:rPr>
              <w:t xml:space="preserve">Intensité lumineuse maximale </w:t>
            </w:r>
            <w:r>
              <w:rPr>
                <w:i/>
                <w:sz w:val="16"/>
                <w:szCs w:val="16"/>
              </w:rPr>
              <w:br/>
            </w:r>
            <w:r w:rsidRPr="003740B4">
              <w:rPr>
                <w:i/>
                <w:sz w:val="16"/>
                <w:szCs w:val="16"/>
              </w:rPr>
              <w:t>dans toutes les directions lorsque le feu est utilisé (valeurs en cd)</w:t>
            </w:r>
          </w:p>
        </w:tc>
      </w:tr>
      <w:tr w:rsidR="00C82E24" w:rsidRPr="0062433C" w14:paraId="30DB3AF1" w14:textId="77777777" w:rsidTr="00DE6D37">
        <w:trPr>
          <w:trHeight w:val="959"/>
          <w:tblHeader/>
        </w:trPr>
        <w:tc>
          <w:tcPr>
            <w:tcW w:w="2663" w:type="dxa"/>
            <w:vMerge/>
            <w:tcBorders>
              <w:bottom w:val="single" w:sz="12" w:space="0" w:color="auto"/>
            </w:tcBorders>
            <w:shd w:val="clear" w:color="auto" w:fill="auto"/>
            <w:noWrap/>
            <w:vAlign w:val="bottom"/>
          </w:tcPr>
          <w:p w14:paraId="5D19504F" w14:textId="77777777" w:rsidR="00C82E24" w:rsidRPr="003740B4" w:rsidRDefault="00C82E24" w:rsidP="00DE6D37">
            <w:pPr>
              <w:spacing w:before="40" w:after="40" w:line="200" w:lineRule="exact"/>
              <w:ind w:right="57"/>
              <w:rPr>
                <w:i/>
                <w:sz w:val="16"/>
                <w:szCs w:val="16"/>
              </w:rPr>
            </w:pPr>
          </w:p>
        </w:tc>
        <w:tc>
          <w:tcPr>
            <w:tcW w:w="1178" w:type="dxa"/>
            <w:vMerge/>
            <w:tcBorders>
              <w:bottom w:val="single" w:sz="12" w:space="0" w:color="auto"/>
            </w:tcBorders>
            <w:shd w:val="clear" w:color="auto" w:fill="auto"/>
            <w:noWrap/>
            <w:vAlign w:val="bottom"/>
          </w:tcPr>
          <w:p w14:paraId="2F2ADCDD" w14:textId="77777777" w:rsidR="00C82E24" w:rsidRPr="003740B4" w:rsidRDefault="00C82E24" w:rsidP="00DE6D37">
            <w:pPr>
              <w:spacing w:before="40" w:after="40" w:line="200" w:lineRule="exact"/>
              <w:ind w:right="57"/>
              <w:rPr>
                <w:i/>
                <w:sz w:val="16"/>
                <w:szCs w:val="16"/>
              </w:rPr>
            </w:pPr>
          </w:p>
        </w:tc>
        <w:tc>
          <w:tcPr>
            <w:tcW w:w="1024" w:type="dxa"/>
            <w:tcBorders>
              <w:bottom w:val="single" w:sz="12" w:space="0" w:color="auto"/>
            </w:tcBorders>
            <w:shd w:val="clear" w:color="auto" w:fill="auto"/>
            <w:noWrap/>
            <w:vAlign w:val="bottom"/>
          </w:tcPr>
          <w:p w14:paraId="1A67CEEC" w14:textId="77777777" w:rsidR="00C82E24" w:rsidRPr="003740B4" w:rsidRDefault="00C82E24" w:rsidP="00DE6D37">
            <w:pPr>
              <w:spacing w:before="40" w:after="40" w:line="200" w:lineRule="exact"/>
              <w:ind w:right="113"/>
              <w:jc w:val="right"/>
              <w:rPr>
                <w:bCs/>
                <w:i/>
                <w:sz w:val="16"/>
                <w:szCs w:val="16"/>
              </w:rPr>
            </w:pPr>
            <w:r w:rsidRPr="003740B4">
              <w:rPr>
                <w:i/>
                <w:iCs/>
                <w:sz w:val="16"/>
                <w:szCs w:val="16"/>
              </w:rPr>
              <w:t xml:space="preserve">Comme </w:t>
            </w:r>
            <w:r>
              <w:rPr>
                <w:i/>
                <w:iCs/>
                <w:sz w:val="16"/>
                <w:szCs w:val="16"/>
              </w:rPr>
              <w:br/>
            </w:r>
            <w:r w:rsidRPr="003740B4">
              <w:rPr>
                <w:i/>
                <w:iCs/>
                <w:sz w:val="16"/>
                <w:szCs w:val="16"/>
              </w:rPr>
              <w:t>feu simple</w:t>
            </w:r>
          </w:p>
        </w:tc>
        <w:tc>
          <w:tcPr>
            <w:tcW w:w="1372" w:type="dxa"/>
            <w:tcBorders>
              <w:bottom w:val="single" w:sz="12" w:space="0" w:color="auto"/>
            </w:tcBorders>
            <w:shd w:val="clear" w:color="auto" w:fill="auto"/>
            <w:noWrap/>
            <w:vAlign w:val="bottom"/>
          </w:tcPr>
          <w:p w14:paraId="1B79F5E6" w14:textId="77777777" w:rsidR="00C82E24" w:rsidRPr="003740B4" w:rsidRDefault="00C82E24" w:rsidP="00DE6D37">
            <w:pPr>
              <w:spacing w:before="40" w:after="40" w:line="200" w:lineRule="exact"/>
              <w:ind w:right="113"/>
              <w:jc w:val="right"/>
              <w:rPr>
                <w:bCs/>
                <w:i/>
                <w:sz w:val="16"/>
                <w:szCs w:val="16"/>
              </w:rPr>
            </w:pPr>
            <w:r>
              <w:rPr>
                <w:i/>
                <w:iCs/>
                <w:sz w:val="16"/>
                <w:szCs w:val="16"/>
              </w:rPr>
              <w:t>Comme feu portant la marque « D </w:t>
            </w:r>
            <w:r w:rsidRPr="003740B4">
              <w:rPr>
                <w:i/>
                <w:iCs/>
                <w:sz w:val="16"/>
                <w:szCs w:val="16"/>
              </w:rPr>
              <w:t>» (par. 3.3.2.5.2)</w:t>
            </w:r>
          </w:p>
        </w:tc>
      </w:tr>
      <w:tr w:rsidR="00C82E24" w:rsidRPr="0062433C" w14:paraId="49879ACB" w14:textId="77777777" w:rsidTr="00DE6D37">
        <w:tblPrEx>
          <w:tblBorders>
            <w:top w:val="single" w:sz="12" w:space="0" w:color="auto"/>
            <w:bottom w:val="single" w:sz="12" w:space="0" w:color="auto"/>
          </w:tblBorders>
        </w:tblPrEx>
        <w:trPr>
          <w:trHeight w:val="515"/>
        </w:trPr>
        <w:tc>
          <w:tcPr>
            <w:tcW w:w="2663" w:type="dxa"/>
            <w:shd w:val="clear" w:color="auto" w:fill="auto"/>
            <w:noWrap/>
            <w:vAlign w:val="center"/>
          </w:tcPr>
          <w:p w14:paraId="657106D7" w14:textId="315C3DD2" w:rsidR="00C82E24" w:rsidRPr="003740B4" w:rsidRDefault="00C82E24" w:rsidP="00DE6D37">
            <w:pPr>
              <w:spacing w:before="40" w:after="40" w:line="220" w:lineRule="atLeast"/>
              <w:ind w:left="57"/>
              <w:rPr>
                <w:sz w:val="18"/>
                <w:szCs w:val="18"/>
              </w:rPr>
            </w:pPr>
            <w:r w:rsidRPr="003740B4">
              <w:rPr>
                <w:sz w:val="18"/>
                <w:szCs w:val="18"/>
              </w:rPr>
              <w:t>Feux de position avant et feux d</w:t>
            </w:r>
            <w:r w:rsidR="003D2091">
              <w:rPr>
                <w:sz w:val="18"/>
                <w:szCs w:val="18"/>
              </w:rPr>
              <w:t>’</w:t>
            </w:r>
            <w:r w:rsidRPr="003740B4">
              <w:rPr>
                <w:sz w:val="18"/>
                <w:szCs w:val="18"/>
              </w:rPr>
              <w:t>encombrement avant A ou AM</w:t>
            </w:r>
          </w:p>
        </w:tc>
        <w:tc>
          <w:tcPr>
            <w:tcW w:w="1178" w:type="dxa"/>
            <w:shd w:val="clear" w:color="auto" w:fill="auto"/>
            <w:noWrap/>
            <w:vAlign w:val="bottom"/>
          </w:tcPr>
          <w:p w14:paraId="3C205766" w14:textId="77777777" w:rsidR="00C82E24" w:rsidRPr="003740B4" w:rsidRDefault="00C82E24" w:rsidP="00DE6D37">
            <w:pPr>
              <w:spacing w:before="40" w:after="40" w:line="220" w:lineRule="atLeast"/>
              <w:ind w:right="113"/>
              <w:jc w:val="right"/>
              <w:rPr>
                <w:sz w:val="18"/>
                <w:szCs w:val="18"/>
              </w:rPr>
            </w:pPr>
            <w:r w:rsidRPr="003740B4">
              <w:rPr>
                <w:sz w:val="18"/>
                <w:szCs w:val="18"/>
              </w:rPr>
              <w:t>4</w:t>
            </w:r>
          </w:p>
        </w:tc>
        <w:tc>
          <w:tcPr>
            <w:tcW w:w="1024" w:type="dxa"/>
            <w:shd w:val="clear" w:color="auto" w:fill="auto"/>
            <w:noWrap/>
            <w:vAlign w:val="bottom"/>
          </w:tcPr>
          <w:p w14:paraId="3FC5B01B" w14:textId="77777777" w:rsidR="00C82E24" w:rsidRPr="003740B4" w:rsidRDefault="00C82E24" w:rsidP="00DE6D37">
            <w:pPr>
              <w:spacing w:before="40" w:after="40" w:line="220" w:lineRule="atLeast"/>
              <w:ind w:right="113"/>
              <w:jc w:val="right"/>
              <w:rPr>
                <w:bCs/>
                <w:sz w:val="18"/>
                <w:szCs w:val="18"/>
              </w:rPr>
            </w:pPr>
            <w:r w:rsidRPr="003740B4">
              <w:rPr>
                <w:sz w:val="18"/>
                <w:szCs w:val="18"/>
              </w:rPr>
              <w:t>140</w:t>
            </w:r>
          </w:p>
        </w:tc>
        <w:tc>
          <w:tcPr>
            <w:tcW w:w="1372" w:type="dxa"/>
            <w:shd w:val="clear" w:color="auto" w:fill="auto"/>
            <w:noWrap/>
            <w:vAlign w:val="bottom"/>
          </w:tcPr>
          <w:p w14:paraId="1E01E3A9" w14:textId="77777777" w:rsidR="00C82E24" w:rsidRPr="003740B4" w:rsidRDefault="00C82E24" w:rsidP="00DE6D37">
            <w:pPr>
              <w:spacing w:before="40" w:after="40" w:line="220" w:lineRule="atLeast"/>
              <w:ind w:right="113"/>
              <w:jc w:val="right"/>
              <w:rPr>
                <w:sz w:val="18"/>
                <w:szCs w:val="18"/>
              </w:rPr>
            </w:pPr>
            <w:r w:rsidRPr="003740B4">
              <w:rPr>
                <w:sz w:val="18"/>
                <w:szCs w:val="18"/>
              </w:rPr>
              <w:t>70</w:t>
            </w:r>
          </w:p>
        </w:tc>
      </w:tr>
      <w:tr w:rsidR="00C82E24" w:rsidRPr="0062433C" w14:paraId="35448C3B" w14:textId="77777777" w:rsidTr="00DE6D37">
        <w:tblPrEx>
          <w:tblBorders>
            <w:top w:val="single" w:sz="12" w:space="0" w:color="auto"/>
            <w:bottom w:val="single" w:sz="12" w:space="0" w:color="auto"/>
          </w:tblBorders>
        </w:tblPrEx>
        <w:trPr>
          <w:trHeight w:val="302"/>
        </w:trPr>
        <w:tc>
          <w:tcPr>
            <w:tcW w:w="2663" w:type="dxa"/>
            <w:shd w:val="clear" w:color="auto" w:fill="auto"/>
            <w:noWrap/>
            <w:vAlign w:val="center"/>
          </w:tcPr>
          <w:p w14:paraId="724A33C3" w14:textId="77777777" w:rsidR="00C82E24" w:rsidRPr="003740B4" w:rsidRDefault="00C82E24" w:rsidP="00DE6D37">
            <w:pPr>
              <w:spacing w:before="40" w:after="40" w:line="220" w:lineRule="atLeast"/>
              <w:ind w:left="57"/>
              <w:rPr>
                <w:sz w:val="18"/>
                <w:szCs w:val="18"/>
              </w:rPr>
            </w:pPr>
            <w:r w:rsidRPr="003740B4">
              <w:rPr>
                <w:sz w:val="18"/>
                <w:szCs w:val="18"/>
              </w:rPr>
              <w:t xml:space="preserve">Feux de position avant </w:t>
            </w:r>
            <w:r>
              <w:rPr>
                <w:sz w:val="18"/>
                <w:szCs w:val="18"/>
              </w:rPr>
              <w:br/>
            </w:r>
            <w:r w:rsidRPr="003740B4">
              <w:rPr>
                <w:sz w:val="18"/>
                <w:szCs w:val="18"/>
              </w:rPr>
              <w:t>(motocycles), MA</w:t>
            </w:r>
          </w:p>
        </w:tc>
        <w:tc>
          <w:tcPr>
            <w:tcW w:w="1178" w:type="dxa"/>
            <w:shd w:val="clear" w:color="auto" w:fill="auto"/>
            <w:noWrap/>
            <w:vAlign w:val="bottom"/>
          </w:tcPr>
          <w:p w14:paraId="23B0ADC3" w14:textId="77777777" w:rsidR="00C82E24" w:rsidRPr="003740B4" w:rsidRDefault="00C82E24" w:rsidP="00DE6D37">
            <w:pPr>
              <w:spacing w:before="40" w:after="40" w:line="220" w:lineRule="atLeast"/>
              <w:ind w:right="113"/>
              <w:jc w:val="right"/>
              <w:rPr>
                <w:sz w:val="18"/>
                <w:szCs w:val="18"/>
              </w:rPr>
            </w:pPr>
            <w:r w:rsidRPr="003740B4">
              <w:rPr>
                <w:sz w:val="18"/>
                <w:szCs w:val="18"/>
              </w:rPr>
              <w:t>4</w:t>
            </w:r>
          </w:p>
        </w:tc>
        <w:tc>
          <w:tcPr>
            <w:tcW w:w="1024" w:type="dxa"/>
            <w:shd w:val="clear" w:color="auto" w:fill="auto"/>
            <w:noWrap/>
            <w:vAlign w:val="bottom"/>
          </w:tcPr>
          <w:p w14:paraId="4C06D74C" w14:textId="77777777" w:rsidR="00C82E24" w:rsidRPr="003740B4" w:rsidRDefault="00C82E24" w:rsidP="00DE6D37">
            <w:pPr>
              <w:spacing w:before="40" w:after="40" w:line="220" w:lineRule="atLeast"/>
              <w:ind w:right="113"/>
              <w:jc w:val="right"/>
              <w:rPr>
                <w:bCs/>
                <w:sz w:val="18"/>
                <w:szCs w:val="18"/>
              </w:rPr>
            </w:pPr>
            <w:r w:rsidRPr="003740B4">
              <w:rPr>
                <w:sz w:val="18"/>
                <w:szCs w:val="18"/>
              </w:rPr>
              <w:t>140</w:t>
            </w:r>
          </w:p>
        </w:tc>
        <w:tc>
          <w:tcPr>
            <w:tcW w:w="1372" w:type="dxa"/>
            <w:shd w:val="clear" w:color="auto" w:fill="auto"/>
            <w:noWrap/>
            <w:vAlign w:val="bottom"/>
          </w:tcPr>
          <w:p w14:paraId="3D7E670F" w14:textId="77777777" w:rsidR="00C82E24" w:rsidRPr="003740B4" w:rsidRDefault="00C82E24" w:rsidP="00DE6D37">
            <w:pPr>
              <w:spacing w:before="40" w:after="40" w:line="220" w:lineRule="atLeast"/>
              <w:ind w:right="113"/>
              <w:jc w:val="right"/>
              <w:rPr>
                <w:sz w:val="18"/>
                <w:szCs w:val="18"/>
              </w:rPr>
            </w:pPr>
            <w:proofErr w:type="spellStart"/>
            <w:r w:rsidRPr="003740B4">
              <w:rPr>
                <w:sz w:val="18"/>
                <w:szCs w:val="18"/>
              </w:rPr>
              <w:t>s.o</w:t>
            </w:r>
            <w:proofErr w:type="spellEnd"/>
            <w:r w:rsidRPr="003740B4">
              <w:rPr>
                <w:sz w:val="18"/>
                <w:szCs w:val="18"/>
              </w:rPr>
              <w:t>.</w:t>
            </w:r>
          </w:p>
        </w:tc>
      </w:tr>
      <w:tr w:rsidR="00C82E24" w:rsidRPr="0062433C" w14:paraId="2D947999" w14:textId="77777777" w:rsidTr="00DE6D37">
        <w:tblPrEx>
          <w:tblBorders>
            <w:top w:val="single" w:sz="12" w:space="0" w:color="auto"/>
            <w:bottom w:val="single" w:sz="12" w:space="0" w:color="auto"/>
          </w:tblBorders>
        </w:tblPrEx>
        <w:trPr>
          <w:trHeight w:val="525"/>
        </w:trPr>
        <w:tc>
          <w:tcPr>
            <w:tcW w:w="2663" w:type="dxa"/>
            <w:shd w:val="clear" w:color="auto" w:fill="auto"/>
            <w:noWrap/>
            <w:vAlign w:val="center"/>
          </w:tcPr>
          <w:p w14:paraId="21C48ED9" w14:textId="77777777" w:rsidR="00C82E24" w:rsidRPr="003740B4" w:rsidRDefault="00C82E24" w:rsidP="00DE6D37">
            <w:pPr>
              <w:spacing w:before="40" w:after="40" w:line="220" w:lineRule="atLeast"/>
              <w:ind w:left="57"/>
              <w:rPr>
                <w:sz w:val="18"/>
                <w:szCs w:val="18"/>
              </w:rPr>
            </w:pPr>
            <w:r w:rsidRPr="003740B4">
              <w:rPr>
                <w:sz w:val="18"/>
                <w:szCs w:val="18"/>
              </w:rPr>
              <w:t>Feux de position avant A incorporés dans un projecteur ou dans un feu de brouillard avant</w:t>
            </w:r>
          </w:p>
        </w:tc>
        <w:tc>
          <w:tcPr>
            <w:tcW w:w="1178" w:type="dxa"/>
            <w:shd w:val="clear" w:color="auto" w:fill="auto"/>
            <w:noWrap/>
            <w:vAlign w:val="bottom"/>
          </w:tcPr>
          <w:p w14:paraId="0CA8E564" w14:textId="77777777" w:rsidR="00C82E24" w:rsidRPr="003740B4" w:rsidRDefault="00C82E24" w:rsidP="00DE6D37">
            <w:pPr>
              <w:spacing w:before="40" w:after="40" w:line="220" w:lineRule="atLeast"/>
              <w:ind w:right="113"/>
              <w:jc w:val="right"/>
              <w:rPr>
                <w:sz w:val="18"/>
                <w:szCs w:val="18"/>
              </w:rPr>
            </w:pPr>
            <w:r w:rsidRPr="003740B4">
              <w:rPr>
                <w:sz w:val="18"/>
                <w:szCs w:val="18"/>
              </w:rPr>
              <w:t>4</w:t>
            </w:r>
          </w:p>
        </w:tc>
        <w:tc>
          <w:tcPr>
            <w:tcW w:w="1024" w:type="dxa"/>
            <w:shd w:val="clear" w:color="auto" w:fill="auto"/>
            <w:noWrap/>
            <w:vAlign w:val="bottom"/>
          </w:tcPr>
          <w:p w14:paraId="4674D68A" w14:textId="77777777" w:rsidR="00C82E24" w:rsidRPr="003740B4" w:rsidRDefault="00C82E24" w:rsidP="00DE6D37">
            <w:pPr>
              <w:spacing w:before="40" w:after="40" w:line="220" w:lineRule="atLeast"/>
              <w:ind w:right="113"/>
              <w:jc w:val="right"/>
              <w:rPr>
                <w:bCs/>
                <w:sz w:val="18"/>
                <w:szCs w:val="18"/>
              </w:rPr>
            </w:pPr>
            <w:r w:rsidRPr="003740B4">
              <w:rPr>
                <w:sz w:val="18"/>
                <w:szCs w:val="18"/>
              </w:rPr>
              <w:t>140</w:t>
            </w:r>
          </w:p>
        </w:tc>
        <w:tc>
          <w:tcPr>
            <w:tcW w:w="1372" w:type="dxa"/>
            <w:shd w:val="clear" w:color="auto" w:fill="auto"/>
            <w:noWrap/>
            <w:vAlign w:val="bottom"/>
          </w:tcPr>
          <w:p w14:paraId="0B57423B" w14:textId="77777777" w:rsidR="00C82E24" w:rsidRPr="003740B4" w:rsidRDefault="00C82E24" w:rsidP="00DE6D37">
            <w:pPr>
              <w:spacing w:before="40" w:after="40" w:line="220" w:lineRule="atLeast"/>
              <w:ind w:right="113"/>
              <w:jc w:val="right"/>
              <w:rPr>
                <w:sz w:val="18"/>
                <w:szCs w:val="18"/>
              </w:rPr>
            </w:pPr>
            <w:proofErr w:type="spellStart"/>
            <w:r w:rsidRPr="003740B4">
              <w:rPr>
                <w:sz w:val="18"/>
                <w:szCs w:val="18"/>
              </w:rPr>
              <w:t>s.o</w:t>
            </w:r>
            <w:proofErr w:type="spellEnd"/>
            <w:r w:rsidRPr="003740B4">
              <w:rPr>
                <w:sz w:val="18"/>
                <w:szCs w:val="18"/>
              </w:rPr>
              <w:t>.</w:t>
            </w:r>
          </w:p>
        </w:tc>
      </w:tr>
    </w:tbl>
    <w:p w14:paraId="3409A3D8" w14:textId="67F36982" w:rsidR="00C82E24" w:rsidRPr="0062433C" w:rsidRDefault="00C82E24" w:rsidP="00965443">
      <w:pPr>
        <w:pStyle w:val="SingleTxtG"/>
        <w:tabs>
          <w:tab w:val="clear" w:pos="1701"/>
        </w:tabs>
        <w:spacing w:before="120"/>
        <w:ind w:left="2268" w:hanging="1134"/>
      </w:pPr>
      <w:r>
        <w:t>5.1.2</w:t>
      </w:r>
      <w:r w:rsidRPr="0062433C">
        <w:tab/>
        <w:t>En dehors de l</w:t>
      </w:r>
      <w:r w:rsidR="003D2091">
        <w:t>’</w:t>
      </w:r>
      <w:r w:rsidRPr="0062433C">
        <w:t>axe de référence et à l</w:t>
      </w:r>
      <w:r w:rsidR="003D2091">
        <w:t>’</w:t>
      </w:r>
      <w:r w:rsidRPr="0062433C">
        <w:t>intérieur des champs angulaires définis dans les schémas de la partie</w:t>
      </w:r>
      <w:r>
        <w:t> </w:t>
      </w:r>
      <w:r w:rsidRPr="0062433C">
        <w:t>A de l</w:t>
      </w:r>
      <w:r w:rsidR="003D2091">
        <w:t>’</w:t>
      </w:r>
      <w:r w:rsidRPr="0062433C">
        <w:t>annexe</w:t>
      </w:r>
      <w:r>
        <w:t> </w:t>
      </w:r>
      <w:r w:rsidRPr="0062433C">
        <w:t>2, l</w:t>
      </w:r>
      <w:r w:rsidR="003D2091">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 xml:space="preserve">e de la lumière </w:t>
      </w:r>
      <w:r>
        <w:t>d</w:t>
      </w:r>
      <w:r w:rsidRPr="0062433C">
        <w:t>u paragraphe</w:t>
      </w:r>
      <w:r>
        <w:t> </w:t>
      </w:r>
      <w:r w:rsidRPr="0062433C">
        <w:t>2 de l</w:t>
      </w:r>
      <w:r w:rsidR="003D2091">
        <w:t>’</w:t>
      </w:r>
      <w:r>
        <w:t>annexe </w:t>
      </w:r>
      <w:r w:rsidRPr="0062433C">
        <w:t xml:space="preserve">3, ne pas </w:t>
      </w:r>
      <w:r w:rsidRPr="0062433C">
        <w:lastRenderedPageBreak/>
        <w:t>être inférieure au minimum indiqué au paragraphe</w:t>
      </w:r>
      <w:r>
        <w:t> </w:t>
      </w:r>
      <w:r w:rsidRPr="0062433C">
        <w:t xml:space="preserve">5.1.1, multiplié par le pourcentage </w:t>
      </w:r>
      <w:r>
        <w:t>donn</w:t>
      </w:r>
      <w:r w:rsidRPr="0062433C">
        <w:t xml:space="preserve">é dans </w:t>
      </w:r>
      <w:r>
        <w:t>ladite grille pour la direction en </w:t>
      </w:r>
      <w:r w:rsidRPr="0062433C">
        <w:t>question.</w:t>
      </w:r>
    </w:p>
    <w:p w14:paraId="70DF7753" w14:textId="6AABD880" w:rsidR="00C82E24" w:rsidRPr="0062433C" w:rsidRDefault="00C82E24" w:rsidP="00965443">
      <w:pPr>
        <w:pStyle w:val="SingleTxtG"/>
        <w:tabs>
          <w:tab w:val="clear" w:pos="1701"/>
        </w:tabs>
        <w:spacing w:before="120"/>
        <w:ind w:left="2268" w:hanging="1134"/>
      </w:pPr>
      <w:r>
        <w:t>5.1.3</w:t>
      </w:r>
      <w:r w:rsidRPr="0062433C">
        <w:tab/>
        <w:t xml:space="preserve">Dans </w:t>
      </w:r>
      <w:r>
        <w:t>l</w:t>
      </w:r>
      <w:r w:rsidR="003D2091">
        <w:t>’</w:t>
      </w:r>
      <w:r>
        <w:t>ensemble</w:t>
      </w:r>
      <w:r w:rsidRPr="0062433C">
        <w:t xml:space="preserve"> des champs définis dans les schémas de la </w:t>
      </w:r>
      <w:r>
        <w:t>p</w:t>
      </w:r>
      <w:r w:rsidRPr="0062433C">
        <w:t>artie</w:t>
      </w:r>
      <w:r>
        <w:t> </w:t>
      </w:r>
      <w:r w:rsidRPr="0062433C">
        <w:t>A de l</w:t>
      </w:r>
      <w:r w:rsidR="003D2091">
        <w:t>’</w:t>
      </w:r>
      <w:r w:rsidRPr="0062433C">
        <w:t>annexe</w:t>
      </w:r>
      <w:r>
        <w:t> </w:t>
      </w:r>
      <w:r w:rsidRPr="0062433C">
        <w:t>2, l</w:t>
      </w:r>
      <w:r w:rsidR="003D2091">
        <w:t>’</w:t>
      </w:r>
      <w:r w:rsidRPr="0062433C">
        <w:t>intensité de la lumière émise doit être au moins égale à 0,05</w:t>
      </w:r>
      <w:r>
        <w:t> </w:t>
      </w:r>
      <w:r w:rsidRPr="0062433C">
        <w:t>cd pour les feux de position avant et les feux d</w:t>
      </w:r>
      <w:r w:rsidR="003D2091">
        <w:t>’</w:t>
      </w:r>
      <w:r w:rsidRPr="0062433C">
        <w:t>encombrement avant</w:t>
      </w:r>
      <w:r>
        <w:t>.</w:t>
      </w:r>
    </w:p>
    <w:p w14:paraId="47F18D88" w14:textId="692DA10C" w:rsidR="00C82E24" w:rsidRPr="0062433C" w:rsidRDefault="00C82E24" w:rsidP="00965443">
      <w:pPr>
        <w:pStyle w:val="SingleTxtG"/>
        <w:tabs>
          <w:tab w:val="clear" w:pos="1701"/>
        </w:tabs>
        <w:spacing w:before="120"/>
        <w:ind w:left="2268" w:hanging="1134"/>
      </w:pPr>
      <w:r>
        <w:t>5.1.4</w:t>
      </w:r>
      <w:r w:rsidRPr="0062433C">
        <w:tab/>
        <w:t>La couleur de la lumière émise doit être blanche</w:t>
      </w:r>
      <w:r>
        <w:t xml:space="preserve">, mais </w:t>
      </w:r>
      <w:r w:rsidRPr="000662FD">
        <w:t xml:space="preserve">le feu identifié par le symbole </w:t>
      </w:r>
      <w:r>
        <w:t>« </w:t>
      </w:r>
      <w:r w:rsidRPr="000662FD">
        <w:t>MA</w:t>
      </w:r>
      <w:r>
        <w:t xml:space="preserve"> » </w:t>
      </w:r>
      <w:r w:rsidRPr="000662FD">
        <w:t>peut être jaune-auto</w:t>
      </w:r>
      <w:r w:rsidRPr="0062433C">
        <w:t>.</w:t>
      </w:r>
    </w:p>
    <w:p w14:paraId="18CF8748" w14:textId="01B85418" w:rsidR="00C82E24" w:rsidRPr="0062433C" w:rsidRDefault="00C82E24" w:rsidP="00965443">
      <w:pPr>
        <w:pStyle w:val="SingleTxtG"/>
        <w:tabs>
          <w:tab w:val="clear" w:pos="1701"/>
        </w:tabs>
        <w:spacing w:before="120"/>
        <w:ind w:left="2268" w:hanging="1134"/>
      </w:pPr>
      <w:r>
        <w:t>5.2</w:t>
      </w:r>
      <w:r w:rsidRPr="0062433C">
        <w:tab/>
        <w:t>Prescriptions techniques concernant les feux</w:t>
      </w:r>
      <w:r>
        <w:t xml:space="preserve"> </w:t>
      </w:r>
      <w:r w:rsidRPr="0062433C">
        <w:t>de position arrière (symboles R1, R2</w:t>
      </w:r>
      <w:r>
        <w:t xml:space="preserve"> et</w:t>
      </w:r>
      <w:r w:rsidRPr="0062433C">
        <w:t xml:space="preserve"> M</w:t>
      </w:r>
      <w:r>
        <w:t>R</w:t>
      </w:r>
      <w:r w:rsidRPr="0062433C">
        <w:t>) et les feux d</w:t>
      </w:r>
      <w:r w:rsidR="003D2091">
        <w:t>’</w:t>
      </w:r>
      <w:r w:rsidRPr="0062433C">
        <w:t>encombrement arrière (symboles RM1</w:t>
      </w:r>
      <w:r>
        <w:t xml:space="preserve"> et</w:t>
      </w:r>
      <w:r w:rsidRPr="0062433C">
        <w:t xml:space="preserve"> RM2)</w:t>
      </w:r>
    </w:p>
    <w:p w14:paraId="6C8585B5" w14:textId="77777777" w:rsidR="00C82E24" w:rsidRPr="0062433C" w:rsidRDefault="00C82E24" w:rsidP="00965443">
      <w:pPr>
        <w:pStyle w:val="SingleTxtG"/>
        <w:tabs>
          <w:tab w:val="clear" w:pos="1701"/>
        </w:tabs>
        <w:spacing w:before="120"/>
        <w:ind w:left="2268" w:hanging="1134"/>
      </w:pPr>
      <w:r>
        <w:t>5.2.1</w:t>
      </w:r>
      <w:r w:rsidRPr="0062433C">
        <w:tab/>
        <w:t>La lumière émise par chacun des deux feux fournis doit satisfaire aux prescriptions du tableau 4.</w:t>
      </w:r>
    </w:p>
    <w:p w14:paraId="59676591" w14:textId="798CA2BD" w:rsidR="00C82E24" w:rsidRDefault="00C82E24" w:rsidP="00C82E24">
      <w:pPr>
        <w:pStyle w:val="H23G"/>
        <w:ind w:left="2268" w:firstLine="0"/>
      </w:pPr>
      <w:r w:rsidRPr="00A460AF">
        <w:rPr>
          <w:b w:val="0"/>
        </w:rPr>
        <w:t xml:space="preserve">Tableau 4 </w:t>
      </w:r>
      <w:r w:rsidRPr="00A460AF">
        <w:rPr>
          <w:b w:val="0"/>
        </w:rPr>
        <w:br/>
      </w:r>
      <w:r w:rsidRPr="003740B4">
        <w:t xml:space="preserve">Intensité lumineuse des feux de position arrière et des feux </w:t>
      </w:r>
      <w:r>
        <w:br/>
      </w:r>
      <w:r w:rsidRPr="003740B4">
        <w:t>d</w:t>
      </w:r>
      <w:r w:rsidR="003D2091">
        <w:t>’</w:t>
      </w:r>
      <w:r w:rsidRPr="003740B4">
        <w:t>encombrement arrière</w:t>
      </w:r>
    </w:p>
    <w:tbl>
      <w:tblPr>
        <w:tblW w:w="6231"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52"/>
        <w:gridCol w:w="1276"/>
        <w:gridCol w:w="1134"/>
        <w:gridCol w:w="1269"/>
      </w:tblGrid>
      <w:tr w:rsidR="00C82E24" w:rsidRPr="0062433C" w14:paraId="612C49A6" w14:textId="77777777" w:rsidTr="00DE6D37">
        <w:trPr>
          <w:tblHeader/>
        </w:trPr>
        <w:tc>
          <w:tcPr>
            <w:tcW w:w="2552" w:type="dxa"/>
            <w:vMerge w:val="restart"/>
            <w:shd w:val="clear" w:color="auto" w:fill="auto"/>
            <w:vAlign w:val="bottom"/>
          </w:tcPr>
          <w:p w14:paraId="6EB04C68" w14:textId="77777777" w:rsidR="00C82E24" w:rsidRPr="003740B4" w:rsidRDefault="00C82E24" w:rsidP="00DE6D37">
            <w:pPr>
              <w:spacing w:line="200" w:lineRule="exact"/>
              <w:ind w:left="57"/>
              <w:rPr>
                <w:i/>
                <w:sz w:val="16"/>
                <w:szCs w:val="16"/>
              </w:rPr>
            </w:pPr>
          </w:p>
        </w:tc>
        <w:tc>
          <w:tcPr>
            <w:tcW w:w="1276" w:type="dxa"/>
            <w:vMerge w:val="restart"/>
            <w:shd w:val="clear" w:color="auto" w:fill="auto"/>
            <w:vAlign w:val="bottom"/>
          </w:tcPr>
          <w:p w14:paraId="7C701EB9" w14:textId="77777777" w:rsidR="00C82E24" w:rsidRPr="003740B4" w:rsidRDefault="00C82E24" w:rsidP="00DE6D37">
            <w:pPr>
              <w:spacing w:line="200" w:lineRule="exact"/>
              <w:ind w:right="113"/>
              <w:jc w:val="right"/>
              <w:rPr>
                <w:i/>
                <w:sz w:val="16"/>
                <w:szCs w:val="16"/>
              </w:rPr>
            </w:pPr>
            <w:r w:rsidRPr="003740B4">
              <w:rPr>
                <w:i/>
                <w:iCs/>
                <w:sz w:val="16"/>
                <w:szCs w:val="16"/>
              </w:rPr>
              <w:t>Intensité lumineuse minimale en HV (valeurs en cd)</w:t>
            </w:r>
          </w:p>
        </w:tc>
        <w:tc>
          <w:tcPr>
            <w:tcW w:w="2403" w:type="dxa"/>
            <w:gridSpan w:val="2"/>
            <w:shd w:val="clear" w:color="auto" w:fill="auto"/>
            <w:vAlign w:val="bottom"/>
          </w:tcPr>
          <w:p w14:paraId="7457A39A" w14:textId="77777777" w:rsidR="00C82E24" w:rsidRPr="003740B4" w:rsidRDefault="00C82E24" w:rsidP="00DE6D37">
            <w:pPr>
              <w:spacing w:line="200" w:lineRule="exact"/>
              <w:jc w:val="center"/>
              <w:rPr>
                <w:i/>
                <w:sz w:val="16"/>
                <w:szCs w:val="16"/>
              </w:rPr>
            </w:pPr>
            <w:r w:rsidRPr="003740B4">
              <w:rPr>
                <w:i/>
                <w:iCs/>
                <w:sz w:val="16"/>
                <w:szCs w:val="16"/>
              </w:rPr>
              <w:t xml:space="preserve">Intensité lumineuse maximale </w:t>
            </w:r>
            <w:r>
              <w:rPr>
                <w:i/>
                <w:iCs/>
                <w:sz w:val="16"/>
                <w:szCs w:val="16"/>
              </w:rPr>
              <w:br/>
            </w:r>
            <w:r w:rsidRPr="003740B4">
              <w:rPr>
                <w:i/>
                <w:iCs/>
                <w:sz w:val="16"/>
                <w:szCs w:val="16"/>
              </w:rPr>
              <w:t xml:space="preserve">dans toutes les directions lorsque </w:t>
            </w:r>
            <w:r>
              <w:rPr>
                <w:i/>
                <w:iCs/>
                <w:sz w:val="16"/>
                <w:szCs w:val="16"/>
              </w:rPr>
              <w:br/>
            </w:r>
            <w:r w:rsidRPr="003740B4">
              <w:rPr>
                <w:i/>
                <w:iCs/>
                <w:sz w:val="16"/>
                <w:szCs w:val="16"/>
              </w:rPr>
              <w:t>le feu est utilisé (valeurs en cd)</w:t>
            </w:r>
          </w:p>
        </w:tc>
      </w:tr>
      <w:tr w:rsidR="00C82E24" w:rsidRPr="0062433C" w14:paraId="4F91E035" w14:textId="77777777" w:rsidTr="00DE6D37">
        <w:trPr>
          <w:tblHeader/>
        </w:trPr>
        <w:tc>
          <w:tcPr>
            <w:tcW w:w="2552" w:type="dxa"/>
            <w:vMerge/>
            <w:tcBorders>
              <w:bottom w:val="single" w:sz="12" w:space="0" w:color="auto"/>
            </w:tcBorders>
            <w:shd w:val="clear" w:color="auto" w:fill="auto"/>
            <w:vAlign w:val="bottom"/>
          </w:tcPr>
          <w:p w14:paraId="7B124522" w14:textId="77777777" w:rsidR="00C82E24" w:rsidRPr="003740B4" w:rsidRDefault="00C82E24" w:rsidP="00DE6D37">
            <w:pPr>
              <w:spacing w:line="200" w:lineRule="exact"/>
              <w:ind w:left="57"/>
              <w:rPr>
                <w:i/>
                <w:sz w:val="16"/>
                <w:szCs w:val="16"/>
              </w:rPr>
            </w:pPr>
          </w:p>
        </w:tc>
        <w:tc>
          <w:tcPr>
            <w:tcW w:w="1276" w:type="dxa"/>
            <w:vMerge/>
            <w:tcBorders>
              <w:bottom w:val="single" w:sz="12" w:space="0" w:color="auto"/>
            </w:tcBorders>
            <w:shd w:val="clear" w:color="auto" w:fill="auto"/>
            <w:vAlign w:val="bottom"/>
          </w:tcPr>
          <w:p w14:paraId="06F335C5" w14:textId="77777777" w:rsidR="00C82E24" w:rsidRPr="003740B4" w:rsidRDefault="00C82E24" w:rsidP="00DE6D37">
            <w:pPr>
              <w:spacing w:line="200" w:lineRule="exact"/>
              <w:ind w:right="113"/>
              <w:jc w:val="right"/>
              <w:rPr>
                <w:i/>
                <w:sz w:val="16"/>
                <w:szCs w:val="16"/>
              </w:rPr>
            </w:pPr>
          </w:p>
        </w:tc>
        <w:tc>
          <w:tcPr>
            <w:tcW w:w="1134" w:type="dxa"/>
            <w:tcBorders>
              <w:bottom w:val="single" w:sz="12" w:space="0" w:color="auto"/>
            </w:tcBorders>
            <w:shd w:val="clear" w:color="auto" w:fill="auto"/>
            <w:vAlign w:val="bottom"/>
          </w:tcPr>
          <w:p w14:paraId="3B628954" w14:textId="77777777" w:rsidR="00C82E24" w:rsidRPr="003740B4" w:rsidRDefault="00C82E24" w:rsidP="00DE6D37">
            <w:pPr>
              <w:spacing w:line="200" w:lineRule="exact"/>
              <w:ind w:right="113"/>
              <w:jc w:val="right"/>
              <w:rPr>
                <w:bCs/>
                <w:i/>
                <w:sz w:val="16"/>
                <w:szCs w:val="16"/>
              </w:rPr>
            </w:pPr>
            <w:r w:rsidRPr="003740B4">
              <w:rPr>
                <w:i/>
                <w:iCs/>
                <w:sz w:val="16"/>
                <w:szCs w:val="16"/>
              </w:rPr>
              <w:t xml:space="preserve">Comme </w:t>
            </w:r>
            <w:r>
              <w:rPr>
                <w:i/>
                <w:iCs/>
                <w:sz w:val="16"/>
                <w:szCs w:val="16"/>
              </w:rPr>
              <w:br/>
            </w:r>
            <w:r w:rsidRPr="003740B4">
              <w:rPr>
                <w:i/>
                <w:iCs/>
                <w:sz w:val="16"/>
                <w:szCs w:val="16"/>
              </w:rPr>
              <w:t>feu simple</w:t>
            </w:r>
          </w:p>
        </w:tc>
        <w:tc>
          <w:tcPr>
            <w:tcW w:w="1269" w:type="dxa"/>
            <w:tcBorders>
              <w:bottom w:val="single" w:sz="12" w:space="0" w:color="auto"/>
            </w:tcBorders>
            <w:shd w:val="clear" w:color="auto" w:fill="auto"/>
            <w:vAlign w:val="bottom"/>
          </w:tcPr>
          <w:p w14:paraId="4E3B2F49" w14:textId="77777777" w:rsidR="00C82E24" w:rsidRPr="003740B4" w:rsidRDefault="00C82E24" w:rsidP="00DE6D37">
            <w:pPr>
              <w:spacing w:line="200" w:lineRule="exact"/>
              <w:ind w:right="113"/>
              <w:jc w:val="right"/>
              <w:rPr>
                <w:bCs/>
                <w:i/>
                <w:sz w:val="16"/>
                <w:szCs w:val="16"/>
              </w:rPr>
            </w:pPr>
            <w:r>
              <w:rPr>
                <w:i/>
                <w:iCs/>
                <w:sz w:val="16"/>
                <w:szCs w:val="16"/>
              </w:rPr>
              <w:t>Comme feu portant la marque « D </w:t>
            </w:r>
            <w:r w:rsidRPr="003740B4">
              <w:rPr>
                <w:i/>
                <w:iCs/>
                <w:sz w:val="16"/>
                <w:szCs w:val="16"/>
              </w:rPr>
              <w:t>» (par. 3.3.2.5.2)</w:t>
            </w:r>
          </w:p>
        </w:tc>
      </w:tr>
      <w:tr w:rsidR="00C82E24" w:rsidRPr="0062433C" w14:paraId="0ACCEC1A" w14:textId="77777777" w:rsidTr="006453E9">
        <w:trPr>
          <w:trHeight w:val="456"/>
        </w:trPr>
        <w:tc>
          <w:tcPr>
            <w:tcW w:w="2552" w:type="dxa"/>
            <w:tcBorders>
              <w:top w:val="single" w:sz="12" w:space="0" w:color="auto"/>
              <w:bottom w:val="nil"/>
            </w:tcBorders>
            <w:shd w:val="clear" w:color="auto" w:fill="auto"/>
          </w:tcPr>
          <w:p w14:paraId="51DFFDF4" w14:textId="7E775461" w:rsidR="00C82E24" w:rsidRPr="0097035D" w:rsidRDefault="00C82E24" w:rsidP="00DE6D37">
            <w:pPr>
              <w:spacing w:before="40" w:after="40" w:line="220" w:lineRule="atLeast"/>
              <w:ind w:left="57"/>
              <w:rPr>
                <w:sz w:val="18"/>
                <w:szCs w:val="18"/>
              </w:rPr>
            </w:pPr>
            <w:r w:rsidRPr="0097035D">
              <w:rPr>
                <w:sz w:val="18"/>
                <w:szCs w:val="18"/>
              </w:rPr>
              <w:t>Feux de position arrière et feu</w:t>
            </w:r>
            <w:r>
              <w:rPr>
                <w:sz w:val="18"/>
                <w:szCs w:val="18"/>
              </w:rPr>
              <w:t>x</w:t>
            </w:r>
            <w:r w:rsidRPr="0097035D">
              <w:rPr>
                <w:sz w:val="18"/>
                <w:szCs w:val="18"/>
              </w:rPr>
              <w:t xml:space="preserve"> d</w:t>
            </w:r>
            <w:r w:rsidR="003D2091">
              <w:rPr>
                <w:sz w:val="18"/>
                <w:szCs w:val="18"/>
              </w:rPr>
              <w:t>’</w:t>
            </w:r>
            <w:r w:rsidRPr="0097035D">
              <w:rPr>
                <w:sz w:val="18"/>
                <w:szCs w:val="18"/>
              </w:rPr>
              <w:t>encombrement arrière</w:t>
            </w:r>
          </w:p>
        </w:tc>
        <w:tc>
          <w:tcPr>
            <w:tcW w:w="1276" w:type="dxa"/>
            <w:tcBorders>
              <w:top w:val="single" w:sz="12" w:space="0" w:color="auto"/>
              <w:bottom w:val="nil"/>
            </w:tcBorders>
            <w:shd w:val="clear" w:color="auto" w:fill="auto"/>
            <w:vAlign w:val="bottom"/>
          </w:tcPr>
          <w:p w14:paraId="191E561B" w14:textId="6A49EF0A" w:rsidR="00C82E24" w:rsidRPr="0097035D" w:rsidRDefault="00C82E24" w:rsidP="00DE6D37">
            <w:pPr>
              <w:spacing w:before="40" w:after="40" w:line="220" w:lineRule="atLeast"/>
              <w:ind w:right="113"/>
              <w:jc w:val="right"/>
              <w:rPr>
                <w:sz w:val="18"/>
                <w:szCs w:val="18"/>
              </w:rPr>
            </w:pPr>
          </w:p>
        </w:tc>
        <w:tc>
          <w:tcPr>
            <w:tcW w:w="1134" w:type="dxa"/>
            <w:tcBorders>
              <w:top w:val="single" w:sz="12" w:space="0" w:color="auto"/>
              <w:bottom w:val="nil"/>
            </w:tcBorders>
            <w:shd w:val="clear" w:color="auto" w:fill="auto"/>
            <w:vAlign w:val="bottom"/>
          </w:tcPr>
          <w:p w14:paraId="3BDA02D4" w14:textId="2D896758" w:rsidR="00C82E24" w:rsidRPr="0097035D" w:rsidRDefault="00C82E24" w:rsidP="00DE6D37">
            <w:pPr>
              <w:spacing w:before="40" w:after="40" w:line="220" w:lineRule="atLeast"/>
              <w:ind w:right="113"/>
              <w:jc w:val="right"/>
              <w:rPr>
                <w:bCs/>
                <w:sz w:val="18"/>
                <w:szCs w:val="18"/>
              </w:rPr>
            </w:pPr>
          </w:p>
        </w:tc>
        <w:tc>
          <w:tcPr>
            <w:tcW w:w="1269" w:type="dxa"/>
            <w:tcBorders>
              <w:top w:val="single" w:sz="12" w:space="0" w:color="auto"/>
              <w:bottom w:val="nil"/>
            </w:tcBorders>
            <w:shd w:val="clear" w:color="auto" w:fill="auto"/>
            <w:vAlign w:val="bottom"/>
          </w:tcPr>
          <w:p w14:paraId="35AB619F" w14:textId="2765D506" w:rsidR="00C82E24" w:rsidRPr="0097035D" w:rsidRDefault="00C82E24" w:rsidP="00DE6D37">
            <w:pPr>
              <w:spacing w:before="40" w:after="40" w:line="220" w:lineRule="atLeast"/>
              <w:ind w:right="113"/>
              <w:jc w:val="right"/>
              <w:rPr>
                <w:sz w:val="18"/>
                <w:szCs w:val="18"/>
              </w:rPr>
            </w:pPr>
          </w:p>
        </w:tc>
      </w:tr>
      <w:tr w:rsidR="006453E9" w:rsidRPr="0062433C" w14:paraId="674799C8" w14:textId="77777777" w:rsidTr="006453E9">
        <w:tc>
          <w:tcPr>
            <w:tcW w:w="2552" w:type="dxa"/>
            <w:tcBorders>
              <w:top w:val="nil"/>
              <w:bottom w:val="single" w:sz="2" w:space="0" w:color="auto"/>
            </w:tcBorders>
            <w:shd w:val="clear" w:color="auto" w:fill="auto"/>
          </w:tcPr>
          <w:p w14:paraId="089A422E" w14:textId="2BEDDA4E" w:rsidR="006453E9" w:rsidRPr="0097035D" w:rsidRDefault="006453E9" w:rsidP="00DE6D37">
            <w:pPr>
              <w:spacing w:before="40" w:after="40" w:line="220" w:lineRule="atLeast"/>
              <w:ind w:left="57"/>
              <w:rPr>
                <w:sz w:val="18"/>
                <w:szCs w:val="18"/>
              </w:rPr>
            </w:pPr>
            <w:r w:rsidRPr="0097035D">
              <w:rPr>
                <w:sz w:val="18"/>
                <w:szCs w:val="18"/>
              </w:rPr>
              <w:t>R</w:t>
            </w:r>
            <w:r>
              <w:rPr>
                <w:sz w:val="18"/>
                <w:szCs w:val="18"/>
              </w:rPr>
              <w:t>1</w:t>
            </w:r>
            <w:r w:rsidRPr="0097035D">
              <w:rPr>
                <w:sz w:val="18"/>
                <w:szCs w:val="18"/>
              </w:rPr>
              <w:t xml:space="preserve"> ou RM1 (intensité constante)</w:t>
            </w:r>
          </w:p>
        </w:tc>
        <w:tc>
          <w:tcPr>
            <w:tcW w:w="1276" w:type="dxa"/>
            <w:tcBorders>
              <w:top w:val="nil"/>
              <w:bottom w:val="single" w:sz="2" w:space="0" w:color="auto"/>
            </w:tcBorders>
            <w:shd w:val="clear" w:color="auto" w:fill="auto"/>
            <w:vAlign w:val="bottom"/>
          </w:tcPr>
          <w:p w14:paraId="20E99363" w14:textId="316446D9" w:rsidR="006453E9" w:rsidRPr="0097035D" w:rsidRDefault="006453E9" w:rsidP="00DE6D37">
            <w:pPr>
              <w:spacing w:before="40" w:after="40" w:line="220" w:lineRule="atLeast"/>
              <w:ind w:right="113"/>
              <w:jc w:val="right"/>
              <w:rPr>
                <w:sz w:val="18"/>
                <w:szCs w:val="18"/>
              </w:rPr>
            </w:pPr>
            <w:r w:rsidRPr="0097035D">
              <w:rPr>
                <w:sz w:val="18"/>
                <w:szCs w:val="18"/>
              </w:rPr>
              <w:t>4</w:t>
            </w:r>
          </w:p>
        </w:tc>
        <w:tc>
          <w:tcPr>
            <w:tcW w:w="1134" w:type="dxa"/>
            <w:tcBorders>
              <w:top w:val="nil"/>
              <w:bottom w:val="single" w:sz="2" w:space="0" w:color="auto"/>
            </w:tcBorders>
            <w:shd w:val="clear" w:color="auto" w:fill="auto"/>
            <w:vAlign w:val="bottom"/>
          </w:tcPr>
          <w:p w14:paraId="3BC80B0A" w14:textId="0B4E5604" w:rsidR="006453E9" w:rsidRPr="0097035D" w:rsidRDefault="006453E9" w:rsidP="00DE6D37">
            <w:pPr>
              <w:spacing w:before="40" w:after="40" w:line="220" w:lineRule="atLeast"/>
              <w:ind w:right="113"/>
              <w:jc w:val="right"/>
              <w:rPr>
                <w:sz w:val="18"/>
                <w:szCs w:val="18"/>
              </w:rPr>
            </w:pPr>
            <w:r w:rsidRPr="0097035D">
              <w:rPr>
                <w:sz w:val="18"/>
                <w:szCs w:val="18"/>
              </w:rPr>
              <w:t>17</w:t>
            </w:r>
          </w:p>
        </w:tc>
        <w:tc>
          <w:tcPr>
            <w:tcW w:w="1269" w:type="dxa"/>
            <w:tcBorders>
              <w:top w:val="nil"/>
              <w:bottom w:val="single" w:sz="2" w:space="0" w:color="auto"/>
            </w:tcBorders>
            <w:shd w:val="clear" w:color="auto" w:fill="auto"/>
            <w:vAlign w:val="bottom"/>
          </w:tcPr>
          <w:p w14:paraId="045C62D1" w14:textId="08AA0B12" w:rsidR="006453E9" w:rsidRPr="0097035D" w:rsidRDefault="006453E9" w:rsidP="00DE6D37">
            <w:pPr>
              <w:spacing w:before="40" w:after="40" w:line="220" w:lineRule="atLeast"/>
              <w:ind w:right="113"/>
              <w:jc w:val="right"/>
              <w:rPr>
                <w:sz w:val="18"/>
                <w:szCs w:val="18"/>
              </w:rPr>
            </w:pPr>
            <w:r w:rsidRPr="0097035D">
              <w:rPr>
                <w:sz w:val="18"/>
                <w:szCs w:val="18"/>
              </w:rPr>
              <w:t>8,5</w:t>
            </w:r>
          </w:p>
        </w:tc>
      </w:tr>
      <w:tr w:rsidR="00C82E24" w:rsidRPr="0062433C" w14:paraId="7E49E197" w14:textId="77777777" w:rsidTr="00DE6D37">
        <w:tc>
          <w:tcPr>
            <w:tcW w:w="2552" w:type="dxa"/>
            <w:tcBorders>
              <w:bottom w:val="single" w:sz="2" w:space="0" w:color="auto"/>
            </w:tcBorders>
            <w:shd w:val="clear" w:color="auto" w:fill="auto"/>
          </w:tcPr>
          <w:p w14:paraId="728A6507" w14:textId="77777777" w:rsidR="00C82E24" w:rsidRPr="0097035D" w:rsidRDefault="00C82E24" w:rsidP="00DE6D37">
            <w:pPr>
              <w:spacing w:before="40" w:after="40" w:line="220" w:lineRule="atLeast"/>
              <w:ind w:left="57"/>
              <w:rPr>
                <w:sz w:val="18"/>
                <w:szCs w:val="18"/>
              </w:rPr>
            </w:pPr>
            <w:r w:rsidRPr="0097035D">
              <w:rPr>
                <w:sz w:val="18"/>
                <w:szCs w:val="18"/>
              </w:rPr>
              <w:t>MR</w:t>
            </w:r>
          </w:p>
        </w:tc>
        <w:tc>
          <w:tcPr>
            <w:tcW w:w="1276" w:type="dxa"/>
            <w:tcBorders>
              <w:bottom w:val="single" w:sz="2" w:space="0" w:color="auto"/>
            </w:tcBorders>
            <w:shd w:val="clear" w:color="auto" w:fill="auto"/>
            <w:vAlign w:val="bottom"/>
          </w:tcPr>
          <w:p w14:paraId="4252B79A" w14:textId="77777777" w:rsidR="00C82E24" w:rsidRPr="0097035D" w:rsidRDefault="00C82E24" w:rsidP="00DE6D37">
            <w:pPr>
              <w:spacing w:before="40" w:after="40" w:line="220" w:lineRule="atLeast"/>
              <w:ind w:right="113"/>
              <w:jc w:val="right"/>
              <w:rPr>
                <w:sz w:val="18"/>
                <w:szCs w:val="18"/>
              </w:rPr>
            </w:pPr>
            <w:r w:rsidRPr="0097035D">
              <w:rPr>
                <w:sz w:val="18"/>
                <w:szCs w:val="18"/>
              </w:rPr>
              <w:t>4</w:t>
            </w:r>
          </w:p>
        </w:tc>
        <w:tc>
          <w:tcPr>
            <w:tcW w:w="1134" w:type="dxa"/>
            <w:tcBorders>
              <w:bottom w:val="single" w:sz="2" w:space="0" w:color="auto"/>
            </w:tcBorders>
            <w:shd w:val="clear" w:color="auto" w:fill="auto"/>
            <w:vAlign w:val="bottom"/>
          </w:tcPr>
          <w:p w14:paraId="7A5A64BC" w14:textId="77777777" w:rsidR="00C82E24" w:rsidRPr="0097035D" w:rsidRDefault="00C82E24" w:rsidP="00DE6D37">
            <w:pPr>
              <w:spacing w:before="40" w:after="40" w:line="220" w:lineRule="atLeast"/>
              <w:ind w:right="113"/>
              <w:jc w:val="right"/>
              <w:rPr>
                <w:bCs/>
                <w:sz w:val="18"/>
                <w:szCs w:val="18"/>
              </w:rPr>
            </w:pPr>
            <w:r w:rsidRPr="0097035D">
              <w:rPr>
                <w:sz w:val="18"/>
                <w:szCs w:val="18"/>
              </w:rPr>
              <w:t>17</w:t>
            </w:r>
          </w:p>
        </w:tc>
        <w:tc>
          <w:tcPr>
            <w:tcW w:w="1269" w:type="dxa"/>
            <w:tcBorders>
              <w:bottom w:val="single" w:sz="2" w:space="0" w:color="auto"/>
            </w:tcBorders>
            <w:shd w:val="clear" w:color="auto" w:fill="auto"/>
            <w:vAlign w:val="bottom"/>
          </w:tcPr>
          <w:p w14:paraId="78D77FAC" w14:textId="77777777" w:rsidR="00C82E24" w:rsidRPr="0097035D" w:rsidRDefault="00C82E24" w:rsidP="00DE6D37">
            <w:pPr>
              <w:spacing w:before="40" w:after="40" w:line="220" w:lineRule="atLeast"/>
              <w:ind w:right="113"/>
              <w:jc w:val="right"/>
              <w:rPr>
                <w:sz w:val="18"/>
                <w:szCs w:val="18"/>
              </w:rPr>
            </w:pPr>
            <w:proofErr w:type="spellStart"/>
            <w:r w:rsidRPr="0097035D">
              <w:rPr>
                <w:sz w:val="18"/>
                <w:szCs w:val="18"/>
              </w:rPr>
              <w:t>s.o</w:t>
            </w:r>
            <w:proofErr w:type="spellEnd"/>
            <w:r w:rsidRPr="0097035D">
              <w:rPr>
                <w:sz w:val="18"/>
                <w:szCs w:val="18"/>
              </w:rPr>
              <w:t>.</w:t>
            </w:r>
          </w:p>
        </w:tc>
      </w:tr>
      <w:tr w:rsidR="00C82E24" w:rsidRPr="0062433C" w14:paraId="0215E4AA" w14:textId="77777777" w:rsidTr="00DE6D37">
        <w:tc>
          <w:tcPr>
            <w:tcW w:w="2552" w:type="dxa"/>
            <w:tcBorders>
              <w:bottom w:val="single" w:sz="12" w:space="0" w:color="auto"/>
            </w:tcBorders>
            <w:shd w:val="clear" w:color="auto" w:fill="auto"/>
          </w:tcPr>
          <w:p w14:paraId="736064A6" w14:textId="77777777" w:rsidR="00C82E24" w:rsidRPr="0097035D" w:rsidRDefault="00C82E24" w:rsidP="00DE6D37">
            <w:pPr>
              <w:spacing w:before="40" w:after="40" w:line="220" w:lineRule="atLeast"/>
              <w:ind w:left="57"/>
              <w:rPr>
                <w:sz w:val="18"/>
                <w:szCs w:val="18"/>
              </w:rPr>
            </w:pPr>
            <w:r w:rsidRPr="0097035D">
              <w:rPr>
                <w:sz w:val="18"/>
                <w:szCs w:val="18"/>
              </w:rPr>
              <w:t>R2 ou RM2 (intensité variable)</w:t>
            </w:r>
          </w:p>
        </w:tc>
        <w:tc>
          <w:tcPr>
            <w:tcW w:w="1276" w:type="dxa"/>
            <w:tcBorders>
              <w:bottom w:val="single" w:sz="12" w:space="0" w:color="auto"/>
            </w:tcBorders>
            <w:shd w:val="clear" w:color="auto" w:fill="auto"/>
            <w:vAlign w:val="bottom"/>
          </w:tcPr>
          <w:p w14:paraId="54022BD0" w14:textId="77777777" w:rsidR="00C82E24" w:rsidRPr="0097035D" w:rsidRDefault="00C82E24" w:rsidP="00DE6D37">
            <w:pPr>
              <w:spacing w:before="40" w:after="40" w:line="220" w:lineRule="atLeast"/>
              <w:ind w:right="113"/>
              <w:jc w:val="right"/>
              <w:rPr>
                <w:sz w:val="18"/>
                <w:szCs w:val="18"/>
              </w:rPr>
            </w:pPr>
            <w:r w:rsidRPr="0097035D">
              <w:rPr>
                <w:sz w:val="18"/>
                <w:szCs w:val="18"/>
              </w:rPr>
              <w:t>4</w:t>
            </w:r>
          </w:p>
        </w:tc>
        <w:tc>
          <w:tcPr>
            <w:tcW w:w="1134" w:type="dxa"/>
            <w:tcBorders>
              <w:bottom w:val="single" w:sz="12" w:space="0" w:color="auto"/>
            </w:tcBorders>
            <w:shd w:val="clear" w:color="auto" w:fill="auto"/>
            <w:vAlign w:val="bottom"/>
          </w:tcPr>
          <w:p w14:paraId="7257BFF9" w14:textId="77777777" w:rsidR="00C82E24" w:rsidRPr="0097035D" w:rsidRDefault="00C82E24" w:rsidP="00DE6D37">
            <w:pPr>
              <w:spacing w:before="40" w:after="40" w:line="220" w:lineRule="atLeast"/>
              <w:ind w:right="113"/>
              <w:jc w:val="right"/>
              <w:rPr>
                <w:bCs/>
                <w:sz w:val="18"/>
                <w:szCs w:val="18"/>
              </w:rPr>
            </w:pPr>
            <w:r w:rsidRPr="0097035D">
              <w:rPr>
                <w:sz w:val="18"/>
                <w:szCs w:val="18"/>
              </w:rPr>
              <w:t>42</w:t>
            </w:r>
          </w:p>
        </w:tc>
        <w:tc>
          <w:tcPr>
            <w:tcW w:w="1269" w:type="dxa"/>
            <w:tcBorders>
              <w:bottom w:val="single" w:sz="12" w:space="0" w:color="auto"/>
            </w:tcBorders>
            <w:shd w:val="clear" w:color="auto" w:fill="auto"/>
            <w:vAlign w:val="bottom"/>
          </w:tcPr>
          <w:p w14:paraId="2B6CA580" w14:textId="77777777" w:rsidR="00C82E24" w:rsidRPr="0097035D" w:rsidRDefault="00C82E24" w:rsidP="00DE6D37">
            <w:pPr>
              <w:spacing w:before="40" w:after="40" w:line="220" w:lineRule="atLeast"/>
              <w:ind w:right="113"/>
              <w:jc w:val="right"/>
              <w:rPr>
                <w:sz w:val="18"/>
                <w:szCs w:val="18"/>
              </w:rPr>
            </w:pPr>
            <w:r w:rsidRPr="0097035D">
              <w:rPr>
                <w:sz w:val="18"/>
                <w:szCs w:val="18"/>
              </w:rPr>
              <w:t>21</w:t>
            </w:r>
          </w:p>
        </w:tc>
      </w:tr>
    </w:tbl>
    <w:p w14:paraId="1CF1F3F9" w14:textId="446BE744" w:rsidR="00C82E24" w:rsidRPr="0062433C" w:rsidRDefault="00C82E24" w:rsidP="00965443">
      <w:pPr>
        <w:pStyle w:val="SingleTxtG"/>
        <w:tabs>
          <w:tab w:val="clear" w:pos="1701"/>
        </w:tabs>
        <w:spacing w:before="120"/>
        <w:ind w:left="2268" w:hanging="1134"/>
      </w:pPr>
      <w:r>
        <w:t>5.2.2</w:t>
      </w:r>
      <w:r w:rsidRPr="0062433C">
        <w:tab/>
        <w:t>En dehors de l</w:t>
      </w:r>
      <w:r w:rsidR="003D2091">
        <w:t>’</w:t>
      </w:r>
      <w:r w:rsidRPr="0062433C">
        <w:t>axe de référence et à l</w:t>
      </w:r>
      <w:r w:rsidR="003D2091">
        <w:t>’</w:t>
      </w:r>
      <w:r w:rsidRPr="0062433C">
        <w:t>intérieur des champs angulaires définis dans les schémas de la partie</w:t>
      </w:r>
      <w:r>
        <w:t> </w:t>
      </w:r>
      <w:r w:rsidRPr="0062433C">
        <w:t>A de l</w:t>
      </w:r>
      <w:r w:rsidR="003D2091">
        <w:t>’</w:t>
      </w:r>
      <w:r w:rsidRPr="0062433C">
        <w:t>annexe</w:t>
      </w:r>
      <w:r>
        <w:t> </w:t>
      </w:r>
      <w:r w:rsidRPr="0062433C">
        <w:t>2, l</w:t>
      </w:r>
      <w:r w:rsidR="003D2091">
        <w:t>’</w:t>
      </w:r>
      <w:r w:rsidRPr="0062433C">
        <w:t xml:space="preserve">intensité de la lumière émise par chaque feu doit, dans chaque direction correspondant aux points </w:t>
      </w:r>
      <w:r>
        <w:t>de la grille</w:t>
      </w:r>
      <w:r w:rsidRPr="0062433C">
        <w:t xml:space="preserve"> de </w:t>
      </w:r>
      <w:r>
        <w:t>réparti</w:t>
      </w:r>
      <w:r w:rsidRPr="0062433C">
        <w:t>tion normal</w:t>
      </w:r>
      <w:r>
        <w:t>isé</w:t>
      </w:r>
      <w:r w:rsidRPr="0062433C">
        <w:t xml:space="preserve">e de la lumière </w:t>
      </w:r>
      <w:r>
        <w:t>du paragraphe </w:t>
      </w:r>
      <w:r w:rsidRPr="0062433C">
        <w:t>2 de l</w:t>
      </w:r>
      <w:r w:rsidR="003D2091">
        <w:t>’</w:t>
      </w:r>
      <w:r w:rsidRPr="0062433C">
        <w:t>annexe</w:t>
      </w:r>
      <w:r>
        <w:t> </w:t>
      </w:r>
      <w:r w:rsidRPr="0062433C">
        <w:t>3, ne pas être inférieure au minimum indiqué au paragraphe</w:t>
      </w:r>
      <w:r>
        <w:t> </w:t>
      </w:r>
      <w:r w:rsidRPr="0062433C">
        <w:t xml:space="preserve">5.2.1, multiplié par le pourcentage </w:t>
      </w:r>
      <w:r>
        <w:t>donn</w:t>
      </w:r>
      <w:r w:rsidRPr="0062433C">
        <w:t xml:space="preserve">é dans </w:t>
      </w:r>
      <w:r>
        <w:t>ladite grille</w:t>
      </w:r>
      <w:r w:rsidRPr="0062433C">
        <w:t xml:space="preserve"> pour la direction en question.</w:t>
      </w:r>
    </w:p>
    <w:p w14:paraId="0929635E" w14:textId="16C183E2" w:rsidR="00C82E24" w:rsidRPr="0062433C" w:rsidRDefault="00C82E24" w:rsidP="00965443">
      <w:pPr>
        <w:pStyle w:val="SingleTxtG"/>
        <w:tabs>
          <w:tab w:val="clear" w:pos="1701"/>
        </w:tabs>
        <w:spacing w:before="120"/>
        <w:ind w:left="2268" w:hanging="1134"/>
      </w:pPr>
      <w:r>
        <w:t>5.2.3</w:t>
      </w:r>
      <w:r w:rsidRPr="0062433C">
        <w:tab/>
        <w:t>Toutefois, une intensité lumineuse de 60</w:t>
      </w:r>
      <w:r>
        <w:t> </w:t>
      </w:r>
      <w:r w:rsidRPr="0062433C">
        <w:t xml:space="preserve">cd est admise pour les feux de position arrière mutuellement incorporés avec des </w:t>
      </w:r>
      <w:r>
        <w:t>feux stop</w:t>
      </w:r>
      <w:r w:rsidRPr="0062433C">
        <w:t xml:space="preserve"> au-dessous d</w:t>
      </w:r>
      <w:r w:rsidR="003D2091">
        <w:t>’</w:t>
      </w:r>
      <w:r w:rsidRPr="0062433C">
        <w:t>un plan formant un angle de 5° vers le bas avec le plan horizontal.</w:t>
      </w:r>
    </w:p>
    <w:p w14:paraId="13D5B158" w14:textId="01C141E2" w:rsidR="00C82E24" w:rsidRPr="0062433C" w:rsidRDefault="00C82E24" w:rsidP="00965443">
      <w:pPr>
        <w:pStyle w:val="SingleTxtG"/>
        <w:tabs>
          <w:tab w:val="clear" w:pos="1701"/>
        </w:tabs>
        <w:spacing w:before="120"/>
        <w:ind w:left="2268" w:hanging="1134"/>
        <w:rPr>
          <w:strike/>
        </w:rPr>
      </w:pPr>
      <w:r>
        <w:t>5.2.4</w:t>
      </w:r>
      <w:r w:rsidRPr="0062433C">
        <w:tab/>
        <w:t xml:space="preserve">Dans la totalité des champs définis dans les schémas de la </w:t>
      </w:r>
      <w:r>
        <w:t>p</w:t>
      </w:r>
      <w:r w:rsidRPr="0062433C">
        <w:t>artie</w:t>
      </w:r>
      <w:r>
        <w:t> </w:t>
      </w:r>
      <w:r w:rsidRPr="0062433C">
        <w:t>A de l</w:t>
      </w:r>
      <w:r w:rsidR="003D2091">
        <w:t>’</w:t>
      </w:r>
      <w:r w:rsidRPr="0062433C">
        <w:t>annexe</w:t>
      </w:r>
      <w:r>
        <w:t> </w:t>
      </w:r>
      <w:r w:rsidRPr="0062433C">
        <w:t>2, l</w:t>
      </w:r>
      <w:r w:rsidR="003D2091">
        <w:t>’</w:t>
      </w:r>
      <w:r w:rsidRPr="0062433C">
        <w:t>intensité de la lumière émise doit être au moins égale à 0,05</w:t>
      </w:r>
      <w:r>
        <w:t> </w:t>
      </w:r>
      <w:r w:rsidRPr="0062433C">
        <w:t>cd pour les feux de position arrière et les feux d</w:t>
      </w:r>
      <w:r w:rsidR="003D2091">
        <w:t>’</w:t>
      </w:r>
      <w:r>
        <w:t>encombrement arrière.</w:t>
      </w:r>
    </w:p>
    <w:p w14:paraId="0801262F" w14:textId="1A64CE89" w:rsidR="00C82E24" w:rsidRPr="0062433C" w:rsidRDefault="00C82E24" w:rsidP="00965443">
      <w:pPr>
        <w:pStyle w:val="SingleTxtG"/>
        <w:tabs>
          <w:tab w:val="clear" w:pos="1701"/>
        </w:tabs>
        <w:spacing w:before="120"/>
        <w:ind w:left="2268" w:hanging="1134"/>
      </w:pPr>
      <w:r>
        <w:t>5.2.5</w:t>
      </w:r>
      <w:r w:rsidRPr="0062433C">
        <w:tab/>
        <w:t xml:space="preserve">La couleur de la lumière émise doit être </w:t>
      </w:r>
      <w:r>
        <w:t>rouge</w:t>
      </w:r>
      <w:r w:rsidRPr="0062433C">
        <w:t>.</w:t>
      </w:r>
    </w:p>
    <w:p w14:paraId="2F2288CE" w14:textId="71CB2FBF" w:rsidR="00C82E24" w:rsidRPr="0062433C" w:rsidRDefault="00C82E24" w:rsidP="00C82E24">
      <w:pPr>
        <w:pStyle w:val="SingleTxtG"/>
        <w:ind w:left="2268"/>
      </w:pPr>
      <w:r w:rsidRPr="0062433C">
        <w:t>Cette prescription s</w:t>
      </w:r>
      <w:r w:rsidR="003D2091">
        <w:t>’</w:t>
      </w:r>
      <w:r w:rsidRPr="0062433C">
        <w:t>applique aussi à toute la gamme des intensités lumineuses produites par</w:t>
      </w:r>
      <w:r>
        <w:t> :</w:t>
      </w:r>
    </w:p>
    <w:p w14:paraId="5AE7155C" w14:textId="77777777" w:rsidR="00C82E24" w:rsidRDefault="00C82E24" w:rsidP="00C82E24">
      <w:pPr>
        <w:pStyle w:val="SingleTxtG"/>
        <w:ind w:left="2835" w:hanging="567"/>
      </w:pPr>
      <w:r>
        <w:t>a)</w:t>
      </w:r>
      <w:r>
        <w:tab/>
      </w:r>
      <w:r w:rsidRPr="0062433C">
        <w:t>Les feux de position arrière de la catégorie R2</w:t>
      </w:r>
      <w:r>
        <w:t> ;</w:t>
      </w:r>
    </w:p>
    <w:p w14:paraId="6E2B520C" w14:textId="114DE5A9" w:rsidR="00C82E24" w:rsidRPr="008C18EB" w:rsidRDefault="00C82E24" w:rsidP="00C82E24">
      <w:pPr>
        <w:pStyle w:val="SingleTxtG"/>
        <w:ind w:left="2835" w:hanging="567"/>
      </w:pPr>
      <w:r w:rsidRPr="0062433C">
        <w:rPr>
          <w:lang w:val="fr-FR"/>
        </w:rPr>
        <w:t>b)</w:t>
      </w:r>
      <w:r w:rsidRPr="0062433C">
        <w:rPr>
          <w:lang w:val="fr-FR"/>
        </w:rPr>
        <w:tab/>
        <w:t>Les feux d</w:t>
      </w:r>
      <w:r w:rsidR="003D2091">
        <w:rPr>
          <w:lang w:val="fr-FR"/>
        </w:rPr>
        <w:t>’</w:t>
      </w:r>
      <w:r w:rsidRPr="0062433C">
        <w:rPr>
          <w:lang w:val="fr-FR"/>
        </w:rPr>
        <w:t>encombrement arrière de la catégorie RM2</w:t>
      </w:r>
      <w:r>
        <w:rPr>
          <w:lang w:val="fr-FR"/>
        </w:rPr>
        <w:t>.</w:t>
      </w:r>
    </w:p>
    <w:p w14:paraId="0EF77838" w14:textId="77777777" w:rsidR="00C82E24" w:rsidRPr="0062433C" w:rsidRDefault="00C82E24" w:rsidP="00965443">
      <w:pPr>
        <w:pStyle w:val="SingleTxtG"/>
        <w:tabs>
          <w:tab w:val="clear" w:pos="1701"/>
        </w:tabs>
        <w:spacing w:before="120"/>
        <w:ind w:left="2268" w:hanging="1134"/>
      </w:pPr>
      <w:r>
        <w:t>5.3</w:t>
      </w:r>
      <w:r w:rsidRPr="0062433C">
        <w:tab/>
        <w:t>Prescriptions techniques concernant les feux de stationnement (symbole 77R)</w:t>
      </w:r>
    </w:p>
    <w:p w14:paraId="46CBB883" w14:textId="599F1CED" w:rsidR="00C82E24" w:rsidRPr="0062433C" w:rsidRDefault="00C82E24" w:rsidP="00965443">
      <w:pPr>
        <w:pStyle w:val="SingleTxtG"/>
        <w:tabs>
          <w:tab w:val="clear" w:pos="1701"/>
        </w:tabs>
        <w:spacing w:before="120"/>
        <w:ind w:left="2268" w:hanging="1134"/>
      </w:pPr>
      <w:r>
        <w:t>5.3.1</w:t>
      </w:r>
      <w:r w:rsidRPr="0062433C">
        <w:tab/>
        <w:t>La lumière émise par chacun des deux feux fournis doit satisfaire aux prescriptions du tableau 5.</w:t>
      </w:r>
    </w:p>
    <w:p w14:paraId="10724DF6" w14:textId="77777777" w:rsidR="00C82E24" w:rsidRDefault="00C82E24" w:rsidP="00C82E24">
      <w:pPr>
        <w:pStyle w:val="H23G"/>
        <w:ind w:left="2268" w:firstLine="0"/>
      </w:pPr>
      <w:r w:rsidRPr="00482C47">
        <w:rPr>
          <w:b w:val="0"/>
        </w:rPr>
        <w:lastRenderedPageBreak/>
        <w:t>Tableau 5</w:t>
      </w:r>
      <w:r>
        <w:t xml:space="preserve"> </w:t>
      </w:r>
      <w:r>
        <w:br/>
      </w:r>
      <w:r w:rsidRPr="00755A6E">
        <w:t>Intensité lumineuse des feux de stationnement</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364"/>
        <w:gridCol w:w="1400"/>
        <w:gridCol w:w="1473"/>
      </w:tblGrid>
      <w:tr w:rsidR="00C82E24" w:rsidRPr="0062433C" w14:paraId="1E1E4391" w14:textId="77777777" w:rsidTr="00DE6D37">
        <w:trPr>
          <w:trHeight w:val="499"/>
          <w:tblHeader/>
        </w:trPr>
        <w:tc>
          <w:tcPr>
            <w:tcW w:w="3364" w:type="dxa"/>
            <w:tcBorders>
              <w:bottom w:val="single" w:sz="12" w:space="0" w:color="auto"/>
            </w:tcBorders>
            <w:shd w:val="clear" w:color="auto" w:fill="auto"/>
            <w:vAlign w:val="bottom"/>
          </w:tcPr>
          <w:p w14:paraId="0C259E14" w14:textId="77777777" w:rsidR="00C82E24" w:rsidRPr="0062433C" w:rsidRDefault="00C82E24" w:rsidP="00DE6D37">
            <w:pPr>
              <w:spacing w:before="80" w:after="80" w:line="200" w:lineRule="exact"/>
              <w:rPr>
                <w:i/>
              </w:rPr>
            </w:pPr>
          </w:p>
        </w:tc>
        <w:tc>
          <w:tcPr>
            <w:tcW w:w="1400" w:type="dxa"/>
            <w:tcBorders>
              <w:bottom w:val="single" w:sz="12" w:space="0" w:color="auto"/>
            </w:tcBorders>
            <w:shd w:val="clear" w:color="auto" w:fill="auto"/>
            <w:vAlign w:val="bottom"/>
          </w:tcPr>
          <w:p w14:paraId="1A2E123A" w14:textId="77777777" w:rsidR="00C82E24" w:rsidRPr="006778A3" w:rsidRDefault="00C82E24" w:rsidP="00DE6D37">
            <w:pPr>
              <w:spacing w:before="80" w:after="80" w:line="200" w:lineRule="exact"/>
              <w:ind w:right="113"/>
              <w:jc w:val="right"/>
              <w:rPr>
                <w:i/>
                <w:sz w:val="16"/>
                <w:szCs w:val="16"/>
              </w:rPr>
            </w:pPr>
            <w:r w:rsidRPr="006778A3">
              <w:rPr>
                <w:i/>
                <w:iCs/>
                <w:sz w:val="16"/>
                <w:szCs w:val="16"/>
              </w:rPr>
              <w:t xml:space="preserve">Intensité </w:t>
            </w:r>
            <w:r>
              <w:rPr>
                <w:i/>
                <w:iCs/>
                <w:sz w:val="16"/>
                <w:szCs w:val="16"/>
              </w:rPr>
              <w:br/>
            </w:r>
            <w:r w:rsidRPr="006778A3">
              <w:rPr>
                <w:i/>
                <w:iCs/>
                <w:sz w:val="16"/>
                <w:szCs w:val="16"/>
              </w:rPr>
              <w:t>lumineuse minimale en HV (valeurs en cd)</w:t>
            </w:r>
          </w:p>
        </w:tc>
        <w:tc>
          <w:tcPr>
            <w:tcW w:w="1473" w:type="dxa"/>
            <w:tcBorders>
              <w:bottom w:val="single" w:sz="12" w:space="0" w:color="auto"/>
            </w:tcBorders>
            <w:shd w:val="clear" w:color="auto" w:fill="auto"/>
            <w:vAlign w:val="bottom"/>
          </w:tcPr>
          <w:p w14:paraId="747DEDF2" w14:textId="77777777" w:rsidR="00C82E24" w:rsidRPr="006778A3" w:rsidRDefault="00C82E24" w:rsidP="00DE6D37">
            <w:pPr>
              <w:spacing w:before="80" w:after="80" w:line="200" w:lineRule="exact"/>
              <w:ind w:right="113"/>
              <w:jc w:val="right"/>
              <w:rPr>
                <w:i/>
                <w:sz w:val="16"/>
                <w:szCs w:val="16"/>
              </w:rPr>
            </w:pPr>
            <w:r w:rsidRPr="006778A3">
              <w:rPr>
                <w:i/>
                <w:iCs/>
                <w:sz w:val="16"/>
                <w:szCs w:val="16"/>
              </w:rPr>
              <w:t>Intensité lumineuse maxi</w:t>
            </w:r>
            <w:r>
              <w:rPr>
                <w:i/>
                <w:iCs/>
                <w:sz w:val="16"/>
                <w:szCs w:val="16"/>
              </w:rPr>
              <w:t>male dans toutes les directions</w:t>
            </w:r>
            <w:r>
              <w:rPr>
                <w:i/>
                <w:iCs/>
                <w:sz w:val="16"/>
                <w:szCs w:val="16"/>
              </w:rPr>
              <w:br/>
            </w:r>
            <w:r w:rsidRPr="006778A3">
              <w:rPr>
                <w:i/>
                <w:iCs/>
                <w:sz w:val="16"/>
                <w:szCs w:val="16"/>
              </w:rPr>
              <w:t>(valeurs en cd)</w:t>
            </w:r>
            <w:r w:rsidRPr="006778A3">
              <w:rPr>
                <w:sz w:val="16"/>
                <w:szCs w:val="16"/>
              </w:rPr>
              <w:t xml:space="preserve"> </w:t>
            </w:r>
          </w:p>
        </w:tc>
      </w:tr>
      <w:tr w:rsidR="00C82E24" w:rsidRPr="0062433C" w14:paraId="23AF25C5" w14:textId="77777777" w:rsidTr="00DE6D37">
        <w:trPr>
          <w:trHeight w:val="311"/>
        </w:trPr>
        <w:tc>
          <w:tcPr>
            <w:tcW w:w="3364" w:type="dxa"/>
            <w:tcBorders>
              <w:top w:val="single" w:sz="12" w:space="0" w:color="auto"/>
              <w:bottom w:val="single" w:sz="2" w:space="0" w:color="auto"/>
            </w:tcBorders>
            <w:shd w:val="clear" w:color="auto" w:fill="auto"/>
          </w:tcPr>
          <w:p w14:paraId="0A12E5D3" w14:textId="0E532C40" w:rsidR="00C82E24" w:rsidRPr="009A7A91" w:rsidRDefault="00C82E24" w:rsidP="00DE6D37">
            <w:pPr>
              <w:spacing w:before="40" w:after="40" w:line="220" w:lineRule="atLeast"/>
              <w:ind w:left="57"/>
              <w:rPr>
                <w:sz w:val="18"/>
                <w:szCs w:val="18"/>
              </w:rPr>
            </w:pPr>
            <w:r w:rsidRPr="009A7A91">
              <w:rPr>
                <w:sz w:val="18"/>
                <w:szCs w:val="18"/>
              </w:rPr>
              <w:t>Feux de stationnement orientés vers l</w:t>
            </w:r>
            <w:r w:rsidR="003D2091">
              <w:rPr>
                <w:sz w:val="18"/>
                <w:szCs w:val="18"/>
              </w:rPr>
              <w:t>’</w:t>
            </w:r>
            <w:r w:rsidRPr="009A7A91">
              <w:rPr>
                <w:sz w:val="18"/>
                <w:szCs w:val="18"/>
              </w:rPr>
              <w:t>avant</w:t>
            </w:r>
          </w:p>
        </w:tc>
        <w:tc>
          <w:tcPr>
            <w:tcW w:w="1400" w:type="dxa"/>
            <w:tcBorders>
              <w:top w:val="single" w:sz="12" w:space="0" w:color="auto"/>
              <w:bottom w:val="single" w:sz="2" w:space="0" w:color="auto"/>
            </w:tcBorders>
            <w:shd w:val="clear" w:color="auto" w:fill="auto"/>
            <w:vAlign w:val="bottom"/>
          </w:tcPr>
          <w:p w14:paraId="12078275" w14:textId="77777777" w:rsidR="00C82E24" w:rsidRPr="009A7A91" w:rsidRDefault="00C82E24" w:rsidP="00DE6D37">
            <w:pPr>
              <w:spacing w:before="40" w:after="40" w:line="220" w:lineRule="atLeast"/>
              <w:ind w:right="113"/>
              <w:jc w:val="right"/>
              <w:rPr>
                <w:sz w:val="18"/>
                <w:szCs w:val="18"/>
              </w:rPr>
            </w:pPr>
            <w:r w:rsidRPr="009A7A91">
              <w:rPr>
                <w:sz w:val="18"/>
                <w:szCs w:val="18"/>
              </w:rPr>
              <w:t>2</w:t>
            </w:r>
          </w:p>
        </w:tc>
        <w:tc>
          <w:tcPr>
            <w:tcW w:w="1473" w:type="dxa"/>
            <w:tcBorders>
              <w:top w:val="single" w:sz="12" w:space="0" w:color="auto"/>
              <w:bottom w:val="single" w:sz="2" w:space="0" w:color="auto"/>
            </w:tcBorders>
            <w:shd w:val="clear" w:color="auto" w:fill="auto"/>
            <w:vAlign w:val="bottom"/>
          </w:tcPr>
          <w:p w14:paraId="45247BD3" w14:textId="77777777" w:rsidR="00C82E24" w:rsidRPr="009A7A91" w:rsidRDefault="00C82E24" w:rsidP="00DE6D37">
            <w:pPr>
              <w:spacing w:before="40" w:after="40" w:line="220" w:lineRule="atLeast"/>
              <w:ind w:right="113"/>
              <w:jc w:val="right"/>
              <w:rPr>
                <w:sz w:val="18"/>
                <w:szCs w:val="18"/>
              </w:rPr>
            </w:pPr>
            <w:r w:rsidRPr="009A7A91">
              <w:rPr>
                <w:sz w:val="18"/>
                <w:szCs w:val="18"/>
              </w:rPr>
              <w:t>60</w:t>
            </w:r>
          </w:p>
        </w:tc>
      </w:tr>
      <w:tr w:rsidR="00C82E24" w:rsidRPr="0062433C" w14:paraId="2183E515" w14:textId="77777777" w:rsidTr="00DE6D37">
        <w:tc>
          <w:tcPr>
            <w:tcW w:w="3364" w:type="dxa"/>
            <w:tcBorders>
              <w:bottom w:val="single" w:sz="12" w:space="0" w:color="auto"/>
            </w:tcBorders>
            <w:shd w:val="clear" w:color="auto" w:fill="auto"/>
          </w:tcPr>
          <w:p w14:paraId="1148C16C" w14:textId="3C6E9A96" w:rsidR="00C82E24" w:rsidRPr="009A7A91" w:rsidRDefault="00C82E24" w:rsidP="00DE6D37">
            <w:pPr>
              <w:spacing w:before="40" w:after="40" w:line="220" w:lineRule="atLeast"/>
              <w:ind w:left="57"/>
              <w:rPr>
                <w:sz w:val="18"/>
                <w:szCs w:val="18"/>
              </w:rPr>
            </w:pPr>
            <w:r w:rsidRPr="009A7A91">
              <w:rPr>
                <w:sz w:val="18"/>
                <w:szCs w:val="18"/>
              </w:rPr>
              <w:t>Feux de stationnement orientés vers l</w:t>
            </w:r>
            <w:r w:rsidR="003D2091">
              <w:rPr>
                <w:sz w:val="18"/>
                <w:szCs w:val="18"/>
              </w:rPr>
              <w:t>’</w:t>
            </w:r>
            <w:r w:rsidRPr="009A7A91">
              <w:rPr>
                <w:sz w:val="18"/>
                <w:szCs w:val="18"/>
              </w:rPr>
              <w:t>arrière</w:t>
            </w:r>
          </w:p>
        </w:tc>
        <w:tc>
          <w:tcPr>
            <w:tcW w:w="1400" w:type="dxa"/>
            <w:tcBorders>
              <w:bottom w:val="single" w:sz="12" w:space="0" w:color="auto"/>
            </w:tcBorders>
            <w:shd w:val="clear" w:color="auto" w:fill="auto"/>
            <w:vAlign w:val="bottom"/>
          </w:tcPr>
          <w:p w14:paraId="2F311152" w14:textId="77777777" w:rsidR="00C82E24" w:rsidRPr="009A7A91" w:rsidRDefault="00C82E24" w:rsidP="00DE6D37">
            <w:pPr>
              <w:spacing w:before="40" w:after="40" w:line="220" w:lineRule="atLeast"/>
              <w:ind w:right="113"/>
              <w:jc w:val="right"/>
              <w:rPr>
                <w:sz w:val="18"/>
                <w:szCs w:val="18"/>
              </w:rPr>
            </w:pPr>
            <w:r w:rsidRPr="009A7A91">
              <w:rPr>
                <w:sz w:val="18"/>
                <w:szCs w:val="18"/>
              </w:rPr>
              <w:t>2</w:t>
            </w:r>
          </w:p>
        </w:tc>
        <w:tc>
          <w:tcPr>
            <w:tcW w:w="1473" w:type="dxa"/>
            <w:tcBorders>
              <w:bottom w:val="single" w:sz="12" w:space="0" w:color="auto"/>
            </w:tcBorders>
            <w:shd w:val="clear" w:color="auto" w:fill="auto"/>
            <w:vAlign w:val="bottom"/>
          </w:tcPr>
          <w:p w14:paraId="08723C67" w14:textId="77777777" w:rsidR="00C82E24" w:rsidRPr="009A7A91" w:rsidRDefault="00C82E24" w:rsidP="00DE6D37">
            <w:pPr>
              <w:spacing w:before="40" w:after="40" w:line="220" w:lineRule="atLeast"/>
              <w:ind w:right="113"/>
              <w:jc w:val="right"/>
              <w:rPr>
                <w:sz w:val="18"/>
                <w:szCs w:val="18"/>
              </w:rPr>
            </w:pPr>
            <w:r w:rsidRPr="009A7A91">
              <w:rPr>
                <w:sz w:val="18"/>
                <w:szCs w:val="18"/>
              </w:rPr>
              <w:t>30</w:t>
            </w:r>
          </w:p>
        </w:tc>
      </w:tr>
    </w:tbl>
    <w:p w14:paraId="5BF809CE" w14:textId="588C6FD5" w:rsidR="00C82E24" w:rsidRPr="0062433C" w:rsidRDefault="00C82E24" w:rsidP="00965443">
      <w:pPr>
        <w:pStyle w:val="SingleTxtG"/>
        <w:tabs>
          <w:tab w:val="clear" w:pos="1701"/>
        </w:tabs>
        <w:spacing w:before="120"/>
        <w:ind w:left="2268" w:hanging="1134"/>
      </w:pPr>
      <w:r>
        <w:t>5.3.2</w:t>
      </w:r>
      <w:r w:rsidRPr="0062433C">
        <w:tab/>
        <w:t>Toutefois, une intensité lumineuse de 60</w:t>
      </w:r>
      <w:r>
        <w:t> </w:t>
      </w:r>
      <w:r w:rsidRPr="0062433C">
        <w:t>cd est admise pour les feux de stationnement orientés vers l</w:t>
      </w:r>
      <w:r w:rsidR="003D2091">
        <w:t>’</w:t>
      </w:r>
      <w:r w:rsidRPr="0062433C">
        <w:t xml:space="preserve">arrière incorporés avec des </w:t>
      </w:r>
      <w:r>
        <w:t>feux stop au</w:t>
      </w:r>
      <w:r>
        <w:noBreakHyphen/>
      </w:r>
      <w:r w:rsidRPr="0062433C">
        <w:t>dessous d</w:t>
      </w:r>
      <w:r w:rsidR="003D2091">
        <w:t>’</w:t>
      </w:r>
      <w:r w:rsidRPr="0062433C">
        <w:t>un plan formant un angle de 5° vers le bas avec le plan horizontal.</w:t>
      </w:r>
    </w:p>
    <w:p w14:paraId="559CFFFF" w14:textId="477CF7A5" w:rsidR="00C82E24" w:rsidRPr="0062433C" w:rsidRDefault="00C82E24" w:rsidP="00965443">
      <w:pPr>
        <w:pStyle w:val="SingleTxtG"/>
        <w:tabs>
          <w:tab w:val="clear" w:pos="1701"/>
        </w:tabs>
        <w:spacing w:before="120"/>
        <w:ind w:left="2268" w:hanging="1134"/>
      </w:pPr>
      <w:r>
        <w:t>5.3.3</w:t>
      </w:r>
      <w:r w:rsidRPr="0062433C">
        <w:tab/>
        <w:t>En dehors de l</w:t>
      </w:r>
      <w:r w:rsidR="003D2091">
        <w:t>’</w:t>
      </w:r>
      <w:r w:rsidRPr="0062433C">
        <w:t>axe de référence et à l</w:t>
      </w:r>
      <w:r w:rsidR="003D2091">
        <w:t>’</w:t>
      </w:r>
      <w:r w:rsidRPr="0062433C">
        <w:t>intérieur des champs angulaires définis dans les schémas de la partie</w:t>
      </w:r>
      <w:r>
        <w:t> </w:t>
      </w:r>
      <w:r w:rsidRPr="0062433C">
        <w:t>A de l</w:t>
      </w:r>
      <w:r w:rsidR="003D2091">
        <w:t>’</w:t>
      </w:r>
      <w:r w:rsidRPr="0062433C">
        <w:t>annexe</w:t>
      </w:r>
      <w:r>
        <w:t> </w:t>
      </w:r>
      <w:r w:rsidRPr="0062433C">
        <w:t>2, l</w:t>
      </w:r>
      <w:r w:rsidR="003D2091">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 xml:space="preserve">e de la lumière </w:t>
      </w:r>
      <w:r>
        <w:t>d</w:t>
      </w:r>
      <w:r w:rsidRPr="0062433C">
        <w:t>u paragraphe</w:t>
      </w:r>
      <w:r>
        <w:t> </w:t>
      </w:r>
      <w:r w:rsidRPr="0062433C">
        <w:t>2 de l</w:t>
      </w:r>
      <w:r w:rsidR="003D2091">
        <w:t>’</w:t>
      </w:r>
      <w:r w:rsidRPr="0062433C">
        <w:t>annexe</w:t>
      </w:r>
      <w:r>
        <w:t> </w:t>
      </w:r>
      <w:r w:rsidRPr="0062433C">
        <w:t>3, ne pas être inférieure au minimum indiqué au paragraphe</w:t>
      </w:r>
      <w:r>
        <w:t> </w:t>
      </w:r>
      <w:r w:rsidRPr="0062433C">
        <w:t xml:space="preserve">5.3.1, multiplié par le pourcentage </w:t>
      </w:r>
      <w:r>
        <w:t>donn</w:t>
      </w:r>
      <w:r w:rsidRPr="0062433C">
        <w:t xml:space="preserve">é dans </w:t>
      </w:r>
      <w:r>
        <w:t>ladite grille pour la direction en </w:t>
      </w:r>
      <w:r w:rsidRPr="0062433C">
        <w:t>question.</w:t>
      </w:r>
    </w:p>
    <w:p w14:paraId="0315C384" w14:textId="4BE1534B" w:rsidR="00C82E24" w:rsidRPr="0062433C" w:rsidRDefault="00C82E24" w:rsidP="00965443">
      <w:pPr>
        <w:pStyle w:val="SingleTxtG"/>
        <w:tabs>
          <w:tab w:val="clear" w:pos="1701"/>
        </w:tabs>
        <w:spacing w:before="120"/>
        <w:ind w:left="2268" w:hanging="1134"/>
      </w:pPr>
      <w:r>
        <w:t>5.3.4</w:t>
      </w:r>
      <w:r w:rsidRPr="0062433C">
        <w:tab/>
        <w:t xml:space="preserve">Dans </w:t>
      </w:r>
      <w:r>
        <w:t>la totalité</w:t>
      </w:r>
      <w:r w:rsidRPr="0062433C">
        <w:t xml:space="preserve"> des champs définis dans les schémas </w:t>
      </w:r>
      <w:r>
        <w:t>figurant dans</w:t>
      </w:r>
      <w:r w:rsidRPr="0062433C">
        <w:t xml:space="preserve"> la </w:t>
      </w:r>
      <w:r>
        <w:t>p</w:t>
      </w:r>
      <w:r w:rsidRPr="0062433C">
        <w:t>artie B de l</w:t>
      </w:r>
      <w:r w:rsidR="003D2091">
        <w:t>’</w:t>
      </w:r>
      <w:r w:rsidRPr="0062433C">
        <w:t>annexe</w:t>
      </w:r>
      <w:r>
        <w:t> </w:t>
      </w:r>
      <w:r w:rsidRPr="0062433C">
        <w:t>2, l</w:t>
      </w:r>
      <w:r w:rsidR="003D2091">
        <w:t>’</w:t>
      </w:r>
      <w:r w:rsidRPr="0062433C">
        <w:t xml:space="preserve">intensité de la lumière émise </w:t>
      </w:r>
      <w:r>
        <w:t xml:space="preserve">ne </w:t>
      </w:r>
      <w:r w:rsidRPr="0062433C">
        <w:t xml:space="preserve">doit </w:t>
      </w:r>
      <w:r>
        <w:t xml:space="preserve">pas </w:t>
      </w:r>
      <w:r w:rsidRPr="0062433C">
        <w:t xml:space="preserve">être </w:t>
      </w:r>
      <w:r>
        <w:t>inférieure à 0,05 </w:t>
      </w:r>
      <w:r w:rsidRPr="0062433C">
        <w:t xml:space="preserve">cd pour les feux de </w:t>
      </w:r>
      <w:r>
        <w:t>stationnement avant et arrière.</w:t>
      </w:r>
    </w:p>
    <w:p w14:paraId="74FA4550" w14:textId="4F3C94CF" w:rsidR="00C82E24" w:rsidRPr="0062433C" w:rsidRDefault="00C82E24" w:rsidP="00965443">
      <w:pPr>
        <w:pStyle w:val="SingleTxtG"/>
        <w:tabs>
          <w:tab w:val="clear" w:pos="1701"/>
        </w:tabs>
        <w:spacing w:before="120"/>
        <w:ind w:left="2268" w:hanging="1134"/>
      </w:pPr>
      <w:r>
        <w:t>5.3.5</w:t>
      </w:r>
      <w:r w:rsidRPr="0062433C">
        <w:tab/>
        <w:t xml:space="preserve">La couleur de la lumière émise doit </w:t>
      </w:r>
      <w:r>
        <w:t>être :</w:t>
      </w:r>
    </w:p>
    <w:p w14:paraId="40420E44" w14:textId="63AA89CC" w:rsidR="00C82E24" w:rsidRPr="0062433C" w:rsidRDefault="00C82E24" w:rsidP="00C82E24">
      <w:pPr>
        <w:pStyle w:val="SingleTxtG"/>
        <w:ind w:left="2835" w:hanging="567"/>
      </w:pPr>
      <w:r w:rsidRPr="0062433C">
        <w:t>a)</w:t>
      </w:r>
      <w:r w:rsidRPr="0062433C">
        <w:tab/>
      </w:r>
      <w:r>
        <w:t>B</w:t>
      </w:r>
      <w:r w:rsidRPr="0062433C">
        <w:t>lanche pour les feux de stationnement orientés vers l</w:t>
      </w:r>
      <w:r w:rsidR="003D2091">
        <w:t>’</w:t>
      </w:r>
      <w:r>
        <w:t>avant ;</w:t>
      </w:r>
    </w:p>
    <w:p w14:paraId="412A2F61" w14:textId="4DC94A95" w:rsidR="00C82E24" w:rsidRPr="0062433C" w:rsidRDefault="00C82E24" w:rsidP="00C82E24">
      <w:pPr>
        <w:pStyle w:val="SingleTxtG"/>
        <w:ind w:left="2835" w:hanging="567"/>
      </w:pPr>
      <w:r w:rsidRPr="0062433C">
        <w:t>b)</w:t>
      </w:r>
      <w:r w:rsidRPr="0062433C">
        <w:tab/>
      </w:r>
      <w:r>
        <w:t>R</w:t>
      </w:r>
      <w:r w:rsidRPr="0062433C">
        <w:t>ouge pour les feux de stationnement orientés vers l</w:t>
      </w:r>
      <w:r w:rsidR="003D2091">
        <w:t>’</w:t>
      </w:r>
      <w:r>
        <w:t>arrière ;</w:t>
      </w:r>
    </w:p>
    <w:p w14:paraId="0A686C91" w14:textId="77777777" w:rsidR="00C82E24" w:rsidRPr="0062433C" w:rsidRDefault="00C82E24" w:rsidP="00C82E24">
      <w:pPr>
        <w:pStyle w:val="SingleTxtG"/>
        <w:ind w:left="2835" w:hanging="567"/>
      </w:pPr>
      <w:r w:rsidRPr="0062433C">
        <w:t>c)</w:t>
      </w:r>
      <w:r w:rsidRPr="0062433C">
        <w:tab/>
      </w:r>
      <w:r>
        <w:t>J</w:t>
      </w:r>
      <w:r w:rsidRPr="0062433C">
        <w:t xml:space="preserve">aune-auto pour les feux de stationnement orientés </w:t>
      </w:r>
      <w:r>
        <w:t>latéralement.</w:t>
      </w:r>
    </w:p>
    <w:p w14:paraId="63199F5C" w14:textId="77777777" w:rsidR="00C82E24" w:rsidRPr="0062433C" w:rsidRDefault="00C82E24" w:rsidP="00965443">
      <w:pPr>
        <w:pStyle w:val="SingleTxtG"/>
        <w:tabs>
          <w:tab w:val="clear" w:pos="1701"/>
        </w:tabs>
        <w:spacing w:before="120"/>
        <w:ind w:left="2268" w:hanging="1134"/>
      </w:pPr>
      <w:r>
        <w:t>5.4</w:t>
      </w:r>
      <w:r w:rsidRPr="0062433C">
        <w:tab/>
        <w:t>Prescriptions techniques concernant les feux</w:t>
      </w:r>
      <w:r>
        <w:t xml:space="preserve"> de circulation diurne (symbole </w:t>
      </w:r>
      <w:r w:rsidRPr="0062433C">
        <w:t>RL)</w:t>
      </w:r>
    </w:p>
    <w:p w14:paraId="69037E76" w14:textId="3C56D2A9" w:rsidR="00C82E24" w:rsidRPr="0062433C" w:rsidRDefault="00C82E24" w:rsidP="00965443">
      <w:pPr>
        <w:pStyle w:val="SingleTxtG"/>
        <w:tabs>
          <w:tab w:val="clear" w:pos="1701"/>
        </w:tabs>
        <w:spacing w:before="120"/>
        <w:ind w:left="2268" w:hanging="1134"/>
      </w:pPr>
      <w:r>
        <w:t>5.4.1</w:t>
      </w:r>
      <w:r w:rsidRPr="0062433C">
        <w:tab/>
        <w:t>La lumière émise par chacun des deux feux fournis doit satisfaire aux prescriptions du tableau</w:t>
      </w:r>
      <w:r>
        <w:t> </w:t>
      </w:r>
      <w:r w:rsidRPr="0062433C">
        <w:t>6.</w:t>
      </w:r>
    </w:p>
    <w:p w14:paraId="4617603D" w14:textId="77777777" w:rsidR="00C82E24" w:rsidRDefault="00C82E24" w:rsidP="00C82E24">
      <w:pPr>
        <w:pStyle w:val="H23G"/>
        <w:ind w:left="2268" w:firstLine="0"/>
      </w:pPr>
      <w:r w:rsidRPr="002426FE">
        <w:rPr>
          <w:b w:val="0"/>
        </w:rPr>
        <w:t xml:space="preserve">Tableau 6 </w:t>
      </w:r>
      <w:r w:rsidRPr="002426FE">
        <w:rPr>
          <w:b w:val="0"/>
        </w:rPr>
        <w:br/>
      </w:r>
      <w:r w:rsidRPr="00A80F8A">
        <w:t>Intensité lumineuse des feux de circulation diurne</w:t>
      </w:r>
    </w:p>
    <w:tbl>
      <w:tblPr>
        <w:tblW w:w="6235"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123"/>
        <w:gridCol w:w="1559"/>
        <w:gridCol w:w="1553"/>
      </w:tblGrid>
      <w:tr w:rsidR="00C82E24" w:rsidRPr="0062433C" w14:paraId="722B3FCF" w14:textId="77777777" w:rsidTr="00DE6D37">
        <w:trPr>
          <w:trHeight w:val="357"/>
          <w:tblHeader/>
        </w:trPr>
        <w:tc>
          <w:tcPr>
            <w:tcW w:w="3123" w:type="dxa"/>
            <w:tcBorders>
              <w:bottom w:val="single" w:sz="12" w:space="0" w:color="auto"/>
            </w:tcBorders>
            <w:shd w:val="clear" w:color="auto" w:fill="auto"/>
            <w:vAlign w:val="bottom"/>
          </w:tcPr>
          <w:p w14:paraId="09D3E92B" w14:textId="77777777" w:rsidR="00C82E24" w:rsidRPr="0062433C" w:rsidRDefault="00C82E24" w:rsidP="00DE6D37">
            <w:pPr>
              <w:spacing w:before="80" w:after="80" w:line="200" w:lineRule="exact"/>
              <w:ind w:right="113"/>
              <w:jc w:val="right"/>
              <w:rPr>
                <w:i/>
              </w:rPr>
            </w:pPr>
          </w:p>
        </w:tc>
        <w:tc>
          <w:tcPr>
            <w:tcW w:w="1559" w:type="dxa"/>
            <w:tcBorders>
              <w:bottom w:val="single" w:sz="12" w:space="0" w:color="auto"/>
            </w:tcBorders>
            <w:shd w:val="clear" w:color="auto" w:fill="auto"/>
            <w:vAlign w:val="bottom"/>
          </w:tcPr>
          <w:p w14:paraId="21A4C468" w14:textId="77777777" w:rsidR="00C82E24" w:rsidRPr="006778A3" w:rsidRDefault="00C82E24" w:rsidP="00DE6D37">
            <w:pPr>
              <w:spacing w:before="80" w:after="80" w:line="200" w:lineRule="exact"/>
              <w:ind w:right="113"/>
              <w:jc w:val="right"/>
              <w:rPr>
                <w:i/>
                <w:sz w:val="16"/>
                <w:szCs w:val="16"/>
              </w:rPr>
            </w:pPr>
            <w:r w:rsidRPr="006778A3">
              <w:rPr>
                <w:i/>
                <w:iCs/>
                <w:sz w:val="16"/>
                <w:szCs w:val="16"/>
              </w:rPr>
              <w:t xml:space="preserve">Intensité </w:t>
            </w:r>
            <w:r>
              <w:rPr>
                <w:i/>
                <w:iCs/>
                <w:sz w:val="16"/>
                <w:szCs w:val="16"/>
              </w:rPr>
              <w:br/>
            </w:r>
            <w:r w:rsidRPr="006778A3">
              <w:rPr>
                <w:i/>
                <w:iCs/>
                <w:sz w:val="16"/>
                <w:szCs w:val="16"/>
              </w:rPr>
              <w:t xml:space="preserve">lumineuse </w:t>
            </w:r>
            <w:r>
              <w:rPr>
                <w:i/>
                <w:iCs/>
                <w:sz w:val="16"/>
                <w:szCs w:val="16"/>
              </w:rPr>
              <w:br/>
            </w:r>
            <w:r w:rsidRPr="006778A3">
              <w:rPr>
                <w:i/>
                <w:iCs/>
                <w:sz w:val="16"/>
                <w:szCs w:val="16"/>
              </w:rPr>
              <w:t>minimale en HV (valeurs en cd)</w:t>
            </w:r>
          </w:p>
        </w:tc>
        <w:tc>
          <w:tcPr>
            <w:tcW w:w="1553" w:type="dxa"/>
            <w:tcBorders>
              <w:bottom w:val="single" w:sz="12" w:space="0" w:color="auto"/>
            </w:tcBorders>
            <w:shd w:val="clear" w:color="auto" w:fill="auto"/>
            <w:vAlign w:val="bottom"/>
          </w:tcPr>
          <w:p w14:paraId="490F7C95" w14:textId="77777777" w:rsidR="00C82E24" w:rsidRPr="006778A3" w:rsidRDefault="00C82E24" w:rsidP="00DE6D37">
            <w:pPr>
              <w:spacing w:before="80" w:after="80" w:line="200" w:lineRule="exact"/>
              <w:ind w:right="113"/>
              <w:jc w:val="right"/>
              <w:rPr>
                <w:i/>
                <w:sz w:val="16"/>
                <w:szCs w:val="16"/>
              </w:rPr>
            </w:pPr>
            <w:r w:rsidRPr="006778A3">
              <w:rPr>
                <w:i/>
                <w:iCs/>
                <w:sz w:val="16"/>
                <w:szCs w:val="16"/>
              </w:rPr>
              <w:t>Intensité lumineuse maxi</w:t>
            </w:r>
            <w:r>
              <w:rPr>
                <w:i/>
                <w:iCs/>
                <w:sz w:val="16"/>
                <w:szCs w:val="16"/>
              </w:rPr>
              <w:t xml:space="preserve">male dans </w:t>
            </w:r>
            <w:r>
              <w:rPr>
                <w:i/>
                <w:iCs/>
                <w:sz w:val="16"/>
                <w:szCs w:val="16"/>
              </w:rPr>
              <w:br/>
              <w:t>toutes les directions</w:t>
            </w:r>
            <w:r>
              <w:rPr>
                <w:i/>
                <w:iCs/>
                <w:sz w:val="16"/>
                <w:szCs w:val="16"/>
              </w:rPr>
              <w:br/>
            </w:r>
            <w:r w:rsidRPr="006778A3">
              <w:rPr>
                <w:i/>
                <w:iCs/>
                <w:sz w:val="16"/>
                <w:szCs w:val="16"/>
              </w:rPr>
              <w:t>(valeurs en cd)</w:t>
            </w:r>
            <w:r w:rsidRPr="006778A3">
              <w:rPr>
                <w:sz w:val="16"/>
                <w:szCs w:val="16"/>
              </w:rPr>
              <w:t xml:space="preserve"> </w:t>
            </w:r>
          </w:p>
        </w:tc>
      </w:tr>
      <w:tr w:rsidR="00C82E24" w:rsidRPr="0062433C" w14:paraId="39F31751" w14:textId="77777777" w:rsidTr="00DE6D37">
        <w:trPr>
          <w:trHeight w:val="48"/>
        </w:trPr>
        <w:tc>
          <w:tcPr>
            <w:tcW w:w="3123" w:type="dxa"/>
            <w:tcBorders>
              <w:top w:val="single" w:sz="12" w:space="0" w:color="auto"/>
              <w:bottom w:val="single" w:sz="12" w:space="0" w:color="auto"/>
            </w:tcBorders>
            <w:shd w:val="clear" w:color="auto" w:fill="auto"/>
          </w:tcPr>
          <w:p w14:paraId="003BE6AF" w14:textId="77777777" w:rsidR="00C82E24" w:rsidRPr="00227548" w:rsidRDefault="00C82E24" w:rsidP="00DE6D37">
            <w:pPr>
              <w:spacing w:before="40" w:after="40" w:line="220" w:lineRule="atLeast"/>
              <w:ind w:left="57"/>
              <w:rPr>
                <w:sz w:val="18"/>
                <w:szCs w:val="18"/>
              </w:rPr>
            </w:pPr>
            <w:r w:rsidRPr="00227548">
              <w:rPr>
                <w:sz w:val="18"/>
                <w:szCs w:val="18"/>
              </w:rPr>
              <w:t>Feux de circulation diurne</w:t>
            </w:r>
          </w:p>
        </w:tc>
        <w:tc>
          <w:tcPr>
            <w:tcW w:w="1559" w:type="dxa"/>
            <w:tcBorders>
              <w:top w:val="single" w:sz="12" w:space="0" w:color="auto"/>
              <w:bottom w:val="single" w:sz="12" w:space="0" w:color="auto"/>
            </w:tcBorders>
            <w:shd w:val="clear" w:color="auto" w:fill="auto"/>
            <w:vAlign w:val="bottom"/>
          </w:tcPr>
          <w:p w14:paraId="150D6C11" w14:textId="77777777" w:rsidR="00C82E24" w:rsidRPr="00227548" w:rsidRDefault="00C82E24" w:rsidP="00DE6D37">
            <w:pPr>
              <w:spacing w:before="40" w:after="40" w:line="220" w:lineRule="atLeast"/>
              <w:ind w:right="113"/>
              <w:jc w:val="right"/>
              <w:rPr>
                <w:sz w:val="18"/>
                <w:szCs w:val="18"/>
              </w:rPr>
            </w:pPr>
            <w:r w:rsidRPr="00227548">
              <w:rPr>
                <w:sz w:val="18"/>
                <w:szCs w:val="18"/>
              </w:rPr>
              <w:t>400</w:t>
            </w:r>
          </w:p>
        </w:tc>
        <w:tc>
          <w:tcPr>
            <w:tcW w:w="1553" w:type="dxa"/>
            <w:tcBorders>
              <w:top w:val="single" w:sz="12" w:space="0" w:color="auto"/>
              <w:bottom w:val="single" w:sz="12" w:space="0" w:color="auto"/>
            </w:tcBorders>
            <w:shd w:val="clear" w:color="auto" w:fill="auto"/>
            <w:vAlign w:val="bottom"/>
          </w:tcPr>
          <w:p w14:paraId="3EF78D43" w14:textId="77777777" w:rsidR="00C82E24" w:rsidRPr="00227548" w:rsidRDefault="00C82E24" w:rsidP="00DE6D37">
            <w:pPr>
              <w:spacing w:before="40" w:after="40" w:line="220" w:lineRule="atLeast"/>
              <w:ind w:right="113"/>
              <w:jc w:val="right"/>
              <w:rPr>
                <w:sz w:val="18"/>
                <w:szCs w:val="18"/>
              </w:rPr>
            </w:pPr>
            <w:r w:rsidRPr="00227548">
              <w:rPr>
                <w:sz w:val="18"/>
                <w:szCs w:val="18"/>
              </w:rPr>
              <w:t>1</w:t>
            </w:r>
            <w:r>
              <w:rPr>
                <w:sz w:val="18"/>
                <w:szCs w:val="18"/>
              </w:rPr>
              <w:t> </w:t>
            </w:r>
            <w:r w:rsidRPr="00227548">
              <w:rPr>
                <w:sz w:val="18"/>
                <w:szCs w:val="18"/>
              </w:rPr>
              <w:t>200</w:t>
            </w:r>
          </w:p>
        </w:tc>
      </w:tr>
    </w:tbl>
    <w:p w14:paraId="3DD25186" w14:textId="37F47480" w:rsidR="00C82E24" w:rsidRPr="0062433C" w:rsidRDefault="00C82E24" w:rsidP="00965443">
      <w:pPr>
        <w:pStyle w:val="SingleTxtG"/>
        <w:tabs>
          <w:tab w:val="clear" w:pos="1701"/>
        </w:tabs>
        <w:spacing w:before="120"/>
        <w:ind w:left="2268" w:hanging="1134"/>
      </w:pPr>
      <w:r>
        <w:t>5.4.2</w:t>
      </w:r>
      <w:r w:rsidRPr="0062433C">
        <w:tab/>
        <w:t>En dehors de l</w:t>
      </w:r>
      <w:r w:rsidR="003D2091">
        <w:t>’</w:t>
      </w:r>
      <w:r w:rsidRPr="0062433C">
        <w:t>axe de référence, l</w:t>
      </w:r>
      <w:r w:rsidR="003D2091">
        <w:t>’</w:t>
      </w:r>
      <w:r w:rsidRPr="0062433C">
        <w:t xml:space="preserve">intensité de la lumière émise par chaque feu doit, dans chaque direction correspondant aux points </w:t>
      </w:r>
      <w:r>
        <w:t xml:space="preserve">de la grille </w:t>
      </w:r>
      <w:r w:rsidRPr="0062433C">
        <w:t xml:space="preserve">de </w:t>
      </w:r>
      <w:r>
        <w:t>répartition</w:t>
      </w:r>
      <w:r w:rsidRPr="0062433C">
        <w:t xml:space="preserve"> normal</w:t>
      </w:r>
      <w:r>
        <w:t>isé</w:t>
      </w:r>
      <w:r w:rsidRPr="0062433C">
        <w:t xml:space="preserve">e de la lumière </w:t>
      </w:r>
      <w:r>
        <w:t>d</w:t>
      </w:r>
      <w:r w:rsidRPr="0062433C">
        <w:t>u paragraphe</w:t>
      </w:r>
      <w:r>
        <w:t> </w:t>
      </w:r>
      <w:r w:rsidRPr="0062433C">
        <w:t>2 de l</w:t>
      </w:r>
      <w:r w:rsidR="003D2091">
        <w:t>’</w:t>
      </w:r>
      <w:r w:rsidRPr="0062433C">
        <w:t>annexe</w:t>
      </w:r>
      <w:r>
        <w:t> </w:t>
      </w:r>
      <w:r w:rsidRPr="0062433C">
        <w:t>3, ne pas être inférieure au minimum indiqué au paragraphe</w:t>
      </w:r>
      <w:r>
        <w:t> </w:t>
      </w:r>
      <w:r w:rsidRPr="0062433C">
        <w:t xml:space="preserve">5.4.1, multiplié par le pourcentage </w:t>
      </w:r>
      <w:r>
        <w:t>donn</w:t>
      </w:r>
      <w:r w:rsidRPr="0062433C">
        <w:t xml:space="preserve">é dans </w:t>
      </w:r>
      <w:r>
        <w:t>ladite grille</w:t>
      </w:r>
      <w:r w:rsidRPr="0062433C">
        <w:t xml:space="preserve"> pour la direction en question.</w:t>
      </w:r>
    </w:p>
    <w:p w14:paraId="488E4604" w14:textId="02403355" w:rsidR="00C82E24" w:rsidRPr="006778A3" w:rsidRDefault="00C82E24" w:rsidP="00965443">
      <w:pPr>
        <w:pStyle w:val="SingleTxtG"/>
        <w:tabs>
          <w:tab w:val="clear" w:pos="1701"/>
        </w:tabs>
        <w:spacing w:before="120"/>
        <w:ind w:left="2268" w:hanging="1134"/>
      </w:pPr>
      <w:r>
        <w:t>5.4.3</w:t>
      </w:r>
      <w:r w:rsidRPr="0062433C">
        <w:tab/>
        <w:t xml:space="preserve">En outre, </w:t>
      </w:r>
      <w:r>
        <w:t>dans la totalité du</w:t>
      </w:r>
      <w:r w:rsidRPr="0062433C">
        <w:t xml:space="preserve"> champ défini dans les schémas de la </w:t>
      </w:r>
      <w:r>
        <w:t>p</w:t>
      </w:r>
      <w:r w:rsidRPr="0062433C">
        <w:t>artie</w:t>
      </w:r>
      <w:r>
        <w:t> </w:t>
      </w:r>
      <w:r w:rsidRPr="0062433C">
        <w:t>A de l</w:t>
      </w:r>
      <w:r w:rsidR="003D2091">
        <w:t>’</w:t>
      </w:r>
      <w:r w:rsidRPr="0062433C">
        <w:t>annexe</w:t>
      </w:r>
      <w:r>
        <w:t> </w:t>
      </w:r>
      <w:r w:rsidRPr="0062433C">
        <w:t>2, l</w:t>
      </w:r>
      <w:r w:rsidR="003D2091">
        <w:t>’</w:t>
      </w:r>
      <w:r w:rsidRPr="0062433C">
        <w:t>intensité de la lumière émise doit être au moins égale à 1,0</w:t>
      </w:r>
      <w:r>
        <w:t> </w:t>
      </w:r>
      <w:r w:rsidRPr="0062433C">
        <w:t>cd.</w:t>
      </w:r>
    </w:p>
    <w:p w14:paraId="1520D41C" w14:textId="6F63829D" w:rsidR="00C82E24" w:rsidRPr="006778A3" w:rsidRDefault="00C82E24" w:rsidP="00965443">
      <w:pPr>
        <w:pStyle w:val="SingleTxtG"/>
        <w:tabs>
          <w:tab w:val="clear" w:pos="1701"/>
        </w:tabs>
        <w:spacing w:before="120"/>
        <w:ind w:left="2268" w:hanging="1134"/>
      </w:pPr>
      <w:r>
        <w:t>5.4.4</w:t>
      </w:r>
      <w:r w:rsidRPr="0062433C">
        <w:tab/>
        <w:t>Défaillance d</w:t>
      </w:r>
      <w:r w:rsidR="003D2091">
        <w:t>’</w:t>
      </w:r>
      <w:r w:rsidRPr="0062433C">
        <w:t>une source lumineuse</w:t>
      </w:r>
    </w:p>
    <w:p w14:paraId="2775E2AE" w14:textId="505344A6" w:rsidR="00C82E24" w:rsidRPr="006778A3" w:rsidRDefault="00C82E24" w:rsidP="00965443">
      <w:pPr>
        <w:pStyle w:val="SingleTxtG"/>
        <w:tabs>
          <w:tab w:val="clear" w:pos="1701"/>
        </w:tabs>
        <w:spacing w:before="120"/>
        <w:ind w:left="2268" w:hanging="1134"/>
      </w:pPr>
      <w:r>
        <w:t>5.4.4.1</w:t>
      </w:r>
      <w:r w:rsidRPr="0062433C">
        <w:tab/>
        <w:t>Lorsqu</w:t>
      </w:r>
      <w:r w:rsidR="003D2091">
        <w:t>’</w:t>
      </w:r>
      <w:r w:rsidRPr="0062433C">
        <w:t>un feu de circulation diurne comporte plusieurs sources lumineuses, il doit satisfaire à la valeur minimale d</w:t>
      </w:r>
      <w:r w:rsidR="003D2091">
        <w:t>’</w:t>
      </w:r>
      <w:r w:rsidRPr="0062433C">
        <w:t>intensité requise et l</w:t>
      </w:r>
      <w:r w:rsidR="003D2091">
        <w:t>’</w:t>
      </w:r>
      <w:r w:rsidRPr="0062433C">
        <w:t>intensité maximale ne doit pas être dépassée lorsque toutes les sources lumineuses sont activées.</w:t>
      </w:r>
    </w:p>
    <w:p w14:paraId="70860300" w14:textId="4C2EA726" w:rsidR="00C82E24" w:rsidRPr="0062433C" w:rsidRDefault="00C82E24" w:rsidP="00450041">
      <w:pPr>
        <w:pStyle w:val="SingleTxtG"/>
        <w:keepNext/>
        <w:tabs>
          <w:tab w:val="clear" w:pos="1701"/>
        </w:tabs>
        <w:spacing w:before="120"/>
        <w:ind w:left="2268" w:hanging="1134"/>
        <w:rPr>
          <w:iCs/>
        </w:rPr>
      </w:pPr>
      <w:r>
        <w:lastRenderedPageBreak/>
        <w:t>5.4.4.2</w:t>
      </w:r>
      <w:r w:rsidRPr="0062433C">
        <w:tab/>
        <w:t>En cas de défaillance de l</w:t>
      </w:r>
      <w:r w:rsidR="003D2091">
        <w:t>’</w:t>
      </w:r>
      <w:r w:rsidRPr="0062433C">
        <w:t>une quelconque des sources lumineuses équipant un feu simple comportant plusieurs sources lumineuses, l</w:t>
      </w:r>
      <w:r w:rsidR="003D2091">
        <w:t>’</w:t>
      </w:r>
      <w:r w:rsidRPr="0062433C">
        <w:t>une des dispositions ci-après s</w:t>
      </w:r>
      <w:r w:rsidR="003D2091">
        <w:t>’</w:t>
      </w:r>
      <w:r w:rsidRPr="0062433C">
        <w:t>applique</w:t>
      </w:r>
      <w:r>
        <w:t> </w:t>
      </w:r>
      <w:r w:rsidRPr="0062433C">
        <w:t>:</w:t>
      </w:r>
    </w:p>
    <w:p w14:paraId="602E1660" w14:textId="50676310" w:rsidR="00C82E24" w:rsidRPr="0062433C" w:rsidRDefault="00C82E24" w:rsidP="00450041">
      <w:pPr>
        <w:pStyle w:val="SingleTxtG"/>
        <w:keepNext/>
        <w:ind w:left="2835" w:hanging="567"/>
        <w:rPr>
          <w:iCs/>
        </w:rPr>
      </w:pPr>
      <w:r w:rsidRPr="0062433C">
        <w:t>a)</w:t>
      </w:r>
      <w:r w:rsidRPr="0062433C">
        <w:tab/>
        <w:t>L</w:t>
      </w:r>
      <w:r w:rsidR="003D2091">
        <w:t>’</w:t>
      </w:r>
      <w:r w:rsidRPr="0062433C">
        <w:t xml:space="preserve">intensité lumineuse mesurée aux points de </w:t>
      </w:r>
      <w:r>
        <w:t>répartition</w:t>
      </w:r>
      <w:r w:rsidRPr="0062433C">
        <w:t xml:space="preserve"> normal</w:t>
      </w:r>
      <w:r>
        <w:t>isé</w:t>
      </w:r>
      <w:r w:rsidRPr="0062433C">
        <w:t>e de la l</w:t>
      </w:r>
      <w:r>
        <w:t>umière définis au paragraphe 2.2</w:t>
      </w:r>
      <w:r w:rsidRPr="0062433C">
        <w:t xml:space="preserve"> de l</w:t>
      </w:r>
      <w:r w:rsidR="003D2091">
        <w:t>’</w:t>
      </w:r>
      <w:r w:rsidRPr="0062433C">
        <w:t>annexe</w:t>
      </w:r>
      <w:r>
        <w:t> </w:t>
      </w:r>
      <w:r w:rsidRPr="0062433C">
        <w:t>3 doit équivaloir à au moins 80</w:t>
      </w:r>
      <w:r>
        <w:t> </w:t>
      </w:r>
      <w:r w:rsidRPr="0062433C">
        <w:t>% de la valeur minimale d</w:t>
      </w:r>
      <w:r w:rsidR="003D2091">
        <w:t>’</w:t>
      </w:r>
      <w:r w:rsidRPr="0062433C">
        <w:t>intensité requise</w:t>
      </w:r>
      <w:r>
        <w:t> </w:t>
      </w:r>
      <w:r w:rsidRPr="0062433C">
        <w:t>; ou</w:t>
      </w:r>
    </w:p>
    <w:p w14:paraId="631D58FC" w14:textId="75F22ACC" w:rsidR="00C82E24" w:rsidRPr="0062433C" w:rsidRDefault="00C82E24" w:rsidP="00C82E24">
      <w:pPr>
        <w:pStyle w:val="SingleTxtG"/>
        <w:ind w:left="2835" w:hanging="567"/>
        <w:rPr>
          <w:iCs/>
        </w:rPr>
      </w:pPr>
      <w:r w:rsidRPr="0062433C">
        <w:t>b)</w:t>
      </w:r>
      <w:r w:rsidRPr="0062433C">
        <w:tab/>
        <w:t>L</w:t>
      </w:r>
      <w:r w:rsidR="003D2091">
        <w:t>’</w:t>
      </w:r>
      <w:r w:rsidRPr="0062433C">
        <w:t>intensité lumineuse mesurée sur l</w:t>
      </w:r>
      <w:r w:rsidR="003D2091">
        <w:t>’</w:t>
      </w:r>
      <w:r w:rsidRPr="0062433C">
        <w:t>axe de référence doit équivaloir à au moins 50</w:t>
      </w:r>
      <w:r>
        <w:t> </w:t>
      </w:r>
      <w:r w:rsidRPr="0062433C">
        <w:t>% de la valeur minimale d</w:t>
      </w:r>
      <w:r w:rsidR="003D2091">
        <w:t>’</w:t>
      </w:r>
      <w:r w:rsidRPr="0062433C">
        <w:t>intensité requise, à condition que la fiche de communication contienne une note précisant que le feu en question ne peut être utilisé que sur un véhicule équipé d</w:t>
      </w:r>
      <w:r w:rsidR="003D2091">
        <w:t>’</w:t>
      </w:r>
      <w:r w:rsidRPr="0062433C">
        <w:t>un témoin de fonctionnement.</w:t>
      </w:r>
    </w:p>
    <w:p w14:paraId="77EB9BE7" w14:textId="77777777" w:rsidR="00C82E24" w:rsidRPr="0062433C" w:rsidRDefault="00C82E24" w:rsidP="00965443">
      <w:pPr>
        <w:pStyle w:val="SingleTxtG"/>
        <w:tabs>
          <w:tab w:val="clear" w:pos="1701"/>
        </w:tabs>
        <w:spacing w:before="120"/>
        <w:ind w:left="2268" w:hanging="1134"/>
      </w:pPr>
      <w:r>
        <w:t>5.4.5</w:t>
      </w:r>
      <w:r w:rsidRPr="0062433C">
        <w:tab/>
        <w:t>La couleur de la lumière émise doit être blanche.</w:t>
      </w:r>
    </w:p>
    <w:p w14:paraId="24C8DD63" w14:textId="2981E38D" w:rsidR="00C82E24" w:rsidRPr="006778A3" w:rsidRDefault="00C82E24" w:rsidP="00965443">
      <w:pPr>
        <w:pStyle w:val="SingleTxtG"/>
        <w:tabs>
          <w:tab w:val="clear" w:pos="1701"/>
        </w:tabs>
        <w:spacing w:before="120"/>
        <w:ind w:left="2268" w:hanging="1134"/>
      </w:pPr>
      <w:r>
        <w:t>5.4.6</w:t>
      </w:r>
      <w:r w:rsidRPr="0062433C">
        <w:tab/>
        <w:t>La superficie de la surface apparente dans la direction de l</w:t>
      </w:r>
      <w:r w:rsidR="003D2091">
        <w:t>’</w:t>
      </w:r>
      <w:r w:rsidRPr="0062433C">
        <w:t>axe de référence du feu de circulation diurne doit être comprise entre 25</w:t>
      </w:r>
      <w:r>
        <w:t> </w:t>
      </w:r>
      <w:r w:rsidRPr="0062433C">
        <w:t>cm</w:t>
      </w:r>
      <w:r w:rsidRPr="006778A3">
        <w:rPr>
          <w:vertAlign w:val="superscript"/>
        </w:rPr>
        <w:t>2</w:t>
      </w:r>
      <w:r w:rsidRPr="0062433C">
        <w:t xml:space="preserve"> et 200</w:t>
      </w:r>
      <w:r>
        <w:t> </w:t>
      </w:r>
      <w:r w:rsidRPr="0062433C">
        <w:t>cm</w:t>
      </w:r>
      <w:r w:rsidRPr="006778A3">
        <w:rPr>
          <w:vertAlign w:val="superscript"/>
        </w:rPr>
        <w:t>2</w:t>
      </w:r>
      <w:r w:rsidRPr="0062433C">
        <w:t>.</w:t>
      </w:r>
    </w:p>
    <w:p w14:paraId="48E1EB2B" w14:textId="11533E36" w:rsidR="00C82E24" w:rsidRPr="006778A3" w:rsidRDefault="00C82E24" w:rsidP="00965443">
      <w:pPr>
        <w:pStyle w:val="SingleTxtG"/>
        <w:tabs>
          <w:tab w:val="clear" w:pos="1701"/>
        </w:tabs>
        <w:spacing w:before="120"/>
        <w:ind w:left="2268" w:hanging="1134"/>
      </w:pPr>
      <w:r>
        <w:t>5.4.7</w:t>
      </w:r>
      <w:r w:rsidRPr="0062433C">
        <w:tab/>
        <w:t>Le feu de circulation diurne doit être soumis à l</w:t>
      </w:r>
      <w:r w:rsidR="003D2091">
        <w:t>’</w:t>
      </w:r>
      <w:r w:rsidRPr="0062433C">
        <w:t>essai de résistance à la chaleur décrit à l</w:t>
      </w:r>
      <w:r w:rsidR="003D2091">
        <w:t>’</w:t>
      </w:r>
      <w:r w:rsidRPr="0062433C">
        <w:t>annexe</w:t>
      </w:r>
      <w:r>
        <w:t> </w:t>
      </w:r>
      <w:r w:rsidRPr="0062433C">
        <w:t>6.</w:t>
      </w:r>
    </w:p>
    <w:p w14:paraId="1E07A00C" w14:textId="7278FD0C" w:rsidR="00C82E24" w:rsidRPr="0062433C" w:rsidRDefault="00C82E24" w:rsidP="00965443">
      <w:pPr>
        <w:pStyle w:val="SingleTxtG"/>
        <w:tabs>
          <w:tab w:val="clear" w:pos="1701"/>
        </w:tabs>
        <w:spacing w:before="120"/>
        <w:ind w:left="2268" w:hanging="1134"/>
      </w:pPr>
      <w:r w:rsidRPr="0062433C">
        <w:t>5.5</w:t>
      </w:r>
      <w:r w:rsidRPr="0062433C">
        <w:tab/>
        <w:t xml:space="preserve">Prescriptions techniques concernant les </w:t>
      </w:r>
      <w:r>
        <w:t>feux stop</w:t>
      </w:r>
      <w:r w:rsidRPr="0062433C">
        <w:t xml:space="preserve"> (symboles S1, S2, S3, S4</w:t>
      </w:r>
      <w:r>
        <w:t xml:space="preserve"> et </w:t>
      </w:r>
      <w:r w:rsidRPr="0062433C">
        <w:t>MS)</w:t>
      </w:r>
    </w:p>
    <w:p w14:paraId="2593B484" w14:textId="77777777" w:rsidR="00C82E24" w:rsidRPr="0062433C" w:rsidRDefault="00C82E24" w:rsidP="00965443">
      <w:pPr>
        <w:pStyle w:val="SingleTxtG"/>
        <w:tabs>
          <w:tab w:val="clear" w:pos="1701"/>
        </w:tabs>
        <w:spacing w:before="120"/>
        <w:ind w:left="2268" w:hanging="1134"/>
      </w:pPr>
      <w:r>
        <w:t>5.5.1</w:t>
      </w:r>
      <w:r w:rsidRPr="0062433C">
        <w:tab/>
        <w:t>La lumière émise par chacun des deux feux fournis doit satisfaire aux prescrip</w:t>
      </w:r>
      <w:r>
        <w:t>tions du tableau </w:t>
      </w:r>
      <w:r w:rsidRPr="0062433C">
        <w:t>7.</w:t>
      </w:r>
    </w:p>
    <w:p w14:paraId="2E8102B9" w14:textId="77777777" w:rsidR="00C82E24" w:rsidRDefault="00C82E24" w:rsidP="00C82E24">
      <w:pPr>
        <w:pStyle w:val="H23G"/>
        <w:ind w:left="2268" w:firstLine="0"/>
      </w:pPr>
      <w:r w:rsidRPr="007F199C">
        <w:rPr>
          <w:b w:val="0"/>
        </w:rPr>
        <w:t>Tableau 7</w:t>
      </w:r>
      <w:r>
        <w:t xml:space="preserve"> </w:t>
      </w:r>
      <w:r>
        <w:br/>
      </w:r>
      <w:r w:rsidRPr="00294782">
        <w:t>Intensité lumineuse des feux stop</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976"/>
        <w:gridCol w:w="1262"/>
        <w:gridCol w:w="1402"/>
        <w:gridCol w:w="1597"/>
      </w:tblGrid>
      <w:tr w:rsidR="00C82E24" w:rsidRPr="0062433C" w14:paraId="181C384D" w14:textId="77777777" w:rsidTr="00DE6D37">
        <w:trPr>
          <w:trHeight w:val="320"/>
          <w:tblHeader/>
        </w:trPr>
        <w:tc>
          <w:tcPr>
            <w:tcW w:w="1976" w:type="dxa"/>
            <w:vMerge w:val="restart"/>
            <w:shd w:val="clear" w:color="auto" w:fill="auto"/>
            <w:vAlign w:val="bottom"/>
          </w:tcPr>
          <w:p w14:paraId="265233B9" w14:textId="77777777" w:rsidR="00C82E24" w:rsidRPr="006778A3" w:rsidRDefault="00C82E24" w:rsidP="00DE6D37">
            <w:pPr>
              <w:spacing w:before="80" w:after="80" w:line="200" w:lineRule="exact"/>
              <w:ind w:left="57"/>
              <w:rPr>
                <w:i/>
                <w:sz w:val="16"/>
                <w:szCs w:val="16"/>
              </w:rPr>
            </w:pPr>
            <w:r>
              <w:rPr>
                <w:i/>
                <w:iCs/>
                <w:sz w:val="16"/>
                <w:szCs w:val="16"/>
              </w:rPr>
              <w:t>Feu stop</w:t>
            </w:r>
            <w:r w:rsidRPr="006778A3">
              <w:rPr>
                <w:i/>
                <w:iCs/>
                <w:sz w:val="16"/>
                <w:szCs w:val="16"/>
              </w:rPr>
              <w:t xml:space="preserve"> de la catégorie</w:t>
            </w:r>
          </w:p>
        </w:tc>
        <w:tc>
          <w:tcPr>
            <w:tcW w:w="1262" w:type="dxa"/>
            <w:vMerge w:val="restart"/>
            <w:shd w:val="clear" w:color="auto" w:fill="auto"/>
            <w:vAlign w:val="bottom"/>
          </w:tcPr>
          <w:p w14:paraId="3A9702BE" w14:textId="77777777" w:rsidR="00C82E24" w:rsidRPr="006778A3" w:rsidRDefault="00C82E24" w:rsidP="00DE6D37">
            <w:pPr>
              <w:spacing w:before="80" w:after="80" w:line="200" w:lineRule="exact"/>
              <w:ind w:right="113"/>
              <w:jc w:val="right"/>
              <w:rPr>
                <w:i/>
                <w:sz w:val="16"/>
                <w:szCs w:val="16"/>
              </w:rPr>
            </w:pPr>
            <w:r w:rsidRPr="006778A3">
              <w:rPr>
                <w:i/>
                <w:iCs/>
                <w:sz w:val="16"/>
                <w:szCs w:val="16"/>
              </w:rPr>
              <w:t>Intensité lumineuse minimale en HV (valeurs en cd)</w:t>
            </w:r>
          </w:p>
        </w:tc>
        <w:tc>
          <w:tcPr>
            <w:tcW w:w="2999" w:type="dxa"/>
            <w:gridSpan w:val="2"/>
            <w:shd w:val="clear" w:color="auto" w:fill="auto"/>
            <w:vAlign w:val="bottom"/>
          </w:tcPr>
          <w:p w14:paraId="4E511840" w14:textId="77777777" w:rsidR="00C82E24" w:rsidRPr="006778A3" w:rsidRDefault="00C82E24" w:rsidP="00DE6D37">
            <w:pPr>
              <w:spacing w:before="80" w:after="80" w:line="200" w:lineRule="exact"/>
              <w:jc w:val="center"/>
              <w:rPr>
                <w:i/>
                <w:sz w:val="16"/>
                <w:szCs w:val="16"/>
              </w:rPr>
            </w:pPr>
            <w:r w:rsidRPr="006778A3">
              <w:rPr>
                <w:i/>
                <w:iCs/>
                <w:sz w:val="16"/>
                <w:szCs w:val="16"/>
              </w:rPr>
              <w:t xml:space="preserve">Intensité lumineuse maximale </w:t>
            </w:r>
            <w:r>
              <w:rPr>
                <w:i/>
                <w:iCs/>
                <w:sz w:val="16"/>
                <w:szCs w:val="16"/>
              </w:rPr>
              <w:br/>
            </w:r>
            <w:r w:rsidRPr="006778A3">
              <w:rPr>
                <w:i/>
                <w:iCs/>
                <w:sz w:val="16"/>
                <w:szCs w:val="16"/>
              </w:rPr>
              <w:t>dans toutes les direct</w:t>
            </w:r>
            <w:r>
              <w:rPr>
                <w:i/>
                <w:iCs/>
                <w:sz w:val="16"/>
                <w:szCs w:val="16"/>
              </w:rPr>
              <w:t xml:space="preserve">ions </w:t>
            </w:r>
            <w:r>
              <w:rPr>
                <w:i/>
                <w:iCs/>
                <w:sz w:val="16"/>
                <w:szCs w:val="16"/>
              </w:rPr>
              <w:br/>
              <w:t>lorsque le feu est utilisé</w:t>
            </w:r>
            <w:r>
              <w:rPr>
                <w:i/>
                <w:iCs/>
                <w:sz w:val="16"/>
                <w:szCs w:val="16"/>
              </w:rPr>
              <w:br/>
            </w:r>
            <w:r w:rsidRPr="006778A3">
              <w:rPr>
                <w:i/>
                <w:iCs/>
                <w:sz w:val="16"/>
                <w:szCs w:val="16"/>
              </w:rPr>
              <w:t>(valeurs en cd)</w:t>
            </w:r>
          </w:p>
        </w:tc>
      </w:tr>
      <w:tr w:rsidR="00C82E24" w:rsidRPr="0062433C" w14:paraId="0B53F14F" w14:textId="77777777" w:rsidTr="00DE6D37">
        <w:trPr>
          <w:trHeight w:val="328"/>
          <w:tblHeader/>
        </w:trPr>
        <w:tc>
          <w:tcPr>
            <w:tcW w:w="1976" w:type="dxa"/>
            <w:vMerge/>
            <w:tcBorders>
              <w:bottom w:val="single" w:sz="12" w:space="0" w:color="auto"/>
            </w:tcBorders>
            <w:shd w:val="clear" w:color="auto" w:fill="auto"/>
            <w:vAlign w:val="bottom"/>
          </w:tcPr>
          <w:p w14:paraId="0DA8AEC7" w14:textId="77777777" w:rsidR="00C82E24" w:rsidRPr="006778A3" w:rsidRDefault="00C82E24" w:rsidP="00DE6D37">
            <w:pPr>
              <w:spacing w:before="80" w:after="80" w:line="200" w:lineRule="exact"/>
              <w:ind w:left="57"/>
              <w:rPr>
                <w:i/>
                <w:sz w:val="16"/>
                <w:szCs w:val="16"/>
              </w:rPr>
            </w:pPr>
          </w:p>
        </w:tc>
        <w:tc>
          <w:tcPr>
            <w:tcW w:w="1262" w:type="dxa"/>
            <w:vMerge/>
            <w:tcBorders>
              <w:bottom w:val="single" w:sz="12" w:space="0" w:color="auto"/>
            </w:tcBorders>
            <w:shd w:val="clear" w:color="auto" w:fill="auto"/>
            <w:vAlign w:val="bottom"/>
          </w:tcPr>
          <w:p w14:paraId="1B45C2BD" w14:textId="77777777" w:rsidR="00C82E24" w:rsidRPr="006778A3" w:rsidRDefault="00C82E24" w:rsidP="00DE6D37">
            <w:pPr>
              <w:spacing w:before="80" w:after="80" w:line="200" w:lineRule="exact"/>
              <w:ind w:right="113"/>
              <w:jc w:val="right"/>
              <w:rPr>
                <w:i/>
                <w:sz w:val="16"/>
                <w:szCs w:val="16"/>
              </w:rPr>
            </w:pPr>
          </w:p>
        </w:tc>
        <w:tc>
          <w:tcPr>
            <w:tcW w:w="1402" w:type="dxa"/>
            <w:tcBorders>
              <w:bottom w:val="single" w:sz="12" w:space="0" w:color="auto"/>
            </w:tcBorders>
            <w:shd w:val="clear" w:color="auto" w:fill="auto"/>
            <w:vAlign w:val="bottom"/>
          </w:tcPr>
          <w:p w14:paraId="5E4C9A36" w14:textId="77777777" w:rsidR="00C82E24" w:rsidRPr="006778A3" w:rsidRDefault="00C82E24" w:rsidP="00DE6D37">
            <w:pPr>
              <w:spacing w:before="80" w:after="80" w:line="200" w:lineRule="exact"/>
              <w:ind w:right="113"/>
              <w:jc w:val="right"/>
              <w:rPr>
                <w:bCs/>
                <w:i/>
                <w:sz w:val="16"/>
                <w:szCs w:val="16"/>
              </w:rPr>
            </w:pPr>
            <w:r w:rsidRPr="006778A3">
              <w:rPr>
                <w:i/>
                <w:iCs/>
                <w:sz w:val="16"/>
                <w:szCs w:val="16"/>
              </w:rPr>
              <w:t xml:space="preserve">Comme </w:t>
            </w:r>
            <w:r>
              <w:rPr>
                <w:i/>
                <w:iCs/>
                <w:sz w:val="16"/>
                <w:szCs w:val="16"/>
              </w:rPr>
              <w:br/>
            </w:r>
            <w:r w:rsidRPr="006778A3">
              <w:rPr>
                <w:i/>
                <w:iCs/>
                <w:sz w:val="16"/>
                <w:szCs w:val="16"/>
              </w:rPr>
              <w:t>feu simple</w:t>
            </w:r>
          </w:p>
        </w:tc>
        <w:tc>
          <w:tcPr>
            <w:tcW w:w="1597" w:type="dxa"/>
            <w:tcBorders>
              <w:bottom w:val="single" w:sz="12" w:space="0" w:color="auto"/>
            </w:tcBorders>
            <w:shd w:val="clear" w:color="auto" w:fill="auto"/>
            <w:vAlign w:val="bottom"/>
          </w:tcPr>
          <w:p w14:paraId="3BC4E362" w14:textId="77777777" w:rsidR="00C82E24" w:rsidRPr="006778A3" w:rsidRDefault="00C82E24" w:rsidP="00DE6D37">
            <w:pPr>
              <w:spacing w:before="80" w:after="80" w:line="200" w:lineRule="exact"/>
              <w:ind w:right="113"/>
              <w:jc w:val="right"/>
              <w:rPr>
                <w:bCs/>
                <w:i/>
                <w:sz w:val="16"/>
                <w:szCs w:val="16"/>
              </w:rPr>
            </w:pPr>
            <w:r w:rsidRPr="006778A3">
              <w:rPr>
                <w:i/>
                <w:iCs/>
                <w:sz w:val="16"/>
                <w:szCs w:val="16"/>
              </w:rPr>
              <w:t>Co</w:t>
            </w:r>
            <w:r>
              <w:rPr>
                <w:i/>
                <w:iCs/>
                <w:sz w:val="16"/>
                <w:szCs w:val="16"/>
              </w:rPr>
              <w:t xml:space="preserve">mme feu portant </w:t>
            </w:r>
            <w:r>
              <w:rPr>
                <w:i/>
                <w:iCs/>
                <w:sz w:val="16"/>
                <w:szCs w:val="16"/>
              </w:rPr>
              <w:br/>
              <w:t>la marque « D »</w:t>
            </w:r>
            <w:r>
              <w:rPr>
                <w:i/>
                <w:iCs/>
                <w:sz w:val="16"/>
                <w:szCs w:val="16"/>
              </w:rPr>
              <w:br/>
            </w:r>
            <w:r w:rsidRPr="006778A3">
              <w:rPr>
                <w:i/>
                <w:iCs/>
                <w:sz w:val="16"/>
                <w:szCs w:val="16"/>
              </w:rPr>
              <w:t>(par.</w:t>
            </w:r>
            <w:r>
              <w:rPr>
                <w:i/>
                <w:iCs/>
                <w:sz w:val="16"/>
                <w:szCs w:val="16"/>
              </w:rPr>
              <w:t> </w:t>
            </w:r>
            <w:r w:rsidRPr="006778A3">
              <w:rPr>
                <w:i/>
                <w:iCs/>
                <w:sz w:val="16"/>
                <w:szCs w:val="16"/>
              </w:rPr>
              <w:t>3.3.2.5.2)</w:t>
            </w:r>
          </w:p>
        </w:tc>
      </w:tr>
      <w:tr w:rsidR="00C82E24" w:rsidRPr="0062433C" w14:paraId="67908E84" w14:textId="77777777" w:rsidTr="00DE6D37">
        <w:trPr>
          <w:trHeight w:val="173"/>
        </w:trPr>
        <w:tc>
          <w:tcPr>
            <w:tcW w:w="1976" w:type="dxa"/>
            <w:tcBorders>
              <w:top w:val="single" w:sz="12" w:space="0" w:color="auto"/>
            </w:tcBorders>
            <w:shd w:val="clear" w:color="auto" w:fill="auto"/>
          </w:tcPr>
          <w:p w14:paraId="2E5D1AD9" w14:textId="77777777" w:rsidR="00C82E24" w:rsidRPr="00294782" w:rsidRDefault="00C82E24" w:rsidP="00DE6D37">
            <w:pPr>
              <w:spacing w:before="40" w:after="40" w:line="220" w:lineRule="atLeast"/>
              <w:ind w:left="57"/>
              <w:rPr>
                <w:sz w:val="18"/>
                <w:szCs w:val="18"/>
              </w:rPr>
            </w:pPr>
            <w:r w:rsidRPr="00294782">
              <w:rPr>
                <w:sz w:val="18"/>
                <w:szCs w:val="18"/>
              </w:rPr>
              <w:t>S1 (intensité constante)</w:t>
            </w:r>
          </w:p>
        </w:tc>
        <w:tc>
          <w:tcPr>
            <w:tcW w:w="1262" w:type="dxa"/>
            <w:tcBorders>
              <w:top w:val="single" w:sz="12" w:space="0" w:color="auto"/>
            </w:tcBorders>
            <w:shd w:val="clear" w:color="auto" w:fill="auto"/>
            <w:vAlign w:val="bottom"/>
          </w:tcPr>
          <w:p w14:paraId="44DBC4AF" w14:textId="77777777" w:rsidR="00C82E24" w:rsidRPr="00294782" w:rsidRDefault="00C82E24" w:rsidP="00DE6D37">
            <w:pPr>
              <w:spacing w:before="40" w:after="40" w:line="220" w:lineRule="atLeast"/>
              <w:ind w:right="113"/>
              <w:jc w:val="right"/>
              <w:rPr>
                <w:sz w:val="18"/>
                <w:szCs w:val="18"/>
              </w:rPr>
            </w:pPr>
            <w:r w:rsidRPr="00294782">
              <w:rPr>
                <w:sz w:val="18"/>
                <w:szCs w:val="18"/>
              </w:rPr>
              <w:t>60</w:t>
            </w:r>
          </w:p>
        </w:tc>
        <w:tc>
          <w:tcPr>
            <w:tcW w:w="1402" w:type="dxa"/>
            <w:tcBorders>
              <w:top w:val="single" w:sz="12" w:space="0" w:color="auto"/>
            </w:tcBorders>
            <w:shd w:val="clear" w:color="auto" w:fill="auto"/>
            <w:vAlign w:val="bottom"/>
          </w:tcPr>
          <w:p w14:paraId="3E153CD9" w14:textId="77777777" w:rsidR="00C82E24" w:rsidRPr="00294782" w:rsidRDefault="00C82E24" w:rsidP="00DE6D37">
            <w:pPr>
              <w:spacing w:before="40" w:after="40" w:line="220" w:lineRule="atLeast"/>
              <w:ind w:right="113"/>
              <w:jc w:val="right"/>
              <w:rPr>
                <w:bCs/>
                <w:sz w:val="18"/>
                <w:szCs w:val="18"/>
              </w:rPr>
            </w:pPr>
            <w:r w:rsidRPr="00294782">
              <w:rPr>
                <w:sz w:val="18"/>
                <w:szCs w:val="18"/>
              </w:rPr>
              <w:t>260</w:t>
            </w:r>
          </w:p>
        </w:tc>
        <w:tc>
          <w:tcPr>
            <w:tcW w:w="1597" w:type="dxa"/>
            <w:tcBorders>
              <w:top w:val="single" w:sz="12" w:space="0" w:color="auto"/>
            </w:tcBorders>
            <w:shd w:val="clear" w:color="auto" w:fill="auto"/>
            <w:vAlign w:val="bottom"/>
          </w:tcPr>
          <w:p w14:paraId="4FCC316A" w14:textId="77777777" w:rsidR="00C82E24" w:rsidRPr="00294782" w:rsidRDefault="00C82E24" w:rsidP="00DE6D37">
            <w:pPr>
              <w:spacing w:before="40" w:after="40" w:line="220" w:lineRule="atLeast"/>
              <w:ind w:right="113"/>
              <w:jc w:val="right"/>
              <w:rPr>
                <w:sz w:val="18"/>
                <w:szCs w:val="18"/>
              </w:rPr>
            </w:pPr>
            <w:r w:rsidRPr="00294782">
              <w:rPr>
                <w:sz w:val="18"/>
                <w:szCs w:val="18"/>
              </w:rPr>
              <w:t>130</w:t>
            </w:r>
          </w:p>
        </w:tc>
      </w:tr>
      <w:tr w:rsidR="00C82E24" w:rsidRPr="0062433C" w14:paraId="5A1680F1" w14:textId="77777777" w:rsidTr="00DE6D37">
        <w:trPr>
          <w:trHeight w:val="280"/>
        </w:trPr>
        <w:tc>
          <w:tcPr>
            <w:tcW w:w="1976" w:type="dxa"/>
            <w:shd w:val="clear" w:color="auto" w:fill="auto"/>
          </w:tcPr>
          <w:p w14:paraId="2FB84415" w14:textId="77777777" w:rsidR="00C82E24" w:rsidRPr="00294782" w:rsidRDefault="00C82E24" w:rsidP="00DE6D37">
            <w:pPr>
              <w:spacing w:before="40" w:after="40" w:line="220" w:lineRule="atLeast"/>
              <w:ind w:left="57"/>
              <w:rPr>
                <w:sz w:val="18"/>
                <w:szCs w:val="18"/>
              </w:rPr>
            </w:pPr>
            <w:r w:rsidRPr="00294782">
              <w:rPr>
                <w:sz w:val="18"/>
                <w:szCs w:val="18"/>
              </w:rPr>
              <w:t>S2 (intensité variable)</w:t>
            </w:r>
          </w:p>
        </w:tc>
        <w:tc>
          <w:tcPr>
            <w:tcW w:w="1262" w:type="dxa"/>
            <w:shd w:val="clear" w:color="auto" w:fill="auto"/>
            <w:vAlign w:val="bottom"/>
          </w:tcPr>
          <w:p w14:paraId="4B18A335" w14:textId="77777777" w:rsidR="00C82E24" w:rsidRPr="00294782" w:rsidRDefault="00C82E24" w:rsidP="00DE6D37">
            <w:pPr>
              <w:spacing w:before="40" w:after="40" w:line="220" w:lineRule="atLeast"/>
              <w:ind w:right="113"/>
              <w:jc w:val="right"/>
              <w:rPr>
                <w:sz w:val="18"/>
                <w:szCs w:val="18"/>
              </w:rPr>
            </w:pPr>
            <w:r w:rsidRPr="00294782">
              <w:rPr>
                <w:sz w:val="18"/>
                <w:szCs w:val="18"/>
              </w:rPr>
              <w:t>60</w:t>
            </w:r>
          </w:p>
        </w:tc>
        <w:tc>
          <w:tcPr>
            <w:tcW w:w="1402" w:type="dxa"/>
            <w:shd w:val="clear" w:color="auto" w:fill="auto"/>
            <w:vAlign w:val="bottom"/>
          </w:tcPr>
          <w:p w14:paraId="0B3A1055" w14:textId="77777777" w:rsidR="00C82E24" w:rsidRPr="00294782" w:rsidRDefault="00C82E24" w:rsidP="00DE6D37">
            <w:pPr>
              <w:spacing w:before="40" w:after="40" w:line="220" w:lineRule="atLeast"/>
              <w:ind w:right="113"/>
              <w:jc w:val="right"/>
              <w:rPr>
                <w:bCs/>
                <w:sz w:val="18"/>
                <w:szCs w:val="18"/>
              </w:rPr>
            </w:pPr>
            <w:r w:rsidRPr="00294782">
              <w:rPr>
                <w:sz w:val="18"/>
                <w:szCs w:val="18"/>
              </w:rPr>
              <w:t>730</w:t>
            </w:r>
          </w:p>
        </w:tc>
        <w:tc>
          <w:tcPr>
            <w:tcW w:w="1597" w:type="dxa"/>
            <w:shd w:val="clear" w:color="auto" w:fill="auto"/>
            <w:vAlign w:val="bottom"/>
          </w:tcPr>
          <w:p w14:paraId="4D914BD1" w14:textId="77777777" w:rsidR="00C82E24" w:rsidRPr="00294782" w:rsidRDefault="00C82E24" w:rsidP="00DE6D37">
            <w:pPr>
              <w:spacing w:before="40" w:after="40" w:line="220" w:lineRule="atLeast"/>
              <w:ind w:right="113"/>
              <w:jc w:val="right"/>
              <w:rPr>
                <w:sz w:val="18"/>
                <w:szCs w:val="18"/>
              </w:rPr>
            </w:pPr>
            <w:r w:rsidRPr="00294782">
              <w:rPr>
                <w:sz w:val="18"/>
                <w:szCs w:val="18"/>
              </w:rPr>
              <w:t>365</w:t>
            </w:r>
          </w:p>
        </w:tc>
      </w:tr>
      <w:tr w:rsidR="00C82E24" w:rsidRPr="0062433C" w14:paraId="45FA18C4" w14:textId="77777777" w:rsidTr="00DE6D37">
        <w:trPr>
          <w:trHeight w:val="228"/>
        </w:trPr>
        <w:tc>
          <w:tcPr>
            <w:tcW w:w="1976" w:type="dxa"/>
            <w:shd w:val="clear" w:color="auto" w:fill="auto"/>
          </w:tcPr>
          <w:p w14:paraId="2C5D8C99" w14:textId="77777777" w:rsidR="00C82E24" w:rsidRPr="00294782" w:rsidRDefault="00C82E24" w:rsidP="00DE6D37">
            <w:pPr>
              <w:spacing w:before="40" w:after="40" w:line="220" w:lineRule="atLeast"/>
              <w:ind w:left="57"/>
              <w:rPr>
                <w:sz w:val="18"/>
                <w:szCs w:val="18"/>
              </w:rPr>
            </w:pPr>
            <w:r w:rsidRPr="00294782">
              <w:rPr>
                <w:sz w:val="18"/>
                <w:szCs w:val="18"/>
              </w:rPr>
              <w:t>S3 (intensité constante)</w:t>
            </w:r>
          </w:p>
        </w:tc>
        <w:tc>
          <w:tcPr>
            <w:tcW w:w="1262" w:type="dxa"/>
            <w:shd w:val="clear" w:color="auto" w:fill="auto"/>
            <w:vAlign w:val="bottom"/>
          </w:tcPr>
          <w:p w14:paraId="1BE78467" w14:textId="77777777" w:rsidR="00C82E24" w:rsidRPr="00294782" w:rsidRDefault="00C82E24" w:rsidP="00DE6D37">
            <w:pPr>
              <w:spacing w:before="40" w:after="40" w:line="220" w:lineRule="atLeast"/>
              <w:ind w:right="113"/>
              <w:jc w:val="right"/>
              <w:rPr>
                <w:sz w:val="18"/>
                <w:szCs w:val="18"/>
              </w:rPr>
            </w:pPr>
            <w:r w:rsidRPr="00294782">
              <w:rPr>
                <w:sz w:val="18"/>
                <w:szCs w:val="18"/>
              </w:rPr>
              <w:t>25</w:t>
            </w:r>
          </w:p>
        </w:tc>
        <w:tc>
          <w:tcPr>
            <w:tcW w:w="1402" w:type="dxa"/>
            <w:shd w:val="clear" w:color="auto" w:fill="auto"/>
            <w:vAlign w:val="bottom"/>
          </w:tcPr>
          <w:p w14:paraId="1BCF2D73" w14:textId="77777777" w:rsidR="00C82E24" w:rsidRPr="00294782" w:rsidRDefault="00C82E24" w:rsidP="00DE6D37">
            <w:pPr>
              <w:spacing w:before="40" w:after="40" w:line="220" w:lineRule="atLeast"/>
              <w:ind w:right="113"/>
              <w:jc w:val="right"/>
              <w:rPr>
                <w:bCs/>
                <w:sz w:val="18"/>
                <w:szCs w:val="18"/>
              </w:rPr>
            </w:pPr>
            <w:r w:rsidRPr="00294782">
              <w:rPr>
                <w:sz w:val="18"/>
                <w:szCs w:val="18"/>
              </w:rPr>
              <w:t>110</w:t>
            </w:r>
          </w:p>
        </w:tc>
        <w:tc>
          <w:tcPr>
            <w:tcW w:w="1597" w:type="dxa"/>
            <w:shd w:val="clear" w:color="auto" w:fill="auto"/>
            <w:vAlign w:val="bottom"/>
          </w:tcPr>
          <w:p w14:paraId="760F59EF" w14:textId="77777777" w:rsidR="00C82E24" w:rsidRPr="00294782" w:rsidRDefault="00C82E24" w:rsidP="00DE6D37">
            <w:pPr>
              <w:spacing w:before="40" w:after="40" w:line="220" w:lineRule="atLeast"/>
              <w:ind w:right="113"/>
              <w:jc w:val="right"/>
              <w:rPr>
                <w:sz w:val="18"/>
                <w:szCs w:val="18"/>
              </w:rPr>
            </w:pPr>
            <w:r w:rsidRPr="00294782">
              <w:rPr>
                <w:sz w:val="18"/>
                <w:szCs w:val="18"/>
              </w:rPr>
              <w:t>55</w:t>
            </w:r>
          </w:p>
        </w:tc>
      </w:tr>
      <w:tr w:rsidR="00C82E24" w:rsidRPr="0062433C" w14:paraId="782DB9C8" w14:textId="77777777" w:rsidTr="00DE6D37">
        <w:trPr>
          <w:trHeight w:val="62"/>
        </w:trPr>
        <w:tc>
          <w:tcPr>
            <w:tcW w:w="1976" w:type="dxa"/>
            <w:tcBorders>
              <w:bottom w:val="single" w:sz="2" w:space="0" w:color="auto"/>
            </w:tcBorders>
            <w:shd w:val="clear" w:color="auto" w:fill="auto"/>
          </w:tcPr>
          <w:p w14:paraId="2694E342" w14:textId="77777777" w:rsidR="00C82E24" w:rsidRPr="00294782" w:rsidRDefault="00C82E24" w:rsidP="00DE6D37">
            <w:pPr>
              <w:spacing w:before="40" w:after="40" w:line="220" w:lineRule="atLeast"/>
              <w:ind w:left="57"/>
              <w:rPr>
                <w:sz w:val="18"/>
                <w:szCs w:val="18"/>
              </w:rPr>
            </w:pPr>
            <w:r w:rsidRPr="00294782">
              <w:rPr>
                <w:sz w:val="18"/>
                <w:szCs w:val="18"/>
              </w:rPr>
              <w:t>S4 (intensité variable)</w:t>
            </w:r>
          </w:p>
        </w:tc>
        <w:tc>
          <w:tcPr>
            <w:tcW w:w="1262" w:type="dxa"/>
            <w:tcBorders>
              <w:bottom w:val="single" w:sz="2" w:space="0" w:color="auto"/>
            </w:tcBorders>
            <w:shd w:val="clear" w:color="auto" w:fill="auto"/>
            <w:vAlign w:val="bottom"/>
          </w:tcPr>
          <w:p w14:paraId="38DF1C77" w14:textId="77777777" w:rsidR="00C82E24" w:rsidRPr="00294782" w:rsidRDefault="00C82E24" w:rsidP="00DE6D37">
            <w:pPr>
              <w:spacing w:before="40" w:after="40" w:line="220" w:lineRule="atLeast"/>
              <w:ind w:right="113"/>
              <w:jc w:val="right"/>
              <w:rPr>
                <w:sz w:val="18"/>
                <w:szCs w:val="18"/>
              </w:rPr>
            </w:pPr>
            <w:r w:rsidRPr="00294782">
              <w:rPr>
                <w:sz w:val="18"/>
                <w:szCs w:val="18"/>
              </w:rPr>
              <w:t>25</w:t>
            </w:r>
          </w:p>
        </w:tc>
        <w:tc>
          <w:tcPr>
            <w:tcW w:w="1402" w:type="dxa"/>
            <w:tcBorders>
              <w:bottom w:val="single" w:sz="2" w:space="0" w:color="auto"/>
            </w:tcBorders>
            <w:shd w:val="clear" w:color="auto" w:fill="auto"/>
            <w:vAlign w:val="bottom"/>
          </w:tcPr>
          <w:p w14:paraId="6253D1A0" w14:textId="77777777" w:rsidR="00C82E24" w:rsidRPr="00294782" w:rsidRDefault="00C82E24" w:rsidP="00DE6D37">
            <w:pPr>
              <w:spacing w:before="40" w:after="40" w:line="220" w:lineRule="atLeast"/>
              <w:ind w:right="113"/>
              <w:jc w:val="right"/>
              <w:rPr>
                <w:bCs/>
                <w:sz w:val="18"/>
                <w:szCs w:val="18"/>
              </w:rPr>
            </w:pPr>
            <w:r w:rsidRPr="00294782">
              <w:rPr>
                <w:sz w:val="18"/>
                <w:szCs w:val="18"/>
              </w:rPr>
              <w:t>160</w:t>
            </w:r>
          </w:p>
        </w:tc>
        <w:tc>
          <w:tcPr>
            <w:tcW w:w="1597" w:type="dxa"/>
            <w:tcBorders>
              <w:bottom w:val="single" w:sz="2" w:space="0" w:color="auto"/>
            </w:tcBorders>
            <w:shd w:val="clear" w:color="auto" w:fill="auto"/>
            <w:vAlign w:val="bottom"/>
          </w:tcPr>
          <w:p w14:paraId="449DE382" w14:textId="77777777" w:rsidR="00C82E24" w:rsidRPr="00294782" w:rsidRDefault="00C82E24" w:rsidP="00DE6D37">
            <w:pPr>
              <w:spacing w:before="40" w:after="40" w:line="220" w:lineRule="atLeast"/>
              <w:ind w:right="113"/>
              <w:jc w:val="right"/>
              <w:rPr>
                <w:sz w:val="18"/>
                <w:szCs w:val="18"/>
              </w:rPr>
            </w:pPr>
            <w:r w:rsidRPr="00294782">
              <w:rPr>
                <w:sz w:val="18"/>
                <w:szCs w:val="18"/>
              </w:rPr>
              <w:t>80</w:t>
            </w:r>
          </w:p>
        </w:tc>
      </w:tr>
      <w:tr w:rsidR="00C82E24" w:rsidRPr="0062433C" w14:paraId="4B52F7B8" w14:textId="77777777" w:rsidTr="00DE6D37">
        <w:trPr>
          <w:trHeight w:val="180"/>
        </w:trPr>
        <w:tc>
          <w:tcPr>
            <w:tcW w:w="1976" w:type="dxa"/>
            <w:tcBorders>
              <w:bottom w:val="single" w:sz="12" w:space="0" w:color="auto"/>
            </w:tcBorders>
            <w:shd w:val="clear" w:color="auto" w:fill="auto"/>
          </w:tcPr>
          <w:p w14:paraId="0D3D1968" w14:textId="77777777" w:rsidR="00C82E24" w:rsidRPr="00294782" w:rsidRDefault="00C82E24" w:rsidP="00DE6D37">
            <w:pPr>
              <w:spacing w:before="40" w:after="40" w:line="220" w:lineRule="atLeast"/>
              <w:ind w:left="57"/>
              <w:rPr>
                <w:sz w:val="18"/>
                <w:szCs w:val="18"/>
              </w:rPr>
            </w:pPr>
            <w:r w:rsidRPr="00294782">
              <w:rPr>
                <w:sz w:val="18"/>
                <w:szCs w:val="18"/>
              </w:rPr>
              <w:t>MS (intensité constante)</w:t>
            </w:r>
          </w:p>
        </w:tc>
        <w:tc>
          <w:tcPr>
            <w:tcW w:w="1262" w:type="dxa"/>
            <w:tcBorders>
              <w:bottom w:val="single" w:sz="12" w:space="0" w:color="auto"/>
            </w:tcBorders>
            <w:shd w:val="clear" w:color="auto" w:fill="auto"/>
            <w:vAlign w:val="bottom"/>
          </w:tcPr>
          <w:p w14:paraId="7C04660C" w14:textId="77777777" w:rsidR="00C82E24" w:rsidRPr="00294782" w:rsidRDefault="00C82E24" w:rsidP="00DE6D37">
            <w:pPr>
              <w:spacing w:before="40" w:after="40" w:line="220" w:lineRule="atLeast"/>
              <w:ind w:right="113"/>
              <w:jc w:val="right"/>
              <w:rPr>
                <w:sz w:val="18"/>
                <w:szCs w:val="18"/>
              </w:rPr>
            </w:pPr>
            <w:r w:rsidRPr="00294782">
              <w:rPr>
                <w:sz w:val="18"/>
                <w:szCs w:val="18"/>
              </w:rPr>
              <w:t>40</w:t>
            </w:r>
          </w:p>
        </w:tc>
        <w:tc>
          <w:tcPr>
            <w:tcW w:w="1402" w:type="dxa"/>
            <w:tcBorders>
              <w:bottom w:val="single" w:sz="12" w:space="0" w:color="auto"/>
            </w:tcBorders>
            <w:shd w:val="clear" w:color="auto" w:fill="auto"/>
            <w:vAlign w:val="bottom"/>
          </w:tcPr>
          <w:p w14:paraId="4FCBCE33" w14:textId="77777777" w:rsidR="00C82E24" w:rsidRPr="00294782" w:rsidRDefault="00C82E24" w:rsidP="00DE6D37">
            <w:pPr>
              <w:spacing w:before="40" w:after="40" w:line="220" w:lineRule="atLeast"/>
              <w:ind w:right="113"/>
              <w:jc w:val="right"/>
              <w:rPr>
                <w:bCs/>
                <w:sz w:val="18"/>
                <w:szCs w:val="18"/>
              </w:rPr>
            </w:pPr>
            <w:r w:rsidRPr="00294782">
              <w:rPr>
                <w:sz w:val="18"/>
                <w:szCs w:val="18"/>
              </w:rPr>
              <w:t>260</w:t>
            </w:r>
          </w:p>
        </w:tc>
        <w:tc>
          <w:tcPr>
            <w:tcW w:w="1597" w:type="dxa"/>
            <w:tcBorders>
              <w:bottom w:val="single" w:sz="12" w:space="0" w:color="auto"/>
            </w:tcBorders>
            <w:shd w:val="clear" w:color="auto" w:fill="auto"/>
            <w:vAlign w:val="bottom"/>
          </w:tcPr>
          <w:p w14:paraId="58B24D79" w14:textId="77777777" w:rsidR="00C82E24" w:rsidRPr="00294782" w:rsidRDefault="00C82E24" w:rsidP="00DE6D37">
            <w:pPr>
              <w:spacing w:before="40" w:after="40" w:line="220" w:lineRule="atLeast"/>
              <w:ind w:right="113"/>
              <w:jc w:val="right"/>
              <w:rPr>
                <w:sz w:val="18"/>
                <w:szCs w:val="18"/>
              </w:rPr>
            </w:pPr>
            <w:proofErr w:type="spellStart"/>
            <w:r w:rsidRPr="00294782">
              <w:rPr>
                <w:sz w:val="18"/>
                <w:szCs w:val="18"/>
              </w:rPr>
              <w:t>s.o</w:t>
            </w:r>
            <w:proofErr w:type="spellEnd"/>
            <w:r w:rsidRPr="00294782">
              <w:rPr>
                <w:sz w:val="18"/>
                <w:szCs w:val="18"/>
              </w:rPr>
              <w:t>.</w:t>
            </w:r>
          </w:p>
        </w:tc>
      </w:tr>
    </w:tbl>
    <w:p w14:paraId="48F622BD" w14:textId="32313F98" w:rsidR="00C82E24" w:rsidRPr="0062433C" w:rsidRDefault="00C82E24" w:rsidP="00965443">
      <w:pPr>
        <w:pStyle w:val="SingleTxtG"/>
        <w:tabs>
          <w:tab w:val="clear" w:pos="1701"/>
        </w:tabs>
        <w:spacing w:before="120"/>
        <w:ind w:left="2268" w:hanging="1134"/>
      </w:pPr>
      <w:r w:rsidRPr="0062433C">
        <w:t>5</w:t>
      </w:r>
      <w:r>
        <w:t>.5.2</w:t>
      </w:r>
      <w:r w:rsidRPr="0062433C">
        <w:tab/>
        <w:t>En dehors de l</w:t>
      </w:r>
      <w:r w:rsidR="003D2091">
        <w:t>’</w:t>
      </w:r>
      <w:r w:rsidRPr="0062433C">
        <w:t>axe de référence, l</w:t>
      </w:r>
      <w:r w:rsidR="003D2091">
        <w:t>’</w:t>
      </w:r>
      <w:r w:rsidRPr="0062433C">
        <w:t xml:space="preserve">intensité de la lumière émise par chaque feu doit, dans chaque direction correspondant aux points </w:t>
      </w:r>
      <w:r>
        <w:t>de la grille</w:t>
      </w:r>
      <w:r w:rsidRPr="0062433C">
        <w:t xml:space="preserve"> de </w:t>
      </w:r>
      <w:r>
        <w:t>répartition</w:t>
      </w:r>
      <w:r w:rsidRPr="0062433C">
        <w:t xml:space="preserve"> normal</w:t>
      </w:r>
      <w:r>
        <w:t>isé</w:t>
      </w:r>
      <w:r w:rsidRPr="0062433C">
        <w:t xml:space="preserve">e de la lumière </w:t>
      </w:r>
      <w:r>
        <w:t>d</w:t>
      </w:r>
      <w:r w:rsidRPr="0062433C">
        <w:t>u paragraphe</w:t>
      </w:r>
      <w:r>
        <w:t> </w:t>
      </w:r>
      <w:r w:rsidRPr="0062433C">
        <w:t>2 de l</w:t>
      </w:r>
      <w:r w:rsidR="003D2091">
        <w:t>’</w:t>
      </w:r>
      <w:r w:rsidRPr="0062433C">
        <w:t>annexe</w:t>
      </w:r>
      <w:r>
        <w:t> </w:t>
      </w:r>
      <w:r w:rsidRPr="0062433C">
        <w:t>3, ne pas être inférieure au minimum indiqué au paragraphe</w:t>
      </w:r>
      <w:r>
        <w:t> </w:t>
      </w:r>
      <w:r w:rsidRPr="0062433C">
        <w:t xml:space="preserve">5.5.1, multiplié par le pourcentage </w:t>
      </w:r>
      <w:r>
        <w:t>donn</w:t>
      </w:r>
      <w:r w:rsidRPr="0062433C">
        <w:t xml:space="preserve">é dans </w:t>
      </w:r>
      <w:r>
        <w:t>ladite grille</w:t>
      </w:r>
      <w:r w:rsidRPr="0062433C">
        <w:t xml:space="preserve"> pour la direction en question.</w:t>
      </w:r>
    </w:p>
    <w:p w14:paraId="259F7EC9" w14:textId="07F96C49" w:rsidR="00C82E24" w:rsidRPr="006778A3" w:rsidRDefault="00C82E24" w:rsidP="00965443">
      <w:pPr>
        <w:pStyle w:val="SingleTxtG"/>
        <w:tabs>
          <w:tab w:val="clear" w:pos="1701"/>
        </w:tabs>
        <w:spacing w:before="120"/>
        <w:ind w:left="2268" w:hanging="1134"/>
      </w:pPr>
      <w:r>
        <w:t>5.5.3</w:t>
      </w:r>
      <w:r w:rsidRPr="0062433C">
        <w:tab/>
        <w:t xml:space="preserve">Dans </w:t>
      </w:r>
      <w:r>
        <w:t>la totalité</w:t>
      </w:r>
      <w:r w:rsidRPr="0062433C">
        <w:t xml:space="preserve"> des champs définis dans les schémas de la partie</w:t>
      </w:r>
      <w:r>
        <w:t> </w:t>
      </w:r>
      <w:r w:rsidRPr="0062433C">
        <w:t>A de l</w:t>
      </w:r>
      <w:r w:rsidR="003D2091">
        <w:t>’</w:t>
      </w:r>
      <w:r w:rsidRPr="0062433C">
        <w:t>annexe</w:t>
      </w:r>
      <w:r>
        <w:t> </w:t>
      </w:r>
      <w:r w:rsidRPr="0062433C">
        <w:t>2, l</w:t>
      </w:r>
      <w:r w:rsidR="003D2091">
        <w:t>’</w:t>
      </w:r>
      <w:r w:rsidRPr="0062433C">
        <w:t>intensité de la lumière émise ne doit pas être inférieure à 0,3</w:t>
      </w:r>
      <w:r>
        <w:t> </w:t>
      </w:r>
      <w:r w:rsidRPr="0062433C">
        <w:t>cd pour les dispositifs des catégories</w:t>
      </w:r>
      <w:r>
        <w:t> </w:t>
      </w:r>
      <w:r w:rsidRPr="0062433C">
        <w:t>S1</w:t>
      </w:r>
      <w:r>
        <w:t>,</w:t>
      </w:r>
      <w:r w:rsidRPr="0062433C">
        <w:t xml:space="preserve"> S3 </w:t>
      </w:r>
      <w:r>
        <w:t xml:space="preserve">et MS </w:t>
      </w:r>
      <w:r w:rsidRPr="0062433C">
        <w:t>et pour ceux des catégories</w:t>
      </w:r>
      <w:r>
        <w:t> </w:t>
      </w:r>
      <w:r w:rsidRPr="0062433C">
        <w:t>S2 et S4 de jour</w:t>
      </w:r>
      <w:r>
        <w:t> ;</w:t>
      </w:r>
      <w:r w:rsidRPr="0062433C">
        <w:t xml:space="preserve"> elle ne doit pas être inférieure à 0,07</w:t>
      </w:r>
      <w:r>
        <w:t> </w:t>
      </w:r>
      <w:r w:rsidRPr="0062433C">
        <w:t>cd pour les dispositifs des caté</w:t>
      </w:r>
      <w:r>
        <w:t>gories </w:t>
      </w:r>
      <w:r w:rsidRPr="0062433C">
        <w:t>S2 et S4 de nuit.</w:t>
      </w:r>
    </w:p>
    <w:p w14:paraId="72CF9B7D" w14:textId="77777777" w:rsidR="00C82E24" w:rsidRPr="0062433C" w:rsidRDefault="00C82E24" w:rsidP="00965443">
      <w:pPr>
        <w:pStyle w:val="SingleTxtG"/>
        <w:tabs>
          <w:tab w:val="clear" w:pos="1701"/>
        </w:tabs>
        <w:spacing w:before="120"/>
        <w:ind w:left="2268" w:hanging="1134"/>
      </w:pPr>
      <w:r>
        <w:t>5.5.4</w:t>
      </w:r>
      <w:r w:rsidRPr="0062433C">
        <w:tab/>
        <w:t xml:space="preserve">La couleur de </w:t>
      </w:r>
      <w:r w:rsidRPr="00965443">
        <w:rPr>
          <w:lang w:val="fr-FR"/>
        </w:rPr>
        <w:t>la</w:t>
      </w:r>
      <w:r w:rsidRPr="0062433C">
        <w:t xml:space="preserve"> lumière émise doit être rouge. </w:t>
      </w:r>
    </w:p>
    <w:p w14:paraId="218D0CA3" w14:textId="46B43AA5" w:rsidR="00C82E24" w:rsidRDefault="00C82E24" w:rsidP="00C82E24">
      <w:pPr>
        <w:pStyle w:val="SingleTxtG"/>
        <w:ind w:left="2268"/>
      </w:pPr>
      <w:r w:rsidRPr="0062433C">
        <w:t xml:space="preserve">Dans le cas des </w:t>
      </w:r>
      <w:r>
        <w:t>feux stop</w:t>
      </w:r>
      <w:r w:rsidRPr="0062433C">
        <w:t xml:space="preserve"> de</w:t>
      </w:r>
      <w:r>
        <w:t>s</w:t>
      </w:r>
      <w:r w:rsidRPr="0062433C">
        <w:t xml:space="preserve"> catégorie</w:t>
      </w:r>
      <w:r>
        <w:t>s </w:t>
      </w:r>
      <w:r w:rsidRPr="0062433C">
        <w:t>S3 ou S4 conçus pour être montés à l</w:t>
      </w:r>
      <w:r w:rsidR="003D2091">
        <w:t>’</w:t>
      </w:r>
      <w:r w:rsidRPr="0062433C">
        <w:t>intérieur du véhicule, les caractéristiques colorimétriques doivent être vérifiées pour la ou les plus mauvaises combinaisons de feux et de lunettes arrière ou d</w:t>
      </w:r>
      <w:r w:rsidR="003D2091">
        <w:t>’</w:t>
      </w:r>
      <w:r w:rsidRPr="0062433C">
        <w:t>échantillons de vitre.</w:t>
      </w:r>
    </w:p>
    <w:p w14:paraId="3B2A975E" w14:textId="5BD9E017" w:rsidR="00C82E24" w:rsidRDefault="00C82E24" w:rsidP="00C82E24">
      <w:pPr>
        <w:pStyle w:val="SingleTxtG"/>
        <w:ind w:left="2268"/>
      </w:pPr>
      <w:r w:rsidRPr="0062433C">
        <w:lastRenderedPageBreak/>
        <w:t>Ces prescriptions s</w:t>
      </w:r>
      <w:r w:rsidR="003D2091">
        <w:t>’</w:t>
      </w:r>
      <w:r w:rsidRPr="0062433C">
        <w:t xml:space="preserve">appliquent aussi à toute la gamme des intensités lumineuses produites par les </w:t>
      </w:r>
      <w:r>
        <w:t>feux stop</w:t>
      </w:r>
      <w:r w:rsidRPr="0062433C">
        <w:t xml:space="preserve"> des catégories</w:t>
      </w:r>
      <w:r>
        <w:t> </w:t>
      </w:r>
      <w:r w:rsidRPr="0062433C">
        <w:t>S2 et S4.</w:t>
      </w:r>
    </w:p>
    <w:p w14:paraId="6BFDB5EE" w14:textId="77777777" w:rsidR="00C82E24" w:rsidRPr="0062433C" w:rsidRDefault="00C82E24" w:rsidP="00965443">
      <w:pPr>
        <w:pStyle w:val="SingleTxtG"/>
        <w:tabs>
          <w:tab w:val="clear" w:pos="1701"/>
        </w:tabs>
        <w:spacing w:before="120"/>
        <w:ind w:left="2268" w:hanging="1134"/>
      </w:pPr>
      <w:r>
        <w:t>5.6</w:t>
      </w:r>
      <w:r w:rsidRPr="0062433C">
        <w:tab/>
      </w:r>
      <w:r>
        <w:t>P</w:t>
      </w:r>
      <w:r w:rsidRPr="0062433C">
        <w:t>rescriptions techniques concernant les feux indicateurs de direction (symboles</w:t>
      </w:r>
      <w:r>
        <w:t> </w:t>
      </w:r>
      <w:r w:rsidRPr="0062433C">
        <w:t>1, 1a, 1b, 2a, 2b, 5, 6, 11, 11a, 11b, 11c et 12)</w:t>
      </w:r>
    </w:p>
    <w:p w14:paraId="7F3961EB" w14:textId="08ECB0E2" w:rsidR="00C82E24" w:rsidRPr="0062433C" w:rsidRDefault="00C82E24" w:rsidP="00965443">
      <w:pPr>
        <w:pStyle w:val="SingleTxtG"/>
        <w:tabs>
          <w:tab w:val="clear" w:pos="1701"/>
        </w:tabs>
        <w:spacing w:before="120"/>
        <w:ind w:left="2268" w:hanging="1134"/>
      </w:pPr>
      <w:r>
        <w:t>5.6.1</w:t>
      </w:r>
      <w:r w:rsidRPr="0062433C">
        <w:tab/>
        <w:t xml:space="preserve">La lumière émise par chacun des deux feux fournis doit satisfaire aux prescriptions énoncées au tableau 8, les intensités lumineuses minimales </w:t>
      </w:r>
      <w:r>
        <w:t xml:space="preserve">devant </w:t>
      </w:r>
      <w:r w:rsidRPr="0062433C">
        <w:t>être respectées</w:t>
      </w:r>
      <w:r>
        <w:t> </w:t>
      </w:r>
      <w:r w:rsidRPr="0062433C">
        <w:t>:</w:t>
      </w:r>
    </w:p>
    <w:p w14:paraId="576E7B51" w14:textId="6726415F" w:rsidR="00C82E24" w:rsidRPr="0062433C" w:rsidRDefault="00C82E24" w:rsidP="00C82E24">
      <w:pPr>
        <w:pStyle w:val="SingleTxtG"/>
        <w:ind w:left="2835" w:hanging="567"/>
      </w:pPr>
      <w:r w:rsidRPr="0062433C">
        <w:t>a)</w:t>
      </w:r>
      <w:r w:rsidRPr="0062433C">
        <w:tab/>
        <w:t>Dans le cas des indicateurs de direction des catégories</w:t>
      </w:r>
      <w:r>
        <w:t> </w:t>
      </w:r>
      <w:r w:rsidRPr="0062433C">
        <w:t>1, 1a, 1b, 2a, 2b, 11, 11a, 11b, 11c et 12</w:t>
      </w:r>
      <w:r>
        <w:t>,</w:t>
      </w:r>
      <w:r w:rsidRPr="0062433C">
        <w:t xml:space="preserve"> dans l</w:t>
      </w:r>
      <w:r w:rsidR="003D2091">
        <w:t>’</w:t>
      </w:r>
      <w:r w:rsidRPr="0062433C">
        <w:t>axe de référence</w:t>
      </w:r>
      <w:r>
        <w:t> ;</w:t>
      </w:r>
      <w:r w:rsidRPr="0062433C">
        <w:t xml:space="preserve"> ou</w:t>
      </w:r>
    </w:p>
    <w:p w14:paraId="447DB183" w14:textId="353DDE38" w:rsidR="00C82E24" w:rsidRPr="0062433C" w:rsidRDefault="00C82E24" w:rsidP="00C82E24">
      <w:pPr>
        <w:pStyle w:val="SingleTxtG"/>
        <w:ind w:left="2835" w:hanging="567"/>
      </w:pPr>
      <w:r w:rsidRPr="0062433C">
        <w:t>b)</w:t>
      </w:r>
      <w:r w:rsidRPr="0062433C">
        <w:tab/>
      </w:r>
      <w:r>
        <w:t>D</w:t>
      </w:r>
      <w:r w:rsidRPr="0062433C">
        <w:t>ans le cas des indicateurs de direction des catégories</w:t>
      </w:r>
      <w:r>
        <w:t> </w:t>
      </w:r>
      <w:r w:rsidRPr="0062433C">
        <w:t>5 et 6</w:t>
      </w:r>
      <w:r>
        <w:t>,</w:t>
      </w:r>
      <w:r w:rsidRPr="0062433C">
        <w:t xml:space="preserve"> dans la direction</w:t>
      </w:r>
      <w:r>
        <w:t> </w:t>
      </w:r>
      <w:r w:rsidRPr="0062433C">
        <w:t>A indiquée dans l</w:t>
      </w:r>
      <w:r w:rsidR="003D2091">
        <w:t>’</w:t>
      </w:r>
      <w:r w:rsidRPr="0062433C">
        <w:t>annexe</w:t>
      </w:r>
      <w:r>
        <w:t> </w:t>
      </w:r>
      <w:r w:rsidRPr="0062433C">
        <w:t>2.</w:t>
      </w:r>
    </w:p>
    <w:p w14:paraId="250FB553" w14:textId="77777777" w:rsidR="00C82E24" w:rsidRDefault="00C82E24" w:rsidP="00C82E24">
      <w:pPr>
        <w:pStyle w:val="H23G"/>
        <w:ind w:left="2268" w:firstLine="0"/>
      </w:pPr>
      <w:r w:rsidRPr="00135EB3">
        <w:rPr>
          <w:b w:val="0"/>
        </w:rPr>
        <w:t xml:space="preserve">Tableau 8 </w:t>
      </w:r>
      <w:r w:rsidRPr="00135EB3">
        <w:rPr>
          <w:b w:val="0"/>
        </w:rPr>
        <w:br/>
      </w:r>
      <w:r w:rsidRPr="00294782">
        <w:t>Intensité lumineuse des feux indicateurs de direction</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800"/>
        <w:gridCol w:w="1448"/>
        <w:gridCol w:w="1410"/>
        <w:gridCol w:w="1579"/>
      </w:tblGrid>
      <w:tr w:rsidR="00C82E24" w:rsidRPr="0062433C" w14:paraId="3664AB7C" w14:textId="77777777" w:rsidTr="00DE6D37">
        <w:trPr>
          <w:trHeight w:val="244"/>
          <w:tblHeader/>
        </w:trPr>
        <w:tc>
          <w:tcPr>
            <w:tcW w:w="1800" w:type="dxa"/>
            <w:vMerge w:val="restart"/>
            <w:shd w:val="clear" w:color="auto" w:fill="auto"/>
            <w:tcMar>
              <w:top w:w="0" w:type="dxa"/>
              <w:left w:w="0" w:type="dxa"/>
              <w:bottom w:w="0" w:type="dxa"/>
              <w:right w:w="0" w:type="dxa"/>
            </w:tcMar>
            <w:vAlign w:val="bottom"/>
          </w:tcPr>
          <w:p w14:paraId="66ABF69C" w14:textId="77777777" w:rsidR="00C82E24" w:rsidRPr="006778A3" w:rsidRDefault="00C82E24" w:rsidP="00DE6D37">
            <w:pPr>
              <w:spacing w:before="80" w:after="80" w:line="200" w:lineRule="exact"/>
              <w:ind w:left="57"/>
              <w:rPr>
                <w:bCs/>
                <w:i/>
                <w:sz w:val="16"/>
                <w:szCs w:val="16"/>
              </w:rPr>
            </w:pPr>
            <w:r w:rsidRPr="006778A3">
              <w:rPr>
                <w:i/>
                <w:iCs/>
                <w:sz w:val="16"/>
                <w:szCs w:val="16"/>
              </w:rPr>
              <w:t xml:space="preserve">Feu indicateur </w:t>
            </w:r>
            <w:r>
              <w:rPr>
                <w:i/>
                <w:iCs/>
                <w:sz w:val="16"/>
                <w:szCs w:val="16"/>
              </w:rPr>
              <w:br/>
            </w:r>
            <w:r w:rsidRPr="006778A3">
              <w:rPr>
                <w:i/>
                <w:iCs/>
                <w:sz w:val="16"/>
                <w:szCs w:val="16"/>
              </w:rPr>
              <w:t>de direction de catégorie</w:t>
            </w:r>
          </w:p>
        </w:tc>
        <w:tc>
          <w:tcPr>
            <w:tcW w:w="1448" w:type="dxa"/>
            <w:vMerge w:val="restart"/>
            <w:shd w:val="clear" w:color="auto" w:fill="auto"/>
            <w:tcMar>
              <w:top w:w="0" w:type="dxa"/>
              <w:left w:w="0" w:type="dxa"/>
              <w:bottom w:w="0" w:type="dxa"/>
              <w:right w:w="0" w:type="dxa"/>
            </w:tcMar>
            <w:vAlign w:val="bottom"/>
          </w:tcPr>
          <w:p w14:paraId="6E20A71F" w14:textId="77777777" w:rsidR="00C82E24" w:rsidRPr="006778A3" w:rsidRDefault="00C82E24" w:rsidP="00DE6D37">
            <w:pPr>
              <w:spacing w:before="80" w:after="80" w:line="200" w:lineRule="exact"/>
              <w:ind w:right="113"/>
              <w:jc w:val="right"/>
              <w:rPr>
                <w:bCs/>
                <w:i/>
                <w:sz w:val="16"/>
                <w:szCs w:val="16"/>
              </w:rPr>
            </w:pPr>
            <w:r w:rsidRPr="006778A3">
              <w:rPr>
                <w:i/>
                <w:iCs/>
                <w:sz w:val="16"/>
                <w:szCs w:val="16"/>
              </w:rPr>
              <w:t xml:space="preserve">Intensité </w:t>
            </w:r>
            <w:r>
              <w:rPr>
                <w:i/>
                <w:iCs/>
                <w:sz w:val="16"/>
                <w:szCs w:val="16"/>
              </w:rPr>
              <w:br/>
            </w:r>
            <w:r w:rsidRPr="006778A3">
              <w:rPr>
                <w:i/>
                <w:iCs/>
                <w:sz w:val="16"/>
                <w:szCs w:val="16"/>
              </w:rPr>
              <w:t xml:space="preserve">lumineuse </w:t>
            </w:r>
            <w:r>
              <w:rPr>
                <w:i/>
                <w:iCs/>
                <w:sz w:val="16"/>
                <w:szCs w:val="16"/>
              </w:rPr>
              <w:br/>
            </w:r>
            <w:r w:rsidRPr="006778A3">
              <w:rPr>
                <w:i/>
                <w:iCs/>
                <w:sz w:val="16"/>
                <w:szCs w:val="16"/>
              </w:rPr>
              <w:t>minimale en HV (valeurs en cd)</w:t>
            </w:r>
          </w:p>
        </w:tc>
        <w:tc>
          <w:tcPr>
            <w:tcW w:w="2989" w:type="dxa"/>
            <w:gridSpan w:val="2"/>
            <w:shd w:val="clear" w:color="auto" w:fill="auto"/>
            <w:tcMar>
              <w:top w:w="0" w:type="dxa"/>
              <w:left w:w="0" w:type="dxa"/>
              <w:bottom w:w="0" w:type="dxa"/>
              <w:right w:w="0" w:type="dxa"/>
            </w:tcMar>
            <w:vAlign w:val="bottom"/>
          </w:tcPr>
          <w:p w14:paraId="75B8320A" w14:textId="77777777" w:rsidR="00C82E24" w:rsidRPr="006778A3" w:rsidRDefault="00C82E24" w:rsidP="00DE6D37">
            <w:pPr>
              <w:spacing w:before="80" w:after="80" w:line="200" w:lineRule="exact"/>
              <w:jc w:val="center"/>
              <w:rPr>
                <w:bCs/>
                <w:i/>
                <w:sz w:val="16"/>
                <w:szCs w:val="16"/>
              </w:rPr>
            </w:pPr>
            <w:r w:rsidRPr="006778A3">
              <w:rPr>
                <w:i/>
                <w:iCs/>
                <w:sz w:val="16"/>
                <w:szCs w:val="16"/>
              </w:rPr>
              <w:t xml:space="preserve">Intensité lumineuse maximale </w:t>
            </w:r>
            <w:r>
              <w:rPr>
                <w:i/>
                <w:iCs/>
                <w:sz w:val="16"/>
                <w:szCs w:val="16"/>
              </w:rPr>
              <w:br/>
            </w:r>
            <w:r w:rsidRPr="006778A3">
              <w:rPr>
                <w:i/>
                <w:iCs/>
                <w:sz w:val="16"/>
                <w:szCs w:val="16"/>
              </w:rPr>
              <w:t>dans toutes les direct</w:t>
            </w:r>
            <w:r>
              <w:rPr>
                <w:i/>
                <w:iCs/>
                <w:sz w:val="16"/>
                <w:szCs w:val="16"/>
              </w:rPr>
              <w:t xml:space="preserve">ions </w:t>
            </w:r>
            <w:r>
              <w:rPr>
                <w:i/>
                <w:iCs/>
                <w:sz w:val="16"/>
                <w:szCs w:val="16"/>
              </w:rPr>
              <w:br/>
              <w:t>lorsque le feu est utilisé</w:t>
            </w:r>
            <w:r>
              <w:rPr>
                <w:i/>
                <w:iCs/>
                <w:sz w:val="16"/>
                <w:szCs w:val="16"/>
              </w:rPr>
              <w:br/>
            </w:r>
            <w:r w:rsidRPr="006778A3">
              <w:rPr>
                <w:i/>
                <w:iCs/>
                <w:sz w:val="16"/>
                <w:szCs w:val="16"/>
              </w:rPr>
              <w:t>(valeurs en cd)</w:t>
            </w:r>
          </w:p>
        </w:tc>
      </w:tr>
      <w:tr w:rsidR="00C82E24" w:rsidRPr="0062433C" w14:paraId="2A24EF6F" w14:textId="77777777" w:rsidTr="00DE6D37">
        <w:trPr>
          <w:trHeight w:val="280"/>
          <w:tblHeader/>
        </w:trPr>
        <w:tc>
          <w:tcPr>
            <w:tcW w:w="1800" w:type="dxa"/>
            <w:vMerge/>
            <w:tcBorders>
              <w:bottom w:val="single" w:sz="12" w:space="0" w:color="auto"/>
            </w:tcBorders>
            <w:shd w:val="clear" w:color="auto" w:fill="auto"/>
            <w:tcMar>
              <w:top w:w="0" w:type="dxa"/>
              <w:left w:w="0" w:type="dxa"/>
              <w:bottom w:w="0" w:type="dxa"/>
              <w:right w:w="0" w:type="dxa"/>
            </w:tcMar>
            <w:vAlign w:val="bottom"/>
          </w:tcPr>
          <w:p w14:paraId="4F1385A5" w14:textId="77777777" w:rsidR="00C82E24" w:rsidRPr="006778A3" w:rsidRDefault="00C82E24" w:rsidP="00DE6D37">
            <w:pPr>
              <w:spacing w:before="80" w:after="80" w:line="200" w:lineRule="exact"/>
              <w:rPr>
                <w:bCs/>
                <w:i/>
                <w:sz w:val="16"/>
                <w:szCs w:val="16"/>
              </w:rPr>
            </w:pPr>
          </w:p>
        </w:tc>
        <w:tc>
          <w:tcPr>
            <w:tcW w:w="1448" w:type="dxa"/>
            <w:vMerge/>
            <w:tcBorders>
              <w:bottom w:val="single" w:sz="12" w:space="0" w:color="auto"/>
            </w:tcBorders>
            <w:shd w:val="clear" w:color="auto" w:fill="auto"/>
            <w:tcMar>
              <w:top w:w="0" w:type="dxa"/>
              <w:left w:w="0" w:type="dxa"/>
              <w:bottom w:w="0" w:type="dxa"/>
              <w:right w:w="0" w:type="dxa"/>
            </w:tcMar>
            <w:vAlign w:val="bottom"/>
          </w:tcPr>
          <w:p w14:paraId="3AFADD5D" w14:textId="77777777" w:rsidR="00C82E24" w:rsidRPr="006778A3" w:rsidRDefault="00C82E24" w:rsidP="00DE6D37">
            <w:pPr>
              <w:spacing w:before="80" w:after="80" w:line="200" w:lineRule="exact"/>
              <w:rPr>
                <w:bCs/>
                <w:i/>
                <w:sz w:val="16"/>
                <w:szCs w:val="16"/>
              </w:rPr>
            </w:pPr>
          </w:p>
        </w:tc>
        <w:tc>
          <w:tcPr>
            <w:tcW w:w="1410" w:type="dxa"/>
            <w:tcBorders>
              <w:bottom w:val="single" w:sz="12" w:space="0" w:color="auto"/>
            </w:tcBorders>
            <w:shd w:val="clear" w:color="auto" w:fill="auto"/>
            <w:tcMar>
              <w:top w:w="0" w:type="dxa"/>
              <w:left w:w="0" w:type="dxa"/>
              <w:bottom w:w="0" w:type="dxa"/>
              <w:right w:w="0" w:type="dxa"/>
            </w:tcMar>
            <w:vAlign w:val="bottom"/>
          </w:tcPr>
          <w:p w14:paraId="450B0B22" w14:textId="77777777" w:rsidR="00C82E24" w:rsidRPr="006778A3" w:rsidRDefault="00C82E24" w:rsidP="00DE6D37">
            <w:pPr>
              <w:spacing w:before="80" w:after="80" w:line="200" w:lineRule="exact"/>
              <w:ind w:right="113"/>
              <w:jc w:val="right"/>
              <w:rPr>
                <w:bCs/>
                <w:i/>
                <w:sz w:val="16"/>
                <w:szCs w:val="16"/>
                <w:u w:val="single"/>
              </w:rPr>
            </w:pPr>
            <w:r w:rsidRPr="006778A3">
              <w:rPr>
                <w:i/>
                <w:iCs/>
                <w:sz w:val="16"/>
                <w:szCs w:val="16"/>
              </w:rPr>
              <w:t xml:space="preserve">Comme </w:t>
            </w:r>
            <w:r>
              <w:rPr>
                <w:i/>
                <w:iCs/>
                <w:sz w:val="16"/>
                <w:szCs w:val="16"/>
              </w:rPr>
              <w:br/>
            </w:r>
            <w:r w:rsidRPr="006778A3">
              <w:rPr>
                <w:i/>
                <w:iCs/>
                <w:sz w:val="16"/>
                <w:szCs w:val="16"/>
              </w:rPr>
              <w:t>feu simple</w:t>
            </w:r>
            <w:r w:rsidRPr="006778A3">
              <w:rPr>
                <w:sz w:val="16"/>
                <w:szCs w:val="16"/>
              </w:rPr>
              <w:t xml:space="preserve"> </w:t>
            </w:r>
          </w:p>
        </w:tc>
        <w:tc>
          <w:tcPr>
            <w:tcW w:w="1579" w:type="dxa"/>
            <w:tcBorders>
              <w:bottom w:val="single" w:sz="12" w:space="0" w:color="auto"/>
            </w:tcBorders>
            <w:shd w:val="clear" w:color="auto" w:fill="auto"/>
            <w:tcMar>
              <w:top w:w="0" w:type="dxa"/>
              <w:left w:w="0" w:type="dxa"/>
              <w:bottom w:w="0" w:type="dxa"/>
              <w:right w:w="0" w:type="dxa"/>
            </w:tcMar>
            <w:vAlign w:val="bottom"/>
          </w:tcPr>
          <w:p w14:paraId="53B6E2BB" w14:textId="77777777" w:rsidR="00C82E24" w:rsidRPr="006778A3" w:rsidRDefault="00C82E24" w:rsidP="00DE6D37">
            <w:pPr>
              <w:spacing w:before="80" w:after="80" w:line="200" w:lineRule="exact"/>
              <w:ind w:right="113"/>
              <w:jc w:val="right"/>
              <w:rPr>
                <w:bCs/>
                <w:i/>
                <w:sz w:val="16"/>
                <w:szCs w:val="16"/>
              </w:rPr>
            </w:pPr>
            <w:r w:rsidRPr="006778A3">
              <w:rPr>
                <w:i/>
                <w:iCs/>
                <w:sz w:val="16"/>
                <w:szCs w:val="16"/>
              </w:rPr>
              <w:t>Co</w:t>
            </w:r>
            <w:r>
              <w:rPr>
                <w:i/>
                <w:iCs/>
                <w:sz w:val="16"/>
                <w:szCs w:val="16"/>
              </w:rPr>
              <w:t xml:space="preserve">mme feu portant </w:t>
            </w:r>
            <w:r>
              <w:rPr>
                <w:i/>
                <w:iCs/>
                <w:sz w:val="16"/>
                <w:szCs w:val="16"/>
              </w:rPr>
              <w:br/>
              <w:t>la marque « D »</w:t>
            </w:r>
            <w:r>
              <w:rPr>
                <w:i/>
                <w:iCs/>
                <w:sz w:val="16"/>
                <w:szCs w:val="16"/>
              </w:rPr>
              <w:br/>
            </w:r>
            <w:r w:rsidRPr="006778A3">
              <w:rPr>
                <w:i/>
                <w:iCs/>
                <w:sz w:val="16"/>
                <w:szCs w:val="16"/>
              </w:rPr>
              <w:t>(par.</w:t>
            </w:r>
            <w:r>
              <w:rPr>
                <w:i/>
                <w:iCs/>
                <w:sz w:val="16"/>
                <w:szCs w:val="16"/>
              </w:rPr>
              <w:t> </w:t>
            </w:r>
            <w:r w:rsidRPr="006778A3">
              <w:rPr>
                <w:i/>
                <w:iCs/>
                <w:sz w:val="16"/>
                <w:szCs w:val="16"/>
              </w:rPr>
              <w:t>3.3.2.5.2)</w:t>
            </w:r>
          </w:p>
        </w:tc>
      </w:tr>
      <w:tr w:rsidR="00C82E24" w:rsidRPr="004E3320" w14:paraId="0C7895F0" w14:textId="77777777" w:rsidTr="00DE6D37">
        <w:trPr>
          <w:trHeight w:val="163"/>
        </w:trPr>
        <w:tc>
          <w:tcPr>
            <w:tcW w:w="1800" w:type="dxa"/>
            <w:tcBorders>
              <w:top w:val="single" w:sz="12" w:space="0" w:color="auto"/>
            </w:tcBorders>
            <w:shd w:val="clear" w:color="auto" w:fill="auto"/>
            <w:tcMar>
              <w:top w:w="0" w:type="dxa"/>
              <w:left w:w="0" w:type="dxa"/>
              <w:bottom w:w="0" w:type="dxa"/>
              <w:right w:w="0" w:type="dxa"/>
            </w:tcMar>
          </w:tcPr>
          <w:p w14:paraId="66024472" w14:textId="77777777" w:rsidR="00C82E24" w:rsidRPr="004E3320" w:rsidRDefault="00C82E24" w:rsidP="00DE6D37">
            <w:pPr>
              <w:spacing w:before="40" w:after="40" w:line="220" w:lineRule="atLeast"/>
              <w:ind w:left="57"/>
              <w:rPr>
                <w:bCs/>
                <w:sz w:val="18"/>
                <w:szCs w:val="18"/>
              </w:rPr>
            </w:pPr>
            <w:r w:rsidRPr="004E3320">
              <w:rPr>
                <w:sz w:val="18"/>
                <w:szCs w:val="18"/>
              </w:rPr>
              <w:t>1</w:t>
            </w:r>
          </w:p>
        </w:tc>
        <w:tc>
          <w:tcPr>
            <w:tcW w:w="1448" w:type="dxa"/>
            <w:tcBorders>
              <w:top w:val="single" w:sz="12" w:space="0" w:color="auto"/>
            </w:tcBorders>
            <w:shd w:val="clear" w:color="auto" w:fill="auto"/>
            <w:tcMar>
              <w:top w:w="0" w:type="dxa"/>
              <w:left w:w="0" w:type="dxa"/>
              <w:bottom w:w="0" w:type="dxa"/>
              <w:right w:w="0" w:type="dxa"/>
            </w:tcMar>
            <w:vAlign w:val="bottom"/>
          </w:tcPr>
          <w:p w14:paraId="0008C26D"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175</w:t>
            </w:r>
          </w:p>
        </w:tc>
        <w:tc>
          <w:tcPr>
            <w:tcW w:w="1410" w:type="dxa"/>
            <w:tcBorders>
              <w:top w:val="single" w:sz="12" w:space="0" w:color="auto"/>
            </w:tcBorders>
            <w:shd w:val="clear" w:color="auto" w:fill="auto"/>
            <w:tcMar>
              <w:top w:w="0" w:type="dxa"/>
              <w:left w:w="0" w:type="dxa"/>
              <w:bottom w:w="0" w:type="dxa"/>
              <w:right w:w="0" w:type="dxa"/>
            </w:tcMar>
            <w:vAlign w:val="bottom"/>
          </w:tcPr>
          <w:p w14:paraId="6B17907C"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1 000</w:t>
            </w:r>
          </w:p>
        </w:tc>
        <w:tc>
          <w:tcPr>
            <w:tcW w:w="1579" w:type="dxa"/>
            <w:tcBorders>
              <w:top w:val="single" w:sz="12" w:space="0" w:color="auto"/>
            </w:tcBorders>
            <w:shd w:val="clear" w:color="auto" w:fill="auto"/>
            <w:tcMar>
              <w:top w:w="0" w:type="dxa"/>
              <w:left w:w="0" w:type="dxa"/>
              <w:bottom w:w="0" w:type="dxa"/>
              <w:right w:w="0" w:type="dxa"/>
            </w:tcMar>
            <w:vAlign w:val="bottom"/>
          </w:tcPr>
          <w:p w14:paraId="020ECA6E"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500</w:t>
            </w:r>
          </w:p>
        </w:tc>
      </w:tr>
      <w:tr w:rsidR="00C82E24" w:rsidRPr="004E3320" w14:paraId="59FB8849" w14:textId="77777777" w:rsidTr="00DE6D37">
        <w:trPr>
          <w:trHeight w:val="122"/>
        </w:trPr>
        <w:tc>
          <w:tcPr>
            <w:tcW w:w="1800" w:type="dxa"/>
            <w:shd w:val="clear" w:color="auto" w:fill="auto"/>
            <w:tcMar>
              <w:top w:w="0" w:type="dxa"/>
              <w:left w:w="0" w:type="dxa"/>
              <w:bottom w:w="0" w:type="dxa"/>
              <w:right w:w="0" w:type="dxa"/>
            </w:tcMar>
          </w:tcPr>
          <w:p w14:paraId="091CBF9B" w14:textId="77777777" w:rsidR="00C82E24" w:rsidRPr="004E3320" w:rsidRDefault="00C82E24" w:rsidP="00DE6D37">
            <w:pPr>
              <w:spacing w:before="40" w:after="40" w:line="220" w:lineRule="atLeast"/>
              <w:ind w:left="57"/>
              <w:rPr>
                <w:bCs/>
                <w:sz w:val="18"/>
                <w:szCs w:val="18"/>
              </w:rPr>
            </w:pPr>
            <w:r w:rsidRPr="004E3320">
              <w:rPr>
                <w:sz w:val="18"/>
                <w:szCs w:val="18"/>
              </w:rPr>
              <w:t>1a</w:t>
            </w:r>
          </w:p>
        </w:tc>
        <w:tc>
          <w:tcPr>
            <w:tcW w:w="1448" w:type="dxa"/>
            <w:shd w:val="clear" w:color="auto" w:fill="auto"/>
            <w:tcMar>
              <w:top w:w="0" w:type="dxa"/>
              <w:left w:w="0" w:type="dxa"/>
              <w:bottom w:w="0" w:type="dxa"/>
              <w:right w:w="0" w:type="dxa"/>
            </w:tcMar>
            <w:vAlign w:val="bottom"/>
          </w:tcPr>
          <w:p w14:paraId="2EEF563F"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250</w:t>
            </w:r>
          </w:p>
        </w:tc>
        <w:tc>
          <w:tcPr>
            <w:tcW w:w="1410" w:type="dxa"/>
            <w:shd w:val="clear" w:color="auto" w:fill="auto"/>
            <w:tcMar>
              <w:top w:w="0" w:type="dxa"/>
              <w:left w:w="0" w:type="dxa"/>
              <w:bottom w:w="0" w:type="dxa"/>
              <w:right w:w="0" w:type="dxa"/>
            </w:tcMar>
            <w:vAlign w:val="bottom"/>
          </w:tcPr>
          <w:p w14:paraId="2ECC7B45"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1 200</w:t>
            </w:r>
          </w:p>
        </w:tc>
        <w:tc>
          <w:tcPr>
            <w:tcW w:w="1579" w:type="dxa"/>
            <w:shd w:val="clear" w:color="auto" w:fill="auto"/>
            <w:tcMar>
              <w:top w:w="0" w:type="dxa"/>
              <w:left w:w="0" w:type="dxa"/>
              <w:bottom w:w="0" w:type="dxa"/>
              <w:right w:w="0" w:type="dxa"/>
            </w:tcMar>
            <w:vAlign w:val="bottom"/>
          </w:tcPr>
          <w:p w14:paraId="75A1C47B"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600</w:t>
            </w:r>
          </w:p>
        </w:tc>
      </w:tr>
      <w:tr w:rsidR="00C82E24" w:rsidRPr="004E3320" w14:paraId="6A6BAD5F" w14:textId="77777777" w:rsidTr="00DE6D37">
        <w:trPr>
          <w:trHeight w:val="19"/>
        </w:trPr>
        <w:tc>
          <w:tcPr>
            <w:tcW w:w="1800" w:type="dxa"/>
            <w:shd w:val="clear" w:color="auto" w:fill="auto"/>
            <w:tcMar>
              <w:top w:w="0" w:type="dxa"/>
              <w:left w:w="0" w:type="dxa"/>
              <w:bottom w:w="0" w:type="dxa"/>
              <w:right w:w="0" w:type="dxa"/>
            </w:tcMar>
          </w:tcPr>
          <w:p w14:paraId="21A83E0D" w14:textId="77777777" w:rsidR="00C82E24" w:rsidRPr="004E3320" w:rsidRDefault="00C82E24" w:rsidP="00DE6D37">
            <w:pPr>
              <w:spacing w:before="40" w:after="40" w:line="220" w:lineRule="atLeast"/>
              <w:ind w:left="57"/>
              <w:rPr>
                <w:bCs/>
                <w:sz w:val="18"/>
                <w:szCs w:val="18"/>
              </w:rPr>
            </w:pPr>
            <w:r w:rsidRPr="004E3320">
              <w:rPr>
                <w:sz w:val="18"/>
                <w:szCs w:val="18"/>
              </w:rPr>
              <w:t>1b</w:t>
            </w:r>
          </w:p>
        </w:tc>
        <w:tc>
          <w:tcPr>
            <w:tcW w:w="1448" w:type="dxa"/>
            <w:shd w:val="clear" w:color="auto" w:fill="auto"/>
            <w:tcMar>
              <w:top w:w="0" w:type="dxa"/>
              <w:left w:w="0" w:type="dxa"/>
              <w:bottom w:w="0" w:type="dxa"/>
              <w:right w:w="0" w:type="dxa"/>
            </w:tcMar>
            <w:vAlign w:val="bottom"/>
          </w:tcPr>
          <w:p w14:paraId="4E6130EB"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400</w:t>
            </w:r>
          </w:p>
        </w:tc>
        <w:tc>
          <w:tcPr>
            <w:tcW w:w="1410" w:type="dxa"/>
            <w:shd w:val="clear" w:color="auto" w:fill="auto"/>
            <w:tcMar>
              <w:top w:w="0" w:type="dxa"/>
              <w:left w:w="0" w:type="dxa"/>
              <w:bottom w:w="0" w:type="dxa"/>
              <w:right w:w="0" w:type="dxa"/>
            </w:tcMar>
            <w:vAlign w:val="bottom"/>
          </w:tcPr>
          <w:p w14:paraId="019E8A0E"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1 200</w:t>
            </w:r>
          </w:p>
        </w:tc>
        <w:tc>
          <w:tcPr>
            <w:tcW w:w="1579" w:type="dxa"/>
            <w:shd w:val="clear" w:color="auto" w:fill="auto"/>
            <w:tcMar>
              <w:top w:w="0" w:type="dxa"/>
              <w:left w:w="0" w:type="dxa"/>
              <w:bottom w:w="0" w:type="dxa"/>
              <w:right w:w="0" w:type="dxa"/>
            </w:tcMar>
            <w:vAlign w:val="bottom"/>
          </w:tcPr>
          <w:p w14:paraId="3A22F707"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600</w:t>
            </w:r>
          </w:p>
        </w:tc>
      </w:tr>
      <w:tr w:rsidR="00C82E24" w:rsidRPr="004E3320" w14:paraId="362ADD38" w14:textId="77777777" w:rsidTr="00DE6D37">
        <w:trPr>
          <w:trHeight w:val="356"/>
        </w:trPr>
        <w:tc>
          <w:tcPr>
            <w:tcW w:w="1800" w:type="dxa"/>
            <w:shd w:val="clear" w:color="auto" w:fill="auto"/>
            <w:tcMar>
              <w:top w:w="0" w:type="dxa"/>
              <w:left w:w="0" w:type="dxa"/>
              <w:bottom w:w="0" w:type="dxa"/>
              <w:right w:w="0" w:type="dxa"/>
            </w:tcMar>
          </w:tcPr>
          <w:p w14:paraId="3FE6F50C" w14:textId="77777777" w:rsidR="00C82E24" w:rsidRPr="004E3320" w:rsidRDefault="00C82E24" w:rsidP="00DE6D37">
            <w:pPr>
              <w:spacing w:before="40" w:after="40" w:line="220" w:lineRule="atLeast"/>
              <w:ind w:left="57"/>
              <w:rPr>
                <w:bCs/>
                <w:sz w:val="18"/>
                <w:szCs w:val="18"/>
              </w:rPr>
            </w:pPr>
            <w:r w:rsidRPr="004E3320">
              <w:rPr>
                <w:sz w:val="18"/>
                <w:szCs w:val="18"/>
              </w:rPr>
              <w:t>2a (intensité constante)</w:t>
            </w:r>
          </w:p>
        </w:tc>
        <w:tc>
          <w:tcPr>
            <w:tcW w:w="1448" w:type="dxa"/>
            <w:shd w:val="clear" w:color="auto" w:fill="auto"/>
            <w:tcMar>
              <w:top w:w="0" w:type="dxa"/>
              <w:left w:w="0" w:type="dxa"/>
              <w:bottom w:w="0" w:type="dxa"/>
              <w:right w:w="0" w:type="dxa"/>
            </w:tcMar>
            <w:vAlign w:val="bottom"/>
          </w:tcPr>
          <w:p w14:paraId="1A53978A"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50</w:t>
            </w:r>
          </w:p>
        </w:tc>
        <w:tc>
          <w:tcPr>
            <w:tcW w:w="1410" w:type="dxa"/>
            <w:shd w:val="clear" w:color="auto" w:fill="auto"/>
            <w:tcMar>
              <w:top w:w="0" w:type="dxa"/>
              <w:left w:w="0" w:type="dxa"/>
              <w:bottom w:w="0" w:type="dxa"/>
              <w:right w:w="0" w:type="dxa"/>
            </w:tcMar>
            <w:vAlign w:val="bottom"/>
          </w:tcPr>
          <w:p w14:paraId="13E95C3B"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500</w:t>
            </w:r>
          </w:p>
        </w:tc>
        <w:tc>
          <w:tcPr>
            <w:tcW w:w="1579" w:type="dxa"/>
            <w:shd w:val="clear" w:color="auto" w:fill="auto"/>
            <w:tcMar>
              <w:top w:w="0" w:type="dxa"/>
              <w:left w:w="0" w:type="dxa"/>
              <w:bottom w:w="0" w:type="dxa"/>
              <w:right w:w="0" w:type="dxa"/>
            </w:tcMar>
            <w:vAlign w:val="bottom"/>
          </w:tcPr>
          <w:p w14:paraId="7A8407C4"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250</w:t>
            </w:r>
          </w:p>
        </w:tc>
      </w:tr>
      <w:tr w:rsidR="00C82E24" w:rsidRPr="004E3320" w14:paraId="023E2F20" w14:textId="77777777" w:rsidTr="00DE6D37">
        <w:trPr>
          <w:trHeight w:val="356"/>
        </w:trPr>
        <w:tc>
          <w:tcPr>
            <w:tcW w:w="1800" w:type="dxa"/>
            <w:shd w:val="clear" w:color="auto" w:fill="auto"/>
            <w:tcMar>
              <w:top w:w="0" w:type="dxa"/>
              <w:left w:w="0" w:type="dxa"/>
              <w:bottom w:w="0" w:type="dxa"/>
              <w:right w:w="0" w:type="dxa"/>
            </w:tcMar>
          </w:tcPr>
          <w:p w14:paraId="2575804B" w14:textId="77777777" w:rsidR="00C82E24" w:rsidRPr="004E3320" w:rsidRDefault="00C82E24" w:rsidP="00DE6D37">
            <w:pPr>
              <w:spacing w:before="40" w:after="40" w:line="220" w:lineRule="atLeast"/>
              <w:ind w:left="57"/>
              <w:rPr>
                <w:bCs/>
                <w:sz w:val="18"/>
                <w:szCs w:val="18"/>
              </w:rPr>
            </w:pPr>
            <w:r w:rsidRPr="004E3320">
              <w:rPr>
                <w:sz w:val="18"/>
                <w:szCs w:val="18"/>
              </w:rPr>
              <w:t>2b (intensité variable)</w:t>
            </w:r>
          </w:p>
        </w:tc>
        <w:tc>
          <w:tcPr>
            <w:tcW w:w="1448" w:type="dxa"/>
            <w:shd w:val="clear" w:color="auto" w:fill="auto"/>
            <w:tcMar>
              <w:top w:w="0" w:type="dxa"/>
              <w:left w:w="0" w:type="dxa"/>
              <w:bottom w:w="0" w:type="dxa"/>
              <w:right w:w="0" w:type="dxa"/>
            </w:tcMar>
            <w:vAlign w:val="bottom"/>
          </w:tcPr>
          <w:p w14:paraId="27C773A5"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50</w:t>
            </w:r>
          </w:p>
        </w:tc>
        <w:tc>
          <w:tcPr>
            <w:tcW w:w="1410" w:type="dxa"/>
            <w:shd w:val="clear" w:color="auto" w:fill="auto"/>
            <w:tcMar>
              <w:top w:w="0" w:type="dxa"/>
              <w:left w:w="0" w:type="dxa"/>
              <w:bottom w:w="0" w:type="dxa"/>
              <w:right w:w="0" w:type="dxa"/>
            </w:tcMar>
            <w:vAlign w:val="bottom"/>
          </w:tcPr>
          <w:p w14:paraId="29AC55D6"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1 000</w:t>
            </w:r>
          </w:p>
        </w:tc>
        <w:tc>
          <w:tcPr>
            <w:tcW w:w="1579" w:type="dxa"/>
            <w:shd w:val="clear" w:color="auto" w:fill="auto"/>
            <w:tcMar>
              <w:top w:w="0" w:type="dxa"/>
              <w:left w:w="0" w:type="dxa"/>
              <w:bottom w:w="0" w:type="dxa"/>
              <w:right w:w="0" w:type="dxa"/>
            </w:tcMar>
            <w:vAlign w:val="bottom"/>
          </w:tcPr>
          <w:p w14:paraId="5365C4DD"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500</w:t>
            </w:r>
          </w:p>
        </w:tc>
      </w:tr>
      <w:tr w:rsidR="00C82E24" w:rsidRPr="004E3320" w14:paraId="457DBF52" w14:textId="77777777" w:rsidTr="00DE6D37">
        <w:trPr>
          <w:trHeight w:val="356"/>
        </w:trPr>
        <w:tc>
          <w:tcPr>
            <w:tcW w:w="1800" w:type="dxa"/>
            <w:shd w:val="clear" w:color="auto" w:fill="auto"/>
            <w:tcMar>
              <w:top w:w="0" w:type="dxa"/>
              <w:left w:w="0" w:type="dxa"/>
              <w:bottom w:w="0" w:type="dxa"/>
              <w:right w:w="0" w:type="dxa"/>
            </w:tcMar>
          </w:tcPr>
          <w:p w14:paraId="26A29420" w14:textId="77777777" w:rsidR="00C82E24" w:rsidRPr="004E3320" w:rsidRDefault="00C82E24" w:rsidP="00DE6D37">
            <w:pPr>
              <w:spacing w:before="40" w:after="40" w:line="220" w:lineRule="atLeast"/>
              <w:ind w:left="57"/>
              <w:rPr>
                <w:bCs/>
                <w:sz w:val="18"/>
                <w:szCs w:val="18"/>
              </w:rPr>
            </w:pPr>
            <w:r w:rsidRPr="004E3320">
              <w:rPr>
                <w:sz w:val="18"/>
                <w:szCs w:val="18"/>
              </w:rPr>
              <w:t>5</w:t>
            </w:r>
          </w:p>
        </w:tc>
        <w:tc>
          <w:tcPr>
            <w:tcW w:w="1448" w:type="dxa"/>
            <w:shd w:val="clear" w:color="auto" w:fill="auto"/>
            <w:tcMar>
              <w:top w:w="0" w:type="dxa"/>
              <w:left w:w="0" w:type="dxa"/>
              <w:bottom w:w="0" w:type="dxa"/>
              <w:right w:w="0" w:type="dxa"/>
            </w:tcMar>
            <w:vAlign w:val="bottom"/>
          </w:tcPr>
          <w:p w14:paraId="46195DA1"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0,6</w:t>
            </w:r>
          </w:p>
        </w:tc>
        <w:tc>
          <w:tcPr>
            <w:tcW w:w="1410" w:type="dxa"/>
            <w:shd w:val="clear" w:color="auto" w:fill="auto"/>
            <w:tcMar>
              <w:top w:w="0" w:type="dxa"/>
              <w:left w:w="0" w:type="dxa"/>
              <w:bottom w:w="0" w:type="dxa"/>
              <w:right w:w="0" w:type="dxa"/>
            </w:tcMar>
            <w:vAlign w:val="bottom"/>
          </w:tcPr>
          <w:p w14:paraId="5629B756"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280</w:t>
            </w:r>
          </w:p>
        </w:tc>
        <w:tc>
          <w:tcPr>
            <w:tcW w:w="1579" w:type="dxa"/>
            <w:shd w:val="clear" w:color="auto" w:fill="auto"/>
            <w:tcMar>
              <w:top w:w="0" w:type="dxa"/>
              <w:left w:w="0" w:type="dxa"/>
              <w:bottom w:w="0" w:type="dxa"/>
              <w:right w:w="0" w:type="dxa"/>
            </w:tcMar>
            <w:vAlign w:val="bottom"/>
          </w:tcPr>
          <w:p w14:paraId="196B53E2"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140</w:t>
            </w:r>
          </w:p>
        </w:tc>
      </w:tr>
      <w:tr w:rsidR="00C82E24" w:rsidRPr="004E3320" w14:paraId="02D80B9B" w14:textId="77777777" w:rsidTr="00DE6D37">
        <w:trPr>
          <w:trHeight w:val="356"/>
        </w:trPr>
        <w:tc>
          <w:tcPr>
            <w:tcW w:w="1800" w:type="dxa"/>
            <w:shd w:val="clear" w:color="auto" w:fill="auto"/>
            <w:tcMar>
              <w:top w:w="0" w:type="dxa"/>
              <w:left w:w="0" w:type="dxa"/>
              <w:bottom w:w="0" w:type="dxa"/>
              <w:right w:w="0" w:type="dxa"/>
            </w:tcMar>
          </w:tcPr>
          <w:p w14:paraId="04218BCD" w14:textId="77777777" w:rsidR="00C82E24" w:rsidRPr="004E3320" w:rsidRDefault="00C82E24" w:rsidP="00DE6D37">
            <w:pPr>
              <w:spacing w:before="40" w:after="40" w:line="220" w:lineRule="atLeast"/>
              <w:ind w:left="57"/>
              <w:rPr>
                <w:bCs/>
                <w:sz w:val="18"/>
                <w:szCs w:val="18"/>
              </w:rPr>
            </w:pPr>
            <w:r w:rsidRPr="004E3320">
              <w:rPr>
                <w:sz w:val="18"/>
                <w:szCs w:val="18"/>
              </w:rPr>
              <w:t>6</w:t>
            </w:r>
          </w:p>
        </w:tc>
        <w:tc>
          <w:tcPr>
            <w:tcW w:w="1448" w:type="dxa"/>
            <w:shd w:val="clear" w:color="auto" w:fill="auto"/>
            <w:tcMar>
              <w:top w:w="0" w:type="dxa"/>
              <w:left w:w="0" w:type="dxa"/>
              <w:bottom w:w="0" w:type="dxa"/>
              <w:right w:w="0" w:type="dxa"/>
            </w:tcMar>
            <w:vAlign w:val="bottom"/>
          </w:tcPr>
          <w:p w14:paraId="15FCF73D"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50</w:t>
            </w:r>
          </w:p>
        </w:tc>
        <w:tc>
          <w:tcPr>
            <w:tcW w:w="1410" w:type="dxa"/>
            <w:shd w:val="clear" w:color="auto" w:fill="auto"/>
            <w:tcMar>
              <w:top w:w="0" w:type="dxa"/>
              <w:left w:w="0" w:type="dxa"/>
              <w:bottom w:w="0" w:type="dxa"/>
              <w:right w:w="0" w:type="dxa"/>
            </w:tcMar>
            <w:vAlign w:val="bottom"/>
          </w:tcPr>
          <w:p w14:paraId="24A5A8BE"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280</w:t>
            </w:r>
          </w:p>
        </w:tc>
        <w:tc>
          <w:tcPr>
            <w:tcW w:w="1579" w:type="dxa"/>
            <w:shd w:val="clear" w:color="auto" w:fill="auto"/>
            <w:tcMar>
              <w:top w:w="0" w:type="dxa"/>
              <w:left w:w="0" w:type="dxa"/>
              <w:bottom w:w="0" w:type="dxa"/>
              <w:right w:w="0" w:type="dxa"/>
            </w:tcMar>
            <w:vAlign w:val="bottom"/>
          </w:tcPr>
          <w:p w14:paraId="024742BD"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140</w:t>
            </w:r>
          </w:p>
        </w:tc>
      </w:tr>
      <w:tr w:rsidR="00C82E24" w:rsidRPr="004E3320" w14:paraId="56F7FB79" w14:textId="77777777" w:rsidTr="00DE6D37">
        <w:trPr>
          <w:trHeight w:val="356"/>
        </w:trPr>
        <w:tc>
          <w:tcPr>
            <w:tcW w:w="1800" w:type="dxa"/>
            <w:shd w:val="clear" w:color="auto" w:fill="auto"/>
            <w:tcMar>
              <w:top w:w="0" w:type="dxa"/>
              <w:left w:w="0" w:type="dxa"/>
              <w:bottom w:w="0" w:type="dxa"/>
              <w:right w:w="0" w:type="dxa"/>
            </w:tcMar>
          </w:tcPr>
          <w:p w14:paraId="3541DC9A" w14:textId="77777777" w:rsidR="00C82E24" w:rsidRPr="004E3320" w:rsidRDefault="00C82E24" w:rsidP="00DE6D37">
            <w:pPr>
              <w:spacing w:before="40" w:after="40" w:line="220" w:lineRule="atLeast"/>
              <w:ind w:left="57"/>
              <w:rPr>
                <w:bCs/>
                <w:sz w:val="18"/>
                <w:szCs w:val="18"/>
              </w:rPr>
            </w:pPr>
            <w:r w:rsidRPr="004E3320">
              <w:rPr>
                <w:sz w:val="18"/>
                <w:szCs w:val="18"/>
              </w:rPr>
              <w:t>11</w:t>
            </w:r>
          </w:p>
        </w:tc>
        <w:tc>
          <w:tcPr>
            <w:tcW w:w="1448" w:type="dxa"/>
            <w:shd w:val="clear" w:color="auto" w:fill="auto"/>
            <w:tcMar>
              <w:top w:w="0" w:type="dxa"/>
              <w:left w:w="0" w:type="dxa"/>
              <w:bottom w:w="0" w:type="dxa"/>
              <w:right w:w="0" w:type="dxa"/>
            </w:tcMar>
            <w:vAlign w:val="bottom"/>
          </w:tcPr>
          <w:p w14:paraId="3AB8DFA0"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90</w:t>
            </w:r>
          </w:p>
        </w:tc>
        <w:tc>
          <w:tcPr>
            <w:tcW w:w="1410" w:type="dxa"/>
            <w:shd w:val="clear" w:color="auto" w:fill="auto"/>
            <w:tcMar>
              <w:top w:w="0" w:type="dxa"/>
              <w:left w:w="0" w:type="dxa"/>
              <w:bottom w:w="0" w:type="dxa"/>
              <w:right w:w="0" w:type="dxa"/>
            </w:tcMar>
            <w:vAlign w:val="bottom"/>
          </w:tcPr>
          <w:p w14:paraId="6167CD99"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1 000</w:t>
            </w:r>
          </w:p>
        </w:tc>
        <w:tc>
          <w:tcPr>
            <w:tcW w:w="1579" w:type="dxa"/>
            <w:shd w:val="clear" w:color="auto" w:fill="auto"/>
            <w:tcMar>
              <w:top w:w="0" w:type="dxa"/>
              <w:left w:w="0" w:type="dxa"/>
              <w:bottom w:w="0" w:type="dxa"/>
              <w:right w:w="0" w:type="dxa"/>
            </w:tcMar>
            <w:vAlign w:val="bottom"/>
          </w:tcPr>
          <w:p w14:paraId="66474391" w14:textId="77777777" w:rsidR="00C82E24" w:rsidRPr="004E3320" w:rsidRDefault="00C82E24" w:rsidP="00DE6D37">
            <w:pPr>
              <w:spacing w:beforeLines="40" w:before="96" w:after="40" w:line="220" w:lineRule="atLeast"/>
              <w:ind w:right="113"/>
              <w:jc w:val="right"/>
              <w:rPr>
                <w:bCs/>
                <w:sz w:val="18"/>
                <w:szCs w:val="18"/>
              </w:rPr>
            </w:pPr>
            <w:proofErr w:type="spellStart"/>
            <w:r w:rsidRPr="004E3320">
              <w:rPr>
                <w:sz w:val="18"/>
                <w:szCs w:val="18"/>
              </w:rPr>
              <w:t>s.o</w:t>
            </w:r>
            <w:proofErr w:type="spellEnd"/>
            <w:r w:rsidRPr="004E3320">
              <w:rPr>
                <w:sz w:val="18"/>
                <w:szCs w:val="18"/>
              </w:rPr>
              <w:t>.</w:t>
            </w:r>
          </w:p>
        </w:tc>
      </w:tr>
      <w:tr w:rsidR="00C82E24" w:rsidRPr="004E3320" w14:paraId="4A161194" w14:textId="77777777" w:rsidTr="00DE6D37">
        <w:trPr>
          <w:trHeight w:val="356"/>
        </w:trPr>
        <w:tc>
          <w:tcPr>
            <w:tcW w:w="1800" w:type="dxa"/>
            <w:shd w:val="clear" w:color="auto" w:fill="auto"/>
            <w:tcMar>
              <w:top w:w="0" w:type="dxa"/>
              <w:left w:w="0" w:type="dxa"/>
              <w:bottom w:w="0" w:type="dxa"/>
              <w:right w:w="0" w:type="dxa"/>
            </w:tcMar>
          </w:tcPr>
          <w:p w14:paraId="02773D15" w14:textId="77777777" w:rsidR="00C82E24" w:rsidRPr="004E3320" w:rsidRDefault="00C82E24" w:rsidP="00DE6D37">
            <w:pPr>
              <w:spacing w:before="40" w:after="40" w:line="220" w:lineRule="atLeast"/>
              <w:ind w:left="57"/>
              <w:rPr>
                <w:bCs/>
                <w:sz w:val="18"/>
                <w:szCs w:val="18"/>
              </w:rPr>
            </w:pPr>
            <w:r w:rsidRPr="004E3320">
              <w:rPr>
                <w:sz w:val="18"/>
                <w:szCs w:val="18"/>
              </w:rPr>
              <w:t>11a</w:t>
            </w:r>
          </w:p>
        </w:tc>
        <w:tc>
          <w:tcPr>
            <w:tcW w:w="1448" w:type="dxa"/>
            <w:shd w:val="clear" w:color="auto" w:fill="auto"/>
            <w:tcMar>
              <w:top w:w="0" w:type="dxa"/>
              <w:left w:w="0" w:type="dxa"/>
              <w:bottom w:w="0" w:type="dxa"/>
              <w:right w:w="0" w:type="dxa"/>
            </w:tcMar>
            <w:vAlign w:val="bottom"/>
          </w:tcPr>
          <w:p w14:paraId="336F063A"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175</w:t>
            </w:r>
          </w:p>
        </w:tc>
        <w:tc>
          <w:tcPr>
            <w:tcW w:w="1410" w:type="dxa"/>
            <w:shd w:val="clear" w:color="auto" w:fill="auto"/>
            <w:tcMar>
              <w:top w:w="0" w:type="dxa"/>
              <w:left w:w="0" w:type="dxa"/>
              <w:bottom w:w="0" w:type="dxa"/>
              <w:right w:w="0" w:type="dxa"/>
            </w:tcMar>
            <w:vAlign w:val="bottom"/>
          </w:tcPr>
          <w:p w14:paraId="454EB05F"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1 000</w:t>
            </w:r>
          </w:p>
        </w:tc>
        <w:tc>
          <w:tcPr>
            <w:tcW w:w="1579" w:type="dxa"/>
            <w:shd w:val="clear" w:color="auto" w:fill="auto"/>
            <w:tcMar>
              <w:top w:w="0" w:type="dxa"/>
              <w:left w:w="0" w:type="dxa"/>
              <w:bottom w:w="0" w:type="dxa"/>
              <w:right w:w="0" w:type="dxa"/>
            </w:tcMar>
            <w:vAlign w:val="bottom"/>
          </w:tcPr>
          <w:p w14:paraId="76D0FA0F" w14:textId="77777777" w:rsidR="00C82E24" w:rsidRPr="004E3320" w:rsidRDefault="00C82E24" w:rsidP="00DE6D37">
            <w:pPr>
              <w:spacing w:beforeLines="40" w:before="96" w:after="40" w:line="220" w:lineRule="atLeast"/>
              <w:ind w:right="113"/>
              <w:jc w:val="right"/>
              <w:rPr>
                <w:bCs/>
                <w:sz w:val="18"/>
                <w:szCs w:val="18"/>
              </w:rPr>
            </w:pPr>
            <w:proofErr w:type="spellStart"/>
            <w:r w:rsidRPr="004E3320">
              <w:rPr>
                <w:sz w:val="18"/>
                <w:szCs w:val="18"/>
              </w:rPr>
              <w:t>s.o</w:t>
            </w:r>
            <w:proofErr w:type="spellEnd"/>
            <w:r w:rsidRPr="004E3320">
              <w:rPr>
                <w:sz w:val="18"/>
                <w:szCs w:val="18"/>
              </w:rPr>
              <w:t>.</w:t>
            </w:r>
          </w:p>
        </w:tc>
      </w:tr>
      <w:tr w:rsidR="00C82E24" w:rsidRPr="004E3320" w14:paraId="541E5C71" w14:textId="77777777" w:rsidTr="00DE6D37">
        <w:trPr>
          <w:trHeight w:val="356"/>
        </w:trPr>
        <w:tc>
          <w:tcPr>
            <w:tcW w:w="1800" w:type="dxa"/>
            <w:shd w:val="clear" w:color="auto" w:fill="auto"/>
            <w:tcMar>
              <w:top w:w="0" w:type="dxa"/>
              <w:left w:w="0" w:type="dxa"/>
              <w:bottom w:w="0" w:type="dxa"/>
              <w:right w:w="0" w:type="dxa"/>
            </w:tcMar>
          </w:tcPr>
          <w:p w14:paraId="4BAD259E" w14:textId="77777777" w:rsidR="00C82E24" w:rsidRPr="004E3320" w:rsidRDefault="00C82E24" w:rsidP="00DE6D37">
            <w:pPr>
              <w:spacing w:before="40" w:after="40" w:line="220" w:lineRule="atLeast"/>
              <w:ind w:left="57"/>
              <w:rPr>
                <w:bCs/>
                <w:sz w:val="18"/>
                <w:szCs w:val="18"/>
              </w:rPr>
            </w:pPr>
            <w:r w:rsidRPr="004E3320">
              <w:rPr>
                <w:sz w:val="18"/>
                <w:szCs w:val="18"/>
              </w:rPr>
              <w:t>11b</w:t>
            </w:r>
          </w:p>
        </w:tc>
        <w:tc>
          <w:tcPr>
            <w:tcW w:w="1448" w:type="dxa"/>
            <w:shd w:val="clear" w:color="auto" w:fill="auto"/>
            <w:tcMar>
              <w:top w:w="0" w:type="dxa"/>
              <w:left w:w="0" w:type="dxa"/>
              <w:bottom w:w="0" w:type="dxa"/>
              <w:right w:w="0" w:type="dxa"/>
            </w:tcMar>
            <w:vAlign w:val="bottom"/>
          </w:tcPr>
          <w:p w14:paraId="4C8909D8"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250</w:t>
            </w:r>
          </w:p>
        </w:tc>
        <w:tc>
          <w:tcPr>
            <w:tcW w:w="1410" w:type="dxa"/>
            <w:shd w:val="clear" w:color="auto" w:fill="auto"/>
            <w:tcMar>
              <w:top w:w="0" w:type="dxa"/>
              <w:left w:w="0" w:type="dxa"/>
              <w:bottom w:w="0" w:type="dxa"/>
              <w:right w:w="0" w:type="dxa"/>
            </w:tcMar>
            <w:vAlign w:val="bottom"/>
          </w:tcPr>
          <w:p w14:paraId="404B8F71"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1 200</w:t>
            </w:r>
          </w:p>
        </w:tc>
        <w:tc>
          <w:tcPr>
            <w:tcW w:w="1579" w:type="dxa"/>
            <w:shd w:val="clear" w:color="auto" w:fill="auto"/>
            <w:tcMar>
              <w:top w:w="0" w:type="dxa"/>
              <w:left w:w="0" w:type="dxa"/>
              <w:bottom w:w="0" w:type="dxa"/>
              <w:right w:w="0" w:type="dxa"/>
            </w:tcMar>
            <w:vAlign w:val="bottom"/>
          </w:tcPr>
          <w:p w14:paraId="2DCAB213" w14:textId="77777777" w:rsidR="00C82E24" w:rsidRPr="004E3320" w:rsidRDefault="00C82E24" w:rsidP="00DE6D37">
            <w:pPr>
              <w:spacing w:beforeLines="40" w:before="96" w:after="40" w:line="220" w:lineRule="atLeast"/>
              <w:ind w:right="113"/>
              <w:jc w:val="right"/>
              <w:rPr>
                <w:bCs/>
                <w:sz w:val="18"/>
                <w:szCs w:val="18"/>
              </w:rPr>
            </w:pPr>
            <w:proofErr w:type="spellStart"/>
            <w:r w:rsidRPr="004E3320">
              <w:rPr>
                <w:sz w:val="18"/>
                <w:szCs w:val="18"/>
              </w:rPr>
              <w:t>s.o</w:t>
            </w:r>
            <w:proofErr w:type="spellEnd"/>
            <w:r w:rsidRPr="004E3320">
              <w:rPr>
                <w:sz w:val="18"/>
                <w:szCs w:val="18"/>
              </w:rPr>
              <w:t>.</w:t>
            </w:r>
          </w:p>
        </w:tc>
      </w:tr>
      <w:tr w:rsidR="00C82E24" w:rsidRPr="004E3320" w14:paraId="2F1E4D5B" w14:textId="77777777" w:rsidTr="00DE6D37">
        <w:trPr>
          <w:trHeight w:val="356"/>
        </w:trPr>
        <w:tc>
          <w:tcPr>
            <w:tcW w:w="1800" w:type="dxa"/>
            <w:tcBorders>
              <w:bottom w:val="single" w:sz="2" w:space="0" w:color="auto"/>
            </w:tcBorders>
            <w:shd w:val="clear" w:color="auto" w:fill="auto"/>
            <w:tcMar>
              <w:top w:w="0" w:type="dxa"/>
              <w:left w:w="0" w:type="dxa"/>
              <w:bottom w:w="0" w:type="dxa"/>
              <w:right w:w="0" w:type="dxa"/>
            </w:tcMar>
          </w:tcPr>
          <w:p w14:paraId="2BCD3737" w14:textId="77777777" w:rsidR="00C82E24" w:rsidRPr="004E3320" w:rsidRDefault="00C82E24" w:rsidP="00DE6D37">
            <w:pPr>
              <w:spacing w:before="40" w:after="40" w:line="220" w:lineRule="atLeast"/>
              <w:ind w:left="57"/>
              <w:rPr>
                <w:bCs/>
                <w:sz w:val="18"/>
                <w:szCs w:val="18"/>
              </w:rPr>
            </w:pPr>
            <w:r w:rsidRPr="004E3320">
              <w:rPr>
                <w:sz w:val="18"/>
                <w:szCs w:val="18"/>
              </w:rPr>
              <w:t>11c</w:t>
            </w:r>
          </w:p>
        </w:tc>
        <w:tc>
          <w:tcPr>
            <w:tcW w:w="1448" w:type="dxa"/>
            <w:tcBorders>
              <w:bottom w:val="single" w:sz="2" w:space="0" w:color="auto"/>
            </w:tcBorders>
            <w:shd w:val="clear" w:color="auto" w:fill="auto"/>
            <w:tcMar>
              <w:top w:w="0" w:type="dxa"/>
              <w:left w:w="0" w:type="dxa"/>
              <w:bottom w:w="0" w:type="dxa"/>
              <w:right w:w="0" w:type="dxa"/>
            </w:tcMar>
            <w:vAlign w:val="bottom"/>
          </w:tcPr>
          <w:p w14:paraId="7ACBFC7D"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400</w:t>
            </w:r>
          </w:p>
        </w:tc>
        <w:tc>
          <w:tcPr>
            <w:tcW w:w="1410" w:type="dxa"/>
            <w:tcBorders>
              <w:bottom w:val="single" w:sz="2" w:space="0" w:color="auto"/>
            </w:tcBorders>
            <w:shd w:val="clear" w:color="auto" w:fill="auto"/>
            <w:tcMar>
              <w:top w:w="0" w:type="dxa"/>
              <w:left w:w="0" w:type="dxa"/>
              <w:bottom w:w="0" w:type="dxa"/>
              <w:right w:w="0" w:type="dxa"/>
            </w:tcMar>
            <w:vAlign w:val="bottom"/>
          </w:tcPr>
          <w:p w14:paraId="7EA23A7F"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1 200</w:t>
            </w:r>
          </w:p>
        </w:tc>
        <w:tc>
          <w:tcPr>
            <w:tcW w:w="1579" w:type="dxa"/>
            <w:tcBorders>
              <w:bottom w:val="single" w:sz="2" w:space="0" w:color="auto"/>
            </w:tcBorders>
            <w:shd w:val="clear" w:color="auto" w:fill="auto"/>
            <w:tcMar>
              <w:top w:w="0" w:type="dxa"/>
              <w:left w:w="0" w:type="dxa"/>
              <w:bottom w:w="0" w:type="dxa"/>
              <w:right w:w="0" w:type="dxa"/>
            </w:tcMar>
            <w:vAlign w:val="bottom"/>
          </w:tcPr>
          <w:p w14:paraId="30AB1A57" w14:textId="77777777" w:rsidR="00C82E24" w:rsidRPr="004E3320" w:rsidRDefault="00C82E24" w:rsidP="00DE6D37">
            <w:pPr>
              <w:spacing w:beforeLines="40" w:before="96" w:after="40" w:line="220" w:lineRule="atLeast"/>
              <w:ind w:right="113"/>
              <w:jc w:val="right"/>
              <w:rPr>
                <w:bCs/>
                <w:sz w:val="18"/>
                <w:szCs w:val="18"/>
              </w:rPr>
            </w:pPr>
            <w:proofErr w:type="spellStart"/>
            <w:r w:rsidRPr="004E3320">
              <w:rPr>
                <w:sz w:val="18"/>
                <w:szCs w:val="18"/>
              </w:rPr>
              <w:t>s.o</w:t>
            </w:r>
            <w:proofErr w:type="spellEnd"/>
            <w:r w:rsidRPr="004E3320">
              <w:rPr>
                <w:sz w:val="18"/>
                <w:szCs w:val="18"/>
              </w:rPr>
              <w:t>.</w:t>
            </w:r>
          </w:p>
        </w:tc>
      </w:tr>
      <w:tr w:rsidR="00C82E24" w:rsidRPr="004E3320" w14:paraId="3D888DA6" w14:textId="77777777" w:rsidTr="00DE6D37">
        <w:trPr>
          <w:trHeight w:val="346"/>
        </w:trPr>
        <w:tc>
          <w:tcPr>
            <w:tcW w:w="1800" w:type="dxa"/>
            <w:tcBorders>
              <w:bottom w:val="single" w:sz="12" w:space="0" w:color="auto"/>
            </w:tcBorders>
            <w:shd w:val="clear" w:color="auto" w:fill="auto"/>
            <w:tcMar>
              <w:top w:w="0" w:type="dxa"/>
              <w:left w:w="0" w:type="dxa"/>
              <w:bottom w:w="0" w:type="dxa"/>
              <w:right w:w="0" w:type="dxa"/>
            </w:tcMar>
          </w:tcPr>
          <w:p w14:paraId="388A560E" w14:textId="77777777" w:rsidR="00C82E24" w:rsidRPr="004E3320" w:rsidRDefault="00C82E24" w:rsidP="00DE6D37">
            <w:pPr>
              <w:spacing w:before="40" w:after="40" w:line="220" w:lineRule="atLeast"/>
              <w:ind w:left="57"/>
              <w:rPr>
                <w:bCs/>
                <w:sz w:val="18"/>
                <w:szCs w:val="18"/>
              </w:rPr>
            </w:pPr>
            <w:r w:rsidRPr="004E3320">
              <w:rPr>
                <w:sz w:val="18"/>
                <w:szCs w:val="18"/>
              </w:rPr>
              <w:t>12</w:t>
            </w:r>
          </w:p>
        </w:tc>
        <w:tc>
          <w:tcPr>
            <w:tcW w:w="1448" w:type="dxa"/>
            <w:tcBorders>
              <w:bottom w:val="single" w:sz="12" w:space="0" w:color="auto"/>
            </w:tcBorders>
            <w:shd w:val="clear" w:color="auto" w:fill="auto"/>
            <w:tcMar>
              <w:top w:w="0" w:type="dxa"/>
              <w:left w:w="0" w:type="dxa"/>
              <w:bottom w:w="0" w:type="dxa"/>
              <w:right w:w="0" w:type="dxa"/>
            </w:tcMar>
            <w:vAlign w:val="bottom"/>
          </w:tcPr>
          <w:p w14:paraId="2E142131" w14:textId="77777777" w:rsidR="00C82E24" w:rsidRPr="004E3320" w:rsidRDefault="00C82E24" w:rsidP="00DE6D37">
            <w:pPr>
              <w:spacing w:beforeLines="40" w:before="96" w:after="40" w:line="220" w:lineRule="atLeast"/>
              <w:ind w:right="113"/>
              <w:jc w:val="right"/>
              <w:rPr>
                <w:bCs/>
                <w:sz w:val="18"/>
                <w:szCs w:val="18"/>
              </w:rPr>
            </w:pPr>
            <w:r w:rsidRPr="004E3320">
              <w:rPr>
                <w:sz w:val="18"/>
                <w:szCs w:val="18"/>
              </w:rPr>
              <w:t>50</w:t>
            </w:r>
          </w:p>
        </w:tc>
        <w:tc>
          <w:tcPr>
            <w:tcW w:w="1410" w:type="dxa"/>
            <w:tcBorders>
              <w:bottom w:val="single" w:sz="12" w:space="0" w:color="auto"/>
            </w:tcBorders>
            <w:shd w:val="clear" w:color="auto" w:fill="auto"/>
            <w:tcMar>
              <w:top w:w="0" w:type="dxa"/>
              <w:left w:w="0" w:type="dxa"/>
              <w:bottom w:w="0" w:type="dxa"/>
              <w:right w:w="0" w:type="dxa"/>
            </w:tcMar>
            <w:vAlign w:val="bottom"/>
          </w:tcPr>
          <w:p w14:paraId="554A20ED" w14:textId="77777777" w:rsidR="00C82E24" w:rsidRPr="004E3320" w:rsidRDefault="00C82E24" w:rsidP="00DE6D37">
            <w:pPr>
              <w:spacing w:beforeLines="40" w:before="96" w:after="40" w:line="220" w:lineRule="atLeast"/>
              <w:ind w:right="113"/>
              <w:jc w:val="right"/>
              <w:rPr>
                <w:sz w:val="18"/>
                <w:szCs w:val="18"/>
              </w:rPr>
            </w:pPr>
            <w:r w:rsidRPr="004E3320">
              <w:rPr>
                <w:sz w:val="18"/>
                <w:szCs w:val="18"/>
              </w:rPr>
              <w:t>500</w:t>
            </w:r>
          </w:p>
        </w:tc>
        <w:tc>
          <w:tcPr>
            <w:tcW w:w="1579" w:type="dxa"/>
            <w:tcBorders>
              <w:bottom w:val="single" w:sz="12" w:space="0" w:color="auto"/>
            </w:tcBorders>
            <w:shd w:val="clear" w:color="auto" w:fill="auto"/>
            <w:tcMar>
              <w:top w:w="0" w:type="dxa"/>
              <w:left w:w="0" w:type="dxa"/>
              <w:bottom w:w="0" w:type="dxa"/>
              <w:right w:w="0" w:type="dxa"/>
            </w:tcMar>
            <w:vAlign w:val="bottom"/>
          </w:tcPr>
          <w:p w14:paraId="17DE12EB" w14:textId="77777777" w:rsidR="00C82E24" w:rsidRPr="004E3320" w:rsidRDefault="00C82E24" w:rsidP="00DE6D37">
            <w:pPr>
              <w:spacing w:beforeLines="40" w:before="96" w:after="40" w:line="220" w:lineRule="atLeast"/>
              <w:ind w:right="113"/>
              <w:jc w:val="right"/>
              <w:rPr>
                <w:bCs/>
                <w:sz w:val="18"/>
                <w:szCs w:val="18"/>
              </w:rPr>
            </w:pPr>
            <w:proofErr w:type="spellStart"/>
            <w:r w:rsidRPr="004E3320">
              <w:rPr>
                <w:sz w:val="18"/>
                <w:szCs w:val="18"/>
              </w:rPr>
              <w:t>s.o</w:t>
            </w:r>
            <w:proofErr w:type="spellEnd"/>
            <w:r w:rsidRPr="004E3320">
              <w:rPr>
                <w:sz w:val="18"/>
                <w:szCs w:val="18"/>
              </w:rPr>
              <w:t>.</w:t>
            </w:r>
          </w:p>
        </w:tc>
      </w:tr>
    </w:tbl>
    <w:p w14:paraId="3AAEEFB3" w14:textId="7112DF93" w:rsidR="00C82E24" w:rsidRPr="0062433C" w:rsidRDefault="00C82E24" w:rsidP="00B87BB4">
      <w:pPr>
        <w:pStyle w:val="SingleTxtG"/>
        <w:tabs>
          <w:tab w:val="clear" w:pos="1701"/>
        </w:tabs>
        <w:spacing w:before="120"/>
        <w:ind w:left="2268" w:hanging="1134"/>
      </w:pPr>
      <w:r>
        <w:t>5.6.2</w:t>
      </w:r>
      <w:r w:rsidRPr="0062433C">
        <w:tab/>
        <w:t xml:space="preserve">En dehors de </w:t>
      </w:r>
      <w:r w:rsidRPr="00B87BB4">
        <w:rPr>
          <w:lang w:val="fr-FR"/>
        </w:rPr>
        <w:t>l</w:t>
      </w:r>
      <w:r w:rsidR="003D2091">
        <w:rPr>
          <w:lang w:val="fr-FR"/>
        </w:rPr>
        <w:t>’</w:t>
      </w:r>
      <w:r w:rsidRPr="00B87BB4">
        <w:rPr>
          <w:lang w:val="fr-FR"/>
        </w:rPr>
        <w:t>axe</w:t>
      </w:r>
      <w:r w:rsidRPr="0062433C">
        <w:t xml:space="preserve"> de référence, l</w:t>
      </w:r>
      <w:r w:rsidR="003D2091">
        <w:t>’</w:t>
      </w:r>
      <w:r w:rsidRPr="0062433C">
        <w:t xml:space="preserve">intensité de la lumière émise par chaque feu doit, dans chaque direction correspondant aux points </w:t>
      </w:r>
      <w:r>
        <w:t>de la grille</w:t>
      </w:r>
      <w:r w:rsidRPr="0062433C">
        <w:t xml:space="preserve"> de </w:t>
      </w:r>
      <w:r>
        <w:t>réparti</w:t>
      </w:r>
      <w:r w:rsidRPr="0062433C">
        <w:t>tion normal</w:t>
      </w:r>
      <w:r>
        <w:t>isé</w:t>
      </w:r>
      <w:r w:rsidRPr="0062433C">
        <w:t>e de la lumière</w:t>
      </w:r>
      <w:r>
        <w:t> :</w:t>
      </w:r>
    </w:p>
    <w:p w14:paraId="642E6A0F" w14:textId="40EE72F8" w:rsidR="00C82E24" w:rsidRDefault="00C82E24" w:rsidP="00C82E24">
      <w:pPr>
        <w:pStyle w:val="SingleTxtG"/>
        <w:ind w:left="2835" w:hanging="567"/>
      </w:pPr>
      <w:r>
        <w:t>a)</w:t>
      </w:r>
      <w:r>
        <w:tab/>
        <w:t xml:space="preserve">Du </w:t>
      </w:r>
      <w:r w:rsidRPr="0062433C">
        <w:t>paragraphe</w:t>
      </w:r>
      <w:r>
        <w:t> </w:t>
      </w:r>
      <w:r w:rsidRPr="0062433C">
        <w:t xml:space="preserve">2.1 </w:t>
      </w:r>
      <w:r>
        <w:t>d</w:t>
      </w:r>
      <w:r w:rsidRPr="0062433C">
        <w:t>e l</w:t>
      </w:r>
      <w:r w:rsidR="003D2091">
        <w:t>’</w:t>
      </w:r>
      <w:r w:rsidRPr="0062433C">
        <w:t>annexe</w:t>
      </w:r>
      <w:r>
        <w:t> </w:t>
      </w:r>
      <w:r w:rsidRPr="0062433C">
        <w:t>3 pour les catégories</w:t>
      </w:r>
      <w:r>
        <w:t> </w:t>
      </w:r>
      <w:r w:rsidRPr="0062433C">
        <w:t>1, 1a, 1b, 2a, 2b, 11, 11a, 11b, 11c et 12</w:t>
      </w:r>
      <w:r>
        <w:t> ;</w:t>
      </w:r>
      <w:r w:rsidRPr="0062433C">
        <w:t xml:space="preserve"> ou</w:t>
      </w:r>
    </w:p>
    <w:p w14:paraId="63A7BEF4" w14:textId="7DA4EAAE" w:rsidR="00C82E24" w:rsidRPr="0062433C" w:rsidRDefault="00C82E24" w:rsidP="00C82E24">
      <w:pPr>
        <w:pStyle w:val="SingleTxtG"/>
        <w:ind w:left="2835" w:hanging="567"/>
      </w:pPr>
      <w:r>
        <w:t>b)</w:t>
      </w:r>
      <w:r>
        <w:tab/>
        <w:t xml:space="preserve">Du </w:t>
      </w:r>
      <w:r w:rsidRPr="0062433C">
        <w:t>paragraphe</w:t>
      </w:r>
      <w:r>
        <w:t> </w:t>
      </w:r>
      <w:r w:rsidRPr="0062433C">
        <w:t xml:space="preserve">2.4 </w:t>
      </w:r>
      <w:r>
        <w:t>d</w:t>
      </w:r>
      <w:r w:rsidRPr="0062433C">
        <w:t>e</w:t>
      </w:r>
      <w:r>
        <w:t xml:space="preserve"> l</w:t>
      </w:r>
      <w:r w:rsidR="003D2091">
        <w:t>’</w:t>
      </w:r>
      <w:r>
        <w:t>annexe 3 pour la catégorie 6.</w:t>
      </w:r>
    </w:p>
    <w:p w14:paraId="355579FF" w14:textId="77777777" w:rsidR="00C82E24" w:rsidRPr="0062433C" w:rsidRDefault="00C82E24" w:rsidP="00C82E24">
      <w:pPr>
        <w:pStyle w:val="SingleTxtG"/>
        <w:ind w:left="2268"/>
      </w:pPr>
      <w:r w:rsidRPr="0062433C">
        <w:t>Ne pas être inférieure au minimum indiqué au paragraphe</w:t>
      </w:r>
      <w:r>
        <w:t> </w:t>
      </w:r>
      <w:r w:rsidRPr="0062433C">
        <w:t xml:space="preserve">5.6.1, multiplié par le pourcentage </w:t>
      </w:r>
      <w:r>
        <w:t>donn</w:t>
      </w:r>
      <w:r w:rsidRPr="0062433C">
        <w:t xml:space="preserve">é dans </w:t>
      </w:r>
      <w:r>
        <w:t>ladite grille</w:t>
      </w:r>
      <w:r w:rsidRPr="0062433C">
        <w:t xml:space="preserve"> pour la direction en question.</w:t>
      </w:r>
    </w:p>
    <w:p w14:paraId="2B35FFEF" w14:textId="3FF29777" w:rsidR="00C82E24" w:rsidRPr="008C18EB" w:rsidRDefault="00C82E24" w:rsidP="00450041">
      <w:pPr>
        <w:pStyle w:val="SingleTxtG"/>
        <w:keepNext/>
        <w:keepLines/>
        <w:tabs>
          <w:tab w:val="clear" w:pos="1701"/>
        </w:tabs>
        <w:spacing w:before="120"/>
        <w:ind w:left="2268" w:hanging="1134"/>
      </w:pPr>
      <w:r>
        <w:rPr>
          <w:lang w:val="fr-FR"/>
        </w:rPr>
        <w:lastRenderedPageBreak/>
        <w:t>5.6.3</w:t>
      </w:r>
      <w:r>
        <w:rPr>
          <w:lang w:val="fr-FR"/>
        </w:rPr>
        <w:tab/>
      </w:r>
      <w:r w:rsidRPr="0062433C">
        <w:rPr>
          <w:lang w:val="fr-FR"/>
        </w:rPr>
        <w:t>Dispositions en cas de défaillance</w:t>
      </w:r>
    </w:p>
    <w:p w14:paraId="51A83490" w14:textId="4280D3B4" w:rsidR="00C82E24" w:rsidRPr="008C18EB" w:rsidRDefault="00C82E24" w:rsidP="00450041">
      <w:pPr>
        <w:pStyle w:val="SingleTxtG"/>
        <w:keepNext/>
        <w:keepLines/>
        <w:ind w:left="2268"/>
      </w:pPr>
      <w:r w:rsidRPr="004E3320">
        <w:t>Pour</w:t>
      </w:r>
      <w:r w:rsidRPr="0062433C">
        <w:rPr>
          <w:lang w:val="fr-FR"/>
        </w:rPr>
        <w:t xml:space="preserve"> les feux indicateurs de direction des catégories</w:t>
      </w:r>
      <w:r>
        <w:rPr>
          <w:lang w:val="fr-FR"/>
        </w:rPr>
        <w:t> </w:t>
      </w:r>
      <w:r w:rsidRPr="0062433C">
        <w:rPr>
          <w:lang w:val="fr-FR"/>
        </w:rPr>
        <w:t>1, 1a, 1b, 2a</w:t>
      </w:r>
      <w:r>
        <w:rPr>
          <w:lang w:val="fr-FR"/>
        </w:rPr>
        <w:t xml:space="preserve"> et 2b,</w:t>
      </w:r>
      <w:r w:rsidRPr="0062433C">
        <w:rPr>
          <w:lang w:val="fr-FR"/>
        </w:rPr>
        <w:t xml:space="preserve"> un signal d</w:t>
      </w:r>
      <w:r w:rsidR="003D2091">
        <w:rPr>
          <w:lang w:val="fr-FR"/>
        </w:rPr>
        <w:t>’</w:t>
      </w:r>
      <w:r w:rsidRPr="0062433C">
        <w:rPr>
          <w:lang w:val="fr-FR"/>
        </w:rPr>
        <w:t>activation du témoin prescrit au paragraphe</w:t>
      </w:r>
      <w:r>
        <w:rPr>
          <w:lang w:val="fr-FR"/>
        </w:rPr>
        <w:t> </w:t>
      </w:r>
      <w:r w:rsidRPr="0062433C">
        <w:rPr>
          <w:lang w:val="fr-FR"/>
        </w:rPr>
        <w:t>6.5.8</w:t>
      </w:r>
      <w:r>
        <w:rPr>
          <w:lang w:val="fr-FR"/>
        </w:rPr>
        <w:t xml:space="preserve"> du Règlement ONU </w:t>
      </w:r>
      <w:r w:rsidRPr="00227F01">
        <w:rPr>
          <w:rFonts w:eastAsia="MS Mincho"/>
          <w:lang w:val="fr-FR"/>
        </w:rPr>
        <w:t>n</w:t>
      </w:r>
      <w:r w:rsidRPr="00227F01">
        <w:rPr>
          <w:rFonts w:eastAsia="MS Mincho"/>
          <w:vertAlign w:val="superscript"/>
          <w:lang w:val="fr-FR"/>
        </w:rPr>
        <w:t>o</w:t>
      </w:r>
      <w:r>
        <w:rPr>
          <w:lang w:val="fr-FR"/>
        </w:rPr>
        <w:t> </w:t>
      </w:r>
      <w:r w:rsidRPr="0062433C">
        <w:rPr>
          <w:lang w:val="fr-FR"/>
        </w:rPr>
        <w:t>48 ou au pa</w:t>
      </w:r>
      <w:r>
        <w:rPr>
          <w:lang w:val="fr-FR"/>
        </w:rPr>
        <w:t xml:space="preserve">ragraphe 6.3.8 du Règlement ONU </w:t>
      </w:r>
      <w:r w:rsidRPr="007663F6">
        <w:rPr>
          <w:rFonts w:eastAsia="MS Mincho"/>
          <w:lang w:val="fr-FR"/>
        </w:rPr>
        <w:t>n</w:t>
      </w:r>
      <w:r w:rsidRPr="007663F6">
        <w:rPr>
          <w:rFonts w:eastAsia="MS Mincho"/>
          <w:vertAlign w:val="superscript"/>
          <w:lang w:val="fr-FR"/>
        </w:rPr>
        <w:t>o</w:t>
      </w:r>
      <w:r>
        <w:rPr>
          <w:lang w:val="fr-FR"/>
        </w:rPr>
        <w:t> </w:t>
      </w:r>
      <w:r w:rsidRPr="0062433C">
        <w:rPr>
          <w:lang w:val="fr-FR"/>
        </w:rPr>
        <w:t>53 doit être produit si (nonobstant les dispositions énoncées au paragraphe</w:t>
      </w:r>
      <w:r>
        <w:rPr>
          <w:lang w:val="fr-FR"/>
        </w:rPr>
        <w:t> </w:t>
      </w:r>
      <w:r w:rsidRPr="0062433C">
        <w:rPr>
          <w:lang w:val="fr-FR"/>
        </w:rPr>
        <w:t>4.6)</w:t>
      </w:r>
      <w:r>
        <w:rPr>
          <w:lang w:val="fr-FR"/>
        </w:rPr>
        <w:t> </w:t>
      </w:r>
      <w:r w:rsidRPr="0062433C">
        <w:rPr>
          <w:lang w:val="fr-FR"/>
        </w:rPr>
        <w:t>:</w:t>
      </w:r>
    </w:p>
    <w:p w14:paraId="3CF54FC1" w14:textId="211CA2FF" w:rsidR="00C82E24" w:rsidRPr="0062433C" w:rsidRDefault="00C82E24" w:rsidP="00450041">
      <w:pPr>
        <w:pStyle w:val="SingleTxtG"/>
        <w:keepNext/>
        <w:keepLines/>
        <w:ind w:left="2835" w:hanging="567"/>
      </w:pPr>
      <w:r w:rsidRPr="0062433C">
        <w:t>a)</w:t>
      </w:r>
      <w:r w:rsidRPr="0062433C">
        <w:tab/>
        <w:t>L</w:t>
      </w:r>
      <w:r w:rsidR="003D2091">
        <w:t>’</w:t>
      </w:r>
      <w:r w:rsidRPr="0062433C">
        <w:t>une quelconque des sources lumineuses est défectueuse</w:t>
      </w:r>
      <w:r>
        <w:t> ;</w:t>
      </w:r>
      <w:r w:rsidRPr="0062433C">
        <w:t xml:space="preserve"> ou</w:t>
      </w:r>
    </w:p>
    <w:p w14:paraId="2A0177FB" w14:textId="048452A3" w:rsidR="00C82E24" w:rsidRPr="0062433C" w:rsidRDefault="00C82E24" w:rsidP="00450041">
      <w:pPr>
        <w:pStyle w:val="SingleTxtG"/>
        <w:keepNext/>
        <w:keepLines/>
        <w:ind w:left="2835" w:hanging="567"/>
      </w:pPr>
      <w:r w:rsidRPr="0062433C">
        <w:t>b)</w:t>
      </w:r>
      <w:r w:rsidRPr="0062433C">
        <w:tab/>
        <w:t>Dans le cas d</w:t>
      </w:r>
      <w:r w:rsidR="003D2091">
        <w:t>’</w:t>
      </w:r>
      <w:r w:rsidRPr="0062433C">
        <w:t>un feu conçu pour deux sources lumineuses seulement, l</w:t>
      </w:r>
      <w:r w:rsidR="003D2091">
        <w:t>’</w:t>
      </w:r>
      <w:r w:rsidRPr="0062433C">
        <w:t>intensité dans l</w:t>
      </w:r>
      <w:r w:rsidR="003D2091">
        <w:t>’</w:t>
      </w:r>
      <w:r w:rsidRPr="0062433C">
        <w:t>axe de référence est inférieure à 50</w:t>
      </w:r>
      <w:r>
        <w:t> </w:t>
      </w:r>
      <w:r w:rsidRPr="0062433C">
        <w:t>% de l</w:t>
      </w:r>
      <w:r w:rsidR="003D2091">
        <w:t>’</w:t>
      </w:r>
      <w:r>
        <w:t>intensité minimale ;</w:t>
      </w:r>
      <w:r w:rsidRPr="0062433C">
        <w:t xml:space="preserve"> ou</w:t>
      </w:r>
    </w:p>
    <w:p w14:paraId="15649BFF" w14:textId="1CFBB2FF" w:rsidR="00C82E24" w:rsidRPr="0062433C" w:rsidRDefault="00C82E24" w:rsidP="00C82E24">
      <w:pPr>
        <w:pStyle w:val="SingleTxtG"/>
        <w:ind w:left="2835" w:hanging="567"/>
      </w:pPr>
      <w:r w:rsidRPr="0062433C">
        <w:t>c)</w:t>
      </w:r>
      <w:r w:rsidRPr="0062433C">
        <w:tab/>
      </w:r>
      <w:r>
        <w:t>À</w:t>
      </w:r>
      <w:r w:rsidRPr="0062433C">
        <w:t xml:space="preserve"> la suite d</w:t>
      </w:r>
      <w:r w:rsidR="003D2091">
        <w:t>’</w:t>
      </w:r>
      <w:r w:rsidRPr="0062433C">
        <w:t>une défaillance d</w:t>
      </w:r>
      <w:r w:rsidR="003D2091">
        <w:t>’</w:t>
      </w:r>
      <w:r w:rsidRPr="0062433C">
        <w:t>une ou de plusieurs sources lumineuses, l</w:t>
      </w:r>
      <w:r w:rsidR="003D2091">
        <w:t>’</w:t>
      </w:r>
      <w:r w:rsidRPr="0062433C">
        <w:t>intensité dans l</w:t>
      </w:r>
      <w:r w:rsidR="003D2091">
        <w:t>’</w:t>
      </w:r>
      <w:r w:rsidRPr="0062433C">
        <w:t>une des directions suivantes, comme indiqué au paragraphe</w:t>
      </w:r>
      <w:r>
        <w:t> </w:t>
      </w:r>
      <w:r w:rsidRPr="0062433C">
        <w:t>2.1 de l</w:t>
      </w:r>
      <w:r w:rsidR="003D2091">
        <w:t>’</w:t>
      </w:r>
      <w:r w:rsidRPr="0062433C">
        <w:t>annexe</w:t>
      </w:r>
      <w:r>
        <w:t> </w:t>
      </w:r>
      <w:r w:rsidRPr="0062433C">
        <w:t>3</w:t>
      </w:r>
      <w:r>
        <w:t>,</w:t>
      </w:r>
      <w:r w:rsidRPr="0062433C">
        <w:t xml:space="preserve"> est inférieure à l</w:t>
      </w:r>
      <w:r w:rsidR="003D2091">
        <w:t>’</w:t>
      </w:r>
      <w:r w:rsidRPr="0062433C">
        <w:t>intensité minimale requise</w:t>
      </w:r>
      <w:r>
        <w:t> :</w:t>
      </w:r>
    </w:p>
    <w:p w14:paraId="4FC147DF" w14:textId="77777777" w:rsidR="00C82E24" w:rsidRPr="0062433C" w:rsidRDefault="00C82E24" w:rsidP="00C82E24">
      <w:pPr>
        <w:pStyle w:val="SingleTxtG"/>
        <w:ind w:left="2835"/>
      </w:pPr>
      <w:r>
        <w:t>i)</w:t>
      </w:r>
      <w:r>
        <w:tab/>
        <w:t>H = 0°, V = 0</w:t>
      </w:r>
      <w:r w:rsidRPr="0062433C">
        <w:t>°</w:t>
      </w:r>
      <w:r>
        <w:t> ;</w:t>
      </w:r>
    </w:p>
    <w:p w14:paraId="44EF25BB" w14:textId="6E466357" w:rsidR="00C82E24" w:rsidRPr="0062433C" w:rsidRDefault="00C82E24" w:rsidP="00C82E24">
      <w:pPr>
        <w:pStyle w:val="SingleTxtG"/>
        <w:ind w:left="2835"/>
      </w:pPr>
      <w:r w:rsidRPr="0062433C">
        <w:t>ii)</w:t>
      </w:r>
      <w:r w:rsidRPr="0062433C">
        <w:tab/>
        <w:t>H = 20° vers l</w:t>
      </w:r>
      <w:r w:rsidR="003D2091">
        <w:t>’</w:t>
      </w:r>
      <w:r w:rsidRPr="0062433C">
        <w:t>extérieur du véhicule, V = + 5°</w:t>
      </w:r>
      <w:r>
        <w:t> ;</w:t>
      </w:r>
    </w:p>
    <w:p w14:paraId="25874A1B" w14:textId="3A23D904" w:rsidR="00C82E24" w:rsidRPr="0062433C" w:rsidRDefault="00C82E24" w:rsidP="00C82E24">
      <w:pPr>
        <w:pStyle w:val="SingleTxtG"/>
        <w:ind w:left="2835"/>
      </w:pPr>
      <w:r w:rsidRPr="0062433C">
        <w:t>iii)</w:t>
      </w:r>
      <w:r w:rsidRPr="0062433C">
        <w:tab/>
        <w:t>H = 10° vers l</w:t>
      </w:r>
      <w:r w:rsidR="003D2091">
        <w:t>’</w:t>
      </w:r>
      <w:r w:rsidRPr="0062433C">
        <w:t>intérieur du véhicule, V = 0°.</w:t>
      </w:r>
    </w:p>
    <w:p w14:paraId="5232B91C" w14:textId="71C35E49" w:rsidR="00C82E24" w:rsidRPr="0062433C" w:rsidRDefault="00C82E24" w:rsidP="00B87BB4">
      <w:pPr>
        <w:pStyle w:val="SingleTxtG"/>
        <w:tabs>
          <w:tab w:val="clear" w:pos="1701"/>
        </w:tabs>
        <w:spacing w:before="120"/>
        <w:ind w:left="2268" w:hanging="1134"/>
      </w:pPr>
      <w:r>
        <w:t>5.6.4</w:t>
      </w:r>
      <w:r w:rsidRPr="0062433C">
        <w:tab/>
      </w:r>
      <w:r w:rsidR="00B87BB4" w:rsidRPr="00B87BB4">
        <w:rPr>
          <w:lang w:val="fr-FR"/>
        </w:rPr>
        <w:t>P</w:t>
      </w:r>
      <w:r w:rsidRPr="00B87BB4">
        <w:rPr>
          <w:lang w:val="fr-FR"/>
        </w:rPr>
        <w:t>rocédure</w:t>
      </w:r>
      <w:r w:rsidRPr="0062433C">
        <w:t xml:space="preserve"> d</w:t>
      </w:r>
      <w:r w:rsidR="003D2091">
        <w:t>’</w:t>
      </w:r>
      <w:r>
        <w:t xml:space="preserve">essai </w:t>
      </w:r>
    </w:p>
    <w:p w14:paraId="7EF45610" w14:textId="5076C4EC" w:rsidR="00C82E24" w:rsidRPr="0062433C" w:rsidRDefault="00C82E24" w:rsidP="00C82E24">
      <w:pPr>
        <w:pStyle w:val="SingleTxtG"/>
        <w:ind w:left="2268"/>
      </w:pPr>
      <w:r w:rsidRPr="0062433C">
        <w:t>Contrairement aux disp</w:t>
      </w:r>
      <w:r>
        <w:t>ositions des paragraphes 4.8.3 et 4.8.3.</w:t>
      </w:r>
      <w:r w:rsidRPr="0062433C">
        <w:t xml:space="preserve">1, pour </w:t>
      </w:r>
      <w:r>
        <w:t xml:space="preserve">les indicateurs de direction de </w:t>
      </w:r>
      <w:r w:rsidRPr="0062433C">
        <w:t>la catégorie</w:t>
      </w:r>
      <w:r>
        <w:t> </w:t>
      </w:r>
      <w:r w:rsidRPr="0062433C">
        <w:t>5, vers l</w:t>
      </w:r>
      <w:r w:rsidR="003D2091">
        <w:t>’</w:t>
      </w:r>
      <w:r w:rsidRPr="0062433C">
        <w:t>arrière, une valeur minimale de 0,6</w:t>
      </w:r>
      <w:r>
        <w:t> </w:t>
      </w:r>
      <w:r w:rsidRPr="0062433C">
        <w:t xml:space="preserve">cd est prescrite pour </w:t>
      </w:r>
      <w:r>
        <w:t>la totalité</w:t>
      </w:r>
      <w:r w:rsidRPr="0062433C">
        <w:t xml:space="preserve"> des champs </w:t>
      </w:r>
      <w:r>
        <w:t>indiqu</w:t>
      </w:r>
      <w:r w:rsidRPr="0062433C">
        <w:t xml:space="preserve">és dans la </w:t>
      </w:r>
      <w:r>
        <w:t>p</w:t>
      </w:r>
      <w:r w:rsidRPr="0062433C">
        <w:t>artie</w:t>
      </w:r>
      <w:r>
        <w:t> </w:t>
      </w:r>
      <w:r w:rsidRPr="0062433C">
        <w:t>A de l</w:t>
      </w:r>
      <w:r w:rsidR="003D2091">
        <w:t>’</w:t>
      </w:r>
      <w:r>
        <w:t>annexe 2.</w:t>
      </w:r>
    </w:p>
    <w:p w14:paraId="7E969D6B" w14:textId="03C1E52F" w:rsidR="00C82E24" w:rsidRPr="008C18EB" w:rsidRDefault="00C82E24" w:rsidP="00B87BB4">
      <w:pPr>
        <w:pStyle w:val="SingleTxtG"/>
        <w:tabs>
          <w:tab w:val="clear" w:pos="1701"/>
        </w:tabs>
        <w:spacing w:before="120"/>
        <w:ind w:left="2268" w:hanging="1134"/>
        <w:rPr>
          <w:spacing w:val="-2"/>
        </w:rPr>
      </w:pPr>
      <w:r>
        <w:rPr>
          <w:lang w:val="fr-FR"/>
        </w:rPr>
        <w:t>5.6.5</w:t>
      </w:r>
      <w:r w:rsidRPr="0062433C">
        <w:rPr>
          <w:lang w:val="fr-FR"/>
        </w:rPr>
        <w:tab/>
        <w:t xml:space="preserve">Dans </w:t>
      </w:r>
      <w:r>
        <w:rPr>
          <w:lang w:val="fr-FR"/>
        </w:rPr>
        <w:t>la totalité</w:t>
      </w:r>
      <w:r w:rsidRPr="0062433C">
        <w:rPr>
          <w:lang w:val="fr-FR"/>
        </w:rPr>
        <w:t xml:space="preserve"> des champs définis par les schémas de la </w:t>
      </w:r>
      <w:r>
        <w:rPr>
          <w:lang w:val="fr-FR"/>
        </w:rPr>
        <w:t>p</w:t>
      </w:r>
      <w:r w:rsidRPr="0062433C">
        <w:rPr>
          <w:lang w:val="fr-FR"/>
        </w:rPr>
        <w:t>artie</w:t>
      </w:r>
      <w:r>
        <w:rPr>
          <w:lang w:val="fr-FR"/>
        </w:rPr>
        <w:t> </w:t>
      </w:r>
      <w:r w:rsidRPr="0062433C">
        <w:rPr>
          <w:lang w:val="fr-FR"/>
        </w:rPr>
        <w:t>A de l</w:t>
      </w:r>
      <w:r w:rsidR="003D2091">
        <w:rPr>
          <w:lang w:val="fr-FR"/>
        </w:rPr>
        <w:t>’</w:t>
      </w:r>
      <w:r>
        <w:rPr>
          <w:lang w:val="fr-FR"/>
        </w:rPr>
        <w:t>annexe 2</w:t>
      </w:r>
      <w:r w:rsidRPr="0062433C">
        <w:rPr>
          <w:lang w:val="fr-FR"/>
        </w:rPr>
        <w:t>, l</w:t>
      </w:r>
      <w:r w:rsidR="003D2091">
        <w:rPr>
          <w:lang w:val="fr-FR"/>
        </w:rPr>
        <w:t>’</w:t>
      </w:r>
      <w:r w:rsidRPr="0062433C">
        <w:rPr>
          <w:lang w:val="fr-FR"/>
        </w:rPr>
        <w:t>intensité de la lumière émise ne doit pas être inférieure à 0,7</w:t>
      </w:r>
      <w:r>
        <w:rPr>
          <w:lang w:val="fr-FR"/>
        </w:rPr>
        <w:t> </w:t>
      </w:r>
      <w:r w:rsidRPr="0062433C">
        <w:rPr>
          <w:lang w:val="fr-FR"/>
        </w:rPr>
        <w:t>cd pour les feux de la catégorie</w:t>
      </w:r>
      <w:r>
        <w:rPr>
          <w:lang w:val="fr-FR"/>
        </w:rPr>
        <w:t> </w:t>
      </w:r>
      <w:r w:rsidRPr="0062433C">
        <w:rPr>
          <w:lang w:val="fr-FR"/>
        </w:rPr>
        <w:t>1b, à 0,3</w:t>
      </w:r>
      <w:r>
        <w:rPr>
          <w:lang w:val="fr-FR"/>
        </w:rPr>
        <w:t> </w:t>
      </w:r>
      <w:r w:rsidRPr="0062433C">
        <w:rPr>
          <w:lang w:val="fr-FR"/>
        </w:rPr>
        <w:t>cd pour les lampes des catégories</w:t>
      </w:r>
      <w:r>
        <w:rPr>
          <w:lang w:val="fr-FR"/>
        </w:rPr>
        <w:t> </w:t>
      </w:r>
      <w:r w:rsidRPr="0062433C">
        <w:rPr>
          <w:lang w:val="fr-FR"/>
        </w:rPr>
        <w:t>1, 1a, 2a, 11, 11a, 11b, 11c et 12 et pour ceux de la catégorie</w:t>
      </w:r>
      <w:r>
        <w:rPr>
          <w:lang w:val="fr-FR"/>
        </w:rPr>
        <w:t> </w:t>
      </w:r>
      <w:r w:rsidRPr="0062433C">
        <w:rPr>
          <w:lang w:val="fr-FR"/>
        </w:rPr>
        <w:t>2b de jour</w:t>
      </w:r>
      <w:r>
        <w:rPr>
          <w:lang w:val="fr-FR"/>
        </w:rPr>
        <w:t> ;</w:t>
      </w:r>
      <w:r w:rsidRPr="0062433C">
        <w:rPr>
          <w:lang w:val="fr-FR"/>
        </w:rPr>
        <w:t xml:space="preserve"> elle ne doit pas être inférieure à 0,07</w:t>
      </w:r>
      <w:r>
        <w:rPr>
          <w:lang w:val="fr-FR"/>
        </w:rPr>
        <w:t> </w:t>
      </w:r>
      <w:r w:rsidRPr="0062433C">
        <w:rPr>
          <w:lang w:val="fr-FR"/>
        </w:rPr>
        <w:t>cd pour les feux de la catégorie 2b de nuit</w:t>
      </w:r>
      <w:r>
        <w:rPr>
          <w:lang w:val="fr-FR"/>
        </w:rPr>
        <w:t>.</w:t>
      </w:r>
    </w:p>
    <w:p w14:paraId="73220A94" w14:textId="3F8056EF" w:rsidR="00C82E24" w:rsidRPr="008C18EB" w:rsidRDefault="00C82E24" w:rsidP="00B87BB4">
      <w:pPr>
        <w:pStyle w:val="SingleTxtG"/>
        <w:tabs>
          <w:tab w:val="clear" w:pos="1701"/>
        </w:tabs>
        <w:spacing w:before="120"/>
        <w:ind w:left="2268" w:hanging="1134"/>
      </w:pPr>
      <w:r>
        <w:rPr>
          <w:lang w:val="fr-FR"/>
        </w:rPr>
        <w:t>5.6.6</w:t>
      </w:r>
      <w:r w:rsidRPr="0062433C">
        <w:rPr>
          <w:lang w:val="fr-FR"/>
        </w:rPr>
        <w:tab/>
        <w:t>De façon générale, les intensités sont mesurées avec la source lumineuse allumée en permanence.</w:t>
      </w:r>
    </w:p>
    <w:p w14:paraId="7BFCC194" w14:textId="776D6128" w:rsidR="00C82E24" w:rsidRPr="008C18EB" w:rsidRDefault="00C82E24" w:rsidP="00C82E24">
      <w:pPr>
        <w:pStyle w:val="SingleTxtG"/>
        <w:ind w:left="2268"/>
      </w:pPr>
      <w:r w:rsidRPr="0062433C">
        <w:rPr>
          <w:lang w:val="fr-FR"/>
        </w:rPr>
        <w:t>Cependant, suivant la façon dont la lampe est construite, par exemple lorsqu</w:t>
      </w:r>
      <w:r w:rsidR="003D2091">
        <w:rPr>
          <w:lang w:val="fr-FR"/>
        </w:rPr>
        <w:t>’</w:t>
      </w:r>
      <w:r w:rsidRPr="0062433C">
        <w:rPr>
          <w:lang w:val="fr-FR"/>
        </w:rPr>
        <w:t xml:space="preserve">elle est équipée de diodes électroluminescentes </w:t>
      </w:r>
      <w:r>
        <w:rPr>
          <w:lang w:val="fr-FR"/>
        </w:rPr>
        <w:t xml:space="preserve">(DEL) </w:t>
      </w:r>
      <w:r w:rsidRPr="0062433C">
        <w:rPr>
          <w:lang w:val="fr-FR"/>
        </w:rPr>
        <w:t xml:space="preserve">ou si des précautions </w:t>
      </w:r>
      <w:r>
        <w:rPr>
          <w:lang w:val="fr-FR"/>
        </w:rPr>
        <w:t>doivent être</w:t>
      </w:r>
      <w:r w:rsidRPr="0062433C">
        <w:rPr>
          <w:lang w:val="fr-FR"/>
        </w:rPr>
        <w:t xml:space="preserve"> prises pour éviter un échauffement excessif, l</w:t>
      </w:r>
      <w:r w:rsidR="003D2091">
        <w:rPr>
          <w:lang w:val="fr-FR"/>
        </w:rPr>
        <w:t>’</w:t>
      </w:r>
      <w:r w:rsidRPr="0062433C">
        <w:rPr>
          <w:lang w:val="fr-FR"/>
        </w:rPr>
        <w:t xml:space="preserve">intensité peut être mesurée lorsque les feux fonctionnent en mode clignotant. </w:t>
      </w:r>
    </w:p>
    <w:p w14:paraId="2A9B47AC" w14:textId="33FAB3FC" w:rsidR="00C82E24" w:rsidRPr="008C18EB" w:rsidRDefault="00C82E24" w:rsidP="00C82E24">
      <w:pPr>
        <w:pStyle w:val="SingleTxtG"/>
        <w:ind w:left="2835" w:hanging="567"/>
      </w:pPr>
      <w:r>
        <w:rPr>
          <w:lang w:val="fr-FR"/>
        </w:rPr>
        <w:t>a)</w:t>
      </w:r>
      <w:r>
        <w:rPr>
          <w:lang w:val="fr-FR"/>
        </w:rPr>
        <w:tab/>
      </w:r>
      <w:r w:rsidRPr="0062433C">
        <w:rPr>
          <w:lang w:val="fr-FR"/>
        </w:rPr>
        <w:t>Pour ce faire, le dispositif doit être rég</w:t>
      </w:r>
      <w:r>
        <w:rPr>
          <w:lang w:val="fr-FR"/>
        </w:rPr>
        <w:t>lé sur une fréquence de f = 1,5 </w:t>
      </w:r>
      <w:r w:rsidRPr="00460532">
        <w:rPr>
          <w:lang w:val="fr-CA"/>
        </w:rPr>
        <w:sym w:font="Symbol" w:char="F0B1"/>
      </w:r>
      <w:r>
        <w:rPr>
          <w:lang w:val="fr-FR"/>
        </w:rPr>
        <w:t> </w:t>
      </w:r>
      <w:r w:rsidRPr="0062433C">
        <w:rPr>
          <w:lang w:val="fr-FR"/>
        </w:rPr>
        <w:t>0,5</w:t>
      </w:r>
      <w:r>
        <w:rPr>
          <w:lang w:val="fr-FR"/>
        </w:rPr>
        <w:t> </w:t>
      </w:r>
      <w:r w:rsidRPr="0062433C">
        <w:rPr>
          <w:lang w:val="fr-FR"/>
        </w:rPr>
        <w:t xml:space="preserve">Hz, avec une période </w:t>
      </w:r>
      <w:r w:rsidRPr="00DD4D96">
        <w:t>supérieure</w:t>
      </w:r>
      <w:r>
        <w:rPr>
          <w:lang w:val="fr-FR"/>
        </w:rPr>
        <w:t xml:space="preserve"> à 0,3 s, mesurée à 95 </w:t>
      </w:r>
      <w:r w:rsidRPr="0062433C">
        <w:rPr>
          <w:lang w:val="fr-FR"/>
        </w:rPr>
        <w:t>% de l</w:t>
      </w:r>
      <w:r w:rsidR="003D2091">
        <w:rPr>
          <w:lang w:val="fr-FR"/>
        </w:rPr>
        <w:t>’</w:t>
      </w:r>
      <w:r w:rsidRPr="0062433C">
        <w:rPr>
          <w:lang w:val="fr-FR"/>
        </w:rPr>
        <w:t>intensité lumineuse maximale. Dans tous les autres cas, la tension prescrite au paragraphe</w:t>
      </w:r>
      <w:r>
        <w:rPr>
          <w:lang w:val="fr-FR"/>
        </w:rPr>
        <w:t> </w:t>
      </w:r>
      <w:r w:rsidRPr="0062433C">
        <w:rPr>
          <w:lang w:val="fr-FR"/>
        </w:rPr>
        <w:t>4.7.1 doit monter et descendre en moins de 0,01</w:t>
      </w:r>
      <w:r>
        <w:rPr>
          <w:lang w:val="fr-FR"/>
        </w:rPr>
        <w:t> </w:t>
      </w:r>
      <w:r w:rsidRPr="0062433C">
        <w:rPr>
          <w:lang w:val="fr-FR"/>
        </w:rPr>
        <w:t>s</w:t>
      </w:r>
      <w:r>
        <w:rPr>
          <w:lang w:val="fr-FR"/>
        </w:rPr>
        <w:t> ;</w:t>
      </w:r>
      <w:r w:rsidRPr="0062433C">
        <w:rPr>
          <w:lang w:val="fr-FR"/>
        </w:rPr>
        <w:t xml:space="preserve"> aucun dépassement n</w:t>
      </w:r>
      <w:r w:rsidR="003D2091">
        <w:rPr>
          <w:lang w:val="fr-FR"/>
        </w:rPr>
        <w:t>’</w:t>
      </w:r>
      <w:r>
        <w:rPr>
          <w:lang w:val="fr-FR"/>
        </w:rPr>
        <w:t>est autorisé ;</w:t>
      </w:r>
    </w:p>
    <w:p w14:paraId="22196388" w14:textId="642CA87C" w:rsidR="00C82E24" w:rsidRPr="008C18EB" w:rsidRDefault="00C82E24" w:rsidP="00C82E24">
      <w:pPr>
        <w:pStyle w:val="SingleTxtG"/>
        <w:ind w:left="2835" w:hanging="567"/>
      </w:pPr>
      <w:r>
        <w:rPr>
          <w:lang w:val="fr-FR"/>
        </w:rPr>
        <w:t>b)</w:t>
      </w:r>
      <w:r>
        <w:rPr>
          <w:lang w:val="fr-FR"/>
        </w:rPr>
        <w:tab/>
      </w:r>
      <w:r w:rsidRPr="0062433C">
        <w:rPr>
          <w:lang w:val="fr-FR"/>
        </w:rPr>
        <w:t>Si les mesures sont faites en mode clignotant, l</w:t>
      </w:r>
      <w:r w:rsidR="003D2091">
        <w:rPr>
          <w:lang w:val="fr-FR"/>
        </w:rPr>
        <w:t>’</w:t>
      </w:r>
      <w:r w:rsidRPr="0062433C">
        <w:rPr>
          <w:lang w:val="fr-FR"/>
        </w:rPr>
        <w:t xml:space="preserve">intensité lumineuse relevée correspond à </w:t>
      </w:r>
      <w:r w:rsidRPr="00DD4D96">
        <w:t>l</w:t>
      </w:r>
      <w:r w:rsidR="003D2091">
        <w:t>’</w:t>
      </w:r>
      <w:r w:rsidRPr="00DD4D96">
        <w:t>intensité</w:t>
      </w:r>
      <w:r w:rsidRPr="0062433C">
        <w:rPr>
          <w:lang w:val="fr-FR"/>
        </w:rPr>
        <w:t xml:space="preserve"> maximale.</w:t>
      </w:r>
    </w:p>
    <w:p w14:paraId="430C2E46" w14:textId="6AADF295" w:rsidR="00C82E24" w:rsidRPr="00332EA9" w:rsidRDefault="00C82E24" w:rsidP="00B87BB4">
      <w:pPr>
        <w:pStyle w:val="SingleTxtG"/>
        <w:tabs>
          <w:tab w:val="clear" w:pos="1701"/>
        </w:tabs>
        <w:spacing w:before="120"/>
        <w:ind w:left="2268" w:hanging="1134"/>
      </w:pPr>
      <w:r w:rsidRPr="0062433C">
        <w:rPr>
          <w:lang w:val="fr-FR"/>
        </w:rPr>
        <w:t>5.6.7</w:t>
      </w:r>
      <w:r w:rsidRPr="0062433C">
        <w:rPr>
          <w:lang w:val="fr-FR"/>
        </w:rPr>
        <w:tab/>
        <w:t>Dans le cas des lampes de la catégorie</w:t>
      </w:r>
      <w:r>
        <w:rPr>
          <w:lang w:val="fr-FR"/>
        </w:rPr>
        <w:t> </w:t>
      </w:r>
      <w:r w:rsidRPr="0062433C">
        <w:rPr>
          <w:lang w:val="fr-FR"/>
        </w:rPr>
        <w:t>2b, le temps qui s</w:t>
      </w:r>
      <w:r w:rsidR="003D2091">
        <w:rPr>
          <w:lang w:val="fr-FR"/>
        </w:rPr>
        <w:t>’</w:t>
      </w:r>
      <w:r w:rsidRPr="0062433C">
        <w:rPr>
          <w:lang w:val="fr-FR"/>
        </w:rPr>
        <w:t>écoule entre le moment où la ou les sources lumineuses s</w:t>
      </w:r>
      <w:r w:rsidR="003D2091">
        <w:rPr>
          <w:lang w:val="fr-FR"/>
        </w:rPr>
        <w:t>’</w:t>
      </w:r>
      <w:r w:rsidRPr="0062433C">
        <w:rPr>
          <w:lang w:val="fr-FR"/>
        </w:rPr>
        <w:t>allument et celui où l</w:t>
      </w:r>
      <w:r w:rsidR="003D2091">
        <w:rPr>
          <w:lang w:val="fr-FR"/>
        </w:rPr>
        <w:t>’</w:t>
      </w:r>
      <w:r w:rsidRPr="0062433C">
        <w:rPr>
          <w:lang w:val="fr-FR"/>
        </w:rPr>
        <w:t xml:space="preserve">intensité lumineuse mesurée </w:t>
      </w:r>
      <w:r>
        <w:rPr>
          <w:lang w:val="fr-FR"/>
        </w:rPr>
        <w:t>dans</w:t>
      </w:r>
      <w:r w:rsidRPr="0062433C">
        <w:rPr>
          <w:lang w:val="fr-FR"/>
        </w:rPr>
        <w:t xml:space="preserve"> l</w:t>
      </w:r>
      <w:r w:rsidR="003D2091">
        <w:rPr>
          <w:lang w:val="fr-FR"/>
        </w:rPr>
        <w:t>’</w:t>
      </w:r>
      <w:r w:rsidRPr="0062433C">
        <w:rPr>
          <w:lang w:val="fr-FR"/>
        </w:rPr>
        <w:t>axe de référence atteint 90</w:t>
      </w:r>
      <w:r>
        <w:rPr>
          <w:lang w:val="fr-FR"/>
        </w:rPr>
        <w:t> </w:t>
      </w:r>
      <w:r w:rsidRPr="0062433C">
        <w:rPr>
          <w:lang w:val="fr-FR"/>
        </w:rPr>
        <w:t>% de la valeur mesurée conformément au paragraphe</w:t>
      </w:r>
      <w:r>
        <w:rPr>
          <w:lang w:val="fr-FR"/>
        </w:rPr>
        <w:t> </w:t>
      </w:r>
      <w:r w:rsidRPr="0062433C">
        <w:rPr>
          <w:lang w:val="fr-FR"/>
        </w:rPr>
        <w:t>5.6.2 doit être mesuré pour les intensités extrêmes produites par l</w:t>
      </w:r>
      <w:r w:rsidR="003D2091">
        <w:rPr>
          <w:lang w:val="fr-FR"/>
        </w:rPr>
        <w:t>’</w:t>
      </w:r>
      <w:r w:rsidRPr="0062433C">
        <w:rPr>
          <w:lang w:val="fr-FR"/>
        </w:rPr>
        <w:t>indicateur de direction.</w:t>
      </w:r>
      <w:r w:rsidRPr="00332EA9">
        <w:t xml:space="preserve"> L</w:t>
      </w:r>
      <w:r>
        <w:t>e temps mesuré pour obtenir l</w:t>
      </w:r>
      <w:r w:rsidR="003D2091">
        <w:t>’</w:t>
      </w:r>
      <w:r>
        <w:t>intensité lumineuse minimale ne doit pas dépasser le temps mis pour obtenir l</w:t>
      </w:r>
      <w:r w:rsidR="003D2091">
        <w:t>’</w:t>
      </w:r>
      <w:r>
        <w:t>intensité lumineuse maximale.</w:t>
      </w:r>
    </w:p>
    <w:p w14:paraId="4558136A" w14:textId="71E071D5" w:rsidR="00C82E24" w:rsidRPr="008C18EB" w:rsidRDefault="00C82E24" w:rsidP="00B87BB4">
      <w:pPr>
        <w:pStyle w:val="SingleTxtG"/>
        <w:tabs>
          <w:tab w:val="clear" w:pos="1701"/>
        </w:tabs>
        <w:spacing w:before="120"/>
        <w:ind w:left="2268" w:hanging="1134"/>
      </w:pPr>
      <w:r>
        <w:rPr>
          <w:lang w:val="fr-FR"/>
        </w:rPr>
        <w:t>5.6.8</w:t>
      </w:r>
      <w:r w:rsidRPr="0062433C">
        <w:rPr>
          <w:lang w:val="fr-FR"/>
        </w:rPr>
        <w:tab/>
        <w:t>Le régulateur d</w:t>
      </w:r>
      <w:r w:rsidR="003D2091">
        <w:rPr>
          <w:lang w:val="fr-FR"/>
        </w:rPr>
        <w:t>’</w:t>
      </w:r>
      <w:r w:rsidRPr="0062433C">
        <w:rPr>
          <w:lang w:val="fr-FR"/>
        </w:rPr>
        <w:t>intensité ne doit pas produire de signaux générant des intensités lumineuses qui dépassent les valeurs définies au paragraphe</w:t>
      </w:r>
      <w:r>
        <w:rPr>
          <w:lang w:val="fr-FR"/>
        </w:rPr>
        <w:t> </w:t>
      </w:r>
      <w:r w:rsidRPr="0062433C">
        <w:rPr>
          <w:lang w:val="fr-FR"/>
        </w:rPr>
        <w:t>5.6.1 et dépassent la valeur maxim</w:t>
      </w:r>
      <w:r>
        <w:rPr>
          <w:lang w:val="fr-FR"/>
        </w:rPr>
        <w:t>ale</w:t>
      </w:r>
      <w:r w:rsidRPr="0062433C">
        <w:rPr>
          <w:lang w:val="fr-FR"/>
        </w:rPr>
        <w:t xml:space="preserve"> fixée pour la catégorie</w:t>
      </w:r>
      <w:r>
        <w:rPr>
          <w:lang w:val="fr-FR"/>
        </w:rPr>
        <w:t> </w:t>
      </w:r>
      <w:r w:rsidRPr="0062433C">
        <w:rPr>
          <w:lang w:val="fr-FR"/>
        </w:rPr>
        <w:t>2a au paragraphe</w:t>
      </w:r>
      <w:r>
        <w:rPr>
          <w:lang w:val="fr-FR"/>
        </w:rPr>
        <w:t> </w:t>
      </w:r>
      <w:r w:rsidRPr="0062433C">
        <w:rPr>
          <w:lang w:val="fr-FR"/>
        </w:rPr>
        <w:t>5.6.1</w:t>
      </w:r>
      <w:r>
        <w:rPr>
          <w:lang w:val="fr-FR"/>
        </w:rPr>
        <w:t> </w:t>
      </w:r>
      <w:r w:rsidRPr="0062433C">
        <w:rPr>
          <w:lang w:val="fr-FR"/>
        </w:rPr>
        <w:t>:</w:t>
      </w:r>
    </w:p>
    <w:p w14:paraId="5EED9722" w14:textId="0F726FAC" w:rsidR="00C82E24" w:rsidRDefault="00C82E24" w:rsidP="00C82E24">
      <w:pPr>
        <w:pStyle w:val="SingleTxtG"/>
        <w:ind w:left="2835" w:hanging="567"/>
      </w:pPr>
      <w:r w:rsidRPr="0062433C">
        <w:t>a)</w:t>
      </w:r>
      <w:r w:rsidRPr="0062433C">
        <w:tab/>
        <w:t>Dans le cas des feux à deux niveaux d</w:t>
      </w:r>
      <w:r w:rsidR="003D2091">
        <w:t>’</w:t>
      </w:r>
      <w:r>
        <w:t>intensité (</w:t>
      </w:r>
      <w:r w:rsidRPr="0062433C">
        <w:t xml:space="preserve">un </w:t>
      </w:r>
      <w:r>
        <w:t xml:space="preserve">pour le jour et un pour la nuit), </w:t>
      </w:r>
      <w:r w:rsidRPr="0062433C">
        <w:t xml:space="preserve">en </w:t>
      </w:r>
      <w:r>
        <w:t>position</w:t>
      </w:r>
      <w:r w:rsidRPr="0062433C">
        <w:t xml:space="preserve"> </w:t>
      </w:r>
      <w:r>
        <w:t>« </w:t>
      </w:r>
      <w:r w:rsidRPr="0062433C">
        <w:t>nuit</w:t>
      </w:r>
      <w:r>
        <w:t> » ;</w:t>
      </w:r>
    </w:p>
    <w:p w14:paraId="5BCBD415" w14:textId="77777777" w:rsidR="00C82E24" w:rsidRPr="0062433C" w:rsidRDefault="00C82E24" w:rsidP="00C82E24">
      <w:pPr>
        <w:pStyle w:val="SingleTxtG"/>
        <w:ind w:left="2835" w:hanging="567"/>
      </w:pPr>
      <w:r w:rsidRPr="0062433C">
        <w:lastRenderedPageBreak/>
        <w:t>b)</w:t>
      </w:r>
      <w:r w:rsidRPr="0062433C">
        <w:tab/>
        <w:t>Dans le cas des autres feux</w:t>
      </w:r>
      <w:r>
        <w:t xml:space="preserve">, </w:t>
      </w:r>
      <w:r w:rsidRPr="0062433C">
        <w:t>selon les conditions de référence attestées par le fabricant</w:t>
      </w:r>
      <w:r w:rsidRPr="00CE4A35">
        <w:rPr>
          <w:rStyle w:val="Appelnotedebasdep"/>
        </w:rPr>
        <w:footnoteReference w:id="4"/>
      </w:r>
      <w:r>
        <w:t>.</w:t>
      </w:r>
    </w:p>
    <w:p w14:paraId="35941693" w14:textId="1C526684" w:rsidR="00C82E24" w:rsidRPr="008C18EB" w:rsidRDefault="00C82E24" w:rsidP="00B87BB4">
      <w:pPr>
        <w:pStyle w:val="SingleTxtG"/>
        <w:tabs>
          <w:tab w:val="clear" w:pos="1701"/>
        </w:tabs>
        <w:spacing w:before="120"/>
        <w:ind w:left="2268" w:hanging="1134"/>
        <w:rPr>
          <w:strike/>
        </w:rPr>
      </w:pPr>
      <w:r>
        <w:rPr>
          <w:lang w:val="fr-FR"/>
        </w:rPr>
        <w:t>5.6.9</w:t>
      </w:r>
      <w:r w:rsidRPr="0062433C">
        <w:rPr>
          <w:lang w:val="fr-FR"/>
        </w:rPr>
        <w:tab/>
        <w:t xml:space="preserve">La </w:t>
      </w:r>
      <w:r w:rsidRPr="00B87BB4">
        <w:t>couleur</w:t>
      </w:r>
      <w:r w:rsidRPr="0062433C">
        <w:rPr>
          <w:lang w:val="fr-FR"/>
        </w:rPr>
        <w:t xml:space="preserve"> de la lumière émise doit être jaune-auto. Cette prescription s</w:t>
      </w:r>
      <w:r w:rsidR="003D2091">
        <w:rPr>
          <w:lang w:val="fr-FR"/>
        </w:rPr>
        <w:t>’</w:t>
      </w:r>
      <w:r w:rsidRPr="0062433C">
        <w:rPr>
          <w:lang w:val="fr-FR"/>
        </w:rPr>
        <w:t>applique aussi à toute la gamme des intensités lumineuses produites par les feux indicateurs de direction arrière de la catégorie</w:t>
      </w:r>
      <w:r>
        <w:rPr>
          <w:lang w:val="fr-FR"/>
        </w:rPr>
        <w:t> </w:t>
      </w:r>
      <w:r w:rsidRPr="0062433C">
        <w:rPr>
          <w:lang w:val="fr-FR"/>
        </w:rPr>
        <w:t>2b.</w:t>
      </w:r>
    </w:p>
    <w:p w14:paraId="0D32E34A" w14:textId="500C5FAD" w:rsidR="00C82E24" w:rsidRPr="008C18EB" w:rsidRDefault="00C82E24" w:rsidP="00B87BB4">
      <w:pPr>
        <w:pStyle w:val="SingleTxtG"/>
        <w:tabs>
          <w:tab w:val="clear" w:pos="1701"/>
        </w:tabs>
        <w:spacing w:before="120"/>
        <w:ind w:left="2268" w:hanging="1134"/>
      </w:pPr>
      <w:r>
        <w:rPr>
          <w:lang w:val="fr-FR"/>
        </w:rPr>
        <w:t>5.6.</w:t>
      </w:r>
      <w:r w:rsidRPr="00DD4D96">
        <w:t>10</w:t>
      </w:r>
      <w:r w:rsidRPr="0062433C">
        <w:rPr>
          <w:lang w:val="fr-FR"/>
        </w:rPr>
        <w:tab/>
        <w:t xml:space="preserve">Pour tout feu indicateur de direction, excepté ceux équipés de sources lumineuses à </w:t>
      </w:r>
      <w:r w:rsidRPr="00B87BB4">
        <w:t>incandescence</w:t>
      </w:r>
      <w:r w:rsidRPr="0062433C">
        <w:rPr>
          <w:lang w:val="fr-FR"/>
        </w:rPr>
        <w:t xml:space="preserve">, les intensités lumineuses mesurées après </w:t>
      </w:r>
      <w:r>
        <w:rPr>
          <w:lang w:val="fr-FR"/>
        </w:rPr>
        <w:t>1 </w:t>
      </w:r>
      <w:r w:rsidRPr="0062433C">
        <w:rPr>
          <w:lang w:val="fr-FR"/>
        </w:rPr>
        <w:t>minute et après 30</w:t>
      </w:r>
      <w:r>
        <w:rPr>
          <w:lang w:val="fr-FR"/>
        </w:rPr>
        <w:t> </w:t>
      </w:r>
      <w:r w:rsidRPr="0062433C">
        <w:rPr>
          <w:lang w:val="fr-FR"/>
        </w:rPr>
        <w:t>minutes de fonctionnem</w:t>
      </w:r>
      <w:r>
        <w:rPr>
          <w:lang w:val="fr-FR"/>
        </w:rPr>
        <w:t>ent en mode clignotant (f = 1,5 Hz, facteur de marche 50 </w:t>
      </w:r>
      <w:r w:rsidRPr="0062433C">
        <w:rPr>
          <w:lang w:val="fr-FR"/>
        </w:rPr>
        <w:t>%), doivent être conformes aux prescriptions minimales et maximales. On peut calculer la distribution de l</w:t>
      </w:r>
      <w:r w:rsidR="003D2091">
        <w:rPr>
          <w:lang w:val="fr-FR"/>
        </w:rPr>
        <w:t>’</w:t>
      </w:r>
      <w:r w:rsidRPr="0062433C">
        <w:rPr>
          <w:lang w:val="fr-FR"/>
        </w:rPr>
        <w:t>intensité lumineuse après une minute de fonctionnement en appliquant à chaque point d</w:t>
      </w:r>
      <w:r w:rsidR="003D2091">
        <w:rPr>
          <w:lang w:val="fr-FR"/>
        </w:rPr>
        <w:t>’</w:t>
      </w:r>
      <w:r w:rsidRPr="0062433C">
        <w:rPr>
          <w:lang w:val="fr-FR"/>
        </w:rPr>
        <w:t>essai le coefficient d</w:t>
      </w:r>
      <w:r w:rsidR="003D2091">
        <w:rPr>
          <w:lang w:val="fr-FR"/>
        </w:rPr>
        <w:t>’</w:t>
      </w:r>
      <w:r w:rsidRPr="0062433C">
        <w:rPr>
          <w:lang w:val="fr-FR"/>
        </w:rPr>
        <w:t xml:space="preserve">intensité lumineuse mesurée en HV après </w:t>
      </w:r>
      <w:r>
        <w:rPr>
          <w:lang w:val="fr-FR"/>
        </w:rPr>
        <w:t>1 </w:t>
      </w:r>
      <w:r w:rsidRPr="0062433C">
        <w:rPr>
          <w:lang w:val="fr-FR"/>
        </w:rPr>
        <w:t>minute et après 30</w:t>
      </w:r>
      <w:r>
        <w:rPr>
          <w:lang w:val="fr-FR"/>
        </w:rPr>
        <w:t> </w:t>
      </w:r>
      <w:r w:rsidRPr="0062433C">
        <w:rPr>
          <w:lang w:val="fr-FR"/>
        </w:rPr>
        <w:t>minutes de f</w:t>
      </w:r>
      <w:r>
        <w:rPr>
          <w:lang w:val="fr-FR"/>
        </w:rPr>
        <w:t>onctionnement tel que décrit ci</w:t>
      </w:r>
      <w:r>
        <w:rPr>
          <w:lang w:val="fr-FR"/>
        </w:rPr>
        <w:noBreakHyphen/>
      </w:r>
      <w:r w:rsidRPr="0062433C">
        <w:rPr>
          <w:lang w:val="fr-FR"/>
        </w:rPr>
        <w:t>dessus.</w:t>
      </w:r>
    </w:p>
    <w:p w14:paraId="74465835" w14:textId="77777777" w:rsidR="00C82E24" w:rsidRPr="0062433C" w:rsidRDefault="00C82E24" w:rsidP="00B87BB4">
      <w:pPr>
        <w:pStyle w:val="SingleTxtG"/>
        <w:tabs>
          <w:tab w:val="clear" w:pos="1701"/>
        </w:tabs>
        <w:spacing w:before="120"/>
        <w:ind w:left="2268" w:hanging="1134"/>
        <w:rPr>
          <w:rFonts w:eastAsia="SimSun"/>
          <w:bCs/>
        </w:rPr>
      </w:pPr>
      <w:r>
        <w:t>5.6.11</w:t>
      </w:r>
      <w:r w:rsidRPr="0062433C">
        <w:tab/>
        <w:t>Le clignotement des feux indicateurs de direction des catégories</w:t>
      </w:r>
      <w:r>
        <w:t> </w:t>
      </w:r>
      <w:r w:rsidRPr="0062433C">
        <w:t>1, 1a, 1b, 2a ou 2b peut être produit par activation séquentielle de leurs sources lumineuses si les conditions suivantes sont remplies</w:t>
      </w:r>
      <w:r>
        <w:t> </w:t>
      </w:r>
      <w:r w:rsidRPr="0062433C">
        <w:t>:</w:t>
      </w:r>
    </w:p>
    <w:p w14:paraId="49B2F0A6" w14:textId="15FF1C2C" w:rsidR="00C82E24" w:rsidRPr="00227F01" w:rsidRDefault="00C82E24" w:rsidP="00C82E24">
      <w:pPr>
        <w:pStyle w:val="SingleTxtG"/>
        <w:ind w:left="2835" w:hanging="567"/>
      </w:pPr>
      <w:r w:rsidRPr="00227F01">
        <w:t>a)</w:t>
      </w:r>
      <w:r w:rsidRPr="00227F01">
        <w:tab/>
        <w:t>Chaque source lumineuse, après activation, doit rester allumée jusqu</w:t>
      </w:r>
      <w:r w:rsidR="003D2091">
        <w:t>’</w:t>
      </w:r>
      <w:r>
        <w:t>à la fin du cycle « </w:t>
      </w:r>
      <w:r w:rsidRPr="00227F01">
        <w:t>marche</w:t>
      </w:r>
      <w:r>
        <w:t> » </w:t>
      </w:r>
      <w:r w:rsidRPr="00227F01">
        <w:t>;</w:t>
      </w:r>
    </w:p>
    <w:p w14:paraId="70C6F2D5" w14:textId="52B9B351" w:rsidR="00C82E24" w:rsidRPr="00227F01" w:rsidRDefault="00C82E24" w:rsidP="00C82E24">
      <w:pPr>
        <w:pStyle w:val="SingleTxtG"/>
        <w:ind w:left="2835" w:hanging="567"/>
      </w:pPr>
      <w:r w:rsidRPr="00227F01">
        <w:t>b)</w:t>
      </w:r>
      <w:r w:rsidRPr="00227F01">
        <w:tab/>
        <w:t>La séquence d</w:t>
      </w:r>
      <w:r w:rsidR="003D2091">
        <w:t>’</w:t>
      </w:r>
      <w:r w:rsidRPr="00227F01">
        <w:t>activation des sources lumineuses doit produire un signal progressif allant du bord intérieur vers le bord extérieur de la surface de sortie de la lumière</w:t>
      </w:r>
      <w:r>
        <w:t> </w:t>
      </w:r>
      <w:r w:rsidRPr="00227F01">
        <w:t>;</w:t>
      </w:r>
    </w:p>
    <w:p w14:paraId="1B5ED01D" w14:textId="22DC2E99" w:rsidR="00C82E24" w:rsidRDefault="00C82E24" w:rsidP="00C82E24">
      <w:pPr>
        <w:pStyle w:val="SingleTxtG"/>
        <w:ind w:left="2835" w:hanging="567"/>
      </w:pPr>
      <w:r w:rsidRPr="00227F01">
        <w:t>c)</w:t>
      </w:r>
      <w:r w:rsidRPr="00227F01">
        <w:tab/>
        <w:t>Le signal produit doit être continu et sans oscillations verticales (c</w:t>
      </w:r>
      <w:r w:rsidR="003D2091">
        <w:t>’</w:t>
      </w:r>
      <w:r>
        <w:t>est</w:t>
      </w:r>
      <w:r>
        <w:noBreakHyphen/>
      </w:r>
      <w:r w:rsidRPr="00227F01">
        <w:t>à-dire pas plus d</w:t>
      </w:r>
      <w:r w:rsidR="003D2091">
        <w:t>’</w:t>
      </w:r>
      <w:r w:rsidRPr="00227F01">
        <w:t>un changement de direction le long de l</w:t>
      </w:r>
      <w:r w:rsidR="003D2091">
        <w:t>’</w:t>
      </w:r>
      <w:r w:rsidRPr="00227F01">
        <w:t>axe vertical). La distance entre deux parties adjacentes ou tangentes mais distinctes de la surface de sortie de la lumière de l</w:t>
      </w:r>
      <w:r w:rsidR="003D2091">
        <w:t>’</w:t>
      </w:r>
      <w:r w:rsidRPr="00227F01">
        <w:t>indicateur de direction séquentiel ne doit pas dépasser 50</w:t>
      </w:r>
      <w:r>
        <w:t> </w:t>
      </w:r>
      <w:r w:rsidRPr="00227F01">
        <w:t>mm lorsqu</w:t>
      </w:r>
      <w:r w:rsidR="003D2091">
        <w:t>’</w:t>
      </w:r>
      <w:r w:rsidRPr="00227F01">
        <w:t>elle est mesurée perpendiculairement à l</w:t>
      </w:r>
      <w:r w:rsidR="003D2091">
        <w:t>’</w:t>
      </w:r>
      <w:r w:rsidRPr="00227F01">
        <w:t>axe de référence, au lieu des valeurs définies au p</w:t>
      </w:r>
      <w:r>
        <w:t xml:space="preserve">aragraphe 5.7.2 du Règlement ONU </w:t>
      </w:r>
      <w:r>
        <w:rPr>
          <w:rFonts w:eastAsia="MS Mincho"/>
        </w:rPr>
        <w:t>n</w:t>
      </w:r>
      <w:r>
        <w:rPr>
          <w:rFonts w:eastAsia="MS Mincho"/>
          <w:vertAlign w:val="superscript"/>
        </w:rPr>
        <w:t>o</w:t>
      </w:r>
      <w:r>
        <w:t> </w:t>
      </w:r>
      <w:r w:rsidRPr="00227F01">
        <w:t>48. Ces interruptions du signal ne doivent pas créer de chevauchement dans l</w:t>
      </w:r>
      <w:r w:rsidR="003D2091">
        <w:t>’</w:t>
      </w:r>
      <w:r w:rsidRPr="00227F01">
        <w:t>axe vertical entre les différentes parties, de l</w:t>
      </w:r>
      <w:r w:rsidR="003D2091">
        <w:t>’</w:t>
      </w:r>
      <w:r w:rsidRPr="00227F01">
        <w:t>intérieur vers l</w:t>
      </w:r>
      <w:r w:rsidR="003D2091">
        <w:t>’</w:t>
      </w:r>
      <w:r w:rsidRPr="00227F01">
        <w:t>extérieur du véhicule, ni être utilisées pour toute autre fonction d</w:t>
      </w:r>
      <w:r w:rsidR="003D2091">
        <w:t>’</w:t>
      </w:r>
      <w:r w:rsidRPr="00227F01">
        <w:t>éclairage ou de signalisation</w:t>
      </w:r>
      <w:r>
        <w:t> </w:t>
      </w:r>
      <w:r w:rsidRPr="00227F01">
        <w:t>;</w:t>
      </w:r>
    </w:p>
    <w:p w14:paraId="1F62B065" w14:textId="77777777" w:rsidR="00C82E24" w:rsidRDefault="00C82E24" w:rsidP="00C82E24">
      <w:pPr>
        <w:pStyle w:val="SingleTxtG"/>
        <w:ind w:left="2835" w:hanging="567"/>
      </w:pPr>
      <w:r w:rsidRPr="00227F01">
        <w:t>d)</w:t>
      </w:r>
      <w:r w:rsidRPr="00227F01">
        <w:tab/>
        <w:t xml:space="preserve">La variation doit prendre fin au plus tard </w:t>
      </w:r>
      <w:r>
        <w:t>200 ms après le début du cycle « </w:t>
      </w:r>
      <w:r w:rsidRPr="00227F01">
        <w:t>marche</w:t>
      </w:r>
      <w:r>
        <w:t> » </w:t>
      </w:r>
      <w:r w:rsidRPr="00227F01">
        <w:t>;</w:t>
      </w:r>
    </w:p>
    <w:p w14:paraId="2815CD96" w14:textId="17E4DFB5" w:rsidR="00C82E24" w:rsidRPr="0062433C" w:rsidRDefault="00C82E24" w:rsidP="00C82E24">
      <w:pPr>
        <w:pStyle w:val="SingleTxtG"/>
        <w:ind w:left="2835" w:hanging="567"/>
        <w:rPr>
          <w:rFonts w:eastAsia="SimSun"/>
          <w:bCs/>
        </w:rPr>
      </w:pPr>
      <w:r w:rsidRPr="00227F01">
        <w:t>e</w:t>
      </w:r>
      <w:r w:rsidRPr="0062433C">
        <w:t>)</w:t>
      </w:r>
      <w:r w:rsidRPr="0062433C">
        <w:tab/>
        <w:t>La projection orthogonale de la surface de sortie de la lumière du feu indicateur de direction dans la direction de l</w:t>
      </w:r>
      <w:r w:rsidR="003D2091">
        <w:t>’</w:t>
      </w:r>
      <w:r w:rsidRPr="0062433C">
        <w:t>axe de référence doit être circonscrite à un rectangle inscrit dans un plan perpendiculaire à l</w:t>
      </w:r>
      <w:r w:rsidR="003D2091">
        <w:t>’</w:t>
      </w:r>
      <w:r w:rsidRPr="0062433C">
        <w:t>axe de référence et dont les grands côtés sont parallèles au plan H, le rapport entre le côté horizontal et le côté vertical ne de</w:t>
      </w:r>
      <w:r>
        <w:t>vant pas être inférieur à 1,7.</w:t>
      </w:r>
    </w:p>
    <w:p w14:paraId="677CC47D" w14:textId="77777777" w:rsidR="00C82E24" w:rsidRPr="008C18EB" w:rsidRDefault="00C82E24" w:rsidP="00C82E24">
      <w:pPr>
        <w:pStyle w:val="SingleTxtG"/>
        <w:ind w:left="2268"/>
        <w:rPr>
          <w:rFonts w:eastAsia="SimSun"/>
          <w:bCs/>
        </w:rPr>
      </w:pPr>
      <w:r w:rsidRPr="0062433C">
        <w:rPr>
          <w:lang w:val="fr-FR"/>
        </w:rPr>
        <w:t>Il faut vérifier si les conditions susmentionnées sont remplies</w:t>
      </w:r>
      <w:r>
        <w:rPr>
          <w:lang w:val="fr-FR"/>
        </w:rPr>
        <w:t xml:space="preserve"> </w:t>
      </w:r>
      <w:r w:rsidRPr="0062433C">
        <w:rPr>
          <w:lang w:val="fr-FR"/>
        </w:rPr>
        <w:t>en mode clignotant.</w:t>
      </w:r>
    </w:p>
    <w:p w14:paraId="388AD6D0" w14:textId="77777777" w:rsidR="00C82E24" w:rsidRPr="0062433C" w:rsidRDefault="00C82E24" w:rsidP="00B87BB4">
      <w:pPr>
        <w:pStyle w:val="SingleTxtG"/>
        <w:tabs>
          <w:tab w:val="clear" w:pos="1701"/>
        </w:tabs>
        <w:spacing w:before="120"/>
        <w:ind w:left="2268" w:hanging="1134"/>
      </w:pPr>
      <w:r>
        <w:t>5.7</w:t>
      </w:r>
      <w:r w:rsidRPr="0062433C">
        <w:tab/>
      </w:r>
      <w:r>
        <w:t>P</w:t>
      </w:r>
      <w:r w:rsidRPr="0062433C">
        <w:t>rescriptions tec</w:t>
      </w:r>
      <w:r>
        <w:t>hniques concernant les feux de position latéraux (symboles SM</w:t>
      </w:r>
      <w:r w:rsidRPr="0062433C">
        <w:t>1</w:t>
      </w:r>
      <w:r>
        <w:t xml:space="preserve"> et</w:t>
      </w:r>
      <w:r w:rsidRPr="0062433C">
        <w:t xml:space="preserve"> </w:t>
      </w:r>
      <w:r>
        <w:t>SM</w:t>
      </w:r>
      <w:r w:rsidRPr="0062433C">
        <w:t>2)</w:t>
      </w:r>
    </w:p>
    <w:p w14:paraId="415FB684" w14:textId="21544445" w:rsidR="00C82E24" w:rsidRDefault="00C82E24" w:rsidP="00B87BB4">
      <w:pPr>
        <w:pStyle w:val="SingleTxtG"/>
        <w:tabs>
          <w:tab w:val="clear" w:pos="1701"/>
        </w:tabs>
        <w:spacing w:before="120"/>
        <w:ind w:left="2268" w:hanging="1134"/>
      </w:pPr>
      <w:r>
        <w:t>5.7.1</w:t>
      </w:r>
      <w:r w:rsidRPr="0062433C">
        <w:tab/>
        <w:t>La lumière émise par chacun des deux feux fournis doit satisfaire aux prescriptions du tableau 9.</w:t>
      </w:r>
    </w:p>
    <w:p w14:paraId="0FE9AE56" w14:textId="77777777" w:rsidR="00C82E24" w:rsidRDefault="00C82E24" w:rsidP="00C82E24">
      <w:pPr>
        <w:pStyle w:val="H23G"/>
        <w:ind w:left="2268" w:firstLine="0"/>
      </w:pPr>
      <w:r w:rsidRPr="00DD4D96">
        <w:rPr>
          <w:b w:val="0"/>
        </w:rPr>
        <w:lastRenderedPageBreak/>
        <w:t xml:space="preserve">Tableau 9 </w:t>
      </w:r>
      <w:r w:rsidRPr="00DD4D96">
        <w:br/>
      </w:r>
      <w:r w:rsidRPr="009D1753">
        <w:t>Intensités lumineuses des feux de position latéraux</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40"/>
        <w:gridCol w:w="2798"/>
        <w:gridCol w:w="979"/>
        <w:gridCol w:w="920"/>
      </w:tblGrid>
      <w:tr w:rsidR="00C82E24" w:rsidRPr="0062433C" w14:paraId="08D08B75" w14:textId="77777777" w:rsidTr="00DE6D37">
        <w:trPr>
          <w:cantSplit/>
          <w:trHeight w:val="364"/>
          <w:tblHeader/>
        </w:trPr>
        <w:tc>
          <w:tcPr>
            <w:tcW w:w="4338" w:type="dxa"/>
            <w:gridSpan w:val="2"/>
            <w:tcBorders>
              <w:bottom w:val="single" w:sz="12" w:space="0" w:color="auto"/>
            </w:tcBorders>
            <w:shd w:val="clear" w:color="auto" w:fill="auto"/>
            <w:vAlign w:val="bottom"/>
          </w:tcPr>
          <w:p w14:paraId="12D1DE8E" w14:textId="77777777" w:rsidR="00C82E24" w:rsidRPr="00227F01" w:rsidRDefault="00C82E24" w:rsidP="00DE6D37">
            <w:pPr>
              <w:spacing w:before="80" w:after="80" w:line="200" w:lineRule="exact"/>
              <w:ind w:left="57"/>
              <w:rPr>
                <w:i/>
                <w:sz w:val="16"/>
                <w:szCs w:val="16"/>
              </w:rPr>
            </w:pPr>
            <w:r w:rsidRPr="00227F01">
              <w:rPr>
                <w:i/>
                <w:sz w:val="16"/>
                <w:szCs w:val="16"/>
              </w:rPr>
              <w:t>Feu de position latéral de la catégorie</w:t>
            </w:r>
          </w:p>
        </w:tc>
        <w:tc>
          <w:tcPr>
            <w:tcW w:w="979" w:type="dxa"/>
            <w:tcBorders>
              <w:bottom w:val="single" w:sz="12" w:space="0" w:color="auto"/>
            </w:tcBorders>
            <w:shd w:val="clear" w:color="auto" w:fill="auto"/>
            <w:vAlign w:val="bottom"/>
          </w:tcPr>
          <w:p w14:paraId="1853A1BD" w14:textId="77777777" w:rsidR="00C82E24" w:rsidRPr="00227F01" w:rsidRDefault="00C82E24" w:rsidP="00DE6D37">
            <w:pPr>
              <w:spacing w:before="80" w:after="80" w:line="200" w:lineRule="exact"/>
              <w:ind w:right="113"/>
              <w:jc w:val="right"/>
              <w:rPr>
                <w:i/>
                <w:sz w:val="16"/>
                <w:szCs w:val="16"/>
              </w:rPr>
            </w:pPr>
            <w:r w:rsidRPr="00227F01">
              <w:rPr>
                <w:i/>
                <w:sz w:val="16"/>
                <w:szCs w:val="16"/>
              </w:rPr>
              <w:t>SM 1</w:t>
            </w:r>
          </w:p>
        </w:tc>
        <w:tc>
          <w:tcPr>
            <w:tcW w:w="920" w:type="dxa"/>
            <w:tcBorders>
              <w:bottom w:val="single" w:sz="12" w:space="0" w:color="auto"/>
            </w:tcBorders>
            <w:shd w:val="clear" w:color="auto" w:fill="auto"/>
            <w:vAlign w:val="bottom"/>
          </w:tcPr>
          <w:p w14:paraId="5B709352" w14:textId="77777777" w:rsidR="00C82E24" w:rsidRPr="00227F01" w:rsidRDefault="00C82E24" w:rsidP="00DE6D37">
            <w:pPr>
              <w:spacing w:before="80" w:after="80" w:line="200" w:lineRule="exact"/>
              <w:ind w:right="113"/>
              <w:jc w:val="right"/>
              <w:rPr>
                <w:i/>
                <w:sz w:val="16"/>
                <w:szCs w:val="16"/>
              </w:rPr>
            </w:pPr>
            <w:r w:rsidRPr="00227F01">
              <w:rPr>
                <w:i/>
                <w:sz w:val="16"/>
                <w:szCs w:val="16"/>
              </w:rPr>
              <w:t>SM 2</w:t>
            </w:r>
          </w:p>
        </w:tc>
      </w:tr>
      <w:tr w:rsidR="00C82E24" w:rsidRPr="0062433C" w14:paraId="630D6806" w14:textId="77777777" w:rsidTr="00DE6D37">
        <w:trPr>
          <w:cantSplit/>
          <w:trHeight w:val="186"/>
        </w:trPr>
        <w:tc>
          <w:tcPr>
            <w:tcW w:w="1540" w:type="dxa"/>
            <w:vMerge w:val="restart"/>
            <w:tcBorders>
              <w:top w:val="single" w:sz="12" w:space="0" w:color="auto"/>
            </w:tcBorders>
            <w:shd w:val="clear" w:color="auto" w:fill="auto"/>
          </w:tcPr>
          <w:p w14:paraId="4382B2BD" w14:textId="77777777" w:rsidR="00C82E24" w:rsidRPr="009D1753" w:rsidRDefault="00C82E24" w:rsidP="00DE6D37">
            <w:pPr>
              <w:spacing w:before="40" w:after="40" w:line="220" w:lineRule="atLeast"/>
              <w:ind w:left="57"/>
              <w:rPr>
                <w:sz w:val="18"/>
                <w:szCs w:val="18"/>
              </w:rPr>
            </w:pPr>
            <w:r w:rsidRPr="009D1753">
              <w:rPr>
                <w:sz w:val="18"/>
                <w:szCs w:val="18"/>
              </w:rPr>
              <w:t>Intensité minimale</w:t>
            </w:r>
          </w:p>
        </w:tc>
        <w:tc>
          <w:tcPr>
            <w:tcW w:w="2798" w:type="dxa"/>
            <w:tcBorders>
              <w:top w:val="single" w:sz="12" w:space="0" w:color="auto"/>
            </w:tcBorders>
            <w:shd w:val="clear" w:color="auto" w:fill="auto"/>
          </w:tcPr>
          <w:p w14:paraId="080FCF16" w14:textId="00A80AEB" w:rsidR="00C82E24" w:rsidRPr="009D1753" w:rsidRDefault="00C82E24" w:rsidP="00DE6D37">
            <w:pPr>
              <w:spacing w:before="40" w:after="40" w:line="220" w:lineRule="atLeast"/>
              <w:ind w:left="57"/>
              <w:rPr>
                <w:sz w:val="18"/>
                <w:szCs w:val="18"/>
              </w:rPr>
            </w:pPr>
            <w:r w:rsidRPr="009D1753">
              <w:rPr>
                <w:sz w:val="18"/>
                <w:szCs w:val="18"/>
              </w:rPr>
              <w:t>Dans l</w:t>
            </w:r>
            <w:r w:rsidR="003D2091">
              <w:rPr>
                <w:sz w:val="18"/>
                <w:szCs w:val="18"/>
              </w:rPr>
              <w:t>’</w:t>
            </w:r>
            <w:r w:rsidRPr="009D1753">
              <w:rPr>
                <w:sz w:val="18"/>
                <w:szCs w:val="18"/>
              </w:rPr>
              <w:t>axe de référence</w:t>
            </w:r>
          </w:p>
        </w:tc>
        <w:tc>
          <w:tcPr>
            <w:tcW w:w="979" w:type="dxa"/>
            <w:tcBorders>
              <w:top w:val="single" w:sz="12" w:space="0" w:color="auto"/>
            </w:tcBorders>
            <w:shd w:val="clear" w:color="auto" w:fill="auto"/>
            <w:vAlign w:val="bottom"/>
          </w:tcPr>
          <w:p w14:paraId="61882AF9" w14:textId="77777777" w:rsidR="00C82E24" w:rsidRPr="009D1753" w:rsidRDefault="00C82E24" w:rsidP="00DE6D37">
            <w:pPr>
              <w:spacing w:before="40" w:after="40" w:line="220" w:lineRule="atLeast"/>
              <w:ind w:right="113"/>
              <w:jc w:val="right"/>
              <w:rPr>
                <w:sz w:val="18"/>
                <w:szCs w:val="18"/>
              </w:rPr>
            </w:pPr>
            <w:r w:rsidRPr="009D1753">
              <w:rPr>
                <w:sz w:val="18"/>
                <w:szCs w:val="18"/>
              </w:rPr>
              <w:t>4,0 cd</w:t>
            </w:r>
          </w:p>
        </w:tc>
        <w:tc>
          <w:tcPr>
            <w:tcW w:w="920" w:type="dxa"/>
            <w:tcBorders>
              <w:top w:val="single" w:sz="12" w:space="0" w:color="auto"/>
            </w:tcBorders>
            <w:shd w:val="clear" w:color="auto" w:fill="auto"/>
            <w:vAlign w:val="bottom"/>
          </w:tcPr>
          <w:p w14:paraId="3FE58433" w14:textId="77777777" w:rsidR="00C82E24" w:rsidRPr="009D1753" w:rsidRDefault="00C82E24" w:rsidP="00DE6D37">
            <w:pPr>
              <w:spacing w:before="40" w:after="40" w:line="220" w:lineRule="atLeast"/>
              <w:ind w:right="113"/>
              <w:jc w:val="right"/>
              <w:rPr>
                <w:sz w:val="18"/>
                <w:szCs w:val="18"/>
              </w:rPr>
            </w:pPr>
            <w:r w:rsidRPr="009D1753">
              <w:rPr>
                <w:sz w:val="18"/>
                <w:szCs w:val="18"/>
              </w:rPr>
              <w:t>0,6 cd</w:t>
            </w:r>
          </w:p>
        </w:tc>
      </w:tr>
      <w:tr w:rsidR="00C82E24" w:rsidRPr="0062433C" w14:paraId="038FCCF1" w14:textId="77777777" w:rsidTr="00DE6D37">
        <w:trPr>
          <w:cantSplit/>
          <w:trHeight w:val="359"/>
        </w:trPr>
        <w:tc>
          <w:tcPr>
            <w:tcW w:w="1540" w:type="dxa"/>
            <w:vMerge/>
            <w:shd w:val="clear" w:color="auto" w:fill="auto"/>
          </w:tcPr>
          <w:p w14:paraId="145CA3AC" w14:textId="77777777" w:rsidR="00C82E24" w:rsidRPr="009D1753" w:rsidRDefault="00C82E24" w:rsidP="00DE6D37">
            <w:pPr>
              <w:spacing w:before="40" w:after="40" w:line="220" w:lineRule="atLeast"/>
              <w:ind w:left="57"/>
              <w:rPr>
                <w:sz w:val="18"/>
                <w:szCs w:val="18"/>
              </w:rPr>
            </w:pPr>
          </w:p>
        </w:tc>
        <w:tc>
          <w:tcPr>
            <w:tcW w:w="2798" w:type="dxa"/>
            <w:shd w:val="clear" w:color="auto" w:fill="auto"/>
          </w:tcPr>
          <w:p w14:paraId="40FFA9C4" w14:textId="1F2ACEF6" w:rsidR="00C82E24" w:rsidRPr="009D1753" w:rsidRDefault="00C82E24" w:rsidP="00DE6D37">
            <w:pPr>
              <w:spacing w:before="40" w:after="40" w:line="220" w:lineRule="atLeast"/>
              <w:ind w:left="57"/>
              <w:rPr>
                <w:sz w:val="18"/>
                <w:szCs w:val="18"/>
              </w:rPr>
            </w:pPr>
            <w:r w:rsidRPr="009D1753">
              <w:rPr>
                <w:sz w:val="18"/>
                <w:szCs w:val="18"/>
              </w:rPr>
              <w:t>À l</w:t>
            </w:r>
            <w:r w:rsidR="003D2091">
              <w:rPr>
                <w:sz w:val="18"/>
                <w:szCs w:val="18"/>
              </w:rPr>
              <w:t>’</w:t>
            </w:r>
            <w:r w:rsidRPr="009D1753">
              <w:rPr>
                <w:sz w:val="18"/>
                <w:szCs w:val="18"/>
              </w:rPr>
              <w:t>intérieur du champ angulaire indiqué, autre que dans le cas ci</w:t>
            </w:r>
            <w:r w:rsidRPr="009D1753">
              <w:rPr>
                <w:sz w:val="18"/>
                <w:szCs w:val="18"/>
              </w:rPr>
              <w:noBreakHyphen/>
              <w:t>dessus</w:t>
            </w:r>
          </w:p>
        </w:tc>
        <w:tc>
          <w:tcPr>
            <w:tcW w:w="979" w:type="dxa"/>
            <w:shd w:val="clear" w:color="auto" w:fill="auto"/>
            <w:vAlign w:val="bottom"/>
          </w:tcPr>
          <w:p w14:paraId="2B20AB75" w14:textId="77777777" w:rsidR="00C82E24" w:rsidRPr="009D1753" w:rsidRDefault="00C82E24" w:rsidP="00DE6D37">
            <w:pPr>
              <w:spacing w:before="40" w:after="40" w:line="220" w:lineRule="atLeast"/>
              <w:ind w:right="113"/>
              <w:jc w:val="right"/>
              <w:rPr>
                <w:sz w:val="18"/>
                <w:szCs w:val="18"/>
              </w:rPr>
            </w:pPr>
            <w:r w:rsidRPr="009D1753">
              <w:rPr>
                <w:sz w:val="18"/>
                <w:szCs w:val="18"/>
              </w:rPr>
              <w:t>0,6 cd</w:t>
            </w:r>
          </w:p>
        </w:tc>
        <w:tc>
          <w:tcPr>
            <w:tcW w:w="920" w:type="dxa"/>
            <w:shd w:val="clear" w:color="auto" w:fill="auto"/>
            <w:vAlign w:val="bottom"/>
          </w:tcPr>
          <w:p w14:paraId="1F5E6685" w14:textId="77777777" w:rsidR="00C82E24" w:rsidRPr="009D1753" w:rsidRDefault="00C82E24" w:rsidP="00DE6D37">
            <w:pPr>
              <w:spacing w:before="40" w:after="40" w:line="220" w:lineRule="atLeast"/>
              <w:ind w:right="113"/>
              <w:jc w:val="right"/>
              <w:rPr>
                <w:sz w:val="18"/>
                <w:szCs w:val="18"/>
              </w:rPr>
            </w:pPr>
            <w:r w:rsidRPr="009D1753">
              <w:rPr>
                <w:sz w:val="18"/>
                <w:szCs w:val="18"/>
              </w:rPr>
              <w:t>0,6 cd</w:t>
            </w:r>
          </w:p>
        </w:tc>
      </w:tr>
      <w:tr w:rsidR="00C82E24" w:rsidRPr="0062433C" w14:paraId="38D8728B" w14:textId="77777777" w:rsidTr="00DE6D37">
        <w:trPr>
          <w:cantSplit/>
          <w:trHeight w:val="183"/>
        </w:trPr>
        <w:tc>
          <w:tcPr>
            <w:tcW w:w="1540" w:type="dxa"/>
            <w:tcBorders>
              <w:bottom w:val="single" w:sz="2" w:space="0" w:color="auto"/>
            </w:tcBorders>
            <w:shd w:val="clear" w:color="auto" w:fill="auto"/>
          </w:tcPr>
          <w:p w14:paraId="3EB5FE1C" w14:textId="77777777" w:rsidR="00C82E24" w:rsidRPr="009D1753" w:rsidRDefault="00C82E24" w:rsidP="00DE6D37">
            <w:pPr>
              <w:spacing w:before="40" w:after="40" w:line="220" w:lineRule="atLeast"/>
              <w:ind w:left="57"/>
              <w:rPr>
                <w:sz w:val="18"/>
                <w:szCs w:val="18"/>
              </w:rPr>
            </w:pPr>
            <w:r w:rsidRPr="009D1753">
              <w:rPr>
                <w:sz w:val="18"/>
                <w:szCs w:val="18"/>
              </w:rPr>
              <w:t>Intensité maximale</w:t>
            </w:r>
          </w:p>
        </w:tc>
        <w:tc>
          <w:tcPr>
            <w:tcW w:w="2798" w:type="dxa"/>
            <w:tcBorders>
              <w:bottom w:val="single" w:sz="2" w:space="0" w:color="auto"/>
            </w:tcBorders>
            <w:shd w:val="clear" w:color="auto" w:fill="auto"/>
          </w:tcPr>
          <w:p w14:paraId="66E259BA" w14:textId="1BCA6372" w:rsidR="00C82E24" w:rsidRPr="009D1753" w:rsidRDefault="00C82E24" w:rsidP="00DE6D37">
            <w:pPr>
              <w:spacing w:before="40" w:after="40" w:line="220" w:lineRule="atLeast"/>
              <w:ind w:left="57"/>
              <w:rPr>
                <w:sz w:val="18"/>
                <w:szCs w:val="18"/>
              </w:rPr>
            </w:pPr>
            <w:r w:rsidRPr="009D1753">
              <w:rPr>
                <w:sz w:val="18"/>
                <w:szCs w:val="18"/>
              </w:rPr>
              <w:t>À l</w:t>
            </w:r>
            <w:r w:rsidR="003D2091">
              <w:rPr>
                <w:sz w:val="18"/>
                <w:szCs w:val="18"/>
              </w:rPr>
              <w:t>’</w:t>
            </w:r>
            <w:r w:rsidRPr="009D1753">
              <w:rPr>
                <w:sz w:val="18"/>
                <w:szCs w:val="18"/>
              </w:rPr>
              <w:t>intérieur du champ angulaire indiqué</w:t>
            </w:r>
            <w:r w:rsidRPr="006C6B85">
              <w:rPr>
                <w:i/>
                <w:sz w:val="18"/>
                <w:szCs w:val="18"/>
                <w:vertAlign w:val="superscript"/>
              </w:rPr>
              <w:t>1</w:t>
            </w:r>
          </w:p>
        </w:tc>
        <w:tc>
          <w:tcPr>
            <w:tcW w:w="979" w:type="dxa"/>
            <w:tcBorders>
              <w:bottom w:val="single" w:sz="2" w:space="0" w:color="auto"/>
            </w:tcBorders>
            <w:shd w:val="clear" w:color="auto" w:fill="auto"/>
            <w:vAlign w:val="bottom"/>
          </w:tcPr>
          <w:p w14:paraId="14992172" w14:textId="77777777" w:rsidR="00C82E24" w:rsidRPr="009D1753" w:rsidRDefault="00C82E24" w:rsidP="00DE6D37">
            <w:pPr>
              <w:spacing w:before="40" w:after="40" w:line="220" w:lineRule="atLeast"/>
              <w:ind w:right="113"/>
              <w:jc w:val="right"/>
              <w:rPr>
                <w:sz w:val="18"/>
                <w:szCs w:val="18"/>
              </w:rPr>
            </w:pPr>
            <w:r w:rsidRPr="009D1753">
              <w:rPr>
                <w:sz w:val="18"/>
                <w:szCs w:val="18"/>
              </w:rPr>
              <w:t xml:space="preserve">25,0 cd </w:t>
            </w:r>
          </w:p>
        </w:tc>
        <w:tc>
          <w:tcPr>
            <w:tcW w:w="920" w:type="dxa"/>
            <w:tcBorders>
              <w:bottom w:val="single" w:sz="2" w:space="0" w:color="auto"/>
            </w:tcBorders>
            <w:shd w:val="clear" w:color="auto" w:fill="auto"/>
            <w:vAlign w:val="bottom"/>
          </w:tcPr>
          <w:p w14:paraId="51A4C2F8" w14:textId="77777777" w:rsidR="00C82E24" w:rsidRPr="009D1753" w:rsidRDefault="00C82E24" w:rsidP="00DE6D37">
            <w:pPr>
              <w:spacing w:before="40" w:after="40" w:line="220" w:lineRule="atLeast"/>
              <w:ind w:right="113"/>
              <w:jc w:val="right"/>
              <w:rPr>
                <w:sz w:val="18"/>
                <w:szCs w:val="18"/>
              </w:rPr>
            </w:pPr>
            <w:r w:rsidRPr="009D1753">
              <w:rPr>
                <w:sz w:val="18"/>
                <w:szCs w:val="18"/>
              </w:rPr>
              <w:t xml:space="preserve">25,0 cd </w:t>
            </w:r>
          </w:p>
        </w:tc>
      </w:tr>
      <w:tr w:rsidR="00C82E24" w:rsidRPr="0062433C" w14:paraId="44FE557D" w14:textId="77777777" w:rsidTr="00DE6D37">
        <w:trPr>
          <w:cantSplit/>
          <w:trHeight w:val="217"/>
        </w:trPr>
        <w:tc>
          <w:tcPr>
            <w:tcW w:w="1540" w:type="dxa"/>
            <w:vMerge w:val="restart"/>
            <w:shd w:val="clear" w:color="auto" w:fill="auto"/>
          </w:tcPr>
          <w:p w14:paraId="62AF1F27" w14:textId="77777777" w:rsidR="00C82E24" w:rsidRPr="009D1753" w:rsidRDefault="00C82E24" w:rsidP="00DE6D37">
            <w:pPr>
              <w:spacing w:before="40" w:after="40" w:line="220" w:lineRule="atLeast"/>
              <w:ind w:left="57"/>
              <w:rPr>
                <w:sz w:val="18"/>
                <w:szCs w:val="18"/>
              </w:rPr>
            </w:pPr>
            <w:r w:rsidRPr="009D1753">
              <w:rPr>
                <w:sz w:val="18"/>
                <w:szCs w:val="18"/>
              </w:rPr>
              <w:t>Champ angulaire</w:t>
            </w:r>
          </w:p>
        </w:tc>
        <w:tc>
          <w:tcPr>
            <w:tcW w:w="2798" w:type="dxa"/>
            <w:shd w:val="clear" w:color="auto" w:fill="auto"/>
          </w:tcPr>
          <w:p w14:paraId="734B0124" w14:textId="77777777" w:rsidR="00C82E24" w:rsidRPr="009D1753" w:rsidRDefault="00C82E24" w:rsidP="00DE6D37">
            <w:pPr>
              <w:spacing w:before="40" w:after="40" w:line="220" w:lineRule="atLeast"/>
              <w:ind w:left="57"/>
              <w:rPr>
                <w:sz w:val="18"/>
                <w:szCs w:val="18"/>
              </w:rPr>
            </w:pPr>
            <w:r w:rsidRPr="009D1753">
              <w:rPr>
                <w:sz w:val="18"/>
                <w:szCs w:val="18"/>
              </w:rPr>
              <w:t xml:space="preserve">Horizontal </w:t>
            </w:r>
          </w:p>
        </w:tc>
        <w:tc>
          <w:tcPr>
            <w:tcW w:w="979" w:type="dxa"/>
            <w:shd w:val="clear" w:color="auto" w:fill="auto"/>
            <w:vAlign w:val="bottom"/>
          </w:tcPr>
          <w:p w14:paraId="1F77CA73" w14:textId="77777777" w:rsidR="00C82E24" w:rsidRPr="009D1753" w:rsidRDefault="00C82E24" w:rsidP="00DE6D37">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45°</w:t>
            </w:r>
          </w:p>
        </w:tc>
        <w:tc>
          <w:tcPr>
            <w:tcW w:w="920" w:type="dxa"/>
            <w:shd w:val="clear" w:color="auto" w:fill="auto"/>
            <w:vAlign w:val="bottom"/>
          </w:tcPr>
          <w:p w14:paraId="519E67BB" w14:textId="77777777" w:rsidR="00C82E24" w:rsidRPr="009D1753" w:rsidRDefault="00C82E24" w:rsidP="00DE6D37">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30°</w:t>
            </w:r>
          </w:p>
        </w:tc>
      </w:tr>
      <w:tr w:rsidR="00C82E24" w:rsidRPr="0062433C" w14:paraId="0566D5CE" w14:textId="77777777" w:rsidTr="00DE6D37">
        <w:trPr>
          <w:cantSplit/>
          <w:trHeight w:val="264"/>
        </w:trPr>
        <w:tc>
          <w:tcPr>
            <w:tcW w:w="1540" w:type="dxa"/>
            <w:vMerge/>
            <w:tcBorders>
              <w:bottom w:val="single" w:sz="12" w:space="0" w:color="auto"/>
            </w:tcBorders>
            <w:shd w:val="clear" w:color="auto" w:fill="auto"/>
          </w:tcPr>
          <w:p w14:paraId="6C226D1B" w14:textId="77777777" w:rsidR="00C82E24" w:rsidRPr="009D1753" w:rsidRDefault="00C82E24" w:rsidP="00DE6D37">
            <w:pPr>
              <w:spacing w:before="40" w:after="40" w:line="220" w:lineRule="atLeast"/>
              <w:ind w:left="57"/>
              <w:rPr>
                <w:sz w:val="18"/>
                <w:szCs w:val="18"/>
              </w:rPr>
            </w:pPr>
          </w:p>
        </w:tc>
        <w:tc>
          <w:tcPr>
            <w:tcW w:w="2798" w:type="dxa"/>
            <w:tcBorders>
              <w:bottom w:val="single" w:sz="12" w:space="0" w:color="auto"/>
            </w:tcBorders>
            <w:shd w:val="clear" w:color="auto" w:fill="auto"/>
          </w:tcPr>
          <w:p w14:paraId="7FC096B2" w14:textId="77777777" w:rsidR="00C82E24" w:rsidRPr="009D1753" w:rsidRDefault="00C82E24" w:rsidP="00DE6D37">
            <w:pPr>
              <w:spacing w:before="40" w:after="40" w:line="220" w:lineRule="atLeast"/>
              <w:ind w:left="57"/>
              <w:rPr>
                <w:sz w:val="18"/>
                <w:szCs w:val="18"/>
              </w:rPr>
            </w:pPr>
            <w:r w:rsidRPr="009D1753">
              <w:rPr>
                <w:sz w:val="18"/>
                <w:szCs w:val="18"/>
              </w:rPr>
              <w:t>Vertical</w:t>
            </w:r>
          </w:p>
        </w:tc>
        <w:tc>
          <w:tcPr>
            <w:tcW w:w="979" w:type="dxa"/>
            <w:tcBorders>
              <w:bottom w:val="single" w:sz="12" w:space="0" w:color="auto"/>
            </w:tcBorders>
            <w:shd w:val="clear" w:color="auto" w:fill="auto"/>
            <w:vAlign w:val="bottom"/>
          </w:tcPr>
          <w:p w14:paraId="1A622E77" w14:textId="77777777" w:rsidR="00C82E24" w:rsidRPr="009D1753" w:rsidRDefault="00C82E24" w:rsidP="00DE6D37">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10°</w:t>
            </w:r>
          </w:p>
        </w:tc>
        <w:tc>
          <w:tcPr>
            <w:tcW w:w="920" w:type="dxa"/>
            <w:tcBorders>
              <w:bottom w:val="single" w:sz="12" w:space="0" w:color="auto"/>
            </w:tcBorders>
            <w:shd w:val="clear" w:color="auto" w:fill="auto"/>
            <w:vAlign w:val="bottom"/>
          </w:tcPr>
          <w:p w14:paraId="439D5230" w14:textId="77777777" w:rsidR="00C82E24" w:rsidRPr="009D1753" w:rsidRDefault="00C82E24" w:rsidP="00DE6D37">
            <w:pPr>
              <w:spacing w:before="40" w:after="40" w:line="220" w:lineRule="atLeast"/>
              <w:ind w:right="113"/>
              <w:jc w:val="right"/>
              <w:rPr>
                <w:sz w:val="18"/>
                <w:szCs w:val="18"/>
              </w:rPr>
            </w:pPr>
            <w:r w:rsidRPr="009D1753">
              <w:rPr>
                <w:sz w:val="18"/>
                <w:szCs w:val="18"/>
                <w:lang w:val="fr-CA"/>
              </w:rPr>
              <w:sym w:font="Symbol" w:char="F0B1"/>
            </w:r>
            <w:r w:rsidRPr="009D1753">
              <w:rPr>
                <w:sz w:val="18"/>
                <w:szCs w:val="18"/>
              </w:rPr>
              <w:t>10°</w:t>
            </w:r>
          </w:p>
        </w:tc>
      </w:tr>
    </w:tbl>
    <w:p w14:paraId="5524F58F" w14:textId="7B9B13F5" w:rsidR="00C82E24" w:rsidRPr="008C18EB" w:rsidRDefault="00C82E24" w:rsidP="00C82E24">
      <w:pPr>
        <w:pStyle w:val="SingleTxtG"/>
        <w:spacing w:before="120"/>
        <w:ind w:left="2268"/>
      </w:pPr>
      <w:r w:rsidRPr="0062433C">
        <w:rPr>
          <w:lang w:val="fr-FR"/>
        </w:rPr>
        <w:t xml:space="preserve">En outre, pour le feu de position latéral à lumière rouge, dans le champ angulaire compris entre 60° et 90° dans la direction horizontale et </w:t>
      </w:r>
      <w:r w:rsidRPr="00460532">
        <w:rPr>
          <w:lang w:val="fr-CA"/>
        </w:rPr>
        <w:sym w:font="Symbol" w:char="F0B1"/>
      </w:r>
      <w:r w:rsidRPr="0062433C">
        <w:rPr>
          <w:lang w:val="fr-FR"/>
        </w:rPr>
        <w:t>20° dans la direction verticale, l</w:t>
      </w:r>
      <w:r w:rsidR="003D2091">
        <w:rPr>
          <w:lang w:val="fr-FR"/>
        </w:rPr>
        <w:t>’</w:t>
      </w:r>
      <w:r w:rsidRPr="0062433C">
        <w:rPr>
          <w:lang w:val="fr-FR"/>
        </w:rPr>
        <w:t>intensité maximale vers l</w:t>
      </w:r>
      <w:r w:rsidR="003D2091">
        <w:rPr>
          <w:lang w:val="fr-FR"/>
        </w:rPr>
        <w:t>’</w:t>
      </w:r>
      <w:r w:rsidRPr="0062433C">
        <w:rPr>
          <w:lang w:val="fr-FR"/>
        </w:rPr>
        <w:t>avant du véhicule est limitée à 0,25</w:t>
      </w:r>
      <w:r>
        <w:rPr>
          <w:lang w:val="fr-FR"/>
        </w:rPr>
        <w:t> </w:t>
      </w:r>
      <w:r w:rsidRPr="0062433C">
        <w:rPr>
          <w:lang w:val="fr-FR"/>
        </w:rPr>
        <w:t>cd.</w:t>
      </w:r>
    </w:p>
    <w:p w14:paraId="05ED51DC" w14:textId="5BCDF02E" w:rsidR="00C82E24" w:rsidRPr="00AE7409" w:rsidRDefault="00C82E24" w:rsidP="00B87BB4">
      <w:pPr>
        <w:pStyle w:val="SingleTxtG"/>
        <w:tabs>
          <w:tab w:val="clear" w:pos="1701"/>
        </w:tabs>
        <w:spacing w:before="120"/>
        <w:ind w:left="2268" w:hanging="1134"/>
      </w:pPr>
      <w:r>
        <w:rPr>
          <w:lang w:val="fr-FR"/>
        </w:rPr>
        <w:t>5.7.2</w:t>
      </w:r>
      <w:r w:rsidRPr="0062433C">
        <w:rPr>
          <w:lang w:val="fr-FR"/>
        </w:rPr>
        <w:tab/>
        <w:t xml:space="preserve">En dehors de </w:t>
      </w:r>
      <w:r w:rsidRPr="00B87BB4">
        <w:t>l</w:t>
      </w:r>
      <w:r w:rsidR="003D2091">
        <w:t>’</w:t>
      </w:r>
      <w:r w:rsidRPr="00B87BB4">
        <w:t>axe</w:t>
      </w:r>
      <w:r w:rsidRPr="0062433C">
        <w:rPr>
          <w:lang w:val="fr-FR"/>
        </w:rPr>
        <w:t xml:space="preserve"> de référence et à l</w:t>
      </w:r>
      <w:r w:rsidR="003D2091">
        <w:rPr>
          <w:lang w:val="fr-FR"/>
        </w:rPr>
        <w:t>’</w:t>
      </w:r>
      <w:r w:rsidRPr="0062433C">
        <w:rPr>
          <w:lang w:val="fr-FR"/>
        </w:rPr>
        <w:t xml:space="preserve">intérieur des champs angulaires définis </w:t>
      </w:r>
      <w:r>
        <w:rPr>
          <w:lang w:val="fr-FR"/>
        </w:rPr>
        <w:t>dans</w:t>
      </w:r>
      <w:r w:rsidRPr="0062433C">
        <w:rPr>
          <w:lang w:val="fr-FR"/>
        </w:rPr>
        <w:t xml:space="preserve"> les schémas de la partie C de l</w:t>
      </w:r>
      <w:r w:rsidR="003D2091">
        <w:rPr>
          <w:lang w:val="fr-FR"/>
        </w:rPr>
        <w:t>’</w:t>
      </w:r>
      <w:r w:rsidRPr="0062433C">
        <w:rPr>
          <w:lang w:val="fr-FR"/>
        </w:rPr>
        <w:t>annexe</w:t>
      </w:r>
      <w:r>
        <w:rPr>
          <w:lang w:val="fr-FR"/>
        </w:rPr>
        <w:t> </w:t>
      </w:r>
      <w:r w:rsidRPr="0062433C">
        <w:rPr>
          <w:lang w:val="fr-FR"/>
        </w:rPr>
        <w:t>2, l</w:t>
      </w:r>
      <w:r w:rsidR="003D2091">
        <w:rPr>
          <w:lang w:val="fr-FR"/>
        </w:rPr>
        <w:t>’</w:t>
      </w:r>
      <w:r w:rsidRPr="0062433C">
        <w:rPr>
          <w:lang w:val="fr-FR"/>
        </w:rPr>
        <w:t>intensité de la lumière émise par chacun de</w:t>
      </w:r>
      <w:r>
        <w:rPr>
          <w:lang w:val="fr-FR"/>
        </w:rPr>
        <w:t>s deux feux de position latéraux doit :</w:t>
      </w:r>
    </w:p>
    <w:p w14:paraId="7C6A0F67" w14:textId="11EA004A" w:rsidR="00C82E24" w:rsidRPr="008C18EB" w:rsidRDefault="00C82E24" w:rsidP="00C82E24">
      <w:pPr>
        <w:pStyle w:val="SingleTxtG"/>
        <w:ind w:left="2835" w:hanging="567"/>
      </w:pPr>
      <w:r>
        <w:rPr>
          <w:lang w:val="fr-FR"/>
        </w:rPr>
        <w:t>a)</w:t>
      </w:r>
      <w:r>
        <w:rPr>
          <w:lang w:val="fr-FR"/>
        </w:rPr>
        <w:tab/>
      </w:r>
      <w:r w:rsidRPr="002425B5">
        <w:t>Dans</w:t>
      </w:r>
      <w:r w:rsidRPr="0062433C">
        <w:rPr>
          <w:lang w:val="fr-FR"/>
        </w:rPr>
        <w:t xml:space="preserve"> chaque direction correspondant aux points </w:t>
      </w:r>
      <w:r>
        <w:rPr>
          <w:lang w:val="fr-FR"/>
        </w:rPr>
        <w:t xml:space="preserve">de la grille </w:t>
      </w:r>
      <w:r w:rsidRPr="0062433C">
        <w:rPr>
          <w:lang w:val="fr-FR"/>
        </w:rPr>
        <w:t xml:space="preserve">de répartition </w:t>
      </w:r>
      <w:r>
        <w:rPr>
          <w:lang w:val="fr-FR"/>
        </w:rPr>
        <w:t>de la lumière du</w:t>
      </w:r>
      <w:r w:rsidRPr="0062433C">
        <w:rPr>
          <w:lang w:val="fr-FR"/>
        </w:rPr>
        <w:t xml:space="preserve"> paragraphe</w:t>
      </w:r>
      <w:r>
        <w:rPr>
          <w:lang w:val="fr-FR"/>
        </w:rPr>
        <w:t> </w:t>
      </w:r>
      <w:r w:rsidRPr="0062433C">
        <w:rPr>
          <w:lang w:val="fr-FR"/>
        </w:rPr>
        <w:t>2.7 de l</w:t>
      </w:r>
      <w:r w:rsidR="003D2091">
        <w:rPr>
          <w:lang w:val="fr-FR"/>
        </w:rPr>
        <w:t>’</w:t>
      </w:r>
      <w:r w:rsidRPr="0062433C">
        <w:rPr>
          <w:lang w:val="fr-FR"/>
        </w:rPr>
        <w:t>annexe</w:t>
      </w:r>
      <w:r>
        <w:rPr>
          <w:lang w:val="fr-FR"/>
        </w:rPr>
        <w:t> </w:t>
      </w:r>
      <w:r w:rsidRPr="0062433C">
        <w:rPr>
          <w:lang w:val="fr-FR"/>
        </w:rPr>
        <w:t xml:space="preserve">3, ne pas être inférieure au produit du minimum indiqué </w:t>
      </w:r>
      <w:r>
        <w:rPr>
          <w:lang w:val="fr-FR"/>
        </w:rPr>
        <w:t>au paragraphe </w:t>
      </w:r>
      <w:r w:rsidRPr="0062433C">
        <w:rPr>
          <w:lang w:val="fr-FR"/>
        </w:rPr>
        <w:t xml:space="preserve">5.7.1 </w:t>
      </w:r>
      <w:r>
        <w:rPr>
          <w:lang w:val="fr-FR"/>
        </w:rPr>
        <w:t>par le</w:t>
      </w:r>
      <w:r w:rsidRPr="0062433C">
        <w:rPr>
          <w:lang w:val="fr-FR"/>
        </w:rPr>
        <w:t xml:space="preserve"> pourcentage </w:t>
      </w:r>
      <w:r>
        <w:rPr>
          <w:lang w:val="fr-FR"/>
        </w:rPr>
        <w:t>donné par ladite grille pour la direction en question ;</w:t>
      </w:r>
    </w:p>
    <w:p w14:paraId="0BDDE240" w14:textId="061A5BD5" w:rsidR="00C82E24" w:rsidRPr="008C18EB" w:rsidRDefault="00C82E24" w:rsidP="00C82E24">
      <w:pPr>
        <w:pStyle w:val="SingleTxtG"/>
        <w:ind w:left="2835" w:hanging="567"/>
      </w:pPr>
      <w:r>
        <w:rPr>
          <w:lang w:val="fr-FR"/>
        </w:rPr>
        <w:t>b)</w:t>
      </w:r>
      <w:r>
        <w:rPr>
          <w:lang w:val="fr-FR"/>
        </w:rPr>
        <w:tab/>
        <w:t>Ne dépasser, dans</w:t>
      </w:r>
      <w:r w:rsidRPr="0062433C">
        <w:rPr>
          <w:lang w:val="fr-FR"/>
        </w:rPr>
        <w:t xml:space="preserve"> aucune direction </w:t>
      </w:r>
      <w:r>
        <w:rPr>
          <w:lang w:val="fr-FR"/>
        </w:rPr>
        <w:t>à l</w:t>
      </w:r>
      <w:r w:rsidR="003D2091">
        <w:rPr>
          <w:lang w:val="fr-FR"/>
        </w:rPr>
        <w:t>’</w:t>
      </w:r>
      <w:r>
        <w:rPr>
          <w:lang w:val="fr-FR"/>
        </w:rPr>
        <w:t xml:space="preserve">intérieur </w:t>
      </w:r>
      <w:r w:rsidRPr="0062433C">
        <w:rPr>
          <w:lang w:val="fr-FR"/>
        </w:rPr>
        <w:t>de l</w:t>
      </w:r>
      <w:r w:rsidR="003D2091">
        <w:rPr>
          <w:lang w:val="fr-FR"/>
        </w:rPr>
        <w:t>’</w:t>
      </w:r>
      <w:r w:rsidRPr="0062433C">
        <w:rPr>
          <w:lang w:val="fr-FR"/>
        </w:rPr>
        <w:t>espace d</w:t>
      </w:r>
      <w:r w:rsidR="003D2091">
        <w:rPr>
          <w:lang w:val="fr-FR"/>
        </w:rPr>
        <w:t>’</w:t>
      </w:r>
      <w:r w:rsidRPr="0062433C">
        <w:rPr>
          <w:lang w:val="fr-FR"/>
        </w:rPr>
        <w:t xml:space="preserve">où le feu de position latéral </w:t>
      </w:r>
      <w:r>
        <w:rPr>
          <w:lang w:val="fr-FR"/>
        </w:rPr>
        <w:t>est visible</w:t>
      </w:r>
      <w:r w:rsidRPr="0062433C">
        <w:rPr>
          <w:lang w:val="fr-FR"/>
        </w:rPr>
        <w:t xml:space="preserve">, le maximum </w:t>
      </w:r>
      <w:r>
        <w:rPr>
          <w:lang w:val="fr-FR"/>
        </w:rPr>
        <w:t>indiqué au paragraphe </w:t>
      </w:r>
      <w:r w:rsidRPr="0062433C">
        <w:rPr>
          <w:lang w:val="fr-FR"/>
        </w:rPr>
        <w:t>5.7.1.</w:t>
      </w:r>
    </w:p>
    <w:p w14:paraId="5A3D603B" w14:textId="70263259" w:rsidR="00C82E24" w:rsidRPr="009A7A91" w:rsidRDefault="00C82E24" w:rsidP="00B87BB4">
      <w:pPr>
        <w:pStyle w:val="SingleTxtG"/>
        <w:tabs>
          <w:tab w:val="clear" w:pos="1701"/>
        </w:tabs>
        <w:spacing w:before="120"/>
        <w:ind w:left="2268" w:hanging="1134"/>
      </w:pPr>
      <w:r w:rsidRPr="009A7A91">
        <w:t>5.7.3</w:t>
      </w:r>
      <w:r w:rsidRPr="009A7A91">
        <w:tab/>
        <w:t xml:space="preserve">Pour les feux de position latéraux des catégories SM1 et SM2, il peut suffire de ne vérifier </w:t>
      </w:r>
      <w:r w:rsidRPr="002425B5">
        <w:rPr>
          <w:lang w:val="fr-FR"/>
        </w:rPr>
        <w:t>que</w:t>
      </w:r>
      <w:r w:rsidRPr="009A7A91">
        <w:t xml:space="preserve"> cinq points choisis par l</w:t>
      </w:r>
      <w:r w:rsidR="003D2091">
        <w:t>’</w:t>
      </w:r>
      <w:r w:rsidRPr="009A7A91">
        <w:t>autorité d</w:t>
      </w:r>
      <w:r w:rsidR="003D2091">
        <w:t>’</w:t>
      </w:r>
      <w:r w:rsidRPr="009A7A91">
        <w:t>homologation de type.</w:t>
      </w:r>
    </w:p>
    <w:p w14:paraId="7FA18D00" w14:textId="6BCB1499" w:rsidR="00C82E24" w:rsidRPr="009A7A91" w:rsidRDefault="00C82E24" w:rsidP="00B87BB4">
      <w:pPr>
        <w:pStyle w:val="SingleTxtG"/>
        <w:tabs>
          <w:tab w:val="clear" w:pos="1701"/>
        </w:tabs>
        <w:spacing w:before="120"/>
        <w:ind w:left="2268" w:hanging="1134"/>
      </w:pPr>
      <w:r w:rsidRPr="009A7A91">
        <w:t>5.7.4</w:t>
      </w:r>
      <w:r w:rsidRPr="009A7A91">
        <w:tab/>
        <w:t xml:space="preserve">La couleur de la lumière émise doit être jaune-auto. Elle peut toutefois être rouge si les feux de position latéraux </w:t>
      </w:r>
      <w:r>
        <w:t xml:space="preserve">les plus en </w:t>
      </w:r>
      <w:r w:rsidRPr="009A7A91">
        <w:t xml:space="preserve">arrière sont groupés, combinés ou incorporés mutuellement aux feux de position arrière, aux feux de gabarit arrière, aux feux de brouillard arrière ou aux </w:t>
      </w:r>
      <w:r>
        <w:t>feux stop</w:t>
      </w:r>
      <w:r w:rsidRPr="009A7A91">
        <w:t>, ou encore s</w:t>
      </w:r>
      <w:r w:rsidR="003D2091">
        <w:t>’</w:t>
      </w:r>
      <w:r w:rsidRPr="009A7A91">
        <w:t>ils sont groupés avec les catadioptres arrière ou si leurs surfaces respectives de sortie de la lumière se recoupent.</w:t>
      </w:r>
    </w:p>
    <w:p w14:paraId="73AB2378" w14:textId="2182B178" w:rsidR="00C82E24" w:rsidRPr="009A7A91" w:rsidRDefault="00C82E24" w:rsidP="00B87BB4">
      <w:pPr>
        <w:pStyle w:val="SingleTxtG"/>
        <w:tabs>
          <w:tab w:val="clear" w:pos="1701"/>
        </w:tabs>
        <w:spacing w:before="120"/>
        <w:ind w:left="2268" w:hanging="1134"/>
      </w:pPr>
      <w:r w:rsidRPr="009A7A91">
        <w:t>5.8</w:t>
      </w:r>
      <w:r w:rsidRPr="009A7A91">
        <w:tab/>
        <w:t>Prescriptions</w:t>
      </w:r>
      <w:r>
        <w:t xml:space="preserve"> techniques concernant les feux de marche arrière (symbole AR</w:t>
      </w:r>
      <w:r w:rsidRPr="009A7A91">
        <w:t>)</w:t>
      </w:r>
    </w:p>
    <w:p w14:paraId="077CB725" w14:textId="2DDF1DDD" w:rsidR="00C82E24" w:rsidRPr="004057F2" w:rsidRDefault="00C82E24" w:rsidP="00B87BB4">
      <w:pPr>
        <w:pStyle w:val="SingleTxtG"/>
        <w:tabs>
          <w:tab w:val="clear" w:pos="1701"/>
        </w:tabs>
        <w:spacing w:before="120"/>
        <w:ind w:left="2268" w:hanging="1134"/>
      </w:pPr>
      <w:r w:rsidRPr="004057F2">
        <w:t>5.8.1</w:t>
      </w:r>
      <w:r w:rsidRPr="004057F2">
        <w:tab/>
        <w:t>La lumière émise par chacun des deux feux fournis doit satisfai</w:t>
      </w:r>
      <w:r>
        <w:t>re aux prescriptions du tableau </w:t>
      </w:r>
      <w:r w:rsidRPr="004057F2">
        <w:t>10.</w:t>
      </w:r>
    </w:p>
    <w:p w14:paraId="568AC65B" w14:textId="77777777" w:rsidR="00C82E24" w:rsidRDefault="00C82E24" w:rsidP="00C82E24">
      <w:pPr>
        <w:pStyle w:val="H23G"/>
        <w:ind w:left="2268" w:firstLine="0"/>
      </w:pPr>
      <w:r w:rsidRPr="002425B5">
        <w:rPr>
          <w:b w:val="0"/>
        </w:rPr>
        <w:t>Tableau 10</w:t>
      </w:r>
      <w:r>
        <w:t xml:space="preserve"> </w:t>
      </w:r>
      <w:r>
        <w:br/>
      </w:r>
      <w:r w:rsidRPr="00D3718E">
        <w:t>Intensité lumineuse des feux de marche arrière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17"/>
        <w:gridCol w:w="1275"/>
        <w:gridCol w:w="1133"/>
        <w:gridCol w:w="1423"/>
        <w:gridCol w:w="989"/>
      </w:tblGrid>
      <w:tr w:rsidR="00C82E24" w:rsidRPr="0062433C" w14:paraId="1F8F4BD0" w14:textId="77777777" w:rsidTr="00DE6D37">
        <w:trPr>
          <w:trHeight w:val="93"/>
          <w:tblHeader/>
        </w:trPr>
        <w:tc>
          <w:tcPr>
            <w:tcW w:w="1417" w:type="dxa"/>
            <w:vMerge w:val="restart"/>
            <w:shd w:val="clear" w:color="auto" w:fill="auto"/>
            <w:vAlign w:val="center"/>
          </w:tcPr>
          <w:p w14:paraId="24E86894" w14:textId="77777777" w:rsidR="00C82E24" w:rsidRPr="0062433C" w:rsidRDefault="00C82E24" w:rsidP="00DE6D37">
            <w:pPr>
              <w:spacing w:before="80" w:after="80" w:line="200" w:lineRule="exact"/>
              <w:rPr>
                <w:i/>
              </w:rPr>
            </w:pPr>
          </w:p>
        </w:tc>
        <w:tc>
          <w:tcPr>
            <w:tcW w:w="1275" w:type="dxa"/>
            <w:vMerge w:val="restart"/>
            <w:shd w:val="clear" w:color="auto" w:fill="auto"/>
            <w:vAlign w:val="bottom"/>
          </w:tcPr>
          <w:p w14:paraId="0300AF3D" w14:textId="77777777" w:rsidR="00C82E24" w:rsidRPr="00AE7409" w:rsidRDefault="00C82E24" w:rsidP="00DE6D37">
            <w:pPr>
              <w:spacing w:before="80" w:after="80" w:line="200" w:lineRule="exact"/>
              <w:ind w:right="113"/>
              <w:jc w:val="right"/>
              <w:rPr>
                <w:i/>
                <w:sz w:val="16"/>
                <w:szCs w:val="16"/>
              </w:rPr>
            </w:pPr>
            <w:r w:rsidRPr="00AE7409">
              <w:rPr>
                <w:i/>
                <w:iCs/>
                <w:sz w:val="16"/>
                <w:szCs w:val="16"/>
              </w:rPr>
              <w:t xml:space="preserve">Intensité </w:t>
            </w:r>
            <w:r>
              <w:rPr>
                <w:i/>
                <w:iCs/>
                <w:sz w:val="16"/>
                <w:szCs w:val="16"/>
              </w:rPr>
              <w:br/>
            </w:r>
            <w:r w:rsidRPr="00AE7409">
              <w:rPr>
                <w:i/>
                <w:iCs/>
                <w:sz w:val="16"/>
                <w:szCs w:val="16"/>
              </w:rPr>
              <w:t>lumineuse minimale en HV (valeurs en cd)</w:t>
            </w:r>
          </w:p>
        </w:tc>
        <w:tc>
          <w:tcPr>
            <w:tcW w:w="3545" w:type="dxa"/>
            <w:gridSpan w:val="3"/>
            <w:vAlign w:val="bottom"/>
          </w:tcPr>
          <w:p w14:paraId="4C4F76D9" w14:textId="77777777" w:rsidR="00C82E24" w:rsidRPr="00AE7409" w:rsidRDefault="00C82E24" w:rsidP="00DE6D37">
            <w:pPr>
              <w:spacing w:before="80" w:after="80" w:line="200" w:lineRule="exact"/>
              <w:jc w:val="center"/>
              <w:rPr>
                <w:i/>
                <w:sz w:val="16"/>
                <w:szCs w:val="16"/>
              </w:rPr>
            </w:pPr>
            <w:r w:rsidRPr="00AE7409">
              <w:rPr>
                <w:i/>
                <w:iCs/>
                <w:sz w:val="16"/>
                <w:szCs w:val="16"/>
              </w:rPr>
              <w:t xml:space="preserve">Intensité lumineuse maximale </w:t>
            </w:r>
            <w:r>
              <w:rPr>
                <w:i/>
                <w:iCs/>
                <w:sz w:val="16"/>
                <w:szCs w:val="16"/>
              </w:rPr>
              <w:br/>
            </w:r>
            <w:r w:rsidRPr="00AE7409">
              <w:rPr>
                <w:i/>
                <w:iCs/>
                <w:sz w:val="16"/>
                <w:szCs w:val="16"/>
              </w:rPr>
              <w:t>dans toutes les directions (valeurs en cd)</w:t>
            </w:r>
          </w:p>
        </w:tc>
      </w:tr>
      <w:tr w:rsidR="00C82E24" w:rsidRPr="0062433C" w14:paraId="28799086" w14:textId="77777777" w:rsidTr="00DE6D37">
        <w:trPr>
          <w:trHeight w:val="439"/>
          <w:tblHeader/>
        </w:trPr>
        <w:tc>
          <w:tcPr>
            <w:tcW w:w="1417" w:type="dxa"/>
            <w:vMerge/>
            <w:tcBorders>
              <w:bottom w:val="single" w:sz="12" w:space="0" w:color="auto"/>
            </w:tcBorders>
            <w:shd w:val="clear" w:color="auto" w:fill="auto"/>
            <w:vAlign w:val="center"/>
          </w:tcPr>
          <w:p w14:paraId="575C2109" w14:textId="77777777" w:rsidR="00C82E24" w:rsidRPr="0062433C" w:rsidRDefault="00C82E24" w:rsidP="00DE6D37">
            <w:pPr>
              <w:spacing w:before="80" w:after="80" w:line="200" w:lineRule="exact"/>
              <w:rPr>
                <w:i/>
              </w:rPr>
            </w:pPr>
          </w:p>
        </w:tc>
        <w:tc>
          <w:tcPr>
            <w:tcW w:w="1275" w:type="dxa"/>
            <w:vMerge/>
            <w:tcBorders>
              <w:bottom w:val="single" w:sz="12" w:space="0" w:color="auto"/>
            </w:tcBorders>
            <w:shd w:val="clear" w:color="auto" w:fill="auto"/>
            <w:vAlign w:val="bottom"/>
          </w:tcPr>
          <w:p w14:paraId="046C3223" w14:textId="77777777" w:rsidR="00C82E24" w:rsidRPr="00AE7409" w:rsidRDefault="00C82E24" w:rsidP="00DE6D37">
            <w:pPr>
              <w:spacing w:before="80" w:after="80" w:line="200" w:lineRule="exact"/>
              <w:rPr>
                <w:i/>
                <w:sz w:val="16"/>
                <w:szCs w:val="16"/>
              </w:rPr>
            </w:pPr>
          </w:p>
        </w:tc>
        <w:tc>
          <w:tcPr>
            <w:tcW w:w="1133" w:type="dxa"/>
            <w:tcBorders>
              <w:bottom w:val="single" w:sz="12" w:space="0" w:color="auto"/>
            </w:tcBorders>
            <w:vAlign w:val="bottom"/>
          </w:tcPr>
          <w:p w14:paraId="45CC105A" w14:textId="77777777" w:rsidR="00C82E24" w:rsidRPr="00170582" w:rsidRDefault="00C82E24" w:rsidP="00DE6D37">
            <w:pPr>
              <w:spacing w:before="80" w:after="80" w:line="200" w:lineRule="exact"/>
              <w:ind w:right="113"/>
              <w:jc w:val="right"/>
              <w:rPr>
                <w:bCs/>
                <w:i/>
                <w:sz w:val="16"/>
                <w:szCs w:val="16"/>
              </w:rPr>
            </w:pPr>
            <w:r w:rsidRPr="00170582">
              <w:rPr>
                <w:i/>
                <w:sz w:val="16"/>
                <w:szCs w:val="16"/>
              </w:rPr>
              <w:t xml:space="preserve">Dans </w:t>
            </w:r>
            <w:r>
              <w:rPr>
                <w:i/>
                <w:sz w:val="16"/>
                <w:szCs w:val="16"/>
              </w:rPr>
              <w:br/>
            </w:r>
            <w:r w:rsidRPr="00170582">
              <w:rPr>
                <w:i/>
                <w:sz w:val="16"/>
                <w:szCs w:val="16"/>
              </w:rPr>
              <w:t xml:space="preserve">le plan H </w:t>
            </w:r>
            <w:r>
              <w:rPr>
                <w:i/>
                <w:sz w:val="16"/>
                <w:szCs w:val="16"/>
              </w:rPr>
              <w:br/>
            </w:r>
            <w:r w:rsidRPr="00170582">
              <w:rPr>
                <w:i/>
                <w:sz w:val="16"/>
                <w:szCs w:val="16"/>
              </w:rPr>
              <w:t>et au</w:t>
            </w:r>
            <w:r w:rsidRPr="00170582">
              <w:rPr>
                <w:i/>
                <w:sz w:val="16"/>
                <w:szCs w:val="16"/>
              </w:rPr>
              <w:noBreakHyphen/>
              <w:t>dessus</w:t>
            </w:r>
          </w:p>
        </w:tc>
        <w:tc>
          <w:tcPr>
            <w:tcW w:w="1423" w:type="dxa"/>
            <w:tcBorders>
              <w:bottom w:val="single" w:sz="12" w:space="0" w:color="auto"/>
            </w:tcBorders>
            <w:shd w:val="clear" w:color="auto" w:fill="auto"/>
            <w:vAlign w:val="bottom"/>
          </w:tcPr>
          <w:p w14:paraId="409C29E8" w14:textId="491E17DF" w:rsidR="00C82E24" w:rsidRPr="00170582" w:rsidRDefault="00C82E24" w:rsidP="00DE6D37">
            <w:pPr>
              <w:spacing w:before="80" w:after="80" w:line="200" w:lineRule="exact"/>
              <w:ind w:right="113"/>
              <w:jc w:val="right"/>
              <w:rPr>
                <w:i/>
                <w:sz w:val="16"/>
                <w:szCs w:val="16"/>
              </w:rPr>
            </w:pPr>
            <w:r>
              <w:rPr>
                <w:i/>
                <w:sz w:val="16"/>
                <w:szCs w:val="16"/>
              </w:rPr>
              <w:t xml:space="preserve">En dessous </w:t>
            </w:r>
            <w:r>
              <w:rPr>
                <w:i/>
                <w:sz w:val="16"/>
                <w:szCs w:val="16"/>
              </w:rPr>
              <w:br/>
              <w:t xml:space="preserve">du plan </w:t>
            </w:r>
            <w:r w:rsidRPr="00170582">
              <w:rPr>
                <w:i/>
                <w:sz w:val="16"/>
                <w:szCs w:val="16"/>
              </w:rPr>
              <w:t xml:space="preserve">H, </w:t>
            </w:r>
            <w:r>
              <w:rPr>
                <w:i/>
                <w:sz w:val="16"/>
                <w:szCs w:val="16"/>
              </w:rPr>
              <w:br/>
            </w:r>
            <w:r w:rsidRPr="00170582">
              <w:rPr>
                <w:i/>
                <w:sz w:val="16"/>
                <w:szCs w:val="16"/>
              </w:rPr>
              <w:t>jusqu</w:t>
            </w:r>
            <w:r w:rsidR="003D2091">
              <w:rPr>
                <w:i/>
                <w:sz w:val="16"/>
                <w:szCs w:val="16"/>
              </w:rPr>
              <w:t>’</w:t>
            </w:r>
            <w:r w:rsidRPr="00170582">
              <w:rPr>
                <w:i/>
                <w:sz w:val="16"/>
                <w:szCs w:val="16"/>
              </w:rPr>
              <w:t>à 5° D</w:t>
            </w:r>
          </w:p>
        </w:tc>
        <w:tc>
          <w:tcPr>
            <w:tcW w:w="989" w:type="dxa"/>
            <w:tcBorders>
              <w:bottom w:val="single" w:sz="12" w:space="0" w:color="auto"/>
            </w:tcBorders>
            <w:shd w:val="clear" w:color="auto" w:fill="auto"/>
            <w:vAlign w:val="bottom"/>
          </w:tcPr>
          <w:p w14:paraId="4200819F" w14:textId="77777777" w:rsidR="00C82E24" w:rsidRPr="00170582" w:rsidRDefault="00C82E24" w:rsidP="00DE6D37">
            <w:pPr>
              <w:spacing w:before="80" w:after="80" w:line="200" w:lineRule="exact"/>
              <w:ind w:right="113"/>
              <w:jc w:val="right"/>
              <w:rPr>
                <w:bCs/>
                <w:i/>
                <w:sz w:val="16"/>
                <w:szCs w:val="16"/>
              </w:rPr>
            </w:pPr>
            <w:r w:rsidRPr="00170582">
              <w:rPr>
                <w:i/>
                <w:sz w:val="16"/>
                <w:szCs w:val="16"/>
              </w:rPr>
              <w:t>En dessous de 5° D</w:t>
            </w:r>
          </w:p>
        </w:tc>
      </w:tr>
      <w:tr w:rsidR="00C82E24" w:rsidRPr="0062433C" w14:paraId="15B7FD7D" w14:textId="77777777" w:rsidTr="00DE6D37">
        <w:trPr>
          <w:trHeight w:val="371"/>
        </w:trPr>
        <w:tc>
          <w:tcPr>
            <w:tcW w:w="1417" w:type="dxa"/>
            <w:tcBorders>
              <w:top w:val="single" w:sz="12" w:space="0" w:color="auto"/>
              <w:bottom w:val="single" w:sz="12" w:space="0" w:color="auto"/>
            </w:tcBorders>
            <w:shd w:val="clear" w:color="auto" w:fill="auto"/>
            <w:vAlign w:val="center"/>
          </w:tcPr>
          <w:p w14:paraId="5AAA1D66" w14:textId="77777777" w:rsidR="00C82E24" w:rsidRPr="00AE7409" w:rsidRDefault="00C82E24" w:rsidP="00DE6D37">
            <w:pPr>
              <w:spacing w:before="40" w:after="40" w:line="220" w:lineRule="atLeast"/>
              <w:ind w:left="57"/>
              <w:rPr>
                <w:sz w:val="18"/>
                <w:szCs w:val="18"/>
              </w:rPr>
            </w:pPr>
            <w:r w:rsidRPr="00AE7409">
              <w:rPr>
                <w:sz w:val="18"/>
                <w:szCs w:val="18"/>
              </w:rPr>
              <w:t>Feux de marche arrière</w:t>
            </w:r>
          </w:p>
        </w:tc>
        <w:tc>
          <w:tcPr>
            <w:tcW w:w="1275" w:type="dxa"/>
            <w:tcBorders>
              <w:top w:val="single" w:sz="12" w:space="0" w:color="auto"/>
              <w:bottom w:val="single" w:sz="12" w:space="0" w:color="auto"/>
            </w:tcBorders>
            <w:shd w:val="clear" w:color="auto" w:fill="auto"/>
            <w:vAlign w:val="center"/>
          </w:tcPr>
          <w:p w14:paraId="4B36BF26" w14:textId="77777777" w:rsidR="00C82E24" w:rsidRPr="00AE7409" w:rsidRDefault="00C82E24" w:rsidP="00DE6D37">
            <w:pPr>
              <w:spacing w:before="40" w:after="40" w:line="220" w:lineRule="atLeast"/>
              <w:ind w:right="113"/>
              <w:jc w:val="right"/>
              <w:rPr>
                <w:sz w:val="18"/>
                <w:szCs w:val="18"/>
              </w:rPr>
            </w:pPr>
            <w:r w:rsidRPr="00AE7409">
              <w:rPr>
                <w:sz w:val="18"/>
                <w:szCs w:val="18"/>
              </w:rPr>
              <w:t>80</w:t>
            </w:r>
          </w:p>
        </w:tc>
        <w:tc>
          <w:tcPr>
            <w:tcW w:w="1133" w:type="dxa"/>
            <w:tcBorders>
              <w:top w:val="single" w:sz="12" w:space="0" w:color="auto"/>
              <w:bottom w:val="single" w:sz="12" w:space="0" w:color="auto"/>
            </w:tcBorders>
            <w:vAlign w:val="center"/>
          </w:tcPr>
          <w:p w14:paraId="0E5000A1" w14:textId="77777777" w:rsidR="00C82E24" w:rsidRPr="00AE7409" w:rsidRDefault="00C82E24" w:rsidP="00DE6D37">
            <w:pPr>
              <w:spacing w:before="40" w:after="40" w:line="220" w:lineRule="atLeast"/>
              <w:ind w:right="113"/>
              <w:jc w:val="right"/>
              <w:rPr>
                <w:bCs/>
                <w:sz w:val="18"/>
                <w:szCs w:val="18"/>
              </w:rPr>
            </w:pPr>
            <w:r w:rsidRPr="00AE7409">
              <w:rPr>
                <w:sz w:val="18"/>
                <w:szCs w:val="18"/>
              </w:rPr>
              <w:t>300</w:t>
            </w:r>
          </w:p>
        </w:tc>
        <w:tc>
          <w:tcPr>
            <w:tcW w:w="1423" w:type="dxa"/>
            <w:tcBorders>
              <w:top w:val="single" w:sz="12" w:space="0" w:color="auto"/>
              <w:bottom w:val="single" w:sz="12" w:space="0" w:color="auto"/>
            </w:tcBorders>
            <w:shd w:val="clear" w:color="auto" w:fill="auto"/>
            <w:vAlign w:val="center"/>
          </w:tcPr>
          <w:p w14:paraId="2E34E294" w14:textId="77777777" w:rsidR="00C82E24" w:rsidRPr="00AE7409" w:rsidRDefault="00C82E24" w:rsidP="00DE6D37">
            <w:pPr>
              <w:spacing w:before="40" w:after="40" w:line="220" w:lineRule="atLeast"/>
              <w:ind w:right="113"/>
              <w:jc w:val="right"/>
              <w:rPr>
                <w:bCs/>
                <w:sz w:val="18"/>
                <w:szCs w:val="18"/>
              </w:rPr>
            </w:pPr>
            <w:r w:rsidRPr="00AE7409">
              <w:rPr>
                <w:sz w:val="18"/>
                <w:szCs w:val="18"/>
              </w:rPr>
              <w:t>600</w:t>
            </w:r>
          </w:p>
        </w:tc>
        <w:tc>
          <w:tcPr>
            <w:tcW w:w="989" w:type="dxa"/>
            <w:tcBorders>
              <w:top w:val="single" w:sz="12" w:space="0" w:color="auto"/>
              <w:bottom w:val="single" w:sz="12" w:space="0" w:color="auto"/>
            </w:tcBorders>
            <w:shd w:val="clear" w:color="auto" w:fill="auto"/>
            <w:vAlign w:val="center"/>
          </w:tcPr>
          <w:p w14:paraId="3DE5032F" w14:textId="77777777" w:rsidR="00C82E24" w:rsidRPr="00AE7409" w:rsidRDefault="00C82E24" w:rsidP="00DE6D37">
            <w:pPr>
              <w:spacing w:before="40" w:after="40" w:line="220" w:lineRule="atLeast"/>
              <w:ind w:right="113"/>
              <w:jc w:val="right"/>
              <w:rPr>
                <w:sz w:val="18"/>
                <w:szCs w:val="18"/>
              </w:rPr>
            </w:pPr>
            <w:r w:rsidRPr="00AE7409">
              <w:rPr>
                <w:sz w:val="18"/>
                <w:szCs w:val="18"/>
              </w:rPr>
              <w:t>8</w:t>
            </w:r>
            <w:r>
              <w:rPr>
                <w:sz w:val="18"/>
                <w:szCs w:val="18"/>
              </w:rPr>
              <w:t> </w:t>
            </w:r>
            <w:r w:rsidRPr="00AE7409">
              <w:rPr>
                <w:sz w:val="18"/>
                <w:szCs w:val="18"/>
              </w:rPr>
              <w:t>000</w:t>
            </w:r>
          </w:p>
        </w:tc>
      </w:tr>
    </w:tbl>
    <w:p w14:paraId="4E846EF7" w14:textId="2CEB6AE1" w:rsidR="00C82E24" w:rsidRPr="002425B5" w:rsidRDefault="00C82E24" w:rsidP="00B87BB4">
      <w:pPr>
        <w:pStyle w:val="SingleTxtG"/>
        <w:tabs>
          <w:tab w:val="clear" w:pos="1701"/>
        </w:tabs>
        <w:spacing w:before="120"/>
        <w:ind w:left="2268" w:hanging="1134"/>
      </w:pPr>
      <w:r w:rsidRPr="002425B5">
        <w:t>5.8.2</w:t>
      </w:r>
      <w:r w:rsidRPr="002425B5">
        <w:tab/>
        <w:t>En toute autre direction de mesure figurant au paragraphe 2.5 de l</w:t>
      </w:r>
      <w:r w:rsidR="003D2091">
        <w:t>’</w:t>
      </w:r>
      <w:r w:rsidRPr="002425B5">
        <w:t>annexe 3, l</w:t>
      </w:r>
      <w:r w:rsidR="003D2091">
        <w:t>’</w:t>
      </w:r>
      <w:r w:rsidRPr="002425B5">
        <w:t>intensité lumineuse ne doit pas être inférieure aux minima indiqués dans cette annexe.</w:t>
      </w:r>
    </w:p>
    <w:p w14:paraId="49A1C94E" w14:textId="69A7913C" w:rsidR="00C82E24" w:rsidRPr="002425B5" w:rsidRDefault="00C82E24" w:rsidP="00450041">
      <w:pPr>
        <w:pStyle w:val="SingleTxtG"/>
        <w:keepNext/>
        <w:keepLines/>
        <w:ind w:left="2268"/>
      </w:pPr>
      <w:r w:rsidRPr="002425B5">
        <w:lastRenderedPageBreak/>
        <w:t xml:space="preserve">Toutefois, dans le cas où il </w:t>
      </w:r>
      <w:r>
        <w:t>serait</w:t>
      </w:r>
      <w:r w:rsidRPr="002425B5">
        <w:t xml:space="preserve"> prévu d</w:t>
      </w:r>
      <w:r w:rsidR="003D2091">
        <w:t>’</w:t>
      </w:r>
      <w:r w:rsidRPr="002425B5">
        <w:t>installer le feu de marche arrière sur le véhicule exclusivement par paire de dispositifs, l</w:t>
      </w:r>
      <w:r w:rsidR="003D2091">
        <w:t>’</w:t>
      </w:r>
      <w:r w:rsidRPr="002425B5">
        <w:t>intensité photométrique peut être vérifiée seulement jusqu</w:t>
      </w:r>
      <w:r w:rsidR="003D2091">
        <w:t>’</w:t>
      </w:r>
      <w:r w:rsidRPr="002425B5">
        <w:t>à un angle de 30° vers l</w:t>
      </w:r>
      <w:r w:rsidR="003D2091">
        <w:t>’</w:t>
      </w:r>
      <w:r w:rsidRPr="002425B5">
        <w:t>intérieur, où une valeur photométrique d</w:t>
      </w:r>
      <w:r w:rsidR="003D2091">
        <w:t>’</w:t>
      </w:r>
      <w:r w:rsidRPr="002425B5">
        <w:t>au moins 25 cd doit être obtenue.</w:t>
      </w:r>
    </w:p>
    <w:p w14:paraId="5EB48B6D" w14:textId="0C76520B" w:rsidR="00C82E24" w:rsidRPr="002425B5" w:rsidRDefault="00C82E24" w:rsidP="00C82E24">
      <w:pPr>
        <w:pStyle w:val="SingleTxtG"/>
        <w:ind w:left="2268"/>
      </w:pPr>
      <w:r w:rsidRPr="002425B5">
        <w:t>Cette condition doit être clairement exposée dans la demande d</w:t>
      </w:r>
      <w:r w:rsidR="003D2091">
        <w:t>’</w:t>
      </w:r>
      <w:r w:rsidRPr="002425B5">
        <w:t>homologation et dans les documents connexes (voir par. 3.1).</w:t>
      </w:r>
    </w:p>
    <w:p w14:paraId="4F55C97C" w14:textId="6046BE49" w:rsidR="00C82E24" w:rsidRPr="002425B5" w:rsidRDefault="00C82E24" w:rsidP="00C82E24">
      <w:pPr>
        <w:pStyle w:val="SingleTxtG"/>
        <w:ind w:left="2268"/>
      </w:pPr>
      <w:r w:rsidRPr="002425B5">
        <w:t>En plus, dans le cas où l</w:t>
      </w:r>
      <w:r w:rsidR="003D2091">
        <w:t>’</w:t>
      </w:r>
      <w:r w:rsidRPr="002425B5">
        <w:t xml:space="preserve">homologation </w:t>
      </w:r>
      <w:r>
        <w:t>serait</w:t>
      </w:r>
      <w:r w:rsidRPr="002425B5">
        <w:t xml:space="preserve"> accordée en appliquant les conditions susmentionnées, une déclaration au paragraphe 9.1.3 de la fiche de communication (voir annexe 1) fera savoir que le dispositif ne doit être installé que par paire.</w:t>
      </w:r>
    </w:p>
    <w:p w14:paraId="291F81AD" w14:textId="77777777" w:rsidR="00C82E24" w:rsidRPr="002425B5" w:rsidRDefault="00C82E24" w:rsidP="00B87BB4">
      <w:pPr>
        <w:pStyle w:val="SingleTxtG"/>
        <w:tabs>
          <w:tab w:val="clear" w:pos="1701"/>
        </w:tabs>
        <w:ind w:left="2268" w:hanging="1134"/>
      </w:pPr>
      <w:r w:rsidRPr="002425B5">
        <w:t>5.8.3</w:t>
      </w:r>
      <w:r w:rsidRPr="002425B5">
        <w:tab/>
        <w:t xml:space="preserve">La couleur de la </w:t>
      </w:r>
      <w:r w:rsidRPr="00B87BB4">
        <w:rPr>
          <w:spacing w:val="-2"/>
        </w:rPr>
        <w:t>lumière</w:t>
      </w:r>
      <w:r w:rsidRPr="002425B5">
        <w:t xml:space="preserve"> émise doit être blanche.</w:t>
      </w:r>
    </w:p>
    <w:p w14:paraId="38BE8557" w14:textId="77777777" w:rsidR="00C82E24" w:rsidRPr="002425B5" w:rsidRDefault="00C82E24" w:rsidP="00B87BB4">
      <w:pPr>
        <w:pStyle w:val="SingleTxtG"/>
        <w:tabs>
          <w:tab w:val="clear" w:pos="1701"/>
        </w:tabs>
        <w:ind w:left="2268" w:hanging="1134"/>
      </w:pPr>
      <w:r w:rsidRPr="002425B5">
        <w:t>5.9</w:t>
      </w:r>
      <w:r w:rsidRPr="002425B5">
        <w:tab/>
        <w:t xml:space="preserve">Prescriptions </w:t>
      </w:r>
      <w:r w:rsidRPr="00B87BB4">
        <w:rPr>
          <w:spacing w:val="-2"/>
        </w:rPr>
        <w:t>techniques</w:t>
      </w:r>
      <w:r w:rsidRPr="002425B5">
        <w:t xml:space="preserve"> concernant les feux</w:t>
      </w:r>
      <w:r>
        <w:t xml:space="preserve"> de brouillard arrière (symboles F</w:t>
      </w:r>
      <w:r w:rsidRPr="002425B5">
        <w:t xml:space="preserve">1 et </w:t>
      </w:r>
      <w:r>
        <w:t>F</w:t>
      </w:r>
      <w:r w:rsidRPr="002425B5">
        <w:t>2)</w:t>
      </w:r>
    </w:p>
    <w:p w14:paraId="000E3CFE" w14:textId="364BAB0A" w:rsidR="00C82E24" w:rsidRDefault="00C82E24" w:rsidP="00B87BB4">
      <w:pPr>
        <w:pStyle w:val="SingleTxtG"/>
        <w:tabs>
          <w:tab w:val="clear" w:pos="1701"/>
        </w:tabs>
        <w:ind w:left="2268" w:hanging="1134"/>
      </w:pPr>
      <w:r w:rsidRPr="002425B5">
        <w:t>5.9.1</w:t>
      </w:r>
      <w:r w:rsidRPr="002425B5">
        <w:tab/>
        <w:t>La lumière émise par chacun des deux feux fournis doit satisfai</w:t>
      </w:r>
      <w:r>
        <w:t xml:space="preserve">re aux </w:t>
      </w:r>
      <w:r w:rsidRPr="00B87BB4">
        <w:rPr>
          <w:spacing w:val="-2"/>
        </w:rPr>
        <w:t>prescriptions</w:t>
      </w:r>
      <w:r>
        <w:t xml:space="preserve"> du tableau </w:t>
      </w:r>
      <w:r w:rsidRPr="002425B5">
        <w:t>11.</w:t>
      </w:r>
    </w:p>
    <w:p w14:paraId="3D467C58" w14:textId="77777777" w:rsidR="00C82E24" w:rsidRDefault="00C82E24" w:rsidP="00C82E24">
      <w:pPr>
        <w:pStyle w:val="H23G"/>
        <w:ind w:left="2268" w:firstLine="0"/>
      </w:pPr>
      <w:r w:rsidRPr="00D56C57">
        <w:rPr>
          <w:b w:val="0"/>
        </w:rPr>
        <w:t>Tableau 11</w:t>
      </w:r>
      <w:r>
        <w:t xml:space="preserve"> </w:t>
      </w:r>
      <w:r>
        <w:br/>
      </w:r>
      <w:r w:rsidRPr="00D3718E">
        <w:t>Intensité lumineuse des feux de brouillard arrière</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943"/>
        <w:gridCol w:w="1647"/>
        <w:gridCol w:w="1647"/>
      </w:tblGrid>
      <w:tr w:rsidR="00C82E24" w:rsidRPr="0062433C" w14:paraId="141B4E0E" w14:textId="77777777" w:rsidTr="00DE6D37">
        <w:trPr>
          <w:trHeight w:val="520"/>
          <w:tblHeader/>
        </w:trPr>
        <w:tc>
          <w:tcPr>
            <w:tcW w:w="2943" w:type="dxa"/>
            <w:tcBorders>
              <w:bottom w:val="single" w:sz="12" w:space="0" w:color="auto"/>
            </w:tcBorders>
            <w:shd w:val="clear" w:color="auto" w:fill="auto"/>
            <w:vAlign w:val="bottom"/>
          </w:tcPr>
          <w:p w14:paraId="541D0BEB" w14:textId="77777777" w:rsidR="00C82E24" w:rsidRPr="00B46EA3" w:rsidRDefault="00C82E24" w:rsidP="00DE6D37">
            <w:pPr>
              <w:spacing w:before="80" w:after="80" w:line="200" w:lineRule="exact"/>
              <w:ind w:left="57"/>
              <w:rPr>
                <w:i/>
                <w:sz w:val="16"/>
                <w:szCs w:val="16"/>
              </w:rPr>
            </w:pPr>
            <w:r w:rsidRPr="00B46EA3">
              <w:rPr>
                <w:i/>
                <w:iCs/>
                <w:sz w:val="16"/>
                <w:szCs w:val="16"/>
              </w:rPr>
              <w:t>Feux de brouillard arrière de la catégorie</w:t>
            </w:r>
          </w:p>
        </w:tc>
        <w:tc>
          <w:tcPr>
            <w:tcW w:w="1647" w:type="dxa"/>
            <w:tcBorders>
              <w:bottom w:val="single" w:sz="12" w:space="0" w:color="auto"/>
            </w:tcBorders>
            <w:shd w:val="clear" w:color="auto" w:fill="auto"/>
            <w:vAlign w:val="bottom"/>
          </w:tcPr>
          <w:p w14:paraId="795F1693" w14:textId="77777777" w:rsidR="00C82E24" w:rsidRPr="00B46EA3" w:rsidRDefault="00C82E24" w:rsidP="00DE6D37">
            <w:pPr>
              <w:spacing w:before="80" w:after="80" w:line="200" w:lineRule="exact"/>
              <w:ind w:right="113"/>
              <w:jc w:val="right"/>
              <w:rPr>
                <w:i/>
                <w:sz w:val="16"/>
                <w:szCs w:val="16"/>
              </w:rPr>
            </w:pPr>
            <w:r w:rsidRPr="00B46EA3">
              <w:rPr>
                <w:i/>
                <w:iCs/>
                <w:sz w:val="16"/>
                <w:szCs w:val="16"/>
              </w:rPr>
              <w:t xml:space="preserve">Intensité lumineuse </w:t>
            </w:r>
            <w:r>
              <w:rPr>
                <w:i/>
                <w:iCs/>
                <w:sz w:val="16"/>
                <w:szCs w:val="16"/>
              </w:rPr>
              <w:br/>
            </w:r>
            <w:r w:rsidRPr="00B46EA3">
              <w:rPr>
                <w:i/>
                <w:iCs/>
                <w:sz w:val="16"/>
                <w:szCs w:val="16"/>
              </w:rPr>
              <w:t>minimale en HV</w:t>
            </w:r>
            <w:r>
              <w:rPr>
                <w:i/>
                <w:iCs/>
                <w:sz w:val="16"/>
                <w:szCs w:val="16"/>
              </w:rPr>
              <w:t xml:space="preserve"> ou VV</w:t>
            </w:r>
            <w:r w:rsidRPr="00B46EA3">
              <w:rPr>
                <w:i/>
                <w:iCs/>
                <w:sz w:val="16"/>
                <w:szCs w:val="16"/>
              </w:rPr>
              <w:t xml:space="preserve"> (valeurs en cd)</w:t>
            </w:r>
          </w:p>
        </w:tc>
        <w:tc>
          <w:tcPr>
            <w:tcW w:w="1647" w:type="dxa"/>
            <w:tcBorders>
              <w:bottom w:val="single" w:sz="12" w:space="0" w:color="auto"/>
            </w:tcBorders>
            <w:shd w:val="clear" w:color="auto" w:fill="auto"/>
            <w:vAlign w:val="bottom"/>
          </w:tcPr>
          <w:p w14:paraId="4FF20E4C" w14:textId="77777777" w:rsidR="00C82E24" w:rsidRPr="00B46EA3" w:rsidRDefault="00C82E24" w:rsidP="00DE6D37">
            <w:pPr>
              <w:spacing w:before="80" w:after="80" w:line="200" w:lineRule="exact"/>
              <w:ind w:right="113"/>
              <w:jc w:val="right"/>
              <w:rPr>
                <w:i/>
                <w:sz w:val="16"/>
                <w:szCs w:val="16"/>
              </w:rPr>
            </w:pPr>
            <w:r w:rsidRPr="00B46EA3">
              <w:rPr>
                <w:i/>
                <w:iCs/>
                <w:sz w:val="16"/>
                <w:szCs w:val="16"/>
              </w:rPr>
              <w:t xml:space="preserve">Intensité lumineuse </w:t>
            </w:r>
            <w:r>
              <w:rPr>
                <w:i/>
                <w:iCs/>
                <w:sz w:val="16"/>
                <w:szCs w:val="16"/>
              </w:rPr>
              <w:br/>
            </w:r>
            <w:r w:rsidRPr="00B46EA3">
              <w:rPr>
                <w:i/>
                <w:iCs/>
                <w:sz w:val="16"/>
                <w:szCs w:val="16"/>
              </w:rPr>
              <w:t>maxi</w:t>
            </w:r>
            <w:r>
              <w:rPr>
                <w:i/>
                <w:iCs/>
                <w:sz w:val="16"/>
                <w:szCs w:val="16"/>
              </w:rPr>
              <w:t xml:space="preserve">male dans </w:t>
            </w:r>
            <w:r>
              <w:rPr>
                <w:i/>
                <w:iCs/>
                <w:sz w:val="16"/>
                <w:szCs w:val="16"/>
              </w:rPr>
              <w:br/>
              <w:t>toutes les directions</w:t>
            </w:r>
            <w:r>
              <w:rPr>
                <w:i/>
                <w:iCs/>
                <w:sz w:val="16"/>
                <w:szCs w:val="16"/>
              </w:rPr>
              <w:br/>
            </w:r>
            <w:r w:rsidRPr="00B46EA3">
              <w:rPr>
                <w:i/>
                <w:iCs/>
                <w:sz w:val="16"/>
                <w:szCs w:val="16"/>
              </w:rPr>
              <w:t>(valeurs en cd)</w:t>
            </w:r>
            <w:r w:rsidRPr="00B46EA3">
              <w:rPr>
                <w:sz w:val="16"/>
                <w:szCs w:val="16"/>
              </w:rPr>
              <w:t xml:space="preserve"> </w:t>
            </w:r>
          </w:p>
        </w:tc>
      </w:tr>
      <w:tr w:rsidR="00C82E24" w:rsidRPr="0062433C" w14:paraId="1BDD01E4" w14:textId="77777777" w:rsidTr="00DE6D37">
        <w:trPr>
          <w:trHeight w:val="254"/>
        </w:trPr>
        <w:tc>
          <w:tcPr>
            <w:tcW w:w="2943" w:type="dxa"/>
            <w:tcBorders>
              <w:top w:val="single" w:sz="12" w:space="0" w:color="auto"/>
              <w:bottom w:val="single" w:sz="2" w:space="0" w:color="auto"/>
            </w:tcBorders>
            <w:shd w:val="clear" w:color="auto" w:fill="auto"/>
          </w:tcPr>
          <w:p w14:paraId="768E3DC2" w14:textId="77777777" w:rsidR="00C82E24" w:rsidRPr="00B46EA3" w:rsidRDefault="00C82E24" w:rsidP="00DE6D37">
            <w:pPr>
              <w:spacing w:before="40" w:after="40" w:line="220" w:lineRule="atLeast"/>
              <w:ind w:left="57"/>
              <w:rPr>
                <w:sz w:val="18"/>
                <w:szCs w:val="18"/>
              </w:rPr>
            </w:pPr>
            <w:r w:rsidRPr="00B46EA3">
              <w:rPr>
                <w:sz w:val="18"/>
                <w:szCs w:val="18"/>
              </w:rPr>
              <w:t>F1 (intensité constante)</w:t>
            </w:r>
          </w:p>
        </w:tc>
        <w:tc>
          <w:tcPr>
            <w:tcW w:w="1647" w:type="dxa"/>
            <w:tcBorders>
              <w:top w:val="single" w:sz="12" w:space="0" w:color="auto"/>
              <w:bottom w:val="single" w:sz="2" w:space="0" w:color="auto"/>
            </w:tcBorders>
            <w:shd w:val="clear" w:color="auto" w:fill="auto"/>
            <w:vAlign w:val="bottom"/>
          </w:tcPr>
          <w:p w14:paraId="49E4310A" w14:textId="77777777" w:rsidR="00C82E24" w:rsidRPr="00B46EA3" w:rsidRDefault="00C82E24" w:rsidP="00DE6D37">
            <w:pPr>
              <w:spacing w:before="40" w:after="40" w:line="220" w:lineRule="atLeast"/>
              <w:ind w:right="113"/>
              <w:jc w:val="right"/>
              <w:rPr>
                <w:sz w:val="18"/>
                <w:szCs w:val="18"/>
              </w:rPr>
            </w:pPr>
            <w:r w:rsidRPr="00B46EA3">
              <w:rPr>
                <w:sz w:val="18"/>
                <w:szCs w:val="18"/>
              </w:rPr>
              <w:t>150</w:t>
            </w:r>
          </w:p>
        </w:tc>
        <w:tc>
          <w:tcPr>
            <w:tcW w:w="1647" w:type="dxa"/>
            <w:tcBorders>
              <w:top w:val="single" w:sz="12" w:space="0" w:color="auto"/>
              <w:bottom w:val="single" w:sz="2" w:space="0" w:color="auto"/>
            </w:tcBorders>
            <w:shd w:val="clear" w:color="auto" w:fill="auto"/>
            <w:vAlign w:val="bottom"/>
          </w:tcPr>
          <w:p w14:paraId="523A2652" w14:textId="77777777" w:rsidR="00C82E24" w:rsidRPr="00B46EA3" w:rsidRDefault="00C82E24" w:rsidP="00DE6D37">
            <w:pPr>
              <w:spacing w:before="40" w:after="40" w:line="220" w:lineRule="atLeast"/>
              <w:ind w:right="113"/>
              <w:jc w:val="right"/>
              <w:rPr>
                <w:sz w:val="18"/>
                <w:szCs w:val="18"/>
              </w:rPr>
            </w:pPr>
            <w:r w:rsidRPr="00B46EA3">
              <w:rPr>
                <w:sz w:val="18"/>
                <w:szCs w:val="18"/>
              </w:rPr>
              <w:t>300</w:t>
            </w:r>
          </w:p>
        </w:tc>
      </w:tr>
      <w:tr w:rsidR="00C82E24" w:rsidRPr="0062433C" w14:paraId="7FE3E935" w14:textId="77777777" w:rsidTr="00DE6D37">
        <w:trPr>
          <w:trHeight w:val="281"/>
        </w:trPr>
        <w:tc>
          <w:tcPr>
            <w:tcW w:w="2943" w:type="dxa"/>
            <w:tcBorders>
              <w:bottom w:val="single" w:sz="12" w:space="0" w:color="auto"/>
            </w:tcBorders>
            <w:shd w:val="clear" w:color="auto" w:fill="auto"/>
          </w:tcPr>
          <w:p w14:paraId="089E431A" w14:textId="77777777" w:rsidR="00C82E24" w:rsidRPr="00B46EA3" w:rsidRDefault="00C82E24" w:rsidP="00DE6D37">
            <w:pPr>
              <w:spacing w:before="40" w:after="40" w:line="220" w:lineRule="atLeast"/>
              <w:ind w:left="57"/>
              <w:rPr>
                <w:sz w:val="18"/>
                <w:szCs w:val="18"/>
              </w:rPr>
            </w:pPr>
            <w:r w:rsidRPr="00B46EA3">
              <w:rPr>
                <w:sz w:val="18"/>
                <w:szCs w:val="18"/>
              </w:rPr>
              <w:t>F2 (intensité variable)</w:t>
            </w:r>
          </w:p>
        </w:tc>
        <w:tc>
          <w:tcPr>
            <w:tcW w:w="1647" w:type="dxa"/>
            <w:tcBorders>
              <w:bottom w:val="single" w:sz="12" w:space="0" w:color="auto"/>
            </w:tcBorders>
            <w:shd w:val="clear" w:color="auto" w:fill="auto"/>
            <w:vAlign w:val="bottom"/>
          </w:tcPr>
          <w:p w14:paraId="3A80E38F" w14:textId="77777777" w:rsidR="00C82E24" w:rsidRPr="00B46EA3" w:rsidRDefault="00C82E24" w:rsidP="00DE6D37">
            <w:pPr>
              <w:spacing w:before="40" w:after="40" w:line="220" w:lineRule="atLeast"/>
              <w:ind w:right="113"/>
              <w:jc w:val="right"/>
              <w:rPr>
                <w:sz w:val="18"/>
                <w:szCs w:val="18"/>
              </w:rPr>
            </w:pPr>
            <w:r w:rsidRPr="00B46EA3">
              <w:rPr>
                <w:sz w:val="18"/>
                <w:szCs w:val="18"/>
              </w:rPr>
              <w:t>150</w:t>
            </w:r>
          </w:p>
        </w:tc>
        <w:tc>
          <w:tcPr>
            <w:tcW w:w="1647" w:type="dxa"/>
            <w:tcBorders>
              <w:bottom w:val="single" w:sz="12" w:space="0" w:color="auto"/>
            </w:tcBorders>
            <w:shd w:val="clear" w:color="auto" w:fill="auto"/>
            <w:vAlign w:val="bottom"/>
          </w:tcPr>
          <w:p w14:paraId="7DA6B7BE" w14:textId="77777777" w:rsidR="00C82E24" w:rsidRPr="00B46EA3" w:rsidRDefault="00C82E24" w:rsidP="00DE6D37">
            <w:pPr>
              <w:spacing w:before="40" w:after="40" w:line="220" w:lineRule="atLeast"/>
              <w:ind w:right="113"/>
              <w:jc w:val="right"/>
              <w:rPr>
                <w:sz w:val="18"/>
                <w:szCs w:val="18"/>
              </w:rPr>
            </w:pPr>
            <w:r w:rsidRPr="00B46EA3">
              <w:rPr>
                <w:sz w:val="18"/>
                <w:szCs w:val="18"/>
              </w:rPr>
              <w:t>840</w:t>
            </w:r>
          </w:p>
        </w:tc>
      </w:tr>
    </w:tbl>
    <w:p w14:paraId="657699C0" w14:textId="740DEE3E" w:rsidR="00C82E24" w:rsidRPr="009A7A91" w:rsidRDefault="00C82E24" w:rsidP="00B87BB4">
      <w:pPr>
        <w:pStyle w:val="SingleTxtG"/>
        <w:tabs>
          <w:tab w:val="clear" w:pos="1701"/>
        </w:tabs>
        <w:spacing w:before="120"/>
        <w:ind w:left="2268" w:hanging="1134"/>
      </w:pPr>
      <w:r w:rsidRPr="009A7A91">
        <w:t>5.9</w:t>
      </w:r>
      <w:r>
        <w:t>.2</w:t>
      </w:r>
      <w:r>
        <w:tab/>
        <w:t>L</w:t>
      </w:r>
      <w:r w:rsidR="003D2091">
        <w:t>’</w:t>
      </w:r>
      <w:r>
        <w:t>intensité de la lumière à tous les autres</w:t>
      </w:r>
      <w:r w:rsidRPr="009A7A91">
        <w:t xml:space="preserve"> points de répartition normalisée de la lumière est définie au paragraphe</w:t>
      </w:r>
      <w:r>
        <w:t> </w:t>
      </w:r>
      <w:r w:rsidRPr="009A7A91">
        <w:t>2.6 de l</w:t>
      </w:r>
      <w:r w:rsidR="003D2091">
        <w:t>’</w:t>
      </w:r>
      <w:r w:rsidRPr="009A7A91">
        <w:t>annexe</w:t>
      </w:r>
      <w:r>
        <w:t> </w:t>
      </w:r>
      <w:r w:rsidRPr="009A7A91">
        <w:t>3.</w:t>
      </w:r>
    </w:p>
    <w:p w14:paraId="11F55290" w14:textId="398A80D6" w:rsidR="00C82E24" w:rsidRPr="006E214C" w:rsidRDefault="00C82E24" w:rsidP="00B87BB4">
      <w:pPr>
        <w:pStyle w:val="SingleTxtG"/>
        <w:tabs>
          <w:tab w:val="clear" w:pos="1701"/>
        </w:tabs>
        <w:ind w:left="2268" w:hanging="1134"/>
        <w:rPr>
          <w:spacing w:val="-2"/>
        </w:rPr>
      </w:pPr>
      <w:r w:rsidRPr="006E214C">
        <w:rPr>
          <w:spacing w:val="-2"/>
        </w:rPr>
        <w:t>5.9.3</w:t>
      </w:r>
      <w:r w:rsidRPr="006E214C">
        <w:rPr>
          <w:spacing w:val="-2"/>
        </w:rPr>
        <w:tab/>
        <w:t>Le régulateur d</w:t>
      </w:r>
      <w:r w:rsidR="003D2091">
        <w:rPr>
          <w:spacing w:val="-2"/>
        </w:rPr>
        <w:t>’</w:t>
      </w:r>
      <w:r w:rsidRPr="006E214C">
        <w:rPr>
          <w:spacing w:val="-2"/>
        </w:rPr>
        <w:t xml:space="preserve">intensité ne doit pas produire de signaux générant des intensités lumineuses qui dépassent les valeurs indiquées au paragraphe 5.9.1 et excèdent </w:t>
      </w:r>
      <w:r w:rsidRPr="006E214C">
        <w:t>la valeur maximale fixée pour la catégorie F1 au paragraphe 5.9.1 :</w:t>
      </w:r>
    </w:p>
    <w:p w14:paraId="0B6D22CD" w14:textId="13EE20CB" w:rsidR="00C82E24" w:rsidRPr="008C18EB" w:rsidRDefault="00C82E24" w:rsidP="00C82E24">
      <w:pPr>
        <w:pStyle w:val="SingleTxtG"/>
        <w:ind w:left="2835" w:hanging="567"/>
      </w:pPr>
      <w:r w:rsidRPr="0062433C">
        <w:rPr>
          <w:lang w:val="fr-FR"/>
        </w:rPr>
        <w:t>a)</w:t>
      </w:r>
      <w:r w:rsidRPr="004E3320">
        <w:tab/>
        <w:t>Dans le cas des feux à deux niveaux d</w:t>
      </w:r>
      <w:r w:rsidR="003D2091">
        <w:t>’</w:t>
      </w:r>
      <w:r w:rsidRPr="004E3320">
        <w:t>intensité (un pour le jour et un pour la nuit) en position « nuit » ;</w:t>
      </w:r>
    </w:p>
    <w:p w14:paraId="74DCC6B2" w14:textId="77777777" w:rsidR="00C82E24" w:rsidRPr="008C18EB" w:rsidRDefault="00C82E24" w:rsidP="00C82E24">
      <w:pPr>
        <w:pStyle w:val="SingleTxtG"/>
        <w:ind w:left="2835" w:hanging="567"/>
      </w:pPr>
      <w:r w:rsidRPr="004E3320">
        <w:t>b)</w:t>
      </w:r>
      <w:r w:rsidRPr="0062433C">
        <w:rPr>
          <w:lang w:val="fr-FR"/>
        </w:rPr>
        <w:tab/>
        <w:t>Dans le cas des autres feux</w:t>
      </w:r>
      <w:r>
        <w:rPr>
          <w:lang w:val="fr-FR"/>
        </w:rPr>
        <w:t> :</w:t>
      </w:r>
      <w:r w:rsidRPr="0062433C">
        <w:rPr>
          <w:lang w:val="fr-FR"/>
        </w:rPr>
        <w:t xml:space="preserve"> en condition</w:t>
      </w:r>
      <w:r>
        <w:rPr>
          <w:lang w:val="fr-FR"/>
        </w:rPr>
        <w:t>s</w:t>
      </w:r>
      <w:r w:rsidRPr="0062433C">
        <w:rPr>
          <w:lang w:val="fr-FR"/>
        </w:rPr>
        <w:t xml:space="preserve"> normale</w:t>
      </w:r>
      <w:r>
        <w:rPr>
          <w:lang w:val="fr-FR"/>
        </w:rPr>
        <w:t>s</w:t>
      </w:r>
      <w:r w:rsidRPr="00CE4A35">
        <w:rPr>
          <w:rStyle w:val="Appelnotedebasdep"/>
        </w:rPr>
        <w:footnoteReference w:id="5"/>
      </w:r>
      <w:r>
        <w:rPr>
          <w:lang w:val="fr-FR"/>
        </w:rPr>
        <w:t>.</w:t>
      </w:r>
    </w:p>
    <w:p w14:paraId="54BF8BA8" w14:textId="37B973CC" w:rsidR="00C82E24" w:rsidRPr="009A7A91" w:rsidRDefault="00C82E24" w:rsidP="00B87BB4">
      <w:pPr>
        <w:pStyle w:val="SingleTxtG"/>
        <w:tabs>
          <w:tab w:val="clear" w:pos="1701"/>
        </w:tabs>
        <w:ind w:left="2268" w:hanging="1134"/>
      </w:pPr>
      <w:r w:rsidRPr="006F4AA8">
        <w:rPr>
          <w:lang w:val="fr-FR"/>
        </w:rPr>
        <w:t>5.9.4</w:t>
      </w:r>
      <w:r w:rsidRPr="006F4AA8">
        <w:rPr>
          <w:lang w:val="fr-FR"/>
        </w:rPr>
        <w:tab/>
        <w:t>La surface apparente dans la direction de l</w:t>
      </w:r>
      <w:r w:rsidR="003D2091">
        <w:rPr>
          <w:lang w:val="fr-FR"/>
        </w:rPr>
        <w:t>’</w:t>
      </w:r>
      <w:r w:rsidRPr="006F4AA8">
        <w:rPr>
          <w:lang w:val="fr-FR"/>
        </w:rPr>
        <w:t>axe de référence ne doit pas dépasser</w:t>
      </w:r>
      <w:r w:rsidRPr="009A7A91">
        <w:t xml:space="preserve"> 140 cm</w:t>
      </w:r>
      <w:r w:rsidRPr="009A7A91">
        <w:rPr>
          <w:vertAlign w:val="superscript"/>
        </w:rPr>
        <w:t>2</w:t>
      </w:r>
      <w:r w:rsidRPr="009A7A91">
        <w:t>.</w:t>
      </w:r>
    </w:p>
    <w:p w14:paraId="535D8293" w14:textId="3FB70A0D" w:rsidR="00C82E24" w:rsidRPr="009A7A91" w:rsidRDefault="00C82E24" w:rsidP="00B87BB4">
      <w:pPr>
        <w:pStyle w:val="SingleTxtG"/>
        <w:tabs>
          <w:tab w:val="clear" w:pos="1701"/>
        </w:tabs>
        <w:ind w:left="2268" w:hanging="1134"/>
        <w:rPr>
          <w:iCs/>
        </w:rPr>
      </w:pPr>
      <w:r w:rsidRPr="009A7A91">
        <w:rPr>
          <w:iCs/>
        </w:rPr>
        <w:t>5.9.5</w:t>
      </w:r>
      <w:r w:rsidRPr="009A7A91">
        <w:rPr>
          <w:iCs/>
        </w:rPr>
        <w:tab/>
        <w:t xml:space="preserve">La </w:t>
      </w:r>
      <w:r w:rsidRPr="00B87BB4">
        <w:t>couleur</w:t>
      </w:r>
      <w:r w:rsidRPr="009A7A91">
        <w:rPr>
          <w:iCs/>
        </w:rPr>
        <w:t xml:space="preserve"> de la lumière émise doit être rouge. </w:t>
      </w:r>
    </w:p>
    <w:p w14:paraId="45671360" w14:textId="3BD2EC3F" w:rsidR="00C82E24" w:rsidRPr="009A7A91" w:rsidRDefault="00C82E24" w:rsidP="00B87BB4">
      <w:pPr>
        <w:pStyle w:val="SingleTxtG"/>
        <w:tabs>
          <w:tab w:val="clear" w:pos="1701"/>
        </w:tabs>
        <w:ind w:left="2268" w:hanging="1134"/>
        <w:rPr>
          <w:iCs/>
        </w:rPr>
      </w:pPr>
      <w:r w:rsidRPr="009A7A91">
        <w:rPr>
          <w:iCs/>
        </w:rPr>
        <w:t>5.9.6</w:t>
      </w:r>
      <w:r w:rsidRPr="009A7A91">
        <w:rPr>
          <w:iCs/>
        </w:rPr>
        <w:tab/>
        <w:t xml:space="preserve">Le feu de </w:t>
      </w:r>
      <w:r w:rsidRPr="00B87BB4">
        <w:t>brouillard</w:t>
      </w:r>
      <w:r w:rsidRPr="009A7A91">
        <w:rPr>
          <w:iCs/>
        </w:rPr>
        <w:t xml:space="preserve"> arrière doit être soumis à l</w:t>
      </w:r>
      <w:r w:rsidR="003D2091">
        <w:rPr>
          <w:iCs/>
        </w:rPr>
        <w:t>’</w:t>
      </w:r>
      <w:r w:rsidRPr="009A7A91">
        <w:rPr>
          <w:iCs/>
        </w:rPr>
        <w:t>essai décrit à l</w:t>
      </w:r>
      <w:r w:rsidR="003D2091">
        <w:rPr>
          <w:iCs/>
        </w:rPr>
        <w:t>’</w:t>
      </w:r>
      <w:r w:rsidRPr="009A7A91">
        <w:rPr>
          <w:iCs/>
        </w:rPr>
        <w:t>annexe</w:t>
      </w:r>
      <w:r>
        <w:rPr>
          <w:iCs/>
        </w:rPr>
        <w:t> </w:t>
      </w:r>
      <w:r w:rsidRPr="009A7A91">
        <w:rPr>
          <w:iCs/>
        </w:rPr>
        <w:t>6.</w:t>
      </w:r>
    </w:p>
    <w:p w14:paraId="1E5F18C7" w14:textId="77777777" w:rsidR="00C82E24" w:rsidRPr="004057F2" w:rsidRDefault="00C82E24" w:rsidP="00B87BB4">
      <w:pPr>
        <w:pStyle w:val="SingleTxtG"/>
        <w:tabs>
          <w:tab w:val="clear" w:pos="1701"/>
        </w:tabs>
        <w:ind w:left="2268" w:hanging="1134"/>
        <w:rPr>
          <w:iCs/>
        </w:rPr>
      </w:pPr>
      <w:r w:rsidRPr="009A7A91">
        <w:rPr>
          <w:iCs/>
        </w:rPr>
        <w:t>5.10</w:t>
      </w:r>
      <w:r w:rsidRPr="009A7A91">
        <w:rPr>
          <w:iCs/>
        </w:rPr>
        <w:tab/>
      </w:r>
      <w:r w:rsidRPr="00E00F62">
        <w:t>Prescriptions</w:t>
      </w:r>
      <w:r>
        <w:rPr>
          <w:iCs/>
        </w:rPr>
        <w:t xml:space="preserve"> </w:t>
      </w:r>
      <w:r w:rsidRPr="00B87BB4">
        <w:t>techniques</w:t>
      </w:r>
      <w:r>
        <w:rPr>
          <w:iCs/>
        </w:rPr>
        <w:t xml:space="preserve"> concernant les feux </w:t>
      </w:r>
      <w:r w:rsidRPr="004057F2">
        <w:rPr>
          <w:iCs/>
        </w:rPr>
        <w:t>de manœuvre (symbole</w:t>
      </w:r>
      <w:r>
        <w:rPr>
          <w:iCs/>
        </w:rPr>
        <w:t> ML</w:t>
      </w:r>
      <w:r w:rsidRPr="004057F2">
        <w:rPr>
          <w:iCs/>
        </w:rPr>
        <w:t>)</w:t>
      </w:r>
    </w:p>
    <w:p w14:paraId="41464809" w14:textId="55BE6D82" w:rsidR="00C82E24" w:rsidRPr="00D3718E" w:rsidRDefault="00C82E24" w:rsidP="00B87BB4">
      <w:pPr>
        <w:pStyle w:val="SingleTxtG"/>
        <w:tabs>
          <w:tab w:val="clear" w:pos="1701"/>
        </w:tabs>
        <w:ind w:left="2268" w:hanging="1134"/>
      </w:pPr>
      <w:r w:rsidRPr="00D3718E">
        <w:t>5.10.1</w:t>
      </w:r>
      <w:r w:rsidRPr="00D3718E">
        <w:tab/>
        <w:t>L</w:t>
      </w:r>
      <w:r w:rsidR="003D2091">
        <w:t>’</w:t>
      </w:r>
      <w:r w:rsidRPr="00D3718E">
        <w:t>intensité de la lumière émise ne doit pas dépasser 500</w:t>
      </w:r>
      <w:r>
        <w:t> </w:t>
      </w:r>
      <w:r w:rsidRPr="00D3718E">
        <w:t>cd dans toutes les directions d</w:t>
      </w:r>
      <w:r w:rsidR="003D2091">
        <w:t>’</w:t>
      </w:r>
      <w:r w:rsidRPr="00D3718E">
        <w:t>où le feu peut être observé lorsqu</w:t>
      </w:r>
      <w:r w:rsidR="003D2091">
        <w:t>’</w:t>
      </w:r>
      <w:r w:rsidRPr="00D3718E">
        <w:t>il est monté dans toute position indiquée par le demandeur.</w:t>
      </w:r>
    </w:p>
    <w:p w14:paraId="40464E85" w14:textId="458D49B2" w:rsidR="00C82E24" w:rsidRPr="00B46EA3" w:rsidRDefault="00C82E24" w:rsidP="00450041">
      <w:pPr>
        <w:pStyle w:val="SingleTxtG"/>
        <w:keepNext/>
        <w:tabs>
          <w:tab w:val="clear" w:pos="1701"/>
        </w:tabs>
        <w:ind w:left="2268" w:hanging="1134"/>
      </w:pPr>
      <w:r w:rsidRPr="00D3718E">
        <w:lastRenderedPageBreak/>
        <w:t>5</w:t>
      </w:r>
      <w:r w:rsidRPr="009A7A91">
        <w:rPr>
          <w:iCs/>
        </w:rPr>
        <w:t>.10.2</w:t>
      </w:r>
      <w:r w:rsidRPr="009A7A91">
        <w:rPr>
          <w:iCs/>
        </w:rPr>
        <w:tab/>
      </w:r>
      <w:r w:rsidRPr="00B46EA3">
        <w:rPr>
          <w:iCs/>
        </w:rPr>
        <w:t xml:space="preserve">Le feu doit être </w:t>
      </w:r>
      <w:r w:rsidRPr="00B87BB4">
        <w:t>conçu</w:t>
      </w:r>
      <w:r w:rsidRPr="00B46EA3">
        <w:t xml:space="preserve"> de telle façon que la lumière émise directement vers le côté, l</w:t>
      </w:r>
      <w:r w:rsidR="003D2091">
        <w:t>’</w:t>
      </w:r>
      <w:r w:rsidRPr="00B46EA3">
        <w:t>avant ou l</w:t>
      </w:r>
      <w:r w:rsidR="003D2091">
        <w:t>’</w:t>
      </w:r>
      <w:r w:rsidRPr="00B46EA3">
        <w:t>arrière du véhicule ne dépasse pas une intensité de 0,5</w:t>
      </w:r>
      <w:r>
        <w:t> </w:t>
      </w:r>
      <w:r w:rsidRPr="00B46EA3">
        <w:t>cd dans le champ angulaire spécifié ci-dessous</w:t>
      </w:r>
      <w:r>
        <w:t> :</w:t>
      </w:r>
    </w:p>
    <w:p w14:paraId="643F2892" w14:textId="37C8CA52" w:rsidR="00C82E24" w:rsidRDefault="00C82E24" w:rsidP="00450041">
      <w:pPr>
        <w:pStyle w:val="SingleTxtG"/>
        <w:keepNext/>
        <w:ind w:left="2835" w:hanging="567"/>
      </w:pPr>
      <w:r w:rsidRPr="0062433C">
        <w:t>a)</w:t>
      </w:r>
      <w:r w:rsidRPr="0062433C">
        <w:tab/>
        <w:t>L</w:t>
      </w:r>
      <w:r w:rsidR="003D2091">
        <w:t>’</w:t>
      </w:r>
      <w:r w:rsidRPr="0062433C">
        <w:t xml:space="preserve">angle vertical minimal </w:t>
      </w:r>
      <w:proofErr w:type="spellStart"/>
      <w:r w:rsidRPr="0062433C">
        <w:t>φ</w:t>
      </w:r>
      <w:r w:rsidRPr="004E3320">
        <w:t>min</w:t>
      </w:r>
      <w:proofErr w:type="spellEnd"/>
      <w:r w:rsidRPr="0062433C">
        <w:t xml:space="preserve"> (en degré</w:t>
      </w:r>
      <w:r>
        <w:t xml:space="preserve">s) est le suivant : </w:t>
      </w:r>
      <w:proofErr w:type="spellStart"/>
      <w:r>
        <w:t>φ</w:t>
      </w:r>
      <w:r w:rsidRPr="00DF5A86">
        <w:rPr>
          <w:vertAlign w:val="subscript"/>
        </w:rPr>
        <w:t>min</w:t>
      </w:r>
      <w:proofErr w:type="spellEnd"/>
      <w:r>
        <w:t> = </w:t>
      </w:r>
      <w:proofErr w:type="spellStart"/>
      <w:r>
        <w:t>arctan</w:t>
      </w:r>
      <w:proofErr w:type="spellEnd"/>
      <w:r>
        <w:t> </w:t>
      </w:r>
      <w:r w:rsidRPr="0062433C">
        <w:t>(1-hauteur de montage)/10</w:t>
      </w:r>
      <w:r>
        <w:t> ;</w:t>
      </w:r>
      <w:r w:rsidRPr="0062433C">
        <w:t xml:space="preserve"> la hauteur de montage étant exprimée en mètres</w:t>
      </w:r>
      <w:r>
        <w:t> ;</w:t>
      </w:r>
      <w:r w:rsidRPr="0062433C">
        <w:t xml:space="preserve"> </w:t>
      </w:r>
    </w:p>
    <w:p w14:paraId="6604443A" w14:textId="6E0AA59D" w:rsidR="00C82E24" w:rsidRDefault="00C82E24" w:rsidP="00C82E24">
      <w:pPr>
        <w:pStyle w:val="SingleTxtG"/>
        <w:ind w:left="2835" w:hanging="567"/>
      </w:pPr>
      <w:r>
        <w:t>b)</w:t>
      </w:r>
      <w:r w:rsidRPr="0062433C">
        <w:tab/>
        <w:t>L</w:t>
      </w:r>
      <w:r w:rsidR="003D2091">
        <w:t>’</w:t>
      </w:r>
      <w:r w:rsidRPr="0062433C">
        <w:t xml:space="preserve">angle vertical maximal </w:t>
      </w:r>
      <w:proofErr w:type="spellStart"/>
      <w:r w:rsidRPr="0062433C">
        <w:t>Φ</w:t>
      </w:r>
      <w:r w:rsidRPr="00D1641D">
        <w:rPr>
          <w:vertAlign w:val="subscript"/>
        </w:rPr>
        <w:t>max</w:t>
      </w:r>
      <w:proofErr w:type="spellEnd"/>
      <w:r w:rsidRPr="0062433C">
        <w:t xml:space="preserve"> (en degré</w:t>
      </w:r>
      <w:r>
        <w:t>s) est le suivant </w:t>
      </w:r>
      <w:r w:rsidRPr="0062433C">
        <w:t xml:space="preserve">: </w:t>
      </w:r>
      <w:proofErr w:type="spellStart"/>
      <w:r w:rsidRPr="0062433C">
        <w:t>φ</w:t>
      </w:r>
      <w:r w:rsidRPr="00D1641D">
        <w:rPr>
          <w:vertAlign w:val="subscript"/>
        </w:rPr>
        <w:t>max</w:t>
      </w:r>
      <w:proofErr w:type="spellEnd"/>
      <w:r>
        <w:t> = </w:t>
      </w:r>
      <w:proofErr w:type="spellStart"/>
      <w:r w:rsidRPr="0062433C">
        <w:t>φ</w:t>
      </w:r>
      <w:r w:rsidRPr="00D1641D">
        <w:rPr>
          <w:vertAlign w:val="subscript"/>
        </w:rPr>
        <w:t>min</w:t>
      </w:r>
      <w:proofErr w:type="spellEnd"/>
      <w:r>
        <w:t> + </w:t>
      </w:r>
      <w:r w:rsidRPr="0062433C">
        <w:t>11,3</w:t>
      </w:r>
      <w:r>
        <w:t xml:space="preserve">. </w:t>
      </w:r>
    </w:p>
    <w:p w14:paraId="4CBA4115" w14:textId="3A352A0D" w:rsidR="00C82E24" w:rsidRDefault="00C82E24" w:rsidP="00C82E24">
      <w:pPr>
        <w:pStyle w:val="SingleTxtG"/>
        <w:ind w:left="2268"/>
      </w:pPr>
      <w:r w:rsidRPr="0062433C">
        <w:t xml:space="preserve">La mesure est limitée à un angle horizontal de </w:t>
      </w:r>
      <w:r w:rsidRPr="00460532">
        <w:rPr>
          <w:lang w:val="fr-CA"/>
        </w:rPr>
        <w:sym w:font="Symbol" w:char="F0B1"/>
      </w:r>
      <w:r w:rsidRPr="0062433C">
        <w:t>90° par rapport à la ligne qui coupe l</w:t>
      </w:r>
      <w:r w:rsidR="003D2091">
        <w:t>’</w:t>
      </w:r>
      <w:r w:rsidRPr="0062433C">
        <w:t>axe de référence et qui est perpendiculaire au plan longitudinal vertical du véhicule.</w:t>
      </w:r>
    </w:p>
    <w:p w14:paraId="205F9E91" w14:textId="77777777" w:rsidR="00C82E24" w:rsidRPr="0062433C" w:rsidRDefault="00C82E24" w:rsidP="00C82E24">
      <w:pPr>
        <w:pStyle w:val="SingleTxtG"/>
        <w:ind w:left="2268"/>
      </w:pPr>
      <w:r w:rsidRPr="0062433C">
        <w:t>La distance minimale de mesure doit être de 3</w:t>
      </w:r>
      <w:r>
        <w:t> </w:t>
      </w:r>
      <w:r w:rsidRPr="0062433C">
        <w:t>m.</w:t>
      </w:r>
    </w:p>
    <w:p w14:paraId="0F52F5A6" w14:textId="6CE33533" w:rsidR="00C82E24" w:rsidRPr="009A7A91" w:rsidRDefault="00C82E24" w:rsidP="00B87BB4">
      <w:pPr>
        <w:pStyle w:val="SingleTxtG"/>
        <w:tabs>
          <w:tab w:val="clear" w:pos="1701"/>
        </w:tabs>
        <w:ind w:left="2268" w:hanging="1134"/>
      </w:pPr>
      <w:r w:rsidRPr="009A7A91">
        <w:t>5.10.3</w:t>
      </w:r>
      <w:r w:rsidRPr="009A7A91">
        <w:tab/>
        <w:t>La couleur de la lumière émise doit être blanche.</w:t>
      </w:r>
    </w:p>
    <w:p w14:paraId="7CA69407" w14:textId="234DABD0" w:rsidR="00C82E24" w:rsidRPr="009A7A91" w:rsidRDefault="00C82E24" w:rsidP="00B87BB4">
      <w:pPr>
        <w:pStyle w:val="SingleTxtG"/>
        <w:tabs>
          <w:tab w:val="clear" w:pos="1701"/>
        </w:tabs>
        <w:ind w:left="2268" w:hanging="1134"/>
      </w:pPr>
      <w:r w:rsidRPr="009A7A91">
        <w:t>5.11</w:t>
      </w:r>
      <w:r w:rsidRPr="009A7A91">
        <w:tab/>
        <w:t>Prescriptions techniques concernant les feux d</w:t>
      </w:r>
      <w:r w:rsidR="003D2091">
        <w:t>’</w:t>
      </w:r>
      <w:r w:rsidRPr="009A7A91">
        <w:t>éclairage</w:t>
      </w:r>
      <w:r>
        <w:t xml:space="preserve"> de la plaque d</w:t>
      </w:r>
      <w:r w:rsidR="003D2091">
        <w:t>’</w:t>
      </w:r>
      <w:r>
        <w:t xml:space="preserve">immatriculation </w:t>
      </w:r>
      <w:r w:rsidRPr="009A7A91">
        <w:t>arrière (symboles</w:t>
      </w:r>
      <w:r>
        <w:t> L</w:t>
      </w:r>
      <w:r w:rsidRPr="009A7A91">
        <w:t xml:space="preserve"> et </w:t>
      </w:r>
      <w:r>
        <w:t>LM</w:t>
      </w:r>
      <w:r w:rsidRPr="009A7A91">
        <w:t>1)</w:t>
      </w:r>
    </w:p>
    <w:p w14:paraId="1D89CFA0" w14:textId="77400452" w:rsidR="00C82E24" w:rsidRPr="009A7A91" w:rsidRDefault="00C82E24" w:rsidP="00C61C28">
      <w:pPr>
        <w:pStyle w:val="SingleTxtG"/>
        <w:keepNext/>
        <w:keepLines/>
        <w:tabs>
          <w:tab w:val="clear" w:pos="1701"/>
        </w:tabs>
        <w:ind w:left="2268" w:hanging="1134"/>
      </w:pPr>
      <w:r w:rsidRPr="009A7A91">
        <w:t>5.11.1</w:t>
      </w:r>
      <w:r>
        <w:tab/>
        <w:t>Les dispositifs d</w:t>
      </w:r>
      <w:r w:rsidR="003D2091">
        <w:t>’</w:t>
      </w:r>
      <w:r>
        <w:t>éclairage de la plaque</w:t>
      </w:r>
      <w:r w:rsidRPr="009A7A91">
        <w:t xml:space="preserve"> d</w:t>
      </w:r>
      <w:r w:rsidR="003D2091">
        <w:t>’</w:t>
      </w:r>
      <w:r w:rsidRPr="009A7A91">
        <w:t>immatriculation</w:t>
      </w:r>
      <w:r>
        <w:t xml:space="preserve"> </w:t>
      </w:r>
      <w:r w:rsidRPr="009A7A91">
        <w:t>arrière de</w:t>
      </w:r>
      <w:r>
        <w:t xml:space="preserve">s </w:t>
      </w:r>
      <w:r w:rsidRPr="009A7A91">
        <w:t>catégorie</w:t>
      </w:r>
      <w:r>
        <w:t>s 1a, 1b, 1c, 2a et 2b</w:t>
      </w:r>
      <w:r w:rsidRPr="009A7A91">
        <w:t xml:space="preserve"> doivent être construits de telle manière que la totalité de la surface de la plaque soit visible sous l</w:t>
      </w:r>
      <w:r>
        <w:t>es angles donnés dans la partie </w:t>
      </w:r>
      <w:r w:rsidRPr="009A7A91">
        <w:t>D de l</w:t>
      </w:r>
      <w:r w:rsidR="003D2091">
        <w:t>’</w:t>
      </w:r>
      <w:r w:rsidRPr="009A7A91">
        <w:t>annexe</w:t>
      </w:r>
      <w:r>
        <w:t> </w:t>
      </w:r>
      <w:r w:rsidRPr="009A7A91">
        <w:t>2.</w:t>
      </w:r>
    </w:p>
    <w:p w14:paraId="4AEEE300" w14:textId="77777777" w:rsidR="00C82E24" w:rsidRPr="009A7A91" w:rsidRDefault="00C82E24" w:rsidP="00B87BB4">
      <w:pPr>
        <w:pStyle w:val="SingleTxtG"/>
        <w:tabs>
          <w:tab w:val="clear" w:pos="1701"/>
        </w:tabs>
        <w:ind w:left="2268" w:hanging="1134"/>
      </w:pPr>
      <w:bookmarkStart w:id="14" w:name="_Toc347156883"/>
      <w:bookmarkStart w:id="15" w:name="_Toc473483465"/>
      <w:r w:rsidRPr="009A7A91">
        <w:t>5.11.2</w:t>
      </w:r>
      <w:r w:rsidRPr="009A7A91">
        <w:tab/>
        <w:t>Méthode de mesure</w:t>
      </w:r>
      <w:bookmarkEnd w:id="14"/>
      <w:bookmarkEnd w:id="15"/>
    </w:p>
    <w:p w14:paraId="4987417A" w14:textId="00FB9F9A" w:rsidR="00C82E24" w:rsidRPr="0062433C" w:rsidRDefault="00C82E24" w:rsidP="00C82E24">
      <w:pPr>
        <w:pStyle w:val="SingleTxtG"/>
        <w:ind w:left="2268"/>
        <w:rPr>
          <w:bCs/>
        </w:rPr>
      </w:pPr>
      <w:r>
        <w:t>La luminance</w:t>
      </w:r>
      <w:r w:rsidRPr="0062433C">
        <w:t xml:space="preserve"> </w:t>
      </w:r>
      <w:r>
        <w:t>est mesurée</w:t>
      </w:r>
      <w:r w:rsidRPr="0062433C">
        <w:t xml:space="preserve"> sur une surface diffusante incolore dont on connaît le facteur de réflexion diffuse</w:t>
      </w:r>
      <w:r w:rsidRPr="00CE4A35">
        <w:rPr>
          <w:rStyle w:val="Appelnotedebasdep"/>
        </w:rPr>
        <w:footnoteReference w:id="6"/>
      </w:r>
      <w:r>
        <w:t>.</w:t>
      </w:r>
      <w:r w:rsidRPr="0062433C">
        <w:t xml:space="preserve"> La surface diffusante incolore a les mêmes dimensions que la plaque d</w:t>
      </w:r>
      <w:r w:rsidR="003D2091">
        <w:t>’</w:t>
      </w:r>
      <w:r w:rsidRPr="0062433C">
        <w:t>immatriculation avec une possibilité de dépassement correspondant à un point de mesure. Son centre correspond au centre de symétrie de la figure formée par les points de mesure.</w:t>
      </w:r>
    </w:p>
    <w:p w14:paraId="64E7D44A" w14:textId="02CA1033" w:rsidR="00C82E24" w:rsidRPr="0062433C" w:rsidRDefault="00C82E24" w:rsidP="00C82E24">
      <w:pPr>
        <w:pStyle w:val="SingleTxtG"/>
        <w:ind w:left="2268"/>
      </w:pPr>
      <w:r w:rsidRPr="0062433C">
        <w:t>Cette surface</w:t>
      </w:r>
      <w:r>
        <w:t xml:space="preserve"> diffusante incolore doit être placée</w:t>
      </w:r>
      <w:r w:rsidRPr="0062433C">
        <w:t xml:space="preserve"> à l</w:t>
      </w:r>
      <w:r w:rsidR="003D2091">
        <w:t>’</w:t>
      </w:r>
      <w:r w:rsidRPr="0062433C">
        <w:t>endroit qu</w:t>
      </w:r>
      <w:r w:rsidR="003D2091">
        <w:t>’</w:t>
      </w:r>
      <w:r w:rsidRPr="0062433C">
        <w:t>occuperait normalement la plaque d</w:t>
      </w:r>
      <w:r w:rsidR="003D2091">
        <w:t>’</w:t>
      </w:r>
      <w:r w:rsidRPr="0062433C">
        <w:t>immatriculation à 2</w:t>
      </w:r>
      <w:r>
        <w:t> </w:t>
      </w:r>
      <w:r w:rsidRPr="0062433C">
        <w:t>mm en avant de son support.</w:t>
      </w:r>
    </w:p>
    <w:p w14:paraId="2CC7F519" w14:textId="469E0D07" w:rsidR="00C82E24" w:rsidRPr="0062433C" w:rsidRDefault="00C82E24" w:rsidP="00C82E24">
      <w:pPr>
        <w:pStyle w:val="SingleTxtG"/>
        <w:ind w:left="2268"/>
        <w:rPr>
          <w:bCs/>
        </w:rPr>
      </w:pPr>
      <w:r>
        <w:t>La luminance</w:t>
      </w:r>
      <w:r w:rsidRPr="0062433C">
        <w:t xml:space="preserve"> </w:t>
      </w:r>
      <w:r>
        <w:t>est mesurée</w:t>
      </w:r>
      <w:r w:rsidRPr="0062433C">
        <w:t xml:space="preserve"> perpendiculairement à la surface diffusante incolore avec une tolérance de 5° dans chaque direction aux points indiqués dans le croquis du paragraphe</w:t>
      </w:r>
      <w:r>
        <w:t> </w:t>
      </w:r>
      <w:r w:rsidRPr="0062433C">
        <w:t>3 de l</w:t>
      </w:r>
      <w:r w:rsidR="003D2091">
        <w:t>’</w:t>
      </w:r>
      <w:r w:rsidRPr="0062433C">
        <w:t>annexe</w:t>
      </w:r>
      <w:r>
        <w:t> </w:t>
      </w:r>
      <w:r w:rsidRPr="0062433C">
        <w:t>3, chaque point représentant une zone circulaire de 25</w:t>
      </w:r>
      <w:r>
        <w:t> </w:t>
      </w:r>
      <w:r w:rsidRPr="0062433C">
        <w:t xml:space="preserve">mm de diamètre. La luminance mesurée doit être corrigée pour un facteur de réflexion diffuse </w:t>
      </w:r>
      <w:r>
        <w:t xml:space="preserve">de </w:t>
      </w:r>
      <w:r w:rsidRPr="0062433C">
        <w:t>1</w:t>
      </w:r>
      <w:r>
        <w:t>,</w:t>
      </w:r>
      <w:r w:rsidRPr="0062433C">
        <w:t>0.</w:t>
      </w:r>
    </w:p>
    <w:p w14:paraId="0E128E3C" w14:textId="578C7388" w:rsidR="00C82E24" w:rsidRPr="009A7A91" w:rsidRDefault="00C82E24" w:rsidP="00B87BB4">
      <w:pPr>
        <w:pStyle w:val="SingleTxtG"/>
        <w:tabs>
          <w:tab w:val="clear" w:pos="1701"/>
        </w:tabs>
        <w:ind w:left="2268" w:hanging="1134"/>
      </w:pPr>
      <w:bookmarkStart w:id="16" w:name="_Toc347156884"/>
      <w:bookmarkStart w:id="17" w:name="_Toc473483466"/>
      <w:r w:rsidRPr="009A7A91">
        <w:t>5.11.3</w:t>
      </w:r>
      <w:r w:rsidRPr="009A7A91">
        <w:tab/>
        <w:t>Caractéristiques photométriques</w:t>
      </w:r>
      <w:bookmarkEnd w:id="16"/>
      <w:bookmarkEnd w:id="17"/>
    </w:p>
    <w:p w14:paraId="78E75894" w14:textId="502692E3" w:rsidR="00C82E24" w:rsidRPr="0062433C" w:rsidRDefault="00C82E24" w:rsidP="00C82E24">
      <w:pPr>
        <w:pStyle w:val="SingleTxtG"/>
        <w:ind w:left="2268"/>
      </w:pPr>
      <w:r w:rsidRPr="0062433C">
        <w:t>En chacun des points de mesure définis au paragraphe</w:t>
      </w:r>
      <w:r>
        <w:t> </w:t>
      </w:r>
      <w:r w:rsidRPr="0062433C">
        <w:t>3 de l</w:t>
      </w:r>
      <w:r w:rsidR="003D2091">
        <w:t>’</w:t>
      </w:r>
      <w:r w:rsidRPr="0062433C">
        <w:t>annexe</w:t>
      </w:r>
      <w:r>
        <w:t> </w:t>
      </w:r>
      <w:r w:rsidRPr="0062433C">
        <w:t>3, la</w:t>
      </w:r>
      <w:r>
        <w:t xml:space="preserve"> luminance B doit être au moins :</w:t>
      </w:r>
      <w:r w:rsidRPr="0062433C">
        <w:t xml:space="preserve"> </w:t>
      </w:r>
    </w:p>
    <w:p w14:paraId="5E3E1C3A" w14:textId="77777777" w:rsidR="00C82E24" w:rsidRPr="0062433C" w:rsidRDefault="00C82E24" w:rsidP="00C82E24">
      <w:pPr>
        <w:pStyle w:val="SingleTxtG"/>
        <w:ind w:left="2835" w:hanging="567"/>
      </w:pPr>
      <w:r>
        <w:t>a)</w:t>
      </w:r>
      <w:r>
        <w:tab/>
      </w:r>
      <w:r w:rsidRPr="0062433C">
        <w:t>Égale à 2,5 cd/m</w:t>
      </w:r>
      <w:r w:rsidRPr="001C216E">
        <w:rPr>
          <w:vertAlign w:val="superscript"/>
        </w:rPr>
        <w:t>2</w:t>
      </w:r>
      <w:r w:rsidRPr="004E3320">
        <w:t xml:space="preserve"> </w:t>
      </w:r>
      <w:r w:rsidRPr="0062433C">
        <w:t>pour l</w:t>
      </w:r>
      <w:r>
        <w:t>es</w:t>
      </w:r>
      <w:r w:rsidRPr="0062433C">
        <w:t xml:space="preserve"> catégorie</w:t>
      </w:r>
      <w:r>
        <w:t>s 1a, 1b, 1c, 2a et 2b ;</w:t>
      </w:r>
    </w:p>
    <w:p w14:paraId="0FCDBDA8" w14:textId="77777777" w:rsidR="00C82E24" w:rsidRPr="0062433C" w:rsidRDefault="00C82E24" w:rsidP="00C82E24">
      <w:pPr>
        <w:pStyle w:val="SingleTxtG"/>
        <w:ind w:left="2835" w:hanging="567"/>
      </w:pPr>
      <w:r>
        <w:t>b)</w:t>
      </w:r>
      <w:r>
        <w:tab/>
      </w:r>
      <w:r w:rsidRPr="0062433C">
        <w:t>Égale à 2,0 cd/m</w:t>
      </w:r>
      <w:r w:rsidRPr="00935E1D">
        <w:rPr>
          <w:vertAlign w:val="superscript"/>
        </w:rPr>
        <w:t>2</w:t>
      </w:r>
      <w:r w:rsidRPr="0062433C">
        <w:t xml:space="preserve"> pour l</w:t>
      </w:r>
      <w:r>
        <w:t>es</w:t>
      </w:r>
      <w:r w:rsidRPr="0062433C">
        <w:t xml:space="preserve"> catégorie</w:t>
      </w:r>
      <w:r>
        <w:t>s 1 et 2.</w:t>
      </w:r>
    </w:p>
    <w:p w14:paraId="62F18EAD" w14:textId="72DDF44A" w:rsidR="00C82E24" w:rsidRDefault="00C82E24" w:rsidP="00C82E24">
      <w:pPr>
        <w:pStyle w:val="SingleTxtG"/>
        <w:ind w:left="2268"/>
      </w:pPr>
      <w:r w:rsidRPr="0062433C">
        <w:t>Le gradient de la luminance entre les valeurs B</w:t>
      </w:r>
      <w:r w:rsidRPr="00CB1D95">
        <w:rPr>
          <w:vertAlign w:val="subscript"/>
        </w:rPr>
        <w:t>1</w:t>
      </w:r>
      <w:r w:rsidRPr="0062433C">
        <w:t xml:space="preserve"> et B</w:t>
      </w:r>
      <w:r w:rsidRPr="00CB1D95">
        <w:rPr>
          <w:vertAlign w:val="subscript"/>
        </w:rPr>
        <w:t>2</w:t>
      </w:r>
      <w:r w:rsidRPr="0062433C">
        <w:t>, mesurées en deux points quelconques 1 et 2 choisis parmi les points mentionn</w:t>
      </w:r>
      <w:r>
        <w:t>é</w:t>
      </w:r>
      <w:r w:rsidRPr="0062433C">
        <w:t>s ci-dessus, ne peut dépasser 2</w:t>
      </w:r>
      <w:r>
        <w:t> x </w:t>
      </w:r>
      <w:r w:rsidRPr="0062433C">
        <w:t>Bo/cm, Bo étant la luminance minimale relevée aux divers points de mesure, c</w:t>
      </w:r>
      <w:r w:rsidR="003D2091">
        <w:t>’</w:t>
      </w:r>
      <w:r w:rsidRPr="0062433C">
        <w:t>est-à-dire</w:t>
      </w:r>
      <w:r>
        <w:t> :</w:t>
      </w:r>
    </w:p>
    <w:p w14:paraId="67FB68F9" w14:textId="77777777" w:rsidR="00C82E24" w:rsidRDefault="00C82E24" w:rsidP="00C82E24">
      <w:pPr>
        <w:jc w:val="center"/>
      </w:pPr>
      <w:r w:rsidRPr="00C06298">
        <w:rPr>
          <w:position w:val="-24"/>
          <w:sz w:val="16"/>
          <w:szCs w:val="16"/>
        </w:rPr>
        <w:object w:dxaOrig="3420" w:dyaOrig="639" w14:anchorId="55E2CD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85pt;height:28.25pt" o:ole="">
            <v:imagedata r:id="rId16" o:title=""/>
          </v:shape>
          <o:OLEObject Type="Embed" ProgID="Equation.3" ShapeID="_x0000_i1025" DrawAspect="Content" ObjectID="_1679982260" r:id="rId17"/>
        </w:object>
      </w:r>
    </w:p>
    <w:p w14:paraId="32F70867" w14:textId="3E7A4C76" w:rsidR="00C82E24" w:rsidRPr="009A7A91" w:rsidRDefault="00C82E24" w:rsidP="00B87BB4">
      <w:pPr>
        <w:pStyle w:val="SingleTxtG"/>
        <w:tabs>
          <w:tab w:val="clear" w:pos="1701"/>
        </w:tabs>
        <w:spacing w:before="120"/>
        <w:ind w:left="2268" w:hanging="1134"/>
      </w:pPr>
      <w:r w:rsidRPr="009A7A91">
        <w:t>5.11.4</w:t>
      </w:r>
      <w:r w:rsidRPr="009A7A91">
        <w:tab/>
        <w:t>La lumière émise doit être suffisamment incolore pour ne pas modifier sensiblement la couleur de la plaque d</w:t>
      </w:r>
      <w:r w:rsidR="003D2091">
        <w:t>’</w:t>
      </w:r>
      <w:r w:rsidRPr="009A7A91">
        <w:t>immatriculation.</w:t>
      </w:r>
    </w:p>
    <w:p w14:paraId="4A0A1921" w14:textId="77777777" w:rsidR="00C82E24" w:rsidRPr="009A7A91" w:rsidRDefault="00C82E24" w:rsidP="00450041">
      <w:pPr>
        <w:pStyle w:val="SingleTxtG"/>
        <w:keepNext/>
        <w:tabs>
          <w:tab w:val="clear" w:pos="1701"/>
        </w:tabs>
        <w:ind w:left="2268" w:hanging="1134"/>
        <w:rPr>
          <w:bCs/>
        </w:rPr>
      </w:pPr>
      <w:r w:rsidRPr="009A7A91">
        <w:lastRenderedPageBreak/>
        <w:t>5.11.5</w:t>
      </w:r>
      <w:r w:rsidRPr="009A7A91">
        <w:tab/>
        <w:t>Incidence de la lumière</w:t>
      </w:r>
    </w:p>
    <w:p w14:paraId="0072EC4C" w14:textId="1B14E2D1" w:rsidR="00C82E24" w:rsidRPr="0062433C" w:rsidRDefault="00C82E24" w:rsidP="00450041">
      <w:pPr>
        <w:pStyle w:val="SingleTxtG"/>
        <w:keepNext/>
        <w:ind w:left="2268"/>
      </w:pPr>
      <w:r w:rsidRPr="0062433C">
        <w:t>Le fabricant du dispositif d</w:t>
      </w:r>
      <w:r w:rsidR="003D2091">
        <w:t>’</w:t>
      </w:r>
      <w:r w:rsidRPr="0062433C">
        <w:t>éclairage indique un ou plusieurs montages ou une plage de montages de ce dispositif par rapport à l</w:t>
      </w:r>
      <w:r w:rsidR="003D2091">
        <w:t>’</w:t>
      </w:r>
      <w:r w:rsidRPr="0062433C">
        <w:t>emplacement que doit occuper la plaque d</w:t>
      </w:r>
      <w:r w:rsidR="003D2091">
        <w:t>’</w:t>
      </w:r>
      <w:r w:rsidRPr="0062433C">
        <w:t>immatriculation</w:t>
      </w:r>
      <w:r>
        <w:t> ;</w:t>
      </w:r>
      <w:r w:rsidRPr="0062433C">
        <w:t xml:space="preserve"> lorsque le dispositif d</w:t>
      </w:r>
      <w:r w:rsidR="003D2091">
        <w:t>’</w:t>
      </w:r>
      <w:r w:rsidRPr="0062433C">
        <w:t xml:space="preserve">éclairage est monté dans la </w:t>
      </w:r>
      <w:r>
        <w:t xml:space="preserve">ou </w:t>
      </w:r>
      <w:r w:rsidRPr="0062433C">
        <w:t>les positions définies par le fabricant, l</w:t>
      </w:r>
      <w:r w:rsidR="003D2091">
        <w:t>’</w:t>
      </w:r>
      <w:r w:rsidRPr="0062433C">
        <w:t>angle d</w:t>
      </w:r>
      <w:r w:rsidR="003D2091">
        <w:t>’</w:t>
      </w:r>
      <w:r w:rsidRPr="0062433C">
        <w:t xml:space="preserve">incidence de la lumière sur la surface de la plaque ne doit dépasser 82° en </w:t>
      </w:r>
      <w:r>
        <w:t>aucun des points de la surface à</w:t>
      </w:r>
      <w:r w:rsidRPr="0062433C">
        <w:t xml:space="preserve"> éclairer par rapport à l</w:t>
      </w:r>
      <w:r w:rsidR="003D2091">
        <w:t>’</w:t>
      </w:r>
      <w:r w:rsidRPr="0062433C">
        <w:t>extrémité de la plage éclairante du dispositif la plus éloignée de la surface de la plaque. Lorsqu</w:t>
      </w:r>
      <w:r w:rsidR="003D2091">
        <w:t>’</w:t>
      </w:r>
      <w:r w:rsidRPr="0062433C">
        <w:t>il y a plus d</w:t>
      </w:r>
      <w:r w:rsidR="003D2091">
        <w:t>’</w:t>
      </w:r>
      <w:r w:rsidRPr="0062433C">
        <w:t>un dispositif d</w:t>
      </w:r>
      <w:r w:rsidR="003D2091">
        <w:t>’</w:t>
      </w:r>
      <w:r w:rsidRPr="0062433C">
        <w:t>éclairage, cette exigence ne s</w:t>
      </w:r>
      <w:r w:rsidR="003D2091">
        <w:t>’</w:t>
      </w:r>
      <w:r w:rsidRPr="0062433C">
        <w:t>applique qu</w:t>
      </w:r>
      <w:r w:rsidR="003D2091">
        <w:t>’</w:t>
      </w:r>
      <w:r w:rsidRPr="0062433C">
        <w:t>à la partie de la plaque destinée à être éclairée par l</w:t>
      </w:r>
      <w:r>
        <w:t>e</w:t>
      </w:r>
      <w:r w:rsidRPr="0062433C">
        <w:t xml:space="preserve"> dispositif correspondant.</w:t>
      </w:r>
    </w:p>
    <w:p w14:paraId="53DFC2E6" w14:textId="75818238" w:rsidR="00C82E24" w:rsidRPr="006E214C" w:rsidRDefault="00C82E24" w:rsidP="00C82E24">
      <w:pPr>
        <w:pStyle w:val="SingleTxtG"/>
        <w:ind w:left="2268"/>
        <w:rPr>
          <w:spacing w:val="1"/>
        </w:rPr>
      </w:pPr>
      <w:r w:rsidRPr="006E214C">
        <w:rPr>
          <w:spacing w:val="1"/>
        </w:rPr>
        <w:t>Lorsque l</w:t>
      </w:r>
      <w:r w:rsidR="003D2091">
        <w:rPr>
          <w:spacing w:val="1"/>
        </w:rPr>
        <w:t>’</w:t>
      </w:r>
      <w:r w:rsidRPr="006E214C">
        <w:rPr>
          <w:spacing w:val="1"/>
        </w:rPr>
        <w:t>un des bords extérieurs de la plage éclairante du dispositif est parallèle à la surface de la plaque d</w:t>
      </w:r>
      <w:r w:rsidR="003D2091">
        <w:rPr>
          <w:spacing w:val="1"/>
        </w:rPr>
        <w:t>’</w:t>
      </w:r>
      <w:r w:rsidRPr="006E214C">
        <w:rPr>
          <w:spacing w:val="1"/>
        </w:rPr>
        <w:t>immatriculation, l</w:t>
      </w:r>
      <w:r w:rsidR="003D2091">
        <w:rPr>
          <w:spacing w:val="1"/>
        </w:rPr>
        <w:t>’</w:t>
      </w:r>
      <w:r w:rsidRPr="006E214C">
        <w:rPr>
          <w:spacing w:val="1"/>
        </w:rPr>
        <w:t>extrémité de la plage éclairante la plus éloignée de la surface de la plaque est le milieu du côté de la plage éclairante, qui est parallèle à la plaque et qui est le plus éloigné de sa surface.</w:t>
      </w:r>
    </w:p>
    <w:p w14:paraId="4A44E099" w14:textId="1F20F5A3" w:rsidR="00C82E24" w:rsidRDefault="00C82E24" w:rsidP="00C82E24">
      <w:pPr>
        <w:pStyle w:val="SingleTxtG"/>
        <w:ind w:left="2268"/>
      </w:pPr>
      <w:r w:rsidRPr="0062433C">
        <w:t>Le dispositif devra être conçu de façon qu</w:t>
      </w:r>
      <w:r w:rsidR="003D2091">
        <w:t>’</w:t>
      </w:r>
      <w:r w:rsidRPr="0062433C">
        <w:t>aucun rayon de lumière ne soit dirigé directement vers l</w:t>
      </w:r>
      <w:r w:rsidR="003D2091">
        <w:t>’</w:t>
      </w:r>
      <w:r w:rsidRPr="0062433C">
        <w:t>arrière, exception faite de rayons de lumière rouge dans le cas o</w:t>
      </w:r>
      <w:r>
        <w:t>ù</w:t>
      </w:r>
      <w:r w:rsidRPr="0062433C">
        <w:t xml:space="preserve"> le dispositif </w:t>
      </w:r>
      <w:r>
        <w:t>serait</w:t>
      </w:r>
      <w:r w:rsidRPr="0062433C">
        <w:t xml:space="preserve"> combiné ou groupé avec un feu arrière.</w:t>
      </w:r>
    </w:p>
    <w:p w14:paraId="4F693A3A" w14:textId="77777777" w:rsidR="00C82E24" w:rsidRPr="007A6C14" w:rsidRDefault="00C82E24" w:rsidP="00C82E24">
      <w:pPr>
        <w:pStyle w:val="HChG"/>
        <w:tabs>
          <w:tab w:val="right" w:pos="2268"/>
        </w:tabs>
        <w:ind w:firstLine="0"/>
      </w:pPr>
      <w:r w:rsidRPr="007A6C14">
        <w:t>6</w:t>
      </w:r>
      <w:r w:rsidRPr="007A6C14">
        <w:tab/>
      </w:r>
      <w:r>
        <w:tab/>
      </w:r>
      <w:r w:rsidRPr="007A6C14">
        <w:t>Dispositions transitoires</w:t>
      </w:r>
    </w:p>
    <w:p w14:paraId="12EBAB73" w14:textId="77777777" w:rsidR="00C82E24" w:rsidRDefault="00C82E24" w:rsidP="00B87BB4">
      <w:pPr>
        <w:pStyle w:val="SingleTxtG"/>
        <w:tabs>
          <w:tab w:val="clear" w:pos="1701"/>
        </w:tabs>
        <w:ind w:left="2268" w:hanging="1134"/>
      </w:pPr>
      <w:r>
        <w:t>6.1</w:t>
      </w:r>
      <w:r>
        <w:tab/>
      </w:r>
      <w:r w:rsidRPr="00D04BA7">
        <w:t>Généralités</w:t>
      </w:r>
    </w:p>
    <w:p w14:paraId="761D0F39" w14:textId="3AE08E79" w:rsidR="00C82E24" w:rsidRDefault="00C82E24" w:rsidP="00B87BB4">
      <w:pPr>
        <w:pStyle w:val="SingleTxtG"/>
        <w:tabs>
          <w:tab w:val="clear" w:pos="1701"/>
        </w:tabs>
        <w:ind w:left="2268" w:hanging="1134"/>
      </w:pPr>
      <w:r>
        <w:t>6.1.1</w:t>
      </w:r>
      <w:r>
        <w:tab/>
      </w:r>
      <w:r w:rsidRPr="00D04BA7">
        <w:t>Les Parties contractantes appliquant le présent Règlement ONU doivent continuer d</w:t>
      </w:r>
      <w:r w:rsidR="003D2091">
        <w:t>’</w:t>
      </w:r>
      <w:r w:rsidRPr="00D04BA7">
        <w:t>accepter les homologations de type ONU, délivrées en vertu de l</w:t>
      </w:r>
      <w:r w:rsidR="003D2091">
        <w:t>’</w:t>
      </w:r>
      <w:r w:rsidRPr="00D04BA7">
        <w:t>une quelconque des séries précédentes d</w:t>
      </w:r>
      <w:r w:rsidR="003D2091">
        <w:t>’</w:t>
      </w:r>
      <w:r w:rsidRPr="00D04BA7">
        <w:t>amendements au présent Règlement ONU, de feux (fonctions) qui ne sont pas concernés par les modifications introduites par la dernière série d</w:t>
      </w:r>
      <w:r w:rsidR="003D2091">
        <w:t>’</w:t>
      </w:r>
      <w:r w:rsidRPr="00D04BA7">
        <w:t>amendements.</w:t>
      </w:r>
    </w:p>
    <w:p w14:paraId="53DE039A" w14:textId="3D7B78E0" w:rsidR="00C82E24" w:rsidRDefault="00C82E24" w:rsidP="00C82E24">
      <w:pPr>
        <w:pStyle w:val="SingleTxtG"/>
        <w:ind w:left="2268"/>
      </w:pPr>
      <w:r w:rsidRPr="00D04BA7">
        <w:t>Il est considéré que cela est vérifié si l</w:t>
      </w:r>
      <w:r w:rsidR="003D2091">
        <w:t>’</w:t>
      </w:r>
      <w:r w:rsidRPr="00D04BA7">
        <w:t>indice applicable au feu (fonction) concerné ne diffère pas de l</w:t>
      </w:r>
      <w:r w:rsidR="003D2091">
        <w:t>’</w:t>
      </w:r>
      <w:r w:rsidRPr="00D04BA7">
        <w:t>indice indiqué pour ce feu (fonction) dans la dernière série d</w:t>
      </w:r>
      <w:r w:rsidR="003D2091">
        <w:t>’</w:t>
      </w:r>
      <w:r w:rsidRPr="00D04BA7">
        <w:t>amendements.</w:t>
      </w:r>
    </w:p>
    <w:p w14:paraId="6BC435E6" w14:textId="4E1F9E37" w:rsidR="00C82E24" w:rsidRDefault="00C82E24" w:rsidP="00B87BB4">
      <w:pPr>
        <w:pStyle w:val="SingleTxtG"/>
        <w:tabs>
          <w:tab w:val="clear" w:pos="1701"/>
        </w:tabs>
        <w:ind w:left="2268" w:hanging="1134"/>
      </w:pPr>
      <w:r>
        <w:t>6.1.2</w:t>
      </w:r>
      <w:r>
        <w:tab/>
      </w:r>
      <w:r w:rsidRPr="009856C1">
        <w:t>Les Parties contractantes appliquant le présent Règlement ne doivent pas refuser d</w:t>
      </w:r>
      <w:r w:rsidR="003D2091">
        <w:t>’</w:t>
      </w:r>
      <w:r w:rsidRPr="009856C1">
        <w:t>accorder des extensions aux homologations de type ONU délivrées en vertu d</w:t>
      </w:r>
      <w:r w:rsidR="003D2091">
        <w:t>’</w:t>
      </w:r>
      <w:r w:rsidRPr="009856C1">
        <w:t>une série précédente d</w:t>
      </w:r>
      <w:r w:rsidR="003D2091">
        <w:t>’</w:t>
      </w:r>
      <w:r w:rsidRPr="009856C1">
        <w:t>a</w:t>
      </w:r>
      <w:r>
        <w:t>mendements au présent Règlement</w:t>
      </w:r>
      <w:r w:rsidRPr="009856C1">
        <w:t>.</w:t>
      </w:r>
    </w:p>
    <w:p w14:paraId="1A644020" w14:textId="77777777" w:rsidR="00C32DD6" w:rsidRDefault="00C32DD6" w:rsidP="00C82E24">
      <w:pPr>
        <w:tabs>
          <w:tab w:val="right" w:pos="850"/>
          <w:tab w:val="right" w:leader="dot" w:pos="8787"/>
          <w:tab w:val="right" w:pos="9638"/>
        </w:tabs>
        <w:spacing w:after="120"/>
        <w:ind w:left="1134" w:hanging="1134"/>
        <w:sectPr w:rsidR="00C32DD6" w:rsidSect="00425260">
          <w:headerReference w:type="even" r:id="rId18"/>
          <w:footerReference w:type="even" r:id="rId19"/>
          <w:headerReference w:type="first" r:id="rId20"/>
          <w:footerReference w:type="first" r:id="rId21"/>
          <w:endnotePr>
            <w:numFmt w:val="decimal"/>
          </w:endnotePr>
          <w:pgSz w:w="11906" w:h="16838" w:code="9"/>
          <w:pgMar w:top="1417" w:right="1134" w:bottom="1134" w:left="1134" w:header="850" w:footer="567" w:gutter="0"/>
          <w:cols w:space="708"/>
          <w:titlePg/>
          <w:docGrid w:linePitch="360"/>
        </w:sectPr>
      </w:pPr>
    </w:p>
    <w:p w14:paraId="2D537918" w14:textId="77777777" w:rsidR="00C32DD6" w:rsidRDefault="00C32DD6" w:rsidP="00C32DD6">
      <w:pPr>
        <w:pStyle w:val="HChG"/>
      </w:pPr>
      <w:r>
        <w:lastRenderedPageBreak/>
        <w:t>Annexe 1</w:t>
      </w:r>
    </w:p>
    <w:p w14:paraId="76595246" w14:textId="77777777" w:rsidR="00C32DD6" w:rsidRDefault="00C32DD6" w:rsidP="00C32DD6">
      <w:pPr>
        <w:pStyle w:val="HChG"/>
      </w:pPr>
      <w:r>
        <w:tab/>
      </w:r>
      <w:r>
        <w:tab/>
        <w:t>Communication</w:t>
      </w:r>
    </w:p>
    <w:p w14:paraId="5BB64F59" w14:textId="77777777" w:rsidR="00C32DD6" w:rsidRDefault="00C32DD6" w:rsidP="00C32DD6">
      <w:pPr>
        <w:pStyle w:val="SingleTxtG"/>
        <w:ind w:left="2268" w:hanging="1134"/>
        <w:rPr>
          <w:lang w:val="fr-FR"/>
        </w:rPr>
      </w:pPr>
      <w:r w:rsidRPr="00F5512A">
        <w:rPr>
          <w:lang w:val="fr-FR"/>
        </w:rPr>
        <w:t>(Format maximal</w:t>
      </w:r>
      <w:r>
        <w:rPr>
          <w:lang w:val="fr-FR"/>
        </w:rPr>
        <w:t> : A4 (210 x 297 </w:t>
      </w:r>
      <w:r w:rsidRPr="00F5512A">
        <w:rPr>
          <w:lang w:val="fr-FR"/>
        </w:rPr>
        <w:t>mm))</w:t>
      </w:r>
    </w:p>
    <w:tbl>
      <w:tblPr>
        <w:tblStyle w:val="Grilledutableau"/>
        <w:tblW w:w="0" w:type="auto"/>
        <w:tblInd w:w="1139" w:type="dxa"/>
        <w:tblLook w:val="04A0" w:firstRow="1" w:lastRow="0" w:firstColumn="1" w:lastColumn="0" w:noHBand="0" w:noVBand="1"/>
      </w:tblPr>
      <w:tblGrid>
        <w:gridCol w:w="2122"/>
        <w:gridCol w:w="2216"/>
        <w:gridCol w:w="2076"/>
        <w:gridCol w:w="2075"/>
      </w:tblGrid>
      <w:tr w:rsidR="00C32DD6" w:rsidRPr="004E2AF7" w14:paraId="1602C9BF" w14:textId="77777777" w:rsidTr="00DE6D37">
        <w:trPr>
          <w:trHeight w:val="20"/>
        </w:trPr>
        <w:tc>
          <w:tcPr>
            <w:tcW w:w="2127" w:type="dxa"/>
            <w:tcBorders>
              <w:bottom w:val="single" w:sz="4" w:space="0" w:color="auto"/>
            </w:tcBorders>
          </w:tcPr>
          <w:p w14:paraId="7C0EF659" w14:textId="77777777" w:rsidR="00C32DD6" w:rsidRPr="004E2AF7" w:rsidRDefault="00C32DD6" w:rsidP="00DE6D37">
            <w:pPr>
              <w:spacing w:before="40" w:after="120"/>
              <w:rPr>
                <w:lang w:eastAsia="fr-FR"/>
              </w:rPr>
            </w:pPr>
            <w:r w:rsidRPr="004E2AF7">
              <w:rPr>
                <w:noProof/>
                <w:lang w:eastAsia="fr-CH"/>
              </w:rPr>
              <w:drawing>
                <wp:inline distT="0" distB="0" distL="0" distR="0" wp14:anchorId="3C3CDC77" wp14:editId="05E2A4BD">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4B57AE">
              <w:rPr>
                <w:rStyle w:val="Appelnotedebasdep"/>
                <w:color w:val="FFFFFF" w:themeColor="background1"/>
              </w:rPr>
              <w:footnoteReference w:id="7"/>
            </w:r>
          </w:p>
        </w:tc>
        <w:tc>
          <w:tcPr>
            <w:tcW w:w="2230" w:type="dxa"/>
            <w:tcBorders>
              <w:bottom w:val="single" w:sz="4" w:space="0" w:color="auto"/>
            </w:tcBorders>
          </w:tcPr>
          <w:p w14:paraId="650DBF8C" w14:textId="77777777" w:rsidR="00C32DD6" w:rsidRPr="004E2AF7" w:rsidRDefault="00C32DD6" w:rsidP="00DE6D37">
            <w:pPr>
              <w:spacing w:before="40" w:after="120"/>
              <w:ind w:right="113"/>
              <w:jc w:val="right"/>
              <w:rPr>
                <w:lang w:eastAsia="fr-FR"/>
              </w:rPr>
            </w:pPr>
            <w:r w:rsidRPr="0049583D">
              <w:t>Émanant de</w:t>
            </w:r>
            <w:r>
              <w:t> :</w:t>
            </w:r>
          </w:p>
        </w:tc>
        <w:tc>
          <w:tcPr>
            <w:tcW w:w="4152" w:type="dxa"/>
            <w:gridSpan w:val="2"/>
          </w:tcPr>
          <w:p w14:paraId="5B7A4A94" w14:textId="242E8DA9" w:rsidR="00C32DD6" w:rsidRPr="00F5512A" w:rsidRDefault="00C32DD6" w:rsidP="00DE6D37">
            <w:pPr>
              <w:spacing w:before="40" w:after="120"/>
              <w:ind w:right="284"/>
              <w:jc w:val="right"/>
              <w:rPr>
                <w:lang w:val="fr-FR"/>
              </w:rPr>
            </w:pPr>
            <w:r w:rsidRPr="00F5512A">
              <w:rPr>
                <w:lang w:val="fr-FR"/>
              </w:rPr>
              <w:t>Nom de l</w:t>
            </w:r>
            <w:r w:rsidR="003D2091">
              <w:rPr>
                <w:lang w:val="fr-FR"/>
              </w:rPr>
              <w:t>’</w:t>
            </w:r>
            <w:r w:rsidRPr="00F5512A">
              <w:rPr>
                <w:lang w:val="fr-FR"/>
              </w:rPr>
              <w:t>administration</w:t>
            </w:r>
            <w:r>
              <w:rPr>
                <w:lang w:val="fr-FR"/>
              </w:rPr>
              <w:t> </w:t>
            </w:r>
            <w:r w:rsidRPr="00F5512A">
              <w:rPr>
                <w:lang w:val="fr-FR"/>
              </w:rPr>
              <w:t>:</w:t>
            </w:r>
          </w:p>
          <w:p w14:paraId="7D8BFF1B" w14:textId="77777777" w:rsidR="00C32DD6" w:rsidRPr="0049583D" w:rsidRDefault="00C32DD6" w:rsidP="00DE6D37">
            <w:pPr>
              <w:spacing w:before="40" w:after="120"/>
              <w:ind w:right="284"/>
              <w:jc w:val="right"/>
              <w:rPr>
                <w:rFonts w:eastAsia="Times New Roman"/>
              </w:rPr>
            </w:pPr>
            <w:r w:rsidRPr="0049583D">
              <w:rPr>
                <w:rFonts w:eastAsia="Times New Roman"/>
              </w:rPr>
              <w:t>……………………….......................................</w:t>
            </w:r>
          </w:p>
          <w:p w14:paraId="7EC6ABDC" w14:textId="77777777" w:rsidR="00C32DD6" w:rsidRPr="0049583D" w:rsidRDefault="00C32DD6" w:rsidP="00DE6D37">
            <w:pPr>
              <w:spacing w:before="40" w:after="120"/>
              <w:ind w:right="284"/>
              <w:jc w:val="right"/>
              <w:rPr>
                <w:rFonts w:eastAsia="Times New Roman"/>
              </w:rPr>
            </w:pPr>
            <w:r w:rsidRPr="0049583D">
              <w:rPr>
                <w:rFonts w:eastAsia="Times New Roman"/>
              </w:rPr>
              <w:t>……………………….......................................</w:t>
            </w:r>
          </w:p>
          <w:p w14:paraId="26BC1D45" w14:textId="77777777" w:rsidR="00C32DD6" w:rsidRPr="0049583D" w:rsidRDefault="00C32DD6" w:rsidP="00DE6D37">
            <w:pPr>
              <w:spacing w:before="40" w:after="120"/>
              <w:ind w:right="284"/>
              <w:jc w:val="right"/>
              <w:rPr>
                <w:rFonts w:eastAsia="Times New Roman"/>
              </w:rPr>
            </w:pPr>
            <w:r w:rsidRPr="0049583D">
              <w:rPr>
                <w:rFonts w:eastAsia="Times New Roman"/>
              </w:rPr>
              <w:t>……………………….......................................</w:t>
            </w:r>
          </w:p>
          <w:p w14:paraId="19BBADC5" w14:textId="77777777" w:rsidR="00C32DD6" w:rsidRPr="0049583D" w:rsidRDefault="00C32DD6" w:rsidP="00DE6D37">
            <w:pPr>
              <w:spacing w:before="40" w:after="120"/>
              <w:ind w:right="284"/>
              <w:jc w:val="right"/>
              <w:rPr>
                <w:rFonts w:eastAsia="Times New Roman"/>
              </w:rPr>
            </w:pPr>
            <w:r w:rsidRPr="0049583D">
              <w:rPr>
                <w:rFonts w:eastAsia="Times New Roman"/>
              </w:rPr>
              <w:t>……………………….......................................</w:t>
            </w:r>
          </w:p>
          <w:p w14:paraId="50061FE7" w14:textId="77777777" w:rsidR="00C32DD6" w:rsidRPr="004E2AF7" w:rsidRDefault="00C32DD6" w:rsidP="00DE6D37">
            <w:pPr>
              <w:spacing w:before="40" w:after="120"/>
            </w:pPr>
          </w:p>
        </w:tc>
      </w:tr>
      <w:tr w:rsidR="00C32DD6" w:rsidRPr="00411DB5" w14:paraId="0AA7CBAB" w14:textId="77777777" w:rsidTr="00DE6D37">
        <w:trPr>
          <w:trHeight w:val="20"/>
        </w:trPr>
        <w:tc>
          <w:tcPr>
            <w:tcW w:w="2127" w:type="dxa"/>
            <w:tcBorders>
              <w:right w:val="nil"/>
            </w:tcBorders>
          </w:tcPr>
          <w:p w14:paraId="04025C4A" w14:textId="77777777" w:rsidR="00C32DD6" w:rsidRPr="004E2AF7" w:rsidRDefault="00C32DD6" w:rsidP="00DE6D37">
            <w:pPr>
              <w:spacing w:before="40" w:after="120"/>
              <w:rPr>
                <w:lang w:eastAsia="de-DE"/>
              </w:rPr>
            </w:pPr>
          </w:p>
        </w:tc>
        <w:tc>
          <w:tcPr>
            <w:tcW w:w="2230" w:type="dxa"/>
            <w:tcBorders>
              <w:left w:val="nil"/>
            </w:tcBorders>
          </w:tcPr>
          <w:p w14:paraId="699B2353" w14:textId="77777777" w:rsidR="00C32DD6" w:rsidRPr="004E2AF7" w:rsidRDefault="00C32DD6" w:rsidP="00DE6D37">
            <w:pPr>
              <w:spacing w:before="40" w:after="120"/>
              <w:ind w:right="113"/>
              <w:jc w:val="right"/>
              <w:rPr>
                <w:lang w:eastAsia="de-DE"/>
              </w:rPr>
            </w:pPr>
            <w:r w:rsidRPr="004E2AF7">
              <w:t>Concer</w:t>
            </w:r>
            <w:r>
              <w:t>nant</w:t>
            </w:r>
            <w:r w:rsidRPr="00B560DD">
              <w:rPr>
                <w:sz w:val="18"/>
                <w:szCs w:val="18"/>
                <w:vertAlign w:val="superscript"/>
              </w:rPr>
              <w:t>2</w:t>
            </w:r>
            <w:r>
              <w:rPr>
                <w:vertAlign w:val="superscript"/>
              </w:rPr>
              <w:t> </w:t>
            </w:r>
            <w:r w:rsidRPr="00F9285A">
              <w:t>:</w:t>
            </w:r>
          </w:p>
        </w:tc>
        <w:tc>
          <w:tcPr>
            <w:tcW w:w="4152" w:type="dxa"/>
            <w:gridSpan w:val="2"/>
          </w:tcPr>
          <w:p w14:paraId="7FA719F0" w14:textId="19E39905" w:rsidR="00C32DD6" w:rsidRDefault="00C32DD6" w:rsidP="00DE6D37">
            <w:pPr>
              <w:spacing w:before="40" w:after="120"/>
              <w:ind w:right="284"/>
              <w:jc w:val="right"/>
              <w:rPr>
                <w:rFonts w:eastAsia="Times New Roman"/>
              </w:rPr>
            </w:pPr>
            <w:r w:rsidRPr="0049583D">
              <w:rPr>
                <w:rFonts w:eastAsia="Times New Roman"/>
                <w:lang w:eastAsia="fr-FR"/>
              </w:rPr>
              <w:t>Délivrance d</w:t>
            </w:r>
            <w:r w:rsidR="003D2091">
              <w:rPr>
                <w:rFonts w:eastAsia="Times New Roman"/>
                <w:lang w:eastAsia="fr-FR"/>
              </w:rPr>
              <w:t>’</w:t>
            </w:r>
            <w:r w:rsidRPr="0049583D">
              <w:rPr>
                <w:rFonts w:eastAsia="Times New Roman"/>
                <w:lang w:eastAsia="fr-FR"/>
              </w:rPr>
              <w:t>une homologation</w:t>
            </w:r>
          </w:p>
          <w:p w14:paraId="489B16E1" w14:textId="6FF45F95" w:rsidR="00C32DD6" w:rsidRDefault="00C32DD6" w:rsidP="00DE6D37">
            <w:pPr>
              <w:spacing w:before="40" w:after="120"/>
              <w:ind w:right="284"/>
              <w:jc w:val="right"/>
              <w:rPr>
                <w:rFonts w:eastAsia="Times New Roman"/>
              </w:rPr>
            </w:pPr>
            <w:r w:rsidRPr="0049583D">
              <w:rPr>
                <w:rFonts w:eastAsia="Times New Roman"/>
              </w:rPr>
              <w:t>Extension d</w:t>
            </w:r>
            <w:r w:rsidR="003D2091">
              <w:rPr>
                <w:rFonts w:eastAsia="Times New Roman"/>
              </w:rPr>
              <w:t>’</w:t>
            </w:r>
            <w:r w:rsidRPr="0049583D">
              <w:rPr>
                <w:rFonts w:eastAsia="Times New Roman"/>
              </w:rPr>
              <w:t>homologation</w:t>
            </w:r>
          </w:p>
          <w:p w14:paraId="00C997F9" w14:textId="62B9FFA1" w:rsidR="00C32DD6" w:rsidRDefault="00C32DD6" w:rsidP="00DE6D37">
            <w:pPr>
              <w:spacing w:before="40" w:after="120"/>
              <w:ind w:right="284"/>
              <w:jc w:val="right"/>
              <w:rPr>
                <w:rFonts w:eastAsia="Times New Roman"/>
              </w:rPr>
            </w:pPr>
            <w:r w:rsidRPr="0049583D">
              <w:rPr>
                <w:rFonts w:eastAsia="Times New Roman"/>
              </w:rPr>
              <w:t>Refus d</w:t>
            </w:r>
            <w:r w:rsidR="003D2091">
              <w:rPr>
                <w:rFonts w:eastAsia="Times New Roman"/>
              </w:rPr>
              <w:t>’</w:t>
            </w:r>
            <w:r w:rsidRPr="0049583D">
              <w:rPr>
                <w:rFonts w:eastAsia="Times New Roman"/>
              </w:rPr>
              <w:t>homologation</w:t>
            </w:r>
          </w:p>
          <w:p w14:paraId="50D7E3F4" w14:textId="0BC8077E" w:rsidR="00C32DD6" w:rsidRDefault="00C32DD6" w:rsidP="00DE6D37">
            <w:pPr>
              <w:spacing w:before="40" w:after="120"/>
              <w:ind w:right="284"/>
              <w:jc w:val="right"/>
              <w:rPr>
                <w:rFonts w:eastAsia="Times New Roman"/>
              </w:rPr>
            </w:pPr>
            <w:r w:rsidRPr="0049583D">
              <w:rPr>
                <w:rFonts w:eastAsia="Times New Roman"/>
              </w:rPr>
              <w:t>Retrait d</w:t>
            </w:r>
            <w:r w:rsidR="003D2091">
              <w:rPr>
                <w:rFonts w:eastAsia="Times New Roman"/>
              </w:rPr>
              <w:t>’</w:t>
            </w:r>
            <w:r w:rsidRPr="0049583D">
              <w:rPr>
                <w:rFonts w:eastAsia="Times New Roman"/>
              </w:rPr>
              <w:t>homologation</w:t>
            </w:r>
          </w:p>
          <w:p w14:paraId="0550DFD6" w14:textId="77777777" w:rsidR="00C32DD6" w:rsidRPr="00411DB5" w:rsidRDefault="00C32DD6" w:rsidP="00DE6D37">
            <w:pPr>
              <w:spacing w:before="40" w:after="120"/>
              <w:ind w:right="284"/>
              <w:jc w:val="right"/>
              <w:rPr>
                <w:lang w:eastAsia="fr-FR"/>
              </w:rPr>
            </w:pPr>
            <w:r w:rsidRPr="0049583D">
              <w:rPr>
                <w:rFonts w:eastAsia="Times New Roman"/>
              </w:rPr>
              <w:t>Arrêt définitif de la production</w:t>
            </w:r>
          </w:p>
        </w:tc>
      </w:tr>
      <w:tr w:rsidR="00C32DD6" w:rsidRPr="00411DB5" w14:paraId="5CD11FD0" w14:textId="77777777" w:rsidTr="00DE6D37">
        <w:trPr>
          <w:trHeight w:val="20"/>
        </w:trPr>
        <w:tc>
          <w:tcPr>
            <w:tcW w:w="8509" w:type="dxa"/>
            <w:gridSpan w:val="4"/>
            <w:vAlign w:val="center"/>
          </w:tcPr>
          <w:p w14:paraId="623D1811" w14:textId="4B816D73" w:rsidR="00C32DD6" w:rsidRPr="002E1A34" w:rsidRDefault="00C32DD6" w:rsidP="00DE6D37">
            <w:pPr>
              <w:spacing w:before="40" w:after="120"/>
              <w:ind w:right="113"/>
              <w:jc w:val="right"/>
              <w:rPr>
                <w:spacing w:val="-1"/>
                <w:lang w:eastAsia="fr-FR"/>
              </w:rPr>
            </w:pPr>
            <w:r w:rsidRPr="002E1A34">
              <w:rPr>
                <w:rFonts w:eastAsia="Times New Roman"/>
                <w:spacing w:val="-1"/>
                <w:lang w:eastAsia="fr-FR"/>
              </w:rPr>
              <w:t>d</w:t>
            </w:r>
            <w:r w:rsidR="003D2091">
              <w:rPr>
                <w:rFonts w:eastAsia="Times New Roman"/>
                <w:spacing w:val="-1"/>
                <w:lang w:eastAsia="fr-FR"/>
              </w:rPr>
              <w:t>’</w:t>
            </w:r>
            <w:r w:rsidRPr="002E1A34">
              <w:rPr>
                <w:rFonts w:eastAsia="Times New Roman"/>
                <w:spacing w:val="-1"/>
                <w:lang w:eastAsia="fr-FR"/>
              </w:rPr>
              <w:t>un type de feu en application du Règlement ONU n</w:t>
            </w:r>
            <w:r w:rsidRPr="002E1A34">
              <w:rPr>
                <w:rFonts w:eastAsia="Times New Roman"/>
                <w:spacing w:val="-1"/>
                <w:vertAlign w:val="superscript"/>
                <w:lang w:eastAsia="fr-FR"/>
              </w:rPr>
              <w:t>o</w:t>
            </w:r>
            <w:r w:rsidRPr="002E1A34">
              <w:rPr>
                <w:rFonts w:eastAsia="Times New Roman"/>
                <w:spacing w:val="-1"/>
                <w:lang w:eastAsia="fr-FR"/>
              </w:rPr>
              <w:t> [XX] sur les dispositifs de signalisation lumineuse</w:t>
            </w:r>
          </w:p>
        </w:tc>
      </w:tr>
      <w:tr w:rsidR="00C32DD6" w:rsidRPr="00411DB5" w14:paraId="36C543AA" w14:textId="77777777" w:rsidTr="00DE6D37">
        <w:trPr>
          <w:trHeight w:val="3926"/>
        </w:trPr>
        <w:tc>
          <w:tcPr>
            <w:tcW w:w="4357" w:type="dxa"/>
            <w:gridSpan w:val="2"/>
            <w:vAlign w:val="center"/>
          </w:tcPr>
          <w:p w14:paraId="5DBE4E05" w14:textId="77777777" w:rsidR="00C32DD6" w:rsidRPr="00411DB5" w:rsidRDefault="00C32DD6" w:rsidP="00DE6D37">
            <w:pPr>
              <w:spacing w:before="40" w:after="120"/>
              <w:ind w:right="113"/>
              <w:jc w:val="right"/>
              <w:rPr>
                <w:rFonts w:eastAsia="Times New Roman"/>
                <w:lang w:eastAsia="fr-FR"/>
              </w:rPr>
            </w:pPr>
            <w:r>
              <w:rPr>
                <w:lang w:eastAsia="fr-FR"/>
              </w:rPr>
              <w:t>Feu</w:t>
            </w:r>
            <w:r w:rsidRPr="00F31818">
              <w:rPr>
                <w:rStyle w:val="Appelnotedebasdep"/>
              </w:rPr>
              <w:footnoteReference w:id="8"/>
            </w:r>
            <w:r>
              <w:rPr>
                <w:lang w:eastAsia="fr-FR"/>
              </w:rPr>
              <w:t> :</w:t>
            </w:r>
          </w:p>
        </w:tc>
        <w:tc>
          <w:tcPr>
            <w:tcW w:w="4152" w:type="dxa"/>
            <w:gridSpan w:val="2"/>
            <w:vAlign w:val="center"/>
          </w:tcPr>
          <w:p w14:paraId="68C3FF63" w14:textId="45F1AA87" w:rsidR="00C32DD6" w:rsidRPr="0049583D" w:rsidRDefault="00C32DD6" w:rsidP="00DE6D37">
            <w:pPr>
              <w:spacing w:before="40" w:after="120"/>
              <w:ind w:right="284"/>
              <w:jc w:val="right"/>
              <w:rPr>
                <w:rFonts w:eastAsia="Times New Roman"/>
                <w:lang w:eastAsia="fr-FR"/>
              </w:rPr>
            </w:pPr>
            <w:r w:rsidRPr="00901812">
              <w:rPr>
                <w:rFonts w:eastAsia="Times New Roman"/>
                <w:lang w:eastAsia="fr-FR"/>
              </w:rPr>
              <w:t>Feu d</w:t>
            </w:r>
            <w:r w:rsidR="003D2091">
              <w:rPr>
                <w:rFonts w:eastAsia="Times New Roman"/>
                <w:lang w:eastAsia="fr-FR"/>
              </w:rPr>
              <w:t>’</w:t>
            </w:r>
            <w:r w:rsidRPr="00901812">
              <w:rPr>
                <w:rFonts w:eastAsia="Times New Roman"/>
                <w:lang w:eastAsia="fr-FR"/>
              </w:rPr>
              <w:t xml:space="preserve">éclairage de la plaque </w:t>
            </w:r>
            <w:r>
              <w:rPr>
                <w:rFonts w:eastAsia="Times New Roman"/>
                <w:lang w:eastAsia="fr-FR"/>
              </w:rPr>
              <w:br/>
            </w:r>
            <w:r w:rsidRPr="00901812">
              <w:rPr>
                <w:rFonts w:eastAsia="Times New Roman"/>
                <w:lang w:eastAsia="fr-FR"/>
              </w:rPr>
              <w:t>d</w:t>
            </w:r>
            <w:r w:rsidR="003D2091">
              <w:rPr>
                <w:rFonts w:eastAsia="Times New Roman"/>
                <w:lang w:eastAsia="fr-FR"/>
              </w:rPr>
              <w:t>’</w:t>
            </w:r>
            <w:r w:rsidRPr="00901812">
              <w:rPr>
                <w:rFonts w:eastAsia="Times New Roman"/>
                <w:lang w:eastAsia="fr-FR"/>
              </w:rPr>
              <w:t>immatriculation arrière</w:t>
            </w:r>
          </w:p>
          <w:p w14:paraId="4229768B" w14:textId="77777777" w:rsidR="00C32DD6" w:rsidRPr="0049583D" w:rsidRDefault="00C32DD6" w:rsidP="00DE6D37">
            <w:pPr>
              <w:spacing w:before="40" w:after="120"/>
              <w:ind w:right="284"/>
              <w:jc w:val="right"/>
              <w:rPr>
                <w:rFonts w:eastAsia="Times New Roman"/>
                <w:lang w:eastAsia="fr-FR"/>
              </w:rPr>
            </w:pPr>
            <w:r w:rsidRPr="00901812">
              <w:rPr>
                <w:rFonts w:eastAsia="Times New Roman"/>
                <w:lang w:eastAsia="fr-FR"/>
              </w:rPr>
              <w:t>Feu indicateur de direction</w:t>
            </w:r>
          </w:p>
          <w:p w14:paraId="4BB59CD2" w14:textId="77777777" w:rsidR="00C32DD6" w:rsidRPr="0049583D" w:rsidRDefault="00C32DD6" w:rsidP="00DE6D37">
            <w:pPr>
              <w:spacing w:before="40" w:after="120"/>
              <w:ind w:right="284"/>
              <w:jc w:val="right"/>
              <w:rPr>
                <w:rFonts w:eastAsia="Times New Roman"/>
                <w:lang w:eastAsia="fr-FR"/>
              </w:rPr>
            </w:pPr>
            <w:r>
              <w:rPr>
                <w:rFonts w:eastAsia="Times New Roman"/>
                <w:lang w:eastAsia="fr-FR"/>
              </w:rPr>
              <w:t>Feu stop</w:t>
            </w:r>
          </w:p>
          <w:p w14:paraId="114DF477" w14:textId="77777777" w:rsidR="00C32DD6" w:rsidRPr="0049583D" w:rsidRDefault="00C32DD6" w:rsidP="00DE6D37">
            <w:pPr>
              <w:spacing w:before="40" w:after="120"/>
              <w:ind w:right="284"/>
              <w:jc w:val="right"/>
              <w:rPr>
                <w:rFonts w:eastAsia="Times New Roman"/>
                <w:lang w:eastAsia="fr-FR"/>
              </w:rPr>
            </w:pPr>
            <w:r w:rsidRPr="0049583D">
              <w:rPr>
                <w:rFonts w:eastAsia="Times New Roman"/>
                <w:lang w:eastAsia="fr-FR"/>
              </w:rPr>
              <w:t>Feu de position</w:t>
            </w:r>
          </w:p>
          <w:p w14:paraId="76A83A57" w14:textId="0D25EE5A" w:rsidR="00C32DD6" w:rsidRPr="0049583D" w:rsidRDefault="00C32DD6" w:rsidP="00DE6D37">
            <w:pPr>
              <w:spacing w:before="40" w:after="120"/>
              <w:ind w:right="284"/>
              <w:jc w:val="right"/>
              <w:rPr>
                <w:rFonts w:eastAsia="Times New Roman"/>
                <w:lang w:eastAsia="fr-FR"/>
              </w:rPr>
            </w:pPr>
            <w:r w:rsidRPr="00901812">
              <w:rPr>
                <w:rFonts w:eastAsia="Times New Roman"/>
                <w:lang w:eastAsia="fr-FR"/>
              </w:rPr>
              <w:t>Feu d</w:t>
            </w:r>
            <w:r w:rsidR="003D2091">
              <w:rPr>
                <w:rFonts w:eastAsia="Times New Roman"/>
                <w:lang w:eastAsia="fr-FR"/>
              </w:rPr>
              <w:t>’</w:t>
            </w:r>
            <w:r w:rsidRPr="00901812">
              <w:rPr>
                <w:rFonts w:eastAsia="Times New Roman"/>
                <w:lang w:eastAsia="fr-FR"/>
              </w:rPr>
              <w:t>encombrement</w:t>
            </w:r>
          </w:p>
          <w:p w14:paraId="2ED315E4" w14:textId="77777777" w:rsidR="00C32DD6" w:rsidRPr="0049583D" w:rsidRDefault="00C32DD6" w:rsidP="00DE6D37">
            <w:pPr>
              <w:spacing w:before="40" w:after="120"/>
              <w:ind w:right="284"/>
              <w:jc w:val="right"/>
              <w:rPr>
                <w:rFonts w:eastAsia="Times New Roman"/>
                <w:lang w:eastAsia="fr-FR"/>
              </w:rPr>
            </w:pPr>
            <w:r w:rsidRPr="00901812">
              <w:rPr>
                <w:rFonts w:eastAsia="Times New Roman"/>
                <w:lang w:eastAsia="fr-FR"/>
              </w:rPr>
              <w:t>Feu de marche arrière</w:t>
            </w:r>
          </w:p>
          <w:p w14:paraId="72FB9016" w14:textId="77777777" w:rsidR="00C32DD6" w:rsidRPr="0049583D" w:rsidRDefault="00C32DD6" w:rsidP="00DE6D37">
            <w:pPr>
              <w:spacing w:before="40" w:after="120"/>
              <w:ind w:right="284"/>
              <w:jc w:val="right"/>
              <w:rPr>
                <w:rFonts w:eastAsia="Times New Roman"/>
                <w:lang w:eastAsia="fr-FR"/>
              </w:rPr>
            </w:pPr>
            <w:r w:rsidRPr="0049583D">
              <w:rPr>
                <w:rFonts w:eastAsia="Times New Roman"/>
                <w:lang w:eastAsia="fr-FR"/>
              </w:rPr>
              <w:t>Feu de manœuvre</w:t>
            </w:r>
          </w:p>
          <w:p w14:paraId="37D3880A" w14:textId="77777777" w:rsidR="00C32DD6" w:rsidRPr="0049583D" w:rsidRDefault="00C32DD6" w:rsidP="00DE6D37">
            <w:pPr>
              <w:spacing w:before="40" w:after="120"/>
              <w:ind w:right="284"/>
              <w:jc w:val="right"/>
              <w:rPr>
                <w:rFonts w:eastAsia="Times New Roman"/>
                <w:lang w:eastAsia="fr-FR"/>
              </w:rPr>
            </w:pPr>
            <w:r w:rsidRPr="0049583D">
              <w:rPr>
                <w:rFonts w:eastAsia="Times New Roman"/>
                <w:lang w:eastAsia="fr-FR"/>
              </w:rPr>
              <w:t>Feu de brouillard arrière</w:t>
            </w:r>
          </w:p>
          <w:p w14:paraId="4916BEC6" w14:textId="77777777" w:rsidR="00C32DD6" w:rsidRPr="0049583D" w:rsidRDefault="00C32DD6" w:rsidP="00DE6D37">
            <w:pPr>
              <w:spacing w:before="40" w:after="120"/>
              <w:ind w:right="284"/>
              <w:jc w:val="right"/>
              <w:rPr>
                <w:rFonts w:eastAsia="Times New Roman"/>
                <w:lang w:eastAsia="fr-FR"/>
              </w:rPr>
            </w:pPr>
            <w:r w:rsidRPr="0049583D">
              <w:rPr>
                <w:rFonts w:eastAsia="Times New Roman"/>
                <w:lang w:eastAsia="fr-FR"/>
              </w:rPr>
              <w:t>Feu de stationnement</w:t>
            </w:r>
          </w:p>
          <w:p w14:paraId="08A1954A" w14:textId="77777777" w:rsidR="00C32DD6" w:rsidRDefault="00C32DD6" w:rsidP="00DE6D37">
            <w:pPr>
              <w:spacing w:before="40" w:after="120"/>
              <w:ind w:right="284"/>
              <w:jc w:val="right"/>
              <w:rPr>
                <w:rFonts w:eastAsia="Times New Roman"/>
                <w:lang w:eastAsia="fr-FR"/>
              </w:rPr>
            </w:pPr>
            <w:r w:rsidRPr="0049583D">
              <w:rPr>
                <w:rFonts w:eastAsia="Times New Roman"/>
                <w:lang w:eastAsia="fr-FR"/>
              </w:rPr>
              <w:t>Feu de circulation diurne</w:t>
            </w:r>
          </w:p>
          <w:p w14:paraId="39E8E5D1" w14:textId="77777777" w:rsidR="00C32DD6" w:rsidRPr="00D3427D" w:rsidRDefault="00C32DD6" w:rsidP="00DE6D37">
            <w:pPr>
              <w:spacing w:before="40" w:after="120"/>
              <w:ind w:right="284"/>
              <w:jc w:val="right"/>
              <w:rPr>
                <w:rFonts w:eastAsia="Times New Roman"/>
                <w:lang w:eastAsia="fr-FR"/>
              </w:rPr>
            </w:pPr>
            <w:r w:rsidRPr="0049583D">
              <w:rPr>
                <w:rFonts w:eastAsia="Times New Roman"/>
                <w:lang w:eastAsia="fr-FR"/>
              </w:rPr>
              <w:t>Feu de position latéral</w:t>
            </w:r>
          </w:p>
        </w:tc>
      </w:tr>
      <w:tr w:rsidR="00C32DD6" w:rsidRPr="004E2AF7" w14:paraId="159938CE" w14:textId="77777777" w:rsidTr="00DE6D37">
        <w:trPr>
          <w:trHeight w:val="20"/>
        </w:trPr>
        <w:tc>
          <w:tcPr>
            <w:tcW w:w="2127" w:type="dxa"/>
            <w:vAlign w:val="center"/>
          </w:tcPr>
          <w:p w14:paraId="48C1A833" w14:textId="77777777" w:rsidR="00C32DD6" w:rsidRPr="0049583D" w:rsidRDefault="00C32DD6" w:rsidP="00DE6D37">
            <w:pPr>
              <w:spacing w:before="40" w:after="120"/>
              <w:ind w:right="113"/>
              <w:jc w:val="right"/>
              <w:rPr>
                <w:rFonts w:eastAsia="Times New Roman"/>
              </w:rPr>
            </w:pPr>
            <w:r>
              <w:rPr>
                <w:lang w:eastAsia="fr-FR"/>
              </w:rPr>
              <w:t>Catégorie du feu :</w:t>
            </w:r>
          </w:p>
        </w:tc>
        <w:tc>
          <w:tcPr>
            <w:tcW w:w="2230" w:type="dxa"/>
            <w:vAlign w:val="center"/>
          </w:tcPr>
          <w:p w14:paraId="485E8564" w14:textId="77777777" w:rsidR="00C32DD6" w:rsidRPr="0049583D" w:rsidRDefault="00C32DD6" w:rsidP="00DE6D37">
            <w:pPr>
              <w:spacing w:before="40" w:after="120"/>
              <w:ind w:right="113"/>
              <w:jc w:val="right"/>
              <w:rPr>
                <w:rFonts w:eastAsia="Times New Roman"/>
                <w:lang w:eastAsia="fr-FR"/>
              </w:rPr>
            </w:pPr>
          </w:p>
        </w:tc>
        <w:tc>
          <w:tcPr>
            <w:tcW w:w="2076" w:type="dxa"/>
            <w:vAlign w:val="center"/>
          </w:tcPr>
          <w:p w14:paraId="6D303780" w14:textId="77777777" w:rsidR="00C32DD6" w:rsidRPr="004E2AF7" w:rsidRDefault="00C32DD6" w:rsidP="00DE6D37">
            <w:pPr>
              <w:spacing w:before="40" w:after="120"/>
              <w:ind w:right="113"/>
              <w:jc w:val="right"/>
              <w:rPr>
                <w:lang w:eastAsia="fr-FR"/>
              </w:rPr>
            </w:pPr>
            <w:r>
              <w:rPr>
                <w:lang w:eastAsia="fr-FR"/>
              </w:rPr>
              <w:t>Indice :</w:t>
            </w:r>
          </w:p>
        </w:tc>
        <w:tc>
          <w:tcPr>
            <w:tcW w:w="2076" w:type="dxa"/>
            <w:vAlign w:val="center"/>
          </w:tcPr>
          <w:p w14:paraId="6DCE1219" w14:textId="77777777" w:rsidR="00C32DD6" w:rsidRPr="004E2AF7" w:rsidRDefault="00C32DD6" w:rsidP="00DE6D37">
            <w:pPr>
              <w:spacing w:before="40" w:after="120"/>
              <w:ind w:right="113"/>
              <w:rPr>
                <w:lang w:eastAsia="fr-FR"/>
              </w:rPr>
            </w:pPr>
          </w:p>
        </w:tc>
      </w:tr>
      <w:tr w:rsidR="00C32DD6" w:rsidRPr="004E2AF7" w14:paraId="1573C18B" w14:textId="77777777" w:rsidTr="00DE6D37">
        <w:trPr>
          <w:trHeight w:val="20"/>
        </w:trPr>
        <w:tc>
          <w:tcPr>
            <w:tcW w:w="2127" w:type="dxa"/>
            <w:vAlign w:val="center"/>
          </w:tcPr>
          <w:p w14:paraId="3224E3B8" w14:textId="3B8B1F49" w:rsidR="00C32DD6" w:rsidRPr="004E2AF7" w:rsidRDefault="00C32DD6" w:rsidP="00DE6D37">
            <w:pPr>
              <w:spacing w:before="40" w:after="120"/>
              <w:ind w:right="113"/>
              <w:jc w:val="right"/>
              <w:rPr>
                <w:lang w:eastAsia="fr-FR"/>
              </w:rPr>
            </w:pPr>
            <w:r w:rsidRPr="0049583D">
              <w:rPr>
                <w:rFonts w:eastAsia="Times New Roman"/>
              </w:rPr>
              <w:t>N</w:t>
            </w:r>
            <w:r w:rsidRPr="0049583D">
              <w:rPr>
                <w:rFonts w:eastAsia="Times New Roman"/>
                <w:vertAlign w:val="superscript"/>
              </w:rPr>
              <w:t>o</w:t>
            </w:r>
            <w:r>
              <w:rPr>
                <w:rFonts w:eastAsia="Times New Roman"/>
              </w:rPr>
              <w:t> </w:t>
            </w:r>
            <w:r w:rsidRPr="0049583D">
              <w:rPr>
                <w:rFonts w:eastAsia="Times New Roman"/>
              </w:rPr>
              <w:t>d</w:t>
            </w:r>
            <w:r w:rsidR="003D2091">
              <w:rPr>
                <w:rFonts w:eastAsia="Times New Roman"/>
              </w:rPr>
              <w:t>’</w:t>
            </w:r>
            <w:r w:rsidRPr="0049583D">
              <w:rPr>
                <w:rFonts w:eastAsia="Times New Roman"/>
              </w:rPr>
              <w:t>homologation</w:t>
            </w:r>
            <w:r>
              <w:rPr>
                <w:rFonts w:eastAsia="Times New Roman"/>
              </w:rPr>
              <w:t> </w:t>
            </w:r>
            <w:r>
              <w:rPr>
                <w:rFonts w:eastAsia="Times New Roman"/>
                <w:lang w:eastAsia="fr-FR"/>
              </w:rPr>
              <w:t>:</w:t>
            </w:r>
          </w:p>
        </w:tc>
        <w:tc>
          <w:tcPr>
            <w:tcW w:w="2230" w:type="dxa"/>
            <w:vAlign w:val="center"/>
          </w:tcPr>
          <w:p w14:paraId="4C40DC1D" w14:textId="77777777" w:rsidR="00C32DD6" w:rsidRPr="004E2AF7" w:rsidRDefault="00C32DD6" w:rsidP="00DE6D37">
            <w:pPr>
              <w:spacing w:before="40" w:after="120"/>
              <w:ind w:right="113"/>
              <w:jc w:val="right"/>
              <w:rPr>
                <w:lang w:eastAsia="fr-FR"/>
              </w:rPr>
            </w:pPr>
          </w:p>
        </w:tc>
        <w:tc>
          <w:tcPr>
            <w:tcW w:w="2076" w:type="dxa"/>
            <w:vAlign w:val="center"/>
          </w:tcPr>
          <w:p w14:paraId="6F492F4E" w14:textId="77777777" w:rsidR="00C32DD6" w:rsidRPr="004E2AF7" w:rsidRDefault="00C32DD6" w:rsidP="00DE6D37">
            <w:pPr>
              <w:spacing w:before="40" w:after="120"/>
              <w:ind w:right="113"/>
              <w:jc w:val="right"/>
              <w:rPr>
                <w:lang w:eastAsia="fr-FR"/>
              </w:rPr>
            </w:pPr>
            <w:r w:rsidRPr="0049583D">
              <w:rPr>
                <w:rFonts w:eastAsia="Times New Roman"/>
                <w:lang w:eastAsia="fr-FR"/>
              </w:rPr>
              <w:t>Identifiant unique (IU) (le cas échéant)</w:t>
            </w:r>
          </w:p>
        </w:tc>
        <w:tc>
          <w:tcPr>
            <w:tcW w:w="2076" w:type="dxa"/>
            <w:vAlign w:val="center"/>
          </w:tcPr>
          <w:p w14:paraId="65A8BD51" w14:textId="77777777" w:rsidR="00C32DD6" w:rsidRPr="004E2AF7" w:rsidRDefault="00C32DD6" w:rsidP="00DE6D37">
            <w:pPr>
              <w:spacing w:before="40" w:after="120"/>
              <w:ind w:right="113"/>
              <w:rPr>
                <w:lang w:eastAsia="fr-FR"/>
              </w:rPr>
            </w:pPr>
          </w:p>
        </w:tc>
      </w:tr>
    </w:tbl>
    <w:p w14:paraId="14D4A14E" w14:textId="622D2942" w:rsidR="00C32DD6" w:rsidRDefault="00C32DD6" w:rsidP="00C32DD6">
      <w:pPr>
        <w:pStyle w:val="SingleTxtG"/>
        <w:ind w:left="2268" w:hanging="1134"/>
      </w:pPr>
      <w:r>
        <w:br w:type="page"/>
      </w:r>
    </w:p>
    <w:p w14:paraId="514A31FA" w14:textId="77777777" w:rsidR="00C32DD6" w:rsidRDefault="00C32DD6" w:rsidP="00C32DD6">
      <w:pPr>
        <w:pStyle w:val="SingleTxtG"/>
        <w:tabs>
          <w:tab w:val="left" w:pos="567"/>
          <w:tab w:val="left" w:pos="1134"/>
          <w:tab w:val="right" w:leader="dot" w:pos="8505"/>
        </w:tabs>
      </w:pPr>
      <w:r w:rsidRPr="0049583D">
        <w:lastRenderedPageBreak/>
        <w:t>1.</w:t>
      </w:r>
      <w:r w:rsidRPr="0049583D">
        <w:tab/>
        <w:t>Marque de fabrique ou de commerce du feu</w:t>
      </w:r>
      <w:r>
        <w:t> :</w:t>
      </w:r>
      <w:r>
        <w:tab/>
      </w:r>
    </w:p>
    <w:p w14:paraId="266C14F8" w14:textId="77777777" w:rsidR="00C32DD6" w:rsidRPr="0049583D" w:rsidRDefault="00C32DD6" w:rsidP="00C32DD6">
      <w:pPr>
        <w:pStyle w:val="SingleTxtG"/>
        <w:tabs>
          <w:tab w:val="left" w:pos="567"/>
          <w:tab w:val="left" w:pos="1134"/>
          <w:tab w:val="right" w:leader="dot" w:pos="8505"/>
        </w:tabs>
      </w:pPr>
      <w:r w:rsidRPr="0049583D">
        <w:t>2.</w:t>
      </w:r>
      <w:r w:rsidRPr="0049583D">
        <w:tab/>
        <w:t>Désignation du type de feu par le fabricant :</w:t>
      </w:r>
      <w:r w:rsidRPr="0049583D">
        <w:tab/>
      </w:r>
    </w:p>
    <w:p w14:paraId="1B6D3D12" w14:textId="77777777" w:rsidR="00C32DD6" w:rsidRPr="0049583D" w:rsidRDefault="00C32DD6" w:rsidP="00C32DD6">
      <w:pPr>
        <w:pStyle w:val="SingleTxtG"/>
        <w:tabs>
          <w:tab w:val="left" w:pos="567"/>
          <w:tab w:val="left" w:pos="1134"/>
          <w:tab w:val="right" w:leader="dot" w:pos="8505"/>
        </w:tabs>
      </w:pPr>
      <w:r w:rsidRPr="0049583D">
        <w:t>3.</w:t>
      </w:r>
      <w:r w:rsidRPr="0049583D">
        <w:tab/>
        <w:t>Nom et adresse du fabricant :</w:t>
      </w:r>
      <w:r w:rsidRPr="0049583D">
        <w:tab/>
      </w:r>
    </w:p>
    <w:p w14:paraId="48CCA040" w14:textId="77777777" w:rsidR="00C32DD6" w:rsidRDefault="00C32DD6" w:rsidP="00C32DD6">
      <w:pPr>
        <w:pStyle w:val="SingleTxtG"/>
        <w:tabs>
          <w:tab w:val="left" w:pos="567"/>
          <w:tab w:val="left" w:pos="1134"/>
          <w:tab w:val="right" w:leader="dot" w:pos="8505"/>
        </w:tabs>
      </w:pPr>
      <w:r w:rsidRPr="0049583D">
        <w:t>4.</w:t>
      </w:r>
      <w:r w:rsidRPr="0049583D">
        <w:tab/>
        <w:t>Le cas échéant, nom et adresse du représentant du fabricant :</w:t>
      </w:r>
      <w:r>
        <w:tab/>
      </w:r>
    </w:p>
    <w:p w14:paraId="6D2C8061" w14:textId="77777777" w:rsidR="00C32DD6" w:rsidRDefault="00C32DD6" w:rsidP="00A6775A">
      <w:pPr>
        <w:pStyle w:val="SingleTxtG"/>
        <w:tabs>
          <w:tab w:val="clear" w:pos="2268"/>
          <w:tab w:val="clear" w:pos="2835"/>
          <w:tab w:val="left" w:pos="567"/>
          <w:tab w:val="left" w:pos="1134"/>
          <w:tab w:val="right" w:leader="dot" w:pos="8505"/>
        </w:tabs>
      </w:pPr>
      <w:r>
        <w:tab/>
      </w:r>
      <w:r>
        <w:tab/>
      </w:r>
    </w:p>
    <w:p w14:paraId="5F45EDDE" w14:textId="13B97581" w:rsidR="00C32DD6" w:rsidRPr="0049583D" w:rsidRDefault="00C32DD6" w:rsidP="00C32DD6">
      <w:pPr>
        <w:pStyle w:val="SingleTxtG"/>
        <w:tabs>
          <w:tab w:val="left" w:pos="567"/>
          <w:tab w:val="left" w:pos="1134"/>
          <w:tab w:val="right" w:leader="dot" w:pos="8505"/>
        </w:tabs>
      </w:pPr>
      <w:r w:rsidRPr="0049583D">
        <w:t>5.</w:t>
      </w:r>
      <w:r w:rsidRPr="0049583D">
        <w:tab/>
        <w:t>Feu présenté à l</w:t>
      </w:r>
      <w:r w:rsidR="003D2091">
        <w:t>’</w:t>
      </w:r>
      <w:r w:rsidRPr="0049583D">
        <w:t>homologation le :</w:t>
      </w:r>
      <w:r w:rsidRPr="0049583D">
        <w:tab/>
      </w:r>
    </w:p>
    <w:p w14:paraId="18C33564" w14:textId="68D6ACB1" w:rsidR="00C32DD6" w:rsidRPr="0049583D" w:rsidRDefault="00C32DD6" w:rsidP="00C32DD6">
      <w:pPr>
        <w:pStyle w:val="SingleTxtG"/>
        <w:tabs>
          <w:tab w:val="left" w:pos="567"/>
          <w:tab w:val="left" w:pos="1134"/>
          <w:tab w:val="right" w:leader="dot" w:pos="8505"/>
        </w:tabs>
      </w:pPr>
      <w:r w:rsidRPr="0049583D">
        <w:t>6.</w:t>
      </w:r>
      <w:r w:rsidRPr="0049583D">
        <w:tab/>
        <w:t>Service technique chargé des essais d</w:t>
      </w:r>
      <w:r w:rsidR="003D2091">
        <w:t>’</w:t>
      </w:r>
      <w:r w:rsidRPr="0049583D">
        <w:t>homologation :</w:t>
      </w:r>
      <w:r w:rsidRPr="0049583D">
        <w:tab/>
      </w:r>
    </w:p>
    <w:p w14:paraId="13E40BB5" w14:textId="77777777" w:rsidR="00C32DD6" w:rsidRPr="0049583D" w:rsidRDefault="00C32DD6" w:rsidP="00C32DD6">
      <w:pPr>
        <w:pStyle w:val="SingleTxtG"/>
        <w:tabs>
          <w:tab w:val="left" w:pos="567"/>
          <w:tab w:val="left" w:pos="1134"/>
          <w:tab w:val="right" w:leader="dot" w:pos="8505"/>
        </w:tabs>
      </w:pPr>
      <w:r w:rsidRPr="0049583D">
        <w:t>7.</w:t>
      </w:r>
      <w:r w:rsidRPr="0049583D">
        <w:tab/>
        <w:t>Date du procès-verbal délivré par ce service :</w:t>
      </w:r>
      <w:r w:rsidRPr="0049583D">
        <w:tab/>
      </w:r>
    </w:p>
    <w:p w14:paraId="2EA1D215" w14:textId="77777777" w:rsidR="00C32DD6" w:rsidRPr="0049583D" w:rsidRDefault="00C32DD6" w:rsidP="00C32DD6">
      <w:pPr>
        <w:pStyle w:val="SingleTxtG"/>
        <w:tabs>
          <w:tab w:val="left" w:pos="567"/>
          <w:tab w:val="left" w:pos="1134"/>
          <w:tab w:val="right" w:leader="dot" w:pos="8505"/>
        </w:tabs>
      </w:pPr>
      <w:r w:rsidRPr="0049583D">
        <w:t>8.</w:t>
      </w:r>
      <w:r w:rsidRPr="0049583D">
        <w:tab/>
        <w:t>Numéro du procès-verbal délivré par ce service :</w:t>
      </w:r>
      <w:r w:rsidRPr="0049583D">
        <w:tab/>
      </w:r>
    </w:p>
    <w:p w14:paraId="1105335E" w14:textId="77777777" w:rsidR="00C32DD6" w:rsidRDefault="00C32DD6" w:rsidP="00C32DD6">
      <w:pPr>
        <w:pStyle w:val="SingleTxtG"/>
        <w:tabs>
          <w:tab w:val="left" w:pos="567"/>
          <w:tab w:val="left" w:pos="1134"/>
          <w:tab w:val="right" w:leader="dot" w:pos="8505"/>
        </w:tabs>
      </w:pPr>
      <w:r>
        <w:t>9.</w:t>
      </w:r>
      <w:r>
        <w:tab/>
        <w:t>Description succincte :</w:t>
      </w:r>
    </w:p>
    <w:p w14:paraId="0F90586C" w14:textId="73E3CED5" w:rsidR="00C32DD6" w:rsidRPr="0049583D" w:rsidRDefault="00C32DD6" w:rsidP="00C32DD6">
      <w:pPr>
        <w:pStyle w:val="SingleTxtG"/>
        <w:tabs>
          <w:tab w:val="left" w:pos="567"/>
          <w:tab w:val="left" w:pos="1134"/>
          <w:tab w:val="right" w:leader="dot" w:pos="8505"/>
        </w:tabs>
      </w:pPr>
      <w:r w:rsidRPr="0049583D">
        <w:t>9.1</w:t>
      </w:r>
      <w:r w:rsidRPr="0049583D">
        <w:tab/>
      </w:r>
      <w:r>
        <w:t>Dans le cas d</w:t>
      </w:r>
      <w:r w:rsidR="003D2091">
        <w:t>’</w:t>
      </w:r>
      <w:r>
        <w:t>un :</w:t>
      </w:r>
    </w:p>
    <w:p w14:paraId="2F9CCE59" w14:textId="6863DBD0" w:rsidR="00C32DD6" w:rsidRDefault="00C32DD6" w:rsidP="00C32DD6">
      <w:pPr>
        <w:pStyle w:val="SingleTxtG"/>
        <w:tabs>
          <w:tab w:val="left" w:pos="567"/>
          <w:tab w:val="left" w:pos="1134"/>
          <w:tab w:val="right" w:leader="dot" w:pos="8505"/>
        </w:tabs>
      </w:pPr>
      <w:r w:rsidRPr="0049583D">
        <w:t>9.1.1</w:t>
      </w:r>
      <w:r w:rsidRPr="0049583D">
        <w:tab/>
        <w:t>Feu d</w:t>
      </w:r>
      <w:r w:rsidR="003D2091">
        <w:t>’</w:t>
      </w:r>
      <w:r w:rsidRPr="0049583D">
        <w:t>éclairage de la plaque d</w:t>
      </w:r>
      <w:r w:rsidR="003D2091">
        <w:t>’</w:t>
      </w:r>
      <w:r w:rsidRPr="0049583D">
        <w:t>immatriculation arrière</w:t>
      </w:r>
      <w:r>
        <w:t> :</w:t>
      </w:r>
      <w:r>
        <w:tab/>
      </w:r>
    </w:p>
    <w:p w14:paraId="2DA4FF21" w14:textId="07B6D5CE" w:rsidR="00C32DD6" w:rsidRPr="0049583D" w:rsidRDefault="00C32DD6" w:rsidP="00C32DD6">
      <w:pPr>
        <w:pStyle w:val="SingleTxtG"/>
        <w:tabs>
          <w:tab w:val="left" w:pos="567"/>
          <w:tab w:val="left" w:pos="1134"/>
          <w:tab w:val="right" w:leader="dot" w:pos="8505"/>
        </w:tabs>
        <w:ind w:left="1701"/>
      </w:pPr>
      <w:r w:rsidRPr="0049583D">
        <w:t>Conditions géométriques de montage (position(s) et inclinaison(s) du dispositif par rapport à l</w:t>
      </w:r>
      <w:r w:rsidR="003D2091">
        <w:t>’</w:t>
      </w:r>
      <w:r w:rsidRPr="0049583D">
        <w:t>emplacement occupé par la plaque d</w:t>
      </w:r>
      <w:r w:rsidR="003D2091">
        <w:t>’</w:t>
      </w:r>
      <w:r w:rsidRPr="0049583D">
        <w:t>immatriculation et/ou inclinaisons diverses de cet emplacement)</w:t>
      </w:r>
      <w:r>
        <w:t> :</w:t>
      </w:r>
      <w:r>
        <w:tab/>
      </w:r>
    </w:p>
    <w:p w14:paraId="2DDC63D0" w14:textId="77777777" w:rsidR="00C32DD6" w:rsidRPr="0049583D" w:rsidRDefault="00C32DD6" w:rsidP="00C32DD6">
      <w:pPr>
        <w:pStyle w:val="SingleTxtG"/>
        <w:tabs>
          <w:tab w:val="left" w:pos="567"/>
          <w:tab w:val="left" w:pos="1134"/>
          <w:tab w:val="right" w:leader="dot" w:pos="8505"/>
        </w:tabs>
      </w:pPr>
      <w:r w:rsidRPr="0049583D">
        <w:t>9.1.2</w:t>
      </w:r>
      <w:r w:rsidRPr="0049583D">
        <w:tab/>
        <w:t>Feu indicateur de direction</w:t>
      </w:r>
      <w:r>
        <w:t> :</w:t>
      </w:r>
      <w:r>
        <w:tab/>
      </w:r>
    </w:p>
    <w:p w14:paraId="7AEDFFB2" w14:textId="77777777" w:rsidR="00C32DD6" w:rsidRPr="0049583D" w:rsidRDefault="00C32DD6" w:rsidP="00C32DD6">
      <w:pPr>
        <w:pStyle w:val="SingleTxtG"/>
        <w:tabs>
          <w:tab w:val="left" w:pos="567"/>
          <w:tab w:val="left" w:pos="1134"/>
          <w:tab w:val="right" w:leader="dot" w:pos="8505"/>
        </w:tabs>
        <w:ind w:left="1701"/>
        <w:rPr>
          <w:vertAlign w:val="superscript"/>
        </w:rPr>
      </w:pPr>
      <w:r w:rsidRPr="0049583D">
        <w:t>Activation séquentielle des sources lumineuses</w:t>
      </w:r>
      <w:r>
        <w:t> :</w:t>
      </w:r>
      <w:r w:rsidRPr="0049583D">
        <w:t xml:space="preserve"> oui/non</w:t>
      </w:r>
      <w:r w:rsidRPr="00560F2D">
        <w:rPr>
          <w:sz w:val="18"/>
          <w:szCs w:val="18"/>
          <w:vertAlign w:val="superscript"/>
        </w:rPr>
        <w:t>2</w:t>
      </w:r>
    </w:p>
    <w:p w14:paraId="17774767" w14:textId="77777777" w:rsidR="00C32DD6" w:rsidRPr="0049583D" w:rsidRDefault="00C32DD6" w:rsidP="00C32DD6">
      <w:pPr>
        <w:pStyle w:val="SingleTxtG"/>
      </w:pPr>
      <w:r w:rsidRPr="0049583D">
        <w:t>9.1.3</w:t>
      </w:r>
      <w:r w:rsidRPr="0049583D">
        <w:tab/>
        <w:t>Feu de marche arrière</w:t>
      </w:r>
      <w:r>
        <w:t> :</w:t>
      </w:r>
    </w:p>
    <w:p w14:paraId="55FAF815" w14:textId="77777777" w:rsidR="00C32DD6" w:rsidRPr="0049583D" w:rsidRDefault="00C32DD6" w:rsidP="00C32DD6">
      <w:pPr>
        <w:pStyle w:val="SingleTxtG"/>
        <w:tabs>
          <w:tab w:val="left" w:pos="567"/>
          <w:tab w:val="left" w:pos="1134"/>
          <w:tab w:val="right" w:leader="dot" w:pos="8505"/>
        </w:tabs>
        <w:ind w:left="1701"/>
      </w:pPr>
      <w:r w:rsidRPr="0049583D">
        <w:t>Le feu ne doit être installé sur un véhicule que par paire de feux</w:t>
      </w:r>
      <w:r>
        <w:t> :</w:t>
      </w:r>
      <w:r w:rsidRPr="0049583D">
        <w:t xml:space="preserve"> oui/non</w:t>
      </w:r>
      <w:r w:rsidRPr="00973E9F">
        <w:rPr>
          <w:vertAlign w:val="superscript"/>
        </w:rPr>
        <w:t>2</w:t>
      </w:r>
    </w:p>
    <w:p w14:paraId="180C2A47" w14:textId="77777777" w:rsidR="00C32DD6" w:rsidRPr="0049583D" w:rsidRDefault="00C32DD6" w:rsidP="00C32DD6">
      <w:pPr>
        <w:pStyle w:val="SingleTxtG"/>
      </w:pPr>
      <w:r w:rsidRPr="0049583D">
        <w:t>9.1.4</w:t>
      </w:r>
      <w:r w:rsidRPr="0049583D">
        <w:tab/>
        <w:t>Feu de manœuvre</w:t>
      </w:r>
      <w:r>
        <w:t> :</w:t>
      </w:r>
    </w:p>
    <w:p w14:paraId="25BEA7CF" w14:textId="77777777" w:rsidR="00C32DD6" w:rsidRPr="0049583D" w:rsidRDefault="00C32DD6" w:rsidP="00C32DD6">
      <w:pPr>
        <w:pStyle w:val="SingleTxtG"/>
        <w:tabs>
          <w:tab w:val="left" w:pos="567"/>
          <w:tab w:val="left" w:pos="1134"/>
          <w:tab w:val="right" w:leader="dot" w:pos="8505"/>
        </w:tabs>
        <w:ind w:left="1701"/>
      </w:pPr>
      <w:r w:rsidRPr="0049583D">
        <w:t>Hauteur maximale de montage</w:t>
      </w:r>
      <w:r>
        <w:t> :</w:t>
      </w:r>
      <w:r w:rsidRPr="0049583D">
        <w:tab/>
      </w:r>
    </w:p>
    <w:p w14:paraId="1E3864A7" w14:textId="77777777" w:rsidR="00C32DD6" w:rsidRPr="0049583D" w:rsidRDefault="00C32DD6" w:rsidP="00C32DD6">
      <w:pPr>
        <w:pStyle w:val="SingleTxtG"/>
      </w:pPr>
      <w:r w:rsidRPr="0049583D">
        <w:t>9.2</w:t>
      </w:r>
      <w:r w:rsidRPr="0049583D">
        <w:tab/>
        <w:t>Par fonction de signa</w:t>
      </w:r>
      <w:r>
        <w:t>lisation lumineuse et catégorie :</w:t>
      </w:r>
    </w:p>
    <w:p w14:paraId="747A13D6" w14:textId="71017F67" w:rsidR="00C32DD6" w:rsidRPr="0049583D" w:rsidRDefault="00C32DD6" w:rsidP="00C32DD6">
      <w:pPr>
        <w:pStyle w:val="SingleTxtG"/>
        <w:tabs>
          <w:tab w:val="left" w:pos="567"/>
          <w:tab w:val="left" w:pos="1134"/>
          <w:tab w:val="right" w:leader="dot" w:pos="8505"/>
        </w:tabs>
        <w:ind w:left="1701"/>
      </w:pPr>
      <w:r w:rsidRPr="0049583D">
        <w:t>Pour montage à l</w:t>
      </w:r>
      <w:r w:rsidR="003D2091">
        <w:t>’</w:t>
      </w:r>
      <w:r w:rsidRPr="0049583D">
        <w:t>extérieur ou à l</w:t>
      </w:r>
      <w:r w:rsidR="003D2091">
        <w:t>’</w:t>
      </w:r>
      <w:r w:rsidRPr="0049583D">
        <w:t>intérieur, ou les deux</w:t>
      </w:r>
      <w:r w:rsidRPr="00560F2D">
        <w:rPr>
          <w:sz w:val="18"/>
          <w:szCs w:val="18"/>
          <w:vertAlign w:val="superscript"/>
        </w:rPr>
        <w:t>2</w:t>
      </w:r>
    </w:p>
    <w:p w14:paraId="0A57E94A" w14:textId="77777777" w:rsidR="00C32DD6" w:rsidRPr="0049583D" w:rsidRDefault="00C32DD6" w:rsidP="00C32DD6">
      <w:pPr>
        <w:pStyle w:val="SingleTxtG"/>
        <w:tabs>
          <w:tab w:val="left" w:pos="567"/>
          <w:tab w:val="left" w:pos="1134"/>
          <w:tab w:val="right" w:leader="dot" w:pos="8505"/>
        </w:tabs>
        <w:ind w:left="1701"/>
      </w:pPr>
      <w:r w:rsidRPr="0049583D">
        <w:t>Couleur de la lumière émise : rouge/blanc/jaune-auto/incolore</w:t>
      </w:r>
      <w:r w:rsidRPr="00560F2D">
        <w:rPr>
          <w:sz w:val="18"/>
          <w:szCs w:val="18"/>
          <w:vertAlign w:val="superscript"/>
        </w:rPr>
        <w:t>2</w:t>
      </w:r>
    </w:p>
    <w:p w14:paraId="699D68C3" w14:textId="77777777" w:rsidR="00C32DD6" w:rsidRPr="0049583D" w:rsidRDefault="00C32DD6" w:rsidP="00C32DD6">
      <w:pPr>
        <w:pStyle w:val="SingleTxtG"/>
        <w:tabs>
          <w:tab w:val="left" w:pos="567"/>
          <w:tab w:val="left" w:pos="1134"/>
          <w:tab w:val="right" w:leader="dot" w:pos="8505"/>
        </w:tabs>
        <w:ind w:left="1701"/>
      </w:pPr>
      <w:r w:rsidRPr="0049583D">
        <w:t>Nombre, catégorie et</w:t>
      </w:r>
      <w:r>
        <w:t xml:space="preserve"> type de source(s) lumineuse(s) :</w:t>
      </w:r>
      <w:r w:rsidRPr="0049583D">
        <w:rPr>
          <w:sz w:val="18"/>
        </w:rPr>
        <w:tab/>
      </w:r>
    </w:p>
    <w:p w14:paraId="56C8F979" w14:textId="77777777" w:rsidR="00C32DD6" w:rsidRPr="0049583D" w:rsidRDefault="00C32DD6" w:rsidP="00C32DD6">
      <w:pPr>
        <w:pStyle w:val="SingleTxtG"/>
        <w:tabs>
          <w:tab w:val="left" w:pos="567"/>
          <w:tab w:val="left" w:pos="1134"/>
          <w:tab w:val="right" w:leader="dot" w:pos="8505"/>
        </w:tabs>
        <w:ind w:left="1701"/>
      </w:pPr>
      <w:r w:rsidRPr="0049583D">
        <w:t>Tension et puissance</w:t>
      </w:r>
      <w:r>
        <w:t> :</w:t>
      </w:r>
      <w:r w:rsidRPr="0049583D">
        <w:tab/>
      </w:r>
    </w:p>
    <w:p w14:paraId="771781BA" w14:textId="43D43308" w:rsidR="00C32DD6" w:rsidRPr="0049583D" w:rsidRDefault="00C32DD6" w:rsidP="00C32DD6">
      <w:pPr>
        <w:pStyle w:val="SingleTxtG"/>
        <w:tabs>
          <w:tab w:val="left" w:pos="567"/>
          <w:tab w:val="left" w:pos="1134"/>
          <w:tab w:val="right" w:leader="dot" w:pos="8505"/>
        </w:tabs>
        <w:ind w:left="1701"/>
      </w:pPr>
      <w:r w:rsidRPr="0049583D">
        <w:t>Module d</w:t>
      </w:r>
      <w:r w:rsidR="003D2091">
        <w:t>’</w:t>
      </w:r>
      <w:r w:rsidRPr="0049583D">
        <w:t>éclairage</w:t>
      </w:r>
      <w:r>
        <w:t> :</w:t>
      </w:r>
      <w:r w:rsidRPr="0049583D">
        <w:t xml:space="preserve"> oui/non</w:t>
      </w:r>
      <w:r w:rsidRPr="00560F2D">
        <w:rPr>
          <w:sz w:val="18"/>
          <w:szCs w:val="18"/>
          <w:vertAlign w:val="superscript"/>
        </w:rPr>
        <w:t>2</w:t>
      </w:r>
    </w:p>
    <w:p w14:paraId="5BD8B68D" w14:textId="11DFC890" w:rsidR="00C32DD6" w:rsidRPr="00CE5811" w:rsidRDefault="00C32DD6" w:rsidP="00C32DD6">
      <w:pPr>
        <w:pStyle w:val="SingleTxtG"/>
        <w:tabs>
          <w:tab w:val="left" w:pos="567"/>
          <w:tab w:val="left" w:pos="1134"/>
          <w:tab w:val="right" w:leader="dot" w:pos="8505"/>
        </w:tabs>
        <w:ind w:left="1701"/>
      </w:pPr>
      <w:r w:rsidRPr="0049583D">
        <w:t>Code d</w:t>
      </w:r>
      <w:r w:rsidR="003D2091">
        <w:t>’</w:t>
      </w:r>
      <w:r w:rsidRPr="0049583D">
        <w:t>identification propre au module d</w:t>
      </w:r>
      <w:r w:rsidR="003D2091">
        <w:t>’</w:t>
      </w:r>
      <w:r w:rsidRPr="0049583D">
        <w:t>éclairage</w:t>
      </w:r>
      <w:r>
        <w:t> :</w:t>
      </w:r>
      <w:r w:rsidRPr="0049583D">
        <w:tab/>
      </w:r>
    </w:p>
    <w:p w14:paraId="23E03456" w14:textId="77777777" w:rsidR="00C32DD6" w:rsidRPr="0049583D" w:rsidRDefault="00C32DD6" w:rsidP="00C32DD6">
      <w:pPr>
        <w:pStyle w:val="SingleTxtG"/>
        <w:tabs>
          <w:tab w:val="left" w:pos="567"/>
          <w:tab w:val="left" w:pos="1134"/>
          <w:tab w:val="right" w:leader="dot" w:pos="8505"/>
        </w:tabs>
        <w:ind w:left="1701"/>
      </w:pPr>
      <w:r w:rsidRPr="0049583D">
        <w:t>Uniquement pour une hauteur de montage limitée, égale ou infér</w:t>
      </w:r>
      <w:r>
        <w:t>ieure à 750 mm au−dessus du sol, le cas échéant :</w:t>
      </w:r>
      <w:r w:rsidRPr="0049583D">
        <w:t xml:space="preserve"> oui/non</w:t>
      </w:r>
      <w:r w:rsidRPr="00560F2D">
        <w:rPr>
          <w:sz w:val="18"/>
          <w:szCs w:val="18"/>
          <w:vertAlign w:val="superscript"/>
        </w:rPr>
        <w:t>2</w:t>
      </w:r>
      <w:r w:rsidRPr="00DB4A24">
        <w:tab/>
      </w:r>
    </w:p>
    <w:p w14:paraId="6B449D68" w14:textId="77777777" w:rsidR="00C32DD6" w:rsidRPr="0049583D" w:rsidRDefault="00C32DD6" w:rsidP="00C32DD6">
      <w:pPr>
        <w:pStyle w:val="SingleTxtG"/>
        <w:tabs>
          <w:tab w:val="left" w:pos="567"/>
          <w:tab w:val="left" w:pos="1134"/>
          <w:tab w:val="right" w:leader="dot" w:pos="8505"/>
        </w:tabs>
        <w:ind w:left="1701"/>
      </w:pPr>
      <w:r w:rsidRPr="0049583D">
        <w:t>Caractéristiques géométriques de m</w:t>
      </w:r>
      <w:r>
        <w:t>ontage et variantes éventuelles :</w:t>
      </w:r>
      <w:r w:rsidRPr="0049583D">
        <w:tab/>
      </w:r>
    </w:p>
    <w:p w14:paraId="42579AA3" w14:textId="0819E0CE" w:rsidR="00C32DD6" w:rsidRDefault="00C32DD6" w:rsidP="00C32DD6">
      <w:pPr>
        <w:pStyle w:val="SingleTxtG"/>
        <w:tabs>
          <w:tab w:val="left" w:pos="567"/>
          <w:tab w:val="left" w:pos="1134"/>
          <w:tab w:val="right" w:leader="dot" w:pos="8505"/>
        </w:tabs>
        <w:ind w:left="1701"/>
      </w:pPr>
      <w:r w:rsidRPr="0049583D">
        <w:t>Dispositif de régulation électronique de la source lumi</w:t>
      </w:r>
      <w:r>
        <w:t>neuse ou régulateur d</w:t>
      </w:r>
      <w:r w:rsidR="003D2091">
        <w:t>’</w:t>
      </w:r>
      <w:r>
        <w:t>intensité :</w:t>
      </w:r>
    </w:p>
    <w:p w14:paraId="35D442CC" w14:textId="77777777" w:rsidR="00C32DD6" w:rsidRDefault="00C32DD6" w:rsidP="00C32DD6">
      <w:pPr>
        <w:pStyle w:val="SingleTxtG"/>
        <w:ind w:left="1701"/>
        <w:rPr>
          <w:sz w:val="18"/>
          <w:szCs w:val="18"/>
          <w:vertAlign w:val="superscript"/>
        </w:rPr>
      </w:pPr>
      <w:r>
        <w:t>a)</w:t>
      </w:r>
      <w:r>
        <w:tab/>
      </w:r>
      <w:r w:rsidRPr="0049583D">
        <w:t>Fait partie du feu</w:t>
      </w:r>
      <w:r>
        <w:t> :</w:t>
      </w:r>
      <w:r w:rsidRPr="0049583D">
        <w:t xml:space="preserve"> oui/non</w:t>
      </w:r>
      <w:r w:rsidRPr="00560F2D">
        <w:rPr>
          <w:sz w:val="18"/>
          <w:szCs w:val="18"/>
          <w:vertAlign w:val="superscript"/>
        </w:rPr>
        <w:t>2</w:t>
      </w:r>
    </w:p>
    <w:p w14:paraId="2B134EF2" w14:textId="77777777" w:rsidR="00C32DD6" w:rsidRPr="00DB4A24" w:rsidRDefault="00C32DD6" w:rsidP="00C32DD6">
      <w:pPr>
        <w:pStyle w:val="SingleTxtG"/>
        <w:ind w:left="1701"/>
        <w:rPr>
          <w:vertAlign w:val="superscript"/>
        </w:rPr>
      </w:pPr>
      <w:r>
        <w:t>b)</w:t>
      </w:r>
      <w:r>
        <w:tab/>
      </w:r>
      <w:r w:rsidRPr="0049583D">
        <w:t>Ne fait pas partie du feu</w:t>
      </w:r>
      <w:r>
        <w:t> :</w:t>
      </w:r>
      <w:r w:rsidRPr="0049583D">
        <w:t xml:space="preserve"> oui/non</w:t>
      </w:r>
      <w:r w:rsidRPr="00560F2D">
        <w:rPr>
          <w:sz w:val="18"/>
          <w:szCs w:val="18"/>
          <w:vertAlign w:val="superscript"/>
        </w:rPr>
        <w:t>2</w:t>
      </w:r>
    </w:p>
    <w:p w14:paraId="1EC874A8" w14:textId="6EE4AA2A" w:rsidR="00C32DD6" w:rsidRPr="0049583D" w:rsidRDefault="00C32DD6" w:rsidP="00C32DD6">
      <w:pPr>
        <w:pStyle w:val="SingleTxtG"/>
        <w:tabs>
          <w:tab w:val="left" w:pos="567"/>
          <w:tab w:val="left" w:pos="1134"/>
          <w:tab w:val="right" w:leader="dot" w:pos="8505"/>
        </w:tabs>
        <w:ind w:left="1701"/>
      </w:pPr>
      <w:r w:rsidRPr="0049583D">
        <w:t>Tension(s) d</w:t>
      </w:r>
      <w:r w:rsidR="003D2091">
        <w:t>’</w:t>
      </w:r>
      <w:r w:rsidRPr="0049583D">
        <w:t>alimentation du dispositif de régulation électronique de la source lumineuse ou du régulateur d</w:t>
      </w:r>
      <w:r w:rsidR="003D2091">
        <w:t>’</w:t>
      </w:r>
      <w:r w:rsidRPr="0049583D">
        <w:t>intensité</w:t>
      </w:r>
      <w:r>
        <w:t> :</w:t>
      </w:r>
      <w:r w:rsidRPr="0049583D">
        <w:tab/>
      </w:r>
    </w:p>
    <w:p w14:paraId="0B30033D" w14:textId="17C025E8" w:rsidR="00C32DD6" w:rsidRDefault="00C32DD6" w:rsidP="00C32DD6">
      <w:pPr>
        <w:pStyle w:val="SingleTxtG"/>
        <w:tabs>
          <w:tab w:val="left" w:pos="567"/>
          <w:tab w:val="left" w:pos="1134"/>
          <w:tab w:val="right" w:leader="dot" w:pos="8505"/>
        </w:tabs>
        <w:ind w:left="1701"/>
      </w:pPr>
      <w:r w:rsidRPr="0049583D">
        <w:t>Nom du fabricant et numéro d</w:t>
      </w:r>
      <w:r w:rsidR="003D2091">
        <w:t>’</w:t>
      </w:r>
      <w:r w:rsidRPr="0049583D">
        <w:t>identification du dispositif de régulation électronique de la source lumineuse ou du régulateur d</w:t>
      </w:r>
      <w:r w:rsidR="003D2091">
        <w:t>’</w:t>
      </w:r>
      <w:r w:rsidRPr="0049583D">
        <w:t>intensité (lorsque le dispositif de régulation de la source lumineuse fait partie du feu mais n</w:t>
      </w:r>
      <w:r w:rsidR="003D2091">
        <w:t>’</w:t>
      </w:r>
      <w:r w:rsidRPr="0049583D">
        <w:t>est pas incorporé dans son boîtie</w:t>
      </w:r>
      <w:r>
        <w:t>r) :</w:t>
      </w:r>
      <w:r>
        <w:tab/>
      </w:r>
    </w:p>
    <w:p w14:paraId="417B04A1" w14:textId="212AC33A" w:rsidR="00C61C28" w:rsidRDefault="00C61C28" w:rsidP="00C61C28">
      <w:pPr>
        <w:pStyle w:val="SingleTxtG"/>
        <w:tabs>
          <w:tab w:val="clear" w:pos="2268"/>
          <w:tab w:val="clear" w:pos="2835"/>
          <w:tab w:val="left" w:pos="567"/>
          <w:tab w:val="left" w:pos="1134"/>
          <w:tab w:val="right" w:leader="dot" w:pos="8505"/>
        </w:tabs>
      </w:pPr>
      <w:r>
        <w:tab/>
      </w:r>
      <w:r>
        <w:tab/>
      </w:r>
    </w:p>
    <w:p w14:paraId="4BF8E319" w14:textId="77777777" w:rsidR="00C32DD6" w:rsidRDefault="00C32DD6" w:rsidP="00C32DD6">
      <w:pPr>
        <w:pStyle w:val="SingleTxtG"/>
        <w:keepNext/>
        <w:keepLines/>
        <w:ind w:left="1701"/>
        <w:rPr>
          <w:vertAlign w:val="superscript"/>
        </w:rPr>
      </w:pPr>
      <w:r w:rsidRPr="0049583D">
        <w:lastRenderedPageBreak/>
        <w:t>Intensité lumineuse variable</w:t>
      </w:r>
      <w:r>
        <w:t> :</w:t>
      </w:r>
      <w:r w:rsidRPr="0049583D">
        <w:t xml:space="preserve"> oui/non</w:t>
      </w:r>
      <w:r w:rsidRPr="00560F2D">
        <w:rPr>
          <w:sz w:val="18"/>
          <w:szCs w:val="18"/>
          <w:vertAlign w:val="superscript"/>
        </w:rPr>
        <w:t>2</w:t>
      </w:r>
    </w:p>
    <w:p w14:paraId="262D08CE" w14:textId="72AF6B17" w:rsidR="00C32DD6" w:rsidRDefault="00C32DD6" w:rsidP="00C32DD6">
      <w:pPr>
        <w:pStyle w:val="SingleTxtG"/>
        <w:tabs>
          <w:tab w:val="left" w:pos="567"/>
          <w:tab w:val="left" w:pos="1134"/>
          <w:tab w:val="right" w:leader="dot" w:pos="8505"/>
        </w:tabs>
        <w:ind w:left="1701"/>
      </w:pPr>
      <w:r>
        <w:t>Fonction(s) d</w:t>
      </w:r>
      <w:r w:rsidR="003D2091">
        <w:t>’</w:t>
      </w:r>
      <w:r>
        <w:t>un feu interdépendant faisant partie d</w:t>
      </w:r>
      <w:r w:rsidR="003D2091">
        <w:t>’</w:t>
      </w:r>
      <w:r>
        <w:t>un système de feux interdépendants, le cas échéant :</w:t>
      </w:r>
      <w:r>
        <w:tab/>
      </w:r>
    </w:p>
    <w:p w14:paraId="28B78EB2" w14:textId="555FCB4D" w:rsidR="00C32DD6" w:rsidRPr="00CE5811" w:rsidRDefault="00C32DD6" w:rsidP="00C32DD6">
      <w:pPr>
        <w:pStyle w:val="SingleTxtG"/>
        <w:ind w:left="1701" w:hanging="567"/>
      </w:pPr>
      <w:r>
        <w:t>9.3</w:t>
      </w:r>
      <w:r>
        <w:tab/>
        <w:t>Les feux de position avant</w:t>
      </w:r>
      <w:r w:rsidRPr="00CE5811">
        <w:rPr>
          <w:vertAlign w:val="superscript"/>
        </w:rPr>
        <w:t>2</w:t>
      </w:r>
      <w:r>
        <w:t>, les feux de position arrière</w:t>
      </w:r>
      <w:r w:rsidRPr="00CE5811">
        <w:rPr>
          <w:vertAlign w:val="superscript"/>
        </w:rPr>
        <w:t>2</w:t>
      </w:r>
      <w:r>
        <w:t>, les feux stop</w:t>
      </w:r>
      <w:r w:rsidRPr="00CE5811">
        <w:rPr>
          <w:vertAlign w:val="superscript"/>
        </w:rPr>
        <w:t>2</w:t>
      </w:r>
      <w:r>
        <w:t>, les feux d</w:t>
      </w:r>
      <w:r w:rsidR="003D2091">
        <w:t>’</w:t>
      </w:r>
      <w:r>
        <w:t>encombrement</w:t>
      </w:r>
      <w:r w:rsidRPr="00CE5811">
        <w:rPr>
          <w:vertAlign w:val="superscript"/>
        </w:rPr>
        <w:t>2</w:t>
      </w:r>
      <w:r>
        <w:t xml:space="preserve"> et les feux de circulation diurne</w:t>
      </w:r>
      <w:r w:rsidRPr="00CE5811">
        <w:rPr>
          <w:vertAlign w:val="superscript"/>
        </w:rPr>
        <w:t>2</w:t>
      </w:r>
      <w:r>
        <w:rPr>
          <w:vertAlign w:val="superscript"/>
        </w:rPr>
        <w:t xml:space="preserve"> </w:t>
      </w:r>
      <w:r>
        <w:t>sont réservés aux véhicules équipés d</w:t>
      </w:r>
      <w:r w:rsidR="003D2091">
        <w:t>’</w:t>
      </w:r>
      <w:r>
        <w:t>un témoin de défaillance : oui/non</w:t>
      </w:r>
      <w:r w:rsidRPr="00CE5811">
        <w:rPr>
          <w:vertAlign w:val="superscript"/>
        </w:rPr>
        <w:t>2</w:t>
      </w:r>
    </w:p>
    <w:p w14:paraId="24E9FD8F" w14:textId="47313E59" w:rsidR="00C32DD6" w:rsidRPr="0049583D" w:rsidRDefault="00C32DD6" w:rsidP="00C32DD6">
      <w:pPr>
        <w:pStyle w:val="SingleTxtG"/>
        <w:tabs>
          <w:tab w:val="left" w:pos="567"/>
          <w:tab w:val="left" w:pos="1134"/>
          <w:tab w:val="right" w:leader="dot" w:pos="8505"/>
        </w:tabs>
      </w:pPr>
      <w:r w:rsidRPr="0049583D">
        <w:t>10.</w:t>
      </w:r>
      <w:r w:rsidRPr="0049583D">
        <w:tab/>
        <w:t>Position de la marque d</w:t>
      </w:r>
      <w:r w:rsidR="003D2091">
        <w:t>’</w:t>
      </w:r>
      <w:r w:rsidRPr="0049583D">
        <w:t>homologation</w:t>
      </w:r>
      <w:r>
        <w:t> :</w:t>
      </w:r>
      <w:r w:rsidRPr="0049583D">
        <w:tab/>
      </w:r>
    </w:p>
    <w:p w14:paraId="3FB127F2" w14:textId="17EF8FB7" w:rsidR="00C32DD6" w:rsidRDefault="00C32DD6" w:rsidP="00C32DD6">
      <w:pPr>
        <w:pStyle w:val="SingleTxtG"/>
        <w:tabs>
          <w:tab w:val="left" w:pos="567"/>
          <w:tab w:val="left" w:pos="1134"/>
          <w:tab w:val="right" w:leader="dot" w:pos="8505"/>
        </w:tabs>
      </w:pPr>
      <w:r w:rsidRPr="0049583D">
        <w:t>11.</w:t>
      </w:r>
      <w:r w:rsidRPr="0049583D">
        <w:tab/>
        <w:t>Motif(s) de l</w:t>
      </w:r>
      <w:r w:rsidR="003D2091">
        <w:t>’</w:t>
      </w:r>
      <w:r w:rsidRPr="0049583D">
        <w:t>extension d</w:t>
      </w:r>
      <w:r w:rsidR="003D2091">
        <w:t>’</w:t>
      </w:r>
      <w:r w:rsidRPr="0049583D">
        <w:t>homologation (le cas échéant)</w:t>
      </w:r>
      <w:r>
        <w:t> :</w:t>
      </w:r>
      <w:r w:rsidRPr="0049583D">
        <w:tab/>
      </w:r>
    </w:p>
    <w:p w14:paraId="0A565652" w14:textId="0479625C" w:rsidR="00C32DD6" w:rsidRPr="0049583D" w:rsidRDefault="00A6775A" w:rsidP="00A6775A">
      <w:pPr>
        <w:pStyle w:val="SingleTxtG"/>
        <w:tabs>
          <w:tab w:val="clear" w:pos="2268"/>
          <w:tab w:val="clear" w:pos="2835"/>
          <w:tab w:val="left" w:pos="567"/>
          <w:tab w:val="left" w:pos="1134"/>
          <w:tab w:val="right" w:leader="dot" w:pos="8505"/>
        </w:tabs>
      </w:pPr>
      <w:r>
        <w:tab/>
      </w:r>
      <w:r>
        <w:tab/>
      </w:r>
    </w:p>
    <w:p w14:paraId="2D3A2E61" w14:textId="77777777" w:rsidR="00C32DD6" w:rsidRPr="0049583D" w:rsidRDefault="00C32DD6" w:rsidP="00C32DD6">
      <w:pPr>
        <w:pStyle w:val="SingleTxtG"/>
        <w:tabs>
          <w:tab w:val="left" w:pos="567"/>
          <w:tab w:val="left" w:pos="1134"/>
          <w:tab w:val="right" w:leader="dot" w:pos="8505"/>
        </w:tabs>
      </w:pPr>
      <w:r w:rsidRPr="0049583D">
        <w:t>12.</w:t>
      </w:r>
      <w:r w:rsidRPr="0049583D">
        <w:tab/>
        <w:t>Homologation accordée/prorogée/refusée/retirée</w:t>
      </w:r>
      <w:r w:rsidRPr="00560F2D">
        <w:rPr>
          <w:sz w:val="18"/>
          <w:szCs w:val="18"/>
          <w:vertAlign w:val="superscript"/>
        </w:rPr>
        <w:t>2</w:t>
      </w:r>
      <w:r w:rsidRPr="0049583D">
        <w:rPr>
          <w:vertAlign w:val="superscript"/>
        </w:rPr>
        <w:t> </w:t>
      </w:r>
      <w:r w:rsidRPr="0049583D">
        <w:t>:</w:t>
      </w:r>
      <w:r w:rsidRPr="0049583D">
        <w:tab/>
      </w:r>
    </w:p>
    <w:p w14:paraId="2C12079F" w14:textId="77777777" w:rsidR="00C32DD6" w:rsidRPr="0049583D" w:rsidRDefault="00C32DD6" w:rsidP="00C32DD6">
      <w:pPr>
        <w:pStyle w:val="SingleTxtG"/>
        <w:ind w:left="1701" w:hanging="567"/>
      </w:pPr>
      <w:r w:rsidRPr="0049583D">
        <w:t>13.</w:t>
      </w:r>
      <w:r w:rsidRPr="0049583D">
        <w:tab/>
        <w:t>Homologation délivrée pour les dispositifs destinés à être utilisés uniquement sur les véhicules qui sont déjà en service</w:t>
      </w:r>
      <w:r>
        <w:t> :</w:t>
      </w:r>
      <w:r w:rsidRPr="0049583D">
        <w:t xml:space="preserve"> oui/non</w:t>
      </w:r>
      <w:r w:rsidRPr="00560F2D">
        <w:rPr>
          <w:sz w:val="18"/>
          <w:szCs w:val="18"/>
          <w:vertAlign w:val="superscript"/>
        </w:rPr>
        <w:t>2</w:t>
      </w:r>
    </w:p>
    <w:p w14:paraId="4ABB2412" w14:textId="3FBF1360" w:rsidR="00C32DD6" w:rsidRPr="0049583D" w:rsidRDefault="00C32DD6" w:rsidP="00A6775A">
      <w:pPr>
        <w:pStyle w:val="SingleTxtG"/>
        <w:tabs>
          <w:tab w:val="clear" w:pos="2268"/>
          <w:tab w:val="clear" w:pos="2835"/>
          <w:tab w:val="left" w:pos="567"/>
          <w:tab w:val="left" w:pos="1134"/>
          <w:tab w:val="right" w:leader="dot" w:pos="8505"/>
        </w:tabs>
      </w:pPr>
      <w:r w:rsidRPr="0049583D">
        <w:t>14.</w:t>
      </w:r>
      <w:r w:rsidRPr="0049583D">
        <w:tab/>
        <w:t>Lieu</w:t>
      </w:r>
      <w:r>
        <w:t> :</w:t>
      </w:r>
      <w:r w:rsidR="00A6775A">
        <w:t xml:space="preserve"> </w:t>
      </w:r>
      <w:r>
        <w:tab/>
      </w:r>
    </w:p>
    <w:p w14:paraId="0863A10E" w14:textId="418C6095" w:rsidR="00C32DD6" w:rsidRPr="0049583D" w:rsidRDefault="00C32DD6" w:rsidP="00A6775A">
      <w:pPr>
        <w:pStyle w:val="SingleTxtG"/>
        <w:tabs>
          <w:tab w:val="clear" w:pos="2268"/>
          <w:tab w:val="clear" w:pos="2835"/>
          <w:tab w:val="left" w:pos="567"/>
          <w:tab w:val="left" w:pos="1134"/>
          <w:tab w:val="right" w:leader="dot" w:pos="8505"/>
        </w:tabs>
      </w:pPr>
      <w:r w:rsidRPr="0049583D">
        <w:t>15.</w:t>
      </w:r>
      <w:r w:rsidRPr="0049583D">
        <w:tab/>
        <w:t>Date</w:t>
      </w:r>
      <w:r>
        <w:t> :</w:t>
      </w:r>
      <w:r w:rsidR="00A6775A">
        <w:t xml:space="preserve"> </w:t>
      </w:r>
      <w:r>
        <w:tab/>
      </w:r>
    </w:p>
    <w:p w14:paraId="712659BE" w14:textId="58B56263" w:rsidR="00C32DD6" w:rsidRPr="0049583D" w:rsidRDefault="00C32DD6" w:rsidP="00A6775A">
      <w:pPr>
        <w:pStyle w:val="SingleTxtG"/>
        <w:tabs>
          <w:tab w:val="clear" w:pos="2268"/>
          <w:tab w:val="clear" w:pos="2835"/>
          <w:tab w:val="left" w:pos="567"/>
          <w:tab w:val="left" w:pos="1134"/>
          <w:tab w:val="right" w:leader="dot" w:pos="8505"/>
        </w:tabs>
      </w:pPr>
      <w:r>
        <w:t>16.</w:t>
      </w:r>
      <w:r>
        <w:tab/>
        <w:t>Signature :</w:t>
      </w:r>
      <w:r w:rsidR="00A6775A">
        <w:t xml:space="preserve"> </w:t>
      </w:r>
      <w:r>
        <w:tab/>
      </w:r>
    </w:p>
    <w:p w14:paraId="674DCF0C" w14:textId="49F112F7" w:rsidR="00C32DD6" w:rsidRDefault="00C32DD6" w:rsidP="00C32DD6">
      <w:pPr>
        <w:pStyle w:val="SingleTxtG"/>
        <w:ind w:left="1701" w:hanging="567"/>
      </w:pPr>
      <w:r w:rsidRPr="0049583D">
        <w:t>17.</w:t>
      </w:r>
      <w:r w:rsidRPr="0049583D">
        <w:tab/>
        <w:t xml:space="preserve">La liste </w:t>
      </w:r>
      <w:r w:rsidRPr="003B3A77">
        <w:t xml:space="preserve">annexée à la présente communication </w:t>
      </w:r>
      <w:r>
        <w:t>énumère l</w:t>
      </w:r>
      <w:r w:rsidRPr="0049583D">
        <w:t>es documents déposés auprès de l</w:t>
      </w:r>
      <w:r w:rsidR="003D2091">
        <w:t>’</w:t>
      </w:r>
      <w:r w:rsidRPr="0049583D">
        <w:t>autorité d</w:t>
      </w:r>
      <w:r w:rsidR="003D2091">
        <w:t>’</w:t>
      </w:r>
      <w:r w:rsidRPr="0049583D">
        <w:t xml:space="preserve">homologation de type </w:t>
      </w:r>
      <w:r>
        <w:t>ayant</w:t>
      </w:r>
      <w:r w:rsidRPr="0049583D">
        <w:t> accordé l</w:t>
      </w:r>
      <w:r w:rsidR="003D2091">
        <w:t>’</w:t>
      </w:r>
      <w:r w:rsidRPr="0049583D">
        <w:t>homologation</w:t>
      </w:r>
      <w:r>
        <w:t xml:space="preserve">, qui peuvent </w:t>
      </w:r>
      <w:r w:rsidRPr="0049583D">
        <w:t>être obtenu</w:t>
      </w:r>
      <w:r>
        <w:t>s</w:t>
      </w:r>
      <w:r w:rsidRPr="0049583D">
        <w:t xml:space="preserve"> sur demande.</w:t>
      </w:r>
    </w:p>
    <w:p w14:paraId="7BD3E769" w14:textId="77777777" w:rsidR="00C61C28" w:rsidRDefault="00A6775A" w:rsidP="00A6775A">
      <w:pPr>
        <w:tabs>
          <w:tab w:val="left" w:pos="567"/>
          <w:tab w:val="left" w:pos="1134"/>
          <w:tab w:val="left" w:pos="1701"/>
          <w:tab w:val="right" w:leader="dot" w:pos="8505"/>
        </w:tabs>
        <w:spacing w:after="120"/>
        <w:ind w:left="1134" w:right="1134"/>
        <w:jc w:val="both"/>
      </w:pPr>
      <w:r w:rsidRPr="00A6775A">
        <w:tab/>
      </w:r>
      <w:r w:rsidRPr="00A6775A">
        <w:tab/>
      </w:r>
      <w:r w:rsidRPr="00A6775A">
        <w:tab/>
      </w:r>
    </w:p>
    <w:p w14:paraId="4CEF7705" w14:textId="77777777" w:rsidR="00C61C28" w:rsidRDefault="00A6775A" w:rsidP="00A6775A">
      <w:pPr>
        <w:tabs>
          <w:tab w:val="left" w:pos="567"/>
          <w:tab w:val="left" w:pos="1134"/>
          <w:tab w:val="left" w:pos="1701"/>
          <w:tab w:val="right" w:leader="dot" w:pos="8505"/>
        </w:tabs>
        <w:spacing w:after="120"/>
        <w:ind w:left="1134" w:right="1134"/>
        <w:jc w:val="both"/>
      </w:pPr>
      <w:r>
        <w:tab/>
      </w:r>
      <w:r>
        <w:tab/>
      </w:r>
    </w:p>
    <w:p w14:paraId="20B48113" w14:textId="77777777" w:rsidR="00C61C28" w:rsidRDefault="00A6775A" w:rsidP="00A6775A">
      <w:pPr>
        <w:tabs>
          <w:tab w:val="left" w:pos="567"/>
          <w:tab w:val="left" w:pos="1134"/>
          <w:tab w:val="left" w:pos="1701"/>
          <w:tab w:val="right" w:leader="dot" w:pos="8505"/>
        </w:tabs>
        <w:spacing w:after="120"/>
        <w:ind w:left="1134" w:right="1134"/>
        <w:jc w:val="both"/>
      </w:pPr>
      <w:r w:rsidRPr="00A6775A">
        <w:tab/>
      </w:r>
      <w:r w:rsidRPr="00A6775A">
        <w:tab/>
      </w:r>
    </w:p>
    <w:p w14:paraId="572B694B" w14:textId="77777777" w:rsidR="00C61C28" w:rsidRDefault="00A6775A" w:rsidP="00A6775A">
      <w:pPr>
        <w:tabs>
          <w:tab w:val="left" w:pos="567"/>
          <w:tab w:val="left" w:pos="1134"/>
          <w:tab w:val="left" w:pos="1701"/>
          <w:tab w:val="right" w:leader="dot" w:pos="8505"/>
        </w:tabs>
        <w:spacing w:after="120"/>
        <w:ind w:left="1134" w:right="1134"/>
        <w:jc w:val="both"/>
      </w:pPr>
      <w:r w:rsidRPr="00A6775A">
        <w:tab/>
      </w:r>
      <w:r w:rsidRPr="00A6775A">
        <w:tab/>
      </w:r>
    </w:p>
    <w:p w14:paraId="5CE01220" w14:textId="77777777" w:rsidR="00C61C28" w:rsidRDefault="00A6775A" w:rsidP="00A6775A">
      <w:pPr>
        <w:tabs>
          <w:tab w:val="left" w:pos="567"/>
          <w:tab w:val="left" w:pos="1134"/>
          <w:tab w:val="left" w:pos="1701"/>
          <w:tab w:val="right" w:leader="dot" w:pos="8505"/>
        </w:tabs>
        <w:spacing w:after="120"/>
        <w:ind w:left="1134" w:right="1134"/>
        <w:jc w:val="both"/>
      </w:pPr>
      <w:r w:rsidRPr="00A6775A">
        <w:tab/>
      </w:r>
      <w:r w:rsidRPr="00A6775A">
        <w:tab/>
      </w:r>
      <w:r w:rsidRPr="00A6775A">
        <w:tab/>
      </w:r>
    </w:p>
    <w:p w14:paraId="16AE53D2" w14:textId="77777777" w:rsidR="00A6775A" w:rsidRDefault="00A6775A" w:rsidP="00A6775A">
      <w:pPr>
        <w:tabs>
          <w:tab w:val="left" w:pos="567"/>
          <w:tab w:val="left" w:pos="1134"/>
          <w:tab w:val="left" w:pos="1701"/>
          <w:tab w:val="right" w:leader="dot" w:pos="8505"/>
        </w:tabs>
        <w:spacing w:after="120"/>
        <w:ind w:left="1134" w:right="1134"/>
        <w:jc w:val="both"/>
      </w:pPr>
    </w:p>
    <w:p w14:paraId="69C75460" w14:textId="58C19CEF" w:rsidR="00C61C28" w:rsidRDefault="00C61C28" w:rsidP="00A6775A">
      <w:pPr>
        <w:tabs>
          <w:tab w:val="left" w:pos="567"/>
          <w:tab w:val="left" w:pos="1134"/>
          <w:tab w:val="left" w:pos="1701"/>
          <w:tab w:val="right" w:leader="dot" w:pos="8505"/>
        </w:tabs>
        <w:spacing w:after="120"/>
        <w:ind w:left="1134" w:right="1134"/>
        <w:jc w:val="both"/>
        <w:sectPr w:rsidR="00C61C28" w:rsidSect="00425260">
          <w:headerReference w:type="even" r:id="rId23"/>
          <w:footerReference w:type="even" r:id="rId24"/>
          <w:headerReference w:type="first" r:id="rId25"/>
          <w:footerReference w:type="first" r:id="rId26"/>
          <w:footnotePr>
            <w:numRestart w:val="eachSect"/>
          </w:footnotePr>
          <w:endnotePr>
            <w:numFmt w:val="decimal"/>
          </w:endnotePr>
          <w:pgSz w:w="11906" w:h="16838" w:code="9"/>
          <w:pgMar w:top="1417" w:right="1134" w:bottom="1134" w:left="1134" w:header="850" w:footer="567" w:gutter="0"/>
          <w:cols w:space="708"/>
          <w:titlePg/>
          <w:docGrid w:linePitch="360"/>
        </w:sectPr>
      </w:pPr>
    </w:p>
    <w:p w14:paraId="55C4D907" w14:textId="77777777" w:rsidR="00A6775A" w:rsidRDefault="00A6775A" w:rsidP="00A6775A">
      <w:pPr>
        <w:pStyle w:val="HChG"/>
      </w:pPr>
      <w:r>
        <w:lastRenderedPageBreak/>
        <w:t>Annexe 2</w:t>
      </w:r>
    </w:p>
    <w:p w14:paraId="7BC6B6F5" w14:textId="578595E5" w:rsidR="00A6775A" w:rsidRPr="0049583D" w:rsidRDefault="00A6775A" w:rsidP="00A6775A">
      <w:pPr>
        <w:pStyle w:val="HChG"/>
      </w:pPr>
      <w:r>
        <w:tab/>
      </w:r>
      <w:r>
        <w:tab/>
      </w:r>
      <w:r w:rsidRPr="0049583D">
        <w:t>Répar</w:t>
      </w:r>
      <w:r>
        <w:t xml:space="preserve">tition horizontale et verticale </w:t>
      </w:r>
      <w:r w:rsidRPr="0049583D">
        <w:t>de la lumière</w:t>
      </w:r>
      <w:r>
        <w:t xml:space="preserve"> </w:t>
      </w:r>
      <w:r>
        <w:br/>
      </w:r>
      <w:r w:rsidRPr="0049583D">
        <w:t>dans l</w:t>
      </w:r>
      <w:r w:rsidR="003D2091">
        <w:t>’</w:t>
      </w:r>
      <w:r>
        <w:t>espace</w:t>
      </w:r>
    </w:p>
    <w:p w14:paraId="1165D7E8" w14:textId="77777777" w:rsidR="00A6775A" w:rsidRDefault="00A6775A" w:rsidP="00A6775A">
      <w:pPr>
        <w:pStyle w:val="SingleTxtG"/>
      </w:pPr>
      <w:r w:rsidRPr="0049583D">
        <w:t>Les angles figurant dans ces schémas correspondent à des feux destinés à être montés</w:t>
      </w:r>
      <w:r>
        <w:t xml:space="preserve"> sur le côté droit du véhicule.</w:t>
      </w:r>
    </w:p>
    <w:p w14:paraId="0B189F59" w14:textId="7DE5BB88" w:rsidR="00A6775A" w:rsidRPr="00BE272F" w:rsidRDefault="00A6775A" w:rsidP="00A6775A">
      <w:pPr>
        <w:pStyle w:val="H1G"/>
        <w:ind w:left="2268"/>
      </w:pPr>
      <w:r w:rsidRPr="00BE272F">
        <w:t>Partie A :</w:t>
      </w:r>
      <w:r>
        <w:tab/>
        <w:t xml:space="preserve">Feux de </w:t>
      </w:r>
      <w:r w:rsidRPr="00BE272F">
        <w:t xml:space="preserve">position, </w:t>
      </w:r>
      <w:r w:rsidRPr="00BE272F">
        <w:rPr>
          <w:shd w:val="clear" w:color="auto" w:fill="FFFFFF"/>
        </w:rPr>
        <w:t>feux d</w:t>
      </w:r>
      <w:r w:rsidR="003D2091">
        <w:rPr>
          <w:shd w:val="clear" w:color="auto" w:fill="FFFFFF"/>
        </w:rPr>
        <w:t>’</w:t>
      </w:r>
      <w:r w:rsidRPr="00BE272F">
        <w:rPr>
          <w:shd w:val="clear" w:color="auto" w:fill="FFFFFF"/>
        </w:rPr>
        <w:t xml:space="preserve">encombrement, </w:t>
      </w:r>
      <w:r>
        <w:rPr>
          <w:shd w:val="clear" w:color="auto" w:fill="FFFFFF"/>
        </w:rPr>
        <w:t>feux stop</w:t>
      </w:r>
      <w:r w:rsidRPr="00BE272F">
        <w:rPr>
          <w:shd w:val="clear" w:color="auto" w:fill="FFFFFF"/>
        </w:rPr>
        <w:t>, feux indicateurs de direction avant et arrière, feux de circulation diurne et feux de stationnement avant et arrière</w:t>
      </w:r>
    </w:p>
    <w:p w14:paraId="4AA5D86C" w14:textId="62F12FAA" w:rsidR="00A6775A" w:rsidRDefault="00A6775A" w:rsidP="00A6775A">
      <w:pPr>
        <w:pStyle w:val="H23G"/>
        <w:spacing w:after="240"/>
        <w:rPr>
          <w:shd w:val="clear" w:color="auto" w:fill="FFFFFF"/>
        </w:rPr>
      </w:pPr>
      <w:r w:rsidRPr="005B5A8A">
        <w:rPr>
          <w:b w:val="0"/>
          <w:shd w:val="clear" w:color="auto" w:fill="FFFFFF"/>
        </w:rPr>
        <w:tab/>
      </w:r>
      <w:r w:rsidRPr="005B5A8A">
        <w:rPr>
          <w:b w:val="0"/>
          <w:shd w:val="clear" w:color="auto" w:fill="FFFFFF"/>
        </w:rPr>
        <w:tab/>
        <w:t>Figure A2-</w:t>
      </w:r>
      <w:r>
        <w:rPr>
          <w:b w:val="0"/>
          <w:shd w:val="clear" w:color="auto" w:fill="FFFFFF"/>
        </w:rPr>
        <w:t>I</w:t>
      </w:r>
      <w:r>
        <w:rPr>
          <w:shd w:val="clear" w:color="auto" w:fill="FFFFFF"/>
        </w:rPr>
        <w:t xml:space="preserve"> </w:t>
      </w:r>
      <w:r>
        <w:rPr>
          <w:shd w:val="clear" w:color="auto" w:fill="FFFFFF"/>
        </w:rPr>
        <w:br/>
      </w:r>
      <w:r w:rsidRPr="00BF4961">
        <w:rPr>
          <w:shd w:val="clear" w:color="auto" w:fill="FFFFFF"/>
        </w:rPr>
        <w:t>Répartition horizontale et verticale de la lumière dans l</w:t>
      </w:r>
      <w:r w:rsidR="003D2091">
        <w:rPr>
          <w:shd w:val="clear" w:color="auto" w:fill="FFFFFF"/>
        </w:rPr>
        <w:t>’</w:t>
      </w:r>
      <w:r w:rsidRPr="00BF4961">
        <w:rPr>
          <w:shd w:val="clear" w:color="auto" w:fill="FFFFFF"/>
        </w:rPr>
        <w:t>espace</w:t>
      </w:r>
    </w:p>
    <w:p w14:paraId="576C7ED3" w14:textId="77777777" w:rsidR="00A6775A" w:rsidRDefault="00A6775A" w:rsidP="00A6775A">
      <w:pPr>
        <w:ind w:left="1134" w:right="1134"/>
      </w:pPr>
      <w:r w:rsidRPr="0049583D">
        <w:rPr>
          <w:noProof/>
          <w:lang w:eastAsia="fr-CH"/>
        </w:rPr>
        <mc:AlternateContent>
          <mc:Choice Requires="wpg">
            <w:drawing>
              <wp:inline distT="0" distB="0" distL="0" distR="0" wp14:anchorId="33DA32F7" wp14:editId="54E1F702">
                <wp:extent cx="3927686" cy="3353858"/>
                <wp:effectExtent l="0" t="0" r="0" b="17145"/>
                <wp:docPr id="1271" name="Gruppieren 31"/>
                <wp:cNvGraphicFramePr/>
                <a:graphic xmlns:a="http://schemas.openxmlformats.org/drawingml/2006/main">
                  <a:graphicData uri="http://schemas.microsoft.com/office/word/2010/wordprocessingGroup">
                    <wpg:wgp>
                      <wpg:cNvGrpSpPr/>
                      <wpg:grpSpPr>
                        <a:xfrm rot="5400000">
                          <a:off x="0" y="0"/>
                          <a:ext cx="3927686" cy="3353858"/>
                          <a:chOff x="0" y="-480994"/>
                          <a:chExt cx="4327972" cy="3111910"/>
                        </a:xfrm>
                      </wpg:grpSpPr>
                      <wps:wsp>
                        <wps:cNvPr id="1272" name="Bogen 66"/>
                        <wps:cNvSpPr/>
                        <wps:spPr>
                          <a:xfrm rot="16200000" flipV="1">
                            <a:off x="1591813" y="-144"/>
                            <a:ext cx="2592000" cy="2592288"/>
                          </a:xfrm>
                          <a:prstGeom prst="arc">
                            <a:avLst>
                              <a:gd name="adj1" fmla="val 16200000"/>
                              <a:gd name="adj2" fmla="val 20327780"/>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25FCBCB0" w14:textId="77777777" w:rsidR="00002A30" w:rsidRDefault="00002A30" w:rsidP="00A6775A"/>
                          </w:txbxContent>
                        </wps:txbx>
                        <wps:bodyPr wrap="square" rtlCol="0" anchor="ctr">
                          <a:noAutofit/>
                        </wps:bodyPr>
                      </wps:wsp>
                      <wps:wsp>
                        <wps:cNvPr id="1273" name="Bogen 67"/>
                        <wps:cNvSpPr/>
                        <wps:spPr>
                          <a:xfrm rot="16200000" flipH="1" flipV="1">
                            <a:off x="1591813" y="26523"/>
                            <a:ext cx="2592000" cy="2592288"/>
                          </a:xfrm>
                          <a:prstGeom prst="arc">
                            <a:avLst>
                              <a:gd name="adj1" fmla="val 16141441"/>
                              <a:gd name="adj2" fmla="val 2034566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75FCD8EA" w14:textId="77777777" w:rsidR="00002A30" w:rsidRDefault="00002A30" w:rsidP="00A6775A"/>
                          </w:txbxContent>
                        </wps:txbx>
                        <wps:bodyPr wrap="square" rtlCol="0" anchor="ctr">
                          <a:noAutofit/>
                        </wps:bodyPr>
                      </wps:wsp>
                      <wps:wsp>
                        <wps:cNvPr id="1274" name="Kreis 68"/>
                        <wps:cNvSpPr/>
                        <wps:spPr>
                          <a:xfrm rot="16200000" flipV="1">
                            <a:off x="1921895" y="315250"/>
                            <a:ext cx="2191321" cy="1980001"/>
                          </a:xfrm>
                          <a:prstGeom prst="pie">
                            <a:avLst>
                              <a:gd name="adj1" fmla="val 11773684"/>
                              <a:gd name="adj2" fmla="val 20617264"/>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343832" w14:textId="77777777" w:rsidR="00002A30" w:rsidRDefault="00002A30" w:rsidP="00A6775A"/>
                          </w:txbxContent>
                        </wps:txbx>
                        <wps:bodyPr wrap="square" rtlCol="0" anchor="ctr">
                          <a:noAutofit/>
                        </wps:bodyPr>
                      </wps:wsp>
                      <wps:wsp>
                        <wps:cNvPr id="1275" name="Gerade Verbindung 64"/>
                        <wps:cNvCnPr/>
                        <wps:spPr>
                          <a:xfrm rot="16200000">
                            <a:off x="2609572" y="45560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6" name="Gerade Verbindung 65"/>
                        <wps:cNvCnPr/>
                        <wps:spPr>
                          <a:xfrm rot="16200000" flipV="1">
                            <a:off x="2609572" y="1723305"/>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7" name="Rechteck 59"/>
                        <wps:cNvSpPr/>
                        <wps:spPr>
                          <a:xfrm rot="16200000">
                            <a:off x="2117454" y="1268993"/>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04C281" w14:textId="77777777" w:rsidR="00002A30" w:rsidRDefault="00002A30" w:rsidP="00A6775A"/>
                          </w:txbxContent>
                        </wps:txbx>
                        <wps:bodyPr rtlCol="0" anchor="ctr"/>
                      </wps:wsp>
                      <wps:wsp>
                        <wps:cNvPr id="1278" name="Textfeld 62"/>
                        <wps:cNvSpPr txBox="1"/>
                        <wps:spPr>
                          <a:xfrm rot="16200000">
                            <a:off x="2322411" y="26084"/>
                            <a:ext cx="968545" cy="248766"/>
                          </a:xfrm>
                          <a:prstGeom prst="rect">
                            <a:avLst/>
                          </a:prstGeom>
                          <a:noFill/>
                        </wps:spPr>
                        <wps:txbx>
                          <w:txbxContent>
                            <w:p w14:paraId="0CE826FB" w14:textId="77777777" w:rsidR="00002A30" w:rsidRPr="009C67DE" w:rsidRDefault="00002A30" w:rsidP="00A6775A">
                              <w:pPr>
                                <w:jc w:val="center"/>
                              </w:pPr>
                              <w:r w:rsidRPr="009C67DE">
                                <w:rPr>
                                  <w:kern w:val="24"/>
                                  <w:lang w:val="de-DE"/>
                                </w:rPr>
                                <w:t>Arrière droit</w:t>
                              </w:r>
                            </w:p>
                          </w:txbxContent>
                        </wps:txbx>
                        <wps:bodyPr wrap="square" rtlCol="0">
                          <a:noAutofit/>
                        </wps:bodyPr>
                      </wps:wsp>
                      <wps:wsp>
                        <wps:cNvPr id="1279" name="Gerade Verbindung 63"/>
                        <wps:cNvCnPr/>
                        <wps:spPr>
                          <a:xfrm rot="16200000">
                            <a:off x="2195456" y="1341001"/>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0" name="Gerade Verbindung 70"/>
                        <wps:cNvCnPr/>
                        <wps:spPr>
                          <a:xfrm rot="16200000">
                            <a:off x="2884335" y="372370"/>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1" name="Textfeld 71"/>
                        <wps:cNvSpPr txBox="1"/>
                        <wps:spPr>
                          <a:xfrm rot="16200000">
                            <a:off x="3097993" y="657280"/>
                            <a:ext cx="822268" cy="404244"/>
                          </a:xfrm>
                          <a:prstGeom prst="rect">
                            <a:avLst/>
                          </a:prstGeom>
                          <a:noFill/>
                        </wps:spPr>
                        <wps:txbx>
                          <w:txbxContent>
                            <w:p w14:paraId="57AEE7E3" w14:textId="77777777" w:rsidR="00002A30" w:rsidRPr="009C67DE" w:rsidRDefault="00002A30" w:rsidP="00A6775A">
                              <w:r w:rsidRPr="009C67DE">
                                <w:rPr>
                                  <w:kern w:val="24"/>
                                  <w:lang w:val="de-DE"/>
                                </w:rPr>
                                <w:t xml:space="preserve">Angle </w:t>
                              </w:r>
                              <w:r w:rsidRPr="009C67DE">
                                <w:rPr>
                                  <w:kern w:val="24"/>
                                  <w:lang w:val="de-DE"/>
                                </w:rPr>
                                <w:t>extérieur</w:t>
                              </w:r>
                            </w:p>
                          </w:txbxContent>
                        </wps:txbx>
                        <wps:bodyPr wrap="square" rtlCol="0">
                          <a:noAutofit/>
                        </wps:bodyPr>
                      </wps:wsp>
                      <wps:wsp>
                        <wps:cNvPr id="1282" name="Textfeld 72"/>
                        <wps:cNvSpPr txBox="1"/>
                        <wps:spPr>
                          <a:xfrm rot="16200000">
                            <a:off x="3141793" y="1480157"/>
                            <a:ext cx="723919" cy="404244"/>
                          </a:xfrm>
                          <a:prstGeom prst="rect">
                            <a:avLst/>
                          </a:prstGeom>
                          <a:noFill/>
                        </wps:spPr>
                        <wps:txbx>
                          <w:txbxContent>
                            <w:p w14:paraId="465E140E" w14:textId="77777777" w:rsidR="00002A30" w:rsidRPr="009C67DE" w:rsidRDefault="00002A30" w:rsidP="00A6775A">
                              <w:r w:rsidRPr="009C67DE">
                                <w:rPr>
                                  <w:kern w:val="24"/>
                                  <w:lang w:val="de-DE"/>
                                </w:rPr>
                                <w:t xml:space="preserve">Angle </w:t>
                              </w:r>
                              <w:r w:rsidRPr="009C67DE">
                                <w:rPr>
                                  <w:kern w:val="24"/>
                                  <w:lang w:val="de-DE"/>
                                </w:rPr>
                                <w:t>intérieur</w:t>
                              </w:r>
                            </w:p>
                          </w:txbxContent>
                        </wps:txbx>
                        <wps:bodyPr wrap="square" rtlCol="0">
                          <a:noAutofit/>
                        </wps:bodyPr>
                      </wps:wsp>
                      <wps:wsp>
                        <wps:cNvPr id="1283" name="Rechteck 3"/>
                        <wps:cNvSpPr/>
                        <wps:spPr>
                          <a:xfrm rot="16200000">
                            <a:off x="476314" y="1249431"/>
                            <a:ext cx="1656184"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3D8A03" w14:textId="77777777" w:rsidR="00002A30" w:rsidRDefault="00002A30" w:rsidP="00A6775A"/>
                          </w:txbxContent>
                        </wps:txbx>
                        <wps:bodyPr rtlCol="0" anchor="ctr"/>
                      </wps:wsp>
                      <wps:wsp>
                        <wps:cNvPr id="1284" name="Gerade Verbindung mit Pfeil 7"/>
                        <wps:cNvCnPr/>
                        <wps:spPr>
                          <a:xfrm rot="16200000" flipV="1">
                            <a:off x="2116163" y="1555865"/>
                            <a:ext cx="0" cy="1296144"/>
                          </a:xfrm>
                          <a:prstGeom prst="straightConnector1">
                            <a:avLst/>
                          </a:prstGeom>
                          <a:ln w="12700">
                            <a:solidFill>
                              <a:schemeClr val="tx1"/>
                            </a:solidFill>
                            <a:prstDash val="solid"/>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536" name="Textfeld 8"/>
                        <wps:cNvSpPr txBox="1"/>
                        <wps:spPr>
                          <a:xfrm rot="10800000">
                            <a:off x="1344056" y="2213083"/>
                            <a:ext cx="1561220" cy="243792"/>
                          </a:xfrm>
                          <a:prstGeom prst="rect">
                            <a:avLst/>
                          </a:prstGeom>
                          <a:noFill/>
                        </wps:spPr>
                        <wps:txbx>
                          <w:txbxContent>
                            <w:p w14:paraId="762C935A" w14:textId="77777777" w:rsidR="00002A30" w:rsidRDefault="00002A30" w:rsidP="00A6775A">
                              <w:pPr>
                                <w:jc w:val="center"/>
                              </w:pPr>
                              <w:r>
                                <w:rPr>
                                  <w:color w:val="000000" w:themeColor="text1"/>
                                  <w:kern w:val="24"/>
                                  <w:lang w:val="de-DE"/>
                                </w:rPr>
                                <w:t>Sens de la marche</w:t>
                              </w:r>
                            </w:p>
                          </w:txbxContent>
                        </wps:txbx>
                        <wps:bodyPr wrap="square" rtlCol="0">
                          <a:noAutofit/>
                        </wps:bodyPr>
                      </wps:wsp>
                      <wps:wsp>
                        <wps:cNvPr id="1537" name="Textfeld 9"/>
                        <wps:cNvSpPr txBox="1"/>
                        <wps:spPr>
                          <a:xfrm rot="16200000">
                            <a:off x="678297" y="15214"/>
                            <a:ext cx="1241182" cy="248766"/>
                          </a:xfrm>
                          <a:prstGeom prst="rect">
                            <a:avLst/>
                          </a:prstGeom>
                          <a:noFill/>
                        </wps:spPr>
                        <wps:txbx>
                          <w:txbxContent>
                            <w:p w14:paraId="3D69E695" w14:textId="77777777" w:rsidR="00002A30" w:rsidRPr="009C67DE" w:rsidRDefault="00002A30" w:rsidP="00A6775A">
                              <w:pPr>
                                <w:jc w:val="center"/>
                              </w:pPr>
                              <w:r w:rsidRPr="009C67DE">
                                <w:rPr>
                                  <w:kern w:val="24"/>
                                  <w:lang w:val="de-DE"/>
                                </w:rPr>
                                <w:t xml:space="preserve">Avant </w:t>
                              </w:r>
                              <w:r w:rsidRPr="009C67DE">
                                <w:rPr>
                                  <w:kern w:val="24"/>
                                  <w:lang w:val="de-DE"/>
                                </w:rPr>
                                <w:t>droit</w:t>
                              </w:r>
                            </w:p>
                          </w:txbxContent>
                        </wps:txbx>
                        <wps:bodyPr wrap="square" rtlCol="0">
                          <a:noAutofit/>
                        </wps:bodyPr>
                      </wps:wsp>
                      <wps:wsp>
                        <wps:cNvPr id="1538" name="Gerade Verbindung 11"/>
                        <wps:cNvCnPr/>
                        <wps:spPr>
                          <a:xfrm rot="16200000">
                            <a:off x="396749" y="1321439"/>
                            <a:ext cx="165618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 name="Gerade Verbindung 13"/>
                        <wps:cNvCnPr/>
                        <wps:spPr>
                          <a:xfrm rot="16200000" flipV="1">
                            <a:off x="378817" y="467858"/>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0" name="Gerade Verbindung 14"/>
                        <wps:cNvCnPr/>
                        <wps:spPr>
                          <a:xfrm rot="16200000">
                            <a:off x="378818" y="1735556"/>
                            <a:ext cx="1260000" cy="43204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1" name="Bogen 15"/>
                        <wps:cNvSpPr/>
                        <wps:spPr>
                          <a:xfrm rot="16200000">
                            <a:off x="76635" y="12107"/>
                            <a:ext cx="2592000" cy="2592288"/>
                          </a:xfrm>
                          <a:prstGeom prst="arc">
                            <a:avLst>
                              <a:gd name="adj1" fmla="val 16200000"/>
                              <a:gd name="adj2" fmla="val 20296738"/>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306A0CF7" w14:textId="77777777" w:rsidR="00002A30" w:rsidRDefault="00002A30" w:rsidP="00A6775A"/>
                          </w:txbxContent>
                        </wps:txbx>
                        <wps:bodyPr wrap="square" rtlCol="0" anchor="ctr">
                          <a:noAutofit/>
                        </wps:bodyPr>
                      </wps:wsp>
                      <wps:wsp>
                        <wps:cNvPr id="1542" name="Bogen 20"/>
                        <wps:cNvSpPr/>
                        <wps:spPr>
                          <a:xfrm rot="16200000" flipH="1">
                            <a:off x="77660" y="38772"/>
                            <a:ext cx="2592000" cy="2592288"/>
                          </a:xfrm>
                          <a:prstGeom prst="arc">
                            <a:avLst>
                              <a:gd name="adj1" fmla="val 16141441"/>
                              <a:gd name="adj2" fmla="val 20285395"/>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241C5400" w14:textId="77777777" w:rsidR="00002A30" w:rsidRDefault="00002A30" w:rsidP="00A6775A"/>
                          </w:txbxContent>
                        </wps:txbx>
                        <wps:bodyPr wrap="square" rtlCol="0" anchor="ctr">
                          <a:noAutofit/>
                        </wps:bodyPr>
                      </wps:wsp>
                      <wps:wsp>
                        <wps:cNvPr id="1543" name="Kreis 21"/>
                        <wps:cNvSpPr/>
                        <wps:spPr>
                          <a:xfrm rot="16200000">
                            <a:off x="124134" y="327501"/>
                            <a:ext cx="2191321" cy="1980001"/>
                          </a:xfrm>
                          <a:prstGeom prst="pie">
                            <a:avLst>
                              <a:gd name="adj1" fmla="val 11758194"/>
                              <a:gd name="adj2" fmla="val 20642868"/>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AF880F" w14:textId="77777777" w:rsidR="00002A30" w:rsidRDefault="00002A30" w:rsidP="00A6775A"/>
                          </w:txbxContent>
                        </wps:txbx>
                        <wps:bodyPr wrap="square" rtlCol="0" anchor="ctr">
                          <a:noAutofit/>
                        </wps:bodyPr>
                      </wps:wsp>
                      <wps:wsp>
                        <wps:cNvPr id="1544" name="Gerade Verbindung 5"/>
                        <wps:cNvCnPr/>
                        <wps:spPr>
                          <a:xfrm>
                            <a:off x="0" y="1308250"/>
                            <a:ext cx="166918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45" name="Gerade Verbindung 27"/>
                        <wps:cNvCnPr/>
                        <wps:spPr>
                          <a:xfrm rot="16200000">
                            <a:off x="1365398" y="349331"/>
                            <a:ext cx="0" cy="28803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6" name="Textfeld 28"/>
                        <wps:cNvSpPr txBox="1"/>
                        <wps:spPr>
                          <a:xfrm rot="16200000">
                            <a:off x="226543" y="644672"/>
                            <a:ext cx="821645" cy="404244"/>
                          </a:xfrm>
                          <a:prstGeom prst="rect">
                            <a:avLst/>
                          </a:prstGeom>
                          <a:noFill/>
                        </wps:spPr>
                        <wps:txbx>
                          <w:txbxContent>
                            <w:p w14:paraId="19F3B501" w14:textId="77777777" w:rsidR="00002A30" w:rsidRPr="009C67DE" w:rsidRDefault="00002A30" w:rsidP="00A6775A">
                              <w:r w:rsidRPr="009C67DE">
                                <w:rPr>
                                  <w:kern w:val="24"/>
                                  <w:lang w:val="de-DE"/>
                                </w:rPr>
                                <w:t xml:space="preserve">Angle </w:t>
                              </w:r>
                              <w:r w:rsidRPr="009C67DE">
                                <w:rPr>
                                  <w:kern w:val="24"/>
                                  <w:lang w:val="de-DE"/>
                                </w:rPr>
                                <w:t>extérieur</w:t>
                              </w:r>
                            </w:p>
                          </w:txbxContent>
                        </wps:txbx>
                        <wps:bodyPr wrap="square" rtlCol="0">
                          <a:noAutofit/>
                        </wps:bodyPr>
                      </wps:wsp>
                      <wps:wsp>
                        <wps:cNvPr id="1547" name="Textfeld 29"/>
                        <wps:cNvSpPr txBox="1"/>
                        <wps:spPr>
                          <a:xfrm rot="16200000">
                            <a:off x="267514" y="1438242"/>
                            <a:ext cx="741347" cy="404244"/>
                          </a:xfrm>
                          <a:prstGeom prst="rect">
                            <a:avLst/>
                          </a:prstGeom>
                          <a:noFill/>
                        </wps:spPr>
                        <wps:txbx>
                          <w:txbxContent>
                            <w:p w14:paraId="3066AC00" w14:textId="77777777" w:rsidR="00002A30" w:rsidRPr="009C67DE" w:rsidRDefault="00002A30" w:rsidP="00A6775A">
                              <w:r w:rsidRPr="009C67DE">
                                <w:rPr>
                                  <w:kern w:val="24"/>
                                  <w:lang w:val="de-DE"/>
                                </w:rPr>
                                <w:t xml:space="preserve">Angle </w:t>
                              </w:r>
                              <w:r w:rsidRPr="009C67DE">
                                <w:rPr>
                                  <w:kern w:val="24"/>
                                  <w:lang w:val="de-DE"/>
                                </w:rPr>
                                <w:t>intérieur</w:t>
                              </w:r>
                            </w:p>
                          </w:txbxContent>
                        </wps:txbx>
                        <wps:bodyPr wrap="square" rtlCol="0">
                          <a:noAutofit/>
                        </wps:bodyPr>
                      </wps:wsp>
                      <wps:wsp>
                        <wps:cNvPr id="1548" name="Textfeld 30"/>
                        <wps:cNvSpPr txBox="1"/>
                        <wps:spPr>
                          <a:xfrm rot="16200000">
                            <a:off x="989919" y="1130289"/>
                            <a:ext cx="1199477" cy="248766"/>
                          </a:xfrm>
                          <a:prstGeom prst="rect">
                            <a:avLst/>
                          </a:prstGeom>
                          <a:noFill/>
                        </wps:spPr>
                        <wps:txbx>
                          <w:txbxContent>
                            <w:p w14:paraId="77FA7289" w14:textId="77777777" w:rsidR="00002A30" w:rsidRDefault="00002A30" w:rsidP="00A6775A">
                              <w:pPr>
                                <w:jc w:val="center"/>
                              </w:pPr>
                              <w:r>
                                <w:rPr>
                                  <w:color w:val="000000" w:themeColor="text1"/>
                                  <w:kern w:val="24"/>
                                  <w:lang w:val="de-DE"/>
                                </w:rPr>
                                <w:t xml:space="preserve">Axe de </w:t>
                              </w:r>
                              <w:r>
                                <w:rPr>
                                  <w:color w:val="000000" w:themeColor="text1"/>
                                  <w:kern w:val="24"/>
                                  <w:lang w:val="de-DE"/>
                                </w:rPr>
                                <w:t>référence</w:t>
                              </w:r>
                            </w:p>
                          </w:txbxContent>
                        </wps:txbx>
                        <wps:bodyPr wrap="square" rtlCol="0">
                          <a:noAutofit/>
                        </wps:bodyPr>
                      </wps:wsp>
                      <wps:wsp>
                        <wps:cNvPr id="1549" name="Textfeld 86"/>
                        <wps:cNvSpPr txBox="1"/>
                        <wps:spPr>
                          <a:xfrm rot="16200000">
                            <a:off x="1103911" y="1142704"/>
                            <a:ext cx="2118224" cy="248766"/>
                          </a:xfrm>
                          <a:prstGeom prst="rect">
                            <a:avLst/>
                          </a:prstGeom>
                          <a:noFill/>
                        </wps:spPr>
                        <wps:txbx>
                          <w:txbxContent>
                            <w:p w14:paraId="14FBD474" w14:textId="77777777" w:rsidR="00002A30" w:rsidRDefault="00002A30" w:rsidP="00A6775A">
                              <w:pPr>
                                <w:jc w:val="center"/>
                              </w:pPr>
                              <w:r>
                                <w:rPr>
                                  <w:b/>
                                  <w:bCs/>
                                  <w:color w:val="000000" w:themeColor="text1"/>
                                  <w:kern w:val="24"/>
                                  <w:lang w:val="de-DE"/>
                                </w:rPr>
                                <w:t>Angles horizontaux</w:t>
                              </w:r>
                            </w:p>
                          </w:txbxContent>
                        </wps:txbx>
                        <wps:bodyPr wrap="square" rtlCol="0">
                          <a:noAutofit/>
                        </wps:bodyPr>
                      </wps:wsp>
                      <wps:wsp>
                        <wps:cNvPr id="1550" name="Gerade Verbindung 95"/>
                        <wps:cNvCnPr/>
                        <wps:spPr>
                          <a:xfrm>
                            <a:off x="2525789" y="1307408"/>
                            <a:ext cx="1802183"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3DA32F7" id="Gruppieren 31" o:spid="_x0000_s1063" style="width:309.25pt;height:264.1pt;rotation:90;mso-position-horizontal-relative:char;mso-position-vertical-relative:line" coordorigin=",-4809" coordsize="43279,31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">
                <v:shape id="Bogen 66" o:spid="_x0000_s1064" style="position:absolute;left:15918;top:-2;width:25920;height:25923;rotation:90;flip: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" adj="-11796480,,5400" path="m1296000,nsc1830893,,2310836,328651,2504279,827394l1296000,1296144,1296000,xem1296000,nfc1830893,,2310836,328651,2504279,827394e" filled="f" strokecolor="black [3213]" strokeweight="1pt">
                  <v:stroke startarrow="block" endarrow="block" joinstyle="miter"/>
                  <v:formulas/>
                  <v:path arrowok="t" o:connecttype="custom" o:connectlocs="1296000,0;2504279,827394" o:connectangles="0,0" textboxrect="0,0,2592000,2592288"/>
                  <v:textbox>
                    <w:txbxContent>
                      <w:p w14:paraId="25FCBCB0" w14:textId="77777777" w:rsidR="00002A30" w:rsidRDefault="00002A30" w:rsidP="00A6775A"/>
                    </w:txbxContent>
                  </v:textbox>
                </v:shape>
                <v:shape id="Bogen 67" o:spid="_x0000_s1065" style="position:absolute;left:15918;top:264;width:25920;height:25923;rotation:-90;flip:x y;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" adj="-11796480,,5400" path="m1273922,188nsc1819281,-9105,2312091,324091,2506701,833687l1296000,1296144,1273922,188xem1273922,188nfc1819281,-9105,2312091,324091,2506701,833687e" filled="f" strokecolor="black [3213]" strokeweight="1pt">
                  <v:stroke startarrow="block" endarrow="block" joinstyle="miter"/>
                  <v:formulas/>
                  <v:path arrowok="t" o:connecttype="custom" o:connectlocs="1273922,188;2506701,833687" o:connectangles="0,0" textboxrect="0,0,2592000,2592288"/>
                  <v:textbox>
                    <w:txbxContent>
                      <w:p w14:paraId="75FCD8EA" w14:textId="77777777" w:rsidR="00002A30" w:rsidRDefault="00002A30" w:rsidP="00A6775A"/>
                    </w:txbxContent>
                  </v:textbox>
                </v:shape>
                <v:shape id="Kreis 68" o:spid="_x0000_s1066" style="position:absolute;left:19218;top:3152;width:21914;height:19800;rotation:90;flip:y;visibility:visible;mso-wrap-style:square;v-text-anchor:middle" coordsize="2191321,198000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" adj="-11796480,,5400" path="m52771,686459c198474,277755,619146,511,1094357,v475016,-511,896289,275605,1043227,683762l1095661,990001,52771,686459xe" fillcolor="#d9d9d9" strokecolor="black [3213]">
                  <v:fill opacity="32896f"/>
                  <v:stroke joinstyle="miter"/>
                  <v:formulas/>
                  <v:path arrowok="t" o:connecttype="custom" o:connectlocs="52771,686459;1094357,0;2137584,683762;1095661,990001;52771,686459" o:connectangles="0,0,0,0,0" textboxrect="0,0,2191321,1980001"/>
                  <v:textbox>
                    <w:txbxContent>
                      <w:p w14:paraId="14343832" w14:textId="77777777" w:rsidR="00002A30" w:rsidRDefault="00002A30" w:rsidP="00A6775A"/>
                    </w:txbxContent>
                  </v:textbox>
                </v:shape>
                <v:line id="Gerade Verbindung 64" o:spid="_x0000_s1067" style="position:absolute;rotation:-90;visibility:visible;mso-wrap-style:square" from="26095,4556" to="38695,8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" strokecolor="black [3213]" strokeweight="1pt"/>
                <v:line id="Gerade Verbindung 65" o:spid="_x0000_s1068" style="position:absolute;rotation:90;flip:y;visibility:visible;mso-wrap-style:square" from="26095,17233" to="38695,2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" strokecolor="black [3213]" strokeweight="1pt"/>
                <v:rect id="Rechteck 59" o:spid="_x0000_s1069" style="position:absolute;left:21174;top:12690;width:165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" fillcolor="black [3213]" stroked="f" strokeweight="1pt">
                  <v:fill r:id="rId27" o:title="" color2="white [3212]" type="pattern"/>
                  <v:textbox>
                    <w:txbxContent>
                      <w:p w14:paraId="2504C281" w14:textId="77777777" w:rsidR="00002A30" w:rsidRDefault="00002A30" w:rsidP="00A6775A"/>
                    </w:txbxContent>
                  </v:textbox>
                </v:rect>
                <v:shape id="Textfeld 62" o:spid="_x0000_s1070" type="#_x0000_t202" style="position:absolute;left:23224;top:261;width:9685;height:248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" filled="f" stroked="f">
                  <v:textbox>
                    <w:txbxContent>
                      <w:p w14:paraId="0CE826FB" w14:textId="77777777" w:rsidR="00002A30" w:rsidRPr="009C67DE" w:rsidRDefault="00002A30" w:rsidP="00A6775A">
                        <w:pPr>
                          <w:jc w:val="center"/>
                        </w:pPr>
                        <w:r w:rsidRPr="009C67DE">
                          <w:rPr>
                            <w:kern w:val="24"/>
                            <w:lang w:val="de-DE"/>
                          </w:rPr>
                          <w:t>Arrière droit</w:t>
                        </w:r>
                      </w:p>
                    </w:txbxContent>
                  </v:textbox>
                </v:shape>
                <v:line id="Gerade Verbindung 63" o:spid="_x0000_s1071" style="position:absolute;rotation:-90;visibility:visible;mso-wrap-style:square" from="21954,13410" to="38515,13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" strokecolor="black [3213]" strokeweight="1pt"/>
                <v:line id="Gerade Verbindung 70" o:spid="_x0000_s1072" style="position:absolute;rotation:-90;visibility:visible;mso-wrap-style:square" from="28843,3723" to="28843,6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" strokecolor="black [3213]" strokeweight="1pt"/>
                <v:shape id="Textfeld 71" o:spid="_x0000_s1073" type="#_x0000_t202" style="position:absolute;left:30979;top:6573;width:8223;height:40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" filled="f" stroked="f">
                  <v:textbox>
                    <w:txbxContent>
                      <w:p w14:paraId="57AEE7E3" w14:textId="77777777" w:rsidR="00002A30" w:rsidRPr="009C67DE" w:rsidRDefault="00002A30" w:rsidP="00A6775A">
                        <w:r w:rsidRPr="009C67DE">
                          <w:rPr>
                            <w:kern w:val="24"/>
                            <w:lang w:val="de-DE"/>
                          </w:rPr>
                          <w:t xml:space="preserve">Angle </w:t>
                        </w:r>
                        <w:r w:rsidRPr="009C67DE">
                          <w:rPr>
                            <w:kern w:val="24"/>
                            <w:lang w:val="de-DE"/>
                          </w:rPr>
                          <w:t>extérieur</w:t>
                        </w:r>
                      </w:p>
                    </w:txbxContent>
                  </v:textbox>
                </v:shape>
                <v:shape id="Textfeld 72" o:spid="_x0000_s1074" type="#_x0000_t202" style="position:absolute;left:31417;top:14802;width:7239;height:40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" filled="f" stroked="f">
                  <v:textbox>
                    <w:txbxContent>
                      <w:p w14:paraId="465E140E" w14:textId="77777777" w:rsidR="00002A30" w:rsidRPr="009C67DE" w:rsidRDefault="00002A30" w:rsidP="00A6775A">
                        <w:r w:rsidRPr="009C67DE">
                          <w:rPr>
                            <w:kern w:val="24"/>
                            <w:lang w:val="de-DE"/>
                          </w:rPr>
                          <w:t xml:space="preserve">Angle </w:t>
                        </w:r>
                        <w:r w:rsidRPr="009C67DE">
                          <w:rPr>
                            <w:kern w:val="24"/>
                            <w:lang w:val="de-DE"/>
                          </w:rPr>
                          <w:t>intérieur</w:t>
                        </w:r>
                      </w:p>
                    </w:txbxContent>
                  </v:textbox>
                </v:shape>
                <v:rect id="Rechteck 3" o:spid="_x0000_s1075" style="position:absolute;left:4763;top:12493;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" fillcolor="black [3213]" stroked="f" strokeweight="1pt">
                  <v:fill r:id="rId27" o:title="" color2="white [3212]" type="pattern"/>
                  <v:textbox>
                    <w:txbxContent>
                      <w:p w14:paraId="463D8A03" w14:textId="77777777" w:rsidR="00002A30" w:rsidRDefault="00002A30" w:rsidP="00A6775A"/>
                    </w:txbxContent>
                  </v:textbox>
                </v:rect>
                <v:shape id="Gerade Verbindung mit Pfeil 7" o:spid="_x0000_s1076" type="#_x0000_t32" style="position:absolute;left:21161;top:15558;width:0;height:12962;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" strokecolor="black [3213]" strokeweight="1pt">
                  <v:stroke endarrow="block"/>
                </v:shape>
                <v:shape id="Textfeld 8" o:spid="_x0000_s1077" type="#_x0000_t202" style="position:absolute;left:13440;top:22130;width:15612;height:24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" filled="f" stroked="f">
                  <v:textbox>
                    <w:txbxContent>
                      <w:p w14:paraId="762C935A" w14:textId="77777777" w:rsidR="00002A30" w:rsidRDefault="00002A30" w:rsidP="00A6775A">
                        <w:pPr>
                          <w:jc w:val="center"/>
                        </w:pPr>
                        <w:r>
                          <w:rPr>
                            <w:color w:val="000000" w:themeColor="text1"/>
                            <w:kern w:val="24"/>
                            <w:lang w:val="de-DE"/>
                          </w:rPr>
                          <w:t>Sens de la marche</w:t>
                        </w:r>
                      </w:p>
                    </w:txbxContent>
                  </v:textbox>
                </v:shape>
                <v:shape id="Textfeld 9" o:spid="_x0000_s1078" type="#_x0000_t202" style="position:absolute;left:6784;top:152;width:12410;height:248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" filled="f" stroked="f">
                  <v:textbox>
                    <w:txbxContent>
                      <w:p w14:paraId="3D69E695" w14:textId="77777777" w:rsidR="00002A30" w:rsidRPr="009C67DE" w:rsidRDefault="00002A30" w:rsidP="00A6775A">
                        <w:pPr>
                          <w:jc w:val="center"/>
                        </w:pPr>
                        <w:r w:rsidRPr="009C67DE">
                          <w:rPr>
                            <w:kern w:val="24"/>
                            <w:lang w:val="de-DE"/>
                          </w:rPr>
                          <w:t xml:space="preserve">Avant </w:t>
                        </w:r>
                        <w:r w:rsidRPr="009C67DE">
                          <w:rPr>
                            <w:kern w:val="24"/>
                            <w:lang w:val="de-DE"/>
                          </w:rPr>
                          <w:t>droit</w:t>
                        </w:r>
                      </w:p>
                    </w:txbxContent>
                  </v:textbox>
                </v:shape>
                <v:line id="Gerade Verbindung 11" o:spid="_x0000_s1079" style="position:absolute;rotation:-90;visibility:visible;mso-wrap-style:square" from="3967,13214" to="20529,13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" strokecolor="black [3213]" strokeweight="1pt"/>
                <v:line id="Gerade Verbindung 13" o:spid="_x0000_s1080" style="position:absolute;rotation:90;flip:y;visibility:visible;mso-wrap-style:square" from="3788,4677" to="16388,8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" strokecolor="black [3213]" strokeweight="1pt"/>
                <v:line id="Gerade Verbindung 14" o:spid="_x0000_s1081" style="position:absolute;rotation:-90;visibility:visible;mso-wrap-style:square" from="3788,17354" to="16388,21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" strokecolor="black [3213]" strokeweight="1pt"/>
                <v:shape id="Bogen 15" o:spid="_x0000_s1082" style="position:absolute;left:766;top:120;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" adj="-11796480,,5400" path="m1296000,nsc1826621,,2303640,323495,2499998,816503l1296000,1296144,1296000,xem1296000,nfc1826621,,2303640,323495,2499998,816503e" filled="f" strokecolor="black [3213]" strokeweight="1pt">
                  <v:stroke startarrow="block" endarrow="block" joinstyle="miter"/>
                  <v:formulas/>
                  <v:path arrowok="t" o:connecttype="custom" o:connectlocs="1296000,0;2499998,816503" o:connectangles="0,0" textboxrect="0,0,2592000,2592288"/>
                  <v:textbox>
                    <w:txbxContent>
                      <w:p w14:paraId="306A0CF7" w14:textId="77777777" w:rsidR="00002A30" w:rsidRDefault="00002A30" w:rsidP="00A6775A"/>
                    </w:txbxContent>
                  </v:textbox>
                </v:shape>
                <v:shape id="Bogen 20" o:spid="_x0000_s1083" style="position:absolute;left:777;top:387;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" adj="-11796480,,5400" path="m1273922,188nsc1810966,-8963,2298000,314143,2498409,812533l1296000,1296144,1273922,188xem1273922,188nfc1810966,-8963,2298000,314143,2498409,812533e" filled="f" strokecolor="black [3213]" strokeweight="1pt">
                  <v:stroke startarrow="block" endarrow="block" joinstyle="miter"/>
                  <v:formulas/>
                  <v:path arrowok="t" o:connecttype="custom" o:connectlocs="1273922,188;2498409,812533" o:connectangles="0,0" textboxrect="0,0,2592000,2592288"/>
                  <v:textbox>
                    <w:txbxContent>
                      <w:p w14:paraId="241C5400" w14:textId="77777777" w:rsidR="00002A30" w:rsidRDefault="00002A30" w:rsidP="00A6775A"/>
                    </w:txbxContent>
                  </v:textbox>
                </v:shape>
                <v:shape id="Kreis 21" o:spid="_x0000_s1084" style="position:absolute;left:1240;top:3275;width:21913;height:19800;rotation:-90;visibility:visible;mso-wrap-style:square;v-text-anchor:middle" coordsize="2191321,198000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" adj="-11796480,,5400" path="m51137,691082c195382,279569,618085,-61,1095814,v477752,60,900384,279823,1044482,691400l1095661,990001,51137,691082xe" fillcolor="#d9d9d9" strokecolor="black [3213]">
                  <v:fill opacity="32896f"/>
                  <v:stroke joinstyle="miter"/>
                  <v:formulas/>
                  <v:path arrowok="t" o:connecttype="custom" o:connectlocs="51137,691082;1095814,0;2140296,691400;1095661,990001;51137,691082" o:connectangles="0,0,0,0,0" textboxrect="0,0,2191321,1980001"/>
                  <v:textbox>
                    <w:txbxContent>
                      <w:p w14:paraId="42AF880F" w14:textId="77777777" w:rsidR="00002A30" w:rsidRDefault="00002A30" w:rsidP="00A6775A"/>
                    </w:txbxContent>
                  </v:textbox>
                </v:shape>
                <v:line id="Gerade Verbindung 5" o:spid="_x0000_s1085" style="position:absolute;visibility:visible;mso-wrap-style:square" from="0,13082" to="16691,13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" strokecolor="black [3213]" strokeweight="1pt">
                  <v:stroke dashstyle="dash"/>
                </v:line>
                <v:line id="Gerade Verbindung 27" o:spid="_x0000_s1086" style="position:absolute;rotation:-90;visibility:visible;mso-wrap-style:square" from="13654,3492" to="13654,6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" strokecolor="black [3213]" strokeweight="1pt"/>
                <v:shape id="Textfeld 28" o:spid="_x0000_s1087" type="#_x0000_t202" style="position:absolute;left:2264;top:6447;width:8217;height:40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" filled="f" stroked="f">
                  <v:textbox>
                    <w:txbxContent>
                      <w:p w14:paraId="19F3B501" w14:textId="77777777" w:rsidR="00002A30" w:rsidRPr="009C67DE" w:rsidRDefault="00002A30" w:rsidP="00A6775A">
                        <w:r w:rsidRPr="009C67DE">
                          <w:rPr>
                            <w:kern w:val="24"/>
                            <w:lang w:val="de-DE"/>
                          </w:rPr>
                          <w:t xml:space="preserve">Angle </w:t>
                        </w:r>
                        <w:r w:rsidRPr="009C67DE">
                          <w:rPr>
                            <w:kern w:val="24"/>
                            <w:lang w:val="de-DE"/>
                          </w:rPr>
                          <w:t>extérieur</w:t>
                        </w:r>
                      </w:p>
                    </w:txbxContent>
                  </v:textbox>
                </v:shape>
                <v:shape id="Textfeld 29" o:spid="_x0000_s1088" type="#_x0000_t202" style="position:absolute;left:2675;top:14381;width:7414;height:404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" filled="f" stroked="f">
                  <v:textbox>
                    <w:txbxContent>
                      <w:p w14:paraId="3066AC00" w14:textId="77777777" w:rsidR="00002A30" w:rsidRPr="009C67DE" w:rsidRDefault="00002A30" w:rsidP="00A6775A">
                        <w:r w:rsidRPr="009C67DE">
                          <w:rPr>
                            <w:kern w:val="24"/>
                            <w:lang w:val="de-DE"/>
                          </w:rPr>
                          <w:t xml:space="preserve">Angle </w:t>
                        </w:r>
                        <w:r w:rsidRPr="009C67DE">
                          <w:rPr>
                            <w:kern w:val="24"/>
                            <w:lang w:val="de-DE"/>
                          </w:rPr>
                          <w:t>intérieur</w:t>
                        </w:r>
                      </w:p>
                    </w:txbxContent>
                  </v:textbox>
                </v:shape>
                <v:shape id="Textfeld 30" o:spid="_x0000_s1089" type="#_x0000_t202" style="position:absolute;left:9898;top:11303;width:11995;height:24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" filled="f" stroked="f">
                  <v:textbox>
                    <w:txbxContent>
                      <w:p w14:paraId="77FA7289" w14:textId="77777777" w:rsidR="00002A30" w:rsidRDefault="00002A30" w:rsidP="00A6775A">
                        <w:pPr>
                          <w:jc w:val="center"/>
                        </w:pPr>
                        <w:r>
                          <w:rPr>
                            <w:color w:val="000000" w:themeColor="text1"/>
                            <w:kern w:val="24"/>
                            <w:lang w:val="de-DE"/>
                          </w:rPr>
                          <w:t xml:space="preserve">Axe de </w:t>
                        </w:r>
                        <w:r>
                          <w:rPr>
                            <w:color w:val="000000" w:themeColor="text1"/>
                            <w:kern w:val="24"/>
                            <w:lang w:val="de-DE"/>
                          </w:rPr>
                          <w:t>référence</w:t>
                        </w:r>
                      </w:p>
                    </w:txbxContent>
                  </v:textbox>
                </v:shape>
                <v:shape id="Textfeld 86" o:spid="_x0000_s1090" type="#_x0000_t202" style="position:absolute;left:11039;top:11426;width:21182;height:248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" filled="f" stroked="f">
                  <v:textbox>
                    <w:txbxContent>
                      <w:p w14:paraId="14FBD474" w14:textId="77777777" w:rsidR="00002A30" w:rsidRDefault="00002A30" w:rsidP="00A6775A">
                        <w:pPr>
                          <w:jc w:val="center"/>
                        </w:pPr>
                        <w:r>
                          <w:rPr>
                            <w:b/>
                            <w:bCs/>
                            <w:color w:val="000000" w:themeColor="text1"/>
                            <w:kern w:val="24"/>
                            <w:lang w:val="de-DE"/>
                          </w:rPr>
                          <w:t>Angles horizontaux</w:t>
                        </w:r>
                      </w:p>
                    </w:txbxContent>
                  </v:textbox>
                </v:shape>
                <v:line id="Gerade Verbindung 95" o:spid="_x0000_s1091" style="position:absolute;visibility:visible;mso-wrap-style:square" from="25257,13074" to="43279,13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" strokecolor="black [3213]" strokeweight="1pt">
                  <v:stroke dashstyle="dash"/>
                </v:line>
                <w10:anchorlock/>
              </v:group>
            </w:pict>
          </mc:Fallback>
        </mc:AlternateContent>
      </w:r>
      <w:r w:rsidRPr="0049583D">
        <w:tab/>
      </w:r>
    </w:p>
    <w:p w14:paraId="784A4B73" w14:textId="77777777" w:rsidR="00A6775A" w:rsidRDefault="00A6775A" w:rsidP="00A6775A">
      <w:pPr>
        <w:pStyle w:val="SingleTxtG"/>
      </w:pPr>
    </w:p>
    <w:p w14:paraId="4F8ED479" w14:textId="1AD4131E" w:rsidR="00A6775A" w:rsidRDefault="00A6775A" w:rsidP="00A6775A">
      <w:pPr>
        <w:tabs>
          <w:tab w:val="left" w:pos="567"/>
          <w:tab w:val="left" w:pos="1134"/>
          <w:tab w:val="left" w:pos="1701"/>
          <w:tab w:val="right" w:leader="dot" w:pos="8505"/>
        </w:tabs>
        <w:spacing w:after="120"/>
        <w:ind w:left="1134" w:right="1134"/>
        <w:jc w:val="both"/>
      </w:pPr>
      <w:r w:rsidRPr="0049583D">
        <w:rPr>
          <w:noProof/>
          <w:lang w:eastAsia="fr-CH"/>
        </w:rPr>
        <w:lastRenderedPageBreak/>
        <mc:AlternateContent>
          <mc:Choice Requires="wpg">
            <w:drawing>
              <wp:inline distT="0" distB="0" distL="0" distR="0" wp14:anchorId="7BCDFA4A" wp14:editId="2807DEAC">
                <wp:extent cx="3779349" cy="2618105"/>
                <wp:effectExtent l="0" t="0" r="0" b="0"/>
                <wp:docPr id="1583" name="Gruppieren 40"/>
                <wp:cNvGraphicFramePr/>
                <a:graphic xmlns:a="http://schemas.openxmlformats.org/drawingml/2006/main">
                  <a:graphicData uri="http://schemas.microsoft.com/office/word/2010/wordprocessingGroup">
                    <wpg:wgp>
                      <wpg:cNvGrpSpPr/>
                      <wpg:grpSpPr>
                        <a:xfrm>
                          <a:off x="0" y="0"/>
                          <a:ext cx="3779349" cy="2618105"/>
                          <a:chOff x="0" y="0"/>
                          <a:chExt cx="3779350" cy="2618666"/>
                        </a:xfrm>
                      </wpg:grpSpPr>
                      <wps:wsp>
                        <wps:cNvPr id="1584"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5"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6"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7E0BACF4" w14:textId="77777777" w:rsidR="00002A30" w:rsidRDefault="00002A30" w:rsidP="00A6775A"/>
                          </w:txbxContent>
                        </wps:txbx>
                        <wps:bodyPr rtlCol="0" anchor="ctr"/>
                      </wps:wsp>
                      <wps:wsp>
                        <wps:cNvPr id="1587"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412A66D7" w14:textId="77777777" w:rsidR="00002A30" w:rsidRDefault="00002A30" w:rsidP="00A6775A"/>
                          </w:txbxContent>
                        </wps:txbx>
                        <wps:bodyPr rtlCol="0" anchor="ctr"/>
                      </wps:wsp>
                      <wps:wsp>
                        <wps:cNvPr id="1588"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4A1422" w14:textId="77777777" w:rsidR="00002A30" w:rsidRDefault="00002A30" w:rsidP="00A6775A">
                              <w:pPr>
                                <w:ind w:left="1134"/>
                              </w:pPr>
                            </w:p>
                          </w:txbxContent>
                        </wps:txbx>
                        <wps:bodyPr rtlCol="0" anchor="ctr"/>
                      </wps:wsp>
                      <wps:wsp>
                        <wps:cNvPr id="1589"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90" name="Textfeld 91"/>
                        <wps:cNvSpPr txBox="1"/>
                        <wps:spPr>
                          <a:xfrm>
                            <a:off x="1819047" y="937843"/>
                            <a:ext cx="837565" cy="396325"/>
                          </a:xfrm>
                          <a:prstGeom prst="rect">
                            <a:avLst/>
                          </a:prstGeom>
                          <a:noFill/>
                        </wps:spPr>
                        <wps:txbx>
                          <w:txbxContent>
                            <w:p w14:paraId="7AB23022" w14:textId="77777777" w:rsidR="00002A30" w:rsidRDefault="00002A30" w:rsidP="00A6775A">
                              <w:r>
                                <w:rPr>
                                  <w:color w:val="000000" w:themeColor="text1"/>
                                  <w:kern w:val="24"/>
                                  <w:lang w:val="de-DE"/>
                                </w:rPr>
                                <w:t xml:space="preserve">Angle </w:t>
                              </w:r>
                              <w:r>
                                <w:rPr>
                                  <w:color w:val="000000" w:themeColor="text1"/>
                                  <w:kern w:val="24"/>
                                  <w:lang w:val="de-DE"/>
                                </w:rPr>
                                <w:t>supérieur</w:t>
                              </w:r>
                            </w:p>
                          </w:txbxContent>
                        </wps:txbx>
                        <wps:bodyPr wrap="square" rtlCol="0">
                          <a:spAutoFit/>
                        </wps:bodyPr>
                      </wps:wsp>
                      <wps:wsp>
                        <wps:cNvPr id="1591" name="Textfeld 92"/>
                        <wps:cNvSpPr txBox="1"/>
                        <wps:spPr>
                          <a:xfrm>
                            <a:off x="1823279" y="1294435"/>
                            <a:ext cx="837565" cy="396325"/>
                          </a:xfrm>
                          <a:prstGeom prst="rect">
                            <a:avLst/>
                          </a:prstGeom>
                          <a:noFill/>
                        </wps:spPr>
                        <wps:txbx>
                          <w:txbxContent>
                            <w:p w14:paraId="54AD951F" w14:textId="77777777" w:rsidR="00002A30" w:rsidRDefault="00002A30" w:rsidP="00A6775A">
                              <w:r>
                                <w:rPr>
                                  <w:color w:val="000000" w:themeColor="text1"/>
                                  <w:kern w:val="24"/>
                                  <w:lang w:val="de-DE"/>
                                </w:rPr>
                                <w:t xml:space="preserve">Angle </w:t>
                              </w:r>
                              <w:r>
                                <w:rPr>
                                  <w:color w:val="000000" w:themeColor="text1"/>
                                  <w:kern w:val="24"/>
                                  <w:lang w:val="de-DE"/>
                                </w:rPr>
                                <w:t>inférieur</w:t>
                              </w:r>
                            </w:p>
                          </w:txbxContent>
                        </wps:txbx>
                        <wps:bodyPr wrap="square" rtlCol="0">
                          <a:spAutoFit/>
                        </wps:bodyPr>
                      </wps:wsp>
                      <wps:wsp>
                        <wps:cNvPr id="1592"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686D6B" w14:textId="77777777" w:rsidR="00002A30" w:rsidRDefault="00002A30" w:rsidP="00A6775A"/>
                          </w:txbxContent>
                        </wps:txbx>
                        <wps:bodyPr rtlCol="0" anchor="ctr"/>
                      </wps:wsp>
                      <wps:wsp>
                        <wps:cNvPr id="1593"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4" name="Textfeld 97"/>
                        <wps:cNvSpPr txBox="1"/>
                        <wps:spPr>
                          <a:xfrm>
                            <a:off x="477003" y="1170421"/>
                            <a:ext cx="935990" cy="243892"/>
                          </a:xfrm>
                          <a:prstGeom prst="rect">
                            <a:avLst/>
                          </a:prstGeom>
                          <a:noFill/>
                        </wps:spPr>
                        <wps:txbx>
                          <w:txbxContent>
                            <w:p w14:paraId="13442B52" w14:textId="77777777" w:rsidR="00002A30" w:rsidRDefault="00002A30" w:rsidP="00A6775A">
                              <w:pPr>
                                <w:jc w:val="center"/>
                              </w:pPr>
                              <w:r>
                                <w:rPr>
                                  <w:color w:val="000000" w:themeColor="text1"/>
                                  <w:kern w:val="24"/>
                                  <w:lang w:val="de-DE"/>
                                </w:rPr>
                                <w:t>Véhicule</w:t>
                              </w:r>
                            </w:p>
                          </w:txbxContent>
                        </wps:txbx>
                        <wps:bodyPr wrap="square" rtlCol="0">
                          <a:spAutoFit/>
                        </wps:bodyPr>
                      </wps:wsp>
                      <wps:wsp>
                        <wps:cNvPr id="1595" name="Textfeld 98"/>
                        <wps:cNvSpPr txBox="1"/>
                        <wps:spPr>
                          <a:xfrm>
                            <a:off x="2636350" y="1181352"/>
                            <a:ext cx="1143000" cy="262523"/>
                          </a:xfrm>
                          <a:prstGeom prst="rect">
                            <a:avLst/>
                          </a:prstGeom>
                          <a:noFill/>
                        </wps:spPr>
                        <wps:txbx>
                          <w:txbxContent>
                            <w:p w14:paraId="308ADF0F" w14:textId="77777777" w:rsidR="00002A30" w:rsidRDefault="00002A30" w:rsidP="00A6775A">
                              <w:r>
                                <w:rPr>
                                  <w:color w:val="000000" w:themeColor="text1"/>
                                  <w:kern w:val="24"/>
                                  <w:lang w:val="de-DE"/>
                                </w:rPr>
                                <w:t xml:space="preserve">Axe de </w:t>
                              </w:r>
                              <w:r>
                                <w:rPr>
                                  <w:color w:val="000000" w:themeColor="text1"/>
                                  <w:kern w:val="24"/>
                                  <w:lang w:val="de-DE"/>
                                </w:rPr>
                                <w:t>référence</w:t>
                              </w:r>
                            </w:p>
                          </w:txbxContent>
                        </wps:txbx>
                        <wps:bodyPr wrap="square" rtlCol="0">
                          <a:noAutofit/>
                        </wps:bodyPr>
                      </wps:wsp>
                      <wps:wsp>
                        <wps:cNvPr id="1596" name="Textfeld 87"/>
                        <wps:cNvSpPr txBox="1"/>
                        <wps:spPr>
                          <a:xfrm>
                            <a:off x="884272" y="2087584"/>
                            <a:ext cx="2160906" cy="243892"/>
                          </a:xfrm>
                          <a:prstGeom prst="rect">
                            <a:avLst/>
                          </a:prstGeom>
                          <a:noFill/>
                        </wps:spPr>
                        <wps:txbx>
                          <w:txbxContent>
                            <w:p w14:paraId="3112FEC6" w14:textId="77777777" w:rsidR="00002A30" w:rsidRDefault="00002A30" w:rsidP="00A6775A">
                              <w:pPr>
                                <w:jc w:val="center"/>
                              </w:pPr>
                              <w:r>
                                <w:rPr>
                                  <w:b/>
                                  <w:bCs/>
                                  <w:color w:val="000000" w:themeColor="text1"/>
                                  <w:kern w:val="24"/>
                                  <w:lang w:val="de-DE"/>
                                </w:rPr>
                                <w:t>Angles verticaux</w:t>
                              </w:r>
                            </w:p>
                          </w:txbxContent>
                        </wps:txbx>
                        <wps:bodyPr wrap="square" rtlCol="0">
                          <a:spAutoFit/>
                        </wps:bodyPr>
                      </wps:wsp>
                    </wpg:wgp>
                  </a:graphicData>
                </a:graphic>
              </wp:inline>
            </w:drawing>
          </mc:Choice>
          <mc:Fallback>
            <w:pict>
              <v:group w14:anchorId="7BCDFA4A" id="Gruppieren 40" o:spid="_x0000_s1092" style="width:297.6pt;height:206.15pt;mso-position-horizontal-relative:char;mso-position-vertical-relative:line" coordsize="3779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">
                <v:line id="Gerade Verbindung 80" o:spid="_x0000_s1093"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" strokecolor="black [3213]" strokeweight="1pt"/>
                <v:line id="Gerade Verbindung 81" o:spid="_x0000_s1094"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" strokecolor="black [3213]" strokeweight="1pt"/>
                <v:shape id="Bogen 82" o:spid="_x0000_s1095"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14:paraId="7E0BACF4" w14:textId="77777777" w:rsidR="00002A30" w:rsidRDefault="00002A30" w:rsidP="00A6775A"/>
                    </w:txbxContent>
                  </v:textbox>
                </v:shape>
                <v:shape id="Bogen 83" o:spid="_x0000_s1096"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14:paraId="412A66D7" w14:textId="77777777" w:rsidR="00002A30" w:rsidRDefault="00002A30" w:rsidP="00A6775A"/>
                    </w:txbxContent>
                  </v:textbox>
                </v:shape>
                <v:shape id="Kreis 84" o:spid="_x0000_s1097"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14:paraId="3A4A1422" w14:textId="77777777" w:rsidR="00002A30" w:rsidRDefault="00002A30" w:rsidP="00A6775A">
                        <w:pPr>
                          <w:ind w:left="1134"/>
                        </w:pPr>
                      </w:p>
                    </w:txbxContent>
                  </v:textbox>
                </v:shape>
                <v:line id="Gerade Verbindung 85" o:spid="_x0000_s1098"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" strokecolor="black [3213]" strokeweight="1pt">
                  <v:stroke dashstyle="dash"/>
                </v:line>
                <v:shape id="Textfeld 91" o:spid="_x0000_s1099" type="#_x0000_t202" style="position:absolute;left:18190;top:9378;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" filled="f" stroked="f">
                  <v:textbox style="mso-fit-shape-to-text:t">
                    <w:txbxContent>
                      <w:p w14:paraId="7AB23022" w14:textId="77777777" w:rsidR="00002A30" w:rsidRDefault="00002A30" w:rsidP="00A6775A">
                        <w:r>
                          <w:rPr>
                            <w:color w:val="000000" w:themeColor="text1"/>
                            <w:kern w:val="24"/>
                            <w:lang w:val="de-DE"/>
                          </w:rPr>
                          <w:t xml:space="preserve">Angle </w:t>
                        </w:r>
                        <w:r>
                          <w:rPr>
                            <w:color w:val="000000" w:themeColor="text1"/>
                            <w:kern w:val="24"/>
                            <w:lang w:val="de-DE"/>
                          </w:rPr>
                          <w:t>supérieur</w:t>
                        </w:r>
                      </w:p>
                    </w:txbxContent>
                  </v:textbox>
                </v:shape>
                <v:shape id="Textfeld 92" o:spid="_x0000_s1100" type="#_x0000_t202" style="position:absolute;left:18232;top:12944;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" filled="f" stroked="f">
                  <v:textbox style="mso-fit-shape-to-text:t">
                    <w:txbxContent>
                      <w:p w14:paraId="54AD951F" w14:textId="77777777" w:rsidR="00002A30" w:rsidRDefault="00002A30" w:rsidP="00A6775A">
                        <w:r>
                          <w:rPr>
                            <w:color w:val="000000" w:themeColor="text1"/>
                            <w:kern w:val="24"/>
                            <w:lang w:val="de-DE"/>
                          </w:rPr>
                          <w:t xml:space="preserve">Angle </w:t>
                        </w:r>
                        <w:r>
                          <w:rPr>
                            <w:color w:val="000000" w:themeColor="text1"/>
                            <w:kern w:val="24"/>
                            <w:lang w:val="de-DE"/>
                          </w:rPr>
                          <w:t>inférieur</w:t>
                        </w:r>
                      </w:p>
                    </w:txbxContent>
                  </v:textbox>
                </v:shape>
                <v:rect id="Rechteck 93" o:spid="_x0000_s1101"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" fillcolor="black [3213]" stroked="f" strokeweight="1pt">
                  <v:fill r:id="rId27" o:title="" color2="white [3212]" type="pattern"/>
                  <v:textbox>
                    <w:txbxContent>
                      <w:p w14:paraId="58686D6B" w14:textId="77777777" w:rsidR="00002A30" w:rsidRDefault="00002A30" w:rsidP="00A6775A"/>
                    </w:txbxContent>
                  </v:textbox>
                </v:rect>
                <v:line id="Gerade Verbindung 94" o:spid="_x0000_s1102"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" strokecolor="black [3213]" strokeweight="1pt"/>
                <v:shape id="Textfeld 97" o:spid="_x0000_s1103" type="#_x0000_t202" style="position:absolute;left:4770;top:11704;width:935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" filled="f" stroked="f">
                  <v:textbox style="mso-fit-shape-to-text:t">
                    <w:txbxContent>
                      <w:p w14:paraId="13442B52" w14:textId="77777777" w:rsidR="00002A30" w:rsidRDefault="00002A30" w:rsidP="00A6775A">
                        <w:pPr>
                          <w:jc w:val="center"/>
                        </w:pPr>
                        <w:r>
                          <w:rPr>
                            <w:color w:val="000000" w:themeColor="text1"/>
                            <w:kern w:val="24"/>
                            <w:lang w:val="de-DE"/>
                          </w:rPr>
                          <w:t>Véhicule</w:t>
                        </w:r>
                      </w:p>
                    </w:txbxContent>
                  </v:textbox>
                </v:shape>
                <v:shape id="Textfeld 98" o:spid="_x0000_s1104" type="#_x0000_t202" style="position:absolute;left:26363;top:11813;width:1143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" filled="f" stroked="f">
                  <v:textbox>
                    <w:txbxContent>
                      <w:p w14:paraId="308ADF0F" w14:textId="77777777" w:rsidR="00002A30" w:rsidRDefault="00002A30" w:rsidP="00A6775A">
                        <w:r>
                          <w:rPr>
                            <w:color w:val="000000" w:themeColor="text1"/>
                            <w:kern w:val="24"/>
                            <w:lang w:val="de-DE"/>
                          </w:rPr>
                          <w:t xml:space="preserve">Axe de </w:t>
                        </w:r>
                        <w:r>
                          <w:rPr>
                            <w:color w:val="000000" w:themeColor="text1"/>
                            <w:kern w:val="24"/>
                            <w:lang w:val="de-DE"/>
                          </w:rPr>
                          <w:t>référence</w:t>
                        </w:r>
                      </w:p>
                    </w:txbxContent>
                  </v:textbox>
                </v:shape>
                <v:shape id="Textfeld 87" o:spid="_x0000_s1105" type="#_x0000_t202" style="position:absolute;left:8842;top:20875;width:216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" filled="f" stroked="f">
                  <v:textbox style="mso-fit-shape-to-text:t">
                    <w:txbxContent>
                      <w:p w14:paraId="3112FEC6" w14:textId="77777777" w:rsidR="00002A30" w:rsidRDefault="00002A30" w:rsidP="00A6775A">
                        <w:pPr>
                          <w:jc w:val="center"/>
                        </w:pPr>
                        <w:r>
                          <w:rPr>
                            <w:b/>
                            <w:bCs/>
                            <w:color w:val="000000" w:themeColor="text1"/>
                            <w:kern w:val="24"/>
                            <w:lang w:val="de-DE"/>
                          </w:rPr>
                          <w:t>Angles verticaux</w:t>
                        </w:r>
                      </w:p>
                    </w:txbxContent>
                  </v:textbox>
                </v:shape>
                <w10:anchorlock/>
              </v:group>
            </w:pict>
          </mc:Fallback>
        </mc:AlternateContent>
      </w:r>
    </w:p>
    <w:p w14:paraId="54EE3852" w14:textId="48980830" w:rsidR="00DE6D37" w:rsidRDefault="00DE6D37" w:rsidP="00A6775A">
      <w:pPr>
        <w:tabs>
          <w:tab w:val="left" w:pos="567"/>
          <w:tab w:val="left" w:pos="1134"/>
          <w:tab w:val="left" w:pos="1701"/>
          <w:tab w:val="right" w:leader="dot" w:pos="8505"/>
        </w:tabs>
        <w:spacing w:after="120"/>
        <w:ind w:left="1134" w:right="1134"/>
        <w:jc w:val="both"/>
      </w:pPr>
      <w:r>
        <w:br w:type="page"/>
      </w:r>
    </w:p>
    <w:p w14:paraId="2324BB7D" w14:textId="78C349A1" w:rsidR="00DE6D37" w:rsidRDefault="00DE6D37" w:rsidP="00DE6D37">
      <w:pPr>
        <w:pStyle w:val="H23G"/>
      </w:pPr>
      <w:r>
        <w:rPr>
          <w:b w:val="0"/>
        </w:rPr>
        <w:lastRenderedPageBreak/>
        <w:tab/>
      </w:r>
      <w:r>
        <w:rPr>
          <w:b w:val="0"/>
        </w:rPr>
        <w:tab/>
      </w:r>
      <w:r w:rsidRPr="00AD5FEA">
        <w:rPr>
          <w:b w:val="0"/>
        </w:rPr>
        <w:t>Tableau A2-1</w:t>
      </w:r>
      <w:r>
        <w:t xml:space="preserve"> </w:t>
      </w:r>
      <w:r>
        <w:br/>
      </w:r>
      <w:r w:rsidRPr="009C7AAB">
        <w:t>Répartition horizontale et verticale de la lumière dans l</w:t>
      </w:r>
      <w:r w:rsidR="003D2091">
        <w:t>’</w:t>
      </w:r>
      <w:r w:rsidRPr="009C7AAB">
        <w:t>espace</w:t>
      </w:r>
    </w:p>
    <w:tbl>
      <w:tblPr>
        <w:tblStyle w:val="Grilledutableau"/>
        <w:tblW w:w="850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964"/>
        <w:gridCol w:w="1573"/>
        <w:gridCol w:w="1678"/>
        <w:gridCol w:w="1290"/>
      </w:tblGrid>
      <w:tr w:rsidR="00DE6D37" w:rsidRPr="009C7AAB" w14:paraId="0270E192" w14:textId="77777777" w:rsidTr="00DE6D37">
        <w:tc>
          <w:tcPr>
            <w:tcW w:w="3964" w:type="dxa"/>
            <w:tcBorders>
              <w:bottom w:val="single" w:sz="12" w:space="0" w:color="auto"/>
            </w:tcBorders>
            <w:vAlign w:val="center"/>
          </w:tcPr>
          <w:p w14:paraId="533974BD" w14:textId="77777777" w:rsidR="00DE6D37" w:rsidRPr="009C7AAB" w:rsidRDefault="00DE6D37" w:rsidP="00DE6D37">
            <w:pPr>
              <w:spacing w:before="80" w:after="80" w:line="200" w:lineRule="exact"/>
              <w:ind w:left="57"/>
              <w:rPr>
                <w:bCs/>
                <w:i/>
                <w:color w:val="000000" w:themeColor="text1"/>
                <w:sz w:val="16"/>
                <w:szCs w:val="16"/>
              </w:rPr>
            </w:pPr>
            <w:r w:rsidRPr="009C7AAB">
              <w:rPr>
                <w:bCs/>
                <w:i/>
                <w:color w:val="000000" w:themeColor="text1"/>
                <w:sz w:val="16"/>
                <w:szCs w:val="16"/>
              </w:rPr>
              <w:t>Feu</w:t>
            </w:r>
          </w:p>
        </w:tc>
        <w:tc>
          <w:tcPr>
            <w:tcW w:w="1573" w:type="dxa"/>
            <w:tcBorders>
              <w:bottom w:val="single" w:sz="12" w:space="0" w:color="auto"/>
            </w:tcBorders>
            <w:vAlign w:val="bottom"/>
          </w:tcPr>
          <w:p w14:paraId="5E4057B1" w14:textId="77777777" w:rsidR="00DE6D37" w:rsidRPr="009C7AAB" w:rsidRDefault="00DE6D37" w:rsidP="00DE6D37">
            <w:pPr>
              <w:spacing w:before="80" w:after="80" w:line="200" w:lineRule="exact"/>
              <w:ind w:right="113"/>
              <w:jc w:val="right"/>
              <w:rPr>
                <w:bCs/>
                <w:i/>
                <w:color w:val="000000" w:themeColor="text1"/>
                <w:sz w:val="16"/>
                <w:szCs w:val="16"/>
              </w:rPr>
            </w:pPr>
            <w:r w:rsidRPr="009C7AAB">
              <w:rPr>
                <w:bCs/>
                <w:i/>
                <w:color w:val="000000" w:themeColor="text1"/>
                <w:sz w:val="16"/>
                <w:szCs w:val="16"/>
              </w:rPr>
              <w:t>Angles horizontaux minimaux</w:t>
            </w:r>
            <w:r w:rsidRPr="009C7AAB">
              <w:rPr>
                <w:bCs/>
                <w:i/>
                <w:color w:val="000000" w:themeColor="text1"/>
                <w:sz w:val="16"/>
                <w:szCs w:val="16"/>
              </w:rPr>
              <w:br/>
              <w:t>(intérieurs/extérieurs)</w:t>
            </w:r>
          </w:p>
        </w:tc>
        <w:tc>
          <w:tcPr>
            <w:tcW w:w="1678" w:type="dxa"/>
            <w:tcBorders>
              <w:bottom w:val="single" w:sz="12" w:space="0" w:color="auto"/>
            </w:tcBorders>
            <w:vAlign w:val="bottom"/>
          </w:tcPr>
          <w:p w14:paraId="657103C1" w14:textId="77777777" w:rsidR="00DE6D37" w:rsidRPr="009C7AAB" w:rsidRDefault="00DE6D37" w:rsidP="00DE6D37">
            <w:pPr>
              <w:spacing w:before="80" w:after="80" w:line="200" w:lineRule="exact"/>
              <w:ind w:right="113"/>
              <w:jc w:val="right"/>
              <w:rPr>
                <w:bCs/>
                <w:i/>
                <w:color w:val="000000" w:themeColor="text1"/>
                <w:sz w:val="16"/>
                <w:szCs w:val="16"/>
              </w:rPr>
            </w:pPr>
            <w:r w:rsidRPr="009C7AAB">
              <w:rPr>
                <w:bCs/>
                <w:i/>
                <w:color w:val="000000" w:themeColor="text1"/>
                <w:sz w:val="16"/>
                <w:szCs w:val="16"/>
              </w:rPr>
              <w:t>Angles verticaux minimaux (supérieurs/inférieurs)</w:t>
            </w:r>
          </w:p>
        </w:tc>
        <w:tc>
          <w:tcPr>
            <w:tcW w:w="1290" w:type="dxa"/>
            <w:tcBorders>
              <w:bottom w:val="single" w:sz="12" w:space="0" w:color="auto"/>
            </w:tcBorders>
            <w:vAlign w:val="bottom"/>
          </w:tcPr>
          <w:p w14:paraId="3BA9F6E1" w14:textId="77777777" w:rsidR="00DE6D37" w:rsidRPr="009C7AAB" w:rsidRDefault="00DE6D37" w:rsidP="00DE6D37">
            <w:pPr>
              <w:spacing w:before="80" w:after="80" w:line="200" w:lineRule="exact"/>
              <w:ind w:right="113"/>
              <w:jc w:val="right"/>
              <w:rPr>
                <w:bCs/>
                <w:i/>
                <w:color w:val="000000" w:themeColor="text1"/>
                <w:sz w:val="16"/>
                <w:szCs w:val="16"/>
              </w:rPr>
            </w:pPr>
            <w:r w:rsidRPr="009C7AAB">
              <w:rPr>
                <w:bCs/>
                <w:i/>
                <w:color w:val="000000" w:themeColor="text1"/>
                <w:sz w:val="16"/>
                <w:szCs w:val="16"/>
              </w:rPr>
              <w:t>Renseignements complémentaires</w:t>
            </w:r>
          </w:p>
        </w:tc>
      </w:tr>
      <w:tr w:rsidR="00DE6D37" w:rsidRPr="009C7AAB" w14:paraId="56308DF3" w14:textId="77777777" w:rsidTr="00DE6D37">
        <w:tc>
          <w:tcPr>
            <w:tcW w:w="3964" w:type="dxa"/>
            <w:tcBorders>
              <w:top w:val="single" w:sz="12" w:space="0" w:color="auto"/>
            </w:tcBorders>
            <w:vAlign w:val="center"/>
          </w:tcPr>
          <w:p w14:paraId="3F8A4A9F"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indicateur de direction avant (1, 1a et 1b)</w:t>
            </w:r>
          </w:p>
        </w:tc>
        <w:tc>
          <w:tcPr>
            <w:tcW w:w="1573" w:type="dxa"/>
            <w:tcBorders>
              <w:top w:val="single" w:sz="12" w:space="0" w:color="auto"/>
            </w:tcBorders>
            <w:vAlign w:val="center"/>
          </w:tcPr>
          <w:p w14:paraId="375D9287"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80°</w:t>
            </w:r>
            <w:r>
              <w:rPr>
                <w:color w:val="000000" w:themeColor="text1"/>
                <w:sz w:val="18"/>
                <w:szCs w:val="18"/>
              </w:rPr>
              <w:br/>
              <w:t>20°/</w:t>
            </w:r>
            <w:r w:rsidRPr="009C7AAB">
              <w:rPr>
                <w:color w:val="000000" w:themeColor="text1"/>
                <w:sz w:val="18"/>
                <w:szCs w:val="18"/>
              </w:rPr>
              <w:t>80</w:t>
            </w:r>
            <w:r>
              <w:rPr>
                <w:color w:val="000000" w:themeColor="text1"/>
                <w:sz w:val="18"/>
                <w:szCs w:val="18"/>
              </w:rPr>
              <w:t>°</w:t>
            </w:r>
            <w:r w:rsidRPr="009C7AAB">
              <w:rPr>
                <w:rStyle w:val="Appelnotedebasdep"/>
                <w:i/>
                <w:color w:val="000000" w:themeColor="text1"/>
                <w:szCs w:val="18"/>
              </w:rPr>
              <w:footnoteReference w:id="9"/>
            </w:r>
          </w:p>
        </w:tc>
        <w:tc>
          <w:tcPr>
            <w:tcW w:w="1678" w:type="dxa"/>
            <w:tcBorders>
              <w:top w:val="single" w:sz="12" w:space="0" w:color="auto"/>
            </w:tcBorders>
            <w:vAlign w:val="center"/>
          </w:tcPr>
          <w:p w14:paraId="1BCB0A94" w14:textId="77777777" w:rsidR="00DE6D37" w:rsidRPr="009C7AAB" w:rsidRDefault="00DE6D37" w:rsidP="00DE6D37">
            <w:pPr>
              <w:spacing w:before="40" w:after="40" w:line="220" w:lineRule="atLeast"/>
              <w:ind w:right="113"/>
              <w:jc w:val="right"/>
              <w:rPr>
                <w:color w:val="000000" w:themeColor="text1"/>
                <w:sz w:val="18"/>
                <w:szCs w:val="18"/>
                <w:vertAlign w:val="superscript"/>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rStyle w:val="Appelnotedebasdep"/>
                <w:i/>
                <w:color w:val="000000" w:themeColor="text1"/>
                <w:szCs w:val="18"/>
              </w:rPr>
              <w:footnoteReference w:id="10"/>
            </w:r>
          </w:p>
        </w:tc>
        <w:tc>
          <w:tcPr>
            <w:tcW w:w="1290" w:type="dxa"/>
            <w:tcBorders>
              <w:top w:val="single" w:sz="12" w:space="0" w:color="auto"/>
            </w:tcBorders>
            <w:vAlign w:val="bottom"/>
          </w:tcPr>
          <w:p w14:paraId="576198D2"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7D8965EE" w14:textId="77777777" w:rsidTr="00DE6D37">
        <w:tc>
          <w:tcPr>
            <w:tcW w:w="3964" w:type="dxa"/>
            <w:vAlign w:val="center"/>
          </w:tcPr>
          <w:p w14:paraId="1FC27F11" w14:textId="77777777" w:rsidR="00DE6D37" w:rsidRPr="009C7AAB" w:rsidRDefault="00DE6D37" w:rsidP="00DE6D37">
            <w:pPr>
              <w:spacing w:before="40" w:after="40" w:line="220" w:lineRule="atLeast"/>
              <w:ind w:left="57"/>
              <w:rPr>
                <w:bCs/>
                <w:color w:val="000000" w:themeColor="text1"/>
                <w:sz w:val="18"/>
                <w:szCs w:val="18"/>
              </w:rPr>
            </w:pPr>
            <w:r w:rsidRPr="009C7AAB">
              <w:rPr>
                <w:bCs/>
                <w:color w:val="000000" w:themeColor="text1"/>
                <w:sz w:val="18"/>
                <w:szCs w:val="18"/>
              </w:rPr>
              <w:t>Feu indicateur de direction arrière (2a, et 2b)</w:t>
            </w:r>
          </w:p>
        </w:tc>
        <w:tc>
          <w:tcPr>
            <w:tcW w:w="1573" w:type="dxa"/>
            <w:vAlign w:val="center"/>
          </w:tcPr>
          <w:p w14:paraId="03917636"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lang w:val="it-IT"/>
              </w:rPr>
              <w:t>45°/</w:t>
            </w:r>
            <w:r w:rsidRPr="009C7AAB">
              <w:rPr>
                <w:color w:val="000000" w:themeColor="text1"/>
                <w:sz w:val="18"/>
                <w:szCs w:val="18"/>
                <w:lang w:val="it-IT"/>
              </w:rPr>
              <w:t>80°</w:t>
            </w:r>
            <w:r>
              <w:rPr>
                <w:color w:val="000000" w:themeColor="text1"/>
                <w:sz w:val="18"/>
                <w:szCs w:val="18"/>
                <w:lang w:val="it-IT"/>
              </w:rPr>
              <w:br/>
              <w:t>20°/</w:t>
            </w:r>
            <w:r w:rsidRPr="009C7AAB">
              <w:rPr>
                <w:color w:val="000000" w:themeColor="text1"/>
                <w:sz w:val="18"/>
                <w:szCs w:val="18"/>
                <w:lang w:val="it-IT"/>
              </w:rPr>
              <w:t>80</w:t>
            </w:r>
            <w:r>
              <w:rPr>
                <w:color w:val="000000" w:themeColor="text1"/>
                <w:sz w:val="18"/>
                <w:szCs w:val="18"/>
                <w:lang w:val="it-IT"/>
              </w:rPr>
              <w:t>°</w:t>
            </w:r>
            <w:r w:rsidRPr="009C7AAB">
              <w:rPr>
                <w:i/>
                <w:color w:val="000000" w:themeColor="text1"/>
                <w:sz w:val="18"/>
                <w:szCs w:val="18"/>
                <w:vertAlign w:val="superscript"/>
              </w:rPr>
              <w:t>1</w:t>
            </w:r>
          </w:p>
        </w:tc>
        <w:tc>
          <w:tcPr>
            <w:tcW w:w="1678" w:type="dxa"/>
            <w:vAlign w:val="center"/>
          </w:tcPr>
          <w:p w14:paraId="7E70B095"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i/>
                <w:color w:val="000000" w:themeColor="text1"/>
                <w:sz w:val="18"/>
                <w:szCs w:val="18"/>
                <w:vertAlign w:val="superscript"/>
              </w:rPr>
              <w:t>2</w:t>
            </w:r>
            <w:r>
              <w:rPr>
                <w:i/>
                <w:color w:val="000000" w:themeColor="text1"/>
                <w:sz w:val="18"/>
                <w:szCs w:val="18"/>
                <w:vertAlign w:val="superscript"/>
              </w:rPr>
              <w:br/>
            </w:r>
            <w:r>
              <w:rPr>
                <w:color w:val="000000" w:themeColor="text1"/>
                <w:sz w:val="18"/>
                <w:szCs w:val="18"/>
              </w:rPr>
              <w:t>5°/</w:t>
            </w:r>
            <w:r w:rsidRPr="009C7AAB">
              <w:rPr>
                <w:color w:val="000000" w:themeColor="text1"/>
                <w:sz w:val="18"/>
                <w:szCs w:val="18"/>
              </w:rPr>
              <w:t>15°</w:t>
            </w:r>
            <w:r w:rsidRPr="009C7AAB">
              <w:rPr>
                <w:rStyle w:val="Appelnotedebasdep"/>
                <w:i/>
                <w:color w:val="000000" w:themeColor="text1"/>
                <w:szCs w:val="18"/>
              </w:rPr>
              <w:footnoteReference w:id="11"/>
            </w:r>
          </w:p>
        </w:tc>
        <w:tc>
          <w:tcPr>
            <w:tcW w:w="1290" w:type="dxa"/>
            <w:vAlign w:val="bottom"/>
          </w:tcPr>
          <w:p w14:paraId="44334275"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4AE126FA" w14:textId="77777777" w:rsidTr="00DE6D37">
        <w:tc>
          <w:tcPr>
            <w:tcW w:w="3964" w:type="dxa"/>
            <w:vAlign w:val="center"/>
          </w:tcPr>
          <w:p w14:paraId="1B185D17"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 xml:space="preserve">Feu indicateur de direction avant </w:t>
            </w:r>
            <w:r w:rsidRPr="009C7AAB">
              <w:rPr>
                <w:color w:val="000000" w:themeColor="text1"/>
                <w:spacing w:val="-6"/>
                <w:sz w:val="18"/>
                <w:szCs w:val="18"/>
              </w:rPr>
              <w:t>(11, 11a, 11b et 11c)</w:t>
            </w:r>
            <w:r w:rsidRPr="009C7AAB">
              <w:rPr>
                <w:color w:val="000000" w:themeColor="text1"/>
                <w:sz w:val="18"/>
                <w:szCs w:val="18"/>
              </w:rPr>
              <w:br/>
            </w:r>
            <w:r w:rsidRPr="009C7AAB">
              <w:rPr>
                <w:bCs/>
                <w:color w:val="000000" w:themeColor="text1"/>
                <w:sz w:val="18"/>
                <w:szCs w:val="18"/>
              </w:rPr>
              <w:t>Feu indicateur de direction arrière</w:t>
            </w:r>
            <w:r w:rsidRPr="009C7AAB">
              <w:rPr>
                <w:color w:val="000000" w:themeColor="text1"/>
                <w:sz w:val="18"/>
                <w:szCs w:val="18"/>
              </w:rPr>
              <w:t xml:space="preserve"> (12)</w:t>
            </w:r>
          </w:p>
        </w:tc>
        <w:tc>
          <w:tcPr>
            <w:tcW w:w="1573" w:type="dxa"/>
            <w:vAlign w:val="center"/>
          </w:tcPr>
          <w:p w14:paraId="10B7F820"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20°/</w:t>
            </w:r>
            <w:r w:rsidRPr="009C7AAB">
              <w:rPr>
                <w:color w:val="000000" w:themeColor="text1"/>
                <w:sz w:val="18"/>
                <w:szCs w:val="18"/>
              </w:rPr>
              <w:t>80°</w:t>
            </w:r>
          </w:p>
        </w:tc>
        <w:tc>
          <w:tcPr>
            <w:tcW w:w="1678" w:type="dxa"/>
            <w:vAlign w:val="center"/>
          </w:tcPr>
          <w:p w14:paraId="7CB6A303" w14:textId="77777777" w:rsidR="00DE6D37" w:rsidRPr="009C7AAB" w:rsidRDefault="00DE6D37" w:rsidP="00DE6D37">
            <w:pPr>
              <w:spacing w:before="40" w:after="40" w:line="220" w:lineRule="atLeast"/>
              <w:ind w:right="113"/>
              <w:jc w:val="right"/>
              <w:rPr>
                <w:color w:val="000000" w:themeColor="text1"/>
                <w:sz w:val="18"/>
                <w:szCs w:val="18"/>
                <w:vertAlign w:val="superscript"/>
              </w:rPr>
            </w:pPr>
            <w:r>
              <w:rPr>
                <w:color w:val="000000" w:themeColor="text1"/>
                <w:sz w:val="18"/>
                <w:szCs w:val="18"/>
                <w:lang w:val="it-IT"/>
              </w:rPr>
              <w:t>15°/</w:t>
            </w:r>
            <w:r w:rsidRPr="009C7AAB">
              <w:rPr>
                <w:color w:val="000000" w:themeColor="text1"/>
                <w:sz w:val="18"/>
                <w:szCs w:val="18"/>
                <w:lang w:val="it-IT"/>
              </w:rPr>
              <w:t>15°</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05989D8F"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0BAE4239" w14:textId="77777777" w:rsidTr="00DE6D37">
        <w:tc>
          <w:tcPr>
            <w:tcW w:w="3964" w:type="dxa"/>
            <w:vAlign w:val="center"/>
          </w:tcPr>
          <w:p w14:paraId="3AA12F38"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de position avant (unique) (MA)</w:t>
            </w:r>
            <w:r w:rsidRPr="009C7AAB">
              <w:rPr>
                <w:color w:val="000000" w:themeColor="text1"/>
                <w:sz w:val="18"/>
                <w:szCs w:val="18"/>
              </w:rPr>
              <w:br/>
              <w:t>Feu de position arrière (unique) (MR)</w:t>
            </w:r>
          </w:p>
        </w:tc>
        <w:tc>
          <w:tcPr>
            <w:tcW w:w="1573" w:type="dxa"/>
            <w:vAlign w:val="center"/>
          </w:tcPr>
          <w:p w14:paraId="549D4E7C"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80°/</w:t>
            </w:r>
            <w:r w:rsidRPr="009C7AAB">
              <w:rPr>
                <w:color w:val="000000" w:themeColor="text1"/>
                <w:sz w:val="18"/>
                <w:szCs w:val="18"/>
              </w:rPr>
              <w:t>80°</w:t>
            </w:r>
          </w:p>
        </w:tc>
        <w:tc>
          <w:tcPr>
            <w:tcW w:w="1678" w:type="dxa"/>
            <w:vAlign w:val="center"/>
          </w:tcPr>
          <w:p w14:paraId="31D8CE67"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10°</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657319B6"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r w:rsidR="00DE6D37" w:rsidRPr="009C7AAB" w14:paraId="5EC12A42" w14:textId="77777777" w:rsidTr="00DE6D37">
        <w:trPr>
          <w:trHeight w:val="585"/>
        </w:trPr>
        <w:tc>
          <w:tcPr>
            <w:tcW w:w="3964" w:type="dxa"/>
            <w:vAlign w:val="center"/>
          </w:tcPr>
          <w:p w14:paraId="372F35C9"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Feux de position avant (paire) (MA)</w:t>
            </w:r>
          </w:p>
        </w:tc>
        <w:tc>
          <w:tcPr>
            <w:tcW w:w="1573" w:type="dxa"/>
            <w:vAlign w:val="center"/>
          </w:tcPr>
          <w:p w14:paraId="292F38E3"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20°/</w:t>
            </w:r>
            <w:r w:rsidRPr="009C7AAB">
              <w:rPr>
                <w:color w:val="000000" w:themeColor="text1"/>
                <w:sz w:val="18"/>
                <w:szCs w:val="18"/>
              </w:rPr>
              <w:t>80°</w:t>
            </w:r>
          </w:p>
        </w:tc>
        <w:tc>
          <w:tcPr>
            <w:tcW w:w="1678" w:type="dxa"/>
            <w:vAlign w:val="center"/>
          </w:tcPr>
          <w:p w14:paraId="13A62047"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10°</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67310607"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r w:rsidR="00DE6D37" w:rsidRPr="009C7AAB" w14:paraId="32541C6A" w14:textId="77777777" w:rsidTr="00DE6D37">
        <w:trPr>
          <w:trHeight w:val="585"/>
        </w:trPr>
        <w:tc>
          <w:tcPr>
            <w:tcW w:w="3964" w:type="dxa"/>
            <w:vAlign w:val="center"/>
          </w:tcPr>
          <w:p w14:paraId="337F1F83"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Feux de position arrière (paire) (MR)</w:t>
            </w:r>
          </w:p>
        </w:tc>
        <w:tc>
          <w:tcPr>
            <w:tcW w:w="1573" w:type="dxa"/>
            <w:vAlign w:val="center"/>
          </w:tcPr>
          <w:p w14:paraId="2EE8AFE5"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80°</w:t>
            </w:r>
            <w:r>
              <w:rPr>
                <w:color w:val="000000" w:themeColor="text1"/>
                <w:sz w:val="18"/>
                <w:szCs w:val="18"/>
              </w:rPr>
              <w:br/>
              <w:t>20°/</w:t>
            </w:r>
            <w:r w:rsidRPr="009C7AAB">
              <w:rPr>
                <w:color w:val="000000" w:themeColor="text1"/>
                <w:sz w:val="18"/>
                <w:szCs w:val="18"/>
              </w:rPr>
              <w:t>80</w:t>
            </w:r>
            <w:r>
              <w:rPr>
                <w:color w:val="000000" w:themeColor="text1"/>
                <w:sz w:val="18"/>
                <w:szCs w:val="18"/>
              </w:rPr>
              <w:t>°</w:t>
            </w:r>
            <w:r w:rsidRPr="009C7AAB">
              <w:rPr>
                <w:rStyle w:val="Appelnotedebasdep"/>
                <w:i/>
                <w:color w:val="000000" w:themeColor="text1"/>
                <w:szCs w:val="18"/>
              </w:rPr>
              <w:t>1</w:t>
            </w:r>
          </w:p>
        </w:tc>
        <w:tc>
          <w:tcPr>
            <w:tcW w:w="1678" w:type="dxa"/>
            <w:vAlign w:val="center"/>
          </w:tcPr>
          <w:p w14:paraId="2FB0ACB9" w14:textId="77777777" w:rsidR="00DE6D37" w:rsidRPr="009C7AAB" w:rsidRDefault="00DE6D37" w:rsidP="00DE6D37">
            <w:pPr>
              <w:spacing w:before="40" w:after="40" w:line="220" w:lineRule="atLeast"/>
              <w:ind w:right="113"/>
              <w:jc w:val="right"/>
              <w:rPr>
                <w:color w:val="000000" w:themeColor="text1"/>
                <w:sz w:val="18"/>
                <w:szCs w:val="18"/>
                <w:lang w:val="it-IT"/>
              </w:rPr>
            </w:pPr>
            <w:r>
              <w:rPr>
                <w:color w:val="000000" w:themeColor="text1"/>
                <w:sz w:val="18"/>
                <w:szCs w:val="18"/>
                <w:lang w:val="it-IT"/>
              </w:rPr>
              <w:t>15°/</w:t>
            </w:r>
            <w:r w:rsidRPr="009C7AAB">
              <w:rPr>
                <w:color w:val="000000" w:themeColor="text1"/>
                <w:sz w:val="18"/>
                <w:szCs w:val="18"/>
                <w:lang w:val="it-IT"/>
              </w:rPr>
              <w:t>1</w:t>
            </w:r>
            <w:r>
              <w:rPr>
                <w:color w:val="000000" w:themeColor="text1"/>
                <w:sz w:val="18"/>
                <w:szCs w:val="18"/>
                <w:lang w:val="it-IT"/>
              </w:rPr>
              <w:t>0</w:t>
            </w:r>
            <w:r w:rsidRPr="009C7AAB">
              <w:rPr>
                <w:color w:val="000000" w:themeColor="text1"/>
                <w:sz w:val="18"/>
                <w:szCs w:val="18"/>
                <w:lang w:val="it-IT"/>
              </w:rPr>
              <w:t>°</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27DF0874"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r w:rsidR="00DE6D37" w:rsidRPr="009C7AAB" w14:paraId="5EEF32D3" w14:textId="77777777" w:rsidTr="00DE6D37">
        <w:tc>
          <w:tcPr>
            <w:tcW w:w="3964" w:type="dxa"/>
            <w:vAlign w:val="center"/>
          </w:tcPr>
          <w:p w14:paraId="5FD2D2EA"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stop (unique) (MS)</w:t>
            </w:r>
          </w:p>
        </w:tc>
        <w:tc>
          <w:tcPr>
            <w:tcW w:w="1573" w:type="dxa"/>
            <w:vAlign w:val="center"/>
          </w:tcPr>
          <w:p w14:paraId="35F254FE"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45°</w:t>
            </w:r>
          </w:p>
        </w:tc>
        <w:tc>
          <w:tcPr>
            <w:tcW w:w="1678" w:type="dxa"/>
            <w:vAlign w:val="center"/>
          </w:tcPr>
          <w:p w14:paraId="2CB36306" w14:textId="77777777" w:rsidR="00DE6D37" w:rsidRPr="009C7AAB" w:rsidRDefault="00DE6D37" w:rsidP="00DE6D37">
            <w:pPr>
              <w:spacing w:before="40" w:after="40" w:line="220" w:lineRule="atLeast"/>
              <w:ind w:right="113"/>
              <w:jc w:val="right"/>
              <w:rPr>
                <w:color w:val="000000" w:themeColor="text1"/>
                <w:sz w:val="18"/>
                <w:szCs w:val="18"/>
                <w:vertAlign w:val="superscript"/>
              </w:rPr>
            </w:pPr>
            <w:r>
              <w:rPr>
                <w:color w:val="000000" w:themeColor="text1"/>
                <w:sz w:val="18"/>
                <w:szCs w:val="18"/>
                <w:lang w:val="it-IT"/>
              </w:rPr>
              <w:t>15°/10</w:t>
            </w:r>
            <w:r w:rsidRPr="009C7AAB">
              <w:rPr>
                <w:color w:val="000000" w:themeColor="text1"/>
                <w:sz w:val="18"/>
                <w:szCs w:val="18"/>
                <w:lang w:val="it-IT"/>
              </w:rPr>
              <w:t>°</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78EAB358"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r w:rsidR="00DE6D37" w:rsidRPr="009C7AAB" w14:paraId="38B40789" w14:textId="77777777" w:rsidTr="00DE6D37">
        <w:tc>
          <w:tcPr>
            <w:tcW w:w="3964" w:type="dxa"/>
            <w:vAlign w:val="center"/>
          </w:tcPr>
          <w:p w14:paraId="197DAC3C"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Feux stop (paire) (MS)</w:t>
            </w:r>
          </w:p>
        </w:tc>
        <w:tc>
          <w:tcPr>
            <w:tcW w:w="1573" w:type="dxa"/>
            <w:vAlign w:val="center"/>
          </w:tcPr>
          <w:p w14:paraId="05453CA3" w14:textId="77777777" w:rsidR="00DE6D37" w:rsidRPr="009C7AAB" w:rsidRDefault="00DE6D37" w:rsidP="00DE6D37">
            <w:pPr>
              <w:spacing w:before="40" w:after="40" w:line="220" w:lineRule="atLeast"/>
              <w:ind w:right="113"/>
              <w:jc w:val="right"/>
              <w:rPr>
                <w:color w:val="000000" w:themeColor="text1"/>
                <w:sz w:val="18"/>
                <w:szCs w:val="18"/>
                <w:lang w:val="it-IT"/>
              </w:rPr>
            </w:pPr>
            <w:r w:rsidRPr="009C7AAB">
              <w:rPr>
                <w:color w:val="000000" w:themeColor="text1"/>
                <w:sz w:val="18"/>
                <w:szCs w:val="18"/>
              </w:rPr>
              <w:t>0°/45°</w:t>
            </w:r>
          </w:p>
        </w:tc>
        <w:tc>
          <w:tcPr>
            <w:tcW w:w="1678" w:type="dxa"/>
            <w:vAlign w:val="center"/>
          </w:tcPr>
          <w:p w14:paraId="4C33ED97" w14:textId="77777777" w:rsidR="00DE6D37" w:rsidRPr="009C7AAB" w:rsidRDefault="00DE6D37" w:rsidP="00DE6D37">
            <w:pPr>
              <w:spacing w:before="40" w:after="40" w:line="220" w:lineRule="atLeast"/>
              <w:ind w:right="113"/>
              <w:jc w:val="right"/>
              <w:rPr>
                <w:color w:val="000000" w:themeColor="text1"/>
                <w:sz w:val="18"/>
                <w:szCs w:val="18"/>
                <w:lang w:val="it-IT"/>
              </w:rPr>
            </w:pPr>
            <w:r>
              <w:rPr>
                <w:color w:val="000000" w:themeColor="text1"/>
                <w:sz w:val="18"/>
                <w:szCs w:val="18"/>
                <w:lang w:val="it-IT"/>
              </w:rPr>
              <w:t>15°/</w:t>
            </w:r>
            <w:r w:rsidRPr="009C7AAB">
              <w:rPr>
                <w:color w:val="000000" w:themeColor="text1"/>
                <w:sz w:val="18"/>
                <w:szCs w:val="18"/>
                <w:lang w:val="it-IT"/>
              </w:rPr>
              <w:t>10°</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7F2E926B"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r w:rsidR="00DE6D37" w:rsidRPr="009C7AAB" w14:paraId="5D1A295F" w14:textId="77777777" w:rsidTr="00DE6D37">
        <w:tc>
          <w:tcPr>
            <w:tcW w:w="3964" w:type="dxa"/>
            <w:vAlign w:val="center"/>
          </w:tcPr>
          <w:p w14:paraId="6D91E590"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de position avant (A)</w:t>
            </w:r>
            <w:r w:rsidRPr="009C7AAB">
              <w:rPr>
                <w:color w:val="000000" w:themeColor="text1"/>
                <w:sz w:val="18"/>
                <w:szCs w:val="18"/>
              </w:rPr>
              <w:br/>
              <w:t>Feu de position arrière (R, R1 et R2)</w:t>
            </w:r>
          </w:p>
        </w:tc>
        <w:tc>
          <w:tcPr>
            <w:tcW w:w="1573" w:type="dxa"/>
            <w:vAlign w:val="center"/>
          </w:tcPr>
          <w:p w14:paraId="1120BA81"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45°/</w:t>
            </w:r>
            <w:r w:rsidRPr="009C7AAB">
              <w:rPr>
                <w:color w:val="000000" w:themeColor="text1"/>
                <w:sz w:val="18"/>
                <w:szCs w:val="18"/>
              </w:rPr>
              <w:t>80°</w:t>
            </w:r>
            <w:r>
              <w:rPr>
                <w:color w:val="000000" w:themeColor="text1"/>
                <w:sz w:val="18"/>
                <w:szCs w:val="18"/>
              </w:rPr>
              <w:br/>
              <w:t>20°/</w:t>
            </w:r>
            <w:r w:rsidRPr="009C7AAB">
              <w:rPr>
                <w:color w:val="000000" w:themeColor="text1"/>
                <w:sz w:val="18"/>
                <w:szCs w:val="18"/>
              </w:rPr>
              <w:t>80</w:t>
            </w:r>
            <w:r>
              <w:rPr>
                <w:color w:val="000000" w:themeColor="text1"/>
                <w:sz w:val="18"/>
                <w:szCs w:val="18"/>
              </w:rPr>
              <w:t>°</w:t>
            </w:r>
            <w:r w:rsidRPr="009C7AAB">
              <w:rPr>
                <w:rStyle w:val="Appelnotedebasdep"/>
                <w:i/>
                <w:color w:val="000000" w:themeColor="text1"/>
                <w:szCs w:val="18"/>
              </w:rPr>
              <w:t>1</w:t>
            </w:r>
          </w:p>
        </w:tc>
        <w:tc>
          <w:tcPr>
            <w:tcW w:w="1678" w:type="dxa"/>
            <w:vAlign w:val="center"/>
          </w:tcPr>
          <w:p w14:paraId="2F9F9DA3"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rStyle w:val="Appelnotedebasdep"/>
                <w:i/>
                <w:color w:val="000000" w:themeColor="text1"/>
                <w:szCs w:val="18"/>
              </w:rPr>
              <w:t>2</w:t>
            </w:r>
            <w:r>
              <w:br/>
            </w:r>
            <w:r>
              <w:rPr>
                <w:color w:val="000000" w:themeColor="text1"/>
                <w:sz w:val="18"/>
                <w:szCs w:val="18"/>
              </w:rPr>
              <w:t>5°/</w:t>
            </w:r>
            <w:r w:rsidRPr="009C7AAB">
              <w:rPr>
                <w:color w:val="000000" w:themeColor="text1"/>
                <w:sz w:val="18"/>
                <w:szCs w:val="18"/>
              </w:rPr>
              <w:t>15°</w:t>
            </w:r>
            <w:r w:rsidRPr="009C7AAB">
              <w:rPr>
                <w:rStyle w:val="Appelnotedebasdep"/>
                <w:i/>
                <w:color w:val="000000" w:themeColor="text1"/>
                <w:szCs w:val="18"/>
              </w:rPr>
              <w:t>3</w:t>
            </w:r>
          </w:p>
        </w:tc>
        <w:tc>
          <w:tcPr>
            <w:tcW w:w="1290" w:type="dxa"/>
            <w:vAlign w:val="bottom"/>
          </w:tcPr>
          <w:p w14:paraId="196F4797"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49679006" w14:textId="77777777" w:rsidTr="00DE6D37">
        <w:tc>
          <w:tcPr>
            <w:tcW w:w="3964" w:type="dxa"/>
            <w:vAlign w:val="center"/>
          </w:tcPr>
          <w:p w14:paraId="4FB20038"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de stationnement avant (77R)</w:t>
            </w:r>
          </w:p>
          <w:p w14:paraId="7ABF54F5"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de stationnement arrière (77R)</w:t>
            </w:r>
          </w:p>
        </w:tc>
        <w:tc>
          <w:tcPr>
            <w:tcW w:w="1573" w:type="dxa"/>
            <w:vAlign w:val="center"/>
          </w:tcPr>
          <w:p w14:paraId="192B3B6F"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0°/</w:t>
            </w:r>
            <w:r w:rsidRPr="009C7AAB">
              <w:rPr>
                <w:color w:val="000000" w:themeColor="text1"/>
                <w:sz w:val="18"/>
                <w:szCs w:val="18"/>
              </w:rPr>
              <w:t>45°</w:t>
            </w:r>
          </w:p>
        </w:tc>
        <w:tc>
          <w:tcPr>
            <w:tcW w:w="1678" w:type="dxa"/>
            <w:vAlign w:val="center"/>
          </w:tcPr>
          <w:p w14:paraId="2A93D1B0"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15°</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p>
        </w:tc>
        <w:tc>
          <w:tcPr>
            <w:tcW w:w="1290" w:type="dxa"/>
            <w:vAlign w:val="bottom"/>
          </w:tcPr>
          <w:p w14:paraId="03E027E8"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1BD2C400" w14:textId="77777777" w:rsidTr="00DE6D37">
        <w:tc>
          <w:tcPr>
            <w:tcW w:w="3964" w:type="dxa"/>
            <w:vAlign w:val="center"/>
          </w:tcPr>
          <w:p w14:paraId="250D1E7B" w14:textId="346FE7DE"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 d</w:t>
            </w:r>
            <w:r w:rsidR="003D2091">
              <w:rPr>
                <w:color w:val="000000" w:themeColor="text1"/>
                <w:sz w:val="18"/>
                <w:szCs w:val="18"/>
              </w:rPr>
              <w:t>’</w:t>
            </w:r>
            <w:r w:rsidRPr="009C7AAB">
              <w:rPr>
                <w:color w:val="000000" w:themeColor="text1"/>
                <w:sz w:val="18"/>
                <w:szCs w:val="18"/>
              </w:rPr>
              <w:t>encombrement avant (AM)</w:t>
            </w:r>
            <w:r w:rsidRPr="009C7AAB">
              <w:rPr>
                <w:color w:val="000000" w:themeColor="text1"/>
                <w:sz w:val="18"/>
                <w:szCs w:val="18"/>
              </w:rPr>
              <w:br/>
              <w:t>Feu d</w:t>
            </w:r>
            <w:r w:rsidR="003D2091">
              <w:rPr>
                <w:color w:val="000000" w:themeColor="text1"/>
                <w:sz w:val="18"/>
                <w:szCs w:val="18"/>
              </w:rPr>
              <w:t>’</w:t>
            </w:r>
            <w:r w:rsidRPr="009C7AAB">
              <w:rPr>
                <w:color w:val="000000" w:themeColor="text1"/>
                <w:sz w:val="18"/>
                <w:szCs w:val="18"/>
              </w:rPr>
              <w:t>encombrement arrière (RM1 et RM2)</w:t>
            </w:r>
          </w:p>
        </w:tc>
        <w:tc>
          <w:tcPr>
            <w:tcW w:w="1573" w:type="dxa"/>
            <w:vAlign w:val="center"/>
          </w:tcPr>
          <w:p w14:paraId="03572888"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0°/</w:t>
            </w:r>
            <w:r w:rsidRPr="009C7AAB">
              <w:rPr>
                <w:color w:val="000000" w:themeColor="text1"/>
                <w:sz w:val="18"/>
                <w:szCs w:val="18"/>
              </w:rPr>
              <w:t>80°</w:t>
            </w:r>
          </w:p>
        </w:tc>
        <w:tc>
          <w:tcPr>
            <w:tcW w:w="1678" w:type="dxa"/>
            <w:vAlign w:val="center"/>
          </w:tcPr>
          <w:p w14:paraId="41BAA6B3"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15°/</w:t>
            </w:r>
            <w:r w:rsidRPr="009C7AAB">
              <w:rPr>
                <w:color w:val="000000" w:themeColor="text1"/>
                <w:sz w:val="18"/>
                <w:szCs w:val="18"/>
              </w:rPr>
              <w:t>15°</w:t>
            </w:r>
            <w:r>
              <w:rPr>
                <w:color w:val="000000" w:themeColor="text1"/>
                <w:sz w:val="18"/>
                <w:szCs w:val="18"/>
              </w:rPr>
              <w:br/>
              <w:t>15°/</w:t>
            </w:r>
            <w:r w:rsidRPr="009C7AAB">
              <w:rPr>
                <w:color w:val="000000" w:themeColor="text1"/>
                <w:sz w:val="18"/>
                <w:szCs w:val="18"/>
              </w:rPr>
              <w:t>5°</w:t>
            </w:r>
            <w:r w:rsidRPr="009C7AAB">
              <w:rPr>
                <w:rStyle w:val="Appelnotedebasdep"/>
                <w:i/>
                <w:color w:val="000000" w:themeColor="text1"/>
                <w:szCs w:val="18"/>
              </w:rPr>
              <w:t>2</w:t>
            </w:r>
            <w:r>
              <w:br/>
            </w:r>
            <w:r>
              <w:rPr>
                <w:color w:val="000000" w:themeColor="text1"/>
                <w:sz w:val="18"/>
                <w:szCs w:val="18"/>
              </w:rPr>
              <w:t>5°/</w:t>
            </w:r>
            <w:r w:rsidRPr="009C7AAB">
              <w:rPr>
                <w:color w:val="000000" w:themeColor="text1"/>
                <w:sz w:val="18"/>
                <w:szCs w:val="18"/>
              </w:rPr>
              <w:t>15°</w:t>
            </w:r>
            <w:r w:rsidRPr="009C7AAB">
              <w:rPr>
                <w:rStyle w:val="Appelnotedebasdep"/>
                <w:i/>
                <w:color w:val="000000" w:themeColor="text1"/>
                <w:szCs w:val="18"/>
              </w:rPr>
              <w:t>3</w:t>
            </w:r>
          </w:p>
        </w:tc>
        <w:tc>
          <w:tcPr>
            <w:tcW w:w="1290" w:type="dxa"/>
            <w:vAlign w:val="bottom"/>
          </w:tcPr>
          <w:p w14:paraId="3099EAD5"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3D3B290A" w14:textId="77777777" w:rsidTr="00DE6D37">
        <w:tc>
          <w:tcPr>
            <w:tcW w:w="3964" w:type="dxa"/>
            <w:vAlign w:val="center"/>
          </w:tcPr>
          <w:p w14:paraId="7FB5E693" w14:textId="77777777" w:rsidR="00DE6D37" w:rsidRPr="009C7AAB" w:rsidRDefault="00DE6D37" w:rsidP="00DE6D37">
            <w:pPr>
              <w:spacing w:before="40" w:after="40" w:line="220" w:lineRule="atLeast"/>
              <w:ind w:left="57"/>
              <w:rPr>
                <w:color w:val="000000" w:themeColor="text1"/>
                <w:sz w:val="18"/>
                <w:szCs w:val="18"/>
                <w:lang w:val="en-US"/>
              </w:rPr>
            </w:pPr>
            <w:r w:rsidRPr="009C7AAB">
              <w:rPr>
                <w:color w:val="000000" w:themeColor="text1"/>
                <w:sz w:val="18"/>
                <w:szCs w:val="18"/>
                <w:lang w:val="en-US"/>
              </w:rPr>
              <w:t>Feu stop (S1 et S2)</w:t>
            </w:r>
          </w:p>
        </w:tc>
        <w:tc>
          <w:tcPr>
            <w:tcW w:w="1573" w:type="dxa"/>
            <w:vAlign w:val="center"/>
          </w:tcPr>
          <w:p w14:paraId="005B868C"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lang w:val="it-IT"/>
              </w:rPr>
              <w:t>45°/</w:t>
            </w:r>
            <w:r w:rsidRPr="009C7AAB">
              <w:rPr>
                <w:color w:val="000000" w:themeColor="text1"/>
                <w:sz w:val="18"/>
                <w:szCs w:val="18"/>
                <w:lang w:val="it-IT"/>
              </w:rPr>
              <w:t>45°</w:t>
            </w:r>
            <w:r>
              <w:rPr>
                <w:color w:val="000000" w:themeColor="text1"/>
                <w:sz w:val="18"/>
                <w:szCs w:val="18"/>
                <w:lang w:val="it-IT"/>
              </w:rPr>
              <w:br/>
              <w:t>20°/</w:t>
            </w:r>
            <w:r w:rsidRPr="009C7AAB">
              <w:rPr>
                <w:color w:val="000000" w:themeColor="text1"/>
                <w:sz w:val="18"/>
                <w:szCs w:val="18"/>
                <w:lang w:val="it-IT"/>
              </w:rPr>
              <w:t>45</w:t>
            </w:r>
            <w:r>
              <w:rPr>
                <w:color w:val="000000" w:themeColor="text1"/>
                <w:sz w:val="18"/>
                <w:szCs w:val="18"/>
                <w:lang w:val="it-IT"/>
              </w:rPr>
              <w:t>°</w:t>
            </w:r>
            <w:r w:rsidRPr="009C7AAB">
              <w:rPr>
                <w:i/>
                <w:color w:val="000000" w:themeColor="text1"/>
                <w:sz w:val="18"/>
                <w:szCs w:val="18"/>
                <w:vertAlign w:val="superscript"/>
              </w:rPr>
              <w:t>1</w:t>
            </w:r>
          </w:p>
        </w:tc>
        <w:tc>
          <w:tcPr>
            <w:tcW w:w="1678" w:type="dxa"/>
            <w:vAlign w:val="center"/>
          </w:tcPr>
          <w:p w14:paraId="52456720"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lang w:val="it-IT"/>
              </w:rPr>
              <w:t>15°/</w:t>
            </w:r>
            <w:r w:rsidRPr="009C7AAB">
              <w:rPr>
                <w:color w:val="000000" w:themeColor="text1"/>
                <w:sz w:val="18"/>
                <w:szCs w:val="18"/>
                <w:lang w:val="it-IT"/>
              </w:rPr>
              <w:t>15°</w:t>
            </w:r>
            <w:r>
              <w:rPr>
                <w:color w:val="000000" w:themeColor="text1"/>
                <w:sz w:val="18"/>
                <w:szCs w:val="18"/>
                <w:lang w:val="it-IT"/>
              </w:rPr>
              <w:br/>
              <w:t>15°/</w:t>
            </w:r>
            <w:r w:rsidRPr="009C7AAB">
              <w:rPr>
                <w:color w:val="000000" w:themeColor="text1"/>
                <w:sz w:val="18"/>
                <w:szCs w:val="18"/>
                <w:lang w:val="it-IT"/>
              </w:rPr>
              <w:t>5°</w:t>
            </w:r>
            <w:r w:rsidRPr="009C7AAB">
              <w:rPr>
                <w:i/>
                <w:color w:val="000000" w:themeColor="text1"/>
                <w:sz w:val="18"/>
                <w:szCs w:val="18"/>
                <w:vertAlign w:val="superscript"/>
              </w:rPr>
              <w:t>2</w:t>
            </w:r>
            <w:r>
              <w:rPr>
                <w:i/>
                <w:color w:val="000000" w:themeColor="text1"/>
                <w:sz w:val="18"/>
                <w:szCs w:val="18"/>
                <w:vertAlign w:val="superscript"/>
              </w:rPr>
              <w:br/>
            </w:r>
            <w:r>
              <w:rPr>
                <w:color w:val="000000" w:themeColor="text1"/>
                <w:sz w:val="18"/>
                <w:szCs w:val="18"/>
                <w:lang w:val="it-IT"/>
              </w:rPr>
              <w:t>5°/</w:t>
            </w:r>
            <w:r w:rsidRPr="009C7AAB">
              <w:rPr>
                <w:color w:val="000000" w:themeColor="text1"/>
                <w:sz w:val="18"/>
                <w:szCs w:val="18"/>
                <w:lang w:val="it-IT"/>
              </w:rPr>
              <w:t>15°</w:t>
            </w:r>
            <w:r w:rsidRPr="009C7AAB">
              <w:rPr>
                <w:i/>
                <w:color w:val="000000" w:themeColor="text1"/>
                <w:sz w:val="18"/>
                <w:szCs w:val="18"/>
                <w:vertAlign w:val="superscript"/>
              </w:rPr>
              <w:t>3</w:t>
            </w:r>
          </w:p>
        </w:tc>
        <w:tc>
          <w:tcPr>
            <w:tcW w:w="1290" w:type="dxa"/>
            <w:vAlign w:val="bottom"/>
          </w:tcPr>
          <w:p w14:paraId="4B920E4B"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r w:rsidR="00DE6D37" w:rsidRPr="009C7AAB" w14:paraId="77A2BD6C" w14:textId="77777777" w:rsidTr="00DE6D37">
        <w:tc>
          <w:tcPr>
            <w:tcW w:w="3964" w:type="dxa"/>
            <w:tcBorders>
              <w:bottom w:val="single" w:sz="2" w:space="0" w:color="auto"/>
            </w:tcBorders>
            <w:vAlign w:val="center"/>
          </w:tcPr>
          <w:p w14:paraId="21A23DA6" w14:textId="77777777" w:rsidR="00DE6D37" w:rsidRPr="009C7AAB" w:rsidRDefault="00DE6D37" w:rsidP="00DE6D37">
            <w:pPr>
              <w:spacing w:before="40" w:after="40" w:line="220" w:lineRule="atLeast"/>
              <w:ind w:left="57"/>
              <w:rPr>
                <w:color w:val="000000" w:themeColor="text1"/>
                <w:sz w:val="18"/>
                <w:szCs w:val="18"/>
              </w:rPr>
            </w:pPr>
            <w:r>
              <w:rPr>
                <w:color w:val="000000" w:themeColor="text1"/>
                <w:sz w:val="18"/>
                <w:szCs w:val="18"/>
              </w:rPr>
              <w:t>F</w:t>
            </w:r>
            <w:r w:rsidRPr="009C7AAB">
              <w:rPr>
                <w:color w:val="000000" w:themeColor="text1"/>
                <w:sz w:val="18"/>
                <w:szCs w:val="18"/>
              </w:rPr>
              <w:t>eu stop</w:t>
            </w:r>
            <w:r>
              <w:rPr>
                <w:color w:val="000000" w:themeColor="text1"/>
                <w:sz w:val="18"/>
                <w:szCs w:val="18"/>
              </w:rPr>
              <w:t xml:space="preserve"> placé en hauteur</w:t>
            </w:r>
            <w:r w:rsidRPr="009C7AAB">
              <w:rPr>
                <w:color w:val="000000" w:themeColor="text1"/>
                <w:sz w:val="18"/>
                <w:szCs w:val="18"/>
              </w:rPr>
              <w:t xml:space="preserve"> (S3 et S4)</w:t>
            </w:r>
          </w:p>
        </w:tc>
        <w:tc>
          <w:tcPr>
            <w:tcW w:w="1573" w:type="dxa"/>
            <w:tcBorders>
              <w:bottom w:val="single" w:sz="2" w:space="0" w:color="auto"/>
            </w:tcBorders>
            <w:vAlign w:val="center"/>
          </w:tcPr>
          <w:p w14:paraId="6823DB0D"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10°</w:t>
            </w:r>
            <w:r w:rsidRPr="009C7AAB">
              <w:rPr>
                <w:color w:val="000000" w:themeColor="text1"/>
                <w:sz w:val="18"/>
                <w:szCs w:val="18"/>
              </w:rPr>
              <w:t>/10°</w:t>
            </w:r>
          </w:p>
        </w:tc>
        <w:tc>
          <w:tcPr>
            <w:tcW w:w="1678" w:type="dxa"/>
            <w:tcBorders>
              <w:bottom w:val="single" w:sz="2" w:space="0" w:color="auto"/>
            </w:tcBorders>
            <w:vAlign w:val="center"/>
          </w:tcPr>
          <w:p w14:paraId="42976215"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10°/5°</w:t>
            </w:r>
          </w:p>
        </w:tc>
        <w:tc>
          <w:tcPr>
            <w:tcW w:w="1290" w:type="dxa"/>
            <w:tcBorders>
              <w:bottom w:val="single" w:sz="2" w:space="0" w:color="auto"/>
            </w:tcBorders>
            <w:vAlign w:val="bottom"/>
          </w:tcPr>
          <w:p w14:paraId="449A89BC"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w:t>
            </w:r>
          </w:p>
        </w:tc>
      </w:tr>
      <w:tr w:rsidR="00DE6D37" w:rsidRPr="009C7AAB" w14:paraId="633C34BB" w14:textId="77777777" w:rsidTr="00DE6D37">
        <w:tc>
          <w:tcPr>
            <w:tcW w:w="3964" w:type="dxa"/>
            <w:tcBorders>
              <w:bottom w:val="single" w:sz="12" w:space="0" w:color="auto"/>
            </w:tcBorders>
            <w:vAlign w:val="center"/>
          </w:tcPr>
          <w:p w14:paraId="3949C70E" w14:textId="77777777" w:rsidR="00DE6D37" w:rsidRPr="009C7AAB" w:rsidRDefault="00DE6D37" w:rsidP="00DE6D37">
            <w:pPr>
              <w:spacing w:before="40" w:after="40" w:line="220" w:lineRule="atLeast"/>
              <w:ind w:left="57"/>
              <w:rPr>
                <w:color w:val="000000" w:themeColor="text1"/>
                <w:sz w:val="18"/>
                <w:szCs w:val="18"/>
              </w:rPr>
            </w:pPr>
            <w:r w:rsidRPr="009C7AAB">
              <w:rPr>
                <w:color w:val="000000" w:themeColor="text1"/>
                <w:sz w:val="18"/>
                <w:szCs w:val="18"/>
              </w:rPr>
              <w:t>Feux de circulation diurne (RL)</w:t>
            </w:r>
          </w:p>
        </w:tc>
        <w:tc>
          <w:tcPr>
            <w:tcW w:w="1573" w:type="dxa"/>
            <w:tcBorders>
              <w:bottom w:val="single" w:sz="12" w:space="0" w:color="auto"/>
            </w:tcBorders>
            <w:vAlign w:val="center"/>
          </w:tcPr>
          <w:p w14:paraId="5E663070"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20°/20°</w:t>
            </w:r>
          </w:p>
        </w:tc>
        <w:tc>
          <w:tcPr>
            <w:tcW w:w="1678" w:type="dxa"/>
            <w:tcBorders>
              <w:bottom w:val="single" w:sz="12" w:space="0" w:color="auto"/>
            </w:tcBorders>
            <w:vAlign w:val="center"/>
          </w:tcPr>
          <w:p w14:paraId="115D160D" w14:textId="77777777" w:rsidR="00DE6D37" w:rsidRPr="009C7AAB" w:rsidRDefault="00DE6D37" w:rsidP="00DE6D37">
            <w:pPr>
              <w:spacing w:before="40" w:after="40" w:line="220" w:lineRule="atLeast"/>
              <w:ind w:right="113"/>
              <w:jc w:val="right"/>
              <w:rPr>
                <w:color w:val="000000" w:themeColor="text1"/>
                <w:sz w:val="18"/>
                <w:szCs w:val="18"/>
              </w:rPr>
            </w:pPr>
            <w:r w:rsidRPr="009C7AAB">
              <w:rPr>
                <w:color w:val="000000" w:themeColor="text1"/>
                <w:sz w:val="18"/>
                <w:szCs w:val="18"/>
              </w:rPr>
              <w:t>10°/5°</w:t>
            </w:r>
          </w:p>
        </w:tc>
        <w:tc>
          <w:tcPr>
            <w:tcW w:w="1290" w:type="dxa"/>
            <w:tcBorders>
              <w:bottom w:val="single" w:sz="12" w:space="0" w:color="auto"/>
            </w:tcBorders>
            <w:vAlign w:val="bottom"/>
          </w:tcPr>
          <w:p w14:paraId="3B23B0A3" w14:textId="77777777" w:rsidR="00DE6D37" w:rsidRPr="009C7AAB" w:rsidRDefault="00DE6D37" w:rsidP="00DE6D37">
            <w:pPr>
              <w:spacing w:before="40" w:after="40" w:line="220" w:lineRule="atLeast"/>
              <w:ind w:right="113"/>
              <w:jc w:val="right"/>
              <w:rPr>
                <w:color w:val="000000" w:themeColor="text1"/>
                <w:sz w:val="18"/>
                <w:szCs w:val="18"/>
              </w:rPr>
            </w:pPr>
            <w:r>
              <w:rPr>
                <w:color w:val="000000" w:themeColor="text1"/>
                <w:sz w:val="18"/>
                <w:szCs w:val="18"/>
              </w:rPr>
              <w:t>-</w:t>
            </w:r>
          </w:p>
        </w:tc>
      </w:tr>
    </w:tbl>
    <w:p w14:paraId="17BFC9C5" w14:textId="3A589EBE" w:rsidR="00DE6D37" w:rsidRDefault="00DE6D37" w:rsidP="00DE6D37">
      <w:pPr>
        <w:pStyle w:val="SingleTxtG"/>
      </w:pPr>
      <w:r>
        <w:br w:type="page"/>
      </w:r>
    </w:p>
    <w:p w14:paraId="275BBB4F" w14:textId="77777777" w:rsidR="00DE6D37" w:rsidRDefault="00DE6D37" w:rsidP="00DE6D37">
      <w:pPr>
        <w:pStyle w:val="H1G"/>
        <w:ind w:left="2268"/>
        <w:rPr>
          <w:shd w:val="clear" w:color="auto" w:fill="FFFFFF"/>
          <w:vertAlign w:val="superscript"/>
        </w:rPr>
      </w:pPr>
      <w:r w:rsidRPr="00B153DD">
        <w:lastRenderedPageBreak/>
        <w:t>Partie B :</w:t>
      </w:r>
      <w:r>
        <w:tab/>
      </w:r>
      <w:r w:rsidRPr="00B153DD">
        <w:rPr>
          <w:shd w:val="clear" w:color="auto" w:fill="FFFFFF"/>
        </w:rPr>
        <w:t xml:space="preserve">Feux indicateurs de direction latéraux et feux </w:t>
      </w:r>
      <w:r>
        <w:rPr>
          <w:shd w:val="clear" w:color="auto" w:fill="FFFFFF"/>
        </w:rPr>
        <w:br/>
      </w:r>
      <w:r w:rsidRPr="00B153DD">
        <w:rPr>
          <w:shd w:val="clear" w:color="auto" w:fill="FFFFFF"/>
        </w:rPr>
        <w:t>de stationnement latéraux</w:t>
      </w:r>
      <w:r w:rsidRPr="00A13E2B">
        <w:rPr>
          <w:rStyle w:val="Appelnotedebasdep"/>
          <w:b w:val="0"/>
        </w:rPr>
        <w:footnoteReference w:id="12"/>
      </w:r>
    </w:p>
    <w:p w14:paraId="052D90B5" w14:textId="73A24A43" w:rsidR="00DE6D37" w:rsidRDefault="00DE6D37" w:rsidP="00DE6D37">
      <w:pPr>
        <w:pStyle w:val="H23G"/>
      </w:pPr>
      <w:r w:rsidRPr="00A13E2B">
        <w:rPr>
          <w:b w:val="0"/>
          <w:shd w:val="clear" w:color="auto" w:fill="FFFFFF"/>
        </w:rPr>
        <w:tab/>
      </w:r>
      <w:r w:rsidRPr="00A13E2B">
        <w:rPr>
          <w:b w:val="0"/>
          <w:shd w:val="clear" w:color="auto" w:fill="FFFFFF"/>
        </w:rPr>
        <w:tab/>
        <w:t>Figure A2-</w:t>
      </w:r>
      <w:r>
        <w:rPr>
          <w:b w:val="0"/>
          <w:shd w:val="clear" w:color="auto" w:fill="FFFFFF"/>
        </w:rPr>
        <w:t>II</w:t>
      </w:r>
      <w:r>
        <w:rPr>
          <w:shd w:val="clear" w:color="auto" w:fill="FFFFFF"/>
        </w:rPr>
        <w:t xml:space="preserve"> </w:t>
      </w:r>
      <w:r>
        <w:rPr>
          <w:shd w:val="clear" w:color="auto" w:fill="FFFFFF"/>
        </w:rPr>
        <w:br/>
      </w:r>
      <w:r w:rsidRPr="0049583D">
        <w:t>Répartition horizontale et verticale de la lumière dans l</w:t>
      </w:r>
      <w:r w:rsidR="003D2091">
        <w:t>’</w:t>
      </w:r>
      <w:r w:rsidRPr="0049583D">
        <w:t>espace</w:t>
      </w:r>
    </w:p>
    <w:p w14:paraId="40151C69" w14:textId="77777777" w:rsidR="00DE6D37" w:rsidRDefault="00DE6D37" w:rsidP="00DE6D37">
      <w:pPr>
        <w:ind w:left="1134" w:right="1134"/>
        <w:rPr>
          <w:shd w:val="clear" w:color="auto" w:fill="FFFFFF"/>
          <w:vertAlign w:val="superscript"/>
        </w:rPr>
      </w:pPr>
      <w:r w:rsidRPr="0049583D">
        <w:rPr>
          <w:noProof/>
          <w:lang w:eastAsia="fr-CH"/>
        </w:rPr>
        <mc:AlternateContent>
          <mc:Choice Requires="wpg">
            <w:drawing>
              <wp:inline distT="0" distB="0" distL="0" distR="0" wp14:anchorId="65A5949E" wp14:editId="1C435CB3">
                <wp:extent cx="2818766" cy="2887028"/>
                <wp:effectExtent l="0" t="0" r="0" b="0"/>
                <wp:docPr id="1565" name="Gruppieren 22"/>
                <wp:cNvGraphicFramePr/>
                <a:graphic xmlns:a="http://schemas.openxmlformats.org/drawingml/2006/main">
                  <a:graphicData uri="http://schemas.microsoft.com/office/word/2010/wordprocessingGroup">
                    <wpg:wgp>
                      <wpg:cNvGrpSpPr/>
                      <wpg:grpSpPr>
                        <a:xfrm>
                          <a:off x="0" y="0"/>
                          <a:ext cx="2818766" cy="2887028"/>
                          <a:chOff x="0" y="0"/>
                          <a:chExt cx="2817461" cy="3092443"/>
                        </a:xfrm>
                      </wpg:grpSpPr>
                      <wps:wsp>
                        <wps:cNvPr id="1566" name="Gerade Verbindung 46"/>
                        <wps:cNvCnPr/>
                        <wps:spPr>
                          <a:xfrm rot="5400000" flipV="1">
                            <a:off x="1029962" y="1707258"/>
                            <a:ext cx="1260000" cy="432048"/>
                          </a:xfrm>
                          <a:prstGeom prst="line">
                            <a:avLst/>
                          </a:prstGeom>
                          <a:noFill/>
                          <a:ln w="12700" cap="flat" cmpd="sng" algn="ctr">
                            <a:solidFill>
                              <a:sysClr val="windowText" lastClr="000000"/>
                            </a:solidFill>
                            <a:prstDash val="solid"/>
                          </a:ln>
                          <a:effectLst/>
                        </wps:spPr>
                        <wps:bodyPr/>
                      </wps:wsp>
                      <wps:wsp>
                        <wps:cNvPr id="1567" name="Gerade Verbindung 47"/>
                        <wps:cNvCnPr/>
                        <wps:spPr>
                          <a:xfrm flipH="1" flipV="1">
                            <a:off x="1443938" y="1285585"/>
                            <a:ext cx="1215768" cy="472017"/>
                          </a:xfrm>
                          <a:prstGeom prst="line">
                            <a:avLst/>
                          </a:prstGeom>
                          <a:noFill/>
                          <a:ln w="12700" cap="flat" cmpd="sng" algn="ctr">
                            <a:solidFill>
                              <a:sysClr val="windowText" lastClr="000000"/>
                            </a:solidFill>
                            <a:prstDash val="solid"/>
                          </a:ln>
                          <a:effectLst/>
                        </wps:spPr>
                        <wps:bodyPr/>
                      </wps:wsp>
                      <wps:wsp>
                        <wps:cNvPr id="1568" name="Bogen 48"/>
                        <wps:cNvSpPr/>
                        <wps:spPr>
                          <a:xfrm rot="5400000">
                            <a:off x="144" y="2771"/>
                            <a:ext cx="2592000" cy="2592288"/>
                          </a:xfrm>
                          <a:prstGeom prst="arc">
                            <a:avLst>
                              <a:gd name="adj1" fmla="val 19990988"/>
                              <a:gd name="adj2" fmla="val 21171389"/>
                            </a:avLst>
                          </a:prstGeom>
                          <a:noFill/>
                          <a:ln w="12700" cap="flat" cmpd="sng" algn="ctr">
                            <a:solidFill>
                              <a:sysClr val="windowText" lastClr="000000"/>
                            </a:solidFill>
                            <a:prstDash val="solid"/>
                            <a:headEnd type="triangle" w="med" len="med"/>
                            <a:tailEnd type="triangle" w="med" len="med"/>
                          </a:ln>
                          <a:effectLst/>
                        </wps:spPr>
                        <wps:txbx>
                          <w:txbxContent>
                            <w:p w14:paraId="37EA7B3A" w14:textId="77777777" w:rsidR="00002A30" w:rsidRDefault="00002A30" w:rsidP="00DE6D37"/>
                          </w:txbxContent>
                        </wps:txbx>
                        <wps:bodyPr wrap="square" rtlCol="0" anchor="ctr">
                          <a:noAutofit/>
                        </wps:bodyPr>
                      </wps:wsp>
                      <wps:wsp>
                        <wps:cNvPr id="1569" name="Bogen 49"/>
                        <wps:cNvSpPr/>
                        <wps:spPr>
                          <a:xfrm rot="5400000" flipH="1">
                            <a:off x="28809" y="-144"/>
                            <a:ext cx="2592000" cy="2592288"/>
                          </a:xfrm>
                          <a:prstGeom prst="arc">
                            <a:avLst>
                              <a:gd name="adj1" fmla="val 12343289"/>
                              <a:gd name="adj2" fmla="val 15123767"/>
                            </a:avLst>
                          </a:prstGeom>
                          <a:noFill/>
                          <a:ln w="12700" cap="flat" cmpd="sng" algn="ctr">
                            <a:solidFill>
                              <a:sysClr val="windowText" lastClr="000000"/>
                            </a:solidFill>
                            <a:prstDash val="solid"/>
                            <a:headEnd type="triangle" w="med" len="med"/>
                            <a:tailEnd type="triangle" w="med" len="med"/>
                          </a:ln>
                          <a:effectLst/>
                        </wps:spPr>
                        <wps:txbx>
                          <w:txbxContent>
                            <w:p w14:paraId="6D62B193" w14:textId="77777777" w:rsidR="00002A30" w:rsidRPr="00197FE3" w:rsidRDefault="00002A30" w:rsidP="00DE6D37">
                              <w:pPr>
                                <w:rPr>
                                  <w:b/>
                                </w:rPr>
                              </w:pPr>
                            </w:p>
                          </w:txbxContent>
                        </wps:txbx>
                        <wps:bodyPr wrap="square" rtlCol="0" anchor="ctr">
                          <a:noAutofit/>
                        </wps:bodyPr>
                      </wps:wsp>
                      <wps:wsp>
                        <wps:cNvPr id="1570" name="Kreis 50"/>
                        <wps:cNvSpPr/>
                        <wps:spPr>
                          <a:xfrm rot="5400000">
                            <a:off x="353325" y="299665"/>
                            <a:ext cx="2191321" cy="1980000"/>
                          </a:xfrm>
                          <a:prstGeom prst="pie">
                            <a:avLst>
                              <a:gd name="adj1" fmla="val 17401324"/>
                              <a:gd name="adj2" fmla="val 20378864"/>
                            </a:avLst>
                          </a:prstGeom>
                          <a:solidFill>
                            <a:srgbClr val="D9D9D9">
                              <a:alpha val="50196"/>
                            </a:srgbClr>
                          </a:solidFill>
                          <a:ln w="9525" cap="flat" cmpd="sng" algn="ctr">
                            <a:solidFill>
                              <a:sysClr val="windowText" lastClr="000000"/>
                            </a:solidFill>
                            <a:prstDash val="solid"/>
                          </a:ln>
                          <a:effectLst/>
                        </wps:spPr>
                        <wps:txbx>
                          <w:txbxContent>
                            <w:p w14:paraId="737CC4D1" w14:textId="77777777" w:rsidR="00002A30" w:rsidRDefault="00002A30" w:rsidP="00DE6D37"/>
                          </w:txbxContent>
                        </wps:txbx>
                        <wps:bodyPr wrap="square" rtlCol="0" anchor="ctr">
                          <a:noAutofit/>
                        </wps:bodyPr>
                      </wps:wsp>
                      <wps:wsp>
                        <wps:cNvPr id="1571" name="Gerade Verbindung 51"/>
                        <wps:cNvCnPr/>
                        <wps:spPr>
                          <a:xfrm>
                            <a:off x="1435484" y="688771"/>
                            <a:ext cx="22437" cy="2023781"/>
                          </a:xfrm>
                          <a:prstGeom prst="line">
                            <a:avLst/>
                          </a:prstGeom>
                          <a:noFill/>
                          <a:ln w="12700" cap="flat" cmpd="sng" algn="ctr">
                            <a:solidFill>
                              <a:sysClr val="windowText" lastClr="000000"/>
                            </a:solidFill>
                            <a:prstDash val="dash"/>
                          </a:ln>
                          <a:effectLst/>
                        </wps:spPr>
                        <wps:bodyPr/>
                      </wps:wsp>
                      <wps:wsp>
                        <wps:cNvPr id="1572" name="Rechteck 54"/>
                        <wps:cNvSpPr/>
                        <wps:spPr>
                          <a:xfrm rot="5400000">
                            <a:off x="368898" y="1444855"/>
                            <a:ext cx="1656184" cy="144016"/>
                          </a:xfrm>
                          <a:prstGeom prst="rect">
                            <a:avLst/>
                          </a:prstGeom>
                          <a:pattFill prst="wdUpDiag">
                            <a:fgClr>
                              <a:sysClr val="windowText" lastClr="000000"/>
                            </a:fgClr>
                            <a:bgClr>
                              <a:sysClr val="window" lastClr="FFFFFF"/>
                            </a:bgClr>
                          </a:pattFill>
                          <a:ln w="12700" cap="flat" cmpd="sng" algn="ctr">
                            <a:noFill/>
                            <a:prstDash val="solid"/>
                          </a:ln>
                          <a:effectLst/>
                        </wps:spPr>
                        <wps:txbx>
                          <w:txbxContent>
                            <w:p w14:paraId="140171BD" w14:textId="77777777" w:rsidR="00002A30" w:rsidRDefault="00002A30" w:rsidP="00DE6D37"/>
                          </w:txbxContent>
                        </wps:txbx>
                        <wps:bodyPr rtlCol="0" anchor="ctr"/>
                      </wps:wsp>
                      <wps:wsp>
                        <wps:cNvPr id="1573" name="Gerade Verbindung 55"/>
                        <wps:cNvCnPr/>
                        <wps:spPr>
                          <a:xfrm rot="5400000">
                            <a:off x="448463" y="1516863"/>
                            <a:ext cx="1656184" cy="0"/>
                          </a:xfrm>
                          <a:prstGeom prst="line">
                            <a:avLst/>
                          </a:prstGeom>
                          <a:noFill/>
                          <a:ln w="12700" cap="flat" cmpd="sng" algn="ctr">
                            <a:solidFill>
                              <a:sysClr val="windowText" lastClr="000000"/>
                            </a:solidFill>
                            <a:prstDash val="solid"/>
                          </a:ln>
                          <a:effectLst/>
                        </wps:spPr>
                        <wps:bodyPr/>
                      </wps:wsp>
                      <wps:wsp>
                        <wps:cNvPr id="1574" name="Textfeld 56"/>
                        <wps:cNvSpPr txBox="1"/>
                        <wps:spPr>
                          <a:xfrm>
                            <a:off x="367394" y="1272327"/>
                            <a:ext cx="934922" cy="243885"/>
                          </a:xfrm>
                          <a:prstGeom prst="rect">
                            <a:avLst/>
                          </a:prstGeom>
                          <a:noFill/>
                        </wps:spPr>
                        <wps:txbx>
                          <w:txbxContent>
                            <w:p w14:paraId="25660C23" w14:textId="77777777" w:rsidR="00002A30" w:rsidRDefault="00002A30" w:rsidP="00DE6D37">
                              <w:pPr>
                                <w:jc w:val="center"/>
                              </w:pPr>
                              <w:r>
                                <w:rPr>
                                  <w:color w:val="000000" w:themeColor="text1"/>
                                  <w:kern w:val="24"/>
                                  <w:lang w:val="de-DE"/>
                                </w:rPr>
                                <w:t>Véhicule</w:t>
                              </w:r>
                            </w:p>
                          </w:txbxContent>
                        </wps:txbx>
                        <wps:bodyPr wrap="square" rtlCol="0">
                          <a:noAutofit/>
                        </wps:bodyPr>
                      </wps:wsp>
                      <wps:wsp>
                        <wps:cNvPr id="1575" name="Textfeld 57"/>
                        <wps:cNvSpPr txBox="1"/>
                        <wps:spPr>
                          <a:xfrm>
                            <a:off x="1427645" y="617304"/>
                            <a:ext cx="908264" cy="396313"/>
                          </a:xfrm>
                          <a:prstGeom prst="rect">
                            <a:avLst/>
                          </a:prstGeom>
                          <a:noFill/>
                        </wps:spPr>
                        <wps:txbx>
                          <w:txbxContent>
                            <w:p w14:paraId="463234ED" w14:textId="77777777" w:rsidR="00002A30" w:rsidRDefault="00002A30" w:rsidP="00DE6D37">
                              <w:r>
                                <w:rPr>
                                  <w:color w:val="000000" w:themeColor="text1"/>
                                  <w:kern w:val="24"/>
                                  <w:lang w:val="de-DE"/>
                                </w:rPr>
                                <w:t xml:space="preserve">Axe de </w:t>
                              </w:r>
                              <w:r>
                                <w:rPr>
                                  <w:color w:val="000000" w:themeColor="text1"/>
                                  <w:kern w:val="24"/>
                                  <w:lang w:val="de-DE"/>
                                </w:rPr>
                                <w:t>référence</w:t>
                              </w:r>
                            </w:p>
                          </w:txbxContent>
                        </wps:txbx>
                        <wps:bodyPr wrap="square" rtlCol="0">
                          <a:noAutofit/>
                        </wps:bodyPr>
                      </wps:wsp>
                      <wps:wsp>
                        <wps:cNvPr id="1576" name="Gerade Verbindung mit Pfeil 58"/>
                        <wps:cNvCnPr/>
                        <wps:spPr>
                          <a:xfrm flipV="1">
                            <a:off x="956641" y="668478"/>
                            <a:ext cx="0" cy="495343"/>
                          </a:xfrm>
                          <a:prstGeom prst="straightConnector1">
                            <a:avLst/>
                          </a:prstGeom>
                          <a:noFill/>
                          <a:ln w="12700" cap="flat" cmpd="sng" algn="ctr">
                            <a:solidFill>
                              <a:sysClr val="windowText" lastClr="000000"/>
                            </a:solidFill>
                            <a:prstDash val="solid"/>
                            <a:headEnd type="none" w="med" len="med"/>
                            <a:tailEnd type="triangle" w="med" len="med"/>
                          </a:ln>
                          <a:effectLst/>
                        </wps:spPr>
                        <wps:bodyPr/>
                      </wps:wsp>
                      <wps:wsp>
                        <wps:cNvPr id="1577" name="Textfeld 74"/>
                        <wps:cNvSpPr txBox="1"/>
                        <wps:spPr>
                          <a:xfrm>
                            <a:off x="251659" y="722631"/>
                            <a:ext cx="790209" cy="396313"/>
                          </a:xfrm>
                          <a:prstGeom prst="rect">
                            <a:avLst/>
                          </a:prstGeom>
                          <a:noFill/>
                        </wps:spPr>
                        <wps:txbx>
                          <w:txbxContent>
                            <w:p w14:paraId="21571D45" w14:textId="77777777" w:rsidR="00002A30" w:rsidRDefault="00002A30" w:rsidP="00DE6D37">
                              <w:pPr>
                                <w:jc w:val="center"/>
                              </w:pPr>
                              <w:r>
                                <w:rPr>
                                  <w:color w:val="000000" w:themeColor="text1"/>
                                  <w:kern w:val="24"/>
                                  <w:lang w:val="de-DE"/>
                                </w:rPr>
                                <w:t>Sens de la marche</w:t>
                              </w:r>
                            </w:p>
                          </w:txbxContent>
                        </wps:txbx>
                        <wps:bodyPr wrap="square" rtlCol="0">
                          <a:noAutofit/>
                        </wps:bodyPr>
                      </wps:wsp>
                      <wps:wsp>
                        <wps:cNvPr id="1578" name="Gerade Verbindung mit Pfeil 75"/>
                        <wps:cNvCnPr/>
                        <wps:spPr>
                          <a:xfrm flipV="1">
                            <a:off x="956641" y="1850834"/>
                            <a:ext cx="0" cy="495343"/>
                          </a:xfrm>
                          <a:prstGeom prst="straightConnector1">
                            <a:avLst/>
                          </a:prstGeom>
                          <a:noFill/>
                          <a:ln w="12700" cap="flat" cmpd="sng" algn="ctr">
                            <a:solidFill>
                              <a:sysClr val="windowText" lastClr="000000"/>
                            </a:solidFill>
                            <a:prstDash val="solid"/>
                            <a:headEnd type="triangle" w="med" len="med"/>
                            <a:tailEnd type="none" w="med" len="med"/>
                          </a:ln>
                          <a:effectLst/>
                        </wps:spPr>
                        <wps:bodyPr/>
                      </wps:wsp>
                      <wps:wsp>
                        <wps:cNvPr id="1579" name="Textfeld 76"/>
                        <wps:cNvSpPr txBox="1"/>
                        <wps:spPr>
                          <a:xfrm>
                            <a:off x="251801" y="1903613"/>
                            <a:ext cx="790844" cy="396313"/>
                          </a:xfrm>
                          <a:prstGeom prst="rect">
                            <a:avLst/>
                          </a:prstGeom>
                          <a:noFill/>
                        </wps:spPr>
                        <wps:txbx>
                          <w:txbxContent>
                            <w:p w14:paraId="01465097" w14:textId="77777777" w:rsidR="00002A30" w:rsidRDefault="00002A30" w:rsidP="00DE6D37">
                              <w:pPr>
                                <w:jc w:val="center"/>
                              </w:pPr>
                              <w:r>
                                <w:rPr>
                                  <w:color w:val="000000" w:themeColor="text1"/>
                                  <w:kern w:val="24"/>
                                  <w:lang w:val="de-DE"/>
                                </w:rPr>
                                <w:t>Direction</w:t>
                              </w:r>
                            </w:p>
                            <w:p w14:paraId="018E6DDA" w14:textId="77777777" w:rsidR="00002A30" w:rsidRDefault="00002A30" w:rsidP="00DE6D37">
                              <w:pPr>
                                <w:jc w:val="center"/>
                              </w:pPr>
                              <w:r>
                                <w:rPr>
                                  <w:color w:val="000000" w:themeColor="text1"/>
                                  <w:kern w:val="24"/>
                                  <w:lang w:val="de-DE"/>
                                </w:rPr>
                                <w:t>A</w:t>
                              </w:r>
                            </w:p>
                          </w:txbxContent>
                        </wps:txbx>
                        <wps:bodyPr wrap="square" rtlCol="0">
                          <a:noAutofit/>
                        </wps:bodyPr>
                      </wps:wsp>
                      <wps:wsp>
                        <wps:cNvPr id="1580" name="Textfeld 77"/>
                        <wps:cNvSpPr txBox="1"/>
                        <wps:spPr>
                          <a:xfrm>
                            <a:off x="1187425" y="2608251"/>
                            <a:ext cx="837812" cy="275716"/>
                          </a:xfrm>
                          <a:prstGeom prst="rect">
                            <a:avLst/>
                          </a:prstGeom>
                          <a:noFill/>
                        </wps:spPr>
                        <wps:txbx>
                          <w:txbxContent>
                            <w:p w14:paraId="680DA839" w14:textId="77777777" w:rsidR="00002A30" w:rsidRDefault="00002A30" w:rsidP="00DE6D37">
                              <w:pPr>
                                <w:jc w:val="right"/>
                              </w:pPr>
                              <w:r>
                                <w:rPr>
                                  <w:color w:val="000000" w:themeColor="text1"/>
                                  <w:kern w:val="24"/>
                                  <w:lang w:val="de-DE"/>
                                </w:rPr>
                                <w:t>Angle A</w:t>
                              </w:r>
                            </w:p>
                          </w:txbxContent>
                        </wps:txbx>
                        <wps:bodyPr wrap="square" rtlCol="0">
                          <a:noAutofit/>
                        </wps:bodyPr>
                      </wps:wsp>
                      <wps:wsp>
                        <wps:cNvPr id="1581" name="Textfeld 78"/>
                        <wps:cNvSpPr txBox="1"/>
                        <wps:spPr>
                          <a:xfrm>
                            <a:off x="1979014" y="2176467"/>
                            <a:ext cx="838447" cy="312994"/>
                          </a:xfrm>
                          <a:prstGeom prst="rect">
                            <a:avLst/>
                          </a:prstGeom>
                          <a:noFill/>
                        </wps:spPr>
                        <wps:txbx>
                          <w:txbxContent>
                            <w:p w14:paraId="42A4B8CF" w14:textId="77777777" w:rsidR="00002A30" w:rsidRDefault="00002A30" w:rsidP="00DE6D37">
                              <w:pPr>
                                <w:jc w:val="right"/>
                              </w:pPr>
                              <w:r>
                                <w:rPr>
                                  <w:color w:val="000000" w:themeColor="text1"/>
                                  <w:kern w:val="24"/>
                                  <w:lang w:val="de-DE"/>
                                </w:rPr>
                                <w:t>Angle B</w:t>
                              </w:r>
                            </w:p>
                          </w:txbxContent>
                        </wps:txbx>
                        <wps:bodyPr wrap="square" rtlCol="0">
                          <a:noAutofit/>
                        </wps:bodyPr>
                      </wps:wsp>
                      <wps:wsp>
                        <wps:cNvPr id="1582" name="Textfeld 88"/>
                        <wps:cNvSpPr txBox="1"/>
                        <wps:spPr>
                          <a:xfrm>
                            <a:off x="376936" y="2848558"/>
                            <a:ext cx="2159905" cy="243885"/>
                          </a:xfrm>
                          <a:prstGeom prst="rect">
                            <a:avLst/>
                          </a:prstGeom>
                          <a:noFill/>
                        </wps:spPr>
                        <wps:txbx>
                          <w:txbxContent>
                            <w:p w14:paraId="364A3507" w14:textId="77777777" w:rsidR="00002A30" w:rsidRDefault="00002A30" w:rsidP="00DE6D37">
                              <w:pPr>
                                <w:jc w:val="center"/>
                              </w:pPr>
                              <w:r>
                                <w:rPr>
                                  <w:b/>
                                  <w:bCs/>
                                  <w:color w:val="000000" w:themeColor="text1"/>
                                  <w:kern w:val="24"/>
                                  <w:lang w:val="de-DE"/>
                                </w:rPr>
                                <w:t>Angles horizontaux</w:t>
                              </w:r>
                            </w:p>
                          </w:txbxContent>
                        </wps:txbx>
                        <wps:bodyPr wrap="square" rtlCol="0">
                          <a:noAutofit/>
                        </wps:bodyPr>
                      </wps:wsp>
                    </wpg:wgp>
                  </a:graphicData>
                </a:graphic>
              </wp:inline>
            </w:drawing>
          </mc:Choice>
          <mc:Fallback>
            <w:pict>
              <v:group w14:anchorId="65A5949E" id="Gruppieren 22" o:spid="_x0000_s1106" style="width:221.95pt;height:227.35pt;mso-position-horizontal-relative:char;mso-position-vertical-relative:line" coordsize="28174,30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">
                <v:line id="Gerade Verbindung 46" o:spid="_x0000_s1107"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" strokecolor="windowText" strokeweight="1pt"/>
                <v:line id="Gerade Verbindung 47" o:spid="_x0000_s1108"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" strokecolor="windowText" strokeweight="1pt"/>
                <v:shape id="Bogen 48" o:spid="_x0000_s1109"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" adj="-11796480,,5400" path="m2452645,711453nsc2519717,844166,2563454,987432,2581942,1134980l1296000,1296144,2452645,711453xem2452645,711453nfc2519717,844166,2563454,987432,2581942,1134980e" filled="f" strokecolor="windowText" strokeweight="1pt">
                  <v:stroke startarrow="block" endarrow="block" joinstyle="miter"/>
                  <v:formulas/>
                  <v:path arrowok="t" o:connecttype="custom" o:connectlocs="2452645,711453;2581942,1134980" o:connectangles="0,0" textboxrect="0,0,2592000,2592288"/>
                  <v:textbox>
                    <w:txbxContent>
                      <w:p w14:paraId="37EA7B3A" w14:textId="77777777" w:rsidR="00002A30" w:rsidRDefault="00002A30" w:rsidP="00DE6D37"/>
                    </w:txbxContent>
                  </v:textbox>
                </v:shape>
                <v:shape id="Bogen 49" o:spid="_x0000_s1110"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" adj="-11796480,,5400" path="m128391,733672nsc282121,414480,559796,172136,896825,63012r399175,1233132l128391,733672xem128391,733672nfc282121,414480,559796,172136,896825,63012e" filled="f" strokecolor="windowText" strokeweight="1pt">
                  <v:stroke startarrow="block" endarrow="block" joinstyle="miter"/>
                  <v:formulas/>
                  <v:path arrowok="t" o:connecttype="custom" o:connectlocs="128391,733672;896825,63012" o:connectangles="0,0" textboxrect="0,0,2592000,2592288"/>
                  <v:textbox>
                    <w:txbxContent>
                      <w:p w14:paraId="6D62B193" w14:textId="77777777" w:rsidR="00002A30" w:rsidRPr="00197FE3" w:rsidRDefault="00002A30" w:rsidP="00DE6D37">
                        <w:pPr>
                          <w:rPr>
                            <w:b/>
                          </w:rPr>
                        </w:pPr>
                      </w:p>
                    </w:txbxContent>
                  </v:textbox>
                </v:shape>
                <v:shape id="Kreis 50" o:spid="_x0000_s1111"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" adj="-11796480,,5400" path="m1438326,49662v304163,90492,549289,296688,670905,564355l1095661,990000,1438326,49662xe" fillcolor="#d9d9d9" strokecolor="windowText">
                  <v:fill opacity="32896f"/>
                  <v:stroke joinstyle="miter"/>
                  <v:formulas/>
                  <v:path arrowok="t" o:connecttype="custom" o:connectlocs="1438326,49662;2109231,614017;1095661,990000;1438326,49662" o:connectangles="0,0,0,0" textboxrect="0,0,2191321,1980000"/>
                  <v:textbox>
                    <w:txbxContent>
                      <w:p w14:paraId="737CC4D1" w14:textId="77777777" w:rsidR="00002A30" w:rsidRDefault="00002A30" w:rsidP="00DE6D37"/>
                    </w:txbxContent>
                  </v:textbox>
                </v:shape>
                <v:line id="Gerade Verbindung 51" o:spid="_x0000_s1112"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" strokecolor="windowText" strokeweight="1pt">
                  <v:stroke dashstyle="dash"/>
                </v:line>
                <v:rect id="Rechteck 54" o:spid="_x0000_s1113"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" fillcolor="windowText" stroked="f" strokeweight="1pt">
                  <v:fill r:id="rId27" o:title="" color2="window" type="pattern"/>
                  <v:textbox>
                    <w:txbxContent>
                      <w:p w14:paraId="140171BD" w14:textId="77777777" w:rsidR="00002A30" w:rsidRDefault="00002A30" w:rsidP="00DE6D37"/>
                    </w:txbxContent>
                  </v:textbox>
                </v:rect>
                <v:line id="Gerade Verbindung 55" o:spid="_x0000_s1114"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" strokecolor="windowText" strokeweight="1pt"/>
                <v:shape id="Textfeld 56" o:spid="_x0000_s1115" type="#_x0000_t202" style="position:absolute;left:3673;top:12723;width:9350;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" filled="f" stroked="f">
                  <v:textbox>
                    <w:txbxContent>
                      <w:p w14:paraId="25660C23" w14:textId="77777777" w:rsidR="00002A30" w:rsidRDefault="00002A30" w:rsidP="00DE6D37">
                        <w:pPr>
                          <w:jc w:val="center"/>
                        </w:pPr>
                        <w:r>
                          <w:rPr>
                            <w:color w:val="000000" w:themeColor="text1"/>
                            <w:kern w:val="24"/>
                            <w:lang w:val="de-DE"/>
                          </w:rPr>
                          <w:t>Véhicule</w:t>
                        </w:r>
                      </w:p>
                    </w:txbxContent>
                  </v:textbox>
                </v:shape>
                <v:shape id="Textfeld 57" o:spid="_x0000_s1116" type="#_x0000_t202" style="position:absolute;left:14276;top:6173;width:9083;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" filled="f" stroked="f">
                  <v:textbox>
                    <w:txbxContent>
                      <w:p w14:paraId="463234ED" w14:textId="77777777" w:rsidR="00002A30" w:rsidRDefault="00002A30" w:rsidP="00DE6D37">
                        <w:r>
                          <w:rPr>
                            <w:color w:val="000000" w:themeColor="text1"/>
                            <w:kern w:val="24"/>
                            <w:lang w:val="de-DE"/>
                          </w:rPr>
                          <w:t xml:space="preserve">Axe de </w:t>
                        </w:r>
                        <w:r>
                          <w:rPr>
                            <w:color w:val="000000" w:themeColor="text1"/>
                            <w:kern w:val="24"/>
                            <w:lang w:val="de-DE"/>
                          </w:rPr>
                          <w:t>référence</w:t>
                        </w:r>
                      </w:p>
                    </w:txbxContent>
                  </v:textbox>
                </v:shape>
                <v:shape id="Gerade Verbindung mit Pfeil 58" o:spid="_x0000_s1117"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" strokecolor="windowText" strokeweight="1pt">
                  <v:stroke endarrow="block"/>
                </v:shape>
                <v:shape id="Textfeld 74" o:spid="_x0000_s1118" type="#_x0000_t202" style="position:absolute;left:2516;top:7226;width:7902;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" filled="f" stroked="f">
                  <v:textbox>
                    <w:txbxContent>
                      <w:p w14:paraId="21571D45" w14:textId="77777777" w:rsidR="00002A30" w:rsidRDefault="00002A30" w:rsidP="00DE6D37">
                        <w:pPr>
                          <w:jc w:val="center"/>
                        </w:pPr>
                        <w:r>
                          <w:rPr>
                            <w:color w:val="000000" w:themeColor="text1"/>
                            <w:kern w:val="24"/>
                            <w:lang w:val="de-DE"/>
                          </w:rPr>
                          <w:t>Sens de la marche</w:t>
                        </w:r>
                      </w:p>
                    </w:txbxContent>
                  </v:textbox>
                </v:shape>
                <v:shape id="Gerade Verbindung mit Pfeil 75" o:spid="_x0000_s1119"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" strokecolor="windowText" strokeweight="1pt">
                  <v:stroke startarrow="block"/>
                </v:shape>
                <v:shape id="Textfeld 76" o:spid="_x0000_s1120" type="#_x0000_t202" style="position:absolute;left:2518;top:19036;width:7908;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" filled="f" stroked="f">
                  <v:textbox>
                    <w:txbxContent>
                      <w:p w14:paraId="01465097" w14:textId="77777777" w:rsidR="00002A30" w:rsidRDefault="00002A30" w:rsidP="00DE6D37">
                        <w:pPr>
                          <w:jc w:val="center"/>
                        </w:pPr>
                        <w:r>
                          <w:rPr>
                            <w:color w:val="000000" w:themeColor="text1"/>
                            <w:kern w:val="24"/>
                            <w:lang w:val="de-DE"/>
                          </w:rPr>
                          <w:t>Direction</w:t>
                        </w:r>
                      </w:p>
                      <w:p w14:paraId="018E6DDA" w14:textId="77777777" w:rsidR="00002A30" w:rsidRDefault="00002A30" w:rsidP="00DE6D37">
                        <w:pPr>
                          <w:jc w:val="center"/>
                        </w:pPr>
                        <w:r>
                          <w:rPr>
                            <w:color w:val="000000" w:themeColor="text1"/>
                            <w:kern w:val="24"/>
                            <w:lang w:val="de-DE"/>
                          </w:rPr>
                          <w:t>A</w:t>
                        </w:r>
                      </w:p>
                    </w:txbxContent>
                  </v:textbox>
                </v:shape>
                <v:shape id="Textfeld 77" o:spid="_x0000_s1121" type="#_x0000_t202" style="position:absolute;left:11874;top:26082;width:8378;height:2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" filled="f" stroked="f">
                  <v:textbox>
                    <w:txbxContent>
                      <w:p w14:paraId="680DA839" w14:textId="77777777" w:rsidR="00002A30" w:rsidRDefault="00002A30" w:rsidP="00DE6D37">
                        <w:pPr>
                          <w:jc w:val="right"/>
                        </w:pPr>
                        <w:r>
                          <w:rPr>
                            <w:color w:val="000000" w:themeColor="text1"/>
                            <w:kern w:val="24"/>
                            <w:lang w:val="de-DE"/>
                          </w:rPr>
                          <w:t>Angle A</w:t>
                        </w:r>
                      </w:p>
                    </w:txbxContent>
                  </v:textbox>
                </v:shape>
                <v:shape id="Textfeld 78" o:spid="_x0000_s1122" type="#_x0000_t202" style="position:absolute;left:19790;top:21764;width:8384;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" filled="f" stroked="f">
                  <v:textbox>
                    <w:txbxContent>
                      <w:p w14:paraId="42A4B8CF" w14:textId="77777777" w:rsidR="00002A30" w:rsidRDefault="00002A30" w:rsidP="00DE6D37">
                        <w:pPr>
                          <w:jc w:val="right"/>
                        </w:pPr>
                        <w:r>
                          <w:rPr>
                            <w:color w:val="000000" w:themeColor="text1"/>
                            <w:kern w:val="24"/>
                            <w:lang w:val="de-DE"/>
                          </w:rPr>
                          <w:t>Angle B</w:t>
                        </w:r>
                      </w:p>
                    </w:txbxContent>
                  </v:textbox>
                </v:shape>
                <v:shape id="Textfeld 88" o:spid="_x0000_s1123" type="#_x0000_t202" style="position:absolute;left:3769;top:28485;width:2159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" filled="f" stroked="f">
                  <v:textbox>
                    <w:txbxContent>
                      <w:p w14:paraId="364A3507" w14:textId="77777777" w:rsidR="00002A30" w:rsidRDefault="00002A30" w:rsidP="00DE6D37">
                        <w:pPr>
                          <w:jc w:val="center"/>
                        </w:pPr>
                        <w:r>
                          <w:rPr>
                            <w:b/>
                            <w:bCs/>
                            <w:color w:val="000000" w:themeColor="text1"/>
                            <w:kern w:val="24"/>
                            <w:lang w:val="de-DE"/>
                          </w:rPr>
                          <w:t>Angles horizontaux</w:t>
                        </w:r>
                      </w:p>
                    </w:txbxContent>
                  </v:textbox>
                </v:shape>
                <w10:anchorlock/>
              </v:group>
            </w:pict>
          </mc:Fallback>
        </mc:AlternateContent>
      </w:r>
    </w:p>
    <w:p w14:paraId="04EFCBE1" w14:textId="77777777" w:rsidR="00DE6D37" w:rsidRDefault="00DE6D37" w:rsidP="00DE6D37">
      <w:pPr>
        <w:pStyle w:val="SingleTxtG"/>
      </w:pPr>
    </w:p>
    <w:p w14:paraId="7E6D2125" w14:textId="77777777" w:rsidR="00DE6D37" w:rsidRPr="005368DA" w:rsidRDefault="00DE6D37" w:rsidP="00DE6D37">
      <w:pPr>
        <w:rPr>
          <w:shd w:val="clear" w:color="auto" w:fill="FFFFFF"/>
        </w:rPr>
      </w:pPr>
      <w:r w:rsidRPr="0049583D">
        <w:rPr>
          <w:noProof/>
          <w:lang w:eastAsia="fr-CH"/>
        </w:rPr>
        <mc:AlternateContent>
          <mc:Choice Requires="wpg">
            <w:drawing>
              <wp:inline distT="0" distB="0" distL="0" distR="0" wp14:anchorId="5F47F6B3" wp14:editId="3F86AE1E">
                <wp:extent cx="3779349" cy="2428646"/>
                <wp:effectExtent l="0" t="0" r="0" b="0"/>
                <wp:docPr id="13" name="Gruppieren 40"/>
                <wp:cNvGraphicFramePr/>
                <a:graphic xmlns:a="http://schemas.openxmlformats.org/drawingml/2006/main">
                  <a:graphicData uri="http://schemas.microsoft.com/office/word/2010/wordprocessingGroup">
                    <wpg:wgp>
                      <wpg:cNvGrpSpPr/>
                      <wpg:grpSpPr>
                        <a:xfrm>
                          <a:off x="0" y="0"/>
                          <a:ext cx="3779349" cy="2428646"/>
                          <a:chOff x="0" y="0"/>
                          <a:chExt cx="3779350" cy="2618666"/>
                        </a:xfrm>
                      </wpg:grpSpPr>
                      <wps:wsp>
                        <wps:cNvPr id="14" name="Gerade Verbindung 80"/>
                        <wps:cNvCnPr/>
                        <wps:spPr>
                          <a:xfrm>
                            <a:off x="1444786" y="1316814"/>
                            <a:ext cx="1012664" cy="723542"/>
                          </a:xfrm>
                          <a:prstGeom prst="line">
                            <a:avLst/>
                          </a:prstGeom>
                          <a:noFill/>
                          <a:ln w="12700" cap="flat" cmpd="sng" algn="ctr">
                            <a:solidFill>
                              <a:sysClr val="windowText" lastClr="000000"/>
                            </a:solidFill>
                            <a:prstDash val="solid"/>
                          </a:ln>
                          <a:effectLst/>
                        </wps:spPr>
                        <wps:bodyPr/>
                      </wps:wsp>
                      <wps:wsp>
                        <wps:cNvPr id="15" name="Gerade Verbindung 81"/>
                        <wps:cNvCnPr/>
                        <wps:spPr>
                          <a:xfrm flipH="1">
                            <a:off x="1444965" y="638663"/>
                            <a:ext cx="1039354" cy="670674"/>
                          </a:xfrm>
                          <a:prstGeom prst="line">
                            <a:avLst/>
                          </a:prstGeom>
                          <a:noFill/>
                          <a:ln w="12700" cap="flat" cmpd="sng" algn="ctr">
                            <a:solidFill>
                              <a:sysClr val="windowText" lastClr="000000"/>
                            </a:solidFill>
                            <a:prstDash val="solid"/>
                          </a:ln>
                          <a:effectLst/>
                        </wps:spPr>
                        <wps:bodyPr/>
                      </wps:wsp>
                      <wps:wsp>
                        <wps:cNvPr id="16" name="Bogen 82"/>
                        <wps:cNvSpPr/>
                        <wps:spPr>
                          <a:xfrm rot="5400000">
                            <a:off x="1169" y="26522"/>
                            <a:ext cx="2592000" cy="2592288"/>
                          </a:xfrm>
                          <a:prstGeom prst="arc">
                            <a:avLst>
                              <a:gd name="adj1" fmla="val 16200000"/>
                              <a:gd name="adj2" fmla="val 17990838"/>
                            </a:avLst>
                          </a:prstGeom>
                          <a:noFill/>
                          <a:ln w="12700" cap="flat" cmpd="sng" algn="ctr">
                            <a:solidFill>
                              <a:sysClr val="windowText" lastClr="000000"/>
                            </a:solidFill>
                            <a:prstDash val="solid"/>
                            <a:headEnd type="triangle" w="med" len="med"/>
                            <a:tailEnd type="triangle" w="med" len="med"/>
                          </a:ln>
                          <a:effectLst/>
                        </wps:spPr>
                        <wps:txbx>
                          <w:txbxContent>
                            <w:p w14:paraId="71B1034A" w14:textId="77777777" w:rsidR="00002A30" w:rsidRDefault="00002A30" w:rsidP="00DE6D37"/>
                          </w:txbxContent>
                        </wps:txbx>
                        <wps:bodyPr wrap="square" rtlCol="0" anchor="ctr">
                          <a:noAutofit/>
                        </wps:bodyPr>
                      </wps:wsp>
                      <wps:wsp>
                        <wps:cNvPr id="17" name="Bogen 83"/>
                        <wps:cNvSpPr/>
                        <wps:spPr>
                          <a:xfrm rot="5400000" flipH="1">
                            <a:off x="144" y="-144"/>
                            <a:ext cx="2592000" cy="2592288"/>
                          </a:xfrm>
                          <a:prstGeom prst="arc">
                            <a:avLst>
                              <a:gd name="adj1" fmla="val 16141441"/>
                              <a:gd name="adj2" fmla="val 17918864"/>
                            </a:avLst>
                          </a:prstGeom>
                          <a:noFill/>
                          <a:ln w="12700" cap="flat" cmpd="sng" algn="ctr">
                            <a:solidFill>
                              <a:sysClr val="windowText" lastClr="000000"/>
                            </a:solidFill>
                            <a:prstDash val="solid"/>
                            <a:headEnd type="triangle" w="med" len="med"/>
                            <a:tailEnd type="triangle" w="med" len="med"/>
                          </a:ln>
                          <a:effectLst/>
                        </wps:spPr>
                        <wps:txbx>
                          <w:txbxContent>
                            <w:p w14:paraId="370DCC7F" w14:textId="77777777" w:rsidR="00002A30" w:rsidRDefault="00002A30" w:rsidP="00DE6D37"/>
                          </w:txbxContent>
                        </wps:txbx>
                        <wps:bodyPr rtlCol="0" anchor="ctr"/>
                      </wps:wsp>
                      <wps:wsp>
                        <wps:cNvPr id="18" name="Kreis 84"/>
                        <wps:cNvSpPr/>
                        <wps:spPr>
                          <a:xfrm rot="5400000">
                            <a:off x="354349" y="323417"/>
                            <a:ext cx="2191321" cy="1980000"/>
                          </a:xfrm>
                          <a:prstGeom prst="pie">
                            <a:avLst>
                              <a:gd name="adj1" fmla="val 14250500"/>
                              <a:gd name="adj2" fmla="val 18265436"/>
                            </a:avLst>
                          </a:prstGeom>
                          <a:solidFill>
                            <a:srgbClr val="D9D9D9">
                              <a:alpha val="50196"/>
                            </a:srgbClr>
                          </a:solidFill>
                          <a:ln w="9525" cap="flat" cmpd="sng" algn="ctr">
                            <a:solidFill>
                              <a:sysClr val="windowText" lastClr="000000"/>
                            </a:solidFill>
                            <a:prstDash val="solid"/>
                          </a:ln>
                          <a:effectLst/>
                        </wps:spPr>
                        <wps:txbx>
                          <w:txbxContent>
                            <w:p w14:paraId="4F814746" w14:textId="77777777" w:rsidR="00002A30" w:rsidRDefault="00002A30" w:rsidP="00DE6D37">
                              <w:pPr>
                                <w:ind w:left="1134"/>
                              </w:pPr>
                            </w:p>
                          </w:txbxContent>
                        </wps:txbx>
                        <wps:bodyPr wrap="square" rtlCol="0" anchor="ctr">
                          <a:noAutofit/>
                        </wps:bodyPr>
                      </wps:wsp>
                      <wps:wsp>
                        <wps:cNvPr id="19" name="Gerade Verbindung 85"/>
                        <wps:cNvCnPr/>
                        <wps:spPr>
                          <a:xfrm rot="5400000">
                            <a:off x="2057736" y="710598"/>
                            <a:ext cx="0" cy="1224136"/>
                          </a:xfrm>
                          <a:prstGeom prst="line">
                            <a:avLst/>
                          </a:prstGeom>
                          <a:noFill/>
                          <a:ln w="12700" cap="flat" cmpd="sng" algn="ctr">
                            <a:solidFill>
                              <a:sysClr val="windowText" lastClr="000000"/>
                            </a:solidFill>
                            <a:prstDash val="dash"/>
                          </a:ln>
                          <a:effectLst/>
                        </wps:spPr>
                        <wps:bodyPr/>
                      </wps:wsp>
                      <wps:wsp>
                        <wps:cNvPr id="20" name="Textfeld 91"/>
                        <wps:cNvSpPr txBox="1"/>
                        <wps:spPr>
                          <a:xfrm>
                            <a:off x="1818824" y="937687"/>
                            <a:ext cx="837565" cy="435050"/>
                          </a:xfrm>
                          <a:prstGeom prst="rect">
                            <a:avLst/>
                          </a:prstGeom>
                          <a:noFill/>
                        </wps:spPr>
                        <wps:txbx>
                          <w:txbxContent>
                            <w:p w14:paraId="434A4180" w14:textId="77777777" w:rsidR="00002A30" w:rsidRDefault="00002A30" w:rsidP="00DE6D37">
                              <w:r>
                                <w:rPr>
                                  <w:color w:val="000000" w:themeColor="text1"/>
                                  <w:kern w:val="24"/>
                                  <w:lang w:val="de-DE"/>
                                </w:rPr>
                                <w:t xml:space="preserve">Angle </w:t>
                              </w:r>
                              <w:r>
                                <w:rPr>
                                  <w:color w:val="000000" w:themeColor="text1"/>
                                  <w:kern w:val="24"/>
                                  <w:lang w:val="de-DE"/>
                                </w:rPr>
                                <w:t>supérieur</w:t>
                              </w:r>
                            </w:p>
                          </w:txbxContent>
                        </wps:txbx>
                        <wps:bodyPr wrap="square" rtlCol="0">
                          <a:noAutofit/>
                        </wps:bodyPr>
                      </wps:wsp>
                      <wps:wsp>
                        <wps:cNvPr id="21" name="Textfeld 92"/>
                        <wps:cNvSpPr txBox="1"/>
                        <wps:spPr>
                          <a:xfrm>
                            <a:off x="1823279" y="1294435"/>
                            <a:ext cx="837565" cy="396325"/>
                          </a:xfrm>
                          <a:prstGeom prst="rect">
                            <a:avLst/>
                          </a:prstGeom>
                          <a:noFill/>
                        </wps:spPr>
                        <wps:txbx>
                          <w:txbxContent>
                            <w:p w14:paraId="5F67530F" w14:textId="77777777" w:rsidR="00002A30" w:rsidRDefault="00002A30" w:rsidP="00DE6D37">
                              <w:r>
                                <w:rPr>
                                  <w:color w:val="000000" w:themeColor="text1"/>
                                  <w:kern w:val="24"/>
                                  <w:lang w:val="de-DE"/>
                                </w:rPr>
                                <w:t xml:space="preserve">Angle </w:t>
                              </w:r>
                              <w:r>
                                <w:rPr>
                                  <w:color w:val="000000" w:themeColor="text1"/>
                                  <w:kern w:val="24"/>
                                  <w:lang w:val="de-DE"/>
                                </w:rPr>
                                <w:t>inférieur</w:t>
                              </w:r>
                            </w:p>
                          </w:txbxContent>
                        </wps:txbx>
                        <wps:bodyPr wrap="square" rtlCol="0">
                          <a:noAutofit/>
                        </wps:bodyPr>
                      </wps:wsp>
                      <wps:wsp>
                        <wps:cNvPr id="22" name="Rechteck 93"/>
                        <wps:cNvSpPr/>
                        <wps:spPr>
                          <a:xfrm rot="5400000">
                            <a:off x="694537" y="1250763"/>
                            <a:ext cx="1325723" cy="144016"/>
                          </a:xfrm>
                          <a:prstGeom prst="rect">
                            <a:avLst/>
                          </a:prstGeom>
                          <a:pattFill prst="wdUpDiag">
                            <a:fgClr>
                              <a:sysClr val="windowText" lastClr="000000"/>
                            </a:fgClr>
                            <a:bgClr>
                              <a:sysClr val="window" lastClr="FFFFFF"/>
                            </a:bgClr>
                          </a:pattFill>
                          <a:ln w="12700" cap="flat" cmpd="sng" algn="ctr">
                            <a:noFill/>
                            <a:prstDash val="solid"/>
                          </a:ln>
                          <a:effectLst/>
                        </wps:spPr>
                        <wps:txbx>
                          <w:txbxContent>
                            <w:p w14:paraId="4AED85D7" w14:textId="77777777" w:rsidR="00002A30" w:rsidRDefault="00002A30" w:rsidP="00DE6D37"/>
                          </w:txbxContent>
                        </wps:txbx>
                        <wps:bodyPr rtlCol="0" anchor="ctr"/>
                      </wps:wsp>
                      <wps:wsp>
                        <wps:cNvPr id="23" name="Gerade Verbindung 94"/>
                        <wps:cNvCnPr/>
                        <wps:spPr>
                          <a:xfrm>
                            <a:off x="1436964" y="654870"/>
                            <a:ext cx="0" cy="1330736"/>
                          </a:xfrm>
                          <a:prstGeom prst="line">
                            <a:avLst/>
                          </a:prstGeom>
                          <a:noFill/>
                          <a:ln w="12700" cap="flat" cmpd="sng" algn="ctr">
                            <a:solidFill>
                              <a:sysClr val="windowText" lastClr="000000"/>
                            </a:solidFill>
                            <a:prstDash val="solid"/>
                          </a:ln>
                          <a:effectLst/>
                        </wps:spPr>
                        <wps:bodyPr/>
                      </wps:wsp>
                      <wps:wsp>
                        <wps:cNvPr id="24" name="Textfeld 97"/>
                        <wps:cNvSpPr txBox="1"/>
                        <wps:spPr>
                          <a:xfrm>
                            <a:off x="477003" y="1170421"/>
                            <a:ext cx="935990" cy="243892"/>
                          </a:xfrm>
                          <a:prstGeom prst="rect">
                            <a:avLst/>
                          </a:prstGeom>
                          <a:noFill/>
                        </wps:spPr>
                        <wps:txbx>
                          <w:txbxContent>
                            <w:p w14:paraId="143AE14E" w14:textId="77777777" w:rsidR="00002A30" w:rsidRDefault="00002A30" w:rsidP="00DE6D37">
                              <w:pPr>
                                <w:jc w:val="center"/>
                              </w:pPr>
                              <w:r>
                                <w:rPr>
                                  <w:color w:val="000000" w:themeColor="text1"/>
                                  <w:kern w:val="24"/>
                                  <w:lang w:val="de-DE"/>
                                </w:rPr>
                                <w:t>Véhicule</w:t>
                              </w:r>
                            </w:p>
                          </w:txbxContent>
                        </wps:txbx>
                        <wps:bodyPr wrap="square" rtlCol="0">
                          <a:noAutofit/>
                        </wps:bodyPr>
                      </wps:wsp>
                      <wps:wsp>
                        <wps:cNvPr id="25" name="Textfeld 98"/>
                        <wps:cNvSpPr txBox="1"/>
                        <wps:spPr>
                          <a:xfrm>
                            <a:off x="2636350" y="1181352"/>
                            <a:ext cx="1143000" cy="262523"/>
                          </a:xfrm>
                          <a:prstGeom prst="rect">
                            <a:avLst/>
                          </a:prstGeom>
                          <a:noFill/>
                        </wps:spPr>
                        <wps:txbx>
                          <w:txbxContent>
                            <w:p w14:paraId="4F1F4E8C" w14:textId="77777777" w:rsidR="00002A30" w:rsidRDefault="00002A30" w:rsidP="00DE6D37">
                              <w:r>
                                <w:rPr>
                                  <w:color w:val="000000" w:themeColor="text1"/>
                                  <w:kern w:val="24"/>
                                  <w:lang w:val="de-DE"/>
                                </w:rPr>
                                <w:t xml:space="preserve">Axe de </w:t>
                              </w:r>
                              <w:r>
                                <w:rPr>
                                  <w:color w:val="000000" w:themeColor="text1"/>
                                  <w:kern w:val="24"/>
                                  <w:lang w:val="de-DE"/>
                                </w:rPr>
                                <w:t>référence</w:t>
                              </w:r>
                            </w:p>
                          </w:txbxContent>
                        </wps:txbx>
                        <wps:bodyPr wrap="square" rtlCol="0">
                          <a:noAutofit/>
                        </wps:bodyPr>
                      </wps:wsp>
                      <wps:wsp>
                        <wps:cNvPr id="26" name="Textfeld 87"/>
                        <wps:cNvSpPr txBox="1"/>
                        <wps:spPr>
                          <a:xfrm>
                            <a:off x="884272" y="2087584"/>
                            <a:ext cx="2160906" cy="243892"/>
                          </a:xfrm>
                          <a:prstGeom prst="rect">
                            <a:avLst/>
                          </a:prstGeom>
                          <a:noFill/>
                        </wps:spPr>
                        <wps:txbx>
                          <w:txbxContent>
                            <w:p w14:paraId="6B4778DC" w14:textId="77777777" w:rsidR="00002A30" w:rsidRDefault="00002A30" w:rsidP="00DE6D37">
                              <w:pPr>
                                <w:jc w:val="center"/>
                              </w:pPr>
                              <w:r>
                                <w:rPr>
                                  <w:b/>
                                  <w:bCs/>
                                  <w:color w:val="000000" w:themeColor="text1"/>
                                  <w:kern w:val="24"/>
                                  <w:lang w:val="de-DE"/>
                                </w:rPr>
                                <w:t>Angles verticaux</w:t>
                              </w:r>
                            </w:p>
                          </w:txbxContent>
                        </wps:txbx>
                        <wps:bodyPr wrap="square" rtlCol="0">
                          <a:noAutofit/>
                        </wps:bodyPr>
                      </wps:wsp>
                    </wpg:wgp>
                  </a:graphicData>
                </a:graphic>
              </wp:inline>
            </w:drawing>
          </mc:Choice>
          <mc:Fallback>
            <w:pict>
              <v:group w14:anchorId="5F47F6B3" id="_x0000_s1124" style="width:297.6pt;height:191.25pt;mso-position-horizontal-relative:char;mso-position-vertical-relative:line" coordsize="3779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">
                <v:line id="Gerade Verbindung 80" o:spid="_x0000_s1125" style="position:absolute;visibility:visible;mso-wrap-style:square" from="14447,13168" to="24574,20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" strokecolor="windowText" strokeweight="1pt"/>
                <v:line id="Gerade Verbindung 81" o:spid="_x0000_s1126"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" strokecolor="windowText" strokeweight="1pt"/>
                <v:shape id="Bogen 82" o:spid="_x0000_s1127"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" adj="-11796480,,5400" path="m1296000,nsc1522345,,1744744,59286,1941060,171958l1296000,1296144,1296000,xem1296000,nfc1522345,,1744744,59286,1941060,171958e" filled="f" strokecolor="windowText" strokeweight="1pt">
                  <v:stroke startarrow="block" endarrow="block" joinstyle="miter"/>
                  <v:formulas/>
                  <v:path arrowok="t" o:connecttype="custom" o:connectlocs="1296000,0;1941060,171958" o:connectangles="0,0" textboxrect="0,0,2592000,2592288"/>
                  <v:textbox>
                    <w:txbxContent>
                      <w:p w14:paraId="71B1034A" w14:textId="77777777" w:rsidR="00002A30" w:rsidRDefault="00002A30" w:rsidP="00DE6D37"/>
                    </w:txbxContent>
                  </v:textbox>
                </v:shape>
                <v:shape id="Bogen 83" o:spid="_x0000_s1128"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" adj="-11796480,,5400" path="m1273922,188nsc1498521,-3639,1720257,50983,1917385,158698l1296000,1296144,1273922,188xem1273922,188nfc1498521,-3639,1720257,50983,1917385,158698e" filled="f" strokecolor="windowText" strokeweight="1pt">
                  <v:stroke startarrow="block" endarrow="block" joinstyle="miter"/>
                  <v:formulas/>
                  <v:path arrowok="t" o:connecttype="custom" o:connectlocs="1273922,188;1917385,158698" o:connectangles="0,0" textboxrect="0,0,2592000,2592288"/>
                  <v:textbox>
                    <w:txbxContent>
                      <w:p w14:paraId="370DCC7F" w14:textId="77777777" w:rsidR="00002A30" w:rsidRDefault="00002A30" w:rsidP="00DE6D37"/>
                    </w:txbxContent>
                  </v:textbox>
                </v:shape>
                <v:shape id="Kreis 84" o:spid="_x0000_s1129"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" adj="-11796480,,5400" path="m549185,131929c898464,-49680,1329884,-43389,1672495,148309l1095661,990000,549185,131929xe" fillcolor="#d9d9d9" strokecolor="windowText">
                  <v:fill opacity="32896f"/>
                  <v:stroke joinstyle="miter"/>
                  <v:formulas/>
                  <v:path arrowok="t" o:connecttype="custom" o:connectlocs="549185,131929;1672495,148309;1095661,990000;549185,131929" o:connectangles="0,0,0,0" textboxrect="0,0,2191321,1980000"/>
                  <v:textbox>
                    <w:txbxContent>
                      <w:p w14:paraId="4F814746" w14:textId="77777777" w:rsidR="00002A30" w:rsidRDefault="00002A30" w:rsidP="00DE6D37">
                        <w:pPr>
                          <w:ind w:left="1134"/>
                        </w:pPr>
                      </w:p>
                    </w:txbxContent>
                  </v:textbox>
                </v:shape>
                <v:line id="Gerade Verbindung 85" o:spid="_x0000_s1130"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" strokecolor="windowText" strokeweight="1pt">
                  <v:stroke dashstyle="dash"/>
                </v:line>
                <v:shape id="Textfeld 91" o:spid="_x0000_s1131" type="#_x0000_t202" style="position:absolute;left:18188;top:9376;width:8375;height:4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434A4180" w14:textId="77777777" w:rsidR="00002A30" w:rsidRDefault="00002A30" w:rsidP="00DE6D37">
                        <w:r>
                          <w:rPr>
                            <w:color w:val="000000" w:themeColor="text1"/>
                            <w:kern w:val="24"/>
                            <w:lang w:val="de-DE"/>
                          </w:rPr>
                          <w:t xml:space="preserve">Angle </w:t>
                        </w:r>
                        <w:r>
                          <w:rPr>
                            <w:color w:val="000000" w:themeColor="text1"/>
                            <w:kern w:val="24"/>
                            <w:lang w:val="de-DE"/>
                          </w:rPr>
                          <w:t>supérieur</w:t>
                        </w:r>
                      </w:p>
                    </w:txbxContent>
                  </v:textbox>
                </v:shape>
                <v:shape id="Textfeld 92" o:spid="_x0000_s1132" type="#_x0000_t202" style="position:absolute;left:18232;top:12944;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5F67530F" w14:textId="77777777" w:rsidR="00002A30" w:rsidRDefault="00002A30" w:rsidP="00DE6D37">
                        <w:r>
                          <w:rPr>
                            <w:color w:val="000000" w:themeColor="text1"/>
                            <w:kern w:val="24"/>
                            <w:lang w:val="de-DE"/>
                          </w:rPr>
                          <w:t xml:space="preserve">Angle </w:t>
                        </w:r>
                        <w:r>
                          <w:rPr>
                            <w:color w:val="000000" w:themeColor="text1"/>
                            <w:kern w:val="24"/>
                            <w:lang w:val="de-DE"/>
                          </w:rPr>
                          <w:t>inférieur</w:t>
                        </w:r>
                      </w:p>
                    </w:txbxContent>
                  </v:textbox>
                </v:shape>
                <v:rect id="Rechteck 93" o:spid="_x0000_s1133"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" fillcolor="windowText" stroked="f" strokeweight="1pt">
                  <v:fill r:id="rId27" o:title="" color2="window" type="pattern"/>
                  <v:textbox>
                    <w:txbxContent>
                      <w:p w14:paraId="4AED85D7" w14:textId="77777777" w:rsidR="00002A30" w:rsidRDefault="00002A30" w:rsidP="00DE6D37"/>
                    </w:txbxContent>
                  </v:textbox>
                </v:rect>
                <v:line id="Gerade Verbindung 94" o:spid="_x0000_s1134"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" strokecolor="windowText" strokeweight="1pt"/>
                <v:shape id="Textfeld 97" o:spid="_x0000_s1135" type="#_x0000_t202" style="position:absolute;left:4770;top:11704;width:935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143AE14E" w14:textId="77777777" w:rsidR="00002A30" w:rsidRDefault="00002A30" w:rsidP="00DE6D37">
                        <w:pPr>
                          <w:jc w:val="center"/>
                        </w:pPr>
                        <w:r>
                          <w:rPr>
                            <w:color w:val="000000" w:themeColor="text1"/>
                            <w:kern w:val="24"/>
                            <w:lang w:val="de-DE"/>
                          </w:rPr>
                          <w:t>Véhicule</w:t>
                        </w:r>
                      </w:p>
                    </w:txbxContent>
                  </v:textbox>
                </v:shape>
                <v:shape id="Textfeld 98" o:spid="_x0000_s1136" type="#_x0000_t202" style="position:absolute;left:26363;top:11813;width:1143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4F1F4E8C" w14:textId="77777777" w:rsidR="00002A30" w:rsidRDefault="00002A30" w:rsidP="00DE6D37">
                        <w:r>
                          <w:rPr>
                            <w:color w:val="000000" w:themeColor="text1"/>
                            <w:kern w:val="24"/>
                            <w:lang w:val="de-DE"/>
                          </w:rPr>
                          <w:t xml:space="preserve">Axe de </w:t>
                        </w:r>
                        <w:r>
                          <w:rPr>
                            <w:color w:val="000000" w:themeColor="text1"/>
                            <w:kern w:val="24"/>
                            <w:lang w:val="de-DE"/>
                          </w:rPr>
                          <w:t>référence</w:t>
                        </w:r>
                      </w:p>
                    </w:txbxContent>
                  </v:textbox>
                </v:shape>
                <v:shape id="Textfeld 87" o:spid="_x0000_s1137" type="#_x0000_t202" style="position:absolute;left:8842;top:20875;width:216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B4778DC" w14:textId="77777777" w:rsidR="00002A30" w:rsidRDefault="00002A30" w:rsidP="00DE6D37">
                        <w:pPr>
                          <w:jc w:val="center"/>
                        </w:pPr>
                        <w:r>
                          <w:rPr>
                            <w:b/>
                            <w:bCs/>
                            <w:color w:val="000000" w:themeColor="text1"/>
                            <w:kern w:val="24"/>
                            <w:lang w:val="de-DE"/>
                          </w:rPr>
                          <w:t>Angles verticaux</w:t>
                        </w:r>
                      </w:p>
                    </w:txbxContent>
                  </v:textbox>
                </v:shape>
                <w10:anchorlock/>
              </v:group>
            </w:pict>
          </mc:Fallback>
        </mc:AlternateContent>
      </w:r>
    </w:p>
    <w:p w14:paraId="3B9D814D" w14:textId="2F7A7D47" w:rsidR="00DE6D37" w:rsidRDefault="00DE6D37" w:rsidP="00DE6D37">
      <w:pPr>
        <w:pStyle w:val="H23G"/>
      </w:pPr>
      <w:r w:rsidRPr="00DE731A">
        <w:rPr>
          <w:b w:val="0"/>
        </w:rPr>
        <w:tab/>
      </w:r>
      <w:r w:rsidRPr="00DE731A">
        <w:rPr>
          <w:b w:val="0"/>
        </w:rPr>
        <w:tab/>
        <w:t>Tableau A2-2</w:t>
      </w:r>
      <w:r>
        <w:t xml:space="preserve"> </w:t>
      </w:r>
      <w:r>
        <w:br/>
      </w:r>
      <w:r w:rsidRPr="001C55F0">
        <w:t>Répartition horizontale et verticale de la lumière dans l</w:t>
      </w:r>
      <w:r w:rsidR="003D2091">
        <w:t>’</w:t>
      </w:r>
      <w:r w:rsidRPr="001C55F0">
        <w:t>espace</w:t>
      </w:r>
    </w:p>
    <w:tbl>
      <w:tblPr>
        <w:tblStyle w:val="Grilledutableau"/>
        <w:tblW w:w="8505" w:type="dxa"/>
        <w:tblInd w:w="1134" w:type="dxa"/>
        <w:tblLayout w:type="fixed"/>
        <w:tblLook w:val="04A0" w:firstRow="1" w:lastRow="0" w:firstColumn="1" w:lastColumn="0" w:noHBand="0" w:noVBand="1"/>
      </w:tblPr>
      <w:tblGrid>
        <w:gridCol w:w="2555"/>
        <w:gridCol w:w="1558"/>
        <w:gridCol w:w="1968"/>
        <w:gridCol w:w="2424"/>
      </w:tblGrid>
      <w:tr w:rsidR="00DE6D37" w:rsidRPr="0049583D" w14:paraId="532DDC4C" w14:textId="77777777" w:rsidTr="00DE6D37">
        <w:tc>
          <w:tcPr>
            <w:tcW w:w="2557" w:type="dxa"/>
            <w:tcBorders>
              <w:bottom w:val="single" w:sz="12" w:space="0" w:color="auto"/>
            </w:tcBorders>
            <w:vAlign w:val="center"/>
          </w:tcPr>
          <w:p w14:paraId="2476405D" w14:textId="77777777" w:rsidR="00DE6D37" w:rsidRPr="0049583D" w:rsidRDefault="00DE6D37" w:rsidP="00DE6D37">
            <w:pPr>
              <w:spacing w:before="80" w:after="80" w:line="200" w:lineRule="exact"/>
              <w:ind w:left="57"/>
              <w:rPr>
                <w:rFonts w:asciiTheme="majorBidi" w:hAnsiTheme="majorBidi" w:cstheme="majorBidi"/>
                <w:bCs/>
                <w:i/>
                <w:color w:val="7030A0"/>
                <w:sz w:val="16"/>
              </w:rPr>
            </w:pPr>
            <w:r w:rsidRPr="0049583D">
              <w:rPr>
                <w:rFonts w:asciiTheme="majorBidi" w:hAnsiTheme="majorBidi" w:cstheme="majorBidi"/>
                <w:bCs/>
                <w:i/>
                <w:sz w:val="16"/>
              </w:rPr>
              <w:t>Feu</w:t>
            </w:r>
          </w:p>
        </w:tc>
        <w:tc>
          <w:tcPr>
            <w:tcW w:w="1559" w:type="dxa"/>
            <w:tcBorders>
              <w:bottom w:val="single" w:sz="12" w:space="0" w:color="auto"/>
            </w:tcBorders>
            <w:vAlign w:val="center"/>
          </w:tcPr>
          <w:p w14:paraId="678FFE02" w14:textId="77777777" w:rsidR="00DE6D37" w:rsidRPr="0049583D" w:rsidRDefault="00DE6D37" w:rsidP="00DE6D37">
            <w:pPr>
              <w:spacing w:before="80" w:after="80" w:line="200" w:lineRule="exact"/>
              <w:ind w:right="113"/>
              <w:jc w:val="right"/>
              <w:rPr>
                <w:rFonts w:asciiTheme="majorBidi" w:hAnsiTheme="majorBidi" w:cstheme="majorBidi"/>
                <w:i/>
                <w:sz w:val="16"/>
              </w:rPr>
            </w:pPr>
            <w:r w:rsidRPr="0049583D">
              <w:rPr>
                <w:rFonts w:asciiTheme="majorBidi" w:hAnsiTheme="majorBidi" w:cstheme="majorBidi"/>
                <w:bCs/>
                <w:i/>
                <w:sz w:val="16"/>
              </w:rPr>
              <w:t xml:space="preserve">Angles </w:t>
            </w:r>
            <w:r>
              <w:rPr>
                <w:rFonts w:asciiTheme="majorBidi" w:hAnsiTheme="majorBidi" w:cstheme="majorBidi"/>
                <w:bCs/>
                <w:i/>
                <w:sz w:val="16"/>
              </w:rPr>
              <w:br/>
            </w:r>
            <w:r w:rsidRPr="0049583D">
              <w:rPr>
                <w:rFonts w:asciiTheme="majorBidi" w:hAnsiTheme="majorBidi" w:cstheme="majorBidi"/>
                <w:bCs/>
                <w:i/>
                <w:sz w:val="16"/>
              </w:rPr>
              <w:t>horizontaux</w:t>
            </w:r>
            <w:r>
              <w:rPr>
                <w:rFonts w:asciiTheme="majorBidi" w:hAnsiTheme="majorBidi" w:cstheme="majorBidi"/>
                <w:bCs/>
                <w:i/>
                <w:sz w:val="16"/>
              </w:rPr>
              <w:t xml:space="preserve"> </w:t>
            </w:r>
            <w:r w:rsidRPr="0049583D">
              <w:rPr>
                <w:rFonts w:asciiTheme="majorBidi" w:hAnsiTheme="majorBidi" w:cstheme="majorBidi"/>
                <w:bCs/>
                <w:i/>
                <w:sz w:val="16"/>
              </w:rPr>
              <w:t>(A/B)</w:t>
            </w:r>
          </w:p>
        </w:tc>
        <w:tc>
          <w:tcPr>
            <w:tcW w:w="1969" w:type="dxa"/>
            <w:tcBorders>
              <w:bottom w:val="single" w:sz="12" w:space="0" w:color="auto"/>
            </w:tcBorders>
            <w:vAlign w:val="center"/>
          </w:tcPr>
          <w:p w14:paraId="1A1084D8" w14:textId="77777777" w:rsidR="00DE6D37" w:rsidRPr="0049583D" w:rsidRDefault="00DE6D37" w:rsidP="00DE6D37">
            <w:pPr>
              <w:spacing w:before="80" w:after="80" w:line="200" w:lineRule="exact"/>
              <w:ind w:right="113"/>
              <w:jc w:val="right"/>
              <w:rPr>
                <w:rFonts w:asciiTheme="majorBidi" w:hAnsiTheme="majorBidi" w:cstheme="majorBidi"/>
                <w:i/>
                <w:color w:val="7030A0"/>
                <w:sz w:val="16"/>
              </w:rPr>
            </w:pPr>
            <w:r w:rsidRPr="0049583D">
              <w:rPr>
                <w:rFonts w:asciiTheme="majorBidi" w:hAnsiTheme="majorBidi" w:cstheme="majorBidi"/>
                <w:bCs/>
                <w:i/>
                <w:sz w:val="16"/>
              </w:rPr>
              <w:t>Angles verticaux</w:t>
            </w:r>
            <w:r>
              <w:rPr>
                <w:rFonts w:asciiTheme="majorBidi" w:hAnsiTheme="majorBidi" w:cstheme="majorBidi"/>
                <w:bCs/>
                <w:i/>
                <w:sz w:val="16"/>
              </w:rPr>
              <w:t xml:space="preserve"> </w:t>
            </w:r>
            <w:r w:rsidRPr="0049583D">
              <w:rPr>
                <w:rFonts w:asciiTheme="majorBidi" w:hAnsiTheme="majorBidi" w:cstheme="majorBidi"/>
                <w:bCs/>
                <w:i/>
                <w:sz w:val="16"/>
              </w:rPr>
              <w:t>minimaux</w:t>
            </w:r>
            <w:r>
              <w:rPr>
                <w:rFonts w:asciiTheme="majorBidi" w:hAnsiTheme="majorBidi" w:cstheme="majorBidi"/>
                <w:bCs/>
                <w:i/>
                <w:sz w:val="16"/>
              </w:rPr>
              <w:br/>
            </w:r>
            <w:r w:rsidRPr="0049583D">
              <w:rPr>
                <w:rFonts w:asciiTheme="majorBidi" w:hAnsiTheme="majorBidi" w:cstheme="majorBidi"/>
                <w:bCs/>
                <w:i/>
                <w:sz w:val="16"/>
              </w:rPr>
              <w:t>(supérieurs/inférieurs</w:t>
            </w:r>
            <w:r w:rsidRPr="00E52BC7">
              <w:rPr>
                <w:rFonts w:asciiTheme="majorBidi" w:hAnsiTheme="majorBidi" w:cstheme="majorBidi"/>
                <w:bCs/>
                <w:i/>
                <w:sz w:val="16"/>
              </w:rPr>
              <w:t>)</w:t>
            </w:r>
          </w:p>
        </w:tc>
        <w:tc>
          <w:tcPr>
            <w:tcW w:w="2425" w:type="dxa"/>
            <w:tcBorders>
              <w:bottom w:val="single" w:sz="12" w:space="0" w:color="auto"/>
            </w:tcBorders>
            <w:vAlign w:val="center"/>
          </w:tcPr>
          <w:p w14:paraId="06C51E73" w14:textId="77777777" w:rsidR="00DE6D37" w:rsidRPr="0049583D" w:rsidRDefault="00DE6D37" w:rsidP="00DE6D37">
            <w:pPr>
              <w:spacing w:before="80" w:after="80" w:line="200" w:lineRule="exact"/>
              <w:ind w:left="113"/>
              <w:rPr>
                <w:rFonts w:asciiTheme="majorBidi" w:hAnsiTheme="majorBidi" w:cstheme="majorBidi"/>
                <w:bCs/>
                <w:i/>
                <w:color w:val="7030A0"/>
                <w:sz w:val="16"/>
              </w:rPr>
            </w:pPr>
            <w:r w:rsidRPr="0049583D">
              <w:rPr>
                <w:rFonts w:asciiTheme="majorBidi" w:hAnsiTheme="majorBidi" w:cstheme="majorBidi"/>
                <w:bCs/>
                <w:i/>
                <w:sz w:val="16"/>
              </w:rPr>
              <w:t>Renseignements complémentaires</w:t>
            </w:r>
          </w:p>
        </w:tc>
      </w:tr>
      <w:tr w:rsidR="00DE6D37" w:rsidRPr="0049583D" w14:paraId="1020AF64" w14:textId="77777777" w:rsidTr="00DE6D37">
        <w:tc>
          <w:tcPr>
            <w:tcW w:w="2557" w:type="dxa"/>
            <w:tcBorders>
              <w:top w:val="single" w:sz="12" w:space="0" w:color="auto"/>
            </w:tcBorders>
            <w:vAlign w:val="center"/>
          </w:tcPr>
          <w:p w14:paraId="21692421" w14:textId="77777777" w:rsidR="00DE6D37" w:rsidRPr="001C55F0" w:rsidRDefault="00DE6D37" w:rsidP="00DE6D37">
            <w:pPr>
              <w:spacing w:before="40" w:after="40" w:line="220" w:lineRule="atLeast"/>
              <w:ind w:left="57"/>
              <w:rPr>
                <w:rFonts w:asciiTheme="majorBidi" w:hAnsiTheme="majorBidi" w:cstheme="majorBidi"/>
                <w:sz w:val="18"/>
                <w:szCs w:val="18"/>
              </w:rPr>
            </w:pPr>
            <w:r w:rsidRPr="001C55F0">
              <w:rPr>
                <w:rFonts w:asciiTheme="majorBidi" w:hAnsiTheme="majorBidi" w:cstheme="majorBidi"/>
                <w:sz w:val="18"/>
                <w:szCs w:val="18"/>
              </w:rPr>
              <w:t>Feux indicateurs de direction latéraux (5)</w:t>
            </w:r>
          </w:p>
        </w:tc>
        <w:tc>
          <w:tcPr>
            <w:tcW w:w="1559" w:type="dxa"/>
            <w:tcBorders>
              <w:top w:val="single" w:sz="12" w:space="0" w:color="auto"/>
            </w:tcBorders>
            <w:vAlign w:val="center"/>
          </w:tcPr>
          <w:p w14:paraId="599BDBA1" w14:textId="77777777" w:rsidR="00DE6D37" w:rsidRPr="001C55F0" w:rsidRDefault="00DE6D37" w:rsidP="00DE6D37">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5°/55°</w:t>
            </w:r>
          </w:p>
        </w:tc>
        <w:tc>
          <w:tcPr>
            <w:tcW w:w="1969" w:type="dxa"/>
            <w:tcBorders>
              <w:top w:val="single" w:sz="12" w:space="0" w:color="auto"/>
            </w:tcBorders>
            <w:vAlign w:val="center"/>
          </w:tcPr>
          <w:p w14:paraId="4B45A0EE" w14:textId="77777777" w:rsidR="00DE6D37" w:rsidRPr="001C55F0" w:rsidRDefault="00DE6D37" w:rsidP="00DE6D37">
            <w:pPr>
              <w:spacing w:before="40" w:after="40" w:line="220" w:lineRule="atLeast"/>
              <w:ind w:right="113"/>
              <w:jc w:val="right"/>
              <w:rPr>
                <w:sz w:val="18"/>
                <w:szCs w:val="18"/>
                <w:vertAlign w:val="superscript"/>
              </w:rPr>
            </w:pPr>
            <w:r w:rsidRPr="001C55F0">
              <w:rPr>
                <w:rFonts w:asciiTheme="majorBidi" w:hAnsiTheme="majorBidi" w:cstheme="majorBidi"/>
                <w:sz w:val="18"/>
                <w:szCs w:val="18"/>
              </w:rPr>
              <w:t>15°/15°</w:t>
            </w:r>
            <w:r w:rsidRPr="001C55F0">
              <w:rPr>
                <w:rFonts w:asciiTheme="majorBidi" w:hAnsiTheme="majorBidi" w:cstheme="majorBidi"/>
                <w:sz w:val="18"/>
                <w:szCs w:val="18"/>
              </w:rPr>
              <w:br/>
            </w:r>
            <w:r w:rsidRPr="001C55F0">
              <w:rPr>
                <w:sz w:val="18"/>
                <w:szCs w:val="18"/>
              </w:rPr>
              <w:t>15°/5°</w:t>
            </w:r>
            <w:r w:rsidRPr="001C55F0">
              <w:rPr>
                <w:i/>
                <w:sz w:val="18"/>
                <w:szCs w:val="18"/>
                <w:vertAlign w:val="superscript"/>
              </w:rPr>
              <w:t>2</w:t>
            </w:r>
          </w:p>
        </w:tc>
        <w:tc>
          <w:tcPr>
            <w:tcW w:w="2425" w:type="dxa"/>
            <w:vMerge w:val="restart"/>
            <w:tcBorders>
              <w:top w:val="single" w:sz="12" w:space="0" w:color="auto"/>
            </w:tcBorders>
            <w:vAlign w:val="center"/>
          </w:tcPr>
          <w:p w14:paraId="493BA473" w14:textId="77777777" w:rsidR="00DE6D37" w:rsidRPr="001C55F0" w:rsidRDefault="00DE6D37" w:rsidP="00DE6D37">
            <w:pPr>
              <w:spacing w:before="40" w:after="40" w:line="220" w:lineRule="atLeast"/>
              <w:ind w:left="113"/>
              <w:rPr>
                <w:rFonts w:asciiTheme="majorBidi" w:hAnsiTheme="majorBidi" w:cstheme="majorBidi"/>
                <w:color w:val="7030A0"/>
                <w:sz w:val="18"/>
                <w:szCs w:val="18"/>
              </w:rPr>
            </w:pPr>
            <w:r w:rsidRPr="001C55F0">
              <w:rPr>
                <w:rFonts w:asciiTheme="majorBidi" w:hAnsiTheme="majorBidi" w:cstheme="majorBidi"/>
                <w:sz w:val="18"/>
                <w:szCs w:val="18"/>
              </w:rPr>
              <w:t>Les angles horizontaux sont valables pour</w:t>
            </w:r>
            <w:r>
              <w:rPr>
                <w:rFonts w:asciiTheme="majorBidi" w:hAnsiTheme="majorBidi" w:cstheme="majorBidi"/>
                <w:sz w:val="18"/>
                <w:szCs w:val="18"/>
              </w:rPr>
              <w:t xml:space="preserve"> la direction A.</w:t>
            </w:r>
          </w:p>
        </w:tc>
      </w:tr>
      <w:tr w:rsidR="00DE6D37" w:rsidRPr="0049583D" w14:paraId="764F2412" w14:textId="77777777" w:rsidTr="00DE6D37">
        <w:tc>
          <w:tcPr>
            <w:tcW w:w="2557" w:type="dxa"/>
            <w:tcBorders>
              <w:bottom w:val="single" w:sz="4" w:space="0" w:color="auto"/>
            </w:tcBorders>
            <w:vAlign w:val="center"/>
          </w:tcPr>
          <w:p w14:paraId="50F53A1D" w14:textId="77777777" w:rsidR="00DE6D37" w:rsidRPr="001C55F0" w:rsidRDefault="00DE6D37" w:rsidP="00DE6D37">
            <w:pPr>
              <w:spacing w:before="40" w:after="40" w:line="220" w:lineRule="atLeast"/>
              <w:ind w:left="57"/>
              <w:rPr>
                <w:rFonts w:asciiTheme="majorBidi" w:hAnsiTheme="majorBidi" w:cstheme="majorBidi"/>
                <w:sz w:val="18"/>
                <w:szCs w:val="18"/>
              </w:rPr>
            </w:pPr>
            <w:r w:rsidRPr="001C55F0">
              <w:rPr>
                <w:rFonts w:asciiTheme="majorBidi" w:hAnsiTheme="majorBidi" w:cstheme="majorBidi"/>
                <w:sz w:val="18"/>
                <w:szCs w:val="18"/>
              </w:rPr>
              <w:t>Feux indicateurs de direction latéraux (6)</w:t>
            </w:r>
          </w:p>
        </w:tc>
        <w:tc>
          <w:tcPr>
            <w:tcW w:w="1559" w:type="dxa"/>
            <w:tcBorders>
              <w:bottom w:val="single" w:sz="4" w:space="0" w:color="auto"/>
            </w:tcBorders>
            <w:vAlign w:val="center"/>
          </w:tcPr>
          <w:p w14:paraId="6AC33982" w14:textId="77777777" w:rsidR="00DE6D37" w:rsidRPr="001C55F0" w:rsidRDefault="00DE6D37" w:rsidP="00DE6D37">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5°/55°</w:t>
            </w:r>
          </w:p>
        </w:tc>
        <w:tc>
          <w:tcPr>
            <w:tcW w:w="1969" w:type="dxa"/>
            <w:tcBorders>
              <w:bottom w:val="single" w:sz="4" w:space="0" w:color="auto"/>
            </w:tcBorders>
            <w:vAlign w:val="center"/>
          </w:tcPr>
          <w:p w14:paraId="5E821B4C" w14:textId="77777777" w:rsidR="00DE6D37" w:rsidRPr="001C55F0" w:rsidRDefault="00DE6D37" w:rsidP="00DE6D37">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30°/5°</w:t>
            </w:r>
          </w:p>
        </w:tc>
        <w:tc>
          <w:tcPr>
            <w:tcW w:w="2425" w:type="dxa"/>
            <w:vMerge/>
            <w:tcBorders>
              <w:bottom w:val="single" w:sz="4" w:space="0" w:color="auto"/>
            </w:tcBorders>
            <w:vAlign w:val="center"/>
          </w:tcPr>
          <w:p w14:paraId="405E221A" w14:textId="77777777" w:rsidR="00DE6D37" w:rsidRPr="001C55F0" w:rsidRDefault="00DE6D37" w:rsidP="00DE6D37">
            <w:pPr>
              <w:spacing w:before="40" w:after="40" w:line="220" w:lineRule="atLeast"/>
              <w:ind w:left="113"/>
              <w:rPr>
                <w:rFonts w:asciiTheme="majorBidi" w:hAnsiTheme="majorBidi" w:cstheme="majorBidi"/>
                <w:color w:val="7030A0"/>
                <w:sz w:val="18"/>
                <w:szCs w:val="18"/>
              </w:rPr>
            </w:pPr>
          </w:p>
        </w:tc>
      </w:tr>
      <w:tr w:rsidR="00DE6D37" w:rsidRPr="0049583D" w14:paraId="73E9FC42" w14:textId="77777777" w:rsidTr="00DE6D37">
        <w:tc>
          <w:tcPr>
            <w:tcW w:w="2557" w:type="dxa"/>
            <w:tcBorders>
              <w:bottom w:val="single" w:sz="12" w:space="0" w:color="auto"/>
            </w:tcBorders>
            <w:vAlign w:val="center"/>
          </w:tcPr>
          <w:p w14:paraId="5527C491" w14:textId="77777777" w:rsidR="00DE6D37" w:rsidRPr="001C55F0" w:rsidRDefault="00DE6D37" w:rsidP="00DE6D37">
            <w:pPr>
              <w:spacing w:before="40" w:after="40" w:line="220" w:lineRule="atLeast"/>
              <w:ind w:left="57"/>
              <w:rPr>
                <w:rFonts w:asciiTheme="majorBidi" w:hAnsiTheme="majorBidi" w:cstheme="majorBidi"/>
                <w:sz w:val="18"/>
                <w:szCs w:val="18"/>
              </w:rPr>
            </w:pPr>
            <w:r w:rsidRPr="001C55F0">
              <w:rPr>
                <w:rFonts w:asciiTheme="majorBidi" w:hAnsiTheme="majorBidi" w:cstheme="majorBidi"/>
                <w:sz w:val="18"/>
                <w:szCs w:val="18"/>
              </w:rPr>
              <w:t>Feux de stationnement latéraux</w:t>
            </w:r>
            <w:r w:rsidRPr="001C55F0">
              <w:rPr>
                <w:rFonts w:asciiTheme="majorBidi" w:hAnsiTheme="majorBidi" w:cstheme="majorBidi"/>
                <w:i/>
                <w:sz w:val="18"/>
                <w:szCs w:val="18"/>
                <w:vertAlign w:val="superscript"/>
              </w:rPr>
              <w:t>4</w:t>
            </w:r>
          </w:p>
        </w:tc>
        <w:tc>
          <w:tcPr>
            <w:tcW w:w="1559" w:type="dxa"/>
            <w:tcBorders>
              <w:bottom w:val="single" w:sz="12" w:space="0" w:color="auto"/>
            </w:tcBorders>
            <w:vAlign w:val="center"/>
          </w:tcPr>
          <w:p w14:paraId="71ACDC98" w14:textId="77777777" w:rsidR="00DE6D37" w:rsidRPr="001C55F0" w:rsidRDefault="00DE6D37" w:rsidP="00DE6D37">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0°/45°</w:t>
            </w:r>
          </w:p>
        </w:tc>
        <w:tc>
          <w:tcPr>
            <w:tcW w:w="1969" w:type="dxa"/>
            <w:tcBorders>
              <w:bottom w:val="single" w:sz="12" w:space="0" w:color="auto"/>
            </w:tcBorders>
            <w:vAlign w:val="center"/>
          </w:tcPr>
          <w:p w14:paraId="0F979EF8" w14:textId="77777777" w:rsidR="00DE6D37" w:rsidRPr="001C55F0" w:rsidRDefault="00DE6D37" w:rsidP="00DE6D37">
            <w:pPr>
              <w:spacing w:before="40" w:after="40" w:line="220" w:lineRule="atLeast"/>
              <w:ind w:right="113"/>
              <w:jc w:val="right"/>
              <w:rPr>
                <w:rFonts w:asciiTheme="majorBidi" w:hAnsiTheme="majorBidi" w:cstheme="majorBidi"/>
                <w:sz w:val="18"/>
                <w:szCs w:val="18"/>
              </w:rPr>
            </w:pPr>
            <w:r w:rsidRPr="001C55F0">
              <w:rPr>
                <w:rFonts w:asciiTheme="majorBidi" w:hAnsiTheme="majorBidi" w:cstheme="majorBidi"/>
                <w:sz w:val="18"/>
                <w:szCs w:val="18"/>
              </w:rPr>
              <w:t>15°/15°</w:t>
            </w:r>
            <w:r w:rsidRPr="001C55F0">
              <w:rPr>
                <w:rFonts w:asciiTheme="majorBidi" w:hAnsiTheme="majorBidi" w:cstheme="majorBidi"/>
                <w:sz w:val="18"/>
                <w:szCs w:val="18"/>
              </w:rPr>
              <w:br/>
              <w:t>15°/5°</w:t>
            </w:r>
            <w:r w:rsidRPr="001C55F0">
              <w:rPr>
                <w:i/>
                <w:sz w:val="18"/>
                <w:szCs w:val="18"/>
                <w:vertAlign w:val="superscript"/>
              </w:rPr>
              <w:t>2</w:t>
            </w:r>
          </w:p>
        </w:tc>
        <w:tc>
          <w:tcPr>
            <w:tcW w:w="2425" w:type="dxa"/>
            <w:tcBorders>
              <w:bottom w:val="single" w:sz="12" w:space="0" w:color="auto"/>
            </w:tcBorders>
            <w:vAlign w:val="center"/>
          </w:tcPr>
          <w:p w14:paraId="46BA4B5D" w14:textId="00B7E5C8" w:rsidR="00DE6D37" w:rsidRPr="00567673" w:rsidRDefault="00DE6D37" w:rsidP="00DE6D37">
            <w:pPr>
              <w:spacing w:before="40" w:after="40" w:line="220" w:lineRule="atLeast"/>
              <w:ind w:left="113"/>
              <w:rPr>
                <w:rFonts w:asciiTheme="majorBidi" w:hAnsiTheme="majorBidi" w:cstheme="majorBidi"/>
                <w:color w:val="7030A0"/>
                <w:spacing w:val="-2"/>
                <w:sz w:val="18"/>
                <w:szCs w:val="18"/>
              </w:rPr>
            </w:pPr>
            <w:r w:rsidRPr="00567673">
              <w:rPr>
                <w:rFonts w:asciiTheme="majorBidi" w:hAnsiTheme="majorBidi" w:cstheme="majorBidi"/>
                <w:spacing w:val="-2"/>
                <w:sz w:val="18"/>
                <w:szCs w:val="18"/>
              </w:rPr>
              <w:t>Les angles horizontaux sont valables pour l</w:t>
            </w:r>
            <w:r w:rsidR="003D2091">
              <w:rPr>
                <w:rFonts w:asciiTheme="majorBidi" w:hAnsiTheme="majorBidi" w:cstheme="majorBidi"/>
                <w:spacing w:val="-2"/>
                <w:sz w:val="18"/>
                <w:szCs w:val="18"/>
              </w:rPr>
              <w:t>’</w:t>
            </w:r>
            <w:r w:rsidRPr="00567673">
              <w:rPr>
                <w:rFonts w:asciiTheme="majorBidi" w:hAnsiTheme="majorBidi" w:cstheme="majorBidi"/>
                <w:spacing w:val="-2"/>
                <w:sz w:val="18"/>
                <w:szCs w:val="18"/>
              </w:rPr>
              <w:t>avant et l</w:t>
            </w:r>
            <w:r w:rsidR="003D2091">
              <w:rPr>
                <w:rFonts w:asciiTheme="majorBidi" w:hAnsiTheme="majorBidi" w:cstheme="majorBidi"/>
                <w:spacing w:val="-2"/>
                <w:sz w:val="18"/>
                <w:szCs w:val="18"/>
              </w:rPr>
              <w:t>’</w:t>
            </w:r>
            <w:r w:rsidRPr="00567673">
              <w:rPr>
                <w:rFonts w:asciiTheme="majorBidi" w:hAnsiTheme="majorBidi" w:cstheme="majorBidi"/>
                <w:spacing w:val="-2"/>
                <w:sz w:val="18"/>
                <w:szCs w:val="18"/>
              </w:rPr>
              <w:t>arrière.</w:t>
            </w:r>
          </w:p>
        </w:tc>
      </w:tr>
    </w:tbl>
    <w:p w14:paraId="727F6922" w14:textId="77777777" w:rsidR="00DE6D37" w:rsidRPr="001C55F0" w:rsidRDefault="00DE6D37" w:rsidP="00DE6D37">
      <w:pPr>
        <w:pStyle w:val="H1G"/>
        <w:ind w:left="2268"/>
      </w:pPr>
      <w:r w:rsidRPr="001C55F0">
        <w:lastRenderedPageBreak/>
        <w:t>Partie C :</w:t>
      </w:r>
      <w:r>
        <w:tab/>
      </w:r>
      <w:r w:rsidRPr="001C55F0">
        <w:t>Feux de position latéraux</w:t>
      </w:r>
    </w:p>
    <w:p w14:paraId="1CF1329E" w14:textId="7EA2521E" w:rsidR="00DE6D37" w:rsidRDefault="00DE6D37" w:rsidP="00DE6D37">
      <w:pPr>
        <w:pStyle w:val="H23G"/>
        <w:spacing w:after="240"/>
      </w:pPr>
      <w:r w:rsidRPr="00C1300C">
        <w:rPr>
          <w:b w:val="0"/>
        </w:rPr>
        <w:tab/>
      </w:r>
      <w:r w:rsidRPr="00C1300C">
        <w:rPr>
          <w:b w:val="0"/>
        </w:rPr>
        <w:tab/>
        <w:t>Figure A2-</w:t>
      </w:r>
      <w:r>
        <w:rPr>
          <w:b w:val="0"/>
        </w:rPr>
        <w:t>III</w:t>
      </w:r>
      <w:r>
        <w:t xml:space="preserve"> </w:t>
      </w:r>
      <w:r>
        <w:br/>
      </w:r>
      <w:r w:rsidRPr="001C55F0">
        <w:t>Répartition horizontale et verticale de la lumière dans l</w:t>
      </w:r>
      <w:r w:rsidR="003D2091">
        <w:t>’</w:t>
      </w:r>
      <w:r w:rsidRPr="001C55F0">
        <w:t>espace</w:t>
      </w:r>
    </w:p>
    <w:p w14:paraId="6C2F9536" w14:textId="77777777" w:rsidR="00DE6D37" w:rsidRDefault="00DE6D37" w:rsidP="00DE6D37">
      <w:pPr>
        <w:ind w:left="1134"/>
      </w:pPr>
      <w:r>
        <w:rPr>
          <w:noProof/>
          <w:lang w:eastAsia="fr-CH"/>
        </w:rPr>
        <w:drawing>
          <wp:inline distT="0" distB="0" distL="0" distR="0" wp14:anchorId="56015B09" wp14:editId="0D0E4B7A">
            <wp:extent cx="2679136" cy="2277745"/>
            <wp:effectExtent l="0" t="0" r="6985" b="825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2765"/>
                    <a:stretch/>
                  </pic:blipFill>
                  <pic:spPr bwMode="auto">
                    <a:xfrm>
                      <a:off x="0" y="0"/>
                      <a:ext cx="2691907" cy="2288603"/>
                    </a:xfrm>
                    <a:prstGeom prst="rect">
                      <a:avLst/>
                    </a:prstGeom>
                    <a:ln>
                      <a:noFill/>
                    </a:ln>
                    <a:extLst>
                      <a:ext uri="{53640926-AAD7-44D8-BBD7-CCE9431645EC}">
                        <a14:shadowObscured xmlns:a14="http://schemas.microsoft.com/office/drawing/2010/main"/>
                      </a:ext>
                    </a:extLst>
                  </pic:spPr>
                </pic:pic>
              </a:graphicData>
            </a:graphic>
          </wp:inline>
        </w:drawing>
      </w:r>
    </w:p>
    <w:p w14:paraId="787C3332" w14:textId="77777777" w:rsidR="00DE6D37" w:rsidRDefault="00DE6D37" w:rsidP="00DE6D37">
      <w:r w:rsidRPr="0049583D">
        <w:rPr>
          <w:noProof/>
          <w:lang w:eastAsia="fr-CH"/>
        </w:rPr>
        <mc:AlternateContent>
          <mc:Choice Requires="wpg">
            <w:drawing>
              <wp:inline distT="0" distB="0" distL="0" distR="0" wp14:anchorId="78724DAD" wp14:editId="541AD531">
                <wp:extent cx="3779349" cy="2618105"/>
                <wp:effectExtent l="0" t="0" r="0" b="0"/>
                <wp:docPr id="27" name="Gruppieren 40"/>
                <wp:cNvGraphicFramePr/>
                <a:graphic xmlns:a="http://schemas.openxmlformats.org/drawingml/2006/main">
                  <a:graphicData uri="http://schemas.microsoft.com/office/word/2010/wordprocessingGroup">
                    <wpg:wgp>
                      <wpg:cNvGrpSpPr/>
                      <wpg:grpSpPr>
                        <a:xfrm>
                          <a:off x="0" y="0"/>
                          <a:ext cx="3779349" cy="2618105"/>
                          <a:chOff x="0" y="0"/>
                          <a:chExt cx="3779350" cy="2618666"/>
                        </a:xfrm>
                      </wpg:grpSpPr>
                      <wps:wsp>
                        <wps:cNvPr id="31" name="Gerade Verbindung 80"/>
                        <wps:cNvCnPr/>
                        <wps:spPr>
                          <a:xfrm>
                            <a:off x="1444963" y="1317034"/>
                            <a:ext cx="1022360" cy="688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8" name="Gerade Verbindung 81"/>
                        <wps:cNvCnPr/>
                        <wps:spPr>
                          <a:xfrm flipH="1">
                            <a:off x="1444965" y="638663"/>
                            <a:ext cx="1039354" cy="67067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9" name="Bogen 82"/>
                        <wps:cNvSpPr/>
                        <wps:spPr>
                          <a:xfrm rot="5400000">
                            <a:off x="1169" y="26522"/>
                            <a:ext cx="2592000" cy="2592288"/>
                          </a:xfrm>
                          <a:prstGeom prst="arc">
                            <a:avLst>
                              <a:gd name="adj1" fmla="val 16200000"/>
                              <a:gd name="adj2" fmla="val 1800878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51644EBD" w14:textId="77777777" w:rsidR="00002A30" w:rsidRDefault="00002A30" w:rsidP="00DE6D37"/>
                          </w:txbxContent>
                        </wps:txbx>
                        <wps:bodyPr rtlCol="0" anchor="ctr"/>
                      </wps:wsp>
                      <wps:wsp>
                        <wps:cNvPr id="930" name="Bogen 83"/>
                        <wps:cNvSpPr/>
                        <wps:spPr>
                          <a:xfrm rot="5400000" flipH="1">
                            <a:off x="144" y="-144"/>
                            <a:ext cx="2592000" cy="2592288"/>
                          </a:xfrm>
                          <a:prstGeom prst="arc">
                            <a:avLst>
                              <a:gd name="adj1" fmla="val 16141441"/>
                              <a:gd name="adj2" fmla="val 17918864"/>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14:paraId="3C4AA1CD" w14:textId="77777777" w:rsidR="00002A30" w:rsidRDefault="00002A30" w:rsidP="00DE6D37"/>
                          </w:txbxContent>
                        </wps:txbx>
                        <wps:bodyPr rtlCol="0" anchor="ctr"/>
                      </wps:wsp>
                      <wps:wsp>
                        <wps:cNvPr id="931" name="Kreis 84"/>
                        <wps:cNvSpPr/>
                        <wps:spPr>
                          <a:xfrm rot="5400000">
                            <a:off x="354349" y="323417"/>
                            <a:ext cx="2191321" cy="1980000"/>
                          </a:xfrm>
                          <a:prstGeom prst="pie">
                            <a:avLst>
                              <a:gd name="adj1" fmla="val 14208091"/>
                              <a:gd name="adj2" fmla="val 18265436"/>
                            </a:avLst>
                          </a:prstGeom>
                          <a:solidFill>
                            <a:srgbClr val="D9D9D9">
                              <a:alpha val="50196"/>
                            </a:srgb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EE4C24" w14:textId="77777777" w:rsidR="00002A30" w:rsidRDefault="00002A30" w:rsidP="00DE6D37">
                              <w:pPr>
                                <w:ind w:left="1134"/>
                              </w:pPr>
                            </w:p>
                          </w:txbxContent>
                        </wps:txbx>
                        <wps:bodyPr rtlCol="0" anchor="ctr"/>
                      </wps:wsp>
                      <wps:wsp>
                        <wps:cNvPr id="934" name="Gerade Verbindung 85"/>
                        <wps:cNvCnPr/>
                        <wps:spPr>
                          <a:xfrm rot="5400000">
                            <a:off x="2057736" y="710598"/>
                            <a:ext cx="0" cy="1224136"/>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37" name="Textfeld 91"/>
                        <wps:cNvSpPr txBox="1"/>
                        <wps:spPr>
                          <a:xfrm>
                            <a:off x="1819047" y="937843"/>
                            <a:ext cx="837565" cy="396325"/>
                          </a:xfrm>
                          <a:prstGeom prst="rect">
                            <a:avLst/>
                          </a:prstGeom>
                          <a:noFill/>
                        </wps:spPr>
                        <wps:txbx>
                          <w:txbxContent>
                            <w:p w14:paraId="46C25A07" w14:textId="77777777" w:rsidR="00002A30" w:rsidRDefault="00002A30" w:rsidP="00DE6D37">
                              <w:r>
                                <w:rPr>
                                  <w:color w:val="000000" w:themeColor="text1"/>
                                  <w:kern w:val="24"/>
                                  <w:lang w:val="de-DE"/>
                                </w:rPr>
                                <w:t xml:space="preserve">Angle </w:t>
                              </w:r>
                              <w:r>
                                <w:rPr>
                                  <w:color w:val="000000" w:themeColor="text1"/>
                                  <w:kern w:val="24"/>
                                  <w:lang w:val="de-DE"/>
                                </w:rPr>
                                <w:t>supérieur</w:t>
                              </w:r>
                            </w:p>
                          </w:txbxContent>
                        </wps:txbx>
                        <wps:bodyPr wrap="square" rtlCol="0">
                          <a:spAutoFit/>
                        </wps:bodyPr>
                      </wps:wsp>
                      <wps:wsp>
                        <wps:cNvPr id="944" name="Textfeld 92"/>
                        <wps:cNvSpPr txBox="1"/>
                        <wps:spPr>
                          <a:xfrm>
                            <a:off x="1823279" y="1294435"/>
                            <a:ext cx="837565" cy="396325"/>
                          </a:xfrm>
                          <a:prstGeom prst="rect">
                            <a:avLst/>
                          </a:prstGeom>
                          <a:noFill/>
                        </wps:spPr>
                        <wps:txbx>
                          <w:txbxContent>
                            <w:p w14:paraId="2FC6FFBE" w14:textId="77777777" w:rsidR="00002A30" w:rsidRDefault="00002A30" w:rsidP="00DE6D37">
                              <w:r>
                                <w:rPr>
                                  <w:color w:val="000000" w:themeColor="text1"/>
                                  <w:kern w:val="24"/>
                                  <w:lang w:val="de-DE"/>
                                </w:rPr>
                                <w:t xml:space="preserve">Angle </w:t>
                              </w:r>
                              <w:r>
                                <w:rPr>
                                  <w:color w:val="000000" w:themeColor="text1"/>
                                  <w:kern w:val="24"/>
                                  <w:lang w:val="de-DE"/>
                                </w:rPr>
                                <w:t>inférieur</w:t>
                              </w:r>
                            </w:p>
                          </w:txbxContent>
                        </wps:txbx>
                        <wps:bodyPr wrap="square" rtlCol="0">
                          <a:spAutoFit/>
                        </wps:bodyPr>
                      </wps:wsp>
                      <wps:wsp>
                        <wps:cNvPr id="945" name="Rechteck 93"/>
                        <wps:cNvSpPr/>
                        <wps:spPr>
                          <a:xfrm rot="5400000">
                            <a:off x="694537" y="1250763"/>
                            <a:ext cx="1325723" cy="144016"/>
                          </a:xfrm>
                          <a:prstGeom prst="rect">
                            <a:avLst/>
                          </a:prstGeom>
                          <a:pattFill prst="wdUpDiag">
                            <a:fgClr>
                              <a:schemeClr val="tx1"/>
                            </a:fgClr>
                            <a:bgClr>
                              <a:schemeClr val="bg1"/>
                            </a:bgClr>
                          </a:patt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2F1B60" w14:textId="77777777" w:rsidR="00002A30" w:rsidRDefault="00002A30" w:rsidP="00DE6D37"/>
                          </w:txbxContent>
                        </wps:txbx>
                        <wps:bodyPr rtlCol="0" anchor="ctr"/>
                      </wps:wsp>
                      <wps:wsp>
                        <wps:cNvPr id="946" name="Gerade Verbindung 94"/>
                        <wps:cNvCnPr/>
                        <wps:spPr>
                          <a:xfrm>
                            <a:off x="1436964" y="654870"/>
                            <a:ext cx="0" cy="13307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7" name="Textfeld 97"/>
                        <wps:cNvSpPr txBox="1"/>
                        <wps:spPr>
                          <a:xfrm>
                            <a:off x="477003" y="1170421"/>
                            <a:ext cx="935990" cy="243892"/>
                          </a:xfrm>
                          <a:prstGeom prst="rect">
                            <a:avLst/>
                          </a:prstGeom>
                          <a:noFill/>
                        </wps:spPr>
                        <wps:txbx>
                          <w:txbxContent>
                            <w:p w14:paraId="0727FCCD" w14:textId="77777777" w:rsidR="00002A30" w:rsidRDefault="00002A30" w:rsidP="00DE6D37">
                              <w:pPr>
                                <w:jc w:val="center"/>
                              </w:pPr>
                              <w:r>
                                <w:rPr>
                                  <w:color w:val="000000" w:themeColor="text1"/>
                                  <w:kern w:val="24"/>
                                  <w:lang w:val="de-DE"/>
                                </w:rPr>
                                <w:t>Véhicule</w:t>
                              </w:r>
                            </w:p>
                          </w:txbxContent>
                        </wps:txbx>
                        <wps:bodyPr wrap="square" rtlCol="0">
                          <a:spAutoFit/>
                        </wps:bodyPr>
                      </wps:wsp>
                      <wps:wsp>
                        <wps:cNvPr id="948" name="Textfeld 98"/>
                        <wps:cNvSpPr txBox="1"/>
                        <wps:spPr>
                          <a:xfrm>
                            <a:off x="2636350" y="1181352"/>
                            <a:ext cx="1143000" cy="262523"/>
                          </a:xfrm>
                          <a:prstGeom prst="rect">
                            <a:avLst/>
                          </a:prstGeom>
                          <a:noFill/>
                        </wps:spPr>
                        <wps:txbx>
                          <w:txbxContent>
                            <w:p w14:paraId="1116904D" w14:textId="77777777" w:rsidR="00002A30" w:rsidRDefault="00002A30" w:rsidP="00DE6D37">
                              <w:r>
                                <w:rPr>
                                  <w:color w:val="000000" w:themeColor="text1"/>
                                  <w:kern w:val="24"/>
                                  <w:lang w:val="de-DE"/>
                                </w:rPr>
                                <w:t xml:space="preserve">Axe de </w:t>
                              </w:r>
                              <w:r>
                                <w:rPr>
                                  <w:color w:val="000000" w:themeColor="text1"/>
                                  <w:kern w:val="24"/>
                                  <w:lang w:val="de-DE"/>
                                </w:rPr>
                                <w:t>référence</w:t>
                              </w:r>
                            </w:p>
                          </w:txbxContent>
                        </wps:txbx>
                        <wps:bodyPr wrap="square" rtlCol="0">
                          <a:noAutofit/>
                        </wps:bodyPr>
                      </wps:wsp>
                      <wps:wsp>
                        <wps:cNvPr id="949" name="Textfeld 87"/>
                        <wps:cNvSpPr txBox="1"/>
                        <wps:spPr>
                          <a:xfrm>
                            <a:off x="884272" y="2087584"/>
                            <a:ext cx="2160906" cy="243892"/>
                          </a:xfrm>
                          <a:prstGeom prst="rect">
                            <a:avLst/>
                          </a:prstGeom>
                          <a:noFill/>
                        </wps:spPr>
                        <wps:txbx>
                          <w:txbxContent>
                            <w:p w14:paraId="0F40839B" w14:textId="77777777" w:rsidR="00002A30" w:rsidRDefault="00002A30" w:rsidP="00DE6D37">
                              <w:pPr>
                                <w:jc w:val="center"/>
                              </w:pPr>
                              <w:r>
                                <w:rPr>
                                  <w:b/>
                                  <w:bCs/>
                                  <w:color w:val="000000" w:themeColor="text1"/>
                                  <w:kern w:val="24"/>
                                  <w:lang w:val="de-DE"/>
                                </w:rPr>
                                <w:t>Angles verticaux</w:t>
                              </w:r>
                            </w:p>
                          </w:txbxContent>
                        </wps:txbx>
                        <wps:bodyPr wrap="square" rtlCol="0">
                          <a:spAutoFit/>
                        </wps:bodyPr>
                      </wps:wsp>
                    </wpg:wgp>
                  </a:graphicData>
                </a:graphic>
              </wp:inline>
            </w:drawing>
          </mc:Choice>
          <mc:Fallback>
            <w:pict>
              <v:group w14:anchorId="78724DAD" id="_x0000_s1138" style="width:297.6pt;height:206.15pt;mso-position-horizontal-relative:char;mso-position-vertical-relative:line" coordsize="37793,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">
                <v:line id="Gerade Verbindung 80" o:spid="_x0000_s1139"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" strokecolor="black [3213]" strokeweight="1pt"/>
                <v:line id="Gerade Verbindung 81" o:spid="_x0000_s1140"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" strokecolor="black [3213]" strokeweight="1pt"/>
                <v:shape id="Bogen 82" o:spid="_x0000_s1141"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0,0;1946920,175341" o:connectangles="0,0" textboxrect="0,0,2592000,2592288"/>
                  <v:textbox>
                    <w:txbxContent>
                      <w:p w14:paraId="51644EBD" w14:textId="77777777" w:rsidR="00002A30" w:rsidRDefault="00002A30" w:rsidP="00DE6D37"/>
                    </w:txbxContent>
                  </v:textbox>
                </v:shape>
                <v:shape id="Bogen 83" o:spid="_x0000_s1142"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2,188;1917385,158698" o:connectangles="0,0" textboxrect="0,0,2592000,2592288"/>
                  <v:textbox>
                    <w:txbxContent>
                      <w:p w14:paraId="3C4AA1CD" w14:textId="77777777" w:rsidR="00002A30" w:rsidRDefault="00002A30" w:rsidP="00DE6D37"/>
                    </w:txbxContent>
                  </v:textbox>
                </v:shape>
                <v:shape id="Kreis 84" o:spid="_x0000_s1143"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" adj="-11796480,,5400" path="m538033,137807c888909,-49640,1325943,-45594,1672495,148309l1095661,990000,538033,137807xe" fillcolor="#d9d9d9" strokecolor="black [3213]">
                  <v:fill opacity="32896f"/>
                  <v:stroke joinstyle="miter"/>
                  <v:formulas/>
                  <v:path arrowok="t" o:connecttype="custom" o:connectlocs="538033,137807;1672495,148309;1095661,990000;538033,137807" o:connectangles="0,0,0,0" textboxrect="0,0,2191321,1980000"/>
                  <v:textbox>
                    <w:txbxContent>
                      <w:p w14:paraId="01EE4C24" w14:textId="77777777" w:rsidR="00002A30" w:rsidRDefault="00002A30" w:rsidP="00DE6D37">
                        <w:pPr>
                          <w:ind w:left="1134"/>
                        </w:pPr>
                      </w:p>
                    </w:txbxContent>
                  </v:textbox>
                </v:shape>
                <v:line id="Gerade Verbindung 85" o:spid="_x0000_s1144"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" strokecolor="black [3213]" strokeweight="1pt">
                  <v:stroke dashstyle="dash"/>
                </v:line>
                <v:shape id="Textfeld 91" o:spid="_x0000_s1145" type="#_x0000_t202" style="position:absolute;left:18190;top:9378;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" filled="f" stroked="f">
                  <v:textbox style="mso-fit-shape-to-text:t">
                    <w:txbxContent>
                      <w:p w14:paraId="46C25A07" w14:textId="77777777" w:rsidR="00002A30" w:rsidRDefault="00002A30" w:rsidP="00DE6D37">
                        <w:r>
                          <w:rPr>
                            <w:color w:val="000000" w:themeColor="text1"/>
                            <w:kern w:val="24"/>
                            <w:lang w:val="de-DE"/>
                          </w:rPr>
                          <w:t xml:space="preserve">Angle </w:t>
                        </w:r>
                        <w:r>
                          <w:rPr>
                            <w:color w:val="000000" w:themeColor="text1"/>
                            <w:kern w:val="24"/>
                            <w:lang w:val="de-DE"/>
                          </w:rPr>
                          <w:t>supérieur</w:t>
                        </w:r>
                      </w:p>
                    </w:txbxContent>
                  </v:textbox>
                </v:shape>
                <v:shape id="Textfeld 92" o:spid="_x0000_s1146" type="#_x0000_t202" style="position:absolute;left:18232;top:12944;width:8376;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" filled="f" stroked="f">
                  <v:textbox style="mso-fit-shape-to-text:t">
                    <w:txbxContent>
                      <w:p w14:paraId="2FC6FFBE" w14:textId="77777777" w:rsidR="00002A30" w:rsidRDefault="00002A30" w:rsidP="00DE6D37">
                        <w:r>
                          <w:rPr>
                            <w:color w:val="000000" w:themeColor="text1"/>
                            <w:kern w:val="24"/>
                            <w:lang w:val="de-DE"/>
                          </w:rPr>
                          <w:t xml:space="preserve">Angle </w:t>
                        </w:r>
                        <w:r>
                          <w:rPr>
                            <w:color w:val="000000" w:themeColor="text1"/>
                            <w:kern w:val="24"/>
                            <w:lang w:val="de-DE"/>
                          </w:rPr>
                          <w:t>inférieur</w:t>
                        </w:r>
                      </w:p>
                    </w:txbxContent>
                  </v:textbox>
                </v:shape>
                <v:rect id="Rechteck 93" o:spid="_x0000_s1147"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" fillcolor="black [3213]" stroked="f" strokeweight="1pt">
                  <v:fill r:id="rId27" o:title="" color2="white [3212]" type="pattern"/>
                  <v:textbox>
                    <w:txbxContent>
                      <w:p w14:paraId="462F1B60" w14:textId="77777777" w:rsidR="00002A30" w:rsidRDefault="00002A30" w:rsidP="00DE6D37"/>
                    </w:txbxContent>
                  </v:textbox>
                </v:rect>
                <v:line id="Gerade Verbindung 94" o:spid="_x0000_s1148"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" strokecolor="black [3213]" strokeweight="1pt"/>
                <v:shape id="Textfeld 97" o:spid="_x0000_s1149" type="#_x0000_t202" style="position:absolute;left:4770;top:11704;width:935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" filled="f" stroked="f">
                  <v:textbox style="mso-fit-shape-to-text:t">
                    <w:txbxContent>
                      <w:p w14:paraId="0727FCCD" w14:textId="77777777" w:rsidR="00002A30" w:rsidRDefault="00002A30" w:rsidP="00DE6D37">
                        <w:pPr>
                          <w:jc w:val="center"/>
                        </w:pPr>
                        <w:r>
                          <w:rPr>
                            <w:color w:val="000000" w:themeColor="text1"/>
                            <w:kern w:val="24"/>
                            <w:lang w:val="de-DE"/>
                          </w:rPr>
                          <w:t>Véhicule</w:t>
                        </w:r>
                      </w:p>
                    </w:txbxContent>
                  </v:textbox>
                </v:shape>
                <v:shape id="Textfeld 98" o:spid="_x0000_s1150" type="#_x0000_t202" style="position:absolute;left:26363;top:11813;width:11430;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" filled="f" stroked="f">
                  <v:textbox>
                    <w:txbxContent>
                      <w:p w14:paraId="1116904D" w14:textId="77777777" w:rsidR="00002A30" w:rsidRDefault="00002A30" w:rsidP="00DE6D37">
                        <w:r>
                          <w:rPr>
                            <w:color w:val="000000" w:themeColor="text1"/>
                            <w:kern w:val="24"/>
                            <w:lang w:val="de-DE"/>
                          </w:rPr>
                          <w:t xml:space="preserve">Axe de </w:t>
                        </w:r>
                        <w:r>
                          <w:rPr>
                            <w:color w:val="000000" w:themeColor="text1"/>
                            <w:kern w:val="24"/>
                            <w:lang w:val="de-DE"/>
                          </w:rPr>
                          <w:t>référence</w:t>
                        </w:r>
                      </w:p>
                    </w:txbxContent>
                  </v:textbox>
                </v:shape>
                <v:shape id="Textfeld 87" o:spid="_x0000_s1151" type="#_x0000_t202" style="position:absolute;left:8842;top:20875;width:21609;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" filled="f" stroked="f">
                  <v:textbox style="mso-fit-shape-to-text:t">
                    <w:txbxContent>
                      <w:p w14:paraId="0F40839B" w14:textId="77777777" w:rsidR="00002A30" w:rsidRDefault="00002A30" w:rsidP="00DE6D37">
                        <w:pPr>
                          <w:jc w:val="center"/>
                        </w:pPr>
                        <w:r>
                          <w:rPr>
                            <w:b/>
                            <w:bCs/>
                            <w:color w:val="000000" w:themeColor="text1"/>
                            <w:kern w:val="24"/>
                            <w:lang w:val="de-DE"/>
                          </w:rPr>
                          <w:t>Angles verticaux</w:t>
                        </w:r>
                      </w:p>
                    </w:txbxContent>
                  </v:textbox>
                </v:shape>
                <w10:anchorlock/>
              </v:group>
            </w:pict>
          </mc:Fallback>
        </mc:AlternateContent>
      </w:r>
    </w:p>
    <w:p w14:paraId="4FC50BA9" w14:textId="78978ADE" w:rsidR="00DE6D37" w:rsidRDefault="00DE6D37" w:rsidP="00DE6D37">
      <w:pPr>
        <w:pStyle w:val="H23G"/>
      </w:pPr>
      <w:r w:rsidRPr="00DA6AB5">
        <w:rPr>
          <w:b w:val="0"/>
        </w:rPr>
        <w:tab/>
      </w:r>
      <w:r w:rsidRPr="00DA6AB5">
        <w:rPr>
          <w:b w:val="0"/>
        </w:rPr>
        <w:tab/>
        <w:t>Tableau A2-3</w:t>
      </w:r>
      <w:r>
        <w:t xml:space="preserve"> </w:t>
      </w:r>
      <w:r>
        <w:br/>
      </w:r>
      <w:r w:rsidRPr="001C55F0">
        <w:t>Répartition horizontale et verticale de la lumière dans l</w:t>
      </w:r>
      <w:r w:rsidR="003D2091">
        <w:t>’</w:t>
      </w:r>
      <w:r w:rsidRPr="001C55F0">
        <w:t>espace</w:t>
      </w:r>
    </w:p>
    <w:tbl>
      <w:tblPr>
        <w:tblStyle w:val="Grilledutableau"/>
        <w:tblW w:w="7370" w:type="dxa"/>
        <w:tblInd w:w="1134" w:type="dxa"/>
        <w:tblLayout w:type="fixed"/>
        <w:tblLook w:val="04A0" w:firstRow="1" w:lastRow="0" w:firstColumn="1" w:lastColumn="0" w:noHBand="0" w:noVBand="1"/>
      </w:tblPr>
      <w:tblGrid>
        <w:gridCol w:w="2296"/>
        <w:gridCol w:w="1691"/>
        <w:gridCol w:w="1691"/>
        <w:gridCol w:w="1692"/>
      </w:tblGrid>
      <w:tr w:rsidR="00DE6D37" w:rsidRPr="0049583D" w14:paraId="32C8A069" w14:textId="77777777" w:rsidTr="00DE6D37">
        <w:tc>
          <w:tcPr>
            <w:tcW w:w="2651" w:type="dxa"/>
            <w:tcBorders>
              <w:bottom w:val="single" w:sz="12" w:space="0" w:color="auto"/>
            </w:tcBorders>
            <w:vAlign w:val="center"/>
          </w:tcPr>
          <w:p w14:paraId="555D2E08" w14:textId="77777777" w:rsidR="00DE6D37" w:rsidRPr="0049583D" w:rsidRDefault="00DE6D37" w:rsidP="00DE6D37">
            <w:pPr>
              <w:spacing w:before="80" w:after="80" w:line="200" w:lineRule="exact"/>
              <w:ind w:left="57"/>
              <w:rPr>
                <w:rFonts w:asciiTheme="majorBidi" w:eastAsia="Times New Roman" w:hAnsiTheme="majorBidi" w:cstheme="majorBidi"/>
                <w:bCs/>
                <w:i/>
                <w:sz w:val="16"/>
              </w:rPr>
            </w:pPr>
            <w:r w:rsidRPr="0049583D">
              <w:rPr>
                <w:rFonts w:asciiTheme="majorBidi" w:eastAsia="Times New Roman" w:hAnsiTheme="majorBidi" w:cstheme="majorBidi"/>
                <w:bCs/>
                <w:i/>
                <w:sz w:val="16"/>
              </w:rPr>
              <w:t>Feu</w:t>
            </w:r>
          </w:p>
        </w:tc>
        <w:tc>
          <w:tcPr>
            <w:tcW w:w="1951" w:type="dxa"/>
            <w:tcBorders>
              <w:bottom w:val="single" w:sz="12" w:space="0" w:color="auto"/>
            </w:tcBorders>
            <w:vAlign w:val="center"/>
          </w:tcPr>
          <w:p w14:paraId="72BBC85D" w14:textId="77777777" w:rsidR="00DE6D37" w:rsidRPr="0049583D" w:rsidRDefault="00DE6D37" w:rsidP="00DE6D37">
            <w:pPr>
              <w:spacing w:before="80" w:after="80" w:line="200" w:lineRule="exact"/>
              <w:ind w:right="113"/>
              <w:jc w:val="right"/>
              <w:rPr>
                <w:rFonts w:asciiTheme="majorBidi" w:eastAsia="Times New Roman" w:hAnsiTheme="majorBidi" w:cstheme="majorBidi"/>
                <w:i/>
                <w:sz w:val="16"/>
              </w:rPr>
            </w:pPr>
            <w:r w:rsidRPr="0049583D">
              <w:rPr>
                <w:rFonts w:asciiTheme="majorBidi" w:eastAsia="Times New Roman" w:hAnsiTheme="majorBidi" w:cstheme="majorBidi"/>
                <w:bCs/>
                <w:i/>
                <w:sz w:val="16"/>
              </w:rPr>
              <w:t>Angles horizontaux</w:t>
            </w:r>
            <w:r>
              <w:rPr>
                <w:rFonts w:asciiTheme="majorBidi" w:eastAsia="Times New Roman" w:hAnsiTheme="majorBidi" w:cstheme="majorBidi"/>
                <w:bCs/>
                <w:i/>
                <w:sz w:val="16"/>
              </w:rPr>
              <w:t xml:space="preserve"> </w:t>
            </w:r>
            <w:r>
              <w:rPr>
                <w:rFonts w:asciiTheme="majorBidi" w:eastAsia="Times New Roman" w:hAnsiTheme="majorBidi" w:cstheme="majorBidi"/>
                <w:bCs/>
                <w:i/>
                <w:sz w:val="16"/>
              </w:rPr>
              <w:br/>
            </w:r>
            <w:r w:rsidRPr="0049583D">
              <w:rPr>
                <w:rFonts w:asciiTheme="majorBidi" w:eastAsia="Times New Roman" w:hAnsiTheme="majorBidi" w:cstheme="majorBidi"/>
                <w:bCs/>
                <w:i/>
                <w:sz w:val="16"/>
              </w:rPr>
              <w:t>minimaux</w:t>
            </w:r>
            <w:r>
              <w:rPr>
                <w:rFonts w:asciiTheme="majorBidi" w:eastAsia="Times New Roman" w:hAnsiTheme="majorBidi" w:cstheme="majorBidi"/>
                <w:bCs/>
                <w:i/>
                <w:sz w:val="16"/>
              </w:rPr>
              <w:t xml:space="preserve"> </w:t>
            </w:r>
            <w:r w:rsidRPr="0049583D">
              <w:rPr>
                <w:rFonts w:asciiTheme="majorBidi" w:hAnsiTheme="majorBidi" w:cstheme="majorBidi"/>
                <w:bCs/>
                <w:i/>
                <w:sz w:val="16"/>
              </w:rPr>
              <w:t>(A/B)</w:t>
            </w:r>
          </w:p>
        </w:tc>
        <w:tc>
          <w:tcPr>
            <w:tcW w:w="1951" w:type="dxa"/>
            <w:tcBorders>
              <w:bottom w:val="single" w:sz="12" w:space="0" w:color="auto"/>
            </w:tcBorders>
            <w:vAlign w:val="center"/>
          </w:tcPr>
          <w:p w14:paraId="2902815C" w14:textId="77777777" w:rsidR="00DE6D37" w:rsidRPr="0049583D" w:rsidRDefault="00DE6D37" w:rsidP="00DE6D37">
            <w:pPr>
              <w:spacing w:before="80" w:after="80" w:line="200" w:lineRule="exact"/>
              <w:ind w:right="113"/>
              <w:jc w:val="right"/>
              <w:rPr>
                <w:rFonts w:asciiTheme="majorBidi" w:eastAsia="Times New Roman" w:hAnsiTheme="majorBidi" w:cstheme="majorBidi"/>
                <w:i/>
                <w:sz w:val="16"/>
              </w:rPr>
            </w:pPr>
            <w:r w:rsidRPr="0049583D">
              <w:rPr>
                <w:rFonts w:asciiTheme="majorBidi" w:eastAsia="Times New Roman" w:hAnsiTheme="majorBidi" w:cstheme="majorBidi"/>
                <w:bCs/>
                <w:i/>
                <w:sz w:val="16"/>
              </w:rPr>
              <w:t xml:space="preserve">Angles verticaux minimaux </w:t>
            </w:r>
            <w:r>
              <w:rPr>
                <w:rFonts w:asciiTheme="majorBidi" w:eastAsia="Times New Roman" w:hAnsiTheme="majorBidi" w:cstheme="majorBidi"/>
                <w:bCs/>
                <w:i/>
                <w:sz w:val="16"/>
              </w:rPr>
              <w:br/>
            </w:r>
            <w:r w:rsidRPr="0049583D">
              <w:rPr>
                <w:rFonts w:asciiTheme="majorBidi" w:eastAsia="Times New Roman" w:hAnsiTheme="majorBidi" w:cstheme="majorBidi"/>
                <w:bCs/>
                <w:i/>
                <w:sz w:val="16"/>
              </w:rPr>
              <w:t>(supérieurs/inférieurs)</w:t>
            </w:r>
          </w:p>
        </w:tc>
        <w:tc>
          <w:tcPr>
            <w:tcW w:w="1952" w:type="dxa"/>
            <w:tcBorders>
              <w:bottom w:val="single" w:sz="12" w:space="0" w:color="auto"/>
            </w:tcBorders>
            <w:vAlign w:val="center"/>
          </w:tcPr>
          <w:p w14:paraId="60297DB6" w14:textId="77777777" w:rsidR="00DE6D37" w:rsidRPr="0049583D" w:rsidRDefault="00DE6D37" w:rsidP="00DE6D37">
            <w:pPr>
              <w:spacing w:before="80" w:after="80" w:line="200" w:lineRule="exact"/>
              <w:ind w:right="113"/>
              <w:jc w:val="right"/>
              <w:rPr>
                <w:rFonts w:asciiTheme="majorBidi" w:eastAsia="Times New Roman" w:hAnsiTheme="majorBidi" w:cstheme="majorBidi"/>
                <w:bCs/>
                <w:i/>
                <w:sz w:val="16"/>
              </w:rPr>
            </w:pPr>
            <w:r w:rsidRPr="0049583D">
              <w:rPr>
                <w:rFonts w:asciiTheme="majorBidi" w:eastAsia="Times New Roman" w:hAnsiTheme="majorBidi" w:cstheme="majorBidi"/>
                <w:bCs/>
                <w:i/>
                <w:sz w:val="16"/>
              </w:rPr>
              <w:t>Renseignements complémentaires</w:t>
            </w:r>
          </w:p>
        </w:tc>
      </w:tr>
      <w:tr w:rsidR="00DE6D37" w:rsidRPr="0049583D" w14:paraId="76247989" w14:textId="77777777" w:rsidTr="00DE6D37">
        <w:tc>
          <w:tcPr>
            <w:tcW w:w="2651" w:type="dxa"/>
            <w:tcBorders>
              <w:top w:val="single" w:sz="12" w:space="0" w:color="auto"/>
              <w:bottom w:val="single" w:sz="4" w:space="0" w:color="auto"/>
            </w:tcBorders>
            <w:vAlign w:val="center"/>
          </w:tcPr>
          <w:p w14:paraId="55BEA832" w14:textId="77777777" w:rsidR="00DE6D37" w:rsidRPr="001C55F0" w:rsidRDefault="00DE6D37" w:rsidP="00DE6D37">
            <w:pPr>
              <w:spacing w:before="40" w:after="40" w:line="220" w:lineRule="atLeast"/>
              <w:ind w:left="57"/>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Feu de position latéral (SM1)</w:t>
            </w:r>
          </w:p>
        </w:tc>
        <w:tc>
          <w:tcPr>
            <w:tcW w:w="1951" w:type="dxa"/>
            <w:tcBorders>
              <w:top w:val="single" w:sz="12" w:space="0" w:color="auto"/>
              <w:bottom w:val="single" w:sz="4" w:space="0" w:color="auto"/>
            </w:tcBorders>
            <w:vAlign w:val="bottom"/>
          </w:tcPr>
          <w:p w14:paraId="0E476E05" w14:textId="77777777" w:rsidR="00DE6D37" w:rsidRPr="001C55F0" w:rsidRDefault="00DE6D37" w:rsidP="00DE6D37">
            <w:pPr>
              <w:spacing w:before="40" w:after="40" w:line="220" w:lineRule="atLeast"/>
              <w:ind w:right="113"/>
              <w:jc w:val="right"/>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45°/45°</w:t>
            </w:r>
          </w:p>
        </w:tc>
        <w:tc>
          <w:tcPr>
            <w:tcW w:w="1951" w:type="dxa"/>
            <w:tcBorders>
              <w:top w:val="single" w:sz="12" w:space="0" w:color="auto"/>
              <w:bottom w:val="single" w:sz="4" w:space="0" w:color="auto"/>
            </w:tcBorders>
            <w:vAlign w:val="bottom"/>
          </w:tcPr>
          <w:p w14:paraId="65545FD9" w14:textId="77777777" w:rsidR="00DE6D37" w:rsidRPr="001C55F0" w:rsidRDefault="00DE6D37" w:rsidP="00DE6D37">
            <w:pPr>
              <w:spacing w:before="40" w:after="40" w:line="220" w:lineRule="atLeast"/>
              <w:ind w:right="113"/>
              <w:jc w:val="right"/>
              <w:rPr>
                <w:rFonts w:asciiTheme="majorBidi" w:eastAsia="Times New Roman" w:hAnsiTheme="majorBidi" w:cstheme="majorBidi"/>
                <w:sz w:val="18"/>
                <w:szCs w:val="18"/>
                <w:vertAlign w:val="superscript"/>
              </w:rPr>
            </w:pPr>
            <w:r w:rsidRPr="001C55F0">
              <w:rPr>
                <w:rFonts w:asciiTheme="majorBidi" w:eastAsia="Times New Roman" w:hAnsiTheme="majorBidi" w:cstheme="majorBidi"/>
                <w:sz w:val="18"/>
                <w:szCs w:val="18"/>
              </w:rPr>
              <w:t>10°/10°</w:t>
            </w:r>
            <w:r w:rsidRPr="001C55F0">
              <w:rPr>
                <w:rFonts w:asciiTheme="majorBidi" w:eastAsia="Times New Roman" w:hAnsiTheme="majorBidi" w:cstheme="majorBidi"/>
                <w:sz w:val="18"/>
                <w:szCs w:val="18"/>
              </w:rPr>
              <w:br/>
              <w:t>10°/5°</w:t>
            </w:r>
            <w:r w:rsidRPr="001C55F0">
              <w:rPr>
                <w:rFonts w:eastAsia="Times New Roman"/>
                <w:i/>
                <w:sz w:val="18"/>
                <w:szCs w:val="18"/>
                <w:vertAlign w:val="superscript"/>
              </w:rPr>
              <w:t>2</w:t>
            </w:r>
          </w:p>
        </w:tc>
        <w:tc>
          <w:tcPr>
            <w:tcW w:w="1952" w:type="dxa"/>
            <w:tcBorders>
              <w:top w:val="single" w:sz="12" w:space="0" w:color="auto"/>
              <w:bottom w:val="single" w:sz="4" w:space="0" w:color="auto"/>
            </w:tcBorders>
            <w:vAlign w:val="center"/>
          </w:tcPr>
          <w:p w14:paraId="70EE0436" w14:textId="77777777" w:rsidR="00DE6D37" w:rsidRPr="001C55F0" w:rsidRDefault="00DE6D37" w:rsidP="00DE6D37">
            <w:pPr>
              <w:spacing w:before="40" w:after="40" w:line="220" w:lineRule="atLeast"/>
              <w:ind w:right="113"/>
              <w:jc w:val="right"/>
              <w:rPr>
                <w:rFonts w:asciiTheme="majorBidi" w:eastAsia="Times New Roman" w:hAnsiTheme="majorBidi" w:cstheme="majorBidi"/>
                <w:sz w:val="18"/>
                <w:szCs w:val="18"/>
              </w:rPr>
            </w:pPr>
          </w:p>
        </w:tc>
      </w:tr>
      <w:tr w:rsidR="00DE6D37" w:rsidRPr="0049583D" w14:paraId="65576AB5" w14:textId="77777777" w:rsidTr="00DE6D37">
        <w:tc>
          <w:tcPr>
            <w:tcW w:w="2651" w:type="dxa"/>
            <w:tcBorders>
              <w:bottom w:val="single" w:sz="12" w:space="0" w:color="auto"/>
            </w:tcBorders>
            <w:vAlign w:val="center"/>
          </w:tcPr>
          <w:p w14:paraId="70576897" w14:textId="77777777" w:rsidR="00DE6D37" w:rsidRPr="001C55F0" w:rsidRDefault="00DE6D37" w:rsidP="00DE6D37">
            <w:pPr>
              <w:spacing w:before="40" w:after="40" w:line="220" w:lineRule="atLeast"/>
              <w:ind w:left="57"/>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Feu de position latéral (SM2)</w:t>
            </w:r>
          </w:p>
        </w:tc>
        <w:tc>
          <w:tcPr>
            <w:tcW w:w="1951" w:type="dxa"/>
            <w:tcBorders>
              <w:bottom w:val="single" w:sz="12" w:space="0" w:color="auto"/>
            </w:tcBorders>
            <w:vAlign w:val="bottom"/>
          </w:tcPr>
          <w:p w14:paraId="64545161" w14:textId="77777777" w:rsidR="00DE6D37" w:rsidRPr="001C55F0" w:rsidRDefault="00DE6D37" w:rsidP="00DE6D37">
            <w:pPr>
              <w:spacing w:before="40" w:after="40" w:line="220" w:lineRule="atLeast"/>
              <w:ind w:right="113"/>
              <w:jc w:val="right"/>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30°/30°</w:t>
            </w:r>
          </w:p>
        </w:tc>
        <w:tc>
          <w:tcPr>
            <w:tcW w:w="1951" w:type="dxa"/>
            <w:tcBorders>
              <w:bottom w:val="single" w:sz="12" w:space="0" w:color="auto"/>
            </w:tcBorders>
            <w:vAlign w:val="bottom"/>
          </w:tcPr>
          <w:p w14:paraId="11C2DF11" w14:textId="77777777" w:rsidR="00DE6D37" w:rsidRPr="001C55F0" w:rsidRDefault="00DE6D37" w:rsidP="00DE6D37">
            <w:pPr>
              <w:spacing w:before="40" w:after="40" w:line="220" w:lineRule="atLeast"/>
              <w:ind w:right="113"/>
              <w:jc w:val="right"/>
              <w:rPr>
                <w:rFonts w:asciiTheme="majorBidi" w:eastAsia="Times New Roman" w:hAnsiTheme="majorBidi" w:cstheme="majorBidi"/>
                <w:sz w:val="18"/>
                <w:szCs w:val="18"/>
              </w:rPr>
            </w:pPr>
            <w:r w:rsidRPr="001C55F0">
              <w:rPr>
                <w:rFonts w:asciiTheme="majorBidi" w:eastAsia="Times New Roman" w:hAnsiTheme="majorBidi" w:cstheme="majorBidi"/>
                <w:sz w:val="18"/>
                <w:szCs w:val="18"/>
              </w:rPr>
              <w:t>10°/10°</w:t>
            </w:r>
            <w:r w:rsidRPr="001C55F0">
              <w:rPr>
                <w:rFonts w:asciiTheme="majorBidi" w:eastAsia="Times New Roman" w:hAnsiTheme="majorBidi" w:cstheme="majorBidi"/>
                <w:sz w:val="18"/>
                <w:szCs w:val="18"/>
              </w:rPr>
              <w:br/>
              <w:t>10°/5°</w:t>
            </w:r>
            <w:r w:rsidRPr="001C55F0">
              <w:rPr>
                <w:rFonts w:eastAsia="Times New Roman"/>
                <w:i/>
                <w:sz w:val="18"/>
                <w:szCs w:val="18"/>
                <w:vertAlign w:val="superscript"/>
              </w:rPr>
              <w:t>2</w:t>
            </w:r>
          </w:p>
        </w:tc>
        <w:tc>
          <w:tcPr>
            <w:tcW w:w="1952" w:type="dxa"/>
            <w:tcBorders>
              <w:bottom w:val="single" w:sz="12" w:space="0" w:color="auto"/>
            </w:tcBorders>
            <w:vAlign w:val="center"/>
          </w:tcPr>
          <w:p w14:paraId="7BF44712" w14:textId="77777777" w:rsidR="00DE6D37" w:rsidRPr="001C55F0" w:rsidRDefault="00DE6D37" w:rsidP="00DE6D37">
            <w:pPr>
              <w:spacing w:before="40" w:after="40" w:line="220" w:lineRule="atLeast"/>
              <w:ind w:right="113"/>
              <w:jc w:val="right"/>
              <w:rPr>
                <w:rFonts w:asciiTheme="majorBidi" w:eastAsia="Times New Roman" w:hAnsiTheme="majorBidi" w:cstheme="majorBidi"/>
                <w:sz w:val="18"/>
                <w:szCs w:val="18"/>
              </w:rPr>
            </w:pPr>
          </w:p>
        </w:tc>
      </w:tr>
    </w:tbl>
    <w:p w14:paraId="74CEADB2" w14:textId="77777777" w:rsidR="00DE6D37" w:rsidRDefault="00DE6D37" w:rsidP="00DE6D37">
      <w:pPr>
        <w:pStyle w:val="SingleTxtG"/>
      </w:pPr>
    </w:p>
    <w:p w14:paraId="0B7F0663" w14:textId="106B5BD5" w:rsidR="00DE6D37" w:rsidRDefault="00DE6D37" w:rsidP="00A6775A">
      <w:pPr>
        <w:tabs>
          <w:tab w:val="left" w:pos="567"/>
          <w:tab w:val="left" w:pos="1134"/>
          <w:tab w:val="left" w:pos="1701"/>
          <w:tab w:val="right" w:leader="dot" w:pos="8505"/>
        </w:tabs>
        <w:spacing w:after="120"/>
        <w:ind w:left="1134" w:right="1134"/>
        <w:jc w:val="both"/>
      </w:pPr>
      <w:r>
        <w:br w:type="page"/>
      </w:r>
    </w:p>
    <w:p w14:paraId="3139E59D" w14:textId="5309E743" w:rsidR="00DE6D37" w:rsidRPr="001C55F0" w:rsidRDefault="00DE6D37" w:rsidP="00DE6D37">
      <w:pPr>
        <w:pStyle w:val="H1G"/>
        <w:ind w:left="2268"/>
      </w:pPr>
      <w:r w:rsidRPr="001C55F0">
        <w:lastRenderedPageBreak/>
        <w:t>Partie D :</w:t>
      </w:r>
      <w:r>
        <w:tab/>
      </w:r>
      <w:r w:rsidRPr="001C55F0">
        <w:t>Feu d</w:t>
      </w:r>
      <w:r w:rsidR="003D2091">
        <w:t>’</w:t>
      </w:r>
      <w:r w:rsidRPr="001C55F0">
        <w:t>éclairage de la plaque d</w:t>
      </w:r>
      <w:r w:rsidR="003D2091">
        <w:t>’</w:t>
      </w:r>
      <w:r w:rsidRPr="001C55F0">
        <w:t>immatriculation arrière, champ de visibilité</w:t>
      </w:r>
    </w:p>
    <w:p w14:paraId="152A7601" w14:textId="32A233FD" w:rsidR="00DE6D37" w:rsidRDefault="00DE6D37" w:rsidP="00DE6D37">
      <w:pPr>
        <w:pStyle w:val="H23G"/>
        <w:spacing w:after="240"/>
      </w:pPr>
      <w:r w:rsidRPr="00C64B85">
        <w:rPr>
          <w:b w:val="0"/>
        </w:rPr>
        <w:tab/>
      </w:r>
      <w:r w:rsidRPr="00C64B85">
        <w:rPr>
          <w:b w:val="0"/>
        </w:rPr>
        <w:tab/>
        <w:t>Figure A2-</w:t>
      </w:r>
      <w:r>
        <w:rPr>
          <w:b w:val="0"/>
        </w:rPr>
        <w:t>IV</w:t>
      </w:r>
      <w:r>
        <w:t xml:space="preserve"> </w:t>
      </w:r>
      <w:r>
        <w:br/>
      </w:r>
      <w:r w:rsidRPr="001C55F0">
        <w:t>Répartition horizontale et verticale de la lumière dans l</w:t>
      </w:r>
      <w:r w:rsidR="003D2091">
        <w:t>’</w:t>
      </w:r>
      <w:r w:rsidRPr="001C55F0">
        <w:t>espace</w:t>
      </w:r>
    </w:p>
    <w:p w14:paraId="18FDC029" w14:textId="77777777" w:rsidR="00DE6D37" w:rsidRDefault="00DE6D37" w:rsidP="00DE6D37">
      <w:pPr>
        <w:pStyle w:val="SingleTxtG"/>
      </w:pPr>
      <w:r>
        <w:rPr>
          <w:noProof/>
          <w:lang w:eastAsia="fr-CH"/>
        </w:rPr>
        <w:drawing>
          <wp:inline distT="0" distB="0" distL="0" distR="0" wp14:anchorId="1C13E5B6" wp14:editId="42604591">
            <wp:extent cx="3168000" cy="27648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168000" cy="2764800"/>
                    </a:xfrm>
                    <a:prstGeom prst="rect">
                      <a:avLst/>
                    </a:prstGeom>
                  </pic:spPr>
                </pic:pic>
              </a:graphicData>
            </a:graphic>
          </wp:inline>
        </w:drawing>
      </w:r>
    </w:p>
    <w:p w14:paraId="59C1966C" w14:textId="77777777" w:rsidR="00DE6D37" w:rsidRDefault="00DE6D37" w:rsidP="00DE6D37">
      <w:pPr>
        <w:ind w:left="1134"/>
      </w:pPr>
      <w:r>
        <w:rPr>
          <w:noProof/>
          <w:lang w:eastAsia="fr-CH"/>
        </w:rPr>
        <mc:AlternateContent>
          <mc:Choice Requires="wps">
            <w:drawing>
              <wp:anchor distT="0" distB="0" distL="114300" distR="114300" simplePos="0" relativeHeight="251661312" behindDoc="0" locked="0" layoutInCell="1" allowOverlap="1" wp14:anchorId="0259AC56" wp14:editId="45351EDB">
                <wp:simplePos x="0" y="0"/>
                <wp:positionH relativeFrom="column">
                  <wp:posOffset>3544672</wp:posOffset>
                </wp:positionH>
                <wp:positionV relativeFrom="paragraph">
                  <wp:posOffset>2663978</wp:posOffset>
                </wp:positionV>
                <wp:extent cx="914400" cy="219456"/>
                <wp:effectExtent l="0" t="0" r="635" b="9525"/>
                <wp:wrapNone/>
                <wp:docPr id="7" name="Zone de texte 7"/>
                <wp:cNvGraphicFramePr/>
                <a:graphic xmlns:a="http://schemas.openxmlformats.org/drawingml/2006/main">
                  <a:graphicData uri="http://schemas.microsoft.com/office/word/2010/wordprocessingShape">
                    <wps:wsp>
                      <wps:cNvSpPr txBox="1"/>
                      <wps:spPr>
                        <a:xfrm>
                          <a:off x="0" y="0"/>
                          <a:ext cx="914400" cy="219456"/>
                        </a:xfrm>
                        <a:prstGeom prst="rect">
                          <a:avLst/>
                        </a:prstGeom>
                        <a:solidFill>
                          <a:schemeClr val="lt1"/>
                        </a:solidFill>
                        <a:ln w="6350">
                          <a:noFill/>
                        </a:ln>
                      </wps:spPr>
                      <wps:txbx>
                        <w:txbxContent>
                          <w:p w14:paraId="6284441B" w14:textId="77777777" w:rsidR="00002A30" w:rsidRDefault="00002A30" w:rsidP="00DE6D37"/>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59AC56" id="Zone de texte 7" o:spid="_x0000_s1152" type="#_x0000_t202" style="position:absolute;left:0;text-align:left;margin-left:279.1pt;margin-top:209.75pt;width:1in;height:17.3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" fillcolor="white [3201]" stroked="f" strokeweight=".5pt">
                <v:textbox>
                  <w:txbxContent>
                    <w:p w14:paraId="6284441B" w14:textId="77777777" w:rsidR="00002A30" w:rsidRDefault="00002A30" w:rsidP="00DE6D37"/>
                  </w:txbxContent>
                </v:textbox>
              </v:shape>
            </w:pict>
          </mc:Fallback>
        </mc:AlternateContent>
      </w:r>
      <w:r>
        <w:rPr>
          <w:noProof/>
          <w:lang w:eastAsia="fr-CH"/>
        </w:rPr>
        <w:drawing>
          <wp:inline distT="0" distB="0" distL="0" distR="0" wp14:anchorId="21ED9992" wp14:editId="332930A2">
            <wp:extent cx="3168000" cy="2896124"/>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168000" cy="2896124"/>
                    </a:xfrm>
                    <a:prstGeom prst="rect">
                      <a:avLst/>
                    </a:prstGeom>
                  </pic:spPr>
                </pic:pic>
              </a:graphicData>
            </a:graphic>
          </wp:inline>
        </w:drawing>
      </w:r>
    </w:p>
    <w:p w14:paraId="72B4898B" w14:textId="126286E0" w:rsidR="00DE6D37" w:rsidRDefault="00DE6D37" w:rsidP="00DE6D37">
      <w:pPr>
        <w:pStyle w:val="H23G"/>
      </w:pPr>
      <w:r w:rsidRPr="00CD437B">
        <w:rPr>
          <w:b w:val="0"/>
        </w:rPr>
        <w:tab/>
      </w:r>
      <w:r w:rsidRPr="00CD437B">
        <w:rPr>
          <w:b w:val="0"/>
        </w:rPr>
        <w:tab/>
        <w:t>Tableau A2-4</w:t>
      </w:r>
      <w:r>
        <w:t xml:space="preserve"> </w:t>
      </w:r>
      <w:r>
        <w:br/>
      </w:r>
      <w:r w:rsidRPr="001C55F0">
        <w:t>Répartition horizontale et verticale de la lumière dans l</w:t>
      </w:r>
      <w:r w:rsidR="003D2091">
        <w:t>’</w:t>
      </w:r>
      <w:r w:rsidRPr="001C55F0">
        <w:t>espace</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DE6D37" w:rsidRPr="0049583D" w14:paraId="64F16746" w14:textId="77777777" w:rsidTr="00DE6D37">
        <w:trPr>
          <w:cantSplit/>
        </w:trPr>
        <w:tc>
          <w:tcPr>
            <w:tcW w:w="7955" w:type="dxa"/>
          </w:tcPr>
          <w:p w14:paraId="130D914F" w14:textId="51557E5F" w:rsidR="00DE6D37" w:rsidRPr="0049583D" w:rsidRDefault="00DE6D37" w:rsidP="00DE6D37">
            <w:pPr>
              <w:spacing w:before="120" w:after="120"/>
              <w:ind w:left="567" w:hanging="567"/>
            </w:pPr>
            <w:r w:rsidRPr="0049583D">
              <w:t>1.</w:t>
            </w:r>
            <w:r w:rsidRPr="0049583D">
              <w:tab/>
              <w:t>Les angles de champ de visibilité indiqués ci-dessus ne concernent que les positions relatives du</w:t>
            </w:r>
            <w:r>
              <w:t> </w:t>
            </w:r>
            <w:r w:rsidRPr="0049583D">
              <w:t>dispositif d</w:t>
            </w:r>
            <w:r w:rsidR="003D2091">
              <w:t>’</w:t>
            </w:r>
            <w:r w:rsidRPr="0049583D">
              <w:t>éclairage et de l</w:t>
            </w:r>
            <w:r w:rsidR="003D2091">
              <w:t>’</w:t>
            </w:r>
            <w:r w:rsidRPr="0049583D">
              <w:t>emplacement réservé à la plaque d</w:t>
            </w:r>
            <w:r w:rsidR="003D2091">
              <w:t>’</w:t>
            </w:r>
            <w:r w:rsidRPr="0049583D">
              <w:t>immatriculation.</w:t>
            </w:r>
          </w:p>
          <w:p w14:paraId="0A8C4843" w14:textId="79045034" w:rsidR="00DE6D37" w:rsidRPr="0049583D" w:rsidRDefault="00DE6D37" w:rsidP="00DE6D37">
            <w:pPr>
              <w:spacing w:after="120"/>
              <w:ind w:left="567" w:hanging="567"/>
              <w:rPr>
                <w:szCs w:val="24"/>
              </w:rPr>
            </w:pPr>
            <w:r w:rsidRPr="0049583D">
              <w:rPr>
                <w:szCs w:val="24"/>
              </w:rPr>
              <w:t>2.</w:t>
            </w:r>
            <w:r w:rsidRPr="0049583D">
              <w:rPr>
                <w:szCs w:val="24"/>
              </w:rPr>
              <w:tab/>
              <w:t xml:space="preserve">Le champ de visibilité </w:t>
            </w:r>
            <w:r w:rsidRPr="008B2EBE">
              <w:t>de</w:t>
            </w:r>
            <w:r w:rsidRPr="0049583D">
              <w:rPr>
                <w:szCs w:val="24"/>
              </w:rPr>
              <w:t xml:space="preserve"> la plaque d</w:t>
            </w:r>
            <w:r w:rsidR="003D2091">
              <w:rPr>
                <w:szCs w:val="24"/>
              </w:rPr>
              <w:t>’</w:t>
            </w:r>
            <w:r w:rsidRPr="0049583D">
              <w:rPr>
                <w:szCs w:val="24"/>
              </w:rPr>
              <w:t>immatriculation montée sur le véhicule reste soumis aux</w:t>
            </w:r>
            <w:r>
              <w:rPr>
                <w:szCs w:val="24"/>
              </w:rPr>
              <w:t> </w:t>
            </w:r>
            <w:r w:rsidRPr="0049583D">
              <w:rPr>
                <w:szCs w:val="24"/>
              </w:rPr>
              <w:t>règlements nationaux</w:t>
            </w:r>
            <w:r>
              <w:rPr>
                <w:szCs w:val="24"/>
              </w:rPr>
              <w:t xml:space="preserve"> pertinents</w:t>
            </w:r>
            <w:r w:rsidRPr="0049583D">
              <w:rPr>
                <w:szCs w:val="24"/>
              </w:rPr>
              <w:t>.</w:t>
            </w:r>
          </w:p>
          <w:p w14:paraId="42BCED89" w14:textId="32AE7E19" w:rsidR="00DE6D37" w:rsidRPr="0049583D" w:rsidRDefault="00DE6D37" w:rsidP="00DE6D37">
            <w:pPr>
              <w:spacing w:after="120"/>
              <w:ind w:left="567" w:hanging="567"/>
              <w:rPr>
                <w:bCs/>
                <w:szCs w:val="24"/>
              </w:rPr>
            </w:pPr>
            <w:r w:rsidRPr="0049583D">
              <w:rPr>
                <w:szCs w:val="24"/>
              </w:rPr>
              <w:t>3.</w:t>
            </w:r>
            <w:r w:rsidRPr="0049583D">
              <w:rPr>
                <w:szCs w:val="24"/>
              </w:rPr>
              <w:tab/>
              <w:t xml:space="preserve">Les angles indiqués </w:t>
            </w:r>
            <w:r w:rsidRPr="008B2EBE">
              <w:t>tiennent</w:t>
            </w:r>
            <w:r w:rsidRPr="0049583D">
              <w:rPr>
                <w:szCs w:val="24"/>
              </w:rPr>
              <w:t xml:space="preserve"> compte de l</w:t>
            </w:r>
            <w:r w:rsidR="003D2091">
              <w:rPr>
                <w:szCs w:val="24"/>
              </w:rPr>
              <w:t>’</w:t>
            </w:r>
            <w:r w:rsidRPr="0049583D">
              <w:rPr>
                <w:szCs w:val="24"/>
              </w:rPr>
              <w:t>occultation partielle provoquée par le dispositif d</w:t>
            </w:r>
            <w:r w:rsidR="003D2091">
              <w:rPr>
                <w:szCs w:val="24"/>
              </w:rPr>
              <w:t>’</w:t>
            </w:r>
            <w:r w:rsidRPr="0049583D">
              <w:rPr>
                <w:szCs w:val="24"/>
              </w:rPr>
              <w:t>éclairage. Ils doivent être respectés dans les directions les plus occultées. Les dispositifs d</w:t>
            </w:r>
            <w:r w:rsidR="003D2091">
              <w:rPr>
                <w:szCs w:val="24"/>
              </w:rPr>
              <w:t>’</w:t>
            </w:r>
            <w:r w:rsidRPr="0049583D">
              <w:rPr>
                <w:szCs w:val="24"/>
              </w:rPr>
              <w:t>éclairage doivent être tels qu</w:t>
            </w:r>
            <w:r w:rsidR="003D2091">
              <w:rPr>
                <w:szCs w:val="24"/>
              </w:rPr>
              <w:t>’</w:t>
            </w:r>
            <w:r w:rsidRPr="0049583D">
              <w:rPr>
                <w:szCs w:val="24"/>
              </w:rPr>
              <w:t>ils réduisent au strict nécessaire l</w:t>
            </w:r>
            <w:r w:rsidR="003D2091">
              <w:rPr>
                <w:szCs w:val="24"/>
              </w:rPr>
              <w:t>’</w:t>
            </w:r>
            <w:r w:rsidRPr="0049583D">
              <w:rPr>
                <w:szCs w:val="24"/>
              </w:rPr>
              <w:t xml:space="preserve">étendue des </w:t>
            </w:r>
            <w:r>
              <w:rPr>
                <w:szCs w:val="24"/>
              </w:rPr>
              <w:t>zone</w:t>
            </w:r>
            <w:r w:rsidRPr="0049583D">
              <w:rPr>
                <w:szCs w:val="24"/>
              </w:rPr>
              <w:t>s partiellement occultées.</w:t>
            </w:r>
          </w:p>
        </w:tc>
      </w:tr>
    </w:tbl>
    <w:p w14:paraId="01AEB294" w14:textId="4F640CBC" w:rsidR="00DE6D37" w:rsidRDefault="00DE6D37" w:rsidP="00A6775A">
      <w:pPr>
        <w:tabs>
          <w:tab w:val="left" w:pos="567"/>
          <w:tab w:val="left" w:pos="1134"/>
          <w:tab w:val="left" w:pos="1701"/>
          <w:tab w:val="right" w:leader="dot" w:pos="8505"/>
        </w:tabs>
        <w:spacing w:after="120"/>
        <w:ind w:left="1134" w:right="1134"/>
        <w:jc w:val="both"/>
      </w:pPr>
      <w:r>
        <w:br w:type="page"/>
      </w:r>
    </w:p>
    <w:p w14:paraId="5C040D9A" w14:textId="77777777" w:rsidR="00DE6D37" w:rsidRPr="0049583D" w:rsidRDefault="00DE6D37" w:rsidP="00DE6D37">
      <w:pPr>
        <w:pStyle w:val="HChG"/>
      </w:pPr>
      <w:r w:rsidRPr="0049583D">
        <w:lastRenderedPageBreak/>
        <w:t>Annexe 3</w:t>
      </w:r>
    </w:p>
    <w:p w14:paraId="228ABBFE" w14:textId="77777777" w:rsidR="00DE6D37" w:rsidRPr="0049583D" w:rsidRDefault="00DE6D37" w:rsidP="00DE6D37">
      <w:pPr>
        <w:pStyle w:val="HChG"/>
      </w:pPr>
      <w:r>
        <w:tab/>
      </w:r>
      <w:r>
        <w:tab/>
      </w:r>
      <w:r w:rsidRPr="0049583D">
        <w:t>Répartition normalisée de la lumière</w:t>
      </w:r>
    </w:p>
    <w:p w14:paraId="3F5ABA18" w14:textId="77777777" w:rsidR="00DE6D37" w:rsidRPr="0049583D" w:rsidRDefault="00DE6D37" w:rsidP="00513B26">
      <w:pPr>
        <w:pStyle w:val="SingleTxtG"/>
        <w:tabs>
          <w:tab w:val="clear" w:pos="1701"/>
        </w:tabs>
        <w:ind w:left="2268" w:hanging="1134"/>
      </w:pPr>
      <w:r>
        <w:t>1.</w:t>
      </w:r>
      <w:r>
        <w:tab/>
        <w:t>Sauf indication contraire :</w:t>
      </w:r>
    </w:p>
    <w:p w14:paraId="16A1F4C0" w14:textId="346A8AD4" w:rsidR="00DE6D37" w:rsidRPr="0049583D" w:rsidRDefault="00DE6D37" w:rsidP="00513B26">
      <w:pPr>
        <w:pStyle w:val="SingleTxtG"/>
        <w:tabs>
          <w:tab w:val="clear" w:pos="1701"/>
        </w:tabs>
        <w:ind w:left="2268" w:hanging="1134"/>
      </w:pPr>
      <w:r w:rsidRPr="0049583D">
        <w:t>1.1</w:t>
      </w:r>
      <w:r w:rsidRPr="0049583D">
        <w:tab/>
        <w:t>La direction H = 0° et V = 0° correspond à l</w:t>
      </w:r>
      <w:r w:rsidR="003D2091">
        <w:t>’</w:t>
      </w:r>
      <w:r w:rsidRPr="0049583D">
        <w:t xml:space="preserve">axe de référence (sur le véhicule elle est horizontale, parallèle au plan longitudinal médian du véhicule et orientée dans le sens imposé de la visibilité). Elle passe par le centre de référence. </w:t>
      </w:r>
      <w:r w:rsidRPr="00957EA2">
        <w:t>Sauf indication contraire</w:t>
      </w:r>
      <w:r>
        <w:t>, l</w:t>
      </w:r>
      <w:r w:rsidRPr="0049583D">
        <w:t>es valeurs indiquées dans les figures</w:t>
      </w:r>
      <w:r>
        <w:t> </w:t>
      </w:r>
      <w:r w:rsidRPr="0049583D">
        <w:t>A3-I à A3-XV donnent pour les diverses directions de mesure les intensités minimales en pourcentage du minimum exigé.</w:t>
      </w:r>
    </w:p>
    <w:p w14:paraId="5E372EE8" w14:textId="56785859" w:rsidR="00DE6D37" w:rsidRPr="0049583D" w:rsidRDefault="00DE6D37" w:rsidP="00513B26">
      <w:pPr>
        <w:pStyle w:val="SingleTxtG"/>
        <w:tabs>
          <w:tab w:val="clear" w:pos="1701"/>
        </w:tabs>
        <w:ind w:left="2268" w:hanging="1134"/>
      </w:pPr>
      <w:r w:rsidRPr="0049583D">
        <w:t>1.2</w:t>
      </w:r>
      <w:r w:rsidRPr="0049583D">
        <w:tab/>
        <w:t>À l</w:t>
      </w:r>
      <w:r w:rsidR="003D2091">
        <w:t>’</w:t>
      </w:r>
      <w:r w:rsidRPr="0049583D">
        <w:t>intérieur du champ de répartition spatiale de la lumière, schématiquement représenté par une grille, la répartition de la lumière devrait être sensiblement uniforme, l</w:t>
      </w:r>
      <w:r w:rsidR="003D2091">
        <w:t>’</w:t>
      </w:r>
      <w:r w:rsidRPr="0049583D">
        <w:t>intensité lumineuse dans chaque direction d</w:t>
      </w:r>
      <w:r w:rsidR="003D2091">
        <w:t>’</w:t>
      </w:r>
      <w:r w:rsidRPr="0049583D">
        <w:t>une partie du champ délimitée par les lignes de la grille devant au moins atteindre la plus basse valeur minimale (en pourcentage) indiquée sur les lignes de la grille entourant la direction en question.</w:t>
      </w:r>
    </w:p>
    <w:p w14:paraId="060F6D3A" w14:textId="7F8B1BBA" w:rsidR="00DE6D37" w:rsidRPr="0049583D" w:rsidRDefault="00DE6D37" w:rsidP="00513B26">
      <w:pPr>
        <w:pStyle w:val="SingleTxtG"/>
        <w:tabs>
          <w:tab w:val="clear" w:pos="1701"/>
        </w:tabs>
        <w:ind w:left="2268" w:hanging="1134"/>
      </w:pPr>
      <w:r w:rsidRPr="0049583D">
        <w:t>1.3</w:t>
      </w:r>
      <w:r w:rsidRPr="0049583D">
        <w:tab/>
        <w:t>Cependant, dans le cas où l</w:t>
      </w:r>
      <w:r w:rsidR="003D2091">
        <w:t>’</w:t>
      </w:r>
      <w:r w:rsidRPr="0049583D">
        <w:t xml:space="preserve">un des feux suivants </w:t>
      </w:r>
      <w:r>
        <w:t>devrait</w:t>
      </w:r>
      <w:r w:rsidRPr="0049583D">
        <w:t xml:space="preserve"> être installé à une hauteur (mesurée au niveau du plan H indiqué par le fabricant) égale ou inférieure à 750 mm par rapport au sol, l</w:t>
      </w:r>
      <w:r w:rsidR="003D2091">
        <w:t>’</w:t>
      </w:r>
      <w:r w:rsidRPr="0049583D">
        <w:t>intensité photométrique est vérifiée seulement jusqu</w:t>
      </w:r>
      <w:r w:rsidR="003D2091">
        <w:t>’</w:t>
      </w:r>
      <w:r>
        <w:t>à un angle de 5° vers le bas :</w:t>
      </w:r>
    </w:p>
    <w:p w14:paraId="18DDEF9D" w14:textId="77777777" w:rsidR="00DE6D37" w:rsidRDefault="00DE6D37" w:rsidP="00DE6D37">
      <w:pPr>
        <w:pStyle w:val="SingleTxtG"/>
        <w:ind w:left="2835" w:hanging="567"/>
      </w:pPr>
      <w:r>
        <w:t>a)</w:t>
      </w:r>
      <w:r>
        <w:tab/>
      </w:r>
      <w:r w:rsidRPr="0049583D">
        <w:t>Feux indicateur</w:t>
      </w:r>
      <w:r>
        <w:t>s de direction avant et arrière ;</w:t>
      </w:r>
    </w:p>
    <w:p w14:paraId="153E0D97" w14:textId="77777777" w:rsidR="00DE6D37" w:rsidRDefault="00DE6D37" w:rsidP="00DE6D37">
      <w:pPr>
        <w:pStyle w:val="SingleTxtG"/>
        <w:ind w:left="2835" w:hanging="567"/>
      </w:pPr>
      <w:r>
        <w:t>b)</w:t>
      </w:r>
      <w:r>
        <w:tab/>
      </w:r>
      <w:r w:rsidRPr="0049583D">
        <w:t>Fe</w:t>
      </w:r>
      <w:r>
        <w:t>ux de position avant et arrière ;</w:t>
      </w:r>
    </w:p>
    <w:p w14:paraId="089C0C23" w14:textId="06E2CCA4" w:rsidR="00DE6D37" w:rsidRDefault="00DE6D37" w:rsidP="00DE6D37">
      <w:pPr>
        <w:pStyle w:val="SingleTxtG"/>
        <w:ind w:left="2835" w:hanging="567"/>
      </w:pPr>
      <w:r>
        <w:t>c)</w:t>
      </w:r>
      <w:r>
        <w:tab/>
      </w:r>
      <w:r w:rsidRPr="0049583D">
        <w:t xml:space="preserve">Feux </w:t>
      </w:r>
      <w:r>
        <w:t>d</w:t>
      </w:r>
      <w:r w:rsidR="003D2091">
        <w:t>’</w:t>
      </w:r>
      <w:r>
        <w:t>encombrement avant et arrière ;</w:t>
      </w:r>
    </w:p>
    <w:p w14:paraId="658A499E" w14:textId="77777777" w:rsidR="00DE6D37" w:rsidRDefault="00DE6D37" w:rsidP="00DE6D37">
      <w:pPr>
        <w:pStyle w:val="SingleTxtG"/>
        <w:ind w:left="2835" w:hanging="567"/>
      </w:pPr>
      <w:r>
        <w:t>d)</w:t>
      </w:r>
      <w:r>
        <w:tab/>
        <w:t>Feux de stationnement ;</w:t>
      </w:r>
    </w:p>
    <w:p w14:paraId="0537275E" w14:textId="77777777" w:rsidR="00DE6D37" w:rsidRDefault="00DE6D37" w:rsidP="00DE6D37">
      <w:pPr>
        <w:pStyle w:val="SingleTxtG"/>
        <w:ind w:left="2835" w:hanging="567"/>
      </w:pPr>
      <w:r>
        <w:t>e)</w:t>
      </w:r>
      <w:r>
        <w:tab/>
        <w:t>Feux stop des catégories S1, S2 et MS ;</w:t>
      </w:r>
    </w:p>
    <w:p w14:paraId="2FEDE304" w14:textId="77777777" w:rsidR="00DE6D37" w:rsidRPr="0049583D" w:rsidRDefault="00DE6D37" w:rsidP="00DE6D37">
      <w:pPr>
        <w:pStyle w:val="SingleTxtG"/>
        <w:ind w:left="2835" w:hanging="567"/>
      </w:pPr>
      <w:r>
        <w:t>f)</w:t>
      </w:r>
      <w:r>
        <w:tab/>
      </w:r>
      <w:r w:rsidRPr="0049583D">
        <w:t>Feux de position latéraux.</w:t>
      </w:r>
    </w:p>
    <w:p w14:paraId="542AEE30" w14:textId="77777777" w:rsidR="00DE6D37" w:rsidRPr="0049583D" w:rsidRDefault="00DE6D37" w:rsidP="00513B26">
      <w:pPr>
        <w:pStyle w:val="SingleTxtG"/>
        <w:tabs>
          <w:tab w:val="clear" w:pos="1701"/>
        </w:tabs>
        <w:ind w:left="2268" w:hanging="1134"/>
      </w:pPr>
      <w:r w:rsidRPr="0049583D">
        <w:t>2.</w:t>
      </w:r>
      <w:r w:rsidRPr="0049583D">
        <w:tab/>
        <w:t>Répartition normalisée de la lumière</w:t>
      </w:r>
    </w:p>
    <w:p w14:paraId="0E008A32" w14:textId="0F5E6467" w:rsidR="00DE6D37" w:rsidRDefault="00DE6D37" w:rsidP="00513B26">
      <w:pPr>
        <w:pStyle w:val="SingleTxtG"/>
        <w:tabs>
          <w:tab w:val="clear" w:pos="1701"/>
        </w:tabs>
        <w:ind w:left="2268" w:hanging="1134"/>
      </w:pPr>
      <w:r w:rsidRPr="0049583D">
        <w:t>2.1</w:t>
      </w:r>
      <w:r w:rsidRPr="0049583D">
        <w:tab/>
        <w:t>Répartition normalisée de la lumière pour les feux de position avant et arrière, le</w:t>
      </w:r>
      <w:r>
        <w:t xml:space="preserve">s feux </w:t>
      </w:r>
      <w:r w:rsidRPr="0049583D">
        <w:t>de stationnement, les feux d</w:t>
      </w:r>
      <w:r w:rsidR="003D2091">
        <w:t>’</w:t>
      </w:r>
      <w:r w:rsidRPr="0049583D">
        <w:t>encombrement avant et arrière</w:t>
      </w:r>
      <w:r>
        <w:t xml:space="preserve">, les feux stop (S1, S2 et MS) </w:t>
      </w:r>
      <w:r w:rsidRPr="0049583D">
        <w:t>et les feux indicateurs de direction des catégories</w:t>
      </w:r>
      <w:r>
        <w:t> </w:t>
      </w:r>
      <w:r w:rsidRPr="0049583D">
        <w:t>1, 1a, 1b</w:t>
      </w:r>
      <w:r>
        <w:t xml:space="preserve">, 2a, 2b, 11, 11a, 11b, 11c et </w:t>
      </w:r>
      <w:r w:rsidRPr="0049583D">
        <w:t xml:space="preserve">12. </w:t>
      </w:r>
    </w:p>
    <w:p w14:paraId="45C26313" w14:textId="47513528" w:rsidR="00DE6D37" w:rsidRPr="0049583D" w:rsidRDefault="00DE6D37" w:rsidP="00DE6D37">
      <w:pPr>
        <w:pStyle w:val="SingleTxtG"/>
        <w:ind w:left="2268"/>
      </w:pPr>
      <w:r w:rsidRPr="00957EA2">
        <w:t>Les valeurs indiquées donnent</w:t>
      </w:r>
      <w:r>
        <w:t>,</w:t>
      </w:r>
      <w:r w:rsidRPr="00957EA2">
        <w:t xml:space="preserve"> pour les diverses directions de mesure</w:t>
      </w:r>
      <w:r>
        <w:t>,</w:t>
      </w:r>
      <w:r w:rsidRPr="00957EA2">
        <w:t xml:space="preserve"> l</w:t>
      </w:r>
      <w:r w:rsidR="003D2091">
        <w:t>’</w:t>
      </w:r>
      <w:r>
        <w:t>intensité</w:t>
      </w:r>
      <w:r w:rsidRPr="00957EA2">
        <w:t xml:space="preserve"> minim</w:t>
      </w:r>
      <w:r>
        <w:t>ale</w:t>
      </w:r>
      <w:r w:rsidRPr="00957EA2">
        <w:t xml:space="preserve"> en pourcentage de l</w:t>
      </w:r>
      <w:r w:rsidR="003D2091">
        <w:t>’</w:t>
      </w:r>
      <w:r w:rsidRPr="00957EA2">
        <w:t>intensité minim</w:t>
      </w:r>
      <w:r>
        <w:t>ale</w:t>
      </w:r>
      <w:r w:rsidRPr="00957EA2">
        <w:t xml:space="preserve"> exigée (voir les t</w:t>
      </w:r>
      <w:r>
        <w:t>ableaux </w:t>
      </w:r>
      <w:r w:rsidRPr="00957EA2">
        <w:t>3, 4, 5, 7 et 8).</w:t>
      </w:r>
    </w:p>
    <w:p w14:paraId="4D5FB19C" w14:textId="09076D66" w:rsidR="00DE6D37" w:rsidRDefault="00DE6D37" w:rsidP="00DE6D37">
      <w:pPr>
        <w:pStyle w:val="H23G"/>
        <w:ind w:left="2268" w:firstLine="0"/>
      </w:pPr>
      <w:r w:rsidRPr="006D6F66">
        <w:rPr>
          <w:b w:val="0"/>
        </w:rPr>
        <w:lastRenderedPageBreak/>
        <w:t>Figure A3-I</w:t>
      </w:r>
      <w:r w:rsidRPr="006D6F66">
        <w:t xml:space="preserve"> </w:t>
      </w:r>
      <w:r w:rsidRPr="006D6F66">
        <w:br/>
        <w:t xml:space="preserve">Répartition normalisée de la lumière pour les feux de position avant </w:t>
      </w:r>
      <w:r w:rsidRPr="006D6F66">
        <w:br/>
        <w:t>et arrière, les feux de stationnement, les feux d</w:t>
      </w:r>
      <w:r w:rsidR="003D2091">
        <w:t>’</w:t>
      </w:r>
      <w:r w:rsidRPr="006D6F66">
        <w:t xml:space="preserve">encombrement, </w:t>
      </w:r>
      <w:r w:rsidRPr="006D6F66">
        <w:br/>
        <w:t>les feux stop et les feux indicateurs de direction</w:t>
      </w:r>
    </w:p>
    <w:p w14:paraId="6B2D821D" w14:textId="77777777" w:rsidR="00DE6D37" w:rsidRPr="0049583D" w:rsidRDefault="00DE6D37" w:rsidP="00DE6D37">
      <w:pPr>
        <w:ind w:left="2268"/>
      </w:pPr>
      <w:r>
        <w:rPr>
          <w:noProof/>
          <w:lang w:eastAsia="fr-CH"/>
        </w:rPr>
        <w:drawing>
          <wp:inline distT="0" distB="0" distL="0" distR="0" wp14:anchorId="02D7068D" wp14:editId="0E22FB35">
            <wp:extent cx="4319083" cy="2270927"/>
            <wp:effectExtent l="0" t="0" r="5715" b="0"/>
            <wp:docPr id="935" name="Imag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330547" cy="2276955"/>
                    </a:xfrm>
                    <a:prstGeom prst="rect">
                      <a:avLst/>
                    </a:prstGeom>
                  </pic:spPr>
                </pic:pic>
              </a:graphicData>
            </a:graphic>
          </wp:inline>
        </w:drawing>
      </w:r>
    </w:p>
    <w:p w14:paraId="4BE58793" w14:textId="2FBDF2BE" w:rsidR="00DE6D37" w:rsidRDefault="00DE6D37" w:rsidP="00513B26">
      <w:pPr>
        <w:pStyle w:val="SingleTxtG"/>
        <w:tabs>
          <w:tab w:val="clear" w:pos="1701"/>
        </w:tabs>
        <w:spacing w:before="120"/>
        <w:ind w:left="2268" w:hanging="1134"/>
      </w:pPr>
      <w:r>
        <w:t>2.2</w:t>
      </w:r>
      <w:r>
        <w:tab/>
      </w:r>
      <w:r w:rsidRPr="0049583D">
        <w:t>Répartition normalisée de la lumière pour les feux de circulation diurne</w:t>
      </w:r>
    </w:p>
    <w:p w14:paraId="3F8EE1C0" w14:textId="11712BCE" w:rsidR="00DE6D37" w:rsidRPr="0049583D" w:rsidRDefault="00DE6D37" w:rsidP="00DE6D37">
      <w:pPr>
        <w:pStyle w:val="SingleTxtG"/>
        <w:ind w:left="2268"/>
      </w:pPr>
      <w:r w:rsidRPr="00BC6A81">
        <w:t>Les valeurs indiquées donnent, pour les diverses directions de mesure, l</w:t>
      </w:r>
      <w:r w:rsidR="003D2091">
        <w:t>’</w:t>
      </w:r>
      <w:r w:rsidRPr="00BC6A81">
        <w:t>intensité minim</w:t>
      </w:r>
      <w:r>
        <w:t>ale</w:t>
      </w:r>
      <w:r w:rsidRPr="00BC6A81">
        <w:t xml:space="preserve"> en pourcentage de l</w:t>
      </w:r>
      <w:r w:rsidR="003D2091">
        <w:t>’</w:t>
      </w:r>
      <w:r w:rsidRPr="00BC6A81">
        <w:t>intensité minim</w:t>
      </w:r>
      <w:r>
        <w:t>ale</w:t>
      </w:r>
      <w:r w:rsidRPr="00BC6A81">
        <w:t xml:space="preserve"> exigée</w:t>
      </w:r>
      <w:r w:rsidRPr="00FF1C04">
        <w:t xml:space="preserve"> (voir le tableau</w:t>
      </w:r>
      <w:r>
        <w:t> 6</w:t>
      </w:r>
      <w:r w:rsidRPr="00FF1C04">
        <w:t>).</w:t>
      </w:r>
    </w:p>
    <w:p w14:paraId="67776A4C" w14:textId="77777777" w:rsidR="00DE6D37" w:rsidRDefault="00DE6D37" w:rsidP="00DE6D37">
      <w:pPr>
        <w:pStyle w:val="H23G"/>
        <w:ind w:left="2268" w:firstLine="0"/>
      </w:pPr>
      <w:r w:rsidRPr="008B448F">
        <w:rPr>
          <w:b w:val="0"/>
        </w:rPr>
        <w:t>Figure A3-II</w:t>
      </w:r>
      <w:r>
        <w:t xml:space="preserve"> </w:t>
      </w:r>
      <w:r>
        <w:br/>
      </w:r>
      <w:r w:rsidRPr="00797A9C">
        <w:t>Répartition de la lumière pour les feux de circulation diurne</w:t>
      </w:r>
    </w:p>
    <w:p w14:paraId="6B35E6DC" w14:textId="77777777" w:rsidR="00DE6D37" w:rsidRPr="0049583D" w:rsidRDefault="00DE6D37" w:rsidP="00DE6D37">
      <w:pPr>
        <w:ind w:left="2268"/>
      </w:pPr>
      <w:r w:rsidRPr="00292AE8">
        <w:rPr>
          <w:rFonts w:eastAsia="Times New Roman"/>
          <w:noProof/>
          <w:lang w:eastAsia="fr-CH"/>
        </w:rPr>
        <mc:AlternateContent>
          <mc:Choice Requires="wpg">
            <w:drawing>
              <wp:inline distT="0" distB="0" distL="0" distR="0" wp14:anchorId="6F0BEBA2" wp14:editId="2B0BEC24">
                <wp:extent cx="4375150" cy="2550344"/>
                <wp:effectExtent l="0" t="38100" r="6350" b="2540"/>
                <wp:docPr id="1330"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75150" cy="2550344"/>
                          <a:chOff x="0" y="0"/>
                          <a:chExt cx="57601" cy="28132"/>
                        </a:xfrm>
                      </wpg:grpSpPr>
                      <wps:wsp>
                        <wps:cNvPr id="1331" name="Gerade Verbindung 1000"/>
                        <wps:cNvCnPr>
                          <a:cxnSpLocks noChangeShapeType="1"/>
                        </wps:cNvCnPr>
                        <wps:spPr bwMode="auto">
                          <a:xfrm>
                            <a:off x="6162" y="6448"/>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2" name="Gerade Verbindung 1001"/>
                        <wps:cNvCnPr>
                          <a:cxnSpLocks noChangeShapeType="1"/>
                        </wps:cNvCnPr>
                        <wps:spPr bwMode="auto">
                          <a:xfrm>
                            <a:off x="6162" y="11249"/>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3" name="Gerade Verbindung 1002"/>
                        <wps:cNvCnPr>
                          <a:cxnSpLocks noChangeShapeType="1"/>
                        </wps:cNvCnPr>
                        <wps:spPr bwMode="auto">
                          <a:xfrm>
                            <a:off x="6162" y="16050"/>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4" name="Gerade Verbindung 1003"/>
                        <wps:cNvCnPr>
                          <a:cxnSpLocks noChangeShapeType="1"/>
                        </wps:cNvCnPr>
                        <wps:spPr bwMode="auto">
                          <a:xfrm>
                            <a:off x="6162" y="20850"/>
                            <a:ext cx="46085" cy="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5" name="Gerade Verbindung 1004"/>
                        <wps:cNvCnPr>
                          <a:cxnSpLocks noChangeShapeType="1"/>
                        </wps:cNvCnPr>
                        <wps:spPr bwMode="auto">
                          <a:xfrm>
                            <a:off x="6162"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6" name="Gerade Verbindung 1005"/>
                        <wps:cNvCnPr>
                          <a:cxnSpLocks noChangeShapeType="1"/>
                        </wps:cNvCnPr>
                        <wps:spPr bwMode="auto">
                          <a:xfrm>
                            <a:off x="17683"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7" name="Gerade Verbindung 1006"/>
                        <wps:cNvCnPr>
                          <a:cxnSpLocks noChangeShapeType="1"/>
                        </wps:cNvCnPr>
                        <wps:spPr bwMode="auto">
                          <a:xfrm>
                            <a:off x="23444"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8" name="Gerade Verbindung 1007"/>
                        <wps:cNvCnPr>
                          <a:cxnSpLocks noChangeShapeType="1"/>
                        </wps:cNvCnPr>
                        <wps:spPr bwMode="auto">
                          <a:xfrm>
                            <a:off x="29204"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39" name="Gerade Verbindung 1008"/>
                        <wps:cNvCnPr>
                          <a:cxnSpLocks noChangeShapeType="1"/>
                        </wps:cNvCnPr>
                        <wps:spPr bwMode="auto">
                          <a:xfrm>
                            <a:off x="34965"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0" name="Gerade Verbindung 1009"/>
                        <wps:cNvCnPr>
                          <a:cxnSpLocks noChangeShapeType="1"/>
                        </wps:cNvCnPr>
                        <wps:spPr bwMode="auto">
                          <a:xfrm>
                            <a:off x="40726"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1" name="Gerade Verbindung 1010"/>
                        <wps:cNvCnPr>
                          <a:cxnSpLocks noChangeShapeType="1"/>
                        </wps:cNvCnPr>
                        <wps:spPr bwMode="auto">
                          <a:xfrm>
                            <a:off x="52247" y="1648"/>
                            <a:ext cx="0" cy="20880"/>
                          </a:xfrm>
                          <a:prstGeom prst="line">
                            <a:avLst/>
                          </a:prstGeom>
                          <a:noFill/>
                          <a:ln w="12700">
                            <a:solidFill>
                              <a:sysClr val="windowText" lastClr="000000">
                                <a:lumMod val="65000"/>
                                <a:lumOff val="35000"/>
                              </a:sysClr>
                            </a:solidFill>
                            <a:round/>
                            <a:headEnd/>
                            <a:tailEnd/>
                          </a:ln>
                          <a:extLst>
                            <a:ext uri="{909E8E84-426E-40DD-AFC4-6F175D3DCCD1}">
                              <a14:hiddenFill xmlns:a14="http://schemas.microsoft.com/office/drawing/2010/main">
                                <a:noFill/>
                              </a14:hiddenFill>
                            </a:ext>
                          </a:extLst>
                        </wps:spPr>
                        <wps:bodyPr/>
                      </wps:wsp>
                      <wps:wsp>
                        <wps:cNvPr id="1342"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1C873" w14:textId="77777777" w:rsidR="00002A30" w:rsidRDefault="00002A30" w:rsidP="00DE6D37">
                              <w:pPr>
                                <w:jc w:val="center"/>
                              </w:pPr>
                              <w:r>
                                <w:rPr>
                                  <w:color w:val="000000" w:themeColor="text1"/>
                                  <w:kern w:val="24"/>
                                </w:rPr>
                                <w:t>0°</w:t>
                              </w:r>
                            </w:p>
                          </w:txbxContent>
                        </wps:txbx>
                        <wps:bodyPr rot="0" vert="horz" wrap="square" lIns="91440" tIns="45720" rIns="91440" bIns="45720" anchor="t" anchorCtr="0" upright="1">
                          <a:noAutofit/>
                        </wps:bodyPr>
                      </wps:wsp>
                      <wps:wsp>
                        <wps:cNvPr id="1343"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93153" w14:textId="77777777" w:rsidR="00002A30" w:rsidRDefault="00002A30" w:rsidP="00DE6D37">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1344"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56F01"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1345"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08FE" w14:textId="77777777" w:rsidR="00002A30" w:rsidRDefault="00002A30" w:rsidP="00DE6D37">
                              <w:pPr>
                                <w:jc w:val="center"/>
                              </w:pPr>
                              <w:r>
                                <w:rPr>
                                  <w:color w:val="000000" w:themeColor="text1"/>
                                  <w:kern w:val="24"/>
                                </w:rPr>
                                <w:t>15°</w:t>
                              </w:r>
                            </w:p>
                          </w:txbxContent>
                        </wps:txbx>
                        <wps:bodyPr rot="0" vert="horz" wrap="square" lIns="91440" tIns="45720" rIns="91440" bIns="45720" anchor="t" anchorCtr="0" upright="1">
                          <a:noAutofit/>
                        </wps:bodyPr>
                      </wps:wsp>
                      <wps:wsp>
                        <wps:cNvPr id="1346"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6531A" w14:textId="77777777" w:rsidR="00002A30" w:rsidRDefault="00002A30" w:rsidP="00DE6D37">
                              <w:pPr>
                                <w:jc w:val="center"/>
                              </w:pPr>
                              <w:r>
                                <w:rPr>
                                  <w:color w:val="000000" w:themeColor="text1"/>
                                  <w:kern w:val="24"/>
                                </w:rPr>
                                <w:t>20°</w:t>
                              </w:r>
                            </w:p>
                          </w:txbxContent>
                        </wps:txbx>
                        <wps:bodyPr rot="0" vert="horz" wrap="square" lIns="91440" tIns="45720" rIns="91440" bIns="45720" anchor="t" anchorCtr="0" upright="1">
                          <a:noAutofit/>
                        </wps:bodyPr>
                      </wps:wsp>
                      <wps:wsp>
                        <wps:cNvPr id="1347"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43213"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1348"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1ADE6"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1349"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492D" w14:textId="77777777" w:rsidR="00002A30" w:rsidRDefault="00002A30" w:rsidP="00DE6D37">
                              <w:pPr>
                                <w:jc w:val="center"/>
                              </w:pPr>
                              <w:r>
                                <w:rPr>
                                  <w:color w:val="000000" w:themeColor="text1"/>
                                  <w:kern w:val="24"/>
                                </w:rPr>
                                <w:t>15°</w:t>
                              </w:r>
                            </w:p>
                          </w:txbxContent>
                        </wps:txbx>
                        <wps:bodyPr rot="0" vert="horz" wrap="square" lIns="91440" tIns="45720" rIns="91440" bIns="45720" anchor="t" anchorCtr="0" upright="1">
                          <a:noAutofit/>
                        </wps:bodyPr>
                      </wps:wsp>
                      <wps:wsp>
                        <wps:cNvPr id="1350"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7E84D" w14:textId="77777777" w:rsidR="00002A30" w:rsidRDefault="00002A30" w:rsidP="00DE6D37">
                              <w:pPr>
                                <w:jc w:val="center"/>
                              </w:pPr>
                              <w:r>
                                <w:rPr>
                                  <w:color w:val="000000" w:themeColor="text1"/>
                                  <w:kern w:val="24"/>
                                </w:rPr>
                                <w:t>20°</w:t>
                              </w:r>
                            </w:p>
                          </w:txbxContent>
                        </wps:txbx>
                        <wps:bodyPr rot="0" vert="horz" wrap="square" lIns="91440" tIns="45720" rIns="91440" bIns="45720" anchor="t" anchorCtr="0" upright="1">
                          <a:noAutofit/>
                        </wps:bodyPr>
                      </wps:wsp>
                      <wps:wsp>
                        <wps:cNvPr id="1351" name="Gerade Verbindung mit Pfeil 1020"/>
                        <wps:cNvCnPr>
                          <a:cxnSpLocks noChangeShapeType="1"/>
                        </wps:cNvCnPr>
                        <wps:spPr bwMode="auto">
                          <a:xfrm>
                            <a:off x="16243" y="27072"/>
                            <a:ext cx="24860" cy="0"/>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2" name="Textfeld 31"/>
                        <wps:cNvSpPr txBox="1">
                          <a:spLocks noChangeArrowheads="1"/>
                        </wps:cNvSpPr>
                        <wps:spPr bwMode="auto">
                          <a:xfrm>
                            <a:off x="26948" y="25649"/>
                            <a:ext cx="4352" cy="2483"/>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D0169" w14:textId="77777777" w:rsidR="00002A30" w:rsidRDefault="00002A30" w:rsidP="00DE6D37">
                              <w:pPr>
                                <w:jc w:val="center"/>
                              </w:pPr>
                              <w:r>
                                <w:rPr>
                                  <w:b/>
                                  <w:bCs/>
                                  <w:color w:val="000000" w:themeColor="text1"/>
                                  <w:kern w:val="24"/>
                                </w:rPr>
                                <w:t>H</w:t>
                              </w:r>
                            </w:p>
                          </w:txbxContent>
                        </wps:txbx>
                        <wps:bodyPr rot="0" vert="horz" wrap="square" lIns="91440" tIns="45720" rIns="91440" bIns="45720" anchor="t" anchorCtr="0" upright="1">
                          <a:noAutofit/>
                        </wps:bodyPr>
                      </wps:wsp>
                      <wps:wsp>
                        <wps:cNvPr id="1353" name="Gerade Verbindung mit Pfeil 1022"/>
                        <wps:cNvCnPr>
                          <a:cxnSpLocks noChangeShapeType="1"/>
                        </wps:cNvCnPr>
                        <wps:spPr bwMode="auto">
                          <a:xfrm>
                            <a:off x="56355" y="4528"/>
                            <a:ext cx="0" cy="16278"/>
                          </a:xfrm>
                          <a:prstGeom prst="straightConnector1">
                            <a:avLst/>
                          </a:prstGeom>
                          <a:noFill/>
                          <a:ln w="12700">
                            <a:solidFill>
                              <a:sysClr val="windowText" lastClr="000000">
                                <a:lumMod val="100000"/>
                                <a:lumOff val="0"/>
                              </a:sys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54" name="Textfeld 33"/>
                        <wps:cNvSpPr txBox="1">
                          <a:spLocks noChangeArrowheads="1"/>
                        </wps:cNvSpPr>
                        <wps:spPr bwMode="auto">
                          <a:xfrm>
                            <a:off x="55251" y="14894"/>
                            <a:ext cx="2350" cy="2375"/>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5AABA" w14:textId="77777777" w:rsidR="00002A30" w:rsidRDefault="00002A30" w:rsidP="00DE6D37">
                              <w:pPr>
                                <w:jc w:val="center"/>
                              </w:pPr>
                              <w:r>
                                <w:rPr>
                                  <w:b/>
                                  <w:bCs/>
                                  <w:color w:val="000000" w:themeColor="text1"/>
                                  <w:kern w:val="24"/>
                                </w:rPr>
                                <w:t>V</w:t>
                              </w:r>
                            </w:p>
                          </w:txbxContent>
                        </wps:txbx>
                        <wps:bodyPr rot="0" vert="horz" wrap="square" lIns="91440" tIns="45720" rIns="91440" bIns="45720" anchor="t" anchorCtr="0" upright="1">
                          <a:noAutofit/>
                        </wps:bodyPr>
                      </wps:wsp>
                      <wps:wsp>
                        <wps:cNvPr id="1355"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9F879"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1356"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7B5C6"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1357"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095DB" w14:textId="77777777" w:rsidR="00002A30" w:rsidRDefault="00002A30" w:rsidP="00DE6D37">
                              <w:pPr>
                                <w:jc w:val="center"/>
                              </w:pPr>
                              <w:r>
                                <w:rPr>
                                  <w:color w:val="000000" w:themeColor="text1"/>
                                  <w:kern w:val="24"/>
                                </w:rPr>
                                <w:t>0°</w:t>
                              </w:r>
                            </w:p>
                          </w:txbxContent>
                        </wps:txbx>
                        <wps:bodyPr rot="0" vert="horz" wrap="square" lIns="91440" tIns="45720" rIns="91440" bIns="45720" anchor="t" anchorCtr="0" upright="1">
                          <a:noAutofit/>
                        </wps:bodyPr>
                      </wps:wsp>
                      <wps:wsp>
                        <wps:cNvPr id="1358"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4E5CE"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1359" name="Textfeld 42"/>
                        <wps:cNvSpPr txBox="1">
                          <a:spLocks noChangeArrowheads="1"/>
                        </wps:cNvSpPr>
                        <wps:spPr bwMode="auto">
                          <a:xfrm>
                            <a:off x="26752" y="14799"/>
                            <a:ext cx="4682"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5DFCA" w14:textId="77777777" w:rsidR="00002A30" w:rsidRDefault="00002A30" w:rsidP="00DE6D37">
                              <w:pPr>
                                <w:jc w:val="center"/>
                              </w:pPr>
                              <w:r>
                                <w:rPr>
                                  <w:b/>
                                  <w:bCs/>
                                  <w:color w:val="000000" w:themeColor="text1"/>
                                  <w:kern w:val="24"/>
                                </w:rPr>
                                <w:t>100</w:t>
                              </w:r>
                            </w:p>
                          </w:txbxContent>
                        </wps:txbx>
                        <wps:bodyPr rot="0" vert="horz" wrap="square" lIns="36000" tIns="36000" rIns="36000" bIns="36000" anchor="t" anchorCtr="0" upright="1">
                          <a:noAutofit/>
                        </wps:bodyPr>
                      </wps:wsp>
                      <wps:wsp>
                        <wps:cNvPr id="1360" name="Textfeld 43"/>
                        <wps:cNvSpPr txBox="1">
                          <a:spLocks noChangeArrowheads="1"/>
                        </wps:cNvSpPr>
                        <wps:spPr bwMode="auto">
                          <a:xfrm>
                            <a:off x="27537" y="19689"/>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DF57E" w14:textId="77777777" w:rsidR="00002A30" w:rsidRDefault="00002A30" w:rsidP="00DE6D37">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1" name="Textfeld 44"/>
                        <wps:cNvSpPr txBox="1">
                          <a:spLocks noChangeArrowheads="1"/>
                        </wps:cNvSpPr>
                        <wps:spPr bwMode="auto">
                          <a:xfrm>
                            <a:off x="27613" y="10107"/>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454B81" w14:textId="77777777" w:rsidR="00002A30" w:rsidRDefault="00002A30" w:rsidP="00DE6D37">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2" name="Textfeld 45"/>
                        <wps:cNvSpPr txBox="1">
                          <a:spLocks noChangeArrowheads="1"/>
                        </wps:cNvSpPr>
                        <wps:spPr bwMode="auto">
                          <a:xfrm>
                            <a:off x="33298" y="14920"/>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AF95D6" w14:textId="77777777" w:rsidR="00002A30" w:rsidRDefault="00002A30" w:rsidP="00DE6D37">
                              <w:pPr>
                                <w:jc w:val="center"/>
                              </w:pPr>
                              <w:r>
                                <w:rPr>
                                  <w:b/>
                                  <w:bCs/>
                                  <w:color w:val="000000" w:themeColor="text1"/>
                                  <w:kern w:val="24"/>
                                </w:rPr>
                                <w:t>90</w:t>
                              </w:r>
                            </w:p>
                          </w:txbxContent>
                        </wps:txbx>
                        <wps:bodyPr rot="0" vert="horz" wrap="square" lIns="36000" tIns="36000" rIns="36000" bIns="36000" anchor="t" anchorCtr="0" upright="1">
                          <a:noAutofit/>
                        </wps:bodyPr>
                      </wps:wsp>
                      <wps:wsp>
                        <wps:cNvPr id="1363" name="Textfeld 46"/>
                        <wps:cNvSpPr txBox="1">
                          <a:spLocks noChangeArrowheads="1"/>
                        </wps:cNvSpPr>
                        <wps:spPr bwMode="auto">
                          <a:xfrm>
                            <a:off x="21812" y="15026"/>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0766D" w14:textId="77777777" w:rsidR="00002A30" w:rsidRDefault="00002A30" w:rsidP="00DE6D37">
                              <w:pPr>
                                <w:jc w:val="center"/>
                              </w:pPr>
                              <w:r>
                                <w:rPr>
                                  <w:b/>
                                  <w:bCs/>
                                  <w:color w:val="000000" w:themeColor="text1"/>
                                  <w:kern w:val="24"/>
                                </w:rPr>
                                <w:t>90</w:t>
                              </w:r>
                            </w:p>
                          </w:txbxContent>
                        </wps:txbx>
                        <wps:bodyPr rot="0" vert="horz" wrap="square" lIns="36000" tIns="36000" rIns="36000" bIns="36000" anchor="t" anchorCtr="0" upright="1">
                          <a:noAutofit/>
                        </wps:bodyPr>
                      </wps:wsp>
                      <wps:wsp>
                        <wps:cNvPr id="1364" name="Textfeld 47"/>
                        <wps:cNvSpPr txBox="1">
                          <a:spLocks noChangeArrowheads="1"/>
                        </wps:cNvSpPr>
                        <wps:spPr bwMode="auto">
                          <a:xfrm>
                            <a:off x="39174" y="14911"/>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0745C" w14:textId="77777777" w:rsidR="00002A30" w:rsidRDefault="00002A30" w:rsidP="00DE6D37">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5" name="Textfeld 48"/>
                        <wps:cNvSpPr txBox="1">
                          <a:spLocks noChangeArrowheads="1"/>
                        </wps:cNvSpPr>
                        <wps:spPr bwMode="auto">
                          <a:xfrm>
                            <a:off x="16092" y="14950"/>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B5EE2" w14:textId="77777777" w:rsidR="00002A30" w:rsidRDefault="00002A30" w:rsidP="00DE6D37">
                              <w:pPr>
                                <w:jc w:val="center"/>
                              </w:pPr>
                              <w:r>
                                <w:rPr>
                                  <w:b/>
                                  <w:bCs/>
                                  <w:color w:val="000000" w:themeColor="text1"/>
                                  <w:kern w:val="24"/>
                                </w:rPr>
                                <w:t>70</w:t>
                              </w:r>
                            </w:p>
                          </w:txbxContent>
                        </wps:txbx>
                        <wps:bodyPr rot="0" vert="horz" wrap="square" lIns="36000" tIns="36000" rIns="36000" bIns="36000" anchor="t" anchorCtr="0" upright="1">
                          <a:noAutofit/>
                        </wps:bodyPr>
                      </wps:wsp>
                      <wps:wsp>
                        <wps:cNvPr id="1366" name="Textfeld 49"/>
                        <wps:cNvSpPr txBox="1">
                          <a:spLocks noChangeArrowheads="1"/>
                        </wps:cNvSpPr>
                        <wps:spPr bwMode="auto">
                          <a:xfrm>
                            <a:off x="16092" y="10107"/>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B2050"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7" name="Textfeld 50"/>
                        <wps:cNvSpPr txBox="1">
                          <a:spLocks noChangeArrowheads="1"/>
                        </wps:cNvSpPr>
                        <wps:spPr bwMode="auto">
                          <a:xfrm>
                            <a:off x="39134" y="10061"/>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EBA86"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8" name="Textfeld 51"/>
                        <wps:cNvSpPr txBox="1">
                          <a:spLocks noChangeArrowheads="1"/>
                        </wps:cNvSpPr>
                        <wps:spPr bwMode="auto">
                          <a:xfrm>
                            <a:off x="16092" y="19769"/>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CCE03"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69" name="Textfeld 52"/>
                        <wps:cNvSpPr txBox="1">
                          <a:spLocks noChangeArrowheads="1"/>
                        </wps:cNvSpPr>
                        <wps:spPr bwMode="auto">
                          <a:xfrm>
                            <a:off x="39134" y="19724"/>
                            <a:ext cx="325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243262"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0" name="Textfeld 55"/>
                        <wps:cNvSpPr txBox="1">
                          <a:spLocks noChangeArrowheads="1"/>
                        </wps:cNvSpPr>
                        <wps:spPr bwMode="auto">
                          <a:xfrm>
                            <a:off x="21816" y="5293"/>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1D000"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1" name="Textfeld 56"/>
                        <wps:cNvSpPr txBox="1">
                          <a:spLocks noChangeArrowheads="1"/>
                        </wps:cNvSpPr>
                        <wps:spPr bwMode="auto">
                          <a:xfrm>
                            <a:off x="33298" y="5248"/>
                            <a:ext cx="3319"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10ED5"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2" name="Textfeld 57"/>
                        <wps:cNvSpPr txBox="1">
                          <a:spLocks noChangeArrowheads="1"/>
                        </wps:cNvSpPr>
                        <wps:spPr bwMode="auto">
                          <a:xfrm>
                            <a:off x="50655" y="10061"/>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A05331" w14:textId="77777777" w:rsidR="00002A30" w:rsidRDefault="00002A30" w:rsidP="00DE6D37">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3" name="Textfeld 58"/>
                        <wps:cNvSpPr txBox="1">
                          <a:spLocks noChangeArrowheads="1"/>
                        </wps:cNvSpPr>
                        <wps:spPr bwMode="auto">
                          <a:xfrm>
                            <a:off x="50655" y="19724"/>
                            <a:ext cx="3260"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93A3AA" w14:textId="77777777" w:rsidR="00002A30" w:rsidRDefault="00002A30" w:rsidP="00DE6D37">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4" name="Textfeld 59"/>
                        <wps:cNvSpPr txBox="1">
                          <a:spLocks noChangeArrowheads="1"/>
                        </wps:cNvSpPr>
                        <wps:spPr bwMode="auto">
                          <a:xfrm>
                            <a:off x="4495" y="10061"/>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460A95" w14:textId="77777777" w:rsidR="00002A30" w:rsidRDefault="00002A30" w:rsidP="00DE6D37">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5" name="Textfeld 60"/>
                        <wps:cNvSpPr txBox="1">
                          <a:spLocks noChangeArrowheads="1"/>
                        </wps:cNvSpPr>
                        <wps:spPr bwMode="auto">
                          <a:xfrm>
                            <a:off x="4495" y="19724"/>
                            <a:ext cx="3253"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71B57E" w14:textId="77777777" w:rsidR="00002A30" w:rsidRDefault="00002A30" w:rsidP="00DE6D37">
                              <w:pPr>
                                <w:jc w:val="center"/>
                              </w:pPr>
                              <w:r>
                                <w:rPr>
                                  <w:b/>
                                  <w:bCs/>
                                  <w:color w:val="000000" w:themeColor="text1"/>
                                  <w:kern w:val="24"/>
                                </w:rPr>
                                <w:t>10</w:t>
                              </w:r>
                            </w:p>
                          </w:txbxContent>
                        </wps:txbx>
                        <wps:bodyPr rot="0" vert="horz" wrap="square" lIns="36000" tIns="36000" rIns="36000" bIns="36000" anchor="t" anchorCtr="0" upright="1">
                          <a:noAutofit/>
                        </wps:bodyPr>
                      </wps:wsp>
                      <wps:wsp>
                        <wps:cNvPr id="1376" name="Gerade Verbindung 1045"/>
                        <wps:cNvCnPr>
                          <a:cxnSpLocks noChangeShapeType="1"/>
                        </wps:cNvCnPr>
                        <wps:spPr bwMode="auto">
                          <a:xfrm>
                            <a:off x="29238" y="0"/>
                            <a:ext cx="0" cy="1853"/>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77" name="Gerade Verbindung 1046"/>
                        <wps:cNvCnPr>
                          <a:cxnSpLocks noChangeShapeType="1"/>
                        </wps:cNvCnPr>
                        <wps:spPr bwMode="auto">
                          <a:xfrm flipV="1">
                            <a:off x="29221" y="22095"/>
                            <a:ext cx="0" cy="1853"/>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78" name="Textfeld 67"/>
                        <wps:cNvSpPr txBox="1">
                          <a:spLocks noChangeArrowheads="1"/>
                        </wps:cNvSpPr>
                        <wps:spPr bwMode="auto">
                          <a:xfrm>
                            <a:off x="27032" y="5259"/>
                            <a:ext cx="4124" cy="2181"/>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E880A5"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1379" name="Textfeld 70"/>
                        <wps:cNvSpPr txBox="1">
                          <a:spLocks noChangeArrowheads="1"/>
                        </wps:cNvSpPr>
                        <wps:spPr bwMode="auto">
                          <a:xfrm>
                            <a:off x="50671" y="14939"/>
                            <a:ext cx="3260"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09A6DF" w14:textId="77777777" w:rsidR="00002A30" w:rsidRDefault="00002A30" w:rsidP="00DE6D37">
                              <w:pPr>
                                <w:jc w:val="center"/>
                              </w:pPr>
                              <w:r>
                                <w:rPr>
                                  <w:b/>
                                  <w:bCs/>
                                  <w:color w:val="000000" w:themeColor="text1"/>
                                  <w:kern w:val="24"/>
                                </w:rPr>
                                <w:t>25</w:t>
                              </w:r>
                            </w:p>
                          </w:txbxContent>
                        </wps:txbx>
                        <wps:bodyPr rot="0" vert="horz" wrap="square" lIns="36000" tIns="36000" rIns="36000" bIns="36000" anchor="t" anchorCtr="0" upright="1">
                          <a:noAutofit/>
                        </wps:bodyPr>
                      </wps:wsp>
                      <wps:wsp>
                        <wps:cNvPr id="1380" name="Textfeld 71"/>
                        <wps:cNvSpPr txBox="1">
                          <a:spLocks noChangeArrowheads="1"/>
                        </wps:cNvSpPr>
                        <wps:spPr bwMode="auto">
                          <a:xfrm>
                            <a:off x="4547" y="14969"/>
                            <a:ext cx="3253" cy="218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1C2A8F" w14:textId="77777777" w:rsidR="00002A30" w:rsidRDefault="00002A30" w:rsidP="00DE6D37">
                              <w:pPr>
                                <w:jc w:val="center"/>
                              </w:pPr>
                              <w:r>
                                <w:rPr>
                                  <w:b/>
                                  <w:bCs/>
                                  <w:color w:val="000000" w:themeColor="text1"/>
                                  <w:kern w:val="24"/>
                                </w:rPr>
                                <w:t>25</w:t>
                              </w:r>
                            </w:p>
                          </w:txbxContent>
                        </wps:txbx>
                        <wps:bodyPr rot="0" vert="horz" wrap="square" lIns="36000" tIns="36000" rIns="36000" bIns="36000" anchor="t" anchorCtr="0" upright="1">
                          <a:noAutofit/>
                        </wps:bodyPr>
                      </wps:wsp>
                      <wps:wsp>
                        <wps:cNvPr id="1381" name="Gerade Verbindung 1050"/>
                        <wps:cNvCnPr>
                          <a:cxnSpLocks noChangeShapeType="1"/>
                        </wps:cNvCnPr>
                        <wps:spPr bwMode="auto">
                          <a:xfrm flipH="1">
                            <a:off x="53558" y="16108"/>
                            <a:ext cx="1545" cy="0"/>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82" name="Gerade Verbindung 1051"/>
                        <wps:cNvCnPr>
                          <a:cxnSpLocks noChangeShapeType="1"/>
                        </wps:cNvCnPr>
                        <wps:spPr bwMode="auto">
                          <a:xfrm>
                            <a:off x="3675" y="16073"/>
                            <a:ext cx="1546" cy="0"/>
                          </a:xfrm>
                          <a:prstGeom prst="line">
                            <a:avLst/>
                          </a:prstGeom>
                          <a:noFill/>
                          <a:ln w="12700">
                            <a:solidFill>
                              <a:sysClr val="windowText" lastClr="000000">
                                <a:lumMod val="100000"/>
                                <a:lumOff val="0"/>
                              </a:sysClr>
                            </a:solidFill>
                            <a:round/>
                            <a:headEnd type="triangle" w="med" len="med"/>
                            <a:tailEnd/>
                          </a:ln>
                          <a:extLst>
                            <a:ext uri="{909E8E84-426E-40DD-AFC4-6F175D3DCCD1}">
                              <a14:hiddenFill xmlns:a14="http://schemas.microsoft.com/office/drawing/2010/main">
                                <a:noFill/>
                              </a14:hiddenFill>
                            </a:ext>
                          </a:extLst>
                        </wps:spPr>
                        <wps:bodyPr/>
                      </wps:wsp>
                      <wps:wsp>
                        <wps:cNvPr id="1383" name="Rechteck 1052"/>
                        <wps:cNvSpPr>
                          <a:spLocks noChangeArrowheads="1"/>
                        </wps:cNvSpPr>
                        <wps:spPr bwMode="auto">
                          <a:xfrm>
                            <a:off x="30378" y="434"/>
                            <a:ext cx="23406"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4" name="Rechteck 1053"/>
                        <wps:cNvSpPr>
                          <a:spLocks noChangeArrowheads="1"/>
                        </wps:cNvSpPr>
                        <wps:spPr bwMode="auto">
                          <a:xfrm>
                            <a:off x="4827" y="528"/>
                            <a:ext cx="23407"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5" name="Rechteck 1054"/>
                        <wps:cNvSpPr>
                          <a:spLocks noChangeArrowheads="1"/>
                        </wps:cNvSpPr>
                        <wps:spPr bwMode="auto">
                          <a:xfrm>
                            <a:off x="35928" y="5295"/>
                            <a:ext cx="17100" cy="5145"/>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s:wsp>
                        <wps:cNvPr id="1386" name="Rechteck 1055"/>
                        <wps:cNvSpPr>
                          <a:spLocks noChangeArrowheads="1"/>
                        </wps:cNvSpPr>
                        <wps:spPr bwMode="auto">
                          <a:xfrm>
                            <a:off x="5342" y="5116"/>
                            <a:ext cx="17101" cy="5144"/>
                          </a:xfrm>
                          <a:prstGeom prst="rect">
                            <a:avLst/>
                          </a:prstGeom>
                          <a:solidFill>
                            <a:sysClr val="window" lastClr="FFFFFF">
                              <a:lumMod val="100000"/>
                              <a:lumOff val="0"/>
                            </a:sysClr>
                          </a:solidFill>
                          <a:ln w="25400">
                            <a:solidFill>
                              <a:sysClr val="window" lastClr="FFFFFF">
                                <a:lumMod val="100000"/>
                                <a:lumOff val="0"/>
                              </a:sys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6F0BEBA2" id="Gruppieren 84" o:spid="_x0000_s1153" style="width:344.5pt;height:200.8pt;mso-position-horizontal-relative:char;mso-position-vertical-relative:line" coordsize="57601,28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">
                <v:line id="Gerade Verbindung 1000" o:spid="_x0000_s1154"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" strokecolor="#595959" strokeweight="1pt"/>
                <v:line id="Gerade Verbindung 1001" o:spid="_x0000_s1155"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" strokecolor="#595959" strokeweight="1pt"/>
                <v:line id="Gerade Verbindung 1002" o:spid="_x0000_s1156"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" strokecolor="#595959" strokeweight="1pt"/>
                <v:line id="Gerade Verbindung 1003" o:spid="_x0000_s1157"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" strokecolor="#595959" strokeweight="1pt"/>
                <v:line id="Gerade Verbindung 1004" o:spid="_x0000_s1158"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" strokecolor="#595959" strokeweight="1pt"/>
                <v:line id="Gerade Verbindung 1005" o:spid="_x0000_s1159"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" strokecolor="#595959" strokeweight="1pt"/>
                <v:line id="Gerade Verbindung 1006" o:spid="_x0000_s1160"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" strokecolor="#595959" strokeweight="1pt"/>
                <v:line id="Gerade Verbindung 1007" o:spid="_x0000_s1161"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" strokecolor="#595959" strokeweight="1pt"/>
                <v:line id="Gerade Verbindung 1008" o:spid="_x0000_s1162"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" strokecolor="#595959" strokeweight="1pt"/>
                <v:line id="Gerade Verbindung 1009" o:spid="_x0000_s1163"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" strokecolor="#595959" strokeweight="1pt"/>
                <v:line id="Gerade Verbindung 1010" o:spid="_x0000_s1164"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" strokecolor="#595959" strokeweight="1pt"/>
                <v:shape id="Textfeld 21" o:spid="_x0000_s1165"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" filled="f" stroked="f">
                  <v:textbox>
                    <w:txbxContent>
                      <w:p w14:paraId="3671C873" w14:textId="77777777" w:rsidR="00002A30" w:rsidRDefault="00002A30" w:rsidP="00DE6D37">
                        <w:pPr>
                          <w:jc w:val="center"/>
                        </w:pPr>
                        <w:r>
                          <w:rPr>
                            <w:color w:val="000000" w:themeColor="text1"/>
                            <w:kern w:val="24"/>
                          </w:rPr>
                          <w:t>0°</w:t>
                        </w:r>
                      </w:p>
                    </w:txbxContent>
                  </v:textbox>
                </v:shape>
                <v:shape id="Textfeld 22" o:spid="_x0000_s1166"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" filled="f" stroked="f">
                  <v:textbox>
                    <w:txbxContent>
                      <w:p w14:paraId="60993153" w14:textId="77777777" w:rsidR="00002A30" w:rsidRDefault="00002A30" w:rsidP="00DE6D37">
                        <w:pPr>
                          <w:jc w:val="center"/>
                        </w:pPr>
                        <w:r>
                          <w:rPr>
                            <w:color w:val="000000" w:themeColor="text1"/>
                            <w:kern w:val="24"/>
                          </w:rPr>
                          <w:t>5</w:t>
                        </w:r>
                        <w:r>
                          <w:rPr>
                            <w:rFonts w:hAnsi="+mn-ea"/>
                            <w:color w:val="000000" w:themeColor="text1"/>
                            <w:kern w:val="24"/>
                          </w:rPr>
                          <w:t>°</w:t>
                        </w:r>
                      </w:p>
                    </w:txbxContent>
                  </v:textbox>
                </v:shape>
                <v:shape id="Textfeld 23" o:spid="_x0000_s1167"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" filled="f" stroked="f">
                  <v:textbox>
                    <w:txbxContent>
                      <w:p w14:paraId="36256F01" w14:textId="77777777" w:rsidR="00002A30" w:rsidRDefault="00002A30" w:rsidP="00DE6D37">
                        <w:pPr>
                          <w:jc w:val="center"/>
                        </w:pPr>
                        <w:r>
                          <w:rPr>
                            <w:color w:val="000000" w:themeColor="text1"/>
                            <w:kern w:val="24"/>
                          </w:rPr>
                          <w:t>10°</w:t>
                        </w:r>
                      </w:p>
                    </w:txbxContent>
                  </v:textbox>
                </v:shape>
                <v:shape id="Textfeld 24" o:spid="_x0000_s1168"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" filled="f" stroked="f">
                  <v:textbox>
                    <w:txbxContent>
                      <w:p w14:paraId="53AC08FE" w14:textId="77777777" w:rsidR="00002A30" w:rsidRDefault="00002A30" w:rsidP="00DE6D37">
                        <w:pPr>
                          <w:jc w:val="center"/>
                        </w:pPr>
                        <w:r>
                          <w:rPr>
                            <w:color w:val="000000" w:themeColor="text1"/>
                            <w:kern w:val="24"/>
                          </w:rPr>
                          <w:t>15°</w:t>
                        </w:r>
                      </w:p>
                    </w:txbxContent>
                  </v:textbox>
                </v:shape>
                <v:shape id="Textfeld 25" o:spid="_x0000_s1169"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" filled="f" stroked="f">
                  <v:textbox>
                    <w:txbxContent>
                      <w:p w14:paraId="3A26531A" w14:textId="77777777" w:rsidR="00002A30" w:rsidRDefault="00002A30" w:rsidP="00DE6D37">
                        <w:pPr>
                          <w:jc w:val="center"/>
                        </w:pPr>
                        <w:r>
                          <w:rPr>
                            <w:color w:val="000000" w:themeColor="text1"/>
                            <w:kern w:val="24"/>
                          </w:rPr>
                          <w:t>20°</w:t>
                        </w:r>
                      </w:p>
                    </w:txbxContent>
                  </v:textbox>
                </v:shape>
                <v:shape id="Textfeld 26" o:spid="_x0000_s1170"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" filled="f" stroked="f">
                  <v:textbox>
                    <w:txbxContent>
                      <w:p w14:paraId="49F43213" w14:textId="77777777" w:rsidR="00002A30" w:rsidRDefault="00002A30" w:rsidP="00DE6D37">
                        <w:pPr>
                          <w:jc w:val="center"/>
                        </w:pPr>
                        <w:r>
                          <w:rPr>
                            <w:color w:val="000000" w:themeColor="text1"/>
                            <w:kern w:val="24"/>
                          </w:rPr>
                          <w:t>5°</w:t>
                        </w:r>
                      </w:p>
                    </w:txbxContent>
                  </v:textbox>
                </v:shape>
                <v:shape id="Textfeld 27" o:spid="_x0000_s1171"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" filled="f" stroked="f">
                  <v:textbox>
                    <w:txbxContent>
                      <w:p w14:paraId="6CB1ADE6" w14:textId="77777777" w:rsidR="00002A30" w:rsidRDefault="00002A30" w:rsidP="00DE6D37">
                        <w:pPr>
                          <w:jc w:val="center"/>
                        </w:pPr>
                        <w:r>
                          <w:rPr>
                            <w:color w:val="000000" w:themeColor="text1"/>
                            <w:kern w:val="24"/>
                          </w:rPr>
                          <w:t>10°</w:t>
                        </w:r>
                      </w:p>
                    </w:txbxContent>
                  </v:textbox>
                </v:shape>
                <v:shape id="Textfeld 28" o:spid="_x0000_s1172"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" filled="f" stroked="f">
                  <v:textbox>
                    <w:txbxContent>
                      <w:p w14:paraId="1C7A492D" w14:textId="77777777" w:rsidR="00002A30" w:rsidRDefault="00002A30" w:rsidP="00DE6D37">
                        <w:pPr>
                          <w:jc w:val="center"/>
                        </w:pPr>
                        <w:r>
                          <w:rPr>
                            <w:color w:val="000000" w:themeColor="text1"/>
                            <w:kern w:val="24"/>
                          </w:rPr>
                          <w:t>15°</w:t>
                        </w:r>
                      </w:p>
                    </w:txbxContent>
                  </v:textbox>
                </v:shape>
                <v:shape id="Textfeld 29" o:spid="_x0000_s1173"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ylK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" filled="f" stroked="f">
                  <v:textbox>
                    <w:txbxContent>
                      <w:p w14:paraId="7237E84D" w14:textId="77777777" w:rsidR="00002A30" w:rsidRDefault="00002A30" w:rsidP="00DE6D37">
                        <w:pPr>
                          <w:jc w:val="center"/>
                        </w:pPr>
                        <w:r>
                          <w:rPr>
                            <w:color w:val="000000" w:themeColor="text1"/>
                            <w:kern w:val="24"/>
                          </w:rPr>
                          <w:t>20°</w:t>
                        </w:r>
                      </w:p>
                    </w:txbxContent>
                  </v:textbox>
                </v:shape>
                <v:shape id="Gerade Verbindung mit Pfeil 1020" o:spid="_x0000_s1174"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" strokeweight="1pt">
                  <v:stroke startarrow="block" endarrow="block"/>
                </v:shape>
                <v:shape id="Textfeld 31" o:spid="_x0000_s1175" type="#_x0000_t202" style="position:absolute;left:26948;top:25649;width:4352;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" stroked="f">
                  <v:textbox>
                    <w:txbxContent>
                      <w:p w14:paraId="203D0169" w14:textId="77777777" w:rsidR="00002A30" w:rsidRDefault="00002A30" w:rsidP="00DE6D37">
                        <w:pPr>
                          <w:jc w:val="center"/>
                        </w:pPr>
                        <w:r>
                          <w:rPr>
                            <w:b/>
                            <w:bCs/>
                            <w:color w:val="000000" w:themeColor="text1"/>
                            <w:kern w:val="24"/>
                          </w:rPr>
                          <w:t>H</w:t>
                        </w:r>
                      </w:p>
                    </w:txbxContent>
                  </v:textbox>
                </v:shape>
                <v:shape id="Gerade Verbindung mit Pfeil 1022" o:spid="_x0000_s1176"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" strokeweight="1pt">
                  <v:stroke startarrow="block" endarrow="block"/>
                </v:shape>
                <v:shape id="Textfeld 33" o:spid="_x0000_s1177"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" stroked="f">
                  <v:textbox>
                    <w:txbxContent>
                      <w:p w14:paraId="4A55AABA" w14:textId="77777777" w:rsidR="00002A30" w:rsidRDefault="00002A30" w:rsidP="00DE6D37">
                        <w:pPr>
                          <w:jc w:val="center"/>
                        </w:pPr>
                        <w:r>
                          <w:rPr>
                            <w:b/>
                            <w:bCs/>
                            <w:color w:val="000000" w:themeColor="text1"/>
                            <w:kern w:val="24"/>
                          </w:rPr>
                          <w:t>V</w:t>
                        </w:r>
                      </w:p>
                    </w:txbxContent>
                  </v:textbox>
                </v:shape>
                <v:shape id="Textfeld 34" o:spid="_x0000_s1178"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" filled="f" stroked="f">
                  <v:textbox>
                    <w:txbxContent>
                      <w:p w14:paraId="7949F879" w14:textId="77777777" w:rsidR="00002A30" w:rsidRDefault="00002A30" w:rsidP="00DE6D37">
                        <w:pPr>
                          <w:jc w:val="center"/>
                        </w:pPr>
                        <w:r>
                          <w:rPr>
                            <w:color w:val="000000" w:themeColor="text1"/>
                            <w:kern w:val="24"/>
                          </w:rPr>
                          <w:t>10°</w:t>
                        </w:r>
                      </w:p>
                    </w:txbxContent>
                  </v:textbox>
                </v:shape>
                <v:shape id="Textfeld 35" o:spid="_x0000_s1179"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" filled="f" stroked="f">
                  <v:textbox>
                    <w:txbxContent>
                      <w:p w14:paraId="7277B5C6" w14:textId="77777777" w:rsidR="00002A30" w:rsidRDefault="00002A30" w:rsidP="00DE6D37">
                        <w:pPr>
                          <w:jc w:val="center"/>
                        </w:pPr>
                        <w:r>
                          <w:rPr>
                            <w:color w:val="000000" w:themeColor="text1"/>
                            <w:kern w:val="24"/>
                          </w:rPr>
                          <w:t>5°</w:t>
                        </w:r>
                      </w:p>
                    </w:txbxContent>
                  </v:textbox>
                </v:shape>
                <v:shape id="Textfeld 36" o:spid="_x0000_s1180"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" filled="f" stroked="f">
                  <v:textbox>
                    <w:txbxContent>
                      <w:p w14:paraId="1BE095DB" w14:textId="77777777" w:rsidR="00002A30" w:rsidRDefault="00002A30" w:rsidP="00DE6D37">
                        <w:pPr>
                          <w:jc w:val="center"/>
                        </w:pPr>
                        <w:r>
                          <w:rPr>
                            <w:color w:val="000000" w:themeColor="text1"/>
                            <w:kern w:val="24"/>
                          </w:rPr>
                          <w:t>0°</w:t>
                        </w:r>
                      </w:p>
                    </w:txbxContent>
                  </v:textbox>
                </v:shape>
                <v:shape id="Textfeld 37" o:spid="_x0000_s1181"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" filled="f" stroked="f">
                  <v:textbox>
                    <w:txbxContent>
                      <w:p w14:paraId="1A54E5CE" w14:textId="77777777" w:rsidR="00002A30" w:rsidRDefault="00002A30" w:rsidP="00DE6D37">
                        <w:pPr>
                          <w:jc w:val="center"/>
                        </w:pPr>
                        <w:r>
                          <w:rPr>
                            <w:color w:val="000000" w:themeColor="text1"/>
                            <w:kern w:val="24"/>
                          </w:rPr>
                          <w:t>5°</w:t>
                        </w:r>
                      </w:p>
                    </w:txbxContent>
                  </v:textbox>
                </v:shape>
                <v:shape id="Textfeld 42" o:spid="_x0000_s1182" type="#_x0000_t202" style="position:absolute;left:26752;top:14799;width:468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" stroked="f">
                  <v:textbox inset="1mm,1mm,1mm,1mm">
                    <w:txbxContent>
                      <w:p w14:paraId="26D5DFCA" w14:textId="77777777" w:rsidR="00002A30" w:rsidRDefault="00002A30" w:rsidP="00DE6D37">
                        <w:pPr>
                          <w:jc w:val="center"/>
                        </w:pPr>
                        <w:r>
                          <w:rPr>
                            <w:b/>
                            <w:bCs/>
                            <w:color w:val="000000" w:themeColor="text1"/>
                            <w:kern w:val="24"/>
                          </w:rPr>
                          <w:t>100</w:t>
                        </w:r>
                      </w:p>
                    </w:txbxContent>
                  </v:textbox>
                </v:shape>
                <v:shape id="Textfeld 43" o:spid="_x0000_s1183"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" stroked="f">
                  <v:textbox inset="1mm,1mm,1mm,1mm">
                    <w:txbxContent>
                      <w:p w14:paraId="1F6DF57E" w14:textId="77777777" w:rsidR="00002A30" w:rsidRDefault="00002A30" w:rsidP="00DE6D37">
                        <w:pPr>
                          <w:jc w:val="center"/>
                        </w:pPr>
                        <w:r>
                          <w:rPr>
                            <w:b/>
                            <w:bCs/>
                            <w:color w:val="000000" w:themeColor="text1"/>
                            <w:kern w:val="24"/>
                          </w:rPr>
                          <w:t>70</w:t>
                        </w:r>
                      </w:p>
                    </w:txbxContent>
                  </v:textbox>
                </v:shape>
                <v:shape id="Textfeld 44" o:spid="_x0000_s1184"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" stroked="f">
                  <v:textbox inset="1mm,1mm,1mm,1mm">
                    <w:txbxContent>
                      <w:p w14:paraId="4E454B81" w14:textId="77777777" w:rsidR="00002A30" w:rsidRDefault="00002A30" w:rsidP="00DE6D37">
                        <w:pPr>
                          <w:jc w:val="center"/>
                        </w:pPr>
                        <w:r>
                          <w:rPr>
                            <w:b/>
                            <w:bCs/>
                            <w:color w:val="000000" w:themeColor="text1"/>
                            <w:kern w:val="24"/>
                          </w:rPr>
                          <w:t>70</w:t>
                        </w:r>
                      </w:p>
                    </w:txbxContent>
                  </v:textbox>
                </v:shape>
                <v:shape id="Textfeld 45" o:spid="_x0000_s1185"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" stroked="f">
                  <v:textbox inset="1mm,1mm,1mm,1mm">
                    <w:txbxContent>
                      <w:p w14:paraId="4FAF95D6" w14:textId="77777777" w:rsidR="00002A30" w:rsidRDefault="00002A30" w:rsidP="00DE6D37">
                        <w:pPr>
                          <w:jc w:val="center"/>
                        </w:pPr>
                        <w:r>
                          <w:rPr>
                            <w:b/>
                            <w:bCs/>
                            <w:color w:val="000000" w:themeColor="text1"/>
                            <w:kern w:val="24"/>
                          </w:rPr>
                          <w:t>90</w:t>
                        </w:r>
                      </w:p>
                    </w:txbxContent>
                  </v:textbox>
                </v:shape>
                <v:shape id="Textfeld 46" o:spid="_x0000_s1186"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" stroked="f">
                  <v:textbox inset="1mm,1mm,1mm,1mm">
                    <w:txbxContent>
                      <w:p w14:paraId="0330766D" w14:textId="77777777" w:rsidR="00002A30" w:rsidRDefault="00002A30" w:rsidP="00DE6D37">
                        <w:pPr>
                          <w:jc w:val="center"/>
                        </w:pPr>
                        <w:r>
                          <w:rPr>
                            <w:b/>
                            <w:bCs/>
                            <w:color w:val="000000" w:themeColor="text1"/>
                            <w:kern w:val="24"/>
                          </w:rPr>
                          <w:t>90</w:t>
                        </w:r>
                      </w:p>
                    </w:txbxContent>
                  </v:textbox>
                </v:shape>
                <v:shape id="Textfeld 47" o:spid="_x0000_s1187"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" stroked="f">
                  <v:textbox inset="1mm,1mm,1mm,1mm">
                    <w:txbxContent>
                      <w:p w14:paraId="1370745C" w14:textId="77777777" w:rsidR="00002A30" w:rsidRDefault="00002A30" w:rsidP="00DE6D37">
                        <w:pPr>
                          <w:jc w:val="center"/>
                        </w:pPr>
                        <w:r>
                          <w:rPr>
                            <w:b/>
                            <w:bCs/>
                            <w:color w:val="000000" w:themeColor="text1"/>
                            <w:kern w:val="24"/>
                          </w:rPr>
                          <w:t>70</w:t>
                        </w:r>
                      </w:p>
                    </w:txbxContent>
                  </v:textbox>
                </v:shape>
                <v:shape id="Textfeld 48" o:spid="_x0000_s1188"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" stroked="f">
                  <v:textbox inset="1mm,1mm,1mm,1mm">
                    <w:txbxContent>
                      <w:p w14:paraId="380B5EE2" w14:textId="77777777" w:rsidR="00002A30" w:rsidRDefault="00002A30" w:rsidP="00DE6D37">
                        <w:pPr>
                          <w:jc w:val="center"/>
                        </w:pPr>
                        <w:r>
                          <w:rPr>
                            <w:b/>
                            <w:bCs/>
                            <w:color w:val="000000" w:themeColor="text1"/>
                            <w:kern w:val="24"/>
                          </w:rPr>
                          <w:t>70</w:t>
                        </w:r>
                      </w:p>
                    </w:txbxContent>
                  </v:textbox>
                </v:shape>
                <v:shape id="Textfeld 49" o:spid="_x0000_s1189"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" stroked="f">
                  <v:textbox inset="1mm,1mm,1mm,1mm">
                    <w:txbxContent>
                      <w:p w14:paraId="6E2B2050" w14:textId="77777777" w:rsidR="00002A30" w:rsidRDefault="00002A30" w:rsidP="00DE6D37">
                        <w:pPr>
                          <w:jc w:val="center"/>
                        </w:pPr>
                        <w:r>
                          <w:rPr>
                            <w:b/>
                            <w:bCs/>
                            <w:color w:val="000000" w:themeColor="text1"/>
                            <w:kern w:val="24"/>
                          </w:rPr>
                          <w:t>20</w:t>
                        </w:r>
                      </w:p>
                    </w:txbxContent>
                  </v:textbox>
                </v:shape>
                <v:shape id="Textfeld 50" o:spid="_x0000_s1190"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" stroked="f">
                  <v:textbox inset="1mm,1mm,1mm,1mm">
                    <w:txbxContent>
                      <w:p w14:paraId="5B1EBA86" w14:textId="77777777" w:rsidR="00002A30" w:rsidRDefault="00002A30" w:rsidP="00DE6D37">
                        <w:pPr>
                          <w:jc w:val="center"/>
                        </w:pPr>
                        <w:r>
                          <w:rPr>
                            <w:b/>
                            <w:bCs/>
                            <w:color w:val="000000" w:themeColor="text1"/>
                            <w:kern w:val="24"/>
                          </w:rPr>
                          <w:t>20</w:t>
                        </w:r>
                      </w:p>
                    </w:txbxContent>
                  </v:textbox>
                </v:shape>
                <v:shape id="Textfeld 51" o:spid="_x0000_s1191"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" stroked="f">
                  <v:textbox inset="1mm,1mm,1mm,1mm">
                    <w:txbxContent>
                      <w:p w14:paraId="5B6CCE03" w14:textId="77777777" w:rsidR="00002A30" w:rsidRDefault="00002A30" w:rsidP="00DE6D37">
                        <w:pPr>
                          <w:jc w:val="center"/>
                        </w:pPr>
                        <w:r>
                          <w:rPr>
                            <w:b/>
                            <w:bCs/>
                            <w:color w:val="000000" w:themeColor="text1"/>
                            <w:kern w:val="24"/>
                          </w:rPr>
                          <w:t>20</w:t>
                        </w:r>
                      </w:p>
                    </w:txbxContent>
                  </v:textbox>
                </v:shape>
                <v:shape id="Textfeld 52" o:spid="_x0000_s1192"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" stroked="f">
                  <v:textbox inset="1mm,1mm,1mm,1mm">
                    <w:txbxContent>
                      <w:p w14:paraId="37243262" w14:textId="77777777" w:rsidR="00002A30" w:rsidRDefault="00002A30" w:rsidP="00DE6D37">
                        <w:pPr>
                          <w:jc w:val="center"/>
                        </w:pPr>
                        <w:r>
                          <w:rPr>
                            <w:b/>
                            <w:bCs/>
                            <w:color w:val="000000" w:themeColor="text1"/>
                            <w:kern w:val="24"/>
                          </w:rPr>
                          <w:t>20</w:t>
                        </w:r>
                      </w:p>
                    </w:txbxContent>
                  </v:textbox>
                </v:shape>
                <v:shape id="Textfeld 55" o:spid="_x0000_s1193"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" stroked="f">
                  <v:textbox inset="1mm,1mm,1mm,1mm">
                    <w:txbxContent>
                      <w:p w14:paraId="5C11D000" w14:textId="77777777" w:rsidR="00002A30" w:rsidRDefault="00002A30" w:rsidP="00DE6D37">
                        <w:pPr>
                          <w:jc w:val="center"/>
                        </w:pPr>
                        <w:r>
                          <w:rPr>
                            <w:b/>
                            <w:bCs/>
                            <w:color w:val="000000" w:themeColor="text1"/>
                            <w:kern w:val="24"/>
                          </w:rPr>
                          <w:t>20</w:t>
                        </w:r>
                      </w:p>
                    </w:txbxContent>
                  </v:textbox>
                </v:shape>
                <v:shape id="Textfeld 56" o:spid="_x0000_s1194" type="#_x0000_t202" style="position:absolute;left:33298;top:5248;width:3319;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" stroked="f">
                  <v:textbox inset="1mm,1mm,1mm,1mm">
                    <w:txbxContent>
                      <w:p w14:paraId="76D10ED5" w14:textId="77777777" w:rsidR="00002A30" w:rsidRDefault="00002A30" w:rsidP="00DE6D37">
                        <w:pPr>
                          <w:jc w:val="center"/>
                        </w:pPr>
                        <w:r>
                          <w:rPr>
                            <w:b/>
                            <w:bCs/>
                            <w:color w:val="000000" w:themeColor="text1"/>
                            <w:kern w:val="24"/>
                          </w:rPr>
                          <w:t>20</w:t>
                        </w:r>
                      </w:p>
                    </w:txbxContent>
                  </v:textbox>
                </v:shape>
                <v:shape id="Textfeld 57" o:spid="_x0000_s1195"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" stroked="f">
                  <v:textbox inset="1mm,1mm,1mm,1mm">
                    <w:txbxContent>
                      <w:p w14:paraId="34A05331" w14:textId="77777777" w:rsidR="00002A30" w:rsidRDefault="00002A30" w:rsidP="00DE6D37">
                        <w:pPr>
                          <w:jc w:val="center"/>
                        </w:pPr>
                        <w:r>
                          <w:rPr>
                            <w:b/>
                            <w:bCs/>
                            <w:color w:val="000000" w:themeColor="text1"/>
                            <w:kern w:val="24"/>
                          </w:rPr>
                          <w:t>10</w:t>
                        </w:r>
                      </w:p>
                    </w:txbxContent>
                  </v:textbox>
                </v:shape>
                <v:shape id="Textfeld 58" o:spid="_x0000_s1196"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" stroked="f">
                  <v:textbox inset="1mm,1mm,1mm,1mm">
                    <w:txbxContent>
                      <w:p w14:paraId="0993A3AA" w14:textId="77777777" w:rsidR="00002A30" w:rsidRDefault="00002A30" w:rsidP="00DE6D37">
                        <w:pPr>
                          <w:jc w:val="center"/>
                        </w:pPr>
                        <w:r>
                          <w:rPr>
                            <w:b/>
                            <w:bCs/>
                            <w:color w:val="000000" w:themeColor="text1"/>
                            <w:kern w:val="24"/>
                          </w:rPr>
                          <w:t>10</w:t>
                        </w:r>
                      </w:p>
                    </w:txbxContent>
                  </v:textbox>
                </v:shape>
                <v:shape id="Textfeld 59" o:spid="_x0000_s1197"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" stroked="f">
                  <v:textbox inset="1mm,1mm,1mm,1mm">
                    <w:txbxContent>
                      <w:p w14:paraId="43460A95" w14:textId="77777777" w:rsidR="00002A30" w:rsidRDefault="00002A30" w:rsidP="00DE6D37">
                        <w:pPr>
                          <w:jc w:val="center"/>
                        </w:pPr>
                        <w:r>
                          <w:rPr>
                            <w:b/>
                            <w:bCs/>
                            <w:color w:val="000000" w:themeColor="text1"/>
                            <w:kern w:val="24"/>
                          </w:rPr>
                          <w:t>10</w:t>
                        </w:r>
                      </w:p>
                    </w:txbxContent>
                  </v:textbox>
                </v:shape>
                <v:shape id="Textfeld 60" o:spid="_x0000_s1198"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" stroked="f">
                  <v:textbox inset="1mm,1mm,1mm,1mm">
                    <w:txbxContent>
                      <w:p w14:paraId="2C71B57E" w14:textId="77777777" w:rsidR="00002A30" w:rsidRDefault="00002A30" w:rsidP="00DE6D37">
                        <w:pPr>
                          <w:jc w:val="center"/>
                        </w:pPr>
                        <w:r>
                          <w:rPr>
                            <w:b/>
                            <w:bCs/>
                            <w:color w:val="000000" w:themeColor="text1"/>
                            <w:kern w:val="24"/>
                          </w:rPr>
                          <w:t>10</w:t>
                        </w:r>
                      </w:p>
                    </w:txbxContent>
                  </v:textbox>
                </v:shape>
                <v:line id="Gerade Verbindung 1045" o:spid="_x0000_s1199"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" strokeweight="1pt">
                  <v:stroke startarrow="block"/>
                </v:line>
                <v:line id="Gerade Verbindung 1046" o:spid="_x0000_s1200"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" strokeweight="1pt">
                  <v:stroke startarrow="block"/>
                </v:line>
                <v:shape id="Textfeld 67" o:spid="_x0000_s1201" type="#_x0000_t202" style="position:absolute;left:27032;top:5259;width:412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" stroked="f">
                  <v:textbox inset="1mm,1mm,1mm,1mm">
                    <w:txbxContent>
                      <w:p w14:paraId="0BE880A5" w14:textId="77777777" w:rsidR="00002A30" w:rsidRDefault="00002A30" w:rsidP="00DE6D37">
                        <w:pPr>
                          <w:jc w:val="center"/>
                        </w:pPr>
                        <w:r>
                          <w:rPr>
                            <w:b/>
                            <w:bCs/>
                            <w:color w:val="000000" w:themeColor="text1"/>
                            <w:kern w:val="24"/>
                          </w:rPr>
                          <w:t>20</w:t>
                        </w:r>
                      </w:p>
                    </w:txbxContent>
                  </v:textbox>
                </v:shape>
                <v:shape id="Textfeld 70" o:spid="_x0000_s1202"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" stroked="f">
                  <v:textbox inset="1mm,1mm,1mm,1mm">
                    <w:txbxContent>
                      <w:p w14:paraId="0709A6DF" w14:textId="77777777" w:rsidR="00002A30" w:rsidRDefault="00002A30" w:rsidP="00DE6D37">
                        <w:pPr>
                          <w:jc w:val="center"/>
                        </w:pPr>
                        <w:r>
                          <w:rPr>
                            <w:b/>
                            <w:bCs/>
                            <w:color w:val="000000" w:themeColor="text1"/>
                            <w:kern w:val="24"/>
                          </w:rPr>
                          <w:t>25</w:t>
                        </w:r>
                      </w:p>
                    </w:txbxContent>
                  </v:textbox>
                </v:shape>
                <v:shape id="Textfeld 71" o:spid="_x0000_s1203"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" stroked="f">
                  <v:textbox inset="1mm,1mm,1mm,1mm">
                    <w:txbxContent>
                      <w:p w14:paraId="561C2A8F" w14:textId="77777777" w:rsidR="00002A30" w:rsidRDefault="00002A30" w:rsidP="00DE6D37">
                        <w:pPr>
                          <w:jc w:val="center"/>
                        </w:pPr>
                        <w:r>
                          <w:rPr>
                            <w:b/>
                            <w:bCs/>
                            <w:color w:val="000000" w:themeColor="text1"/>
                            <w:kern w:val="24"/>
                          </w:rPr>
                          <w:t>25</w:t>
                        </w:r>
                      </w:p>
                    </w:txbxContent>
                  </v:textbox>
                </v:shape>
                <v:line id="Gerade Verbindung 1050" o:spid="_x0000_s1204"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" strokeweight="1pt">
                  <v:stroke startarrow="block"/>
                </v:line>
                <v:line id="Gerade Verbindung 1051" o:spid="_x0000_s1205"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" strokeweight="1pt">
                  <v:stroke startarrow="block"/>
                </v:line>
                <v:rect id="Rechteck 1052" o:spid="_x0000_s1206"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" strokecolor="white" strokeweight="2pt"/>
                <v:rect id="Rechteck 1053" o:spid="_x0000_s1207"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" strokecolor="white" strokeweight="2pt"/>
                <v:rect id="Rechteck 1054" o:spid="_x0000_s1208"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" strokecolor="white" strokeweight="2pt"/>
                <v:rect id="Rechteck 1055" o:spid="_x0000_s1209"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" strokecolor="white" strokeweight="2pt"/>
                <w10:anchorlock/>
              </v:group>
            </w:pict>
          </mc:Fallback>
        </mc:AlternateContent>
      </w:r>
    </w:p>
    <w:p w14:paraId="0DE66C6D" w14:textId="77777777" w:rsidR="00DE6D37" w:rsidRPr="00E921DB" w:rsidRDefault="00DE6D37" w:rsidP="00513B26">
      <w:pPr>
        <w:pStyle w:val="SingleTxtG"/>
        <w:keepNext/>
        <w:keepLines/>
        <w:tabs>
          <w:tab w:val="clear" w:pos="1701"/>
        </w:tabs>
        <w:spacing w:before="120"/>
        <w:ind w:left="2268" w:hanging="1134"/>
        <w:rPr>
          <w:spacing w:val="-1"/>
        </w:rPr>
      </w:pPr>
      <w:r w:rsidRPr="00E921DB">
        <w:rPr>
          <w:spacing w:val="-1"/>
        </w:rPr>
        <w:t>2.3</w:t>
      </w:r>
      <w:r w:rsidRPr="00E921DB">
        <w:rPr>
          <w:spacing w:val="-1"/>
        </w:rPr>
        <w:tab/>
        <w:t xml:space="preserve">Répartition normalisée de la </w:t>
      </w:r>
      <w:r w:rsidRPr="00513B26">
        <w:t>lumière</w:t>
      </w:r>
      <w:r w:rsidRPr="00E921DB">
        <w:rPr>
          <w:spacing w:val="-1"/>
        </w:rPr>
        <w:t xml:space="preserve"> pour les feux stop des catégories S3 et S4</w:t>
      </w:r>
    </w:p>
    <w:p w14:paraId="5BDA57A7" w14:textId="6D1E4644" w:rsidR="00DE6D37" w:rsidRPr="0049583D" w:rsidRDefault="00DE6D37" w:rsidP="00513B26">
      <w:pPr>
        <w:pStyle w:val="SingleTxtG"/>
        <w:ind w:left="2268"/>
      </w:pPr>
      <w:r w:rsidRPr="00BC6A81">
        <w:t>Les valeurs indiquées donnent, pour les diverses directions de mesure, l</w:t>
      </w:r>
      <w:r w:rsidR="003D2091">
        <w:t>’</w:t>
      </w:r>
      <w:r w:rsidRPr="00BC6A81">
        <w:t>intensité minim</w:t>
      </w:r>
      <w:r>
        <w:t>ale</w:t>
      </w:r>
      <w:r w:rsidRPr="00BC6A81">
        <w:t xml:space="preserve"> en pourcentage de l</w:t>
      </w:r>
      <w:r w:rsidR="003D2091">
        <w:t>’</w:t>
      </w:r>
      <w:r w:rsidRPr="00BC6A81">
        <w:t>intensité minim</w:t>
      </w:r>
      <w:r>
        <w:t>ale</w:t>
      </w:r>
      <w:r w:rsidRPr="00BC6A81">
        <w:t xml:space="preserve"> exigée (voir le tableau</w:t>
      </w:r>
      <w:r>
        <w:t> 7</w:t>
      </w:r>
      <w:r w:rsidRPr="00BC6A81">
        <w:t>).</w:t>
      </w:r>
    </w:p>
    <w:p w14:paraId="62619B80" w14:textId="77777777" w:rsidR="00DE6D37" w:rsidRDefault="00DE6D37" w:rsidP="00513B26">
      <w:pPr>
        <w:pStyle w:val="H23G"/>
        <w:keepLines w:val="0"/>
        <w:ind w:left="2268" w:firstLine="0"/>
      </w:pPr>
      <w:r w:rsidRPr="007C2EB8">
        <w:rPr>
          <w:b w:val="0"/>
        </w:rPr>
        <w:lastRenderedPageBreak/>
        <w:t>Figure A3-III</w:t>
      </w:r>
      <w:r>
        <w:t xml:space="preserve"> </w:t>
      </w:r>
      <w:r>
        <w:br/>
      </w:r>
      <w:r w:rsidRPr="00585DD4">
        <w:t>Répartition de la lumière pour les feux stop des catégories S3 et S4</w:t>
      </w:r>
    </w:p>
    <w:p w14:paraId="559764AD" w14:textId="77777777" w:rsidR="00DE6D37" w:rsidRDefault="00DE6D37" w:rsidP="00513B26">
      <w:pPr>
        <w:keepNext/>
        <w:ind w:left="2268"/>
      </w:pPr>
      <w:r>
        <w:rPr>
          <w:noProof/>
          <w:lang w:eastAsia="fr-CH"/>
        </w:rPr>
        <w:drawing>
          <wp:inline distT="0" distB="0" distL="0" distR="0" wp14:anchorId="4E24451E" wp14:editId="607C635E">
            <wp:extent cx="3885444" cy="2896819"/>
            <wp:effectExtent l="0" t="0" r="1270" b="0"/>
            <wp:docPr id="932" name="Imag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899874" cy="2907577"/>
                    </a:xfrm>
                    <a:prstGeom prst="rect">
                      <a:avLst/>
                    </a:prstGeom>
                  </pic:spPr>
                </pic:pic>
              </a:graphicData>
            </a:graphic>
          </wp:inline>
        </w:drawing>
      </w:r>
    </w:p>
    <w:p w14:paraId="2BFE1F42" w14:textId="77777777" w:rsidR="00DE6D37" w:rsidRDefault="00DE6D37" w:rsidP="00513B26">
      <w:pPr>
        <w:pStyle w:val="SingleTxtG"/>
        <w:keepNext/>
        <w:keepLines/>
        <w:tabs>
          <w:tab w:val="clear" w:pos="1701"/>
        </w:tabs>
        <w:spacing w:before="120"/>
        <w:ind w:left="2268" w:hanging="1134"/>
      </w:pPr>
      <w:r>
        <w:t>2.4</w:t>
      </w:r>
      <w:r>
        <w:tab/>
      </w:r>
      <w:r w:rsidRPr="0049583D">
        <w:t>Répartition normalisée de la lumière pour les feux indicateurs</w:t>
      </w:r>
      <w:r>
        <w:t xml:space="preserve"> de direction de la catégorie 6</w:t>
      </w:r>
    </w:p>
    <w:p w14:paraId="4F01FBB8" w14:textId="6DF824AF" w:rsidR="00DE6D37" w:rsidRDefault="00DE6D37" w:rsidP="00DE6D37">
      <w:pPr>
        <w:pStyle w:val="SingleTxtG"/>
        <w:ind w:left="2268"/>
      </w:pPr>
      <w:r w:rsidRPr="0049583D">
        <w:t>L</w:t>
      </w:r>
      <w:r w:rsidR="003D2091">
        <w:t>’</w:t>
      </w:r>
      <w:r w:rsidRPr="0049583D">
        <w:t>axe de référence, H</w:t>
      </w:r>
      <w:r>
        <w:t xml:space="preserve"> </w:t>
      </w:r>
      <w:r w:rsidRPr="0049583D">
        <w:t>=</w:t>
      </w:r>
      <w:r>
        <w:t xml:space="preserve"> </w:t>
      </w:r>
      <w:r w:rsidRPr="0049583D">
        <w:t>5° et V</w:t>
      </w:r>
      <w:r>
        <w:t xml:space="preserve"> </w:t>
      </w:r>
      <w:r w:rsidRPr="0049583D">
        <w:t>=</w:t>
      </w:r>
      <w:r>
        <w:t xml:space="preserve"> </w:t>
      </w:r>
      <w:r w:rsidRPr="0049583D">
        <w:t xml:space="preserve">0°, correspond à la </w:t>
      </w:r>
      <w:r>
        <w:t>direction A comme prescrit à l</w:t>
      </w:r>
      <w:r w:rsidR="003D2091">
        <w:t>’</w:t>
      </w:r>
      <w:r>
        <w:t>a</w:t>
      </w:r>
      <w:r w:rsidRPr="0049583D">
        <w:t>nnexe</w:t>
      </w:r>
      <w:r>
        <w:t> </w:t>
      </w:r>
      <w:r w:rsidRPr="0049583D">
        <w:t>2.</w:t>
      </w:r>
    </w:p>
    <w:p w14:paraId="1A22AC65" w14:textId="63A448AE" w:rsidR="00DE6D37" w:rsidRDefault="00DE6D37" w:rsidP="00DE6D37">
      <w:pPr>
        <w:pStyle w:val="SingleTxtG"/>
        <w:ind w:left="2268"/>
      </w:pPr>
      <w:r w:rsidRPr="00BC6A81">
        <w:t>Les valeurs indiquées donnent, pour les diverses directions de mesure, l</w:t>
      </w:r>
      <w:r w:rsidR="003D2091">
        <w:t>’</w:t>
      </w:r>
      <w:r w:rsidRPr="00BC6A81">
        <w:t>intensité minim</w:t>
      </w:r>
      <w:r>
        <w:t>ale</w:t>
      </w:r>
      <w:r w:rsidRPr="00BC6A81">
        <w:t xml:space="preserve"> en pourcentage de l</w:t>
      </w:r>
      <w:r w:rsidR="003D2091">
        <w:t>’</w:t>
      </w:r>
      <w:r w:rsidRPr="00BC6A81">
        <w:t>intensité minim</w:t>
      </w:r>
      <w:r>
        <w:t>ale</w:t>
      </w:r>
      <w:r w:rsidRPr="00BC6A81">
        <w:t xml:space="preserve"> exigée (voir le tableau</w:t>
      </w:r>
      <w:r>
        <w:t> 8</w:t>
      </w:r>
      <w:r w:rsidRPr="00BC6A81">
        <w:t>).</w:t>
      </w:r>
    </w:p>
    <w:p w14:paraId="3F3C5D68" w14:textId="77777777" w:rsidR="00DE6D37" w:rsidRDefault="00DE6D37" w:rsidP="00DE6D37">
      <w:pPr>
        <w:pStyle w:val="H23G"/>
        <w:keepNext w:val="0"/>
        <w:keepLines w:val="0"/>
        <w:ind w:left="2268" w:firstLine="0"/>
      </w:pPr>
      <w:r w:rsidRPr="00BC3214">
        <w:rPr>
          <w:b w:val="0"/>
        </w:rPr>
        <w:t>Figure A3-IV</w:t>
      </w:r>
      <w:r>
        <w:t xml:space="preserve"> </w:t>
      </w:r>
      <w:r>
        <w:br/>
      </w:r>
      <w:r w:rsidRPr="00585DD4">
        <w:t xml:space="preserve">Répartition de la lumière pour les feux indicateurs de direction </w:t>
      </w:r>
      <w:r>
        <w:br/>
      </w:r>
      <w:r w:rsidRPr="00585DD4">
        <w:t>de la catégorie</w:t>
      </w:r>
      <w:r>
        <w:t> </w:t>
      </w:r>
      <w:r w:rsidRPr="00585DD4">
        <w:t>6</w:t>
      </w:r>
    </w:p>
    <w:p w14:paraId="09D839E6" w14:textId="77777777" w:rsidR="00DE6D37" w:rsidRDefault="00DE6D37" w:rsidP="00DE6D37">
      <w:pPr>
        <w:ind w:left="2268"/>
      </w:pPr>
      <w:r>
        <w:rPr>
          <w:noProof/>
          <w:lang w:eastAsia="fr-CH"/>
        </w:rPr>
        <mc:AlternateContent>
          <mc:Choice Requires="wpg">
            <w:drawing>
              <wp:inline distT="0" distB="0" distL="0" distR="0" wp14:anchorId="1EFCF454" wp14:editId="1EE7152B">
                <wp:extent cx="4584065" cy="2827606"/>
                <wp:effectExtent l="0" t="0" r="6985" b="0"/>
                <wp:docPr id="34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827606"/>
                          <a:chOff x="0" y="0"/>
                          <a:chExt cx="52806" cy="29389"/>
                        </a:xfrm>
                      </wpg:grpSpPr>
                      <wps:wsp>
                        <wps:cNvPr id="34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0F1E5" w14:textId="77777777" w:rsidR="00002A30" w:rsidRDefault="00002A30" w:rsidP="00DE6D37">
                              <w:pPr>
                                <w:jc w:val="center"/>
                              </w:pPr>
                              <w:r>
                                <w:rPr>
                                  <w:color w:val="000000" w:themeColor="text1"/>
                                  <w:kern w:val="24"/>
                                </w:rPr>
                                <w:t>60°</w:t>
                              </w:r>
                            </w:p>
                          </w:txbxContent>
                        </wps:txbx>
                        <wps:bodyPr rot="0" vert="horz" wrap="square" lIns="91440" tIns="45720" rIns="91440" bIns="45720" anchor="t" anchorCtr="0" upright="1">
                          <a:noAutofit/>
                        </wps:bodyPr>
                      </wps:wsp>
                      <wps:wsp>
                        <wps:cNvPr id="35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EDEA5" w14:textId="77777777" w:rsidR="00002A30" w:rsidRDefault="00002A30" w:rsidP="00DE6D37">
                              <w:pPr>
                                <w:jc w:val="center"/>
                              </w:pPr>
                              <w:r>
                                <w:rPr>
                                  <w:color w:val="000000" w:themeColor="text1"/>
                                  <w:kern w:val="24"/>
                                </w:rPr>
                                <w:t>30°</w:t>
                              </w:r>
                            </w:p>
                          </w:txbxContent>
                        </wps:txbx>
                        <wps:bodyPr rot="0" vert="horz" wrap="square" lIns="91440" tIns="45720" rIns="91440" bIns="45720" anchor="t" anchorCtr="0" upright="1">
                          <a:noAutofit/>
                        </wps:bodyPr>
                      </wps:wsp>
                      <wps:wsp>
                        <wps:cNvPr id="36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61084" w14:textId="77777777" w:rsidR="00002A30" w:rsidRDefault="00002A30" w:rsidP="00DE6D37">
                              <w:pPr>
                                <w:jc w:val="center"/>
                              </w:pPr>
                              <w:r>
                                <w:rPr>
                                  <w:color w:val="000000" w:themeColor="text1"/>
                                  <w:kern w:val="24"/>
                                </w:rPr>
                                <w:t>20°</w:t>
                              </w:r>
                            </w:p>
                          </w:txbxContent>
                        </wps:txbx>
                        <wps:bodyPr rot="0" vert="horz" wrap="square" lIns="91440" tIns="45720" rIns="91440" bIns="45720" anchor="t" anchorCtr="0" upright="1">
                          <a:noAutofit/>
                        </wps:bodyPr>
                      </wps:wsp>
                      <wps:wsp>
                        <wps:cNvPr id="36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405E9"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36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0AF09" w14:textId="77777777" w:rsidR="00002A30" w:rsidRDefault="00002A30" w:rsidP="00DE6D37">
                              <w:pPr>
                                <w:jc w:val="center"/>
                              </w:pPr>
                              <w:r>
                                <w:rPr>
                                  <w:color w:val="000000" w:themeColor="text1"/>
                                  <w:kern w:val="24"/>
                                </w:rPr>
                                <w:t>0</w:t>
                              </w:r>
                              <w:r>
                                <w:rPr>
                                  <w:rFonts w:hAnsi="+mn-ea"/>
                                  <w:color w:val="000000" w:themeColor="text1"/>
                                  <w:kern w:val="24"/>
                                </w:rPr>
                                <w:t>°</w:t>
                              </w:r>
                            </w:p>
                          </w:txbxContent>
                        </wps:txbx>
                        <wps:bodyPr rot="0" vert="horz" wrap="square" lIns="91440" tIns="45720" rIns="91440" bIns="45720" anchor="t" anchorCtr="0" upright="1">
                          <a:noAutofit/>
                        </wps:bodyPr>
                      </wps:wsp>
                      <wps:wsp>
                        <wps:cNvPr id="36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6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2218C" w14:textId="77777777" w:rsidR="00002A30" w:rsidRDefault="00002A30" w:rsidP="00DE6D37">
                              <w:pPr>
                                <w:jc w:val="center"/>
                              </w:pPr>
                              <w:r>
                                <w:rPr>
                                  <w:b/>
                                  <w:bCs/>
                                  <w:color w:val="000000" w:themeColor="text1"/>
                                  <w:kern w:val="24"/>
                                </w:rPr>
                                <w:t>H</w:t>
                              </w:r>
                            </w:p>
                          </w:txbxContent>
                        </wps:txbx>
                        <wps:bodyPr rot="0" vert="horz" wrap="square" lIns="91440" tIns="45720" rIns="91440" bIns="45720" anchor="t" anchorCtr="0" upright="1">
                          <a:noAutofit/>
                        </wps:bodyPr>
                      </wps:wsp>
                      <wps:wsp>
                        <wps:cNvPr id="36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FD73C6" w14:textId="77777777" w:rsidR="00002A30" w:rsidRDefault="00002A30" w:rsidP="00DE6D37">
                              <w:pPr>
                                <w:jc w:val="center"/>
                              </w:pPr>
                              <w:r>
                                <w:rPr>
                                  <w:b/>
                                  <w:bCs/>
                                  <w:color w:val="000000" w:themeColor="text1"/>
                                  <w:kern w:val="24"/>
                                </w:rPr>
                                <w:t>V</w:t>
                              </w:r>
                            </w:p>
                          </w:txbxContent>
                        </wps:txbx>
                        <wps:bodyPr rot="0" vert="horz" wrap="square" lIns="91440" tIns="45720" rIns="91440" bIns="45720" anchor="t" anchorCtr="0" upright="1">
                          <a:noAutofit/>
                        </wps:bodyPr>
                      </wps:wsp>
                      <wps:wsp>
                        <wps:cNvPr id="36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124E6" w14:textId="77777777" w:rsidR="00002A30" w:rsidRDefault="00002A30" w:rsidP="00DE6D37">
                              <w:pPr>
                                <w:jc w:val="center"/>
                              </w:pPr>
                              <w:r>
                                <w:rPr>
                                  <w:color w:val="000000" w:themeColor="text1"/>
                                  <w:kern w:val="24"/>
                                </w:rPr>
                                <w:t>30°</w:t>
                              </w:r>
                            </w:p>
                          </w:txbxContent>
                        </wps:txbx>
                        <wps:bodyPr rot="0" vert="horz" wrap="square" lIns="91440" tIns="45720" rIns="91440" bIns="45720" anchor="t" anchorCtr="0" upright="1">
                          <a:noAutofit/>
                        </wps:bodyPr>
                      </wps:wsp>
                      <wps:wsp>
                        <wps:cNvPr id="36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A5597" w14:textId="77777777" w:rsidR="00002A30" w:rsidRDefault="00002A30" w:rsidP="00DE6D37">
                              <w:pPr>
                                <w:jc w:val="center"/>
                              </w:pPr>
                              <w:r>
                                <w:rPr>
                                  <w:color w:val="000000" w:themeColor="text1"/>
                                  <w:kern w:val="24"/>
                                </w:rPr>
                                <w:t>20°</w:t>
                              </w:r>
                            </w:p>
                          </w:txbxContent>
                        </wps:txbx>
                        <wps:bodyPr rot="0" vert="horz" wrap="square" lIns="91440" tIns="45720" rIns="91440" bIns="45720" anchor="t" anchorCtr="0" upright="1">
                          <a:noAutofit/>
                        </wps:bodyPr>
                      </wps:wsp>
                      <wps:wsp>
                        <wps:cNvPr id="36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5750"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37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EE217"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37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01263" w14:textId="77777777" w:rsidR="00002A30" w:rsidRDefault="00002A30" w:rsidP="00DE6D37">
                              <w:pPr>
                                <w:jc w:val="center"/>
                              </w:pPr>
                              <w:r>
                                <w:rPr>
                                  <w:color w:val="000000" w:themeColor="text1"/>
                                  <w:kern w:val="24"/>
                                </w:rPr>
                                <w:t>0°</w:t>
                              </w:r>
                            </w:p>
                          </w:txbxContent>
                        </wps:txbx>
                        <wps:bodyPr rot="0" vert="horz" wrap="square" lIns="91440" tIns="45720" rIns="91440" bIns="45720" anchor="t" anchorCtr="0" upright="1">
                          <a:noAutofit/>
                        </wps:bodyPr>
                      </wps:wsp>
                      <wps:wsp>
                        <wps:cNvPr id="372"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DAAE2"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373"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0C207" w14:textId="77777777" w:rsidR="00002A30" w:rsidRDefault="00002A30" w:rsidP="00DE6D37">
                              <w:pPr>
                                <w:jc w:val="center"/>
                              </w:pPr>
                              <w:r>
                                <w:rPr>
                                  <w:b/>
                                  <w:bCs/>
                                  <w:color w:val="000000" w:themeColor="text1"/>
                                  <w:kern w:val="24"/>
                                </w:rPr>
                                <w:t>100</w:t>
                              </w:r>
                            </w:p>
                          </w:txbxContent>
                        </wps:txbx>
                        <wps:bodyPr rot="0" vert="horz" wrap="square" lIns="36000" tIns="36000" rIns="36000" bIns="36000" anchor="t" anchorCtr="0" upright="1">
                          <a:noAutofit/>
                        </wps:bodyPr>
                      </wps:wsp>
                      <wps:wsp>
                        <wps:cNvPr id="374"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BD38C1" w14:textId="77777777" w:rsidR="00002A30" w:rsidRDefault="00002A30" w:rsidP="00DE6D37">
                              <w:pPr>
                                <w:jc w:val="center"/>
                              </w:pPr>
                              <w:r>
                                <w:rPr>
                                  <w:b/>
                                  <w:bCs/>
                                  <w:color w:val="000000" w:themeColor="text1"/>
                                  <w:kern w:val="24"/>
                                </w:rPr>
                                <w:t>60</w:t>
                              </w:r>
                            </w:p>
                          </w:txbxContent>
                        </wps:txbx>
                        <wps:bodyPr rot="0" vert="horz" wrap="square" lIns="36000" tIns="36000" rIns="36000" bIns="36000" anchor="t" anchorCtr="0" upright="1">
                          <a:noAutofit/>
                        </wps:bodyPr>
                      </wps:wsp>
                      <wps:wsp>
                        <wps:cNvPr id="375"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EF4686"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376"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B0904"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377"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E5F5E" w14:textId="77777777" w:rsidR="00002A30" w:rsidRDefault="00002A30" w:rsidP="00DE6D37">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378"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9"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0"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66F19" w14:textId="77777777" w:rsidR="00002A30" w:rsidRDefault="00002A30" w:rsidP="00DE6D37">
                              <w:pPr>
                                <w:jc w:val="center"/>
                              </w:pPr>
                              <w:r>
                                <w:rPr>
                                  <w:color w:val="000000" w:themeColor="text1"/>
                                  <w:kern w:val="24"/>
                                </w:rPr>
                                <w:t>15°</w:t>
                              </w:r>
                            </w:p>
                          </w:txbxContent>
                        </wps:txbx>
                        <wps:bodyPr rot="0" vert="horz" wrap="square" lIns="91440" tIns="45720" rIns="91440" bIns="45720" anchor="t" anchorCtr="0" upright="1">
                          <a:noAutofit/>
                        </wps:bodyPr>
                      </wps:wsp>
                      <wps:wsp>
                        <wps:cNvPr id="381"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7C9175" w14:textId="77777777" w:rsidR="00002A30" w:rsidRDefault="00002A30" w:rsidP="00DE6D37">
                              <w:pPr>
                                <w:jc w:val="center"/>
                              </w:pPr>
                              <w:r>
                                <w:rPr>
                                  <w:b/>
                                  <w:bCs/>
                                  <w:color w:val="000000" w:themeColor="text1"/>
                                  <w:kern w:val="24"/>
                                </w:rPr>
                                <w:t>60</w:t>
                              </w:r>
                            </w:p>
                          </w:txbxContent>
                        </wps:txbx>
                        <wps:bodyPr rot="0" vert="horz" wrap="square" lIns="36000" tIns="36000" rIns="36000" bIns="36000" anchor="t" anchorCtr="0" upright="1">
                          <a:noAutofit/>
                        </wps:bodyPr>
                      </wps:wsp>
                      <wps:wsp>
                        <wps:cNvPr id="382"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5D5043" w14:textId="77777777" w:rsidR="00002A30" w:rsidRDefault="00002A30" w:rsidP="00DE6D37">
                              <w:pPr>
                                <w:jc w:val="center"/>
                              </w:pPr>
                              <w:r>
                                <w:rPr>
                                  <w:b/>
                                  <w:bCs/>
                                  <w:color w:val="000000" w:themeColor="text1"/>
                                  <w:kern w:val="24"/>
                                </w:rPr>
                                <w:t>60</w:t>
                              </w:r>
                            </w:p>
                          </w:txbxContent>
                        </wps:txbx>
                        <wps:bodyPr rot="0" vert="horz" wrap="square" lIns="36000" tIns="36000" rIns="36000" bIns="36000" anchor="t" anchorCtr="0" upright="1">
                          <a:noAutofit/>
                        </wps:bodyPr>
                      </wps:wsp>
                      <wps:wsp>
                        <wps:cNvPr id="383"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EDAD8" w14:textId="77777777" w:rsidR="00002A30" w:rsidRDefault="00002A30" w:rsidP="00DE6D37">
                              <w:pPr>
                                <w:jc w:val="center"/>
                              </w:pPr>
                              <w:r>
                                <w:rPr>
                                  <w:b/>
                                  <w:bCs/>
                                  <w:color w:val="000000" w:themeColor="text1"/>
                                  <w:kern w:val="24"/>
                                </w:rPr>
                                <w:t>40</w:t>
                              </w:r>
                            </w:p>
                          </w:txbxContent>
                        </wps:txbx>
                        <wps:bodyPr rot="0" vert="horz" wrap="square" lIns="36000" tIns="36000" rIns="36000" bIns="36000" anchor="t" anchorCtr="0" upright="1">
                          <a:noAutofit/>
                        </wps:bodyPr>
                      </wps:wsp>
                      <wps:wsp>
                        <wps:cNvPr id="384"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594D9A"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385"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3C3213" w14:textId="77777777" w:rsidR="00002A30" w:rsidRDefault="00002A30" w:rsidP="00DE6D37">
                              <w:pPr>
                                <w:jc w:val="center"/>
                              </w:pPr>
                              <w:r>
                                <w:rPr>
                                  <w:b/>
                                  <w:bCs/>
                                  <w:color w:val="000000" w:themeColor="text1"/>
                                  <w:kern w:val="24"/>
                                </w:rPr>
                                <w:t>20</w:t>
                              </w:r>
                            </w:p>
                          </w:txbxContent>
                        </wps:txbx>
                        <wps:bodyPr rot="0" vert="horz" wrap="square" lIns="36000" tIns="36000" rIns="36000" bIns="36000" anchor="t" anchorCtr="0" upright="1">
                          <a:noAutofit/>
                        </wps:bodyPr>
                      </wps:wsp>
                      <wps:wsp>
                        <wps:cNvPr id="386"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0EBB59" w14:textId="77777777" w:rsidR="00002A30" w:rsidRDefault="00002A30" w:rsidP="00DE6D37">
                              <w:pPr>
                                <w:jc w:val="center"/>
                              </w:pPr>
                              <w:r>
                                <w:rPr>
                                  <w:b/>
                                  <w:bCs/>
                                  <w:color w:val="000000" w:themeColor="text1"/>
                                  <w:kern w:val="24"/>
                                </w:rPr>
                                <w:t>40</w:t>
                              </w:r>
                            </w:p>
                          </w:txbxContent>
                        </wps:txbx>
                        <wps:bodyPr rot="0" vert="horz" wrap="square" lIns="36000" tIns="36000" rIns="36000" bIns="36000" anchor="t" anchorCtr="0" upright="1">
                          <a:noAutofit/>
                        </wps:bodyPr>
                      </wps:wsp>
                      <wps:wsp>
                        <wps:cNvPr id="387"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41BF9F" w14:textId="77777777" w:rsidR="00002A30" w:rsidRDefault="00002A30" w:rsidP="00DE6D37">
                              <w:pPr>
                                <w:jc w:val="center"/>
                              </w:pPr>
                              <w:r>
                                <w:rPr>
                                  <w:b/>
                                  <w:bCs/>
                                  <w:color w:val="000000" w:themeColor="text1"/>
                                  <w:kern w:val="24"/>
                                </w:rPr>
                                <w:t>80</w:t>
                              </w:r>
                            </w:p>
                          </w:txbxContent>
                        </wps:txbx>
                        <wps:bodyPr rot="0" vert="horz" wrap="square" lIns="36000" tIns="36000" rIns="36000" bIns="36000" anchor="t" anchorCtr="0" upright="1">
                          <a:noAutofit/>
                        </wps:bodyPr>
                      </wps:wsp>
                      <wps:wsp>
                        <wps:cNvPr id="388"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D8D78" w14:textId="77777777" w:rsidR="00002A30" w:rsidRDefault="00002A30" w:rsidP="00DE6D37">
                              <w:pPr>
                                <w:jc w:val="center"/>
                              </w:pPr>
                              <w:r>
                                <w:rPr>
                                  <w:b/>
                                  <w:bCs/>
                                  <w:color w:val="000000" w:themeColor="text1"/>
                                  <w:kern w:val="24"/>
                                </w:rPr>
                                <w:t>60</w:t>
                              </w:r>
                            </w:p>
                          </w:txbxContent>
                        </wps:txbx>
                        <wps:bodyPr rot="0" vert="horz" wrap="square" lIns="36000" tIns="36000" rIns="36000" bIns="36000" anchor="t" anchorCtr="0" upright="1">
                          <a:noAutofit/>
                        </wps:bodyPr>
                      </wps:wsp>
                      <wps:wsp>
                        <wps:cNvPr id="389"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28D3E3" w14:textId="77777777" w:rsidR="00002A30" w:rsidRDefault="00002A30" w:rsidP="00DE6D37">
                              <w:pPr>
                                <w:jc w:val="center"/>
                              </w:pPr>
                              <w:r>
                                <w:rPr>
                                  <w:b/>
                                  <w:bCs/>
                                  <w:color w:val="000000" w:themeColor="text1"/>
                                  <w:kern w:val="24"/>
                                </w:rPr>
                                <w:t>40</w:t>
                              </w:r>
                            </w:p>
                          </w:txbxContent>
                        </wps:txbx>
                        <wps:bodyPr rot="0" vert="horz" wrap="square" lIns="36000" tIns="36000" rIns="36000" bIns="36000" anchor="t" anchorCtr="0" upright="1">
                          <a:noAutofit/>
                        </wps:bodyPr>
                      </wps:wsp>
                      <wps:wsp>
                        <wps:cNvPr id="390"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006CB" w14:textId="77777777" w:rsidR="00002A30" w:rsidRDefault="00002A30" w:rsidP="00DE6D37">
                              <w:pPr>
                                <w:jc w:val="center"/>
                              </w:pPr>
                              <w:r>
                                <w:rPr>
                                  <w:b/>
                                  <w:bCs/>
                                  <w:color w:val="000000" w:themeColor="text1"/>
                                  <w:kern w:val="24"/>
                                </w:rPr>
                                <w:t>30</w:t>
                              </w:r>
                            </w:p>
                          </w:txbxContent>
                        </wps:txbx>
                        <wps:bodyPr rot="0" vert="horz" wrap="square" lIns="36000" tIns="36000" rIns="36000" bIns="36000" anchor="t" anchorCtr="0" upright="1">
                          <a:noAutofit/>
                        </wps:bodyPr>
                      </wps:wsp>
                      <wps:wsp>
                        <wps:cNvPr id="391"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ABD71A" w14:textId="77777777" w:rsidR="00002A30" w:rsidRDefault="00002A30" w:rsidP="00DE6D37">
                              <w:pPr>
                                <w:jc w:val="center"/>
                              </w:pPr>
                              <w:r>
                                <w:rPr>
                                  <w:b/>
                                  <w:bCs/>
                                  <w:color w:val="000000" w:themeColor="text1"/>
                                  <w:kern w:val="24"/>
                                </w:rPr>
                                <w:t>30</w:t>
                              </w:r>
                            </w:p>
                          </w:txbxContent>
                        </wps:txbx>
                        <wps:bodyPr rot="0" vert="horz" wrap="square" lIns="36000" tIns="36000" rIns="36000" bIns="36000" anchor="t" anchorCtr="0" upright="1">
                          <a:noAutofit/>
                        </wps:bodyPr>
                      </wps:wsp>
                      <wps:wsp>
                        <wps:cNvPr id="392"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3A988" w14:textId="77777777" w:rsidR="00002A30" w:rsidRDefault="00002A30" w:rsidP="00DE6D37">
                              <w:pPr>
                                <w:jc w:val="center"/>
                              </w:pPr>
                              <w:r>
                                <w:rPr>
                                  <w:b/>
                                  <w:bCs/>
                                  <w:color w:val="000000" w:themeColor="text1"/>
                                  <w:kern w:val="24"/>
                                </w:rPr>
                                <w:t>40</w:t>
                              </w:r>
                            </w:p>
                          </w:txbxContent>
                        </wps:txbx>
                        <wps:bodyPr rot="0" vert="horz" wrap="square" lIns="36000" tIns="36000" rIns="36000" bIns="36000" anchor="t" anchorCtr="0" upright="1">
                          <a:noAutofit/>
                        </wps:bodyPr>
                      </wps:wsp>
                    </wpg:wgp>
                  </a:graphicData>
                </a:graphic>
              </wp:inline>
            </w:drawing>
          </mc:Choice>
          <mc:Fallback>
            <w:pict>
              <v:group w14:anchorId="1EFCF454" id="Gruppieren 126" o:spid="_x0000_s1210" style="width:360.95pt;height:222.65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">
                <v:line id="Gerade Verbindung 1167" o:spid="_x0000_s1211"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7/xwAAANwAAAAPAAAAZHJzL2Rvd25yZXYueG1sRI9Pa8JA&#10;FMTvhX6H5Qne6sa2WE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MwYXv/HAAAA3AAA&#10;AA8AAAAAAAAAAAAAAAAABwIAAGRycy9kb3ducmV2LnhtbFBLBQYAAAAAAwADALcAAAD7AgAAAAA=&#10;" strokecolor="#5a5a5a [2109]" strokeweight="1pt"/>
                <v:line id="Gerade Verbindung 1168" o:spid="_x0000_s1212"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" strokecolor="#5a5a5a [2109]" strokeweight="1pt"/>
                <v:line id="Gerade Verbindung 1169" o:spid="_x0000_s1213"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8W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I7hdiYcATm9AgAA//8DAFBLAQItABQABgAIAAAAIQDb4fbL7gAAAIUBAAATAAAAAAAA&#10;AAAAAAAAAAAAAABbQ29udGVudF9UeXBlc10ueG1sUEsBAi0AFAAGAAgAAAAhAFr0LFu/AAAAFQEA&#10;AAsAAAAAAAAAAAAAAAAAHwEAAF9yZWxzLy5yZWxzUEsBAi0AFAAGAAgAAAAhANLLbxbHAAAA3AAA&#10;AA8AAAAAAAAAAAAAAAAABwIAAGRycy9kb3ducmV2LnhtbFBLBQYAAAAAAwADALcAAAD7AgAAAAA=&#10;" strokecolor="#5a5a5a [2109]" strokeweight="1pt"/>
                <v:line id="Gerade Verbindung 1170" o:spid="_x0000_s1214"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" strokecolor="#5a5a5a [2109]" strokeweight="1pt"/>
                <v:line id="Gerade Verbindung 1171" o:spid="_x0000_s1215"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" strokecolor="#5a5a5a [2109]" strokeweight="1pt"/>
                <v:line id="Gerade Verbindung 1172" o:spid="_x0000_s1216"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" strokecolor="#5a5a5a [2109]" strokeweight="2.25pt"/>
                <v:line id="Gerade Verbindung 1173" o:spid="_x0000_s1217"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" strokecolor="#5a5a5a [2109]" strokeweight="2.25pt"/>
                <v:line id="Gerade Verbindung 1174" o:spid="_x0000_s1218"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" strokecolor="#5a5a5a [2109]" strokeweight="1pt"/>
                <v:line id="Gerade Verbindung 1175" o:spid="_x0000_s1219"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" strokecolor="#5a5a5a [2109]" strokeweight="1pt"/>
                <v:line id="Gerade Verbindung 1176" o:spid="_x0000_s1220"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" strokecolor="#5a5a5a [2109]" strokeweight="1pt"/>
                <v:line id="Gerade Verbindung 1177" o:spid="_x0000_s1221"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gixwAAANwAAAAPAAAAZHJzL2Rvd25yZXYueG1sRI9Pa8JA&#10;FMTvhX6H5Qne6saWWk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EnByCLHAAAA3AAA&#10;AA8AAAAAAAAAAAAAAAAABwIAAGRycy9kb3ducmV2LnhtbFBLBQYAAAAAAwADALcAAAD7AgAAAAA=&#10;" strokecolor="#5a5a5a [2109]" strokeweight="1pt"/>
                <v:shape id="Textfeld 82" o:spid="_x0000_s1222"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14:paraId="4DF0F1E5" w14:textId="77777777" w:rsidR="00002A30" w:rsidRDefault="00002A30" w:rsidP="00DE6D37">
                        <w:pPr>
                          <w:jc w:val="center"/>
                        </w:pPr>
                        <w:r>
                          <w:rPr>
                            <w:color w:val="000000" w:themeColor="text1"/>
                            <w:kern w:val="24"/>
                          </w:rPr>
                          <w:t>60°</w:t>
                        </w:r>
                      </w:p>
                    </w:txbxContent>
                  </v:textbox>
                </v:shape>
                <v:shape id="Textfeld 83" o:spid="_x0000_s1223"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14:paraId="5E7EDEA5" w14:textId="77777777" w:rsidR="00002A30" w:rsidRDefault="00002A30" w:rsidP="00DE6D37">
                        <w:pPr>
                          <w:jc w:val="center"/>
                        </w:pPr>
                        <w:r>
                          <w:rPr>
                            <w:color w:val="000000" w:themeColor="text1"/>
                            <w:kern w:val="24"/>
                          </w:rPr>
                          <w:t>30°</w:t>
                        </w:r>
                      </w:p>
                    </w:txbxContent>
                  </v:textbox>
                </v:shape>
                <v:shape id="Textfeld 84" o:spid="_x0000_s1224"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14:paraId="0D361084" w14:textId="77777777" w:rsidR="00002A30" w:rsidRDefault="00002A30" w:rsidP="00DE6D37">
                        <w:pPr>
                          <w:jc w:val="center"/>
                        </w:pPr>
                        <w:r>
                          <w:rPr>
                            <w:color w:val="000000" w:themeColor="text1"/>
                            <w:kern w:val="24"/>
                          </w:rPr>
                          <w:t>20°</w:t>
                        </w:r>
                      </w:p>
                    </w:txbxContent>
                  </v:textbox>
                </v:shape>
                <v:shape id="Textfeld 85" o:spid="_x0000_s1225"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14:paraId="020405E9" w14:textId="77777777" w:rsidR="00002A30" w:rsidRDefault="00002A30" w:rsidP="00DE6D37">
                        <w:pPr>
                          <w:jc w:val="center"/>
                        </w:pPr>
                        <w:r>
                          <w:rPr>
                            <w:color w:val="000000" w:themeColor="text1"/>
                            <w:kern w:val="24"/>
                          </w:rPr>
                          <w:t>10°</w:t>
                        </w:r>
                      </w:p>
                    </w:txbxContent>
                  </v:textbox>
                </v:shape>
                <v:shape id="Textfeld 86" o:spid="_x0000_s1226"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14:paraId="5700AF09" w14:textId="77777777" w:rsidR="00002A30" w:rsidRDefault="00002A30" w:rsidP="00DE6D37">
                        <w:pPr>
                          <w:jc w:val="center"/>
                        </w:pPr>
                        <w:r>
                          <w:rPr>
                            <w:color w:val="000000" w:themeColor="text1"/>
                            <w:kern w:val="24"/>
                          </w:rPr>
                          <w:t>0</w:t>
                        </w:r>
                        <w:r>
                          <w:rPr>
                            <w:rFonts w:hAnsi="+mn-ea"/>
                            <w:color w:val="000000" w:themeColor="text1"/>
                            <w:kern w:val="24"/>
                          </w:rPr>
                          <w:t>°</w:t>
                        </w:r>
                      </w:p>
                    </w:txbxContent>
                  </v:textbox>
                </v:shape>
                <v:shape id="Gerade Verbindung mit Pfeil 1183" o:spid="_x0000_s1227"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" strokecolor="black [3213]" strokeweight="1pt">
                  <v:stroke endarrow="block"/>
                </v:shape>
                <v:shape id="Textfeld 88" o:spid="_x0000_s1228"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" fillcolor="white [3212]" stroked="f">
                  <v:textbox>
                    <w:txbxContent>
                      <w:p w14:paraId="6DF2218C" w14:textId="77777777" w:rsidR="00002A30" w:rsidRDefault="00002A30" w:rsidP="00DE6D37">
                        <w:pPr>
                          <w:jc w:val="center"/>
                        </w:pPr>
                        <w:r>
                          <w:rPr>
                            <w:b/>
                            <w:bCs/>
                            <w:color w:val="000000" w:themeColor="text1"/>
                            <w:kern w:val="24"/>
                          </w:rPr>
                          <w:t>H</w:t>
                        </w:r>
                      </w:p>
                    </w:txbxContent>
                  </v:textbox>
                </v:shape>
                <v:shape id="Gerade Verbindung mit Pfeil 1185" o:spid="_x0000_s1229"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" strokecolor="black [3213]" strokeweight="1pt">
                  <v:stroke startarrow="block" endarrow="block"/>
                </v:shape>
                <v:shape id="Textfeld 90" o:spid="_x0000_s1230"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" fillcolor="white [3212]" stroked="f">
                  <v:textbox>
                    <w:txbxContent>
                      <w:p w14:paraId="32FD73C6" w14:textId="77777777" w:rsidR="00002A30" w:rsidRDefault="00002A30" w:rsidP="00DE6D37">
                        <w:pPr>
                          <w:jc w:val="center"/>
                        </w:pPr>
                        <w:r>
                          <w:rPr>
                            <w:b/>
                            <w:bCs/>
                            <w:color w:val="000000" w:themeColor="text1"/>
                            <w:kern w:val="24"/>
                          </w:rPr>
                          <w:t>V</w:t>
                        </w:r>
                      </w:p>
                    </w:txbxContent>
                  </v:textbox>
                </v:shape>
                <v:shape id="Textfeld 91" o:spid="_x0000_s1231"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14:paraId="38F124E6" w14:textId="77777777" w:rsidR="00002A30" w:rsidRDefault="00002A30" w:rsidP="00DE6D37">
                        <w:pPr>
                          <w:jc w:val="center"/>
                        </w:pPr>
                        <w:r>
                          <w:rPr>
                            <w:color w:val="000000" w:themeColor="text1"/>
                            <w:kern w:val="24"/>
                          </w:rPr>
                          <w:t>30°</w:t>
                        </w:r>
                      </w:p>
                    </w:txbxContent>
                  </v:textbox>
                </v:shape>
                <v:shape id="Textfeld 92" o:spid="_x0000_s1232"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14:paraId="1B9A5597" w14:textId="77777777" w:rsidR="00002A30" w:rsidRDefault="00002A30" w:rsidP="00DE6D37">
                        <w:pPr>
                          <w:jc w:val="center"/>
                        </w:pPr>
                        <w:r>
                          <w:rPr>
                            <w:color w:val="000000" w:themeColor="text1"/>
                            <w:kern w:val="24"/>
                          </w:rPr>
                          <w:t>20°</w:t>
                        </w:r>
                      </w:p>
                    </w:txbxContent>
                  </v:textbox>
                </v:shape>
                <v:shape id="Textfeld 93" o:spid="_x0000_s1233"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14:paraId="3CA85750" w14:textId="77777777" w:rsidR="00002A30" w:rsidRDefault="00002A30" w:rsidP="00DE6D37">
                        <w:pPr>
                          <w:jc w:val="center"/>
                        </w:pPr>
                        <w:r>
                          <w:rPr>
                            <w:color w:val="000000" w:themeColor="text1"/>
                            <w:kern w:val="24"/>
                          </w:rPr>
                          <w:t>10°</w:t>
                        </w:r>
                      </w:p>
                    </w:txbxContent>
                  </v:textbox>
                </v:shape>
                <v:shape id="Textfeld 94" o:spid="_x0000_s1234"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14:paraId="711EE217" w14:textId="77777777" w:rsidR="00002A30" w:rsidRDefault="00002A30" w:rsidP="00DE6D37">
                        <w:pPr>
                          <w:jc w:val="center"/>
                        </w:pPr>
                        <w:r>
                          <w:rPr>
                            <w:color w:val="000000" w:themeColor="text1"/>
                            <w:kern w:val="24"/>
                          </w:rPr>
                          <w:t>5°</w:t>
                        </w:r>
                      </w:p>
                    </w:txbxContent>
                  </v:textbox>
                </v:shape>
                <v:shape id="Textfeld 95" o:spid="_x0000_s1235"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14:paraId="1DF01263" w14:textId="77777777" w:rsidR="00002A30" w:rsidRDefault="00002A30" w:rsidP="00DE6D37">
                        <w:pPr>
                          <w:jc w:val="center"/>
                        </w:pPr>
                        <w:r>
                          <w:rPr>
                            <w:color w:val="000000" w:themeColor="text1"/>
                            <w:kern w:val="24"/>
                          </w:rPr>
                          <w:t>0°</w:t>
                        </w:r>
                      </w:p>
                    </w:txbxContent>
                  </v:textbox>
                </v:shape>
                <v:shape id="Textfeld 96" o:spid="_x0000_s1236"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14:paraId="39BDAAE2" w14:textId="77777777" w:rsidR="00002A30" w:rsidRDefault="00002A30" w:rsidP="00DE6D37">
                        <w:pPr>
                          <w:jc w:val="center"/>
                        </w:pPr>
                        <w:r>
                          <w:rPr>
                            <w:color w:val="000000" w:themeColor="text1"/>
                            <w:kern w:val="24"/>
                          </w:rPr>
                          <w:t>-5°</w:t>
                        </w:r>
                      </w:p>
                    </w:txbxContent>
                  </v:textbox>
                </v:shape>
                <v:shape id="Textfeld 98" o:spid="_x0000_s1237"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" fillcolor="white [3212]" stroked="f">
                  <v:textbox inset="1mm,1mm,1mm,1mm">
                    <w:txbxContent>
                      <w:p w14:paraId="1CF0C207" w14:textId="77777777" w:rsidR="00002A30" w:rsidRDefault="00002A30" w:rsidP="00DE6D37">
                        <w:pPr>
                          <w:jc w:val="center"/>
                        </w:pPr>
                        <w:r>
                          <w:rPr>
                            <w:b/>
                            <w:bCs/>
                            <w:color w:val="000000" w:themeColor="text1"/>
                            <w:kern w:val="24"/>
                          </w:rPr>
                          <w:t>100</w:t>
                        </w:r>
                      </w:p>
                    </w:txbxContent>
                  </v:textbox>
                </v:shape>
                <v:shape id="Textfeld 101" o:spid="_x0000_s1238"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" fillcolor="white [3212]" stroked="f">
                  <v:textbox inset="1mm,1mm,1mm,1mm">
                    <w:txbxContent>
                      <w:p w14:paraId="30BD38C1" w14:textId="77777777" w:rsidR="00002A30" w:rsidRDefault="00002A30" w:rsidP="00DE6D37">
                        <w:pPr>
                          <w:jc w:val="center"/>
                        </w:pPr>
                        <w:r>
                          <w:rPr>
                            <w:b/>
                            <w:bCs/>
                            <w:color w:val="000000" w:themeColor="text1"/>
                            <w:kern w:val="24"/>
                          </w:rPr>
                          <w:t>60</w:t>
                        </w:r>
                      </w:p>
                    </w:txbxContent>
                  </v:textbox>
                </v:shape>
                <v:shape id="Textfeld 102" o:spid="_x0000_s1239"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BT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" fillcolor="white [3212]" stroked="f">
                  <v:textbox inset="1mm,1mm,1mm,1mm">
                    <w:txbxContent>
                      <w:p w14:paraId="6BEF4686" w14:textId="77777777" w:rsidR="00002A30" w:rsidRDefault="00002A30" w:rsidP="00DE6D37">
                        <w:pPr>
                          <w:jc w:val="center"/>
                        </w:pPr>
                        <w:r>
                          <w:rPr>
                            <w:b/>
                            <w:bCs/>
                            <w:color w:val="000000" w:themeColor="text1"/>
                            <w:kern w:val="24"/>
                          </w:rPr>
                          <w:t>20</w:t>
                        </w:r>
                      </w:p>
                    </w:txbxContent>
                  </v:textbox>
                </v:shape>
                <v:shape id="Textfeld 109" o:spid="_x0000_s1240"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" fillcolor="white [3212]" stroked="f">
                  <v:textbox inset="1mm,1mm,1mm,1mm">
                    <w:txbxContent>
                      <w:p w14:paraId="7ECB0904" w14:textId="77777777" w:rsidR="00002A30" w:rsidRDefault="00002A30" w:rsidP="00DE6D37">
                        <w:pPr>
                          <w:jc w:val="center"/>
                        </w:pPr>
                        <w:r>
                          <w:rPr>
                            <w:b/>
                            <w:bCs/>
                            <w:color w:val="000000" w:themeColor="text1"/>
                            <w:kern w:val="24"/>
                          </w:rPr>
                          <w:t>20</w:t>
                        </w:r>
                      </w:p>
                    </w:txbxContent>
                  </v:textbox>
                </v:shape>
                <v:shape id="Textfeld 111" o:spid="_x0000_s1241"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14:paraId="1B8E5F5E" w14:textId="77777777" w:rsidR="00002A30" w:rsidRDefault="00002A30" w:rsidP="00DE6D37">
                        <w:pPr>
                          <w:jc w:val="center"/>
                        </w:pPr>
                        <w:r>
                          <w:rPr>
                            <w:color w:val="000000" w:themeColor="text1"/>
                            <w:kern w:val="24"/>
                          </w:rPr>
                          <w:t>5</w:t>
                        </w:r>
                        <w:r>
                          <w:rPr>
                            <w:rFonts w:hAnsi="+mn-ea"/>
                            <w:color w:val="000000" w:themeColor="text1"/>
                            <w:kern w:val="24"/>
                          </w:rPr>
                          <w:t>°</w:t>
                        </w:r>
                      </w:p>
                    </w:txbxContent>
                  </v:textbox>
                </v:shape>
                <v:line id="Gerade Verbindung 1198" o:spid="_x0000_s1242"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" strokecolor="#5a5a5a [2109]" strokeweight="1pt"/>
                <v:line id="Gerade Verbindung 1199" o:spid="_x0000_s1243"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6Wr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3hdiYcATm9AgAA//8DAFBLAQItABQABgAIAAAAIQDb4fbL7gAAAIUBAAATAAAAAAAA&#10;AAAAAAAAAAAAAABbQ29udGVudF9UeXBlc10ueG1sUEsBAi0AFAAGAAgAAAAhAFr0LFu/AAAAFQEA&#10;AAsAAAAAAAAAAAAAAAAAHwEAAF9yZWxzLy5yZWxzUEsBAi0AFAAGAAgAAAAhABynpavHAAAA3AAA&#10;AA8AAAAAAAAAAAAAAAAABwIAAGRycy9kb3ducmV2LnhtbFBLBQYAAAAAAwADALcAAAD7AgAAAAA=&#10;" strokecolor="#5a5a5a [2109]" strokeweight="1pt"/>
                <v:shape id="Textfeld 114" o:spid="_x0000_s1244"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14:paraId="0FC66F19" w14:textId="77777777" w:rsidR="00002A30" w:rsidRDefault="00002A30" w:rsidP="00DE6D37">
                        <w:pPr>
                          <w:jc w:val="center"/>
                        </w:pPr>
                        <w:r>
                          <w:rPr>
                            <w:color w:val="000000" w:themeColor="text1"/>
                            <w:kern w:val="24"/>
                          </w:rPr>
                          <w:t>15°</w:t>
                        </w:r>
                      </w:p>
                    </w:txbxContent>
                  </v:textbox>
                </v:shape>
                <v:shape id="Textfeld 115" o:spid="_x0000_s1245"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" fillcolor="white [3212]" stroked="f">
                  <v:textbox inset="1mm,1mm,1mm,1mm">
                    <w:txbxContent>
                      <w:p w14:paraId="177C9175" w14:textId="77777777" w:rsidR="00002A30" w:rsidRDefault="00002A30" w:rsidP="00DE6D37">
                        <w:pPr>
                          <w:jc w:val="center"/>
                        </w:pPr>
                        <w:r>
                          <w:rPr>
                            <w:b/>
                            <w:bCs/>
                            <w:color w:val="000000" w:themeColor="text1"/>
                            <w:kern w:val="24"/>
                          </w:rPr>
                          <w:t>60</w:t>
                        </w:r>
                      </w:p>
                    </w:txbxContent>
                  </v:textbox>
                </v:shape>
                <v:shape id="Textfeld 116" o:spid="_x0000_s1246"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" fillcolor="white [3212]" stroked="f">
                  <v:textbox inset="1mm,1mm,1mm,1mm">
                    <w:txbxContent>
                      <w:p w14:paraId="095D5043" w14:textId="77777777" w:rsidR="00002A30" w:rsidRDefault="00002A30" w:rsidP="00DE6D37">
                        <w:pPr>
                          <w:jc w:val="center"/>
                        </w:pPr>
                        <w:r>
                          <w:rPr>
                            <w:b/>
                            <w:bCs/>
                            <w:color w:val="000000" w:themeColor="text1"/>
                            <w:kern w:val="24"/>
                          </w:rPr>
                          <w:t>60</w:t>
                        </w:r>
                      </w:p>
                    </w:txbxContent>
                  </v:textbox>
                </v:shape>
                <v:shape id="Textfeld 117" o:spid="_x0000_s1247"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" fillcolor="white [3212]" stroked="f">
                  <v:textbox inset="1mm,1mm,1mm,1mm">
                    <w:txbxContent>
                      <w:p w14:paraId="43BEDAD8" w14:textId="77777777" w:rsidR="00002A30" w:rsidRDefault="00002A30" w:rsidP="00DE6D37">
                        <w:pPr>
                          <w:jc w:val="center"/>
                        </w:pPr>
                        <w:r>
                          <w:rPr>
                            <w:b/>
                            <w:bCs/>
                            <w:color w:val="000000" w:themeColor="text1"/>
                            <w:kern w:val="24"/>
                          </w:rPr>
                          <w:t>40</w:t>
                        </w:r>
                      </w:p>
                    </w:txbxContent>
                  </v:textbox>
                </v:shape>
                <v:shape id="Textfeld 118" o:spid="_x0000_s1248"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" fillcolor="white [3212]" stroked="f">
                  <v:textbox inset="1mm,1mm,1mm,1mm">
                    <w:txbxContent>
                      <w:p w14:paraId="6E594D9A" w14:textId="77777777" w:rsidR="00002A30" w:rsidRDefault="00002A30" w:rsidP="00DE6D37">
                        <w:pPr>
                          <w:jc w:val="center"/>
                        </w:pPr>
                        <w:r>
                          <w:rPr>
                            <w:b/>
                            <w:bCs/>
                            <w:color w:val="000000" w:themeColor="text1"/>
                            <w:kern w:val="24"/>
                          </w:rPr>
                          <w:t>20</w:t>
                        </w:r>
                      </w:p>
                    </w:txbxContent>
                  </v:textbox>
                </v:shape>
                <v:shape id="Textfeld 119" o:spid="_x0000_s1249"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" fillcolor="white [3212]" stroked="f">
                  <v:textbox inset="1mm,1mm,1mm,1mm">
                    <w:txbxContent>
                      <w:p w14:paraId="553C3213" w14:textId="77777777" w:rsidR="00002A30" w:rsidRDefault="00002A30" w:rsidP="00DE6D37">
                        <w:pPr>
                          <w:jc w:val="center"/>
                        </w:pPr>
                        <w:r>
                          <w:rPr>
                            <w:b/>
                            <w:bCs/>
                            <w:color w:val="000000" w:themeColor="text1"/>
                            <w:kern w:val="24"/>
                          </w:rPr>
                          <w:t>20</w:t>
                        </w:r>
                      </w:p>
                    </w:txbxContent>
                  </v:textbox>
                </v:shape>
                <v:shape id="Textfeld 120" o:spid="_x0000_s1250"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14:paraId="6F0EBB59" w14:textId="77777777" w:rsidR="00002A30" w:rsidRDefault="00002A30" w:rsidP="00DE6D37">
                        <w:pPr>
                          <w:jc w:val="center"/>
                        </w:pPr>
                        <w:r>
                          <w:rPr>
                            <w:b/>
                            <w:bCs/>
                            <w:color w:val="000000" w:themeColor="text1"/>
                            <w:kern w:val="24"/>
                          </w:rPr>
                          <w:t>40</w:t>
                        </w:r>
                      </w:p>
                    </w:txbxContent>
                  </v:textbox>
                </v:shape>
                <v:shape id="Textfeld 121" o:spid="_x0000_s1251"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14:paraId="7341BF9F" w14:textId="77777777" w:rsidR="00002A30" w:rsidRDefault="00002A30" w:rsidP="00DE6D37">
                        <w:pPr>
                          <w:jc w:val="center"/>
                        </w:pPr>
                        <w:r>
                          <w:rPr>
                            <w:b/>
                            <w:bCs/>
                            <w:color w:val="000000" w:themeColor="text1"/>
                            <w:kern w:val="24"/>
                          </w:rPr>
                          <w:t>80</w:t>
                        </w:r>
                      </w:p>
                    </w:txbxContent>
                  </v:textbox>
                </v:shape>
                <v:shape id="Textfeld 122" o:spid="_x0000_s1252"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14:paraId="790D8D78" w14:textId="77777777" w:rsidR="00002A30" w:rsidRDefault="00002A30" w:rsidP="00DE6D37">
                        <w:pPr>
                          <w:jc w:val="center"/>
                        </w:pPr>
                        <w:r>
                          <w:rPr>
                            <w:b/>
                            <w:bCs/>
                            <w:color w:val="000000" w:themeColor="text1"/>
                            <w:kern w:val="24"/>
                          </w:rPr>
                          <w:t>60</w:t>
                        </w:r>
                      </w:p>
                    </w:txbxContent>
                  </v:textbox>
                </v:shape>
                <v:shape id="Textfeld 123" o:spid="_x0000_s1253"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14:paraId="5028D3E3" w14:textId="77777777" w:rsidR="00002A30" w:rsidRDefault="00002A30" w:rsidP="00DE6D37">
                        <w:pPr>
                          <w:jc w:val="center"/>
                        </w:pPr>
                        <w:r>
                          <w:rPr>
                            <w:b/>
                            <w:bCs/>
                            <w:color w:val="000000" w:themeColor="text1"/>
                            <w:kern w:val="24"/>
                          </w:rPr>
                          <w:t>40</w:t>
                        </w:r>
                      </w:p>
                    </w:txbxContent>
                  </v:textbox>
                </v:shape>
                <v:shape id="Textfeld 104" o:spid="_x0000_s1254"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14:paraId="6F3006CB" w14:textId="77777777" w:rsidR="00002A30" w:rsidRDefault="00002A30" w:rsidP="00DE6D37">
                        <w:pPr>
                          <w:jc w:val="center"/>
                        </w:pPr>
                        <w:r>
                          <w:rPr>
                            <w:b/>
                            <w:bCs/>
                            <w:color w:val="000000" w:themeColor="text1"/>
                            <w:kern w:val="24"/>
                          </w:rPr>
                          <w:t>30</w:t>
                        </w:r>
                      </w:p>
                    </w:txbxContent>
                  </v:textbox>
                </v:shape>
                <v:shape id="Textfeld 124" o:spid="_x0000_s1255"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14:paraId="23ABD71A" w14:textId="77777777" w:rsidR="00002A30" w:rsidRDefault="00002A30" w:rsidP="00DE6D37">
                        <w:pPr>
                          <w:jc w:val="center"/>
                        </w:pPr>
                        <w:r>
                          <w:rPr>
                            <w:b/>
                            <w:bCs/>
                            <w:color w:val="000000" w:themeColor="text1"/>
                            <w:kern w:val="24"/>
                          </w:rPr>
                          <w:t>30</w:t>
                        </w:r>
                      </w:p>
                    </w:txbxContent>
                  </v:textbox>
                </v:shape>
                <v:shape id="Textfeld 125" o:spid="_x0000_s1256"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14:paraId="3353A988" w14:textId="77777777" w:rsidR="00002A30" w:rsidRDefault="00002A30" w:rsidP="00DE6D37">
                        <w:pPr>
                          <w:jc w:val="center"/>
                        </w:pPr>
                        <w:r>
                          <w:rPr>
                            <w:b/>
                            <w:bCs/>
                            <w:color w:val="000000" w:themeColor="text1"/>
                            <w:kern w:val="24"/>
                          </w:rPr>
                          <w:t>40</w:t>
                        </w:r>
                      </w:p>
                    </w:txbxContent>
                  </v:textbox>
                </v:shape>
                <w10:anchorlock/>
              </v:group>
            </w:pict>
          </mc:Fallback>
        </mc:AlternateContent>
      </w:r>
    </w:p>
    <w:p w14:paraId="4731DB3C" w14:textId="77777777" w:rsidR="00DE6D37" w:rsidRPr="0049583D" w:rsidRDefault="00DE6D37" w:rsidP="00784871">
      <w:pPr>
        <w:pStyle w:val="SingleTxtG"/>
        <w:spacing w:before="120"/>
        <w:ind w:left="2268"/>
      </w:pPr>
      <w:r w:rsidRPr="0049583D">
        <w:t>(bord extérieur du véhicule)</w:t>
      </w:r>
    </w:p>
    <w:p w14:paraId="5EB46CDA" w14:textId="77777777" w:rsidR="00DE6D37" w:rsidRDefault="00DE6D37" w:rsidP="00513B26">
      <w:pPr>
        <w:pStyle w:val="SingleTxtG"/>
        <w:keepNext/>
        <w:tabs>
          <w:tab w:val="clear" w:pos="1701"/>
        </w:tabs>
        <w:spacing w:before="240"/>
        <w:ind w:left="2268" w:hanging="1134"/>
      </w:pPr>
      <w:r>
        <w:lastRenderedPageBreak/>
        <w:t>2.5</w:t>
      </w:r>
      <w:r>
        <w:tab/>
      </w:r>
      <w:r w:rsidRPr="0049583D">
        <w:t>Répartition normalisée de la lumière pour les feux de marche arrière</w:t>
      </w:r>
    </w:p>
    <w:p w14:paraId="4AC0E227" w14:textId="7159BAA1" w:rsidR="00DE6D37" w:rsidRDefault="00DE6D37" w:rsidP="00513B26">
      <w:pPr>
        <w:pStyle w:val="SingleTxtG"/>
        <w:keepNext/>
        <w:ind w:left="2268"/>
      </w:pPr>
      <w:r w:rsidRPr="0049583D">
        <w:t>Points de mesure exprimés en degrés par rapport à l</w:t>
      </w:r>
      <w:r w:rsidR="003D2091">
        <w:t>’</w:t>
      </w:r>
      <w:r w:rsidRPr="0049583D">
        <w:t xml:space="preserve">axe de référence et valeurs des intensités lumineuses minimales émises. </w:t>
      </w:r>
    </w:p>
    <w:p w14:paraId="64B0CEC7" w14:textId="77777777" w:rsidR="00DE6D37" w:rsidRDefault="00DE6D37" w:rsidP="00513B26">
      <w:pPr>
        <w:pStyle w:val="H23G"/>
        <w:ind w:left="2268" w:firstLine="0"/>
      </w:pPr>
      <w:r w:rsidRPr="00E047A9">
        <w:rPr>
          <w:b w:val="0"/>
        </w:rPr>
        <w:tab/>
        <w:t>Figure A3-V</w:t>
      </w:r>
      <w:r>
        <w:t xml:space="preserve"> </w:t>
      </w:r>
      <w:r>
        <w:br/>
      </w:r>
      <w:r w:rsidRPr="00585DD4">
        <w:t>Répartition de la lumière pour les feux de marche arrière</w:t>
      </w:r>
    </w:p>
    <w:p w14:paraId="6DF9959C" w14:textId="77777777" w:rsidR="00DE6D37" w:rsidRDefault="00DE6D37" w:rsidP="00DE6D37">
      <w:pPr>
        <w:ind w:left="2268"/>
        <w:rPr>
          <w:color w:val="000000" w:themeColor="text1"/>
          <w:kern w:val="24"/>
        </w:rPr>
      </w:pPr>
      <w:r>
        <w:rPr>
          <w:noProof/>
          <w:lang w:eastAsia="fr-CH"/>
        </w:rPr>
        <w:drawing>
          <wp:inline distT="0" distB="0" distL="0" distR="0" wp14:anchorId="55A7530E" wp14:editId="0F2A2AA3">
            <wp:extent cx="4680000" cy="2298619"/>
            <wp:effectExtent l="0" t="0" r="6350" b="6985"/>
            <wp:docPr id="936" name="Imag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680000" cy="2298619"/>
                    </a:xfrm>
                    <a:prstGeom prst="rect">
                      <a:avLst/>
                    </a:prstGeom>
                  </pic:spPr>
                </pic:pic>
              </a:graphicData>
            </a:graphic>
          </wp:inline>
        </w:drawing>
      </w:r>
    </w:p>
    <w:p w14:paraId="1AED8267" w14:textId="77777777" w:rsidR="00DE6D37" w:rsidRDefault="00DE6D37" w:rsidP="00784871">
      <w:pPr>
        <w:pStyle w:val="SingleTxtG"/>
        <w:spacing w:before="120"/>
        <w:ind w:left="2268"/>
      </w:pPr>
      <w:r w:rsidRPr="0049583D">
        <w:t>Les valeurs indiquées dans la fi</w:t>
      </w:r>
      <w:r>
        <w:t>gure A3-V sont exprimées en cd.</w:t>
      </w:r>
    </w:p>
    <w:p w14:paraId="24B05F4B" w14:textId="708115B3" w:rsidR="00DE6D37" w:rsidRPr="0049583D" w:rsidRDefault="00DE6D37" w:rsidP="00DE6D37">
      <w:pPr>
        <w:pStyle w:val="SingleTxtG"/>
        <w:ind w:left="2268"/>
      </w:pPr>
      <w:r w:rsidRPr="0049583D">
        <w:t>Les directions H = O° et V = O° correspondent à l</w:t>
      </w:r>
      <w:r w:rsidR="003D2091">
        <w:t>’</w:t>
      </w:r>
      <w:r w:rsidRPr="0049583D">
        <w:t>axe de référence. Sur le véhicule, elles sont horizontales, parallèles au plan longitudinal médian de celui-ci et orientées dans le sens de visibilité imposé. Elles passent par le centre de référence. Les valeurs indiquées dans la figure A3-V donnent, pour les diverses directions de mesure, les intensités minimales en cd.</w:t>
      </w:r>
    </w:p>
    <w:p w14:paraId="1D448ABA" w14:textId="77777777" w:rsidR="00DE6D37" w:rsidRDefault="00DE6D37" w:rsidP="00DE6D37">
      <w:pPr>
        <w:pStyle w:val="SingleTxtG"/>
        <w:spacing w:before="240"/>
        <w:ind w:left="2268" w:hanging="1134"/>
      </w:pPr>
      <w:r>
        <w:t>2.6</w:t>
      </w:r>
      <w:r>
        <w:tab/>
      </w:r>
      <w:r w:rsidRPr="0049583D">
        <w:t>Répartition normalisée de la lumière pour les feux de brouillard arrière</w:t>
      </w:r>
    </w:p>
    <w:p w14:paraId="698ACA2C" w14:textId="77777777" w:rsidR="00DE6D37" w:rsidRDefault="00DE6D37" w:rsidP="00DE6D37">
      <w:pPr>
        <w:pStyle w:val="H23G"/>
        <w:ind w:left="2268" w:firstLine="0"/>
      </w:pPr>
      <w:r w:rsidRPr="00BA2633">
        <w:rPr>
          <w:b w:val="0"/>
        </w:rPr>
        <w:t>Figure A3-VI</w:t>
      </w:r>
      <w:r>
        <w:t xml:space="preserve"> </w:t>
      </w:r>
      <w:r>
        <w:br/>
      </w:r>
      <w:r w:rsidRPr="00585DD4">
        <w:t>Répartition de la lumière pour les feux de brouillard arrière</w:t>
      </w:r>
    </w:p>
    <w:p w14:paraId="0C7AFA91" w14:textId="77777777" w:rsidR="00DE6D37" w:rsidRDefault="00DE6D37" w:rsidP="00DE6D37">
      <w:pPr>
        <w:ind w:left="2268"/>
      </w:pPr>
      <w:r>
        <w:rPr>
          <w:noProof/>
          <w:lang w:eastAsia="fr-CH"/>
        </w:rPr>
        <w:drawing>
          <wp:inline distT="0" distB="0" distL="0" distR="0" wp14:anchorId="5FB26DEE" wp14:editId="5B301E93">
            <wp:extent cx="4161600" cy="2797200"/>
            <wp:effectExtent l="0" t="0" r="0" b="3175"/>
            <wp:docPr id="1387" name="Image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61600" cy="2797200"/>
                    </a:xfrm>
                    <a:prstGeom prst="rect">
                      <a:avLst/>
                    </a:prstGeom>
                    <a:noFill/>
                    <a:ln>
                      <a:noFill/>
                    </a:ln>
                  </pic:spPr>
                </pic:pic>
              </a:graphicData>
            </a:graphic>
          </wp:inline>
        </w:drawing>
      </w:r>
    </w:p>
    <w:p w14:paraId="64EB3476" w14:textId="66826A75" w:rsidR="00DE6D37" w:rsidRPr="0049583D" w:rsidRDefault="00DE6D37" w:rsidP="00DE6D37">
      <w:pPr>
        <w:pStyle w:val="SingleTxtG"/>
        <w:ind w:left="2268"/>
        <w:rPr>
          <w:shd w:val="clear" w:color="auto" w:fill="FFFFFF"/>
        </w:rPr>
      </w:pPr>
      <w:r w:rsidRPr="0049583D">
        <w:rPr>
          <w:shd w:val="clear" w:color="auto" w:fill="FFFFFF"/>
        </w:rPr>
        <w:t>Lorsque, à l</w:t>
      </w:r>
      <w:r w:rsidR="003D2091">
        <w:rPr>
          <w:shd w:val="clear" w:color="auto" w:fill="FFFFFF"/>
        </w:rPr>
        <w:t>’</w:t>
      </w:r>
      <w:r w:rsidRPr="0049583D">
        <w:rPr>
          <w:shd w:val="clear" w:color="auto" w:fill="FFFFFF"/>
        </w:rPr>
        <w:t xml:space="preserve">examen visuel, un feu semble présenter </w:t>
      </w:r>
      <w:r>
        <w:rPr>
          <w:shd w:val="clear" w:color="auto" w:fill="FFFFFF"/>
        </w:rPr>
        <w:t>des</w:t>
      </w:r>
      <w:r w:rsidRPr="0049583D">
        <w:rPr>
          <w:shd w:val="clear" w:color="auto" w:fill="FFFFFF"/>
        </w:rPr>
        <w:t xml:space="preserve"> variations locales d</w:t>
      </w:r>
      <w:r w:rsidR="003D2091">
        <w:rPr>
          <w:shd w:val="clear" w:color="auto" w:fill="FFFFFF"/>
        </w:rPr>
        <w:t>’</w:t>
      </w:r>
      <w:r w:rsidRPr="0049583D">
        <w:rPr>
          <w:shd w:val="clear" w:color="auto" w:fill="FFFFFF"/>
        </w:rPr>
        <w:t>intensité importantes, on vérifie qu</w:t>
      </w:r>
      <w:r w:rsidR="003D2091">
        <w:rPr>
          <w:shd w:val="clear" w:color="auto" w:fill="FFFFFF"/>
        </w:rPr>
        <w:t>’</w:t>
      </w:r>
      <w:r w:rsidRPr="0049583D">
        <w:rPr>
          <w:shd w:val="clear" w:color="auto" w:fill="FFFFFF"/>
        </w:rPr>
        <w:t>en dehors des axes, aucune intensité mesurée à l</w:t>
      </w:r>
      <w:r w:rsidR="003D2091">
        <w:rPr>
          <w:shd w:val="clear" w:color="auto" w:fill="FFFFFF"/>
        </w:rPr>
        <w:t>’</w:t>
      </w:r>
      <w:r w:rsidRPr="0049583D">
        <w:rPr>
          <w:shd w:val="clear" w:color="auto" w:fill="FFFFFF"/>
        </w:rPr>
        <w:t>intérieur du losange délimité par les directions de mesure extrêmes n</w:t>
      </w:r>
      <w:r w:rsidR="003D2091">
        <w:rPr>
          <w:shd w:val="clear" w:color="auto" w:fill="FFFFFF"/>
        </w:rPr>
        <w:t>’</w:t>
      </w:r>
      <w:r w:rsidRPr="0049583D">
        <w:rPr>
          <w:shd w:val="clear" w:color="auto" w:fill="FFFFFF"/>
        </w:rPr>
        <w:t>est inférieure à 75 cd (voir le croquis ci-dessous).</w:t>
      </w:r>
    </w:p>
    <w:p w14:paraId="2E487E04" w14:textId="77777777" w:rsidR="00DE6D37" w:rsidRPr="0049583D" w:rsidRDefault="00DE6D37" w:rsidP="00513B26">
      <w:pPr>
        <w:pStyle w:val="SingleTxtG"/>
        <w:keepNext/>
        <w:keepLines/>
        <w:tabs>
          <w:tab w:val="clear" w:pos="1701"/>
        </w:tabs>
        <w:spacing w:before="240"/>
        <w:ind w:left="2268" w:hanging="1134"/>
      </w:pPr>
      <w:r w:rsidRPr="0049583D">
        <w:rPr>
          <w:color w:val="333333"/>
          <w:szCs w:val="24"/>
          <w:shd w:val="clear" w:color="auto" w:fill="FFFFFF"/>
        </w:rPr>
        <w:lastRenderedPageBreak/>
        <w:t>2.7</w:t>
      </w:r>
      <w:r>
        <w:rPr>
          <w:color w:val="333333"/>
          <w:szCs w:val="24"/>
          <w:shd w:val="clear" w:color="auto" w:fill="FFFFFF"/>
        </w:rPr>
        <w:tab/>
      </w:r>
      <w:r w:rsidRPr="0049583D">
        <w:t xml:space="preserve">Répartition normalisée de la lumière pour les feux </w:t>
      </w:r>
      <w:r w:rsidRPr="0049583D">
        <w:rPr>
          <w:szCs w:val="24"/>
        </w:rPr>
        <w:t>de position latéraux</w:t>
      </w:r>
    </w:p>
    <w:p w14:paraId="2E172F8E" w14:textId="77777777" w:rsidR="00DE6D37" w:rsidRPr="0049583D" w:rsidRDefault="00DE6D37" w:rsidP="00513B26">
      <w:pPr>
        <w:pStyle w:val="SingleTxtG"/>
        <w:keepNext/>
        <w:keepLines/>
        <w:tabs>
          <w:tab w:val="clear" w:pos="1701"/>
        </w:tabs>
        <w:spacing w:before="240"/>
        <w:ind w:left="2268" w:hanging="1134"/>
        <w:rPr>
          <w:szCs w:val="24"/>
        </w:rPr>
      </w:pPr>
      <w:r>
        <w:rPr>
          <w:szCs w:val="24"/>
        </w:rPr>
        <w:t>2.7.1</w:t>
      </w:r>
      <w:r>
        <w:rPr>
          <w:szCs w:val="24"/>
        </w:rPr>
        <w:tab/>
      </w:r>
      <w:r w:rsidRPr="00A53167">
        <w:t>Feux</w:t>
      </w:r>
      <w:r w:rsidRPr="0049583D">
        <w:rPr>
          <w:szCs w:val="24"/>
        </w:rPr>
        <w:t xml:space="preserve"> de position latéraux de la </w:t>
      </w:r>
      <w:r w:rsidRPr="0049583D">
        <w:t>c</w:t>
      </w:r>
      <w:r w:rsidRPr="0049583D">
        <w:rPr>
          <w:szCs w:val="24"/>
        </w:rPr>
        <w:t>atégorie SM1</w:t>
      </w:r>
    </w:p>
    <w:p w14:paraId="4A8814BB" w14:textId="77777777" w:rsidR="00DE6D37" w:rsidRDefault="00DE6D37" w:rsidP="00DE6D37">
      <w:pPr>
        <w:pStyle w:val="H23G"/>
        <w:ind w:left="2268" w:firstLine="0"/>
      </w:pPr>
      <w:r w:rsidRPr="00A53167">
        <w:rPr>
          <w:b w:val="0"/>
        </w:rPr>
        <w:t>Figure A3-VII</w:t>
      </w:r>
      <w:r>
        <w:t xml:space="preserve"> </w:t>
      </w:r>
      <w:r>
        <w:br/>
      </w:r>
      <w:r w:rsidRPr="00A53167">
        <w:t xml:space="preserve">Répartition </w:t>
      </w:r>
      <w:r w:rsidRPr="000A0E26">
        <w:t xml:space="preserve">de la lumière pour les feux de position latéraux </w:t>
      </w:r>
      <w:r>
        <w:br/>
      </w:r>
      <w:r w:rsidRPr="000A0E26">
        <w:t>de la catégorie SM1</w:t>
      </w:r>
    </w:p>
    <w:p w14:paraId="619021F9" w14:textId="77777777" w:rsidR="00DE6D37" w:rsidRPr="0049583D" w:rsidRDefault="00DE6D37" w:rsidP="00DE6D37">
      <w:pPr>
        <w:ind w:left="2268"/>
        <w:rPr>
          <w:szCs w:val="24"/>
        </w:rPr>
      </w:pPr>
      <w:r>
        <w:rPr>
          <w:noProof/>
          <w:lang w:eastAsia="fr-CH"/>
        </w:rPr>
        <mc:AlternateContent>
          <mc:Choice Requires="wpg">
            <w:drawing>
              <wp:inline distT="0" distB="0" distL="0" distR="0" wp14:anchorId="6011C272" wp14:editId="37E45380">
                <wp:extent cx="4739005" cy="2444900"/>
                <wp:effectExtent l="0" t="38100" r="4445" b="0"/>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444900"/>
                          <a:chOff x="0" y="0"/>
                          <a:chExt cx="54648" cy="26819"/>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8D593" w14:textId="77777777" w:rsidR="00002A30" w:rsidRDefault="00002A30" w:rsidP="00DE6D37">
                              <w:pPr>
                                <w:jc w:val="center"/>
                              </w:pPr>
                              <w:r>
                                <w:rPr>
                                  <w:color w:val="000000" w:themeColor="text1"/>
                                  <w:kern w:val="24"/>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38706" w14:textId="77777777" w:rsidR="00002A30" w:rsidRDefault="00002A30" w:rsidP="00DE6D37">
                              <w:pPr>
                                <w:jc w:val="center"/>
                              </w:pPr>
                              <w:r>
                                <w:rPr>
                                  <w:color w:val="000000" w:themeColor="text1"/>
                                  <w:kern w:val="24"/>
                                </w:rPr>
                                <w:t>5</w:t>
                              </w:r>
                              <w:r>
                                <w:rPr>
                                  <w:rFonts w:hAnsi="+mn-ea"/>
                                  <w:color w:val="000000" w:themeColor="text1"/>
                                  <w:kern w:val="24"/>
                                </w:rPr>
                                <w:t>°</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07F4" w14:textId="77777777" w:rsidR="00002A30" w:rsidRDefault="00002A30" w:rsidP="00DE6D37">
                              <w:pPr>
                                <w:jc w:val="center"/>
                              </w:pPr>
                              <w:r>
                                <w:rPr>
                                  <w:color w:val="000000" w:themeColor="text1"/>
                                  <w:kern w:val="24"/>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3C815" w14:textId="77777777" w:rsidR="00002A30" w:rsidRDefault="00002A30" w:rsidP="00DE6D37">
                              <w:pPr>
                                <w:jc w:val="center"/>
                              </w:pPr>
                              <w:r>
                                <w:rPr>
                                  <w:color w:val="000000" w:themeColor="text1"/>
                                  <w:kern w:val="24"/>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5D476" w14:textId="77777777" w:rsidR="00002A30" w:rsidRDefault="00002A30" w:rsidP="00DE6D37">
                              <w:pPr>
                                <w:jc w:val="center"/>
                              </w:pPr>
                              <w:r>
                                <w:rPr>
                                  <w:color w:val="000000" w:themeColor="text1"/>
                                  <w:kern w:val="24"/>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CF4BE"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1257F" w14:textId="77777777" w:rsidR="00002A30" w:rsidRDefault="00002A30" w:rsidP="00DE6D37">
                              <w:pPr>
                                <w:jc w:val="center"/>
                              </w:pPr>
                              <w:r>
                                <w:rPr>
                                  <w:color w:val="000000" w:themeColor="text1"/>
                                  <w:kern w:val="24"/>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DB103" w14:textId="77777777" w:rsidR="00002A30" w:rsidRDefault="00002A30" w:rsidP="00DE6D37">
                              <w:pPr>
                                <w:jc w:val="center"/>
                              </w:pPr>
                              <w:r>
                                <w:rPr>
                                  <w:color w:val="000000" w:themeColor="text1"/>
                                  <w:kern w:val="24"/>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E3AA0" w14:textId="77777777" w:rsidR="00002A30" w:rsidRDefault="00002A30" w:rsidP="00DE6D37">
                              <w:pPr>
                                <w:jc w:val="center"/>
                              </w:pPr>
                              <w:r>
                                <w:rPr>
                                  <w:color w:val="000000" w:themeColor="text1"/>
                                  <w:kern w:val="24"/>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5794" y="24498"/>
                            <a:ext cx="3568" cy="232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6B09C" w14:textId="77777777" w:rsidR="00002A30" w:rsidRDefault="00002A30" w:rsidP="00DE6D37">
                              <w:pPr>
                                <w:jc w:val="center"/>
                              </w:pPr>
                              <w:r>
                                <w:rPr>
                                  <w:b/>
                                  <w:bCs/>
                                  <w:color w:val="000000" w:themeColor="text1"/>
                                  <w:kern w:val="24"/>
                                </w:rPr>
                                <w:t>H</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D21F3" w14:textId="77777777" w:rsidR="00002A30" w:rsidRDefault="00002A30" w:rsidP="00DE6D37">
                              <w:pPr>
                                <w:jc w:val="center"/>
                              </w:pPr>
                              <w:r>
                                <w:rPr>
                                  <w:b/>
                                  <w:bCs/>
                                  <w:color w:val="000000" w:themeColor="text1"/>
                                  <w:kern w:val="24"/>
                                </w:rPr>
                                <w:t>V</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19FEC"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168A2"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8D7F5" w14:textId="77777777" w:rsidR="00002A30" w:rsidRDefault="00002A30" w:rsidP="00DE6D37">
                              <w:pPr>
                                <w:jc w:val="center"/>
                              </w:pPr>
                              <w:r>
                                <w:rPr>
                                  <w:color w:val="000000" w:themeColor="text1"/>
                                  <w:kern w:val="24"/>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7BA2" w14:textId="77777777" w:rsidR="00002A30" w:rsidRDefault="00002A30" w:rsidP="00DE6D37">
                              <w:pPr>
                                <w:jc w:val="center"/>
                              </w:pPr>
                              <w:r>
                                <w:rPr>
                                  <w:color w:val="000000" w:themeColor="text1"/>
                                  <w:kern w:val="24"/>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E93C"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1429B"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30FD7" w14:textId="77777777" w:rsidR="00002A30" w:rsidRDefault="00002A30" w:rsidP="00DE6D37">
                              <w:pPr>
                                <w:jc w:val="center"/>
                              </w:pPr>
                              <w:r>
                                <w:rPr>
                                  <w:color w:val="000000" w:themeColor="text1"/>
                                  <w:kern w:val="24"/>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72FD0" w14:textId="77777777" w:rsidR="00002A30" w:rsidRDefault="00002A30" w:rsidP="00DE6D37">
                              <w:pPr>
                                <w:jc w:val="center"/>
                              </w:pPr>
                              <w:r>
                                <w:rPr>
                                  <w:color w:val="000000" w:themeColor="text1"/>
                                  <w:kern w:val="24"/>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B9270" w14:textId="77777777" w:rsidR="00002A30" w:rsidRDefault="00002A30" w:rsidP="00DE6D37">
                              <w:pPr>
                                <w:jc w:val="center"/>
                              </w:pPr>
                              <w:r>
                                <w:rPr>
                                  <w:color w:val="000000" w:themeColor="text1"/>
                                  <w:kern w:val="24"/>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6011C272" id="Gruppieren 85" o:spid="_x0000_s1257" style="width:373.15pt;height:192.5pt;mso-position-horizontal-relative:char;mso-position-vertical-relative:line" coordsize="54648,2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">
                <v:line id="Gerade Verbindung 1293" o:spid="_x0000_s1258"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259"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260"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261"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262"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263"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264"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265"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266"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267"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268"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269"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270"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14:paraId="0AB8D593" w14:textId="77777777" w:rsidR="00002A30" w:rsidRDefault="00002A30" w:rsidP="00DE6D37">
                        <w:pPr>
                          <w:jc w:val="center"/>
                        </w:pPr>
                        <w:r>
                          <w:rPr>
                            <w:color w:val="000000" w:themeColor="text1"/>
                            <w:kern w:val="24"/>
                          </w:rPr>
                          <w:t>0°</w:t>
                        </w:r>
                      </w:p>
                    </w:txbxContent>
                  </v:textbox>
                </v:shape>
                <v:shape id="Textfeld 23" o:spid="_x0000_s1271"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14:paraId="68838706" w14:textId="77777777" w:rsidR="00002A30" w:rsidRDefault="00002A30" w:rsidP="00DE6D37">
                        <w:pPr>
                          <w:jc w:val="center"/>
                        </w:pPr>
                        <w:r>
                          <w:rPr>
                            <w:color w:val="000000" w:themeColor="text1"/>
                            <w:kern w:val="24"/>
                          </w:rPr>
                          <w:t>5</w:t>
                        </w:r>
                        <w:r>
                          <w:rPr>
                            <w:rFonts w:hAnsi="+mn-ea"/>
                            <w:color w:val="000000" w:themeColor="text1"/>
                            <w:kern w:val="24"/>
                          </w:rPr>
                          <w:t>°</w:t>
                        </w:r>
                      </w:p>
                    </w:txbxContent>
                  </v:textbox>
                </v:shape>
                <v:shape id="Textfeld 24" o:spid="_x0000_s1272"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5D3A07F4" w14:textId="77777777" w:rsidR="00002A30" w:rsidRDefault="00002A30" w:rsidP="00DE6D37">
                        <w:pPr>
                          <w:jc w:val="center"/>
                        </w:pPr>
                        <w:r>
                          <w:rPr>
                            <w:color w:val="000000" w:themeColor="text1"/>
                            <w:kern w:val="24"/>
                          </w:rPr>
                          <w:t>20°</w:t>
                        </w:r>
                      </w:p>
                    </w:txbxContent>
                  </v:textbox>
                </v:shape>
                <v:shape id="Textfeld 25" o:spid="_x0000_s1273"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13F3C815" w14:textId="77777777" w:rsidR="00002A30" w:rsidRDefault="00002A30" w:rsidP="00DE6D37">
                        <w:pPr>
                          <w:jc w:val="center"/>
                        </w:pPr>
                        <w:r>
                          <w:rPr>
                            <w:color w:val="000000" w:themeColor="text1"/>
                            <w:kern w:val="24"/>
                          </w:rPr>
                          <w:t>30°</w:t>
                        </w:r>
                      </w:p>
                    </w:txbxContent>
                  </v:textbox>
                </v:shape>
                <v:shape id="Textfeld 26" o:spid="_x0000_s1274"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14:paraId="2A65D476" w14:textId="77777777" w:rsidR="00002A30" w:rsidRDefault="00002A30" w:rsidP="00DE6D37">
                        <w:pPr>
                          <w:jc w:val="center"/>
                        </w:pPr>
                        <w:r>
                          <w:rPr>
                            <w:color w:val="000000" w:themeColor="text1"/>
                            <w:kern w:val="24"/>
                          </w:rPr>
                          <w:t>45°</w:t>
                        </w:r>
                      </w:p>
                    </w:txbxContent>
                  </v:textbox>
                </v:shape>
                <v:shape id="Textfeld 27" o:spid="_x0000_s1275"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14:paraId="1D7CF4BE" w14:textId="77777777" w:rsidR="00002A30" w:rsidRDefault="00002A30" w:rsidP="00DE6D37">
                        <w:pPr>
                          <w:jc w:val="center"/>
                        </w:pPr>
                        <w:r>
                          <w:rPr>
                            <w:color w:val="000000" w:themeColor="text1"/>
                            <w:kern w:val="24"/>
                          </w:rPr>
                          <w:t>5°</w:t>
                        </w:r>
                      </w:p>
                    </w:txbxContent>
                  </v:textbox>
                </v:shape>
                <v:shape id="Textfeld 28" o:spid="_x0000_s1276"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0C91257F" w14:textId="77777777" w:rsidR="00002A30" w:rsidRDefault="00002A30" w:rsidP="00DE6D37">
                        <w:pPr>
                          <w:jc w:val="center"/>
                        </w:pPr>
                        <w:r>
                          <w:rPr>
                            <w:color w:val="000000" w:themeColor="text1"/>
                            <w:kern w:val="24"/>
                          </w:rPr>
                          <w:t>20°</w:t>
                        </w:r>
                      </w:p>
                    </w:txbxContent>
                  </v:textbox>
                </v:shape>
                <v:shape id="Textfeld 29" o:spid="_x0000_s1277"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4FCDB103" w14:textId="77777777" w:rsidR="00002A30" w:rsidRDefault="00002A30" w:rsidP="00DE6D37">
                        <w:pPr>
                          <w:jc w:val="center"/>
                        </w:pPr>
                        <w:r>
                          <w:rPr>
                            <w:color w:val="000000" w:themeColor="text1"/>
                            <w:kern w:val="24"/>
                          </w:rPr>
                          <w:t>30°</w:t>
                        </w:r>
                      </w:p>
                    </w:txbxContent>
                  </v:textbox>
                </v:shape>
                <v:shape id="Textfeld 30" o:spid="_x0000_s1278"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14:paraId="7D6E3AA0" w14:textId="77777777" w:rsidR="00002A30" w:rsidRDefault="00002A30" w:rsidP="00DE6D37">
                        <w:pPr>
                          <w:jc w:val="center"/>
                        </w:pPr>
                        <w:r>
                          <w:rPr>
                            <w:color w:val="000000" w:themeColor="text1"/>
                            <w:kern w:val="24"/>
                          </w:rPr>
                          <w:t>40°</w:t>
                        </w:r>
                      </w:p>
                    </w:txbxContent>
                  </v:textbox>
                </v:shape>
                <v:shape id="Gerade Verbindung mit Pfeil 1314" o:spid="_x0000_s1279"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280" type="#_x0000_t202" style="position:absolute;left:25794;top:24498;width:3568;height:2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14:paraId="18B6B09C" w14:textId="77777777" w:rsidR="00002A30" w:rsidRDefault="00002A30" w:rsidP="00DE6D37">
                        <w:pPr>
                          <w:jc w:val="center"/>
                        </w:pPr>
                        <w:r>
                          <w:rPr>
                            <w:b/>
                            <w:bCs/>
                            <w:color w:val="000000" w:themeColor="text1"/>
                            <w:kern w:val="24"/>
                          </w:rPr>
                          <w:t>H</w:t>
                        </w:r>
                      </w:p>
                    </w:txbxContent>
                  </v:textbox>
                </v:shape>
                <v:shape id="Gerade Verbindung mit Pfeil 1316" o:spid="_x0000_s1281"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282"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14:paraId="689D21F3" w14:textId="77777777" w:rsidR="00002A30" w:rsidRDefault="00002A30" w:rsidP="00DE6D37">
                        <w:pPr>
                          <w:jc w:val="center"/>
                        </w:pPr>
                        <w:r>
                          <w:rPr>
                            <w:b/>
                            <w:bCs/>
                            <w:color w:val="000000" w:themeColor="text1"/>
                            <w:kern w:val="24"/>
                          </w:rPr>
                          <w:t>V</w:t>
                        </w:r>
                      </w:p>
                    </w:txbxContent>
                  </v:textbox>
                </v:shape>
                <v:shape id="Textfeld 35" o:spid="_x0000_s1283"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14:paraId="13C19FEC" w14:textId="77777777" w:rsidR="00002A30" w:rsidRDefault="00002A30" w:rsidP="00DE6D37">
                        <w:pPr>
                          <w:jc w:val="center"/>
                        </w:pPr>
                        <w:r>
                          <w:rPr>
                            <w:color w:val="000000" w:themeColor="text1"/>
                            <w:kern w:val="24"/>
                          </w:rPr>
                          <w:t>10°</w:t>
                        </w:r>
                      </w:p>
                    </w:txbxContent>
                  </v:textbox>
                </v:shape>
                <v:shape id="Textfeld 36" o:spid="_x0000_s1284"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14:paraId="34E168A2" w14:textId="77777777" w:rsidR="00002A30" w:rsidRDefault="00002A30" w:rsidP="00DE6D37">
                        <w:pPr>
                          <w:jc w:val="center"/>
                        </w:pPr>
                        <w:r>
                          <w:rPr>
                            <w:color w:val="000000" w:themeColor="text1"/>
                            <w:kern w:val="24"/>
                          </w:rPr>
                          <w:t>5°</w:t>
                        </w:r>
                      </w:p>
                    </w:txbxContent>
                  </v:textbox>
                </v:shape>
                <v:shape id="Textfeld 37" o:spid="_x0000_s1285"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14:paraId="01D8D7F5" w14:textId="77777777" w:rsidR="00002A30" w:rsidRDefault="00002A30" w:rsidP="00DE6D37">
                        <w:pPr>
                          <w:jc w:val="center"/>
                        </w:pPr>
                        <w:r>
                          <w:rPr>
                            <w:color w:val="000000" w:themeColor="text1"/>
                            <w:kern w:val="24"/>
                          </w:rPr>
                          <w:t>0°</w:t>
                        </w:r>
                      </w:p>
                    </w:txbxContent>
                  </v:textbox>
                </v:shape>
                <v:shape id="Textfeld 38" o:spid="_x0000_s1286"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14:paraId="46AD7BA2" w14:textId="77777777" w:rsidR="00002A30" w:rsidRDefault="00002A30" w:rsidP="00DE6D37">
                        <w:pPr>
                          <w:jc w:val="center"/>
                        </w:pPr>
                        <w:r>
                          <w:rPr>
                            <w:color w:val="000000" w:themeColor="text1"/>
                            <w:kern w:val="24"/>
                          </w:rPr>
                          <w:t>5°</w:t>
                        </w:r>
                      </w:p>
                    </w:txbxContent>
                  </v:textbox>
                </v:shape>
                <v:shape id="Textfeld 39" o:spid="_x0000_s1287"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14:paraId="4EC7E93C" w14:textId="77777777" w:rsidR="00002A30" w:rsidRDefault="00002A30" w:rsidP="00DE6D37">
                        <w:pPr>
                          <w:jc w:val="center"/>
                        </w:pPr>
                        <w:r>
                          <w:rPr>
                            <w:color w:val="000000" w:themeColor="text1"/>
                            <w:kern w:val="24"/>
                          </w:rPr>
                          <w:t>10°</w:t>
                        </w:r>
                      </w:p>
                    </w:txbxContent>
                  </v:textbox>
                </v:shape>
                <v:line id="Gerade Verbindung 1323" o:spid="_x0000_s1288"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289"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290"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291"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292"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293"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294"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295"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296"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297"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298"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14:paraId="79B1429B" w14:textId="77777777" w:rsidR="00002A30" w:rsidRDefault="00002A30" w:rsidP="00DE6D37">
                        <w:pPr>
                          <w:jc w:val="center"/>
                        </w:pPr>
                        <w:r>
                          <w:rPr>
                            <w:color w:val="000000" w:themeColor="text1"/>
                            <w:kern w:val="24"/>
                          </w:rPr>
                          <w:t>10°</w:t>
                        </w:r>
                      </w:p>
                    </w:txbxContent>
                  </v:textbox>
                </v:shape>
                <v:shape id="Textfeld 80" o:spid="_x0000_s1299"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14:paraId="00730FD7" w14:textId="77777777" w:rsidR="00002A30" w:rsidRDefault="00002A30" w:rsidP="00DE6D37">
                        <w:pPr>
                          <w:jc w:val="center"/>
                        </w:pPr>
                        <w:r>
                          <w:rPr>
                            <w:color w:val="000000" w:themeColor="text1"/>
                            <w:kern w:val="24"/>
                          </w:rPr>
                          <w:t>40°</w:t>
                        </w:r>
                      </w:p>
                    </w:txbxContent>
                  </v:textbox>
                </v:shape>
                <v:shape id="Textfeld 81" o:spid="_x0000_s1300"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14:paraId="22672FD0" w14:textId="77777777" w:rsidR="00002A30" w:rsidRDefault="00002A30" w:rsidP="00DE6D37">
                        <w:pPr>
                          <w:jc w:val="center"/>
                        </w:pPr>
                        <w:r>
                          <w:rPr>
                            <w:color w:val="000000" w:themeColor="text1"/>
                            <w:kern w:val="24"/>
                          </w:rPr>
                          <w:t>10°</w:t>
                        </w:r>
                      </w:p>
                    </w:txbxContent>
                  </v:textbox>
                </v:shape>
                <v:shape id="Textfeld 82" o:spid="_x0000_s1301"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14:paraId="425B9270" w14:textId="77777777" w:rsidR="00002A30" w:rsidRDefault="00002A30" w:rsidP="00DE6D37">
                        <w:pPr>
                          <w:jc w:val="center"/>
                        </w:pPr>
                        <w:r>
                          <w:rPr>
                            <w:color w:val="000000" w:themeColor="text1"/>
                            <w:kern w:val="24"/>
                          </w:rPr>
                          <w:t>45°</w:t>
                        </w:r>
                      </w:p>
                    </w:txbxContent>
                  </v:textbox>
                </v:shape>
                <v:oval id="Ellipse 1337" o:spid="_x0000_s1302"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14:paraId="717437B4" w14:textId="5464DDF9" w:rsidR="00DE6D37" w:rsidRPr="002A23F8" w:rsidRDefault="00DE6D37" w:rsidP="00784871">
      <w:pPr>
        <w:pStyle w:val="SingleTxtG"/>
        <w:spacing w:before="120"/>
        <w:ind w:left="2268"/>
      </w:pPr>
      <w:r w:rsidRPr="002A23F8">
        <w:t>Valeurs minimales : 0,6 cd en tout point autre que sur l</w:t>
      </w:r>
      <w:r w:rsidR="003D2091">
        <w:t>’</w:t>
      </w:r>
      <w:r w:rsidRPr="002A23F8">
        <w:t>axe de référence, sur lequel la valeur doit être 4,0 cd.</w:t>
      </w:r>
    </w:p>
    <w:p w14:paraId="1289E3F6" w14:textId="77777777" w:rsidR="00DE6D37" w:rsidRPr="002A23F8" w:rsidRDefault="00DE6D37" w:rsidP="00DE6D37">
      <w:pPr>
        <w:pStyle w:val="SingleTxtG"/>
        <w:ind w:left="2268"/>
      </w:pPr>
      <w:r w:rsidRPr="00482DA9">
        <w:rPr>
          <w:shd w:val="clear" w:color="auto" w:fill="FFFFFF"/>
        </w:rPr>
        <w:t>Valeurs</w:t>
      </w:r>
      <w:r w:rsidRPr="002A23F8">
        <w:t xml:space="preserve"> maximales : 25,0 cd en tout point.</w:t>
      </w:r>
      <w:r w:rsidRPr="002A23F8">
        <w:tab/>
      </w:r>
    </w:p>
    <w:p w14:paraId="4EFB19AD" w14:textId="77777777" w:rsidR="00DE6D37" w:rsidRPr="0049583D" w:rsidRDefault="00DE6D37" w:rsidP="00784871">
      <w:pPr>
        <w:pStyle w:val="SingleTxtG"/>
        <w:keepNext/>
        <w:keepLines/>
        <w:tabs>
          <w:tab w:val="clear" w:pos="1701"/>
        </w:tabs>
        <w:spacing w:before="240"/>
        <w:ind w:left="2268" w:hanging="1134"/>
        <w:rPr>
          <w:color w:val="000000"/>
          <w:szCs w:val="24"/>
        </w:rPr>
      </w:pPr>
      <w:r>
        <w:rPr>
          <w:color w:val="000000"/>
          <w:szCs w:val="24"/>
        </w:rPr>
        <w:t>2.7.2</w:t>
      </w:r>
      <w:r>
        <w:rPr>
          <w:color w:val="000000"/>
          <w:szCs w:val="24"/>
        </w:rPr>
        <w:tab/>
      </w:r>
      <w:r w:rsidRPr="00482DA9">
        <w:t>Feux</w:t>
      </w:r>
      <w:r w:rsidRPr="0049583D">
        <w:rPr>
          <w:color w:val="000000"/>
          <w:szCs w:val="24"/>
        </w:rPr>
        <w:t xml:space="preserve"> de position </w:t>
      </w:r>
      <w:r w:rsidRPr="00784871">
        <w:t>latéraux</w:t>
      </w:r>
      <w:r w:rsidRPr="0049583D">
        <w:rPr>
          <w:color w:val="000000"/>
          <w:szCs w:val="24"/>
        </w:rPr>
        <w:t xml:space="preserve"> de la catégorie SM2</w:t>
      </w:r>
    </w:p>
    <w:p w14:paraId="1214DC5D" w14:textId="77777777" w:rsidR="00DE6D37" w:rsidRDefault="00DE6D37" w:rsidP="00DE6D37">
      <w:pPr>
        <w:pStyle w:val="H23G"/>
        <w:ind w:left="2268" w:firstLine="0"/>
      </w:pPr>
      <w:r w:rsidRPr="00482DA9">
        <w:rPr>
          <w:b w:val="0"/>
          <w:color w:val="000000"/>
        </w:rPr>
        <w:t>Figure A3-VIII</w:t>
      </w:r>
      <w:r>
        <w:rPr>
          <w:color w:val="000000"/>
        </w:rPr>
        <w:t xml:space="preserve"> </w:t>
      </w:r>
      <w:r>
        <w:rPr>
          <w:color w:val="000000"/>
        </w:rPr>
        <w:br/>
      </w:r>
      <w:r w:rsidRPr="000A0E26">
        <w:t xml:space="preserve">Répartition de la lumière pour les feux de position latéraux </w:t>
      </w:r>
      <w:r>
        <w:br/>
      </w:r>
      <w:r w:rsidRPr="000A0E26">
        <w:t>de la catégorie SM2</w:t>
      </w:r>
    </w:p>
    <w:p w14:paraId="45569F72" w14:textId="77777777" w:rsidR="00DE6D37" w:rsidRPr="0049583D" w:rsidRDefault="00DE6D37" w:rsidP="00DE6D37">
      <w:pPr>
        <w:ind w:left="2268"/>
      </w:pPr>
      <w:r>
        <w:rPr>
          <w:noProof/>
          <w:lang w:eastAsia="fr-CH"/>
        </w:rPr>
        <w:drawing>
          <wp:inline distT="0" distB="0" distL="0" distR="0" wp14:anchorId="2F8A498D" wp14:editId="673482D5">
            <wp:extent cx="4320000" cy="2891960"/>
            <wp:effectExtent l="0" t="0" r="4445" b="3810"/>
            <wp:docPr id="939" name="Image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320000" cy="2891960"/>
                    </a:xfrm>
                    <a:prstGeom prst="rect">
                      <a:avLst/>
                    </a:prstGeom>
                  </pic:spPr>
                </pic:pic>
              </a:graphicData>
            </a:graphic>
          </wp:inline>
        </w:drawing>
      </w:r>
    </w:p>
    <w:p w14:paraId="272FB314" w14:textId="77777777" w:rsidR="00DE6D37" w:rsidRPr="002A23F8" w:rsidRDefault="00DE6D37" w:rsidP="00784871">
      <w:pPr>
        <w:pStyle w:val="SingleTxtG"/>
        <w:spacing w:before="120"/>
        <w:ind w:left="2268"/>
      </w:pPr>
      <w:r w:rsidRPr="005C5D71">
        <w:rPr>
          <w:shd w:val="clear" w:color="auto" w:fill="FFFFFF"/>
        </w:rPr>
        <w:t>Valeurs</w:t>
      </w:r>
      <w:r w:rsidRPr="0049583D">
        <w:rPr>
          <w:szCs w:val="24"/>
        </w:rPr>
        <w:t xml:space="preserve"> </w:t>
      </w:r>
      <w:r w:rsidRPr="002A23F8">
        <w:t>minimales : 0,6 cd en tout point</w:t>
      </w:r>
      <w:r>
        <w:t>.</w:t>
      </w:r>
    </w:p>
    <w:p w14:paraId="6BF5D7DC" w14:textId="77777777" w:rsidR="00DE6D37" w:rsidRPr="002A23F8" w:rsidRDefault="00DE6D37" w:rsidP="00DE6D37">
      <w:pPr>
        <w:pStyle w:val="SingleTxtG"/>
        <w:ind w:left="2268"/>
      </w:pPr>
      <w:r w:rsidRPr="005C5D71">
        <w:rPr>
          <w:shd w:val="clear" w:color="auto" w:fill="FFFFFF"/>
        </w:rPr>
        <w:t>Valeurs</w:t>
      </w:r>
      <w:r w:rsidRPr="002A23F8">
        <w:t xml:space="preserve"> maximales : 25,0 cd en tout point</w:t>
      </w:r>
      <w:r>
        <w:t>.</w:t>
      </w:r>
    </w:p>
    <w:p w14:paraId="51670BB5" w14:textId="77777777" w:rsidR="00DE6D37" w:rsidRPr="0049583D" w:rsidRDefault="00DE6D37" w:rsidP="00784871">
      <w:pPr>
        <w:pStyle w:val="SingleTxtG"/>
        <w:keepNext/>
        <w:keepLines/>
        <w:tabs>
          <w:tab w:val="clear" w:pos="1701"/>
        </w:tabs>
        <w:spacing w:before="240"/>
        <w:ind w:left="2268" w:hanging="1134"/>
        <w:rPr>
          <w:szCs w:val="24"/>
        </w:rPr>
      </w:pPr>
      <w:r w:rsidRPr="0049583D">
        <w:rPr>
          <w:szCs w:val="24"/>
        </w:rPr>
        <w:lastRenderedPageBreak/>
        <w:t>2.7.3</w:t>
      </w:r>
      <w:r w:rsidRPr="0049583D">
        <w:rPr>
          <w:szCs w:val="24"/>
        </w:rPr>
        <w:tab/>
        <w:t xml:space="preserve">Feux de position </w:t>
      </w:r>
      <w:r w:rsidRPr="00784871">
        <w:t>latéraux</w:t>
      </w:r>
      <w:r w:rsidRPr="0049583D">
        <w:rPr>
          <w:szCs w:val="24"/>
        </w:rPr>
        <w:t xml:space="preserve"> des catégories SM1 et SM2</w:t>
      </w:r>
    </w:p>
    <w:p w14:paraId="7938F119" w14:textId="29237370" w:rsidR="00DE6D37" w:rsidRPr="0049583D" w:rsidRDefault="00DE6D37" w:rsidP="00DE6D37">
      <w:pPr>
        <w:pStyle w:val="SingleTxtG"/>
        <w:ind w:left="2268"/>
      </w:pPr>
      <w:r w:rsidRPr="005C5D71">
        <w:rPr>
          <w:shd w:val="clear" w:color="auto" w:fill="FFFFFF"/>
        </w:rPr>
        <w:t>Pour</w:t>
      </w:r>
      <w:r w:rsidRPr="0049583D">
        <w:t xml:space="preserve"> les feux de position latéraux des catégories SM1 et SM2, il peut suffire de ne vérifier que cinq points choisis par l</w:t>
      </w:r>
      <w:r w:rsidR="003D2091">
        <w:t>’</w:t>
      </w:r>
      <w:r w:rsidRPr="0049583D">
        <w:t>autorité d</w:t>
      </w:r>
      <w:r w:rsidR="003D2091">
        <w:t>’</w:t>
      </w:r>
      <w:r w:rsidRPr="0049583D">
        <w:t>homologation de type.</w:t>
      </w:r>
    </w:p>
    <w:p w14:paraId="18863DD3" w14:textId="725B3EA4" w:rsidR="00DE6D37" w:rsidRPr="0049583D" w:rsidRDefault="00DE6D37" w:rsidP="00784871">
      <w:pPr>
        <w:pStyle w:val="SingleTxtG"/>
        <w:keepNext/>
        <w:keepLines/>
        <w:tabs>
          <w:tab w:val="clear" w:pos="1701"/>
        </w:tabs>
        <w:spacing w:before="240"/>
        <w:ind w:left="2268" w:hanging="1134"/>
      </w:pPr>
      <w:r w:rsidRPr="0049583D">
        <w:t>3.</w:t>
      </w:r>
      <w:r w:rsidRPr="0049583D">
        <w:tab/>
      </w:r>
      <w:r w:rsidRPr="00E96E64">
        <w:t>Points de mesure</w:t>
      </w:r>
      <w:r w:rsidRPr="00EA0C11">
        <w:t xml:space="preserve"> </w:t>
      </w:r>
      <w:r w:rsidRPr="0049583D">
        <w:t>pour les feux d</w:t>
      </w:r>
      <w:r w:rsidR="003D2091">
        <w:t>’</w:t>
      </w:r>
      <w:r w:rsidRPr="0049583D">
        <w:t>éclairage de la plaque d</w:t>
      </w:r>
      <w:r w:rsidR="003D2091">
        <w:t>’</w:t>
      </w:r>
      <w:r w:rsidRPr="0049583D">
        <w:t>immatriculation arrière</w:t>
      </w:r>
      <w:r>
        <w:t xml:space="preserve"> </w:t>
      </w:r>
      <w:r w:rsidRPr="00112D88">
        <w:t>(voir par</w:t>
      </w:r>
      <w:r>
        <w:t>. </w:t>
      </w:r>
      <w:r w:rsidRPr="00112D88">
        <w:t>5.11.3)</w:t>
      </w:r>
    </w:p>
    <w:p w14:paraId="70FE974C" w14:textId="77777777" w:rsidR="00DE6D37" w:rsidRDefault="00DE6D37" w:rsidP="00784871">
      <w:pPr>
        <w:pStyle w:val="SingleTxtG"/>
        <w:keepNext/>
        <w:keepLines/>
        <w:tabs>
          <w:tab w:val="clear" w:pos="1701"/>
        </w:tabs>
        <w:spacing w:before="240"/>
        <w:ind w:left="2268" w:hanging="1134"/>
      </w:pPr>
      <w:r w:rsidRPr="0049583D">
        <w:t>3.1</w:t>
      </w:r>
      <w:r w:rsidRPr="0049583D">
        <w:tab/>
        <w:t>Catégo</w:t>
      </w:r>
      <w:r>
        <w:t>rie 1a −</w:t>
      </w:r>
      <w:r w:rsidRPr="0049583D">
        <w:t xml:space="preserve"> </w:t>
      </w:r>
      <w:r w:rsidRPr="00E96E64">
        <w:t xml:space="preserve">plaques hautes </w:t>
      </w:r>
      <w:r w:rsidRPr="0049583D">
        <w:t>(340 x 240</w:t>
      </w:r>
      <w:r>
        <w:t> </w:t>
      </w:r>
      <w:r w:rsidRPr="0049583D">
        <w:t>mm)</w:t>
      </w:r>
    </w:p>
    <w:p w14:paraId="71FF4208" w14:textId="77777777" w:rsidR="00DE6D37" w:rsidRDefault="00DE6D37" w:rsidP="00DE6D37">
      <w:pPr>
        <w:pStyle w:val="H23G"/>
        <w:ind w:left="2268" w:firstLine="0"/>
      </w:pPr>
      <w:r w:rsidRPr="005C5D71">
        <w:rPr>
          <w:b w:val="0"/>
        </w:rPr>
        <w:t xml:space="preserve">Figure A3-IX </w:t>
      </w:r>
      <w:r w:rsidRPr="005C5D71">
        <w:br/>
      </w:r>
      <w:r w:rsidRPr="002A23F8">
        <w:t xml:space="preserve">Points de mesure pour les plaques dont les dimensions </w:t>
      </w:r>
      <w:r>
        <w:br/>
      </w:r>
      <w:r w:rsidRPr="002A23F8">
        <w:t>sont de 340 x 240 mm</w:t>
      </w:r>
    </w:p>
    <w:p w14:paraId="68951DD2" w14:textId="77777777" w:rsidR="00DE6D37" w:rsidRDefault="00DE6D37" w:rsidP="00DE6D37">
      <w:pPr>
        <w:ind w:left="2268"/>
      </w:pPr>
      <w:r>
        <w:rPr>
          <w:noProof/>
          <w:lang w:eastAsia="fr-CH"/>
        </w:rPr>
        <mc:AlternateContent>
          <mc:Choice Requires="wpg">
            <w:drawing>
              <wp:inline distT="0" distB="0" distL="0" distR="0" wp14:anchorId="648C12B3" wp14:editId="6CB63763">
                <wp:extent cx="3874770"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4770" cy="2202815"/>
                          <a:chOff x="0" y="0"/>
                          <a:chExt cx="39750"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5859C" w14:textId="77777777" w:rsidR="00002A30" w:rsidRDefault="00002A30" w:rsidP="00DE6D37">
                              <w:pPr>
                                <w:jc w:val="center"/>
                              </w:pPr>
                              <w:r>
                                <w:rPr>
                                  <w:b/>
                                  <w:bCs/>
                                  <w:color w:val="000000" w:themeColor="text1"/>
                                  <w:kern w:val="24"/>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972D" w14:textId="77777777" w:rsidR="00002A30" w:rsidRDefault="00002A30" w:rsidP="00DE6D37">
                              <w:pPr>
                                <w:jc w:val="center"/>
                              </w:pPr>
                              <w:r>
                                <w:rPr>
                                  <w:b/>
                                  <w:bCs/>
                                  <w:color w:val="000000" w:themeColor="text1"/>
                                  <w:kern w:val="24"/>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681A1" w14:textId="77777777" w:rsidR="00002A30" w:rsidRDefault="00002A30" w:rsidP="00DE6D37">
                              <w:pPr>
                                <w:jc w:val="center"/>
                              </w:pPr>
                              <w:r>
                                <w:rPr>
                                  <w:b/>
                                  <w:bCs/>
                                  <w:color w:val="000000" w:themeColor="text1"/>
                                  <w:kern w:val="24"/>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8EAF2" w14:textId="77777777" w:rsidR="00002A30" w:rsidRDefault="00002A30" w:rsidP="00DE6D37">
                              <w:pPr>
                                <w:jc w:val="center"/>
                              </w:pPr>
                              <w:r>
                                <w:rPr>
                                  <w:b/>
                                  <w:bCs/>
                                  <w:color w:val="000000" w:themeColor="text1"/>
                                  <w:kern w:val="24"/>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B6068" w14:textId="77777777" w:rsidR="00002A30" w:rsidRDefault="00002A30" w:rsidP="00DE6D37">
                              <w:pPr>
                                <w:jc w:val="center"/>
                              </w:pPr>
                              <w:r>
                                <w:rPr>
                                  <w:b/>
                                  <w:bCs/>
                                  <w:color w:val="000000" w:themeColor="text1"/>
                                  <w:kern w:val="24"/>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ECB55" w14:textId="77777777" w:rsidR="00002A30" w:rsidRDefault="00002A30" w:rsidP="00DE6D37">
                              <w:pPr>
                                <w:jc w:val="center"/>
                              </w:pPr>
                              <w:r>
                                <w:rPr>
                                  <w:b/>
                                  <w:bCs/>
                                  <w:color w:val="000000" w:themeColor="text1"/>
                                  <w:kern w:val="24"/>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12FBB" w14:textId="77777777" w:rsidR="00002A30" w:rsidRDefault="00002A30" w:rsidP="00DE6D37">
                              <w:pPr>
                                <w:jc w:val="center"/>
                              </w:pPr>
                              <w:r>
                                <w:rPr>
                                  <w:b/>
                                  <w:bCs/>
                                  <w:color w:val="000000" w:themeColor="text1"/>
                                  <w:kern w:val="24"/>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8E82E" w14:textId="77777777" w:rsidR="00002A30" w:rsidRDefault="00002A30" w:rsidP="00DE6D37">
                              <w:pPr>
                                <w:jc w:val="center"/>
                              </w:pPr>
                              <w:r>
                                <w:rPr>
                                  <w:b/>
                                  <w:bCs/>
                                  <w:color w:val="000000" w:themeColor="text1"/>
                                  <w:kern w:val="24"/>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ECABE" w14:textId="77777777" w:rsidR="00002A30" w:rsidRDefault="00002A30" w:rsidP="00DE6D37">
                              <w:pPr>
                                <w:jc w:val="center"/>
                              </w:pPr>
                              <w:r>
                                <w:rPr>
                                  <w:b/>
                                  <w:bCs/>
                                  <w:color w:val="000000" w:themeColor="text1"/>
                                  <w:kern w:val="24"/>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BA094" w14:textId="77777777" w:rsidR="00002A30" w:rsidRDefault="00002A30" w:rsidP="00DE6D37">
                              <w:r>
                                <w:rPr>
                                  <w:color w:val="000000" w:themeColor="text1"/>
                                  <w:kern w:val="24"/>
                                  <w:sz w:val="21"/>
                                  <w:szCs w:val="21"/>
                                </w:rPr>
                                <w:t>a =</w:t>
                              </w:r>
                            </w:p>
                            <w:p w14:paraId="075C0331" w14:textId="77777777" w:rsidR="00002A30" w:rsidRDefault="00002A30" w:rsidP="00DE6D37">
                              <w:r>
                                <w:rPr>
                                  <w:color w:val="000000" w:themeColor="text1"/>
                                  <w:kern w:val="24"/>
                                  <w:sz w:val="21"/>
                                  <w:szCs w:val="21"/>
                                </w:rPr>
                                <w:t>b =</w:t>
                              </w:r>
                            </w:p>
                            <w:p w14:paraId="6FF335D5" w14:textId="77777777" w:rsidR="00002A30" w:rsidRDefault="00002A30" w:rsidP="00DE6D37">
                              <w:r>
                                <w:rPr>
                                  <w:color w:val="000000" w:themeColor="text1"/>
                                  <w:kern w:val="24"/>
                                  <w:sz w:val="21"/>
                                  <w:szCs w:val="21"/>
                                </w:rPr>
                                <w:t>c =</w:t>
                              </w:r>
                            </w:p>
                            <w:p w14:paraId="606524B4" w14:textId="77777777" w:rsidR="00002A30" w:rsidRDefault="00002A30" w:rsidP="00DE6D37">
                              <w:r>
                                <w:rPr>
                                  <w:color w:val="000000" w:themeColor="text1"/>
                                  <w:kern w:val="24"/>
                                  <w:sz w:val="21"/>
                                  <w:szCs w:val="21"/>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9" y="2159"/>
                            <a:ext cx="7201"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3FEE6" w14:textId="77777777" w:rsidR="00002A30" w:rsidRDefault="00002A30" w:rsidP="00DE6D37">
                              <w:pPr>
                                <w:jc w:val="right"/>
                              </w:pPr>
                              <w:r>
                                <w:rPr>
                                  <w:color w:val="000000" w:themeColor="text1"/>
                                  <w:kern w:val="24"/>
                                  <w:sz w:val="21"/>
                                  <w:szCs w:val="21"/>
                                </w:rPr>
                                <w:t>25 mm</w:t>
                              </w:r>
                            </w:p>
                            <w:p w14:paraId="06467F45" w14:textId="77777777" w:rsidR="00002A30" w:rsidRDefault="00002A30" w:rsidP="00DE6D37">
                              <w:pPr>
                                <w:jc w:val="right"/>
                              </w:pPr>
                              <w:r>
                                <w:rPr>
                                  <w:color w:val="000000" w:themeColor="text1"/>
                                  <w:kern w:val="24"/>
                                  <w:sz w:val="21"/>
                                  <w:szCs w:val="21"/>
                                </w:rPr>
                                <w:t>95 mm</w:t>
                              </w:r>
                            </w:p>
                            <w:p w14:paraId="598D3901" w14:textId="77777777" w:rsidR="00002A30" w:rsidRDefault="00002A30" w:rsidP="00DE6D37">
                              <w:pPr>
                                <w:jc w:val="right"/>
                              </w:pPr>
                              <w:r>
                                <w:rPr>
                                  <w:color w:val="000000" w:themeColor="text1"/>
                                  <w:kern w:val="24"/>
                                  <w:sz w:val="21"/>
                                  <w:szCs w:val="21"/>
                                </w:rPr>
                                <w:t>100 mm</w:t>
                              </w:r>
                            </w:p>
                            <w:p w14:paraId="19D0CB62" w14:textId="77777777" w:rsidR="00002A30" w:rsidRDefault="00002A30" w:rsidP="00DE6D37">
                              <w:pPr>
                                <w:jc w:val="right"/>
                              </w:pPr>
                              <w:r>
                                <w:rPr>
                                  <w:color w:val="000000" w:themeColor="text1"/>
                                  <w:kern w:val="24"/>
                                  <w:sz w:val="21"/>
                                  <w:szCs w:val="21"/>
                                </w:rPr>
                                <w:t>90 mm</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648C12B3" id="Gruppieren 230" o:spid="_x0000_s1303" style="width:305.1pt;height:173.45pt;mso-position-horizontal-relative:char;mso-position-vertical-relative:line" coordsize="39750,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">
                <v:shape id="Gerade Verbindung mit Pfeil 1629" o:spid="_x0000_s1304"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305"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306"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307"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308"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309"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310"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311"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312"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313"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314"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315"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316"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317"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318"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319"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320"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321"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322"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323"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324"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325"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326"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327"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328"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329"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330"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331"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332"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333"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334"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335"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336"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337"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338"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339"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340"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341"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342"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343"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344"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345"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346"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347"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348"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349"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350"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351"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352"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353"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354"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355"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356"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357"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358"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359"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360"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361"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362"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363"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14:paraId="7DE5859C" w14:textId="77777777" w:rsidR="00002A30" w:rsidRDefault="00002A30" w:rsidP="00DE6D37">
                        <w:pPr>
                          <w:jc w:val="center"/>
                        </w:pPr>
                        <w:r>
                          <w:rPr>
                            <w:b/>
                            <w:bCs/>
                            <w:color w:val="000000" w:themeColor="text1"/>
                            <w:kern w:val="24"/>
                          </w:rPr>
                          <w:t>a</w:t>
                        </w:r>
                      </w:p>
                    </w:txbxContent>
                  </v:textbox>
                </v:shape>
                <v:shape id="Textfeld 70" o:spid="_x0000_s1364"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14:paraId="61A7972D" w14:textId="77777777" w:rsidR="00002A30" w:rsidRDefault="00002A30" w:rsidP="00DE6D37">
                        <w:pPr>
                          <w:jc w:val="center"/>
                        </w:pPr>
                        <w:r>
                          <w:rPr>
                            <w:b/>
                            <w:bCs/>
                            <w:color w:val="000000" w:themeColor="text1"/>
                            <w:kern w:val="24"/>
                          </w:rPr>
                          <w:t>b</w:t>
                        </w:r>
                      </w:p>
                    </w:txbxContent>
                  </v:textbox>
                </v:shape>
                <v:shape id="Textfeld 71" o:spid="_x0000_s1365"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14:paraId="6D5681A1" w14:textId="77777777" w:rsidR="00002A30" w:rsidRDefault="00002A30" w:rsidP="00DE6D37">
                        <w:pPr>
                          <w:jc w:val="center"/>
                        </w:pPr>
                        <w:r>
                          <w:rPr>
                            <w:b/>
                            <w:bCs/>
                            <w:color w:val="000000" w:themeColor="text1"/>
                            <w:kern w:val="24"/>
                          </w:rPr>
                          <w:t>b</w:t>
                        </w:r>
                      </w:p>
                    </w:txbxContent>
                  </v:textbox>
                </v:shape>
                <v:shape id="Textfeld 72" o:spid="_x0000_s1366"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14:paraId="6BE8EAF2" w14:textId="77777777" w:rsidR="00002A30" w:rsidRDefault="00002A30" w:rsidP="00DE6D37">
                        <w:pPr>
                          <w:jc w:val="center"/>
                        </w:pPr>
                        <w:r>
                          <w:rPr>
                            <w:b/>
                            <w:bCs/>
                            <w:color w:val="000000" w:themeColor="text1"/>
                            <w:kern w:val="24"/>
                          </w:rPr>
                          <w:t>a</w:t>
                        </w:r>
                      </w:p>
                    </w:txbxContent>
                  </v:textbox>
                </v:shape>
                <v:shape id="Textfeld 73" o:spid="_x0000_s1367"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14:paraId="108B6068" w14:textId="77777777" w:rsidR="00002A30" w:rsidRDefault="00002A30" w:rsidP="00DE6D37">
                        <w:pPr>
                          <w:jc w:val="center"/>
                        </w:pPr>
                        <w:r>
                          <w:rPr>
                            <w:b/>
                            <w:bCs/>
                            <w:color w:val="000000" w:themeColor="text1"/>
                            <w:kern w:val="24"/>
                          </w:rPr>
                          <w:t>a</w:t>
                        </w:r>
                      </w:p>
                    </w:txbxContent>
                  </v:textbox>
                </v:shape>
                <v:shape id="Textfeld 74" o:spid="_x0000_s1368"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14:paraId="290ECB55" w14:textId="77777777" w:rsidR="00002A30" w:rsidRDefault="00002A30" w:rsidP="00DE6D37">
                        <w:pPr>
                          <w:jc w:val="center"/>
                        </w:pPr>
                        <w:r>
                          <w:rPr>
                            <w:b/>
                            <w:bCs/>
                            <w:color w:val="000000" w:themeColor="text1"/>
                            <w:kern w:val="24"/>
                          </w:rPr>
                          <w:t>a</w:t>
                        </w:r>
                      </w:p>
                    </w:txbxContent>
                  </v:textbox>
                </v:shape>
                <v:shape id="Textfeld 75" o:spid="_x0000_s1369"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14:paraId="5C512FBB" w14:textId="77777777" w:rsidR="00002A30" w:rsidRDefault="00002A30" w:rsidP="00DE6D37">
                        <w:pPr>
                          <w:jc w:val="center"/>
                        </w:pPr>
                        <w:r>
                          <w:rPr>
                            <w:b/>
                            <w:bCs/>
                            <w:color w:val="000000" w:themeColor="text1"/>
                            <w:kern w:val="24"/>
                          </w:rPr>
                          <w:t>c</w:t>
                        </w:r>
                      </w:p>
                    </w:txbxContent>
                  </v:textbox>
                </v:shape>
                <v:shape id="Textfeld 76" o:spid="_x0000_s1370"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14:paraId="0948E82E" w14:textId="77777777" w:rsidR="00002A30" w:rsidRDefault="00002A30" w:rsidP="00DE6D37">
                        <w:pPr>
                          <w:jc w:val="center"/>
                        </w:pPr>
                        <w:r>
                          <w:rPr>
                            <w:b/>
                            <w:bCs/>
                            <w:color w:val="000000" w:themeColor="text1"/>
                            <w:kern w:val="24"/>
                          </w:rPr>
                          <w:t>d</w:t>
                        </w:r>
                      </w:p>
                    </w:txbxContent>
                  </v:textbox>
                </v:shape>
                <v:shape id="Textfeld 77" o:spid="_x0000_s1371"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14:paraId="0E9ECABE" w14:textId="77777777" w:rsidR="00002A30" w:rsidRDefault="00002A30" w:rsidP="00DE6D37">
                        <w:pPr>
                          <w:jc w:val="center"/>
                        </w:pPr>
                        <w:r>
                          <w:rPr>
                            <w:b/>
                            <w:bCs/>
                            <w:color w:val="000000" w:themeColor="text1"/>
                            <w:kern w:val="24"/>
                          </w:rPr>
                          <w:t>c</w:t>
                        </w:r>
                      </w:p>
                    </w:txbxContent>
                  </v:textbox>
                </v:shape>
                <v:line id="Gerade Verbindung 1697" o:spid="_x0000_s1372"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373"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374"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375"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376"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377"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378"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379"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380"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381"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382"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14:paraId="034BA094" w14:textId="77777777" w:rsidR="00002A30" w:rsidRDefault="00002A30" w:rsidP="00DE6D37">
                        <w:r>
                          <w:rPr>
                            <w:color w:val="000000" w:themeColor="text1"/>
                            <w:kern w:val="24"/>
                            <w:sz w:val="21"/>
                            <w:szCs w:val="21"/>
                          </w:rPr>
                          <w:t>a =</w:t>
                        </w:r>
                      </w:p>
                      <w:p w14:paraId="075C0331" w14:textId="77777777" w:rsidR="00002A30" w:rsidRDefault="00002A30" w:rsidP="00DE6D37">
                        <w:r>
                          <w:rPr>
                            <w:color w:val="000000" w:themeColor="text1"/>
                            <w:kern w:val="24"/>
                            <w:sz w:val="21"/>
                            <w:szCs w:val="21"/>
                          </w:rPr>
                          <w:t>b =</w:t>
                        </w:r>
                      </w:p>
                      <w:p w14:paraId="6FF335D5" w14:textId="77777777" w:rsidR="00002A30" w:rsidRDefault="00002A30" w:rsidP="00DE6D37">
                        <w:r>
                          <w:rPr>
                            <w:color w:val="000000" w:themeColor="text1"/>
                            <w:kern w:val="24"/>
                            <w:sz w:val="21"/>
                            <w:szCs w:val="21"/>
                          </w:rPr>
                          <w:t>c =</w:t>
                        </w:r>
                      </w:p>
                      <w:p w14:paraId="606524B4" w14:textId="77777777" w:rsidR="00002A30" w:rsidRDefault="00002A30" w:rsidP="00DE6D37">
                        <w:r>
                          <w:rPr>
                            <w:color w:val="000000" w:themeColor="text1"/>
                            <w:kern w:val="24"/>
                            <w:sz w:val="21"/>
                            <w:szCs w:val="21"/>
                          </w:rPr>
                          <w:t>d =</w:t>
                        </w:r>
                      </w:p>
                    </w:txbxContent>
                  </v:textbox>
                </v:shape>
                <v:shape id="Textfeld 95" o:spid="_x0000_s1383" type="#_x0000_t202" style="position:absolute;left:32549;top:2159;width:7201;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14:paraId="1AB3FEE6" w14:textId="77777777" w:rsidR="00002A30" w:rsidRDefault="00002A30" w:rsidP="00DE6D37">
                        <w:pPr>
                          <w:jc w:val="right"/>
                        </w:pPr>
                        <w:r>
                          <w:rPr>
                            <w:color w:val="000000" w:themeColor="text1"/>
                            <w:kern w:val="24"/>
                            <w:sz w:val="21"/>
                            <w:szCs w:val="21"/>
                          </w:rPr>
                          <w:t>25 mm</w:t>
                        </w:r>
                      </w:p>
                      <w:p w14:paraId="06467F45" w14:textId="77777777" w:rsidR="00002A30" w:rsidRDefault="00002A30" w:rsidP="00DE6D37">
                        <w:pPr>
                          <w:jc w:val="right"/>
                        </w:pPr>
                        <w:r>
                          <w:rPr>
                            <w:color w:val="000000" w:themeColor="text1"/>
                            <w:kern w:val="24"/>
                            <w:sz w:val="21"/>
                            <w:szCs w:val="21"/>
                          </w:rPr>
                          <w:t>95 mm</w:t>
                        </w:r>
                      </w:p>
                      <w:p w14:paraId="598D3901" w14:textId="77777777" w:rsidR="00002A30" w:rsidRDefault="00002A30" w:rsidP="00DE6D37">
                        <w:pPr>
                          <w:jc w:val="right"/>
                        </w:pPr>
                        <w:r>
                          <w:rPr>
                            <w:color w:val="000000" w:themeColor="text1"/>
                            <w:kern w:val="24"/>
                            <w:sz w:val="21"/>
                            <w:szCs w:val="21"/>
                          </w:rPr>
                          <w:t>100 mm</w:t>
                        </w:r>
                      </w:p>
                      <w:p w14:paraId="19D0CB62" w14:textId="77777777" w:rsidR="00002A30" w:rsidRDefault="00002A30" w:rsidP="00DE6D37">
                        <w:pPr>
                          <w:jc w:val="right"/>
                        </w:pPr>
                        <w:r>
                          <w:rPr>
                            <w:color w:val="000000" w:themeColor="text1"/>
                            <w:kern w:val="24"/>
                            <w:sz w:val="21"/>
                            <w:szCs w:val="21"/>
                          </w:rPr>
                          <w:t>90 mm</w:t>
                        </w:r>
                      </w:p>
                    </w:txbxContent>
                  </v:textbox>
                </v:shape>
                <v:shape id="Gerade Verbindung mit Pfeil 1709" o:spid="_x0000_s1384"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385"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14:paraId="3BA5F74D" w14:textId="77777777" w:rsidR="00DE6D37" w:rsidRPr="0049583D" w:rsidRDefault="00DE6D37" w:rsidP="00784871">
      <w:pPr>
        <w:pStyle w:val="SingleTxtG"/>
        <w:keepNext/>
        <w:keepLines/>
        <w:tabs>
          <w:tab w:val="clear" w:pos="1701"/>
        </w:tabs>
        <w:spacing w:before="240"/>
        <w:ind w:left="2268" w:hanging="1134"/>
      </w:pPr>
      <w:r>
        <w:t>3.2</w:t>
      </w:r>
      <w:r>
        <w:tab/>
        <w:t>Catégorie 1b −</w:t>
      </w:r>
      <w:r w:rsidRPr="0049583D">
        <w:t xml:space="preserve"> </w:t>
      </w:r>
      <w:r w:rsidRPr="0046175A">
        <w:t>plaques longues</w:t>
      </w:r>
      <w:r w:rsidRPr="0049583D">
        <w:t xml:space="preserve"> (520 x 120</w:t>
      </w:r>
      <w:r>
        <w:t> </w:t>
      </w:r>
      <w:r w:rsidRPr="0049583D">
        <w:t>mm)</w:t>
      </w:r>
    </w:p>
    <w:p w14:paraId="690D2208" w14:textId="77777777" w:rsidR="00DE6D37" w:rsidRDefault="00DE6D37" w:rsidP="00DE6D37">
      <w:pPr>
        <w:pStyle w:val="H23G"/>
        <w:ind w:left="2268" w:firstLine="0"/>
      </w:pPr>
      <w:r w:rsidRPr="00006F14">
        <w:rPr>
          <w:b w:val="0"/>
        </w:rPr>
        <w:t>Figure A3-X</w:t>
      </w:r>
      <w:r>
        <w:t xml:space="preserve"> </w:t>
      </w:r>
      <w:r>
        <w:br/>
      </w:r>
      <w:r w:rsidRPr="002A23F8">
        <w:t xml:space="preserve">Points de mesure pour les plaques dont les dimensions </w:t>
      </w:r>
      <w:r>
        <w:br/>
      </w:r>
      <w:r w:rsidRPr="002A23F8">
        <w:t>sont de 520 x 120 mm</w:t>
      </w:r>
    </w:p>
    <w:p w14:paraId="37DF7DAD" w14:textId="77777777" w:rsidR="00DE6D37" w:rsidRPr="0049583D" w:rsidRDefault="00DE6D37" w:rsidP="00DE6D37">
      <w:pPr>
        <w:ind w:left="2268"/>
      </w:pPr>
      <w:r>
        <w:rPr>
          <w:noProof/>
          <w:lang w:eastAsia="fr-CH"/>
        </w:rPr>
        <w:drawing>
          <wp:inline distT="0" distB="0" distL="0" distR="0" wp14:anchorId="2577D36B" wp14:editId="00F66C7E">
            <wp:extent cx="4554225" cy="1390650"/>
            <wp:effectExtent l="0" t="0" r="0" b="0"/>
            <wp:docPr id="941" name="Image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565548" cy="1394108"/>
                    </a:xfrm>
                    <a:prstGeom prst="rect">
                      <a:avLst/>
                    </a:prstGeom>
                  </pic:spPr>
                </pic:pic>
              </a:graphicData>
            </a:graphic>
          </wp:inline>
        </w:drawing>
      </w:r>
    </w:p>
    <w:p w14:paraId="13E5177D" w14:textId="77777777" w:rsidR="00DE6D37" w:rsidRPr="0049583D" w:rsidRDefault="00DE6D37" w:rsidP="00784871">
      <w:pPr>
        <w:pStyle w:val="SingleTxtG"/>
        <w:keepNext/>
        <w:keepLines/>
        <w:tabs>
          <w:tab w:val="clear" w:pos="1701"/>
        </w:tabs>
        <w:spacing w:before="240"/>
        <w:ind w:left="2268" w:hanging="1134"/>
      </w:pPr>
      <w:r>
        <w:lastRenderedPageBreak/>
        <w:t>3.3</w:t>
      </w:r>
      <w:r>
        <w:tab/>
        <w:t>Catégorie 1c −</w:t>
      </w:r>
      <w:r w:rsidRPr="0049583D">
        <w:t xml:space="preserve"> </w:t>
      </w:r>
      <w:r w:rsidRPr="0046175A">
        <w:t>plaques pour tracteur agricole ou forestier</w:t>
      </w:r>
      <w:r w:rsidRPr="0049583D">
        <w:t xml:space="preserve"> (255 x 165</w:t>
      </w:r>
      <w:r>
        <w:t> </w:t>
      </w:r>
      <w:r w:rsidRPr="0049583D">
        <w:t xml:space="preserve">mm) </w:t>
      </w:r>
    </w:p>
    <w:p w14:paraId="56C2CE61" w14:textId="77777777" w:rsidR="00DE6D37" w:rsidRPr="002A23F8" w:rsidRDefault="00DE6D37" w:rsidP="00DE6D37">
      <w:pPr>
        <w:pStyle w:val="H23G"/>
        <w:ind w:left="2268" w:firstLine="0"/>
      </w:pPr>
      <w:r w:rsidRPr="003369A7">
        <w:rPr>
          <w:b w:val="0"/>
        </w:rPr>
        <w:t>Figure A3-XI</w:t>
      </w:r>
      <w:r>
        <w:t xml:space="preserve"> </w:t>
      </w:r>
      <w:r>
        <w:br/>
      </w:r>
      <w:r w:rsidRPr="002A23F8">
        <w:t xml:space="preserve">Points de mesure pour les plaques dont les dimensions </w:t>
      </w:r>
      <w:r>
        <w:br/>
      </w:r>
      <w:r w:rsidRPr="002A23F8">
        <w:t>sont de 255 x 165 mm</w:t>
      </w:r>
    </w:p>
    <w:p w14:paraId="0A745361" w14:textId="77777777" w:rsidR="00DE6D37" w:rsidRPr="0049583D" w:rsidRDefault="00DE6D37" w:rsidP="00DE6D37">
      <w:pPr>
        <w:ind w:left="2268"/>
      </w:pPr>
      <w:r>
        <w:rPr>
          <w:noProof/>
          <w:lang w:eastAsia="fr-CH"/>
        </w:rPr>
        <mc:AlternateContent>
          <mc:Choice Requires="wps">
            <w:drawing>
              <wp:anchor distT="0" distB="0" distL="114300" distR="114300" simplePos="0" relativeHeight="251664384" behindDoc="0" locked="0" layoutInCell="1" allowOverlap="1" wp14:anchorId="08ACCF3B" wp14:editId="6896B96A">
                <wp:simplePos x="0" y="0"/>
                <wp:positionH relativeFrom="column">
                  <wp:posOffset>4278300</wp:posOffset>
                </wp:positionH>
                <wp:positionV relativeFrom="paragraph">
                  <wp:posOffset>145415</wp:posOffset>
                </wp:positionV>
                <wp:extent cx="939800" cy="895350"/>
                <wp:effectExtent l="0" t="0" r="0" b="0"/>
                <wp:wrapNone/>
                <wp:docPr id="943" name="Zone de texte 943"/>
                <wp:cNvGraphicFramePr/>
                <a:graphic xmlns:a="http://schemas.openxmlformats.org/drawingml/2006/main">
                  <a:graphicData uri="http://schemas.microsoft.com/office/word/2010/wordprocessingShape">
                    <wps:wsp>
                      <wps:cNvSpPr txBox="1"/>
                      <wps:spPr>
                        <a:xfrm>
                          <a:off x="0" y="0"/>
                          <a:ext cx="939800" cy="895350"/>
                        </a:xfrm>
                        <a:prstGeom prst="rect">
                          <a:avLst/>
                        </a:prstGeom>
                        <a:solidFill>
                          <a:schemeClr val="lt1"/>
                        </a:solidFill>
                        <a:ln w="6350">
                          <a:noFill/>
                        </a:ln>
                      </wps:spPr>
                      <wps:txbx>
                        <w:txbxContent>
                          <w:p w14:paraId="67B0A656" w14:textId="77777777" w:rsidR="00002A30" w:rsidRPr="002B50F6" w:rsidRDefault="00002A30" w:rsidP="00DE6D37">
                            <w:pPr>
                              <w:rPr>
                                <w:lang w:val="en-US"/>
                              </w:rPr>
                            </w:pPr>
                            <w:r w:rsidRPr="002B50F6">
                              <w:rPr>
                                <w:lang w:val="en-US"/>
                              </w:rPr>
                              <w:t>a = 25 mm</w:t>
                            </w:r>
                          </w:p>
                          <w:p w14:paraId="7EEA21B5" w14:textId="77777777" w:rsidR="00002A30" w:rsidRPr="002B50F6" w:rsidRDefault="00002A30" w:rsidP="00DE6D37">
                            <w:pPr>
                              <w:rPr>
                                <w:lang w:val="en-US"/>
                              </w:rPr>
                            </w:pPr>
                            <w:r w:rsidRPr="002B50F6">
                              <w:rPr>
                                <w:lang w:val="en-US"/>
                              </w:rPr>
                              <w:t>f = 57,5 mm</w:t>
                            </w:r>
                          </w:p>
                          <w:p w14:paraId="771C0F3E" w14:textId="77777777" w:rsidR="00002A30" w:rsidRPr="002B50F6" w:rsidRDefault="00002A30" w:rsidP="00DE6D37">
                            <w:pPr>
                              <w:rPr>
                                <w:lang w:val="en-US"/>
                              </w:rPr>
                            </w:pPr>
                            <w:r w:rsidRPr="002B50F6">
                              <w:rPr>
                                <w:lang w:val="en-US"/>
                              </w:rPr>
                              <w:t>g = 70 mm</w:t>
                            </w:r>
                          </w:p>
                          <w:p w14:paraId="0A81AC59" w14:textId="77777777" w:rsidR="00002A30" w:rsidRPr="002B50F6" w:rsidRDefault="00002A30" w:rsidP="00DE6D37">
                            <w:pPr>
                              <w:rPr>
                                <w:lang w:val="en-US"/>
                              </w:rPr>
                            </w:pPr>
                            <w:r w:rsidRPr="002B50F6">
                              <w:rPr>
                                <w:lang w:val="en-US"/>
                              </w:rPr>
                              <w:t>h = 65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ACCF3B" id="Zone de texte 943" o:spid="_x0000_s1386" type="#_x0000_t202" style="position:absolute;left:0;text-align:left;margin-left:336.85pt;margin-top:11.45pt;width:74pt;height:70.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" fillcolor="white [3201]" stroked="f" strokeweight=".5pt">
                <v:textbox>
                  <w:txbxContent>
                    <w:p w14:paraId="67B0A656" w14:textId="77777777" w:rsidR="00002A30" w:rsidRPr="002B50F6" w:rsidRDefault="00002A30" w:rsidP="00DE6D37">
                      <w:pPr>
                        <w:rPr>
                          <w:lang w:val="en-US"/>
                        </w:rPr>
                      </w:pPr>
                      <w:r w:rsidRPr="002B50F6">
                        <w:rPr>
                          <w:lang w:val="en-US"/>
                        </w:rPr>
                        <w:t>a = 25 mm</w:t>
                      </w:r>
                    </w:p>
                    <w:p w14:paraId="7EEA21B5" w14:textId="77777777" w:rsidR="00002A30" w:rsidRPr="002B50F6" w:rsidRDefault="00002A30" w:rsidP="00DE6D37">
                      <w:pPr>
                        <w:rPr>
                          <w:lang w:val="en-US"/>
                        </w:rPr>
                      </w:pPr>
                      <w:r w:rsidRPr="002B50F6">
                        <w:rPr>
                          <w:lang w:val="en-US"/>
                        </w:rPr>
                        <w:t>f = 57,5 mm</w:t>
                      </w:r>
                    </w:p>
                    <w:p w14:paraId="771C0F3E" w14:textId="77777777" w:rsidR="00002A30" w:rsidRPr="002B50F6" w:rsidRDefault="00002A30" w:rsidP="00DE6D37">
                      <w:pPr>
                        <w:rPr>
                          <w:lang w:val="en-US"/>
                        </w:rPr>
                      </w:pPr>
                      <w:r w:rsidRPr="002B50F6">
                        <w:rPr>
                          <w:lang w:val="en-US"/>
                        </w:rPr>
                        <w:t>g = 70 mm</w:t>
                      </w:r>
                    </w:p>
                    <w:p w14:paraId="0A81AC59" w14:textId="77777777" w:rsidR="00002A30" w:rsidRPr="002B50F6" w:rsidRDefault="00002A30" w:rsidP="00DE6D37">
                      <w:pPr>
                        <w:rPr>
                          <w:lang w:val="en-US"/>
                        </w:rPr>
                      </w:pPr>
                      <w:r w:rsidRPr="002B50F6">
                        <w:rPr>
                          <w:lang w:val="en-US"/>
                        </w:rPr>
                        <w:t>h = 65 mm</w:t>
                      </w:r>
                    </w:p>
                  </w:txbxContent>
                </v:textbox>
              </v:shape>
            </w:pict>
          </mc:Fallback>
        </mc:AlternateContent>
      </w:r>
      <w:r>
        <w:rPr>
          <w:noProof/>
          <w:lang w:eastAsia="fr-CH"/>
        </w:rPr>
        <mc:AlternateContent>
          <mc:Choice Requires="wps">
            <w:drawing>
              <wp:anchor distT="0" distB="0" distL="114300" distR="114300" simplePos="0" relativeHeight="251663360" behindDoc="0" locked="0" layoutInCell="1" allowOverlap="1" wp14:anchorId="7953F893" wp14:editId="2574187D">
                <wp:simplePos x="0" y="0"/>
                <wp:positionH relativeFrom="column">
                  <wp:posOffset>4328160</wp:posOffset>
                </wp:positionH>
                <wp:positionV relativeFrom="paragraph">
                  <wp:posOffset>186055</wp:posOffset>
                </wp:positionV>
                <wp:extent cx="819150" cy="736600"/>
                <wp:effectExtent l="0" t="0" r="0" b="0"/>
                <wp:wrapNone/>
                <wp:docPr id="942" name="Rectangle 942"/>
                <wp:cNvGraphicFramePr/>
                <a:graphic xmlns:a="http://schemas.openxmlformats.org/drawingml/2006/main">
                  <a:graphicData uri="http://schemas.microsoft.com/office/word/2010/wordprocessingShape">
                    <wps:wsp>
                      <wps:cNvSpPr/>
                      <wps:spPr>
                        <a:xfrm>
                          <a:off x="0" y="0"/>
                          <a:ext cx="819150" cy="736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DBDC4A" id="Rectangle 942" o:spid="_x0000_s1026" style="position:absolute;margin-left:340.8pt;margin-top:14.65pt;width:64.5pt;height:5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" filled="f" stroked="f" strokeweight="2pt"/>
            </w:pict>
          </mc:Fallback>
        </mc:AlternateContent>
      </w:r>
      <w:r w:rsidRPr="0049583D">
        <w:rPr>
          <w:noProof/>
          <w:lang w:eastAsia="fr-CH"/>
        </w:rPr>
        <w:drawing>
          <wp:inline distT="0" distB="0" distL="0" distR="0" wp14:anchorId="71DC3B44" wp14:editId="28DA80F6">
            <wp:extent cx="3755390" cy="2023745"/>
            <wp:effectExtent l="0" t="0" r="0" b="0"/>
            <wp:docPr id="1771"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14:paraId="2BAF788C" w14:textId="77777777" w:rsidR="00DE6D37" w:rsidRDefault="00DE6D37" w:rsidP="00784871">
      <w:pPr>
        <w:pStyle w:val="SingleTxtG"/>
        <w:keepNext/>
        <w:keepLines/>
        <w:tabs>
          <w:tab w:val="clear" w:pos="1701"/>
        </w:tabs>
        <w:spacing w:before="240"/>
        <w:ind w:left="2268" w:hanging="1134"/>
      </w:pPr>
      <w:r>
        <w:t>3.4</w:t>
      </w:r>
      <w:r>
        <w:tab/>
        <w:t>Catégorie 2a −</w:t>
      </w:r>
      <w:r w:rsidRPr="0049583D">
        <w:t xml:space="preserve"> petites plaques (330 x 165 mm)</w:t>
      </w:r>
    </w:p>
    <w:p w14:paraId="05B05134" w14:textId="77777777" w:rsidR="00DE6D37" w:rsidRPr="0022411A" w:rsidRDefault="00DE6D37" w:rsidP="00DE6D37">
      <w:pPr>
        <w:pStyle w:val="H23G"/>
        <w:ind w:left="2268" w:firstLine="0"/>
      </w:pPr>
      <w:r w:rsidRPr="003369A7">
        <w:rPr>
          <w:b w:val="0"/>
        </w:rPr>
        <w:t xml:space="preserve">Figure A3-XII </w:t>
      </w:r>
      <w:r w:rsidRPr="003369A7">
        <w:rPr>
          <w:b w:val="0"/>
        </w:rPr>
        <w:br/>
      </w:r>
      <w:r w:rsidRPr="0022411A">
        <w:t xml:space="preserve">Points de mesure pour les plaques dont les dimensions </w:t>
      </w:r>
      <w:r>
        <w:br/>
      </w:r>
      <w:r w:rsidRPr="0022411A">
        <w:t>sont de 330 x 165</w:t>
      </w:r>
      <w:r>
        <w:t> </w:t>
      </w:r>
      <w:r w:rsidRPr="0022411A">
        <w:t>mm</w:t>
      </w:r>
    </w:p>
    <w:p w14:paraId="5827F029" w14:textId="77777777" w:rsidR="00DE6D37" w:rsidRPr="0049583D" w:rsidRDefault="00DE6D37" w:rsidP="00DE6D37">
      <w:pPr>
        <w:ind w:left="2268"/>
      </w:pPr>
      <w:r>
        <w:rPr>
          <w:noProof/>
          <w:lang w:eastAsia="fr-CH"/>
        </w:rPr>
        <mc:AlternateContent>
          <mc:Choice Requires="wps">
            <w:drawing>
              <wp:anchor distT="0" distB="0" distL="114300" distR="114300" simplePos="0" relativeHeight="251665408" behindDoc="0" locked="0" layoutInCell="1" allowOverlap="1" wp14:anchorId="61922E83" wp14:editId="400F4CEE">
                <wp:simplePos x="0" y="0"/>
                <wp:positionH relativeFrom="column">
                  <wp:posOffset>4412945</wp:posOffset>
                </wp:positionH>
                <wp:positionV relativeFrom="paragraph">
                  <wp:posOffset>181610</wp:posOffset>
                </wp:positionV>
                <wp:extent cx="838200" cy="768350"/>
                <wp:effectExtent l="0" t="0" r="0" b="0"/>
                <wp:wrapNone/>
                <wp:docPr id="1238" name="Zone de texte 1238"/>
                <wp:cNvGraphicFramePr/>
                <a:graphic xmlns:a="http://schemas.openxmlformats.org/drawingml/2006/main">
                  <a:graphicData uri="http://schemas.microsoft.com/office/word/2010/wordprocessingShape">
                    <wps:wsp>
                      <wps:cNvSpPr txBox="1"/>
                      <wps:spPr>
                        <a:xfrm>
                          <a:off x="0" y="0"/>
                          <a:ext cx="838200" cy="768350"/>
                        </a:xfrm>
                        <a:prstGeom prst="rect">
                          <a:avLst/>
                        </a:prstGeom>
                        <a:solidFill>
                          <a:schemeClr val="lt1"/>
                        </a:solidFill>
                        <a:ln w="6350">
                          <a:noFill/>
                        </a:ln>
                      </wps:spPr>
                      <wps:txbx>
                        <w:txbxContent>
                          <w:p w14:paraId="1EBDBF27" w14:textId="77777777" w:rsidR="00002A30" w:rsidRPr="00C31E9C" w:rsidRDefault="00002A30" w:rsidP="00DE6D37">
                            <w:pPr>
                              <w:rPr>
                                <w:lang w:val="en-US"/>
                              </w:rPr>
                            </w:pPr>
                            <w:r w:rsidRPr="00C31E9C">
                              <w:rPr>
                                <w:lang w:val="en-US"/>
                              </w:rPr>
                              <w:t>i =</w:t>
                            </w:r>
                            <w:r>
                              <w:rPr>
                                <w:lang w:val="en-US"/>
                              </w:rPr>
                              <w:t xml:space="preserve"> </w:t>
                            </w:r>
                            <w:r w:rsidRPr="00C31E9C">
                              <w:rPr>
                                <w:lang w:val="en-US"/>
                              </w:rPr>
                              <w:t>32,5</w:t>
                            </w:r>
                            <w:r>
                              <w:rPr>
                                <w:lang w:val="en-US"/>
                              </w:rPr>
                              <w:t xml:space="preserve"> mm</w:t>
                            </w:r>
                          </w:p>
                          <w:p w14:paraId="705AFB14" w14:textId="77777777" w:rsidR="00002A30" w:rsidRPr="00C31E9C" w:rsidRDefault="00002A30" w:rsidP="00DE6D37">
                            <w:pPr>
                              <w:rPr>
                                <w:lang w:val="en-US"/>
                              </w:rPr>
                            </w:pPr>
                            <w:r w:rsidRPr="00C31E9C">
                              <w:rPr>
                                <w:lang w:val="en-US"/>
                              </w:rPr>
                              <w:t>j = 100 mm</w:t>
                            </w:r>
                          </w:p>
                          <w:p w14:paraId="6D5F2C25" w14:textId="77777777" w:rsidR="00002A30" w:rsidRPr="00C31E9C" w:rsidRDefault="00002A30" w:rsidP="00DE6D37">
                            <w:pPr>
                              <w:rPr>
                                <w:lang w:val="en-US"/>
                              </w:rPr>
                            </w:pPr>
                            <w:r w:rsidRPr="00C31E9C">
                              <w:rPr>
                                <w:lang w:val="en-US"/>
                              </w:rPr>
                              <w:t>k = 50 mm</w:t>
                            </w:r>
                          </w:p>
                          <w:p w14:paraId="772D6746" w14:textId="77777777" w:rsidR="00002A30" w:rsidRPr="00C31E9C" w:rsidRDefault="00002A30" w:rsidP="00DE6D37">
                            <w:pPr>
                              <w:rPr>
                                <w:lang w:val="en-US"/>
                              </w:rPr>
                            </w:pPr>
                            <w:r w:rsidRPr="00C31E9C">
                              <w:rPr>
                                <w:lang w:val="en-US"/>
                              </w:rPr>
                              <w:t>l = 40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922E83" id="Zone de texte 1238" o:spid="_x0000_s1387" type="#_x0000_t202" style="position:absolute;left:0;text-align:left;margin-left:347.5pt;margin-top:14.3pt;width:66pt;height:6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" fillcolor="white [3201]" stroked="f" strokeweight=".5pt">
                <v:textbox inset="0,0,0,0">
                  <w:txbxContent>
                    <w:p w14:paraId="1EBDBF27" w14:textId="77777777" w:rsidR="00002A30" w:rsidRPr="00C31E9C" w:rsidRDefault="00002A30" w:rsidP="00DE6D37">
                      <w:pPr>
                        <w:rPr>
                          <w:lang w:val="en-US"/>
                        </w:rPr>
                      </w:pPr>
                      <w:r w:rsidRPr="00C31E9C">
                        <w:rPr>
                          <w:lang w:val="en-US"/>
                        </w:rPr>
                        <w:t>i =</w:t>
                      </w:r>
                      <w:r>
                        <w:rPr>
                          <w:lang w:val="en-US"/>
                        </w:rPr>
                        <w:t xml:space="preserve"> </w:t>
                      </w:r>
                      <w:r w:rsidRPr="00C31E9C">
                        <w:rPr>
                          <w:lang w:val="en-US"/>
                        </w:rPr>
                        <w:t>32,5</w:t>
                      </w:r>
                      <w:r>
                        <w:rPr>
                          <w:lang w:val="en-US"/>
                        </w:rPr>
                        <w:t xml:space="preserve"> mm</w:t>
                      </w:r>
                    </w:p>
                    <w:p w14:paraId="705AFB14" w14:textId="77777777" w:rsidR="00002A30" w:rsidRPr="00C31E9C" w:rsidRDefault="00002A30" w:rsidP="00DE6D37">
                      <w:pPr>
                        <w:rPr>
                          <w:lang w:val="en-US"/>
                        </w:rPr>
                      </w:pPr>
                      <w:r w:rsidRPr="00C31E9C">
                        <w:rPr>
                          <w:lang w:val="en-US"/>
                        </w:rPr>
                        <w:t>j = 100 mm</w:t>
                      </w:r>
                    </w:p>
                    <w:p w14:paraId="6D5F2C25" w14:textId="77777777" w:rsidR="00002A30" w:rsidRPr="00C31E9C" w:rsidRDefault="00002A30" w:rsidP="00DE6D37">
                      <w:pPr>
                        <w:rPr>
                          <w:lang w:val="en-US"/>
                        </w:rPr>
                      </w:pPr>
                      <w:r w:rsidRPr="00C31E9C">
                        <w:rPr>
                          <w:lang w:val="en-US"/>
                        </w:rPr>
                        <w:t>k = 50 mm</w:t>
                      </w:r>
                    </w:p>
                    <w:p w14:paraId="772D6746" w14:textId="77777777" w:rsidR="00002A30" w:rsidRPr="00C31E9C" w:rsidRDefault="00002A30" w:rsidP="00DE6D37">
                      <w:pPr>
                        <w:rPr>
                          <w:lang w:val="en-US"/>
                        </w:rPr>
                      </w:pPr>
                      <w:r w:rsidRPr="00C31E9C">
                        <w:rPr>
                          <w:lang w:val="en-US"/>
                        </w:rPr>
                        <w:t>l = 40 mm</w:t>
                      </w:r>
                    </w:p>
                  </w:txbxContent>
                </v:textbox>
              </v:shape>
            </w:pict>
          </mc:Fallback>
        </mc:AlternateContent>
      </w:r>
      <w:r w:rsidRPr="0049583D">
        <w:rPr>
          <w:noProof/>
          <w:lang w:eastAsia="fr-CH"/>
        </w:rPr>
        <w:drawing>
          <wp:inline distT="0" distB="0" distL="0" distR="0" wp14:anchorId="26070B2C" wp14:editId="7744601D">
            <wp:extent cx="3822700" cy="1639368"/>
            <wp:effectExtent l="0" t="0" r="0" b="0"/>
            <wp:docPr id="1237"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868803" cy="1659139"/>
                    </a:xfrm>
                    <a:prstGeom prst="rect">
                      <a:avLst/>
                    </a:prstGeom>
                    <a:noFill/>
                  </pic:spPr>
                </pic:pic>
              </a:graphicData>
            </a:graphic>
          </wp:inline>
        </w:drawing>
      </w:r>
    </w:p>
    <w:p w14:paraId="0F353E8C" w14:textId="77777777" w:rsidR="00DE6D37" w:rsidRDefault="00DE6D37" w:rsidP="00784871">
      <w:pPr>
        <w:pStyle w:val="SingleTxtG"/>
        <w:keepNext/>
        <w:keepLines/>
        <w:tabs>
          <w:tab w:val="clear" w:pos="1701"/>
        </w:tabs>
        <w:spacing w:before="240"/>
        <w:ind w:left="2268" w:hanging="1134"/>
      </w:pPr>
      <w:r>
        <w:t>3.5</w:t>
      </w:r>
      <w:r>
        <w:tab/>
        <w:t>Catégorie 2b −</w:t>
      </w:r>
      <w:r w:rsidRPr="0049583D">
        <w:t xml:space="preserve"> plaques longues (440 x 220</w:t>
      </w:r>
      <w:r>
        <w:t> </w:t>
      </w:r>
      <w:r w:rsidRPr="0049583D">
        <w:t>mm)</w:t>
      </w:r>
    </w:p>
    <w:p w14:paraId="08AD38AF" w14:textId="77777777" w:rsidR="00DE6D37" w:rsidRPr="0022411A" w:rsidRDefault="00DE6D37" w:rsidP="00DE6D37">
      <w:pPr>
        <w:pStyle w:val="H23G"/>
        <w:ind w:left="2268" w:firstLine="0"/>
      </w:pPr>
      <w:r w:rsidRPr="003369A7">
        <w:rPr>
          <w:b w:val="0"/>
        </w:rPr>
        <w:t xml:space="preserve">Figure A3-XIII </w:t>
      </w:r>
      <w:r w:rsidRPr="003369A7">
        <w:rPr>
          <w:b w:val="0"/>
        </w:rPr>
        <w:br/>
      </w:r>
      <w:r w:rsidRPr="0022411A">
        <w:t xml:space="preserve">Points de mesure pour les plaques dont les dimensions </w:t>
      </w:r>
      <w:r>
        <w:br/>
      </w:r>
      <w:r w:rsidRPr="0022411A">
        <w:t>sont de 440 x 220 mm</w:t>
      </w:r>
    </w:p>
    <w:p w14:paraId="78645169" w14:textId="77777777" w:rsidR="00DE6D37" w:rsidRPr="0049583D" w:rsidRDefault="00DE6D37" w:rsidP="00DE6D37">
      <w:pPr>
        <w:ind w:left="2268"/>
      </w:pPr>
      <w:r w:rsidRPr="0049583D">
        <w:rPr>
          <w:noProof/>
          <w:lang w:eastAsia="fr-CH"/>
        </w:rPr>
        <w:drawing>
          <wp:inline distT="0" distB="0" distL="0" distR="0" wp14:anchorId="15281D2B" wp14:editId="3EF3AC00">
            <wp:extent cx="4261899" cy="1845673"/>
            <wp:effectExtent l="0" t="0" r="0" b="0"/>
            <wp:docPr id="1773"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14:paraId="3B94200E" w14:textId="35371521" w:rsidR="00DE6D37" w:rsidRDefault="00DE6D37" w:rsidP="00DE6D37">
      <w:pPr>
        <w:pStyle w:val="SingleTxtG"/>
        <w:spacing w:before="120"/>
        <w:ind w:left="2268"/>
      </w:pPr>
      <w:r w:rsidRPr="0049583D">
        <w:rPr>
          <w:i/>
        </w:rPr>
        <w:t>Note</w:t>
      </w:r>
      <w:r>
        <w:rPr>
          <w:i/>
        </w:rPr>
        <w:t> </w:t>
      </w:r>
      <w:r>
        <w:t>:</w:t>
      </w:r>
      <w:r w:rsidRPr="0049583D">
        <w:t xml:space="preserve"> Dans le cas de dispositifs destinés à l</w:t>
      </w:r>
      <w:r w:rsidR="003D2091">
        <w:t>’</w:t>
      </w:r>
      <w:r w:rsidRPr="0049583D">
        <w:t>éclairage de deux plaques ou de toutes les plaques, les points de mesure sont ceux résultant</w:t>
      </w:r>
      <w:r>
        <w:t xml:space="preserve"> de la combinaison des figures </w:t>
      </w:r>
      <w:r w:rsidRPr="0049583D">
        <w:t>correspondantes ci-dessus selon le contour indiqué par le fabric</w:t>
      </w:r>
      <w:r>
        <w:t xml:space="preserve">ant </w:t>
      </w:r>
      <w:r>
        <w:lastRenderedPageBreak/>
        <w:t xml:space="preserve">ou le constructeur </w:t>
      </w:r>
      <w:r w:rsidRPr="0049583D">
        <w:t xml:space="preserve">mais, dans le cas où deux points de mesure </w:t>
      </w:r>
      <w:r>
        <w:t>seraient</w:t>
      </w:r>
      <w:r w:rsidRPr="0049583D">
        <w:t xml:space="preserve"> distan</w:t>
      </w:r>
      <w:r>
        <w:t>ts de moins de 30 mm, il n</w:t>
      </w:r>
      <w:r w:rsidR="003D2091">
        <w:t>’</w:t>
      </w:r>
      <w:r>
        <w:t xml:space="preserve">est </w:t>
      </w:r>
      <w:r w:rsidRPr="0049583D">
        <w:t>retenu que l</w:t>
      </w:r>
      <w:r w:rsidR="003D2091">
        <w:t>’</w:t>
      </w:r>
      <w:r w:rsidRPr="0049583D">
        <w:t>un d</w:t>
      </w:r>
      <w:r w:rsidR="003D2091">
        <w:t>’</w:t>
      </w:r>
      <w:r w:rsidRPr="0049583D">
        <w:t>eux.</w:t>
      </w:r>
    </w:p>
    <w:p w14:paraId="3C9E9D1E" w14:textId="77777777" w:rsidR="00DE6D37" w:rsidRDefault="00DE6D37" w:rsidP="00784871">
      <w:pPr>
        <w:pStyle w:val="SingleTxtG"/>
        <w:keepNext/>
        <w:keepLines/>
        <w:tabs>
          <w:tab w:val="clear" w:pos="1701"/>
        </w:tabs>
        <w:spacing w:before="240"/>
        <w:ind w:left="2268" w:hanging="1134"/>
      </w:pPr>
      <w:r w:rsidRPr="0049583D">
        <w:t>3.6</w:t>
      </w:r>
      <w:r w:rsidRPr="0049583D">
        <w:tab/>
        <w:t>Catégorie 1 (240 x 130</w:t>
      </w:r>
      <w:r>
        <w:t> </w:t>
      </w:r>
      <w:r w:rsidRPr="0049583D">
        <w:t>mm) pour les véhicules de la classe L</w:t>
      </w:r>
    </w:p>
    <w:p w14:paraId="2BFE4E2F" w14:textId="77777777" w:rsidR="00DE6D37" w:rsidRPr="0022411A" w:rsidRDefault="00DE6D37" w:rsidP="00DE6D37">
      <w:pPr>
        <w:pStyle w:val="H23G"/>
        <w:ind w:left="2268" w:firstLine="0"/>
      </w:pPr>
      <w:r w:rsidRPr="00122F51">
        <w:rPr>
          <w:b w:val="0"/>
        </w:rPr>
        <w:t>Figure A3-XIV</w:t>
      </w:r>
      <w:r>
        <w:t xml:space="preserve"> </w:t>
      </w:r>
      <w:r>
        <w:br/>
      </w:r>
      <w:r w:rsidRPr="0022411A">
        <w:t xml:space="preserve">Points de mesure pour les plaques dont les dimensions </w:t>
      </w:r>
      <w:r>
        <w:br/>
      </w:r>
      <w:r w:rsidRPr="0022411A">
        <w:t>sont de 240 x 130</w:t>
      </w:r>
      <w:r>
        <w:t> </w:t>
      </w:r>
      <w:r w:rsidRPr="0022411A">
        <w:t>mm</w:t>
      </w:r>
    </w:p>
    <w:p w14:paraId="560A2316" w14:textId="77777777" w:rsidR="00DE6D37" w:rsidRPr="0049583D" w:rsidRDefault="00DE6D37" w:rsidP="00DE6D37">
      <w:pPr>
        <w:ind w:left="2268"/>
      </w:pPr>
      <w:r w:rsidRPr="0049583D">
        <w:rPr>
          <w:noProof/>
          <w:lang w:eastAsia="fr-CH"/>
        </w:rPr>
        <w:drawing>
          <wp:inline distT="0" distB="0" distL="0" distR="0" wp14:anchorId="251A4A61" wp14:editId="7CA41E90">
            <wp:extent cx="4231005" cy="1877695"/>
            <wp:effectExtent l="0" t="0" r="0" b="8255"/>
            <wp:docPr id="15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14:paraId="5DF0DDCE" w14:textId="77777777" w:rsidR="00DE6D37" w:rsidRDefault="00DE6D37" w:rsidP="00784871">
      <w:pPr>
        <w:pStyle w:val="SingleTxtG"/>
        <w:keepNext/>
        <w:keepLines/>
        <w:tabs>
          <w:tab w:val="clear" w:pos="1701"/>
        </w:tabs>
        <w:spacing w:before="240"/>
        <w:ind w:left="2268" w:hanging="1134"/>
      </w:pPr>
      <w:r>
        <w:t>3.7</w:t>
      </w:r>
      <w:r w:rsidRPr="0049583D">
        <w:tab/>
        <w:t>Catégorie 2 (280 x 200</w:t>
      </w:r>
      <w:r>
        <w:t> </w:t>
      </w:r>
      <w:r w:rsidRPr="0049583D">
        <w:t>mm) pour les véhicules de la classe L</w:t>
      </w:r>
    </w:p>
    <w:p w14:paraId="7C7A075E" w14:textId="77777777" w:rsidR="00DE6D37" w:rsidRPr="0022411A" w:rsidRDefault="00DE6D37" w:rsidP="00DE6D37">
      <w:pPr>
        <w:pStyle w:val="H23G"/>
        <w:ind w:left="2268" w:firstLine="0"/>
      </w:pPr>
      <w:r w:rsidRPr="003369A7">
        <w:rPr>
          <w:b w:val="0"/>
        </w:rPr>
        <w:t>Figure A3-XV</w:t>
      </w:r>
      <w:r>
        <w:t xml:space="preserve"> </w:t>
      </w:r>
      <w:r>
        <w:br/>
      </w:r>
      <w:r w:rsidRPr="0022411A">
        <w:t xml:space="preserve">Points de mesure pour les plaques dont les dimensions </w:t>
      </w:r>
      <w:r>
        <w:br/>
      </w:r>
      <w:r w:rsidRPr="0022411A">
        <w:t>sont de 280 x 200</w:t>
      </w:r>
      <w:r>
        <w:t> </w:t>
      </w:r>
      <w:r w:rsidRPr="0022411A">
        <w:t>mm</w:t>
      </w:r>
    </w:p>
    <w:p w14:paraId="4C496342" w14:textId="2ACDDD89" w:rsidR="00A6775A" w:rsidRDefault="00DE6D37" w:rsidP="00DE6D37">
      <w:pPr>
        <w:tabs>
          <w:tab w:val="left" w:pos="567"/>
          <w:tab w:val="left" w:pos="1134"/>
          <w:tab w:val="left" w:pos="1701"/>
          <w:tab w:val="right" w:leader="dot" w:pos="8505"/>
        </w:tabs>
        <w:spacing w:after="120"/>
        <w:ind w:left="2268" w:right="1134"/>
        <w:jc w:val="both"/>
      </w:pPr>
      <w:r w:rsidRPr="0049583D">
        <w:rPr>
          <w:noProof/>
          <w:lang w:eastAsia="fr-CH"/>
        </w:rPr>
        <w:drawing>
          <wp:inline distT="0" distB="0" distL="0" distR="0" wp14:anchorId="3F356469" wp14:editId="37EA0673">
            <wp:extent cx="4508460" cy="2476919"/>
            <wp:effectExtent l="0" t="0" r="0" b="0"/>
            <wp:docPr id="155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546097" cy="2497596"/>
                    </a:xfrm>
                    <a:prstGeom prst="rect">
                      <a:avLst/>
                    </a:prstGeom>
                    <a:noFill/>
                  </pic:spPr>
                </pic:pic>
              </a:graphicData>
            </a:graphic>
          </wp:inline>
        </w:drawing>
      </w:r>
    </w:p>
    <w:p w14:paraId="36B89854" w14:textId="5E0EC009" w:rsidR="00DE6D37" w:rsidRDefault="00DE6D37" w:rsidP="00DE6D37">
      <w:pPr>
        <w:tabs>
          <w:tab w:val="left" w:pos="567"/>
          <w:tab w:val="left" w:pos="1134"/>
          <w:tab w:val="left" w:pos="1701"/>
          <w:tab w:val="right" w:leader="dot" w:pos="8505"/>
        </w:tabs>
        <w:spacing w:after="120"/>
        <w:ind w:left="2268" w:right="1134"/>
        <w:jc w:val="both"/>
      </w:pPr>
      <w:r>
        <w:br w:type="page"/>
      </w:r>
    </w:p>
    <w:p w14:paraId="1B4F3DCB" w14:textId="77777777" w:rsidR="00DE6D37" w:rsidRPr="0049583D" w:rsidRDefault="00DE6D37" w:rsidP="00DE6D37">
      <w:pPr>
        <w:pStyle w:val="HChG"/>
      </w:pPr>
      <w:r w:rsidRPr="0049583D">
        <w:lastRenderedPageBreak/>
        <w:t>Annexe 4</w:t>
      </w:r>
    </w:p>
    <w:p w14:paraId="4A02684A" w14:textId="77777777" w:rsidR="00DE6D37" w:rsidRPr="0049583D" w:rsidRDefault="00DE6D37" w:rsidP="00DE6D37">
      <w:pPr>
        <w:pStyle w:val="HChG"/>
      </w:pPr>
      <w:r>
        <w:tab/>
      </w:r>
      <w:r>
        <w:tab/>
      </w:r>
      <w:r w:rsidRPr="0049583D">
        <w:t>Prescriptions minimales concernant les procédure</w:t>
      </w:r>
      <w:r>
        <w:t xml:space="preserve">s </w:t>
      </w:r>
      <w:r>
        <w:br/>
      </w:r>
      <w:r w:rsidRPr="0049583D">
        <w:t>de contrôle de la conformité de la production</w:t>
      </w:r>
    </w:p>
    <w:p w14:paraId="5967CD07" w14:textId="77777777" w:rsidR="00DE6D37" w:rsidRPr="00CE6884" w:rsidRDefault="00DE6D37" w:rsidP="003D2091">
      <w:pPr>
        <w:pStyle w:val="SingleTxtG"/>
        <w:tabs>
          <w:tab w:val="clear" w:pos="1701"/>
        </w:tabs>
        <w:ind w:left="2268" w:hanging="1134"/>
      </w:pPr>
      <w:r w:rsidRPr="00CE6884">
        <w:t>1.</w:t>
      </w:r>
      <w:r w:rsidRPr="00CE6884">
        <w:tab/>
      </w:r>
      <w:r w:rsidRPr="0028628D">
        <w:t>Généralités</w:t>
      </w:r>
    </w:p>
    <w:p w14:paraId="7E315FD4" w14:textId="1E929E7D" w:rsidR="00DE6D37" w:rsidRPr="00F82DCB" w:rsidRDefault="00DE6D37" w:rsidP="003D2091">
      <w:pPr>
        <w:pStyle w:val="SingleTxtG"/>
        <w:tabs>
          <w:tab w:val="clear" w:pos="1701"/>
        </w:tabs>
        <w:ind w:left="2268" w:hanging="1134"/>
        <w:rPr>
          <w:w w:val="103"/>
          <w:lang w:eastAsia="zh-CN"/>
        </w:rPr>
      </w:pPr>
      <w:r w:rsidRPr="00CE6884">
        <w:t>1.1</w:t>
      </w:r>
      <w:r w:rsidRPr="00CE6884">
        <w:tab/>
        <w:t>Les prescriptions de conformité sont co</w:t>
      </w:r>
      <w:r>
        <w:t xml:space="preserve">nsidérées comme satisfaites du </w:t>
      </w:r>
      <w:r w:rsidRPr="00CE6884">
        <w:t xml:space="preserve">point de vue mécanique et géométrique, </w:t>
      </w:r>
      <w:r>
        <w:t xml:space="preserve">conformément aux prescriptions </w:t>
      </w:r>
      <w:r w:rsidRPr="00CE6884">
        <w:t>du présent Règlement, si les différences n</w:t>
      </w:r>
      <w:r w:rsidR="003D2091">
        <w:t>’</w:t>
      </w:r>
      <w:r w:rsidRPr="00CE6884">
        <w:t xml:space="preserve">excèdent pas les écarts de fabrication </w:t>
      </w:r>
      <w:r w:rsidRPr="00F82DCB">
        <w:rPr>
          <w:w w:val="103"/>
          <w:lang w:eastAsia="zh-CN"/>
        </w:rPr>
        <w:t>inévitables.</w:t>
      </w:r>
    </w:p>
    <w:p w14:paraId="4736437F" w14:textId="7DC5CC73" w:rsidR="00DE6D37" w:rsidRPr="00CE6884" w:rsidRDefault="00DE6D37" w:rsidP="003D2091">
      <w:pPr>
        <w:pStyle w:val="SingleTxtG"/>
        <w:tabs>
          <w:tab w:val="clear" w:pos="1701"/>
        </w:tabs>
        <w:ind w:left="2268" w:hanging="1134"/>
      </w:pPr>
      <w:r w:rsidRPr="00CE6884">
        <w:t>1.2</w:t>
      </w:r>
      <w:r w:rsidRPr="00CE6884">
        <w:tab/>
        <w:t xml:space="preserve">Pour ce qui est des </w:t>
      </w:r>
      <w:r>
        <w:t>caractéristiqu</w:t>
      </w:r>
      <w:r w:rsidRPr="00CE6884">
        <w:t>es photométriques, la conformité des feux de série n</w:t>
      </w:r>
      <w:r w:rsidR="003D2091">
        <w:t>’</w:t>
      </w:r>
      <w:r w:rsidRPr="00CE6884">
        <w:t xml:space="preserve">est pas </w:t>
      </w:r>
      <w:r w:rsidRPr="0028628D">
        <w:t>contestée</w:t>
      </w:r>
      <w:r w:rsidRPr="00CE6884">
        <w:t xml:space="preserve"> si, </w:t>
      </w:r>
      <w:r>
        <w:t>pendant l</w:t>
      </w:r>
      <w:r w:rsidR="003D2091">
        <w:t>’</w:t>
      </w:r>
      <w:r>
        <w:t xml:space="preserve">essai des caractéristiques </w:t>
      </w:r>
      <w:r w:rsidRPr="00CE6884">
        <w:t>photométriques d</w:t>
      </w:r>
      <w:r w:rsidR="003D2091">
        <w:t>’</w:t>
      </w:r>
      <w:r w:rsidRPr="00CE6884">
        <w:t>un feu prélevé au hasard conformément au p</w:t>
      </w:r>
      <w:r>
        <w:t xml:space="preserve">aragraphe 4.7 du </w:t>
      </w:r>
      <w:r w:rsidRPr="0028628D">
        <w:rPr>
          <w:w w:val="103"/>
          <w:lang w:eastAsia="zh-CN"/>
        </w:rPr>
        <w:t>présent</w:t>
      </w:r>
      <w:r>
        <w:t xml:space="preserve"> Règlement :</w:t>
      </w:r>
    </w:p>
    <w:p w14:paraId="07C8462B" w14:textId="6E184715" w:rsidR="00DE6D37" w:rsidRPr="0049583D" w:rsidRDefault="00DE6D37" w:rsidP="003D2091">
      <w:pPr>
        <w:pStyle w:val="SingleTxtG"/>
        <w:tabs>
          <w:tab w:val="clear" w:pos="1701"/>
        </w:tabs>
        <w:ind w:left="2268" w:hanging="1134"/>
      </w:pPr>
      <w:r w:rsidRPr="0049583D">
        <w:t>1.2.1</w:t>
      </w:r>
      <w:r w:rsidRPr="0049583D">
        <w:tab/>
        <w:t>Aucune valeur mesurée ne s</w:t>
      </w:r>
      <w:r w:rsidR="003D2091">
        <w:t>’</w:t>
      </w:r>
      <w:r w:rsidRPr="0049583D">
        <w:t xml:space="preserve">écarte, dans le sens défavorable, de plus de 20 % des valeurs </w:t>
      </w:r>
      <w:r w:rsidRPr="00F82DCB">
        <w:rPr>
          <w:w w:val="103"/>
          <w:lang w:eastAsia="zh-CN"/>
        </w:rPr>
        <w:t>prescrites</w:t>
      </w:r>
      <w:r w:rsidRPr="0049583D">
        <w:t xml:space="preserve"> dans le présent Règlement.</w:t>
      </w:r>
    </w:p>
    <w:p w14:paraId="293889BC" w14:textId="77777777" w:rsidR="00DE6D37" w:rsidRDefault="00DE6D37" w:rsidP="00DE6D37">
      <w:pPr>
        <w:pStyle w:val="SingleTxtG"/>
        <w:ind w:left="2268"/>
      </w:pPr>
      <w:r w:rsidRPr="0049583D">
        <w:t xml:space="preserve">En ce qui concerne les valeurs minimales requises pour tous les champs </w:t>
      </w:r>
      <w:r w:rsidRPr="0028628D">
        <w:rPr>
          <w:w w:val="103"/>
          <w:lang w:eastAsia="zh-CN"/>
        </w:rPr>
        <w:t>précisés</w:t>
      </w:r>
      <w:r w:rsidRPr="0049583D">
        <w:t xml:space="preserve"> aux</w:t>
      </w:r>
      <w:r>
        <w:t xml:space="preserve"> </w:t>
      </w:r>
      <w:r w:rsidRPr="0049583D">
        <w:t>annexes</w:t>
      </w:r>
      <w:r>
        <w:t> </w:t>
      </w:r>
      <w:r w:rsidRPr="0049583D">
        <w:t>2 et 3, les écarts maximaux respectif</w:t>
      </w:r>
      <w:r>
        <w:t xml:space="preserve">s des valeurs mesurées doivent </w:t>
      </w:r>
      <w:r w:rsidRPr="0049583D">
        <w:t>correspondre à ceux qui sont indiqué</w:t>
      </w:r>
      <w:r>
        <w:t>s dans le tableau A4</w:t>
      </w:r>
      <w:r>
        <w:noBreakHyphen/>
      </w:r>
      <w:r w:rsidRPr="0049583D">
        <w:t>1</w:t>
      </w:r>
      <w:r>
        <w:t>.</w:t>
      </w:r>
    </w:p>
    <w:p w14:paraId="7908A7EB" w14:textId="77777777" w:rsidR="00DE6D37" w:rsidRDefault="00DE6D37" w:rsidP="00DE6D37">
      <w:pPr>
        <w:pStyle w:val="H23G"/>
        <w:ind w:left="2268" w:firstLine="0"/>
      </w:pPr>
      <w:r w:rsidRPr="00944FBF">
        <w:rPr>
          <w:b w:val="0"/>
        </w:rPr>
        <w:tab/>
        <w:t>Tableau A4-1</w:t>
      </w:r>
      <w:r>
        <w:t xml:space="preserve"> </w:t>
      </w:r>
      <w:r>
        <w:br/>
      </w:r>
      <w:r w:rsidRPr="00C219F2">
        <w:t>Valeurs à 20 % et 30 % pour la conformité de la production</w:t>
      </w:r>
    </w:p>
    <w:tbl>
      <w:tblPr>
        <w:tblW w:w="6237" w:type="dxa"/>
        <w:tblInd w:w="22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127"/>
        <w:gridCol w:w="2078"/>
        <w:gridCol w:w="2032"/>
      </w:tblGrid>
      <w:tr w:rsidR="00DE6D37" w:rsidRPr="0049583D" w14:paraId="0CD1D3D9" w14:textId="77777777" w:rsidTr="00DE6D37">
        <w:trPr>
          <w:tblHeader/>
        </w:trPr>
        <w:tc>
          <w:tcPr>
            <w:tcW w:w="2127" w:type="dxa"/>
            <w:tcBorders>
              <w:bottom w:val="single" w:sz="12" w:space="0" w:color="auto"/>
            </w:tcBorders>
            <w:shd w:val="clear" w:color="auto" w:fill="auto"/>
            <w:vAlign w:val="bottom"/>
            <w:hideMark/>
          </w:tcPr>
          <w:p w14:paraId="5C1ECC2B" w14:textId="77777777" w:rsidR="00DE6D37" w:rsidRPr="0049583D" w:rsidRDefault="00DE6D37" w:rsidP="00DE6D37">
            <w:pPr>
              <w:spacing w:before="80" w:after="80" w:line="200" w:lineRule="exact"/>
              <w:ind w:left="113"/>
              <w:rPr>
                <w:i/>
                <w:sz w:val="16"/>
              </w:rPr>
            </w:pPr>
            <w:r w:rsidRPr="0049583D">
              <w:rPr>
                <w:i/>
                <w:sz w:val="16"/>
              </w:rPr>
              <w:t>Valeur minimale requise</w:t>
            </w:r>
          </w:p>
        </w:tc>
        <w:tc>
          <w:tcPr>
            <w:tcW w:w="2078" w:type="dxa"/>
            <w:tcBorders>
              <w:bottom w:val="single" w:sz="12" w:space="0" w:color="auto"/>
            </w:tcBorders>
            <w:shd w:val="clear" w:color="auto" w:fill="auto"/>
            <w:vAlign w:val="bottom"/>
            <w:hideMark/>
          </w:tcPr>
          <w:p w14:paraId="248B79BF" w14:textId="77777777" w:rsidR="00DE6D37" w:rsidRPr="0049583D" w:rsidRDefault="00DE6D37" w:rsidP="00DE6D37">
            <w:pPr>
              <w:spacing w:before="80" w:after="80" w:line="200" w:lineRule="exact"/>
              <w:ind w:right="113"/>
              <w:jc w:val="right"/>
              <w:rPr>
                <w:i/>
                <w:sz w:val="16"/>
              </w:rPr>
            </w:pPr>
            <w:r w:rsidRPr="0049583D">
              <w:rPr>
                <w:i/>
                <w:sz w:val="16"/>
              </w:rPr>
              <w:t>Équivalent 20 %</w:t>
            </w:r>
          </w:p>
        </w:tc>
        <w:tc>
          <w:tcPr>
            <w:tcW w:w="2032" w:type="dxa"/>
            <w:tcBorders>
              <w:bottom w:val="single" w:sz="12" w:space="0" w:color="auto"/>
            </w:tcBorders>
            <w:shd w:val="clear" w:color="auto" w:fill="auto"/>
            <w:vAlign w:val="bottom"/>
            <w:hideMark/>
          </w:tcPr>
          <w:p w14:paraId="15CA4BFD" w14:textId="77777777" w:rsidR="00DE6D37" w:rsidRPr="0049583D" w:rsidRDefault="00DE6D37" w:rsidP="00DE6D37">
            <w:pPr>
              <w:spacing w:before="80" w:after="80" w:line="200" w:lineRule="exact"/>
              <w:ind w:right="113"/>
              <w:jc w:val="right"/>
              <w:rPr>
                <w:i/>
                <w:sz w:val="16"/>
              </w:rPr>
            </w:pPr>
            <w:r w:rsidRPr="0049583D">
              <w:rPr>
                <w:i/>
                <w:sz w:val="16"/>
              </w:rPr>
              <w:t>Équivalent 30 %</w:t>
            </w:r>
          </w:p>
        </w:tc>
      </w:tr>
      <w:tr w:rsidR="00DE6D37" w:rsidRPr="00C219F2" w14:paraId="19952876" w14:textId="77777777" w:rsidTr="00DE6D37">
        <w:tc>
          <w:tcPr>
            <w:tcW w:w="2127" w:type="dxa"/>
            <w:tcBorders>
              <w:top w:val="single" w:sz="12" w:space="0" w:color="auto"/>
            </w:tcBorders>
            <w:shd w:val="clear" w:color="auto" w:fill="auto"/>
            <w:hideMark/>
          </w:tcPr>
          <w:p w14:paraId="68B8E261" w14:textId="77777777" w:rsidR="00DE6D37" w:rsidRPr="00C219F2" w:rsidRDefault="00DE6D37" w:rsidP="00DE6D37">
            <w:pPr>
              <w:spacing w:before="40" w:after="40" w:line="220" w:lineRule="atLeast"/>
              <w:ind w:left="113"/>
              <w:rPr>
                <w:sz w:val="18"/>
                <w:szCs w:val="18"/>
              </w:rPr>
            </w:pPr>
            <w:r w:rsidRPr="00C219F2">
              <w:rPr>
                <w:sz w:val="18"/>
                <w:szCs w:val="18"/>
              </w:rPr>
              <w:t>cd</w:t>
            </w:r>
          </w:p>
        </w:tc>
        <w:tc>
          <w:tcPr>
            <w:tcW w:w="2078" w:type="dxa"/>
            <w:tcBorders>
              <w:top w:val="single" w:sz="12" w:space="0" w:color="auto"/>
            </w:tcBorders>
            <w:shd w:val="clear" w:color="auto" w:fill="auto"/>
            <w:hideMark/>
          </w:tcPr>
          <w:p w14:paraId="17D18612" w14:textId="77777777" w:rsidR="00DE6D37" w:rsidRPr="00C219F2" w:rsidRDefault="00DE6D37" w:rsidP="00DE6D37">
            <w:pPr>
              <w:spacing w:before="40" w:after="40" w:line="220" w:lineRule="atLeast"/>
              <w:ind w:right="113"/>
              <w:jc w:val="right"/>
              <w:rPr>
                <w:sz w:val="18"/>
                <w:szCs w:val="18"/>
              </w:rPr>
            </w:pPr>
            <w:r w:rsidRPr="00C219F2">
              <w:rPr>
                <w:sz w:val="18"/>
                <w:szCs w:val="18"/>
              </w:rPr>
              <w:t>cd</w:t>
            </w:r>
          </w:p>
        </w:tc>
        <w:tc>
          <w:tcPr>
            <w:tcW w:w="2032" w:type="dxa"/>
            <w:tcBorders>
              <w:top w:val="single" w:sz="12" w:space="0" w:color="auto"/>
            </w:tcBorders>
            <w:shd w:val="clear" w:color="auto" w:fill="auto"/>
            <w:hideMark/>
          </w:tcPr>
          <w:p w14:paraId="5C112A6B" w14:textId="77777777" w:rsidR="00DE6D37" w:rsidRPr="00C219F2" w:rsidRDefault="00DE6D37" w:rsidP="00DE6D37">
            <w:pPr>
              <w:spacing w:before="40" w:after="40" w:line="220" w:lineRule="atLeast"/>
              <w:ind w:right="113"/>
              <w:jc w:val="right"/>
              <w:rPr>
                <w:sz w:val="18"/>
                <w:szCs w:val="18"/>
              </w:rPr>
            </w:pPr>
            <w:r w:rsidRPr="00C219F2">
              <w:rPr>
                <w:sz w:val="18"/>
                <w:szCs w:val="18"/>
              </w:rPr>
              <w:t>cd</w:t>
            </w:r>
          </w:p>
        </w:tc>
      </w:tr>
      <w:tr w:rsidR="00DE6D37" w:rsidRPr="00C219F2" w14:paraId="520691BC" w14:textId="77777777" w:rsidTr="00DE6D37">
        <w:tc>
          <w:tcPr>
            <w:tcW w:w="2127" w:type="dxa"/>
            <w:shd w:val="clear" w:color="auto" w:fill="auto"/>
            <w:hideMark/>
          </w:tcPr>
          <w:p w14:paraId="0A3DE554" w14:textId="77777777" w:rsidR="00DE6D37" w:rsidRPr="00C219F2" w:rsidRDefault="00DE6D37" w:rsidP="00DE6D37">
            <w:pPr>
              <w:spacing w:before="40" w:after="40" w:line="220" w:lineRule="atLeast"/>
              <w:ind w:left="113"/>
              <w:rPr>
                <w:sz w:val="18"/>
                <w:szCs w:val="18"/>
              </w:rPr>
            </w:pPr>
            <w:r w:rsidRPr="00C219F2">
              <w:rPr>
                <w:sz w:val="18"/>
                <w:szCs w:val="18"/>
              </w:rPr>
              <w:t>0,7</w:t>
            </w:r>
          </w:p>
        </w:tc>
        <w:tc>
          <w:tcPr>
            <w:tcW w:w="2078" w:type="dxa"/>
            <w:shd w:val="clear" w:color="auto" w:fill="auto"/>
            <w:hideMark/>
          </w:tcPr>
          <w:p w14:paraId="03936C4F" w14:textId="77777777" w:rsidR="00DE6D37" w:rsidRPr="00C219F2" w:rsidRDefault="00DE6D37" w:rsidP="00DE6D37">
            <w:pPr>
              <w:spacing w:before="40" w:after="40" w:line="220" w:lineRule="atLeast"/>
              <w:ind w:right="113"/>
              <w:jc w:val="right"/>
              <w:rPr>
                <w:sz w:val="18"/>
                <w:szCs w:val="18"/>
              </w:rPr>
            </w:pPr>
            <w:r w:rsidRPr="00C219F2">
              <w:rPr>
                <w:sz w:val="18"/>
                <w:szCs w:val="18"/>
              </w:rPr>
              <w:t>0,5</w:t>
            </w:r>
          </w:p>
        </w:tc>
        <w:tc>
          <w:tcPr>
            <w:tcW w:w="2032" w:type="dxa"/>
            <w:shd w:val="clear" w:color="auto" w:fill="auto"/>
            <w:hideMark/>
          </w:tcPr>
          <w:p w14:paraId="49AECD4B" w14:textId="77777777" w:rsidR="00DE6D37" w:rsidRPr="00C219F2" w:rsidRDefault="00DE6D37" w:rsidP="00DE6D37">
            <w:pPr>
              <w:spacing w:before="40" w:after="40" w:line="220" w:lineRule="atLeast"/>
              <w:ind w:right="113"/>
              <w:jc w:val="right"/>
              <w:rPr>
                <w:sz w:val="18"/>
                <w:szCs w:val="18"/>
              </w:rPr>
            </w:pPr>
            <w:r w:rsidRPr="00C219F2">
              <w:rPr>
                <w:sz w:val="18"/>
                <w:szCs w:val="18"/>
              </w:rPr>
              <w:t>0,3</w:t>
            </w:r>
          </w:p>
        </w:tc>
      </w:tr>
      <w:tr w:rsidR="00DE6D37" w:rsidRPr="00C219F2" w14:paraId="6B3B4CED" w14:textId="77777777" w:rsidTr="00DE6D37">
        <w:tc>
          <w:tcPr>
            <w:tcW w:w="2127" w:type="dxa"/>
            <w:shd w:val="clear" w:color="auto" w:fill="auto"/>
          </w:tcPr>
          <w:p w14:paraId="6111AAD1" w14:textId="77777777" w:rsidR="00DE6D37" w:rsidRPr="00C219F2" w:rsidRDefault="00DE6D37" w:rsidP="00DE6D37">
            <w:pPr>
              <w:spacing w:before="40" w:after="40" w:line="220" w:lineRule="atLeast"/>
              <w:ind w:left="113"/>
              <w:rPr>
                <w:sz w:val="18"/>
                <w:szCs w:val="18"/>
              </w:rPr>
            </w:pPr>
            <w:r w:rsidRPr="00C219F2">
              <w:rPr>
                <w:sz w:val="18"/>
                <w:szCs w:val="18"/>
              </w:rPr>
              <w:t>0,6</w:t>
            </w:r>
          </w:p>
        </w:tc>
        <w:tc>
          <w:tcPr>
            <w:tcW w:w="2078" w:type="dxa"/>
            <w:shd w:val="clear" w:color="auto" w:fill="auto"/>
          </w:tcPr>
          <w:p w14:paraId="7DD305BD" w14:textId="77777777" w:rsidR="00DE6D37" w:rsidRPr="00C219F2" w:rsidRDefault="00DE6D37" w:rsidP="00DE6D37">
            <w:pPr>
              <w:spacing w:before="40" w:after="40" w:line="220" w:lineRule="atLeast"/>
              <w:ind w:right="113"/>
              <w:jc w:val="right"/>
              <w:rPr>
                <w:sz w:val="18"/>
                <w:szCs w:val="18"/>
              </w:rPr>
            </w:pPr>
            <w:r w:rsidRPr="00C219F2">
              <w:rPr>
                <w:sz w:val="18"/>
                <w:szCs w:val="18"/>
              </w:rPr>
              <w:t>0,4</w:t>
            </w:r>
          </w:p>
        </w:tc>
        <w:tc>
          <w:tcPr>
            <w:tcW w:w="2032" w:type="dxa"/>
            <w:shd w:val="clear" w:color="auto" w:fill="auto"/>
          </w:tcPr>
          <w:p w14:paraId="2390207E" w14:textId="77777777" w:rsidR="00DE6D37" w:rsidRPr="00C219F2" w:rsidRDefault="00DE6D37" w:rsidP="00DE6D37">
            <w:pPr>
              <w:spacing w:before="40" w:after="40" w:line="220" w:lineRule="atLeast"/>
              <w:ind w:right="113"/>
              <w:jc w:val="right"/>
              <w:rPr>
                <w:sz w:val="18"/>
                <w:szCs w:val="18"/>
              </w:rPr>
            </w:pPr>
            <w:r w:rsidRPr="00C219F2">
              <w:rPr>
                <w:sz w:val="18"/>
                <w:szCs w:val="18"/>
              </w:rPr>
              <w:t>0,2</w:t>
            </w:r>
          </w:p>
        </w:tc>
      </w:tr>
      <w:tr w:rsidR="00DE6D37" w:rsidRPr="00C219F2" w14:paraId="512E3455" w14:textId="77777777" w:rsidTr="00DE6D37">
        <w:tc>
          <w:tcPr>
            <w:tcW w:w="2127" w:type="dxa"/>
            <w:shd w:val="clear" w:color="auto" w:fill="auto"/>
          </w:tcPr>
          <w:p w14:paraId="5D03010E" w14:textId="77777777" w:rsidR="00DE6D37" w:rsidRPr="00C219F2" w:rsidRDefault="00DE6D37" w:rsidP="00DE6D37">
            <w:pPr>
              <w:spacing w:before="40" w:after="40" w:line="220" w:lineRule="atLeast"/>
              <w:ind w:left="113"/>
              <w:rPr>
                <w:sz w:val="18"/>
                <w:szCs w:val="18"/>
              </w:rPr>
            </w:pPr>
            <w:r w:rsidRPr="00C219F2">
              <w:rPr>
                <w:sz w:val="18"/>
                <w:szCs w:val="18"/>
              </w:rPr>
              <w:t>0,3</w:t>
            </w:r>
          </w:p>
        </w:tc>
        <w:tc>
          <w:tcPr>
            <w:tcW w:w="2078" w:type="dxa"/>
            <w:shd w:val="clear" w:color="auto" w:fill="auto"/>
          </w:tcPr>
          <w:p w14:paraId="574C51B9" w14:textId="77777777" w:rsidR="00DE6D37" w:rsidRPr="00C219F2" w:rsidRDefault="00DE6D37" w:rsidP="00DE6D37">
            <w:pPr>
              <w:spacing w:before="40" w:after="40" w:line="220" w:lineRule="atLeast"/>
              <w:ind w:right="113"/>
              <w:jc w:val="right"/>
              <w:rPr>
                <w:sz w:val="18"/>
                <w:szCs w:val="18"/>
              </w:rPr>
            </w:pPr>
            <w:r w:rsidRPr="00C219F2">
              <w:rPr>
                <w:sz w:val="18"/>
                <w:szCs w:val="18"/>
              </w:rPr>
              <w:t>0,2</w:t>
            </w:r>
          </w:p>
        </w:tc>
        <w:tc>
          <w:tcPr>
            <w:tcW w:w="2032" w:type="dxa"/>
            <w:shd w:val="clear" w:color="auto" w:fill="auto"/>
          </w:tcPr>
          <w:p w14:paraId="25E805AB" w14:textId="77777777" w:rsidR="00DE6D37" w:rsidRPr="00C219F2" w:rsidRDefault="00DE6D37" w:rsidP="00DE6D37">
            <w:pPr>
              <w:spacing w:before="40" w:after="40" w:line="220" w:lineRule="atLeast"/>
              <w:ind w:right="113"/>
              <w:jc w:val="right"/>
              <w:rPr>
                <w:sz w:val="18"/>
                <w:szCs w:val="18"/>
              </w:rPr>
            </w:pPr>
            <w:r w:rsidRPr="00C219F2">
              <w:rPr>
                <w:sz w:val="18"/>
                <w:szCs w:val="18"/>
              </w:rPr>
              <w:t>0,1</w:t>
            </w:r>
          </w:p>
        </w:tc>
      </w:tr>
      <w:tr w:rsidR="00DE6D37" w:rsidRPr="00C219F2" w14:paraId="1F4D49F8" w14:textId="77777777" w:rsidTr="00DE6D37">
        <w:tc>
          <w:tcPr>
            <w:tcW w:w="2127" w:type="dxa"/>
            <w:tcBorders>
              <w:bottom w:val="single" w:sz="2" w:space="0" w:color="auto"/>
            </w:tcBorders>
            <w:shd w:val="clear" w:color="auto" w:fill="auto"/>
          </w:tcPr>
          <w:p w14:paraId="749A7818" w14:textId="77777777" w:rsidR="00DE6D37" w:rsidRPr="00C219F2" w:rsidRDefault="00DE6D37" w:rsidP="00DE6D37">
            <w:pPr>
              <w:spacing w:before="40" w:after="40" w:line="220" w:lineRule="atLeast"/>
              <w:ind w:left="113"/>
              <w:rPr>
                <w:sz w:val="18"/>
                <w:szCs w:val="18"/>
              </w:rPr>
            </w:pPr>
            <w:r w:rsidRPr="00C219F2">
              <w:rPr>
                <w:sz w:val="18"/>
                <w:szCs w:val="18"/>
              </w:rPr>
              <w:t>0,07</w:t>
            </w:r>
          </w:p>
        </w:tc>
        <w:tc>
          <w:tcPr>
            <w:tcW w:w="2078" w:type="dxa"/>
            <w:tcBorders>
              <w:bottom w:val="single" w:sz="2" w:space="0" w:color="auto"/>
            </w:tcBorders>
            <w:shd w:val="clear" w:color="auto" w:fill="auto"/>
          </w:tcPr>
          <w:p w14:paraId="64FE1B0A" w14:textId="77777777" w:rsidR="00DE6D37" w:rsidRPr="00C219F2" w:rsidRDefault="00DE6D37" w:rsidP="00DE6D37">
            <w:pPr>
              <w:spacing w:before="40" w:after="40" w:line="220" w:lineRule="atLeast"/>
              <w:ind w:right="113"/>
              <w:jc w:val="right"/>
              <w:rPr>
                <w:sz w:val="18"/>
                <w:szCs w:val="18"/>
              </w:rPr>
            </w:pPr>
            <w:r w:rsidRPr="00C219F2">
              <w:rPr>
                <w:sz w:val="18"/>
                <w:szCs w:val="18"/>
              </w:rPr>
              <w:t>0,05</w:t>
            </w:r>
          </w:p>
        </w:tc>
        <w:tc>
          <w:tcPr>
            <w:tcW w:w="2032" w:type="dxa"/>
            <w:tcBorders>
              <w:bottom w:val="single" w:sz="2" w:space="0" w:color="auto"/>
            </w:tcBorders>
            <w:shd w:val="clear" w:color="auto" w:fill="auto"/>
          </w:tcPr>
          <w:p w14:paraId="03604540" w14:textId="77777777" w:rsidR="00DE6D37" w:rsidRPr="00C219F2" w:rsidRDefault="00DE6D37" w:rsidP="00DE6D37">
            <w:pPr>
              <w:spacing w:before="40" w:after="40" w:line="220" w:lineRule="atLeast"/>
              <w:ind w:right="113"/>
              <w:jc w:val="right"/>
              <w:rPr>
                <w:sz w:val="18"/>
                <w:szCs w:val="18"/>
              </w:rPr>
            </w:pPr>
            <w:r w:rsidRPr="00C219F2">
              <w:rPr>
                <w:sz w:val="18"/>
                <w:szCs w:val="18"/>
              </w:rPr>
              <w:t>0,03</w:t>
            </w:r>
          </w:p>
        </w:tc>
      </w:tr>
      <w:tr w:rsidR="00DE6D37" w:rsidRPr="00C219F2" w14:paraId="6FBCA519" w14:textId="77777777" w:rsidTr="00DE6D37">
        <w:tc>
          <w:tcPr>
            <w:tcW w:w="2127" w:type="dxa"/>
            <w:tcBorders>
              <w:bottom w:val="single" w:sz="12" w:space="0" w:color="auto"/>
            </w:tcBorders>
            <w:shd w:val="clear" w:color="auto" w:fill="auto"/>
          </w:tcPr>
          <w:p w14:paraId="731B7EE4" w14:textId="77777777" w:rsidR="00DE6D37" w:rsidRPr="00C219F2" w:rsidRDefault="00DE6D37" w:rsidP="00DE6D37">
            <w:pPr>
              <w:spacing w:before="40" w:after="40" w:line="220" w:lineRule="atLeast"/>
              <w:ind w:left="113"/>
              <w:rPr>
                <w:sz w:val="18"/>
                <w:szCs w:val="18"/>
              </w:rPr>
            </w:pPr>
            <w:r w:rsidRPr="00C219F2">
              <w:rPr>
                <w:sz w:val="18"/>
                <w:szCs w:val="18"/>
              </w:rPr>
              <w:t>0,05</w:t>
            </w:r>
          </w:p>
        </w:tc>
        <w:tc>
          <w:tcPr>
            <w:tcW w:w="2078" w:type="dxa"/>
            <w:tcBorders>
              <w:bottom w:val="single" w:sz="12" w:space="0" w:color="auto"/>
            </w:tcBorders>
            <w:shd w:val="clear" w:color="auto" w:fill="auto"/>
          </w:tcPr>
          <w:p w14:paraId="00DFDBD4" w14:textId="77777777" w:rsidR="00DE6D37" w:rsidRPr="00C219F2" w:rsidRDefault="00DE6D37" w:rsidP="00DE6D37">
            <w:pPr>
              <w:spacing w:before="40" w:after="40" w:line="220" w:lineRule="atLeast"/>
              <w:ind w:right="113"/>
              <w:jc w:val="right"/>
              <w:rPr>
                <w:sz w:val="18"/>
                <w:szCs w:val="18"/>
              </w:rPr>
            </w:pPr>
            <w:r w:rsidRPr="00C219F2">
              <w:rPr>
                <w:sz w:val="18"/>
                <w:szCs w:val="18"/>
              </w:rPr>
              <w:t>0,03</w:t>
            </w:r>
          </w:p>
        </w:tc>
        <w:tc>
          <w:tcPr>
            <w:tcW w:w="2032" w:type="dxa"/>
            <w:tcBorders>
              <w:bottom w:val="single" w:sz="12" w:space="0" w:color="auto"/>
            </w:tcBorders>
            <w:shd w:val="clear" w:color="auto" w:fill="auto"/>
          </w:tcPr>
          <w:p w14:paraId="2701162E" w14:textId="77777777" w:rsidR="00DE6D37" w:rsidRPr="00C219F2" w:rsidRDefault="00DE6D37" w:rsidP="00DE6D37">
            <w:pPr>
              <w:spacing w:before="40" w:after="40" w:line="220" w:lineRule="atLeast"/>
              <w:ind w:right="113"/>
              <w:jc w:val="right"/>
              <w:rPr>
                <w:sz w:val="18"/>
                <w:szCs w:val="18"/>
              </w:rPr>
            </w:pPr>
            <w:r w:rsidRPr="00C219F2">
              <w:rPr>
                <w:sz w:val="18"/>
                <w:szCs w:val="18"/>
              </w:rPr>
              <w:t>0,02</w:t>
            </w:r>
          </w:p>
        </w:tc>
      </w:tr>
    </w:tbl>
    <w:p w14:paraId="331692E0" w14:textId="657B53AF" w:rsidR="00DE6D37" w:rsidRDefault="00DE6D37" w:rsidP="003D2091">
      <w:pPr>
        <w:pStyle w:val="SingleTxtG"/>
        <w:tabs>
          <w:tab w:val="clear" w:pos="1701"/>
        </w:tabs>
        <w:spacing w:before="120"/>
        <w:ind w:left="2268" w:hanging="1134"/>
      </w:pPr>
      <w:r w:rsidRPr="0049583D">
        <w:t>1.2.1.1</w:t>
      </w:r>
      <w:r w:rsidRPr="0049583D">
        <w:tab/>
        <w:t>Pour les feux d</w:t>
      </w:r>
      <w:r w:rsidR="003D2091">
        <w:t>’</w:t>
      </w:r>
      <w:r w:rsidRPr="0049583D">
        <w:t>éclairage de la p</w:t>
      </w:r>
      <w:r>
        <w:t>laque d</w:t>
      </w:r>
      <w:r w:rsidR="003D2091">
        <w:t>’</w:t>
      </w:r>
      <w:r>
        <w:t>immatriculation arrière :</w:t>
      </w:r>
    </w:p>
    <w:p w14:paraId="040D7511" w14:textId="1D3264BD" w:rsidR="00DE6D37" w:rsidRDefault="00DE6D37" w:rsidP="00DE6D37">
      <w:pPr>
        <w:pStyle w:val="SingleTxtG"/>
        <w:ind w:left="2268"/>
      </w:pPr>
      <w:r w:rsidRPr="00406C4B">
        <w:t>En ce qui concerne le gradient de la luminance, l</w:t>
      </w:r>
      <w:r w:rsidR="003D2091">
        <w:t>’</w:t>
      </w:r>
      <w:r w:rsidRPr="00406C4B">
        <w:t xml:space="preserve">écart dans le sens défavorable </w:t>
      </w:r>
      <w:r w:rsidRPr="0049583D">
        <w:t>doit correspondre à celui qui</w:t>
      </w:r>
      <w:r>
        <w:t xml:space="preserve"> est indiqué dans le tableau ci</w:t>
      </w:r>
      <w:r>
        <w:noBreakHyphen/>
      </w:r>
      <w:r w:rsidRPr="0049583D">
        <w:t>dessous.</w:t>
      </w:r>
    </w:p>
    <w:p w14:paraId="1350D0EA" w14:textId="4245258C" w:rsidR="00DE6D37" w:rsidRDefault="00DE6D37" w:rsidP="00DE6D37">
      <w:pPr>
        <w:pStyle w:val="H23G"/>
        <w:ind w:left="2268" w:firstLine="0"/>
      </w:pPr>
      <w:r w:rsidRPr="00935033">
        <w:rPr>
          <w:b w:val="0"/>
        </w:rPr>
        <w:tab/>
        <w:t>Tableau A4-2</w:t>
      </w:r>
      <w:r>
        <w:t xml:space="preserve"> </w:t>
      </w:r>
      <w:r>
        <w:br/>
      </w:r>
      <w:r w:rsidRPr="00C219F2">
        <w:t xml:space="preserve">Valeurs à 20 % et 30 % pour la conformité de la production, feux </w:t>
      </w:r>
      <w:r>
        <w:br/>
      </w:r>
      <w:r w:rsidRPr="00C219F2">
        <w:t>d</w:t>
      </w:r>
      <w:r w:rsidR="003D2091">
        <w:t>’</w:t>
      </w:r>
      <w:r w:rsidRPr="00C219F2">
        <w:t>éclairage de la plaque d</w:t>
      </w:r>
      <w:r w:rsidR="003D2091">
        <w:t>’</w:t>
      </w:r>
      <w:r w:rsidRPr="00C219F2">
        <w:t>immatriculation arrière</w:t>
      </w:r>
    </w:p>
    <w:tbl>
      <w:tblPr>
        <w:tblStyle w:val="Grilledutableau"/>
        <w:tblW w:w="0" w:type="auto"/>
        <w:tblInd w:w="2268" w:type="dxa"/>
        <w:tblLook w:val="04A0" w:firstRow="1" w:lastRow="0" w:firstColumn="1" w:lastColumn="0" w:noHBand="0" w:noVBand="1"/>
      </w:tblPr>
      <w:tblGrid>
        <w:gridCol w:w="1848"/>
        <w:gridCol w:w="2126"/>
        <w:gridCol w:w="2127"/>
      </w:tblGrid>
      <w:tr w:rsidR="00DE6D37" w:rsidRPr="0049583D" w14:paraId="17BFDD46" w14:textId="77777777" w:rsidTr="00DE6D37">
        <w:tc>
          <w:tcPr>
            <w:tcW w:w="6101" w:type="dxa"/>
            <w:gridSpan w:val="3"/>
            <w:tcBorders>
              <w:bottom w:val="single" w:sz="12" w:space="0" w:color="auto"/>
            </w:tcBorders>
          </w:tcPr>
          <w:p w14:paraId="1E6B5C47" w14:textId="77777777" w:rsidR="00DE6D37" w:rsidRPr="0049583D" w:rsidRDefault="00DE6D37" w:rsidP="00DE6D37">
            <w:pPr>
              <w:spacing w:before="80" w:after="80" w:line="200" w:lineRule="exact"/>
              <w:jc w:val="center"/>
              <w:rPr>
                <w:rFonts w:eastAsia="Times New Roman"/>
                <w:i/>
                <w:sz w:val="16"/>
                <w:szCs w:val="16"/>
                <w:lang w:eastAsia="de-DE"/>
              </w:rPr>
            </w:pPr>
            <w:r w:rsidRPr="0049583D">
              <w:rPr>
                <w:rFonts w:eastAsia="Times New Roman"/>
                <w:i/>
                <w:sz w:val="16"/>
                <w:szCs w:val="16"/>
                <w:lang w:eastAsia="de-DE"/>
              </w:rPr>
              <w:t>Écart défavorable</w:t>
            </w:r>
          </w:p>
        </w:tc>
      </w:tr>
      <w:tr w:rsidR="00DE6D37" w:rsidRPr="00C219F2" w14:paraId="2A976A13" w14:textId="77777777" w:rsidTr="00DE6D37">
        <w:tc>
          <w:tcPr>
            <w:tcW w:w="1848" w:type="dxa"/>
            <w:tcBorders>
              <w:top w:val="single" w:sz="12" w:space="0" w:color="auto"/>
              <w:bottom w:val="single" w:sz="4" w:space="0" w:color="auto"/>
            </w:tcBorders>
          </w:tcPr>
          <w:p w14:paraId="369872DD" w14:textId="77777777" w:rsidR="00DE6D37" w:rsidRPr="00C219F2" w:rsidRDefault="00DE6D37" w:rsidP="00DE6D37">
            <w:pPr>
              <w:spacing w:before="40" w:after="40" w:line="220" w:lineRule="atLeast"/>
              <w:ind w:left="113"/>
              <w:rPr>
                <w:sz w:val="18"/>
                <w:szCs w:val="18"/>
              </w:rPr>
            </w:pPr>
            <w:r w:rsidRPr="00C219F2">
              <w:rPr>
                <w:sz w:val="18"/>
                <w:szCs w:val="18"/>
              </w:rPr>
              <w:t>2,5 x Bo/cm</w:t>
            </w:r>
          </w:p>
        </w:tc>
        <w:tc>
          <w:tcPr>
            <w:tcW w:w="2126" w:type="dxa"/>
            <w:tcBorders>
              <w:top w:val="single" w:sz="12" w:space="0" w:color="auto"/>
              <w:bottom w:val="single" w:sz="4" w:space="0" w:color="auto"/>
            </w:tcBorders>
          </w:tcPr>
          <w:p w14:paraId="117B571D" w14:textId="77777777" w:rsidR="00DE6D37" w:rsidRPr="00C219F2" w:rsidRDefault="00DE6D37" w:rsidP="00DE6D37">
            <w:pPr>
              <w:spacing w:before="40" w:after="40" w:line="220" w:lineRule="atLeast"/>
              <w:ind w:left="113"/>
              <w:rPr>
                <w:sz w:val="18"/>
                <w:szCs w:val="18"/>
              </w:rPr>
            </w:pPr>
            <w:r w:rsidRPr="00C219F2">
              <w:rPr>
                <w:sz w:val="18"/>
                <w:szCs w:val="18"/>
              </w:rPr>
              <w:t>Comparable à</w:t>
            </w:r>
          </w:p>
        </w:tc>
        <w:tc>
          <w:tcPr>
            <w:tcW w:w="2127" w:type="dxa"/>
            <w:tcBorders>
              <w:top w:val="single" w:sz="12" w:space="0" w:color="auto"/>
              <w:bottom w:val="single" w:sz="4" w:space="0" w:color="auto"/>
            </w:tcBorders>
          </w:tcPr>
          <w:p w14:paraId="43C9AA4F" w14:textId="77777777" w:rsidR="00DE6D37" w:rsidRPr="00C219F2" w:rsidRDefault="00DE6D37" w:rsidP="00DE6D37">
            <w:pPr>
              <w:spacing w:before="40" w:after="40" w:line="220" w:lineRule="atLeast"/>
              <w:ind w:right="113"/>
              <w:jc w:val="right"/>
              <w:rPr>
                <w:sz w:val="18"/>
                <w:szCs w:val="18"/>
              </w:rPr>
            </w:pPr>
            <w:r w:rsidRPr="00C219F2">
              <w:rPr>
                <w:sz w:val="18"/>
                <w:szCs w:val="18"/>
              </w:rPr>
              <w:t>20</w:t>
            </w:r>
            <w:r>
              <w:rPr>
                <w:sz w:val="18"/>
                <w:szCs w:val="18"/>
              </w:rPr>
              <w:t> </w:t>
            </w:r>
            <w:r w:rsidRPr="00C219F2">
              <w:rPr>
                <w:sz w:val="18"/>
                <w:szCs w:val="18"/>
              </w:rPr>
              <w:t>%</w:t>
            </w:r>
          </w:p>
        </w:tc>
      </w:tr>
      <w:tr w:rsidR="00DE6D37" w:rsidRPr="00C219F2" w14:paraId="6E4F46AA" w14:textId="77777777" w:rsidTr="00DE6D37">
        <w:tc>
          <w:tcPr>
            <w:tcW w:w="1848" w:type="dxa"/>
            <w:tcBorders>
              <w:bottom w:val="single" w:sz="12" w:space="0" w:color="auto"/>
            </w:tcBorders>
          </w:tcPr>
          <w:p w14:paraId="0DCD186C" w14:textId="77777777" w:rsidR="00DE6D37" w:rsidRPr="00C219F2" w:rsidRDefault="00DE6D37" w:rsidP="00DE6D37">
            <w:pPr>
              <w:spacing w:before="40" w:after="40" w:line="220" w:lineRule="atLeast"/>
              <w:ind w:left="113"/>
              <w:rPr>
                <w:sz w:val="18"/>
                <w:szCs w:val="18"/>
              </w:rPr>
            </w:pPr>
            <w:r w:rsidRPr="00C219F2">
              <w:rPr>
                <w:sz w:val="18"/>
                <w:szCs w:val="18"/>
              </w:rPr>
              <w:t>3,0 x Bo/cm</w:t>
            </w:r>
          </w:p>
        </w:tc>
        <w:tc>
          <w:tcPr>
            <w:tcW w:w="2126" w:type="dxa"/>
            <w:tcBorders>
              <w:bottom w:val="single" w:sz="12" w:space="0" w:color="auto"/>
            </w:tcBorders>
          </w:tcPr>
          <w:p w14:paraId="102E9F95" w14:textId="77777777" w:rsidR="00DE6D37" w:rsidRPr="00C219F2" w:rsidRDefault="00DE6D37" w:rsidP="00DE6D37">
            <w:pPr>
              <w:spacing w:before="40" w:after="40" w:line="220" w:lineRule="atLeast"/>
              <w:ind w:left="113"/>
              <w:rPr>
                <w:sz w:val="18"/>
                <w:szCs w:val="18"/>
              </w:rPr>
            </w:pPr>
            <w:r w:rsidRPr="00C219F2">
              <w:rPr>
                <w:sz w:val="18"/>
                <w:szCs w:val="18"/>
              </w:rPr>
              <w:t>Comparable à</w:t>
            </w:r>
          </w:p>
        </w:tc>
        <w:tc>
          <w:tcPr>
            <w:tcW w:w="2127" w:type="dxa"/>
            <w:tcBorders>
              <w:bottom w:val="single" w:sz="12" w:space="0" w:color="auto"/>
            </w:tcBorders>
          </w:tcPr>
          <w:p w14:paraId="67ACE161" w14:textId="77777777" w:rsidR="00DE6D37" w:rsidRPr="00C219F2" w:rsidRDefault="00DE6D37" w:rsidP="00DE6D37">
            <w:pPr>
              <w:spacing w:before="40" w:after="40" w:line="220" w:lineRule="atLeast"/>
              <w:ind w:right="113"/>
              <w:jc w:val="right"/>
              <w:rPr>
                <w:sz w:val="18"/>
                <w:szCs w:val="18"/>
              </w:rPr>
            </w:pPr>
            <w:r w:rsidRPr="00C219F2">
              <w:rPr>
                <w:sz w:val="18"/>
                <w:szCs w:val="18"/>
              </w:rPr>
              <w:t>30</w:t>
            </w:r>
            <w:r>
              <w:rPr>
                <w:sz w:val="18"/>
                <w:szCs w:val="18"/>
              </w:rPr>
              <w:t> </w:t>
            </w:r>
            <w:r w:rsidRPr="00C219F2">
              <w:rPr>
                <w:sz w:val="18"/>
                <w:szCs w:val="18"/>
              </w:rPr>
              <w:t>%</w:t>
            </w:r>
          </w:p>
        </w:tc>
      </w:tr>
    </w:tbl>
    <w:p w14:paraId="7256CE55" w14:textId="4D6594C7" w:rsidR="00DE6D37" w:rsidRPr="0049583D" w:rsidRDefault="00DE6D37" w:rsidP="003D2091">
      <w:pPr>
        <w:pStyle w:val="SingleTxtG"/>
        <w:tabs>
          <w:tab w:val="clear" w:pos="1701"/>
        </w:tabs>
        <w:spacing w:before="120"/>
        <w:ind w:left="2268" w:hanging="1134"/>
        <w:rPr>
          <w:u w:val="dash"/>
        </w:rPr>
      </w:pPr>
      <w:r w:rsidRPr="0049583D">
        <w:t>1.2.2</w:t>
      </w:r>
      <w:r w:rsidRPr="0049583D">
        <w:tab/>
      </w:r>
      <w:r>
        <w:t>S</w:t>
      </w:r>
      <w:r w:rsidRPr="00EB18D7">
        <w:t>i, dans le cas d</w:t>
      </w:r>
      <w:r w:rsidR="003D2091">
        <w:t>’</w:t>
      </w:r>
      <w:r w:rsidRPr="00EB18D7">
        <w:t>un feu fourni avec une source lumineuse remplaçable</w:t>
      </w:r>
      <w:r>
        <w:t>,</w:t>
      </w:r>
      <w:r w:rsidRPr="00EB18D7">
        <w:t xml:space="preserve"> les résultats d</w:t>
      </w:r>
      <w:r w:rsidR="003D2091">
        <w:t>’</w:t>
      </w:r>
      <w:r w:rsidRPr="00EB18D7">
        <w:t>essai décrits ci-dessus ne sont pas conformes</w:t>
      </w:r>
      <w:r w:rsidRPr="0049583D">
        <w:rPr>
          <w:u w:val="dash"/>
        </w:rPr>
        <w:t xml:space="preserve"> </w:t>
      </w:r>
      <w:r w:rsidRPr="00EB18D7">
        <w:t>aux prescriptions, le feu est de nouveau soumis à des essais, avec une autre source lumineuse étalon.</w:t>
      </w:r>
    </w:p>
    <w:p w14:paraId="07368659" w14:textId="77777777" w:rsidR="00DE6D37" w:rsidRPr="0049583D" w:rsidRDefault="00DE6D37" w:rsidP="003D2091">
      <w:pPr>
        <w:pStyle w:val="SingleTxtG"/>
        <w:tabs>
          <w:tab w:val="clear" w:pos="1701"/>
        </w:tabs>
        <w:ind w:left="2268" w:hanging="1134"/>
      </w:pPr>
      <w:r w:rsidRPr="0049583D">
        <w:t>1.3</w:t>
      </w:r>
      <w:r w:rsidRPr="0049583D">
        <w:tab/>
        <w:t>Les coordonnées chromatiques doivent être respectées lorsque le feu est soumis à un essai conformément au paragraphe</w:t>
      </w:r>
      <w:r>
        <w:t> </w:t>
      </w:r>
      <w:r w:rsidRPr="0049583D">
        <w:t>4.7 du présent Règlement.</w:t>
      </w:r>
    </w:p>
    <w:p w14:paraId="51CCB45C" w14:textId="5964BA7D" w:rsidR="00DE6D37" w:rsidRPr="0049583D" w:rsidRDefault="00DE6D37" w:rsidP="003D2091">
      <w:pPr>
        <w:pStyle w:val="SingleTxtG"/>
        <w:tabs>
          <w:tab w:val="clear" w:pos="1701"/>
        </w:tabs>
        <w:ind w:left="2268" w:hanging="1134"/>
        <w:rPr>
          <w:u w:val="dash"/>
        </w:rPr>
      </w:pPr>
      <w:r w:rsidRPr="0049583D">
        <w:t>1.4</w:t>
      </w:r>
      <w:r w:rsidRPr="0049583D">
        <w:tab/>
      </w:r>
      <w:r w:rsidRPr="00EB18D7">
        <w:t>Dans le cas d</w:t>
      </w:r>
      <w:r w:rsidR="003D2091">
        <w:t>’</w:t>
      </w:r>
      <w:r w:rsidRPr="00EB18D7">
        <w:t>une ou plusieurs</w:t>
      </w:r>
      <w:r w:rsidRPr="0049583D">
        <w:t xml:space="preserve"> sources lumineuses </w:t>
      </w:r>
      <w:r w:rsidRPr="00EB18D7">
        <w:t>à incandescence non remplaçables ou d</w:t>
      </w:r>
      <w:r w:rsidR="003D2091">
        <w:t>’</w:t>
      </w:r>
      <w:r w:rsidRPr="00EB18D7">
        <w:t>un ou plusieurs modules d</w:t>
      </w:r>
      <w:r w:rsidR="003D2091">
        <w:t>’</w:t>
      </w:r>
      <w:r w:rsidRPr="00EB18D7">
        <w:t>éclairage équipés d</w:t>
      </w:r>
      <w:r w:rsidR="003D2091">
        <w:t>’</w:t>
      </w:r>
      <w:r w:rsidRPr="0049583D">
        <w:t xml:space="preserve">une source lumineuse </w:t>
      </w:r>
      <w:r w:rsidRPr="00EB18D7">
        <w:t xml:space="preserve">à incandescence non remplaçable, </w:t>
      </w:r>
      <w:r>
        <w:t>pour</w:t>
      </w:r>
      <w:r w:rsidRPr="00EB18D7">
        <w:t xml:space="preserve"> toute vérification de la conformité de la production</w:t>
      </w:r>
      <w:r>
        <w:t> :</w:t>
      </w:r>
    </w:p>
    <w:p w14:paraId="353017D2" w14:textId="206B05A4" w:rsidR="00DE6D37" w:rsidRPr="0049583D" w:rsidRDefault="00DE6D37" w:rsidP="003D2091">
      <w:pPr>
        <w:pStyle w:val="SingleTxtG"/>
        <w:tabs>
          <w:tab w:val="clear" w:pos="1701"/>
        </w:tabs>
        <w:ind w:left="2268" w:hanging="1134"/>
      </w:pPr>
      <w:r w:rsidRPr="0049583D">
        <w:lastRenderedPageBreak/>
        <w:t>1.4.1</w:t>
      </w:r>
      <w:r w:rsidRPr="0049583D">
        <w:tab/>
      </w:r>
      <w:r w:rsidRPr="00EB18D7">
        <w:t>Le détenteur de l</w:t>
      </w:r>
      <w:r w:rsidR="003D2091">
        <w:t>’</w:t>
      </w:r>
      <w:r w:rsidRPr="00EB18D7">
        <w:t>homologation est tenu d</w:t>
      </w:r>
      <w:r w:rsidR="003D2091">
        <w:t>’</w:t>
      </w:r>
      <w:r w:rsidRPr="00EB18D7">
        <w:t>apporter la preuve de son (leur) utilisation dans la fabrication courante et de montrer l</w:t>
      </w:r>
      <w:r w:rsidR="003D2091">
        <w:t>’</w:t>
      </w:r>
      <w:r w:rsidRPr="00EB18D7">
        <w:t>identification de</w:t>
      </w:r>
      <w:r w:rsidRPr="0049583D">
        <w:t xml:space="preserve"> la ou des sources lumineuses </w:t>
      </w:r>
      <w:r w:rsidRPr="00EB18D7">
        <w:t>à incandescence non remplaçables comme il est indiqué dans le dossier d</w:t>
      </w:r>
      <w:r w:rsidR="003D2091">
        <w:t>’</w:t>
      </w:r>
      <w:r w:rsidRPr="00EB18D7">
        <w:t>homologation de type</w:t>
      </w:r>
      <w:r>
        <w:t> ;</w:t>
      </w:r>
    </w:p>
    <w:p w14:paraId="110EAA6F" w14:textId="77777777" w:rsidR="00DE6D37" w:rsidRPr="0049583D" w:rsidRDefault="00DE6D37" w:rsidP="003D2091">
      <w:pPr>
        <w:pStyle w:val="SingleTxtG"/>
        <w:tabs>
          <w:tab w:val="clear" w:pos="1701"/>
        </w:tabs>
        <w:ind w:left="2268" w:hanging="1134"/>
      </w:pPr>
      <w:r w:rsidRPr="0049583D">
        <w:t>1.4.2</w:t>
      </w:r>
      <w:r w:rsidRPr="0049583D">
        <w:tab/>
      </w:r>
      <w:r w:rsidRPr="00EB18D7">
        <w:t xml:space="preserve">En cas de doute quant à la conformité de la ou des </w:t>
      </w:r>
      <w:r w:rsidRPr="0049583D">
        <w:t xml:space="preserve">sources lumineuses </w:t>
      </w:r>
      <w:r w:rsidRPr="00EB18D7">
        <w:t>à incandescence non remplaçables avec les exigences en matière de durée de vie et/ou, dans le cas</w:t>
      </w:r>
      <w:r w:rsidRPr="0049583D">
        <w:t xml:space="preserve"> de sources lumineuses </w:t>
      </w:r>
      <w:r w:rsidRPr="00EB18D7">
        <w:t>à incandescence colorisées, par rapport aux prescriptions en matière de stabilité des couleurs, qui sont énoncées au paragraphe</w:t>
      </w:r>
      <w:r>
        <w:t> </w:t>
      </w:r>
      <w:r w:rsidRPr="00EB18D7">
        <w:t>4.11 de la norme CEI 60809, troisième édition, la conformité doit être vérifiée comme spécifié au paragraphe</w:t>
      </w:r>
      <w:r>
        <w:t> </w:t>
      </w:r>
      <w:r w:rsidRPr="00EB18D7">
        <w:t>4.11 de la norme CEI</w:t>
      </w:r>
      <w:r>
        <w:t> </w:t>
      </w:r>
      <w:r w:rsidRPr="00EB18D7">
        <w:t>60809, troisième édition</w:t>
      </w:r>
      <w:r w:rsidRPr="0049583D">
        <w:t>.</w:t>
      </w:r>
    </w:p>
    <w:p w14:paraId="7AAD2150" w14:textId="77777777" w:rsidR="00DE6D37" w:rsidRPr="0049583D" w:rsidRDefault="00DE6D37" w:rsidP="003D2091">
      <w:pPr>
        <w:pStyle w:val="SingleTxtG"/>
        <w:tabs>
          <w:tab w:val="clear" w:pos="1701"/>
        </w:tabs>
        <w:ind w:left="2268" w:hanging="1134"/>
        <w:rPr>
          <w:rFonts w:eastAsia="Times New Roman"/>
        </w:rPr>
      </w:pPr>
      <w:r w:rsidRPr="0049583D">
        <w:t>2.</w:t>
      </w:r>
      <w:r w:rsidRPr="0049583D">
        <w:tab/>
      </w:r>
      <w:r w:rsidRPr="005D6C98">
        <w:t>Exigences</w:t>
      </w:r>
      <w:r w:rsidRPr="0049583D">
        <w:rPr>
          <w:rFonts w:eastAsia="Times New Roman"/>
        </w:rPr>
        <w:t xml:space="preserve"> minimales </w:t>
      </w:r>
      <w:r w:rsidRPr="003D2091">
        <w:t>pour</w:t>
      </w:r>
      <w:r w:rsidRPr="0049583D">
        <w:rPr>
          <w:rFonts w:eastAsia="Times New Roman"/>
        </w:rPr>
        <w:t xml:space="preserve"> la vérification de la conformité par le fabricant</w:t>
      </w:r>
    </w:p>
    <w:p w14:paraId="5EE3F4B8" w14:textId="097DD69E" w:rsidR="00DE6D37" w:rsidRPr="0049583D" w:rsidRDefault="00DE6D37" w:rsidP="00DE6D37">
      <w:pPr>
        <w:pStyle w:val="SingleTxtG"/>
        <w:ind w:left="2268"/>
      </w:pPr>
      <w:r w:rsidRPr="0049583D">
        <w:t>Pour chaque type de feu, le détenteur de l</w:t>
      </w:r>
      <w:r w:rsidR="003D2091">
        <w:t>’</w:t>
      </w:r>
      <w:r w:rsidRPr="0049583D">
        <w:t>homologation est tenu d</w:t>
      </w:r>
      <w:r w:rsidR="003D2091">
        <w:t>’</w:t>
      </w:r>
      <w:r w:rsidRPr="0049583D">
        <w:t xml:space="preserve">effectuer au moins les essais suivants, à une fréquence appropriée. Ces essais sont effectués conformément aux </w:t>
      </w:r>
      <w:r>
        <w:t>dispositions</w:t>
      </w:r>
      <w:r w:rsidRPr="0049583D">
        <w:t xml:space="preserve"> du présent Règlement.</w:t>
      </w:r>
    </w:p>
    <w:p w14:paraId="6A301E05" w14:textId="3B9F1B5A" w:rsidR="00DE6D37" w:rsidRPr="0049583D" w:rsidRDefault="00DE6D37" w:rsidP="00DE6D37">
      <w:pPr>
        <w:pStyle w:val="SingleTxtG"/>
        <w:ind w:left="2268"/>
      </w:pPr>
      <w:r w:rsidRPr="0049583D">
        <w:t>Tout prélèvement d</w:t>
      </w:r>
      <w:r w:rsidR="003D2091">
        <w:t>’</w:t>
      </w:r>
      <w:r w:rsidRPr="0049583D">
        <w:t xml:space="preserve">échantillons mettant en évidence la non-conformité </w:t>
      </w:r>
      <w:r>
        <w:t>pour le</w:t>
      </w:r>
      <w:r w:rsidRPr="0049583D">
        <w:t xml:space="preserve"> type d</w:t>
      </w:r>
      <w:r w:rsidR="003D2091">
        <w:t>’</w:t>
      </w:r>
      <w:r w:rsidRPr="0049583D">
        <w:t>essai considéré donne lieu à un nouveau prélèvement et à un no</w:t>
      </w:r>
      <w:r>
        <w:t>uvel essai. Le fabricant prend</w:t>
      </w:r>
      <w:r w:rsidRPr="0049583D">
        <w:t xml:space="preserve"> toute disposition pour assurer la conformité de la production correspondante.</w:t>
      </w:r>
    </w:p>
    <w:p w14:paraId="52FC843A" w14:textId="77777777" w:rsidR="00DE6D37" w:rsidRPr="0049583D" w:rsidRDefault="00DE6D37" w:rsidP="003D2091">
      <w:pPr>
        <w:pStyle w:val="SingleTxtG"/>
        <w:tabs>
          <w:tab w:val="clear" w:pos="1701"/>
        </w:tabs>
        <w:ind w:left="2268" w:hanging="1134"/>
        <w:rPr>
          <w:rFonts w:eastAsia="Times New Roman"/>
        </w:rPr>
      </w:pPr>
      <w:r w:rsidRPr="0049583D">
        <w:rPr>
          <w:rFonts w:eastAsia="Times New Roman"/>
        </w:rPr>
        <w:t>2.1</w:t>
      </w:r>
      <w:r w:rsidRPr="0049583D">
        <w:rPr>
          <w:rFonts w:eastAsia="Times New Roman"/>
        </w:rPr>
        <w:tab/>
      </w:r>
      <w:r w:rsidRPr="005D6C98">
        <w:t>Nature</w:t>
      </w:r>
      <w:r w:rsidRPr="0049583D">
        <w:rPr>
          <w:rFonts w:eastAsia="Times New Roman"/>
        </w:rPr>
        <w:t xml:space="preserve"> des </w:t>
      </w:r>
      <w:r w:rsidRPr="003D2091">
        <w:t>essais</w:t>
      </w:r>
    </w:p>
    <w:p w14:paraId="3C6979D1" w14:textId="1C6F2ED2" w:rsidR="00DE6D37" w:rsidRPr="0049583D" w:rsidRDefault="00DE6D37" w:rsidP="00DE6D37">
      <w:pPr>
        <w:pStyle w:val="SingleTxtG"/>
        <w:ind w:left="2268"/>
        <w:rPr>
          <w:rFonts w:eastAsia="Times New Roman"/>
        </w:rPr>
      </w:pPr>
      <w:r w:rsidRPr="0049583D">
        <w:rPr>
          <w:rFonts w:eastAsia="Times New Roman"/>
        </w:rPr>
        <w:t xml:space="preserve">Les essais de conformité du présent Règlement portent sur les caractéristiques </w:t>
      </w:r>
      <w:r w:rsidRPr="00BF1413">
        <w:t>photométriques</w:t>
      </w:r>
      <w:r w:rsidRPr="0049583D">
        <w:rPr>
          <w:rFonts w:eastAsia="Times New Roman"/>
        </w:rPr>
        <w:t xml:space="preserve"> et les caractéristiques colorimétriques.</w:t>
      </w:r>
    </w:p>
    <w:p w14:paraId="35730B1D" w14:textId="77777777" w:rsidR="00DE6D37" w:rsidRPr="0049583D" w:rsidRDefault="00DE6D37" w:rsidP="003D2091">
      <w:pPr>
        <w:pStyle w:val="SingleTxtG"/>
        <w:tabs>
          <w:tab w:val="clear" w:pos="1701"/>
        </w:tabs>
        <w:ind w:left="2268" w:hanging="1134"/>
        <w:rPr>
          <w:rFonts w:eastAsia="Times New Roman"/>
        </w:rPr>
      </w:pPr>
      <w:r w:rsidRPr="0049583D">
        <w:rPr>
          <w:rFonts w:eastAsia="Times New Roman"/>
        </w:rPr>
        <w:t>2.2</w:t>
      </w:r>
      <w:r w:rsidRPr="0049583D">
        <w:rPr>
          <w:rFonts w:eastAsia="Times New Roman"/>
        </w:rPr>
        <w:tab/>
      </w:r>
      <w:r w:rsidRPr="005D6C98">
        <w:t>Modalité</w:t>
      </w:r>
      <w:r w:rsidRPr="0049583D">
        <w:rPr>
          <w:rFonts w:eastAsia="Times New Roman"/>
        </w:rPr>
        <w:t xml:space="preserve"> des essais</w:t>
      </w:r>
    </w:p>
    <w:p w14:paraId="197E1641" w14:textId="77777777" w:rsidR="00DE6D37" w:rsidRPr="0049583D" w:rsidRDefault="00DE6D37" w:rsidP="003D2091">
      <w:pPr>
        <w:pStyle w:val="SingleTxtG"/>
        <w:tabs>
          <w:tab w:val="clear" w:pos="1701"/>
        </w:tabs>
        <w:ind w:left="2268" w:hanging="1134"/>
        <w:rPr>
          <w:rFonts w:eastAsia="Times New Roman"/>
        </w:rPr>
      </w:pPr>
      <w:r w:rsidRPr="0049583D">
        <w:rPr>
          <w:rFonts w:eastAsia="Times New Roman"/>
        </w:rPr>
        <w:t>2.2.1</w:t>
      </w:r>
      <w:r w:rsidRPr="0049583D">
        <w:rPr>
          <w:rFonts w:eastAsia="Times New Roman"/>
        </w:rPr>
        <w:tab/>
        <w:t>Les essais sont généralement effectués conformément aux méthodes définies dans le présent Règlement.</w:t>
      </w:r>
    </w:p>
    <w:p w14:paraId="1528705E" w14:textId="48EDA7E1" w:rsidR="00DE6D37" w:rsidRPr="0049583D" w:rsidRDefault="00DE6D37" w:rsidP="003D2091">
      <w:pPr>
        <w:pStyle w:val="SingleTxtG"/>
        <w:tabs>
          <w:tab w:val="clear" w:pos="1701"/>
        </w:tabs>
        <w:ind w:left="2268" w:hanging="1134"/>
        <w:rPr>
          <w:rFonts w:eastAsia="Times New Roman"/>
        </w:rPr>
      </w:pPr>
      <w:r w:rsidRPr="0049583D">
        <w:rPr>
          <w:rFonts w:eastAsia="Times New Roman"/>
        </w:rPr>
        <w:t>2.2.2</w:t>
      </w:r>
      <w:r w:rsidRPr="0049583D">
        <w:rPr>
          <w:rFonts w:eastAsia="Times New Roman"/>
        </w:rPr>
        <w:tab/>
        <w:t>Pour tout essai de conformité effectué par ses soins, le fabricant pourra cependant utiliser des méthodes équivalentes après approbation de l</w:t>
      </w:r>
      <w:r w:rsidR="003D2091">
        <w:rPr>
          <w:rFonts w:eastAsia="Times New Roman"/>
        </w:rPr>
        <w:t>’</w:t>
      </w:r>
      <w:r w:rsidRPr="0049583D">
        <w:rPr>
          <w:rFonts w:eastAsia="Times New Roman"/>
        </w:rPr>
        <w:t>autorité compétente chargée des essais</w:t>
      </w:r>
      <w:r>
        <w:rPr>
          <w:rFonts w:eastAsia="Times New Roman"/>
        </w:rPr>
        <w:t xml:space="preserve"> d</w:t>
      </w:r>
      <w:r w:rsidR="003D2091">
        <w:rPr>
          <w:rFonts w:eastAsia="Times New Roman"/>
        </w:rPr>
        <w:t>’</w:t>
      </w:r>
      <w:r>
        <w:rPr>
          <w:rFonts w:eastAsia="Times New Roman"/>
        </w:rPr>
        <w:t>homologation</w:t>
      </w:r>
      <w:r w:rsidRPr="0049583D">
        <w:rPr>
          <w:rFonts w:eastAsia="Times New Roman"/>
        </w:rPr>
        <w:t>. Le fabricant est tenu de justifier que les méthodes utilisées sont équivalentes à celles qu</w:t>
      </w:r>
      <w:r w:rsidR="003D2091">
        <w:rPr>
          <w:rFonts w:eastAsia="Times New Roman"/>
        </w:rPr>
        <w:t>’</w:t>
      </w:r>
      <w:r w:rsidRPr="0049583D">
        <w:rPr>
          <w:rFonts w:eastAsia="Times New Roman"/>
        </w:rPr>
        <w:t>indique le présent Règlement.</w:t>
      </w:r>
    </w:p>
    <w:p w14:paraId="4B6B74D4" w14:textId="5BF79504" w:rsidR="00DE6D37" w:rsidRPr="0049583D" w:rsidRDefault="00DE6D37" w:rsidP="003D2091">
      <w:pPr>
        <w:pStyle w:val="SingleTxtG"/>
        <w:tabs>
          <w:tab w:val="clear" w:pos="1701"/>
        </w:tabs>
        <w:ind w:left="2268" w:hanging="1134"/>
        <w:rPr>
          <w:rFonts w:eastAsia="Times New Roman"/>
        </w:rPr>
      </w:pPr>
      <w:r w:rsidRPr="0049583D">
        <w:rPr>
          <w:rFonts w:eastAsia="Times New Roman"/>
        </w:rPr>
        <w:t>2.2.3</w:t>
      </w:r>
      <w:r w:rsidRPr="0049583D">
        <w:rPr>
          <w:rFonts w:eastAsia="Times New Roman"/>
        </w:rPr>
        <w:tab/>
      </w:r>
      <w:r w:rsidRPr="005D6C98">
        <w:t>L</w:t>
      </w:r>
      <w:r w:rsidR="003D2091">
        <w:t>’</w:t>
      </w:r>
      <w:r w:rsidRPr="005D6C98">
        <w:t>application</w:t>
      </w:r>
      <w:r w:rsidRPr="0049583D">
        <w:rPr>
          <w:rFonts w:eastAsia="Times New Roman"/>
        </w:rPr>
        <w:t xml:space="preserve"> des paragraphes 2.2.1 et 2.2.2 donne lieu à un étalonnage régulier des matériels d</w:t>
      </w:r>
      <w:r w:rsidR="003D2091">
        <w:rPr>
          <w:rFonts w:eastAsia="Times New Roman"/>
        </w:rPr>
        <w:t>’</w:t>
      </w:r>
      <w:r w:rsidRPr="0049583D">
        <w:rPr>
          <w:rFonts w:eastAsia="Times New Roman"/>
        </w:rPr>
        <w:t>essais et à une corrélation avec les mesures effectuées par une autorité compétente.</w:t>
      </w:r>
    </w:p>
    <w:p w14:paraId="746DC912" w14:textId="77777777" w:rsidR="00DE6D37" w:rsidRPr="0049583D" w:rsidRDefault="00DE6D37" w:rsidP="003D2091">
      <w:pPr>
        <w:pStyle w:val="SingleTxtG"/>
        <w:tabs>
          <w:tab w:val="clear" w:pos="1701"/>
        </w:tabs>
        <w:ind w:left="2268" w:hanging="1134"/>
        <w:rPr>
          <w:rFonts w:eastAsia="Times New Roman"/>
        </w:rPr>
      </w:pPr>
      <w:r w:rsidRPr="0049583D">
        <w:rPr>
          <w:rFonts w:eastAsia="Times New Roman"/>
        </w:rPr>
        <w:t>2.2.4</w:t>
      </w:r>
      <w:r w:rsidRPr="0049583D">
        <w:rPr>
          <w:rFonts w:eastAsia="Times New Roman"/>
        </w:rPr>
        <w:tab/>
        <w:t xml:space="preserve">Dans tous les cas, les méthodes de référence sont celles du présent Règlement, en particulier </w:t>
      </w:r>
      <w:r w:rsidRPr="003D2091">
        <w:t>pour</w:t>
      </w:r>
      <w:r w:rsidRPr="0049583D">
        <w:rPr>
          <w:rFonts w:eastAsia="Times New Roman"/>
        </w:rPr>
        <w:t xml:space="preserve"> les contrôles et prélèvements administratifs.</w:t>
      </w:r>
    </w:p>
    <w:p w14:paraId="32C7B27F" w14:textId="77777777" w:rsidR="00DE6D37" w:rsidRPr="0049583D" w:rsidRDefault="00DE6D37" w:rsidP="003D2091">
      <w:pPr>
        <w:pStyle w:val="SingleTxtG"/>
        <w:tabs>
          <w:tab w:val="clear" w:pos="1701"/>
        </w:tabs>
        <w:ind w:left="2268" w:hanging="1134"/>
        <w:rPr>
          <w:rFonts w:eastAsia="Times New Roman"/>
        </w:rPr>
      </w:pPr>
      <w:r w:rsidRPr="0049583D">
        <w:rPr>
          <w:rFonts w:eastAsia="Times New Roman"/>
        </w:rPr>
        <w:t>2.3</w:t>
      </w:r>
      <w:r w:rsidRPr="0049583D">
        <w:rPr>
          <w:rFonts w:eastAsia="Times New Roman"/>
        </w:rPr>
        <w:tab/>
      </w:r>
      <w:r w:rsidRPr="005D6C98">
        <w:t>Nature</w:t>
      </w:r>
      <w:r w:rsidRPr="0049583D">
        <w:rPr>
          <w:rFonts w:eastAsia="Times New Roman"/>
        </w:rPr>
        <w:t xml:space="preserve"> du </w:t>
      </w:r>
      <w:r w:rsidRPr="003D2091">
        <w:t>prélèvement</w:t>
      </w:r>
    </w:p>
    <w:p w14:paraId="32178ED3" w14:textId="61E92F20" w:rsidR="00DE6D37" w:rsidRPr="0049583D" w:rsidRDefault="00DE6D37" w:rsidP="00DE6D37">
      <w:pPr>
        <w:pStyle w:val="SingleTxtG"/>
        <w:ind w:left="2268"/>
      </w:pPr>
      <w:r w:rsidRPr="0049583D">
        <w:t>Les échantillons de feux doivent être prélevés au hasard, dans un lot homogène. On entend par lot homogène un ensemble de feux de même type, défini selon les méthodes de production du fabricant.</w:t>
      </w:r>
    </w:p>
    <w:p w14:paraId="4CCF0294" w14:textId="6721193A" w:rsidR="00DE6D37" w:rsidRPr="0049583D" w:rsidRDefault="00DE6D37" w:rsidP="00DE6D37">
      <w:pPr>
        <w:pStyle w:val="SingleTxtG"/>
        <w:ind w:left="2268"/>
      </w:pPr>
      <w:r w:rsidRPr="0049583D">
        <w:t>L</w:t>
      </w:r>
      <w:r w:rsidR="003D2091">
        <w:t>’</w:t>
      </w:r>
      <w:r w:rsidRPr="0049583D">
        <w:t xml:space="preserve">évaluation porte généralement sur des feux produits en série par plusieurs usines. Cependant, un fabricant peut grouper les chiffres de production concernant le même type </w:t>
      </w:r>
      <w:r>
        <w:t>de feu</w:t>
      </w:r>
      <w:r w:rsidRPr="0049583D">
        <w:t xml:space="preserve"> produit par plusieurs usines, à condition que celles-ci appliquent les mêmes critères de qualité et la même gestion de la qualité.</w:t>
      </w:r>
    </w:p>
    <w:p w14:paraId="3CA2BE02" w14:textId="77777777" w:rsidR="00DE6D37" w:rsidRPr="0049583D" w:rsidRDefault="00DE6D37" w:rsidP="003D2091">
      <w:pPr>
        <w:pStyle w:val="SingleTxtG"/>
        <w:tabs>
          <w:tab w:val="clear" w:pos="1701"/>
        </w:tabs>
        <w:ind w:left="2268" w:hanging="1134"/>
        <w:rPr>
          <w:rFonts w:eastAsia="Times New Roman"/>
        </w:rPr>
      </w:pPr>
      <w:r w:rsidRPr="0049583D">
        <w:rPr>
          <w:rFonts w:eastAsia="Times New Roman"/>
        </w:rPr>
        <w:t>2.4</w:t>
      </w:r>
      <w:r w:rsidRPr="0049583D">
        <w:rPr>
          <w:rFonts w:eastAsia="Times New Roman"/>
        </w:rPr>
        <w:tab/>
      </w:r>
      <w:r w:rsidRPr="005D6C98">
        <w:t>Caractéristiques</w:t>
      </w:r>
      <w:r w:rsidRPr="0049583D">
        <w:rPr>
          <w:rFonts w:eastAsia="Times New Roman"/>
        </w:rPr>
        <w:t xml:space="preserve"> </w:t>
      </w:r>
      <w:r w:rsidRPr="003D2091">
        <w:t>photométriques</w:t>
      </w:r>
      <w:r w:rsidRPr="0049583D">
        <w:rPr>
          <w:rFonts w:eastAsia="Times New Roman"/>
        </w:rPr>
        <w:t xml:space="preserve"> mesurées et relevées</w:t>
      </w:r>
    </w:p>
    <w:p w14:paraId="4A602F30" w14:textId="28051C72" w:rsidR="00DE6D37" w:rsidRPr="0049583D" w:rsidRDefault="00DE6D37" w:rsidP="00DE6D37">
      <w:pPr>
        <w:pStyle w:val="SingleTxtG"/>
        <w:ind w:left="2268"/>
        <w:rPr>
          <w:rFonts w:eastAsia="Times New Roman"/>
        </w:rPr>
      </w:pPr>
      <w:r w:rsidRPr="0049583D">
        <w:rPr>
          <w:rFonts w:eastAsia="Times New Roman"/>
        </w:rPr>
        <w:t xml:space="preserve">Les feux prélevés sont soumis à des mesures photométriques pour vérifier les valeurs </w:t>
      </w:r>
      <w:r w:rsidRPr="005D6C98">
        <w:t>minimales</w:t>
      </w:r>
      <w:r w:rsidRPr="0049583D">
        <w:rPr>
          <w:rFonts w:eastAsia="Times New Roman"/>
        </w:rPr>
        <w:t xml:space="preserve"> prescrites aux points indiqués à l</w:t>
      </w:r>
      <w:r w:rsidR="003D2091">
        <w:rPr>
          <w:rFonts w:eastAsia="Times New Roman"/>
        </w:rPr>
        <w:t>’</w:t>
      </w:r>
      <w:r w:rsidRPr="0049583D">
        <w:rPr>
          <w:rFonts w:eastAsia="Times New Roman"/>
        </w:rPr>
        <w:t xml:space="preserve">annexe 3 ainsi que les coordonnées chromatiques </w:t>
      </w:r>
      <w:r w:rsidRPr="0049583D">
        <w:rPr>
          <w:rFonts w:eastAsia="Times New Roman"/>
          <w:bCs/>
        </w:rPr>
        <w:t>requises</w:t>
      </w:r>
      <w:r w:rsidRPr="0049583D">
        <w:rPr>
          <w:rFonts w:eastAsia="Times New Roman"/>
        </w:rPr>
        <w:t>.</w:t>
      </w:r>
    </w:p>
    <w:p w14:paraId="66FF23D2" w14:textId="5D77381B" w:rsidR="00DE6D37" w:rsidRPr="0049583D" w:rsidRDefault="00DE6D37" w:rsidP="00784871">
      <w:pPr>
        <w:pStyle w:val="SingleTxtG"/>
        <w:keepNext/>
        <w:tabs>
          <w:tab w:val="clear" w:pos="1701"/>
        </w:tabs>
        <w:ind w:left="2268" w:hanging="1134"/>
        <w:rPr>
          <w:rFonts w:eastAsia="Times New Roman"/>
        </w:rPr>
      </w:pPr>
      <w:r w:rsidRPr="0049583D">
        <w:rPr>
          <w:rFonts w:eastAsia="Times New Roman"/>
        </w:rPr>
        <w:lastRenderedPageBreak/>
        <w:t>2.5</w:t>
      </w:r>
      <w:r w:rsidRPr="0049583D">
        <w:rPr>
          <w:rFonts w:eastAsia="Times New Roman"/>
        </w:rPr>
        <w:tab/>
      </w:r>
      <w:r w:rsidRPr="005D6C98">
        <w:t>Critères</w:t>
      </w:r>
      <w:r w:rsidRPr="0049583D">
        <w:rPr>
          <w:rFonts w:eastAsia="Times New Roman"/>
        </w:rPr>
        <w:t xml:space="preserve"> </w:t>
      </w:r>
      <w:r w:rsidRPr="003D2091">
        <w:t>d</w:t>
      </w:r>
      <w:r w:rsidR="003D2091">
        <w:t>’</w:t>
      </w:r>
      <w:r w:rsidRPr="003D2091">
        <w:t>acceptabilité</w:t>
      </w:r>
    </w:p>
    <w:p w14:paraId="650E11E5" w14:textId="3903C4DD" w:rsidR="00DE6D37" w:rsidRPr="0049583D" w:rsidRDefault="00DE6D37" w:rsidP="00784871">
      <w:pPr>
        <w:pStyle w:val="SingleTxtG"/>
        <w:keepNext/>
        <w:ind w:left="2268"/>
        <w:rPr>
          <w:rFonts w:eastAsia="Times New Roman"/>
        </w:rPr>
      </w:pPr>
      <w:r w:rsidRPr="0049583D">
        <w:rPr>
          <w:rFonts w:eastAsia="Times New Roman"/>
        </w:rPr>
        <w:t>Le fabricant est tenu d</w:t>
      </w:r>
      <w:r w:rsidR="003D2091">
        <w:rPr>
          <w:rFonts w:eastAsia="Times New Roman"/>
        </w:rPr>
        <w:t>’</w:t>
      </w:r>
      <w:r w:rsidRPr="0049583D">
        <w:rPr>
          <w:rFonts w:eastAsia="Times New Roman"/>
        </w:rPr>
        <w:t>effectuer l</w:t>
      </w:r>
      <w:r w:rsidR="003D2091">
        <w:rPr>
          <w:rFonts w:eastAsia="Times New Roman"/>
        </w:rPr>
        <w:t>’</w:t>
      </w:r>
      <w:r w:rsidRPr="0049583D">
        <w:rPr>
          <w:rFonts w:eastAsia="Times New Roman"/>
        </w:rPr>
        <w:t>exploitation statistique des résultats d</w:t>
      </w:r>
      <w:r w:rsidR="003D2091">
        <w:rPr>
          <w:rFonts w:eastAsia="Times New Roman"/>
        </w:rPr>
        <w:t>’</w:t>
      </w:r>
      <w:r w:rsidRPr="0049583D">
        <w:rPr>
          <w:rFonts w:eastAsia="Times New Roman"/>
        </w:rPr>
        <w:t xml:space="preserve">essais et de définir en </w:t>
      </w:r>
      <w:r w:rsidRPr="005D6C98">
        <w:t>accord</w:t>
      </w:r>
      <w:r w:rsidRPr="0049583D">
        <w:rPr>
          <w:rFonts w:eastAsia="Times New Roman"/>
        </w:rPr>
        <w:t xml:space="preserve"> avec l</w:t>
      </w:r>
      <w:r w:rsidR="003D2091">
        <w:rPr>
          <w:rFonts w:eastAsia="Times New Roman"/>
        </w:rPr>
        <w:t>’</w:t>
      </w:r>
      <w:r w:rsidRPr="0049583D">
        <w:rPr>
          <w:rFonts w:eastAsia="Times New Roman"/>
        </w:rPr>
        <w:t>autorité compétente les critères d</w:t>
      </w:r>
      <w:r w:rsidR="003D2091">
        <w:rPr>
          <w:rFonts w:eastAsia="Times New Roman"/>
        </w:rPr>
        <w:t>’</w:t>
      </w:r>
      <w:r w:rsidRPr="0049583D">
        <w:rPr>
          <w:rFonts w:eastAsia="Times New Roman"/>
        </w:rPr>
        <w:t xml:space="preserve">acceptabilité de sa production afin de satisfaire aux prescriptions définies pour le contrôle de conformité de la production au paragraphe 3.5.1 du </w:t>
      </w:r>
      <w:r w:rsidRPr="005D6C98">
        <w:t>présent</w:t>
      </w:r>
      <w:r w:rsidRPr="0049583D">
        <w:rPr>
          <w:rFonts w:eastAsia="Times New Roman"/>
        </w:rPr>
        <w:t xml:space="preserve"> Règlement.</w:t>
      </w:r>
    </w:p>
    <w:p w14:paraId="76E9FF2B" w14:textId="7BD1C1C6" w:rsidR="00DE6D37" w:rsidRDefault="00DE6D37" w:rsidP="003D2091">
      <w:pPr>
        <w:pStyle w:val="SingleTxtG"/>
        <w:ind w:left="2268"/>
        <w:rPr>
          <w:rFonts w:eastAsia="Times New Roman"/>
        </w:rPr>
      </w:pPr>
      <w:r w:rsidRPr="0049583D">
        <w:rPr>
          <w:rFonts w:eastAsia="Times New Roman"/>
        </w:rPr>
        <w:t>Les critères gouvernant l</w:t>
      </w:r>
      <w:r w:rsidR="003D2091">
        <w:rPr>
          <w:rFonts w:eastAsia="Times New Roman"/>
        </w:rPr>
        <w:t>’</w:t>
      </w:r>
      <w:r w:rsidRPr="0049583D">
        <w:rPr>
          <w:rFonts w:eastAsia="Times New Roman"/>
        </w:rPr>
        <w:t>acceptabili</w:t>
      </w:r>
      <w:r>
        <w:rPr>
          <w:rFonts w:eastAsia="Times New Roman"/>
        </w:rPr>
        <w:t xml:space="preserve">té doivent être tels que, avec </w:t>
      </w:r>
      <w:r w:rsidRPr="0049583D">
        <w:rPr>
          <w:rFonts w:eastAsia="Times New Roman"/>
        </w:rPr>
        <w:t>un degré de confiance de 95 %, la</w:t>
      </w:r>
      <w:r>
        <w:rPr>
          <w:rFonts w:eastAsia="Times New Roman"/>
        </w:rPr>
        <w:t xml:space="preserve"> probabilité minimum de passer </w:t>
      </w:r>
      <w:r w:rsidRPr="0049583D">
        <w:rPr>
          <w:rFonts w:eastAsia="Times New Roman"/>
        </w:rPr>
        <w:t>avec succès une vérification p</w:t>
      </w:r>
      <w:r>
        <w:rPr>
          <w:rFonts w:eastAsia="Times New Roman"/>
        </w:rPr>
        <w:t xml:space="preserve">ar sondage telle que décrite à </w:t>
      </w:r>
      <w:r w:rsidRPr="0049583D">
        <w:rPr>
          <w:rFonts w:eastAsia="Times New Roman"/>
        </w:rPr>
        <w:t>l</w:t>
      </w:r>
      <w:r w:rsidR="003D2091">
        <w:rPr>
          <w:rFonts w:eastAsia="Times New Roman"/>
        </w:rPr>
        <w:t>’</w:t>
      </w:r>
      <w:r w:rsidRPr="0049583D">
        <w:rPr>
          <w:rFonts w:eastAsia="Times New Roman"/>
        </w:rPr>
        <w:t>annexe</w:t>
      </w:r>
      <w:r>
        <w:rPr>
          <w:rFonts w:eastAsia="Times New Roman"/>
        </w:rPr>
        <w:t> </w:t>
      </w:r>
      <w:r w:rsidRPr="0049583D">
        <w:rPr>
          <w:rFonts w:eastAsia="Times New Roman"/>
        </w:rPr>
        <w:t>5 serait de 0,95.</w:t>
      </w:r>
    </w:p>
    <w:p w14:paraId="3071030B" w14:textId="480D0624" w:rsidR="003D2091" w:rsidRDefault="003D2091" w:rsidP="003D2091">
      <w:pPr>
        <w:pStyle w:val="SingleTxtG"/>
        <w:ind w:left="2268"/>
        <w:rPr>
          <w:rFonts w:eastAsia="Times New Roman"/>
        </w:rPr>
      </w:pPr>
      <w:r>
        <w:rPr>
          <w:rFonts w:eastAsia="Times New Roman"/>
        </w:rPr>
        <w:br w:type="page"/>
      </w:r>
    </w:p>
    <w:p w14:paraId="5C3FCBD7" w14:textId="77777777" w:rsidR="003D2091" w:rsidRPr="0049583D" w:rsidRDefault="003D2091" w:rsidP="003D2091">
      <w:pPr>
        <w:pStyle w:val="HChG"/>
      </w:pPr>
      <w:r w:rsidRPr="0049583D">
        <w:lastRenderedPageBreak/>
        <w:t>Annexe 5</w:t>
      </w:r>
    </w:p>
    <w:p w14:paraId="167BE241" w14:textId="014B1F2B" w:rsidR="003D2091" w:rsidRPr="0049583D" w:rsidRDefault="003D2091" w:rsidP="003D2091">
      <w:pPr>
        <w:pStyle w:val="HChG"/>
      </w:pPr>
      <w:r w:rsidRPr="0049583D">
        <w:rPr>
          <w:sz w:val="24"/>
          <w:szCs w:val="24"/>
        </w:rPr>
        <w:tab/>
      </w:r>
      <w:r w:rsidRPr="0049583D">
        <w:rPr>
          <w:sz w:val="24"/>
          <w:szCs w:val="24"/>
        </w:rPr>
        <w:tab/>
      </w:r>
      <w:r w:rsidRPr="0049583D">
        <w:t>Prescriptions minimales concernant l</w:t>
      </w:r>
      <w:r>
        <w:t>’</w:t>
      </w:r>
      <w:r w:rsidRPr="0049583D">
        <w:t>échantillonnage</w:t>
      </w:r>
      <w:r>
        <w:t xml:space="preserve"> </w:t>
      </w:r>
      <w:r w:rsidRPr="0049583D">
        <w:br/>
        <w:t>fait par un inspecteur</w:t>
      </w:r>
    </w:p>
    <w:p w14:paraId="29A3A7B7" w14:textId="09C6A0FA" w:rsidR="003D2091" w:rsidRPr="0049583D" w:rsidRDefault="003D2091" w:rsidP="003D2091">
      <w:pPr>
        <w:pStyle w:val="SingleTxtG"/>
        <w:tabs>
          <w:tab w:val="clear" w:pos="1701"/>
        </w:tabs>
        <w:ind w:left="2268" w:hanging="1134"/>
        <w:rPr>
          <w:szCs w:val="24"/>
        </w:rPr>
      </w:pPr>
      <w:r w:rsidRPr="0049583D">
        <w:rPr>
          <w:szCs w:val="24"/>
        </w:rPr>
        <w:t>1.</w:t>
      </w:r>
      <w:r w:rsidRPr="0049583D">
        <w:rPr>
          <w:szCs w:val="24"/>
        </w:rPr>
        <w:tab/>
      </w:r>
      <w:r w:rsidRPr="003D2091">
        <w:t>Généralités</w:t>
      </w:r>
    </w:p>
    <w:p w14:paraId="0665D1A1" w14:textId="6480CBD2" w:rsidR="003D2091" w:rsidRPr="0049583D" w:rsidRDefault="003D2091" w:rsidP="003D2091">
      <w:pPr>
        <w:pStyle w:val="SingleTxtG"/>
        <w:tabs>
          <w:tab w:val="clear" w:pos="1701"/>
        </w:tabs>
        <w:ind w:left="2268" w:hanging="1134"/>
        <w:rPr>
          <w:szCs w:val="24"/>
        </w:rPr>
      </w:pPr>
      <w:r w:rsidRPr="0049583D">
        <w:rPr>
          <w:szCs w:val="24"/>
        </w:rPr>
        <w:t>1.1</w:t>
      </w:r>
      <w:r w:rsidRPr="0049583D">
        <w:rPr>
          <w:szCs w:val="24"/>
        </w:rPr>
        <w:tab/>
      </w:r>
      <w:r w:rsidRPr="00986938">
        <w:t>Les</w:t>
      </w:r>
      <w:r w:rsidRPr="0049583D">
        <w:rPr>
          <w:szCs w:val="24"/>
        </w:rPr>
        <w:t xml:space="preserve"> </w:t>
      </w:r>
      <w:r w:rsidRPr="003D2091">
        <w:t>prescriptions</w:t>
      </w:r>
      <w:r w:rsidRPr="0049583D">
        <w:rPr>
          <w:szCs w:val="24"/>
        </w:rPr>
        <w:t xml:space="preserve"> de conformité sont considérées comme satisfaites du point de vue mécanique et géométrique, conformément aux prescriptions du présent Règlement, si les différences, le cas échéant, n</w:t>
      </w:r>
      <w:r>
        <w:rPr>
          <w:szCs w:val="24"/>
        </w:rPr>
        <w:t>’</w:t>
      </w:r>
      <w:r w:rsidRPr="0049583D">
        <w:rPr>
          <w:szCs w:val="24"/>
        </w:rPr>
        <w:t>excèdent pas les écarts de fabrication inévitables.</w:t>
      </w:r>
    </w:p>
    <w:p w14:paraId="0B27BF2B" w14:textId="1265C1D2" w:rsidR="003D2091" w:rsidRPr="0049583D" w:rsidRDefault="003D2091" w:rsidP="003D2091">
      <w:pPr>
        <w:pStyle w:val="SingleTxtG"/>
        <w:tabs>
          <w:tab w:val="clear" w:pos="1701"/>
        </w:tabs>
        <w:ind w:left="2268" w:hanging="1134"/>
        <w:rPr>
          <w:szCs w:val="24"/>
        </w:rPr>
      </w:pPr>
      <w:r w:rsidRPr="0049583D">
        <w:rPr>
          <w:szCs w:val="24"/>
        </w:rPr>
        <w:t>1.2</w:t>
      </w:r>
      <w:r w:rsidRPr="0049583D">
        <w:rPr>
          <w:szCs w:val="24"/>
        </w:rPr>
        <w:tab/>
        <w:t xml:space="preserve">Pour ce qui est des performances photométriques, la conformité des feux de série </w:t>
      </w:r>
      <w:r w:rsidRPr="003D2091">
        <w:t>n</w:t>
      </w:r>
      <w:r>
        <w:t>’</w:t>
      </w:r>
      <w:r w:rsidRPr="003D2091">
        <w:t>est</w:t>
      </w:r>
      <w:r w:rsidRPr="0049583D">
        <w:rPr>
          <w:szCs w:val="24"/>
        </w:rPr>
        <w:t xml:space="preserve"> pas contestée si, </w:t>
      </w:r>
      <w:r>
        <w:rPr>
          <w:szCs w:val="24"/>
        </w:rPr>
        <w:t>pendant</w:t>
      </w:r>
      <w:r w:rsidRPr="0049583D">
        <w:rPr>
          <w:szCs w:val="24"/>
        </w:rPr>
        <w:t xml:space="preserve"> l</w:t>
      </w:r>
      <w:r>
        <w:rPr>
          <w:szCs w:val="24"/>
        </w:rPr>
        <w:t>’</w:t>
      </w:r>
      <w:r w:rsidRPr="0049583D">
        <w:rPr>
          <w:szCs w:val="24"/>
        </w:rPr>
        <w:t>essai des feux prélevés au hasard conformément au paragraphe</w:t>
      </w:r>
      <w:r>
        <w:rPr>
          <w:szCs w:val="24"/>
        </w:rPr>
        <w:t> </w:t>
      </w:r>
      <w:r w:rsidRPr="0049583D">
        <w:rPr>
          <w:szCs w:val="24"/>
        </w:rPr>
        <w:t>4.7 du présent Règlement</w:t>
      </w:r>
      <w:r>
        <w:rPr>
          <w:szCs w:val="24"/>
        </w:rPr>
        <w:t> :</w:t>
      </w:r>
    </w:p>
    <w:p w14:paraId="0EDD9882" w14:textId="5CC839A8" w:rsidR="003D2091" w:rsidRDefault="003D2091" w:rsidP="003D2091">
      <w:pPr>
        <w:pStyle w:val="SingleTxtG"/>
        <w:ind w:left="2835" w:hanging="567"/>
      </w:pPr>
      <w:r>
        <w:t>a)</w:t>
      </w:r>
      <w:r>
        <w:tab/>
      </w:r>
      <w:r w:rsidRPr="0049583D">
        <w:t>Aucune valeur mesurée ne s</w:t>
      </w:r>
      <w:r>
        <w:t>’</w:t>
      </w:r>
      <w:r w:rsidRPr="0049583D">
        <w:t>écarte des valeurs prescrites au</w:t>
      </w:r>
      <w:r>
        <w:t xml:space="preserve"> paragraphe 1.2.1 de l’annexe 4.</w:t>
      </w:r>
    </w:p>
    <w:p w14:paraId="66307C6E" w14:textId="11DF4885" w:rsidR="003D2091" w:rsidRPr="0049583D" w:rsidRDefault="003D2091" w:rsidP="003D2091">
      <w:pPr>
        <w:pStyle w:val="SingleTxtG"/>
        <w:ind w:left="2835" w:hanging="567"/>
      </w:pPr>
      <w:r>
        <w:t>b)</w:t>
      </w:r>
      <w:r>
        <w:tab/>
        <w:t>S</w:t>
      </w:r>
      <w:r w:rsidRPr="0049583D">
        <w:t>i, dans le cas d</w:t>
      </w:r>
      <w:r>
        <w:t>’</w:t>
      </w:r>
      <w:r w:rsidRPr="0049583D">
        <w:t xml:space="preserve">un feu </w:t>
      </w:r>
      <w:r>
        <w:t>équipé d’</w:t>
      </w:r>
      <w:r w:rsidRPr="0049583D">
        <w:t>une source lumineuse remplaçable</w:t>
      </w:r>
      <w:r>
        <w:t>,</w:t>
      </w:r>
      <w:r w:rsidRPr="0049583D">
        <w:t xml:space="preserve"> les résultats d</w:t>
      </w:r>
      <w:r>
        <w:t>’</w:t>
      </w:r>
      <w:r w:rsidRPr="0049583D">
        <w:t>essai décrits ci-dessus ne sont pas conformes aux prescriptions, le feu est de nouveau soumis à des essais, avec une autre source lumineuse étalon.</w:t>
      </w:r>
    </w:p>
    <w:p w14:paraId="6D22738E" w14:textId="77777777" w:rsidR="003D2091" w:rsidRPr="0049583D" w:rsidRDefault="003D2091" w:rsidP="003D2091">
      <w:pPr>
        <w:pStyle w:val="SingleTxtG"/>
        <w:tabs>
          <w:tab w:val="clear" w:pos="1701"/>
        </w:tabs>
        <w:ind w:left="2268" w:hanging="1134"/>
        <w:rPr>
          <w:szCs w:val="24"/>
        </w:rPr>
      </w:pPr>
      <w:r>
        <w:rPr>
          <w:szCs w:val="24"/>
        </w:rPr>
        <w:t>1.</w:t>
      </w:r>
      <w:r w:rsidRPr="0049583D">
        <w:rPr>
          <w:szCs w:val="24"/>
        </w:rPr>
        <w:t>3</w:t>
      </w:r>
      <w:r w:rsidRPr="0049583D">
        <w:rPr>
          <w:szCs w:val="24"/>
        </w:rPr>
        <w:tab/>
      </w:r>
      <w:r w:rsidRPr="00986938">
        <w:t>Les</w:t>
      </w:r>
      <w:r w:rsidRPr="0049583D">
        <w:rPr>
          <w:szCs w:val="24"/>
        </w:rPr>
        <w:t xml:space="preserve"> feux </w:t>
      </w:r>
      <w:r w:rsidRPr="003D2091">
        <w:t>présentant</w:t>
      </w:r>
      <w:r w:rsidRPr="0049583D">
        <w:rPr>
          <w:szCs w:val="24"/>
        </w:rPr>
        <w:t xml:space="preserve"> des défauts apparents ne sont pas pris en considération.</w:t>
      </w:r>
    </w:p>
    <w:p w14:paraId="5DB8087E" w14:textId="65498F17" w:rsidR="003D2091" w:rsidRPr="0049583D" w:rsidRDefault="003D2091" w:rsidP="003D2091">
      <w:pPr>
        <w:pStyle w:val="SingleTxtG"/>
        <w:tabs>
          <w:tab w:val="clear" w:pos="1701"/>
        </w:tabs>
        <w:ind w:left="2268" w:hanging="1134"/>
        <w:rPr>
          <w:szCs w:val="24"/>
        </w:rPr>
      </w:pPr>
      <w:r>
        <w:rPr>
          <w:szCs w:val="24"/>
        </w:rPr>
        <w:t>1.4</w:t>
      </w:r>
      <w:r w:rsidRPr="0049583D">
        <w:rPr>
          <w:szCs w:val="24"/>
        </w:rPr>
        <w:tab/>
        <w:t xml:space="preserve">Les </w:t>
      </w:r>
      <w:r w:rsidRPr="003D2091">
        <w:t>coordonnées</w:t>
      </w:r>
      <w:r w:rsidRPr="0049583D">
        <w:rPr>
          <w:szCs w:val="24"/>
        </w:rPr>
        <w:t xml:space="preserve"> chromatiques doivent être respectées lorsque l</w:t>
      </w:r>
      <w:r>
        <w:rPr>
          <w:szCs w:val="24"/>
        </w:rPr>
        <w:t>’</w:t>
      </w:r>
      <w:r w:rsidRPr="0049583D">
        <w:rPr>
          <w:szCs w:val="24"/>
        </w:rPr>
        <w:t xml:space="preserve">essai est effectué dans les </w:t>
      </w:r>
      <w:r w:rsidRPr="00986938">
        <w:t>conditions</w:t>
      </w:r>
      <w:r w:rsidRPr="0049583D">
        <w:rPr>
          <w:szCs w:val="24"/>
        </w:rPr>
        <w:t xml:space="preserve"> définies au paragraphe</w:t>
      </w:r>
      <w:r>
        <w:rPr>
          <w:szCs w:val="24"/>
        </w:rPr>
        <w:t> 4.</w:t>
      </w:r>
      <w:r w:rsidRPr="0049583D">
        <w:rPr>
          <w:szCs w:val="24"/>
        </w:rPr>
        <w:t>7 du présent Règlement.</w:t>
      </w:r>
    </w:p>
    <w:p w14:paraId="782AB7FD" w14:textId="77777777" w:rsidR="003D2091" w:rsidRPr="0049583D" w:rsidRDefault="003D2091" w:rsidP="003D2091">
      <w:pPr>
        <w:pStyle w:val="SingleTxtG"/>
        <w:tabs>
          <w:tab w:val="clear" w:pos="1701"/>
        </w:tabs>
        <w:ind w:left="2268" w:hanging="1134"/>
        <w:rPr>
          <w:szCs w:val="24"/>
        </w:rPr>
      </w:pPr>
      <w:r w:rsidRPr="0049583D">
        <w:rPr>
          <w:szCs w:val="24"/>
        </w:rPr>
        <w:t>2.</w:t>
      </w:r>
      <w:r w:rsidRPr="0049583D">
        <w:rPr>
          <w:szCs w:val="24"/>
        </w:rPr>
        <w:tab/>
      </w:r>
      <w:r w:rsidRPr="00986938">
        <w:t>Premier</w:t>
      </w:r>
      <w:r w:rsidRPr="0049583D">
        <w:rPr>
          <w:szCs w:val="24"/>
        </w:rPr>
        <w:t xml:space="preserve"> </w:t>
      </w:r>
      <w:r w:rsidRPr="003D2091">
        <w:t>prélèvement</w:t>
      </w:r>
    </w:p>
    <w:p w14:paraId="19E16C88" w14:textId="77777777" w:rsidR="003D2091" w:rsidRPr="0049583D" w:rsidRDefault="003D2091" w:rsidP="003D2091">
      <w:pPr>
        <w:pStyle w:val="SingleTxtG"/>
        <w:ind w:left="2268"/>
      </w:pPr>
      <w:r w:rsidRPr="0049583D">
        <w:t>Quatre feux sont choisis au</w:t>
      </w:r>
      <w:r>
        <w:t xml:space="preserve"> </w:t>
      </w:r>
      <w:r w:rsidRPr="0049583D">
        <w:t>hasard. La lettre A est apposée sur le premier et le troisième, et la lettre B sur le deuxième et le quatrième.</w:t>
      </w:r>
    </w:p>
    <w:p w14:paraId="780D6E8D" w14:textId="4E853D1B" w:rsidR="003D2091" w:rsidRPr="0049583D" w:rsidRDefault="003D2091" w:rsidP="003D2091">
      <w:pPr>
        <w:pStyle w:val="SingleTxtG"/>
        <w:tabs>
          <w:tab w:val="clear" w:pos="1701"/>
        </w:tabs>
        <w:ind w:left="2268" w:hanging="1134"/>
        <w:rPr>
          <w:szCs w:val="24"/>
        </w:rPr>
      </w:pPr>
      <w:r w:rsidRPr="0049583D">
        <w:rPr>
          <w:szCs w:val="24"/>
        </w:rPr>
        <w:t>2.1</w:t>
      </w:r>
      <w:r w:rsidRPr="0049583D">
        <w:rPr>
          <w:szCs w:val="24"/>
        </w:rPr>
        <w:tab/>
        <w:t>La con</w:t>
      </w:r>
      <w:r>
        <w:rPr>
          <w:szCs w:val="24"/>
        </w:rPr>
        <w:t>formité des feux de série n’es</w:t>
      </w:r>
      <w:r w:rsidRPr="0049583D">
        <w:rPr>
          <w:szCs w:val="24"/>
        </w:rPr>
        <w:t>t p</w:t>
      </w:r>
      <w:r>
        <w:rPr>
          <w:szCs w:val="24"/>
        </w:rPr>
        <w:t>as</w:t>
      </w:r>
      <w:r w:rsidRPr="0049583D">
        <w:rPr>
          <w:szCs w:val="24"/>
        </w:rPr>
        <w:t xml:space="preserve"> contestée si aucune valeur mesurée sur les </w:t>
      </w:r>
      <w:r w:rsidRPr="003D2091">
        <w:t>feux</w:t>
      </w:r>
      <w:r w:rsidRPr="0049583D">
        <w:rPr>
          <w:szCs w:val="24"/>
        </w:rPr>
        <w:t xml:space="preserve"> des échantillons A</w:t>
      </w:r>
      <w:r>
        <w:rPr>
          <w:szCs w:val="24"/>
        </w:rPr>
        <w:t xml:space="preserve"> et B ne s’écarte de plus de 20 </w:t>
      </w:r>
      <w:r w:rsidRPr="0049583D">
        <w:rPr>
          <w:szCs w:val="24"/>
        </w:rPr>
        <w:t xml:space="preserve">% (pour </w:t>
      </w:r>
      <w:r>
        <w:rPr>
          <w:szCs w:val="24"/>
        </w:rPr>
        <w:t>chacun des</w:t>
      </w:r>
      <w:r w:rsidRPr="0049583D">
        <w:rPr>
          <w:szCs w:val="24"/>
        </w:rPr>
        <w:t xml:space="preserve"> quatre feux).</w:t>
      </w:r>
    </w:p>
    <w:p w14:paraId="36570C90" w14:textId="4ED4075C" w:rsidR="003D2091" w:rsidRPr="0049583D" w:rsidRDefault="003D2091" w:rsidP="003D2091">
      <w:pPr>
        <w:pStyle w:val="SingleTxtG"/>
        <w:ind w:left="2268"/>
        <w:rPr>
          <w:szCs w:val="24"/>
        </w:rPr>
      </w:pPr>
      <w:r w:rsidRPr="0049583D">
        <w:rPr>
          <w:szCs w:val="24"/>
        </w:rPr>
        <w:t>Si l</w:t>
      </w:r>
      <w:r>
        <w:rPr>
          <w:szCs w:val="24"/>
        </w:rPr>
        <w:t>’</w:t>
      </w:r>
      <w:r w:rsidRPr="0049583D">
        <w:rPr>
          <w:szCs w:val="24"/>
        </w:rPr>
        <w:t>écart n</w:t>
      </w:r>
      <w:r>
        <w:rPr>
          <w:szCs w:val="24"/>
        </w:rPr>
        <w:t>’</w:t>
      </w:r>
      <w:r w:rsidRPr="0049583D">
        <w:rPr>
          <w:szCs w:val="24"/>
        </w:rPr>
        <w:t>est pas supérieur à 0</w:t>
      </w:r>
      <w:r>
        <w:rPr>
          <w:szCs w:val="24"/>
        </w:rPr>
        <w:t> </w:t>
      </w:r>
      <w:r w:rsidRPr="0049583D">
        <w:rPr>
          <w:szCs w:val="24"/>
        </w:rPr>
        <w:t>% pour les deux feux de l</w:t>
      </w:r>
      <w:r>
        <w:rPr>
          <w:szCs w:val="24"/>
        </w:rPr>
        <w:t>’</w:t>
      </w:r>
      <w:r w:rsidRPr="0049583D">
        <w:rPr>
          <w:szCs w:val="24"/>
        </w:rPr>
        <w:t xml:space="preserve">échantillon A, on peut arrêter les </w:t>
      </w:r>
      <w:r w:rsidRPr="00986938">
        <w:rPr>
          <w:rFonts w:eastAsia="Times New Roman"/>
        </w:rPr>
        <w:t>mesures</w:t>
      </w:r>
      <w:r w:rsidRPr="0049583D">
        <w:rPr>
          <w:szCs w:val="24"/>
        </w:rPr>
        <w:t>.</w:t>
      </w:r>
    </w:p>
    <w:p w14:paraId="4489B52C" w14:textId="0EDF8EE9" w:rsidR="003D2091" w:rsidRPr="0049583D" w:rsidRDefault="003D2091" w:rsidP="003D2091">
      <w:pPr>
        <w:pStyle w:val="SingleTxtG"/>
        <w:tabs>
          <w:tab w:val="clear" w:pos="1701"/>
        </w:tabs>
        <w:ind w:left="2268" w:hanging="1134"/>
        <w:rPr>
          <w:color w:val="000000"/>
          <w:szCs w:val="24"/>
        </w:rPr>
      </w:pPr>
      <w:r w:rsidRPr="0049583D">
        <w:rPr>
          <w:szCs w:val="24"/>
        </w:rPr>
        <w:t>2.2</w:t>
      </w:r>
      <w:r w:rsidRPr="0049583D">
        <w:rPr>
          <w:szCs w:val="24"/>
        </w:rPr>
        <w:tab/>
      </w:r>
      <w:r w:rsidRPr="00986938">
        <w:t>La</w:t>
      </w:r>
      <w:r w:rsidRPr="0049583D">
        <w:rPr>
          <w:szCs w:val="24"/>
        </w:rPr>
        <w:t xml:space="preserve"> confor</w:t>
      </w:r>
      <w:r>
        <w:rPr>
          <w:szCs w:val="24"/>
        </w:rPr>
        <w:t xml:space="preserve">mité </w:t>
      </w:r>
      <w:r w:rsidRPr="003D2091">
        <w:t>des</w:t>
      </w:r>
      <w:r>
        <w:rPr>
          <w:szCs w:val="24"/>
        </w:rPr>
        <w:t xml:space="preserve"> feux de série est</w:t>
      </w:r>
      <w:r w:rsidRPr="0049583D">
        <w:rPr>
          <w:szCs w:val="24"/>
        </w:rPr>
        <w:t xml:space="preserve"> contestée si l</w:t>
      </w:r>
      <w:r>
        <w:rPr>
          <w:szCs w:val="24"/>
        </w:rPr>
        <w:t>’</w:t>
      </w:r>
      <w:r w:rsidRPr="0049583D">
        <w:rPr>
          <w:szCs w:val="24"/>
        </w:rPr>
        <w:t xml:space="preserve">écart de la valeur mesurée sur au </w:t>
      </w:r>
      <w:r w:rsidRPr="0049583D">
        <w:rPr>
          <w:color w:val="000000"/>
          <w:szCs w:val="24"/>
        </w:rPr>
        <w:t>moins un feu des échantillons A ou B dépasse 20 %.</w:t>
      </w:r>
    </w:p>
    <w:p w14:paraId="71F8300C" w14:textId="3A89FFC7" w:rsidR="003D2091" w:rsidRPr="0049583D" w:rsidRDefault="003D2091" w:rsidP="003D2091">
      <w:pPr>
        <w:pStyle w:val="SingleTxtG"/>
        <w:ind w:left="2268"/>
        <w:rPr>
          <w:color w:val="000000"/>
          <w:szCs w:val="24"/>
        </w:rPr>
      </w:pPr>
      <w:r>
        <w:rPr>
          <w:color w:val="000000"/>
          <w:szCs w:val="24"/>
        </w:rPr>
        <w:t xml:space="preserve">Le </w:t>
      </w:r>
      <w:r w:rsidRPr="00986938">
        <w:rPr>
          <w:rFonts w:eastAsia="Times New Roman"/>
        </w:rPr>
        <w:t>fabricant</w:t>
      </w:r>
      <w:r>
        <w:rPr>
          <w:color w:val="000000"/>
          <w:szCs w:val="24"/>
        </w:rPr>
        <w:t xml:space="preserve"> est</w:t>
      </w:r>
      <w:r w:rsidRPr="0049583D">
        <w:rPr>
          <w:color w:val="000000"/>
          <w:szCs w:val="24"/>
        </w:rPr>
        <w:t xml:space="preserve"> prié de mettre sa production en conformité avec les prescriptions et il faut procéder à un deuxième prélèvement, conformément au paragraphe 3, dans les deux mois q</w:t>
      </w:r>
      <w:r>
        <w:rPr>
          <w:color w:val="000000"/>
          <w:szCs w:val="24"/>
        </w:rPr>
        <w:t>ui suivent la notification. Les </w:t>
      </w:r>
      <w:r w:rsidRPr="0049583D">
        <w:rPr>
          <w:color w:val="000000"/>
          <w:szCs w:val="24"/>
        </w:rPr>
        <w:t>échantillons A et B doivent être conservés par le service technique jusqu</w:t>
      </w:r>
      <w:r>
        <w:rPr>
          <w:color w:val="000000"/>
          <w:szCs w:val="24"/>
        </w:rPr>
        <w:t>’</w:t>
      </w:r>
      <w:r w:rsidRPr="0049583D">
        <w:rPr>
          <w:color w:val="000000"/>
          <w:szCs w:val="24"/>
        </w:rPr>
        <w:t>à la fin du processus de vérification de la conformité.</w:t>
      </w:r>
      <w:r w:rsidRPr="0049583D" w:rsidDel="000C0F98">
        <w:t xml:space="preserve"> </w:t>
      </w:r>
    </w:p>
    <w:p w14:paraId="59583F1C" w14:textId="77777777" w:rsidR="003D2091" w:rsidRPr="0049583D" w:rsidRDefault="003D2091" w:rsidP="003D2091">
      <w:pPr>
        <w:pStyle w:val="SingleTxtG"/>
        <w:tabs>
          <w:tab w:val="clear" w:pos="1701"/>
        </w:tabs>
        <w:ind w:left="2268" w:hanging="1134"/>
        <w:rPr>
          <w:color w:val="000000"/>
          <w:szCs w:val="24"/>
        </w:rPr>
      </w:pPr>
      <w:r w:rsidRPr="0049583D">
        <w:rPr>
          <w:color w:val="000000"/>
          <w:szCs w:val="24"/>
        </w:rPr>
        <w:t>3.</w:t>
      </w:r>
      <w:r w:rsidRPr="0049583D">
        <w:rPr>
          <w:color w:val="000000"/>
          <w:szCs w:val="24"/>
        </w:rPr>
        <w:tab/>
      </w:r>
      <w:r w:rsidRPr="00986938">
        <w:t>Deuxième</w:t>
      </w:r>
      <w:r w:rsidRPr="0049583D">
        <w:rPr>
          <w:color w:val="000000"/>
          <w:szCs w:val="24"/>
        </w:rPr>
        <w:t xml:space="preserve"> </w:t>
      </w:r>
      <w:r w:rsidRPr="003D2091">
        <w:t>prélèvement</w:t>
      </w:r>
    </w:p>
    <w:p w14:paraId="2979EDAA" w14:textId="77777777" w:rsidR="003D2091" w:rsidRPr="0049583D" w:rsidRDefault="003D2091" w:rsidP="003D2091">
      <w:pPr>
        <w:pStyle w:val="SingleTxtG"/>
        <w:ind w:left="2268"/>
        <w:rPr>
          <w:color w:val="000000"/>
          <w:szCs w:val="24"/>
        </w:rPr>
      </w:pPr>
      <w:r w:rsidRPr="0049583D">
        <w:rPr>
          <w:color w:val="000000"/>
          <w:szCs w:val="24"/>
        </w:rPr>
        <w:t>On choisit au hasard quatre feux parmi le</w:t>
      </w:r>
      <w:r>
        <w:rPr>
          <w:color w:val="000000"/>
          <w:szCs w:val="24"/>
        </w:rPr>
        <w:t>s feux</w:t>
      </w:r>
      <w:r w:rsidRPr="0049583D">
        <w:rPr>
          <w:color w:val="000000"/>
          <w:szCs w:val="24"/>
        </w:rPr>
        <w:t xml:space="preserve"> produit</w:t>
      </w:r>
      <w:r>
        <w:rPr>
          <w:color w:val="000000"/>
          <w:szCs w:val="24"/>
        </w:rPr>
        <w:t>s</w:t>
      </w:r>
      <w:r w:rsidRPr="0049583D">
        <w:rPr>
          <w:color w:val="000000"/>
          <w:szCs w:val="24"/>
        </w:rPr>
        <w:t xml:space="preserve"> après </w:t>
      </w:r>
      <w:r>
        <w:rPr>
          <w:color w:val="000000"/>
          <w:szCs w:val="24"/>
        </w:rPr>
        <w:t xml:space="preserve">la </w:t>
      </w:r>
      <w:r w:rsidRPr="0049583D">
        <w:rPr>
          <w:color w:val="000000"/>
          <w:szCs w:val="24"/>
        </w:rPr>
        <w:t>mise en conformité. La lettre</w:t>
      </w:r>
      <w:r>
        <w:rPr>
          <w:color w:val="000000"/>
          <w:szCs w:val="24"/>
        </w:rPr>
        <w:t> </w:t>
      </w:r>
      <w:r w:rsidRPr="0049583D">
        <w:rPr>
          <w:color w:val="000000"/>
          <w:szCs w:val="24"/>
        </w:rPr>
        <w:t>C est apposée sur le premier et le troisième, et la lettre</w:t>
      </w:r>
      <w:r>
        <w:rPr>
          <w:color w:val="000000"/>
          <w:szCs w:val="24"/>
        </w:rPr>
        <w:t> </w:t>
      </w:r>
      <w:r w:rsidRPr="0049583D">
        <w:rPr>
          <w:color w:val="000000"/>
          <w:szCs w:val="24"/>
        </w:rPr>
        <w:t>D sur le deuxième et le quatrième</w:t>
      </w:r>
      <w:r>
        <w:rPr>
          <w:color w:val="000000"/>
          <w:szCs w:val="24"/>
        </w:rPr>
        <w:t>.</w:t>
      </w:r>
    </w:p>
    <w:p w14:paraId="459F5A17" w14:textId="19B9DC0F" w:rsidR="003D2091" w:rsidRPr="0049583D" w:rsidRDefault="003D2091" w:rsidP="003D2091">
      <w:pPr>
        <w:pStyle w:val="SingleTxtG"/>
        <w:tabs>
          <w:tab w:val="clear" w:pos="1701"/>
        </w:tabs>
        <w:ind w:left="2268" w:hanging="1134"/>
        <w:rPr>
          <w:color w:val="000000"/>
          <w:szCs w:val="24"/>
        </w:rPr>
      </w:pPr>
      <w:r w:rsidRPr="0049583D">
        <w:rPr>
          <w:color w:val="000000"/>
          <w:szCs w:val="24"/>
        </w:rPr>
        <w:t>3.1</w:t>
      </w:r>
      <w:r w:rsidRPr="0049583D">
        <w:rPr>
          <w:color w:val="000000"/>
          <w:szCs w:val="24"/>
        </w:rPr>
        <w:tab/>
      </w:r>
      <w:r w:rsidRPr="00986938">
        <w:t>La</w:t>
      </w:r>
      <w:r w:rsidRPr="0049583D">
        <w:rPr>
          <w:color w:val="000000"/>
          <w:szCs w:val="24"/>
        </w:rPr>
        <w:t xml:space="preserve"> con</w:t>
      </w:r>
      <w:r>
        <w:rPr>
          <w:color w:val="000000"/>
          <w:szCs w:val="24"/>
        </w:rPr>
        <w:t>formité des feux de série n’est pas</w:t>
      </w:r>
      <w:r w:rsidRPr="0049583D">
        <w:rPr>
          <w:color w:val="000000"/>
          <w:szCs w:val="24"/>
        </w:rPr>
        <w:t xml:space="preserve"> contestée si aucune valeur mesurée sur les feux des échantillons C et D ne s</w:t>
      </w:r>
      <w:r>
        <w:rPr>
          <w:color w:val="000000"/>
          <w:szCs w:val="24"/>
        </w:rPr>
        <w:t>’</w:t>
      </w:r>
      <w:r w:rsidRPr="0049583D">
        <w:rPr>
          <w:color w:val="000000"/>
          <w:szCs w:val="24"/>
        </w:rPr>
        <w:t xml:space="preserve">écarte de plus de 20 % (pour </w:t>
      </w:r>
      <w:r>
        <w:rPr>
          <w:color w:val="000000"/>
          <w:szCs w:val="24"/>
        </w:rPr>
        <w:t>chacun des</w:t>
      </w:r>
      <w:r w:rsidRPr="0049583D">
        <w:rPr>
          <w:color w:val="000000"/>
          <w:szCs w:val="24"/>
        </w:rPr>
        <w:t xml:space="preserve"> quatre feux).</w:t>
      </w:r>
    </w:p>
    <w:p w14:paraId="0D4FFB33" w14:textId="5A0FED75" w:rsidR="003D2091" w:rsidRPr="0049583D" w:rsidRDefault="003D2091" w:rsidP="003D2091">
      <w:pPr>
        <w:pStyle w:val="SingleTxtG"/>
        <w:ind w:left="2268"/>
        <w:rPr>
          <w:color w:val="000000"/>
          <w:szCs w:val="24"/>
        </w:rPr>
      </w:pPr>
      <w:r w:rsidRPr="0049583D">
        <w:rPr>
          <w:color w:val="000000"/>
          <w:szCs w:val="24"/>
        </w:rPr>
        <w:t xml:space="preserve">Si </w:t>
      </w:r>
      <w:r w:rsidRPr="00986938">
        <w:rPr>
          <w:rFonts w:eastAsia="Times New Roman"/>
        </w:rPr>
        <w:t>l</w:t>
      </w:r>
      <w:r>
        <w:rPr>
          <w:rFonts w:eastAsia="Times New Roman"/>
        </w:rPr>
        <w:t>’</w:t>
      </w:r>
      <w:r w:rsidRPr="00986938">
        <w:rPr>
          <w:rFonts w:eastAsia="Times New Roman"/>
        </w:rPr>
        <w:t>écart</w:t>
      </w:r>
      <w:r w:rsidRPr="0049583D">
        <w:rPr>
          <w:color w:val="000000"/>
          <w:szCs w:val="24"/>
        </w:rPr>
        <w:t xml:space="preserve"> n</w:t>
      </w:r>
      <w:r>
        <w:rPr>
          <w:color w:val="000000"/>
          <w:szCs w:val="24"/>
        </w:rPr>
        <w:t>’</w:t>
      </w:r>
      <w:r w:rsidRPr="0049583D">
        <w:rPr>
          <w:color w:val="000000"/>
          <w:szCs w:val="24"/>
        </w:rPr>
        <w:t>est pas supérieur à 0 % pour les deux feux de l</w:t>
      </w:r>
      <w:r>
        <w:rPr>
          <w:color w:val="000000"/>
          <w:szCs w:val="24"/>
        </w:rPr>
        <w:t>’</w:t>
      </w:r>
      <w:r w:rsidRPr="0049583D">
        <w:rPr>
          <w:color w:val="000000"/>
          <w:szCs w:val="24"/>
        </w:rPr>
        <w:t>échantillon C, on peut arrêter les mesures.</w:t>
      </w:r>
    </w:p>
    <w:p w14:paraId="50649B02" w14:textId="77777777" w:rsidR="003D2091" w:rsidRPr="0049583D" w:rsidRDefault="003D2091" w:rsidP="00450041">
      <w:pPr>
        <w:pStyle w:val="SingleTxtG"/>
        <w:keepNext/>
        <w:tabs>
          <w:tab w:val="clear" w:pos="1701"/>
        </w:tabs>
        <w:ind w:left="2268" w:hanging="1134"/>
        <w:rPr>
          <w:color w:val="000000"/>
          <w:szCs w:val="24"/>
        </w:rPr>
      </w:pPr>
      <w:r w:rsidRPr="0049583D">
        <w:rPr>
          <w:color w:val="000000"/>
          <w:szCs w:val="24"/>
        </w:rPr>
        <w:lastRenderedPageBreak/>
        <w:t>3.2</w:t>
      </w:r>
      <w:r w:rsidRPr="0049583D">
        <w:rPr>
          <w:color w:val="000000"/>
          <w:szCs w:val="24"/>
        </w:rPr>
        <w:tab/>
        <w:t>La confo</w:t>
      </w:r>
      <w:r>
        <w:rPr>
          <w:color w:val="000000"/>
          <w:szCs w:val="24"/>
        </w:rPr>
        <w:t xml:space="preserve">rmité </w:t>
      </w:r>
      <w:r w:rsidRPr="003D2091">
        <w:t>des</w:t>
      </w:r>
      <w:r>
        <w:rPr>
          <w:color w:val="000000"/>
          <w:szCs w:val="24"/>
        </w:rPr>
        <w:t xml:space="preserve"> feux de série est</w:t>
      </w:r>
      <w:r w:rsidRPr="0049583D">
        <w:rPr>
          <w:color w:val="000000"/>
          <w:szCs w:val="24"/>
        </w:rPr>
        <w:t xml:space="preserve"> contestée si</w:t>
      </w:r>
      <w:r>
        <w:rPr>
          <w:color w:val="000000"/>
          <w:szCs w:val="24"/>
        </w:rPr>
        <w:t> :</w:t>
      </w:r>
      <w:r w:rsidRPr="0049583D">
        <w:rPr>
          <w:color w:val="000000"/>
          <w:szCs w:val="24"/>
        </w:rPr>
        <w:t xml:space="preserve"> </w:t>
      </w:r>
    </w:p>
    <w:p w14:paraId="3E9B8081" w14:textId="5E67F9AC" w:rsidR="003D2091" w:rsidRPr="0049583D" w:rsidRDefault="003D2091" w:rsidP="00450041">
      <w:pPr>
        <w:pStyle w:val="SingleTxtG"/>
        <w:keepNext/>
        <w:tabs>
          <w:tab w:val="clear" w:pos="1701"/>
        </w:tabs>
        <w:ind w:left="2268" w:hanging="1134"/>
        <w:rPr>
          <w:color w:val="000000"/>
          <w:szCs w:val="24"/>
        </w:rPr>
      </w:pPr>
      <w:r w:rsidRPr="0049583D">
        <w:rPr>
          <w:color w:val="000000"/>
          <w:szCs w:val="24"/>
        </w:rPr>
        <w:t>3.2.1</w:t>
      </w:r>
      <w:r w:rsidRPr="0049583D">
        <w:rPr>
          <w:color w:val="000000"/>
          <w:szCs w:val="24"/>
        </w:rPr>
        <w:tab/>
        <w:t>L</w:t>
      </w:r>
      <w:r>
        <w:rPr>
          <w:color w:val="000000"/>
          <w:szCs w:val="24"/>
        </w:rPr>
        <w:t>’</w:t>
      </w:r>
      <w:r w:rsidRPr="0049583D">
        <w:rPr>
          <w:color w:val="000000"/>
          <w:szCs w:val="24"/>
        </w:rPr>
        <w:t>écart de la valeur mesurée sur a</w:t>
      </w:r>
      <w:r>
        <w:rPr>
          <w:color w:val="000000"/>
          <w:szCs w:val="24"/>
        </w:rPr>
        <w:t>u moins un des échantillons C ou D dépasse 20 % mais l’écart sur</w:t>
      </w:r>
      <w:r w:rsidRPr="0049583D">
        <w:rPr>
          <w:color w:val="000000"/>
          <w:szCs w:val="24"/>
        </w:rPr>
        <w:t xml:space="preserve"> l</w:t>
      </w:r>
      <w:r>
        <w:rPr>
          <w:color w:val="000000"/>
          <w:szCs w:val="24"/>
        </w:rPr>
        <w:t>’</w:t>
      </w:r>
      <w:r w:rsidRPr="0049583D">
        <w:rPr>
          <w:color w:val="000000"/>
          <w:szCs w:val="24"/>
        </w:rPr>
        <w:t>ensemble de ces échantillons ne dépasse pas 30 %.</w:t>
      </w:r>
    </w:p>
    <w:p w14:paraId="6E9DBA77" w14:textId="77777777" w:rsidR="003D2091" w:rsidRPr="0049583D" w:rsidRDefault="003D2091" w:rsidP="00450041">
      <w:pPr>
        <w:pStyle w:val="SingleTxtG"/>
        <w:keepNext/>
        <w:ind w:left="2268"/>
        <w:rPr>
          <w:color w:val="000000"/>
          <w:szCs w:val="24"/>
        </w:rPr>
      </w:pPr>
      <w:r w:rsidRPr="0049583D">
        <w:rPr>
          <w:color w:val="000000"/>
          <w:szCs w:val="24"/>
        </w:rPr>
        <w:t xml:space="preserve">Le </w:t>
      </w:r>
      <w:r w:rsidRPr="00986938">
        <w:rPr>
          <w:rFonts w:eastAsia="Times New Roman"/>
        </w:rPr>
        <w:t>fabricant</w:t>
      </w:r>
      <w:r w:rsidRPr="0049583D">
        <w:rPr>
          <w:color w:val="000000"/>
          <w:szCs w:val="24"/>
        </w:rPr>
        <w:t xml:space="preserve"> </w:t>
      </w:r>
      <w:r>
        <w:rPr>
          <w:color w:val="000000"/>
          <w:szCs w:val="24"/>
        </w:rPr>
        <w:t>est</w:t>
      </w:r>
      <w:r w:rsidRPr="0049583D">
        <w:rPr>
          <w:color w:val="000000"/>
          <w:szCs w:val="24"/>
        </w:rPr>
        <w:t xml:space="preserve"> à nouveau prié de mettre sa production en conformité avec les prescriptions.</w:t>
      </w:r>
    </w:p>
    <w:p w14:paraId="34074CC2" w14:textId="5E8F54DB" w:rsidR="003D2091" w:rsidRPr="0049583D" w:rsidRDefault="003D2091" w:rsidP="003D2091">
      <w:pPr>
        <w:pStyle w:val="SingleTxtG"/>
        <w:ind w:left="2268"/>
        <w:rPr>
          <w:color w:val="000000"/>
          <w:szCs w:val="24"/>
        </w:rPr>
      </w:pPr>
      <w:r w:rsidRPr="0049583D">
        <w:rPr>
          <w:color w:val="000000"/>
          <w:szCs w:val="24"/>
        </w:rPr>
        <w:t xml:space="preserve">Il faut procéder à un troisième prélèvement, conformément au paragraphe 4, dans les deux mois </w:t>
      </w:r>
      <w:r w:rsidRPr="00986938">
        <w:rPr>
          <w:rFonts w:eastAsia="Times New Roman"/>
        </w:rPr>
        <w:t>qui</w:t>
      </w:r>
      <w:r w:rsidRPr="0049583D">
        <w:rPr>
          <w:color w:val="000000"/>
          <w:szCs w:val="24"/>
        </w:rPr>
        <w:t xml:space="preserve"> suivent la notification.</w:t>
      </w:r>
      <w:r w:rsidRPr="0049583D">
        <w:rPr>
          <w:color w:val="0070C0"/>
          <w:szCs w:val="24"/>
        </w:rPr>
        <w:t xml:space="preserve"> </w:t>
      </w:r>
      <w:r w:rsidRPr="0049583D">
        <w:rPr>
          <w:color w:val="000000"/>
          <w:szCs w:val="24"/>
        </w:rPr>
        <w:t>Les échantillons C et D doivent être conservés par le service technique jusqu</w:t>
      </w:r>
      <w:r>
        <w:rPr>
          <w:color w:val="000000"/>
          <w:szCs w:val="24"/>
        </w:rPr>
        <w:t>’</w:t>
      </w:r>
      <w:r w:rsidRPr="0049583D">
        <w:rPr>
          <w:color w:val="000000"/>
          <w:szCs w:val="24"/>
        </w:rPr>
        <w:t>à la fin du processus de vérification de la conformité.</w:t>
      </w:r>
    </w:p>
    <w:p w14:paraId="17188D1D" w14:textId="7063DE04" w:rsidR="003D2091" w:rsidRPr="0049583D" w:rsidRDefault="003D2091" w:rsidP="003D2091">
      <w:pPr>
        <w:pStyle w:val="SingleTxtG"/>
        <w:tabs>
          <w:tab w:val="clear" w:pos="1701"/>
        </w:tabs>
        <w:ind w:left="2268" w:hanging="1134"/>
        <w:rPr>
          <w:color w:val="000000"/>
          <w:szCs w:val="24"/>
        </w:rPr>
      </w:pPr>
      <w:r w:rsidRPr="0049583D">
        <w:rPr>
          <w:color w:val="000000"/>
          <w:szCs w:val="24"/>
        </w:rPr>
        <w:t>3.2.2</w:t>
      </w:r>
      <w:r w:rsidRPr="0049583D">
        <w:rPr>
          <w:color w:val="000000"/>
          <w:szCs w:val="24"/>
        </w:rPr>
        <w:tab/>
        <w:t xml:space="preserve">Un </w:t>
      </w:r>
      <w:r w:rsidRPr="003D2091">
        <w:t>échantillon</w:t>
      </w:r>
      <w:r w:rsidRPr="0049583D">
        <w:rPr>
          <w:color w:val="000000"/>
          <w:szCs w:val="24"/>
        </w:rPr>
        <w:t xml:space="preserve"> C ou D dépasse 30 %. Dans ce cas, il faut retirer l</w:t>
      </w:r>
      <w:r>
        <w:rPr>
          <w:color w:val="000000"/>
          <w:szCs w:val="24"/>
        </w:rPr>
        <w:t>’</w:t>
      </w:r>
      <w:r w:rsidRPr="0049583D">
        <w:rPr>
          <w:color w:val="000000"/>
          <w:szCs w:val="24"/>
        </w:rPr>
        <w:t>homologation conformément aux dispositions du paragraphe 5.</w:t>
      </w:r>
    </w:p>
    <w:p w14:paraId="23EA54D3" w14:textId="77777777" w:rsidR="003D2091" w:rsidRPr="0049583D" w:rsidRDefault="003D2091" w:rsidP="003D2091">
      <w:pPr>
        <w:pStyle w:val="SingleTxtG"/>
        <w:tabs>
          <w:tab w:val="clear" w:pos="1701"/>
        </w:tabs>
        <w:ind w:left="2268" w:hanging="1134"/>
        <w:rPr>
          <w:color w:val="000000"/>
          <w:szCs w:val="24"/>
        </w:rPr>
      </w:pPr>
      <w:r w:rsidRPr="0049583D">
        <w:rPr>
          <w:color w:val="000000"/>
          <w:szCs w:val="24"/>
        </w:rPr>
        <w:t>4.</w:t>
      </w:r>
      <w:r w:rsidRPr="0049583D">
        <w:rPr>
          <w:color w:val="000000"/>
          <w:szCs w:val="24"/>
        </w:rPr>
        <w:tab/>
      </w:r>
      <w:r w:rsidRPr="00002A30">
        <w:t>Troisième</w:t>
      </w:r>
      <w:r w:rsidRPr="00002A30">
        <w:rPr>
          <w:color w:val="000000"/>
          <w:szCs w:val="24"/>
        </w:rPr>
        <w:t xml:space="preserve"> </w:t>
      </w:r>
      <w:r w:rsidRPr="00002A30">
        <w:t>prélèvement</w:t>
      </w:r>
    </w:p>
    <w:p w14:paraId="6FC4DA79" w14:textId="42493457" w:rsidR="003D2091" w:rsidRPr="0049583D" w:rsidRDefault="003D2091" w:rsidP="003D2091">
      <w:pPr>
        <w:pStyle w:val="SingleTxtG"/>
        <w:ind w:left="2268"/>
        <w:rPr>
          <w:color w:val="000000"/>
          <w:szCs w:val="24"/>
        </w:rPr>
      </w:pPr>
      <w:r w:rsidRPr="0049583D">
        <w:rPr>
          <w:color w:val="000000"/>
          <w:szCs w:val="24"/>
        </w:rPr>
        <w:t xml:space="preserve">On choisit au hasard quatre feux parmi </w:t>
      </w:r>
      <w:r>
        <w:rPr>
          <w:color w:val="000000"/>
          <w:szCs w:val="24"/>
        </w:rPr>
        <w:t>les feux</w:t>
      </w:r>
      <w:r w:rsidRPr="0049583D">
        <w:rPr>
          <w:color w:val="000000"/>
          <w:szCs w:val="24"/>
        </w:rPr>
        <w:t xml:space="preserve"> produit</w:t>
      </w:r>
      <w:r>
        <w:rPr>
          <w:color w:val="000000"/>
          <w:szCs w:val="24"/>
        </w:rPr>
        <w:t>s</w:t>
      </w:r>
      <w:r w:rsidRPr="0049583D">
        <w:rPr>
          <w:color w:val="000000"/>
          <w:szCs w:val="24"/>
        </w:rPr>
        <w:t xml:space="preserve"> après mise en conformité. La </w:t>
      </w:r>
      <w:r w:rsidRPr="00986938">
        <w:rPr>
          <w:rFonts w:eastAsia="Times New Roman"/>
        </w:rPr>
        <w:t>lettre</w:t>
      </w:r>
      <w:r w:rsidRPr="0049583D">
        <w:rPr>
          <w:color w:val="000000"/>
          <w:szCs w:val="24"/>
        </w:rPr>
        <w:t> E est apposée sur le premier et le troisième, et la lettre F sur le deuxième et le quatrième.</w:t>
      </w:r>
    </w:p>
    <w:p w14:paraId="6DFE3A28" w14:textId="4E76856A" w:rsidR="003D2091" w:rsidRPr="0049583D" w:rsidRDefault="003D2091" w:rsidP="003D2091">
      <w:pPr>
        <w:pStyle w:val="SingleTxtG"/>
        <w:tabs>
          <w:tab w:val="clear" w:pos="1701"/>
        </w:tabs>
        <w:ind w:left="2268" w:hanging="1134"/>
        <w:rPr>
          <w:color w:val="000000"/>
          <w:szCs w:val="24"/>
        </w:rPr>
      </w:pPr>
      <w:r w:rsidRPr="0049583D">
        <w:rPr>
          <w:color w:val="000000"/>
          <w:szCs w:val="24"/>
        </w:rPr>
        <w:t>4.1</w:t>
      </w:r>
      <w:r w:rsidRPr="0049583D">
        <w:rPr>
          <w:color w:val="000000"/>
          <w:szCs w:val="24"/>
        </w:rPr>
        <w:tab/>
      </w:r>
      <w:r w:rsidRPr="00986938">
        <w:t>La</w:t>
      </w:r>
      <w:r w:rsidRPr="0049583D">
        <w:rPr>
          <w:color w:val="000000"/>
          <w:szCs w:val="24"/>
        </w:rPr>
        <w:t xml:space="preserve"> conformité de</w:t>
      </w:r>
      <w:r>
        <w:rPr>
          <w:color w:val="000000"/>
          <w:szCs w:val="24"/>
        </w:rPr>
        <w:t>s feux de série n’est pas</w:t>
      </w:r>
      <w:r w:rsidRPr="0049583D">
        <w:rPr>
          <w:color w:val="000000"/>
          <w:szCs w:val="24"/>
        </w:rPr>
        <w:t xml:space="preserve"> contestée si aucune valeur mesurée sur les échantillons E et F ne s</w:t>
      </w:r>
      <w:r>
        <w:rPr>
          <w:color w:val="000000"/>
          <w:szCs w:val="24"/>
        </w:rPr>
        <w:t>’</w:t>
      </w:r>
      <w:r w:rsidRPr="0049583D">
        <w:rPr>
          <w:color w:val="000000"/>
          <w:szCs w:val="24"/>
        </w:rPr>
        <w:t xml:space="preserve">écarte de plus de 20 % (pour </w:t>
      </w:r>
      <w:r>
        <w:rPr>
          <w:color w:val="000000"/>
          <w:szCs w:val="24"/>
        </w:rPr>
        <w:t>chacun des</w:t>
      </w:r>
      <w:r w:rsidRPr="0049583D">
        <w:rPr>
          <w:color w:val="000000"/>
          <w:szCs w:val="24"/>
        </w:rPr>
        <w:t xml:space="preserve"> quatre feux). Si l</w:t>
      </w:r>
      <w:r>
        <w:rPr>
          <w:color w:val="000000"/>
          <w:szCs w:val="24"/>
        </w:rPr>
        <w:t>’</w:t>
      </w:r>
      <w:r w:rsidRPr="0049583D">
        <w:rPr>
          <w:color w:val="000000"/>
          <w:szCs w:val="24"/>
        </w:rPr>
        <w:t>écart n</w:t>
      </w:r>
      <w:r>
        <w:rPr>
          <w:color w:val="000000"/>
          <w:szCs w:val="24"/>
        </w:rPr>
        <w:t>’</w:t>
      </w:r>
      <w:r w:rsidRPr="0049583D">
        <w:rPr>
          <w:color w:val="000000"/>
          <w:szCs w:val="24"/>
        </w:rPr>
        <w:t>est pas supérieur à 0</w:t>
      </w:r>
      <w:r>
        <w:rPr>
          <w:color w:val="000000"/>
          <w:szCs w:val="24"/>
        </w:rPr>
        <w:t> </w:t>
      </w:r>
      <w:r w:rsidRPr="0049583D">
        <w:rPr>
          <w:color w:val="000000"/>
          <w:szCs w:val="24"/>
        </w:rPr>
        <w:t>% pour les deux feux de l</w:t>
      </w:r>
      <w:r>
        <w:rPr>
          <w:color w:val="000000"/>
          <w:szCs w:val="24"/>
        </w:rPr>
        <w:t>’</w:t>
      </w:r>
      <w:r w:rsidRPr="0049583D">
        <w:rPr>
          <w:color w:val="000000"/>
          <w:szCs w:val="24"/>
        </w:rPr>
        <w:t>échantillon</w:t>
      </w:r>
      <w:r>
        <w:rPr>
          <w:color w:val="000000"/>
          <w:szCs w:val="24"/>
        </w:rPr>
        <w:t> </w:t>
      </w:r>
      <w:r w:rsidRPr="0049583D">
        <w:rPr>
          <w:color w:val="000000"/>
          <w:szCs w:val="24"/>
        </w:rPr>
        <w:t>E, on peut arrêter les mesures.</w:t>
      </w:r>
    </w:p>
    <w:p w14:paraId="4D0A0771" w14:textId="2267F6F3" w:rsidR="003D2091" w:rsidRPr="0049583D" w:rsidRDefault="003D2091" w:rsidP="003D2091">
      <w:pPr>
        <w:pStyle w:val="SingleTxtG"/>
        <w:tabs>
          <w:tab w:val="clear" w:pos="1701"/>
        </w:tabs>
        <w:ind w:left="2268" w:hanging="1134"/>
        <w:rPr>
          <w:color w:val="000000"/>
          <w:szCs w:val="24"/>
        </w:rPr>
      </w:pPr>
      <w:r w:rsidRPr="0049583D">
        <w:rPr>
          <w:color w:val="000000"/>
          <w:szCs w:val="24"/>
        </w:rPr>
        <w:t>4.2</w:t>
      </w:r>
      <w:r w:rsidRPr="0049583D">
        <w:rPr>
          <w:color w:val="000000"/>
          <w:szCs w:val="24"/>
        </w:rPr>
        <w:tab/>
        <w:t xml:space="preserve">La conformité des feux de série </w:t>
      </w:r>
      <w:r>
        <w:rPr>
          <w:color w:val="000000"/>
          <w:szCs w:val="24"/>
        </w:rPr>
        <w:t>est</w:t>
      </w:r>
      <w:r w:rsidRPr="0049583D">
        <w:rPr>
          <w:color w:val="000000"/>
          <w:szCs w:val="24"/>
        </w:rPr>
        <w:t xml:space="preserve"> contestée si l</w:t>
      </w:r>
      <w:r>
        <w:rPr>
          <w:color w:val="000000"/>
          <w:szCs w:val="24"/>
        </w:rPr>
        <w:t>’</w:t>
      </w:r>
      <w:r w:rsidRPr="0049583D">
        <w:rPr>
          <w:color w:val="000000"/>
          <w:szCs w:val="24"/>
        </w:rPr>
        <w:t>écart de la valeur mesurée sur au moins un des échantillons E ou F dépasse 20 %. Dans ce cas, il faut retirer l</w:t>
      </w:r>
      <w:r>
        <w:rPr>
          <w:color w:val="000000"/>
          <w:szCs w:val="24"/>
        </w:rPr>
        <w:t>’</w:t>
      </w:r>
      <w:r w:rsidRPr="0049583D">
        <w:rPr>
          <w:color w:val="000000"/>
          <w:szCs w:val="24"/>
        </w:rPr>
        <w:t xml:space="preserve">homologation conformément aux </w:t>
      </w:r>
      <w:r>
        <w:rPr>
          <w:color w:val="000000"/>
          <w:szCs w:val="24"/>
        </w:rPr>
        <w:t>dispositions du paragraphe 5 ci</w:t>
      </w:r>
      <w:r>
        <w:rPr>
          <w:color w:val="000000"/>
          <w:szCs w:val="24"/>
        </w:rPr>
        <w:noBreakHyphen/>
      </w:r>
      <w:r w:rsidRPr="0049583D">
        <w:rPr>
          <w:color w:val="000000"/>
          <w:szCs w:val="24"/>
        </w:rPr>
        <w:t>dessous.</w:t>
      </w:r>
    </w:p>
    <w:p w14:paraId="14CC5E15" w14:textId="169B751F" w:rsidR="003D2091" w:rsidRPr="0049583D" w:rsidRDefault="003D2091" w:rsidP="003D2091">
      <w:pPr>
        <w:pStyle w:val="SingleTxtG"/>
        <w:tabs>
          <w:tab w:val="clear" w:pos="1701"/>
        </w:tabs>
        <w:ind w:left="2268" w:hanging="1134"/>
        <w:rPr>
          <w:color w:val="000000"/>
          <w:szCs w:val="24"/>
        </w:rPr>
      </w:pPr>
      <w:r w:rsidRPr="0049583D">
        <w:rPr>
          <w:color w:val="000000"/>
          <w:szCs w:val="24"/>
        </w:rPr>
        <w:t>5.</w:t>
      </w:r>
      <w:r w:rsidRPr="0049583D">
        <w:rPr>
          <w:color w:val="000000"/>
          <w:szCs w:val="24"/>
        </w:rPr>
        <w:tab/>
      </w:r>
      <w:r w:rsidRPr="00986938">
        <w:t>Retrait</w:t>
      </w:r>
      <w:r w:rsidRPr="0049583D">
        <w:rPr>
          <w:color w:val="000000"/>
          <w:szCs w:val="24"/>
        </w:rPr>
        <w:t xml:space="preserve"> </w:t>
      </w:r>
      <w:r w:rsidRPr="003D2091">
        <w:t>d</w:t>
      </w:r>
      <w:r>
        <w:t>’</w:t>
      </w:r>
      <w:r w:rsidRPr="003D2091">
        <w:t>homologation</w:t>
      </w:r>
    </w:p>
    <w:p w14:paraId="36B1801A" w14:textId="40CB6B44" w:rsidR="003D2091" w:rsidRDefault="003D2091" w:rsidP="003D2091">
      <w:pPr>
        <w:pStyle w:val="SingleTxtG"/>
        <w:ind w:left="2268"/>
        <w:rPr>
          <w:color w:val="000000"/>
          <w:szCs w:val="24"/>
        </w:rPr>
      </w:pPr>
      <w:r w:rsidRPr="00986938">
        <w:rPr>
          <w:rFonts w:eastAsia="Times New Roman"/>
        </w:rPr>
        <w:t>Conformément</w:t>
      </w:r>
      <w:r w:rsidRPr="0049583D">
        <w:rPr>
          <w:color w:val="000000"/>
          <w:szCs w:val="24"/>
        </w:rPr>
        <w:t xml:space="preserve"> au</w:t>
      </w:r>
      <w:r>
        <w:rPr>
          <w:color w:val="000000"/>
          <w:szCs w:val="24"/>
        </w:rPr>
        <w:t>x prescriptions des paragraphes </w:t>
      </w:r>
      <w:r w:rsidRPr="0049583D">
        <w:rPr>
          <w:color w:val="000000"/>
          <w:szCs w:val="24"/>
        </w:rPr>
        <w:t>4.1 et 4.2, le retrait de l</w:t>
      </w:r>
      <w:r>
        <w:rPr>
          <w:color w:val="000000"/>
          <w:szCs w:val="24"/>
        </w:rPr>
        <w:t>’</w:t>
      </w:r>
      <w:r w:rsidRPr="0049583D">
        <w:rPr>
          <w:color w:val="000000"/>
          <w:szCs w:val="24"/>
        </w:rPr>
        <w:t>homologation s</w:t>
      </w:r>
      <w:r>
        <w:rPr>
          <w:color w:val="000000"/>
          <w:szCs w:val="24"/>
        </w:rPr>
        <w:t>’</w:t>
      </w:r>
      <w:r w:rsidRPr="0049583D">
        <w:rPr>
          <w:color w:val="000000"/>
          <w:szCs w:val="24"/>
        </w:rPr>
        <w:t>effectue en vertu du paragraphe 3.6 du présent Règlement.</w:t>
      </w:r>
    </w:p>
    <w:p w14:paraId="21A95FE0" w14:textId="3654C3C9" w:rsidR="003D2091" w:rsidRDefault="003D2091" w:rsidP="003D2091">
      <w:pPr>
        <w:pStyle w:val="SingleTxtG"/>
        <w:ind w:left="2268"/>
        <w:rPr>
          <w:color w:val="000000"/>
          <w:szCs w:val="24"/>
        </w:rPr>
      </w:pPr>
      <w:r>
        <w:rPr>
          <w:color w:val="000000"/>
          <w:szCs w:val="24"/>
        </w:rPr>
        <w:br w:type="page"/>
      </w:r>
    </w:p>
    <w:p w14:paraId="5E5317C3" w14:textId="77777777" w:rsidR="003D2091" w:rsidRPr="0049583D" w:rsidRDefault="003D2091" w:rsidP="003D2091">
      <w:pPr>
        <w:pStyle w:val="HChG"/>
      </w:pPr>
      <w:r w:rsidRPr="0049583D">
        <w:lastRenderedPageBreak/>
        <w:t>Annexe 6</w:t>
      </w:r>
    </w:p>
    <w:p w14:paraId="34C36FDA" w14:textId="77777777" w:rsidR="003D2091" w:rsidRPr="0049583D" w:rsidRDefault="003D2091" w:rsidP="003D2091">
      <w:pPr>
        <w:pStyle w:val="HChG"/>
      </w:pPr>
      <w:r>
        <w:tab/>
      </w:r>
      <w:r>
        <w:tab/>
      </w:r>
      <w:r w:rsidRPr="0049583D">
        <w:t>Essai de résistance à la chaleur pour les feux de brouillard arrière et les feux de circulation diurne</w:t>
      </w:r>
    </w:p>
    <w:p w14:paraId="48A6DA22" w14:textId="0A94DDCA" w:rsidR="003D2091" w:rsidRPr="0049583D" w:rsidRDefault="003D2091" w:rsidP="003D2091">
      <w:pPr>
        <w:pStyle w:val="SingleTxtG"/>
        <w:tabs>
          <w:tab w:val="clear" w:pos="1701"/>
        </w:tabs>
        <w:ind w:left="2268" w:hanging="1134"/>
        <w:rPr>
          <w:szCs w:val="17"/>
        </w:rPr>
      </w:pPr>
      <w:r w:rsidRPr="0049583D">
        <w:rPr>
          <w:szCs w:val="17"/>
        </w:rPr>
        <w:t>1.</w:t>
      </w:r>
      <w:r w:rsidRPr="0049583D">
        <w:rPr>
          <w:szCs w:val="17"/>
        </w:rPr>
        <w:tab/>
        <w:t>Le feu doit être soumis à un essai de fonctionnement continu d</w:t>
      </w:r>
      <w:r>
        <w:rPr>
          <w:szCs w:val="17"/>
        </w:rPr>
        <w:t>’</w:t>
      </w:r>
      <w:r w:rsidRPr="0049583D">
        <w:rPr>
          <w:szCs w:val="17"/>
        </w:rPr>
        <w:t>une heure faisant suite à une période de mise en température de 20 mn. La tempéra</w:t>
      </w:r>
      <w:r>
        <w:rPr>
          <w:szCs w:val="17"/>
        </w:rPr>
        <w:t>ture ambiante doit être de 23</w:t>
      </w:r>
      <w:r w:rsidRPr="0049583D">
        <w:rPr>
          <w:szCs w:val="17"/>
        </w:rPr>
        <w:t> </w:t>
      </w:r>
      <w:r w:rsidRPr="00460532">
        <w:rPr>
          <w:lang w:val="fr-CA"/>
        </w:rPr>
        <w:sym w:font="Symbol" w:char="F0B1"/>
      </w:r>
      <w:r w:rsidRPr="0049583D">
        <w:rPr>
          <w:szCs w:val="17"/>
        </w:rPr>
        <w:t xml:space="preserve"> 5 °C. La source lumineuse utilisée doit être de la catégorie prévue pour ce feu et </w:t>
      </w:r>
      <w:r w:rsidRPr="003D2091">
        <w:rPr>
          <w:color w:val="000000"/>
          <w:szCs w:val="24"/>
        </w:rPr>
        <w:t>alimentée</w:t>
      </w:r>
      <w:r w:rsidRPr="0049583D">
        <w:rPr>
          <w:szCs w:val="17"/>
        </w:rPr>
        <w:t xml:space="preserve"> par un courant d</w:t>
      </w:r>
      <w:r>
        <w:rPr>
          <w:szCs w:val="17"/>
        </w:rPr>
        <w:t>’</w:t>
      </w:r>
      <w:r w:rsidRPr="0049583D">
        <w:rPr>
          <w:szCs w:val="17"/>
        </w:rPr>
        <w:t>une tension telle qu</w:t>
      </w:r>
      <w:r>
        <w:rPr>
          <w:szCs w:val="17"/>
        </w:rPr>
        <w:t>’</w:t>
      </w:r>
      <w:r w:rsidRPr="0049583D">
        <w:rPr>
          <w:szCs w:val="17"/>
        </w:rPr>
        <w:t>elle donne la puissance moyenne spécifiée à la tension d</w:t>
      </w:r>
      <w:r>
        <w:rPr>
          <w:szCs w:val="17"/>
        </w:rPr>
        <w:t>’</w:t>
      </w:r>
      <w:r w:rsidRPr="0049583D">
        <w:rPr>
          <w:szCs w:val="17"/>
        </w:rPr>
        <w:t>essai correspondante. Toutefois, pour les feux équipés de sources lumineuses non remplaçables (lampes à incandescence et autres), l</w:t>
      </w:r>
      <w:r>
        <w:rPr>
          <w:szCs w:val="17"/>
        </w:rPr>
        <w:t>’</w:t>
      </w:r>
      <w:r w:rsidRPr="0049583D">
        <w:rPr>
          <w:szCs w:val="17"/>
        </w:rPr>
        <w:t>essai doit être réalisé avec les sources lumineuses présentes dans le feu, conformément au paragraphe 5.4.1 du présent Règlement.</w:t>
      </w:r>
    </w:p>
    <w:p w14:paraId="440B1F52" w14:textId="164B24EA" w:rsidR="003D2091" w:rsidRPr="0049583D" w:rsidRDefault="003D2091" w:rsidP="003D2091">
      <w:pPr>
        <w:pStyle w:val="SingleTxtG"/>
        <w:tabs>
          <w:tab w:val="clear" w:pos="1701"/>
        </w:tabs>
        <w:ind w:left="2268" w:hanging="1134"/>
        <w:rPr>
          <w:rFonts w:eastAsia="@Arial Unicode MS" w:cs="Arial"/>
          <w:spacing w:val="-2"/>
          <w:szCs w:val="24"/>
        </w:rPr>
      </w:pPr>
      <w:r w:rsidRPr="0049583D">
        <w:rPr>
          <w:rFonts w:eastAsia="@Arial Unicode MS" w:cs="Arial"/>
          <w:szCs w:val="24"/>
        </w:rPr>
        <w:t>2.</w:t>
      </w:r>
      <w:r w:rsidRPr="0049583D">
        <w:rPr>
          <w:rFonts w:eastAsia="@Arial Unicode MS" w:cs="Arial"/>
          <w:szCs w:val="24"/>
        </w:rPr>
        <w:tab/>
      </w:r>
      <w:r w:rsidRPr="00AC219C">
        <w:t>Lorsque</w:t>
      </w:r>
      <w:r w:rsidRPr="0049583D">
        <w:rPr>
          <w:rFonts w:eastAsia="@Arial Unicode MS" w:cs="Arial"/>
          <w:spacing w:val="-2"/>
          <w:szCs w:val="24"/>
        </w:rPr>
        <w:t xml:space="preserve"> seule la puissance maximale est </w:t>
      </w:r>
      <w:r>
        <w:rPr>
          <w:rFonts w:eastAsia="@Arial Unicode MS" w:cs="Arial"/>
          <w:spacing w:val="-2"/>
          <w:szCs w:val="24"/>
        </w:rPr>
        <w:t>indiqu</w:t>
      </w:r>
      <w:r w:rsidRPr="0049583D">
        <w:rPr>
          <w:rFonts w:eastAsia="@Arial Unicode MS" w:cs="Arial"/>
          <w:spacing w:val="-2"/>
          <w:szCs w:val="24"/>
        </w:rPr>
        <w:t>ée, l</w:t>
      </w:r>
      <w:r>
        <w:rPr>
          <w:rFonts w:eastAsia="@Arial Unicode MS" w:cs="Arial"/>
          <w:spacing w:val="-2"/>
          <w:szCs w:val="24"/>
        </w:rPr>
        <w:t>’</w:t>
      </w:r>
      <w:r w:rsidRPr="0049583D">
        <w:rPr>
          <w:rFonts w:eastAsia="@Arial Unicode MS" w:cs="Arial"/>
          <w:spacing w:val="-2"/>
          <w:szCs w:val="24"/>
        </w:rPr>
        <w:t xml:space="preserve">essai doit être effectué en réglant la tension de </w:t>
      </w:r>
      <w:r w:rsidRPr="003D2091">
        <w:rPr>
          <w:color w:val="000000"/>
          <w:szCs w:val="24"/>
        </w:rPr>
        <w:t>façon</w:t>
      </w:r>
      <w:r w:rsidRPr="0049583D">
        <w:rPr>
          <w:rFonts w:eastAsia="@Arial Unicode MS" w:cs="Arial"/>
          <w:spacing w:val="-2"/>
          <w:szCs w:val="24"/>
        </w:rPr>
        <w:t xml:space="preserve"> à obtenir une puissance égale à 90 % de cette puissance. La puissance moyenne ou maximale ci-dessus doit, dans tous les cas, être obtenue avec la tension </w:t>
      </w:r>
      <w:r>
        <w:rPr>
          <w:rFonts w:eastAsia="@Arial Unicode MS" w:cs="Arial"/>
          <w:spacing w:val="-2"/>
          <w:szCs w:val="24"/>
        </w:rPr>
        <w:t xml:space="preserve">6, </w:t>
      </w:r>
      <w:r w:rsidRPr="0049583D">
        <w:rPr>
          <w:rFonts w:eastAsia="@Arial Unicode MS" w:cs="Arial"/>
          <w:spacing w:val="-2"/>
          <w:szCs w:val="24"/>
        </w:rPr>
        <w:t>12 ou 24 V qui lui permet d</w:t>
      </w:r>
      <w:r>
        <w:rPr>
          <w:rFonts w:eastAsia="@Arial Unicode MS" w:cs="Arial"/>
          <w:spacing w:val="-2"/>
          <w:szCs w:val="24"/>
        </w:rPr>
        <w:t>’</w:t>
      </w:r>
      <w:r w:rsidRPr="0049583D">
        <w:rPr>
          <w:rFonts w:eastAsia="@Arial Unicode MS" w:cs="Arial"/>
          <w:spacing w:val="-2"/>
          <w:szCs w:val="24"/>
        </w:rPr>
        <w:t>atteindre les plus grandes valeurs</w:t>
      </w:r>
      <w:r>
        <w:rPr>
          <w:rFonts w:eastAsia="@Arial Unicode MS" w:cs="Arial"/>
          <w:spacing w:val="-2"/>
          <w:szCs w:val="24"/>
        </w:rPr>
        <w:t> ;</w:t>
      </w:r>
      <w:r w:rsidRPr="0049583D">
        <w:rPr>
          <w:rFonts w:eastAsia="@Arial Unicode MS" w:cs="Arial"/>
          <w:spacing w:val="-2"/>
          <w:szCs w:val="24"/>
        </w:rPr>
        <w:t xml:space="preserve"> pour les sources lumineuses non remplaçables, les conditions d</w:t>
      </w:r>
      <w:r>
        <w:rPr>
          <w:rFonts w:eastAsia="@Arial Unicode MS" w:cs="Arial"/>
          <w:spacing w:val="-2"/>
          <w:szCs w:val="24"/>
        </w:rPr>
        <w:t>’</w:t>
      </w:r>
      <w:r w:rsidRPr="0049583D">
        <w:rPr>
          <w:rFonts w:eastAsia="@Arial Unicode MS" w:cs="Arial"/>
          <w:spacing w:val="-2"/>
          <w:szCs w:val="24"/>
        </w:rPr>
        <w:t>essai du paragraphe 5.9.1 du présent Règlement doivent être appliquées.</w:t>
      </w:r>
    </w:p>
    <w:p w14:paraId="79BD65E0" w14:textId="11DBDD3E" w:rsidR="003D2091" w:rsidRPr="0049583D" w:rsidRDefault="003D2091" w:rsidP="003D2091">
      <w:pPr>
        <w:pStyle w:val="SingleTxtG"/>
        <w:tabs>
          <w:tab w:val="clear" w:pos="1701"/>
        </w:tabs>
        <w:ind w:left="2268" w:hanging="1134"/>
      </w:pPr>
      <w:r w:rsidRPr="0049583D">
        <w:rPr>
          <w:rFonts w:eastAsia="@Arial Unicode MS" w:cs="Arial"/>
          <w:spacing w:val="-2"/>
          <w:szCs w:val="24"/>
        </w:rPr>
        <w:t>2.1</w:t>
      </w:r>
      <w:r w:rsidRPr="0049583D">
        <w:rPr>
          <w:rFonts w:eastAsia="@Arial Unicode MS" w:cs="Arial"/>
          <w:spacing w:val="-2"/>
          <w:szCs w:val="24"/>
        </w:rPr>
        <w:tab/>
      </w:r>
      <w:r w:rsidRPr="0049583D">
        <w:t>Dans le cas des sources lumineuses commandées par un régulateur d</w:t>
      </w:r>
      <w:r>
        <w:t>’</w:t>
      </w:r>
      <w:r w:rsidRPr="0049583D">
        <w:t xml:space="preserve">intensité, pour obtenir une </w:t>
      </w:r>
      <w:r w:rsidRPr="003D2091">
        <w:rPr>
          <w:color w:val="000000"/>
          <w:szCs w:val="24"/>
        </w:rPr>
        <w:t>intensité</w:t>
      </w:r>
      <w:r w:rsidRPr="0049583D">
        <w:t xml:space="preserve"> lumineuse variable, l</w:t>
      </w:r>
      <w:r>
        <w:t>’</w:t>
      </w:r>
      <w:r w:rsidRPr="0049583D">
        <w:t>essai doit être effectué dans les conditions telles que l</w:t>
      </w:r>
      <w:r>
        <w:t>’</w:t>
      </w:r>
      <w:r w:rsidRPr="0049583D">
        <w:t>intensité lumineuse soit égale au minimum à 90</w:t>
      </w:r>
      <w:r>
        <w:t> </w:t>
      </w:r>
      <w:r w:rsidRPr="0049583D">
        <w:t>% de l</w:t>
      </w:r>
      <w:r>
        <w:t>’</w:t>
      </w:r>
      <w:r w:rsidRPr="0049583D">
        <w:t>intensité lumineuse maxim</w:t>
      </w:r>
      <w:r>
        <w:t>ale</w:t>
      </w:r>
      <w:r w:rsidRPr="0049583D">
        <w:t>.</w:t>
      </w:r>
    </w:p>
    <w:p w14:paraId="6CE7D09B" w14:textId="2CF4CFD9" w:rsidR="003D2091" w:rsidRDefault="003D2091" w:rsidP="003D2091">
      <w:pPr>
        <w:pStyle w:val="SingleTxtG"/>
        <w:tabs>
          <w:tab w:val="clear" w:pos="1701"/>
        </w:tabs>
        <w:ind w:left="2268" w:hanging="1134"/>
        <w:rPr>
          <w:color w:val="000000"/>
          <w:szCs w:val="24"/>
        </w:rPr>
      </w:pPr>
      <w:r w:rsidRPr="0049583D">
        <w:t>3.</w:t>
      </w:r>
      <w:r w:rsidRPr="0049583D">
        <w:tab/>
        <w:t>Une fois que le feu est revenu à la température ambiante, aucune distorsion, déformation, fissure ou modification de couleur ne doit être perceptible.</w:t>
      </w:r>
      <w:r w:rsidRPr="0049583D">
        <w:rPr>
          <w:szCs w:val="17"/>
        </w:rPr>
        <w:t xml:space="preserve"> </w:t>
      </w:r>
      <w:r w:rsidRPr="0049583D">
        <w:rPr>
          <w:color w:val="000000"/>
          <w:szCs w:val="24"/>
        </w:rPr>
        <w:t>En cas de doute, on doit mesurer l</w:t>
      </w:r>
      <w:r>
        <w:rPr>
          <w:color w:val="000000"/>
          <w:szCs w:val="24"/>
        </w:rPr>
        <w:t>’</w:t>
      </w:r>
      <w:r w:rsidRPr="0049583D">
        <w:rPr>
          <w:color w:val="000000"/>
          <w:szCs w:val="24"/>
        </w:rPr>
        <w:t>intensité de la lumière conformément au paragraphe 5 du présent Règlement.</w:t>
      </w:r>
      <w:r w:rsidRPr="0049583D">
        <w:rPr>
          <w:szCs w:val="17"/>
        </w:rPr>
        <w:t xml:space="preserve"> </w:t>
      </w:r>
      <w:r w:rsidRPr="0049583D">
        <w:rPr>
          <w:color w:val="000000"/>
          <w:szCs w:val="24"/>
        </w:rPr>
        <w:t>Les valeurs obtenue</w:t>
      </w:r>
      <w:r>
        <w:rPr>
          <w:color w:val="000000"/>
          <w:szCs w:val="24"/>
        </w:rPr>
        <w:t>s doivent atteindre au moins 90 </w:t>
      </w:r>
      <w:r w:rsidRPr="0049583D">
        <w:rPr>
          <w:color w:val="000000"/>
          <w:szCs w:val="24"/>
        </w:rPr>
        <w:t>% de celles obtenues avant l</w:t>
      </w:r>
      <w:r>
        <w:rPr>
          <w:color w:val="000000"/>
          <w:szCs w:val="24"/>
        </w:rPr>
        <w:t>’</w:t>
      </w:r>
      <w:r w:rsidRPr="0049583D">
        <w:rPr>
          <w:color w:val="000000"/>
          <w:szCs w:val="24"/>
        </w:rPr>
        <w:t>essai de résistance à la chaleur effectué sur le même feu.</w:t>
      </w:r>
    </w:p>
    <w:p w14:paraId="11876468" w14:textId="7BCA9958" w:rsidR="003D2091" w:rsidRDefault="003D2091" w:rsidP="003D2091">
      <w:pPr>
        <w:pStyle w:val="SingleTxtG"/>
        <w:tabs>
          <w:tab w:val="clear" w:pos="1701"/>
        </w:tabs>
        <w:ind w:left="2268" w:hanging="1134"/>
        <w:rPr>
          <w:color w:val="000000"/>
          <w:szCs w:val="24"/>
        </w:rPr>
      </w:pPr>
      <w:r>
        <w:rPr>
          <w:color w:val="000000"/>
          <w:szCs w:val="24"/>
        </w:rPr>
        <w:br w:type="page"/>
      </w:r>
    </w:p>
    <w:p w14:paraId="7D58D37A" w14:textId="77777777" w:rsidR="003D2091" w:rsidRPr="0049583D" w:rsidRDefault="003D2091" w:rsidP="003D2091">
      <w:pPr>
        <w:pStyle w:val="HChG"/>
      </w:pPr>
      <w:r w:rsidRPr="0049583D">
        <w:lastRenderedPageBreak/>
        <w:t>Annexe 7</w:t>
      </w:r>
    </w:p>
    <w:p w14:paraId="53B5F584" w14:textId="2EDBF976" w:rsidR="003D2091" w:rsidRPr="0049583D" w:rsidRDefault="003D2091" w:rsidP="003D2091">
      <w:pPr>
        <w:pStyle w:val="HChG"/>
      </w:pPr>
      <w:r>
        <w:tab/>
      </w:r>
      <w:r>
        <w:tab/>
      </w:r>
      <w:r w:rsidRPr="0049583D">
        <w:t>Exemples de marques d</w:t>
      </w:r>
      <w:r>
        <w:t>’</w:t>
      </w:r>
      <w:r w:rsidRPr="0049583D">
        <w:t>homologation</w:t>
      </w:r>
    </w:p>
    <w:p w14:paraId="0698AF16" w14:textId="166DFB5F" w:rsidR="003D2091" w:rsidRPr="0049583D" w:rsidRDefault="003D2091" w:rsidP="003D2091">
      <w:pPr>
        <w:pStyle w:val="SingleTxtG"/>
      </w:pPr>
      <w:r w:rsidRPr="0056675A">
        <w:t xml:space="preserve">Les </w:t>
      </w:r>
      <w:r w:rsidRPr="0049583D">
        <w:t>marques d</w:t>
      </w:r>
      <w:r>
        <w:t>’</w:t>
      </w:r>
      <w:r w:rsidRPr="0049583D">
        <w:t>homologation ci-dessous sont données à titre d</w:t>
      </w:r>
      <w:r>
        <w:t>’</w:t>
      </w:r>
      <w:r w:rsidRPr="0049583D">
        <w:t>exemple seulement et toute autre marque d</w:t>
      </w:r>
      <w:r>
        <w:t>’</w:t>
      </w:r>
      <w:r w:rsidRPr="0049583D">
        <w:t>homologation conforme au paragraphe</w:t>
      </w:r>
      <w:r>
        <w:t> </w:t>
      </w:r>
      <w:r w:rsidRPr="0049583D">
        <w:t>3.3 du présent Règlement est acceptable.</w:t>
      </w:r>
    </w:p>
    <w:p w14:paraId="2A818236" w14:textId="141246B6" w:rsidR="003D2091" w:rsidRPr="00274FA1" w:rsidRDefault="003D2091" w:rsidP="003D2091">
      <w:pPr>
        <w:pStyle w:val="H1G"/>
        <w:ind w:left="2268"/>
      </w:pPr>
      <w:r w:rsidRPr="00274FA1">
        <w:t>1.</w:t>
      </w:r>
      <w:r w:rsidRPr="00274FA1">
        <w:tab/>
        <w:t>Marque d</w:t>
      </w:r>
      <w:r>
        <w:t>’</w:t>
      </w:r>
      <w:r w:rsidRPr="00274FA1">
        <w:t>homologation d</w:t>
      </w:r>
      <w:r>
        <w:t>’</w:t>
      </w:r>
      <w:r w:rsidRPr="00274FA1">
        <w:t xml:space="preserve">un feu de signalisation lumineuse </w:t>
      </w:r>
      <w:r>
        <w:t>simple</w:t>
      </w:r>
    </w:p>
    <w:tbl>
      <w:tblPr>
        <w:tblW w:w="8394" w:type="dxa"/>
        <w:tblInd w:w="12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4708"/>
      </w:tblGrid>
      <w:tr w:rsidR="003D2091" w:rsidRPr="005C6D14" w14:paraId="030778B9" w14:textId="77777777" w:rsidTr="003E0DCA">
        <w:trPr>
          <w:trHeight w:val="3428"/>
        </w:trPr>
        <w:tc>
          <w:tcPr>
            <w:tcW w:w="3686" w:type="dxa"/>
          </w:tcPr>
          <w:p w14:paraId="456D1354" w14:textId="77777777" w:rsidR="003D2091" w:rsidRDefault="003D2091" w:rsidP="003E0DCA">
            <w:pPr>
              <w:spacing w:before="60" w:after="60"/>
            </w:pPr>
            <w:r>
              <w:t>Figure A7-I</w:t>
            </w:r>
          </w:p>
          <w:p w14:paraId="048B62D3" w14:textId="77777777" w:rsidR="003D2091" w:rsidRPr="00250EB8" w:rsidRDefault="003D2091" w:rsidP="003E0DCA">
            <w:pPr>
              <w:spacing w:before="60" w:after="60"/>
            </w:pPr>
            <w:r w:rsidRPr="00250EB8">
              <w:t>Premier exemple de marque</w:t>
            </w:r>
          </w:p>
          <w:p w14:paraId="725ADBF1" w14:textId="77777777" w:rsidR="003D2091" w:rsidRDefault="003D2091" w:rsidP="003E0DCA">
            <w:pPr>
              <w:spacing w:before="60" w:after="60"/>
            </w:pPr>
            <w:r>
              <w:rPr>
                <w:noProof/>
                <w:lang w:eastAsia="fr-CH"/>
              </w:rPr>
              <w:drawing>
                <wp:inline distT="0" distB="0" distL="0" distR="0" wp14:anchorId="471159FA" wp14:editId="7FB5ABCD">
                  <wp:extent cx="2246404" cy="1952708"/>
                  <wp:effectExtent l="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14:paraId="22B49B99" w14:textId="77777777" w:rsidR="003D2091" w:rsidRPr="00E87A57" w:rsidRDefault="003D2091" w:rsidP="003E0DCA">
            <w:pPr>
              <w:spacing w:before="60" w:after="60"/>
            </w:pPr>
            <w:r>
              <w:t>a = voir par. 3.2.4 du présent Règlement</w:t>
            </w:r>
          </w:p>
        </w:tc>
        <w:tc>
          <w:tcPr>
            <w:tcW w:w="4708" w:type="dxa"/>
          </w:tcPr>
          <w:p w14:paraId="05C1F78E" w14:textId="489DE6DC" w:rsidR="003D2091" w:rsidRPr="0049583D" w:rsidRDefault="003D2091" w:rsidP="003E0DCA">
            <w:pPr>
              <w:spacing w:before="60" w:after="60"/>
            </w:pPr>
            <w:r w:rsidRPr="00D368A2">
              <w:t>Le</w:t>
            </w:r>
            <w:r w:rsidRPr="0049583D">
              <w:t xml:space="preserve"> feu </w:t>
            </w:r>
            <w:r w:rsidRPr="00D368A2">
              <w:t>portant la marque d</w:t>
            </w:r>
            <w:r>
              <w:t>’</w:t>
            </w:r>
            <w:r w:rsidRPr="00D368A2">
              <w:t xml:space="preserve">homologation </w:t>
            </w:r>
            <w:r>
              <w:t>ci</w:t>
            </w:r>
            <w:r>
              <w:noBreakHyphen/>
            </w:r>
            <w:r w:rsidRPr="0049583D">
              <w:t xml:space="preserve">contre </w:t>
            </w:r>
            <w:r w:rsidRPr="00D368A2">
              <w:t xml:space="preserve">est un </w:t>
            </w:r>
            <w:r w:rsidRPr="0049583D">
              <w:t xml:space="preserve">feu de position avant (A) </w:t>
            </w:r>
            <w:r w:rsidRPr="00D368A2">
              <w:t>homologué aux</w:t>
            </w:r>
            <w:r w:rsidRPr="0049583D">
              <w:t xml:space="preserve"> Pays-Bas (E4) </w:t>
            </w:r>
            <w:r w:rsidRPr="00D368A2">
              <w:t>sous le numéro d</w:t>
            </w:r>
            <w:r>
              <w:t>’</w:t>
            </w:r>
            <w:r w:rsidRPr="00D368A2">
              <w:t xml:space="preserve">homologation </w:t>
            </w:r>
            <w:r w:rsidRPr="0049583D">
              <w:t xml:space="preserve">221 </w:t>
            </w:r>
            <w:r w:rsidRPr="00D368A2">
              <w:t>en application du présent Règlement</w:t>
            </w:r>
            <w:r w:rsidRPr="009C6107">
              <w:t xml:space="preserve"> ([LSD]R).</w:t>
            </w:r>
          </w:p>
          <w:p w14:paraId="7D42B42F" w14:textId="0021B49D" w:rsidR="003D2091" w:rsidRPr="00D368A2" w:rsidRDefault="003D2091" w:rsidP="003E0DCA">
            <w:pPr>
              <w:spacing w:before="60" w:after="60"/>
            </w:pPr>
            <w:r w:rsidRPr="00D368A2">
              <w:t xml:space="preserve">Le numéro </w:t>
            </w:r>
            <w:r w:rsidRPr="0049583D">
              <w:t xml:space="preserve">(00) </w:t>
            </w:r>
            <w:r w:rsidRPr="00D368A2">
              <w:t xml:space="preserve">figurant </w:t>
            </w:r>
            <w:r>
              <w:t>après [LSD]R</w:t>
            </w:r>
            <w:r w:rsidRPr="00D368A2">
              <w:t xml:space="preserve"> indique que l</w:t>
            </w:r>
            <w:r>
              <w:t>’</w:t>
            </w:r>
            <w:r w:rsidRPr="00D368A2">
              <w:t>homologation a été accordée conformément aux prescriptions du présent Règlement</w:t>
            </w:r>
            <w:r w:rsidRPr="0049583D">
              <w:t xml:space="preserve"> dans sa version originale. </w:t>
            </w:r>
            <w:r w:rsidRPr="00D368A2">
              <w:t>La</w:t>
            </w:r>
            <w:r>
              <w:t> </w:t>
            </w:r>
            <w:r w:rsidRPr="00D368A2">
              <w:t xml:space="preserve">flèche horizontale indique </w:t>
            </w:r>
            <w:r w:rsidRPr="0049583D">
              <w:t>l</w:t>
            </w:r>
            <w:r>
              <w:t>’</w:t>
            </w:r>
            <w:r w:rsidRPr="0049583D">
              <w:t xml:space="preserve">extérieur du véhicule. </w:t>
            </w:r>
            <w:r>
              <w:t>La </w:t>
            </w:r>
            <w:r w:rsidRPr="00D368A2">
              <w:t>flèche verticale partant d</w:t>
            </w:r>
            <w:r>
              <w:t>’</w:t>
            </w:r>
            <w:r w:rsidRPr="00D368A2">
              <w:t>un segment horizontal et dirigée vers le bas indique</w:t>
            </w:r>
            <w:r w:rsidRPr="0049583D">
              <w:t xml:space="preserve"> un feu dont le champ de répartition lumineuse est réduit (verticalement vers le bas et/ou horizontalement en</w:t>
            </w:r>
            <w:r>
              <w:t> </w:t>
            </w:r>
            <w:r w:rsidRPr="0049583D">
              <w:t>dessous du plan H).</w:t>
            </w:r>
          </w:p>
        </w:tc>
      </w:tr>
      <w:tr w:rsidR="003D2091" w:rsidRPr="005C6D14" w14:paraId="36FA9ACC" w14:textId="77777777" w:rsidTr="003E0DCA">
        <w:trPr>
          <w:trHeight w:val="2648"/>
        </w:trPr>
        <w:tc>
          <w:tcPr>
            <w:tcW w:w="3686" w:type="dxa"/>
          </w:tcPr>
          <w:p w14:paraId="50AEF83E" w14:textId="77777777" w:rsidR="003D2091" w:rsidRDefault="003D2091" w:rsidP="003E0DCA">
            <w:pPr>
              <w:spacing w:before="60" w:after="60"/>
              <w:rPr>
                <w:lang w:eastAsia="de-DE"/>
              </w:rPr>
            </w:pPr>
            <w:r>
              <w:rPr>
                <w:lang w:eastAsia="de-DE"/>
              </w:rPr>
              <w:t>Figure A7-II</w:t>
            </w:r>
          </w:p>
          <w:p w14:paraId="637654B7" w14:textId="77777777" w:rsidR="003D2091" w:rsidRPr="000964AD" w:rsidRDefault="003D2091" w:rsidP="003E0DCA">
            <w:pPr>
              <w:spacing w:before="60" w:after="60"/>
              <w:rPr>
                <w:lang w:eastAsia="de-DE"/>
              </w:rPr>
            </w:pPr>
            <w:r w:rsidRPr="000964AD">
              <w:rPr>
                <w:lang w:eastAsia="de-DE"/>
              </w:rPr>
              <w:t xml:space="preserve">Deuxième exemple de marque </w:t>
            </w:r>
          </w:p>
          <w:p w14:paraId="4D9CDA6E" w14:textId="77777777" w:rsidR="003D2091" w:rsidRPr="004E2AF7" w:rsidRDefault="003D2091" w:rsidP="003E0DCA">
            <w:pPr>
              <w:spacing w:before="60" w:after="60"/>
              <w:rPr>
                <w:lang w:eastAsia="de-DE"/>
              </w:rPr>
            </w:pPr>
            <w:r>
              <w:rPr>
                <w:noProof/>
                <w:lang w:eastAsia="fr-CH"/>
              </w:rPr>
              <w:drawing>
                <wp:inline distT="0" distB="0" distL="0" distR="0" wp14:anchorId="778CCB75" wp14:editId="6F664E99">
                  <wp:extent cx="2222500" cy="2148820"/>
                  <wp:effectExtent l="0" t="0" r="0" b="0"/>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708" w:type="dxa"/>
          </w:tcPr>
          <w:p w14:paraId="157481A9" w14:textId="423BE26C" w:rsidR="003D2091" w:rsidRDefault="003D2091" w:rsidP="003E0DCA">
            <w:pPr>
              <w:spacing w:before="60" w:after="60"/>
            </w:pPr>
            <w:r w:rsidRPr="0049583D">
              <w:t>Le feu portant la marque d</w:t>
            </w:r>
            <w:r>
              <w:t>’homologation ci</w:t>
            </w:r>
            <w:r>
              <w:noBreakHyphen/>
            </w:r>
            <w:r w:rsidRPr="0049583D">
              <w:t xml:space="preserve">contre est </w:t>
            </w:r>
            <w:r>
              <w:t xml:space="preserve">un ensemble comprenant un feu de position avant (A) et un feu de brouillard avant (F3) muni d’une glace en plastique (PL), </w:t>
            </w:r>
            <w:r w:rsidRPr="0049583D">
              <w:t>homologué en France (E2) sous le numéro d</w:t>
            </w:r>
            <w:r>
              <w:t>’</w:t>
            </w:r>
            <w:r w:rsidRPr="0049583D">
              <w:t xml:space="preserve">homologation 3223 en application du présent Règlement </w:t>
            </w:r>
            <w:r>
              <w:t>([LSD]R) et du Règlement ONU relatif aux dispositifs d’éclairage de la route ([RI</w:t>
            </w:r>
            <w:r w:rsidRPr="009C6107">
              <w:t>D]R).</w:t>
            </w:r>
            <w:r w:rsidRPr="0049583D">
              <w:t xml:space="preserve"> </w:t>
            </w:r>
          </w:p>
          <w:p w14:paraId="319EDFC0" w14:textId="5EFAFF20" w:rsidR="003D2091" w:rsidRPr="00A547A8" w:rsidRDefault="003D2091" w:rsidP="003E0DCA">
            <w:pPr>
              <w:spacing w:before="60" w:after="60"/>
              <w:rPr>
                <w:spacing w:val="4"/>
                <w:w w:val="103"/>
              </w:rPr>
            </w:pPr>
            <w:r>
              <w:t xml:space="preserve">Le numéro (00) figurant après [LSD]R et après [RID]R indique que l’homologation a été accordée conformément aux prescriptions du Règlement pertinent, tel qu’il figure dans les séries initiales d’amendements. </w:t>
            </w:r>
          </w:p>
        </w:tc>
      </w:tr>
    </w:tbl>
    <w:p w14:paraId="2669B537" w14:textId="72519ECD" w:rsidR="003D2091" w:rsidRDefault="003D2091" w:rsidP="003D2091">
      <w:pPr>
        <w:pStyle w:val="SingleTxtG"/>
        <w:tabs>
          <w:tab w:val="clear" w:pos="1701"/>
        </w:tabs>
        <w:ind w:left="2268" w:hanging="1134"/>
      </w:pPr>
      <w:r>
        <w:br w:type="page"/>
      </w:r>
    </w:p>
    <w:p w14:paraId="58E374E8" w14:textId="31CDD532" w:rsidR="003D2091" w:rsidRPr="00274FA1" w:rsidRDefault="003D2091" w:rsidP="003D2091">
      <w:pPr>
        <w:pStyle w:val="H1G"/>
        <w:ind w:left="2268"/>
        <w:rPr>
          <w:u w:val="dash"/>
        </w:rPr>
      </w:pPr>
      <w:r w:rsidRPr="00274FA1">
        <w:lastRenderedPageBreak/>
        <w:t>2.</w:t>
      </w:r>
      <w:r w:rsidRPr="00274FA1">
        <w:tab/>
        <w:t>Marque d</w:t>
      </w:r>
      <w:r>
        <w:t>’</w:t>
      </w:r>
      <w:r w:rsidRPr="00274FA1">
        <w:t xml:space="preserve">homologation des feux groupés, combinés </w:t>
      </w:r>
      <w:r>
        <w:t>ou </w:t>
      </w:r>
      <w:r w:rsidRPr="00274FA1">
        <w:t>mutuellement incorporés</w:t>
      </w:r>
    </w:p>
    <w:p w14:paraId="2908D23B" w14:textId="6F646F4E" w:rsidR="003D2091" w:rsidRPr="00604E21" w:rsidRDefault="003D2091" w:rsidP="003D2091">
      <w:pPr>
        <w:pStyle w:val="SingleTxtG"/>
        <w:ind w:left="2268"/>
      </w:pPr>
      <w:r w:rsidRPr="00C1320F">
        <w:rPr>
          <w:i/>
        </w:rPr>
        <w:t>Note</w:t>
      </w:r>
      <w:r>
        <w:t> :</w:t>
      </w:r>
      <w:r w:rsidRPr="0049583D">
        <w:t xml:space="preserve"> </w:t>
      </w:r>
      <w:r w:rsidRPr="00604E21">
        <w:t>Les lignes verticales et horizontales schématisent la forme</w:t>
      </w:r>
      <w:r w:rsidRPr="00BB3E7E">
        <w:t xml:space="preserve"> </w:t>
      </w:r>
      <w:r w:rsidRPr="0049583D">
        <w:t xml:space="preserve">du feu de signalisation lumineuse. </w:t>
      </w:r>
      <w:r w:rsidRPr="00604E21">
        <w:t>Elles ne font pas partie de la marque d</w:t>
      </w:r>
      <w:r>
        <w:t>’</w:t>
      </w:r>
      <w:r w:rsidRPr="00604E21">
        <w:t>homologation.</w:t>
      </w:r>
    </w:p>
    <w:p w14:paraId="5275F521" w14:textId="77777777" w:rsidR="003D2091" w:rsidRDefault="003D2091" w:rsidP="003D2091">
      <w:pPr>
        <w:pStyle w:val="H23G"/>
        <w:ind w:left="2268" w:firstLine="0"/>
      </w:pPr>
      <w:r w:rsidRPr="0056675A">
        <w:rPr>
          <w:b w:val="0"/>
        </w:rPr>
        <w:t>Figure A7-III</w:t>
      </w:r>
      <w:r>
        <w:t xml:space="preserve"> </w:t>
      </w:r>
      <w:r>
        <w:br/>
      </w:r>
      <w:r w:rsidRPr="000964AD">
        <w:t>Troisième exemple de marque</w:t>
      </w:r>
    </w:p>
    <w:tbl>
      <w:tblPr>
        <w:tblW w:w="0" w:type="auto"/>
        <w:tblInd w:w="1134" w:type="dxa"/>
        <w:tblLook w:val="04A0" w:firstRow="1" w:lastRow="0" w:firstColumn="1" w:lastColumn="0" w:noHBand="0" w:noVBand="1"/>
      </w:tblPr>
      <w:tblGrid>
        <w:gridCol w:w="6366"/>
      </w:tblGrid>
      <w:tr w:rsidR="003D2091" w14:paraId="33A599CD" w14:textId="77777777" w:rsidTr="003E0DCA">
        <w:tc>
          <w:tcPr>
            <w:tcW w:w="5232" w:type="dxa"/>
          </w:tcPr>
          <w:p w14:paraId="1249C8B6" w14:textId="77777777" w:rsidR="003D2091" w:rsidRDefault="003D2091" w:rsidP="003E0DCA">
            <w:pPr>
              <w:ind w:left="1134"/>
            </w:pPr>
            <w:r>
              <w:rPr>
                <w:noProof/>
                <w:lang w:eastAsia="fr-CH"/>
              </w:rPr>
              <w:drawing>
                <wp:inline distT="0" distB="0" distL="0" distR="0" wp14:anchorId="333C41E6" wp14:editId="29B8F3DD">
                  <wp:extent cx="3185328" cy="1261110"/>
                  <wp:effectExtent l="0" t="0" r="0" b="0"/>
                  <wp:docPr id="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196825" cy="1265662"/>
                          </a:xfrm>
                          <a:prstGeom prst="rect">
                            <a:avLst/>
                          </a:prstGeom>
                          <a:noFill/>
                        </pic:spPr>
                      </pic:pic>
                    </a:graphicData>
                  </a:graphic>
                </wp:inline>
              </w:drawing>
            </w:r>
          </w:p>
        </w:tc>
      </w:tr>
      <w:tr w:rsidR="003D2091" w14:paraId="66FAA096" w14:textId="77777777" w:rsidTr="003E0DCA">
        <w:tc>
          <w:tcPr>
            <w:tcW w:w="5232" w:type="dxa"/>
          </w:tcPr>
          <w:p w14:paraId="730A2356" w14:textId="77777777" w:rsidR="003D2091" w:rsidRDefault="003D2091" w:rsidP="003E0DCA">
            <w:pPr>
              <w:ind w:left="1134"/>
            </w:pPr>
            <w:r>
              <w:rPr>
                <w:noProof/>
                <w:lang w:eastAsia="fr-CH"/>
              </w:rPr>
              <w:drawing>
                <wp:inline distT="0" distB="0" distL="0" distR="0" wp14:anchorId="377040EC" wp14:editId="68777D31">
                  <wp:extent cx="3118485" cy="1310781"/>
                  <wp:effectExtent l="0" t="0" r="5715" b="3810"/>
                  <wp:docPr id="1388"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133651" cy="1317156"/>
                          </a:xfrm>
                          <a:prstGeom prst="rect">
                            <a:avLst/>
                          </a:prstGeom>
                          <a:noFill/>
                        </pic:spPr>
                      </pic:pic>
                    </a:graphicData>
                  </a:graphic>
                </wp:inline>
              </w:drawing>
            </w:r>
          </w:p>
        </w:tc>
      </w:tr>
    </w:tbl>
    <w:p w14:paraId="37EF8E8F" w14:textId="42D19498" w:rsidR="003D2091" w:rsidRDefault="003D2091" w:rsidP="003D2091">
      <w:pPr>
        <w:pStyle w:val="SingleTxtG"/>
        <w:spacing w:before="120"/>
        <w:ind w:left="2268"/>
      </w:pPr>
      <w:r w:rsidRPr="0049583D">
        <w:t>Ces exemples de marques d</w:t>
      </w:r>
      <w:r>
        <w:t>’</w:t>
      </w:r>
      <w:r w:rsidRPr="0049583D">
        <w:t xml:space="preserve">homologation représentent </w:t>
      </w:r>
      <w:r>
        <w:t>deux</w:t>
      </w:r>
      <w:r w:rsidRPr="0049583D">
        <w:t xml:space="preserve"> variantes possibles du marquage d</w:t>
      </w:r>
      <w:r>
        <w:t>’</w:t>
      </w:r>
      <w:r w:rsidRPr="0049583D">
        <w:t xml:space="preserve">un feu de signalisation lumineuse lorsque deux </w:t>
      </w:r>
      <w:r>
        <w:t>feux ou plus</w:t>
      </w:r>
      <w:r w:rsidRPr="0049583D">
        <w:t xml:space="preserve"> font partie du même ensemble de feux groupés, combinés ou mutuellement incorporés. </w:t>
      </w:r>
    </w:p>
    <w:p w14:paraId="7C3CC549" w14:textId="6D93DB16" w:rsidR="003D2091" w:rsidRPr="0049583D" w:rsidRDefault="003D2091" w:rsidP="003D2091">
      <w:pPr>
        <w:pStyle w:val="SingleTxtG"/>
        <w:spacing w:before="120"/>
        <w:ind w:left="2268"/>
      </w:pPr>
      <w:r w:rsidRPr="000964AD">
        <w:t>Ils</w:t>
      </w:r>
      <w:r w:rsidRPr="0049583D">
        <w:t xml:space="preserve"> </w:t>
      </w:r>
      <w:r w:rsidRPr="00604E21">
        <w:t>indique</w:t>
      </w:r>
      <w:r w:rsidRPr="0049583D">
        <w:t xml:space="preserve">nt </w:t>
      </w:r>
      <w:r w:rsidRPr="00604E21">
        <w:t>que</w:t>
      </w:r>
      <w:r w:rsidRPr="0049583D">
        <w:t xml:space="preserve"> le feu </w:t>
      </w:r>
      <w:r w:rsidRPr="00604E21">
        <w:t xml:space="preserve">a été homologué aux Pays-Bas (E4) sous le </w:t>
      </w:r>
      <w:r>
        <w:rPr>
          <w:rFonts w:eastAsia="MS Mincho"/>
        </w:rPr>
        <w:t xml:space="preserve">numéro </w:t>
      </w:r>
      <w:r>
        <w:t>d’homologation </w:t>
      </w:r>
      <w:r w:rsidRPr="00604E21">
        <w:t>3333 et qu</w:t>
      </w:r>
      <w:r>
        <w:t>’</w:t>
      </w:r>
      <w:r w:rsidRPr="00604E21">
        <w:t>il comprend</w:t>
      </w:r>
      <w:r>
        <w:t> :</w:t>
      </w:r>
    </w:p>
    <w:p w14:paraId="42696A58" w14:textId="77777777" w:rsidR="003D2091" w:rsidRPr="00A4155C" w:rsidRDefault="003D2091" w:rsidP="003D2091">
      <w:pPr>
        <w:pStyle w:val="SingleTxtG"/>
        <w:ind w:left="2835" w:hanging="567"/>
      </w:pPr>
      <w:r w:rsidRPr="0049583D">
        <w:t>a)</w:t>
      </w:r>
      <w:r w:rsidRPr="0049583D">
        <w:tab/>
      </w:r>
      <w:r w:rsidRPr="00A4155C">
        <w:t>Un catadioptre de la classe 1A ;</w:t>
      </w:r>
    </w:p>
    <w:p w14:paraId="6121904D" w14:textId="77777777" w:rsidR="003D2091" w:rsidRPr="00A4155C" w:rsidRDefault="003D2091" w:rsidP="003D2091">
      <w:pPr>
        <w:pStyle w:val="SingleTxtG"/>
        <w:ind w:left="2835" w:hanging="567"/>
      </w:pPr>
      <w:r w:rsidRPr="00A4155C">
        <w:t>b)</w:t>
      </w:r>
      <w:r w:rsidRPr="00A4155C">
        <w:tab/>
        <w:t>Un feu indicateur de direction arrière produisant une intensité lumineuse variable (catégorie 2b). La flèche horizontale indique dans quelle position ce dispositif, qui ne peut pas être monté indifféremment des deux côtés du véhicule, doit être monté ;</w:t>
      </w:r>
    </w:p>
    <w:p w14:paraId="5FA9CE1C" w14:textId="6D7ED36A" w:rsidR="003D2091" w:rsidRPr="00A4155C" w:rsidRDefault="003D2091" w:rsidP="003D2091">
      <w:pPr>
        <w:pStyle w:val="SingleTxtG"/>
        <w:ind w:left="2835" w:hanging="567"/>
      </w:pPr>
      <w:r w:rsidRPr="00A4155C">
        <w:t>c)</w:t>
      </w:r>
      <w:r w:rsidRPr="00A4155C">
        <w:tab/>
        <w:t>Un feu de position arrière produisant une intensité lumineuse variable (R2). La flèche horizontale indique le côté sur lequel les caractéristiques photométriques sont respectées jusqu</w:t>
      </w:r>
      <w:r>
        <w:t>’</w:t>
      </w:r>
      <w:r w:rsidRPr="00A4155C">
        <w:t>à un angle de 80° dans le plan H ;</w:t>
      </w:r>
    </w:p>
    <w:p w14:paraId="1054F6D8" w14:textId="77777777" w:rsidR="003D2091" w:rsidRPr="00A4155C" w:rsidRDefault="003D2091" w:rsidP="003D2091">
      <w:pPr>
        <w:pStyle w:val="SingleTxtG"/>
        <w:ind w:left="2835" w:hanging="567"/>
      </w:pPr>
      <w:r w:rsidRPr="00A4155C">
        <w:t>d)</w:t>
      </w:r>
      <w:r w:rsidRPr="00A4155C">
        <w:tab/>
        <w:t>Un feu de brouillard arrière produisant une intensité lumineuse variable (F2) ;</w:t>
      </w:r>
    </w:p>
    <w:p w14:paraId="268E7AD0" w14:textId="77777777" w:rsidR="003D2091" w:rsidRPr="00A4155C" w:rsidRDefault="003D2091" w:rsidP="003D2091">
      <w:pPr>
        <w:pStyle w:val="SingleTxtG"/>
        <w:ind w:left="2835" w:hanging="567"/>
      </w:pPr>
      <w:r w:rsidRPr="00A4155C">
        <w:t>e)</w:t>
      </w:r>
      <w:r w:rsidRPr="00A4155C">
        <w:tab/>
        <w:t>Un feu de marche arrière (AR) ;</w:t>
      </w:r>
    </w:p>
    <w:p w14:paraId="430A35D5" w14:textId="77777777" w:rsidR="003D2091" w:rsidRDefault="003D2091" w:rsidP="003D2091">
      <w:pPr>
        <w:pStyle w:val="SingleTxtG"/>
        <w:ind w:left="2835" w:hanging="567"/>
      </w:pPr>
      <w:r w:rsidRPr="00A4155C">
        <w:t>f)</w:t>
      </w:r>
      <w:r w:rsidRPr="00A4155C">
        <w:tab/>
        <w:t>Un feu stop produisant</w:t>
      </w:r>
      <w:r w:rsidRPr="00604E21">
        <w:t xml:space="preserve"> une intensité lumineuse</w:t>
      </w:r>
      <w:r>
        <w:t xml:space="preserve"> variable (S2)</w:t>
      </w:r>
      <w:r w:rsidRPr="0049583D">
        <w:t>.</w:t>
      </w:r>
    </w:p>
    <w:p w14:paraId="79C01606" w14:textId="303655A6" w:rsidR="003D2091" w:rsidRDefault="003D2091" w:rsidP="003D2091">
      <w:pPr>
        <w:pStyle w:val="SingleTxtG"/>
        <w:spacing w:before="120"/>
        <w:ind w:left="2268"/>
      </w:pPr>
      <w:r>
        <w:t xml:space="preserve">Tous ces feux (fonctions) ont été homologués en vertu de la série initiale d’amendements au présent </w:t>
      </w:r>
      <w:r w:rsidRPr="00002A30">
        <w:t>Règlement ([LSD]R), comme l’indique le numéro (00) figurant après [LSD]</w:t>
      </w:r>
      <w:r>
        <w:t>R</w:t>
      </w:r>
      <w:r w:rsidRPr="009C6107">
        <w:t>.</w:t>
      </w:r>
    </w:p>
    <w:p w14:paraId="5919E8BA" w14:textId="2F8FF926" w:rsidR="003D2091" w:rsidRPr="0049583D" w:rsidRDefault="003D2091" w:rsidP="003D2091">
      <w:pPr>
        <w:pStyle w:val="H1G"/>
        <w:ind w:left="2268"/>
      </w:pPr>
      <w:r w:rsidRPr="0049583D">
        <w:lastRenderedPageBreak/>
        <w:t>3.</w:t>
      </w:r>
      <w:r w:rsidRPr="0049583D">
        <w:tab/>
        <w:t>Marque d</w:t>
      </w:r>
      <w:r>
        <w:t>’</w:t>
      </w:r>
      <w:r w:rsidRPr="0049583D">
        <w:t>homologation d</w:t>
      </w:r>
      <w:r>
        <w:t>’</w:t>
      </w:r>
      <w:r w:rsidRPr="0049583D">
        <w:t xml:space="preserve">un feu dont la </w:t>
      </w:r>
      <w:r>
        <w:t>glace est destinée à </w:t>
      </w:r>
      <w:r w:rsidRPr="00753150">
        <w:t>être utilisée pour différents types de feux</w:t>
      </w:r>
    </w:p>
    <w:p w14:paraId="52020DD9" w14:textId="77777777" w:rsidR="003D2091" w:rsidRPr="00A17E6B" w:rsidRDefault="003D2091" w:rsidP="003D2091">
      <w:pPr>
        <w:pStyle w:val="H23G"/>
        <w:ind w:left="2268" w:firstLine="0"/>
        <w:rPr>
          <w:b w:val="0"/>
        </w:rPr>
      </w:pPr>
      <w:r w:rsidRPr="00A17E6B">
        <w:rPr>
          <w:b w:val="0"/>
        </w:rPr>
        <w:t>Figure A7-IV</w:t>
      </w:r>
    </w:p>
    <w:p w14:paraId="33DA1559" w14:textId="77777777" w:rsidR="003D2091" w:rsidRPr="0049583D" w:rsidRDefault="003D2091" w:rsidP="003D2091">
      <w:pPr>
        <w:ind w:left="2268"/>
      </w:pPr>
      <w:r w:rsidRPr="0049583D">
        <w:rPr>
          <w:noProof/>
          <w:snapToGrid w:val="0"/>
          <w:lang w:eastAsia="fr-CH"/>
        </w:rPr>
        <w:drawing>
          <wp:inline distT="0" distB="0" distL="0" distR="0" wp14:anchorId="4B0AAA60" wp14:editId="56353CC8">
            <wp:extent cx="1484141" cy="1062179"/>
            <wp:effectExtent l="0" t="0" r="0" b="0"/>
            <wp:docPr id="155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553460" cy="1111789"/>
                    </a:xfrm>
                    <a:prstGeom prst="rect">
                      <a:avLst/>
                    </a:prstGeom>
                    <a:noFill/>
                  </pic:spPr>
                </pic:pic>
              </a:graphicData>
            </a:graphic>
          </wp:inline>
        </w:drawing>
      </w:r>
    </w:p>
    <w:p w14:paraId="5071D72A" w14:textId="00158A3E" w:rsidR="003D2091" w:rsidRDefault="003D2091" w:rsidP="003D2091">
      <w:pPr>
        <w:pStyle w:val="SingleTxtG"/>
        <w:ind w:left="2268"/>
      </w:pPr>
      <w:r w:rsidRPr="0049583D">
        <w:t>L</w:t>
      </w:r>
      <w:r>
        <w:t>’</w:t>
      </w:r>
      <w:r w:rsidRPr="0049583D">
        <w:t>exemple ci-dessus correspond au marquage d</w:t>
      </w:r>
      <w:r>
        <w:t>’</w:t>
      </w:r>
      <w:r w:rsidRPr="0049583D">
        <w:t xml:space="preserve">une </w:t>
      </w:r>
      <w:r>
        <w:t>glac</w:t>
      </w:r>
      <w:r w:rsidRPr="0049583D">
        <w:t>e destinée à être utilisée pour différents types de feux de signalisation lumineuse. Les marques d</w:t>
      </w:r>
      <w:r>
        <w:t>’</w:t>
      </w:r>
      <w:r w:rsidRPr="0049583D">
        <w:t>homologation indiquent qu</w:t>
      </w:r>
      <w:r>
        <w:t>’</w:t>
      </w:r>
      <w:r w:rsidRPr="0049583D">
        <w:t>il s</w:t>
      </w:r>
      <w:r>
        <w:t>’</w:t>
      </w:r>
      <w:r w:rsidRPr="0049583D">
        <w:t>agit d</w:t>
      </w:r>
      <w:r>
        <w:t>’</w:t>
      </w:r>
      <w:r w:rsidRPr="0049583D">
        <w:t xml:space="preserve">un feu homologué en Espagne (E9) sous le </w:t>
      </w:r>
      <w:r>
        <w:rPr>
          <w:rFonts w:eastAsia="MS Mincho"/>
        </w:rPr>
        <w:t>n</w:t>
      </w:r>
      <w:r>
        <w:rPr>
          <w:rFonts w:eastAsia="MS Mincho"/>
          <w:vertAlign w:val="superscript"/>
        </w:rPr>
        <w:t>o</w:t>
      </w:r>
      <w:r>
        <w:t> </w:t>
      </w:r>
      <w:r w:rsidRPr="0049583D">
        <w:t>1432 et pouvant comprendre toutes les fonctions énumérées.</w:t>
      </w:r>
    </w:p>
    <w:p w14:paraId="3A584C50" w14:textId="4121CCCF" w:rsidR="003D2091" w:rsidRPr="0049583D" w:rsidRDefault="003D2091" w:rsidP="003D2091">
      <w:pPr>
        <w:pStyle w:val="SingleTxtG"/>
        <w:ind w:left="2268"/>
      </w:pPr>
      <w:r w:rsidRPr="0049583D">
        <w:t>Le corps principal du feu doit porter la seule marque d</w:t>
      </w:r>
      <w:r>
        <w:t>’</w:t>
      </w:r>
      <w:r w:rsidRPr="0049583D">
        <w:t>homologation valable.</w:t>
      </w:r>
      <w:r>
        <w:t xml:space="preserve"> </w:t>
      </w:r>
    </w:p>
    <w:p w14:paraId="68745BAC" w14:textId="2F58E293" w:rsidR="003D2091" w:rsidRPr="00631F53" w:rsidRDefault="003D2091" w:rsidP="005E74B0">
      <w:pPr>
        <w:pStyle w:val="H1G"/>
        <w:ind w:left="2268"/>
        <w:rPr>
          <w:rFonts w:eastAsia="Times New Roman"/>
          <w:snapToGrid w:val="0"/>
          <w:szCs w:val="24"/>
        </w:rPr>
      </w:pPr>
      <w:r w:rsidRPr="0049583D">
        <w:t>4.</w:t>
      </w:r>
      <w:r w:rsidRPr="0049583D">
        <w:tab/>
        <w:t>Code d</w:t>
      </w:r>
      <w:r>
        <w:t>’</w:t>
      </w:r>
      <w:r w:rsidRPr="0049583D">
        <w:t>identific</w:t>
      </w:r>
      <w:r>
        <w:t>ation des modules d’éclairage</w:t>
      </w:r>
    </w:p>
    <w:p w14:paraId="52EDC1AE" w14:textId="0DA8CCC0" w:rsidR="003D2091" w:rsidRPr="000964AD" w:rsidRDefault="003D2091" w:rsidP="003D2091">
      <w:pPr>
        <w:pStyle w:val="H23G"/>
        <w:ind w:left="2268" w:firstLine="0"/>
      </w:pPr>
      <w:r w:rsidRPr="00A17E6B">
        <w:rPr>
          <w:b w:val="0"/>
        </w:rPr>
        <w:t>Figure A7-V</w:t>
      </w:r>
      <w:r>
        <w:rPr>
          <w:b w:val="0"/>
        </w:rPr>
        <w:t xml:space="preserve"> </w:t>
      </w:r>
      <w:r>
        <w:rPr>
          <w:b w:val="0"/>
        </w:rPr>
        <w:br/>
      </w:r>
      <w:r w:rsidRPr="000964AD">
        <w:t>Marquage du module d</w:t>
      </w:r>
      <w:r>
        <w:t>’</w:t>
      </w:r>
      <w:r w:rsidRPr="000964AD">
        <w:t>éclairage</w:t>
      </w:r>
    </w:p>
    <w:p w14:paraId="062C1525" w14:textId="77777777" w:rsidR="003D2091" w:rsidRPr="000964AD" w:rsidRDefault="003D2091" w:rsidP="003D2091">
      <w:pPr>
        <w:pStyle w:val="SingleTxtG"/>
        <w:ind w:left="2268"/>
        <w:rPr>
          <w:sz w:val="32"/>
          <w:szCs w:val="32"/>
        </w:rPr>
      </w:pPr>
      <w:r w:rsidRPr="000964AD">
        <w:rPr>
          <w:sz w:val="32"/>
          <w:szCs w:val="32"/>
        </w:rPr>
        <w:t>MD E3 17325</w:t>
      </w:r>
    </w:p>
    <w:p w14:paraId="404602BA" w14:textId="47F5563A" w:rsidR="003D2091" w:rsidRDefault="003D2091" w:rsidP="003D2091">
      <w:pPr>
        <w:pStyle w:val="SingleTxtG"/>
        <w:ind w:left="2268"/>
        <w:rPr>
          <w:bCs/>
        </w:rPr>
      </w:pPr>
      <w:r w:rsidRPr="0049583D">
        <w:t>Le module d</w:t>
      </w:r>
      <w:r>
        <w:t>’</w:t>
      </w:r>
      <w:r w:rsidRPr="0049583D">
        <w:t>éclairage portant le code d</w:t>
      </w:r>
      <w:r>
        <w:t>’</w:t>
      </w:r>
      <w:r w:rsidRPr="0049583D">
        <w:t>identificati</w:t>
      </w:r>
      <w:r>
        <w:t>on ci</w:t>
      </w:r>
      <w:r>
        <w:noBreakHyphen/>
        <w:t xml:space="preserve">dessus a été homologué en </w:t>
      </w:r>
      <w:r w:rsidRPr="0049583D">
        <w:t>même temps qu</w:t>
      </w:r>
      <w:r>
        <w:t>’</w:t>
      </w:r>
      <w:r w:rsidRPr="0049583D">
        <w:t>un feu lui</w:t>
      </w:r>
      <w:r w:rsidRPr="0049583D">
        <w:noBreakHyphen/>
        <w:t xml:space="preserve">même homologué en Italie (E3) sous le </w:t>
      </w:r>
      <w:r>
        <w:rPr>
          <w:rFonts w:eastAsia="MS Mincho"/>
        </w:rPr>
        <w:t>n</w:t>
      </w:r>
      <w:r>
        <w:rPr>
          <w:rFonts w:eastAsia="MS Mincho"/>
          <w:vertAlign w:val="superscript"/>
        </w:rPr>
        <w:t>o</w:t>
      </w:r>
      <w:r>
        <w:t> </w:t>
      </w:r>
      <w:r w:rsidRPr="0049583D">
        <w:t>17325</w:t>
      </w:r>
      <w:r w:rsidRPr="0049583D">
        <w:rPr>
          <w:bCs/>
        </w:rPr>
        <w:t>.</w:t>
      </w:r>
    </w:p>
    <w:p w14:paraId="6D5116C9" w14:textId="5AE3FD9A" w:rsidR="003D2091" w:rsidRPr="003D2091" w:rsidRDefault="003D2091" w:rsidP="003D2091">
      <w:pPr>
        <w:pStyle w:val="SingleTxtG"/>
        <w:spacing w:before="240" w:after="0"/>
        <w:jc w:val="center"/>
        <w:rPr>
          <w:u w:val="single"/>
        </w:rPr>
      </w:pPr>
      <w:r>
        <w:rPr>
          <w:u w:val="single"/>
        </w:rPr>
        <w:tab/>
      </w:r>
      <w:r>
        <w:rPr>
          <w:u w:val="single"/>
        </w:rPr>
        <w:tab/>
      </w:r>
      <w:r>
        <w:rPr>
          <w:u w:val="single"/>
        </w:rPr>
        <w:tab/>
      </w:r>
    </w:p>
    <w:sectPr w:rsidR="003D2091" w:rsidRPr="003D2091" w:rsidSect="00425260">
      <w:headerReference w:type="default" r:id="rId47"/>
      <w:footerReference w:type="default" r:id="rId48"/>
      <w:headerReference w:type="first" r:id="rId49"/>
      <w:footerReference w:type="first" r:id="rId50"/>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5D288" w14:textId="77777777" w:rsidR="00002A30" w:rsidRDefault="00002A30" w:rsidP="00F95C08">
      <w:pPr>
        <w:spacing w:line="240" w:lineRule="auto"/>
      </w:pPr>
    </w:p>
  </w:endnote>
  <w:endnote w:type="continuationSeparator" w:id="0">
    <w:p w14:paraId="57E802B1" w14:textId="77777777" w:rsidR="00002A30" w:rsidRPr="00AC3823" w:rsidRDefault="00002A30" w:rsidP="00AC3823">
      <w:pPr>
        <w:pStyle w:val="Pieddepage"/>
      </w:pPr>
    </w:p>
  </w:endnote>
  <w:endnote w:type="continuationNotice" w:id="1">
    <w:p w14:paraId="20EF9E76" w14:textId="77777777" w:rsidR="00002A30" w:rsidRDefault="00002A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FC01F" w14:textId="1C38F261" w:rsidR="00002A30" w:rsidRPr="00425260" w:rsidRDefault="00002A30" w:rsidP="00425260">
    <w:pPr>
      <w:pStyle w:val="Pieddepage"/>
      <w:tabs>
        <w:tab w:val="right" w:pos="9638"/>
      </w:tabs>
    </w:pPr>
    <w:r w:rsidRPr="00425260">
      <w:rPr>
        <w:b/>
        <w:sz w:val="18"/>
      </w:rPr>
      <w:fldChar w:fldCharType="begin"/>
    </w:r>
    <w:r w:rsidRPr="00425260">
      <w:rPr>
        <w:b/>
        <w:sz w:val="18"/>
      </w:rPr>
      <w:instrText xml:space="preserve"> PAGE  \* MERGEFORMAT </w:instrText>
    </w:r>
    <w:r w:rsidRPr="00425260">
      <w:rPr>
        <w:b/>
        <w:sz w:val="18"/>
      </w:rPr>
      <w:fldChar w:fldCharType="separate"/>
    </w:r>
    <w:r w:rsidRPr="00425260">
      <w:rPr>
        <w:b/>
        <w:noProof/>
        <w:sz w:val="18"/>
      </w:rPr>
      <w:t>2</w:t>
    </w:r>
    <w:r w:rsidRPr="00425260">
      <w:rPr>
        <w:b/>
        <w:sz w:val="18"/>
      </w:rPr>
      <w:fldChar w:fldCharType="end"/>
    </w:r>
    <w:r>
      <w:rPr>
        <w:b/>
        <w:sz w:val="18"/>
      </w:rPr>
      <w:tab/>
    </w:r>
    <w:r>
      <w:t>GE.20-00298</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5CC33" w14:textId="1F54E1B9" w:rsidR="00002A30" w:rsidRPr="00425260" w:rsidRDefault="00002A30" w:rsidP="00C82E24">
    <w:pPr>
      <w:pStyle w:val="Pieddepage"/>
      <w:tabs>
        <w:tab w:val="right" w:pos="9639"/>
      </w:tabs>
      <w:spacing w:before="120"/>
      <w:rPr>
        <w:sz w:val="20"/>
      </w:rPr>
    </w:pPr>
    <w:r w:rsidRPr="00C82E24">
      <w:rPr>
        <w:b/>
        <w:bCs/>
        <w:sz w:val="18"/>
        <w:szCs w:val="18"/>
      </w:rPr>
      <w:t>3</w:t>
    </w:r>
    <w:r>
      <w:rPr>
        <w:b/>
        <w:bCs/>
        <w:sz w:val="18"/>
        <w:szCs w:val="18"/>
      </w:rPr>
      <w:t>4</w:t>
    </w:r>
    <w:r>
      <w:rPr>
        <w:b/>
        <w:bCs/>
        <w:sz w:val="18"/>
        <w:szCs w:val="18"/>
      </w:rPr>
      <w:tab/>
    </w:r>
    <w:r>
      <w:t>GE.</w:t>
    </w:r>
    <w:r w:rsidRPr="00EB73F1">
      <w:t>20</w:t>
    </w:r>
    <w:r>
      <w:t>-</w:t>
    </w:r>
    <w:r w:rsidRPr="00EB73F1">
      <w:t>00298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EFCF7" w14:textId="35912086" w:rsidR="00002A30" w:rsidRPr="00425260" w:rsidRDefault="00002A30" w:rsidP="00425260">
    <w:pPr>
      <w:pStyle w:val="Pieddepage"/>
      <w:tabs>
        <w:tab w:val="right" w:pos="9638"/>
      </w:tabs>
      <w:rPr>
        <w:b/>
        <w:sz w:val="18"/>
      </w:rPr>
    </w:pPr>
    <w:r>
      <w:t>GE.20-00298</w:t>
    </w:r>
    <w:r>
      <w:tab/>
    </w:r>
    <w:r w:rsidRPr="00425260">
      <w:rPr>
        <w:b/>
        <w:sz w:val="18"/>
      </w:rPr>
      <w:fldChar w:fldCharType="begin"/>
    </w:r>
    <w:r w:rsidRPr="00425260">
      <w:rPr>
        <w:b/>
        <w:sz w:val="18"/>
      </w:rPr>
      <w:instrText xml:space="preserve"> PAGE  \* MERGEFORMAT </w:instrText>
    </w:r>
    <w:r w:rsidRPr="00425260">
      <w:rPr>
        <w:b/>
        <w:sz w:val="18"/>
      </w:rPr>
      <w:fldChar w:fldCharType="separate"/>
    </w:r>
    <w:r w:rsidRPr="00425260">
      <w:rPr>
        <w:b/>
        <w:noProof/>
        <w:sz w:val="18"/>
      </w:rPr>
      <w:t>3</w:t>
    </w:r>
    <w:r w:rsidRPr="0042526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F307B" w14:textId="2841242D" w:rsidR="00002A30" w:rsidRPr="00425260" w:rsidRDefault="00002A30" w:rsidP="00425260">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00451FA4" wp14:editId="4F80F6EF">
          <wp:simplePos x="0" y="0"/>
          <wp:positionH relativeFrom="margin">
            <wp:posOffset>4319905</wp:posOffset>
          </wp:positionH>
          <wp:positionV relativeFrom="margin">
            <wp:posOffset>9144000</wp:posOffset>
          </wp:positionV>
          <wp:extent cx="1105200" cy="234000"/>
          <wp:effectExtent l="0" t="0" r="0" b="0"/>
          <wp:wrapNone/>
          <wp:docPr id="10" name="Image 10"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20-00298  (F)</w:t>
    </w:r>
    <w:r>
      <w:rPr>
        <w:noProof/>
        <w:sz w:val="20"/>
      </w:rPr>
      <w:drawing>
        <wp:anchor distT="0" distB="0" distL="114300" distR="114300" simplePos="0" relativeHeight="251660288" behindDoc="0" locked="0" layoutInCell="1" allowOverlap="1" wp14:anchorId="260FBBE6" wp14:editId="7E1AC930">
          <wp:simplePos x="0" y="0"/>
          <wp:positionH relativeFrom="margin">
            <wp:posOffset>5489575</wp:posOffset>
          </wp:positionH>
          <wp:positionV relativeFrom="margin">
            <wp:posOffset>8891905</wp:posOffset>
          </wp:positionV>
          <wp:extent cx="638175" cy="638175"/>
          <wp:effectExtent l="0" t="0" r="9525" b="9525"/>
          <wp:wrapNone/>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140421    1</w:t>
    </w:r>
    <w:r w:rsidR="00774920">
      <w:rPr>
        <w:sz w:val="20"/>
      </w:rPr>
      <w:t>5</w:t>
    </w:r>
    <w:r>
      <w:rPr>
        <w:sz w:val="20"/>
      </w:rPr>
      <w:t>0421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AC579" w14:textId="36BACF05" w:rsidR="00002A30" w:rsidRPr="00425260" w:rsidRDefault="00002A30" w:rsidP="00425260">
    <w:pPr>
      <w:pStyle w:val="Pieddepage"/>
      <w:spacing w:before="120"/>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7A99F" w14:textId="77777777" w:rsidR="00002A30" w:rsidRPr="00425260" w:rsidRDefault="00002A30" w:rsidP="00425260">
    <w:pPr>
      <w:pStyle w:val="Pieddepage"/>
      <w:tabs>
        <w:tab w:val="right" w:pos="9638"/>
      </w:tabs>
    </w:pPr>
    <w:r w:rsidRPr="00425260">
      <w:rPr>
        <w:b/>
        <w:sz w:val="18"/>
      </w:rPr>
      <w:fldChar w:fldCharType="begin"/>
    </w:r>
    <w:r w:rsidRPr="00425260">
      <w:rPr>
        <w:b/>
        <w:sz w:val="18"/>
      </w:rPr>
      <w:instrText xml:space="preserve"> PAGE  \* MERGEFORMAT </w:instrText>
    </w:r>
    <w:r w:rsidRPr="00425260">
      <w:rPr>
        <w:b/>
        <w:sz w:val="18"/>
      </w:rPr>
      <w:fldChar w:fldCharType="separate"/>
    </w:r>
    <w:r w:rsidRPr="00425260">
      <w:rPr>
        <w:b/>
        <w:noProof/>
        <w:sz w:val="18"/>
      </w:rPr>
      <w:t>2</w:t>
    </w:r>
    <w:r w:rsidRPr="00425260">
      <w:rPr>
        <w:b/>
        <w:sz w:val="18"/>
      </w:rPr>
      <w:fldChar w:fldCharType="end"/>
    </w:r>
    <w:r>
      <w:rPr>
        <w:b/>
        <w:sz w:val="18"/>
      </w:rPr>
      <w:tab/>
    </w:r>
    <w:r>
      <w:t>GE.20-00298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236A3" w14:textId="1802CF3F" w:rsidR="00002A30" w:rsidRPr="00425260" w:rsidRDefault="00002A30" w:rsidP="00C82E24">
    <w:pPr>
      <w:pStyle w:val="Pieddepage"/>
      <w:tabs>
        <w:tab w:val="right" w:pos="9639"/>
      </w:tabs>
      <w:spacing w:before="120"/>
      <w:rPr>
        <w:sz w:val="20"/>
      </w:rPr>
    </w:pPr>
    <w:r>
      <w:t>GE.</w:t>
    </w:r>
    <w:r w:rsidRPr="00EB73F1">
      <w:t>20</w:t>
    </w:r>
    <w:r>
      <w:t>-</w:t>
    </w:r>
    <w:r w:rsidRPr="00EB73F1">
      <w:t>00298</w:t>
    </w:r>
    <w:r>
      <w:tab/>
    </w:r>
    <w:r w:rsidRPr="00C82E24">
      <w:rPr>
        <w:b/>
        <w:bCs/>
        <w:sz w:val="18"/>
        <w:szCs w:val="18"/>
      </w:rPr>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DC2B9" w14:textId="77777777" w:rsidR="00002A30" w:rsidRPr="00425260" w:rsidRDefault="00002A30" w:rsidP="00425260">
    <w:pPr>
      <w:pStyle w:val="Pieddepage"/>
      <w:tabs>
        <w:tab w:val="right" w:pos="9638"/>
      </w:tabs>
    </w:pPr>
    <w:r w:rsidRPr="00425260">
      <w:rPr>
        <w:b/>
        <w:sz w:val="18"/>
      </w:rPr>
      <w:fldChar w:fldCharType="begin"/>
    </w:r>
    <w:r w:rsidRPr="00425260">
      <w:rPr>
        <w:b/>
        <w:sz w:val="18"/>
      </w:rPr>
      <w:instrText xml:space="preserve"> PAGE  \* MERGEFORMAT </w:instrText>
    </w:r>
    <w:r w:rsidRPr="00425260">
      <w:rPr>
        <w:b/>
        <w:sz w:val="18"/>
      </w:rPr>
      <w:fldChar w:fldCharType="separate"/>
    </w:r>
    <w:r w:rsidRPr="00425260">
      <w:rPr>
        <w:b/>
        <w:noProof/>
        <w:sz w:val="18"/>
      </w:rPr>
      <w:t>2</w:t>
    </w:r>
    <w:r w:rsidRPr="00425260">
      <w:rPr>
        <w:b/>
        <w:sz w:val="18"/>
      </w:rPr>
      <w:fldChar w:fldCharType="end"/>
    </w:r>
    <w:r>
      <w:rPr>
        <w:b/>
        <w:sz w:val="18"/>
      </w:rPr>
      <w:tab/>
    </w:r>
    <w:r>
      <w:t>GE.20-00298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666B1" w14:textId="12AE6AD9" w:rsidR="00002A30" w:rsidRPr="00425260" w:rsidRDefault="00002A30" w:rsidP="00C82E24">
    <w:pPr>
      <w:pStyle w:val="Pieddepage"/>
      <w:tabs>
        <w:tab w:val="right" w:pos="9639"/>
      </w:tabs>
      <w:spacing w:before="120"/>
      <w:rPr>
        <w:sz w:val="20"/>
      </w:rPr>
    </w:pPr>
    <w:r>
      <w:t>GE.</w:t>
    </w:r>
    <w:r w:rsidRPr="00EB73F1">
      <w:t>20</w:t>
    </w:r>
    <w:r>
      <w:t>-</w:t>
    </w:r>
    <w:r w:rsidRPr="00EB73F1">
      <w:t>00298</w:t>
    </w:r>
    <w:r>
      <w:tab/>
    </w:r>
    <w:r w:rsidRPr="00C82E24">
      <w:rPr>
        <w:b/>
        <w:bCs/>
        <w:sz w:val="18"/>
        <w:szCs w:val="18"/>
      </w:rPr>
      <w:t>3</w:t>
    </w:r>
    <w:r>
      <w:rPr>
        <w:b/>
        <w:bCs/>
        <w:sz w:val="18"/>
        <w:szCs w:val="18"/>
      </w:rPr>
      <w:t>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3982D" w14:textId="77777777" w:rsidR="00002A30" w:rsidRPr="00425260" w:rsidRDefault="00002A30" w:rsidP="00425260">
    <w:pPr>
      <w:pStyle w:val="Pieddepage"/>
      <w:tabs>
        <w:tab w:val="right" w:pos="9638"/>
      </w:tabs>
      <w:rPr>
        <w:b/>
        <w:sz w:val="18"/>
      </w:rPr>
    </w:pPr>
    <w:r>
      <w:t>GE.20-00298</w:t>
    </w:r>
    <w:r>
      <w:tab/>
    </w:r>
    <w:r w:rsidRPr="00425260">
      <w:rPr>
        <w:b/>
        <w:sz w:val="18"/>
      </w:rPr>
      <w:fldChar w:fldCharType="begin"/>
    </w:r>
    <w:r w:rsidRPr="00425260">
      <w:rPr>
        <w:b/>
        <w:sz w:val="18"/>
      </w:rPr>
      <w:instrText xml:space="preserve"> PAGE  \* MERGEFORMAT </w:instrText>
    </w:r>
    <w:r w:rsidRPr="00425260">
      <w:rPr>
        <w:b/>
        <w:sz w:val="18"/>
      </w:rPr>
      <w:fldChar w:fldCharType="separate"/>
    </w:r>
    <w:r w:rsidRPr="00425260">
      <w:rPr>
        <w:b/>
        <w:noProof/>
        <w:sz w:val="18"/>
      </w:rPr>
      <w:t>3</w:t>
    </w:r>
    <w:r w:rsidRPr="0042526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9CF02" w14:textId="77777777" w:rsidR="00002A30" w:rsidRPr="00AC3823" w:rsidRDefault="00002A30" w:rsidP="00AC3823">
      <w:pPr>
        <w:pStyle w:val="Pieddepage"/>
        <w:tabs>
          <w:tab w:val="right" w:pos="2155"/>
        </w:tabs>
        <w:spacing w:after="80" w:line="240" w:lineRule="atLeast"/>
        <w:ind w:left="680"/>
        <w:rPr>
          <w:u w:val="single"/>
        </w:rPr>
      </w:pPr>
      <w:r>
        <w:rPr>
          <w:u w:val="single"/>
        </w:rPr>
        <w:tab/>
      </w:r>
    </w:p>
  </w:footnote>
  <w:footnote w:type="continuationSeparator" w:id="0">
    <w:p w14:paraId="5C6D4834" w14:textId="77777777" w:rsidR="00002A30" w:rsidRPr="00AC3823" w:rsidRDefault="00002A30" w:rsidP="00AC3823">
      <w:pPr>
        <w:pStyle w:val="Pieddepage"/>
        <w:tabs>
          <w:tab w:val="right" w:pos="2155"/>
        </w:tabs>
        <w:spacing w:after="80" w:line="240" w:lineRule="atLeast"/>
        <w:ind w:left="680"/>
        <w:rPr>
          <w:u w:val="single"/>
        </w:rPr>
      </w:pPr>
      <w:r>
        <w:rPr>
          <w:u w:val="single"/>
        </w:rPr>
        <w:tab/>
      </w:r>
    </w:p>
  </w:footnote>
  <w:footnote w:type="continuationNotice" w:id="1">
    <w:p w14:paraId="7E59E109" w14:textId="77777777" w:rsidR="00002A30" w:rsidRPr="00AC3823" w:rsidRDefault="00002A30">
      <w:pPr>
        <w:spacing w:line="240" w:lineRule="auto"/>
        <w:rPr>
          <w:sz w:val="2"/>
          <w:szCs w:val="2"/>
        </w:rPr>
      </w:pPr>
    </w:p>
  </w:footnote>
  <w:footnote w:id="2">
    <w:p w14:paraId="394D061D" w14:textId="77777777" w:rsidR="00002A30" w:rsidRPr="00AC0AF7" w:rsidRDefault="00002A30" w:rsidP="003D2091">
      <w:pPr>
        <w:pStyle w:val="Notedebasdepage"/>
        <w:rPr>
          <w:lang w:val="fr-FR"/>
        </w:rPr>
      </w:pPr>
      <w:r>
        <w:rPr>
          <w:rStyle w:val="Appelnotedebasdep"/>
        </w:rPr>
        <w:tab/>
      </w:r>
      <w:r w:rsidRPr="003D2091">
        <w:rPr>
          <w:rStyle w:val="Appelnotedebasdep"/>
          <w:sz w:val="20"/>
          <w:vertAlign w:val="baseline"/>
        </w:rPr>
        <w:t>*</w:t>
      </w:r>
      <w:r>
        <w:rPr>
          <w:rStyle w:val="Appelnotedebasdep"/>
          <w:sz w:val="20"/>
          <w:vertAlign w:val="baseline"/>
        </w:rPr>
        <w:tab/>
      </w:r>
      <w:r w:rsidRPr="00AC0AF7">
        <w:rPr>
          <w:lang w:val="fr-FR"/>
        </w:rPr>
        <w:t>Anciens titres de l</w:t>
      </w:r>
      <w:r>
        <w:rPr>
          <w:lang w:val="fr-FR"/>
        </w:rPr>
        <w:t>’</w:t>
      </w:r>
      <w:r w:rsidRPr="00AC0AF7">
        <w:rPr>
          <w:lang w:val="fr-FR"/>
        </w:rPr>
        <w:t>Accord :</w:t>
      </w:r>
    </w:p>
    <w:p w14:paraId="5AF06099" w14:textId="77777777" w:rsidR="00002A30" w:rsidRPr="00AC0AF7" w:rsidRDefault="00002A30" w:rsidP="003D2091">
      <w:pPr>
        <w:pStyle w:val="Notedebasdepage"/>
        <w:rPr>
          <w:sz w:val="20"/>
          <w:lang w:val="fr-FR"/>
        </w:rPr>
      </w:pPr>
      <w:r w:rsidRPr="00AC0AF7">
        <w:rPr>
          <w:lang w:val="fr-FR"/>
        </w:rPr>
        <w:tab/>
      </w:r>
      <w:r w:rsidRPr="00AC0AF7">
        <w:rPr>
          <w:lang w:val="fr-FR"/>
        </w:rPr>
        <w:tab/>
      </w:r>
      <w:r w:rsidRPr="00AC0AF7">
        <w:rPr>
          <w:spacing w:val="-4"/>
          <w:lang w:val="fr-FR"/>
        </w:rPr>
        <w:t>Accord concernant l</w:t>
      </w:r>
      <w:r>
        <w:rPr>
          <w:spacing w:val="-4"/>
          <w:lang w:val="fr-FR"/>
        </w:rPr>
        <w:t>’</w:t>
      </w:r>
      <w:r w:rsidRPr="00AC0AF7">
        <w:rPr>
          <w:spacing w:val="-4"/>
          <w:lang w:val="fr-FR"/>
        </w:rPr>
        <w:t>adoption de conditions uniformes d</w:t>
      </w:r>
      <w:r>
        <w:rPr>
          <w:spacing w:val="-4"/>
          <w:lang w:val="fr-FR"/>
        </w:rPr>
        <w:t>’</w:t>
      </w:r>
      <w:r w:rsidRPr="00AC0AF7">
        <w:rPr>
          <w:spacing w:val="-4"/>
          <w:lang w:val="fr-FR"/>
        </w:rPr>
        <w:t>homologation et la reconnaissance réciproque de l</w:t>
      </w:r>
      <w:r>
        <w:rPr>
          <w:spacing w:val="-4"/>
          <w:lang w:val="fr-FR"/>
        </w:rPr>
        <w:t>’</w:t>
      </w:r>
      <w:r w:rsidRPr="00AC0AF7">
        <w:rPr>
          <w:spacing w:val="-4"/>
          <w:lang w:val="fr-FR"/>
        </w:rPr>
        <w:t>homologation des équipements et pièces de véhicules à moteur, en date, à Genève, du 20 mars 1958 (version originale).</w:t>
      </w:r>
    </w:p>
    <w:p w14:paraId="7836A7E0" w14:textId="52B6B428" w:rsidR="00002A30" w:rsidRPr="003D2091" w:rsidRDefault="00002A30" w:rsidP="003D2091">
      <w:pPr>
        <w:pStyle w:val="Notedebasdepage"/>
      </w:pPr>
      <w:r w:rsidRPr="00AC0AF7">
        <w:rPr>
          <w:lang w:val="fr-FR"/>
        </w:rPr>
        <w:tab/>
      </w:r>
      <w:r w:rsidRPr="00AC0AF7">
        <w:rPr>
          <w:lang w:val="fr-FR"/>
        </w:rPr>
        <w:tab/>
        <w:t>Accord concernant l</w:t>
      </w:r>
      <w:r>
        <w:rPr>
          <w:lang w:val="fr-FR"/>
        </w:rPr>
        <w:t>’</w:t>
      </w:r>
      <w:r w:rsidRPr="00AC0AF7">
        <w:rPr>
          <w:lang w:val="fr-FR"/>
        </w:rPr>
        <w:t>adoption de prescriptions techniques uniformes applicables aux véhicules à roues, aux équipements et aux pièces susceptibles d</w:t>
      </w:r>
      <w:r>
        <w:rPr>
          <w:lang w:val="fr-FR"/>
        </w:rPr>
        <w:t>’</w:t>
      </w:r>
      <w:r w:rsidRPr="00AC0AF7">
        <w:rPr>
          <w:lang w:val="fr-FR"/>
        </w:rPr>
        <w:t>être montés ou utilisés sur un véhicule à roues et les conditions de reconnaissance réciproque des homologations délivrées conformément à ces prescriptions, en date, à Genève, du 5 octobre 1995 (Révision 2).</w:t>
      </w:r>
    </w:p>
  </w:footnote>
  <w:footnote w:id="3">
    <w:p w14:paraId="6E65992A" w14:textId="06CF93D2" w:rsidR="00002A30" w:rsidRPr="002C6E4B" w:rsidRDefault="00002A30" w:rsidP="00C82E24">
      <w:pPr>
        <w:pStyle w:val="Notedebasdepage"/>
      </w:pPr>
      <w:r w:rsidRPr="00AC0AF7">
        <w:rPr>
          <w:lang w:val="fr-FR"/>
        </w:rPr>
        <w:tab/>
      </w:r>
      <w:r w:rsidRPr="00AB3539">
        <w:rPr>
          <w:rStyle w:val="Appelnotedebasdep"/>
        </w:rPr>
        <w:footnoteRef/>
      </w:r>
      <w:r>
        <w:tab/>
        <w:t xml:space="preserve">Bonne visibilité (portée optique météorologique POM &gt; 2 000 m, conformément au Guide des </w:t>
      </w:r>
      <w:r w:rsidRPr="0064477E">
        <w:rPr>
          <w:spacing w:val="-1"/>
        </w:rPr>
        <w:t>instruments et des méthodes d</w:t>
      </w:r>
      <w:r>
        <w:rPr>
          <w:spacing w:val="-1"/>
        </w:rPr>
        <w:t>’</w:t>
      </w:r>
      <w:r w:rsidRPr="0064477E">
        <w:rPr>
          <w:spacing w:val="-1"/>
        </w:rPr>
        <w:t>observation météorologiques de l</w:t>
      </w:r>
      <w:r>
        <w:rPr>
          <w:spacing w:val="-1"/>
        </w:rPr>
        <w:t>’</w:t>
      </w:r>
      <w:r w:rsidRPr="0064477E">
        <w:rPr>
          <w:spacing w:val="-1"/>
        </w:rPr>
        <w:t>OMM, 6</w:t>
      </w:r>
      <w:r w:rsidRPr="0064477E">
        <w:rPr>
          <w:spacing w:val="-1"/>
          <w:vertAlign w:val="superscript"/>
        </w:rPr>
        <w:t>e</w:t>
      </w:r>
      <w:r w:rsidRPr="0064477E">
        <w:rPr>
          <w:spacing w:val="-1"/>
        </w:rPr>
        <w:t> éd., ISBN : 92-63-16008-2,</w:t>
      </w:r>
      <w:r>
        <w:t xml:space="preserve"> par. 1.9.1 à 1.9.11, Genève 1996) et glaces propres.</w:t>
      </w:r>
    </w:p>
  </w:footnote>
  <w:footnote w:id="4">
    <w:p w14:paraId="4AB1D5F8" w14:textId="5B7A9506" w:rsidR="00002A30" w:rsidRDefault="00002A30" w:rsidP="00C82E24">
      <w:pPr>
        <w:pStyle w:val="Notedebasdepage"/>
      </w:pPr>
      <w:r>
        <w:tab/>
      </w:r>
      <w:r w:rsidRPr="00CE4A35">
        <w:rPr>
          <w:rStyle w:val="Appelnotedebasdep"/>
        </w:rPr>
        <w:footnoteRef/>
      </w:r>
      <w:r>
        <w:tab/>
      </w:r>
      <w:r w:rsidRPr="00FF02A1">
        <w:t>Bonne visibilité (portée optique météorologique POM &gt; 2</w:t>
      </w:r>
      <w:r>
        <w:t> 000 </w:t>
      </w:r>
      <w:r w:rsidRPr="00FF02A1">
        <w:t xml:space="preserve">m, conformément au Guide des </w:t>
      </w:r>
      <w:r w:rsidRPr="00D81986">
        <w:rPr>
          <w:spacing w:val="-2"/>
        </w:rPr>
        <w:t>instruments et des méthodes d</w:t>
      </w:r>
      <w:r>
        <w:rPr>
          <w:spacing w:val="-2"/>
        </w:rPr>
        <w:t>’</w:t>
      </w:r>
      <w:r w:rsidRPr="00D81986">
        <w:rPr>
          <w:spacing w:val="-2"/>
        </w:rPr>
        <w:t>observation météorologiques de l</w:t>
      </w:r>
      <w:r>
        <w:rPr>
          <w:spacing w:val="-2"/>
        </w:rPr>
        <w:t>’</w:t>
      </w:r>
      <w:r w:rsidRPr="00D81986">
        <w:rPr>
          <w:spacing w:val="-2"/>
        </w:rPr>
        <w:t>OMM, 6</w:t>
      </w:r>
      <w:r w:rsidRPr="00D81986">
        <w:rPr>
          <w:spacing w:val="-2"/>
          <w:vertAlign w:val="superscript"/>
        </w:rPr>
        <w:t>e</w:t>
      </w:r>
      <w:r w:rsidRPr="00D81986">
        <w:rPr>
          <w:spacing w:val="-2"/>
        </w:rPr>
        <w:t> éd., ISBN : 92-63-16008-2,</w:t>
      </w:r>
      <w:r w:rsidRPr="00FF02A1">
        <w:t xml:space="preserve"> par.</w:t>
      </w:r>
      <w:r>
        <w:t> </w:t>
      </w:r>
      <w:r w:rsidRPr="00FF02A1">
        <w:t>1.9.1 à 1.9.11, Genève 1996) et glaces propres</w:t>
      </w:r>
      <w:r>
        <w:t>.</w:t>
      </w:r>
    </w:p>
  </w:footnote>
  <w:footnote w:id="5">
    <w:p w14:paraId="236A72B9" w14:textId="0DCEEDF4" w:rsidR="00002A30" w:rsidRPr="00FA354F" w:rsidRDefault="00002A30" w:rsidP="00C82E24">
      <w:pPr>
        <w:pStyle w:val="Notedebasdepage"/>
      </w:pPr>
      <w:r>
        <w:tab/>
      </w:r>
      <w:r w:rsidRPr="00CE4A35">
        <w:rPr>
          <w:rStyle w:val="Appelnotedebasdep"/>
        </w:rPr>
        <w:footnoteRef/>
      </w:r>
      <w:r>
        <w:tab/>
        <w:t xml:space="preserve">Bonne visibilité (portée optique météorologique POM &gt; 2 000 m, conformément au Guide des </w:t>
      </w:r>
      <w:r w:rsidRPr="001C1658">
        <w:rPr>
          <w:spacing w:val="-2"/>
        </w:rPr>
        <w:t>instruments et des méthodes d</w:t>
      </w:r>
      <w:r>
        <w:rPr>
          <w:spacing w:val="-2"/>
        </w:rPr>
        <w:t>’</w:t>
      </w:r>
      <w:r w:rsidRPr="001C1658">
        <w:rPr>
          <w:spacing w:val="-2"/>
        </w:rPr>
        <w:t>observation météorologiques de l</w:t>
      </w:r>
      <w:r>
        <w:rPr>
          <w:spacing w:val="-2"/>
        </w:rPr>
        <w:t>’</w:t>
      </w:r>
      <w:r w:rsidRPr="001C1658">
        <w:rPr>
          <w:spacing w:val="-2"/>
        </w:rPr>
        <w:t>OMM, 6</w:t>
      </w:r>
      <w:r w:rsidRPr="001C1658">
        <w:rPr>
          <w:spacing w:val="-2"/>
          <w:vertAlign w:val="superscript"/>
        </w:rPr>
        <w:t>e</w:t>
      </w:r>
      <w:r w:rsidRPr="001C1658">
        <w:rPr>
          <w:spacing w:val="-2"/>
        </w:rPr>
        <w:t> éd., ISBN : 92-63-16008-2,</w:t>
      </w:r>
      <w:r>
        <w:t xml:space="preserve"> par. 1.9.1 à 1.9.11, Genève 1996) et glaces propres.</w:t>
      </w:r>
    </w:p>
  </w:footnote>
  <w:footnote w:id="6">
    <w:p w14:paraId="45BFDEB3" w14:textId="207D82EA" w:rsidR="00002A30" w:rsidRPr="00521E87" w:rsidRDefault="00002A30" w:rsidP="00C82E24">
      <w:pPr>
        <w:pStyle w:val="Notedebasdepage"/>
      </w:pPr>
      <w:r>
        <w:tab/>
      </w:r>
      <w:r w:rsidRPr="00CE4A35">
        <w:rPr>
          <w:rStyle w:val="Appelnotedebasdep"/>
        </w:rPr>
        <w:footnoteRef/>
      </w:r>
      <w:r>
        <w:tab/>
        <w:t xml:space="preserve">Publication CIE </w:t>
      </w:r>
      <w:r w:rsidRPr="00A04DAD">
        <w:t>n</w:t>
      </w:r>
      <w:r w:rsidRPr="00A04DAD">
        <w:rPr>
          <w:vertAlign w:val="superscript"/>
        </w:rPr>
        <w:t>o</w:t>
      </w:r>
      <w:r>
        <w:t> 17 − 1970, par. 45-20-040.</w:t>
      </w:r>
    </w:p>
  </w:footnote>
  <w:footnote w:id="7">
    <w:p w14:paraId="62D6A287" w14:textId="586360E4" w:rsidR="00002A30" w:rsidRPr="00AB1057" w:rsidRDefault="00002A30" w:rsidP="00C32DD6">
      <w:pPr>
        <w:pStyle w:val="Notedebasdepage"/>
      </w:pPr>
      <w:r>
        <w:tab/>
      </w:r>
      <w:r w:rsidRPr="00F31818">
        <w:rPr>
          <w:rStyle w:val="Appelnotedebasdep"/>
        </w:rPr>
        <w:footnoteRef/>
      </w:r>
      <w:r w:rsidRPr="00AB1057">
        <w:tab/>
        <w:t>Numéro distinctif du pays qui a accordé/prorogé/refusé/retiré l</w:t>
      </w:r>
      <w:r>
        <w:t>’</w:t>
      </w:r>
      <w:r w:rsidRPr="00AB1057">
        <w:t>homologation</w:t>
      </w:r>
      <w:r w:rsidRPr="0019595B">
        <w:t xml:space="preserve"> (</w:t>
      </w:r>
      <w:r>
        <w:t>voir les dispositions du présent Règlement relatives à l’homologation</w:t>
      </w:r>
      <w:r w:rsidRPr="0019595B">
        <w:t>).</w:t>
      </w:r>
    </w:p>
  </w:footnote>
  <w:footnote w:id="8">
    <w:p w14:paraId="5F25F3E7" w14:textId="77777777" w:rsidR="00002A30" w:rsidRPr="009A7A91" w:rsidRDefault="00002A30" w:rsidP="00C32DD6">
      <w:pPr>
        <w:pStyle w:val="Notedebasdepage"/>
      </w:pPr>
      <w:r w:rsidRPr="00AB1057">
        <w:tab/>
      </w:r>
      <w:r w:rsidRPr="00F31818">
        <w:rPr>
          <w:rStyle w:val="Appelnotedebasdep"/>
        </w:rPr>
        <w:footnoteRef/>
      </w:r>
      <w:r>
        <w:tab/>
        <w:t>Biff</w:t>
      </w:r>
      <w:r w:rsidRPr="009A7A91">
        <w:t>er les mentions inutiles.</w:t>
      </w:r>
    </w:p>
  </w:footnote>
  <w:footnote w:id="9">
    <w:p w14:paraId="33AC4A42" w14:textId="77777777" w:rsidR="00002A30" w:rsidRPr="00C628E2" w:rsidRDefault="00002A30" w:rsidP="00DE6D37">
      <w:pPr>
        <w:pStyle w:val="Notedebasdepage"/>
        <w:rPr>
          <w:lang w:val="fr-FR"/>
        </w:rPr>
      </w:pPr>
      <w:r>
        <w:tab/>
      </w:r>
      <w:r w:rsidRPr="00F31818">
        <w:rPr>
          <w:rStyle w:val="Appelnotedebasdep"/>
        </w:rPr>
        <w:footnoteRef/>
      </w:r>
      <w:r w:rsidRPr="00C628E2">
        <w:rPr>
          <w:lang w:val="fr-FR"/>
        </w:rPr>
        <w:tab/>
        <w:t xml:space="preserve">Angles réduits </w:t>
      </w:r>
      <w:r>
        <w:rPr>
          <w:lang w:val="fr-FR"/>
        </w:rPr>
        <w:t>utilisés uniquement en dessous du plan </w:t>
      </w:r>
      <w:r w:rsidRPr="00C628E2">
        <w:rPr>
          <w:lang w:val="fr-FR"/>
        </w:rPr>
        <w:t>H pour les feux montés de sorte que leur plan</w:t>
      </w:r>
      <w:r>
        <w:rPr>
          <w:lang w:val="fr-FR"/>
        </w:rPr>
        <w:t> </w:t>
      </w:r>
      <w:r w:rsidRPr="00C628E2">
        <w:rPr>
          <w:lang w:val="fr-FR"/>
        </w:rPr>
        <w:t>H se trouve à une hauteur inférieure à 750</w:t>
      </w:r>
      <w:r>
        <w:rPr>
          <w:lang w:val="fr-FR"/>
        </w:rPr>
        <w:t> </w:t>
      </w:r>
      <w:proofErr w:type="spellStart"/>
      <w:r w:rsidRPr="00C628E2">
        <w:rPr>
          <w:lang w:val="fr-FR"/>
        </w:rPr>
        <w:t>mm</w:t>
      </w:r>
      <w:r>
        <w:rPr>
          <w:lang w:val="fr-FR"/>
        </w:rPr>
        <w:t>.</w:t>
      </w:r>
      <w:proofErr w:type="spellEnd"/>
    </w:p>
  </w:footnote>
  <w:footnote w:id="10">
    <w:p w14:paraId="73A98896" w14:textId="77777777" w:rsidR="00002A30" w:rsidRPr="00C628E2" w:rsidRDefault="00002A30" w:rsidP="00DE6D37">
      <w:pPr>
        <w:pStyle w:val="Notedebasdepage"/>
        <w:rPr>
          <w:lang w:val="fr-FR"/>
        </w:rPr>
      </w:pPr>
      <w:r w:rsidRPr="00C628E2">
        <w:rPr>
          <w:lang w:val="fr-FR"/>
        </w:rPr>
        <w:tab/>
      </w:r>
      <w:r w:rsidRPr="00F31818">
        <w:rPr>
          <w:rStyle w:val="Appelnotedebasdep"/>
        </w:rPr>
        <w:footnoteRef/>
      </w:r>
      <w:r>
        <w:rPr>
          <w:lang w:val="fr-FR"/>
        </w:rPr>
        <w:tab/>
        <w:t>Pour les feux destinés</w:t>
      </w:r>
      <w:r w:rsidRPr="00C628E2">
        <w:rPr>
          <w:lang w:val="fr-FR"/>
        </w:rPr>
        <w:t xml:space="preserve"> à êtr</w:t>
      </w:r>
      <w:r>
        <w:rPr>
          <w:lang w:val="fr-FR"/>
        </w:rPr>
        <w:t>e montés de sorte que leur plan </w:t>
      </w:r>
      <w:r w:rsidRPr="00C628E2">
        <w:rPr>
          <w:lang w:val="fr-FR"/>
        </w:rPr>
        <w:t>H se trouve à une hauteur inférieure à</w:t>
      </w:r>
      <w:r>
        <w:rPr>
          <w:lang w:val="fr-FR"/>
        </w:rPr>
        <w:t> </w:t>
      </w:r>
      <w:r w:rsidRPr="00C628E2">
        <w:rPr>
          <w:lang w:val="fr-FR"/>
        </w:rPr>
        <w:t>750</w:t>
      </w:r>
      <w:r>
        <w:rPr>
          <w:lang w:val="fr-FR"/>
        </w:rPr>
        <w:t> </w:t>
      </w:r>
      <w:proofErr w:type="spellStart"/>
      <w:r w:rsidRPr="00C628E2">
        <w:rPr>
          <w:lang w:val="fr-FR"/>
        </w:rPr>
        <w:t>mm.</w:t>
      </w:r>
      <w:proofErr w:type="spellEnd"/>
    </w:p>
  </w:footnote>
  <w:footnote w:id="11">
    <w:p w14:paraId="49E9CEB0" w14:textId="77777777" w:rsidR="00002A30" w:rsidRPr="00C628E2" w:rsidRDefault="00002A30" w:rsidP="00DE6D37">
      <w:pPr>
        <w:pStyle w:val="Notedebasdepage"/>
        <w:rPr>
          <w:lang w:val="fr-FR"/>
        </w:rPr>
      </w:pPr>
      <w:r w:rsidRPr="00C628E2">
        <w:rPr>
          <w:lang w:val="fr-FR"/>
        </w:rPr>
        <w:tab/>
      </w:r>
      <w:r w:rsidRPr="00F31818">
        <w:rPr>
          <w:rStyle w:val="Appelnotedebasdep"/>
        </w:rPr>
        <w:footnoteRef/>
      </w:r>
      <w:r w:rsidRPr="00C628E2">
        <w:rPr>
          <w:lang w:val="fr-FR"/>
        </w:rPr>
        <w:tab/>
        <w:t xml:space="preserve">Pour les feux facultatifs </w:t>
      </w:r>
      <w:r>
        <w:rPr>
          <w:lang w:val="fr-FR"/>
        </w:rPr>
        <w:t>destiné</w:t>
      </w:r>
      <w:r w:rsidRPr="00C628E2">
        <w:rPr>
          <w:lang w:val="fr-FR"/>
        </w:rPr>
        <w:t>s à êtr</w:t>
      </w:r>
      <w:r>
        <w:rPr>
          <w:lang w:val="fr-FR"/>
        </w:rPr>
        <w:t>e montés de sorte que leur plan </w:t>
      </w:r>
      <w:r w:rsidRPr="00C628E2">
        <w:rPr>
          <w:lang w:val="fr-FR"/>
        </w:rPr>
        <w:t>H se trouve à une hauteur supérieure à 2</w:t>
      </w:r>
      <w:r>
        <w:rPr>
          <w:lang w:val="fr-FR"/>
        </w:rPr>
        <w:t> </w:t>
      </w:r>
      <w:r w:rsidRPr="00C628E2">
        <w:rPr>
          <w:lang w:val="fr-FR"/>
        </w:rPr>
        <w:t>100</w:t>
      </w:r>
      <w:r>
        <w:rPr>
          <w:lang w:val="fr-FR"/>
        </w:rPr>
        <w:t> </w:t>
      </w:r>
      <w:proofErr w:type="spellStart"/>
      <w:r w:rsidRPr="00C628E2">
        <w:rPr>
          <w:lang w:val="fr-FR"/>
        </w:rPr>
        <w:t>mm.</w:t>
      </w:r>
      <w:proofErr w:type="spellEnd"/>
    </w:p>
  </w:footnote>
  <w:footnote w:id="12">
    <w:p w14:paraId="24718FA5" w14:textId="14DF4689" w:rsidR="00002A30" w:rsidRDefault="00002A30" w:rsidP="00DE6D37">
      <w:pPr>
        <w:pStyle w:val="Notedebasdepage"/>
      </w:pPr>
      <w:r w:rsidRPr="00C628E2">
        <w:rPr>
          <w:lang w:val="fr-FR"/>
        </w:rPr>
        <w:tab/>
      </w:r>
      <w:r w:rsidRPr="00CE4A35">
        <w:rPr>
          <w:rStyle w:val="Appelnotedebasdep"/>
        </w:rPr>
        <w:footnoteRef/>
      </w:r>
      <w:r>
        <w:tab/>
      </w:r>
      <w:r w:rsidRPr="0049583D">
        <w:t>Les feux de stationnement latéraux sont un ensemble de feux de stationnement orientés vers l</w:t>
      </w:r>
      <w:r>
        <w:t>’</w:t>
      </w:r>
      <w:r w:rsidRPr="0049583D">
        <w:t>avant et</w:t>
      </w:r>
      <w:r>
        <w:t> </w:t>
      </w:r>
      <w:r w:rsidRPr="0049583D">
        <w:t>l</w:t>
      </w:r>
      <w:r>
        <w:t>’</w:t>
      </w:r>
      <w:r w:rsidRPr="0049583D">
        <w:t>arrière.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0AF67" w14:textId="7A10AA55" w:rsidR="00002A30" w:rsidRPr="00425260" w:rsidRDefault="00002A30">
    <w:pPr>
      <w:pStyle w:val="En-tte"/>
    </w:pPr>
    <w:fldSimple w:instr=" TITLE  \* MERGEFORMAT ">
      <w:r w:rsidR="00C87BB9">
        <w:t>E/ECE/TRANS/505/Rev.3/Add.147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C0A3A" w14:textId="3E2F0FE6" w:rsidR="00002A30" w:rsidRPr="00425260" w:rsidRDefault="00002A30" w:rsidP="00425260">
    <w:pPr>
      <w:pStyle w:val="En-tte"/>
      <w:jc w:val="right"/>
    </w:pPr>
    <w:fldSimple w:instr=" TITLE  \* MERGEFORMAT ">
      <w:r w:rsidR="00C87BB9">
        <w:t>E/ECE/TRANS/505/Rev.3/Add.147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B708A" w14:textId="77777777" w:rsidR="00002A30" w:rsidRDefault="00002A30" w:rsidP="00C82E24">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6B764" w14:textId="42F0AD05" w:rsidR="00002A30" w:rsidRPr="00425260" w:rsidRDefault="00002A30">
    <w:pPr>
      <w:pStyle w:val="En-tte"/>
    </w:pPr>
    <w:fldSimple w:instr=" TITLE  \* MERGEFORMAT ">
      <w:r w:rsidR="00C87BB9">
        <w:t>E/ECE/TRANS/505/Rev.3/Add.147</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36BF0" w14:textId="5DAC6B59" w:rsidR="00002A30" w:rsidRDefault="00002A30" w:rsidP="00C82E24">
    <w:pPr>
      <w:pStyle w:val="En-tte"/>
      <w:pBdr>
        <w:bottom w:val="single" w:sz="4" w:space="1" w:color="auto"/>
      </w:pBdr>
      <w:jc w:val="right"/>
    </w:pPr>
    <w:r>
      <w:rPr>
        <w:lang w:val="en-US"/>
      </w:rPr>
      <w:t>E/ECE/TRANS/505/Rev.3/Add.147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8C560" w14:textId="44A8B246" w:rsidR="00002A30" w:rsidRPr="00425260" w:rsidRDefault="00002A30">
    <w:pPr>
      <w:pStyle w:val="En-tte"/>
    </w:pPr>
    <w:fldSimple w:instr=" TITLE  \* MERGEFORMAT ">
      <w:r w:rsidR="00C87BB9">
        <w:t>E/ECE/TRANS/505/Rev.3/Add.147</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25B00" w14:textId="77777777" w:rsidR="00002A30" w:rsidRDefault="00002A30" w:rsidP="00C82E24">
    <w:pPr>
      <w:pStyle w:val="En-tte"/>
      <w:pBdr>
        <w:bottom w:val="single" w:sz="4" w:space="1" w:color="auto"/>
      </w:pBdr>
      <w:jc w:val="right"/>
    </w:pPr>
    <w:r>
      <w:rPr>
        <w:lang w:val="en-US"/>
      </w:rPr>
      <w:t>E/ECE/TRANS/505/Rev.3/Add.147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CE3D2" w14:textId="2AFD89E1" w:rsidR="00002A30" w:rsidRPr="00425260" w:rsidRDefault="00002A30" w:rsidP="00425260">
    <w:pPr>
      <w:pStyle w:val="En-tte"/>
      <w:jc w:val="right"/>
    </w:pPr>
    <w:fldSimple w:instr=" TITLE  \* MERGEFORMAT ">
      <w:r w:rsidR="00C87BB9">
        <w:t>E/ECE/TRANS/505/Rev.3/Add.147</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625EE" w14:textId="77777777" w:rsidR="00002A30" w:rsidRDefault="00002A30" w:rsidP="00A6775A">
    <w:pPr>
      <w:pStyle w:val="En-tte"/>
      <w:pBdr>
        <w:bottom w:val="single" w:sz="4" w:space="1" w:color="auto"/>
      </w:pBdr>
    </w:pPr>
    <w:r>
      <w:rPr>
        <w:lang w:val="en-US"/>
      </w:rPr>
      <w:t>E/ECE/TRANS/505/Rev.3/Add.147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8872EC7E"/>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BF500A38"/>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E7F2E66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9C2"/>
    <w:rsid w:val="00002A30"/>
    <w:rsid w:val="00017F94"/>
    <w:rsid w:val="00023842"/>
    <w:rsid w:val="0002432E"/>
    <w:rsid w:val="000334F9"/>
    <w:rsid w:val="00073B9D"/>
    <w:rsid w:val="0007796D"/>
    <w:rsid w:val="000B7790"/>
    <w:rsid w:val="00111F2F"/>
    <w:rsid w:val="0014365E"/>
    <w:rsid w:val="00176178"/>
    <w:rsid w:val="001A0C56"/>
    <w:rsid w:val="001C3868"/>
    <w:rsid w:val="001F525A"/>
    <w:rsid w:val="00223272"/>
    <w:rsid w:val="0024779E"/>
    <w:rsid w:val="002515E3"/>
    <w:rsid w:val="00266ACE"/>
    <w:rsid w:val="002832AC"/>
    <w:rsid w:val="002D7C93"/>
    <w:rsid w:val="002F1C86"/>
    <w:rsid w:val="00353381"/>
    <w:rsid w:val="003D2091"/>
    <w:rsid w:val="003E0DCA"/>
    <w:rsid w:val="00425260"/>
    <w:rsid w:val="00441C3B"/>
    <w:rsid w:val="00446FE5"/>
    <w:rsid w:val="00450041"/>
    <w:rsid w:val="00452396"/>
    <w:rsid w:val="004E468C"/>
    <w:rsid w:val="00513B26"/>
    <w:rsid w:val="005505B7"/>
    <w:rsid w:val="00573BE5"/>
    <w:rsid w:val="00586ED3"/>
    <w:rsid w:val="00596AA9"/>
    <w:rsid w:val="005E74B0"/>
    <w:rsid w:val="00606E8C"/>
    <w:rsid w:val="00610AEE"/>
    <w:rsid w:val="006453E9"/>
    <w:rsid w:val="0071601D"/>
    <w:rsid w:val="00774920"/>
    <w:rsid w:val="00784871"/>
    <w:rsid w:val="007A62E6"/>
    <w:rsid w:val="007C1326"/>
    <w:rsid w:val="0080236C"/>
    <w:rsid w:val="0080684C"/>
    <w:rsid w:val="00871C75"/>
    <w:rsid w:val="008776DC"/>
    <w:rsid w:val="0092373E"/>
    <w:rsid w:val="00965443"/>
    <w:rsid w:val="00967489"/>
    <w:rsid w:val="009705C8"/>
    <w:rsid w:val="009C1CF4"/>
    <w:rsid w:val="009D39C2"/>
    <w:rsid w:val="00A30353"/>
    <w:rsid w:val="00A6775A"/>
    <w:rsid w:val="00AA42FA"/>
    <w:rsid w:val="00AC3823"/>
    <w:rsid w:val="00AE323C"/>
    <w:rsid w:val="00AF290F"/>
    <w:rsid w:val="00B00181"/>
    <w:rsid w:val="00B00B0D"/>
    <w:rsid w:val="00B765F7"/>
    <w:rsid w:val="00B87BB4"/>
    <w:rsid w:val="00BA0CA9"/>
    <w:rsid w:val="00BB0531"/>
    <w:rsid w:val="00BF6AC5"/>
    <w:rsid w:val="00C02897"/>
    <w:rsid w:val="00C32DD6"/>
    <w:rsid w:val="00C61C28"/>
    <w:rsid w:val="00C82E24"/>
    <w:rsid w:val="00C87BB9"/>
    <w:rsid w:val="00D3439C"/>
    <w:rsid w:val="00D75300"/>
    <w:rsid w:val="00DB1831"/>
    <w:rsid w:val="00DD3BFD"/>
    <w:rsid w:val="00DE6D37"/>
    <w:rsid w:val="00DF6678"/>
    <w:rsid w:val="00E0705F"/>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A6319"/>
  <w15:docId w15:val="{C02672D1-0024-4ABC-A34C-C8B81DDC0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868"/>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1C3868"/>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1C3868"/>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1C3868"/>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1C3868"/>
    <w:pPr>
      <w:spacing w:line="240" w:lineRule="auto"/>
    </w:pPr>
    <w:rPr>
      <w:sz w:val="16"/>
    </w:rPr>
  </w:style>
  <w:style w:type="character" w:customStyle="1" w:styleId="PieddepageCar">
    <w:name w:val="Pied de page Car"/>
    <w:aliases w:val="3_G Car"/>
    <w:basedOn w:val="Policepardfaut"/>
    <w:link w:val="Pieddepage"/>
    <w:rsid w:val="001C3868"/>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1C3868"/>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1C3868"/>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link w:val="H1GChar"/>
    <w:qFormat/>
    <w:rsid w:val="001C3868"/>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1C3868"/>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1C3868"/>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1C3868"/>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1C3868"/>
    <w:pPr>
      <w:tabs>
        <w:tab w:val="left" w:pos="1701"/>
        <w:tab w:val="left" w:pos="2268"/>
        <w:tab w:val="left" w:pos="2835"/>
      </w:tabs>
      <w:spacing w:after="120"/>
      <w:ind w:left="1134" w:right="1134"/>
      <w:jc w:val="both"/>
    </w:pPr>
  </w:style>
  <w:style w:type="paragraph" w:customStyle="1" w:styleId="SLG">
    <w:name w:val="__S_L_G"/>
    <w:basedOn w:val="Normal"/>
    <w:next w:val="Normal"/>
    <w:rsid w:val="001C3868"/>
    <w:pPr>
      <w:keepNext/>
      <w:keepLines/>
      <w:spacing w:before="240" w:after="240" w:line="580" w:lineRule="exact"/>
      <w:ind w:left="1134" w:right="1134"/>
    </w:pPr>
    <w:rPr>
      <w:b/>
      <w:sz w:val="56"/>
    </w:rPr>
  </w:style>
  <w:style w:type="paragraph" w:customStyle="1" w:styleId="SMG">
    <w:name w:val="__S_M_G"/>
    <w:basedOn w:val="Normal"/>
    <w:next w:val="Normal"/>
    <w:rsid w:val="001C3868"/>
    <w:pPr>
      <w:keepNext/>
      <w:keepLines/>
      <w:spacing w:before="240" w:after="240" w:line="420" w:lineRule="exact"/>
      <w:ind w:left="1134" w:right="1134"/>
    </w:pPr>
    <w:rPr>
      <w:b/>
      <w:sz w:val="40"/>
    </w:rPr>
  </w:style>
  <w:style w:type="paragraph" w:customStyle="1" w:styleId="SSG">
    <w:name w:val="__S_S_G"/>
    <w:basedOn w:val="Normal"/>
    <w:next w:val="Normal"/>
    <w:rsid w:val="001C3868"/>
    <w:pPr>
      <w:keepNext/>
      <w:keepLines/>
      <w:spacing w:before="240" w:after="240" w:line="300" w:lineRule="exact"/>
      <w:ind w:left="1134" w:right="1134"/>
    </w:pPr>
    <w:rPr>
      <w:b/>
      <w:sz w:val="28"/>
    </w:rPr>
  </w:style>
  <w:style w:type="paragraph" w:customStyle="1" w:styleId="XLargeG">
    <w:name w:val="__XLarge_G"/>
    <w:basedOn w:val="Normal"/>
    <w:next w:val="Normal"/>
    <w:rsid w:val="001C3868"/>
    <w:pPr>
      <w:keepNext/>
      <w:keepLines/>
      <w:spacing w:before="240" w:after="240" w:line="420" w:lineRule="exact"/>
      <w:ind w:left="1134" w:right="1134"/>
    </w:pPr>
    <w:rPr>
      <w:b/>
      <w:sz w:val="40"/>
    </w:rPr>
  </w:style>
  <w:style w:type="paragraph" w:customStyle="1" w:styleId="Bullet1G">
    <w:name w:val="_Bullet 1_G"/>
    <w:basedOn w:val="Normal"/>
    <w:qFormat/>
    <w:rsid w:val="001C3868"/>
    <w:pPr>
      <w:numPr>
        <w:numId w:val="14"/>
      </w:numPr>
      <w:spacing w:after="120"/>
      <w:ind w:right="1134"/>
      <w:jc w:val="both"/>
    </w:pPr>
  </w:style>
  <w:style w:type="paragraph" w:customStyle="1" w:styleId="Bullet2G">
    <w:name w:val="_Bullet 2_G"/>
    <w:basedOn w:val="Normal"/>
    <w:qFormat/>
    <w:rsid w:val="001C3868"/>
    <w:pPr>
      <w:numPr>
        <w:numId w:val="15"/>
      </w:numPr>
      <w:spacing w:after="120"/>
      <w:ind w:right="1134"/>
      <w:jc w:val="both"/>
    </w:pPr>
  </w:style>
  <w:style w:type="paragraph" w:customStyle="1" w:styleId="ParNoG">
    <w:name w:val="_ParNo_G"/>
    <w:basedOn w:val="Normal"/>
    <w:qFormat/>
    <w:rsid w:val="001C3868"/>
    <w:pPr>
      <w:numPr>
        <w:numId w:val="16"/>
      </w:numPr>
      <w:tabs>
        <w:tab w:val="left" w:pos="1701"/>
        <w:tab w:val="left" w:pos="2268"/>
        <w:tab w:val="left" w:pos="2835"/>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1C3868"/>
    <w:rPr>
      <w:rFonts w:ascii="Times New Roman" w:hAnsi="Times New Roman"/>
      <w:sz w:val="18"/>
      <w:vertAlign w:val="superscript"/>
      <w:lang w:val="fr-CH"/>
    </w:rPr>
  </w:style>
  <w:style w:type="character" w:styleId="Appeldenotedefin">
    <w:name w:val="endnote reference"/>
    <w:aliases w:val="1_G"/>
    <w:basedOn w:val="Appelnotedebasdep"/>
    <w:qFormat/>
    <w:rsid w:val="001C3868"/>
    <w:rPr>
      <w:rFonts w:ascii="Times New Roman" w:hAnsi="Times New Roman"/>
      <w:sz w:val="18"/>
      <w:vertAlign w:val="superscript"/>
      <w:lang w:val="fr-CH"/>
    </w:rPr>
  </w:style>
  <w:style w:type="table" w:styleId="Grilledutableau">
    <w:name w:val="Table Grid"/>
    <w:basedOn w:val="TableauNormal"/>
    <w:rsid w:val="001C3868"/>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1C3868"/>
    <w:rPr>
      <w:color w:val="0000FF"/>
      <w:u w:val="none"/>
    </w:rPr>
  </w:style>
  <w:style w:type="character" w:styleId="Lienhypertextesuivivisit">
    <w:name w:val="FollowedHyperlink"/>
    <w:basedOn w:val="Policepardfaut"/>
    <w:unhideWhenUsed/>
    <w:rsid w:val="001C3868"/>
    <w:rPr>
      <w:color w:val="0000FF"/>
      <w:u w:val="none"/>
    </w:rPr>
  </w:style>
  <w:style w:type="paragraph" w:styleId="Notedebasdepage">
    <w:name w:val="footnote text"/>
    <w:aliases w:val="5_G"/>
    <w:basedOn w:val="Normal"/>
    <w:link w:val="NotedebasdepageCar"/>
    <w:qFormat/>
    <w:rsid w:val="001C3868"/>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1C3868"/>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1C3868"/>
  </w:style>
  <w:style w:type="character" w:customStyle="1" w:styleId="NotedefinCar">
    <w:name w:val="Note de fin Car"/>
    <w:aliases w:val="2_G Car"/>
    <w:basedOn w:val="Policepardfaut"/>
    <w:link w:val="Notedefin"/>
    <w:rsid w:val="001C3868"/>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1C3868"/>
    <w:rPr>
      <w:rFonts w:ascii="Times New Roman" w:hAnsi="Times New Roman"/>
      <w:b/>
      <w:sz w:val="18"/>
      <w:lang w:val="fr-CH"/>
    </w:rPr>
  </w:style>
  <w:style w:type="character" w:customStyle="1" w:styleId="Titre1Car">
    <w:name w:val="Titre 1 Car"/>
    <w:aliases w:val="Table_G Car"/>
    <w:basedOn w:val="Policepardfaut"/>
    <w:link w:val="Titre1"/>
    <w:rsid w:val="001C3868"/>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80236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0236C"/>
    <w:rPr>
      <w:rFonts w:ascii="Tahoma" w:hAnsi="Tahoma" w:cs="Tahoma"/>
      <w:sz w:val="16"/>
      <w:szCs w:val="16"/>
      <w:lang w:eastAsia="en-US"/>
    </w:rPr>
  </w:style>
  <w:style w:type="character" w:customStyle="1" w:styleId="HChGChar">
    <w:name w:val="_ H _Ch_G Char"/>
    <w:link w:val="HChG"/>
    <w:locked/>
    <w:rsid w:val="00967489"/>
    <w:rPr>
      <w:rFonts w:ascii="Times New Roman" w:eastAsiaTheme="minorHAnsi" w:hAnsi="Times New Roman" w:cs="Times New Roman"/>
      <w:b/>
      <w:sz w:val="28"/>
      <w:szCs w:val="20"/>
      <w:lang w:eastAsia="en-US"/>
    </w:rPr>
  </w:style>
  <w:style w:type="character" w:customStyle="1" w:styleId="H1GChar">
    <w:name w:val="_ H_1_G Char"/>
    <w:link w:val="H1G"/>
    <w:locked/>
    <w:rsid w:val="00967489"/>
    <w:rPr>
      <w:rFonts w:ascii="Times New Roman" w:eastAsiaTheme="minorHAnsi" w:hAnsi="Times New Roman" w:cs="Times New Roman"/>
      <w:b/>
      <w:sz w:val="24"/>
      <w:szCs w:val="20"/>
      <w:lang w:eastAsia="en-US"/>
    </w:rPr>
  </w:style>
  <w:style w:type="character" w:styleId="Marquedecommentaire">
    <w:name w:val="annotation reference"/>
    <w:basedOn w:val="Policepardfaut"/>
    <w:uiPriority w:val="99"/>
    <w:semiHidden/>
    <w:unhideWhenUsed/>
    <w:rsid w:val="00C82E24"/>
    <w:rPr>
      <w:sz w:val="16"/>
      <w:szCs w:val="16"/>
    </w:rPr>
  </w:style>
  <w:style w:type="paragraph" w:styleId="Commentaire">
    <w:name w:val="annotation text"/>
    <w:basedOn w:val="Normal"/>
    <w:link w:val="CommentaireCar"/>
    <w:uiPriority w:val="99"/>
    <w:semiHidden/>
    <w:unhideWhenUsed/>
    <w:rsid w:val="00C82E24"/>
    <w:pPr>
      <w:spacing w:line="240" w:lineRule="auto"/>
    </w:pPr>
  </w:style>
  <w:style w:type="character" w:customStyle="1" w:styleId="CommentaireCar">
    <w:name w:val="Commentaire Car"/>
    <w:basedOn w:val="Policepardfaut"/>
    <w:link w:val="Commentaire"/>
    <w:uiPriority w:val="99"/>
    <w:semiHidden/>
    <w:rsid w:val="00C82E24"/>
    <w:rPr>
      <w:rFonts w:ascii="Times New Roman" w:eastAsiaTheme="minorHAnsi" w:hAnsi="Times New Roman" w:cs="Times New Roman"/>
      <w:sz w:val="20"/>
      <w:szCs w:val="20"/>
      <w:lang w:eastAsia="en-US"/>
    </w:rPr>
  </w:style>
  <w:style w:type="paragraph" w:styleId="Objetducommentaire">
    <w:name w:val="annotation subject"/>
    <w:basedOn w:val="Commentaire"/>
    <w:next w:val="Commentaire"/>
    <w:link w:val="ObjetducommentaireCar"/>
    <w:uiPriority w:val="99"/>
    <w:semiHidden/>
    <w:unhideWhenUsed/>
    <w:rsid w:val="00C82E24"/>
    <w:rPr>
      <w:b/>
      <w:bCs/>
    </w:rPr>
  </w:style>
  <w:style w:type="character" w:customStyle="1" w:styleId="ObjetducommentaireCar">
    <w:name w:val="Objet du commentaire Car"/>
    <w:basedOn w:val="CommentaireCar"/>
    <w:link w:val="Objetducommentaire"/>
    <w:uiPriority w:val="99"/>
    <w:semiHidden/>
    <w:rsid w:val="00C82E24"/>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image" Target="media/image18.png"/><Relationship Id="rId21" Type="http://schemas.openxmlformats.org/officeDocument/2006/relationships/footer" Target="footer6.xml"/><Relationship Id="rId34" Type="http://schemas.openxmlformats.org/officeDocument/2006/relationships/image" Target="media/image13.png"/><Relationship Id="rId42" Type="http://schemas.openxmlformats.org/officeDocument/2006/relationships/image" Target="media/image21.png"/><Relationship Id="rId47" Type="http://schemas.openxmlformats.org/officeDocument/2006/relationships/header" Target="header8.xml"/><Relationship Id="rId50" Type="http://schemas.openxmlformats.org/officeDocument/2006/relationships/footer" Target="footer10.xml"/><Relationship Id="rId55"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image" Target="media/image8.png"/><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image" Target="media/image24.png"/><Relationship Id="rId53"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image" Target="media/image10.png"/><Relationship Id="rId44" Type="http://schemas.openxmlformats.org/officeDocument/2006/relationships/image" Target="media/image23.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image" Target="media/image6.gif"/><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image" Target="media/image22.png"/><Relationship Id="rId48" Type="http://schemas.openxmlformats.org/officeDocument/2006/relationships/footer" Target="footer9.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oleObject" Target="embeddings/oleObject1.bin"/><Relationship Id="rId25" Type="http://schemas.openxmlformats.org/officeDocument/2006/relationships/header" Target="header7.xml"/><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5.png"/><Relationship Id="rId20" Type="http://schemas.openxmlformats.org/officeDocument/2006/relationships/header" Target="header5.xml"/><Relationship Id="rId41" Type="http://schemas.openxmlformats.org/officeDocument/2006/relationships/image" Target="media/image20.png"/><Relationship Id="rId54"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image" Target="media/image7.png"/><Relationship Id="rId36" Type="http://schemas.openxmlformats.org/officeDocument/2006/relationships/image" Target="media/image15.png"/><Relationship Id="rId49" Type="http://schemas.openxmlformats.org/officeDocument/2006/relationships/header" Target="header9.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EB3ABB-D9DE-41C3-B3D7-D92D6D65312D}">
  <ds:schemaRefs>
    <ds:schemaRef ds:uri="http://schemas.openxmlformats.org/officeDocument/2006/bibliography"/>
  </ds:schemaRefs>
</ds:datastoreItem>
</file>

<file path=customXml/itemProps2.xml><?xml version="1.0" encoding="utf-8"?>
<ds:datastoreItem xmlns:ds="http://schemas.openxmlformats.org/officeDocument/2006/customXml" ds:itemID="{8A33B006-3BF9-48CB-9B64-788349B36555}"/>
</file>

<file path=customXml/itemProps3.xml><?xml version="1.0" encoding="utf-8"?>
<ds:datastoreItem xmlns:ds="http://schemas.openxmlformats.org/officeDocument/2006/customXml" ds:itemID="{8F425C65-3F0D-4B2C-8A00-DB8E32082798}"/>
</file>

<file path=customXml/itemProps4.xml><?xml version="1.0" encoding="utf-8"?>
<ds:datastoreItem xmlns:ds="http://schemas.openxmlformats.org/officeDocument/2006/customXml" ds:itemID="{5421EEB1-6734-40C2-A038-612E88C1CAB2}"/>
</file>

<file path=docProps/app.xml><?xml version="1.0" encoding="utf-8"?>
<Properties xmlns="http://schemas.openxmlformats.org/officeDocument/2006/extended-properties" xmlns:vt="http://schemas.openxmlformats.org/officeDocument/2006/docPropsVTypes">
  <Template>E.dotm</Template>
  <TotalTime>1</TotalTime>
  <Pages>56</Pages>
  <Words>16084</Words>
  <Characters>91683</Characters>
  <Application>Microsoft Office Word</Application>
  <DocSecurity>0</DocSecurity>
  <Lines>764</Lines>
  <Paragraphs>215</Paragraphs>
  <ScaleCrop>false</ScaleCrop>
  <HeadingPairs>
    <vt:vector size="2" baseType="variant">
      <vt:variant>
        <vt:lpstr>Titre</vt:lpstr>
      </vt:variant>
      <vt:variant>
        <vt:i4>1</vt:i4>
      </vt:variant>
    </vt:vector>
  </HeadingPairs>
  <TitlesOfParts>
    <vt:vector size="1" baseType="lpstr">
      <vt:lpstr>E/ECE/TRANS/505/Rev.3/Add.147</vt:lpstr>
    </vt:vector>
  </TitlesOfParts>
  <Company>DCM</Company>
  <LinksUpToDate>false</LinksUpToDate>
  <CharactersWithSpaces>107552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dc:title>
  <dc:subject/>
  <dc:creator>Julien OKRZESIK</dc:creator>
  <cp:keywords/>
  <cp:lastModifiedBy>Julien Okrzesik</cp:lastModifiedBy>
  <cp:revision>3</cp:revision>
  <cp:lastPrinted>2021-04-15T06:57:00Z</cp:lastPrinted>
  <dcterms:created xsi:type="dcterms:W3CDTF">2021-04-15T06:57:00Z</dcterms:created>
  <dcterms:modified xsi:type="dcterms:W3CDTF">2021-04-15T06:58:00Z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