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CC2F42" w14:paraId="5EE23D2B" w14:textId="77777777" w:rsidTr="0052528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A7B6B9" w14:textId="2C061A89" w:rsidR="00B56E9C" w:rsidRPr="00CC2F42" w:rsidRDefault="00B56E9C" w:rsidP="0052528B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19BAA3" w14:textId="77777777" w:rsidR="00B56E9C" w:rsidRPr="00CC2F42" w:rsidRDefault="00B56E9C" w:rsidP="0052528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C2F42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19DA8E" w14:textId="2E19B11A" w:rsidR="00B56E9C" w:rsidRPr="00CC2F42" w:rsidRDefault="003B6837" w:rsidP="00AB65CD">
            <w:pPr>
              <w:jc w:val="right"/>
            </w:pPr>
            <w:r w:rsidRPr="00CC2F42">
              <w:rPr>
                <w:sz w:val="40"/>
              </w:rPr>
              <w:t>ECE</w:t>
            </w:r>
            <w:r w:rsidRPr="00CC2F42">
              <w:t>/TRANS/WP.29/1073/Rev.</w:t>
            </w:r>
            <w:r w:rsidR="00FC6FD1">
              <w:t>2</w:t>
            </w:r>
            <w:r w:rsidR="009F7216">
              <w:t>9</w:t>
            </w:r>
          </w:p>
        </w:tc>
      </w:tr>
      <w:tr w:rsidR="00B56E9C" w:rsidRPr="00CC2F42" w14:paraId="10900A30" w14:textId="77777777" w:rsidTr="0052528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85194AE" w14:textId="77777777" w:rsidR="00B56E9C" w:rsidRPr="00CC2F42" w:rsidRDefault="0035134F" w:rsidP="0052528B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17DCF5AB" wp14:editId="12C94E9B">
                  <wp:extent cx="718185" cy="594360"/>
                  <wp:effectExtent l="0" t="0" r="571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CC1ACED" w14:textId="77777777" w:rsidR="00B56E9C" w:rsidRPr="00CC2F42" w:rsidRDefault="00D773DF" w:rsidP="0052528B">
            <w:pPr>
              <w:spacing w:before="120" w:line="420" w:lineRule="exact"/>
              <w:rPr>
                <w:sz w:val="40"/>
                <w:szCs w:val="40"/>
              </w:rPr>
            </w:pPr>
            <w:r w:rsidRPr="00CC2F42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D13F883" w14:textId="77777777" w:rsidR="00FC095B" w:rsidRPr="00CC2F42" w:rsidRDefault="00FC095B" w:rsidP="0052528B">
            <w:pPr>
              <w:spacing w:before="240" w:line="240" w:lineRule="exact"/>
            </w:pPr>
            <w:r w:rsidRPr="00CC2F42">
              <w:t>Distr.: General</w:t>
            </w:r>
          </w:p>
          <w:p w14:paraId="52316918" w14:textId="01379CD7" w:rsidR="003B6837" w:rsidRPr="00CC2F42" w:rsidRDefault="0015001C" w:rsidP="0052528B">
            <w:pPr>
              <w:spacing w:line="240" w:lineRule="exact"/>
            </w:pPr>
            <w:r>
              <w:t>4 March</w:t>
            </w:r>
            <w:r w:rsidR="00435B7A" w:rsidRPr="00CC2F42">
              <w:t xml:space="preserve"> 20</w:t>
            </w:r>
            <w:r w:rsidR="00F50AFA">
              <w:t>2</w:t>
            </w:r>
            <w:r w:rsidR="007424DE">
              <w:t>1</w:t>
            </w:r>
          </w:p>
          <w:p w14:paraId="4C999DB4" w14:textId="77777777" w:rsidR="00FC095B" w:rsidRPr="00CC2F42" w:rsidRDefault="00FC095B" w:rsidP="0052528B">
            <w:pPr>
              <w:spacing w:line="240" w:lineRule="exact"/>
            </w:pPr>
          </w:p>
          <w:p w14:paraId="3C43D004" w14:textId="77777777" w:rsidR="00EA2A77" w:rsidRPr="00CC2F42" w:rsidRDefault="00FC095B" w:rsidP="0052528B">
            <w:pPr>
              <w:spacing w:line="240" w:lineRule="exact"/>
            </w:pPr>
            <w:r w:rsidRPr="00CC2F42">
              <w:t>English</w:t>
            </w:r>
            <w:r w:rsidR="00EB5C64" w:rsidRPr="00CC2F42">
              <w:t xml:space="preserve"> only</w:t>
            </w:r>
          </w:p>
        </w:tc>
      </w:tr>
    </w:tbl>
    <w:p w14:paraId="00E39A06" w14:textId="77777777" w:rsidR="00442A83" w:rsidRPr="00CC2F42" w:rsidRDefault="00C96DF2" w:rsidP="00C96DF2">
      <w:pPr>
        <w:spacing w:before="120"/>
        <w:rPr>
          <w:b/>
          <w:sz w:val="28"/>
          <w:szCs w:val="28"/>
        </w:rPr>
      </w:pPr>
      <w:r w:rsidRPr="00CC2F42">
        <w:rPr>
          <w:b/>
          <w:sz w:val="28"/>
          <w:szCs w:val="28"/>
        </w:rPr>
        <w:t>Economic Commission for Europe</w:t>
      </w:r>
    </w:p>
    <w:p w14:paraId="36988FB4" w14:textId="77777777" w:rsidR="00C96DF2" w:rsidRPr="00CC2F42" w:rsidRDefault="008F31D2" w:rsidP="00C96DF2">
      <w:pPr>
        <w:spacing w:before="120"/>
        <w:rPr>
          <w:sz w:val="28"/>
          <w:szCs w:val="28"/>
        </w:rPr>
      </w:pPr>
      <w:r w:rsidRPr="00CC2F42">
        <w:rPr>
          <w:sz w:val="28"/>
          <w:szCs w:val="28"/>
        </w:rPr>
        <w:t>Inland Transport Committee</w:t>
      </w:r>
    </w:p>
    <w:p w14:paraId="15CDB6B9" w14:textId="77777777" w:rsidR="00EA2A77" w:rsidRPr="00CC2F42" w:rsidRDefault="00EA2A77" w:rsidP="00EA2A77">
      <w:pPr>
        <w:spacing w:before="120"/>
        <w:rPr>
          <w:b/>
          <w:sz w:val="24"/>
          <w:szCs w:val="24"/>
        </w:rPr>
      </w:pPr>
      <w:r w:rsidRPr="00CC2F42">
        <w:rPr>
          <w:b/>
          <w:sz w:val="24"/>
          <w:szCs w:val="24"/>
        </w:rPr>
        <w:t xml:space="preserve">World Forum for Harmonization of Vehicle </w:t>
      </w:r>
      <w:r w:rsidR="00D26E07" w:rsidRPr="00CC2F42">
        <w:rPr>
          <w:b/>
          <w:sz w:val="24"/>
          <w:szCs w:val="24"/>
        </w:rPr>
        <w:t>Regulation</w:t>
      </w:r>
      <w:r w:rsidRPr="00CC2F42">
        <w:rPr>
          <w:b/>
          <w:sz w:val="24"/>
          <w:szCs w:val="24"/>
        </w:rPr>
        <w:t>s</w:t>
      </w:r>
    </w:p>
    <w:p w14:paraId="0FE79D58" w14:textId="597AE836" w:rsidR="00816D32" w:rsidRPr="00CC2F42" w:rsidRDefault="00435B7A" w:rsidP="00816D32">
      <w:pPr>
        <w:spacing w:before="120"/>
        <w:rPr>
          <w:b/>
        </w:rPr>
      </w:pPr>
      <w:r w:rsidRPr="00CC2F42">
        <w:rPr>
          <w:b/>
        </w:rPr>
        <w:t>1</w:t>
      </w:r>
      <w:r w:rsidR="004973FF">
        <w:rPr>
          <w:b/>
        </w:rPr>
        <w:t>8</w:t>
      </w:r>
      <w:r w:rsidR="00A334E1">
        <w:rPr>
          <w:b/>
        </w:rPr>
        <w:t>3rd</w:t>
      </w:r>
      <w:r w:rsidR="00816D32" w:rsidRPr="00CC2F42">
        <w:rPr>
          <w:b/>
        </w:rPr>
        <w:t xml:space="preserve"> session</w:t>
      </w:r>
    </w:p>
    <w:p w14:paraId="438BED0B" w14:textId="022F179C" w:rsidR="00816D32" w:rsidRPr="00CC2F42" w:rsidRDefault="00816D32" w:rsidP="00816D32">
      <w:r w:rsidRPr="00CC2F42">
        <w:t>Geneva</w:t>
      </w:r>
      <w:r w:rsidR="00435B7A" w:rsidRPr="00CC2F42">
        <w:t xml:space="preserve">, </w:t>
      </w:r>
      <w:r w:rsidR="00A334E1">
        <w:t>9</w:t>
      </w:r>
      <w:r w:rsidR="00005C6E">
        <w:t>-</w:t>
      </w:r>
      <w:r w:rsidR="00800A15">
        <w:t>1</w:t>
      </w:r>
      <w:r w:rsidR="00DA50EA">
        <w:t>1</w:t>
      </w:r>
      <w:r w:rsidRPr="00CC2F42">
        <w:t xml:space="preserve"> </w:t>
      </w:r>
      <w:r w:rsidR="00DA50EA">
        <w:t>March</w:t>
      </w:r>
      <w:r w:rsidR="007A7CA7">
        <w:t xml:space="preserve"> </w:t>
      </w:r>
      <w:r w:rsidR="00435B7A" w:rsidRPr="00CC2F42">
        <w:t>20</w:t>
      </w:r>
      <w:r w:rsidR="004973FF">
        <w:t>2</w:t>
      </w:r>
      <w:r w:rsidR="00DA50EA">
        <w:t>1</w:t>
      </w:r>
    </w:p>
    <w:p w14:paraId="6A11A20D" w14:textId="77777777" w:rsidR="003B6837" w:rsidRPr="00CC2F42" w:rsidRDefault="003B6837" w:rsidP="003B6837">
      <w:r w:rsidRPr="00E2448F">
        <w:t>Item</w:t>
      </w:r>
      <w:r w:rsidR="006224E1">
        <w:t>s</w:t>
      </w:r>
      <w:r w:rsidRPr="00E2448F">
        <w:t xml:space="preserve"> 5.1</w:t>
      </w:r>
      <w:r w:rsidR="006224E1">
        <w:t xml:space="preserve"> and 13</w:t>
      </w:r>
      <w:r w:rsidRPr="00E2448F">
        <w:t xml:space="preserve"> of</w:t>
      </w:r>
      <w:r w:rsidRPr="00CC2F42">
        <w:t xml:space="preserve"> the provisional agenda</w:t>
      </w:r>
    </w:p>
    <w:p w14:paraId="4182AB82" w14:textId="77777777" w:rsidR="00005C6E" w:rsidRDefault="00872B84" w:rsidP="003B6837">
      <w:pPr>
        <w:rPr>
          <w:b/>
          <w:lang w:val="en-US"/>
        </w:rPr>
      </w:pPr>
      <w:r>
        <w:rPr>
          <w:b/>
          <w:lang w:val="en-US"/>
        </w:rPr>
        <w:t>1998 Agreement</w:t>
      </w:r>
      <w:r w:rsidR="00005C6E">
        <w:rPr>
          <w:b/>
          <w:lang w:val="en-US"/>
        </w:rPr>
        <w:t>:</w:t>
      </w:r>
    </w:p>
    <w:p w14:paraId="4CFA6B73" w14:textId="77777777" w:rsidR="003B6837" w:rsidRDefault="003B6837" w:rsidP="003B6837">
      <w:pPr>
        <w:rPr>
          <w:b/>
          <w:lang w:val="en-US"/>
        </w:rPr>
      </w:pPr>
      <w:r w:rsidRPr="00CC2F42">
        <w:rPr>
          <w:b/>
          <w:lang w:val="en-US"/>
        </w:rPr>
        <w:t xml:space="preserve">Status of the Agreement including the implementation </w:t>
      </w:r>
      <w:r w:rsidR="00005C6E">
        <w:rPr>
          <w:b/>
          <w:lang w:val="en-US"/>
        </w:rPr>
        <w:br/>
      </w:r>
      <w:r w:rsidRPr="00CC2F42">
        <w:rPr>
          <w:b/>
          <w:lang w:val="en-US"/>
        </w:rPr>
        <w:t xml:space="preserve">of paragraph </w:t>
      </w:r>
      <w:r w:rsidRPr="00E2448F">
        <w:rPr>
          <w:b/>
          <w:lang w:val="en-US"/>
        </w:rPr>
        <w:t>7.1</w:t>
      </w:r>
      <w:r w:rsidRPr="00CC2F42">
        <w:rPr>
          <w:b/>
          <w:lang w:val="en-US"/>
        </w:rPr>
        <w:t xml:space="preserve"> of the Agreement</w:t>
      </w:r>
    </w:p>
    <w:p w14:paraId="3DF8F0B8" w14:textId="77777777" w:rsidR="007D5226" w:rsidRPr="00CC2F42" w:rsidRDefault="007D5226" w:rsidP="003B6837">
      <w:pPr>
        <w:rPr>
          <w:b/>
          <w:lang w:val="en-US"/>
        </w:rPr>
      </w:pPr>
      <w:r w:rsidRPr="007D5226">
        <w:rPr>
          <w:b/>
        </w:rPr>
        <w:t xml:space="preserve">Monitoring of the 1998 Agreement: Reports of the Contracting Parties </w:t>
      </w:r>
      <w:r>
        <w:rPr>
          <w:b/>
        </w:rPr>
        <w:br/>
      </w:r>
      <w:r w:rsidRPr="007D5226">
        <w:rPr>
          <w:b/>
        </w:rPr>
        <w:t xml:space="preserve">on the transposition of UN </w:t>
      </w:r>
      <w:r w:rsidR="00D946A0">
        <w:rPr>
          <w:b/>
        </w:rPr>
        <w:t>GTRs</w:t>
      </w:r>
      <w:r w:rsidRPr="007D5226">
        <w:rPr>
          <w:b/>
        </w:rPr>
        <w:t xml:space="preserve"> and their </w:t>
      </w:r>
      <w:r>
        <w:rPr>
          <w:b/>
        </w:rPr>
        <w:br/>
      </w:r>
      <w:r w:rsidRPr="007D5226">
        <w:rPr>
          <w:b/>
        </w:rPr>
        <w:t>amendments i</w:t>
      </w:r>
      <w:r w:rsidR="00872B84">
        <w:rPr>
          <w:b/>
        </w:rPr>
        <w:t>nto their national/regional law</w:t>
      </w:r>
    </w:p>
    <w:p w14:paraId="1237A9CC" w14:textId="77777777" w:rsidR="003B6837" w:rsidRDefault="00474A83" w:rsidP="007D2B97">
      <w:pPr>
        <w:pStyle w:val="HChG"/>
      </w:pPr>
      <w:r w:rsidRPr="00CC2F42">
        <w:tab/>
      </w:r>
      <w:r w:rsidRPr="00CC2F42">
        <w:tab/>
      </w:r>
      <w:r w:rsidR="003B6837" w:rsidRPr="00CC2F42">
        <w:t xml:space="preserve">Status of the </w:t>
      </w:r>
      <w:r w:rsidR="003B6837" w:rsidRPr="007D2B97">
        <w:t>Agreement</w:t>
      </w:r>
      <w:r w:rsidR="003B6837" w:rsidRPr="00CC2F42">
        <w:t xml:space="preserve">, of the Global Registry and of the </w:t>
      </w:r>
      <w:r w:rsidR="003B6837" w:rsidRPr="00A937D1">
        <w:t>Compendium</w:t>
      </w:r>
      <w:r w:rsidR="003B6837" w:rsidRPr="00CC2F42">
        <w:t xml:space="preserve"> of Candidates </w:t>
      </w:r>
    </w:p>
    <w:p w14:paraId="7C79C09C" w14:textId="28A1E6D7" w:rsidR="00C77015" w:rsidRPr="00C77015" w:rsidRDefault="00C77015" w:rsidP="00392D95">
      <w:pPr>
        <w:pStyle w:val="H23G"/>
      </w:pPr>
      <w:r w:rsidRPr="009F1CF0">
        <w:tab/>
      </w:r>
      <w:r w:rsidRPr="009F1CF0">
        <w:tab/>
      </w:r>
      <w:r>
        <w:t>Revision 2</w:t>
      </w:r>
      <w:r w:rsidR="009F7216">
        <w:t>9</w:t>
      </w:r>
    </w:p>
    <w:p w14:paraId="65DF2824" w14:textId="77777777" w:rsidR="003B6837" w:rsidRPr="00CC2F42" w:rsidRDefault="003B6837" w:rsidP="0031359C">
      <w:pPr>
        <w:pStyle w:val="H1G"/>
      </w:pPr>
      <w:r w:rsidRPr="00CC2F42">
        <w:tab/>
      </w:r>
      <w:r w:rsidRPr="00CC2F42">
        <w:tab/>
        <w:t xml:space="preserve">Note by the </w:t>
      </w:r>
      <w:r w:rsidRPr="0031359C">
        <w:t>secretariat</w:t>
      </w:r>
      <w:r w:rsidR="00805F04" w:rsidRPr="00872B84">
        <w:rPr>
          <w:rStyle w:val="FootnoteReference"/>
          <w:b w:val="0"/>
          <w:sz w:val="20"/>
          <w:vertAlign w:val="baseline"/>
        </w:rPr>
        <w:footnoteReference w:id="2"/>
      </w:r>
    </w:p>
    <w:p w14:paraId="3D13D681" w14:textId="77448C75" w:rsidR="00F35852" w:rsidRPr="00CC2F42" w:rsidRDefault="003B6837" w:rsidP="007D2B97">
      <w:pPr>
        <w:pStyle w:val="SingleTxtG"/>
        <w:ind w:firstLine="567"/>
      </w:pPr>
      <w:r w:rsidRPr="00CC2F42">
        <w:t xml:space="preserve">This document </w:t>
      </w:r>
      <w:r w:rsidR="00816D32" w:rsidRPr="00CC2F42">
        <w:t xml:space="preserve">consolidates </w:t>
      </w:r>
      <w:r w:rsidRPr="00CC2F42">
        <w:t xml:space="preserve">the </w:t>
      </w:r>
      <w:r w:rsidR="00816D32" w:rsidRPr="00CC2F42">
        <w:t>changes</w:t>
      </w:r>
      <w:r w:rsidRPr="00CC2F42">
        <w:t xml:space="preserve"> to the registers developed in the framework of the 1998 Agreement since the </w:t>
      </w:r>
      <w:r w:rsidRPr="0031359C">
        <w:t>publication</w:t>
      </w:r>
      <w:r w:rsidRPr="00CC2F42">
        <w:t xml:space="preserve"> of ECE/TRANS/WP.29/1073/Rev.</w:t>
      </w:r>
      <w:r w:rsidR="00A32AD3">
        <w:t>8</w:t>
      </w:r>
      <w:r w:rsidRPr="00CC2F42">
        <w:t xml:space="preserve">. The </w:t>
      </w:r>
      <w:r w:rsidR="00824642" w:rsidRPr="00CC2F42">
        <w:t>n</w:t>
      </w:r>
      <w:r w:rsidRPr="00CC2F42">
        <w:t xml:space="preserve">otifications concerning the </w:t>
      </w:r>
      <w:r w:rsidR="00EF0AC3" w:rsidRPr="00CC2F42">
        <w:t xml:space="preserve">Global </w:t>
      </w:r>
      <w:r w:rsidR="00EF0AC3" w:rsidRPr="007D2B97">
        <w:t>Registry</w:t>
      </w:r>
      <w:r w:rsidRPr="00CC2F42">
        <w:t xml:space="preserve">, reported in each table, are those delivered to the secretariat though the </w:t>
      </w:r>
      <w:r w:rsidRPr="00A937D1">
        <w:t>electronic</w:t>
      </w:r>
      <w:r w:rsidRPr="00CC2F42">
        <w:t xml:space="preserve"> system "1998 AGREEMENT-MISSIONS List"</w:t>
      </w:r>
      <w:r w:rsidR="00886420" w:rsidRPr="00CC2F42">
        <w:t xml:space="preserve"> until </w:t>
      </w:r>
      <w:r w:rsidR="009443B3">
        <w:t>3</w:t>
      </w:r>
      <w:r w:rsidR="00F26399">
        <w:t xml:space="preserve"> </w:t>
      </w:r>
      <w:r w:rsidR="00A96A8E">
        <w:t>March</w:t>
      </w:r>
      <w:r w:rsidR="00886420" w:rsidRPr="00CC2F42">
        <w:t xml:space="preserve"> 20</w:t>
      </w:r>
      <w:r w:rsidR="005A463C">
        <w:t>2</w:t>
      </w:r>
      <w:r w:rsidR="00A96A8E">
        <w:t>1</w:t>
      </w:r>
      <w:r w:rsidR="00474A83" w:rsidRPr="00CC2F42">
        <w:t>.</w:t>
      </w:r>
      <w:r w:rsidR="000552A1">
        <w:t xml:space="preserve"> </w:t>
      </w:r>
      <w:r w:rsidR="00F35852" w:rsidRPr="00CC2F42">
        <w:t>All notifications from the Contracti</w:t>
      </w:r>
      <w:r w:rsidR="004172F3">
        <w:t>ng Parties and the secretariat,</w:t>
      </w:r>
      <w:r w:rsidR="000552A1">
        <w:t xml:space="preserve"> </w:t>
      </w:r>
      <w:r w:rsidR="0021389E">
        <w:t>UN Global Technical R</w:t>
      </w:r>
      <w:r w:rsidR="00F35852" w:rsidRPr="00CC2F42">
        <w:t>egulations (</w:t>
      </w:r>
      <w:r w:rsidR="0021389E">
        <w:t>UN GTR</w:t>
      </w:r>
      <w:r w:rsidR="00F35852" w:rsidRPr="00CC2F42">
        <w:t xml:space="preserve">s), amendments, corrigenda, proposals, candidates of </w:t>
      </w:r>
      <w:r w:rsidR="0021389E">
        <w:t>UN GTR</w:t>
      </w:r>
      <w:r w:rsidR="0021389E" w:rsidRPr="00CC2F42">
        <w:t>s</w:t>
      </w:r>
      <w:r w:rsidR="00F35852" w:rsidRPr="00CC2F42">
        <w:t xml:space="preserve"> and the Status </w:t>
      </w:r>
      <w:r w:rsidR="00877328" w:rsidRPr="00CC2F42">
        <w:t xml:space="preserve">of the Agreement </w:t>
      </w:r>
      <w:r w:rsidR="00A71218" w:rsidRPr="00CC2F42">
        <w:t>are available on</w:t>
      </w:r>
      <w:r w:rsidR="00F35852" w:rsidRPr="00CC2F42">
        <w:t xml:space="preserve"> the</w:t>
      </w:r>
      <w:r w:rsidR="005F39AB" w:rsidRPr="00CC2F42">
        <w:t xml:space="preserve"> website of the World Forum for </w:t>
      </w:r>
      <w:r w:rsidR="00F35852" w:rsidRPr="00CC2F42">
        <w:t xml:space="preserve">Harmonization </w:t>
      </w:r>
      <w:r w:rsidR="004E7308" w:rsidRPr="00CC2F42">
        <w:t xml:space="preserve">of Vehicle Regulations (WP.29): </w:t>
      </w:r>
      <w:r w:rsidR="00F35852" w:rsidRPr="00276996">
        <w:rPr>
          <w:spacing w:val="-2"/>
        </w:rPr>
        <w:t>www.unece.org/trans/main/welcwp29.html</w:t>
      </w:r>
      <w:r w:rsidR="000552A1" w:rsidRPr="00276996">
        <w:rPr>
          <w:spacing w:val="-2"/>
        </w:rPr>
        <w:t>.</w:t>
      </w:r>
    </w:p>
    <w:p w14:paraId="3D18DC25" w14:textId="77777777" w:rsidR="00A321A3" w:rsidRPr="00CC2F42" w:rsidRDefault="00DD4185" w:rsidP="00D946A0">
      <w:pPr>
        <w:pStyle w:val="HChG"/>
      </w:pPr>
      <w:bookmarkStart w:id="0" w:name="_GoBack"/>
      <w:bookmarkEnd w:id="0"/>
      <w:r w:rsidRPr="00CC2F42">
        <w:rPr>
          <w:bCs/>
        </w:rPr>
        <w:br w:type="page"/>
      </w:r>
      <w:r w:rsidR="00A321A3" w:rsidRPr="00CC2F42">
        <w:lastRenderedPageBreak/>
        <w:tab/>
      </w:r>
      <w:r w:rsidR="00A321A3" w:rsidRPr="00CC2F42">
        <w:tab/>
        <w:t>Agreement concerning the establishing of global technical regulations for wheeled vehicles, equipment and parts which can be fitted and/</w:t>
      </w:r>
      <w:r w:rsidR="00A321A3" w:rsidRPr="005A705C">
        <w:t>or</w:t>
      </w:r>
      <w:r w:rsidR="00A321A3" w:rsidRPr="00CC2F42">
        <w:t xml:space="preserve"> be used on wheeled vehicles (ECE/TRANS/132 and Corr.1), done at Geneva on 25 June 1998 (</w:t>
      </w:r>
      <w:r w:rsidR="00CC2F42" w:rsidRPr="00CC2F42">
        <w:t>"</w:t>
      </w:r>
      <w:r w:rsidR="00A321A3" w:rsidRPr="00CC2F42">
        <w:t>1998 Agreement</w:t>
      </w:r>
      <w:r w:rsidR="00CC2F42" w:rsidRPr="00CC2F42">
        <w:t>"</w:t>
      </w:r>
      <w:r w:rsidR="00A321A3" w:rsidRPr="00CC2F42">
        <w:t>)</w:t>
      </w:r>
    </w:p>
    <w:p w14:paraId="7DC243A4" w14:textId="77777777" w:rsidR="009823D1" w:rsidRPr="00CC2F42" w:rsidRDefault="006A6553" w:rsidP="006A6553">
      <w:pPr>
        <w:pStyle w:val="SingleTxtG"/>
      </w:pPr>
      <w:r w:rsidRPr="00CC2F42">
        <w:t xml:space="preserve">Date of entry into force: </w:t>
      </w:r>
      <w:r w:rsidR="00A321A3" w:rsidRPr="00CC2F42">
        <w:t>25 August 2000</w:t>
      </w:r>
      <w:r w:rsidRPr="00CC2F42">
        <w:t xml:space="preserve"> </w:t>
      </w:r>
    </w:p>
    <w:p w14:paraId="20A9E05E" w14:textId="77777777" w:rsidR="00A321A3" w:rsidRPr="00CC2F42" w:rsidRDefault="00A321A3" w:rsidP="006A6553">
      <w:pPr>
        <w:pStyle w:val="SingleTxtG"/>
      </w:pPr>
      <w:r w:rsidRPr="00CC2F42">
        <w:t>(Depositary Notification C.N.</w:t>
      </w:r>
      <w:proofErr w:type="gramStart"/>
      <w:r w:rsidRPr="00CC2F42">
        <w:t>557.2000.TREATIES</w:t>
      </w:r>
      <w:proofErr w:type="gramEnd"/>
      <w:r w:rsidRPr="00CC2F42">
        <w:t>-8, dated 14 August 2000)</w:t>
      </w:r>
    </w:p>
    <w:p w14:paraId="30113E4E" w14:textId="77777777" w:rsidR="00F22795" w:rsidRPr="00CC2F42" w:rsidRDefault="00137FF0" w:rsidP="0091554A">
      <w:pPr>
        <w:pStyle w:val="HChG"/>
      </w:pPr>
      <w:r w:rsidRPr="00CC2F42">
        <w:tab/>
      </w:r>
      <w:r w:rsidR="003B6837" w:rsidRPr="00CC2F42">
        <w:t>I.</w:t>
      </w:r>
      <w:r w:rsidR="00F22795" w:rsidRPr="00CC2F42">
        <w:tab/>
        <w:t xml:space="preserve">List of </w:t>
      </w:r>
      <w:r w:rsidR="00F22795" w:rsidRPr="00021714">
        <w:t>Contracting</w:t>
      </w:r>
      <w:r w:rsidR="00F22795" w:rsidRPr="00CC2F42">
        <w:t xml:space="preserve"> Parties</w:t>
      </w:r>
      <w:r w:rsidR="000D3DFC">
        <w:t xml:space="preserve"> (38</w:t>
      </w:r>
      <w:r w:rsidR="00895610" w:rsidRPr="00CC2F42">
        <w:t>) to</w:t>
      </w:r>
      <w:r w:rsidR="006A6553" w:rsidRPr="00CC2F42">
        <w:t xml:space="preserve"> the 1998 Agreement</w:t>
      </w:r>
    </w:p>
    <w:p w14:paraId="20900D1B" w14:textId="77777777" w:rsidR="000950C1" w:rsidRPr="00CC2F42" w:rsidRDefault="000950C1" w:rsidP="00021714">
      <w:pPr>
        <w:pStyle w:val="SingleTxtG"/>
      </w:pPr>
      <w:r w:rsidRPr="00CC2F42">
        <w:t xml:space="preserve">List of the Contracting Parties to the Agreement, indicating also </w:t>
      </w:r>
      <w:r w:rsidRPr="00021714">
        <w:t>the</w:t>
      </w:r>
      <w:r w:rsidRPr="00CC2F42">
        <w:t xml:space="preserve"> legal history of their adhesion or withdrawal.</w:t>
      </w:r>
      <w:r w:rsidR="003E4AC9" w:rsidRPr="00CC2F42">
        <w:t xml:space="preserve"> A daily updated list of the Contracting Parties to the Agreement is available at: </w:t>
      </w:r>
      <w:hyperlink r:id="rId12" w:anchor="18" w:history="1">
        <w:r w:rsidR="00E73E90" w:rsidRPr="00CC2F42">
          <w:rPr>
            <w:rStyle w:val="Hyperlink"/>
          </w:rPr>
          <w:t>http://www.unece.org/trans/conventn/agreem_cp.html#18</w:t>
        </w:r>
      </w:hyperlink>
      <w:r w:rsidR="00E73E90" w:rsidRPr="00CC2F42">
        <w:t xml:space="preserve"> </w:t>
      </w:r>
    </w:p>
    <w:tbl>
      <w:tblPr>
        <w:tblW w:w="7531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7"/>
        <w:gridCol w:w="1058"/>
        <w:gridCol w:w="1841"/>
        <w:gridCol w:w="2885"/>
      </w:tblGrid>
      <w:tr w:rsidR="00C839C1" w:rsidRPr="00CC2F42" w14:paraId="21D143A7" w14:textId="77777777" w:rsidTr="00BD5B46">
        <w:trPr>
          <w:cantSplit/>
          <w:trHeight w:val="514"/>
          <w:tblHeader/>
        </w:trPr>
        <w:tc>
          <w:tcPr>
            <w:tcW w:w="17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1538552" w14:textId="77777777" w:rsidR="00C839C1" w:rsidRPr="00CC2F42" w:rsidRDefault="00C839C1" w:rsidP="00B521ED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Parties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C2E83B1" w14:textId="77777777" w:rsidR="00C839C1" w:rsidRPr="00021714" w:rsidRDefault="00C839C1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60" w:line="220" w:lineRule="exact"/>
              <w:ind w:right="-6"/>
              <w:rPr>
                <w:rFonts w:ascii="Times New Roman" w:hAnsi="Times New Roman"/>
                <w:i/>
                <w:spacing w:val="-2"/>
                <w:sz w:val="16"/>
                <w:szCs w:val="16"/>
              </w:rPr>
            </w:pPr>
            <w:r w:rsidRPr="00021714"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>Adhesion effective from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F7EDC2A" w14:textId="77777777" w:rsidR="00C839C1" w:rsidRPr="00CC2F42" w:rsidRDefault="00C839C1" w:rsidP="00C839C1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Adhesion process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0D1204E" w14:textId="77777777" w:rsidR="00C839C1" w:rsidRPr="00CC2F42" w:rsidRDefault="00C839C1" w:rsidP="00B521ED">
            <w:pPr>
              <w:pStyle w:val="Heading5"/>
              <w:suppressAutoHyphens w:val="0"/>
              <w:spacing w:before="80" w:after="80" w:line="200" w:lineRule="exact"/>
              <w:ind w:right="-90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Related depositary notification, date…</w:t>
            </w:r>
          </w:p>
        </w:tc>
      </w:tr>
      <w:tr w:rsidR="00C839C1" w:rsidRPr="00CC2F42" w14:paraId="698D9401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41D261F" w14:textId="77777777"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1D4C65E8" w14:textId="77777777" w:rsidR="00DA2D56" w:rsidRPr="00CC2F42" w:rsidRDefault="00EC75EA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07.06.</w:t>
            </w:r>
            <w:r w:rsidR="00DA2D56" w:rsidRPr="00CC2F42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6EE2577" w14:textId="77777777"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08.04.2008</w:t>
            </w:r>
          </w:p>
        </w:tc>
        <w:tc>
          <w:tcPr>
            <w:tcW w:w="288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91FF1D7" w14:textId="77777777"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272.2008.TREATIES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-1, 10.04.2008</w:t>
            </w:r>
          </w:p>
        </w:tc>
      </w:tr>
      <w:tr w:rsidR="00C839C1" w:rsidRPr="00CC2F42" w14:paraId="34A21499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773CE77" w14:textId="77777777"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30C49ED9" w14:textId="77777777"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14.06.02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020EA8CD" w14:textId="77777777"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15.04.2002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076E7C45" w14:textId="77777777"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350.2002.TREATIES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-2, 15.04.2002</w:t>
            </w:r>
          </w:p>
        </w:tc>
      </w:tr>
      <w:tr w:rsidR="00B87FF8" w:rsidRPr="00CC2F42" w14:paraId="7CAB0686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8FCFE86" w14:textId="77777777" w:rsidR="00B87FF8" w:rsidRPr="00CC2F42" w:rsidRDefault="00B87FF8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2CBD3A2D" w14:textId="77777777" w:rsidR="00B87FF8" w:rsidRPr="00CC2F42" w:rsidRDefault="00B87FF8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03.03.15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26DAA42" w14:textId="77777777" w:rsidR="00B87FF8" w:rsidRPr="00CC2F42" w:rsidRDefault="00B87FF8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02.01.2015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429A4FA" w14:textId="77777777" w:rsidR="00B87FF8" w:rsidRPr="00CC2F42" w:rsidRDefault="00B87FF8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87FF8">
              <w:rPr>
                <w:rFonts w:ascii="Times New Roman" w:hAnsi="Times New Roman"/>
                <w:sz w:val="16"/>
                <w:szCs w:val="16"/>
              </w:rPr>
              <w:t>C.N.</w:t>
            </w:r>
            <w:proofErr w:type="gramStart"/>
            <w:r w:rsidRPr="00B87FF8">
              <w:rPr>
                <w:rFonts w:ascii="Times New Roman" w:hAnsi="Times New Roman"/>
                <w:sz w:val="16"/>
                <w:szCs w:val="16"/>
              </w:rPr>
              <w:t>22.2015.TREATIES</w:t>
            </w:r>
            <w:proofErr w:type="gramEnd"/>
            <w:r w:rsidRPr="00B87FF8">
              <w:rPr>
                <w:rFonts w:ascii="Times New Roman" w:hAnsi="Times New Roman"/>
                <w:sz w:val="16"/>
                <w:szCs w:val="16"/>
              </w:rPr>
              <w:t>-XI.B.32</w:t>
            </w:r>
          </w:p>
        </w:tc>
      </w:tr>
      <w:tr w:rsidR="00C839C1" w:rsidRPr="00CC2F42" w14:paraId="79DCCA8F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8263EB0" w14:textId="77777777"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7E3FB116" w14:textId="77777777"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C79A04F" w14:textId="77777777"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22.06.1999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107F8B4" w14:textId="77777777"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648.1999.TREATIES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-2, 15.07.1999</w:t>
            </w:r>
          </w:p>
        </w:tc>
      </w:tr>
      <w:tr w:rsidR="00C839C1" w:rsidRPr="00CC2F42" w14:paraId="012F7B92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2653C07E" w14:textId="77777777"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760C7504" w14:textId="77777777"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09.12.00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6F21316" w14:textId="77777777"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Accepted on 10.10.2000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FD31DEB" w14:textId="77777777"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1000.2000.TREATIES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-10, 27.10.2000</w:t>
            </w:r>
          </w:p>
        </w:tc>
      </w:tr>
      <w:tr w:rsidR="00C839C1" w:rsidRPr="00CC2F42" w14:paraId="663A6A6A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5A43030" w14:textId="77777777"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Cyprus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56D951FE" w14:textId="77777777"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11.06.05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A2B5739" w14:textId="77777777"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12.04.2005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BBE150E" w14:textId="77777777"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274.2005.TREATIES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-1, 12.04.2005</w:t>
            </w:r>
          </w:p>
        </w:tc>
      </w:tr>
      <w:tr w:rsidR="00C839C1" w:rsidRPr="00CC2F42" w14:paraId="11022953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A11446A" w14:textId="77777777"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337A8388" w14:textId="77777777"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E14B6E5" w14:textId="77777777"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18.10.1999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  <w:lang w:val="en-US"/>
              </w:rPr>
              <w:br/>
              <w:t>Approved on 15.02.2000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BB95BC2" w14:textId="77777777"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1019.1999.TREATIES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-6, 17.11.1998</w:t>
            </w:r>
            <w:r w:rsidRPr="00CC2F42">
              <w:rPr>
                <w:rFonts w:ascii="Times New Roman" w:hAnsi="Times New Roman"/>
                <w:sz w:val="16"/>
                <w:szCs w:val="16"/>
              </w:rPr>
              <w:br/>
              <w:t>CN.82.2000.TREATIES-3, 18.02.2000</w:t>
            </w:r>
          </w:p>
        </w:tc>
      </w:tr>
      <w:tr w:rsidR="007252D0" w:rsidRPr="00CC2F42" w14:paraId="1EB46B12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AF814C5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Finland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3A418536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07.08.01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EA03291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08.06.2001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2C0EF97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587.2001.TREATIES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-2, 11.06.2001</w:t>
            </w:r>
          </w:p>
        </w:tc>
      </w:tr>
      <w:tr w:rsidR="007252D0" w:rsidRPr="00CC2F42" w14:paraId="10E90E1F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0A7C44A5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France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5C621CC5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AF69F90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22.09.1999</w:t>
            </w:r>
            <w:r w:rsidRPr="00CC2F42">
              <w:rPr>
                <w:sz w:val="16"/>
                <w:szCs w:val="16"/>
                <w:lang w:val="en-US"/>
              </w:rPr>
              <w:br/>
              <w:t>Approved on 4.01.2000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225423AB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1.2000.TREATIES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-1, 05.01.2000</w:t>
            </w:r>
          </w:p>
        </w:tc>
      </w:tr>
      <w:tr w:rsidR="007252D0" w:rsidRPr="00CC2F42" w14:paraId="00A76942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7CF7B2D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Germany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4DB544DD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E1FB21E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11.05.2000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1010EF3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360.2000.TREATIES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-5, 05.06.2000</w:t>
            </w:r>
          </w:p>
        </w:tc>
      </w:tr>
      <w:tr w:rsidR="007252D0" w:rsidRPr="00CC2F42" w14:paraId="7CC44428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17DA873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Hungary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3CB40258" w14:textId="77777777" w:rsidR="007252D0" w:rsidRPr="00CC2F42" w:rsidRDefault="007252D0" w:rsidP="008042EC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  <w:r w:rsidRPr="00CC2F42">
              <w:rPr>
                <w:b w:val="0"/>
                <w:sz w:val="16"/>
                <w:szCs w:val="16"/>
                <w:lang w:val="en-US"/>
              </w:rPr>
              <w:t>21.08.01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0CAC2A5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22.06.2001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D9A1FD6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655.2001.TREATIES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-3, 09.07.2001</w:t>
            </w:r>
          </w:p>
        </w:tc>
      </w:tr>
      <w:tr w:rsidR="007252D0" w:rsidRPr="00CC2F42" w14:paraId="691A6668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077B68F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5BA34186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22.04.06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211586A7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21.02.2006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1DB6765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202.2006.TREATIES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-2, 02.03.2006</w:t>
            </w:r>
          </w:p>
        </w:tc>
      </w:tr>
      <w:tr w:rsidR="007252D0" w:rsidRPr="00CC2F42" w14:paraId="3747C251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4D78005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Italy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4A570A4B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30.01.01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0832CE38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01.12.2000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201DEE32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1084.2000.TREATIES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-12, 05.12.2000</w:t>
            </w:r>
          </w:p>
        </w:tc>
      </w:tr>
      <w:tr w:rsidR="007252D0" w:rsidRPr="00CC2F42" w14:paraId="6D7BA286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6F66235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452281B7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7D729FD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Accepted on 03.08.1999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472A6F3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692.1999.TREATIES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-4, 03.08.1999</w:t>
            </w:r>
          </w:p>
        </w:tc>
      </w:tr>
      <w:tr w:rsidR="007252D0" w:rsidRPr="00CC2F42" w14:paraId="66833DF8" w14:textId="77777777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B16DE66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775EC24C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27.08.11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0950D63F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28.06.2011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D37F371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415.2011.TREATIES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-2, 29.06.2011</w:t>
            </w:r>
          </w:p>
        </w:tc>
      </w:tr>
      <w:tr w:rsidR="007252D0" w:rsidRPr="00CC2F42" w14:paraId="30418548" w14:textId="77777777" w:rsidTr="0091554A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3ED401D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4FC17D63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01.01.01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CF42B89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02.11.2000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E37082D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1014.2000.TREATIES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-11, 17.11.2000</w:t>
            </w:r>
          </w:p>
        </w:tc>
      </w:tr>
      <w:tr w:rsidR="007252D0" w:rsidRPr="00CC2F42" w14:paraId="2FECA715" w14:textId="77777777" w:rsidTr="0091554A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CA2FA50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Lithuania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7369C320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25.07.06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B6F8A54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26.05.2006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11A7AFA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434.2006.TREATIES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-3, 30.05.2006</w:t>
            </w:r>
          </w:p>
        </w:tc>
      </w:tr>
      <w:tr w:rsidR="007252D0" w:rsidRPr="00CC2F42" w14:paraId="2A5212F1" w14:textId="77777777" w:rsidTr="0091554A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24D29770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Luxembourg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3E08701D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15.11.05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4C1ECDD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16.09.2005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EA8BC70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968.2005.TREATIES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-2, 16.09.2005</w:t>
            </w:r>
          </w:p>
        </w:tc>
      </w:tr>
      <w:tr w:rsidR="007252D0" w:rsidRPr="00CC2F42" w14:paraId="15E6D35A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29AD83F0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00AB669B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04.04.06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A8C08AC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03.02.2006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9358972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116.2006.TREATIES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-1, 03.02.2006</w:t>
            </w:r>
          </w:p>
        </w:tc>
      </w:tr>
      <w:tr w:rsidR="007252D0" w:rsidRPr="00CC2F42" w14:paraId="0086B618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346DDC4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Moldova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60B67946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17.03.07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35760CC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16.01.2007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A29614D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32.2007.TREATIES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-1, 17.01.2007</w:t>
            </w:r>
          </w:p>
        </w:tc>
      </w:tr>
      <w:tr w:rsidR="007252D0" w:rsidRPr="00CC2F42" w14:paraId="0EFF1845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B047881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Netherlands </w:t>
            </w:r>
            <w:r w:rsidRPr="00CC2F42">
              <w:rPr>
                <w:rFonts w:ascii="Times New Roman" w:hAnsi="Times New Roman"/>
                <w:i/>
                <w:i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058FD924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05.03.02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A89E4B6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Accessed on </w:t>
            </w:r>
            <w:r w:rsidRPr="00CC2F42">
              <w:rPr>
                <w:sz w:val="16"/>
                <w:szCs w:val="16"/>
              </w:rPr>
              <w:t>04.01.</w:t>
            </w:r>
            <w:r w:rsidR="0019677D" w:rsidRPr="00CC2F42">
              <w:rPr>
                <w:sz w:val="16"/>
                <w:szCs w:val="16"/>
              </w:rPr>
              <w:t>20</w:t>
            </w:r>
            <w:r w:rsidRPr="00CC2F42">
              <w:rPr>
                <w:sz w:val="16"/>
                <w:szCs w:val="16"/>
              </w:rPr>
              <w:t>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7180185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CN.</w:t>
            </w:r>
            <w:proofErr w:type="gramStart"/>
            <w:r w:rsidRPr="00CC2F42">
              <w:rPr>
                <w:sz w:val="16"/>
                <w:szCs w:val="16"/>
              </w:rPr>
              <w:t>12.2002.TREATIES</w:t>
            </w:r>
            <w:proofErr w:type="gramEnd"/>
            <w:r w:rsidRPr="00CC2F42">
              <w:rPr>
                <w:sz w:val="16"/>
                <w:szCs w:val="16"/>
              </w:rPr>
              <w:t>-1, 08.01.02</w:t>
            </w:r>
          </w:p>
        </w:tc>
      </w:tr>
      <w:tr w:rsidR="007252D0" w:rsidRPr="00CC2F42" w14:paraId="519C3105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B52D772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New Zealand</w:t>
            </w:r>
            <w:r w:rsidR="00742F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F139D">
              <w:rPr>
                <w:rFonts w:ascii="Times New Roman" w:hAnsi="Times New Roman"/>
                <w:i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64201C16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26.01.02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EE25295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27.11.2001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0B86E8C3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1448.2001.TREATIES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-6, 02.01.2002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CN.1497.2001.TREATIES-7, 04.01.2002 </w:t>
            </w:r>
          </w:p>
        </w:tc>
      </w:tr>
      <w:tr w:rsidR="002968AC" w:rsidRPr="00CC2F42" w14:paraId="3E24CA00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0115EC9" w14:textId="77777777" w:rsidR="002968AC" w:rsidRPr="00CC2F42" w:rsidRDefault="002968AC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656E3A48" w14:textId="77777777" w:rsidR="002968AC" w:rsidRPr="00CC2F42" w:rsidRDefault="002968AC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17.12.18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0BEC056" w14:textId="77777777" w:rsidR="002968AC" w:rsidRPr="00CC2F42" w:rsidRDefault="00F355EF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18.10.2018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0E57776" w14:textId="77777777" w:rsidR="002968AC" w:rsidRPr="00CC2F42" w:rsidRDefault="00F355EF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355EF">
              <w:rPr>
                <w:sz w:val="16"/>
                <w:szCs w:val="16"/>
                <w:lang w:val="en-US"/>
              </w:rPr>
              <w:t>C.N.</w:t>
            </w:r>
            <w:proofErr w:type="gramStart"/>
            <w:r w:rsidRPr="00F355EF">
              <w:rPr>
                <w:sz w:val="16"/>
                <w:szCs w:val="16"/>
                <w:lang w:val="en-US"/>
              </w:rPr>
              <w:t>504.2018.TREATIES</w:t>
            </w:r>
            <w:proofErr w:type="gramEnd"/>
            <w:r w:rsidRPr="00F355EF">
              <w:rPr>
                <w:sz w:val="16"/>
                <w:szCs w:val="16"/>
                <w:lang w:val="en-US"/>
              </w:rPr>
              <w:t>-XI.B.32</w:t>
            </w:r>
          </w:p>
        </w:tc>
      </w:tr>
      <w:tr w:rsidR="007252D0" w:rsidRPr="00CC2F42" w14:paraId="20B20F37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24663D90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015495CF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29.11.04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2503C72B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30.09.2004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CFC9377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1061.2004.TREATIES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-1, 01.10.2004</w:t>
            </w:r>
          </w:p>
        </w:tc>
      </w:tr>
      <w:tr w:rsidR="007252D0" w:rsidRPr="00CC2F42" w14:paraId="64FB7CC8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9FE7E0B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Romania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63365202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5F50F5D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25.04.2002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55B2733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390.2002.TREATIES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-4, 25.04.2002</w:t>
            </w:r>
          </w:p>
        </w:tc>
      </w:tr>
      <w:tr w:rsidR="007252D0" w:rsidRPr="00CC2F42" w14:paraId="60EF47B2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EEEF9C6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50F0D0BC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18491CA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26.07.2000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5D9D5E4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538.2000.TREATIES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-7, 28.07.2000</w:t>
            </w:r>
          </w:p>
        </w:tc>
      </w:tr>
      <w:tr w:rsidR="00B114C3" w:rsidRPr="00CC2F42" w14:paraId="4F181DD0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69E5686" w14:textId="77777777" w:rsidR="00B114C3" w:rsidRPr="00CC2F42" w:rsidRDefault="00B114C3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San Marino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136A2AE0" w14:textId="77777777" w:rsidR="00B114C3" w:rsidRPr="00CC2F42" w:rsidRDefault="00B114C3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26.01.16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AFB7ED5" w14:textId="77777777" w:rsidR="00B114C3" w:rsidRPr="00CC2F42" w:rsidRDefault="00B114C3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27.11.2015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D3D98B4" w14:textId="77777777" w:rsidR="00B114C3" w:rsidRPr="00CC2F42" w:rsidRDefault="00B114C3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B114C3">
              <w:rPr>
                <w:sz w:val="16"/>
                <w:szCs w:val="16"/>
                <w:lang w:val="en-US"/>
              </w:rPr>
              <w:t>C.N.</w:t>
            </w:r>
            <w:proofErr w:type="gramStart"/>
            <w:r w:rsidRPr="00B114C3">
              <w:rPr>
                <w:sz w:val="16"/>
                <w:szCs w:val="16"/>
                <w:lang w:val="en-US"/>
              </w:rPr>
              <w:t>642.2015.TREATIES</w:t>
            </w:r>
            <w:proofErr w:type="gramEnd"/>
            <w:r w:rsidRPr="00B114C3">
              <w:rPr>
                <w:sz w:val="16"/>
                <w:szCs w:val="16"/>
                <w:lang w:val="en-US"/>
              </w:rPr>
              <w:t>-XI.B.32</w:t>
            </w:r>
          </w:p>
        </w:tc>
      </w:tr>
      <w:tr w:rsidR="007252D0" w:rsidRPr="00CC2F42" w14:paraId="6D4EE950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B3C8808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Slovakia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0C3B8216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06.01.02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1FA3E1D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07.11.2001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82DBA3F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1159.2001.TREATIES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-5, 08.11.2001</w:t>
            </w:r>
          </w:p>
        </w:tc>
      </w:tr>
      <w:tr w:rsidR="00A717DC" w:rsidRPr="00CC2F42" w14:paraId="43976DE3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07598785" w14:textId="77777777" w:rsidR="00A717DC" w:rsidRPr="00CC2F42" w:rsidRDefault="00A717DC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Slovenia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10B0AAB3" w14:textId="77777777" w:rsidR="00A717DC" w:rsidRPr="007471C0" w:rsidRDefault="00F913B2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471C0">
              <w:rPr>
                <w:rFonts w:ascii="Times New Roman" w:hAnsi="Times New Roman"/>
                <w:sz w:val="16"/>
                <w:szCs w:val="16"/>
              </w:rPr>
              <w:t>08.05.2014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4913D0A" w14:textId="77777777" w:rsidR="00A717DC" w:rsidRPr="00CC2F42" w:rsidRDefault="00F913B2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08.07.2014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2DF8253" w14:textId="77777777" w:rsidR="00A717DC" w:rsidRPr="00CC2F42" w:rsidRDefault="00F913B2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13B2">
              <w:rPr>
                <w:sz w:val="16"/>
                <w:szCs w:val="16"/>
                <w:lang w:val="en-US"/>
              </w:rPr>
              <w:t>C.N.</w:t>
            </w:r>
            <w:proofErr w:type="gramStart"/>
            <w:r w:rsidRPr="00F913B2">
              <w:rPr>
                <w:sz w:val="16"/>
                <w:szCs w:val="16"/>
                <w:lang w:val="en-US"/>
              </w:rPr>
              <w:t>247.2014.TREATIES</w:t>
            </w:r>
            <w:proofErr w:type="gramEnd"/>
            <w:r w:rsidRPr="00F913B2">
              <w:rPr>
                <w:sz w:val="16"/>
                <w:szCs w:val="16"/>
                <w:lang w:val="en-US"/>
              </w:rPr>
              <w:t>-XI.B.32</w:t>
            </w:r>
            <w:r>
              <w:rPr>
                <w:sz w:val="16"/>
                <w:szCs w:val="16"/>
                <w:lang w:val="en-US"/>
              </w:rPr>
              <w:t>, 08.05.2014</w:t>
            </w:r>
          </w:p>
        </w:tc>
      </w:tr>
      <w:tr w:rsidR="007252D0" w:rsidRPr="00CC2F42" w14:paraId="7C5C95C0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235F7F19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219BAF8F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17.06.01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CAAD3BE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14.06.2000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Ratified on 18.04.2001 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08A1535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389.2000.TREATIES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-6, 16.06.2000</w:t>
            </w:r>
            <w:r w:rsidRPr="00CC2F42">
              <w:rPr>
                <w:sz w:val="16"/>
                <w:szCs w:val="16"/>
                <w:lang w:val="en-US"/>
              </w:rPr>
              <w:br/>
              <w:t>CN.343.2001.TREATIES-1, 20.04.01</w:t>
            </w:r>
          </w:p>
        </w:tc>
      </w:tr>
      <w:tr w:rsidR="007252D0" w:rsidRPr="00CC2F42" w14:paraId="36A41EC7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06E9DE90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Spain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550BFEDF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22.06.02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83D9291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24.08.2000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Ratified on 23.04.2002 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D2CB18B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731.2000.TREATIES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-9, 12.09.2000</w:t>
            </w:r>
            <w:r w:rsidRPr="00CC2F42">
              <w:rPr>
                <w:sz w:val="16"/>
                <w:szCs w:val="16"/>
                <w:lang w:val="en-US"/>
              </w:rPr>
              <w:br/>
              <w:t>CN.384.2002.TREATIES-3, 24.04.2002</w:t>
            </w:r>
          </w:p>
        </w:tc>
      </w:tr>
      <w:tr w:rsidR="007252D0" w:rsidRPr="00CC2F42" w14:paraId="4F246A5E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13D86BE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Sweden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406707AE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01.02.03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B9E8430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03.12.2002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B420772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1249.2002.TREATIES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-5, 06.12.2002</w:t>
            </w:r>
          </w:p>
        </w:tc>
      </w:tr>
      <w:tr w:rsidR="007252D0" w:rsidRPr="00CC2F42" w14:paraId="10677718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3117CB4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10E9D617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26.02.12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5C6FBE1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28.12.2011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DB9EA89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C.N.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812.2011.TREATIES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-3, 28.12.2011</w:t>
            </w:r>
          </w:p>
        </w:tc>
      </w:tr>
      <w:tr w:rsidR="007252D0" w:rsidRPr="00CC2F42" w14:paraId="354B5B41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C5087CB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687659CD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01.09.01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F5FEC69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03.07.2001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DFD30F1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663.2001.TREATIES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-4, 09.07.2001</w:t>
            </w:r>
          </w:p>
        </w:tc>
      </w:tr>
      <w:tr w:rsidR="007252D0" w:rsidRPr="00CC2F42" w14:paraId="6D59C5BD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26F88DF4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286A8C1B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01.01.08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A8D9FB5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02.11.2007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634A990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1048.2007.TREATIES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-2, 05.11.2007</w:t>
            </w:r>
          </w:p>
        </w:tc>
      </w:tr>
      <w:tr w:rsidR="007252D0" w:rsidRPr="00CC2F42" w14:paraId="5FE29C0F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2803C7FE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United Kingdom </w:t>
            </w:r>
            <w:r w:rsidRPr="00CC2F42">
              <w:rPr>
                <w:rStyle w:val="apple-style-span"/>
                <w:rFonts w:ascii="Times New Roman" w:hAnsi="Times New Roman"/>
                <w:sz w:val="16"/>
                <w:szCs w:val="16"/>
              </w:rPr>
              <w:t>of Great Britain and Northern Ireland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341C1724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4B09EF0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10.01.2000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6CE3560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6.2000.TREATIES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-2, 12.01.2000</w:t>
            </w:r>
          </w:p>
        </w:tc>
      </w:tr>
      <w:tr w:rsidR="007252D0" w:rsidRPr="00CC2F42" w14:paraId="69869487" w14:textId="77777777" w:rsidTr="00FC6FD1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389D2C7" w14:textId="77777777"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2967E247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1608A4C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25.06.1998</w:t>
            </w:r>
            <w:r w:rsidRPr="00CC2F42">
              <w:rPr>
                <w:sz w:val="16"/>
                <w:szCs w:val="16"/>
                <w:lang w:val="en-US"/>
              </w:rPr>
              <w:br/>
              <w:t>Accepted on 26.07.1999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FA64A8B" w14:textId="77777777"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914.1998.TREATIES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-1, 16.07.1999</w:t>
            </w:r>
            <w:r w:rsidRPr="00CC2F42">
              <w:rPr>
                <w:sz w:val="16"/>
                <w:szCs w:val="16"/>
                <w:lang w:val="en-US"/>
              </w:rPr>
              <w:br/>
              <w:t>CN.680.1999.TREATIES-3, 26.07.1999</w:t>
            </w:r>
          </w:p>
        </w:tc>
      </w:tr>
      <w:tr w:rsidR="00FC6FD1" w:rsidRPr="00CC2F42" w14:paraId="1607C947" w14:textId="77777777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6AFCFDAB" w14:textId="77777777" w:rsidR="00FC6FD1" w:rsidRPr="00CC2F42" w:rsidRDefault="00FC6FD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1058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</w:tcMar>
          </w:tcPr>
          <w:p w14:paraId="069C8847" w14:textId="77777777" w:rsidR="00FC6FD1" w:rsidRPr="00CC2F42" w:rsidRDefault="00FC6FD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03.07.18</w:t>
            </w:r>
          </w:p>
        </w:tc>
        <w:tc>
          <w:tcPr>
            <w:tcW w:w="1841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E24C8B6" w14:textId="77777777" w:rsidR="00FC6FD1" w:rsidRPr="00CC2F42" w:rsidRDefault="00F355EF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Accession</w:t>
            </w:r>
            <w:r w:rsidR="00E709C0">
              <w:rPr>
                <w:sz w:val="16"/>
                <w:szCs w:val="16"/>
                <w:lang w:val="en-US"/>
              </w:rPr>
              <w:t xml:space="preserve"> on 04.05.</w:t>
            </w:r>
            <w:r w:rsidR="00FC6FD1">
              <w:rPr>
                <w:sz w:val="16"/>
                <w:szCs w:val="16"/>
                <w:lang w:val="en-US"/>
              </w:rPr>
              <w:t>2018</w:t>
            </w:r>
          </w:p>
        </w:tc>
        <w:tc>
          <w:tcPr>
            <w:tcW w:w="2885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2434BB72" w14:textId="77777777" w:rsidR="00FC6FD1" w:rsidRPr="00CC2F42" w:rsidRDefault="00FC6FD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C6FD1">
              <w:rPr>
                <w:sz w:val="16"/>
                <w:szCs w:val="16"/>
                <w:lang w:val="en-US"/>
              </w:rPr>
              <w:t>C.N.</w:t>
            </w:r>
            <w:proofErr w:type="gramStart"/>
            <w:r w:rsidRPr="00FC6FD1">
              <w:rPr>
                <w:sz w:val="16"/>
                <w:szCs w:val="16"/>
                <w:lang w:val="en-US"/>
              </w:rPr>
              <w:t>236.2018.TREATIES</w:t>
            </w:r>
            <w:proofErr w:type="gramEnd"/>
            <w:r w:rsidRPr="00FC6FD1">
              <w:rPr>
                <w:sz w:val="16"/>
                <w:szCs w:val="16"/>
                <w:lang w:val="en-US"/>
              </w:rPr>
              <w:t>-XI.B.32</w:t>
            </w:r>
          </w:p>
        </w:tc>
      </w:tr>
    </w:tbl>
    <w:p w14:paraId="43C1597F" w14:textId="77777777" w:rsidR="00575A35" w:rsidRPr="00CC2F42" w:rsidRDefault="00575A35" w:rsidP="001E659B">
      <w:pPr>
        <w:pStyle w:val="FootnoteText"/>
        <w:tabs>
          <w:tab w:val="clear" w:pos="1021"/>
        </w:tabs>
        <w:spacing w:before="120"/>
        <w:ind w:firstLine="0"/>
        <w:rPr>
          <w:szCs w:val="18"/>
        </w:rPr>
      </w:pPr>
      <w:r w:rsidRPr="00CC2F42">
        <w:rPr>
          <w:i/>
          <w:iCs/>
          <w:szCs w:val="18"/>
          <w:vertAlign w:val="superscript"/>
        </w:rPr>
        <w:t xml:space="preserve">  </w:t>
      </w:r>
      <w:proofErr w:type="gramStart"/>
      <w:r w:rsidRPr="00CC2F42">
        <w:rPr>
          <w:i/>
          <w:iCs/>
          <w:szCs w:val="18"/>
          <w:vertAlign w:val="superscript"/>
        </w:rPr>
        <w:t>1</w:t>
      </w:r>
      <w:r w:rsidR="001E659B">
        <w:rPr>
          <w:i/>
          <w:iCs/>
          <w:szCs w:val="18"/>
          <w:vertAlign w:val="superscript"/>
        </w:rPr>
        <w:t xml:space="preserve"> </w:t>
      </w:r>
      <w:r w:rsidRPr="00CC2F42">
        <w:rPr>
          <w:sz w:val="20"/>
        </w:rPr>
        <w:t xml:space="preserve"> </w:t>
      </w:r>
      <w:r w:rsidRPr="00CC2F42">
        <w:rPr>
          <w:szCs w:val="18"/>
        </w:rPr>
        <w:t>Netherlands</w:t>
      </w:r>
      <w:proofErr w:type="gramEnd"/>
      <w:r w:rsidRPr="00CC2F42">
        <w:rPr>
          <w:szCs w:val="18"/>
        </w:rPr>
        <w:t>: Territorial application for the Netherland Antilles (30.04.03, Depositary Notification C.N.343.2003.TREATIES-1 dated 29.06.2003)</w:t>
      </w:r>
    </w:p>
    <w:p w14:paraId="6B933985" w14:textId="77777777" w:rsidR="00575A35" w:rsidRPr="004C4E76" w:rsidRDefault="007252D0" w:rsidP="004C4E76">
      <w:pPr>
        <w:pStyle w:val="FootnoteText"/>
        <w:tabs>
          <w:tab w:val="clear" w:pos="1021"/>
        </w:tabs>
        <w:ind w:firstLine="0"/>
        <w:rPr>
          <w:szCs w:val="18"/>
        </w:rPr>
      </w:pPr>
      <w:r w:rsidRPr="00CC2F42">
        <w:rPr>
          <w:i/>
          <w:iCs/>
          <w:szCs w:val="18"/>
          <w:vertAlign w:val="superscript"/>
        </w:rPr>
        <w:t xml:space="preserve">  </w:t>
      </w:r>
      <w:proofErr w:type="gramStart"/>
      <w:r w:rsidRPr="00CC2F42">
        <w:rPr>
          <w:i/>
          <w:iCs/>
          <w:szCs w:val="18"/>
          <w:vertAlign w:val="superscript"/>
        </w:rPr>
        <w:t>2</w:t>
      </w:r>
      <w:r w:rsidR="001E659B">
        <w:rPr>
          <w:i/>
          <w:iCs/>
          <w:szCs w:val="18"/>
          <w:vertAlign w:val="superscript"/>
        </w:rPr>
        <w:t xml:space="preserve"> </w:t>
      </w:r>
      <w:r w:rsidR="00575A35" w:rsidRPr="00CC2F42">
        <w:rPr>
          <w:szCs w:val="18"/>
        </w:rPr>
        <w:t xml:space="preserve"> New</w:t>
      </w:r>
      <w:proofErr w:type="gramEnd"/>
      <w:r w:rsidR="00575A35" w:rsidRPr="00CC2F42">
        <w:rPr>
          <w:szCs w:val="18"/>
        </w:rPr>
        <w:t xml:space="preserve"> Zealand: Territorial exclusion for Tokelau (27.11.01, Depositary Notification CN.1497.2001.TREATIES-7, 04.01.02 dated 04.01.02)</w:t>
      </w:r>
    </w:p>
    <w:p w14:paraId="0A12A219" w14:textId="77777777" w:rsidR="000950C1" w:rsidRPr="00CC2F42" w:rsidRDefault="000950C1" w:rsidP="00A2143D">
      <w:pPr>
        <w:pStyle w:val="HChG"/>
        <w:sectPr w:rsidR="000950C1" w:rsidRPr="00CC2F42" w:rsidSect="0015001C">
          <w:headerReference w:type="even" r:id="rId13"/>
          <w:headerReference w:type="default" r:id="rId14"/>
          <w:footerReference w:type="even" r:id="rId15"/>
          <w:footerReference w:type="default" r:id="rId16"/>
          <w:footerReference w:type="first" r:id="rId17"/>
          <w:footnotePr>
            <w:numFmt w:val="chicago"/>
          </w:footnotePr>
          <w:endnotePr>
            <w:numFmt w:val="decimal"/>
          </w:endnotePr>
          <w:pgSz w:w="11907" w:h="16840" w:code="9"/>
          <w:pgMar w:top="1418" w:right="1134" w:bottom="1134" w:left="1134" w:header="851" w:footer="567" w:gutter="0"/>
          <w:cols w:space="720"/>
          <w:titlePg/>
          <w:docGrid w:linePitch="272"/>
        </w:sectPr>
      </w:pPr>
    </w:p>
    <w:p w14:paraId="07E15973" w14:textId="77777777" w:rsidR="000950C1" w:rsidRPr="00CC2F42" w:rsidRDefault="001E659B" w:rsidP="0091554A">
      <w:pPr>
        <w:pStyle w:val="HChG"/>
      </w:pPr>
      <w:r>
        <w:tab/>
      </w:r>
      <w:r w:rsidR="00F35852" w:rsidRPr="00CC2F42">
        <w:t>II.</w:t>
      </w:r>
      <w:r w:rsidR="00F35852" w:rsidRPr="00CC2F42">
        <w:tab/>
        <w:t xml:space="preserve">List of </w:t>
      </w:r>
      <w:r w:rsidR="000552A1">
        <w:t xml:space="preserve">UN </w:t>
      </w:r>
      <w:r w:rsidR="00F35852" w:rsidRPr="00CC2F42">
        <w:t>Global Technical R</w:t>
      </w:r>
      <w:r w:rsidR="000950C1" w:rsidRPr="00CC2F42">
        <w:t>egulations (</w:t>
      </w:r>
      <w:r w:rsidR="0021389E">
        <w:t xml:space="preserve">UN </w:t>
      </w:r>
      <w:r w:rsidR="00115F36">
        <w:t>GTR</w:t>
      </w:r>
      <w:r w:rsidR="000950C1" w:rsidRPr="00CC2F42">
        <w:t xml:space="preserve">s), amendments, </w:t>
      </w:r>
      <w:r w:rsidR="000950C1" w:rsidRPr="001E659B">
        <w:t>corrigenda</w:t>
      </w:r>
      <w:r w:rsidR="000950C1" w:rsidRPr="00CC2F42">
        <w:t xml:space="preserve"> established in the </w:t>
      </w:r>
      <w:r w:rsidR="00EF0AC3" w:rsidRPr="00CC2F42">
        <w:t>Global Registry</w:t>
      </w:r>
      <w:r w:rsidR="000950C1" w:rsidRPr="00CC2F42">
        <w:t xml:space="preserve"> and related documentation</w:t>
      </w:r>
    </w:p>
    <w:p w14:paraId="6B314560" w14:textId="77777777" w:rsidR="000950C1" w:rsidRPr="00CC2F42" w:rsidRDefault="000950C1" w:rsidP="001E659B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1 - Doors locks and door retention components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4E6380" w:rsidRPr="00CC2F42" w14:paraId="7CE569A9" w14:textId="77777777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C3F6158" w14:textId="77777777"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06865559" w14:textId="77777777"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A84EBC8" w14:textId="77777777"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8563732" w14:textId="77777777" w:rsidR="004E6380" w:rsidRPr="00CC2F42" w:rsidRDefault="004E6380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E901CFA" w14:textId="77777777" w:rsidR="004E6380" w:rsidRPr="00CC2F42" w:rsidRDefault="004E6380" w:rsidP="004E6380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29B49C48" w14:textId="77777777" w:rsidR="004E6380" w:rsidRPr="00CC2F42" w:rsidRDefault="004E6380" w:rsidP="004E6380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0DC3A92" w14:textId="77777777" w:rsidR="004E6380" w:rsidRPr="00CC2F42" w:rsidRDefault="004E6380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BBFA04B" w14:textId="77777777" w:rsidR="004E6380" w:rsidRPr="00CC2F42" w:rsidRDefault="004E6380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3175525C" w14:textId="77777777" w:rsidR="004E6380" w:rsidRPr="00CC2F42" w:rsidRDefault="004E6380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4E6380" w:rsidRPr="00CC2F42" w14:paraId="466E8AD0" w14:textId="77777777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8137B39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E6AF2E0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7F46BEC" w14:textId="77777777" w:rsidR="004E6380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18.11 </w:t>
            </w:r>
            <w:r w:rsidR="004E6380" w:rsidRPr="00CC2F42">
              <w:rPr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6DCE99F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2004/69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3FB24AC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4BA9EE5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1037, para 88</w:t>
            </w:r>
          </w:p>
        </w:tc>
      </w:tr>
      <w:tr w:rsidR="004E6380" w:rsidRPr="00CC2F42" w14:paraId="35AE7A72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9D01C51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FDAFF3A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F7E4FED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BCD1A9A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AC.3/5 and 2004/70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682682D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8 and 12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3E36535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926, para. 132 and 1037, para. 88</w:t>
            </w:r>
          </w:p>
        </w:tc>
      </w:tr>
      <w:tr w:rsidR="00CF2227" w:rsidRPr="00CC2F42" w14:paraId="02CED618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19C393D" w14:textId="77777777"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14C9A1F" w14:textId="77777777"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2C1839C" w14:textId="77777777"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28.06.12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4E2CFA3" w14:textId="77777777"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2012/56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C44837E" w14:textId="77777777"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35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B756C77" w14:textId="77777777"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1097, para. 8</w:t>
            </w:r>
          </w:p>
        </w:tc>
      </w:tr>
      <w:tr w:rsidR="004E6380" w:rsidRPr="00CC2F42" w14:paraId="377D77E6" w14:textId="77777777" w:rsidTr="002253F4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3F8076C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Add.1/Amend.1/ 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D41969F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83C412F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A9D5F73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AC.3/18 and 2012/57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2637B2B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12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D7909E5" w14:textId="77777777"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83 and 1097, para. 79</w:t>
            </w:r>
          </w:p>
        </w:tc>
      </w:tr>
      <w:tr w:rsidR="002253F4" w:rsidRPr="00CC2F42" w14:paraId="23CD7D15" w14:textId="77777777" w:rsidTr="002253F4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36D86FF" w14:textId="77777777"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BE0D9AC" w14:textId="77777777"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C0B910B" w14:textId="77777777"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2C8530C" w14:textId="77777777"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2017/97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A26DD89" w14:textId="77777777"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00D9303" w14:textId="77777777"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  <w:tr w:rsidR="002253F4" w:rsidRPr="00CC2F42" w14:paraId="31377F31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D4461CE" w14:textId="77777777"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Add.1/Amend.2/</w:t>
            </w:r>
            <w:r>
              <w:rPr>
                <w:sz w:val="16"/>
                <w:szCs w:val="16"/>
              </w:rPr>
              <w:br/>
              <w:t>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368CE69" w14:textId="77777777"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6C38349" w14:textId="77777777"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5906BFF" w14:textId="77777777"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2017/96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08C05BB" w14:textId="77777777"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36C4A695" w14:textId="77777777"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</w:tbl>
    <w:p w14:paraId="39174535" w14:textId="77777777" w:rsidR="000950C1" w:rsidRPr="00CC2F42" w:rsidRDefault="000950C1" w:rsidP="00D62758">
      <w:pPr>
        <w:pStyle w:val="H23G"/>
        <w:spacing w:before="20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2 - Measurement procedure for two-wheeled motorcycles equipped with a positive or compression ignition engine </w:t>
      </w:r>
      <w:proofErr w:type="gramStart"/>
      <w:r w:rsidRPr="00CC2F42">
        <w:t>with regard to</w:t>
      </w:r>
      <w:proofErr w:type="gramEnd"/>
      <w:r w:rsidRPr="00CC2F42">
        <w:t xml:space="preserve"> the emission of gaseous pollutants, CO</w:t>
      </w:r>
      <w:r w:rsidRPr="00CC2F42">
        <w:rPr>
          <w:vertAlign w:val="subscript"/>
        </w:rPr>
        <w:t xml:space="preserve">2 </w:t>
      </w:r>
      <w:r w:rsidRPr="00CC2F42">
        <w:t>emissions and fuel consumption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E45BE3" w:rsidRPr="00CC2F42" w14:paraId="73B37FC7" w14:textId="77777777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CC6C3E4" w14:textId="77777777"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0055E02B" w14:textId="77777777"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79857908" w14:textId="77777777"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0811694" w14:textId="77777777"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34BF891" w14:textId="77777777" w:rsidR="00E45BE3" w:rsidRPr="00CC2F42" w:rsidRDefault="00E45BE3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548BB37B" w14:textId="77777777" w:rsidR="00E45BE3" w:rsidRPr="00CC2F42" w:rsidRDefault="00E45BE3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E71699A" w14:textId="77777777"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2FECEC59" w14:textId="77777777" w:rsidR="00E45BE3" w:rsidRPr="00CC2F42" w:rsidRDefault="00E45BE3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2F33DD09" w14:textId="77777777" w:rsidR="00E45BE3" w:rsidRPr="00CC2F42" w:rsidRDefault="00E45BE3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E45BE3" w:rsidRPr="00CC2F42" w14:paraId="71F4FC3E" w14:textId="77777777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839E982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0BFEF93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E56C1F5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</w:t>
            </w:r>
            <w:r w:rsidR="00250842">
              <w:rPr>
                <w:sz w:val="16"/>
                <w:szCs w:val="16"/>
              </w:rPr>
              <w:t>.</w:t>
            </w:r>
            <w:r w:rsidRPr="00CC2F42">
              <w:rPr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15B88AE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2004/68/Rev.1 +para. 87 report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F97494A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9E359B4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1041, paras 86 and 87</w:t>
            </w:r>
          </w:p>
        </w:tc>
      </w:tr>
      <w:tr w:rsidR="00E45BE3" w:rsidRPr="00CC2F42" w14:paraId="04B1DA2F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E7DDD05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D94E475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40D1599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5027828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AC.3/6 and 2005/55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AC86DD3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 and 14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62A0295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953, para. 147 and 1041, para. 86</w:t>
            </w:r>
          </w:p>
        </w:tc>
      </w:tr>
      <w:tr w:rsidR="00E45BE3" w:rsidRPr="00CC2F42" w14:paraId="63D97E83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60BFE90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531AAB7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(English)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D6EDE22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19.12.06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14CAC47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579BECF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A9A130B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E45BE3" w:rsidRPr="00CC2F42" w14:paraId="6821848D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9D7488C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306FE59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Corr. 1 to original </w:t>
            </w:r>
            <w:r w:rsidR="0021389E">
              <w:rPr>
                <w:sz w:val="16"/>
                <w:szCs w:val="16"/>
                <w:lang w:val="en-US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E586DDA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17B3603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2009/73+para. 84 report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ED3E7A3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26A03D2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 84</w:t>
            </w:r>
          </w:p>
        </w:tc>
      </w:tr>
      <w:tr w:rsidR="00E45BE3" w:rsidRPr="00CC2F42" w14:paraId="1E95CC3F" w14:textId="77777777" w:rsidTr="00A86641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8E6F966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</w:t>
            </w:r>
          </w:p>
          <w:p w14:paraId="7FFAB8A2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08A2559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  <w:p w14:paraId="5EC7A2F8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Proposal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BC3E38E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4FD81CD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2007/95</w:t>
            </w:r>
          </w:p>
          <w:p w14:paraId="5C694653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DBBC87A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</w:t>
            </w:r>
          </w:p>
          <w:p w14:paraId="3806C07F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613893F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 77</w:t>
            </w:r>
          </w:p>
          <w:p w14:paraId="6685302B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 86</w:t>
            </w:r>
          </w:p>
        </w:tc>
      </w:tr>
      <w:tr w:rsidR="00E45BE3" w:rsidRPr="00CC2F42" w14:paraId="666A1E3A" w14:textId="77777777" w:rsidTr="00DA5F21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3C95291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</w:rPr>
              <w:br/>
            </w:r>
            <w:r w:rsidR="00F266D4" w:rsidRPr="00CC2F42">
              <w:rPr>
                <w:sz w:val="16"/>
                <w:szCs w:val="16"/>
              </w:rPr>
              <w:t>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D718209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Corr.1 to Amend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6964266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D7E268F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2009/74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B9A1E2E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tcMar>
              <w:right w:w="113" w:type="dxa"/>
            </w:tcMar>
          </w:tcPr>
          <w:p w14:paraId="7284A991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 85</w:t>
            </w:r>
          </w:p>
        </w:tc>
      </w:tr>
      <w:tr w:rsidR="00E45BE3" w:rsidRPr="00CC2F42" w14:paraId="7A842AA3" w14:textId="77777777" w:rsidTr="00DA5F21">
        <w:trPr>
          <w:cantSplit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0168F55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</w:t>
            </w:r>
          </w:p>
          <w:p w14:paraId="4C8577CF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752286D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2 </w:t>
            </w:r>
          </w:p>
          <w:p w14:paraId="65E5AA79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6C9CBBC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699B4B9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2011/79</w:t>
            </w:r>
          </w:p>
          <w:p w14:paraId="01B71DB7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AC.3/19 and 2009/133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8FB965F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  <w:p w14:paraId="16C4B0C1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tcMar>
              <w:right w:w="113" w:type="dxa"/>
            </w:tcMar>
          </w:tcPr>
          <w:p w14:paraId="12BD985C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 90</w:t>
            </w:r>
          </w:p>
          <w:p w14:paraId="0E8AB666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 86 and 1091, para 91</w:t>
            </w:r>
          </w:p>
        </w:tc>
      </w:tr>
      <w:tr w:rsidR="00E45BE3" w:rsidRPr="00CC2F42" w14:paraId="77CD39D3" w14:textId="77777777" w:rsidTr="00DA5F21">
        <w:trPr>
          <w:cantSplit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B64A946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Add.2/Corr.3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FBEB83A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2AE3BB8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135F9F5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EC2E613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060137FB" w14:textId="77777777"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 92</w:t>
            </w:r>
          </w:p>
        </w:tc>
      </w:tr>
      <w:tr w:rsidR="00DC4DD5" w:rsidRPr="00CC2F42" w14:paraId="08471A2F" w14:textId="77777777" w:rsidTr="00DA5F21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73042D9" w14:textId="77777777"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Add.2/Amend.3</w:t>
            </w:r>
          </w:p>
          <w:p w14:paraId="31814797" w14:textId="77777777"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Add.2/Amend.3/</w:t>
            </w:r>
            <w:r w:rsidRPr="00DC4DD5">
              <w:rPr>
                <w:sz w:val="16"/>
                <w:szCs w:val="16"/>
                <w:lang w:val="en-US"/>
              </w:rPr>
              <w:br/>
            </w:r>
            <w:r w:rsidRPr="00DC4DD5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7A42DA4" w14:textId="77777777"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 xml:space="preserve">Amend. 3 </w:t>
            </w:r>
          </w:p>
          <w:p w14:paraId="0077D8DB" w14:textId="77777777"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0C6E8BB" w14:textId="77777777"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9DB16FE" w14:textId="77777777"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2013/53</w:t>
            </w:r>
          </w:p>
          <w:p w14:paraId="250DD113" w14:textId="77777777"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AC.3/34 and 2013/54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E1A89F1" w14:textId="77777777"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38</w:t>
            </w:r>
          </w:p>
          <w:p w14:paraId="7B2A9353" w14:textId="77777777"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B62E0DF" w14:textId="77777777"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1104, para 105</w:t>
            </w:r>
          </w:p>
          <w:p w14:paraId="0B599F76" w14:textId="77777777"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1104, para </w:t>
            </w:r>
            <w:r w:rsidR="005072E3" w:rsidRPr="005072E3">
              <w:rPr>
                <w:sz w:val="16"/>
                <w:szCs w:val="16"/>
              </w:rPr>
              <w:t>106</w:t>
            </w:r>
          </w:p>
        </w:tc>
      </w:tr>
      <w:tr w:rsidR="009443B3" w:rsidRPr="00CC2F42" w14:paraId="5DE632E0" w14:textId="77777777" w:rsidTr="00DA5F21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D998DE6" w14:textId="59B4AE11" w:rsidR="009443B3" w:rsidRPr="00DC4DD5" w:rsidRDefault="009443B3" w:rsidP="009443B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</w:t>
            </w:r>
            <w:r>
              <w:rPr>
                <w:sz w:val="16"/>
                <w:szCs w:val="16"/>
              </w:rPr>
              <w:t>4</w:t>
            </w:r>
          </w:p>
          <w:p w14:paraId="26E57C62" w14:textId="5D3061BA" w:rsidR="009443B3" w:rsidRPr="00DC4DD5" w:rsidRDefault="009443B3" w:rsidP="009443B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</w:t>
            </w:r>
            <w:r>
              <w:rPr>
                <w:sz w:val="16"/>
                <w:szCs w:val="16"/>
              </w:rPr>
              <w:t>4</w:t>
            </w:r>
            <w:r w:rsidRPr="00DC4DD5">
              <w:rPr>
                <w:sz w:val="16"/>
                <w:szCs w:val="16"/>
              </w:rPr>
              <w:t>/</w:t>
            </w:r>
            <w:r w:rsidRPr="00DC4DD5">
              <w:rPr>
                <w:sz w:val="16"/>
                <w:szCs w:val="16"/>
                <w:lang w:val="en-US"/>
              </w:rPr>
              <w:br/>
            </w:r>
            <w:r w:rsidRPr="00DC4DD5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CE18E8C" w14:textId="4A8BB70D" w:rsidR="009443B3" w:rsidRPr="00DC4DD5" w:rsidRDefault="009443B3" w:rsidP="009443B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 xml:space="preserve">Amend. </w:t>
            </w:r>
            <w:r>
              <w:rPr>
                <w:sz w:val="16"/>
                <w:szCs w:val="16"/>
              </w:rPr>
              <w:t>4</w:t>
            </w:r>
            <w:r w:rsidRPr="00DC4DD5">
              <w:rPr>
                <w:sz w:val="16"/>
                <w:szCs w:val="16"/>
              </w:rPr>
              <w:t xml:space="preserve"> </w:t>
            </w:r>
          </w:p>
          <w:p w14:paraId="04266DA0" w14:textId="77777777" w:rsidR="009443B3" w:rsidRPr="00DC4DD5" w:rsidRDefault="009443B3" w:rsidP="009443B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14841A8" w14:textId="63EE7786" w:rsidR="009443B3" w:rsidRPr="00DC4DD5" w:rsidRDefault="00341C4F" w:rsidP="009443B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9443B3" w:rsidRPr="00DC4DD5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  <w:r w:rsidR="009443B3" w:rsidRPr="00DC4DD5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C0B9C27" w14:textId="04DE91FA" w:rsidR="009443B3" w:rsidRPr="00DC4DD5" w:rsidRDefault="009443B3" w:rsidP="009443B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9</w:t>
            </w:r>
            <w:r w:rsidRPr="00DC4DD5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121</w:t>
            </w:r>
          </w:p>
          <w:p w14:paraId="44726101" w14:textId="50906BC5" w:rsidR="009443B3" w:rsidRPr="00DC4DD5" w:rsidRDefault="009443B3" w:rsidP="009443B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AC.3/3</w:t>
            </w:r>
            <w:r>
              <w:rPr>
                <w:sz w:val="16"/>
                <w:szCs w:val="16"/>
              </w:rPr>
              <w:t>6</w:t>
            </w:r>
            <w:r w:rsidRPr="00DC4DD5">
              <w:rPr>
                <w:sz w:val="16"/>
                <w:szCs w:val="16"/>
              </w:rPr>
              <w:t xml:space="preserve"> and 201</w:t>
            </w:r>
            <w:r>
              <w:rPr>
                <w:sz w:val="16"/>
                <w:szCs w:val="16"/>
              </w:rPr>
              <w:t>9</w:t>
            </w:r>
            <w:r w:rsidRPr="00DC4DD5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122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3003F39" w14:textId="4F605CF1" w:rsidR="009443B3" w:rsidRPr="00DC4DD5" w:rsidRDefault="009443B3" w:rsidP="009443B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  <w:p w14:paraId="6B866211" w14:textId="0EF1197A" w:rsidR="009443B3" w:rsidRPr="00DC4DD5" w:rsidRDefault="009443B3" w:rsidP="009443B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1D6D29D4" w14:textId="2D78F03C" w:rsidR="009443B3" w:rsidRPr="00DC4DD5" w:rsidRDefault="009443B3" w:rsidP="009443B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114</w:t>
            </w:r>
            <w:r>
              <w:rPr>
                <w:sz w:val="16"/>
                <w:szCs w:val="16"/>
              </w:rPr>
              <w:t>9</w:t>
            </w:r>
            <w:r w:rsidRPr="00DC4DD5">
              <w:rPr>
                <w:sz w:val="16"/>
                <w:szCs w:val="16"/>
              </w:rPr>
              <w:t>, para 1</w:t>
            </w:r>
            <w:r>
              <w:rPr>
                <w:sz w:val="16"/>
                <w:szCs w:val="16"/>
              </w:rPr>
              <w:t>21</w:t>
            </w:r>
          </w:p>
          <w:p w14:paraId="7FEA6308" w14:textId="6674749F" w:rsidR="009443B3" w:rsidRPr="00DC4DD5" w:rsidRDefault="009443B3" w:rsidP="009443B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114</w:t>
            </w:r>
            <w:r>
              <w:rPr>
                <w:sz w:val="16"/>
                <w:szCs w:val="16"/>
              </w:rPr>
              <w:t>9</w:t>
            </w:r>
            <w:r w:rsidRPr="005072E3">
              <w:rPr>
                <w:sz w:val="16"/>
                <w:szCs w:val="16"/>
              </w:rPr>
              <w:t>, para 1</w:t>
            </w:r>
            <w:r w:rsidR="00341C4F">
              <w:rPr>
                <w:sz w:val="16"/>
                <w:szCs w:val="16"/>
              </w:rPr>
              <w:t>21</w:t>
            </w:r>
          </w:p>
        </w:tc>
      </w:tr>
    </w:tbl>
    <w:p w14:paraId="2AC425E9" w14:textId="77777777" w:rsidR="000950C1" w:rsidRPr="00CC2F42" w:rsidRDefault="000950C1" w:rsidP="00735F25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3 - Motorcycle brake systems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94662" w:rsidRPr="00CC2F42" w14:paraId="016DACCD" w14:textId="77777777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1EF3542" w14:textId="77777777"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10DB081C" w14:textId="77777777"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DD2D990" w14:textId="77777777"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CF1366A" w14:textId="77777777"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2CC156D4" w14:textId="77777777" w:rsidR="00A94662" w:rsidRPr="00CC2F42" w:rsidRDefault="00A94662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102CC016" w14:textId="77777777" w:rsidR="00A94662" w:rsidRPr="00CC2F42" w:rsidRDefault="00A94662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FD1C0E5" w14:textId="77777777"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CE1CDCF" w14:textId="77777777" w:rsidR="00A94662" w:rsidRPr="00CC2F42" w:rsidRDefault="00A94662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0DA15605" w14:textId="77777777" w:rsidR="00A94662" w:rsidRPr="00CC2F42" w:rsidRDefault="00A94662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A94662" w:rsidRPr="00CC2F42" w14:paraId="589A0DA1" w14:textId="77777777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78AE3AD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64D4E52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EC2895C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81C8C01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2006/132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A33C653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F4C2E53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 88</w:t>
            </w:r>
          </w:p>
        </w:tc>
      </w:tr>
      <w:tr w:rsidR="00A94662" w:rsidRPr="00CC2F42" w14:paraId="2D1D4F6C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909AD7C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3513946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E0F1A5C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472EC7F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AC.3/3 and 2005/25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7E7C35D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7 and 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13EB11D" w14:textId="2E4312C9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909, para 145 and 1056, para 88</w:t>
            </w:r>
          </w:p>
        </w:tc>
      </w:tr>
      <w:tr w:rsidR="00A94662" w:rsidRPr="00CC2F42" w14:paraId="1231BDB6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87CAA50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19EB53A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09B36B5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11.09.07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D8E7FEA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ECE1CC2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432213C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A94662" w:rsidRPr="00CC2F42" w14:paraId="7300D9B6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947AA77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D63454F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466DCBD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92F0E02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D394A47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9E360AF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para.78</w:t>
            </w:r>
          </w:p>
        </w:tc>
      </w:tr>
      <w:tr w:rsidR="00A94662" w:rsidRPr="00CC2F42" w14:paraId="6FC4A9CF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2AD078B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3070CAE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07E3700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26.06.08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5109F92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9C649BA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70757EA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1068, para.65</w:t>
            </w:r>
          </w:p>
        </w:tc>
      </w:tr>
      <w:tr w:rsidR="00A94662" w:rsidRPr="00CC2F42" w14:paraId="58BC5D5B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6B36980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BE344B8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8D00BEE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0666F12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AC.3/21 and 2008/72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4BFD591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 and 23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E70CEDA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para. 96 and 1068, para. 65</w:t>
            </w:r>
          </w:p>
        </w:tc>
      </w:tr>
      <w:tr w:rsidR="00A94662" w:rsidRPr="00CC2F42" w14:paraId="4DE15CC3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D5655EF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 Corr.3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42B7E8E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3A2C111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5D5547B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2010/67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416F270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F5F80EA" w14:textId="77777777"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1085, para.76</w:t>
            </w:r>
          </w:p>
        </w:tc>
      </w:tr>
      <w:tr w:rsidR="003E0756" w:rsidRPr="00CC2F42" w14:paraId="5B63EAA9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9B070D1" w14:textId="77777777" w:rsidR="003E0756" w:rsidRDefault="003E0756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Add.3/Amend.2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0E4E2CE" w14:textId="77777777" w:rsidR="003E0756" w:rsidRPr="00CC2F42" w:rsidRDefault="003E0756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7DDF3B8" w14:textId="77777777"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12.03.15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8DBAF7D" w14:textId="77777777"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2015/38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EE8197E" w14:textId="77777777"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926AA65" w14:textId="77777777"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 and Corr. 1 paras. 101 and 102</w:t>
            </w:r>
          </w:p>
        </w:tc>
      </w:tr>
      <w:tr w:rsidR="00972FF7" w:rsidRPr="00CC2F42" w14:paraId="5FFE8224" w14:textId="77777777" w:rsidTr="007B2C3F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32E4CE8" w14:textId="77777777" w:rsidR="00972FF7" w:rsidRPr="00CC2F42" w:rsidRDefault="00972FF7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Add.3/Amend.2</w:t>
            </w:r>
            <w:r w:rsidRPr="00CC2F42">
              <w:rPr>
                <w:sz w:val="16"/>
                <w:szCs w:val="16"/>
              </w:rPr>
              <w:t>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2492F41" w14:textId="77777777" w:rsidR="00972FF7" w:rsidRPr="00CC2F42" w:rsidRDefault="00972FF7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CA6BBB0" w14:textId="77777777" w:rsidR="00972FF7" w:rsidRPr="00CC2F42" w:rsidRDefault="00972FF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37B1811" w14:textId="77777777" w:rsidR="00972FF7" w:rsidRPr="00CC2F42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AC.37/37 </w:t>
            </w:r>
            <w:r w:rsidR="00972FF7">
              <w:rPr>
                <w:sz w:val="16"/>
                <w:szCs w:val="16"/>
              </w:rPr>
              <w:t>and 2015/39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45728CE" w14:textId="77777777" w:rsidR="00972FF7" w:rsidRPr="00CC2F42" w:rsidRDefault="00972FF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EC53E94" w14:textId="77777777" w:rsidR="00972FF7" w:rsidRPr="00CC2F42" w:rsidRDefault="00FE094F" w:rsidP="00FE094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1106, para. </w:t>
            </w:r>
            <w:r w:rsidRPr="00FE094F">
              <w:rPr>
                <w:sz w:val="16"/>
                <w:szCs w:val="16"/>
              </w:rPr>
              <w:t>96</w:t>
            </w:r>
            <w:r>
              <w:rPr>
                <w:sz w:val="16"/>
                <w:szCs w:val="16"/>
              </w:rPr>
              <w:t xml:space="preserve">, </w:t>
            </w:r>
            <w:r w:rsidR="003E0756">
              <w:rPr>
                <w:sz w:val="16"/>
                <w:szCs w:val="16"/>
              </w:rPr>
              <w:t>1114 and Corr. 1 para. 1</w:t>
            </w:r>
            <w:r w:rsidR="00972FF7">
              <w:rPr>
                <w:sz w:val="16"/>
                <w:szCs w:val="16"/>
              </w:rPr>
              <w:t>02</w:t>
            </w:r>
          </w:p>
        </w:tc>
      </w:tr>
      <w:tr w:rsidR="007B2C3F" w:rsidRPr="00CC2F42" w14:paraId="6A9FCDE6" w14:textId="77777777" w:rsidTr="007B2C3F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AE320F1" w14:textId="225723D7" w:rsidR="007B2C3F" w:rsidRDefault="007B2C3F" w:rsidP="007B2C3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Add.</w:t>
            </w:r>
            <w:r>
              <w:rPr>
                <w:sz w:val="16"/>
                <w:szCs w:val="16"/>
              </w:rPr>
              <w:t>3</w:t>
            </w:r>
            <w:r w:rsidRPr="003E0756">
              <w:rPr>
                <w:sz w:val="16"/>
                <w:szCs w:val="16"/>
              </w:rPr>
              <w:t>/Amend.</w:t>
            </w:r>
            <w:r w:rsidR="00EB3A37">
              <w:rPr>
                <w:sz w:val="16"/>
                <w:szCs w:val="16"/>
              </w:rPr>
              <w:t>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673930B" w14:textId="006EDB7D" w:rsidR="007B2C3F" w:rsidRPr="00CC2F42" w:rsidRDefault="007B2C3F" w:rsidP="007B2C3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Amend.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ADCF07F" w14:textId="6EF24184" w:rsidR="007B2C3F" w:rsidRPr="00CC2F42" w:rsidRDefault="007B2C3F" w:rsidP="007B2C3F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24.06.20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90340BC" w14:textId="1CA197FE" w:rsidR="007B2C3F" w:rsidRDefault="007B2C3F" w:rsidP="007B2C3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2020/47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CD724DE" w14:textId="71339A08" w:rsidR="007B2C3F" w:rsidRPr="00CC2F42" w:rsidRDefault="007B2C3F" w:rsidP="007B2C3F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4AE37CF" w14:textId="2AE0CEE9" w:rsidR="007B2C3F" w:rsidRDefault="007B2C3F" w:rsidP="007B2C3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1153 para. 53 </w:t>
            </w:r>
          </w:p>
        </w:tc>
      </w:tr>
      <w:tr w:rsidR="007B2C3F" w:rsidRPr="00CC2F42" w14:paraId="10A87D7F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C956C3B" w14:textId="0F050F61" w:rsidR="007B2C3F" w:rsidRDefault="007B2C3F" w:rsidP="007B2C3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</w:t>
            </w:r>
            <w:r w:rsidR="00EB3A37"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B65CC9B" w14:textId="77FF3736" w:rsidR="007B2C3F" w:rsidRPr="00CC2F42" w:rsidRDefault="007B2C3F" w:rsidP="007B2C3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B67207C" w14:textId="77777777" w:rsidR="007B2C3F" w:rsidRPr="00CC2F42" w:rsidRDefault="007B2C3F" w:rsidP="007B2C3F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E562E82" w14:textId="38FF0611" w:rsidR="007B2C3F" w:rsidRDefault="007B2C3F" w:rsidP="007B2C3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AC.3/47 and 2020/48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B42F5A4" w14:textId="77777777" w:rsidR="007B2C3F" w:rsidRPr="00CC2F42" w:rsidRDefault="007B2C3F" w:rsidP="007B2C3F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22D641D6" w14:textId="07CC76E5" w:rsidR="007B2C3F" w:rsidRDefault="007B2C3F" w:rsidP="007B2C3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EB3A37">
              <w:rPr>
                <w:sz w:val="16"/>
                <w:szCs w:val="16"/>
              </w:rPr>
              <w:t>29</w:t>
            </w:r>
            <w:r>
              <w:rPr>
                <w:sz w:val="16"/>
                <w:szCs w:val="16"/>
              </w:rPr>
              <w:t xml:space="preserve">, para. </w:t>
            </w:r>
            <w:r w:rsidR="00EB3A37">
              <w:rPr>
                <w:sz w:val="16"/>
                <w:szCs w:val="16"/>
              </w:rPr>
              <w:t>143</w:t>
            </w:r>
            <w:r>
              <w:rPr>
                <w:sz w:val="16"/>
                <w:szCs w:val="16"/>
              </w:rPr>
              <w:t>, 11</w:t>
            </w:r>
            <w:r w:rsidR="00EB3A37">
              <w:rPr>
                <w:sz w:val="16"/>
                <w:szCs w:val="16"/>
              </w:rPr>
              <w:t>53</w:t>
            </w:r>
            <w:r>
              <w:rPr>
                <w:sz w:val="16"/>
                <w:szCs w:val="16"/>
              </w:rPr>
              <w:t xml:space="preserve"> para. </w:t>
            </w:r>
            <w:r w:rsidR="00EB3A37">
              <w:rPr>
                <w:sz w:val="16"/>
                <w:szCs w:val="16"/>
              </w:rPr>
              <w:t>53</w:t>
            </w:r>
          </w:p>
        </w:tc>
      </w:tr>
    </w:tbl>
    <w:p w14:paraId="41D378C4" w14:textId="77777777" w:rsidR="003B1205" w:rsidRPr="00CC2F42" w:rsidRDefault="003B1205" w:rsidP="00374B8E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4 - Test procedure for compression-ignition (C.I.) engines and positive-ignition (P.I.) engines fuelled with natural gas (NG) or liquefied petroleum gas (LPG) </w:t>
      </w:r>
      <w:proofErr w:type="gramStart"/>
      <w:r w:rsidRPr="00CC2F42">
        <w:t>with regard to</w:t>
      </w:r>
      <w:proofErr w:type="gramEnd"/>
      <w:r w:rsidRPr="00CC2F42">
        <w:t xml:space="preserve"> the emission of pollutants (WHDC)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94662" w:rsidRPr="00CC2F42" w14:paraId="534D5403" w14:textId="77777777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8CCE14D" w14:textId="77777777"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16EC289B" w14:textId="77777777"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7CDE8FC8" w14:textId="77777777"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13EE4D2" w14:textId="77777777"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4DCF4D3" w14:textId="77777777"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0BA926C3" w14:textId="77777777"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7340B930" w14:textId="77777777"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50D690A" w14:textId="77777777"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3E836F30" w14:textId="77777777"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14:paraId="667D47C3" w14:textId="77777777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89CCD2E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278529A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D059F36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BB9961C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2006/128 +Corr.1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9C0928E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BC31804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para. 91</w:t>
            </w:r>
          </w:p>
        </w:tc>
      </w:tr>
      <w:tr w:rsidR="0020768E" w:rsidRPr="00CC2F42" w14:paraId="7CF665B4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F36FCC6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B8C1837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889B931" w14:textId="77777777" w:rsidR="0020768E" w:rsidRPr="00CC2F42" w:rsidRDefault="003E0756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12.03.15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6926405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AC.3/8 and 2006/129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913D7C8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18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949BD77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96 and 1056, para. 91</w:t>
            </w:r>
          </w:p>
        </w:tc>
      </w:tr>
      <w:tr w:rsidR="0020768E" w:rsidRPr="00CC2F42" w14:paraId="6AEA5D2F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3A8A4AD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7C2451B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2E208DC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47A908D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2009/121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D0846A4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18AF51F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93</w:t>
            </w:r>
          </w:p>
        </w:tc>
      </w:tr>
      <w:tr w:rsidR="0020768E" w:rsidRPr="00CC2F42" w14:paraId="7F725942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C05B362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1BF923D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D5A0D9E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2C94FF9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AC.3/20 and 2009/122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00DDABF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E8DC2AD" w14:textId="77777777"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85 and 1079, para. 93</w:t>
            </w:r>
          </w:p>
        </w:tc>
      </w:tr>
      <w:tr w:rsidR="0020768E" w:rsidRPr="00CC2F42" w14:paraId="5527E06F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0D74730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DD2F359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Corr.1 to Amend 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0CE8149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17.11.11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D42B332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2E171A9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DD23AD6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117</w:t>
            </w:r>
          </w:p>
        </w:tc>
      </w:tr>
      <w:tr w:rsidR="0020768E" w:rsidRPr="00CC2F42" w14:paraId="4627328B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5D9E11B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29DC065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Corr.2 to Amend 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8EAB8A3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FBA05CE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2012/112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E7D7957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EA4DFB6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1099, para. 93</w:t>
            </w:r>
          </w:p>
        </w:tc>
      </w:tr>
      <w:tr w:rsidR="0020768E" w:rsidRPr="00CC2F42" w14:paraId="5E40E6A9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8CAC7D9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661C95E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2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076E674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23.06.10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C73B8AB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2010/48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E8071BA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097E536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1085, para. 77</w:t>
            </w:r>
          </w:p>
        </w:tc>
      </w:tr>
      <w:tr w:rsidR="0020768E" w:rsidRPr="00CC2F42" w14:paraId="70AB100D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ADDDB60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C35F274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CA31A4B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8347409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AC.3/20 and 2010/49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F542701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A6931DF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85 and 1085, para. 78</w:t>
            </w:r>
          </w:p>
        </w:tc>
      </w:tr>
      <w:tr w:rsidR="003E0756" w:rsidRPr="00CC2F42" w14:paraId="47701151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D93ACF8" w14:textId="77777777"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55F95D0" w14:textId="77777777"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 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F031FCF" w14:textId="77777777"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12.03.15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5E81A78" w14:textId="77777777"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2014/84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44C585D" w14:textId="77777777"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FE6E1C5" w14:textId="77777777"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1114, para 103</w:t>
            </w:r>
          </w:p>
        </w:tc>
      </w:tr>
      <w:tr w:rsidR="00FE094F" w:rsidRPr="00CC2F42" w14:paraId="45D6A151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1552698" w14:textId="77777777"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Add.4/Amend.3/</w:t>
            </w:r>
            <w:r>
              <w:rPr>
                <w:sz w:val="16"/>
                <w:szCs w:val="16"/>
              </w:rPr>
              <w:br/>
            </w:r>
            <w:r w:rsidRPr="00FE094F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AB66AB7" w14:textId="77777777"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FE094F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328ABA0" w14:textId="77777777"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A4CD4FE" w14:textId="77777777"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AC.3/29, AC.3/38 and 2014/85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093F322" w14:textId="77777777"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36E3378B" w14:textId="77777777" w:rsidR="00FE094F" w:rsidRPr="00CC2F42" w:rsidRDefault="0080224C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1087, para. 111</w:t>
            </w:r>
            <w:r w:rsidR="00337206">
              <w:rPr>
                <w:sz w:val="16"/>
                <w:szCs w:val="16"/>
              </w:rPr>
              <w:t xml:space="preserve">, </w:t>
            </w:r>
            <w:r w:rsidR="00337206" w:rsidRPr="00337206">
              <w:rPr>
                <w:sz w:val="16"/>
                <w:szCs w:val="16"/>
              </w:rPr>
              <w:t>1108, para. 100</w:t>
            </w:r>
            <w:r>
              <w:rPr>
                <w:sz w:val="16"/>
                <w:szCs w:val="16"/>
              </w:rPr>
              <w:t xml:space="preserve"> and </w:t>
            </w:r>
            <w:r w:rsidR="00337206">
              <w:rPr>
                <w:sz w:val="16"/>
                <w:szCs w:val="16"/>
              </w:rPr>
              <w:t>1114, para 103</w:t>
            </w:r>
          </w:p>
        </w:tc>
      </w:tr>
    </w:tbl>
    <w:p w14:paraId="55F787C0" w14:textId="77777777" w:rsidR="00554DE4" w:rsidRPr="00CC2F42" w:rsidRDefault="00554DE4" w:rsidP="00554DE4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5 - Technical requirements for on</w:t>
      </w:r>
      <w:r w:rsidRPr="00CC2F42">
        <w:noBreakHyphen/>
        <w:t>board diagnostic systems (OBD) for road vehicles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14:paraId="4FF9E209" w14:textId="77777777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41FBD19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20A63496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233C236E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527EAA2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7761211D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644054B0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2FDC738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2CD07CAC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554B9758" w14:textId="77777777"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14:paraId="2DDA8F54" w14:textId="77777777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0614FA8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</w:t>
            </w:r>
            <w:r w:rsidRPr="00CC2F42">
              <w:rPr>
                <w:sz w:val="16"/>
                <w:szCs w:val="16"/>
              </w:rPr>
              <w:br/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039B872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165D423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A88441D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2006/130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8AA010D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CF71481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para. 92</w:t>
            </w:r>
          </w:p>
        </w:tc>
      </w:tr>
      <w:tr w:rsidR="0020768E" w:rsidRPr="00CC2F42" w14:paraId="30BCCAE6" w14:textId="77777777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4B943BC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268624E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9903077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BA00ECF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AC.3/8 and 2006/129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6650346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18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C3B79CF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96 and 1056, para. 92</w:t>
            </w:r>
          </w:p>
        </w:tc>
      </w:tr>
      <w:tr w:rsidR="0020768E" w:rsidRPr="00CC2F42" w14:paraId="66AAA97F" w14:textId="77777777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5C0A515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A89F410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964F70E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166CDD8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FF3B7C0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3DD2A40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95</w:t>
            </w:r>
          </w:p>
        </w:tc>
      </w:tr>
      <w:tr w:rsidR="0020768E" w:rsidRPr="00CC2F42" w14:paraId="25DE8123" w14:textId="77777777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C355B95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60732ED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D399919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</w:t>
            </w:r>
            <w:r w:rsidR="00440957" w:rsidRPr="00CC2F42">
              <w:rPr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5B3163E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2693146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89421B9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1099, para. 94-95</w:t>
            </w:r>
          </w:p>
        </w:tc>
      </w:tr>
      <w:tr w:rsidR="0020768E" w:rsidRPr="00CC2F42" w14:paraId="3C7646B1" w14:textId="77777777" w:rsidTr="001E659B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40CE7C4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Add.5/Amend.1/</w:t>
            </w:r>
            <w:r w:rsidRPr="00CC2F42">
              <w:rPr>
                <w:sz w:val="16"/>
                <w:szCs w:val="16"/>
              </w:rPr>
              <w:br/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E24320D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DA1137C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7755211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AC.3/30 and 2012/118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ADA1DBC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6CB37AAE" w14:textId="77777777"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</w:tr>
    </w:tbl>
    <w:p w14:paraId="2082DA48" w14:textId="77777777" w:rsidR="0071711E" w:rsidRPr="00CC2F42" w:rsidRDefault="0071711E" w:rsidP="0071711E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6 - Safety glazing materials for motor vehicles and motor vehicle equipment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14:paraId="4BD45699" w14:textId="77777777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6FCB7CC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3823FD6D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7BE2326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4575FDE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705932E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4BEC02C8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8339FE7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2F8A3451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6405C145" w14:textId="77777777"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14:paraId="357F8485" w14:textId="77777777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C0AFFF4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D09FB59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2FC58A7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12.03.08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5E1D7E8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2008/47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424C5EF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1CA35D2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1066, para. 60</w:t>
            </w:r>
          </w:p>
        </w:tc>
      </w:tr>
      <w:tr w:rsidR="0020768E" w:rsidRPr="00CC2F42" w14:paraId="58EBB50C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80BA3E0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19AC61A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9AECBDB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1CF6681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AC.3/9 and 2008/48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C9C2374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D08E2A4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89 and 1066, para. 60</w:t>
            </w:r>
          </w:p>
        </w:tc>
      </w:tr>
      <w:tr w:rsidR="0020768E" w:rsidRPr="00CC2F42" w14:paraId="4022FC8E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58D76C8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F12C64C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E4E442E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11.03.10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B9A41D8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2010/36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7DCF0F6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214B9A7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1083, para. 86</w:t>
            </w:r>
          </w:p>
        </w:tc>
      </w:tr>
      <w:tr w:rsidR="0020768E" w:rsidRPr="00CC2F42" w14:paraId="60101FAD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93FB8F7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CA7AC5B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78BE39F" w14:textId="77777777" w:rsidR="0020768E" w:rsidRPr="00CC2F42" w:rsidRDefault="0025084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20768E" w:rsidRPr="00CC2F42">
              <w:rPr>
                <w:sz w:val="16"/>
                <w:szCs w:val="16"/>
              </w:rPr>
              <w:t>9.03.11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CA805F5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2011/43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4F94E82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B45CE82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1089, para. 93</w:t>
            </w:r>
          </w:p>
        </w:tc>
      </w:tr>
      <w:tr w:rsidR="0020768E" w:rsidRPr="00CC2F42" w14:paraId="68BF487D" w14:textId="77777777" w:rsidTr="00570BE3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59C1081" w14:textId="5C5D1D70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</w:t>
            </w:r>
            <w:r w:rsidR="0068224D">
              <w:rPr>
                <w:sz w:val="16"/>
                <w:szCs w:val="16"/>
              </w:rPr>
              <w:t>Amend.1/</w:t>
            </w:r>
            <w:r w:rsidR="00456B4E"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F320AD8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DD6BC1D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1FB6E7E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AC.3/27 and 2011/44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5CA95F7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 and 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7E7F56F" w14:textId="77777777"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113 and 1089, para. 94</w:t>
            </w:r>
          </w:p>
        </w:tc>
      </w:tr>
      <w:tr w:rsidR="00570BE3" w:rsidRPr="00CC2F42" w14:paraId="38398AE9" w14:textId="77777777" w:rsidTr="00C920C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D4CC0D9" w14:textId="77777777"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Add.6/Corr.2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48F0BB7" w14:textId="77777777"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Corr. 2</w:t>
            </w:r>
            <w:r w:rsidRPr="00CC2F42">
              <w:rPr>
                <w:sz w:val="16"/>
                <w:szCs w:val="16"/>
              </w:rPr>
              <w:t xml:space="preserve"> to original </w:t>
            </w:r>
            <w:r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EC13EE1" w14:textId="77777777"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15.11.17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695F796" w14:textId="77777777"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2017/142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247F1A8" w14:textId="77777777"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D0EB4C3" w14:textId="77777777"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1135, para. 116</w:t>
            </w:r>
          </w:p>
        </w:tc>
      </w:tr>
      <w:tr w:rsidR="00C920CB" w:rsidRPr="00CC2F42" w14:paraId="686CBE2F" w14:textId="77777777" w:rsidTr="00C920C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67A802D" w14:textId="42390B24" w:rsidR="00C920CB" w:rsidRDefault="00C920CB" w:rsidP="00C920C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</w:t>
            </w:r>
            <w:r w:rsidR="0068224D">
              <w:rPr>
                <w:sz w:val="16"/>
                <w:szCs w:val="16"/>
              </w:rPr>
              <w:t>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493E457" w14:textId="76E7724C" w:rsidR="00C920CB" w:rsidRDefault="00C920CB" w:rsidP="00C920C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</w:t>
            </w:r>
            <w:r w:rsidR="0068224D">
              <w:rPr>
                <w:sz w:val="16"/>
                <w:szCs w:val="16"/>
              </w:rPr>
              <w:t>2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8AB949A" w14:textId="726B1F95" w:rsidR="00C920CB" w:rsidRDefault="002D46BA" w:rsidP="00C920C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  <w:r w:rsidR="00C920CB" w:rsidRPr="00CC2F42">
              <w:rPr>
                <w:sz w:val="16"/>
                <w:szCs w:val="16"/>
              </w:rPr>
              <w:t>.0</w:t>
            </w:r>
            <w:r>
              <w:rPr>
                <w:sz w:val="16"/>
                <w:szCs w:val="16"/>
              </w:rPr>
              <w:t>6</w:t>
            </w:r>
            <w:r w:rsidR="00C920CB"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970BE39" w14:textId="06D4B57D" w:rsidR="00C920CB" w:rsidRDefault="00C920CB" w:rsidP="00C920C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  <w:r w:rsidR="00744E7E">
              <w:rPr>
                <w:sz w:val="16"/>
                <w:szCs w:val="16"/>
              </w:rPr>
              <w:t>20</w:t>
            </w:r>
            <w:r w:rsidRPr="00CC2F42">
              <w:rPr>
                <w:sz w:val="16"/>
                <w:szCs w:val="16"/>
              </w:rPr>
              <w:t>/43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53E683A" w14:textId="72AE3CA3" w:rsidR="00C920CB" w:rsidRDefault="00716C0C" w:rsidP="00C920C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631328A" w14:textId="684F3735" w:rsidR="00C920CB" w:rsidRDefault="00C920CB" w:rsidP="00C920C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  <w:r w:rsidR="00936D08">
              <w:rPr>
                <w:sz w:val="16"/>
                <w:szCs w:val="16"/>
              </w:rPr>
              <w:t>153</w:t>
            </w:r>
            <w:r w:rsidRPr="00CC2F42">
              <w:rPr>
                <w:sz w:val="16"/>
                <w:szCs w:val="16"/>
              </w:rPr>
              <w:t xml:space="preserve">, para. </w:t>
            </w:r>
            <w:r w:rsidR="00936D08">
              <w:rPr>
                <w:sz w:val="16"/>
                <w:szCs w:val="16"/>
              </w:rPr>
              <w:t>54</w:t>
            </w:r>
          </w:p>
        </w:tc>
      </w:tr>
      <w:tr w:rsidR="00C920CB" w:rsidRPr="00CC2F42" w14:paraId="02D3AAEF" w14:textId="77777777" w:rsidTr="009C7DEC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18E0881" w14:textId="1D2C7658" w:rsidR="00C920CB" w:rsidRDefault="00C920CB" w:rsidP="00C920C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</w:t>
            </w:r>
            <w:r w:rsidR="00456B4E">
              <w:rPr>
                <w:sz w:val="16"/>
                <w:szCs w:val="16"/>
              </w:rPr>
              <w:t>Amend.2/</w:t>
            </w:r>
            <w:r w:rsidR="00456B4E"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0E8F26F" w14:textId="5AB2F3C0" w:rsidR="00C920CB" w:rsidRDefault="00C920CB" w:rsidP="00C920C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3A987A8" w14:textId="77777777" w:rsidR="00C920CB" w:rsidRDefault="00C920CB" w:rsidP="00C920C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9C6111E" w14:textId="6452D5A6" w:rsidR="00C920CB" w:rsidRDefault="00C920CB" w:rsidP="00C920C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 w:rsidR="00456B4E">
              <w:rPr>
                <w:sz w:val="16"/>
                <w:szCs w:val="16"/>
              </w:rPr>
              <w:t>52</w:t>
            </w:r>
            <w:r w:rsidRPr="00CC2F42">
              <w:rPr>
                <w:sz w:val="16"/>
                <w:szCs w:val="16"/>
              </w:rPr>
              <w:t xml:space="preserve"> and 20</w:t>
            </w:r>
            <w:r w:rsidR="00744E7E">
              <w:rPr>
                <w:sz w:val="16"/>
                <w:szCs w:val="16"/>
              </w:rPr>
              <w:t>20</w:t>
            </w:r>
            <w:r w:rsidRPr="00CC2F42">
              <w:rPr>
                <w:sz w:val="16"/>
                <w:szCs w:val="16"/>
              </w:rPr>
              <w:t>/44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E8BAAFA" w14:textId="4C8109F4" w:rsidR="00C920CB" w:rsidRDefault="00C920CB" w:rsidP="00C920C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 and 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F2B150F" w14:textId="2C36AE13" w:rsidR="00C920CB" w:rsidRDefault="0032549D" w:rsidP="00C920C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142</w:t>
            </w:r>
            <w:r w:rsidRPr="00CC2F42">
              <w:rPr>
                <w:sz w:val="16"/>
                <w:szCs w:val="16"/>
              </w:rPr>
              <w:t xml:space="preserve">, para. </w:t>
            </w:r>
            <w:r>
              <w:rPr>
                <w:sz w:val="16"/>
                <w:szCs w:val="16"/>
              </w:rPr>
              <w:t>188</w:t>
            </w:r>
            <w:r w:rsidR="00BD2B3A">
              <w:rPr>
                <w:sz w:val="16"/>
                <w:szCs w:val="16"/>
              </w:rPr>
              <w:t xml:space="preserve"> and </w:t>
            </w:r>
            <w:r w:rsidR="00C920CB" w:rsidRPr="00CC2F42">
              <w:rPr>
                <w:sz w:val="16"/>
                <w:szCs w:val="16"/>
              </w:rPr>
              <w:t>1</w:t>
            </w:r>
            <w:r w:rsidR="00744E7E">
              <w:rPr>
                <w:sz w:val="16"/>
                <w:szCs w:val="16"/>
              </w:rPr>
              <w:t>153</w:t>
            </w:r>
            <w:r w:rsidR="00C920CB" w:rsidRPr="00CC2F42">
              <w:rPr>
                <w:sz w:val="16"/>
                <w:szCs w:val="16"/>
              </w:rPr>
              <w:t xml:space="preserve">, para. </w:t>
            </w:r>
            <w:r w:rsidR="00744E7E">
              <w:rPr>
                <w:sz w:val="16"/>
                <w:szCs w:val="16"/>
              </w:rPr>
              <w:t>54</w:t>
            </w:r>
            <w:r w:rsidR="00C920CB" w:rsidRPr="00CC2F42">
              <w:rPr>
                <w:sz w:val="16"/>
                <w:szCs w:val="16"/>
              </w:rPr>
              <w:t xml:space="preserve"> </w:t>
            </w:r>
          </w:p>
        </w:tc>
      </w:tr>
      <w:tr w:rsidR="009C7DEC" w:rsidRPr="00CC2F42" w14:paraId="4C65D6F5" w14:textId="77777777" w:rsidTr="009C7DEC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9243556" w14:textId="5A1B65DC" w:rsidR="009C7DEC" w:rsidRPr="00CC2F42" w:rsidRDefault="009C7DEC" w:rsidP="009C7DEC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D1F0E7D" w14:textId="13D19A36" w:rsidR="009C7DEC" w:rsidRPr="00CC2F42" w:rsidRDefault="009C7DEC" w:rsidP="009C7DEC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</w:t>
            </w:r>
            <w:r w:rsidR="00750D3D"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B7BC0FB" w14:textId="58237F8C" w:rsidR="009C7DEC" w:rsidRDefault="00716C0C" w:rsidP="009C7DEC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  <w:r w:rsidR="009C7DEC" w:rsidRPr="00CC2F42">
              <w:rPr>
                <w:sz w:val="16"/>
                <w:szCs w:val="16"/>
              </w:rPr>
              <w:t>.0</w:t>
            </w:r>
            <w:r>
              <w:rPr>
                <w:sz w:val="16"/>
                <w:szCs w:val="16"/>
              </w:rPr>
              <w:t>6</w:t>
            </w:r>
            <w:r w:rsidR="009C7DEC"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5A7226B" w14:textId="1A2E569D" w:rsidR="009C7DEC" w:rsidRPr="00CC2F42" w:rsidRDefault="009C7DEC" w:rsidP="009C7DEC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  <w:r w:rsidRPr="00CC2F42">
              <w:rPr>
                <w:sz w:val="16"/>
                <w:szCs w:val="16"/>
              </w:rPr>
              <w:t>/4</w:t>
            </w:r>
            <w:r w:rsidR="00755567">
              <w:rPr>
                <w:sz w:val="16"/>
                <w:szCs w:val="16"/>
              </w:rPr>
              <w:t>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7E0366B" w14:textId="5839AC0E" w:rsidR="009C7DEC" w:rsidRPr="00CC2F42" w:rsidRDefault="00936D08" w:rsidP="009C7DEC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F946EA8" w14:textId="24F60505" w:rsidR="009C7DEC" w:rsidRPr="00CC2F42" w:rsidRDefault="009C7DEC" w:rsidP="009C7DEC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  <w:r w:rsidR="00936D08">
              <w:rPr>
                <w:sz w:val="16"/>
                <w:szCs w:val="16"/>
              </w:rPr>
              <w:t>153</w:t>
            </w:r>
            <w:r w:rsidRPr="00CC2F42">
              <w:rPr>
                <w:sz w:val="16"/>
                <w:szCs w:val="16"/>
              </w:rPr>
              <w:t xml:space="preserve">, para. </w:t>
            </w:r>
            <w:r w:rsidR="0032549D">
              <w:rPr>
                <w:sz w:val="16"/>
                <w:szCs w:val="16"/>
              </w:rPr>
              <w:t>55</w:t>
            </w:r>
          </w:p>
        </w:tc>
      </w:tr>
      <w:tr w:rsidR="009C7DEC" w:rsidRPr="00CC2F42" w14:paraId="18C36B1B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77BC8FA" w14:textId="1C07E317" w:rsidR="009C7DEC" w:rsidRPr="00CC2F42" w:rsidRDefault="009C7DEC" w:rsidP="009C7DEC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</w:t>
            </w:r>
            <w:r>
              <w:rPr>
                <w:sz w:val="16"/>
                <w:szCs w:val="16"/>
              </w:rPr>
              <w:t>Amend.3/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2DA01E1" w14:textId="28CE33B1" w:rsidR="009C7DEC" w:rsidRPr="00CC2F42" w:rsidRDefault="009C7DEC" w:rsidP="009C7DEC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086CD29" w14:textId="77777777" w:rsidR="009C7DEC" w:rsidRDefault="009C7DEC" w:rsidP="009C7DEC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E796F1E" w14:textId="2B0F3B78" w:rsidR="009C7DEC" w:rsidRPr="00CC2F42" w:rsidRDefault="009C7DEC" w:rsidP="009C7DEC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5</w:t>
            </w:r>
            <w:r w:rsidR="00FF3ED0">
              <w:rPr>
                <w:sz w:val="16"/>
                <w:szCs w:val="16"/>
              </w:rPr>
              <w:t>5</w:t>
            </w:r>
            <w:r w:rsidRPr="00CC2F42">
              <w:rPr>
                <w:sz w:val="16"/>
                <w:szCs w:val="16"/>
              </w:rPr>
              <w:t xml:space="preserve"> and 20</w:t>
            </w:r>
            <w:r>
              <w:rPr>
                <w:sz w:val="16"/>
                <w:szCs w:val="16"/>
              </w:rPr>
              <w:t>20</w:t>
            </w:r>
            <w:r w:rsidRPr="00CC2F42">
              <w:rPr>
                <w:sz w:val="16"/>
                <w:szCs w:val="16"/>
              </w:rPr>
              <w:t>/4</w:t>
            </w:r>
            <w:r w:rsidR="00755567">
              <w:rPr>
                <w:sz w:val="16"/>
                <w:szCs w:val="16"/>
              </w:rPr>
              <w:t>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3A8A7D7" w14:textId="1EC37494" w:rsidR="009C7DEC" w:rsidRPr="00CC2F42" w:rsidRDefault="009C7DEC" w:rsidP="009C7DEC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 and 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283BCA0F" w14:textId="7C2C6C28" w:rsidR="009C7DEC" w:rsidRPr="00CC2F42" w:rsidRDefault="00BD2B3A" w:rsidP="009C7DEC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14</w:t>
            </w:r>
            <w:r w:rsidR="00F128D2">
              <w:rPr>
                <w:sz w:val="16"/>
                <w:szCs w:val="16"/>
              </w:rPr>
              <w:t>9</w:t>
            </w:r>
            <w:r w:rsidRPr="00CC2F42">
              <w:rPr>
                <w:sz w:val="16"/>
                <w:szCs w:val="16"/>
              </w:rPr>
              <w:t xml:space="preserve">, para. </w:t>
            </w:r>
            <w:r>
              <w:rPr>
                <w:sz w:val="16"/>
                <w:szCs w:val="16"/>
              </w:rPr>
              <w:t>1</w:t>
            </w:r>
            <w:r w:rsidR="00F128D2">
              <w:rPr>
                <w:sz w:val="16"/>
                <w:szCs w:val="16"/>
              </w:rPr>
              <w:t>36</w:t>
            </w:r>
            <w:r>
              <w:rPr>
                <w:sz w:val="16"/>
                <w:szCs w:val="16"/>
              </w:rPr>
              <w:t xml:space="preserve"> and </w:t>
            </w:r>
            <w:r w:rsidR="009C7DEC" w:rsidRPr="00CC2F42">
              <w:rPr>
                <w:sz w:val="16"/>
                <w:szCs w:val="16"/>
              </w:rPr>
              <w:t>1</w:t>
            </w:r>
            <w:r w:rsidR="009C7DEC">
              <w:rPr>
                <w:sz w:val="16"/>
                <w:szCs w:val="16"/>
              </w:rPr>
              <w:t>153</w:t>
            </w:r>
            <w:r w:rsidR="009C7DEC" w:rsidRPr="00CC2F42">
              <w:rPr>
                <w:sz w:val="16"/>
                <w:szCs w:val="16"/>
              </w:rPr>
              <w:t xml:space="preserve">, para. </w:t>
            </w:r>
            <w:r w:rsidR="009C7DEC">
              <w:rPr>
                <w:sz w:val="16"/>
                <w:szCs w:val="16"/>
              </w:rPr>
              <w:t>5</w:t>
            </w:r>
            <w:r w:rsidR="0032549D">
              <w:rPr>
                <w:sz w:val="16"/>
                <w:szCs w:val="16"/>
              </w:rPr>
              <w:t>5</w:t>
            </w:r>
          </w:p>
        </w:tc>
      </w:tr>
    </w:tbl>
    <w:p w14:paraId="6880CC3C" w14:textId="77777777" w:rsidR="006F2E22" w:rsidRDefault="006F2E22" w:rsidP="0020768E">
      <w:pPr>
        <w:pStyle w:val="H23G"/>
        <w:ind w:left="0" w:firstLine="0"/>
      </w:pPr>
      <w:r>
        <w:br w:type="page"/>
      </w:r>
    </w:p>
    <w:p w14:paraId="1292E00B" w14:textId="35B1290E" w:rsidR="00F46F7E" w:rsidRPr="00CC2F42" w:rsidRDefault="00F46F7E" w:rsidP="0020768E">
      <w:pPr>
        <w:pStyle w:val="H23G"/>
        <w:ind w:left="0" w:firstLine="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7 - Head restraints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14:paraId="3E0BA12B" w14:textId="77777777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27A9BFD8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36317DA3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23ADAA96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8760433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28BEBD9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0CE3BD13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7D94232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4CD25CD" w14:textId="77777777"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4D2FCE56" w14:textId="77777777"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14:paraId="0A49B6AD" w14:textId="77777777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F32C5FC" w14:textId="77777777"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9E24CCF" w14:textId="77777777"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9A96922" w14:textId="77777777"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12.03.08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332FF37" w14:textId="77777777"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2008/54+ Annex III report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675ADDB" w14:textId="77777777"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B9B9256" w14:textId="77777777"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1066, para. 61</w:t>
            </w:r>
          </w:p>
        </w:tc>
      </w:tr>
      <w:tr w:rsidR="0020768E" w:rsidRPr="00CC2F42" w14:paraId="1919A8F0" w14:textId="77777777" w:rsidTr="00633960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8F1BE9F" w14:textId="77777777"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D2AC74E" w14:textId="77777777"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D2CEA9A" w14:textId="77777777"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F310C1B" w14:textId="77777777"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AC.3/13 and 2008/55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7AA52E2" w14:textId="77777777"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C3A714E" w14:textId="77777777"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1039, para. 110 and 1066, para. 61</w:t>
            </w:r>
          </w:p>
        </w:tc>
      </w:tr>
      <w:tr w:rsidR="006F2E22" w:rsidRPr="00CC2F42" w14:paraId="49519F47" w14:textId="77777777" w:rsidTr="00633960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30C123B" w14:textId="31644710" w:rsidR="006F2E22" w:rsidRPr="00CC2F42" w:rsidRDefault="006F2E22" w:rsidP="006F2E22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</w:t>
            </w:r>
            <w:r w:rsidR="00ED33F2">
              <w:rPr>
                <w:sz w:val="16"/>
                <w:szCs w:val="16"/>
              </w:rPr>
              <w:t>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12447B6" w14:textId="473E3A86" w:rsidR="006F2E22" w:rsidRPr="00CC2F42" w:rsidRDefault="006F2E22" w:rsidP="006F2E22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7DFE8A3" w14:textId="1B07024C" w:rsidR="006F2E22" w:rsidRPr="00CC2F42" w:rsidRDefault="006F2E22" w:rsidP="006F2E22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  <w:r w:rsidR="005839A5">
              <w:rPr>
                <w:sz w:val="16"/>
                <w:szCs w:val="16"/>
              </w:rPr>
              <w:t>1</w:t>
            </w:r>
            <w:r w:rsidRPr="00CC2F42">
              <w:rPr>
                <w:sz w:val="16"/>
                <w:szCs w:val="16"/>
              </w:rPr>
              <w:t>.</w:t>
            </w:r>
            <w:r w:rsidR="005839A5">
              <w:rPr>
                <w:sz w:val="16"/>
                <w:szCs w:val="16"/>
              </w:rPr>
              <w:t>11</w:t>
            </w:r>
            <w:r w:rsidRPr="00CC2F42">
              <w:rPr>
                <w:sz w:val="16"/>
                <w:szCs w:val="16"/>
              </w:rPr>
              <w:t>.</w:t>
            </w:r>
            <w:r w:rsidR="005839A5">
              <w:rPr>
                <w:sz w:val="16"/>
                <w:szCs w:val="16"/>
              </w:rPr>
              <w:t>2</w:t>
            </w:r>
            <w:r w:rsidR="000700DE">
              <w:rPr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3EC6EAF" w14:textId="31703ECA" w:rsidR="006F2E22" w:rsidRPr="00CC2F42" w:rsidRDefault="006F2E22" w:rsidP="006F2E22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  <w:r w:rsidR="006835C3">
              <w:rPr>
                <w:sz w:val="16"/>
                <w:szCs w:val="16"/>
              </w:rPr>
              <w:t>20</w:t>
            </w:r>
            <w:r w:rsidRPr="00CC2F42">
              <w:rPr>
                <w:sz w:val="16"/>
                <w:szCs w:val="16"/>
              </w:rPr>
              <w:t>/</w:t>
            </w:r>
            <w:r w:rsidR="006835C3">
              <w:rPr>
                <w:sz w:val="16"/>
                <w:szCs w:val="16"/>
              </w:rPr>
              <w:t>8</w:t>
            </w:r>
            <w:r w:rsidRPr="00CC2F42">
              <w:rPr>
                <w:sz w:val="16"/>
                <w:szCs w:val="16"/>
              </w:rPr>
              <w:t>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05F15A1" w14:textId="569C29D0" w:rsidR="006F2E22" w:rsidRPr="00CC2F42" w:rsidRDefault="006F2E22" w:rsidP="006F2E22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ACD8419" w14:textId="0BE3F4AF" w:rsidR="006F2E22" w:rsidRPr="00CC2F42" w:rsidRDefault="006F2E22" w:rsidP="006F2E22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</w:t>
            </w:r>
            <w:r w:rsidR="00F73A35">
              <w:rPr>
                <w:sz w:val="16"/>
                <w:szCs w:val="16"/>
              </w:rPr>
              <w:t>55</w:t>
            </w:r>
            <w:r w:rsidRPr="00CC2F42">
              <w:rPr>
                <w:sz w:val="16"/>
                <w:szCs w:val="16"/>
              </w:rPr>
              <w:t xml:space="preserve">, para. </w:t>
            </w:r>
            <w:r w:rsidR="00F73A35">
              <w:rPr>
                <w:sz w:val="16"/>
                <w:szCs w:val="16"/>
              </w:rPr>
              <w:t>138</w:t>
            </w:r>
          </w:p>
        </w:tc>
      </w:tr>
      <w:tr w:rsidR="006F2E22" w:rsidRPr="00CC2F42" w14:paraId="0A075678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DDB1969" w14:textId="28622E73" w:rsidR="006F2E22" w:rsidRPr="00CC2F42" w:rsidRDefault="006F2E22" w:rsidP="006F2E22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Add.7/</w:t>
            </w:r>
            <w:r w:rsidR="00ED33F2">
              <w:rPr>
                <w:sz w:val="16"/>
                <w:szCs w:val="16"/>
              </w:rPr>
              <w:t>Amend.1/</w:t>
            </w:r>
            <w:r w:rsidR="00ED33F2"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96AA13D" w14:textId="7568330D" w:rsidR="006F2E22" w:rsidRPr="00CC2F42" w:rsidRDefault="006F2E22" w:rsidP="006F2E22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AB8A809" w14:textId="0130D6E7" w:rsidR="006F2E22" w:rsidRPr="00CC2F42" w:rsidRDefault="00AF046A" w:rsidP="006F2E22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91312F2" w14:textId="49972827" w:rsidR="006F2E22" w:rsidRPr="00CC2F42" w:rsidRDefault="006F2E22" w:rsidP="006F2E22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 w:rsidR="00C1300A">
              <w:rPr>
                <w:sz w:val="16"/>
                <w:szCs w:val="16"/>
              </w:rPr>
              <w:t>25/Rev.1</w:t>
            </w:r>
            <w:r w:rsidRPr="00CC2F42">
              <w:rPr>
                <w:sz w:val="16"/>
                <w:szCs w:val="16"/>
              </w:rPr>
              <w:t xml:space="preserve"> and 20</w:t>
            </w:r>
            <w:r w:rsidR="006835C3">
              <w:rPr>
                <w:sz w:val="16"/>
                <w:szCs w:val="16"/>
              </w:rPr>
              <w:t>20</w:t>
            </w:r>
            <w:r w:rsidRPr="00CC2F42">
              <w:rPr>
                <w:sz w:val="16"/>
                <w:szCs w:val="16"/>
              </w:rPr>
              <w:t>/</w:t>
            </w:r>
            <w:r w:rsidR="006835C3">
              <w:rPr>
                <w:sz w:val="16"/>
                <w:szCs w:val="16"/>
              </w:rPr>
              <w:t>86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BCAB82A" w14:textId="20DD7196" w:rsidR="006F2E22" w:rsidRPr="00CC2F42" w:rsidRDefault="006F2E22" w:rsidP="006F2E22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 w:rsidR="003C00AD">
              <w:rPr>
                <w:sz w:val="16"/>
                <w:szCs w:val="16"/>
              </w:rPr>
              <w:t>1</w:t>
            </w:r>
            <w:r w:rsidRPr="00CC2F42">
              <w:rPr>
                <w:sz w:val="16"/>
                <w:szCs w:val="16"/>
              </w:rPr>
              <w:t xml:space="preserve"> and </w:t>
            </w:r>
            <w:r w:rsidR="00C1300A">
              <w:rPr>
                <w:sz w:val="16"/>
                <w:szCs w:val="16"/>
              </w:rPr>
              <w:t>59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4B07EC76" w14:textId="3F3554D4" w:rsidR="006F2E22" w:rsidRPr="00CC2F42" w:rsidRDefault="006F2E22" w:rsidP="006F2E22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</w:t>
            </w:r>
            <w:r w:rsidR="003C00AD">
              <w:rPr>
                <w:sz w:val="16"/>
                <w:szCs w:val="16"/>
              </w:rPr>
              <w:t>89</w:t>
            </w:r>
            <w:r w:rsidRPr="00CC2F42">
              <w:rPr>
                <w:sz w:val="16"/>
                <w:szCs w:val="16"/>
              </w:rPr>
              <w:t xml:space="preserve">, para. </w:t>
            </w:r>
            <w:r w:rsidR="003C00AD">
              <w:rPr>
                <w:sz w:val="16"/>
                <w:szCs w:val="16"/>
              </w:rPr>
              <w:t>99</w:t>
            </w:r>
            <w:r w:rsidRPr="00CC2F42">
              <w:rPr>
                <w:sz w:val="16"/>
                <w:szCs w:val="16"/>
              </w:rPr>
              <w:t xml:space="preserve"> and 1</w:t>
            </w:r>
            <w:r w:rsidR="004A20D1">
              <w:rPr>
                <w:sz w:val="16"/>
                <w:szCs w:val="16"/>
              </w:rPr>
              <w:t>155</w:t>
            </w:r>
            <w:r w:rsidRPr="00CC2F42">
              <w:rPr>
                <w:sz w:val="16"/>
                <w:szCs w:val="16"/>
              </w:rPr>
              <w:t xml:space="preserve">, para. </w:t>
            </w:r>
            <w:r w:rsidR="00F73A35">
              <w:rPr>
                <w:sz w:val="16"/>
                <w:szCs w:val="16"/>
              </w:rPr>
              <w:t>138</w:t>
            </w:r>
          </w:p>
        </w:tc>
      </w:tr>
    </w:tbl>
    <w:p w14:paraId="0872AC5F" w14:textId="77777777" w:rsidR="004C40F2" w:rsidRPr="00CC2F42" w:rsidRDefault="0021389E" w:rsidP="00CE415C">
      <w:pPr>
        <w:pStyle w:val="H23G"/>
        <w:ind w:firstLine="0"/>
      </w:pPr>
      <w:r>
        <w:t>UN GTR</w:t>
      </w:r>
      <w:r w:rsidR="004C40F2" w:rsidRPr="00CC2F42">
        <w:t xml:space="preserve"> No. 8 - </w:t>
      </w:r>
      <w:r w:rsidR="002B422C" w:rsidRPr="00CC2F42">
        <w:t>Electronic stability control systems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14:paraId="715CBC0B" w14:textId="77777777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24B804B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1585978A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11337E3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953E67E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2BE403F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17B38DE0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E568DCF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98B2A52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2AE369C0" w14:textId="77777777"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14:paraId="54BBE58F" w14:textId="77777777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DA6F546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91C3AE5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B0C5370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26.06.08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2E9A6EA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2008/69 and /2008/73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8B50D77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4D25962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1068, para. 63</w:t>
            </w:r>
          </w:p>
        </w:tc>
      </w:tr>
      <w:tr w:rsidR="00046504" w:rsidRPr="00CC2F42" w14:paraId="7352573D" w14:textId="77777777" w:rsidTr="00A8664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7627A70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7FFEC36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0159F12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8844C01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AC.3/16 and 2008/70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664B3BC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19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04FE007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1058, para. 97 and 1068, para. 63</w:t>
            </w:r>
          </w:p>
        </w:tc>
      </w:tr>
      <w:tr w:rsidR="00046504" w:rsidRPr="00CC2F42" w14:paraId="5E2E1074" w14:textId="77777777" w:rsidTr="00A86641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8E9B22D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8653B4A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(French only)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EA08901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25.09.08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FB4E6C5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A05F39F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016015B9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046504" w:rsidRPr="00CC2F42" w14:paraId="46D2489A" w14:textId="77777777" w:rsidTr="00A86641"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83A1F77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8D5D7B2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21389E">
              <w:rPr>
                <w:sz w:val="16"/>
                <w:szCs w:val="16"/>
                <w:lang w:val="fr-CH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EC09BBC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E234D7E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2008/116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B60BE95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197C0B82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1070, para. 91</w:t>
            </w:r>
          </w:p>
        </w:tc>
      </w:tr>
      <w:tr w:rsidR="00046504" w:rsidRPr="00CC2F42" w14:paraId="7643F890" w14:textId="77777777" w:rsidTr="00A91E86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C3815A3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EA2D1F3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75D38E9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E5D101F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340480F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24193647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para. 93</w:t>
            </w:r>
          </w:p>
        </w:tc>
      </w:tr>
    </w:tbl>
    <w:p w14:paraId="28A3A40D" w14:textId="77777777" w:rsidR="00392B20" w:rsidRPr="00CC2F42" w:rsidRDefault="00392B20" w:rsidP="00FF3678">
      <w:pPr>
        <w:pStyle w:val="H23G"/>
        <w:spacing w:before="200" w:after="10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9 - </w:t>
      </w:r>
      <w:r w:rsidR="00B74342" w:rsidRPr="00CC2F42">
        <w:t>Pedestrian safety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14:paraId="2F975F7A" w14:textId="77777777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28D94464" w14:textId="77777777"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3221769D" w14:textId="77777777"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8D0270C" w14:textId="77777777"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7476D22B" w14:textId="77777777"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D69C185" w14:textId="77777777"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2D31D592" w14:textId="77777777"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BDB1C1A" w14:textId="77777777"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FD1F806" w14:textId="77777777"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4524CB48" w14:textId="77777777"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14:paraId="078A1DD0" w14:textId="77777777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D368863" w14:textId="77777777"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01B193B" w14:textId="77777777"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AA3A90C" w14:textId="77777777"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3992F89" w14:textId="77777777"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2007/94+Corr.1+Amend.1+2007/105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6C1967A" w14:textId="77777777"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BB69BF6" w14:textId="77777777"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1070, para. 89</w:t>
            </w:r>
          </w:p>
        </w:tc>
      </w:tr>
      <w:tr w:rsidR="00046504" w:rsidRPr="00CC2F42" w14:paraId="30AE37DB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8A66830" w14:textId="77777777"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2F7D90D" w14:textId="77777777"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94E7281" w14:textId="77777777"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18BB434" w14:textId="77777777"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AC.3/7 and 2007/93+Corr.1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78D0AAD" w14:textId="77777777"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24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8DF7C3D" w14:textId="77777777"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93 and 1070, para. 89</w:t>
            </w:r>
          </w:p>
        </w:tc>
      </w:tr>
      <w:tr w:rsidR="00046504" w:rsidRPr="00CC2F42" w14:paraId="79DB32E2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6A1A49A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2346BD5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21389E">
              <w:rPr>
                <w:sz w:val="16"/>
                <w:szCs w:val="16"/>
                <w:lang w:val="fr-CH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0199395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03FA6BB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4EC011E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CF3A3AF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92</w:t>
            </w:r>
          </w:p>
        </w:tc>
      </w:tr>
      <w:tr w:rsidR="00046504" w:rsidRPr="00CC2F42" w14:paraId="22A9E440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93BFEC9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DAA5A6F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B5C2000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10.11.10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8448B60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2010/133 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8A3A083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851BC18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1087, para. 102</w:t>
            </w:r>
          </w:p>
        </w:tc>
      </w:tr>
      <w:tr w:rsidR="00046504" w:rsidRPr="00CC2F42" w14:paraId="7C68B0E3" w14:textId="77777777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AA62491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2D5CD29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F2C4262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10.11.10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FFB950D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2010/134+Corr.1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191F056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6BDDA33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1087, para. 103</w:t>
            </w:r>
          </w:p>
        </w:tc>
      </w:tr>
      <w:tr w:rsidR="00046504" w:rsidRPr="00CC2F42" w14:paraId="6FCD6439" w14:textId="77777777" w:rsidTr="000F51DA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756F6EA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Add.9/Amend.1/</w:t>
            </w:r>
            <w:r w:rsidRPr="00CC2F42">
              <w:rPr>
                <w:sz w:val="16"/>
                <w:szCs w:val="16"/>
              </w:rPr>
              <w:br/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E4B51FD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A952EB9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82E6AE9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AC.3/23 and 2010/135+Corr.1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7C86894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 and 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E60BA06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para. 92 and 1087, para. 104</w:t>
            </w:r>
          </w:p>
        </w:tc>
      </w:tr>
      <w:tr w:rsidR="000F51DA" w:rsidRPr="00CC2F42" w14:paraId="39E499C7" w14:textId="77777777" w:rsidTr="000F51DA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58ADC10" w14:textId="77777777" w:rsidR="000F51DA" w:rsidRPr="00CC2F42" w:rsidRDefault="000F51DA" w:rsidP="00A5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B29274F" w14:textId="77777777" w:rsidR="000F51DA" w:rsidRPr="00CC2F42" w:rsidRDefault="000F51DA" w:rsidP="00A5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 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4D5BED7" w14:textId="77777777" w:rsidR="000F51DA" w:rsidRPr="00CC2F42" w:rsidRDefault="000F51DA" w:rsidP="00A5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7072055" w14:textId="77777777" w:rsidR="000F51DA" w:rsidRPr="00CC2F42" w:rsidRDefault="000F51DA" w:rsidP="00A5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2018/160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7706219" w14:textId="77777777" w:rsidR="000F51DA" w:rsidRPr="00CC2F42" w:rsidRDefault="000F51DA" w:rsidP="00A5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tcMar>
              <w:right w:w="113" w:type="dxa"/>
            </w:tcMar>
          </w:tcPr>
          <w:p w14:paraId="5D7057C9" w14:textId="77777777" w:rsidR="000F51DA" w:rsidRPr="00CC2F42" w:rsidRDefault="000F51DA" w:rsidP="00A5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142</w:t>
            </w:r>
            <w:r w:rsidRPr="00CC2F42">
              <w:rPr>
                <w:sz w:val="16"/>
                <w:szCs w:val="16"/>
              </w:rPr>
              <w:t>, para</w:t>
            </w:r>
            <w:r>
              <w:rPr>
                <w:sz w:val="16"/>
                <w:szCs w:val="16"/>
              </w:rPr>
              <w:t>s</w:t>
            </w:r>
            <w:r w:rsidRPr="00CC2F42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176</w:t>
            </w:r>
            <w:r w:rsidRPr="00CC2F42">
              <w:rPr>
                <w:sz w:val="16"/>
                <w:szCs w:val="16"/>
              </w:rPr>
              <w:t xml:space="preserve"> and 1</w:t>
            </w:r>
            <w:r>
              <w:rPr>
                <w:sz w:val="16"/>
                <w:szCs w:val="16"/>
              </w:rPr>
              <w:t>77</w:t>
            </w:r>
          </w:p>
        </w:tc>
      </w:tr>
      <w:tr w:rsidR="000F51DA" w:rsidRPr="00CC2F42" w14:paraId="772A6F3F" w14:textId="77777777" w:rsidTr="000F51DA">
        <w:trPr>
          <w:cantSplit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1EC4661" w14:textId="77777777" w:rsidR="000F51DA" w:rsidRPr="00CC2F42" w:rsidRDefault="000F51DA" w:rsidP="00A5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</w:t>
            </w:r>
            <w:r>
              <w:rPr>
                <w:sz w:val="16"/>
                <w:szCs w:val="16"/>
              </w:rPr>
              <w:t>2</w:t>
            </w:r>
            <w:r w:rsidRPr="00CC2F42">
              <w:rPr>
                <w:sz w:val="16"/>
                <w:szCs w:val="16"/>
              </w:rPr>
              <w:t>/</w:t>
            </w:r>
            <w:r w:rsidRPr="00CC2F42">
              <w:rPr>
                <w:sz w:val="16"/>
                <w:szCs w:val="16"/>
              </w:rPr>
              <w:br/>
              <w:t>Appendix 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054BDF9" w14:textId="77777777" w:rsidR="000F51DA" w:rsidRPr="00CC2F42" w:rsidRDefault="000F51DA" w:rsidP="00A5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E08BEEA" w14:textId="77777777" w:rsidR="000F51DA" w:rsidRPr="00CC2F42" w:rsidRDefault="000F51DA" w:rsidP="00A5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090FF75" w14:textId="77777777" w:rsidR="000F51DA" w:rsidRPr="00CC2F42" w:rsidRDefault="000F51DA" w:rsidP="00A5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</w:t>
            </w:r>
            <w:r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</w:rPr>
              <w:t xml:space="preserve"> and 20</w:t>
            </w:r>
            <w:r>
              <w:rPr>
                <w:sz w:val="16"/>
                <w:szCs w:val="16"/>
              </w:rPr>
              <w:t>18/</w:t>
            </w:r>
            <w:r w:rsidRPr="00CC2F4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5A50D4A" w14:textId="77777777" w:rsidR="000F51DA" w:rsidRPr="00CC2F42" w:rsidRDefault="000F51DA" w:rsidP="00A5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27FB8502" w14:textId="77777777" w:rsidR="000F51DA" w:rsidRPr="00CC2F42" w:rsidRDefault="000F51DA" w:rsidP="00A5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142</w:t>
            </w:r>
            <w:r w:rsidRPr="00CC2F42">
              <w:rPr>
                <w:sz w:val="16"/>
                <w:szCs w:val="16"/>
              </w:rPr>
              <w:t>, para</w:t>
            </w:r>
            <w:r>
              <w:rPr>
                <w:sz w:val="16"/>
                <w:szCs w:val="16"/>
              </w:rPr>
              <w:t>s</w:t>
            </w:r>
            <w:r w:rsidRPr="00CC2F42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176</w:t>
            </w:r>
            <w:r w:rsidRPr="00CC2F42">
              <w:rPr>
                <w:sz w:val="16"/>
                <w:szCs w:val="16"/>
              </w:rPr>
              <w:t xml:space="preserve"> and 1</w:t>
            </w:r>
            <w:r>
              <w:rPr>
                <w:sz w:val="16"/>
                <w:szCs w:val="16"/>
              </w:rPr>
              <w:t>77</w:t>
            </w:r>
          </w:p>
        </w:tc>
      </w:tr>
    </w:tbl>
    <w:p w14:paraId="31FAB5B4" w14:textId="77777777" w:rsidR="006A3A13" w:rsidRPr="00CC2F42" w:rsidRDefault="006A3A13" w:rsidP="00046504">
      <w:pPr>
        <w:pStyle w:val="H23G"/>
        <w:keepNext w:val="0"/>
        <w:keepLines w:val="0"/>
        <w:spacing w:before="200" w:after="10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10 - Off-cycle emissions (OCE)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14:paraId="18D3BAA4" w14:textId="77777777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7A1990EE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41D9F2CC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1444B28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4042F93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7FA1DF68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0004A427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D1A19F3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7D625871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40E7D499" w14:textId="77777777"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14:paraId="135EE27E" w14:textId="77777777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DABDCE1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Add.10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545592A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07A674B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2D96338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2007/71 + para. 82 of report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8C00CF2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ABD8332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para. 82</w:t>
            </w:r>
          </w:p>
        </w:tc>
      </w:tr>
      <w:tr w:rsidR="00046504" w:rsidRPr="00CC2F42" w14:paraId="6EC1497A" w14:textId="77777777" w:rsidTr="001E659B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A23C0A2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Add.10/Appendix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8A1DDEC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4CB5CC2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8B256E4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AC.3/12 and 2009/72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CBC4F8D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 and 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5F44D58C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1039, para. 113 and 1077, para. 83</w:t>
            </w:r>
          </w:p>
        </w:tc>
      </w:tr>
    </w:tbl>
    <w:p w14:paraId="082CC390" w14:textId="77777777" w:rsidR="006A3A13" w:rsidRPr="00CC2F42" w:rsidRDefault="006A3A13" w:rsidP="00374B8E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11 - Test procedure for compression-ignition engines to be installed in agricultural and forestry tractors and in non-road mobile machinery </w:t>
      </w:r>
      <w:proofErr w:type="gramStart"/>
      <w:r w:rsidRPr="00CC2F42">
        <w:t>with regard to</w:t>
      </w:r>
      <w:proofErr w:type="gramEnd"/>
      <w:r w:rsidRPr="00CC2F42">
        <w:t xml:space="preserve"> the emissions of pollutants by the engine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14:paraId="665B9E2E" w14:textId="77777777" w:rsidTr="00535809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85710B4" w14:textId="77777777"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7F28955D" w14:textId="77777777"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2F71808" w14:textId="77777777"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C61BF7F" w14:textId="77777777"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7CFC6E1C" w14:textId="77777777"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7B19157D" w14:textId="77777777"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C5A5D37" w14:textId="77777777"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1B6C3C0" w14:textId="77777777"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5B805C23" w14:textId="77777777"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14:paraId="6330320B" w14:textId="77777777" w:rsidTr="00535809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3D03808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6026545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4F3E427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</w:t>
            </w:r>
            <w:r w:rsidR="00BE357A">
              <w:rPr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B848F12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2009/118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7719CC0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C974B4A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s-ES"/>
              </w:rPr>
            </w:pPr>
            <w:r w:rsidRPr="00CC2F42">
              <w:rPr>
                <w:sz w:val="16"/>
                <w:szCs w:val="16"/>
                <w:lang w:val="es-ES"/>
              </w:rPr>
              <w:t>1079, para. 91</w:t>
            </w:r>
          </w:p>
        </w:tc>
      </w:tr>
      <w:tr w:rsidR="00046504" w:rsidRPr="00CC2F42" w14:paraId="7006FF11" w14:textId="77777777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AFCB9DF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C736CBD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31F6880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6F8C82B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AC.3/14 and 2009/119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1241960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 and 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0EE462D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s-ES"/>
              </w:rPr>
            </w:pPr>
            <w:r w:rsidRPr="00CC2F42">
              <w:rPr>
                <w:sz w:val="16"/>
                <w:szCs w:val="16"/>
                <w:lang w:val="es-ES"/>
              </w:rPr>
              <w:t>1041, para. 103 and 1079, para. 91</w:t>
            </w:r>
          </w:p>
        </w:tc>
      </w:tr>
      <w:tr w:rsidR="00046504" w:rsidRPr="00CC2F42" w14:paraId="6B01968D" w14:textId="77777777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7741D65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Add.11/Appendix 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C988D07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Guidance document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366F726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02429B9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2009/120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6616B88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2672BA1" w14:textId="77777777"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s-ES"/>
              </w:rPr>
              <w:t xml:space="preserve">1079, para. </w:t>
            </w:r>
            <w:r w:rsidRPr="00CC2F42">
              <w:rPr>
                <w:sz w:val="16"/>
                <w:szCs w:val="16"/>
              </w:rPr>
              <w:t>91</w:t>
            </w:r>
          </w:p>
        </w:tc>
      </w:tr>
      <w:tr w:rsidR="00046504" w:rsidRPr="00CC2F42" w14:paraId="2FF76A59" w14:textId="77777777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6F9A1F9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1C7A5F3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(English only)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336229D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30.03.10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EDA9183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20D3C70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0D46A1B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046504" w:rsidRPr="00CC2F42" w14:paraId="196C3942" w14:textId="77777777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1B79852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B5B6046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21389E">
              <w:rPr>
                <w:sz w:val="16"/>
                <w:szCs w:val="16"/>
                <w:lang w:val="fr-CH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B893924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A620082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CBA3A51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F5C0D04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para. 94</w:t>
            </w:r>
          </w:p>
        </w:tc>
      </w:tr>
      <w:tr w:rsidR="00046504" w:rsidRPr="00CC2F42" w14:paraId="3392D042" w14:textId="77777777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7DD548B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10141D9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847E425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17.11.11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9082FC4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A1D4140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7F5D264A" w14:textId="77777777"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118</w:t>
            </w:r>
          </w:p>
        </w:tc>
      </w:tr>
    </w:tbl>
    <w:p w14:paraId="224C32B2" w14:textId="77777777" w:rsidR="00534130" w:rsidRPr="00CC2F42" w:rsidRDefault="00534130" w:rsidP="00DA1848">
      <w:pPr>
        <w:pStyle w:val="H23G"/>
        <w:keepLines w:val="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12 - Location, Identification and Operation of Motorcycle Controls, Tell-tales and Indicators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14:paraId="64D86FFC" w14:textId="77777777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0418B69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4D8E368D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3CF9F47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2F1E61C0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B98DF5D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72BDB9BD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738B8862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AFC1A34" w14:textId="77777777"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44860772" w14:textId="77777777"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14:paraId="2815A40F" w14:textId="77777777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E4D1300" w14:textId="77777777"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DDEDBE3" w14:textId="77777777"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9A67B16" w14:textId="77777777" w:rsidR="00046504" w:rsidRPr="00CC2F42" w:rsidRDefault="00440957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</w:t>
            </w:r>
            <w:r w:rsidR="00046504" w:rsidRPr="00CC2F42">
              <w:rPr>
                <w:sz w:val="16"/>
                <w:szCs w:val="16"/>
              </w:rPr>
              <w:t>.11.</w:t>
            </w:r>
            <w:r w:rsidRPr="00CC2F42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2CD0337" w14:textId="77777777"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E011127" w14:textId="77777777"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9FBB32D" w14:textId="77777777"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115</w:t>
            </w:r>
          </w:p>
        </w:tc>
      </w:tr>
      <w:tr w:rsidR="00046504" w:rsidRPr="00CC2F42" w14:paraId="2A1D448D" w14:textId="77777777" w:rsidTr="00535809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1439DB4" w14:textId="77777777"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Add.12/Appendix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A05DC74" w14:textId="77777777"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DE734B8" w14:textId="77777777"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9DE43F2" w14:textId="77777777"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AC.3/22 and 2011/141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EE1713C" w14:textId="77777777"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25 and 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9C1C7DD" w14:textId="77777777"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1072, para. 100</w:t>
            </w:r>
            <w:r w:rsidRPr="00CC2F42">
              <w:t xml:space="preserve"> </w:t>
            </w:r>
            <w:r w:rsidRPr="00CC2F42">
              <w:rPr>
                <w:sz w:val="16"/>
                <w:szCs w:val="16"/>
              </w:rPr>
              <w:t>and 1093, para. 116</w:t>
            </w:r>
          </w:p>
        </w:tc>
      </w:tr>
      <w:tr w:rsidR="00DC4DD5" w:rsidRPr="00CC2F42" w14:paraId="18376493" w14:textId="77777777" w:rsidTr="00A8664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FDB91D7" w14:textId="77777777"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12/Amend.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576BCEB" w14:textId="77777777"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73A7F15" w14:textId="77777777"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A29F7D6" w14:textId="77777777"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2013/34, Amend.1 and Corr. 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71590D9" w14:textId="77777777"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162D94F" w14:textId="77777777" w:rsidR="00DC4DD5" w:rsidRPr="00CC2F42" w:rsidRDefault="00BA1ACB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1104, para 103</w:t>
            </w:r>
          </w:p>
        </w:tc>
      </w:tr>
      <w:tr w:rsidR="00BA1ACB" w:rsidRPr="00CC2F42" w14:paraId="54C281A2" w14:textId="77777777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01A09B6" w14:textId="77777777"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12/Amend.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1F34856" w14:textId="77777777"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D2ACE15" w14:textId="77777777"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E30B001" w14:textId="77777777"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AC.3/35 and 2013/35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CDCEEED" w14:textId="77777777" w:rsidR="00BA1ACB" w:rsidRPr="005072E3" w:rsidRDefault="005072E3" w:rsidP="006A5F7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37 and </w:t>
            </w:r>
            <w:r w:rsidR="00BA1ACB" w:rsidRPr="005072E3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72C6EEC2" w14:textId="77777777" w:rsidR="00BA1ACB" w:rsidRPr="005072E3" w:rsidRDefault="005072E3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1102, para 89 and </w:t>
            </w:r>
            <w:r w:rsidR="00BA1ACB" w:rsidRPr="005072E3">
              <w:rPr>
                <w:sz w:val="16"/>
                <w:szCs w:val="16"/>
              </w:rPr>
              <w:t xml:space="preserve">1104, para </w:t>
            </w:r>
            <w:r>
              <w:rPr>
                <w:sz w:val="16"/>
                <w:szCs w:val="16"/>
              </w:rPr>
              <w:t>104</w:t>
            </w:r>
          </w:p>
        </w:tc>
      </w:tr>
    </w:tbl>
    <w:p w14:paraId="44F4191D" w14:textId="77777777" w:rsidR="00BA1ACB" w:rsidRDefault="00BA1ACB" w:rsidP="006A5F7B">
      <w:pPr>
        <w:pStyle w:val="H23G"/>
        <w:widowControl w:val="0"/>
        <w:suppressAutoHyphens w:val="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</w:t>
      </w:r>
      <w:r>
        <w:t>3 – Global technical regulation on hydrogen and fuel cell vehicles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BA1ACB" w:rsidRPr="00CC2F42" w14:paraId="256B0243" w14:textId="77777777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37451A3" w14:textId="77777777"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006CCDD5" w14:textId="77777777"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9212244" w14:textId="77777777"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72C8C42" w14:textId="77777777"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30D8117" w14:textId="77777777"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781E2346" w14:textId="77777777"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73C1F0E" w14:textId="77777777"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88021D9" w14:textId="77777777"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069F396F" w14:textId="77777777"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BA1ACB" w:rsidRPr="00CC2F42" w14:paraId="429251FD" w14:textId="77777777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5427AE4" w14:textId="77777777"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271394C" w14:textId="77777777"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CAFE27D" w14:textId="77777777"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06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290B2FF" w14:textId="77777777"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2013/41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42FB575" w14:textId="77777777"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55114A7" w14:textId="77777777"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</w:t>
            </w:r>
            <w:r w:rsidRPr="00CC2F42">
              <w:rPr>
                <w:sz w:val="16"/>
                <w:szCs w:val="16"/>
              </w:rPr>
              <w:t xml:space="preserve">, para. </w:t>
            </w:r>
            <w:r>
              <w:rPr>
                <w:sz w:val="16"/>
                <w:szCs w:val="16"/>
              </w:rPr>
              <w:t>98</w:t>
            </w:r>
          </w:p>
        </w:tc>
      </w:tr>
      <w:tr w:rsidR="00BA1ACB" w:rsidRPr="00CC2F42" w14:paraId="6109FCF3" w14:textId="77777777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260328D" w14:textId="77777777"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F800452" w14:textId="77777777"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D328101" w14:textId="77777777"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58BCB39" w14:textId="77777777"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17</w:t>
            </w:r>
            <w:r w:rsidRPr="00CC2F42">
              <w:rPr>
                <w:sz w:val="16"/>
                <w:szCs w:val="16"/>
              </w:rPr>
              <w:t xml:space="preserve"> and 201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F000499" w14:textId="77777777" w:rsidR="00BA1ACB" w:rsidRPr="005072E3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1EBD58F2" w14:textId="77777777" w:rsidR="00BA1ACB" w:rsidRPr="005072E3" w:rsidRDefault="005072E3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1104, para. 99</w:t>
            </w:r>
          </w:p>
        </w:tc>
      </w:tr>
    </w:tbl>
    <w:p w14:paraId="5739E997" w14:textId="77777777" w:rsidR="00A32AD3" w:rsidRPr="006224E1" w:rsidRDefault="00A32AD3" w:rsidP="001B7E88">
      <w:pPr>
        <w:pStyle w:val="H23G"/>
        <w:widowControl w:val="0"/>
        <w:suppressAutoHyphens w:val="0"/>
        <w:rPr>
          <w:lang w:val="es-AR"/>
        </w:rPr>
      </w:pPr>
      <w:r w:rsidRPr="006224E1">
        <w:rPr>
          <w:lang w:val="es-AR"/>
        </w:rPr>
        <w:tab/>
      </w:r>
      <w:r w:rsidRPr="006224E1">
        <w:rPr>
          <w:lang w:val="es-AR"/>
        </w:rPr>
        <w:tab/>
      </w:r>
      <w:r w:rsidR="0021389E">
        <w:rPr>
          <w:lang w:val="es-AR"/>
        </w:rPr>
        <w:t>UN GTR</w:t>
      </w:r>
      <w:r w:rsidRPr="006224E1">
        <w:rPr>
          <w:lang w:val="es-AR"/>
        </w:rPr>
        <w:t xml:space="preserve"> No. 14 – Pole </w:t>
      </w:r>
      <w:proofErr w:type="spellStart"/>
      <w:r w:rsidRPr="006224E1">
        <w:rPr>
          <w:lang w:val="es-AR"/>
        </w:rPr>
        <w:t>Side</w:t>
      </w:r>
      <w:proofErr w:type="spellEnd"/>
      <w:r w:rsidRPr="006224E1">
        <w:rPr>
          <w:lang w:val="es-AR"/>
        </w:rPr>
        <w:t xml:space="preserve"> </w:t>
      </w:r>
      <w:proofErr w:type="spellStart"/>
      <w:r w:rsidRPr="006224E1">
        <w:rPr>
          <w:lang w:val="es-AR"/>
        </w:rPr>
        <w:t>Impact</w:t>
      </w:r>
      <w:proofErr w:type="spellEnd"/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32AD3" w:rsidRPr="00CC2F42" w14:paraId="17E8573B" w14:textId="77777777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3C33499" w14:textId="77777777"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52C5BD41" w14:textId="77777777"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6FA4121" w14:textId="77777777"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9A152A6" w14:textId="77777777"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CEC84F8" w14:textId="77777777"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28B5EFB1" w14:textId="77777777"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6B92BB8" w14:textId="77777777"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8CF2A8D" w14:textId="77777777"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6EA054F6" w14:textId="77777777"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A32AD3" w:rsidRPr="00CC2F42" w14:paraId="35BDC526" w14:textId="77777777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76741A2" w14:textId="77777777"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F4DBD77" w14:textId="77777777"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46A615C" w14:textId="77777777"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025EC2D" w14:textId="77777777"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2013/120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9E24774" w14:textId="77777777"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8DBDD18" w14:textId="77777777"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1106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86</w:t>
            </w:r>
          </w:p>
        </w:tc>
      </w:tr>
      <w:tr w:rsidR="00A32AD3" w:rsidRPr="00CC2F42" w14:paraId="05B8275F" w14:textId="77777777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C411E11" w14:textId="77777777"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92B5527" w14:textId="77777777"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E6EB75A" w14:textId="77777777"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87CA6AD" w14:textId="77777777"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28</w:t>
            </w:r>
            <w:r w:rsidRPr="00CC2F42">
              <w:rPr>
                <w:sz w:val="16"/>
                <w:szCs w:val="16"/>
              </w:rPr>
              <w:t xml:space="preserve"> and 201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121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113106A" w14:textId="77777777" w:rsidR="00A32AD3" w:rsidRPr="005072E3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03699CFC" w14:textId="77777777" w:rsidR="00A32AD3" w:rsidRPr="005072E3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</w:t>
            </w:r>
            <w:r>
              <w:rPr>
                <w:sz w:val="16"/>
                <w:szCs w:val="16"/>
              </w:rPr>
              <w:t>6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86</w:t>
            </w:r>
          </w:p>
        </w:tc>
      </w:tr>
    </w:tbl>
    <w:p w14:paraId="04CB275B" w14:textId="77777777" w:rsidR="009D68B8" w:rsidRDefault="009D68B8" w:rsidP="009D68B8">
      <w:pPr>
        <w:pStyle w:val="H23G"/>
        <w:keepNext w:val="0"/>
        <w:keepLines w:val="0"/>
        <w:widowControl w:val="0"/>
        <w:suppressAutoHyphens w:val="0"/>
      </w:pPr>
      <w:r>
        <w:tab/>
      </w:r>
      <w:r>
        <w:tab/>
      </w:r>
      <w:r w:rsidR="0021389E">
        <w:t>UN GTR</w:t>
      </w:r>
      <w:r w:rsidRPr="00CC2F42">
        <w:t xml:space="preserve"> No. 1</w:t>
      </w:r>
      <w:r>
        <w:t>5</w:t>
      </w:r>
      <w:r w:rsidR="00872F49">
        <w:t xml:space="preserve"> – Worldwide harmonized Light vehicle Test Procedures (WLTP)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9D68B8" w:rsidRPr="00CC2F42" w14:paraId="6C9DF7DF" w14:textId="77777777" w:rsidTr="001B76B8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0B1783F" w14:textId="77777777"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335EC67B" w14:textId="77777777"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5F11C00" w14:textId="77777777"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DCBFDA3" w14:textId="77777777"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5CE18E7" w14:textId="77777777" w:rsidR="009D68B8" w:rsidRPr="00CC2F42" w:rsidRDefault="009D68B8" w:rsidP="00F25398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3E9E22B8" w14:textId="77777777" w:rsidR="009D68B8" w:rsidRPr="00CC2F42" w:rsidRDefault="009D68B8" w:rsidP="00F25398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3A6CDA6" w14:textId="77777777"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12C4D38" w14:textId="77777777" w:rsidR="009D68B8" w:rsidRPr="00CC2F42" w:rsidRDefault="009D68B8" w:rsidP="00F25398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5B9B371B" w14:textId="77777777" w:rsidR="009D68B8" w:rsidRPr="00CC2F42" w:rsidRDefault="009D68B8" w:rsidP="00F25398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9D68B8" w:rsidRPr="00CC2F42" w14:paraId="3DB6696F" w14:textId="77777777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33B29E4" w14:textId="77777777"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FC2B752" w14:textId="77777777"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BFF6DB4" w14:textId="77777777"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120639D" w14:textId="77777777"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2014/27 and Corr.1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29A53FA" w14:textId="77777777"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59484C5" w14:textId="77777777"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1108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79</w:t>
            </w:r>
          </w:p>
        </w:tc>
      </w:tr>
      <w:tr w:rsidR="009D68B8" w:rsidRPr="00CC2F42" w14:paraId="3DA2B454" w14:textId="77777777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9F7A86F" w14:textId="77777777"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5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D056D62" w14:textId="77777777"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442383E" w14:textId="77777777"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B749516" w14:textId="77777777"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26</w:t>
            </w:r>
            <w:r w:rsidRPr="00CC2F42">
              <w:rPr>
                <w:sz w:val="16"/>
                <w:szCs w:val="16"/>
              </w:rPr>
              <w:t xml:space="preserve"> and</w:t>
            </w:r>
            <w:r>
              <w:rPr>
                <w:sz w:val="16"/>
                <w:szCs w:val="16"/>
              </w:rPr>
              <w:t xml:space="preserve"> Add.1,</w:t>
            </w:r>
            <w:r w:rsidRPr="00CC2F42">
              <w:rPr>
                <w:sz w:val="16"/>
                <w:szCs w:val="16"/>
              </w:rPr>
              <w:t xml:space="preserve"> 201</w:t>
            </w:r>
            <w:r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28862C8" w14:textId="77777777" w:rsidR="009D68B8" w:rsidRPr="005072E3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5425ACF" w14:textId="77777777" w:rsidR="009D68B8" w:rsidRPr="005072E3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</w:t>
            </w:r>
            <w:r>
              <w:rPr>
                <w:sz w:val="16"/>
                <w:szCs w:val="16"/>
              </w:rPr>
              <w:t>8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79</w:t>
            </w:r>
          </w:p>
        </w:tc>
      </w:tr>
      <w:tr w:rsidR="00085D9A" w:rsidRPr="00CC2F42" w14:paraId="0FAA3BB8" w14:textId="77777777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272B5E4" w14:textId="1C94C8CD" w:rsidR="00085D9A" w:rsidRPr="00CC2F42" w:rsidRDefault="00085D9A" w:rsidP="00085D9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Add.15/</w:t>
            </w:r>
            <w:r>
              <w:rPr>
                <w:sz w:val="16"/>
                <w:szCs w:val="16"/>
              </w:rPr>
              <w:t>Corr</w:t>
            </w:r>
            <w:r w:rsidRPr="001318CE">
              <w:rPr>
                <w:sz w:val="16"/>
                <w:szCs w:val="16"/>
              </w:rPr>
              <w:t>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5B8E2AA" w14:textId="12E8233D" w:rsidR="00085D9A" w:rsidRPr="00CC2F42" w:rsidRDefault="00085D9A" w:rsidP="00085D9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0DC70E6" w14:textId="6E9C8890" w:rsidR="00085D9A" w:rsidRPr="00CC2F42" w:rsidRDefault="00085D9A" w:rsidP="00085D9A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26.06.19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3E3D290" w14:textId="2DC6DAC4" w:rsidR="00085D9A" w:rsidRPr="00CC2F42" w:rsidRDefault="00085D9A" w:rsidP="00085D9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2019/66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611C232" w14:textId="7A6460C8" w:rsidR="00085D9A" w:rsidRDefault="00085D9A" w:rsidP="00085D9A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253B095" w14:textId="77E1DC3A" w:rsidR="00085D9A" w:rsidRPr="005072E3" w:rsidRDefault="00085D9A" w:rsidP="00085D9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1147, para. 144</w:t>
            </w:r>
          </w:p>
        </w:tc>
      </w:tr>
      <w:tr w:rsidR="001318CE" w:rsidRPr="00CC2F42" w14:paraId="4BDF5002" w14:textId="77777777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5ECE165" w14:textId="77777777" w:rsidR="001318CE" w:rsidRPr="00CC2F42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Add.15/Amend.1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B8FA23B" w14:textId="77777777" w:rsidR="001318CE" w:rsidRPr="00CC2F42" w:rsidRDefault="001318C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04F704D" w14:textId="77777777" w:rsidR="001318CE" w:rsidRPr="00CC2F42" w:rsidRDefault="001318C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293FCA9" w14:textId="77777777" w:rsidR="001318CE" w:rsidRPr="00CC2F42" w:rsidRDefault="001318CE" w:rsidP="001318CE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2016/68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250AC33" w14:textId="77777777" w:rsidR="001318CE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BEADAFA" w14:textId="77777777" w:rsidR="001318CE" w:rsidRPr="005072E3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1126, para. </w:t>
            </w:r>
            <w:r w:rsidR="00115F36">
              <w:rPr>
                <w:sz w:val="16"/>
                <w:szCs w:val="16"/>
              </w:rPr>
              <w:t>114</w:t>
            </w:r>
          </w:p>
        </w:tc>
      </w:tr>
      <w:tr w:rsidR="009F555A" w:rsidRPr="00CC2F42" w14:paraId="1F7B99D5" w14:textId="77777777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7C97A72" w14:textId="607016E6" w:rsidR="009F555A" w:rsidRPr="001318CE" w:rsidRDefault="009F555A" w:rsidP="009F555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Add.15/</w:t>
            </w:r>
            <w:r w:rsidR="00085D9A">
              <w:rPr>
                <w:sz w:val="16"/>
                <w:szCs w:val="16"/>
              </w:rPr>
              <w:t>Amend.1/</w:t>
            </w:r>
            <w:r w:rsidR="00085D9A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Corr</w:t>
            </w:r>
            <w:r w:rsidRPr="001318CE">
              <w:rPr>
                <w:sz w:val="16"/>
                <w:szCs w:val="16"/>
              </w:rPr>
              <w:t>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76B4B25" w14:textId="22C2E392" w:rsidR="009F555A" w:rsidRDefault="00085D9A" w:rsidP="009F555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Amend.1/Corr</w:t>
            </w:r>
            <w:r w:rsidR="009F555A">
              <w:rPr>
                <w:sz w:val="16"/>
                <w:szCs w:val="16"/>
              </w:rPr>
              <w:t>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A2E9B37" w14:textId="2ED49DB7" w:rsidR="009F555A" w:rsidRDefault="00085D9A" w:rsidP="009F555A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  <w:r w:rsidR="009F555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06</w:t>
            </w:r>
            <w:r w:rsidR="009F555A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9055F7A" w14:textId="4F51BFEA" w:rsidR="009F555A" w:rsidRDefault="009F555A" w:rsidP="009F555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  <w:r w:rsidR="00085D9A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/6</w:t>
            </w:r>
            <w:r w:rsidR="00085D9A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E2CA4A3" w14:textId="33D22442" w:rsidR="009F555A" w:rsidRDefault="00085D9A" w:rsidP="009F555A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1B4C879" w14:textId="220DDF1C" w:rsidR="009F555A" w:rsidRDefault="009F555A" w:rsidP="009F555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085D9A">
              <w:rPr>
                <w:sz w:val="16"/>
                <w:szCs w:val="16"/>
              </w:rPr>
              <w:t>47</w:t>
            </w:r>
            <w:r>
              <w:rPr>
                <w:sz w:val="16"/>
                <w:szCs w:val="16"/>
              </w:rPr>
              <w:t>, para. 1</w:t>
            </w:r>
            <w:r w:rsidR="00085D9A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4</w:t>
            </w:r>
          </w:p>
        </w:tc>
      </w:tr>
      <w:tr w:rsidR="001318CE" w:rsidRPr="00CC2F42" w14:paraId="7B247711" w14:textId="77777777" w:rsidTr="00FC7782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10D367D" w14:textId="77777777" w:rsidR="001318CE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</w:t>
            </w:r>
            <w:r w:rsidR="001318CE">
              <w:rPr>
                <w:sz w:val="16"/>
                <w:szCs w:val="16"/>
              </w:rPr>
              <w:t>/Amend. 1</w:t>
            </w:r>
            <w:r w:rsidR="001318CE" w:rsidRPr="00CC2F42">
              <w:rPr>
                <w:sz w:val="16"/>
                <w:szCs w:val="16"/>
              </w:rPr>
              <w:t>/</w:t>
            </w:r>
            <w:r w:rsidR="001318CE">
              <w:rPr>
                <w:sz w:val="16"/>
                <w:szCs w:val="16"/>
              </w:rPr>
              <w:br/>
            </w:r>
            <w:r w:rsidR="001318CE"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2F04A7B" w14:textId="77777777" w:rsidR="001318CE" w:rsidRDefault="001318CE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76607D4" w14:textId="77777777" w:rsidR="001318CE" w:rsidRDefault="001318CE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047443C" w14:textId="77777777" w:rsidR="001318CE" w:rsidRPr="00CC2F42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AC.3/39 and 2016/69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91171B6" w14:textId="77777777" w:rsidR="001318CE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D442AA3" w14:textId="77777777" w:rsidR="001318CE" w:rsidRPr="005072E3" w:rsidRDefault="00115F36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114</w:t>
            </w:r>
          </w:p>
        </w:tc>
      </w:tr>
      <w:tr w:rsidR="00FC7782" w:rsidRPr="00CC2F42" w14:paraId="315525D3" w14:textId="77777777" w:rsidTr="00FC7782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0F8CECC" w14:textId="77777777"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Add.15/Amend.2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4223942" w14:textId="77777777"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FFB67F3" w14:textId="77777777"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ACFC059" w14:textId="77777777"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2017/98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F1305D4" w14:textId="77777777" w:rsidR="00FC778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7D35447" w14:textId="77777777" w:rsidR="00FC7782" w:rsidRPr="005072E3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  <w:tr w:rsidR="00FC7782" w:rsidRPr="00CC2F42" w14:paraId="02FD8F8F" w14:textId="77777777" w:rsidTr="00DC06B3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A98D710" w14:textId="77777777" w:rsidR="00FC7782" w:rsidRDefault="00FC7782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2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47F3842" w14:textId="77777777" w:rsidR="00FC7782" w:rsidRDefault="00FC7782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F9E25B3" w14:textId="77777777" w:rsidR="00FC7782" w:rsidRDefault="00FC7782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119292E" w14:textId="77777777"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AC.3/44 and 2017/99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D4DABCB" w14:textId="77777777" w:rsidR="00FC778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7C45BAB" w14:textId="77777777" w:rsidR="00FC7782" w:rsidRPr="005072E3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  <w:tr w:rsidR="00085D9A" w:rsidRPr="00CC2F42" w14:paraId="674725E2" w14:textId="77777777" w:rsidTr="009443B3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838FA09" w14:textId="77777777" w:rsidR="00085D9A" w:rsidRPr="001318CE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Add.15/</w:t>
            </w:r>
            <w:r>
              <w:rPr>
                <w:sz w:val="16"/>
                <w:szCs w:val="16"/>
              </w:rPr>
              <w:t>Amend.2/</w:t>
            </w:r>
            <w:r>
              <w:rPr>
                <w:sz w:val="16"/>
                <w:szCs w:val="16"/>
              </w:rPr>
              <w:br/>
              <w:t>Corr</w:t>
            </w:r>
            <w:r w:rsidRPr="001318C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CDD064F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Amend.2/Corr.1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647DE3D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26.06.19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E25A653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2019/68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56A81AA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1FD237D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1147, para. 144</w:t>
            </w:r>
          </w:p>
        </w:tc>
      </w:tr>
      <w:tr w:rsidR="00DC06B3" w:rsidRPr="00CC2F42" w14:paraId="77460B19" w14:textId="77777777" w:rsidTr="00DC06B3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4790BA8" w14:textId="77777777"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2C11A67" w14:textId="77777777"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51EC141" w14:textId="77777777"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15.11.18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7E89A4E" w14:textId="77777777" w:rsidR="00DC06B3" w:rsidRDefault="003F2A21" w:rsidP="00194368">
            <w:pPr>
              <w:keepNext/>
              <w:suppressAutoHyphens w:val="0"/>
              <w:spacing w:before="40" w:after="120" w:line="220" w:lineRule="exact"/>
              <w:ind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2017/140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17464F4" w14:textId="77777777"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951841C" w14:textId="77777777"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1135, para. 116</w:t>
            </w:r>
          </w:p>
        </w:tc>
      </w:tr>
      <w:tr w:rsidR="00DC06B3" w:rsidRPr="00CC2F42" w14:paraId="7CA4CE36" w14:textId="77777777" w:rsidTr="00EE5E38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524BD16" w14:textId="77777777"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D76CA55" w14:textId="77777777"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13D1ACF" w14:textId="77777777"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15.11.18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03A61D3" w14:textId="77777777" w:rsidR="00DC06B3" w:rsidRDefault="00DC06B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AC.3/44 and </w:t>
            </w:r>
            <w:r w:rsidR="003F2A21">
              <w:rPr>
                <w:sz w:val="16"/>
                <w:szCs w:val="16"/>
              </w:rPr>
              <w:t>2017/141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AC7A156" w14:textId="77777777"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785373B" w14:textId="77777777"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1135, para. 116</w:t>
            </w:r>
          </w:p>
        </w:tc>
      </w:tr>
      <w:tr w:rsidR="00085D9A" w:rsidRPr="00CC2F42" w14:paraId="6FA1C68D" w14:textId="77777777" w:rsidTr="009443B3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38940D8" w14:textId="77777777" w:rsidR="00085D9A" w:rsidRPr="001318CE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Add.15/</w:t>
            </w:r>
            <w:r>
              <w:rPr>
                <w:sz w:val="16"/>
                <w:szCs w:val="16"/>
              </w:rPr>
              <w:t>Amend.3/</w:t>
            </w:r>
            <w:r>
              <w:rPr>
                <w:sz w:val="16"/>
                <w:szCs w:val="16"/>
              </w:rPr>
              <w:br/>
              <w:t>Corr</w:t>
            </w:r>
            <w:r w:rsidRPr="001318C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389625A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Amend.3/Corr.1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88F0644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26.06.19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1F023F1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2019/69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49F81BC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640D114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1147, para. 144</w:t>
            </w:r>
          </w:p>
        </w:tc>
      </w:tr>
      <w:tr w:rsidR="004C4E76" w:rsidRPr="00CC2F42" w14:paraId="58BF2A38" w14:textId="77777777" w:rsidTr="00EE5E38">
        <w:tc>
          <w:tcPr>
            <w:tcW w:w="1560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987F084" w14:textId="77777777" w:rsidR="004C4E76" w:rsidRDefault="004C4E76" w:rsidP="004C4E7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4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F22DE61" w14:textId="77777777" w:rsidR="004C4E76" w:rsidRDefault="00194368" w:rsidP="004C4E7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7BA14B2" w14:textId="77777777" w:rsidR="004C4E76" w:rsidRDefault="004C4E76" w:rsidP="004C4E7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20.06.18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8B8A1E5" w14:textId="77777777" w:rsidR="004C4E76" w:rsidRDefault="004C4E76" w:rsidP="004C4E7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E278EA2" w14:textId="77777777" w:rsidR="004C4E76" w:rsidRDefault="004C4E76" w:rsidP="004C4E7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tcMar>
              <w:right w:w="113" w:type="dxa"/>
            </w:tcMar>
          </w:tcPr>
          <w:p w14:paraId="3E97986C" w14:textId="77777777" w:rsidR="004C4E76" w:rsidRDefault="004C4E76" w:rsidP="004C4E7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1139, para. 122</w:t>
            </w:r>
          </w:p>
        </w:tc>
      </w:tr>
      <w:tr w:rsidR="004C4E76" w:rsidRPr="00CC2F42" w14:paraId="4D885B6B" w14:textId="77777777" w:rsidTr="00BE16AF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8C38F05" w14:textId="77777777" w:rsidR="004C4E76" w:rsidRDefault="004C4E76" w:rsidP="004C4E7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4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1528324" w14:textId="77777777" w:rsidR="004C4E76" w:rsidRDefault="004C4E76" w:rsidP="004C4E7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57DCB21" w14:textId="77777777" w:rsidR="004C4E76" w:rsidRDefault="004C4E76" w:rsidP="004C4E7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20.06.18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5E67CAB" w14:textId="77777777" w:rsidR="004C4E76" w:rsidRDefault="004C4E76" w:rsidP="004C4E7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AC.3/44 and 2018/72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6497121" w14:textId="77777777" w:rsidR="004C4E76" w:rsidRDefault="004C4E76" w:rsidP="004C4E7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tcMar>
              <w:right w:w="113" w:type="dxa"/>
            </w:tcMar>
          </w:tcPr>
          <w:p w14:paraId="0A85E3FF" w14:textId="77777777" w:rsidR="004C4E76" w:rsidRDefault="004C4E76" w:rsidP="004C4E7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1139, para. 122</w:t>
            </w:r>
          </w:p>
        </w:tc>
      </w:tr>
      <w:tr w:rsidR="00085D9A" w:rsidRPr="00CC2F42" w14:paraId="084DF402" w14:textId="77777777" w:rsidTr="009443B3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089EB42" w14:textId="77777777" w:rsidR="00085D9A" w:rsidRPr="001318CE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Add.15/</w:t>
            </w:r>
            <w:r>
              <w:rPr>
                <w:sz w:val="16"/>
                <w:szCs w:val="16"/>
              </w:rPr>
              <w:t>Amend.4/</w:t>
            </w:r>
            <w:r>
              <w:rPr>
                <w:sz w:val="16"/>
                <w:szCs w:val="16"/>
              </w:rPr>
              <w:br/>
              <w:t>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612FC60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Amend.4/Corr.1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168A798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26.06.19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6F25F50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2019/70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B3F6BE3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B1AA58D" w14:textId="77777777" w:rsidR="00085D9A" w:rsidRDefault="00085D9A" w:rsidP="009443B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1147, para. 144</w:t>
            </w:r>
          </w:p>
        </w:tc>
      </w:tr>
      <w:tr w:rsidR="00BE16AF" w:rsidRPr="00CC2F42" w14:paraId="303603FF" w14:textId="77777777" w:rsidTr="00BE16AF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1EED619" w14:textId="7AE12417" w:rsidR="00BE16AF" w:rsidRDefault="00BE16AF" w:rsidP="00BE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298373B" w14:textId="70EABBE7" w:rsidR="00BE16AF" w:rsidRDefault="00BE16AF" w:rsidP="00BE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48B841C" w14:textId="5BC7D0B3" w:rsidR="00BE16AF" w:rsidRDefault="00BE16AF" w:rsidP="00BE16AF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26.06.19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758106C" w14:textId="25FEBF80" w:rsidR="00BE16AF" w:rsidRDefault="00BE16AF" w:rsidP="00BE16AF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2019/62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87AC896" w14:textId="1A451DE6" w:rsidR="00BE16AF" w:rsidRDefault="00BE16AF" w:rsidP="00BE16AF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tcMar>
              <w:right w:w="113" w:type="dxa"/>
            </w:tcMar>
          </w:tcPr>
          <w:p w14:paraId="196E1C07" w14:textId="3A149F4D" w:rsidR="00BE16AF" w:rsidRDefault="00BE16AF" w:rsidP="00BE16AF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1147, para. 140</w:t>
            </w:r>
          </w:p>
        </w:tc>
      </w:tr>
      <w:tr w:rsidR="00BE16AF" w:rsidRPr="00CC2F42" w14:paraId="27A5CF5F" w14:textId="77777777" w:rsidTr="008B470E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54FFBF4" w14:textId="1C024BEF" w:rsidR="00BE16AF" w:rsidRDefault="00BE16AF" w:rsidP="00BE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5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8817EA8" w14:textId="66E7B803" w:rsidR="00BE16AF" w:rsidRDefault="00BE16AF" w:rsidP="00BE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AE4C3A7" w14:textId="2160F004" w:rsidR="00BE16AF" w:rsidRDefault="00BE16AF" w:rsidP="00BE16AF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26.06.19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532C898" w14:textId="37307662" w:rsidR="00BE16AF" w:rsidRDefault="00BE16AF" w:rsidP="00BE16AF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AC.3/44 and 2019/63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8462A69" w14:textId="31CA1E46" w:rsidR="00BE16AF" w:rsidRDefault="00BE16AF" w:rsidP="00BE16AF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tcMar>
              <w:right w:w="113" w:type="dxa"/>
            </w:tcMar>
          </w:tcPr>
          <w:p w14:paraId="16D5EB05" w14:textId="6A081FB9" w:rsidR="00BE16AF" w:rsidRDefault="00BE16AF" w:rsidP="00BE16AF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1147, para. 140</w:t>
            </w:r>
          </w:p>
        </w:tc>
      </w:tr>
      <w:tr w:rsidR="009C18F9" w:rsidRPr="00CC2F42" w14:paraId="212F3CBA" w14:textId="77777777" w:rsidTr="008B470E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DEB159C" w14:textId="54741BEA" w:rsidR="009C18F9" w:rsidRDefault="009C18F9" w:rsidP="009C18F9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EA8B7EB" w14:textId="6AA3FAAE" w:rsidR="009C18F9" w:rsidRDefault="009C18F9" w:rsidP="009C18F9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9A49FB2" w14:textId="6C4C4CE5" w:rsidR="009C18F9" w:rsidRDefault="00DB3650" w:rsidP="009C18F9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9C18F9">
              <w:rPr>
                <w:sz w:val="16"/>
                <w:szCs w:val="16"/>
              </w:rPr>
              <w:t>.</w:t>
            </w:r>
            <w:r w:rsidR="009F0F6B">
              <w:rPr>
                <w:sz w:val="16"/>
                <w:szCs w:val="16"/>
              </w:rPr>
              <w:t>11</w:t>
            </w:r>
            <w:r w:rsidR="009C18F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B8F23AB" w14:textId="4EFEF463" w:rsidR="009C18F9" w:rsidRDefault="00C431F0" w:rsidP="009C18F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431F0">
              <w:rPr>
                <w:sz w:val="16"/>
                <w:szCs w:val="16"/>
              </w:rPr>
              <w:t>2020/127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D580CD9" w14:textId="1AC08731" w:rsidR="009C18F9" w:rsidRDefault="009C18F9" w:rsidP="009C18F9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453B3F">
              <w:rPr>
                <w:sz w:val="16"/>
                <w:szCs w:val="16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tcMar>
              <w:right w:w="113" w:type="dxa"/>
            </w:tcMar>
          </w:tcPr>
          <w:p w14:paraId="05F19D61" w14:textId="43C7C41B" w:rsidR="009C18F9" w:rsidRDefault="009C18F9" w:rsidP="009C18F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2E03F2">
              <w:rPr>
                <w:sz w:val="16"/>
                <w:szCs w:val="16"/>
              </w:rPr>
              <w:t>55</w:t>
            </w:r>
            <w:r>
              <w:rPr>
                <w:sz w:val="16"/>
                <w:szCs w:val="16"/>
              </w:rPr>
              <w:t>, para. 140</w:t>
            </w:r>
          </w:p>
        </w:tc>
      </w:tr>
      <w:tr w:rsidR="009C18F9" w:rsidRPr="00CC2F42" w14:paraId="3CCC44AD" w14:textId="77777777" w:rsidTr="00EE5E38">
        <w:tc>
          <w:tcPr>
            <w:tcW w:w="1560" w:type="dxa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47B4FA6" w14:textId="42F6BC30" w:rsidR="009C18F9" w:rsidRDefault="009C18F9" w:rsidP="009C18F9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6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9AB4CC7" w14:textId="0D76CB20" w:rsidR="009C18F9" w:rsidRDefault="009C18F9" w:rsidP="009C18F9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BAD2DFC" w14:textId="1D282777" w:rsidR="009C18F9" w:rsidRDefault="00DB3650" w:rsidP="009C18F9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9C18F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  <w:r w:rsidR="009C18F9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DC9DF29" w14:textId="011F832D" w:rsidR="009C18F9" w:rsidRDefault="009C18F9" w:rsidP="009C18F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AC.3/44 and 20</w:t>
            </w:r>
            <w:r w:rsidR="00836ED5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/</w:t>
            </w:r>
            <w:r w:rsidR="00836ED5">
              <w:rPr>
                <w:sz w:val="16"/>
                <w:szCs w:val="16"/>
              </w:rPr>
              <w:t>128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482EDBB" w14:textId="01F9B4DE" w:rsidR="009C18F9" w:rsidRDefault="00CD1FCA" w:rsidP="009C18F9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47 </w:t>
            </w:r>
            <w:r w:rsidR="00453B3F">
              <w:rPr>
                <w:sz w:val="16"/>
                <w:szCs w:val="16"/>
              </w:rPr>
              <w:t xml:space="preserve">and </w:t>
            </w:r>
            <w:r w:rsidR="009C18F9">
              <w:rPr>
                <w:sz w:val="16"/>
                <w:szCs w:val="16"/>
              </w:rPr>
              <w:t>5</w:t>
            </w:r>
            <w:r w:rsidR="00453B3F">
              <w:rPr>
                <w:sz w:val="16"/>
                <w:szCs w:val="16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1DE6DD80" w14:textId="3F3D7ED8" w:rsidR="009C18F9" w:rsidRDefault="006C1F88" w:rsidP="009C18F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6C1F88">
              <w:rPr>
                <w:sz w:val="16"/>
                <w:szCs w:val="16"/>
              </w:rPr>
              <w:t>1123, para.124</w:t>
            </w:r>
            <w:r w:rsidR="003D376A">
              <w:rPr>
                <w:sz w:val="16"/>
                <w:szCs w:val="16"/>
              </w:rPr>
              <w:t xml:space="preserve"> and </w:t>
            </w:r>
            <w:r w:rsidR="009C18F9">
              <w:rPr>
                <w:sz w:val="16"/>
                <w:szCs w:val="16"/>
              </w:rPr>
              <w:t>11</w:t>
            </w:r>
            <w:r w:rsidR="002E03F2">
              <w:rPr>
                <w:sz w:val="16"/>
                <w:szCs w:val="16"/>
              </w:rPr>
              <w:t>55</w:t>
            </w:r>
            <w:r w:rsidR="009C18F9">
              <w:rPr>
                <w:sz w:val="16"/>
                <w:szCs w:val="16"/>
              </w:rPr>
              <w:t>, para. 140</w:t>
            </w:r>
          </w:p>
        </w:tc>
      </w:tr>
    </w:tbl>
    <w:p w14:paraId="2E56C5F4" w14:textId="77777777" w:rsidR="00CD7F54" w:rsidRDefault="00CD7F54" w:rsidP="00CD7F54">
      <w:pPr>
        <w:pStyle w:val="H23G"/>
        <w:keepNext w:val="0"/>
        <w:keepLines w:val="0"/>
        <w:widowControl w:val="0"/>
        <w:suppressAutoHyphens w:val="0"/>
      </w:pPr>
      <w:r>
        <w:tab/>
      </w:r>
      <w:r>
        <w:tab/>
      </w:r>
      <w:r w:rsidR="0021389E">
        <w:t>UN GTR</w:t>
      </w:r>
      <w:r w:rsidRPr="00CC2F42">
        <w:t xml:space="preserve"> No. 1</w:t>
      </w:r>
      <w:r>
        <w:t xml:space="preserve">6 – </w:t>
      </w:r>
      <w:r w:rsidR="00FA3895">
        <w:t xml:space="preserve">Tyres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CD7F54" w:rsidRPr="00CC2F42" w14:paraId="743F5CCE" w14:textId="77777777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1F4F9C2" w14:textId="77777777"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3E1E6955" w14:textId="77777777"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2FBBC443" w14:textId="77777777"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16504C6" w14:textId="77777777"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2B74EFE1" w14:textId="77777777" w:rsidR="00CD7F54" w:rsidRPr="00CC2F42" w:rsidRDefault="00CD7F54" w:rsidP="000A6234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40235D4F" w14:textId="77777777" w:rsidR="00CD7F54" w:rsidRPr="00CC2F42" w:rsidRDefault="00CD7F54" w:rsidP="000A6234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27BF7FFC" w14:textId="77777777"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789DA9AE" w14:textId="77777777" w:rsidR="00CD7F54" w:rsidRPr="00CC2F42" w:rsidRDefault="00CD7F54" w:rsidP="000A6234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53836ED2" w14:textId="77777777" w:rsidR="00CD7F54" w:rsidRPr="00CC2F42" w:rsidRDefault="00CD7F54" w:rsidP="000A6234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CD7F54" w:rsidRPr="00CC2F42" w14:paraId="41963BC7" w14:textId="77777777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DD847F7" w14:textId="77777777"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 w:rsidR="00FA3895">
              <w:rPr>
                <w:sz w:val="16"/>
                <w:szCs w:val="16"/>
              </w:rPr>
              <w:t>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D4DB5C2" w14:textId="77777777"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942A3F4" w14:textId="77777777"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13.11.</w:t>
            </w:r>
            <w:r w:rsidRPr="00CD7F54">
              <w:rPr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C987E44" w14:textId="77777777" w:rsidR="00CD7F54" w:rsidRPr="00CC2F42" w:rsidRDefault="00CD7F54" w:rsidP="00CD7F5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D7F54">
              <w:rPr>
                <w:sz w:val="16"/>
                <w:szCs w:val="16"/>
              </w:rPr>
              <w:t>2013/63, 2014/83 and WP.29-164-04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130BA23" w14:textId="77777777"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561BCD5" w14:textId="77777777"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105</w:t>
            </w:r>
          </w:p>
        </w:tc>
      </w:tr>
      <w:tr w:rsidR="00CD7F54" w:rsidRPr="00CC2F42" w14:paraId="246C4B7B" w14:textId="77777777" w:rsidTr="00EE03F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B8019A2" w14:textId="77777777"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 w:rsidR="00FA3895">
              <w:rPr>
                <w:sz w:val="16"/>
                <w:szCs w:val="16"/>
              </w:rPr>
              <w:t>6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C643B9C" w14:textId="77777777"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C4FAEC1" w14:textId="77777777"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7F00F35" w14:textId="77777777"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 xml:space="preserve">15, </w:t>
            </w:r>
            <w:r w:rsidRPr="00CD7F54">
              <w:rPr>
                <w:sz w:val="16"/>
                <w:szCs w:val="16"/>
              </w:rPr>
              <w:t>2013/122 and WP.29-164-04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F845013" w14:textId="77777777" w:rsidR="00CD7F54" w:rsidRPr="005072E3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200D15A" w14:textId="77777777" w:rsidR="00CD7F54" w:rsidRPr="005072E3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106</w:t>
            </w:r>
          </w:p>
        </w:tc>
      </w:tr>
      <w:tr w:rsidR="00EE03F1" w:rsidRPr="00CC2F42" w14:paraId="082DD0F3" w14:textId="77777777" w:rsidTr="00EE03F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99862CE" w14:textId="77777777" w:rsidR="00EE03F1" w:rsidRPr="00CC2F42" w:rsidRDefault="00EE03F1" w:rsidP="00194368">
            <w:pPr>
              <w:keepNext/>
              <w:suppressAutoHyphens w:val="0"/>
              <w:spacing w:before="40" w:after="120" w:line="220" w:lineRule="exact"/>
              <w:ind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Add.16</w:t>
            </w:r>
            <w:r w:rsidRPr="001318CE">
              <w:rPr>
                <w:sz w:val="16"/>
                <w:szCs w:val="16"/>
              </w:rPr>
              <w:t>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61370B9" w14:textId="77777777"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2D834AA" w14:textId="77777777"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B690DDD" w14:textId="77777777"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2016/117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845A24A" w14:textId="77777777"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26FDAE8" w14:textId="77777777"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116</w:t>
            </w:r>
          </w:p>
        </w:tc>
      </w:tr>
      <w:tr w:rsidR="00EE03F1" w:rsidRPr="00CC2F42" w14:paraId="45A51E62" w14:textId="77777777" w:rsidTr="00E43E5D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0B5A582" w14:textId="77777777"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39B6503" w14:textId="77777777"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B7EF66F" w14:textId="77777777"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0C0F212" w14:textId="77777777"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AC.3/42 and 2016/71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51345D4" w14:textId="77777777"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F6A8CB7" w14:textId="77777777"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116</w:t>
            </w:r>
          </w:p>
        </w:tc>
      </w:tr>
      <w:tr w:rsidR="00E43E5D" w:rsidRPr="00CC2F42" w14:paraId="558E9F49" w14:textId="77777777" w:rsidTr="00E43E5D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46B5138" w14:textId="3733E2C8" w:rsidR="00E43E5D" w:rsidRDefault="00E43E5D" w:rsidP="00E43E5D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Add.16</w:t>
            </w:r>
            <w:r w:rsidRPr="001318CE">
              <w:rPr>
                <w:sz w:val="16"/>
                <w:szCs w:val="16"/>
              </w:rPr>
              <w:t>/Amend.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417A75D" w14:textId="15B8F51C" w:rsidR="00E43E5D" w:rsidRDefault="00E43E5D" w:rsidP="00E43E5D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A7C6258" w14:textId="1C670BF2" w:rsidR="00E43E5D" w:rsidRDefault="00A972B4" w:rsidP="00E43E5D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  <w:r w:rsidR="00E43E5D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06</w:t>
            </w:r>
            <w:r w:rsidR="00E43E5D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0D58F5A" w14:textId="4E175DBA" w:rsidR="00E43E5D" w:rsidRDefault="00E43E5D" w:rsidP="00E43E5D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956C0B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/</w:t>
            </w:r>
            <w:r w:rsidR="00956C0B">
              <w:rPr>
                <w:sz w:val="16"/>
                <w:szCs w:val="16"/>
              </w:rPr>
              <w:t>41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BE9512C" w14:textId="704B931B" w:rsidR="00E43E5D" w:rsidRDefault="007B786B" w:rsidP="00E43E5D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0DC1140" w14:textId="0B638992" w:rsidR="00E43E5D" w:rsidRDefault="00E43E5D" w:rsidP="00E43E5D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956C0B">
              <w:rPr>
                <w:sz w:val="16"/>
                <w:szCs w:val="16"/>
              </w:rPr>
              <w:t>53</w:t>
            </w:r>
            <w:r>
              <w:rPr>
                <w:sz w:val="16"/>
                <w:szCs w:val="16"/>
              </w:rPr>
              <w:t xml:space="preserve">, para. </w:t>
            </w:r>
            <w:r w:rsidR="00956C0B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6</w:t>
            </w:r>
          </w:p>
        </w:tc>
      </w:tr>
      <w:tr w:rsidR="00E43E5D" w:rsidRPr="00CC2F42" w14:paraId="79ACB6BE" w14:textId="77777777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059855C" w14:textId="30FC677A" w:rsidR="00E43E5D" w:rsidRDefault="00E43E5D" w:rsidP="00E43E5D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16/Amend. 2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55DF217" w14:textId="0307E26F" w:rsidR="00E43E5D" w:rsidRDefault="00E43E5D" w:rsidP="00E43E5D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01D23C3" w14:textId="3FC5B857" w:rsidR="00E43E5D" w:rsidRDefault="00A972B4" w:rsidP="00E43E5D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  <w:r w:rsidR="00E43E5D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06</w:t>
            </w:r>
            <w:r w:rsidR="00E43E5D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8F1CDA7" w14:textId="64DE45A9" w:rsidR="00E43E5D" w:rsidRDefault="00E43E5D" w:rsidP="00E43E5D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</w:t>
            </w:r>
            <w:r w:rsidR="00956C0B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 and 20</w:t>
            </w:r>
            <w:r w:rsidR="00956C0B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/</w:t>
            </w:r>
            <w:r w:rsidR="00956C0B">
              <w:rPr>
                <w:sz w:val="16"/>
                <w:szCs w:val="16"/>
              </w:rPr>
              <w:t>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F6B4307" w14:textId="1A6E5CA7" w:rsidR="00E43E5D" w:rsidRDefault="007B786B" w:rsidP="00E43E5D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E43E5D">
              <w:rPr>
                <w:sz w:val="16"/>
                <w:szCs w:val="16"/>
              </w:rPr>
              <w:t>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10F748B3" w14:textId="14275956" w:rsidR="00E43E5D" w:rsidRDefault="00E43E5D" w:rsidP="00E43E5D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  <w:r w:rsidR="00407C71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, para. 1</w:t>
            </w:r>
            <w:r w:rsidR="00F94500">
              <w:rPr>
                <w:sz w:val="16"/>
                <w:szCs w:val="16"/>
              </w:rPr>
              <w:t>53</w:t>
            </w:r>
            <w:r w:rsidR="00744D9C">
              <w:rPr>
                <w:sz w:val="16"/>
                <w:szCs w:val="16"/>
              </w:rPr>
              <w:t xml:space="preserve"> and 1153, para. 56</w:t>
            </w:r>
          </w:p>
        </w:tc>
      </w:tr>
    </w:tbl>
    <w:p w14:paraId="6A8B5E48" w14:textId="77777777" w:rsidR="00115F36" w:rsidRDefault="004172F3" w:rsidP="0005109E">
      <w:pPr>
        <w:pStyle w:val="H23G"/>
        <w:keepNext w:val="0"/>
        <w:keepLines w:val="0"/>
        <w:widowControl w:val="0"/>
        <w:suppressAutoHyphens w:val="0"/>
        <w:jc w:val="both"/>
      </w:pPr>
      <w:r>
        <w:tab/>
      </w:r>
      <w:r>
        <w:tab/>
      </w:r>
      <w:r w:rsidR="0021389E">
        <w:t>UN GTR</w:t>
      </w:r>
      <w:r w:rsidR="00115F36" w:rsidRPr="00CC2F42">
        <w:t xml:space="preserve"> No. 1</w:t>
      </w:r>
      <w:r w:rsidR="00115F36">
        <w:t xml:space="preserve">7 – </w:t>
      </w:r>
      <w:r w:rsidR="00115F36">
        <w:rPr>
          <w:lang w:val="en-US"/>
        </w:rPr>
        <w:t>M</w:t>
      </w:r>
      <w:r w:rsidR="00115F36" w:rsidRPr="00860138">
        <w:rPr>
          <w:lang w:val="en-US"/>
        </w:rPr>
        <w:t xml:space="preserve">easurement procedure for two- or three-wheeled motor vehicles equipped with a combustion engine </w:t>
      </w:r>
      <w:proofErr w:type="gramStart"/>
      <w:r w:rsidR="00115F36" w:rsidRPr="00860138">
        <w:rPr>
          <w:lang w:val="en-US"/>
        </w:rPr>
        <w:t>with regard to</w:t>
      </w:r>
      <w:proofErr w:type="gramEnd"/>
      <w:r w:rsidR="00115F36" w:rsidRPr="00860138">
        <w:rPr>
          <w:lang w:val="en-US"/>
        </w:rPr>
        <w:t xml:space="preserve"> the crankcase and evaporative emissions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115F36" w:rsidRPr="00CC2F42" w14:paraId="4BC5A4C7" w14:textId="77777777" w:rsidTr="00242223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7FACD156" w14:textId="77777777"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23E7C0A3" w14:textId="77777777"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CD5F261" w14:textId="77777777"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6C01975" w14:textId="77777777"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29D430C" w14:textId="77777777" w:rsidR="00115F36" w:rsidRPr="00CC2F42" w:rsidRDefault="00115F36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3621D6E9" w14:textId="77777777" w:rsidR="00115F36" w:rsidRPr="00CC2F42" w:rsidRDefault="00115F36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4B3E8149" w14:textId="77777777"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7F2A2CA" w14:textId="77777777" w:rsidR="00115F36" w:rsidRPr="00CC2F42" w:rsidRDefault="00115F36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725BEDFB" w14:textId="77777777" w:rsidR="00115F36" w:rsidRPr="00CC2F42" w:rsidRDefault="00115F36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05109E" w:rsidRPr="00CC2F42" w14:paraId="46CEA256" w14:textId="77777777" w:rsidTr="00242223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84F4406" w14:textId="77777777"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3F1A34D" w14:textId="77777777"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8128409" w14:textId="77777777"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960168D" w14:textId="77777777"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2016/66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64DEB6D" w14:textId="77777777" w:rsidR="0005109E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64D8405" w14:textId="77777777" w:rsidR="0005109E" w:rsidRPr="005072E3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113</w:t>
            </w:r>
          </w:p>
        </w:tc>
      </w:tr>
      <w:tr w:rsidR="0005109E" w:rsidRPr="00CC2F42" w14:paraId="08C0F9A4" w14:textId="77777777" w:rsidTr="00242223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0369403" w14:textId="77777777"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7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8D8F79A" w14:textId="77777777"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69FB7D9" w14:textId="77777777" w:rsidR="0005109E" w:rsidRDefault="0005109E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85CCD14" w14:textId="77777777"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AC.3/36/Rev.1 and 2016/67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B3482E3" w14:textId="77777777" w:rsidR="0005109E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488DF370" w14:textId="77777777" w:rsidR="0005109E" w:rsidRPr="005072E3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113</w:t>
            </w:r>
          </w:p>
        </w:tc>
      </w:tr>
    </w:tbl>
    <w:p w14:paraId="6E35B5E8" w14:textId="76EFD25B" w:rsidR="00115F36" w:rsidRDefault="004172F3" w:rsidP="00F76643">
      <w:pPr>
        <w:pStyle w:val="H23G"/>
        <w:keepNext w:val="0"/>
        <w:keepLines w:val="0"/>
        <w:widowControl w:val="0"/>
        <w:suppressAutoHyphens w:val="0"/>
        <w:rPr>
          <w:lang w:val="en-US"/>
        </w:rPr>
      </w:pPr>
      <w:r>
        <w:tab/>
      </w:r>
      <w:r>
        <w:tab/>
      </w:r>
      <w:r w:rsidR="0021389E">
        <w:t>UN GTR</w:t>
      </w:r>
      <w:r w:rsidR="00EE03F1" w:rsidRPr="00CC2F42">
        <w:t xml:space="preserve"> No. 1</w:t>
      </w:r>
      <w:r w:rsidR="00EE03F1">
        <w:t xml:space="preserve">8 – </w:t>
      </w:r>
      <w:r w:rsidR="005258D4">
        <w:rPr>
          <w:lang w:val="en-US"/>
        </w:rPr>
        <w:t>M</w:t>
      </w:r>
      <w:r w:rsidR="00EE03F1" w:rsidRPr="00E2553A">
        <w:rPr>
          <w:lang w:val="en-US"/>
        </w:rPr>
        <w:t xml:space="preserve">easurement procedure for two- or three-wheeled motor vehicles </w:t>
      </w:r>
      <w:proofErr w:type="gramStart"/>
      <w:r w:rsidR="00EE03F1" w:rsidRPr="00E2553A">
        <w:rPr>
          <w:lang w:val="en-US"/>
        </w:rPr>
        <w:t>with regard to</w:t>
      </w:r>
      <w:proofErr w:type="gramEnd"/>
      <w:r w:rsidR="00EE03F1" w:rsidRPr="00E2553A">
        <w:rPr>
          <w:lang w:val="en-US"/>
        </w:rPr>
        <w:t xml:space="preserve"> on-board diagnostics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EE03F1" w:rsidRPr="00CC2F42" w14:paraId="2E0C3414" w14:textId="77777777" w:rsidTr="00242223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D90815D" w14:textId="77777777"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4BBF9ED5" w14:textId="77777777"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13D2740" w14:textId="77777777"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72177BDE" w14:textId="77777777"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9F7E7A4" w14:textId="77777777" w:rsidR="00EE03F1" w:rsidRPr="00CC2F42" w:rsidRDefault="00EE03F1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067E38F3" w14:textId="77777777" w:rsidR="00EE03F1" w:rsidRPr="00CC2F42" w:rsidRDefault="00EE03F1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35B88DC" w14:textId="77777777"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99E3DCE" w14:textId="77777777" w:rsidR="00EE03F1" w:rsidRPr="00CC2F42" w:rsidRDefault="00EE03F1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26B5F888" w14:textId="77777777" w:rsidR="00EE03F1" w:rsidRPr="00CC2F42" w:rsidRDefault="00EE03F1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EE03F1" w:rsidRPr="00CC2F42" w14:paraId="2BAA72A4" w14:textId="77777777" w:rsidTr="00242223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5369F5C" w14:textId="77777777"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B8C59D3" w14:textId="77777777"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25EBF7C" w14:textId="77777777"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7E4A4A1" w14:textId="77777777"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2016/112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98C913F" w14:textId="77777777"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0AD1925" w14:textId="77777777"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117</w:t>
            </w:r>
          </w:p>
        </w:tc>
      </w:tr>
      <w:tr w:rsidR="00EE03F1" w:rsidRPr="00CC2F42" w14:paraId="4E698728" w14:textId="77777777" w:rsidTr="006E1228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4FCBB05" w14:textId="77777777"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E9F868F" w14:textId="77777777"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8F9EA53" w14:textId="77777777"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69F4BD7" w14:textId="77777777"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AC.3/36/Rev.1 and 2016/113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82D6135" w14:textId="77777777"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FF6E986" w14:textId="77777777"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117</w:t>
            </w:r>
          </w:p>
        </w:tc>
      </w:tr>
      <w:tr w:rsidR="00D65C1A" w:rsidRPr="00CC2F42" w14:paraId="36DC7FEC" w14:textId="77777777" w:rsidTr="006E1228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5D6B4B2" w14:textId="132AAECE" w:rsidR="00D65C1A" w:rsidRPr="00CC2F42" w:rsidRDefault="00D65C1A" w:rsidP="00D65C1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8DEEFBF" w14:textId="30487B90" w:rsidR="00D65C1A" w:rsidRPr="00CC2F42" w:rsidRDefault="00D65C1A" w:rsidP="00D65C1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BA05F7B" w14:textId="1EEB3715" w:rsidR="00D65C1A" w:rsidRDefault="00D65C1A" w:rsidP="00D65C1A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11.11.20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27BDD81" w14:textId="68BF4EAC" w:rsidR="00D65C1A" w:rsidRDefault="00D65C1A" w:rsidP="00D65C1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4649A3">
              <w:rPr>
                <w:sz w:val="16"/>
                <w:szCs w:val="16"/>
              </w:rPr>
              <w:t>2020/129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4ED8663" w14:textId="411E0A2B" w:rsidR="00D65C1A" w:rsidRDefault="001B1977" w:rsidP="00D65C1A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7496CB7" w14:textId="34C45CF5" w:rsidR="00D65C1A" w:rsidRDefault="009E6F02" w:rsidP="00D65C1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1155 para. 142</w:t>
            </w:r>
          </w:p>
        </w:tc>
      </w:tr>
      <w:tr w:rsidR="00D65C1A" w:rsidRPr="00CC2F42" w14:paraId="14540C21" w14:textId="77777777" w:rsidTr="00242223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F4E4E69" w14:textId="706AD4C8" w:rsidR="00D65C1A" w:rsidRPr="00CC2F42" w:rsidRDefault="00D65C1A" w:rsidP="00D65C1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Amend.1/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A22E41F" w14:textId="67B9095E" w:rsidR="00D65C1A" w:rsidRPr="00CC2F42" w:rsidRDefault="00D65C1A" w:rsidP="00D65C1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79621CB" w14:textId="0085A45D" w:rsidR="00D65C1A" w:rsidRDefault="00D65C1A" w:rsidP="00D65C1A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11.11.20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59B7336" w14:textId="16B37E4C" w:rsidR="00D65C1A" w:rsidRDefault="00D65C1A" w:rsidP="00D65C1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4649A3">
              <w:rPr>
                <w:sz w:val="16"/>
                <w:szCs w:val="16"/>
              </w:rPr>
              <w:t>AC.3/36/Rev.1</w:t>
            </w:r>
            <w:r>
              <w:rPr>
                <w:sz w:val="16"/>
                <w:szCs w:val="16"/>
              </w:rPr>
              <w:t xml:space="preserve"> and </w:t>
            </w:r>
            <w:r w:rsidRPr="004649A3">
              <w:rPr>
                <w:sz w:val="16"/>
                <w:szCs w:val="16"/>
              </w:rPr>
              <w:t>2020/130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79FD23B" w14:textId="260F79C9" w:rsidR="00D65C1A" w:rsidRDefault="001B1977" w:rsidP="00D65C1A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and 59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595105B0" w14:textId="5191E811" w:rsidR="00D65C1A" w:rsidRDefault="003A63AA" w:rsidP="00D65C1A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A63AA">
              <w:rPr>
                <w:sz w:val="16"/>
                <w:szCs w:val="16"/>
              </w:rPr>
              <w:t>1118, para. 126</w:t>
            </w:r>
            <w:r w:rsidR="009E6F02">
              <w:rPr>
                <w:sz w:val="16"/>
                <w:szCs w:val="16"/>
              </w:rPr>
              <w:t xml:space="preserve"> and 1155 para. 142</w:t>
            </w:r>
          </w:p>
        </w:tc>
      </w:tr>
    </w:tbl>
    <w:p w14:paraId="0BEC53BF" w14:textId="77777777" w:rsidR="0052470A" w:rsidRDefault="0052470A" w:rsidP="0015001C">
      <w:pPr>
        <w:pStyle w:val="H23G"/>
        <w:keepNext w:val="0"/>
        <w:keepLines w:val="0"/>
        <w:widowControl w:val="0"/>
        <w:suppressAutoHyphens w:val="0"/>
        <w:rPr>
          <w:lang w:val="en-US"/>
        </w:rPr>
      </w:pPr>
      <w:r>
        <w:tab/>
      </w:r>
      <w:r>
        <w:tab/>
      </w:r>
      <w:r w:rsidR="0021389E">
        <w:t>UN GTR</w:t>
      </w:r>
      <w:r w:rsidRPr="00CC2F42">
        <w:t xml:space="preserve"> No. 1</w:t>
      </w:r>
      <w:r>
        <w:t>9 –</w:t>
      </w:r>
      <w:r w:rsidR="000C2A69">
        <w:t xml:space="preserve"> </w:t>
      </w:r>
      <w:proofErr w:type="spellStart"/>
      <w:r w:rsidR="002253F4" w:rsidRPr="002253F4">
        <w:t>EVAPorative</w:t>
      </w:r>
      <w:proofErr w:type="spellEnd"/>
      <w:r w:rsidR="002253F4" w:rsidRPr="002253F4">
        <w:t xml:space="preserve"> emission test procedure for the Worldwide harmonized Light vehicle Test Procedure (WLTP EVAP))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52470A" w:rsidRPr="00CC2F42" w14:paraId="334B9857" w14:textId="77777777" w:rsidTr="00951966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4557179" w14:textId="77777777"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5CEEF371" w14:textId="77777777"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5FE10A3" w14:textId="77777777"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ED12E36" w14:textId="77777777"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9E67DCD" w14:textId="77777777" w:rsidR="0052470A" w:rsidRPr="00CC2F42" w:rsidRDefault="0052470A" w:rsidP="00951966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6A74CD14" w14:textId="77777777" w:rsidR="0052470A" w:rsidRPr="00CC2F42" w:rsidRDefault="0052470A" w:rsidP="00951966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DEC6D88" w14:textId="77777777"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232B826" w14:textId="77777777" w:rsidR="0052470A" w:rsidRPr="00CC2F42" w:rsidRDefault="0052470A" w:rsidP="00951966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3ECF570E" w14:textId="77777777" w:rsidR="0052470A" w:rsidRPr="00CC2F42" w:rsidRDefault="0052470A" w:rsidP="00951966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52470A" w:rsidRPr="00CC2F42" w14:paraId="0CF4B908" w14:textId="77777777" w:rsidTr="00951966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6201CCA" w14:textId="77777777"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8FD73C2" w14:textId="77777777"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E4EB56A" w14:textId="77777777" w:rsidR="0052470A" w:rsidRPr="00CC2F42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</w:t>
            </w:r>
            <w:r w:rsidR="0052470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C927879" w14:textId="77777777" w:rsidR="0052470A" w:rsidRPr="00CC2F42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2017/94</w:t>
            </w:r>
            <w:r w:rsidR="0052470A">
              <w:rPr>
                <w:sz w:val="16"/>
                <w:szCs w:val="16"/>
              </w:rPr>
              <w:t xml:space="preserve">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A24B969" w14:textId="77777777" w:rsidR="0052470A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DE9C9EE" w14:textId="77777777" w:rsidR="0052470A" w:rsidRPr="005072E3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116</w:t>
            </w:r>
          </w:p>
        </w:tc>
      </w:tr>
      <w:tr w:rsidR="0052470A" w:rsidRPr="00CC2F42" w14:paraId="21DF7BE4" w14:textId="77777777" w:rsidTr="004C4E76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36B2E44" w14:textId="77777777"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9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1DAAFAE" w14:textId="77777777"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D92A345" w14:textId="77777777" w:rsidR="0052470A" w:rsidRDefault="00674CA1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D8E479D" w14:textId="77777777" w:rsidR="0052470A" w:rsidRPr="00CC2F42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AC.3/44 and 2017/95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65E18B1" w14:textId="77777777" w:rsidR="0052470A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2E62328" w14:textId="241EDCF0" w:rsidR="0052470A" w:rsidRPr="005072E3" w:rsidRDefault="006D0C65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1123, para 124 and </w:t>
            </w:r>
            <w:r w:rsidR="00674CA1">
              <w:rPr>
                <w:sz w:val="16"/>
                <w:szCs w:val="16"/>
              </w:rPr>
              <w:t>1131, para. 116</w:t>
            </w:r>
          </w:p>
        </w:tc>
      </w:tr>
      <w:tr w:rsidR="00194368" w:rsidRPr="00CC2F42" w14:paraId="37602229" w14:textId="77777777" w:rsidTr="004C4E76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5A0A2D0" w14:textId="77777777" w:rsidR="00194368" w:rsidRPr="00CC2F42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Add.19</w:t>
            </w:r>
            <w:r w:rsidRPr="001318CE">
              <w:rPr>
                <w:sz w:val="16"/>
                <w:szCs w:val="16"/>
              </w:rPr>
              <w:t>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E92B5E4" w14:textId="77777777" w:rsidR="00194368" w:rsidRPr="00CC2F42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D58CBBC" w14:textId="77777777" w:rsidR="00194368" w:rsidRDefault="00194368" w:rsidP="00194368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20.06.18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28CD852" w14:textId="77777777" w:rsidR="00194368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2018/73 and Add.1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053805A" w14:textId="77777777" w:rsidR="00194368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E6FF03D" w14:textId="77777777" w:rsidR="00194368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1139, para 124</w:t>
            </w:r>
          </w:p>
        </w:tc>
      </w:tr>
      <w:tr w:rsidR="00194368" w:rsidRPr="00CC2F42" w14:paraId="2286E4B5" w14:textId="77777777" w:rsidTr="00BE16AF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E0B5C1A" w14:textId="77777777" w:rsidR="00194368" w:rsidRDefault="00194368" w:rsidP="00194368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19/Amend.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4D95027" w14:textId="77777777" w:rsidR="00194368" w:rsidRPr="00CC2F42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FE4A1A3" w14:textId="77777777" w:rsidR="00194368" w:rsidRDefault="00194368" w:rsidP="00194368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20.06.18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119D045" w14:textId="7A5D7886" w:rsidR="00194368" w:rsidRDefault="00160538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AC.3/44 and </w:t>
            </w:r>
            <w:r w:rsidR="00194368">
              <w:rPr>
                <w:sz w:val="16"/>
                <w:szCs w:val="16"/>
              </w:rPr>
              <w:t>2018/74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657A9D4" w14:textId="77777777" w:rsidR="00194368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C1AFDC9" w14:textId="7E3543BC" w:rsidR="00194368" w:rsidRDefault="006D0C65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1123, para 124 and </w:t>
            </w:r>
            <w:r w:rsidR="00194368">
              <w:rPr>
                <w:sz w:val="16"/>
                <w:szCs w:val="16"/>
              </w:rPr>
              <w:t>1139, para 124</w:t>
            </w:r>
          </w:p>
        </w:tc>
      </w:tr>
      <w:tr w:rsidR="00BE16AF" w:rsidRPr="00CC2F42" w14:paraId="468F9B49" w14:textId="77777777" w:rsidTr="00BE16AF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4BC2F4A" w14:textId="2C2B7209" w:rsidR="00BE16AF" w:rsidRDefault="00BE16AF" w:rsidP="00BE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Add.19</w:t>
            </w:r>
            <w:r w:rsidRPr="001318CE">
              <w:rPr>
                <w:sz w:val="16"/>
                <w:szCs w:val="16"/>
              </w:rPr>
              <w:t>/Amend.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26EEEE4" w14:textId="737F90DF" w:rsidR="00BE16AF" w:rsidRDefault="00BE16AF" w:rsidP="00BE16AF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</w:t>
            </w:r>
            <w:r w:rsidR="00085D9A">
              <w:rPr>
                <w:sz w:val="16"/>
                <w:szCs w:val="16"/>
              </w:rPr>
              <w:t>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4CF85D5" w14:textId="28C53BE7" w:rsidR="00BE16AF" w:rsidRDefault="00BE16AF" w:rsidP="00BE16AF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085D9A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.06.1</w:t>
            </w:r>
            <w:r w:rsidR="00085D9A">
              <w:rPr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84E1087" w14:textId="098E45A6" w:rsidR="00BE16AF" w:rsidRDefault="00BE16AF" w:rsidP="00BE16AF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2019/64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5DCBDD9" w14:textId="5490263A" w:rsidR="00BE16AF" w:rsidRDefault="00BE16AF" w:rsidP="00BE16AF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06BE728" w14:textId="2B66E54D" w:rsidR="00BE16AF" w:rsidRDefault="00BE16AF" w:rsidP="00BE16AF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1147, para 142</w:t>
            </w:r>
          </w:p>
        </w:tc>
      </w:tr>
      <w:tr w:rsidR="00BE16AF" w:rsidRPr="00CC2F42" w14:paraId="21202F80" w14:textId="77777777" w:rsidTr="001E5B65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EE12006" w14:textId="5A00CD9E" w:rsidR="00BE16AF" w:rsidRDefault="00BE16AF" w:rsidP="00BE16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19/Amend. 2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D9664F7" w14:textId="32DEB9E6" w:rsidR="00BE16AF" w:rsidRDefault="00BE16AF" w:rsidP="00BE16AF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DAC28F3" w14:textId="28BF11B5" w:rsidR="00BE16AF" w:rsidRDefault="00BE16AF" w:rsidP="00BE16AF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20.06.1</w:t>
            </w:r>
            <w:r w:rsidR="00085D9A">
              <w:rPr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0ABEE95" w14:textId="2B310FA8" w:rsidR="00BE16AF" w:rsidRDefault="000D26B8" w:rsidP="00BE16AF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AC.3/44 and </w:t>
            </w:r>
            <w:r w:rsidR="00BE16AF">
              <w:rPr>
                <w:sz w:val="16"/>
                <w:szCs w:val="16"/>
              </w:rPr>
              <w:t xml:space="preserve">2019/65 and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EECB127" w14:textId="539D4792" w:rsidR="00BE16AF" w:rsidRDefault="00BE16AF" w:rsidP="00BE16AF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9551C02" w14:textId="7E66C5EA" w:rsidR="00BE16AF" w:rsidRDefault="006D0C65" w:rsidP="00BE16AF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1123, para 124 and </w:t>
            </w:r>
            <w:r w:rsidR="00BE16AF">
              <w:rPr>
                <w:sz w:val="16"/>
                <w:szCs w:val="16"/>
              </w:rPr>
              <w:t>1147, para 142</w:t>
            </w:r>
          </w:p>
        </w:tc>
      </w:tr>
      <w:tr w:rsidR="001E5B65" w:rsidRPr="00CC2F42" w14:paraId="0BA8A309" w14:textId="77777777" w:rsidTr="001E5B65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D48A437" w14:textId="79C581EC" w:rsidR="001E5B65" w:rsidRDefault="001E5B65" w:rsidP="001E5B65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Add.19</w:t>
            </w:r>
            <w:r w:rsidRPr="001318CE">
              <w:rPr>
                <w:sz w:val="16"/>
                <w:szCs w:val="16"/>
              </w:rPr>
              <w:t>/Amend.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6D0C465" w14:textId="4FAFAF53" w:rsidR="001E5B65" w:rsidRDefault="001E5B65" w:rsidP="001E5B6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20B3E9D" w14:textId="6E1FF4F1" w:rsidR="001E5B65" w:rsidRDefault="001E5B65" w:rsidP="001E5B65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A58E9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.06.</w:t>
            </w:r>
            <w:r w:rsidR="00AA58E9"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46E0AC4" w14:textId="766BF793" w:rsidR="001E5B65" w:rsidRDefault="001E5B65" w:rsidP="001E5B6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F535DD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/</w:t>
            </w:r>
            <w:r w:rsidR="00F535DD">
              <w:rPr>
                <w:sz w:val="16"/>
                <w:szCs w:val="16"/>
              </w:rPr>
              <w:t>87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C9FD33F" w14:textId="5E8A31E1" w:rsidR="001E5B65" w:rsidRDefault="001E5B65" w:rsidP="001E5B65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AA58E9">
              <w:rPr>
                <w:sz w:val="16"/>
                <w:szCs w:val="16"/>
              </w:rPr>
              <w:t>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A78141F" w14:textId="6C42E028" w:rsidR="001E5B65" w:rsidRDefault="001E5B65" w:rsidP="001E5B6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F535DD">
              <w:rPr>
                <w:sz w:val="16"/>
                <w:szCs w:val="16"/>
              </w:rPr>
              <w:t>53</w:t>
            </w:r>
            <w:r>
              <w:rPr>
                <w:sz w:val="16"/>
                <w:szCs w:val="16"/>
              </w:rPr>
              <w:t xml:space="preserve">, para </w:t>
            </w:r>
            <w:r w:rsidR="003A60AB">
              <w:rPr>
                <w:sz w:val="16"/>
                <w:szCs w:val="16"/>
              </w:rPr>
              <w:t>58</w:t>
            </w:r>
          </w:p>
        </w:tc>
      </w:tr>
      <w:tr w:rsidR="001E5B65" w:rsidRPr="00CC2F42" w14:paraId="5E02337B" w14:textId="77777777" w:rsidTr="00951966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A0E8358" w14:textId="4A460D0F" w:rsidR="001E5B65" w:rsidRDefault="001E5B65" w:rsidP="001E5B65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19/Amend.3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9D18681" w14:textId="71956510" w:rsidR="001E5B65" w:rsidRDefault="001E5B65" w:rsidP="001E5B6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6220444" w14:textId="6471BF34" w:rsidR="001E5B65" w:rsidRDefault="001E5B65" w:rsidP="001E5B65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A58E9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.06.</w:t>
            </w:r>
            <w:r w:rsidR="00AA58E9"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20A72C8" w14:textId="28130FAD" w:rsidR="001E5B65" w:rsidRDefault="000D26B8" w:rsidP="001E5B6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AC.3/44 and </w:t>
            </w:r>
            <w:r w:rsidR="001E5B65">
              <w:rPr>
                <w:sz w:val="16"/>
                <w:szCs w:val="16"/>
              </w:rPr>
              <w:t>20</w:t>
            </w:r>
            <w:r w:rsidR="00F535DD">
              <w:rPr>
                <w:sz w:val="16"/>
                <w:szCs w:val="16"/>
              </w:rPr>
              <w:t>20</w:t>
            </w:r>
            <w:r w:rsidR="001E5B65">
              <w:rPr>
                <w:sz w:val="16"/>
                <w:szCs w:val="16"/>
              </w:rPr>
              <w:t>/</w:t>
            </w:r>
            <w:r w:rsidR="00F535DD">
              <w:rPr>
                <w:sz w:val="16"/>
                <w:szCs w:val="16"/>
              </w:rPr>
              <w:t>88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5E22078" w14:textId="35ED722B" w:rsidR="001E5B65" w:rsidRDefault="001E5B65" w:rsidP="001E5B65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AA58E9">
              <w:rPr>
                <w:sz w:val="16"/>
                <w:szCs w:val="16"/>
              </w:rPr>
              <w:t>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2F04962E" w14:textId="579D5CA2" w:rsidR="001E5B65" w:rsidRDefault="001E5B65" w:rsidP="001E5B6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4A6441">
              <w:rPr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, para 1</w:t>
            </w:r>
            <w:r w:rsidR="000D26B8">
              <w:rPr>
                <w:sz w:val="16"/>
                <w:szCs w:val="16"/>
              </w:rPr>
              <w:t>24 and 1153, para 58</w:t>
            </w:r>
          </w:p>
        </w:tc>
      </w:tr>
    </w:tbl>
    <w:p w14:paraId="2C00C1AE" w14:textId="77777777" w:rsidR="000C2A69" w:rsidRDefault="000C2A69" w:rsidP="0015001C">
      <w:pPr>
        <w:pStyle w:val="H23G"/>
        <w:keepNext w:val="0"/>
        <w:keepLines w:val="0"/>
        <w:pageBreakBefore/>
        <w:widowControl w:val="0"/>
        <w:suppressAutoHyphens w:val="0"/>
        <w:rPr>
          <w:lang w:val="en-US"/>
        </w:rPr>
      </w:pPr>
      <w:r>
        <w:tab/>
      </w:r>
      <w:r>
        <w:tab/>
        <w:t xml:space="preserve">UN GTR No. 20 – Electric Vehicle Safety (EVS)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C2A69" w:rsidRPr="00CC2F42" w14:paraId="47BB4565" w14:textId="77777777" w:rsidTr="000C2A6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4130674" w14:textId="77777777"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58EB6C9A" w14:textId="77777777"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AB22F54" w14:textId="77777777"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0CE8C20" w14:textId="77777777"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EE25C9A" w14:textId="77777777" w:rsidR="000C2A69" w:rsidRPr="00CC2F42" w:rsidRDefault="000C2A69" w:rsidP="000C2A69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1D074389" w14:textId="77777777" w:rsidR="000C2A69" w:rsidRPr="00CC2F42" w:rsidRDefault="000C2A69" w:rsidP="000C2A69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3AB6979A" w14:textId="77777777"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9E2D351" w14:textId="77777777" w:rsidR="000C2A69" w:rsidRPr="00CC2F42" w:rsidRDefault="000C2A69" w:rsidP="000C2A69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5DD1767B" w14:textId="77777777" w:rsidR="000C2A69" w:rsidRPr="00CC2F42" w:rsidRDefault="000C2A69" w:rsidP="000C2A69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0C2A69" w:rsidRPr="00CC2F42" w14:paraId="0A08D417" w14:textId="77777777" w:rsidTr="000C2A6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661FF11" w14:textId="77777777"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Add.20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883250A" w14:textId="77777777"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A30BFD5" w14:textId="77777777"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14.03.18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B3C27FE" w14:textId="77777777"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2017/138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DD71E67" w14:textId="77777777" w:rsidR="000C2A69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0B63B2C" w14:textId="77777777" w:rsidR="000C2A69" w:rsidRPr="005072E3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1137, para. 134</w:t>
            </w:r>
          </w:p>
        </w:tc>
      </w:tr>
      <w:tr w:rsidR="000C2A69" w:rsidRPr="00CC2F42" w14:paraId="346950AE" w14:textId="77777777" w:rsidTr="000C2A6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0FBD2650" w14:textId="77777777"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Add.20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6738821" w14:textId="77777777"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93A353F" w14:textId="77777777" w:rsidR="000C2A69" w:rsidRDefault="000C2A69" w:rsidP="000C2A69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14.03.18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919BB3B" w14:textId="77777777"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AC.3/32 and 2017/139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B309E52" w14:textId="77777777" w:rsidR="000C2A69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1336B278" w14:textId="77777777" w:rsidR="000C2A69" w:rsidRPr="005072E3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1137, para. 134</w:t>
            </w:r>
          </w:p>
        </w:tc>
      </w:tr>
    </w:tbl>
    <w:p w14:paraId="12D7233F" w14:textId="62C74C28" w:rsidR="0002605D" w:rsidRDefault="0002605D" w:rsidP="0002605D">
      <w:pPr>
        <w:pStyle w:val="H23G"/>
        <w:keepNext w:val="0"/>
        <w:keepLines w:val="0"/>
        <w:widowControl w:val="0"/>
        <w:suppressAutoHyphens w:val="0"/>
        <w:rPr>
          <w:lang w:val="en-US"/>
        </w:rPr>
      </w:pPr>
      <w:r>
        <w:tab/>
      </w:r>
      <w:r>
        <w:tab/>
        <w:t>UN GTR No. 2</w:t>
      </w:r>
      <w:r w:rsidR="00410126">
        <w:t>1</w:t>
      </w:r>
      <w:r>
        <w:t xml:space="preserve"> – </w:t>
      </w:r>
      <w:r w:rsidR="000B1A29">
        <w:t>D</w:t>
      </w:r>
      <w:r w:rsidR="000B1A29" w:rsidRPr="00667FC1">
        <w:t>etermination of Electrified Vehicle Power (DEVP)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2605D" w:rsidRPr="00CC2F42" w14:paraId="58AB479A" w14:textId="77777777" w:rsidTr="00000975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626FD9F0" w14:textId="77777777" w:rsidR="0002605D" w:rsidRPr="00CC2F42" w:rsidRDefault="0002605D" w:rsidP="00000975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7808B2E9" w14:textId="77777777" w:rsidR="0002605D" w:rsidRPr="00CC2F42" w:rsidRDefault="0002605D" w:rsidP="00000975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00C495FA" w14:textId="77777777" w:rsidR="0002605D" w:rsidRPr="00CC2F42" w:rsidRDefault="0002605D" w:rsidP="00000975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0BA38B8" w14:textId="77777777" w:rsidR="0002605D" w:rsidRPr="00CC2F42" w:rsidRDefault="0002605D" w:rsidP="00000975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531E945B" w14:textId="77777777" w:rsidR="0002605D" w:rsidRPr="00CC2F42" w:rsidRDefault="0002605D" w:rsidP="00000975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14:paraId="572E3E29" w14:textId="77777777" w:rsidR="0002605D" w:rsidRPr="00CC2F42" w:rsidRDefault="0002605D" w:rsidP="00000975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24139DFD" w14:textId="77777777" w:rsidR="0002605D" w:rsidRPr="00CC2F42" w:rsidRDefault="0002605D" w:rsidP="00000975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14:paraId="1FA0A663" w14:textId="77777777" w:rsidR="0002605D" w:rsidRPr="00CC2F42" w:rsidRDefault="0002605D" w:rsidP="00000975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14:paraId="711BF5A2" w14:textId="77777777" w:rsidR="0002605D" w:rsidRPr="00CC2F42" w:rsidRDefault="0002605D" w:rsidP="00000975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02605D" w:rsidRPr="00CC2F42" w14:paraId="78F01B2B" w14:textId="77777777" w:rsidTr="00000975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3DE6D39C" w14:textId="24A55AA6" w:rsidR="0002605D" w:rsidRPr="00CC2F42" w:rsidRDefault="0002605D" w:rsidP="0000097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Add.2</w:t>
            </w:r>
            <w:r w:rsidR="000B1A29">
              <w:rPr>
                <w:sz w:val="16"/>
                <w:szCs w:val="16"/>
              </w:rPr>
              <w:t>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5B50DA64" w14:textId="77777777" w:rsidR="0002605D" w:rsidRPr="00CC2F42" w:rsidRDefault="0002605D" w:rsidP="0000097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7D71C8C" w14:textId="0033BF4F" w:rsidR="0002605D" w:rsidRPr="00CC2F42" w:rsidRDefault="0002605D" w:rsidP="00000975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7756A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  <w:r w:rsidR="007756AC"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</w:rPr>
              <w:t>.</w:t>
            </w:r>
            <w:r w:rsidR="007756AC"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26F081E" w14:textId="12C99BFB" w:rsidR="0002605D" w:rsidRPr="00CC2F42" w:rsidRDefault="0002605D" w:rsidP="0000097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3831F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/1</w:t>
            </w:r>
            <w:r w:rsidR="003831F1">
              <w:rPr>
                <w:sz w:val="16"/>
                <w:szCs w:val="16"/>
              </w:rPr>
              <w:t>25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89737E6" w14:textId="3B335F9B" w:rsidR="0002605D" w:rsidRDefault="0002605D" w:rsidP="00000975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AF1285">
              <w:rPr>
                <w:sz w:val="16"/>
                <w:szCs w:val="16"/>
              </w:rPr>
              <w:t>9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7C483397" w14:textId="56521C08" w:rsidR="0002605D" w:rsidRPr="005072E3" w:rsidRDefault="0002605D" w:rsidP="0000097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D35BD5">
              <w:rPr>
                <w:sz w:val="16"/>
                <w:szCs w:val="16"/>
              </w:rPr>
              <w:t>55</w:t>
            </w:r>
            <w:r>
              <w:rPr>
                <w:sz w:val="16"/>
                <w:szCs w:val="16"/>
              </w:rPr>
              <w:t>, para. 13</w:t>
            </w:r>
            <w:r w:rsidR="00D35BD5">
              <w:rPr>
                <w:sz w:val="16"/>
                <w:szCs w:val="16"/>
              </w:rPr>
              <w:t>6</w:t>
            </w:r>
          </w:p>
        </w:tc>
      </w:tr>
      <w:tr w:rsidR="0002605D" w:rsidRPr="00CC2F42" w14:paraId="2572EBED" w14:textId="77777777" w:rsidTr="00000975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E4F2F71" w14:textId="0D6CBE5D" w:rsidR="0002605D" w:rsidRPr="00CC2F42" w:rsidRDefault="0002605D" w:rsidP="0000097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Add.2</w:t>
            </w:r>
            <w:r w:rsidR="000B1A29">
              <w:rPr>
                <w:sz w:val="16"/>
                <w:szCs w:val="16"/>
              </w:rPr>
              <w:t>1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2EDBCE67" w14:textId="77777777" w:rsidR="0002605D" w:rsidRPr="00CC2F42" w:rsidRDefault="0002605D" w:rsidP="0000097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418A22C7" w14:textId="29B9C22F" w:rsidR="0002605D" w:rsidRDefault="0002605D" w:rsidP="00000975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662FDF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  <w:r w:rsidR="00662FDF"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</w:rPr>
              <w:t>.</w:t>
            </w:r>
            <w:r w:rsidR="00662FDF">
              <w:rPr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6B651291" w14:textId="49C2BD43" w:rsidR="0002605D" w:rsidRPr="00CC2F42" w:rsidRDefault="0002605D" w:rsidP="0000097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</w:t>
            </w:r>
            <w:r w:rsidR="003831F1">
              <w:rPr>
                <w:sz w:val="16"/>
                <w:szCs w:val="16"/>
              </w:rPr>
              <w:t>53</w:t>
            </w:r>
            <w:r>
              <w:rPr>
                <w:sz w:val="16"/>
                <w:szCs w:val="16"/>
              </w:rPr>
              <w:t xml:space="preserve"> and 20</w:t>
            </w:r>
            <w:r w:rsidR="003831F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/1</w:t>
            </w:r>
            <w:r w:rsidR="003831F1">
              <w:rPr>
                <w:sz w:val="16"/>
                <w:szCs w:val="16"/>
              </w:rPr>
              <w:t>26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14:paraId="1F86428F" w14:textId="0C511DE3" w:rsidR="003503C0" w:rsidRDefault="00A560B6" w:rsidP="00537D8C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 </w:t>
            </w:r>
            <w:r w:rsidR="003503C0">
              <w:rPr>
                <w:sz w:val="16"/>
                <w:szCs w:val="16"/>
              </w:rPr>
              <w:t>and</w:t>
            </w:r>
            <w:r w:rsidR="00537D8C">
              <w:rPr>
                <w:sz w:val="16"/>
                <w:szCs w:val="16"/>
              </w:rPr>
              <w:t xml:space="preserve"> 59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14:paraId="7CB4216A" w14:textId="35309B13" w:rsidR="0002605D" w:rsidRPr="005072E3" w:rsidRDefault="00A55E73" w:rsidP="0000097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1145 </w:t>
            </w:r>
            <w:r w:rsidR="00A560B6">
              <w:rPr>
                <w:sz w:val="16"/>
                <w:szCs w:val="16"/>
              </w:rPr>
              <w:t>para. 181 a</w:t>
            </w:r>
            <w:r w:rsidR="00DE32DD">
              <w:rPr>
                <w:sz w:val="16"/>
                <w:szCs w:val="16"/>
              </w:rPr>
              <w:t xml:space="preserve">nd </w:t>
            </w:r>
            <w:r w:rsidR="0002605D">
              <w:rPr>
                <w:sz w:val="16"/>
                <w:szCs w:val="16"/>
              </w:rPr>
              <w:t>11</w:t>
            </w:r>
            <w:r w:rsidR="002D471A">
              <w:rPr>
                <w:sz w:val="16"/>
                <w:szCs w:val="16"/>
              </w:rPr>
              <w:t>55</w:t>
            </w:r>
            <w:r w:rsidR="0002605D">
              <w:rPr>
                <w:sz w:val="16"/>
                <w:szCs w:val="16"/>
              </w:rPr>
              <w:t>, para. 13</w:t>
            </w:r>
            <w:r w:rsidR="002D471A">
              <w:rPr>
                <w:sz w:val="16"/>
                <w:szCs w:val="16"/>
              </w:rPr>
              <w:t>6</w:t>
            </w:r>
          </w:p>
        </w:tc>
      </w:tr>
    </w:tbl>
    <w:p w14:paraId="44D1A5DC" w14:textId="77777777" w:rsidR="0002605D" w:rsidRPr="00115F36" w:rsidRDefault="0002605D" w:rsidP="0002605D">
      <w:pPr>
        <w:rPr>
          <w:lang w:val="en-US"/>
        </w:rPr>
      </w:pPr>
    </w:p>
    <w:p w14:paraId="52ED7240" w14:textId="77777777" w:rsidR="0052470A" w:rsidRPr="00115F36" w:rsidRDefault="0052470A" w:rsidP="00115F36">
      <w:pPr>
        <w:rPr>
          <w:lang w:val="en-US"/>
        </w:rPr>
      </w:pPr>
    </w:p>
    <w:p w14:paraId="7A44F23D" w14:textId="77777777" w:rsidR="00304C97" w:rsidRPr="00CC2F42" w:rsidRDefault="00115F36" w:rsidP="0091554A">
      <w:pPr>
        <w:pStyle w:val="HChG"/>
      </w:pPr>
      <w:r>
        <w:br w:type="page"/>
      </w:r>
      <w:r w:rsidR="00335F69">
        <w:tab/>
      </w:r>
      <w:r w:rsidR="00304C97" w:rsidRPr="00CC2F42">
        <w:t>I</w:t>
      </w:r>
      <w:r w:rsidR="007F6193" w:rsidRPr="00CC2F42">
        <w:t>II.</w:t>
      </w:r>
      <w:r w:rsidR="007F6193" w:rsidRPr="00CC2F42">
        <w:tab/>
      </w:r>
      <w:r w:rsidR="00304C97" w:rsidRPr="00CC2F42">
        <w:t xml:space="preserve">Voting </w:t>
      </w:r>
      <w:r w:rsidR="00304C97" w:rsidRPr="00734A24">
        <w:t>table</w:t>
      </w:r>
      <w:r w:rsidR="00304C97" w:rsidRPr="00CC2F42">
        <w:t xml:space="preserve"> for the </w:t>
      </w:r>
      <w:r w:rsidR="00092E9A">
        <w:t>UN G</w:t>
      </w:r>
      <w:r w:rsidR="00304C97" w:rsidRPr="00CC2F42">
        <w:t xml:space="preserve">lobal </w:t>
      </w:r>
      <w:r w:rsidR="00092E9A">
        <w:t>T</w:t>
      </w:r>
      <w:r w:rsidR="00304C97" w:rsidRPr="00F75909">
        <w:t>echnical</w:t>
      </w:r>
      <w:r w:rsidR="00304C97" w:rsidRPr="00CC2F42">
        <w:t xml:space="preserve"> </w:t>
      </w:r>
      <w:r w:rsidR="00092E9A">
        <w:t>R</w:t>
      </w:r>
      <w:r w:rsidR="00304C97" w:rsidRPr="00CC2F42">
        <w:t>egulations (</w:t>
      </w:r>
      <w:r w:rsidR="00092E9A">
        <w:t>UN GTRs</w:t>
      </w:r>
      <w:r w:rsidR="00304C97" w:rsidRPr="00CC2F42">
        <w:t xml:space="preserve">), amendments, errata and corrigenda established in the </w:t>
      </w:r>
      <w:r w:rsidR="00EF0AC3" w:rsidRPr="00CC2F42">
        <w:t>G</w:t>
      </w:r>
      <w:r w:rsidR="00304C97" w:rsidRPr="00CC2F42">
        <w:t xml:space="preserve">lobal </w:t>
      </w:r>
      <w:r w:rsidR="00EF0AC3" w:rsidRPr="00CC2F42">
        <w:t>R</w:t>
      </w:r>
      <w:r w:rsidR="00304C97" w:rsidRPr="00CC2F42">
        <w:t xml:space="preserve">egistry </w:t>
      </w:r>
    </w:p>
    <w:p w14:paraId="420E0B11" w14:textId="77777777" w:rsidR="00E35851" w:rsidRPr="00CC2F42" w:rsidRDefault="00E35851" w:rsidP="00E35851">
      <w:pPr>
        <w:pStyle w:val="SingleTxtG"/>
      </w:pPr>
      <w:r w:rsidRPr="00CC2F42">
        <w:t>Contracting Parties that voted in fa</w:t>
      </w:r>
      <w:r w:rsidR="00F35852" w:rsidRPr="00CC2F42">
        <w:t>vour are marked with X</w:t>
      </w:r>
      <w:r w:rsidR="0002396B" w:rsidRPr="00CC2F42">
        <w:t>.</w:t>
      </w:r>
    </w:p>
    <w:tbl>
      <w:tblPr>
        <w:tblW w:w="9637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4"/>
        <w:gridCol w:w="346"/>
        <w:gridCol w:w="347"/>
        <w:gridCol w:w="347"/>
        <w:gridCol w:w="347"/>
        <w:gridCol w:w="346"/>
        <w:gridCol w:w="347"/>
        <w:gridCol w:w="347"/>
        <w:gridCol w:w="347"/>
        <w:gridCol w:w="347"/>
        <w:gridCol w:w="346"/>
        <w:gridCol w:w="347"/>
        <w:gridCol w:w="347"/>
        <w:gridCol w:w="347"/>
        <w:gridCol w:w="347"/>
        <w:gridCol w:w="346"/>
        <w:gridCol w:w="347"/>
        <w:gridCol w:w="347"/>
        <w:gridCol w:w="347"/>
        <w:gridCol w:w="347"/>
        <w:gridCol w:w="346"/>
        <w:gridCol w:w="347"/>
        <w:gridCol w:w="347"/>
        <w:gridCol w:w="413"/>
        <w:gridCol w:w="281"/>
      </w:tblGrid>
      <w:tr w:rsidR="00A516AF" w:rsidRPr="00CC2F42" w14:paraId="333C942F" w14:textId="77777777" w:rsidTr="00895C1C">
        <w:trPr>
          <w:cantSplit/>
          <w:trHeight w:val="1320"/>
          <w:tblHeader/>
        </w:trPr>
        <w:tc>
          <w:tcPr>
            <w:tcW w:w="131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FCB5D39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6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14:paraId="27C42994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6"/>
              <w:rPr>
                <w:i/>
                <w:sz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34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2B7BCC63" w14:textId="77777777" w:rsidR="00A516AF" w:rsidRPr="00CC2F42" w:rsidRDefault="00A516AF" w:rsidP="008A2778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57" w:right="28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CC2F42">
              <w:rPr>
                <w:rFonts w:ascii="Times New Roman" w:hAnsi="Times New Roman"/>
                <w:i/>
                <w:iCs/>
                <w:sz w:val="16"/>
                <w:szCs w:val="16"/>
              </w:rPr>
              <w:t>Australia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475CBF97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Azerbaijan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14:paraId="4C2EE496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Belarus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3E043B70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Canada</w:t>
            </w:r>
          </w:p>
        </w:tc>
        <w:tc>
          <w:tcPr>
            <w:tcW w:w="34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43691593" w14:textId="77777777" w:rsidR="00A516AF" w:rsidRPr="00CC2F42" w:rsidRDefault="00A516AF" w:rsidP="0086347F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P.R. China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316D72BC" w14:textId="77777777" w:rsidR="00A516AF" w:rsidRPr="00CC2F42" w:rsidRDefault="00A516AF" w:rsidP="001E448D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European Union </w:t>
            </w:r>
            <w:r w:rsidRPr="00CC2F42">
              <w:rPr>
                <w:i/>
                <w:i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4ED750F7" w14:textId="77777777" w:rsidR="00A516AF" w:rsidRPr="00CC2F42" w:rsidRDefault="00A516AF" w:rsidP="0086347F">
            <w:pPr>
              <w:suppressAutoHyphens w:val="0"/>
              <w:spacing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India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3549F630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Japan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71765CD6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Kazakhstan</w:t>
            </w:r>
          </w:p>
        </w:tc>
        <w:tc>
          <w:tcPr>
            <w:tcW w:w="34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64D46FEE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Republic of Korea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44D6F6C5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Malaysia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05C5C055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Moldova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0E702B6A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New Zealand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14:paraId="003E2D45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Nigeria</w:t>
            </w:r>
          </w:p>
        </w:tc>
        <w:tc>
          <w:tcPr>
            <w:tcW w:w="34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6C5B6689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Norway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09799800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Romania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18C8EE07" w14:textId="389079DE" w:rsidR="00A516AF" w:rsidRPr="00895C1C" w:rsidRDefault="00A516AF" w:rsidP="00895C1C">
            <w:pPr>
              <w:suppressAutoHyphens w:val="0"/>
              <w:spacing w:before="80" w:after="80" w:line="200" w:lineRule="exact"/>
              <w:rPr>
                <w:i/>
                <w:iCs/>
                <w:spacing w:val="-2"/>
                <w:sz w:val="16"/>
                <w:szCs w:val="16"/>
              </w:rPr>
            </w:pPr>
            <w:r w:rsidRPr="00895C1C">
              <w:rPr>
                <w:i/>
                <w:iCs/>
                <w:spacing w:val="-2"/>
                <w:sz w:val="16"/>
                <w:szCs w:val="16"/>
              </w:rPr>
              <w:t>Russian</w:t>
            </w:r>
            <w:r w:rsidR="00895C1C">
              <w:rPr>
                <w:i/>
                <w:iCs/>
                <w:spacing w:val="-2"/>
                <w:sz w:val="16"/>
                <w:szCs w:val="16"/>
              </w:rPr>
              <w:t xml:space="preserve"> </w:t>
            </w:r>
            <w:r w:rsidRPr="00895C1C">
              <w:rPr>
                <w:i/>
                <w:iCs/>
                <w:spacing w:val="-2"/>
                <w:sz w:val="16"/>
                <w:szCs w:val="16"/>
              </w:rPr>
              <w:t>Federation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14:paraId="6F603498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San Marino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58CE91F2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South Africa</w:t>
            </w:r>
          </w:p>
        </w:tc>
        <w:tc>
          <w:tcPr>
            <w:tcW w:w="34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07C1CBF5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Tajikistan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30BA1DB8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Tunisia</w:t>
            </w:r>
          </w:p>
        </w:tc>
        <w:tc>
          <w:tcPr>
            <w:tcW w:w="3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6F12D9A8" w14:textId="77777777" w:rsidR="00A516AF" w:rsidRPr="00CC2F42" w:rsidRDefault="00A516AF" w:rsidP="00B01895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Turkey 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4134FC9D" w14:textId="533D513E" w:rsidR="00A516AF" w:rsidRPr="00895C1C" w:rsidRDefault="00A516AF" w:rsidP="00895C1C">
            <w:pPr>
              <w:suppressAutoHyphens w:val="0"/>
              <w:spacing w:before="40" w:after="40" w:line="200" w:lineRule="exact"/>
              <w:ind w:left="57"/>
              <w:rPr>
                <w:i/>
                <w:iCs/>
                <w:spacing w:val="-4"/>
                <w:sz w:val="16"/>
                <w:szCs w:val="16"/>
              </w:rPr>
            </w:pPr>
            <w:r w:rsidRPr="00895C1C">
              <w:rPr>
                <w:i/>
                <w:iCs/>
                <w:spacing w:val="-4"/>
                <w:sz w:val="16"/>
                <w:szCs w:val="16"/>
              </w:rPr>
              <w:t>United States of America</w:t>
            </w:r>
          </w:p>
        </w:tc>
        <w:tc>
          <w:tcPr>
            <w:tcW w:w="281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14:paraId="28CBF32B" w14:textId="77777777" w:rsidR="00A516AF" w:rsidRPr="00CC2F42" w:rsidRDefault="00A516AF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U</w:t>
            </w:r>
            <w:r w:rsidR="000724E4">
              <w:rPr>
                <w:i/>
                <w:iCs/>
                <w:sz w:val="16"/>
                <w:szCs w:val="16"/>
              </w:rPr>
              <w:t>zbekistan</w:t>
            </w:r>
          </w:p>
        </w:tc>
      </w:tr>
      <w:tr w:rsidR="00895C1C" w:rsidRPr="00CC2F42" w14:paraId="0069681A" w14:textId="77777777" w:rsidTr="00895C1C">
        <w:tc>
          <w:tcPr>
            <w:tcW w:w="1314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60DA791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8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Add.1</w:t>
            </w: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br/>
            </w: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UN GTR</w:t>
            </w: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 xml:space="preserve"> No.1)</w:t>
            </w:r>
          </w:p>
        </w:tc>
        <w:tc>
          <w:tcPr>
            <w:tcW w:w="34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4E22D02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3E57C9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5E8B48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B623718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1E87953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E83245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81515FD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BF9473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52E5E61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EE76EB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F8EC37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2ED5810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658419E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2DA222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55C8D7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AAB74D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EADD31D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D88E12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732FC1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9FE1E07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4D2CF4E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667B83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2413818F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1B5E016D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A516AF" w:rsidRPr="00CC2F42" w14:paraId="6BB2D07E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CB551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Add.1/Amend. 1 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8BE3D8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B095D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E75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67E21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58DB3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DE2DB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8D690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03025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7CAFE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75CA0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D51BF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9F3C0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CFD70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9F22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4A9EB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B8FF8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2F6E2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1AA0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04C2E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B61B7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49891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1DFD4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48B055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458549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</w:tr>
      <w:tr w:rsidR="00A516AF" w:rsidRPr="00CC2F42" w14:paraId="19F23839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F55A3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Add.1/Amend. 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931EA3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0B3C9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F492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45A1F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63BAA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FB7EF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439B3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A61E4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E4D53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D4CB7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8E735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EAB12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9B375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76025" w14:textId="77777777" w:rsidR="00A516A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204D3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3F5F2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30F2D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00B8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26039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64ACB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43DCA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74AE3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E4D1D2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F63FD1D" w14:textId="77777777" w:rsidR="00A516A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</w:tr>
      <w:tr w:rsidR="00895C1C" w:rsidRPr="00CC2F42" w14:paraId="5F72786D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C63B1C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8"/>
              <w:rPr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Add.2</w:t>
            </w:r>
            <w:r>
              <w:rPr>
                <w:b/>
                <w:sz w:val="16"/>
                <w:szCs w:val="16"/>
              </w:rPr>
              <w:br/>
            </w:r>
            <w:r w:rsidRPr="0086347F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UN 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No.2)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7A72B28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32F62B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BE9ECE1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8313FA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463677F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48642B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DBA163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6F2E425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F2720B5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B1E7B40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B6B0245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342D780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652197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6A7235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503EDC5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2C5494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598F0C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75AB14F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D50C618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ECC4881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E06692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6FC2940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02C7454F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31BA9EFF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A516AF" w:rsidRPr="00CC2F42" w14:paraId="16637A75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82CBA2" w14:textId="77777777" w:rsidR="00A516AF" w:rsidRPr="00CC2F42" w:rsidRDefault="00A516AF" w:rsidP="001A77AC">
            <w:pPr>
              <w:suppressAutoHyphens w:val="0"/>
              <w:spacing w:before="40" w:after="120" w:line="220" w:lineRule="exact"/>
              <w:ind w:right="28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Add.2/Corr.1</w:t>
            </w:r>
          </w:p>
        </w:tc>
        <w:tc>
          <w:tcPr>
            <w:tcW w:w="20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DE1E" w14:textId="77777777" w:rsidR="00A516AF" w:rsidRPr="00CC2F42" w:rsidRDefault="00A516AF" w:rsidP="001A77AC">
            <w:pPr>
              <w:suppressAutoHyphens w:val="0"/>
              <w:spacing w:before="40" w:after="120" w:line="220" w:lineRule="exact"/>
              <w:ind w:right="2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7FDB1" w14:textId="77777777" w:rsidR="00A516AF" w:rsidRPr="00CC2F42" w:rsidRDefault="00A516AF" w:rsidP="001A77AC">
            <w:pPr>
              <w:suppressAutoHyphens w:val="0"/>
              <w:spacing w:before="40" w:after="120" w:line="220" w:lineRule="exact"/>
              <w:ind w:right="2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78C2C25" w14:textId="77777777" w:rsidR="00A516AF" w:rsidRPr="00CC2F42" w:rsidRDefault="00A516AF" w:rsidP="001A77AC">
            <w:pPr>
              <w:suppressAutoHyphens w:val="0"/>
              <w:spacing w:before="40" w:after="120" w:line="220" w:lineRule="exact"/>
              <w:ind w:right="28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Erratum</w:t>
            </w:r>
          </w:p>
        </w:tc>
        <w:tc>
          <w:tcPr>
            <w:tcW w:w="20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7864DCD" w14:textId="77777777" w:rsidR="00A516AF" w:rsidRPr="00CC2F42" w:rsidRDefault="00A516AF" w:rsidP="001A77AC">
            <w:pPr>
              <w:suppressAutoHyphens w:val="0"/>
              <w:spacing w:before="40" w:after="120" w:line="220" w:lineRule="exact"/>
              <w:ind w:right="28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2DE8A176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5D8AD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A3ED49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D2F68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FC9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0F6C1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B1DD5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85DEB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BD4F9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A2660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304FF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79810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5743B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CD34B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6C590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F2CE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8A032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A74D8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55F88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C2DA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DF6A7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04C73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5BE50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6EC33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74313B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358BA1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07966E37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86E4E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Add.2/Corr.3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07BB1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A07CE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3875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CB4ED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9CB0A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30C32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BB0DD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0E380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87955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792B0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74B87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D63A1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F7EBA4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C10C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DD635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39A6F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C8781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453C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FE434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67895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0C3E7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C6660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544F6D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1BF010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1941F735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0EE835" w14:textId="77777777" w:rsidR="00A516AF" w:rsidRPr="00CC2F42" w:rsidRDefault="00A516AF" w:rsidP="00CF3451">
            <w:pPr>
              <w:suppressAutoHyphens w:val="0"/>
              <w:spacing w:before="40" w:after="120" w:line="220" w:lineRule="exact"/>
              <w:ind w:right="28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EF03E2" w14:textId="77777777" w:rsidR="00A516AF" w:rsidRPr="00CC2F42" w:rsidRDefault="00A516AF" w:rsidP="00CF345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74CBA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54AE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07C1E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A6C56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EF343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B3063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0306F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2FCD8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EDC2E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5A538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42824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8CFF4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997E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B4C48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E4E39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FCACB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AC88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6C2AE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B5BE0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46CBC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03AF6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86E2CF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5C09C8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7ADF0765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B5720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</w:rPr>
              <w:br/>
              <w:t>Corr.1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E3BB0D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8BB30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FA3B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18F96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24AE4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3F773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CC8E0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72A7A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9648B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719F2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F2835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6607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CFEC2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969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77E83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1432C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ED3AB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3A7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5CE0D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2A6A7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42AF8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5450D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6AD310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D3F925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27B8C21E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2BB96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75A80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BBB9B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323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2248A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4B34F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BEE4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31E28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CB433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DF1C8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55544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8E483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74159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6DAFA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6DE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FAA3C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69767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F35C8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371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78F54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65A57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8A954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8EDCE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4BE592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56ED39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4512643A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FBC672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BA36C7">
              <w:rPr>
                <w:sz w:val="16"/>
                <w:szCs w:val="16"/>
              </w:rPr>
              <w:t>Add.2/Amend.3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F9038A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09B65A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55FC7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584144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CC9DBA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CBC21D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E28855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950EC1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63CED8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2E7F2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890097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E853E1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E6D354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60944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FDE680B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4A4EE1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C0E243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4D39F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2745D6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AF2319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E22F67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415A89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53B04A0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42D3336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11557" w:rsidRPr="00CC2F42" w14:paraId="5BE45434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43ED10" w14:textId="49841E09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Add.2/Amend.4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EA6791" w14:textId="6C810A6C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93D69B" w14:textId="77777777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C33C" w14:textId="77777777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FAC737" w14:textId="2D79B231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B94A8A" w14:textId="30B5DD70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6D8DDD" w14:textId="4BFCF125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E8292F" w14:textId="41BC0204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80B801" w14:textId="64A62AAB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1FE697" w14:textId="77777777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DDFBBB" w14:textId="3A130197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0F1CB5" w14:textId="77777777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CD3B8C" w14:textId="77777777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724400" w14:textId="77777777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77B2F" w14:textId="77777777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2D82FA" w14:textId="55BFCC71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06A6E9" w14:textId="0630BEF9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3DF650" w14:textId="171B0404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2158" w14:textId="77777777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4F1558" w14:textId="7CFB1F29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F2ABC8" w14:textId="77777777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B4F730" w14:textId="77777777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7BDCFA" w14:textId="0275D1B8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6D95C6F" w14:textId="55B8CF69" w:rsidR="00E11557" w:rsidRPr="00BA36C7" w:rsidRDefault="00A32A04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BBBBA3C" w14:textId="77777777" w:rsidR="00E11557" w:rsidRPr="00BA36C7" w:rsidRDefault="00E1155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5C1C" w:rsidRPr="00CC2F42" w14:paraId="47E20163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D9BD51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Add.3</w:t>
            </w:r>
            <w:r>
              <w:rPr>
                <w:b/>
                <w:sz w:val="16"/>
                <w:szCs w:val="16"/>
                <w:lang w:val="en-US"/>
              </w:rPr>
              <w:br/>
            </w:r>
            <w:r w:rsidRPr="0086347F">
              <w:rPr>
                <w:b/>
                <w:sz w:val="16"/>
                <w:szCs w:val="16"/>
                <w:lang w:val="en-US"/>
              </w:rPr>
              <w:t>(</w:t>
            </w:r>
            <w:r>
              <w:rPr>
                <w:b/>
                <w:sz w:val="16"/>
                <w:szCs w:val="16"/>
                <w:lang w:val="en-US"/>
              </w:rPr>
              <w:t>UN 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No.3)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E4AD343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797673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65F737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6DD3E7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0B2822B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B38A023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664239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AB5957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333F8FB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BE38D9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3BC0D50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0576AAB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4A3C2DE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9778097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88CDCB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EFC8411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863585E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641DFF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83A146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72E393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355E5D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15F7AC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26F58F3D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3584EF6D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A516AF" w:rsidRPr="00CC2F42" w14:paraId="1BEDC306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5C162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Add.3/Corr.1</w:t>
            </w:r>
          </w:p>
        </w:tc>
        <w:tc>
          <w:tcPr>
            <w:tcW w:w="20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5C5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264F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80794F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Erratum</w:t>
            </w:r>
          </w:p>
        </w:tc>
        <w:tc>
          <w:tcPr>
            <w:tcW w:w="20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5EACE0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016A4C08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5F7BA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183BB1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B6D6B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7BCB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EE8B1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5B0BC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DFDF5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888EE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DE525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0A809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F413A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A2854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DF8A3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C6849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9BDE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56CBA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CF172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B77B4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0F31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7A77D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549D0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19875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69CE0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10B51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0FFD3B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0531BB51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F390F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Add.3/Corr.3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0E420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08F9F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A3B4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7084E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A8878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63798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3A91E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FB2A0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8E8D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5A9D0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473D0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FC4E4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54618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F0AA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B89DE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8F979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B662E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E025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AD11E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93E73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18FF5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08A3D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F81626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1A86B8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3119F1BB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EBB86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0E97D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E505E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12CB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BC42B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592E9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5D404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77D37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F74A4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E9506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BF15C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B3454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75109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0AC80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967F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069FB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29E44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28606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F23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E3FFC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D90A7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72D9B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16DF6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F8451E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247A1E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54AF0678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5B673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94032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4A866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3DC7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FD850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E5B93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FFFC2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79375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4CCFE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D0E62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1B1F9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97DC7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F2923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DEE8B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1C36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028FA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4EB55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8FAE1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74A6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8E305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E1CBE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593E3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B43B7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B591CC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4B1665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A2387" w:rsidRPr="00CC2F42" w14:paraId="4B489068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95AD6A" w14:textId="6D6B9916" w:rsidR="00DA2387" w:rsidRDefault="00DA2387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Add.3/Amend.3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2A9EA4" w14:textId="123FF781" w:rsidR="00DA2387" w:rsidRPr="00CC2F42" w:rsidRDefault="00255E2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14B8F8" w14:textId="77777777" w:rsidR="00DA2387" w:rsidRPr="00CC2F42" w:rsidRDefault="00DA238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8CF32" w14:textId="77777777" w:rsidR="00DA2387" w:rsidRPr="00CC2F42" w:rsidRDefault="00DA238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01877B" w14:textId="77777777" w:rsidR="00DA2387" w:rsidRPr="00CC2F42" w:rsidRDefault="00DA238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B75D1D" w14:textId="58D6FA96" w:rsidR="00DA2387" w:rsidRPr="00CC2F42" w:rsidRDefault="00193BE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7BFCCD" w14:textId="4A5838D7" w:rsidR="00DA2387" w:rsidRPr="00CC2F42" w:rsidRDefault="00193BE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9E0118" w14:textId="74BD147F" w:rsidR="00DA2387" w:rsidRPr="00CC2F42" w:rsidRDefault="002005C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9CA72B" w14:textId="14C84932" w:rsidR="00DA2387" w:rsidRPr="00CC2F42" w:rsidRDefault="002005C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C61854" w14:textId="77777777" w:rsidR="00DA2387" w:rsidRPr="00CC2F42" w:rsidRDefault="00DA238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A02416" w14:textId="4F9C6E59" w:rsidR="00DA2387" w:rsidRPr="00CC2F42" w:rsidRDefault="002D19E3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95241A" w14:textId="77777777" w:rsidR="00DA2387" w:rsidRPr="00CC2F42" w:rsidRDefault="00DA238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96D78E" w14:textId="77777777" w:rsidR="00DA2387" w:rsidRDefault="00DA238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D841D2" w14:textId="77777777" w:rsidR="00DA2387" w:rsidRPr="00CC2F42" w:rsidRDefault="00DA238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E9F5" w14:textId="046AFBA5" w:rsidR="00DA2387" w:rsidRPr="00CC2F42" w:rsidRDefault="001E6DDA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593F95" w14:textId="1744923B" w:rsidR="00DA2387" w:rsidRPr="00CC2F42" w:rsidRDefault="001E6DDA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E92067" w14:textId="77777777" w:rsidR="00DA2387" w:rsidRPr="00CC2F42" w:rsidRDefault="00DA238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8CF133" w14:textId="5CCF4BA7" w:rsidR="00DA2387" w:rsidRPr="00CC2F42" w:rsidRDefault="00EE2158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E0CF0" w14:textId="6226364E" w:rsidR="00DA2387" w:rsidRPr="00CC2F42" w:rsidRDefault="006602C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13441B" w14:textId="6EFE48C5" w:rsidR="00DA2387" w:rsidRPr="00CC2F42" w:rsidRDefault="006602C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288F76" w14:textId="77777777" w:rsidR="00DA2387" w:rsidRPr="00CC2F42" w:rsidRDefault="00DA238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145891" w14:textId="77777777" w:rsidR="00DA2387" w:rsidRPr="00CC2F42" w:rsidRDefault="00DA238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967D13" w14:textId="2C3A96C4" w:rsidR="00DA2387" w:rsidRPr="00CC2F42" w:rsidRDefault="006602C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B495044" w14:textId="77777777" w:rsidR="00DA2387" w:rsidRPr="00CC2F42" w:rsidRDefault="00DA238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6991F09" w14:textId="77777777" w:rsidR="00DA2387" w:rsidRPr="00CC2F42" w:rsidRDefault="00DA2387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5C1C" w:rsidRPr="00CC2F42" w14:paraId="5059C93A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99809BA" w14:textId="77777777" w:rsidR="00A516AF" w:rsidRPr="00C70F9A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C70F9A">
              <w:rPr>
                <w:b/>
                <w:sz w:val="16"/>
                <w:szCs w:val="16"/>
              </w:rPr>
              <w:t xml:space="preserve">Add.4 </w:t>
            </w:r>
            <w:r w:rsidRPr="00C70F9A">
              <w:rPr>
                <w:b/>
                <w:sz w:val="16"/>
                <w:szCs w:val="16"/>
              </w:rPr>
              <w:br/>
              <w:t>(</w:t>
            </w:r>
            <w:r>
              <w:rPr>
                <w:b/>
                <w:sz w:val="16"/>
                <w:szCs w:val="16"/>
              </w:rPr>
              <w:t>UN GTR</w:t>
            </w:r>
            <w:r w:rsidRPr="00C70F9A">
              <w:rPr>
                <w:b/>
                <w:sz w:val="16"/>
                <w:szCs w:val="16"/>
              </w:rPr>
              <w:t xml:space="preserve"> No.4)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8BA0022" w14:textId="77777777" w:rsidR="00A516AF" w:rsidRPr="00C70F9A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2A3F0D7" w14:textId="77777777" w:rsidR="00A516AF" w:rsidRPr="00C70F9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65B55C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8F77051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79C9AF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DF27AEF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A62DDF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DE94C7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A26D92D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F6687C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B740E33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E518ED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9E0F56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632D4C5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719626F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3E2002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02C00F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32D59FE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DE25ECF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05BF6A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3123B23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D7378B8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41EAFDDD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6F19EB03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A516AF" w:rsidRPr="00CC2F42" w14:paraId="7448370C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8988B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4EBBBA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84DA5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7FFC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DBA75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B09E9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C0A76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E1E14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8BF44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2703F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CFC8B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54C25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B1638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44ABB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BFAE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56041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E8478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0C664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C64A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6EDAC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CBB1E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759C6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FDE3F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51EB48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6004AF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05C6860E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74C15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</w:rPr>
              <w:br/>
              <w:t>Corr.1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2A1BB8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76380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FA09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D057A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BEC41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75389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07CB7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15AEA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DA4AB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71D0C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6280B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F1997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995D0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26D2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72069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73F37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50454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E398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71417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E8404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F6AE6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8E3BC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798134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027E69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5204252E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116DF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</w:rPr>
              <w:br/>
              <w:t>Corr.2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B4CDB6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449A4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07E5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5BF84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50441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51C63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2E9A0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D7DB2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FF547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5919D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417CE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60EF4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C73B7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166E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156C8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F080E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F8D26C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5A7D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D4AD2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02DCD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E049F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81E18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0B66B7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14653A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25E9AD39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1324B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7338A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51016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0E3F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25DF6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F780F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1BD08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1AF55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4252C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6EB69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5ED8C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B0388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7600F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0EEC3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3C4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D9FCA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BF825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F8295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7B8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2A9A1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658EE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29645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FACDF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2BB984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1CCB93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584565E3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A7396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52F3A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59F41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690B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19AAD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BB0FE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5F0EE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CB8DE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0FDCE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99E7F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6530D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10A6B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D7997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27107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EB15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D54A5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91C43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227A2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1F2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7823A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FCC8B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ADB2E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B63E1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F79965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68A074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5C1C" w:rsidRPr="00CC2F42" w14:paraId="72F7CABC" w14:textId="77777777" w:rsidTr="00895C1C">
        <w:trPr>
          <w:cantSplit/>
        </w:trPr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962996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 xml:space="preserve">Add.5 </w:t>
            </w:r>
            <w:r w:rsidRPr="0086347F">
              <w:rPr>
                <w:b/>
                <w:sz w:val="16"/>
                <w:szCs w:val="16"/>
                <w:lang w:val="en-US"/>
              </w:rPr>
              <w:br/>
              <w:t>(</w:t>
            </w:r>
            <w:r>
              <w:rPr>
                <w:b/>
                <w:sz w:val="16"/>
                <w:szCs w:val="16"/>
                <w:lang w:val="en-US"/>
              </w:rPr>
              <w:t>UN 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No.5)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6A4838C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0577E6F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79A235E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F4BAC1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5158F2E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7227A41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0B8DF5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F5CCA45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5C8A5C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D8CFF71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530495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87AB71E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6CFE74B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0E9099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7214AB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33CCB3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E4CCA61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2FCDD6E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9C797E7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91B7C0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E72870B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AB36AC3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5013BCC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203D83D8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A516AF" w:rsidRPr="00CC2F42" w14:paraId="53777801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29834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Add.5/Corr.1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9D69A4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EAC3A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06F9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A5442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3364C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AE086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8432C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9DB9D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EF3F0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50D14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7A127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2378D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DF6B2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EA6F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F8058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F8136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0D6C3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CBE3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19136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091ED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F11D9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07CFA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3B688F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CB2691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2793A086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43A73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732A99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35F0D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5705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93028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D5084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AB62C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F98E7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DA3B3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1EE01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867DE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9A158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390F3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08D6B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122D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43349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45DA4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D2AF1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3665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C9C37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5B839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D3306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F4103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91F0E6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778925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5C1C" w:rsidRPr="00CC2F42" w14:paraId="25D4F82D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5820AF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fr-CH"/>
              </w:rPr>
            </w:pPr>
            <w:r w:rsidRPr="00212082">
              <w:rPr>
                <w:b/>
                <w:sz w:val="16"/>
                <w:szCs w:val="16"/>
                <w:lang w:val="fr-CH"/>
              </w:rPr>
              <w:t>Add.6</w:t>
            </w:r>
            <w:r w:rsidRPr="00CC2F42">
              <w:rPr>
                <w:sz w:val="16"/>
                <w:szCs w:val="16"/>
                <w:lang w:val="fr-CH"/>
              </w:rPr>
              <w:t xml:space="preserve"> </w:t>
            </w:r>
            <w:r>
              <w:rPr>
                <w:sz w:val="16"/>
                <w:szCs w:val="16"/>
                <w:lang w:val="fr-CH"/>
              </w:rPr>
              <w:br/>
            </w:r>
            <w:r w:rsidRPr="0086347F">
              <w:rPr>
                <w:b/>
                <w:sz w:val="16"/>
                <w:szCs w:val="16"/>
                <w:lang w:val="fr-CH"/>
              </w:rPr>
              <w:t>(</w:t>
            </w:r>
            <w:r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No.6)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8ECBC11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CF7B370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fr-CH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5ABB2A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6F221F0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20CC988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F9C3BF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7B5A9EF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F44ED9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25AD947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24E271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B3ECDA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364CC98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D09DB40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E2D262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51D8268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8209A55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5CDA4D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D38BC2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4979A15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6FEF703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E5710B3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D285801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4FC4E1F3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4F1CFAF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A516AF" w:rsidRPr="00CC2F42" w14:paraId="53121DD3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41A86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Add.6/Corr.1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E6008F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B04E1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05732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0DCB4A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3CC394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27DB9B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20B728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1F3818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B7E442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BC9543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B70AA7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205DF1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C0C603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244E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727531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069CC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B8B504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1B91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FF5D98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B67AD8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937626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288D2A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7BC3363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A0C4078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16AF" w:rsidRPr="00CC2F42" w14:paraId="1E13AD83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0F068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79A7C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26758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908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4D002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0CB1A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088F2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681D8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41F93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02BB2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D1960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75C83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8DB47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517A6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158D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4B373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92B29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D9405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51C9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A6E3C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7C82E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B7F58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52E25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7C1A9C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B9A008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CC2F42" w14:paraId="1C8E1CEB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F44C5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Add.6/Corr.2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215F99" w14:textId="77777777" w:rsidR="00A516AF" w:rsidRPr="00BA36C7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5D6133" w14:textId="77777777" w:rsidR="00A516AF" w:rsidRPr="00BA36C7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6BBAA" w14:textId="77777777" w:rsidR="00A516AF" w:rsidRPr="00BA36C7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3A564E" w14:textId="77777777" w:rsidR="00A516AF" w:rsidRPr="00BA36C7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0DB73D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3B9540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D975EC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8D7EA8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40B50B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6E41D0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DF81BB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80D379" w14:textId="77777777" w:rsidR="00A516AF" w:rsidRPr="00BA36C7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3DC26A" w14:textId="77777777" w:rsidR="00A516AF" w:rsidRPr="00BA36C7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84747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B368C6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C7690A" w14:textId="77777777" w:rsidR="00A516AF" w:rsidRPr="00BA36C7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15A129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49DE7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BA7212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B6FD7F" w14:textId="77777777" w:rsidR="00A516AF" w:rsidRPr="00BA36C7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27CCA1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E1E7A6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58096C2" w14:textId="77777777" w:rsidR="00A516AF" w:rsidRPr="00BA36C7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12466F1" w14:textId="77777777" w:rsidR="00A516AF" w:rsidRDefault="00A516AF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42303" w:rsidRPr="00CC2F42" w14:paraId="410545B3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330D64" w14:textId="5B7FC86F" w:rsidR="00842303" w:rsidRDefault="00842303" w:rsidP="0084230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958D39" w14:textId="129D0813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5779A8" w14:textId="77777777" w:rsidR="00842303" w:rsidRPr="00BA36C7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2F37B" w14:textId="77777777" w:rsidR="00842303" w:rsidRPr="00BA36C7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A37A2C" w14:textId="77777777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929E37" w14:textId="2D4B75BA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CC4840" w14:textId="42F03C95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FC6F6E" w14:textId="1550FC12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4BA0F0" w14:textId="5EE2ED25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69BFB9" w14:textId="77777777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ED0051" w14:textId="42B07D88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31CA51" w14:textId="77777777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2B4352" w14:textId="77777777" w:rsidR="00842303" w:rsidRPr="00BA36C7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C2559D" w14:textId="77777777" w:rsidR="00842303" w:rsidRPr="00BA36C7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B440B" w14:textId="07CCA320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4E5C4C" w14:textId="509AB87F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37A4A8" w14:textId="77777777" w:rsidR="00842303" w:rsidRPr="00BA36C7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B47AB9" w14:textId="5AA4D0FA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5062A" w14:textId="7FF1F5C9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5A55DF" w14:textId="006F209A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9D12F7" w14:textId="77777777" w:rsidR="00842303" w:rsidRPr="00BA36C7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ED8E74" w14:textId="77777777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7EFABE" w14:textId="42425BBC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0661594" w14:textId="77777777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7569E57" w14:textId="77777777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42303" w:rsidRPr="00CC2F42" w14:paraId="371BCEBB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F69BC2" w14:textId="4CFA440A" w:rsidR="00842303" w:rsidRDefault="00842303" w:rsidP="0084230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C20FDC" w14:textId="06C60016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E72F1B" w14:textId="77777777" w:rsidR="00842303" w:rsidRPr="00BA36C7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703E3" w14:textId="77777777" w:rsidR="00842303" w:rsidRPr="00BA36C7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2CF693" w14:textId="77777777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FC60CE" w14:textId="74FE0130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1AC542" w14:textId="4F808D4A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0E49B8" w14:textId="11B93DA8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2F0265" w14:textId="0A7F0D7B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7B9B68" w14:textId="77777777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05BFE5" w14:textId="4734EB0B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9F893D" w14:textId="77777777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60A2DC" w14:textId="77777777" w:rsidR="00842303" w:rsidRPr="00BA36C7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548028" w14:textId="77777777" w:rsidR="00842303" w:rsidRPr="00BA36C7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534C8" w14:textId="5429EA26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86B1FC" w14:textId="670895E2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466C79F" w14:textId="77777777" w:rsidR="00842303" w:rsidRPr="00BA36C7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04E5A6" w14:textId="4F6AF663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ABE56" w14:textId="557B1466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94C973" w14:textId="6DCA5E20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012350" w14:textId="77777777" w:rsidR="00842303" w:rsidRPr="00BA36C7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B46211" w14:textId="77777777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23143F" w14:textId="0789E000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8CC9F36" w14:textId="77777777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D04AADD" w14:textId="77777777" w:rsidR="00842303" w:rsidRDefault="00842303" w:rsidP="0084230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5C1C" w:rsidRPr="00CC2F42" w14:paraId="071A4CE8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2F8367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>Add.7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No.7)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74E5DED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fr-CH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476401C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fr-CH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7866B67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AD34AB9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6E6823C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41F0859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58FFBEC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FC0726A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4F212A4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5C1F804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D549482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0D21E02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7D62A62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E24F4E0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AD3183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F54733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5D49CCF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89081E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AD4201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6DFA310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C7F8A0E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3E034FF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0B5DE27F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2BC6DD08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6E8C" w:rsidRPr="00167146" w14:paraId="7192176D" w14:textId="77777777" w:rsidTr="00167146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B3F9CC" w14:textId="558A2583" w:rsidR="008A6E8C" w:rsidRPr="00167146" w:rsidRDefault="008A6E8C" w:rsidP="008A6E8C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</w:t>
            </w:r>
            <w:r>
              <w:rPr>
                <w:sz w:val="16"/>
                <w:szCs w:val="16"/>
              </w:rPr>
              <w:t>7</w:t>
            </w:r>
            <w:r w:rsidRPr="00CC2F42">
              <w:rPr>
                <w:sz w:val="16"/>
                <w:szCs w:val="16"/>
              </w:rPr>
              <w:t>/Amend.1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830882" w14:textId="011388CC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EA57BE" w14:textId="77777777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34D8CF" w14:textId="77777777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6E4D4C" w14:textId="77777777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983D1D" w14:textId="6573A14B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6D7FF0" w14:textId="1FFFBA60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D20482" w14:textId="309DCB0B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03E5C3" w14:textId="30833A7E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925151" w14:textId="77777777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466459" w14:textId="0294FB4F" w:rsidR="008A6E8C" w:rsidRPr="00D619DB" w:rsidRDefault="0009597B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846E98" w14:textId="77777777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9382E7" w14:textId="77777777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11AEE9" w14:textId="77777777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6FF611" w14:textId="65FAE33D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3FA059" w14:textId="64EC7A04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75CAE" w14:textId="77777777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AB840E" w14:textId="5F11EA01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F60F3C" w14:textId="78489D85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B35E45" w14:textId="562C822F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343F15" w14:textId="77777777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64BD13" w14:textId="77777777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B687CE" w14:textId="50648D64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6848DBA" w14:textId="7B7B9DE0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63DF2A2" w14:textId="77777777" w:rsidR="008A6E8C" w:rsidRPr="00D619DB" w:rsidRDefault="008A6E8C" w:rsidP="00D619DB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5C1C" w:rsidRPr="00CC2F42" w14:paraId="147B53A2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705215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Add.8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No.8)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ADC13BE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7EE2868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690E316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F64C3DF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7BB05AC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CD57225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388ED67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7085AEA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6949C53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E3DE369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74A0305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D62A26C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BFDC747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1D2B18D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AF2685B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09A47E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9C4F80E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46CFF16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482D7AA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A988B71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92A6377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A3697E8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7B6E8AA6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5ACA0DAC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516AF" w:rsidRPr="00CC2F42" w14:paraId="69DA9DE8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4420A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Add.8/Corr.1</w:t>
            </w:r>
          </w:p>
        </w:tc>
        <w:tc>
          <w:tcPr>
            <w:tcW w:w="20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865B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002D0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E18B06C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Erratum</w:t>
            </w:r>
          </w:p>
        </w:tc>
        <w:tc>
          <w:tcPr>
            <w:tcW w:w="20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434D4F6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16AF" w:rsidRPr="00CC2F42" w14:paraId="15A5FB49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E8C47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C6EF3D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D4CC5C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09DB1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9E78F4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92E07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B9F511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FB8416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072406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FDC077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CD573E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98C057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1782C7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00D678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B30E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51E46B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B4CFE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980A56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15B0A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9E4149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3B5F4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C2940F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B6F3EA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CB84A80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50ED8F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16AF" w:rsidRPr="00CC2F42" w14:paraId="31907EFA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A5CF8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Add.8/Corr.3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18184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67731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8294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1376E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C5896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344C0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456265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09205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294E9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B8D32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89EA1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E5790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60B5C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A113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E281B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96CEB9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85847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D3B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C1474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D8530D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F6CE8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5EACD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21AC2F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7B5B94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5C1C" w:rsidRPr="00CC2F42" w14:paraId="292FAA3A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F64158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Add.9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No.9)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D9B0502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F1BE835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CA801DC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45C2F23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F891FDE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A984C6F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FB90E6B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96B25BD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E93C211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588CA23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BBF70E4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A5A9BF1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11D4079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A3F2638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3A9F807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A9CFB8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36A8C30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990E9FA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76CDBCF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63972AF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4F17F49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FACF9F2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59FD9E71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71B433AF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516AF" w:rsidRPr="00CC2F42" w14:paraId="351FE8B6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4A22B0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5A12C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8EFE3D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C2893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6D7502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2E8CE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DFE563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FE9A6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634CDD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887FAA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96A49B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358DED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9278BD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2EDAFA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38D73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A64C72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CF78D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5AEE19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1ECE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43AA10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E010DC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F3BB1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5D1BE0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00334F9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613EAB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16AF" w:rsidRPr="00CC2F42" w14:paraId="200AFE44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42F687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C812C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84F279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6DCCE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61A44D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E8F32C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C58040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D609F7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492618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4726A1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A1EC5F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F5B1FC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B9D03C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7676C6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74FC4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7BD0C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04E2B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7B704F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06602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A6365E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806D3E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4EBCD19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280F4D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CDFC0EE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EF960FF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16AF" w:rsidRPr="00CC2F42" w14:paraId="39AFDE25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C9323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978A8C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AAE34B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E8432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8244BD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93C094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4FD74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021BF4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F727B8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BBB402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F5756F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A712D1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89C08E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ACDF41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D8805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5805A0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DCB4DA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12CDFD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51EA2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24D76A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68B794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5779D7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E9F51D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B6D225D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4CC38E7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3D60" w:rsidRPr="00CC2F42" w14:paraId="3F312EB4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E9FE52" w14:textId="77777777" w:rsidR="00303D60" w:rsidRPr="00CC2F42" w:rsidRDefault="00303D60" w:rsidP="00303D60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CE5133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0E0153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580ED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3FF1A5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260FFE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40874D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934A8B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9FB1D5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75EB1B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C94386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3047EB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43CCDA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168FCD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785B0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F07F17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485A24" w14:textId="77777777" w:rsidR="00303D60" w:rsidRPr="00CC2F42" w:rsidRDefault="00303D60" w:rsidP="00303D6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B6E72E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F89DC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E86E9A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E7CDD4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D02D96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7198CE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6FFCAFD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E1B0F93" w14:textId="77777777" w:rsidR="00303D60" w:rsidRPr="00CC2F42" w:rsidRDefault="00303D60" w:rsidP="00303D6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895C1C" w:rsidRPr="00CC2F42" w14:paraId="6AA8D644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CD980F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Add.10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No.10)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F363C55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EB55B39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E798B74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7E78A6D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8B654A9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5DAA1CC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F7DF71B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E7DCB82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AF50814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543B68A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1BEACB8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AF4C77E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B95EC8A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1A04AB4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D5ED18E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999F94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2FDA1BE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732B44A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F3B528C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1DAB2A2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E03A84D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D5C5556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4A429A09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781C2448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95C1C" w:rsidRPr="00CC2F42" w14:paraId="108A66DB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A30CF2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Add.11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No.11)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D8742C9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91A0763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69A503B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904DD99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AB5FB4A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2763560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BEA8880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F839488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5E5ECF7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0C0851E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4BF8B04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344FE5C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8DEC419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515C129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E9FFFB6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B21BD5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8696C5F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F6F7A70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2B8F32D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C55F30A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859C3D7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6BAD6A9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28C9FD25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68012F8F" w14:textId="77777777" w:rsidR="00A516AF" w:rsidRPr="0086347F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516AF" w:rsidRPr="00CC2F42" w14:paraId="3FD21AFD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98943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Add.11/Corr.1</w:t>
            </w:r>
          </w:p>
        </w:tc>
        <w:tc>
          <w:tcPr>
            <w:tcW w:w="208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B8FE0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B4231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5372606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Erratum</w:t>
            </w:r>
          </w:p>
        </w:tc>
        <w:tc>
          <w:tcPr>
            <w:tcW w:w="208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FBA7973" w14:textId="77777777" w:rsidR="00A516AF" w:rsidRPr="00CC2F42" w:rsidRDefault="00A516AF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16AF" w:rsidRPr="00CC2F42" w14:paraId="159D3B3B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6234C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48F7A1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4C201F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159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3DEA8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5BA22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695D5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2F511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45A6F4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22DE2C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B1F775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6F033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DA57C7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66332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4378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940FC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2D8920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F27002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FDF68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EA7B16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80E0D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3DAC5B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0A179E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538EC33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3CA5EA1" w14:textId="77777777" w:rsidR="00A516AF" w:rsidRPr="00CC2F42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5C1C" w:rsidRPr="0086347F" w14:paraId="22817E08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BF5F9C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86347F">
              <w:rPr>
                <w:b/>
                <w:sz w:val="16"/>
                <w:szCs w:val="16"/>
              </w:rPr>
              <w:t xml:space="preserve">Add.12 </w:t>
            </w:r>
            <w:r w:rsidRPr="0086347F">
              <w:rPr>
                <w:b/>
                <w:sz w:val="16"/>
                <w:szCs w:val="16"/>
              </w:rPr>
              <w:br/>
              <w:t>(</w:t>
            </w:r>
            <w:r>
              <w:rPr>
                <w:b/>
                <w:sz w:val="16"/>
                <w:szCs w:val="16"/>
              </w:rPr>
              <w:t>UN GTR</w:t>
            </w:r>
            <w:r w:rsidRPr="0086347F">
              <w:rPr>
                <w:b/>
                <w:sz w:val="16"/>
                <w:szCs w:val="16"/>
              </w:rPr>
              <w:t xml:space="preserve"> No. 12)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67B7193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8C0F60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DAB84BE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810662F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82CE7E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DC93FB0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C9D3AAD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6E0BC8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6ACDA3D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03D182D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2D52AC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6D7B3A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C13998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6F4DE87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B09B3C3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E422E0F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BEDD6C7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E558EB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3502CF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5DAB62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28B0AFB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B30E89F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0E58E067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02A5823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A516AF" w:rsidRPr="000C4A66" w14:paraId="3AB9CCFD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CCAAA9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BA36C7">
              <w:rPr>
                <w:sz w:val="16"/>
                <w:szCs w:val="16"/>
              </w:rPr>
              <w:t>Add. 12/Amend.1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BBF741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0934A1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4F149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194D79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BDC72B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8E768A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6675A1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BB981A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C6E588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603BD8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E4921A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C5D7F9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FB2DD7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8EC2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E399D8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91C67E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788D24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B6EDA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F6873B1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2B269E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7542A9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8AF6E8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22EEDE3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D68DB81" w14:textId="77777777" w:rsidR="00A516AF" w:rsidRPr="00BA36C7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5C1C" w:rsidRPr="000C4A66" w14:paraId="760B15DC" w14:textId="77777777" w:rsidTr="00895C1C">
        <w:trPr>
          <w:cantSplit/>
        </w:trPr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4F9D9C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86347F">
              <w:rPr>
                <w:b/>
                <w:sz w:val="16"/>
                <w:szCs w:val="16"/>
              </w:rPr>
              <w:t xml:space="preserve">Add. 13 </w:t>
            </w:r>
            <w:r w:rsidRPr="0086347F">
              <w:rPr>
                <w:b/>
                <w:sz w:val="16"/>
                <w:szCs w:val="16"/>
              </w:rPr>
              <w:br/>
              <w:t>(</w:t>
            </w:r>
            <w:r>
              <w:rPr>
                <w:b/>
                <w:sz w:val="16"/>
                <w:szCs w:val="16"/>
              </w:rPr>
              <w:t>UN GTR</w:t>
            </w:r>
            <w:r w:rsidRPr="0086347F">
              <w:rPr>
                <w:b/>
                <w:sz w:val="16"/>
                <w:szCs w:val="16"/>
              </w:rPr>
              <w:t xml:space="preserve"> No. 13)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023A4C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274E35E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9438A2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F16FB50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FB4186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B1940C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2D7A4F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5E106F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4D57DD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D49637E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37AB011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4C1471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5D1A2D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661B9C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E20B154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73FB989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2BD8453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B8A4FE6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4280C0A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F629B2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4E7C205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A0B2E42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09FA57CC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6406DAF7" w14:textId="77777777" w:rsidR="00A516AF" w:rsidRPr="0086347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895C1C" w:rsidRPr="000C4A66" w14:paraId="429E0057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2529ADA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Add. 14</w:t>
            </w:r>
            <w:r w:rsidRPr="0086347F">
              <w:rPr>
                <w:b/>
                <w:sz w:val="16"/>
                <w:szCs w:val="16"/>
              </w:rPr>
              <w:br/>
            </w:r>
            <w:r w:rsidRPr="00222B6A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UN GTR</w:t>
            </w:r>
            <w:r w:rsidRPr="00222B6A">
              <w:rPr>
                <w:b/>
                <w:sz w:val="16"/>
                <w:szCs w:val="16"/>
              </w:rPr>
              <w:t xml:space="preserve"> No. 14)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60B4F79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AF4AA3B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73341AB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46B2BB7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E78E938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F97C5BC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C89A693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7C810C0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13743D4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032110D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BC5156F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2D42AF3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0808E23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ED990BB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B9242BB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516DB59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8E9AFE3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80D670A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536C0BA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08C6E18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6687658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090EFD3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634D5408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289DA3B4" w14:textId="77777777" w:rsidR="00A516AF" w:rsidRPr="00222B6A" w:rsidRDefault="00A516AF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</w:tr>
      <w:tr w:rsidR="00895C1C" w:rsidRPr="000C4A66" w14:paraId="62B68C23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27FDC2D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15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(UN GTR No. 15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E2E8AA2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A892BFD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B695929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38E41FA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385E39E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27A0F65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FAD7E37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DCFECCE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CBC7919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57E7AE4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03D4942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A3026F1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452CDB6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7AA7F07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2D82D6D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A536812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CCC3A3B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1E2AC0D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FEF0E31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10052BB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472B41D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F7490C0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35E21C3F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3E627886" w14:textId="77777777" w:rsidR="00A516AF" w:rsidRPr="00222B6A" w:rsidRDefault="00A516AF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</w:tr>
      <w:tr w:rsidR="00A516AF" w:rsidRPr="000C4A66" w14:paraId="703595BF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2B044B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</w:t>
            </w:r>
            <w:r w:rsidRPr="00BA36C7">
              <w:rPr>
                <w:sz w:val="16"/>
                <w:szCs w:val="16"/>
              </w:rPr>
              <w:t>/Amend.1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506219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D04367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BCF5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7BC444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254690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10BE55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628951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3A9204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004FAA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FCE6AE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2A6459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587A95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636E36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7DD6A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461682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DA3B64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252DB7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79CC5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2622DC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141DF9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CEC14F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DAC41A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7A1C91A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4ACB201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0C4A66" w14:paraId="5E9FA0D2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BEA1DE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54A79F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AF8722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FED4E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9FADE3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DED4AD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91CA50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0B3442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E08F9B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F22006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C3639E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D16B48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0D7C8D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700D6E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0177D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521125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688025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090520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675DD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B485F0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831C2F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DD024D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AE2BE6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DD6EDFE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752881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0C4A66" w14:paraId="50719EA4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E98ED4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15/Amend.3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191C22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58F1E9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3BE8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17F8F8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B6F2B9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8A789F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426EAA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9C2FD2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E370BE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69009D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496DD7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078CAC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AC8BD6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D5335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EDD027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572EFA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B1F93F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3CA37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618223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FCA509B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83269F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6D7335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2E9A31B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822F72F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516AF" w:rsidRPr="000C4A66" w14:paraId="0FE738C3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DFDEE2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15/Amend.4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764DC1" w14:textId="77777777" w:rsidR="00A516AF" w:rsidRPr="00BA36C7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91D427" w14:textId="77777777" w:rsidR="00A516AF" w:rsidRPr="00BA36C7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4E3DC" w14:textId="77777777" w:rsidR="00A516AF" w:rsidRPr="00BA36C7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266D54" w14:textId="77777777" w:rsidR="00A516AF" w:rsidRPr="00BA36C7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3CF366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527FA0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F6E25C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56B6F8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B60FE1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8BDEAA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E9F4E0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641C68" w14:textId="77777777" w:rsidR="00A516AF" w:rsidRPr="00BA36C7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A26BF7" w14:textId="77777777" w:rsidR="00A516AF" w:rsidRPr="00BA36C7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C6AF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170D41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643CD2" w14:textId="77777777" w:rsidR="00A516AF" w:rsidRPr="00BA36C7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7E25B2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8FC9A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7F58BD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7C3EBA" w14:textId="77777777" w:rsidR="00A516AF" w:rsidRPr="00BA36C7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7F26E8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047B1C" w14:textId="77777777" w:rsidR="00A516AF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6F39911" w14:textId="77777777" w:rsidR="00A516AF" w:rsidRPr="00BA36C7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A440E59" w14:textId="77777777" w:rsidR="00A516AF" w:rsidRPr="00BA36C7" w:rsidRDefault="00A516AF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4488A" w:rsidRPr="000C4A66" w14:paraId="6C6F5246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572CFD" w14:textId="003A11B5" w:rsidR="00A4488A" w:rsidRDefault="00A4488A" w:rsidP="00A4488A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15/Amend.5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65BFC1" w14:textId="4BBCADD0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79FA6C" w14:textId="77777777" w:rsidR="00A4488A" w:rsidRPr="00BA36C7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DAA0" w14:textId="77777777" w:rsidR="00A4488A" w:rsidRPr="00BA36C7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37FA5A" w14:textId="77777777" w:rsidR="00A4488A" w:rsidRPr="00BA36C7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8C1A73" w14:textId="2064F22F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DF79C1" w14:textId="5BABC4F2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4EC200" w14:textId="67AF69E1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752828" w14:textId="4F7DC124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925C2E" w14:textId="2A769870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E6F56C" w14:textId="26676B34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623096" w14:textId="3C84F075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EED590" w14:textId="77777777" w:rsidR="00A4488A" w:rsidRPr="00BA36C7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83E4CD" w14:textId="77777777" w:rsidR="00A4488A" w:rsidRPr="00BA36C7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D9778" w14:textId="22C2CCAB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D887F9" w14:textId="57499914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E529D6" w14:textId="77777777" w:rsidR="00A4488A" w:rsidRPr="00BA36C7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82C112" w14:textId="3D82888E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B093" w14:textId="2F0C61DC" w:rsidR="00A4488A" w:rsidRDefault="00FE5F0D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C3B37F" w14:textId="53BD85D4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C9DC8A" w14:textId="388C5EA5" w:rsidR="00A4488A" w:rsidRPr="00BA36C7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1E65F7" w14:textId="77777777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3A6150" w14:textId="77777777" w:rsidR="00A4488A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AB416D4" w14:textId="77777777" w:rsidR="00A4488A" w:rsidRPr="00BA36C7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9DC888D" w14:textId="77777777" w:rsidR="00A4488A" w:rsidRPr="00BA36C7" w:rsidRDefault="00A4488A" w:rsidP="00A4488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D57B0" w:rsidRPr="000C4A66" w14:paraId="15B5C307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458C36" w14:textId="7C213DA8" w:rsidR="007D57B0" w:rsidRDefault="007D57B0" w:rsidP="007D57B0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15/Amend.6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20B51C" w14:textId="1AEEE780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D09D36" w14:textId="77777777" w:rsidR="007D57B0" w:rsidRPr="00BA36C7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BD047" w14:textId="77777777" w:rsidR="007D57B0" w:rsidRPr="00BA36C7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E1EBFE" w14:textId="77777777" w:rsidR="007D57B0" w:rsidRPr="00BA36C7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272B97" w14:textId="5A33DFEE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C0222A" w14:textId="1322A3C7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EB64B9" w14:textId="32F1B580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83E146" w14:textId="7DCCCFC8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6632FE" w14:textId="77777777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BEF7B7" w14:textId="110A0BEC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31FF39" w14:textId="77777777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18FC16" w14:textId="77777777" w:rsidR="007D57B0" w:rsidRPr="00BA36C7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8B8B51" w14:textId="77777777" w:rsidR="007D57B0" w:rsidRPr="00BA36C7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C8C86" w14:textId="354C1528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57D24F" w14:textId="42D46FC8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2C148B" w14:textId="77777777" w:rsidR="007D57B0" w:rsidRPr="00BA36C7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1CC4EE" w14:textId="6AD113BC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BAD4A" w14:textId="0CE6BCA7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F3A6A8" w14:textId="7A4AB893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4D4C67" w14:textId="77777777" w:rsidR="007D57B0" w:rsidRPr="00BA36C7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78EF4C" w14:textId="77777777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811551" w14:textId="77777777" w:rsidR="007D57B0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A1BB50C" w14:textId="77777777" w:rsidR="007D57B0" w:rsidRPr="00BA36C7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3FD4110" w14:textId="77777777" w:rsidR="007D57B0" w:rsidRPr="00BA36C7" w:rsidRDefault="007D57B0" w:rsidP="007D57B0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5C1C" w:rsidRPr="000C4A66" w14:paraId="45226BF4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4794ECE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16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(UN GTR No. 16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CD116FE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C6BE629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269B593" w14:textId="77777777" w:rsidR="00A516A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C67737D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7C646E6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C9AB0C9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57CD095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05ABB7E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3D7C909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8482633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2EE5AC0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D1C6AFD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64153AF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3345071" w14:textId="77777777" w:rsidR="00A516AF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8FEE03C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4ED27D3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91DB52D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3BC4C01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9BC6EDF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CF636CF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CA155D9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4675DF1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7C8BC6E8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195AA2C0" w14:textId="77777777" w:rsidR="00A516AF" w:rsidRPr="00222B6A" w:rsidRDefault="00A516AF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</w:tr>
      <w:tr w:rsidR="00A516AF" w:rsidRPr="000C4A66" w14:paraId="07945B14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943F10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</w:t>
            </w:r>
            <w:r w:rsidRPr="00BA36C7">
              <w:rPr>
                <w:sz w:val="16"/>
                <w:szCs w:val="16"/>
              </w:rPr>
              <w:t>/Amend.1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443755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0B8EA6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C36D1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7FD8D4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ADFBE1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A4CFCA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C44556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A4BC9F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E50B70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F47BEA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428AA3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CD65C3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C59572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32BAE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AF7008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6990C3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E368F9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EF406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243C4E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2A6A07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328BC0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280C4E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66CF815" w14:textId="77777777" w:rsidR="00A516AF" w:rsidRPr="00BA36C7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D761F1D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51DDA" w:rsidRPr="000C4A66" w14:paraId="0A9E5007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630E85" w14:textId="695429F2" w:rsidR="00E51DDA" w:rsidRDefault="00E51DDA" w:rsidP="00E51DDA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</w:t>
            </w:r>
            <w:r w:rsidRPr="00BA36C7">
              <w:rPr>
                <w:sz w:val="16"/>
                <w:szCs w:val="16"/>
              </w:rPr>
              <w:t>/Amend.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30C894" w14:textId="29ECF54A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8B9B74" w14:textId="77777777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761C6" w14:textId="77777777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CE97FC" w14:textId="77777777" w:rsidR="00E51DDA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A97B15" w14:textId="028AE7E9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E3BAFC" w14:textId="25EF88D3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90DD1" w14:textId="7160BC73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E3F493" w14:textId="272A88A8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2A89BC" w14:textId="77777777" w:rsidR="00E51DDA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F2E570" w14:textId="25C958B2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58C225" w14:textId="77777777" w:rsidR="00E51DDA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1CD1B8" w14:textId="77777777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A6563D" w14:textId="77777777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72633" w14:textId="385C58F7" w:rsidR="00E51DDA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91234E" w14:textId="49CDCD54" w:rsidR="00E51DDA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044AB2" w14:textId="77777777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B23C98" w14:textId="774AE1EF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B7A52" w14:textId="0ECA8689" w:rsidR="00E51DDA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20733A" w14:textId="0A98013A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F1774D" w14:textId="77777777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7A88C9" w14:textId="77777777" w:rsidR="00E51DDA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DE4942" w14:textId="0473BE2E" w:rsidR="00E51DDA" w:rsidRPr="00BA36C7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8AD3255" w14:textId="77777777" w:rsidR="00E51DDA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770BA0E" w14:textId="77777777" w:rsidR="00E51DDA" w:rsidRDefault="00E51DDA" w:rsidP="00E51DDA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95C1C" w:rsidRPr="000C4A66" w14:paraId="1456CA3C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176C2F0" w14:textId="77777777" w:rsidR="00A516AF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17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(UN GTR No. 17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42165A1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0448F4E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13A778E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B0962B8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21D0868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ED85645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C7282C2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00F49AE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58A8621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E488BBC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0258CEE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B9C53EF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74CF0FC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DC5C25E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6BE93A6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83318C0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B496899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A3E9052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D33725B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9B6DB5B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70A2B24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C25F24C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36CD2EF1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788EAB83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895C1C" w:rsidRPr="00A87A80" w14:paraId="0F408303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0992D32" w14:textId="77777777" w:rsidR="00A516AF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18</w:t>
            </w:r>
            <w:r>
              <w:rPr>
                <w:b/>
                <w:sz w:val="16"/>
                <w:szCs w:val="16"/>
              </w:rPr>
              <w:br/>
              <w:t>(UN GTR No. 18)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F67C95A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BA47B00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00FB232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5342A77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D4DEC46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16E197E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7D4A501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3CAF3FA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BFE84C7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E38A0A8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D78291E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5CE46CE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57F1DAF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8A29C0A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14900D3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8B18CA5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E6D88A8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B207277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6D42C7B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4BB17B8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889A7B0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3F2ED79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198CE8F7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4DD21370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961F79" w:rsidRPr="00A87A80" w14:paraId="40314D3B" w14:textId="77777777" w:rsidTr="00961F79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FCA481" w14:textId="6598BAEE" w:rsidR="00961F79" w:rsidRDefault="00BC1D04" w:rsidP="00961F7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Add. 1</w:t>
            </w:r>
            <w:r w:rsidR="006D370A">
              <w:rPr>
                <w:sz w:val="16"/>
                <w:szCs w:val="16"/>
              </w:rPr>
              <w:t>8</w:t>
            </w:r>
            <w:r w:rsidRPr="00BA36C7">
              <w:rPr>
                <w:sz w:val="16"/>
                <w:szCs w:val="16"/>
              </w:rPr>
              <w:t>/Amend.1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3FB85E" w14:textId="28D6E4CC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90A54C" w14:textId="77777777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222275" w14:textId="77777777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90D824" w14:textId="77777777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C0BDD0" w14:textId="5714378E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3E9B25" w14:textId="3DA42D6F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D2B853" w14:textId="5E6FD5E9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F638D8" w14:textId="036E3CA4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EF9780" w14:textId="77777777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93EBF4" w14:textId="497805A5" w:rsidR="00961F79" w:rsidRPr="000A629E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CFE368" w14:textId="77777777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53D89C" w14:textId="77777777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A9AB9E" w14:textId="77777777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29A928" w14:textId="37190FC2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4B5ECA" w14:textId="577E5772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803D94" w14:textId="77777777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C73A93" w14:textId="24EDA5AE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1ECAC7" w14:textId="0AE001A7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562908" w14:textId="47927AE4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70F198" w14:textId="139B1222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F13E52" w14:textId="77777777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F08B0F" w14:textId="77777777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4138BED" w14:textId="77777777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CEBE15C" w14:textId="551D8C6E" w:rsidR="00961F79" w:rsidRPr="00A87A80" w:rsidRDefault="00961F79" w:rsidP="00961F7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895C1C" w:rsidRPr="00A87A80" w14:paraId="6EBB054E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8EEBCF8" w14:textId="77777777" w:rsidR="00A516AF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19</w:t>
            </w:r>
            <w:r>
              <w:rPr>
                <w:b/>
                <w:sz w:val="16"/>
                <w:szCs w:val="16"/>
              </w:rPr>
              <w:br/>
              <w:t>(UN GTR No. 19)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9D43662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D372199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710B5CF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71BAE21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BF3D8FE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4D85A2B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B0811EA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FA4263B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75B98AD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FFCE642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41A61C5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3259CB4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4F992F1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586CA3D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F098A2F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C070903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4F18D0E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1BD5189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6EDF3ED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1B38803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F75CEC8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58A9384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204A0606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52D5CA34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A516AF" w:rsidRPr="00A87A80" w14:paraId="2379A5AE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C76811" w14:textId="77777777" w:rsidR="00A516AF" w:rsidRPr="004B7601" w:rsidRDefault="00A516AF" w:rsidP="004B7601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19/Amend.1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F008D9" w14:textId="77777777" w:rsidR="00A516AF" w:rsidRPr="00BA36C7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906146" w14:textId="77777777" w:rsidR="00A516AF" w:rsidRPr="00BA36C7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F0783E" w14:textId="77777777" w:rsidR="00A516AF" w:rsidRPr="00BA36C7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41DD1B" w14:textId="77777777" w:rsidR="00A516AF" w:rsidRPr="00BA36C7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CC34F1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17DD31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8D59E6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BE8FC4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9E296C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A7D832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1DC656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4EB8B8" w14:textId="77777777" w:rsidR="00A516AF" w:rsidRPr="00BA36C7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113ED7" w14:textId="77777777" w:rsidR="00A516AF" w:rsidRPr="00BA36C7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48956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3569CD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28DB33" w14:textId="77777777" w:rsidR="00A516AF" w:rsidRPr="00BA36C7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6E2BC9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92AC64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EC4128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8C8AA6" w14:textId="77777777" w:rsidR="00A516AF" w:rsidRPr="00BA36C7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AFEA74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C25091" w14:textId="77777777" w:rsidR="00A516AF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09977DB" w14:textId="77777777" w:rsidR="00A516AF" w:rsidRPr="00BA36C7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A97FAB4" w14:textId="77777777" w:rsidR="00A516AF" w:rsidRPr="00BA36C7" w:rsidRDefault="00A516AF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FE5F0D" w:rsidRPr="00A87A80" w14:paraId="5262C8E4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B2375E" w14:textId="38C2F67B" w:rsidR="00FE5F0D" w:rsidRDefault="00FE5F0D" w:rsidP="00FE5F0D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19/Amend.2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031851" w14:textId="42244152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C8CF57" w14:textId="77777777" w:rsidR="00FE5F0D" w:rsidRPr="00BA36C7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C71671" w14:textId="77777777" w:rsidR="00FE5F0D" w:rsidRPr="00BA36C7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B4E516" w14:textId="77777777" w:rsidR="00FE5F0D" w:rsidRPr="00BA36C7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C55688" w14:textId="5D3AD132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957B91" w14:textId="09689616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B2538C" w14:textId="51B5CC82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3C1505" w14:textId="58718C11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FF67FD" w14:textId="17175234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452276" w14:textId="0339AE67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47E2A1" w14:textId="7164A117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CE2B8E" w14:textId="77777777" w:rsidR="00FE5F0D" w:rsidRPr="00BA36C7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69C419" w14:textId="77777777" w:rsidR="00FE5F0D" w:rsidRPr="00BA36C7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4C0EE" w14:textId="39A5F765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BA601A" w14:textId="2C838EEE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057FAA" w14:textId="77777777" w:rsidR="00FE5F0D" w:rsidRPr="00BA36C7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FF7BC4" w14:textId="30437DC1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3BF456" w14:textId="283C2D02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192A75" w14:textId="74A4CD4B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7EB296" w14:textId="77777777" w:rsidR="00FE5F0D" w:rsidRPr="00BA36C7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95C8B0" w14:textId="77777777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40B127" w14:textId="77777777" w:rsidR="00FE5F0D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8D8D4E6" w14:textId="77777777" w:rsidR="00FE5F0D" w:rsidRPr="00BA36C7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16C4A15" w14:textId="77777777" w:rsidR="00FE5F0D" w:rsidRPr="00BA36C7" w:rsidRDefault="00FE5F0D" w:rsidP="00FE5F0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5963D4" w:rsidRPr="00A87A80" w14:paraId="22621E65" w14:textId="77777777" w:rsidTr="00895C1C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736DB9" w14:textId="57B27EFF" w:rsidR="005963D4" w:rsidRDefault="005963D4" w:rsidP="005963D4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19/Amend.3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44F8A6" w14:textId="5E71FEDE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03B2BF" w14:textId="77777777" w:rsidR="005963D4" w:rsidRPr="00BA36C7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ED3D4D" w14:textId="77777777" w:rsidR="005963D4" w:rsidRPr="00BA36C7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558CD0" w14:textId="77777777" w:rsidR="005963D4" w:rsidRPr="00BA36C7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07D93B" w14:textId="269CC727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25AC31" w14:textId="29BECE84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4B7BBD" w14:textId="18057745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D6D462" w14:textId="24BD5953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9E7B75" w14:textId="77777777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F318C2" w14:textId="0F189507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09C1D7" w14:textId="77777777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45E1625" w14:textId="77777777" w:rsidR="005963D4" w:rsidRPr="00BA36C7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845664" w14:textId="77777777" w:rsidR="005963D4" w:rsidRPr="00BA36C7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32913" w14:textId="3D19F925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7B8336" w14:textId="2877E4D9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658922" w14:textId="77777777" w:rsidR="005963D4" w:rsidRPr="00BA36C7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4AA102" w14:textId="1A931B99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0FCAC1" w14:textId="189669FE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E21FDD" w14:textId="5D6CEB98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ED1B47" w14:textId="77777777" w:rsidR="005963D4" w:rsidRPr="00BA36C7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3C6342" w14:textId="77777777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B8CD77" w14:textId="36971A82" w:rsidR="005963D4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6AF3D0C" w14:textId="77777777" w:rsidR="005963D4" w:rsidRPr="00BA36C7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BC5E7FF" w14:textId="77777777" w:rsidR="005963D4" w:rsidRPr="00BA36C7" w:rsidRDefault="005963D4" w:rsidP="005963D4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50DE5" w:rsidRPr="00A87A80" w14:paraId="01AAF6BA" w14:textId="77777777" w:rsidTr="00850DE5">
        <w:tc>
          <w:tcPr>
            <w:tcW w:w="13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CD5D955" w14:textId="77777777" w:rsidR="00A516AF" w:rsidRDefault="00A516AF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20</w:t>
            </w:r>
            <w:r>
              <w:rPr>
                <w:b/>
                <w:sz w:val="16"/>
                <w:szCs w:val="16"/>
              </w:rPr>
              <w:br/>
              <w:t>(UN GTR No. 20)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2FF528C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80E6EF9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CC3FD14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5D0E912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A8A144E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E39DA16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C707174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0BD6BD3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6DDE3AB7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17F801C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3626EF1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246D2F1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2174028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4104FD2C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7715520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51DBAC27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3683400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7F9FCA0C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30173DD9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06AC81AE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22F7AD81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14:paraId="12C7F7AC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1C7531BE" w14:textId="77777777" w:rsidR="00A516AF" w:rsidRPr="00A87A80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14:paraId="5701F899" w14:textId="77777777" w:rsidR="00A516AF" w:rsidRDefault="00A516AF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7B35D9" w:rsidRPr="00A87A80" w14:paraId="5EFD42B9" w14:textId="77777777" w:rsidTr="00895C1C">
        <w:tc>
          <w:tcPr>
            <w:tcW w:w="131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50EFCC86" w14:textId="50C6A999" w:rsidR="007B35D9" w:rsidRDefault="007B35D9" w:rsidP="007B35D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21</w:t>
            </w:r>
            <w:r>
              <w:rPr>
                <w:b/>
                <w:sz w:val="16"/>
                <w:szCs w:val="16"/>
              </w:rPr>
              <w:br/>
              <w:t>(UN GTR No. 21)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1A8621C0" w14:textId="5185F53F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97FB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26C979E6" w14:textId="77777777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1A563A68" w14:textId="77777777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790B770D" w14:textId="77777777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47E334AB" w14:textId="1B1E40CA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97FB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72686334" w14:textId="72A8431F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97FB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29B2AEFD" w14:textId="3C23EFE0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97FB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46EFE55E" w14:textId="49B648B4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97FB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7C3F2F98" w14:textId="77777777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1F11E25E" w14:textId="3593369E" w:rsidR="007B35D9" w:rsidRPr="00C97FB4" w:rsidRDefault="0085325D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97FB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0C25E547" w14:textId="77777777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24D97FF4" w14:textId="77777777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470E7F18" w14:textId="77777777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122E9230" w14:textId="13A8E003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1FAB0671" w14:textId="0E64E9C1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97FB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7F22F011" w14:textId="77777777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7A60C644" w14:textId="50684723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97FB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6DA315E9" w14:textId="77777777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248C8B8D" w14:textId="4B7DE221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97FB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34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3ED25619" w14:textId="77777777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263DC790" w14:textId="77777777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14:paraId="2B1DA7EB" w14:textId="77777777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EEECE1"/>
          </w:tcPr>
          <w:p w14:paraId="2BBFBC96" w14:textId="01922EEC" w:rsidR="007B35D9" w:rsidRPr="00C97FB4" w:rsidRDefault="001042BD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97FB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28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EEECE1"/>
          </w:tcPr>
          <w:p w14:paraId="75B294A4" w14:textId="77777777" w:rsidR="007B35D9" w:rsidRPr="00C97FB4" w:rsidRDefault="007B35D9" w:rsidP="007B35D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</w:tbl>
    <w:p w14:paraId="16C7FBB0" w14:textId="39E209E0" w:rsidR="00F25398" w:rsidRPr="005B1952" w:rsidRDefault="00BD7C67" w:rsidP="0091554A">
      <w:pPr>
        <w:pStyle w:val="FootnoteText"/>
        <w:tabs>
          <w:tab w:val="clear" w:pos="1021"/>
        </w:tabs>
        <w:spacing w:before="120"/>
        <w:ind w:firstLine="0"/>
        <w:rPr>
          <w:spacing w:val="-2"/>
          <w:sz w:val="16"/>
          <w:szCs w:val="16"/>
        </w:rPr>
      </w:pPr>
      <w:r w:rsidRPr="005B1952">
        <w:rPr>
          <w:spacing w:val="-2"/>
          <w:vertAlign w:val="superscript"/>
        </w:rPr>
        <w:t xml:space="preserve">  </w:t>
      </w:r>
      <w:r w:rsidR="00C939D5" w:rsidRPr="005B1952">
        <w:rPr>
          <w:spacing w:val="-2"/>
          <w:vertAlign w:val="superscript"/>
        </w:rPr>
        <w:t xml:space="preserve"> </w:t>
      </w:r>
      <w:r w:rsidR="00304C97" w:rsidRPr="005B1952">
        <w:rPr>
          <w:spacing w:val="-2"/>
          <w:vertAlign w:val="superscript"/>
        </w:rPr>
        <w:t>1</w:t>
      </w:r>
      <w:r w:rsidRPr="005B1952">
        <w:rPr>
          <w:spacing w:val="-2"/>
          <w:vertAlign w:val="superscript"/>
        </w:rPr>
        <w:t xml:space="preserve"> </w:t>
      </w:r>
      <w:r w:rsidR="00C939D5" w:rsidRPr="005B1952">
        <w:rPr>
          <w:spacing w:val="-2"/>
          <w:vertAlign w:val="superscript"/>
        </w:rPr>
        <w:t xml:space="preserve">  </w:t>
      </w:r>
      <w:r w:rsidR="00EF0AC3" w:rsidRPr="005B1952">
        <w:rPr>
          <w:spacing w:val="-2"/>
          <w:sz w:val="16"/>
          <w:szCs w:val="16"/>
        </w:rPr>
        <w:t>Voting for</w:t>
      </w:r>
      <w:r w:rsidR="00304C97" w:rsidRPr="005B1952">
        <w:rPr>
          <w:spacing w:val="-2"/>
          <w:sz w:val="16"/>
          <w:szCs w:val="16"/>
        </w:rPr>
        <w:t xml:space="preserve"> Cyprus, Finland, France, Germany, Hungary, Italy, Lithuania, Luxembourg,</w:t>
      </w:r>
      <w:r w:rsidR="00E87C44" w:rsidRPr="005B1952">
        <w:rPr>
          <w:spacing w:val="-2"/>
          <w:sz w:val="16"/>
          <w:szCs w:val="16"/>
        </w:rPr>
        <w:t xml:space="preserve"> </w:t>
      </w:r>
      <w:r w:rsidR="004E35EC" w:rsidRPr="005B1952">
        <w:rPr>
          <w:spacing w:val="-2"/>
          <w:sz w:val="16"/>
          <w:szCs w:val="16"/>
        </w:rPr>
        <w:t>Romania</w:t>
      </w:r>
      <w:r w:rsidR="00E87C44" w:rsidRPr="005B1952">
        <w:rPr>
          <w:spacing w:val="-2"/>
          <w:sz w:val="16"/>
          <w:szCs w:val="16"/>
        </w:rPr>
        <w:t xml:space="preserve"> from 01.01.2007</w:t>
      </w:r>
      <w:r w:rsidR="004E35EC" w:rsidRPr="005B1952">
        <w:rPr>
          <w:spacing w:val="-2"/>
          <w:sz w:val="16"/>
          <w:szCs w:val="16"/>
        </w:rPr>
        <w:t xml:space="preserve">, </w:t>
      </w:r>
      <w:r w:rsidR="00885392" w:rsidRPr="005B1952">
        <w:rPr>
          <w:spacing w:val="-2"/>
          <w:sz w:val="16"/>
          <w:szCs w:val="16"/>
        </w:rPr>
        <w:t xml:space="preserve">The Netherlands, </w:t>
      </w:r>
      <w:r w:rsidR="00304C97" w:rsidRPr="005B1952">
        <w:rPr>
          <w:spacing w:val="-2"/>
          <w:sz w:val="16"/>
          <w:szCs w:val="16"/>
        </w:rPr>
        <w:t xml:space="preserve">Slovakia, </w:t>
      </w:r>
      <w:r w:rsidR="002174EF" w:rsidRPr="005B1952">
        <w:rPr>
          <w:spacing w:val="-2"/>
          <w:sz w:val="16"/>
          <w:szCs w:val="16"/>
        </w:rPr>
        <w:t xml:space="preserve">Slovenia, </w:t>
      </w:r>
      <w:r w:rsidR="00304C97" w:rsidRPr="005B1952">
        <w:rPr>
          <w:spacing w:val="-2"/>
          <w:sz w:val="16"/>
          <w:szCs w:val="16"/>
        </w:rPr>
        <w:t>Spain, Sweden, United Kingdom of Gr</w:t>
      </w:r>
      <w:r w:rsidR="00E87C44" w:rsidRPr="005B1952">
        <w:rPr>
          <w:spacing w:val="-2"/>
          <w:sz w:val="16"/>
          <w:szCs w:val="16"/>
        </w:rPr>
        <w:t>eat Britain and Northern Ireland</w:t>
      </w:r>
      <w:r w:rsidR="0015001C">
        <w:rPr>
          <w:spacing w:val="-2"/>
          <w:sz w:val="16"/>
          <w:szCs w:val="16"/>
        </w:rPr>
        <w:t xml:space="preserve"> until 31.12.2020</w:t>
      </w:r>
      <w:r w:rsidR="00E87C44" w:rsidRPr="005B1952">
        <w:rPr>
          <w:spacing w:val="-2"/>
          <w:sz w:val="16"/>
          <w:szCs w:val="16"/>
        </w:rPr>
        <w:t>.</w:t>
      </w:r>
    </w:p>
    <w:p w14:paraId="110F58AC" w14:textId="77777777" w:rsidR="003B6837" w:rsidRPr="00CC2F42" w:rsidRDefault="0035134F" w:rsidP="005B1952">
      <w:pPr>
        <w:pStyle w:val="HChG"/>
        <w:spacing w:before="240"/>
        <w:ind w:hanging="567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D94D99" wp14:editId="5E82D6C0">
                <wp:simplePos x="0" y="0"/>
                <wp:positionH relativeFrom="column">
                  <wp:posOffset>9753600</wp:posOffset>
                </wp:positionH>
                <wp:positionV relativeFrom="paragraph">
                  <wp:posOffset>152400</wp:posOffset>
                </wp:positionV>
                <wp:extent cx="388620" cy="2173605"/>
                <wp:effectExtent l="0" t="0" r="1143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217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A3EBC" w14:textId="77777777" w:rsidR="007B2C3F" w:rsidRDefault="007B2C3F" w:rsidP="003B6837">
                            <w:pPr>
                              <w:pStyle w:val="Header"/>
                            </w:pPr>
                            <w:r>
                              <w:t>ECE/TRANS/WP.29/2007/16</w:t>
                            </w:r>
                          </w:p>
                          <w:p w14:paraId="6C85738F" w14:textId="71378DD4" w:rsidR="007B2C3F" w:rsidRDefault="007B2C3F" w:rsidP="003B6837">
                            <w:pPr>
                              <w:pStyle w:val="Header"/>
                            </w:pPr>
                            <w:r>
                              <w:t xml:space="preserve">page 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16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vert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D94D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68pt;margin-top:12pt;width:30.6pt;height:171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" filled="f" stroked="f">
                <v:textbox style="layout-flow:vertical" inset="0,,0">
                  <w:txbxContent>
                    <w:p w14:paraId="033A3EBC" w14:textId="77777777" w:rsidR="007B2C3F" w:rsidRDefault="007B2C3F" w:rsidP="003B6837">
                      <w:pPr>
                        <w:pStyle w:val="Header"/>
                      </w:pPr>
                      <w:r>
                        <w:t>ECE/TRANS/WP.29/2007/16</w:t>
                      </w:r>
                    </w:p>
                    <w:p w14:paraId="6C85738F" w14:textId="71378DD4" w:rsidR="007B2C3F" w:rsidRDefault="007B2C3F" w:rsidP="003B6837">
                      <w:pPr>
                        <w:pStyle w:val="Header"/>
                      </w:pPr>
                      <w:r>
                        <w:t xml:space="preserve">page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16</w: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3B6837" w:rsidRPr="00CC2F42">
        <w:t>I</w:t>
      </w:r>
      <w:r w:rsidR="000D6FA2" w:rsidRPr="00CC2F42">
        <w:t>V</w:t>
      </w:r>
      <w:r w:rsidR="003B6837" w:rsidRPr="00CC2F42">
        <w:t>.</w:t>
      </w:r>
      <w:r w:rsidR="003B6837" w:rsidRPr="00CC2F42">
        <w:tab/>
        <w:t>Notifica</w:t>
      </w:r>
      <w:r w:rsidR="003B6837" w:rsidRPr="00F75909">
        <w:t>tio</w:t>
      </w:r>
      <w:r w:rsidR="003B6837" w:rsidRPr="00CC2F42">
        <w:t>ns</w:t>
      </w:r>
      <w:r w:rsidR="00444099" w:rsidRPr="00CC2F42">
        <w:t>/</w:t>
      </w:r>
      <w:r w:rsidR="00836D68">
        <w:t>s</w:t>
      </w:r>
      <w:r w:rsidR="00444099" w:rsidRPr="00CC2F42">
        <w:t>tatus report</w:t>
      </w:r>
      <w:r w:rsidR="00F67E5A" w:rsidRPr="00CC2F42">
        <w:t>s</w:t>
      </w:r>
      <w:r w:rsidR="003B6837" w:rsidRPr="00CC2F42">
        <w:t xml:space="preserve"> </w:t>
      </w:r>
      <w:r w:rsidR="003B6837" w:rsidRPr="00734A24">
        <w:t>concerning</w:t>
      </w:r>
      <w:r w:rsidR="003B6837" w:rsidRPr="00CC2F42">
        <w:t xml:space="preserve"> the </w:t>
      </w:r>
      <w:r w:rsidR="00EF0AC3" w:rsidRPr="00CC2F42">
        <w:t xml:space="preserve">Global </w:t>
      </w:r>
      <w:r w:rsidR="00EF0AC3" w:rsidRPr="00F75909">
        <w:t>Registry</w:t>
      </w:r>
    </w:p>
    <w:p w14:paraId="14C97EC7" w14:textId="77777777" w:rsidR="00093034" w:rsidRDefault="00093034" w:rsidP="00C31E34">
      <w:pPr>
        <w:pStyle w:val="SingleTxtG"/>
        <w:spacing w:after="100"/>
      </w:pPr>
      <w:r w:rsidRPr="00CC2F42">
        <w:t>This part reflects the notifications/status reports received by the UNECE secretariat</w:t>
      </w:r>
      <w:r w:rsidR="007508F6" w:rsidRPr="00CC2F42">
        <w:t xml:space="preserve">. According to </w:t>
      </w:r>
      <w:r w:rsidRPr="00CC2F42">
        <w:t>Article 7 of the 1998 Agreement</w:t>
      </w:r>
      <w:r w:rsidR="007508F6" w:rsidRPr="00CC2F42">
        <w:t>, t</w:t>
      </w:r>
      <w:r w:rsidRPr="00CC2F42">
        <w:t>hese notifications</w:t>
      </w:r>
      <w:r w:rsidR="007508F6" w:rsidRPr="00CC2F42">
        <w:t>/status reports</w:t>
      </w:r>
      <w:r w:rsidRPr="00CC2F42">
        <w:t xml:space="preserve"> are mandatory for </w:t>
      </w:r>
      <w:r w:rsidR="007508F6" w:rsidRPr="00CC2F42">
        <w:t xml:space="preserve">those Contracting Parties that voted in favour of a </w:t>
      </w:r>
      <w:r w:rsidR="0021389E">
        <w:t>UN GTR</w:t>
      </w:r>
      <w:r w:rsidR="007508F6" w:rsidRPr="00CC2F42">
        <w:t>/amendment.</w:t>
      </w:r>
    </w:p>
    <w:p w14:paraId="111145ED" w14:textId="77777777" w:rsidR="00D846E1" w:rsidRPr="005B1952" w:rsidRDefault="00D846E1" w:rsidP="00C31E34">
      <w:pPr>
        <w:pStyle w:val="SingleTxtG"/>
        <w:spacing w:after="100"/>
        <w:rPr>
          <w:spacing w:val="-2"/>
        </w:rPr>
      </w:pPr>
      <w:r w:rsidRPr="005B1952">
        <w:rPr>
          <w:i/>
          <w:spacing w:val="-2"/>
        </w:rPr>
        <w:t>Note by the secretariat:</w:t>
      </w:r>
      <w:r w:rsidRPr="005B1952">
        <w:rPr>
          <w:spacing w:val="-2"/>
        </w:rPr>
        <w:t xml:space="preserve"> the status report of the European Union is satisfying the obligation of its Member States being Contracting Part</w:t>
      </w:r>
      <w:r w:rsidR="000552A1" w:rsidRPr="005B1952">
        <w:rPr>
          <w:spacing w:val="-2"/>
        </w:rPr>
        <w:t>ies</w:t>
      </w:r>
      <w:r w:rsidRPr="005B1952">
        <w:rPr>
          <w:spacing w:val="-2"/>
        </w:rPr>
        <w:t xml:space="preserve"> to the Agreement: Cyprus, Finland, France, Germany, Hungary, Italy, Lithuania, Luxembourg, Romania (from 1/1/2007), Slovakia, Spain, Sweden, the Netherlands, </w:t>
      </w:r>
      <w:r w:rsidR="00F611A3" w:rsidRPr="005B1952">
        <w:rPr>
          <w:spacing w:val="-2"/>
        </w:rPr>
        <w:t>and the</w:t>
      </w:r>
      <w:r w:rsidRPr="005B1952">
        <w:rPr>
          <w:spacing w:val="-2"/>
        </w:rPr>
        <w:t xml:space="preserve"> United Kingdom of Great Britain and Northern Ireland.</w:t>
      </w:r>
    </w:p>
    <w:p w14:paraId="5EB46053" w14:textId="77777777" w:rsidR="000950C1" w:rsidRPr="00CC2F42" w:rsidRDefault="00055774" w:rsidP="0091554A">
      <w:pPr>
        <w:pStyle w:val="H23G"/>
        <w:keepNext w:val="0"/>
        <w:keepLines w:val="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1: Door locks and door retention components</w:t>
      </w:r>
    </w:p>
    <w:p w14:paraId="48E03814" w14:textId="77777777" w:rsidR="00091857" w:rsidRPr="00396AC2" w:rsidRDefault="00091857" w:rsidP="001A77AC">
      <w:pPr>
        <w:pStyle w:val="SingleTxtG"/>
        <w:spacing w:after="100"/>
        <w:rPr>
          <w:rStyle w:val="H4GChar"/>
          <w:i w:val="0"/>
        </w:rPr>
      </w:pPr>
      <w:r>
        <w:rPr>
          <w:rStyle w:val="H4GChar"/>
        </w:rPr>
        <w:t>Establishment in the Global Registry</w:t>
      </w:r>
      <w:r w:rsidR="00396AC2">
        <w:rPr>
          <w:rStyle w:val="H4GChar"/>
        </w:rPr>
        <w:t>:</w:t>
      </w:r>
      <w:r w:rsidR="00396AC2">
        <w:rPr>
          <w:rStyle w:val="H4GChar"/>
          <w:i w:val="0"/>
        </w:rPr>
        <w:t xml:space="preserve"> 18.11.2004</w:t>
      </w:r>
    </w:p>
    <w:p w14:paraId="5CD42EA1" w14:textId="77777777" w:rsidR="0096645E" w:rsidRPr="00001912" w:rsidRDefault="0096645E" w:rsidP="001A77AC">
      <w:pPr>
        <w:pStyle w:val="SingleTxtG"/>
        <w:spacing w:after="100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="00A250B5" w:rsidRPr="00CC2F42"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ECE/TRAN/2005/124/1, dated 21.09.2005</w:t>
      </w:r>
    </w:p>
    <w:p w14:paraId="530DCEBF" w14:textId="77777777" w:rsidR="006D000F" w:rsidRPr="00F611A3" w:rsidRDefault="006D000F" w:rsidP="001A77AC">
      <w:pPr>
        <w:pStyle w:val="SingleTxtG"/>
        <w:spacing w:after="100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14:paraId="53C163AE" w14:textId="77777777" w:rsidR="00A250B5" w:rsidRPr="00CC2F42" w:rsidRDefault="000931FF" w:rsidP="001A77AC">
      <w:pPr>
        <w:pStyle w:val="SingleTxtG"/>
        <w:spacing w:after="10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eports/</w:t>
      </w:r>
      <w:r w:rsidR="006D000F" w:rsidRPr="00CC2F42">
        <w:t>f</w:t>
      </w:r>
      <w:r w:rsidRPr="00CC2F42">
        <w:t xml:space="preserve">inal </w:t>
      </w:r>
      <w:r w:rsidR="006D000F" w:rsidRPr="00CC2F42">
        <w:t>n</w:t>
      </w:r>
      <w:r w:rsidRPr="00CC2F42">
        <w:t>otifications:</w:t>
      </w:r>
      <w:r w:rsidR="004840A5" w:rsidRPr="00CC2F42">
        <w:t xml:space="preserve"> 17.01</w:t>
      </w:r>
      <w:r w:rsidR="00A250B5" w:rsidRPr="00CC2F42">
        <w:t>.200</w:t>
      </w:r>
      <w:r w:rsidR="004840A5" w:rsidRPr="00CC2F42">
        <w:t>6</w:t>
      </w:r>
      <w:r w:rsidR="00A250B5" w:rsidRPr="00CC2F42">
        <w:t xml:space="preserve"> then each </w:t>
      </w:r>
      <w:r w:rsidR="001F626B" w:rsidRPr="00CC2F42">
        <w:t>17.</w:t>
      </w:r>
      <w:r w:rsidR="004840A5" w:rsidRPr="00CC2F42">
        <w:t>0</w:t>
      </w:r>
      <w:r w:rsidR="001F626B" w:rsidRPr="00CC2F42">
        <w:t>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6645E" w:rsidRPr="00CC2F42" w14:paraId="25FA3F29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D19F270" w14:textId="77777777" w:rsidR="0096645E" w:rsidRPr="00CC2F42" w:rsidRDefault="0096645E" w:rsidP="008042E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7767F91" w14:textId="77777777" w:rsidR="0096645E" w:rsidRPr="00CC2F42" w:rsidRDefault="0096645E" w:rsidP="008042EC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8089F18" w14:textId="77777777" w:rsidR="0096645E" w:rsidRPr="00CC2F42" w:rsidRDefault="0096645E" w:rsidP="008042E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DCBFEC9" w14:textId="77777777" w:rsidR="0096645E" w:rsidRPr="00CC2F42" w:rsidRDefault="0096645E" w:rsidP="00CF2227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Communic</w:t>
            </w:r>
            <w:r w:rsidR="008433FA" w:rsidRPr="00CC2F42">
              <w:rPr>
                <w:i/>
                <w:iCs/>
                <w:sz w:val="16"/>
                <w:szCs w:val="16"/>
              </w:rPr>
              <w:t>ation on the application of the</w:t>
            </w:r>
            <w:r w:rsidR="00FC15A4" w:rsidRPr="00CC2F42">
              <w:rPr>
                <w:i/>
                <w:iCs/>
                <w:sz w:val="16"/>
                <w:szCs w:val="16"/>
              </w:rPr>
              <w:t xml:space="preserve">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CF2227" w:rsidRPr="00CC2F42" w14:paraId="0352C24E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0C55CF14" w14:textId="77777777" w:rsidR="00CF2227" w:rsidRPr="00CC2F42" w:rsidRDefault="00CF222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2F5FB2C" w14:textId="77777777" w:rsidR="00CF2227" w:rsidRPr="00CC2F42" w:rsidRDefault="00CF2227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1B196B5" w14:textId="77777777" w:rsidR="00CF2227" w:rsidRPr="00CC2F42" w:rsidRDefault="001E448D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4EF81C8" w14:textId="77777777" w:rsidR="00CF2227" w:rsidRPr="00CC2F42" w:rsidRDefault="00CF2227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14:paraId="6BD0478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8F4EC5A" w14:textId="77777777"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71BED27" w14:textId="77777777"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5659AFA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35F7504C" w14:textId="77777777" w:rsidR="00D7567A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B637C" w:rsidRPr="00CC2F42" w14:paraId="28FBC711" w14:textId="77777777" w:rsidTr="00A86641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3054F0AB" w14:textId="77777777" w:rsidR="007B637C" w:rsidRPr="00CC2F42" w:rsidRDefault="007B637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5A195E1" w14:textId="77777777" w:rsidR="007B637C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28.09.15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2FFB6B2" w14:textId="77777777" w:rsidR="007B637C" w:rsidRPr="00CC2F42" w:rsidRDefault="007B637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0710C254" w14:textId="77777777" w:rsidR="007B637C" w:rsidRPr="00CC2F42" w:rsidRDefault="007B637C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14:paraId="4686F5AE" w14:textId="77777777" w:rsidTr="00A86641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5E1093A4" w14:textId="77777777"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CFCEAD2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10.01.06</w:t>
            </w:r>
          </w:p>
          <w:p w14:paraId="4DC957E0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08.01.07</w:t>
            </w:r>
          </w:p>
          <w:p w14:paraId="403D0132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07.07.08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F63A650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</w:t>
            </w:r>
            <w:r w:rsidRPr="00502CDC">
              <w:rPr>
                <w:sz w:val="16"/>
                <w:szCs w:val="16"/>
                <w:vertAlign w:val="superscript"/>
                <w:lang w:val="en-US"/>
              </w:rPr>
              <w:t>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CF05262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1A95553E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DF3E49E" w14:textId="77777777" w:rsidR="000552A1" w:rsidRDefault="000552A1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40966AF9" w14:textId="77777777" w:rsidR="000552A1" w:rsidRDefault="000552A1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6592A9BF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14:paraId="6EBEBB3E" w14:textId="77777777" w:rsidTr="00A86641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28BE043" w14:textId="77777777"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B275232" w14:textId="77777777" w:rsidR="00D7567A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18.01.06</w:t>
            </w:r>
          </w:p>
          <w:p w14:paraId="7E88F232" w14:textId="77777777" w:rsidR="008505A6" w:rsidRPr="00CC2F42" w:rsidRDefault="008505A6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6C0648B" w14:textId="77777777" w:rsidR="00D7567A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DDE166A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4C0ECC41" w14:textId="77777777" w:rsidR="00D7567A" w:rsidRPr="00CC2F42" w:rsidRDefault="00D7567A" w:rsidP="003050F0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D7567A" w:rsidRPr="00CC2F42" w14:paraId="3D87C110" w14:textId="77777777" w:rsidTr="00005C6E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6222D5D" w14:textId="77777777" w:rsidR="00D7567A" w:rsidRPr="00CC2F42" w:rsidRDefault="00D846E1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8331BBC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20.12.05</w:t>
            </w:r>
          </w:p>
          <w:p w14:paraId="2BBBB1B2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26.02.07</w:t>
            </w:r>
          </w:p>
          <w:p w14:paraId="5A9CCE8E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CAD1612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7348D61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62077BD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469E5BA9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442F3F9B" w14:textId="77777777"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63A7F5A6" w14:textId="77777777" w:rsidR="00504AEA" w:rsidRPr="00CC2F42" w:rsidRDefault="00504AE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Transposition:</w:t>
            </w:r>
            <w:r w:rsidR="00D7567A" w:rsidRPr="00CC2F42">
              <w:rPr>
                <w:sz w:val="16"/>
                <w:szCs w:val="16"/>
                <w:lang w:val="en-US"/>
              </w:rPr>
              <w:t xml:space="preserve"> UN Regulation No.11</w:t>
            </w:r>
          </w:p>
        </w:tc>
      </w:tr>
      <w:tr w:rsidR="00B47C9B" w:rsidRPr="00CC2F42" w14:paraId="712807DD" w14:textId="77777777" w:rsidTr="00005C6E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C0661E6" w14:textId="77777777" w:rsidR="00B47C9B" w:rsidRPr="00CC2F42" w:rsidRDefault="00B47C9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BE67B4A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4148B58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7332710D" w14:textId="77777777" w:rsidR="00B47C9B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B47C9B" w:rsidRPr="00CC2F42" w14:paraId="02A66E8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7C2AB23" w14:textId="77777777"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22C2F4F" w14:textId="77777777"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08.03.06</w:t>
            </w:r>
          </w:p>
          <w:p w14:paraId="241FE27C" w14:textId="77777777"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11.01.07</w:t>
            </w:r>
          </w:p>
          <w:p w14:paraId="76408164" w14:textId="77777777"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20.08.07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3B0CB12" w14:textId="77777777"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14:paraId="506B4130" w14:textId="77777777"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</w:t>
            </w:r>
            <w:r w:rsidRPr="00CC2F42">
              <w:rPr>
                <w:iCs/>
                <w:sz w:val="16"/>
                <w:szCs w:val="16"/>
                <w:vertAlign w:val="superscript"/>
              </w:rPr>
              <w:t>nd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14:paraId="3DB0AB80" w14:textId="77777777"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3DB017E7" w14:textId="77777777" w:rsidR="000552A1" w:rsidRDefault="000552A1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14:paraId="2791E0EC" w14:textId="77777777" w:rsidR="000552A1" w:rsidRDefault="000552A1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14:paraId="226E75B5" w14:textId="77777777"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Total integration into national law</w:t>
            </w:r>
          </w:p>
        </w:tc>
      </w:tr>
      <w:tr w:rsidR="00B47C9B" w:rsidRPr="00CC2F42" w14:paraId="34F3FC3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5EB1FB6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82C6DD2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B7E06EE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7CDC92AD" w14:textId="77777777" w:rsidR="00B47C9B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B47C9B" w:rsidRPr="00CC2F42" w14:paraId="16F19EB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0F1FD679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373A989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11.01.06</w:t>
            </w:r>
          </w:p>
          <w:p w14:paraId="173BD4D9" w14:textId="77777777" w:rsidR="00B47C9B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23.10.09</w:t>
            </w:r>
          </w:p>
          <w:p w14:paraId="6D6147C5" w14:textId="77777777"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80B4096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14:paraId="72B9833F" w14:textId="77777777" w:rsidR="00B47C9B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14:paraId="51ECF009" w14:textId="77777777"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09C175B2" w14:textId="77777777" w:rsidR="004A5652" w:rsidRDefault="004A565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14:paraId="5DCCDAC5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Total integration into national law</w:t>
            </w:r>
          </w:p>
        </w:tc>
      </w:tr>
      <w:tr w:rsidR="00B47C9B" w:rsidRPr="00CC2F42" w14:paraId="159277A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E63BD6F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3672011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64616BA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49E29C49" w14:textId="77777777" w:rsidR="00B47C9B" w:rsidRPr="00CC2F42" w:rsidRDefault="002D2E14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B47C9B" w:rsidRPr="00CC2F42" w14:paraId="0231899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F0456E6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4866F40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466BED8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34B44115" w14:textId="77777777" w:rsidR="00B47C9B" w:rsidRPr="00CC2F42" w:rsidRDefault="002D2E14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B47C9B" w:rsidRPr="00CC2F42" w14:paraId="1F89104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17819DB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784C2A6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B2C2DD9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8E7CBF9" w14:textId="77777777"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0724E4" w:rsidRPr="00CC2F42" w14:paraId="07CFA7C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6841970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74BECB1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6C41385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B2DD19F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03112D1D" w14:textId="77777777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464C0DB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8476E8B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768B44C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26D98D5F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0724E4" w:rsidRPr="00CC2F42" w14:paraId="33B80F84" w14:textId="77777777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44FC5C7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Romania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0744482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07.02.06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77502B3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14:paraId="4EF54DD7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Joined the EU on 1.1.2007</w:t>
            </w:r>
          </w:p>
        </w:tc>
      </w:tr>
      <w:tr w:rsidR="000724E4" w:rsidRPr="00CC2F42" w14:paraId="48DB0814" w14:textId="77777777" w:rsidTr="0081796A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37380FB3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CBF0A35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01.06.06</w:t>
            </w:r>
          </w:p>
          <w:p w14:paraId="47F79EB2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24.05.07</w:t>
            </w:r>
          </w:p>
          <w:p w14:paraId="018FEDDB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03.12.08</w:t>
            </w:r>
          </w:p>
          <w:p w14:paraId="09A4A036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28.12.09</w:t>
            </w:r>
          </w:p>
          <w:p w14:paraId="0BA2ED32" w14:textId="77777777" w:rsidR="000724E4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05.10.12</w:t>
            </w:r>
          </w:p>
          <w:p w14:paraId="04725146" w14:textId="77777777" w:rsidR="000724E4" w:rsidRDefault="000724E4" w:rsidP="000724E4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30A4ABCE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85FD6F7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14:paraId="4FC68ABF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</w:t>
            </w:r>
            <w:r w:rsidRPr="00CC2F42">
              <w:rPr>
                <w:iCs/>
                <w:sz w:val="16"/>
                <w:szCs w:val="16"/>
                <w:vertAlign w:val="superscript"/>
              </w:rPr>
              <w:t>nd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14:paraId="0EC5AEC9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3</w:t>
            </w:r>
            <w:r w:rsidRPr="00CC2F42">
              <w:rPr>
                <w:iCs/>
                <w:sz w:val="16"/>
                <w:szCs w:val="16"/>
                <w:vertAlign w:val="superscript"/>
              </w:rPr>
              <w:t>rd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14:paraId="50CF0FFD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14:paraId="32A534E1" w14:textId="77777777" w:rsidR="000724E4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14:paraId="06EA58A9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  <w:r>
              <w:rPr>
                <w:iCs/>
                <w:sz w:val="16"/>
                <w:szCs w:val="16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757F25B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14:paraId="33F97848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14:paraId="0488393A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14:paraId="79081C17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 xml:space="preserve">No. </w:t>
            </w:r>
            <w:r w:rsidRPr="00CC2F42">
              <w:rPr>
                <w:iCs/>
                <w:sz w:val="16"/>
                <w:szCs w:val="16"/>
              </w:rPr>
              <w:t>11</w:t>
            </w:r>
          </w:p>
          <w:p w14:paraId="472A9D22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Confirmation:</w:t>
            </w:r>
            <w:r w:rsidRPr="00CC2F42">
              <w:rPr>
                <w:iCs/>
                <w:sz w:val="16"/>
                <w:szCs w:val="16"/>
              </w:rPr>
              <w:t xml:space="preserve"> UN Regulation No.11 </w:t>
            </w:r>
            <w:r>
              <w:rPr>
                <w:iCs/>
                <w:sz w:val="16"/>
                <w:szCs w:val="16"/>
              </w:rPr>
              <w:t>(from:</w:t>
            </w:r>
            <w:r w:rsidRPr="00CC2F42">
              <w:rPr>
                <w:iCs/>
                <w:sz w:val="16"/>
                <w:szCs w:val="16"/>
              </w:rPr>
              <w:t xml:space="preserve"> 01.01.2014</w:t>
            </w:r>
            <w:r>
              <w:rPr>
                <w:iCs/>
                <w:sz w:val="16"/>
                <w:szCs w:val="16"/>
              </w:rPr>
              <w:t>)</w:t>
            </w:r>
          </w:p>
        </w:tc>
      </w:tr>
      <w:tr w:rsidR="000724E4" w:rsidRPr="00CC2F42" w14:paraId="71917146" w14:textId="77777777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5D1C23B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B15188B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35B4E6E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40DCCC2B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0F0E5C1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73B37A9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7731646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18.09.07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52A5B6A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 xml:space="preserve">st </w:t>
            </w:r>
            <w:r w:rsidRPr="00CC2F42">
              <w:rPr>
                <w:iCs/>
                <w:sz w:val="16"/>
                <w:szCs w:val="16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501BF22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0724E4" w:rsidRPr="00CC2F42" w14:paraId="313EDAC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34EF7E93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2D7AB4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6D30037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7BBF8A6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56F09B5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535B383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D896E5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C5B45A4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48B816A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00FE6DE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67855983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1C7D3CE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A1537D0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4B0B0653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0724E4" w:rsidRPr="00CC2F42" w14:paraId="28C43904" w14:textId="77777777" w:rsidTr="000724E4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3BCA0E6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1977210" w14:textId="77777777" w:rsidR="000724E4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12.01.06</w:t>
            </w:r>
          </w:p>
          <w:p w14:paraId="39FFC3A7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401B077" w14:textId="77777777" w:rsidR="000724E4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14:paraId="6FDB940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5CBBA39" w14:textId="77777777" w:rsidR="000724E4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14:paraId="03B3EE2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 effective since 01.05.10</w:t>
            </w:r>
          </w:p>
        </w:tc>
      </w:tr>
      <w:tr w:rsidR="000724E4" w:rsidRPr="00CC2F42" w14:paraId="0E5FCA9F" w14:textId="77777777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0ACC290C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54F55A0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F94B1AA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14:paraId="6670BF17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0BECF382" w14:textId="77777777" w:rsidR="00AC5B41" w:rsidRPr="00CC2F42" w:rsidRDefault="004C1344" w:rsidP="00A86641">
      <w:pPr>
        <w:pStyle w:val="H23G"/>
        <w:spacing w:before="0"/>
      </w:pPr>
      <w:r w:rsidRPr="00CC2F42">
        <w:br w:type="page"/>
      </w:r>
      <w:r w:rsidR="00AC5B41" w:rsidRPr="00CC2F42">
        <w:tab/>
      </w:r>
      <w:r w:rsidR="007B3998" w:rsidRPr="00CC2F42">
        <w:tab/>
      </w:r>
      <w:r w:rsidR="0021389E">
        <w:t>UN GTR</w:t>
      </w:r>
      <w:r w:rsidR="00AC5B41" w:rsidRPr="00CC2F42">
        <w:t xml:space="preserve"> No. 1 – Amend</w:t>
      </w:r>
      <w:r w:rsidR="00354ECB">
        <w:t>.</w:t>
      </w:r>
      <w:r w:rsidR="00AC5B41" w:rsidRPr="00CC2F42">
        <w:t xml:space="preserve"> 1 - Door locks and door retention components</w:t>
      </w:r>
    </w:p>
    <w:p w14:paraId="1C46691E" w14:textId="77777777"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28.06.2012</w:t>
      </w:r>
    </w:p>
    <w:p w14:paraId="543B61CA" w14:textId="77777777" w:rsidR="00AC5B41" w:rsidRPr="00001912" w:rsidRDefault="00AC5B41" w:rsidP="00AC5B41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>ECE/TRAN/2005/124/1/Amend.1, dated 31.08.2012</w:t>
      </w:r>
    </w:p>
    <w:p w14:paraId="05235D93" w14:textId="77777777" w:rsidR="00AC5B41" w:rsidRPr="00F611A3" w:rsidRDefault="00AC5B41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14:paraId="38C9860D" w14:textId="77777777" w:rsidR="00AC5B41" w:rsidRPr="00CC2F42" w:rsidRDefault="00AC5B41" w:rsidP="00E608C2">
      <w:pPr>
        <w:pStyle w:val="SingleTxtG"/>
        <w:spacing w:after="0"/>
      </w:pPr>
      <w:r w:rsidRPr="00CC2F42">
        <w:t xml:space="preserve">Deadline for status reports/final notifications: </w:t>
      </w:r>
      <w:r w:rsidRPr="00A028B0">
        <w:t>2</w:t>
      </w:r>
      <w:r w:rsidR="002A2EC6" w:rsidRPr="00A028B0">
        <w:t>7</w:t>
      </w:r>
      <w:r w:rsidRPr="00A028B0">
        <w:t>.0</w:t>
      </w:r>
      <w:r w:rsidR="002A2EC6" w:rsidRPr="00A028B0">
        <w:t>8</w:t>
      </w:r>
      <w:r w:rsidRPr="00A028B0">
        <w:t>.201</w:t>
      </w:r>
      <w:r w:rsidR="00A028B0" w:rsidRPr="00A028B0">
        <w:t>3</w:t>
      </w:r>
      <w:r w:rsidRPr="00CC2F42">
        <w:t xml:space="preserve"> then each 2</w:t>
      </w:r>
      <w:r w:rsidR="002A2EC6">
        <w:t>7</w:t>
      </w:r>
      <w:r w:rsidRPr="00CC2F42">
        <w:t>.0</w:t>
      </w:r>
      <w:r w:rsidR="002A2EC6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B47C9B" w:rsidRPr="00CC2F42" w14:paraId="644ABC89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6287CA9" w14:textId="77777777" w:rsidR="00B47C9B" w:rsidRPr="00CC2F42" w:rsidRDefault="00B47C9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A43345C" w14:textId="77777777" w:rsidR="00B47C9B" w:rsidRPr="00CC2F42" w:rsidRDefault="00B47C9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F3CACDF" w14:textId="77777777" w:rsidR="00B47C9B" w:rsidRPr="00CC2F42" w:rsidRDefault="00B47C9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5C0E62A" w14:textId="77777777" w:rsidR="00B47C9B" w:rsidRPr="00CC2F42" w:rsidRDefault="00B47C9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14:paraId="485D0D5C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22FC776" w14:textId="77777777"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E03BEBB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0B8BCA4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A29959B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14:paraId="686549D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34D66926" w14:textId="77777777"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08CB1C5" w14:textId="77777777"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08C99AC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3CF043C9" w14:textId="77777777"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6D5F8B2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0CF86F1" w14:textId="77777777"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478955C" w14:textId="77777777"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1069AAE" w14:textId="77777777"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568B7CA" w14:textId="77777777"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C29F2" w:rsidRPr="00CC2F42" w14:paraId="4ADF5FC8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056A8861" w14:textId="77777777"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2FE94AD" w14:textId="77777777" w:rsidR="008C29F2" w:rsidRPr="00CC2F42" w:rsidRDefault="00F903DE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B9AADD4" w14:textId="77777777" w:rsidR="008C29F2" w:rsidRPr="00CC2F42" w:rsidRDefault="00F903DE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First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80B76F4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14:paraId="1A21AAC8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766A6022" w14:textId="77777777"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9F6E871" w14:textId="77777777" w:rsidR="008C29F2" w:rsidRPr="00CC2F42" w:rsidRDefault="008505A6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0402D10" w14:textId="77777777" w:rsidR="008C29F2" w:rsidRPr="00CC2F42" w:rsidRDefault="008505A6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790D9BDF" w14:textId="77777777" w:rsidR="008C29F2" w:rsidRPr="00CC2F42" w:rsidRDefault="008C29F2" w:rsidP="003050F0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8C29F2" w:rsidRPr="00CC2F42" w14:paraId="200EBE9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8A17C5F" w14:textId="77777777"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62D0775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883B6CD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400878CA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11</w:t>
            </w:r>
          </w:p>
        </w:tc>
      </w:tr>
      <w:tr w:rsidR="008C29F2" w:rsidRPr="00CC2F42" w14:paraId="00B37780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70B18AB4" w14:textId="77777777"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62306E9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8CD0BA8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D452545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14:paraId="14C968C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7FFC1C26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5D0D5EB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27.01.13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7AB5DFB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44413635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Transposition: UN Regulation No. 11</w:t>
            </w:r>
          </w:p>
        </w:tc>
      </w:tr>
      <w:tr w:rsidR="008C29F2" w:rsidRPr="00CC2F42" w14:paraId="69B6EB9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0DC60FE9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25D2129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9CDC842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768865D1" w14:textId="77777777"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14:paraId="6A91DC8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9794358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C195CFD" w14:textId="77777777" w:rsidR="008C29F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30.04.14</w:t>
            </w:r>
          </w:p>
          <w:p w14:paraId="64111D77" w14:textId="77777777" w:rsidR="00201FDE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01.02.17</w:t>
            </w:r>
          </w:p>
          <w:p w14:paraId="7FA449F9" w14:textId="77777777" w:rsidR="00372AE6" w:rsidRPr="00CC2F42" w:rsidRDefault="00372AE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CB6DD4D" w14:textId="77777777" w:rsidR="008C29F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 w:rsidRPr="00CB3C12"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14:paraId="6E54B8F3" w14:textId="77777777" w:rsidR="00201FDE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</w:t>
            </w:r>
            <w:r w:rsidRPr="00201FDE">
              <w:rPr>
                <w:iCs/>
                <w:sz w:val="16"/>
                <w:szCs w:val="16"/>
                <w:vertAlign w:val="superscript"/>
              </w:rPr>
              <w:t>nd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14:paraId="43482449" w14:textId="77777777" w:rsidR="00372AE6" w:rsidRPr="00CC2F42" w:rsidRDefault="00372AE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</w:t>
            </w:r>
            <w:r w:rsidRPr="00372AE6">
              <w:rPr>
                <w:iCs/>
                <w:sz w:val="16"/>
                <w:szCs w:val="16"/>
                <w:vertAlign w:val="superscript"/>
              </w:rPr>
              <w:t>rd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41A4CE79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14:paraId="72345E7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78C55E49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6BF0869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9B28195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4021F803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14:paraId="4765B36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5E199B41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bookmarkStart w:id="1" w:name="_Hlk2089838"/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765EF26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C9432D0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C6E1D45" w14:textId="77777777"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bookmarkEnd w:id="1"/>
      <w:tr w:rsidR="008C29F2" w:rsidRPr="00CC2F42" w14:paraId="53FEB3E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39FB635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11DCF8B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FAFDB7E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08843C01" w14:textId="77777777"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0724E4" w:rsidRPr="00CC2F42" w14:paraId="0A66ED5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6D496276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3534121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BF656FF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4743D77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44ED6F2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9AC577C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3A4F5F4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A7C7D8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4E8E031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0739C2F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63CECDB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FB7B4F0" w14:textId="77777777" w:rsidR="000724E4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15A5168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95E33D9" w14:textId="77777777" w:rsidR="000724E4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14:paraId="2DF800DF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E463A5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0724E4" w:rsidRPr="00CC2F42" w14:paraId="668CABD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DF9A55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D49077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5B07303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0D393400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6854DF80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3DA9D1D1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6E30FE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FE6B823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132E3AB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0724E4" w:rsidRPr="00CC2F42" w14:paraId="2D14CB8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B0F1D2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DDEFB80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E63212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BFBFC8F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06879F4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1D18C4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EFF7881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9BEB83E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44AEF206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6D1987F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BF745FC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844956F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A25A8B3" w14:textId="77777777" w:rsidR="000724E4" w:rsidRPr="00EF64C3" w:rsidRDefault="000724E4" w:rsidP="000724E4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1C5D217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0724E4" w:rsidRPr="00CC2F42" w14:paraId="346F1112" w14:textId="77777777" w:rsidTr="000724E4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0781A66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3D9CCE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596B40E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2186336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 effective since 01.05.10</w:t>
            </w:r>
          </w:p>
        </w:tc>
      </w:tr>
      <w:tr w:rsidR="000724E4" w:rsidRPr="00CC2F42" w14:paraId="39474C2E" w14:textId="77777777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23EEB5C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7C0961F" w14:textId="77777777" w:rsidR="000724E4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24BDC48" w14:textId="77777777" w:rsidR="000724E4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14:paraId="434E98C3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7F42444B" w14:textId="77777777" w:rsidR="009E5DD5" w:rsidRPr="00CC2F42" w:rsidRDefault="00B47C9B" w:rsidP="009E5DD5">
      <w:pPr>
        <w:pStyle w:val="H23G"/>
      </w:pPr>
      <w:r w:rsidRPr="00CC2F42">
        <w:rPr>
          <w:b w:val="0"/>
        </w:rPr>
        <w:br w:type="page"/>
      </w:r>
      <w:r w:rsidR="009E5DD5" w:rsidRPr="00CC2F42">
        <w:tab/>
      </w:r>
      <w:r w:rsidR="009E5DD5" w:rsidRPr="00CC2F42">
        <w:tab/>
      </w:r>
      <w:r w:rsidR="0021389E">
        <w:t>UN GTR</w:t>
      </w:r>
      <w:r w:rsidR="009E5DD5" w:rsidRPr="00CC2F42">
        <w:t xml:space="preserve"> No. 1 – Amend</w:t>
      </w:r>
      <w:r w:rsidR="009E5DD5">
        <w:t>. 2</w:t>
      </w:r>
      <w:r w:rsidR="009E5DD5" w:rsidRPr="00CC2F42">
        <w:t xml:space="preserve"> - Door locks and door retention components</w:t>
      </w:r>
    </w:p>
    <w:p w14:paraId="2C42EB4E" w14:textId="77777777" w:rsidR="009E5DD5" w:rsidRPr="00396AC2" w:rsidRDefault="009E5DD5" w:rsidP="009E5DD5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21.06.2017</w:t>
      </w:r>
    </w:p>
    <w:p w14:paraId="1E49E522" w14:textId="77777777" w:rsidR="009E5DD5" w:rsidRPr="00001912" w:rsidRDefault="009E5DD5" w:rsidP="009E5DD5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>
        <w:rPr>
          <w:rStyle w:val="H4GChar"/>
          <w:i w:val="0"/>
        </w:rPr>
        <w:t>ECE/TRAN/2005/124/1/Amend.2</w:t>
      </w:r>
      <w:r w:rsidR="001E7E65">
        <w:rPr>
          <w:rStyle w:val="H4GChar"/>
          <w:i w:val="0"/>
        </w:rPr>
        <w:t>, dated 04.09.2017</w:t>
      </w:r>
    </w:p>
    <w:p w14:paraId="13E7FC02" w14:textId="77777777" w:rsidR="009E5DD5" w:rsidRPr="00F611A3" w:rsidRDefault="009E5DD5" w:rsidP="009E5DD5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14:paraId="45BB841C" w14:textId="77777777" w:rsidR="009E5DD5" w:rsidRPr="00CC2F42" w:rsidRDefault="009E5DD5" w:rsidP="009E5DD5">
      <w:pPr>
        <w:pStyle w:val="SingleTxtG"/>
        <w:spacing w:after="0"/>
      </w:pPr>
      <w:r w:rsidRPr="00CC2F42">
        <w:t xml:space="preserve">Deadline for status reports/final notifications: </w:t>
      </w:r>
      <w:r w:rsidRPr="00A028B0">
        <w:t>2</w:t>
      </w:r>
      <w:r w:rsidR="004530EA">
        <w:t>0</w:t>
      </w:r>
      <w:r w:rsidRPr="00A028B0">
        <w:t>.08.201</w:t>
      </w:r>
      <w:r w:rsidR="001E7E65">
        <w:t>8</w:t>
      </w:r>
      <w:r w:rsidRPr="00CC2F42">
        <w:t xml:space="preserve"> then each 2</w:t>
      </w:r>
      <w:r w:rsidR="004530EA">
        <w:t>0</w:t>
      </w:r>
      <w:r w:rsidRPr="00CC2F42">
        <w:t>.0</w:t>
      </w:r>
      <w:r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E5DD5" w:rsidRPr="00CC2F42" w14:paraId="1B26B741" w14:textId="77777777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5C80688" w14:textId="77777777" w:rsidR="009E5DD5" w:rsidRPr="00CC2F42" w:rsidRDefault="009E5DD5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5AF5983" w14:textId="77777777" w:rsidR="009E5DD5" w:rsidRPr="00CC2F42" w:rsidRDefault="009E5DD5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309C2B7" w14:textId="77777777" w:rsidR="009E5DD5" w:rsidRPr="00CC2F42" w:rsidRDefault="009E5DD5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87FD54D" w14:textId="77777777" w:rsidR="009E5DD5" w:rsidRPr="00CC2F42" w:rsidRDefault="009E5DD5" w:rsidP="00951966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E5DD5" w:rsidRPr="00CC2F42" w14:paraId="5DDB9B80" w14:textId="77777777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3750E8A5" w14:textId="77777777"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5F9C5FA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A2CDEF6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367266B9" w14:textId="77777777" w:rsidR="009E5DD5" w:rsidRPr="005C40AC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5C40AC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E5DD5" w:rsidRPr="00CC2F42" w14:paraId="208D860A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CE9649A" w14:textId="77777777"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0C53F63" w14:textId="77777777"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A1D91D5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7B705C30" w14:textId="77777777"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E5DD5" w:rsidRPr="00CC2F42" w14:paraId="106BD617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705BF6FC" w14:textId="77777777"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31F1B15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B5EC015" w14:textId="77777777"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CFBBC18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E5DD5" w:rsidRPr="00CC2F42" w14:paraId="594D59C0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400DD17" w14:textId="77777777"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02E7FB2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2E575F5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07EAE484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10E0DA42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0778F6D2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6A19AB3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0B898A6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04C4E70F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E5DD5" w:rsidRPr="00CC2F42" w14:paraId="4906A700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D21C51C" w14:textId="77777777"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3938050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CAE5F4B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088A9F1C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E5DD5" w:rsidRPr="00CC2F42" w14:paraId="6A6A3ED1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F417CD3" w14:textId="77777777"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E5E6B9E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7535261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28C461A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E5DD5" w:rsidRPr="00CC2F42" w14:paraId="5900A5B1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08F8BCEF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974CA9B" w14:textId="77777777" w:rsidR="009E5DD5" w:rsidRPr="00CC2F42" w:rsidRDefault="001E7E6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14.08.</w:t>
            </w:r>
            <w:r w:rsidRPr="001E7E65">
              <w:rPr>
                <w:iCs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08D757A" w14:textId="77777777" w:rsidR="009E5DD5" w:rsidRPr="00CC2F42" w:rsidRDefault="001F7E27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DE082A3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14:paraId="32738437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08E16885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A737B66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B51E407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FA5B092" w14:textId="77777777"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14:paraId="5BBD87A8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4A40E25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4BF64F3" w14:textId="77777777" w:rsidR="009E5DD5" w:rsidRPr="00CC2F42" w:rsidRDefault="007F4D14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D90B15D" w14:textId="77777777" w:rsidR="009E5DD5" w:rsidRPr="00CC2F42" w:rsidRDefault="007F4D14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 w:rsidRPr="007F4D14"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2F13CFC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14:paraId="6AC6CFDB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10A1864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B567E6F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03D3473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7120E98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14:paraId="00794421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68210150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53C4489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41E19E2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1D3ABFA" w14:textId="77777777"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14:paraId="61A5E117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7376334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2E5AB18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FE1778F" w14:textId="77777777"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77B4797E" w14:textId="77777777" w:rsidR="009E5DD5" w:rsidRPr="005C40AC" w:rsidRDefault="005C40AC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5C40AC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60DE898E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33B9152F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E6E8024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036DDA3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3E19A04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22F34E28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54500153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C4FA6D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6C07034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0F9D5C87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0724E4" w:rsidRPr="00CC2F42" w14:paraId="10A02E72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6B0A2753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F939056" w14:textId="77777777" w:rsidR="000724E4" w:rsidRPr="00CC2F42" w:rsidRDefault="004F24B8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B1536BD" w14:textId="77777777" w:rsidR="000724E4" w:rsidRPr="00CC2F42" w:rsidRDefault="004F24B8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7E1E87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0724E4" w:rsidRPr="00CC2F42" w14:paraId="3A542388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6C227FA3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2878136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374A4CC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4CE2F815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0724E4" w:rsidRPr="00CC2F42" w14:paraId="1254C2E9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8E3F372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BFF2A7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70DE197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2A943227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0724E4" w:rsidRPr="00CC2F42" w14:paraId="75078D32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58C615B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23C3312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A8023B7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40E6E5B8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37DE9501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3DC0B0B3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4478E7B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831DB26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BB1322B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2D7E36CA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71072B17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B0D087E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E0B9C6A" w14:textId="77777777" w:rsidR="000724E4" w:rsidRPr="00EF64C3" w:rsidRDefault="000724E4" w:rsidP="000724E4">
            <w:pPr>
              <w:spacing w:before="40" w:after="120" w:line="220" w:lineRule="exact"/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E7C9C20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0724E4" w:rsidRPr="00CC2F42" w14:paraId="26CDB97B" w14:textId="77777777" w:rsidTr="000724E4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5E08C1F1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1051D3C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C3F42BE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71F0327C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0724E4" w:rsidRPr="00CC2F42" w14:paraId="664B7211" w14:textId="77777777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3D51760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929DC4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5F4AC04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14:paraId="26780B04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7763D94E" w14:textId="77777777" w:rsidR="00F70A1C" w:rsidRPr="00CC2F42" w:rsidRDefault="009E5DD5" w:rsidP="00024836">
      <w:pPr>
        <w:pStyle w:val="H23G"/>
      </w:pPr>
      <w:r w:rsidRPr="00CC2F42">
        <w:rPr>
          <w:b w:val="0"/>
        </w:rPr>
        <w:br w:type="page"/>
      </w:r>
      <w:r w:rsidR="00F70A1C" w:rsidRPr="00CC2F42">
        <w:tab/>
      </w:r>
      <w:r w:rsidR="00F70A1C" w:rsidRPr="00CC2F42">
        <w:tab/>
      </w:r>
      <w:r w:rsidR="0021389E">
        <w:t>UN GTR</w:t>
      </w:r>
      <w:r w:rsidR="00F70A1C" w:rsidRPr="00CC2F42">
        <w:t xml:space="preserve"> No. 2</w:t>
      </w:r>
      <w:r w:rsidR="00510B27" w:rsidRPr="00CC2F42">
        <w:t xml:space="preserve"> -</w:t>
      </w:r>
      <w:r w:rsidR="00F70A1C" w:rsidRPr="00CC2F42">
        <w:t xml:space="preserve"> </w:t>
      </w:r>
      <w:r w:rsidR="00F70A1C" w:rsidRPr="002B017D">
        <w:t>Measurement procedure</w:t>
      </w:r>
      <w:r w:rsidR="00F70A1C" w:rsidRPr="00CC2F42">
        <w:t xml:space="preserve"> for two-</w:t>
      </w:r>
      <w:r w:rsidR="00F70A1C" w:rsidRPr="002B017D">
        <w:t>wheeled</w:t>
      </w:r>
      <w:r w:rsidR="00F70A1C" w:rsidRPr="00CC2F42">
        <w:t xml:space="preserve"> motorcycles equipped with a positive or compression ignition engine </w:t>
      </w:r>
      <w:proofErr w:type="gramStart"/>
      <w:r w:rsidR="00F70A1C" w:rsidRPr="00CC2F42">
        <w:t>with regard to</w:t>
      </w:r>
      <w:proofErr w:type="gramEnd"/>
      <w:r w:rsidR="00F70A1C" w:rsidRPr="00CC2F42">
        <w:t xml:space="preserve"> the emission of gaseous pollutants, CO</w:t>
      </w:r>
      <w:r w:rsidR="00F70A1C" w:rsidRPr="00CC2F42">
        <w:rPr>
          <w:vertAlign w:val="subscript"/>
        </w:rPr>
        <w:t xml:space="preserve">2 </w:t>
      </w:r>
      <w:r w:rsidR="00F70A1C" w:rsidRPr="00CC2F42">
        <w:t>emissions and fuel consumption</w:t>
      </w:r>
    </w:p>
    <w:p w14:paraId="4C946B17" w14:textId="77777777"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22.06.2005</w:t>
      </w:r>
    </w:p>
    <w:p w14:paraId="74DD1E9B" w14:textId="77777777" w:rsidR="00F70A1C" w:rsidRPr="00F611A3" w:rsidRDefault="00F70A1C" w:rsidP="00F611A3">
      <w:pPr>
        <w:pStyle w:val="SingleTxtG"/>
        <w:rPr>
          <w:rStyle w:val="H4GChar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 xml:space="preserve">ECE/TRAN/2005/124/2 dated 04.10.2005 </w:t>
      </w:r>
    </w:p>
    <w:p w14:paraId="61EC0490" w14:textId="77777777" w:rsidR="006D000F" w:rsidRPr="00F611A3" w:rsidRDefault="006D000F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</w:t>
      </w:r>
      <w:r w:rsidR="00001912">
        <w:rPr>
          <w:rStyle w:val="H4GChar"/>
        </w:rPr>
        <w:t>ations from Contracting Parties:</w:t>
      </w:r>
    </w:p>
    <w:p w14:paraId="3677E3A7" w14:textId="77777777" w:rsidR="00F70A1C" w:rsidRPr="00CC2F42" w:rsidRDefault="000931FF" w:rsidP="00E608C2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eports/</w:t>
      </w:r>
      <w:r w:rsidR="006D000F" w:rsidRPr="00CC2F42">
        <w:t>f</w:t>
      </w:r>
      <w:r w:rsidRPr="00CC2F42">
        <w:t xml:space="preserve">inal </w:t>
      </w:r>
      <w:r w:rsidR="006D000F" w:rsidRPr="00CC2F42">
        <w:t>n</w:t>
      </w:r>
      <w:r w:rsidRPr="00CC2F42">
        <w:t>otifications:</w:t>
      </w:r>
      <w:r w:rsidR="00F70A1C" w:rsidRPr="00CC2F42">
        <w:t xml:space="preserve"> </w:t>
      </w:r>
      <w:r w:rsidR="00590815" w:rsidRPr="00CC2F42">
        <w:t>21.0</w:t>
      </w:r>
      <w:r w:rsidR="004840A5" w:rsidRPr="00CC2F42">
        <w:t>8</w:t>
      </w:r>
      <w:r w:rsidR="00590815" w:rsidRPr="00CC2F42">
        <w:t>.2006</w:t>
      </w:r>
      <w:r w:rsidR="00F70A1C" w:rsidRPr="00CC2F42">
        <w:t xml:space="preserve"> then each </w:t>
      </w:r>
      <w:r w:rsidR="00590815" w:rsidRPr="00CC2F42">
        <w:t>21.0</w:t>
      </w:r>
      <w:r w:rsidR="004840A5" w:rsidRPr="00CC2F42">
        <w:t>8</w:t>
      </w:r>
      <w:r w:rsidR="00590815" w:rsidRPr="00CC2F42">
        <w:t>.</w:t>
      </w:r>
      <w:r w:rsidR="00F70A1C" w:rsidRPr="00CC2F42">
        <w:t>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972E0" w:rsidRPr="00CC2F42" w14:paraId="19EC313E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0654141" w14:textId="77777777" w:rsidR="009972E0" w:rsidRPr="00CC2F42" w:rsidRDefault="009972E0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7852E4F" w14:textId="77777777" w:rsidR="009972E0" w:rsidRPr="00CC2F42" w:rsidRDefault="009972E0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B4E626C" w14:textId="77777777" w:rsidR="009972E0" w:rsidRPr="00CC2F42" w:rsidRDefault="009972E0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92274EB" w14:textId="77777777" w:rsidR="009972E0" w:rsidRPr="00CC2F42" w:rsidRDefault="009972E0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14:paraId="37A51453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529D125" w14:textId="77777777"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8571F0E" w14:textId="77777777" w:rsidR="008C29F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  <w:p w14:paraId="00494612" w14:textId="67D1D299" w:rsidR="0002306A" w:rsidRPr="00CC2F42" w:rsidRDefault="0002306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490C22D" w14:textId="77777777" w:rsidR="008C29F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1611DAE9" w14:textId="09FB6039" w:rsidR="0002306A" w:rsidRPr="008C29F2" w:rsidRDefault="0002306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02306A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4607E33A" w14:textId="77777777" w:rsidR="008C29F2" w:rsidRPr="00FB032A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i/>
                <w:sz w:val="16"/>
                <w:szCs w:val="16"/>
              </w:rPr>
            </w:pPr>
            <w:r w:rsidRPr="00FB032A">
              <w:rPr>
                <w:rFonts w:ascii="Times New Roman" w:hAnsi="Times New Roman"/>
                <w:i/>
                <w:sz w:val="16"/>
                <w:szCs w:val="16"/>
              </w:rPr>
              <w:t xml:space="preserve">Did not vote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FB032A">
              <w:rPr>
                <w:rFonts w:ascii="Times New Roman" w:hAnsi="Times New Roman"/>
                <w:i/>
                <w:sz w:val="16"/>
                <w:szCs w:val="16"/>
              </w:rPr>
              <w:t>but voted Amend. 2&amp;3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9237AC" w:rsidRPr="00CC2F42" w14:paraId="05B6C5F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5309818D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EBBF06A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B02E573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39296FE7" w14:textId="77777777" w:rsidR="009237AC" w:rsidRPr="00CC2F42" w:rsidRDefault="002D2E14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72FA5" w:rsidRPr="00CC2F42" w14:paraId="5CC76898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FD54E6D" w14:textId="77777777"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52E8031" w14:textId="77777777"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3F8B46A" w14:textId="77777777"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72E0D78" w14:textId="77777777"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14:paraId="2DA4E0F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69046B4E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995723D" w14:textId="77777777"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11.09.06</w:t>
            </w:r>
          </w:p>
          <w:p w14:paraId="254C855F" w14:textId="77777777" w:rsidR="00872F49" w:rsidRDefault="00872F4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03.06.14</w:t>
            </w:r>
          </w:p>
          <w:p w14:paraId="03A566FB" w14:textId="77777777" w:rsidR="00927A17" w:rsidRDefault="00927A1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23.06.15</w:t>
            </w:r>
          </w:p>
          <w:p w14:paraId="7A8C3AD1" w14:textId="77777777" w:rsidR="00E75037" w:rsidRDefault="00FE0E2F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07.03.</w:t>
            </w:r>
            <w:r w:rsidRPr="00FE0E2F">
              <w:rPr>
                <w:rFonts w:ascii="Times New Roman" w:hAnsi="Times New Roman"/>
                <w:sz w:val="16"/>
                <w:szCs w:val="16"/>
              </w:rPr>
              <w:t>18</w:t>
            </w:r>
          </w:p>
          <w:p w14:paraId="7B6C5A03" w14:textId="3C65CC90" w:rsidR="009B0124" w:rsidRPr="00CC2F42" w:rsidRDefault="009B0124" w:rsidP="009B012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9B0124">
              <w:rPr>
                <w:rFonts w:ascii="Times New Roman" w:hAnsi="Times New Roman"/>
                <w:sz w:val="16"/>
                <w:szCs w:val="16"/>
                <w:lang w:val="en-GB"/>
              </w:rPr>
              <w:t>26.07.19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6C61317" w14:textId="77777777"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77D6FF57" w14:textId="77777777" w:rsidR="00872F49" w:rsidRDefault="00872F4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CB3C1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0E0EB055" w14:textId="77777777" w:rsidR="00927A17" w:rsidRDefault="00927A1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927A17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35384872" w14:textId="77777777" w:rsidR="00FE0E2F" w:rsidRDefault="00FE0E2F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FE0E2F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648F6CF1" w14:textId="47A2E0A3" w:rsidR="009B0124" w:rsidRPr="00CC2F42" w:rsidRDefault="009B0124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9B0124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D533F00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05A6" w:rsidRPr="00CC2F42" w14:paraId="61D97C5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956D785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396CBDB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B174F6C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84ECB48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37AC" w:rsidRPr="00CC2F42" w14:paraId="01AFA74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6F833698" w14:textId="77777777" w:rsidR="009237AC" w:rsidRPr="00CC2F42" w:rsidRDefault="00DB3108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7D25923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29.08.06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BB24730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0161F47A" w14:textId="77777777" w:rsidR="00354ECB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Total inte</w:t>
            </w:r>
            <w:r w:rsidR="00354ECB">
              <w:rPr>
                <w:rFonts w:ascii="Times New Roman" w:hAnsi="Times New Roman"/>
                <w:sz w:val="16"/>
                <w:szCs w:val="16"/>
              </w:rPr>
              <w:t>gration into regional law</w:t>
            </w:r>
          </w:p>
          <w:p w14:paraId="25EC9F80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Romania also sent final notification on 26.01.2007</w:t>
            </w:r>
          </w:p>
        </w:tc>
      </w:tr>
      <w:tr w:rsidR="009237AC" w:rsidRPr="00CC2F42" w14:paraId="0BAADED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AB203FC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A4FB5ED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08.05.08</w:t>
            </w:r>
          </w:p>
          <w:p w14:paraId="4F030FF3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04.09.09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387C8BA" w14:textId="77777777"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B2C4D2E" w14:textId="77777777"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proofErr w:type="gramStart"/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proofErr w:type="gramEnd"/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7D99ADBB" w14:textId="77777777"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697D260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353393FB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6C0CEAA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17.08.06</w:t>
            </w:r>
          </w:p>
          <w:p w14:paraId="7DC5185C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20.08.07</w:t>
            </w:r>
          </w:p>
          <w:p w14:paraId="0D448201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13.08.08</w:t>
            </w:r>
          </w:p>
          <w:p w14:paraId="183C0827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18.08.09</w:t>
            </w:r>
          </w:p>
          <w:p w14:paraId="521184F4" w14:textId="77777777"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24.08.10</w:t>
            </w:r>
          </w:p>
          <w:p w14:paraId="052654BE" w14:textId="77777777" w:rsidR="00E45A09" w:rsidRPr="00CC2F42" w:rsidRDefault="00E45A0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27.12.10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A8DB72B" w14:textId="77777777"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19B8C4AA" w14:textId="77777777"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605D71A4" w14:textId="77777777"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BDD9025" w14:textId="77777777" w:rsidR="009237AC" w:rsidRPr="00CC2F42" w:rsidRDefault="009604D3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th 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status report </w:t>
            </w:r>
          </w:p>
          <w:p w14:paraId="7DEFC709" w14:textId="77777777" w:rsidR="00E45A09" w:rsidRDefault="00E45A09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C2F42">
              <w:rPr>
                <w:sz w:val="16"/>
                <w:szCs w:val="16"/>
                <w:lang w:val="en-US"/>
              </w:rPr>
              <w:t xml:space="preserve"> </w:t>
            </w:r>
            <w:r w:rsidR="009237AC" w:rsidRPr="00CC2F42">
              <w:rPr>
                <w:sz w:val="16"/>
                <w:szCs w:val="16"/>
                <w:lang w:val="en-US"/>
              </w:rPr>
              <w:t>status report</w:t>
            </w:r>
          </w:p>
          <w:p w14:paraId="72B39E2D" w14:textId="77777777" w:rsidR="009237AC" w:rsidRPr="00CC2F42" w:rsidRDefault="00E45A09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FC81291" w14:textId="77777777"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7AA2AB2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0127F2C5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4993373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457B259" w14:textId="77777777"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2361D12F" w14:textId="77777777"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48D6650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D8DB28A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0074634" w14:textId="77777777" w:rsidR="00876F97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27.06.08</w:t>
            </w:r>
          </w:p>
          <w:p w14:paraId="421D0C36" w14:textId="77777777" w:rsidR="002359BC" w:rsidRPr="00CC2F42" w:rsidRDefault="002359B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F6A4CDB" w14:textId="77777777" w:rsidR="00876F97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5C135435" w14:textId="77777777" w:rsidR="002359BC" w:rsidRPr="00CC2F42" w:rsidRDefault="002359B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C926FC2" w14:textId="77777777"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876F97" w:rsidRPr="00CC2F42" w14:paraId="0A7133A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63EDB732" w14:textId="77777777" w:rsidR="00876F97" w:rsidRPr="00CC2F42" w:rsidRDefault="00876F9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199DF38" w14:textId="77777777" w:rsidR="00876F97" w:rsidRPr="00C750B9" w:rsidRDefault="00876F9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71529F4" w14:textId="77777777" w:rsidR="00876F97" w:rsidRPr="00CC2F42" w:rsidRDefault="00876F97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2</w:t>
            </w:r>
            <w:r w:rsidRPr="004C349D">
              <w:rPr>
                <w:iCs/>
                <w:sz w:val="16"/>
                <w:szCs w:val="16"/>
                <w:vertAlign w:val="superscript"/>
              </w:rPr>
              <w:t>nd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01F761D7" w14:textId="77777777" w:rsidR="00876F97" w:rsidRPr="00CC2F42" w:rsidRDefault="00876F97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1934129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33D81AAA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483B9AE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C76E8D7" w14:textId="77777777"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08CF7123" w14:textId="77777777"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Voted 2 Corr.</w:t>
            </w:r>
          </w:p>
        </w:tc>
      </w:tr>
      <w:tr w:rsidR="009237AC" w:rsidRPr="004E2A9B" w14:paraId="05ADC21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7DBA4AF9" w14:textId="77777777" w:rsidR="009237AC" w:rsidRPr="004E2A9B" w:rsidRDefault="009237AC" w:rsidP="004E2A9B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4E2A9B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EDB3907" w14:textId="77777777" w:rsidR="009237AC" w:rsidRPr="004E2A9B" w:rsidRDefault="009237AC" w:rsidP="004E2A9B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B27A412" w14:textId="77777777" w:rsidR="009237AC" w:rsidRPr="004E2A9B" w:rsidRDefault="009237AC" w:rsidP="004E2A9B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ACE4158" w14:textId="77777777" w:rsidR="009237AC" w:rsidRPr="004E2A9B" w:rsidRDefault="00D846E1" w:rsidP="004E2A9B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4E2A9B">
              <w:rPr>
                <w:iCs/>
                <w:sz w:val="16"/>
                <w:szCs w:val="16"/>
              </w:rPr>
              <w:t>Did not vote</w:t>
            </w:r>
          </w:p>
        </w:tc>
      </w:tr>
      <w:tr w:rsidR="009237AC" w:rsidRPr="00CC2F42" w14:paraId="69E633E2" w14:textId="77777777" w:rsidTr="0036615C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75FB75DE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AE5C879" w14:textId="77777777"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C48A97D" w14:textId="77777777"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3A9B10F4" w14:textId="77777777"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11E56D1D" w14:textId="77777777" w:rsidTr="00D6678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3F615DBD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555E013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A81E62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046781A6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D66786" w14:paraId="01F56FC0" w14:textId="77777777" w:rsidTr="00D66786">
        <w:tc>
          <w:tcPr>
            <w:tcW w:w="2380" w:type="dxa"/>
            <w:tcBorders>
              <w:top w:val="single" w:sz="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97A0AB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FB7D43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015593" w14:textId="77777777" w:rsidR="000724E4" w:rsidRPr="00D66786" w:rsidRDefault="000724E4" w:rsidP="00D6678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53CA0E7" w14:textId="77777777" w:rsidR="000724E4" w:rsidRPr="00D66786" w:rsidRDefault="000724E4" w:rsidP="00D6678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24E4" w:rsidRPr="00D66786" w14:paraId="1EF240AE" w14:textId="77777777" w:rsidTr="00D66786">
        <w:tc>
          <w:tcPr>
            <w:tcW w:w="2380" w:type="dxa"/>
            <w:tcBorders>
              <w:top w:val="single" w:sz="4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3FCCC435" w14:textId="77777777" w:rsidR="000724E4" w:rsidRPr="00CC2F42" w:rsidRDefault="000724E4" w:rsidP="00D6678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D900C95" w14:textId="77777777" w:rsidR="000724E4" w:rsidRPr="00CC2F42" w:rsidRDefault="000724E4" w:rsidP="00D6678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02.11.06</w:t>
            </w:r>
          </w:p>
          <w:p w14:paraId="0A3F8D1E" w14:textId="77777777" w:rsidR="000724E4" w:rsidRPr="00CC2F42" w:rsidRDefault="000724E4" w:rsidP="00D6678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28.12.09</w:t>
            </w:r>
          </w:p>
          <w:p w14:paraId="43157B56" w14:textId="77777777" w:rsidR="000724E4" w:rsidRDefault="000724E4" w:rsidP="000724E4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05.10.12</w:t>
            </w:r>
          </w:p>
          <w:p w14:paraId="2A295801" w14:textId="77777777" w:rsidR="000724E4" w:rsidRDefault="000724E4" w:rsidP="000724E4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F56E19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14:paraId="0F21D5F7" w14:textId="77777777" w:rsidR="000724E4" w:rsidRDefault="000724E4" w:rsidP="000724E4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F56E19">
              <w:rPr>
                <w:rFonts w:ascii="Times New Roman" w:hAnsi="Times New Roman"/>
                <w:sz w:val="16"/>
                <w:szCs w:val="16"/>
              </w:rPr>
              <w:t>30.11.16</w:t>
            </w:r>
          </w:p>
          <w:p w14:paraId="201A0FAB" w14:textId="77777777" w:rsidR="000724E4" w:rsidRPr="00CC2F42" w:rsidRDefault="000724E4" w:rsidP="000724E4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2D7C9AC" w14:textId="77777777" w:rsidR="000724E4" w:rsidRPr="00D66786" w:rsidRDefault="000724E4" w:rsidP="00D6678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D66786">
              <w:rPr>
                <w:rFonts w:ascii="Times New Roman" w:hAnsi="Times New Roman"/>
                <w:sz w:val="16"/>
                <w:szCs w:val="16"/>
              </w:rPr>
              <w:t>1st status report</w:t>
            </w:r>
          </w:p>
          <w:p w14:paraId="4B6087F3" w14:textId="77777777" w:rsidR="000724E4" w:rsidRPr="00D66786" w:rsidRDefault="000724E4" w:rsidP="00D6678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D66786">
              <w:rPr>
                <w:rFonts w:ascii="Times New Roman" w:hAnsi="Times New Roman"/>
                <w:sz w:val="16"/>
                <w:szCs w:val="16"/>
              </w:rPr>
              <w:t>2nd status report</w:t>
            </w:r>
          </w:p>
          <w:p w14:paraId="514C6585" w14:textId="77777777" w:rsidR="000724E4" w:rsidRPr="00D66786" w:rsidRDefault="000724E4" w:rsidP="00D6678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D66786">
              <w:rPr>
                <w:rFonts w:ascii="Times New Roman" w:hAnsi="Times New Roman"/>
                <w:sz w:val="16"/>
                <w:szCs w:val="16"/>
              </w:rPr>
              <w:t>3rd status report</w:t>
            </w:r>
          </w:p>
          <w:p w14:paraId="7ADF7CE6" w14:textId="77777777" w:rsidR="000724E4" w:rsidRPr="00D66786" w:rsidRDefault="000724E4" w:rsidP="00D6678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D66786">
              <w:rPr>
                <w:rFonts w:ascii="Times New Roman" w:hAnsi="Times New Roman"/>
                <w:sz w:val="16"/>
                <w:szCs w:val="16"/>
              </w:rPr>
              <w:t>4th status report</w:t>
            </w:r>
          </w:p>
          <w:p w14:paraId="6AC77EBC" w14:textId="77777777" w:rsidR="000724E4" w:rsidRPr="00D66786" w:rsidRDefault="000724E4" w:rsidP="00D6678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D66786">
              <w:rPr>
                <w:rFonts w:ascii="Times New Roman" w:hAnsi="Times New Roman"/>
                <w:sz w:val="16"/>
                <w:szCs w:val="16"/>
              </w:rPr>
              <w:t>5th status report</w:t>
            </w:r>
          </w:p>
          <w:p w14:paraId="0255E3D1" w14:textId="77777777" w:rsidR="000724E4" w:rsidRPr="00D66786" w:rsidRDefault="000724E4" w:rsidP="00D6678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D66786">
              <w:rPr>
                <w:rFonts w:ascii="Times New Roman" w:hAnsi="Times New Roman"/>
                <w:sz w:val="16"/>
                <w:szCs w:val="16"/>
              </w:rPr>
              <w:t>6th status report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34118398" w14:textId="77777777" w:rsidR="000724E4" w:rsidRPr="00D66786" w:rsidRDefault="000724E4" w:rsidP="00D6678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24E4" w:rsidRPr="00CC2F42" w14:paraId="46C9336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EA81140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0AAAD60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ECA0FA5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38C709A1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17C1B7A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FC63FC0" w14:textId="77777777" w:rsidR="000724E4" w:rsidRPr="00CC2F42" w:rsidRDefault="000724E4" w:rsidP="000724E4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3888536" w14:textId="77777777" w:rsidR="000724E4" w:rsidRPr="00CC2F42" w:rsidRDefault="000724E4" w:rsidP="000724E4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18.09.07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76B4801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39B60A9B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Acceptance of product(s) conforming to this </w:t>
            </w:r>
            <w:r>
              <w:rPr>
                <w:sz w:val="16"/>
                <w:szCs w:val="16"/>
                <w:lang w:val="en-US"/>
              </w:rPr>
              <w:t>UN GTR</w:t>
            </w:r>
          </w:p>
        </w:tc>
      </w:tr>
      <w:tr w:rsidR="000724E4" w:rsidRPr="00CC2F42" w14:paraId="278D223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7DAF1EE3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240E486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E8BBE79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621700F8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14E61D5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6C66053F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0E4325B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D6C9942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7A406EC3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left="13" w:right="-146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Amend.1&amp;3)</w:t>
            </w:r>
          </w:p>
        </w:tc>
      </w:tr>
      <w:tr w:rsidR="000724E4" w:rsidRPr="00CC2F42" w14:paraId="4DD6BFA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5B012943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698DD2F" w14:textId="77777777" w:rsidR="000724E4" w:rsidRPr="001F23E9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16A38DA" w14:textId="77777777" w:rsidR="000724E4" w:rsidRPr="00EF64C3" w:rsidRDefault="000724E4" w:rsidP="000724E4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2313E8CD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20224D59" w14:textId="77777777" w:rsidTr="000724E4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282AEC6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2A77C49D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09.03.07</w:t>
            </w:r>
          </w:p>
          <w:p w14:paraId="4FBE76FA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8E73AA6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39C1C660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392DEB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9E42312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24E4" w:rsidRPr="00CC2F42" w14:paraId="509E545D" w14:textId="77777777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5EFE00B5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16E147E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714FF77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14:paraId="4B993BF7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65174142" w14:textId="77777777" w:rsidR="00131D81" w:rsidRPr="00CC2F42" w:rsidRDefault="00826243" w:rsidP="008E5BBA">
      <w:pPr>
        <w:pStyle w:val="H23G"/>
        <w:tabs>
          <w:tab w:val="clear" w:pos="851"/>
        </w:tabs>
        <w:ind w:firstLine="0"/>
      </w:pPr>
      <w:r w:rsidRPr="00CC2F42">
        <w:br w:type="page"/>
      </w:r>
      <w:r w:rsidR="0021389E">
        <w:t>UN GTR</w:t>
      </w:r>
      <w:r w:rsidR="00131D81" w:rsidRPr="00CC2F42">
        <w:t xml:space="preserve"> No. 2 – Amend 1 - Measurement procedure for two-wheeled motorcycles equipped with a positive or compression ignition engine </w:t>
      </w:r>
      <w:proofErr w:type="gramStart"/>
      <w:r w:rsidR="00131D81" w:rsidRPr="00CC2F42">
        <w:t>with regard to</w:t>
      </w:r>
      <w:proofErr w:type="gramEnd"/>
      <w:r w:rsidR="00131D81" w:rsidRPr="00CC2F42">
        <w:t xml:space="preserve"> the emission of gaseous pollutants, CO</w:t>
      </w:r>
      <w:r w:rsidR="00131D81" w:rsidRPr="00CC2F42">
        <w:rPr>
          <w:vertAlign w:val="subscript"/>
        </w:rPr>
        <w:t xml:space="preserve">2 </w:t>
      </w:r>
      <w:r w:rsidR="00131D81" w:rsidRPr="00CC2F42">
        <w:t>emissions and fuel consumption</w:t>
      </w:r>
    </w:p>
    <w:p w14:paraId="482F7A23" w14:textId="77777777"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14.11.2007</w:t>
      </w:r>
    </w:p>
    <w:p w14:paraId="606D5F8A" w14:textId="77777777" w:rsidR="00131D81" w:rsidRPr="00001912" w:rsidRDefault="00131D81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>ECE/TRAN/2005/124/2/Amend.1 - dated 31.01.2008</w:t>
      </w:r>
    </w:p>
    <w:p w14:paraId="5EF70E44" w14:textId="77777777" w:rsidR="00131D81" w:rsidRPr="00D42397" w:rsidRDefault="00131D81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46EB3E70" w14:textId="77777777" w:rsidR="00131D81" w:rsidRPr="00CC2F42" w:rsidRDefault="00131D81" w:rsidP="00E608C2">
      <w:pPr>
        <w:pStyle w:val="SingleTxtG"/>
        <w:spacing w:after="0"/>
      </w:pPr>
      <w:r w:rsidRPr="00CC2F42">
        <w:t>Deadline for status reports/final notifications: 13.01.2009 then each 13.01.20xx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D7CAE" w:rsidRPr="00CC2F42" w14:paraId="71CE513A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9C73291" w14:textId="77777777" w:rsidR="007D7CAE" w:rsidRPr="00CC2F42" w:rsidRDefault="007D7C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9EBC362" w14:textId="77777777" w:rsidR="007D7CAE" w:rsidRPr="00CC2F42" w:rsidRDefault="007D7CAE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4B37738" w14:textId="77777777" w:rsidR="007D7CAE" w:rsidRPr="00CC2F42" w:rsidRDefault="007D7C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3F1797B" w14:textId="77777777" w:rsidR="007D7CAE" w:rsidRPr="00CC2F42" w:rsidRDefault="007D7CAE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14:paraId="69E85EA7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30F0D58" w14:textId="77777777" w:rsidR="008C29F2" w:rsidRPr="00CC2F42" w:rsidRDefault="008C29F2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6E9AAF8" w14:textId="77777777" w:rsidR="008C29F2" w:rsidRDefault="008C29F2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  <w:p w14:paraId="437F9267" w14:textId="0D50BC7F" w:rsidR="0002306A" w:rsidRPr="00CC2F42" w:rsidRDefault="0002306A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E0A4A4D" w14:textId="77777777" w:rsidR="008C29F2" w:rsidRDefault="008C29F2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1020646B" w14:textId="692D16FB" w:rsidR="0002306A" w:rsidRPr="008C29F2" w:rsidRDefault="0002306A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02306A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5B91F08" w14:textId="77777777" w:rsidR="008C29F2" w:rsidRPr="00FB032A" w:rsidRDefault="008C29F2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Amend.2&amp;3)</w:t>
            </w:r>
          </w:p>
        </w:tc>
      </w:tr>
      <w:tr w:rsidR="009237AC" w:rsidRPr="00CC2F42" w14:paraId="7E50EF14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842A53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587D14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C35AAF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7AAD22" w14:textId="77777777"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14:paraId="3B05B4C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F0CAAE" w14:textId="77777777" w:rsidR="00872FA5" w:rsidRPr="00CC2F42" w:rsidRDefault="00872FA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9C24CB" w14:textId="77777777" w:rsidR="00872FA5" w:rsidRPr="00CC2F42" w:rsidRDefault="00872FA5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3C4056" w14:textId="77777777" w:rsidR="00872FA5" w:rsidRPr="00CC2F42" w:rsidRDefault="00872FA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7D03C0" w14:textId="77777777" w:rsidR="00872FA5" w:rsidRPr="00CC2F42" w:rsidRDefault="00872FA5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14:paraId="65C88AA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F593A1" w14:textId="77777777" w:rsidR="00927A17" w:rsidRPr="00CC2F42" w:rsidRDefault="00927A17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2D770F" w14:textId="77777777" w:rsidR="00927A17" w:rsidRDefault="00927A17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14:paraId="1E5CF626" w14:textId="77777777" w:rsidR="00DF177D" w:rsidRDefault="00DF177D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  <w:p w14:paraId="373D3FAF" w14:textId="338BDDD9" w:rsidR="009B0124" w:rsidRPr="00CC2F42" w:rsidRDefault="009B0124" w:rsidP="009B012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B0124">
              <w:rPr>
                <w:sz w:val="16"/>
                <w:szCs w:val="16"/>
              </w:rPr>
              <w:t>26.07.19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C0F01F" w14:textId="77777777" w:rsidR="00927A17" w:rsidRDefault="00DF177D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927A17" w:rsidRPr="00F903DE">
              <w:rPr>
                <w:sz w:val="16"/>
                <w:szCs w:val="16"/>
                <w:lang w:val="en-US"/>
              </w:rPr>
              <w:t>status report</w:t>
            </w:r>
          </w:p>
          <w:p w14:paraId="145CE596" w14:textId="77777777" w:rsidR="00DF177D" w:rsidRDefault="00DF177D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5BC89D0B" w14:textId="473002AA" w:rsidR="009B0124" w:rsidRPr="00CC2F42" w:rsidRDefault="009B0124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9B012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3D8949" w14:textId="77777777" w:rsidR="00927A17" w:rsidRPr="00FB032A" w:rsidRDefault="00927A17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8505A6" w:rsidRPr="00CC2F42" w14:paraId="5CB0A5F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7B763D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73F8FE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242BA0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AA5CA4" w14:textId="77777777" w:rsidR="008505A6" w:rsidRPr="00FB032A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16D6DC7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DAE863" w14:textId="77777777" w:rsidR="009237AC" w:rsidRPr="00CC2F42" w:rsidRDefault="00DB3108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122D02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554FC3" w14:textId="77777777"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E1C1DB" w14:textId="77777777"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0EE3F57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D52011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3C0DA8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13.01.09</w:t>
            </w:r>
          </w:p>
          <w:p w14:paraId="7CE4CBEE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24.02.10</w:t>
            </w:r>
          </w:p>
          <w:p w14:paraId="70706ADC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06.12.11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C06E70" w14:textId="77777777"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859838C" w14:textId="77777777"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D1868EE" w14:textId="77777777"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7E287B" w14:textId="77777777" w:rsidR="009237AC" w:rsidRPr="00FB032A" w:rsidRDefault="00354ECB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Voted, (but</w:t>
            </w:r>
            <w:r w:rsidR="00857EC4" w:rsidRPr="00FB032A">
              <w:rPr>
                <w:i/>
                <w:sz w:val="16"/>
                <w:szCs w:val="16"/>
                <w:lang w:val="en-US"/>
              </w:rPr>
              <w:t xml:space="preserve"> not </w:t>
            </w:r>
            <w:r w:rsidR="002D2E14">
              <w:rPr>
                <w:i/>
                <w:sz w:val="16"/>
                <w:szCs w:val="16"/>
                <w:lang w:val="en-US"/>
              </w:rPr>
              <w:t xml:space="preserve">the original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14:paraId="75B57C7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4C9698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3A202E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07.01.09</w:t>
            </w:r>
          </w:p>
          <w:p w14:paraId="1BF1722F" w14:textId="77777777" w:rsidR="009237AC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14:paraId="18B63704" w14:textId="77777777" w:rsidR="005E176E" w:rsidRPr="00CC2F42" w:rsidRDefault="005E176E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27.12.10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6941F0" w14:textId="77777777" w:rsidR="009237AC" w:rsidRPr="00CC2F42" w:rsidRDefault="009237AC" w:rsidP="00024836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14:paraId="5E13517A" w14:textId="77777777" w:rsidR="009237AC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14:paraId="2629A57D" w14:textId="77777777" w:rsidR="005E176E" w:rsidRPr="00CC2F42" w:rsidRDefault="005E176E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BE8307" w14:textId="77777777"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5ADE7E4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756BD3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B66249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E53BD3" w14:textId="77777777"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34D50F" w14:textId="77777777"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14:paraId="0278289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9E93B4" w14:textId="77777777" w:rsidR="00D13E05" w:rsidRPr="00CC2F42" w:rsidRDefault="00D13E0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951F2E" w14:textId="77777777" w:rsidR="00D13E05" w:rsidRDefault="00D13E0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iCs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14:paraId="5DDA09CA" w14:textId="77777777" w:rsidR="002359BC" w:rsidRPr="00C750B9" w:rsidRDefault="002359B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B681BF" w14:textId="77777777" w:rsidR="00D13E05" w:rsidRDefault="00D13E05" w:rsidP="00024836">
            <w:pPr>
              <w:suppressAutoHyphens w:val="0"/>
              <w:spacing w:before="40" w:after="120" w:line="220" w:lineRule="exact"/>
              <w:ind w:right="6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14:paraId="449C3D6D" w14:textId="77777777" w:rsidR="002359BC" w:rsidRPr="00CC2F42" w:rsidRDefault="002359BC" w:rsidP="00024836">
            <w:pPr>
              <w:suppressAutoHyphens w:val="0"/>
              <w:spacing w:before="40" w:after="120" w:line="220" w:lineRule="exact"/>
              <w:ind w:right="6"/>
              <w:rPr>
                <w:strike/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ED4B8D" w14:textId="77777777" w:rsidR="00D13E05" w:rsidRPr="00FB032A" w:rsidRDefault="00D13E05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518B8D0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BA879E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F192EA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9DF5AB" w14:textId="77777777"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E69915" w14:textId="77777777"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</w:t>
            </w:r>
            <w:r w:rsidR="00354ECB">
              <w:rPr>
                <w:i/>
                <w:sz w:val="16"/>
                <w:szCs w:val="16"/>
                <w:lang w:val="en-US"/>
              </w:rPr>
              <w:t xml:space="preserve">not 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vote </w:t>
            </w:r>
            <w:r w:rsidR="00E608C2" w:rsidRPr="00FB032A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its Corr.</w:t>
            </w:r>
            <w:r w:rsidR="00E608C2" w:rsidRPr="00FB032A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14:paraId="1B2D7C2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AEFE11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55C3EA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49DE05" w14:textId="77777777"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D742E0" w14:textId="77777777"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2955064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005914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66329A" w14:textId="77777777"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B00BB9" w14:textId="77777777"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BE8083" w14:textId="77777777"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5E5D674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DF49E2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222663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278226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B8D202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1A8D3ED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4FCC62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60B147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7DDD4A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9F3A51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0724E4" w:rsidRPr="00CC2F42" w14:paraId="22B83D9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B0C367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452594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28.12.09</w:t>
            </w:r>
          </w:p>
          <w:p w14:paraId="5EBF6C77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05.10.12</w:t>
            </w:r>
          </w:p>
          <w:p w14:paraId="70B0F8EE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  <w:p w14:paraId="504AAB49" w14:textId="77777777" w:rsidR="00D10547" w:rsidRPr="00CC2F42" w:rsidRDefault="00D10547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99EDDA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3B46B856" w14:textId="77777777" w:rsidR="000724E4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31A838D" w14:textId="77777777" w:rsidR="000724E4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B357690" w14:textId="77777777" w:rsidR="00D10547" w:rsidRPr="00CC2F42" w:rsidRDefault="00D10547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1250F2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0724E4" w:rsidRPr="00CC2F42" w14:paraId="09EF31F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1E9B80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403D56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7E0327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4BD31F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5E869E4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BB0AF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960404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24CA26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6BCC3A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0724E4" w:rsidRPr="00CC2F42" w14:paraId="34927342" w14:textId="77777777" w:rsidTr="00D6678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737930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FD0D65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F77EFB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CF523B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44E26511" w14:textId="77777777" w:rsidTr="00D66786">
        <w:tc>
          <w:tcPr>
            <w:tcW w:w="238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715C6BF0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01A5C28A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4F24CE6C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520FD81B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right="6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2C126F6C" w14:textId="77777777" w:rsidTr="00D66786">
        <w:tc>
          <w:tcPr>
            <w:tcW w:w="238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3C4C0E2C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4CC89563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4617C3EB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18C3D6C1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69CBB187" w14:textId="77777777" w:rsidTr="000724E4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495CBF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77F569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0E97CF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E2B1CC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724E4" w:rsidRPr="00CC2F42" w14:paraId="5366C23B" w14:textId="77777777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66680C1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566377D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D6BAC46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6BCC88E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283638B0" w14:textId="77777777" w:rsidR="005077F2" w:rsidRPr="00CC2F42" w:rsidRDefault="00131D81" w:rsidP="005077F2">
      <w:pPr>
        <w:pStyle w:val="H23G"/>
      </w:pPr>
      <w:r w:rsidRPr="00CC2F42">
        <w:br w:type="page"/>
      </w:r>
      <w:r w:rsidR="005077F2" w:rsidRPr="00CC2F42">
        <w:tab/>
      </w:r>
      <w:r w:rsidR="005077F2" w:rsidRPr="00CC2F42">
        <w:tab/>
      </w:r>
      <w:r w:rsidR="0021389E">
        <w:t>UN GTR</w:t>
      </w:r>
      <w:r w:rsidR="005077F2" w:rsidRPr="00CC2F42">
        <w:t xml:space="preserve"> No. </w:t>
      </w:r>
      <w:r w:rsidR="00104D5C" w:rsidRPr="00CC2F42">
        <w:t>2 – Amend 2</w:t>
      </w:r>
      <w:r w:rsidR="005077F2" w:rsidRPr="00CC2F42">
        <w:t xml:space="preserve"> - Measurement procedure for two-wheeled motorcycles equipped with a positive or compression ignition engine </w:t>
      </w:r>
      <w:proofErr w:type="gramStart"/>
      <w:r w:rsidR="005077F2" w:rsidRPr="00CC2F42">
        <w:t>with regard to</w:t>
      </w:r>
      <w:proofErr w:type="gramEnd"/>
      <w:r w:rsidR="005077F2" w:rsidRPr="00CC2F42">
        <w:t xml:space="preserve"> the emission of gaseous pollutants, CO</w:t>
      </w:r>
      <w:r w:rsidR="005077F2" w:rsidRPr="00CC2F42">
        <w:rPr>
          <w:vertAlign w:val="subscript"/>
        </w:rPr>
        <w:t xml:space="preserve">2 </w:t>
      </w:r>
      <w:r w:rsidR="005077F2" w:rsidRPr="00CC2F42">
        <w:t>emissions and fuel consumption</w:t>
      </w:r>
    </w:p>
    <w:p w14:paraId="432976F4" w14:textId="77777777"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22.06.2011</w:t>
      </w:r>
    </w:p>
    <w:p w14:paraId="28C53F44" w14:textId="77777777" w:rsidR="005077F2" w:rsidRPr="00001912" w:rsidRDefault="005077F2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01912">
        <w:rPr>
          <w:rStyle w:val="H4GChar"/>
          <w:i w:val="0"/>
        </w:rPr>
        <w:t>ECE/T</w:t>
      </w:r>
      <w:r w:rsidR="00E26F13" w:rsidRPr="00001912">
        <w:rPr>
          <w:rStyle w:val="H4GChar"/>
          <w:i w:val="0"/>
        </w:rPr>
        <w:t>RAN/2005/124/2/Amend.2 - dated 31.09.2011</w:t>
      </w:r>
    </w:p>
    <w:p w14:paraId="3218D844" w14:textId="77777777" w:rsidR="005077F2" w:rsidRPr="00D42397" w:rsidRDefault="005077F2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7E2D63E5" w14:textId="77777777" w:rsidR="005077F2" w:rsidRPr="00CC2F42" w:rsidRDefault="005077F2" w:rsidP="00E608C2">
      <w:pPr>
        <w:pStyle w:val="SingleTxtG"/>
        <w:spacing w:after="0"/>
      </w:pPr>
      <w:r w:rsidRPr="00CC2F42">
        <w:t>Deadline for status</w:t>
      </w:r>
      <w:r w:rsidR="00104D5C" w:rsidRPr="00CC2F42">
        <w:t xml:space="preserve"> reports/final notifications: 21.08.2012 then each 21.08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E5BBA" w:rsidRPr="00CC2F42" w14:paraId="76C14F27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E5E3510" w14:textId="77777777" w:rsidR="008E5BBA" w:rsidRPr="00CC2F42" w:rsidRDefault="008E5BBA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F267DCD" w14:textId="77777777" w:rsidR="008E5BBA" w:rsidRPr="00CC2F42" w:rsidRDefault="008E5BBA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2B51D41" w14:textId="77777777" w:rsidR="008E5BBA" w:rsidRPr="00CC2F42" w:rsidRDefault="008E5BBA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9302326" w14:textId="77777777" w:rsidR="008E5BBA" w:rsidRPr="00CC2F42" w:rsidRDefault="008E5BBA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Communic</w:t>
            </w:r>
            <w:r w:rsidR="004172F3">
              <w:rPr>
                <w:i/>
                <w:iCs/>
                <w:sz w:val="16"/>
                <w:szCs w:val="16"/>
              </w:rPr>
              <w:t xml:space="preserve">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14:paraId="18A6333B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1069003" w14:textId="77777777"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422B98F" w14:textId="77777777" w:rsidR="008C29F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  <w:p w14:paraId="23CFC53E" w14:textId="23359B10" w:rsidR="000D2021" w:rsidRPr="00CC2F42" w:rsidRDefault="000D2021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0B284E0" w14:textId="77777777" w:rsid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74CEA2A1" w14:textId="2333D332" w:rsidR="00C448C1" w:rsidRPr="008C29F2" w:rsidRDefault="00C448C1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C448C1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641E2CA" w14:textId="77777777" w:rsidR="008C29F2" w:rsidRPr="00CC2F42" w:rsidRDefault="008C29F2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7F0DE25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081BBA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1C7860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42D17D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6BA7B7" w14:textId="77777777"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14:paraId="08ECF10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B0C253" w14:textId="77777777"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1BD646" w14:textId="77777777"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F81963" w14:textId="77777777"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F2E2A1" w14:textId="77777777"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14:paraId="42D19D84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E7C91B" w14:textId="77777777" w:rsidR="00927A17" w:rsidRPr="00CC2F42" w:rsidRDefault="00927A17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1AB453" w14:textId="77777777" w:rsidR="00927A17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14:paraId="7A8AEF66" w14:textId="77777777" w:rsidR="00DF177D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  <w:p w14:paraId="5A84B1BD" w14:textId="3F0F2493" w:rsidR="009B0124" w:rsidRPr="00CC2F42" w:rsidRDefault="009B0124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B0124">
              <w:rPr>
                <w:sz w:val="16"/>
                <w:szCs w:val="16"/>
              </w:rPr>
              <w:t>26.07.19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A3747B" w14:textId="77777777" w:rsidR="00927A17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927A17" w:rsidRPr="00F903DE">
              <w:rPr>
                <w:sz w:val="16"/>
                <w:szCs w:val="16"/>
                <w:lang w:val="en-US"/>
              </w:rPr>
              <w:t>status report</w:t>
            </w:r>
          </w:p>
          <w:p w14:paraId="305A204D" w14:textId="77777777" w:rsidR="00DF177D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CB85DD7" w14:textId="523EA284" w:rsidR="009B0124" w:rsidRPr="00CC2F42" w:rsidRDefault="009B0124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9B012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F4BBB3" w14:textId="77777777" w:rsidR="00927A17" w:rsidRPr="00FB032A" w:rsidRDefault="00927A17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8505A6" w:rsidRPr="00CC2F42" w14:paraId="1DD4735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94A279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29EDC6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939B7A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C042EE" w14:textId="77777777" w:rsidR="008505A6" w:rsidRPr="00FB032A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left="-1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11228FB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5A7486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352C4A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F11D93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0872A2" w14:textId="77777777"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4041D99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F0114E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D4D586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1036A5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0D1DEE" w14:textId="77777777"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4FFC7BD8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45ADE1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2C6EC6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A27A32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36A8F4" w14:textId="77777777"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32ACF02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27FA31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B5F2C8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2FB959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E66B3D" w14:textId="77777777"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14:paraId="69FE3AB8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86F991" w14:textId="77777777" w:rsidR="00D13E05" w:rsidRPr="00CC2F42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20F5E2" w14:textId="77777777" w:rsidR="00D13E05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iCs/>
                <w:sz w:val="16"/>
                <w:szCs w:val="16"/>
              </w:rPr>
            </w:pPr>
            <w:r w:rsidRPr="00974D92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14:paraId="5385C082" w14:textId="77777777" w:rsidR="002359BC" w:rsidRPr="00974D92" w:rsidRDefault="002359B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371A29" w14:textId="77777777" w:rsidR="00D13E05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14:paraId="55F3760D" w14:textId="77777777" w:rsidR="002359BC" w:rsidRPr="00CC2F42" w:rsidRDefault="002359B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04C4C9" w14:textId="77777777" w:rsidR="00D13E05" w:rsidRPr="00FB032A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520B665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1F8DAB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8AB762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A9F169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9F1592" w14:textId="77777777"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5533D73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63064F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F5B63A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5CAB61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27A00C" w14:textId="77777777"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202F39F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D3E6D8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4BB71A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BC10A0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D69C1A" w14:textId="77777777"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0724E4" w:rsidRPr="00CC2F42" w14:paraId="59D1EB2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D0364A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BF8223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F0369B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6BB37F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3349D0B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36ECBD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2509FF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FD2E5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E87E80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0724E4" w:rsidRPr="00CC2F42" w14:paraId="0B61AC9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D9AD24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D406B0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14:paraId="0F1141CB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16</w:t>
            </w:r>
          </w:p>
          <w:p w14:paraId="2415B089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  <w:p w14:paraId="6F223C8D" w14:textId="77777777" w:rsidR="00D10547" w:rsidRPr="00CC2F42" w:rsidRDefault="00D10547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79E3B0" w14:textId="77777777" w:rsidR="000724E4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E75A1D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52209128" w14:textId="77777777" w:rsidR="000724E4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66D8A8A" w14:textId="77777777" w:rsidR="000724E4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368B642" w14:textId="77777777" w:rsidR="00D10547" w:rsidRPr="00CC2F42" w:rsidRDefault="00D10547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24F1EC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0724E4" w:rsidRPr="00CC2F42" w14:paraId="2251430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273675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610E4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6DA996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0FB9A2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2170120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85792D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868312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5F2D92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640066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0724E4" w:rsidRPr="00CC2F42" w14:paraId="669480E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70B9F6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9AF246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4D5474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ADA4B4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03EE2E4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2307E5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F2C96F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26A115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FE82D7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130A7D2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7207CC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A20B2E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93B707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E18726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661FBBA4" w14:textId="77777777" w:rsidTr="000724E4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70B596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F30299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B78FE1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17A4F2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5625C054" w14:textId="77777777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A6E79B6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B4033FA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916D722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C4820F8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0150487C" w14:textId="77777777" w:rsidR="000A42B3" w:rsidRPr="00CC2F42" w:rsidRDefault="005077F2" w:rsidP="000A42B3">
      <w:pPr>
        <w:pStyle w:val="H23G"/>
      </w:pPr>
      <w:r w:rsidRPr="00CC2F42">
        <w:br w:type="page"/>
      </w:r>
      <w:r w:rsidR="000A42B3" w:rsidRPr="00CC2F42">
        <w:tab/>
      </w:r>
      <w:r w:rsidR="000A42B3" w:rsidRPr="00CC2F42">
        <w:tab/>
      </w:r>
      <w:r w:rsidR="0021389E">
        <w:t>UN GTR</w:t>
      </w:r>
      <w:r w:rsidR="000A42B3" w:rsidRPr="00CC2F42">
        <w:t xml:space="preserve"> No. 2 – Amend </w:t>
      </w:r>
      <w:r w:rsidR="000A42B3">
        <w:t>3</w:t>
      </w:r>
      <w:r w:rsidR="000A42B3" w:rsidRPr="00CC2F42">
        <w:t xml:space="preserve"> - Measurement procedure for two-wheeled motorcycles equipped with a positive or compression ignition engine </w:t>
      </w:r>
      <w:proofErr w:type="gramStart"/>
      <w:r w:rsidR="000A42B3" w:rsidRPr="00CC2F42">
        <w:t>with regard to</w:t>
      </w:r>
      <w:proofErr w:type="gramEnd"/>
      <w:r w:rsidR="000A42B3" w:rsidRPr="00CC2F42">
        <w:t xml:space="preserve"> the emission of gaseous pollutants, CO</w:t>
      </w:r>
      <w:r w:rsidR="000A42B3" w:rsidRPr="00CC2F42">
        <w:rPr>
          <w:vertAlign w:val="subscript"/>
        </w:rPr>
        <w:t xml:space="preserve">2 </w:t>
      </w:r>
      <w:r w:rsidR="000A42B3" w:rsidRPr="00CC2F42">
        <w:t>emissions and fuel consumption</w:t>
      </w:r>
    </w:p>
    <w:p w14:paraId="7FF97B15" w14:textId="77777777"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27.06.2013</w:t>
      </w:r>
    </w:p>
    <w:p w14:paraId="20F3E41F" w14:textId="77777777" w:rsidR="000A42B3" w:rsidRPr="00001912" w:rsidRDefault="000A42B3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 xml:space="preserve">ECE/TRAN/2005/124/2/Amend.3 - dated </w:t>
      </w:r>
      <w:r w:rsidR="006E1E56" w:rsidRPr="00001912">
        <w:rPr>
          <w:rStyle w:val="H4GChar"/>
          <w:i w:val="0"/>
        </w:rPr>
        <w:t>25.07.2013</w:t>
      </w:r>
    </w:p>
    <w:p w14:paraId="47833248" w14:textId="77777777" w:rsidR="000A42B3" w:rsidRPr="00D42397" w:rsidRDefault="000A42B3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0F2CD6C4" w14:textId="77777777" w:rsidR="000A42B3" w:rsidRPr="006E1E56" w:rsidRDefault="000A42B3" w:rsidP="00E608C2">
      <w:pPr>
        <w:pStyle w:val="SingleTxtG"/>
        <w:spacing w:after="0"/>
      </w:pPr>
      <w:r w:rsidRPr="00CC2F42">
        <w:t xml:space="preserve">Deadline for status reports/final notifications: </w:t>
      </w:r>
      <w:r w:rsidR="006E1E56" w:rsidRPr="00062CA7">
        <w:t>2</w:t>
      </w:r>
      <w:r w:rsidR="00062CA7" w:rsidRPr="00062CA7">
        <w:t>6</w:t>
      </w:r>
      <w:r w:rsidR="006E1E56" w:rsidRPr="00062CA7">
        <w:t>.0</w:t>
      </w:r>
      <w:r w:rsidR="00062CA7" w:rsidRPr="00062CA7">
        <w:t>8</w:t>
      </w:r>
      <w:r w:rsidR="006E1E56" w:rsidRPr="00062CA7">
        <w:t>.2014</w:t>
      </w:r>
      <w:r w:rsidRPr="00062CA7">
        <w:t xml:space="preserve"> then each </w:t>
      </w:r>
      <w:r w:rsidR="006E1E56" w:rsidRPr="00062CA7">
        <w:t>27.06.20xx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14:paraId="2A2C8222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637D22D" w14:textId="77777777"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686F24B" w14:textId="77777777"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20A214D" w14:textId="77777777"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9AC830E" w14:textId="77777777" w:rsidR="000A42B3" w:rsidRPr="00CC2F42" w:rsidRDefault="000A42B3" w:rsidP="00DE3B29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14:paraId="206C8326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8892839" w14:textId="77777777"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5750F06" w14:textId="77777777" w:rsidR="008C29F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  <w:p w14:paraId="10D8CC55" w14:textId="36CE399D" w:rsidR="00C448C1" w:rsidRPr="00CC2F42" w:rsidRDefault="00C448C1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B54B32E" w14:textId="77777777" w:rsid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68238024" w14:textId="73358975" w:rsidR="00C448C1" w:rsidRPr="008C29F2" w:rsidRDefault="00C448C1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C448C1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4F7C5D0" w14:textId="77777777" w:rsidR="008C29F2" w:rsidRPr="00FB032A" w:rsidRDefault="008C29F2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52B28B4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F00053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4960D7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151F80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665408" w14:textId="77777777" w:rsidR="009237AC" w:rsidRPr="00FB032A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4AA125A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95EA80" w14:textId="77777777"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5203D2" w14:textId="77777777"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696887" w14:textId="77777777"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DBE9B1" w14:textId="77777777"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14:paraId="3B639E24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2E8FB3" w14:textId="77777777" w:rsidR="00927A17" w:rsidRPr="00CC2F42" w:rsidRDefault="00927A17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4B8E8F" w14:textId="77777777" w:rsidR="00927A17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14:paraId="7B263E43" w14:textId="77777777" w:rsidR="00DF177D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  <w:p w14:paraId="09A8D733" w14:textId="052F895A" w:rsidR="009B0124" w:rsidRPr="00CC2F42" w:rsidRDefault="009B0124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B0124">
              <w:rPr>
                <w:sz w:val="16"/>
                <w:szCs w:val="16"/>
              </w:rPr>
              <w:t>26.07.19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546B70" w14:textId="77777777" w:rsidR="00927A17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="00927A17" w:rsidRPr="00F903DE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3A33D361" w14:textId="77777777" w:rsidR="00DF177D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1AAA6C1A" w14:textId="5191389E" w:rsidR="009B0124" w:rsidRPr="00CC2F42" w:rsidRDefault="009B0124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9B012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01CEB4" w14:textId="77777777" w:rsidR="00927A17" w:rsidRPr="00CC2F42" w:rsidRDefault="00927A17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1D28B05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B6A13E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54C362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D843D2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AE9220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left="-1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14:paraId="1B8EED0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02B85A" w14:textId="77777777" w:rsidR="009237AC" w:rsidRPr="00CC2F42" w:rsidRDefault="00DB3108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6722FF" w14:textId="77777777" w:rsidR="009237AC" w:rsidRPr="00CC2F42" w:rsidRDefault="00D5593E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B6635C" w14:textId="77777777" w:rsidR="009237AC" w:rsidRPr="00CC2F42" w:rsidRDefault="00D5593E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0E8847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1433127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28DCDE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AE25FD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F41FA0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6DDFE4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57E06AF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58012D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31D9AF" w14:textId="77777777" w:rsidR="009237AC" w:rsidRPr="00CC2F42" w:rsidRDefault="009604D3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  <w:r w:rsidR="00E45A09">
              <w:rPr>
                <w:rFonts w:ascii="Times New Roman" w:hAnsi="Times New Roman"/>
                <w:sz w:val="16"/>
                <w:szCs w:val="16"/>
              </w:rPr>
              <w:t>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791393" w14:textId="77777777" w:rsidR="009237AC" w:rsidRPr="00CC2F42" w:rsidRDefault="00E45A09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F0B1C4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68EDC7F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75745A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FD97FB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BC589E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A07679" w14:textId="77777777"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14:paraId="25163B7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1D1791" w14:textId="77777777" w:rsidR="00D13E05" w:rsidRPr="00CC2F42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1DB811" w14:textId="77777777" w:rsidR="00D13E05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iCs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14:paraId="372B4C54" w14:textId="77777777" w:rsidR="002359BC" w:rsidRPr="00C750B9" w:rsidRDefault="002359B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1BF86D" w14:textId="77777777" w:rsidR="00D13E05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14:paraId="33163322" w14:textId="77777777" w:rsidR="002359BC" w:rsidRPr="00CC2F42" w:rsidRDefault="002359B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B46867" w14:textId="77777777" w:rsidR="00D13E05" w:rsidRPr="00CC2F42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2A7C1A0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F339FC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0473E0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DE57D4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DC38CE" w14:textId="77777777"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478AD01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FFDE5A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021209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7AE07A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026FE1" w14:textId="77777777"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5458E890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5F16BF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F85CED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11CB24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AACBCB" w14:textId="77777777"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2FF806C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DEB087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27318B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A456C6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A1A307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6DA1F2B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27F154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620DD6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B9C14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38A86B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010250E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E9ABF3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767626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14:paraId="569F66CC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16</w:t>
            </w:r>
          </w:p>
          <w:p w14:paraId="3C377587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  <w:p w14:paraId="36A49895" w14:textId="77777777" w:rsidR="00D10547" w:rsidRPr="00CC2F42" w:rsidRDefault="00D10547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7E4C1E" w14:textId="77777777" w:rsidR="000724E4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E75A1D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F3AF961" w14:textId="77777777" w:rsidR="000724E4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147E0051" w14:textId="77777777" w:rsidR="000724E4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0DEE37D" w14:textId="77777777" w:rsidR="00D10547" w:rsidRPr="00CC2F42" w:rsidRDefault="00D10547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CA17D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0D67DBB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E5882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A6084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98809B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8A9AF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7AD8B97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6490C2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1252CC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FF1A4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A0CCAB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20787AF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5052D0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85D925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E82348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9E358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0B2CCDE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1270C2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7C9532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748D62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60C9DC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4002E450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E497C5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9F53E1" w14:textId="77777777" w:rsidR="000724E4" w:rsidRPr="001F23E9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61CD7C" w14:textId="77777777" w:rsidR="000724E4" w:rsidRPr="00EF64C3" w:rsidRDefault="000724E4" w:rsidP="000724E4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14D381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4F28F367" w14:textId="77777777" w:rsidTr="000724E4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FDB2D8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C2E3E2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AD1FA7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A43F9C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27EA03C1" w14:textId="77777777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10E84F1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50EF92D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A7A1548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88F2E24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7FF348E2" w14:textId="3525FFBE" w:rsidR="00223C43" w:rsidRPr="00CC2F42" w:rsidRDefault="000A42B3" w:rsidP="00223C43">
      <w:pPr>
        <w:pStyle w:val="H23G"/>
      </w:pPr>
      <w:r w:rsidRPr="00CC2F42">
        <w:br w:type="page"/>
      </w:r>
      <w:r w:rsidR="00223C43" w:rsidRPr="00CC2F42">
        <w:tab/>
      </w:r>
      <w:r w:rsidR="00223C43" w:rsidRPr="00CC2F42">
        <w:tab/>
      </w:r>
      <w:r w:rsidR="00223C43">
        <w:t>UN GTR</w:t>
      </w:r>
      <w:r w:rsidR="00223C43" w:rsidRPr="00CC2F42">
        <w:t xml:space="preserve"> No. 2 – Amend </w:t>
      </w:r>
      <w:r w:rsidR="00223C43">
        <w:t>4</w:t>
      </w:r>
      <w:r w:rsidR="00223C43" w:rsidRPr="00CC2F42">
        <w:t xml:space="preserve"> - Measurement procedure for two-wheeled motorcycles equipped with a positive or compression ignition engine </w:t>
      </w:r>
      <w:proofErr w:type="gramStart"/>
      <w:r w:rsidR="00223C43" w:rsidRPr="00CC2F42">
        <w:t>with regard to</w:t>
      </w:r>
      <w:proofErr w:type="gramEnd"/>
      <w:r w:rsidR="00223C43" w:rsidRPr="00CC2F42">
        <w:t xml:space="preserve"> the emission of gaseous pollutants, CO</w:t>
      </w:r>
      <w:r w:rsidR="00223C43" w:rsidRPr="00CC2F42">
        <w:rPr>
          <w:vertAlign w:val="subscript"/>
        </w:rPr>
        <w:t xml:space="preserve">2 </w:t>
      </w:r>
      <w:r w:rsidR="00223C43" w:rsidRPr="00CC2F42">
        <w:t>emissions and fuel consumption</w:t>
      </w:r>
    </w:p>
    <w:p w14:paraId="33400DCC" w14:textId="3B21DF3C" w:rsidR="00223C43" w:rsidRPr="00396AC2" w:rsidRDefault="00223C43" w:rsidP="00223C43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13.11.2019</w:t>
      </w:r>
    </w:p>
    <w:p w14:paraId="3B5E2327" w14:textId="66F3FDC3" w:rsidR="00223C43" w:rsidRPr="00001912" w:rsidRDefault="00223C43" w:rsidP="00223C43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>ECE/TRAN/2005/124/2/Amend.</w:t>
      </w:r>
      <w:r>
        <w:rPr>
          <w:rStyle w:val="H4GChar"/>
          <w:i w:val="0"/>
        </w:rPr>
        <w:t>4</w:t>
      </w:r>
      <w:r w:rsidRPr="00001912">
        <w:rPr>
          <w:rStyle w:val="H4GChar"/>
          <w:i w:val="0"/>
        </w:rPr>
        <w:t xml:space="preserve"> - dated </w:t>
      </w:r>
      <w:r>
        <w:rPr>
          <w:rStyle w:val="H4GChar"/>
          <w:i w:val="0"/>
        </w:rPr>
        <w:t>03</w:t>
      </w:r>
      <w:r w:rsidRPr="00001912">
        <w:rPr>
          <w:rStyle w:val="H4GChar"/>
          <w:i w:val="0"/>
        </w:rPr>
        <w:t>.0</w:t>
      </w:r>
      <w:r>
        <w:rPr>
          <w:rStyle w:val="H4GChar"/>
          <w:i w:val="0"/>
        </w:rPr>
        <w:t>2</w:t>
      </w:r>
      <w:r w:rsidRPr="00001912">
        <w:rPr>
          <w:rStyle w:val="H4GChar"/>
          <w:i w:val="0"/>
        </w:rPr>
        <w:t>.201</w:t>
      </w:r>
      <w:r>
        <w:rPr>
          <w:rStyle w:val="H4GChar"/>
          <w:i w:val="0"/>
        </w:rPr>
        <w:t>9</w:t>
      </w:r>
    </w:p>
    <w:p w14:paraId="2577530E" w14:textId="77777777" w:rsidR="00223C43" w:rsidRPr="00D42397" w:rsidRDefault="00223C43" w:rsidP="00223C43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6DBA094A" w14:textId="2DFC40B7" w:rsidR="00223C43" w:rsidRPr="006E1E56" w:rsidRDefault="00223C43" w:rsidP="00223C43">
      <w:pPr>
        <w:pStyle w:val="SingleTxtG"/>
        <w:spacing w:after="0"/>
      </w:pPr>
      <w:r w:rsidRPr="00CC2F42">
        <w:t xml:space="preserve">Deadline for status reports/final notifications: </w:t>
      </w:r>
      <w:r>
        <w:t>11</w:t>
      </w:r>
      <w:r w:rsidRPr="00062CA7">
        <w:t>.0</w:t>
      </w:r>
      <w:r>
        <w:t>1</w:t>
      </w:r>
      <w:r w:rsidRPr="00062CA7">
        <w:t>.20</w:t>
      </w:r>
      <w:r>
        <w:t>21</w:t>
      </w:r>
      <w:r w:rsidRPr="00062CA7">
        <w:t xml:space="preserve"> then each </w:t>
      </w:r>
      <w:r>
        <w:t>11</w:t>
      </w:r>
      <w:r w:rsidRPr="00062CA7">
        <w:t>.0</w:t>
      </w:r>
      <w:r>
        <w:t>1</w:t>
      </w:r>
      <w:r w:rsidRPr="00062CA7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223C43" w:rsidRPr="00CC2F42" w14:paraId="2117FC43" w14:textId="77777777" w:rsidTr="004E2A9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503477C" w14:textId="77777777" w:rsidR="00223C43" w:rsidRPr="00CC2F42" w:rsidRDefault="00223C43" w:rsidP="004E2A9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9DA0D3B" w14:textId="77777777" w:rsidR="00223C43" w:rsidRPr="00CC2F42" w:rsidRDefault="00223C43" w:rsidP="004E2A9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D3A5836" w14:textId="77777777" w:rsidR="00223C43" w:rsidRPr="00CC2F42" w:rsidRDefault="00223C43" w:rsidP="004E2A9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2571045" w14:textId="77777777" w:rsidR="00223C43" w:rsidRPr="00CC2F42" w:rsidRDefault="00223C43" w:rsidP="004E2A9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23C43" w:rsidRPr="00CC2F42" w14:paraId="6763F734" w14:textId="77777777" w:rsidTr="004E2A9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0355DF9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F171390" w14:textId="5267DEC9" w:rsidR="00223C43" w:rsidRPr="00CC2F42" w:rsidRDefault="00223C43" w:rsidP="00223C4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E2AF797" w14:textId="4F8F4AC6" w:rsidR="00223C43" w:rsidRPr="008C29F2" w:rsidRDefault="00223C43" w:rsidP="00223C4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1691553" w14:textId="77777777" w:rsidR="00223C43" w:rsidRPr="00FB032A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223C43" w:rsidRPr="00CC2F42" w14:paraId="54291EEE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0F6F05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22C039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352764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352715" w14:textId="77777777" w:rsidR="00223C43" w:rsidRPr="00FB032A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23C43" w:rsidRPr="00CC2F42" w14:paraId="4AB9E63F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94632E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ADC9ED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2890B8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44B3FE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223C43" w:rsidRPr="00CC2F42" w14:paraId="699276E6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C2E9F5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2AD5DF" w14:textId="364B14E2" w:rsidR="00223C43" w:rsidRPr="00223C43" w:rsidRDefault="00223C43" w:rsidP="00223C4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37F5F0" w14:textId="30AF037F" w:rsidR="00223C43" w:rsidRPr="00CC2F42" w:rsidRDefault="00223C43" w:rsidP="00223C4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E2B6FA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223C43" w:rsidRPr="00CC2F42" w14:paraId="5EFF432B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E84CD7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D8B48B" w14:textId="197A7E44" w:rsidR="00223C43" w:rsidRPr="00CC2F42" w:rsidRDefault="00223C43" w:rsidP="004E2A9B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92E334" w14:textId="1AD25BB1" w:rsidR="00223C43" w:rsidRPr="00CC2F42" w:rsidRDefault="00223C43" w:rsidP="004E2A9B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233043" w14:textId="77777777" w:rsidR="00223C43" w:rsidRPr="00CC2F42" w:rsidRDefault="00223C43" w:rsidP="004E2A9B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left="-1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223C43" w:rsidRPr="00CC2F42" w14:paraId="0797D021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C0B7BE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55B5CF" w14:textId="3B7A5F0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2CB279" w14:textId="13D0F69F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C7A87E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223C43" w:rsidRPr="00CC2F42" w14:paraId="7230AD77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183A42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7FDFA0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B2DB50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944BE7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223C43" w:rsidRPr="00CC2F42" w14:paraId="4997D69D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7B922F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A3FAE7" w14:textId="7620CFB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DD43FD" w14:textId="1036E6C9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86131C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223C43" w:rsidRPr="00CC2F42" w14:paraId="5523153D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111CC6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89CCAA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7D95D0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E9104D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23C43" w:rsidRPr="00CC2F42" w14:paraId="49D504D8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F2B900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27EBEF" w14:textId="6804D51B" w:rsidR="00223C43" w:rsidRPr="00223C43" w:rsidRDefault="00223C43" w:rsidP="00223C4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650ABE" w14:textId="030963A2" w:rsidR="00223C43" w:rsidRPr="00223C43" w:rsidRDefault="00223C43" w:rsidP="00223C43">
            <w:pPr>
              <w:suppressAutoHyphens w:val="0"/>
              <w:spacing w:before="40" w:after="120" w:line="220" w:lineRule="exact"/>
              <w:ind w:left="-1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59D88B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223C43" w:rsidRPr="00CC2F42" w14:paraId="39BCC772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279CBA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B43F45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EC20A5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AD26F8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23C43" w:rsidRPr="00CC2F42" w14:paraId="42DB3C5D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3C219B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E1EBD6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2130E1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5D1429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23C43" w:rsidRPr="00CC2F42" w14:paraId="552E9601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A7A2F5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2395C8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35C80A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47EBD2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23C43" w:rsidRPr="00CC2F42" w14:paraId="56C3FA50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3D7F79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50405E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C20FEB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E985EF" w14:textId="77777777" w:rsidR="00223C43" w:rsidRPr="00801314" w:rsidRDefault="00223C43" w:rsidP="004E2A9B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223C43" w:rsidRPr="00CC2F42" w14:paraId="3DFDD4D0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66BCC2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643551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5E5245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8705FF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23C43" w:rsidRPr="00CC2F42" w14:paraId="06D261BE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DA0CD9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51FC3" w14:textId="0443307B" w:rsidR="00223C43" w:rsidRPr="00CC2F42" w:rsidRDefault="00223C43" w:rsidP="00223C4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99E0E7" w14:textId="1A089353" w:rsidR="00223C43" w:rsidRPr="00CC2F42" w:rsidRDefault="00223C43" w:rsidP="00223C43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55E8D6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223C43" w:rsidRPr="00CC2F42" w14:paraId="2CCEF7AF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FC5D36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90BA62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4B0C4F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23E9D8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23C43" w:rsidRPr="00CC2F42" w14:paraId="5153B194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00C3ED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691C4A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6EF768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163748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223C43" w:rsidRPr="00CC2F42" w14:paraId="03EC3BF4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D04E3D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563AF9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2140DD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C25964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23C43" w:rsidRPr="00CC2F42" w14:paraId="0A680ADC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C4C554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D2D825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BAD8DC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1E4C76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23C43" w:rsidRPr="00CC2F42" w14:paraId="50F0B1D9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75520B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D94BB6" w14:textId="52CF56A3" w:rsidR="00223C43" w:rsidRPr="001F23E9" w:rsidRDefault="00223C43" w:rsidP="004E2A9B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3A452F" w14:textId="22A7286D" w:rsidR="00223C43" w:rsidRPr="00EF64C3" w:rsidRDefault="00223C43" w:rsidP="004E2A9B">
            <w:pPr>
              <w:spacing w:before="40" w:after="120" w:line="220" w:lineRule="exact"/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7CDB2B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223C43" w:rsidRPr="00CC2F42" w14:paraId="4F1323FB" w14:textId="77777777" w:rsidTr="004E2A9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E3B8A3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2F0C40" w14:textId="0D9D522C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F5AE38" w14:textId="3DA9A74A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297250" w14:textId="77777777" w:rsidR="00223C43" w:rsidRPr="00CC2F42" w:rsidRDefault="00223C43" w:rsidP="004E2A9B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223C43" w:rsidRPr="00CC2F42" w14:paraId="4FA9CCF9" w14:textId="77777777" w:rsidTr="004E2A9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C582183" w14:textId="77777777" w:rsidR="00223C43" w:rsidRPr="00CC2F42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C0A6373" w14:textId="77777777" w:rsidR="00223C43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59609D8" w14:textId="77777777" w:rsidR="00223C43" w:rsidRDefault="00223C43" w:rsidP="004E2A9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8047FDB" w14:textId="77777777" w:rsidR="00223C43" w:rsidRPr="00801314" w:rsidRDefault="00223C43" w:rsidP="004E2A9B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579ED383" w14:textId="4029532F" w:rsidR="004C1344" w:rsidRDefault="00223C43" w:rsidP="00CF3451">
      <w:pPr>
        <w:pStyle w:val="H23G"/>
        <w:spacing w:before="120"/>
        <w:rPr>
          <w:rStyle w:val="H4GChar"/>
        </w:rPr>
      </w:pPr>
      <w:r w:rsidRPr="00CC2F42">
        <w:br w:type="page"/>
      </w:r>
      <w:r w:rsidR="004C1344" w:rsidRPr="00CC2F42">
        <w:tab/>
      </w:r>
      <w:r w:rsidR="004C1344" w:rsidRPr="00CC2F42">
        <w:tab/>
      </w:r>
      <w:r w:rsidR="0021389E">
        <w:t>UN GTR</w:t>
      </w:r>
      <w:r w:rsidR="004C1344" w:rsidRPr="00CC2F42">
        <w:t xml:space="preserve"> No. 3 - Motorcycle brake systems</w:t>
      </w:r>
      <w:r w:rsidR="004C1344" w:rsidRPr="00CC2F42">
        <w:rPr>
          <w:rStyle w:val="H4GChar"/>
        </w:rPr>
        <w:t xml:space="preserve"> </w:t>
      </w:r>
    </w:p>
    <w:p w14:paraId="03251E9D" w14:textId="77777777" w:rsidR="00091857" w:rsidRPr="00396AC2" w:rsidRDefault="00091857" w:rsidP="00CF3451">
      <w:pPr>
        <w:pStyle w:val="SingleTxtG"/>
        <w:spacing w:after="80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15.11.2006</w:t>
      </w:r>
    </w:p>
    <w:p w14:paraId="42140E3B" w14:textId="77777777" w:rsidR="00091857" w:rsidRPr="00001912" w:rsidRDefault="00091857" w:rsidP="00CF3451">
      <w:pPr>
        <w:pStyle w:val="SingleTxtG"/>
        <w:spacing w:after="80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ECE/TRAN/2005/124/3 dated from 02.02.2007</w:t>
      </w:r>
    </w:p>
    <w:p w14:paraId="1672B2D3" w14:textId="77777777" w:rsidR="000931FF" w:rsidRPr="00D42397" w:rsidRDefault="000931FF" w:rsidP="00CF3451">
      <w:pPr>
        <w:pStyle w:val="SingleTxtG"/>
        <w:spacing w:after="80"/>
        <w:rPr>
          <w:rStyle w:val="H4GChar"/>
        </w:rPr>
      </w:pPr>
      <w:r w:rsidRPr="00D42397">
        <w:rPr>
          <w:rStyle w:val="H4GChar"/>
        </w:rPr>
        <w:t xml:space="preserve">Status </w:t>
      </w:r>
      <w:r w:rsidR="006D000F" w:rsidRPr="00D42397">
        <w:rPr>
          <w:rStyle w:val="H4GChar"/>
        </w:rPr>
        <w:t>r</w:t>
      </w:r>
      <w:r w:rsidRPr="00D42397">
        <w:rPr>
          <w:rStyle w:val="H4GChar"/>
        </w:rPr>
        <w:t>eport/</w:t>
      </w:r>
      <w:r w:rsidR="006D000F" w:rsidRPr="00D42397">
        <w:rPr>
          <w:rStyle w:val="H4GChar"/>
        </w:rPr>
        <w:t>n</w:t>
      </w:r>
      <w:r w:rsidRPr="00D42397">
        <w:rPr>
          <w:rStyle w:val="H4GChar"/>
        </w:rPr>
        <w:t>otification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4942F469" w14:textId="77777777" w:rsidR="004C1344" w:rsidRPr="00CC2F42" w:rsidRDefault="004C1344" w:rsidP="00E608C2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</w:t>
      </w:r>
      <w:r w:rsidR="000931FF" w:rsidRPr="00CC2F42">
        <w:t>s</w:t>
      </w:r>
      <w:r w:rsidRPr="00CC2F42">
        <w:t>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</w:t>
      </w:r>
      <w:r w:rsidR="000931FF" w:rsidRPr="00CC2F42">
        <w:t>s</w:t>
      </w:r>
      <w:r w:rsidRPr="00CC2F42">
        <w:t xml:space="preserve">: </w:t>
      </w:r>
      <w:r w:rsidR="000931FF" w:rsidRPr="00CC2F42">
        <w:t>14</w:t>
      </w:r>
      <w:r w:rsidRPr="00CC2F42">
        <w:t>.0</w:t>
      </w:r>
      <w:r w:rsidR="000931FF" w:rsidRPr="00CC2F42">
        <w:t>1</w:t>
      </w:r>
      <w:r w:rsidRPr="00CC2F42">
        <w:t>.20</w:t>
      </w:r>
      <w:r w:rsidR="000931FF" w:rsidRPr="00CC2F42">
        <w:t>08</w:t>
      </w:r>
      <w:r w:rsidRPr="00CC2F42">
        <w:t xml:space="preserve"> then each </w:t>
      </w:r>
      <w:r w:rsidR="000931FF" w:rsidRPr="00CC2F42">
        <w:t>14</w:t>
      </w:r>
      <w:r w:rsidRPr="00CC2F42">
        <w:t>.0</w:t>
      </w:r>
      <w:r w:rsidR="000931FF" w:rsidRPr="00CC2F42">
        <w:t>1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63303" w:rsidRPr="00CC2F42" w14:paraId="7FD0B030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8A73CFC" w14:textId="77777777" w:rsidR="00863303" w:rsidRPr="00CC2F42" w:rsidRDefault="0086330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2DB450C" w14:textId="77777777" w:rsidR="00863303" w:rsidRPr="00CC2F42" w:rsidRDefault="00863303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0F4AB5D" w14:textId="77777777" w:rsidR="00863303" w:rsidRPr="00CC2F42" w:rsidRDefault="0086330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55EC5A1" w14:textId="77777777" w:rsidR="00863303" w:rsidRPr="00CC2F42" w:rsidRDefault="00863303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14:paraId="09F7D826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4042790" w14:textId="77777777"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EB4150D" w14:textId="77777777" w:rsidR="008C29F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  <w:p w14:paraId="2E6E782F" w14:textId="4D986F96" w:rsidR="00C448C1" w:rsidRPr="00CC2F42" w:rsidRDefault="00C448C1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B430DFB" w14:textId="77777777" w:rsid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5F0577BE" w14:textId="3E5CAEFD" w:rsidR="00C448C1" w:rsidRPr="008C29F2" w:rsidRDefault="00C448C1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FCF979A" w14:textId="77777777" w:rsidR="008C29F2" w:rsidRPr="00CC2F42" w:rsidRDefault="008C29F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Amend.1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14:paraId="0AB606E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2BDE2F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F76347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A86918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D49071" w14:textId="77777777" w:rsidR="009237AC" w:rsidRPr="00CC2F42" w:rsidRDefault="002D2E14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7151B69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33D38B" w14:textId="77777777"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472621" w14:textId="77777777"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8EA763" w14:textId="77777777"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B87447" w14:textId="77777777"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14:paraId="3414D38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D7714F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22E09A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11.01.08</w:t>
            </w:r>
          </w:p>
          <w:p w14:paraId="3F0F6C48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02.03.09</w:t>
            </w:r>
          </w:p>
          <w:p w14:paraId="4DB9D535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  <w:p w14:paraId="6D351DEE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15.04.13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CA1ED6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A0DB675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B1D819F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proofErr w:type="gramStart"/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th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6025F72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14521C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14:paraId="3A9ED0C4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14:paraId="79BBCBD0" w14:textId="77777777" w:rsidR="00354ECB" w:rsidRDefault="00354ECB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14:paraId="3486D7E2" w14:textId="77777777"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8505A6" w:rsidRPr="00CC2F42" w14:paraId="338C515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043831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EC6839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6723ED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DA3768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14:paraId="3D1E3A9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1A7305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</w:t>
            </w:r>
            <w:r w:rsidRPr="00DB3108">
              <w:rPr>
                <w:rFonts w:ascii="Times New Roman" w:hAnsi="Times New Roman"/>
                <w:sz w:val="16"/>
                <w:szCs w:val="16"/>
              </w:rPr>
              <w:t>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BB418F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CEF461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</w:t>
            </w:r>
            <w:r w:rsidR="00DB3108">
              <w:rPr>
                <w:sz w:val="16"/>
                <w:szCs w:val="16"/>
                <w:lang w:val="en-US"/>
              </w:rPr>
              <w:t>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81D03C" w14:textId="77777777"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14:paraId="741D03F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BB179C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85AA90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08.05.08</w:t>
            </w:r>
          </w:p>
          <w:p w14:paraId="19ED4FEC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1FE302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14:paraId="22548823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77A56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741649B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2EFD72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BDADB1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20.08.07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BD50BE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CF6304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9237AC" w:rsidRPr="00CC2F42" w14:paraId="13B3D01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16292D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367265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CF7EBC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3DB776" w14:textId="77777777"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5728EE3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428187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701852" w14:textId="77777777"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14:paraId="0561DA6F" w14:textId="77777777" w:rsidR="0056254A" w:rsidRPr="00CC2F42" w:rsidRDefault="0056254A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05833B" w14:textId="77777777"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14:paraId="6C883D08" w14:textId="77777777" w:rsidR="0056254A" w:rsidRPr="00CC2F42" w:rsidRDefault="0056254A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9A4A80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9237AC" w:rsidRPr="00CC2F42" w14:paraId="2D3C62A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48568D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2D487F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4311D7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105FEA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3FAF9DC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A2A2C7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4B5F8A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9D3AA1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DEFD7F" w14:textId="77777777"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47BB0C1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45587A" w14:textId="77777777"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602819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EF1083" w14:textId="77777777"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594BBA" w14:textId="77777777"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2D2E14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Amend.1</w:t>
            </w:r>
            <w:r w:rsidR="002D2E14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0724E4" w:rsidRPr="00CC2F42" w14:paraId="754DC69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CCA3CD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B4E58F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D782FA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C89D77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1537498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C9031F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899BCC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2AAB4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FA08FA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40712A0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0C3FF9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FEDFF7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03.12.08</w:t>
            </w:r>
          </w:p>
          <w:p w14:paraId="69E2DC85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14:paraId="3F32D9B2" w14:textId="77777777" w:rsidR="000724E4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14:paraId="1CD6536A" w14:textId="77777777" w:rsidR="000724E4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654AC380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3AF5F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</w:t>
            </w:r>
            <w:r>
              <w:rPr>
                <w:sz w:val="16"/>
                <w:szCs w:val="16"/>
                <w:lang w:val="en-US"/>
              </w:rPr>
              <w:t>tatus report</w:t>
            </w:r>
          </w:p>
          <w:p w14:paraId="70FAF73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66EB0E2A" w14:textId="77777777" w:rsidR="000724E4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14:paraId="628B3BFF" w14:textId="77777777" w:rsidR="000724E4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14:paraId="12897E34" w14:textId="77777777" w:rsidR="000724E4" w:rsidRPr="00B77C8D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BB5F31" w14:textId="77777777" w:rsidR="000724E4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14:paraId="123FAD86" w14:textId="77777777" w:rsidR="000724E4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14:paraId="2FF0B58A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No.78 </w:t>
            </w:r>
            <w:r>
              <w:rPr>
                <w:sz w:val="16"/>
                <w:szCs w:val="16"/>
                <w:lang w:val="en-US"/>
              </w:rPr>
              <w:t xml:space="preserve">(from: </w:t>
            </w:r>
            <w:r w:rsidRPr="00CC2F42">
              <w:rPr>
                <w:sz w:val="16"/>
                <w:szCs w:val="16"/>
                <w:lang w:val="en-US"/>
              </w:rPr>
              <w:t>01.01.2014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  <w:tr w:rsidR="000724E4" w:rsidRPr="00CC2F42" w14:paraId="3D1A4F0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661F8A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D4D88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83CCB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519DAA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6374BC95" w14:textId="77777777" w:rsidTr="00D6678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56E2AA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4257CA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2EDDE3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0330D2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14E2927B" w14:textId="77777777" w:rsidTr="00D66786">
        <w:tc>
          <w:tcPr>
            <w:tcW w:w="238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1073873C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3B17B9E0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18429F3E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4EE3D155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018C82EC" w14:textId="77777777" w:rsidTr="00D66786">
        <w:tc>
          <w:tcPr>
            <w:tcW w:w="238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531A420A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31644CCE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6FE34623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7D069B9B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774B949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8743B9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3DB53A" w14:textId="77777777" w:rsidR="000724E4" w:rsidRPr="001F23E9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5E26B3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FF9D8A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4ADD089C" w14:textId="77777777" w:rsidTr="000724E4">
        <w:trPr>
          <w:trHeight w:val="140"/>
        </w:trPr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8F6BEC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2C1047" w14:textId="77777777" w:rsidR="000724E4" w:rsidRDefault="000724E4" w:rsidP="000724E4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14:paraId="7B7961EF" w14:textId="77777777" w:rsidR="000724E4" w:rsidRPr="00CC2F42" w:rsidRDefault="000724E4" w:rsidP="000724E4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AF0E9F" w14:textId="77777777" w:rsidR="000724E4" w:rsidRDefault="000724E4" w:rsidP="000724E4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222B6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8D0F342" w14:textId="77777777" w:rsidR="000724E4" w:rsidRPr="00CC2F42" w:rsidRDefault="000724E4" w:rsidP="000724E4">
            <w:pPr>
              <w:suppressAutoHyphens w:val="0"/>
              <w:spacing w:after="12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10EA70" w14:textId="77777777" w:rsidR="000724E4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14:paraId="6AFEC51E" w14:textId="77777777" w:rsidR="000724E4" w:rsidRPr="00CC2F42" w:rsidRDefault="000724E4" w:rsidP="000724E4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Transposition since 23.10.2012</w:t>
            </w:r>
          </w:p>
        </w:tc>
      </w:tr>
      <w:tr w:rsidR="000724E4" w:rsidRPr="00CC2F42" w14:paraId="4E31A9CD" w14:textId="77777777" w:rsidTr="00212082">
        <w:trPr>
          <w:trHeight w:val="140"/>
        </w:trPr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CA01421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430E61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2F7F1B9" w14:textId="77777777" w:rsidR="000724E4" w:rsidRDefault="000724E4" w:rsidP="000724E4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D01193B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624BEE3E" w14:textId="77777777" w:rsidR="00E26F13" w:rsidRDefault="001F721C" w:rsidP="00CF3451">
      <w:pPr>
        <w:pStyle w:val="H23G"/>
        <w:ind w:left="0" w:firstLine="0"/>
        <w:rPr>
          <w:rStyle w:val="H4GChar"/>
        </w:rPr>
      </w:pPr>
      <w:r w:rsidRPr="00CC2F42">
        <w:br w:type="page"/>
      </w:r>
      <w:r w:rsidR="00E26F13" w:rsidRPr="00CC2F42">
        <w:tab/>
      </w:r>
      <w:r w:rsidR="00E26F13" w:rsidRPr="00CC2F42">
        <w:tab/>
      </w:r>
      <w:r w:rsidR="0021389E">
        <w:t>UN GTR</w:t>
      </w:r>
      <w:r w:rsidR="00E26F13" w:rsidRPr="00CC2F42">
        <w:t xml:space="preserve"> No. 3 </w:t>
      </w:r>
      <w:r w:rsidR="00BB103B" w:rsidRPr="00CC2F42">
        <w:t>–</w:t>
      </w:r>
      <w:r w:rsidR="00E26F13" w:rsidRPr="00CC2F42">
        <w:t xml:space="preserve"> </w:t>
      </w:r>
      <w:r w:rsidR="00BB103B" w:rsidRPr="00CC2F42">
        <w:t xml:space="preserve">Amend. 1 - </w:t>
      </w:r>
      <w:r w:rsidR="00E26F13" w:rsidRPr="00CC2F42">
        <w:t>Motorcycle brake systems</w:t>
      </w:r>
      <w:r w:rsidR="00E26F13" w:rsidRPr="00CC2F42">
        <w:rPr>
          <w:rStyle w:val="H4GChar"/>
        </w:rPr>
        <w:t xml:space="preserve"> </w:t>
      </w:r>
    </w:p>
    <w:p w14:paraId="15FFB963" w14:textId="77777777"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26.06.2008</w:t>
      </w:r>
    </w:p>
    <w:p w14:paraId="0E77BDEB" w14:textId="77777777" w:rsidR="00091857" w:rsidRPr="00001912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ECE/TRAN/2005/124/3/Amend.1 dated from 29.07.2008</w:t>
      </w:r>
    </w:p>
    <w:p w14:paraId="22BDA7A1" w14:textId="77777777" w:rsidR="00E26F13" w:rsidRPr="00D42397" w:rsidRDefault="00E26F13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60D49B5C" w14:textId="77777777" w:rsidR="00E26F13" w:rsidRPr="00CC2F42" w:rsidRDefault="00E26F13" w:rsidP="00E608C2">
      <w:pPr>
        <w:pStyle w:val="SingleTxtG"/>
        <w:spacing w:after="0"/>
      </w:pPr>
      <w:r w:rsidRPr="00CC2F42">
        <w:t>Deadline for status</w:t>
      </w:r>
      <w:r w:rsidR="00CC37B5" w:rsidRPr="00CC2F42">
        <w:t xml:space="preserve"> reports/</w:t>
      </w:r>
      <w:r w:rsidR="001807E1">
        <w:t>f</w:t>
      </w:r>
      <w:r w:rsidR="00CC37B5" w:rsidRPr="00CC2F42">
        <w:t xml:space="preserve">inal </w:t>
      </w:r>
      <w:r w:rsidR="001807E1">
        <w:t>n</w:t>
      </w:r>
      <w:r w:rsidR="00CC37B5" w:rsidRPr="00CC2F42">
        <w:t>otifications: 25.08.2009</w:t>
      </w:r>
      <w:r w:rsidRPr="00CC2F42">
        <w:t xml:space="preserve"> then each </w:t>
      </w:r>
      <w:r w:rsidR="007C27B6">
        <w:t>25</w:t>
      </w:r>
      <w:r w:rsidRPr="00CC2F42">
        <w:t>.0</w:t>
      </w:r>
      <w:r w:rsidR="007C27B6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A32E6" w:rsidRPr="00CC2F42" w14:paraId="4199F137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7590A63" w14:textId="77777777" w:rsidR="005A32E6" w:rsidRPr="00CC2F42" w:rsidRDefault="005A32E6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DF05C5F" w14:textId="77777777" w:rsidR="005A32E6" w:rsidRPr="00CC2F42" w:rsidRDefault="005A32E6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9146B46" w14:textId="77777777" w:rsidR="005A32E6" w:rsidRPr="00CC2F42" w:rsidRDefault="005A32E6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F643032" w14:textId="77777777" w:rsidR="005A32E6" w:rsidRPr="00CC2F42" w:rsidRDefault="005A32E6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14:paraId="4B9D6FD7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9C798FB" w14:textId="77777777" w:rsidR="008C29F2" w:rsidRPr="00CC2F42" w:rsidRDefault="008C29F2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8712753" w14:textId="77777777" w:rsidR="008C29F2" w:rsidRDefault="008C29F2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  <w:p w14:paraId="0944B266" w14:textId="67FE5B5D" w:rsidR="00C448C1" w:rsidRPr="00CC2F42" w:rsidRDefault="00C448C1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66E77B2" w14:textId="77777777" w:rsidR="008C29F2" w:rsidRDefault="008C29F2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2B7CA509" w14:textId="588924CB" w:rsidR="00C448C1" w:rsidRPr="008C29F2" w:rsidRDefault="00C448C1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7D403AA" w14:textId="77777777" w:rsidR="008C29F2" w:rsidRPr="00FB032A" w:rsidRDefault="008C29F2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14:paraId="7F9AB5F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D87833" w14:textId="77777777"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88285A" w14:textId="77777777"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80C6DC" w14:textId="77777777"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59A84E" w14:textId="77777777" w:rsidR="009237AC" w:rsidRPr="00CC2F42" w:rsidRDefault="002D2E14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718BB34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449C46" w14:textId="77777777" w:rsidR="00872FA5" w:rsidRPr="00CC2F42" w:rsidRDefault="00872FA5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2C22E3" w14:textId="77777777" w:rsidR="00872FA5" w:rsidRPr="00CC2F42" w:rsidRDefault="00872FA5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43493D" w14:textId="77777777" w:rsidR="00872FA5" w:rsidRPr="00CC2F42" w:rsidRDefault="00872FA5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5D7CDA" w14:textId="77777777" w:rsidR="00872FA5" w:rsidRPr="00CC2F42" w:rsidRDefault="00872FA5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14:paraId="63612B7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697CD8" w14:textId="77777777"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E71A0C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17.08.09</w:t>
            </w:r>
          </w:p>
          <w:p w14:paraId="70DF254F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17.08.10</w:t>
            </w:r>
          </w:p>
          <w:p w14:paraId="3BA73791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15.04.13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0B96DC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6CA73FF3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674D38CC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88DD21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14:paraId="5597E77F" w14:textId="77777777" w:rsidR="000552A1" w:rsidRDefault="000552A1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14:paraId="3F98C8EE" w14:textId="77777777"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="009237AC"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8505A6" w:rsidRPr="00CC2F42" w14:paraId="47CE843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CDB912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41A188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DECEE0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B33393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0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14:paraId="5AE3B0A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B213F5" w14:textId="77777777"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B474C5" w14:textId="77777777"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  <w:p w14:paraId="1FF09072" w14:textId="77777777" w:rsidR="007D3AFF" w:rsidRPr="00CC2F42" w:rsidRDefault="007D3AFF" w:rsidP="00212082">
            <w:pPr>
              <w:suppressAutoHyphens w:val="0"/>
              <w:spacing w:before="40" w:after="10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E227F3" w14:textId="77777777"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1237A82" w14:textId="77777777" w:rsidR="007D3AFF" w:rsidRPr="00CC2F42" w:rsidRDefault="007D3AFF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1F8FFD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9237AC" w:rsidRPr="00CC2F42" w14:paraId="0BCE9F8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FDEB5C" w14:textId="77777777"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3B14B2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04.09.09</w:t>
            </w:r>
          </w:p>
          <w:p w14:paraId="0095B647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7E6B75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14:paraId="2EED1AAF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256CDF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3339C8B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CB17F3" w14:textId="77777777"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627C33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18.08.09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438FD7" w14:textId="77777777" w:rsidR="009237AC" w:rsidRPr="00CC2F42" w:rsidRDefault="005E176E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F1E062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16A8B860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D53E3D" w14:textId="77777777"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C18160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8D2A33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98B6C6" w14:textId="77777777"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A464C" w:rsidRPr="00CC2F42" w14:paraId="530D066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B60AD2" w14:textId="77777777" w:rsidR="007A464C" w:rsidRPr="00CC2F42" w:rsidRDefault="007A464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CA133A" w14:textId="77777777" w:rsidR="007A464C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14:paraId="265051FE" w14:textId="77777777" w:rsidR="00BA64A8" w:rsidRDefault="00D65E29" w:rsidP="0056254A">
            <w:pPr>
              <w:suppressAutoHyphens w:val="0"/>
              <w:spacing w:before="40" w:after="24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72664068" w14:textId="77777777" w:rsidR="0056254A" w:rsidRPr="00CC2F42" w:rsidRDefault="0056254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C1CC64" w14:textId="77777777" w:rsidR="007A464C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14:paraId="40CB06D9" w14:textId="77777777" w:rsidR="00BA64A8" w:rsidRDefault="00D65E29" w:rsidP="0056254A">
            <w:pPr>
              <w:suppressAutoHyphens w:val="0"/>
              <w:spacing w:before="4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</w:t>
            </w:r>
            <w:r w:rsidR="0056254A">
              <w:rPr>
                <w:sz w:val="16"/>
                <w:szCs w:val="16"/>
                <w:lang w:val="en-US"/>
              </w:rPr>
              <w:t xml:space="preserve"> of Final notification</w:t>
            </w:r>
          </w:p>
          <w:p w14:paraId="47D28999" w14:textId="77777777" w:rsidR="0056254A" w:rsidRPr="00CC2F42" w:rsidRDefault="0056254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F59975" w14:textId="77777777" w:rsidR="007A464C" w:rsidRPr="00FB032A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141EF98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BB82A6" w14:textId="77777777"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8FDCFD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1DC914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B7BEC9" w14:textId="77777777" w:rsidR="009237AC" w:rsidRPr="00FB032A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4262E85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57F8C8" w14:textId="77777777"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EFB55F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0DD780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11291C" w14:textId="77777777"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40A6F7A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7760C3" w14:textId="77777777"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C803E9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4AF123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11B059" w14:textId="77777777"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7D81A95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76EF9F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D38492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91BEC3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5023FE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299C9274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4AD8FA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72F59E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457F8C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3AECD7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3E76421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AB3545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2793B3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14:paraId="065A08C8" w14:textId="77777777" w:rsidR="000724E4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14:paraId="470F9076" w14:textId="77777777" w:rsidR="000724E4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</w:rPr>
            </w:pPr>
            <w:r w:rsidRPr="00B77C8D">
              <w:rPr>
                <w:sz w:val="16"/>
                <w:szCs w:val="16"/>
              </w:rPr>
              <w:t>03.11.15</w:t>
            </w:r>
          </w:p>
          <w:p w14:paraId="3B25D45C" w14:textId="77777777" w:rsidR="000724E4" w:rsidRPr="00B77C8D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50B0ED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73A05653" w14:textId="77777777" w:rsidR="000724E4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14:paraId="691CB35F" w14:textId="77777777" w:rsidR="000724E4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14:paraId="0D1A4238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6B17BD" w14:textId="77777777" w:rsidR="000724E4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  <w:p w14:paraId="7E7A8CBE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Confirmation: </w:t>
            </w:r>
            <w:r w:rsidRPr="00CC2F42">
              <w:rPr>
                <w:sz w:val="16"/>
                <w:szCs w:val="16"/>
                <w:lang w:val="en-US"/>
              </w:rPr>
              <w:t xml:space="preserve">UN Regulation No. 78 </w:t>
            </w:r>
            <w:r>
              <w:rPr>
                <w:sz w:val="16"/>
                <w:szCs w:val="16"/>
                <w:lang w:val="en-US"/>
              </w:rPr>
              <w:t>(from: 01.02.2014)</w:t>
            </w:r>
          </w:p>
        </w:tc>
      </w:tr>
      <w:tr w:rsidR="000724E4" w:rsidRPr="00CC2F42" w14:paraId="210ECE8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D364B8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CBCF4C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DC5207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43B1F4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525CA522" w14:textId="77777777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171386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54D1C6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006774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8DB4C4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340BA616" w14:textId="77777777" w:rsidTr="00D66786">
        <w:tc>
          <w:tcPr>
            <w:tcW w:w="238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4737F2B3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4866A5B4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24EFBAB7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1BDACD88" w14:textId="77777777" w:rsidR="000724E4" w:rsidRPr="00FB032A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32E2B203" w14:textId="77777777" w:rsidTr="00D66786">
        <w:tc>
          <w:tcPr>
            <w:tcW w:w="2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F5F00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1C6801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CEC283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08CE63" w14:textId="77777777" w:rsidR="000724E4" w:rsidRPr="00FB032A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75A826E2" w14:textId="77777777" w:rsidTr="00D66786">
        <w:tc>
          <w:tcPr>
            <w:tcW w:w="238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3DD3F548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07759CFB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46140A25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09D619CB" w14:textId="77777777" w:rsidR="000724E4" w:rsidRPr="00FB032A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7111A480" w14:textId="77777777" w:rsidTr="000724E4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E89766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050217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2E049E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74208D" w14:textId="77777777" w:rsidR="000724E4" w:rsidRPr="00CC2F42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Transposition since 23.10.2012</w:t>
            </w:r>
          </w:p>
        </w:tc>
      </w:tr>
      <w:tr w:rsidR="000724E4" w:rsidRPr="00CC2F42" w14:paraId="0FBD311B" w14:textId="77777777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CE0B630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3BA3AA8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A693C75" w14:textId="77777777" w:rsidR="000724E4" w:rsidRDefault="000724E4" w:rsidP="000724E4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2415741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6811A023" w14:textId="77777777" w:rsidR="00983938" w:rsidRDefault="00E26F13" w:rsidP="00983938">
      <w:pPr>
        <w:pStyle w:val="H23G"/>
        <w:rPr>
          <w:rStyle w:val="H4GChar"/>
        </w:rPr>
      </w:pPr>
      <w:r w:rsidRPr="00CC2F42">
        <w:br w:type="page"/>
      </w:r>
      <w:r w:rsidR="00983938" w:rsidRPr="00CC2F42">
        <w:tab/>
      </w:r>
      <w:r w:rsidR="00983938" w:rsidRPr="00CC2F42">
        <w:tab/>
      </w:r>
      <w:r w:rsidR="0021389E">
        <w:t>UN GTR</w:t>
      </w:r>
      <w:r w:rsidR="00983938" w:rsidRPr="00CC2F42">
        <w:t xml:space="preserve"> No. 3 – </w:t>
      </w:r>
      <w:r w:rsidR="00983938">
        <w:t>Amend. 2</w:t>
      </w:r>
      <w:r w:rsidR="00983938" w:rsidRPr="00CC2F42">
        <w:t xml:space="preserve"> - Motorcycle brake systems</w:t>
      </w:r>
      <w:r w:rsidR="00983938" w:rsidRPr="00CC2F42">
        <w:rPr>
          <w:rStyle w:val="H4GChar"/>
        </w:rPr>
        <w:t xml:space="preserve"> </w:t>
      </w:r>
    </w:p>
    <w:p w14:paraId="07395BEC" w14:textId="77777777" w:rsidR="00983938" w:rsidRPr="00396AC2" w:rsidRDefault="00983938" w:rsidP="00983938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12.03.</w:t>
      </w:r>
      <w:r w:rsidRPr="00983938">
        <w:rPr>
          <w:rStyle w:val="H4GChar"/>
          <w:i w:val="0"/>
        </w:rPr>
        <w:t>2015</w:t>
      </w:r>
    </w:p>
    <w:p w14:paraId="3E883437" w14:textId="77777777" w:rsidR="00983938" w:rsidRPr="00001912" w:rsidRDefault="00983938" w:rsidP="00983938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="003D0998">
        <w:rPr>
          <w:rStyle w:val="H4GChar"/>
          <w:i w:val="0"/>
        </w:rPr>
        <w:t>ECE/TRAN/2005/124/3/Amend.2 dated from 15.06.2015</w:t>
      </w:r>
    </w:p>
    <w:p w14:paraId="0A4806C3" w14:textId="77777777" w:rsidR="00983938" w:rsidRPr="00D42397" w:rsidRDefault="00983938" w:rsidP="00983938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08382615" w14:textId="77777777" w:rsidR="00983938" w:rsidRPr="00CC2F42" w:rsidRDefault="00983938" w:rsidP="0098393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3D0998" w:rsidRPr="003D0998">
        <w:t>12.05.2016</w:t>
      </w:r>
      <w:r w:rsidRPr="00CC2F42">
        <w:t xml:space="preserve"> then each </w:t>
      </w:r>
      <w:r w:rsidR="00947B22">
        <w:t>12</w:t>
      </w:r>
      <w:r w:rsidRPr="00CC2F42">
        <w:t>.0</w:t>
      </w:r>
      <w:r w:rsidR="00947B22">
        <w:t>5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83938" w:rsidRPr="00CC2F42" w14:paraId="63F1AA15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D19B2CB" w14:textId="77777777" w:rsidR="00983938" w:rsidRPr="00CC2F42" w:rsidRDefault="0098393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DECF44F" w14:textId="77777777" w:rsidR="00983938" w:rsidRPr="00CC2F42" w:rsidRDefault="00983938" w:rsidP="00317FCF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665372A" w14:textId="77777777" w:rsidR="00983938" w:rsidRPr="00CC2F42" w:rsidRDefault="0098393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4023681" w14:textId="77777777" w:rsidR="00983938" w:rsidRPr="00CC2F42" w:rsidRDefault="00983938" w:rsidP="00317FCF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83938" w:rsidRPr="00CC2F42" w14:paraId="2455E8DF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916E2D0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E0810B8" w14:textId="205557B7" w:rsidR="00983938" w:rsidRPr="00CC2F42" w:rsidRDefault="00C448C1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6761D70" w14:textId="0110986C" w:rsidR="00983938" w:rsidRPr="008C29F2" w:rsidRDefault="00C448C1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C542D2C" w14:textId="77777777"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83938" w:rsidRPr="00CC2F42" w14:paraId="58547BD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D37E78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A771B2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C1AB08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CB24ED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14:paraId="5D102FD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1F44CA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9ECBE2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00500D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0BF057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83938" w:rsidRPr="00CC2F42" w14:paraId="2C66BB3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083D12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1BBFF1" w14:textId="77777777" w:rsidR="00983938" w:rsidRPr="00CC2F42" w:rsidRDefault="006C036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23.12.15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9F69AC" w14:textId="61783F9E" w:rsidR="00983938" w:rsidRPr="00CC2F42" w:rsidRDefault="00BB18DF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A5E59E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5C782FA0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29C8A8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03C965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5204FB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95CA22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83938" w:rsidRPr="00CC2F42" w14:paraId="7DF4580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C7EC96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CBF9B4" w14:textId="77777777" w:rsidR="00983938" w:rsidRPr="006C0368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37459C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7635A2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983938" w:rsidRPr="00CC2F42" w14:paraId="4F6AFB24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E1C5A8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689206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B6E1C5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002A7F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14:paraId="5E2F6B9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3165F9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21EFC0" w14:textId="77777777" w:rsidR="00983938" w:rsidRPr="00CC2F42" w:rsidRDefault="00D3497D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D3497D">
              <w:rPr>
                <w:sz w:val="16"/>
                <w:szCs w:val="16"/>
                <w:lang w:val="en-US"/>
              </w:rPr>
              <w:t>17.05.</w:t>
            </w:r>
            <w:r w:rsidRPr="00335F69"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F780F9" w14:textId="77777777" w:rsidR="00983938" w:rsidRPr="00CC2F42" w:rsidRDefault="00D3497D" w:rsidP="00D3497D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335F69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1BC3B2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14:paraId="51A763D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3F5738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01F79C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84BD3E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5CB562" w14:textId="77777777"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14:paraId="5D7FC13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AE1709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B66546" w14:textId="77777777" w:rsidR="00983938" w:rsidRDefault="0056254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14:paraId="02580055" w14:textId="77777777" w:rsidR="00F2000A" w:rsidRPr="00CC2F42" w:rsidRDefault="00F2000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13.05.</w:t>
            </w:r>
            <w:r w:rsidRPr="00F2000A"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115E73" w14:textId="77777777" w:rsidR="00983938" w:rsidRDefault="0056254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625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66123A5" w14:textId="77777777" w:rsidR="00F2000A" w:rsidRPr="00CC2F42" w:rsidRDefault="00F2000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2000A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A12E72" w14:textId="77777777"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14:paraId="560B9E5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24C403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8056D1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8F84D0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E70730" w14:textId="77777777"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14:paraId="3ED872A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C76580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8DA1CF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8578E3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7B6B83" w14:textId="77777777"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14:paraId="2BDADFC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B275DD" w14:textId="77777777"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605DED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00213D" w14:textId="77777777"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0820B1" w14:textId="77777777" w:rsidR="00983938" w:rsidRPr="00CC2F42" w:rsidRDefault="006C036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5B1C9EC0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C76E9F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EB8C60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7504B6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4278AE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655252F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030908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7E7D94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A4726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C5B8E1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1E25754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450B7F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D6CB1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3A4E41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D8FB1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62F514A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10E90E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C983C6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D0F390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1C8A5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7BF87C0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276400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343974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8CEEE2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B5227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6393A4B8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BA42E7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A55A3B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8359C3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173687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089322E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231238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7EACFD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BF13B1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634676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40EC50B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AF4334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B1CD59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1FB6A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AF3761" w14:textId="77777777" w:rsidR="000724E4" w:rsidRPr="00FB032A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3BC33840" w14:textId="77777777" w:rsidTr="000724E4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E24DF5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D58E0A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B6EDE5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D16958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09753CDB" w14:textId="77777777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B51BC93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9BC3EA1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5BB5731" w14:textId="77777777" w:rsidR="000724E4" w:rsidRDefault="000724E4" w:rsidP="000724E4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F0CCF30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302B1AEC" w14:textId="78D91589" w:rsidR="00473212" w:rsidRDefault="00983938" w:rsidP="00473212">
      <w:pPr>
        <w:pStyle w:val="H23G"/>
        <w:rPr>
          <w:rStyle w:val="H4GChar"/>
        </w:rPr>
      </w:pPr>
      <w:r w:rsidRPr="00CC2F42">
        <w:br w:type="page"/>
      </w:r>
      <w:r w:rsidR="00473212" w:rsidRPr="00CC2F42">
        <w:tab/>
      </w:r>
      <w:r w:rsidR="00473212" w:rsidRPr="00CC2F42">
        <w:tab/>
      </w:r>
      <w:r w:rsidR="00473212">
        <w:t>UN GTR</w:t>
      </w:r>
      <w:r w:rsidR="00473212" w:rsidRPr="00CC2F42">
        <w:t xml:space="preserve"> No. 3 – </w:t>
      </w:r>
      <w:r w:rsidR="00473212">
        <w:t>Amend. 3</w:t>
      </w:r>
      <w:r w:rsidR="00473212" w:rsidRPr="00CC2F42">
        <w:t xml:space="preserve"> - Motorcycle brake systems</w:t>
      </w:r>
      <w:r w:rsidR="00473212" w:rsidRPr="00CC2F42">
        <w:rPr>
          <w:rStyle w:val="H4GChar"/>
        </w:rPr>
        <w:t xml:space="preserve"> </w:t>
      </w:r>
    </w:p>
    <w:p w14:paraId="00B48B75" w14:textId="02C1629B" w:rsidR="00473212" w:rsidRPr="00396AC2" w:rsidRDefault="00473212" w:rsidP="00473212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24.06.</w:t>
      </w:r>
      <w:r w:rsidRPr="00983938">
        <w:rPr>
          <w:rStyle w:val="H4GChar"/>
          <w:i w:val="0"/>
        </w:rPr>
        <w:t>20</w:t>
      </w:r>
      <w:r>
        <w:rPr>
          <w:rStyle w:val="H4GChar"/>
          <w:i w:val="0"/>
        </w:rPr>
        <w:t>20</w:t>
      </w:r>
    </w:p>
    <w:p w14:paraId="2956B211" w14:textId="68A781CD" w:rsidR="00473212" w:rsidRPr="00001912" w:rsidRDefault="00473212" w:rsidP="00473212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>
        <w:rPr>
          <w:rStyle w:val="H4GChar"/>
          <w:i w:val="0"/>
        </w:rPr>
        <w:t>ECE/TRAN/2005/124/3/Amend.</w:t>
      </w:r>
      <w:r w:rsidR="009A6740">
        <w:rPr>
          <w:rStyle w:val="H4GChar"/>
          <w:i w:val="0"/>
        </w:rPr>
        <w:t>3</w:t>
      </w:r>
      <w:r>
        <w:rPr>
          <w:rStyle w:val="H4GChar"/>
          <w:i w:val="0"/>
        </w:rPr>
        <w:t xml:space="preserve"> dated from </w:t>
      </w:r>
      <w:r w:rsidR="001C3CF2">
        <w:rPr>
          <w:rStyle w:val="H4GChar"/>
          <w:i w:val="0"/>
        </w:rPr>
        <w:t>09</w:t>
      </w:r>
      <w:r>
        <w:rPr>
          <w:rStyle w:val="H4GChar"/>
          <w:i w:val="0"/>
        </w:rPr>
        <w:t>.</w:t>
      </w:r>
      <w:r w:rsidR="001C3CF2">
        <w:rPr>
          <w:rStyle w:val="H4GChar"/>
          <w:i w:val="0"/>
        </w:rPr>
        <w:t>10</w:t>
      </w:r>
      <w:r>
        <w:rPr>
          <w:rStyle w:val="H4GChar"/>
          <w:i w:val="0"/>
        </w:rPr>
        <w:t>.20</w:t>
      </w:r>
      <w:r w:rsidR="001C3CF2">
        <w:rPr>
          <w:rStyle w:val="H4GChar"/>
          <w:i w:val="0"/>
        </w:rPr>
        <w:t>20</w:t>
      </w:r>
    </w:p>
    <w:p w14:paraId="7DF9F03E" w14:textId="77777777" w:rsidR="00473212" w:rsidRPr="00D42397" w:rsidRDefault="00473212" w:rsidP="00473212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78827D75" w14:textId="701585FA" w:rsidR="00473212" w:rsidRPr="00CC2F42" w:rsidRDefault="00473212" w:rsidP="00473212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A03EED">
        <w:t>23</w:t>
      </w:r>
      <w:r w:rsidRPr="003D0998">
        <w:t>.0</w:t>
      </w:r>
      <w:r w:rsidR="001666F4">
        <w:t>8</w:t>
      </w:r>
      <w:r w:rsidRPr="003D0998">
        <w:t>.20</w:t>
      </w:r>
      <w:r w:rsidR="001666F4">
        <w:t>21</w:t>
      </w:r>
      <w:r w:rsidRPr="00CC2F42">
        <w:t xml:space="preserve"> then each </w:t>
      </w:r>
      <w:r w:rsidR="001666F4">
        <w:t>23</w:t>
      </w:r>
      <w:r w:rsidRPr="00CC2F42">
        <w:t>.0</w:t>
      </w:r>
      <w:r w:rsidR="001666F4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473212" w:rsidRPr="00CC2F42" w14:paraId="3DE5713F" w14:textId="77777777" w:rsidTr="00AA283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113EE8F" w14:textId="77777777" w:rsidR="00473212" w:rsidRPr="00CC2F42" w:rsidRDefault="00473212" w:rsidP="00AA283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4B3C3EF" w14:textId="77777777" w:rsidR="00473212" w:rsidRPr="00CC2F42" w:rsidRDefault="00473212" w:rsidP="00AA283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F707573" w14:textId="77777777" w:rsidR="00473212" w:rsidRPr="00CC2F42" w:rsidRDefault="00473212" w:rsidP="00AA283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8569D82" w14:textId="77777777" w:rsidR="00473212" w:rsidRPr="00CC2F42" w:rsidRDefault="00473212" w:rsidP="00AA2836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473212" w:rsidRPr="00CC2F42" w14:paraId="42996ECB" w14:textId="77777777" w:rsidTr="00AA283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63662BE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F76D93C" w14:textId="6D7C4B91" w:rsidR="00473212" w:rsidRPr="00CC2F42" w:rsidRDefault="00473212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D788DD7" w14:textId="04C1C900" w:rsidR="00473212" w:rsidRPr="008C29F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4E65009" w14:textId="57C1A821" w:rsidR="00473212" w:rsidRPr="00FB032A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473212" w:rsidRPr="00CC2F42" w14:paraId="39B3B31F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3C2F9A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FACFDC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04E524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D77516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73212" w:rsidRPr="00CC2F42" w14:paraId="127AB0EE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EB75D7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14A12F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784703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492E1D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473212" w:rsidRPr="00CC2F42" w14:paraId="1DDB4204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E25C41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F9D787" w14:textId="2067FE82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CE1EA1" w14:textId="22B2786A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79E88D" w14:textId="61847BA9" w:rsidR="00473212" w:rsidRPr="00CC2F42" w:rsidRDefault="0008715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473212" w:rsidRPr="00CC2F42" w14:paraId="242A6BE4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80504B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9539F7" w14:textId="3156D25B" w:rsidR="00473212" w:rsidRPr="00CC2F42" w:rsidRDefault="00473212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DDA827" w14:textId="6FB73A5B" w:rsidR="00473212" w:rsidRPr="00CC2F42" w:rsidRDefault="00473212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88978A" w14:textId="77777777" w:rsidR="00473212" w:rsidRPr="00CC2F42" w:rsidRDefault="00473212" w:rsidP="00AA283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473212" w:rsidRPr="00CC2F42" w14:paraId="1F126B57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79CCBE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B0505D" w14:textId="77777777" w:rsidR="00473212" w:rsidRPr="006C0368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07FA97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2567F7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473212" w:rsidRPr="00CC2F42" w14:paraId="33CA7821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AC9EC8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541EA6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287E6D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86F74F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473212" w:rsidRPr="00CC2F42" w14:paraId="7ED06F31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6F4926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563BBA" w14:textId="21D91E6D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3E3167" w14:textId="77C796F2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FA064C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473212" w:rsidRPr="00CC2F42" w14:paraId="325AF3CB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46A5FC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5A7FB3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E1D6FC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015D09" w14:textId="774533A3" w:rsidR="00473212" w:rsidRPr="00FB032A" w:rsidRDefault="008D2EFB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73212" w:rsidRPr="00CC2F42" w14:paraId="0D67853E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477E32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E741A5" w14:textId="02C45593" w:rsidR="00473212" w:rsidRPr="00CC2F42" w:rsidRDefault="00473212" w:rsidP="001A6D5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6CE84F" w14:textId="53417F7B" w:rsidR="00473212" w:rsidRPr="00CC2F42" w:rsidRDefault="00473212" w:rsidP="001A6D5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1915D5" w14:textId="77777777" w:rsidR="00473212" w:rsidRPr="00FB032A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473212" w:rsidRPr="00CC2F42" w14:paraId="0337C17D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6F4E8C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254572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E61889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47E563" w14:textId="6FC072CE" w:rsidR="00473212" w:rsidRPr="00FB032A" w:rsidRDefault="006C5791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73212" w:rsidRPr="00CC2F42" w14:paraId="74E03811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068692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653E52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14B1DD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F82CEC" w14:textId="3EA5C133" w:rsidR="00473212" w:rsidRPr="00FB032A" w:rsidRDefault="006C5791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73212" w:rsidRPr="00CC2F42" w14:paraId="1645F6F7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D3D850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1E63E1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EAA160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3DDCA2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73212" w:rsidRPr="00CC2F42" w14:paraId="7AFDE5FF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20197B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7E3C8F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E5E842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0BE932" w14:textId="3153CB89" w:rsidR="00473212" w:rsidRPr="00801314" w:rsidRDefault="00473212" w:rsidP="00AA283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473212" w:rsidRPr="00CC2F42" w14:paraId="082526AB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6D68BD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580A3A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8D3EBE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ACD99D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473212" w:rsidRPr="00CC2F42" w14:paraId="5088475F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491E4E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1C41F1" w14:textId="5DAB580A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1AAFD0" w14:textId="50A27EBB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D7A2AB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473212" w:rsidRPr="00CC2F42" w14:paraId="0D526F8B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26EBC5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2F9964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1C6D56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9B7E8A" w14:textId="33976714" w:rsidR="00473212" w:rsidRPr="00CC2F42" w:rsidRDefault="00473212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473212" w:rsidRPr="00CC2F42" w14:paraId="0F04169D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8DE131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04E966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7AA44E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FE0B4B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473212" w:rsidRPr="00CC2F42" w14:paraId="581C63B7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E43AC3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AF0763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BB0B73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B3143F" w14:textId="77777777" w:rsidR="00473212" w:rsidRPr="00FB032A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73212" w:rsidRPr="00CC2F42" w14:paraId="4FC46AA5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2A5179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8481AB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6F80D8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AEC4E5" w14:textId="710FF392" w:rsidR="00473212" w:rsidRPr="00FB032A" w:rsidRDefault="00E139AD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473212" w:rsidRPr="00CC2F42" w14:paraId="614C51E9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3C1388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C62F35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0DE630" w14:textId="77777777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44826C" w14:textId="16A2B5D8" w:rsidR="00473212" w:rsidRPr="00FB032A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473212" w:rsidRPr="00CC2F42" w14:paraId="4E1C075A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EF3EF8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4F9C71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31678D" w14:textId="3A965193" w:rsidR="00473212" w:rsidRPr="00CC2F4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5E7786" w14:textId="33C453B6" w:rsidR="00473212" w:rsidRPr="00CC2F42" w:rsidRDefault="00E139AD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473212" w:rsidRPr="00CC2F42" w14:paraId="632AE3DF" w14:textId="77777777" w:rsidTr="00AA283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452DFF6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A66B929" w14:textId="77777777" w:rsidR="00473212" w:rsidRPr="00CC2F42" w:rsidRDefault="00473212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1DA16BC" w14:textId="77777777" w:rsidR="00473212" w:rsidRDefault="00473212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6A71704" w14:textId="77777777" w:rsidR="00473212" w:rsidRPr="00801314" w:rsidRDefault="00473212" w:rsidP="00AA283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71AC5DEB" w14:textId="7F74BFAB" w:rsidR="004E5E86" w:rsidRDefault="00473212" w:rsidP="004E5E86">
      <w:pPr>
        <w:pStyle w:val="H23G"/>
      </w:pPr>
      <w:r w:rsidRPr="00CC2F42">
        <w:br w:type="page"/>
      </w:r>
      <w:r w:rsidR="004E5E86" w:rsidRPr="00CC2F42">
        <w:tab/>
      </w:r>
      <w:r w:rsidR="004E5E86" w:rsidRPr="00CC2F42">
        <w:tab/>
      </w:r>
      <w:r w:rsidR="0021389E">
        <w:t>UN GTR</w:t>
      </w:r>
      <w:r w:rsidR="004E5E86" w:rsidRPr="00CC2F42">
        <w:t xml:space="preserve"> No. 4 - Test procedure for compression-ignition (C.I.) engines and positive-ignition (P.I.) engines fuelled with natural gas (NG) or liquefied petroleum gas (LPG) </w:t>
      </w:r>
      <w:proofErr w:type="gramStart"/>
      <w:r w:rsidR="004E5E86" w:rsidRPr="00CC2F42">
        <w:t>with regard to</w:t>
      </w:r>
      <w:proofErr w:type="gramEnd"/>
      <w:r w:rsidR="004E5E86" w:rsidRPr="00CC2F42">
        <w:t xml:space="preserve"> the emission of pollutants (WHDC)</w:t>
      </w:r>
    </w:p>
    <w:p w14:paraId="7C9C01B2" w14:textId="77777777"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15.11.2006</w:t>
      </w:r>
    </w:p>
    <w:p w14:paraId="07F9F74A" w14:textId="77777777" w:rsidR="00091857" w:rsidRPr="000E6283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E6283">
        <w:rPr>
          <w:rStyle w:val="H4GChar"/>
          <w:i w:val="0"/>
        </w:rPr>
        <w:t>ECE/TRAN/2005/124/4 dated from 02.02.2007</w:t>
      </w:r>
    </w:p>
    <w:p w14:paraId="1B907B78" w14:textId="77777777" w:rsidR="004E5E86" w:rsidRPr="00D42397" w:rsidRDefault="004E5E86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10DD7D2B" w14:textId="77777777" w:rsidR="004E5E86" w:rsidRPr="00CC2F42" w:rsidRDefault="004E5E86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14.01.2008 then each 14.01.20xx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A2953" w:rsidRPr="00CC2F42" w14:paraId="6B63B9D7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C17948B" w14:textId="77777777" w:rsidR="006A2953" w:rsidRPr="00CC2F42" w:rsidRDefault="006A295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FAA5BA2" w14:textId="77777777" w:rsidR="006A2953" w:rsidRPr="00CC2F42" w:rsidRDefault="006A2953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58A2619" w14:textId="77777777" w:rsidR="006A2953" w:rsidRPr="00CC2F42" w:rsidRDefault="006A295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FE47B87" w14:textId="77777777" w:rsidR="006A2953" w:rsidRPr="00CC2F42" w:rsidRDefault="006A2953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4C0656" w:rsidRPr="00CC2F42" w14:paraId="1AEDA9A9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BDD581A" w14:textId="77777777"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589C5F9" w14:textId="77777777"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17CA3EB" w14:textId="77777777"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5A94CA2" w14:textId="77777777" w:rsidR="004C0656" w:rsidRPr="00FB032A" w:rsidRDefault="004C065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r w:rsidRPr="00FB032A">
              <w:rPr>
                <w:i/>
                <w:sz w:val="16"/>
                <w:szCs w:val="16"/>
                <w:lang w:val="en-US"/>
              </w:rPr>
              <w:t>but voted the amendments</w:t>
            </w:r>
          </w:p>
        </w:tc>
      </w:tr>
      <w:tr w:rsidR="009237AC" w:rsidRPr="00CC2F42" w14:paraId="3DDD3EA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9284D3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FE509E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679F8E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60E27A" w14:textId="77777777"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</w:p>
        </w:tc>
      </w:tr>
      <w:tr w:rsidR="00872FA5" w:rsidRPr="00CC2F42" w14:paraId="19F436A8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B89E4C" w14:textId="77777777"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9DB476" w14:textId="77777777"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20C73E" w14:textId="77777777"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886E16" w14:textId="77777777"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14:paraId="593CE8B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E19DD4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709CD8" w14:textId="77777777"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11.01.10</w:t>
            </w:r>
          </w:p>
          <w:p w14:paraId="053DC13F" w14:textId="77777777" w:rsidR="002210E7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03.06.14</w:t>
            </w:r>
          </w:p>
          <w:p w14:paraId="2D2B38E6" w14:textId="77777777" w:rsidR="00927A17" w:rsidRDefault="00927A1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927A17">
              <w:rPr>
                <w:sz w:val="16"/>
                <w:szCs w:val="16"/>
              </w:rPr>
              <w:t>23.06.15</w:t>
            </w:r>
          </w:p>
          <w:p w14:paraId="4211D656" w14:textId="77777777" w:rsidR="00DF177D" w:rsidRDefault="00DF177D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  <w:p w14:paraId="6E328D11" w14:textId="41588319" w:rsidR="00AA4E8E" w:rsidRPr="00CB3C12" w:rsidRDefault="00AA4E8E" w:rsidP="00DD29E2">
            <w:pPr>
              <w:spacing w:before="40" w:after="120" w:line="220" w:lineRule="exact"/>
            </w:pPr>
            <w:r w:rsidRPr="009B0124">
              <w:rPr>
                <w:sz w:val="16"/>
                <w:szCs w:val="16"/>
              </w:rPr>
              <w:t>26.07.19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5ACA40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A0DC381" w14:textId="77777777" w:rsidR="009237AC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805391">
              <w:rPr>
                <w:sz w:val="16"/>
                <w:szCs w:val="16"/>
                <w:vertAlign w:val="superscript"/>
              </w:rPr>
              <w:t>nd</w:t>
            </w:r>
            <w:r>
              <w:rPr>
                <w:sz w:val="16"/>
                <w:szCs w:val="16"/>
              </w:rPr>
              <w:t xml:space="preserve"> status report</w:t>
            </w:r>
          </w:p>
          <w:p w14:paraId="0D1205EE" w14:textId="77777777" w:rsidR="00927A17" w:rsidRDefault="00927A1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927A17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  <w:p w14:paraId="4C44F3AA" w14:textId="77777777" w:rsidR="00DF177D" w:rsidRDefault="00DF177D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DF177D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status report</w:t>
            </w:r>
          </w:p>
          <w:p w14:paraId="077A3BAE" w14:textId="1101D712" w:rsidR="00AA4E8E" w:rsidRPr="00CB3C12" w:rsidRDefault="00AA4E8E" w:rsidP="00DD29E2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5</w:t>
            </w:r>
            <w:r w:rsidRPr="00AA4E8E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5028DF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727BC36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B8E8D6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C9153D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40812D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A88826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14:paraId="4588016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03A5E7" w14:textId="77777777" w:rsidR="009237AC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0048FD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FCE2FC" w14:textId="77777777" w:rsidR="009237AC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9CA58D" w14:textId="77777777" w:rsidR="009237AC" w:rsidRPr="00CC2F42" w:rsidRDefault="00E608C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14:paraId="2BAF4E0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AB2EA1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289846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08.05.08</w:t>
            </w:r>
          </w:p>
          <w:p w14:paraId="5F66A1B3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563BFF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A489C06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966BB8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42009DC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50663C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6EFEE3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11.01.08 </w:t>
            </w:r>
          </w:p>
          <w:p w14:paraId="1F35244E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07.01.09 </w:t>
            </w:r>
          </w:p>
          <w:p w14:paraId="54BE9602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14:paraId="2E8DA41E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14:paraId="0ADDE121" w14:textId="77777777"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14:paraId="7D125460" w14:textId="77777777" w:rsidR="005C5535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14:paraId="433BD937" w14:textId="77777777" w:rsidR="00AB65CD" w:rsidRPr="00C750B9" w:rsidRDefault="00AB65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08F403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7485F98B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  <w:tab w:val="left" w:pos="1252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 </w:t>
            </w:r>
          </w:p>
          <w:p w14:paraId="52C33D42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2711FF3E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4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7879C76F" w14:textId="77777777"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5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72E4EC53" w14:textId="77777777" w:rsidR="00AB65CD" w:rsidRDefault="00AB65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AB65CD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534B27DC" w14:textId="77777777" w:rsidR="005C5535" w:rsidRPr="00CC2F42" w:rsidRDefault="00D542AE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44F892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05B31EC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B0CF1B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05F80F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0A023B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0486C5" w14:textId="77777777"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15C38F3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B10273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B7D229" w14:textId="77777777"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27.06.08</w:t>
            </w:r>
          </w:p>
          <w:p w14:paraId="3F066DAC" w14:textId="77777777" w:rsidR="005720E9" w:rsidRDefault="005720E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74AA4635" w14:textId="77777777"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546095" w14:textId="77777777"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1709FB63" w14:textId="77777777" w:rsidR="005720E9" w:rsidRDefault="005720E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4FDD4D6" w14:textId="77777777"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DB07B5" w14:textId="77777777" w:rsidR="009237AC" w:rsidRPr="00FB032A" w:rsidRDefault="009237AC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78C6726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5ABA88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B29CB1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320F5D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842D30" w14:textId="77777777" w:rsidR="009237AC" w:rsidRPr="00FB032A" w:rsidRDefault="009237AC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72FF0E2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211105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96E108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43BF42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0D082A" w14:textId="77777777"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56AF19EA" w14:textId="77777777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CE87F2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4214F9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2B67EC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3ED647" w14:textId="77777777"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 2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0724E4" w:rsidRPr="00CC2F42" w14:paraId="33BB8615" w14:textId="77777777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8201B9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88D646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90FA85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E797E9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0724E4" w:rsidRPr="00CC2F42" w14:paraId="0E0B1185" w14:textId="77777777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C13B590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B29184C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296044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02F34D7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228C4AB0" w14:textId="77777777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9ABE6FE" w14:textId="77777777" w:rsidR="000724E4" w:rsidRPr="00CC2F42" w:rsidRDefault="000724E4" w:rsidP="000724E4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2C989A6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03.12.08</w:t>
            </w:r>
          </w:p>
          <w:p w14:paraId="78B263F1" w14:textId="77777777" w:rsidR="000724E4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14:paraId="6EB10F0E" w14:textId="77777777" w:rsidR="000724E4" w:rsidRDefault="000724E4" w:rsidP="000724E4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199B8BB1" w14:textId="77777777" w:rsidR="000724E4" w:rsidRPr="000552A1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F4AC5A9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28DE5B8" w14:textId="77777777" w:rsidR="000724E4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48B2B177" w14:textId="77777777" w:rsidR="000724E4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0A4EF22F" w14:textId="77777777" w:rsidR="000724E4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  <w:p w14:paraId="11ADA149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D112770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2622DD30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strike/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0724E4" w:rsidRPr="00CC2F42" w14:paraId="7191149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1A0A04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FF319E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1F3F1C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C4DE4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3F5ACD3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D02F9C" w14:textId="77777777" w:rsidR="000724E4" w:rsidRPr="00CC2F42" w:rsidRDefault="000724E4" w:rsidP="000724E4">
            <w:pPr>
              <w:pStyle w:val="Footer1"/>
              <w:widowControl w:val="0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BF6197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0FC99B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B5FA93" w14:textId="77777777" w:rsidR="000724E4" w:rsidRPr="00CC2F42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61FAAC8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809679" w14:textId="77777777" w:rsidR="000724E4" w:rsidRPr="00CC2F42" w:rsidRDefault="000724E4" w:rsidP="000724E4">
            <w:pPr>
              <w:pStyle w:val="Footer1"/>
              <w:widowControl w:val="0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19565A" w14:textId="77777777" w:rsidR="000724E4" w:rsidRPr="00CC2F42" w:rsidRDefault="000724E4" w:rsidP="000724E4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12B5F3" w14:textId="77777777" w:rsidR="000724E4" w:rsidRPr="00CC2F42" w:rsidRDefault="000724E4" w:rsidP="000724E4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DB23D7" w14:textId="77777777" w:rsidR="000724E4" w:rsidRPr="00FB032A" w:rsidRDefault="000724E4" w:rsidP="000724E4">
            <w:pPr>
              <w:keepNext/>
              <w:keepLines/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724E4" w:rsidRPr="00CC2F42" w14:paraId="1530A78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BA4E99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663852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8B7B7A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0CE16A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64897E2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96CD6B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533545" w14:textId="77777777" w:rsidR="000724E4" w:rsidRPr="001F23E9" w:rsidRDefault="000724E4" w:rsidP="000724E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2F8922" w14:textId="77777777" w:rsidR="000724E4" w:rsidRPr="00EF64C3" w:rsidRDefault="000724E4" w:rsidP="000724E4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ACBADD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33F6839A" w14:textId="77777777" w:rsidTr="000724E4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B8D3FE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A9717F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73CDC9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AA57C9" w14:textId="77777777" w:rsidR="000724E4" w:rsidRPr="00CC2F42" w:rsidRDefault="000724E4" w:rsidP="000724E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724E4" w:rsidRPr="00CC2F42" w14:paraId="0A11B0FC" w14:textId="77777777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3236CA9" w14:textId="77777777" w:rsidR="000724E4" w:rsidRPr="00CC2F42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10C4E55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02602E5" w14:textId="77777777" w:rsidR="000724E4" w:rsidRDefault="000724E4" w:rsidP="000724E4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D49FA3D" w14:textId="77777777" w:rsidR="000724E4" w:rsidRPr="00801314" w:rsidRDefault="000724E4" w:rsidP="000724E4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63BF5736" w14:textId="77777777" w:rsidR="00871609" w:rsidRDefault="004E5E86" w:rsidP="00871609">
      <w:pPr>
        <w:pStyle w:val="H23G"/>
      </w:pPr>
      <w:r w:rsidRPr="00CC2F42">
        <w:br w:type="page"/>
      </w:r>
      <w:r w:rsidR="00871609" w:rsidRPr="00CC2F42">
        <w:tab/>
      </w:r>
      <w:r w:rsidR="00871609" w:rsidRPr="00CC2F42">
        <w:tab/>
      </w:r>
      <w:r w:rsidR="0021389E">
        <w:t>UN GTR</w:t>
      </w:r>
      <w:r w:rsidR="00871609" w:rsidRPr="00CC2F42">
        <w:t xml:space="preserve"> No. 4 – Amend.1 - Test procedure for compression-ignition (C.I.) engines and positive-ignition (P.I.) engines fuelled with natural gas (NG) or liquefied petroleum gas (LPG) </w:t>
      </w:r>
      <w:proofErr w:type="gramStart"/>
      <w:r w:rsidR="00871609" w:rsidRPr="00CC2F42">
        <w:t>with regard to</w:t>
      </w:r>
      <w:proofErr w:type="gramEnd"/>
      <w:r w:rsidR="00871609" w:rsidRPr="00CC2F42">
        <w:t xml:space="preserve"> the emission of pollutants (WHDC)</w:t>
      </w:r>
    </w:p>
    <w:p w14:paraId="3E819E24" w14:textId="77777777"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12.11.2009</w:t>
      </w:r>
    </w:p>
    <w:p w14:paraId="0D9C97A9" w14:textId="77777777" w:rsidR="00091857" w:rsidRPr="000E6283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E6283">
        <w:rPr>
          <w:rStyle w:val="H4GChar"/>
          <w:i w:val="0"/>
        </w:rPr>
        <w:t>ECE/TRAN/2005/124/4/Amend.1 dated 24.02.2010</w:t>
      </w:r>
    </w:p>
    <w:p w14:paraId="4B72D3EF" w14:textId="77777777" w:rsidR="00871609" w:rsidRPr="00D42397" w:rsidRDefault="00871609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0F3951BE" w14:textId="77777777" w:rsidR="00871609" w:rsidRPr="00CC2F42" w:rsidRDefault="00871609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</w:t>
      </w:r>
      <w:r w:rsidR="000477F9" w:rsidRPr="00CC2F42">
        <w:t>ions: 11.01.2011 then each 11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417"/>
        <w:gridCol w:w="142"/>
        <w:gridCol w:w="2655"/>
        <w:gridCol w:w="142"/>
      </w:tblGrid>
      <w:tr w:rsidR="002A752F" w:rsidRPr="00CC2F42" w14:paraId="0157AA4C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501984D" w14:textId="77777777" w:rsidR="002A752F" w:rsidRPr="00CC2F42" w:rsidRDefault="002A752F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93C973E" w14:textId="77777777" w:rsidR="002A752F" w:rsidRPr="00CC2F42" w:rsidRDefault="002A752F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482F420" w14:textId="77777777" w:rsidR="002A752F" w:rsidRPr="00CC2F42" w:rsidRDefault="002A752F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EDC37DC" w14:textId="77777777" w:rsidR="002A752F" w:rsidRPr="00CC2F42" w:rsidRDefault="002A752F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4C0656" w:rsidRPr="00CC2F42" w14:paraId="4D05FEE6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B2CE201" w14:textId="77777777"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3E70347" w14:textId="77777777"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07581A3" w14:textId="77777777"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6FB2D4E" w14:textId="77777777"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664D6EF0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10972A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842FC0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28BE95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2407D6" w14:textId="77777777"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0BAF807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A5D0FE" w14:textId="77777777"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4F7804" w14:textId="77777777"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BBFFD4" w14:textId="77777777"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5241B4" w14:textId="77777777"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14:paraId="23C02B90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E11D0A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23FC78" w14:textId="77777777"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14:paraId="5A073054" w14:textId="77777777" w:rsidR="00DF177D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  <w:p w14:paraId="309980C1" w14:textId="60D5E8E5" w:rsidR="00AA4E8E" w:rsidRPr="00CC2F42" w:rsidRDefault="00AA4E8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B0124">
              <w:rPr>
                <w:sz w:val="16"/>
                <w:szCs w:val="16"/>
              </w:rPr>
              <w:t>26.07.19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ED3AF1" w14:textId="77777777"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AA50ADD" w14:textId="77777777" w:rsidR="00DF177D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6FAE653" w14:textId="7D1E0E91" w:rsidR="00AA4E8E" w:rsidRPr="00CC2F42" w:rsidRDefault="00AA4E8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AA4E8E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62CF87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7649DCD8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53EBAA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8493A8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213EAA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6DE729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14:paraId="231B148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AA3937" w14:textId="77777777" w:rsidR="009237AC" w:rsidRPr="00CC2F42" w:rsidRDefault="007C27B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61B870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ED8924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B2E580" w14:textId="77777777" w:rsidR="009237AC" w:rsidRPr="00CC2F42" w:rsidRDefault="00E608C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14:paraId="0FAE7B5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F02FC6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65B4DD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D87EBE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830DA1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50F8EFC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BF2FCC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996180" w14:textId="77777777" w:rsidR="003774F8" w:rsidRPr="00C750B9" w:rsidRDefault="003774F8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14:paraId="3F3E54C6" w14:textId="77777777"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12.01.12</w:t>
            </w:r>
          </w:p>
          <w:p w14:paraId="554711A3" w14:textId="77777777"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14:paraId="227C6EA9" w14:textId="77777777"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14:paraId="1AAE1812" w14:textId="77777777"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DE39BE" w14:textId="77777777"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1F59E147" w14:textId="77777777"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56241D8F" w14:textId="77777777" w:rsidR="003774F8" w:rsidRPr="00C750B9" w:rsidRDefault="003774F8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3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428EDCB4" w14:textId="77777777"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4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7DB5B27D" w14:textId="77777777"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8D6217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6639A73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13CD47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B72624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3EE49C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D4EA9F" w14:textId="77777777"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2A0073A7" w14:textId="77777777" w:rsidTr="00212082">
        <w:trPr>
          <w:gridAfter w:val="1"/>
          <w:wAfter w:w="142" w:type="dxa"/>
        </w:trPr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D0871A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DBCB08" w14:textId="77777777" w:rsidR="009237AC" w:rsidRDefault="00B248CD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6908E2E5" w14:textId="77777777" w:rsidR="00486712" w:rsidRPr="00CC2F42" w:rsidRDefault="00486712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F5681A" w14:textId="77777777" w:rsidR="009237AC" w:rsidRDefault="00B248CD" w:rsidP="00486712">
            <w:pPr>
              <w:suppressAutoHyphens w:val="0"/>
              <w:spacing w:before="40" w:after="120" w:line="220" w:lineRule="exact"/>
              <w:ind w:left="3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5A7590E" w14:textId="77777777" w:rsidR="00486712" w:rsidRPr="00CC2F42" w:rsidRDefault="00486712" w:rsidP="00486712">
            <w:pPr>
              <w:suppressAutoHyphens w:val="0"/>
              <w:spacing w:before="40" w:after="120" w:line="220" w:lineRule="exact"/>
              <w:ind w:left="3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103CFD" w14:textId="77777777" w:rsidR="009237AC" w:rsidRPr="00FB032A" w:rsidRDefault="009237AC" w:rsidP="00486712">
            <w:pPr>
              <w:suppressAutoHyphens w:val="0"/>
              <w:spacing w:before="40" w:after="120" w:line="220" w:lineRule="exact"/>
              <w:ind w:left="176"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6CB2DB9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619AEB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810DA0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F48E77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0A2ED1" w14:textId="77777777"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63397934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A0387B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A398BB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2713CD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2F7F75" w14:textId="77777777"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20A2B0A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EBA798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8934AF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B6D579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2849C4" w14:textId="77777777"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6E8F480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5EF4D2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E2D816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887584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114BA1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F24362" w:rsidRPr="00CC2F42" w14:paraId="295E190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CA83EB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338658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B5ABBF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8A86B1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7A2819F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F21A00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DC3548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14:paraId="55F50FB4" w14:textId="77777777" w:rsidR="00F24362" w:rsidRDefault="00F24362" w:rsidP="00F2436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356852AB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3841A2" w14:textId="77777777" w:rsidR="00F2436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F3AEA0C" w14:textId="77777777" w:rsidR="00F2436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2231B47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E5E8FD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-116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F24362" w:rsidRPr="00CC2F42" w14:paraId="43BBE7D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79BDD9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751DDA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06FCF4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22DE6E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176318AE" w14:textId="77777777" w:rsidTr="00D6678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BB1B8C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1C92EB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3CF8AB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1C93E9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661EAD48" w14:textId="77777777" w:rsidTr="00D66786">
        <w:tc>
          <w:tcPr>
            <w:tcW w:w="238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4FB6862E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28466AAE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30775221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6C968950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237F6787" w14:textId="77777777" w:rsidTr="00D66786">
        <w:tc>
          <w:tcPr>
            <w:tcW w:w="238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41EAA0A9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612256BF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7D66D80A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6D7B0518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305ACED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B3589E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5B968B" w14:textId="77777777" w:rsidR="00F24362" w:rsidRPr="001F23E9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AB109C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A920C3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33016CEA" w14:textId="77777777" w:rsidTr="00F2436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BE5E42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05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32D461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0A753D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40837F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562C7883" w14:textId="77777777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8BC1550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0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28A82C4" w14:textId="77777777" w:rsidR="00F2436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6C777D6" w14:textId="77777777" w:rsidR="00F2436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D4D3664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03181FCC" w14:textId="77777777" w:rsidR="000B2812" w:rsidRDefault="00871609" w:rsidP="000B2812">
      <w:pPr>
        <w:pStyle w:val="H23G"/>
      </w:pPr>
      <w:r w:rsidRPr="00CC2F42">
        <w:br w:type="page"/>
      </w:r>
      <w:r w:rsidR="000B2812" w:rsidRPr="00CC2F42">
        <w:tab/>
      </w:r>
      <w:r w:rsidR="000B2812" w:rsidRPr="00CC2F42">
        <w:tab/>
      </w:r>
      <w:r w:rsidR="0021389E">
        <w:t>UN GTR</w:t>
      </w:r>
      <w:r w:rsidR="00C33CAE" w:rsidRPr="00CC2F42">
        <w:t xml:space="preserve"> No. 4 – Amend.2</w:t>
      </w:r>
      <w:r w:rsidR="000B2812" w:rsidRPr="00CC2F42">
        <w:t xml:space="preserve"> - Test procedure for compression-ignition (C.I.) engines and positive-ignition (P.I.) engines fuelled with natural gas (NG) or liquefied petroleum gas (LPG) </w:t>
      </w:r>
      <w:proofErr w:type="gramStart"/>
      <w:r w:rsidR="000B2812" w:rsidRPr="00CC2F42">
        <w:t>with regard to</w:t>
      </w:r>
      <w:proofErr w:type="gramEnd"/>
      <w:r w:rsidR="000B2812" w:rsidRPr="00CC2F42">
        <w:t xml:space="preserve"> the emission of pollutants (WHDC)</w:t>
      </w:r>
    </w:p>
    <w:p w14:paraId="4F887F4B" w14:textId="77777777"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23.06.2010</w:t>
      </w:r>
    </w:p>
    <w:p w14:paraId="42884434" w14:textId="77777777" w:rsidR="00BA11AF" w:rsidRPr="000E6283" w:rsidRDefault="00BA11AF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0E6283">
        <w:rPr>
          <w:rStyle w:val="H4GChar"/>
          <w:i w:val="0"/>
        </w:rPr>
        <w:t>ECE/TRAN/2005/124/4/Amend.2 dated 18.10.2010</w:t>
      </w:r>
    </w:p>
    <w:p w14:paraId="00AD5536" w14:textId="77777777" w:rsidR="000B2812" w:rsidRPr="00D42397" w:rsidRDefault="000B2812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14AAB5B0" w14:textId="77777777" w:rsidR="000B2812" w:rsidRPr="00BE357A" w:rsidRDefault="000B2812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BE357A">
        <w:t>22</w:t>
      </w:r>
      <w:r w:rsidRPr="00BE357A">
        <w:t>.0</w:t>
      </w:r>
      <w:r w:rsidR="00BE357A">
        <w:t>8</w:t>
      </w:r>
      <w:r w:rsidRPr="00BE357A">
        <w:t xml:space="preserve">.2011 then each </w:t>
      </w:r>
      <w:r w:rsidR="00BE357A">
        <w:t>22</w:t>
      </w:r>
      <w:r w:rsidRPr="00BE357A">
        <w:t>.0</w:t>
      </w:r>
      <w:r w:rsidR="00BE357A">
        <w:t>8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155AE" w:rsidRPr="00CC2F42" w14:paraId="78DC1135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408D5D6" w14:textId="77777777" w:rsidR="009155AE" w:rsidRPr="00CC2F42" w:rsidRDefault="009155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200613A" w14:textId="77777777" w:rsidR="009155AE" w:rsidRPr="00CC2F42" w:rsidRDefault="009155AE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39EAE49" w14:textId="77777777" w:rsidR="009155AE" w:rsidRPr="00CC2F42" w:rsidRDefault="009155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990F38B" w14:textId="77777777" w:rsidR="009155AE" w:rsidRPr="00CC2F42" w:rsidRDefault="009155AE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4C0656" w:rsidRPr="00CC2F42" w14:paraId="1ACF173A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D8D05CE" w14:textId="77777777"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6248AE0" w14:textId="77777777"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2F08174" w14:textId="77777777"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FA2FCF5" w14:textId="77777777"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0522AEF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BAC5D8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44A4AB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6E0C9D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E6AA5E" w14:textId="77777777" w:rsidR="009237AC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002C13F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A00DC2" w14:textId="77777777"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3C89E3" w14:textId="77777777"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82D56F" w14:textId="77777777"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42C27D" w14:textId="77777777"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14:paraId="47BF42A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06F3C6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C2D53D" w14:textId="77777777"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14:paraId="7DEC92C2" w14:textId="77777777" w:rsidR="00DF177D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  <w:p w14:paraId="247B5303" w14:textId="77C70CB7" w:rsidR="00AA4E8E" w:rsidRPr="00CC2F42" w:rsidRDefault="00AA4E8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B0124">
              <w:rPr>
                <w:sz w:val="16"/>
                <w:szCs w:val="16"/>
              </w:rPr>
              <w:t>26.07.19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2C695E" w14:textId="77777777"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6C982C98" w14:textId="77777777" w:rsidR="00DF177D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4D2F55F" w14:textId="3DBE837B" w:rsidR="00AA4E8E" w:rsidRPr="00CC2F42" w:rsidRDefault="00AA4E8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AA4E8E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1BF629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2A63EB9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6D16FA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173688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93E4B7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B9E3C6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14:paraId="0F1A814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52AC51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A987CD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CB9E49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84360D" w14:textId="77777777" w:rsidR="009237AC" w:rsidRPr="00CC2F42" w:rsidRDefault="00E608C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14:paraId="7B3D3BB4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DDE0F4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0B9C8D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8191A2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BCC77A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7B2747D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2864EB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B48760" w14:textId="77777777" w:rsidR="009237AC" w:rsidRPr="00BA36C7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19.08.11</w:t>
            </w:r>
          </w:p>
          <w:p w14:paraId="1FBA5F65" w14:textId="77777777" w:rsidR="009237AC" w:rsidRPr="00BA36C7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21.08.12</w:t>
            </w:r>
          </w:p>
          <w:p w14:paraId="4BEA6049" w14:textId="77777777"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17.07.13</w:t>
            </w:r>
          </w:p>
          <w:p w14:paraId="797CAC01" w14:textId="77777777" w:rsidR="007106AE" w:rsidRDefault="00DF4751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19.09.14</w:t>
            </w:r>
          </w:p>
          <w:p w14:paraId="3EDF9A40" w14:textId="77777777"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2D54B4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1D1753DC" w14:textId="77777777"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22F8E9ED" w14:textId="77777777"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0C4A66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4232FC1E" w14:textId="77777777" w:rsidR="007106AE" w:rsidRDefault="00DF4751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EF64C3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38FEEEA1" w14:textId="77777777" w:rsidR="002C6C6A" w:rsidRPr="00CC2F42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156743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07046DC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FBB60F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8424B5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8103A1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750317" w14:textId="77777777"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3A8DDC8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F3949A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98ABB7" w14:textId="77777777" w:rsidR="009237AC" w:rsidRDefault="00B248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B3C12">
              <w:rPr>
                <w:rFonts w:ascii="Times New Roman" w:hAnsi="Times New Roman"/>
                <w:sz w:val="16"/>
                <w:szCs w:val="16"/>
              </w:rPr>
              <w:t>30.04.14</w:t>
            </w:r>
          </w:p>
          <w:p w14:paraId="5200682A" w14:textId="77777777" w:rsidR="00486712" w:rsidRPr="00CB3C12" w:rsidRDefault="00486712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A9078B" w14:textId="77777777" w:rsidR="009237AC" w:rsidRDefault="00B248C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13935C1B" w14:textId="77777777" w:rsidR="00486712" w:rsidRPr="00CC2F42" w:rsidRDefault="0048671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412DFC" w14:textId="77777777"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5C3397E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525240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2A6353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314D95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7A0C37" w14:textId="77777777"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5D525F5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5892A0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FDE60E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6F906F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04DB00" w14:textId="77777777"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360BB6E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1FC234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6A1092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0A760C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5F8F5C" w14:textId="77777777"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4969A22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75A19F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C656D0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FD1B65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109D26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F24362" w:rsidRPr="00CC2F42" w14:paraId="209732D0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7DB855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1587BF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056F65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8F5AB3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39AC86F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85085D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9EB779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14:paraId="40F14EB6" w14:textId="77777777" w:rsidR="00F24362" w:rsidRDefault="00F24362" w:rsidP="00F2436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046566FA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2C2F01" w14:textId="77777777" w:rsidR="00F2436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57141D51" w14:textId="77777777" w:rsidR="00F2436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39B5921B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B2DBF2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F24362" w:rsidRPr="00CC2F42" w14:paraId="73EFE6D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C37AF8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513484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587D2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C6FD4B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4C3E6E1B" w14:textId="77777777" w:rsidTr="00D6678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77693F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0D7711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9DB791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982133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7EFFD088" w14:textId="77777777" w:rsidTr="00D66786">
        <w:tc>
          <w:tcPr>
            <w:tcW w:w="238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1212CDB7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766A9907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727DA08B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5884F034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12C137C6" w14:textId="77777777" w:rsidTr="00D66786">
        <w:tc>
          <w:tcPr>
            <w:tcW w:w="238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36EFE2D9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2BDE78F9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10D3AFA4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2405EF7C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64055FC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856499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7107DE" w14:textId="77777777" w:rsidR="00F24362" w:rsidRPr="001F23E9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4791A9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ABDB36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3725DA1D" w14:textId="77777777" w:rsidTr="00F2436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389290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5B7169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1A8D7A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B27455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4E1A21E2" w14:textId="77777777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22D607A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1DB0F45" w14:textId="77777777" w:rsidR="00F2436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BE5B9F0" w14:textId="77777777" w:rsidR="00F2436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71AE6EF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5B92CABE" w14:textId="77777777" w:rsidR="006C0368" w:rsidRDefault="000B2812" w:rsidP="00D2323F">
      <w:pPr>
        <w:pStyle w:val="H23G"/>
        <w:spacing w:before="200" w:after="100"/>
      </w:pPr>
      <w:r w:rsidRPr="00CC2F42">
        <w:br w:type="page"/>
      </w:r>
      <w:r w:rsidR="006C0368" w:rsidRPr="00CC2F42">
        <w:tab/>
      </w:r>
      <w:r w:rsidR="006C0368" w:rsidRPr="00CC2F42">
        <w:tab/>
      </w:r>
      <w:r w:rsidR="0021389E">
        <w:t>UN GTR</w:t>
      </w:r>
      <w:r w:rsidR="006C0368" w:rsidRPr="00CC2F42">
        <w:t xml:space="preserve"> No. 4 – Am</w:t>
      </w:r>
      <w:r w:rsidR="006C0368">
        <w:t>end.3</w:t>
      </w:r>
      <w:r w:rsidR="006C0368" w:rsidRPr="00CC2F42">
        <w:t xml:space="preserve"> - Test procedure for compression-ignition (C.I.) engines and positive-ignition (P.I.) engines fuelled with natural gas (NG) or liquefied petroleum gas (LPG) </w:t>
      </w:r>
      <w:proofErr w:type="gramStart"/>
      <w:r w:rsidR="006C0368" w:rsidRPr="00CC2F42">
        <w:t>with regard to</w:t>
      </w:r>
      <w:proofErr w:type="gramEnd"/>
      <w:r w:rsidR="006C0368" w:rsidRPr="00CC2F42">
        <w:t xml:space="preserve"> the emission of pollutants (WHDC)</w:t>
      </w:r>
    </w:p>
    <w:p w14:paraId="2978CD97" w14:textId="77777777" w:rsidR="006C0368" w:rsidRPr="00396AC2" w:rsidRDefault="006C0368" w:rsidP="00D2323F">
      <w:pPr>
        <w:pStyle w:val="SingleTxtG"/>
        <w:spacing w:after="100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12.03.2015</w:t>
      </w:r>
    </w:p>
    <w:p w14:paraId="1A73E948" w14:textId="77777777" w:rsidR="006C0368" w:rsidRPr="000E6283" w:rsidRDefault="006C0368" w:rsidP="00D2323F">
      <w:pPr>
        <w:pStyle w:val="SingleTxtG"/>
        <w:spacing w:after="100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>
        <w:rPr>
          <w:rStyle w:val="H4GChar"/>
          <w:i w:val="0"/>
        </w:rPr>
        <w:t>ECE/TRAN/2005/124/4/Amend.3 dated 26.06.2015</w:t>
      </w:r>
    </w:p>
    <w:p w14:paraId="6BC9374F" w14:textId="77777777" w:rsidR="006C0368" w:rsidRPr="00D42397" w:rsidRDefault="006C0368" w:rsidP="00D2323F">
      <w:pPr>
        <w:pStyle w:val="SingleTxtG"/>
        <w:spacing w:after="100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215BCED5" w14:textId="77777777" w:rsidR="006C0368" w:rsidRPr="00BE357A" w:rsidRDefault="006C0368" w:rsidP="006C036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Pr="006C0368">
        <w:t>12.05.2016</w:t>
      </w:r>
      <w:r w:rsidRPr="00BE357A">
        <w:t xml:space="preserve"> then each </w:t>
      </w:r>
      <w:r>
        <w:t>12</w:t>
      </w:r>
      <w:r w:rsidRPr="00BE357A">
        <w:t>.0</w:t>
      </w:r>
      <w:r>
        <w:t>5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C0368" w:rsidRPr="00CC2F42" w14:paraId="7465E36E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A1A820A" w14:textId="77777777" w:rsidR="006C0368" w:rsidRPr="00CC2F42" w:rsidRDefault="006C036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5FBB078" w14:textId="77777777" w:rsidR="006C0368" w:rsidRPr="00CC2F42" w:rsidRDefault="006C0368" w:rsidP="00317FCF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3ADC894" w14:textId="77777777" w:rsidR="006C0368" w:rsidRPr="00CC2F42" w:rsidRDefault="006C036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CF4BF91" w14:textId="77777777" w:rsidR="006C0368" w:rsidRPr="00CC2F42" w:rsidRDefault="006C0368" w:rsidP="00317FCF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6C0368" w:rsidRPr="00CC2F42" w14:paraId="7CC99FAF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3D2F74A" w14:textId="77777777"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F657CF7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377FA95" w14:textId="77777777" w:rsidR="006C0368" w:rsidRPr="008C29F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CD4DA5B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14:paraId="610D0A2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FFF97A" w14:textId="77777777"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12B5BB" w14:textId="77777777"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D29CCE" w14:textId="77777777"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D64475" w14:textId="77777777" w:rsidR="006C0368" w:rsidRPr="00FB032A" w:rsidRDefault="006C0368" w:rsidP="00317FCF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14:paraId="4195AAB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4A74B8" w14:textId="77777777"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6CA3CA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D45A44" w14:textId="77777777"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97D366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C0368" w:rsidRPr="00CC2F42" w14:paraId="08D4D21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C35DAA" w14:textId="77777777"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ED1028" w14:textId="77777777" w:rsidR="006C0368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14:paraId="7A4B9466" w14:textId="77777777" w:rsidR="00DF177D" w:rsidRDefault="00DF177D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  <w:p w14:paraId="6B91C0B8" w14:textId="4088FD5F" w:rsidR="00AA4E8E" w:rsidRPr="00CC2F42" w:rsidRDefault="00AA4E8E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B0124">
              <w:rPr>
                <w:sz w:val="16"/>
                <w:szCs w:val="16"/>
              </w:rPr>
              <w:t>26.07.19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9B4C27" w14:textId="77777777" w:rsidR="006C0368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C2ADEBF" w14:textId="77777777" w:rsidR="00DF177D" w:rsidRDefault="00DF177D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DC55101" w14:textId="0111A606" w:rsidR="00AA4E8E" w:rsidRPr="00CC2F42" w:rsidRDefault="00AA4E8E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AA4E8E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C16F3A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2BAAF63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8BD9BF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2D7316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A5191E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C14CC4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C0368" w:rsidRPr="00CC2F42" w14:paraId="2DA8BA7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B53F86" w14:textId="77777777"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52EED1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A09A6C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50FA8D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14:paraId="6708BC0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06D08F" w14:textId="77777777"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7BC98D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F00AA1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D48541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14:paraId="1674FEC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21E880" w14:textId="77777777"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E16ACB" w14:textId="77777777" w:rsidR="00114F8C" w:rsidRDefault="00114F8C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26.04.16</w:t>
            </w:r>
          </w:p>
          <w:p w14:paraId="32CA9DA0" w14:textId="77777777" w:rsidR="0072194E" w:rsidRDefault="0072194E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09.05.17</w:t>
            </w:r>
          </w:p>
          <w:p w14:paraId="220DDF97" w14:textId="77777777" w:rsidR="001F7BB5" w:rsidRDefault="00D821E6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26.04.1</w:t>
            </w:r>
          </w:p>
          <w:p w14:paraId="09475CE1" w14:textId="77777777" w:rsidR="00D821E6" w:rsidRPr="00BA36C7" w:rsidRDefault="0086082F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19.11.1</w:t>
            </w:r>
            <w:r w:rsidR="00D821E6"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C2DFFC" w14:textId="77777777" w:rsidR="0072194E" w:rsidRDefault="0072194E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114F8C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67053">
              <w:rPr>
                <w:rFonts w:ascii="Times New Roman" w:hAnsi="Times New Roman"/>
                <w:sz w:val="16"/>
                <w:szCs w:val="16"/>
              </w:rPr>
              <w:t>status report</w:t>
            </w:r>
          </w:p>
          <w:p w14:paraId="7C177B85" w14:textId="77777777" w:rsidR="0072194E" w:rsidRDefault="0072194E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nd </w:t>
            </w:r>
            <w:r>
              <w:rPr>
                <w:rFonts w:ascii="Times New Roman" w:hAnsi="Times New Roman"/>
                <w:sz w:val="16"/>
                <w:szCs w:val="16"/>
              </w:rPr>
              <w:t>status report</w:t>
            </w:r>
          </w:p>
          <w:p w14:paraId="2BEA8744" w14:textId="77777777" w:rsidR="00D821E6" w:rsidRDefault="00D821E6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D821E6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5F540F8C" w14:textId="77777777" w:rsidR="0086082F" w:rsidRPr="00114F8C" w:rsidRDefault="0086082F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E55184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14:paraId="3215CCF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5E2F19" w14:textId="77777777"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4184A9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8B122D" w14:textId="77777777"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450676" w14:textId="77777777"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14:paraId="1915F39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64C905" w14:textId="77777777" w:rsidR="006C0368" w:rsidRPr="00CC2F42" w:rsidRDefault="006C0368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807B83" w14:textId="77777777" w:rsidR="006C0368" w:rsidRDefault="0048671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  <w:p w14:paraId="2E0F415C" w14:textId="77777777" w:rsidR="007F4D14" w:rsidRPr="00CB3C12" w:rsidRDefault="007F4D14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F4D14">
              <w:rPr>
                <w:rFonts w:ascii="Times New Roman" w:hAnsi="Times New Roman"/>
                <w:sz w:val="16"/>
                <w:szCs w:val="16"/>
              </w:rPr>
              <w:t>13.05.18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4B2823" w14:textId="77777777" w:rsidR="006C0368" w:rsidRDefault="00486712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4867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504F85A7" w14:textId="77777777" w:rsidR="007F4D14" w:rsidRPr="00CC2F42" w:rsidRDefault="007F4D14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C747B0" w14:textId="77777777" w:rsidR="006C0368" w:rsidRPr="00FB032A" w:rsidRDefault="006C0368" w:rsidP="00A65ACF">
            <w:pPr>
              <w:suppressAutoHyphens w:val="0"/>
              <w:spacing w:before="40" w:after="10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14:paraId="4508ABA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2FD594" w14:textId="77777777" w:rsidR="006C0368" w:rsidRPr="00CC2F42" w:rsidRDefault="006C0368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217F29" w14:textId="77777777" w:rsidR="006C0368" w:rsidRPr="00CC2F42" w:rsidRDefault="006C0368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180D0D" w14:textId="77777777" w:rsidR="006C0368" w:rsidRPr="00CC2F42" w:rsidRDefault="006C0368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B99EAA" w14:textId="77777777" w:rsidR="006C0368" w:rsidRPr="00FB032A" w:rsidRDefault="006C0368" w:rsidP="00A65ACF">
            <w:pPr>
              <w:suppressAutoHyphens w:val="0"/>
              <w:spacing w:before="40" w:after="10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14:paraId="01B3F0F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AE4C4E" w14:textId="77777777" w:rsidR="006C0368" w:rsidRPr="00CC2F42" w:rsidRDefault="006C0368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B24B57" w14:textId="77777777" w:rsidR="006C0368" w:rsidRPr="00CC2F42" w:rsidRDefault="006C0368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011DF3" w14:textId="77777777" w:rsidR="006C0368" w:rsidRPr="00CC2F42" w:rsidRDefault="006C0368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E6C8D9" w14:textId="77777777" w:rsidR="006C0368" w:rsidRPr="00FB032A" w:rsidRDefault="006C0368" w:rsidP="00A65ACF">
            <w:pPr>
              <w:suppressAutoHyphens w:val="0"/>
              <w:spacing w:before="40" w:after="10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14:paraId="157083A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2F2BA8" w14:textId="77777777" w:rsidR="006C0368" w:rsidRPr="00CC2F42" w:rsidRDefault="006C0368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AAD1A1" w14:textId="77777777" w:rsidR="006C0368" w:rsidRPr="00CC2F42" w:rsidRDefault="006C0368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38F929" w14:textId="77777777" w:rsidR="006C0368" w:rsidRPr="00CC2F42" w:rsidRDefault="006C0368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BB747C" w14:textId="77777777" w:rsidR="006C0368" w:rsidRPr="00FB032A" w:rsidRDefault="00804F47" w:rsidP="00A65ACF">
            <w:pPr>
              <w:suppressAutoHyphens w:val="0"/>
              <w:spacing w:before="40" w:after="10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72A5972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785A64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30804C" w14:textId="77777777" w:rsidR="00F24362" w:rsidRPr="00CC2F42" w:rsidRDefault="00F24362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B6D8DF" w14:textId="77777777" w:rsidR="00F24362" w:rsidRPr="00CC2F42" w:rsidRDefault="00F24362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AAC71E" w14:textId="77777777" w:rsidR="00F24362" w:rsidRPr="00801314" w:rsidRDefault="00F24362" w:rsidP="00A65ACF">
            <w:pPr>
              <w:suppressAutoHyphens w:val="0"/>
              <w:spacing w:before="40" w:after="10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F24362" w:rsidRPr="00CC2F42" w14:paraId="6FE60F1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A4710F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9227CA" w14:textId="77777777" w:rsidR="00F24362" w:rsidRPr="00CC2F42" w:rsidRDefault="00F24362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0D33F8" w14:textId="77777777" w:rsidR="00F24362" w:rsidRPr="00CC2F42" w:rsidRDefault="00F24362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8F84C9" w14:textId="77777777" w:rsidR="00F24362" w:rsidRPr="00FB032A" w:rsidRDefault="00F24362" w:rsidP="00A65ACF">
            <w:pPr>
              <w:suppressAutoHyphens w:val="0"/>
              <w:spacing w:before="40" w:after="10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72E94E5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DE2A7D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10F9B7" w14:textId="77777777" w:rsidR="00F24362" w:rsidRDefault="00F24362" w:rsidP="00A65ACF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14:paraId="1348C86F" w14:textId="77777777" w:rsidR="00F24362" w:rsidRDefault="00F24362" w:rsidP="00A65ACF">
            <w:pPr>
              <w:suppressAutoHyphens w:val="0"/>
              <w:spacing w:before="40" w:after="10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09.10.17</w:t>
            </w:r>
          </w:p>
          <w:p w14:paraId="6A3E13D4" w14:textId="77777777" w:rsidR="00D10547" w:rsidRPr="00CC2F42" w:rsidRDefault="00D10547" w:rsidP="00A65ACF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8B8D1F" w14:textId="77777777" w:rsidR="00F24362" w:rsidRDefault="00F24362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6B1C7B1" w14:textId="77777777" w:rsidR="00F24362" w:rsidRDefault="00F24362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21819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6D467437" w14:textId="77777777" w:rsidR="00D10547" w:rsidRPr="00CC2F42" w:rsidRDefault="00D10547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E5548C" w14:textId="77777777" w:rsidR="00F24362" w:rsidRPr="00FB032A" w:rsidRDefault="00F24362" w:rsidP="00A65ACF">
            <w:pPr>
              <w:suppressAutoHyphens w:val="0"/>
              <w:spacing w:before="40" w:after="100" w:line="220" w:lineRule="exact"/>
              <w:ind w:right="113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F24362" w:rsidRPr="00CC2F42" w14:paraId="4056DF8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6FEE8B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1F4382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6D9331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B484C8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4CD51EB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C9DCB0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2430F0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7661B2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8EC2D4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0BE72E75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079125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58034B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833FB2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2F5546" w14:textId="77777777" w:rsidR="00F24362" w:rsidRPr="00FB032A" w:rsidRDefault="00F24362" w:rsidP="00A65ACF">
            <w:pPr>
              <w:suppressAutoHyphens w:val="0"/>
              <w:spacing w:before="40" w:after="10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674F7C23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EDF1AE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5D7C5F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793263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8ECCB2" w14:textId="77777777" w:rsidR="00F24362" w:rsidRPr="00FB032A" w:rsidRDefault="00F24362" w:rsidP="00A65ACF">
            <w:pPr>
              <w:suppressAutoHyphens w:val="0"/>
              <w:spacing w:before="40" w:after="10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53DD9C2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5A42BF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BF9923" w14:textId="77777777" w:rsidR="00F24362" w:rsidRPr="001F23E9" w:rsidRDefault="00F24362" w:rsidP="00A65ACF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62C860" w14:textId="77777777" w:rsidR="00F24362" w:rsidRPr="00CC2F42" w:rsidRDefault="00F24362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AE0408" w14:textId="77777777" w:rsidR="00F24362" w:rsidRPr="00804F47" w:rsidRDefault="00F24362" w:rsidP="00A65ACF">
            <w:pPr>
              <w:suppressAutoHyphens w:val="0"/>
              <w:spacing w:before="40" w:after="10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804F47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1D447B7B" w14:textId="77777777" w:rsidTr="00F2436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BD01B9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F809D3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9DA19E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4E0C8F" w14:textId="77777777" w:rsidR="00F24362" w:rsidRPr="00CC2F42" w:rsidRDefault="00F24362" w:rsidP="00A65ACF">
            <w:pPr>
              <w:suppressAutoHyphens w:val="0"/>
              <w:spacing w:before="40" w:after="10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54935359" w14:textId="77777777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741D3A1" w14:textId="77777777" w:rsidR="00F24362" w:rsidRPr="00CC2F4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360BF4C" w14:textId="77777777" w:rsidR="00F2436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197B176" w14:textId="77777777" w:rsidR="00F24362" w:rsidRDefault="00F24362" w:rsidP="00A65A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37FB019" w14:textId="77777777" w:rsidR="00F24362" w:rsidRPr="00801314" w:rsidRDefault="00F24362" w:rsidP="00A65ACF">
            <w:pPr>
              <w:suppressAutoHyphens w:val="0"/>
              <w:spacing w:before="40" w:after="10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32F153E0" w14:textId="0C0F470C" w:rsidR="004E5E86" w:rsidRDefault="004E5E86" w:rsidP="00B06936">
      <w:pPr>
        <w:pStyle w:val="H23G"/>
        <w:spacing w:before="12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5 - Technical requirements for on</w:t>
      </w:r>
      <w:r w:rsidRPr="00CC2F42">
        <w:noBreakHyphen/>
        <w:t>board diagnostic systems (OBD) for road vehicles</w:t>
      </w:r>
    </w:p>
    <w:p w14:paraId="6F2B8A58" w14:textId="77777777"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15.11.2006</w:t>
      </w:r>
    </w:p>
    <w:p w14:paraId="7467473B" w14:textId="77777777" w:rsidR="00BA11AF" w:rsidRPr="007454D4" w:rsidRDefault="00BA11AF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  <w:r w:rsidRPr="007454D4">
        <w:rPr>
          <w:rStyle w:val="H4GChar"/>
          <w:i w:val="0"/>
        </w:rPr>
        <w:t>ECE/TRAN/2005/124/5 dated 02.02.07</w:t>
      </w:r>
    </w:p>
    <w:p w14:paraId="3924869D" w14:textId="77777777" w:rsidR="00F03B77" w:rsidRPr="00D42397" w:rsidRDefault="00F03B77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7454D4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494D0954" w14:textId="77777777" w:rsidR="00F03B77" w:rsidRPr="00CC2F42" w:rsidRDefault="00F03B77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14.01.2008 then each 14.01.20xx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7240B" w:rsidRPr="00CC2F42" w14:paraId="5F4FE34D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B6BC29E" w14:textId="77777777"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015FED7" w14:textId="77777777" w:rsidR="00E7240B" w:rsidRPr="00CC2F42" w:rsidRDefault="00E7240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6DE56F8" w14:textId="77777777"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ABB5244" w14:textId="77777777" w:rsidR="00E7240B" w:rsidRPr="00CC2F42" w:rsidRDefault="00E7240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C90309" w:rsidRPr="00CC2F42" w14:paraId="32854A42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6CFF0B2" w14:textId="77777777" w:rsidR="00C90309" w:rsidRPr="00CC2F4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2518979" w14:textId="77777777" w:rsidR="00C90309" w:rsidRPr="00CC2F42" w:rsidRDefault="00C9030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D13B242" w14:textId="77777777" w:rsidR="00C90309" w:rsidRPr="008C29F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7AA7CE0" w14:textId="77777777" w:rsidR="00C90309" w:rsidRPr="00FB032A" w:rsidRDefault="00C90309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 1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C13533" w:rsidRPr="00CC2F42" w14:paraId="752CE70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7E9840" w14:textId="77777777"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A393AA" w14:textId="77777777"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648E04" w14:textId="77777777"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A8FE34" w14:textId="77777777"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022619E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A8FFF1" w14:textId="77777777"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6FA422" w14:textId="77777777"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F86F30" w14:textId="77777777"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CE5F2D" w14:textId="77777777"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C13533" w:rsidRPr="00CC2F42" w14:paraId="2C758D1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BCF450" w14:textId="77777777"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F54D6D" w14:textId="77777777"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11.01.10</w:t>
            </w:r>
          </w:p>
          <w:p w14:paraId="16A80716" w14:textId="77777777" w:rsidR="002210E7" w:rsidRPr="00C750B9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03.06.14</w:t>
            </w:r>
          </w:p>
          <w:p w14:paraId="47249FEF" w14:textId="77777777" w:rsidR="00927A17" w:rsidRDefault="00927A1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23.06.15</w:t>
            </w:r>
          </w:p>
          <w:p w14:paraId="2CDE1224" w14:textId="77777777" w:rsidR="00DF177D" w:rsidRDefault="00DF177D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  <w:p w14:paraId="63187A36" w14:textId="5E6AB5E2" w:rsidR="00AA4E8E" w:rsidRPr="00C750B9" w:rsidRDefault="00AA4E8E" w:rsidP="00DD29E2">
            <w:pPr>
              <w:spacing w:before="40" w:after="120" w:line="220" w:lineRule="exact"/>
            </w:pPr>
            <w:r w:rsidRPr="009B0124">
              <w:rPr>
                <w:sz w:val="16"/>
                <w:szCs w:val="16"/>
              </w:rPr>
              <w:t>26.07.19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155ECE" w14:textId="77777777"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7E2E1F8" w14:textId="77777777" w:rsidR="002210E7" w:rsidRPr="00C750B9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2</w:t>
            </w:r>
            <w:r w:rsidRPr="00C750B9">
              <w:rPr>
                <w:sz w:val="16"/>
                <w:szCs w:val="16"/>
                <w:vertAlign w:val="superscript"/>
              </w:rPr>
              <w:t>nd</w:t>
            </w:r>
            <w:r w:rsidRPr="00C750B9">
              <w:rPr>
                <w:sz w:val="16"/>
                <w:szCs w:val="16"/>
              </w:rPr>
              <w:t xml:space="preserve"> status report</w:t>
            </w:r>
          </w:p>
          <w:p w14:paraId="5603DED4" w14:textId="77777777" w:rsidR="00927A17" w:rsidRDefault="00927A1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3</w:t>
            </w:r>
            <w:r w:rsidRPr="00C750B9">
              <w:rPr>
                <w:sz w:val="16"/>
                <w:szCs w:val="16"/>
                <w:vertAlign w:val="superscript"/>
              </w:rPr>
              <w:t>rd</w:t>
            </w:r>
            <w:r w:rsidRPr="00C750B9">
              <w:rPr>
                <w:sz w:val="16"/>
                <w:szCs w:val="16"/>
              </w:rPr>
              <w:t xml:space="preserve"> status report</w:t>
            </w:r>
          </w:p>
          <w:p w14:paraId="6279BC28" w14:textId="77777777" w:rsidR="00DF177D" w:rsidRDefault="00DF177D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DF177D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status report</w:t>
            </w:r>
          </w:p>
          <w:p w14:paraId="6D884F0B" w14:textId="545CAF1A" w:rsidR="00AA4E8E" w:rsidRPr="00C750B9" w:rsidRDefault="00AA4E8E" w:rsidP="00DD29E2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5</w:t>
            </w:r>
            <w:r w:rsidRPr="00AA4E8E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4D45A5" w14:textId="77777777"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54FDCBB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B30732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27E074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DAB36F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227560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C13533" w:rsidRPr="00CC2F42" w14:paraId="2FABDAE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7D6EF8" w14:textId="77777777"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16F61D" w14:textId="77777777" w:rsidR="00C13533" w:rsidRPr="00C750B9" w:rsidRDefault="00D4239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EC7E18" w14:textId="77777777"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AE241B" w14:textId="77777777"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 w:rsidR="00E608C2">
              <w:rPr>
                <w:sz w:val="16"/>
                <w:szCs w:val="16"/>
                <w:lang w:val="en-US"/>
              </w:rPr>
              <w:t>on:</w:t>
            </w:r>
            <w:r w:rsidR="00D42397">
              <w:rPr>
                <w:sz w:val="16"/>
                <w:szCs w:val="16"/>
                <w:lang w:val="en-US"/>
              </w:rPr>
              <w:t xml:space="preserve"> UN Regulation No. 49</w:t>
            </w:r>
          </w:p>
        </w:tc>
      </w:tr>
      <w:tr w:rsidR="00C13533" w:rsidRPr="00CC2F42" w14:paraId="0D9BC6E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FA9BFF" w14:textId="77777777"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3F870A" w14:textId="77777777"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08.05.08</w:t>
            </w:r>
          </w:p>
          <w:p w14:paraId="632C58C8" w14:textId="77777777"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24.02.10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56DBCE" w14:textId="77777777"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750B9">
              <w:rPr>
                <w:sz w:val="16"/>
                <w:szCs w:val="16"/>
                <w:lang w:val="en-US"/>
              </w:rPr>
              <w:t>status report</w:t>
            </w:r>
          </w:p>
          <w:p w14:paraId="1A3B3DF0" w14:textId="77777777"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750B9"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C3DA54" w14:textId="77777777"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14:paraId="32F5708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2B0FB2" w14:textId="77777777"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5EFD7" w14:textId="77777777" w:rsidR="00C13533" w:rsidRPr="00C750B9" w:rsidRDefault="00D4239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11.01.08</w:t>
            </w:r>
          </w:p>
          <w:p w14:paraId="7DCECC37" w14:textId="77777777"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 xml:space="preserve">07.01.09 </w:t>
            </w:r>
          </w:p>
          <w:p w14:paraId="017D5445" w14:textId="77777777"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14:paraId="401678F7" w14:textId="77777777" w:rsidR="009604D3" w:rsidRPr="00C750B9" w:rsidRDefault="009604D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14:paraId="392B616A" w14:textId="77777777"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12.01.12</w:t>
            </w:r>
          </w:p>
          <w:p w14:paraId="504501F7" w14:textId="77777777"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14:paraId="02692E23" w14:textId="77777777"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14:paraId="181B9A2F" w14:textId="77777777"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F6A9A8" w14:textId="77777777"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12D785CC" w14:textId="77777777"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750B9">
              <w:rPr>
                <w:sz w:val="16"/>
                <w:szCs w:val="16"/>
                <w:lang w:val="en-US"/>
              </w:rPr>
              <w:t xml:space="preserve"> status report </w:t>
            </w:r>
          </w:p>
          <w:p w14:paraId="7134AF02" w14:textId="77777777"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3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 xml:space="preserve">rd </w:t>
            </w:r>
            <w:r w:rsidRPr="00C750B9">
              <w:rPr>
                <w:sz w:val="16"/>
                <w:szCs w:val="16"/>
                <w:lang w:val="en-US"/>
              </w:rPr>
              <w:t>status report</w:t>
            </w:r>
          </w:p>
          <w:p w14:paraId="0D2AE002" w14:textId="77777777"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4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0E05F01" w14:textId="77777777"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5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AA97EA1" w14:textId="77777777" w:rsidR="009604D3" w:rsidRPr="00C750B9" w:rsidRDefault="009604D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6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536BDB73" w14:textId="77777777" w:rsidR="005C5535" w:rsidRPr="00C750B9" w:rsidRDefault="005C553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7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6BCEB972" w14:textId="77777777" w:rsidR="002C6C6A" w:rsidRPr="00C750B9" w:rsidRDefault="002C6C6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AD2F1D" w14:textId="77777777"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14:paraId="1D57105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EAFB22" w14:textId="77777777"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B10625" w14:textId="77777777"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457528" w14:textId="77777777"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AC76D1" w14:textId="77777777"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14:paraId="6564C337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1B6A7F" w14:textId="77777777"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D15225" w14:textId="77777777" w:rsidR="00C13533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27.06.08</w:t>
            </w:r>
          </w:p>
          <w:p w14:paraId="47491E46" w14:textId="77777777" w:rsidR="00E97661" w:rsidRDefault="00E97661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5B1B2C2F" w14:textId="77777777"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7AEF3A" w14:textId="77777777" w:rsidR="00C13533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533849FA" w14:textId="77777777" w:rsidR="00E97661" w:rsidRDefault="00E97661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317AE7B8" w14:textId="77777777"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1846E6" w14:textId="77777777"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C13533" w:rsidRPr="00CC2F42" w14:paraId="6034A5B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A1F0C4" w14:textId="77777777"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9E7C9A" w14:textId="77777777"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1EDAEA" w14:textId="77777777"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C11AF9" w14:textId="77777777"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C13533" w:rsidRPr="00CC2F42" w14:paraId="3AD56594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C710FC" w14:textId="77777777"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E37EC6" w14:textId="77777777"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8322A2" w14:textId="77777777"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D47D3C" w14:textId="77777777"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14:paraId="2EF958C9" w14:textId="77777777" w:rsidTr="0036615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A69F21" w14:textId="77777777"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338FF4" w14:textId="77777777"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264ABF" w14:textId="77777777"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0E69AF" w14:textId="77777777"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4E1FEECB" w14:textId="77777777" w:rsidTr="00D6678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CFD450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10CAD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437D43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2972A5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F24362" w:rsidRPr="00CC2F42" w14:paraId="656481DF" w14:textId="77777777" w:rsidTr="00D66786">
        <w:tc>
          <w:tcPr>
            <w:tcW w:w="238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3A18CD32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6484BCC5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534AC7F4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76E5B52D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79C82C26" w14:textId="77777777" w:rsidTr="00D66786">
        <w:trPr>
          <w:trHeight w:val="1150"/>
        </w:trPr>
        <w:tc>
          <w:tcPr>
            <w:tcW w:w="2380" w:type="dxa"/>
            <w:tcBorders>
              <w:top w:val="single" w:sz="4" w:space="0" w:color="auto"/>
            </w:tcBorders>
            <w:shd w:val="clear" w:color="auto" w:fill="auto"/>
          </w:tcPr>
          <w:p w14:paraId="5BD73209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9A75DEE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03.12.08</w:t>
            </w:r>
          </w:p>
          <w:p w14:paraId="54CB6B6C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14:paraId="1AE4E0A8" w14:textId="77777777" w:rsidR="00F24362" w:rsidRDefault="00F24362" w:rsidP="00F24362">
            <w:pPr>
              <w:spacing w:before="40" w:after="24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14:paraId="598B5F60" w14:textId="77777777" w:rsidR="00F24362" w:rsidRDefault="00F24362" w:rsidP="00F24362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52D6D79E" w14:textId="77777777" w:rsidR="00F24362" w:rsidRPr="00CC2F42" w:rsidRDefault="00F24362" w:rsidP="00F24362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171A97E6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24221A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14:paraId="6E12E2DB" w14:textId="77777777" w:rsidR="00F24362" w:rsidRPr="00CC2F42" w:rsidRDefault="00F24362" w:rsidP="00F24362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 of </w:t>
            </w:r>
            <w:r w:rsidRPr="00CC2F42">
              <w:rPr>
                <w:sz w:val="16"/>
                <w:szCs w:val="16"/>
                <w:lang w:val="en-US"/>
              </w:rPr>
              <w:t>Final notification</w:t>
            </w:r>
            <w:r>
              <w:rPr>
                <w:sz w:val="16"/>
                <w:szCs w:val="16"/>
                <w:lang w:val="en-US"/>
              </w:rPr>
              <w:br/>
              <w:t>Confirmation of Final notification</w:t>
            </w:r>
            <w:r>
              <w:rPr>
                <w:sz w:val="16"/>
                <w:szCs w:val="16"/>
                <w:lang w:val="en-US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4" w:space="0" w:color="auto"/>
            </w:tcBorders>
            <w:shd w:val="clear" w:color="auto" w:fill="auto"/>
          </w:tcPr>
          <w:p w14:paraId="6595D2E2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  <w:p w14:paraId="3FC81486" w14:textId="77777777" w:rsidR="00F24362" w:rsidRPr="00CC2F42" w:rsidRDefault="00F24362" w:rsidP="00F24362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</w:t>
            </w:r>
          </w:p>
        </w:tc>
      </w:tr>
      <w:tr w:rsidR="00F24362" w:rsidRPr="00CC2F42" w14:paraId="358A7F4A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5294FC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2A3FAA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D95ED5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17F7CE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7DFC9AC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42117A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</w:rPr>
            </w:pPr>
            <w:r w:rsidRPr="00CC2F42">
              <w:rPr>
                <w:sz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A535C3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0C3568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69C022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</w:tr>
      <w:tr w:rsidR="00F24362" w:rsidRPr="00CC2F42" w14:paraId="6B6DFDF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CBFBD2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88949C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B9FF09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79D85B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163CEFB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B4BD93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D9B04E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4D7C94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B0DDE2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0974B3A4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C4CCF8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F8143F" w14:textId="77777777" w:rsidR="00F24362" w:rsidRPr="001F23E9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2D79AD" w14:textId="77777777" w:rsidR="00F24362" w:rsidRPr="00EF64C3" w:rsidRDefault="00F24362" w:rsidP="00F2436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A18B96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01837947" w14:textId="77777777" w:rsidTr="00F2436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1C4C41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A643DD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863E7F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182D01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2BE6AA68" w14:textId="77777777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BD05137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1C87C34" w14:textId="77777777" w:rsidR="00F2436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351B856" w14:textId="77777777" w:rsidR="00F2436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1198A97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4B2432AB" w14:textId="77777777" w:rsidR="00DA46BF" w:rsidRDefault="009D7543" w:rsidP="004E5E86">
      <w:pPr>
        <w:pStyle w:val="H23G"/>
      </w:pPr>
      <w:r w:rsidRPr="00CC2F42">
        <w:rPr>
          <w:sz w:val="24"/>
          <w:szCs w:val="24"/>
        </w:rPr>
        <w:br w:type="page"/>
      </w:r>
      <w:r w:rsidR="00DA46BF" w:rsidRPr="00CC2F42">
        <w:rPr>
          <w:sz w:val="24"/>
          <w:szCs w:val="24"/>
        </w:rPr>
        <w:tab/>
      </w:r>
      <w:r w:rsidR="00DA46BF" w:rsidRPr="00CC2F42">
        <w:rPr>
          <w:sz w:val="24"/>
          <w:szCs w:val="24"/>
        </w:rPr>
        <w:tab/>
      </w:r>
      <w:r w:rsidR="0021389E">
        <w:t>UN GTR</w:t>
      </w:r>
      <w:r w:rsidR="00DA46BF" w:rsidRPr="00CC2F42">
        <w:t xml:space="preserve"> No. 5 – Amend</w:t>
      </w:r>
      <w:r w:rsidR="00354ECB">
        <w:t>.</w:t>
      </w:r>
      <w:r w:rsidR="00DA46BF" w:rsidRPr="00CC2F42">
        <w:t xml:space="preserve"> 1 - Technical requirements for on</w:t>
      </w:r>
      <w:r w:rsidR="00DA46BF" w:rsidRPr="00CC2F42">
        <w:noBreakHyphen/>
        <w:t>board diagnostic systems (OBD) for road vehicles</w:t>
      </w:r>
    </w:p>
    <w:p w14:paraId="46B8B09F" w14:textId="77777777"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15.11.2012</w:t>
      </w:r>
    </w:p>
    <w:p w14:paraId="365CB02F" w14:textId="77777777" w:rsidR="00BA11AF" w:rsidRPr="00D42397" w:rsidRDefault="00BA11AF" w:rsidP="00D42397">
      <w:pPr>
        <w:pStyle w:val="SingleTxtG"/>
        <w:rPr>
          <w:rStyle w:val="H4GChar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D42397">
        <w:rPr>
          <w:rStyle w:val="H4GChar"/>
          <w:i w:val="0"/>
        </w:rPr>
        <w:t>ECE/TRAN/2005/124/5/Amend.1 dated 17.01.13</w:t>
      </w:r>
    </w:p>
    <w:p w14:paraId="1CDFCE8C" w14:textId="77777777" w:rsidR="00DA46BF" w:rsidRPr="00D42397" w:rsidRDefault="00DA46BF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7454D4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510391AC" w14:textId="77777777" w:rsidR="00DA46BF" w:rsidRPr="00CC2F42" w:rsidRDefault="00DA46BF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CF0767" w:rsidRPr="00CC2F42">
        <w:t>15</w:t>
      </w:r>
      <w:r w:rsidRPr="00CC2F42">
        <w:t>.01.20</w:t>
      </w:r>
      <w:r w:rsidR="00CF0767" w:rsidRPr="00CC2F42">
        <w:t>1</w:t>
      </w:r>
      <w:r w:rsidR="004E24D1">
        <w:t>4</w:t>
      </w:r>
      <w:r w:rsidRPr="00CC2F42">
        <w:t xml:space="preserve"> then each 1</w:t>
      </w:r>
      <w:r w:rsidR="00CF0767" w:rsidRPr="00CC2F42">
        <w:t>5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7240B" w:rsidRPr="00CC2F42" w14:paraId="125B25F9" w14:textId="77777777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0F851E6" w14:textId="77777777"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16A92F0" w14:textId="77777777" w:rsidR="00E7240B" w:rsidRPr="00CC2F42" w:rsidRDefault="00E7240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093C560" w14:textId="77777777"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007B298" w14:textId="77777777" w:rsidR="00E7240B" w:rsidRPr="00CC2F42" w:rsidRDefault="00E7240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C90309" w:rsidRPr="00CC2F42" w14:paraId="3C761734" w14:textId="77777777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DCC7023" w14:textId="77777777" w:rsidR="00C90309" w:rsidRPr="00CC2F4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6F6CEC6" w14:textId="77777777" w:rsidR="00C90309" w:rsidRPr="00CC2F42" w:rsidRDefault="00C9030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5675686" w14:textId="77777777" w:rsidR="00C90309" w:rsidRPr="008C29F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86F2F4A" w14:textId="77777777" w:rsidR="00C90309" w:rsidRPr="00FB032A" w:rsidRDefault="00C90309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14:paraId="09F336F4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650042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C799B3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604AEF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2783AC" w14:textId="77777777" w:rsidR="009237AC" w:rsidRPr="00CC2F42" w:rsidRDefault="0020515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7394B241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8FDD78" w14:textId="77777777"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303296" w14:textId="77777777"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119734" w14:textId="77777777"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E2A9B0" w14:textId="77777777"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14:paraId="4158C28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876857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BAADD8" w14:textId="77777777"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14:paraId="27FB26A2" w14:textId="77777777" w:rsidR="00DF177D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  <w:p w14:paraId="3FAC01F3" w14:textId="6905D67D" w:rsidR="00AA4E8E" w:rsidRPr="00CC2F42" w:rsidRDefault="00AA4E8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B0124">
              <w:rPr>
                <w:sz w:val="16"/>
                <w:szCs w:val="16"/>
              </w:rPr>
              <w:t>26.07.19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D38FE2" w14:textId="77777777"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185F8076" w14:textId="77777777" w:rsidR="00DF177D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343AB52" w14:textId="6E40CE2C" w:rsidR="00AA4E8E" w:rsidRPr="00CC2F42" w:rsidRDefault="00AA4E8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AA4E8E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101093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7BEE391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2C8254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908199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C87D16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7378CE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14:paraId="3A92F7A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105741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F05238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8F270D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(original version of the </w:t>
            </w:r>
            <w:r w:rsidR="0021389E">
              <w:rPr>
                <w:sz w:val="16"/>
                <w:szCs w:val="16"/>
                <w:lang w:val="en-US"/>
              </w:rPr>
              <w:t>UN GTR</w:t>
            </w:r>
            <w:r w:rsidRPr="00CC2F4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DA0F8B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552A1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49</w:t>
            </w:r>
          </w:p>
        </w:tc>
      </w:tr>
      <w:tr w:rsidR="009237AC" w:rsidRPr="00CC2F42" w14:paraId="6467A9A4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3479D2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323C2F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3BE18B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485EC0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2AA8C19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E3D3C3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3FE236" w14:textId="77777777" w:rsidR="009237AC" w:rsidRDefault="005C553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24.02.15</w:t>
            </w:r>
          </w:p>
          <w:p w14:paraId="7FD633EA" w14:textId="77777777" w:rsidR="002C6C6A" w:rsidRPr="00CC2F42" w:rsidRDefault="002C6C6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92936A" w14:textId="77777777" w:rsidR="009237AC" w:rsidRDefault="005C5535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1st status report</w:t>
            </w:r>
          </w:p>
          <w:p w14:paraId="2D2E29A4" w14:textId="77777777" w:rsidR="002C6C6A" w:rsidRPr="00CC2F42" w:rsidRDefault="002C6C6A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005424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5A464852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16C55F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9EA45B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13FE8A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18D8E9" w14:textId="77777777"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5C0A216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515E49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9AF0F6" w14:textId="77777777" w:rsidR="009237AC" w:rsidRDefault="00E97661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2C1ACA10" w14:textId="77777777" w:rsidR="00486712" w:rsidRPr="00CC2F42" w:rsidRDefault="00486712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C6803C" w14:textId="77777777" w:rsidR="009237AC" w:rsidRDefault="00E97661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C324F05" w14:textId="77777777" w:rsidR="00486712" w:rsidRPr="00CC2F42" w:rsidRDefault="0048671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0E48C2" w14:textId="77777777"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5791FC9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B14278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4FB057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2CBCAA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4EB567" w14:textId="77777777"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71461ADF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952F30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400C97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2FF9FC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961F93" w14:textId="77777777"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476AAF4D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81E05D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89134B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B61757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AA1814" w14:textId="77777777"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3F2E00E8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D3F683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A4DBC0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8F3E9F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624CEC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F24362" w:rsidRPr="00CC2F42" w14:paraId="3CBEE67E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E591D5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187225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DFC024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DB28F3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3DA900EB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9D3F0D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888FF1" w14:textId="77777777" w:rsidR="00F24362" w:rsidRPr="00913D23" w:rsidRDefault="00F24362" w:rsidP="00F2436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913D23">
              <w:rPr>
                <w:iCs/>
                <w:sz w:val="16"/>
                <w:szCs w:val="16"/>
              </w:rPr>
              <w:t>03.11.15</w:t>
            </w:r>
          </w:p>
          <w:p w14:paraId="4306EF90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13D23">
              <w:rPr>
                <w:iCs/>
                <w:sz w:val="16"/>
                <w:szCs w:val="16"/>
              </w:rPr>
              <w:t>30.11.16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213E13" w14:textId="77777777" w:rsidR="00F2436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22576C25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DC8A0E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01B0986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951C4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6B8326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932618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291FAA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5974FEFC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D33A26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6AAD62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8A5075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3D79C3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268BF1D6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66FEE2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4D0F2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4BFA8F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D7DED2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1329AAE0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C971FC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26C92F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00D47C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E46CAA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04AF6399" w14:textId="77777777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8D032E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BFD133" w14:textId="77777777" w:rsidR="00F24362" w:rsidRPr="00EF64C3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C99B65" w14:textId="77777777" w:rsidR="00F24362" w:rsidRPr="00EF64C3" w:rsidRDefault="00F24362" w:rsidP="00F2436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5B53E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05983658" w14:textId="77777777" w:rsidTr="00F2436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8C9669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7322F6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110658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2D22A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6644FFE7" w14:textId="77777777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B698C3C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B35B176" w14:textId="77777777" w:rsidR="00F2436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5E5E9A3" w14:textId="77777777" w:rsidR="00F2436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040F006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001A2613" w14:textId="77777777" w:rsidR="004E5E86" w:rsidRDefault="00DA46BF" w:rsidP="004E5E86">
      <w:pPr>
        <w:pStyle w:val="H23G"/>
      </w:pPr>
      <w:r w:rsidRPr="00CC2F42">
        <w:rPr>
          <w:sz w:val="24"/>
          <w:szCs w:val="24"/>
        </w:rPr>
        <w:br w:type="page"/>
      </w:r>
      <w:r w:rsidR="004E5E86" w:rsidRPr="00CC2F42">
        <w:rPr>
          <w:sz w:val="24"/>
          <w:szCs w:val="24"/>
        </w:rPr>
        <w:tab/>
      </w:r>
      <w:r w:rsidR="004E5E86" w:rsidRPr="00CC2F42">
        <w:rPr>
          <w:sz w:val="24"/>
          <w:szCs w:val="24"/>
        </w:rPr>
        <w:tab/>
      </w:r>
      <w:r w:rsidR="0021389E">
        <w:t>UN GTR</w:t>
      </w:r>
      <w:r w:rsidR="004E5E86" w:rsidRPr="00CC2F42">
        <w:t xml:space="preserve"> No. 6 - Safety glazing materials for motor vehicles and motor vehicle equipment</w:t>
      </w:r>
    </w:p>
    <w:p w14:paraId="063362A0" w14:textId="77777777"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12.03.2008</w:t>
      </w:r>
    </w:p>
    <w:p w14:paraId="7C5B3EAF" w14:textId="77777777" w:rsidR="00BA11AF" w:rsidRPr="00BA11AF" w:rsidRDefault="00BA11AF" w:rsidP="00BA11A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ECE/TRAN/2005/124/6 dated 30.04.2008</w:t>
      </w:r>
    </w:p>
    <w:p w14:paraId="5380AE61" w14:textId="77777777" w:rsidR="00B17EDE" w:rsidRPr="00BA11AF" w:rsidRDefault="00B17EDE" w:rsidP="00BA11AF">
      <w:pPr>
        <w:spacing w:after="120"/>
        <w:rPr>
          <w:rStyle w:val="H4GChar"/>
        </w:rPr>
      </w:pPr>
      <w:r w:rsidRPr="00BA11AF">
        <w:rPr>
          <w:rStyle w:val="H4GChar"/>
        </w:rPr>
        <w:tab/>
      </w:r>
      <w:r w:rsidRPr="00BA11AF">
        <w:rPr>
          <w:rStyle w:val="H4GChar"/>
        </w:rPr>
        <w:tab/>
        <w:t>Status report/notifi</w:t>
      </w:r>
      <w:r w:rsidR="00C83B6A">
        <w:rPr>
          <w:rStyle w:val="H4GChar"/>
        </w:rPr>
        <w:t>cation from Contracting Parties:</w:t>
      </w:r>
    </w:p>
    <w:p w14:paraId="0AAE9B07" w14:textId="77777777" w:rsidR="00B17EDE" w:rsidRPr="00CC2F42" w:rsidRDefault="00B17EDE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</w:t>
      </w:r>
      <w:r w:rsidR="008C5183" w:rsidRPr="00CC2F42">
        <w:t>1</w:t>
      </w:r>
      <w:r w:rsidRPr="00CC2F42">
        <w:t>.0</w:t>
      </w:r>
      <w:r w:rsidR="00210AA9" w:rsidRPr="00CC2F42">
        <w:t>5</w:t>
      </w:r>
      <w:r w:rsidRPr="00CC2F42">
        <w:t>.200</w:t>
      </w:r>
      <w:r w:rsidR="00210AA9" w:rsidRPr="00CC2F42">
        <w:t>9</w:t>
      </w:r>
      <w:r w:rsidRPr="00CC2F42">
        <w:t xml:space="preserve"> then each </w:t>
      </w:r>
      <w:r w:rsidR="00210AA9" w:rsidRPr="00CC2F42">
        <w:t>1</w:t>
      </w:r>
      <w:r w:rsidR="008C5183" w:rsidRPr="00CC2F42">
        <w:t>1</w:t>
      </w:r>
      <w:r w:rsidR="00210AA9" w:rsidRPr="00CC2F42">
        <w:t>.05.</w:t>
      </w:r>
      <w:r w:rsidRPr="00CC2F42">
        <w:t>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3F665D" w:rsidRPr="00CC2F42" w14:paraId="736AE7D4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77E2293" w14:textId="77777777"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D0142BB" w14:textId="77777777" w:rsidR="003F665D" w:rsidRPr="00CC2F42" w:rsidRDefault="003F665D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469FE43" w14:textId="77777777"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14C33C5" w14:textId="77777777" w:rsidR="003F665D" w:rsidRPr="00CC2F42" w:rsidRDefault="003F665D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70824" w:rsidRPr="00CC2F42" w14:paraId="1E1AEAB7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74C92FE" w14:textId="77777777" w:rsidR="00570824" w:rsidRPr="00CC2F42" w:rsidRDefault="00570824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A57553F" w14:textId="77777777" w:rsidR="00570824" w:rsidRDefault="00570824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  <w:p w14:paraId="7FB01886" w14:textId="536E0F7A" w:rsidR="006E6ED8" w:rsidRPr="00CC2F42" w:rsidRDefault="006E6ED8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9B14323" w14:textId="77777777" w:rsidR="00570824" w:rsidRDefault="00570824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21A9CF5B" w14:textId="24868901" w:rsidR="006E6ED8" w:rsidRPr="008C29F2" w:rsidRDefault="006E6ED8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6E6ED8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A84A782" w14:textId="77777777" w:rsidR="00570824" w:rsidRPr="00FB032A" w:rsidRDefault="00570824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9237AC" w:rsidRPr="00CC2F42" w14:paraId="531D046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AB22B6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5F4463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CF3A25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F66F6A" w14:textId="77777777"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63B45E0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3EEDE3" w14:textId="77777777"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38EAB7" w14:textId="77777777"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9152BD" w14:textId="77777777"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1FD17C" w14:textId="77777777"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14:paraId="6BA5244D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894164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9E47EF" w14:textId="77777777"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14.05.09</w:t>
            </w:r>
          </w:p>
          <w:p w14:paraId="703A74E9" w14:textId="77777777" w:rsidR="001E1AEA" w:rsidRDefault="001E1AE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27.11.13</w:t>
            </w:r>
          </w:p>
          <w:p w14:paraId="0DA40DBA" w14:textId="77777777" w:rsidR="00F903DE" w:rsidRPr="00CC2F42" w:rsidRDefault="00F903D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AF4E71" w14:textId="77777777"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1st status report</w:t>
            </w:r>
          </w:p>
          <w:p w14:paraId="056135E6" w14:textId="77777777" w:rsidR="001E1AEA" w:rsidRDefault="001E1AE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="00F903DE">
              <w:rPr>
                <w:sz w:val="16"/>
                <w:szCs w:val="16"/>
                <w:lang w:val="en-US"/>
              </w:rPr>
              <w:t xml:space="preserve"> -</w:t>
            </w:r>
            <w:r>
              <w:rPr>
                <w:sz w:val="16"/>
                <w:szCs w:val="16"/>
                <w:lang w:val="en-US"/>
              </w:rPr>
              <w:t xml:space="preserve"> 3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D5D5ACB" w14:textId="77777777" w:rsidR="00F903DE" w:rsidRPr="00CC2F42" w:rsidRDefault="00F903D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F903DE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711E54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4EC3650C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6E891F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8F45E6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796803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9824AB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14:paraId="3811F5D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086EA7" w14:textId="77777777" w:rsidR="009237AC" w:rsidRPr="00CC2F42" w:rsidRDefault="00712C3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89C8B9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20.04.09</w:t>
            </w:r>
          </w:p>
          <w:p w14:paraId="27E622B2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  <w:p w14:paraId="42CDD710" w14:textId="77777777" w:rsidR="009237AC" w:rsidRPr="00CC2F42" w:rsidRDefault="006E4B6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C056D4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14:paraId="06CFF0F0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25AECA5" w14:textId="77777777" w:rsidR="009237AC" w:rsidRPr="00CC2F42" w:rsidRDefault="006E4B6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355E65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0B730443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56774153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FB032A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 43</w:t>
            </w:r>
          </w:p>
        </w:tc>
      </w:tr>
      <w:tr w:rsidR="009237AC" w:rsidRPr="00CC2F42" w14:paraId="694D15A0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109657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6456A8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28.07.09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5D36B5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08A920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56CBAA9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4395A2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D04104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28.05.09 </w:t>
            </w:r>
          </w:p>
          <w:p w14:paraId="345B1623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10.07.10</w:t>
            </w:r>
          </w:p>
          <w:p w14:paraId="256D14D5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16.08.11</w:t>
            </w:r>
          </w:p>
          <w:p w14:paraId="64C4FA3B" w14:textId="77777777"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08.05.12</w:t>
            </w:r>
          </w:p>
          <w:p w14:paraId="73C094E1" w14:textId="77777777" w:rsidR="00250697" w:rsidRDefault="00AF0CD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17.04.13</w:t>
            </w:r>
          </w:p>
          <w:p w14:paraId="3E1C67B6" w14:textId="77777777" w:rsidR="007A7CA7" w:rsidRPr="00CC2F42" w:rsidRDefault="007A7CA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C38137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0140FB7E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nd 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status report </w:t>
            </w:r>
          </w:p>
          <w:p w14:paraId="34FCC274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5FBCA006" w14:textId="77777777"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4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6254013F" w14:textId="77777777" w:rsidR="007A7CA7" w:rsidRDefault="0025069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250697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4BC0C82B" w14:textId="77777777" w:rsidR="007A7CA7" w:rsidRPr="00CC2F42" w:rsidRDefault="007A7CA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CC043F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2106B13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5B7A07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655A52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46FEB1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A58C5E" w14:textId="77777777"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6CA901A3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CA48C1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55D48E" w14:textId="77777777"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14:paraId="2EC80728" w14:textId="77777777" w:rsidR="00DF31E5" w:rsidRDefault="00DF31E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4AC74C84" w14:textId="77777777" w:rsidR="00FD58C0" w:rsidRPr="00CC2F42" w:rsidRDefault="00FD58C0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CF4CA0" w14:textId="77777777"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5DBB8CCF" w14:textId="77777777" w:rsidR="00DF31E5" w:rsidRDefault="00DF31E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7F15D69C" w14:textId="77777777" w:rsidR="00FD58C0" w:rsidRPr="00CC2F42" w:rsidRDefault="00FD58C0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D710B7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185E552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B0BD28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557395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4002FB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BF2795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9237AC" w:rsidRPr="00CC2F42" w14:paraId="16C7F22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F55A5C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98672B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BABE40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219118" w14:textId="77777777"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4BEDCF16" w14:textId="77777777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A190FF" w14:textId="77777777"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443D69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F4B685" w14:textId="77777777"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0AC9D5" w14:textId="77777777"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3197FB6C" w14:textId="77777777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2E6F9B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7C8DBC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564C06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AF5D38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F24362" w:rsidRPr="00CC2F42" w14:paraId="569C1734" w14:textId="77777777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E951C0D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961F2F2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DB1E7AF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D120024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14F4330E" w14:textId="77777777" w:rsidTr="000D309E">
        <w:trPr>
          <w:trHeight w:val="567"/>
        </w:trPr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D331396" w14:textId="77777777" w:rsidR="00F24362" w:rsidRPr="00CC2F42" w:rsidRDefault="00F24362" w:rsidP="00F24362">
            <w:pPr>
              <w:pStyle w:val="Footer1"/>
              <w:pageBreakBefore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B833855" w14:textId="77777777" w:rsidR="00F24362" w:rsidRPr="00CC2F42" w:rsidRDefault="00F24362" w:rsidP="00F24362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14:paraId="241502BA" w14:textId="77777777" w:rsidR="00F24362" w:rsidRDefault="00F24362" w:rsidP="00F24362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14:paraId="55165822" w14:textId="77777777" w:rsidR="00F24362" w:rsidRDefault="00F24362" w:rsidP="00F24362">
            <w:pPr>
              <w:keepNext/>
              <w:keepLines/>
              <w:pageBreakBefore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554003E4" w14:textId="77777777" w:rsidR="00F24362" w:rsidRPr="00CC2F42" w:rsidRDefault="00F24362" w:rsidP="00F24362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3E21F1E" w14:textId="77777777" w:rsidR="00F24362" w:rsidRPr="00CC2F42" w:rsidRDefault="00F24362" w:rsidP="00F24362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64D07AD8" w14:textId="77777777" w:rsidR="00F24362" w:rsidRDefault="00F24362" w:rsidP="00F24362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14:paraId="2D058C1C" w14:textId="77777777" w:rsidR="00F24362" w:rsidRDefault="00F24362" w:rsidP="00F24362">
            <w:pPr>
              <w:pageBreakBefore/>
              <w:spacing w:before="4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  <w:p w14:paraId="48DCC744" w14:textId="77777777" w:rsidR="00F24362" w:rsidRPr="00CC2F42" w:rsidRDefault="00F24362" w:rsidP="00F24362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8D56547" w14:textId="77777777" w:rsidR="00F24362" w:rsidRPr="00CC2F42" w:rsidRDefault="00F24362" w:rsidP="00F24362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43 </w:t>
            </w:r>
          </w:p>
          <w:p w14:paraId="0D9B2C03" w14:textId="77777777" w:rsidR="00F24362" w:rsidRPr="00CC2F42" w:rsidRDefault="00F24362" w:rsidP="00F24362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Confirmation: </w:t>
            </w:r>
            <w:r w:rsidRPr="00CC2F42">
              <w:rPr>
                <w:sz w:val="16"/>
                <w:szCs w:val="16"/>
                <w:lang w:val="en-US"/>
              </w:rPr>
              <w:t>UN Regulation No. 43</w:t>
            </w:r>
          </w:p>
        </w:tc>
      </w:tr>
      <w:tr w:rsidR="00F24362" w:rsidRPr="007A435B" w14:paraId="02785A8E" w14:textId="77777777" w:rsidTr="007A435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5749E5" w14:textId="77777777" w:rsidR="00F24362" w:rsidRPr="007A435B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A435B">
              <w:rPr>
                <w:rFonts w:ascii="Times New Roman" w:hAnsi="Times New Roman"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BABDAA" w14:textId="77777777" w:rsidR="00F24362" w:rsidRPr="007A435B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0B1D1E" w14:textId="77777777" w:rsidR="00F24362" w:rsidRPr="007A435B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68D320" w14:textId="77777777" w:rsidR="00F24362" w:rsidRPr="007A435B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A435B">
              <w:rPr>
                <w:rFonts w:ascii="Times New Roman" w:hAnsi="Times New Roman"/>
                <w:sz w:val="16"/>
                <w:szCs w:val="16"/>
              </w:rPr>
              <w:t>Did not vote</w:t>
            </w:r>
          </w:p>
        </w:tc>
      </w:tr>
      <w:tr w:rsidR="00F24362" w:rsidRPr="00CC2F42" w14:paraId="185121E4" w14:textId="77777777" w:rsidTr="007A435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36AA96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3B34C0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63AF0C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3F3E97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50CE195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8DE50B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98C033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1218E7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522E7C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37108F9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AF3E0E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EC66F2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360CD0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963232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451859F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607AA1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4D3ADF" w14:textId="77777777" w:rsidR="00F24362" w:rsidRPr="00EF64C3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D84252" w14:textId="77777777" w:rsidR="00F24362" w:rsidRPr="00EF64C3" w:rsidRDefault="00F24362" w:rsidP="00F2436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751E4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10EF52DD" w14:textId="77777777" w:rsidTr="00F24362">
        <w:trPr>
          <w:cantSplit/>
        </w:trPr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41664D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FE6992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14:paraId="0824D877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90F938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3CB57E5C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86DB5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BD5EEC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4F7B0A58" w14:textId="77777777" w:rsidTr="005F536B">
        <w:trPr>
          <w:cantSplit/>
        </w:trPr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84A9491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03265E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87D1A79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26D8B04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3E48AF68" w14:textId="77777777" w:rsidR="00DF2927" w:rsidRDefault="00DF2927" w:rsidP="00A65ACF">
      <w:pPr>
        <w:pStyle w:val="H23G"/>
        <w:spacing w:before="200" w:after="100"/>
      </w:pPr>
      <w:r w:rsidRPr="00CC2F42">
        <w:rPr>
          <w:sz w:val="16"/>
          <w:szCs w:val="16"/>
        </w:rPr>
        <w:br w:type="page"/>
      </w:r>
      <w:r w:rsidR="003F665D" w:rsidRPr="00CC2F42">
        <w:tab/>
      </w:r>
      <w:r w:rsidR="003F665D" w:rsidRPr="00CC2F42">
        <w:tab/>
      </w:r>
      <w:r w:rsidR="0021389E">
        <w:t>UN GTR</w:t>
      </w:r>
      <w:r w:rsidRPr="00CC2F42">
        <w:t xml:space="preserve"> No. 6 – Amend</w:t>
      </w:r>
      <w:r w:rsidR="00BE357A">
        <w:t>.</w:t>
      </w:r>
      <w:r w:rsidRPr="00CC2F42">
        <w:t xml:space="preserve"> 1 - Safety glazing materials for motor vehicles and motor vehicle equipment</w:t>
      </w:r>
    </w:p>
    <w:p w14:paraId="057DEFAB" w14:textId="77777777" w:rsidR="00BA11AF" w:rsidRPr="00396AC2" w:rsidRDefault="00BA11AF" w:rsidP="00A65ACF">
      <w:pPr>
        <w:pStyle w:val="SingleTxtG"/>
        <w:spacing w:after="100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09.03.2011</w:t>
      </w:r>
    </w:p>
    <w:p w14:paraId="4B602027" w14:textId="77777777" w:rsidR="00BA11AF" w:rsidRPr="00BA11AF" w:rsidRDefault="00BA11AF" w:rsidP="00A65ACF">
      <w:pPr>
        <w:spacing w:after="10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ECE/TRAN/2005/124/6/Amend.1 dated 07.04.11</w:t>
      </w:r>
    </w:p>
    <w:p w14:paraId="41BE5860" w14:textId="77777777" w:rsidR="00DF2927" w:rsidRPr="00BA11AF" w:rsidRDefault="00DF2927" w:rsidP="00A65ACF">
      <w:pPr>
        <w:spacing w:after="100"/>
        <w:rPr>
          <w:rStyle w:val="H4GChar"/>
        </w:rPr>
      </w:pPr>
      <w:r w:rsidRPr="00BA11AF">
        <w:rPr>
          <w:rStyle w:val="H4GChar"/>
        </w:rPr>
        <w:tab/>
      </w:r>
      <w:r w:rsidRPr="00BA11AF">
        <w:rPr>
          <w:rStyle w:val="H4GChar"/>
        </w:rPr>
        <w:tab/>
        <w:t>Status report/notifi</w:t>
      </w:r>
      <w:r w:rsidR="00D42397">
        <w:rPr>
          <w:rStyle w:val="H4GChar"/>
        </w:rPr>
        <w:t>cation from Contracting Parties:</w:t>
      </w:r>
    </w:p>
    <w:p w14:paraId="3E513D68" w14:textId="77777777" w:rsidR="00DF2927" w:rsidRPr="00CC2F42" w:rsidRDefault="00DF2927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Pr="00BE357A">
        <w:t>0</w:t>
      </w:r>
      <w:r w:rsidR="00BE357A" w:rsidRPr="00BE357A">
        <w:t>8</w:t>
      </w:r>
      <w:r w:rsidRPr="00BE357A">
        <w:t>.0</w:t>
      </w:r>
      <w:r w:rsidR="00BE357A" w:rsidRPr="00BE357A">
        <w:t>5</w:t>
      </w:r>
      <w:r w:rsidRPr="00BE357A">
        <w:t>.201</w:t>
      </w:r>
      <w:r w:rsidR="00BE357A" w:rsidRPr="00BE357A">
        <w:t>2</w:t>
      </w:r>
      <w:r w:rsidRPr="00BE357A">
        <w:t xml:space="preserve"> then each 0</w:t>
      </w:r>
      <w:r w:rsidR="00BE357A" w:rsidRPr="00BE357A">
        <w:t>8</w:t>
      </w:r>
      <w:r w:rsidRPr="00BE357A">
        <w:t>.0</w:t>
      </w:r>
      <w:r w:rsidR="00BE357A" w:rsidRPr="00BE357A">
        <w:t>5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3F665D" w:rsidRPr="00CC2F42" w14:paraId="4AF87792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DAD9326" w14:textId="77777777"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6F306E1" w14:textId="77777777" w:rsidR="003F665D" w:rsidRPr="00CC2F42" w:rsidRDefault="003F665D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45B92B3" w14:textId="77777777"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8178FE7" w14:textId="77777777" w:rsidR="003F665D" w:rsidRPr="00CC2F42" w:rsidRDefault="003F665D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70824" w:rsidRPr="00CC2F42" w14:paraId="61E7F39B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90FF009" w14:textId="77777777" w:rsidR="00570824" w:rsidRPr="00CC2F42" w:rsidRDefault="00570824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07DDCA4" w14:textId="77777777" w:rsidR="00570824" w:rsidRDefault="005708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  <w:p w14:paraId="33785480" w14:textId="3FFCFFD6" w:rsidR="006E6ED8" w:rsidRPr="00CC2F42" w:rsidRDefault="006E6ED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D15691A" w14:textId="77777777" w:rsidR="00570824" w:rsidRDefault="00570824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2A4E7410" w14:textId="7BB511E6" w:rsidR="006E6ED8" w:rsidRPr="008C29F2" w:rsidRDefault="006E6ED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6E6ED8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EC7612E" w14:textId="77777777" w:rsidR="00570824" w:rsidRPr="00FB032A" w:rsidRDefault="00570824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14:paraId="2A59AE75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796F9B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BB4F2C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D917DD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753AB3" w14:textId="77777777"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24057405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8698A4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9AB920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BCC988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8C3621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14:paraId="6AAA10B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40AA1A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CA6975" w14:textId="77777777" w:rsidR="009237AC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3C8852" w14:textId="77777777" w:rsidR="009237AC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1</w:t>
            </w:r>
            <w:r w:rsidRPr="00CC2F42">
              <w:rPr>
                <w:sz w:val="16"/>
                <w:szCs w:val="16"/>
                <w:vertAlign w:val="superscript"/>
              </w:rPr>
              <w:t>st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467959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4B07554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501DF7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9A4C45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6CCE1C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2BAFE2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14:paraId="5CB43A93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5F7F73" w14:textId="77777777" w:rsidR="009237AC" w:rsidRPr="00CC2F42" w:rsidRDefault="00D423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A945E1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EAA02E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0FDD93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FB032A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43</w:t>
            </w:r>
          </w:p>
        </w:tc>
      </w:tr>
      <w:tr w:rsidR="009237AC" w:rsidRPr="00CC2F42" w14:paraId="1A65921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380202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B1A9B8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C8CB03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2123C2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3C8B711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A209D8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60719E" w14:textId="77777777"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08.05.12</w:t>
            </w:r>
          </w:p>
          <w:p w14:paraId="32F3A58C" w14:textId="77777777" w:rsidR="00AF094B" w:rsidRDefault="00AF0CD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17.04.13</w:t>
            </w:r>
          </w:p>
          <w:p w14:paraId="4822BC1B" w14:textId="77777777" w:rsidR="007A7CA7" w:rsidRPr="00EF64C3" w:rsidRDefault="007A7CA7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974640" w14:textId="77777777"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16EFB6B" w14:textId="77777777" w:rsidR="00AF094B" w:rsidRDefault="00AF094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AF094B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19AFD638" w14:textId="77777777" w:rsidR="007A7CA7" w:rsidRPr="00CC2F42" w:rsidRDefault="007A7CA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B9EB7B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14:paraId="24E56C6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7E3F4E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4F817C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2725F8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E89692" w14:textId="77777777"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79A02F5C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7D8883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EAC72E" w14:textId="77777777" w:rsidR="009237AC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5BE81563" w14:textId="77777777" w:rsidR="00F03AC3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14:paraId="71896375" w14:textId="77777777"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B9804E" w14:textId="77777777" w:rsidR="009237AC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6D7C1377" w14:textId="77777777" w:rsidR="00F03AC3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03AC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C03A1FC" w14:textId="77777777"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6A0DCC" w14:textId="77777777"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14:paraId="34BD423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45DDFA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61758B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E73866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6B9844" w14:textId="77777777"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1151981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A320AF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29C373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3BDF82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FA31B3" w14:textId="77777777"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14:paraId="6A9A9B1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437735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40D41D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164EA7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D43FA5" w14:textId="77777777"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2B438DC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3DC99B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6C14E1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69BFDA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F1C5F1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F24362" w:rsidRPr="00CC2F42" w14:paraId="77C57AE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A32CB0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F63F84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EF9426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1376E9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76F573B3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098500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40461C" w14:textId="77777777" w:rsidR="00F24362" w:rsidRDefault="00F24362" w:rsidP="00F2436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02CE9CC8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14:paraId="4B615AD4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09.10.17</w:t>
            </w:r>
          </w:p>
          <w:p w14:paraId="70E65D5E" w14:textId="77777777" w:rsidR="00D10547" w:rsidRPr="00CC2F42" w:rsidRDefault="00D10547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98D4A3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122243DD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AF094B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792362C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048BC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F351B5D" w14:textId="77777777" w:rsidR="00D10547" w:rsidRPr="00CC2F42" w:rsidRDefault="00D10547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678F68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1BB33D4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64A1F3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A5ADEF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E8EAE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846F6B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65C2BC0C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42ABBA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C2DDBC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C11CA1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745A8E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F24362" w:rsidRPr="00CC2F42" w14:paraId="38B89BF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B4F69E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65F893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FDC58A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902A6E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006FAC8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455DE8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303FB6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08E5F6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6AD4BA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0079E68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3B73EA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DAB7EB" w14:textId="77777777" w:rsidR="00F24362" w:rsidRPr="00EF64C3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CE847E" w14:textId="77777777" w:rsidR="00F24362" w:rsidRPr="00EF64C3" w:rsidRDefault="00F24362" w:rsidP="00F2436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BDB29C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70ED0E06" w14:textId="77777777" w:rsidTr="00F2436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8DE3C5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67D9C7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1A8B18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5715D2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17676A2C" w14:textId="77777777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13FFC3B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EBC4D9C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8FA1BE9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E0D82FF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2F5D2D6C" w14:textId="1C4AEABA" w:rsidR="00266AF5" w:rsidRDefault="00963A10" w:rsidP="00266AF5">
      <w:pPr>
        <w:pStyle w:val="H23G"/>
        <w:rPr>
          <w:rStyle w:val="H4GChar"/>
        </w:rPr>
      </w:pPr>
      <w:r w:rsidRPr="00CC2F42">
        <w:rPr>
          <w:sz w:val="16"/>
          <w:szCs w:val="16"/>
        </w:rPr>
        <w:br w:type="page"/>
      </w:r>
      <w:r w:rsidR="00266AF5" w:rsidRPr="00CC2F42">
        <w:tab/>
      </w:r>
      <w:r w:rsidR="00266AF5" w:rsidRPr="00CC2F42">
        <w:tab/>
      </w:r>
      <w:r w:rsidR="006F2EE8">
        <w:t>UN GTR</w:t>
      </w:r>
      <w:r w:rsidR="006F2EE8" w:rsidRPr="00CC2F42">
        <w:t xml:space="preserve"> No. 6 – Amend</w:t>
      </w:r>
      <w:r w:rsidR="006F2EE8">
        <w:t>.</w:t>
      </w:r>
      <w:r w:rsidR="006F2EE8" w:rsidRPr="00CC2F42">
        <w:t xml:space="preserve"> </w:t>
      </w:r>
      <w:r w:rsidR="006F2EE8">
        <w:t>2</w:t>
      </w:r>
      <w:r w:rsidR="006F2EE8" w:rsidRPr="00CC2F42">
        <w:t xml:space="preserve"> - Safety glazing materials for motor vehicles and motor vehicle equipment</w:t>
      </w:r>
    </w:p>
    <w:p w14:paraId="24A460E0" w14:textId="77777777" w:rsidR="00266AF5" w:rsidRPr="00396AC2" w:rsidRDefault="00266AF5" w:rsidP="00266AF5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24.06.</w:t>
      </w:r>
      <w:r w:rsidRPr="00983938">
        <w:rPr>
          <w:rStyle w:val="H4GChar"/>
          <w:i w:val="0"/>
        </w:rPr>
        <w:t>20</w:t>
      </w:r>
      <w:r>
        <w:rPr>
          <w:rStyle w:val="H4GChar"/>
          <w:i w:val="0"/>
        </w:rPr>
        <w:t>20</w:t>
      </w:r>
    </w:p>
    <w:p w14:paraId="512546A5" w14:textId="6049B188" w:rsidR="00266AF5" w:rsidRPr="00001912" w:rsidRDefault="00266AF5" w:rsidP="00266AF5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>
        <w:rPr>
          <w:rStyle w:val="H4GChar"/>
          <w:i w:val="0"/>
        </w:rPr>
        <w:t>ECE/TRAN/2005/124/</w:t>
      </w:r>
      <w:r w:rsidR="006F2EE8">
        <w:rPr>
          <w:rStyle w:val="H4GChar"/>
          <w:i w:val="0"/>
        </w:rPr>
        <w:t>6</w:t>
      </w:r>
      <w:r>
        <w:rPr>
          <w:rStyle w:val="H4GChar"/>
          <w:i w:val="0"/>
        </w:rPr>
        <w:t>/Amend.</w:t>
      </w:r>
      <w:r w:rsidR="006F2EE8">
        <w:rPr>
          <w:rStyle w:val="H4GChar"/>
          <w:i w:val="0"/>
        </w:rPr>
        <w:t>2</w:t>
      </w:r>
      <w:r>
        <w:rPr>
          <w:rStyle w:val="H4GChar"/>
          <w:i w:val="0"/>
        </w:rPr>
        <w:t xml:space="preserve"> dated from 09.10.2020</w:t>
      </w:r>
    </w:p>
    <w:p w14:paraId="1E13F68B" w14:textId="77777777" w:rsidR="00266AF5" w:rsidRPr="00D42397" w:rsidRDefault="00266AF5" w:rsidP="00266AF5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7EE5FAB9" w14:textId="77777777" w:rsidR="00266AF5" w:rsidRPr="00CC2F42" w:rsidRDefault="00266AF5" w:rsidP="00266AF5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23</w:t>
      </w:r>
      <w:r w:rsidRPr="003D0998">
        <w:t>.0</w:t>
      </w:r>
      <w:r>
        <w:t>8</w:t>
      </w:r>
      <w:r w:rsidRPr="003D0998">
        <w:t>.20</w:t>
      </w:r>
      <w:r>
        <w:t>21</w:t>
      </w:r>
      <w:r w:rsidRPr="00CC2F42">
        <w:t xml:space="preserve"> then each </w:t>
      </w:r>
      <w:r>
        <w:t>23</w:t>
      </w:r>
      <w:r w:rsidRPr="00CC2F42">
        <w:t>.0</w:t>
      </w:r>
      <w:r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266AF5" w:rsidRPr="00CC2F42" w14:paraId="0F4B2D8E" w14:textId="77777777" w:rsidTr="00AA283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7D08F4E" w14:textId="77777777" w:rsidR="00266AF5" w:rsidRPr="00CC2F42" w:rsidRDefault="00266AF5" w:rsidP="00AA283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716862A" w14:textId="77777777" w:rsidR="00266AF5" w:rsidRPr="00CC2F42" w:rsidRDefault="00266AF5" w:rsidP="00AA283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625E980" w14:textId="77777777" w:rsidR="00266AF5" w:rsidRPr="00CC2F42" w:rsidRDefault="00266AF5" w:rsidP="00AA283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77BB13C" w14:textId="77777777" w:rsidR="00266AF5" w:rsidRPr="00CC2F42" w:rsidRDefault="00266AF5" w:rsidP="00AA2836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66AF5" w:rsidRPr="00CC2F42" w14:paraId="2627ADC6" w14:textId="77777777" w:rsidTr="00AA283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21F637F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938E0D9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61692EA" w14:textId="77777777" w:rsidR="00266AF5" w:rsidRPr="008C29F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B0EE9AF" w14:textId="77777777" w:rsidR="00266AF5" w:rsidRPr="00FB032A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266AF5" w:rsidRPr="00CC2F42" w14:paraId="74E26A6C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425E8B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31DDA1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1028E1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FD0CD7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66AF5" w:rsidRPr="00CC2F42" w14:paraId="40BB7DA5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1994AA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691918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F497AA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6B4ED1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266AF5" w:rsidRPr="00CC2F42" w14:paraId="440B7B63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CFF4FC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F663C8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5EA96E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969628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266AF5" w:rsidRPr="00CC2F42" w14:paraId="3ED0A241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894C60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43B653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B65183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61F3BE" w14:textId="77777777" w:rsidR="00266AF5" w:rsidRPr="00CC2F42" w:rsidRDefault="00266AF5" w:rsidP="00AA283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266AF5" w:rsidRPr="00CC2F42" w14:paraId="1A0CCF7F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ED768C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E9B806" w14:textId="77777777" w:rsidR="00266AF5" w:rsidRPr="006C0368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456585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5460A8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266AF5" w:rsidRPr="00CC2F42" w14:paraId="31105489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80F308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F86715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9736C5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1CE880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266AF5" w:rsidRPr="00CC2F42" w14:paraId="4CF6DC4F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87E409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440610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A950A8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880364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266AF5" w:rsidRPr="00CC2F42" w14:paraId="707D2BBB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6E9964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FF713C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A7F7D1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DAF1DB" w14:textId="77777777" w:rsidR="00266AF5" w:rsidRPr="00FB032A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66AF5" w:rsidRPr="00CC2F42" w14:paraId="69D23885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03A896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673B83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62F331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18A081" w14:textId="77777777" w:rsidR="00266AF5" w:rsidRPr="00FB032A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266AF5" w:rsidRPr="00CC2F42" w14:paraId="42F5A557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CF4758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F0CC90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E4A919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37F66F" w14:textId="77777777" w:rsidR="00266AF5" w:rsidRPr="00FB032A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66AF5" w:rsidRPr="00CC2F42" w14:paraId="781B84FE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D4CA1A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5A3CEF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E06F78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2135D8" w14:textId="77777777" w:rsidR="00266AF5" w:rsidRPr="00FB032A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66AF5" w:rsidRPr="00CC2F42" w14:paraId="637CACF3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CA0932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CFA5FF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1FF184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81328A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66AF5" w:rsidRPr="00CC2F42" w14:paraId="47FA11CB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03D7CB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7A67B4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E93FE1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446C42" w14:textId="3B3B36CB" w:rsidR="00266AF5" w:rsidRPr="00801314" w:rsidRDefault="00266AF5" w:rsidP="00AA283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266AF5" w:rsidRPr="00CC2F42" w14:paraId="701F598D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896F36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7C5BFC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E1A591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998F67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266AF5" w:rsidRPr="00CC2F42" w14:paraId="6467CF5B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BB6F3A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A711C3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612BE7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DDEA07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266AF5" w:rsidRPr="00CC2F42" w14:paraId="6DAD2EDE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8AB477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3A3456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F6B1DD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125755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266AF5" w:rsidRPr="00CC2F42" w14:paraId="5B182DE7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EBF66F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59B680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BB0C7D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DAF5E5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266AF5" w:rsidRPr="00CC2F42" w14:paraId="7A820104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A5DD58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295E6B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182CD2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7C8188" w14:textId="77777777" w:rsidR="00266AF5" w:rsidRPr="00FB032A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66AF5" w:rsidRPr="00CC2F42" w14:paraId="1F97A656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6DE2A6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9CDF3B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2CCDF9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E6A6BF" w14:textId="77777777" w:rsidR="00266AF5" w:rsidRPr="00FB032A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266AF5" w:rsidRPr="00CC2F42" w14:paraId="0F3D41C7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D4E685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9C3569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B9E6B8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D4F810" w14:textId="77777777" w:rsidR="00266AF5" w:rsidRPr="00FB032A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266AF5" w:rsidRPr="00CC2F42" w14:paraId="6B626DED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11191B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FCE1EB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73EEA7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97674B" w14:textId="77777777" w:rsidR="00266AF5" w:rsidRPr="00CC2F42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266AF5" w:rsidRPr="00CC2F42" w14:paraId="0FE28DBF" w14:textId="77777777" w:rsidTr="00AA283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A201A74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CA3A9A1" w14:textId="77777777" w:rsidR="00266AF5" w:rsidRPr="00CC2F42" w:rsidRDefault="00266AF5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DAF8F5C" w14:textId="77777777" w:rsidR="00266AF5" w:rsidRDefault="00266AF5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31B784A" w14:textId="77777777" w:rsidR="00266AF5" w:rsidRPr="00801314" w:rsidRDefault="00266AF5" w:rsidP="00AA283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539424F0" w14:textId="77777777" w:rsidR="00B8566C" w:rsidRDefault="00266AF5" w:rsidP="00B8566C">
      <w:pPr>
        <w:pStyle w:val="H23G"/>
        <w:rPr>
          <w:rStyle w:val="H4GChar"/>
        </w:rPr>
      </w:pPr>
      <w:r w:rsidRPr="00CC2F42">
        <w:br w:type="page"/>
      </w:r>
      <w:r w:rsidR="00B8566C" w:rsidRPr="00CC2F42">
        <w:tab/>
      </w:r>
      <w:r w:rsidR="00B8566C" w:rsidRPr="00CC2F42">
        <w:tab/>
      </w:r>
      <w:r w:rsidR="00B8566C">
        <w:t>UN GTR</w:t>
      </w:r>
      <w:r w:rsidR="00B8566C" w:rsidRPr="00CC2F42">
        <w:t xml:space="preserve"> No. 6 – Amend</w:t>
      </w:r>
      <w:r w:rsidR="00B8566C">
        <w:t>.</w:t>
      </w:r>
      <w:r w:rsidR="00B8566C" w:rsidRPr="00CC2F42">
        <w:t xml:space="preserve"> </w:t>
      </w:r>
      <w:r w:rsidR="00B8566C">
        <w:t>2</w:t>
      </w:r>
      <w:r w:rsidR="00B8566C" w:rsidRPr="00CC2F42">
        <w:t xml:space="preserve"> - Safety glazing materials for motor vehicles and motor vehicle equipment</w:t>
      </w:r>
    </w:p>
    <w:p w14:paraId="7559F0B6" w14:textId="77777777" w:rsidR="00B8566C" w:rsidRPr="00396AC2" w:rsidRDefault="00B8566C" w:rsidP="00B8566C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24.06.</w:t>
      </w:r>
      <w:r w:rsidRPr="00983938">
        <w:rPr>
          <w:rStyle w:val="H4GChar"/>
          <w:i w:val="0"/>
        </w:rPr>
        <w:t>20</w:t>
      </w:r>
      <w:r>
        <w:rPr>
          <w:rStyle w:val="H4GChar"/>
          <w:i w:val="0"/>
        </w:rPr>
        <w:t>20</w:t>
      </w:r>
    </w:p>
    <w:p w14:paraId="16747B0B" w14:textId="5B7F21B4" w:rsidR="00B8566C" w:rsidRPr="00001912" w:rsidRDefault="00B8566C" w:rsidP="00B8566C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>
        <w:rPr>
          <w:rStyle w:val="H4GChar"/>
          <w:i w:val="0"/>
        </w:rPr>
        <w:t>ECE/TRAN/2005/124/6/Amend.3 dated from 09.10.2020</w:t>
      </w:r>
    </w:p>
    <w:p w14:paraId="0DA11177" w14:textId="77777777" w:rsidR="00B8566C" w:rsidRPr="00D42397" w:rsidRDefault="00B8566C" w:rsidP="00B8566C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7727CC1B" w14:textId="77777777" w:rsidR="00B8566C" w:rsidRPr="00CC2F42" w:rsidRDefault="00B8566C" w:rsidP="00B8566C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23</w:t>
      </w:r>
      <w:r w:rsidRPr="003D0998">
        <w:t>.0</w:t>
      </w:r>
      <w:r>
        <w:t>8</w:t>
      </w:r>
      <w:r w:rsidRPr="003D0998">
        <w:t>.20</w:t>
      </w:r>
      <w:r>
        <w:t>21</w:t>
      </w:r>
      <w:r w:rsidRPr="00CC2F42">
        <w:t xml:space="preserve"> then each </w:t>
      </w:r>
      <w:r>
        <w:t>23</w:t>
      </w:r>
      <w:r w:rsidRPr="00CC2F42">
        <w:t>.0</w:t>
      </w:r>
      <w:r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B8566C" w:rsidRPr="00CC2F42" w14:paraId="5F528ECC" w14:textId="77777777" w:rsidTr="00AA283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CCE2BC2" w14:textId="77777777" w:rsidR="00B8566C" w:rsidRPr="00CC2F42" w:rsidRDefault="00B8566C" w:rsidP="00AA283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C71865F" w14:textId="77777777" w:rsidR="00B8566C" w:rsidRPr="00CC2F42" w:rsidRDefault="00B8566C" w:rsidP="00AA283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A3CBCA2" w14:textId="77777777" w:rsidR="00B8566C" w:rsidRPr="00CC2F42" w:rsidRDefault="00B8566C" w:rsidP="00AA283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71D6FB1" w14:textId="77777777" w:rsidR="00B8566C" w:rsidRPr="00CC2F42" w:rsidRDefault="00B8566C" w:rsidP="00AA2836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B8566C" w:rsidRPr="00CC2F42" w14:paraId="15357BB6" w14:textId="77777777" w:rsidTr="00AA283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D3D1C78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C7A2B2B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5D6E8F6" w14:textId="77777777" w:rsidR="00B8566C" w:rsidRPr="008C29F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0B40521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B8566C" w:rsidRPr="00CC2F42" w14:paraId="3C179CB2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D7BBDA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4E6B28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71AE4E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38B8D6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8566C" w:rsidRPr="00CC2F42" w14:paraId="4C7EA149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E31FEB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4C709B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88DC6D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7D0D94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B8566C" w:rsidRPr="00CC2F42" w14:paraId="5186D9AF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FE420A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384F47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4621DE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8E4201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B8566C" w:rsidRPr="00CC2F42" w14:paraId="7D0A59D2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59E6B1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F3DF28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C4C69D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046103" w14:textId="77777777" w:rsidR="00B8566C" w:rsidRPr="00CC2F42" w:rsidRDefault="00B8566C" w:rsidP="00AA283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B8566C" w:rsidRPr="00CC2F42" w14:paraId="728922DB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24D42A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EC1803" w14:textId="77777777" w:rsidR="00B8566C" w:rsidRPr="006C0368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62133E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88F76F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B8566C" w:rsidRPr="00CC2F42" w14:paraId="327E5B72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0B1AFB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16C68E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CC1858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CEAAE2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B8566C" w:rsidRPr="00CC2F42" w14:paraId="76397632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86F8DC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05DE99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3962C8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8F6C46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B8566C" w:rsidRPr="00CC2F42" w14:paraId="77A0CF68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7841EC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85AD03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4B215C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4B9506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8566C" w:rsidRPr="00CC2F42" w14:paraId="74A541B6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41CCE1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5DB692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31C8FF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F89CD3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B8566C" w:rsidRPr="00CC2F42" w14:paraId="45D8770F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D6D516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B96B1D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4EDAE8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30B68F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8566C" w:rsidRPr="00CC2F42" w14:paraId="1E2232A2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5C5A49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006236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C4743B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ABC143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8566C" w:rsidRPr="00CC2F42" w14:paraId="653E2A35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FD3E1B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444FB3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B26138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4856FF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8566C" w:rsidRPr="00CC2F42" w14:paraId="4941B53B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E62E97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960995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FA71D9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EE47B4" w14:textId="77777777" w:rsidR="00B8566C" w:rsidRPr="00801314" w:rsidRDefault="00B8566C" w:rsidP="00AA283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B8566C" w:rsidRPr="00CC2F42" w14:paraId="390B01E7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D28766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A154A2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389901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528026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B8566C" w:rsidRPr="00CC2F42" w14:paraId="42A158D0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54DB6C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72BCA4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BBA38A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7DB54F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B8566C" w:rsidRPr="00CC2F42" w14:paraId="7E2D2AA2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D8F77B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9B144F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66E063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BAE698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B8566C" w:rsidRPr="00CC2F42" w14:paraId="7AAC6E9C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C98BC1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032B2D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9C42CD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BB8A11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B8566C" w:rsidRPr="00CC2F42" w14:paraId="3D9287B4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1C5EF7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741328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0FAECF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B22DC4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8566C" w:rsidRPr="00CC2F42" w14:paraId="08A72C1A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6CD384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FB419A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1071D6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EBDDC2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B8566C" w:rsidRPr="00CC2F42" w14:paraId="303E875F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53A602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1455EB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31053E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A2F284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B8566C" w:rsidRPr="00CC2F42" w14:paraId="55550875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DC240C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5FC6B6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57129B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7179A9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B8566C" w:rsidRPr="00CC2F42" w14:paraId="19AECEBD" w14:textId="77777777" w:rsidTr="00AA283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A3255F5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8186F99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C7E0106" w14:textId="77777777" w:rsidR="00B8566C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8F9FEC0" w14:textId="77777777" w:rsidR="00B8566C" w:rsidRPr="00801314" w:rsidRDefault="00B8566C" w:rsidP="00AA283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7560E56F" w14:textId="623DEAF8" w:rsidR="004E5E86" w:rsidRDefault="00B8566C" w:rsidP="003F665D">
      <w:pPr>
        <w:pStyle w:val="SingleTxtG"/>
        <w:ind w:left="0"/>
        <w:rPr>
          <w:b/>
        </w:rPr>
      </w:pPr>
      <w:r w:rsidRPr="00CC2F42">
        <w:br w:type="page"/>
      </w:r>
      <w:r w:rsidR="004E5E86" w:rsidRPr="00CC2F42">
        <w:rPr>
          <w:b/>
        </w:rPr>
        <w:tab/>
      </w:r>
      <w:r w:rsidR="004E5E86" w:rsidRPr="00CC2F42">
        <w:rPr>
          <w:b/>
        </w:rPr>
        <w:tab/>
      </w:r>
      <w:r w:rsidR="0021389E">
        <w:rPr>
          <w:b/>
        </w:rPr>
        <w:t>UN GTR</w:t>
      </w:r>
      <w:r w:rsidR="004E5E86" w:rsidRPr="00CC2F42">
        <w:rPr>
          <w:b/>
        </w:rPr>
        <w:t xml:space="preserve"> No. 7 - Head restraints</w:t>
      </w:r>
    </w:p>
    <w:p w14:paraId="214ED028" w14:textId="77777777"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12.03.2008</w:t>
      </w:r>
    </w:p>
    <w:p w14:paraId="679459AF" w14:textId="77777777" w:rsidR="00BA11AF" w:rsidRPr="00CC2F42" w:rsidRDefault="00BA11AF" w:rsidP="00D42397">
      <w:pPr>
        <w:pStyle w:val="SingleTxtG"/>
        <w:ind w:left="0"/>
        <w:rPr>
          <w:b/>
        </w:rPr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BA11AF">
        <w:t xml:space="preserve"> </w:t>
      </w:r>
      <w:r w:rsidRPr="00CC2F42">
        <w:t>ECE/TRAN/2005/124/7 dated 30.04.2008</w:t>
      </w:r>
    </w:p>
    <w:p w14:paraId="41416F88" w14:textId="77777777" w:rsidR="009D7543" w:rsidRPr="00CC2F42" w:rsidRDefault="009D7543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D42397">
        <w:t>cation from Contracting Parties:</w:t>
      </w:r>
    </w:p>
    <w:p w14:paraId="06608FE6" w14:textId="77777777" w:rsidR="009D7543" w:rsidRPr="00CC2F42" w:rsidRDefault="009D754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</w:t>
      </w:r>
      <w:r w:rsidR="00963A10" w:rsidRPr="00CC2F42">
        <w:t>2</w:t>
      </w:r>
      <w:r w:rsidRPr="00CC2F42">
        <w:t>.05.2009 then each 1</w:t>
      </w:r>
      <w:r w:rsidR="008C5183" w:rsidRPr="00CC2F42">
        <w:t>2</w:t>
      </w:r>
      <w:r w:rsidRPr="00CC2F42">
        <w:t>.05.20xx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F552B" w:rsidRPr="00CC2F42" w14:paraId="13D76904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17D15B7" w14:textId="77777777" w:rsidR="001F552B" w:rsidRPr="00CC2F42" w:rsidRDefault="001F552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6B6D8EE" w14:textId="77777777" w:rsidR="001F552B" w:rsidRPr="00CC2F42" w:rsidRDefault="001F552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FAD1F4A" w14:textId="77777777" w:rsidR="001F552B" w:rsidRPr="00CC2F42" w:rsidRDefault="001F552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F964B67" w14:textId="77777777" w:rsidR="001F552B" w:rsidRPr="00CC2F42" w:rsidRDefault="001F552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237AC" w:rsidRPr="00CC2F42" w14:paraId="743E961E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9E47394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C32C649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2EDD056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85E49B6" w14:textId="77777777"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F552B" w:rsidRPr="00CC2F42" w14:paraId="50F2982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11F649" w14:textId="77777777" w:rsidR="001F552B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220BE2" w14:textId="77777777"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2ED43C" w14:textId="77777777"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90FACF" w14:textId="77777777" w:rsidR="001F552B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023A6E5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C4493F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3A9C06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807D7B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5A8F5B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F552B" w:rsidRPr="00CC2F42" w14:paraId="372E969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A73EF2" w14:textId="77777777"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2686C3" w14:textId="77777777"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</w:p>
          <w:p w14:paraId="460C9DD6" w14:textId="77777777"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06.07.11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100104" w14:textId="77777777"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1A03F456" w14:textId="77777777"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C140B7" w14:textId="77777777" w:rsidR="00712C36" w:rsidRDefault="00712C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  <w:p w14:paraId="24DC6C2C" w14:textId="77777777" w:rsidR="001F552B" w:rsidRPr="00CC2F42" w:rsidRDefault="0021389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UN GTR</w:t>
            </w:r>
            <w:r w:rsidR="001F552B" w:rsidRPr="00CC2F42">
              <w:rPr>
                <w:sz w:val="16"/>
                <w:szCs w:val="16"/>
              </w:rPr>
              <w:t xml:space="preserve"> transposed into national law with amendments</w:t>
            </w:r>
          </w:p>
        </w:tc>
      </w:tr>
      <w:tr w:rsidR="008505A6" w:rsidRPr="00CC2F42" w14:paraId="47CED05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54316B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F8946F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6359DE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7B5092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1F552B" w:rsidRPr="00CC2F42" w14:paraId="6FF1F31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1BC1F8" w14:textId="77777777"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ED268E" w14:textId="77777777"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19.06.09</w:t>
            </w:r>
          </w:p>
          <w:p w14:paraId="7FECD8CB" w14:textId="77777777"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  <w:p w14:paraId="3C45E154" w14:textId="77777777"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  <w:r w:rsidR="00406792" w:rsidRPr="00CC2F42">
              <w:rPr>
                <w:sz w:val="16"/>
                <w:szCs w:val="16"/>
                <w:lang w:val="en-US"/>
              </w:rPr>
              <w:br/>
            </w:r>
            <w:r w:rsidR="00467525"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E21779" w14:textId="77777777"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FAB737D" w14:textId="77777777"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6F7A903F" w14:textId="77777777" w:rsidR="001F552B" w:rsidRPr="00CC2F42" w:rsidRDefault="000E560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  <w:r w:rsidR="00406792" w:rsidRPr="00CC2F42">
              <w:rPr>
                <w:sz w:val="16"/>
                <w:szCs w:val="16"/>
                <w:lang w:val="en-US"/>
              </w:rPr>
              <w:br/>
            </w:r>
            <w:r w:rsidR="00467525">
              <w:rPr>
                <w:sz w:val="16"/>
                <w:szCs w:val="16"/>
                <w:lang w:val="en-US"/>
              </w:rPr>
              <w:t>4</w:t>
            </w:r>
            <w:r w:rsidR="00467525" w:rsidRPr="00CB3C1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="00467525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FCBB3F" w14:textId="77777777"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39A82B31" w14:textId="77777777"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038DBF56" w14:textId="77777777"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14:paraId="4A44E4FD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08E4E6" w14:textId="77777777"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42101D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24.07.09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710A17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9D013A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14:paraId="2CE5945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118C5C" w14:textId="77777777"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428614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28.05.09 </w:t>
            </w:r>
          </w:p>
          <w:p w14:paraId="2F1E933F" w14:textId="77777777"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09.07.10</w:t>
            </w:r>
          </w:p>
          <w:p w14:paraId="43039388" w14:textId="77777777"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16.08.11</w:t>
            </w:r>
          </w:p>
          <w:p w14:paraId="7B3F925B" w14:textId="77777777" w:rsidR="0040679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08.05.12</w:t>
            </w:r>
          </w:p>
          <w:p w14:paraId="50DEB7FA" w14:textId="77777777" w:rsidR="00250697" w:rsidRDefault="002506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17.04.13</w:t>
            </w:r>
          </w:p>
          <w:p w14:paraId="0B44C2AC" w14:textId="77777777" w:rsidR="007106AE" w:rsidRDefault="007106A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11.05.</w:t>
            </w:r>
            <w:r w:rsidRPr="007106AE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14:paraId="67ECF395" w14:textId="77777777" w:rsidR="000A2958" w:rsidRDefault="000A295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26.04.16</w:t>
            </w:r>
          </w:p>
          <w:p w14:paraId="084996B0" w14:textId="77777777" w:rsidR="0035134F" w:rsidRDefault="0035134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09.05.17</w:t>
            </w:r>
          </w:p>
          <w:p w14:paraId="0A26A593" w14:textId="77777777" w:rsidR="00562ED1" w:rsidRDefault="00D821E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26.04.18</w:t>
            </w:r>
          </w:p>
          <w:p w14:paraId="07AA9E65" w14:textId="77777777" w:rsidR="004F24B8" w:rsidRPr="00CC2F42" w:rsidRDefault="004F24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13.05.19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8B3FB1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4172936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14:paraId="3794FA7F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  <w:vertAlign w:val="superscript"/>
              </w:rPr>
              <w:t>rd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  <w:p w14:paraId="695AB9F8" w14:textId="77777777"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  <w:p w14:paraId="589D4525" w14:textId="77777777" w:rsidR="00250697" w:rsidRDefault="0025069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25069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472856B" w14:textId="77777777" w:rsidR="007106AE" w:rsidRDefault="007106A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Pr="0025069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58751FB4" w14:textId="77777777" w:rsidR="000A2958" w:rsidRDefault="000A295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04E2152" w14:textId="77777777" w:rsidR="0035134F" w:rsidRDefault="0035134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  <w:r w:rsidRPr="0035134F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06113F6" w14:textId="77777777" w:rsidR="00D821E6" w:rsidRDefault="00D821E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Pr="00D821E6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5747C804" w14:textId="77777777" w:rsidR="004F24B8" w:rsidRPr="00CC2F42" w:rsidRDefault="004F24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  <w:r w:rsidRPr="004F24B8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D120D5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14:paraId="27EF0D4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78F5AB" w14:textId="77777777"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758B13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650563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8C6441" w14:textId="77777777"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14:paraId="313D8EA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DD6876" w14:textId="77777777"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FD4087" w14:textId="77777777"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14:paraId="0EA11D5D" w14:textId="77777777"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55F0339B" w14:textId="77777777"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F896D6" w14:textId="77777777"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DBF89E0" w14:textId="77777777"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28193337" w14:textId="77777777"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CE7A7A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14:paraId="0ED51FD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97ACCA" w14:textId="77777777"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CC735C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72702F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4673CC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14:paraId="6073EED3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3366EE" w14:textId="77777777"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007A8C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6A2EA4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8C24FF" w14:textId="77777777"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14:paraId="3A9430F0" w14:textId="77777777" w:rsidTr="00A65ACF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9E0A97" w14:textId="77777777"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0918F2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0EF0CE" w14:textId="77777777"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38D019" w14:textId="77777777"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65BBFE59" w14:textId="77777777" w:rsidTr="00A65ACF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2264991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1E12C78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673EDE7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87AAFEE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F24362" w:rsidRPr="00CC2F42" w14:paraId="63EB0B71" w14:textId="77777777" w:rsidTr="00A65ACF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81981B5" w14:textId="77777777" w:rsidR="00F24362" w:rsidRPr="00CC2F42" w:rsidRDefault="00F24362" w:rsidP="00F24362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591F3BE" w14:textId="77777777" w:rsidR="00F24362" w:rsidRPr="00CC2F42" w:rsidRDefault="00F24362" w:rsidP="00F2436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B408495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52B29B1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7DA3EBD3" w14:textId="77777777" w:rsidTr="00A65ACF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22EB55" w14:textId="77777777" w:rsidR="00F24362" w:rsidRPr="00CC2F42" w:rsidRDefault="00F24362" w:rsidP="00F24362">
            <w:pPr>
              <w:pStyle w:val="Footer1"/>
              <w:keepNext/>
              <w:keepLines/>
              <w:pageBreakBefore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AAEA55" w14:textId="77777777" w:rsidR="00F24362" w:rsidRPr="00CC2F42" w:rsidRDefault="00F24362" w:rsidP="00F24362">
            <w:pPr>
              <w:keepNext/>
              <w:keepLines/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14:paraId="58EC792C" w14:textId="77777777" w:rsidR="00F24362" w:rsidRDefault="00F24362" w:rsidP="00F24362">
            <w:pPr>
              <w:keepNext/>
              <w:keepLines/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14:paraId="02F172F7" w14:textId="77777777" w:rsidR="00F24362" w:rsidRDefault="00F24362" w:rsidP="00F24362">
            <w:pPr>
              <w:keepNext/>
              <w:keepLines/>
              <w:pageBreakBefore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03D42961" w14:textId="77777777" w:rsidR="00F24362" w:rsidRDefault="00F24362" w:rsidP="00F24362">
            <w:pPr>
              <w:keepNext/>
              <w:keepLines/>
              <w:pageBreakBefore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14:paraId="7D4411D4" w14:textId="77777777" w:rsidR="00F24362" w:rsidRDefault="00F24362" w:rsidP="00F24362">
            <w:pPr>
              <w:keepNext/>
              <w:keepLines/>
              <w:pageBreakBefore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09.10.17</w:t>
            </w:r>
          </w:p>
          <w:p w14:paraId="376CED90" w14:textId="77777777" w:rsidR="00D10547" w:rsidRPr="00CC2F42" w:rsidRDefault="00D10547" w:rsidP="00F24362">
            <w:pPr>
              <w:keepNext/>
              <w:keepLines/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E28C18" w14:textId="77777777" w:rsidR="00F24362" w:rsidRPr="00CC2F42" w:rsidRDefault="00F24362" w:rsidP="00F24362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56256C4E" w14:textId="77777777" w:rsidR="00F24362" w:rsidRDefault="00F24362" w:rsidP="00F24362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4B8C247" w14:textId="77777777" w:rsidR="00F24362" w:rsidRDefault="00F24362" w:rsidP="00F24362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A178D7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14:paraId="6F0204BE" w14:textId="77777777" w:rsidR="00F24362" w:rsidRDefault="00F24362" w:rsidP="00F24362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A178D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3B7CDD0B" w14:textId="77777777" w:rsidR="00F24362" w:rsidRDefault="00F24362" w:rsidP="00F24362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1A106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038B7C0" w14:textId="77777777" w:rsidR="00D10547" w:rsidRPr="00CC2F42" w:rsidRDefault="00D10547" w:rsidP="00F24362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EE28E6" w14:textId="77777777" w:rsidR="00F24362" w:rsidRPr="00CC2F42" w:rsidRDefault="00F24362" w:rsidP="00F24362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7B9CAE7D" w14:textId="77777777" w:rsidTr="00A178D7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9AE98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FE8F48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CB7474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3F61E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61CE2BF9" w14:textId="77777777" w:rsidTr="00A178D7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DEF91B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0758DA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E86714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C759D6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55274BAD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79E95E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FA82EF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7DBEC1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0BA0DF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00D89A4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8EFC52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72B2C7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413FBA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36AEB1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11CBB25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A2CDA4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B7C320" w14:textId="77777777" w:rsidR="00F24362" w:rsidRPr="00EF64C3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C590F5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In process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56DF92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76303400" w14:textId="77777777" w:rsidTr="00F2436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858653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7F0C5E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14:paraId="6C0A79C4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EE4BB6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14:paraId="18DB7A88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F87F16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34452635" w14:textId="77777777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247C901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6F6FF83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CB4F764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5839703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53F5E627" w14:textId="41CD343A" w:rsidR="001A3D21" w:rsidRDefault="00F4009D" w:rsidP="001A3D21">
      <w:pPr>
        <w:pStyle w:val="SingleTxtG"/>
        <w:ind w:left="0"/>
        <w:rPr>
          <w:b/>
        </w:rPr>
      </w:pPr>
      <w:r w:rsidRPr="00CC2F42">
        <w:br w:type="page"/>
      </w:r>
      <w:r w:rsidR="001A3D21" w:rsidRPr="00CC2F42">
        <w:rPr>
          <w:b/>
        </w:rPr>
        <w:tab/>
      </w:r>
      <w:r w:rsidR="001A3D21" w:rsidRPr="00CC2F42">
        <w:rPr>
          <w:b/>
        </w:rPr>
        <w:tab/>
      </w:r>
      <w:r w:rsidR="001A3D21">
        <w:rPr>
          <w:b/>
        </w:rPr>
        <w:t>UN GTR</w:t>
      </w:r>
      <w:r w:rsidR="001A3D21" w:rsidRPr="00CC2F42">
        <w:rPr>
          <w:b/>
        </w:rPr>
        <w:t xml:space="preserve"> No. 7 </w:t>
      </w:r>
      <w:r w:rsidR="007834A3">
        <w:rPr>
          <w:b/>
        </w:rPr>
        <w:t>–</w:t>
      </w:r>
      <w:r w:rsidR="001A3D21" w:rsidRPr="00CC2F42">
        <w:rPr>
          <w:b/>
        </w:rPr>
        <w:t xml:space="preserve"> </w:t>
      </w:r>
      <w:r w:rsidR="007834A3">
        <w:rPr>
          <w:b/>
        </w:rPr>
        <w:t xml:space="preserve">Amend. 1 - </w:t>
      </w:r>
      <w:r w:rsidR="001A3D21" w:rsidRPr="00CC2F42">
        <w:rPr>
          <w:b/>
        </w:rPr>
        <w:t>Head restraints</w:t>
      </w:r>
    </w:p>
    <w:p w14:paraId="1B8B49C0" w14:textId="2F7521A4" w:rsidR="001A3D21" w:rsidRPr="00396AC2" w:rsidRDefault="001A3D21" w:rsidP="001A3D21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1</w:t>
      </w:r>
      <w:r w:rsidR="007834A3">
        <w:rPr>
          <w:rStyle w:val="H4GChar"/>
          <w:i w:val="0"/>
        </w:rPr>
        <w:t>1</w:t>
      </w:r>
      <w:r>
        <w:rPr>
          <w:rStyle w:val="H4GChar"/>
          <w:i w:val="0"/>
        </w:rPr>
        <w:t>.</w:t>
      </w:r>
      <w:r w:rsidR="007834A3">
        <w:rPr>
          <w:rStyle w:val="H4GChar"/>
          <w:i w:val="0"/>
        </w:rPr>
        <w:t>11</w:t>
      </w:r>
      <w:r>
        <w:rPr>
          <w:rStyle w:val="H4GChar"/>
          <w:i w:val="0"/>
        </w:rPr>
        <w:t>.20</w:t>
      </w:r>
      <w:r w:rsidR="00D13F96">
        <w:rPr>
          <w:rStyle w:val="H4GChar"/>
          <w:i w:val="0"/>
        </w:rPr>
        <w:t>20</w:t>
      </w:r>
    </w:p>
    <w:p w14:paraId="49990D96" w14:textId="0C9F8E85" w:rsidR="001A3D21" w:rsidRPr="00CC2F42" w:rsidRDefault="001A3D21" w:rsidP="001A3D21">
      <w:pPr>
        <w:pStyle w:val="SingleTxtG"/>
        <w:ind w:left="0"/>
        <w:rPr>
          <w:b/>
        </w:rPr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BA11AF">
        <w:t xml:space="preserve"> </w:t>
      </w:r>
      <w:r w:rsidRPr="00CC2F42">
        <w:t>ECE/TRAN/2005/124/7</w:t>
      </w:r>
      <w:r w:rsidR="00263CA4">
        <w:t>/Amend.1</w:t>
      </w:r>
      <w:r w:rsidRPr="00CC2F42">
        <w:t xml:space="preserve"> dated </w:t>
      </w:r>
      <w:r w:rsidR="0062252E">
        <w:t>18</w:t>
      </w:r>
      <w:r w:rsidRPr="00CC2F42">
        <w:t>.0</w:t>
      </w:r>
      <w:r w:rsidR="0062252E">
        <w:t>1</w:t>
      </w:r>
      <w:r w:rsidRPr="00CC2F42">
        <w:t>.20</w:t>
      </w:r>
      <w:r w:rsidR="0062252E">
        <w:t>21</w:t>
      </w:r>
    </w:p>
    <w:p w14:paraId="0FAB0E3C" w14:textId="77777777" w:rsidR="001A3D21" w:rsidRPr="00CC2F42" w:rsidRDefault="001A3D21" w:rsidP="001A3D21">
      <w:pPr>
        <w:pStyle w:val="H4G"/>
        <w:spacing w:before="0"/>
      </w:pPr>
      <w:r w:rsidRPr="00CC2F42">
        <w:tab/>
      </w:r>
      <w:r w:rsidRPr="00CC2F42">
        <w:tab/>
        <w:t>Status report/notifi</w:t>
      </w:r>
      <w:r>
        <w:t>cation from Contracting Parties:</w:t>
      </w:r>
    </w:p>
    <w:p w14:paraId="304DC600" w14:textId="672DD9EF" w:rsidR="001A3D21" w:rsidRPr="00CC2F42" w:rsidRDefault="001A3D21" w:rsidP="001A3D21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135B0D" w:rsidRPr="00135B0D">
        <w:t>10.01.</w:t>
      </w:r>
      <w:r w:rsidR="00135B0D">
        <w:t>20</w:t>
      </w:r>
      <w:r w:rsidR="00135B0D" w:rsidRPr="00135B0D">
        <w:t>22</w:t>
      </w:r>
      <w:r w:rsidR="00135B0D">
        <w:t xml:space="preserve"> </w:t>
      </w:r>
      <w:r w:rsidRPr="00CC2F42">
        <w:t>then each 1</w:t>
      </w:r>
      <w:r w:rsidR="00135B0D">
        <w:t>0</w:t>
      </w:r>
      <w:r w:rsidRPr="00CC2F42">
        <w:t>.0</w:t>
      </w:r>
      <w:r w:rsidR="00135B0D">
        <w:t>1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A3D21" w:rsidRPr="00CC2F42" w14:paraId="1C7E6767" w14:textId="77777777" w:rsidTr="00000975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2B1BC4D" w14:textId="77777777" w:rsidR="001A3D21" w:rsidRPr="00CC2F42" w:rsidRDefault="001A3D21" w:rsidP="0000097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791A8B1" w14:textId="77777777" w:rsidR="001A3D21" w:rsidRPr="00CC2F42" w:rsidRDefault="001A3D21" w:rsidP="00000975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A017C85" w14:textId="77777777" w:rsidR="001A3D21" w:rsidRPr="00CC2F42" w:rsidRDefault="001A3D21" w:rsidP="0000097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612DB94" w14:textId="77777777" w:rsidR="001A3D21" w:rsidRPr="00CC2F42" w:rsidRDefault="001A3D21" w:rsidP="00000975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1A3D21" w:rsidRPr="00CC2F42" w14:paraId="41D88F71" w14:textId="77777777" w:rsidTr="00000975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8519B75" w14:textId="77777777" w:rsidR="001A3D21" w:rsidRPr="00CC2F42" w:rsidRDefault="001A3D2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DC5A475" w14:textId="77777777" w:rsidR="001A3D21" w:rsidRPr="00CC2F42" w:rsidRDefault="001A3D2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242E4E3" w14:textId="77777777" w:rsidR="001A3D21" w:rsidRPr="00CC2F42" w:rsidRDefault="001A3D2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B539DC6" w14:textId="2BF2712F" w:rsidR="001A3D21" w:rsidRPr="00FB032A" w:rsidRDefault="001A3D21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1A3D21" w:rsidRPr="00CC2F42" w14:paraId="762F278A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03CC13" w14:textId="77777777" w:rsidR="001A3D21" w:rsidRPr="00CC2F42" w:rsidRDefault="001A3D2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B8CF91" w14:textId="77777777" w:rsidR="001A3D21" w:rsidRPr="00CC2F42" w:rsidRDefault="001A3D2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FFBF46" w14:textId="77777777" w:rsidR="001A3D21" w:rsidRPr="00CC2F42" w:rsidRDefault="001A3D2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59B2D9" w14:textId="77777777" w:rsidR="001A3D21" w:rsidRPr="00FB032A" w:rsidRDefault="001A3D21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3D21" w:rsidRPr="00CC2F42" w14:paraId="70AE2143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0CCAF4" w14:textId="77777777" w:rsidR="001A3D21" w:rsidRPr="00CC2F42" w:rsidRDefault="001A3D2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D2A2D2" w14:textId="77777777" w:rsidR="001A3D21" w:rsidRPr="00CC2F42" w:rsidRDefault="001A3D2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BD2442" w14:textId="77777777" w:rsidR="001A3D21" w:rsidRPr="00CC2F42" w:rsidRDefault="001A3D2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24ED3E" w14:textId="77777777" w:rsidR="001A3D21" w:rsidRPr="00CC2F42" w:rsidRDefault="001A3D2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3874CD" w:rsidRPr="00CC2F42" w14:paraId="2744E3F3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3EFAF4" w14:textId="77777777" w:rsidR="003874CD" w:rsidRPr="00CC2F42" w:rsidRDefault="003874CD" w:rsidP="003874CD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657A40" w14:textId="27DB7AD1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717564" w14:textId="3B8CA5F6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8BDA5D" w14:textId="1B20150D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3874CD" w:rsidRPr="00CC2F42" w14:paraId="2987D1B2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E9A3AB" w14:textId="77777777" w:rsidR="003874CD" w:rsidRPr="00CC2F42" w:rsidRDefault="003874CD" w:rsidP="003874CD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38880C" w14:textId="25E69ED9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C825A6" w14:textId="1B68BFE1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5943B9" w14:textId="77777777" w:rsidR="003874CD" w:rsidRPr="00CC2F42" w:rsidRDefault="003874CD" w:rsidP="003874CD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874CD" w:rsidRPr="00CC2F42" w14:paraId="36EC4EF9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846A10" w14:textId="77777777" w:rsidR="003874CD" w:rsidRPr="00CC2F42" w:rsidRDefault="003874CD" w:rsidP="003874CD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C3CB92" w14:textId="51EF5C11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698C61" w14:textId="559B8EB8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7BAEC4" w14:textId="77777777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874CD" w:rsidRPr="00CC2F42" w14:paraId="114CFA3C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9E8206" w14:textId="77777777" w:rsidR="003874CD" w:rsidRPr="00CC2F42" w:rsidRDefault="003874CD" w:rsidP="003874CD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EED24F" w14:textId="48ACA7CD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06E808" w14:textId="5CED29FB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0051BF" w14:textId="77777777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874CD" w:rsidRPr="00CC2F42" w14:paraId="3F341594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288E5C" w14:textId="77777777" w:rsidR="003874CD" w:rsidRPr="00CC2F42" w:rsidRDefault="003874CD" w:rsidP="003874CD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824C5E" w14:textId="75BC3F32" w:rsidR="003874CD" w:rsidRPr="00613FFF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1FCED0" w14:textId="06989A6E" w:rsidR="003874CD" w:rsidRPr="00613FFF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4DEAC3" w14:textId="77777777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874CD" w:rsidRPr="00CC2F42" w14:paraId="40D204F8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2CA755" w14:textId="77777777" w:rsidR="003874CD" w:rsidRPr="00CC2F42" w:rsidRDefault="003874CD" w:rsidP="003874CD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1C362D" w14:textId="77777777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57556F" w14:textId="77777777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754B2E" w14:textId="77777777" w:rsidR="003874CD" w:rsidRPr="00FB032A" w:rsidRDefault="003874CD" w:rsidP="003874CD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874CD" w:rsidRPr="00CC2F42" w14:paraId="5501ED97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156F17" w14:textId="77777777" w:rsidR="003874CD" w:rsidRPr="00CC2F42" w:rsidRDefault="003874CD" w:rsidP="003874CD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1B5357" w14:textId="7E2F90A6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F85C5C" w14:textId="664E9CE5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FC1017" w14:textId="77777777" w:rsidR="003874CD" w:rsidRPr="00CC2F42" w:rsidRDefault="003874CD" w:rsidP="003874C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A1FF2" w:rsidRPr="00CC2F42" w14:paraId="108A377E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048C47" w14:textId="77777777" w:rsidR="002A1FF2" w:rsidRPr="00CC2F42" w:rsidRDefault="002A1FF2" w:rsidP="002A1FF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865224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09FA75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DA2A01" w14:textId="6BC579DF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2A1FF2" w:rsidRPr="00CC2F42" w14:paraId="78320F85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7F890F" w14:textId="77777777" w:rsidR="002A1FF2" w:rsidRPr="00CC2F42" w:rsidRDefault="002A1FF2" w:rsidP="002A1FF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B9C557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D4599F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7EF962" w14:textId="77777777" w:rsidR="002A1FF2" w:rsidRPr="00FB032A" w:rsidRDefault="002A1FF2" w:rsidP="002A1FF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A1FF2" w:rsidRPr="00CC2F42" w14:paraId="7DF9B6B0" w14:textId="77777777" w:rsidTr="003F3E9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8A693D" w14:textId="77777777" w:rsidR="002A1FF2" w:rsidRPr="00CC2F42" w:rsidRDefault="002A1FF2" w:rsidP="002A1FF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F40FD1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0FA9C8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F123DD" w14:textId="77777777" w:rsidR="002A1FF2" w:rsidRPr="00FB032A" w:rsidRDefault="002A1FF2" w:rsidP="002A1FF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A1FF2" w:rsidRPr="00841BA7" w14:paraId="03C9B547" w14:textId="77777777" w:rsidTr="003F3E99">
        <w:tc>
          <w:tcPr>
            <w:tcW w:w="238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6FE2833B" w14:textId="77777777" w:rsidR="002A1FF2" w:rsidRPr="00CC2F42" w:rsidRDefault="002A1FF2" w:rsidP="002A1FF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5FD17407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015D2BA8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6E6069DA" w14:textId="496D0685" w:rsidR="002A1FF2" w:rsidRPr="00841BA7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A1FF2" w:rsidRPr="00CC2F42" w14:paraId="1EE56948" w14:textId="77777777" w:rsidTr="003F3E99">
        <w:tc>
          <w:tcPr>
            <w:tcW w:w="238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6C3C2527" w14:textId="77777777" w:rsidR="002A1FF2" w:rsidRPr="00CC2F42" w:rsidRDefault="002A1FF2" w:rsidP="002A1FF2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5A6A4A7E" w14:textId="77777777" w:rsidR="002A1FF2" w:rsidRPr="00CC2F42" w:rsidRDefault="002A1FF2" w:rsidP="002A1FF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3AB8B165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5A7A3F90" w14:textId="3128DD5E" w:rsidR="002A1FF2" w:rsidRPr="00FB032A" w:rsidRDefault="002A1FF2" w:rsidP="002A1FF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2A1FF2" w:rsidRPr="00CC2F42" w14:paraId="454D841C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04AD32" w14:textId="77777777" w:rsidR="002A1FF2" w:rsidRPr="00CC2F42" w:rsidRDefault="002A1FF2" w:rsidP="002A1FF2">
            <w:pPr>
              <w:pStyle w:val="Footer1"/>
              <w:keepNext/>
              <w:keepLines/>
              <w:pageBreakBefore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48C9BC" w14:textId="493CAFCC" w:rsidR="002A1FF2" w:rsidRPr="004E455A" w:rsidRDefault="002A1FF2" w:rsidP="002A1FF2">
            <w:pPr>
              <w:keepNext/>
              <w:keepLines/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E8EE39" w14:textId="15E56F8E" w:rsidR="002A1FF2" w:rsidRPr="00CC2F42" w:rsidRDefault="002A1FF2" w:rsidP="002A1FF2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07B23C" w14:textId="77777777" w:rsidR="002A1FF2" w:rsidRPr="00CC2F42" w:rsidRDefault="002A1FF2" w:rsidP="002A1FF2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A1FF2" w:rsidRPr="00CC2F42" w14:paraId="46494CD2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D1F79E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155340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27727A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5F7CF4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A1FF2" w:rsidRPr="00CC2F42" w14:paraId="66E1A8E5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14E644" w14:textId="77777777" w:rsidR="002A1FF2" w:rsidRPr="00CC2F42" w:rsidRDefault="002A1FF2" w:rsidP="002A1FF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D2673E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CF7343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85C4F4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A1FF2" w:rsidRPr="00CC2F42" w14:paraId="0EBE54E0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193460" w14:textId="77777777" w:rsidR="002A1FF2" w:rsidRPr="00CC2F42" w:rsidRDefault="002A1FF2" w:rsidP="002A1FF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FB4940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35F830" w14:textId="77777777" w:rsidR="002A1FF2" w:rsidRPr="00CC2F42" w:rsidRDefault="002A1FF2" w:rsidP="002A1FF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7F1E69" w14:textId="77777777" w:rsidR="002A1FF2" w:rsidRPr="00FB032A" w:rsidRDefault="002A1FF2" w:rsidP="002A1FF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A1FF2" w:rsidRPr="00CC2F42" w14:paraId="07856025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CAC7BA" w14:textId="77777777" w:rsidR="002A1FF2" w:rsidRPr="00CC2F42" w:rsidRDefault="002A1FF2" w:rsidP="002A1FF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5D06CF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DAFDAE" w14:textId="77777777" w:rsidR="002A1FF2" w:rsidRPr="00CC2F42" w:rsidRDefault="002A1FF2" w:rsidP="002A1FF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42C4D0" w14:textId="67B23AC9" w:rsidR="002A1FF2" w:rsidRPr="00FB032A" w:rsidRDefault="002A1FF2" w:rsidP="002A1FF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2A1FF2" w:rsidRPr="00CC2F42" w14:paraId="0B60DBFE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C6133B" w14:textId="77777777" w:rsidR="002A1FF2" w:rsidRPr="00CC2F42" w:rsidRDefault="002A1FF2" w:rsidP="002A1FF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DC8338" w14:textId="5DF04813" w:rsidR="002A1FF2" w:rsidRPr="00EF64C3" w:rsidRDefault="002A1FF2" w:rsidP="002A1FF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A2CB71" w14:textId="77E0857F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638E8F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A1FF2" w:rsidRPr="00CC2F42" w14:paraId="62DB7ED2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E46329" w14:textId="77777777" w:rsidR="002A1FF2" w:rsidRPr="00CC2F42" w:rsidRDefault="002A1FF2" w:rsidP="002A1FF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ADDBAE" w14:textId="4A05285B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9F5B42" w14:textId="443D4A89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7CCD44" w14:textId="41992D73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2A1FF2" w:rsidRPr="00CC2F42" w14:paraId="797E5994" w14:textId="77777777" w:rsidTr="00000975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99D2551" w14:textId="77777777" w:rsidR="002A1FF2" w:rsidRPr="00CC2F42" w:rsidRDefault="002A1FF2" w:rsidP="002A1FF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CAD64E6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304A88A" w14:textId="77777777" w:rsidR="002A1FF2" w:rsidRPr="00CC2F42" w:rsidRDefault="002A1FF2" w:rsidP="002A1FF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4C29FEE" w14:textId="77777777" w:rsidR="002A1FF2" w:rsidRPr="00801314" w:rsidRDefault="002A1FF2" w:rsidP="002A1FF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4098E6B2" w14:textId="7F3F8716" w:rsidR="003C0003" w:rsidRDefault="003C0003" w:rsidP="004E5E86">
      <w:pPr>
        <w:pStyle w:val="H23G"/>
      </w:pPr>
      <w:r>
        <w:br w:type="page"/>
      </w:r>
    </w:p>
    <w:p w14:paraId="5BD78A1B" w14:textId="72123C1C" w:rsidR="008C5183" w:rsidRDefault="004E5E86" w:rsidP="004E5E86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8 - Electronic stability control systems</w:t>
      </w:r>
    </w:p>
    <w:p w14:paraId="76DA1941" w14:textId="77777777"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26.06.2008</w:t>
      </w:r>
    </w:p>
    <w:p w14:paraId="2807BE96" w14:textId="77777777"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BA11AF">
        <w:rPr>
          <w:lang w:val="it-IT"/>
        </w:rPr>
        <w:t xml:space="preserve"> </w:t>
      </w:r>
      <w:r w:rsidRPr="00CC2F42">
        <w:rPr>
          <w:lang w:val="it-IT"/>
        </w:rPr>
        <w:t>ECE/TRAN/2005/124/8 dated 24.07.08</w:t>
      </w:r>
    </w:p>
    <w:p w14:paraId="4C275097" w14:textId="77777777" w:rsidR="008C5183" w:rsidRPr="00CC2F42" w:rsidRDefault="008C5183" w:rsidP="00D42397">
      <w:pPr>
        <w:pStyle w:val="H4G"/>
        <w:spacing w:before="0"/>
      </w:pPr>
      <w:r w:rsidRPr="00CC2F42">
        <w:rPr>
          <w:lang w:val="it-IT"/>
        </w:rPr>
        <w:tab/>
      </w:r>
      <w:r w:rsidRPr="00CC2F42">
        <w:rPr>
          <w:lang w:val="it-IT"/>
        </w:rPr>
        <w:tab/>
      </w:r>
      <w:r w:rsidRPr="00CC2F42">
        <w:t>Status report/notifi</w:t>
      </w:r>
      <w:r w:rsidR="00C83B6A">
        <w:t>cation from Contracting Parties:</w:t>
      </w:r>
    </w:p>
    <w:p w14:paraId="1B4B915E" w14:textId="77777777" w:rsidR="008C5183" w:rsidRPr="00CC2F42" w:rsidRDefault="008C518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4642D4" w:rsidRPr="00CC2F42">
        <w:t>25.08</w:t>
      </w:r>
      <w:r w:rsidRPr="00CC2F42">
        <w:t xml:space="preserve">.2009 then each </w:t>
      </w:r>
      <w:r w:rsidR="004642D4" w:rsidRPr="00CC2F42">
        <w:t>25</w:t>
      </w:r>
      <w:r w:rsidRPr="00CC2F42">
        <w:t>.0</w:t>
      </w:r>
      <w:r w:rsidR="004642D4" w:rsidRPr="00CC2F42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A7ED0" w:rsidRPr="00CC2F42" w14:paraId="3EAF5678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D1474D4" w14:textId="77777777" w:rsidR="001A7ED0" w:rsidRPr="00CC2F42" w:rsidRDefault="001A7ED0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4D2ACE6" w14:textId="77777777" w:rsidR="001A7ED0" w:rsidRPr="00CC2F42" w:rsidRDefault="001A7ED0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13FE320" w14:textId="77777777" w:rsidR="001A7ED0" w:rsidRPr="00CC2F42" w:rsidRDefault="001A7ED0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AF907DB" w14:textId="77777777" w:rsidR="001A7ED0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237AC" w:rsidRPr="00CC2F42" w14:paraId="0270ECC4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7950173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A657A08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2077C45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437241A" w14:textId="77777777" w:rsidR="009237AC" w:rsidRPr="00CC2F42" w:rsidRDefault="0021389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 GTR</w:t>
            </w:r>
            <w:r w:rsidR="009237AC" w:rsidRPr="00CC2F42">
              <w:rPr>
                <w:sz w:val="16"/>
                <w:szCs w:val="16"/>
              </w:rPr>
              <w:t xml:space="preserve"> transposed into national law with amendments and exemptions</w:t>
            </w:r>
          </w:p>
        </w:tc>
      </w:tr>
      <w:tr w:rsidR="001A7ED0" w:rsidRPr="00CC2F42" w14:paraId="78BB4A7D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37D439" w14:textId="77777777" w:rsidR="001A7ED0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D57151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68FC67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7DC4D" w14:textId="77777777"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2FB71A2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25996B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7B6905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78EC24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07D65B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A7ED0" w:rsidRPr="00CC2F42" w14:paraId="475A997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7333BF" w14:textId="77777777"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94D73D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</w:p>
          <w:p w14:paraId="1D12297C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06.07.11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CE4A38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E67046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1022DD1" w14:textId="77777777" w:rsidR="001A7ED0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</w:t>
            </w:r>
            <w:r w:rsidR="001A7ED0" w:rsidRPr="00CC2F4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A4A535" w14:textId="77777777"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7662CCE0" w14:textId="77777777" w:rsidR="00BE357A" w:rsidRPr="00CC2F42" w:rsidRDefault="0021389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UN GTR</w:t>
            </w:r>
            <w:r w:rsidR="00BE357A" w:rsidRPr="00CC2F42">
              <w:rPr>
                <w:sz w:val="16"/>
                <w:szCs w:val="16"/>
              </w:rPr>
              <w:t xml:space="preserve"> transposed into national law with amendments and exemptions</w:t>
            </w:r>
          </w:p>
        </w:tc>
      </w:tr>
      <w:tr w:rsidR="008505A6" w:rsidRPr="00CC2F42" w14:paraId="2A7EF73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BF7B2B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E51F40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ECB331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A32994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1A7ED0" w:rsidRPr="00CC2F42" w14:paraId="3B7D8B4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DFF59D" w14:textId="77777777"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DE7E0D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19.06.09</w:t>
            </w:r>
          </w:p>
          <w:p w14:paraId="6F966F6B" w14:textId="77777777" w:rsidR="001A7ED0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3D4CA3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E67046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3FB1F14A" w14:textId="77777777" w:rsidR="001A7ED0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828943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32D89FF7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62CA7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</w:t>
            </w:r>
            <w:r w:rsidR="00062CA7">
              <w:rPr>
                <w:sz w:val="16"/>
                <w:szCs w:val="16"/>
                <w:lang w:val="en-US"/>
              </w:rPr>
              <w:t>UN Regulation No.</w:t>
            </w:r>
            <w:r w:rsidRPr="00CC2F42">
              <w:rPr>
                <w:sz w:val="16"/>
                <w:szCs w:val="16"/>
                <w:lang w:val="en-US"/>
              </w:rPr>
              <w:t>13-H</w:t>
            </w:r>
          </w:p>
        </w:tc>
      </w:tr>
      <w:tr w:rsidR="001A7ED0" w:rsidRPr="00CC2F42" w14:paraId="165E9AB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557770" w14:textId="77777777"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D3F090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04.09.09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C074DE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503719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14:paraId="478FADB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632ACA" w14:textId="77777777"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6D50F6" w14:textId="77777777"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18.08.09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C7D572" w14:textId="77777777" w:rsidR="001A7ED0" w:rsidRPr="00CC2F42" w:rsidRDefault="003051D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54355A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14:paraId="7D35A10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080E29" w14:textId="77777777"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141C14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85F560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2309A4" w14:textId="77777777"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14:paraId="1812C63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6FA28D" w14:textId="77777777"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BBAB68" w14:textId="77777777"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14:paraId="50AB6064" w14:textId="77777777"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30.10.14</w:t>
            </w:r>
          </w:p>
          <w:p w14:paraId="599DAB3A" w14:textId="77777777"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BEB42D" w14:textId="77777777"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14:paraId="7F12EF98" w14:textId="77777777"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147EA4D7" w14:textId="77777777"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868114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14:paraId="53A690E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4AFFAD" w14:textId="77777777"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3F6592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283DBA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D4B813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1A7ED0" w:rsidRPr="00CC2F42" w14:paraId="58535D3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112217" w14:textId="77777777"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55AD18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DE11F0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630213" w14:textId="77777777"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14:paraId="02E9EF25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2C8178" w14:textId="77777777"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6F94AF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A7F157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E26282" w14:textId="77777777"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30E4031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8810B7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F6381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D39624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33A23F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F24362" w:rsidRPr="00CC2F42" w14:paraId="537D7A90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573650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CB744D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39949F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07921F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5FFF72F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D3D536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A72580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14:paraId="435671C5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14:paraId="66577D56" w14:textId="77777777" w:rsidR="00F24362" w:rsidRDefault="00F24362" w:rsidP="00F24362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4570463A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42EDD1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45AA6775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14:paraId="354FC926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  <w:r>
              <w:rPr>
                <w:iCs/>
                <w:sz w:val="16"/>
                <w:szCs w:val="16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E481E2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No.13-H</w:t>
            </w:r>
          </w:p>
          <w:p w14:paraId="69579517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No.13-H </w:t>
            </w:r>
            <w:r>
              <w:rPr>
                <w:sz w:val="16"/>
                <w:szCs w:val="16"/>
                <w:lang w:val="en-US"/>
              </w:rPr>
              <w:t xml:space="preserve">(from </w:t>
            </w:r>
            <w:r w:rsidRPr="00CC2F42">
              <w:rPr>
                <w:sz w:val="16"/>
                <w:szCs w:val="16"/>
                <w:lang w:val="en-US"/>
              </w:rPr>
              <w:t>01.01.2015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  <w:tr w:rsidR="00F24362" w:rsidRPr="00CC2F42" w14:paraId="01C2E41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EA3EE0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7B0CB6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A38D31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6C59EF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4DA04C40" w14:textId="77777777" w:rsidTr="00D6678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B51E06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4D9397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23D64F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E14EFE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2B38F2B3" w14:textId="77777777" w:rsidTr="00D66786">
        <w:tc>
          <w:tcPr>
            <w:tcW w:w="238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199A1542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472E4EEE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5696E503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75DC9B26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6AEF70B9" w14:textId="77777777" w:rsidTr="00A65ACF">
        <w:tc>
          <w:tcPr>
            <w:tcW w:w="238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42C3741A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5F49D053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2DC9F9EA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38853FDA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6FB93CC7" w14:textId="77777777" w:rsidTr="00A65ACF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EC463F0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F3ADC68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026631E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BB5277F" w14:textId="77777777" w:rsidR="00F24362" w:rsidRPr="00FB032A" w:rsidRDefault="00F24362" w:rsidP="00F2436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4362" w:rsidRPr="00CC2F42" w14:paraId="75E87654" w14:textId="77777777" w:rsidTr="00A65ACF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05D920F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0B9155B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774F79C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D4BF450" w14:textId="77777777" w:rsidR="00F24362" w:rsidRPr="00CC2F4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4362" w:rsidRPr="00CC2F42" w14:paraId="21110989" w14:textId="77777777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210697A" w14:textId="77777777" w:rsidR="00F24362" w:rsidRPr="00CC2F42" w:rsidRDefault="00F24362" w:rsidP="00F2436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AAB5BFC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AF4DDB1" w14:textId="77777777" w:rsidR="00F24362" w:rsidRDefault="00F24362" w:rsidP="00F2436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EE98E9E" w14:textId="77777777" w:rsidR="00F24362" w:rsidRPr="00801314" w:rsidRDefault="00F24362" w:rsidP="00F24362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25A780D9" w14:textId="77777777" w:rsidR="004E5E86" w:rsidRDefault="004B57B6" w:rsidP="004E5E86">
      <w:pPr>
        <w:pStyle w:val="H23G"/>
      </w:pPr>
      <w:r w:rsidRPr="00CC2F42">
        <w:br w:type="page"/>
      </w:r>
      <w:r w:rsidR="004E5E86" w:rsidRPr="00CC2F42">
        <w:tab/>
      </w:r>
      <w:r w:rsidR="004E5E86" w:rsidRPr="00CC2F42">
        <w:tab/>
      </w:r>
      <w:r w:rsidR="0021389E">
        <w:t>UN GTR</w:t>
      </w:r>
      <w:r w:rsidR="004E5E86" w:rsidRPr="00CC2F42">
        <w:t xml:space="preserve"> No. 9 - Pedestrian safety</w:t>
      </w:r>
    </w:p>
    <w:p w14:paraId="2606C187" w14:textId="77777777"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12.11.2008</w:t>
      </w:r>
    </w:p>
    <w:p w14:paraId="6C3B1076" w14:textId="77777777"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ECE/TRAN/2005/124/9 dated 22.01.09</w:t>
      </w:r>
    </w:p>
    <w:p w14:paraId="30F37674" w14:textId="77777777" w:rsidR="004B57B6" w:rsidRPr="00CC2F42" w:rsidRDefault="004B57B6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C83B6A">
        <w:t>cation from Contracting Parties:</w:t>
      </w:r>
    </w:p>
    <w:p w14:paraId="07141616" w14:textId="77777777" w:rsidR="004B57B6" w:rsidRPr="00CC2F42" w:rsidRDefault="004B57B6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11.01.2010 then each 11.01.20xx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D0135" w:rsidRPr="00CC2F42" w14:paraId="5CE0BF3D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8A00A95" w14:textId="77777777" w:rsidR="007D0135" w:rsidRPr="00CC2F42" w:rsidRDefault="007D0135" w:rsidP="007D013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EC2BFA3" w14:textId="77777777" w:rsidR="007D0135" w:rsidRPr="00CC2F42" w:rsidRDefault="007D0135" w:rsidP="007D0135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03E8AF6" w14:textId="77777777" w:rsidR="007D0135" w:rsidRPr="00CC2F42" w:rsidRDefault="007D0135" w:rsidP="007D013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A65C26D" w14:textId="77777777" w:rsidR="007D0135" w:rsidRPr="00CC2F42" w:rsidRDefault="004172F3" w:rsidP="007D0135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237AC" w:rsidRPr="00CC2F42" w14:paraId="47793437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51579BA" w14:textId="77777777"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3EBA3FF" w14:textId="77777777"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</w:p>
          <w:p w14:paraId="51FF35CB" w14:textId="77777777"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6BF8383" w14:textId="77777777"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14:paraId="3C251F78" w14:textId="77777777"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7350121" w14:textId="77777777"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135" w:rsidRPr="00CC2F42" w14:paraId="19F5E24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D50B1C" w14:textId="77777777" w:rsidR="007D0135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17DE93" w14:textId="77777777"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C2B073" w14:textId="77777777"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F82025" w14:textId="77777777" w:rsidR="007D013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5E63AB5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F7093A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29AF78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28.09.15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3D4751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E5B528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7D0135" w:rsidRPr="00CC2F42" w14:paraId="21A36F9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B18426" w14:textId="77777777"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27613A" w14:textId="77777777" w:rsidR="007D0135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C9A31E" w14:textId="77777777" w:rsidR="007D0135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83A6D1" w14:textId="77777777"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2004142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FC3777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E89AA3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8120DB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D62987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D0135" w:rsidRPr="00CC2F42" w14:paraId="607EB6D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8722D8" w14:textId="77777777"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509527" w14:textId="77777777"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76ED76" w14:textId="77777777"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8077BF" w14:textId="77777777"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Total integration into regional law</w:t>
            </w:r>
          </w:p>
        </w:tc>
      </w:tr>
      <w:tr w:rsidR="00E62D85" w:rsidRPr="00CC2F42" w14:paraId="5E6A8C93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398236" w14:textId="77777777"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455A96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20.05.10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B107D4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8639F6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14:paraId="33514B8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9FC70F" w14:textId="77777777"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A45440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11.01.10</w:t>
            </w:r>
          </w:p>
          <w:p w14:paraId="0F41183C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28.12.10</w:t>
            </w:r>
          </w:p>
          <w:p w14:paraId="4F4B685F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EFF5A8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2AFEC27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32033789" w14:textId="77777777" w:rsidR="00E62D85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Final </w:t>
            </w:r>
            <w:r w:rsidR="003051D7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76526C" w14:textId="77777777" w:rsidR="00E62D85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1644C6F0" w14:textId="77777777" w:rsidR="00BE357A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14:paraId="6790A686" w14:textId="77777777" w:rsidR="00BE357A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Integration into national law</w:t>
            </w:r>
          </w:p>
        </w:tc>
      </w:tr>
      <w:tr w:rsidR="00E62D85" w:rsidRPr="00CC2F42" w14:paraId="7F4CF90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CA721F" w14:textId="77777777"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88FC70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48FABF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C87C15" w14:textId="77777777"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14:paraId="5302650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FAAC14" w14:textId="77777777"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A864FE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14:paraId="6C372310" w14:textId="77777777" w:rsidR="00873724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48FEE5" w14:textId="77777777" w:rsidR="00E62D85" w:rsidRPr="00CC2F42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7D67682F" w14:textId="77777777" w:rsidR="00E62D85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14E0D8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14:paraId="369B4455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EBB8D6" w14:textId="77777777"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1E9FB0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E11ABF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CBFC50" w14:textId="77777777" w:rsidR="00E62D85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</w:t>
            </w:r>
            <w:r w:rsidR="00712C36" w:rsidRPr="00FB032A">
              <w:rPr>
                <w:i/>
                <w:sz w:val="16"/>
                <w:szCs w:val="16"/>
                <w:lang w:val="en-US"/>
              </w:rPr>
              <w:t xml:space="preserve">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="00712C36" w:rsidRPr="00FB032A">
              <w:rPr>
                <w:i/>
                <w:sz w:val="16"/>
                <w:szCs w:val="16"/>
                <w:lang w:val="en-US"/>
              </w:rPr>
              <w:t xml:space="preserve">but </w:t>
            </w:r>
            <w:r w:rsidRPr="00FB032A">
              <w:rPr>
                <w:i/>
                <w:sz w:val="16"/>
                <w:szCs w:val="16"/>
                <w:lang w:val="en-US"/>
              </w:rPr>
              <w:t>voted Amend. 1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E62D85" w:rsidRPr="00CC2F42" w14:paraId="7328D0C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993E5A" w14:textId="77777777"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F9FBDA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3FCF75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069FAF" w14:textId="77777777"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14:paraId="59496D3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DEDBE0" w14:textId="77777777"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A62261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819C69" w14:textId="77777777"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5A3254" w14:textId="77777777"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C0939" w:rsidRPr="00CC2F42" w14:paraId="294C5B9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F0F496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E40225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3335C2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A23808" w14:textId="77777777" w:rsidR="003C0939" w:rsidRPr="00801314" w:rsidRDefault="003C0939" w:rsidP="003C0939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3C0939" w:rsidRPr="00CC2F42" w14:paraId="196E109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6314D5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23332F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6F32AB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F7A47C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C0939" w:rsidRPr="00CC2F42" w14:paraId="2A6E5283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7F9879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091A18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14:paraId="283AF724" w14:textId="77777777" w:rsidR="003C0939" w:rsidRDefault="003C0939" w:rsidP="003C0939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14:paraId="7927F39F" w14:textId="77777777" w:rsidR="003C0939" w:rsidRDefault="003C0939" w:rsidP="003C093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0CBA08E9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F486B8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14:paraId="5AE123E6" w14:textId="77777777" w:rsidR="003C0939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0A2B0D58" w14:textId="77777777" w:rsidR="003C0939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30AB93D4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5301F5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Total integration into the national law</w:t>
            </w:r>
          </w:p>
          <w:p w14:paraId="287EFAF5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jc w:val="both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Confirmed total integration into the national law by 01.01.2016.</w:t>
            </w:r>
          </w:p>
        </w:tc>
      </w:tr>
      <w:tr w:rsidR="003C0939" w:rsidRPr="00CC2F42" w14:paraId="15DF1D5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602655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AB744E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999D9E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40829B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C0939" w:rsidRPr="00CC2F42" w14:paraId="4245F1F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768DAB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25AFE2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D97E58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D0B894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C0939" w:rsidRPr="00CC2F42" w14:paraId="2879D395" w14:textId="77777777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604F4C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CEE3C9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05734D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2556A4" w14:textId="77777777" w:rsidR="003C0939" w:rsidRPr="00FB032A" w:rsidRDefault="003C0939" w:rsidP="003C093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C0939" w:rsidRPr="00CC2F42" w14:paraId="7A592848" w14:textId="77777777" w:rsidTr="003C0939">
        <w:tc>
          <w:tcPr>
            <w:tcW w:w="238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64B6B44C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502FB827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51B88343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2E908C0A" w14:textId="77777777" w:rsidR="003C0939" w:rsidRPr="00FB032A" w:rsidRDefault="003C0939" w:rsidP="003C093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C0939" w:rsidRPr="00CC2F42" w14:paraId="76BFF2E5" w14:textId="77777777" w:rsidTr="003C0939">
        <w:tc>
          <w:tcPr>
            <w:tcW w:w="2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6B4B64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381146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FB6B04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456851" w14:textId="77777777" w:rsidR="003C0939" w:rsidRPr="00FB032A" w:rsidRDefault="003C0939" w:rsidP="003C093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C0939" w:rsidRPr="00CC2F42" w14:paraId="3892BEED" w14:textId="77777777" w:rsidTr="003C0939">
        <w:tc>
          <w:tcPr>
            <w:tcW w:w="2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D6249E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78AC0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A2E149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A978FA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C0939" w:rsidRPr="00CC2F42" w14:paraId="2597E293" w14:textId="77777777" w:rsidTr="003C0939"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0B35519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AD49978" w14:textId="77777777" w:rsidR="003C0939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9104DF6" w14:textId="77777777" w:rsidR="003C0939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18BA724" w14:textId="77777777" w:rsidR="003C0939" w:rsidRPr="00801314" w:rsidRDefault="003C0939" w:rsidP="003C0939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4EDBFAB7" w14:textId="77777777" w:rsidR="001B757C" w:rsidRDefault="00681AB2" w:rsidP="001B757C">
      <w:pPr>
        <w:pStyle w:val="H23G"/>
      </w:pPr>
      <w:r w:rsidRPr="00653A0F">
        <w:br w:type="page"/>
      </w:r>
      <w:r w:rsidR="001B757C" w:rsidRPr="00653A0F">
        <w:tab/>
      </w:r>
      <w:r w:rsidR="001B757C" w:rsidRPr="00653A0F">
        <w:tab/>
      </w:r>
      <w:r w:rsidR="0021389E">
        <w:t>UN GTR</w:t>
      </w:r>
      <w:r w:rsidR="001B757C" w:rsidRPr="00653A0F">
        <w:t xml:space="preserve"> No. 9 – Amend. </w:t>
      </w:r>
      <w:r w:rsidR="001B757C" w:rsidRPr="00CC2F42">
        <w:t>1 - Pedestrian safety</w:t>
      </w:r>
    </w:p>
    <w:p w14:paraId="682E2C19" w14:textId="77777777"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10.11.2010</w:t>
      </w:r>
    </w:p>
    <w:p w14:paraId="4E5EB151" w14:textId="77777777"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ECE/TRAN/2005/124/9/Amend.1 dated 22.02.11</w:t>
      </w:r>
    </w:p>
    <w:p w14:paraId="21C56265" w14:textId="77777777" w:rsidR="001B757C" w:rsidRPr="00CC2F42" w:rsidRDefault="001B757C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14:paraId="2C5C7ABC" w14:textId="77777777" w:rsidR="001B757C" w:rsidRPr="00CC2F42" w:rsidRDefault="001B757C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BE357A">
        <w:t>09</w:t>
      </w:r>
      <w:r w:rsidRPr="00CC2F42">
        <w:t>.01.20</w:t>
      </w:r>
      <w:r w:rsidR="00BE357A">
        <w:t>12</w:t>
      </w:r>
      <w:r w:rsidRPr="00CC2F42">
        <w:t xml:space="preserve"> then each </w:t>
      </w:r>
      <w:r w:rsidR="00BE357A">
        <w:t>09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A1787" w:rsidRPr="00CC2F42" w14:paraId="36690E67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2DD410E" w14:textId="77777777" w:rsidR="006A1787" w:rsidRPr="00CC2F42" w:rsidRDefault="006A1787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D15B038" w14:textId="77777777" w:rsidR="006A1787" w:rsidRPr="00CC2F42" w:rsidRDefault="006A1787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416312E" w14:textId="77777777" w:rsidR="006A1787" w:rsidRPr="00CC2F42" w:rsidRDefault="006A1787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2698D92" w14:textId="77777777" w:rsidR="006A1787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A85E19" w:rsidRPr="00CC2F42" w14:paraId="3F3BE714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75A62A0" w14:textId="77777777" w:rsidR="00A85E19" w:rsidRPr="00CC2F42" w:rsidRDefault="00A85E1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18692D4" w14:textId="77777777"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2BBAEDA" w14:textId="77777777"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52FA0E2" w14:textId="77777777"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14:paraId="4145D75C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1CC719" w14:textId="77777777" w:rsidR="006A1787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0F0C50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5800D9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256FFC" w14:textId="77777777"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14:paraId="3882E9E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63C2D5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363A20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60A1CF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2C6746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14:paraId="604ABC6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543E54" w14:textId="77777777"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E7D635" w14:textId="77777777"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11AA36" w14:textId="77777777"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BBB63A" w14:textId="77777777"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5C603BC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2A22C5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849C43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6B6EC2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85000F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A1787" w:rsidRPr="00CC2F42" w14:paraId="6A1F9AA0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E14223" w14:textId="77777777"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B32F8D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34115B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8AC7CB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62CA7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 127</w:t>
            </w:r>
          </w:p>
        </w:tc>
      </w:tr>
      <w:tr w:rsidR="006A1787" w:rsidRPr="00CC2F42" w14:paraId="0C43BD2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7BCAD5" w14:textId="77777777"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213DFE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5439B2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366EC1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14:paraId="3054546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BC4F3F" w14:textId="77777777"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38E1B3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378A9D" w14:textId="77777777" w:rsidR="006A1787" w:rsidRPr="00CC2F42" w:rsidRDefault="00920CF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CD62CF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14:paraId="27E9998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36A58C" w14:textId="77777777"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79B332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DC35A5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02C26C" w14:textId="77777777"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14:paraId="0D80B9A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B32AF4" w14:textId="77777777"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83AFDA" w14:textId="77777777" w:rsidR="006A1787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39FE1689" w14:textId="77777777"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B36587" w14:textId="77777777" w:rsidR="006A1787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744ACB20" w14:textId="77777777"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5F77B8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14:paraId="270D46E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5F9749" w14:textId="77777777"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3B8DE8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BFD494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4AD654" w14:textId="77777777"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 xml:space="preserve">Voted </w:t>
            </w:r>
            <w:r w:rsidR="00354ECB">
              <w:rPr>
                <w:i/>
                <w:sz w:val="16"/>
                <w:szCs w:val="16"/>
              </w:rPr>
              <w:t>(</w:t>
            </w:r>
            <w:r w:rsidRPr="00FB032A">
              <w:rPr>
                <w:i/>
                <w:sz w:val="16"/>
                <w:szCs w:val="16"/>
              </w:rPr>
              <w:t xml:space="preserve">but not </w:t>
            </w:r>
            <w:r w:rsidR="00354ECB">
              <w:rPr>
                <w:i/>
                <w:sz w:val="16"/>
                <w:szCs w:val="16"/>
              </w:rPr>
              <w:t xml:space="preserve">the </w:t>
            </w:r>
            <w:r w:rsidR="0021389E">
              <w:rPr>
                <w:i/>
                <w:sz w:val="16"/>
                <w:szCs w:val="16"/>
              </w:rPr>
              <w:t>UN GTR</w:t>
            </w:r>
            <w:r w:rsidR="00354ECB">
              <w:rPr>
                <w:i/>
                <w:sz w:val="16"/>
                <w:szCs w:val="16"/>
              </w:rPr>
              <w:t>)</w:t>
            </w:r>
          </w:p>
        </w:tc>
      </w:tr>
      <w:tr w:rsidR="006A1787" w:rsidRPr="00CC2F42" w14:paraId="127A6C9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670050" w14:textId="77777777"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83CD75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6DFDE3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B1B505" w14:textId="77777777"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14:paraId="30DDB95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A3B1CA" w14:textId="77777777"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E89EA7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1B2157" w14:textId="77777777"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DAFB0C" w14:textId="77777777"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C0939" w:rsidRPr="00CC2F42" w14:paraId="2A5C901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1B874F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22B997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36B22A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5DED12" w14:textId="77777777" w:rsidR="003C0939" w:rsidRPr="00801314" w:rsidRDefault="003C0939" w:rsidP="003C0939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3C0939" w:rsidRPr="00CC2F42" w14:paraId="56101260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10F0A4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EC8A15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7A44E9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B26D19" w14:textId="77777777" w:rsidR="003C0939" w:rsidRPr="00FB032A" w:rsidRDefault="003C0939" w:rsidP="003C093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voted </w:t>
            </w:r>
            <w:r>
              <w:rPr>
                <w:i/>
                <w:sz w:val="16"/>
                <w:szCs w:val="16"/>
                <w:lang w:val="en-US"/>
              </w:rPr>
              <w:t>the UN GTR)</w:t>
            </w:r>
          </w:p>
        </w:tc>
      </w:tr>
      <w:tr w:rsidR="003C0939" w:rsidRPr="00CC2F42" w14:paraId="08993F8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9DD2DA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AED733" w14:textId="77777777" w:rsidR="003C0939" w:rsidRDefault="003C0939" w:rsidP="003C093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05.10.12</w:t>
            </w:r>
          </w:p>
          <w:p w14:paraId="7482AFD8" w14:textId="77777777" w:rsidR="003C0939" w:rsidRDefault="003C0939" w:rsidP="003C093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54A0D606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3F7507" w14:textId="77777777" w:rsidR="003C0939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14:paraId="52796702" w14:textId="77777777" w:rsidR="003C0939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16718CEC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38015E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jc w:val="both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Confirmed total integration into de national law by 01.01.2016</w:t>
            </w:r>
          </w:p>
        </w:tc>
      </w:tr>
      <w:tr w:rsidR="003C0939" w:rsidRPr="00CC2F42" w14:paraId="7F2765F5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25EEDC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495434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30001E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8165B4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C0939" w:rsidRPr="00CC2F42" w14:paraId="2FAD5CA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7F515B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60DDE9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2E02EB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32D1F4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C0939" w:rsidRPr="00CC2F42" w14:paraId="013E4E6D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C8326F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4395E8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DAA6FE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454394" w14:textId="77777777" w:rsidR="003C0939" w:rsidRPr="00FB032A" w:rsidRDefault="003C0939" w:rsidP="003C093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C0939" w:rsidRPr="00CC2F42" w14:paraId="4BBD13D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534DEA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E0EB30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AB8C4C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31FCD3" w14:textId="77777777" w:rsidR="003C0939" w:rsidRPr="00FB032A" w:rsidRDefault="003C0939" w:rsidP="003C093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C0939" w:rsidRPr="00CC2F42" w14:paraId="5030195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AF6CEF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F2E563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56FBA1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002248" w14:textId="77777777" w:rsidR="003C0939" w:rsidRPr="00FB032A" w:rsidRDefault="003C0939" w:rsidP="003C093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C0939" w:rsidRPr="00CC2F42" w14:paraId="7473A2CC" w14:textId="77777777" w:rsidTr="003C09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49221A" w14:textId="77777777" w:rsidR="003C0939" w:rsidRPr="00CC2F42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AE372E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87C397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6756A5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C0939" w:rsidRPr="00CC2F42" w14:paraId="4552BC40" w14:textId="77777777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339686B" w14:textId="77777777" w:rsidR="003C0939" w:rsidRPr="003C0939" w:rsidRDefault="003C0939" w:rsidP="003C09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C679D13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E01B153" w14:textId="77777777" w:rsidR="003C0939" w:rsidRPr="00CC2F42" w:rsidRDefault="003C0939" w:rsidP="003C09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1FCABAC" w14:textId="77777777" w:rsidR="003C0939" w:rsidRPr="00801314" w:rsidRDefault="003C0939" w:rsidP="003C0939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120CCA21" w14:textId="77777777" w:rsidR="003C0939" w:rsidRDefault="001B757C" w:rsidP="003C0939">
      <w:pPr>
        <w:pStyle w:val="H23G"/>
      </w:pPr>
      <w:r w:rsidRPr="00CC2F42">
        <w:br w:type="page"/>
      </w:r>
      <w:r w:rsidR="003C0939" w:rsidRPr="00653A0F">
        <w:tab/>
      </w:r>
      <w:r w:rsidR="003C0939" w:rsidRPr="00653A0F">
        <w:tab/>
      </w:r>
      <w:r w:rsidR="003C0939">
        <w:t>UN GTR</w:t>
      </w:r>
      <w:r w:rsidR="003C0939" w:rsidRPr="00653A0F">
        <w:t xml:space="preserve"> No. 9 – Amend. </w:t>
      </w:r>
      <w:r w:rsidR="003C0939">
        <w:t>2</w:t>
      </w:r>
      <w:r w:rsidR="003C0939" w:rsidRPr="00CC2F42">
        <w:t xml:space="preserve"> - Pedestrian safety</w:t>
      </w:r>
    </w:p>
    <w:p w14:paraId="0FB31687" w14:textId="77777777" w:rsidR="003C0939" w:rsidRPr="00396AC2" w:rsidRDefault="003C0939" w:rsidP="003C0939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14.11.2018</w:t>
      </w:r>
    </w:p>
    <w:p w14:paraId="6473F7E8" w14:textId="77777777" w:rsidR="003C0939" w:rsidRPr="00BA11AF" w:rsidRDefault="003C0939" w:rsidP="003C0939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ECE/TRAN/2005/124/9/Amend.</w:t>
      </w:r>
      <w:r>
        <w:t>2</w:t>
      </w:r>
      <w:r w:rsidRPr="00CC2F42">
        <w:t xml:space="preserve"> dated 22.02.11</w:t>
      </w:r>
    </w:p>
    <w:p w14:paraId="4FFA6854" w14:textId="77777777" w:rsidR="003C0939" w:rsidRPr="00CC2F42" w:rsidRDefault="003C0939" w:rsidP="003C0939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548151AE" w14:textId="77777777" w:rsidR="003C0939" w:rsidRPr="00CC2F42" w:rsidRDefault="003C0939" w:rsidP="003C0939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8E0D10">
        <w:t>13</w:t>
      </w:r>
      <w:r w:rsidRPr="00CC2F42">
        <w:t>.01.20</w:t>
      </w:r>
      <w:r w:rsidR="008E0D10">
        <w:t>20</w:t>
      </w:r>
      <w:r w:rsidRPr="00CC2F42">
        <w:t xml:space="preserve"> then each </w:t>
      </w:r>
      <w:r w:rsidR="006420B0">
        <w:t>13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3C0939" w:rsidRPr="00CC2F42" w14:paraId="0065BFD3" w14:textId="77777777" w:rsidTr="008505A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0276106" w14:textId="77777777" w:rsidR="003C0939" w:rsidRPr="00CC2F42" w:rsidRDefault="003C0939" w:rsidP="008505A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1C1CA5F" w14:textId="77777777" w:rsidR="003C0939" w:rsidRPr="00CC2F42" w:rsidRDefault="003C0939" w:rsidP="008505A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27D51EB" w14:textId="77777777" w:rsidR="003C0939" w:rsidRPr="00CC2F42" w:rsidRDefault="003C0939" w:rsidP="008505A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CBC5717" w14:textId="77777777" w:rsidR="003C0939" w:rsidRPr="00CC2F42" w:rsidRDefault="003C0939" w:rsidP="008505A6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3C0939" w:rsidRPr="00CC2F42" w14:paraId="47399505" w14:textId="77777777" w:rsidTr="008505A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A7CAECC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C4A9F96" w14:textId="77777777" w:rsidR="006420B0" w:rsidRPr="00CC2F42" w:rsidRDefault="006420B0" w:rsidP="006420B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5D93B5F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9C78B59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C0939" w:rsidRPr="00CC2F42" w14:paraId="32E63A64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16C9CB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483695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62B0B2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2169D8" w14:textId="77777777" w:rsidR="003C0939" w:rsidRPr="00FB032A" w:rsidRDefault="003C0939" w:rsidP="008505A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3C0939" w:rsidRPr="00CC2F42" w14:paraId="59B290BD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5AEDA3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5B61DA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C5C7A7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893B3F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3C0939" w:rsidRPr="00CC2F42" w14:paraId="6C218860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678CFC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986FB8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02CD51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8B96B6" w14:textId="77777777" w:rsidR="003C0939" w:rsidRPr="00CC2F42" w:rsidRDefault="006420B0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  <w:r>
              <w:rPr>
                <w:i/>
                <w:sz w:val="16"/>
                <w:szCs w:val="16"/>
              </w:rPr>
              <w:t xml:space="preserve"> (Abstained)</w:t>
            </w:r>
          </w:p>
        </w:tc>
      </w:tr>
      <w:tr w:rsidR="008505A6" w:rsidRPr="00CC2F42" w14:paraId="4D8E782C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79B6EC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6B52E1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573EBB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0E603B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C0939" w:rsidRPr="00CC2F42" w14:paraId="7F5A00E0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5076C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1AB976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49CE30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77FE0C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C0939" w:rsidRPr="00CC2F42" w14:paraId="62E85DF8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E08E95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CAB1AF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0F7253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A19545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C0939" w:rsidRPr="00CC2F42" w14:paraId="26964830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69CE23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15BC6E" w14:textId="0FC01A7C" w:rsidR="003C0939" w:rsidRPr="00CC2F42" w:rsidRDefault="003D3D85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08.01.20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EA85C7" w14:textId="15FE6131" w:rsidR="003C0939" w:rsidRPr="00CC2F42" w:rsidRDefault="003D3D85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3D3D85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1AF783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C0939" w:rsidRPr="00CC2F42" w14:paraId="3661E573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5C2CFB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368754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F27BF5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8A22B3" w14:textId="77777777" w:rsidR="003C0939" w:rsidRPr="00FB032A" w:rsidRDefault="003C0939" w:rsidP="008505A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3C0939" w:rsidRPr="00CC2F42" w14:paraId="19E2C842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AC3DFF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D35BF1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7B1380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A8055F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C0939" w:rsidRPr="00CC2F42" w14:paraId="31B7C527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294F0A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C9FBEA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D20C36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2B430A" w14:textId="77777777" w:rsidR="003C0939" w:rsidRPr="00FB032A" w:rsidRDefault="003C0939" w:rsidP="008505A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</w:p>
        </w:tc>
      </w:tr>
      <w:tr w:rsidR="003C0939" w:rsidRPr="00CC2F42" w14:paraId="71C7BD17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133FEF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889AB3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A3AE00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572232" w14:textId="77777777" w:rsidR="003C0939" w:rsidRPr="00FB032A" w:rsidRDefault="003C0939" w:rsidP="008505A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C0939" w:rsidRPr="00CC2F42" w14:paraId="7959CA7C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AE0EE6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7E44A1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1B9B5F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245EE8" w14:textId="77777777" w:rsidR="003C0939" w:rsidRPr="00FB032A" w:rsidRDefault="003C0939" w:rsidP="008505A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C0939" w:rsidRPr="00CC2F42" w14:paraId="5AD590B2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B9FFF2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9C94FE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0CC951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93D169" w14:textId="77777777" w:rsidR="003C0939" w:rsidRPr="00801314" w:rsidRDefault="003C0939" w:rsidP="008505A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3C0939" w:rsidRPr="00CC2F42" w14:paraId="12DACAEC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1CD7B4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8BE277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7BD368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6A375C" w14:textId="77777777" w:rsidR="003C0939" w:rsidRPr="00FB032A" w:rsidRDefault="003C0939" w:rsidP="008505A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3C0939" w:rsidRPr="00CC2F42" w14:paraId="63C51C6B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A77502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40AD30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40CDCD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23F044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3C0939" w:rsidRPr="00CC2F42" w14:paraId="76D6424D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E02C29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0ADAF8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7F06CD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34D4D9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3C0939" w:rsidRPr="00CC2F42" w14:paraId="693B5723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BA6A07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82514E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75F11A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AF757E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C0939" w:rsidRPr="00CC2F42" w14:paraId="76DAA2F8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8AB6ED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987A6F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9DFA73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9DC6A6" w14:textId="77777777" w:rsidR="003C0939" w:rsidRPr="00FB032A" w:rsidRDefault="003C0939" w:rsidP="008505A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3C0939" w:rsidRPr="00CC2F42" w14:paraId="272712EB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AB0E0A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46588C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BFAE33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8AD555" w14:textId="77777777" w:rsidR="003C0939" w:rsidRPr="00FB032A" w:rsidRDefault="003C0939" w:rsidP="008505A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="006420B0"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3C0939" w:rsidRPr="00CC2F42" w14:paraId="7A6B4962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0D9093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700AA8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558BCD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E0F6DD" w14:textId="77777777" w:rsidR="003C0939" w:rsidRPr="00FB032A" w:rsidRDefault="003C0939" w:rsidP="008505A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C0939" w:rsidRPr="00CC2F42" w14:paraId="1D898EC0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EB3149" w14:textId="77777777" w:rsidR="003C0939" w:rsidRPr="00CC2F42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CE7A96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41A7C1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CD858F" w14:textId="77777777" w:rsidR="003C0939" w:rsidRPr="00CC2F42" w:rsidRDefault="006420B0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  <w:r>
              <w:rPr>
                <w:i/>
                <w:sz w:val="16"/>
                <w:szCs w:val="16"/>
              </w:rPr>
              <w:t xml:space="preserve"> (Abstained)</w:t>
            </w:r>
          </w:p>
        </w:tc>
      </w:tr>
      <w:tr w:rsidR="003C0939" w:rsidRPr="00CC2F42" w14:paraId="7FB7BA8C" w14:textId="77777777" w:rsidTr="008505A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1362062" w14:textId="77777777" w:rsidR="003C0939" w:rsidRPr="003C0939" w:rsidRDefault="003C0939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4853820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5C70C61" w14:textId="77777777" w:rsidR="003C0939" w:rsidRPr="00CC2F42" w:rsidRDefault="003C0939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032962B" w14:textId="77777777" w:rsidR="003C0939" w:rsidRPr="00801314" w:rsidRDefault="003C0939" w:rsidP="008505A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</w:tbl>
    <w:p w14:paraId="467C7F46" w14:textId="77777777" w:rsidR="004E5E86" w:rsidRDefault="003C0939" w:rsidP="001B757C">
      <w:pPr>
        <w:pStyle w:val="H23G"/>
        <w:keepNext w:val="0"/>
        <w:keepLines w:val="0"/>
      </w:pPr>
      <w:r w:rsidRPr="00CC2F42">
        <w:br w:type="page"/>
      </w:r>
      <w:r w:rsidR="004E5E86" w:rsidRPr="00CC2F42">
        <w:tab/>
      </w:r>
      <w:r w:rsidR="004E5E86" w:rsidRPr="00CC2F42">
        <w:tab/>
      </w:r>
      <w:r w:rsidR="0021389E">
        <w:t>UN GTR</w:t>
      </w:r>
      <w:r w:rsidR="004E5E86" w:rsidRPr="00CC2F42">
        <w:t xml:space="preserve"> No. 10 - Off-cycle emissions (OCE)</w:t>
      </w:r>
    </w:p>
    <w:p w14:paraId="312B885B" w14:textId="77777777" w:rsidR="00BA11AF" w:rsidRPr="007E0BEA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>
        <w:rPr>
          <w:rStyle w:val="H4GChar"/>
          <w:i w:val="0"/>
        </w:rPr>
        <w:t>24.06.2009</w:t>
      </w:r>
    </w:p>
    <w:p w14:paraId="6E1AE26C" w14:textId="77777777" w:rsidR="00BA11AF" w:rsidRPr="00D42397" w:rsidRDefault="00BA11AF" w:rsidP="00D42397">
      <w:pPr>
        <w:pStyle w:val="SingleTxtG"/>
        <w:rPr>
          <w:rStyle w:val="H4GChar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D42397">
        <w:rPr>
          <w:rStyle w:val="H4GChar"/>
          <w:i w:val="0"/>
        </w:rPr>
        <w:t>ECE/TRAN/2005/124/10 dated 08.09.2009</w:t>
      </w:r>
    </w:p>
    <w:p w14:paraId="186D417F" w14:textId="77777777" w:rsidR="00544560" w:rsidRPr="00D42397" w:rsidRDefault="00544560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C83B6A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32766D25" w14:textId="77777777" w:rsidR="00544560" w:rsidRPr="00CC2F42" w:rsidRDefault="00544560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681AB2" w:rsidRPr="00CC2F42">
        <w:t>23</w:t>
      </w:r>
      <w:r w:rsidRPr="00CC2F42">
        <w:t>.0</w:t>
      </w:r>
      <w:r w:rsidR="00681AB2" w:rsidRPr="00CC2F42">
        <w:t>8</w:t>
      </w:r>
      <w:r w:rsidRPr="00CC2F42">
        <w:t xml:space="preserve">.2010 then each </w:t>
      </w:r>
      <w:r w:rsidR="00681AB2" w:rsidRPr="00CC2F42">
        <w:t>23</w:t>
      </w:r>
      <w:r w:rsidRPr="00CC2F42">
        <w:t>.0</w:t>
      </w:r>
      <w:r w:rsidR="00681AB2" w:rsidRPr="00CC2F42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A26A0A" w:rsidRPr="00CC2F42" w14:paraId="1328E6B8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445ED47" w14:textId="77777777" w:rsidR="00A26A0A" w:rsidRPr="00CC2F42" w:rsidRDefault="00A26A0A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9AC5F30" w14:textId="77777777" w:rsidR="00A26A0A" w:rsidRPr="00CC2F42" w:rsidRDefault="00A26A0A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4CC763A" w14:textId="77777777" w:rsidR="00A26A0A" w:rsidRPr="00CC2F42" w:rsidRDefault="00A26A0A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2E054FB" w14:textId="77777777" w:rsidR="00A26A0A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951A9" w:rsidRPr="00CC2F42" w14:paraId="3277EDEA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327E9E7" w14:textId="77777777" w:rsidR="005951A9" w:rsidRPr="00CC2F42" w:rsidRDefault="005951A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D44FA37" w14:textId="77777777"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A3FEBC4" w14:textId="77777777"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144AB9A" w14:textId="77777777"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14:paraId="74EDB9A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EF01F9" w14:textId="77777777" w:rsidR="00A26A0A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2B90BD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5C6FFC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4101C5" w14:textId="77777777"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370465F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F7583D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00F4A6" w14:textId="77777777" w:rsidR="00872FA5" w:rsidRPr="00CC2F42" w:rsidRDefault="00872FA5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B67201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4040D8" w14:textId="77777777" w:rsidR="00872FA5" w:rsidRPr="00CC2F42" w:rsidRDefault="00872FA5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A26A0A" w:rsidRPr="00CC2F42" w14:paraId="5F064AC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C8000E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B6FEB1" w14:textId="77777777" w:rsidR="00A26A0A" w:rsidRDefault="00A26A0A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="002210E7">
              <w:rPr>
                <w:sz w:val="16"/>
                <w:szCs w:val="16"/>
              </w:rPr>
              <w:t>03.06.14</w:t>
            </w:r>
          </w:p>
          <w:p w14:paraId="1C558B78" w14:textId="77777777" w:rsidR="00927A17" w:rsidRDefault="00927A17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23.06.15</w:t>
            </w:r>
          </w:p>
          <w:p w14:paraId="7504B5D2" w14:textId="77777777" w:rsidR="00DF177D" w:rsidRDefault="00DF177D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  <w:p w14:paraId="18D432CB" w14:textId="50C02197" w:rsidR="00AA4E8E" w:rsidRPr="00CC2F42" w:rsidRDefault="00AA4E8E" w:rsidP="006E440E">
            <w:pPr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9B0124">
              <w:rPr>
                <w:sz w:val="16"/>
                <w:szCs w:val="16"/>
              </w:rPr>
              <w:t>26.07.19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AD5211" w14:textId="77777777" w:rsidR="00A26A0A" w:rsidRDefault="00A26A0A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="002210E7">
              <w:rPr>
                <w:sz w:val="16"/>
                <w:szCs w:val="16"/>
              </w:rPr>
              <w:t>2</w:t>
            </w:r>
            <w:r w:rsidR="002210E7" w:rsidRPr="00BD1EE7">
              <w:rPr>
                <w:sz w:val="16"/>
                <w:szCs w:val="16"/>
                <w:vertAlign w:val="superscript"/>
              </w:rPr>
              <w:t>nd</w:t>
            </w:r>
            <w:r w:rsidR="002210E7">
              <w:rPr>
                <w:sz w:val="16"/>
                <w:szCs w:val="16"/>
              </w:rPr>
              <w:t xml:space="preserve"> status report</w:t>
            </w:r>
          </w:p>
          <w:p w14:paraId="5732121E" w14:textId="77777777" w:rsidR="00927A17" w:rsidRDefault="00927A17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927A17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  <w:p w14:paraId="1877C3AF" w14:textId="77777777" w:rsidR="00DF177D" w:rsidRDefault="00DF177D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DF177D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status report</w:t>
            </w:r>
          </w:p>
          <w:p w14:paraId="36EDEEBA" w14:textId="5458EF68" w:rsidR="00AA4E8E" w:rsidRPr="00CC2F42" w:rsidRDefault="00AA4E8E" w:rsidP="006E440E">
            <w:pPr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</w:t>
            </w:r>
            <w:r w:rsidRPr="00AA4E8E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EC29A3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51B82D9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6F71BD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6B110A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797B02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70D56B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0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A26A0A" w:rsidRPr="00CC2F42" w14:paraId="2489331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BA74F1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250F08" w14:textId="77777777" w:rsidR="00A26A0A" w:rsidRPr="00CC2F42" w:rsidRDefault="006E4B6C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BE5256" w14:textId="77777777" w:rsidR="00A26A0A" w:rsidRPr="00CC2F42" w:rsidRDefault="006E4B6C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69A26E" w14:textId="77777777" w:rsidR="00A26A0A" w:rsidRPr="00CC2F42" w:rsidRDefault="004E24D1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</w:t>
            </w:r>
            <w:r w:rsidR="00A26A0A" w:rsidRPr="00CC2F42">
              <w:rPr>
                <w:sz w:val="16"/>
                <w:szCs w:val="16"/>
                <w:lang w:val="en-US"/>
              </w:rPr>
              <w:t xml:space="preserve">UN Regulation No. 49 </w:t>
            </w:r>
          </w:p>
        </w:tc>
      </w:tr>
      <w:tr w:rsidR="00A26A0A" w:rsidRPr="00CC2F42" w14:paraId="512314E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7A1774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E2A105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20.08.10</w:t>
            </w:r>
          </w:p>
          <w:p w14:paraId="4D481B86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06.12.11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54D44C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6B6141AC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214A11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14:paraId="48BF8EE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E62B53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18F296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24.08.10</w:t>
            </w:r>
          </w:p>
          <w:p w14:paraId="3E1F1964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19.08.11</w:t>
            </w:r>
          </w:p>
          <w:p w14:paraId="4A1DF44F" w14:textId="77777777" w:rsidR="00A26A0A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21.08.12</w:t>
            </w:r>
          </w:p>
          <w:p w14:paraId="7A325283" w14:textId="77777777" w:rsidR="000C4A66" w:rsidRDefault="000C4A6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17.07.13</w:t>
            </w:r>
          </w:p>
          <w:p w14:paraId="7794674B" w14:textId="77777777" w:rsidR="00DF4751" w:rsidRDefault="00DF4751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19.09.14</w:t>
            </w:r>
          </w:p>
          <w:p w14:paraId="134BA441" w14:textId="77777777" w:rsidR="007F4D14" w:rsidRPr="00CC2F42" w:rsidRDefault="002C6C6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E91CC4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25016C2A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429F3C62" w14:textId="77777777" w:rsidR="00A26A0A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71DC4D1F" w14:textId="77777777" w:rsidR="000C4A66" w:rsidRDefault="000C4A6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0C4A66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2B879014" w14:textId="77777777" w:rsidR="00DF4751" w:rsidRDefault="00DF4751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EF64C3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14:paraId="0AAF25D0" w14:textId="77777777" w:rsidR="002C6C6A" w:rsidRPr="00CC2F42" w:rsidRDefault="002C6C6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4A482B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14:paraId="486D005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7D95847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1C9660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C1C102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16454A" w14:textId="77777777"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14:paraId="4DA2633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8B42A36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C40A18" w14:textId="77777777" w:rsidR="00A26A0A" w:rsidRDefault="00166F66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30.10.14</w:t>
            </w:r>
          </w:p>
          <w:p w14:paraId="45C42890" w14:textId="77777777" w:rsidR="00F03AC3" w:rsidRDefault="00F03AC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14:paraId="11550118" w14:textId="77777777" w:rsidR="007F4D14" w:rsidRPr="00CC2F42" w:rsidRDefault="007F4D1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17B4F6" w14:textId="77777777" w:rsidR="00A26A0A" w:rsidRDefault="00166F66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9860087" w14:textId="77777777" w:rsidR="00F03AC3" w:rsidRDefault="00F03AC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03AC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 </w:t>
            </w:r>
          </w:p>
          <w:p w14:paraId="24CF3FF8" w14:textId="77777777" w:rsidR="007F4D14" w:rsidRPr="00CC2F42" w:rsidRDefault="007F4D1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D5C990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14:paraId="77BD890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9C42C62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E7A6C9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F6382C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D5D0F0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14:paraId="13EEA41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D3F163B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44A7EE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EB2EC7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6E4F8D" w14:textId="77777777"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14:paraId="5AE6174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1A1EAF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1803FB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5D76F2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A8F5AF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420B0" w:rsidRPr="00CC2F42" w14:paraId="0494A19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8173344" w14:textId="77777777" w:rsidR="006420B0" w:rsidRPr="00CC2F42" w:rsidRDefault="006420B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168DF2" w14:textId="77777777" w:rsidR="006420B0" w:rsidRPr="00CC2F42" w:rsidRDefault="006420B0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505961" w14:textId="77777777" w:rsidR="006420B0" w:rsidRPr="00CC2F42" w:rsidRDefault="006420B0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819743" w14:textId="77777777" w:rsidR="006420B0" w:rsidRPr="00CC2F42" w:rsidRDefault="006420B0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A26A0A" w:rsidRPr="00CC2F42" w14:paraId="40F17E8C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507AC77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703B2E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9B2768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439680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14:paraId="6C429C8A" w14:textId="77777777" w:rsidTr="00A65ACF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B9096BB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F33D8E" w14:textId="77777777" w:rsidR="00A26A0A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14:paraId="428D3E36" w14:textId="77777777" w:rsidR="00F45538" w:rsidRDefault="00F45538" w:rsidP="00F45538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3F987E5A" w14:textId="77777777" w:rsidR="00F45538" w:rsidRDefault="00F45538" w:rsidP="00F45538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14:paraId="58340947" w14:textId="77777777" w:rsidR="005D34E3" w:rsidRDefault="002D2794" w:rsidP="00F45538">
            <w:pPr>
              <w:suppressAutoHyphens w:val="0"/>
              <w:spacing w:before="40" w:after="10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  <w:r w:rsidR="005D34E3">
              <w:rPr>
                <w:sz w:val="16"/>
                <w:szCs w:val="16"/>
              </w:rPr>
              <w:t>.10.17</w:t>
            </w:r>
          </w:p>
          <w:p w14:paraId="5F54C6AD" w14:textId="77777777" w:rsidR="00D10547" w:rsidRPr="00CC2F42" w:rsidRDefault="00D10547" w:rsidP="00F45538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56CB8A" w14:textId="77777777" w:rsidR="00A26A0A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66CB4E2A" w14:textId="77777777" w:rsidR="00F45538" w:rsidRDefault="00F45538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4553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08283B7" w14:textId="77777777" w:rsidR="00F45538" w:rsidRDefault="00F45538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F4553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A03D0E2" w14:textId="77777777" w:rsidR="005D34E3" w:rsidRDefault="005D34E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5D34E3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F7139EF" w14:textId="77777777" w:rsidR="00D10547" w:rsidRPr="00CC2F42" w:rsidRDefault="00D10547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C83269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14:paraId="53C772C2" w14:textId="77777777" w:rsidTr="00A65ACF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7C5564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E4AF87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2E8B7D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A9EBCA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14:paraId="6C5DAF16" w14:textId="77777777" w:rsidTr="00A65ACF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8A562B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718735B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00E4BB2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F7A92C8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14:paraId="596DF946" w14:textId="77777777" w:rsidTr="00A65ACF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112D42E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A62C5D9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A4CE735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34E99C5" w14:textId="77777777"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14:paraId="2CD769FD" w14:textId="77777777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B00E30B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131D6D" w14:textId="77777777"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5C9EF7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4B1E55" w14:textId="77777777"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14:paraId="69A434BC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F09D0D8" w14:textId="77777777"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9DE8AE" w14:textId="77777777" w:rsidR="00A26A0A" w:rsidRPr="00CC2F42" w:rsidRDefault="00C94EE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F41881" w14:textId="77777777" w:rsidR="00A26A0A" w:rsidRPr="00CC2F42" w:rsidRDefault="00C94EE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5CD6AB" w14:textId="77777777"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14:paraId="19832EC6" w14:textId="77777777" w:rsidTr="006420B0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880F99" w14:textId="77777777"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CB51BA" w14:textId="77777777"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0B0AAF" w14:textId="77777777"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A5CBAA" w14:textId="77777777" w:rsidR="00392DEB" w:rsidRPr="00CC2F42" w:rsidRDefault="00392DEB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420B0" w:rsidRPr="00CC2F42" w14:paraId="108CCD79" w14:textId="77777777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A618A0" w14:textId="77777777" w:rsidR="006420B0" w:rsidRPr="00CC2F42" w:rsidRDefault="006420B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70BA2E4" w14:textId="77777777" w:rsidR="006420B0" w:rsidRDefault="006420B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474ECD5" w14:textId="77777777" w:rsidR="006420B0" w:rsidRDefault="006420B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4AE5F59" w14:textId="77777777" w:rsidR="006420B0" w:rsidRPr="00CC2F42" w:rsidRDefault="006420B0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04B36344" w14:textId="77777777" w:rsidR="004E5E86" w:rsidRDefault="00F4009D" w:rsidP="004A249D">
      <w:pPr>
        <w:pStyle w:val="H23G"/>
      </w:pPr>
      <w:r w:rsidRPr="00CC2F42">
        <w:br w:type="page"/>
      </w:r>
      <w:r w:rsidR="004E5E86" w:rsidRPr="00CC2F42">
        <w:tab/>
      </w:r>
      <w:r w:rsidR="004E5E86" w:rsidRPr="00CC2F42">
        <w:tab/>
      </w:r>
      <w:r w:rsidR="0021389E">
        <w:t>UN GTR</w:t>
      </w:r>
      <w:r w:rsidR="004E5E86" w:rsidRPr="00CC2F42">
        <w:t xml:space="preserve"> No. 11 - Test procedure for compression-ignition engines to be installed in agricultural and forestry tractors and in non-road mobile machinery </w:t>
      </w:r>
      <w:proofErr w:type="gramStart"/>
      <w:r w:rsidR="004E5E86" w:rsidRPr="00CC2F42">
        <w:t>with regard to</w:t>
      </w:r>
      <w:proofErr w:type="gramEnd"/>
      <w:r w:rsidR="004E5E86" w:rsidRPr="00CC2F42">
        <w:t xml:space="preserve"> the emissions of pollutants by the engine</w:t>
      </w:r>
    </w:p>
    <w:p w14:paraId="70F3E60A" w14:textId="77777777"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 w:rsidRPr="00BE357A">
        <w:rPr>
          <w:rStyle w:val="H4GChar"/>
          <w:i w:val="0"/>
        </w:rPr>
        <w:t>12.11.200</w:t>
      </w:r>
      <w:r w:rsidR="00BE357A" w:rsidRPr="00BE357A">
        <w:rPr>
          <w:rStyle w:val="H4GChar"/>
          <w:i w:val="0"/>
        </w:rPr>
        <w:t>9</w:t>
      </w:r>
    </w:p>
    <w:p w14:paraId="57CD12A1" w14:textId="77777777"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ECE/TRAN/2005/124/11 dated 24.02.</w:t>
      </w:r>
      <w:r w:rsidRPr="00BE357A">
        <w:t>2010</w:t>
      </w:r>
    </w:p>
    <w:p w14:paraId="71509436" w14:textId="77777777" w:rsidR="00681AB2" w:rsidRPr="00CC2F42" w:rsidRDefault="00681AB2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C83B6A">
        <w:t>cation from Contracting Parties:</w:t>
      </w:r>
    </w:p>
    <w:p w14:paraId="3B52C0C5" w14:textId="77777777" w:rsidR="00681AB2" w:rsidRPr="00CC2F42" w:rsidRDefault="00681AB2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11.01.20</w:t>
      </w:r>
      <w:r w:rsidRPr="00BE357A">
        <w:t xml:space="preserve">11 </w:t>
      </w:r>
      <w:r w:rsidRPr="00CC2F42">
        <w:t xml:space="preserve">then each </w:t>
      </w:r>
      <w:r w:rsidR="00D64F46" w:rsidRPr="00CC2F42">
        <w:t>11.01.20xx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F23F22" w:rsidRPr="00CC2F42" w14:paraId="2ED5D7DD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0BA27CB" w14:textId="77777777" w:rsidR="00F23F22" w:rsidRPr="00CC2F42" w:rsidRDefault="00F23F22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0959BF8" w14:textId="77777777" w:rsidR="00F23F22" w:rsidRPr="00CC2F42" w:rsidRDefault="00F23F22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68D516E" w14:textId="77777777" w:rsidR="00F23F22" w:rsidRPr="00CC2F42" w:rsidRDefault="00F23F22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679EF16" w14:textId="77777777" w:rsidR="00F23F22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F23F22" w:rsidRPr="00CC2F42" w14:paraId="2232BF5D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CC70DF4" w14:textId="77777777" w:rsidR="00F23F22" w:rsidRPr="00CC2F42" w:rsidRDefault="004C280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B6F2D38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326A68B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CCFFD3D" w14:textId="77777777" w:rsidR="00F23F22" w:rsidRPr="00E92FEF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 (but voted Corr.)</w:t>
            </w:r>
          </w:p>
        </w:tc>
      </w:tr>
      <w:tr w:rsidR="00F23F22" w:rsidRPr="00CC2F42" w14:paraId="4ECF8E7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E42117" w14:textId="77777777" w:rsidR="00F23F22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D61BB7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F20356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76DB80" w14:textId="77777777"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5BAE1D9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9A858B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01CC16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FF305F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EF982F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23F22" w:rsidRPr="00CC2F42" w14:paraId="1D95933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B1ED84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F1BB9D" w14:textId="77777777" w:rsidR="00F23F22" w:rsidRDefault="00CB3C12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03.06.14</w:t>
            </w:r>
          </w:p>
          <w:p w14:paraId="11B76E00" w14:textId="77777777" w:rsidR="00927A17" w:rsidRDefault="00927A17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23.06.15</w:t>
            </w:r>
          </w:p>
          <w:p w14:paraId="63A3781E" w14:textId="77777777" w:rsidR="00DF177D" w:rsidRDefault="00DF177D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  <w:p w14:paraId="4503A20F" w14:textId="1143FDA1" w:rsidR="00AA4E8E" w:rsidRPr="00CB3C12" w:rsidRDefault="00AA4E8E" w:rsidP="006E440E">
            <w:pPr>
              <w:spacing w:before="40" w:after="120" w:line="220" w:lineRule="exact"/>
            </w:pPr>
            <w:r w:rsidRPr="009B0124">
              <w:rPr>
                <w:sz w:val="16"/>
                <w:szCs w:val="16"/>
              </w:rPr>
              <w:t>26.07.19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6CEBCC" w14:textId="77777777" w:rsidR="00927A17" w:rsidRDefault="00927A17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927A17">
              <w:rPr>
                <w:sz w:val="16"/>
                <w:szCs w:val="16"/>
                <w:vertAlign w:val="superscript"/>
              </w:rPr>
              <w:t>st</w:t>
            </w:r>
            <w:r>
              <w:rPr>
                <w:sz w:val="16"/>
                <w:szCs w:val="16"/>
              </w:rPr>
              <w:t xml:space="preserve"> status report</w:t>
            </w:r>
          </w:p>
          <w:p w14:paraId="689EBC7C" w14:textId="77777777" w:rsidR="00F23F22" w:rsidRDefault="00CB3C12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2E6C55">
              <w:rPr>
                <w:sz w:val="16"/>
                <w:szCs w:val="16"/>
                <w:vertAlign w:val="superscript"/>
              </w:rPr>
              <w:t>nd</w:t>
            </w:r>
            <w:r>
              <w:rPr>
                <w:sz w:val="16"/>
                <w:szCs w:val="16"/>
              </w:rPr>
              <w:t xml:space="preserve"> status report</w:t>
            </w:r>
          </w:p>
          <w:p w14:paraId="723A3F76" w14:textId="77777777" w:rsidR="00DF177D" w:rsidRDefault="00DF177D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DF177D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  <w:p w14:paraId="2CB1D6E9" w14:textId="321C2C7C" w:rsidR="00AA4E8E" w:rsidRPr="00CB3C12" w:rsidRDefault="00AA4E8E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4</w:t>
            </w:r>
            <w:r w:rsidRPr="00AA4E8E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8E77C5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5297304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3D65DF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79DB06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D46C2B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46722E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F23F22" w:rsidRPr="00CC2F42" w14:paraId="530EF6E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238D94" w14:textId="77777777" w:rsidR="00F23F22" w:rsidRPr="00CC2F42" w:rsidRDefault="00D423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FB1752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BA733D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E3CBD2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 w:rsidR="007E0BEA"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</w:t>
            </w:r>
            <w:r w:rsidR="00E2517F" w:rsidRPr="00CC2F42">
              <w:rPr>
                <w:sz w:val="16"/>
                <w:szCs w:val="16"/>
                <w:lang w:val="en-US"/>
              </w:rPr>
              <w:t> </w:t>
            </w:r>
            <w:r w:rsidRPr="00CC2F42">
              <w:rPr>
                <w:sz w:val="16"/>
                <w:szCs w:val="16"/>
                <w:lang w:val="en-US"/>
              </w:rPr>
              <w:t>96</w:t>
            </w:r>
          </w:p>
        </w:tc>
      </w:tr>
      <w:tr w:rsidR="00F23F22" w:rsidRPr="00CC2F42" w14:paraId="5EA97A7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022DDEE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A8970D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B7B247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3F2CE1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14:paraId="350811E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6CC396B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C37FF6" w14:textId="77777777" w:rsidR="00F23F22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10BBC8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</w:t>
            </w:r>
            <w:r w:rsidR="00C47FF4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00E96E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Integration into national law with amendments</w:t>
            </w:r>
          </w:p>
        </w:tc>
      </w:tr>
      <w:tr w:rsidR="00F23F22" w:rsidRPr="00CC2F42" w14:paraId="714C2FF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A2B451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EC3728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0CC80E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63A8B7" w14:textId="77777777"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14:paraId="04F79930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D945D7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590F9D" w14:textId="77777777" w:rsidR="00F23F22" w:rsidRDefault="00166F6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57B8D0F3" w14:textId="77777777"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34EF17" w14:textId="77777777" w:rsidR="00F23F22" w:rsidRDefault="00166F6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51C52603" w14:textId="77777777"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502712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14:paraId="2D4EA283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9BC6A08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3C7319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1856C7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C60230" w14:textId="77777777"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14:paraId="0C11772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CBD4279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ABEF5A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0A2FE7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DC9373" w14:textId="77777777"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14:paraId="0D4B471C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514B484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5DD8E9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573BE2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A133C1" w14:textId="77777777"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2B4ABFF0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BF3C867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5BD8FA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9FEC8D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42AF45" w14:textId="77777777" w:rsidR="003710B8" w:rsidRPr="00E92FEF" w:rsidRDefault="003710B8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23F22" w:rsidRPr="00CC2F42" w14:paraId="6BF5D8B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DB213CE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AEB9D3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1BB463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E4008C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14:paraId="7A600BD0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188E1B7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480A84" w14:textId="77777777" w:rsidR="00F23F2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14:paraId="65C8260B" w14:textId="77777777" w:rsidR="00CC37AC" w:rsidRDefault="00CC37AC" w:rsidP="00CC37AC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4A6867C3" w14:textId="77777777" w:rsidR="00CC37AC" w:rsidRDefault="00CC37AC" w:rsidP="00CC37A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14:paraId="22616FAB" w14:textId="77777777" w:rsidR="005D34E3" w:rsidRDefault="002D2794" w:rsidP="00CC37AC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  <w:r w:rsidR="005D34E3">
              <w:rPr>
                <w:sz w:val="16"/>
                <w:szCs w:val="16"/>
              </w:rPr>
              <w:t>.10.17</w:t>
            </w:r>
          </w:p>
          <w:p w14:paraId="0F05C612" w14:textId="77777777" w:rsidR="00D10547" w:rsidRPr="00CC2F42" w:rsidRDefault="00D10547" w:rsidP="00CC37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8C56EF" w14:textId="77777777" w:rsidR="00F23F2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1F00A16" w14:textId="77777777" w:rsidR="00CC37AC" w:rsidRDefault="00CC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C37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0BF99D3" w14:textId="77777777" w:rsidR="00CC37AC" w:rsidRDefault="00CC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CC37AC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17D1777" w14:textId="77777777" w:rsidR="005D34E3" w:rsidRDefault="005D34E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5D34E3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36F9D253" w14:textId="77777777" w:rsidR="00D10547" w:rsidRPr="00CC2F42" w:rsidRDefault="00D1054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866F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14:paraId="136A4CFC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B2334E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672435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E4DC2B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DF526E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14:paraId="62FA0CE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0181F4F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7609A4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5CC0CE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5D6BB6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14:paraId="2FDB866C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DCD769F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4C8BE7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9FE41A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FE825A" w14:textId="77777777"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14:paraId="41F61778" w14:textId="77777777" w:rsidTr="00A65ACF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3C09AE7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035633" w14:textId="77777777"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0ECAE8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8ADABB" w14:textId="77777777"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14:paraId="7C27AE32" w14:textId="77777777" w:rsidTr="00A65ACF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EF20C7" w14:textId="77777777"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8C91F07" w14:textId="77777777" w:rsidR="00F23F22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6B813E1" w14:textId="77777777" w:rsidR="00F23F22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EDF6B64" w14:textId="77777777"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14:paraId="3B8A43CB" w14:textId="77777777" w:rsidTr="00A65ACF">
        <w:tc>
          <w:tcPr>
            <w:tcW w:w="23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2B053" w14:textId="77777777"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44312E2" w14:textId="77777777"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C381A73" w14:textId="77777777"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F5BB061" w14:textId="77777777" w:rsidR="00392DEB" w:rsidRPr="00CC2F42" w:rsidRDefault="00392DE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710B8" w:rsidRPr="00CC2F42" w14:paraId="6B883D9B" w14:textId="77777777" w:rsidTr="00D66786"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579252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49529E2" w14:textId="77777777" w:rsidR="003710B8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97491A0" w14:textId="77777777" w:rsidR="003710B8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8038EC0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64B045B0" w14:textId="77777777" w:rsidR="008433FA" w:rsidRDefault="00C2736E" w:rsidP="008433FA">
      <w:pPr>
        <w:pStyle w:val="H23G"/>
      </w:pPr>
      <w:r w:rsidRPr="00CC2F42">
        <w:br w:type="page"/>
      </w:r>
      <w:r w:rsidRPr="00CC2F42">
        <w:tab/>
      </w:r>
      <w:r w:rsidR="008433FA" w:rsidRPr="00CC2F42">
        <w:tab/>
      </w:r>
      <w:r w:rsidR="0021389E">
        <w:t>UN GTR</w:t>
      </w:r>
      <w:r w:rsidR="008433FA" w:rsidRPr="00CC2F42">
        <w:t xml:space="preserve"> No. 12 - Location, identification and operation of motorcycle controls, tell-tales and indicators</w:t>
      </w:r>
    </w:p>
    <w:p w14:paraId="596E5DCF" w14:textId="77777777"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  <w:i w:val="0"/>
        </w:rPr>
        <w:t xml:space="preserve"> 17.11.2011</w:t>
      </w:r>
    </w:p>
    <w:p w14:paraId="7A11A51D" w14:textId="77777777"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ECE/TRAN/2005/124/12 dated 30.04.2012</w:t>
      </w:r>
    </w:p>
    <w:p w14:paraId="11F83E5A" w14:textId="77777777" w:rsidR="008433FA" w:rsidRPr="00CC2F42" w:rsidRDefault="008433FA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14:paraId="7B7CBD10" w14:textId="77777777" w:rsidR="008433FA" w:rsidRPr="00CC2F42" w:rsidRDefault="008433FA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16.01.</w:t>
      </w:r>
      <w:r w:rsidR="00F35852" w:rsidRPr="00CC2F42">
        <w:t>2013 then each 16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C10B3" w:rsidRPr="00CC2F42" w14:paraId="3D20016E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B6DFBC1" w14:textId="77777777" w:rsidR="007C10B3" w:rsidRPr="00CC2F42" w:rsidRDefault="007C10B3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5601F83" w14:textId="77777777" w:rsidR="007C10B3" w:rsidRPr="00CC2F42" w:rsidRDefault="007C10B3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3A5BCEF" w14:textId="77777777" w:rsidR="007C10B3" w:rsidRPr="00CC2F42" w:rsidRDefault="007C10B3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84DD638" w14:textId="77777777" w:rsidR="007C10B3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D3106" w:rsidRPr="00CC2F42" w14:paraId="14133C0C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FE39FB2" w14:textId="77777777"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4A9D993" w14:textId="77777777" w:rsidR="002D3106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  <w:p w14:paraId="2A723520" w14:textId="030C967A" w:rsidR="006E6ED8" w:rsidRPr="00CC2F42" w:rsidRDefault="006E6ED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6FE07EB" w14:textId="77777777" w:rsidR="002D3106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14:paraId="7A6CCEB5" w14:textId="5B57DD45" w:rsidR="006E6ED8" w:rsidRPr="00CC2F42" w:rsidRDefault="006E6ED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6E6ED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B42FDE6" w14:textId="77777777" w:rsidR="002D3106" w:rsidRPr="00FB032A" w:rsidRDefault="002D310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Corr.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7C10B3" w:rsidRPr="00CC2F42" w14:paraId="207AF07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F34385" w14:textId="77777777" w:rsidR="007C10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7210C5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FA2C08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782046" w14:textId="77777777"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1655C36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674F82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61FF00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80757E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286274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14:paraId="0AC9DB5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35EFED" w14:textId="77777777"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42490F" w14:textId="77777777"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F9CF4B" w14:textId="77777777"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923A0D" w14:textId="77777777" w:rsidR="00F903DE" w:rsidRPr="00FB032A" w:rsidRDefault="00F903DE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8505A6" w:rsidRPr="00CC2F42" w14:paraId="22F05720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F0718B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40D2A4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DD9BD7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B08523" w14:textId="77777777" w:rsidR="008505A6" w:rsidRPr="00FB032A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14:paraId="03CC6760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4B1E12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CD8243" w14:textId="77777777"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  <w:p w14:paraId="540B2991" w14:textId="77777777"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4688BA" w14:textId="77777777"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6BF8145F" w14:textId="77777777"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326152" w14:textId="77777777" w:rsidR="007C10B3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  <w:p w14:paraId="52CC5457" w14:textId="77777777" w:rsidR="00325567" w:rsidRPr="00CB3C1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 </w:t>
            </w:r>
            <w:r>
              <w:rPr>
                <w:sz w:val="16"/>
                <w:szCs w:val="16"/>
                <w:lang w:val="en-US"/>
              </w:rPr>
              <w:t>60</w:t>
            </w:r>
          </w:p>
        </w:tc>
      </w:tr>
      <w:tr w:rsidR="007C10B3" w:rsidRPr="00CC2F42" w14:paraId="76A52EA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3A67237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78857E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A600A0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72C966" w14:textId="77777777"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14:paraId="04ADF39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9FB023A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912AD5" w14:textId="77777777"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28.12.12</w:t>
            </w:r>
          </w:p>
          <w:p w14:paraId="75251D52" w14:textId="77777777" w:rsidR="00DF4751" w:rsidRPr="00CC2F42" w:rsidRDefault="00DF475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19.08.14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E2BB04" w14:textId="77777777"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342D5568" w14:textId="77777777" w:rsidR="00DF4751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323F29" w14:textId="77777777"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14:paraId="5CFBF38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065DC31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BD0775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D41488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247727" w14:textId="77777777"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14:paraId="3F6F0C3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8BA4C26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0819EF" w14:textId="77777777" w:rsidR="007C10B3" w:rsidRDefault="00E63A7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07D7AE49" w14:textId="77777777"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14:paraId="7845CC6E" w14:textId="77777777"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C094B8" w14:textId="77777777" w:rsidR="007C10B3" w:rsidRDefault="00E63A7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F161AF3" w14:textId="77777777"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E14E0C1" w14:textId="77777777"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FF04FC" w14:textId="77777777"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14:paraId="18ADB94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2347D90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C1C026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F54C8A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86490F" w14:textId="77777777"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14:paraId="6D10DC4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A92012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403F7D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D055EE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7D7C28" w14:textId="77777777"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14:paraId="10BB8B8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ADF7027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DE526C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0CD34C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12F130" w14:textId="77777777"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1235A4A5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5E50374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C23635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A66A84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512CEF" w14:textId="77777777" w:rsidR="003710B8" w:rsidRPr="00FB032A" w:rsidRDefault="003710B8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C10B3" w:rsidRPr="00CC2F42" w14:paraId="6E2F09E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EF9FCEC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68BF4D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7FD773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790E85" w14:textId="77777777"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14:paraId="55943CD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D9C2AC1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20F260" w14:textId="77777777" w:rsidR="00B55AF0" w:rsidRDefault="00B55AF0" w:rsidP="00B55A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09FF1290" w14:textId="77777777" w:rsidR="007C10B3" w:rsidRPr="00CC2F42" w:rsidRDefault="00B55AF0" w:rsidP="00B55A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77CEF2" w14:textId="77777777" w:rsidR="00B55AF0" w:rsidRDefault="00EC59A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244AC8F9" w14:textId="77777777" w:rsidR="00EC59A1" w:rsidRPr="00CC2F42" w:rsidRDefault="00EC59A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 of final </w:t>
            </w:r>
            <w:r w:rsidR="007F484C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0CAEA1" w14:textId="77777777"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14:paraId="52D80825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EEE297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779692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D81F1B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2E0DE7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14:paraId="70A9E950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4BD5A3E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3BDE75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D1F17E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2A3115" w14:textId="77777777"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14:paraId="335D4F4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168977A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87EF12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EB77E1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62D39E" w14:textId="77777777"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14:paraId="7B33D13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DB752CD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F04D8E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DBF436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349B3B" w14:textId="77777777"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14:paraId="7E041CF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DEE2052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5AAEA7" w14:textId="77777777" w:rsidR="007C10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EAED5F" w14:textId="77777777" w:rsidR="007C10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A131E5" w14:textId="77777777"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="00E92FEF">
              <w:rPr>
                <w:i/>
                <w:sz w:val="16"/>
                <w:szCs w:val="16"/>
                <w:lang w:val="en-US"/>
              </w:rPr>
              <w:t xml:space="preserve"> (but voted Amend.1)</w:t>
            </w:r>
          </w:p>
        </w:tc>
      </w:tr>
      <w:tr w:rsidR="007C10B3" w:rsidRPr="00CC2F42" w14:paraId="6D200761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ED83CD1" w14:textId="77777777"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A21F54" w14:textId="77777777" w:rsidR="007C10B3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13.03.13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98A7AB" w14:textId="77777777" w:rsidR="007C10B3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650FE9" w14:textId="77777777"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710B8" w:rsidRPr="00CC2F42" w14:paraId="307BD50E" w14:textId="77777777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C7F4C0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2051B6E" w14:textId="77777777" w:rsidR="003710B8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8FA0ED8" w14:textId="77777777" w:rsidR="003710B8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C186F89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19A93E59" w14:textId="77777777" w:rsidR="000A42B3" w:rsidRDefault="008433FA" w:rsidP="000A42B3">
      <w:pPr>
        <w:pStyle w:val="H23G"/>
      </w:pPr>
      <w:r w:rsidRPr="00CC2F42">
        <w:br w:type="page"/>
      </w:r>
      <w:r w:rsidR="000A42B3" w:rsidRPr="00CC2F42">
        <w:tab/>
      </w:r>
      <w:r w:rsidR="000A42B3" w:rsidRPr="00CC2F42">
        <w:tab/>
      </w:r>
      <w:r w:rsidR="0021389E">
        <w:t>UN GTR</w:t>
      </w:r>
      <w:r w:rsidR="000A42B3" w:rsidRPr="00CC2F42">
        <w:t xml:space="preserve"> No. 12 </w:t>
      </w:r>
      <w:r w:rsidR="000A42B3" w:rsidRPr="00653A0F">
        <w:t>– Amend.</w:t>
      </w:r>
      <w:r w:rsidR="00D0055E" w:rsidRPr="00653A0F">
        <w:t xml:space="preserve"> </w:t>
      </w:r>
      <w:r w:rsidR="000A42B3" w:rsidRPr="00CC2F42">
        <w:t>1</w:t>
      </w:r>
      <w:r w:rsidR="000A42B3">
        <w:t xml:space="preserve"> </w:t>
      </w:r>
      <w:r w:rsidR="000A42B3" w:rsidRPr="00653A0F">
        <w:t>–</w:t>
      </w:r>
      <w:r w:rsidR="000A42B3" w:rsidRPr="00CC2F42">
        <w:t xml:space="preserve"> Location, identification and operation of motorcycle controls, tell-tales and indicators</w:t>
      </w:r>
    </w:p>
    <w:p w14:paraId="0CC9A205" w14:textId="77777777"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  <w:i w:val="0"/>
        </w:rPr>
        <w:t xml:space="preserve"> 27.06.2013</w:t>
      </w:r>
    </w:p>
    <w:p w14:paraId="2E594A72" w14:textId="77777777"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ECE/TRAN/2005/124/12</w:t>
      </w:r>
      <w:r>
        <w:t>/Amend.1</w:t>
      </w:r>
      <w:r w:rsidRPr="00CC2F42">
        <w:t xml:space="preserve"> dated</w:t>
      </w:r>
      <w:r>
        <w:t xml:space="preserve"> 25.07.2013</w:t>
      </w:r>
    </w:p>
    <w:p w14:paraId="3289CCD5" w14:textId="77777777" w:rsidR="000A42B3" w:rsidRPr="00CC2F42" w:rsidRDefault="000A42B3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14:paraId="6B83E3EA" w14:textId="77777777" w:rsidR="000A42B3" w:rsidRPr="006E1E56" w:rsidRDefault="000A42B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</w:t>
      </w:r>
      <w:r w:rsidRPr="006E1E56">
        <w:t xml:space="preserve">: </w:t>
      </w:r>
      <w:r w:rsidR="00D0055E" w:rsidRPr="006E1E56">
        <w:t>2</w:t>
      </w:r>
      <w:r w:rsidR="00D0055E">
        <w:t>6</w:t>
      </w:r>
      <w:r w:rsidR="00D0055E" w:rsidRPr="006E1E56">
        <w:t>.0</w:t>
      </w:r>
      <w:r w:rsidR="00D0055E">
        <w:t>8</w:t>
      </w:r>
      <w:r w:rsidR="00D0055E" w:rsidRPr="006E1E56">
        <w:t>.201</w:t>
      </w:r>
      <w:r w:rsidR="00D0055E">
        <w:t>4</w:t>
      </w:r>
      <w:r w:rsidR="00D0055E" w:rsidRPr="006E1E56">
        <w:t xml:space="preserve"> then each 2</w:t>
      </w:r>
      <w:r w:rsidR="00D0055E">
        <w:t>6</w:t>
      </w:r>
      <w:r w:rsidR="00D0055E" w:rsidRPr="006E1E56">
        <w:t>.0</w:t>
      </w:r>
      <w:r w:rsidR="00D0055E">
        <w:t>8</w:t>
      </w:r>
      <w:r w:rsidR="00D0055E"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14:paraId="40E29EE3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DCB6E5C" w14:textId="77777777"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0559E0E" w14:textId="77777777"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F9D68BC" w14:textId="77777777"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4C7D27B" w14:textId="77777777" w:rsidR="000A42B3" w:rsidRPr="00CC2F42" w:rsidRDefault="004172F3" w:rsidP="00DE3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D3106" w:rsidRPr="00CC2F42" w14:paraId="19B522A0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0F63B03" w14:textId="77777777"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E8AF7D0" w14:textId="77777777" w:rsidR="002D3106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  <w:p w14:paraId="1142C60C" w14:textId="1451C3DA" w:rsidR="006E6ED8" w:rsidRPr="00CC2F42" w:rsidRDefault="006E6ED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590AFB8" w14:textId="77777777" w:rsidR="002D3106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14:paraId="49B479AC" w14:textId="7B14B024" w:rsidR="006E6ED8" w:rsidRPr="00CC2F42" w:rsidRDefault="006E6ED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6E6ED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BACA7FB" w14:textId="77777777"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14:paraId="184EF3D0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FE10D1" w14:textId="77777777" w:rsidR="000A42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D800B6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A01757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AC3A8D" w14:textId="77777777"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0E64B95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EC3C12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C93949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A76895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63E569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14:paraId="755DAB5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275AC1" w14:textId="77777777"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D18CA3" w14:textId="77777777"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0CF99E" w14:textId="77777777"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D10947" w14:textId="77777777" w:rsidR="00F903DE" w:rsidRPr="00FB032A" w:rsidRDefault="00F903DE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8505A6" w:rsidRPr="00CC2F42" w14:paraId="5B45254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829ABF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775426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E40993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502916" w14:textId="77777777" w:rsidR="008505A6" w:rsidRPr="00FB032A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325567" w:rsidRPr="00CC2F42" w14:paraId="5703AA2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B41167" w14:textId="77777777"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0C5284" w14:textId="77777777"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C67157" w14:textId="77777777"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F6D2D9" w14:textId="77777777" w:rsidR="00325567" w:rsidRPr="00FB032A" w:rsidRDefault="00325567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 </w:t>
            </w:r>
            <w:r>
              <w:rPr>
                <w:sz w:val="16"/>
                <w:szCs w:val="16"/>
                <w:lang w:val="en-US"/>
              </w:rPr>
              <w:t>60</w:t>
            </w:r>
          </w:p>
        </w:tc>
      </w:tr>
      <w:tr w:rsidR="000A42B3" w:rsidRPr="00CC2F42" w14:paraId="1482A65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A41D92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0F3DBC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C02B04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3F0A80" w14:textId="77777777"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14:paraId="3061B18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3354421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8399FA" w14:textId="77777777" w:rsidR="000A42B3" w:rsidRPr="00CC2F42" w:rsidRDefault="005F1E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19.08.14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B6EC8E" w14:textId="77777777"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9DCA2B" w14:textId="77777777"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14:paraId="04F80FF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EE3928F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7A329E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F4B9DB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8AD41C" w14:textId="77777777"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54F1CE7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B8834E4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61EC56" w14:textId="77777777"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0EB49376" w14:textId="77777777"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14:paraId="4089BEDA" w14:textId="77777777"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6B98BE" w14:textId="77777777"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5DCFB246" w14:textId="77777777" w:rsidR="007F4D14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</w:t>
            </w:r>
            <w:proofErr w:type="spellStart"/>
            <w:r>
              <w:rPr>
                <w:sz w:val="16"/>
                <w:szCs w:val="16"/>
                <w:lang w:val="en-US"/>
              </w:rPr>
              <w:t>repor</w:t>
            </w:r>
            <w:proofErr w:type="spellEnd"/>
          </w:p>
          <w:p w14:paraId="03F70E03" w14:textId="77777777" w:rsidR="00E30DAC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</w:t>
            </w:r>
            <w:proofErr w:type="spellStart"/>
            <w:r>
              <w:rPr>
                <w:sz w:val="16"/>
                <w:szCs w:val="16"/>
                <w:lang w:val="en-US"/>
              </w:rPr>
              <w:t>report</w:t>
            </w:r>
            <w:r w:rsidR="00E30DAC">
              <w:rPr>
                <w:sz w:val="16"/>
                <w:szCs w:val="16"/>
                <w:lang w:val="en-US"/>
              </w:rPr>
              <w:t>t</w:t>
            </w:r>
            <w:proofErr w:type="spellEnd"/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E12FC1" w14:textId="77777777"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14:paraId="6E8067F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8A6C6B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6E1FC2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C53BFA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9AD23E" w14:textId="77777777"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14DC8643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F226273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27B442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3B4A0E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94BB26" w14:textId="77777777"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186C90A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B1769B7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3F8637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0CEC2F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CD98D3" w14:textId="77777777"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0D76CE6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F5FA69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945A45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57F7E3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CD8BBD" w14:textId="77777777" w:rsidR="000A42B3" w:rsidRPr="00E92FEF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555084E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1D9A2E8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4B756D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E49397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FEDC27" w14:textId="77777777" w:rsidR="003710B8" w:rsidRPr="00E92FEF" w:rsidRDefault="003710B8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F484C" w:rsidRPr="00CC2F42" w14:paraId="4562124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D078FBA" w14:textId="77777777" w:rsidR="007F484C" w:rsidRPr="00CC2F42" w:rsidRDefault="007F484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218512" w14:textId="77777777" w:rsidR="007F484C" w:rsidRDefault="007F484C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7EFAEDB5" w14:textId="77777777" w:rsidR="007F484C" w:rsidRPr="00CC2F42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7E47CA" w14:textId="77777777" w:rsidR="007F484C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36950725" w14:textId="77777777" w:rsidR="007F484C" w:rsidRPr="00CC2F42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3FEC8A" w14:textId="77777777" w:rsidR="007F484C" w:rsidRPr="00FB032A" w:rsidRDefault="007F484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14:paraId="2EA6778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64AEDF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9582DE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CA6108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F93656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73F3DB4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45553B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E39FAF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71E1F4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F61E43" w14:textId="77777777"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14:paraId="47BE8A8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D2F7AE5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8A9036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CB4C8C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446409" w14:textId="77777777"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15A8E963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3D648E4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B754D3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3E288C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A6737B" w14:textId="77777777"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3206B4A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C0E3B2F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0120BD" w14:textId="77777777"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51C202" w14:textId="77777777"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8CAE46" w14:textId="77777777" w:rsidR="000A42B3" w:rsidRPr="00FB032A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 xml:space="preserve">Voted Amend.1 (but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0A42B3" w:rsidRPr="00CC2F42" w14:paraId="492EE2AC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4E5DB6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6DFB8A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57B09A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1EEB1E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710B8" w:rsidRPr="00CC2F42" w14:paraId="58E49C5E" w14:textId="77777777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BAB53B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3C75C9E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238FE79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F876970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554FA235" w14:textId="77777777" w:rsidR="000A42B3" w:rsidRDefault="000A42B3" w:rsidP="0031359C">
      <w:pPr>
        <w:pStyle w:val="H23G"/>
      </w:pPr>
      <w:r w:rsidRPr="00CC2F42">
        <w:br w:type="page"/>
      </w:r>
      <w:r w:rsidRPr="00CC2F42">
        <w:tab/>
      </w:r>
      <w:r w:rsidRPr="00CC2F42">
        <w:tab/>
      </w:r>
      <w:r w:rsidR="0021389E">
        <w:t>UN GTR</w:t>
      </w:r>
      <w:r w:rsidRPr="00CC2F42">
        <w:t xml:space="preserve"> No. 1</w:t>
      </w:r>
      <w:r>
        <w:t>3</w:t>
      </w:r>
      <w:r w:rsidRPr="00CC2F42">
        <w:t xml:space="preserve"> </w:t>
      </w:r>
      <w:r w:rsidR="006E1E56">
        <w:t>–</w:t>
      </w:r>
      <w:r w:rsidRPr="00CC2F42">
        <w:t xml:space="preserve"> </w:t>
      </w:r>
      <w:r w:rsidR="006E1E56">
        <w:t xml:space="preserve">Global technical regulation </w:t>
      </w:r>
      <w:r w:rsidR="00BA11AF">
        <w:t>o</w:t>
      </w:r>
      <w:r w:rsidR="006E1E56">
        <w:t xml:space="preserve">n </w:t>
      </w:r>
      <w:r w:rsidR="006E1E56" w:rsidRPr="0031359C">
        <w:t>hydrogen</w:t>
      </w:r>
      <w:r w:rsidR="006E1E56">
        <w:t xml:space="preserve"> and fuel cell vehicles</w:t>
      </w:r>
    </w:p>
    <w:p w14:paraId="6B0E9FD8" w14:textId="77777777"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>
        <w:rPr>
          <w:rStyle w:val="H4GChar"/>
          <w:i w:val="0"/>
        </w:rPr>
        <w:t>27.06.2013</w:t>
      </w:r>
    </w:p>
    <w:p w14:paraId="2B172472" w14:textId="77777777"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3</w:t>
      </w:r>
      <w:r w:rsidRPr="00CC2F42">
        <w:t xml:space="preserve"> dated </w:t>
      </w:r>
      <w:r>
        <w:t>25.07.2013</w:t>
      </w:r>
    </w:p>
    <w:p w14:paraId="31DDF05F" w14:textId="77777777" w:rsidR="000A42B3" w:rsidRPr="00CC2F42" w:rsidRDefault="000A42B3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14:paraId="2A5B46E0" w14:textId="77777777" w:rsidR="000A42B3" w:rsidRPr="00CC2F42" w:rsidRDefault="000A42B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6E1E56" w:rsidRPr="006E1E56">
        <w:t>2</w:t>
      </w:r>
      <w:r w:rsidR="00D0055E">
        <w:t>6</w:t>
      </w:r>
      <w:r w:rsidRPr="006E1E56">
        <w:t>.</w:t>
      </w:r>
      <w:r w:rsidR="006E1E56" w:rsidRPr="006E1E56">
        <w:t>0</w:t>
      </w:r>
      <w:r w:rsidR="00D0055E">
        <w:t>8</w:t>
      </w:r>
      <w:r w:rsidRPr="006E1E56">
        <w:t>.20</w:t>
      </w:r>
      <w:r w:rsidR="006E1E56" w:rsidRPr="006E1E56">
        <w:t>1</w:t>
      </w:r>
      <w:r w:rsidR="005319FE">
        <w:t>4</w:t>
      </w:r>
      <w:r w:rsidRPr="006E1E56">
        <w:t xml:space="preserve"> then each </w:t>
      </w:r>
      <w:r w:rsidR="006E1E56" w:rsidRPr="006E1E56">
        <w:t>2</w:t>
      </w:r>
      <w:r w:rsidR="00D0055E">
        <w:t>6</w:t>
      </w:r>
      <w:r w:rsidRPr="006E1E56">
        <w:t>.</w:t>
      </w:r>
      <w:r w:rsidR="006E1E56" w:rsidRPr="006E1E56">
        <w:t>0</w:t>
      </w:r>
      <w:r w:rsidR="00D0055E"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14:paraId="417E02AC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ABADB77" w14:textId="77777777"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D8220C6" w14:textId="77777777"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4301CC7" w14:textId="77777777"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4CCD7C3" w14:textId="77777777" w:rsidR="000A42B3" w:rsidRPr="00CC2F42" w:rsidRDefault="004172F3" w:rsidP="00DE3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D3106" w:rsidRPr="00CC2F42" w14:paraId="0DB202CC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A39481E" w14:textId="77777777"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4F83CA4" w14:textId="77777777" w:rsidR="002D3106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  <w:p w14:paraId="22907341" w14:textId="223B5E0F" w:rsidR="006E6ED8" w:rsidRPr="00CC2F42" w:rsidRDefault="006E6ED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20DE56D" w14:textId="77777777" w:rsidR="002D3106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14:paraId="1AA23B9D" w14:textId="01ED7C01" w:rsidR="006E6ED8" w:rsidRPr="00CC2F42" w:rsidRDefault="006E6ED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6E6ED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CD5B5F3" w14:textId="77777777"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14:paraId="1CA7DBC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220595" w14:textId="77777777" w:rsidR="000A42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3CE4D2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230EE6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FF8541" w14:textId="77777777"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5AD92D5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A7B1AA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57CC6E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4A7399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41940A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14:paraId="1FEE824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ADE136" w14:textId="77777777"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A5B6B3" w14:textId="77777777"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5EC1F3" w14:textId="77777777"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4367B5" w14:textId="77777777"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505A6" w:rsidRPr="00CC2F42" w14:paraId="746E4BAD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0839AE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998CED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C002DD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3ABCEA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25567" w:rsidRPr="00CC2F42" w14:paraId="2123E77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5A10A0" w14:textId="77777777"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3CAFCE" w14:textId="77777777"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3137F9" w14:textId="77777777"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3CFF88" w14:textId="77777777"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14:paraId="39BB1ED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7378A6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E86FE4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1953C6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AF9385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14:paraId="5463036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9A3F65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7EEF1D" w14:textId="77777777"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A81B2E" w14:textId="77777777"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277FEA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14:paraId="4ABFA2A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587817A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7F2273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597CCE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15BB4F" w14:textId="77777777"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50EB90A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4D0FD60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9511A2" w14:textId="77777777"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01D251D1" w14:textId="77777777"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9969DB" w14:textId="77777777"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47EF9D6" w14:textId="77777777"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435A4A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14:paraId="3D7A79D3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819A40B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B7357B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8B7059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61D6CE" w14:textId="77777777"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2E3FD93D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EA05717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39D31E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64DD7F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922270" w14:textId="77777777"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62A8C90D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27DB5A0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ADAB5F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9412BC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9F8B1D" w14:textId="77777777"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6C0DFFD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035D8C2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C94692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A51C71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40F544" w14:textId="77777777" w:rsidR="003710B8" w:rsidRPr="00FB032A" w:rsidRDefault="003710B8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0A42B3" w:rsidRPr="00CC2F42" w14:paraId="30DEFDB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01D3957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2DB538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8DED7F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DD1E45" w14:textId="77777777"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25DCB88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5B8BF67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93D5C4" w14:textId="77777777" w:rsidR="000F41A8" w:rsidRDefault="000F41A8" w:rsidP="000F41A8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017CAA15" w14:textId="77777777" w:rsidR="000A42B3" w:rsidRDefault="000F41A8" w:rsidP="000F41A8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14:paraId="26958DFE" w14:textId="77777777" w:rsidR="005D34E3" w:rsidRDefault="002D2794" w:rsidP="000F41A8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  <w:r w:rsidR="005D34E3">
              <w:rPr>
                <w:sz w:val="16"/>
                <w:szCs w:val="16"/>
              </w:rPr>
              <w:t>.10.17</w:t>
            </w:r>
          </w:p>
          <w:p w14:paraId="5275231D" w14:textId="77777777" w:rsidR="00D10547" w:rsidRPr="00CC2F42" w:rsidRDefault="00D10547" w:rsidP="000F41A8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D0ECB5" w14:textId="77777777" w:rsidR="000A42B3" w:rsidRDefault="000F41A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0F41A8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5415C3C1" w14:textId="77777777" w:rsidR="000F41A8" w:rsidRDefault="000F41A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F41A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6203A172" w14:textId="77777777" w:rsidR="005D34E3" w:rsidRDefault="005D34E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5D34E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055868E" w14:textId="77777777" w:rsidR="00D10547" w:rsidRPr="00CC2F42" w:rsidRDefault="00D1054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17BDE5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14:paraId="715835B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A0180B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C72148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54A558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57E0CF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26B48C2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012CFD7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BC5F78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A75BCD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79C62D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14:paraId="37E2C1D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772A6C3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746FD1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F26AD7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F95946" w14:textId="77777777"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128BBF3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339680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2158DD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5AB7C8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492E8E" w14:textId="77777777"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14:paraId="537FD12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633CC0C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279E23" w14:textId="77777777"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EA966F" w14:textId="77777777"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9A1E0E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14:paraId="4290A625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986DB38" w14:textId="77777777"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94D353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7C0B24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C444CF" w14:textId="77777777"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710B8" w:rsidRPr="00CC2F42" w14:paraId="41D81268" w14:textId="77777777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42B754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47FDBD9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821CE81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3FBE6F5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1946EB9D" w14:textId="77777777" w:rsidR="001E1AEA" w:rsidRPr="006224E1" w:rsidRDefault="001E1AEA" w:rsidP="001E1AEA">
      <w:pPr>
        <w:pStyle w:val="H23G"/>
        <w:rPr>
          <w:lang w:val="es-AR"/>
        </w:rPr>
      </w:pPr>
      <w:r w:rsidRPr="006224E1">
        <w:rPr>
          <w:lang w:val="es-AR"/>
        </w:rPr>
        <w:br w:type="page"/>
      </w:r>
      <w:r w:rsidRPr="006224E1">
        <w:rPr>
          <w:lang w:val="es-AR"/>
        </w:rPr>
        <w:tab/>
      </w:r>
      <w:r w:rsidRPr="006224E1">
        <w:rPr>
          <w:lang w:val="es-AR"/>
        </w:rPr>
        <w:tab/>
      </w:r>
      <w:r w:rsidR="0021389E">
        <w:rPr>
          <w:lang w:val="es-AR"/>
        </w:rPr>
        <w:t>UN GTR</w:t>
      </w:r>
      <w:r w:rsidRPr="006224E1">
        <w:rPr>
          <w:lang w:val="es-AR"/>
        </w:rPr>
        <w:t xml:space="preserve"> No. 14 –</w:t>
      </w:r>
      <w:r w:rsidR="00C86E68" w:rsidRPr="006224E1">
        <w:rPr>
          <w:lang w:val="es-AR"/>
        </w:rPr>
        <w:t xml:space="preserve"> </w:t>
      </w:r>
      <w:r w:rsidRPr="006224E1">
        <w:rPr>
          <w:lang w:val="es-AR"/>
        </w:rPr>
        <w:t xml:space="preserve">Pole </w:t>
      </w:r>
      <w:proofErr w:type="spellStart"/>
      <w:r w:rsidRPr="006224E1">
        <w:rPr>
          <w:lang w:val="es-AR"/>
        </w:rPr>
        <w:t>Side</w:t>
      </w:r>
      <w:proofErr w:type="spellEnd"/>
      <w:r w:rsidRPr="006224E1">
        <w:rPr>
          <w:lang w:val="es-AR"/>
        </w:rPr>
        <w:t xml:space="preserve"> </w:t>
      </w:r>
      <w:proofErr w:type="spellStart"/>
      <w:r w:rsidRPr="006224E1">
        <w:rPr>
          <w:lang w:val="es-AR"/>
        </w:rPr>
        <w:t>Impact</w:t>
      </w:r>
      <w:proofErr w:type="spellEnd"/>
      <w:r w:rsidR="009F555F" w:rsidRPr="006224E1">
        <w:rPr>
          <w:lang w:val="es-AR"/>
        </w:rPr>
        <w:t xml:space="preserve"> (PSI)</w:t>
      </w:r>
    </w:p>
    <w:p w14:paraId="50C9929E" w14:textId="77777777" w:rsidR="001E1AEA" w:rsidRPr="007E0BEA" w:rsidRDefault="001E1AEA" w:rsidP="001E1AEA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13.11.2013</w:t>
      </w:r>
    </w:p>
    <w:p w14:paraId="600A9428" w14:textId="77777777" w:rsidR="001E1AEA" w:rsidRPr="00BA11AF" w:rsidRDefault="001E1AEA" w:rsidP="001E1AEA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4</w:t>
      </w:r>
      <w:r w:rsidRPr="00CC2F42">
        <w:t xml:space="preserve"> dated </w:t>
      </w:r>
      <w:r>
        <w:t>15.01.2014</w:t>
      </w:r>
    </w:p>
    <w:p w14:paraId="10E2BDCB" w14:textId="77777777" w:rsidR="001E1AEA" w:rsidRPr="00CC2F42" w:rsidRDefault="001E1AEA" w:rsidP="001E1AEA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6597C081" w14:textId="77777777" w:rsidR="001E1AEA" w:rsidRPr="00CC2F42" w:rsidRDefault="001E1AEA" w:rsidP="001E1AEA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12</w:t>
      </w:r>
      <w:r w:rsidRPr="006E1E56">
        <w:t>.0</w:t>
      </w:r>
      <w:r>
        <w:t>1</w:t>
      </w:r>
      <w:r w:rsidRPr="006E1E56">
        <w:t>.201</w:t>
      </w:r>
      <w:r>
        <w:t>5</w:t>
      </w:r>
      <w:r w:rsidRPr="006E1E56">
        <w:t xml:space="preserve"> then each </w:t>
      </w:r>
      <w:r>
        <w:t>12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E1AEA" w:rsidRPr="00CC2F42" w14:paraId="50834269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9C0F1B4" w14:textId="77777777" w:rsidR="001E1AEA" w:rsidRPr="00CC2F42" w:rsidRDefault="001E1AEA" w:rsidP="00445BCA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A053BE4" w14:textId="77777777" w:rsidR="001E1AEA" w:rsidRPr="00CC2F42" w:rsidRDefault="001E1AEA" w:rsidP="00445BCA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5D767D4" w14:textId="77777777" w:rsidR="001E1AEA" w:rsidRPr="00CC2F42" w:rsidRDefault="001E1AEA" w:rsidP="00445BCA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3B70D39" w14:textId="77777777" w:rsidR="001E1AEA" w:rsidRPr="00CC2F42" w:rsidRDefault="004172F3" w:rsidP="00445BCA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1E1AEA" w:rsidRPr="00CC2F42" w14:paraId="7CC28CF3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69795FA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0617DE0" w14:textId="77777777" w:rsidR="001E1AEA" w:rsidRPr="00CC2F42" w:rsidRDefault="00051B3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09.02.16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726BCFD" w14:textId="77777777" w:rsidR="001E1AEA" w:rsidRPr="00CC2F42" w:rsidRDefault="00051B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42CFBBE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14:paraId="7B0E506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A639E4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07C428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FD14AF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0F7BD4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5C7C2975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2F57D5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496D1C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EB7FD9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9475E8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E1AEA" w:rsidRPr="00CC2F42" w14:paraId="305199D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4F6817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58F420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9A4B2F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4348EF" w14:textId="77777777" w:rsidR="001E1AEA" w:rsidRPr="001E1AEA" w:rsidRDefault="00C14342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="001E1AEA"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8505A6" w:rsidRPr="00CC2F42" w14:paraId="23CEE03D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88B776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F2FB9E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AB9665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B56ACC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25567" w:rsidRPr="00CC2F42" w14:paraId="27BCDF1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7D4C9D" w14:textId="77777777"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F115AD" w14:textId="77777777"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D9643D" w14:textId="77777777"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E7628F" w14:textId="77777777"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14:paraId="6FF3EC6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3C758B7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A31269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062D3F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02A154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14:paraId="0EED0D2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BC02F69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E7B7D2" w14:textId="77777777" w:rsidR="001E1AEA" w:rsidRDefault="005C55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24.02.15</w:t>
            </w:r>
          </w:p>
          <w:p w14:paraId="5283C3B0" w14:textId="77777777" w:rsidR="002C6C6A" w:rsidRPr="00CC2F42" w:rsidRDefault="002C6C6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F70CF5" w14:textId="77777777" w:rsidR="001E1AEA" w:rsidRDefault="005C55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57B8DA8F" w14:textId="77777777" w:rsidR="002C6C6A" w:rsidRPr="00CC2F42" w:rsidRDefault="002C6C6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A58BB2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14:paraId="164171E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71E2A58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4B4D02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D613CE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C283A7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14:paraId="1FBBF780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7BAF199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D35626" w14:textId="77777777" w:rsidR="001E1AEA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14:paraId="0B9CA1EF" w14:textId="77777777"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14:paraId="12FD1529" w14:textId="77777777"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217660" w14:textId="77777777" w:rsidR="001E1AEA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8C7085C" w14:textId="77777777"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6986FD6" w14:textId="77777777"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074A58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14:paraId="33840D0C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912A1B3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D20C59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306E46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035941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14:paraId="0A8D3F3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BF557B4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328622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509600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975B10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14:paraId="022892F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7BF08FB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C86385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9EB317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496807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61F1924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99AA69B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F66DD6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E0A04E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72AA06" w14:textId="77777777" w:rsidR="003710B8" w:rsidRPr="00FB032A" w:rsidRDefault="003710B8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E1AEA" w:rsidRPr="00CC2F42" w14:paraId="6881B65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B858F6E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DC1613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47A9B3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4606DB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14:paraId="1A8C0EE5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33CAC40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A8F721" w14:textId="77777777" w:rsidR="006A1CC2" w:rsidRDefault="006A1CC2" w:rsidP="006A1CC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421D8BB3" w14:textId="77777777" w:rsidR="001E1AEA" w:rsidRDefault="006A1CC2" w:rsidP="006A1CC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14:paraId="02851C49" w14:textId="77777777" w:rsidR="002D2794" w:rsidRDefault="002D2794" w:rsidP="006A1CC2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09.10.17</w:t>
            </w:r>
          </w:p>
          <w:p w14:paraId="479AD038" w14:textId="77777777" w:rsidR="00D10547" w:rsidRPr="00CC2F42" w:rsidRDefault="00D10547" w:rsidP="006A1CC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32DAED" w14:textId="77777777" w:rsidR="001E1AEA" w:rsidRDefault="006A1CC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A1CC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F0573C3" w14:textId="77777777" w:rsidR="006A1CC2" w:rsidRDefault="006A1CC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6A1CC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1F36EC7D" w14:textId="77777777" w:rsidR="00982B13" w:rsidRDefault="00982B1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982B1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191B396D" w14:textId="77777777" w:rsidR="00D10547" w:rsidRPr="00CC2F42" w:rsidRDefault="00D1054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76BF0C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14:paraId="79C7CA1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243160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86DC9C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CA1102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FB4661" w14:textId="77777777"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14:paraId="405902A3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0A169F8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6B01D2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31AE01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ED4411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14:paraId="550A6FE6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1C7057A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29E021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881E6A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03ACD7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14:paraId="5CAC488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C73A273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2BCBBA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337004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5D344D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14:paraId="20F5CDA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6886F1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0DA218" w14:textId="77777777" w:rsidR="001E1AEA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1044B1" w14:textId="77777777" w:rsidR="001E1AEA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280933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14:paraId="42F8A936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0DE8D1B" w14:textId="77777777"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D802B3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EC6837" w14:textId="77777777"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66E1FE" w14:textId="77777777" w:rsidR="001E1AEA" w:rsidRPr="00CC2F42" w:rsidRDefault="00C1434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3710B8" w:rsidRPr="00CC2F42" w14:paraId="562D483B" w14:textId="77777777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805196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DC6C095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CD6ECD8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C48F6B5" w14:textId="77777777" w:rsidR="003710B8" w:rsidRPr="00FB032A" w:rsidRDefault="003710B8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2238EE68" w14:textId="77777777" w:rsidR="009F555F" w:rsidRDefault="00C86E68" w:rsidP="009F555F">
      <w:pPr>
        <w:pStyle w:val="H23G"/>
      </w:pPr>
      <w:r>
        <w:br w:type="page"/>
      </w:r>
      <w:r w:rsidR="009F555F" w:rsidRPr="00CC2F42">
        <w:tab/>
      </w:r>
      <w:r w:rsidR="009F555F" w:rsidRPr="00CC2F42">
        <w:tab/>
      </w:r>
      <w:r w:rsidR="0021389E">
        <w:t>UN GTR</w:t>
      </w:r>
      <w:r w:rsidR="009F555F" w:rsidRPr="00CC2F42">
        <w:t xml:space="preserve"> No. 1</w:t>
      </w:r>
      <w:r w:rsidR="009F555F">
        <w:t>5</w:t>
      </w:r>
      <w:r w:rsidR="009F555F" w:rsidRPr="00CC2F42">
        <w:t xml:space="preserve"> </w:t>
      </w:r>
      <w:r w:rsidR="009F555F">
        <w:t>– World harmonized Light vehicle Test Procedures (WLTP)</w:t>
      </w:r>
    </w:p>
    <w:p w14:paraId="7D1EBFA1" w14:textId="77777777" w:rsidR="009F555F" w:rsidRPr="007E0BEA" w:rsidRDefault="009F555F" w:rsidP="009F555F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12.03.2014</w:t>
      </w:r>
    </w:p>
    <w:p w14:paraId="1FAA7801" w14:textId="77777777" w:rsidR="009F555F" w:rsidRPr="00BA11AF" w:rsidRDefault="009F555F" w:rsidP="009F555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</w:t>
      </w:r>
      <w:r w:rsidRPr="00CC2F42">
        <w:t xml:space="preserve"> dated </w:t>
      </w:r>
      <w:r w:rsidR="00780ED9">
        <w:t>13.06</w:t>
      </w:r>
      <w:r>
        <w:t>.2014</w:t>
      </w:r>
    </w:p>
    <w:p w14:paraId="69CA8338" w14:textId="77777777" w:rsidR="009F555F" w:rsidRPr="00CC2F42" w:rsidRDefault="009F555F" w:rsidP="009F555F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1918F8C7" w14:textId="77777777" w:rsidR="009F555F" w:rsidRPr="00CC2F42" w:rsidRDefault="009F555F" w:rsidP="009F555F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12</w:t>
      </w:r>
      <w:r w:rsidRPr="006E1E56">
        <w:t>.0</w:t>
      </w:r>
      <w:r>
        <w:t>5</w:t>
      </w:r>
      <w:r w:rsidRPr="006E1E56">
        <w:t>.201</w:t>
      </w:r>
      <w:r>
        <w:t>5</w:t>
      </w:r>
      <w:r w:rsidRPr="006E1E56">
        <w:t xml:space="preserve"> then each </w:t>
      </w:r>
      <w:r>
        <w:t>12</w:t>
      </w:r>
      <w:r w:rsidRPr="006E1E56">
        <w:t>.0</w:t>
      </w:r>
      <w:r>
        <w:t>5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F555F" w:rsidRPr="00CC2F42" w14:paraId="009AD9F3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E0CA050" w14:textId="77777777" w:rsidR="009F555F" w:rsidRPr="00CC2F42" w:rsidRDefault="009F555F" w:rsidP="008047DE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56F1BD7" w14:textId="77777777" w:rsidR="009F555F" w:rsidRPr="00CC2F42" w:rsidRDefault="009F555F" w:rsidP="008047DE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28BEDD5" w14:textId="77777777" w:rsidR="009F555F" w:rsidRPr="00CC2F42" w:rsidRDefault="009F555F" w:rsidP="008047DE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D2FDF6C" w14:textId="77777777" w:rsidR="009F555F" w:rsidRPr="00CC2F42" w:rsidRDefault="004172F3" w:rsidP="008047DE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F555F" w:rsidRPr="00CC2F42" w14:paraId="06868776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FA7FD18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AA555F0" w14:textId="3A000441" w:rsidR="009F555F" w:rsidRPr="00CC2F42" w:rsidRDefault="008F3DC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3DEC3C9" w14:textId="2942D445" w:rsidR="009F555F" w:rsidRPr="00CC2F42" w:rsidRDefault="008F3DC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F3DC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409C992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14:paraId="742807C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076DCA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0BD9DE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B1DA50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10FF89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6899C37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BE60EA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98B6C5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A85B2B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BE2B8F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555F" w:rsidRPr="00CC2F42" w14:paraId="0906B0DD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EDC1F7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3710F9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92FE31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2E808E" w14:textId="77777777" w:rsidR="009F555F" w:rsidRPr="001E1AEA" w:rsidRDefault="009F555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8505A6" w:rsidRPr="00CC2F42" w14:paraId="450C212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BBC9B4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35D9CE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F17E63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8A91E8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F555F" w:rsidRPr="00CC2F42" w14:paraId="4D8E52FD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60FE5A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0AC872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B879BB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22DD3D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14:paraId="2821810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81287FA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F77A62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1EBF0C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93E0BD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14:paraId="2D0EBA7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8600FF6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51141B" w14:textId="77777777" w:rsidR="009F555F" w:rsidRDefault="00A7517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11.05.</w:t>
            </w:r>
            <w:r w:rsidRPr="00A7517E">
              <w:rPr>
                <w:sz w:val="16"/>
                <w:szCs w:val="16"/>
                <w:lang w:val="en-US"/>
              </w:rPr>
              <w:t>15</w:t>
            </w:r>
          </w:p>
          <w:p w14:paraId="297D0B14" w14:textId="77777777" w:rsidR="000A2958" w:rsidRDefault="006D600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26.04.16</w:t>
            </w:r>
          </w:p>
          <w:p w14:paraId="3D1ECBBE" w14:textId="77777777" w:rsidR="0035134F" w:rsidRPr="00CC2F42" w:rsidRDefault="00241AD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7B0AD1" w14:textId="77777777" w:rsidR="009F555F" w:rsidRDefault="00A7517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85AE91D" w14:textId="77777777" w:rsidR="000A2958" w:rsidRDefault="000A295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62ADDAAB" w14:textId="77777777" w:rsidR="00241ADA" w:rsidRPr="00CC2F42" w:rsidRDefault="00241AD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AAC9DB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14:paraId="0E5B30E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9133966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8DC84F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4A58C4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3C176B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14:paraId="0CFEE5A3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6FB6E7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C8A377" w14:textId="77777777" w:rsidR="009F555F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14:paraId="17340D7C" w14:textId="77777777"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F60E30" w14:textId="77777777" w:rsidR="009F555F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748B0D7E" w14:textId="77777777"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91949C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14:paraId="03C1036C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9BC6433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5CC508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FF88D6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317E25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14:paraId="7166DC6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EACFFA2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D7A292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84A823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330C2C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14:paraId="07922AC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237042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965709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95E3EA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55545B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3F117960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D802116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820816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7CE539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727C26" w14:textId="77777777" w:rsidR="003710B8" w:rsidRPr="00FB032A" w:rsidRDefault="003710B8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555F" w:rsidRPr="00CC2F42" w14:paraId="61C6EE8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C6A1ADD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955299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8E87E7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009E54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14:paraId="3CF5EAFE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7BAA91C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F663C0" w14:textId="77777777" w:rsidR="00C569A5" w:rsidRDefault="00C569A5" w:rsidP="00C569A5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0D5D88A8" w14:textId="77777777" w:rsidR="009F555F" w:rsidRDefault="00C569A5" w:rsidP="00C569A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14:paraId="58504895" w14:textId="77777777" w:rsidR="00982B13" w:rsidRDefault="00982B13" w:rsidP="00C569A5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09.10.17</w:t>
            </w:r>
          </w:p>
          <w:p w14:paraId="1AFD54C6" w14:textId="77777777" w:rsidR="00D10547" w:rsidRPr="00CC2F42" w:rsidRDefault="00D10547" w:rsidP="00C569A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A9DED7" w14:textId="77777777" w:rsidR="00B4637D" w:rsidRDefault="00B4637D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6D68658" w14:textId="77777777" w:rsidR="009F555F" w:rsidRDefault="00B4637D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EECA634" w14:textId="77777777" w:rsidR="00982B13" w:rsidRDefault="00982B13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982B1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7B0D044" w14:textId="77777777" w:rsidR="00D10547" w:rsidRPr="00CC2F42" w:rsidRDefault="00D10547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327D18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6E0" w:rsidRPr="00CC2F42" w14:paraId="26B1133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44F3FB" w14:textId="77777777"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50B8A2" w14:textId="77777777"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C7C729" w14:textId="77777777"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306575" w14:textId="77777777"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14:paraId="14C961B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23A28E6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3FE130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AEBBFC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6EB2AD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14:paraId="425642A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CB5FB7A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7D3CEE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97467C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77DC96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14:paraId="350E822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247EA8C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FDA33A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6B9B8C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3B3288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14:paraId="0EADADBD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8A481B8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111802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D2C5FD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025CC4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14:paraId="46C2FCB4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7EED9BE" w14:textId="77777777"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241CB2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6DCE3A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8D60B0" w14:textId="77777777"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3710B8" w:rsidRPr="00CC2F42" w14:paraId="782D8E88" w14:textId="77777777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656B25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ACC378A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77BA5D0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D94FFFF" w14:textId="77777777" w:rsidR="003710B8" w:rsidRPr="00FB032A" w:rsidRDefault="003710B8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06C200C1" w14:textId="77777777" w:rsidR="009F7932" w:rsidRDefault="00780ED9" w:rsidP="009F7932">
      <w:pPr>
        <w:pStyle w:val="H23G"/>
      </w:pPr>
      <w:r>
        <w:br w:type="page"/>
      </w:r>
      <w:r w:rsidR="009F7932" w:rsidRPr="00CC2F42">
        <w:tab/>
      </w:r>
      <w:r w:rsidR="009F7932" w:rsidRPr="00CC2F42">
        <w:tab/>
      </w:r>
      <w:r w:rsidR="0021389E">
        <w:t>UN GTR</w:t>
      </w:r>
      <w:r w:rsidR="009F7932" w:rsidRPr="00CC2F42">
        <w:t xml:space="preserve"> No. 1</w:t>
      </w:r>
      <w:r w:rsidR="009F7932">
        <w:t>5</w:t>
      </w:r>
      <w:r w:rsidR="009F7932" w:rsidRPr="00CC2F42">
        <w:t xml:space="preserve"> </w:t>
      </w:r>
      <w:r w:rsidR="009F7932">
        <w:t xml:space="preserve">– </w:t>
      </w:r>
      <w:r w:rsidR="009F7932" w:rsidRPr="00653A0F">
        <w:t xml:space="preserve">Amend. </w:t>
      </w:r>
      <w:r w:rsidR="009F7932" w:rsidRPr="00CC2F42">
        <w:t>1</w:t>
      </w:r>
      <w:r w:rsidR="009F7932">
        <w:t xml:space="preserve"> – World harmonized Light vehicle Test Procedures (WLTP)</w:t>
      </w:r>
    </w:p>
    <w:p w14:paraId="5BA39DA4" w14:textId="77777777" w:rsidR="009F7932" w:rsidRPr="007E0BEA" w:rsidRDefault="009F7932" w:rsidP="009F7932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</w:t>
      </w:r>
      <w:r w:rsidR="00C05123">
        <w:rPr>
          <w:rStyle w:val="H4GChar"/>
          <w:i w:val="0"/>
        </w:rPr>
        <w:t>6</w:t>
      </w:r>
    </w:p>
    <w:p w14:paraId="2EE378E4" w14:textId="77777777" w:rsidR="009F7932" w:rsidRPr="00BA11AF" w:rsidRDefault="009F7932" w:rsidP="009F7932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5/Amend.1</w:t>
      </w:r>
      <w:r w:rsidRPr="00CC2F42">
        <w:t xml:space="preserve"> </w:t>
      </w:r>
      <w:proofErr w:type="gramStart"/>
      <w:r w:rsidRPr="00CC2F42">
        <w:t xml:space="preserve">dated </w:t>
      </w:r>
      <w:r w:rsidR="00106698">
        <w:t xml:space="preserve"> 01</w:t>
      </w:r>
      <w:r>
        <w:t>.03.2017</w:t>
      </w:r>
      <w:proofErr w:type="gramEnd"/>
    </w:p>
    <w:p w14:paraId="67A19446" w14:textId="77777777" w:rsidR="009F7932" w:rsidRPr="00CC2F42" w:rsidRDefault="009F7932" w:rsidP="009F7932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3CC22C47" w14:textId="77777777" w:rsidR="009F7932" w:rsidRPr="00CC2F42" w:rsidRDefault="009F7932" w:rsidP="009F7932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F7932" w:rsidRPr="00CC2F42" w14:paraId="6BD11AD0" w14:textId="77777777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0297A63" w14:textId="77777777" w:rsidR="009F7932" w:rsidRPr="00CC2F42" w:rsidRDefault="009F793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248CC3B" w14:textId="77777777" w:rsidR="009F7932" w:rsidRPr="00CC2F42" w:rsidRDefault="009F7932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DCFC9FA" w14:textId="77777777" w:rsidR="009F7932" w:rsidRPr="00CC2F42" w:rsidRDefault="009F793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7845C2E" w14:textId="77777777" w:rsidR="009F7932" w:rsidRPr="00CC2F42" w:rsidRDefault="004172F3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F7932" w:rsidRPr="00CC2F42" w14:paraId="1E38C2EE" w14:textId="77777777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FFE900D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3E9318A" w14:textId="2B83617F" w:rsidR="009F7932" w:rsidRPr="00CC2F42" w:rsidRDefault="005842DC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41E6DC6" w14:textId="0E38B6C8" w:rsidR="009F7932" w:rsidRPr="00CC2F42" w:rsidRDefault="005842DC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842D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E661B79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14:paraId="01068AFD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9AF35D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76F488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8FAC4C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D1B481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14:paraId="43BCBD72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0EC261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440578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927FC6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3C84BB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7932" w:rsidRPr="00CC2F42" w14:paraId="22C29750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BC8B25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32D4EB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1F2A57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A825E5" w14:textId="77777777" w:rsidR="009F7932" w:rsidRPr="001E1AEA" w:rsidRDefault="009F793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8505A6" w:rsidRPr="00CC2F42" w14:paraId="3A61D14E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3398BA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76E80B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B0CAFC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67E8FB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F7932" w:rsidRPr="00CC2F42" w14:paraId="164ED21A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A77B5F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34C3C8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478216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5642D5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14:paraId="4D69F845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8DEF86C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ED444A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61AACB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E1F467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14:paraId="6A405E39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5665BA2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D65D9E" w14:textId="77777777" w:rsidR="009F7932" w:rsidRPr="00CC2F42" w:rsidRDefault="0035134F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29.05.17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D27BB3" w14:textId="77777777" w:rsidR="009F7932" w:rsidRPr="00CC2F42" w:rsidRDefault="0035134F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E03AE6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14:paraId="340C1D1D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6B9449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249DB8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C37694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A90AB2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14:paraId="465276A7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FC5C231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B7B7C7" w14:textId="77777777" w:rsidR="009F7932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122F4C" w14:textId="77777777" w:rsidR="009F7932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AD66EC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14:paraId="4A6F308D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49EB584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A6626B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1A7812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7CEBCE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9F7932" w:rsidRPr="00CC2F42" w14:paraId="44CCB12E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6A66E96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ED3068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66DD4B" w14:textId="77777777" w:rsidR="009F7932" w:rsidRPr="00C05123" w:rsidRDefault="009F793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448C72" w14:textId="77777777" w:rsidR="009F7932" w:rsidRPr="00C05123" w:rsidRDefault="00C05123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14:paraId="1EA952A2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BB5FB4A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762DF6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CDF562" w14:textId="77777777" w:rsidR="009F7932" w:rsidRPr="00CC2F42" w:rsidRDefault="001E2AF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4B8139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206C0A49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0D3CC0B" w14:textId="77777777" w:rsidR="003710B8" w:rsidRPr="00CC2F42" w:rsidRDefault="003710B8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47AEDE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0C5191" w14:textId="77777777" w:rsidR="003710B8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A1F620" w14:textId="77777777" w:rsidR="003710B8" w:rsidRPr="00FB032A" w:rsidRDefault="003710B8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7932" w:rsidRPr="00CC2F42" w14:paraId="022256D0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BD35222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02C45C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33C760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74926E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14:paraId="0E60D174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691CA9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7D7AF5" w14:textId="77777777" w:rsidR="009F7932" w:rsidRPr="007078B2" w:rsidRDefault="00D10547" w:rsidP="007078B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E2C146" w14:textId="77777777" w:rsidR="009F7932" w:rsidRPr="00CC2F42" w:rsidRDefault="00D10547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1D8414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14:paraId="6E1ED392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500EFB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5B83BC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D980E3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326A25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14:paraId="1EFE8679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FA788D8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39833C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6C7A8D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A64052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14:paraId="7A35F48C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5798D07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23FA71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4BA408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E09EB9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14:paraId="0873BF6F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2F39ACB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862201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D36C69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F2E624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14:paraId="45E03367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83BC52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DC7C10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906FB2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19B923" w14:textId="77777777" w:rsidR="009F7932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14:paraId="5812D31E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20DF64" w14:textId="77777777"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26EB87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26589D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2225DA" w14:textId="77777777"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3710B8" w:rsidRPr="00CC2F42" w14:paraId="0C964CAE" w14:textId="77777777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3A0535" w14:textId="77777777" w:rsidR="003710B8" w:rsidRPr="00CC2F42" w:rsidRDefault="003710B8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DE69DE3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344134A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5A4C13F" w14:textId="77777777" w:rsidR="003710B8" w:rsidRPr="00FB032A" w:rsidRDefault="003710B8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7D086AED" w14:textId="77777777" w:rsidR="005C40AC" w:rsidRDefault="009F7932" w:rsidP="005C40AC">
      <w:pPr>
        <w:pStyle w:val="H23G"/>
      </w:pPr>
      <w:r>
        <w:br w:type="page"/>
      </w:r>
      <w:r w:rsidR="005C40AC" w:rsidRPr="00CC2F42">
        <w:tab/>
      </w:r>
      <w:r w:rsidR="005C40AC" w:rsidRPr="00CC2F42">
        <w:tab/>
      </w:r>
      <w:r w:rsidR="0021389E">
        <w:t>UN GTR</w:t>
      </w:r>
      <w:r w:rsidR="005C40AC" w:rsidRPr="00CC2F42">
        <w:t xml:space="preserve"> No. 1</w:t>
      </w:r>
      <w:r w:rsidR="005C40AC">
        <w:t>5</w:t>
      </w:r>
      <w:r w:rsidR="005C40AC" w:rsidRPr="00CC2F42">
        <w:t xml:space="preserve"> </w:t>
      </w:r>
      <w:r w:rsidR="005C40AC">
        <w:t xml:space="preserve">– </w:t>
      </w:r>
      <w:r w:rsidR="005C40AC" w:rsidRPr="00653A0F">
        <w:t xml:space="preserve">Amend. </w:t>
      </w:r>
      <w:r w:rsidR="005C40AC">
        <w:t>2 – World harmonized Light vehicle Test Procedures (WLTP)</w:t>
      </w:r>
    </w:p>
    <w:p w14:paraId="46FAFD62" w14:textId="77777777" w:rsidR="005C40AC" w:rsidRPr="007E0BEA" w:rsidRDefault="005C40AC" w:rsidP="005C40AC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21.06.2017</w:t>
      </w:r>
    </w:p>
    <w:p w14:paraId="25D77909" w14:textId="77777777" w:rsidR="005C40AC" w:rsidRPr="00BA11AF" w:rsidRDefault="005C40AC" w:rsidP="005C40AC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5/Amend.2</w:t>
      </w:r>
      <w:r w:rsidRPr="00CC2F42">
        <w:t xml:space="preserve"> </w:t>
      </w:r>
      <w:proofErr w:type="gramStart"/>
      <w:r w:rsidRPr="00CC2F42">
        <w:t xml:space="preserve">dated </w:t>
      </w:r>
      <w:r>
        <w:t xml:space="preserve"> 04.09.2017</w:t>
      </w:r>
      <w:proofErr w:type="gramEnd"/>
    </w:p>
    <w:p w14:paraId="564B1F57" w14:textId="77777777" w:rsidR="005C40AC" w:rsidRPr="00CC2F42" w:rsidRDefault="005C40AC" w:rsidP="005C40AC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1AFE3AFA" w14:textId="77777777" w:rsidR="005C40AC" w:rsidRPr="00CC2F42" w:rsidRDefault="005C40AC" w:rsidP="005C40AC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20</w:t>
      </w:r>
      <w:r w:rsidRPr="006E1E56">
        <w:t>.0</w:t>
      </w:r>
      <w:r>
        <w:t>8</w:t>
      </w:r>
      <w:r w:rsidRPr="006E1E56">
        <w:t>.201</w:t>
      </w:r>
      <w:r>
        <w:t>8</w:t>
      </w:r>
      <w:r w:rsidRPr="006E1E56">
        <w:t xml:space="preserve"> then each </w:t>
      </w:r>
      <w:r w:rsidR="00CD022F">
        <w:t>20</w:t>
      </w:r>
      <w:r w:rsidRPr="006E1E56">
        <w:t>.0</w:t>
      </w:r>
      <w:r w:rsidR="00CD022F"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C40AC" w:rsidRPr="00CC2F42" w14:paraId="0FD0E0FD" w14:textId="77777777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62951A7" w14:textId="77777777" w:rsidR="005C40AC" w:rsidRPr="00CC2F42" w:rsidRDefault="005C40A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A2E3C6D" w14:textId="77777777" w:rsidR="005C40AC" w:rsidRPr="00CC2F42" w:rsidRDefault="005C40AC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AD0E362" w14:textId="77777777" w:rsidR="005C40AC" w:rsidRPr="00CC2F42" w:rsidRDefault="005C40A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AB012E0" w14:textId="77777777" w:rsidR="005C40AC" w:rsidRPr="00CC2F42" w:rsidRDefault="005C40AC" w:rsidP="00951966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C40AC" w:rsidRPr="00CC2F42" w14:paraId="3C6ACC2F" w14:textId="77777777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B53F392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EB40194" w14:textId="30C8C08B" w:rsidR="005C40AC" w:rsidRPr="00CC2F42" w:rsidRDefault="005842D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AAD66EE" w14:textId="4D45E1EB" w:rsidR="005C40AC" w:rsidRPr="00CC2F42" w:rsidRDefault="005842D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842D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9527BFA" w14:textId="77777777" w:rsidR="005C40AC" w:rsidRPr="00CC2F42" w:rsidRDefault="00CD022F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14:paraId="439B33BD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2800E9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B7E2AE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800699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8A102B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14:paraId="1DBFB6F0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1CA5A3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0B3F19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80769A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52C796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C40AC" w:rsidRPr="00CC2F42" w14:paraId="175F3661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D9C8D0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F9B32B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5B7021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E99754" w14:textId="77777777" w:rsidR="005C40AC" w:rsidRPr="001E1AEA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8505A6" w:rsidRPr="00CC2F42" w14:paraId="1EEC5E74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B5D7F1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2A14EF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72139B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66E1AB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5C40AC" w:rsidRPr="00CC2F42" w14:paraId="4BA25817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F03FF6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D2A691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4CFF96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F60172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14:paraId="1D886BEB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E1A56EE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85A381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DE6ACB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B3F346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14:paraId="148785C2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5A0E5A6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96CB86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0AB2B1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75F011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14:paraId="0D161003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E232531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5687BE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A24DAE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8AD4E3" w14:textId="77777777" w:rsidR="005C40AC" w:rsidRPr="00CC2F42" w:rsidRDefault="00CD022F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5C40AC" w:rsidRPr="00CC2F42" w14:paraId="36200384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2710D32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14034A" w14:textId="77777777" w:rsidR="005C40AC" w:rsidRPr="00CC2F42" w:rsidRDefault="00D92953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CF1CB4" w14:textId="77777777" w:rsidR="005C40AC" w:rsidRPr="00CC2F42" w:rsidRDefault="00D92953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8CF1AB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14:paraId="2CF3090D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533A2FE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09B0E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492515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20448F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5C40AC" w:rsidRPr="00CC2F42" w14:paraId="6AAA21BF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2AF0F2B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E59720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E36A70" w14:textId="77777777" w:rsidR="005C40AC" w:rsidRPr="00C05123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7723ED" w14:textId="77777777" w:rsidR="005C40AC" w:rsidRPr="00C05123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14:paraId="18E1F6EF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BDD96E6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F2A85C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318ABE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A47324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03C9BE47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FCAF3E9" w14:textId="77777777" w:rsidR="003710B8" w:rsidRPr="00CC2F42" w:rsidRDefault="003710B8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FBF741" w14:textId="77777777" w:rsidR="003710B8" w:rsidRPr="00CC2F42" w:rsidRDefault="003710B8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4948A3" w14:textId="77777777" w:rsidR="003710B8" w:rsidRDefault="003710B8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746EC0" w14:textId="77777777" w:rsidR="003710B8" w:rsidRPr="00FB032A" w:rsidRDefault="003710B8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C40AC" w:rsidRPr="00CC2F42" w14:paraId="672EC283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D956D73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94D5CE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DB1196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3E617D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14:paraId="10CD52CF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7E90E16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CE0416" w14:textId="77777777" w:rsidR="005C40AC" w:rsidRDefault="00F5799A" w:rsidP="0095196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</w:t>
            </w:r>
            <w:r w:rsidR="00220BE3">
              <w:rPr>
                <w:iCs/>
                <w:sz w:val="16"/>
                <w:szCs w:val="16"/>
              </w:rPr>
              <w:t>9.10.17</w:t>
            </w:r>
          </w:p>
          <w:p w14:paraId="047F8C46" w14:textId="77777777" w:rsidR="00D10547" w:rsidRPr="007078B2" w:rsidRDefault="00D10547" w:rsidP="0095196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350976" w14:textId="77777777" w:rsidR="005C40AC" w:rsidRDefault="00D10547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09B8B7E8" w14:textId="77777777" w:rsidR="00D10547" w:rsidRPr="00CC2F42" w:rsidRDefault="00D10547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10547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73F010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14:paraId="32453781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EE7D22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434216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4B43CD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74C20C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5C40AC" w:rsidRPr="00CC2F42" w14:paraId="02272EDD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46F0E21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7DDFA7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F9F771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96617F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14:paraId="5800766B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43D9327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4301DB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AB125D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EC5186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14:paraId="26F5DD49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4CBC0B6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ACD7CA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DF39C5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B82F28" w14:textId="77777777" w:rsidR="005C40AC" w:rsidRPr="00CC2F42" w:rsidRDefault="00CD022F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14:paraId="76597D8A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137057F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DABA04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1F2656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0E86E4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14:paraId="28EAF4DA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232177C" w14:textId="77777777"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BBCFBB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1D110C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23EA94" w14:textId="77777777"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3710B8" w:rsidRPr="00CC2F42" w14:paraId="65B5486A" w14:textId="77777777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C014CD" w14:textId="77777777" w:rsidR="003710B8" w:rsidRPr="00CC2F42" w:rsidRDefault="003710B8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BEAF2DC" w14:textId="77777777" w:rsidR="003710B8" w:rsidRPr="00CC2F42" w:rsidRDefault="003710B8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F73BB76" w14:textId="77777777" w:rsidR="003710B8" w:rsidRPr="00CC2F42" w:rsidRDefault="003710B8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5EB7A07" w14:textId="77777777" w:rsidR="003710B8" w:rsidRPr="00FB032A" w:rsidRDefault="003710B8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76A7FDAB" w14:textId="77777777" w:rsidR="00D259B1" w:rsidRDefault="00D259B1" w:rsidP="00780ED9">
      <w:pPr>
        <w:pStyle w:val="H23G"/>
      </w:pPr>
    </w:p>
    <w:p w14:paraId="25BB904B" w14:textId="77777777" w:rsidR="00D259B1" w:rsidRDefault="00D259B1">
      <w:pPr>
        <w:suppressAutoHyphens w:val="0"/>
        <w:spacing w:line="240" w:lineRule="auto"/>
      </w:pPr>
      <w:r>
        <w:br w:type="page"/>
      </w:r>
    </w:p>
    <w:p w14:paraId="279B5ACC" w14:textId="77777777" w:rsidR="00D259B1" w:rsidRDefault="00D259B1" w:rsidP="00D259B1">
      <w:pPr>
        <w:pStyle w:val="H23G"/>
      </w:pPr>
      <w:r w:rsidRPr="00CC2F42">
        <w:tab/>
      </w:r>
      <w:r w:rsidRPr="00CC2F42">
        <w:tab/>
      </w:r>
      <w:r>
        <w:t>UN GTR</w:t>
      </w:r>
      <w:r w:rsidRPr="00CC2F42">
        <w:t xml:space="preserve"> No. 1</w:t>
      </w:r>
      <w:r>
        <w:t>5</w:t>
      </w:r>
      <w:r w:rsidRPr="00CC2F42">
        <w:t xml:space="preserve"> </w:t>
      </w:r>
      <w:r>
        <w:t xml:space="preserve">– </w:t>
      </w:r>
      <w:r w:rsidRPr="00653A0F">
        <w:t xml:space="preserve">Amend. </w:t>
      </w:r>
      <w:r>
        <w:t>3 – World harmonized Light vehicle Test Procedures (WLTP)</w:t>
      </w:r>
    </w:p>
    <w:p w14:paraId="0DF71DE0" w14:textId="77777777" w:rsidR="00D259B1" w:rsidRPr="007E0BEA" w:rsidRDefault="00D259B1" w:rsidP="00D259B1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 w:rsidR="00951966">
        <w:rPr>
          <w:rStyle w:val="H4GChar"/>
          <w:i w:val="0"/>
        </w:rPr>
        <w:t>15.11</w:t>
      </w:r>
      <w:r>
        <w:rPr>
          <w:rStyle w:val="H4GChar"/>
          <w:i w:val="0"/>
        </w:rPr>
        <w:t>.2017</w:t>
      </w:r>
    </w:p>
    <w:p w14:paraId="5C41E514" w14:textId="77777777" w:rsidR="00D259B1" w:rsidRPr="00BA11AF" w:rsidRDefault="00D259B1" w:rsidP="00D259B1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5/Amend.3</w:t>
      </w:r>
      <w:r w:rsidRPr="00CC2F42">
        <w:t xml:space="preserve"> dated </w:t>
      </w:r>
      <w:r w:rsidR="00951966">
        <w:t>06</w:t>
      </w:r>
      <w:r>
        <w:t>.</w:t>
      </w:r>
      <w:r w:rsidR="00951966">
        <w:t>02</w:t>
      </w:r>
      <w:r>
        <w:t>.201</w:t>
      </w:r>
      <w:r w:rsidR="00951966">
        <w:t>8</w:t>
      </w:r>
    </w:p>
    <w:p w14:paraId="66FE0DC6" w14:textId="77777777" w:rsidR="00D259B1" w:rsidRPr="00CC2F42" w:rsidRDefault="00D259B1" w:rsidP="00D259B1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3B635925" w14:textId="77777777" w:rsidR="00D259B1" w:rsidRPr="00CC2F42" w:rsidRDefault="00D259B1" w:rsidP="00D259B1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951966">
        <w:t>14</w:t>
      </w:r>
      <w:r w:rsidRPr="006E1E56">
        <w:t>.0</w:t>
      </w:r>
      <w:r w:rsidR="00951966">
        <w:t>1</w:t>
      </w:r>
      <w:r w:rsidRPr="006E1E56">
        <w:t>.201</w:t>
      </w:r>
      <w:r w:rsidR="00951966">
        <w:t>9</w:t>
      </w:r>
      <w:r w:rsidRPr="006E1E56">
        <w:t xml:space="preserve"> then each </w:t>
      </w:r>
      <w:r w:rsidR="00951966">
        <w:t>14</w:t>
      </w:r>
      <w:r w:rsidRPr="006E1E56">
        <w:t>.0</w:t>
      </w:r>
      <w:r w:rsidR="00951966"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D259B1" w:rsidRPr="00CC2F42" w14:paraId="641E2657" w14:textId="77777777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D5FAFB7" w14:textId="77777777" w:rsidR="00D259B1" w:rsidRPr="00CC2F42" w:rsidRDefault="00D259B1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AE4E011" w14:textId="77777777" w:rsidR="00D259B1" w:rsidRPr="00CC2F42" w:rsidRDefault="00D259B1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974A4E6" w14:textId="77777777" w:rsidR="00D259B1" w:rsidRPr="00CC2F42" w:rsidRDefault="00D259B1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AE6D249" w14:textId="77777777" w:rsidR="00D259B1" w:rsidRPr="00CC2F42" w:rsidRDefault="00D259B1" w:rsidP="00951966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D259B1" w:rsidRPr="00CC2F42" w14:paraId="24D5819D" w14:textId="77777777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3B1C00D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521BADF" w14:textId="0CF8C320" w:rsidR="00D259B1" w:rsidRPr="00CC2F42" w:rsidRDefault="005842D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A0AB222" w14:textId="60DCFF6C" w:rsidR="00D259B1" w:rsidRPr="00CC2F42" w:rsidRDefault="005842D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842D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760BA3E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14:paraId="602016F7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DA3A81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0331DE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9CE4AC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FD57DA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14:paraId="496B7987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1DFA97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234C2B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2DFB3F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0C4979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D259B1" w:rsidRPr="00CC2F42" w14:paraId="3060A7F1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221054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D929A7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1FBBEB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78EE73" w14:textId="77777777" w:rsidR="00D259B1" w:rsidRPr="001E1AEA" w:rsidRDefault="00D259B1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8505A6" w:rsidRPr="00CC2F42" w14:paraId="7E48E06E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178D44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930C79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523C38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DD2E5F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D259B1" w:rsidRPr="00CC2F42" w14:paraId="4DA5E7A8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D6C7B5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B84C62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573F71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29A4D8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14:paraId="04F056C7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0B4F52A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2E43FE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F34B4E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9CB59E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14:paraId="58D05553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33DC4BF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B18C8F" w14:textId="77777777" w:rsidR="00D259B1" w:rsidRPr="00CC2F42" w:rsidRDefault="00A16594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21.12.18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6A1422" w14:textId="77777777" w:rsidR="00D259B1" w:rsidRPr="00CC2F42" w:rsidRDefault="00A16594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A16594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930916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14:paraId="2BE4460D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B66442B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51F87E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B6CF91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45C6B1" w14:textId="77777777" w:rsidR="00D259B1" w:rsidRPr="00CC2F42" w:rsidRDefault="00D259B1" w:rsidP="0066583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D259B1" w:rsidRPr="00CC2F42" w14:paraId="4CB4EC54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F601AB7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EDCEF2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290C7B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D09A1C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14:paraId="7639A3DC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3DB2948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CB9609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4799CF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E4590F" w14:textId="77777777" w:rsidR="00D259B1" w:rsidRPr="00951966" w:rsidRDefault="00951966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951966">
              <w:rPr>
                <w:i/>
                <w:sz w:val="16"/>
                <w:szCs w:val="16"/>
              </w:rPr>
              <w:t>Did not vote</w:t>
            </w:r>
          </w:p>
        </w:tc>
      </w:tr>
      <w:tr w:rsidR="00D259B1" w:rsidRPr="00CC2F42" w14:paraId="03FC44A3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C50223D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3E469E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27E7AC" w14:textId="77777777" w:rsidR="00D259B1" w:rsidRPr="00C05123" w:rsidRDefault="00D259B1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EFAE3E" w14:textId="77777777" w:rsidR="00D259B1" w:rsidRPr="00C05123" w:rsidRDefault="00D259B1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14:paraId="52FC8820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FE1D8F5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4D349B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E7CCB1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A4667D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0E077B20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CFF0EBD" w14:textId="77777777" w:rsidR="003710B8" w:rsidRPr="00CC2F42" w:rsidRDefault="003710B8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E53DB5" w14:textId="77777777" w:rsidR="003710B8" w:rsidRPr="00CC2F42" w:rsidRDefault="003710B8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7D0273" w14:textId="77777777" w:rsidR="003710B8" w:rsidRDefault="003710B8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D3CA5F" w14:textId="77777777" w:rsidR="003710B8" w:rsidRPr="00FB032A" w:rsidRDefault="003710B8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D259B1" w:rsidRPr="00CC2F42" w14:paraId="749C23DC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00B4195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DFCB7E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8E7CDC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58E6D4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14:paraId="31659362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518AEC0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F4D118" w14:textId="77777777" w:rsidR="00D259B1" w:rsidRPr="007078B2" w:rsidRDefault="00CC6B1E" w:rsidP="0095196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065B49" w14:textId="77777777" w:rsidR="00D259B1" w:rsidRPr="00CC2F42" w:rsidRDefault="00CC6B1E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C6B1E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E8E9FD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14:paraId="6EF88463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D3F5D6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8AE768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DC8ABA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C2C47A" w14:textId="77777777" w:rsidR="00D259B1" w:rsidRPr="00CC2F42" w:rsidRDefault="00951966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14:paraId="732B6670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EFBC4C6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B8AEAE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121F60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4AA1BB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14:paraId="28100730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305B8EB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93EE4E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2A057E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21A6FC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14:paraId="31728A19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9F076A9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04EA0A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9367C2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006D6B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="00951966"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D259B1" w:rsidRPr="00CC2F42" w14:paraId="4F985288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28ADF6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A677C8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4DFD16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F30F21" w14:textId="77777777" w:rsidR="00D259B1" w:rsidRPr="00CC2F42" w:rsidRDefault="00951966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14:paraId="44988BD0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1A31AAD" w14:textId="77777777"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432E93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5E7B11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A427D2" w14:textId="77777777"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3710B8" w:rsidRPr="00CC2F42" w14:paraId="36254238" w14:textId="77777777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389350" w14:textId="77777777" w:rsidR="003710B8" w:rsidRPr="00CC2F42" w:rsidRDefault="003710B8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4783B5B" w14:textId="77777777" w:rsidR="003710B8" w:rsidRPr="00CC2F42" w:rsidRDefault="003710B8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389DCFE" w14:textId="77777777" w:rsidR="003710B8" w:rsidRPr="00CC2F42" w:rsidRDefault="003710B8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AEFA1F6" w14:textId="77777777" w:rsidR="003710B8" w:rsidRPr="00FB032A" w:rsidRDefault="003710B8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4E6A2EBE" w14:textId="77777777" w:rsidR="002C1E8F" w:rsidRDefault="005C40AC" w:rsidP="00283E70">
      <w:pPr>
        <w:pStyle w:val="H23G"/>
        <w:ind w:firstLine="0"/>
      </w:pPr>
      <w:r>
        <w:br w:type="page"/>
      </w:r>
      <w:r w:rsidR="002C1E8F">
        <w:t>UN GTR</w:t>
      </w:r>
      <w:r w:rsidR="002C1E8F" w:rsidRPr="00CC2F42">
        <w:t xml:space="preserve"> No. 1</w:t>
      </w:r>
      <w:r w:rsidR="002C1E8F">
        <w:t>5</w:t>
      </w:r>
      <w:r w:rsidR="002C1E8F" w:rsidRPr="00CC2F42">
        <w:t xml:space="preserve"> </w:t>
      </w:r>
      <w:r w:rsidR="002C1E8F">
        <w:t xml:space="preserve">– </w:t>
      </w:r>
      <w:r w:rsidR="002C1E8F" w:rsidRPr="00653A0F">
        <w:t xml:space="preserve">Amend. </w:t>
      </w:r>
      <w:r w:rsidR="002C1E8F">
        <w:t>4 – World harmonized Light vehicle Test Procedures (WLTP)</w:t>
      </w:r>
    </w:p>
    <w:p w14:paraId="5A90050A" w14:textId="77777777" w:rsidR="002C1E8F" w:rsidRPr="007E0BEA" w:rsidRDefault="002C1E8F" w:rsidP="002C1E8F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 w:rsidR="00E579B4">
        <w:rPr>
          <w:rStyle w:val="H4GChar"/>
          <w:i w:val="0"/>
        </w:rPr>
        <w:t>20.06.2018</w:t>
      </w:r>
    </w:p>
    <w:p w14:paraId="621E3E8D" w14:textId="77777777" w:rsidR="002C1E8F" w:rsidRPr="00BA11AF" w:rsidRDefault="002C1E8F" w:rsidP="002C1E8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 w:rsidR="00E579B4">
        <w:t>5/Amend.4</w:t>
      </w:r>
      <w:r w:rsidRPr="00CC2F42">
        <w:t xml:space="preserve"> dated </w:t>
      </w:r>
      <w:r w:rsidR="00E579B4">
        <w:t>21</w:t>
      </w:r>
      <w:r>
        <w:t>.</w:t>
      </w:r>
      <w:r w:rsidR="00E579B4">
        <w:t>09</w:t>
      </w:r>
      <w:r>
        <w:t>.2018</w:t>
      </w:r>
    </w:p>
    <w:p w14:paraId="3D5292F8" w14:textId="77777777" w:rsidR="002C1E8F" w:rsidRPr="00CC2F42" w:rsidRDefault="002C1E8F" w:rsidP="002C1E8F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23DD1594" w14:textId="77777777" w:rsidR="002C1E8F" w:rsidRPr="00CC2F42" w:rsidRDefault="002C1E8F" w:rsidP="002C1E8F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E579B4">
        <w:t>19</w:t>
      </w:r>
      <w:r w:rsidRPr="006E1E56">
        <w:t>.0</w:t>
      </w:r>
      <w:r w:rsidR="00E579B4">
        <w:t>8</w:t>
      </w:r>
      <w:r w:rsidRPr="006E1E56">
        <w:t>.201</w:t>
      </w:r>
      <w:r>
        <w:t>9</w:t>
      </w:r>
      <w:r w:rsidRPr="006E1E56">
        <w:t xml:space="preserve"> then each </w:t>
      </w:r>
      <w:r w:rsidR="00E579B4">
        <w:t>19</w:t>
      </w:r>
      <w:r w:rsidRPr="006E1E56">
        <w:t>.0</w:t>
      </w:r>
      <w:r w:rsidR="00E579B4"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2C1E8F" w:rsidRPr="00CC2F42" w14:paraId="55B4719D" w14:textId="77777777" w:rsidTr="00457B29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3918E4D" w14:textId="77777777" w:rsidR="002C1E8F" w:rsidRPr="00CC2F42" w:rsidRDefault="002C1E8F" w:rsidP="00457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20D2160" w14:textId="77777777" w:rsidR="002C1E8F" w:rsidRPr="00CC2F42" w:rsidRDefault="002C1E8F" w:rsidP="00457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CC62E07" w14:textId="77777777" w:rsidR="002C1E8F" w:rsidRPr="00CC2F42" w:rsidRDefault="002C1E8F" w:rsidP="00457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9E08754" w14:textId="77777777" w:rsidR="002C1E8F" w:rsidRPr="00CC2F42" w:rsidRDefault="002C1E8F" w:rsidP="00457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C1E8F" w:rsidRPr="00CC2F42" w14:paraId="6EF50269" w14:textId="77777777" w:rsidTr="00457B29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677748C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FBED08A" w14:textId="193FB9DD" w:rsidR="002C1E8F" w:rsidRPr="00CC2F42" w:rsidRDefault="005842DC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6530205" w14:textId="781344FE" w:rsidR="002C1E8F" w:rsidRPr="00CC2F42" w:rsidRDefault="005842DC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842D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9814305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14:paraId="3B026191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6A700D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5990F1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1A4ECF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4E2C31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C1E8F" w:rsidRPr="00CC2F42" w14:paraId="3E2FC3FF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65C4A0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351CDF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A15C51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5F904E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2C1E8F" w:rsidRPr="00CC2F42" w14:paraId="153AA05C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7EE84D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A2A392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69EA77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548337" w14:textId="77777777" w:rsidR="002C1E8F" w:rsidRPr="001E1AEA" w:rsidRDefault="002C1E8F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8505A6" w:rsidRPr="00CC2F42" w14:paraId="2CB5947A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26B8ED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9104DC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743E92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9127EE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2C1E8F" w:rsidRPr="00CC2F42" w14:paraId="22A03AC9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0DDCF1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E1F47A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CA784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633976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14:paraId="5404A400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7FBFF77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847F41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12A061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9F72D1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01CB7" w:rsidRPr="00CC2F42" w14:paraId="4EB433AE" w14:textId="77777777" w:rsidTr="008505A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114794D" w14:textId="77777777" w:rsidR="00001CB7" w:rsidRPr="00CC2F42" w:rsidRDefault="00001CB7" w:rsidP="00001CB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97E6EFE" w14:textId="638518DE" w:rsidR="00001CB7" w:rsidRPr="00CC2F42" w:rsidRDefault="00F26399" w:rsidP="00001CB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  <w:r w:rsidR="00CC6B1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08</w:t>
            </w:r>
            <w:r w:rsidR="00CC6B1E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74CEF5" w14:textId="77777777" w:rsidR="00001CB7" w:rsidRPr="00CC2F42" w:rsidRDefault="00CC6B1E" w:rsidP="00001CB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C6B1E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3447D2" w14:textId="77777777" w:rsidR="00001CB7" w:rsidRPr="00CC2F42" w:rsidRDefault="00001CB7" w:rsidP="00001CB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14:paraId="29B6A72D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22F85BB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2A49E0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60E26E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DB5772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2C1E8F" w:rsidRPr="00CC2F42" w14:paraId="32E16870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F383F70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E6A094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AB0F08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C6167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14:paraId="0A9DB359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C705720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CB1036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39BA31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A8A3B9" w14:textId="77777777" w:rsidR="002C1E8F" w:rsidRPr="00951966" w:rsidRDefault="002C1E8F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</w:p>
        </w:tc>
      </w:tr>
      <w:tr w:rsidR="002C1E8F" w:rsidRPr="00CC2F42" w14:paraId="40EFA177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EF60737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7FB76D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ACA067" w14:textId="77777777" w:rsidR="002C1E8F" w:rsidRPr="00C05123" w:rsidRDefault="002C1E8F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922DB0" w14:textId="77777777" w:rsidR="002C1E8F" w:rsidRPr="00C05123" w:rsidRDefault="002C1E8F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C1E8F" w:rsidRPr="00CC2F42" w14:paraId="16607B2F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4122B9F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2040FE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69F5A9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0246BB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58EB75DA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E62684F" w14:textId="77777777" w:rsidR="003710B8" w:rsidRPr="00CC2F42" w:rsidRDefault="003710B8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4854F2" w14:textId="77777777" w:rsidR="003710B8" w:rsidRPr="00CC2F42" w:rsidRDefault="003710B8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EFB53D" w14:textId="77777777" w:rsidR="003710B8" w:rsidRDefault="003710B8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08993D" w14:textId="77777777" w:rsidR="003710B8" w:rsidRPr="00FB032A" w:rsidRDefault="003710B8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2C1E8F" w:rsidRPr="00CC2F42" w14:paraId="16036167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C150AFA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531068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A93BB9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650F28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14:paraId="28C55673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ABC672A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CE7952" w14:textId="77777777" w:rsidR="002C1E8F" w:rsidRPr="007078B2" w:rsidRDefault="00CC6B1E" w:rsidP="00457B2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110812" w14:textId="77777777" w:rsidR="002C1E8F" w:rsidRPr="00CC2F42" w:rsidRDefault="00CC6B1E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C6B1E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6F66BF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14:paraId="32E8999C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9241EF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F84497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6C3BBC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3C5DD4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C1E8F" w:rsidRPr="00CC2F42" w14:paraId="2C814FFF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059B86F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054E18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91CB68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3522B5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14:paraId="4EE6B6FA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7E6C618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4A8C77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FB93EA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663407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C1E8F" w:rsidRPr="00CC2F42" w14:paraId="16CB98F7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40664C6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54AC24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5C9B00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B31222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C1E8F" w:rsidRPr="00CC2F42" w14:paraId="5AA44671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BB803D0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77125C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083E6B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4F7765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C1E8F" w:rsidRPr="00CC2F42" w14:paraId="6E19404A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B2F3457" w14:textId="77777777"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F7DEE7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2EE99C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C4C729" w14:textId="77777777"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3710B8" w:rsidRPr="00CC2F42" w14:paraId="145E59D8" w14:textId="77777777" w:rsidTr="00457B29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C45343" w14:textId="77777777" w:rsidR="003710B8" w:rsidRPr="00CC2F42" w:rsidRDefault="003710B8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BBB1F42" w14:textId="77777777" w:rsidR="003710B8" w:rsidRPr="00CC2F42" w:rsidRDefault="003710B8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4AB12B9" w14:textId="77777777" w:rsidR="003710B8" w:rsidRPr="00CC2F42" w:rsidRDefault="003710B8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1FA24B1" w14:textId="77777777" w:rsidR="003710B8" w:rsidRPr="00FB032A" w:rsidRDefault="003710B8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3EE5C568" w14:textId="33D2AD4C" w:rsidR="00C12D51" w:rsidRDefault="002C1E8F" w:rsidP="00C12D51">
      <w:pPr>
        <w:pStyle w:val="H23G"/>
        <w:ind w:firstLine="0"/>
      </w:pPr>
      <w:r>
        <w:br w:type="page"/>
      </w:r>
      <w:r w:rsidR="00C12D51">
        <w:t>UN GTR</w:t>
      </w:r>
      <w:r w:rsidR="00C12D51" w:rsidRPr="00CC2F42">
        <w:t xml:space="preserve"> No. 1</w:t>
      </w:r>
      <w:r w:rsidR="00C12D51">
        <w:t>5</w:t>
      </w:r>
      <w:r w:rsidR="00C12D51" w:rsidRPr="00CC2F42">
        <w:t xml:space="preserve"> </w:t>
      </w:r>
      <w:r w:rsidR="00C12D51">
        <w:t xml:space="preserve">– </w:t>
      </w:r>
      <w:r w:rsidR="00C12D51" w:rsidRPr="00653A0F">
        <w:t xml:space="preserve">Amend. </w:t>
      </w:r>
      <w:r w:rsidR="00C12D51">
        <w:t>5 – World harmonized Light vehicle Test Procedures (WLTP)</w:t>
      </w:r>
    </w:p>
    <w:p w14:paraId="0FD2F2D6" w14:textId="02073AF7" w:rsidR="00C12D51" w:rsidRPr="007E0BEA" w:rsidRDefault="00C12D51" w:rsidP="00C12D51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26.06.2019</w:t>
      </w:r>
    </w:p>
    <w:p w14:paraId="2ABABD3B" w14:textId="424D9421" w:rsidR="00C12D51" w:rsidRPr="00BA11AF" w:rsidRDefault="00C12D51" w:rsidP="00C12D51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5/Amend.5</w:t>
      </w:r>
      <w:r w:rsidRPr="00CC2F42">
        <w:t xml:space="preserve"> dated </w:t>
      </w:r>
      <w:r>
        <w:t>13.08.2019</w:t>
      </w:r>
    </w:p>
    <w:p w14:paraId="58FA50D5" w14:textId="77777777" w:rsidR="00C12D51" w:rsidRPr="00CC2F42" w:rsidRDefault="00C12D51" w:rsidP="00C12D51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15FBD166" w14:textId="424D803F" w:rsidR="00C12D51" w:rsidRPr="00CC2F42" w:rsidRDefault="00C12D51" w:rsidP="00C12D51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25</w:t>
      </w:r>
      <w:r w:rsidRPr="006E1E56">
        <w:t>.0</w:t>
      </w:r>
      <w:r>
        <w:t>8</w:t>
      </w:r>
      <w:r w:rsidRPr="006E1E56">
        <w:t>.20</w:t>
      </w:r>
      <w:r>
        <w:t>20</w:t>
      </w:r>
      <w:r w:rsidRPr="006E1E56">
        <w:t xml:space="preserve"> then each </w:t>
      </w:r>
      <w:r>
        <w:t>25</w:t>
      </w:r>
      <w:r w:rsidRPr="006E1E56">
        <w:t>.0</w:t>
      </w:r>
      <w:r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C12D51" w:rsidRPr="00CC2F42" w14:paraId="3C52F967" w14:textId="77777777" w:rsidTr="009443B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89CFD9C" w14:textId="77777777" w:rsidR="00C12D51" w:rsidRPr="00CC2F42" w:rsidRDefault="00C12D51" w:rsidP="009443B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9BA356B" w14:textId="77777777" w:rsidR="00C12D51" w:rsidRPr="00CC2F42" w:rsidRDefault="00C12D51" w:rsidP="009443B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7A02B81" w14:textId="77777777" w:rsidR="00C12D51" w:rsidRPr="00CC2F42" w:rsidRDefault="00C12D51" w:rsidP="009443B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6B1C158" w14:textId="77777777" w:rsidR="00C12D51" w:rsidRPr="00CC2F42" w:rsidRDefault="00C12D51" w:rsidP="009443B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C12D51" w:rsidRPr="00CC2F42" w14:paraId="54768556" w14:textId="77777777" w:rsidTr="009443B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636B33E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B872EAA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C15DAC4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D767515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2D51" w:rsidRPr="00CC2F42" w14:paraId="40F00104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E624DC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20E5FC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23DB1F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9A27A6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2D51" w:rsidRPr="00CC2F42" w14:paraId="071A54D4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63DE14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4B871F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8B92A4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858A5F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C12D51" w:rsidRPr="00CC2F42" w14:paraId="579C6024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34F54D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B34BDC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721C4C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B48698" w14:textId="77777777" w:rsidR="00C12D51" w:rsidRPr="001E1AEA" w:rsidRDefault="00C12D51" w:rsidP="009443B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C12D51" w:rsidRPr="00CC2F42" w14:paraId="500697EE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2126B6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D6E199" w14:textId="730CEAF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995703" w14:textId="7FBCF20F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AC0347" w14:textId="77777777" w:rsidR="00C12D51" w:rsidRPr="00CC2F42" w:rsidRDefault="00C12D51" w:rsidP="009443B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C12D51" w:rsidRPr="00CC2F42" w14:paraId="624A06DD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FF56D6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B30D43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107BB0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65D931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2D51" w:rsidRPr="00CC2F42" w14:paraId="396F538E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CF632DD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0A1550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E06D69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D23CB2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2D51" w:rsidRPr="00CC2F42" w14:paraId="028E2504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EE52EB9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93E5BA1" w14:textId="5BDA00DC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4E0309" w14:textId="3499BAAB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D7380D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2D51" w:rsidRPr="00CC2F42" w14:paraId="7886FC0F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22EB936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840D48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FE6AA1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4D9CD8" w14:textId="57B3FE9B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2D51" w:rsidRPr="00CC2F42" w14:paraId="56CFC972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D80B35F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6E4150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CC995F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247601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2D51" w:rsidRPr="00CC2F42" w14:paraId="47AF5602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C700662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B1D3FC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1E6A72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E69A04" w14:textId="77777777" w:rsidR="00C12D51" w:rsidRPr="00951966" w:rsidRDefault="00C12D51" w:rsidP="009443B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</w:p>
        </w:tc>
      </w:tr>
      <w:tr w:rsidR="00C12D51" w:rsidRPr="00CC2F42" w14:paraId="3B9C7E86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835A4D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2C1211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BDE4B4" w14:textId="77777777" w:rsidR="00C12D51" w:rsidRPr="00C05123" w:rsidRDefault="00C12D51" w:rsidP="009443B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FB8EA7" w14:textId="77777777" w:rsidR="00C12D51" w:rsidRPr="00C05123" w:rsidRDefault="00C12D51" w:rsidP="009443B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2D51" w:rsidRPr="00CC2F42" w14:paraId="45571A58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DAEBD0F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97D53F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DCA1D5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396150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2D51" w:rsidRPr="00CC2F42" w14:paraId="01F93F8F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99A8B78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E54AD7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75088E" w14:textId="77777777" w:rsidR="00C12D51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D5D92D" w14:textId="49F9C6E0" w:rsidR="00C12D51" w:rsidRPr="00FB032A" w:rsidRDefault="00C12D51" w:rsidP="009443B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C12D51" w:rsidRPr="00CC2F42" w14:paraId="47411CDA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2080ADE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95D027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5F290F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B6E378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2D51" w:rsidRPr="00CC2F42" w14:paraId="55BB462D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7FCC21F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AFDA75" w14:textId="4817D832" w:rsidR="00C12D51" w:rsidRPr="007078B2" w:rsidRDefault="00C12D51" w:rsidP="009443B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5C8103" w14:textId="7A795193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CE2702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2D51" w:rsidRPr="00CC2F42" w14:paraId="10833A8B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800D02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7FC558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C27C9C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335CFE" w14:textId="034875B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C12D51" w:rsidRPr="00CC2F42" w14:paraId="6BE5CC48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56997CD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F15AE2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38478C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1DAF95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2D51" w:rsidRPr="00CC2F42" w14:paraId="6035307C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9DAC863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465CE7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66C2B6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48B42E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2D51" w:rsidRPr="00CC2F42" w14:paraId="45558407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391F4D6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6AB63F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DE5625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9B9951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2D51" w:rsidRPr="00CC2F42" w14:paraId="45970FA0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CB6E4F2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7A010B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86B07A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2D1BFB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2D51" w:rsidRPr="00CC2F42" w14:paraId="2DE6727C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F3F43BE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16A8F7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5CD683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9E1DB4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C12D51" w:rsidRPr="00CC2F42" w14:paraId="0DA51EA0" w14:textId="77777777" w:rsidTr="009443B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C2CEB1" w14:textId="77777777" w:rsidR="00C12D51" w:rsidRPr="00CC2F42" w:rsidRDefault="00C12D51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8805FB9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FE52D20" w14:textId="77777777" w:rsidR="00C12D51" w:rsidRPr="00CC2F42" w:rsidRDefault="00C12D51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600F433" w14:textId="77777777" w:rsidR="00C12D51" w:rsidRPr="00FB032A" w:rsidRDefault="00C12D51" w:rsidP="009443B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7E8DBD4C" w14:textId="08D0481A" w:rsidR="00102C61" w:rsidRDefault="00C12D51" w:rsidP="00102C61">
      <w:pPr>
        <w:pStyle w:val="H23G"/>
        <w:ind w:firstLine="0"/>
      </w:pPr>
      <w:r>
        <w:br w:type="page"/>
      </w:r>
      <w:r w:rsidR="00102C61">
        <w:t>UN GTR</w:t>
      </w:r>
      <w:r w:rsidR="00102C61" w:rsidRPr="00CC2F42">
        <w:t xml:space="preserve"> No. 1</w:t>
      </w:r>
      <w:r w:rsidR="00102C61">
        <w:t>5</w:t>
      </w:r>
      <w:r w:rsidR="00102C61" w:rsidRPr="00CC2F42">
        <w:t xml:space="preserve"> </w:t>
      </w:r>
      <w:r w:rsidR="00102C61">
        <w:t xml:space="preserve">– </w:t>
      </w:r>
      <w:r w:rsidR="00102C61" w:rsidRPr="00653A0F">
        <w:t xml:space="preserve">Amend. </w:t>
      </w:r>
      <w:r w:rsidR="00221616">
        <w:t>6</w:t>
      </w:r>
      <w:r w:rsidR="00102C61">
        <w:t xml:space="preserve"> – World harmonized Light vehicle Test Procedures (WLTP)</w:t>
      </w:r>
    </w:p>
    <w:p w14:paraId="1EA40DDD" w14:textId="62E86DC6" w:rsidR="00102C61" w:rsidRPr="007E0BEA" w:rsidRDefault="00102C61" w:rsidP="00102C61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 w:rsidR="00221616">
        <w:rPr>
          <w:rStyle w:val="H4GChar"/>
          <w:i w:val="0"/>
        </w:rPr>
        <w:t>11</w:t>
      </w:r>
      <w:r>
        <w:rPr>
          <w:rStyle w:val="H4GChar"/>
          <w:i w:val="0"/>
        </w:rPr>
        <w:t>.</w:t>
      </w:r>
      <w:r w:rsidR="00221616">
        <w:rPr>
          <w:rStyle w:val="H4GChar"/>
          <w:i w:val="0"/>
        </w:rPr>
        <w:t>11</w:t>
      </w:r>
      <w:r>
        <w:rPr>
          <w:rStyle w:val="H4GChar"/>
          <w:i w:val="0"/>
        </w:rPr>
        <w:t>.20</w:t>
      </w:r>
      <w:r w:rsidR="00221616">
        <w:rPr>
          <w:rStyle w:val="H4GChar"/>
          <w:i w:val="0"/>
        </w:rPr>
        <w:t>20</w:t>
      </w:r>
    </w:p>
    <w:p w14:paraId="16B49780" w14:textId="679895A9" w:rsidR="00102C61" w:rsidRPr="00BA11AF" w:rsidRDefault="00102C61" w:rsidP="00102C61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</w:t>
      </w:r>
      <w:r w:rsidR="00221616">
        <w:t>6</w:t>
      </w:r>
      <w:r w:rsidRPr="00CC2F42">
        <w:t xml:space="preserve"> dated </w:t>
      </w:r>
      <w:r w:rsidR="000405CB">
        <w:t>18</w:t>
      </w:r>
      <w:r w:rsidR="000405CB" w:rsidRPr="00CC2F42">
        <w:t>.0</w:t>
      </w:r>
      <w:r w:rsidR="000405CB">
        <w:t>1</w:t>
      </w:r>
      <w:r w:rsidR="000405CB" w:rsidRPr="00CC2F42">
        <w:t>.20</w:t>
      </w:r>
      <w:r w:rsidR="000405CB">
        <w:t>21</w:t>
      </w:r>
    </w:p>
    <w:p w14:paraId="2924D687" w14:textId="77777777" w:rsidR="00102C61" w:rsidRPr="00CC2F42" w:rsidRDefault="00102C61" w:rsidP="00102C61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0546C865" w14:textId="48699AD5" w:rsidR="00102C61" w:rsidRPr="00CC2F42" w:rsidRDefault="00102C61" w:rsidP="00102C61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E94A83" w:rsidRPr="00E94A83">
        <w:rPr>
          <w:rStyle w:val="Strong"/>
          <w:b w:val="0"/>
          <w:bCs w:val="0"/>
        </w:rPr>
        <w:t>10.01.2022</w:t>
      </w:r>
      <w:r w:rsidR="00E94A83">
        <w:rPr>
          <w:rStyle w:val="Strong"/>
        </w:rPr>
        <w:t xml:space="preserve"> </w:t>
      </w:r>
      <w:r w:rsidRPr="006E1E56">
        <w:t xml:space="preserve">then each </w:t>
      </w:r>
      <w:r w:rsidR="00E94A83">
        <w:t>10</w:t>
      </w:r>
      <w:r w:rsidRPr="006E1E56">
        <w:t>.0</w:t>
      </w:r>
      <w:r w:rsidR="00E94A83"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02C61" w:rsidRPr="00CC2F42" w14:paraId="627A9154" w14:textId="77777777" w:rsidTr="00000975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7828BE2" w14:textId="77777777" w:rsidR="00102C61" w:rsidRPr="00CC2F42" w:rsidRDefault="00102C61" w:rsidP="0000097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63D11A1" w14:textId="77777777" w:rsidR="00102C61" w:rsidRPr="00CC2F42" w:rsidRDefault="00102C61" w:rsidP="00000975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FDA0DA0" w14:textId="77777777" w:rsidR="00102C61" w:rsidRPr="00CC2F42" w:rsidRDefault="00102C61" w:rsidP="0000097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B499F8C" w14:textId="77777777" w:rsidR="00102C61" w:rsidRPr="00CC2F42" w:rsidRDefault="00102C61" w:rsidP="00000975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102C61" w:rsidRPr="00CC2F42" w14:paraId="14F7A2AD" w14:textId="77777777" w:rsidTr="00000975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3262AB2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A40A6B6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D4868DC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DEBAA78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02C61" w:rsidRPr="00CC2F42" w14:paraId="106C48A0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287B98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1A71A0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85E743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05AA8A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02C61" w:rsidRPr="00CC2F42" w14:paraId="010257F4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2AE975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4B0458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F291D1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D0BD7E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02C61" w:rsidRPr="00CC2F42" w14:paraId="6ABF846F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F4E290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A48DA0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D9F3DD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6D3CBA" w14:textId="77777777" w:rsidR="00102C61" w:rsidRPr="001E1AEA" w:rsidRDefault="00102C61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102C61" w:rsidRPr="00CC2F42" w14:paraId="7FD02D6D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48807F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7670BE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CFCC04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D288A0" w14:textId="77777777" w:rsidR="00102C61" w:rsidRPr="00CC2F42" w:rsidRDefault="00102C61" w:rsidP="00000975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102C61" w:rsidRPr="00CC2F42" w14:paraId="26D97296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6B9D7D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85BE04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D7982B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F54EB6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02C61" w:rsidRPr="00CC2F42" w14:paraId="2EDA5208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F0DAF7E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126E28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18D843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2D531C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02C61" w:rsidRPr="00CC2F42" w14:paraId="7F3D960B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889D639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AEC0FF7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2D469B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FA73EA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02C61" w:rsidRPr="00CC2F42" w14:paraId="77F2BADA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8B2337B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6DEFE4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98E18E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11FBB9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02C61" w:rsidRPr="00CC2F42" w14:paraId="0001F381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5F72473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3E0EF1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D0121D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539EDB" w14:textId="00E2A0B1" w:rsidR="00102C61" w:rsidRPr="00CC2F42" w:rsidRDefault="00D04226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102C61" w:rsidRPr="00CC2F42" w14:paraId="537CB2F5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E75B54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A78515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A96931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3572AA" w14:textId="3711FB95" w:rsidR="00102C61" w:rsidRPr="00951966" w:rsidRDefault="00C13B0D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102C61" w:rsidRPr="00CC2F42" w14:paraId="3F9F24D3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1EA3A9E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D7A287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82FAE0" w14:textId="77777777" w:rsidR="00102C61" w:rsidRPr="00C05123" w:rsidRDefault="00102C61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DF1115" w14:textId="77777777" w:rsidR="00102C61" w:rsidRPr="00C05123" w:rsidRDefault="00102C61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02C61" w:rsidRPr="00CC2F42" w14:paraId="013197A5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7549675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1CDE3E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86E542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161508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02C61" w:rsidRPr="00CC2F42" w14:paraId="2C79E58A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6935036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790C17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D1AB58" w14:textId="77777777" w:rsidR="00102C61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A71268" w14:textId="77777777" w:rsidR="00102C61" w:rsidRPr="00FB032A" w:rsidRDefault="00102C61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102C61" w:rsidRPr="00CC2F42" w14:paraId="5B9CC647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67BD17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CE1304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BC5D5D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569B9D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02C61" w:rsidRPr="00CC2F42" w14:paraId="45851B25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86F6F88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1670CC" w14:textId="77777777" w:rsidR="00102C61" w:rsidRPr="007078B2" w:rsidRDefault="00102C61" w:rsidP="00000975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F22B62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77304F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02C61" w:rsidRPr="00CC2F42" w14:paraId="48899B80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6F291E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893319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7A1FB3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1ED2CB" w14:textId="1235B49F" w:rsidR="00102C61" w:rsidRPr="00CC2F42" w:rsidRDefault="00CF3E2F" w:rsidP="0000097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02C61" w:rsidRPr="00CC2F42" w14:paraId="2F9F98FF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21F4A99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7DCC43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1209C6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0DA5D5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02C61" w:rsidRPr="00CC2F42" w14:paraId="044ED957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8BD4675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44A57C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8D5B9D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008082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02C61" w:rsidRPr="00CC2F42" w14:paraId="0022976A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FF49779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63F7FD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2D887E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DA0C9D" w14:textId="3F275EDE" w:rsidR="00102C61" w:rsidRPr="00CC2F42" w:rsidRDefault="009C1F06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102C61" w:rsidRPr="00CC2F42" w14:paraId="0D8E1C8E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A176FB6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25676C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FD54FB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B1E43F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02C61" w:rsidRPr="00CC2F42" w14:paraId="31584AC9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EA3AFF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E60015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9E0F5A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BFD4EC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102C61" w:rsidRPr="00CC2F42" w14:paraId="11CEFDFA" w14:textId="77777777" w:rsidTr="00000975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39CDD3" w14:textId="77777777" w:rsidR="00102C61" w:rsidRPr="00CC2F42" w:rsidRDefault="00102C61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B99D218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71DD6A2" w14:textId="77777777" w:rsidR="00102C61" w:rsidRPr="00CC2F42" w:rsidRDefault="00102C61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EBFDEB1" w14:textId="77777777" w:rsidR="00102C61" w:rsidRPr="00FB032A" w:rsidRDefault="00102C61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6D695FD1" w14:textId="396AC21F" w:rsidR="00102C61" w:rsidRDefault="00102C61" w:rsidP="00221616">
      <w:pPr>
        <w:pStyle w:val="H23G"/>
      </w:pPr>
      <w:r>
        <w:br w:type="page"/>
      </w:r>
    </w:p>
    <w:p w14:paraId="02A96826" w14:textId="7C69442D" w:rsidR="00780ED9" w:rsidRDefault="00780ED9" w:rsidP="00780ED9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</w:t>
      </w:r>
      <w:r>
        <w:t>6</w:t>
      </w:r>
      <w:r w:rsidRPr="00CC2F42">
        <w:t xml:space="preserve"> </w:t>
      </w:r>
      <w:r>
        <w:t>– Tyres</w:t>
      </w:r>
    </w:p>
    <w:p w14:paraId="380D2184" w14:textId="77777777" w:rsidR="00780ED9" w:rsidRPr="007E0BEA" w:rsidRDefault="00780ED9" w:rsidP="00780ED9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13.11.2014</w:t>
      </w:r>
    </w:p>
    <w:p w14:paraId="6ACBA922" w14:textId="77777777" w:rsidR="00780ED9" w:rsidRPr="00BA11AF" w:rsidRDefault="00780ED9" w:rsidP="00780ED9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6</w:t>
      </w:r>
      <w:r w:rsidRPr="00CC2F42">
        <w:t xml:space="preserve"> dated </w:t>
      </w:r>
      <w:r>
        <w:t>19.01.2015</w:t>
      </w:r>
    </w:p>
    <w:p w14:paraId="22246893" w14:textId="77777777" w:rsidR="00780ED9" w:rsidRPr="00CC2F42" w:rsidRDefault="00780ED9" w:rsidP="00780ED9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69CCA68B" w14:textId="77777777" w:rsidR="00780ED9" w:rsidRPr="00CC2F42" w:rsidRDefault="00780ED9" w:rsidP="00780ED9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13</w:t>
      </w:r>
      <w:r w:rsidRPr="006E1E56">
        <w:t>.0</w:t>
      </w:r>
      <w:r>
        <w:t>1</w:t>
      </w:r>
      <w:r w:rsidRPr="006E1E56">
        <w:t>.201</w:t>
      </w:r>
      <w:r>
        <w:t>6</w:t>
      </w:r>
      <w:r w:rsidRPr="006E1E56">
        <w:t xml:space="preserve"> then each </w:t>
      </w:r>
      <w:r w:rsidR="003B68CE">
        <w:t>13</w:t>
      </w:r>
      <w:r w:rsidRPr="006E1E56">
        <w:t>.0</w:t>
      </w:r>
      <w:r w:rsidR="003B68CE"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80ED9" w:rsidRPr="00CC2F42" w14:paraId="222A0C89" w14:textId="77777777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B1E05D9" w14:textId="77777777" w:rsidR="00780ED9" w:rsidRPr="00CC2F42" w:rsidRDefault="00780ED9" w:rsidP="00AD40B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9D3507D" w14:textId="77777777" w:rsidR="00780ED9" w:rsidRPr="00CC2F42" w:rsidRDefault="00780ED9" w:rsidP="00AD40B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AC3B296" w14:textId="77777777" w:rsidR="00780ED9" w:rsidRPr="00CC2F42" w:rsidRDefault="00780ED9" w:rsidP="00AD40B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0A702FB" w14:textId="77777777" w:rsidR="00780ED9" w:rsidRPr="00CC2F42" w:rsidRDefault="004172F3" w:rsidP="00AD40BB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780ED9" w:rsidRPr="00CC2F42" w14:paraId="1B155A4E" w14:textId="77777777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22FA3D6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8AD1356" w14:textId="164ACE85" w:rsidR="00780ED9" w:rsidRPr="00CC2F42" w:rsidRDefault="005842D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2CB8A14" w14:textId="1663EC45" w:rsidR="00780ED9" w:rsidRPr="00CC2F42" w:rsidRDefault="005842D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842D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57D182E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14:paraId="7587B9CF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3621A7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B5C9CD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0B97EA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CFA8B3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14:paraId="44463FD1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F031DB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B5A1E9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112B27" w14:textId="77777777"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B16A42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80ED9" w:rsidRPr="00CC2F42" w14:paraId="1A509335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0B0699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08F4FA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AAC2AE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FB7F55" w14:textId="77777777" w:rsidR="00780ED9" w:rsidRPr="001E1AEA" w:rsidRDefault="00780ED9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8505A6" w:rsidRPr="00CC2F42" w14:paraId="1838AE8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2C1BFE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3A9A8A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4793F8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048A41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80ED9" w:rsidRPr="00CC2F42" w14:paraId="289C6CCC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8BBBB1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AC68E9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41BD44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068EAE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14:paraId="47B134D4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406A1CF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7A318D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CBE6A2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5BAAB8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51B36" w:rsidRPr="00CC2F42" w14:paraId="411C871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44476A3" w14:textId="77777777" w:rsidR="00051B36" w:rsidRPr="00CC2F42" w:rsidRDefault="00051B3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885251" w14:textId="77777777" w:rsidR="00051B36" w:rsidRDefault="00051B36" w:rsidP="00317FCF">
            <w:pPr>
              <w:rPr>
                <w:sz w:val="16"/>
                <w:szCs w:val="16"/>
              </w:rPr>
            </w:pPr>
            <w:r w:rsidRPr="00051B36">
              <w:rPr>
                <w:sz w:val="16"/>
                <w:szCs w:val="16"/>
              </w:rPr>
              <w:t>09.02.16</w:t>
            </w:r>
          </w:p>
          <w:p w14:paraId="65CA8DB8" w14:textId="77777777" w:rsidR="00241ADA" w:rsidRPr="00051B36" w:rsidRDefault="00241ADA" w:rsidP="00317F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ABB0B3" w14:textId="77777777" w:rsidR="00051B36" w:rsidRDefault="00051B36" w:rsidP="00317FCF">
            <w:pPr>
              <w:rPr>
                <w:sz w:val="16"/>
                <w:szCs w:val="16"/>
              </w:rPr>
            </w:pPr>
            <w:r w:rsidRPr="00051B36">
              <w:rPr>
                <w:sz w:val="16"/>
                <w:szCs w:val="16"/>
              </w:rPr>
              <w:t>Status report</w:t>
            </w:r>
          </w:p>
          <w:p w14:paraId="23A694B4" w14:textId="77777777" w:rsidR="00241ADA" w:rsidRPr="00051B36" w:rsidRDefault="00241ADA" w:rsidP="00317F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A3706B" w14:textId="77777777" w:rsidR="00051B36" w:rsidRPr="00CC2F42" w:rsidRDefault="00051B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14:paraId="14E3C0C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E7795D5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BBFEB8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27B9E0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12A8D6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14:paraId="3E0650B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067847D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525BFF" w14:textId="77777777" w:rsidR="00780ED9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14:paraId="589FFC09" w14:textId="77777777"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94C88E" w14:textId="77777777" w:rsidR="00780ED9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42DE968C" w14:textId="77777777"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426414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14:paraId="388D5E4D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3529934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CC1FE1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EFD939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6D3B6B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14:paraId="43022AC7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2676F10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1C9067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DCA638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E19447" w14:textId="77777777" w:rsidR="00780ED9" w:rsidRPr="00CC2F42" w:rsidRDefault="00AF508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14:paraId="0AEBF985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2FFCF8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08866A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1985EC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337A6A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0EDFF169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9D021F6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B38826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7AF2F8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C7F3C8" w14:textId="77777777" w:rsidR="003710B8" w:rsidRPr="00FB032A" w:rsidRDefault="003710B8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80ED9" w:rsidRPr="00CC2F42" w14:paraId="7B2917A2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03D1400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350917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AA569A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C921F8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14:paraId="76D8282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27C9B75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64D037" w14:textId="77777777" w:rsidR="00BE7203" w:rsidRDefault="00BE7203" w:rsidP="00BE720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14:paraId="03949970" w14:textId="77777777" w:rsidR="00780ED9" w:rsidRPr="00CC2F42" w:rsidRDefault="00BE7203" w:rsidP="00BE720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CF0DCA" w14:textId="77777777" w:rsidR="00780ED9" w:rsidRDefault="00BE720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14:paraId="0050EFC1" w14:textId="77777777" w:rsidR="00BE7203" w:rsidRPr="00CC2F42" w:rsidRDefault="00BE720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0A6BD9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6E0" w:rsidRPr="00CC2F42" w14:paraId="19083238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89D4A8" w14:textId="77777777"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B0258C" w14:textId="77777777"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9D30A4" w14:textId="77777777"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5FFA0A" w14:textId="77777777"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14:paraId="430A959B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A7B46FD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5F3E0A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DBCF36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A932B2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14:paraId="792924E3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81A24F8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08E069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95FD53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24499F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14:paraId="0A8761FA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A790749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1947DF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E7135F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DF09CA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14:paraId="260FC295" w14:textId="77777777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6C67443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66E9E9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2852A2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F6D329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14:paraId="5B23F2E7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A89D2E" w14:textId="77777777"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A2B963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AEF657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2D2652" w14:textId="77777777"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3710B8" w:rsidRPr="00CC2F42" w14:paraId="0E4D5478" w14:textId="77777777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2A5CF7" w14:textId="77777777" w:rsidR="003710B8" w:rsidRPr="00CC2F42" w:rsidRDefault="003710B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D3D296D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E6B0F32" w14:textId="77777777" w:rsidR="003710B8" w:rsidRPr="00CC2F42" w:rsidRDefault="003710B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C32A76A" w14:textId="77777777" w:rsidR="003710B8" w:rsidRPr="00FB032A" w:rsidRDefault="003710B8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47AE3398" w14:textId="77777777" w:rsidR="007078B2" w:rsidRDefault="00780ED9" w:rsidP="007078B2">
      <w:pPr>
        <w:pStyle w:val="H23G"/>
      </w:pPr>
      <w:r>
        <w:br w:type="page"/>
      </w:r>
      <w:r w:rsidR="007078B2" w:rsidRPr="00CC2F42">
        <w:tab/>
      </w:r>
      <w:r w:rsidR="007078B2" w:rsidRPr="00CC2F42">
        <w:tab/>
      </w:r>
      <w:r w:rsidR="0021389E">
        <w:t>UN GTR</w:t>
      </w:r>
      <w:r w:rsidR="007078B2" w:rsidRPr="00CC2F42">
        <w:t xml:space="preserve"> No. 1</w:t>
      </w:r>
      <w:r w:rsidR="007078B2">
        <w:t>6</w:t>
      </w:r>
      <w:r w:rsidR="007078B2" w:rsidRPr="00CC2F42">
        <w:t xml:space="preserve"> </w:t>
      </w:r>
      <w:r w:rsidR="007078B2">
        <w:t xml:space="preserve">– </w:t>
      </w:r>
      <w:r w:rsidR="00C05123">
        <w:t xml:space="preserve">Amend.1 – </w:t>
      </w:r>
      <w:r w:rsidR="007078B2">
        <w:t>Tyres</w:t>
      </w:r>
    </w:p>
    <w:p w14:paraId="00FE2A4F" w14:textId="77777777" w:rsidR="007078B2" w:rsidRPr="007E0BEA" w:rsidRDefault="007078B2" w:rsidP="007078B2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 w:rsidR="00C05123">
        <w:rPr>
          <w:rStyle w:val="H4GChar"/>
          <w:i w:val="0"/>
        </w:rPr>
        <w:t>17.11.2016</w:t>
      </w:r>
    </w:p>
    <w:p w14:paraId="31A9D53E" w14:textId="77777777" w:rsidR="007078B2" w:rsidRPr="00BA11AF" w:rsidRDefault="007078B2" w:rsidP="007078B2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6</w:t>
      </w:r>
      <w:r w:rsidR="00C05123">
        <w:t>/Amend.1</w:t>
      </w:r>
      <w:r w:rsidRPr="00CC2F42">
        <w:t xml:space="preserve"> dated </w:t>
      </w:r>
      <w:r w:rsidR="00106698">
        <w:t>01</w:t>
      </w:r>
      <w:r w:rsidR="00C05123">
        <w:t>.03.2017</w:t>
      </w:r>
    </w:p>
    <w:p w14:paraId="5B667C5F" w14:textId="77777777" w:rsidR="007078B2" w:rsidRPr="00CC2F42" w:rsidRDefault="007078B2" w:rsidP="007078B2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05BE2D7B" w14:textId="77777777" w:rsidR="007078B2" w:rsidRPr="00CC2F42" w:rsidRDefault="007078B2" w:rsidP="007078B2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C05123">
        <w:t>16</w:t>
      </w:r>
      <w:r w:rsidR="00C05123" w:rsidRPr="006E1E56">
        <w:t>.0</w:t>
      </w:r>
      <w:r w:rsidR="00C05123">
        <w:t>1</w:t>
      </w:r>
      <w:r w:rsidR="00C05123" w:rsidRPr="006E1E56">
        <w:t>.201</w:t>
      </w:r>
      <w:r w:rsidR="00C05123">
        <w:t>8</w:t>
      </w:r>
      <w:r w:rsidR="00C05123" w:rsidRPr="006E1E56">
        <w:t xml:space="preserve"> then each </w:t>
      </w:r>
      <w:r w:rsidR="00C05123">
        <w:t>16</w:t>
      </w:r>
      <w:r w:rsidR="00C05123" w:rsidRPr="006E1E56">
        <w:t>.0</w:t>
      </w:r>
      <w:r w:rsidR="00C05123">
        <w:t>1</w:t>
      </w:r>
      <w:r w:rsidR="00C05123"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078B2" w:rsidRPr="00CC2F42" w14:paraId="6D0FA849" w14:textId="77777777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BE3851F" w14:textId="77777777" w:rsidR="007078B2" w:rsidRPr="00CC2F42" w:rsidRDefault="007078B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276F45F" w14:textId="77777777" w:rsidR="007078B2" w:rsidRPr="00CC2F42" w:rsidRDefault="007078B2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8898898" w14:textId="77777777" w:rsidR="007078B2" w:rsidRPr="00CC2F42" w:rsidRDefault="007078B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F4A363D" w14:textId="77777777" w:rsidR="007078B2" w:rsidRPr="00CC2F42" w:rsidRDefault="007078B2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7078B2" w:rsidRPr="00CC2F42" w14:paraId="3B7ADE11" w14:textId="77777777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CB7E877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65DDF19" w14:textId="126BCF76" w:rsidR="007078B2" w:rsidRPr="00CC2F42" w:rsidRDefault="005842DC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A446898" w14:textId="757F2C73" w:rsidR="007078B2" w:rsidRPr="00CC2F42" w:rsidRDefault="005842DC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842D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D6D76FF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14:paraId="3349EB5F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A60C50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33469C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2897B9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51983A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14:paraId="657C7B8F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D7708E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05D7A5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2EA988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2AC961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078B2" w:rsidRPr="00CC2F42" w14:paraId="75B15D15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9CF74F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C89426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E858CA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A2EED6" w14:textId="77777777" w:rsidR="007078B2" w:rsidRPr="001E1AEA" w:rsidRDefault="007078B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078B2" w:rsidRPr="00CC2F42" w14:paraId="4D23A9F7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4CEA90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CF5A93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D27F16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6245FC" w14:textId="77777777" w:rsidR="007078B2" w:rsidRPr="00CC2F42" w:rsidRDefault="007078B2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8505A6" w:rsidRPr="00CC2F42" w14:paraId="52BA82F5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3C4544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3A280E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1F7FB8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739F7E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14:paraId="3BE560AB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3ED734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D2DCCC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6D886E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17A36E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14:paraId="1153EAE6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9BA5251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F4D13B" w14:textId="77777777" w:rsidR="007078B2" w:rsidRPr="00051B36" w:rsidRDefault="007078B2" w:rsidP="002422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0B9C2C" w14:textId="77777777" w:rsidR="007078B2" w:rsidRPr="00051B36" w:rsidRDefault="007078B2" w:rsidP="002422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7338B9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14:paraId="4604D94D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673D4A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A72184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BD926F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A758C3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14:paraId="46F3537D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11479B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F4DDBA" w14:textId="77777777" w:rsidR="007078B2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EAE8EF" w14:textId="77777777" w:rsidR="007078B2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F6F3CA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14:paraId="79ED66EC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FD6CAB5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2B7BF6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3F701A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BC3FEE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7078B2" w:rsidRPr="00CC2F42" w14:paraId="72A424F5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392674B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916FF4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80B6F6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F7D49B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14:paraId="70713963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E2AC55D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E24C16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8DD6E3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7995B6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7062EE78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B375BD" w14:textId="77777777" w:rsidR="003710B8" w:rsidRPr="00CC2F42" w:rsidRDefault="003710B8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B8A75A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F923C7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DE5B56" w14:textId="77777777" w:rsidR="003710B8" w:rsidRPr="00FB032A" w:rsidRDefault="003710B8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078B2" w:rsidRPr="00CC2F42" w14:paraId="549E96B4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E6377F1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FD2640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B14CF3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E1EF19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14:paraId="5B0818CE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30864B6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0C747B" w14:textId="77777777" w:rsidR="007078B2" w:rsidRPr="00C05123" w:rsidRDefault="007078B2" w:rsidP="00C051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DD6EC4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EF5E79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14:paraId="716DB217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AC704C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5D0F2A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1BAC40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AC05F7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7078B2" w:rsidRPr="00CC2F42" w14:paraId="736862F9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85602A3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AFD872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0F4DDB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2A8620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14:paraId="521B0802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6A9D323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158FC0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388EC5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C9E31F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14:paraId="0DFFDC3D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20F165B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D994E6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320E81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632142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14:paraId="50E65AF6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BB0C789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E38F2A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F8012C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51B054" w14:textId="77777777" w:rsidR="007078B2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14:paraId="2D7D2BFD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03C5E0B" w14:textId="77777777"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F09B33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7EA6C8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D1036C" w14:textId="77777777"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3710B8" w:rsidRPr="00CC2F42" w14:paraId="752E28B7" w14:textId="77777777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0D5603" w14:textId="77777777" w:rsidR="003710B8" w:rsidRPr="00CC2F42" w:rsidRDefault="003710B8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8A98768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ABC8436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D28E6E2" w14:textId="77777777" w:rsidR="003710B8" w:rsidRPr="001E1AEA" w:rsidRDefault="003710B8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06DCF2AA" w14:textId="77777777" w:rsidR="00681FE5" w:rsidRDefault="00681FE5" w:rsidP="00681FE5">
      <w:pPr>
        <w:pStyle w:val="H23G"/>
      </w:pPr>
    </w:p>
    <w:p w14:paraId="373CE882" w14:textId="001028BF" w:rsidR="00B8566C" w:rsidRDefault="00681FE5" w:rsidP="00637E24">
      <w:pPr>
        <w:pStyle w:val="H23G"/>
        <w:rPr>
          <w:rStyle w:val="H4GChar"/>
        </w:rPr>
      </w:pPr>
      <w:r>
        <w:br w:type="page"/>
      </w:r>
      <w:r w:rsidR="00B8566C" w:rsidRPr="00CC2F42">
        <w:tab/>
      </w:r>
      <w:r w:rsidR="00B8566C" w:rsidRPr="00CC2F42">
        <w:tab/>
      </w:r>
      <w:r w:rsidR="00B8566C">
        <w:t>UN GTR</w:t>
      </w:r>
      <w:r w:rsidR="00B8566C" w:rsidRPr="00CC2F42">
        <w:t xml:space="preserve"> No. </w:t>
      </w:r>
      <w:r w:rsidR="00637E24">
        <w:t>1</w:t>
      </w:r>
      <w:r w:rsidR="00B8566C" w:rsidRPr="00CC2F42">
        <w:t>6 – Amend</w:t>
      </w:r>
      <w:r w:rsidR="00B8566C">
        <w:t>.</w:t>
      </w:r>
      <w:r w:rsidR="00B8566C" w:rsidRPr="00CC2F42">
        <w:t xml:space="preserve"> </w:t>
      </w:r>
      <w:r w:rsidR="00B8566C">
        <w:t>2</w:t>
      </w:r>
      <w:r w:rsidR="00B8566C" w:rsidRPr="00CC2F42">
        <w:t xml:space="preserve"> - </w:t>
      </w:r>
      <w:r w:rsidR="00637E24">
        <w:t>Tyres</w:t>
      </w:r>
    </w:p>
    <w:p w14:paraId="36B08F34" w14:textId="77777777" w:rsidR="00B8566C" w:rsidRPr="00396AC2" w:rsidRDefault="00B8566C" w:rsidP="00B8566C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24.06.</w:t>
      </w:r>
      <w:r w:rsidRPr="00983938">
        <w:rPr>
          <w:rStyle w:val="H4GChar"/>
          <w:i w:val="0"/>
        </w:rPr>
        <w:t>20</w:t>
      </w:r>
      <w:r>
        <w:rPr>
          <w:rStyle w:val="H4GChar"/>
          <w:i w:val="0"/>
        </w:rPr>
        <w:t>20</w:t>
      </w:r>
    </w:p>
    <w:p w14:paraId="2E729EC6" w14:textId="20891115" w:rsidR="00B8566C" w:rsidRPr="00001912" w:rsidRDefault="00B8566C" w:rsidP="00B8566C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>
        <w:rPr>
          <w:rStyle w:val="H4GChar"/>
          <w:i w:val="0"/>
        </w:rPr>
        <w:t>ECE/TRAN/2005/124/</w:t>
      </w:r>
      <w:r w:rsidR="009B360D">
        <w:rPr>
          <w:rStyle w:val="H4GChar"/>
          <w:i w:val="0"/>
        </w:rPr>
        <w:t>1</w:t>
      </w:r>
      <w:r>
        <w:rPr>
          <w:rStyle w:val="H4GChar"/>
          <w:i w:val="0"/>
        </w:rPr>
        <w:t>6/Amend.2 dated from 09.10.2020</w:t>
      </w:r>
    </w:p>
    <w:p w14:paraId="7E41E672" w14:textId="77777777" w:rsidR="00B8566C" w:rsidRPr="00D42397" w:rsidRDefault="00B8566C" w:rsidP="00B8566C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41329F6C" w14:textId="77777777" w:rsidR="00B8566C" w:rsidRPr="00CC2F42" w:rsidRDefault="00B8566C" w:rsidP="00B8566C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23</w:t>
      </w:r>
      <w:r w:rsidRPr="003D0998">
        <w:t>.0</w:t>
      </w:r>
      <w:r>
        <w:t>8</w:t>
      </w:r>
      <w:r w:rsidRPr="003D0998">
        <w:t>.20</w:t>
      </w:r>
      <w:r>
        <w:t>21</w:t>
      </w:r>
      <w:r w:rsidRPr="00CC2F42">
        <w:t xml:space="preserve"> then each </w:t>
      </w:r>
      <w:r>
        <w:t>23</w:t>
      </w:r>
      <w:r w:rsidRPr="00CC2F42">
        <w:t>.0</w:t>
      </w:r>
      <w:r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B8566C" w:rsidRPr="00CC2F42" w14:paraId="6D0E8AC1" w14:textId="77777777" w:rsidTr="00AA283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E1ABD63" w14:textId="77777777" w:rsidR="00B8566C" w:rsidRPr="00CC2F42" w:rsidRDefault="00B8566C" w:rsidP="00AA283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2E05FEB" w14:textId="77777777" w:rsidR="00B8566C" w:rsidRPr="00CC2F42" w:rsidRDefault="00B8566C" w:rsidP="00AA283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4CCBC39" w14:textId="77777777" w:rsidR="00B8566C" w:rsidRPr="00CC2F42" w:rsidRDefault="00B8566C" w:rsidP="00AA283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D5DA84D" w14:textId="77777777" w:rsidR="00B8566C" w:rsidRPr="00CC2F42" w:rsidRDefault="00B8566C" w:rsidP="00AA2836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B8566C" w:rsidRPr="00CC2F42" w14:paraId="5288C521" w14:textId="77777777" w:rsidTr="00AA283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1EE06D2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388981C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A401A47" w14:textId="77777777" w:rsidR="00B8566C" w:rsidRPr="008C29F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83CE0CB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B8566C" w:rsidRPr="00CC2F42" w14:paraId="5197707C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FF66B7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14719E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578CE6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C50681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8566C" w:rsidRPr="00CC2F42" w14:paraId="74FECE50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C314FF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094D36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E3CA89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DDD345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B8566C" w:rsidRPr="00CC2F42" w14:paraId="3D45CD0F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3DC181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35682D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EA58FE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64EF86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B8566C" w:rsidRPr="00CC2F42" w14:paraId="2BF808BA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D88913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0F6276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412A6D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055E1C" w14:textId="77777777" w:rsidR="00B8566C" w:rsidRPr="00CC2F42" w:rsidRDefault="00B8566C" w:rsidP="00AA283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B8566C" w:rsidRPr="00CC2F42" w14:paraId="43CC7455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739605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4F1E7A" w14:textId="77777777" w:rsidR="00B8566C" w:rsidRPr="006C0368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50EDEF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C4CBD5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B8566C" w:rsidRPr="00CC2F42" w14:paraId="742C14AE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97C570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7E0405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6D25B5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4C6E31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B8566C" w:rsidRPr="00CC2F42" w14:paraId="630D48B4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2250F8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891A60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C5BE60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253920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B8566C" w:rsidRPr="00CC2F42" w14:paraId="0C5E285A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AB178E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B36739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8BB7DE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19A865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8566C" w:rsidRPr="00CC2F42" w14:paraId="2DBBCB8F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3EA957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F31B43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69BD12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872C51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B8566C" w:rsidRPr="00CC2F42" w14:paraId="6BFC3C07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7D0644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6625F7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CB1E3D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53FC1F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8566C" w:rsidRPr="00CC2F42" w14:paraId="43AA4E2F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97C1AB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ED90F7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DF3763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5C9AC4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8566C" w:rsidRPr="00CC2F42" w14:paraId="05E428F7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863A03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6C763B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009A10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232F8D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8566C" w:rsidRPr="00CC2F42" w14:paraId="72188D3A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043F0F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F3E62F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D27AB5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BA3F3B" w14:textId="77777777" w:rsidR="00B8566C" w:rsidRPr="00801314" w:rsidRDefault="00B8566C" w:rsidP="00AA283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B8566C" w:rsidRPr="00CC2F42" w14:paraId="0308109C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EEDF42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F7C41E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2B5DE9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BE7128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B8566C" w:rsidRPr="00CC2F42" w14:paraId="6A9CDB67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71D48F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F47262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D4CA76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67AE76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B8566C" w:rsidRPr="00CC2F42" w14:paraId="0E4B1691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99F16F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D00233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F10DF5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B14905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B8566C" w:rsidRPr="00CC2F42" w14:paraId="24BCE688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AD72AB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14FA97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DE3F10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25F1E0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B8566C" w:rsidRPr="00CC2F42" w14:paraId="02F8DFE6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E4C62B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936CDC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C41CE5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956963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8566C" w:rsidRPr="00CC2F42" w14:paraId="6596CA2C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B2215F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B6F06F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32C8A3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47E7DC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B8566C" w:rsidRPr="00CC2F42" w14:paraId="0B92B1CA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D6DF5C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43C369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AC57B5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AD75F3" w14:textId="77777777" w:rsidR="00B8566C" w:rsidRPr="00FB032A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B8566C" w:rsidRPr="00CC2F42" w14:paraId="7E530BEA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BB42F0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03BFA3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DBB0DF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1D40FC" w14:textId="77777777" w:rsidR="00B8566C" w:rsidRPr="00CC2F42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B8566C" w:rsidRPr="00CC2F42" w14:paraId="6A4E3AC2" w14:textId="77777777" w:rsidTr="00AA283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2FD0053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F0254C8" w14:textId="77777777" w:rsidR="00B8566C" w:rsidRPr="00CC2F42" w:rsidRDefault="00B8566C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77B5453" w14:textId="77777777" w:rsidR="00B8566C" w:rsidRDefault="00B8566C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15EBB8F" w14:textId="77777777" w:rsidR="00B8566C" w:rsidRPr="00801314" w:rsidRDefault="00B8566C" w:rsidP="00AA283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655612BC" w14:textId="56310E33" w:rsidR="00681FE5" w:rsidRDefault="00B8566C" w:rsidP="00681FE5">
      <w:pPr>
        <w:pStyle w:val="H23G"/>
      </w:pPr>
      <w:r w:rsidRPr="00CC2F42">
        <w:br w:type="page"/>
      </w:r>
      <w:r w:rsidR="00681FE5" w:rsidRPr="00CC2F42">
        <w:tab/>
      </w:r>
      <w:r w:rsidR="00681FE5" w:rsidRPr="00CC2F42">
        <w:tab/>
      </w:r>
      <w:r w:rsidR="0021389E">
        <w:t>UN GTR</w:t>
      </w:r>
      <w:r w:rsidR="00681FE5" w:rsidRPr="00CC2F42">
        <w:t xml:space="preserve"> No. 1</w:t>
      </w:r>
      <w:r w:rsidR="00681FE5">
        <w:t xml:space="preserve">7 – </w:t>
      </w:r>
      <w:r w:rsidR="00681FE5">
        <w:rPr>
          <w:lang w:val="en-US"/>
        </w:rPr>
        <w:t>M</w:t>
      </w:r>
      <w:r w:rsidR="00681FE5" w:rsidRPr="00860138">
        <w:rPr>
          <w:lang w:val="en-US"/>
        </w:rPr>
        <w:t xml:space="preserve">easurement procedure for two- or three-wheeled motor vehicles equipped with a combustion engine </w:t>
      </w:r>
      <w:proofErr w:type="gramStart"/>
      <w:r w:rsidR="00681FE5" w:rsidRPr="00860138">
        <w:rPr>
          <w:lang w:val="en-US"/>
        </w:rPr>
        <w:t>with regard to</w:t>
      </w:r>
      <w:proofErr w:type="gramEnd"/>
      <w:r w:rsidR="00681FE5" w:rsidRPr="00860138">
        <w:rPr>
          <w:lang w:val="en-US"/>
        </w:rPr>
        <w:t xml:space="preserve"> the crankcase and evaporative emissions</w:t>
      </w:r>
    </w:p>
    <w:p w14:paraId="3219B23B" w14:textId="77777777" w:rsidR="00681FE5" w:rsidRPr="007E0BEA" w:rsidRDefault="00681FE5" w:rsidP="00681FE5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17.11.2016</w:t>
      </w:r>
    </w:p>
    <w:p w14:paraId="1ED7458C" w14:textId="77777777" w:rsidR="00681FE5" w:rsidRPr="00BA11AF" w:rsidRDefault="00681FE5" w:rsidP="00681FE5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7</w:t>
      </w:r>
      <w:r w:rsidRPr="00CC2F42">
        <w:t xml:space="preserve"> dated </w:t>
      </w:r>
      <w:r w:rsidR="00106698">
        <w:t>01</w:t>
      </w:r>
      <w:r>
        <w:t>.03.2017</w:t>
      </w:r>
    </w:p>
    <w:p w14:paraId="4393C39B" w14:textId="77777777" w:rsidR="00681FE5" w:rsidRPr="00CC2F42" w:rsidRDefault="00681FE5" w:rsidP="00681FE5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16C3F08C" w14:textId="77777777" w:rsidR="00681FE5" w:rsidRPr="00CC2F42" w:rsidRDefault="00681FE5" w:rsidP="00681FE5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81FE5" w:rsidRPr="00CC2F42" w14:paraId="1649CA57" w14:textId="77777777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5EFD929" w14:textId="77777777" w:rsidR="00681FE5" w:rsidRPr="00CC2F42" w:rsidRDefault="00681FE5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D6B03D7" w14:textId="77777777" w:rsidR="00681FE5" w:rsidRPr="00CC2F42" w:rsidRDefault="00681FE5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D7F1204" w14:textId="77777777" w:rsidR="00681FE5" w:rsidRPr="00CC2F42" w:rsidRDefault="00681FE5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EE30528" w14:textId="77777777" w:rsidR="00681FE5" w:rsidRPr="00CC2F42" w:rsidRDefault="00681FE5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681FE5" w:rsidRPr="00CC2F42" w14:paraId="4BE83C1A" w14:textId="77777777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7E43A5B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99F8B39" w14:textId="2AD929AC" w:rsidR="00681FE5" w:rsidRPr="00CC2F42" w:rsidRDefault="005842DC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8AD058F" w14:textId="15FC2F5A" w:rsidR="00681FE5" w:rsidRPr="00CC2F42" w:rsidRDefault="005842DC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842D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0BB48E5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14:paraId="2D9EBA0B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569327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58139D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F53CB6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26E151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14:paraId="2F1D8D3D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53F4C3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E1C297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F30E51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79361B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81FE5" w:rsidRPr="00CC2F42" w14:paraId="02F30915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C03880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2413B0" w14:textId="77777777" w:rsidR="00681FE5" w:rsidRDefault="00DF177D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  <w:p w14:paraId="38444A16" w14:textId="0113F579" w:rsidR="00AA4E8E" w:rsidRPr="00CC2F42" w:rsidRDefault="00AA4E8E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B0124">
              <w:rPr>
                <w:sz w:val="16"/>
                <w:szCs w:val="16"/>
              </w:rPr>
              <w:t>26.07.19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531F51" w14:textId="77777777" w:rsidR="00681FE5" w:rsidRDefault="00DF177D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2EDB01B0" w14:textId="3E3A4D83" w:rsidR="00AA4E8E" w:rsidRPr="00CC2F42" w:rsidRDefault="00AA4E8E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AA4E8E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DC92A8" w14:textId="77777777" w:rsidR="00681FE5" w:rsidRPr="001E1AEA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8505A6" w:rsidRPr="00CC2F42" w14:paraId="043E259F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B01A22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E76A56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E749DF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09C7AE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81FE5" w:rsidRPr="00CC2F42" w14:paraId="4FB11A0E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35FC35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1966FB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9069FA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3E578B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14:paraId="095906AF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416B85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C6A9DA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6EF68C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F53757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14:paraId="49FBF54D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76227A4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977DAB" w14:textId="77777777" w:rsidR="00681FE5" w:rsidRPr="00CC2F42" w:rsidRDefault="005E5E2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BCE0B7" w14:textId="77777777" w:rsidR="00681FE5" w:rsidRPr="00CC2F42" w:rsidRDefault="005E5E2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058CEC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14:paraId="59A271E4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1FE7452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C15676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1EE38F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0C8DA4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14:paraId="4B7753AC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7F82334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6B4BFF" w14:textId="77777777" w:rsidR="00681FE5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4F41C3" w14:textId="77777777" w:rsidR="00681FE5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9AC4AA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14:paraId="08C69B5C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BD1C3E1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5452C5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F84D13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B18EF7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681FE5" w:rsidRPr="00CC2F42" w14:paraId="128EA13B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42D530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F97832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84BCE7" w14:textId="77777777" w:rsidR="00681FE5" w:rsidRPr="00C05123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4FC03C" w14:textId="77777777" w:rsidR="00681FE5" w:rsidRPr="00C05123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14:paraId="69A57EEE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4CC0956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8EE4DC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EEA3BC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0C5F02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7A83B67A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D035AF0" w14:textId="77777777" w:rsidR="003710B8" w:rsidRPr="00CC2F42" w:rsidRDefault="003710B8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C460EF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C79010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EE641E" w14:textId="77777777" w:rsidR="003710B8" w:rsidRPr="00FB032A" w:rsidRDefault="003710B8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81FE5" w:rsidRPr="00CC2F42" w14:paraId="2581A5D2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9FC4F85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837C0E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3AFDA8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21BDF8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14:paraId="7623391A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C321C8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F3F436" w14:textId="77777777" w:rsidR="00681FE5" w:rsidRDefault="00684C4A" w:rsidP="00242223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09.10.17</w:t>
            </w:r>
          </w:p>
          <w:p w14:paraId="22EC8D84" w14:textId="77777777" w:rsidR="00CC6B1E" w:rsidRPr="007078B2" w:rsidRDefault="00CC6B1E" w:rsidP="002422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FDC8E2" w14:textId="77777777" w:rsidR="00CC6B1E" w:rsidRDefault="00684C4A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84C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</w:t>
            </w:r>
            <w:r w:rsidR="00CC6B1E">
              <w:rPr>
                <w:sz w:val="16"/>
                <w:szCs w:val="16"/>
                <w:lang w:val="en-US"/>
              </w:rPr>
              <w:t>t</w:t>
            </w:r>
          </w:p>
          <w:p w14:paraId="0E106E55" w14:textId="77777777" w:rsidR="00681FE5" w:rsidRPr="00CC2F42" w:rsidRDefault="00CC6B1E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C6B1E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655965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14:paraId="6C251C69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528A3D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8E204D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79F128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255471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14:paraId="102CCBD2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6BFCC2C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08A0B4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0A08BC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FDEAFE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14:paraId="48E3332D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193FDF3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8211C4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F078C7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562557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14:paraId="0FF4D016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F2F2482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985CED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31D7CD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3095F0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14:paraId="2FAAC505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DDFA2CD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755EE6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C681E1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719D41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14:paraId="51EF3ABD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5514B4" w14:textId="77777777"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080698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F1E0D2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4A8578" w14:textId="77777777"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710B8" w:rsidRPr="00CC2F42" w14:paraId="57F09027" w14:textId="77777777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AD3F19" w14:textId="77777777" w:rsidR="003710B8" w:rsidRPr="00CC2F42" w:rsidRDefault="003710B8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E5A8523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1B26E81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545F5B9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42D6FFC2" w14:textId="33C92DF5" w:rsidR="005258D4" w:rsidRDefault="00681FE5" w:rsidP="005258D4">
      <w:pPr>
        <w:pStyle w:val="H23G"/>
      </w:pPr>
      <w:r>
        <w:br w:type="page"/>
      </w:r>
      <w:r w:rsidR="005258D4" w:rsidRPr="00CC2F42">
        <w:tab/>
      </w:r>
      <w:r w:rsidR="005258D4" w:rsidRPr="00CC2F42">
        <w:tab/>
      </w:r>
      <w:r w:rsidR="0021389E">
        <w:t>UN GTR</w:t>
      </w:r>
      <w:r w:rsidR="005258D4" w:rsidRPr="00CC2F42">
        <w:t xml:space="preserve"> No. 1</w:t>
      </w:r>
      <w:r w:rsidR="005258D4">
        <w:t>8 –</w:t>
      </w:r>
      <w:r w:rsidR="001F1310">
        <w:t xml:space="preserve"> </w:t>
      </w:r>
      <w:r w:rsidR="005258D4">
        <w:rPr>
          <w:lang w:val="en-US"/>
        </w:rPr>
        <w:t>M</w:t>
      </w:r>
      <w:r w:rsidR="005258D4" w:rsidRPr="00E2553A">
        <w:rPr>
          <w:lang w:val="en-US"/>
        </w:rPr>
        <w:t xml:space="preserve">easurement procedure for two- or three-wheeled motor vehicles </w:t>
      </w:r>
      <w:proofErr w:type="gramStart"/>
      <w:r w:rsidR="005258D4" w:rsidRPr="00E2553A">
        <w:rPr>
          <w:lang w:val="en-US"/>
        </w:rPr>
        <w:t>with regard to</w:t>
      </w:r>
      <w:proofErr w:type="gramEnd"/>
      <w:r w:rsidR="005258D4" w:rsidRPr="00E2553A">
        <w:rPr>
          <w:lang w:val="en-US"/>
        </w:rPr>
        <w:t xml:space="preserve"> on-board diagnostics</w:t>
      </w:r>
    </w:p>
    <w:p w14:paraId="4D1E9C47" w14:textId="77777777" w:rsidR="005258D4" w:rsidRPr="007E0BEA" w:rsidRDefault="005258D4" w:rsidP="005258D4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17.11.2016</w:t>
      </w:r>
    </w:p>
    <w:p w14:paraId="2A5E31BA" w14:textId="763098D7" w:rsidR="005258D4" w:rsidRPr="00BA11AF" w:rsidRDefault="005258D4" w:rsidP="005258D4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 w:rsidR="003E55D6">
        <w:t>8</w:t>
      </w:r>
      <w:r w:rsidRPr="00CC2F42">
        <w:t xml:space="preserve"> dated </w:t>
      </w:r>
      <w:r w:rsidR="00106698">
        <w:t>01</w:t>
      </w:r>
      <w:r>
        <w:t>.03.2017</w:t>
      </w:r>
    </w:p>
    <w:p w14:paraId="7AA66F8E" w14:textId="77777777" w:rsidR="005258D4" w:rsidRPr="00CC2F42" w:rsidRDefault="005258D4" w:rsidP="005258D4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5E128342" w14:textId="77777777" w:rsidR="005258D4" w:rsidRPr="00CC2F42" w:rsidRDefault="005258D4" w:rsidP="005258D4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258D4" w:rsidRPr="00CC2F42" w14:paraId="56C060C2" w14:textId="77777777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74271BE" w14:textId="77777777" w:rsidR="005258D4" w:rsidRPr="00CC2F42" w:rsidRDefault="005258D4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B1235AE" w14:textId="77777777" w:rsidR="005258D4" w:rsidRPr="00CC2F42" w:rsidRDefault="005258D4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4A21BC5" w14:textId="77777777" w:rsidR="005258D4" w:rsidRPr="00CC2F42" w:rsidRDefault="005258D4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A1019F2" w14:textId="77777777" w:rsidR="005258D4" w:rsidRPr="00CC2F42" w:rsidRDefault="005258D4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258D4" w:rsidRPr="00CC2F42" w14:paraId="7EA6DD79" w14:textId="77777777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D4CD875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818BC25" w14:textId="06B15A1A" w:rsidR="005258D4" w:rsidRPr="00CC2F42" w:rsidRDefault="005842DC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7F6C7C2" w14:textId="6AC0FFCC" w:rsidR="005258D4" w:rsidRPr="00CC2F42" w:rsidRDefault="005842DC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842D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15A421C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14:paraId="1E89E4E7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8B58BA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D7C0FF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13BFEA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B66694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14:paraId="41C3E851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1F410B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0F15A4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BE1BD5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3E7965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258D4" w:rsidRPr="00CC2F42" w14:paraId="015290B4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B446FE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143068" w14:textId="5DBC66CA" w:rsidR="005258D4" w:rsidRPr="00CC2F42" w:rsidRDefault="00AA4E8E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B0124">
              <w:rPr>
                <w:sz w:val="16"/>
                <w:szCs w:val="16"/>
              </w:rPr>
              <w:t>26.07.19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91A6C0" w14:textId="37931FA5" w:rsidR="005258D4" w:rsidRPr="00CC2F42" w:rsidRDefault="00AA4E8E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AA4E8E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B6EA98" w14:textId="77777777" w:rsidR="005258D4" w:rsidRPr="001E1AEA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8505A6" w:rsidRPr="00CC2F42" w14:paraId="08052F17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8607CE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E64F71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826CAE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9025C0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5258D4" w:rsidRPr="00CC2F42" w14:paraId="47B34275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EC2E0B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AF27AD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91DCDB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D2A290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14:paraId="5A788838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095BAB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0E8ECE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894CF4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59F77F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F7E27" w:rsidRPr="00CC2F42" w14:paraId="07927B5F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D0EB850" w14:textId="77777777" w:rsidR="001F7E27" w:rsidRPr="00CC2F42" w:rsidRDefault="001F7E27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C1CB74" w14:textId="77777777" w:rsidR="001F7E27" w:rsidRPr="00CC2F42" w:rsidRDefault="001F7E27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A6D451" w14:textId="77777777" w:rsidR="001F7E27" w:rsidRPr="00CC2F42" w:rsidRDefault="001F7E27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2C0396" w14:textId="77777777" w:rsidR="001F7E27" w:rsidRPr="00CC2F42" w:rsidRDefault="001F7E27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14:paraId="74FDACAC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99391E1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501837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BDC7A8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A12B0F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14:paraId="3943B738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D6349A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CC400" w14:textId="77777777" w:rsidR="005258D4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E7F57D" w14:textId="77777777" w:rsidR="005258D4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C18CCF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14:paraId="3964F4D1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5D8A6E6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87B14E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A9B89A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1BDFC9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5258D4" w:rsidRPr="00CC2F42" w14:paraId="0D10885D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110C4BF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58D6E3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3893EA" w14:textId="77777777" w:rsidR="005258D4" w:rsidRPr="00C05123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8F3C7E" w14:textId="77777777" w:rsidR="005258D4" w:rsidRPr="00C05123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14:paraId="76F56A6A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E4C226A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D1130C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D4ABB2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CB9A91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34AABB7F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000581F" w14:textId="77777777" w:rsidR="003710B8" w:rsidRPr="00CC2F42" w:rsidRDefault="003710B8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418197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156003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112AFB" w14:textId="77777777" w:rsidR="003710B8" w:rsidRPr="00FB032A" w:rsidRDefault="003710B8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258D4" w:rsidRPr="00CC2F42" w14:paraId="1C8C4779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4E7C896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06E6FB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D7DF68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A289C6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14:paraId="6D6B8B17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C9EBEEE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0F7F5D" w14:textId="77777777" w:rsidR="005258D4" w:rsidRDefault="00684C4A" w:rsidP="00242223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09.10.17</w:t>
            </w:r>
          </w:p>
          <w:p w14:paraId="4A95D087" w14:textId="77777777" w:rsidR="00CC6B1E" w:rsidRPr="007078B2" w:rsidRDefault="00CC6B1E" w:rsidP="002422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6D984B" w14:textId="77777777" w:rsidR="005258D4" w:rsidRDefault="00684C4A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84C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14:paraId="377864F7" w14:textId="77777777" w:rsidR="00CC6B1E" w:rsidRPr="00CC2F42" w:rsidRDefault="00CC6B1E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C6B1E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C62AFA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14:paraId="3478C21D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C3DC21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E0B1AE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0D5C4C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9A7B4C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5258D4" w:rsidRPr="00CC2F42" w14:paraId="5E6BA554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BBB285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BC65F2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9FAF48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144A1B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14:paraId="3FA7BE47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2B27835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BA6A49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8C54F9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A4C860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14:paraId="6E370EE1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13B7480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F109A7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0BF328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7C14CE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14:paraId="3C086E5F" w14:textId="77777777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142CB3E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7BECF5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3E27E7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8DABE7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14:paraId="0A93200A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A7F07DB" w14:textId="77777777"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5D3220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58E01A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99FD32" w14:textId="77777777"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710B8" w:rsidRPr="00CC2F42" w14:paraId="4B56E019" w14:textId="77777777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40CDF0" w14:textId="77777777" w:rsidR="003710B8" w:rsidRPr="00CC2F42" w:rsidRDefault="003710B8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62953C4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A7F6F68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5E19D28" w14:textId="77777777" w:rsidR="003710B8" w:rsidRPr="00CC2F42" w:rsidRDefault="003710B8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2CAD265D" w14:textId="62BA922C" w:rsidR="00536840" w:rsidRDefault="005258D4" w:rsidP="00536840">
      <w:pPr>
        <w:pStyle w:val="H23G"/>
      </w:pPr>
      <w:r>
        <w:br w:type="page"/>
      </w:r>
      <w:r w:rsidR="00536840" w:rsidRPr="00CC2F42">
        <w:tab/>
      </w:r>
      <w:r w:rsidR="00536840" w:rsidRPr="00CC2F42">
        <w:tab/>
      </w:r>
      <w:r w:rsidR="00536840">
        <w:t>UN GTR</w:t>
      </w:r>
      <w:r w:rsidR="00536840" w:rsidRPr="00CC2F42">
        <w:t xml:space="preserve"> No. 1</w:t>
      </w:r>
      <w:r w:rsidR="00536840">
        <w:t xml:space="preserve">8 – </w:t>
      </w:r>
      <w:r w:rsidR="003E55D6">
        <w:t xml:space="preserve">Amend.1 - </w:t>
      </w:r>
      <w:r w:rsidR="00536840">
        <w:rPr>
          <w:lang w:val="en-US"/>
        </w:rPr>
        <w:t>M</w:t>
      </w:r>
      <w:r w:rsidR="00536840" w:rsidRPr="00E2553A">
        <w:rPr>
          <w:lang w:val="en-US"/>
        </w:rPr>
        <w:t xml:space="preserve">easurement procedure for two- or three-wheeled motor vehicles </w:t>
      </w:r>
      <w:proofErr w:type="gramStart"/>
      <w:r w:rsidR="00536840" w:rsidRPr="00E2553A">
        <w:rPr>
          <w:lang w:val="en-US"/>
        </w:rPr>
        <w:t>with regard to</w:t>
      </w:r>
      <w:proofErr w:type="gramEnd"/>
      <w:r w:rsidR="00536840" w:rsidRPr="00E2553A">
        <w:rPr>
          <w:lang w:val="en-US"/>
        </w:rPr>
        <w:t xml:space="preserve"> on-board diagnostics</w:t>
      </w:r>
    </w:p>
    <w:p w14:paraId="2FED8B56" w14:textId="77777777" w:rsidR="003E55D6" w:rsidRPr="007E0BEA" w:rsidRDefault="003E55D6" w:rsidP="00000975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11.11.2020</w:t>
      </w:r>
    </w:p>
    <w:p w14:paraId="470733B0" w14:textId="2179DDB6" w:rsidR="003E55D6" w:rsidRPr="00BA11AF" w:rsidRDefault="003E55D6" w:rsidP="00000975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 w:rsidR="00AE0036">
        <w:t>8</w:t>
      </w:r>
      <w:r>
        <w:t>/Amend.</w:t>
      </w:r>
      <w:r w:rsidR="00AE0036">
        <w:t>1</w:t>
      </w:r>
      <w:r w:rsidRPr="00CC2F42">
        <w:t xml:space="preserve"> dated </w:t>
      </w:r>
      <w:r>
        <w:t>18</w:t>
      </w:r>
      <w:r w:rsidRPr="00CC2F42">
        <w:t>.0</w:t>
      </w:r>
      <w:r>
        <w:t>1</w:t>
      </w:r>
      <w:r w:rsidRPr="00CC2F42">
        <w:t>.20</w:t>
      </w:r>
      <w:r>
        <w:t>21</w:t>
      </w:r>
    </w:p>
    <w:p w14:paraId="7A56D1C8" w14:textId="77777777" w:rsidR="003E55D6" w:rsidRPr="00CC2F42" w:rsidRDefault="003E55D6" w:rsidP="00000975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6FBAE69B" w14:textId="77777777" w:rsidR="003E55D6" w:rsidRPr="00CC2F42" w:rsidRDefault="003E55D6" w:rsidP="003E55D6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Pr="00E94A83">
        <w:rPr>
          <w:rStyle w:val="Strong"/>
          <w:b w:val="0"/>
          <w:bCs w:val="0"/>
        </w:rPr>
        <w:t>10.01.2022</w:t>
      </w:r>
      <w:r>
        <w:rPr>
          <w:rStyle w:val="Strong"/>
        </w:rPr>
        <w:t xml:space="preserve"> </w:t>
      </w:r>
      <w:r w:rsidRPr="006E1E56">
        <w:t xml:space="preserve">then each </w:t>
      </w:r>
      <w:r>
        <w:t>10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36840" w:rsidRPr="00CC2F42" w14:paraId="66C03341" w14:textId="77777777" w:rsidTr="00000975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2CD830E" w14:textId="77777777" w:rsidR="00536840" w:rsidRPr="00CC2F42" w:rsidRDefault="00536840" w:rsidP="0000097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1299AEF" w14:textId="77777777" w:rsidR="00536840" w:rsidRPr="00CC2F42" w:rsidRDefault="00536840" w:rsidP="00000975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4299D6A" w14:textId="77777777" w:rsidR="00536840" w:rsidRPr="00CC2F42" w:rsidRDefault="00536840" w:rsidP="0000097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B88B624" w14:textId="77777777" w:rsidR="00536840" w:rsidRPr="00CC2F42" w:rsidRDefault="00536840" w:rsidP="00000975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36840" w:rsidRPr="00CC2F42" w14:paraId="44988858" w14:textId="77777777" w:rsidTr="00000975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67B3CF2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0DE052D" w14:textId="5A66BE7C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0797388" w14:textId="7E8031D6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E51D657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36840" w:rsidRPr="00CC2F42" w14:paraId="64E395E2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B36F69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C5E802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627EE7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AB2627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36840" w:rsidRPr="00CC2F42" w14:paraId="749C16E7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F9F8B7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C73063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9830BD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929648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36840" w:rsidRPr="00CC2F42" w14:paraId="00AAA456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279873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10496C" w14:textId="7314EA03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DD7F50" w14:textId="6BC426FC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69FA0D" w14:textId="01B03B07" w:rsidR="00536840" w:rsidRPr="001E1AEA" w:rsidRDefault="0085313B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536840" w:rsidRPr="00CC2F42" w14:paraId="039D1E55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6F2207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793585" w14:textId="409B5F3F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06FF88" w14:textId="2F69041D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85B5D2" w14:textId="77777777" w:rsidR="00536840" w:rsidRPr="00CC2F42" w:rsidRDefault="00536840" w:rsidP="00000975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536840" w:rsidRPr="00CC2F42" w14:paraId="42ED1BFE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A16770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0A153E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DDD865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C371AE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36840" w:rsidRPr="00CC2F42" w14:paraId="392B63A8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D57BBD0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CCDA8D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E931B5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24C877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36840" w:rsidRPr="00CC2F42" w14:paraId="61C4B0F3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09B097C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C7B1A3" w14:textId="4FD5CB19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F6A105" w14:textId="38C79CCC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8BF863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36840" w:rsidRPr="00CC2F42" w14:paraId="3D728040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1C542F4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A65AF7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FC84C7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7EB855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36840" w:rsidRPr="00CC2F42" w14:paraId="5E6B2758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AEFC40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101DC3" w14:textId="081C1398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5274B7" w14:textId="24CBE214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547722" w14:textId="53B713F1" w:rsidR="00536840" w:rsidRPr="00CC2F42" w:rsidRDefault="002444F9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536840" w:rsidRPr="00CC2F42" w14:paraId="14EA64BE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FD14C8F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72F1E0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B5F5BD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A14BEC" w14:textId="758F6BCC" w:rsidR="00536840" w:rsidRPr="00CC2F42" w:rsidRDefault="00154E2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536840" w:rsidRPr="00CC2F42" w14:paraId="739DE566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F2795DA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ACBB51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9AD449" w14:textId="77777777" w:rsidR="00536840" w:rsidRPr="00C05123" w:rsidRDefault="00536840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CEE7C2" w14:textId="77777777" w:rsidR="00536840" w:rsidRPr="00C05123" w:rsidRDefault="00536840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36840" w:rsidRPr="00CC2F42" w14:paraId="6C5B89CF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B7677CA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DE2C11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4D5E0C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1DABFA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36840" w:rsidRPr="00CC2F42" w14:paraId="5895F703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EC2AAEF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24597B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89A889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137C56" w14:textId="6988B839" w:rsidR="00536840" w:rsidRPr="00FB032A" w:rsidRDefault="00536840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</w:t>
            </w:r>
          </w:p>
        </w:tc>
      </w:tr>
      <w:tr w:rsidR="00536840" w:rsidRPr="00CC2F42" w14:paraId="3DD99EF7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C320D07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2A7E56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3D9D4F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C8A11D" w14:textId="57BA6433" w:rsidR="00536840" w:rsidRPr="00CC2F42" w:rsidRDefault="004845B8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536840" w:rsidRPr="00CC2F42" w14:paraId="76CD9252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0B443DE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480C11" w14:textId="62087A76" w:rsidR="00536840" w:rsidRPr="00440D0B" w:rsidRDefault="00536840" w:rsidP="00440D0B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75743E" w14:textId="6C9D8AE2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F930AF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36840" w:rsidRPr="00CC2F42" w14:paraId="4CF6C8B9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735172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084D6B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8ED4E5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8A128E" w14:textId="0BC3D4D2" w:rsidR="00536840" w:rsidRPr="00CC2F42" w:rsidRDefault="006B3EB5" w:rsidP="0000097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36840" w:rsidRPr="00CC2F42" w14:paraId="16249413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27F33DB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F51972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DE0FCA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10AF5F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36840" w:rsidRPr="00CC2F42" w14:paraId="6D649BE5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4515819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AD7D98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B7E0C7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36DA61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36840" w:rsidRPr="00CC2F42" w14:paraId="2832C136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7BD862B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D101B4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3B2751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60087F" w14:textId="34CA65FB" w:rsidR="00536840" w:rsidRPr="00CC2F42" w:rsidRDefault="002444F9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536840" w:rsidRPr="00CC2F42" w14:paraId="0BE3F58D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E2AFCA0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2A4EF5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23D5C2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CC5BA1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36840" w:rsidRPr="00CC2F42" w14:paraId="57F5488B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4FCF54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D1B0B1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7454B5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E29EDC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36840" w:rsidRPr="00CC2F42" w14:paraId="0685FEBB" w14:textId="77777777" w:rsidTr="00000975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ECE89D" w14:textId="77777777" w:rsidR="00536840" w:rsidRPr="00CC2F42" w:rsidRDefault="00536840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56A4D35C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C4D41DF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AE4CC80" w14:textId="77777777" w:rsidR="00536840" w:rsidRPr="00CC2F42" w:rsidRDefault="00536840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542864BA" w14:textId="5D89F033" w:rsidR="00536840" w:rsidRDefault="00536840" w:rsidP="008D360C">
      <w:pPr>
        <w:pStyle w:val="H23G"/>
      </w:pPr>
      <w:r>
        <w:br w:type="page"/>
      </w:r>
    </w:p>
    <w:p w14:paraId="5EDFED61" w14:textId="4F2EDEDB" w:rsidR="008D360C" w:rsidRDefault="008D360C" w:rsidP="008D360C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</w:t>
      </w:r>
      <w:r>
        <w:t xml:space="preserve">9 – </w:t>
      </w:r>
      <w:r w:rsidR="009A59B6">
        <w:t>Evaporative emissions in passenger cars (WLTP EVAP)</w:t>
      </w:r>
    </w:p>
    <w:p w14:paraId="4FA29B52" w14:textId="77777777" w:rsidR="008D360C" w:rsidRPr="007E0BEA" w:rsidRDefault="008D360C" w:rsidP="008D360C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21.06.2017</w:t>
      </w:r>
    </w:p>
    <w:p w14:paraId="2C2D8703" w14:textId="77777777" w:rsidR="008D360C" w:rsidRPr="00BA11AF" w:rsidRDefault="008D360C" w:rsidP="008D360C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9</w:t>
      </w:r>
      <w:r w:rsidRPr="00CC2F42">
        <w:t xml:space="preserve"> dated </w:t>
      </w:r>
      <w:r>
        <w:t>04.09.2017</w:t>
      </w:r>
    </w:p>
    <w:p w14:paraId="69A138FB" w14:textId="77777777" w:rsidR="008D360C" w:rsidRPr="00CC2F42" w:rsidRDefault="008D360C" w:rsidP="008D360C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6913EC8B" w14:textId="77777777" w:rsidR="008D360C" w:rsidRPr="00CC2F42" w:rsidRDefault="008D360C" w:rsidP="008D360C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20</w:t>
      </w:r>
      <w:r w:rsidRPr="006E1E56">
        <w:t>.0</w:t>
      </w:r>
      <w:r>
        <w:t>8</w:t>
      </w:r>
      <w:r w:rsidRPr="006E1E56">
        <w:t>.201</w:t>
      </w:r>
      <w:r>
        <w:t>8</w:t>
      </w:r>
      <w:r w:rsidRPr="006E1E56">
        <w:t xml:space="preserve"> then each </w:t>
      </w:r>
      <w:r>
        <w:t>20</w:t>
      </w:r>
      <w:r w:rsidRPr="006E1E56">
        <w:t>.0</w:t>
      </w:r>
      <w:r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D360C" w:rsidRPr="00CC2F42" w14:paraId="5A31FEB2" w14:textId="77777777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C6677E6" w14:textId="77777777" w:rsidR="008D360C" w:rsidRPr="00CC2F42" w:rsidRDefault="008D360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2127F82" w14:textId="77777777" w:rsidR="008D360C" w:rsidRPr="00CC2F42" w:rsidRDefault="008D360C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AB2669B" w14:textId="77777777" w:rsidR="008D360C" w:rsidRPr="00CC2F42" w:rsidRDefault="008D360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91733FC" w14:textId="77777777" w:rsidR="008D360C" w:rsidRPr="00CC2F42" w:rsidRDefault="008D360C" w:rsidP="00951966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D360C" w:rsidRPr="00CC2F42" w14:paraId="4DDCE2B7" w14:textId="77777777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B04DCB0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493269B" w14:textId="092215EC" w:rsidR="008D360C" w:rsidRPr="00CC2F42" w:rsidRDefault="005842D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C3CB38A" w14:textId="1B8CA687" w:rsidR="008D360C" w:rsidRPr="00CC2F42" w:rsidRDefault="005842D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842D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FC0ADEA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14:paraId="544325B9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F2784C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FDD214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711445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236E16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14:paraId="030E7C38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0AFB0E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4E218D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69F36A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AC1781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D360C" w:rsidRPr="00CC2F42" w14:paraId="01D391EC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C02757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B21AE3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BE3E9F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753087" w14:textId="77777777" w:rsidR="008D360C" w:rsidRPr="001E1AEA" w:rsidRDefault="008D360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8505A6" w:rsidRPr="00CC2F42" w14:paraId="0B554856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91CD46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7CB54B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43FE4C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7F93C8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8D360C" w:rsidRPr="00CC2F42" w14:paraId="4A860A93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C4B546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6B3ACF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BC051E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1D3BA6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14:paraId="5AF29681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35076E2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ED688A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D01E97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328A5C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14:paraId="7640B27C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784BDB6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6EC9B5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3CEF61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B85924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14:paraId="656742F6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B0C3B5B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4DD2BA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99D3AE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5A9733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8D360C" w:rsidRPr="00CC2F42" w14:paraId="302173E0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80C37D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D8705E" w14:textId="77777777" w:rsidR="008D360C" w:rsidRPr="00CC2F42" w:rsidRDefault="00D92953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5BBDCF" w14:textId="77777777" w:rsidR="008D360C" w:rsidRPr="00CC2F42" w:rsidRDefault="00D92953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8D8B2F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14:paraId="01C6F7B7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E671E23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FBDC50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3FBA5B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DD3855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8D360C" w:rsidRPr="00CC2F42" w14:paraId="41494E6D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919CAFF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8D7639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FD5488" w14:textId="77777777" w:rsidR="008D360C" w:rsidRPr="00C05123" w:rsidRDefault="008D360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A0A792" w14:textId="77777777" w:rsidR="008D360C" w:rsidRPr="00C05123" w:rsidRDefault="008D360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14:paraId="1006B4BE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45282E4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742FC1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58F187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36AFE5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3558A3C6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509A9D" w14:textId="77777777" w:rsidR="003710B8" w:rsidRPr="00CC2F42" w:rsidRDefault="003710B8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485EB6" w14:textId="77777777" w:rsidR="003710B8" w:rsidRPr="00CC2F42" w:rsidRDefault="003710B8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6658B0" w14:textId="77777777" w:rsidR="003710B8" w:rsidRPr="00CC2F42" w:rsidRDefault="003710B8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65396B" w14:textId="77777777" w:rsidR="003710B8" w:rsidRPr="00FB032A" w:rsidRDefault="003710B8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D360C" w:rsidRPr="00CC2F42" w14:paraId="2BCE246F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48FBDF8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77A12B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6ED2CD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99D6B1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14:paraId="2B56407A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E5891E4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E189F4" w14:textId="77777777" w:rsidR="008D360C" w:rsidRPr="007078B2" w:rsidRDefault="00CC6B1E" w:rsidP="0095196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764356" w14:textId="77777777" w:rsidR="008D360C" w:rsidRPr="00CC2F42" w:rsidRDefault="00CC6B1E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C6B1E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021116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14:paraId="7903081D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F446BD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4A7FE7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198015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538431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D360C" w:rsidRPr="00CC2F42" w14:paraId="00FF44B3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45B4935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1435B8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5DA7EA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FF8E34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14:paraId="2416B3F5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FB3867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AFBC28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D22FB0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7C2EA8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14:paraId="50285975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6027814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C541F9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80DBD3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7E1CEC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8D360C" w:rsidRPr="00CC2F42" w14:paraId="0EDCCFBA" w14:textId="77777777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6FCC189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996B0E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ACBA19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6C2BE5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14:paraId="1BECBB61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819DCC0" w14:textId="77777777"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3684D9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933D2A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9E6747" w14:textId="77777777"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3710B8" w:rsidRPr="00CC2F42" w14:paraId="215C6F7E" w14:textId="77777777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DD2EA2" w14:textId="77777777" w:rsidR="003710B8" w:rsidRPr="00CC2F42" w:rsidRDefault="003710B8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752F81C" w14:textId="77777777" w:rsidR="003710B8" w:rsidRPr="00CC2F42" w:rsidRDefault="003710B8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5051C4C" w14:textId="77777777" w:rsidR="003710B8" w:rsidRPr="00CC2F42" w:rsidRDefault="003710B8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301B4615" w14:textId="77777777" w:rsidR="003710B8" w:rsidRPr="00FB032A" w:rsidRDefault="003710B8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722E02C5" w14:textId="77777777" w:rsidR="00E579B4" w:rsidRDefault="008D360C" w:rsidP="00283E70">
      <w:pPr>
        <w:pStyle w:val="H23G"/>
        <w:ind w:firstLine="0"/>
      </w:pPr>
      <w:r w:rsidRPr="00E579B4">
        <w:br w:type="page"/>
      </w:r>
      <w:r w:rsidR="00E579B4">
        <w:t>UN GTR</w:t>
      </w:r>
      <w:r w:rsidR="00E579B4" w:rsidRPr="00CC2F42">
        <w:t xml:space="preserve"> No. 1</w:t>
      </w:r>
      <w:r w:rsidR="00E579B4">
        <w:t>9</w:t>
      </w:r>
      <w:r w:rsidR="00E579B4" w:rsidRPr="00CC2F42">
        <w:t xml:space="preserve"> </w:t>
      </w:r>
      <w:r w:rsidR="00E579B4">
        <w:t xml:space="preserve">– </w:t>
      </w:r>
      <w:r w:rsidR="00E579B4" w:rsidRPr="00653A0F">
        <w:t xml:space="preserve">Amend. </w:t>
      </w:r>
      <w:r w:rsidR="00E579B4">
        <w:t xml:space="preserve">1 – Evaporative emissions in passenger cars </w:t>
      </w:r>
      <w:r w:rsidR="00283E70">
        <w:br/>
      </w:r>
      <w:r w:rsidR="00E579B4">
        <w:t>(WLTP EVAP)</w:t>
      </w:r>
    </w:p>
    <w:p w14:paraId="6A2D4323" w14:textId="77777777" w:rsidR="00E579B4" w:rsidRPr="007E0BEA" w:rsidRDefault="00E579B4" w:rsidP="00E579B4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20.06.2018</w:t>
      </w:r>
    </w:p>
    <w:p w14:paraId="6575946B" w14:textId="77777777" w:rsidR="00E579B4" w:rsidRPr="00BA11AF" w:rsidRDefault="00E579B4" w:rsidP="00E579B4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9/Amend.1</w:t>
      </w:r>
      <w:r w:rsidRPr="00CC2F42">
        <w:t xml:space="preserve"> dated </w:t>
      </w:r>
      <w:r>
        <w:t>21.09.2018</w:t>
      </w:r>
    </w:p>
    <w:p w14:paraId="6ACBACA1" w14:textId="77777777" w:rsidR="00E579B4" w:rsidRPr="00CC2F42" w:rsidRDefault="00E579B4" w:rsidP="00E579B4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22AA7B93" w14:textId="77777777" w:rsidR="00E579B4" w:rsidRPr="00CC2F42" w:rsidRDefault="00E579B4" w:rsidP="00E579B4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19</w:t>
      </w:r>
      <w:r w:rsidRPr="006E1E56">
        <w:t>.0</w:t>
      </w:r>
      <w:r>
        <w:t>8</w:t>
      </w:r>
      <w:r w:rsidRPr="006E1E56">
        <w:t>.201</w:t>
      </w:r>
      <w:r>
        <w:t>9</w:t>
      </w:r>
      <w:r w:rsidRPr="006E1E56">
        <w:t xml:space="preserve"> then each </w:t>
      </w:r>
      <w:r>
        <w:t>19</w:t>
      </w:r>
      <w:r w:rsidRPr="006E1E56">
        <w:t>.0</w:t>
      </w:r>
      <w:r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579B4" w:rsidRPr="00CC2F42" w14:paraId="397DDF9F" w14:textId="77777777" w:rsidTr="00457B29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1537D37" w14:textId="77777777" w:rsidR="00E579B4" w:rsidRPr="00CC2F42" w:rsidRDefault="00E579B4" w:rsidP="00457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AF74D0A" w14:textId="77777777" w:rsidR="00E579B4" w:rsidRPr="00CC2F42" w:rsidRDefault="00E579B4" w:rsidP="00457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C538353" w14:textId="77777777" w:rsidR="00E579B4" w:rsidRPr="00CC2F42" w:rsidRDefault="00E579B4" w:rsidP="00457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AE1F4ED" w14:textId="77777777" w:rsidR="00E579B4" w:rsidRPr="00CC2F42" w:rsidRDefault="00E579B4" w:rsidP="00457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E579B4" w:rsidRPr="00CC2F42" w14:paraId="5A9C4D0A" w14:textId="77777777" w:rsidTr="00457B29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CF8A118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948D063" w14:textId="7DDD4342" w:rsidR="00E579B4" w:rsidRPr="00CC2F42" w:rsidRDefault="005842DC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96F486B" w14:textId="7C141A32" w:rsidR="00E579B4" w:rsidRPr="00CC2F42" w:rsidRDefault="005842DC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842D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D3A24A3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14:paraId="21CBA977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4471F1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D40751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295CF6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DFF520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579B4" w:rsidRPr="00CC2F42" w14:paraId="6100E96E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30EFBB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69A6EE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35FC08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12BD9C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E579B4" w:rsidRPr="00CC2F42" w14:paraId="0FDE4EC4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08000B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F69317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75C52E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1A37E0" w14:textId="77777777" w:rsidR="00E579B4" w:rsidRPr="001E1AEA" w:rsidRDefault="00E579B4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8505A6" w:rsidRPr="00CC2F42" w14:paraId="4CAE0C14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806621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DAF147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672336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BE902D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E579B4" w:rsidRPr="00CC2F42" w14:paraId="161AE83D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122D50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612BED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DF2971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45C81D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14:paraId="2BBD1093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14C2EA0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A56807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9474FD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58DA57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14:paraId="5AAD98FE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F31B07F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4CAA7E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3559A6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BCFFC9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14:paraId="4A738659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0D3258F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54BE42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13C59E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90F77E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E579B4" w:rsidRPr="00CC2F42" w14:paraId="785758E5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CF5E729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B20024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7BC1C4E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968ACB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14:paraId="0C9A699E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9FA5083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EF8D3B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09C987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85299E" w14:textId="77777777" w:rsidR="00E579B4" w:rsidRPr="00951966" w:rsidRDefault="00E579B4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</w:p>
        </w:tc>
      </w:tr>
      <w:tr w:rsidR="00E579B4" w:rsidRPr="00CC2F42" w14:paraId="1849CFC1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AD2965C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DF1799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9909B2" w14:textId="77777777" w:rsidR="00E579B4" w:rsidRPr="00C05123" w:rsidRDefault="00E579B4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15C596" w14:textId="77777777" w:rsidR="00E579B4" w:rsidRPr="00C05123" w:rsidRDefault="00E579B4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579B4" w:rsidRPr="00CC2F42" w14:paraId="146E99E5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2B3E4CC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5D541B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705C29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8C6E41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7103E5C1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2129757" w14:textId="77777777" w:rsidR="003710B8" w:rsidRPr="00CC2F42" w:rsidRDefault="003710B8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44EACD" w14:textId="77777777" w:rsidR="003710B8" w:rsidRPr="00CC2F42" w:rsidRDefault="003710B8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F0A09A" w14:textId="77777777" w:rsidR="003710B8" w:rsidRDefault="003710B8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4DFD86" w14:textId="77777777" w:rsidR="003710B8" w:rsidRPr="00FB032A" w:rsidRDefault="003710B8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E579B4" w:rsidRPr="00CC2F42" w14:paraId="4D7BCF5B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D92026B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738C87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E2DFB9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AD9D65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14:paraId="7EDDFE8D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1CEC195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E53DB5" w14:textId="77777777" w:rsidR="00E579B4" w:rsidRPr="007078B2" w:rsidRDefault="00CC6B1E" w:rsidP="00457B2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7D14A8" w14:textId="77777777" w:rsidR="00E579B4" w:rsidRPr="00CC2F42" w:rsidRDefault="00CC6B1E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C6B1E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8E4AF2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14:paraId="2F15E896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7B62DB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8C3A50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A5BEDD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8982024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579B4" w:rsidRPr="00CC2F42" w14:paraId="0B215326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887E5B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646E47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E7987F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D21FF9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14:paraId="19D39DE4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87F9B6B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7A1DB4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D26751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D2820B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579B4" w:rsidRPr="00CC2F42" w14:paraId="6B4CAC04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65CE8A7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562AAF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B03126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5A53C5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579B4" w:rsidRPr="00CC2F42" w14:paraId="195387C9" w14:textId="77777777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770149A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D36197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53AB42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DDCECE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579B4" w:rsidRPr="00CC2F42" w14:paraId="0E540BC7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48CE06B" w14:textId="77777777"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8A3DC4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705A54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45FEFC" w14:textId="77777777"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3710B8" w:rsidRPr="00CC2F42" w14:paraId="68DCB8F7" w14:textId="77777777" w:rsidTr="00457B29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547914" w14:textId="77777777" w:rsidR="003710B8" w:rsidRPr="00CC2F42" w:rsidRDefault="003710B8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8B5DF6A" w14:textId="77777777" w:rsidR="003710B8" w:rsidRPr="00CC2F42" w:rsidRDefault="003710B8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448B59C" w14:textId="77777777" w:rsidR="003710B8" w:rsidRPr="00CC2F42" w:rsidRDefault="003710B8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46BDBD0" w14:textId="77777777" w:rsidR="003710B8" w:rsidRPr="00FB032A" w:rsidRDefault="003710B8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525E8355" w14:textId="07EBF492" w:rsidR="00CC138C" w:rsidRDefault="00E579B4" w:rsidP="00CC138C">
      <w:pPr>
        <w:pStyle w:val="H23G"/>
        <w:ind w:firstLine="0"/>
      </w:pPr>
      <w:r>
        <w:br w:type="page"/>
      </w:r>
      <w:r w:rsidR="00CC138C">
        <w:t>UN GTR</w:t>
      </w:r>
      <w:r w:rsidR="00CC138C" w:rsidRPr="00CC2F42">
        <w:t xml:space="preserve"> No. 1</w:t>
      </w:r>
      <w:r w:rsidR="00CC138C">
        <w:t>9</w:t>
      </w:r>
      <w:r w:rsidR="00CC138C" w:rsidRPr="00CC2F42">
        <w:t xml:space="preserve"> </w:t>
      </w:r>
      <w:r w:rsidR="00CC138C">
        <w:t xml:space="preserve">– </w:t>
      </w:r>
      <w:r w:rsidR="00CC138C" w:rsidRPr="00653A0F">
        <w:t xml:space="preserve">Amend. </w:t>
      </w:r>
      <w:r w:rsidR="00CC138C">
        <w:t xml:space="preserve">2 – Evaporative emissions in passenger cars </w:t>
      </w:r>
      <w:r w:rsidR="00CC138C">
        <w:br/>
        <w:t>(WLTP EVAP)</w:t>
      </w:r>
    </w:p>
    <w:p w14:paraId="0EE145EC" w14:textId="3AAF5685" w:rsidR="00CC138C" w:rsidRPr="007E0BEA" w:rsidRDefault="00CC138C" w:rsidP="00CC138C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25.06.2019</w:t>
      </w:r>
    </w:p>
    <w:p w14:paraId="734433BE" w14:textId="00A7F746" w:rsidR="00CC138C" w:rsidRPr="00BA11AF" w:rsidRDefault="00CC138C" w:rsidP="00CC138C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9/Amend.</w:t>
      </w:r>
      <w:r w:rsidR="00EE64C5">
        <w:t>2</w:t>
      </w:r>
      <w:r w:rsidRPr="00CC2F42">
        <w:t xml:space="preserve"> dated </w:t>
      </w:r>
      <w:r>
        <w:t>1</w:t>
      </w:r>
      <w:r w:rsidR="00EE64C5">
        <w:t>3</w:t>
      </w:r>
      <w:r>
        <w:t>.0</w:t>
      </w:r>
      <w:r w:rsidR="00EE64C5">
        <w:t>8</w:t>
      </w:r>
      <w:r>
        <w:t>.201</w:t>
      </w:r>
      <w:r w:rsidR="00EE64C5">
        <w:t>9</w:t>
      </w:r>
    </w:p>
    <w:p w14:paraId="1A81E508" w14:textId="77777777" w:rsidR="00CC138C" w:rsidRPr="00CC2F42" w:rsidRDefault="00CC138C" w:rsidP="00CC138C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043C11B1" w14:textId="254CEA84" w:rsidR="00CC138C" w:rsidRPr="00CC2F42" w:rsidRDefault="00CC138C" w:rsidP="00CC138C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EE64C5">
        <w:t>25</w:t>
      </w:r>
      <w:r w:rsidRPr="006E1E56">
        <w:t>.0</w:t>
      </w:r>
      <w:r>
        <w:t>8</w:t>
      </w:r>
      <w:r w:rsidRPr="006E1E56">
        <w:t>.20</w:t>
      </w:r>
      <w:r w:rsidR="00EE64C5">
        <w:t>20</w:t>
      </w:r>
      <w:r w:rsidRPr="006E1E56">
        <w:t xml:space="preserve"> then each </w:t>
      </w:r>
      <w:r w:rsidR="00EE64C5">
        <w:t>25</w:t>
      </w:r>
      <w:r w:rsidRPr="006E1E56">
        <w:t>.0</w:t>
      </w:r>
      <w:r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81776" w:rsidRPr="00CC2F42" w14:paraId="5F55C291" w14:textId="77777777" w:rsidTr="009443B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6698B76" w14:textId="77777777" w:rsidR="00581776" w:rsidRPr="00CC2F42" w:rsidRDefault="00581776" w:rsidP="009443B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A17E339" w14:textId="77777777" w:rsidR="00581776" w:rsidRPr="00CC2F42" w:rsidRDefault="00581776" w:rsidP="009443B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174B267" w14:textId="77777777" w:rsidR="00581776" w:rsidRPr="00CC2F42" w:rsidRDefault="00581776" w:rsidP="009443B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4ECE68F" w14:textId="77777777" w:rsidR="00581776" w:rsidRPr="00CC2F42" w:rsidRDefault="00581776" w:rsidP="009443B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81776" w:rsidRPr="00CC2F42" w14:paraId="76030768" w14:textId="77777777" w:rsidTr="009443B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8162939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538717D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1666C99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1611F85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81776" w:rsidRPr="00CC2F42" w14:paraId="61DC01C1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4015AB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8C28BF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040951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E651C7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81776" w:rsidRPr="00CC2F42" w14:paraId="130EA6C0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3C275F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BF54AF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2089FF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5B0654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81776" w:rsidRPr="00CC2F42" w14:paraId="27C6A8C6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1FCC3F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EB6514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918216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386D51" w14:textId="77777777" w:rsidR="00581776" w:rsidRPr="001E1AEA" w:rsidRDefault="00581776" w:rsidP="009443B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581776" w:rsidRPr="00CC2F42" w14:paraId="54B33E96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458096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62A701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AD80CB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32C4C3" w14:textId="77777777" w:rsidR="00581776" w:rsidRPr="00CC2F42" w:rsidRDefault="00581776" w:rsidP="009443B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581776" w:rsidRPr="00CC2F42" w14:paraId="0AA25C17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74E0D9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E2D54D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1DB72E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0908C6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81776" w:rsidRPr="00CC2F42" w14:paraId="60F89276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B38EC3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788F5B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205899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3A473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81776" w:rsidRPr="00CC2F42" w14:paraId="44164230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B17AC08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62F8FB7" w14:textId="278A40D6" w:rsidR="00581776" w:rsidRPr="00CC2F42" w:rsidRDefault="003C6195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07.08.19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A92D08" w14:textId="3F5EFA1F" w:rsidR="00581776" w:rsidRPr="00CC2F42" w:rsidRDefault="003C6195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3165AC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81776" w:rsidRPr="00CC2F42" w14:paraId="027767D3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4F608F3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C22022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576143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3B27ED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81776" w:rsidRPr="00CC2F42" w14:paraId="2F9A52DA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9D6AA06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456DA3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8C05AB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C249E9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81776" w:rsidRPr="00CC2F42" w14:paraId="055FB81C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E693B8D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1E7F91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10B45E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E45A0E" w14:textId="06E25553" w:rsidR="00581776" w:rsidRPr="00951966" w:rsidRDefault="00581776" w:rsidP="009443B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81776" w:rsidRPr="00CC2F42" w14:paraId="405E9877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426C8AA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ECE7F8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8BD024" w14:textId="77777777" w:rsidR="00581776" w:rsidRPr="00C05123" w:rsidRDefault="00581776" w:rsidP="009443B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BCADA6" w14:textId="77777777" w:rsidR="00581776" w:rsidRPr="00C05123" w:rsidRDefault="00581776" w:rsidP="009443B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81776" w:rsidRPr="00CC2F42" w14:paraId="623D7770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80BE679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95703F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FFF4E2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624D54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81776" w:rsidRPr="00CC2F42" w14:paraId="2EB61FD0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B1C017D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7217A4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01B28A" w14:textId="77777777" w:rsidR="00581776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2B284E" w14:textId="0475C332" w:rsidR="00581776" w:rsidRPr="00FB032A" w:rsidRDefault="00581776" w:rsidP="009443B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581776" w:rsidRPr="00CC2F42" w14:paraId="118D65B7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BEF427C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D6534E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46C361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C25D98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81776" w:rsidRPr="00CC2F42" w14:paraId="637A4A14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883DA9E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66E7FD" w14:textId="77777777" w:rsidR="00581776" w:rsidRPr="007078B2" w:rsidRDefault="00581776" w:rsidP="009443B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DEDA36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66027E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81776" w:rsidRPr="00CC2F42" w14:paraId="61BA4AB5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78C4D8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247BAB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A929DC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B7B57D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581776" w:rsidRPr="00CC2F42" w14:paraId="00308EBE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D0FAD7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33D1F6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0AAB9F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66EA1F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81776" w:rsidRPr="00CC2F42" w14:paraId="30418E0E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1E0BC94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AF6465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AB2466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A02F41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81776" w:rsidRPr="00CC2F42" w14:paraId="62C6E4DA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DF386D3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884164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417305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E64A8E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81776" w:rsidRPr="00CC2F42" w14:paraId="17AC0389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346730A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B7F311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F4A200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F7CE24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81776" w:rsidRPr="00CC2F42" w14:paraId="6D154445" w14:textId="77777777" w:rsidTr="009443B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D106B0C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E781C1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698D27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58C1F2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581776" w:rsidRPr="00CC2F42" w14:paraId="48D15E67" w14:textId="77777777" w:rsidTr="009443B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E8EAD3" w14:textId="77777777" w:rsidR="00581776" w:rsidRPr="00CC2F42" w:rsidRDefault="00581776" w:rsidP="009443B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9857FE2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187FC23" w14:textId="77777777" w:rsidR="00581776" w:rsidRPr="00CC2F42" w:rsidRDefault="00581776" w:rsidP="009443B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8E08815" w14:textId="77777777" w:rsidR="00581776" w:rsidRPr="00FB032A" w:rsidRDefault="00581776" w:rsidP="009443B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06F7E462" w14:textId="27CE68BC" w:rsidR="00637E24" w:rsidRDefault="00CC138C" w:rsidP="00637E24">
      <w:pPr>
        <w:pStyle w:val="H23G"/>
        <w:rPr>
          <w:rStyle w:val="H4GChar"/>
        </w:rPr>
      </w:pPr>
      <w:r>
        <w:br w:type="page"/>
      </w:r>
      <w:r w:rsidR="00637E24" w:rsidRPr="00CC2F42">
        <w:tab/>
      </w:r>
      <w:r w:rsidR="00637E24" w:rsidRPr="00CC2F42">
        <w:tab/>
      </w:r>
      <w:r w:rsidR="009B360D">
        <w:t>UN GTR</w:t>
      </w:r>
      <w:r w:rsidR="009B360D" w:rsidRPr="00CC2F42">
        <w:t xml:space="preserve"> No. 1</w:t>
      </w:r>
      <w:r w:rsidR="009B360D">
        <w:t>9</w:t>
      </w:r>
      <w:r w:rsidR="009B360D" w:rsidRPr="00CC2F42">
        <w:t xml:space="preserve"> </w:t>
      </w:r>
      <w:r w:rsidR="009B360D">
        <w:t xml:space="preserve">– </w:t>
      </w:r>
      <w:r w:rsidR="009B360D" w:rsidRPr="00653A0F">
        <w:t xml:space="preserve">Amend. </w:t>
      </w:r>
      <w:r w:rsidR="009B360D">
        <w:t xml:space="preserve">3 – Evaporative emissions in passenger cars </w:t>
      </w:r>
      <w:r w:rsidR="009B360D">
        <w:br/>
        <w:t>(WLTP EVAP)</w:t>
      </w:r>
    </w:p>
    <w:p w14:paraId="6F013188" w14:textId="77777777" w:rsidR="00637E24" w:rsidRPr="00396AC2" w:rsidRDefault="00637E24" w:rsidP="00637E24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24.06.</w:t>
      </w:r>
      <w:r w:rsidRPr="00983938">
        <w:rPr>
          <w:rStyle w:val="H4GChar"/>
          <w:i w:val="0"/>
        </w:rPr>
        <w:t>20</w:t>
      </w:r>
      <w:r>
        <w:rPr>
          <w:rStyle w:val="H4GChar"/>
          <w:i w:val="0"/>
        </w:rPr>
        <w:t>20</w:t>
      </w:r>
    </w:p>
    <w:p w14:paraId="1BD6232A" w14:textId="6B1BB203" w:rsidR="00637E24" w:rsidRPr="00001912" w:rsidRDefault="00637E24" w:rsidP="00637E24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>
        <w:rPr>
          <w:rStyle w:val="H4GChar"/>
          <w:i w:val="0"/>
        </w:rPr>
        <w:t>ECE/TRAN/2005/124/</w:t>
      </w:r>
      <w:r w:rsidR="009B360D">
        <w:rPr>
          <w:rStyle w:val="H4GChar"/>
          <w:i w:val="0"/>
        </w:rPr>
        <w:t>19</w:t>
      </w:r>
      <w:r>
        <w:rPr>
          <w:rStyle w:val="H4GChar"/>
          <w:i w:val="0"/>
        </w:rPr>
        <w:t>/Amend.</w:t>
      </w:r>
      <w:r w:rsidR="009B360D">
        <w:rPr>
          <w:rStyle w:val="H4GChar"/>
          <w:i w:val="0"/>
        </w:rPr>
        <w:t>3</w:t>
      </w:r>
      <w:r>
        <w:rPr>
          <w:rStyle w:val="H4GChar"/>
          <w:i w:val="0"/>
        </w:rPr>
        <w:t xml:space="preserve"> dated from 09.10.2020</w:t>
      </w:r>
    </w:p>
    <w:p w14:paraId="010FD429" w14:textId="77777777" w:rsidR="00637E24" w:rsidRPr="00D42397" w:rsidRDefault="00637E24" w:rsidP="00637E24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14:paraId="574ACA76" w14:textId="77777777" w:rsidR="00637E24" w:rsidRPr="00CC2F42" w:rsidRDefault="00637E24" w:rsidP="00637E24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23</w:t>
      </w:r>
      <w:r w:rsidRPr="003D0998">
        <w:t>.0</w:t>
      </w:r>
      <w:r>
        <w:t>8</w:t>
      </w:r>
      <w:r w:rsidRPr="003D0998">
        <w:t>.20</w:t>
      </w:r>
      <w:r>
        <w:t>21</w:t>
      </w:r>
      <w:r w:rsidRPr="00CC2F42">
        <w:t xml:space="preserve"> then each </w:t>
      </w:r>
      <w:r>
        <w:t>23</w:t>
      </w:r>
      <w:r w:rsidRPr="00CC2F42">
        <w:t>.0</w:t>
      </w:r>
      <w:r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37E24" w:rsidRPr="00CC2F42" w14:paraId="5E7E7F19" w14:textId="77777777" w:rsidTr="00AA283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B45F917" w14:textId="77777777" w:rsidR="00637E24" w:rsidRPr="00CC2F42" w:rsidRDefault="00637E24" w:rsidP="00AA283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671E60E" w14:textId="77777777" w:rsidR="00637E24" w:rsidRPr="00CC2F42" w:rsidRDefault="00637E24" w:rsidP="00AA283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A93AD49" w14:textId="77777777" w:rsidR="00637E24" w:rsidRPr="00CC2F42" w:rsidRDefault="00637E24" w:rsidP="00AA283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E6B8948" w14:textId="77777777" w:rsidR="00637E24" w:rsidRPr="00CC2F42" w:rsidRDefault="00637E24" w:rsidP="00AA2836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637E24" w:rsidRPr="00CC2F42" w14:paraId="37A7867B" w14:textId="77777777" w:rsidTr="00AA283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5DECA29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EFE45D6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BC9EC66" w14:textId="77777777" w:rsidR="00637E24" w:rsidRPr="008C29F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C7ECDBC" w14:textId="77777777" w:rsidR="00637E24" w:rsidRPr="00FB032A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637E24" w:rsidRPr="00CC2F42" w14:paraId="68BFB90D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DEE6B7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45BFA3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D5C327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ACA196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37E24" w:rsidRPr="00CC2F42" w14:paraId="70047F02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2B2574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48A509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F03891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B6D48A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37E24" w:rsidRPr="00CC2F42" w14:paraId="4914C9AC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7895780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EEB95E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4A2C54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9382FC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637E24" w:rsidRPr="00CC2F42" w14:paraId="1B043BC8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89BA4E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BD0E9C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E6736D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E706FF" w14:textId="1969E6E1" w:rsidR="00637E24" w:rsidRPr="00637E24" w:rsidRDefault="00637E24" w:rsidP="00AA283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i/>
                <w:iCs/>
                <w:sz w:val="16"/>
                <w:szCs w:val="16"/>
                <w:lang w:val="en-US"/>
              </w:rPr>
            </w:pPr>
            <w:r w:rsidRPr="00637E24">
              <w:rPr>
                <w:b w:val="0"/>
                <w:i/>
                <w:iCs/>
                <w:sz w:val="16"/>
                <w:szCs w:val="16"/>
                <w:lang w:val="en-US"/>
              </w:rPr>
              <w:t>Did not vote (Abstained)</w:t>
            </w:r>
          </w:p>
        </w:tc>
      </w:tr>
      <w:tr w:rsidR="00637E24" w:rsidRPr="00CC2F42" w14:paraId="40B5FB65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7624A7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68C89A" w14:textId="77777777" w:rsidR="00637E24" w:rsidRPr="006C0368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E47CAE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901D03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637E24" w:rsidRPr="00CC2F42" w14:paraId="12ED4EEF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7A1C8C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A5EBF2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596887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0BACB5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637E24" w:rsidRPr="00CC2F42" w14:paraId="5CBE9700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F9DCA0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91A9A2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259EF2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4F5D65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637E24" w:rsidRPr="00CC2F42" w14:paraId="76045608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B3B465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1C3A05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EA958D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7823DB" w14:textId="77777777" w:rsidR="00637E24" w:rsidRPr="00FB032A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37E24" w:rsidRPr="00CC2F42" w14:paraId="78652612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656A11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A2DD14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080601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DB47FA" w14:textId="77777777" w:rsidR="00637E24" w:rsidRPr="00FB032A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637E24" w:rsidRPr="00CC2F42" w14:paraId="2938FF66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72823D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FB482F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0D0DBE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D4DD42" w14:textId="77777777" w:rsidR="00637E24" w:rsidRPr="00FB032A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37E24" w:rsidRPr="00CC2F42" w14:paraId="1BAAE0C2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AABE68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5740CC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5DA19B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0DACCD" w14:textId="77777777" w:rsidR="00637E24" w:rsidRPr="00FB032A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37E24" w:rsidRPr="00CC2F42" w14:paraId="30BC0DF4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7D335E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285C2A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6487E2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BDADA9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37E24" w:rsidRPr="00CC2F42" w14:paraId="29EEB611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701026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2858B9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E07FA7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8E30B0" w14:textId="77777777" w:rsidR="00637E24" w:rsidRPr="00801314" w:rsidRDefault="00637E24" w:rsidP="00AA283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637E24" w:rsidRPr="00CC2F42" w14:paraId="41C222F7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CB73C1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249B31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6265BD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E5F3AD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637E24" w:rsidRPr="00CC2F42" w14:paraId="0F221A60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C445E1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B9B503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61F99F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BB2382E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637E24" w:rsidRPr="00CC2F42" w14:paraId="75B295A3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5A8A4D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787301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E0CEB3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665AB4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637E24" w:rsidRPr="00CC2F42" w14:paraId="695A2D57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237DC8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9D4D53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AC6A08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6C7890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637E24" w:rsidRPr="00CC2F42" w14:paraId="7D668A00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8A3FBE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BC2D66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265F92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2D42BF" w14:textId="77777777" w:rsidR="00637E24" w:rsidRPr="00FB032A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37E24" w:rsidRPr="00CC2F42" w14:paraId="3D4D0D7B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C9226D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3A9652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A5C91D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214B27" w14:textId="77777777" w:rsidR="00637E24" w:rsidRPr="00FB032A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637E24" w:rsidRPr="00CC2F42" w14:paraId="67BBDC4D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0AFA41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2F6FE5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E48DB1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1C8F8C" w14:textId="77777777" w:rsidR="00637E24" w:rsidRPr="00FB032A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637E24" w:rsidRPr="00CC2F42" w14:paraId="415F28FE" w14:textId="77777777" w:rsidTr="00AA283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FF6C23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E43F59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5F21DC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A2B750" w14:textId="77777777" w:rsidR="00637E24" w:rsidRPr="00CC2F42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637E24" w:rsidRPr="00CC2F42" w14:paraId="38F102B5" w14:textId="77777777" w:rsidTr="00AA283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AB46333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54E8DF1" w14:textId="77777777" w:rsidR="00637E24" w:rsidRPr="00CC2F42" w:rsidRDefault="00637E24" w:rsidP="00AA2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1A83E79" w14:textId="77777777" w:rsidR="00637E24" w:rsidRDefault="00637E24" w:rsidP="00AA2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E71A5C4" w14:textId="77777777" w:rsidR="00637E24" w:rsidRPr="00801314" w:rsidRDefault="00637E24" w:rsidP="00AA283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</w:tbl>
    <w:p w14:paraId="76B0C60D" w14:textId="11019D91" w:rsidR="007305D8" w:rsidRPr="007305D8" w:rsidRDefault="00637E24" w:rsidP="007305D8">
      <w:pPr>
        <w:pStyle w:val="H23G"/>
        <w:rPr>
          <w:lang w:val="es-ES_tradnl"/>
        </w:rPr>
      </w:pPr>
      <w:r w:rsidRPr="00CC2F42">
        <w:br w:type="page"/>
      </w:r>
      <w:r w:rsidR="007305D8" w:rsidRPr="007305D8">
        <w:rPr>
          <w:lang w:val="es-ES_tradnl"/>
        </w:rPr>
        <w:tab/>
      </w:r>
      <w:r w:rsidR="007305D8" w:rsidRPr="007305D8">
        <w:rPr>
          <w:lang w:val="es-ES_tradnl"/>
        </w:rPr>
        <w:tab/>
        <w:t>UN GTR No. 20 –</w:t>
      </w:r>
      <w:r w:rsidR="006A185D">
        <w:rPr>
          <w:lang w:val="es-ES_tradnl"/>
        </w:rPr>
        <w:t xml:space="preserve"> </w:t>
      </w:r>
      <w:r w:rsidR="007305D8" w:rsidRPr="007305D8">
        <w:rPr>
          <w:lang w:val="es-ES_tradnl"/>
        </w:rPr>
        <w:t xml:space="preserve">Electric </w:t>
      </w:r>
      <w:r w:rsidR="007305D8" w:rsidRPr="007305D8">
        <w:t>Vehicle</w:t>
      </w:r>
      <w:r w:rsidR="007305D8" w:rsidRPr="007305D8">
        <w:rPr>
          <w:lang w:val="es-ES_tradnl"/>
        </w:rPr>
        <w:t xml:space="preserve"> Safety (EVS)</w:t>
      </w:r>
    </w:p>
    <w:p w14:paraId="76AAD742" w14:textId="77777777" w:rsidR="007305D8" w:rsidRPr="007E0BEA" w:rsidRDefault="007305D8" w:rsidP="007305D8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14.03.2018</w:t>
      </w:r>
    </w:p>
    <w:p w14:paraId="1310E69B" w14:textId="77777777" w:rsidR="007305D8" w:rsidRPr="00BA11AF" w:rsidRDefault="007305D8" w:rsidP="007305D8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>
        <w:t>ECE/TRAN/2005/124/0</w:t>
      </w:r>
      <w:r w:rsidRPr="00CC2F42">
        <w:t xml:space="preserve"> dated </w:t>
      </w:r>
      <w:r>
        <w:t>07.05.2018</w:t>
      </w:r>
    </w:p>
    <w:p w14:paraId="0A6B83E1" w14:textId="77777777" w:rsidR="007305D8" w:rsidRPr="00CC2F42" w:rsidRDefault="007305D8" w:rsidP="007305D8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59AF11B9" w14:textId="77777777" w:rsidR="007305D8" w:rsidRPr="00CC2F42" w:rsidRDefault="007305D8" w:rsidP="007305D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6A185D" w:rsidRPr="006A185D">
        <w:t>13.05.2019</w:t>
      </w:r>
      <w:r w:rsidRPr="006E1E56">
        <w:t xml:space="preserve"> then each </w:t>
      </w:r>
      <w:r w:rsidR="006A185D">
        <w:t>13</w:t>
      </w:r>
      <w:r w:rsidRPr="006E1E56">
        <w:t>.0</w:t>
      </w:r>
      <w:r w:rsidR="006A185D">
        <w:t>5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305D8" w:rsidRPr="00CC2F42" w14:paraId="6D137F8E" w14:textId="77777777" w:rsidTr="002968AC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C47CEE2" w14:textId="77777777" w:rsidR="007305D8" w:rsidRPr="00CC2F42" w:rsidRDefault="007305D8" w:rsidP="002968A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9D8846C" w14:textId="77777777" w:rsidR="007305D8" w:rsidRPr="00CC2F42" w:rsidRDefault="007305D8" w:rsidP="002968AC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25D18A5" w14:textId="77777777" w:rsidR="007305D8" w:rsidRPr="00CC2F42" w:rsidRDefault="007305D8" w:rsidP="002968A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88763FC" w14:textId="77777777" w:rsidR="007305D8" w:rsidRPr="00CC2F42" w:rsidRDefault="007305D8" w:rsidP="002968AC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7305D8" w:rsidRPr="00CC2F42" w14:paraId="18B260AB" w14:textId="77777777" w:rsidTr="002968AC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0114F97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3272800" w14:textId="2A3DF444" w:rsidR="007305D8" w:rsidRPr="00CC2F42" w:rsidRDefault="005842DC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01.07.19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036612B" w14:textId="6A1ECB23" w:rsidR="007305D8" w:rsidRPr="00CC2F42" w:rsidRDefault="005842DC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842D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13A67F1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14:paraId="7D8A78BB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334AFA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D01DE7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1812E4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9984DA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14:paraId="398E331E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46A075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869287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B01FB5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BD345B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305D8" w:rsidRPr="00CC2F42" w14:paraId="2B96E21A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4BD83F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B3B444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176433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6BEE04" w14:textId="77777777" w:rsidR="007305D8" w:rsidRPr="001E1AEA" w:rsidRDefault="007305D8" w:rsidP="006A185D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8505A6" w:rsidRPr="00CC2F42" w14:paraId="0105EC6D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6CC055" w14:textId="77777777" w:rsidR="008505A6" w:rsidRPr="00CC2F42" w:rsidRDefault="008505A6" w:rsidP="008505A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1B6242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12.11.18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954E9A" w14:textId="77777777" w:rsidR="008505A6" w:rsidRPr="00CC2F42" w:rsidRDefault="008505A6" w:rsidP="008505A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505A6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(non-official)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F52E81" w14:textId="77777777" w:rsidR="008505A6" w:rsidRPr="00CC2F42" w:rsidRDefault="008505A6" w:rsidP="008505A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305D8" w:rsidRPr="00CC2F42" w14:paraId="53572B48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4BB1BE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EE9CF2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A07A377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16E4DF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14:paraId="4BAE59CF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224550D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DFC324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4E19BD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3E4373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14:paraId="5747C58B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B83B87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0A860" w14:textId="77777777" w:rsidR="007305D8" w:rsidRPr="00CC2F42" w:rsidRDefault="004F24B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13.05.19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D827F1" w14:textId="77777777" w:rsidR="007305D8" w:rsidRPr="00CC2F42" w:rsidRDefault="004F24B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4F24B8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8123D0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14:paraId="7D2830B4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7723D4F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A6FB67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079A6D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BC12C0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14:paraId="36F67E1D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9E16B3F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DBFB1F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3DA6AF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3059ED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14:paraId="11458B2E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950EE09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C8A9DC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29278D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DF22C4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7305D8" w:rsidRPr="00CC2F42" w14:paraId="7D4C98E1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3F90C40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57B0FD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2DCD86" w14:textId="77777777" w:rsidR="007305D8" w:rsidRPr="00C05123" w:rsidRDefault="007305D8" w:rsidP="002968AC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327202" w14:textId="77777777" w:rsidR="007305D8" w:rsidRPr="00C05123" w:rsidRDefault="007305D8" w:rsidP="002968AC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14:paraId="0E21B2B1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E91EE24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F69C567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C6D0AA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3FF835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710B8" w:rsidRPr="00CC2F42" w14:paraId="072948BD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DD0F4F0" w14:textId="77777777" w:rsidR="003710B8" w:rsidRPr="00CC2F42" w:rsidRDefault="003710B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5168DB" w14:textId="77777777" w:rsidR="003710B8" w:rsidRPr="00CC2F42" w:rsidRDefault="003710B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304445" w14:textId="77777777" w:rsidR="003710B8" w:rsidRPr="00CC2F42" w:rsidRDefault="003710B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0B7D312" w14:textId="77777777" w:rsidR="003710B8" w:rsidRPr="00FB032A" w:rsidRDefault="003710B8" w:rsidP="002968AC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305D8" w:rsidRPr="00CC2F42" w14:paraId="67023E24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5D81D0D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DF63DF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074E49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530C0E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14:paraId="65108772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C16C8BD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1FD672" w14:textId="77777777" w:rsidR="007305D8" w:rsidRPr="007078B2" w:rsidRDefault="00CC6B1E" w:rsidP="002968AC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18.06.19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72C0CF" w14:textId="77777777" w:rsidR="007305D8" w:rsidRPr="00CC2F42" w:rsidRDefault="00CC6B1E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C6B1E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5BA687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14:paraId="10B102A7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290AAA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8AE4F7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7E9CF6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588346" w14:textId="77777777" w:rsidR="007305D8" w:rsidRPr="00CC2F42" w:rsidRDefault="006A185D" w:rsidP="002968A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14:paraId="12F6B754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1BF7B8F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F4144F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BC022E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AC4C44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14:paraId="64F6C2BB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DE3D734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C39685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7241BD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50A5D5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14:paraId="50596C39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9995E6A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C80A95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4ADC8F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FC190A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7305D8" w:rsidRPr="00CC2F42" w14:paraId="408A3FD5" w14:textId="77777777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9AD83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A23628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D0485E2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90F16A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14:paraId="34020748" w14:textId="77777777" w:rsidTr="003710B8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F9D6E" w14:textId="77777777"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0750A3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AD6897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92277F" w14:textId="77777777"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710B8" w:rsidRPr="00CC2F42" w14:paraId="5259CA90" w14:textId="77777777" w:rsidTr="002968AC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CDE2E52" w14:textId="77777777" w:rsidR="003710B8" w:rsidRPr="00CC2F42" w:rsidRDefault="003710B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2A3DF7A" w14:textId="77777777" w:rsidR="003710B8" w:rsidRPr="00CC2F42" w:rsidRDefault="003710B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3C0FD12" w14:textId="77777777" w:rsidR="003710B8" w:rsidRPr="00CC2F42" w:rsidRDefault="003710B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DB98CC1" w14:textId="77777777" w:rsidR="003710B8" w:rsidRPr="00CC2F42" w:rsidRDefault="003710B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1433C951" w14:textId="0FC733A9" w:rsidR="00BD2294" w:rsidRDefault="007305D8" w:rsidP="004B20CA">
      <w:pPr>
        <w:pStyle w:val="H23G"/>
        <w:ind w:firstLine="0"/>
      </w:pPr>
      <w:r>
        <w:br w:type="page"/>
      </w:r>
      <w:r w:rsidR="00BD2294">
        <w:t>UN GTR</w:t>
      </w:r>
      <w:r w:rsidR="00BD2294" w:rsidRPr="00CC2F42">
        <w:t xml:space="preserve"> No. </w:t>
      </w:r>
      <w:r w:rsidR="004B20CA">
        <w:t>21</w:t>
      </w:r>
      <w:r w:rsidR="00BD2294">
        <w:t xml:space="preserve"> – </w:t>
      </w:r>
      <w:r w:rsidR="0046172D">
        <w:t>D</w:t>
      </w:r>
      <w:r w:rsidR="0046172D" w:rsidRPr="00667FC1">
        <w:t>etermination of Electrified Vehicle Power (DEVP)</w:t>
      </w:r>
    </w:p>
    <w:p w14:paraId="21BEE857" w14:textId="77777777" w:rsidR="00BD2294" w:rsidRPr="007E0BEA" w:rsidRDefault="00BD2294" w:rsidP="00BD2294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11.11.2020</w:t>
      </w:r>
    </w:p>
    <w:p w14:paraId="33E4291F" w14:textId="77777777" w:rsidR="00BD2294" w:rsidRPr="00BA11AF" w:rsidRDefault="00BD2294" w:rsidP="00BD2294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8/Amend.1</w:t>
      </w:r>
      <w:r w:rsidRPr="00CC2F42">
        <w:t xml:space="preserve"> dated </w:t>
      </w:r>
      <w:r>
        <w:t>18</w:t>
      </w:r>
      <w:r w:rsidRPr="00CC2F42">
        <w:t>.0</w:t>
      </w:r>
      <w:r>
        <w:t>1</w:t>
      </w:r>
      <w:r w:rsidRPr="00CC2F42">
        <w:t>.20</w:t>
      </w:r>
      <w:r>
        <w:t>21</w:t>
      </w:r>
    </w:p>
    <w:p w14:paraId="530A6A18" w14:textId="77777777" w:rsidR="00BD2294" w:rsidRPr="00CC2F42" w:rsidRDefault="00BD2294" w:rsidP="00BD2294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14:paraId="519500C5" w14:textId="77777777" w:rsidR="00BD2294" w:rsidRPr="00CC2F42" w:rsidRDefault="00BD2294" w:rsidP="00BD2294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Pr="00E94A83">
        <w:rPr>
          <w:rStyle w:val="Strong"/>
          <w:b w:val="0"/>
          <w:bCs w:val="0"/>
        </w:rPr>
        <w:t>10.01.2022</w:t>
      </w:r>
      <w:r>
        <w:rPr>
          <w:rStyle w:val="Strong"/>
        </w:rPr>
        <w:t xml:space="preserve"> </w:t>
      </w:r>
      <w:r w:rsidRPr="006E1E56">
        <w:t xml:space="preserve">then each </w:t>
      </w:r>
      <w:r>
        <w:t>10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BD2294" w:rsidRPr="00CC2F42" w14:paraId="6929FB24" w14:textId="77777777" w:rsidTr="00000975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C4B6E8A" w14:textId="77777777" w:rsidR="00BD2294" w:rsidRPr="00CC2F42" w:rsidRDefault="00BD2294" w:rsidP="0000097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4DC9054" w14:textId="77777777" w:rsidR="00BD2294" w:rsidRPr="00CC2F42" w:rsidRDefault="00BD2294" w:rsidP="00000975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C99CB72" w14:textId="77777777" w:rsidR="00BD2294" w:rsidRPr="00CC2F42" w:rsidRDefault="00BD2294" w:rsidP="0000097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31EA198" w14:textId="77777777" w:rsidR="00BD2294" w:rsidRPr="00CC2F42" w:rsidRDefault="00BD2294" w:rsidP="00000975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BD2294" w:rsidRPr="00CC2F42" w14:paraId="1A7EC23C" w14:textId="77777777" w:rsidTr="00000975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A947364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C1B7899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4EE8B67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0E66D825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BD2294" w:rsidRPr="00CC2F42" w14:paraId="260B5770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EE3385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C3B1FE0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342B4D0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1F3A47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D2294" w:rsidRPr="00CC2F42" w14:paraId="74526948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C262C86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86BE92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49DDD6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D04776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BD2294" w:rsidRPr="00CC2F42" w14:paraId="5A108BF0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9DF342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89E771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80CA4C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DD7CFB" w14:textId="1B2F9326" w:rsidR="00BD2294" w:rsidRPr="001E1AEA" w:rsidRDefault="00BD2294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BD2294" w:rsidRPr="00CC2F42" w14:paraId="1A7AC36E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D55F76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BC1392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D47C2D9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0ACD81" w14:textId="77777777" w:rsidR="00BD2294" w:rsidRPr="00CC2F42" w:rsidRDefault="00BD2294" w:rsidP="00000975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BD2294" w:rsidRPr="00CC2F42" w14:paraId="367C83EB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A80636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0328C0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3F0D38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EACB0C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BD2294" w:rsidRPr="00CC2F42" w14:paraId="584840DC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1DDB22D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094018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EC80BB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135F9F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BD2294" w:rsidRPr="00CC2F42" w14:paraId="1D3CC246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6ED198D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0FA2A10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2C7A9D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68817F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BD2294" w:rsidRPr="00CC2F42" w14:paraId="4457DA55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EF5C8CD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6254459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BC0F68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A7D309" w14:textId="5B6B261A" w:rsidR="00BD2294" w:rsidRPr="00CC2F42" w:rsidRDefault="00522866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BD2294" w:rsidRPr="00CC2F42" w14:paraId="5B1B1997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5FD574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C8CB687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434EC1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A3129BD" w14:textId="2D5B76C9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BD2294" w:rsidRPr="00CC2F42" w14:paraId="06696267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9B19F35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357690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126900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52F40D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BD2294" w:rsidRPr="00CC2F42" w14:paraId="5A038526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3F0CE6E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2C109B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85B816" w14:textId="77777777" w:rsidR="00BD2294" w:rsidRPr="00C05123" w:rsidRDefault="00BD2294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F42385" w14:textId="77777777" w:rsidR="00BD2294" w:rsidRPr="00C05123" w:rsidRDefault="00BD2294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D2294" w:rsidRPr="00CC2F42" w14:paraId="791EF58C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17E8DB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4D0289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67079B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09B83DF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D2294" w:rsidRPr="00CC2F42" w14:paraId="74DD8AEF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3BEFF82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5CFD9C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77A2C48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5017B22" w14:textId="23ECAAA2" w:rsidR="00BD2294" w:rsidRPr="00FB032A" w:rsidRDefault="00CF267B" w:rsidP="00000975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BD2294" w:rsidRPr="00CC2F42" w14:paraId="442751C0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227ECE1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B76FE6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4C7D49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96F0BDF" w14:textId="287A3B9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BD2294" w:rsidRPr="00CC2F42" w14:paraId="3D1FC4A8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3780BEA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6DEFB2" w14:textId="77777777" w:rsidR="00BD2294" w:rsidRPr="00440D0B" w:rsidRDefault="00BD2294" w:rsidP="00000975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91316A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21A0B9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BD2294" w:rsidRPr="00CC2F42" w14:paraId="7C7AA0DD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C826CB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84F158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2B8E44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FDA39D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D2294" w:rsidRPr="00CC2F42" w14:paraId="36855377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77A2E9B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55AAE92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E81512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7D1B19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BD2294" w:rsidRPr="00CC2F42" w14:paraId="28892108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3DFDDB7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497505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1B1BDA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086EA2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D2294" w:rsidRPr="00CC2F42" w14:paraId="755E03F4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FC50421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3C1FC2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9B310B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B52520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BD2294" w:rsidRPr="00CC2F42" w14:paraId="354E4ED0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2CAB050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DAAC87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198B1C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FAA9BC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BD2294" w:rsidRPr="00CC2F42" w14:paraId="1B6E0DC6" w14:textId="77777777" w:rsidTr="00000975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8326046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A427AF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7933EA4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D6D9CB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BD2294" w:rsidRPr="00CC2F42" w14:paraId="697608DE" w14:textId="77777777" w:rsidTr="00000975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8133447" w14:textId="77777777" w:rsidR="00BD2294" w:rsidRPr="00CC2F42" w:rsidRDefault="00BD2294" w:rsidP="0000097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3C96F58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1C15DDC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23A8110" w14:textId="77777777" w:rsidR="00BD2294" w:rsidRPr="00CC2F42" w:rsidRDefault="00BD2294" w:rsidP="0000097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</w:tbl>
    <w:p w14:paraId="703F267B" w14:textId="77777777" w:rsidR="00BD2294" w:rsidRDefault="00BD2294" w:rsidP="00BD2294">
      <w:pPr>
        <w:pStyle w:val="H23G"/>
      </w:pPr>
      <w:r>
        <w:br w:type="page"/>
      </w:r>
    </w:p>
    <w:p w14:paraId="59BCD94B" w14:textId="41B423DC" w:rsidR="001E1AEA" w:rsidRPr="001E1AEA" w:rsidRDefault="00C86E68" w:rsidP="000837F7">
      <w:pPr>
        <w:pStyle w:val="HChG"/>
        <w:ind w:hanging="567"/>
      </w:pPr>
      <w:r w:rsidRPr="00CC2F42">
        <w:t>V.</w:t>
      </w:r>
      <w:r w:rsidRPr="00CC2F42">
        <w:tab/>
      </w:r>
      <w:r w:rsidR="00432320">
        <w:tab/>
      </w:r>
      <w:r w:rsidRPr="005F536B">
        <w:t>Candidates</w:t>
      </w:r>
      <w:r w:rsidRPr="00CC2F42">
        <w:t xml:space="preserve"> for </w:t>
      </w:r>
      <w:r>
        <w:t>G</w:t>
      </w:r>
      <w:r w:rsidRPr="00CC2F42">
        <w:t xml:space="preserve">lobal </w:t>
      </w:r>
      <w:r>
        <w:t>T</w:t>
      </w:r>
      <w:r w:rsidRPr="00CC2F42">
        <w:t xml:space="preserve">echnical </w:t>
      </w:r>
      <w:r>
        <w:t>Regulations</w:t>
      </w:r>
    </w:p>
    <w:p w14:paraId="3CE8EA10" w14:textId="77777777" w:rsidR="00863A53" w:rsidRPr="00CC2F42" w:rsidRDefault="00863A53" w:rsidP="000837F7">
      <w:pPr>
        <w:pStyle w:val="H1G"/>
      </w:pPr>
      <w:r w:rsidRPr="00CC2F42">
        <w:tab/>
        <w:t>A.</w:t>
      </w:r>
      <w:r w:rsidRPr="00CC2F42">
        <w:tab/>
      </w:r>
      <w:r w:rsidRPr="005F536B">
        <w:t>UN</w:t>
      </w:r>
      <w:r w:rsidRPr="00CC2F42">
        <w:t xml:space="preserve"> Regulations annexed to the 1958 Agreement on vehicle construction</w:t>
      </w:r>
    </w:p>
    <w:p w14:paraId="4E683D28" w14:textId="77777777" w:rsidR="00F35852" w:rsidRPr="00005C6E" w:rsidRDefault="00F35852" w:rsidP="00863A53">
      <w:pPr>
        <w:pStyle w:val="SingleTxtG"/>
        <w:rPr>
          <w:lang w:val="fr-CH"/>
        </w:rPr>
      </w:pPr>
      <w:proofErr w:type="spellStart"/>
      <w:r w:rsidRPr="00005C6E">
        <w:rPr>
          <w:lang w:val="fr-CH"/>
        </w:rPr>
        <w:t>Available</w:t>
      </w:r>
      <w:proofErr w:type="spellEnd"/>
      <w:r w:rsidRPr="00005C6E">
        <w:rPr>
          <w:lang w:val="fr-CH"/>
        </w:rPr>
        <w:t xml:space="preserve"> </w:t>
      </w:r>
      <w:proofErr w:type="gramStart"/>
      <w:r w:rsidRPr="00005C6E">
        <w:rPr>
          <w:lang w:val="fr-CH"/>
        </w:rPr>
        <w:t>at:</w:t>
      </w:r>
      <w:proofErr w:type="gramEnd"/>
    </w:p>
    <w:p w14:paraId="0FFEFD1A" w14:textId="77777777" w:rsidR="00863A53" w:rsidRPr="00CC2F42" w:rsidRDefault="00186EAE" w:rsidP="00863A53">
      <w:pPr>
        <w:pStyle w:val="SingleTxtG"/>
        <w:rPr>
          <w:lang w:val="fr-CH"/>
        </w:rPr>
      </w:pPr>
      <w:r w:rsidRPr="00005C6E">
        <w:rPr>
          <w:lang w:val="fr-CH"/>
        </w:rPr>
        <w:t>http://www.unece.org/trans/main/wp29/wp29regs.html</w:t>
      </w:r>
    </w:p>
    <w:p w14:paraId="4440928E" w14:textId="77777777" w:rsidR="006F1861" w:rsidRPr="00CC2F42" w:rsidRDefault="00863A53" w:rsidP="000837F7">
      <w:pPr>
        <w:pStyle w:val="H1G"/>
      </w:pPr>
      <w:r w:rsidRPr="00CC2F42">
        <w:rPr>
          <w:lang w:val="fr-CH"/>
        </w:rPr>
        <w:tab/>
      </w:r>
      <w:r w:rsidRPr="00CC2F42">
        <w:t>B.</w:t>
      </w:r>
      <w:r w:rsidRPr="00CC2F42">
        <w:tab/>
      </w:r>
      <w:r w:rsidR="006F1861" w:rsidRPr="00CC2F42">
        <w:t xml:space="preserve">Technical </w:t>
      </w:r>
      <w:r w:rsidR="006F1861" w:rsidRPr="005F536B">
        <w:t>regulations</w:t>
      </w:r>
      <w:r w:rsidR="006F1861" w:rsidRPr="00CC2F42">
        <w:t xml:space="preserve"> listed in the </w:t>
      </w:r>
      <w:r w:rsidR="00E67046">
        <w:t>C</w:t>
      </w:r>
      <w:r w:rsidR="006F1861" w:rsidRPr="00CC2F42">
        <w:t xml:space="preserve">ompendium of </w:t>
      </w:r>
      <w:r w:rsidR="00E67046">
        <w:t>C</w:t>
      </w:r>
      <w:r w:rsidR="006F1861" w:rsidRPr="00CC2F42">
        <w:t>andidates</w:t>
      </w:r>
    </w:p>
    <w:p w14:paraId="7C432FB1" w14:textId="77777777" w:rsidR="00F35852" w:rsidRPr="00653A0F" w:rsidRDefault="00863A53" w:rsidP="00863A53">
      <w:pPr>
        <w:pStyle w:val="SingleTxtG"/>
        <w:rPr>
          <w:lang w:val="fr-CH"/>
        </w:rPr>
      </w:pPr>
      <w:proofErr w:type="spellStart"/>
      <w:r w:rsidRPr="00653A0F">
        <w:rPr>
          <w:lang w:val="fr-CH"/>
        </w:rPr>
        <w:t>Available</w:t>
      </w:r>
      <w:proofErr w:type="spellEnd"/>
      <w:r w:rsidRPr="00653A0F">
        <w:rPr>
          <w:lang w:val="fr-CH"/>
        </w:rPr>
        <w:t xml:space="preserve"> </w:t>
      </w:r>
      <w:proofErr w:type="gramStart"/>
      <w:r w:rsidRPr="00653A0F">
        <w:rPr>
          <w:lang w:val="fr-CH"/>
        </w:rPr>
        <w:t>at:</w:t>
      </w:r>
      <w:proofErr w:type="gramEnd"/>
    </w:p>
    <w:p w14:paraId="38899EE6" w14:textId="77777777" w:rsidR="00863A53" w:rsidRPr="00653A0F" w:rsidRDefault="00863A53" w:rsidP="00863A53">
      <w:pPr>
        <w:pStyle w:val="SingleTxtG"/>
        <w:rPr>
          <w:lang w:val="fr-CH"/>
        </w:rPr>
      </w:pPr>
      <w:r w:rsidRPr="00653A0F">
        <w:rPr>
          <w:lang w:val="fr-CH"/>
        </w:rPr>
        <w:t>http://www.unece.org/trans/main/wp29/wp29wgs/wp29gen/wp29glob_candidate.html</w:t>
      </w:r>
    </w:p>
    <w:tbl>
      <w:tblPr>
        <w:tblW w:w="7370" w:type="dxa"/>
        <w:tblInd w:w="1134" w:type="dxa"/>
        <w:tblBorders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"/>
        <w:gridCol w:w="3118"/>
        <w:gridCol w:w="1985"/>
        <w:gridCol w:w="1543"/>
      </w:tblGrid>
      <w:tr w:rsidR="00780E28" w:rsidRPr="00CC2F42" w14:paraId="3B8B7610" w14:textId="77777777" w:rsidTr="00C44F1D">
        <w:trPr>
          <w:cantSplit/>
          <w:tblHeader/>
        </w:trPr>
        <w:tc>
          <w:tcPr>
            <w:tcW w:w="724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2A1B24D" w14:textId="77777777"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Listing No.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041F828" w14:textId="77777777"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Title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DD9FB9C" w14:textId="77777777"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Request</w:t>
            </w:r>
          </w:p>
        </w:tc>
        <w:tc>
          <w:tcPr>
            <w:tcW w:w="15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E966ACA" w14:textId="77777777"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Reaffirmed/Removed</w:t>
            </w:r>
          </w:p>
        </w:tc>
      </w:tr>
      <w:tr w:rsidR="00780E28" w:rsidRPr="00CC2F42" w14:paraId="374D11F2" w14:textId="77777777" w:rsidTr="00C44F1D">
        <w:trPr>
          <w:cantSplit/>
        </w:trPr>
        <w:tc>
          <w:tcPr>
            <w:tcW w:w="724" w:type="dxa"/>
            <w:tcBorders>
              <w:top w:val="single" w:sz="12" w:space="0" w:color="auto"/>
            </w:tcBorders>
            <w:shd w:val="clear" w:color="auto" w:fill="auto"/>
          </w:tcPr>
          <w:p w14:paraId="703D23DE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</w:tcPr>
          <w:p w14:paraId="7495F69A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Heavy-duty Engine and Vehicle Standards and Highway Diesel Fuel </w:t>
            </w:r>
            <w:proofErr w:type="spellStart"/>
            <w:r w:rsidRPr="00CC2F42">
              <w:rPr>
                <w:sz w:val="16"/>
                <w:szCs w:val="16"/>
              </w:rPr>
              <w:t>Sulfur</w:t>
            </w:r>
            <w:proofErr w:type="spellEnd"/>
            <w:r w:rsidRPr="00CC2F42">
              <w:rPr>
                <w:sz w:val="16"/>
                <w:szCs w:val="16"/>
              </w:rPr>
              <w:t xml:space="preserve"> Control, Requirements; Final Rule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382274FF" w14:textId="77777777" w:rsidR="007A59EA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2005/26 (USA) adopted at the 13th session of AC.3 on 10.03.05 (see</w:t>
            </w:r>
            <w:r w:rsidR="00780E28" w:rsidRPr="00CC2F42">
              <w:rPr>
                <w:sz w:val="16"/>
                <w:szCs w:val="16"/>
              </w:rPr>
              <w:t xml:space="preserve"> </w:t>
            </w:r>
            <w:r w:rsidRPr="00CC2F42">
              <w:rPr>
                <w:sz w:val="16"/>
                <w:szCs w:val="16"/>
              </w:rPr>
              <w:t>TRANS/WP.29/1039, para. 98) and notified under ref ECE/ TRAN/125/1 on 12.10.05</w:t>
            </w:r>
          </w:p>
          <w:p w14:paraId="1CEF28A4" w14:textId="77777777" w:rsidR="00872FA5" w:rsidRPr="00CC2F42" w:rsidRDefault="00872FA5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12" w:space="0" w:color="auto"/>
            </w:tcBorders>
            <w:shd w:val="clear" w:color="auto" w:fill="auto"/>
          </w:tcPr>
          <w:p w14:paraId="1DF6D26E" w14:textId="77777777"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Reaffirmed at the 29th session of AC.3 on 23.06.10 </w:t>
            </w:r>
            <w:r w:rsidR="007A59EA" w:rsidRPr="00CC2F42">
              <w:rPr>
                <w:sz w:val="16"/>
                <w:szCs w:val="16"/>
              </w:rPr>
              <w:t>(see ECE/TRANS/ WP.29/1085, para. 79</w:t>
            </w:r>
            <w:r w:rsidRPr="00CC2F42">
              <w:rPr>
                <w:sz w:val="16"/>
                <w:szCs w:val="16"/>
              </w:rPr>
              <w:t xml:space="preserve"> and 2010/73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14:paraId="6B2697B3" w14:textId="77777777" w:rsidR="00872FA5" w:rsidRDefault="00872FA5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101 and 2015/72</w:t>
            </w:r>
            <w:r w:rsidRPr="00CC2F42">
              <w:rPr>
                <w:sz w:val="16"/>
                <w:szCs w:val="16"/>
              </w:rPr>
              <w:t>)</w:t>
            </w:r>
          </w:p>
          <w:p w14:paraId="20F377F1" w14:textId="17094479" w:rsidR="006C7F13" w:rsidRPr="00CC2F42" w:rsidRDefault="00BE4034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59th session of AC.3 on 11.11.20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</w:t>
            </w:r>
            <w:r w:rsidR="00010F21">
              <w:rPr>
                <w:sz w:val="16"/>
                <w:szCs w:val="16"/>
              </w:rPr>
              <w:t>55</w:t>
            </w:r>
            <w:r>
              <w:rPr>
                <w:sz w:val="16"/>
                <w:szCs w:val="16"/>
              </w:rPr>
              <w:t>, para. 1</w:t>
            </w:r>
            <w:r w:rsidR="00237A22">
              <w:rPr>
                <w:sz w:val="16"/>
                <w:szCs w:val="16"/>
              </w:rPr>
              <w:t>44</w:t>
            </w:r>
            <w:r>
              <w:rPr>
                <w:sz w:val="16"/>
                <w:szCs w:val="16"/>
              </w:rPr>
              <w:t xml:space="preserve"> and 20</w:t>
            </w:r>
            <w:r w:rsidR="00E63B6D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/</w:t>
            </w:r>
            <w:r w:rsidR="00E63B6D">
              <w:rPr>
                <w:sz w:val="16"/>
                <w:szCs w:val="16"/>
              </w:rPr>
              <w:t>89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14:paraId="7B293134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22B65000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14:paraId="4727D6BB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Tier 2 Motor Vehicle Emissions Standards and Gasoline </w:t>
            </w:r>
            <w:proofErr w:type="spellStart"/>
            <w:r w:rsidRPr="00CC2F42">
              <w:rPr>
                <w:sz w:val="16"/>
                <w:szCs w:val="16"/>
              </w:rPr>
              <w:t>Sulfur</w:t>
            </w:r>
            <w:proofErr w:type="spellEnd"/>
            <w:r w:rsidRPr="00CC2F42">
              <w:rPr>
                <w:sz w:val="16"/>
                <w:szCs w:val="16"/>
              </w:rPr>
              <w:t xml:space="preserve"> Control Requirements; Final Rule.</w:t>
            </w:r>
          </w:p>
        </w:tc>
        <w:tc>
          <w:tcPr>
            <w:tcW w:w="1985" w:type="dxa"/>
            <w:shd w:val="clear" w:color="auto" w:fill="auto"/>
          </w:tcPr>
          <w:p w14:paraId="5E65AFC1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2005/27 (USA) adopted at the 13th session of AC.3 on 10.03.05 (see TRANS/WP.29/1039, para. 99) and notified under ref ECE/ TRAN/125/2 on 12.10.05</w:t>
            </w:r>
          </w:p>
        </w:tc>
        <w:tc>
          <w:tcPr>
            <w:tcW w:w="1543" w:type="dxa"/>
            <w:shd w:val="clear" w:color="auto" w:fill="auto"/>
          </w:tcPr>
          <w:p w14:paraId="7E14678F" w14:textId="77777777"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2010/74)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14:paraId="61E54EAD" w14:textId="77777777" w:rsidR="00AC535D" w:rsidRDefault="00AC535D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102 and 2015/73</w:t>
            </w:r>
            <w:r w:rsidRPr="00CC2F42">
              <w:rPr>
                <w:sz w:val="16"/>
                <w:szCs w:val="16"/>
              </w:rPr>
              <w:t>)</w:t>
            </w:r>
          </w:p>
          <w:p w14:paraId="6FD5E117" w14:textId="03E8556A" w:rsidR="00DC7ADA" w:rsidRPr="00CC2F42" w:rsidRDefault="00DC7AD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59th session of AC.3 on 11.11.20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WP.29/1155, para. 14</w:t>
            </w:r>
            <w:r w:rsidR="00F67620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and 2020/</w:t>
            </w:r>
            <w:r w:rsidR="00772C04">
              <w:rPr>
                <w:sz w:val="16"/>
                <w:szCs w:val="16"/>
              </w:rPr>
              <w:t>90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14:paraId="15F2EC07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76518FD9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320870B1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Control of Emissions of Air Pollution from Non road Diesel Engines and Fuel; Final Rule</w:t>
            </w:r>
          </w:p>
          <w:p w14:paraId="08D80FB2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63DEC786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2005/28 (USA) adopted at the 13th session of AC.3 on 10.03.05 (see TRANS/WP.29/1039, para. 100) and notified under ref ECE/ TRAN/125/3 on 12.10.05 </w:t>
            </w:r>
          </w:p>
        </w:tc>
        <w:tc>
          <w:tcPr>
            <w:tcW w:w="1543" w:type="dxa"/>
            <w:shd w:val="clear" w:color="auto" w:fill="auto"/>
          </w:tcPr>
          <w:p w14:paraId="749951CB" w14:textId="77777777"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2010/75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14:paraId="37FADAE8" w14:textId="77777777" w:rsidR="00B70938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103 and 2015/74</w:t>
            </w:r>
            <w:r w:rsidRPr="00CC2F42">
              <w:rPr>
                <w:sz w:val="16"/>
                <w:szCs w:val="16"/>
              </w:rPr>
              <w:t>)</w:t>
            </w:r>
          </w:p>
          <w:p w14:paraId="38E3CB16" w14:textId="2B71C730" w:rsidR="00F67620" w:rsidRPr="00CC2F42" w:rsidRDefault="00F67620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59th session of AC.3 on 11.11.20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WP.29/1155, para. 14</w:t>
            </w:r>
            <w:r w:rsidR="006D3B05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and 2020/</w:t>
            </w:r>
            <w:r w:rsidR="004D11D9">
              <w:rPr>
                <w:sz w:val="16"/>
                <w:szCs w:val="16"/>
              </w:rPr>
              <w:t>91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14:paraId="71EA3651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235584A3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14:paraId="22CE2E9E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202 Head Restraints.</w:t>
            </w:r>
          </w:p>
          <w:p w14:paraId="5ADF2F39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14:paraId="3F239704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14:paraId="53655137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-Final Regulatory Impact Analysis; FMVSS No. 202 Head Restraints for Passenger Vehicles</w:t>
            </w:r>
          </w:p>
          <w:p w14:paraId="70E97FDF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-Federal Motor Vehicle Safety Standards; Head Restraints; Final Rule</w:t>
            </w:r>
          </w:p>
        </w:tc>
        <w:tc>
          <w:tcPr>
            <w:tcW w:w="1985" w:type="dxa"/>
            <w:shd w:val="clear" w:color="auto" w:fill="auto"/>
          </w:tcPr>
          <w:p w14:paraId="48DB867F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TRANS/WP.29/2005/48 (USA) adopted at the 14th session of AC.3 on 22.06.05 (see TRANS/WP.29/1041, para. 88) and notified under ref ECE/ TRAN/125/4 on 12.10.05</w:t>
            </w:r>
          </w:p>
        </w:tc>
        <w:tc>
          <w:tcPr>
            <w:tcW w:w="1543" w:type="dxa"/>
            <w:shd w:val="clear" w:color="auto" w:fill="auto"/>
          </w:tcPr>
          <w:p w14:paraId="28C392FA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No. 7</w:t>
            </w:r>
          </w:p>
        </w:tc>
      </w:tr>
      <w:tr w:rsidR="00780E28" w:rsidRPr="00CC2F42" w14:paraId="3749D045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4132B5CA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14:paraId="5174E3AB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108 Lamps, Reflective devices and Associated Equipment</w:t>
            </w:r>
          </w:p>
          <w:p w14:paraId="0C4EF66F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14:paraId="4C50B599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14:paraId="4F538E0A" w14:textId="77777777"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Lamps, Reflective devices and Associated Equipment Final Rule</w:t>
            </w:r>
          </w:p>
          <w:p w14:paraId="537CFF35" w14:textId="77777777"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The effectiveness of Retro-reflective Tape on Heavy Trailers</w:t>
            </w:r>
          </w:p>
          <w:p w14:paraId="7D576B78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The </w:t>
            </w:r>
            <w:proofErr w:type="gramStart"/>
            <w:r w:rsidRPr="00CC2F42">
              <w:rPr>
                <w:sz w:val="16"/>
                <w:szCs w:val="16"/>
              </w:rPr>
              <w:t>Long Term</w:t>
            </w:r>
            <w:proofErr w:type="gramEnd"/>
            <w:r w:rsidRPr="00CC2F42">
              <w:rPr>
                <w:sz w:val="16"/>
                <w:szCs w:val="16"/>
              </w:rPr>
              <w:t xml:space="preserve"> Effectiveness of Centre High Mounted Stop Lamps in Passenger Cars and Light Truck</w:t>
            </w:r>
          </w:p>
        </w:tc>
        <w:tc>
          <w:tcPr>
            <w:tcW w:w="1985" w:type="dxa"/>
            <w:shd w:val="clear" w:color="auto" w:fill="auto"/>
          </w:tcPr>
          <w:p w14:paraId="1DC2C4EB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b/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2005/97 (USA) adopted at the 15th session of AC.3 on 17.11.05(see TRANS/WP.29/1047, para. 86) and notified under ref ECE/TRAN/125/5 on 13.12.05</w:t>
            </w:r>
          </w:p>
        </w:tc>
        <w:tc>
          <w:tcPr>
            <w:tcW w:w="1543" w:type="dxa"/>
            <w:shd w:val="clear" w:color="auto" w:fill="auto"/>
          </w:tcPr>
          <w:p w14:paraId="54093B9E" w14:textId="77777777"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Reaffirmed at the 29th session of AC.3 on 23.06.10 </w:t>
            </w:r>
            <w:r w:rsidR="007A59EA" w:rsidRPr="00CC2F42">
              <w:rPr>
                <w:sz w:val="16"/>
                <w:szCs w:val="16"/>
              </w:rPr>
              <w:t>(see ECE/TRANS/ WP.29/1085, para. 79</w:t>
            </w:r>
            <w:r w:rsidRPr="00CC2F42">
              <w:rPr>
                <w:sz w:val="16"/>
                <w:szCs w:val="16"/>
              </w:rPr>
              <w:t xml:space="preserve"> and 2010/76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14:paraId="5EE94760" w14:textId="77777777" w:rsidR="00B70938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104 and 2015/75</w:t>
            </w:r>
            <w:r w:rsidRPr="00CC2F42">
              <w:rPr>
                <w:sz w:val="16"/>
                <w:szCs w:val="16"/>
              </w:rPr>
              <w:t>)</w:t>
            </w:r>
          </w:p>
          <w:p w14:paraId="01410AD9" w14:textId="71293B3F" w:rsidR="00830CFF" w:rsidRPr="00CC2F42" w:rsidRDefault="00830CFF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59th session of AC.3 on 11.11.20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WP.29/1155, para. 147 and 2020/</w:t>
            </w:r>
            <w:r w:rsidR="006F1727">
              <w:rPr>
                <w:sz w:val="16"/>
                <w:szCs w:val="16"/>
              </w:rPr>
              <w:t>133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14:paraId="41CB3282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25C7ABB4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14:paraId="7812E603" w14:textId="77777777" w:rsidR="007A59EA" w:rsidRPr="00CC2F42" w:rsidRDefault="007A59EA" w:rsidP="006E440E">
            <w:pPr>
              <w:pStyle w:val="BodyTextIndent"/>
              <w:suppressAutoHyphens w:val="0"/>
              <w:spacing w:before="40" w:line="220" w:lineRule="exact"/>
              <w:ind w:left="0"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135 Passenger Car Braking Systems</w:t>
            </w:r>
          </w:p>
          <w:p w14:paraId="080F0830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14:paraId="43B9E018" w14:textId="77777777"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Passenger Car Brake Systems Final Rule</w:t>
            </w:r>
          </w:p>
          <w:p w14:paraId="4CD6DD92" w14:textId="77777777"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Final Regulatory Evaluation International Standard for Passenger Car Brake Systems FMVSS No. 135</w:t>
            </w:r>
          </w:p>
          <w:p w14:paraId="69FF169C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A134013" w14:textId="77777777" w:rsidR="007A59EA" w:rsidRPr="00CC2F42" w:rsidRDefault="007A59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2005/9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>8 (</w:t>
            </w: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USA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>) adopted at the 15th session of AC.3 on 17.11.05(see TRANS/WP.29/1047, para. 87) and notified under ref ECE/TRAN/125/6 on 13.12.05</w:t>
            </w:r>
          </w:p>
        </w:tc>
        <w:tc>
          <w:tcPr>
            <w:tcW w:w="1543" w:type="dxa"/>
            <w:shd w:val="clear" w:color="auto" w:fill="auto"/>
          </w:tcPr>
          <w:p w14:paraId="4F8E1E33" w14:textId="77777777"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2010/77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14:paraId="2D1F603C" w14:textId="77777777" w:rsidR="00B70938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105 and 2015/76</w:t>
            </w:r>
            <w:r w:rsidRPr="00CC2F42">
              <w:rPr>
                <w:sz w:val="16"/>
                <w:szCs w:val="16"/>
              </w:rPr>
              <w:t>)</w:t>
            </w:r>
          </w:p>
          <w:p w14:paraId="1A2969C4" w14:textId="0BA6C733" w:rsidR="007E32D5" w:rsidRPr="00CC2F42" w:rsidRDefault="003C6FB9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59th session of AC.3 on 11.11.20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WP.29/1155, para. 14</w:t>
            </w:r>
            <w:r w:rsidR="003F1276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 and 2020/</w:t>
            </w:r>
            <w:r w:rsidR="003F1276">
              <w:rPr>
                <w:sz w:val="16"/>
                <w:szCs w:val="16"/>
              </w:rPr>
              <w:t>134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14:paraId="25F40506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2B5D88CF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14:paraId="3E563009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139 New Pneumatic Tires for Light Vehicles</w:t>
            </w:r>
          </w:p>
          <w:p w14:paraId="0B7DA403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14:paraId="6E09B94A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14:paraId="0616408D" w14:textId="77777777"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No. 139 Tires; Final Rule</w:t>
            </w:r>
          </w:p>
          <w:p w14:paraId="1EB70DA8" w14:textId="77777777"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Final regulatory Evaluation FMVSS No. 139 New Pneumatic Tires for Light Vehicles</w:t>
            </w:r>
          </w:p>
        </w:tc>
        <w:tc>
          <w:tcPr>
            <w:tcW w:w="1985" w:type="dxa"/>
            <w:shd w:val="clear" w:color="auto" w:fill="auto"/>
          </w:tcPr>
          <w:p w14:paraId="6F93B4DA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2005/99 (USA) adopted at the 15th session of AC.3 on 17.11.05(see TRANS/WP.29/1047, para. 88) and notified under ref ECE/TRAN/125/7 on 13.12.05</w:t>
            </w:r>
          </w:p>
        </w:tc>
        <w:tc>
          <w:tcPr>
            <w:tcW w:w="1543" w:type="dxa"/>
            <w:shd w:val="clear" w:color="auto" w:fill="auto"/>
          </w:tcPr>
          <w:p w14:paraId="108E12B3" w14:textId="77777777"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2010/78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14:paraId="113ABA74" w14:textId="77777777" w:rsidR="00B70938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106 and 2015/77</w:t>
            </w:r>
            <w:r w:rsidRPr="00CC2F42">
              <w:rPr>
                <w:sz w:val="16"/>
                <w:szCs w:val="16"/>
              </w:rPr>
              <w:t>)</w:t>
            </w:r>
          </w:p>
          <w:p w14:paraId="3570081D" w14:textId="64C12A6A" w:rsidR="002E73AE" w:rsidRPr="00CC2F42" w:rsidRDefault="002E73AE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59th session of AC.3 on 11.11.20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WP.29/1155, para. 1</w:t>
            </w:r>
            <w:r w:rsidR="00F72A41">
              <w:rPr>
                <w:sz w:val="16"/>
                <w:szCs w:val="16"/>
              </w:rPr>
              <w:t>49</w:t>
            </w:r>
            <w:r>
              <w:rPr>
                <w:sz w:val="16"/>
                <w:szCs w:val="16"/>
              </w:rPr>
              <w:t xml:space="preserve"> and 2020/</w:t>
            </w:r>
            <w:r w:rsidR="00F72A41">
              <w:rPr>
                <w:sz w:val="16"/>
                <w:szCs w:val="16"/>
              </w:rPr>
              <w:t>135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14:paraId="63DDAFAC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1D716B68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14:paraId="23323F69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205 Glazing Materials</w:t>
            </w:r>
          </w:p>
        </w:tc>
        <w:tc>
          <w:tcPr>
            <w:tcW w:w="1985" w:type="dxa"/>
            <w:shd w:val="clear" w:color="auto" w:fill="auto"/>
          </w:tcPr>
          <w:p w14:paraId="59B775AF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2005/100 (USA) adopted at the 15th session of AC.3 on 17.11.05(see TRANS/WP.29/1047, para. 89) and notified under ref ECE/TRAN/125/8 on 13.12.05</w:t>
            </w:r>
          </w:p>
        </w:tc>
        <w:tc>
          <w:tcPr>
            <w:tcW w:w="1543" w:type="dxa"/>
            <w:shd w:val="clear" w:color="auto" w:fill="auto"/>
          </w:tcPr>
          <w:p w14:paraId="6E2AB2E8" w14:textId="77777777" w:rsidR="007A59EA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No. 6</w:t>
            </w:r>
          </w:p>
          <w:p w14:paraId="771E638A" w14:textId="77777777"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780E28" w:rsidRPr="00CC2F42" w14:paraId="46CFEDCF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4AA95424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14:paraId="5D0DD02E" w14:textId="77777777"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Federal Motor Vehicle Safety Standards; FMVSS No. 213 Child Restraint Systems and FMVSS No. 225 Child Restraint Anchorage Systems </w:t>
            </w:r>
          </w:p>
          <w:p w14:paraId="75F84C26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14:paraId="518E4D08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14:paraId="5B2E163A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Final Economic Assessment FMVSS No. 213, FMVSS No. 225 Child Restraint Systems, and Child Restraint Anchorage Systems </w:t>
            </w:r>
          </w:p>
        </w:tc>
        <w:tc>
          <w:tcPr>
            <w:tcW w:w="1985" w:type="dxa"/>
            <w:shd w:val="clear" w:color="auto" w:fill="auto"/>
          </w:tcPr>
          <w:p w14:paraId="1217A59C" w14:textId="77777777"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TRANS/WP.29/2005/101 (USA) adopted at the 15th session of AC.3 on 17.11.05(see TRANS/WP.29/1047, para. 90) and notified under ref ECE/ TRAN/125/9 on 13.12.05</w:t>
            </w:r>
          </w:p>
        </w:tc>
        <w:tc>
          <w:tcPr>
            <w:tcW w:w="1543" w:type="dxa"/>
            <w:shd w:val="clear" w:color="auto" w:fill="auto"/>
          </w:tcPr>
          <w:p w14:paraId="303912C9" w14:textId="77777777"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report ECE/TRANS/ WP.29/1085, para. 79</w:t>
            </w:r>
            <w:r w:rsidRPr="00CC2F42">
              <w:rPr>
                <w:sz w:val="16"/>
                <w:szCs w:val="16"/>
              </w:rPr>
              <w:t xml:space="preserve"> and 2010/79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14:paraId="0BB8C34E" w14:textId="77777777" w:rsidR="00B70938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107 and 2015/78</w:t>
            </w:r>
            <w:r w:rsidRPr="00CC2F42">
              <w:rPr>
                <w:sz w:val="16"/>
                <w:szCs w:val="16"/>
              </w:rPr>
              <w:t>)</w:t>
            </w:r>
          </w:p>
          <w:p w14:paraId="18927CF1" w14:textId="5FF6F5B7" w:rsidR="00924345" w:rsidRPr="00CC2F42" w:rsidRDefault="00924345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59th session of AC.3 on 11.11.20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WP.29/1155, para. 1</w:t>
            </w:r>
            <w:r w:rsidR="007D72C1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 xml:space="preserve"> and 2020/</w:t>
            </w:r>
            <w:r w:rsidR="007D72C1">
              <w:rPr>
                <w:sz w:val="16"/>
                <w:szCs w:val="16"/>
              </w:rPr>
              <w:t>136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C14342" w:rsidRPr="00CC2F42" w14:paraId="1F46C101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31E30A3F" w14:textId="77777777"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14:paraId="6E0CE9E0" w14:textId="77777777" w:rsidR="00C14342" w:rsidRPr="00C14342" w:rsidRDefault="00C14342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14342">
              <w:rPr>
                <w:sz w:val="16"/>
                <w:szCs w:val="16"/>
              </w:rPr>
              <w:t>Japan safety standards on hydrogen and fuel-cell vehicles</w:t>
            </w:r>
          </w:p>
          <w:p w14:paraId="00753229" w14:textId="77777777"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14342">
              <w:rPr>
                <w:i/>
                <w:iCs/>
                <w:sz w:val="16"/>
                <w:szCs w:val="16"/>
              </w:rPr>
              <w:t>Appended documents:</w:t>
            </w:r>
          </w:p>
          <w:p w14:paraId="2B120512" w14:textId="77777777"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(a)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17: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Fuel Leakage in Collisions, etc.</w:t>
            </w:r>
          </w:p>
          <w:p w14:paraId="6D594387" w14:textId="77777777"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(b)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38: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Measurement Procedure for Proximity Stationary Noise Level</w:t>
            </w:r>
          </w:p>
          <w:p w14:paraId="14807C08" w14:textId="77777777"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(c)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84: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windshield wiping and washing systems for passenger motor vehicles, etc.</w:t>
            </w:r>
          </w:p>
          <w:p w14:paraId="20230305" w14:textId="77777777"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(d)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86: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defrosting and demisting systems</w:t>
            </w:r>
          </w:p>
          <w:p w14:paraId="7A378E8F" w14:textId="77777777"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(e)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100: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fuel systems of motor vehicles fueled by compressed hydrogen gas</w:t>
            </w:r>
          </w:p>
          <w:p w14:paraId="4065098C" w14:textId="77777777"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(f)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101: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protection of occupants against high voltage in fuel cell vehicles</w:t>
            </w:r>
          </w:p>
        </w:tc>
        <w:tc>
          <w:tcPr>
            <w:tcW w:w="1985" w:type="dxa"/>
            <w:shd w:val="clear" w:color="auto" w:fill="auto"/>
          </w:tcPr>
          <w:p w14:paraId="7F2C149A" w14:textId="77777777"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14342">
              <w:rPr>
                <w:sz w:val="16"/>
                <w:szCs w:val="16"/>
              </w:rPr>
              <w:t>TRANS/WP.29/2008/56 (Japan) adopted at the 22nd session of AC.3 on 12.03.08 (see TRANS/WP.29/1066, para. 63) and notified under ref ECE/ TRAN/125/10 on 30.04.08</w:t>
            </w:r>
          </w:p>
        </w:tc>
        <w:tc>
          <w:tcPr>
            <w:tcW w:w="1543" w:type="dxa"/>
            <w:shd w:val="clear" w:color="auto" w:fill="auto"/>
          </w:tcPr>
          <w:p w14:paraId="591F427E" w14:textId="77777777"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No. </w:t>
            </w:r>
            <w:r>
              <w:rPr>
                <w:sz w:val="16"/>
                <w:szCs w:val="16"/>
              </w:rPr>
              <w:t>1</w:t>
            </w:r>
            <w:r w:rsidR="006B15B3">
              <w:rPr>
                <w:sz w:val="16"/>
                <w:szCs w:val="16"/>
              </w:rPr>
              <w:t>3</w:t>
            </w:r>
          </w:p>
        </w:tc>
      </w:tr>
      <w:tr w:rsidR="00C14342" w:rsidRPr="00CC2F42" w14:paraId="3B79BC42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7867060C" w14:textId="77777777"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>11</w:t>
            </w:r>
          </w:p>
        </w:tc>
        <w:tc>
          <w:tcPr>
            <w:tcW w:w="3118" w:type="dxa"/>
            <w:shd w:val="clear" w:color="auto" w:fill="auto"/>
          </w:tcPr>
          <w:p w14:paraId="235FED87" w14:textId="77777777"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>United States of America Environmental Protection Agency and the Department of Transportation programmes for Light-duty vehicle greenhouse gas emission standards and Corporate Average Fuel Economy Standards</w:t>
            </w:r>
          </w:p>
        </w:tc>
        <w:tc>
          <w:tcPr>
            <w:tcW w:w="1985" w:type="dxa"/>
            <w:shd w:val="clear" w:color="auto" w:fill="auto"/>
          </w:tcPr>
          <w:p w14:paraId="32280E90" w14:textId="77777777"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 xml:space="preserve">2011/50 (USA) adopted at the 31st session of AC.3 on 9.03.2011 (see ECE/TRANS/WP.29/1089, para. </w:t>
            </w:r>
            <w:r w:rsidR="00283E70">
              <w:rPr>
                <w:sz w:val="16"/>
                <w:szCs w:val="16"/>
              </w:rPr>
              <w:t>95) and notified under ref ECE/</w:t>
            </w:r>
            <w:r w:rsidRPr="000348EF">
              <w:rPr>
                <w:sz w:val="16"/>
                <w:szCs w:val="16"/>
              </w:rPr>
              <w:t>TRAN/125/11 on 07.04.2011</w:t>
            </w:r>
          </w:p>
        </w:tc>
        <w:tc>
          <w:tcPr>
            <w:tcW w:w="1543" w:type="dxa"/>
            <w:shd w:val="clear" w:color="auto" w:fill="auto"/>
          </w:tcPr>
          <w:p w14:paraId="45C37ED5" w14:textId="77777777" w:rsidR="00454B73" w:rsidRDefault="00454B73" w:rsidP="00454B7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</w:t>
            </w:r>
            <w:r>
              <w:rPr>
                <w:sz w:val="16"/>
                <w:szCs w:val="16"/>
              </w:rPr>
              <w:t>e 50th session of AC.3 on 21.06.17</w:t>
            </w:r>
            <w:r w:rsidRPr="00CC2F42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see report ECE/TRANS/ WP.29/1131, para. 123 and 2017/101</w:t>
            </w:r>
            <w:r w:rsidRPr="00CC2F42">
              <w:rPr>
                <w:sz w:val="16"/>
                <w:szCs w:val="16"/>
              </w:rPr>
              <w:t>)</w:t>
            </w:r>
          </w:p>
          <w:p w14:paraId="77E58705" w14:textId="77777777"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C14342" w:rsidRPr="00CC2F42" w14:paraId="772AC6CD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48380A1D" w14:textId="77777777"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14:paraId="28E8E815" w14:textId="77777777"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United States of America Environmental Protection Agency and National Highway Traffic Safety Administration, Department of Transportation Programmes for Greenhouse Gas Emissions Standards and Fuel Efficiency Standards for Medium and Heavy-Duty Engines and Vehicles</w:t>
            </w:r>
          </w:p>
        </w:tc>
        <w:tc>
          <w:tcPr>
            <w:tcW w:w="1985" w:type="dxa"/>
            <w:shd w:val="clear" w:color="auto" w:fill="auto"/>
          </w:tcPr>
          <w:p w14:paraId="0A1C368A" w14:textId="77777777"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2012/32 (USA) adopted at 34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session of AC.3 on 15.03.2012 (see TRANS/WP.29/1095, para</w:t>
            </w:r>
            <w:r w:rsidR="00283E70">
              <w:rPr>
                <w:sz w:val="16"/>
                <w:szCs w:val="16"/>
              </w:rPr>
              <w:t>. 109) and notified under ECE/</w:t>
            </w:r>
            <w:r w:rsidRPr="00CC2F42">
              <w:rPr>
                <w:sz w:val="16"/>
                <w:szCs w:val="16"/>
              </w:rPr>
              <w:t>TRAN/125/13 on 30.04.2012</w:t>
            </w:r>
          </w:p>
        </w:tc>
        <w:tc>
          <w:tcPr>
            <w:tcW w:w="1543" w:type="dxa"/>
            <w:shd w:val="clear" w:color="auto" w:fill="auto"/>
          </w:tcPr>
          <w:p w14:paraId="7764F57D" w14:textId="77777777" w:rsidR="00C14342" w:rsidRPr="00CC2F42" w:rsidRDefault="00454B73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</w:t>
            </w:r>
            <w:r>
              <w:rPr>
                <w:sz w:val="16"/>
                <w:szCs w:val="16"/>
              </w:rPr>
              <w:t>e 50th session of AC.3 on 21.06.17</w:t>
            </w:r>
            <w:r w:rsidRPr="00CC2F42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see report ECE/TRANS/ WP.29/1131, para. 122 and 2017/100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C14342" w:rsidRPr="00CC2F42" w14:paraId="22669134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3F199332" w14:textId="77777777"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14:paraId="5330AE38" w14:textId="77777777"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United States of America Environmental Protection Agency and National Highway Traffic Safety Administration, Department of Transportation, Program for Revisions and Additions to the Motor Vehicle Fuel Economy Label: New Fuel Economy and Environment Labels for a New Generation of Vehicles</w:t>
            </w:r>
          </w:p>
        </w:tc>
        <w:tc>
          <w:tcPr>
            <w:tcW w:w="1985" w:type="dxa"/>
            <w:shd w:val="clear" w:color="auto" w:fill="auto"/>
          </w:tcPr>
          <w:p w14:paraId="0D987802" w14:textId="77777777"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2012/33 (USA) adopted at 34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session of AC.3 on 15.03.2012 (see TRANS/WP.29/1095,</w:t>
            </w:r>
            <w:r w:rsidR="00283E70">
              <w:rPr>
                <w:sz w:val="16"/>
                <w:szCs w:val="16"/>
              </w:rPr>
              <w:t xml:space="preserve"> para. 109) and notified under ECE/</w:t>
            </w:r>
            <w:r w:rsidRPr="00CC2F42">
              <w:rPr>
                <w:sz w:val="16"/>
                <w:szCs w:val="16"/>
              </w:rPr>
              <w:t>TRAN/125/13 on 30.04.2012</w:t>
            </w:r>
          </w:p>
        </w:tc>
        <w:tc>
          <w:tcPr>
            <w:tcW w:w="1543" w:type="dxa"/>
            <w:shd w:val="clear" w:color="auto" w:fill="auto"/>
          </w:tcPr>
          <w:p w14:paraId="2D409A27" w14:textId="77777777" w:rsidR="00C14342" w:rsidRPr="00CC2F42" w:rsidRDefault="00454B73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</w:t>
            </w:r>
            <w:r>
              <w:rPr>
                <w:sz w:val="16"/>
                <w:szCs w:val="16"/>
              </w:rPr>
              <w:t>e 50th session of AC.3 on 21.06.17</w:t>
            </w:r>
            <w:r w:rsidRPr="00CC2F42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see report ECE/TRANS/ WP.29/1131, para. 121 and 2017/57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62511B" w:rsidRPr="00CC2F42" w14:paraId="15EBA958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53DD32DC" w14:textId="77777777" w:rsidR="0062511B" w:rsidRPr="00CC2F42" w:rsidRDefault="0062511B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118" w:type="dxa"/>
            <w:shd w:val="clear" w:color="auto" w:fill="auto"/>
          </w:tcPr>
          <w:p w14:paraId="67F4F9E3" w14:textId="77777777" w:rsidR="0062511B" w:rsidRPr="00CC2F42" w:rsidRDefault="0062511B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62511B">
              <w:rPr>
                <w:sz w:val="16"/>
                <w:szCs w:val="16"/>
              </w:rPr>
              <w:t>European Union Regulations Nos. 2017/1151 and 2017/1154 on Real Driving Emissions (RDE)</w:t>
            </w:r>
          </w:p>
        </w:tc>
        <w:tc>
          <w:tcPr>
            <w:tcW w:w="1985" w:type="dxa"/>
            <w:shd w:val="clear" w:color="auto" w:fill="auto"/>
          </w:tcPr>
          <w:p w14:paraId="3C235CBF" w14:textId="77777777" w:rsidR="0062511B" w:rsidRPr="00CC2F42" w:rsidRDefault="009A7F31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9A7F31">
              <w:rPr>
                <w:sz w:val="16"/>
                <w:szCs w:val="16"/>
              </w:rPr>
              <w:t>2018/79</w:t>
            </w:r>
            <w:r>
              <w:rPr>
                <w:sz w:val="16"/>
                <w:szCs w:val="16"/>
              </w:rPr>
              <w:t xml:space="preserve"> (EU) adopted at the 53</w:t>
            </w:r>
            <w:r w:rsidRPr="009A7F31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session of AC.3 on 20.06.18 (see TRANS/WP.29/1139,</w:t>
            </w:r>
            <w:r w:rsidR="00283E70">
              <w:rPr>
                <w:sz w:val="16"/>
                <w:szCs w:val="16"/>
              </w:rPr>
              <w:t xml:space="preserve"> para. 126) and notified under </w:t>
            </w:r>
            <w:r>
              <w:rPr>
                <w:sz w:val="16"/>
                <w:szCs w:val="16"/>
              </w:rPr>
              <w:t>ECE/TRAN/125/14 on 28.08.2018</w:t>
            </w:r>
          </w:p>
        </w:tc>
        <w:tc>
          <w:tcPr>
            <w:tcW w:w="1543" w:type="dxa"/>
            <w:shd w:val="clear" w:color="auto" w:fill="auto"/>
          </w:tcPr>
          <w:p w14:paraId="33A9D8B7" w14:textId="77777777" w:rsidR="0062511B" w:rsidRPr="00CC2F42" w:rsidRDefault="0062511B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62511B" w:rsidRPr="00CC2F42" w14:paraId="4642311D" w14:textId="77777777" w:rsidTr="00C44F1D">
        <w:trPr>
          <w:cantSplit/>
        </w:trPr>
        <w:tc>
          <w:tcPr>
            <w:tcW w:w="724" w:type="dxa"/>
            <w:shd w:val="clear" w:color="auto" w:fill="auto"/>
          </w:tcPr>
          <w:p w14:paraId="0CCC45AD" w14:textId="77777777" w:rsidR="0062511B" w:rsidRPr="00CC2F42" w:rsidRDefault="0062511B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118" w:type="dxa"/>
            <w:shd w:val="clear" w:color="auto" w:fill="auto"/>
          </w:tcPr>
          <w:p w14:paraId="1399B3E0" w14:textId="77777777" w:rsidR="0062511B" w:rsidRPr="00CC2F42" w:rsidRDefault="0062511B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62511B">
              <w:rPr>
                <w:sz w:val="16"/>
                <w:szCs w:val="16"/>
              </w:rPr>
              <w:t>Japan’s Real Driving Emissions (RDE) Methodology</w:t>
            </w:r>
          </w:p>
        </w:tc>
        <w:tc>
          <w:tcPr>
            <w:tcW w:w="1985" w:type="dxa"/>
            <w:shd w:val="clear" w:color="auto" w:fill="auto"/>
          </w:tcPr>
          <w:p w14:paraId="0A964A6E" w14:textId="77777777" w:rsidR="0062511B" w:rsidRPr="00CC2F42" w:rsidRDefault="009A7F31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9A7F31">
              <w:rPr>
                <w:sz w:val="16"/>
                <w:szCs w:val="16"/>
              </w:rPr>
              <w:t>2018/81</w:t>
            </w:r>
            <w:r>
              <w:rPr>
                <w:sz w:val="16"/>
                <w:szCs w:val="16"/>
              </w:rPr>
              <w:t xml:space="preserve"> (Japan) adopted at the 53</w:t>
            </w:r>
            <w:r w:rsidRPr="009A7F31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session of AC.3 on 20.06.18 (see TRANS/WP.29/1139,</w:t>
            </w:r>
            <w:r w:rsidR="00283E70">
              <w:rPr>
                <w:sz w:val="16"/>
                <w:szCs w:val="16"/>
              </w:rPr>
              <w:t xml:space="preserve"> para. 127) and notified under </w:t>
            </w:r>
            <w:r>
              <w:rPr>
                <w:sz w:val="16"/>
                <w:szCs w:val="16"/>
              </w:rPr>
              <w:t>ECE/TRAN/125/15 on 28.08.2018</w:t>
            </w:r>
          </w:p>
        </w:tc>
        <w:tc>
          <w:tcPr>
            <w:tcW w:w="1543" w:type="dxa"/>
            <w:shd w:val="clear" w:color="auto" w:fill="auto"/>
          </w:tcPr>
          <w:p w14:paraId="42B21E53" w14:textId="77777777" w:rsidR="0062511B" w:rsidRPr="00CC2F42" w:rsidRDefault="0062511B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</w:tbl>
    <w:p w14:paraId="74631301" w14:textId="77777777" w:rsidR="007D6BE5" w:rsidRPr="00CC2F42" w:rsidRDefault="00013A34" w:rsidP="00013A34">
      <w:pPr>
        <w:pStyle w:val="SingleTxtG"/>
        <w:spacing w:before="240" w:after="0"/>
        <w:jc w:val="center"/>
        <w:rPr>
          <w:u w:val="single"/>
        </w:rPr>
      </w:pPr>
      <w:r w:rsidRPr="00CC2F42">
        <w:rPr>
          <w:u w:val="single"/>
        </w:rPr>
        <w:tab/>
      </w:r>
      <w:r w:rsidRPr="00CC2F42">
        <w:rPr>
          <w:u w:val="single"/>
        </w:rPr>
        <w:tab/>
      </w:r>
      <w:r w:rsidRPr="00CC2F42">
        <w:rPr>
          <w:u w:val="single"/>
        </w:rPr>
        <w:tab/>
      </w:r>
    </w:p>
    <w:sectPr w:rsidR="007D6BE5" w:rsidRPr="00CC2F42" w:rsidSect="00DA5F21">
      <w:headerReference w:type="even" r:id="rId18"/>
      <w:footerReference w:type="even" r:id="rId19"/>
      <w:footerReference w:type="default" r:id="rId20"/>
      <w:headerReference w:type="first" r:id="rId21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547B1" w14:textId="77777777" w:rsidR="005E5580" w:rsidRDefault="005E5580"/>
  </w:endnote>
  <w:endnote w:type="continuationSeparator" w:id="0">
    <w:p w14:paraId="34F95511" w14:textId="77777777" w:rsidR="005E5580" w:rsidRDefault="005E5580"/>
  </w:endnote>
  <w:endnote w:type="continuationNotice" w:id="1">
    <w:p w14:paraId="4C2F1A14" w14:textId="77777777" w:rsidR="005E5580" w:rsidRDefault="005E55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58D38" w14:textId="77777777" w:rsidR="007B2C3F" w:rsidRPr="00FC095B" w:rsidRDefault="007B2C3F" w:rsidP="00FC095B">
    <w:pPr>
      <w:pStyle w:val="Footer"/>
      <w:tabs>
        <w:tab w:val="right" w:pos="9638"/>
      </w:tabs>
      <w:rPr>
        <w:sz w:val="18"/>
      </w:rPr>
    </w:pPr>
    <w:r w:rsidRPr="00FC095B">
      <w:rPr>
        <w:b/>
        <w:sz w:val="18"/>
      </w:rPr>
      <w:fldChar w:fldCharType="begin"/>
    </w:r>
    <w:r w:rsidRPr="00FC095B">
      <w:rPr>
        <w:b/>
        <w:sz w:val="18"/>
      </w:rPr>
      <w:instrText xml:space="preserve"> PAGE  \* MERGEFORMAT </w:instrText>
    </w:r>
    <w:r w:rsidRPr="00FC095B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FC095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F7C45" w14:textId="77777777" w:rsidR="007B2C3F" w:rsidRPr="00FC095B" w:rsidRDefault="007B2C3F" w:rsidP="00FC095B">
    <w:pPr>
      <w:pStyle w:val="Footer"/>
      <w:tabs>
        <w:tab w:val="right" w:pos="9638"/>
      </w:tabs>
      <w:rPr>
        <w:b/>
        <w:sz w:val="18"/>
      </w:rPr>
    </w:pPr>
    <w:r>
      <w:tab/>
    </w:r>
    <w:r w:rsidRPr="00FC095B">
      <w:rPr>
        <w:b/>
        <w:sz w:val="18"/>
      </w:rPr>
      <w:fldChar w:fldCharType="begin"/>
    </w:r>
    <w:r w:rsidRPr="00FC095B">
      <w:rPr>
        <w:b/>
        <w:sz w:val="18"/>
      </w:rPr>
      <w:instrText xml:space="preserve"> PAGE  \* MERGEFORMAT </w:instrText>
    </w:r>
    <w:r w:rsidRPr="00FC095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C09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59BE1" w14:textId="77777777" w:rsidR="00AD2B11" w:rsidRDefault="00AD2B11" w:rsidP="00AD2B11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3673CB35" wp14:editId="13478108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89D9C3" w14:textId="77777777" w:rsidR="00AD2B11" w:rsidRPr="00BC3521" w:rsidRDefault="00AD2B11" w:rsidP="00AD2B11">
    <w:pPr>
      <w:pStyle w:val="Footer"/>
      <w:ind w:right="1134"/>
      <w:rPr>
        <w:sz w:val="20"/>
      </w:rPr>
    </w:pPr>
    <w:r>
      <w:rPr>
        <w:sz w:val="20"/>
      </w:rPr>
      <w:t>GE.21-02959(E)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392DBC0A" wp14:editId="2A93A4F3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638175" cy="638175"/>
          <wp:effectExtent l="0" t="0" r="9525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2A9CA" w14:textId="77777777" w:rsidR="007B2C3F" w:rsidRPr="001F7C2C" w:rsidRDefault="007B2C3F" w:rsidP="00D3332C">
    <w:pPr>
      <w:pStyle w:val="Footer"/>
      <w:rPr>
        <w:b/>
        <w:sz w:val="18"/>
        <w:szCs w:val="18"/>
      </w:rPr>
    </w:pPr>
    <w:r w:rsidRPr="001F7C2C">
      <w:rPr>
        <w:b/>
        <w:sz w:val="18"/>
        <w:szCs w:val="18"/>
      </w:rPr>
      <w:fldChar w:fldCharType="begin"/>
    </w:r>
    <w:r w:rsidRPr="001F7C2C">
      <w:rPr>
        <w:b/>
        <w:sz w:val="18"/>
        <w:szCs w:val="18"/>
      </w:rPr>
      <w:instrText xml:space="preserve"> PAGE   \* MERGEFORMAT </w:instrText>
    </w:r>
    <w:r w:rsidRPr="001F7C2C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4</w:t>
    </w:r>
    <w:r w:rsidRPr="001F7C2C">
      <w:rPr>
        <w:b/>
        <w:noProof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FD11A" w14:textId="77777777" w:rsidR="007B2C3F" w:rsidRPr="00C33CAE" w:rsidRDefault="007B2C3F" w:rsidP="00234EE6">
    <w:pPr>
      <w:pStyle w:val="Footer"/>
      <w:tabs>
        <w:tab w:val="right" w:pos="9638"/>
      </w:tabs>
      <w:jc w:val="right"/>
      <w:rPr>
        <w:b/>
        <w:noProof/>
        <w:sz w:val="18"/>
      </w:rPr>
    </w:pPr>
    <w:r w:rsidRPr="00C33CAE">
      <w:rPr>
        <w:b/>
        <w:noProof/>
        <w:sz w:val="18"/>
      </w:rPr>
      <w:fldChar w:fldCharType="begin"/>
    </w:r>
    <w:r w:rsidRPr="00C33CAE">
      <w:rPr>
        <w:b/>
        <w:noProof/>
        <w:sz w:val="18"/>
      </w:rPr>
      <w:instrText xml:space="preserve"> PAGE   \* MERGEFORMAT </w:instrText>
    </w:r>
    <w:r w:rsidRPr="00C33CAE">
      <w:rPr>
        <w:b/>
        <w:noProof/>
        <w:sz w:val="18"/>
      </w:rPr>
      <w:fldChar w:fldCharType="separate"/>
    </w:r>
    <w:r>
      <w:rPr>
        <w:b/>
        <w:noProof/>
        <w:sz w:val="18"/>
      </w:rPr>
      <w:t>21</w:t>
    </w:r>
    <w:r w:rsidRPr="00C33CAE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2960E" w14:textId="77777777" w:rsidR="005E5580" w:rsidRPr="000B175B" w:rsidRDefault="005E558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CF08225" w14:textId="77777777" w:rsidR="005E5580" w:rsidRPr="00FC68B7" w:rsidRDefault="005E558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8375DFB" w14:textId="77777777" w:rsidR="005E5580" w:rsidRDefault="005E5580"/>
  </w:footnote>
  <w:footnote w:id="2">
    <w:p w14:paraId="1D522D29" w14:textId="12765E44" w:rsidR="007B2C3F" w:rsidRPr="00D946A0" w:rsidRDefault="007B2C3F" w:rsidP="005F0F41">
      <w:pPr>
        <w:pStyle w:val="FootnoteText"/>
        <w:jc w:val="both"/>
        <w:rPr>
          <w:lang w:val="en-US"/>
        </w:rPr>
      </w:pPr>
      <w:r>
        <w:rPr>
          <w:sz w:val="22"/>
        </w:rPr>
        <w:tab/>
      </w:r>
      <w:r w:rsidRPr="00872B84">
        <w:rPr>
          <w:rStyle w:val="FootnoteReference"/>
          <w:sz w:val="20"/>
          <w:vertAlign w:val="baseline"/>
        </w:rPr>
        <w:footnoteRef/>
      </w:r>
      <w:r>
        <w:rPr>
          <w:sz w:val="22"/>
        </w:rPr>
        <w:tab/>
      </w:r>
      <w:r w:rsidR="00491454" w:rsidRPr="00187D49">
        <w:rPr>
          <w:szCs w:val="18"/>
          <w:lang w:val="en-US"/>
        </w:rPr>
        <w:t xml:space="preserve">In accordance with the </w:t>
      </w:r>
      <w:proofErr w:type="spellStart"/>
      <w:r w:rsidR="00491454" w:rsidRPr="00187D49">
        <w:rPr>
          <w:szCs w:val="18"/>
          <w:lang w:val="en-US"/>
        </w:rPr>
        <w:t>programme</w:t>
      </w:r>
      <w:proofErr w:type="spellEnd"/>
      <w:r w:rsidR="00491454" w:rsidRPr="00187D49">
        <w:rPr>
          <w:szCs w:val="18"/>
          <w:lang w:val="en-US"/>
        </w:rPr>
        <w:t xml:space="preserve"> of work of the Inland Transport Committee for 2021 as outlined in proposed </w:t>
      </w:r>
      <w:proofErr w:type="spellStart"/>
      <w:r w:rsidR="00491454" w:rsidRPr="00187D49">
        <w:rPr>
          <w:szCs w:val="18"/>
          <w:lang w:val="en-US"/>
        </w:rPr>
        <w:t>programme</w:t>
      </w:r>
      <w:proofErr w:type="spellEnd"/>
      <w:r w:rsidR="00491454" w:rsidRPr="00187D49">
        <w:rPr>
          <w:szCs w:val="18"/>
          <w:lang w:val="en-US"/>
        </w:rPr>
        <w:t xml:space="preserve"> budget for 2021 (A/75/6 (Sect.20), para 20.51),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6144E" w14:textId="02FBCDA5" w:rsidR="007B2C3F" w:rsidRPr="003B6837" w:rsidRDefault="007B2C3F" w:rsidP="000950C1">
    <w:pPr>
      <w:pStyle w:val="Header"/>
    </w:pPr>
    <w:r w:rsidRPr="003B6837">
      <w:t>ECE/TRANS/WP.29/1073/Rev.</w:t>
    </w:r>
    <w:r>
      <w:t>2</w:t>
    </w:r>
    <w:r w:rsidR="005F0F41"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49905" w14:textId="33F6AAD1" w:rsidR="007B2C3F" w:rsidRPr="003B6837" w:rsidRDefault="007B2C3F" w:rsidP="000950C1">
    <w:pPr>
      <w:pStyle w:val="Header"/>
      <w:jc w:val="right"/>
    </w:pPr>
    <w:r w:rsidRPr="003B6837">
      <w:t>EC</w:t>
    </w:r>
    <w:r>
      <w:t>E/TRANS/WP.29/1073/Rev.2</w:t>
    </w:r>
    <w:r w:rsidR="005F0F41"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D506C" w14:textId="483FAB42" w:rsidR="007B2C3F" w:rsidRPr="00CE415C" w:rsidRDefault="007B2C3F" w:rsidP="00CE415C">
    <w:pPr>
      <w:pStyle w:val="Header"/>
    </w:pPr>
    <w:r w:rsidRPr="003B6837">
      <w:t>EC</w:t>
    </w:r>
    <w:r>
      <w:t>E/TRANS/WP.29/1073/Rev.2</w:t>
    </w:r>
    <w:r w:rsidR="00C97FB4">
      <w:t>9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C4DC4" w14:textId="77777777" w:rsidR="007B2C3F" w:rsidRDefault="007B2C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B935D2"/>
    <w:multiLevelType w:val="hybridMultilevel"/>
    <w:tmpl w:val="A93CF4E2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AA06412C">
      <w:start w:val="2"/>
      <w:numFmt w:val="upperRoman"/>
      <w:lvlText w:val="%2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s-AR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6" w:nlCheck="1" w:checkStyle="1"/>
  <w:activeWritingStyle w:appName="MSWord" w:lang="es-ES" w:vendorID="64" w:dllVersion="0" w:nlCheck="1" w:checkStyle="0"/>
  <w:activeWritingStyle w:appName="MSWord" w:lang="es-AR" w:vendorID="64" w:dllVersion="0" w:nlCheck="1" w:checkStyle="0"/>
  <w:activeWritingStyle w:appName="MSWord" w:lang="es-ES_tradnl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95B"/>
    <w:rsid w:val="00001912"/>
    <w:rsid w:val="00001CB7"/>
    <w:rsid w:val="00001E42"/>
    <w:rsid w:val="00002DB6"/>
    <w:rsid w:val="00002ECE"/>
    <w:rsid w:val="00005C6E"/>
    <w:rsid w:val="00006FE8"/>
    <w:rsid w:val="00010F21"/>
    <w:rsid w:val="00013A34"/>
    <w:rsid w:val="000167F2"/>
    <w:rsid w:val="000206B2"/>
    <w:rsid w:val="00021714"/>
    <w:rsid w:val="00021F51"/>
    <w:rsid w:val="0002306A"/>
    <w:rsid w:val="0002396B"/>
    <w:rsid w:val="00023ADF"/>
    <w:rsid w:val="00024728"/>
    <w:rsid w:val="00024836"/>
    <w:rsid w:val="00024A98"/>
    <w:rsid w:val="0002605D"/>
    <w:rsid w:val="00031A04"/>
    <w:rsid w:val="00032B58"/>
    <w:rsid w:val="000348EF"/>
    <w:rsid w:val="000357CB"/>
    <w:rsid w:val="00035E8A"/>
    <w:rsid w:val="00036E8F"/>
    <w:rsid w:val="00037352"/>
    <w:rsid w:val="0003763C"/>
    <w:rsid w:val="000405CB"/>
    <w:rsid w:val="00042682"/>
    <w:rsid w:val="00044170"/>
    <w:rsid w:val="00044C97"/>
    <w:rsid w:val="000459AA"/>
    <w:rsid w:val="00046350"/>
    <w:rsid w:val="00046504"/>
    <w:rsid w:val="000468D4"/>
    <w:rsid w:val="00046B1F"/>
    <w:rsid w:val="000477F9"/>
    <w:rsid w:val="00050F6B"/>
    <w:rsid w:val="0005109E"/>
    <w:rsid w:val="00051B36"/>
    <w:rsid w:val="00052635"/>
    <w:rsid w:val="0005459E"/>
    <w:rsid w:val="000552A1"/>
    <w:rsid w:val="00055774"/>
    <w:rsid w:val="00057E97"/>
    <w:rsid w:val="0006076A"/>
    <w:rsid w:val="00060B3B"/>
    <w:rsid w:val="00062CA7"/>
    <w:rsid w:val="000646F4"/>
    <w:rsid w:val="00064D87"/>
    <w:rsid w:val="0006738C"/>
    <w:rsid w:val="000700DE"/>
    <w:rsid w:val="000724E4"/>
    <w:rsid w:val="00072C8C"/>
    <w:rsid w:val="000733B5"/>
    <w:rsid w:val="000749DD"/>
    <w:rsid w:val="000804D1"/>
    <w:rsid w:val="00081815"/>
    <w:rsid w:val="00081D61"/>
    <w:rsid w:val="000837F7"/>
    <w:rsid w:val="00084144"/>
    <w:rsid w:val="00085D9A"/>
    <w:rsid w:val="00086DB5"/>
    <w:rsid w:val="00087155"/>
    <w:rsid w:val="00091857"/>
    <w:rsid w:val="00092E9A"/>
    <w:rsid w:val="00093034"/>
    <w:rsid w:val="000931C0"/>
    <w:rsid w:val="000931FF"/>
    <w:rsid w:val="000950C1"/>
    <w:rsid w:val="00095287"/>
    <w:rsid w:val="0009597B"/>
    <w:rsid w:val="000A2599"/>
    <w:rsid w:val="000A2958"/>
    <w:rsid w:val="000A42B3"/>
    <w:rsid w:val="000A6234"/>
    <w:rsid w:val="000A629E"/>
    <w:rsid w:val="000A64E2"/>
    <w:rsid w:val="000A7ACA"/>
    <w:rsid w:val="000B0595"/>
    <w:rsid w:val="000B175B"/>
    <w:rsid w:val="000B1A29"/>
    <w:rsid w:val="000B2812"/>
    <w:rsid w:val="000B2F02"/>
    <w:rsid w:val="000B3A0F"/>
    <w:rsid w:val="000B4EF7"/>
    <w:rsid w:val="000B5955"/>
    <w:rsid w:val="000C2A69"/>
    <w:rsid w:val="000C2C03"/>
    <w:rsid w:val="000C2D2E"/>
    <w:rsid w:val="000C4A66"/>
    <w:rsid w:val="000D2021"/>
    <w:rsid w:val="000D26B8"/>
    <w:rsid w:val="000D309E"/>
    <w:rsid w:val="000D35FA"/>
    <w:rsid w:val="000D383C"/>
    <w:rsid w:val="000D3DFC"/>
    <w:rsid w:val="000D5485"/>
    <w:rsid w:val="000D5D82"/>
    <w:rsid w:val="000D6FA2"/>
    <w:rsid w:val="000D75BF"/>
    <w:rsid w:val="000E0415"/>
    <w:rsid w:val="000E0D18"/>
    <w:rsid w:val="000E560D"/>
    <w:rsid w:val="000E6283"/>
    <w:rsid w:val="000F1196"/>
    <w:rsid w:val="000F139D"/>
    <w:rsid w:val="000F3C2A"/>
    <w:rsid w:val="000F41A8"/>
    <w:rsid w:val="000F4EB7"/>
    <w:rsid w:val="000F51DA"/>
    <w:rsid w:val="000F6D98"/>
    <w:rsid w:val="00101965"/>
    <w:rsid w:val="00102183"/>
    <w:rsid w:val="00102C61"/>
    <w:rsid w:val="001042BD"/>
    <w:rsid w:val="00104D5C"/>
    <w:rsid w:val="0010583A"/>
    <w:rsid w:val="00106698"/>
    <w:rsid w:val="001078A6"/>
    <w:rsid w:val="001103AA"/>
    <w:rsid w:val="00114F8C"/>
    <w:rsid w:val="00115F36"/>
    <w:rsid w:val="0011666B"/>
    <w:rsid w:val="00120A7F"/>
    <w:rsid w:val="00120B40"/>
    <w:rsid w:val="00121607"/>
    <w:rsid w:val="00124816"/>
    <w:rsid w:val="00124986"/>
    <w:rsid w:val="001318CE"/>
    <w:rsid w:val="00131D81"/>
    <w:rsid w:val="0013465E"/>
    <w:rsid w:val="00134C41"/>
    <w:rsid w:val="0013575D"/>
    <w:rsid w:val="00135B0D"/>
    <w:rsid w:val="00137FF0"/>
    <w:rsid w:val="00144D17"/>
    <w:rsid w:val="0015001C"/>
    <w:rsid w:val="00152C67"/>
    <w:rsid w:val="00154E20"/>
    <w:rsid w:val="001553F4"/>
    <w:rsid w:val="00155DFF"/>
    <w:rsid w:val="00160538"/>
    <w:rsid w:val="001637A0"/>
    <w:rsid w:val="001640A2"/>
    <w:rsid w:val="00165BE4"/>
    <w:rsid w:val="00165F3A"/>
    <w:rsid w:val="001666F4"/>
    <w:rsid w:val="00166CF6"/>
    <w:rsid w:val="00166F66"/>
    <w:rsid w:val="00167146"/>
    <w:rsid w:val="00167765"/>
    <w:rsid w:val="00172565"/>
    <w:rsid w:val="00172BDE"/>
    <w:rsid w:val="001732EC"/>
    <w:rsid w:val="00177537"/>
    <w:rsid w:val="001807E1"/>
    <w:rsid w:val="0018120D"/>
    <w:rsid w:val="00181F2D"/>
    <w:rsid w:val="00182290"/>
    <w:rsid w:val="00182B8E"/>
    <w:rsid w:val="001867C3"/>
    <w:rsid w:val="00186EAE"/>
    <w:rsid w:val="00190E4E"/>
    <w:rsid w:val="00193BE7"/>
    <w:rsid w:val="00194368"/>
    <w:rsid w:val="00194FCC"/>
    <w:rsid w:val="001955ED"/>
    <w:rsid w:val="0019677D"/>
    <w:rsid w:val="00197910"/>
    <w:rsid w:val="001A1067"/>
    <w:rsid w:val="001A1326"/>
    <w:rsid w:val="001A1DA5"/>
    <w:rsid w:val="001A3955"/>
    <w:rsid w:val="001A3D21"/>
    <w:rsid w:val="001A589C"/>
    <w:rsid w:val="001A6D5F"/>
    <w:rsid w:val="001A77AC"/>
    <w:rsid w:val="001A7ED0"/>
    <w:rsid w:val="001B1977"/>
    <w:rsid w:val="001B1A3A"/>
    <w:rsid w:val="001B361C"/>
    <w:rsid w:val="001B4B04"/>
    <w:rsid w:val="001B757C"/>
    <w:rsid w:val="001B76B8"/>
    <w:rsid w:val="001B7E88"/>
    <w:rsid w:val="001C3CF2"/>
    <w:rsid w:val="001C6663"/>
    <w:rsid w:val="001C7895"/>
    <w:rsid w:val="001D0C8C"/>
    <w:rsid w:val="001D0C97"/>
    <w:rsid w:val="001D1419"/>
    <w:rsid w:val="001D26DF"/>
    <w:rsid w:val="001D3A03"/>
    <w:rsid w:val="001E03D3"/>
    <w:rsid w:val="001E1AEA"/>
    <w:rsid w:val="001E2AF4"/>
    <w:rsid w:val="001E312D"/>
    <w:rsid w:val="001E448D"/>
    <w:rsid w:val="001E5B65"/>
    <w:rsid w:val="001E659B"/>
    <w:rsid w:val="001E6DDA"/>
    <w:rsid w:val="001E7B67"/>
    <w:rsid w:val="001E7E65"/>
    <w:rsid w:val="001F0FE2"/>
    <w:rsid w:val="001F1310"/>
    <w:rsid w:val="001F16F2"/>
    <w:rsid w:val="001F23E9"/>
    <w:rsid w:val="001F412C"/>
    <w:rsid w:val="001F4E40"/>
    <w:rsid w:val="001F54A0"/>
    <w:rsid w:val="001F552B"/>
    <w:rsid w:val="001F5963"/>
    <w:rsid w:val="001F626B"/>
    <w:rsid w:val="001F721C"/>
    <w:rsid w:val="001F75A6"/>
    <w:rsid w:val="001F7BB5"/>
    <w:rsid w:val="001F7C2C"/>
    <w:rsid w:val="001F7CE4"/>
    <w:rsid w:val="001F7E27"/>
    <w:rsid w:val="002005CF"/>
    <w:rsid w:val="00201FDE"/>
    <w:rsid w:val="0020243D"/>
    <w:rsid w:val="00202DA8"/>
    <w:rsid w:val="0020515D"/>
    <w:rsid w:val="0020768E"/>
    <w:rsid w:val="00210AA9"/>
    <w:rsid w:val="0021177B"/>
    <w:rsid w:val="00211E0B"/>
    <w:rsid w:val="00212082"/>
    <w:rsid w:val="002121F5"/>
    <w:rsid w:val="002127FD"/>
    <w:rsid w:val="0021389E"/>
    <w:rsid w:val="0021652B"/>
    <w:rsid w:val="002174EF"/>
    <w:rsid w:val="00220BE3"/>
    <w:rsid w:val="002210E7"/>
    <w:rsid w:val="00221616"/>
    <w:rsid w:val="00222B6A"/>
    <w:rsid w:val="00223138"/>
    <w:rsid w:val="00223C43"/>
    <w:rsid w:val="00223DD3"/>
    <w:rsid w:val="002253F4"/>
    <w:rsid w:val="002322C4"/>
    <w:rsid w:val="00232AEF"/>
    <w:rsid w:val="00234E5B"/>
    <w:rsid w:val="00234EE6"/>
    <w:rsid w:val="002359BC"/>
    <w:rsid w:val="00237A22"/>
    <w:rsid w:val="00241ADA"/>
    <w:rsid w:val="00242223"/>
    <w:rsid w:val="00243985"/>
    <w:rsid w:val="002444F9"/>
    <w:rsid w:val="00244CE1"/>
    <w:rsid w:val="002451BF"/>
    <w:rsid w:val="0024772E"/>
    <w:rsid w:val="00250697"/>
    <w:rsid w:val="00250842"/>
    <w:rsid w:val="00252698"/>
    <w:rsid w:val="00255E29"/>
    <w:rsid w:val="002561A1"/>
    <w:rsid w:val="002561BB"/>
    <w:rsid w:val="00256D37"/>
    <w:rsid w:val="00257476"/>
    <w:rsid w:val="00260BFE"/>
    <w:rsid w:val="00262203"/>
    <w:rsid w:val="00262789"/>
    <w:rsid w:val="0026319D"/>
    <w:rsid w:val="00263392"/>
    <w:rsid w:val="002635CB"/>
    <w:rsid w:val="00263CA4"/>
    <w:rsid w:val="0026416D"/>
    <w:rsid w:val="00264622"/>
    <w:rsid w:val="00265BEB"/>
    <w:rsid w:val="00266AF5"/>
    <w:rsid w:val="002675E7"/>
    <w:rsid w:val="00267F5F"/>
    <w:rsid w:val="00272735"/>
    <w:rsid w:val="00276996"/>
    <w:rsid w:val="002809C4"/>
    <w:rsid w:val="0028136B"/>
    <w:rsid w:val="00282365"/>
    <w:rsid w:val="00282E82"/>
    <w:rsid w:val="00283E70"/>
    <w:rsid w:val="0028484E"/>
    <w:rsid w:val="00285B9C"/>
    <w:rsid w:val="002863A4"/>
    <w:rsid w:val="00286B4D"/>
    <w:rsid w:val="00287083"/>
    <w:rsid w:val="002968AC"/>
    <w:rsid w:val="002A0F3E"/>
    <w:rsid w:val="002A1FF2"/>
    <w:rsid w:val="002A2EC6"/>
    <w:rsid w:val="002A3647"/>
    <w:rsid w:val="002A3941"/>
    <w:rsid w:val="002A59BA"/>
    <w:rsid w:val="002A5AA7"/>
    <w:rsid w:val="002A752F"/>
    <w:rsid w:val="002A7C71"/>
    <w:rsid w:val="002B00BB"/>
    <w:rsid w:val="002B017D"/>
    <w:rsid w:val="002B3306"/>
    <w:rsid w:val="002B422C"/>
    <w:rsid w:val="002C01CF"/>
    <w:rsid w:val="002C185C"/>
    <w:rsid w:val="002C1DBE"/>
    <w:rsid w:val="002C1E8F"/>
    <w:rsid w:val="002C39ED"/>
    <w:rsid w:val="002C4093"/>
    <w:rsid w:val="002C4C03"/>
    <w:rsid w:val="002C6C6A"/>
    <w:rsid w:val="002D11CC"/>
    <w:rsid w:val="002D15C2"/>
    <w:rsid w:val="002D19E3"/>
    <w:rsid w:val="002D2794"/>
    <w:rsid w:val="002D2E14"/>
    <w:rsid w:val="002D3106"/>
    <w:rsid w:val="002D37D8"/>
    <w:rsid w:val="002D4643"/>
    <w:rsid w:val="002D46BA"/>
    <w:rsid w:val="002D471A"/>
    <w:rsid w:val="002D78A5"/>
    <w:rsid w:val="002E03F2"/>
    <w:rsid w:val="002E08F1"/>
    <w:rsid w:val="002E1564"/>
    <w:rsid w:val="002E2763"/>
    <w:rsid w:val="002E60F6"/>
    <w:rsid w:val="002E6BD6"/>
    <w:rsid w:val="002E7108"/>
    <w:rsid w:val="002E711C"/>
    <w:rsid w:val="002E73AE"/>
    <w:rsid w:val="002E7CC4"/>
    <w:rsid w:val="002F175C"/>
    <w:rsid w:val="002F602D"/>
    <w:rsid w:val="002F7DB3"/>
    <w:rsid w:val="002F7DE0"/>
    <w:rsid w:val="00300222"/>
    <w:rsid w:val="0030200D"/>
    <w:rsid w:val="00302D2C"/>
    <w:rsid w:val="00302E18"/>
    <w:rsid w:val="00303AE7"/>
    <w:rsid w:val="00303D60"/>
    <w:rsid w:val="00304710"/>
    <w:rsid w:val="00304C97"/>
    <w:rsid w:val="003050F0"/>
    <w:rsid w:val="003051D7"/>
    <w:rsid w:val="0030646C"/>
    <w:rsid w:val="00306533"/>
    <w:rsid w:val="0030713C"/>
    <w:rsid w:val="00307EAE"/>
    <w:rsid w:val="003103DA"/>
    <w:rsid w:val="0031359C"/>
    <w:rsid w:val="00316648"/>
    <w:rsid w:val="00316C58"/>
    <w:rsid w:val="0031780C"/>
    <w:rsid w:val="00317FCF"/>
    <w:rsid w:val="00320D3D"/>
    <w:rsid w:val="003229D8"/>
    <w:rsid w:val="0032549D"/>
    <w:rsid w:val="00325567"/>
    <w:rsid w:val="00334939"/>
    <w:rsid w:val="0033548A"/>
    <w:rsid w:val="00335F69"/>
    <w:rsid w:val="00337206"/>
    <w:rsid w:val="00337E23"/>
    <w:rsid w:val="003414C2"/>
    <w:rsid w:val="00341C4F"/>
    <w:rsid w:val="003423F7"/>
    <w:rsid w:val="00343441"/>
    <w:rsid w:val="00343F3D"/>
    <w:rsid w:val="00344B69"/>
    <w:rsid w:val="00346013"/>
    <w:rsid w:val="003503C0"/>
    <w:rsid w:val="0035134F"/>
    <w:rsid w:val="0035148D"/>
    <w:rsid w:val="00352709"/>
    <w:rsid w:val="0035488D"/>
    <w:rsid w:val="003549ED"/>
    <w:rsid w:val="00354ECB"/>
    <w:rsid w:val="003619B5"/>
    <w:rsid w:val="00361AC3"/>
    <w:rsid w:val="0036332C"/>
    <w:rsid w:val="0036575B"/>
    <w:rsid w:val="00365763"/>
    <w:rsid w:val="0036615C"/>
    <w:rsid w:val="00367E49"/>
    <w:rsid w:val="003710B8"/>
    <w:rsid w:val="00371178"/>
    <w:rsid w:val="00372AE6"/>
    <w:rsid w:val="00374759"/>
    <w:rsid w:val="00374B8E"/>
    <w:rsid w:val="00375648"/>
    <w:rsid w:val="00375BAB"/>
    <w:rsid w:val="00376506"/>
    <w:rsid w:val="00376A94"/>
    <w:rsid w:val="0037708F"/>
    <w:rsid w:val="003774F8"/>
    <w:rsid w:val="00380378"/>
    <w:rsid w:val="003816EA"/>
    <w:rsid w:val="003826A0"/>
    <w:rsid w:val="003831AF"/>
    <w:rsid w:val="003831F1"/>
    <w:rsid w:val="00383BA7"/>
    <w:rsid w:val="00385057"/>
    <w:rsid w:val="00385D5A"/>
    <w:rsid w:val="00386C3C"/>
    <w:rsid w:val="003874CD"/>
    <w:rsid w:val="00391F7F"/>
    <w:rsid w:val="00392167"/>
    <w:rsid w:val="00392B20"/>
    <w:rsid w:val="00392D95"/>
    <w:rsid w:val="00392DEB"/>
    <w:rsid w:val="00392E47"/>
    <w:rsid w:val="00394D16"/>
    <w:rsid w:val="00395AC0"/>
    <w:rsid w:val="00396AC2"/>
    <w:rsid w:val="003A2DA2"/>
    <w:rsid w:val="003A60AB"/>
    <w:rsid w:val="003A63AA"/>
    <w:rsid w:val="003A6810"/>
    <w:rsid w:val="003B1205"/>
    <w:rsid w:val="003B551A"/>
    <w:rsid w:val="003B5EDD"/>
    <w:rsid w:val="003B6837"/>
    <w:rsid w:val="003B68CE"/>
    <w:rsid w:val="003C0003"/>
    <w:rsid w:val="003C00AD"/>
    <w:rsid w:val="003C0575"/>
    <w:rsid w:val="003C0939"/>
    <w:rsid w:val="003C1648"/>
    <w:rsid w:val="003C2CC4"/>
    <w:rsid w:val="003C323C"/>
    <w:rsid w:val="003C4DA3"/>
    <w:rsid w:val="003C534D"/>
    <w:rsid w:val="003C6195"/>
    <w:rsid w:val="003C6FB9"/>
    <w:rsid w:val="003D0998"/>
    <w:rsid w:val="003D341F"/>
    <w:rsid w:val="003D376A"/>
    <w:rsid w:val="003D3D85"/>
    <w:rsid w:val="003D4B23"/>
    <w:rsid w:val="003D5520"/>
    <w:rsid w:val="003E0756"/>
    <w:rsid w:val="003E0ACD"/>
    <w:rsid w:val="003E130E"/>
    <w:rsid w:val="003E1697"/>
    <w:rsid w:val="003E425B"/>
    <w:rsid w:val="003E4816"/>
    <w:rsid w:val="003E4AC9"/>
    <w:rsid w:val="003E55D6"/>
    <w:rsid w:val="003E782D"/>
    <w:rsid w:val="003F1276"/>
    <w:rsid w:val="003F2A21"/>
    <w:rsid w:val="003F349A"/>
    <w:rsid w:val="003F3E99"/>
    <w:rsid w:val="003F665D"/>
    <w:rsid w:val="003F6C20"/>
    <w:rsid w:val="003F7AFC"/>
    <w:rsid w:val="003F7C17"/>
    <w:rsid w:val="0040337E"/>
    <w:rsid w:val="00405E44"/>
    <w:rsid w:val="00406792"/>
    <w:rsid w:val="00407697"/>
    <w:rsid w:val="00407C71"/>
    <w:rsid w:val="00410126"/>
    <w:rsid w:val="00410C89"/>
    <w:rsid w:val="00411BBD"/>
    <w:rsid w:val="004172F3"/>
    <w:rsid w:val="00417440"/>
    <w:rsid w:val="00422E03"/>
    <w:rsid w:val="00425FE1"/>
    <w:rsid w:val="00426B9B"/>
    <w:rsid w:val="00427911"/>
    <w:rsid w:val="00432320"/>
    <w:rsid w:val="00432409"/>
    <w:rsid w:val="004325CB"/>
    <w:rsid w:val="00434ADB"/>
    <w:rsid w:val="00435B7A"/>
    <w:rsid w:val="0044022D"/>
    <w:rsid w:val="00440957"/>
    <w:rsid w:val="00440D0B"/>
    <w:rsid w:val="00440FDF"/>
    <w:rsid w:val="00442977"/>
    <w:rsid w:val="00442A83"/>
    <w:rsid w:val="004433EB"/>
    <w:rsid w:val="00444099"/>
    <w:rsid w:val="00445A20"/>
    <w:rsid w:val="00445BCA"/>
    <w:rsid w:val="00446B75"/>
    <w:rsid w:val="004501AF"/>
    <w:rsid w:val="004514B5"/>
    <w:rsid w:val="00451AF4"/>
    <w:rsid w:val="004530EA"/>
    <w:rsid w:val="00453B3F"/>
    <w:rsid w:val="0045495B"/>
    <w:rsid w:val="00454B73"/>
    <w:rsid w:val="004561E5"/>
    <w:rsid w:val="00456B4E"/>
    <w:rsid w:val="00457577"/>
    <w:rsid w:val="00457B29"/>
    <w:rsid w:val="0046172D"/>
    <w:rsid w:val="00463228"/>
    <w:rsid w:val="00463863"/>
    <w:rsid w:val="00463E1B"/>
    <w:rsid w:val="004642D4"/>
    <w:rsid w:val="004649A3"/>
    <w:rsid w:val="00467525"/>
    <w:rsid w:val="00473212"/>
    <w:rsid w:val="0047479C"/>
    <w:rsid w:val="00474A83"/>
    <w:rsid w:val="00475857"/>
    <w:rsid w:val="0047730D"/>
    <w:rsid w:val="00481EE5"/>
    <w:rsid w:val="0048397A"/>
    <w:rsid w:val="004840A5"/>
    <w:rsid w:val="00484184"/>
    <w:rsid w:val="004845B8"/>
    <w:rsid w:val="00485CBB"/>
    <w:rsid w:val="004866B7"/>
    <w:rsid w:val="00486712"/>
    <w:rsid w:val="00491454"/>
    <w:rsid w:val="00492ECF"/>
    <w:rsid w:val="0049343D"/>
    <w:rsid w:val="00494C54"/>
    <w:rsid w:val="004973FF"/>
    <w:rsid w:val="004A028A"/>
    <w:rsid w:val="004A20D1"/>
    <w:rsid w:val="004A249D"/>
    <w:rsid w:val="004A3528"/>
    <w:rsid w:val="004A3D06"/>
    <w:rsid w:val="004A5652"/>
    <w:rsid w:val="004A6441"/>
    <w:rsid w:val="004B20CA"/>
    <w:rsid w:val="004B2BC8"/>
    <w:rsid w:val="004B3FCD"/>
    <w:rsid w:val="004B57B6"/>
    <w:rsid w:val="004B7601"/>
    <w:rsid w:val="004C0656"/>
    <w:rsid w:val="004C1344"/>
    <w:rsid w:val="004C2461"/>
    <w:rsid w:val="004C2808"/>
    <w:rsid w:val="004C2AFE"/>
    <w:rsid w:val="004C2B3E"/>
    <w:rsid w:val="004C40F2"/>
    <w:rsid w:val="004C4E76"/>
    <w:rsid w:val="004C7462"/>
    <w:rsid w:val="004D11D9"/>
    <w:rsid w:val="004D2729"/>
    <w:rsid w:val="004D47F1"/>
    <w:rsid w:val="004D4B92"/>
    <w:rsid w:val="004D5123"/>
    <w:rsid w:val="004D6B24"/>
    <w:rsid w:val="004D701E"/>
    <w:rsid w:val="004D7481"/>
    <w:rsid w:val="004E24D1"/>
    <w:rsid w:val="004E2A9B"/>
    <w:rsid w:val="004E35EC"/>
    <w:rsid w:val="004E455A"/>
    <w:rsid w:val="004E5651"/>
    <w:rsid w:val="004E5E86"/>
    <w:rsid w:val="004E6380"/>
    <w:rsid w:val="004E680B"/>
    <w:rsid w:val="004E7308"/>
    <w:rsid w:val="004E77B2"/>
    <w:rsid w:val="004F1666"/>
    <w:rsid w:val="004F24B8"/>
    <w:rsid w:val="004F67DA"/>
    <w:rsid w:val="00502CDC"/>
    <w:rsid w:val="00504AEA"/>
    <w:rsid w:val="00504B2D"/>
    <w:rsid w:val="00505442"/>
    <w:rsid w:val="005072E3"/>
    <w:rsid w:val="00507392"/>
    <w:rsid w:val="005077F2"/>
    <w:rsid w:val="00507F80"/>
    <w:rsid w:val="00510B27"/>
    <w:rsid w:val="00512364"/>
    <w:rsid w:val="0051359E"/>
    <w:rsid w:val="00514F99"/>
    <w:rsid w:val="0051640D"/>
    <w:rsid w:val="005202F4"/>
    <w:rsid w:val="0052136D"/>
    <w:rsid w:val="00522866"/>
    <w:rsid w:val="0052470A"/>
    <w:rsid w:val="0052528B"/>
    <w:rsid w:val="0052539F"/>
    <w:rsid w:val="005258D4"/>
    <w:rsid w:val="0052775E"/>
    <w:rsid w:val="005301A3"/>
    <w:rsid w:val="005315FC"/>
    <w:rsid w:val="00531779"/>
    <w:rsid w:val="005319FE"/>
    <w:rsid w:val="00534130"/>
    <w:rsid w:val="00534FB1"/>
    <w:rsid w:val="00535809"/>
    <w:rsid w:val="005362DA"/>
    <w:rsid w:val="00536840"/>
    <w:rsid w:val="005378EB"/>
    <w:rsid w:val="00537D8C"/>
    <w:rsid w:val="005420F2"/>
    <w:rsid w:val="00544560"/>
    <w:rsid w:val="005461A3"/>
    <w:rsid w:val="00546C1A"/>
    <w:rsid w:val="00554DE4"/>
    <w:rsid w:val="00556835"/>
    <w:rsid w:val="00556E87"/>
    <w:rsid w:val="00561A1A"/>
    <w:rsid w:val="00561ED7"/>
    <w:rsid w:val="0056209A"/>
    <w:rsid w:val="0056254A"/>
    <w:rsid w:val="005628B6"/>
    <w:rsid w:val="00562ED1"/>
    <w:rsid w:val="0056698A"/>
    <w:rsid w:val="00570824"/>
    <w:rsid w:val="00570945"/>
    <w:rsid w:val="00570BE3"/>
    <w:rsid w:val="005720E9"/>
    <w:rsid w:val="00572138"/>
    <w:rsid w:val="00575A35"/>
    <w:rsid w:val="005770CF"/>
    <w:rsid w:val="00581776"/>
    <w:rsid w:val="00582A5B"/>
    <w:rsid w:val="00582E40"/>
    <w:rsid w:val="005839A5"/>
    <w:rsid w:val="005842DC"/>
    <w:rsid w:val="005852BE"/>
    <w:rsid w:val="00587447"/>
    <w:rsid w:val="00590815"/>
    <w:rsid w:val="005941EC"/>
    <w:rsid w:val="00594BD3"/>
    <w:rsid w:val="005951A9"/>
    <w:rsid w:val="005963D4"/>
    <w:rsid w:val="0059724D"/>
    <w:rsid w:val="005A32AE"/>
    <w:rsid w:val="005A32E6"/>
    <w:rsid w:val="005A463C"/>
    <w:rsid w:val="005A4DE5"/>
    <w:rsid w:val="005A529D"/>
    <w:rsid w:val="005A705C"/>
    <w:rsid w:val="005B1952"/>
    <w:rsid w:val="005B19C4"/>
    <w:rsid w:val="005B320C"/>
    <w:rsid w:val="005B3DB3"/>
    <w:rsid w:val="005B4E13"/>
    <w:rsid w:val="005B5517"/>
    <w:rsid w:val="005C0E19"/>
    <w:rsid w:val="005C0E89"/>
    <w:rsid w:val="005C337C"/>
    <w:rsid w:val="005C342F"/>
    <w:rsid w:val="005C40AC"/>
    <w:rsid w:val="005C4FE0"/>
    <w:rsid w:val="005C5535"/>
    <w:rsid w:val="005C7D1E"/>
    <w:rsid w:val="005D34E3"/>
    <w:rsid w:val="005D41A5"/>
    <w:rsid w:val="005D46E5"/>
    <w:rsid w:val="005D6CA3"/>
    <w:rsid w:val="005D741D"/>
    <w:rsid w:val="005D76C1"/>
    <w:rsid w:val="005E176E"/>
    <w:rsid w:val="005E2653"/>
    <w:rsid w:val="005E5580"/>
    <w:rsid w:val="005E5E25"/>
    <w:rsid w:val="005E6540"/>
    <w:rsid w:val="005F0F41"/>
    <w:rsid w:val="005F1E14"/>
    <w:rsid w:val="005F39AB"/>
    <w:rsid w:val="005F4158"/>
    <w:rsid w:val="005F536B"/>
    <w:rsid w:val="005F5E88"/>
    <w:rsid w:val="005F7B75"/>
    <w:rsid w:val="006001EE"/>
    <w:rsid w:val="00605042"/>
    <w:rsid w:val="00607822"/>
    <w:rsid w:val="00611B6F"/>
    <w:rsid w:val="00611FC4"/>
    <w:rsid w:val="00613FFF"/>
    <w:rsid w:val="006176FB"/>
    <w:rsid w:val="0062003A"/>
    <w:rsid w:val="006211D3"/>
    <w:rsid w:val="006224E1"/>
    <w:rsid w:val="0062252E"/>
    <w:rsid w:val="00622B5C"/>
    <w:rsid w:val="00624A60"/>
    <w:rsid w:val="0062511B"/>
    <w:rsid w:val="0063089C"/>
    <w:rsid w:val="00630DEE"/>
    <w:rsid w:val="00631723"/>
    <w:rsid w:val="00632922"/>
    <w:rsid w:val="00633960"/>
    <w:rsid w:val="00637E24"/>
    <w:rsid w:val="00640B26"/>
    <w:rsid w:val="006420B0"/>
    <w:rsid w:val="006425FF"/>
    <w:rsid w:val="00643F5E"/>
    <w:rsid w:val="00646633"/>
    <w:rsid w:val="006528E5"/>
    <w:rsid w:val="00652D0A"/>
    <w:rsid w:val="00653A0F"/>
    <w:rsid w:val="00653FA9"/>
    <w:rsid w:val="006602CF"/>
    <w:rsid w:val="00661BF9"/>
    <w:rsid w:val="00662BB6"/>
    <w:rsid w:val="00662FDF"/>
    <w:rsid w:val="00665833"/>
    <w:rsid w:val="00671B51"/>
    <w:rsid w:val="0067362F"/>
    <w:rsid w:val="00674CA1"/>
    <w:rsid w:val="00676606"/>
    <w:rsid w:val="00681245"/>
    <w:rsid w:val="006817A6"/>
    <w:rsid w:val="00681AB2"/>
    <w:rsid w:val="00681FE5"/>
    <w:rsid w:val="0068224D"/>
    <w:rsid w:val="0068358B"/>
    <w:rsid w:val="006835C3"/>
    <w:rsid w:val="00684C21"/>
    <w:rsid w:val="00684C4A"/>
    <w:rsid w:val="00686475"/>
    <w:rsid w:val="00691370"/>
    <w:rsid w:val="006922F4"/>
    <w:rsid w:val="0069261F"/>
    <w:rsid w:val="00692E28"/>
    <w:rsid w:val="006A1787"/>
    <w:rsid w:val="006A185D"/>
    <w:rsid w:val="006A1CC2"/>
    <w:rsid w:val="006A2406"/>
    <w:rsid w:val="006A2530"/>
    <w:rsid w:val="006A2953"/>
    <w:rsid w:val="006A3A13"/>
    <w:rsid w:val="006A4B3B"/>
    <w:rsid w:val="006A5DB5"/>
    <w:rsid w:val="006A5F7B"/>
    <w:rsid w:val="006A6553"/>
    <w:rsid w:val="006B15B3"/>
    <w:rsid w:val="006B3EB5"/>
    <w:rsid w:val="006B41A8"/>
    <w:rsid w:val="006B710B"/>
    <w:rsid w:val="006C0368"/>
    <w:rsid w:val="006C1A00"/>
    <w:rsid w:val="006C1F88"/>
    <w:rsid w:val="006C3589"/>
    <w:rsid w:val="006C55D6"/>
    <w:rsid w:val="006C5791"/>
    <w:rsid w:val="006C5EA5"/>
    <w:rsid w:val="006C665F"/>
    <w:rsid w:val="006C7F13"/>
    <w:rsid w:val="006D000F"/>
    <w:rsid w:val="006D0C65"/>
    <w:rsid w:val="006D370A"/>
    <w:rsid w:val="006D37AF"/>
    <w:rsid w:val="006D3B05"/>
    <w:rsid w:val="006D51D0"/>
    <w:rsid w:val="006D5FB9"/>
    <w:rsid w:val="006D6007"/>
    <w:rsid w:val="006D658E"/>
    <w:rsid w:val="006E0B38"/>
    <w:rsid w:val="006E0F2C"/>
    <w:rsid w:val="006E1228"/>
    <w:rsid w:val="006E1E56"/>
    <w:rsid w:val="006E33E8"/>
    <w:rsid w:val="006E440E"/>
    <w:rsid w:val="006E4B6C"/>
    <w:rsid w:val="006E4B9F"/>
    <w:rsid w:val="006E564B"/>
    <w:rsid w:val="006E6ED8"/>
    <w:rsid w:val="006E7191"/>
    <w:rsid w:val="006E7F35"/>
    <w:rsid w:val="006F0F7B"/>
    <w:rsid w:val="006F1727"/>
    <w:rsid w:val="006F1861"/>
    <w:rsid w:val="006F2E22"/>
    <w:rsid w:val="006F2EE8"/>
    <w:rsid w:val="006F469E"/>
    <w:rsid w:val="00701164"/>
    <w:rsid w:val="00703577"/>
    <w:rsid w:val="007048BC"/>
    <w:rsid w:val="00705894"/>
    <w:rsid w:val="00705DEC"/>
    <w:rsid w:val="00706FFA"/>
    <w:rsid w:val="007078B2"/>
    <w:rsid w:val="007106AE"/>
    <w:rsid w:val="00712C36"/>
    <w:rsid w:val="0071394C"/>
    <w:rsid w:val="00716267"/>
    <w:rsid w:val="00716A93"/>
    <w:rsid w:val="00716C0C"/>
    <w:rsid w:val="0071711E"/>
    <w:rsid w:val="0072194E"/>
    <w:rsid w:val="00724165"/>
    <w:rsid w:val="007252D0"/>
    <w:rsid w:val="0072632A"/>
    <w:rsid w:val="00727AAD"/>
    <w:rsid w:val="007305D8"/>
    <w:rsid w:val="007327D5"/>
    <w:rsid w:val="007342E5"/>
    <w:rsid w:val="00734A24"/>
    <w:rsid w:val="00735F25"/>
    <w:rsid w:val="00736773"/>
    <w:rsid w:val="007424DE"/>
    <w:rsid w:val="00742FD7"/>
    <w:rsid w:val="00744D9C"/>
    <w:rsid w:val="00744E7E"/>
    <w:rsid w:val="007454D4"/>
    <w:rsid w:val="007471C0"/>
    <w:rsid w:val="00747B1E"/>
    <w:rsid w:val="007508F6"/>
    <w:rsid w:val="00750D3D"/>
    <w:rsid w:val="00753098"/>
    <w:rsid w:val="007540D1"/>
    <w:rsid w:val="00755567"/>
    <w:rsid w:val="00757EE3"/>
    <w:rsid w:val="007611EB"/>
    <w:rsid w:val="007617CD"/>
    <w:rsid w:val="007629C8"/>
    <w:rsid w:val="00765055"/>
    <w:rsid w:val="007658B4"/>
    <w:rsid w:val="0077047D"/>
    <w:rsid w:val="00770566"/>
    <w:rsid w:val="00771A18"/>
    <w:rsid w:val="00772C04"/>
    <w:rsid w:val="007756AC"/>
    <w:rsid w:val="00780E1E"/>
    <w:rsid w:val="00780E28"/>
    <w:rsid w:val="00780ED9"/>
    <w:rsid w:val="007834A3"/>
    <w:rsid w:val="00783B96"/>
    <w:rsid w:val="00784EA3"/>
    <w:rsid w:val="00786123"/>
    <w:rsid w:val="007939AD"/>
    <w:rsid w:val="00796F40"/>
    <w:rsid w:val="007A180D"/>
    <w:rsid w:val="007A3A24"/>
    <w:rsid w:val="007A435B"/>
    <w:rsid w:val="007A464C"/>
    <w:rsid w:val="007A59EA"/>
    <w:rsid w:val="007A7CA7"/>
    <w:rsid w:val="007B0342"/>
    <w:rsid w:val="007B03A7"/>
    <w:rsid w:val="007B2C3F"/>
    <w:rsid w:val="007B35D9"/>
    <w:rsid w:val="007B3998"/>
    <w:rsid w:val="007B59D8"/>
    <w:rsid w:val="007B637C"/>
    <w:rsid w:val="007B6583"/>
    <w:rsid w:val="007B6A0F"/>
    <w:rsid w:val="007B6BA5"/>
    <w:rsid w:val="007B786B"/>
    <w:rsid w:val="007C10B3"/>
    <w:rsid w:val="007C27B6"/>
    <w:rsid w:val="007C3390"/>
    <w:rsid w:val="007C4F4B"/>
    <w:rsid w:val="007C5B9F"/>
    <w:rsid w:val="007C6896"/>
    <w:rsid w:val="007D004B"/>
    <w:rsid w:val="007D0135"/>
    <w:rsid w:val="007D06E0"/>
    <w:rsid w:val="007D2047"/>
    <w:rsid w:val="007D2483"/>
    <w:rsid w:val="007D2B97"/>
    <w:rsid w:val="007D3AFF"/>
    <w:rsid w:val="007D45E0"/>
    <w:rsid w:val="007D5226"/>
    <w:rsid w:val="007D57B0"/>
    <w:rsid w:val="007D6BE5"/>
    <w:rsid w:val="007D72C1"/>
    <w:rsid w:val="007D73EA"/>
    <w:rsid w:val="007D7CAE"/>
    <w:rsid w:val="007E01E9"/>
    <w:rsid w:val="007E0BEA"/>
    <w:rsid w:val="007E26B8"/>
    <w:rsid w:val="007E32D5"/>
    <w:rsid w:val="007E35E1"/>
    <w:rsid w:val="007E367E"/>
    <w:rsid w:val="007E5311"/>
    <w:rsid w:val="007E63F3"/>
    <w:rsid w:val="007E79FE"/>
    <w:rsid w:val="007F484C"/>
    <w:rsid w:val="007F4D14"/>
    <w:rsid w:val="007F5A7B"/>
    <w:rsid w:val="007F6193"/>
    <w:rsid w:val="007F6611"/>
    <w:rsid w:val="007F6A70"/>
    <w:rsid w:val="00800A15"/>
    <w:rsid w:val="00801314"/>
    <w:rsid w:val="0080224C"/>
    <w:rsid w:val="008027E4"/>
    <w:rsid w:val="008042EC"/>
    <w:rsid w:val="008047DE"/>
    <w:rsid w:val="00804F47"/>
    <w:rsid w:val="00805F04"/>
    <w:rsid w:val="00811920"/>
    <w:rsid w:val="00815AD0"/>
    <w:rsid w:val="00815EDB"/>
    <w:rsid w:val="00816D32"/>
    <w:rsid w:val="00817174"/>
    <w:rsid w:val="0081796A"/>
    <w:rsid w:val="0081796C"/>
    <w:rsid w:val="00817B42"/>
    <w:rsid w:val="008220A7"/>
    <w:rsid w:val="00822D26"/>
    <w:rsid w:val="00823E11"/>
    <w:rsid w:val="008242D7"/>
    <w:rsid w:val="00824642"/>
    <w:rsid w:val="008257B1"/>
    <w:rsid w:val="00826243"/>
    <w:rsid w:val="00827EA3"/>
    <w:rsid w:val="00830CFF"/>
    <w:rsid w:val="00832334"/>
    <w:rsid w:val="008359A7"/>
    <w:rsid w:val="00836D68"/>
    <w:rsid w:val="00836ED5"/>
    <w:rsid w:val="008402E2"/>
    <w:rsid w:val="00840CAB"/>
    <w:rsid w:val="00841BA7"/>
    <w:rsid w:val="00842303"/>
    <w:rsid w:val="008433FA"/>
    <w:rsid w:val="00843767"/>
    <w:rsid w:val="00843B3A"/>
    <w:rsid w:val="0084586E"/>
    <w:rsid w:val="0085032E"/>
    <w:rsid w:val="008505A6"/>
    <w:rsid w:val="00850DE5"/>
    <w:rsid w:val="0085313B"/>
    <w:rsid w:val="0085325D"/>
    <w:rsid w:val="00856AAF"/>
    <w:rsid w:val="00857C9C"/>
    <w:rsid w:val="00857EC4"/>
    <w:rsid w:val="0086082F"/>
    <w:rsid w:val="00863303"/>
    <w:rsid w:val="0086347F"/>
    <w:rsid w:val="00863A53"/>
    <w:rsid w:val="00863A5D"/>
    <w:rsid w:val="008650DE"/>
    <w:rsid w:val="008679D9"/>
    <w:rsid w:val="00867DE7"/>
    <w:rsid w:val="00871609"/>
    <w:rsid w:val="00872B84"/>
    <w:rsid w:val="00872F49"/>
    <w:rsid w:val="00872FA5"/>
    <w:rsid w:val="00873724"/>
    <w:rsid w:val="00876F97"/>
    <w:rsid w:val="00877328"/>
    <w:rsid w:val="008810AA"/>
    <w:rsid w:val="00882699"/>
    <w:rsid w:val="00885392"/>
    <w:rsid w:val="0088621D"/>
    <w:rsid w:val="00886420"/>
    <w:rsid w:val="008878DE"/>
    <w:rsid w:val="00891FC4"/>
    <w:rsid w:val="008948B8"/>
    <w:rsid w:val="00895610"/>
    <w:rsid w:val="00895C1C"/>
    <w:rsid w:val="00896AD0"/>
    <w:rsid w:val="008979B1"/>
    <w:rsid w:val="00897EF7"/>
    <w:rsid w:val="008A0708"/>
    <w:rsid w:val="008A1ED5"/>
    <w:rsid w:val="008A2778"/>
    <w:rsid w:val="008A436A"/>
    <w:rsid w:val="008A4F24"/>
    <w:rsid w:val="008A6B25"/>
    <w:rsid w:val="008A6C4F"/>
    <w:rsid w:val="008A6E8C"/>
    <w:rsid w:val="008B0892"/>
    <w:rsid w:val="008B1237"/>
    <w:rsid w:val="008B2335"/>
    <w:rsid w:val="008B2E36"/>
    <w:rsid w:val="008B470E"/>
    <w:rsid w:val="008C29F2"/>
    <w:rsid w:val="008C5183"/>
    <w:rsid w:val="008C63D6"/>
    <w:rsid w:val="008D2CC0"/>
    <w:rsid w:val="008D2EFB"/>
    <w:rsid w:val="008D31D4"/>
    <w:rsid w:val="008D360C"/>
    <w:rsid w:val="008D5F58"/>
    <w:rsid w:val="008E0678"/>
    <w:rsid w:val="008E0D10"/>
    <w:rsid w:val="008E2EC6"/>
    <w:rsid w:val="008E5BBA"/>
    <w:rsid w:val="008F2BE2"/>
    <w:rsid w:val="008F2CBB"/>
    <w:rsid w:val="008F31D2"/>
    <w:rsid w:val="008F3DC7"/>
    <w:rsid w:val="00901319"/>
    <w:rsid w:val="00907228"/>
    <w:rsid w:val="00910D57"/>
    <w:rsid w:val="0091331C"/>
    <w:rsid w:val="00913859"/>
    <w:rsid w:val="00913D23"/>
    <w:rsid w:val="0091554A"/>
    <w:rsid w:val="009155AE"/>
    <w:rsid w:val="00915EF6"/>
    <w:rsid w:val="00917809"/>
    <w:rsid w:val="00920CF6"/>
    <w:rsid w:val="009223CA"/>
    <w:rsid w:val="009237AC"/>
    <w:rsid w:val="00924345"/>
    <w:rsid w:val="009246A6"/>
    <w:rsid w:val="00927A17"/>
    <w:rsid w:val="0093407A"/>
    <w:rsid w:val="00936D08"/>
    <w:rsid w:val="00940D66"/>
    <w:rsid w:val="00940F93"/>
    <w:rsid w:val="009443B3"/>
    <w:rsid w:val="009448C3"/>
    <w:rsid w:val="0094656B"/>
    <w:rsid w:val="00947B22"/>
    <w:rsid w:val="00951966"/>
    <w:rsid w:val="009526AC"/>
    <w:rsid w:val="00956C0B"/>
    <w:rsid w:val="009604D3"/>
    <w:rsid w:val="0096115F"/>
    <w:rsid w:val="0096169F"/>
    <w:rsid w:val="00961F79"/>
    <w:rsid w:val="00963A10"/>
    <w:rsid w:val="0096645E"/>
    <w:rsid w:val="00967053"/>
    <w:rsid w:val="009716CC"/>
    <w:rsid w:val="00971816"/>
    <w:rsid w:val="009727C2"/>
    <w:rsid w:val="00972FF7"/>
    <w:rsid w:val="00974D92"/>
    <w:rsid w:val="00975060"/>
    <w:rsid w:val="009760F3"/>
    <w:rsid w:val="00976CFB"/>
    <w:rsid w:val="009823D1"/>
    <w:rsid w:val="00982B13"/>
    <w:rsid w:val="00983938"/>
    <w:rsid w:val="00987772"/>
    <w:rsid w:val="00997247"/>
    <w:rsid w:val="009972E0"/>
    <w:rsid w:val="009A000C"/>
    <w:rsid w:val="009A0830"/>
    <w:rsid w:val="009A0A7F"/>
    <w:rsid w:val="009A0B82"/>
    <w:rsid w:val="009A0DA2"/>
    <w:rsid w:val="009A0E8D"/>
    <w:rsid w:val="009A3EA3"/>
    <w:rsid w:val="009A59B6"/>
    <w:rsid w:val="009A6304"/>
    <w:rsid w:val="009A6740"/>
    <w:rsid w:val="009A792A"/>
    <w:rsid w:val="009A7F31"/>
    <w:rsid w:val="009B0124"/>
    <w:rsid w:val="009B1DC9"/>
    <w:rsid w:val="009B26E7"/>
    <w:rsid w:val="009B2F77"/>
    <w:rsid w:val="009B360D"/>
    <w:rsid w:val="009B5429"/>
    <w:rsid w:val="009B5AEA"/>
    <w:rsid w:val="009B64BB"/>
    <w:rsid w:val="009B6AE9"/>
    <w:rsid w:val="009C18F9"/>
    <w:rsid w:val="009C1F06"/>
    <w:rsid w:val="009C4AC0"/>
    <w:rsid w:val="009C6438"/>
    <w:rsid w:val="009C7DEC"/>
    <w:rsid w:val="009D187E"/>
    <w:rsid w:val="009D68B8"/>
    <w:rsid w:val="009D7543"/>
    <w:rsid w:val="009D7F65"/>
    <w:rsid w:val="009E47FD"/>
    <w:rsid w:val="009E5DD5"/>
    <w:rsid w:val="009E66BA"/>
    <w:rsid w:val="009E6F02"/>
    <w:rsid w:val="009E7D70"/>
    <w:rsid w:val="009E7EB2"/>
    <w:rsid w:val="009F0F6B"/>
    <w:rsid w:val="009F2891"/>
    <w:rsid w:val="009F555A"/>
    <w:rsid w:val="009F555F"/>
    <w:rsid w:val="009F7216"/>
    <w:rsid w:val="009F7932"/>
    <w:rsid w:val="00A00697"/>
    <w:rsid w:val="00A00A3F"/>
    <w:rsid w:val="00A00D22"/>
    <w:rsid w:val="00A01489"/>
    <w:rsid w:val="00A01A54"/>
    <w:rsid w:val="00A028B0"/>
    <w:rsid w:val="00A03EED"/>
    <w:rsid w:val="00A0468D"/>
    <w:rsid w:val="00A04D70"/>
    <w:rsid w:val="00A0500F"/>
    <w:rsid w:val="00A06C8D"/>
    <w:rsid w:val="00A07348"/>
    <w:rsid w:val="00A10EC9"/>
    <w:rsid w:val="00A16594"/>
    <w:rsid w:val="00A178D7"/>
    <w:rsid w:val="00A2143D"/>
    <w:rsid w:val="00A23946"/>
    <w:rsid w:val="00A250B5"/>
    <w:rsid w:val="00A258D1"/>
    <w:rsid w:val="00A26630"/>
    <w:rsid w:val="00A26A0A"/>
    <w:rsid w:val="00A26E4F"/>
    <w:rsid w:val="00A3026E"/>
    <w:rsid w:val="00A321A3"/>
    <w:rsid w:val="00A32A04"/>
    <w:rsid w:val="00A32AD3"/>
    <w:rsid w:val="00A334E1"/>
    <w:rsid w:val="00A338F1"/>
    <w:rsid w:val="00A35BE0"/>
    <w:rsid w:val="00A37CAD"/>
    <w:rsid w:val="00A37F50"/>
    <w:rsid w:val="00A44613"/>
    <w:rsid w:val="00A4488A"/>
    <w:rsid w:val="00A44FAD"/>
    <w:rsid w:val="00A50FC3"/>
    <w:rsid w:val="00A516AF"/>
    <w:rsid w:val="00A5571B"/>
    <w:rsid w:val="00A55E73"/>
    <w:rsid w:val="00A560B6"/>
    <w:rsid w:val="00A60997"/>
    <w:rsid w:val="00A6129C"/>
    <w:rsid w:val="00A62F81"/>
    <w:rsid w:val="00A64FC9"/>
    <w:rsid w:val="00A65575"/>
    <w:rsid w:val="00A65ACF"/>
    <w:rsid w:val="00A71218"/>
    <w:rsid w:val="00A717DC"/>
    <w:rsid w:val="00A72F22"/>
    <w:rsid w:val="00A7360F"/>
    <w:rsid w:val="00A748A6"/>
    <w:rsid w:val="00A7517E"/>
    <w:rsid w:val="00A769F4"/>
    <w:rsid w:val="00A776B4"/>
    <w:rsid w:val="00A80633"/>
    <w:rsid w:val="00A81557"/>
    <w:rsid w:val="00A826A6"/>
    <w:rsid w:val="00A85E19"/>
    <w:rsid w:val="00A86641"/>
    <w:rsid w:val="00A87A80"/>
    <w:rsid w:val="00A908A8"/>
    <w:rsid w:val="00A90DEF"/>
    <w:rsid w:val="00A91E86"/>
    <w:rsid w:val="00A937D1"/>
    <w:rsid w:val="00A93CC2"/>
    <w:rsid w:val="00A94361"/>
    <w:rsid w:val="00A94555"/>
    <w:rsid w:val="00A94662"/>
    <w:rsid w:val="00A9528C"/>
    <w:rsid w:val="00A96A8E"/>
    <w:rsid w:val="00A972B4"/>
    <w:rsid w:val="00AA0BCD"/>
    <w:rsid w:val="00AA293C"/>
    <w:rsid w:val="00AA4E8E"/>
    <w:rsid w:val="00AA574A"/>
    <w:rsid w:val="00AA58E9"/>
    <w:rsid w:val="00AA7049"/>
    <w:rsid w:val="00AA7FA2"/>
    <w:rsid w:val="00AB04E7"/>
    <w:rsid w:val="00AB51B4"/>
    <w:rsid w:val="00AB5410"/>
    <w:rsid w:val="00AB65CD"/>
    <w:rsid w:val="00AC0961"/>
    <w:rsid w:val="00AC2B3D"/>
    <w:rsid w:val="00AC535D"/>
    <w:rsid w:val="00AC5B41"/>
    <w:rsid w:val="00AC5CD1"/>
    <w:rsid w:val="00AC5F27"/>
    <w:rsid w:val="00AC6354"/>
    <w:rsid w:val="00AC7054"/>
    <w:rsid w:val="00AD0B4A"/>
    <w:rsid w:val="00AD2B11"/>
    <w:rsid w:val="00AD40BB"/>
    <w:rsid w:val="00AD5FC1"/>
    <w:rsid w:val="00AE0036"/>
    <w:rsid w:val="00AF046A"/>
    <w:rsid w:val="00AF094B"/>
    <w:rsid w:val="00AF0CD3"/>
    <w:rsid w:val="00AF1285"/>
    <w:rsid w:val="00AF2B0C"/>
    <w:rsid w:val="00AF3553"/>
    <w:rsid w:val="00AF508F"/>
    <w:rsid w:val="00B01895"/>
    <w:rsid w:val="00B03E48"/>
    <w:rsid w:val="00B06936"/>
    <w:rsid w:val="00B06960"/>
    <w:rsid w:val="00B06F5A"/>
    <w:rsid w:val="00B114C3"/>
    <w:rsid w:val="00B1169B"/>
    <w:rsid w:val="00B12690"/>
    <w:rsid w:val="00B14459"/>
    <w:rsid w:val="00B14AF2"/>
    <w:rsid w:val="00B17773"/>
    <w:rsid w:val="00B17EDE"/>
    <w:rsid w:val="00B248CD"/>
    <w:rsid w:val="00B26F05"/>
    <w:rsid w:val="00B30179"/>
    <w:rsid w:val="00B32E8B"/>
    <w:rsid w:val="00B34824"/>
    <w:rsid w:val="00B41D47"/>
    <w:rsid w:val="00B421C1"/>
    <w:rsid w:val="00B45A75"/>
    <w:rsid w:val="00B4637D"/>
    <w:rsid w:val="00B47C9B"/>
    <w:rsid w:val="00B51C64"/>
    <w:rsid w:val="00B521ED"/>
    <w:rsid w:val="00B52559"/>
    <w:rsid w:val="00B53C21"/>
    <w:rsid w:val="00B54743"/>
    <w:rsid w:val="00B54B6B"/>
    <w:rsid w:val="00B55AF0"/>
    <w:rsid w:val="00B55C71"/>
    <w:rsid w:val="00B55C8F"/>
    <w:rsid w:val="00B56E4A"/>
    <w:rsid w:val="00B56E9C"/>
    <w:rsid w:val="00B57D4F"/>
    <w:rsid w:val="00B63FE6"/>
    <w:rsid w:val="00B646AE"/>
    <w:rsid w:val="00B64B1F"/>
    <w:rsid w:val="00B6553F"/>
    <w:rsid w:val="00B66BB9"/>
    <w:rsid w:val="00B67A02"/>
    <w:rsid w:val="00B70938"/>
    <w:rsid w:val="00B7300D"/>
    <w:rsid w:val="00B73731"/>
    <w:rsid w:val="00B73823"/>
    <w:rsid w:val="00B74342"/>
    <w:rsid w:val="00B76201"/>
    <w:rsid w:val="00B77C8D"/>
    <w:rsid w:val="00B77D05"/>
    <w:rsid w:val="00B8102A"/>
    <w:rsid w:val="00B81206"/>
    <w:rsid w:val="00B81E12"/>
    <w:rsid w:val="00B83F3F"/>
    <w:rsid w:val="00B8566C"/>
    <w:rsid w:val="00B87FF8"/>
    <w:rsid w:val="00B91357"/>
    <w:rsid w:val="00BA11AE"/>
    <w:rsid w:val="00BA11AF"/>
    <w:rsid w:val="00BA1ACB"/>
    <w:rsid w:val="00BA3687"/>
    <w:rsid w:val="00BA36C7"/>
    <w:rsid w:val="00BA58F0"/>
    <w:rsid w:val="00BA5F3F"/>
    <w:rsid w:val="00BA64A8"/>
    <w:rsid w:val="00BA6A74"/>
    <w:rsid w:val="00BB0531"/>
    <w:rsid w:val="00BB057F"/>
    <w:rsid w:val="00BB103B"/>
    <w:rsid w:val="00BB18DF"/>
    <w:rsid w:val="00BB7B0A"/>
    <w:rsid w:val="00BC1D04"/>
    <w:rsid w:val="00BC3FA0"/>
    <w:rsid w:val="00BC74E9"/>
    <w:rsid w:val="00BD0984"/>
    <w:rsid w:val="00BD2294"/>
    <w:rsid w:val="00BD2665"/>
    <w:rsid w:val="00BD2B3A"/>
    <w:rsid w:val="00BD4D25"/>
    <w:rsid w:val="00BD5B46"/>
    <w:rsid w:val="00BD7C67"/>
    <w:rsid w:val="00BE16AF"/>
    <w:rsid w:val="00BE24A5"/>
    <w:rsid w:val="00BE357A"/>
    <w:rsid w:val="00BE3A4D"/>
    <w:rsid w:val="00BE4034"/>
    <w:rsid w:val="00BE6AD5"/>
    <w:rsid w:val="00BE7203"/>
    <w:rsid w:val="00BF115A"/>
    <w:rsid w:val="00BF5466"/>
    <w:rsid w:val="00BF68A8"/>
    <w:rsid w:val="00C025E0"/>
    <w:rsid w:val="00C02C32"/>
    <w:rsid w:val="00C05123"/>
    <w:rsid w:val="00C062E1"/>
    <w:rsid w:val="00C11A03"/>
    <w:rsid w:val="00C12D51"/>
    <w:rsid w:val="00C1300A"/>
    <w:rsid w:val="00C13416"/>
    <w:rsid w:val="00C13533"/>
    <w:rsid w:val="00C13B0D"/>
    <w:rsid w:val="00C14342"/>
    <w:rsid w:val="00C15389"/>
    <w:rsid w:val="00C20AC9"/>
    <w:rsid w:val="00C22C0C"/>
    <w:rsid w:val="00C2410C"/>
    <w:rsid w:val="00C25938"/>
    <w:rsid w:val="00C2736E"/>
    <w:rsid w:val="00C27ABA"/>
    <w:rsid w:val="00C27BC6"/>
    <w:rsid w:val="00C31E34"/>
    <w:rsid w:val="00C33CAE"/>
    <w:rsid w:val="00C34528"/>
    <w:rsid w:val="00C3672A"/>
    <w:rsid w:val="00C36E79"/>
    <w:rsid w:val="00C422A7"/>
    <w:rsid w:val="00C42975"/>
    <w:rsid w:val="00C431F0"/>
    <w:rsid w:val="00C44398"/>
    <w:rsid w:val="00C448C1"/>
    <w:rsid w:val="00C44F1D"/>
    <w:rsid w:val="00C45113"/>
    <w:rsid w:val="00C4527F"/>
    <w:rsid w:val="00C463DD"/>
    <w:rsid w:val="00C4724C"/>
    <w:rsid w:val="00C47FF4"/>
    <w:rsid w:val="00C51469"/>
    <w:rsid w:val="00C54654"/>
    <w:rsid w:val="00C55707"/>
    <w:rsid w:val="00C569A5"/>
    <w:rsid w:val="00C60E63"/>
    <w:rsid w:val="00C6102A"/>
    <w:rsid w:val="00C629A0"/>
    <w:rsid w:val="00C639AC"/>
    <w:rsid w:val="00C64629"/>
    <w:rsid w:val="00C70F9A"/>
    <w:rsid w:val="00C72E50"/>
    <w:rsid w:val="00C745C3"/>
    <w:rsid w:val="00C750B9"/>
    <w:rsid w:val="00C76177"/>
    <w:rsid w:val="00C77015"/>
    <w:rsid w:val="00C8339A"/>
    <w:rsid w:val="00C839C1"/>
    <w:rsid w:val="00C83B6A"/>
    <w:rsid w:val="00C8442D"/>
    <w:rsid w:val="00C85D84"/>
    <w:rsid w:val="00C86551"/>
    <w:rsid w:val="00C86742"/>
    <w:rsid w:val="00C86E68"/>
    <w:rsid w:val="00C9016A"/>
    <w:rsid w:val="00C90309"/>
    <w:rsid w:val="00C920CB"/>
    <w:rsid w:val="00C939D5"/>
    <w:rsid w:val="00C945B2"/>
    <w:rsid w:val="00C94EE4"/>
    <w:rsid w:val="00C96DF2"/>
    <w:rsid w:val="00C97E46"/>
    <w:rsid w:val="00C97FB4"/>
    <w:rsid w:val="00CA06B6"/>
    <w:rsid w:val="00CA25B6"/>
    <w:rsid w:val="00CA4C85"/>
    <w:rsid w:val="00CA7AE5"/>
    <w:rsid w:val="00CB2806"/>
    <w:rsid w:val="00CB3C12"/>
    <w:rsid w:val="00CB3E03"/>
    <w:rsid w:val="00CB4ECB"/>
    <w:rsid w:val="00CB4FFB"/>
    <w:rsid w:val="00CC138C"/>
    <w:rsid w:val="00CC17FB"/>
    <w:rsid w:val="00CC2F42"/>
    <w:rsid w:val="00CC37AC"/>
    <w:rsid w:val="00CC37B5"/>
    <w:rsid w:val="00CC5731"/>
    <w:rsid w:val="00CC6B1E"/>
    <w:rsid w:val="00CC73EF"/>
    <w:rsid w:val="00CD022F"/>
    <w:rsid w:val="00CD0C40"/>
    <w:rsid w:val="00CD1FCA"/>
    <w:rsid w:val="00CD217C"/>
    <w:rsid w:val="00CD4AA6"/>
    <w:rsid w:val="00CD7F54"/>
    <w:rsid w:val="00CE1DB2"/>
    <w:rsid w:val="00CE23BE"/>
    <w:rsid w:val="00CE415C"/>
    <w:rsid w:val="00CE4A8F"/>
    <w:rsid w:val="00CE6590"/>
    <w:rsid w:val="00CE7E3E"/>
    <w:rsid w:val="00CF0767"/>
    <w:rsid w:val="00CF2227"/>
    <w:rsid w:val="00CF267B"/>
    <w:rsid w:val="00CF3451"/>
    <w:rsid w:val="00CF380F"/>
    <w:rsid w:val="00CF3E2F"/>
    <w:rsid w:val="00CF4DD5"/>
    <w:rsid w:val="00CF6822"/>
    <w:rsid w:val="00CF7F0A"/>
    <w:rsid w:val="00D0055E"/>
    <w:rsid w:val="00D01AB1"/>
    <w:rsid w:val="00D01DD1"/>
    <w:rsid w:val="00D04226"/>
    <w:rsid w:val="00D04BF4"/>
    <w:rsid w:val="00D061E4"/>
    <w:rsid w:val="00D078F6"/>
    <w:rsid w:val="00D10547"/>
    <w:rsid w:val="00D13DDC"/>
    <w:rsid w:val="00D13E05"/>
    <w:rsid w:val="00D13F96"/>
    <w:rsid w:val="00D166B1"/>
    <w:rsid w:val="00D2031B"/>
    <w:rsid w:val="00D21819"/>
    <w:rsid w:val="00D22303"/>
    <w:rsid w:val="00D2323F"/>
    <w:rsid w:val="00D248B6"/>
    <w:rsid w:val="00D24CE4"/>
    <w:rsid w:val="00D259B1"/>
    <w:rsid w:val="00D25FE2"/>
    <w:rsid w:val="00D26E07"/>
    <w:rsid w:val="00D2748C"/>
    <w:rsid w:val="00D2754C"/>
    <w:rsid w:val="00D31A8A"/>
    <w:rsid w:val="00D33037"/>
    <w:rsid w:val="00D3332C"/>
    <w:rsid w:val="00D3497D"/>
    <w:rsid w:val="00D35BD5"/>
    <w:rsid w:val="00D37E02"/>
    <w:rsid w:val="00D42397"/>
    <w:rsid w:val="00D42DD2"/>
    <w:rsid w:val="00D42E6A"/>
    <w:rsid w:val="00D43252"/>
    <w:rsid w:val="00D4429D"/>
    <w:rsid w:val="00D44614"/>
    <w:rsid w:val="00D46E91"/>
    <w:rsid w:val="00D47EEA"/>
    <w:rsid w:val="00D51AF6"/>
    <w:rsid w:val="00D52FAC"/>
    <w:rsid w:val="00D531BE"/>
    <w:rsid w:val="00D53E8E"/>
    <w:rsid w:val="00D542AE"/>
    <w:rsid w:val="00D5463C"/>
    <w:rsid w:val="00D5593E"/>
    <w:rsid w:val="00D619DB"/>
    <w:rsid w:val="00D62758"/>
    <w:rsid w:val="00D64F46"/>
    <w:rsid w:val="00D6587D"/>
    <w:rsid w:val="00D65C1A"/>
    <w:rsid w:val="00D65E29"/>
    <w:rsid w:val="00D660B9"/>
    <w:rsid w:val="00D66786"/>
    <w:rsid w:val="00D66FEB"/>
    <w:rsid w:val="00D73045"/>
    <w:rsid w:val="00D74AAC"/>
    <w:rsid w:val="00D74AE5"/>
    <w:rsid w:val="00D7567A"/>
    <w:rsid w:val="00D773DF"/>
    <w:rsid w:val="00D81204"/>
    <w:rsid w:val="00D821E6"/>
    <w:rsid w:val="00D828AD"/>
    <w:rsid w:val="00D846E1"/>
    <w:rsid w:val="00D84C02"/>
    <w:rsid w:val="00D85F7C"/>
    <w:rsid w:val="00D871E9"/>
    <w:rsid w:val="00D87F0B"/>
    <w:rsid w:val="00D92953"/>
    <w:rsid w:val="00D946A0"/>
    <w:rsid w:val="00D95303"/>
    <w:rsid w:val="00D95E4C"/>
    <w:rsid w:val="00D978C6"/>
    <w:rsid w:val="00D978F6"/>
    <w:rsid w:val="00DA1848"/>
    <w:rsid w:val="00DA2387"/>
    <w:rsid w:val="00DA2D56"/>
    <w:rsid w:val="00DA3C1C"/>
    <w:rsid w:val="00DA46BF"/>
    <w:rsid w:val="00DA50EA"/>
    <w:rsid w:val="00DA5F21"/>
    <w:rsid w:val="00DA6431"/>
    <w:rsid w:val="00DA7C91"/>
    <w:rsid w:val="00DA7F09"/>
    <w:rsid w:val="00DB00D4"/>
    <w:rsid w:val="00DB1FB2"/>
    <w:rsid w:val="00DB275D"/>
    <w:rsid w:val="00DB29C3"/>
    <w:rsid w:val="00DB3108"/>
    <w:rsid w:val="00DB3650"/>
    <w:rsid w:val="00DB65E1"/>
    <w:rsid w:val="00DC06B3"/>
    <w:rsid w:val="00DC238D"/>
    <w:rsid w:val="00DC24A8"/>
    <w:rsid w:val="00DC2FD2"/>
    <w:rsid w:val="00DC43D8"/>
    <w:rsid w:val="00DC4C89"/>
    <w:rsid w:val="00DC4DD5"/>
    <w:rsid w:val="00DC51DB"/>
    <w:rsid w:val="00DC6D39"/>
    <w:rsid w:val="00DC6F28"/>
    <w:rsid w:val="00DC7ADA"/>
    <w:rsid w:val="00DD29E2"/>
    <w:rsid w:val="00DD3587"/>
    <w:rsid w:val="00DD38BF"/>
    <w:rsid w:val="00DD4185"/>
    <w:rsid w:val="00DE32DD"/>
    <w:rsid w:val="00DE3B29"/>
    <w:rsid w:val="00DE4A84"/>
    <w:rsid w:val="00DE5F09"/>
    <w:rsid w:val="00DE5F29"/>
    <w:rsid w:val="00DF177D"/>
    <w:rsid w:val="00DF2927"/>
    <w:rsid w:val="00DF31E5"/>
    <w:rsid w:val="00DF4751"/>
    <w:rsid w:val="00E046DF"/>
    <w:rsid w:val="00E049C0"/>
    <w:rsid w:val="00E05126"/>
    <w:rsid w:val="00E058D7"/>
    <w:rsid w:val="00E11557"/>
    <w:rsid w:val="00E134AE"/>
    <w:rsid w:val="00E139AD"/>
    <w:rsid w:val="00E13EFB"/>
    <w:rsid w:val="00E16D47"/>
    <w:rsid w:val="00E22B0C"/>
    <w:rsid w:val="00E24142"/>
    <w:rsid w:val="00E24391"/>
    <w:rsid w:val="00E2448F"/>
    <w:rsid w:val="00E24E15"/>
    <w:rsid w:val="00E2517F"/>
    <w:rsid w:val="00E26F13"/>
    <w:rsid w:val="00E27346"/>
    <w:rsid w:val="00E30DAC"/>
    <w:rsid w:val="00E35851"/>
    <w:rsid w:val="00E40A45"/>
    <w:rsid w:val="00E436D5"/>
    <w:rsid w:val="00E43E5D"/>
    <w:rsid w:val="00E444A8"/>
    <w:rsid w:val="00E45A09"/>
    <w:rsid w:val="00E45BE3"/>
    <w:rsid w:val="00E46C11"/>
    <w:rsid w:val="00E514D1"/>
    <w:rsid w:val="00E51DDA"/>
    <w:rsid w:val="00E55770"/>
    <w:rsid w:val="00E560CA"/>
    <w:rsid w:val="00E56BFE"/>
    <w:rsid w:val="00E57170"/>
    <w:rsid w:val="00E579B4"/>
    <w:rsid w:val="00E608C2"/>
    <w:rsid w:val="00E60FB4"/>
    <w:rsid w:val="00E62D85"/>
    <w:rsid w:val="00E63A75"/>
    <w:rsid w:val="00E63B6D"/>
    <w:rsid w:val="00E67046"/>
    <w:rsid w:val="00E709C0"/>
    <w:rsid w:val="00E71BC8"/>
    <w:rsid w:val="00E7240B"/>
    <w:rsid w:val="00E724AE"/>
    <w:rsid w:val="00E7260F"/>
    <w:rsid w:val="00E73E90"/>
    <w:rsid w:val="00E73F5D"/>
    <w:rsid w:val="00E75037"/>
    <w:rsid w:val="00E75A1D"/>
    <w:rsid w:val="00E77E4E"/>
    <w:rsid w:val="00E82753"/>
    <w:rsid w:val="00E86050"/>
    <w:rsid w:val="00E87C44"/>
    <w:rsid w:val="00E92FEF"/>
    <w:rsid w:val="00E9400A"/>
    <w:rsid w:val="00E949E3"/>
    <w:rsid w:val="00E94A83"/>
    <w:rsid w:val="00E96630"/>
    <w:rsid w:val="00E97300"/>
    <w:rsid w:val="00E97661"/>
    <w:rsid w:val="00E97B06"/>
    <w:rsid w:val="00EA2A77"/>
    <w:rsid w:val="00EA56C4"/>
    <w:rsid w:val="00EB094D"/>
    <w:rsid w:val="00EB131A"/>
    <w:rsid w:val="00EB193C"/>
    <w:rsid w:val="00EB1E37"/>
    <w:rsid w:val="00EB3556"/>
    <w:rsid w:val="00EB3A32"/>
    <w:rsid w:val="00EB3A37"/>
    <w:rsid w:val="00EB5C64"/>
    <w:rsid w:val="00EB6828"/>
    <w:rsid w:val="00EB6B3A"/>
    <w:rsid w:val="00EC4445"/>
    <w:rsid w:val="00EC59A1"/>
    <w:rsid w:val="00EC5DD1"/>
    <w:rsid w:val="00EC6276"/>
    <w:rsid w:val="00EC6F9D"/>
    <w:rsid w:val="00EC75EA"/>
    <w:rsid w:val="00ED16DE"/>
    <w:rsid w:val="00ED29F0"/>
    <w:rsid w:val="00ED33F2"/>
    <w:rsid w:val="00ED5377"/>
    <w:rsid w:val="00ED58AF"/>
    <w:rsid w:val="00ED7A2A"/>
    <w:rsid w:val="00EE03F1"/>
    <w:rsid w:val="00EE198B"/>
    <w:rsid w:val="00EE2158"/>
    <w:rsid w:val="00EE3091"/>
    <w:rsid w:val="00EE3716"/>
    <w:rsid w:val="00EE5E38"/>
    <w:rsid w:val="00EE64C5"/>
    <w:rsid w:val="00EF0AC3"/>
    <w:rsid w:val="00EF1D7F"/>
    <w:rsid w:val="00EF301B"/>
    <w:rsid w:val="00EF4475"/>
    <w:rsid w:val="00EF4DCF"/>
    <w:rsid w:val="00EF5135"/>
    <w:rsid w:val="00EF64C3"/>
    <w:rsid w:val="00F026A8"/>
    <w:rsid w:val="00F0376F"/>
    <w:rsid w:val="00F03AC3"/>
    <w:rsid w:val="00F03B77"/>
    <w:rsid w:val="00F04E9E"/>
    <w:rsid w:val="00F05A01"/>
    <w:rsid w:val="00F05C5B"/>
    <w:rsid w:val="00F1036E"/>
    <w:rsid w:val="00F1188F"/>
    <w:rsid w:val="00F128D2"/>
    <w:rsid w:val="00F171B7"/>
    <w:rsid w:val="00F1771B"/>
    <w:rsid w:val="00F2000A"/>
    <w:rsid w:val="00F21947"/>
    <w:rsid w:val="00F21EA7"/>
    <w:rsid w:val="00F22795"/>
    <w:rsid w:val="00F22FE1"/>
    <w:rsid w:val="00F23F22"/>
    <w:rsid w:val="00F24362"/>
    <w:rsid w:val="00F25398"/>
    <w:rsid w:val="00F26399"/>
    <w:rsid w:val="00F266D4"/>
    <w:rsid w:val="00F31E5F"/>
    <w:rsid w:val="00F355EF"/>
    <w:rsid w:val="00F35852"/>
    <w:rsid w:val="00F4009D"/>
    <w:rsid w:val="00F4413E"/>
    <w:rsid w:val="00F45538"/>
    <w:rsid w:val="00F46F7E"/>
    <w:rsid w:val="00F50AFA"/>
    <w:rsid w:val="00F535DD"/>
    <w:rsid w:val="00F56E19"/>
    <w:rsid w:val="00F5799A"/>
    <w:rsid w:val="00F57B10"/>
    <w:rsid w:val="00F57DEF"/>
    <w:rsid w:val="00F6100A"/>
    <w:rsid w:val="00F611A3"/>
    <w:rsid w:val="00F61916"/>
    <w:rsid w:val="00F619E1"/>
    <w:rsid w:val="00F66015"/>
    <w:rsid w:val="00F660CF"/>
    <w:rsid w:val="00F6642C"/>
    <w:rsid w:val="00F67620"/>
    <w:rsid w:val="00F67E5A"/>
    <w:rsid w:val="00F70A1C"/>
    <w:rsid w:val="00F71397"/>
    <w:rsid w:val="00F717DB"/>
    <w:rsid w:val="00F72962"/>
    <w:rsid w:val="00F72A41"/>
    <w:rsid w:val="00F73A35"/>
    <w:rsid w:val="00F75909"/>
    <w:rsid w:val="00F76643"/>
    <w:rsid w:val="00F80036"/>
    <w:rsid w:val="00F80FBD"/>
    <w:rsid w:val="00F81BC6"/>
    <w:rsid w:val="00F8240B"/>
    <w:rsid w:val="00F84D51"/>
    <w:rsid w:val="00F85262"/>
    <w:rsid w:val="00F903DE"/>
    <w:rsid w:val="00F911E8"/>
    <w:rsid w:val="00F9128A"/>
    <w:rsid w:val="00F9131F"/>
    <w:rsid w:val="00F913B2"/>
    <w:rsid w:val="00F91F3F"/>
    <w:rsid w:val="00F93781"/>
    <w:rsid w:val="00F94500"/>
    <w:rsid w:val="00F96D85"/>
    <w:rsid w:val="00FA1822"/>
    <w:rsid w:val="00FA3895"/>
    <w:rsid w:val="00FA4885"/>
    <w:rsid w:val="00FA58D7"/>
    <w:rsid w:val="00FB032A"/>
    <w:rsid w:val="00FB35F9"/>
    <w:rsid w:val="00FB613B"/>
    <w:rsid w:val="00FB6483"/>
    <w:rsid w:val="00FB65BD"/>
    <w:rsid w:val="00FC095B"/>
    <w:rsid w:val="00FC15A4"/>
    <w:rsid w:val="00FC48FB"/>
    <w:rsid w:val="00FC5DBC"/>
    <w:rsid w:val="00FC61D8"/>
    <w:rsid w:val="00FC64A4"/>
    <w:rsid w:val="00FC68B7"/>
    <w:rsid w:val="00FC6FD1"/>
    <w:rsid w:val="00FC7782"/>
    <w:rsid w:val="00FD3F98"/>
    <w:rsid w:val="00FD408F"/>
    <w:rsid w:val="00FD58C0"/>
    <w:rsid w:val="00FE094F"/>
    <w:rsid w:val="00FE0E2F"/>
    <w:rsid w:val="00FE106A"/>
    <w:rsid w:val="00FE47BF"/>
    <w:rsid w:val="00FE5656"/>
    <w:rsid w:val="00FE5F0D"/>
    <w:rsid w:val="00FE7450"/>
    <w:rsid w:val="00FF145D"/>
    <w:rsid w:val="00FF3678"/>
    <w:rsid w:val="00FF3ED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61C84BE"/>
  <w15:docId w15:val="{0A57C43E-B53A-4F72-9400-64DDE193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79B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link w:val="H4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,5_G_6 Char"/>
    <w:link w:val="FootnoteText"/>
    <w:rsid w:val="00474A83"/>
    <w:rPr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D74AE5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Footer1">
    <w:name w:val="Footer1"/>
    <w:rsid w:val="005D6CA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character" w:customStyle="1" w:styleId="H4GChar">
    <w:name w:val="_ H_4_G Char"/>
    <w:link w:val="H4G"/>
    <w:rsid w:val="0096645E"/>
    <w:rPr>
      <w:i/>
      <w:lang w:val="en-GB" w:eastAsia="en-US" w:bidi="ar-SA"/>
    </w:rPr>
  </w:style>
  <w:style w:type="character" w:customStyle="1" w:styleId="apple-style-span">
    <w:name w:val="apple-style-span"/>
    <w:basedOn w:val="DefaultParagraphFont"/>
    <w:rsid w:val="00DA7C91"/>
  </w:style>
  <w:style w:type="paragraph" w:styleId="BalloonText">
    <w:name w:val="Balloon Text"/>
    <w:basedOn w:val="Normal"/>
    <w:link w:val="BalloonTextChar"/>
    <w:rsid w:val="00D871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871E9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rsid w:val="00C33CAE"/>
    <w:rPr>
      <w:sz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A42B3"/>
    <w:rPr>
      <w:b/>
      <w:bCs/>
    </w:rPr>
  </w:style>
  <w:style w:type="character" w:customStyle="1" w:styleId="CommentTextChar">
    <w:name w:val="Comment Text Char"/>
    <w:link w:val="CommentText"/>
    <w:semiHidden/>
    <w:rsid w:val="000A42B3"/>
    <w:rPr>
      <w:lang w:val="en-GB"/>
    </w:rPr>
  </w:style>
  <w:style w:type="character" w:customStyle="1" w:styleId="CommentSubjectChar">
    <w:name w:val="Comment Subject Char"/>
    <w:link w:val="CommentSubject"/>
    <w:rsid w:val="000A42B3"/>
    <w:rPr>
      <w:b/>
      <w:bCs/>
      <w:lang w:val="en-GB"/>
    </w:rPr>
  </w:style>
  <w:style w:type="character" w:customStyle="1" w:styleId="Heading5Char">
    <w:name w:val="Heading 5 Char"/>
    <w:basedOn w:val="DefaultParagraphFont"/>
    <w:link w:val="Heading5"/>
    <w:rsid w:val="009E5DD5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9E5DD5"/>
    <w:rPr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9E5DD5"/>
    <w:rPr>
      <w:b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http://www.unece.org/trans/conventn/agreem_cp.html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E8355-A2F9-4097-8E32-A8A31C8DF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B385C8-3AD4-4029-B192-FC25F3D9B942}">
  <ds:schemaRefs>
    <ds:schemaRef ds:uri="4b4a1c0d-4a69-4996-a84a-fc699b9f49de"/>
    <ds:schemaRef ds:uri="acccb6d4-dbe5-46d2-b4d3-5733603d8cc6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5B1C811-BD34-4653-80D2-6FD456BC4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CDE723-FFDD-4ABF-8C0A-A786AEF0F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88</Pages>
  <Words>15832</Words>
  <Characters>90243</Characters>
  <Application>Microsoft Office Word</Application>
  <DocSecurity>0</DocSecurity>
  <Lines>752</Lines>
  <Paragraphs>211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1709869</vt:lpstr>
    </vt:vector>
  </TitlesOfParts>
  <Company>CSD</Company>
  <LinksUpToDate>false</LinksUpToDate>
  <CharactersWithSpaces>105864</CharactersWithSpaces>
  <SharedDoc>false</SharedDoc>
  <HLinks>
    <vt:vector size="6" baseType="variant">
      <vt:variant>
        <vt:i4>65641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http://www.unece.org/trans/conventn/agreem_cp.html</vt:lpwstr>
      </vt:variant>
      <vt:variant>
        <vt:lpwstr>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1709869</dc:title>
  <dc:subject>ECE/TRANS/WP.29/1073/Rev.19</dc:subject>
  <dc:creator>PDF ENG</dc:creator>
  <cp:lastModifiedBy>Don Canete Martin</cp:lastModifiedBy>
  <cp:revision>2</cp:revision>
  <cp:lastPrinted>2020-03-03T08:50:00Z</cp:lastPrinted>
  <dcterms:created xsi:type="dcterms:W3CDTF">2021-03-04T08:17:00Z</dcterms:created>
  <dcterms:modified xsi:type="dcterms:W3CDTF">2021-03-04T08:17:00Z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