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A35AB8A" w14:textId="77777777" w:rsidTr="00C97039">
        <w:trPr>
          <w:trHeight w:hRule="exact" w:val="851"/>
        </w:trPr>
        <w:tc>
          <w:tcPr>
            <w:tcW w:w="1276" w:type="dxa"/>
            <w:tcBorders>
              <w:bottom w:val="single" w:sz="4" w:space="0" w:color="auto"/>
            </w:tcBorders>
          </w:tcPr>
          <w:p w14:paraId="7190FCFC" w14:textId="77777777" w:rsidR="00F35BAF" w:rsidRPr="00DB58B5" w:rsidRDefault="00F35BAF" w:rsidP="005E5A0D"/>
        </w:tc>
        <w:tc>
          <w:tcPr>
            <w:tcW w:w="2268" w:type="dxa"/>
            <w:tcBorders>
              <w:bottom w:val="single" w:sz="4" w:space="0" w:color="auto"/>
            </w:tcBorders>
            <w:vAlign w:val="bottom"/>
          </w:tcPr>
          <w:p w14:paraId="62464D9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E1AEE53" w14:textId="77777777" w:rsidR="00F35BAF" w:rsidRPr="00DB58B5" w:rsidRDefault="005E5A0D" w:rsidP="005E5A0D">
            <w:pPr>
              <w:jc w:val="right"/>
            </w:pPr>
            <w:r w:rsidRPr="005E5A0D">
              <w:rPr>
                <w:sz w:val="40"/>
              </w:rPr>
              <w:t>ECE</w:t>
            </w:r>
            <w:r>
              <w:t>/TRANS/WP.29/2021/10/Rev.1</w:t>
            </w:r>
          </w:p>
        </w:tc>
      </w:tr>
      <w:tr w:rsidR="00F35BAF" w:rsidRPr="00DB58B5" w14:paraId="07E3C71C" w14:textId="77777777" w:rsidTr="00C97039">
        <w:trPr>
          <w:trHeight w:hRule="exact" w:val="2835"/>
        </w:trPr>
        <w:tc>
          <w:tcPr>
            <w:tcW w:w="1276" w:type="dxa"/>
            <w:tcBorders>
              <w:top w:val="single" w:sz="4" w:space="0" w:color="auto"/>
              <w:bottom w:val="single" w:sz="12" w:space="0" w:color="auto"/>
            </w:tcBorders>
          </w:tcPr>
          <w:p w14:paraId="68028840" w14:textId="77777777" w:rsidR="00F35BAF" w:rsidRPr="00DB58B5" w:rsidRDefault="00F35BAF" w:rsidP="00C97039">
            <w:pPr>
              <w:spacing w:before="120"/>
              <w:jc w:val="center"/>
            </w:pPr>
            <w:r>
              <w:rPr>
                <w:noProof/>
                <w:lang w:eastAsia="fr-CH"/>
              </w:rPr>
              <w:drawing>
                <wp:inline distT="0" distB="0" distL="0" distR="0" wp14:anchorId="41ABA230" wp14:editId="7079F09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431E52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930E435" w14:textId="77777777" w:rsidR="00F35BAF" w:rsidRDefault="005E5A0D" w:rsidP="00C97039">
            <w:pPr>
              <w:spacing w:before="240"/>
            </w:pPr>
            <w:r>
              <w:t>Distr. générale</w:t>
            </w:r>
          </w:p>
          <w:p w14:paraId="73AF9354" w14:textId="77777777" w:rsidR="005E5A0D" w:rsidRDefault="005E5A0D" w:rsidP="005E5A0D">
            <w:pPr>
              <w:spacing w:line="240" w:lineRule="exact"/>
            </w:pPr>
            <w:r>
              <w:t>1</w:t>
            </w:r>
            <w:r w:rsidRPr="005E5A0D">
              <w:rPr>
                <w:vertAlign w:val="superscript"/>
              </w:rPr>
              <w:t>er</w:t>
            </w:r>
            <w:r>
              <w:t xml:space="preserve"> février 2021</w:t>
            </w:r>
          </w:p>
          <w:p w14:paraId="31B3E1B2" w14:textId="77777777" w:rsidR="005E5A0D" w:rsidRDefault="005E5A0D" w:rsidP="005E5A0D">
            <w:pPr>
              <w:spacing w:line="240" w:lineRule="exact"/>
            </w:pPr>
            <w:r>
              <w:t>Français</w:t>
            </w:r>
          </w:p>
          <w:p w14:paraId="5CE63DF5" w14:textId="77777777" w:rsidR="005E5A0D" w:rsidRPr="00DB58B5" w:rsidRDefault="005E5A0D" w:rsidP="005E5A0D">
            <w:pPr>
              <w:spacing w:line="240" w:lineRule="exact"/>
            </w:pPr>
            <w:r>
              <w:t>Original : anglais</w:t>
            </w:r>
          </w:p>
        </w:tc>
      </w:tr>
    </w:tbl>
    <w:p w14:paraId="485A2E40" w14:textId="77777777" w:rsidR="007F20FA" w:rsidRPr="000312C0" w:rsidRDefault="007F20FA" w:rsidP="007F20FA">
      <w:pPr>
        <w:spacing w:before="120"/>
        <w:rPr>
          <w:b/>
          <w:sz w:val="28"/>
          <w:szCs w:val="28"/>
        </w:rPr>
      </w:pPr>
      <w:r w:rsidRPr="000312C0">
        <w:rPr>
          <w:b/>
          <w:sz w:val="28"/>
          <w:szCs w:val="28"/>
        </w:rPr>
        <w:t>Commission économique pour l</w:t>
      </w:r>
      <w:r w:rsidR="004B0B6E">
        <w:rPr>
          <w:b/>
          <w:sz w:val="28"/>
          <w:szCs w:val="28"/>
        </w:rPr>
        <w:t>’</w:t>
      </w:r>
      <w:r w:rsidRPr="000312C0">
        <w:rPr>
          <w:b/>
          <w:sz w:val="28"/>
          <w:szCs w:val="28"/>
        </w:rPr>
        <w:t>Europe</w:t>
      </w:r>
    </w:p>
    <w:p w14:paraId="46AD261D" w14:textId="77777777" w:rsidR="007F20FA" w:rsidRDefault="007F20FA" w:rsidP="007F20FA">
      <w:pPr>
        <w:spacing w:before="120"/>
        <w:rPr>
          <w:sz w:val="28"/>
          <w:szCs w:val="28"/>
        </w:rPr>
      </w:pPr>
      <w:r w:rsidRPr="00685843">
        <w:rPr>
          <w:sz w:val="28"/>
          <w:szCs w:val="28"/>
        </w:rPr>
        <w:t>Comité des transports intérieurs</w:t>
      </w:r>
    </w:p>
    <w:p w14:paraId="7B9C10B5" w14:textId="77777777" w:rsidR="00BC0969" w:rsidRPr="00C671A4" w:rsidRDefault="00BC0969" w:rsidP="00BC7683">
      <w:pPr>
        <w:spacing w:before="120"/>
        <w:rPr>
          <w:b/>
          <w:sz w:val="24"/>
          <w:szCs w:val="24"/>
          <w:lang w:eastAsia="fr-FR"/>
        </w:rPr>
      </w:pPr>
      <w:bookmarkStart w:id="0" w:name="_Hlk62741128"/>
      <w:r w:rsidRPr="00C671A4">
        <w:rPr>
          <w:b/>
          <w:sz w:val="24"/>
          <w:szCs w:val="24"/>
          <w:lang w:eastAsia="fr-FR"/>
        </w:rPr>
        <w:t>Forum mondial de l</w:t>
      </w:r>
      <w:r w:rsidR="004B0B6E">
        <w:rPr>
          <w:b/>
          <w:sz w:val="24"/>
          <w:szCs w:val="24"/>
          <w:lang w:eastAsia="fr-FR"/>
        </w:rPr>
        <w:t>’</w:t>
      </w:r>
      <w:r w:rsidRPr="00C671A4">
        <w:rPr>
          <w:b/>
          <w:sz w:val="24"/>
          <w:szCs w:val="24"/>
          <w:lang w:eastAsia="fr-FR"/>
        </w:rPr>
        <w:t xml:space="preserve">harmonisation des Règlements </w:t>
      </w:r>
      <w:r w:rsidR="00BC7683">
        <w:rPr>
          <w:b/>
          <w:sz w:val="24"/>
          <w:szCs w:val="24"/>
          <w:lang w:eastAsia="fr-FR"/>
        </w:rPr>
        <w:br/>
      </w:r>
      <w:r w:rsidRPr="00C671A4">
        <w:rPr>
          <w:b/>
          <w:sz w:val="24"/>
          <w:szCs w:val="24"/>
          <w:lang w:eastAsia="fr-FR"/>
        </w:rPr>
        <w:t xml:space="preserve">concernant les véhicules </w:t>
      </w:r>
    </w:p>
    <w:bookmarkEnd w:id="0"/>
    <w:p w14:paraId="2D39D85B" w14:textId="77777777" w:rsidR="00BC0969" w:rsidRPr="00C671A4" w:rsidRDefault="00BC0969" w:rsidP="00BC7683">
      <w:pPr>
        <w:spacing w:before="120"/>
        <w:rPr>
          <w:b/>
          <w:lang w:eastAsia="fr-FR"/>
        </w:rPr>
      </w:pPr>
      <w:r w:rsidRPr="00C671A4">
        <w:rPr>
          <w:b/>
          <w:lang w:eastAsia="fr-FR"/>
        </w:rPr>
        <w:t>183</w:t>
      </w:r>
      <w:r w:rsidRPr="00C671A4">
        <w:rPr>
          <w:b/>
          <w:vertAlign w:val="superscript"/>
          <w:lang w:eastAsia="fr-FR"/>
        </w:rPr>
        <w:t>e</w:t>
      </w:r>
      <w:r w:rsidRPr="00C671A4">
        <w:rPr>
          <w:b/>
          <w:lang w:eastAsia="fr-FR"/>
        </w:rPr>
        <w:t xml:space="preserve"> session</w:t>
      </w:r>
    </w:p>
    <w:p w14:paraId="1F2DE46A" w14:textId="77777777" w:rsidR="00BC0969" w:rsidRPr="00C671A4" w:rsidRDefault="00BC0969" w:rsidP="00BC0969">
      <w:pPr>
        <w:rPr>
          <w:lang w:eastAsia="fr-FR"/>
        </w:rPr>
      </w:pPr>
      <w:r w:rsidRPr="00C671A4">
        <w:rPr>
          <w:lang w:eastAsia="fr-FR"/>
        </w:rPr>
        <w:t>Genève, 9-11 mars 2021</w:t>
      </w:r>
    </w:p>
    <w:p w14:paraId="3EA089AE" w14:textId="77777777" w:rsidR="00BC0969" w:rsidRPr="00C671A4" w:rsidRDefault="00BC0969" w:rsidP="00BC0969">
      <w:pPr>
        <w:rPr>
          <w:lang w:eastAsia="fr-FR"/>
        </w:rPr>
      </w:pPr>
      <w:r w:rsidRPr="00C671A4">
        <w:rPr>
          <w:lang w:eastAsia="fr-FR"/>
        </w:rPr>
        <w:t>Point 4.</w:t>
      </w:r>
      <w:r>
        <w:rPr>
          <w:lang w:eastAsia="fr-FR"/>
        </w:rPr>
        <w:t>6.9</w:t>
      </w:r>
      <w:r w:rsidRPr="00C671A4">
        <w:rPr>
          <w:lang w:eastAsia="fr-FR"/>
        </w:rPr>
        <w:t xml:space="preserve"> de l</w:t>
      </w:r>
      <w:r w:rsidR="004B0B6E">
        <w:rPr>
          <w:lang w:eastAsia="fr-FR"/>
        </w:rPr>
        <w:t>’</w:t>
      </w:r>
      <w:r w:rsidRPr="00C671A4">
        <w:rPr>
          <w:lang w:eastAsia="fr-FR"/>
        </w:rPr>
        <w:t>ordre du jour provisoire</w:t>
      </w:r>
    </w:p>
    <w:p w14:paraId="2FCEA384" w14:textId="77777777" w:rsidR="00BC0969" w:rsidRPr="00C671A4" w:rsidRDefault="00BC0969" w:rsidP="00BC0969">
      <w:pPr>
        <w:rPr>
          <w:b/>
          <w:lang w:eastAsia="fr-FR"/>
        </w:rPr>
      </w:pPr>
      <w:r w:rsidRPr="00C671A4">
        <w:rPr>
          <w:b/>
          <w:lang w:eastAsia="fr-FR"/>
        </w:rPr>
        <w:t>Accord de 1958</w:t>
      </w:r>
      <w:r w:rsidR="00BC7683">
        <w:rPr>
          <w:b/>
          <w:lang w:eastAsia="fr-FR"/>
        </w:rPr>
        <w:t> </w:t>
      </w:r>
      <w:r w:rsidRPr="00C671A4">
        <w:rPr>
          <w:b/>
          <w:lang w:eastAsia="fr-FR"/>
        </w:rPr>
        <w:t>:</w:t>
      </w:r>
    </w:p>
    <w:p w14:paraId="2563C77C" w14:textId="77777777" w:rsidR="00BC0969" w:rsidRPr="00C671A4" w:rsidRDefault="00BC0969" w:rsidP="00BC0969">
      <w:pPr>
        <w:rPr>
          <w:b/>
          <w:lang w:eastAsia="fr-FR"/>
        </w:rPr>
      </w:pPr>
      <w:r w:rsidRPr="00C671A4">
        <w:rPr>
          <w:b/>
          <w:lang w:eastAsia="fr-FR"/>
        </w:rPr>
        <w:t>Examen de projets d</w:t>
      </w:r>
      <w:r w:rsidR="004B0B6E">
        <w:rPr>
          <w:b/>
          <w:lang w:eastAsia="fr-FR"/>
        </w:rPr>
        <w:t>’</w:t>
      </w:r>
      <w:r w:rsidRPr="00C671A4">
        <w:rPr>
          <w:b/>
          <w:lang w:eastAsia="fr-FR"/>
        </w:rPr>
        <w:t>amendements à des Règlements ONU</w:t>
      </w:r>
      <w:r w:rsidRPr="00C671A4">
        <w:rPr>
          <w:b/>
          <w:lang w:eastAsia="fr-FR"/>
        </w:rPr>
        <w:br/>
        <w:t>existants, soumis par le GRBP</w:t>
      </w:r>
    </w:p>
    <w:p w14:paraId="7FE8B34A" w14:textId="77777777" w:rsidR="00BC0969" w:rsidRPr="00662EA0" w:rsidRDefault="00BC0969" w:rsidP="00BC7683">
      <w:pPr>
        <w:pStyle w:val="HChG"/>
      </w:pPr>
      <w:r w:rsidRPr="00191D28">
        <w:tab/>
      </w:r>
      <w:r w:rsidRPr="00191D28">
        <w:tab/>
      </w:r>
      <w:r w:rsidRPr="00662EA0">
        <w:t>Proposition révi</w:t>
      </w:r>
      <w:r>
        <w:t>sée de nouvelle série 01 d</w:t>
      </w:r>
      <w:r w:rsidR="004B0B6E">
        <w:t>’</w:t>
      </w:r>
      <w:r>
        <w:t>amendements au</w:t>
      </w:r>
      <w:r w:rsidR="00BC7683">
        <w:t> </w:t>
      </w:r>
      <w:r>
        <w:t>Règlement ONU n</w:t>
      </w:r>
      <w:r w:rsidR="00BC7683" w:rsidRPr="00BC7683">
        <w:rPr>
          <w:vertAlign w:val="superscript"/>
        </w:rPr>
        <w:t>o</w:t>
      </w:r>
      <w:r w:rsidR="00BC7683">
        <w:t> </w:t>
      </w:r>
      <w:r w:rsidRPr="00662EA0">
        <w:t xml:space="preserve">141 (Systèmes de surveillance </w:t>
      </w:r>
      <w:r w:rsidR="00BC7683">
        <w:br/>
      </w:r>
      <w:r w:rsidRPr="00662EA0">
        <w:t>de la pression des pneumatiques</w:t>
      </w:r>
      <w:r w:rsidR="00BC7683">
        <w:t>)</w:t>
      </w:r>
    </w:p>
    <w:p w14:paraId="1D331685" w14:textId="77777777" w:rsidR="00BC0969" w:rsidRPr="00563DF6" w:rsidRDefault="00BC0969" w:rsidP="00BC7683">
      <w:pPr>
        <w:pStyle w:val="H1G"/>
      </w:pPr>
      <w:r w:rsidRPr="00662EA0">
        <w:tab/>
      </w:r>
      <w:r w:rsidRPr="00662EA0">
        <w:tab/>
      </w:r>
      <w:r w:rsidRPr="0088635F">
        <w:t xml:space="preserve">Communication du </w:t>
      </w:r>
      <w:bookmarkStart w:id="1" w:name="_Hlk63765668"/>
      <w:r w:rsidRPr="0088635F">
        <w:t>Groupe de travail du bruit et des pneumatiques</w:t>
      </w:r>
      <w:bookmarkEnd w:id="1"/>
      <w:r w:rsidR="00BC7683" w:rsidRPr="00BC7683">
        <w:rPr>
          <w:rStyle w:val="Appelnotedebasdep"/>
          <w:b w:val="0"/>
          <w:bCs/>
          <w:sz w:val="20"/>
          <w:vertAlign w:val="baseline"/>
        </w:rPr>
        <w:footnoteReference w:customMarkFollows="1" w:id="2"/>
        <w:t>*</w:t>
      </w:r>
    </w:p>
    <w:p w14:paraId="4BF3B0E0" w14:textId="77777777" w:rsidR="00F9573C" w:rsidRDefault="00BC0969" w:rsidP="00BC7683">
      <w:pPr>
        <w:pStyle w:val="SingleTxtG"/>
        <w:ind w:firstLine="567"/>
      </w:pPr>
      <w:r w:rsidRPr="00563DF6">
        <w:t>Le texte ci-après a été adopté par le</w:t>
      </w:r>
      <w:r w:rsidRPr="00563DF6">
        <w:rPr>
          <w:szCs w:val="24"/>
        </w:rPr>
        <w:t xml:space="preserve"> </w:t>
      </w:r>
      <w:r w:rsidRPr="00563DF6">
        <w:t>Groupe de travail du bruit et des pneumatiques (GRBP) l</w:t>
      </w:r>
      <w:r>
        <w:t xml:space="preserve">ors de ses soixante-douzième et soixante-treizième sessions </w:t>
      </w:r>
      <w:r w:rsidRPr="00563DF6">
        <w:t>(ECE/TRANS/</w:t>
      </w:r>
      <w:r w:rsidR="00BC7683">
        <w:br/>
      </w:r>
      <w:r w:rsidRPr="00563DF6">
        <w:t xml:space="preserve">WP.29/GRBP/70, par. 22 </w:t>
      </w:r>
      <w:r>
        <w:t xml:space="preserve">et </w:t>
      </w:r>
      <w:r w:rsidRPr="00563DF6">
        <w:t>ECE/TRANS/WP.29/GRBP/71). Il est fondé sur le document ECE/TRANS/WP.29/GRBP/2020/20, l</w:t>
      </w:r>
      <w:r w:rsidR="004B0B6E">
        <w:t>’</w:t>
      </w:r>
      <w:r w:rsidRPr="00563DF6">
        <w:t>annexe IX du document ECE/TRANS/WP.29/</w:t>
      </w:r>
      <w:r w:rsidR="00BC7683">
        <w:br/>
      </w:r>
      <w:r w:rsidRPr="00563DF6">
        <w:t>GRBP/70, le document ECE/TRANS/WP.29/GRBP/2021/6 et le document informel GRBP</w:t>
      </w:r>
      <w:r w:rsidR="00BC7683">
        <w:noBreakHyphen/>
      </w:r>
      <w:r w:rsidRPr="00563DF6">
        <w:t xml:space="preserve">73-03. Il est </w:t>
      </w:r>
      <w:r>
        <w:t>soumis au</w:t>
      </w:r>
      <w:r w:rsidRPr="00563DF6">
        <w:rPr>
          <w:b/>
          <w:sz w:val="24"/>
          <w:szCs w:val="24"/>
          <w:lang w:eastAsia="fr-FR"/>
        </w:rPr>
        <w:t xml:space="preserve"> </w:t>
      </w:r>
      <w:r w:rsidRPr="00563DF6">
        <w:rPr>
          <w:bCs/>
        </w:rPr>
        <w:t>Forum mondial de l</w:t>
      </w:r>
      <w:r w:rsidR="004B0B6E">
        <w:rPr>
          <w:bCs/>
        </w:rPr>
        <w:t>’</w:t>
      </w:r>
      <w:r w:rsidRPr="00563DF6">
        <w:rPr>
          <w:bCs/>
        </w:rPr>
        <w:t>harmonisation des Règlements concernant les véhicules</w:t>
      </w:r>
      <w:r>
        <w:t xml:space="preserve"> </w:t>
      </w:r>
      <w:r w:rsidRPr="00563DF6">
        <w:t>(WP.29) e</w:t>
      </w:r>
      <w:r>
        <w:t xml:space="preserve">t au </w:t>
      </w:r>
      <w:r w:rsidRPr="00563DF6">
        <w:t>Comité d</w:t>
      </w:r>
      <w:r w:rsidR="004B0B6E">
        <w:t>’</w:t>
      </w:r>
      <w:r w:rsidRPr="00563DF6">
        <w:t>administration (AC.1)</w:t>
      </w:r>
      <w:r>
        <w:t xml:space="preserve"> pour examen à leurs sessions de mars </w:t>
      </w:r>
      <w:r w:rsidRPr="00662EA0">
        <w:t>2021.</w:t>
      </w:r>
    </w:p>
    <w:p w14:paraId="5ED562EE" w14:textId="77777777" w:rsidR="00BC0969" w:rsidRDefault="00BC0969" w:rsidP="00BC0969">
      <w:r>
        <w:br w:type="page"/>
      </w:r>
    </w:p>
    <w:p w14:paraId="3B413155" w14:textId="77777777" w:rsidR="00BC0969" w:rsidRPr="00662EA0" w:rsidRDefault="00BC0969" w:rsidP="00BC7683">
      <w:pPr>
        <w:pStyle w:val="SingleTxtG"/>
      </w:pPr>
      <w:r w:rsidRPr="00BC7683">
        <w:rPr>
          <w:i/>
          <w:iCs/>
        </w:rPr>
        <w:lastRenderedPageBreak/>
        <w:t>Règlement ONU n</w:t>
      </w:r>
      <w:r w:rsidR="00BC7683" w:rsidRPr="00BC7683">
        <w:rPr>
          <w:i/>
          <w:iCs/>
          <w:vertAlign w:val="superscript"/>
        </w:rPr>
        <w:t>o</w:t>
      </w:r>
      <w:r w:rsidR="00BC7683">
        <w:rPr>
          <w:i/>
          <w:iCs/>
        </w:rPr>
        <w:t> </w:t>
      </w:r>
      <w:r w:rsidRPr="00BC7683">
        <w:rPr>
          <w:i/>
          <w:iCs/>
        </w:rPr>
        <w:t>141</w:t>
      </w:r>
      <w:r w:rsidRPr="00662EA0">
        <w:t>, modifier comme suit</w:t>
      </w:r>
      <w:r w:rsidR="00BC7683">
        <w:t> </w:t>
      </w:r>
      <w:r w:rsidRPr="00662EA0">
        <w:t>:</w:t>
      </w:r>
    </w:p>
    <w:p w14:paraId="4F0E60CC" w14:textId="016BDC60" w:rsidR="00BC0969" w:rsidRDefault="00BC0969" w:rsidP="00BC7683">
      <w:pPr>
        <w:pStyle w:val="HChG"/>
        <w:rPr>
          <w:lang w:val="fr-FR"/>
        </w:rPr>
      </w:pPr>
      <w:r w:rsidRPr="00662EA0">
        <w:tab/>
      </w:r>
      <w:r w:rsidRPr="00662EA0">
        <w:tab/>
      </w:r>
      <w:r w:rsidR="00BC7683" w:rsidRPr="00133266">
        <w:rPr>
          <w:b w:val="0"/>
          <w:bCs/>
          <w:sz w:val="20"/>
        </w:rPr>
        <w:t>« </w:t>
      </w:r>
      <w:r w:rsidRPr="00662EA0">
        <w:rPr>
          <w:lang w:val="fr-FR"/>
        </w:rPr>
        <w:t xml:space="preserve">Prescriptions uniformes </w:t>
      </w:r>
      <w:bookmarkStart w:id="2" w:name="_GoBack"/>
      <w:bookmarkEnd w:id="2"/>
      <w:r w:rsidRPr="00662EA0">
        <w:rPr>
          <w:lang w:val="fr-FR"/>
        </w:rPr>
        <w:t>relatives à l</w:t>
      </w:r>
      <w:r w:rsidR="004B0B6E">
        <w:rPr>
          <w:lang w:val="fr-FR"/>
        </w:rPr>
        <w:t>’</w:t>
      </w:r>
      <w:r w:rsidRPr="00662EA0">
        <w:rPr>
          <w:lang w:val="fr-FR"/>
        </w:rPr>
        <w:t>homologation des</w:t>
      </w:r>
      <w:r w:rsidR="00BC7683">
        <w:rPr>
          <w:lang w:val="fr-FR"/>
        </w:rPr>
        <w:t> </w:t>
      </w:r>
      <w:r w:rsidRPr="00662EA0">
        <w:rPr>
          <w:lang w:val="fr-FR"/>
        </w:rPr>
        <w:t xml:space="preserve">véhicules en ce qui concerne leur système </w:t>
      </w:r>
      <w:r w:rsidR="00BC7683">
        <w:rPr>
          <w:lang w:val="fr-FR"/>
        </w:rPr>
        <w:br/>
      </w:r>
      <w:r w:rsidRPr="00662EA0">
        <w:rPr>
          <w:lang w:val="fr-FR"/>
        </w:rPr>
        <w:t>de surveillance de la pression</w:t>
      </w:r>
      <w:r>
        <w:rPr>
          <w:lang w:val="fr-FR"/>
        </w:rPr>
        <w:t xml:space="preserve"> </w:t>
      </w:r>
      <w:r w:rsidRPr="00662EA0">
        <w:rPr>
          <w:lang w:val="fr-FR"/>
        </w:rPr>
        <w:t>des pneumatiques</w:t>
      </w:r>
      <w:r w:rsidR="00812CB8">
        <w:rPr>
          <w:lang w:val="fr-FR"/>
        </w:rPr>
        <w:t xml:space="preserve"> </w:t>
      </w:r>
    </w:p>
    <w:p w14:paraId="75A4408E" w14:textId="77777777" w:rsidR="00BC0969" w:rsidRPr="00BC0969" w:rsidRDefault="00BC0969" w:rsidP="00BC0969">
      <w:pPr>
        <w:spacing w:after="120"/>
        <w:rPr>
          <w:sz w:val="28"/>
        </w:rPr>
      </w:pPr>
      <w:r w:rsidRPr="00BC0969">
        <w:rPr>
          <w:sz w:val="28"/>
        </w:rPr>
        <w:t>Table des matières</w:t>
      </w:r>
    </w:p>
    <w:p w14:paraId="394D8E9C" w14:textId="21F21143" w:rsidR="00BC0969" w:rsidRPr="00BC0969" w:rsidRDefault="00BC0969" w:rsidP="00BC0969">
      <w:pPr>
        <w:tabs>
          <w:tab w:val="right" w:pos="9638"/>
        </w:tabs>
        <w:spacing w:after="120"/>
        <w:ind w:left="283"/>
        <w:rPr>
          <w:i/>
          <w:sz w:val="18"/>
        </w:rPr>
      </w:pPr>
      <w:r w:rsidRPr="00BC0969">
        <w:rPr>
          <w:i/>
          <w:sz w:val="18"/>
        </w:rPr>
        <w:tab/>
        <w:t>Page</w:t>
      </w:r>
    </w:p>
    <w:p w14:paraId="6F64B66F" w14:textId="77777777" w:rsidR="00BC0969" w:rsidRDefault="00BC0969" w:rsidP="00BC0969">
      <w:pPr>
        <w:tabs>
          <w:tab w:val="right" w:pos="850"/>
          <w:tab w:val="right" w:leader="dot" w:pos="8787"/>
          <w:tab w:val="right" w:pos="9638"/>
        </w:tabs>
        <w:spacing w:after="120"/>
        <w:ind w:left="1134" w:hanging="1134"/>
      </w:pPr>
      <w:r>
        <w:tab/>
      </w:r>
      <w:r w:rsidR="00133266">
        <w:t>1</w:t>
      </w:r>
      <w:r>
        <w:t>.</w:t>
      </w:r>
      <w:r>
        <w:tab/>
      </w:r>
      <w:r w:rsidR="00133266" w:rsidRPr="00662EA0">
        <w:rPr>
          <w:lang w:val="fr-CA"/>
        </w:rPr>
        <w:t>Champ d</w:t>
      </w:r>
      <w:r w:rsidR="00133266">
        <w:rPr>
          <w:lang w:val="fr-CA"/>
        </w:rPr>
        <w:t>’</w:t>
      </w:r>
      <w:r w:rsidR="00133266" w:rsidRPr="00662EA0">
        <w:rPr>
          <w:lang w:val="fr-CA"/>
        </w:rPr>
        <w:t>application</w:t>
      </w:r>
      <w:r>
        <w:tab/>
      </w:r>
      <w:r w:rsidR="00133266">
        <w:tab/>
        <w:t>3</w:t>
      </w:r>
    </w:p>
    <w:p w14:paraId="05B7B045" w14:textId="77777777" w:rsidR="00E949AD" w:rsidRDefault="00E949AD" w:rsidP="00BC0969">
      <w:pPr>
        <w:tabs>
          <w:tab w:val="right" w:pos="850"/>
          <w:tab w:val="right" w:leader="dot" w:pos="8787"/>
          <w:tab w:val="right" w:pos="9638"/>
        </w:tabs>
        <w:spacing w:after="120"/>
        <w:ind w:left="1134" w:hanging="1134"/>
        <w:rPr>
          <w:lang w:val="fr-CA"/>
        </w:rPr>
      </w:pPr>
      <w:r>
        <w:tab/>
        <w:t>2.</w:t>
      </w:r>
      <w:r>
        <w:tab/>
      </w:r>
      <w:r w:rsidRPr="00A146B6">
        <w:rPr>
          <w:lang w:val="fr-CA"/>
        </w:rPr>
        <w:t>Définitions</w:t>
      </w:r>
      <w:r>
        <w:rPr>
          <w:lang w:val="fr-CA"/>
        </w:rPr>
        <w:tab/>
      </w:r>
      <w:r>
        <w:rPr>
          <w:lang w:val="fr-CA"/>
        </w:rPr>
        <w:tab/>
        <w:t>3</w:t>
      </w:r>
    </w:p>
    <w:p w14:paraId="72F208ED" w14:textId="77777777" w:rsidR="00E949AD" w:rsidRDefault="00E949AD" w:rsidP="00BC0969">
      <w:pPr>
        <w:tabs>
          <w:tab w:val="right" w:pos="850"/>
          <w:tab w:val="right" w:leader="dot" w:pos="8787"/>
          <w:tab w:val="right" w:pos="9638"/>
        </w:tabs>
        <w:spacing w:after="120"/>
        <w:ind w:left="1134" w:hanging="1134"/>
        <w:rPr>
          <w:lang w:val="fr-CA"/>
        </w:rPr>
      </w:pPr>
      <w:r>
        <w:rPr>
          <w:lang w:val="fr-CA"/>
        </w:rPr>
        <w:tab/>
        <w:t>3.</w:t>
      </w:r>
      <w:r>
        <w:rPr>
          <w:lang w:val="fr-CA"/>
        </w:rPr>
        <w:tab/>
      </w:r>
      <w:r w:rsidR="00C31151" w:rsidRPr="00662EA0">
        <w:rPr>
          <w:lang w:val="fr-CA"/>
        </w:rPr>
        <w:t>Demande d</w:t>
      </w:r>
      <w:r w:rsidR="00C31151">
        <w:rPr>
          <w:lang w:val="fr-CA"/>
        </w:rPr>
        <w:t>’</w:t>
      </w:r>
      <w:r w:rsidR="00C31151" w:rsidRPr="00662EA0">
        <w:rPr>
          <w:lang w:val="fr-CA"/>
        </w:rPr>
        <w:t>homologation</w:t>
      </w:r>
      <w:r w:rsidR="00C31151">
        <w:rPr>
          <w:lang w:val="fr-CA"/>
        </w:rPr>
        <w:tab/>
      </w:r>
      <w:r w:rsidR="00C31151">
        <w:rPr>
          <w:lang w:val="fr-CA"/>
        </w:rPr>
        <w:tab/>
        <w:t>4</w:t>
      </w:r>
    </w:p>
    <w:p w14:paraId="4A4D5F56" w14:textId="77777777" w:rsidR="00C31151" w:rsidRDefault="00C31151" w:rsidP="00BC0969">
      <w:pPr>
        <w:tabs>
          <w:tab w:val="right" w:pos="850"/>
          <w:tab w:val="right" w:leader="dot" w:pos="8787"/>
          <w:tab w:val="right" w:pos="9638"/>
        </w:tabs>
        <w:spacing w:after="120"/>
        <w:ind w:left="1134" w:hanging="1134"/>
        <w:rPr>
          <w:lang w:val="fr-CA"/>
        </w:rPr>
      </w:pPr>
      <w:r>
        <w:rPr>
          <w:lang w:val="fr-CA"/>
        </w:rPr>
        <w:tab/>
        <w:t>4.</w:t>
      </w:r>
      <w:r>
        <w:rPr>
          <w:lang w:val="fr-CA"/>
        </w:rPr>
        <w:tab/>
      </w:r>
      <w:r w:rsidR="006F27C1" w:rsidRPr="00AD78CC">
        <w:rPr>
          <w:lang w:val="fr-CA"/>
        </w:rPr>
        <w:t>Homologation</w:t>
      </w:r>
      <w:r w:rsidR="006F27C1">
        <w:rPr>
          <w:lang w:val="fr-CA"/>
        </w:rPr>
        <w:tab/>
      </w:r>
      <w:r w:rsidR="006F27C1">
        <w:rPr>
          <w:lang w:val="fr-CA"/>
        </w:rPr>
        <w:tab/>
        <w:t>5</w:t>
      </w:r>
    </w:p>
    <w:p w14:paraId="154F4E2C" w14:textId="77777777" w:rsidR="006F27C1" w:rsidRDefault="006F27C1" w:rsidP="00BC0969">
      <w:pPr>
        <w:tabs>
          <w:tab w:val="right" w:pos="850"/>
          <w:tab w:val="right" w:leader="dot" w:pos="8787"/>
          <w:tab w:val="right" w:pos="9638"/>
        </w:tabs>
        <w:spacing w:after="120"/>
        <w:ind w:left="1134" w:hanging="1134"/>
        <w:rPr>
          <w:lang w:val="fr-CA"/>
        </w:rPr>
      </w:pPr>
      <w:r>
        <w:rPr>
          <w:lang w:val="fr-CA"/>
        </w:rPr>
        <w:tab/>
        <w:t>5.</w:t>
      </w:r>
      <w:r>
        <w:rPr>
          <w:lang w:val="fr-CA"/>
        </w:rPr>
        <w:tab/>
      </w:r>
      <w:r w:rsidR="000901AE" w:rsidRPr="00662EA0">
        <w:rPr>
          <w:lang w:val="fr-CA"/>
        </w:rPr>
        <w:t>Spécifications et essais</w:t>
      </w:r>
      <w:r w:rsidR="000901AE">
        <w:rPr>
          <w:lang w:val="fr-CA"/>
        </w:rPr>
        <w:tab/>
      </w:r>
      <w:r w:rsidR="000901AE">
        <w:rPr>
          <w:lang w:val="fr-CA"/>
        </w:rPr>
        <w:tab/>
        <w:t>6</w:t>
      </w:r>
    </w:p>
    <w:p w14:paraId="1E769EFD" w14:textId="77777777" w:rsidR="000901AE" w:rsidRDefault="000901AE" w:rsidP="00BC0969">
      <w:pPr>
        <w:tabs>
          <w:tab w:val="right" w:pos="850"/>
          <w:tab w:val="right" w:leader="dot" w:pos="8787"/>
          <w:tab w:val="right" w:pos="9638"/>
        </w:tabs>
        <w:spacing w:after="120"/>
        <w:ind w:left="1134" w:hanging="1134"/>
      </w:pPr>
      <w:r>
        <w:rPr>
          <w:lang w:val="fr-CA"/>
        </w:rPr>
        <w:tab/>
        <w:t>6.</w:t>
      </w:r>
      <w:r>
        <w:rPr>
          <w:lang w:val="fr-CA"/>
        </w:rPr>
        <w:tab/>
      </w:r>
      <w:r w:rsidR="0094265C" w:rsidRPr="007A28EE">
        <w:t>Informations supplémentaires</w:t>
      </w:r>
      <w:r w:rsidR="0094265C">
        <w:tab/>
      </w:r>
      <w:r w:rsidR="0094265C">
        <w:tab/>
        <w:t>10</w:t>
      </w:r>
    </w:p>
    <w:p w14:paraId="47BE21CE" w14:textId="77777777" w:rsidR="0094265C" w:rsidRDefault="0094265C" w:rsidP="00BC0969">
      <w:pPr>
        <w:tabs>
          <w:tab w:val="right" w:pos="850"/>
          <w:tab w:val="right" w:leader="dot" w:pos="8787"/>
          <w:tab w:val="right" w:pos="9638"/>
        </w:tabs>
        <w:spacing w:after="120"/>
        <w:ind w:left="1134" w:hanging="1134"/>
        <w:rPr>
          <w:lang w:val="fr-CA"/>
        </w:rPr>
      </w:pPr>
      <w:r>
        <w:tab/>
        <w:t>7.</w:t>
      </w:r>
      <w:r>
        <w:tab/>
      </w:r>
      <w:r w:rsidR="00C948C7" w:rsidRPr="00670645">
        <w:rPr>
          <w:lang w:val="fr-CA"/>
        </w:rPr>
        <w:t xml:space="preserve">Modifications et </w:t>
      </w:r>
      <w:r w:rsidR="00C948C7" w:rsidRPr="00AD78CC">
        <w:t>extension</w:t>
      </w:r>
      <w:r w:rsidR="00C948C7" w:rsidRPr="00670645">
        <w:rPr>
          <w:lang w:val="fr-CA"/>
        </w:rPr>
        <w:t xml:space="preserve"> de l</w:t>
      </w:r>
      <w:r w:rsidR="00C948C7">
        <w:rPr>
          <w:lang w:val="fr-CA"/>
        </w:rPr>
        <w:t>’</w:t>
      </w:r>
      <w:r w:rsidR="00C948C7" w:rsidRPr="00670645">
        <w:rPr>
          <w:lang w:val="fr-CA"/>
        </w:rPr>
        <w:t>homologation d</w:t>
      </w:r>
      <w:r w:rsidR="00C948C7">
        <w:rPr>
          <w:lang w:val="fr-CA"/>
        </w:rPr>
        <w:t>’</w:t>
      </w:r>
      <w:r w:rsidR="00C948C7" w:rsidRPr="00670645">
        <w:rPr>
          <w:lang w:val="fr-CA"/>
        </w:rPr>
        <w:t>un type de véhicule</w:t>
      </w:r>
      <w:r w:rsidR="00C948C7">
        <w:rPr>
          <w:lang w:val="fr-CA"/>
        </w:rPr>
        <w:tab/>
      </w:r>
      <w:r w:rsidR="00C948C7">
        <w:rPr>
          <w:lang w:val="fr-CA"/>
        </w:rPr>
        <w:tab/>
        <w:t>10</w:t>
      </w:r>
    </w:p>
    <w:p w14:paraId="6423CA21" w14:textId="77777777" w:rsidR="00C948C7" w:rsidRDefault="00C948C7" w:rsidP="00BC0969">
      <w:pPr>
        <w:tabs>
          <w:tab w:val="right" w:pos="850"/>
          <w:tab w:val="right" w:leader="dot" w:pos="8787"/>
          <w:tab w:val="right" w:pos="9638"/>
        </w:tabs>
        <w:spacing w:after="120"/>
        <w:ind w:left="1134" w:hanging="1134"/>
        <w:rPr>
          <w:lang w:val="fr-CA"/>
        </w:rPr>
      </w:pPr>
      <w:r>
        <w:rPr>
          <w:lang w:val="fr-CA"/>
        </w:rPr>
        <w:tab/>
        <w:t>8.</w:t>
      </w:r>
      <w:r>
        <w:rPr>
          <w:lang w:val="fr-CA"/>
        </w:rPr>
        <w:tab/>
      </w:r>
      <w:r w:rsidR="00043678" w:rsidRPr="007A28EE">
        <w:t xml:space="preserve">Conformité de la </w:t>
      </w:r>
      <w:r w:rsidR="00043678" w:rsidRPr="00AD78CC">
        <w:rPr>
          <w:lang w:val="fr-CA"/>
        </w:rPr>
        <w:t>production</w:t>
      </w:r>
      <w:r w:rsidR="00043678">
        <w:rPr>
          <w:lang w:val="fr-CA"/>
        </w:rPr>
        <w:tab/>
      </w:r>
      <w:r w:rsidR="00043678">
        <w:rPr>
          <w:lang w:val="fr-CA"/>
        </w:rPr>
        <w:tab/>
        <w:t>11</w:t>
      </w:r>
    </w:p>
    <w:p w14:paraId="4C0E3C37" w14:textId="77777777" w:rsidR="00043678" w:rsidRDefault="00043678" w:rsidP="00BC0969">
      <w:pPr>
        <w:tabs>
          <w:tab w:val="right" w:pos="850"/>
          <w:tab w:val="right" w:leader="dot" w:pos="8787"/>
          <w:tab w:val="right" w:pos="9638"/>
        </w:tabs>
        <w:spacing w:after="120"/>
        <w:ind w:left="1134" w:hanging="1134"/>
        <w:rPr>
          <w:lang w:val="fr-CA"/>
        </w:rPr>
      </w:pPr>
      <w:r>
        <w:rPr>
          <w:lang w:val="fr-CA"/>
        </w:rPr>
        <w:tab/>
        <w:t>9.</w:t>
      </w:r>
      <w:r>
        <w:rPr>
          <w:lang w:val="fr-CA"/>
        </w:rPr>
        <w:tab/>
      </w:r>
      <w:r w:rsidR="00B30D85" w:rsidRPr="00670645">
        <w:rPr>
          <w:lang w:val="fr-CA"/>
        </w:rPr>
        <w:t>Sanctions pour non-conformité de la production</w:t>
      </w:r>
      <w:r w:rsidR="00B30D85">
        <w:rPr>
          <w:lang w:val="fr-CA"/>
        </w:rPr>
        <w:tab/>
      </w:r>
      <w:r w:rsidR="00B30D85">
        <w:rPr>
          <w:lang w:val="fr-CA"/>
        </w:rPr>
        <w:tab/>
        <w:t>11</w:t>
      </w:r>
    </w:p>
    <w:p w14:paraId="5928D6DB" w14:textId="77777777" w:rsidR="00B30D85" w:rsidRDefault="00B30D85" w:rsidP="00BC0969">
      <w:pPr>
        <w:tabs>
          <w:tab w:val="right" w:pos="850"/>
          <w:tab w:val="right" w:leader="dot" w:pos="8787"/>
          <w:tab w:val="right" w:pos="9638"/>
        </w:tabs>
        <w:spacing w:after="120"/>
        <w:ind w:left="1134" w:hanging="1134"/>
      </w:pPr>
      <w:r>
        <w:rPr>
          <w:lang w:val="fr-CA"/>
        </w:rPr>
        <w:tab/>
        <w:t>10.</w:t>
      </w:r>
      <w:r>
        <w:rPr>
          <w:lang w:val="fr-CA"/>
        </w:rPr>
        <w:tab/>
      </w:r>
      <w:r w:rsidRPr="007A28EE">
        <w:t>Arrêt définitif de la production</w:t>
      </w:r>
      <w:r>
        <w:tab/>
      </w:r>
      <w:r>
        <w:tab/>
        <w:t>11</w:t>
      </w:r>
    </w:p>
    <w:p w14:paraId="0EC77756" w14:textId="77777777" w:rsidR="00B30D85" w:rsidRDefault="00B30D85" w:rsidP="00BC0969">
      <w:pPr>
        <w:tabs>
          <w:tab w:val="right" w:pos="850"/>
          <w:tab w:val="right" w:leader="dot" w:pos="8787"/>
          <w:tab w:val="right" w:pos="9638"/>
        </w:tabs>
        <w:spacing w:after="120"/>
        <w:ind w:left="1134" w:hanging="1134"/>
      </w:pPr>
      <w:r>
        <w:tab/>
        <w:t>11.</w:t>
      </w:r>
      <w:r>
        <w:tab/>
      </w:r>
      <w:r w:rsidRPr="00670645">
        <w:t>Noms et adresses des services techniques chargés des essais d</w:t>
      </w:r>
      <w:r>
        <w:t>’</w:t>
      </w:r>
      <w:r w:rsidRPr="00670645">
        <w:t xml:space="preserve">homologation </w:t>
      </w:r>
      <w:r>
        <w:br/>
      </w:r>
      <w:r w:rsidRPr="00670645">
        <w:t>et de l</w:t>
      </w:r>
      <w:r>
        <w:t>’</w:t>
      </w:r>
      <w:r w:rsidRPr="00670645">
        <w:t>autorité d</w:t>
      </w:r>
      <w:r>
        <w:t>’</w:t>
      </w:r>
      <w:r w:rsidRPr="00670645">
        <w:t>homologation de type</w:t>
      </w:r>
      <w:r>
        <w:tab/>
      </w:r>
      <w:r>
        <w:tab/>
        <w:t>11</w:t>
      </w:r>
    </w:p>
    <w:p w14:paraId="1539E7AD" w14:textId="77777777" w:rsidR="00B30D85" w:rsidRDefault="00B30D85" w:rsidP="00BC0969">
      <w:pPr>
        <w:tabs>
          <w:tab w:val="right" w:pos="850"/>
          <w:tab w:val="right" w:leader="dot" w:pos="8787"/>
          <w:tab w:val="right" w:pos="9638"/>
        </w:tabs>
        <w:spacing w:after="120"/>
        <w:ind w:left="1134" w:hanging="1134"/>
      </w:pPr>
      <w:r>
        <w:tab/>
        <w:t>12.</w:t>
      </w:r>
      <w:r>
        <w:tab/>
      </w:r>
      <w:r w:rsidR="004C1415" w:rsidRPr="007A28EE">
        <w:t>Dispositions transitoires</w:t>
      </w:r>
      <w:r w:rsidR="004C1415">
        <w:tab/>
      </w:r>
      <w:r w:rsidR="004C1415">
        <w:tab/>
        <w:t>11</w:t>
      </w:r>
    </w:p>
    <w:p w14:paraId="69798B9F" w14:textId="77777777" w:rsidR="00BC0969" w:rsidRPr="00BC0969" w:rsidRDefault="00BC0969" w:rsidP="00BC0969">
      <w:pPr>
        <w:tabs>
          <w:tab w:val="right" w:pos="850"/>
        </w:tabs>
        <w:spacing w:after="120"/>
      </w:pPr>
      <w:r>
        <w:tab/>
        <w:t>Annexes</w:t>
      </w:r>
    </w:p>
    <w:p w14:paraId="76EE404E" w14:textId="77777777" w:rsidR="00BC0969" w:rsidRDefault="00BC0969" w:rsidP="00BC0969">
      <w:pPr>
        <w:tabs>
          <w:tab w:val="right" w:pos="850"/>
          <w:tab w:val="right" w:leader="dot" w:pos="8787"/>
          <w:tab w:val="right" w:pos="9638"/>
        </w:tabs>
        <w:spacing w:after="120"/>
        <w:ind w:left="1134" w:hanging="1134"/>
      </w:pPr>
      <w:r>
        <w:tab/>
      </w:r>
      <w:r w:rsidR="004C1415">
        <w:t>1</w:t>
      </w:r>
      <w:r>
        <w:t>.</w:t>
      </w:r>
      <w:r>
        <w:tab/>
      </w:r>
      <w:r w:rsidR="004C1415" w:rsidRPr="00203671">
        <w:rPr>
          <w:lang w:val="fr-BE"/>
        </w:rPr>
        <w:t>Communication</w:t>
      </w:r>
      <w:r>
        <w:tab/>
      </w:r>
      <w:r w:rsidR="004C1415">
        <w:tab/>
        <w:t>13</w:t>
      </w:r>
    </w:p>
    <w:p w14:paraId="2D25DF9B" w14:textId="77777777" w:rsidR="004C1415" w:rsidRDefault="004C1415" w:rsidP="00BC0969">
      <w:pPr>
        <w:tabs>
          <w:tab w:val="right" w:pos="850"/>
          <w:tab w:val="right" w:leader="dot" w:pos="8787"/>
          <w:tab w:val="right" w:pos="9638"/>
        </w:tabs>
        <w:spacing w:after="120"/>
        <w:ind w:left="1134" w:hanging="1134"/>
        <w:rPr>
          <w:lang w:val="fr-CA"/>
        </w:rPr>
      </w:pPr>
      <w:r>
        <w:tab/>
        <w:t>2.</w:t>
      </w:r>
      <w:r>
        <w:tab/>
      </w:r>
      <w:r w:rsidRPr="00281398">
        <w:rPr>
          <w:lang w:val="fr-CA"/>
        </w:rPr>
        <w:t>Exemples de marques d</w:t>
      </w:r>
      <w:r>
        <w:rPr>
          <w:lang w:val="fr-CA"/>
        </w:rPr>
        <w:t>’</w:t>
      </w:r>
      <w:r w:rsidRPr="00281398">
        <w:rPr>
          <w:lang w:val="fr-CA"/>
        </w:rPr>
        <w:t>homologation</w:t>
      </w:r>
      <w:r>
        <w:rPr>
          <w:lang w:val="fr-CA"/>
        </w:rPr>
        <w:tab/>
      </w:r>
      <w:r>
        <w:rPr>
          <w:lang w:val="fr-CA"/>
        </w:rPr>
        <w:tab/>
        <w:t>15</w:t>
      </w:r>
    </w:p>
    <w:p w14:paraId="21000D1C" w14:textId="77777777" w:rsidR="004C1415" w:rsidRDefault="004C1415" w:rsidP="00BC0969">
      <w:pPr>
        <w:tabs>
          <w:tab w:val="right" w:pos="850"/>
          <w:tab w:val="right" w:leader="dot" w:pos="8787"/>
          <w:tab w:val="right" w:pos="9638"/>
        </w:tabs>
        <w:spacing w:after="120"/>
        <w:ind w:left="1134" w:hanging="1134"/>
      </w:pPr>
      <w:r>
        <w:rPr>
          <w:lang w:val="fr-CA"/>
        </w:rPr>
        <w:tab/>
        <w:t>3.</w:t>
      </w:r>
      <w:r>
        <w:rPr>
          <w:lang w:val="fr-CA"/>
        </w:rPr>
        <w:tab/>
      </w:r>
      <w:r w:rsidRPr="00775C0F">
        <w:t xml:space="preserve">Prescriptions relatives aux essais des systèmes de surveillance </w:t>
      </w:r>
      <w:r>
        <w:br/>
      </w:r>
      <w:r w:rsidRPr="00775C0F">
        <w:t xml:space="preserve">de la pression des pneumatiques </w:t>
      </w:r>
      <w:r>
        <w:t>(TPMS)</w:t>
      </w:r>
      <w:r>
        <w:tab/>
      </w:r>
      <w:r>
        <w:tab/>
        <w:t>16</w:t>
      </w:r>
    </w:p>
    <w:p w14:paraId="1A03AFCF" w14:textId="77777777" w:rsidR="004C1415" w:rsidRDefault="004C1415" w:rsidP="00BC0969">
      <w:pPr>
        <w:tabs>
          <w:tab w:val="right" w:pos="850"/>
          <w:tab w:val="right" w:leader="dot" w:pos="8787"/>
          <w:tab w:val="right" w:pos="9638"/>
        </w:tabs>
        <w:spacing w:after="120"/>
        <w:ind w:left="1134" w:hanging="1134"/>
      </w:pPr>
      <w:r>
        <w:tab/>
        <w:t>4.</w:t>
      </w:r>
      <w:r>
        <w:tab/>
      </w:r>
      <w:r w:rsidR="00563FBE" w:rsidRPr="00F0111F">
        <w:t xml:space="preserve">Prescriptions relatives aux essais des systèmes de regonflage des pneumatiques (TPRS) </w:t>
      </w:r>
      <w:r w:rsidR="00563FBE">
        <w:br/>
      </w:r>
      <w:r w:rsidR="00563FBE" w:rsidRPr="00F0111F">
        <w:t>et des systèmes centraux de</w:t>
      </w:r>
      <w:r w:rsidR="00563FBE">
        <w:t> </w:t>
      </w:r>
      <w:r w:rsidR="00563FBE" w:rsidRPr="00F0111F">
        <w:t>gonflage des pneumatiques (CTIS)</w:t>
      </w:r>
      <w:r w:rsidR="00563FBE">
        <w:tab/>
      </w:r>
      <w:r w:rsidR="00563FBE">
        <w:tab/>
        <w:t>21</w:t>
      </w:r>
    </w:p>
    <w:p w14:paraId="1A7C5A5D" w14:textId="77777777" w:rsidR="00563FBE" w:rsidRDefault="00563FBE" w:rsidP="00BC0969">
      <w:pPr>
        <w:tabs>
          <w:tab w:val="right" w:pos="850"/>
          <w:tab w:val="right" w:leader="dot" w:pos="8787"/>
          <w:tab w:val="right" w:pos="9638"/>
        </w:tabs>
        <w:spacing w:after="120"/>
        <w:ind w:left="1134" w:hanging="1134"/>
      </w:pPr>
      <w:r>
        <w:tab/>
        <w:t>5</w:t>
      </w:r>
      <w:r>
        <w:tab/>
      </w:r>
      <w:r w:rsidR="00EA377F" w:rsidRPr="00C646BA">
        <w:t xml:space="preserve">Compatibilité entre les véhicules tracteurs et les véhicules tractés en ce qui concerne </w:t>
      </w:r>
      <w:r w:rsidR="00EA377F">
        <w:br/>
      </w:r>
      <w:r w:rsidR="00EA377F" w:rsidRPr="00C646BA">
        <w:t>la communication des données définies dans la norme ISO 11992</w:t>
      </w:r>
      <w:r w:rsidR="00EA377F">
        <w:tab/>
      </w:r>
      <w:r w:rsidR="00EA377F">
        <w:tab/>
        <w:t>23</w:t>
      </w:r>
    </w:p>
    <w:p w14:paraId="2FA3642C" w14:textId="77777777" w:rsidR="00F462C1" w:rsidRDefault="00F462C1" w:rsidP="00BC0969">
      <w:pPr>
        <w:tabs>
          <w:tab w:val="right" w:pos="850"/>
          <w:tab w:val="right" w:leader="dot" w:pos="8787"/>
          <w:tab w:val="right" w:pos="9638"/>
        </w:tabs>
        <w:spacing w:after="120"/>
        <w:ind w:left="1134" w:hanging="1134"/>
      </w:pPr>
      <w:r>
        <w:tab/>
        <w:t>6.</w:t>
      </w:r>
      <w:r>
        <w:tab/>
      </w:r>
      <w:r w:rsidRPr="00E4633A">
        <w:t>Procédure d</w:t>
      </w:r>
      <w:r>
        <w:t>’</w:t>
      </w:r>
      <w:r w:rsidRPr="00E4633A">
        <w:t xml:space="preserve">essai visant à évaluer la compatibilité fonctionnelle des véhicules équipés </w:t>
      </w:r>
      <w:r>
        <w:br/>
      </w:r>
      <w:r w:rsidRPr="00E4633A">
        <w:t>d</w:t>
      </w:r>
      <w:r>
        <w:t>’</w:t>
      </w:r>
      <w:r w:rsidRPr="00E4633A">
        <w:t>une</w:t>
      </w:r>
      <w:r>
        <w:t xml:space="preserve"> interface de communication des données définies dans la norme </w:t>
      </w:r>
      <w:r w:rsidRPr="00E4633A">
        <w:t>ISO 11992</w:t>
      </w:r>
      <w:r>
        <w:tab/>
      </w:r>
      <w:r>
        <w:tab/>
        <w:t>30</w:t>
      </w:r>
    </w:p>
    <w:p w14:paraId="2A46C347" w14:textId="77777777" w:rsidR="00BC0969" w:rsidRDefault="00BC0969" w:rsidP="00BC0969">
      <w:r>
        <w:br w:type="page"/>
      </w:r>
    </w:p>
    <w:p w14:paraId="77BE45B8" w14:textId="77777777" w:rsidR="00BC0969" w:rsidRPr="00191D28" w:rsidRDefault="00BC0969" w:rsidP="00A146B6">
      <w:pPr>
        <w:pStyle w:val="HChG"/>
        <w:ind w:left="2268"/>
      </w:pPr>
      <w:r w:rsidRPr="00191D28">
        <w:lastRenderedPageBreak/>
        <w:t>1.</w:t>
      </w:r>
      <w:r w:rsidRPr="00191D28">
        <w:tab/>
      </w:r>
      <w:r w:rsidRPr="00662EA0">
        <w:rPr>
          <w:lang w:val="fr-CA"/>
        </w:rPr>
        <w:t>Champ d</w:t>
      </w:r>
      <w:r w:rsidR="004B0B6E">
        <w:rPr>
          <w:lang w:val="fr-CA"/>
        </w:rPr>
        <w:t>’</w:t>
      </w:r>
      <w:r w:rsidRPr="00662EA0">
        <w:rPr>
          <w:lang w:val="fr-CA"/>
        </w:rPr>
        <w:t>application</w:t>
      </w:r>
    </w:p>
    <w:p w14:paraId="59859642" w14:textId="77777777" w:rsidR="00BC0969" w:rsidRPr="00191D28" w:rsidRDefault="00BC0969" w:rsidP="00A146B6">
      <w:pPr>
        <w:pStyle w:val="SingleTxtG"/>
        <w:ind w:left="2268"/>
      </w:pPr>
      <w:r w:rsidRPr="00775C0F">
        <w:rPr>
          <w:lang w:val="fr-CA"/>
        </w:rPr>
        <w:t>Le présent Règlement s</w:t>
      </w:r>
      <w:r w:rsidR="004B0B6E">
        <w:rPr>
          <w:lang w:val="fr-CA"/>
        </w:rPr>
        <w:t>’</w:t>
      </w:r>
      <w:r w:rsidRPr="00775C0F">
        <w:rPr>
          <w:lang w:val="fr-CA"/>
        </w:rPr>
        <w:t>applique à l</w:t>
      </w:r>
      <w:r w:rsidR="004B0B6E">
        <w:rPr>
          <w:lang w:val="fr-CA"/>
        </w:rPr>
        <w:t>’</w:t>
      </w:r>
      <w:r w:rsidRPr="00775C0F">
        <w:rPr>
          <w:lang w:val="fr-CA"/>
        </w:rPr>
        <w:t>homologation des véhicules de</w:t>
      </w:r>
      <w:r>
        <w:rPr>
          <w:lang w:val="fr-CA"/>
        </w:rPr>
        <w:t xml:space="preserve"> la</w:t>
      </w:r>
      <w:r w:rsidRPr="00775C0F">
        <w:rPr>
          <w:lang w:val="fr-CA"/>
        </w:rPr>
        <w:t xml:space="preserve"> catégorie M</w:t>
      </w:r>
      <w:r w:rsidRPr="00775C0F">
        <w:rPr>
          <w:vertAlign w:val="subscript"/>
          <w:lang w:val="fr-CA"/>
        </w:rPr>
        <w:t>1</w:t>
      </w:r>
      <w:r w:rsidRPr="00775C0F">
        <w:rPr>
          <w:lang w:val="fr-CA"/>
        </w:rPr>
        <w:t xml:space="preserve"> dont la masse maximale est de 3 500 kg</w:t>
      </w:r>
      <w:r>
        <w:rPr>
          <w:lang w:val="fr-CA"/>
        </w:rPr>
        <w:t>,</w:t>
      </w:r>
      <w:r w:rsidRPr="00775C0F">
        <w:t xml:space="preserve"> </w:t>
      </w:r>
      <w:r>
        <w:t xml:space="preserve">ainsi que des catégories </w:t>
      </w:r>
      <w:r w:rsidRPr="00775C0F">
        <w:t>M</w:t>
      </w:r>
      <w:r w:rsidRPr="00775C0F">
        <w:rPr>
          <w:vertAlign w:val="subscript"/>
        </w:rPr>
        <w:t>2</w:t>
      </w:r>
      <w:r w:rsidRPr="00775C0F">
        <w:t>, M</w:t>
      </w:r>
      <w:r w:rsidRPr="00775C0F">
        <w:rPr>
          <w:vertAlign w:val="subscript"/>
        </w:rPr>
        <w:t>3</w:t>
      </w:r>
      <w:r w:rsidRPr="00775C0F">
        <w:t>, N</w:t>
      </w:r>
      <w:r w:rsidRPr="00775C0F">
        <w:rPr>
          <w:vertAlign w:val="subscript"/>
        </w:rPr>
        <w:t>1</w:t>
      </w:r>
      <w:r w:rsidRPr="00775C0F">
        <w:t>, N</w:t>
      </w:r>
      <w:r w:rsidRPr="00775C0F">
        <w:rPr>
          <w:vertAlign w:val="subscript"/>
        </w:rPr>
        <w:t>2</w:t>
      </w:r>
      <w:r w:rsidRPr="00775C0F">
        <w:t>, N</w:t>
      </w:r>
      <w:r w:rsidRPr="00775C0F">
        <w:rPr>
          <w:vertAlign w:val="subscript"/>
        </w:rPr>
        <w:t>3</w:t>
      </w:r>
      <w:r w:rsidRPr="00775C0F">
        <w:t>, O</w:t>
      </w:r>
      <w:r w:rsidRPr="00775C0F">
        <w:rPr>
          <w:vertAlign w:val="subscript"/>
        </w:rPr>
        <w:t xml:space="preserve">3 </w:t>
      </w:r>
      <w:r>
        <w:t xml:space="preserve">et </w:t>
      </w:r>
      <w:r w:rsidRPr="00775C0F">
        <w:t>O</w:t>
      </w:r>
      <w:r w:rsidRPr="00775C0F">
        <w:rPr>
          <w:vertAlign w:val="subscript"/>
        </w:rPr>
        <w:t>4</w:t>
      </w:r>
      <w:r w:rsidRPr="00103E88">
        <w:rPr>
          <w:rStyle w:val="Appelnotedebasdep"/>
        </w:rPr>
        <w:footnoteReference w:id="3"/>
      </w:r>
      <w:r>
        <w:t>, lorsqu</w:t>
      </w:r>
      <w:r w:rsidR="004B0B6E">
        <w:t>’</w:t>
      </w:r>
      <w:r>
        <w:t xml:space="preserve">ils sont </w:t>
      </w:r>
      <w:r w:rsidRPr="00775C0F">
        <w:rPr>
          <w:lang w:val="fr-CA"/>
        </w:rPr>
        <w:t>équipés d</w:t>
      </w:r>
      <w:r w:rsidR="004B0B6E">
        <w:rPr>
          <w:lang w:val="fr-CA"/>
        </w:rPr>
        <w:t>’</w:t>
      </w:r>
      <w:r w:rsidRPr="00775C0F">
        <w:rPr>
          <w:lang w:val="fr-CA"/>
        </w:rPr>
        <w:t>un système de surveillance de la pression des pneumatiques</w:t>
      </w:r>
      <w:r>
        <w:rPr>
          <w:lang w:val="fr-CA"/>
        </w:rPr>
        <w:t xml:space="preserve">. </w:t>
      </w:r>
    </w:p>
    <w:p w14:paraId="74E249E6" w14:textId="77777777" w:rsidR="00BC0969" w:rsidRPr="000A2CBC" w:rsidRDefault="00BC0969" w:rsidP="00A146B6">
      <w:pPr>
        <w:pStyle w:val="HChG"/>
        <w:ind w:left="2268"/>
        <w:rPr>
          <w:bCs/>
        </w:rPr>
      </w:pPr>
      <w:r w:rsidRPr="00191D28">
        <w:t>2.</w:t>
      </w:r>
      <w:r w:rsidRPr="00191D28">
        <w:tab/>
      </w:r>
      <w:r w:rsidRPr="00A146B6">
        <w:rPr>
          <w:lang w:val="fr-CA"/>
        </w:rPr>
        <w:t>Définitions</w:t>
      </w:r>
    </w:p>
    <w:p w14:paraId="2839FA49" w14:textId="77777777" w:rsidR="00BC0969" w:rsidRPr="000A2CBC" w:rsidRDefault="00BC0969" w:rsidP="00A146B6">
      <w:pPr>
        <w:pStyle w:val="SingleTxtG"/>
        <w:ind w:left="2268"/>
      </w:pPr>
      <w:r w:rsidRPr="00D40B21">
        <w:rPr>
          <w:lang w:val="fr-CA"/>
        </w:rPr>
        <w:t>Au sens du présent Règlement, on entend par :</w:t>
      </w:r>
    </w:p>
    <w:p w14:paraId="53439491" w14:textId="77777777" w:rsidR="00BC0969" w:rsidRPr="00D40B21" w:rsidRDefault="00BC0969" w:rsidP="00B00EAC">
      <w:pPr>
        <w:pStyle w:val="SingleTxtG"/>
        <w:ind w:left="2268" w:hanging="1134"/>
        <w:rPr>
          <w:lang w:val="fr-CA"/>
        </w:rPr>
      </w:pPr>
      <w:r w:rsidRPr="000A2CBC">
        <w:t>2.1</w:t>
      </w:r>
      <w:r w:rsidRPr="00D40B21">
        <w:rPr>
          <w:lang w:val="fr-CA"/>
        </w:rPr>
        <w:tab/>
        <w:t>“</w:t>
      </w:r>
      <w:r w:rsidRPr="00D40B21">
        <w:rPr>
          <w:i/>
          <w:lang w:val="fr-CA"/>
        </w:rPr>
        <w:t>Homologation d</w:t>
      </w:r>
      <w:r w:rsidR="004B0B6E">
        <w:rPr>
          <w:i/>
          <w:lang w:val="fr-CA"/>
        </w:rPr>
        <w:t>’</w:t>
      </w:r>
      <w:r w:rsidRPr="00D40B21">
        <w:rPr>
          <w:i/>
          <w:lang w:val="fr-CA"/>
        </w:rPr>
        <w:t>un véhicule</w:t>
      </w:r>
      <w:r w:rsidRPr="00D40B21">
        <w:rPr>
          <w:lang w:val="fr-CA"/>
        </w:rPr>
        <w:t>”, l</w:t>
      </w:r>
      <w:r w:rsidR="004B0B6E">
        <w:rPr>
          <w:lang w:val="fr-CA"/>
        </w:rPr>
        <w:t>’</w:t>
      </w:r>
      <w:r w:rsidRPr="00D40B21">
        <w:rPr>
          <w:lang w:val="fr-CA"/>
        </w:rPr>
        <w:t>homologation d</w:t>
      </w:r>
      <w:r w:rsidR="004B0B6E">
        <w:rPr>
          <w:lang w:val="fr-CA"/>
        </w:rPr>
        <w:t>’</w:t>
      </w:r>
      <w:r w:rsidRPr="00D40B21">
        <w:rPr>
          <w:lang w:val="fr-CA"/>
        </w:rPr>
        <w:t>un type de véhicule en ce qui concerne son système de surveillance de la pression des pneumatiques.</w:t>
      </w:r>
    </w:p>
    <w:p w14:paraId="62A7548B" w14:textId="77777777" w:rsidR="00BC0969" w:rsidRPr="00D40B21" w:rsidRDefault="00BC0969" w:rsidP="00B00EAC">
      <w:pPr>
        <w:pStyle w:val="SingleTxtG"/>
        <w:ind w:left="2268" w:hanging="1134"/>
        <w:rPr>
          <w:lang w:val="fr-CA"/>
        </w:rPr>
      </w:pPr>
      <w:r w:rsidRPr="000A2CBC">
        <w:t>2.2</w:t>
      </w:r>
      <w:r w:rsidRPr="000A2CBC">
        <w:tab/>
      </w:r>
      <w:r w:rsidRPr="00D40B21">
        <w:rPr>
          <w:lang w:val="fr-CA"/>
        </w:rPr>
        <w:t>“</w:t>
      </w:r>
      <w:r w:rsidRPr="00292D6C">
        <w:rPr>
          <w:i/>
          <w:lang w:val="fr-CA"/>
        </w:rPr>
        <w:t>Type de</w:t>
      </w:r>
      <w:r w:rsidRPr="00D40B21">
        <w:rPr>
          <w:i/>
          <w:lang w:val="fr-CA"/>
        </w:rPr>
        <w:t xml:space="preserve"> véhicule</w:t>
      </w:r>
      <w:r w:rsidRPr="00D40B21">
        <w:rPr>
          <w:lang w:val="fr-CA"/>
        </w:rPr>
        <w:t xml:space="preserve">”, les véhicules ne présentant pas entre eux de différences </w:t>
      </w:r>
      <w:r>
        <w:rPr>
          <w:lang w:val="fr-CA"/>
        </w:rPr>
        <w:t xml:space="preserve">en ce qui concerne des éléments </w:t>
      </w:r>
      <w:r w:rsidRPr="00D40B21">
        <w:rPr>
          <w:lang w:val="fr-CA"/>
        </w:rPr>
        <w:t>essentiels</w:t>
      </w:r>
      <w:r>
        <w:rPr>
          <w:lang w:val="fr-CA"/>
        </w:rPr>
        <w:t>,</w:t>
      </w:r>
      <w:r w:rsidRPr="00D40B21">
        <w:rPr>
          <w:lang w:val="fr-CA"/>
        </w:rPr>
        <w:t xml:space="preserve"> tels que :</w:t>
      </w:r>
    </w:p>
    <w:p w14:paraId="4863387B" w14:textId="77777777" w:rsidR="00BC0969" w:rsidRPr="00D40B21" w:rsidRDefault="00BC0969" w:rsidP="00B00EAC">
      <w:pPr>
        <w:pStyle w:val="SingleTxtG"/>
        <w:ind w:left="2835" w:hanging="567"/>
        <w:rPr>
          <w:lang w:val="fr-CA"/>
        </w:rPr>
      </w:pPr>
      <w:r w:rsidRPr="00D40B21">
        <w:rPr>
          <w:lang w:val="fr-CA"/>
        </w:rPr>
        <w:t>a)</w:t>
      </w:r>
      <w:r w:rsidRPr="00D40B21">
        <w:rPr>
          <w:lang w:val="fr-CA"/>
        </w:rPr>
        <w:tab/>
        <w:t xml:space="preserve">Le </w:t>
      </w:r>
      <w:r w:rsidRPr="00DE6A56">
        <w:rPr>
          <w:lang w:val="fr-CA"/>
        </w:rPr>
        <w:t>nom</w:t>
      </w:r>
      <w:r w:rsidRPr="00D40B21">
        <w:rPr>
          <w:lang w:val="fr-CA"/>
        </w:rPr>
        <w:t xml:space="preserve"> ou la marque du constructeur</w:t>
      </w:r>
      <w:r>
        <w:rPr>
          <w:lang w:val="fr-CA"/>
        </w:rPr>
        <w:t> </w:t>
      </w:r>
      <w:r w:rsidRPr="00D40B21">
        <w:rPr>
          <w:lang w:val="fr-CA"/>
        </w:rPr>
        <w:t>;</w:t>
      </w:r>
    </w:p>
    <w:p w14:paraId="217A9450" w14:textId="77777777" w:rsidR="00BC0969" w:rsidRPr="00D40B21" w:rsidRDefault="00BC0969" w:rsidP="00B00EAC">
      <w:pPr>
        <w:pStyle w:val="SingleTxtG"/>
        <w:ind w:left="2835" w:hanging="567"/>
        <w:rPr>
          <w:lang w:val="fr-CA"/>
        </w:rPr>
      </w:pPr>
      <w:r w:rsidRPr="00D40B21">
        <w:rPr>
          <w:lang w:val="fr-CA"/>
        </w:rPr>
        <w:t>b)</w:t>
      </w:r>
      <w:r w:rsidRPr="00D40B21">
        <w:rPr>
          <w:lang w:val="fr-CA"/>
        </w:rPr>
        <w:tab/>
        <w:t xml:space="preserve">Les </w:t>
      </w:r>
      <w:r w:rsidRPr="00DE6A56">
        <w:rPr>
          <w:lang w:val="fr-CA"/>
        </w:rPr>
        <w:t>dispositifs</w:t>
      </w:r>
      <w:r w:rsidRPr="00D40B21">
        <w:rPr>
          <w:lang w:val="fr-CA"/>
        </w:rPr>
        <w:t xml:space="preserve"> du véhicule qui influent significativement sur </w:t>
      </w:r>
      <w:r>
        <w:rPr>
          <w:lang w:val="fr-CA"/>
        </w:rPr>
        <w:t>l</w:t>
      </w:r>
      <w:r w:rsidR="004B0B6E">
        <w:rPr>
          <w:lang w:val="fr-CA"/>
        </w:rPr>
        <w:t>’</w:t>
      </w:r>
      <w:r>
        <w:rPr>
          <w:lang w:val="fr-CA"/>
        </w:rPr>
        <w:t>efficacité</w:t>
      </w:r>
      <w:r w:rsidRPr="00D40B21">
        <w:rPr>
          <w:lang w:val="fr-CA"/>
        </w:rPr>
        <w:t xml:space="preserve"> du système de surveillance de la pression des pneumatiques</w:t>
      </w:r>
      <w:r>
        <w:rPr>
          <w:lang w:val="fr-CA"/>
        </w:rPr>
        <w:t> </w:t>
      </w:r>
      <w:r w:rsidRPr="00D40B21">
        <w:rPr>
          <w:lang w:val="fr-CA"/>
        </w:rPr>
        <w:t>;</w:t>
      </w:r>
    </w:p>
    <w:p w14:paraId="76987B6E" w14:textId="77777777" w:rsidR="00BC0969" w:rsidRPr="00D40B21" w:rsidRDefault="00BC0969" w:rsidP="00B00EAC">
      <w:pPr>
        <w:pStyle w:val="SingleTxtG"/>
        <w:ind w:left="2835" w:hanging="567"/>
        <w:rPr>
          <w:lang w:val="fr-CA"/>
        </w:rPr>
      </w:pPr>
      <w:r w:rsidRPr="00D40B21">
        <w:rPr>
          <w:lang w:val="fr-CA"/>
        </w:rPr>
        <w:t>c)</w:t>
      </w:r>
      <w:r w:rsidRPr="00D40B21">
        <w:rPr>
          <w:lang w:val="fr-CA"/>
        </w:rPr>
        <w:tab/>
        <w:t>La conception du système de surveillance de la pression des pneumatiques.</w:t>
      </w:r>
    </w:p>
    <w:p w14:paraId="52C417E8" w14:textId="77777777" w:rsidR="00BC0969" w:rsidRPr="00D40B21" w:rsidRDefault="00BC0969" w:rsidP="00B00EAC">
      <w:pPr>
        <w:pStyle w:val="SingleTxtG"/>
        <w:ind w:left="2268" w:hanging="1134"/>
        <w:rPr>
          <w:lang w:val="fr-CA"/>
        </w:rPr>
      </w:pPr>
      <w:r w:rsidRPr="000A2CBC">
        <w:t>2.3</w:t>
      </w:r>
      <w:r w:rsidRPr="000A2CBC">
        <w:tab/>
      </w:r>
      <w:r w:rsidRPr="000A2CBC">
        <w:tab/>
      </w:r>
      <w:r w:rsidRPr="00D40B21">
        <w:rPr>
          <w:lang w:val="fr-CA"/>
        </w:rPr>
        <w:t>“</w:t>
      </w:r>
      <w:r w:rsidRPr="00D40B21">
        <w:rPr>
          <w:i/>
          <w:lang w:val="fr-CA"/>
        </w:rPr>
        <w:t>Roue</w:t>
      </w:r>
      <w:r w:rsidRPr="00D40B21">
        <w:rPr>
          <w:lang w:val="fr-CA"/>
        </w:rPr>
        <w:t>”, une roue complète composée d</w:t>
      </w:r>
      <w:r w:rsidR="004B0B6E">
        <w:rPr>
          <w:lang w:val="fr-CA"/>
        </w:rPr>
        <w:t>’</w:t>
      </w:r>
      <w:r w:rsidRPr="00D40B21">
        <w:rPr>
          <w:lang w:val="fr-CA"/>
        </w:rPr>
        <w:t>une jante et d</w:t>
      </w:r>
      <w:r w:rsidR="004B0B6E">
        <w:rPr>
          <w:lang w:val="fr-CA"/>
        </w:rPr>
        <w:t>’</w:t>
      </w:r>
      <w:r w:rsidRPr="00D40B21">
        <w:rPr>
          <w:lang w:val="fr-CA"/>
        </w:rPr>
        <w:t>un voile de roue</w:t>
      </w:r>
      <w:r>
        <w:rPr>
          <w:lang w:val="fr-CA"/>
        </w:rPr>
        <w:t> </w:t>
      </w:r>
      <w:r w:rsidRPr="00D40B21">
        <w:rPr>
          <w:lang w:val="fr-CA"/>
        </w:rPr>
        <w:t>;</w:t>
      </w:r>
    </w:p>
    <w:p w14:paraId="47D5FD51" w14:textId="77777777" w:rsidR="00BC0969" w:rsidRPr="001B4F68" w:rsidRDefault="00BC0969" w:rsidP="00B00EAC">
      <w:pPr>
        <w:pStyle w:val="SingleTxtG"/>
        <w:ind w:left="2268" w:hanging="1134"/>
      </w:pPr>
      <w:r w:rsidRPr="001B4F68">
        <w:t>2.4</w:t>
      </w:r>
      <w:r w:rsidRPr="001B4F68">
        <w:tab/>
      </w:r>
      <w:r w:rsidR="00552F64" w:rsidRPr="00D40B21">
        <w:rPr>
          <w:lang w:val="fr-CA"/>
        </w:rPr>
        <w:t>“</w:t>
      </w:r>
      <w:r w:rsidRPr="001B4F68">
        <w:rPr>
          <w:i/>
        </w:rPr>
        <w:t>Roues jumelées</w:t>
      </w:r>
      <w:r w:rsidR="00552F64" w:rsidRPr="00D40B21">
        <w:rPr>
          <w:lang w:val="fr-CA"/>
        </w:rPr>
        <w:t>”</w:t>
      </w:r>
      <w:r w:rsidRPr="001B4F68">
        <w:t>, une paire de roues montées du même côté d</w:t>
      </w:r>
      <w:r w:rsidR="004B0B6E">
        <w:t>’</w:t>
      </w:r>
      <w:r w:rsidRPr="001B4F68">
        <w:t>un essieu, sur le même moyeu ;</w:t>
      </w:r>
    </w:p>
    <w:p w14:paraId="7763E4B0" w14:textId="77777777" w:rsidR="00BC0969" w:rsidRPr="000A2CBC" w:rsidRDefault="00BC0969" w:rsidP="00B00EAC">
      <w:pPr>
        <w:pStyle w:val="SingleTxtG"/>
        <w:ind w:left="2268" w:hanging="1134"/>
        <w:rPr>
          <w:rFonts w:eastAsia="Calibri"/>
          <w:lang w:val="fr-CA"/>
        </w:rPr>
      </w:pPr>
      <w:bookmarkStart w:id="3" w:name="_Hlk43137422"/>
      <w:r w:rsidRPr="000A2CBC">
        <w:rPr>
          <w:bCs/>
        </w:rPr>
        <w:t>2.5</w:t>
      </w:r>
      <w:r w:rsidRPr="000A2CBC">
        <w:tab/>
      </w:r>
      <w:r w:rsidRPr="000A2CBC">
        <w:rPr>
          <w:rFonts w:eastAsia="Calibri"/>
          <w:lang w:val="fr-CA"/>
        </w:rPr>
        <w:t>“</w:t>
      </w:r>
      <w:r w:rsidRPr="000A2CBC">
        <w:rPr>
          <w:rFonts w:eastAsia="Calibri"/>
          <w:i/>
          <w:lang w:val="fr-CA"/>
        </w:rPr>
        <w:t>Pneumatique</w:t>
      </w:r>
      <w:r w:rsidRPr="000A2CBC">
        <w:rPr>
          <w:rFonts w:eastAsia="Calibri"/>
          <w:lang w:val="fr-CA"/>
        </w:rPr>
        <w:t>”, un pneumatique constitué d</w:t>
      </w:r>
      <w:r w:rsidR="004B0B6E">
        <w:rPr>
          <w:rFonts w:eastAsia="Calibri"/>
          <w:lang w:val="fr-CA"/>
        </w:rPr>
        <w:t>’</w:t>
      </w:r>
      <w:r w:rsidRPr="000A2CBC">
        <w:rPr>
          <w:rFonts w:eastAsia="Calibri"/>
          <w:lang w:val="fr-CA"/>
        </w:rPr>
        <w:t xml:space="preserve">une enveloppe souple </w:t>
      </w:r>
      <w:r w:rsidRPr="00B00EAC">
        <w:rPr>
          <w:lang w:val="fr-CA"/>
        </w:rPr>
        <w:t>renforcée</w:t>
      </w:r>
      <w:r w:rsidRPr="000A2CBC">
        <w:rPr>
          <w:rFonts w:eastAsia="Calibri"/>
          <w:lang w:val="fr-CA"/>
        </w:rPr>
        <w:t xml:space="preserve"> qui contient, ou qui forme avec la roue sur laquelle elle est montée, une chambre fermée continue, de forme sensiblement toroïdale, renfermant un gaz (généralement de l</w:t>
      </w:r>
      <w:r w:rsidR="004B0B6E">
        <w:rPr>
          <w:rFonts w:eastAsia="Calibri"/>
          <w:lang w:val="fr-CA"/>
        </w:rPr>
        <w:t>’</w:t>
      </w:r>
      <w:r w:rsidRPr="000A2CBC">
        <w:rPr>
          <w:rFonts w:eastAsia="Calibri"/>
          <w:lang w:val="fr-CA"/>
        </w:rPr>
        <w:t>air) ou un gaz et un liquide, qui est normalement conçu pour être utilisé à une pression supérieure à la pression atmosphérique ;</w:t>
      </w:r>
    </w:p>
    <w:p w14:paraId="4E493317" w14:textId="77777777" w:rsidR="00BC0969" w:rsidRPr="00807FEB" w:rsidRDefault="00BC0969" w:rsidP="00B00EAC">
      <w:pPr>
        <w:pStyle w:val="SingleTxtG"/>
        <w:ind w:left="2268"/>
      </w:pPr>
      <w:r w:rsidRPr="00807FEB">
        <w:t xml:space="preserve">Les pneumatiques sont classés </w:t>
      </w:r>
      <w:r w:rsidRPr="00B00EAC">
        <w:rPr>
          <w:lang w:val="fr-CA"/>
        </w:rPr>
        <w:t>comme</w:t>
      </w:r>
      <w:r w:rsidRPr="00807FEB">
        <w:t xml:space="preserve"> suit : </w:t>
      </w:r>
    </w:p>
    <w:p w14:paraId="6939DCA2" w14:textId="77777777" w:rsidR="00BC0969" w:rsidRPr="00807FEB" w:rsidRDefault="00BC0969" w:rsidP="00B00EAC">
      <w:pPr>
        <w:pStyle w:val="SingleTxtG"/>
        <w:ind w:left="2835" w:hanging="567"/>
      </w:pPr>
      <w:r w:rsidRPr="00807FEB">
        <w:t>a)</w:t>
      </w:r>
      <w:r w:rsidRPr="00807FEB">
        <w:tab/>
        <w:t>Pneumatiques de la classe C1 : Pneumatiques conformes au Règlement ONU n</w:t>
      </w:r>
      <w:r w:rsidR="00552F64" w:rsidRPr="00552F64">
        <w:rPr>
          <w:vertAlign w:val="superscript"/>
        </w:rPr>
        <w:t>o</w:t>
      </w:r>
      <w:r w:rsidR="00552F64">
        <w:t> </w:t>
      </w:r>
      <w:r w:rsidRPr="00807FEB">
        <w:t>30 ;</w:t>
      </w:r>
    </w:p>
    <w:p w14:paraId="6BD2268A" w14:textId="77777777" w:rsidR="00BC0969" w:rsidRPr="00807FEB" w:rsidRDefault="00BC0969" w:rsidP="00B00EAC">
      <w:pPr>
        <w:pStyle w:val="SingleTxtG"/>
        <w:ind w:left="2835" w:hanging="567"/>
      </w:pPr>
      <w:r w:rsidRPr="00807FEB">
        <w:t>b)</w:t>
      </w:r>
      <w:r w:rsidRPr="00807FEB">
        <w:tab/>
        <w:t xml:space="preserve">Pneumatiques de la classe C2 : </w:t>
      </w:r>
      <w:r w:rsidRPr="00B00EAC">
        <w:rPr>
          <w:lang w:val="fr-CA"/>
        </w:rPr>
        <w:t>Pneumatiques</w:t>
      </w:r>
      <w:r w:rsidRPr="00807FEB">
        <w:t xml:space="preserve"> conformes au Règlement ONU n</w:t>
      </w:r>
      <w:r w:rsidR="00552F64" w:rsidRPr="00552F64">
        <w:rPr>
          <w:vertAlign w:val="superscript"/>
        </w:rPr>
        <w:t>o</w:t>
      </w:r>
      <w:r w:rsidR="00552F64">
        <w:t> </w:t>
      </w:r>
      <w:r w:rsidRPr="00807FEB">
        <w:t>54 et portant un indice de capacité de charge en montage simple inférieur ou égal à 121 ainsi qu</w:t>
      </w:r>
      <w:r w:rsidR="004B0B6E">
        <w:t>’</w:t>
      </w:r>
      <w:r w:rsidRPr="00807FEB">
        <w:t>un indice de vitesse égal ou supérieur à</w:t>
      </w:r>
      <w:r w:rsidR="00552F64">
        <w:t xml:space="preserve"> </w:t>
      </w:r>
      <w:r w:rsidR="00552F64" w:rsidRPr="000A2CBC">
        <w:rPr>
          <w:rFonts w:eastAsia="Calibri"/>
          <w:lang w:val="fr-CA"/>
        </w:rPr>
        <w:t>“</w:t>
      </w:r>
      <w:r w:rsidRPr="00807FEB">
        <w:t>N</w:t>
      </w:r>
      <w:r w:rsidR="00552F64" w:rsidRPr="00D40B21">
        <w:rPr>
          <w:lang w:val="fr-CA"/>
        </w:rPr>
        <w:t>”</w:t>
      </w:r>
      <w:r w:rsidR="00137A68">
        <w:t> </w:t>
      </w:r>
      <w:r w:rsidRPr="00807FEB">
        <w:t>;</w:t>
      </w:r>
    </w:p>
    <w:p w14:paraId="781D675A" w14:textId="77777777" w:rsidR="00BC0969" w:rsidRPr="00885493" w:rsidRDefault="00BC0969" w:rsidP="00B00EAC">
      <w:pPr>
        <w:pStyle w:val="SingleTxtG"/>
        <w:ind w:left="2835" w:hanging="567"/>
      </w:pPr>
      <w:r w:rsidRPr="00885493">
        <w:t>c)</w:t>
      </w:r>
      <w:r w:rsidRPr="00885493">
        <w:tab/>
        <w:t xml:space="preserve">Pneumatiques de la classe C3 : </w:t>
      </w:r>
      <w:r w:rsidRPr="00B00EAC">
        <w:rPr>
          <w:lang w:val="fr-CA"/>
        </w:rPr>
        <w:t>Pneumatiques</w:t>
      </w:r>
      <w:r w:rsidRPr="00885493">
        <w:t xml:space="preserve"> conformes au Règlement ONU n</w:t>
      </w:r>
      <w:r w:rsidR="00552F64" w:rsidRPr="00552F64">
        <w:rPr>
          <w:vertAlign w:val="superscript"/>
        </w:rPr>
        <w:t>o</w:t>
      </w:r>
      <w:r w:rsidR="00552F64">
        <w:t> </w:t>
      </w:r>
      <w:r w:rsidRPr="00885493">
        <w:t xml:space="preserve">54 et portant : </w:t>
      </w:r>
    </w:p>
    <w:p w14:paraId="1B12E534" w14:textId="77777777" w:rsidR="00BC0969" w:rsidRPr="00885493" w:rsidRDefault="00BC0969" w:rsidP="00B00EAC">
      <w:pPr>
        <w:pStyle w:val="SingleTxtG"/>
        <w:ind w:left="3402" w:hanging="567"/>
      </w:pPr>
      <w:r w:rsidRPr="00885493">
        <w:t>i)</w:t>
      </w:r>
      <w:r w:rsidRPr="00885493">
        <w:tab/>
        <w:t>Un indice de capacité de charge en montage simple supérieur ou égal à 122</w:t>
      </w:r>
      <w:r w:rsidR="00552F64">
        <w:t> ;</w:t>
      </w:r>
      <w:r>
        <w:t xml:space="preserve"> ou</w:t>
      </w:r>
      <w:r w:rsidRPr="00885493">
        <w:t xml:space="preserve"> </w:t>
      </w:r>
    </w:p>
    <w:p w14:paraId="3EEFB8F5" w14:textId="77777777" w:rsidR="00BC0969" w:rsidRPr="005367D8" w:rsidRDefault="00BC0969" w:rsidP="00B00EAC">
      <w:pPr>
        <w:pStyle w:val="SingleTxtG"/>
        <w:ind w:left="3402" w:hanging="567"/>
      </w:pPr>
      <w:r w:rsidRPr="005367D8">
        <w:t>ii)</w:t>
      </w:r>
      <w:r w:rsidRPr="005367D8">
        <w:tab/>
        <w:t xml:space="preserve">Un indice de capacité de charge en montage simple inférieur ou égal à 121 et un indice de vitesse inférieur ou égal à </w:t>
      </w:r>
      <w:r w:rsidR="00552F64" w:rsidRPr="000A2CBC">
        <w:rPr>
          <w:rFonts w:eastAsia="Calibri"/>
          <w:lang w:val="fr-CA"/>
        </w:rPr>
        <w:t>“</w:t>
      </w:r>
      <w:r w:rsidRPr="005367D8">
        <w:t>M</w:t>
      </w:r>
      <w:r w:rsidR="00552F64" w:rsidRPr="00D40B21">
        <w:rPr>
          <w:lang w:val="fr-CA"/>
        </w:rPr>
        <w:t>”</w:t>
      </w:r>
      <w:r w:rsidRPr="005367D8">
        <w:t>.</w:t>
      </w:r>
      <w:bookmarkEnd w:id="3"/>
    </w:p>
    <w:p w14:paraId="0D976A45" w14:textId="77777777" w:rsidR="00BC0969" w:rsidRPr="00807FEB" w:rsidRDefault="00BC0969" w:rsidP="00B00EAC">
      <w:pPr>
        <w:pStyle w:val="SingleTxtG"/>
        <w:ind w:left="2268" w:hanging="1134"/>
        <w:rPr>
          <w:rFonts w:eastAsia="Calibri"/>
          <w:lang w:val="fr-CA"/>
        </w:rPr>
      </w:pPr>
      <w:r w:rsidRPr="00807FEB">
        <w:rPr>
          <w:bCs/>
        </w:rPr>
        <w:t>2.6</w:t>
      </w:r>
      <w:r w:rsidRPr="00807FEB">
        <w:rPr>
          <w:bCs/>
        </w:rPr>
        <w:tab/>
      </w:r>
      <w:r w:rsidRPr="00807FEB">
        <w:rPr>
          <w:rFonts w:eastAsia="Calibri"/>
          <w:lang w:val="fr-CA"/>
        </w:rPr>
        <w:t>“</w:t>
      </w:r>
      <w:r w:rsidRPr="00807FEB">
        <w:rPr>
          <w:rFonts w:eastAsia="Calibri"/>
          <w:i/>
          <w:lang w:val="fr-CA"/>
        </w:rPr>
        <w:t>Masse maximale</w:t>
      </w:r>
      <w:r w:rsidRPr="00807FEB">
        <w:rPr>
          <w:rFonts w:eastAsia="Calibri"/>
          <w:lang w:val="fr-CA"/>
        </w:rPr>
        <w:t>”, la valeur maximale du véhicule déclarée techniquement admissible par le constructeur (elle peut être supérieure à la “masse maximale admissible” fixée par l</w:t>
      </w:r>
      <w:r w:rsidR="004B0B6E">
        <w:rPr>
          <w:rFonts w:eastAsia="Calibri"/>
          <w:lang w:val="fr-CA"/>
        </w:rPr>
        <w:t>’</w:t>
      </w:r>
      <w:r w:rsidRPr="00807FEB">
        <w:rPr>
          <w:rFonts w:eastAsia="Calibri"/>
          <w:lang w:val="fr-CA"/>
        </w:rPr>
        <w:t>administration nationale) ;</w:t>
      </w:r>
    </w:p>
    <w:p w14:paraId="04D495B0" w14:textId="77777777" w:rsidR="00BC0969" w:rsidRPr="00BE0E85" w:rsidRDefault="00BC0969" w:rsidP="00B00EAC">
      <w:pPr>
        <w:pStyle w:val="SingleTxtG"/>
        <w:ind w:left="2268" w:hanging="1134"/>
        <w:rPr>
          <w:bCs/>
        </w:rPr>
      </w:pPr>
      <w:r w:rsidRPr="00BE0E85">
        <w:rPr>
          <w:bCs/>
          <w:lang w:val="fr-CA"/>
        </w:rPr>
        <w:t>2.7</w:t>
      </w:r>
      <w:r w:rsidRPr="00BE0E85">
        <w:rPr>
          <w:bCs/>
          <w:lang w:val="fr-CA"/>
        </w:rPr>
        <w:tab/>
      </w:r>
      <w:r w:rsidR="00597347" w:rsidRPr="00807FEB">
        <w:rPr>
          <w:rFonts w:eastAsia="Calibri"/>
          <w:lang w:val="fr-CA"/>
        </w:rPr>
        <w:t>“</w:t>
      </w:r>
      <w:r w:rsidRPr="00BE0E85">
        <w:rPr>
          <w:bCs/>
          <w:i/>
          <w:lang w:val="fr-CA"/>
        </w:rPr>
        <w:t>Charge maximale par essieu</w:t>
      </w:r>
      <w:r w:rsidR="00597347" w:rsidRPr="00807FEB">
        <w:rPr>
          <w:rFonts w:eastAsia="Calibri"/>
          <w:lang w:val="fr-CA"/>
        </w:rPr>
        <w:t>”</w:t>
      </w:r>
      <w:r>
        <w:rPr>
          <w:bCs/>
          <w:lang w:val="fr-CA"/>
        </w:rPr>
        <w:t>,</w:t>
      </w:r>
      <w:r w:rsidRPr="00BE0E85">
        <w:rPr>
          <w:bCs/>
          <w:lang w:val="fr-CA"/>
        </w:rPr>
        <w:t xml:space="preserve"> </w:t>
      </w:r>
      <w:r w:rsidRPr="00BE0E85">
        <w:rPr>
          <w:bCs/>
        </w:rPr>
        <w:t>la valeur maximale, telle qu</w:t>
      </w:r>
      <w:r w:rsidR="004B0B6E">
        <w:rPr>
          <w:bCs/>
        </w:rPr>
        <w:t>’</w:t>
      </w:r>
      <w:r w:rsidRPr="00BE0E85">
        <w:rPr>
          <w:bCs/>
        </w:rPr>
        <w:t>elle est déclarée par le constructeur, de la force verticale totale s</w:t>
      </w:r>
      <w:r w:rsidR="004B0B6E">
        <w:rPr>
          <w:bCs/>
        </w:rPr>
        <w:t>’</w:t>
      </w:r>
      <w:r w:rsidRPr="00BE0E85">
        <w:rPr>
          <w:bCs/>
        </w:rPr>
        <w:t>exerçant entre les surfaces de contact des pneumatiques ou les chenilles d</w:t>
      </w:r>
      <w:r w:rsidR="004B0B6E">
        <w:rPr>
          <w:bCs/>
        </w:rPr>
        <w:t>’</w:t>
      </w:r>
      <w:r w:rsidRPr="00BE0E85">
        <w:rPr>
          <w:bCs/>
        </w:rPr>
        <w:t xml:space="preserve">un essieu et le sol et résultant de </w:t>
      </w:r>
      <w:r w:rsidRPr="00BE0E85">
        <w:rPr>
          <w:bCs/>
        </w:rPr>
        <w:lastRenderedPageBreak/>
        <w:t>la partie de la masse du véhicule que supporte cet essieu </w:t>
      </w:r>
      <w:r w:rsidRPr="00BE0E85">
        <w:t xml:space="preserve">; cette charge peut être supérieure à la </w:t>
      </w:r>
      <w:r w:rsidR="00597347" w:rsidRPr="00807FEB">
        <w:rPr>
          <w:rFonts w:eastAsia="Calibri"/>
          <w:lang w:val="fr-CA"/>
        </w:rPr>
        <w:t>“</w:t>
      </w:r>
      <w:r w:rsidRPr="00BE0E85">
        <w:t>charge par essieu autorisée</w:t>
      </w:r>
      <w:r w:rsidR="00597347" w:rsidRPr="00807FEB">
        <w:rPr>
          <w:rFonts w:eastAsia="Calibri"/>
          <w:lang w:val="fr-CA"/>
        </w:rPr>
        <w:t>”</w:t>
      </w:r>
      <w:r w:rsidRPr="00BE0E85">
        <w:t xml:space="preserve"> fixée par l</w:t>
      </w:r>
      <w:r w:rsidR="004B0B6E">
        <w:t>’</w:t>
      </w:r>
      <w:r w:rsidRPr="00BE0E85">
        <w:t>administration nationale. La somme des charges par essieu peut être supérieure à la valeur correspondant à la masse totale du véhicule ;</w:t>
      </w:r>
    </w:p>
    <w:p w14:paraId="6A7F3263" w14:textId="77777777" w:rsidR="00BC0969" w:rsidRPr="00BE0E85" w:rsidRDefault="00BC0969" w:rsidP="00B00EAC">
      <w:pPr>
        <w:pStyle w:val="SingleTxtG"/>
        <w:ind w:left="2268" w:hanging="1134"/>
        <w:rPr>
          <w:bCs/>
        </w:rPr>
      </w:pPr>
      <w:r w:rsidRPr="00BE0E85">
        <w:rPr>
          <w:bCs/>
        </w:rPr>
        <w:t>2.8</w:t>
      </w:r>
      <w:r w:rsidRPr="00BE0E85">
        <w:rPr>
          <w:bCs/>
        </w:rPr>
        <w:tab/>
      </w:r>
      <w:r w:rsidRPr="00BE0E85">
        <w:rPr>
          <w:rFonts w:eastAsia="Calibri"/>
          <w:lang w:val="fr-CA"/>
        </w:rPr>
        <w:t>“</w:t>
      </w:r>
      <w:r w:rsidRPr="00BE0E85">
        <w:rPr>
          <w:rFonts w:eastAsia="Calibri"/>
          <w:i/>
          <w:lang w:val="fr-CA"/>
        </w:rPr>
        <w:t>Système de surveillance de la pression des pneumatiques (TPMS)</w:t>
      </w:r>
      <w:r w:rsidRPr="00BE0E85">
        <w:rPr>
          <w:rFonts w:eastAsia="Calibri"/>
          <w:lang w:val="fr-CA"/>
        </w:rPr>
        <w:t>”, un système monté sur un véhicule, capable d</w:t>
      </w:r>
      <w:r w:rsidR="004B0B6E">
        <w:rPr>
          <w:rFonts w:eastAsia="Calibri"/>
          <w:lang w:val="fr-CA"/>
        </w:rPr>
        <w:t>’</w:t>
      </w:r>
      <w:r w:rsidRPr="00BE0E85">
        <w:rPr>
          <w:rFonts w:eastAsia="Calibri"/>
          <w:lang w:val="fr-CA"/>
        </w:rPr>
        <w:t>évaluer la pression de gonflage des pneumatiques ou la variation de cette pression dans le temps et de transmettre les renseignements correspondants à l</w:t>
      </w:r>
      <w:r w:rsidR="004B0B6E">
        <w:rPr>
          <w:rFonts w:eastAsia="Calibri"/>
          <w:lang w:val="fr-CA"/>
        </w:rPr>
        <w:t>’</w:t>
      </w:r>
      <w:r w:rsidRPr="00BE0E85">
        <w:rPr>
          <w:rFonts w:eastAsia="Calibri"/>
          <w:lang w:val="fr-CA"/>
        </w:rPr>
        <w:t>usager pendant que le véhicule roule ;</w:t>
      </w:r>
    </w:p>
    <w:p w14:paraId="2CBCFBAC" w14:textId="77777777" w:rsidR="00BC0969" w:rsidRPr="00BE0E85" w:rsidRDefault="00BC0969" w:rsidP="00B00EAC">
      <w:pPr>
        <w:pStyle w:val="SingleTxtG"/>
        <w:ind w:left="2268" w:hanging="1134"/>
        <w:rPr>
          <w:rFonts w:eastAsia="Calibri"/>
          <w:lang w:val="fr-CA"/>
        </w:rPr>
      </w:pPr>
      <w:r w:rsidRPr="00BE0E85">
        <w:rPr>
          <w:bCs/>
        </w:rPr>
        <w:t>2.9</w:t>
      </w:r>
      <w:r w:rsidRPr="00BE0E85">
        <w:rPr>
          <w:bCs/>
        </w:rPr>
        <w:tab/>
      </w:r>
      <w:r w:rsidRPr="00BE0E85">
        <w:rPr>
          <w:rFonts w:eastAsia="Calibri"/>
          <w:lang w:val="fr-CA"/>
        </w:rPr>
        <w:t>“</w:t>
      </w:r>
      <w:r w:rsidRPr="00BE0E85">
        <w:rPr>
          <w:rFonts w:eastAsia="Calibri"/>
          <w:i/>
          <w:lang w:val="fr-CA"/>
        </w:rPr>
        <w:t>Pression de gonflage à froid du pneumatique</w:t>
      </w:r>
      <w:r w:rsidRPr="00BE0E85">
        <w:rPr>
          <w:rFonts w:eastAsia="Calibri"/>
          <w:lang w:val="fr-CA"/>
        </w:rPr>
        <w:t>”, la pression du pneumatique à température ambiante en l</w:t>
      </w:r>
      <w:r w:rsidR="004B0B6E">
        <w:rPr>
          <w:rFonts w:eastAsia="Calibri"/>
          <w:lang w:val="fr-CA"/>
        </w:rPr>
        <w:t>’</w:t>
      </w:r>
      <w:r w:rsidRPr="00BE0E85">
        <w:rPr>
          <w:rFonts w:eastAsia="Calibri"/>
          <w:lang w:val="fr-CA"/>
        </w:rPr>
        <w:t>absence de toute montée en pression due à l</w:t>
      </w:r>
      <w:r w:rsidR="004B0B6E">
        <w:rPr>
          <w:rFonts w:eastAsia="Calibri"/>
          <w:lang w:val="fr-CA"/>
        </w:rPr>
        <w:t>’</w:t>
      </w:r>
      <w:r w:rsidRPr="00BE0E85">
        <w:rPr>
          <w:rFonts w:eastAsia="Calibri"/>
          <w:lang w:val="fr-CA"/>
        </w:rPr>
        <w:t>utilisation du pneumatique ;</w:t>
      </w:r>
    </w:p>
    <w:p w14:paraId="690FCB0D" w14:textId="77777777" w:rsidR="00BC0969" w:rsidRPr="00BE0E85" w:rsidRDefault="00BC0969" w:rsidP="00B00EAC">
      <w:pPr>
        <w:pStyle w:val="SingleTxtG"/>
        <w:ind w:left="2268" w:hanging="1134"/>
        <w:rPr>
          <w:rFonts w:eastAsia="Calibri"/>
          <w:lang w:val="fr-CA"/>
        </w:rPr>
      </w:pPr>
      <w:r w:rsidRPr="00BE0E85">
        <w:rPr>
          <w:bCs/>
        </w:rPr>
        <w:t>2.10</w:t>
      </w:r>
      <w:r w:rsidRPr="00BE0E85">
        <w:rPr>
          <w:bCs/>
        </w:rPr>
        <w:tab/>
      </w:r>
      <w:r w:rsidRPr="00BE0E85">
        <w:rPr>
          <w:rFonts w:eastAsia="Calibri"/>
          <w:lang w:val="fr-CA"/>
        </w:rPr>
        <w:tab/>
        <w:t>“</w:t>
      </w:r>
      <w:r w:rsidRPr="00BE0E85">
        <w:rPr>
          <w:rFonts w:eastAsia="Calibri"/>
          <w:i/>
          <w:lang w:val="fr-CA"/>
        </w:rPr>
        <w:t>Pression de gonflage à froid recommandée (P</w:t>
      </w:r>
      <w:r w:rsidRPr="00BE0E85">
        <w:rPr>
          <w:rFonts w:eastAsia="Calibri"/>
          <w:i/>
          <w:vertAlign w:val="subscript"/>
          <w:lang w:val="fr-CA"/>
        </w:rPr>
        <w:t>rec</w:t>
      </w:r>
      <w:r w:rsidRPr="00BE0E85">
        <w:rPr>
          <w:rFonts w:eastAsia="Calibri"/>
          <w:i/>
          <w:lang w:val="fr-CA"/>
        </w:rPr>
        <w:t>)</w:t>
      </w:r>
      <w:r w:rsidRPr="00BE0E85">
        <w:rPr>
          <w:rFonts w:eastAsia="Calibri"/>
          <w:lang w:val="fr-CA"/>
        </w:rPr>
        <w:t>”, la pression recommandée par le constructeur du véhicule pour chacun des pneumatiques, pour les conditions de service prévues (par exemple, vitesse et charge) du véhicule donné, tel qu</w:t>
      </w:r>
      <w:r w:rsidR="004B0B6E">
        <w:rPr>
          <w:rFonts w:eastAsia="Calibri"/>
          <w:lang w:val="fr-CA"/>
        </w:rPr>
        <w:t>’</w:t>
      </w:r>
      <w:r>
        <w:rPr>
          <w:rFonts w:eastAsia="Calibri"/>
          <w:lang w:val="fr-CA"/>
        </w:rPr>
        <w:t xml:space="preserve">elle </w:t>
      </w:r>
      <w:r w:rsidRPr="00BE0E85">
        <w:rPr>
          <w:rFonts w:eastAsia="Calibri"/>
          <w:lang w:val="fr-CA"/>
        </w:rPr>
        <w:t>e</w:t>
      </w:r>
      <w:r>
        <w:rPr>
          <w:rFonts w:eastAsia="Calibri"/>
          <w:lang w:val="fr-CA"/>
        </w:rPr>
        <w:t>st</w:t>
      </w:r>
      <w:r w:rsidRPr="00BE0E85">
        <w:rPr>
          <w:rFonts w:eastAsia="Calibri"/>
          <w:lang w:val="fr-CA"/>
        </w:rPr>
        <w:t xml:space="preserve"> défini</w:t>
      </w:r>
      <w:r>
        <w:rPr>
          <w:rFonts w:eastAsia="Calibri"/>
          <w:lang w:val="fr-CA"/>
        </w:rPr>
        <w:t>e</w:t>
      </w:r>
      <w:r w:rsidRPr="00BE0E85">
        <w:rPr>
          <w:rFonts w:eastAsia="Calibri"/>
          <w:lang w:val="fr-CA"/>
        </w:rPr>
        <w:t xml:space="preserve"> sur la plaque-étiquette et/ou dans le manuel d</w:t>
      </w:r>
      <w:r w:rsidR="004B0B6E">
        <w:rPr>
          <w:rFonts w:eastAsia="Calibri"/>
          <w:lang w:val="fr-CA"/>
        </w:rPr>
        <w:t>’</w:t>
      </w:r>
      <w:r w:rsidRPr="00BE0E85">
        <w:rPr>
          <w:rFonts w:eastAsia="Calibri"/>
          <w:lang w:val="fr-CA"/>
        </w:rPr>
        <w:t>utilisation ;</w:t>
      </w:r>
    </w:p>
    <w:p w14:paraId="1DED9C33" w14:textId="77777777" w:rsidR="00BC0969" w:rsidRPr="00BE0E85" w:rsidRDefault="00BC0969" w:rsidP="00B00EAC">
      <w:pPr>
        <w:pStyle w:val="SingleTxtG"/>
        <w:ind w:left="2268" w:hanging="1134"/>
        <w:rPr>
          <w:rFonts w:eastAsia="Calibri"/>
          <w:lang w:val="fr-CA"/>
        </w:rPr>
      </w:pPr>
      <w:r w:rsidRPr="00BE0E85">
        <w:rPr>
          <w:bCs/>
        </w:rPr>
        <w:t>2.11</w:t>
      </w:r>
      <w:r w:rsidRPr="00BE0E85">
        <w:rPr>
          <w:bCs/>
        </w:rPr>
        <w:tab/>
      </w:r>
      <w:r w:rsidRPr="00BE0E85">
        <w:rPr>
          <w:rFonts w:eastAsia="Calibri"/>
          <w:lang w:val="fr-CA"/>
        </w:rPr>
        <w:tab/>
        <w:t>“</w:t>
      </w:r>
      <w:r w:rsidRPr="00BE0E85">
        <w:rPr>
          <w:rFonts w:eastAsia="Calibri"/>
          <w:i/>
          <w:lang w:val="fr-CA"/>
        </w:rPr>
        <w:t>Pression d</w:t>
      </w:r>
      <w:r w:rsidR="004B0B6E">
        <w:rPr>
          <w:rFonts w:eastAsia="Calibri"/>
          <w:i/>
          <w:lang w:val="fr-CA"/>
        </w:rPr>
        <w:t>’</w:t>
      </w:r>
      <w:r w:rsidRPr="00BE0E85">
        <w:rPr>
          <w:rFonts w:eastAsia="Calibri"/>
          <w:i/>
          <w:lang w:val="fr-CA"/>
        </w:rPr>
        <w:t>utilisation (P</w:t>
      </w:r>
      <w:r w:rsidRPr="00BE0E85">
        <w:rPr>
          <w:rFonts w:eastAsia="Calibri"/>
          <w:i/>
          <w:vertAlign w:val="subscript"/>
          <w:lang w:val="fr-CA"/>
        </w:rPr>
        <w:t>warm</w:t>
      </w:r>
      <w:r w:rsidRPr="00BE0E85">
        <w:rPr>
          <w:rFonts w:eastAsia="Calibri"/>
          <w:i/>
          <w:lang w:val="fr-CA"/>
        </w:rPr>
        <w:t>)</w:t>
      </w:r>
      <w:r w:rsidRPr="00BE0E85">
        <w:rPr>
          <w:rFonts w:eastAsia="Calibri"/>
          <w:lang w:val="fr-CA"/>
        </w:rPr>
        <w:t>”, la pression de gonflage de chacun des pneumatiques, supérieure à la pression à froid (P</w:t>
      </w:r>
      <w:r w:rsidRPr="00BE0E85">
        <w:rPr>
          <w:rFonts w:eastAsia="Calibri"/>
          <w:vertAlign w:val="subscript"/>
          <w:lang w:val="fr-CA"/>
        </w:rPr>
        <w:t>rec</w:t>
      </w:r>
      <w:r w:rsidRPr="00BE0E85">
        <w:rPr>
          <w:rFonts w:eastAsia="Calibri"/>
          <w:lang w:val="fr-CA"/>
        </w:rPr>
        <w:t>) du fait des effets de la température lors de l</w:t>
      </w:r>
      <w:r w:rsidR="004B0B6E">
        <w:rPr>
          <w:rFonts w:eastAsia="Calibri"/>
          <w:lang w:val="fr-CA"/>
        </w:rPr>
        <w:t>’</w:t>
      </w:r>
      <w:r w:rsidRPr="00BE0E85">
        <w:rPr>
          <w:rFonts w:eastAsia="Calibri"/>
          <w:lang w:val="fr-CA"/>
        </w:rPr>
        <w:t>utilisation du véhicule ;</w:t>
      </w:r>
    </w:p>
    <w:p w14:paraId="3F8E0846" w14:textId="77777777" w:rsidR="00BC0969" w:rsidRPr="004338B4" w:rsidRDefault="00BC0969" w:rsidP="00B00EAC">
      <w:pPr>
        <w:pStyle w:val="SingleTxtG"/>
        <w:ind w:left="2268" w:hanging="1134"/>
        <w:rPr>
          <w:rFonts w:eastAsia="Calibri"/>
          <w:lang w:val="fr-CA"/>
        </w:rPr>
      </w:pPr>
      <w:r w:rsidRPr="004338B4">
        <w:rPr>
          <w:bCs/>
        </w:rPr>
        <w:t>2.12</w:t>
      </w:r>
      <w:r w:rsidRPr="004338B4">
        <w:rPr>
          <w:bCs/>
        </w:rPr>
        <w:tab/>
      </w:r>
      <w:r w:rsidRPr="004338B4">
        <w:rPr>
          <w:rFonts w:eastAsia="Calibri"/>
          <w:lang w:val="fr-CA"/>
        </w:rPr>
        <w:tab/>
        <w:t>“</w:t>
      </w:r>
      <w:r w:rsidRPr="004338B4">
        <w:rPr>
          <w:rFonts w:eastAsia="Calibri"/>
          <w:i/>
          <w:lang w:val="fr-CA"/>
        </w:rPr>
        <w:t>Pression d</w:t>
      </w:r>
      <w:r w:rsidR="004B0B6E">
        <w:rPr>
          <w:rFonts w:eastAsia="Calibri"/>
          <w:i/>
          <w:lang w:val="fr-CA"/>
        </w:rPr>
        <w:t>’</w:t>
      </w:r>
      <w:r w:rsidRPr="004338B4">
        <w:rPr>
          <w:rFonts w:eastAsia="Calibri"/>
          <w:i/>
          <w:lang w:val="fr-CA"/>
        </w:rPr>
        <w:t>essai (P</w:t>
      </w:r>
      <w:r w:rsidRPr="004338B4">
        <w:rPr>
          <w:rFonts w:eastAsia="Calibri"/>
          <w:i/>
          <w:vertAlign w:val="subscript"/>
          <w:lang w:val="fr-CA"/>
        </w:rPr>
        <w:t>test</w:t>
      </w:r>
      <w:r w:rsidRPr="004338B4">
        <w:rPr>
          <w:rFonts w:eastAsia="Calibri"/>
          <w:i/>
          <w:lang w:val="fr-CA"/>
        </w:rPr>
        <w:t>)</w:t>
      </w:r>
      <w:r w:rsidRPr="004338B4">
        <w:rPr>
          <w:rFonts w:eastAsia="Calibri"/>
          <w:lang w:val="fr-CA"/>
        </w:rPr>
        <w:t>”, la pression réelle choisie pour chacun des pneumatiques après dégonflage lors de la procédure d</w:t>
      </w:r>
      <w:r w:rsidR="004B0B6E">
        <w:rPr>
          <w:rFonts w:eastAsia="Calibri"/>
          <w:lang w:val="fr-CA"/>
        </w:rPr>
        <w:t>’</w:t>
      </w:r>
      <w:r w:rsidRPr="004338B4">
        <w:rPr>
          <w:rFonts w:eastAsia="Calibri"/>
          <w:lang w:val="fr-CA"/>
        </w:rPr>
        <w:t>essai</w:t>
      </w:r>
      <w:r w:rsidR="00137A68">
        <w:rPr>
          <w:rFonts w:eastAsia="Calibri"/>
          <w:lang w:val="fr-CA"/>
        </w:rPr>
        <w:t> </w:t>
      </w:r>
      <w:r>
        <w:rPr>
          <w:rFonts w:eastAsia="Calibri"/>
          <w:lang w:val="fr-CA"/>
        </w:rPr>
        <w:t>;</w:t>
      </w:r>
    </w:p>
    <w:p w14:paraId="46E044AA" w14:textId="77777777" w:rsidR="00BC0969" w:rsidRPr="004338B4" w:rsidRDefault="00BC0969" w:rsidP="00B00EAC">
      <w:pPr>
        <w:pStyle w:val="SingleTxtG"/>
        <w:ind w:left="2268" w:hanging="1134"/>
        <w:rPr>
          <w:bCs/>
        </w:rPr>
      </w:pPr>
      <w:bookmarkStart w:id="4" w:name="_Hlk50446194"/>
      <w:r w:rsidRPr="004338B4">
        <w:t>2.13</w:t>
      </w:r>
      <w:r w:rsidRPr="004338B4">
        <w:tab/>
      </w:r>
      <w:r w:rsidR="00C31151" w:rsidRPr="004338B4">
        <w:rPr>
          <w:rFonts w:eastAsia="Calibri"/>
          <w:lang w:val="fr-CA"/>
        </w:rPr>
        <w:t>“</w:t>
      </w:r>
      <w:r w:rsidRPr="004338B4">
        <w:rPr>
          <w:bCs/>
          <w:i/>
        </w:rPr>
        <w:t>Temps de conduite cumulé</w:t>
      </w:r>
      <w:r w:rsidR="00C31151" w:rsidRPr="004338B4">
        <w:rPr>
          <w:rFonts w:eastAsia="Calibri"/>
          <w:lang w:val="fr-CA"/>
        </w:rPr>
        <w:t>”</w:t>
      </w:r>
      <w:r w:rsidRPr="004338B4">
        <w:rPr>
          <w:bCs/>
        </w:rPr>
        <w:t>, la durée totale</w:t>
      </w:r>
      <w:r>
        <w:rPr>
          <w:bCs/>
        </w:rPr>
        <w:t xml:space="preserve"> </w:t>
      </w:r>
      <w:r w:rsidRPr="004338B4">
        <w:rPr>
          <w:bCs/>
        </w:rPr>
        <w:t>pendant laquelle un véhicule de la catégorie M</w:t>
      </w:r>
      <w:r w:rsidRPr="004338B4">
        <w:rPr>
          <w:bCs/>
          <w:vertAlign w:val="subscript"/>
        </w:rPr>
        <w:t>1</w:t>
      </w:r>
      <w:r w:rsidRPr="004338B4">
        <w:rPr>
          <w:bCs/>
        </w:rPr>
        <w:t xml:space="preserve"> dont la masse est inférieure ou égale à 3</w:t>
      </w:r>
      <w:r w:rsidR="00C31151">
        <w:rPr>
          <w:bCs/>
        </w:rPr>
        <w:t> </w:t>
      </w:r>
      <w:r w:rsidRPr="004338B4">
        <w:rPr>
          <w:bCs/>
        </w:rPr>
        <w:t>500</w:t>
      </w:r>
      <w:r w:rsidR="00C31151">
        <w:rPr>
          <w:bCs/>
        </w:rPr>
        <w:t> </w:t>
      </w:r>
      <w:r w:rsidRPr="004338B4">
        <w:rPr>
          <w:bCs/>
        </w:rPr>
        <w:t>kg ou le véhicule de la catégorie N</w:t>
      </w:r>
      <w:r w:rsidRPr="004338B4">
        <w:rPr>
          <w:bCs/>
          <w:vertAlign w:val="subscript"/>
        </w:rPr>
        <w:t>1</w:t>
      </w:r>
      <w:r w:rsidRPr="004338B4">
        <w:rPr>
          <w:bCs/>
        </w:rPr>
        <w:t xml:space="preserve"> est conduit à une </w:t>
      </w:r>
      <w:r w:rsidRPr="00B00EAC">
        <w:rPr>
          <w:rFonts w:eastAsia="Calibri"/>
          <w:lang w:val="fr-CA"/>
        </w:rPr>
        <w:t>vitesse</w:t>
      </w:r>
      <w:r w:rsidRPr="004338B4">
        <w:rPr>
          <w:bCs/>
        </w:rPr>
        <w:t xml:space="preserve"> supérieure ou égale à 40</w:t>
      </w:r>
      <w:r w:rsidR="00C31151">
        <w:rPr>
          <w:bCs/>
        </w:rPr>
        <w:t> </w:t>
      </w:r>
      <w:r w:rsidRPr="004338B4">
        <w:rPr>
          <w:bCs/>
        </w:rPr>
        <w:t>km/h, 120</w:t>
      </w:r>
      <w:r w:rsidR="00C31151">
        <w:rPr>
          <w:bCs/>
        </w:rPr>
        <w:t> </w:t>
      </w:r>
      <w:r w:rsidRPr="004338B4">
        <w:rPr>
          <w:bCs/>
        </w:rPr>
        <w:t>secondes étant déduites chaque fois que la vitesse du véhicule tombe au</w:t>
      </w:r>
      <w:r w:rsidR="00C31151">
        <w:rPr>
          <w:bCs/>
        </w:rPr>
        <w:noBreakHyphen/>
      </w:r>
      <w:r w:rsidRPr="004338B4">
        <w:rPr>
          <w:bCs/>
        </w:rPr>
        <w:t>dessous de 40 km/h</w:t>
      </w:r>
      <w:r w:rsidR="00C31151">
        <w:rPr>
          <w:bCs/>
        </w:rPr>
        <w:t>,</w:t>
      </w:r>
    </w:p>
    <w:p w14:paraId="24B7026E" w14:textId="77777777" w:rsidR="00BC0969" w:rsidRPr="004338B4" w:rsidRDefault="00BC0969" w:rsidP="00B00EAC">
      <w:pPr>
        <w:pStyle w:val="SingleTxtG"/>
        <w:ind w:left="2268"/>
        <w:rPr>
          <w:bCs/>
        </w:rPr>
      </w:pPr>
      <w:r w:rsidRPr="004338B4">
        <w:rPr>
          <w:bCs/>
        </w:rPr>
        <w:t>ou</w:t>
      </w:r>
    </w:p>
    <w:p w14:paraId="1BE4F32E" w14:textId="77777777" w:rsidR="00BC0969" w:rsidRDefault="00BC0969" w:rsidP="00B00EAC">
      <w:pPr>
        <w:pStyle w:val="SingleTxtG"/>
        <w:ind w:left="2268"/>
        <w:rPr>
          <w:bCs/>
        </w:rPr>
      </w:pPr>
      <w:r w:rsidRPr="004338B4">
        <w:rPr>
          <w:bCs/>
        </w:rPr>
        <w:t>pendant laquelle un véhicule d</w:t>
      </w:r>
      <w:r w:rsidR="004B0B6E">
        <w:rPr>
          <w:bCs/>
        </w:rPr>
        <w:t>’</w:t>
      </w:r>
      <w:r w:rsidRPr="004338B4">
        <w:rPr>
          <w:bCs/>
        </w:rPr>
        <w:t xml:space="preserve">une </w:t>
      </w:r>
      <w:r w:rsidRPr="00B00EAC">
        <w:t>autre</w:t>
      </w:r>
      <w:r w:rsidRPr="004338B4">
        <w:rPr>
          <w:bCs/>
        </w:rPr>
        <w:t xml:space="preserve"> catégorie que la catégorie M</w:t>
      </w:r>
      <w:r w:rsidRPr="004338B4">
        <w:rPr>
          <w:bCs/>
          <w:vertAlign w:val="subscript"/>
        </w:rPr>
        <w:t>1</w:t>
      </w:r>
      <w:r w:rsidRPr="004338B4">
        <w:rPr>
          <w:bCs/>
        </w:rPr>
        <w:t xml:space="preserve"> dont la masse est inférieure ou égale à 3</w:t>
      </w:r>
      <w:r w:rsidR="00C31151">
        <w:rPr>
          <w:bCs/>
        </w:rPr>
        <w:t> </w:t>
      </w:r>
      <w:r w:rsidRPr="004338B4">
        <w:rPr>
          <w:bCs/>
        </w:rPr>
        <w:t>500</w:t>
      </w:r>
      <w:r w:rsidR="00C31151">
        <w:rPr>
          <w:bCs/>
        </w:rPr>
        <w:t> </w:t>
      </w:r>
      <w:r w:rsidRPr="004338B4">
        <w:rPr>
          <w:bCs/>
        </w:rPr>
        <w:t>kg ou un véhicule de la catégorie N</w:t>
      </w:r>
      <w:r w:rsidRPr="004338B4">
        <w:rPr>
          <w:bCs/>
          <w:vertAlign w:val="subscript"/>
        </w:rPr>
        <w:t>1</w:t>
      </w:r>
      <w:r>
        <w:rPr>
          <w:bCs/>
          <w:vertAlign w:val="subscript"/>
        </w:rPr>
        <w:t xml:space="preserve"> </w:t>
      </w:r>
      <w:r w:rsidRPr="004338B4">
        <w:rPr>
          <w:bCs/>
        </w:rPr>
        <w:t>est conduit à une vitesse supérieure ou égale à 30 km/h , 120 secondes étant déduites chaque fois que la vitesse du véhicule tombe au-dessous de 30 km/h</w:t>
      </w:r>
      <w:r>
        <w:rPr>
          <w:bCs/>
        </w:rPr>
        <w:t>.</w:t>
      </w:r>
    </w:p>
    <w:bookmarkEnd w:id="4"/>
    <w:p w14:paraId="3951EE8C" w14:textId="77777777" w:rsidR="00BC0969" w:rsidRDefault="00BC0969" w:rsidP="00B00EAC">
      <w:pPr>
        <w:pStyle w:val="SingleTxtG"/>
        <w:ind w:left="2268" w:hanging="1134"/>
        <w:rPr>
          <w:bCs/>
        </w:rPr>
      </w:pPr>
      <w:r w:rsidRPr="00335AC8">
        <w:rPr>
          <w:bCs/>
        </w:rPr>
        <w:t>2.14</w:t>
      </w:r>
      <w:r w:rsidRPr="00335AC8">
        <w:rPr>
          <w:bCs/>
        </w:rPr>
        <w:tab/>
      </w:r>
      <w:r w:rsidR="00C31151" w:rsidRPr="004338B4">
        <w:rPr>
          <w:rFonts w:eastAsia="Calibri"/>
          <w:lang w:val="fr-CA"/>
        </w:rPr>
        <w:t>“</w:t>
      </w:r>
      <w:r w:rsidRPr="00335AC8">
        <w:rPr>
          <w:bCs/>
          <w:i/>
        </w:rPr>
        <w:t>Système de regonflage des pneumatiques (TPRS)</w:t>
      </w:r>
      <w:r w:rsidR="00C31151" w:rsidRPr="004338B4">
        <w:rPr>
          <w:rFonts w:eastAsia="Calibri"/>
          <w:lang w:val="fr-CA"/>
        </w:rPr>
        <w:t>”</w:t>
      </w:r>
      <w:r w:rsidRPr="00335AC8">
        <w:rPr>
          <w:bCs/>
        </w:rPr>
        <w:t>, un système équipant un véhicule, dont la fonction est de regonfler les pneumatiques sous-gonflés montés sur un essieu du véhicule avec de l</w:t>
      </w:r>
      <w:r w:rsidR="004B0B6E">
        <w:rPr>
          <w:bCs/>
        </w:rPr>
        <w:t>’</w:t>
      </w:r>
      <w:r w:rsidRPr="00335AC8">
        <w:rPr>
          <w:bCs/>
        </w:rPr>
        <w:t xml:space="preserve">air comprimé stocké dans un réservoir fixé au véhicule (infrastructure), pendant que le véhicule roule mais pas </w:t>
      </w:r>
      <w:r>
        <w:rPr>
          <w:bCs/>
        </w:rPr>
        <w:t>seulement.</w:t>
      </w:r>
    </w:p>
    <w:p w14:paraId="17394B9A" w14:textId="77777777" w:rsidR="00BC0969" w:rsidRPr="00335AC8" w:rsidRDefault="00BC0969" w:rsidP="00B00EAC">
      <w:pPr>
        <w:pStyle w:val="SingleTxtG"/>
        <w:ind w:left="2268" w:hanging="1134"/>
        <w:rPr>
          <w:rFonts w:eastAsia="Calibri"/>
        </w:rPr>
      </w:pPr>
      <w:r w:rsidRPr="00335AC8">
        <w:rPr>
          <w:bCs/>
        </w:rPr>
        <w:t>2.15</w:t>
      </w:r>
      <w:r w:rsidRPr="00335AC8">
        <w:rPr>
          <w:bCs/>
        </w:rPr>
        <w:tab/>
      </w:r>
      <w:r w:rsidR="00C31151" w:rsidRPr="004338B4">
        <w:rPr>
          <w:rFonts w:eastAsia="Calibri"/>
          <w:lang w:val="fr-CA"/>
        </w:rPr>
        <w:t>“</w:t>
      </w:r>
      <w:r w:rsidRPr="00335AC8">
        <w:rPr>
          <w:bCs/>
          <w:i/>
        </w:rPr>
        <w:t>Système central de gonflage des pneumatiques (CTIS)</w:t>
      </w:r>
      <w:r w:rsidR="00C31151" w:rsidRPr="004338B4">
        <w:rPr>
          <w:rFonts w:eastAsia="Calibri"/>
          <w:lang w:val="fr-CA"/>
        </w:rPr>
        <w:t>”</w:t>
      </w:r>
      <w:r w:rsidRPr="00335AC8">
        <w:rPr>
          <w:bCs/>
        </w:rPr>
        <w:t xml:space="preserve">, un système </w:t>
      </w:r>
      <w:r w:rsidRPr="00B00EAC">
        <w:rPr>
          <w:rFonts w:eastAsia="Calibri"/>
          <w:lang w:val="fr-CA"/>
        </w:rPr>
        <w:t>équipant</w:t>
      </w:r>
      <w:r w:rsidRPr="00335AC8">
        <w:rPr>
          <w:bCs/>
        </w:rPr>
        <w:t xml:space="preserve"> un véhicule, dont la fonction est de réguler la pression de tous les pneumatiques montés sur un essieu du véhicule, avec de l</w:t>
      </w:r>
      <w:r w:rsidR="004B0B6E">
        <w:rPr>
          <w:bCs/>
        </w:rPr>
        <w:t>’</w:t>
      </w:r>
      <w:r w:rsidRPr="00335AC8">
        <w:rPr>
          <w:bCs/>
        </w:rPr>
        <w:t xml:space="preserve">air comprimé stocké dans un réservoir fixé au véhicule (infrastructure), pendant que le véhicule roule mais pas </w:t>
      </w:r>
      <w:r>
        <w:rPr>
          <w:bCs/>
        </w:rPr>
        <w:t>seulement</w:t>
      </w:r>
      <w:r w:rsidRPr="00335AC8">
        <w:rPr>
          <w:bCs/>
        </w:rPr>
        <w:t>.</w:t>
      </w:r>
    </w:p>
    <w:p w14:paraId="0C160527" w14:textId="77777777" w:rsidR="00BC0969" w:rsidRPr="00335AC8" w:rsidRDefault="00BC0969" w:rsidP="00AD78CC">
      <w:pPr>
        <w:pStyle w:val="HChG"/>
        <w:ind w:left="2268"/>
      </w:pPr>
      <w:r w:rsidRPr="00191D28">
        <w:t>3.</w:t>
      </w:r>
      <w:r w:rsidRPr="00191D28">
        <w:tab/>
      </w:r>
      <w:r w:rsidRPr="00662EA0">
        <w:rPr>
          <w:lang w:val="fr-CA"/>
        </w:rPr>
        <w:t>Demande d</w:t>
      </w:r>
      <w:r w:rsidR="004B0B6E">
        <w:rPr>
          <w:lang w:val="fr-CA"/>
        </w:rPr>
        <w:t>’</w:t>
      </w:r>
      <w:r w:rsidRPr="00662EA0">
        <w:rPr>
          <w:lang w:val="fr-CA"/>
        </w:rPr>
        <w:t>homologation</w:t>
      </w:r>
    </w:p>
    <w:p w14:paraId="43D0511B" w14:textId="77777777" w:rsidR="00BC0969" w:rsidRPr="00335AC8" w:rsidRDefault="00BC0969" w:rsidP="00AD78CC">
      <w:pPr>
        <w:pStyle w:val="SingleTxtG"/>
        <w:ind w:left="2268" w:hanging="1134"/>
        <w:rPr>
          <w:rFonts w:eastAsia="Calibri"/>
          <w:lang w:val="fr-CA"/>
        </w:rPr>
      </w:pPr>
      <w:r w:rsidRPr="00335AC8">
        <w:t>3.1</w:t>
      </w:r>
      <w:r w:rsidRPr="00335AC8">
        <w:tab/>
      </w:r>
      <w:r w:rsidRPr="00335AC8">
        <w:rPr>
          <w:rFonts w:eastAsia="Calibri"/>
          <w:lang w:val="fr-CA"/>
        </w:rPr>
        <w:tab/>
        <w:t>La demande d</w:t>
      </w:r>
      <w:r w:rsidR="004B0B6E">
        <w:rPr>
          <w:rFonts w:eastAsia="Calibri"/>
          <w:lang w:val="fr-CA"/>
        </w:rPr>
        <w:t>’</w:t>
      </w:r>
      <w:r w:rsidRPr="00335AC8">
        <w:rPr>
          <w:rFonts w:eastAsia="Calibri"/>
          <w:lang w:val="fr-CA"/>
        </w:rPr>
        <w:t>homologation d</w:t>
      </w:r>
      <w:r w:rsidR="004B0B6E">
        <w:rPr>
          <w:rFonts w:eastAsia="Calibri"/>
          <w:lang w:val="fr-CA"/>
        </w:rPr>
        <w:t>’</w:t>
      </w:r>
      <w:r w:rsidRPr="00335AC8">
        <w:rPr>
          <w:rFonts w:eastAsia="Calibri"/>
          <w:lang w:val="fr-CA"/>
        </w:rPr>
        <w:t xml:space="preserve">un type de véhicule </w:t>
      </w:r>
      <w:r w:rsidRPr="00AD78CC">
        <w:rPr>
          <w:bCs/>
        </w:rPr>
        <w:t>en</w:t>
      </w:r>
      <w:r w:rsidRPr="00335AC8">
        <w:rPr>
          <w:rFonts w:eastAsia="Calibri"/>
          <w:lang w:val="fr-CA"/>
        </w:rPr>
        <w:t xml:space="preserve"> ce qui concerne son système de surveillance de la pression des pneumatiques </w:t>
      </w:r>
      <w:r>
        <w:rPr>
          <w:rFonts w:eastAsia="Calibri"/>
          <w:lang w:val="fr-CA"/>
        </w:rPr>
        <w:t xml:space="preserve">doit être </w:t>
      </w:r>
      <w:r w:rsidRPr="00335AC8">
        <w:rPr>
          <w:rFonts w:eastAsia="Calibri"/>
          <w:lang w:val="fr-CA"/>
        </w:rPr>
        <w:t>présentée par le constructeur du véhicule ou son représentant dûment accrédité</w:t>
      </w:r>
      <w:r>
        <w:rPr>
          <w:rFonts w:eastAsia="Calibri"/>
          <w:lang w:val="fr-CA"/>
        </w:rPr>
        <w:t>.</w:t>
      </w:r>
    </w:p>
    <w:p w14:paraId="29C44B88" w14:textId="77777777" w:rsidR="00BC0969" w:rsidRPr="00335AC8" w:rsidRDefault="00BC0969" w:rsidP="00AD78CC">
      <w:pPr>
        <w:pStyle w:val="SingleTxtG"/>
        <w:ind w:left="2268" w:hanging="1134"/>
      </w:pPr>
      <w:r w:rsidRPr="00335AC8">
        <w:t>3.2</w:t>
      </w:r>
      <w:r w:rsidRPr="00335AC8">
        <w:tab/>
      </w:r>
      <w:r w:rsidRPr="00335AC8">
        <w:rPr>
          <w:rFonts w:eastAsia="Calibri"/>
          <w:lang w:val="fr-CA"/>
        </w:rPr>
        <w:t xml:space="preserve">Il </w:t>
      </w:r>
      <w:r>
        <w:rPr>
          <w:rFonts w:eastAsia="Calibri"/>
          <w:lang w:val="fr-CA"/>
        </w:rPr>
        <w:t xml:space="preserve">faut </w:t>
      </w:r>
      <w:r w:rsidRPr="00335AC8">
        <w:rPr>
          <w:rFonts w:eastAsia="Calibri"/>
          <w:lang w:val="fr-CA"/>
        </w:rPr>
        <w:t>join</w:t>
      </w:r>
      <w:r>
        <w:rPr>
          <w:rFonts w:eastAsia="Calibri"/>
          <w:lang w:val="fr-CA"/>
        </w:rPr>
        <w:t>dre</w:t>
      </w:r>
      <w:r w:rsidRPr="00335AC8">
        <w:rPr>
          <w:rFonts w:eastAsia="Calibri"/>
          <w:lang w:val="fr-CA"/>
        </w:rPr>
        <w:t xml:space="preserve"> à la demande une </w:t>
      </w:r>
      <w:r w:rsidRPr="00AD78CC">
        <w:rPr>
          <w:bCs/>
        </w:rPr>
        <w:t>description</w:t>
      </w:r>
      <w:r w:rsidRPr="00335AC8">
        <w:rPr>
          <w:rFonts w:eastAsia="Calibri"/>
          <w:lang w:val="fr-CA"/>
        </w:rPr>
        <w:t xml:space="preserve"> en trois exemplaires du type de véhicule comportant les </w:t>
      </w:r>
      <w:r w:rsidRPr="00335AC8">
        <w:rPr>
          <w:lang w:val="fr-CA"/>
        </w:rPr>
        <w:t>renseignements</w:t>
      </w:r>
      <w:r w:rsidRPr="00335AC8">
        <w:rPr>
          <w:rFonts w:eastAsia="Calibri"/>
          <w:lang w:val="fr-CA"/>
        </w:rPr>
        <w:t xml:space="preserve"> indiqués à l</w:t>
      </w:r>
      <w:r w:rsidR="004B0B6E">
        <w:rPr>
          <w:rFonts w:eastAsia="Calibri"/>
          <w:lang w:val="fr-CA"/>
        </w:rPr>
        <w:t>’</w:t>
      </w:r>
      <w:r w:rsidRPr="00335AC8">
        <w:rPr>
          <w:rFonts w:eastAsia="Calibri"/>
          <w:lang w:val="fr-CA"/>
        </w:rPr>
        <w:t>annexe 1 du présent Règlement</w:t>
      </w:r>
      <w:r>
        <w:rPr>
          <w:rFonts w:eastAsia="Calibri"/>
          <w:lang w:val="fr-CA"/>
        </w:rPr>
        <w:t>.</w:t>
      </w:r>
    </w:p>
    <w:p w14:paraId="6A926843" w14:textId="77777777" w:rsidR="00BC0969" w:rsidRPr="00191D28" w:rsidRDefault="00BC0969" w:rsidP="00AD78CC">
      <w:pPr>
        <w:pStyle w:val="SingleTxtG"/>
        <w:ind w:left="2268" w:hanging="1134"/>
      </w:pPr>
      <w:r w:rsidRPr="006979FE">
        <w:lastRenderedPageBreak/>
        <w:t>3.3</w:t>
      </w:r>
      <w:r w:rsidRPr="006979FE">
        <w:tab/>
      </w:r>
      <w:r w:rsidRPr="006979FE">
        <w:rPr>
          <w:rFonts w:eastAsia="Calibri"/>
          <w:lang w:val="fr-CA"/>
        </w:rPr>
        <w:tab/>
        <w:t xml:space="preserve">Un véhicule représentatif du type de véhicule à homologuer </w:t>
      </w:r>
      <w:r>
        <w:rPr>
          <w:rFonts w:eastAsia="Calibri"/>
          <w:lang w:val="fr-CA"/>
        </w:rPr>
        <w:t xml:space="preserve">doit être </w:t>
      </w:r>
      <w:r w:rsidRPr="006979FE">
        <w:rPr>
          <w:rFonts w:eastAsia="Calibri"/>
          <w:lang w:val="fr-CA"/>
        </w:rPr>
        <w:t>présenté à l</w:t>
      </w:r>
      <w:r w:rsidR="004B0B6E">
        <w:rPr>
          <w:rFonts w:eastAsia="Calibri"/>
          <w:lang w:val="fr-CA"/>
        </w:rPr>
        <w:t>’</w:t>
      </w:r>
      <w:r w:rsidRPr="006979FE">
        <w:rPr>
          <w:rFonts w:eastAsia="Calibri"/>
          <w:lang w:val="fr-CA"/>
        </w:rPr>
        <w:t>autorité d</w:t>
      </w:r>
      <w:r w:rsidR="004B0B6E">
        <w:rPr>
          <w:rFonts w:eastAsia="Calibri"/>
          <w:lang w:val="fr-CA"/>
        </w:rPr>
        <w:t>’</w:t>
      </w:r>
      <w:r w:rsidRPr="006979FE">
        <w:rPr>
          <w:rFonts w:eastAsia="Calibri"/>
          <w:lang w:val="fr-CA"/>
        </w:rPr>
        <w:t xml:space="preserve">homologation de type ou au service technique chargé des </w:t>
      </w:r>
      <w:r w:rsidRPr="00AD78CC">
        <w:rPr>
          <w:bCs/>
        </w:rPr>
        <w:t>essais</w:t>
      </w:r>
      <w:r w:rsidRPr="006979FE">
        <w:rPr>
          <w:rFonts w:eastAsia="Calibri"/>
          <w:lang w:val="fr-CA"/>
        </w:rPr>
        <w:t xml:space="preserve"> d</w:t>
      </w:r>
      <w:r w:rsidR="004B0B6E">
        <w:rPr>
          <w:rFonts w:eastAsia="Calibri"/>
          <w:lang w:val="fr-CA"/>
        </w:rPr>
        <w:t>’</w:t>
      </w:r>
      <w:r w:rsidRPr="006979FE">
        <w:rPr>
          <w:rFonts w:eastAsia="Calibri"/>
          <w:lang w:val="fr-CA"/>
        </w:rPr>
        <w:t>homologation.</w:t>
      </w:r>
    </w:p>
    <w:p w14:paraId="0DB6B39A" w14:textId="77777777" w:rsidR="00BC0969" w:rsidRPr="006979FE" w:rsidRDefault="00BC0969" w:rsidP="00AD78CC">
      <w:pPr>
        <w:pStyle w:val="SingleTxtG"/>
        <w:ind w:left="2268" w:hanging="1134"/>
        <w:rPr>
          <w:rFonts w:eastAsia="Calibri"/>
          <w:lang w:val="fr-CA"/>
        </w:rPr>
      </w:pPr>
      <w:r w:rsidRPr="006979FE">
        <w:t>3.4</w:t>
      </w:r>
      <w:r w:rsidRPr="006979FE">
        <w:tab/>
      </w:r>
      <w:r w:rsidRPr="006979FE">
        <w:tab/>
      </w:r>
      <w:r w:rsidRPr="006979FE">
        <w:rPr>
          <w:rFonts w:eastAsia="Calibri"/>
          <w:lang w:val="fr-CA"/>
        </w:rPr>
        <w:t>L</w:t>
      </w:r>
      <w:r w:rsidR="004B0B6E">
        <w:rPr>
          <w:rFonts w:eastAsia="Calibri"/>
          <w:lang w:val="fr-CA"/>
        </w:rPr>
        <w:t>’</w:t>
      </w:r>
      <w:r w:rsidRPr="006979FE">
        <w:rPr>
          <w:rFonts w:eastAsia="Calibri"/>
          <w:lang w:val="fr-CA"/>
        </w:rPr>
        <w:t>autorité d</w:t>
      </w:r>
      <w:r w:rsidR="004B0B6E">
        <w:rPr>
          <w:rFonts w:eastAsia="Calibri"/>
          <w:lang w:val="fr-CA"/>
        </w:rPr>
        <w:t>’</w:t>
      </w:r>
      <w:r w:rsidRPr="006979FE">
        <w:rPr>
          <w:rFonts w:eastAsia="Calibri"/>
          <w:lang w:val="fr-CA"/>
        </w:rPr>
        <w:t xml:space="preserve">homologation de </w:t>
      </w:r>
      <w:r w:rsidRPr="00AD78CC">
        <w:rPr>
          <w:bCs/>
        </w:rPr>
        <w:t>type</w:t>
      </w:r>
      <w:r w:rsidRPr="006979FE">
        <w:rPr>
          <w:rFonts w:eastAsia="Calibri"/>
          <w:lang w:val="fr-CA"/>
        </w:rPr>
        <w:t xml:space="preserve"> doit vérifier l</w:t>
      </w:r>
      <w:r w:rsidR="004B0B6E">
        <w:rPr>
          <w:rFonts w:eastAsia="Calibri"/>
          <w:lang w:val="fr-CA"/>
        </w:rPr>
        <w:t>’</w:t>
      </w:r>
      <w:r w:rsidRPr="006979FE">
        <w:rPr>
          <w:rFonts w:eastAsia="Calibri"/>
          <w:lang w:val="fr-CA"/>
        </w:rPr>
        <w:t xml:space="preserve">existence de dispositions satisfaisantes pour assurer un </w:t>
      </w:r>
      <w:r w:rsidRPr="006979FE">
        <w:rPr>
          <w:lang w:val="fr-CA"/>
        </w:rPr>
        <w:t>contrôle</w:t>
      </w:r>
      <w:r w:rsidRPr="006979FE">
        <w:rPr>
          <w:rFonts w:eastAsia="Calibri"/>
          <w:lang w:val="fr-CA"/>
        </w:rPr>
        <w:t xml:space="preserve"> efficace de la conformité de production avant que soit accordée l</w:t>
      </w:r>
      <w:r w:rsidR="004B0B6E">
        <w:rPr>
          <w:rFonts w:eastAsia="Calibri"/>
          <w:lang w:val="fr-CA"/>
        </w:rPr>
        <w:t>’</w:t>
      </w:r>
      <w:r w:rsidRPr="006979FE">
        <w:rPr>
          <w:rFonts w:eastAsia="Calibri"/>
          <w:lang w:val="fr-CA"/>
        </w:rPr>
        <w:t>homologation du type.</w:t>
      </w:r>
    </w:p>
    <w:p w14:paraId="3514C595" w14:textId="77777777" w:rsidR="00BC0969" w:rsidRPr="006979FE" w:rsidRDefault="00BC0969" w:rsidP="00AD78CC">
      <w:pPr>
        <w:pStyle w:val="HChG"/>
        <w:ind w:left="2268"/>
      </w:pPr>
      <w:r w:rsidRPr="006979FE">
        <w:t>4.</w:t>
      </w:r>
      <w:r w:rsidRPr="006979FE">
        <w:tab/>
      </w:r>
      <w:r w:rsidRPr="00AD78CC">
        <w:rPr>
          <w:lang w:val="fr-CA"/>
        </w:rPr>
        <w:t>Homologation</w:t>
      </w:r>
    </w:p>
    <w:p w14:paraId="78ECA62A" w14:textId="77777777" w:rsidR="00BC0969" w:rsidRPr="006979FE" w:rsidRDefault="00BC0969" w:rsidP="00AD78CC">
      <w:pPr>
        <w:pStyle w:val="SingleTxtG"/>
        <w:ind w:left="2268" w:hanging="1134"/>
        <w:rPr>
          <w:rFonts w:eastAsia="Calibri"/>
          <w:lang w:val="fr-CA"/>
        </w:rPr>
      </w:pPr>
      <w:r w:rsidRPr="006979FE">
        <w:t>4.1</w:t>
      </w:r>
      <w:r w:rsidRPr="006979FE">
        <w:tab/>
      </w:r>
      <w:r w:rsidRPr="006979FE">
        <w:rPr>
          <w:rFonts w:eastAsia="Calibri"/>
          <w:lang w:val="fr-CA"/>
        </w:rPr>
        <w:t>Si le véhicule présenté à l</w:t>
      </w:r>
      <w:r w:rsidR="004B0B6E">
        <w:rPr>
          <w:rFonts w:eastAsia="Calibri"/>
          <w:lang w:val="fr-CA"/>
        </w:rPr>
        <w:t>’</w:t>
      </w:r>
      <w:r w:rsidRPr="006979FE">
        <w:rPr>
          <w:rFonts w:eastAsia="Calibri"/>
          <w:lang w:val="fr-CA"/>
        </w:rPr>
        <w:t xml:space="preserve">homologation en application du présent Règlement satisfait aux prescriptions du </w:t>
      </w:r>
      <w:r w:rsidR="00466E0C">
        <w:rPr>
          <w:lang w:val="fr-CA"/>
        </w:rPr>
        <w:t>paragraphe</w:t>
      </w:r>
      <w:r w:rsidR="00466E0C" w:rsidRPr="006979FE">
        <w:rPr>
          <w:rFonts w:eastAsia="Calibri"/>
          <w:lang w:val="fr-CA"/>
        </w:rPr>
        <w:t> </w:t>
      </w:r>
      <w:r w:rsidRPr="006979FE">
        <w:rPr>
          <w:rFonts w:eastAsia="Calibri"/>
          <w:lang w:val="fr-CA"/>
        </w:rPr>
        <w:t>5 ci-après, l</w:t>
      </w:r>
      <w:r w:rsidR="004B0B6E">
        <w:rPr>
          <w:rFonts w:eastAsia="Calibri"/>
          <w:lang w:val="fr-CA"/>
        </w:rPr>
        <w:t>’</w:t>
      </w:r>
      <w:r w:rsidRPr="006979FE">
        <w:rPr>
          <w:rFonts w:eastAsia="Calibri"/>
          <w:lang w:val="fr-CA"/>
        </w:rPr>
        <w:t xml:space="preserve">homologation pour ce type de véhicule </w:t>
      </w:r>
      <w:r>
        <w:rPr>
          <w:rFonts w:eastAsia="Calibri"/>
          <w:lang w:val="fr-CA"/>
        </w:rPr>
        <w:t xml:space="preserve">doit être </w:t>
      </w:r>
      <w:r w:rsidRPr="006979FE">
        <w:rPr>
          <w:rFonts w:eastAsia="Calibri"/>
          <w:lang w:val="fr-CA"/>
        </w:rPr>
        <w:t>accordée.</w:t>
      </w:r>
    </w:p>
    <w:p w14:paraId="29AF8C93" w14:textId="77777777" w:rsidR="00BC0969" w:rsidRPr="00191D28" w:rsidRDefault="00BC0969" w:rsidP="00AD78CC">
      <w:pPr>
        <w:pStyle w:val="SingleTxtG"/>
        <w:ind w:left="2268" w:hanging="1134"/>
        <w:rPr>
          <w:strike/>
        </w:rPr>
      </w:pPr>
      <w:r w:rsidRPr="006979FE">
        <w:t>4.2</w:t>
      </w:r>
      <w:r w:rsidRPr="006979FE">
        <w:tab/>
      </w:r>
      <w:r w:rsidRPr="006979FE">
        <w:rPr>
          <w:rFonts w:eastAsia="Calibri"/>
          <w:lang w:val="fr-CA"/>
        </w:rPr>
        <w:t>Un numéro d</w:t>
      </w:r>
      <w:r w:rsidR="004B0B6E">
        <w:rPr>
          <w:rFonts w:eastAsia="Calibri"/>
          <w:lang w:val="fr-CA"/>
        </w:rPr>
        <w:t>’</w:t>
      </w:r>
      <w:r w:rsidRPr="006979FE">
        <w:rPr>
          <w:rFonts w:eastAsia="Calibri"/>
          <w:lang w:val="fr-CA"/>
        </w:rPr>
        <w:t xml:space="preserve">homologation </w:t>
      </w:r>
      <w:r>
        <w:rPr>
          <w:rFonts w:eastAsia="Calibri"/>
          <w:lang w:val="fr-CA"/>
        </w:rPr>
        <w:t xml:space="preserve">doit être </w:t>
      </w:r>
      <w:r w:rsidRPr="006979FE">
        <w:rPr>
          <w:rFonts w:eastAsia="Calibri"/>
          <w:lang w:val="fr-CA"/>
        </w:rPr>
        <w:t xml:space="preserve">attribué à chaque type homologué, dont les deux premiers </w:t>
      </w:r>
      <w:r w:rsidRPr="006979FE">
        <w:rPr>
          <w:lang w:val="fr-CA"/>
        </w:rPr>
        <w:t>chiffres</w:t>
      </w:r>
      <w:r w:rsidRPr="006979FE">
        <w:rPr>
          <w:rFonts w:eastAsia="Calibri"/>
          <w:lang w:val="fr-CA"/>
        </w:rPr>
        <w:t xml:space="preserve"> (actuellement 0</w:t>
      </w:r>
      <w:r>
        <w:rPr>
          <w:rFonts w:eastAsia="Calibri"/>
          <w:lang w:val="fr-CA"/>
        </w:rPr>
        <w:t>1</w:t>
      </w:r>
      <w:r w:rsidRPr="006979FE">
        <w:rPr>
          <w:rFonts w:eastAsia="Calibri"/>
          <w:lang w:val="fr-CA"/>
        </w:rPr>
        <w:t xml:space="preserve">, ce qui correspond </w:t>
      </w:r>
      <w:r>
        <w:rPr>
          <w:rFonts w:eastAsia="Calibri"/>
          <w:lang w:val="fr-CA"/>
        </w:rPr>
        <w:t xml:space="preserve">au Règlement modifié par </w:t>
      </w:r>
      <w:r w:rsidRPr="006979FE">
        <w:rPr>
          <w:rFonts w:eastAsia="Calibri"/>
          <w:lang w:val="fr-CA"/>
        </w:rPr>
        <w:t xml:space="preserve">la </w:t>
      </w:r>
      <w:r>
        <w:rPr>
          <w:rFonts w:eastAsia="Calibri"/>
          <w:lang w:val="fr-CA"/>
        </w:rPr>
        <w:t>série 01 d</w:t>
      </w:r>
      <w:r w:rsidR="004B0B6E">
        <w:rPr>
          <w:rFonts w:eastAsia="Calibri"/>
          <w:lang w:val="fr-CA"/>
        </w:rPr>
        <w:t>’</w:t>
      </w:r>
      <w:r>
        <w:rPr>
          <w:rFonts w:eastAsia="Calibri"/>
          <w:lang w:val="fr-CA"/>
        </w:rPr>
        <w:t>amendements</w:t>
      </w:r>
      <w:r w:rsidRPr="006979FE">
        <w:rPr>
          <w:rFonts w:eastAsia="Calibri"/>
          <w:lang w:val="fr-CA"/>
        </w:rPr>
        <w:t>) indiquent la série d</w:t>
      </w:r>
      <w:r w:rsidR="004B0B6E">
        <w:rPr>
          <w:rFonts w:eastAsia="Calibri"/>
          <w:lang w:val="fr-CA"/>
        </w:rPr>
        <w:t>’</w:t>
      </w:r>
      <w:r w:rsidRPr="006979FE">
        <w:rPr>
          <w:rFonts w:eastAsia="Calibri"/>
          <w:lang w:val="fr-CA"/>
        </w:rPr>
        <w:t>amendements englobant les plus récentes modifications techniques majeures apportées au Règlement à la date de la délivrance de l</w:t>
      </w:r>
      <w:r w:rsidR="004B0B6E">
        <w:rPr>
          <w:rFonts w:eastAsia="Calibri"/>
          <w:lang w:val="fr-CA"/>
        </w:rPr>
        <w:t>’</w:t>
      </w:r>
      <w:r w:rsidRPr="006979FE">
        <w:rPr>
          <w:rFonts w:eastAsia="Calibri"/>
          <w:lang w:val="fr-CA"/>
        </w:rPr>
        <w:t>homologation. Une même Partie contractante ne peut pas attribuer ce numéro à un autre type de véhicule.</w:t>
      </w:r>
    </w:p>
    <w:p w14:paraId="4EB0ABDC" w14:textId="77777777" w:rsidR="00BC0969" w:rsidRPr="006979FE" w:rsidRDefault="00BC0969" w:rsidP="00AD78CC">
      <w:pPr>
        <w:pStyle w:val="SingleTxtG"/>
        <w:ind w:left="2268" w:hanging="1134"/>
        <w:rPr>
          <w:rFonts w:eastAsia="Calibri"/>
          <w:lang w:val="fr-CA"/>
        </w:rPr>
      </w:pPr>
      <w:r w:rsidRPr="006979FE">
        <w:t>4.3</w:t>
      </w:r>
      <w:r w:rsidRPr="006979FE">
        <w:tab/>
      </w:r>
      <w:r w:rsidRPr="006979FE">
        <w:rPr>
          <w:rFonts w:eastAsia="Calibri"/>
          <w:lang w:val="fr-CA"/>
        </w:rPr>
        <w:tab/>
        <w:t>L</w:t>
      </w:r>
      <w:r w:rsidR="004B0B6E">
        <w:rPr>
          <w:rFonts w:eastAsia="Calibri"/>
          <w:lang w:val="fr-CA"/>
        </w:rPr>
        <w:t>’</w:t>
      </w:r>
      <w:r w:rsidRPr="006979FE">
        <w:rPr>
          <w:rFonts w:eastAsia="Calibri"/>
          <w:lang w:val="fr-CA"/>
        </w:rPr>
        <w:t>homologation ou l</w:t>
      </w:r>
      <w:r w:rsidR="004B0B6E">
        <w:rPr>
          <w:rFonts w:eastAsia="Calibri"/>
          <w:lang w:val="fr-CA"/>
        </w:rPr>
        <w:t>’</w:t>
      </w:r>
      <w:r w:rsidRPr="006979FE">
        <w:rPr>
          <w:rFonts w:eastAsia="Calibri"/>
          <w:lang w:val="fr-CA"/>
        </w:rPr>
        <w:t>extension ou le refus d</w:t>
      </w:r>
      <w:r w:rsidR="004B0B6E">
        <w:rPr>
          <w:rFonts w:eastAsia="Calibri"/>
          <w:lang w:val="fr-CA"/>
        </w:rPr>
        <w:t>’</w:t>
      </w:r>
      <w:r w:rsidRPr="006979FE">
        <w:rPr>
          <w:rFonts w:eastAsia="Calibri"/>
          <w:lang w:val="fr-CA"/>
        </w:rPr>
        <w:t>homologation d</w:t>
      </w:r>
      <w:r w:rsidR="004B0B6E">
        <w:rPr>
          <w:rFonts w:eastAsia="Calibri"/>
          <w:lang w:val="fr-CA"/>
        </w:rPr>
        <w:t>’</w:t>
      </w:r>
      <w:r w:rsidRPr="006979FE">
        <w:rPr>
          <w:rFonts w:eastAsia="Calibri"/>
          <w:lang w:val="fr-CA"/>
        </w:rPr>
        <w:t xml:space="preserve">un type de véhicule en application du </w:t>
      </w:r>
      <w:r w:rsidRPr="006979FE">
        <w:rPr>
          <w:lang w:val="fr-CA"/>
        </w:rPr>
        <w:t>présent</w:t>
      </w:r>
      <w:r w:rsidRPr="006979FE">
        <w:rPr>
          <w:rFonts w:eastAsia="Calibri"/>
          <w:lang w:val="fr-CA"/>
        </w:rPr>
        <w:t xml:space="preserve"> Règlement </w:t>
      </w:r>
      <w:r>
        <w:rPr>
          <w:rFonts w:eastAsia="Calibri"/>
          <w:lang w:val="fr-CA"/>
        </w:rPr>
        <w:t xml:space="preserve">doit être </w:t>
      </w:r>
      <w:r w:rsidRPr="006979FE">
        <w:rPr>
          <w:rFonts w:eastAsia="Calibri"/>
          <w:lang w:val="fr-CA"/>
        </w:rPr>
        <w:t>communiqué aux Parties à l</w:t>
      </w:r>
      <w:r w:rsidR="004B0B6E">
        <w:rPr>
          <w:rFonts w:eastAsia="Calibri"/>
          <w:lang w:val="fr-CA"/>
        </w:rPr>
        <w:t>’</w:t>
      </w:r>
      <w:r w:rsidRPr="006979FE">
        <w:rPr>
          <w:rFonts w:eastAsia="Calibri"/>
          <w:lang w:val="fr-CA"/>
        </w:rPr>
        <w:t>Accord appliquant le présent Règlement, au moyen d</w:t>
      </w:r>
      <w:r w:rsidR="004B0B6E">
        <w:rPr>
          <w:rFonts w:eastAsia="Calibri"/>
          <w:lang w:val="fr-CA"/>
        </w:rPr>
        <w:t>’</w:t>
      </w:r>
      <w:r w:rsidRPr="006979FE">
        <w:rPr>
          <w:rFonts w:eastAsia="Calibri"/>
          <w:lang w:val="fr-CA"/>
        </w:rPr>
        <w:t xml:space="preserve">une fiche conforme au modèle </w:t>
      </w:r>
      <w:r>
        <w:rPr>
          <w:rFonts w:eastAsia="Calibri"/>
          <w:lang w:val="fr-CA"/>
        </w:rPr>
        <w:t xml:space="preserve">de </w:t>
      </w:r>
      <w:r w:rsidRPr="006979FE">
        <w:rPr>
          <w:rFonts w:eastAsia="Calibri"/>
          <w:lang w:val="fr-CA"/>
        </w:rPr>
        <w:t>l</w:t>
      </w:r>
      <w:r w:rsidR="004B0B6E">
        <w:rPr>
          <w:rFonts w:eastAsia="Calibri"/>
          <w:lang w:val="fr-CA"/>
        </w:rPr>
        <w:t>’</w:t>
      </w:r>
      <w:r w:rsidRPr="006979FE">
        <w:rPr>
          <w:rFonts w:eastAsia="Calibri"/>
          <w:lang w:val="fr-CA"/>
        </w:rPr>
        <w:t>annexe 1 du présent Règlement.</w:t>
      </w:r>
    </w:p>
    <w:p w14:paraId="6ABDE332" w14:textId="77777777" w:rsidR="00BC0969" w:rsidRPr="006979FE" w:rsidRDefault="00BC0969" w:rsidP="00AD78CC">
      <w:pPr>
        <w:pStyle w:val="SingleTxtG"/>
        <w:ind w:left="2268" w:hanging="1134"/>
      </w:pPr>
      <w:r w:rsidRPr="006979FE">
        <w:t>4.4</w:t>
      </w:r>
      <w:r w:rsidRPr="006979FE">
        <w:tab/>
      </w:r>
      <w:r w:rsidRPr="006979FE">
        <w:rPr>
          <w:rFonts w:eastAsia="Calibri"/>
          <w:lang w:val="fr-CA"/>
        </w:rPr>
        <w:tab/>
        <w:t xml:space="preserve">Sur tout véhicule conforme à un type de véhicule homologué en application du présent Règlement, il </w:t>
      </w:r>
      <w:r>
        <w:rPr>
          <w:rFonts w:eastAsia="Calibri"/>
          <w:lang w:val="fr-CA"/>
        </w:rPr>
        <w:t xml:space="preserve">doit être </w:t>
      </w:r>
      <w:r w:rsidRPr="006979FE">
        <w:rPr>
          <w:rFonts w:eastAsia="Calibri"/>
          <w:lang w:val="fr-CA"/>
        </w:rPr>
        <w:t xml:space="preserve">apposé de </w:t>
      </w:r>
      <w:r w:rsidRPr="006979FE">
        <w:rPr>
          <w:lang w:val="fr-CA"/>
        </w:rPr>
        <w:t>manière</w:t>
      </w:r>
      <w:r w:rsidRPr="006979FE">
        <w:rPr>
          <w:rFonts w:eastAsia="Calibri"/>
          <w:lang w:val="fr-CA"/>
        </w:rPr>
        <w:t xml:space="preserve"> visible, en un endroit facilement accessible et indiqué sur la fiche d</w:t>
      </w:r>
      <w:r w:rsidR="004B0B6E">
        <w:rPr>
          <w:rFonts w:eastAsia="Calibri"/>
          <w:lang w:val="fr-CA"/>
        </w:rPr>
        <w:t>’</w:t>
      </w:r>
      <w:r w:rsidRPr="006979FE">
        <w:rPr>
          <w:rFonts w:eastAsia="Calibri"/>
          <w:lang w:val="fr-CA"/>
        </w:rPr>
        <w:t>homologation, une marque d</w:t>
      </w:r>
      <w:r w:rsidR="004B0B6E">
        <w:rPr>
          <w:rFonts w:eastAsia="Calibri"/>
          <w:lang w:val="fr-CA"/>
        </w:rPr>
        <w:t>’</w:t>
      </w:r>
      <w:r w:rsidRPr="006979FE">
        <w:rPr>
          <w:rFonts w:eastAsia="Calibri"/>
          <w:lang w:val="fr-CA"/>
        </w:rPr>
        <w:t>homologation internationale composée :</w:t>
      </w:r>
    </w:p>
    <w:p w14:paraId="11C1F1EC" w14:textId="77777777" w:rsidR="00BC0969" w:rsidRPr="006979FE" w:rsidRDefault="00BC0969" w:rsidP="00AD78CC">
      <w:pPr>
        <w:pStyle w:val="SingleTxtG"/>
        <w:ind w:left="2268" w:hanging="1134"/>
      </w:pPr>
      <w:r w:rsidRPr="006979FE">
        <w:t>4.4.1</w:t>
      </w:r>
      <w:r w:rsidRPr="006979FE">
        <w:tab/>
      </w:r>
      <w:r w:rsidRPr="006979FE">
        <w:rPr>
          <w:rFonts w:eastAsia="Calibri"/>
          <w:lang w:val="fr-CA"/>
        </w:rPr>
        <w:tab/>
        <w:t>D</w:t>
      </w:r>
      <w:r w:rsidR="004B0B6E">
        <w:rPr>
          <w:rFonts w:eastAsia="Calibri"/>
          <w:lang w:val="fr-CA"/>
        </w:rPr>
        <w:t>’</w:t>
      </w:r>
      <w:r w:rsidRPr="006979FE">
        <w:rPr>
          <w:rFonts w:eastAsia="Calibri"/>
          <w:lang w:val="fr-CA"/>
        </w:rPr>
        <w:t>un cercle à l</w:t>
      </w:r>
      <w:r w:rsidR="004B0B6E">
        <w:rPr>
          <w:rFonts w:eastAsia="Calibri"/>
          <w:lang w:val="fr-CA"/>
        </w:rPr>
        <w:t>’</w:t>
      </w:r>
      <w:r w:rsidRPr="006979FE">
        <w:rPr>
          <w:rFonts w:eastAsia="Calibri"/>
          <w:lang w:val="fr-CA"/>
        </w:rPr>
        <w:t xml:space="preserve">intérieur </w:t>
      </w:r>
      <w:r w:rsidRPr="00AD78CC">
        <w:rPr>
          <w:bCs/>
        </w:rPr>
        <w:t>duquel</w:t>
      </w:r>
      <w:r w:rsidRPr="006979FE">
        <w:rPr>
          <w:rFonts w:eastAsia="Calibri"/>
          <w:lang w:val="fr-CA"/>
        </w:rPr>
        <w:t xml:space="preserve"> est placée la lettre “E”, suivie du numéro distinctif du pays qui a accordé </w:t>
      </w:r>
      <w:r w:rsidRPr="006979FE">
        <w:rPr>
          <w:lang w:val="fr-CA"/>
        </w:rPr>
        <w:t>l</w:t>
      </w:r>
      <w:r w:rsidR="004B0B6E">
        <w:rPr>
          <w:lang w:val="fr-CA"/>
        </w:rPr>
        <w:t>’</w:t>
      </w:r>
      <w:r w:rsidRPr="006979FE">
        <w:rPr>
          <w:lang w:val="fr-CA"/>
        </w:rPr>
        <w:t>homologation</w:t>
      </w:r>
      <w:r w:rsidRPr="00103E88">
        <w:rPr>
          <w:rStyle w:val="Appelnotedebasdep"/>
        </w:rPr>
        <w:footnoteReference w:id="4"/>
      </w:r>
      <w:r w:rsidRPr="006979FE">
        <w:rPr>
          <w:rFonts w:eastAsia="Calibri"/>
          <w:lang w:val="fr-CA"/>
        </w:rPr>
        <w:t> ;</w:t>
      </w:r>
    </w:p>
    <w:p w14:paraId="586AAEC5" w14:textId="77777777" w:rsidR="00BC0969" w:rsidRPr="006979FE" w:rsidRDefault="00BC0969" w:rsidP="00AD78CC">
      <w:pPr>
        <w:pStyle w:val="SingleTxtG"/>
        <w:ind w:left="2268" w:hanging="1134"/>
        <w:rPr>
          <w:rFonts w:eastAsia="Calibri"/>
          <w:lang w:val="fr-CA"/>
        </w:rPr>
      </w:pPr>
      <w:r w:rsidRPr="006979FE">
        <w:t>4.4.2</w:t>
      </w:r>
      <w:r w:rsidRPr="006979FE">
        <w:tab/>
      </w:r>
      <w:r w:rsidRPr="006979FE">
        <w:rPr>
          <w:rFonts w:eastAsia="Calibri"/>
          <w:lang w:val="fr-CA"/>
        </w:rPr>
        <w:tab/>
        <w:t xml:space="preserve">Du numéro du </w:t>
      </w:r>
      <w:r w:rsidRPr="00AD78CC">
        <w:rPr>
          <w:bCs/>
        </w:rPr>
        <w:t>présent</w:t>
      </w:r>
      <w:r w:rsidRPr="006979FE">
        <w:rPr>
          <w:rFonts w:eastAsia="Calibri"/>
          <w:lang w:val="fr-CA"/>
        </w:rPr>
        <w:t xml:space="preserve"> Règlement, suivi de la lettre “R”, d</w:t>
      </w:r>
      <w:r w:rsidR="004B0B6E">
        <w:rPr>
          <w:rFonts w:eastAsia="Calibri"/>
          <w:lang w:val="fr-CA"/>
        </w:rPr>
        <w:t>’</w:t>
      </w:r>
      <w:r w:rsidRPr="006979FE">
        <w:rPr>
          <w:rFonts w:eastAsia="Calibri"/>
          <w:lang w:val="fr-CA"/>
        </w:rPr>
        <w:t>un tiret et du numéro d</w:t>
      </w:r>
      <w:r w:rsidR="004B0B6E">
        <w:rPr>
          <w:rFonts w:eastAsia="Calibri"/>
          <w:lang w:val="fr-CA"/>
        </w:rPr>
        <w:t>’</w:t>
      </w:r>
      <w:r w:rsidRPr="006979FE">
        <w:rPr>
          <w:rFonts w:eastAsia="Calibri"/>
          <w:lang w:val="fr-CA"/>
        </w:rPr>
        <w:t xml:space="preserve">homologation, placé à la droite du marquage prévu au </w:t>
      </w:r>
      <w:r>
        <w:rPr>
          <w:rFonts w:eastAsia="Calibri"/>
          <w:lang w:val="fr-CA"/>
        </w:rPr>
        <w:t>paragraphe</w:t>
      </w:r>
      <w:r w:rsidRPr="006979FE">
        <w:rPr>
          <w:rFonts w:eastAsia="Calibri"/>
          <w:lang w:val="fr-CA"/>
        </w:rPr>
        <w:t> 4.4.1.</w:t>
      </w:r>
    </w:p>
    <w:p w14:paraId="0FBF92B6" w14:textId="77777777" w:rsidR="00BC0969" w:rsidRPr="00150374" w:rsidRDefault="00BC0969" w:rsidP="00AD78CC">
      <w:pPr>
        <w:pStyle w:val="SingleTxtG"/>
        <w:ind w:left="2268" w:hanging="1134"/>
      </w:pPr>
      <w:r w:rsidRPr="00150374">
        <w:rPr>
          <w:lang w:val="fr-CA"/>
        </w:rPr>
        <w:t>4.5</w:t>
      </w:r>
      <w:r w:rsidRPr="00150374">
        <w:rPr>
          <w:lang w:val="fr-CA"/>
        </w:rPr>
        <w:tab/>
      </w:r>
      <w:r w:rsidRPr="00150374">
        <w:rPr>
          <w:rFonts w:eastAsia="Calibri"/>
          <w:lang w:val="fr-CA"/>
        </w:rPr>
        <w:tab/>
        <w:t>Si le véhicule est conforme à un type de véhicule homologué, en application d</w:t>
      </w:r>
      <w:r w:rsidR="004B0B6E">
        <w:rPr>
          <w:rFonts w:eastAsia="Calibri"/>
          <w:lang w:val="fr-CA"/>
        </w:rPr>
        <w:t>’</w:t>
      </w:r>
      <w:r w:rsidRPr="00150374">
        <w:rPr>
          <w:rFonts w:eastAsia="Calibri"/>
          <w:lang w:val="fr-CA"/>
        </w:rPr>
        <w:t xml:space="preserve">un ou de plusieurs autres </w:t>
      </w:r>
      <w:r>
        <w:rPr>
          <w:rFonts w:eastAsia="Calibri"/>
          <w:lang w:val="fr-CA"/>
        </w:rPr>
        <w:t>r</w:t>
      </w:r>
      <w:r w:rsidRPr="00150374">
        <w:rPr>
          <w:rFonts w:eastAsia="Calibri"/>
          <w:lang w:val="fr-CA"/>
        </w:rPr>
        <w:t xml:space="preserve">èglements </w:t>
      </w:r>
      <w:r w:rsidRPr="00150374">
        <w:rPr>
          <w:lang w:val="fr-CA"/>
        </w:rPr>
        <w:t>joints</w:t>
      </w:r>
      <w:r w:rsidRPr="00150374">
        <w:rPr>
          <w:rFonts w:eastAsia="Calibri"/>
          <w:lang w:val="fr-CA"/>
        </w:rPr>
        <w:t xml:space="preserve"> en annexe à </w:t>
      </w:r>
      <w:r w:rsidRPr="00AD78CC">
        <w:rPr>
          <w:bCs/>
        </w:rPr>
        <w:t>l</w:t>
      </w:r>
      <w:r w:rsidR="004B0B6E">
        <w:rPr>
          <w:bCs/>
        </w:rPr>
        <w:t>’</w:t>
      </w:r>
      <w:r w:rsidRPr="00AD78CC">
        <w:rPr>
          <w:bCs/>
        </w:rPr>
        <w:t>Accord</w:t>
      </w:r>
      <w:r w:rsidRPr="00150374">
        <w:rPr>
          <w:rFonts w:eastAsia="Calibri"/>
          <w:lang w:val="fr-CA"/>
        </w:rPr>
        <w:t>, dans le pays même qui a accordé l</w:t>
      </w:r>
      <w:r w:rsidR="004B0B6E">
        <w:rPr>
          <w:rFonts w:eastAsia="Calibri"/>
          <w:lang w:val="fr-CA"/>
        </w:rPr>
        <w:t>’</w:t>
      </w:r>
      <w:r w:rsidRPr="00150374">
        <w:rPr>
          <w:rFonts w:eastAsia="Calibri"/>
          <w:lang w:val="fr-CA"/>
        </w:rPr>
        <w:t>homologation en application du présent Règlement, il n</w:t>
      </w:r>
      <w:r w:rsidR="004B0B6E">
        <w:rPr>
          <w:rFonts w:eastAsia="Calibri"/>
          <w:lang w:val="fr-CA"/>
        </w:rPr>
        <w:t>’</w:t>
      </w:r>
      <w:r w:rsidRPr="00150374">
        <w:rPr>
          <w:rFonts w:eastAsia="Calibri"/>
          <w:lang w:val="fr-CA"/>
        </w:rPr>
        <w:t xml:space="preserve">est pas nécessaire de répéter le symbole prescrit au </w:t>
      </w:r>
      <w:r>
        <w:rPr>
          <w:rFonts w:eastAsia="Calibri"/>
          <w:lang w:val="fr-CA"/>
        </w:rPr>
        <w:t>paragraphe</w:t>
      </w:r>
      <w:r w:rsidRPr="00150374">
        <w:rPr>
          <w:rFonts w:eastAsia="Calibri"/>
          <w:lang w:val="fr-CA"/>
        </w:rPr>
        <w:t> 4.4.1</w:t>
      </w:r>
      <w:r w:rsidR="00137A68">
        <w:rPr>
          <w:rFonts w:eastAsia="Calibri"/>
          <w:lang w:val="fr-CA"/>
        </w:rPr>
        <w:t> </w:t>
      </w:r>
      <w:r w:rsidRPr="00150374">
        <w:rPr>
          <w:rFonts w:eastAsia="Calibri"/>
          <w:lang w:val="fr-CA"/>
        </w:rPr>
        <w:t xml:space="preserve">; </w:t>
      </w:r>
      <w:r>
        <w:rPr>
          <w:rFonts w:eastAsia="Calibri"/>
          <w:lang w:val="fr-CA"/>
        </w:rPr>
        <w:t xml:space="preserve">dans ce </w:t>
      </w:r>
      <w:r w:rsidRPr="00150374">
        <w:rPr>
          <w:rFonts w:eastAsia="Calibri"/>
          <w:lang w:val="fr-CA"/>
        </w:rPr>
        <w:t xml:space="preserve">cas, les numéros de </w:t>
      </w:r>
      <w:r>
        <w:rPr>
          <w:rFonts w:eastAsia="Calibri"/>
          <w:lang w:val="fr-CA"/>
        </w:rPr>
        <w:t>r</w:t>
      </w:r>
      <w:r w:rsidRPr="00150374">
        <w:rPr>
          <w:rFonts w:eastAsia="Calibri"/>
          <w:lang w:val="fr-CA"/>
        </w:rPr>
        <w:t>èglement et d</w:t>
      </w:r>
      <w:r w:rsidR="004B0B6E">
        <w:rPr>
          <w:rFonts w:eastAsia="Calibri"/>
          <w:lang w:val="fr-CA"/>
        </w:rPr>
        <w:t>’</w:t>
      </w:r>
      <w:r w:rsidRPr="00150374">
        <w:rPr>
          <w:rFonts w:eastAsia="Calibri"/>
          <w:lang w:val="fr-CA"/>
        </w:rPr>
        <w:t xml:space="preserve">homologation et les symboles additionnels pour tous les </w:t>
      </w:r>
      <w:r>
        <w:rPr>
          <w:rFonts w:eastAsia="Calibri"/>
          <w:lang w:val="fr-CA"/>
        </w:rPr>
        <w:t>r</w:t>
      </w:r>
      <w:r w:rsidRPr="00150374">
        <w:rPr>
          <w:rFonts w:eastAsia="Calibri"/>
          <w:lang w:val="fr-CA"/>
        </w:rPr>
        <w:t>èglements pour lesquels l</w:t>
      </w:r>
      <w:r w:rsidR="004B0B6E">
        <w:rPr>
          <w:rFonts w:eastAsia="Calibri"/>
          <w:lang w:val="fr-CA"/>
        </w:rPr>
        <w:t>’</w:t>
      </w:r>
      <w:r w:rsidRPr="00150374">
        <w:rPr>
          <w:rFonts w:eastAsia="Calibri"/>
          <w:lang w:val="fr-CA"/>
        </w:rPr>
        <w:t>homologation a été accordée dans le pays qui a accordé l</w:t>
      </w:r>
      <w:r w:rsidR="004B0B6E">
        <w:rPr>
          <w:rFonts w:eastAsia="Calibri"/>
          <w:lang w:val="fr-CA"/>
        </w:rPr>
        <w:t>’</w:t>
      </w:r>
      <w:r w:rsidRPr="00150374">
        <w:rPr>
          <w:rFonts w:eastAsia="Calibri"/>
          <w:lang w:val="fr-CA"/>
        </w:rPr>
        <w:t xml:space="preserve">homologation en application du présent Règlement </w:t>
      </w:r>
      <w:r>
        <w:rPr>
          <w:rFonts w:eastAsia="Calibri"/>
          <w:lang w:val="fr-CA"/>
        </w:rPr>
        <w:t xml:space="preserve">doivent être </w:t>
      </w:r>
      <w:r w:rsidRPr="00150374">
        <w:rPr>
          <w:rFonts w:eastAsia="Calibri"/>
          <w:lang w:val="fr-CA"/>
        </w:rPr>
        <w:t>inscrits l</w:t>
      </w:r>
      <w:r w:rsidR="004B0B6E">
        <w:rPr>
          <w:rFonts w:eastAsia="Calibri"/>
          <w:lang w:val="fr-CA"/>
        </w:rPr>
        <w:t>’</w:t>
      </w:r>
      <w:r w:rsidRPr="00150374">
        <w:rPr>
          <w:rFonts w:eastAsia="Calibri"/>
          <w:lang w:val="fr-CA"/>
        </w:rPr>
        <w:t>un au-dessous de l</w:t>
      </w:r>
      <w:r w:rsidR="004B0B6E">
        <w:rPr>
          <w:rFonts w:eastAsia="Calibri"/>
          <w:lang w:val="fr-CA"/>
        </w:rPr>
        <w:t>’</w:t>
      </w:r>
      <w:r w:rsidRPr="00150374">
        <w:rPr>
          <w:rFonts w:eastAsia="Calibri"/>
          <w:lang w:val="fr-CA"/>
        </w:rPr>
        <w:t xml:space="preserve">autre, à droite du symbole prescrit au </w:t>
      </w:r>
      <w:r>
        <w:rPr>
          <w:rFonts w:eastAsia="Calibri"/>
          <w:lang w:val="fr-CA"/>
        </w:rPr>
        <w:t>paragraphe</w:t>
      </w:r>
      <w:r w:rsidRPr="00150374">
        <w:rPr>
          <w:rFonts w:eastAsia="Calibri"/>
          <w:lang w:val="fr-CA"/>
        </w:rPr>
        <w:t> 4.4.1.</w:t>
      </w:r>
    </w:p>
    <w:p w14:paraId="436C0D1C" w14:textId="77777777" w:rsidR="00BC0969" w:rsidRPr="009B6413" w:rsidRDefault="00BC0969" w:rsidP="00AD78CC">
      <w:pPr>
        <w:pStyle w:val="SingleTxtG"/>
        <w:ind w:left="2268" w:hanging="1134"/>
      </w:pPr>
      <w:r w:rsidRPr="009B6413">
        <w:t>4.6</w:t>
      </w:r>
      <w:r w:rsidRPr="009B6413">
        <w:tab/>
      </w:r>
      <w:r w:rsidRPr="009B6413">
        <w:rPr>
          <w:rFonts w:eastAsia="Calibri"/>
          <w:lang w:val="fr-CA"/>
        </w:rPr>
        <w:t>La marque d</w:t>
      </w:r>
      <w:r w:rsidR="004B0B6E">
        <w:rPr>
          <w:rFonts w:eastAsia="Calibri"/>
          <w:lang w:val="fr-CA"/>
        </w:rPr>
        <w:t>’</w:t>
      </w:r>
      <w:r w:rsidRPr="009B6413">
        <w:rPr>
          <w:rFonts w:eastAsia="Calibri"/>
          <w:lang w:val="fr-CA"/>
        </w:rPr>
        <w:t>homologation doit être nettement lisible et indélébile.</w:t>
      </w:r>
    </w:p>
    <w:p w14:paraId="233FBF78" w14:textId="77777777" w:rsidR="00BC0969" w:rsidRPr="009B6413" w:rsidRDefault="00BC0969" w:rsidP="00AD78CC">
      <w:pPr>
        <w:pStyle w:val="SingleTxtG"/>
        <w:ind w:left="2268" w:hanging="1134"/>
      </w:pPr>
      <w:r w:rsidRPr="009B6413">
        <w:t>4.7</w:t>
      </w:r>
      <w:r w:rsidRPr="009B6413">
        <w:tab/>
      </w:r>
      <w:r w:rsidRPr="009B6413">
        <w:rPr>
          <w:rFonts w:eastAsia="Calibri"/>
          <w:lang w:val="fr-CA"/>
        </w:rPr>
        <w:t xml:space="preserve">La </w:t>
      </w:r>
      <w:r w:rsidRPr="009B6413">
        <w:rPr>
          <w:lang w:val="fr-CA"/>
        </w:rPr>
        <w:t>marque</w:t>
      </w:r>
      <w:r w:rsidRPr="009B6413">
        <w:rPr>
          <w:rFonts w:eastAsia="Calibri"/>
          <w:lang w:val="fr-CA"/>
        </w:rPr>
        <w:t xml:space="preserve"> d</w:t>
      </w:r>
      <w:r w:rsidR="004B0B6E">
        <w:rPr>
          <w:rFonts w:eastAsia="Calibri"/>
          <w:lang w:val="fr-CA"/>
        </w:rPr>
        <w:t>’</w:t>
      </w:r>
      <w:r w:rsidRPr="009B6413">
        <w:rPr>
          <w:rFonts w:eastAsia="Calibri"/>
          <w:lang w:val="fr-CA"/>
        </w:rPr>
        <w:t xml:space="preserve">homologation </w:t>
      </w:r>
      <w:r>
        <w:rPr>
          <w:rFonts w:eastAsia="Calibri"/>
          <w:lang w:val="fr-CA"/>
        </w:rPr>
        <w:t xml:space="preserve">doit être </w:t>
      </w:r>
      <w:r w:rsidRPr="009B6413">
        <w:rPr>
          <w:rFonts w:eastAsia="Calibri"/>
          <w:lang w:val="fr-CA"/>
        </w:rPr>
        <w:t xml:space="preserve">est placée sur la plaque signalétique du véhicule apposée par le constructeur ou à proximité de </w:t>
      </w:r>
      <w:r>
        <w:rPr>
          <w:rFonts w:eastAsia="Calibri"/>
          <w:lang w:val="fr-CA"/>
        </w:rPr>
        <w:t>cette plaque</w:t>
      </w:r>
      <w:r w:rsidRPr="009B6413">
        <w:t>.</w:t>
      </w:r>
    </w:p>
    <w:p w14:paraId="5FA11F55" w14:textId="77777777" w:rsidR="00BC0969" w:rsidRPr="009B6413" w:rsidRDefault="00BC0969" w:rsidP="00AD78CC">
      <w:pPr>
        <w:pStyle w:val="SingleTxtG"/>
        <w:ind w:left="2268" w:hanging="1134"/>
        <w:rPr>
          <w:rFonts w:eastAsia="Calibri"/>
          <w:lang w:val="fr-CA"/>
        </w:rPr>
      </w:pPr>
      <w:r w:rsidRPr="009B6413">
        <w:t>4.8</w:t>
      </w:r>
      <w:r w:rsidRPr="009B6413">
        <w:tab/>
      </w:r>
      <w:r w:rsidRPr="009B6413">
        <w:rPr>
          <w:rFonts w:eastAsia="Calibri"/>
          <w:lang w:val="fr-CA"/>
        </w:rPr>
        <w:tab/>
      </w:r>
      <w:r w:rsidRPr="009B6413">
        <w:rPr>
          <w:lang w:val="fr-CA"/>
        </w:rPr>
        <w:t>L</w:t>
      </w:r>
      <w:r w:rsidR="004B0B6E">
        <w:rPr>
          <w:lang w:val="fr-CA"/>
        </w:rPr>
        <w:t>’</w:t>
      </w:r>
      <w:r w:rsidRPr="009B6413">
        <w:rPr>
          <w:lang w:val="fr-CA"/>
        </w:rPr>
        <w:t>annexe</w:t>
      </w:r>
      <w:r w:rsidRPr="009B6413">
        <w:rPr>
          <w:rFonts w:eastAsia="Calibri"/>
          <w:lang w:val="fr-CA"/>
        </w:rPr>
        <w:t> 2 du présent Règlement donne des exemples de marques d</w:t>
      </w:r>
      <w:r w:rsidR="004B0B6E">
        <w:rPr>
          <w:rFonts w:eastAsia="Calibri"/>
          <w:lang w:val="fr-CA"/>
        </w:rPr>
        <w:t>’</w:t>
      </w:r>
      <w:r w:rsidRPr="009B6413">
        <w:rPr>
          <w:rFonts w:eastAsia="Calibri"/>
          <w:lang w:val="fr-CA"/>
        </w:rPr>
        <w:t>homologation.</w:t>
      </w:r>
    </w:p>
    <w:p w14:paraId="433BD752" w14:textId="77777777" w:rsidR="00BC0969" w:rsidRPr="00662EA0" w:rsidRDefault="00BC0969" w:rsidP="00AD78CC">
      <w:pPr>
        <w:pStyle w:val="HChG"/>
        <w:ind w:left="2268"/>
      </w:pPr>
      <w:r w:rsidRPr="00191D28">
        <w:lastRenderedPageBreak/>
        <w:t>5.</w:t>
      </w:r>
      <w:r w:rsidRPr="00191D28">
        <w:tab/>
      </w:r>
      <w:r w:rsidRPr="00662EA0">
        <w:rPr>
          <w:lang w:val="fr-CA"/>
        </w:rPr>
        <w:t>Spécifications et essais</w:t>
      </w:r>
    </w:p>
    <w:p w14:paraId="69C03DA7" w14:textId="77777777" w:rsidR="00BC0969" w:rsidRPr="009B6413" w:rsidRDefault="00BC0969" w:rsidP="00AD78CC">
      <w:pPr>
        <w:pStyle w:val="SingleTxtG"/>
        <w:ind w:left="2268" w:hanging="1134"/>
      </w:pPr>
      <w:r w:rsidRPr="00191D28">
        <w:t>5.1</w:t>
      </w:r>
      <w:r w:rsidRPr="00191D28">
        <w:tab/>
      </w:r>
      <w:r w:rsidRPr="00191D28">
        <w:tab/>
      </w:r>
      <w:r w:rsidRPr="00AD78CC">
        <w:rPr>
          <w:rFonts w:eastAsia="Calibri"/>
          <w:lang w:val="fr-CA"/>
        </w:rPr>
        <w:t>Généralités</w:t>
      </w:r>
      <w:r w:rsidRPr="009B6413">
        <w:t xml:space="preserve"> </w:t>
      </w:r>
    </w:p>
    <w:p w14:paraId="0F0A19D8" w14:textId="77777777" w:rsidR="00BC0969" w:rsidRPr="009B6413" w:rsidRDefault="00BC0969" w:rsidP="00AD78CC">
      <w:pPr>
        <w:pStyle w:val="SingleTxtG"/>
        <w:ind w:left="2268" w:hanging="1134"/>
        <w:rPr>
          <w:rFonts w:eastAsia="Calibri"/>
          <w:lang w:val="fr-CA"/>
        </w:rPr>
      </w:pPr>
      <w:r w:rsidRPr="009B6413">
        <w:t>5.1.1</w:t>
      </w:r>
      <w:r w:rsidRPr="009B6413">
        <w:tab/>
      </w:r>
      <w:r w:rsidRPr="009B6413">
        <w:rPr>
          <w:rFonts w:eastAsia="Calibri"/>
          <w:lang w:val="fr-CA"/>
        </w:rPr>
        <w:t>Tout véhicule de</w:t>
      </w:r>
      <w:r>
        <w:rPr>
          <w:rFonts w:eastAsia="Calibri"/>
          <w:lang w:val="fr-CA"/>
        </w:rPr>
        <w:t xml:space="preserve"> la </w:t>
      </w:r>
      <w:r w:rsidRPr="009B6413">
        <w:rPr>
          <w:rFonts w:eastAsia="Calibri"/>
          <w:lang w:val="fr-CA"/>
        </w:rPr>
        <w:t>catégorie M</w:t>
      </w:r>
      <w:r w:rsidRPr="009B6413">
        <w:rPr>
          <w:rFonts w:eastAsia="Calibri"/>
          <w:vertAlign w:val="subscript"/>
          <w:lang w:val="fr-CA"/>
        </w:rPr>
        <w:t>1</w:t>
      </w:r>
      <w:r w:rsidRPr="009B6413">
        <w:rPr>
          <w:rFonts w:eastAsia="Calibri"/>
          <w:lang w:val="fr-CA"/>
        </w:rPr>
        <w:t xml:space="preserve"> dont la masse est inférieure ou égale à 3 500 kg</w:t>
      </w:r>
      <w:r w:rsidRPr="009B6413">
        <w:rPr>
          <w:rFonts w:ascii="Segoe UI" w:hAnsi="Segoe UI" w:cs="Segoe UI"/>
        </w:rPr>
        <w:t xml:space="preserve"> </w:t>
      </w:r>
      <w:r w:rsidRPr="009B6413">
        <w:rPr>
          <w:rFonts w:eastAsia="Calibri"/>
        </w:rPr>
        <w:t>et des catégories</w:t>
      </w:r>
      <w:r>
        <w:rPr>
          <w:rFonts w:eastAsia="Calibri"/>
          <w:lang w:val="fr-CA"/>
        </w:rPr>
        <w:t xml:space="preserve"> </w:t>
      </w:r>
      <w:r w:rsidRPr="009B6413">
        <w:rPr>
          <w:rFonts w:eastAsia="Calibri"/>
        </w:rPr>
        <w:t>M</w:t>
      </w:r>
      <w:r w:rsidRPr="009B6413">
        <w:rPr>
          <w:rFonts w:eastAsia="Calibri"/>
          <w:vertAlign w:val="subscript"/>
        </w:rPr>
        <w:t>2</w:t>
      </w:r>
      <w:r w:rsidRPr="009B6413">
        <w:rPr>
          <w:rFonts w:eastAsia="Calibri"/>
        </w:rPr>
        <w:t>, M</w:t>
      </w:r>
      <w:r w:rsidRPr="009B6413">
        <w:rPr>
          <w:rFonts w:eastAsia="Calibri"/>
          <w:vertAlign w:val="subscript"/>
        </w:rPr>
        <w:t>3</w:t>
      </w:r>
      <w:r w:rsidRPr="009B6413">
        <w:rPr>
          <w:rFonts w:eastAsia="Calibri"/>
        </w:rPr>
        <w:t>, N</w:t>
      </w:r>
      <w:r w:rsidRPr="009B6413">
        <w:rPr>
          <w:rFonts w:eastAsia="Calibri"/>
          <w:vertAlign w:val="subscript"/>
        </w:rPr>
        <w:t>1</w:t>
      </w:r>
      <w:r w:rsidRPr="009B6413">
        <w:rPr>
          <w:rFonts w:eastAsia="Calibri"/>
        </w:rPr>
        <w:t>, N</w:t>
      </w:r>
      <w:r w:rsidRPr="009B6413">
        <w:rPr>
          <w:rFonts w:eastAsia="Calibri"/>
          <w:vertAlign w:val="subscript"/>
        </w:rPr>
        <w:t>2</w:t>
      </w:r>
      <w:r w:rsidRPr="009B6413">
        <w:rPr>
          <w:rFonts w:eastAsia="Calibri"/>
        </w:rPr>
        <w:t>, N</w:t>
      </w:r>
      <w:r w:rsidRPr="009B6413">
        <w:rPr>
          <w:rFonts w:eastAsia="Calibri"/>
          <w:vertAlign w:val="subscript"/>
        </w:rPr>
        <w:t>3</w:t>
      </w:r>
      <w:r w:rsidRPr="009B6413">
        <w:rPr>
          <w:rFonts w:eastAsia="Calibri"/>
        </w:rPr>
        <w:t>, O</w:t>
      </w:r>
      <w:r w:rsidRPr="009B6413">
        <w:rPr>
          <w:rFonts w:eastAsia="Calibri"/>
          <w:vertAlign w:val="subscript"/>
        </w:rPr>
        <w:t>3</w:t>
      </w:r>
      <w:r w:rsidRPr="009B6413">
        <w:rPr>
          <w:rFonts w:eastAsia="Calibri"/>
        </w:rPr>
        <w:t xml:space="preserve"> </w:t>
      </w:r>
      <w:r>
        <w:rPr>
          <w:rFonts w:eastAsia="Calibri"/>
        </w:rPr>
        <w:t xml:space="preserve">et </w:t>
      </w:r>
      <w:r w:rsidRPr="009B6413">
        <w:rPr>
          <w:rFonts w:eastAsia="Calibri"/>
        </w:rPr>
        <w:t>O</w:t>
      </w:r>
      <w:r w:rsidRPr="009B6413">
        <w:rPr>
          <w:rFonts w:eastAsia="Calibri"/>
          <w:vertAlign w:val="subscript"/>
        </w:rPr>
        <w:t>4</w:t>
      </w:r>
      <w:r w:rsidRPr="009B6413">
        <w:rPr>
          <w:rFonts w:eastAsia="Calibri"/>
        </w:rPr>
        <w:t>,</w:t>
      </w:r>
      <w:r>
        <w:rPr>
          <w:rFonts w:eastAsia="Calibri"/>
        </w:rPr>
        <w:t xml:space="preserve"> équipés dans tous les </w:t>
      </w:r>
      <w:r w:rsidRPr="009B6413">
        <w:rPr>
          <w:rFonts w:eastAsia="Calibri"/>
          <w:lang w:val="fr-CA"/>
        </w:rPr>
        <w:t>cas d</w:t>
      </w:r>
      <w:r w:rsidR="004B0B6E">
        <w:rPr>
          <w:rFonts w:eastAsia="Calibri"/>
          <w:lang w:val="fr-CA"/>
        </w:rPr>
        <w:t>’</w:t>
      </w:r>
      <w:r w:rsidRPr="009B6413">
        <w:rPr>
          <w:rFonts w:eastAsia="Calibri"/>
          <w:lang w:val="fr-CA"/>
        </w:rPr>
        <w:t xml:space="preserve">un système de surveillance de la pression des pneumatiques répondant à la définition donnée au </w:t>
      </w:r>
      <w:r>
        <w:rPr>
          <w:rFonts w:eastAsia="Calibri"/>
          <w:lang w:val="fr-CA"/>
        </w:rPr>
        <w:t>paragraphe</w:t>
      </w:r>
      <w:r w:rsidRPr="009B6413">
        <w:rPr>
          <w:rFonts w:eastAsia="Calibri"/>
          <w:lang w:val="fr-CA"/>
        </w:rPr>
        <w:t> 2.</w:t>
      </w:r>
      <w:r>
        <w:rPr>
          <w:rFonts w:eastAsia="Calibri"/>
          <w:lang w:val="fr-CA"/>
        </w:rPr>
        <w:t>8</w:t>
      </w:r>
      <w:r w:rsidRPr="009B6413">
        <w:rPr>
          <w:rFonts w:eastAsia="Calibri"/>
          <w:lang w:val="fr-CA"/>
        </w:rPr>
        <w:t xml:space="preserve">, doit satisfaire aux prescriptions fonctionnelles énoncées aux </w:t>
      </w:r>
      <w:r>
        <w:rPr>
          <w:rFonts w:eastAsia="Calibri"/>
          <w:lang w:val="fr-CA"/>
        </w:rPr>
        <w:t>paragraphe</w:t>
      </w:r>
      <w:r w:rsidRPr="009B6413">
        <w:rPr>
          <w:rFonts w:eastAsia="Calibri"/>
          <w:lang w:val="fr-CA"/>
        </w:rPr>
        <w:t>s 5.1.2 à 5.</w:t>
      </w:r>
      <w:r>
        <w:rPr>
          <w:rFonts w:eastAsia="Calibri"/>
          <w:lang w:val="fr-CA"/>
        </w:rPr>
        <w:t>6</w:t>
      </w:r>
      <w:r w:rsidRPr="009B6413">
        <w:rPr>
          <w:rFonts w:eastAsia="Calibri"/>
          <w:lang w:val="fr-CA"/>
        </w:rPr>
        <w:t xml:space="preserve"> du présent Règlement </w:t>
      </w:r>
      <w:r>
        <w:rPr>
          <w:rFonts w:eastAsia="Calibri"/>
          <w:lang w:val="fr-CA"/>
        </w:rPr>
        <w:t xml:space="preserve">dans un large éventail de conditions routières et environnementales </w:t>
      </w:r>
      <w:r w:rsidRPr="009B6413">
        <w:rPr>
          <w:rFonts w:eastAsia="Calibri"/>
          <w:lang w:val="fr-CA"/>
        </w:rPr>
        <w:t>rencontré</w:t>
      </w:r>
      <w:r>
        <w:rPr>
          <w:rFonts w:eastAsia="Calibri"/>
          <w:lang w:val="fr-CA"/>
        </w:rPr>
        <w:t>e</w:t>
      </w:r>
      <w:r w:rsidRPr="009B6413">
        <w:rPr>
          <w:rFonts w:eastAsia="Calibri"/>
          <w:lang w:val="fr-CA"/>
        </w:rPr>
        <w:t>s sur le territoire des Parties contractantes.</w:t>
      </w:r>
    </w:p>
    <w:p w14:paraId="118E35B5" w14:textId="77777777" w:rsidR="00BC0969" w:rsidRDefault="00BC0969" w:rsidP="00AD78CC">
      <w:pPr>
        <w:pStyle w:val="SingleTxtG"/>
        <w:ind w:left="2268" w:hanging="1134"/>
      </w:pPr>
      <w:r w:rsidRPr="00277440">
        <w:t>5.1.1.1</w:t>
      </w:r>
      <w:r w:rsidRPr="00277440">
        <w:tab/>
        <w:t xml:space="preserve">Un système de regonflage des </w:t>
      </w:r>
      <w:r w:rsidRPr="00AD78CC">
        <w:rPr>
          <w:rFonts w:eastAsia="Calibri"/>
          <w:lang w:val="fr-CA"/>
        </w:rPr>
        <w:t>pneumatiques</w:t>
      </w:r>
      <w:r w:rsidRPr="00277440">
        <w:t xml:space="preserve"> (TPRS) </w:t>
      </w:r>
      <w:r>
        <w:t xml:space="preserve">doit être </w:t>
      </w:r>
      <w:r w:rsidRPr="00277440">
        <w:t>jugé équivalent à un système de surveillance de la pression des pneumatiques (TPMS) lorsque les critères d</w:t>
      </w:r>
      <w:r w:rsidR="004B0B6E">
        <w:t>’</w:t>
      </w:r>
      <w:r w:rsidRPr="00277440">
        <w:t>essai énoncés à l</w:t>
      </w:r>
      <w:r w:rsidR="004B0B6E">
        <w:t>’</w:t>
      </w:r>
      <w:r w:rsidRPr="00277440">
        <w:t>annexe 4 sont satisfaits.</w:t>
      </w:r>
      <w:r w:rsidRPr="00277440">
        <w:rPr>
          <w:rFonts w:ascii="Segoe UI" w:hAnsi="Segoe UI" w:cs="Segoe UI"/>
        </w:rPr>
        <w:t xml:space="preserve"> </w:t>
      </w:r>
      <w:r w:rsidRPr="00277440">
        <w:t>Si tel est le cas, le</w:t>
      </w:r>
      <w:r w:rsidR="000901AE">
        <w:t> </w:t>
      </w:r>
      <w:r w:rsidRPr="00277440">
        <w:t>véhicule ne doit pas obligatoirement être équipé d</w:t>
      </w:r>
      <w:r w:rsidR="004B0B6E">
        <w:t>’</w:t>
      </w:r>
      <w:r w:rsidRPr="00277440">
        <w:t>un TPMS.</w:t>
      </w:r>
    </w:p>
    <w:p w14:paraId="17AF2A1D" w14:textId="77777777" w:rsidR="00BC0969" w:rsidRDefault="00BC0969" w:rsidP="00AD78CC">
      <w:pPr>
        <w:pStyle w:val="SingleTxtG"/>
        <w:ind w:left="2268" w:hanging="1134"/>
      </w:pPr>
      <w:r w:rsidRPr="007F18D9">
        <w:t>5.1.1.2</w:t>
      </w:r>
      <w:r w:rsidRPr="007F18D9">
        <w:tab/>
        <w:t xml:space="preserve">Un système central de gonflage des pneumatiques (CTIS) est jugé équivalent à un système de surveillance de la pression des pneumatiques (TPMS) lorsque </w:t>
      </w:r>
      <w:r w:rsidRPr="00AD78CC">
        <w:rPr>
          <w:rFonts w:eastAsia="Calibri"/>
          <w:lang w:val="fr-CA"/>
        </w:rPr>
        <w:t>les</w:t>
      </w:r>
      <w:r w:rsidRPr="007F18D9">
        <w:t xml:space="preserve"> critères d</w:t>
      </w:r>
      <w:r w:rsidR="004B0B6E">
        <w:t>’</w:t>
      </w:r>
      <w:r w:rsidRPr="007F18D9">
        <w:t>essai énoncés à l</w:t>
      </w:r>
      <w:r w:rsidR="004B0B6E">
        <w:t>’</w:t>
      </w:r>
      <w:r w:rsidRPr="007F18D9">
        <w:t>annexe 4 sont satisfaits.</w:t>
      </w:r>
      <w:r w:rsidRPr="007F18D9">
        <w:rPr>
          <w:rFonts w:ascii="Segoe UI" w:hAnsi="Segoe UI" w:cs="Segoe UI"/>
        </w:rPr>
        <w:t xml:space="preserve"> </w:t>
      </w:r>
      <w:r w:rsidRPr="007F18D9">
        <w:t>Si tel est le cas, le</w:t>
      </w:r>
      <w:r w:rsidR="000901AE">
        <w:t> </w:t>
      </w:r>
      <w:r w:rsidRPr="007F18D9">
        <w:t>véhicule ne doit pas obligatoirement être équipé d</w:t>
      </w:r>
      <w:r w:rsidR="004B0B6E">
        <w:t>’</w:t>
      </w:r>
      <w:r w:rsidRPr="007F18D9">
        <w:t>un TPMS.</w:t>
      </w:r>
    </w:p>
    <w:p w14:paraId="35EF4758" w14:textId="77777777" w:rsidR="00BC0969" w:rsidRDefault="00BC0969" w:rsidP="00AD78CC">
      <w:pPr>
        <w:pStyle w:val="SingleTxtG"/>
        <w:ind w:left="2268" w:hanging="1134"/>
      </w:pPr>
      <w:r w:rsidRPr="00D33B22">
        <w:t>5.1.1.3</w:t>
      </w:r>
      <w:r w:rsidRPr="00D33B22">
        <w:tab/>
        <w:t>Si le véhicule est équipé de plus d</w:t>
      </w:r>
      <w:r w:rsidR="004B0B6E">
        <w:t>’</w:t>
      </w:r>
      <w:r w:rsidRPr="00D33B22">
        <w:t xml:space="preserve">un des systèmes définis aux </w:t>
      </w:r>
      <w:r>
        <w:t>paragraphe</w:t>
      </w:r>
      <w:r w:rsidRPr="00D33B22">
        <w:t>s 2.8, 2.14 ou 2.15, tous ces systèmes doivent être homologués conformément aux prescriptions du présent Règlement.</w:t>
      </w:r>
    </w:p>
    <w:p w14:paraId="3790C646" w14:textId="77777777" w:rsidR="00BC0969" w:rsidRPr="006445AC" w:rsidRDefault="00BC0969" w:rsidP="00AD78CC">
      <w:pPr>
        <w:pStyle w:val="SingleTxtG"/>
        <w:ind w:left="2268" w:hanging="1134"/>
        <w:rPr>
          <w:rFonts w:eastAsia="Calibri"/>
          <w:lang w:val="fr-CA"/>
        </w:rPr>
      </w:pPr>
      <w:r w:rsidRPr="006445AC">
        <w:t>5.1.2</w:t>
      </w:r>
      <w:r w:rsidRPr="006445AC">
        <w:rPr>
          <w:rFonts w:eastAsia="Calibri"/>
          <w:lang w:val="fr-CA"/>
        </w:rPr>
        <w:tab/>
        <w:t>L</w:t>
      </w:r>
      <w:r w:rsidR="004B0B6E">
        <w:rPr>
          <w:rFonts w:eastAsia="Calibri"/>
          <w:lang w:val="fr-CA"/>
        </w:rPr>
        <w:t>’</w:t>
      </w:r>
      <w:r w:rsidRPr="006445AC">
        <w:rPr>
          <w:rFonts w:eastAsia="Calibri"/>
          <w:lang w:val="fr-CA"/>
        </w:rPr>
        <w:t>efficacité du système de surveillance de la pression des pneumatiques</w:t>
      </w:r>
      <w:r>
        <w:rPr>
          <w:rFonts w:eastAsia="Calibri"/>
          <w:lang w:val="fr-CA"/>
        </w:rPr>
        <w:t>,</w:t>
      </w:r>
      <w:r w:rsidRPr="006445AC">
        <w:t xml:space="preserve"> </w:t>
      </w:r>
      <w:r>
        <w:t>du</w:t>
      </w:r>
      <w:r w:rsidRPr="006445AC">
        <w:rPr>
          <w:rFonts w:eastAsia="Calibri"/>
        </w:rPr>
        <w:t xml:space="preserve"> système de regonflage des pneumatiques</w:t>
      </w:r>
      <w:r w:rsidRPr="006445AC">
        <w:t xml:space="preserve"> </w:t>
      </w:r>
      <w:r>
        <w:t xml:space="preserve">ou du </w:t>
      </w:r>
      <w:r w:rsidRPr="006445AC">
        <w:rPr>
          <w:rFonts w:eastAsia="Calibri"/>
        </w:rPr>
        <w:t xml:space="preserve">système central de </w:t>
      </w:r>
      <w:r w:rsidRPr="00AD78CC">
        <w:rPr>
          <w:rFonts w:eastAsia="Calibri"/>
          <w:lang w:val="fr-CA"/>
        </w:rPr>
        <w:t>gonflage</w:t>
      </w:r>
      <w:r w:rsidRPr="006445AC">
        <w:rPr>
          <w:rFonts w:eastAsia="Calibri"/>
        </w:rPr>
        <w:t xml:space="preserve"> des pneumatiques</w:t>
      </w:r>
      <w:r w:rsidRPr="006445AC">
        <w:rPr>
          <w:rFonts w:eastAsia="Calibri"/>
          <w:lang w:val="fr-CA"/>
        </w:rPr>
        <w:t xml:space="preserve"> monté sur un véhicule ne doit pas être altérée </w:t>
      </w:r>
      <w:r w:rsidRPr="006445AC">
        <w:rPr>
          <w:lang w:val="fr-CA"/>
        </w:rPr>
        <w:t>par</w:t>
      </w:r>
      <w:r w:rsidRPr="006445AC">
        <w:rPr>
          <w:rFonts w:eastAsia="Calibri"/>
          <w:lang w:val="fr-CA"/>
        </w:rPr>
        <w:t xml:space="preserve"> des champs magnétiques ou électriques. Cette condition est remplie s</w:t>
      </w:r>
      <w:r w:rsidR="004B0B6E">
        <w:rPr>
          <w:rFonts w:eastAsia="Calibri"/>
          <w:lang w:val="fr-CA"/>
        </w:rPr>
        <w:t>’</w:t>
      </w:r>
      <w:r w:rsidRPr="006445AC">
        <w:rPr>
          <w:rFonts w:eastAsia="Calibri"/>
          <w:lang w:val="fr-CA"/>
        </w:rPr>
        <w:t xml:space="preserve">il est satisfait aux prescriptions techniques et aux dispositions transitoires du Règlement </w:t>
      </w:r>
      <w:r w:rsidRPr="006445AC">
        <w:rPr>
          <w:rFonts w:eastAsia="MS Mincho"/>
          <w:szCs w:val="22"/>
          <w:lang w:val="fr-CA"/>
        </w:rPr>
        <w:t>n</w:t>
      </w:r>
      <w:r w:rsidRPr="006445AC">
        <w:rPr>
          <w:rFonts w:eastAsia="MS Mincho"/>
          <w:szCs w:val="22"/>
          <w:vertAlign w:val="superscript"/>
          <w:lang w:val="fr-CA"/>
        </w:rPr>
        <w:t>o</w:t>
      </w:r>
      <w:r w:rsidRPr="006445AC">
        <w:rPr>
          <w:rFonts w:eastAsia="Calibri"/>
          <w:lang w:val="fr-CA"/>
        </w:rPr>
        <w:t> 10 en appliquant :</w:t>
      </w:r>
    </w:p>
    <w:p w14:paraId="481333F6" w14:textId="77777777" w:rsidR="00BC0969" w:rsidRDefault="00BC0969" w:rsidP="00AD78CC">
      <w:pPr>
        <w:pStyle w:val="SingleTxtG"/>
        <w:ind w:left="2835" w:hanging="567"/>
      </w:pPr>
      <w:r w:rsidRPr="00DD78BE">
        <w:t>a)</w:t>
      </w:r>
      <w:r w:rsidRPr="00DD78BE">
        <w:tab/>
        <w:t>La série 03 d</w:t>
      </w:r>
      <w:r w:rsidR="004B0B6E">
        <w:t>’</w:t>
      </w:r>
      <w:r w:rsidRPr="00DD78BE">
        <w:t>amendements aux véhicules dépourvus de système de raccordement pour la recharge du système rechargeable de stockage de l</w:t>
      </w:r>
      <w:r w:rsidR="004B0B6E">
        <w:t>’</w:t>
      </w:r>
      <w:r w:rsidRPr="00DD78BE">
        <w:t>énergie (batteries de traction) ;</w:t>
      </w:r>
    </w:p>
    <w:p w14:paraId="23BD379D" w14:textId="77777777" w:rsidR="00BC0969" w:rsidRDefault="00BC0969" w:rsidP="00AD78CC">
      <w:pPr>
        <w:pStyle w:val="SingleTxtG"/>
        <w:ind w:left="2835" w:hanging="567"/>
      </w:pPr>
      <w:r w:rsidRPr="00DD78BE">
        <w:t>b)</w:t>
      </w:r>
      <w:r w:rsidRPr="00DD78BE">
        <w:tab/>
        <w:t>La série 06 d</w:t>
      </w:r>
      <w:r w:rsidR="004B0B6E">
        <w:t>’</w:t>
      </w:r>
      <w:r w:rsidRPr="00DD78BE">
        <w:t>amendements aux véhicules équipés d</w:t>
      </w:r>
      <w:r w:rsidR="004B0B6E">
        <w:t>’</w:t>
      </w:r>
      <w:r w:rsidRPr="00DD78BE">
        <w:t>un système de raccordement pour la recharge du système rechargeable de stockage de l</w:t>
      </w:r>
      <w:r w:rsidR="004B0B6E">
        <w:t>’</w:t>
      </w:r>
      <w:r w:rsidRPr="00DD78BE">
        <w:t>énergie (batteries de traction).</w:t>
      </w:r>
    </w:p>
    <w:p w14:paraId="2D0B544F" w14:textId="77777777" w:rsidR="00BC0969" w:rsidRDefault="00BC0969" w:rsidP="00AD78CC">
      <w:pPr>
        <w:pStyle w:val="SingleTxtG"/>
        <w:ind w:left="2268" w:hanging="1134"/>
        <w:rPr>
          <w:szCs w:val="24"/>
        </w:rPr>
      </w:pPr>
      <w:r w:rsidRPr="005904E4">
        <w:rPr>
          <w:szCs w:val="24"/>
        </w:rPr>
        <w:t>5.1.3</w:t>
      </w:r>
      <w:r w:rsidRPr="005904E4">
        <w:rPr>
          <w:szCs w:val="24"/>
        </w:rPr>
        <w:tab/>
        <w:t xml:space="preserve">Pour les véhicules </w:t>
      </w:r>
      <w:r w:rsidRPr="00AD78CC">
        <w:rPr>
          <w:rFonts w:eastAsia="Calibri"/>
        </w:rPr>
        <w:t>de</w:t>
      </w:r>
      <w:r w:rsidRPr="005904E4">
        <w:rPr>
          <w:szCs w:val="24"/>
        </w:rPr>
        <w:t xml:space="preserve"> la catégorie M</w:t>
      </w:r>
      <w:r w:rsidRPr="005904E4">
        <w:rPr>
          <w:szCs w:val="24"/>
          <w:vertAlign w:val="subscript"/>
        </w:rPr>
        <w:t>1</w:t>
      </w:r>
      <w:r w:rsidRPr="005904E4">
        <w:rPr>
          <w:szCs w:val="24"/>
        </w:rPr>
        <w:t xml:space="preserve"> dont la masse est inférieure ou égale à 3 500 kg et les véhicules de la catégorie N</w:t>
      </w:r>
      <w:r w:rsidRPr="005904E4">
        <w:rPr>
          <w:szCs w:val="24"/>
          <w:vertAlign w:val="subscript"/>
        </w:rPr>
        <w:t>1</w:t>
      </w:r>
      <w:r w:rsidRPr="005904E4">
        <w:rPr>
          <w:szCs w:val="24"/>
        </w:rPr>
        <w:t>, le système doit fonctionner dès la vitesse de 40 km/h, voire moins, jusqu</w:t>
      </w:r>
      <w:r w:rsidR="004B0B6E">
        <w:rPr>
          <w:szCs w:val="24"/>
        </w:rPr>
        <w:t>’</w:t>
      </w:r>
      <w:r w:rsidRPr="005904E4">
        <w:rPr>
          <w:szCs w:val="24"/>
        </w:rPr>
        <w:t xml:space="preserve">à la vitesse maximale par construction du véhicule. </w:t>
      </w:r>
    </w:p>
    <w:p w14:paraId="26AE1F1C" w14:textId="77777777" w:rsidR="00BC0969" w:rsidRDefault="00AD78CC" w:rsidP="00AD78CC">
      <w:pPr>
        <w:pStyle w:val="SingleTxtG"/>
        <w:ind w:left="2268"/>
        <w:rPr>
          <w:szCs w:val="24"/>
        </w:rPr>
      </w:pPr>
      <w:r>
        <w:rPr>
          <w:szCs w:val="24"/>
        </w:rPr>
        <w:t>P</w:t>
      </w:r>
      <w:r w:rsidR="00BC0969" w:rsidRPr="005904E4">
        <w:rPr>
          <w:szCs w:val="24"/>
        </w:rPr>
        <w:t xml:space="preserve">our les véhicules des </w:t>
      </w:r>
      <w:r w:rsidR="00BC0969" w:rsidRPr="00AD78CC">
        <w:rPr>
          <w:bCs/>
        </w:rPr>
        <w:t>catégories</w:t>
      </w:r>
      <w:r w:rsidR="00BC0969" w:rsidRPr="005904E4">
        <w:rPr>
          <w:szCs w:val="24"/>
        </w:rPr>
        <w:t xml:space="preserve"> M</w:t>
      </w:r>
      <w:r w:rsidR="00BC0969" w:rsidRPr="005904E4">
        <w:rPr>
          <w:szCs w:val="24"/>
          <w:vertAlign w:val="subscript"/>
        </w:rPr>
        <w:t>2</w:t>
      </w:r>
      <w:r w:rsidR="00BC0969" w:rsidRPr="005904E4">
        <w:rPr>
          <w:szCs w:val="24"/>
        </w:rPr>
        <w:t>, M</w:t>
      </w:r>
      <w:r w:rsidR="00BC0969" w:rsidRPr="005904E4">
        <w:rPr>
          <w:szCs w:val="24"/>
          <w:vertAlign w:val="subscript"/>
        </w:rPr>
        <w:t>3</w:t>
      </w:r>
      <w:r w:rsidR="00BC0969" w:rsidRPr="005904E4">
        <w:rPr>
          <w:szCs w:val="24"/>
        </w:rPr>
        <w:t>, N</w:t>
      </w:r>
      <w:r w:rsidR="00BC0969" w:rsidRPr="005904E4">
        <w:rPr>
          <w:szCs w:val="24"/>
          <w:vertAlign w:val="subscript"/>
        </w:rPr>
        <w:t>2</w:t>
      </w:r>
      <w:r w:rsidR="00BC0969" w:rsidRPr="005904E4">
        <w:rPr>
          <w:szCs w:val="24"/>
        </w:rPr>
        <w:t>, N</w:t>
      </w:r>
      <w:r w:rsidR="00BC0969" w:rsidRPr="005904E4">
        <w:rPr>
          <w:szCs w:val="24"/>
          <w:vertAlign w:val="subscript"/>
        </w:rPr>
        <w:t>3</w:t>
      </w:r>
      <w:r w:rsidR="00BC0969" w:rsidRPr="005904E4">
        <w:rPr>
          <w:szCs w:val="24"/>
        </w:rPr>
        <w:t>, O</w:t>
      </w:r>
      <w:r w:rsidR="00BC0969" w:rsidRPr="005904E4">
        <w:rPr>
          <w:szCs w:val="24"/>
          <w:vertAlign w:val="subscript"/>
        </w:rPr>
        <w:t>3</w:t>
      </w:r>
      <w:r w:rsidR="00BC0969" w:rsidRPr="005904E4">
        <w:rPr>
          <w:szCs w:val="24"/>
        </w:rPr>
        <w:t xml:space="preserve"> e</w:t>
      </w:r>
      <w:r w:rsidR="00BC0969">
        <w:rPr>
          <w:szCs w:val="24"/>
        </w:rPr>
        <w:t xml:space="preserve">t </w:t>
      </w:r>
      <w:r w:rsidR="00BC0969" w:rsidRPr="005904E4">
        <w:rPr>
          <w:szCs w:val="24"/>
        </w:rPr>
        <w:t>O</w:t>
      </w:r>
      <w:r w:rsidR="00BC0969" w:rsidRPr="005904E4">
        <w:rPr>
          <w:szCs w:val="24"/>
          <w:vertAlign w:val="subscript"/>
        </w:rPr>
        <w:t>4</w:t>
      </w:r>
      <w:r w:rsidR="00BC0969" w:rsidRPr="005904E4">
        <w:rPr>
          <w:szCs w:val="24"/>
        </w:rPr>
        <w:t>, le système doit fonctionner dès la vitesse de 30 km/h, voire moins, jusqu</w:t>
      </w:r>
      <w:r w:rsidR="004B0B6E">
        <w:rPr>
          <w:szCs w:val="24"/>
        </w:rPr>
        <w:t>’</w:t>
      </w:r>
      <w:r w:rsidR="00BC0969" w:rsidRPr="005904E4">
        <w:rPr>
          <w:szCs w:val="24"/>
        </w:rPr>
        <w:t xml:space="preserve">à la vitesse maximale par construction du véhicule. </w:t>
      </w:r>
    </w:p>
    <w:p w14:paraId="00EC48CC" w14:textId="77777777" w:rsidR="00BC0969" w:rsidRDefault="00BC0969" w:rsidP="00AD78CC">
      <w:pPr>
        <w:pStyle w:val="SingleTxtG"/>
        <w:ind w:left="2268" w:hanging="1134"/>
        <w:rPr>
          <w:szCs w:val="24"/>
        </w:rPr>
      </w:pPr>
      <w:r w:rsidRPr="00F65EA0">
        <w:rPr>
          <w:szCs w:val="24"/>
        </w:rPr>
        <w:t>5.1.4</w:t>
      </w:r>
      <w:r w:rsidRPr="00F65EA0">
        <w:rPr>
          <w:szCs w:val="24"/>
        </w:rPr>
        <w:tab/>
        <w:t>Le véhicule doit satisfaire aux essais (crevaison, défaut d</w:t>
      </w:r>
      <w:r w:rsidR="004B0B6E">
        <w:rPr>
          <w:szCs w:val="24"/>
        </w:rPr>
        <w:t>’</w:t>
      </w:r>
      <w:r w:rsidRPr="00F65EA0">
        <w:rPr>
          <w:szCs w:val="24"/>
        </w:rPr>
        <w:t>étanchéité et défaut de fonctionnement) prescrit</w:t>
      </w:r>
      <w:r>
        <w:rPr>
          <w:szCs w:val="24"/>
        </w:rPr>
        <w:t>s</w:t>
      </w:r>
      <w:r w:rsidRPr="00F65EA0">
        <w:rPr>
          <w:szCs w:val="24"/>
        </w:rPr>
        <w:t xml:space="preserve"> à l</w:t>
      </w:r>
      <w:r w:rsidR="004B0B6E">
        <w:rPr>
          <w:szCs w:val="24"/>
        </w:rPr>
        <w:t>’</w:t>
      </w:r>
      <w:r w:rsidRPr="00F65EA0">
        <w:rPr>
          <w:szCs w:val="24"/>
        </w:rPr>
        <w:t>annexe 3</w:t>
      </w:r>
      <w:r w:rsidRPr="003E55B3">
        <w:rPr>
          <w:szCs w:val="24"/>
        </w:rPr>
        <w:t xml:space="preserve"> du présent Règlement</w:t>
      </w:r>
      <w:r w:rsidRPr="00F65EA0">
        <w:rPr>
          <w:szCs w:val="24"/>
        </w:rPr>
        <w:t>.</w:t>
      </w:r>
    </w:p>
    <w:p w14:paraId="03B16280" w14:textId="77777777" w:rsidR="00BC0969" w:rsidRDefault="00BC0969" w:rsidP="00AD78CC">
      <w:pPr>
        <w:pStyle w:val="SingleTxtG"/>
        <w:ind w:left="2268" w:hanging="1134"/>
        <w:rPr>
          <w:szCs w:val="24"/>
        </w:rPr>
      </w:pPr>
      <w:r w:rsidRPr="003E55B3">
        <w:rPr>
          <w:szCs w:val="24"/>
        </w:rPr>
        <w:t>5.1.5</w:t>
      </w:r>
      <w:r w:rsidRPr="003E55B3">
        <w:rPr>
          <w:szCs w:val="24"/>
        </w:rPr>
        <w:tab/>
        <w:t>Lorsqu</w:t>
      </w:r>
      <w:r w:rsidR="004B0B6E">
        <w:rPr>
          <w:szCs w:val="24"/>
        </w:rPr>
        <w:t>’</w:t>
      </w:r>
      <w:r w:rsidRPr="003E55B3">
        <w:rPr>
          <w:szCs w:val="24"/>
        </w:rPr>
        <w:t>une variante d</w:t>
      </w:r>
      <w:r w:rsidR="004B0B6E">
        <w:rPr>
          <w:szCs w:val="24"/>
        </w:rPr>
        <w:t>’</w:t>
      </w:r>
      <w:r w:rsidRPr="003E55B3">
        <w:rPr>
          <w:szCs w:val="24"/>
        </w:rPr>
        <w:t>un véhicule présenté à l</w:t>
      </w:r>
      <w:r w:rsidR="004B0B6E">
        <w:rPr>
          <w:szCs w:val="24"/>
        </w:rPr>
        <w:t>’</w:t>
      </w:r>
      <w:r w:rsidRPr="003E55B3">
        <w:rPr>
          <w:szCs w:val="24"/>
        </w:rPr>
        <w:t xml:space="preserve">homologation est équipée de roues jumelées, </w:t>
      </w:r>
      <w:r>
        <w:rPr>
          <w:szCs w:val="24"/>
        </w:rPr>
        <w:t xml:space="preserve">elle </w:t>
      </w:r>
      <w:r w:rsidRPr="003E55B3">
        <w:rPr>
          <w:szCs w:val="24"/>
        </w:rPr>
        <w:t xml:space="preserve">doit être utilisée pour les essais décrits </w:t>
      </w:r>
      <w:r>
        <w:rPr>
          <w:szCs w:val="24"/>
        </w:rPr>
        <w:t xml:space="preserve">à </w:t>
      </w:r>
      <w:r w:rsidRPr="003E55B3">
        <w:rPr>
          <w:szCs w:val="24"/>
        </w:rPr>
        <w:t>l</w:t>
      </w:r>
      <w:r w:rsidR="004B0B6E">
        <w:rPr>
          <w:szCs w:val="24"/>
        </w:rPr>
        <w:t>’</w:t>
      </w:r>
      <w:r w:rsidRPr="003E55B3">
        <w:rPr>
          <w:szCs w:val="24"/>
        </w:rPr>
        <w:t>annexe 3 du présent Règlement et un pneumatique de l</w:t>
      </w:r>
      <w:r w:rsidR="004B0B6E">
        <w:rPr>
          <w:szCs w:val="24"/>
        </w:rPr>
        <w:t>’</w:t>
      </w:r>
      <w:r w:rsidRPr="003E55B3">
        <w:rPr>
          <w:szCs w:val="24"/>
        </w:rPr>
        <w:t xml:space="preserve">une des roues jumelées </w:t>
      </w:r>
      <w:r>
        <w:rPr>
          <w:szCs w:val="24"/>
        </w:rPr>
        <w:t xml:space="preserve">(le </w:t>
      </w:r>
      <w:r w:rsidR="003F73CD" w:rsidRPr="006979FE">
        <w:rPr>
          <w:rFonts w:eastAsia="Calibri"/>
          <w:lang w:val="fr-CA"/>
        </w:rPr>
        <w:t>“</w:t>
      </w:r>
      <w:r w:rsidRPr="003E55B3">
        <w:rPr>
          <w:szCs w:val="24"/>
        </w:rPr>
        <w:t>pneumatique d</w:t>
      </w:r>
      <w:r w:rsidR="004B0B6E">
        <w:rPr>
          <w:szCs w:val="24"/>
        </w:rPr>
        <w:t>’</w:t>
      </w:r>
      <w:r w:rsidRPr="003E55B3">
        <w:rPr>
          <w:szCs w:val="24"/>
        </w:rPr>
        <w:t>essai</w:t>
      </w:r>
      <w:r w:rsidR="003F73CD" w:rsidRPr="006979FE">
        <w:rPr>
          <w:rFonts w:eastAsia="Calibri"/>
          <w:lang w:val="fr-CA"/>
        </w:rPr>
        <w:t>”</w:t>
      </w:r>
      <w:r w:rsidRPr="003E55B3">
        <w:rPr>
          <w:szCs w:val="24"/>
        </w:rPr>
        <w:t xml:space="preserve">) doit être dégonflé </w:t>
      </w:r>
      <w:r>
        <w:rPr>
          <w:szCs w:val="24"/>
        </w:rPr>
        <w:t xml:space="preserve">pour </w:t>
      </w:r>
      <w:r w:rsidRPr="003E55B3">
        <w:rPr>
          <w:szCs w:val="24"/>
        </w:rPr>
        <w:t>l</w:t>
      </w:r>
      <w:r w:rsidR="004B0B6E">
        <w:rPr>
          <w:szCs w:val="24"/>
        </w:rPr>
        <w:t>’</w:t>
      </w:r>
      <w:r w:rsidRPr="003E55B3">
        <w:rPr>
          <w:szCs w:val="24"/>
        </w:rPr>
        <w:t xml:space="preserve">essai de crevaison prescrit au </w:t>
      </w:r>
      <w:r>
        <w:rPr>
          <w:szCs w:val="24"/>
        </w:rPr>
        <w:t xml:space="preserve">paragraphe </w:t>
      </w:r>
      <w:r w:rsidRPr="003E55B3">
        <w:rPr>
          <w:szCs w:val="24"/>
        </w:rPr>
        <w:t>2.5 de l</w:t>
      </w:r>
      <w:r w:rsidR="004B0B6E">
        <w:rPr>
          <w:szCs w:val="24"/>
        </w:rPr>
        <w:t>’</w:t>
      </w:r>
      <w:r w:rsidRPr="003E55B3">
        <w:rPr>
          <w:szCs w:val="24"/>
        </w:rPr>
        <w:t xml:space="preserve">annexe 3 du présent Règlement. </w:t>
      </w:r>
    </w:p>
    <w:p w14:paraId="471C784E" w14:textId="77777777" w:rsidR="00BC0969" w:rsidRPr="003E55B3" w:rsidRDefault="00BC0969" w:rsidP="00AD78CC">
      <w:pPr>
        <w:pStyle w:val="SingleTxtG"/>
        <w:ind w:left="2268" w:hanging="1134"/>
        <w:rPr>
          <w:szCs w:val="24"/>
        </w:rPr>
      </w:pPr>
      <w:r w:rsidRPr="003E55B3">
        <w:rPr>
          <w:szCs w:val="24"/>
        </w:rPr>
        <w:t>5.1.6</w:t>
      </w:r>
      <w:r w:rsidRPr="003E55B3">
        <w:rPr>
          <w:szCs w:val="24"/>
        </w:rPr>
        <w:tab/>
        <w:t>Pour les véhicules de la catégorie M</w:t>
      </w:r>
      <w:r w:rsidRPr="00BB4147">
        <w:rPr>
          <w:szCs w:val="24"/>
          <w:vertAlign w:val="subscript"/>
        </w:rPr>
        <w:t>1</w:t>
      </w:r>
      <w:r w:rsidRPr="003E55B3">
        <w:rPr>
          <w:szCs w:val="24"/>
        </w:rPr>
        <w:t xml:space="preserve"> dont la masse est inférieure ou égale à 3 500 kg et les véhicules de la catégorie</w:t>
      </w:r>
      <w:r>
        <w:rPr>
          <w:szCs w:val="24"/>
        </w:rPr>
        <w:t xml:space="preserve"> </w:t>
      </w:r>
      <w:r w:rsidRPr="003E55B3">
        <w:rPr>
          <w:szCs w:val="24"/>
        </w:rPr>
        <w:t>N</w:t>
      </w:r>
      <w:r w:rsidRPr="003E55B3">
        <w:rPr>
          <w:szCs w:val="24"/>
          <w:vertAlign w:val="subscript"/>
        </w:rPr>
        <w:t>1</w:t>
      </w:r>
    </w:p>
    <w:p w14:paraId="2A402954" w14:textId="77777777" w:rsidR="00BC0969" w:rsidRDefault="00BC0969" w:rsidP="00AD78CC">
      <w:pPr>
        <w:pStyle w:val="SingleTxtG"/>
        <w:ind w:left="2268"/>
        <w:rPr>
          <w:szCs w:val="24"/>
        </w:rPr>
      </w:pPr>
      <w:r>
        <w:rPr>
          <w:szCs w:val="24"/>
        </w:rPr>
        <w:t>Pour les cas où un a</w:t>
      </w:r>
      <w:r w:rsidRPr="00BB4147">
        <w:rPr>
          <w:szCs w:val="24"/>
        </w:rPr>
        <w:t xml:space="preserve">vertissement </w:t>
      </w:r>
      <w:r>
        <w:rPr>
          <w:szCs w:val="24"/>
        </w:rPr>
        <w:t xml:space="preserve">est donné </w:t>
      </w:r>
      <w:r w:rsidRPr="00BB4147">
        <w:rPr>
          <w:szCs w:val="24"/>
        </w:rPr>
        <w:t>et où le système de surveillance de la pression des pneumatiques est doté d</w:t>
      </w:r>
      <w:r w:rsidR="004B0B6E">
        <w:rPr>
          <w:szCs w:val="24"/>
        </w:rPr>
        <w:t>’</w:t>
      </w:r>
      <w:r w:rsidRPr="00BB4147">
        <w:rPr>
          <w:szCs w:val="24"/>
        </w:rPr>
        <w:t xml:space="preserve">une fonction de réinitialisation mais ne détecte pas que la pression a atteint la valeur minimale </w:t>
      </w:r>
      <w:r w:rsidRPr="0056665B">
        <w:rPr>
          <w:szCs w:val="24"/>
        </w:rPr>
        <w:t xml:space="preserve">définie </w:t>
      </w:r>
      <w:r>
        <w:rPr>
          <w:szCs w:val="24"/>
        </w:rPr>
        <w:t xml:space="preserve">aux </w:t>
      </w:r>
      <w:r w:rsidRPr="00BB4147">
        <w:rPr>
          <w:szCs w:val="24"/>
        </w:rPr>
        <w:lastRenderedPageBreak/>
        <w:t xml:space="preserve">paragraphes 5.2 et 5.3 après avoir été réinitialisé, la commande de réinitialisation doit être conçue ou située dans le véhicule de manière à réduire les risques de réinitialisation involontaire par les occupants ou </w:t>
      </w:r>
      <w:r>
        <w:rPr>
          <w:szCs w:val="24"/>
        </w:rPr>
        <w:t>d</w:t>
      </w:r>
      <w:r w:rsidRPr="00BB4147">
        <w:rPr>
          <w:szCs w:val="24"/>
        </w:rPr>
        <w:t xml:space="preserve">es objets présents dans le véhicule. </w:t>
      </w:r>
    </w:p>
    <w:p w14:paraId="7A7E3FB2" w14:textId="77777777" w:rsidR="00BC0969" w:rsidRPr="00BB4147" w:rsidRDefault="00BC0969" w:rsidP="00AD78CC">
      <w:pPr>
        <w:pStyle w:val="SingleTxtG"/>
        <w:ind w:left="2268"/>
        <w:rPr>
          <w:szCs w:val="24"/>
        </w:rPr>
      </w:pPr>
      <w:r w:rsidRPr="00BB4147">
        <w:rPr>
          <w:szCs w:val="24"/>
        </w:rPr>
        <w:t xml:space="preserve">Pour les véhicules dont le système de surveillance de la pression des pneumatiques ne détecte pas que la pression est supérieure à la valeur minimale définie aux </w:t>
      </w:r>
      <w:r>
        <w:rPr>
          <w:szCs w:val="24"/>
        </w:rPr>
        <w:t>paragraphe</w:t>
      </w:r>
      <w:r w:rsidRPr="00BB4147">
        <w:rPr>
          <w:szCs w:val="24"/>
        </w:rPr>
        <w:t xml:space="preserve">s 5.2 et 5.3 après avoir été réinitialisé, le système doit au minimum être conçu </w:t>
      </w:r>
      <w:r>
        <w:rPr>
          <w:szCs w:val="24"/>
        </w:rPr>
        <w:t xml:space="preserve">pour </w:t>
      </w:r>
      <w:r w:rsidRPr="00BB4147">
        <w:rPr>
          <w:szCs w:val="24"/>
        </w:rPr>
        <w:t>empêcher une réinitialisation si le véhicule n</w:t>
      </w:r>
      <w:r w:rsidR="004B0B6E">
        <w:rPr>
          <w:szCs w:val="24"/>
        </w:rPr>
        <w:t>’</w:t>
      </w:r>
      <w:r w:rsidRPr="00BB4147">
        <w:rPr>
          <w:szCs w:val="24"/>
        </w:rPr>
        <w:t>a pas été mis à l</w:t>
      </w:r>
      <w:r w:rsidR="004B0B6E">
        <w:rPr>
          <w:szCs w:val="24"/>
        </w:rPr>
        <w:t>’</w:t>
      </w:r>
      <w:r w:rsidRPr="00BB4147">
        <w:rPr>
          <w:szCs w:val="24"/>
        </w:rPr>
        <w:t>arrêt à la suite de l</w:t>
      </w:r>
      <w:r w:rsidR="004B0B6E">
        <w:rPr>
          <w:szCs w:val="24"/>
        </w:rPr>
        <w:t>’</w:t>
      </w:r>
      <w:r w:rsidRPr="00BB4147">
        <w:rPr>
          <w:szCs w:val="24"/>
        </w:rPr>
        <w:t>allumage du témoin d</w:t>
      </w:r>
      <w:r w:rsidR="004B0B6E">
        <w:rPr>
          <w:szCs w:val="24"/>
        </w:rPr>
        <w:t>’</w:t>
      </w:r>
      <w:r w:rsidRPr="00BB4147">
        <w:rPr>
          <w:szCs w:val="24"/>
        </w:rPr>
        <w:t>avertissement de sous</w:t>
      </w:r>
      <w:r w:rsidR="003F73CD">
        <w:rPr>
          <w:szCs w:val="24"/>
        </w:rPr>
        <w:noBreakHyphen/>
      </w:r>
      <w:r w:rsidRPr="00BB4147">
        <w:rPr>
          <w:szCs w:val="24"/>
        </w:rPr>
        <w:t>gonflage, et :</w:t>
      </w:r>
    </w:p>
    <w:p w14:paraId="585E9B1B" w14:textId="77777777" w:rsidR="00BC0969" w:rsidRDefault="00BC0969" w:rsidP="00AD78CC">
      <w:pPr>
        <w:pStyle w:val="SingleTxtG"/>
        <w:ind w:left="2835" w:hanging="567"/>
        <w:rPr>
          <w:szCs w:val="24"/>
        </w:rPr>
      </w:pPr>
      <w:r w:rsidRPr="0056665B">
        <w:rPr>
          <w:szCs w:val="24"/>
        </w:rPr>
        <w:t>a)</w:t>
      </w:r>
      <w:r w:rsidRPr="0056665B">
        <w:rPr>
          <w:szCs w:val="24"/>
        </w:rPr>
        <w:tab/>
        <w:t xml:space="preserve">Empêcher sa </w:t>
      </w:r>
      <w:r w:rsidRPr="00AD78CC">
        <w:t>réinitialisation</w:t>
      </w:r>
      <w:r w:rsidRPr="0056665B">
        <w:rPr>
          <w:szCs w:val="24"/>
        </w:rPr>
        <w:t xml:space="preserve"> par inadvertance (lorsque par exemple un occupant ou un objet se trouvant à bord exerce une brève pression sur la commande de réinitialisation ou la maintient enfoncée), ou </w:t>
      </w:r>
    </w:p>
    <w:p w14:paraId="407135FF" w14:textId="77777777" w:rsidR="00BC0969" w:rsidRDefault="00BC0969" w:rsidP="00AD78CC">
      <w:pPr>
        <w:pStyle w:val="SingleTxtG"/>
        <w:ind w:left="2835" w:hanging="567"/>
        <w:rPr>
          <w:szCs w:val="24"/>
        </w:rPr>
      </w:pPr>
      <w:r w:rsidRPr="0056665B">
        <w:rPr>
          <w:szCs w:val="24"/>
        </w:rPr>
        <w:t>b)</w:t>
      </w:r>
      <w:r w:rsidRPr="0056665B">
        <w:rPr>
          <w:szCs w:val="24"/>
        </w:rPr>
        <w:tab/>
        <w:t>Ne pouvoir être activé qu</w:t>
      </w:r>
      <w:r w:rsidR="004B0B6E">
        <w:rPr>
          <w:szCs w:val="24"/>
        </w:rPr>
        <w:t>’</w:t>
      </w:r>
      <w:r w:rsidRPr="0056665B">
        <w:rPr>
          <w:szCs w:val="24"/>
        </w:rPr>
        <w:t>à la suite d</w:t>
      </w:r>
      <w:r w:rsidR="004B0B6E">
        <w:rPr>
          <w:szCs w:val="24"/>
        </w:rPr>
        <w:t>’</w:t>
      </w:r>
      <w:r w:rsidRPr="0056665B">
        <w:rPr>
          <w:szCs w:val="24"/>
        </w:rPr>
        <w:t>au moins deux actions délibérées (par exemple, dans un système reposant sur l</w:t>
      </w:r>
      <w:r w:rsidR="004B0B6E">
        <w:rPr>
          <w:szCs w:val="24"/>
        </w:rPr>
        <w:t>’</w:t>
      </w:r>
      <w:r w:rsidRPr="0056665B">
        <w:rPr>
          <w:szCs w:val="24"/>
        </w:rPr>
        <w:t xml:space="preserve">utilisation de menus). </w:t>
      </w:r>
    </w:p>
    <w:p w14:paraId="523153A6" w14:textId="77777777" w:rsidR="00BC0969" w:rsidRPr="0056665B" w:rsidRDefault="00BC0969" w:rsidP="00AD78CC">
      <w:pPr>
        <w:pStyle w:val="SingleTxtG"/>
        <w:ind w:left="2268"/>
        <w:rPr>
          <w:szCs w:val="24"/>
          <w:highlight w:val="green"/>
        </w:rPr>
      </w:pPr>
      <w:r w:rsidRPr="0056665B">
        <w:rPr>
          <w:szCs w:val="24"/>
        </w:rPr>
        <w:t>Le constructeur doit fournir tou</w:t>
      </w:r>
      <w:r>
        <w:rPr>
          <w:szCs w:val="24"/>
        </w:rPr>
        <w:t>te</w:t>
      </w:r>
      <w:r w:rsidRPr="0056665B">
        <w:rPr>
          <w:szCs w:val="24"/>
        </w:rPr>
        <w:t xml:space="preserve">s les </w:t>
      </w:r>
      <w:r>
        <w:rPr>
          <w:szCs w:val="24"/>
        </w:rPr>
        <w:t xml:space="preserve">informations </w:t>
      </w:r>
      <w:r w:rsidRPr="0056665B">
        <w:rPr>
          <w:szCs w:val="24"/>
        </w:rPr>
        <w:t>utiles, dans le manuel d</w:t>
      </w:r>
      <w:r w:rsidR="004B0B6E">
        <w:rPr>
          <w:szCs w:val="24"/>
        </w:rPr>
        <w:t>’</w:t>
      </w:r>
      <w:r w:rsidRPr="0056665B">
        <w:rPr>
          <w:szCs w:val="24"/>
        </w:rPr>
        <w:t xml:space="preserve">utilisation du véhicule ou par tout autre moyen de communication à bord du véhicule. </w:t>
      </w:r>
    </w:p>
    <w:p w14:paraId="4962E33E" w14:textId="77777777" w:rsidR="00BC0969" w:rsidRPr="0056665B" w:rsidRDefault="00BC0969" w:rsidP="00AD78CC">
      <w:pPr>
        <w:pStyle w:val="SingleTxtG"/>
        <w:ind w:left="2268" w:hanging="1134"/>
        <w:rPr>
          <w:szCs w:val="24"/>
        </w:rPr>
      </w:pPr>
      <w:r w:rsidRPr="0056665B">
        <w:rPr>
          <w:szCs w:val="24"/>
        </w:rPr>
        <w:t>5.2</w:t>
      </w:r>
      <w:r w:rsidRPr="0056665B">
        <w:rPr>
          <w:szCs w:val="24"/>
        </w:rPr>
        <w:tab/>
      </w:r>
      <w:r w:rsidRPr="0056665B">
        <w:rPr>
          <w:rFonts w:eastAsia="Calibri"/>
          <w:lang w:val="fr-CA"/>
        </w:rPr>
        <w:t xml:space="preserve">Mesure de la pression des pneumatiques </w:t>
      </w:r>
      <w:r>
        <w:rPr>
          <w:rFonts w:eastAsia="Calibri"/>
          <w:lang w:val="fr-CA"/>
        </w:rPr>
        <w:t xml:space="preserve">pour </w:t>
      </w:r>
      <w:r w:rsidRPr="0056665B">
        <w:rPr>
          <w:rFonts w:eastAsia="Calibri"/>
          <w:lang w:val="fr-CA"/>
        </w:rPr>
        <w:t>déceler une perte de pression liée à un incident</w:t>
      </w:r>
      <w:r w:rsidR="003F73CD">
        <w:rPr>
          <w:rFonts w:eastAsia="Calibri"/>
          <w:lang w:val="fr-CA"/>
        </w:rPr>
        <w:t>.</w:t>
      </w:r>
    </w:p>
    <w:p w14:paraId="71B4967D" w14:textId="77777777" w:rsidR="00BC0969" w:rsidRDefault="00BC0969" w:rsidP="00AD78CC">
      <w:pPr>
        <w:pStyle w:val="SingleTxtG"/>
        <w:ind w:left="2268" w:hanging="1134"/>
      </w:pPr>
      <w:r w:rsidRPr="00A75CDC">
        <w:t>5.2.1</w:t>
      </w:r>
      <w:r w:rsidRPr="00A75CDC">
        <w:tab/>
        <w:t xml:space="preserve">Pour les véhicules de </w:t>
      </w:r>
      <w:r w:rsidRPr="00AD78CC">
        <w:rPr>
          <w:szCs w:val="24"/>
        </w:rPr>
        <w:t>la</w:t>
      </w:r>
      <w:r w:rsidRPr="00A75CDC">
        <w:t xml:space="preserve"> catégorie M</w:t>
      </w:r>
      <w:r w:rsidRPr="00A75CDC">
        <w:rPr>
          <w:vertAlign w:val="subscript"/>
        </w:rPr>
        <w:t>1</w:t>
      </w:r>
      <w:r w:rsidRPr="00A75CDC">
        <w:t xml:space="preserve"> dont la masse est inférieure ou égale à 3 500 kg et les véhicules de la catégorie N</w:t>
      </w:r>
      <w:r w:rsidRPr="00A75CDC">
        <w:rPr>
          <w:vertAlign w:val="subscript"/>
        </w:rPr>
        <w:t>1</w:t>
      </w:r>
      <w:r w:rsidRPr="00A75CDC">
        <w:t>, équipés de pneumatiques de la classe C1, le système de surveillance de la pression des pneumatiques doit allumer le témoin d</w:t>
      </w:r>
      <w:r w:rsidR="004B0B6E">
        <w:t>’</w:t>
      </w:r>
      <w:r w:rsidRPr="00A75CDC">
        <w:t xml:space="preserve">avertissement décrit au </w:t>
      </w:r>
      <w:r>
        <w:t>paragraphe</w:t>
      </w:r>
      <w:r w:rsidRPr="00A75CDC">
        <w:t xml:space="preserve"> 5.5 au plus tard dans les </w:t>
      </w:r>
      <w:r w:rsidR="003F73CD">
        <w:t>10 </w:t>
      </w:r>
      <w:r w:rsidRPr="00A75CDC">
        <w:t>minutes de temps de conduite cumulé après que la pression d</w:t>
      </w:r>
      <w:r w:rsidR="004B0B6E">
        <w:t>’</w:t>
      </w:r>
      <w:r w:rsidRPr="00A75CDC">
        <w:t>utilisation mesurée dans l</w:t>
      </w:r>
      <w:r w:rsidR="004B0B6E">
        <w:t>’</w:t>
      </w:r>
      <w:r w:rsidRPr="00A75CDC">
        <w:t>un des pneumatiques du véhicule a diminué de 20 % ou atteint une pression minimale de 150 kPa, la valeur retenue étant la plus élevée des deux.</w:t>
      </w:r>
    </w:p>
    <w:p w14:paraId="37FE38DD" w14:textId="77777777" w:rsidR="00BC0969" w:rsidRDefault="00BC0969" w:rsidP="00AD78CC">
      <w:pPr>
        <w:pStyle w:val="SingleTxtG"/>
        <w:ind w:left="2268" w:hanging="1134"/>
        <w:rPr>
          <w:color w:val="000000"/>
        </w:rPr>
      </w:pPr>
      <w:r w:rsidRPr="00A75CDC">
        <w:rPr>
          <w:color w:val="000000"/>
        </w:rPr>
        <w:t>5.2.2</w:t>
      </w:r>
      <w:r w:rsidRPr="00A75CDC">
        <w:rPr>
          <w:color w:val="000000"/>
        </w:rPr>
        <w:tab/>
        <w:t>Pour les véhicules de la catégorie M</w:t>
      </w:r>
      <w:r w:rsidRPr="00A75CDC">
        <w:rPr>
          <w:color w:val="000000"/>
          <w:vertAlign w:val="subscript"/>
        </w:rPr>
        <w:t>1</w:t>
      </w:r>
      <w:r w:rsidRPr="00A75CDC">
        <w:rPr>
          <w:color w:val="000000"/>
        </w:rPr>
        <w:t xml:space="preserve"> dont la masse est inférieure ou égale à 3 500 kg et les véhicules de la catégorie N</w:t>
      </w:r>
      <w:r w:rsidRPr="00A75CDC">
        <w:rPr>
          <w:color w:val="000000"/>
          <w:vertAlign w:val="subscript"/>
        </w:rPr>
        <w:t>1</w:t>
      </w:r>
      <w:r w:rsidRPr="00A75CDC">
        <w:rPr>
          <w:color w:val="000000"/>
        </w:rPr>
        <w:t xml:space="preserve">, équipés de </w:t>
      </w:r>
      <w:r w:rsidRPr="00AD78CC">
        <w:rPr>
          <w:szCs w:val="24"/>
        </w:rPr>
        <w:t>pneumatiques</w:t>
      </w:r>
      <w:r w:rsidRPr="00A75CDC">
        <w:rPr>
          <w:color w:val="000000"/>
        </w:rPr>
        <w:t xml:space="preserve"> de la classe C2, le système de surveillance de la pression des pneumatiques doit allumer le témoin d</w:t>
      </w:r>
      <w:r w:rsidR="004B0B6E">
        <w:rPr>
          <w:color w:val="000000"/>
        </w:rPr>
        <w:t>’</w:t>
      </w:r>
      <w:r w:rsidRPr="00A75CDC">
        <w:rPr>
          <w:color w:val="000000"/>
        </w:rPr>
        <w:t xml:space="preserve">avertissement décrit au </w:t>
      </w:r>
      <w:r>
        <w:rPr>
          <w:color w:val="000000"/>
        </w:rPr>
        <w:t>paragraphe</w:t>
      </w:r>
      <w:r w:rsidRPr="00A75CDC">
        <w:rPr>
          <w:color w:val="000000"/>
        </w:rPr>
        <w:t> 5.5 dans les 10 minutes de temps de conduite cumulé après que la pression d</w:t>
      </w:r>
      <w:r w:rsidR="004B0B6E">
        <w:rPr>
          <w:color w:val="000000"/>
        </w:rPr>
        <w:t>’</w:t>
      </w:r>
      <w:r w:rsidRPr="00A75CDC">
        <w:rPr>
          <w:color w:val="000000"/>
        </w:rPr>
        <w:t>utilisation mesurée dans l</w:t>
      </w:r>
      <w:r w:rsidR="004B0B6E">
        <w:rPr>
          <w:color w:val="000000"/>
        </w:rPr>
        <w:t>’</w:t>
      </w:r>
      <w:r w:rsidRPr="00A75CDC">
        <w:rPr>
          <w:color w:val="000000"/>
        </w:rPr>
        <w:t>un des pneumatiques du véhicule a diminué de 20 % ou atteint une pression minimale de 220 kPa, la valeur retenue étant la plus élevée des deux.</w:t>
      </w:r>
    </w:p>
    <w:p w14:paraId="2ED84F14" w14:textId="77777777" w:rsidR="00BC0969" w:rsidRDefault="00BC0969" w:rsidP="00AD78CC">
      <w:pPr>
        <w:pStyle w:val="SingleTxtG"/>
        <w:ind w:left="2268" w:hanging="1134"/>
      </w:pPr>
      <w:r w:rsidRPr="00A75CDC">
        <w:t>5.2.3</w:t>
      </w:r>
      <w:r w:rsidRPr="00A75CDC">
        <w:tab/>
      </w:r>
      <w:bookmarkStart w:id="5" w:name="_Hlk63774878"/>
      <w:r w:rsidRPr="00A75CDC">
        <w:t>Pour les véhicules des catégories </w:t>
      </w:r>
      <w:bookmarkEnd w:id="5"/>
      <w:r w:rsidRPr="0059730D">
        <w:t>M</w:t>
      </w:r>
      <w:r w:rsidRPr="0059730D">
        <w:rPr>
          <w:vertAlign w:val="subscript"/>
        </w:rPr>
        <w:t>2</w:t>
      </w:r>
      <w:r w:rsidRPr="0059730D">
        <w:t>, M</w:t>
      </w:r>
      <w:r w:rsidRPr="0059730D">
        <w:rPr>
          <w:vertAlign w:val="subscript"/>
        </w:rPr>
        <w:t>3</w:t>
      </w:r>
      <w:r w:rsidRPr="0059730D">
        <w:t>, N</w:t>
      </w:r>
      <w:r w:rsidRPr="0059730D">
        <w:rPr>
          <w:vertAlign w:val="subscript"/>
        </w:rPr>
        <w:t>2</w:t>
      </w:r>
      <w:r w:rsidRPr="0059730D">
        <w:t xml:space="preserve"> </w:t>
      </w:r>
      <w:r>
        <w:t>et</w:t>
      </w:r>
      <w:r w:rsidRPr="0059730D">
        <w:t xml:space="preserve"> N</w:t>
      </w:r>
      <w:r w:rsidRPr="0059730D">
        <w:rPr>
          <w:vertAlign w:val="subscript"/>
        </w:rPr>
        <w:t>3</w:t>
      </w:r>
      <w:r w:rsidRPr="00A75CDC">
        <w:t xml:space="preserve">, </w:t>
      </w:r>
      <w:bookmarkStart w:id="6" w:name="_Hlk63774926"/>
      <w:r w:rsidRPr="00A75CDC">
        <w:t>équipés de pneumatiques des classes C2 ou C3, le système de surveillance de la pression des pneumatiques doit allumer le témoin d</w:t>
      </w:r>
      <w:r w:rsidR="004B0B6E">
        <w:t>’</w:t>
      </w:r>
      <w:r w:rsidRPr="00A75CDC">
        <w:t xml:space="preserve">avertissement décrit au </w:t>
      </w:r>
      <w:r>
        <w:t>paragraphe</w:t>
      </w:r>
      <w:r w:rsidRPr="00A75CDC">
        <w:t> 5.5 dans un délai de 10 minutes de temps de conduite cumulé après que la pression d</w:t>
      </w:r>
      <w:r w:rsidR="004B0B6E">
        <w:t>’</w:t>
      </w:r>
      <w:r w:rsidRPr="00A75CDC">
        <w:t>utilisation mesurée dans l</w:t>
      </w:r>
      <w:r w:rsidR="004B0B6E">
        <w:t>’</w:t>
      </w:r>
      <w:r w:rsidRPr="00A75CDC">
        <w:t>un des pneumatiques du véhicule a diminué de 20 %.</w:t>
      </w:r>
    </w:p>
    <w:bookmarkEnd w:id="6"/>
    <w:p w14:paraId="3B5E6F1C" w14:textId="77777777" w:rsidR="00BC0969" w:rsidRPr="0059730D" w:rsidRDefault="00BC0969" w:rsidP="00AD78CC">
      <w:pPr>
        <w:pStyle w:val="SingleTxtG"/>
        <w:ind w:left="2268" w:hanging="1134"/>
      </w:pPr>
      <w:r w:rsidRPr="0059730D">
        <w:t>5.2.4</w:t>
      </w:r>
      <w:r w:rsidRPr="0059730D">
        <w:tab/>
        <w:t>Pour les véhicules des catégories O</w:t>
      </w:r>
      <w:r w:rsidRPr="0059730D">
        <w:rPr>
          <w:vertAlign w:val="subscript"/>
        </w:rPr>
        <w:t>3</w:t>
      </w:r>
      <w:r w:rsidRPr="0059730D">
        <w:t xml:space="preserve"> et O</w:t>
      </w:r>
      <w:r w:rsidRPr="0059730D">
        <w:rPr>
          <w:vertAlign w:val="subscript"/>
        </w:rPr>
        <w:t>4</w:t>
      </w:r>
      <w:r w:rsidRPr="0059730D">
        <w:t>,</w:t>
      </w:r>
      <w:r>
        <w:t xml:space="preserve"> </w:t>
      </w:r>
      <w:r w:rsidRPr="0059730D">
        <w:t>équipés de pneumatiques des classes C2 ou C3, le système de surveillance de la pression des pneumatiques doit allumer le témoin d</w:t>
      </w:r>
      <w:r w:rsidR="004B0B6E">
        <w:t>’</w:t>
      </w:r>
      <w:r w:rsidRPr="0059730D">
        <w:t xml:space="preserve">avertissement décrit au </w:t>
      </w:r>
      <w:r>
        <w:t>paragraphe</w:t>
      </w:r>
      <w:r w:rsidRPr="0059730D">
        <w:t> 5.5 dans un délai de 10 minutes de temps de conduite cumulé après que la pression d</w:t>
      </w:r>
      <w:r w:rsidR="004B0B6E">
        <w:t>’</w:t>
      </w:r>
      <w:r w:rsidRPr="0059730D">
        <w:t>utilisation mesurée dans l</w:t>
      </w:r>
      <w:r w:rsidR="004B0B6E">
        <w:t>’</w:t>
      </w:r>
      <w:r w:rsidRPr="0059730D">
        <w:t>un des pneumatiques du véhicule a diminué de 20 %.</w:t>
      </w:r>
    </w:p>
    <w:p w14:paraId="30D94B88" w14:textId="77777777" w:rsidR="00BC0969" w:rsidRDefault="00BC0969" w:rsidP="00AD78CC">
      <w:pPr>
        <w:pStyle w:val="SingleTxtG"/>
        <w:ind w:left="2268" w:hanging="1134"/>
      </w:pPr>
      <w:r w:rsidRPr="0059730D">
        <w:t>5.2.5</w:t>
      </w:r>
      <w:r w:rsidRPr="0059730D">
        <w:tab/>
        <w:t>Le témoin d</w:t>
      </w:r>
      <w:r w:rsidR="004B0B6E">
        <w:t>’</w:t>
      </w:r>
      <w:r w:rsidRPr="0059730D">
        <w:t xml:space="preserve">avertissement décrit au </w:t>
      </w:r>
      <w:r>
        <w:t>paragraphe</w:t>
      </w:r>
      <w:r w:rsidRPr="0059730D">
        <w:t> 5.5 doit s</w:t>
      </w:r>
      <w:r w:rsidR="004B0B6E">
        <w:t>’</w:t>
      </w:r>
      <w:r w:rsidRPr="0059730D">
        <w:t>allumer chaque fois que le système de surveillance de la pression des pneumatiques d</w:t>
      </w:r>
      <w:r w:rsidR="004B0B6E">
        <w:t>’</w:t>
      </w:r>
      <w:r w:rsidRPr="0059730D">
        <w:t>un véhicule tracté transmet un avertissement de sous-gonflage par l</w:t>
      </w:r>
      <w:r w:rsidR="004B0B6E">
        <w:t>’</w:t>
      </w:r>
      <w:r w:rsidRPr="0059730D">
        <w:t>intermédiaire de l</w:t>
      </w:r>
      <w:r w:rsidR="004B0B6E">
        <w:t>’</w:t>
      </w:r>
      <w:r w:rsidRPr="0059730D">
        <w:t xml:space="preserve">interface de communication décrite au </w:t>
      </w:r>
      <w:r>
        <w:t>paragraphe</w:t>
      </w:r>
      <w:r w:rsidRPr="0059730D">
        <w:t> 5.6.</w:t>
      </w:r>
    </w:p>
    <w:p w14:paraId="1B336964" w14:textId="77777777" w:rsidR="00BC0969" w:rsidRDefault="00BC0969" w:rsidP="00AD78CC">
      <w:pPr>
        <w:pStyle w:val="SingleTxtG"/>
        <w:ind w:left="2268" w:hanging="1134"/>
        <w:rPr>
          <w:szCs w:val="24"/>
        </w:rPr>
      </w:pPr>
      <w:r w:rsidRPr="0059730D">
        <w:rPr>
          <w:szCs w:val="24"/>
        </w:rPr>
        <w:t>5.3</w:t>
      </w:r>
      <w:r w:rsidRPr="0059730D">
        <w:rPr>
          <w:szCs w:val="24"/>
        </w:rPr>
        <w:tab/>
        <w:t>Détection d</w:t>
      </w:r>
      <w:r w:rsidR="004B0B6E">
        <w:rPr>
          <w:szCs w:val="24"/>
        </w:rPr>
        <w:t>’</w:t>
      </w:r>
      <w:r w:rsidRPr="0059730D">
        <w:rPr>
          <w:szCs w:val="24"/>
        </w:rPr>
        <w:t xml:space="preserve">un niveau de pression des pneumatiques sensiblement inférieur à la pression recommandée pour assurer une efficacité </w:t>
      </w:r>
      <w:r w:rsidRPr="00AD78CC">
        <w:t>optimale</w:t>
      </w:r>
      <w:r w:rsidRPr="0059730D">
        <w:rPr>
          <w:szCs w:val="24"/>
        </w:rPr>
        <w:t>, notamment en ce qui concerne la consommation de carburant et la sécurité.</w:t>
      </w:r>
    </w:p>
    <w:p w14:paraId="1E5ED1A9" w14:textId="77777777" w:rsidR="00BC0969" w:rsidRPr="00AD78CC" w:rsidRDefault="00BC0969" w:rsidP="00AD78CC">
      <w:pPr>
        <w:pStyle w:val="SingleTxtG"/>
        <w:ind w:left="2268" w:hanging="1134"/>
      </w:pPr>
      <w:r w:rsidRPr="0059730D">
        <w:lastRenderedPageBreak/>
        <w:t>5.3.1</w:t>
      </w:r>
      <w:r w:rsidRPr="00AD78CC">
        <w:rPr>
          <w:szCs w:val="24"/>
        </w:rPr>
        <w:tab/>
      </w:r>
      <w:r w:rsidR="00AD78CC">
        <w:rPr>
          <w:szCs w:val="24"/>
        </w:rPr>
        <w:t>P</w:t>
      </w:r>
      <w:r w:rsidRPr="0059730D">
        <w:t>our les véhicules de la catégorie M</w:t>
      </w:r>
      <w:r w:rsidRPr="00FB6509">
        <w:rPr>
          <w:vertAlign w:val="subscript"/>
        </w:rPr>
        <w:t>1</w:t>
      </w:r>
      <w:r w:rsidRPr="0059730D">
        <w:t xml:space="preserve"> dont la masse est inférieure ou égale à 3 500 kg et les véhicules de la catégorie N</w:t>
      </w:r>
      <w:r w:rsidRPr="00FB6509">
        <w:rPr>
          <w:vertAlign w:val="subscript"/>
        </w:rPr>
        <w:t>1</w:t>
      </w:r>
      <w:r w:rsidRPr="0059730D">
        <w:t>, équipés de pneumatiques de la classe C1, le système de surveillance de la pression des pneumatiques doit allumer le témoin d</w:t>
      </w:r>
      <w:r w:rsidR="004B0B6E">
        <w:t>’</w:t>
      </w:r>
      <w:r w:rsidRPr="0059730D">
        <w:t xml:space="preserve">avertissement décrit au </w:t>
      </w:r>
      <w:r>
        <w:t>paragraphe</w:t>
      </w:r>
      <w:r w:rsidRPr="0059730D">
        <w:t> 5.5 dans un délai de 60 minutes de temps de conduite cumulé après que la pression d</w:t>
      </w:r>
      <w:r w:rsidR="004B0B6E">
        <w:t>’</w:t>
      </w:r>
      <w:r w:rsidRPr="0059730D">
        <w:t>utilisation a baissé de 20 % ou atteint une valeur minimale de 150 kPa, la valeur retenue étant la plus élevée des deux</w:t>
      </w:r>
      <w:r w:rsidRPr="00AD78CC">
        <w:t>.</w:t>
      </w:r>
    </w:p>
    <w:p w14:paraId="369DF9F1" w14:textId="77777777" w:rsidR="00BC0969" w:rsidRDefault="00BC0969" w:rsidP="00AD78CC">
      <w:pPr>
        <w:pStyle w:val="SingleTxtG"/>
        <w:ind w:left="2268" w:hanging="1134"/>
      </w:pPr>
      <w:r w:rsidRPr="002B25D4">
        <w:t>5.3.2</w:t>
      </w:r>
      <w:r w:rsidRPr="002B25D4">
        <w:tab/>
        <w:t>Pour les véhicules de la catégorie M</w:t>
      </w:r>
      <w:r w:rsidRPr="002B25D4">
        <w:rPr>
          <w:vertAlign w:val="subscript"/>
        </w:rPr>
        <w:t>1</w:t>
      </w:r>
      <w:r w:rsidRPr="002B25D4">
        <w:t xml:space="preserve"> dont la masse est inférieure ou égale à 3 500 kg et les véhicules de la catégorie N</w:t>
      </w:r>
      <w:r w:rsidRPr="002B25D4">
        <w:rPr>
          <w:vertAlign w:val="subscript"/>
        </w:rPr>
        <w:t>1</w:t>
      </w:r>
      <w:r w:rsidRPr="002B25D4">
        <w:t>, équipés de pneumatiques de la classe C2, le système de surveillance de la pression des pneumatiques doit allumer le témoin d</w:t>
      </w:r>
      <w:r w:rsidR="004B0B6E">
        <w:t>’</w:t>
      </w:r>
      <w:r w:rsidRPr="002B25D4">
        <w:t xml:space="preserve">avertissement décrit au </w:t>
      </w:r>
      <w:r>
        <w:t>paragraphe</w:t>
      </w:r>
      <w:r w:rsidRPr="002B25D4">
        <w:t> 5.5 dans un délai de 60 minutes de temps de conduite cumulé après que la pression d</w:t>
      </w:r>
      <w:r w:rsidR="004B0B6E">
        <w:t>’</w:t>
      </w:r>
      <w:r w:rsidRPr="002B25D4">
        <w:t>utilisation mesurée dans l</w:t>
      </w:r>
      <w:r w:rsidR="004B0B6E">
        <w:t>’</w:t>
      </w:r>
      <w:r w:rsidRPr="002B25D4">
        <w:t>un quelconque des pneumatiques du véhicule a diminué de 20 % ou lorsqu</w:t>
      </w:r>
      <w:r w:rsidR="004B0B6E">
        <w:t>’</w:t>
      </w:r>
      <w:r w:rsidRPr="002B25D4">
        <w:t>il atteint une pression minimale de 220 kPa, la valeur retenue étant la plus élevée des deux.</w:t>
      </w:r>
    </w:p>
    <w:p w14:paraId="658A5935" w14:textId="77777777" w:rsidR="00BC0969" w:rsidRDefault="00BC0969" w:rsidP="00AD78CC">
      <w:pPr>
        <w:pStyle w:val="SingleTxtG"/>
        <w:ind w:left="2268" w:hanging="1134"/>
      </w:pPr>
      <w:r w:rsidRPr="002B25D4">
        <w:t>5.3.3</w:t>
      </w:r>
      <w:r w:rsidRPr="002B25D4">
        <w:tab/>
        <w:t>Pour les véhicules des catégories M</w:t>
      </w:r>
      <w:r w:rsidRPr="002B25D4">
        <w:rPr>
          <w:vertAlign w:val="subscript"/>
        </w:rPr>
        <w:t>2</w:t>
      </w:r>
      <w:r w:rsidRPr="002B25D4">
        <w:t>, M</w:t>
      </w:r>
      <w:r w:rsidRPr="002B25D4">
        <w:rPr>
          <w:vertAlign w:val="subscript"/>
        </w:rPr>
        <w:t>3</w:t>
      </w:r>
      <w:r w:rsidRPr="002B25D4">
        <w:t>, N</w:t>
      </w:r>
      <w:r w:rsidRPr="002B25D4">
        <w:rPr>
          <w:vertAlign w:val="subscript"/>
        </w:rPr>
        <w:t>2</w:t>
      </w:r>
      <w:r w:rsidRPr="002B25D4">
        <w:t xml:space="preserve"> e</w:t>
      </w:r>
      <w:r>
        <w:t>t</w:t>
      </w:r>
      <w:r w:rsidRPr="002B25D4">
        <w:t xml:space="preserve"> N</w:t>
      </w:r>
      <w:r w:rsidRPr="002B25D4">
        <w:rPr>
          <w:vertAlign w:val="subscript"/>
        </w:rPr>
        <w:t>3</w:t>
      </w:r>
      <w:r w:rsidRPr="002B25D4">
        <w:t>, équipés de pneumatiques des classes C2 ou C3, le système de surveillance de la pression des pneumatiques doit allumer le témoin d</w:t>
      </w:r>
      <w:r w:rsidR="004B0B6E">
        <w:t>’</w:t>
      </w:r>
      <w:r w:rsidRPr="002B25D4">
        <w:t>avertissement dans un délai de 60 minutes de temps de conduite cumulé après que la pression d</w:t>
      </w:r>
      <w:r w:rsidR="004B0B6E">
        <w:t>’</w:t>
      </w:r>
      <w:r w:rsidRPr="002B25D4">
        <w:t>utilisation mesurée dans l</w:t>
      </w:r>
      <w:r w:rsidR="004B0B6E">
        <w:t>’</w:t>
      </w:r>
      <w:r w:rsidRPr="002B25D4">
        <w:t>un quelconque des pneumatiques du véhicule en contact avec le sol a diminué de 20 %.</w:t>
      </w:r>
    </w:p>
    <w:p w14:paraId="078D2B1C" w14:textId="77777777" w:rsidR="00BC0969" w:rsidRDefault="00BC0969" w:rsidP="00AD78CC">
      <w:pPr>
        <w:pStyle w:val="SingleTxtG"/>
        <w:ind w:left="2268" w:hanging="1134"/>
        <w:rPr>
          <w:bCs/>
        </w:rPr>
      </w:pPr>
      <w:r w:rsidRPr="002B25D4">
        <w:rPr>
          <w:bCs/>
        </w:rPr>
        <w:t>5.3.4</w:t>
      </w:r>
      <w:r w:rsidRPr="002B25D4">
        <w:rPr>
          <w:bCs/>
        </w:rPr>
        <w:tab/>
        <w:t>Pour les véhicules des catégories O</w:t>
      </w:r>
      <w:r w:rsidRPr="002B25D4">
        <w:rPr>
          <w:bCs/>
          <w:vertAlign w:val="subscript"/>
        </w:rPr>
        <w:t>3</w:t>
      </w:r>
      <w:r w:rsidRPr="002B25D4">
        <w:rPr>
          <w:bCs/>
        </w:rPr>
        <w:t xml:space="preserve"> et O</w:t>
      </w:r>
      <w:r w:rsidRPr="002B25D4">
        <w:rPr>
          <w:bCs/>
          <w:vertAlign w:val="subscript"/>
        </w:rPr>
        <w:t>4</w:t>
      </w:r>
      <w:r w:rsidRPr="002B25D4">
        <w:rPr>
          <w:bCs/>
        </w:rPr>
        <w:t xml:space="preserve">, équipés de pneumatiques des classes C2 ou C3, le système de surveillance de la pression des </w:t>
      </w:r>
      <w:r w:rsidRPr="00AD78CC">
        <w:t>pneumatiques</w:t>
      </w:r>
      <w:r w:rsidRPr="002B25D4">
        <w:rPr>
          <w:bCs/>
        </w:rPr>
        <w:t xml:space="preserve"> doit transmettre un signal d</w:t>
      </w:r>
      <w:r w:rsidR="004B0B6E">
        <w:rPr>
          <w:bCs/>
        </w:rPr>
        <w:t>’</w:t>
      </w:r>
      <w:r w:rsidRPr="002B25D4">
        <w:rPr>
          <w:bCs/>
        </w:rPr>
        <w:t xml:space="preserve">avertissement approprié conformément au </w:t>
      </w:r>
      <w:r>
        <w:rPr>
          <w:bCs/>
        </w:rPr>
        <w:t>paragraphe</w:t>
      </w:r>
      <w:r w:rsidRPr="002B25D4">
        <w:rPr>
          <w:bCs/>
        </w:rPr>
        <w:t> 5.5 dans un délai de 60 minutes de temps de conduite cumulé après que la pression d</w:t>
      </w:r>
      <w:r w:rsidR="004B0B6E">
        <w:rPr>
          <w:bCs/>
        </w:rPr>
        <w:t>’</w:t>
      </w:r>
      <w:r w:rsidRPr="002B25D4">
        <w:rPr>
          <w:bCs/>
        </w:rPr>
        <w:t>utilisation mesurée dans l</w:t>
      </w:r>
      <w:r w:rsidR="004B0B6E">
        <w:rPr>
          <w:bCs/>
        </w:rPr>
        <w:t>’</w:t>
      </w:r>
      <w:r w:rsidRPr="002B25D4">
        <w:rPr>
          <w:bCs/>
        </w:rPr>
        <w:t>un quelconque des pneumatiques du véhicule en contact avec le sol a diminué de 20 %.</w:t>
      </w:r>
    </w:p>
    <w:p w14:paraId="4DBB9761" w14:textId="77777777" w:rsidR="00BC0969" w:rsidRDefault="00BC0969" w:rsidP="00AD78CC">
      <w:pPr>
        <w:pStyle w:val="SingleTxtG"/>
        <w:ind w:left="2268" w:hanging="1134"/>
      </w:pPr>
      <w:r w:rsidRPr="002B25D4">
        <w:t>5.3.5</w:t>
      </w:r>
      <w:r w:rsidRPr="002B25D4">
        <w:tab/>
        <w:t>Le témoin d</w:t>
      </w:r>
      <w:r w:rsidR="004B0B6E">
        <w:t>’</w:t>
      </w:r>
      <w:r w:rsidRPr="002B25D4">
        <w:t xml:space="preserve">avertissement de sous-gonflage décrit au </w:t>
      </w:r>
      <w:r>
        <w:t>paragraphe</w:t>
      </w:r>
      <w:r w:rsidRPr="002B25D4">
        <w:t> 5.5 doit s</w:t>
      </w:r>
      <w:r w:rsidR="004B0B6E">
        <w:t>’</w:t>
      </w:r>
      <w:r w:rsidRPr="002B25D4">
        <w:t>allumer chaque fois que le système de surveillance de la pression des pneumatiques d</w:t>
      </w:r>
      <w:r w:rsidR="004B0B6E">
        <w:t>’</w:t>
      </w:r>
      <w:r w:rsidRPr="002B25D4">
        <w:t>un véhicule tracté transmet un avertissement de sous-gonflage par l</w:t>
      </w:r>
      <w:r w:rsidR="004B0B6E">
        <w:t>’</w:t>
      </w:r>
      <w:r w:rsidRPr="002B25D4">
        <w:t>intermédiaire de l</w:t>
      </w:r>
      <w:r w:rsidR="004B0B6E">
        <w:t>’</w:t>
      </w:r>
      <w:r w:rsidRPr="002B25D4">
        <w:t xml:space="preserve">interface de communication décrite au </w:t>
      </w:r>
      <w:r>
        <w:t>paragraphe</w:t>
      </w:r>
      <w:r w:rsidRPr="002B25D4">
        <w:t> 5.6.</w:t>
      </w:r>
    </w:p>
    <w:p w14:paraId="30AB45A5" w14:textId="77777777" w:rsidR="00BC0969" w:rsidRPr="005D555D" w:rsidRDefault="00BC0969" w:rsidP="00AD78CC">
      <w:pPr>
        <w:pStyle w:val="SingleTxtG"/>
        <w:ind w:left="2268" w:hanging="1134"/>
        <w:rPr>
          <w:rFonts w:eastAsia="MS PGothic"/>
          <w:szCs w:val="22"/>
        </w:rPr>
      </w:pPr>
      <w:r w:rsidRPr="005D555D">
        <w:rPr>
          <w:rFonts w:eastAsia="MS PGothic"/>
          <w:szCs w:val="22"/>
        </w:rPr>
        <w:t>5.4</w:t>
      </w:r>
      <w:r w:rsidRPr="005D555D">
        <w:rPr>
          <w:rFonts w:eastAsia="MS PGothic"/>
          <w:szCs w:val="22"/>
        </w:rPr>
        <w:tab/>
      </w:r>
      <w:r w:rsidRPr="005D555D">
        <w:rPr>
          <w:lang w:val="fr-CA"/>
        </w:rPr>
        <w:t>Détection</w:t>
      </w:r>
      <w:r w:rsidRPr="005D555D">
        <w:rPr>
          <w:rFonts w:eastAsia="Calibri"/>
          <w:lang w:val="fr-CA"/>
        </w:rPr>
        <w:t xml:space="preserve"> des défauts de </w:t>
      </w:r>
      <w:r w:rsidRPr="00AD78CC">
        <w:t>fonctionnement</w:t>
      </w:r>
    </w:p>
    <w:p w14:paraId="359BA9E0" w14:textId="77777777" w:rsidR="00BC0969" w:rsidRPr="005D555D" w:rsidRDefault="00BC0969" w:rsidP="00AD78CC">
      <w:pPr>
        <w:pStyle w:val="SingleTxtG"/>
        <w:ind w:left="2268" w:hanging="1134"/>
        <w:rPr>
          <w:rFonts w:eastAsia="Calibri"/>
          <w:lang w:val="fr-CA"/>
        </w:rPr>
      </w:pPr>
      <w:r w:rsidRPr="005D555D">
        <w:rPr>
          <w:szCs w:val="24"/>
        </w:rPr>
        <w:t>5.4.1</w:t>
      </w:r>
      <w:r w:rsidRPr="005D555D">
        <w:rPr>
          <w:szCs w:val="24"/>
        </w:rPr>
        <w:tab/>
      </w:r>
      <w:r w:rsidRPr="005D555D">
        <w:rPr>
          <w:rFonts w:eastAsia="Calibri"/>
          <w:lang w:val="fr-CA"/>
        </w:rPr>
        <w:tab/>
        <w:t>Le système de surveillance de la pression des pneumatiques doit allumer le témoin d</w:t>
      </w:r>
      <w:r w:rsidR="004B0B6E">
        <w:rPr>
          <w:rFonts w:eastAsia="Calibri"/>
          <w:lang w:val="fr-CA"/>
        </w:rPr>
        <w:t>’</w:t>
      </w:r>
      <w:r w:rsidRPr="005D555D">
        <w:rPr>
          <w:rFonts w:eastAsia="Calibri"/>
          <w:lang w:val="fr-CA"/>
        </w:rPr>
        <w:t xml:space="preserve">avertissement décrit au </w:t>
      </w:r>
      <w:r>
        <w:rPr>
          <w:rFonts w:eastAsia="Calibri"/>
          <w:lang w:val="fr-CA"/>
        </w:rPr>
        <w:t>paragraphe</w:t>
      </w:r>
      <w:r w:rsidRPr="005D555D">
        <w:rPr>
          <w:rFonts w:eastAsia="Calibri"/>
          <w:lang w:val="fr-CA"/>
        </w:rPr>
        <w:t> 5.5 d</w:t>
      </w:r>
      <w:r w:rsidRPr="005D555D">
        <w:rPr>
          <w:lang w:val="fr-CA"/>
        </w:rPr>
        <w:t>i</w:t>
      </w:r>
      <w:r w:rsidRPr="005D555D">
        <w:rPr>
          <w:rFonts w:eastAsia="Calibri"/>
          <w:lang w:val="fr-CA"/>
        </w:rPr>
        <w:t xml:space="preserve">x minutes au plus </w:t>
      </w:r>
      <w:r w:rsidRPr="00AD78CC">
        <w:t>après</w:t>
      </w:r>
      <w:r w:rsidRPr="005D555D">
        <w:rPr>
          <w:rFonts w:eastAsia="Calibri"/>
          <w:lang w:val="fr-CA"/>
        </w:rPr>
        <w:t xml:space="preserve"> l</w:t>
      </w:r>
      <w:r w:rsidR="004B0B6E">
        <w:rPr>
          <w:rFonts w:eastAsia="Calibri"/>
          <w:lang w:val="fr-CA"/>
        </w:rPr>
        <w:t>’</w:t>
      </w:r>
      <w:r w:rsidRPr="005D555D">
        <w:rPr>
          <w:rFonts w:eastAsia="Calibri"/>
          <w:lang w:val="fr-CA"/>
        </w:rPr>
        <w:t>apparition d</w:t>
      </w:r>
      <w:r w:rsidR="004B0B6E">
        <w:rPr>
          <w:rFonts w:eastAsia="Calibri"/>
          <w:lang w:val="fr-CA"/>
        </w:rPr>
        <w:t>’</w:t>
      </w:r>
      <w:r w:rsidRPr="005D555D">
        <w:rPr>
          <w:rFonts w:eastAsia="Calibri"/>
          <w:lang w:val="fr-CA"/>
        </w:rPr>
        <w:t>un défaut de fonctionnement affectant l</w:t>
      </w:r>
      <w:r w:rsidR="004B0B6E">
        <w:rPr>
          <w:rFonts w:eastAsia="Calibri"/>
          <w:lang w:val="fr-CA"/>
        </w:rPr>
        <w:t>’</w:t>
      </w:r>
      <w:r w:rsidRPr="005D555D">
        <w:rPr>
          <w:rFonts w:eastAsia="Calibri"/>
          <w:lang w:val="fr-CA"/>
        </w:rPr>
        <w:t xml:space="preserve">émission ou la transmission des </w:t>
      </w:r>
      <w:r w:rsidRPr="005D555D">
        <w:rPr>
          <w:lang w:val="fr-CA"/>
        </w:rPr>
        <w:t>signaux</w:t>
      </w:r>
      <w:r w:rsidRPr="005D555D">
        <w:rPr>
          <w:rFonts w:eastAsia="Calibri"/>
          <w:lang w:val="fr-CA"/>
        </w:rPr>
        <w:t xml:space="preserve"> de commande ou de réaction dans le système de surveillance de la pression des pneumatiques du véhicule.</w:t>
      </w:r>
    </w:p>
    <w:p w14:paraId="2FD0D589" w14:textId="77777777" w:rsidR="00BC0969" w:rsidRDefault="00BC0969" w:rsidP="00AD78CC">
      <w:pPr>
        <w:pStyle w:val="SingleTxtG"/>
        <w:ind w:left="2268" w:hanging="1134"/>
        <w:rPr>
          <w:szCs w:val="24"/>
        </w:rPr>
      </w:pPr>
      <w:r w:rsidRPr="005D555D">
        <w:rPr>
          <w:szCs w:val="24"/>
        </w:rPr>
        <w:t>5.4.2</w:t>
      </w:r>
      <w:r w:rsidRPr="005D555D">
        <w:rPr>
          <w:szCs w:val="24"/>
        </w:rPr>
        <w:tab/>
        <w:t>Le témoin d</w:t>
      </w:r>
      <w:r w:rsidR="004B0B6E">
        <w:rPr>
          <w:szCs w:val="24"/>
        </w:rPr>
        <w:t>’</w:t>
      </w:r>
      <w:r w:rsidRPr="005D555D">
        <w:rPr>
          <w:szCs w:val="24"/>
        </w:rPr>
        <w:t xml:space="preserve">avertissement de défaut de fonctionnement décrit au </w:t>
      </w:r>
      <w:r>
        <w:rPr>
          <w:szCs w:val="24"/>
        </w:rPr>
        <w:t>paragraphe</w:t>
      </w:r>
      <w:r w:rsidRPr="005D555D">
        <w:rPr>
          <w:szCs w:val="24"/>
        </w:rPr>
        <w:t> 5.5 doit s</w:t>
      </w:r>
      <w:r w:rsidR="004B0B6E">
        <w:rPr>
          <w:szCs w:val="24"/>
        </w:rPr>
        <w:t>’</w:t>
      </w:r>
      <w:r w:rsidRPr="005D555D">
        <w:rPr>
          <w:szCs w:val="24"/>
        </w:rPr>
        <w:t xml:space="preserve">allumer chaque fois que le système de surveillance de la </w:t>
      </w:r>
      <w:r w:rsidRPr="00AD78CC">
        <w:t>pression</w:t>
      </w:r>
      <w:r w:rsidRPr="005D555D">
        <w:rPr>
          <w:szCs w:val="24"/>
        </w:rPr>
        <w:t xml:space="preserve"> des pneumatiques d</w:t>
      </w:r>
      <w:r w:rsidR="004B0B6E">
        <w:rPr>
          <w:szCs w:val="24"/>
        </w:rPr>
        <w:t>’</w:t>
      </w:r>
      <w:r w:rsidRPr="005D555D">
        <w:rPr>
          <w:szCs w:val="24"/>
        </w:rPr>
        <w:t>un véhicule tracté transmet un avertissement de défaut de fonctionnement par l</w:t>
      </w:r>
      <w:r w:rsidR="004B0B6E">
        <w:rPr>
          <w:szCs w:val="24"/>
        </w:rPr>
        <w:t>’</w:t>
      </w:r>
      <w:r w:rsidRPr="005D555D">
        <w:rPr>
          <w:szCs w:val="24"/>
        </w:rPr>
        <w:t>intermédiaire de l</w:t>
      </w:r>
      <w:r w:rsidR="004B0B6E">
        <w:rPr>
          <w:szCs w:val="24"/>
        </w:rPr>
        <w:t>’</w:t>
      </w:r>
      <w:r w:rsidRPr="005D555D">
        <w:rPr>
          <w:szCs w:val="24"/>
        </w:rPr>
        <w:t xml:space="preserve">interface de communication décrite au </w:t>
      </w:r>
      <w:r>
        <w:rPr>
          <w:szCs w:val="24"/>
        </w:rPr>
        <w:t>paragraphe</w:t>
      </w:r>
      <w:r w:rsidRPr="005D555D">
        <w:rPr>
          <w:szCs w:val="24"/>
        </w:rPr>
        <w:t> 5.6.</w:t>
      </w:r>
    </w:p>
    <w:p w14:paraId="799CB678" w14:textId="77777777" w:rsidR="00BC0969" w:rsidRDefault="00BC0969" w:rsidP="00AD78CC">
      <w:pPr>
        <w:pStyle w:val="SingleTxtG"/>
        <w:ind w:left="2268" w:hanging="1134"/>
      </w:pPr>
      <w:r w:rsidRPr="005D555D">
        <w:t>5.4.3</w:t>
      </w:r>
      <w:r w:rsidRPr="005D555D">
        <w:tab/>
        <w:t>Le témoin d</w:t>
      </w:r>
      <w:r w:rsidR="004B0B6E">
        <w:t>’</w:t>
      </w:r>
      <w:r w:rsidRPr="005D555D">
        <w:t xml:space="preserve">avertissement de défaut de fonctionnement décrit au </w:t>
      </w:r>
      <w:r>
        <w:t>paragraphe</w:t>
      </w:r>
      <w:r w:rsidRPr="005D555D">
        <w:t> 5.5 doit s</w:t>
      </w:r>
      <w:r w:rsidR="004B0B6E">
        <w:t>’</w:t>
      </w:r>
      <w:r w:rsidRPr="005D555D">
        <w:t>allumer chaque fois qu</w:t>
      </w:r>
      <w:r w:rsidR="004B0B6E">
        <w:t>’</w:t>
      </w:r>
      <w:r w:rsidRPr="005D555D">
        <w:t>aucune information valide sur la pression de gonflage n</w:t>
      </w:r>
      <w:r w:rsidR="004B0B6E">
        <w:t>’</w:t>
      </w:r>
      <w:r w:rsidRPr="005D555D">
        <w:t>est communiquée par un véhicule tracté et raccordé, censé être muni d</w:t>
      </w:r>
      <w:r w:rsidR="004B0B6E">
        <w:t>’</w:t>
      </w:r>
      <w:r w:rsidRPr="005D555D">
        <w:t>un système de surveillance de la pression des pneumatiques, par l</w:t>
      </w:r>
      <w:r w:rsidR="004B0B6E">
        <w:t>’</w:t>
      </w:r>
      <w:r w:rsidRPr="005D555D">
        <w:t>intermédiaire d</w:t>
      </w:r>
      <w:r w:rsidR="004B0B6E">
        <w:t>’</w:t>
      </w:r>
      <w:r w:rsidRPr="005D555D">
        <w:t xml:space="preserve">une quelconque interface de communication telle que décrite au </w:t>
      </w:r>
      <w:r>
        <w:t>paragraphe</w:t>
      </w:r>
      <w:r w:rsidRPr="005D555D">
        <w:t xml:space="preserve"> 5.6.</w:t>
      </w:r>
    </w:p>
    <w:p w14:paraId="0C11014C" w14:textId="77777777" w:rsidR="00BC0969" w:rsidRPr="005D555D" w:rsidRDefault="00BC0969" w:rsidP="00AD78CC">
      <w:pPr>
        <w:pStyle w:val="SingleTxtG"/>
        <w:ind w:left="2268" w:hanging="1134"/>
      </w:pPr>
      <w:r w:rsidRPr="005D555D">
        <w:t>5.5</w:t>
      </w:r>
      <w:r w:rsidRPr="005D555D">
        <w:tab/>
        <w:t>Témoin d</w:t>
      </w:r>
      <w:r w:rsidR="004B0B6E">
        <w:t>’</w:t>
      </w:r>
      <w:r w:rsidRPr="005D555D">
        <w:t>avertissement</w:t>
      </w:r>
    </w:p>
    <w:p w14:paraId="036B8313" w14:textId="77777777" w:rsidR="00BC0969" w:rsidRPr="005D555D" w:rsidRDefault="00BC0969" w:rsidP="00AD78CC">
      <w:pPr>
        <w:pStyle w:val="SingleTxtG"/>
        <w:ind w:left="2268" w:hanging="1134"/>
        <w:rPr>
          <w:rFonts w:eastAsia="Calibri"/>
          <w:lang w:val="fr-CA"/>
        </w:rPr>
      </w:pPr>
      <w:r w:rsidRPr="005D555D">
        <w:t>5.5.1</w:t>
      </w:r>
      <w:r w:rsidRPr="005D555D">
        <w:tab/>
      </w:r>
      <w:r w:rsidRPr="005D555D">
        <w:rPr>
          <w:lang w:val="fr-CA"/>
        </w:rPr>
        <w:t>L</w:t>
      </w:r>
      <w:r w:rsidR="004B0B6E">
        <w:rPr>
          <w:lang w:val="fr-CA"/>
        </w:rPr>
        <w:t>’</w:t>
      </w:r>
      <w:r w:rsidRPr="005D555D">
        <w:rPr>
          <w:lang w:val="fr-CA"/>
        </w:rPr>
        <w:t>avertissement</w:t>
      </w:r>
      <w:r w:rsidRPr="005D555D">
        <w:rPr>
          <w:rFonts w:eastAsia="Calibri"/>
          <w:lang w:val="fr-CA"/>
        </w:rPr>
        <w:t xml:space="preserve"> doit être donné au moyen d</w:t>
      </w:r>
      <w:r w:rsidR="004B0B6E">
        <w:rPr>
          <w:rFonts w:eastAsia="Calibri"/>
          <w:lang w:val="fr-CA"/>
        </w:rPr>
        <w:t>’</w:t>
      </w:r>
      <w:r w:rsidRPr="005D555D">
        <w:rPr>
          <w:rFonts w:eastAsia="Calibri"/>
          <w:lang w:val="fr-CA"/>
        </w:rPr>
        <w:t>un témoin optique conforme au Règlement n</w:t>
      </w:r>
      <w:r w:rsidRPr="005D555D">
        <w:rPr>
          <w:rFonts w:eastAsia="Calibri"/>
          <w:vertAlign w:val="superscript"/>
          <w:lang w:val="fr-CA"/>
        </w:rPr>
        <w:t>o</w:t>
      </w:r>
      <w:r w:rsidRPr="005D555D">
        <w:rPr>
          <w:rFonts w:eastAsia="Calibri"/>
          <w:lang w:val="fr-CA"/>
        </w:rPr>
        <w:t> 121.</w:t>
      </w:r>
    </w:p>
    <w:p w14:paraId="4E9027CC" w14:textId="77777777" w:rsidR="00BC0969" w:rsidRDefault="00BC0969" w:rsidP="00AD78CC">
      <w:pPr>
        <w:pStyle w:val="SingleTxtG"/>
        <w:ind w:left="2268" w:hanging="1134"/>
      </w:pPr>
      <w:r w:rsidRPr="005D555D">
        <w:rPr>
          <w:lang w:val="fr-CA"/>
        </w:rPr>
        <w:t>5.5.2</w:t>
      </w:r>
      <w:r w:rsidRPr="005D555D">
        <w:rPr>
          <w:lang w:val="fr-CA"/>
        </w:rPr>
        <w:tab/>
      </w:r>
      <w:r w:rsidRPr="005D555D">
        <w:t>Lorsqu</w:t>
      </w:r>
      <w:r w:rsidR="004B0B6E">
        <w:t>’</w:t>
      </w:r>
      <w:r w:rsidRPr="005D555D">
        <w:t>un véhicule de la catégorie N</w:t>
      </w:r>
      <w:r w:rsidRPr="005D555D">
        <w:rPr>
          <w:vertAlign w:val="subscript"/>
        </w:rPr>
        <w:t>2</w:t>
      </w:r>
      <w:r w:rsidRPr="005D555D">
        <w:t xml:space="preserve"> ou N</w:t>
      </w:r>
      <w:r w:rsidRPr="005D555D">
        <w:rPr>
          <w:vertAlign w:val="subscript"/>
        </w:rPr>
        <w:t>3</w:t>
      </w:r>
      <w:r w:rsidRPr="005D555D">
        <w:t xml:space="preserve"> tracte au moins un véhicule de la catégorie O</w:t>
      </w:r>
      <w:r w:rsidRPr="005D555D">
        <w:rPr>
          <w:vertAlign w:val="subscript"/>
        </w:rPr>
        <w:t>3</w:t>
      </w:r>
      <w:r w:rsidRPr="005D555D">
        <w:t xml:space="preserve"> ou O</w:t>
      </w:r>
      <w:r w:rsidRPr="005D555D">
        <w:rPr>
          <w:vertAlign w:val="subscript"/>
        </w:rPr>
        <w:t>4</w:t>
      </w:r>
      <w:r w:rsidRPr="005D555D">
        <w:t xml:space="preserve">, le témoin optique mentionné au </w:t>
      </w:r>
      <w:r>
        <w:t>paragraphe</w:t>
      </w:r>
      <w:r w:rsidRPr="005D555D">
        <w:t xml:space="preserve"> 5.5.1 doit </w:t>
      </w:r>
      <w:r w:rsidRPr="005D555D">
        <w:lastRenderedPageBreak/>
        <w:t>préciser si les éventuels avertissements émis concernent le véhicule tracteur ou le</w:t>
      </w:r>
      <w:r>
        <w:t>(s)</w:t>
      </w:r>
      <w:r w:rsidRPr="005D555D">
        <w:t xml:space="preserve"> véhicule</w:t>
      </w:r>
      <w:r>
        <w:t>(s)</w:t>
      </w:r>
      <w:r w:rsidRPr="005D555D">
        <w:t xml:space="preserve"> tracté</w:t>
      </w:r>
      <w:r>
        <w:t>(s)</w:t>
      </w:r>
      <w:r w:rsidRPr="005D555D">
        <w:t>.</w:t>
      </w:r>
    </w:p>
    <w:p w14:paraId="0B53AA49" w14:textId="77777777" w:rsidR="00BC0969" w:rsidRDefault="00BC0969" w:rsidP="00AD78CC">
      <w:pPr>
        <w:pStyle w:val="SingleTxtG"/>
        <w:ind w:left="2268" w:hanging="1134"/>
      </w:pPr>
      <w:r w:rsidRPr="005D555D">
        <w:t>5.5.3</w:t>
      </w:r>
      <w:r w:rsidRPr="005D555D">
        <w:tab/>
        <w:t>Le témoin d</w:t>
      </w:r>
      <w:r w:rsidR="004B0B6E">
        <w:t>’</w:t>
      </w:r>
      <w:r w:rsidRPr="005D555D">
        <w:t>avertissement doit s</w:t>
      </w:r>
      <w:r w:rsidR="004B0B6E">
        <w:t>’</w:t>
      </w:r>
      <w:r w:rsidRPr="005D555D">
        <w:t>allumer lorsque le contact d</w:t>
      </w:r>
      <w:r w:rsidR="004B0B6E">
        <w:t>’</w:t>
      </w:r>
      <w:r w:rsidRPr="005D555D">
        <w:t>allumage est mis (vérification du bon fonctionnement du voyant).</w:t>
      </w:r>
      <w:r w:rsidRPr="005D555D">
        <w:rPr>
          <w:rFonts w:ascii="Segoe UI" w:hAnsi="Segoe UI" w:cs="Segoe UI"/>
        </w:rPr>
        <w:t xml:space="preserve"> </w:t>
      </w:r>
      <w:r w:rsidRPr="005D555D">
        <w:t>Cette prescription ne s</w:t>
      </w:r>
      <w:r w:rsidR="004B0B6E">
        <w:t>’</w:t>
      </w:r>
      <w:r w:rsidRPr="005D555D">
        <w:t>applique pas aux témoins figurant dans un espace d</w:t>
      </w:r>
      <w:r w:rsidR="004B0B6E">
        <w:t>’</w:t>
      </w:r>
      <w:r w:rsidRPr="005D555D">
        <w:t>affichage commun.</w:t>
      </w:r>
    </w:p>
    <w:p w14:paraId="23B85896" w14:textId="77777777" w:rsidR="00BC0969" w:rsidRDefault="00BC0969" w:rsidP="00AD78CC">
      <w:pPr>
        <w:pStyle w:val="SingleTxtG"/>
        <w:ind w:left="2268" w:hanging="1134"/>
        <w:rPr>
          <w:rFonts w:eastAsia="MS PGothic"/>
          <w:szCs w:val="22"/>
        </w:rPr>
      </w:pPr>
      <w:r w:rsidRPr="005D555D">
        <w:rPr>
          <w:rFonts w:eastAsia="MS PGothic"/>
          <w:szCs w:val="22"/>
        </w:rPr>
        <w:t>5.5.4</w:t>
      </w:r>
      <w:r w:rsidRPr="005D555D">
        <w:rPr>
          <w:rFonts w:eastAsia="MS PGothic"/>
          <w:szCs w:val="22"/>
        </w:rPr>
        <w:tab/>
        <w:t>Le témoin d</w:t>
      </w:r>
      <w:r w:rsidR="004B0B6E">
        <w:rPr>
          <w:rFonts w:eastAsia="MS PGothic"/>
          <w:szCs w:val="22"/>
        </w:rPr>
        <w:t>’</w:t>
      </w:r>
      <w:r w:rsidRPr="005D555D">
        <w:rPr>
          <w:rFonts w:eastAsia="MS PGothic"/>
          <w:szCs w:val="22"/>
        </w:rPr>
        <w:t>avertissement doit être visible même de jour</w:t>
      </w:r>
      <w:r w:rsidR="00B63EAF">
        <w:rPr>
          <w:rFonts w:eastAsia="MS PGothic"/>
          <w:szCs w:val="22"/>
        </w:rPr>
        <w:t xml:space="preserve"> </w:t>
      </w:r>
      <w:r>
        <w:rPr>
          <w:rFonts w:eastAsia="MS PGothic"/>
          <w:szCs w:val="22"/>
        </w:rPr>
        <w:t>et</w:t>
      </w:r>
      <w:r w:rsidRPr="005D555D">
        <w:rPr>
          <w:rFonts w:ascii="Segoe UI" w:hAnsi="Segoe UI" w:cs="Segoe UI"/>
        </w:rPr>
        <w:t xml:space="preserve"> </w:t>
      </w:r>
      <w:r w:rsidRPr="005D555D">
        <w:rPr>
          <w:rFonts w:eastAsia="MS PGothic"/>
          <w:szCs w:val="22"/>
        </w:rPr>
        <w:t>son bon état doit pouvoir être contrôlé aisément par le conducteur depuis son siège.</w:t>
      </w:r>
    </w:p>
    <w:p w14:paraId="722B3075" w14:textId="77777777" w:rsidR="00BC0969" w:rsidRDefault="00BC0969" w:rsidP="00AD78CC">
      <w:pPr>
        <w:pStyle w:val="SingleTxtG"/>
        <w:ind w:left="2268" w:hanging="1134"/>
        <w:rPr>
          <w:rFonts w:eastAsia="MS PGothic"/>
          <w:szCs w:val="22"/>
        </w:rPr>
      </w:pPr>
      <w:r w:rsidRPr="005D555D">
        <w:rPr>
          <w:rFonts w:eastAsia="MS PGothic"/>
          <w:szCs w:val="22"/>
        </w:rPr>
        <w:t>5.5.5</w:t>
      </w:r>
      <w:r w:rsidRPr="005D555D">
        <w:rPr>
          <w:rFonts w:eastAsia="MS PGothic"/>
          <w:szCs w:val="22"/>
        </w:rPr>
        <w:tab/>
        <w:t>Pour les véhicules des catégories O</w:t>
      </w:r>
      <w:r w:rsidRPr="005D555D">
        <w:rPr>
          <w:rFonts w:eastAsia="MS PGothic"/>
          <w:szCs w:val="22"/>
          <w:vertAlign w:val="subscript"/>
        </w:rPr>
        <w:t>3</w:t>
      </w:r>
      <w:r w:rsidRPr="005D555D">
        <w:rPr>
          <w:rFonts w:eastAsia="MS PGothic"/>
          <w:szCs w:val="22"/>
        </w:rPr>
        <w:t xml:space="preserve"> et O</w:t>
      </w:r>
      <w:r w:rsidRPr="005D555D">
        <w:rPr>
          <w:rFonts w:eastAsia="MS PGothic"/>
          <w:szCs w:val="22"/>
          <w:vertAlign w:val="subscript"/>
        </w:rPr>
        <w:t>4</w:t>
      </w:r>
      <w:r w:rsidRPr="005D555D">
        <w:rPr>
          <w:rFonts w:eastAsia="MS PGothic"/>
          <w:szCs w:val="22"/>
        </w:rPr>
        <w:t xml:space="preserve">, le témoin optique mentionné au </w:t>
      </w:r>
      <w:r>
        <w:rPr>
          <w:rFonts w:eastAsia="MS PGothic"/>
          <w:szCs w:val="22"/>
        </w:rPr>
        <w:t>paragraphe</w:t>
      </w:r>
      <w:r w:rsidRPr="005D555D">
        <w:rPr>
          <w:rFonts w:eastAsia="MS PGothic"/>
          <w:szCs w:val="22"/>
        </w:rPr>
        <w:t xml:space="preserve"> 5.5.1 doit être visible par le conducteur du véhicule </w:t>
      </w:r>
      <w:r w:rsidRPr="00AD78CC">
        <w:t>tracteur</w:t>
      </w:r>
      <w:r w:rsidRPr="005D555D">
        <w:rPr>
          <w:rFonts w:eastAsia="MS PGothic"/>
          <w:szCs w:val="22"/>
        </w:rPr>
        <w:t xml:space="preserve"> de la catégorie N</w:t>
      </w:r>
      <w:r w:rsidRPr="005D555D">
        <w:rPr>
          <w:rFonts w:eastAsia="MS PGothic"/>
          <w:szCs w:val="22"/>
          <w:vertAlign w:val="subscript"/>
        </w:rPr>
        <w:t>2</w:t>
      </w:r>
      <w:r w:rsidRPr="005D555D">
        <w:rPr>
          <w:rFonts w:eastAsia="MS PGothic"/>
          <w:szCs w:val="22"/>
        </w:rPr>
        <w:t xml:space="preserve"> ou N</w:t>
      </w:r>
      <w:r w:rsidRPr="005D555D">
        <w:rPr>
          <w:rFonts w:eastAsia="MS PGothic"/>
          <w:szCs w:val="22"/>
          <w:vertAlign w:val="subscript"/>
        </w:rPr>
        <w:t>3</w:t>
      </w:r>
      <w:r w:rsidRPr="005D555D">
        <w:rPr>
          <w:rFonts w:eastAsia="MS PGothic"/>
          <w:szCs w:val="22"/>
        </w:rPr>
        <w:t xml:space="preserve">, comme </w:t>
      </w:r>
      <w:r>
        <w:rPr>
          <w:rFonts w:eastAsia="MS PGothic"/>
          <w:szCs w:val="22"/>
        </w:rPr>
        <w:t xml:space="preserve">il est </w:t>
      </w:r>
      <w:r w:rsidRPr="005D555D">
        <w:rPr>
          <w:rFonts w:eastAsia="MS PGothic"/>
          <w:szCs w:val="22"/>
        </w:rPr>
        <w:t xml:space="preserve">spécifié au </w:t>
      </w:r>
      <w:r>
        <w:rPr>
          <w:rFonts w:eastAsia="MS PGothic"/>
          <w:szCs w:val="22"/>
        </w:rPr>
        <w:t>paragraphe</w:t>
      </w:r>
      <w:r w:rsidRPr="005D555D">
        <w:rPr>
          <w:rFonts w:eastAsia="MS PGothic"/>
          <w:szCs w:val="22"/>
        </w:rPr>
        <w:t> 5.5.4.</w:t>
      </w:r>
    </w:p>
    <w:p w14:paraId="7DEEDAA8" w14:textId="77777777" w:rsidR="00BC0969" w:rsidRPr="0054423C" w:rsidRDefault="00BC0969" w:rsidP="00AD78CC">
      <w:pPr>
        <w:pStyle w:val="SingleTxtG"/>
        <w:ind w:left="2268" w:hanging="1134"/>
        <w:rPr>
          <w:rFonts w:eastAsia="Calibri"/>
          <w:lang w:val="fr-CA"/>
        </w:rPr>
      </w:pPr>
      <w:r w:rsidRPr="005D555D">
        <w:t>5.5.6</w:t>
      </w:r>
      <w:r w:rsidRPr="005D555D">
        <w:tab/>
        <w:t>Le même témoin peut servir à indiquer un défaut de fonctionnement ou un sous-gonflage.</w:t>
      </w:r>
      <w:r w:rsidRPr="0054423C">
        <w:rPr>
          <w:rFonts w:eastAsia="Calibri"/>
          <w:b/>
          <w:lang w:val="fr-CA"/>
        </w:rPr>
        <w:t xml:space="preserve"> </w:t>
      </w:r>
      <w:r w:rsidRPr="0054423C">
        <w:rPr>
          <w:rFonts w:eastAsia="Calibri"/>
          <w:lang w:val="fr-CA"/>
        </w:rPr>
        <w:t>Si le témoin d</w:t>
      </w:r>
      <w:r w:rsidR="004B0B6E">
        <w:rPr>
          <w:rFonts w:eastAsia="Calibri"/>
          <w:lang w:val="fr-CA"/>
        </w:rPr>
        <w:t>’</w:t>
      </w:r>
      <w:r w:rsidRPr="0054423C">
        <w:rPr>
          <w:rFonts w:eastAsia="Calibri"/>
          <w:lang w:val="fr-CA"/>
        </w:rPr>
        <w:t xml:space="preserve">avertissement </w:t>
      </w:r>
      <w:r w:rsidRPr="0054423C">
        <w:rPr>
          <w:lang w:val="fr-CA"/>
        </w:rPr>
        <w:t>décrit</w:t>
      </w:r>
      <w:r w:rsidRPr="0054423C">
        <w:rPr>
          <w:rFonts w:eastAsia="Calibri"/>
          <w:lang w:val="fr-CA"/>
        </w:rPr>
        <w:t xml:space="preserve"> au </w:t>
      </w:r>
      <w:r>
        <w:rPr>
          <w:rFonts w:eastAsia="Calibri"/>
          <w:lang w:val="fr-CA"/>
        </w:rPr>
        <w:t>paragraphe</w:t>
      </w:r>
      <w:r w:rsidRPr="0054423C">
        <w:rPr>
          <w:rFonts w:eastAsia="Calibri"/>
          <w:lang w:val="fr-CA"/>
        </w:rPr>
        <w:t> 5.5.1 sert à indiquer à la fois un sous-gonflage et un défaut de fonctionnement du système de surveillance de la pression des pneumatiques, il doit clignoter pour signaler un défaut de fonctionnement du système, le contact d</w:t>
      </w:r>
      <w:r w:rsidR="004B0B6E">
        <w:rPr>
          <w:rFonts w:eastAsia="Calibri"/>
          <w:lang w:val="fr-CA"/>
        </w:rPr>
        <w:t>’</w:t>
      </w:r>
      <w:r w:rsidRPr="0054423C">
        <w:rPr>
          <w:rFonts w:eastAsia="Calibri"/>
          <w:lang w:val="fr-CA"/>
        </w:rPr>
        <w:t>allumage étant mis. Puis il doit rapidement rester allumé en continu aussi longtemps que le défaut de fonctionnement persiste et que le contact d</w:t>
      </w:r>
      <w:r w:rsidR="004B0B6E">
        <w:rPr>
          <w:rFonts w:eastAsia="Calibri"/>
          <w:lang w:val="fr-CA"/>
        </w:rPr>
        <w:t>’</w:t>
      </w:r>
      <w:r w:rsidRPr="0054423C">
        <w:rPr>
          <w:rFonts w:eastAsia="Calibri"/>
          <w:lang w:val="fr-CA"/>
        </w:rPr>
        <w:t>allumage est mis. La séquence clignotement et allumage en continu doit se répéter chaque fois que le contact d</w:t>
      </w:r>
      <w:r w:rsidR="004B0B6E">
        <w:rPr>
          <w:rFonts w:eastAsia="Calibri"/>
          <w:lang w:val="fr-CA"/>
        </w:rPr>
        <w:t>’</w:t>
      </w:r>
      <w:r w:rsidRPr="0054423C">
        <w:rPr>
          <w:rFonts w:eastAsia="Calibri"/>
          <w:lang w:val="fr-CA"/>
        </w:rPr>
        <w:t>allumage est remis jusqu</w:t>
      </w:r>
      <w:r w:rsidR="004B0B6E">
        <w:rPr>
          <w:rFonts w:eastAsia="Calibri"/>
          <w:lang w:val="fr-CA"/>
        </w:rPr>
        <w:t>’</w:t>
      </w:r>
      <w:r w:rsidRPr="0054423C">
        <w:rPr>
          <w:rFonts w:eastAsia="Calibri"/>
          <w:lang w:val="fr-CA"/>
        </w:rPr>
        <w:t>à ce que le défaut de fonctionnement ait été réparé.</w:t>
      </w:r>
    </w:p>
    <w:p w14:paraId="4F475D6F" w14:textId="77777777" w:rsidR="00BC0969" w:rsidRPr="0054423C" w:rsidRDefault="00BC0969" w:rsidP="00AD78CC">
      <w:pPr>
        <w:pStyle w:val="SingleTxtG"/>
        <w:ind w:left="2268" w:hanging="1134"/>
        <w:rPr>
          <w:rFonts w:eastAsia="Calibri"/>
          <w:lang w:val="fr-CA"/>
        </w:rPr>
      </w:pPr>
      <w:r w:rsidRPr="0054423C">
        <w:t>5.5.7</w:t>
      </w:r>
      <w:r w:rsidRPr="0054423C">
        <w:tab/>
      </w:r>
      <w:r w:rsidRPr="0054423C">
        <w:rPr>
          <w:rFonts w:eastAsia="Calibri"/>
          <w:lang w:val="fr-CA"/>
        </w:rPr>
        <w:tab/>
        <w:t>Le témoin d</w:t>
      </w:r>
      <w:r w:rsidR="004B0B6E">
        <w:rPr>
          <w:rFonts w:eastAsia="Calibri"/>
          <w:lang w:val="fr-CA"/>
        </w:rPr>
        <w:t>’</w:t>
      </w:r>
      <w:r w:rsidRPr="0054423C">
        <w:rPr>
          <w:rFonts w:eastAsia="Calibri"/>
          <w:lang w:val="fr-CA"/>
        </w:rPr>
        <w:t xml:space="preserve">avertissement décrit dans le </w:t>
      </w:r>
      <w:r>
        <w:rPr>
          <w:rFonts w:eastAsia="Calibri"/>
          <w:lang w:val="fr-CA"/>
        </w:rPr>
        <w:t>paragraphe</w:t>
      </w:r>
      <w:r w:rsidRPr="0054423C">
        <w:rPr>
          <w:rFonts w:eastAsia="Calibri"/>
          <w:lang w:val="fr-CA"/>
        </w:rPr>
        <w:t xml:space="preserve"> 5.5.1 peut être employé en mode clignotant pour fournir des </w:t>
      </w:r>
      <w:r w:rsidRPr="0054423C">
        <w:rPr>
          <w:lang w:val="fr-CA"/>
        </w:rPr>
        <w:t>renseignements</w:t>
      </w:r>
      <w:r w:rsidRPr="0054423C">
        <w:rPr>
          <w:rFonts w:eastAsia="Calibri"/>
          <w:lang w:val="fr-CA"/>
        </w:rPr>
        <w:t xml:space="preserve"> </w:t>
      </w:r>
      <w:r w:rsidRPr="00AD78CC">
        <w:t>sur</w:t>
      </w:r>
      <w:r w:rsidRPr="0054423C">
        <w:rPr>
          <w:rFonts w:eastAsia="Calibri"/>
          <w:lang w:val="fr-CA"/>
        </w:rPr>
        <w:t xml:space="preserve"> la réinitialisation du système de surveillance de la pression des pneumatiques conformément au manuel d</w:t>
      </w:r>
      <w:r w:rsidR="004B0B6E">
        <w:rPr>
          <w:rFonts w:eastAsia="Calibri"/>
          <w:lang w:val="fr-CA"/>
        </w:rPr>
        <w:t>’</w:t>
      </w:r>
      <w:r w:rsidRPr="0054423C">
        <w:rPr>
          <w:rFonts w:eastAsia="Calibri"/>
          <w:lang w:val="fr-CA"/>
        </w:rPr>
        <w:t>utilisation.</w:t>
      </w:r>
    </w:p>
    <w:p w14:paraId="7FD855A5" w14:textId="77777777" w:rsidR="00BC0969" w:rsidRPr="0054423C" w:rsidRDefault="00BC0969" w:rsidP="00AD78CC">
      <w:pPr>
        <w:pStyle w:val="SingleTxtG"/>
        <w:ind w:left="2268" w:hanging="1134"/>
      </w:pPr>
      <w:r w:rsidRPr="0054423C">
        <w:t>5.6</w:t>
      </w:r>
      <w:r w:rsidRPr="0054423C">
        <w:tab/>
        <w:t>Interface de communication entre véhicule</w:t>
      </w:r>
      <w:r>
        <w:t>s</w:t>
      </w:r>
      <w:r w:rsidRPr="0054423C">
        <w:t xml:space="preserve"> tracteur</w:t>
      </w:r>
      <w:r>
        <w:t>s</w:t>
      </w:r>
      <w:r w:rsidRPr="0054423C">
        <w:t xml:space="preserve"> et véhicules tractés</w:t>
      </w:r>
    </w:p>
    <w:p w14:paraId="295A917B" w14:textId="77777777" w:rsidR="00BC0969" w:rsidRDefault="00BC0969" w:rsidP="00AD78CC">
      <w:pPr>
        <w:pStyle w:val="SingleTxtG"/>
        <w:ind w:left="2268" w:hanging="1134"/>
      </w:pPr>
      <w:r w:rsidRPr="0054423C">
        <w:t>5.6.1</w:t>
      </w:r>
      <w:r w:rsidRPr="0054423C">
        <w:tab/>
      </w:r>
      <w:r w:rsidR="00A7588B" w:rsidRPr="00A7588B">
        <w:t>Les véhicules de la catégorie N</w:t>
      </w:r>
      <w:r w:rsidR="00A7588B" w:rsidRPr="005B5083">
        <w:rPr>
          <w:vertAlign w:val="subscript"/>
        </w:rPr>
        <w:t>2</w:t>
      </w:r>
      <w:r w:rsidR="00A7588B" w:rsidRPr="00A7588B">
        <w:t xml:space="preserve"> ou N</w:t>
      </w:r>
      <w:r w:rsidR="00A7588B" w:rsidRPr="005B5083">
        <w:rPr>
          <w:vertAlign w:val="subscript"/>
        </w:rPr>
        <w:t>3</w:t>
      </w:r>
      <w:r w:rsidR="00A7588B" w:rsidRPr="00A7588B">
        <w:t xml:space="preserve"> qui tractent au moins un véhicule de la catégorie O</w:t>
      </w:r>
      <w:r w:rsidR="00A7588B" w:rsidRPr="005B5083">
        <w:rPr>
          <w:vertAlign w:val="subscript"/>
        </w:rPr>
        <w:t>3</w:t>
      </w:r>
      <w:r w:rsidR="00A7588B" w:rsidRPr="00A7588B">
        <w:t xml:space="preserve"> ou O</w:t>
      </w:r>
      <w:r w:rsidR="00A7588B" w:rsidRPr="005B5083">
        <w:rPr>
          <w:vertAlign w:val="subscript"/>
        </w:rPr>
        <w:t>4</w:t>
      </w:r>
      <w:r w:rsidR="00A7588B" w:rsidRPr="00A7588B">
        <w:t xml:space="preserve"> et les véhicules des catégorie O</w:t>
      </w:r>
      <w:r w:rsidR="00A7588B" w:rsidRPr="005B5083">
        <w:rPr>
          <w:vertAlign w:val="subscript"/>
        </w:rPr>
        <w:t>3</w:t>
      </w:r>
      <w:r w:rsidR="00A7588B" w:rsidRPr="00A7588B">
        <w:t xml:space="preserve"> ou O</w:t>
      </w:r>
      <w:r w:rsidR="00A7588B" w:rsidRPr="005B5083">
        <w:rPr>
          <w:vertAlign w:val="subscript"/>
        </w:rPr>
        <w:t>4</w:t>
      </w:r>
      <w:r w:rsidR="00A7588B" w:rsidRPr="00A7588B">
        <w:t xml:space="preserve"> doivent être équipés d’une interface de communication permettant l’échange des données du système de surveillance de la pression des pneumatiques entre le véhicule tracteur et les véhicules tractés. Cela peut se faire à l’aide d’une connexion filaire ou sans fil, sous réserve que le TPMS du véhicule tracteur soit compatible avec celui du ou des véhicules tractés.</w:t>
      </w:r>
    </w:p>
    <w:p w14:paraId="128BDCF3" w14:textId="77777777" w:rsidR="00BC0969" w:rsidRPr="00506726" w:rsidRDefault="00BC0969" w:rsidP="00AD78CC">
      <w:pPr>
        <w:pStyle w:val="SingleTxtG"/>
        <w:ind w:left="2268" w:hanging="1134"/>
      </w:pPr>
      <w:r w:rsidRPr="0054423C">
        <w:t>5.6.1.1</w:t>
      </w:r>
      <w:r w:rsidRPr="0054423C">
        <w:tab/>
        <w:t xml:space="preserve">La transmission de données </w:t>
      </w:r>
      <w:bookmarkStart w:id="7" w:name="_Hlk63836112"/>
      <w:r w:rsidRPr="0054423C">
        <w:t>par une connexion filaire</w:t>
      </w:r>
      <w:r>
        <w:t xml:space="preserve"> </w:t>
      </w:r>
      <w:bookmarkEnd w:id="7"/>
      <w:r>
        <w:t xml:space="preserve">doit </w:t>
      </w:r>
      <w:r w:rsidRPr="0054423C">
        <w:t>s</w:t>
      </w:r>
      <w:r w:rsidR="004B0B6E">
        <w:t>’</w:t>
      </w:r>
      <w:r w:rsidRPr="0054423C">
        <w:t xml:space="preserve">appuyer sur la ligne de commande électrique de freinage conforme </w:t>
      </w:r>
      <w:r>
        <w:t xml:space="preserve">aux </w:t>
      </w:r>
      <w:r w:rsidRPr="0054423C">
        <w:t>norme</w:t>
      </w:r>
      <w:r>
        <w:t>s</w:t>
      </w:r>
      <w:r w:rsidRPr="0054423C">
        <w:t xml:space="preserve"> ISO</w:t>
      </w:r>
      <w:r w:rsidR="0094265C">
        <w:t> </w:t>
      </w:r>
      <w:r w:rsidRPr="0054423C">
        <w:t>11992</w:t>
      </w:r>
      <w:r w:rsidR="0094265C">
        <w:noBreakHyphen/>
      </w:r>
      <w:r w:rsidRPr="0054423C">
        <w:t>1</w:t>
      </w:r>
      <w:r w:rsidRPr="00E35C6F">
        <w:t>:2019</w:t>
      </w:r>
      <w:r w:rsidRPr="0054423C">
        <w:t xml:space="preserve"> </w:t>
      </w:r>
      <w:r>
        <w:t xml:space="preserve">et </w:t>
      </w:r>
      <w:r w:rsidRPr="0054423C">
        <w:t>ISO 11992-2:2014 et être du type point à point</w:t>
      </w:r>
      <w:r>
        <w:t xml:space="preserve"> utilisant le </w:t>
      </w:r>
      <w:r w:rsidRPr="00506726">
        <w:t>raccord à sept broches</w:t>
      </w:r>
      <w:r>
        <w:t xml:space="preserve"> conforme à la norme</w:t>
      </w:r>
      <w:r w:rsidRPr="00506726">
        <w:t xml:space="preserve"> ISO 7638-1:2018 </w:t>
      </w:r>
      <w:r>
        <w:t xml:space="preserve">ou à la norme </w:t>
      </w:r>
      <w:r w:rsidRPr="00506726">
        <w:t xml:space="preserve">ISO 7638-2:2018 </w:t>
      </w:r>
      <w:r>
        <w:t xml:space="preserve">ou encore un raccord automatisé approprié. </w:t>
      </w:r>
    </w:p>
    <w:p w14:paraId="1AA811C6" w14:textId="77777777" w:rsidR="00BC0969" w:rsidRDefault="00BC0969" w:rsidP="00AD78CC">
      <w:pPr>
        <w:pStyle w:val="SingleTxtG"/>
        <w:ind w:left="2268"/>
      </w:pPr>
      <w:r w:rsidRPr="00506726">
        <w:t xml:space="preserve">On peut utiliser </w:t>
      </w:r>
      <w:r>
        <w:t>d</w:t>
      </w:r>
      <w:r w:rsidR="004B0B6E">
        <w:t>’</w:t>
      </w:r>
      <w:r>
        <w:t xml:space="preserve">autres </w:t>
      </w:r>
      <w:r w:rsidRPr="00506726">
        <w:t xml:space="preserve">configurations filaires, sous </w:t>
      </w:r>
      <w:r w:rsidRPr="00AD78CC">
        <w:rPr>
          <w:szCs w:val="24"/>
        </w:rPr>
        <w:t>réserve</w:t>
      </w:r>
      <w:r w:rsidRPr="00506726">
        <w:t xml:space="preserve"> que le système de surveillance de la pression des pneumatiques du véhicule tracteur soit compatible avec celui du ou des véhicules tractés</w:t>
      </w:r>
      <w:r>
        <w:t xml:space="preserve"> et répondent aux mêmes exigences fonctionnelles.</w:t>
      </w:r>
      <w:r w:rsidRPr="00506726">
        <w:t xml:space="preserve"> </w:t>
      </w:r>
    </w:p>
    <w:p w14:paraId="3CBE94F3" w14:textId="77777777" w:rsidR="00BC0969" w:rsidRPr="00506726" w:rsidRDefault="00BC0969" w:rsidP="00AD78CC">
      <w:pPr>
        <w:pStyle w:val="SingleTxtG"/>
        <w:ind w:left="2268" w:hanging="1134"/>
        <w:rPr>
          <w:iCs/>
        </w:rPr>
      </w:pPr>
      <w:r w:rsidRPr="00506726">
        <w:rPr>
          <w:iCs/>
        </w:rPr>
        <w:t>5.6.1.1.1</w:t>
      </w:r>
      <w:r w:rsidRPr="00506726">
        <w:rPr>
          <w:iCs/>
        </w:rPr>
        <w:tab/>
        <w:t xml:space="preserve">La prise </w:t>
      </w:r>
      <w:r>
        <w:rPr>
          <w:iCs/>
        </w:rPr>
        <w:t>en charge</w:t>
      </w:r>
      <w:r w:rsidRPr="00506726">
        <w:rPr>
          <w:iCs/>
        </w:rPr>
        <w:t xml:space="preserve"> des </w:t>
      </w:r>
      <w:r w:rsidRPr="00506726">
        <w:rPr>
          <w:rFonts w:eastAsiaTheme="minorEastAsia"/>
          <w:iCs/>
        </w:rPr>
        <w:t>messages</w:t>
      </w:r>
      <w:r w:rsidRPr="00506726">
        <w:rPr>
          <w:iCs/>
        </w:rPr>
        <w:t xml:space="preserve"> </w:t>
      </w:r>
      <w:r w:rsidRPr="00155920">
        <w:rPr>
          <w:iCs/>
        </w:rPr>
        <w:t>par le véhicule tracteur et par l</w:t>
      </w:r>
      <w:r>
        <w:rPr>
          <w:iCs/>
        </w:rPr>
        <w:t xml:space="preserve">e ou les véhicule(s) tracté(s) </w:t>
      </w:r>
      <w:r w:rsidRPr="00506726">
        <w:rPr>
          <w:iCs/>
        </w:rPr>
        <w:t>est spécifiée</w:t>
      </w:r>
      <w:r>
        <w:rPr>
          <w:iCs/>
        </w:rPr>
        <w:t xml:space="preserve"> dans la partie A de l</w:t>
      </w:r>
      <w:r w:rsidR="004B0B6E">
        <w:rPr>
          <w:iCs/>
        </w:rPr>
        <w:t>’</w:t>
      </w:r>
      <w:r>
        <w:rPr>
          <w:iCs/>
        </w:rPr>
        <w:t xml:space="preserve">annexe 5 au Règlement </w:t>
      </w:r>
    </w:p>
    <w:p w14:paraId="7664F4B5" w14:textId="77777777" w:rsidR="00BC0969" w:rsidRDefault="00BC0969" w:rsidP="00AD78CC">
      <w:pPr>
        <w:pStyle w:val="SingleTxtG"/>
        <w:ind w:left="2268" w:hanging="1134"/>
        <w:rPr>
          <w:iCs/>
        </w:rPr>
      </w:pPr>
      <w:r w:rsidRPr="00155920">
        <w:rPr>
          <w:iCs/>
        </w:rPr>
        <w:t>5.6.1.1.2</w:t>
      </w:r>
      <w:r w:rsidRPr="00155920">
        <w:rPr>
          <w:iCs/>
        </w:rPr>
        <w:tab/>
        <w:t>La compatibilité fonctionnelle</w:t>
      </w:r>
      <w:r w:rsidR="0094265C">
        <w:rPr>
          <w:iCs/>
        </w:rPr>
        <w:t xml:space="preserve"> </w:t>
      </w:r>
      <w:r w:rsidRPr="00155920">
        <w:rPr>
          <w:iCs/>
        </w:rPr>
        <w:t>entre</w:t>
      </w:r>
      <w:r w:rsidR="0094265C">
        <w:rPr>
          <w:iCs/>
        </w:rPr>
        <w:t xml:space="preserve"> </w:t>
      </w:r>
      <w:r w:rsidRPr="00155920">
        <w:rPr>
          <w:iCs/>
        </w:rPr>
        <w:t>véhicules tracteurs et véhicules tractés</w:t>
      </w:r>
      <w:r w:rsidR="0094265C">
        <w:rPr>
          <w:iCs/>
        </w:rPr>
        <w:t xml:space="preserve"> </w:t>
      </w:r>
      <w:r w:rsidRPr="00155920">
        <w:rPr>
          <w:iCs/>
        </w:rPr>
        <w:t>équipés de connexion</w:t>
      </w:r>
      <w:r>
        <w:rPr>
          <w:iCs/>
        </w:rPr>
        <w:t>s</w:t>
      </w:r>
      <w:r w:rsidRPr="00155920">
        <w:rPr>
          <w:iCs/>
        </w:rPr>
        <w:t xml:space="preserve"> filaire</w:t>
      </w:r>
      <w:r>
        <w:rPr>
          <w:iCs/>
        </w:rPr>
        <w:t>s</w:t>
      </w:r>
      <w:r w:rsidR="0094265C">
        <w:rPr>
          <w:iCs/>
        </w:rPr>
        <w:t xml:space="preserve"> </w:t>
      </w:r>
      <w:r w:rsidRPr="00155920">
        <w:rPr>
          <w:iCs/>
        </w:rPr>
        <w:t>de</w:t>
      </w:r>
      <w:r w:rsidR="0094265C">
        <w:rPr>
          <w:iCs/>
        </w:rPr>
        <w:t xml:space="preserve"> </w:t>
      </w:r>
      <w:r>
        <w:rPr>
          <w:iCs/>
        </w:rPr>
        <w:t xml:space="preserve">transmission de </w:t>
      </w:r>
      <w:r w:rsidRPr="00AD78CC">
        <w:t>données</w:t>
      </w:r>
      <w:r>
        <w:rPr>
          <w:iCs/>
        </w:rPr>
        <w:t xml:space="preserve"> décrites au paragraphe </w:t>
      </w:r>
      <w:r w:rsidRPr="00155920">
        <w:rPr>
          <w:iCs/>
        </w:rPr>
        <w:t xml:space="preserve">5.6.1.1 </w:t>
      </w:r>
      <w:r>
        <w:rPr>
          <w:iCs/>
        </w:rPr>
        <w:t>ci-dessus doivent être évaluées au moment de l</w:t>
      </w:r>
      <w:r w:rsidR="004B0B6E">
        <w:rPr>
          <w:iCs/>
        </w:rPr>
        <w:t>’</w:t>
      </w:r>
      <w:r>
        <w:rPr>
          <w:iCs/>
        </w:rPr>
        <w:t>homologation de type en vérifiant que les dispositions pertinentes spécifiées dans la partie A de l</w:t>
      </w:r>
      <w:r w:rsidR="004B0B6E">
        <w:rPr>
          <w:iCs/>
        </w:rPr>
        <w:t>’</w:t>
      </w:r>
      <w:r>
        <w:rPr>
          <w:iCs/>
        </w:rPr>
        <w:t>annexe 5 sont respectées.</w:t>
      </w:r>
    </w:p>
    <w:p w14:paraId="1A0CBA11" w14:textId="77777777" w:rsidR="00BC0969" w:rsidRPr="00191D28" w:rsidRDefault="00BC0969" w:rsidP="00AD78CC">
      <w:pPr>
        <w:pStyle w:val="SingleTxtG"/>
        <w:ind w:left="2268"/>
      </w:pPr>
      <w:r w:rsidRPr="00155920">
        <w:rPr>
          <w:iCs/>
        </w:rPr>
        <w:t>L</w:t>
      </w:r>
      <w:r w:rsidR="004B0B6E">
        <w:rPr>
          <w:iCs/>
        </w:rPr>
        <w:t>’</w:t>
      </w:r>
      <w:r w:rsidRPr="00155920">
        <w:rPr>
          <w:iCs/>
        </w:rPr>
        <w:t xml:space="preserve">annexe 6 au présent Règlement propose une </w:t>
      </w:r>
      <w:r w:rsidRPr="00AD78CC">
        <w:rPr>
          <w:szCs w:val="24"/>
        </w:rPr>
        <w:t>procédure</w:t>
      </w:r>
      <w:r w:rsidRPr="00155920">
        <w:rPr>
          <w:iCs/>
        </w:rPr>
        <w:t xml:space="preserve"> d</w:t>
      </w:r>
      <w:r w:rsidR="004B0B6E">
        <w:rPr>
          <w:iCs/>
        </w:rPr>
        <w:t>’</w:t>
      </w:r>
      <w:r w:rsidRPr="00155920">
        <w:rPr>
          <w:iCs/>
        </w:rPr>
        <w:t>essais susceptible d</w:t>
      </w:r>
      <w:r w:rsidR="004B0B6E">
        <w:rPr>
          <w:iCs/>
        </w:rPr>
        <w:t>’</w:t>
      </w:r>
      <w:r w:rsidRPr="00155920">
        <w:rPr>
          <w:iCs/>
        </w:rPr>
        <w:t>être utilisé</w:t>
      </w:r>
      <w:r>
        <w:rPr>
          <w:iCs/>
        </w:rPr>
        <w:t>e</w:t>
      </w:r>
      <w:r w:rsidRPr="00155920">
        <w:rPr>
          <w:iCs/>
        </w:rPr>
        <w:t xml:space="preserve"> pour </w:t>
      </w:r>
      <w:r>
        <w:rPr>
          <w:iCs/>
        </w:rPr>
        <w:t xml:space="preserve">procéder à </w:t>
      </w:r>
      <w:r w:rsidRPr="00155920">
        <w:rPr>
          <w:iCs/>
        </w:rPr>
        <w:t>cette év</w:t>
      </w:r>
      <w:r>
        <w:rPr>
          <w:iCs/>
        </w:rPr>
        <w:t>aluation.</w:t>
      </w:r>
    </w:p>
    <w:p w14:paraId="754AF0D2" w14:textId="77777777" w:rsidR="00BC0969" w:rsidRPr="00191D28" w:rsidRDefault="00BC0969" w:rsidP="00AD78CC">
      <w:pPr>
        <w:pStyle w:val="SingleTxtG"/>
        <w:ind w:left="2268" w:hanging="1134"/>
      </w:pPr>
      <w:r w:rsidRPr="00E56CB3">
        <w:t>5.6.1.2</w:t>
      </w:r>
      <w:r w:rsidRPr="00E56CB3">
        <w:tab/>
        <w:t>Lorsqu</w:t>
      </w:r>
      <w:r w:rsidR="004B0B6E">
        <w:t>’</w:t>
      </w:r>
      <w:r w:rsidRPr="00E56CB3">
        <w:t>une liaison point à point est établie entre l</w:t>
      </w:r>
      <w:r w:rsidR="004B0B6E">
        <w:t>’</w:t>
      </w:r>
      <w:r>
        <w:t xml:space="preserve">unité de contrôle </w:t>
      </w:r>
      <w:r w:rsidRPr="00E56CB3">
        <w:t xml:space="preserve">électronique </w:t>
      </w:r>
      <w:r>
        <w:t xml:space="preserve">(UCE) </w:t>
      </w:r>
      <w:r w:rsidRPr="00E56CB3">
        <w:t>d</w:t>
      </w:r>
      <w:r w:rsidR="004B0B6E">
        <w:t>’</w:t>
      </w:r>
      <w:r w:rsidRPr="00E56CB3">
        <w:t>un véhicule tracteur et cel</w:t>
      </w:r>
      <w:r>
        <w:t>le</w:t>
      </w:r>
      <w:r w:rsidRPr="00E56CB3">
        <w:t xml:space="preserve"> d</w:t>
      </w:r>
      <w:r w:rsidR="004B0B6E">
        <w:t>’</w:t>
      </w:r>
      <w:r w:rsidRPr="00E56CB3">
        <w:t>un véhicule tracté, un</w:t>
      </w:r>
      <w:r w:rsidR="009D1988">
        <w:t xml:space="preserve"> </w:t>
      </w:r>
      <w:r w:rsidRPr="00E56CB3">
        <w:t xml:space="preserve">protocole de </w:t>
      </w:r>
      <w:r w:rsidRPr="00AD78CC">
        <w:rPr>
          <w:iCs/>
        </w:rPr>
        <w:t>communication</w:t>
      </w:r>
      <w:r w:rsidRPr="00E56CB3">
        <w:t xml:space="preserve"> du type standard ouvert doit être établi pour permettre </w:t>
      </w:r>
      <w:r>
        <w:t>à l</w:t>
      </w:r>
      <w:r w:rsidR="004B0B6E">
        <w:t>’</w:t>
      </w:r>
      <w:r>
        <w:t xml:space="preserve">UCE </w:t>
      </w:r>
      <w:r w:rsidRPr="00E56CB3">
        <w:t xml:space="preserve">du système de surveillance de la pression des pneumatiques, </w:t>
      </w:r>
      <w:r w:rsidRPr="00E56CB3">
        <w:lastRenderedPageBreak/>
        <w:t>qui ne fait pas partie de la liaison point à point, de se connecter, de communiquer et de fonctionner en utilisant l</w:t>
      </w:r>
      <w:r w:rsidR="004B0B6E">
        <w:t>’</w:t>
      </w:r>
      <w:r>
        <w:t>UCE</w:t>
      </w:r>
      <w:r w:rsidRPr="00E56CB3">
        <w:t xml:space="preserve"> du véhicule tracté, </w:t>
      </w:r>
      <w:r>
        <w:t xml:space="preserve">qui </w:t>
      </w:r>
      <w:r w:rsidRPr="00E56CB3">
        <w:t>fait partie de la liaison point à point (par exemple passerelle normalisée).</w:t>
      </w:r>
      <w:r>
        <w:t xml:space="preserve"> Cet</w:t>
      </w:r>
      <w:r w:rsidR="0094265C">
        <w:t> </w:t>
      </w:r>
      <w:r>
        <w:t>interface de communication de données est spécifié dans la partie B de l</w:t>
      </w:r>
      <w:r w:rsidR="004B0B6E">
        <w:t>’</w:t>
      </w:r>
      <w:r>
        <w:t>annexe 5.</w:t>
      </w:r>
    </w:p>
    <w:p w14:paraId="57058F8A" w14:textId="77777777" w:rsidR="00BC0969" w:rsidRPr="00974AB8" w:rsidRDefault="00BC0969" w:rsidP="00AD78CC">
      <w:pPr>
        <w:pStyle w:val="SingleTxtG"/>
        <w:ind w:left="2268" w:hanging="1134"/>
        <w:rPr>
          <w:highlight w:val="lightGray"/>
        </w:rPr>
      </w:pPr>
      <w:r w:rsidRPr="00974AB8">
        <w:t>5.6.1.3</w:t>
      </w:r>
      <w:r w:rsidRPr="00974AB8">
        <w:tab/>
      </w:r>
      <w:r w:rsidRPr="0094265C">
        <w:rPr>
          <w:spacing w:val="-2"/>
        </w:rPr>
        <w:t>Lorsqu</w:t>
      </w:r>
      <w:r w:rsidR="004B0B6E" w:rsidRPr="0094265C">
        <w:rPr>
          <w:spacing w:val="-2"/>
        </w:rPr>
        <w:t>’</w:t>
      </w:r>
      <w:r w:rsidRPr="0094265C">
        <w:rPr>
          <w:spacing w:val="-2"/>
        </w:rPr>
        <w:t>on utilise un dispositif sans fil pour communiquer des données, le</w:t>
      </w:r>
      <w:r w:rsidR="0094265C" w:rsidRPr="0094265C">
        <w:rPr>
          <w:spacing w:val="-2"/>
        </w:rPr>
        <w:t> </w:t>
      </w:r>
      <w:r w:rsidRPr="0094265C">
        <w:rPr>
          <w:spacing w:val="-2"/>
        </w:rPr>
        <w:t xml:space="preserve">protocole de communication doit être du type standard ouvert. Il faut que la </w:t>
      </w:r>
      <w:r w:rsidRPr="0094265C">
        <w:rPr>
          <w:iCs/>
          <w:spacing w:val="-2"/>
        </w:rPr>
        <w:t>connexion</w:t>
      </w:r>
      <w:r w:rsidRPr="0094265C">
        <w:rPr>
          <w:spacing w:val="-2"/>
        </w:rPr>
        <w:t xml:space="preserve"> sans fil soit établie entre les véhicules reliés physiquement (mais pas avec d</w:t>
      </w:r>
      <w:r w:rsidR="004B0B6E" w:rsidRPr="0094265C">
        <w:rPr>
          <w:spacing w:val="-2"/>
        </w:rPr>
        <w:t>’</w:t>
      </w:r>
      <w:r w:rsidRPr="0094265C">
        <w:rPr>
          <w:spacing w:val="-2"/>
        </w:rPr>
        <w:t>autres véhicules à proximité) et que les données transmises par l</w:t>
      </w:r>
      <w:r w:rsidR="004B0B6E" w:rsidRPr="0094265C">
        <w:rPr>
          <w:spacing w:val="-2"/>
        </w:rPr>
        <w:t>’</w:t>
      </w:r>
      <w:r w:rsidRPr="0094265C">
        <w:rPr>
          <w:spacing w:val="-2"/>
        </w:rPr>
        <w:t>intermédiaire de cette liaison soient protégées contre toute intrusion extérieure. Les mêmes prescriptions fonctionnelles que celles du paragraphe</w:t>
      </w:r>
      <w:r w:rsidR="0094265C" w:rsidRPr="0094265C">
        <w:rPr>
          <w:spacing w:val="-2"/>
        </w:rPr>
        <w:t> </w:t>
      </w:r>
      <w:r w:rsidRPr="0094265C">
        <w:rPr>
          <w:spacing w:val="-2"/>
        </w:rPr>
        <w:t>5.6.1.1 doivent être respectées</w:t>
      </w:r>
      <w:r>
        <w:t xml:space="preserve">. </w:t>
      </w:r>
    </w:p>
    <w:p w14:paraId="0B6086AA" w14:textId="77777777" w:rsidR="00BC0969" w:rsidRPr="007A28EE" w:rsidRDefault="00BC0969" w:rsidP="00AD78CC">
      <w:pPr>
        <w:pStyle w:val="HChG"/>
        <w:ind w:left="2268"/>
      </w:pPr>
      <w:r w:rsidRPr="007A28EE">
        <w:t>6.</w:t>
      </w:r>
      <w:r w:rsidRPr="007A28EE">
        <w:tab/>
        <w:t>Informations supplémentaires</w:t>
      </w:r>
    </w:p>
    <w:p w14:paraId="111ADFF5" w14:textId="77777777" w:rsidR="00BC0969" w:rsidRPr="009E1355" w:rsidRDefault="00BC0969" w:rsidP="00AD78CC">
      <w:pPr>
        <w:pStyle w:val="SingleTxtG"/>
        <w:ind w:left="2268" w:hanging="1134"/>
        <w:rPr>
          <w:szCs w:val="24"/>
        </w:rPr>
      </w:pPr>
      <w:r w:rsidRPr="009E1355">
        <w:rPr>
          <w:szCs w:val="24"/>
        </w:rPr>
        <w:t>6.</w:t>
      </w:r>
      <w:r w:rsidRPr="009E1355">
        <w:rPr>
          <w:szCs w:val="24"/>
          <w:lang w:eastAsia="ja-JP"/>
        </w:rPr>
        <w:t>1</w:t>
      </w:r>
      <w:r w:rsidRPr="009E1355">
        <w:rPr>
          <w:szCs w:val="24"/>
        </w:rPr>
        <w:tab/>
        <w:t>S</w:t>
      </w:r>
      <w:r w:rsidR="004B0B6E">
        <w:rPr>
          <w:szCs w:val="24"/>
        </w:rPr>
        <w:t>’</w:t>
      </w:r>
      <w:r w:rsidRPr="009E1355">
        <w:rPr>
          <w:szCs w:val="24"/>
        </w:rPr>
        <w:t>il existe un manuel d</w:t>
      </w:r>
      <w:r w:rsidR="004B0B6E">
        <w:rPr>
          <w:szCs w:val="24"/>
        </w:rPr>
        <w:t>’</w:t>
      </w:r>
      <w:r w:rsidRPr="009E1355">
        <w:rPr>
          <w:szCs w:val="24"/>
        </w:rPr>
        <w:t xml:space="preserve">utilisation du </w:t>
      </w:r>
      <w:r w:rsidRPr="00AD78CC">
        <w:t>véhicule</w:t>
      </w:r>
      <w:r w:rsidRPr="009E1355">
        <w:rPr>
          <w:szCs w:val="24"/>
        </w:rPr>
        <w:t xml:space="preserve">, </w:t>
      </w:r>
      <w:r>
        <w:rPr>
          <w:szCs w:val="24"/>
        </w:rPr>
        <w:t xml:space="preserve">on </w:t>
      </w:r>
      <w:r w:rsidRPr="009E1355">
        <w:rPr>
          <w:szCs w:val="24"/>
        </w:rPr>
        <w:t xml:space="preserve">doit </w:t>
      </w:r>
      <w:r>
        <w:rPr>
          <w:szCs w:val="24"/>
        </w:rPr>
        <w:t xml:space="preserve">y trouver </w:t>
      </w:r>
      <w:r w:rsidRPr="009E1355">
        <w:rPr>
          <w:szCs w:val="24"/>
        </w:rPr>
        <w:t xml:space="preserve">au moins les </w:t>
      </w:r>
      <w:r>
        <w:rPr>
          <w:szCs w:val="24"/>
        </w:rPr>
        <w:t xml:space="preserve">informations </w:t>
      </w:r>
      <w:r w:rsidRPr="009E1355">
        <w:rPr>
          <w:szCs w:val="24"/>
        </w:rPr>
        <w:t>suivant</w:t>
      </w:r>
      <w:r>
        <w:rPr>
          <w:szCs w:val="24"/>
        </w:rPr>
        <w:t>e</w:t>
      </w:r>
      <w:r w:rsidRPr="009E1355">
        <w:rPr>
          <w:szCs w:val="24"/>
        </w:rPr>
        <w:t xml:space="preserve">s : </w:t>
      </w:r>
    </w:p>
    <w:p w14:paraId="4F0E7652" w14:textId="77777777" w:rsidR="00BC0969" w:rsidRPr="009E1355" w:rsidRDefault="00BC0969" w:rsidP="00AD78CC">
      <w:pPr>
        <w:pStyle w:val="SingleTxtG"/>
        <w:ind w:left="2268" w:hanging="1134"/>
        <w:rPr>
          <w:szCs w:val="24"/>
        </w:rPr>
      </w:pPr>
      <w:r w:rsidRPr="009E1355">
        <w:t>6.</w:t>
      </w:r>
      <w:r w:rsidRPr="009E1355">
        <w:rPr>
          <w:lang w:eastAsia="ja-JP"/>
        </w:rPr>
        <w:t>1</w:t>
      </w:r>
      <w:r w:rsidRPr="009E1355">
        <w:t>.1</w:t>
      </w:r>
      <w:r w:rsidRPr="009E1355">
        <w:tab/>
        <w:t>L</w:t>
      </w:r>
      <w:r w:rsidR="004B0B6E">
        <w:t>’</w:t>
      </w:r>
      <w:r w:rsidRPr="009E1355">
        <w:t>indication que le véhicule est équipé d</w:t>
      </w:r>
      <w:r w:rsidR="004B0B6E">
        <w:t>’</w:t>
      </w:r>
      <w:r w:rsidRPr="009E1355">
        <w:t>un tel système (et des renseignements sur la façon de le réinitialiser, si cette possibilité existe)</w:t>
      </w:r>
      <w:r>
        <w:t>.</w:t>
      </w:r>
    </w:p>
    <w:p w14:paraId="78DE0A18" w14:textId="77777777" w:rsidR="00BC0969" w:rsidRPr="008F0264" w:rsidRDefault="00BC0969" w:rsidP="00AD78CC">
      <w:pPr>
        <w:pStyle w:val="SingleTxtG"/>
        <w:ind w:left="2268" w:hanging="1134"/>
        <w:rPr>
          <w:szCs w:val="24"/>
        </w:rPr>
      </w:pPr>
      <w:r w:rsidRPr="00B442DA">
        <w:rPr>
          <w:szCs w:val="24"/>
        </w:rPr>
        <w:t>6.</w:t>
      </w:r>
      <w:r w:rsidRPr="00B442DA">
        <w:rPr>
          <w:szCs w:val="24"/>
          <w:lang w:eastAsia="ja-JP"/>
        </w:rPr>
        <w:t>1</w:t>
      </w:r>
      <w:r w:rsidRPr="00B442DA">
        <w:rPr>
          <w:szCs w:val="24"/>
        </w:rPr>
        <w:t>.2</w:t>
      </w:r>
      <w:r w:rsidRPr="00B442DA">
        <w:rPr>
          <w:szCs w:val="24"/>
        </w:rPr>
        <w:tab/>
        <w:t xml:space="preserve">Une image du symbole du témoin décrit </w:t>
      </w:r>
      <w:r>
        <w:rPr>
          <w:szCs w:val="24"/>
        </w:rPr>
        <w:t>au paragraphe</w:t>
      </w:r>
      <w:r w:rsidRPr="00B442DA">
        <w:rPr>
          <w:szCs w:val="24"/>
        </w:rPr>
        <w:t> 5.5.1 (et une image du symbole du témoin de défaut de fonctionnement, si un témoin spécial est employé pour ce faire</w:t>
      </w:r>
      <w:r>
        <w:rPr>
          <w:szCs w:val="24"/>
        </w:rPr>
        <w:t>)</w:t>
      </w:r>
      <w:r w:rsidRPr="008F0264">
        <w:rPr>
          <w:szCs w:val="24"/>
        </w:rPr>
        <w:t>.</w:t>
      </w:r>
    </w:p>
    <w:p w14:paraId="7936208B" w14:textId="77777777" w:rsidR="00BC0969" w:rsidRDefault="00BC0969" w:rsidP="00AD78CC">
      <w:pPr>
        <w:pStyle w:val="SingleTxtG"/>
        <w:ind w:left="2268" w:hanging="1134"/>
      </w:pPr>
      <w:r w:rsidRPr="008F0264">
        <w:t>6.</w:t>
      </w:r>
      <w:r w:rsidRPr="008F0264">
        <w:rPr>
          <w:lang w:eastAsia="ja-JP"/>
        </w:rPr>
        <w:t>1</w:t>
      </w:r>
      <w:r w:rsidRPr="008F0264">
        <w:t>.3</w:t>
      </w:r>
      <w:r w:rsidRPr="008F0264">
        <w:tab/>
        <w:t>Des précisions sur la signification de l</w:t>
      </w:r>
      <w:r w:rsidR="004B0B6E">
        <w:t>’</w:t>
      </w:r>
      <w:r w:rsidRPr="008F0264">
        <w:t>allumage du témoin d</w:t>
      </w:r>
      <w:r w:rsidR="004B0B6E">
        <w:t>’</w:t>
      </w:r>
      <w:r w:rsidRPr="008F0264">
        <w:t>avertissement de sous-gonflage des pneumatiques et une description des mesures à prendre pour remédier à la situation lorsqu</w:t>
      </w:r>
      <w:r w:rsidR="004B0B6E">
        <w:t>’</w:t>
      </w:r>
      <w:r w:rsidRPr="008F0264">
        <w:t>e</w:t>
      </w:r>
      <w:r>
        <w:t xml:space="preserve">lle </w:t>
      </w:r>
      <w:r w:rsidRPr="008F0264">
        <w:t xml:space="preserve">se produit, y compris la procédure de réinitialisation si le système dispose de cette fonction. </w:t>
      </w:r>
    </w:p>
    <w:p w14:paraId="2C8B6F01" w14:textId="77777777" w:rsidR="00BC0969" w:rsidRDefault="00BC0969" w:rsidP="00AD78CC">
      <w:pPr>
        <w:pStyle w:val="SingleTxtG"/>
        <w:ind w:left="2268" w:hanging="1134"/>
      </w:pPr>
      <w:r w:rsidRPr="008F0264">
        <w:t>6.</w:t>
      </w:r>
      <w:r w:rsidRPr="008F0264">
        <w:rPr>
          <w:lang w:eastAsia="ja-JP"/>
        </w:rPr>
        <w:t>2</w:t>
      </w:r>
      <w:r w:rsidRPr="008F0264">
        <w:tab/>
        <w:t xml:space="preserve">Si </w:t>
      </w:r>
      <w:r>
        <w:t>auc</w:t>
      </w:r>
      <w:r w:rsidRPr="008F0264">
        <w:t>un manuel d</w:t>
      </w:r>
      <w:r w:rsidR="004B0B6E">
        <w:t>’</w:t>
      </w:r>
      <w:r w:rsidRPr="008F0264">
        <w:t>utilisation n</w:t>
      </w:r>
      <w:r w:rsidR="004B0B6E">
        <w:t>’</w:t>
      </w:r>
      <w:r w:rsidRPr="008F0264">
        <w:t xml:space="preserve">est fourni avec le véhicule, les renseignements prescrits au </w:t>
      </w:r>
      <w:r>
        <w:t>paragraphe</w:t>
      </w:r>
      <w:r w:rsidRPr="008F0264">
        <w:t xml:space="preserve"> 6.1 ci-dessus doivent figurer sur le véhicule en un endroit bien visible. </w:t>
      </w:r>
    </w:p>
    <w:p w14:paraId="7C2E5299" w14:textId="77777777" w:rsidR="00BC0969" w:rsidRPr="00670645" w:rsidRDefault="00BC0969" w:rsidP="00AD78CC">
      <w:pPr>
        <w:pStyle w:val="HChG"/>
        <w:ind w:left="2268"/>
      </w:pPr>
      <w:r w:rsidRPr="00191D28">
        <w:t>7.</w:t>
      </w:r>
      <w:r w:rsidRPr="00191D28">
        <w:tab/>
      </w:r>
      <w:r w:rsidRPr="00670645">
        <w:rPr>
          <w:lang w:val="fr-CA"/>
        </w:rPr>
        <w:t xml:space="preserve">Modifications et </w:t>
      </w:r>
      <w:r w:rsidRPr="00AD78CC">
        <w:t>extension</w:t>
      </w:r>
      <w:r w:rsidRPr="00670645">
        <w:rPr>
          <w:lang w:val="fr-CA"/>
        </w:rPr>
        <w:t xml:space="preserve"> de l</w:t>
      </w:r>
      <w:r w:rsidR="004B0B6E">
        <w:rPr>
          <w:lang w:val="fr-CA"/>
        </w:rPr>
        <w:t>’</w:t>
      </w:r>
      <w:r w:rsidRPr="00670645">
        <w:rPr>
          <w:lang w:val="fr-CA"/>
        </w:rPr>
        <w:t xml:space="preserve">homologation </w:t>
      </w:r>
      <w:r w:rsidR="00AD78CC">
        <w:rPr>
          <w:lang w:val="fr-CA"/>
        </w:rPr>
        <w:br/>
      </w:r>
      <w:r w:rsidRPr="00670645">
        <w:rPr>
          <w:lang w:val="fr-CA"/>
        </w:rPr>
        <w:t>d</w:t>
      </w:r>
      <w:r w:rsidR="004B0B6E">
        <w:rPr>
          <w:lang w:val="fr-CA"/>
        </w:rPr>
        <w:t>’</w:t>
      </w:r>
      <w:r w:rsidRPr="00670645">
        <w:rPr>
          <w:lang w:val="fr-CA"/>
        </w:rPr>
        <w:t>un type de véhicule</w:t>
      </w:r>
    </w:p>
    <w:p w14:paraId="1823C49A" w14:textId="77777777" w:rsidR="00BC0969" w:rsidRPr="00F61611" w:rsidRDefault="00BC0969" w:rsidP="00AD78CC">
      <w:pPr>
        <w:pStyle w:val="SingleTxtG"/>
        <w:ind w:left="2268" w:hanging="1134"/>
      </w:pPr>
      <w:r w:rsidRPr="00F61611">
        <w:t>7.1</w:t>
      </w:r>
      <w:r w:rsidRPr="00F61611">
        <w:tab/>
        <w:t>Toute modification du type de véhicule tel qu</w:t>
      </w:r>
      <w:r w:rsidR="004B0B6E">
        <w:t>’</w:t>
      </w:r>
      <w:r w:rsidRPr="00F61611">
        <w:t xml:space="preserve">il est défini au </w:t>
      </w:r>
      <w:r>
        <w:t>paragraphe</w:t>
      </w:r>
      <w:r w:rsidRPr="00F61611">
        <w:t xml:space="preserve"> 2.2 </w:t>
      </w:r>
      <w:r>
        <w:t xml:space="preserve">du présent Règlement </w:t>
      </w:r>
      <w:r w:rsidRPr="00F61611">
        <w:t>doit être portée à la connaissance de l</w:t>
      </w:r>
      <w:r w:rsidR="004B0B6E">
        <w:t>’</w:t>
      </w:r>
      <w:r w:rsidRPr="00F61611">
        <w:t>autorité d</w:t>
      </w:r>
      <w:r w:rsidR="004B0B6E">
        <w:t>’</w:t>
      </w:r>
      <w:r w:rsidRPr="00F61611">
        <w:t>homologation de type</w:t>
      </w:r>
      <w:r>
        <w:t xml:space="preserve"> qui a homologué le type de véhicule et qui peut alors</w:t>
      </w:r>
      <w:r w:rsidR="009D1988">
        <w:t> </w:t>
      </w:r>
      <w:r w:rsidRPr="00F61611">
        <w:t>:</w:t>
      </w:r>
    </w:p>
    <w:p w14:paraId="2F39F5BA" w14:textId="77777777" w:rsidR="00BC0969" w:rsidRDefault="00BC0969" w:rsidP="00AD78CC">
      <w:pPr>
        <w:pStyle w:val="SingleTxtG"/>
        <w:ind w:left="2268" w:hanging="1134"/>
      </w:pPr>
      <w:r w:rsidRPr="00F61611">
        <w:t>7.1.1</w:t>
      </w:r>
      <w:r w:rsidRPr="00F61611">
        <w:tab/>
        <w:t>Soit considérer que les modifications apportées n</w:t>
      </w:r>
      <w:r w:rsidR="004B0B6E">
        <w:t>’</w:t>
      </w:r>
      <w:r w:rsidRPr="00F61611">
        <w:t>influencent pas défavorablement les conditions d</w:t>
      </w:r>
      <w:r w:rsidR="004B0B6E">
        <w:t>’</w:t>
      </w:r>
      <w:r w:rsidRPr="00F61611">
        <w:t>octroi de l</w:t>
      </w:r>
      <w:r w:rsidR="004B0B6E">
        <w:t>’</w:t>
      </w:r>
      <w:r w:rsidRPr="00F61611">
        <w:t>homologation et accorder une extension de l</w:t>
      </w:r>
      <w:r w:rsidR="004B0B6E">
        <w:t>’</w:t>
      </w:r>
      <w:r w:rsidRPr="00F61611">
        <w:t xml:space="preserve">homologation ; </w:t>
      </w:r>
    </w:p>
    <w:p w14:paraId="5D94B9BC" w14:textId="77777777" w:rsidR="00BC0969" w:rsidRDefault="00BC0969" w:rsidP="00AD78CC">
      <w:pPr>
        <w:pStyle w:val="SingleTxtG"/>
        <w:ind w:left="2268" w:hanging="1134"/>
      </w:pPr>
      <w:r w:rsidRPr="00F61611">
        <w:t>7.1.2</w:t>
      </w:r>
      <w:r w:rsidRPr="00F61611">
        <w:tab/>
        <w:t>Soit considérer que les modifications apportées ont une influence sur les conditions d</w:t>
      </w:r>
      <w:r w:rsidR="004B0B6E">
        <w:t>’</w:t>
      </w:r>
      <w:r w:rsidRPr="00F61611">
        <w:t>octroi de l</w:t>
      </w:r>
      <w:r w:rsidR="004B0B6E">
        <w:t>’</w:t>
      </w:r>
      <w:r w:rsidRPr="00F61611">
        <w:t>homologation et exiger de nouveaux essais ou des vérifications complémentaires avant d</w:t>
      </w:r>
      <w:r w:rsidR="004B0B6E">
        <w:t>’</w:t>
      </w:r>
      <w:r w:rsidRPr="00F61611">
        <w:t>accorder l</w:t>
      </w:r>
      <w:r w:rsidR="004B0B6E">
        <w:t>’</w:t>
      </w:r>
      <w:r w:rsidRPr="00F61611">
        <w:t>extension de l</w:t>
      </w:r>
      <w:r w:rsidR="004B0B6E">
        <w:t>’</w:t>
      </w:r>
      <w:r w:rsidRPr="00F61611">
        <w:t xml:space="preserve">homologation. </w:t>
      </w:r>
    </w:p>
    <w:p w14:paraId="2DA640FB" w14:textId="77777777" w:rsidR="00BC0969" w:rsidRDefault="00BC0969" w:rsidP="00AD78CC">
      <w:pPr>
        <w:pStyle w:val="SingleTxtG"/>
        <w:ind w:left="2268" w:hanging="1134"/>
      </w:pPr>
      <w:r w:rsidRPr="00262996">
        <w:t>7.2</w:t>
      </w:r>
      <w:r w:rsidRPr="00262996">
        <w:tab/>
        <w:t>La confirmation ou le refus de l</w:t>
      </w:r>
      <w:r w:rsidR="004B0B6E">
        <w:t>’</w:t>
      </w:r>
      <w:r w:rsidRPr="00262996">
        <w:t>extension, avec l</w:t>
      </w:r>
      <w:r w:rsidR="004B0B6E">
        <w:t>’</w:t>
      </w:r>
      <w:r w:rsidRPr="00262996">
        <w:t>indication des modifications, doit être notifié aux Parties contractantes à l</w:t>
      </w:r>
      <w:r w:rsidR="004B0B6E">
        <w:t>’</w:t>
      </w:r>
      <w:r w:rsidRPr="00262996">
        <w:t xml:space="preserve">Accord appliquant le présent Règlement selon la procédure indiquée au </w:t>
      </w:r>
      <w:r>
        <w:t>paragraphe</w:t>
      </w:r>
      <w:r w:rsidRPr="00262996">
        <w:t> 4.3</w:t>
      </w:r>
    </w:p>
    <w:p w14:paraId="5E17B54C" w14:textId="77777777" w:rsidR="00BC0969" w:rsidRDefault="00BC0969" w:rsidP="00AD78CC">
      <w:pPr>
        <w:pStyle w:val="SingleTxtG"/>
        <w:ind w:left="2268" w:hanging="1134"/>
      </w:pPr>
      <w:r w:rsidRPr="005144F3">
        <w:t>7.3</w:t>
      </w:r>
      <w:r w:rsidRPr="005144F3">
        <w:tab/>
        <w:t>L</w:t>
      </w:r>
      <w:r w:rsidR="004B0B6E">
        <w:t>’</w:t>
      </w:r>
      <w:r w:rsidRPr="005144F3">
        <w:t>autorité d</w:t>
      </w:r>
      <w:r w:rsidR="004B0B6E">
        <w:t>’</w:t>
      </w:r>
      <w:r w:rsidRPr="005144F3">
        <w:t xml:space="preserve">homologation de type </w:t>
      </w:r>
      <w:r>
        <w:t xml:space="preserve">doit informer les </w:t>
      </w:r>
      <w:r w:rsidRPr="005144F3">
        <w:t xml:space="preserve">autres Parties contractantes </w:t>
      </w:r>
      <w:r>
        <w:t xml:space="preserve">de cette </w:t>
      </w:r>
      <w:r w:rsidRPr="005144F3">
        <w:t>extension au moyen de la fiche de communication reproduite à l</w:t>
      </w:r>
      <w:r w:rsidR="004B0B6E">
        <w:t>’</w:t>
      </w:r>
      <w:r w:rsidRPr="005144F3">
        <w:t xml:space="preserve">annexe 1 au présent Règlement. Elle </w:t>
      </w:r>
      <w:r>
        <w:t xml:space="preserve">doit </w:t>
      </w:r>
      <w:r w:rsidRPr="005144F3">
        <w:t>attribue</w:t>
      </w:r>
      <w:r>
        <w:t>r</w:t>
      </w:r>
      <w:r w:rsidRPr="005144F3">
        <w:t>, pour chaque extension, un numéro d</w:t>
      </w:r>
      <w:r w:rsidR="004B0B6E">
        <w:t>’</w:t>
      </w:r>
      <w:r w:rsidRPr="005144F3">
        <w:t>ordre</w:t>
      </w:r>
      <w:r>
        <w:t>, qui est</w:t>
      </w:r>
      <w:r w:rsidRPr="005144F3">
        <w:t xml:space="preserve"> </w:t>
      </w:r>
      <w:r>
        <w:t xml:space="preserve">appelé </w:t>
      </w:r>
      <w:r w:rsidRPr="005144F3">
        <w:t>numéro d</w:t>
      </w:r>
      <w:r w:rsidR="004B0B6E">
        <w:t>’</w:t>
      </w:r>
      <w:r w:rsidRPr="005144F3">
        <w:t>extension.</w:t>
      </w:r>
    </w:p>
    <w:p w14:paraId="4E9315D3" w14:textId="77777777" w:rsidR="00BC0969" w:rsidRPr="007A28EE" w:rsidRDefault="00BC0969" w:rsidP="00AD78CC">
      <w:pPr>
        <w:pStyle w:val="HChG"/>
        <w:ind w:left="2268"/>
      </w:pPr>
      <w:r w:rsidRPr="007A28EE">
        <w:lastRenderedPageBreak/>
        <w:t>8.</w:t>
      </w:r>
      <w:r w:rsidRPr="007A28EE">
        <w:tab/>
        <w:t xml:space="preserve">Conformité de la </w:t>
      </w:r>
      <w:r w:rsidRPr="00AD78CC">
        <w:rPr>
          <w:lang w:val="fr-CA"/>
        </w:rPr>
        <w:t>production</w:t>
      </w:r>
    </w:p>
    <w:p w14:paraId="7BB92B19" w14:textId="77777777" w:rsidR="00BC0969" w:rsidRPr="007A28EE" w:rsidRDefault="00BC0969" w:rsidP="00AD78CC">
      <w:pPr>
        <w:pStyle w:val="SingleTxtG"/>
        <w:ind w:left="2268" w:hanging="1134"/>
      </w:pPr>
      <w:r w:rsidRPr="00B30D85">
        <w:t>8.1</w:t>
      </w:r>
      <w:r w:rsidRPr="007A28EE">
        <w:tab/>
        <w:t xml:space="preserve">Les procédures de contrôle de </w:t>
      </w:r>
      <w:r>
        <w:t xml:space="preserve">la </w:t>
      </w:r>
      <w:r w:rsidRPr="007A28EE">
        <w:t xml:space="preserve">conformité de la production doivent </w:t>
      </w:r>
      <w:r>
        <w:t xml:space="preserve">être celles qui figurent à </w:t>
      </w:r>
      <w:r w:rsidRPr="007A28EE">
        <w:t>l</w:t>
      </w:r>
      <w:r w:rsidR="004B0B6E">
        <w:t>’</w:t>
      </w:r>
      <w:r w:rsidRPr="007A28EE">
        <w:t>annexe 1 de l</w:t>
      </w:r>
      <w:r w:rsidR="004B0B6E">
        <w:t>’</w:t>
      </w:r>
      <w:r w:rsidRPr="007A28EE">
        <w:t>Accord (E/ECE/TRANS/505/Rev.3)</w:t>
      </w:r>
      <w:r>
        <w:t xml:space="preserve"> et donc respecter les prescriptions </w:t>
      </w:r>
      <w:r w:rsidRPr="007A28EE">
        <w:t xml:space="preserve">suivantes : </w:t>
      </w:r>
    </w:p>
    <w:p w14:paraId="09B74A0F" w14:textId="77777777" w:rsidR="00BC0969" w:rsidRDefault="00BC0969" w:rsidP="00AD78CC">
      <w:pPr>
        <w:pStyle w:val="SingleTxtG"/>
        <w:ind w:left="2268" w:hanging="1134"/>
      </w:pPr>
      <w:r w:rsidRPr="00BC1EAC">
        <w:t>8.2</w:t>
      </w:r>
      <w:r w:rsidRPr="00BC1EAC">
        <w:tab/>
        <w:t>L</w:t>
      </w:r>
      <w:r w:rsidR="004B0B6E">
        <w:t>’</w:t>
      </w:r>
      <w:r w:rsidRPr="00BC1EAC">
        <w:t>autorité qui a délivré l</w:t>
      </w:r>
      <w:r w:rsidR="004B0B6E">
        <w:t>’</w:t>
      </w:r>
      <w:r w:rsidRPr="00BC1EAC">
        <w:t>homologation de type peut à tout moment vérifier la conformité de la production dans chaque installation de production. La</w:t>
      </w:r>
      <w:r w:rsidR="00B30D85">
        <w:t> </w:t>
      </w:r>
      <w:r w:rsidRPr="00BC1EAC">
        <w:t xml:space="preserve">fréquence normale de ces vérifications </w:t>
      </w:r>
      <w:r>
        <w:t xml:space="preserve">doit être </w:t>
      </w:r>
      <w:r w:rsidRPr="00BC1EAC">
        <w:t>d</w:t>
      </w:r>
      <w:r w:rsidR="004B0B6E">
        <w:t>’</w:t>
      </w:r>
      <w:r w:rsidRPr="00BC1EAC">
        <w:t>au moins une fois par an.</w:t>
      </w:r>
    </w:p>
    <w:p w14:paraId="57A0CB2F" w14:textId="77777777" w:rsidR="00BC0969" w:rsidRPr="00670645" w:rsidRDefault="00BC0969" w:rsidP="00AD78CC">
      <w:pPr>
        <w:pStyle w:val="HChG"/>
        <w:ind w:left="2268"/>
      </w:pPr>
      <w:r w:rsidRPr="00191D28">
        <w:t>9.</w:t>
      </w:r>
      <w:r w:rsidRPr="00191D28">
        <w:tab/>
      </w:r>
      <w:r w:rsidRPr="00670645">
        <w:rPr>
          <w:lang w:val="fr-CA"/>
        </w:rPr>
        <w:t>Sanctions pour non-conformité de la production</w:t>
      </w:r>
    </w:p>
    <w:p w14:paraId="4E9FAA95" w14:textId="77777777" w:rsidR="00BC0969" w:rsidRDefault="00BC0969" w:rsidP="00AD78CC">
      <w:pPr>
        <w:pStyle w:val="SingleTxtG"/>
        <w:ind w:left="2268" w:hanging="1134"/>
      </w:pPr>
      <w:r w:rsidRPr="00BC1EAC">
        <w:t>9.1</w:t>
      </w:r>
      <w:r w:rsidRPr="00BC1EAC">
        <w:tab/>
        <w:t>L</w:t>
      </w:r>
      <w:r w:rsidR="004B0B6E">
        <w:t>’</w:t>
      </w:r>
      <w:r w:rsidRPr="00BC1EAC">
        <w:t xml:space="preserve">homologation délivrée pour un type de véhicule en application du présent Règlement peut être retirée si les conditions énoncées au </w:t>
      </w:r>
      <w:r>
        <w:t>paragraphe</w:t>
      </w:r>
      <w:r w:rsidRPr="00BC1EAC">
        <w:t> 8 ci</w:t>
      </w:r>
      <w:r w:rsidR="00B30D85">
        <w:noBreakHyphen/>
      </w:r>
      <w:r w:rsidRPr="00BC1EAC">
        <w:t xml:space="preserve">dessus ne sont pas respectées. </w:t>
      </w:r>
    </w:p>
    <w:p w14:paraId="5E5FEE2B" w14:textId="77777777" w:rsidR="00BC0969" w:rsidRPr="00BC1EAC" w:rsidRDefault="00BC0969" w:rsidP="00AD78CC">
      <w:pPr>
        <w:pStyle w:val="SingleTxtG"/>
        <w:ind w:left="2268" w:hanging="1134"/>
      </w:pPr>
      <w:r w:rsidRPr="00BC1EAC">
        <w:t>9.2</w:t>
      </w:r>
      <w:r w:rsidRPr="00BC1EAC">
        <w:tab/>
        <w:t>Si une Partie à l</w:t>
      </w:r>
      <w:r w:rsidR="004B0B6E">
        <w:t>’</w:t>
      </w:r>
      <w:r w:rsidRPr="00BC1EAC">
        <w:t>Accord appliquant le présent Règlement retire une homologation qu</w:t>
      </w:r>
      <w:r w:rsidR="004B0B6E">
        <w:t>’</w:t>
      </w:r>
      <w:r w:rsidRPr="00BC1EAC">
        <w:t xml:space="preserve">elle a précédemment accordée, elle doit en informer aussitôt les autres Parties contractantes </w:t>
      </w:r>
      <w:r>
        <w:t xml:space="preserve">qui </w:t>
      </w:r>
      <w:r w:rsidRPr="00BC1EAC">
        <w:t>appliqu</w:t>
      </w:r>
      <w:r>
        <w:t>e</w:t>
      </w:r>
      <w:r w:rsidRPr="00BC1EAC">
        <w:t>nt le présent Règlement, au moyen d</w:t>
      </w:r>
      <w:r w:rsidR="004B0B6E">
        <w:t>’</w:t>
      </w:r>
      <w:r w:rsidRPr="00BC1EAC">
        <w:t>une copie de la fiche d</w:t>
      </w:r>
      <w:r w:rsidR="004B0B6E">
        <w:t>’</w:t>
      </w:r>
      <w:r w:rsidRPr="00BC1EAC">
        <w:t xml:space="preserve">homologation portant à la fin, en gros caractères, la mention signée et datée : </w:t>
      </w:r>
      <w:r w:rsidR="00B30D85">
        <w:t>“</w:t>
      </w:r>
      <w:r w:rsidRPr="00BC1EAC">
        <w:t>HOMOLOGATION RETIRÉE</w:t>
      </w:r>
      <w:r w:rsidR="00B30D85">
        <w:t>”</w:t>
      </w:r>
      <w:r w:rsidRPr="00BC1EAC">
        <w:t>.</w:t>
      </w:r>
    </w:p>
    <w:p w14:paraId="2140D1DF" w14:textId="77777777" w:rsidR="00BC0969" w:rsidRPr="007A28EE" w:rsidRDefault="00BC0969" w:rsidP="00AD78CC">
      <w:pPr>
        <w:pStyle w:val="HChG"/>
        <w:ind w:left="2268"/>
      </w:pPr>
      <w:r w:rsidRPr="007A28EE">
        <w:t>10.</w:t>
      </w:r>
      <w:r w:rsidRPr="007A28EE">
        <w:tab/>
        <w:t>Arrêt définitif de la production</w:t>
      </w:r>
    </w:p>
    <w:p w14:paraId="4EC02137" w14:textId="77777777" w:rsidR="00BC0969" w:rsidRPr="004504D4" w:rsidRDefault="00BC0969" w:rsidP="00AD78CC">
      <w:pPr>
        <w:pStyle w:val="SingleTxtG"/>
        <w:ind w:left="2268"/>
      </w:pPr>
      <w:r w:rsidRPr="007A28EE">
        <w:tab/>
      </w:r>
      <w:r w:rsidR="00AD78CC">
        <w:t>S</w:t>
      </w:r>
      <w:r w:rsidRPr="004504D4">
        <w:t>i le détenteur d</w:t>
      </w:r>
      <w:r w:rsidR="004B0B6E">
        <w:t>’</w:t>
      </w:r>
      <w:r w:rsidRPr="004504D4">
        <w:t>une homologation cesse définitivement la production d</w:t>
      </w:r>
      <w:r w:rsidR="004B0B6E">
        <w:t>’</w:t>
      </w:r>
      <w:r w:rsidRPr="004504D4">
        <w:t xml:space="preserve">un type de véhicule homologué conformément au présent Règlement, il </w:t>
      </w:r>
      <w:r>
        <w:t xml:space="preserve">doit </w:t>
      </w:r>
      <w:r w:rsidRPr="004504D4">
        <w:t>en informe</w:t>
      </w:r>
      <w:r>
        <w:t>r</w:t>
      </w:r>
      <w:r w:rsidRPr="004504D4">
        <w:t xml:space="preserve"> l</w:t>
      </w:r>
      <w:r w:rsidR="004B0B6E">
        <w:t>’</w:t>
      </w:r>
      <w:r w:rsidRPr="004504D4">
        <w:t>autorité qui a délivré l</w:t>
      </w:r>
      <w:r w:rsidR="004B0B6E">
        <w:t>’</w:t>
      </w:r>
      <w:r w:rsidRPr="004504D4">
        <w:t xml:space="preserve">homologation qui, à son tour, </w:t>
      </w:r>
      <w:r>
        <w:t xml:space="preserve">doit </w:t>
      </w:r>
      <w:r w:rsidRPr="004504D4">
        <w:t>avise</w:t>
      </w:r>
      <w:r>
        <w:t>r</w:t>
      </w:r>
      <w:r w:rsidRPr="004504D4">
        <w:t xml:space="preserve"> les autres Parties à l</w:t>
      </w:r>
      <w:r w:rsidR="004B0B6E">
        <w:t>’</w:t>
      </w:r>
      <w:r w:rsidRPr="004504D4">
        <w:t>Accord appliquant le présent Règlement au moyen d</w:t>
      </w:r>
      <w:r w:rsidR="004B0B6E">
        <w:t>’</w:t>
      </w:r>
      <w:r w:rsidRPr="004504D4">
        <w:t>une copie de la fiche d</w:t>
      </w:r>
      <w:r w:rsidR="004B0B6E">
        <w:t>’</w:t>
      </w:r>
      <w:r w:rsidRPr="004504D4">
        <w:t xml:space="preserve">homologation portant à la fin, en gros caractères, la mention signée et datée </w:t>
      </w:r>
      <w:r w:rsidR="00B30D85">
        <w:t>“</w:t>
      </w:r>
      <w:r w:rsidRPr="004504D4">
        <w:t>PRODUCTION ARRÊTÉE</w:t>
      </w:r>
      <w:r w:rsidR="00B30D85">
        <w:t>”</w:t>
      </w:r>
      <w:r w:rsidRPr="004504D4">
        <w:t>.</w:t>
      </w:r>
    </w:p>
    <w:p w14:paraId="3BC72694" w14:textId="77777777" w:rsidR="00BC0969" w:rsidRPr="00670645" w:rsidRDefault="00BC0969" w:rsidP="00B30D85">
      <w:pPr>
        <w:pStyle w:val="HChG"/>
        <w:ind w:left="2268"/>
      </w:pPr>
      <w:r w:rsidRPr="00191D28">
        <w:t>11.</w:t>
      </w:r>
      <w:r w:rsidRPr="00191D28">
        <w:tab/>
      </w:r>
      <w:r w:rsidRPr="00191D28">
        <w:tab/>
      </w:r>
      <w:r w:rsidRPr="00670645">
        <w:t>Noms et adresses des services techniques chargés des essais d</w:t>
      </w:r>
      <w:r w:rsidR="004B0B6E">
        <w:t>’</w:t>
      </w:r>
      <w:r w:rsidRPr="00670645">
        <w:t>homologation et de l</w:t>
      </w:r>
      <w:r w:rsidR="004B0B6E">
        <w:t>’</w:t>
      </w:r>
      <w:r w:rsidRPr="00670645">
        <w:t>autorité d</w:t>
      </w:r>
      <w:r w:rsidR="004B0B6E">
        <w:t>’</w:t>
      </w:r>
      <w:r w:rsidRPr="00670645">
        <w:t>homologation de type</w:t>
      </w:r>
    </w:p>
    <w:p w14:paraId="621FCF4F" w14:textId="77777777" w:rsidR="00BC0969" w:rsidRDefault="00BC0969" w:rsidP="00AD78CC">
      <w:pPr>
        <w:pStyle w:val="SingleTxtG"/>
        <w:ind w:left="2268"/>
      </w:pPr>
      <w:r w:rsidRPr="006E1301">
        <w:t>Les Parties à l</w:t>
      </w:r>
      <w:r w:rsidR="004B0B6E">
        <w:t>’</w:t>
      </w:r>
      <w:r w:rsidRPr="006E1301">
        <w:t xml:space="preserve">Accord appliquant le présent Règlement </w:t>
      </w:r>
      <w:r>
        <w:t xml:space="preserve">doivent </w:t>
      </w:r>
      <w:r w:rsidRPr="006E1301">
        <w:t>communique</w:t>
      </w:r>
      <w:r>
        <w:t>r</w:t>
      </w:r>
      <w:r w:rsidRPr="006E1301">
        <w:t xml:space="preserve"> au Secrétariat de l</w:t>
      </w:r>
      <w:r w:rsidR="004B0B6E">
        <w:t>’</w:t>
      </w:r>
      <w:r w:rsidRPr="006E1301">
        <w:t>Organisation des Nations Unies les noms et adresses des services techniques chargés des essais d</w:t>
      </w:r>
      <w:r w:rsidR="004B0B6E">
        <w:t>’</w:t>
      </w:r>
      <w:r w:rsidRPr="006E1301">
        <w:t>homologation et ceux de l</w:t>
      </w:r>
      <w:r w:rsidR="004B0B6E">
        <w:t>’</w:t>
      </w:r>
      <w:r w:rsidRPr="006E1301">
        <w:t>autorité qui délivre l</w:t>
      </w:r>
      <w:r w:rsidR="004B0B6E">
        <w:t>’</w:t>
      </w:r>
      <w:r w:rsidRPr="006E1301">
        <w:t>homologation de type et à laquelle doivent être envoyées les fiches d</w:t>
      </w:r>
      <w:r w:rsidR="004B0B6E">
        <w:t>’</w:t>
      </w:r>
      <w:r w:rsidRPr="006E1301">
        <w:t>homologation ou d</w:t>
      </w:r>
      <w:r w:rsidR="004B0B6E">
        <w:t>’</w:t>
      </w:r>
      <w:r w:rsidRPr="006E1301">
        <w:t>extension et de refus ou de retrait d</w:t>
      </w:r>
      <w:r w:rsidR="004B0B6E">
        <w:t>’</w:t>
      </w:r>
      <w:r w:rsidRPr="006E1301">
        <w:t>homologation émises dans les autres pays.</w:t>
      </w:r>
    </w:p>
    <w:p w14:paraId="7960F7D7" w14:textId="77777777" w:rsidR="00BC0969" w:rsidRPr="007A28EE" w:rsidRDefault="00BC0969" w:rsidP="00AD78CC">
      <w:pPr>
        <w:pStyle w:val="HChG"/>
        <w:ind w:left="2268"/>
      </w:pPr>
      <w:r w:rsidRPr="007A28EE">
        <w:t>12.</w:t>
      </w:r>
      <w:r w:rsidRPr="007A28EE">
        <w:tab/>
        <w:t>Dispositions transitoires</w:t>
      </w:r>
    </w:p>
    <w:p w14:paraId="1810F3C3" w14:textId="77777777" w:rsidR="00BC0969" w:rsidRDefault="00BC0969" w:rsidP="00AD78CC">
      <w:pPr>
        <w:pStyle w:val="SingleTxtG"/>
        <w:ind w:left="2268" w:hanging="1134"/>
        <w:rPr>
          <w:iCs/>
          <w:color w:val="000000"/>
        </w:rPr>
      </w:pPr>
      <w:r w:rsidRPr="006E1301">
        <w:rPr>
          <w:iCs/>
          <w:color w:val="000000"/>
        </w:rPr>
        <w:t>12.1</w:t>
      </w:r>
      <w:r w:rsidRPr="006E1301">
        <w:rPr>
          <w:iCs/>
          <w:color w:val="000000"/>
        </w:rPr>
        <w:tab/>
        <w:t>À compter de la date officielle d</w:t>
      </w:r>
      <w:r w:rsidR="004B0B6E">
        <w:rPr>
          <w:iCs/>
          <w:color w:val="000000"/>
        </w:rPr>
        <w:t>’</w:t>
      </w:r>
      <w:r w:rsidRPr="006E1301">
        <w:rPr>
          <w:iCs/>
          <w:color w:val="000000"/>
        </w:rPr>
        <w:t>entrée en vigueur de la série 01 d</w:t>
      </w:r>
      <w:r w:rsidR="004B0B6E">
        <w:rPr>
          <w:iCs/>
          <w:color w:val="000000"/>
        </w:rPr>
        <w:t>’</w:t>
      </w:r>
      <w:r w:rsidRPr="006E1301">
        <w:rPr>
          <w:iCs/>
          <w:color w:val="000000"/>
        </w:rPr>
        <w:t>amendements, aucune Partie contractante appliquant le présent Règlement ne pourra refuser d</w:t>
      </w:r>
      <w:r w:rsidR="004B0B6E">
        <w:rPr>
          <w:iCs/>
          <w:color w:val="000000"/>
        </w:rPr>
        <w:t>’</w:t>
      </w:r>
      <w:r w:rsidRPr="006E1301">
        <w:rPr>
          <w:iCs/>
          <w:color w:val="000000"/>
        </w:rPr>
        <w:t>accorder ou d</w:t>
      </w:r>
      <w:r w:rsidR="004B0B6E">
        <w:rPr>
          <w:iCs/>
          <w:color w:val="000000"/>
        </w:rPr>
        <w:t>’</w:t>
      </w:r>
      <w:r w:rsidRPr="006E1301">
        <w:rPr>
          <w:iCs/>
          <w:color w:val="000000"/>
        </w:rPr>
        <w:t xml:space="preserve">accepter une homologation de type en vertu </w:t>
      </w:r>
      <w:r>
        <w:rPr>
          <w:iCs/>
          <w:color w:val="000000"/>
        </w:rPr>
        <w:t xml:space="preserve">de ce </w:t>
      </w:r>
      <w:r w:rsidRPr="006E1301">
        <w:rPr>
          <w:iCs/>
          <w:color w:val="000000"/>
        </w:rPr>
        <w:t>Règlement modifié par la série 01 d</w:t>
      </w:r>
      <w:r w:rsidR="004B0B6E">
        <w:rPr>
          <w:iCs/>
          <w:color w:val="000000"/>
        </w:rPr>
        <w:t>’</w:t>
      </w:r>
      <w:r w:rsidRPr="006E1301">
        <w:rPr>
          <w:iCs/>
          <w:color w:val="000000"/>
        </w:rPr>
        <w:t xml:space="preserve">amendements. </w:t>
      </w:r>
    </w:p>
    <w:p w14:paraId="5D642EAB" w14:textId="77777777" w:rsidR="00BC0969" w:rsidRDefault="00BC0969" w:rsidP="00AD78CC">
      <w:pPr>
        <w:pStyle w:val="SingleTxtG"/>
        <w:ind w:left="2268" w:hanging="1134"/>
        <w:rPr>
          <w:iCs/>
          <w:color w:val="000000"/>
        </w:rPr>
      </w:pPr>
      <w:r w:rsidRPr="006E1301">
        <w:rPr>
          <w:iCs/>
          <w:color w:val="000000"/>
        </w:rPr>
        <w:t>12.2</w:t>
      </w:r>
      <w:r w:rsidRPr="006E1301">
        <w:rPr>
          <w:iCs/>
          <w:color w:val="000000"/>
        </w:rPr>
        <w:tab/>
        <w:t xml:space="preserve">À compter du 6 juillet </w:t>
      </w:r>
      <w:r w:rsidRPr="00AD78CC">
        <w:t>2022</w:t>
      </w:r>
      <w:r w:rsidRPr="006E1301">
        <w:rPr>
          <w:iCs/>
          <w:color w:val="000000"/>
        </w:rPr>
        <w:t>, pour les types de véhicules de la catégorie M</w:t>
      </w:r>
      <w:r w:rsidRPr="006E1301">
        <w:rPr>
          <w:iCs/>
          <w:color w:val="000000"/>
          <w:vertAlign w:val="subscript"/>
        </w:rPr>
        <w:t>1</w:t>
      </w:r>
      <w:r w:rsidRPr="006E1301">
        <w:rPr>
          <w:iCs/>
          <w:color w:val="000000"/>
        </w:rPr>
        <w:t>, et du 6 juillet 2024 pour les types de véhicules des autres catégories, les Parties contractantes appliquant le présent Règlement ne seront plus tenues d</w:t>
      </w:r>
      <w:r w:rsidR="004B0B6E">
        <w:rPr>
          <w:iCs/>
          <w:color w:val="000000"/>
        </w:rPr>
        <w:t>’</w:t>
      </w:r>
      <w:r w:rsidRPr="006E1301">
        <w:rPr>
          <w:iCs/>
          <w:color w:val="000000"/>
        </w:rPr>
        <w:t>accepter les homologations de type établies conformément aux précédentes séries d</w:t>
      </w:r>
      <w:r w:rsidR="004B0B6E">
        <w:rPr>
          <w:iCs/>
          <w:color w:val="000000"/>
        </w:rPr>
        <w:t>’</w:t>
      </w:r>
      <w:r w:rsidRPr="006E1301">
        <w:rPr>
          <w:iCs/>
          <w:color w:val="000000"/>
        </w:rPr>
        <w:t>amendements, délivrées pour la première fois après le 6 juillet 2022.</w:t>
      </w:r>
    </w:p>
    <w:p w14:paraId="675F441D" w14:textId="77777777" w:rsidR="00BC0969" w:rsidRDefault="00BC0969" w:rsidP="00B30D85">
      <w:pPr>
        <w:pStyle w:val="SingleTxtG"/>
        <w:keepNext/>
        <w:keepLines/>
        <w:ind w:left="2268" w:hanging="1134"/>
        <w:rPr>
          <w:iCs/>
          <w:color w:val="000000"/>
        </w:rPr>
      </w:pPr>
      <w:r w:rsidRPr="006E1301">
        <w:rPr>
          <w:iCs/>
          <w:color w:val="000000"/>
        </w:rPr>
        <w:lastRenderedPageBreak/>
        <w:t>12.3</w:t>
      </w:r>
      <w:r w:rsidRPr="006E1301">
        <w:rPr>
          <w:iCs/>
          <w:color w:val="000000"/>
        </w:rPr>
        <w:tab/>
        <w:t>Jusqu</w:t>
      </w:r>
      <w:r w:rsidR="004B0B6E">
        <w:rPr>
          <w:iCs/>
          <w:color w:val="000000"/>
        </w:rPr>
        <w:t>’</w:t>
      </w:r>
      <w:r w:rsidRPr="006E1301">
        <w:rPr>
          <w:iCs/>
          <w:color w:val="000000"/>
        </w:rPr>
        <w:t>au 6 juillet 2022, pour les types de véhicules de la catégorie M</w:t>
      </w:r>
      <w:r w:rsidRPr="006E1301">
        <w:rPr>
          <w:iCs/>
          <w:color w:val="000000"/>
          <w:vertAlign w:val="subscript"/>
        </w:rPr>
        <w:t>1</w:t>
      </w:r>
      <w:r w:rsidRPr="006E1301">
        <w:rPr>
          <w:iCs/>
          <w:color w:val="000000"/>
        </w:rPr>
        <w:t>, et jusqu</w:t>
      </w:r>
      <w:r w:rsidR="004B0B6E">
        <w:rPr>
          <w:iCs/>
          <w:color w:val="000000"/>
        </w:rPr>
        <w:t>’</w:t>
      </w:r>
      <w:r w:rsidRPr="006E1301">
        <w:rPr>
          <w:iCs/>
          <w:color w:val="000000"/>
        </w:rPr>
        <w:t>au 6 juillet 2024 pour les types de véhicules des autres catégories, les Parties contractantes appliquant le présent Règlement seront tenues d</w:t>
      </w:r>
      <w:r w:rsidR="004B0B6E">
        <w:rPr>
          <w:iCs/>
          <w:color w:val="000000"/>
        </w:rPr>
        <w:t>’</w:t>
      </w:r>
      <w:r w:rsidRPr="006E1301">
        <w:rPr>
          <w:iCs/>
          <w:color w:val="000000"/>
        </w:rPr>
        <w:t>accepter les homologations de type établies conformément aux précédentes séries d</w:t>
      </w:r>
      <w:r w:rsidR="004B0B6E">
        <w:rPr>
          <w:iCs/>
          <w:color w:val="000000"/>
        </w:rPr>
        <w:t>’</w:t>
      </w:r>
      <w:r w:rsidRPr="006E1301">
        <w:rPr>
          <w:iCs/>
          <w:color w:val="000000"/>
        </w:rPr>
        <w:t xml:space="preserve">amendements, délivrées pour la première fois avant le 6 juillet 2022. </w:t>
      </w:r>
    </w:p>
    <w:p w14:paraId="4CC4FF40" w14:textId="77777777" w:rsidR="00BC0969" w:rsidRDefault="00BC0969" w:rsidP="00AD78CC">
      <w:pPr>
        <w:pStyle w:val="SingleTxtG"/>
        <w:ind w:left="2268" w:hanging="1134"/>
        <w:rPr>
          <w:iCs/>
          <w:color w:val="000000"/>
        </w:rPr>
      </w:pPr>
      <w:r w:rsidRPr="006E1301">
        <w:rPr>
          <w:iCs/>
          <w:color w:val="000000"/>
        </w:rPr>
        <w:t>12.4</w:t>
      </w:r>
      <w:r w:rsidRPr="006E1301">
        <w:rPr>
          <w:iCs/>
          <w:color w:val="000000"/>
        </w:rPr>
        <w:tab/>
        <w:t>À compter du 6 juillet 2022, pour les types de véhicules de la catégorie M</w:t>
      </w:r>
      <w:r w:rsidRPr="006E1301">
        <w:rPr>
          <w:iCs/>
          <w:color w:val="000000"/>
          <w:vertAlign w:val="subscript"/>
        </w:rPr>
        <w:t>1</w:t>
      </w:r>
      <w:r w:rsidRPr="006E1301">
        <w:rPr>
          <w:iCs/>
          <w:color w:val="000000"/>
        </w:rPr>
        <w:t>, et du 6 juillet 2024 pour les types de véhicules des autres catégories, les Parties contractantes appliquant le présent Règlement ne seront plus tenues d</w:t>
      </w:r>
      <w:r w:rsidR="004B0B6E">
        <w:rPr>
          <w:iCs/>
          <w:color w:val="000000"/>
        </w:rPr>
        <w:t>’</w:t>
      </w:r>
      <w:r w:rsidRPr="006E1301">
        <w:rPr>
          <w:iCs/>
          <w:color w:val="000000"/>
        </w:rPr>
        <w:t>accepter les homologations de type délivrées en vertu des précédentes séries d</w:t>
      </w:r>
      <w:r w:rsidR="004B0B6E">
        <w:rPr>
          <w:iCs/>
          <w:color w:val="000000"/>
        </w:rPr>
        <w:t>’</w:t>
      </w:r>
      <w:r w:rsidRPr="006E1301">
        <w:rPr>
          <w:iCs/>
          <w:color w:val="000000"/>
        </w:rPr>
        <w:t xml:space="preserve">amendements </w:t>
      </w:r>
      <w:r>
        <w:rPr>
          <w:iCs/>
          <w:color w:val="000000"/>
        </w:rPr>
        <w:t xml:space="preserve">à ce </w:t>
      </w:r>
      <w:r w:rsidRPr="006E1301">
        <w:rPr>
          <w:iCs/>
          <w:color w:val="000000"/>
        </w:rPr>
        <w:t>Règlement.</w:t>
      </w:r>
    </w:p>
    <w:p w14:paraId="3C81179C" w14:textId="77777777" w:rsidR="00BC0969" w:rsidRDefault="00BC0969" w:rsidP="00AD78CC">
      <w:pPr>
        <w:pStyle w:val="SingleTxtG"/>
        <w:ind w:left="2268" w:hanging="1134"/>
        <w:rPr>
          <w:iCs/>
          <w:color w:val="000000"/>
        </w:rPr>
      </w:pPr>
      <w:r w:rsidRPr="006E1301">
        <w:rPr>
          <w:iCs/>
          <w:color w:val="000000"/>
        </w:rPr>
        <w:t>12.5</w:t>
      </w:r>
      <w:r w:rsidRPr="006E1301">
        <w:rPr>
          <w:iCs/>
          <w:color w:val="000000"/>
        </w:rPr>
        <w:tab/>
        <w:t>Nonobstant les dispositions transitoires ci-dessus, les Parties contractantes qui commencent à appliquer le présent Règlement après la date d</w:t>
      </w:r>
      <w:r w:rsidR="004B0B6E">
        <w:rPr>
          <w:iCs/>
          <w:color w:val="000000"/>
        </w:rPr>
        <w:t>’</w:t>
      </w:r>
      <w:r w:rsidRPr="006E1301">
        <w:rPr>
          <w:iCs/>
          <w:color w:val="000000"/>
        </w:rPr>
        <w:t>entrée en vigueur de la plus récente série d</w:t>
      </w:r>
      <w:r w:rsidR="004B0B6E">
        <w:rPr>
          <w:iCs/>
          <w:color w:val="000000"/>
        </w:rPr>
        <w:t>’</w:t>
      </w:r>
      <w:r w:rsidRPr="006E1301">
        <w:rPr>
          <w:iCs/>
          <w:color w:val="000000"/>
        </w:rPr>
        <w:t>amendements ne sont pas tenues d</w:t>
      </w:r>
      <w:r w:rsidR="004B0B6E">
        <w:rPr>
          <w:iCs/>
          <w:color w:val="000000"/>
        </w:rPr>
        <w:t>’</w:t>
      </w:r>
      <w:r w:rsidRPr="006E1301">
        <w:rPr>
          <w:iCs/>
          <w:color w:val="000000"/>
        </w:rPr>
        <w:t>accepter les homologations de type délivrées en vertu des précédentes séries d</w:t>
      </w:r>
      <w:r w:rsidR="004B0B6E">
        <w:rPr>
          <w:iCs/>
          <w:color w:val="000000"/>
        </w:rPr>
        <w:t>’</w:t>
      </w:r>
      <w:r w:rsidRPr="006E1301">
        <w:rPr>
          <w:iCs/>
          <w:color w:val="000000"/>
        </w:rPr>
        <w:t xml:space="preserve">amendements </w:t>
      </w:r>
      <w:r>
        <w:rPr>
          <w:iCs/>
          <w:color w:val="000000"/>
        </w:rPr>
        <w:t>à ce</w:t>
      </w:r>
      <w:r w:rsidRPr="006E1301">
        <w:rPr>
          <w:iCs/>
          <w:color w:val="000000"/>
        </w:rPr>
        <w:t xml:space="preserve"> Règlement</w:t>
      </w:r>
      <w:r>
        <w:rPr>
          <w:iCs/>
          <w:color w:val="000000"/>
        </w:rPr>
        <w:t xml:space="preserve"> et ne </w:t>
      </w:r>
      <w:r w:rsidRPr="006E1301">
        <w:rPr>
          <w:iCs/>
          <w:color w:val="000000"/>
        </w:rPr>
        <w:t>sont tenues d</w:t>
      </w:r>
      <w:r w:rsidR="004B0B6E">
        <w:rPr>
          <w:iCs/>
          <w:color w:val="000000"/>
        </w:rPr>
        <w:t>’</w:t>
      </w:r>
      <w:r w:rsidRPr="006E1301">
        <w:rPr>
          <w:iCs/>
          <w:color w:val="000000"/>
        </w:rPr>
        <w:t xml:space="preserve">accepter </w:t>
      </w:r>
      <w:r>
        <w:rPr>
          <w:iCs/>
          <w:color w:val="000000"/>
        </w:rPr>
        <w:t xml:space="preserve">que </w:t>
      </w:r>
      <w:r w:rsidRPr="006E1301">
        <w:rPr>
          <w:iCs/>
          <w:color w:val="000000"/>
        </w:rPr>
        <w:t>les homologations de type délivrées en vertu de la série 01 d</w:t>
      </w:r>
      <w:r w:rsidR="004B0B6E">
        <w:rPr>
          <w:iCs/>
          <w:color w:val="000000"/>
        </w:rPr>
        <w:t>’</w:t>
      </w:r>
      <w:r w:rsidRPr="006E1301">
        <w:rPr>
          <w:iCs/>
          <w:color w:val="000000"/>
        </w:rPr>
        <w:t xml:space="preserve">amendements. </w:t>
      </w:r>
    </w:p>
    <w:p w14:paraId="3F73A1F3" w14:textId="77777777" w:rsidR="00BC0969" w:rsidRDefault="00BC0969" w:rsidP="00AD78CC">
      <w:pPr>
        <w:pStyle w:val="SingleTxtG"/>
        <w:ind w:left="2268" w:hanging="1134"/>
        <w:rPr>
          <w:iCs/>
          <w:color w:val="000000"/>
        </w:rPr>
      </w:pPr>
      <w:r w:rsidRPr="006E1301">
        <w:rPr>
          <w:iCs/>
          <w:color w:val="000000"/>
        </w:rPr>
        <w:t>12.6</w:t>
      </w:r>
      <w:r w:rsidRPr="006E1301">
        <w:rPr>
          <w:iCs/>
          <w:color w:val="000000"/>
        </w:rPr>
        <w:tab/>
        <w:t xml:space="preserve">Nonobstant les dispositions du </w:t>
      </w:r>
      <w:r w:rsidR="005B5083">
        <w:rPr>
          <w:iCs/>
          <w:color w:val="000000"/>
        </w:rPr>
        <w:t>paragraphe</w:t>
      </w:r>
      <w:r w:rsidR="005B5083" w:rsidRPr="006E1301">
        <w:rPr>
          <w:iCs/>
          <w:color w:val="000000"/>
        </w:rPr>
        <w:t> </w:t>
      </w:r>
      <w:r w:rsidRPr="006E1301">
        <w:rPr>
          <w:iCs/>
          <w:color w:val="000000"/>
        </w:rPr>
        <w:t xml:space="preserve">12.4, les Parties contractantes appliquant le présent Règlement </w:t>
      </w:r>
      <w:r>
        <w:rPr>
          <w:iCs/>
          <w:color w:val="000000"/>
        </w:rPr>
        <w:t xml:space="preserve">devront </w:t>
      </w:r>
      <w:r w:rsidRPr="006E1301">
        <w:rPr>
          <w:iCs/>
          <w:color w:val="000000"/>
        </w:rPr>
        <w:t>continuer</w:t>
      </w:r>
      <w:r>
        <w:rPr>
          <w:iCs/>
          <w:color w:val="000000"/>
        </w:rPr>
        <w:t xml:space="preserve"> à</w:t>
      </w:r>
      <w:r w:rsidRPr="006E1301">
        <w:rPr>
          <w:iCs/>
          <w:color w:val="000000"/>
        </w:rPr>
        <w:t xml:space="preserve"> reconnaître les homologations de type délivrées au titre des précédentes séries d</w:t>
      </w:r>
      <w:r w:rsidR="004B0B6E">
        <w:rPr>
          <w:iCs/>
          <w:color w:val="000000"/>
        </w:rPr>
        <w:t>’</w:t>
      </w:r>
      <w:r w:rsidRPr="006E1301">
        <w:rPr>
          <w:iCs/>
          <w:color w:val="000000"/>
        </w:rPr>
        <w:t xml:space="preserve">amendements </w:t>
      </w:r>
      <w:r>
        <w:rPr>
          <w:iCs/>
          <w:color w:val="000000"/>
        </w:rPr>
        <w:t xml:space="preserve">à ce </w:t>
      </w:r>
      <w:r w:rsidRPr="006E1301">
        <w:rPr>
          <w:iCs/>
          <w:color w:val="000000"/>
        </w:rPr>
        <w:t xml:space="preserve">Règlement, pour les véhicules ou les systèmes pour véhicules </w:t>
      </w:r>
      <w:r>
        <w:rPr>
          <w:iCs/>
          <w:color w:val="000000"/>
        </w:rPr>
        <w:t xml:space="preserve">qui ne sont pas </w:t>
      </w:r>
      <w:r w:rsidRPr="006E1301">
        <w:rPr>
          <w:iCs/>
          <w:color w:val="000000"/>
        </w:rPr>
        <w:t>concernés par les modifications apportées par la série 01 d</w:t>
      </w:r>
      <w:r w:rsidR="004B0B6E">
        <w:rPr>
          <w:iCs/>
          <w:color w:val="000000"/>
        </w:rPr>
        <w:t>’</w:t>
      </w:r>
      <w:r w:rsidRPr="006E1301">
        <w:rPr>
          <w:iCs/>
          <w:color w:val="000000"/>
        </w:rPr>
        <w:t xml:space="preserve">amendements. </w:t>
      </w:r>
    </w:p>
    <w:p w14:paraId="5218BECB" w14:textId="77777777" w:rsidR="00BC0969" w:rsidRPr="006E1301" w:rsidRDefault="00BC0969" w:rsidP="00AD78CC">
      <w:pPr>
        <w:pStyle w:val="SingleTxtG"/>
        <w:ind w:left="2268" w:hanging="1134"/>
        <w:rPr>
          <w:bCs/>
          <w:iCs/>
          <w:color w:val="000000" w:themeColor="text1"/>
        </w:rPr>
      </w:pPr>
      <w:r w:rsidRPr="006E1301">
        <w:rPr>
          <w:bCs/>
          <w:iCs/>
          <w:color w:val="000000" w:themeColor="text1"/>
        </w:rPr>
        <w:t>12.7</w:t>
      </w:r>
      <w:r w:rsidRPr="006E1301">
        <w:rPr>
          <w:bCs/>
          <w:iCs/>
          <w:color w:val="000000" w:themeColor="text1"/>
        </w:rPr>
        <w:tab/>
        <w:t>Les Parties contractantes appliquant le présent Règlement peuvent accorder des homologations de type en vertu de l</w:t>
      </w:r>
      <w:r w:rsidR="004B0B6E">
        <w:rPr>
          <w:bCs/>
          <w:iCs/>
          <w:color w:val="000000" w:themeColor="text1"/>
        </w:rPr>
        <w:t>’</w:t>
      </w:r>
      <w:r w:rsidRPr="006E1301">
        <w:rPr>
          <w:bCs/>
          <w:iCs/>
          <w:color w:val="000000" w:themeColor="text1"/>
        </w:rPr>
        <w:t xml:space="preserve">une quelconque des précédentes </w:t>
      </w:r>
      <w:r w:rsidRPr="00AD78CC">
        <w:rPr>
          <w:iCs/>
          <w:color w:val="000000"/>
        </w:rPr>
        <w:t>séries</w:t>
      </w:r>
      <w:r w:rsidRPr="006E1301">
        <w:rPr>
          <w:bCs/>
          <w:iCs/>
          <w:color w:val="000000" w:themeColor="text1"/>
        </w:rPr>
        <w:t xml:space="preserve"> d</w:t>
      </w:r>
      <w:r w:rsidR="004B0B6E">
        <w:rPr>
          <w:bCs/>
          <w:iCs/>
          <w:color w:val="000000" w:themeColor="text1"/>
        </w:rPr>
        <w:t>’</w:t>
      </w:r>
      <w:r w:rsidRPr="006E1301">
        <w:rPr>
          <w:bCs/>
          <w:iCs/>
          <w:color w:val="000000" w:themeColor="text1"/>
        </w:rPr>
        <w:t xml:space="preserve">amendements </w:t>
      </w:r>
      <w:r>
        <w:rPr>
          <w:bCs/>
          <w:iCs/>
          <w:color w:val="000000" w:themeColor="text1"/>
        </w:rPr>
        <w:t xml:space="preserve">à ce </w:t>
      </w:r>
      <w:r w:rsidRPr="006E1301">
        <w:rPr>
          <w:bCs/>
          <w:iCs/>
          <w:color w:val="000000" w:themeColor="text1"/>
        </w:rPr>
        <w:t>Règlement</w:t>
      </w:r>
      <w:r w:rsidRPr="00103E88">
        <w:rPr>
          <w:rStyle w:val="Appelnotedebasdep"/>
        </w:rPr>
        <w:footnoteReference w:id="5"/>
      </w:r>
      <w:r w:rsidR="00EF0A62">
        <w:rPr>
          <w:bCs/>
          <w:iCs/>
          <w:color w:val="000000" w:themeColor="text1"/>
        </w:rPr>
        <w:t>.</w:t>
      </w:r>
    </w:p>
    <w:p w14:paraId="1A5C5195" w14:textId="77777777" w:rsidR="00BC0969" w:rsidRDefault="00BC0969" w:rsidP="00AD78CC">
      <w:pPr>
        <w:pStyle w:val="SingleTxtG"/>
        <w:ind w:left="2268" w:hanging="1134"/>
        <w:rPr>
          <w:bCs/>
          <w:iCs/>
          <w:color w:val="000000" w:themeColor="text1"/>
        </w:rPr>
      </w:pPr>
      <w:r w:rsidRPr="006E1301">
        <w:rPr>
          <w:bCs/>
          <w:iCs/>
          <w:color w:val="000000" w:themeColor="text1"/>
        </w:rPr>
        <w:t>12.8</w:t>
      </w:r>
      <w:r w:rsidRPr="006E1301">
        <w:rPr>
          <w:bCs/>
          <w:iCs/>
          <w:color w:val="000000" w:themeColor="text1"/>
        </w:rPr>
        <w:tab/>
        <w:t xml:space="preserve">Les Parties contractantes </w:t>
      </w:r>
      <w:r w:rsidRPr="00AD78CC">
        <w:rPr>
          <w:iCs/>
          <w:color w:val="000000"/>
        </w:rPr>
        <w:t>appliquant</w:t>
      </w:r>
      <w:r w:rsidRPr="006E1301">
        <w:rPr>
          <w:bCs/>
          <w:iCs/>
          <w:color w:val="000000" w:themeColor="text1"/>
        </w:rPr>
        <w:t xml:space="preserve"> le présent Règlement doivent continuer </w:t>
      </w:r>
      <w:r>
        <w:rPr>
          <w:bCs/>
          <w:iCs/>
          <w:color w:val="000000" w:themeColor="text1"/>
        </w:rPr>
        <w:t xml:space="preserve">à </w:t>
      </w:r>
      <w:r w:rsidRPr="006E1301">
        <w:rPr>
          <w:bCs/>
          <w:iCs/>
          <w:color w:val="000000" w:themeColor="text1"/>
        </w:rPr>
        <w:t>accorder des extensions d</w:t>
      </w:r>
      <w:r w:rsidR="004B0B6E">
        <w:rPr>
          <w:bCs/>
          <w:iCs/>
          <w:color w:val="000000" w:themeColor="text1"/>
        </w:rPr>
        <w:t>’</w:t>
      </w:r>
      <w:r w:rsidRPr="006E1301">
        <w:rPr>
          <w:bCs/>
          <w:iCs/>
          <w:color w:val="000000" w:themeColor="text1"/>
        </w:rPr>
        <w:t>homologations existantes en vertu de l</w:t>
      </w:r>
      <w:r w:rsidR="004B0B6E">
        <w:rPr>
          <w:bCs/>
          <w:iCs/>
          <w:color w:val="000000" w:themeColor="text1"/>
        </w:rPr>
        <w:t>’</w:t>
      </w:r>
      <w:r w:rsidRPr="006E1301">
        <w:rPr>
          <w:bCs/>
          <w:iCs/>
          <w:color w:val="000000" w:themeColor="text1"/>
        </w:rPr>
        <w:t>une quelconque des précédentes séries d</w:t>
      </w:r>
      <w:r w:rsidR="004B0B6E">
        <w:rPr>
          <w:bCs/>
          <w:iCs/>
          <w:color w:val="000000" w:themeColor="text1"/>
        </w:rPr>
        <w:t>’</w:t>
      </w:r>
      <w:r w:rsidRPr="006E1301">
        <w:rPr>
          <w:bCs/>
          <w:iCs/>
          <w:color w:val="000000" w:themeColor="text1"/>
        </w:rPr>
        <w:t xml:space="preserve">amendements </w:t>
      </w:r>
      <w:r>
        <w:rPr>
          <w:bCs/>
          <w:iCs/>
          <w:color w:val="000000" w:themeColor="text1"/>
        </w:rPr>
        <w:t xml:space="preserve">à ce </w:t>
      </w:r>
      <w:r w:rsidRPr="006E1301">
        <w:rPr>
          <w:bCs/>
          <w:iCs/>
          <w:color w:val="000000" w:themeColor="text1"/>
        </w:rPr>
        <w:t>Règlement</w:t>
      </w:r>
      <w:r w:rsidRPr="006E1301">
        <w:rPr>
          <w:bCs/>
          <w:iCs/>
          <w:color w:val="000000" w:themeColor="text1"/>
          <w:vertAlign w:val="superscript"/>
        </w:rPr>
        <w:t>3</w:t>
      </w:r>
      <w:r w:rsidR="00AD78CC" w:rsidRPr="00B62F5F">
        <w:rPr>
          <w:bCs/>
          <w:iCs/>
          <w:color w:val="000000" w:themeColor="text1"/>
        </w:rPr>
        <w:t>.</w:t>
      </w:r>
    </w:p>
    <w:p w14:paraId="62B280D1" w14:textId="77777777" w:rsidR="00D07AC0" w:rsidRDefault="00D07AC0" w:rsidP="00AD78CC">
      <w:pPr>
        <w:pStyle w:val="SingleTxtG"/>
        <w:ind w:left="2268" w:hanging="1134"/>
        <w:rPr>
          <w:bCs/>
          <w:iCs/>
          <w:color w:val="000000" w:themeColor="text1"/>
          <w:vertAlign w:val="superscript"/>
        </w:rPr>
      </w:pPr>
    </w:p>
    <w:p w14:paraId="7504BAE6" w14:textId="77777777" w:rsidR="00BC0969" w:rsidRDefault="00BC0969" w:rsidP="00BC0969">
      <w:pPr>
        <w:sectPr w:rsidR="00BC0969" w:rsidSect="005E5A0D">
          <w:headerReference w:type="even" r:id="rId8"/>
          <w:headerReference w:type="default" r:id="rId9"/>
          <w:footerReference w:type="even" r:id="rId10"/>
          <w:footerReference w:type="default" r:id="rId11"/>
          <w:footerReference w:type="first" r:id="rId12"/>
          <w:footnotePr>
            <w:numRestart w:val="eachSect"/>
          </w:footnotePr>
          <w:endnotePr>
            <w:numFmt w:val="decimal"/>
          </w:endnotePr>
          <w:pgSz w:w="11906" w:h="16838" w:code="9"/>
          <w:pgMar w:top="1417" w:right="1134" w:bottom="1134" w:left="1134" w:header="850" w:footer="567" w:gutter="0"/>
          <w:cols w:space="708"/>
          <w:titlePg/>
          <w:docGrid w:linePitch="360"/>
        </w:sectPr>
      </w:pPr>
    </w:p>
    <w:p w14:paraId="5182F5C0" w14:textId="77777777" w:rsidR="00BC0969" w:rsidRPr="00203671" w:rsidRDefault="00BC0969" w:rsidP="00D07AC0">
      <w:pPr>
        <w:pStyle w:val="HChG"/>
        <w:rPr>
          <w:lang w:val="fr-BE"/>
        </w:rPr>
      </w:pPr>
      <w:r w:rsidRPr="00203671">
        <w:rPr>
          <w:lang w:val="fr-BE"/>
        </w:rPr>
        <w:lastRenderedPageBreak/>
        <w:t>Annex</w:t>
      </w:r>
      <w:r>
        <w:rPr>
          <w:lang w:val="fr-BE"/>
        </w:rPr>
        <w:t>e</w:t>
      </w:r>
      <w:r w:rsidRPr="00203671">
        <w:rPr>
          <w:lang w:val="fr-BE"/>
        </w:rPr>
        <w:t xml:space="preserve"> 1</w:t>
      </w:r>
    </w:p>
    <w:p w14:paraId="281AABAE" w14:textId="77777777" w:rsidR="00BC0969" w:rsidRPr="00203671" w:rsidRDefault="00BC0969" w:rsidP="00D07AC0">
      <w:pPr>
        <w:pStyle w:val="HChG"/>
        <w:rPr>
          <w:lang w:val="fr-BE"/>
        </w:rPr>
      </w:pPr>
      <w:r w:rsidRPr="00203671">
        <w:rPr>
          <w:lang w:val="fr-BE"/>
        </w:rPr>
        <w:tab/>
      </w:r>
      <w:r w:rsidRPr="00203671">
        <w:rPr>
          <w:lang w:val="fr-BE"/>
        </w:rPr>
        <w:tab/>
        <w:t>Communication</w:t>
      </w:r>
    </w:p>
    <w:p w14:paraId="2238FF64" w14:textId="77777777" w:rsidR="00BC0969" w:rsidRPr="00203671" w:rsidRDefault="00BC0969" w:rsidP="004B0307">
      <w:pPr>
        <w:pStyle w:val="SingleTxtG"/>
        <w:rPr>
          <w:lang w:val="fr-BE"/>
        </w:rPr>
      </w:pPr>
      <w:r w:rsidRPr="00203671">
        <w:rPr>
          <w:lang w:val="fr-BE"/>
        </w:rPr>
        <w:t>(</w:t>
      </w:r>
      <w:r w:rsidRPr="00CB564C">
        <w:t>Format maximal </w:t>
      </w:r>
      <w:r w:rsidRPr="00203671">
        <w:rPr>
          <w:lang w:val="fr-BE"/>
        </w:rPr>
        <w:t>: A4 (210 x 297 mm))</w:t>
      </w:r>
    </w:p>
    <w:p w14:paraId="7FAA563F" w14:textId="77777777" w:rsidR="00BC0969" w:rsidRPr="00203671" w:rsidRDefault="00BC0969" w:rsidP="00BC0969">
      <w:pPr>
        <w:rPr>
          <w:lang w:val="fr-BE"/>
        </w:rPr>
      </w:pPr>
      <w:r>
        <w:rPr>
          <w:noProof/>
        </w:rPr>
        <mc:AlternateContent>
          <mc:Choice Requires="wps">
            <w:drawing>
              <wp:anchor distT="0" distB="0" distL="114300" distR="114300" simplePos="0" relativeHeight="251659264" behindDoc="0" locked="0" layoutInCell="1" allowOverlap="1" wp14:anchorId="110F56EE" wp14:editId="14869100">
                <wp:simplePos x="0" y="0"/>
                <wp:positionH relativeFrom="column">
                  <wp:posOffset>2933700</wp:posOffset>
                </wp:positionH>
                <wp:positionV relativeFrom="paragraph">
                  <wp:posOffset>12700</wp:posOffset>
                </wp:positionV>
                <wp:extent cx="3429000" cy="66230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519611" w14:textId="77777777" w:rsidR="00EF0A62" w:rsidRPr="00B17D23" w:rsidRDefault="00EF0A62" w:rsidP="00BC096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pPr>
                            <w:r w:rsidRPr="00B17D23">
                              <w:t>Émanant de :</w:t>
                            </w:r>
                            <w:r w:rsidRPr="00B17D23">
                              <w:tab/>
                              <w:t>Nom de l’administration :</w:t>
                            </w:r>
                          </w:p>
                          <w:p w14:paraId="3CF6D16F" w14:textId="77777777" w:rsidR="00EF0A62" w:rsidRDefault="00EF0A62" w:rsidP="00BC096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63CD5F32" w14:textId="77777777" w:rsidR="00EF0A62" w:rsidRDefault="00EF0A62" w:rsidP="00BC096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8C9F321" w14:textId="77777777" w:rsidR="00EF0A62" w:rsidRDefault="00EF0A62" w:rsidP="00BC096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56EE" id="_x0000_t202" coordsize="21600,21600" o:spt="202" path="m,l,21600r21600,l21600,xe">
                <v:stroke joinstyle="miter"/>
                <v:path gradientshapeok="t" o:connecttype="rect"/>
              </v:shapetype>
              <v:shape id="Text Box 25" o:spid="_x0000_s1026" type="#_x0000_t202" style="position:absolute;margin-left:231pt;margin-top:1pt;width:270pt;height:5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" stroked="f">
                <v:textbox inset="0,0,0,0">
                  <w:txbxContent>
                    <w:p w14:paraId="08519611" w14:textId="77777777" w:rsidR="00EF0A62" w:rsidRPr="00B17D23" w:rsidRDefault="00EF0A62" w:rsidP="00BC096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pPr>
                      <w:r w:rsidRPr="00B17D23">
                        <w:t>Émanant de :</w:t>
                      </w:r>
                      <w:r w:rsidRPr="00B17D23">
                        <w:tab/>
                        <w:t>Nom de l’administration :</w:t>
                      </w:r>
                    </w:p>
                    <w:p w14:paraId="3CF6D16F" w14:textId="77777777" w:rsidR="00EF0A62" w:rsidRDefault="00EF0A62" w:rsidP="00BC096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63CD5F32" w14:textId="77777777" w:rsidR="00EF0A62" w:rsidRDefault="00EF0A62" w:rsidP="00BC096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8C9F321" w14:textId="77777777" w:rsidR="00EF0A62" w:rsidRDefault="00EF0A62" w:rsidP="00BC096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p>
    <w:p w14:paraId="44BBB48F" w14:textId="77777777" w:rsidR="00BC0969" w:rsidRPr="001D1CDE" w:rsidRDefault="00BC0969" w:rsidP="004B0307">
      <w:pPr>
        <w:pStyle w:val="SingleTxtG"/>
        <w:rPr>
          <w:lang w:val="en-GB"/>
        </w:rPr>
      </w:pPr>
      <w:r>
        <w:rPr>
          <w:noProof/>
          <w:lang w:val="en-GB" w:eastAsia="en-GB"/>
        </w:rPr>
        <w:drawing>
          <wp:inline distT="0" distB="0" distL="0" distR="0" wp14:anchorId="09756ABF" wp14:editId="788CC845">
            <wp:extent cx="1216660" cy="1216660"/>
            <wp:effectExtent l="0" t="0" r="0" b="0"/>
            <wp:docPr id="6" name="Picture 4"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1 nouvelle version x a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r w:rsidR="00C43D2F" w:rsidRPr="00C43D2F">
        <w:rPr>
          <w:rStyle w:val="Appelnotedebasdep"/>
          <w:color w:val="FFFFFF" w:themeColor="background1"/>
        </w:rPr>
        <w:footnoteReference w:id="6"/>
      </w:r>
    </w:p>
    <w:p w14:paraId="700AAD95" w14:textId="77777777" w:rsidR="00BC0969" w:rsidRPr="00B17D23" w:rsidRDefault="00BC0969" w:rsidP="004B0307">
      <w:pPr>
        <w:pStyle w:val="SingleTxtG"/>
        <w:spacing w:after="0"/>
      </w:pPr>
      <w:r w:rsidRPr="00B17D23">
        <w:t>concernant</w:t>
      </w:r>
      <w:r w:rsidR="00C43D2F">
        <w:rPr>
          <w:rStyle w:val="Appelnotedebasdep"/>
        </w:rPr>
        <w:footnoteReference w:id="7"/>
      </w:r>
      <w:r w:rsidRPr="00B17D23">
        <w:tab/>
        <w:t>Délivrance d</w:t>
      </w:r>
      <w:r w:rsidR="004B0B6E">
        <w:t>’</w:t>
      </w:r>
      <w:r w:rsidRPr="00B17D23">
        <w:t>une homologation</w:t>
      </w:r>
    </w:p>
    <w:p w14:paraId="64B232F3" w14:textId="77777777" w:rsidR="00BC0969" w:rsidRPr="00B17D23" w:rsidRDefault="00BC0969" w:rsidP="004B0307">
      <w:pPr>
        <w:pStyle w:val="SingleTxtG"/>
        <w:spacing w:after="0"/>
        <w:ind w:left="2268"/>
      </w:pPr>
      <w:r w:rsidRPr="00B17D23">
        <w:tab/>
        <w:t>Extension d</w:t>
      </w:r>
      <w:r w:rsidR="004B0B6E">
        <w:t>’</w:t>
      </w:r>
      <w:r w:rsidRPr="00B17D23">
        <w:t xml:space="preserve">homologation </w:t>
      </w:r>
    </w:p>
    <w:p w14:paraId="23597E01" w14:textId="77777777" w:rsidR="00BC0969" w:rsidRPr="00B17D23" w:rsidRDefault="00BC0969" w:rsidP="004B0307">
      <w:pPr>
        <w:pStyle w:val="SingleTxtG"/>
        <w:spacing w:after="0"/>
        <w:ind w:left="2268"/>
      </w:pPr>
      <w:r w:rsidRPr="00B17D23">
        <w:tab/>
        <w:t>Refus d</w:t>
      </w:r>
      <w:r w:rsidR="004B0B6E">
        <w:t>’</w:t>
      </w:r>
      <w:r w:rsidRPr="00B17D23">
        <w:t xml:space="preserve">homologation </w:t>
      </w:r>
    </w:p>
    <w:p w14:paraId="3B43AB27" w14:textId="77777777" w:rsidR="00BC0969" w:rsidRPr="00B17D23" w:rsidRDefault="00BC0969" w:rsidP="004B0307">
      <w:pPr>
        <w:pStyle w:val="SingleTxtG"/>
        <w:spacing w:after="0"/>
        <w:ind w:left="2268"/>
      </w:pPr>
      <w:r w:rsidRPr="00B17D23">
        <w:tab/>
        <w:t>Retrait d</w:t>
      </w:r>
      <w:r w:rsidR="004B0B6E">
        <w:t>’</w:t>
      </w:r>
      <w:r w:rsidRPr="00B17D23">
        <w:t xml:space="preserve">homologation </w:t>
      </w:r>
    </w:p>
    <w:p w14:paraId="2E09D940" w14:textId="77777777" w:rsidR="00BC0969" w:rsidRPr="00B17D23" w:rsidRDefault="00BC0969" w:rsidP="004B0307">
      <w:pPr>
        <w:pStyle w:val="SingleTxtG"/>
        <w:ind w:left="2268"/>
      </w:pPr>
      <w:r w:rsidRPr="00B17D23">
        <w:tab/>
        <w:t>Arrêt définitif de la production</w:t>
      </w:r>
    </w:p>
    <w:p w14:paraId="4AE03D2C" w14:textId="77777777" w:rsidR="00BC0969" w:rsidRPr="001A2689" w:rsidRDefault="00BC0969" w:rsidP="004B0307">
      <w:pPr>
        <w:pStyle w:val="SingleTxtG"/>
      </w:pPr>
      <w:r w:rsidRPr="001A2689">
        <w:t>d</w:t>
      </w:r>
      <w:r w:rsidR="004B0B6E">
        <w:t>’</w:t>
      </w:r>
      <w:r w:rsidRPr="001A2689">
        <w:t>un type de véhicule en ce qui concerne le système de surveillance de la pression des pneumatiques, en application du Règlement ONU n</w:t>
      </w:r>
      <w:r w:rsidR="009C2429" w:rsidRPr="009C2429">
        <w:rPr>
          <w:vertAlign w:val="superscript"/>
        </w:rPr>
        <w:t>o</w:t>
      </w:r>
      <w:r w:rsidR="009C2429">
        <w:t> </w:t>
      </w:r>
      <w:r w:rsidRPr="001A2689">
        <w:t>141.</w:t>
      </w:r>
    </w:p>
    <w:p w14:paraId="1797A16B" w14:textId="77777777" w:rsidR="00BC0969" w:rsidRPr="001A2689" w:rsidRDefault="00BC0969" w:rsidP="009C2429">
      <w:pPr>
        <w:pStyle w:val="SingleTxtG"/>
        <w:tabs>
          <w:tab w:val="right" w:leader="dot" w:pos="4253"/>
          <w:tab w:val="left" w:pos="5670"/>
          <w:tab w:val="right" w:leader="dot" w:pos="8505"/>
        </w:tabs>
      </w:pPr>
      <w:r w:rsidRPr="001A2689">
        <w:t>N° d</w:t>
      </w:r>
      <w:r w:rsidR="004B0B6E">
        <w:t>’</w:t>
      </w:r>
      <w:r w:rsidRPr="001A2689">
        <w:t>homologation</w:t>
      </w:r>
      <w:r w:rsidR="004B0307">
        <w:t> </w:t>
      </w:r>
      <w:r w:rsidRPr="001A2689">
        <w:t xml:space="preserve">: </w:t>
      </w:r>
      <w:r w:rsidR="004B0307">
        <w:tab/>
      </w:r>
      <w:r w:rsidR="009C2429">
        <w:tab/>
      </w:r>
      <w:r w:rsidR="009C2429" w:rsidRPr="001A2689">
        <w:t>N</w:t>
      </w:r>
      <w:r w:rsidR="009C2429">
        <w:t>°</w:t>
      </w:r>
      <w:r w:rsidR="009C2429" w:rsidRPr="001A2689">
        <w:t xml:space="preserve"> d</w:t>
      </w:r>
      <w:r w:rsidR="004B0B6E">
        <w:t>’</w:t>
      </w:r>
      <w:r w:rsidR="009C2429">
        <w:t>e</w:t>
      </w:r>
      <w:r w:rsidR="009C2429" w:rsidRPr="001A2689">
        <w:t>xtensi</w:t>
      </w:r>
      <w:r w:rsidR="009C2429">
        <w:t xml:space="preserve">on : </w:t>
      </w:r>
      <w:r w:rsidR="009C2429">
        <w:tab/>
      </w:r>
    </w:p>
    <w:p w14:paraId="2F1856F2" w14:textId="77777777" w:rsidR="00BC0969" w:rsidRPr="001A2689" w:rsidRDefault="00BC0969" w:rsidP="004B0307">
      <w:pPr>
        <w:pStyle w:val="SingleTxtG"/>
      </w:pPr>
      <w:r w:rsidRPr="001A2689">
        <w:t>1.</w:t>
      </w:r>
      <w:r w:rsidRPr="001A2689">
        <w:tab/>
        <w:t>Marque de fabrique ou de commerce du véhicule :</w:t>
      </w:r>
    </w:p>
    <w:p w14:paraId="53CC49EB" w14:textId="77777777" w:rsidR="00BC0969" w:rsidRPr="001A2689" w:rsidRDefault="00BC0969" w:rsidP="009C2429">
      <w:pPr>
        <w:pStyle w:val="SingleTxtG"/>
        <w:tabs>
          <w:tab w:val="right" w:leader="dot" w:pos="8505"/>
        </w:tabs>
        <w:ind w:left="1701"/>
      </w:pPr>
      <w:r w:rsidRPr="001A2689">
        <w:tab/>
      </w:r>
      <w:r w:rsidRPr="001A2689">
        <w:tab/>
      </w:r>
    </w:p>
    <w:p w14:paraId="5F3CAB90" w14:textId="77777777" w:rsidR="00BC0969" w:rsidRPr="00820072" w:rsidRDefault="00BC0969" w:rsidP="004B0307">
      <w:pPr>
        <w:pStyle w:val="SingleTxtG"/>
      </w:pPr>
      <w:r w:rsidRPr="00820072">
        <w:t>2</w:t>
      </w:r>
      <w:r w:rsidRPr="00820072">
        <w:tab/>
        <w:t>Type du véhicule (le cas échéant, les variantes qui sont comprises) :</w:t>
      </w:r>
    </w:p>
    <w:p w14:paraId="358EA26F" w14:textId="77777777" w:rsidR="00BC0969" w:rsidRPr="00770E11" w:rsidRDefault="00BC0969" w:rsidP="00097629">
      <w:pPr>
        <w:pStyle w:val="SingleTxtG"/>
        <w:tabs>
          <w:tab w:val="left" w:pos="1701"/>
          <w:tab w:val="right" w:leader="dot" w:pos="8505"/>
        </w:tabs>
      </w:pPr>
      <w:r w:rsidRPr="00770E11">
        <w:t>3.</w:t>
      </w:r>
      <w:r w:rsidR="009C2429">
        <w:tab/>
      </w:r>
      <w:r w:rsidRPr="00770E11">
        <w:t xml:space="preserve">Nom et adresse du constructeur : </w:t>
      </w:r>
      <w:r w:rsidRPr="00770E11">
        <w:tab/>
      </w:r>
    </w:p>
    <w:p w14:paraId="3BFA3E1D" w14:textId="77777777" w:rsidR="00097629" w:rsidRDefault="00BC0969" w:rsidP="00097629">
      <w:pPr>
        <w:pStyle w:val="SingleTxtG"/>
        <w:tabs>
          <w:tab w:val="left" w:pos="1701"/>
          <w:tab w:val="right" w:leader="dot" w:pos="8505"/>
        </w:tabs>
      </w:pPr>
      <w:r w:rsidRPr="00770E11">
        <w:t>4.</w:t>
      </w:r>
      <w:r w:rsidRPr="00770E11">
        <w:tab/>
        <w:t xml:space="preserve">Nom et adresse du représentant du constructeur (le cas échéant) : </w:t>
      </w:r>
    </w:p>
    <w:p w14:paraId="0A2DA472" w14:textId="77777777" w:rsidR="00BC0969" w:rsidRPr="00770E11" w:rsidRDefault="00BC0969" w:rsidP="00097629">
      <w:pPr>
        <w:pStyle w:val="SingleTxtG"/>
        <w:tabs>
          <w:tab w:val="left" w:pos="1701"/>
          <w:tab w:val="right" w:leader="dot" w:pos="8505"/>
        </w:tabs>
        <w:rPr>
          <w:sz w:val="24"/>
          <w:szCs w:val="24"/>
        </w:rPr>
      </w:pPr>
      <w:r w:rsidRPr="00097629">
        <w:tab/>
      </w:r>
      <w:r w:rsidR="00097629">
        <w:tab/>
      </w:r>
    </w:p>
    <w:p w14:paraId="140A6EF3" w14:textId="77777777" w:rsidR="00BC0969" w:rsidRPr="00770E11" w:rsidRDefault="00BC0969" w:rsidP="00097629">
      <w:pPr>
        <w:pStyle w:val="SingleTxtG"/>
        <w:tabs>
          <w:tab w:val="left" w:pos="1701"/>
          <w:tab w:val="right" w:leader="dot" w:pos="8505"/>
        </w:tabs>
      </w:pPr>
      <w:r w:rsidRPr="00770E11">
        <w:t>5.</w:t>
      </w:r>
      <w:r w:rsidRPr="00770E11">
        <w:tab/>
        <w:t>Véhicule présenté à l</w:t>
      </w:r>
      <w:r w:rsidR="004B0B6E">
        <w:t>’</w:t>
      </w:r>
      <w:r w:rsidRPr="00770E11">
        <w:t xml:space="preserve">homologation le : </w:t>
      </w:r>
      <w:r w:rsidRPr="00770E11">
        <w:tab/>
      </w:r>
    </w:p>
    <w:p w14:paraId="6F4F2954" w14:textId="77777777" w:rsidR="00BC0969" w:rsidRPr="00770E11" w:rsidRDefault="00BC0969" w:rsidP="00097629">
      <w:pPr>
        <w:pStyle w:val="SingleTxtG"/>
        <w:tabs>
          <w:tab w:val="left" w:pos="1701"/>
          <w:tab w:val="right" w:leader="dot" w:pos="8505"/>
        </w:tabs>
      </w:pPr>
      <w:r w:rsidRPr="00770E11">
        <w:t>6.</w:t>
      </w:r>
      <w:r w:rsidRPr="00770E11">
        <w:tab/>
        <w:t>Service technique chargé des essais d</w:t>
      </w:r>
      <w:r w:rsidR="004B0B6E">
        <w:t>’</w:t>
      </w:r>
      <w:r w:rsidRPr="00770E11">
        <w:t>homologation :</w:t>
      </w:r>
      <w:r w:rsidRPr="00770E11">
        <w:tab/>
      </w:r>
    </w:p>
    <w:p w14:paraId="4AF17F8A" w14:textId="77777777" w:rsidR="00BC0969" w:rsidRPr="00770E11" w:rsidRDefault="00BC0969" w:rsidP="00097629">
      <w:pPr>
        <w:pStyle w:val="SingleTxtG"/>
        <w:tabs>
          <w:tab w:val="left" w:pos="1701"/>
          <w:tab w:val="right" w:leader="dot" w:pos="8505"/>
        </w:tabs>
      </w:pPr>
      <w:r w:rsidRPr="00770E11">
        <w:t>7.</w:t>
      </w:r>
      <w:r w:rsidRPr="00770E11">
        <w:tab/>
        <w:t>Date du procès-verbal d</w:t>
      </w:r>
      <w:r w:rsidR="004B0B6E">
        <w:t>’</w:t>
      </w:r>
      <w:r w:rsidRPr="00770E11">
        <w:t>essais :</w:t>
      </w:r>
      <w:r w:rsidRPr="00770E11">
        <w:tab/>
      </w:r>
    </w:p>
    <w:p w14:paraId="2DB6AD12" w14:textId="77777777" w:rsidR="00BC0969" w:rsidRPr="00770E11" w:rsidRDefault="00BC0969" w:rsidP="00097629">
      <w:pPr>
        <w:pStyle w:val="SingleTxtG"/>
        <w:tabs>
          <w:tab w:val="left" w:pos="1701"/>
          <w:tab w:val="right" w:leader="dot" w:pos="8505"/>
        </w:tabs>
      </w:pPr>
      <w:r w:rsidRPr="00770E11">
        <w:t>8.</w:t>
      </w:r>
      <w:r w:rsidRPr="00770E11">
        <w:tab/>
        <w:t>Numéro du procès-verbal d</w:t>
      </w:r>
      <w:r w:rsidR="004B0B6E">
        <w:t>’</w:t>
      </w:r>
      <w:r w:rsidRPr="00770E11">
        <w:t>essais</w:t>
      </w:r>
      <w:r w:rsidR="009D1988">
        <w:t> </w:t>
      </w:r>
      <w:r w:rsidRPr="00770E11">
        <w:t>:</w:t>
      </w:r>
      <w:r w:rsidRPr="00770E11">
        <w:tab/>
      </w:r>
    </w:p>
    <w:p w14:paraId="541A6082" w14:textId="77777777" w:rsidR="00BC0969" w:rsidRDefault="00BC0969" w:rsidP="00097629">
      <w:pPr>
        <w:pStyle w:val="SingleTxtG"/>
        <w:tabs>
          <w:tab w:val="left" w:pos="1701"/>
          <w:tab w:val="right" w:leader="dot" w:pos="8505"/>
        </w:tabs>
      </w:pPr>
      <w:r w:rsidRPr="00770E11">
        <w:t>9.</w:t>
      </w:r>
      <w:r w:rsidRPr="00770E11">
        <w:tab/>
        <w:t>Description sommaire du type de véhicule :</w:t>
      </w:r>
      <w:r w:rsidRPr="00770E11">
        <w:tab/>
      </w:r>
    </w:p>
    <w:p w14:paraId="12F53452" w14:textId="77777777" w:rsidR="00BC7683" w:rsidRPr="002C2E4B" w:rsidRDefault="00BC7683" w:rsidP="003919B5">
      <w:pPr>
        <w:pStyle w:val="SingleTxtG"/>
      </w:pPr>
      <w:r w:rsidRPr="002C2E4B">
        <w:t>9.1</w:t>
      </w:r>
      <w:r w:rsidRPr="002C2E4B">
        <w:tab/>
        <w:t>Masse du véhicule lors des essais :</w:t>
      </w:r>
    </w:p>
    <w:p w14:paraId="63E4E024" w14:textId="77777777" w:rsidR="00BC7683" w:rsidRPr="002C2E4B" w:rsidRDefault="00BC7683" w:rsidP="003919B5">
      <w:pPr>
        <w:pStyle w:val="SingleTxtG"/>
        <w:tabs>
          <w:tab w:val="left" w:pos="1701"/>
          <w:tab w:val="right" w:leader="dot" w:pos="8505"/>
        </w:tabs>
        <w:ind w:left="1701"/>
      </w:pPr>
      <w:r w:rsidRPr="002C2E4B">
        <w:t>Essieu avant :</w:t>
      </w:r>
      <w:r w:rsidRPr="002C2E4B">
        <w:tab/>
      </w:r>
      <w:r w:rsidRPr="002C2E4B">
        <w:tab/>
      </w:r>
    </w:p>
    <w:p w14:paraId="5E77A150" w14:textId="77777777" w:rsidR="00BC7683" w:rsidRPr="002C2E4B" w:rsidRDefault="00BC7683" w:rsidP="003919B5">
      <w:pPr>
        <w:pStyle w:val="SingleTxtG"/>
        <w:tabs>
          <w:tab w:val="left" w:pos="1701"/>
          <w:tab w:val="right" w:leader="dot" w:pos="8505"/>
        </w:tabs>
        <w:ind w:left="1701"/>
      </w:pPr>
      <w:r w:rsidRPr="002C2E4B">
        <w:t>Deuxième essieu :</w:t>
      </w:r>
      <w:r w:rsidRPr="002C2E4B">
        <w:tab/>
      </w:r>
      <w:r w:rsidRPr="002C2E4B">
        <w:tab/>
      </w:r>
    </w:p>
    <w:p w14:paraId="2E746AE8" w14:textId="77777777" w:rsidR="00BC7683" w:rsidRPr="002C2E4B" w:rsidRDefault="00BC7683" w:rsidP="003919B5">
      <w:pPr>
        <w:pStyle w:val="SingleTxtG"/>
        <w:tabs>
          <w:tab w:val="left" w:pos="1701"/>
          <w:tab w:val="right" w:leader="dot" w:pos="8505"/>
        </w:tabs>
        <w:ind w:left="1701"/>
      </w:pPr>
      <w:r w:rsidRPr="002C2E4B">
        <w:t>Troisième essieu :</w:t>
      </w:r>
      <w:r w:rsidRPr="002C2E4B">
        <w:tab/>
      </w:r>
      <w:r w:rsidRPr="002C2E4B">
        <w:tab/>
      </w:r>
    </w:p>
    <w:p w14:paraId="43360EE3" w14:textId="77777777" w:rsidR="00BC7683" w:rsidRPr="002C2E4B" w:rsidRDefault="00BC7683" w:rsidP="003919B5">
      <w:pPr>
        <w:pStyle w:val="SingleTxtG"/>
        <w:tabs>
          <w:tab w:val="left" w:pos="1701"/>
          <w:tab w:val="right" w:leader="dot" w:pos="8505"/>
        </w:tabs>
        <w:ind w:left="1701"/>
      </w:pPr>
      <w:r w:rsidRPr="002C2E4B">
        <w:t>Quatrième essieu :</w:t>
      </w:r>
      <w:r w:rsidRPr="002C2E4B">
        <w:tab/>
      </w:r>
      <w:r w:rsidRPr="002C2E4B">
        <w:tab/>
      </w:r>
    </w:p>
    <w:p w14:paraId="0BE5F4AF" w14:textId="77777777" w:rsidR="00BC7683" w:rsidRPr="002C2E4B" w:rsidRDefault="00BC7683" w:rsidP="003919B5">
      <w:pPr>
        <w:pStyle w:val="SingleTxtG"/>
        <w:tabs>
          <w:tab w:val="left" w:pos="1701"/>
          <w:tab w:val="right" w:leader="dot" w:pos="8505"/>
        </w:tabs>
        <w:ind w:left="1701"/>
      </w:pPr>
      <w:r w:rsidRPr="002C2E4B">
        <w:t>Cinquième essieu :</w:t>
      </w:r>
      <w:r w:rsidRPr="002C2E4B">
        <w:tab/>
      </w:r>
      <w:r w:rsidRPr="002C2E4B">
        <w:tab/>
      </w:r>
    </w:p>
    <w:p w14:paraId="0FE8855D" w14:textId="77777777" w:rsidR="00BC7683" w:rsidRPr="002C2E4B" w:rsidRDefault="00BC7683" w:rsidP="00C27A83">
      <w:pPr>
        <w:pStyle w:val="SingleTxtG"/>
        <w:keepNext/>
        <w:tabs>
          <w:tab w:val="left" w:pos="1701"/>
          <w:tab w:val="right" w:leader="dot" w:pos="8505"/>
        </w:tabs>
        <w:ind w:left="1701"/>
      </w:pPr>
      <w:r w:rsidRPr="002C2E4B">
        <w:lastRenderedPageBreak/>
        <w:t>Sixième essieu :</w:t>
      </w:r>
      <w:r w:rsidRPr="002C2E4B">
        <w:tab/>
      </w:r>
    </w:p>
    <w:p w14:paraId="66510591" w14:textId="77777777" w:rsidR="00BC7683" w:rsidRPr="007A28EE" w:rsidRDefault="00BC7683" w:rsidP="00C27A83">
      <w:pPr>
        <w:pStyle w:val="SingleTxtG"/>
        <w:keepNext/>
        <w:tabs>
          <w:tab w:val="left" w:pos="1701"/>
          <w:tab w:val="right" w:leader="dot" w:pos="8505"/>
        </w:tabs>
        <w:ind w:left="1701"/>
        <w:rPr>
          <w:rFonts w:asciiTheme="majorBidi" w:hAnsiTheme="majorBidi" w:cstheme="majorBidi"/>
        </w:rPr>
      </w:pPr>
      <w:r w:rsidRPr="007A28EE">
        <w:rPr>
          <w:rFonts w:asciiTheme="majorBidi" w:hAnsiTheme="majorBidi" w:cstheme="majorBidi"/>
        </w:rPr>
        <w:t>etc.</w:t>
      </w:r>
    </w:p>
    <w:p w14:paraId="4D4F8223" w14:textId="77777777" w:rsidR="00BC7683" w:rsidRPr="007A28EE" w:rsidRDefault="00BC7683" w:rsidP="003919B5">
      <w:pPr>
        <w:pStyle w:val="SingleTxtG"/>
        <w:tabs>
          <w:tab w:val="left" w:pos="1701"/>
          <w:tab w:val="right" w:leader="dot" w:pos="8505"/>
        </w:tabs>
        <w:ind w:left="1701"/>
      </w:pPr>
      <w:r w:rsidRPr="007A28EE">
        <w:t>Total</w:t>
      </w:r>
      <w:r w:rsidR="003919B5">
        <w:t> </w:t>
      </w:r>
      <w:r w:rsidRPr="007A28EE">
        <w:t>:</w:t>
      </w:r>
      <w:r w:rsidRPr="007A28EE">
        <w:tab/>
      </w:r>
    </w:p>
    <w:p w14:paraId="7E405938" w14:textId="77777777" w:rsidR="00BC7683" w:rsidRPr="002C2E4B" w:rsidRDefault="00BC7683" w:rsidP="003919B5">
      <w:pPr>
        <w:pStyle w:val="SingleTxtG"/>
        <w:tabs>
          <w:tab w:val="right" w:leader="dot" w:pos="8505"/>
        </w:tabs>
        <w:ind w:left="1701" w:hanging="567"/>
      </w:pPr>
      <w:r w:rsidRPr="002C2E4B">
        <w:t>9.2</w:t>
      </w:r>
      <w:r w:rsidRPr="002C2E4B">
        <w:tab/>
        <w:t>Classe de pneumatiques, marquage et dimension(s) de la roue de l</w:t>
      </w:r>
      <w:r w:rsidR="004B0B6E">
        <w:t>’</w:t>
      </w:r>
      <w:r w:rsidRPr="002C2E4B">
        <w:t>équipement standard :</w:t>
      </w:r>
      <w:r w:rsidRPr="002C2E4B">
        <w:tab/>
      </w:r>
    </w:p>
    <w:p w14:paraId="05ABB7C0" w14:textId="77777777" w:rsidR="00BC7683" w:rsidRPr="002C2E4B" w:rsidRDefault="00BC7683" w:rsidP="003919B5">
      <w:pPr>
        <w:pStyle w:val="SingleTxtG"/>
        <w:tabs>
          <w:tab w:val="right" w:leader="dot" w:pos="8505"/>
        </w:tabs>
        <w:ind w:left="1701" w:hanging="567"/>
        <w:rPr>
          <w:szCs w:val="24"/>
        </w:rPr>
      </w:pPr>
      <w:r w:rsidRPr="002C2E4B">
        <w:rPr>
          <w:szCs w:val="24"/>
        </w:rPr>
        <w:t>9.</w:t>
      </w:r>
      <w:r w:rsidRPr="002C2E4B">
        <w:rPr>
          <w:szCs w:val="24"/>
          <w:lang w:eastAsia="ja-JP"/>
        </w:rPr>
        <w:t>3</w:t>
      </w:r>
      <w:r w:rsidRPr="002C2E4B">
        <w:rPr>
          <w:szCs w:val="24"/>
        </w:rPr>
        <w:tab/>
        <w:t>Description succincte du système de surveillance de la pression des pneumatiques</w:t>
      </w:r>
      <w:r w:rsidRPr="002C2E4B">
        <w:rPr>
          <w:szCs w:val="24"/>
          <w:vertAlign w:val="superscript"/>
        </w:rPr>
        <w:t>2</w:t>
      </w:r>
      <w:r w:rsidRPr="002C2E4B">
        <w:rPr>
          <w:szCs w:val="24"/>
        </w:rPr>
        <w:t>/système de regonflage des pneumatiques</w:t>
      </w:r>
      <w:r w:rsidRPr="002C2E4B">
        <w:rPr>
          <w:szCs w:val="24"/>
          <w:vertAlign w:val="superscript"/>
        </w:rPr>
        <w:t>2</w:t>
      </w:r>
      <w:r w:rsidRPr="002C2E4B">
        <w:rPr>
          <w:szCs w:val="24"/>
        </w:rPr>
        <w:t>/système central de gonflage des pneumatiques</w:t>
      </w:r>
      <w:r w:rsidRPr="002C2E4B">
        <w:rPr>
          <w:szCs w:val="24"/>
          <w:vertAlign w:val="superscript"/>
        </w:rPr>
        <w:t>2</w:t>
      </w:r>
      <w:r w:rsidRPr="002C2E4B">
        <w:rPr>
          <w:szCs w:val="24"/>
        </w:rPr>
        <w:t xml:space="preserve"> y compris les mesures mises en œuvre pour éviter l</w:t>
      </w:r>
      <w:r w:rsidR="004B0B6E">
        <w:rPr>
          <w:szCs w:val="24"/>
        </w:rPr>
        <w:t>’</w:t>
      </w:r>
      <w:r w:rsidRPr="002C2E4B">
        <w:rPr>
          <w:szCs w:val="24"/>
        </w:rPr>
        <w:t xml:space="preserve">activation </w:t>
      </w:r>
      <w:r>
        <w:rPr>
          <w:szCs w:val="24"/>
        </w:rPr>
        <w:t xml:space="preserve">intempestive </w:t>
      </w:r>
      <w:r w:rsidRPr="002C2E4B">
        <w:rPr>
          <w:szCs w:val="24"/>
        </w:rPr>
        <w:t xml:space="preserve">de la fonction de réinitialisation, conformément au </w:t>
      </w:r>
      <w:r>
        <w:rPr>
          <w:szCs w:val="24"/>
        </w:rPr>
        <w:t>paragraphe</w:t>
      </w:r>
      <w:r w:rsidRPr="002C2E4B">
        <w:rPr>
          <w:szCs w:val="24"/>
        </w:rPr>
        <w:t> 5.1</w:t>
      </w:r>
      <w:r>
        <w:rPr>
          <w:szCs w:val="24"/>
        </w:rPr>
        <w:t>.</w:t>
      </w:r>
      <w:r w:rsidRPr="002C2E4B">
        <w:rPr>
          <w:szCs w:val="24"/>
        </w:rPr>
        <w:t>6, le</w:t>
      </w:r>
      <w:r w:rsidR="00C27A83">
        <w:rPr>
          <w:szCs w:val="24"/>
        </w:rPr>
        <w:t> </w:t>
      </w:r>
      <w:r w:rsidRPr="002C2E4B">
        <w:rPr>
          <w:szCs w:val="24"/>
        </w:rPr>
        <w:t>cas échéant :</w:t>
      </w:r>
      <w:r w:rsidRPr="002C2E4B">
        <w:rPr>
          <w:szCs w:val="24"/>
        </w:rPr>
        <w:tab/>
      </w:r>
    </w:p>
    <w:p w14:paraId="27B504B6" w14:textId="77777777" w:rsidR="00BC7683" w:rsidRPr="002C2E4B" w:rsidRDefault="00BC7683" w:rsidP="00686B02">
      <w:pPr>
        <w:pStyle w:val="SingleTxtG"/>
        <w:rPr>
          <w:szCs w:val="24"/>
        </w:rPr>
      </w:pPr>
      <w:r w:rsidRPr="002C2E4B">
        <w:rPr>
          <w:szCs w:val="24"/>
        </w:rPr>
        <w:t>10.</w:t>
      </w:r>
      <w:r w:rsidRPr="002C2E4B">
        <w:rPr>
          <w:szCs w:val="24"/>
        </w:rPr>
        <w:tab/>
        <w:t xml:space="preserve">Résultat </w:t>
      </w:r>
      <w:r w:rsidRPr="00686B02">
        <w:t>des</w:t>
      </w:r>
      <w:r w:rsidRPr="002C2E4B">
        <w:rPr>
          <w:szCs w:val="24"/>
        </w:rPr>
        <w:t xml:space="preserve"> essais :</w:t>
      </w:r>
    </w:p>
    <w:p w14:paraId="66828A4A" w14:textId="77777777" w:rsidR="00BC7683" w:rsidRDefault="00BC7683" w:rsidP="00686B02">
      <w:pPr>
        <w:pStyle w:val="SingleTxtG"/>
        <w:rPr>
          <w:szCs w:val="24"/>
        </w:rPr>
      </w:pPr>
      <w:r w:rsidRPr="002C2E4B">
        <w:rPr>
          <w:szCs w:val="24"/>
        </w:rPr>
        <w:t>10.1</w:t>
      </w:r>
      <w:r w:rsidRPr="002C2E4B">
        <w:rPr>
          <w:szCs w:val="24"/>
        </w:rPr>
        <w:tab/>
      </w:r>
      <w:r w:rsidRPr="00686B02">
        <w:t>Conformément</w:t>
      </w:r>
      <w:r w:rsidRPr="002C2E4B">
        <w:rPr>
          <w:szCs w:val="24"/>
        </w:rPr>
        <w:t xml:space="preserve"> à l</w:t>
      </w:r>
      <w:r w:rsidR="004B0B6E">
        <w:rPr>
          <w:szCs w:val="24"/>
        </w:rPr>
        <w:t>’</w:t>
      </w:r>
      <w:r w:rsidRPr="002C2E4B">
        <w:rPr>
          <w:szCs w:val="24"/>
        </w:rPr>
        <w:t>annexe 3 (TPMS), le cas échéant</w:t>
      </w:r>
      <w:r w:rsidRPr="002C2E4B">
        <w:rPr>
          <w:szCs w:val="24"/>
          <w:vertAlign w:val="superscript"/>
        </w:rPr>
        <w:t>2</w:t>
      </w:r>
      <w:r w:rsidR="00686B02" w:rsidRPr="00686B02">
        <w:rPr>
          <w:szCs w:val="24"/>
        </w:rPr>
        <w:t> </w:t>
      </w:r>
      <w:r w:rsidRPr="002C2E4B">
        <w:rPr>
          <w:szCs w:val="24"/>
        </w:rPr>
        <w:t>:</w:t>
      </w:r>
    </w:p>
    <w:tbl>
      <w:tblPr>
        <w:tblW w:w="6803" w:type="dxa"/>
        <w:tblInd w:w="1701" w:type="dxa"/>
        <w:tblLayout w:type="fixed"/>
        <w:tblCellMar>
          <w:left w:w="0" w:type="dxa"/>
          <w:right w:w="0" w:type="dxa"/>
        </w:tblCellMar>
        <w:tblLook w:val="04A0" w:firstRow="1" w:lastRow="0" w:firstColumn="1" w:lastColumn="0" w:noHBand="0" w:noVBand="1"/>
      </w:tblPr>
      <w:tblGrid>
        <w:gridCol w:w="3828"/>
        <w:gridCol w:w="2975"/>
      </w:tblGrid>
      <w:tr w:rsidR="00C27A83" w:rsidRPr="00C27A83" w14:paraId="1FCC1D3B" w14:textId="77777777" w:rsidTr="00763012">
        <w:trPr>
          <w:tblHeader/>
        </w:trPr>
        <w:tc>
          <w:tcPr>
            <w:tcW w:w="3828"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3900205C" w14:textId="77777777" w:rsidR="00C27A83" w:rsidRPr="00CC3452" w:rsidRDefault="00C27A83" w:rsidP="00763012">
            <w:pPr>
              <w:suppressAutoHyphens w:val="0"/>
              <w:spacing w:before="80" w:after="80" w:line="200" w:lineRule="exact"/>
              <w:ind w:left="28"/>
              <w:rPr>
                <w:i/>
                <w:sz w:val="16"/>
              </w:rPr>
            </w:pPr>
          </w:p>
        </w:tc>
        <w:tc>
          <w:tcPr>
            <w:tcW w:w="2975"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hideMark/>
          </w:tcPr>
          <w:p w14:paraId="54E63D57" w14:textId="77777777" w:rsidR="00C27A83" w:rsidRPr="00C27A83" w:rsidRDefault="00C27A83" w:rsidP="00C27A83">
            <w:pPr>
              <w:suppressAutoHyphens w:val="0"/>
              <w:kinsoku/>
              <w:overflowPunct/>
              <w:autoSpaceDE/>
              <w:autoSpaceDN/>
              <w:adjustRightInd/>
              <w:snapToGrid/>
              <w:spacing w:before="80" w:after="80" w:line="200" w:lineRule="exact"/>
              <w:ind w:left="28" w:right="57"/>
              <w:jc w:val="right"/>
              <w:rPr>
                <w:i/>
                <w:sz w:val="16"/>
              </w:rPr>
            </w:pPr>
            <w:r w:rsidRPr="002C2E4B">
              <w:rPr>
                <w:i/>
                <w:sz w:val="16"/>
                <w:szCs w:val="16"/>
              </w:rPr>
              <w:t>Temps mesuré jusqu</w:t>
            </w:r>
            <w:r>
              <w:rPr>
                <w:i/>
                <w:sz w:val="16"/>
                <w:szCs w:val="16"/>
              </w:rPr>
              <w:t>’</w:t>
            </w:r>
            <w:r w:rsidRPr="002C2E4B">
              <w:rPr>
                <w:i/>
                <w:sz w:val="16"/>
                <w:szCs w:val="16"/>
              </w:rPr>
              <w:t xml:space="preserve">à </w:t>
            </w:r>
            <w:r w:rsidRPr="00C27A83">
              <w:rPr>
                <w:i/>
                <w:iCs/>
                <w:sz w:val="16"/>
                <w:szCs w:val="22"/>
              </w:rPr>
              <w:t>l’avertissement</w:t>
            </w:r>
            <w:r>
              <w:rPr>
                <w:i/>
                <w:sz w:val="16"/>
                <w:szCs w:val="16"/>
              </w:rPr>
              <w:t xml:space="preserve"> </w:t>
            </w:r>
            <w:r w:rsidRPr="002C2E4B">
              <w:rPr>
                <w:i/>
                <w:sz w:val="16"/>
                <w:szCs w:val="16"/>
              </w:rPr>
              <w:t>(</w:t>
            </w:r>
            <w:proofErr w:type="spellStart"/>
            <w:r w:rsidRPr="002C2E4B">
              <w:rPr>
                <w:i/>
                <w:sz w:val="16"/>
                <w:szCs w:val="16"/>
              </w:rPr>
              <w:t>min,s</w:t>
            </w:r>
            <w:proofErr w:type="spellEnd"/>
            <w:r w:rsidRPr="002C2E4B">
              <w:rPr>
                <w:i/>
                <w:sz w:val="16"/>
                <w:szCs w:val="16"/>
              </w:rPr>
              <w:t>)</w:t>
            </w:r>
          </w:p>
        </w:tc>
      </w:tr>
      <w:tr w:rsidR="00C27A83" w:rsidRPr="00CC3452" w14:paraId="5B9EB752" w14:textId="77777777" w:rsidTr="00763012">
        <w:tc>
          <w:tcPr>
            <w:tcW w:w="3828"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hideMark/>
          </w:tcPr>
          <w:p w14:paraId="748A261D" w14:textId="77777777" w:rsidR="00C27A83" w:rsidRPr="00CC3452" w:rsidRDefault="00C27A83" w:rsidP="00763012">
            <w:pPr>
              <w:suppressAutoHyphens w:val="0"/>
              <w:spacing w:before="40" w:after="40" w:line="220" w:lineRule="exact"/>
              <w:rPr>
                <w:sz w:val="18"/>
                <w:lang w:val="en-US"/>
              </w:rPr>
            </w:pPr>
            <w:r>
              <w:t>“</w:t>
            </w:r>
            <w:r w:rsidRPr="003C07E0">
              <w:rPr>
                <w:sz w:val="18"/>
                <w:szCs w:val="18"/>
              </w:rPr>
              <w:t>Essai de crevaison</w:t>
            </w:r>
            <w:r>
              <w:t>”</w:t>
            </w:r>
          </w:p>
        </w:tc>
        <w:tc>
          <w:tcPr>
            <w:tcW w:w="2975" w:type="dxa"/>
            <w:tcBorders>
              <w:top w:val="single" w:sz="12"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2E523E3" w14:textId="77777777" w:rsidR="00C27A83" w:rsidRPr="00CC3452" w:rsidRDefault="00C27A83" w:rsidP="00763012">
            <w:pPr>
              <w:suppressAutoHyphens w:val="0"/>
              <w:spacing w:before="40" w:after="40" w:line="220" w:lineRule="exact"/>
              <w:jc w:val="right"/>
              <w:rPr>
                <w:sz w:val="18"/>
                <w:lang w:val="en-GB"/>
              </w:rPr>
            </w:pPr>
          </w:p>
        </w:tc>
      </w:tr>
      <w:tr w:rsidR="00C27A83" w:rsidRPr="00CC3452" w14:paraId="03D1BC13" w14:textId="77777777" w:rsidTr="00763012">
        <w:tc>
          <w:tcPr>
            <w:tcW w:w="382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14:paraId="72EBA85E" w14:textId="77777777" w:rsidR="00C27A83" w:rsidRPr="00CC3452" w:rsidRDefault="00C27A83" w:rsidP="00763012">
            <w:pPr>
              <w:suppressAutoHyphens w:val="0"/>
              <w:spacing w:before="40" w:after="40" w:line="220" w:lineRule="exact"/>
              <w:rPr>
                <w:sz w:val="18"/>
                <w:lang w:val="en-US"/>
              </w:rPr>
            </w:pPr>
            <w:r>
              <w:t>“</w:t>
            </w:r>
            <w:r w:rsidRPr="003C07E0">
              <w:rPr>
                <w:sz w:val="18"/>
                <w:szCs w:val="18"/>
              </w:rPr>
              <w:t>Essai de défaut d</w:t>
            </w:r>
            <w:r>
              <w:rPr>
                <w:sz w:val="18"/>
                <w:szCs w:val="18"/>
              </w:rPr>
              <w:t>’</w:t>
            </w:r>
            <w:r w:rsidRPr="003C07E0">
              <w:rPr>
                <w:sz w:val="18"/>
                <w:szCs w:val="18"/>
              </w:rPr>
              <w:t>étanchéité</w:t>
            </w:r>
            <w:r>
              <w:t>”</w:t>
            </w:r>
          </w:p>
        </w:tc>
        <w:tc>
          <w:tcPr>
            <w:tcW w:w="2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55A70759" w14:textId="77777777" w:rsidR="00C27A83" w:rsidRPr="00CC3452" w:rsidRDefault="00C27A83" w:rsidP="00763012">
            <w:pPr>
              <w:suppressAutoHyphens w:val="0"/>
              <w:spacing w:before="40" w:after="40" w:line="220" w:lineRule="exact"/>
              <w:jc w:val="right"/>
              <w:rPr>
                <w:sz w:val="18"/>
                <w:lang w:val="en-GB"/>
              </w:rPr>
            </w:pPr>
          </w:p>
        </w:tc>
      </w:tr>
      <w:tr w:rsidR="00C27A83" w:rsidRPr="00CC3452" w14:paraId="405805E5" w14:textId="77777777" w:rsidTr="00763012">
        <w:tc>
          <w:tcPr>
            <w:tcW w:w="3828"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hideMark/>
          </w:tcPr>
          <w:p w14:paraId="2028D71B" w14:textId="77777777" w:rsidR="00C27A83" w:rsidRPr="00C27A83" w:rsidRDefault="00C27A83" w:rsidP="00763012">
            <w:pPr>
              <w:suppressAutoHyphens w:val="0"/>
              <w:spacing w:before="40" w:after="40" w:line="220" w:lineRule="exact"/>
              <w:rPr>
                <w:sz w:val="18"/>
              </w:rPr>
            </w:pPr>
            <w:r>
              <w:t>“</w:t>
            </w:r>
            <w:r w:rsidRPr="003C07E0">
              <w:rPr>
                <w:sz w:val="18"/>
                <w:szCs w:val="18"/>
              </w:rPr>
              <w:t>Essai de défaut de fonctionnement</w:t>
            </w:r>
            <w:r>
              <w:t>”</w:t>
            </w:r>
          </w:p>
        </w:tc>
        <w:tc>
          <w:tcPr>
            <w:tcW w:w="2975"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59D0F51B" w14:textId="77777777" w:rsidR="00C27A83" w:rsidRPr="00C27A83" w:rsidRDefault="00C27A83" w:rsidP="00763012">
            <w:pPr>
              <w:suppressAutoHyphens w:val="0"/>
              <w:spacing w:before="40" w:after="40" w:line="220" w:lineRule="exact"/>
              <w:jc w:val="right"/>
              <w:rPr>
                <w:sz w:val="18"/>
              </w:rPr>
            </w:pPr>
          </w:p>
        </w:tc>
      </w:tr>
    </w:tbl>
    <w:p w14:paraId="0BE6EA0D" w14:textId="77777777" w:rsidR="00BC7683" w:rsidRDefault="00BC7683" w:rsidP="00686B02">
      <w:pPr>
        <w:pStyle w:val="SingleTxtG"/>
        <w:spacing w:before="240"/>
        <w:rPr>
          <w:szCs w:val="24"/>
        </w:rPr>
      </w:pPr>
      <w:r w:rsidRPr="003C07E0">
        <w:rPr>
          <w:szCs w:val="24"/>
        </w:rPr>
        <w:t>10.2</w:t>
      </w:r>
      <w:r w:rsidRPr="003C07E0">
        <w:rPr>
          <w:szCs w:val="24"/>
        </w:rPr>
        <w:tab/>
        <w:t>Conformément à l</w:t>
      </w:r>
      <w:r w:rsidR="004B0B6E">
        <w:rPr>
          <w:szCs w:val="24"/>
        </w:rPr>
        <w:t>’</w:t>
      </w:r>
      <w:r w:rsidRPr="003C07E0">
        <w:rPr>
          <w:szCs w:val="24"/>
        </w:rPr>
        <w:t xml:space="preserve">annexe 4 </w:t>
      </w:r>
      <w:r>
        <w:rPr>
          <w:szCs w:val="24"/>
        </w:rPr>
        <w:t xml:space="preserve">du présent Règlement </w:t>
      </w:r>
      <w:r w:rsidRPr="003C07E0">
        <w:rPr>
          <w:szCs w:val="24"/>
        </w:rPr>
        <w:t>(TPRS/CTIS), le cas échéant</w:t>
      </w:r>
      <w:r w:rsidRPr="003C07E0">
        <w:rPr>
          <w:szCs w:val="24"/>
          <w:vertAlign w:val="superscript"/>
        </w:rPr>
        <w:t>2</w:t>
      </w:r>
      <w:r w:rsidR="00686B02" w:rsidRPr="00686B02">
        <w:rPr>
          <w:szCs w:val="24"/>
        </w:rPr>
        <w:t> </w:t>
      </w:r>
      <w:r w:rsidRPr="003C07E0">
        <w:rPr>
          <w:szCs w:val="24"/>
        </w:rPr>
        <w:t>:</w:t>
      </w:r>
    </w:p>
    <w:tbl>
      <w:tblPr>
        <w:tblW w:w="0" w:type="auto"/>
        <w:tblInd w:w="1703" w:type="dxa"/>
        <w:tblLayout w:type="fixed"/>
        <w:tblCellMar>
          <w:left w:w="0" w:type="dxa"/>
          <w:right w:w="0" w:type="dxa"/>
        </w:tblCellMar>
        <w:tblLook w:val="04A0" w:firstRow="1" w:lastRow="0" w:firstColumn="1" w:lastColumn="0" w:noHBand="0" w:noVBand="1"/>
      </w:tblPr>
      <w:tblGrid>
        <w:gridCol w:w="1980"/>
        <w:gridCol w:w="1559"/>
        <w:gridCol w:w="1418"/>
        <w:gridCol w:w="1842"/>
      </w:tblGrid>
      <w:tr w:rsidR="00686B02" w:rsidRPr="003C07E0" w14:paraId="0EA975ED" w14:textId="77777777" w:rsidTr="00776851">
        <w:trPr>
          <w:trHeight w:val="567"/>
        </w:trPr>
        <w:tc>
          <w:tcPr>
            <w:tcW w:w="1980" w:type="dxa"/>
            <w:tcBorders>
              <w:top w:val="single" w:sz="2" w:space="0" w:color="auto"/>
              <w:left w:val="single" w:sz="2" w:space="0" w:color="auto"/>
              <w:bottom w:val="single" w:sz="12" w:space="0" w:color="auto"/>
              <w:right w:val="single" w:sz="2" w:space="0" w:color="auto"/>
            </w:tcBorders>
          </w:tcPr>
          <w:p w14:paraId="34ADAF9E" w14:textId="77777777" w:rsidR="00686B02" w:rsidRPr="003C07E0" w:rsidRDefault="00686B02" w:rsidP="00E949AD">
            <w:pPr>
              <w:tabs>
                <w:tab w:val="left" w:pos="1134"/>
              </w:tabs>
              <w:ind w:left="1134" w:hanging="1134"/>
              <w:rPr>
                <w:szCs w:val="24"/>
              </w:rPr>
            </w:pPr>
          </w:p>
        </w:tc>
        <w:tc>
          <w:tcPr>
            <w:tcW w:w="1559" w:type="dxa"/>
            <w:tcBorders>
              <w:top w:val="single" w:sz="2" w:space="0" w:color="auto"/>
              <w:left w:val="single" w:sz="2" w:space="0" w:color="auto"/>
              <w:bottom w:val="single" w:sz="12" w:space="0" w:color="auto"/>
              <w:right w:val="single" w:sz="2" w:space="0" w:color="auto"/>
            </w:tcBorders>
            <w:hideMark/>
          </w:tcPr>
          <w:p w14:paraId="06371166" w14:textId="77777777" w:rsidR="00C27A83" w:rsidRDefault="00686B02" w:rsidP="00C27A83">
            <w:pPr>
              <w:suppressAutoHyphens w:val="0"/>
              <w:kinsoku/>
              <w:overflowPunct/>
              <w:autoSpaceDE/>
              <w:autoSpaceDN/>
              <w:adjustRightInd/>
              <w:snapToGrid/>
              <w:spacing w:before="80" w:after="80" w:line="200" w:lineRule="exact"/>
              <w:ind w:left="28" w:right="57"/>
              <w:jc w:val="right"/>
              <w:rPr>
                <w:i/>
                <w:sz w:val="16"/>
                <w:szCs w:val="16"/>
              </w:rPr>
            </w:pPr>
            <w:r w:rsidRPr="003C07E0">
              <w:rPr>
                <w:i/>
                <w:sz w:val="16"/>
                <w:szCs w:val="16"/>
              </w:rPr>
              <w:t>Début du regonflage</w:t>
            </w:r>
          </w:p>
          <w:p w14:paraId="09A33719" w14:textId="77777777" w:rsidR="00686B02" w:rsidRPr="003C07E0" w:rsidRDefault="00686B02" w:rsidP="00776851">
            <w:pPr>
              <w:suppressAutoHyphens w:val="0"/>
              <w:kinsoku/>
              <w:overflowPunct/>
              <w:autoSpaceDE/>
              <w:autoSpaceDN/>
              <w:adjustRightInd/>
              <w:snapToGrid/>
              <w:spacing w:before="280" w:after="80" w:line="200" w:lineRule="exact"/>
              <w:ind w:left="28" w:right="57"/>
              <w:jc w:val="right"/>
              <w:rPr>
                <w:szCs w:val="24"/>
              </w:rPr>
            </w:pPr>
            <w:r w:rsidRPr="003C07E0">
              <w:rPr>
                <w:i/>
                <w:sz w:val="16"/>
                <w:szCs w:val="16"/>
              </w:rPr>
              <w:t>Temps [s]</w:t>
            </w:r>
          </w:p>
        </w:tc>
        <w:tc>
          <w:tcPr>
            <w:tcW w:w="1418" w:type="dxa"/>
            <w:tcBorders>
              <w:top w:val="single" w:sz="2" w:space="0" w:color="auto"/>
              <w:left w:val="single" w:sz="2" w:space="0" w:color="auto"/>
              <w:bottom w:val="single" w:sz="12" w:space="0" w:color="auto"/>
              <w:right w:val="single" w:sz="2" w:space="0" w:color="auto"/>
            </w:tcBorders>
          </w:tcPr>
          <w:p w14:paraId="558560AB" w14:textId="77777777" w:rsidR="00C27A83" w:rsidRDefault="00686B02" w:rsidP="00C27A83">
            <w:pPr>
              <w:suppressAutoHyphens w:val="0"/>
              <w:kinsoku/>
              <w:overflowPunct/>
              <w:autoSpaceDE/>
              <w:autoSpaceDN/>
              <w:adjustRightInd/>
              <w:snapToGrid/>
              <w:spacing w:before="80" w:after="80" w:line="200" w:lineRule="exact"/>
              <w:ind w:left="28" w:right="57"/>
              <w:jc w:val="right"/>
              <w:rPr>
                <w:i/>
                <w:sz w:val="16"/>
                <w:szCs w:val="16"/>
                <w:lang w:val="en-US"/>
              </w:rPr>
            </w:pPr>
            <w:r w:rsidRPr="00C27A83">
              <w:rPr>
                <w:i/>
                <w:sz w:val="16"/>
                <w:szCs w:val="16"/>
              </w:rPr>
              <w:t>Regonflage</w:t>
            </w:r>
            <w:r>
              <w:rPr>
                <w:i/>
                <w:sz w:val="16"/>
                <w:szCs w:val="16"/>
                <w:lang w:val="en-US"/>
              </w:rPr>
              <w:t xml:space="preserve"> </w:t>
            </w:r>
            <w:proofErr w:type="spellStart"/>
            <w:r>
              <w:rPr>
                <w:i/>
                <w:sz w:val="16"/>
                <w:szCs w:val="16"/>
                <w:lang w:val="en-US"/>
              </w:rPr>
              <w:t>achevé</w:t>
            </w:r>
            <w:proofErr w:type="spellEnd"/>
          </w:p>
          <w:p w14:paraId="78DA6EDD" w14:textId="77777777" w:rsidR="00686B02" w:rsidRPr="00E16EAA" w:rsidRDefault="00686B02" w:rsidP="00776851">
            <w:pPr>
              <w:suppressAutoHyphens w:val="0"/>
              <w:kinsoku/>
              <w:overflowPunct/>
              <w:autoSpaceDE/>
              <w:autoSpaceDN/>
              <w:adjustRightInd/>
              <w:snapToGrid/>
              <w:spacing w:before="280" w:after="80" w:line="200" w:lineRule="exact"/>
              <w:ind w:left="28" w:right="57"/>
              <w:jc w:val="right"/>
              <w:rPr>
                <w:i/>
                <w:sz w:val="16"/>
                <w:szCs w:val="16"/>
                <w:lang w:val="en-US"/>
              </w:rPr>
            </w:pPr>
            <w:r w:rsidRPr="003C07E0">
              <w:rPr>
                <w:i/>
                <w:sz w:val="16"/>
                <w:szCs w:val="16"/>
              </w:rPr>
              <w:t>Temps</w:t>
            </w:r>
            <w:r w:rsidRPr="003C07E0">
              <w:rPr>
                <w:i/>
                <w:sz w:val="16"/>
                <w:szCs w:val="16"/>
                <w:lang w:val="en-US"/>
              </w:rPr>
              <w:t xml:space="preserve"> </w:t>
            </w:r>
            <w:r w:rsidRPr="00E16EAA">
              <w:rPr>
                <w:i/>
                <w:sz w:val="16"/>
                <w:szCs w:val="16"/>
                <w:lang w:val="en-US"/>
              </w:rPr>
              <w:t>[s]</w:t>
            </w:r>
          </w:p>
        </w:tc>
        <w:tc>
          <w:tcPr>
            <w:tcW w:w="1842" w:type="dxa"/>
            <w:tcBorders>
              <w:top w:val="single" w:sz="2" w:space="0" w:color="auto"/>
              <w:left w:val="single" w:sz="2" w:space="0" w:color="auto"/>
              <w:bottom w:val="single" w:sz="12" w:space="0" w:color="auto"/>
              <w:right w:val="single" w:sz="2" w:space="0" w:color="auto"/>
            </w:tcBorders>
          </w:tcPr>
          <w:p w14:paraId="6EDBFFF4" w14:textId="77777777" w:rsidR="00776851" w:rsidRDefault="00686B02" w:rsidP="00776851">
            <w:pPr>
              <w:suppressAutoHyphens w:val="0"/>
              <w:kinsoku/>
              <w:overflowPunct/>
              <w:autoSpaceDE/>
              <w:autoSpaceDN/>
              <w:adjustRightInd/>
              <w:snapToGrid/>
              <w:spacing w:before="80" w:after="80" w:line="200" w:lineRule="exact"/>
              <w:ind w:left="28" w:right="57"/>
              <w:jc w:val="right"/>
              <w:rPr>
                <w:i/>
                <w:sz w:val="16"/>
                <w:szCs w:val="16"/>
              </w:rPr>
            </w:pPr>
            <w:r w:rsidRPr="003C07E0">
              <w:rPr>
                <w:i/>
                <w:sz w:val="16"/>
                <w:szCs w:val="16"/>
              </w:rPr>
              <w:t>Témoi</w:t>
            </w:r>
            <w:r>
              <w:rPr>
                <w:i/>
                <w:sz w:val="16"/>
                <w:szCs w:val="16"/>
              </w:rPr>
              <w:t>n</w:t>
            </w:r>
            <w:r w:rsidRPr="003C07E0">
              <w:rPr>
                <w:i/>
                <w:sz w:val="16"/>
                <w:szCs w:val="16"/>
              </w:rPr>
              <w:t xml:space="preserve"> de défaut </w:t>
            </w:r>
            <w:r>
              <w:rPr>
                <w:i/>
                <w:sz w:val="16"/>
                <w:szCs w:val="16"/>
              </w:rPr>
              <w:t>de fonctionnement allumé</w:t>
            </w:r>
          </w:p>
          <w:p w14:paraId="08F73499" w14:textId="77777777" w:rsidR="00686B02" w:rsidRPr="003C07E0" w:rsidRDefault="00686B02" w:rsidP="00776851">
            <w:pPr>
              <w:suppressAutoHyphens w:val="0"/>
              <w:kinsoku/>
              <w:overflowPunct/>
              <w:autoSpaceDE/>
              <w:autoSpaceDN/>
              <w:adjustRightInd/>
              <w:snapToGrid/>
              <w:spacing w:before="80" w:after="80" w:line="200" w:lineRule="exact"/>
              <w:ind w:left="28" w:right="57"/>
              <w:jc w:val="right"/>
              <w:rPr>
                <w:i/>
                <w:sz w:val="16"/>
                <w:szCs w:val="16"/>
              </w:rPr>
            </w:pPr>
            <w:r w:rsidRPr="003C07E0">
              <w:rPr>
                <w:i/>
                <w:sz w:val="16"/>
                <w:szCs w:val="16"/>
              </w:rPr>
              <w:t>Temps</w:t>
            </w:r>
            <w:r w:rsidRPr="003C07E0">
              <w:rPr>
                <w:i/>
                <w:sz w:val="16"/>
                <w:szCs w:val="16"/>
                <w:lang w:val="en-US"/>
              </w:rPr>
              <w:t xml:space="preserve"> [s]</w:t>
            </w:r>
            <w:r w:rsidRPr="003C07E0">
              <w:rPr>
                <w:i/>
                <w:sz w:val="16"/>
                <w:szCs w:val="16"/>
              </w:rPr>
              <w:t xml:space="preserve"> </w:t>
            </w:r>
          </w:p>
        </w:tc>
      </w:tr>
      <w:tr w:rsidR="00686B02" w:rsidRPr="00E16EAA" w14:paraId="0C845CCB" w14:textId="77777777" w:rsidTr="00776851">
        <w:trPr>
          <w:trHeight w:hRule="exact" w:val="389"/>
        </w:trPr>
        <w:tc>
          <w:tcPr>
            <w:tcW w:w="1980" w:type="dxa"/>
            <w:tcBorders>
              <w:top w:val="single" w:sz="12" w:space="0" w:color="auto"/>
              <w:left w:val="single" w:sz="2" w:space="0" w:color="auto"/>
              <w:bottom w:val="single" w:sz="4" w:space="0" w:color="auto"/>
              <w:right w:val="single" w:sz="2" w:space="0" w:color="auto"/>
            </w:tcBorders>
            <w:hideMark/>
          </w:tcPr>
          <w:p w14:paraId="161DBC3F" w14:textId="77777777" w:rsidR="00686B02" w:rsidRPr="003C07E0" w:rsidRDefault="00C27A83" w:rsidP="00776851">
            <w:pPr>
              <w:kinsoku/>
              <w:overflowPunct/>
              <w:autoSpaceDE/>
              <w:autoSpaceDN/>
              <w:adjustRightInd/>
              <w:snapToGrid/>
              <w:spacing w:before="40" w:after="40" w:line="220" w:lineRule="exact"/>
              <w:ind w:left="57"/>
              <w:rPr>
                <w:sz w:val="18"/>
                <w:szCs w:val="18"/>
                <w:lang w:val="en-GB"/>
              </w:rPr>
            </w:pPr>
            <w:r>
              <w:t>“</w:t>
            </w:r>
            <w:r w:rsidR="00686B02" w:rsidRPr="003C07E0">
              <w:rPr>
                <w:sz w:val="18"/>
                <w:szCs w:val="18"/>
              </w:rPr>
              <w:t>Fonction de regonflage</w:t>
            </w:r>
            <w:r>
              <w:t>”</w:t>
            </w:r>
          </w:p>
        </w:tc>
        <w:tc>
          <w:tcPr>
            <w:tcW w:w="1559" w:type="dxa"/>
            <w:tcBorders>
              <w:top w:val="single" w:sz="12" w:space="0" w:color="auto"/>
              <w:left w:val="single" w:sz="2" w:space="0" w:color="auto"/>
              <w:bottom w:val="single" w:sz="4" w:space="0" w:color="auto"/>
              <w:right w:val="single" w:sz="2" w:space="0" w:color="auto"/>
            </w:tcBorders>
          </w:tcPr>
          <w:p w14:paraId="0DCB8ABE" w14:textId="77777777" w:rsidR="00686B02" w:rsidRPr="00E16EAA" w:rsidRDefault="00686B02" w:rsidP="00C27A83">
            <w:pPr>
              <w:tabs>
                <w:tab w:val="left" w:pos="1134"/>
              </w:tabs>
              <w:spacing w:before="40" w:after="40" w:line="220" w:lineRule="exact"/>
              <w:ind w:left="1134" w:hanging="1134"/>
              <w:rPr>
                <w:szCs w:val="24"/>
                <w:lang w:val="en-GB"/>
              </w:rPr>
            </w:pPr>
          </w:p>
        </w:tc>
        <w:tc>
          <w:tcPr>
            <w:tcW w:w="1418" w:type="dxa"/>
            <w:tcBorders>
              <w:top w:val="single" w:sz="12" w:space="0" w:color="auto"/>
              <w:left w:val="single" w:sz="2" w:space="0" w:color="auto"/>
              <w:bottom w:val="single" w:sz="4" w:space="0" w:color="auto"/>
              <w:right w:val="single" w:sz="2" w:space="0" w:color="auto"/>
            </w:tcBorders>
          </w:tcPr>
          <w:p w14:paraId="549643EF" w14:textId="77777777" w:rsidR="00686B02" w:rsidRPr="00E16EAA" w:rsidRDefault="00686B02" w:rsidP="00C27A83">
            <w:pPr>
              <w:tabs>
                <w:tab w:val="left" w:pos="1134"/>
              </w:tabs>
              <w:spacing w:before="40" w:after="40" w:line="220" w:lineRule="exact"/>
              <w:ind w:left="1134" w:hanging="1134"/>
              <w:rPr>
                <w:szCs w:val="24"/>
                <w:highlight w:val="green"/>
                <w:lang w:val="en-GB"/>
              </w:rPr>
            </w:pPr>
          </w:p>
        </w:tc>
        <w:tc>
          <w:tcPr>
            <w:tcW w:w="1842" w:type="dxa"/>
            <w:tcBorders>
              <w:top w:val="single" w:sz="12" w:space="0" w:color="auto"/>
              <w:left w:val="single" w:sz="2" w:space="0" w:color="auto"/>
              <w:bottom w:val="single" w:sz="4" w:space="0" w:color="auto"/>
              <w:right w:val="single" w:sz="2" w:space="0" w:color="auto"/>
            </w:tcBorders>
          </w:tcPr>
          <w:p w14:paraId="23B90869" w14:textId="77777777" w:rsidR="00686B02" w:rsidRPr="00E16EAA" w:rsidRDefault="00686B02" w:rsidP="00C27A83">
            <w:pPr>
              <w:tabs>
                <w:tab w:val="left" w:pos="1134"/>
              </w:tabs>
              <w:spacing w:before="40" w:after="40" w:line="220" w:lineRule="exact"/>
              <w:ind w:left="1134" w:hanging="1134"/>
              <w:rPr>
                <w:szCs w:val="24"/>
                <w:highlight w:val="green"/>
                <w:lang w:val="en-GB"/>
              </w:rPr>
            </w:pPr>
            <w:r>
              <w:rPr>
                <w:noProof/>
              </w:rPr>
              <mc:AlternateContent>
                <mc:Choice Requires="wps">
                  <w:drawing>
                    <wp:anchor distT="0" distB="0" distL="114300" distR="114300" simplePos="0" relativeHeight="251671552" behindDoc="0" locked="0" layoutInCell="1" allowOverlap="1" wp14:anchorId="2A11B92B" wp14:editId="04F96231">
                      <wp:simplePos x="0" y="0"/>
                      <wp:positionH relativeFrom="column">
                        <wp:posOffset>147173</wp:posOffset>
                      </wp:positionH>
                      <wp:positionV relativeFrom="paragraph">
                        <wp:posOffset>62621</wp:posOffset>
                      </wp:positionV>
                      <wp:extent cx="851096" cy="125632"/>
                      <wp:effectExtent l="0" t="0" r="25400" b="27305"/>
                      <wp:wrapNone/>
                      <wp:docPr id="24"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51096" cy="125632"/>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032132" id="Gerader Verbinder 3"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pt,4.95pt" to="78.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" strokecolor="windowText">
                      <v:stroke joinstyle="miter"/>
                      <o:lock v:ext="edit" shapetype="f"/>
                    </v:line>
                  </w:pict>
                </mc:Fallback>
              </mc:AlternateContent>
            </w:r>
          </w:p>
        </w:tc>
      </w:tr>
      <w:tr w:rsidR="00686B02" w:rsidRPr="00E16EAA" w14:paraId="14DBDFC0" w14:textId="77777777" w:rsidTr="00776851">
        <w:trPr>
          <w:trHeight w:hRule="exact" w:val="476"/>
        </w:trPr>
        <w:tc>
          <w:tcPr>
            <w:tcW w:w="1980" w:type="dxa"/>
            <w:tcBorders>
              <w:top w:val="single" w:sz="4" w:space="0" w:color="auto"/>
              <w:left w:val="single" w:sz="4" w:space="0" w:color="auto"/>
              <w:bottom w:val="single" w:sz="12" w:space="0" w:color="auto"/>
              <w:right w:val="single" w:sz="4" w:space="0" w:color="auto"/>
            </w:tcBorders>
            <w:hideMark/>
          </w:tcPr>
          <w:p w14:paraId="4CE89782" w14:textId="77777777" w:rsidR="00686B02" w:rsidRPr="004A5D2D" w:rsidRDefault="00C27A83" w:rsidP="00776851">
            <w:pPr>
              <w:kinsoku/>
              <w:overflowPunct/>
              <w:autoSpaceDE/>
              <w:autoSpaceDN/>
              <w:adjustRightInd/>
              <w:snapToGrid/>
              <w:spacing w:before="40" w:after="40" w:line="220" w:lineRule="exact"/>
              <w:ind w:left="57"/>
              <w:rPr>
                <w:sz w:val="18"/>
                <w:szCs w:val="18"/>
              </w:rPr>
            </w:pPr>
            <w:r>
              <w:t>“</w:t>
            </w:r>
            <w:r w:rsidR="00686B02" w:rsidRPr="004A5D2D">
              <w:rPr>
                <w:sz w:val="18"/>
                <w:szCs w:val="18"/>
              </w:rPr>
              <w:t xml:space="preserve">Témoin </w:t>
            </w:r>
            <w:r w:rsidR="00686B02" w:rsidRPr="00C27A83">
              <w:rPr>
                <w:sz w:val="18"/>
                <w:szCs w:val="22"/>
              </w:rPr>
              <w:t>de</w:t>
            </w:r>
            <w:r w:rsidR="00686B02" w:rsidRPr="004A5D2D">
              <w:rPr>
                <w:sz w:val="18"/>
                <w:szCs w:val="18"/>
              </w:rPr>
              <w:t xml:space="preserve"> défaut </w:t>
            </w:r>
            <w:r w:rsidR="00776851">
              <w:rPr>
                <w:sz w:val="18"/>
                <w:szCs w:val="18"/>
              </w:rPr>
              <w:br/>
            </w:r>
            <w:r w:rsidR="00686B02" w:rsidRPr="004A5D2D">
              <w:rPr>
                <w:sz w:val="18"/>
                <w:szCs w:val="18"/>
              </w:rPr>
              <w:t>de</w:t>
            </w:r>
            <w:r>
              <w:rPr>
                <w:sz w:val="18"/>
                <w:szCs w:val="18"/>
              </w:rPr>
              <w:t xml:space="preserve"> </w:t>
            </w:r>
            <w:r w:rsidR="00686B02" w:rsidRPr="004A5D2D">
              <w:rPr>
                <w:sz w:val="18"/>
                <w:szCs w:val="18"/>
              </w:rPr>
              <w:t>fonctionnemen</w:t>
            </w:r>
            <w:r w:rsidR="00686B02">
              <w:rPr>
                <w:sz w:val="18"/>
                <w:szCs w:val="18"/>
              </w:rPr>
              <w:t>t</w:t>
            </w:r>
            <w:r>
              <w:t>”</w:t>
            </w:r>
          </w:p>
        </w:tc>
        <w:tc>
          <w:tcPr>
            <w:tcW w:w="1559" w:type="dxa"/>
            <w:tcBorders>
              <w:top w:val="single" w:sz="4" w:space="0" w:color="auto"/>
              <w:left w:val="single" w:sz="4" w:space="0" w:color="auto"/>
              <w:bottom w:val="single" w:sz="12" w:space="0" w:color="auto"/>
              <w:right w:val="single" w:sz="4" w:space="0" w:color="auto"/>
            </w:tcBorders>
          </w:tcPr>
          <w:p w14:paraId="1209462C" w14:textId="77777777" w:rsidR="00686B02" w:rsidRPr="003C07E0" w:rsidRDefault="00686B02" w:rsidP="00C27A83">
            <w:pPr>
              <w:tabs>
                <w:tab w:val="left" w:pos="1134"/>
              </w:tabs>
              <w:spacing w:before="40" w:after="40" w:line="220" w:lineRule="exact"/>
              <w:ind w:left="1134" w:hanging="1134"/>
              <w:rPr>
                <w:szCs w:val="24"/>
              </w:rPr>
            </w:pPr>
          </w:p>
        </w:tc>
        <w:tc>
          <w:tcPr>
            <w:tcW w:w="1418" w:type="dxa"/>
            <w:tcBorders>
              <w:top w:val="single" w:sz="4" w:space="0" w:color="auto"/>
              <w:left w:val="single" w:sz="4" w:space="0" w:color="auto"/>
              <w:bottom w:val="single" w:sz="12" w:space="0" w:color="auto"/>
              <w:right w:val="single" w:sz="4" w:space="0" w:color="auto"/>
            </w:tcBorders>
          </w:tcPr>
          <w:p w14:paraId="08D5C7B3" w14:textId="77777777" w:rsidR="00686B02" w:rsidRPr="003C07E0" w:rsidRDefault="00686B02" w:rsidP="00C27A83">
            <w:pPr>
              <w:tabs>
                <w:tab w:val="left" w:pos="1134"/>
              </w:tabs>
              <w:spacing w:before="40" w:after="40" w:line="220" w:lineRule="exact"/>
              <w:ind w:left="1134" w:hanging="1134"/>
              <w:rPr>
                <w:szCs w:val="24"/>
              </w:rPr>
            </w:pPr>
            <w:r>
              <w:rPr>
                <w:noProof/>
              </w:rPr>
              <mc:AlternateContent>
                <mc:Choice Requires="wps">
                  <w:drawing>
                    <wp:anchor distT="0" distB="0" distL="114300" distR="114300" simplePos="0" relativeHeight="251672576" behindDoc="0" locked="0" layoutInCell="1" allowOverlap="1" wp14:anchorId="6E38B4C9" wp14:editId="107C6BB3">
                      <wp:simplePos x="0" y="0"/>
                      <wp:positionH relativeFrom="column">
                        <wp:posOffset>13628</wp:posOffset>
                      </wp:positionH>
                      <wp:positionV relativeFrom="paragraph">
                        <wp:posOffset>42496</wp:posOffset>
                      </wp:positionV>
                      <wp:extent cx="844062" cy="174869"/>
                      <wp:effectExtent l="0" t="0" r="32385" b="34925"/>
                      <wp:wrapNone/>
                      <wp:docPr id="26"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44062" cy="174869"/>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AD533BA" id="Gerader Verbinder 5"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3.35pt" to="6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" strokecolor="windowText">
                      <v:stroke joinstyle="miter"/>
                      <o:lock v:ext="edit" shapetype="f"/>
                    </v:line>
                  </w:pict>
                </mc:Fallback>
              </mc:AlternateContent>
            </w:r>
          </w:p>
        </w:tc>
        <w:tc>
          <w:tcPr>
            <w:tcW w:w="1842" w:type="dxa"/>
            <w:tcBorders>
              <w:top w:val="single" w:sz="4" w:space="0" w:color="auto"/>
              <w:left w:val="single" w:sz="4" w:space="0" w:color="auto"/>
              <w:bottom w:val="single" w:sz="12" w:space="0" w:color="auto"/>
              <w:right w:val="single" w:sz="4" w:space="0" w:color="auto"/>
            </w:tcBorders>
          </w:tcPr>
          <w:p w14:paraId="0C5ADCF8" w14:textId="77777777" w:rsidR="00686B02" w:rsidRPr="003C07E0" w:rsidRDefault="00686B02" w:rsidP="00C27A83">
            <w:pPr>
              <w:tabs>
                <w:tab w:val="left" w:pos="1134"/>
              </w:tabs>
              <w:spacing w:before="40" w:after="40" w:line="220" w:lineRule="exact"/>
              <w:ind w:left="1134" w:hanging="1134"/>
              <w:rPr>
                <w:szCs w:val="24"/>
              </w:rPr>
            </w:pPr>
          </w:p>
        </w:tc>
      </w:tr>
    </w:tbl>
    <w:p w14:paraId="5223916E" w14:textId="77777777" w:rsidR="00BC7683" w:rsidRDefault="00BC7683" w:rsidP="00776851">
      <w:pPr>
        <w:pStyle w:val="SingleTxtG"/>
        <w:tabs>
          <w:tab w:val="right" w:leader="dot" w:pos="8505"/>
        </w:tabs>
        <w:spacing w:before="240"/>
        <w:ind w:left="1701" w:hanging="567"/>
      </w:pPr>
      <w:r>
        <w:t>11.</w:t>
      </w:r>
      <w:r>
        <w:tab/>
      </w:r>
      <w:r w:rsidRPr="004A5D2D">
        <w:t>Emplacement de la marque d</w:t>
      </w:r>
      <w:r w:rsidR="004B0B6E">
        <w:t>’</w:t>
      </w:r>
      <w:r w:rsidRPr="004A5D2D">
        <w:t>homologation :</w:t>
      </w:r>
      <w:r w:rsidR="00776851">
        <w:t xml:space="preserve"> </w:t>
      </w:r>
      <w:r w:rsidR="00776851">
        <w:tab/>
      </w:r>
    </w:p>
    <w:p w14:paraId="398F0A25" w14:textId="77777777" w:rsidR="00BC7683" w:rsidRPr="004A5D2D" w:rsidRDefault="00BC7683" w:rsidP="00686B02">
      <w:pPr>
        <w:pStyle w:val="SingleTxtG"/>
        <w:tabs>
          <w:tab w:val="right" w:leader="dot" w:pos="8505"/>
        </w:tabs>
        <w:ind w:left="1701" w:hanging="567"/>
      </w:pPr>
      <w:r w:rsidRPr="004A5D2D">
        <w:t>12.</w:t>
      </w:r>
      <w:r w:rsidRPr="004A5D2D">
        <w:tab/>
        <w:t>Motif(s) de l</w:t>
      </w:r>
      <w:r w:rsidR="004B0B6E">
        <w:t>’</w:t>
      </w:r>
      <w:r w:rsidRPr="004A5D2D">
        <w:t>extension (le cas échéant)</w:t>
      </w:r>
      <w:r w:rsidR="00686B02">
        <w:t> </w:t>
      </w:r>
      <w:r w:rsidRPr="004A5D2D">
        <w:t xml:space="preserve">: </w:t>
      </w:r>
      <w:r w:rsidRPr="004A5D2D">
        <w:tab/>
      </w:r>
    </w:p>
    <w:p w14:paraId="3F84F779" w14:textId="77777777" w:rsidR="00BC7683" w:rsidRPr="004A5D2D" w:rsidRDefault="00BC7683" w:rsidP="00686B02">
      <w:pPr>
        <w:pStyle w:val="SingleTxtG"/>
        <w:tabs>
          <w:tab w:val="right" w:leader="dot" w:pos="8505"/>
        </w:tabs>
        <w:ind w:left="1701" w:hanging="567"/>
      </w:pPr>
      <w:r w:rsidRPr="004A5D2D">
        <w:t>13.</w:t>
      </w:r>
      <w:r w:rsidRPr="004A5D2D">
        <w:tab/>
        <w:t>Homologation</w:t>
      </w:r>
      <w:r>
        <w:t xml:space="preserve"> </w:t>
      </w:r>
      <w:r w:rsidRPr="00686B02">
        <w:rPr>
          <w:szCs w:val="24"/>
        </w:rPr>
        <w:t>accordée</w:t>
      </w:r>
      <w:r w:rsidRPr="004A5D2D">
        <w:t>/refusée/étendue/retirée</w:t>
      </w:r>
      <w:r w:rsidRPr="004A5D2D">
        <w:rPr>
          <w:vertAlign w:val="superscript"/>
        </w:rPr>
        <w:t>2</w:t>
      </w:r>
      <w:r w:rsidRPr="004A5D2D">
        <w:tab/>
      </w:r>
    </w:p>
    <w:p w14:paraId="6B16A21D" w14:textId="77777777" w:rsidR="00BC7683" w:rsidRPr="007A28EE" w:rsidRDefault="00BC7683" w:rsidP="00686B02">
      <w:pPr>
        <w:pStyle w:val="SingleTxtG"/>
        <w:tabs>
          <w:tab w:val="right" w:leader="dot" w:pos="8505"/>
        </w:tabs>
        <w:ind w:left="1701" w:hanging="567"/>
      </w:pPr>
      <w:r w:rsidRPr="007A28EE">
        <w:t>14.</w:t>
      </w:r>
      <w:r w:rsidRPr="007A28EE">
        <w:tab/>
        <w:t>Lieu</w:t>
      </w:r>
      <w:r w:rsidR="00686B02">
        <w:t> </w:t>
      </w:r>
      <w:r w:rsidRPr="007A28EE">
        <w:t xml:space="preserve">: </w:t>
      </w:r>
      <w:r w:rsidRPr="007A28EE">
        <w:tab/>
      </w:r>
    </w:p>
    <w:p w14:paraId="5E562579" w14:textId="77777777" w:rsidR="00BC7683" w:rsidRPr="007A28EE" w:rsidRDefault="00BC7683" w:rsidP="00686B02">
      <w:pPr>
        <w:pStyle w:val="SingleTxtG"/>
        <w:tabs>
          <w:tab w:val="right" w:leader="dot" w:pos="8505"/>
        </w:tabs>
        <w:ind w:left="1701" w:hanging="567"/>
      </w:pPr>
      <w:r w:rsidRPr="007A28EE">
        <w:t>15.</w:t>
      </w:r>
      <w:r w:rsidRPr="007A28EE">
        <w:tab/>
        <w:t>Date</w:t>
      </w:r>
      <w:r w:rsidR="00686B02">
        <w:t> </w:t>
      </w:r>
      <w:r w:rsidRPr="007A28EE">
        <w:t xml:space="preserve">: </w:t>
      </w:r>
      <w:r w:rsidRPr="007A28EE">
        <w:tab/>
      </w:r>
    </w:p>
    <w:p w14:paraId="29E88560" w14:textId="77777777" w:rsidR="00BC7683" w:rsidRPr="007A28EE" w:rsidRDefault="00BC7683" w:rsidP="00686B02">
      <w:pPr>
        <w:pStyle w:val="SingleTxtG"/>
        <w:tabs>
          <w:tab w:val="right" w:leader="dot" w:pos="8505"/>
        </w:tabs>
        <w:ind w:left="1701" w:hanging="567"/>
      </w:pPr>
      <w:r w:rsidRPr="007A28EE">
        <w:t>16.</w:t>
      </w:r>
      <w:r w:rsidRPr="007A28EE">
        <w:tab/>
      </w:r>
      <w:r w:rsidRPr="00686B02">
        <w:rPr>
          <w:szCs w:val="24"/>
        </w:rPr>
        <w:t>Signature</w:t>
      </w:r>
      <w:r w:rsidR="00686B02">
        <w:rPr>
          <w:szCs w:val="24"/>
        </w:rPr>
        <w:t> </w:t>
      </w:r>
      <w:r w:rsidRPr="007A28EE">
        <w:t xml:space="preserve">: </w:t>
      </w:r>
      <w:r w:rsidRPr="007A28EE">
        <w:tab/>
      </w:r>
    </w:p>
    <w:p w14:paraId="5851755C" w14:textId="77777777" w:rsidR="00BC0969" w:rsidRDefault="00BC7683" w:rsidP="00686B02">
      <w:pPr>
        <w:pStyle w:val="SingleTxtG"/>
        <w:ind w:left="1701" w:hanging="567"/>
      </w:pPr>
      <w:r w:rsidRPr="004A5D2D">
        <w:t>17.</w:t>
      </w:r>
      <w:r w:rsidRPr="004A5D2D">
        <w:tab/>
        <w:t>On trouvera en annexe la liste des pièces constituant le dossier d</w:t>
      </w:r>
      <w:r w:rsidR="004B0B6E">
        <w:t>’</w:t>
      </w:r>
      <w:r w:rsidRPr="004A5D2D">
        <w:t>homologation remis à l</w:t>
      </w:r>
      <w:r w:rsidR="004B0B6E">
        <w:t>’</w:t>
      </w:r>
      <w:r w:rsidRPr="004A5D2D">
        <w:t>autorité ayant délivré l</w:t>
      </w:r>
      <w:r w:rsidR="004B0B6E">
        <w:t>’</w:t>
      </w:r>
      <w:r w:rsidRPr="004A5D2D">
        <w:t>homologation de type ; elle peut être obtenue sur demande.</w:t>
      </w:r>
    </w:p>
    <w:p w14:paraId="4810412F" w14:textId="77777777" w:rsidR="00BC7683" w:rsidRDefault="00BC7683" w:rsidP="00BC7683">
      <w:r>
        <w:br w:type="page"/>
      </w:r>
    </w:p>
    <w:p w14:paraId="32A17E18" w14:textId="77777777" w:rsidR="00BC7683" w:rsidRPr="00191D28" w:rsidRDefault="00BC7683" w:rsidP="00471E34">
      <w:pPr>
        <w:pStyle w:val="HChG"/>
      </w:pPr>
      <w:r w:rsidRPr="00471E34">
        <w:rPr>
          <w:lang w:val="fr-BE"/>
        </w:rPr>
        <w:lastRenderedPageBreak/>
        <w:t>Annexe</w:t>
      </w:r>
      <w:r w:rsidRPr="00191D28">
        <w:t xml:space="preserve"> 2</w:t>
      </w:r>
    </w:p>
    <w:p w14:paraId="786F2646" w14:textId="77777777" w:rsidR="00BC7683" w:rsidRPr="00191D28" w:rsidRDefault="00BC7683" w:rsidP="00471E34">
      <w:pPr>
        <w:pStyle w:val="HChG"/>
      </w:pPr>
      <w:r w:rsidRPr="00191D28">
        <w:tab/>
      </w:r>
      <w:r w:rsidRPr="00191D28">
        <w:tab/>
      </w:r>
      <w:r w:rsidRPr="00281398">
        <w:rPr>
          <w:lang w:val="fr-CA"/>
        </w:rPr>
        <w:t>Exemples de marques d</w:t>
      </w:r>
      <w:r w:rsidR="004B0B6E">
        <w:rPr>
          <w:lang w:val="fr-CA"/>
        </w:rPr>
        <w:t>’</w:t>
      </w:r>
      <w:r w:rsidRPr="00281398">
        <w:rPr>
          <w:lang w:val="fr-CA"/>
        </w:rPr>
        <w:t>homologation</w:t>
      </w:r>
    </w:p>
    <w:p w14:paraId="5B1C372D" w14:textId="77777777" w:rsidR="00BC7683" w:rsidRPr="00191D28" w:rsidRDefault="00BC7683" w:rsidP="00471E34">
      <w:pPr>
        <w:pStyle w:val="SingleTxtG"/>
      </w:pPr>
      <w:r w:rsidRPr="00191D28">
        <w:t>(</w:t>
      </w:r>
      <w:r w:rsidRPr="00643B8A">
        <w:t xml:space="preserve">Voir le </w:t>
      </w:r>
      <w:r w:rsidR="00466E0C">
        <w:t>paragraphe</w:t>
      </w:r>
      <w:r w:rsidR="00466E0C" w:rsidRPr="00643B8A">
        <w:t> </w:t>
      </w:r>
      <w:r w:rsidRPr="00643B8A">
        <w:t>4.4 du présent Règlement</w:t>
      </w:r>
      <w:r w:rsidRPr="00191D28">
        <w:t>)</w:t>
      </w:r>
    </w:p>
    <w:p w14:paraId="647D9AFA" w14:textId="77777777" w:rsidR="00BC7683" w:rsidRPr="007A28EE" w:rsidRDefault="00BC7683" w:rsidP="00471E34">
      <w:pPr>
        <w:pStyle w:val="SingleTxtG"/>
        <w:jc w:val="right"/>
      </w:pPr>
      <w:r>
        <w:rPr>
          <w:noProof/>
        </w:rPr>
        <mc:AlternateContent>
          <mc:Choice Requires="wps">
            <w:drawing>
              <wp:anchor distT="0" distB="0" distL="114300" distR="114300" simplePos="0" relativeHeight="251664384" behindDoc="0" locked="0" layoutInCell="1" allowOverlap="1" wp14:anchorId="32C209BA" wp14:editId="58FBF69E">
                <wp:simplePos x="0" y="0"/>
                <wp:positionH relativeFrom="column">
                  <wp:posOffset>2787650</wp:posOffset>
                </wp:positionH>
                <wp:positionV relativeFrom="paragraph">
                  <wp:posOffset>464185</wp:posOffset>
                </wp:positionV>
                <wp:extent cx="2352675" cy="5715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516E74" w14:textId="77777777" w:rsidR="00EF0A62" w:rsidRDefault="00EF0A62" w:rsidP="00BC7683">
                            <w:pPr>
                              <w:rPr>
                                <w:b/>
                                <w:bCs/>
                                <w:color w:val="FFFFFF"/>
                                <w:sz w:val="44"/>
                                <w:szCs w:val="44"/>
                              </w:rPr>
                            </w:pPr>
                            <w:r>
                              <w:rPr>
                                <w:b/>
                                <w:bCs/>
                                <w:sz w:val="44"/>
                                <w:szCs w:val="44"/>
                              </w:rPr>
                              <w:t>141</w:t>
                            </w:r>
                            <w:r w:rsidRPr="005C3B3B">
                              <w:rPr>
                                <w:b/>
                                <w:bCs/>
                                <w:sz w:val="44"/>
                                <w:szCs w:val="44"/>
                              </w:rPr>
                              <w:t>R</w:t>
                            </w:r>
                            <w:r>
                              <w:rPr>
                                <w:b/>
                                <w:bCs/>
                                <w:sz w:val="44"/>
                                <w:szCs w:val="44"/>
                              </w:rPr>
                              <w:t xml:space="preserve"> - 012439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209BA" id="Text Box 22" o:spid="_x0000_s1027" type="#_x0000_t202" style="position:absolute;left:0;text-align:left;margin-left:219.5pt;margin-top:36.55pt;width:185.2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" stroked="f">
                <v:textbox>
                  <w:txbxContent>
                    <w:p w14:paraId="32516E74" w14:textId="77777777" w:rsidR="00EF0A62" w:rsidRDefault="00EF0A62" w:rsidP="00BC7683">
                      <w:pPr>
                        <w:rPr>
                          <w:b/>
                          <w:bCs/>
                          <w:color w:val="FFFFFF"/>
                          <w:sz w:val="44"/>
                          <w:szCs w:val="44"/>
                        </w:rPr>
                      </w:pPr>
                      <w:r>
                        <w:rPr>
                          <w:b/>
                          <w:bCs/>
                          <w:sz w:val="44"/>
                          <w:szCs w:val="44"/>
                        </w:rPr>
                        <w:t>141</w:t>
                      </w:r>
                      <w:r w:rsidRPr="005C3B3B">
                        <w:rPr>
                          <w:b/>
                          <w:bCs/>
                          <w:sz w:val="44"/>
                          <w:szCs w:val="44"/>
                        </w:rPr>
                        <w:t>R</w:t>
                      </w:r>
                      <w:r>
                        <w:rPr>
                          <w:b/>
                          <w:bCs/>
                          <w:sz w:val="44"/>
                          <w:szCs w:val="44"/>
                        </w:rPr>
                        <w:t xml:space="preserve"> - 012439</w:t>
                      </w:r>
                    </w:p>
                  </w:txbxContent>
                </v:textbox>
              </v:shape>
            </w:pict>
          </mc:Fallback>
        </mc:AlternateContent>
      </w:r>
      <w:r>
        <w:rPr>
          <w:lang w:val="en-GB"/>
        </w:rPr>
        <w:object w:dxaOrig="7530" w:dyaOrig="2130" w14:anchorId="5530E1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85pt;height:106.5pt" o:ole="">
            <v:imagedata r:id="rId14" o:title=""/>
          </v:shape>
          <o:OLEObject Type="Embed" ProgID="PBrush" ShapeID="_x0000_i1025" DrawAspect="Content" ObjectID="_1674907707" r:id="rId15"/>
        </w:object>
      </w:r>
      <w:r w:rsidRPr="007A28EE">
        <w:t>a = 8 mm min.</w:t>
      </w:r>
    </w:p>
    <w:p w14:paraId="41AF5CA9" w14:textId="77777777" w:rsidR="00BC7683" w:rsidRDefault="00BC7683" w:rsidP="00471E34">
      <w:pPr>
        <w:pStyle w:val="SingleTxtG"/>
        <w:ind w:firstLine="567"/>
      </w:pPr>
      <w:r w:rsidRPr="007A28EE">
        <w:tab/>
      </w:r>
      <w:r w:rsidR="00471E34">
        <w:t>L</w:t>
      </w:r>
      <w:r w:rsidRPr="00643B8A">
        <w:t>a marque d</w:t>
      </w:r>
      <w:r w:rsidR="004B0B6E">
        <w:t>’</w:t>
      </w:r>
      <w:r w:rsidRPr="00643B8A">
        <w:t>homologation ci-dessus, apposée sur un véhicule, indique que le type de ce véhicule a été homologué aux Pays-Bas (E 4), en ce qui concerne le système de surveillance de la pression des pneumatiques, en application du Règlement ONU n</w:t>
      </w:r>
      <w:r w:rsidR="00471E34" w:rsidRPr="00471E34">
        <w:rPr>
          <w:vertAlign w:val="superscript"/>
        </w:rPr>
        <w:t>o</w:t>
      </w:r>
      <w:r w:rsidR="00471E34">
        <w:t> </w:t>
      </w:r>
      <w:r w:rsidRPr="00643B8A">
        <w:t>141 et sous le numéro d</w:t>
      </w:r>
      <w:r w:rsidR="004B0B6E">
        <w:t>’</w:t>
      </w:r>
      <w:r w:rsidRPr="00643B8A">
        <w:t>homologation 002439.</w:t>
      </w:r>
      <w:r w:rsidRPr="00643B8A">
        <w:rPr>
          <w:rFonts w:ascii="Segoe UI" w:hAnsi="Segoe UI" w:cs="Segoe UI"/>
        </w:rPr>
        <w:t xml:space="preserve"> </w:t>
      </w:r>
      <w:r w:rsidRPr="00643B8A">
        <w:t>Les deux premiers chiffres de ce numéro indiquent que l</w:t>
      </w:r>
      <w:r w:rsidR="004B0B6E">
        <w:t>’</w:t>
      </w:r>
      <w:r w:rsidRPr="00643B8A">
        <w:t>homologation a été accordée conformément aux prescriptions du Règlement ONU n</w:t>
      </w:r>
      <w:r w:rsidR="00471E34" w:rsidRPr="00471E34">
        <w:rPr>
          <w:vertAlign w:val="superscript"/>
        </w:rPr>
        <w:t>o</w:t>
      </w:r>
      <w:r w:rsidR="00471E34">
        <w:t> </w:t>
      </w:r>
      <w:r w:rsidRPr="00643B8A">
        <w:t>141 modifié par la série 01 d</w:t>
      </w:r>
      <w:r w:rsidR="004B0B6E">
        <w:t>’</w:t>
      </w:r>
      <w:r w:rsidRPr="00643B8A">
        <w:t>amendements.</w:t>
      </w:r>
    </w:p>
    <w:p w14:paraId="7F829230" w14:textId="77777777" w:rsidR="00BC7683" w:rsidRDefault="00BC7683" w:rsidP="00BC7683">
      <w:pPr>
        <w:rPr>
          <w:szCs w:val="24"/>
        </w:rPr>
      </w:pPr>
      <w:r>
        <w:rPr>
          <w:szCs w:val="24"/>
        </w:rPr>
        <w:br w:type="page"/>
      </w:r>
    </w:p>
    <w:p w14:paraId="4F2F30A0" w14:textId="77777777" w:rsidR="00BC7683" w:rsidRPr="00775C0F" w:rsidRDefault="00BC7683" w:rsidP="00471E34">
      <w:pPr>
        <w:pStyle w:val="HChG"/>
      </w:pPr>
      <w:bookmarkStart w:id="8" w:name="_Toc108926532"/>
      <w:r w:rsidRPr="00775C0F">
        <w:lastRenderedPageBreak/>
        <w:t xml:space="preserve">Annexe </w:t>
      </w:r>
      <w:bookmarkEnd w:id="8"/>
      <w:r w:rsidRPr="00775C0F">
        <w:t>3</w:t>
      </w:r>
    </w:p>
    <w:p w14:paraId="60694742" w14:textId="77777777" w:rsidR="00BC7683" w:rsidRPr="00775C0F" w:rsidRDefault="00BC7683" w:rsidP="00471E34">
      <w:pPr>
        <w:pStyle w:val="HChG"/>
      </w:pPr>
      <w:bookmarkStart w:id="9" w:name="_Toc108926533"/>
      <w:r w:rsidRPr="00775C0F">
        <w:tab/>
      </w:r>
      <w:r w:rsidRPr="00775C0F">
        <w:tab/>
      </w:r>
      <w:bookmarkEnd w:id="9"/>
      <w:r w:rsidRPr="00775C0F">
        <w:t xml:space="preserve">Prescriptions relatives aux essais des systèmes de surveillance de la pression des pneumatiques </w:t>
      </w:r>
      <w:r>
        <w:t>(TPMS)</w:t>
      </w:r>
    </w:p>
    <w:p w14:paraId="41DFA6B6" w14:textId="77777777" w:rsidR="00BC7683" w:rsidRPr="00CD6BA8" w:rsidRDefault="00BC7683" w:rsidP="00471E34">
      <w:pPr>
        <w:pStyle w:val="SingleTxtG"/>
        <w:ind w:left="2268" w:hanging="1134"/>
      </w:pPr>
      <w:r w:rsidRPr="00CD6BA8">
        <w:t>1.</w:t>
      </w:r>
      <w:r w:rsidRPr="00CD6BA8">
        <w:tab/>
      </w:r>
      <w:r w:rsidRPr="00471E34">
        <w:rPr>
          <w:lang w:val="fr-CA"/>
        </w:rPr>
        <w:t>Conditions</w:t>
      </w:r>
      <w:r w:rsidRPr="00CD6BA8">
        <w:t xml:space="preserve"> d</w:t>
      </w:r>
      <w:r w:rsidR="004B0B6E">
        <w:t>’</w:t>
      </w:r>
      <w:r w:rsidRPr="00CD6BA8">
        <w:t>essai</w:t>
      </w:r>
    </w:p>
    <w:p w14:paraId="3C0B77FF" w14:textId="77777777" w:rsidR="00BC7683" w:rsidRPr="00CD6BA8" w:rsidRDefault="00BC7683" w:rsidP="00471E34">
      <w:pPr>
        <w:pStyle w:val="SingleTxtG"/>
        <w:ind w:left="2268" w:hanging="1134"/>
      </w:pPr>
      <w:r w:rsidRPr="00CD6BA8">
        <w:t>1.1</w:t>
      </w:r>
      <w:r w:rsidRPr="00CD6BA8">
        <w:tab/>
      </w:r>
      <w:r w:rsidRPr="00471E34">
        <w:rPr>
          <w:lang w:val="fr-CA"/>
        </w:rPr>
        <w:t>Généralités</w:t>
      </w:r>
    </w:p>
    <w:p w14:paraId="1F075059" w14:textId="77777777" w:rsidR="00BC7683" w:rsidRDefault="00BC7683" w:rsidP="00471E34">
      <w:pPr>
        <w:pStyle w:val="SingleTxtG"/>
        <w:ind w:left="2268"/>
      </w:pPr>
      <w:r w:rsidRPr="00CD6BA8">
        <w:t>Pour les véhicules équipés d</w:t>
      </w:r>
      <w:r w:rsidR="004B0B6E">
        <w:t>’</w:t>
      </w:r>
      <w:r w:rsidRPr="00CD6BA8">
        <w:t>un TPRS et d</w:t>
      </w:r>
      <w:r w:rsidR="004B0B6E">
        <w:t>’</w:t>
      </w:r>
      <w:r w:rsidRPr="00CD6BA8">
        <w:t>un TPMS, lorsque le TPMS est soumis à l</w:t>
      </w:r>
      <w:r w:rsidR="004B0B6E">
        <w:t>’</w:t>
      </w:r>
      <w:r w:rsidRPr="00CD6BA8">
        <w:t>essai conformément aux prescriptions énoncées dans la présente annexe, le TPRS doit être désactivé avant le début de la mise à l</w:t>
      </w:r>
      <w:r w:rsidR="004B0B6E">
        <w:t>’</w:t>
      </w:r>
      <w:r w:rsidRPr="00CD6BA8">
        <w:t>essai du TPMS.</w:t>
      </w:r>
      <w:r w:rsidRPr="00CD6BA8">
        <w:rPr>
          <w:rFonts w:ascii="Segoe UI" w:hAnsi="Segoe UI" w:cs="Segoe UI"/>
        </w:rPr>
        <w:t xml:space="preserve"> </w:t>
      </w:r>
      <w:r w:rsidRPr="00CD6BA8">
        <w:t>Il doit rester désactivé pendant toute la durée de ces essais et il peut être réactivé une fois ces essais achevés.</w:t>
      </w:r>
    </w:p>
    <w:p w14:paraId="76A23095" w14:textId="77777777" w:rsidR="00BC7683" w:rsidRPr="00CD6BA8" w:rsidRDefault="00BC7683" w:rsidP="00471E34">
      <w:pPr>
        <w:pStyle w:val="SingleTxtG"/>
        <w:ind w:left="2268"/>
      </w:pPr>
      <w:r w:rsidRPr="00CD6BA8">
        <w:t>Pour les véhicules équipés d</w:t>
      </w:r>
      <w:r w:rsidR="004B0B6E">
        <w:t>’</w:t>
      </w:r>
      <w:r w:rsidRPr="00CD6BA8">
        <w:t>un CTIS et d</w:t>
      </w:r>
      <w:r w:rsidR="004B0B6E">
        <w:t>’</w:t>
      </w:r>
      <w:r w:rsidRPr="00CD6BA8">
        <w:t>un TPMS, lorsque le TPMS est soumis à l</w:t>
      </w:r>
      <w:r w:rsidR="004B0B6E">
        <w:t>’</w:t>
      </w:r>
      <w:r w:rsidRPr="00CD6BA8">
        <w:t>essai conformément aux prescriptions énoncées dans la présente annexe, le CTIS doit être désactivé avant le début de la mise à l</w:t>
      </w:r>
      <w:r w:rsidR="004B0B6E">
        <w:t>’</w:t>
      </w:r>
      <w:r w:rsidRPr="00CD6BA8">
        <w:t>essai du TPMS. Il doit rester désactivé pendant toute la durée de ces essais et il peut être réactivé une fois ces essais achevés.</w:t>
      </w:r>
    </w:p>
    <w:p w14:paraId="472EC48E" w14:textId="77777777" w:rsidR="00BC7683" w:rsidRPr="0090723F" w:rsidRDefault="00BC7683" w:rsidP="00471E34">
      <w:pPr>
        <w:pStyle w:val="SingleTxtG"/>
        <w:ind w:left="2268" w:hanging="1134"/>
      </w:pPr>
      <w:r w:rsidRPr="0090723F">
        <w:t>1.2</w:t>
      </w:r>
      <w:r w:rsidRPr="0090723F">
        <w:tab/>
      </w:r>
      <w:r w:rsidRPr="0090723F">
        <w:tab/>
      </w:r>
      <w:r w:rsidRPr="00471E34">
        <w:rPr>
          <w:lang w:val="fr-CA"/>
        </w:rPr>
        <w:t>Température</w:t>
      </w:r>
      <w:r w:rsidRPr="0090723F">
        <w:t xml:space="preserve"> ambiante </w:t>
      </w:r>
    </w:p>
    <w:p w14:paraId="6837624F" w14:textId="77777777" w:rsidR="00BC7683" w:rsidRPr="0090723F" w:rsidRDefault="00BC7683" w:rsidP="00434CBA">
      <w:pPr>
        <w:pStyle w:val="SingleTxtG"/>
        <w:ind w:left="2268"/>
      </w:pPr>
      <w:r w:rsidRPr="0090723F">
        <w:t xml:space="preserve">La température ambiante doit être comprise entre 0 et 40 °C. </w:t>
      </w:r>
    </w:p>
    <w:p w14:paraId="2FC37207" w14:textId="77777777" w:rsidR="00BC7683" w:rsidRPr="0090723F" w:rsidRDefault="00BC7683" w:rsidP="00471E34">
      <w:pPr>
        <w:pStyle w:val="SingleTxtG"/>
        <w:ind w:left="2268" w:hanging="1134"/>
      </w:pPr>
      <w:r w:rsidRPr="0090723F">
        <w:t>1.3</w:t>
      </w:r>
      <w:r w:rsidRPr="0090723F">
        <w:rPr>
          <w:b/>
        </w:rPr>
        <w:tab/>
      </w:r>
      <w:r w:rsidRPr="0090723F">
        <w:tab/>
        <w:t xml:space="preserve">Revêtement </w:t>
      </w:r>
      <w:r w:rsidRPr="00471E34">
        <w:rPr>
          <w:lang w:val="fr-CA"/>
        </w:rPr>
        <w:t>routier</w:t>
      </w:r>
      <w:r w:rsidRPr="0090723F">
        <w:t xml:space="preserve"> d</w:t>
      </w:r>
      <w:r w:rsidR="004B0B6E">
        <w:t>’</w:t>
      </w:r>
      <w:r w:rsidRPr="0090723F">
        <w:t xml:space="preserve">essai </w:t>
      </w:r>
    </w:p>
    <w:p w14:paraId="77FA3DA6" w14:textId="77777777" w:rsidR="00BC7683" w:rsidRPr="0090723F" w:rsidRDefault="00BC7683" w:rsidP="00434CBA">
      <w:pPr>
        <w:pStyle w:val="SingleTxtG"/>
        <w:ind w:left="2268"/>
      </w:pPr>
      <w:r w:rsidRPr="0090723F">
        <w:tab/>
      </w:r>
      <w:r w:rsidR="00434CBA">
        <w:t>L</w:t>
      </w:r>
      <w:r w:rsidRPr="0090723F">
        <w:t>e revêtement routier de la chaussée doit présenter de bonnes conditions d</w:t>
      </w:r>
      <w:r w:rsidR="004B0B6E">
        <w:t>’</w:t>
      </w:r>
      <w:r w:rsidRPr="0090723F">
        <w:t>adhérence</w:t>
      </w:r>
      <w:r>
        <w:t xml:space="preserve"> et être sec l</w:t>
      </w:r>
      <w:r w:rsidRPr="0090723F">
        <w:t>ors de l</w:t>
      </w:r>
      <w:r w:rsidR="004B0B6E">
        <w:t>’</w:t>
      </w:r>
      <w:r w:rsidRPr="0090723F">
        <w:t>essai.</w:t>
      </w:r>
    </w:p>
    <w:p w14:paraId="561BF19B" w14:textId="77777777" w:rsidR="00BC7683" w:rsidRPr="0090723F" w:rsidRDefault="00BC7683" w:rsidP="00434CBA">
      <w:pPr>
        <w:pStyle w:val="SingleTxtG"/>
        <w:ind w:left="2268" w:hanging="1134"/>
      </w:pPr>
      <w:r w:rsidRPr="0090723F">
        <w:t>1.4</w:t>
      </w:r>
      <w:r w:rsidRPr="0090723F">
        <w:tab/>
      </w:r>
      <w:r w:rsidRPr="0090723F">
        <w:tab/>
        <w:t xml:space="preserve">Les essais </w:t>
      </w:r>
      <w:r>
        <w:t xml:space="preserve">doivent être </w:t>
      </w:r>
      <w:r w:rsidRPr="0090723F">
        <w:t>effectués dans un environnement exempt d</w:t>
      </w:r>
      <w:r w:rsidR="004B0B6E">
        <w:t>’</w:t>
      </w:r>
      <w:r w:rsidRPr="0090723F">
        <w:t>interférences dues à des ondes radioélectriques.</w:t>
      </w:r>
    </w:p>
    <w:p w14:paraId="09109B28" w14:textId="77777777" w:rsidR="00BC7683" w:rsidRPr="0090723F" w:rsidRDefault="00BC7683" w:rsidP="00434CBA">
      <w:pPr>
        <w:pStyle w:val="SingleTxtG"/>
        <w:ind w:left="2268" w:hanging="1134"/>
        <w:rPr>
          <w:szCs w:val="24"/>
        </w:rPr>
      </w:pPr>
      <w:r w:rsidRPr="0090723F">
        <w:rPr>
          <w:szCs w:val="24"/>
        </w:rPr>
        <w:t>1.5</w:t>
      </w:r>
      <w:r w:rsidRPr="0090723F">
        <w:rPr>
          <w:szCs w:val="24"/>
        </w:rPr>
        <w:tab/>
        <w:t xml:space="preserve">Préparation du </w:t>
      </w:r>
      <w:r w:rsidRPr="00434CBA">
        <w:t>véhicule</w:t>
      </w:r>
      <w:r w:rsidRPr="0090723F">
        <w:rPr>
          <w:szCs w:val="24"/>
        </w:rPr>
        <w:t xml:space="preserve"> </w:t>
      </w:r>
    </w:p>
    <w:p w14:paraId="5D1D0AD2" w14:textId="77777777" w:rsidR="00BC7683" w:rsidRPr="0090723F" w:rsidRDefault="00BC7683" w:rsidP="00434CBA">
      <w:pPr>
        <w:pStyle w:val="SingleTxtG"/>
        <w:ind w:left="2268" w:hanging="1134"/>
        <w:rPr>
          <w:szCs w:val="24"/>
        </w:rPr>
      </w:pPr>
      <w:r w:rsidRPr="0090723F">
        <w:t>1.5.1</w:t>
      </w:r>
      <w:r w:rsidRPr="0090723F">
        <w:rPr>
          <w:szCs w:val="24"/>
        </w:rPr>
        <w:tab/>
        <w:t xml:space="preserve">Masse </w:t>
      </w:r>
      <w:r w:rsidRPr="00434CBA">
        <w:t>d</w:t>
      </w:r>
      <w:r w:rsidR="004B0B6E">
        <w:t>’</w:t>
      </w:r>
      <w:r w:rsidRPr="00434CBA">
        <w:t>essai</w:t>
      </w:r>
      <w:r w:rsidRPr="0090723F">
        <w:rPr>
          <w:szCs w:val="24"/>
        </w:rPr>
        <w:t xml:space="preserve"> </w:t>
      </w:r>
    </w:p>
    <w:p w14:paraId="3E350A75" w14:textId="77777777" w:rsidR="00BC7683" w:rsidRDefault="00BC7683" w:rsidP="00434CBA">
      <w:pPr>
        <w:pStyle w:val="SingleTxtG"/>
        <w:ind w:left="2268"/>
        <w:rPr>
          <w:szCs w:val="24"/>
        </w:rPr>
      </w:pPr>
      <w:r w:rsidRPr="0090723F">
        <w:rPr>
          <w:szCs w:val="24"/>
        </w:rPr>
        <w:t>Le véhicule peut être soumis à l</w:t>
      </w:r>
      <w:r w:rsidR="004B0B6E">
        <w:rPr>
          <w:szCs w:val="24"/>
        </w:rPr>
        <w:t>’</w:t>
      </w:r>
      <w:r w:rsidRPr="0090723F">
        <w:rPr>
          <w:szCs w:val="24"/>
        </w:rPr>
        <w:t xml:space="preserve">essai dans un état de charge quelconque, la répartition de la masse sur les essieux étant celle </w:t>
      </w:r>
      <w:r>
        <w:rPr>
          <w:szCs w:val="24"/>
        </w:rPr>
        <w:t xml:space="preserve">qui est </w:t>
      </w:r>
      <w:r w:rsidRPr="0090723F">
        <w:rPr>
          <w:szCs w:val="24"/>
        </w:rPr>
        <w:t xml:space="preserve">déclarée par le constructeur </w:t>
      </w:r>
      <w:r w:rsidRPr="00434CBA">
        <w:t>automobile</w:t>
      </w:r>
      <w:r w:rsidRPr="0090723F">
        <w:rPr>
          <w:szCs w:val="24"/>
        </w:rPr>
        <w:t>, sans que soit dépassée la masse maximale admissible pour chacun d</w:t>
      </w:r>
      <w:r w:rsidR="004B0B6E">
        <w:rPr>
          <w:szCs w:val="24"/>
        </w:rPr>
        <w:t>’</w:t>
      </w:r>
      <w:r w:rsidRPr="0090723F">
        <w:rPr>
          <w:szCs w:val="24"/>
        </w:rPr>
        <w:t>eux.</w:t>
      </w:r>
    </w:p>
    <w:p w14:paraId="13DF0120" w14:textId="77777777" w:rsidR="00BC7683" w:rsidRDefault="00BC7683" w:rsidP="00434CBA">
      <w:pPr>
        <w:pStyle w:val="SingleTxtG"/>
        <w:ind w:left="2268"/>
        <w:rPr>
          <w:szCs w:val="24"/>
        </w:rPr>
      </w:pPr>
      <w:r w:rsidRPr="001D6A46">
        <w:rPr>
          <w:szCs w:val="24"/>
        </w:rPr>
        <w:t>Toutefois, lorsqu</w:t>
      </w:r>
      <w:r w:rsidR="004B0B6E">
        <w:rPr>
          <w:szCs w:val="24"/>
        </w:rPr>
        <w:t>’</w:t>
      </w:r>
      <w:r w:rsidRPr="001D6A46">
        <w:rPr>
          <w:szCs w:val="24"/>
        </w:rPr>
        <w:t>il n</w:t>
      </w:r>
      <w:r w:rsidR="004B0B6E">
        <w:rPr>
          <w:szCs w:val="24"/>
        </w:rPr>
        <w:t>’</w:t>
      </w:r>
      <w:r w:rsidRPr="001D6A46">
        <w:rPr>
          <w:szCs w:val="24"/>
        </w:rPr>
        <w:t>est pas possible d</w:t>
      </w:r>
      <w:r w:rsidR="004B0B6E">
        <w:rPr>
          <w:szCs w:val="24"/>
        </w:rPr>
        <w:t>’</w:t>
      </w:r>
      <w:r w:rsidRPr="001D6A46">
        <w:rPr>
          <w:szCs w:val="24"/>
        </w:rPr>
        <w:t>initialiser ou de réinitialiser le système, le véhicule doit être à vide.</w:t>
      </w:r>
      <w:r w:rsidRPr="001D6A46">
        <w:rPr>
          <w:rFonts w:ascii="Segoe UI" w:hAnsi="Segoe UI" w:cs="Segoe UI"/>
        </w:rPr>
        <w:t xml:space="preserve"> </w:t>
      </w:r>
      <w:r w:rsidRPr="001D6A46">
        <w:rPr>
          <w:szCs w:val="24"/>
        </w:rPr>
        <w:t>Pour les véhicules de la catégorie M</w:t>
      </w:r>
      <w:r w:rsidRPr="001D6A46">
        <w:rPr>
          <w:szCs w:val="24"/>
          <w:vertAlign w:val="subscript"/>
        </w:rPr>
        <w:t>1</w:t>
      </w:r>
      <w:r w:rsidRPr="001D6A46">
        <w:rPr>
          <w:szCs w:val="24"/>
        </w:rPr>
        <w:t xml:space="preserve"> dont la masse est </w:t>
      </w:r>
      <w:r w:rsidRPr="00434CBA">
        <w:t>inférieure</w:t>
      </w:r>
      <w:r w:rsidRPr="001D6A46">
        <w:rPr>
          <w:szCs w:val="24"/>
        </w:rPr>
        <w:t xml:space="preserve"> ou égale à 3 500 kg et les véhicules des catégories M</w:t>
      </w:r>
      <w:r w:rsidRPr="001D6A46">
        <w:rPr>
          <w:szCs w:val="24"/>
          <w:vertAlign w:val="subscript"/>
        </w:rPr>
        <w:t>2</w:t>
      </w:r>
      <w:r w:rsidRPr="001D6A46">
        <w:rPr>
          <w:szCs w:val="24"/>
        </w:rPr>
        <w:t>, M</w:t>
      </w:r>
      <w:r w:rsidRPr="001D6A46">
        <w:rPr>
          <w:szCs w:val="24"/>
          <w:vertAlign w:val="subscript"/>
        </w:rPr>
        <w:t>3</w:t>
      </w:r>
      <w:r w:rsidRPr="001D6A46">
        <w:rPr>
          <w:szCs w:val="24"/>
        </w:rPr>
        <w:t>, N</w:t>
      </w:r>
      <w:r w:rsidRPr="001D6A46">
        <w:rPr>
          <w:szCs w:val="24"/>
          <w:vertAlign w:val="subscript"/>
        </w:rPr>
        <w:t>1</w:t>
      </w:r>
      <w:r w:rsidRPr="001D6A46">
        <w:rPr>
          <w:szCs w:val="24"/>
        </w:rPr>
        <w:t>, N</w:t>
      </w:r>
      <w:r w:rsidRPr="001D6A46">
        <w:rPr>
          <w:szCs w:val="24"/>
          <w:vertAlign w:val="subscript"/>
        </w:rPr>
        <w:t>2</w:t>
      </w:r>
      <w:r w:rsidRPr="001D6A46">
        <w:rPr>
          <w:szCs w:val="24"/>
        </w:rPr>
        <w:t>, et N</w:t>
      </w:r>
      <w:r w:rsidRPr="001D6A46">
        <w:rPr>
          <w:szCs w:val="24"/>
          <w:vertAlign w:val="subscript"/>
        </w:rPr>
        <w:t>3</w:t>
      </w:r>
      <w:r w:rsidRPr="001D6A46">
        <w:rPr>
          <w:szCs w:val="24"/>
        </w:rPr>
        <w:t>, outre le conducteur, il peut y avoir, sur le siège avant (s</w:t>
      </w:r>
      <w:r w:rsidR="004B0B6E">
        <w:rPr>
          <w:szCs w:val="24"/>
        </w:rPr>
        <w:t>’</w:t>
      </w:r>
      <w:r w:rsidRPr="001D6A46">
        <w:rPr>
          <w:szCs w:val="24"/>
        </w:rPr>
        <w:t>il est installé), une deuxième personne chargée de noter les résultats des essais.</w:t>
      </w:r>
    </w:p>
    <w:p w14:paraId="6D3ADB33" w14:textId="77777777" w:rsidR="00BC7683" w:rsidRPr="001D6A46" w:rsidRDefault="00BC7683" w:rsidP="00434CBA">
      <w:pPr>
        <w:pStyle w:val="SingleTxtG"/>
        <w:ind w:left="2268"/>
        <w:rPr>
          <w:szCs w:val="24"/>
        </w:rPr>
      </w:pPr>
      <w:r w:rsidRPr="001D6A46">
        <w:rPr>
          <w:szCs w:val="24"/>
        </w:rPr>
        <w:t>L</w:t>
      </w:r>
      <w:r w:rsidR="004B0B6E">
        <w:rPr>
          <w:szCs w:val="24"/>
        </w:rPr>
        <w:t>’</w:t>
      </w:r>
      <w:r w:rsidRPr="001D6A46">
        <w:rPr>
          <w:szCs w:val="24"/>
        </w:rPr>
        <w:t>état de charge du véhicule ne doit pas être modifié pendant l</w:t>
      </w:r>
      <w:r w:rsidR="004B0B6E">
        <w:rPr>
          <w:szCs w:val="24"/>
        </w:rPr>
        <w:t>’</w:t>
      </w:r>
      <w:r w:rsidRPr="001D6A46">
        <w:rPr>
          <w:szCs w:val="24"/>
        </w:rPr>
        <w:t xml:space="preserve">essai. </w:t>
      </w:r>
    </w:p>
    <w:p w14:paraId="05F824AC" w14:textId="77777777" w:rsidR="00BC7683" w:rsidRPr="001D6A46" w:rsidRDefault="00BC7683" w:rsidP="00434CBA">
      <w:pPr>
        <w:pStyle w:val="SingleTxtG"/>
        <w:ind w:left="2268" w:hanging="1134"/>
        <w:rPr>
          <w:szCs w:val="24"/>
        </w:rPr>
      </w:pPr>
      <w:r w:rsidRPr="001D6A46">
        <w:rPr>
          <w:szCs w:val="24"/>
        </w:rPr>
        <w:t>1.5.2</w:t>
      </w:r>
      <w:r w:rsidRPr="001D6A46">
        <w:rPr>
          <w:szCs w:val="24"/>
        </w:rPr>
        <w:tab/>
        <w:t xml:space="preserve">Vitesse du </w:t>
      </w:r>
      <w:r w:rsidRPr="00434CBA">
        <w:t>véhicule</w:t>
      </w:r>
      <w:r w:rsidRPr="001D6A46">
        <w:rPr>
          <w:szCs w:val="24"/>
        </w:rPr>
        <w:t xml:space="preserve"> </w:t>
      </w:r>
    </w:p>
    <w:p w14:paraId="1BA398C1" w14:textId="77777777" w:rsidR="00BC7683" w:rsidRPr="00F86CDD" w:rsidRDefault="00BC7683" w:rsidP="00434CBA">
      <w:pPr>
        <w:pStyle w:val="SingleTxtG"/>
        <w:ind w:left="2268"/>
        <w:rPr>
          <w:szCs w:val="24"/>
        </w:rPr>
      </w:pPr>
      <w:r w:rsidRPr="001D6A46">
        <w:rPr>
          <w:szCs w:val="24"/>
        </w:rPr>
        <w:t>Le TPMS du véhicule doit être étalonné et éprouvé pour les véhicules de la catégorie M</w:t>
      </w:r>
      <w:r w:rsidRPr="001D6A46">
        <w:rPr>
          <w:szCs w:val="24"/>
          <w:vertAlign w:val="subscript"/>
        </w:rPr>
        <w:t>1</w:t>
      </w:r>
      <w:r w:rsidRPr="001D6A46">
        <w:rPr>
          <w:szCs w:val="24"/>
        </w:rPr>
        <w:t xml:space="preserve"> dont la masse est inférieure ou égale à 3 500 kg et pour les véhicules de la catégorie </w:t>
      </w:r>
      <w:bookmarkStart w:id="10" w:name="_Hlk30413874"/>
      <w:r w:rsidRPr="00F86CDD">
        <w:t>N</w:t>
      </w:r>
      <w:r w:rsidRPr="00F86CDD">
        <w:rPr>
          <w:vertAlign w:val="subscript"/>
        </w:rPr>
        <w:t>1</w:t>
      </w:r>
      <w:bookmarkEnd w:id="10"/>
      <w:r w:rsidR="00434CBA" w:rsidRPr="00434CBA">
        <w:t> </w:t>
      </w:r>
      <w:r w:rsidRPr="00F86CDD">
        <w:rPr>
          <w:szCs w:val="24"/>
        </w:rPr>
        <w:t>:</w:t>
      </w:r>
    </w:p>
    <w:p w14:paraId="6E27D56A" w14:textId="77777777" w:rsidR="00BC7683" w:rsidRPr="00F86CDD" w:rsidRDefault="00BC7683" w:rsidP="00434CBA">
      <w:pPr>
        <w:pStyle w:val="SingleTxtG"/>
        <w:ind w:left="2835" w:hanging="567"/>
        <w:rPr>
          <w:bCs/>
          <w:szCs w:val="24"/>
        </w:rPr>
      </w:pPr>
      <w:r w:rsidRPr="00F86CDD">
        <w:rPr>
          <w:bCs/>
          <w:szCs w:val="24"/>
        </w:rPr>
        <w:t>a)</w:t>
      </w:r>
      <w:r w:rsidRPr="00F86CDD">
        <w:rPr>
          <w:bCs/>
          <w:szCs w:val="24"/>
        </w:rPr>
        <w:tab/>
        <w:t xml:space="preserve">Dans une plage de vitesses </w:t>
      </w:r>
      <w:r w:rsidRPr="00434CBA">
        <w:rPr>
          <w:szCs w:val="24"/>
        </w:rPr>
        <w:t>comprises</w:t>
      </w:r>
      <w:r w:rsidRPr="00F86CDD">
        <w:rPr>
          <w:bCs/>
          <w:szCs w:val="24"/>
        </w:rPr>
        <w:t xml:space="preserve"> entre 40 et 120 km/h ou la vitesse maximale par construction du véhicule si elle est inférieure à 120 km/h pour l</w:t>
      </w:r>
      <w:r w:rsidR="004B0B6E">
        <w:rPr>
          <w:bCs/>
          <w:szCs w:val="24"/>
        </w:rPr>
        <w:t>’</w:t>
      </w:r>
      <w:r w:rsidRPr="00F86CDD">
        <w:rPr>
          <w:bCs/>
          <w:szCs w:val="24"/>
        </w:rPr>
        <w:t xml:space="preserve">essai de crevaison permettant de vérifier les prescriptions du </w:t>
      </w:r>
      <w:r>
        <w:rPr>
          <w:bCs/>
          <w:szCs w:val="24"/>
        </w:rPr>
        <w:t>paragraphe</w:t>
      </w:r>
      <w:r w:rsidRPr="00F86CDD">
        <w:rPr>
          <w:bCs/>
          <w:szCs w:val="24"/>
        </w:rPr>
        <w:t> 5.2 du présent Règlement ; e</w:t>
      </w:r>
      <w:r>
        <w:rPr>
          <w:bCs/>
          <w:szCs w:val="24"/>
        </w:rPr>
        <w:t>t</w:t>
      </w:r>
    </w:p>
    <w:p w14:paraId="09333148" w14:textId="77777777" w:rsidR="00BC7683" w:rsidRDefault="00BC7683" w:rsidP="00434CBA">
      <w:pPr>
        <w:pStyle w:val="SingleTxtG"/>
        <w:ind w:left="2835" w:hanging="567"/>
        <w:rPr>
          <w:bCs/>
          <w:szCs w:val="24"/>
        </w:rPr>
      </w:pPr>
      <w:r w:rsidRPr="00F86CDD">
        <w:rPr>
          <w:bCs/>
          <w:szCs w:val="24"/>
        </w:rPr>
        <w:t>b)</w:t>
      </w:r>
      <w:r w:rsidRPr="00F86CDD">
        <w:rPr>
          <w:bCs/>
          <w:szCs w:val="24"/>
        </w:rPr>
        <w:tab/>
        <w:t>Dans une plage de vitesses comprises entre 40 et 100 km/h ou la vitesse maximale par construction du véhicule si elle est inférieure à 100 km/h, pour l</w:t>
      </w:r>
      <w:r w:rsidR="004B0B6E">
        <w:rPr>
          <w:bCs/>
          <w:szCs w:val="24"/>
        </w:rPr>
        <w:t>’</w:t>
      </w:r>
      <w:r w:rsidRPr="00F86CDD">
        <w:rPr>
          <w:bCs/>
          <w:szCs w:val="24"/>
        </w:rPr>
        <w:t>essai de défaut d</w:t>
      </w:r>
      <w:r w:rsidR="004B0B6E">
        <w:rPr>
          <w:bCs/>
          <w:szCs w:val="24"/>
        </w:rPr>
        <w:t>’</w:t>
      </w:r>
      <w:r w:rsidRPr="00F86CDD">
        <w:rPr>
          <w:bCs/>
          <w:szCs w:val="24"/>
        </w:rPr>
        <w:t xml:space="preserve">étanchéité permettant de vérifier le respect des prescriptions du </w:t>
      </w:r>
      <w:r>
        <w:rPr>
          <w:bCs/>
          <w:szCs w:val="24"/>
        </w:rPr>
        <w:t>paragraphe</w:t>
      </w:r>
      <w:r w:rsidRPr="00F86CDD">
        <w:rPr>
          <w:bCs/>
          <w:szCs w:val="24"/>
        </w:rPr>
        <w:t> 5.3 du présent Règlement et l</w:t>
      </w:r>
      <w:r w:rsidR="004B0B6E">
        <w:rPr>
          <w:bCs/>
          <w:szCs w:val="24"/>
        </w:rPr>
        <w:t>’</w:t>
      </w:r>
      <w:r w:rsidRPr="00F86CDD">
        <w:rPr>
          <w:bCs/>
          <w:szCs w:val="24"/>
        </w:rPr>
        <w:t xml:space="preserve">essai de </w:t>
      </w:r>
      <w:r w:rsidRPr="00F86CDD">
        <w:rPr>
          <w:bCs/>
          <w:szCs w:val="24"/>
        </w:rPr>
        <w:lastRenderedPageBreak/>
        <w:t xml:space="preserve">défaut de fonctionnement permettant de vérifier le respect des prescriptions du </w:t>
      </w:r>
      <w:r>
        <w:rPr>
          <w:bCs/>
          <w:szCs w:val="24"/>
        </w:rPr>
        <w:t>paragraphe</w:t>
      </w:r>
      <w:r w:rsidRPr="00F86CDD">
        <w:rPr>
          <w:bCs/>
          <w:szCs w:val="24"/>
        </w:rPr>
        <w:t xml:space="preserve"> 5.4 </w:t>
      </w:r>
      <w:r>
        <w:rPr>
          <w:bCs/>
          <w:szCs w:val="24"/>
        </w:rPr>
        <w:t xml:space="preserve">de ce même </w:t>
      </w:r>
      <w:r w:rsidRPr="00F86CDD">
        <w:rPr>
          <w:bCs/>
          <w:szCs w:val="24"/>
        </w:rPr>
        <w:t xml:space="preserve">Règlement. </w:t>
      </w:r>
    </w:p>
    <w:p w14:paraId="0BF64EAE" w14:textId="77777777" w:rsidR="00BC7683" w:rsidRPr="00F86CDD" w:rsidRDefault="00BC7683" w:rsidP="00434CBA">
      <w:pPr>
        <w:pStyle w:val="SingleTxtG"/>
        <w:ind w:left="2268"/>
        <w:rPr>
          <w:szCs w:val="24"/>
        </w:rPr>
      </w:pPr>
      <w:r w:rsidRPr="00F86CDD">
        <w:rPr>
          <w:szCs w:val="24"/>
        </w:rPr>
        <w:t>Le TPMS du véhicule doit être étalonné et éprouvé pour les véhicules des catégories</w:t>
      </w:r>
      <w:r w:rsidRPr="00F86CDD">
        <w:t xml:space="preserve"> M</w:t>
      </w:r>
      <w:r w:rsidRPr="00F86CDD">
        <w:rPr>
          <w:vertAlign w:val="subscript"/>
        </w:rPr>
        <w:t>2</w:t>
      </w:r>
      <w:r w:rsidRPr="00F86CDD">
        <w:t>, M</w:t>
      </w:r>
      <w:r w:rsidRPr="00F86CDD">
        <w:rPr>
          <w:vertAlign w:val="subscript"/>
        </w:rPr>
        <w:t>3</w:t>
      </w:r>
      <w:r w:rsidRPr="00F86CDD">
        <w:t>, N</w:t>
      </w:r>
      <w:r w:rsidRPr="00F86CDD">
        <w:rPr>
          <w:vertAlign w:val="subscript"/>
        </w:rPr>
        <w:t>2</w:t>
      </w:r>
      <w:r w:rsidRPr="00F86CDD">
        <w:t>, N</w:t>
      </w:r>
      <w:r w:rsidRPr="00F86CDD">
        <w:rPr>
          <w:vertAlign w:val="subscript"/>
        </w:rPr>
        <w:t>3</w:t>
      </w:r>
      <w:r w:rsidRPr="00F86CDD">
        <w:t>, O</w:t>
      </w:r>
      <w:r w:rsidRPr="00F86CDD">
        <w:rPr>
          <w:vertAlign w:val="subscript"/>
        </w:rPr>
        <w:t>3</w:t>
      </w:r>
      <w:r w:rsidRPr="00F86CDD">
        <w:t xml:space="preserve"> </w:t>
      </w:r>
      <w:r>
        <w:t>et</w:t>
      </w:r>
      <w:r w:rsidRPr="00F86CDD">
        <w:t xml:space="preserve"> O</w:t>
      </w:r>
      <w:r w:rsidRPr="00F86CDD">
        <w:rPr>
          <w:vertAlign w:val="subscript"/>
        </w:rPr>
        <w:t>4</w:t>
      </w:r>
      <w:r w:rsidR="00434CBA" w:rsidRPr="00434CBA">
        <w:t> </w:t>
      </w:r>
      <w:r w:rsidRPr="00F86CDD">
        <w:rPr>
          <w:szCs w:val="24"/>
        </w:rPr>
        <w:t>:</w:t>
      </w:r>
    </w:p>
    <w:p w14:paraId="0335338B" w14:textId="77777777" w:rsidR="00BC7683" w:rsidRDefault="00BC7683" w:rsidP="00434CBA">
      <w:pPr>
        <w:pStyle w:val="SingleTxtG"/>
        <w:ind w:left="2835" w:hanging="567"/>
        <w:rPr>
          <w:bCs/>
          <w:szCs w:val="24"/>
        </w:rPr>
      </w:pPr>
      <w:r w:rsidRPr="004A4212">
        <w:rPr>
          <w:bCs/>
          <w:szCs w:val="24"/>
        </w:rPr>
        <w:t>c)</w:t>
      </w:r>
      <w:r w:rsidRPr="004A4212">
        <w:rPr>
          <w:bCs/>
          <w:szCs w:val="24"/>
        </w:rPr>
        <w:tab/>
        <w:t>Dans une plage de vitesses comprises entre 30 km/h et 90 km/h (ou la vitesse maximale par construction du véhicule si elle est inférieure à 90 km/h) pour l</w:t>
      </w:r>
      <w:r w:rsidR="004B0B6E">
        <w:rPr>
          <w:bCs/>
          <w:szCs w:val="24"/>
        </w:rPr>
        <w:t>’</w:t>
      </w:r>
      <w:r w:rsidRPr="004A4212">
        <w:rPr>
          <w:bCs/>
          <w:szCs w:val="24"/>
        </w:rPr>
        <w:t xml:space="preserve">essai de crevaison permettant de vérifier les prescriptions du </w:t>
      </w:r>
      <w:r>
        <w:rPr>
          <w:bCs/>
          <w:szCs w:val="24"/>
        </w:rPr>
        <w:t>paragraphe</w:t>
      </w:r>
      <w:r w:rsidRPr="004A4212">
        <w:rPr>
          <w:bCs/>
          <w:szCs w:val="24"/>
        </w:rPr>
        <w:t xml:space="preserve"> 5.2 du présent Règlement ; </w:t>
      </w:r>
      <w:r>
        <w:rPr>
          <w:bCs/>
          <w:szCs w:val="24"/>
        </w:rPr>
        <w:t xml:space="preserve">et </w:t>
      </w:r>
    </w:p>
    <w:p w14:paraId="2B07162B" w14:textId="77777777" w:rsidR="00BC7683" w:rsidRPr="0019146E" w:rsidRDefault="00BC7683" w:rsidP="00434CBA">
      <w:pPr>
        <w:pStyle w:val="SingleTxtG"/>
        <w:ind w:left="2835" w:hanging="567"/>
        <w:rPr>
          <w:bCs/>
          <w:szCs w:val="24"/>
        </w:rPr>
      </w:pPr>
      <w:r w:rsidRPr="004A4212">
        <w:rPr>
          <w:bCs/>
          <w:szCs w:val="24"/>
        </w:rPr>
        <w:t>d)</w:t>
      </w:r>
      <w:r w:rsidRPr="004A4212">
        <w:rPr>
          <w:bCs/>
          <w:szCs w:val="24"/>
        </w:rPr>
        <w:tab/>
        <w:t>Dans une plage de vitesses comprises entre 30 km/h et 90 km/h (ou la vitesse maximale par construction du véhicule si elle est inférieure à 90 km/h) pour l</w:t>
      </w:r>
      <w:r w:rsidR="004B0B6E">
        <w:rPr>
          <w:bCs/>
          <w:szCs w:val="24"/>
        </w:rPr>
        <w:t>’</w:t>
      </w:r>
      <w:r w:rsidRPr="004A4212">
        <w:rPr>
          <w:bCs/>
          <w:szCs w:val="24"/>
        </w:rPr>
        <w:t>essai de défaut d</w:t>
      </w:r>
      <w:r w:rsidR="004B0B6E">
        <w:rPr>
          <w:bCs/>
          <w:szCs w:val="24"/>
        </w:rPr>
        <w:t>’</w:t>
      </w:r>
      <w:r w:rsidRPr="004A4212">
        <w:rPr>
          <w:bCs/>
          <w:szCs w:val="24"/>
        </w:rPr>
        <w:t xml:space="preserve">étanchéité permettant de vérifier le respect des prescriptions du </w:t>
      </w:r>
      <w:r>
        <w:rPr>
          <w:bCs/>
          <w:szCs w:val="24"/>
        </w:rPr>
        <w:t>paragraphe</w:t>
      </w:r>
      <w:r w:rsidRPr="004A4212">
        <w:rPr>
          <w:bCs/>
          <w:szCs w:val="24"/>
        </w:rPr>
        <w:t> 5.3 du présent Règlement et l</w:t>
      </w:r>
      <w:r w:rsidR="004B0B6E">
        <w:rPr>
          <w:bCs/>
          <w:szCs w:val="24"/>
        </w:rPr>
        <w:t>’</w:t>
      </w:r>
      <w:r w:rsidRPr="004A4212">
        <w:rPr>
          <w:bCs/>
          <w:szCs w:val="24"/>
        </w:rPr>
        <w:t xml:space="preserve">essai de défaut de fonctionnement permettant de vérifier le respect des prescriptions du </w:t>
      </w:r>
      <w:r>
        <w:rPr>
          <w:bCs/>
          <w:szCs w:val="24"/>
        </w:rPr>
        <w:t>paragraphe</w:t>
      </w:r>
      <w:r w:rsidRPr="004A4212">
        <w:rPr>
          <w:bCs/>
          <w:szCs w:val="24"/>
        </w:rPr>
        <w:t xml:space="preserve"> 5.4 </w:t>
      </w:r>
      <w:r>
        <w:rPr>
          <w:bCs/>
          <w:szCs w:val="24"/>
        </w:rPr>
        <w:t xml:space="preserve">de ce même </w:t>
      </w:r>
      <w:r w:rsidRPr="004A4212">
        <w:rPr>
          <w:bCs/>
          <w:szCs w:val="24"/>
        </w:rPr>
        <w:t>Règlement.</w:t>
      </w:r>
    </w:p>
    <w:p w14:paraId="49EA2BB7" w14:textId="77777777" w:rsidR="00BC7683" w:rsidRPr="003B79E8" w:rsidRDefault="00BC7683" w:rsidP="00434CBA">
      <w:pPr>
        <w:pStyle w:val="SingleTxtG"/>
        <w:ind w:left="2268"/>
        <w:rPr>
          <w:szCs w:val="24"/>
        </w:rPr>
      </w:pPr>
      <w:r w:rsidRPr="003B79E8">
        <w:rPr>
          <w:szCs w:val="24"/>
        </w:rPr>
        <w:t>L</w:t>
      </w:r>
      <w:r w:rsidR="004B0B6E">
        <w:rPr>
          <w:szCs w:val="24"/>
        </w:rPr>
        <w:t>’</w:t>
      </w:r>
      <w:r w:rsidRPr="003B79E8">
        <w:rPr>
          <w:szCs w:val="24"/>
        </w:rPr>
        <w:t>essai doit porter sur l</w:t>
      </w:r>
      <w:r w:rsidR="004B0B6E">
        <w:rPr>
          <w:szCs w:val="24"/>
        </w:rPr>
        <w:t>’</w:t>
      </w:r>
      <w:r w:rsidRPr="003B79E8">
        <w:rPr>
          <w:szCs w:val="24"/>
        </w:rPr>
        <w:t>intégralité de la plage de vitesses.</w:t>
      </w:r>
    </w:p>
    <w:p w14:paraId="379BEFE3" w14:textId="77777777" w:rsidR="00BC7683" w:rsidRPr="007A28EE" w:rsidRDefault="00BC7683" w:rsidP="00434CBA">
      <w:pPr>
        <w:pStyle w:val="SingleTxtG"/>
        <w:ind w:left="2268"/>
        <w:rPr>
          <w:szCs w:val="24"/>
        </w:rPr>
      </w:pPr>
      <w:r w:rsidRPr="003B79E8">
        <w:rPr>
          <w:szCs w:val="24"/>
        </w:rPr>
        <w:t>Sur les véhicules équipés d</w:t>
      </w:r>
      <w:r w:rsidR="004B0B6E">
        <w:rPr>
          <w:szCs w:val="24"/>
        </w:rPr>
        <w:t>’</w:t>
      </w:r>
      <w:r w:rsidRPr="003B79E8">
        <w:rPr>
          <w:szCs w:val="24"/>
        </w:rPr>
        <w:t>un régulateur de vitesse, le régulateur de vitesse ne doit pas être enclenché pendant l</w:t>
      </w:r>
      <w:r w:rsidR="004B0B6E">
        <w:rPr>
          <w:szCs w:val="24"/>
        </w:rPr>
        <w:t>’</w:t>
      </w:r>
      <w:r w:rsidRPr="003B79E8">
        <w:rPr>
          <w:szCs w:val="24"/>
        </w:rPr>
        <w:t xml:space="preserve">essai. </w:t>
      </w:r>
    </w:p>
    <w:p w14:paraId="744E9A39" w14:textId="77777777" w:rsidR="00BC7683" w:rsidRPr="003B79E8" w:rsidRDefault="00BC7683" w:rsidP="00434CBA">
      <w:pPr>
        <w:pStyle w:val="SingleTxtG"/>
        <w:ind w:left="2268" w:hanging="1134"/>
        <w:rPr>
          <w:szCs w:val="24"/>
        </w:rPr>
      </w:pPr>
      <w:r w:rsidRPr="003B79E8">
        <w:rPr>
          <w:szCs w:val="24"/>
        </w:rPr>
        <w:t>1.5.3</w:t>
      </w:r>
      <w:r w:rsidRPr="003B79E8">
        <w:rPr>
          <w:szCs w:val="24"/>
        </w:rPr>
        <w:tab/>
      </w:r>
      <w:r>
        <w:rPr>
          <w:szCs w:val="24"/>
        </w:rPr>
        <w:t>Emp</w:t>
      </w:r>
      <w:r w:rsidRPr="003B79E8">
        <w:rPr>
          <w:szCs w:val="24"/>
        </w:rPr>
        <w:t xml:space="preserve">lacement des jantes </w:t>
      </w:r>
    </w:p>
    <w:p w14:paraId="067F76D8" w14:textId="77777777" w:rsidR="00BC7683" w:rsidRPr="007A28EE" w:rsidRDefault="00BC7683" w:rsidP="00434CBA">
      <w:pPr>
        <w:pStyle w:val="SingleTxtG"/>
        <w:ind w:left="2268"/>
        <w:rPr>
          <w:szCs w:val="24"/>
        </w:rPr>
      </w:pPr>
      <w:r w:rsidRPr="003B79E8">
        <w:rPr>
          <w:szCs w:val="24"/>
        </w:rPr>
        <w:t>Les jantes du véhicule peuvent être placées n</w:t>
      </w:r>
      <w:r w:rsidR="004B0B6E">
        <w:rPr>
          <w:szCs w:val="24"/>
        </w:rPr>
        <w:t>’</w:t>
      </w:r>
      <w:r w:rsidRPr="003B79E8">
        <w:rPr>
          <w:szCs w:val="24"/>
        </w:rPr>
        <w:t xml:space="preserve">importe où, sauf instructions contraires du constructeur. </w:t>
      </w:r>
    </w:p>
    <w:p w14:paraId="62FEF2F1" w14:textId="77777777" w:rsidR="00BC7683" w:rsidRPr="003B79E8" w:rsidRDefault="00BC7683" w:rsidP="00434CBA">
      <w:pPr>
        <w:pStyle w:val="SingleTxtG"/>
        <w:ind w:left="2268" w:hanging="1134"/>
        <w:rPr>
          <w:szCs w:val="24"/>
        </w:rPr>
      </w:pPr>
      <w:r w:rsidRPr="003B79E8">
        <w:rPr>
          <w:szCs w:val="24"/>
        </w:rPr>
        <w:t>1.5.4</w:t>
      </w:r>
      <w:r w:rsidRPr="003B79E8">
        <w:rPr>
          <w:szCs w:val="24"/>
        </w:rPr>
        <w:tab/>
        <w:t>Lieu de stationnement</w:t>
      </w:r>
    </w:p>
    <w:p w14:paraId="69BAE369" w14:textId="77777777" w:rsidR="00BC7683" w:rsidRPr="003B79E8" w:rsidRDefault="00BC7683" w:rsidP="00434CBA">
      <w:pPr>
        <w:pStyle w:val="SingleTxtG"/>
        <w:ind w:left="2268"/>
      </w:pPr>
      <w:r w:rsidRPr="003B79E8">
        <w:t xml:space="preserve">Lorsque le véhicule est </w:t>
      </w:r>
      <w:r w:rsidRPr="00434CBA">
        <w:rPr>
          <w:szCs w:val="24"/>
        </w:rPr>
        <w:t>stationné</w:t>
      </w:r>
      <w:r w:rsidRPr="003B79E8">
        <w:t>, ses pneumatiques doivent être protégés du rayonnement direct du soleil. L</w:t>
      </w:r>
      <w:r w:rsidR="004B0B6E">
        <w:t>’</w:t>
      </w:r>
      <w:r w:rsidRPr="003B79E8">
        <w:t>emplacement doit être abrité de tout vent susceptible d</w:t>
      </w:r>
      <w:r w:rsidR="004B0B6E">
        <w:t>’</w:t>
      </w:r>
      <w:r w:rsidRPr="003B79E8">
        <w:t>affecter les résultats.</w:t>
      </w:r>
    </w:p>
    <w:p w14:paraId="41B32782" w14:textId="77777777" w:rsidR="00BC7683" w:rsidRPr="003B79E8" w:rsidRDefault="00BC7683" w:rsidP="00434CBA">
      <w:pPr>
        <w:pStyle w:val="SingleTxtG"/>
        <w:ind w:left="2268" w:hanging="1134"/>
        <w:rPr>
          <w:szCs w:val="24"/>
        </w:rPr>
      </w:pPr>
      <w:r w:rsidRPr="003B79E8">
        <w:rPr>
          <w:szCs w:val="24"/>
        </w:rPr>
        <w:t>1.5.5</w:t>
      </w:r>
      <w:r w:rsidRPr="003B79E8">
        <w:rPr>
          <w:szCs w:val="24"/>
        </w:rPr>
        <w:tab/>
        <w:t>Actionnement de la pédale de frein</w:t>
      </w:r>
    </w:p>
    <w:p w14:paraId="10FF8371" w14:textId="77777777" w:rsidR="00BC7683" w:rsidRPr="003B79E8" w:rsidRDefault="00BC7683" w:rsidP="00434CBA">
      <w:pPr>
        <w:pStyle w:val="SingleTxtG"/>
        <w:ind w:left="2268"/>
        <w:rPr>
          <w:szCs w:val="24"/>
        </w:rPr>
      </w:pPr>
      <w:r w:rsidRPr="003B79E8">
        <w:rPr>
          <w:szCs w:val="24"/>
        </w:rPr>
        <w:t xml:space="preserve">Il </w:t>
      </w:r>
      <w:r>
        <w:rPr>
          <w:szCs w:val="24"/>
        </w:rPr>
        <w:t xml:space="preserve">ne doit </w:t>
      </w:r>
      <w:r w:rsidRPr="003B79E8">
        <w:rPr>
          <w:szCs w:val="24"/>
        </w:rPr>
        <w:t xml:space="preserve">pas </w:t>
      </w:r>
      <w:r>
        <w:rPr>
          <w:szCs w:val="24"/>
        </w:rPr>
        <w:t xml:space="preserve">être </w:t>
      </w:r>
      <w:r w:rsidRPr="003B79E8">
        <w:rPr>
          <w:szCs w:val="24"/>
        </w:rPr>
        <w:t>tenu compte du temps de conduite pendant lequel le frein est actionné alors que le véhicule roule.</w:t>
      </w:r>
    </w:p>
    <w:p w14:paraId="35623807" w14:textId="77777777" w:rsidR="00BC7683" w:rsidRPr="003B79E8" w:rsidRDefault="00BC7683" w:rsidP="00434CBA">
      <w:pPr>
        <w:pStyle w:val="SingleTxtG"/>
        <w:ind w:left="2268" w:hanging="1134"/>
        <w:rPr>
          <w:szCs w:val="24"/>
        </w:rPr>
      </w:pPr>
      <w:r w:rsidRPr="003B79E8">
        <w:rPr>
          <w:szCs w:val="24"/>
        </w:rPr>
        <w:t>1.5.6</w:t>
      </w:r>
      <w:r w:rsidRPr="003B79E8">
        <w:rPr>
          <w:szCs w:val="24"/>
        </w:rPr>
        <w:tab/>
        <w:t>Pneumatiques</w:t>
      </w:r>
    </w:p>
    <w:p w14:paraId="140C444E" w14:textId="77777777" w:rsidR="00BC7683" w:rsidRDefault="00BC7683" w:rsidP="00434CBA">
      <w:pPr>
        <w:pStyle w:val="SingleTxtG"/>
        <w:ind w:left="2268"/>
        <w:rPr>
          <w:szCs w:val="24"/>
        </w:rPr>
      </w:pPr>
      <w:r w:rsidRPr="003B79E8">
        <w:rPr>
          <w:szCs w:val="24"/>
        </w:rPr>
        <w:t>Le véhicule</w:t>
      </w:r>
      <w:r>
        <w:rPr>
          <w:szCs w:val="24"/>
        </w:rPr>
        <w:t xml:space="preserve"> doit être </w:t>
      </w:r>
      <w:r w:rsidRPr="003B79E8">
        <w:rPr>
          <w:szCs w:val="24"/>
        </w:rPr>
        <w:t>soumis à l</w:t>
      </w:r>
      <w:r w:rsidR="004B0B6E">
        <w:rPr>
          <w:szCs w:val="24"/>
        </w:rPr>
        <w:t>’</w:t>
      </w:r>
      <w:r w:rsidRPr="003B79E8">
        <w:rPr>
          <w:szCs w:val="24"/>
        </w:rPr>
        <w:t>essai, les pneumatiques montés conformément aux recommandations du constructeur.</w:t>
      </w:r>
      <w:r w:rsidRPr="003F0EBC">
        <w:rPr>
          <w:rFonts w:ascii="Segoe UI" w:hAnsi="Segoe UI" w:cs="Segoe UI"/>
        </w:rPr>
        <w:t xml:space="preserve"> </w:t>
      </w:r>
      <w:r w:rsidRPr="003F0EBC">
        <w:rPr>
          <w:szCs w:val="24"/>
        </w:rPr>
        <w:t>Toutefois, on peut utiliser le pneumatique de secours pour vérifier que le système de surveillance de la pression des pneumatiques ne présente pas de défaut de fonctionnement.</w:t>
      </w:r>
    </w:p>
    <w:p w14:paraId="35A51D0F" w14:textId="77777777" w:rsidR="00BC7683" w:rsidRPr="003F0EBC" w:rsidRDefault="00BC7683" w:rsidP="00434CBA">
      <w:pPr>
        <w:pStyle w:val="SingleTxtG"/>
        <w:ind w:left="2268" w:hanging="1134"/>
        <w:rPr>
          <w:bCs/>
          <w:szCs w:val="24"/>
        </w:rPr>
      </w:pPr>
      <w:r w:rsidRPr="003F0EBC">
        <w:rPr>
          <w:bCs/>
        </w:rPr>
        <w:t xml:space="preserve">1.5.7 </w:t>
      </w:r>
      <w:r w:rsidRPr="003F0EBC">
        <w:rPr>
          <w:bCs/>
        </w:rPr>
        <w:tab/>
        <w:t xml:space="preserve">Essieu(x) </w:t>
      </w:r>
      <w:r w:rsidRPr="00434CBA">
        <w:rPr>
          <w:szCs w:val="24"/>
        </w:rPr>
        <w:t>relevable</w:t>
      </w:r>
      <w:r w:rsidRPr="003F0EBC">
        <w:rPr>
          <w:bCs/>
        </w:rPr>
        <w:t>(s)</w:t>
      </w:r>
    </w:p>
    <w:p w14:paraId="1A588F2F" w14:textId="77777777" w:rsidR="00BC7683" w:rsidRDefault="00BC7683" w:rsidP="00434CBA">
      <w:pPr>
        <w:pStyle w:val="SingleTxtG"/>
        <w:ind w:left="2268"/>
        <w:rPr>
          <w:bCs/>
          <w:szCs w:val="24"/>
        </w:rPr>
      </w:pPr>
      <w:r w:rsidRPr="003F0EBC">
        <w:rPr>
          <w:bCs/>
          <w:szCs w:val="24"/>
        </w:rPr>
        <w:t>Si le véhicule est équipé d</w:t>
      </w:r>
      <w:r w:rsidR="004B0B6E">
        <w:rPr>
          <w:bCs/>
          <w:szCs w:val="24"/>
        </w:rPr>
        <w:t>’</w:t>
      </w:r>
      <w:r w:rsidRPr="003F0EBC">
        <w:rPr>
          <w:bCs/>
          <w:szCs w:val="24"/>
        </w:rPr>
        <w:t xml:space="preserve">au </w:t>
      </w:r>
      <w:r w:rsidRPr="00434CBA">
        <w:rPr>
          <w:szCs w:val="24"/>
        </w:rPr>
        <w:t>moins</w:t>
      </w:r>
      <w:r w:rsidRPr="003F0EBC">
        <w:rPr>
          <w:bCs/>
          <w:szCs w:val="24"/>
        </w:rPr>
        <w:t xml:space="preserve"> un essieu relevable, ces essieux relevables doivent être complétement abaissés de manière </w:t>
      </w:r>
      <w:r>
        <w:rPr>
          <w:bCs/>
          <w:szCs w:val="24"/>
        </w:rPr>
        <w:t xml:space="preserve">à ce </w:t>
      </w:r>
      <w:r w:rsidRPr="003F0EBC">
        <w:rPr>
          <w:bCs/>
          <w:szCs w:val="24"/>
        </w:rPr>
        <w:t>que les pneumatiques soient en contact avec le sol pendant l</w:t>
      </w:r>
      <w:r w:rsidR="004B0B6E">
        <w:rPr>
          <w:bCs/>
          <w:szCs w:val="24"/>
        </w:rPr>
        <w:t>’</w:t>
      </w:r>
      <w:r w:rsidRPr="003F0EBC">
        <w:rPr>
          <w:bCs/>
          <w:szCs w:val="24"/>
        </w:rPr>
        <w:t>essai.</w:t>
      </w:r>
    </w:p>
    <w:p w14:paraId="5279C388" w14:textId="77777777" w:rsidR="00BC7683" w:rsidRPr="003F0EBC" w:rsidRDefault="00BC7683" w:rsidP="00434CBA">
      <w:pPr>
        <w:pStyle w:val="SingleTxtG"/>
        <w:ind w:left="2268" w:hanging="1134"/>
        <w:rPr>
          <w:szCs w:val="24"/>
        </w:rPr>
      </w:pPr>
      <w:r w:rsidRPr="003F0EBC">
        <w:rPr>
          <w:bCs/>
          <w:szCs w:val="24"/>
        </w:rPr>
        <w:t>1.6</w:t>
      </w:r>
      <w:r w:rsidRPr="003F0EBC">
        <w:rPr>
          <w:bCs/>
          <w:szCs w:val="24"/>
        </w:rPr>
        <w:tab/>
      </w:r>
      <w:r w:rsidRPr="00434CBA">
        <w:rPr>
          <w:szCs w:val="24"/>
        </w:rPr>
        <w:t>Précision</w:t>
      </w:r>
      <w:r w:rsidRPr="003F0EBC">
        <w:rPr>
          <w:bCs/>
          <w:szCs w:val="24"/>
        </w:rPr>
        <w:t xml:space="preserve"> du matériel de mesure de pression</w:t>
      </w:r>
      <w:r>
        <w:rPr>
          <w:bCs/>
          <w:szCs w:val="24"/>
        </w:rPr>
        <w:t xml:space="preserve"> </w:t>
      </w:r>
    </w:p>
    <w:p w14:paraId="244F20DC" w14:textId="77777777" w:rsidR="00BC7683" w:rsidRDefault="00BC7683" w:rsidP="00434CBA">
      <w:pPr>
        <w:pStyle w:val="SingleTxtG"/>
        <w:ind w:left="2268"/>
        <w:rPr>
          <w:szCs w:val="24"/>
        </w:rPr>
      </w:pPr>
      <w:r w:rsidRPr="003F0EBC">
        <w:rPr>
          <w:szCs w:val="24"/>
        </w:rPr>
        <w:t>La précision du matériel de mesure de pression lors des essais faisant l</w:t>
      </w:r>
      <w:r w:rsidR="004B0B6E">
        <w:rPr>
          <w:szCs w:val="24"/>
        </w:rPr>
        <w:t>’</w:t>
      </w:r>
      <w:r w:rsidRPr="003F0EBC">
        <w:rPr>
          <w:szCs w:val="24"/>
        </w:rPr>
        <w:t xml:space="preserve">objet de la présente annexe doit être de ±3 kPa. </w:t>
      </w:r>
    </w:p>
    <w:p w14:paraId="0AAC5358" w14:textId="77777777" w:rsidR="00BC7683" w:rsidRPr="007A28EE" w:rsidRDefault="00BC7683" w:rsidP="00434CBA">
      <w:pPr>
        <w:pStyle w:val="SingleTxtG"/>
        <w:ind w:left="2268" w:hanging="1134"/>
      </w:pPr>
      <w:r w:rsidRPr="007A28EE">
        <w:t>2.</w:t>
      </w:r>
      <w:r w:rsidRPr="007A28EE">
        <w:tab/>
      </w:r>
      <w:r w:rsidRPr="002F6715">
        <w:t xml:space="preserve">Mode </w:t>
      </w:r>
      <w:r w:rsidRPr="00434CBA">
        <w:rPr>
          <w:szCs w:val="24"/>
        </w:rPr>
        <w:t>opératoire</w:t>
      </w:r>
      <w:r w:rsidRPr="002F6715">
        <w:t xml:space="preserve"> </w:t>
      </w:r>
    </w:p>
    <w:p w14:paraId="10060C05" w14:textId="77777777" w:rsidR="00BC7683" w:rsidRDefault="00BC7683" w:rsidP="00434CBA">
      <w:pPr>
        <w:pStyle w:val="SingleTxtG"/>
        <w:ind w:left="2268"/>
        <w:rPr>
          <w:szCs w:val="24"/>
        </w:rPr>
      </w:pPr>
      <w:r w:rsidRPr="002F6715">
        <w:rPr>
          <w:szCs w:val="24"/>
        </w:rPr>
        <w:t>L</w:t>
      </w:r>
      <w:r w:rsidR="004B0B6E">
        <w:rPr>
          <w:szCs w:val="24"/>
        </w:rPr>
        <w:t>’</w:t>
      </w:r>
      <w:r w:rsidRPr="002F6715">
        <w:rPr>
          <w:szCs w:val="24"/>
        </w:rPr>
        <w:t xml:space="preserve">essai </w:t>
      </w:r>
      <w:r>
        <w:rPr>
          <w:szCs w:val="24"/>
        </w:rPr>
        <w:t xml:space="preserve">doit être </w:t>
      </w:r>
      <w:r w:rsidRPr="002F6715">
        <w:rPr>
          <w:szCs w:val="24"/>
        </w:rPr>
        <w:t>réalisé à une vitesse d</w:t>
      </w:r>
      <w:r w:rsidR="004B0B6E">
        <w:rPr>
          <w:szCs w:val="24"/>
        </w:rPr>
        <w:t>’</w:t>
      </w:r>
      <w:r w:rsidRPr="002F6715">
        <w:rPr>
          <w:szCs w:val="24"/>
        </w:rPr>
        <w:t xml:space="preserve">essai dans la plage indiquée au </w:t>
      </w:r>
      <w:r>
        <w:rPr>
          <w:szCs w:val="24"/>
        </w:rPr>
        <w:t>paragraphe</w:t>
      </w:r>
      <w:r w:rsidRPr="002F6715">
        <w:rPr>
          <w:szCs w:val="24"/>
        </w:rPr>
        <w:t xml:space="preserve"> 1.5.2 de la présente annexe, au moins une fois pour le cas prévu au </w:t>
      </w:r>
      <w:r>
        <w:rPr>
          <w:szCs w:val="24"/>
        </w:rPr>
        <w:t>paragraphe</w:t>
      </w:r>
      <w:r w:rsidRPr="002F6715">
        <w:rPr>
          <w:szCs w:val="24"/>
        </w:rPr>
        <w:t xml:space="preserve"> 2.6.1 </w:t>
      </w:r>
      <w:r>
        <w:rPr>
          <w:szCs w:val="24"/>
        </w:rPr>
        <w:t>(</w:t>
      </w:r>
      <w:r w:rsidR="00BD6744">
        <w:rPr>
          <w:szCs w:val="24"/>
        </w:rPr>
        <w:t>“</w:t>
      </w:r>
      <w:r w:rsidRPr="002F6715">
        <w:rPr>
          <w:szCs w:val="24"/>
        </w:rPr>
        <w:t>essai de crevaison</w:t>
      </w:r>
      <w:r w:rsidR="00BD6744">
        <w:rPr>
          <w:szCs w:val="24"/>
        </w:rPr>
        <w:t>”</w:t>
      </w:r>
      <w:r w:rsidRPr="002F6715">
        <w:rPr>
          <w:szCs w:val="24"/>
        </w:rPr>
        <w:t xml:space="preserve">), et au moins une fois pour chaque cas prévu au </w:t>
      </w:r>
      <w:r>
        <w:rPr>
          <w:szCs w:val="24"/>
        </w:rPr>
        <w:t>paragraphe</w:t>
      </w:r>
      <w:r w:rsidRPr="002F6715">
        <w:rPr>
          <w:szCs w:val="24"/>
        </w:rPr>
        <w:t xml:space="preserve"> 2.6.2 de la</w:t>
      </w:r>
      <w:r>
        <w:rPr>
          <w:szCs w:val="24"/>
        </w:rPr>
        <w:t xml:space="preserve"> mêm</w:t>
      </w:r>
      <w:r w:rsidRPr="002F6715">
        <w:rPr>
          <w:szCs w:val="24"/>
        </w:rPr>
        <w:t>e annexe (</w:t>
      </w:r>
      <w:r w:rsidR="00BD6744">
        <w:rPr>
          <w:szCs w:val="24"/>
        </w:rPr>
        <w:t>“</w:t>
      </w:r>
      <w:r w:rsidRPr="002F6715">
        <w:rPr>
          <w:szCs w:val="24"/>
        </w:rPr>
        <w:t>essai de défaut d</w:t>
      </w:r>
      <w:r w:rsidR="004B0B6E">
        <w:rPr>
          <w:szCs w:val="24"/>
        </w:rPr>
        <w:t>’</w:t>
      </w:r>
      <w:r w:rsidRPr="002F6715">
        <w:rPr>
          <w:szCs w:val="24"/>
        </w:rPr>
        <w:t>étanchéité</w:t>
      </w:r>
      <w:r w:rsidR="00BD6744">
        <w:rPr>
          <w:szCs w:val="24"/>
        </w:rPr>
        <w:t>”</w:t>
      </w:r>
      <w:r w:rsidRPr="002F6715">
        <w:rPr>
          <w:szCs w:val="24"/>
        </w:rPr>
        <w:t xml:space="preserve">). </w:t>
      </w:r>
    </w:p>
    <w:p w14:paraId="5307E65F" w14:textId="77777777" w:rsidR="00BC7683" w:rsidRPr="00C87233" w:rsidRDefault="00BC7683" w:rsidP="00434CBA">
      <w:pPr>
        <w:pStyle w:val="SingleTxtG"/>
        <w:ind w:left="2268" w:hanging="1134"/>
        <w:rPr>
          <w:szCs w:val="24"/>
        </w:rPr>
      </w:pPr>
      <w:r w:rsidRPr="00C87233">
        <w:t>2.1</w:t>
      </w:r>
      <w:r w:rsidRPr="00C87233">
        <w:rPr>
          <w:szCs w:val="24"/>
        </w:rPr>
        <w:tab/>
        <w:t>Avant de gonfler les pneumatiques du véhicule, immobiliser le véhicule en extérieur à température ambiante pendant au moins une heure pour les véhicules de la catégorie M</w:t>
      </w:r>
      <w:r w:rsidRPr="00C87233">
        <w:rPr>
          <w:szCs w:val="24"/>
          <w:vertAlign w:val="subscript"/>
        </w:rPr>
        <w:t>1</w:t>
      </w:r>
      <w:r w:rsidRPr="00C87233">
        <w:rPr>
          <w:szCs w:val="24"/>
        </w:rPr>
        <w:t xml:space="preserve"> et </w:t>
      </w:r>
      <w:r>
        <w:rPr>
          <w:szCs w:val="24"/>
        </w:rPr>
        <w:t xml:space="preserve">de la catégorie </w:t>
      </w:r>
      <w:r w:rsidRPr="00C87233">
        <w:rPr>
          <w:szCs w:val="24"/>
        </w:rPr>
        <w:t>N</w:t>
      </w:r>
      <w:r w:rsidRPr="00C87233">
        <w:rPr>
          <w:szCs w:val="24"/>
          <w:vertAlign w:val="subscript"/>
        </w:rPr>
        <w:t>1</w:t>
      </w:r>
      <w:r w:rsidRPr="00C87233">
        <w:rPr>
          <w:szCs w:val="24"/>
        </w:rPr>
        <w:t>, et au moins 4 heures pour les véhicules des catégories M</w:t>
      </w:r>
      <w:r w:rsidRPr="00C87233">
        <w:rPr>
          <w:szCs w:val="24"/>
          <w:vertAlign w:val="subscript"/>
        </w:rPr>
        <w:t>2</w:t>
      </w:r>
      <w:r w:rsidRPr="00C87233">
        <w:rPr>
          <w:szCs w:val="24"/>
        </w:rPr>
        <w:t>, M</w:t>
      </w:r>
      <w:r w:rsidRPr="00C87233">
        <w:rPr>
          <w:szCs w:val="24"/>
          <w:vertAlign w:val="subscript"/>
        </w:rPr>
        <w:t>3</w:t>
      </w:r>
      <w:r w:rsidRPr="00C87233">
        <w:rPr>
          <w:szCs w:val="24"/>
        </w:rPr>
        <w:t>, N</w:t>
      </w:r>
      <w:r w:rsidRPr="00C87233">
        <w:rPr>
          <w:szCs w:val="24"/>
          <w:vertAlign w:val="subscript"/>
        </w:rPr>
        <w:t>2</w:t>
      </w:r>
      <w:r w:rsidRPr="00C87233">
        <w:rPr>
          <w:szCs w:val="24"/>
        </w:rPr>
        <w:t>, N</w:t>
      </w:r>
      <w:r w:rsidRPr="00C87233">
        <w:rPr>
          <w:szCs w:val="24"/>
          <w:vertAlign w:val="subscript"/>
        </w:rPr>
        <w:t>3</w:t>
      </w:r>
      <w:r w:rsidRPr="00C87233">
        <w:rPr>
          <w:szCs w:val="24"/>
        </w:rPr>
        <w:t>, O</w:t>
      </w:r>
      <w:r w:rsidRPr="00C87233">
        <w:rPr>
          <w:szCs w:val="24"/>
          <w:vertAlign w:val="subscript"/>
        </w:rPr>
        <w:t>3</w:t>
      </w:r>
      <w:r w:rsidRPr="00C87233">
        <w:rPr>
          <w:szCs w:val="24"/>
        </w:rPr>
        <w:t xml:space="preserve"> </w:t>
      </w:r>
      <w:r>
        <w:rPr>
          <w:szCs w:val="24"/>
        </w:rPr>
        <w:t>et</w:t>
      </w:r>
      <w:r w:rsidRPr="00C87233">
        <w:rPr>
          <w:szCs w:val="24"/>
        </w:rPr>
        <w:t xml:space="preserve"> O</w:t>
      </w:r>
      <w:r w:rsidRPr="00C87233">
        <w:rPr>
          <w:szCs w:val="24"/>
          <w:vertAlign w:val="subscript"/>
        </w:rPr>
        <w:t>4</w:t>
      </w:r>
      <w:r w:rsidRPr="00C87233">
        <w:rPr>
          <w:szCs w:val="24"/>
        </w:rPr>
        <w:t>, moteur coupé, en le protégeant du rayonnement direct du soleil, du vent ou d</w:t>
      </w:r>
      <w:r w:rsidR="004B0B6E">
        <w:rPr>
          <w:szCs w:val="24"/>
        </w:rPr>
        <w:t>’</w:t>
      </w:r>
      <w:r w:rsidRPr="00C87233">
        <w:rPr>
          <w:szCs w:val="24"/>
        </w:rPr>
        <w:t xml:space="preserve">autres facteurs de </w:t>
      </w:r>
      <w:r w:rsidRPr="00C87233">
        <w:rPr>
          <w:szCs w:val="24"/>
        </w:rPr>
        <w:lastRenderedPageBreak/>
        <w:t>réchauffement ou de refroidissement.</w:t>
      </w:r>
      <w:r w:rsidRPr="00C87233">
        <w:rPr>
          <w:rFonts w:ascii="Segoe UI" w:hAnsi="Segoe UI" w:cs="Segoe UI"/>
        </w:rPr>
        <w:t xml:space="preserve"> </w:t>
      </w:r>
      <w:r w:rsidRPr="00C87233">
        <w:rPr>
          <w:szCs w:val="24"/>
        </w:rPr>
        <w:t>Gonfler les pneumatiques du véhicule à la valeur de pression à froid recommandée par le constructeur du véhicule (P</w:t>
      </w:r>
      <w:r w:rsidRPr="00C87233">
        <w:rPr>
          <w:szCs w:val="24"/>
          <w:vertAlign w:val="subscript"/>
        </w:rPr>
        <w:t>rec</w:t>
      </w:r>
      <w:r w:rsidRPr="00C87233">
        <w:rPr>
          <w:szCs w:val="24"/>
        </w:rPr>
        <w:t xml:space="preserve">), conformément </w:t>
      </w:r>
      <w:r>
        <w:rPr>
          <w:szCs w:val="24"/>
        </w:rPr>
        <w:t xml:space="preserve">à ses </w:t>
      </w:r>
      <w:r w:rsidRPr="00C87233">
        <w:rPr>
          <w:szCs w:val="24"/>
        </w:rPr>
        <w:t>recommandations en matière de vitesse, de charge et de position des pneumatiques. Toutes les mesures de pression doivent être faites avec le même matériel de mesure.</w:t>
      </w:r>
    </w:p>
    <w:p w14:paraId="711D9A15" w14:textId="77777777" w:rsidR="00BC7683" w:rsidRPr="00406488" w:rsidRDefault="00BC7683" w:rsidP="00434CBA">
      <w:pPr>
        <w:pStyle w:val="SingleTxtG"/>
        <w:ind w:left="2268" w:hanging="1134"/>
        <w:rPr>
          <w:szCs w:val="24"/>
        </w:rPr>
      </w:pPr>
      <w:r w:rsidRPr="00406488">
        <w:rPr>
          <w:szCs w:val="24"/>
        </w:rPr>
        <w:t>2.2</w:t>
      </w:r>
      <w:r w:rsidRPr="00406488">
        <w:rPr>
          <w:szCs w:val="24"/>
        </w:rPr>
        <w:tab/>
        <w:t>Le véhicule étant à l</w:t>
      </w:r>
      <w:r w:rsidR="004B0B6E">
        <w:rPr>
          <w:szCs w:val="24"/>
        </w:rPr>
        <w:t>’</w:t>
      </w:r>
      <w:r w:rsidRPr="00406488">
        <w:rPr>
          <w:szCs w:val="24"/>
        </w:rPr>
        <w:t>arrêt, contact coupé, mettre le contact.</w:t>
      </w:r>
      <w:r w:rsidRPr="00406488">
        <w:rPr>
          <w:rFonts w:ascii="Segoe UI" w:hAnsi="Segoe UI" w:cs="Segoe UI"/>
        </w:rPr>
        <w:t xml:space="preserve"> </w:t>
      </w:r>
      <w:r w:rsidRPr="00406488">
        <w:rPr>
          <w:szCs w:val="24"/>
        </w:rPr>
        <w:t xml:space="preserve">Le système de surveillance de la pression des pneumatiques procède à un contrôle du fonctionnement de la lampe du témoin de sous-gonflage des pneumatiques, comme indiqué au </w:t>
      </w:r>
      <w:r w:rsidR="00466E0C">
        <w:rPr>
          <w:szCs w:val="24"/>
        </w:rPr>
        <w:t>paragraphe</w:t>
      </w:r>
      <w:r w:rsidR="00466E0C" w:rsidRPr="00406488">
        <w:rPr>
          <w:szCs w:val="24"/>
        </w:rPr>
        <w:t> </w:t>
      </w:r>
      <w:r w:rsidRPr="00406488">
        <w:rPr>
          <w:szCs w:val="24"/>
        </w:rPr>
        <w:t>5.5.2 du présent Règlement.</w:t>
      </w:r>
      <w:r w:rsidRPr="00C520E1">
        <w:rPr>
          <w:rFonts w:ascii="Segoe UI" w:hAnsi="Segoe UI" w:cs="Segoe UI"/>
        </w:rPr>
        <w:t xml:space="preserve"> </w:t>
      </w:r>
      <w:r w:rsidRPr="00C520E1">
        <w:rPr>
          <w:szCs w:val="24"/>
        </w:rPr>
        <w:t>Cette dernière prescription ne s</w:t>
      </w:r>
      <w:r w:rsidR="004B0B6E">
        <w:rPr>
          <w:szCs w:val="24"/>
        </w:rPr>
        <w:t>’</w:t>
      </w:r>
      <w:r w:rsidRPr="00C520E1">
        <w:rPr>
          <w:szCs w:val="24"/>
        </w:rPr>
        <w:t>applique pas aux témoins figurant dans un espace d</w:t>
      </w:r>
      <w:r w:rsidR="004B0B6E">
        <w:rPr>
          <w:szCs w:val="24"/>
        </w:rPr>
        <w:t>’</w:t>
      </w:r>
      <w:r w:rsidRPr="00C520E1">
        <w:rPr>
          <w:szCs w:val="24"/>
        </w:rPr>
        <w:t>affichage commun.</w:t>
      </w:r>
    </w:p>
    <w:p w14:paraId="17AD1416" w14:textId="77777777" w:rsidR="00BC7683" w:rsidRDefault="00BC7683" w:rsidP="00434CBA">
      <w:pPr>
        <w:pStyle w:val="SingleTxtG"/>
        <w:ind w:left="2268" w:hanging="1134"/>
        <w:rPr>
          <w:szCs w:val="24"/>
        </w:rPr>
      </w:pPr>
      <w:r w:rsidRPr="00C520E1">
        <w:rPr>
          <w:szCs w:val="24"/>
        </w:rPr>
        <w:t>2.3</w:t>
      </w:r>
      <w:r w:rsidRPr="00C520E1">
        <w:rPr>
          <w:szCs w:val="24"/>
        </w:rPr>
        <w:tab/>
        <w:t xml:space="preserve">Le cas échéant, initialiser ou réinitialiser le système de surveillance de la pression des pneumatiques conformément aux recommandations du constructeur du véhicule et vérifier, en particulier, les mesures visant à éviter une réinitialisation par inadvertance, conformément au </w:t>
      </w:r>
      <w:r w:rsidR="00466E0C">
        <w:rPr>
          <w:szCs w:val="24"/>
        </w:rPr>
        <w:t>paragraphe</w:t>
      </w:r>
      <w:r w:rsidR="00466E0C" w:rsidRPr="00C520E1">
        <w:rPr>
          <w:szCs w:val="24"/>
        </w:rPr>
        <w:t> </w:t>
      </w:r>
      <w:r w:rsidRPr="00C520E1">
        <w:rPr>
          <w:szCs w:val="24"/>
        </w:rPr>
        <w:t>5.1.6.</w:t>
      </w:r>
    </w:p>
    <w:p w14:paraId="65E85E97" w14:textId="77777777" w:rsidR="00BC7683" w:rsidRPr="00C520E1" w:rsidRDefault="00BC7683" w:rsidP="00434CBA">
      <w:pPr>
        <w:pStyle w:val="SingleTxtG"/>
        <w:ind w:left="2268" w:hanging="1134"/>
        <w:rPr>
          <w:szCs w:val="24"/>
          <w:highlight w:val="green"/>
        </w:rPr>
      </w:pPr>
      <w:r w:rsidRPr="00C520E1">
        <w:t>2.4</w:t>
      </w:r>
      <w:r w:rsidRPr="00C520E1">
        <w:rPr>
          <w:szCs w:val="24"/>
        </w:rPr>
        <w:t xml:space="preserve"> </w:t>
      </w:r>
      <w:r w:rsidRPr="00C520E1">
        <w:rPr>
          <w:szCs w:val="24"/>
        </w:rPr>
        <w:tab/>
        <w:t>Phase d</w:t>
      </w:r>
      <w:r w:rsidR="004B0B6E">
        <w:rPr>
          <w:szCs w:val="24"/>
        </w:rPr>
        <w:t>’</w:t>
      </w:r>
      <w:r w:rsidRPr="00C520E1">
        <w:rPr>
          <w:szCs w:val="24"/>
        </w:rPr>
        <w:t>apprentissage/d</w:t>
      </w:r>
      <w:r w:rsidR="004B0B6E">
        <w:rPr>
          <w:szCs w:val="24"/>
        </w:rPr>
        <w:t>’</w:t>
      </w:r>
      <w:r w:rsidRPr="00C520E1">
        <w:rPr>
          <w:szCs w:val="24"/>
        </w:rPr>
        <w:t>échauffement des pneumatiques</w:t>
      </w:r>
    </w:p>
    <w:p w14:paraId="1E81B574" w14:textId="77777777" w:rsidR="00BC7683" w:rsidRDefault="00BC7683" w:rsidP="00434CBA">
      <w:pPr>
        <w:pStyle w:val="SingleTxtG"/>
        <w:ind w:left="2268" w:hanging="1134"/>
        <w:rPr>
          <w:szCs w:val="24"/>
        </w:rPr>
      </w:pPr>
      <w:r w:rsidRPr="00C520E1">
        <w:t>2.4.</w:t>
      </w:r>
      <w:r w:rsidRPr="00C520E1">
        <w:rPr>
          <w:szCs w:val="24"/>
        </w:rPr>
        <w:t>1</w:t>
      </w:r>
      <w:r w:rsidRPr="00C520E1">
        <w:rPr>
          <w:szCs w:val="24"/>
        </w:rPr>
        <w:tab/>
        <w:t>Pour les véhicules de la catégorie M</w:t>
      </w:r>
      <w:r w:rsidRPr="00C520E1">
        <w:rPr>
          <w:szCs w:val="24"/>
          <w:vertAlign w:val="subscript"/>
        </w:rPr>
        <w:t>1</w:t>
      </w:r>
      <w:r w:rsidRPr="00C520E1">
        <w:rPr>
          <w:szCs w:val="24"/>
        </w:rPr>
        <w:t xml:space="preserve"> dont la masse est inférieure ou égale à 3 500 kg et les véhicules de la catégorie N</w:t>
      </w:r>
      <w:r w:rsidRPr="00C520E1">
        <w:rPr>
          <w:szCs w:val="24"/>
          <w:vertAlign w:val="subscript"/>
        </w:rPr>
        <w:t>1</w:t>
      </w:r>
      <w:r w:rsidRPr="00C520E1">
        <w:rPr>
          <w:szCs w:val="24"/>
        </w:rPr>
        <w:t xml:space="preserve">, conduire le véhicule pendant un minimum de 20 minutes dans la plage de vitesses définie au </w:t>
      </w:r>
      <w:r w:rsidR="00466E0C">
        <w:rPr>
          <w:szCs w:val="24"/>
        </w:rPr>
        <w:t>paragraphe</w:t>
      </w:r>
      <w:r w:rsidR="00466E0C" w:rsidRPr="00C520E1">
        <w:rPr>
          <w:szCs w:val="24"/>
        </w:rPr>
        <w:t> </w:t>
      </w:r>
      <w:r w:rsidRPr="00C520E1">
        <w:rPr>
          <w:szCs w:val="24"/>
        </w:rPr>
        <w:t>1.5.2 de la présente annexe et à une vitesse moyenne de 80 (±10) km/h.</w:t>
      </w:r>
      <w:r w:rsidRPr="00C520E1">
        <w:rPr>
          <w:rFonts w:ascii="Segoe UI" w:hAnsi="Segoe UI" w:cs="Segoe UI"/>
        </w:rPr>
        <w:t xml:space="preserve"> </w:t>
      </w:r>
      <w:r w:rsidRPr="00C520E1">
        <w:rPr>
          <w:szCs w:val="24"/>
        </w:rPr>
        <w:t>Il est autorisé de sortir de cette plage de vitesses pendant un temps cumulé maximum de 2 minutes au cours de la phase d</w:t>
      </w:r>
      <w:r w:rsidR="004B0B6E">
        <w:rPr>
          <w:szCs w:val="24"/>
        </w:rPr>
        <w:t>’</w:t>
      </w:r>
      <w:r w:rsidRPr="00C520E1">
        <w:rPr>
          <w:szCs w:val="24"/>
        </w:rPr>
        <w:t>apprentissage.</w:t>
      </w:r>
    </w:p>
    <w:p w14:paraId="711ADA83" w14:textId="77777777" w:rsidR="00BC7683" w:rsidRDefault="00BC7683" w:rsidP="00434CBA">
      <w:pPr>
        <w:pStyle w:val="SingleTxtG"/>
        <w:ind w:left="2268"/>
        <w:rPr>
          <w:szCs w:val="24"/>
        </w:rPr>
      </w:pPr>
      <w:r w:rsidRPr="00C520E1">
        <w:rPr>
          <w:szCs w:val="24"/>
        </w:rPr>
        <w:t>Pour les véhicules des catégories M</w:t>
      </w:r>
      <w:r w:rsidRPr="00C520E1">
        <w:rPr>
          <w:szCs w:val="24"/>
          <w:vertAlign w:val="subscript"/>
        </w:rPr>
        <w:t>2</w:t>
      </w:r>
      <w:r w:rsidRPr="00C520E1">
        <w:rPr>
          <w:szCs w:val="24"/>
        </w:rPr>
        <w:t>, M</w:t>
      </w:r>
      <w:r w:rsidRPr="00C520E1">
        <w:rPr>
          <w:szCs w:val="24"/>
          <w:vertAlign w:val="subscript"/>
        </w:rPr>
        <w:t>3</w:t>
      </w:r>
      <w:r w:rsidRPr="00C520E1">
        <w:rPr>
          <w:szCs w:val="24"/>
        </w:rPr>
        <w:t>, N</w:t>
      </w:r>
      <w:r w:rsidRPr="00C520E1">
        <w:rPr>
          <w:szCs w:val="24"/>
          <w:vertAlign w:val="subscript"/>
        </w:rPr>
        <w:t>2</w:t>
      </w:r>
      <w:r w:rsidRPr="00C520E1">
        <w:rPr>
          <w:szCs w:val="24"/>
        </w:rPr>
        <w:t>, N</w:t>
      </w:r>
      <w:r w:rsidRPr="00C520E1">
        <w:rPr>
          <w:szCs w:val="24"/>
          <w:vertAlign w:val="subscript"/>
        </w:rPr>
        <w:t>3</w:t>
      </w:r>
      <w:r w:rsidRPr="00C520E1">
        <w:rPr>
          <w:szCs w:val="24"/>
        </w:rPr>
        <w:t>, O</w:t>
      </w:r>
      <w:r w:rsidRPr="00C520E1">
        <w:rPr>
          <w:szCs w:val="24"/>
          <w:vertAlign w:val="subscript"/>
        </w:rPr>
        <w:t>3</w:t>
      </w:r>
      <w:r w:rsidRPr="00C520E1">
        <w:rPr>
          <w:szCs w:val="24"/>
        </w:rPr>
        <w:t xml:space="preserve"> e</w:t>
      </w:r>
      <w:r>
        <w:rPr>
          <w:szCs w:val="24"/>
        </w:rPr>
        <w:t>t</w:t>
      </w:r>
      <w:r w:rsidRPr="00C520E1">
        <w:rPr>
          <w:szCs w:val="24"/>
        </w:rPr>
        <w:t xml:space="preserve"> O</w:t>
      </w:r>
      <w:r w:rsidRPr="00C520E1">
        <w:rPr>
          <w:szCs w:val="24"/>
          <w:vertAlign w:val="subscript"/>
        </w:rPr>
        <w:t>4</w:t>
      </w:r>
      <w:r w:rsidRPr="00C520E1">
        <w:rPr>
          <w:szCs w:val="24"/>
        </w:rPr>
        <w:t xml:space="preserve">, conduire le véhicule pendant un minimum de 120 minutes dans la plage de vitesses définie au </w:t>
      </w:r>
      <w:r w:rsidR="00466E0C">
        <w:rPr>
          <w:szCs w:val="24"/>
        </w:rPr>
        <w:t>paragraphe</w:t>
      </w:r>
      <w:r w:rsidR="00466E0C" w:rsidRPr="00C520E1">
        <w:rPr>
          <w:szCs w:val="24"/>
        </w:rPr>
        <w:t> </w:t>
      </w:r>
      <w:r w:rsidRPr="00C520E1">
        <w:rPr>
          <w:szCs w:val="24"/>
        </w:rPr>
        <w:t xml:space="preserve">1.5.2 de la présente annexe et à une vitesse moyenne de </w:t>
      </w:r>
      <w:r w:rsidR="008615D7" w:rsidRPr="008615D7">
        <w:rPr>
          <w:szCs w:val="24"/>
        </w:rPr>
        <w:t>60</w:t>
      </w:r>
      <w:r w:rsidRPr="008615D7">
        <w:rPr>
          <w:szCs w:val="24"/>
        </w:rPr>
        <w:t> (±10) km/h</w:t>
      </w:r>
      <w:r w:rsidRPr="00C520E1">
        <w:rPr>
          <w:szCs w:val="24"/>
        </w:rPr>
        <w:t>.</w:t>
      </w:r>
      <w:r w:rsidRPr="00C520E1">
        <w:rPr>
          <w:rFonts w:ascii="Segoe UI" w:hAnsi="Segoe UI" w:cs="Segoe UI"/>
        </w:rPr>
        <w:t xml:space="preserve"> </w:t>
      </w:r>
      <w:r w:rsidRPr="00C520E1">
        <w:rPr>
          <w:szCs w:val="24"/>
        </w:rPr>
        <w:t>Il est autorisé de sortir de cette plage de vitesses pendant un temps cumulé maximum de 2 minutes au cours de la phase d</w:t>
      </w:r>
      <w:r w:rsidR="004B0B6E">
        <w:rPr>
          <w:szCs w:val="24"/>
        </w:rPr>
        <w:t>’</w:t>
      </w:r>
      <w:r w:rsidRPr="00C520E1">
        <w:rPr>
          <w:szCs w:val="24"/>
        </w:rPr>
        <w:t>apprentissage.</w:t>
      </w:r>
    </w:p>
    <w:p w14:paraId="2E3DB659" w14:textId="77777777" w:rsidR="00BC7683" w:rsidRDefault="00BC7683" w:rsidP="00434CBA">
      <w:pPr>
        <w:pStyle w:val="SingleTxtG"/>
        <w:ind w:left="2268" w:hanging="1134"/>
        <w:rPr>
          <w:szCs w:val="24"/>
        </w:rPr>
      </w:pPr>
      <w:r w:rsidRPr="00495F6B">
        <w:rPr>
          <w:szCs w:val="24"/>
        </w:rPr>
        <w:t>2.4.2</w:t>
      </w:r>
      <w:r w:rsidRPr="00495F6B">
        <w:rPr>
          <w:szCs w:val="24"/>
        </w:rPr>
        <w:tab/>
        <w:t>Au choix du service technique, lorsque l</w:t>
      </w:r>
      <w:r w:rsidR="004B0B6E">
        <w:rPr>
          <w:szCs w:val="24"/>
        </w:rPr>
        <w:t>’</w:t>
      </w:r>
      <w:r w:rsidRPr="00495F6B">
        <w:rPr>
          <w:szCs w:val="24"/>
        </w:rPr>
        <w:t xml:space="preserve">essai de conduite est exécuté sur une piste (circulaire/ovale), </w:t>
      </w:r>
      <w:r>
        <w:rPr>
          <w:szCs w:val="24"/>
        </w:rPr>
        <w:t xml:space="preserve">où </w:t>
      </w:r>
      <w:r w:rsidRPr="00495F6B">
        <w:rPr>
          <w:szCs w:val="24"/>
        </w:rPr>
        <w:t>les virages se pren</w:t>
      </w:r>
      <w:r>
        <w:rPr>
          <w:szCs w:val="24"/>
        </w:rPr>
        <w:t>ne</w:t>
      </w:r>
      <w:r w:rsidRPr="00495F6B">
        <w:rPr>
          <w:szCs w:val="24"/>
        </w:rPr>
        <w:t>nt toujours dans le même sens, l</w:t>
      </w:r>
      <w:r w:rsidR="004B0B6E">
        <w:rPr>
          <w:szCs w:val="24"/>
        </w:rPr>
        <w:t>’</w:t>
      </w:r>
      <w:r w:rsidRPr="00495F6B">
        <w:rPr>
          <w:szCs w:val="24"/>
        </w:rPr>
        <w:t xml:space="preserve">essai de conduite visé au </w:t>
      </w:r>
      <w:r>
        <w:rPr>
          <w:szCs w:val="24"/>
        </w:rPr>
        <w:t>paragraphe</w:t>
      </w:r>
      <w:r w:rsidRPr="00495F6B">
        <w:rPr>
          <w:szCs w:val="24"/>
        </w:rPr>
        <w:t> 2.4.1 ci-dessus devrait être scindé en deux parties égales (±2 minutes), à raison d</w:t>
      </w:r>
      <w:r w:rsidR="004B0B6E">
        <w:rPr>
          <w:szCs w:val="24"/>
        </w:rPr>
        <w:t>’</w:t>
      </w:r>
      <w:r w:rsidRPr="00495F6B">
        <w:rPr>
          <w:szCs w:val="24"/>
        </w:rPr>
        <w:t>une partie dans chaque sens.</w:t>
      </w:r>
    </w:p>
    <w:p w14:paraId="10893765" w14:textId="77777777" w:rsidR="00BC7683" w:rsidRDefault="00BC7683" w:rsidP="00434CBA">
      <w:pPr>
        <w:pStyle w:val="SingleTxtG"/>
        <w:ind w:left="2268" w:hanging="1134"/>
        <w:rPr>
          <w:szCs w:val="24"/>
        </w:rPr>
      </w:pPr>
      <w:r w:rsidRPr="00495F6B">
        <w:rPr>
          <w:szCs w:val="24"/>
        </w:rPr>
        <w:t>2.4.3</w:t>
      </w:r>
      <w:r w:rsidRPr="00495F6B">
        <w:rPr>
          <w:szCs w:val="24"/>
        </w:rPr>
        <w:tab/>
        <w:t>Dans les 5 minutes qui suivent l</w:t>
      </w:r>
      <w:r w:rsidR="004B0B6E">
        <w:rPr>
          <w:szCs w:val="24"/>
        </w:rPr>
        <w:t>’</w:t>
      </w:r>
      <w:r w:rsidRPr="00495F6B">
        <w:rPr>
          <w:szCs w:val="24"/>
        </w:rPr>
        <w:t>achèvement de la phase d</w:t>
      </w:r>
      <w:r w:rsidR="004B0B6E">
        <w:rPr>
          <w:szCs w:val="24"/>
        </w:rPr>
        <w:t>’</w:t>
      </w:r>
      <w:r w:rsidRPr="00495F6B">
        <w:rPr>
          <w:szCs w:val="24"/>
        </w:rPr>
        <w:t>apprentissage, mesurer la pression réelle à chaud du ou des pneumatiques à dégonfler.</w:t>
      </w:r>
      <w:r w:rsidRPr="00495F6B">
        <w:t xml:space="preserve"> </w:t>
      </w:r>
      <w:r w:rsidRPr="00495F6B">
        <w:rPr>
          <w:szCs w:val="24"/>
        </w:rPr>
        <w:t>Cette valeur, P</w:t>
      </w:r>
      <w:r w:rsidRPr="00495F6B">
        <w:rPr>
          <w:szCs w:val="24"/>
          <w:vertAlign w:val="subscript"/>
        </w:rPr>
        <w:t>warm</w:t>
      </w:r>
      <w:r w:rsidRPr="00495F6B">
        <w:rPr>
          <w:szCs w:val="24"/>
        </w:rPr>
        <w:t>, sera utilisée pour les opérations suivantes</w:t>
      </w:r>
      <w:r>
        <w:rPr>
          <w:szCs w:val="24"/>
        </w:rPr>
        <w:t>.</w:t>
      </w:r>
    </w:p>
    <w:p w14:paraId="7B1EE6F8" w14:textId="77777777" w:rsidR="00BC7683" w:rsidRDefault="00BC7683" w:rsidP="00434CBA">
      <w:pPr>
        <w:pStyle w:val="SingleTxtG"/>
        <w:ind w:left="2268" w:hanging="1134"/>
        <w:rPr>
          <w:szCs w:val="24"/>
        </w:rPr>
      </w:pPr>
      <w:r w:rsidRPr="00495F6B">
        <w:rPr>
          <w:szCs w:val="24"/>
        </w:rPr>
        <w:t>2.5</w:t>
      </w:r>
      <w:r w:rsidRPr="00495F6B">
        <w:rPr>
          <w:szCs w:val="24"/>
        </w:rPr>
        <w:tab/>
        <w:t>Phase de dégonflage</w:t>
      </w:r>
    </w:p>
    <w:p w14:paraId="6B8FAAA8" w14:textId="77777777" w:rsidR="00BC7683" w:rsidRDefault="00BC7683" w:rsidP="00434CBA">
      <w:pPr>
        <w:pStyle w:val="SingleTxtG"/>
        <w:ind w:left="2268" w:hanging="1134"/>
        <w:rPr>
          <w:szCs w:val="24"/>
        </w:rPr>
      </w:pPr>
      <w:r w:rsidRPr="00495F6B">
        <w:t>2.5.</w:t>
      </w:r>
      <w:r w:rsidRPr="00495F6B">
        <w:rPr>
          <w:szCs w:val="24"/>
        </w:rPr>
        <w:t>1</w:t>
      </w:r>
      <w:r w:rsidRPr="00495F6B">
        <w:rPr>
          <w:szCs w:val="24"/>
        </w:rPr>
        <w:tab/>
        <w:t>Mode opératoire pour l</w:t>
      </w:r>
      <w:r w:rsidR="004B0B6E">
        <w:rPr>
          <w:szCs w:val="24"/>
        </w:rPr>
        <w:t>’</w:t>
      </w:r>
      <w:r w:rsidRPr="00495F6B">
        <w:rPr>
          <w:szCs w:val="24"/>
        </w:rPr>
        <w:t xml:space="preserve">essai de crevaison permettant de vérifier les prescriptions du </w:t>
      </w:r>
      <w:r w:rsidR="000F6882">
        <w:rPr>
          <w:szCs w:val="24"/>
        </w:rPr>
        <w:t>paragraphe</w:t>
      </w:r>
      <w:r w:rsidR="000F6882" w:rsidRPr="00495F6B">
        <w:rPr>
          <w:szCs w:val="24"/>
        </w:rPr>
        <w:t> </w:t>
      </w:r>
      <w:r w:rsidRPr="00495F6B">
        <w:rPr>
          <w:szCs w:val="24"/>
        </w:rPr>
        <w:t>5.2 du présent Règlement</w:t>
      </w:r>
    </w:p>
    <w:p w14:paraId="0192E4E6" w14:textId="77777777" w:rsidR="00BC7683" w:rsidRDefault="00BC7683" w:rsidP="00434CBA">
      <w:pPr>
        <w:pStyle w:val="SingleTxtG"/>
        <w:ind w:left="2268"/>
      </w:pPr>
      <w:r w:rsidRPr="00495F6B">
        <w:t xml:space="preserve">Dans les 5 minutes qui suivent la mesure de </w:t>
      </w:r>
      <w:r w:rsidRPr="00434CBA">
        <w:rPr>
          <w:szCs w:val="24"/>
        </w:rPr>
        <w:t>la</w:t>
      </w:r>
      <w:r w:rsidRPr="00495F6B">
        <w:t xml:space="preserve"> pression à chaud décrite au </w:t>
      </w:r>
      <w:r>
        <w:t>paragraphe</w:t>
      </w:r>
      <w:r w:rsidRPr="00495F6B">
        <w:t xml:space="preserve"> 2.4.3, conformément aux prescriptions du </w:t>
      </w:r>
      <w:r>
        <w:t>paragraphe</w:t>
      </w:r>
      <w:r w:rsidRPr="00495F6B">
        <w:t> 5.1.5, dégonfler un des pneumatiques du véhicule jusqu</w:t>
      </w:r>
      <w:r w:rsidR="004B0B6E">
        <w:t>’</w:t>
      </w:r>
      <w:r w:rsidRPr="00495F6B">
        <w:t>à atteindre un niveau de pression P</w:t>
      </w:r>
      <w:r w:rsidRPr="00FE453F">
        <w:rPr>
          <w:vertAlign w:val="subscript"/>
        </w:rPr>
        <w:t>test</w:t>
      </w:r>
      <w:r w:rsidRPr="00495F6B">
        <w:t xml:space="preserve"> correspondant à P</w:t>
      </w:r>
      <w:r w:rsidRPr="00FE453F">
        <w:rPr>
          <w:vertAlign w:val="subscript"/>
        </w:rPr>
        <w:t>warm</w:t>
      </w:r>
      <w:r w:rsidRPr="00495F6B">
        <w:t xml:space="preserve"> -20 % ou à la pression minimale :</w:t>
      </w:r>
    </w:p>
    <w:p w14:paraId="7B63F463" w14:textId="77777777" w:rsidR="000F6882" w:rsidRDefault="00BC7683" w:rsidP="00434CBA">
      <w:pPr>
        <w:pStyle w:val="SingleTxtG"/>
        <w:ind w:left="2835" w:hanging="567"/>
      </w:pPr>
      <w:r w:rsidRPr="00F5456F">
        <w:t>a)</w:t>
      </w:r>
      <w:r w:rsidRPr="00F5456F">
        <w:tab/>
        <w:t xml:space="preserve">De 150 kPa pour les véhicules de </w:t>
      </w:r>
      <w:r w:rsidRPr="00434CBA">
        <w:rPr>
          <w:bCs/>
          <w:szCs w:val="24"/>
        </w:rPr>
        <w:t>la</w:t>
      </w:r>
      <w:r w:rsidRPr="00F5456F">
        <w:t xml:space="preserve"> catégorie M</w:t>
      </w:r>
      <w:r w:rsidRPr="00F5456F">
        <w:rPr>
          <w:vertAlign w:val="subscript"/>
        </w:rPr>
        <w:t>1</w:t>
      </w:r>
      <w:r w:rsidRPr="00F5456F">
        <w:t xml:space="preserve"> dont la masse est inférieure ou égale à 3 500 kg et les véhicules de la catégorie N</w:t>
      </w:r>
      <w:r w:rsidRPr="00F5456F">
        <w:rPr>
          <w:vertAlign w:val="subscript"/>
        </w:rPr>
        <w:t>1</w:t>
      </w:r>
      <w:r w:rsidRPr="00F5456F">
        <w:t>, équipés de pneumatiques de la classe C1 ;</w:t>
      </w:r>
      <w:r>
        <w:t xml:space="preserve"> </w:t>
      </w:r>
    </w:p>
    <w:p w14:paraId="44A379F2" w14:textId="77777777" w:rsidR="00BC7683" w:rsidRPr="00F5456F" w:rsidRDefault="00BC7683" w:rsidP="00434CBA">
      <w:pPr>
        <w:pStyle w:val="SingleTxtG"/>
        <w:ind w:left="2835" w:hanging="567"/>
      </w:pPr>
      <w:r w:rsidRPr="00F5456F">
        <w:t>ou</w:t>
      </w:r>
    </w:p>
    <w:p w14:paraId="4E8A0138" w14:textId="77777777" w:rsidR="00BC7683" w:rsidRPr="00F5456F" w:rsidRDefault="00BC7683" w:rsidP="00434CBA">
      <w:pPr>
        <w:pStyle w:val="SingleTxtG"/>
        <w:ind w:left="2835" w:hanging="567"/>
      </w:pPr>
      <w:r w:rsidRPr="00F5456F">
        <w:t>b)</w:t>
      </w:r>
      <w:r w:rsidRPr="00F5456F">
        <w:tab/>
        <w:t xml:space="preserve">De 220 kPa pour les véhicules de la </w:t>
      </w:r>
      <w:r w:rsidRPr="00434CBA">
        <w:rPr>
          <w:bCs/>
          <w:szCs w:val="24"/>
        </w:rPr>
        <w:t>catégorie</w:t>
      </w:r>
      <w:r w:rsidRPr="00F5456F">
        <w:t xml:space="preserve"> M</w:t>
      </w:r>
      <w:r w:rsidRPr="00F5456F">
        <w:rPr>
          <w:vertAlign w:val="subscript"/>
        </w:rPr>
        <w:t>1</w:t>
      </w:r>
      <w:r w:rsidRPr="00F5456F">
        <w:t xml:space="preserve"> dont la masse est inférieure ou égale à 3 500 kg et les véhicules de la catégorie N</w:t>
      </w:r>
      <w:r w:rsidRPr="00F5456F">
        <w:rPr>
          <w:vertAlign w:val="subscript"/>
        </w:rPr>
        <w:t>1</w:t>
      </w:r>
      <w:r w:rsidRPr="00F5456F">
        <w:t>, équipés de pneumatiques de la classe C2 ;</w:t>
      </w:r>
    </w:p>
    <w:p w14:paraId="1F5DA60D" w14:textId="77777777" w:rsidR="00BC7683" w:rsidRPr="007A28EE" w:rsidRDefault="00BC7683" w:rsidP="00434CBA">
      <w:pPr>
        <w:pStyle w:val="SingleTxtG"/>
        <w:ind w:left="2268"/>
      </w:pPr>
      <w:r w:rsidRPr="00F5456F">
        <w:t>La valeur retenue</w:t>
      </w:r>
      <w:r>
        <w:t xml:space="preserve"> en tant que </w:t>
      </w:r>
      <w:r w:rsidRPr="00F5456F">
        <w:t>P</w:t>
      </w:r>
      <w:r w:rsidRPr="00F5456F">
        <w:rPr>
          <w:vertAlign w:val="subscript"/>
        </w:rPr>
        <w:t>test</w:t>
      </w:r>
      <w:r>
        <w:t xml:space="preserve"> </w:t>
      </w:r>
      <w:r w:rsidRPr="00F5456F">
        <w:t>étant la plus élevée des deux. Après une période de stabilisation comprise entre 2 et 5 minutes, vérifier le niveau de pression P</w:t>
      </w:r>
      <w:r w:rsidRPr="00F5456F">
        <w:rPr>
          <w:vertAlign w:val="subscript"/>
        </w:rPr>
        <w:t>test</w:t>
      </w:r>
      <w:r w:rsidRPr="00F5456F">
        <w:t xml:space="preserve"> et l</w:t>
      </w:r>
      <w:r w:rsidR="004B0B6E">
        <w:t>’</w:t>
      </w:r>
      <w:r w:rsidRPr="00F5456F">
        <w:t xml:space="preserve">ajuster si nécessaire. </w:t>
      </w:r>
    </w:p>
    <w:p w14:paraId="66B7F8FE" w14:textId="77777777" w:rsidR="00BC7683" w:rsidRDefault="00BC7683" w:rsidP="00434CBA">
      <w:pPr>
        <w:pStyle w:val="SingleTxtG"/>
        <w:ind w:left="2268" w:hanging="1134"/>
      </w:pPr>
      <w:r w:rsidRPr="00F5456F">
        <w:lastRenderedPageBreak/>
        <w:t>2.5.2</w:t>
      </w:r>
      <w:r w:rsidRPr="00F5456F">
        <w:tab/>
        <w:t>Mode opératoire de l</w:t>
      </w:r>
      <w:r w:rsidR="004B0B6E">
        <w:t>’</w:t>
      </w:r>
      <w:r w:rsidRPr="00F5456F">
        <w:t xml:space="preserve">essai de défaut </w:t>
      </w:r>
      <w:r w:rsidRPr="00434CBA">
        <w:rPr>
          <w:szCs w:val="24"/>
        </w:rPr>
        <w:t>d</w:t>
      </w:r>
      <w:r w:rsidR="004B0B6E">
        <w:rPr>
          <w:szCs w:val="24"/>
        </w:rPr>
        <w:t>’</w:t>
      </w:r>
      <w:r w:rsidRPr="00434CBA">
        <w:rPr>
          <w:szCs w:val="24"/>
        </w:rPr>
        <w:t>étanchéité</w:t>
      </w:r>
      <w:r w:rsidRPr="00F5456F">
        <w:t xml:space="preserve"> permettant de vérifier le respect des prescriptions du </w:t>
      </w:r>
      <w:r>
        <w:t>paragraphe</w:t>
      </w:r>
      <w:r w:rsidRPr="00F5456F">
        <w:t> 5.3 du présent Règlement</w:t>
      </w:r>
    </w:p>
    <w:p w14:paraId="3AD811EC" w14:textId="77777777" w:rsidR="00BC7683" w:rsidRPr="005B5083" w:rsidRDefault="00BC7683" w:rsidP="00434CBA">
      <w:pPr>
        <w:pStyle w:val="SingleTxtG"/>
        <w:ind w:left="2268"/>
      </w:pPr>
      <w:r w:rsidRPr="00214EE0">
        <w:t>Pour les véhicules de la catégorie M</w:t>
      </w:r>
      <w:r w:rsidRPr="00214EE0">
        <w:rPr>
          <w:vertAlign w:val="subscript"/>
        </w:rPr>
        <w:t>1</w:t>
      </w:r>
      <w:r w:rsidRPr="00214EE0">
        <w:t xml:space="preserve"> dont la masse est inférieure ou égale à 3 500 kg et les véhicules de la catégorie N</w:t>
      </w:r>
      <w:r w:rsidRPr="00214EE0">
        <w:rPr>
          <w:vertAlign w:val="subscript"/>
        </w:rPr>
        <w:t>1</w:t>
      </w:r>
      <w:r w:rsidRPr="00214EE0">
        <w:t xml:space="preserve">, équipés de pneumatiques de la classe C1, dans les 5 minutes qui suivent la mesure de la pression à chaud décrite au </w:t>
      </w:r>
      <w:r w:rsidR="009830FD" w:rsidRPr="005B5083">
        <w:t>paragraphe </w:t>
      </w:r>
      <w:r w:rsidRPr="005B5083">
        <w:t>2.4.3</w:t>
      </w:r>
      <w:r w:rsidR="005B5083" w:rsidRPr="005B5083">
        <w:t xml:space="preserve"> ci-dessus</w:t>
      </w:r>
      <w:r w:rsidRPr="005B5083">
        <w:t>, dégonfler les pneumatiques jusqu</w:t>
      </w:r>
      <w:r w:rsidR="004B0B6E" w:rsidRPr="005B5083">
        <w:t>’</w:t>
      </w:r>
      <w:r w:rsidRPr="005B5083">
        <w:t>à atteindre le niveau de pression P</w:t>
      </w:r>
      <w:r w:rsidRPr="005B5083">
        <w:rPr>
          <w:vertAlign w:val="subscript"/>
        </w:rPr>
        <w:t>test</w:t>
      </w:r>
      <w:r w:rsidRPr="005B5083">
        <w:t xml:space="preserve"> correspondant à P</w:t>
      </w:r>
      <w:r w:rsidRPr="005B5083">
        <w:rPr>
          <w:vertAlign w:val="subscript"/>
        </w:rPr>
        <w:t>warm</w:t>
      </w:r>
      <w:r w:rsidRPr="005B5083">
        <w:t xml:space="preserve"> -20 %, avec un dégonflage supplémentaire de 7 Kpa, ou jusqu</w:t>
      </w:r>
      <w:r w:rsidR="004B0B6E" w:rsidRPr="005B5083">
        <w:t>’</w:t>
      </w:r>
      <w:r w:rsidRPr="005B5083">
        <w:t xml:space="preserve">à atteindre une pression minimale de 150 kPa. </w:t>
      </w:r>
      <w:bookmarkStart w:id="11" w:name="_Hlk63849835"/>
      <w:r w:rsidRPr="005B5083">
        <w:t>Après une période de stabilisation comprise entre 2 et 5 minutes, vérifier le niveau de pression P</w:t>
      </w:r>
      <w:r w:rsidRPr="005B5083">
        <w:rPr>
          <w:vertAlign w:val="subscript"/>
        </w:rPr>
        <w:t>test</w:t>
      </w:r>
      <w:r w:rsidRPr="005B5083">
        <w:t xml:space="preserve"> et l</w:t>
      </w:r>
      <w:r w:rsidR="004B0B6E" w:rsidRPr="005B5083">
        <w:t>’</w:t>
      </w:r>
      <w:r w:rsidRPr="005B5083">
        <w:t>ajuster si nécessaire.</w:t>
      </w:r>
    </w:p>
    <w:bookmarkEnd w:id="11"/>
    <w:p w14:paraId="0E3468EC" w14:textId="77777777" w:rsidR="00BC7683" w:rsidRPr="005B5083" w:rsidRDefault="00BC7683" w:rsidP="00434CBA">
      <w:pPr>
        <w:pStyle w:val="SingleTxtG"/>
        <w:ind w:left="2268"/>
      </w:pPr>
      <w:r w:rsidRPr="005B5083">
        <w:t>Pour les véhicules de la catégorie M</w:t>
      </w:r>
      <w:r w:rsidRPr="005B5083">
        <w:rPr>
          <w:vertAlign w:val="subscript"/>
        </w:rPr>
        <w:t>1</w:t>
      </w:r>
      <w:r w:rsidRPr="005B5083">
        <w:t xml:space="preserve"> dont la masse est inférieure ou égale à 3 500 kg et les véhicules de la catégorie N</w:t>
      </w:r>
      <w:r w:rsidRPr="005B5083">
        <w:rPr>
          <w:vertAlign w:val="subscript"/>
        </w:rPr>
        <w:t>1</w:t>
      </w:r>
      <w:r w:rsidRPr="005B5083">
        <w:t>, équipés de pneumatiques de la classe C2, dans les 5 minutes qui suivent la mesure de la pression à chaud décrite au paragraphe 2.4.3</w:t>
      </w:r>
      <w:r w:rsidR="005B5083" w:rsidRPr="005B5083">
        <w:t xml:space="preserve"> ci-dessus</w:t>
      </w:r>
      <w:r w:rsidRPr="005B5083">
        <w:t>, dégonfler les pneumatiques jusqu</w:t>
      </w:r>
      <w:r w:rsidR="004B0B6E" w:rsidRPr="005B5083">
        <w:t>’</w:t>
      </w:r>
      <w:r w:rsidRPr="005B5083">
        <w:t>à atteindre le niveau de pression P</w:t>
      </w:r>
      <w:r w:rsidRPr="005B5083">
        <w:rPr>
          <w:vertAlign w:val="subscript"/>
        </w:rPr>
        <w:t>test</w:t>
      </w:r>
      <w:r w:rsidRPr="005B5083">
        <w:t xml:space="preserve"> correspondant à P</w:t>
      </w:r>
      <w:r w:rsidRPr="005B5083">
        <w:rPr>
          <w:vertAlign w:val="subscript"/>
        </w:rPr>
        <w:t>warm</w:t>
      </w:r>
      <w:r w:rsidRPr="005B5083">
        <w:t xml:space="preserve"> -20 %, avec un dégonflage supplémentaire de 7 Kpa, ou jusqu</w:t>
      </w:r>
      <w:r w:rsidR="004B0B6E" w:rsidRPr="005B5083">
        <w:t>’</w:t>
      </w:r>
      <w:r w:rsidRPr="005B5083">
        <w:t>à atteindre une pression minimale de 220 kPa. Après une période de stabilisation comprise entre 2 et 5 minutes, vérifier le niveau de pression P</w:t>
      </w:r>
      <w:r w:rsidRPr="005B5083">
        <w:rPr>
          <w:vertAlign w:val="subscript"/>
        </w:rPr>
        <w:t>test</w:t>
      </w:r>
      <w:r w:rsidRPr="005B5083">
        <w:t xml:space="preserve"> et l</w:t>
      </w:r>
      <w:r w:rsidR="004B0B6E" w:rsidRPr="005B5083">
        <w:t>’</w:t>
      </w:r>
      <w:r w:rsidRPr="005B5083">
        <w:t>ajuster si nécessaire.</w:t>
      </w:r>
    </w:p>
    <w:p w14:paraId="0BA9E594" w14:textId="77777777" w:rsidR="00BC7683" w:rsidRPr="00214EE0" w:rsidRDefault="00BC7683" w:rsidP="00434CBA">
      <w:pPr>
        <w:pStyle w:val="SingleTxtG"/>
        <w:ind w:left="2268"/>
        <w:rPr>
          <w:szCs w:val="24"/>
        </w:rPr>
      </w:pPr>
      <w:r w:rsidRPr="005B5083">
        <w:t>Pour les véhicules des catégories M</w:t>
      </w:r>
      <w:r w:rsidRPr="005B5083">
        <w:rPr>
          <w:vertAlign w:val="subscript"/>
        </w:rPr>
        <w:t>2</w:t>
      </w:r>
      <w:r w:rsidRPr="005B5083">
        <w:t>, M</w:t>
      </w:r>
      <w:r w:rsidRPr="005B5083">
        <w:rPr>
          <w:vertAlign w:val="subscript"/>
        </w:rPr>
        <w:t>3</w:t>
      </w:r>
      <w:r w:rsidRPr="005B5083">
        <w:t>, N</w:t>
      </w:r>
      <w:r w:rsidRPr="005B5083">
        <w:rPr>
          <w:vertAlign w:val="subscript"/>
        </w:rPr>
        <w:t>2</w:t>
      </w:r>
      <w:r w:rsidRPr="005B5083">
        <w:t>, N</w:t>
      </w:r>
      <w:r w:rsidRPr="005B5083">
        <w:rPr>
          <w:vertAlign w:val="subscript"/>
        </w:rPr>
        <w:t>3</w:t>
      </w:r>
      <w:r w:rsidRPr="005B5083">
        <w:t>, O</w:t>
      </w:r>
      <w:r w:rsidRPr="005B5083">
        <w:rPr>
          <w:vertAlign w:val="subscript"/>
        </w:rPr>
        <w:t>3</w:t>
      </w:r>
      <w:r w:rsidRPr="005B5083">
        <w:t xml:space="preserve"> et O</w:t>
      </w:r>
      <w:r w:rsidRPr="005B5083">
        <w:rPr>
          <w:vertAlign w:val="subscript"/>
        </w:rPr>
        <w:t>4</w:t>
      </w:r>
      <w:r w:rsidRPr="005B5083">
        <w:t>, dans les 15 minutes qui suivent la mesure de la pression à chaud décrite au paragraphe 2.4.3</w:t>
      </w:r>
      <w:r w:rsidR="005B5083" w:rsidRPr="005B5083">
        <w:t xml:space="preserve"> ci</w:t>
      </w:r>
      <w:r w:rsidR="005B5083" w:rsidRPr="005B5083">
        <w:noBreakHyphen/>
        <w:t>dessus</w:t>
      </w:r>
      <w:r w:rsidRPr="005B5083">
        <w:t>, dégonfler tous les pneumatiques jusqu</w:t>
      </w:r>
      <w:r w:rsidR="004B0B6E" w:rsidRPr="005B5083">
        <w:t>’</w:t>
      </w:r>
      <w:r w:rsidRPr="005B5083">
        <w:t>à atteindre le niveau de</w:t>
      </w:r>
      <w:r w:rsidRPr="00214EE0">
        <w:t xml:space="preserve"> pression P</w:t>
      </w:r>
      <w:r w:rsidRPr="00214EE0">
        <w:rPr>
          <w:vertAlign w:val="subscript"/>
        </w:rPr>
        <w:t>test</w:t>
      </w:r>
      <w:r w:rsidRPr="00214EE0">
        <w:t xml:space="preserve"> correspondant à P</w:t>
      </w:r>
      <w:r w:rsidRPr="00214EE0">
        <w:rPr>
          <w:vertAlign w:val="subscript"/>
        </w:rPr>
        <w:t>warm</w:t>
      </w:r>
      <w:r w:rsidRPr="00214EE0">
        <w:t xml:space="preserve"> -20 %, avec un dégonflage supplémentaire de 7 Kpa. Après une période de stabilisation comprise entre </w:t>
      </w:r>
      <w:r>
        <w:t>5</w:t>
      </w:r>
      <w:r w:rsidRPr="00214EE0">
        <w:t xml:space="preserve"> et </w:t>
      </w:r>
      <w:r>
        <w:t>10</w:t>
      </w:r>
      <w:r w:rsidRPr="00214EE0">
        <w:t xml:space="preserve"> minutes, vérifier le niveau de pression P</w:t>
      </w:r>
      <w:r w:rsidRPr="00214EE0">
        <w:rPr>
          <w:vertAlign w:val="subscript"/>
        </w:rPr>
        <w:t>test</w:t>
      </w:r>
      <w:r w:rsidRPr="00214EE0">
        <w:t xml:space="preserve"> et l</w:t>
      </w:r>
      <w:r w:rsidR="004B0B6E">
        <w:t>’</w:t>
      </w:r>
      <w:r w:rsidRPr="00214EE0">
        <w:t xml:space="preserve">ajuster si nécessaire. </w:t>
      </w:r>
    </w:p>
    <w:p w14:paraId="0FD908F4" w14:textId="77777777" w:rsidR="00BC7683" w:rsidRPr="00214EE0" w:rsidRDefault="00BC7683" w:rsidP="00434CBA">
      <w:pPr>
        <w:pStyle w:val="SingleTxtG"/>
        <w:ind w:left="2268" w:hanging="1134"/>
        <w:rPr>
          <w:szCs w:val="24"/>
        </w:rPr>
      </w:pPr>
      <w:r w:rsidRPr="00214EE0">
        <w:rPr>
          <w:szCs w:val="24"/>
        </w:rPr>
        <w:t>2.6</w:t>
      </w:r>
      <w:r w:rsidRPr="00214EE0">
        <w:rPr>
          <w:szCs w:val="24"/>
        </w:rPr>
        <w:tab/>
        <w:t>Phase de détection d</w:t>
      </w:r>
      <w:r w:rsidR="004B0B6E">
        <w:rPr>
          <w:szCs w:val="24"/>
        </w:rPr>
        <w:t>’</w:t>
      </w:r>
      <w:r w:rsidRPr="00214EE0">
        <w:rPr>
          <w:szCs w:val="24"/>
        </w:rPr>
        <w:t>un sous-gonflage</w:t>
      </w:r>
    </w:p>
    <w:p w14:paraId="1439363C" w14:textId="77777777" w:rsidR="00BC7683" w:rsidRPr="00214EE0" w:rsidRDefault="00BC7683" w:rsidP="00434CBA">
      <w:pPr>
        <w:pStyle w:val="SingleTxtG"/>
        <w:ind w:left="2268" w:hanging="1134"/>
        <w:rPr>
          <w:szCs w:val="24"/>
        </w:rPr>
      </w:pPr>
      <w:r w:rsidRPr="00214EE0">
        <w:rPr>
          <w:szCs w:val="24"/>
        </w:rPr>
        <w:t>2.6.1</w:t>
      </w:r>
      <w:r w:rsidRPr="00214EE0">
        <w:rPr>
          <w:szCs w:val="24"/>
        </w:rPr>
        <w:tab/>
        <w:t>Mode opératoire de l</w:t>
      </w:r>
      <w:r w:rsidR="004B0B6E">
        <w:rPr>
          <w:szCs w:val="24"/>
        </w:rPr>
        <w:t>’</w:t>
      </w:r>
      <w:r w:rsidRPr="00214EE0">
        <w:rPr>
          <w:szCs w:val="24"/>
        </w:rPr>
        <w:t xml:space="preserve">essai de crevaison permettant de vérifier le respect des prescriptions du </w:t>
      </w:r>
      <w:r>
        <w:rPr>
          <w:szCs w:val="24"/>
        </w:rPr>
        <w:t>paragraphe</w:t>
      </w:r>
      <w:r w:rsidRPr="00214EE0">
        <w:rPr>
          <w:szCs w:val="24"/>
        </w:rPr>
        <w:t> 5.2 du présent Règlement.</w:t>
      </w:r>
    </w:p>
    <w:p w14:paraId="71E25B1C" w14:textId="77777777" w:rsidR="00BC7683" w:rsidRDefault="00BC7683" w:rsidP="00434CBA">
      <w:pPr>
        <w:pStyle w:val="SingleTxtG"/>
        <w:ind w:left="2268" w:hanging="1134"/>
        <w:rPr>
          <w:szCs w:val="24"/>
        </w:rPr>
      </w:pPr>
      <w:r w:rsidRPr="00214EE0">
        <w:rPr>
          <w:szCs w:val="24"/>
        </w:rPr>
        <w:t>2.6.1.1</w:t>
      </w:r>
      <w:r w:rsidRPr="00214EE0">
        <w:rPr>
          <w:szCs w:val="24"/>
        </w:rPr>
        <w:tab/>
        <w:t xml:space="preserve">Conduire le véhicule sur une portion </w:t>
      </w:r>
      <w:r w:rsidRPr="00434CBA">
        <w:t>du</w:t>
      </w:r>
      <w:r w:rsidRPr="00214EE0">
        <w:rPr>
          <w:szCs w:val="24"/>
        </w:rPr>
        <w:t xml:space="preserve"> parcours d</w:t>
      </w:r>
      <w:r w:rsidR="004B0B6E">
        <w:rPr>
          <w:szCs w:val="24"/>
        </w:rPr>
        <w:t>’</w:t>
      </w:r>
      <w:r w:rsidRPr="00214EE0">
        <w:rPr>
          <w:szCs w:val="24"/>
        </w:rPr>
        <w:t xml:space="preserve">essai (pas nécessairement en continu). Au total, le temps de conduite cumulé ne doit pas dépasser soit 10 minutes, </w:t>
      </w:r>
      <w:r>
        <w:rPr>
          <w:szCs w:val="24"/>
        </w:rPr>
        <w:t>ou</w:t>
      </w:r>
      <w:r w:rsidRPr="00214EE0">
        <w:rPr>
          <w:szCs w:val="24"/>
        </w:rPr>
        <w:t xml:space="preserve"> le temps que met le témoin de sous-gonflage des pneumatiques à s</w:t>
      </w:r>
      <w:r w:rsidR="004B0B6E">
        <w:rPr>
          <w:szCs w:val="24"/>
        </w:rPr>
        <w:t>’</w:t>
      </w:r>
      <w:r w:rsidRPr="00214EE0">
        <w:rPr>
          <w:szCs w:val="24"/>
        </w:rPr>
        <w:t>allumer.</w:t>
      </w:r>
    </w:p>
    <w:p w14:paraId="13CE2DAC" w14:textId="77777777" w:rsidR="00BC7683" w:rsidRPr="00214EE0" w:rsidRDefault="00BC7683" w:rsidP="00434CBA">
      <w:pPr>
        <w:pStyle w:val="SingleTxtG"/>
        <w:ind w:left="2268" w:hanging="1134"/>
        <w:rPr>
          <w:szCs w:val="24"/>
        </w:rPr>
      </w:pPr>
      <w:r w:rsidRPr="00214EE0">
        <w:rPr>
          <w:szCs w:val="24"/>
        </w:rPr>
        <w:t>2.6.2</w:t>
      </w:r>
      <w:r w:rsidRPr="00214EE0">
        <w:rPr>
          <w:szCs w:val="24"/>
        </w:rPr>
        <w:tab/>
        <w:t>Mode opératoire de l</w:t>
      </w:r>
      <w:r w:rsidR="004B0B6E">
        <w:rPr>
          <w:szCs w:val="24"/>
        </w:rPr>
        <w:t>’</w:t>
      </w:r>
      <w:r w:rsidRPr="00214EE0">
        <w:rPr>
          <w:szCs w:val="24"/>
        </w:rPr>
        <w:t xml:space="preserve">essai de défaut </w:t>
      </w:r>
      <w:r w:rsidRPr="00434CBA">
        <w:t>d</w:t>
      </w:r>
      <w:r w:rsidR="004B0B6E">
        <w:t>’</w:t>
      </w:r>
      <w:r w:rsidRPr="00434CBA">
        <w:t>étanchéité</w:t>
      </w:r>
      <w:r w:rsidRPr="00214EE0">
        <w:rPr>
          <w:szCs w:val="24"/>
        </w:rPr>
        <w:t xml:space="preserve"> permettant de vérifier les prescriptions du </w:t>
      </w:r>
      <w:r>
        <w:rPr>
          <w:szCs w:val="24"/>
        </w:rPr>
        <w:t>paragraphe</w:t>
      </w:r>
      <w:r w:rsidRPr="00214EE0">
        <w:rPr>
          <w:szCs w:val="24"/>
        </w:rPr>
        <w:t> 5.3 du présent Règlement.</w:t>
      </w:r>
    </w:p>
    <w:p w14:paraId="67BAD38F" w14:textId="77777777" w:rsidR="00BC7683" w:rsidRDefault="00BC7683" w:rsidP="00434CBA">
      <w:pPr>
        <w:pStyle w:val="SingleTxtG"/>
        <w:ind w:left="2268" w:hanging="1134"/>
      </w:pPr>
      <w:r w:rsidRPr="00265110">
        <w:t>2.6.2.1</w:t>
      </w:r>
      <w:r w:rsidRPr="00265110">
        <w:tab/>
        <w:t>Conduire le véhicule sur une portion du parcours d</w:t>
      </w:r>
      <w:r w:rsidR="004B0B6E">
        <w:t>’</w:t>
      </w:r>
      <w:r w:rsidRPr="00265110">
        <w:t>essai.</w:t>
      </w:r>
      <w:r w:rsidRPr="00265110">
        <w:rPr>
          <w:rFonts w:ascii="Segoe UI" w:hAnsi="Segoe UI" w:cs="Segoe UI"/>
        </w:rPr>
        <w:t xml:space="preserve"> </w:t>
      </w:r>
      <w:r w:rsidRPr="00265110">
        <w:t>Après 20 minutes au moins et 40 minutes au plus, immobiliser complétement le véhicule, le moteur étant coupé et la clef de contact étant retirée depuis 1 minute au moins et 3 minutes au plus.</w:t>
      </w:r>
      <w:r w:rsidRPr="00265110">
        <w:rPr>
          <w:rFonts w:ascii="Segoe UI" w:hAnsi="Segoe UI" w:cs="Segoe UI"/>
        </w:rPr>
        <w:t xml:space="preserve"> </w:t>
      </w:r>
      <w:r w:rsidRPr="00265110">
        <w:t>Reprendre l</w:t>
      </w:r>
      <w:r w:rsidR="004B0B6E">
        <w:t>’</w:t>
      </w:r>
      <w:r w:rsidRPr="00265110">
        <w:t>essai.</w:t>
      </w:r>
      <w:r w:rsidRPr="00265110">
        <w:rPr>
          <w:rFonts w:ascii="Segoe UI" w:hAnsi="Segoe UI" w:cs="Segoe UI"/>
        </w:rPr>
        <w:t xml:space="preserve"> </w:t>
      </w:r>
      <w:r w:rsidRPr="00265110">
        <w:t xml:space="preserve">Au total, le temps de conduite cumulé ne doit pas dépasser soit 60 minutes dans les conditions définies au </w:t>
      </w:r>
      <w:r>
        <w:t>paragraphe</w:t>
      </w:r>
      <w:r w:rsidRPr="00265110">
        <w:t> 1.</w:t>
      </w:r>
      <w:r>
        <w:t>5</w:t>
      </w:r>
      <w:r w:rsidRPr="00265110">
        <w:t xml:space="preserve">.2 ci-dessus, </w:t>
      </w:r>
      <w:r>
        <w:t xml:space="preserve">ou </w:t>
      </w:r>
      <w:r w:rsidRPr="00265110">
        <w:t>le temps que met le témoin de sous-gonflage des pneumatiques à s</w:t>
      </w:r>
      <w:r w:rsidR="004B0B6E">
        <w:t>’</w:t>
      </w:r>
      <w:r w:rsidRPr="00265110">
        <w:t>allumer</w:t>
      </w:r>
      <w:r>
        <w:t>.</w:t>
      </w:r>
    </w:p>
    <w:p w14:paraId="0552F802" w14:textId="77777777" w:rsidR="00BC7683" w:rsidRPr="0049128A" w:rsidRDefault="00BC7683" w:rsidP="00434CBA">
      <w:pPr>
        <w:pStyle w:val="SingleTxtG"/>
        <w:ind w:left="2268" w:hanging="1134"/>
      </w:pPr>
      <w:r w:rsidRPr="0049128A">
        <w:t>2.6.3</w:t>
      </w:r>
      <w:r w:rsidRPr="0049128A">
        <w:tab/>
      </w:r>
      <w:r w:rsidRPr="0049128A">
        <w:tab/>
        <w:t>Si le témoin de sous-gonflage des pneumatiques ne s</w:t>
      </w:r>
      <w:r w:rsidR="004B0B6E">
        <w:t>’</w:t>
      </w:r>
      <w:r w:rsidRPr="0049128A">
        <w:t>est pas allumé, mettre fin à l</w:t>
      </w:r>
      <w:r w:rsidR="004B0B6E">
        <w:t>’</w:t>
      </w:r>
      <w:r w:rsidRPr="0049128A">
        <w:t>essai.</w:t>
      </w:r>
    </w:p>
    <w:p w14:paraId="5B011D25" w14:textId="77777777" w:rsidR="00BC7683" w:rsidRPr="007C2B09" w:rsidRDefault="00BC7683" w:rsidP="00434CBA">
      <w:pPr>
        <w:pStyle w:val="SingleTxtG"/>
        <w:ind w:left="2268" w:hanging="1134"/>
      </w:pPr>
      <w:r w:rsidRPr="007C2B09">
        <w:t>2.7</w:t>
      </w:r>
      <w:r w:rsidRPr="007C2B09">
        <w:tab/>
        <w:t>Témoin de sous-gonflage des pneumatiques</w:t>
      </w:r>
    </w:p>
    <w:p w14:paraId="54C80C07" w14:textId="77777777" w:rsidR="00AC2D99" w:rsidRDefault="00BC7683" w:rsidP="00434CBA">
      <w:pPr>
        <w:pStyle w:val="SingleTxtG"/>
        <w:ind w:left="2268" w:hanging="1134"/>
      </w:pPr>
      <w:r w:rsidRPr="007C2B09">
        <w:t>2.7.1</w:t>
      </w:r>
      <w:r w:rsidRPr="007C2B09">
        <w:tab/>
        <w:t>Pour les véhicules de la catégorie M</w:t>
      </w:r>
      <w:r w:rsidRPr="007C2B09">
        <w:rPr>
          <w:vertAlign w:val="subscript"/>
        </w:rPr>
        <w:t>1</w:t>
      </w:r>
      <w:r w:rsidRPr="007C2B09">
        <w:t xml:space="preserve"> dont la masse est inférieure ou égale à 3 500 kg et les véhicules de la catégorie N</w:t>
      </w:r>
      <w:r w:rsidRPr="007C2B09">
        <w:rPr>
          <w:vertAlign w:val="subscript"/>
        </w:rPr>
        <w:t>1</w:t>
      </w:r>
      <w:r w:rsidRPr="007C2B09">
        <w:t>.</w:t>
      </w:r>
    </w:p>
    <w:p w14:paraId="19823E7D" w14:textId="77777777" w:rsidR="00BC7683" w:rsidRPr="007C2B09" w:rsidRDefault="00BC7683" w:rsidP="00AC2D99">
      <w:pPr>
        <w:pStyle w:val="SingleTxtG"/>
        <w:ind w:left="2268"/>
      </w:pPr>
      <w:r w:rsidRPr="007C2B09">
        <w:t>Si le témoin de sous-gonflage des pneumatiques s</w:t>
      </w:r>
      <w:r w:rsidR="004B0B6E">
        <w:t>’</w:t>
      </w:r>
      <w:r w:rsidRPr="007C2B09">
        <w:t>est allumé au cours de l</w:t>
      </w:r>
      <w:r w:rsidR="004B0B6E">
        <w:t>’</w:t>
      </w:r>
      <w:r w:rsidRPr="007C2B09">
        <w:t xml:space="preserve">essai décrit au </w:t>
      </w:r>
      <w:r>
        <w:t>paragraphe</w:t>
      </w:r>
      <w:r w:rsidRPr="007C2B09">
        <w:t> 2.6 ci-dessus</w:t>
      </w:r>
      <w:r w:rsidRPr="008615D7">
        <w:t>, couper le contact</w:t>
      </w:r>
      <w:r w:rsidRPr="007C2B09">
        <w:t>.</w:t>
      </w:r>
      <w:r w:rsidRPr="007C2B09">
        <w:rPr>
          <w:rFonts w:ascii="Segoe UI" w:hAnsi="Segoe UI" w:cs="Segoe UI"/>
        </w:rPr>
        <w:t xml:space="preserve"> </w:t>
      </w:r>
      <w:r w:rsidRPr="007C2B09">
        <w:t>Cinq minutes plus tard, remettre le contact du véhicule.</w:t>
      </w:r>
      <w:r w:rsidRPr="007E5196">
        <w:rPr>
          <w:rFonts w:ascii="Segoe UI" w:hAnsi="Segoe UI" w:cs="Segoe UI"/>
        </w:rPr>
        <w:t xml:space="preserve"> </w:t>
      </w:r>
      <w:r w:rsidRPr="007E5196">
        <w:t>Le témoin doit s</w:t>
      </w:r>
      <w:r w:rsidR="004B0B6E">
        <w:t>’</w:t>
      </w:r>
      <w:r w:rsidRPr="007E5196">
        <w:t>allumer et rester allumé aussi longtemps que le contact est mis.</w:t>
      </w:r>
    </w:p>
    <w:p w14:paraId="34A40200" w14:textId="77777777" w:rsidR="00466E0C" w:rsidRDefault="00BC7683" w:rsidP="00466E0C">
      <w:pPr>
        <w:pStyle w:val="SingleTxtG"/>
        <w:ind w:left="2268" w:hanging="1134"/>
        <w:rPr>
          <w:vertAlign w:val="subscript"/>
        </w:rPr>
      </w:pPr>
      <w:r w:rsidRPr="007E5196">
        <w:t>2.7.2</w:t>
      </w:r>
      <w:r w:rsidRPr="007E5196">
        <w:tab/>
        <w:t>Pour les véhicules des catégories M</w:t>
      </w:r>
      <w:r w:rsidRPr="007E5196">
        <w:rPr>
          <w:vertAlign w:val="subscript"/>
        </w:rPr>
        <w:t>2</w:t>
      </w:r>
      <w:r w:rsidRPr="007E5196">
        <w:t>, M</w:t>
      </w:r>
      <w:r w:rsidRPr="007E5196">
        <w:rPr>
          <w:vertAlign w:val="subscript"/>
        </w:rPr>
        <w:t>3</w:t>
      </w:r>
      <w:r w:rsidRPr="007E5196">
        <w:t>, N</w:t>
      </w:r>
      <w:r w:rsidRPr="007E5196">
        <w:rPr>
          <w:vertAlign w:val="subscript"/>
        </w:rPr>
        <w:t>2</w:t>
      </w:r>
      <w:r w:rsidRPr="007E5196">
        <w:t>, N</w:t>
      </w:r>
      <w:r w:rsidRPr="007E5196">
        <w:rPr>
          <w:vertAlign w:val="subscript"/>
        </w:rPr>
        <w:t>3</w:t>
      </w:r>
      <w:r w:rsidRPr="007E5196">
        <w:t>, O</w:t>
      </w:r>
      <w:r w:rsidRPr="007E5196">
        <w:rPr>
          <w:vertAlign w:val="subscript"/>
        </w:rPr>
        <w:t>3</w:t>
      </w:r>
      <w:r w:rsidRPr="007E5196">
        <w:t xml:space="preserve"> et O</w:t>
      </w:r>
      <w:r w:rsidRPr="007E5196">
        <w:rPr>
          <w:vertAlign w:val="subscript"/>
        </w:rPr>
        <w:t>4</w:t>
      </w:r>
    </w:p>
    <w:p w14:paraId="12ED8382" w14:textId="77777777" w:rsidR="00BC7683" w:rsidRDefault="00BC7683" w:rsidP="00466E0C">
      <w:pPr>
        <w:pStyle w:val="SingleTxtG"/>
        <w:ind w:left="2268"/>
        <w:rPr>
          <w:szCs w:val="24"/>
        </w:rPr>
      </w:pPr>
      <w:r w:rsidRPr="007E5196">
        <w:rPr>
          <w:szCs w:val="24"/>
        </w:rPr>
        <w:t>Si le témoin de sous-gonflage des pneumatiques s</w:t>
      </w:r>
      <w:r w:rsidR="004B0B6E">
        <w:rPr>
          <w:szCs w:val="24"/>
        </w:rPr>
        <w:t>’</w:t>
      </w:r>
      <w:r w:rsidRPr="007E5196">
        <w:rPr>
          <w:szCs w:val="24"/>
        </w:rPr>
        <w:t>est allumé au cours de l</w:t>
      </w:r>
      <w:r w:rsidR="004B0B6E">
        <w:rPr>
          <w:szCs w:val="24"/>
        </w:rPr>
        <w:t>’</w:t>
      </w:r>
      <w:r w:rsidRPr="007E5196">
        <w:rPr>
          <w:szCs w:val="24"/>
        </w:rPr>
        <w:t xml:space="preserve">essai décrit au </w:t>
      </w:r>
      <w:r>
        <w:rPr>
          <w:szCs w:val="24"/>
        </w:rPr>
        <w:t>paragraphe</w:t>
      </w:r>
      <w:r w:rsidRPr="007E5196">
        <w:rPr>
          <w:szCs w:val="24"/>
        </w:rPr>
        <w:t> 2.6 ci-dessus, couper le contact.</w:t>
      </w:r>
      <w:r w:rsidRPr="007E5196">
        <w:rPr>
          <w:rFonts w:ascii="Segoe UI" w:hAnsi="Segoe UI" w:cs="Segoe UI"/>
        </w:rPr>
        <w:t xml:space="preserve"> </w:t>
      </w:r>
      <w:r w:rsidRPr="007E5196">
        <w:rPr>
          <w:szCs w:val="24"/>
        </w:rPr>
        <w:t xml:space="preserve">Cinq minutes plus </w:t>
      </w:r>
      <w:r w:rsidRPr="007E5196">
        <w:rPr>
          <w:szCs w:val="24"/>
        </w:rPr>
        <w:lastRenderedPageBreak/>
        <w:t>tard, remettre le contact du véhicule.</w:t>
      </w:r>
      <w:r w:rsidRPr="007E5196">
        <w:rPr>
          <w:rFonts w:ascii="Segoe UI" w:hAnsi="Segoe UI" w:cs="Segoe UI"/>
        </w:rPr>
        <w:t xml:space="preserve"> </w:t>
      </w:r>
      <w:r w:rsidRPr="007E5196">
        <w:rPr>
          <w:szCs w:val="24"/>
        </w:rPr>
        <w:t>Le témoin doit s</w:t>
      </w:r>
      <w:r w:rsidR="004B0B6E">
        <w:rPr>
          <w:szCs w:val="24"/>
        </w:rPr>
        <w:t>’</w:t>
      </w:r>
      <w:r w:rsidRPr="007E5196">
        <w:rPr>
          <w:szCs w:val="24"/>
        </w:rPr>
        <w:t>allumer dans les 10 minutes et rester allumé aussi longtemps que le contact est mis.</w:t>
      </w:r>
    </w:p>
    <w:p w14:paraId="3CDACCF9" w14:textId="77777777" w:rsidR="00BC7683" w:rsidRPr="007A28EE" w:rsidRDefault="00BC7683" w:rsidP="00434CBA">
      <w:pPr>
        <w:pStyle w:val="SingleTxtG"/>
        <w:ind w:left="2268" w:hanging="1134"/>
        <w:rPr>
          <w:szCs w:val="24"/>
        </w:rPr>
      </w:pPr>
      <w:r w:rsidRPr="007E5196">
        <w:rPr>
          <w:szCs w:val="24"/>
        </w:rPr>
        <w:t>2.8</w:t>
      </w:r>
      <w:r w:rsidRPr="007E5196">
        <w:rPr>
          <w:szCs w:val="24"/>
        </w:rPr>
        <w:tab/>
        <w:t xml:space="preserve">Gonfler tous les </w:t>
      </w:r>
      <w:r w:rsidRPr="00434CBA">
        <w:t>pneumatiques</w:t>
      </w:r>
      <w:r w:rsidRPr="007E5196">
        <w:rPr>
          <w:szCs w:val="24"/>
        </w:rPr>
        <w:t xml:space="preserve"> du véhicule à la valeur de pression à froid recommandée par le constructeur du véhicule.</w:t>
      </w:r>
      <w:r w:rsidRPr="007E5196">
        <w:rPr>
          <w:rFonts w:ascii="Segoe UI" w:hAnsi="Segoe UI" w:cs="Segoe UI"/>
        </w:rPr>
        <w:t xml:space="preserve"> </w:t>
      </w:r>
      <w:r w:rsidRPr="007E5196">
        <w:rPr>
          <w:szCs w:val="24"/>
        </w:rPr>
        <w:t xml:space="preserve">Réinitialiser le système conformément </w:t>
      </w:r>
      <w:r>
        <w:rPr>
          <w:szCs w:val="24"/>
        </w:rPr>
        <w:t xml:space="preserve">à ses </w:t>
      </w:r>
      <w:r w:rsidRPr="007E5196">
        <w:rPr>
          <w:szCs w:val="24"/>
        </w:rPr>
        <w:t>instructions.</w:t>
      </w:r>
      <w:r w:rsidRPr="007E5196">
        <w:rPr>
          <w:rFonts w:ascii="Segoe UI" w:hAnsi="Segoe UI" w:cs="Segoe UI"/>
        </w:rPr>
        <w:t xml:space="preserve"> </w:t>
      </w:r>
      <w:r w:rsidRPr="007E5196">
        <w:rPr>
          <w:szCs w:val="24"/>
        </w:rPr>
        <w:t>S</w:t>
      </w:r>
      <w:r w:rsidR="004B0B6E">
        <w:rPr>
          <w:szCs w:val="24"/>
        </w:rPr>
        <w:t>’</w:t>
      </w:r>
      <w:r w:rsidRPr="007E5196">
        <w:rPr>
          <w:szCs w:val="24"/>
        </w:rPr>
        <w:t>assurer que le témoin s</w:t>
      </w:r>
      <w:r w:rsidR="004B0B6E">
        <w:rPr>
          <w:szCs w:val="24"/>
        </w:rPr>
        <w:t>’</w:t>
      </w:r>
      <w:r w:rsidRPr="007E5196">
        <w:rPr>
          <w:szCs w:val="24"/>
        </w:rPr>
        <w:t>est bien éteint.</w:t>
      </w:r>
      <w:r w:rsidRPr="007E5196">
        <w:rPr>
          <w:rFonts w:ascii="Segoe UI" w:hAnsi="Segoe UI" w:cs="Segoe UI"/>
        </w:rPr>
        <w:t xml:space="preserve"> </w:t>
      </w:r>
      <w:r w:rsidRPr="007E5196">
        <w:rPr>
          <w:szCs w:val="24"/>
        </w:rPr>
        <w:t>S</w:t>
      </w:r>
      <w:r w:rsidR="004B0B6E">
        <w:rPr>
          <w:szCs w:val="24"/>
        </w:rPr>
        <w:t>’</w:t>
      </w:r>
      <w:r w:rsidRPr="007E5196">
        <w:rPr>
          <w:szCs w:val="24"/>
        </w:rPr>
        <w:t>il y a lieu, conduire le véhicule jusqu</w:t>
      </w:r>
      <w:r w:rsidR="004B0B6E">
        <w:rPr>
          <w:szCs w:val="24"/>
        </w:rPr>
        <w:t>’</w:t>
      </w:r>
      <w:r w:rsidRPr="007E5196">
        <w:rPr>
          <w:szCs w:val="24"/>
        </w:rPr>
        <w:t>à l</w:t>
      </w:r>
      <w:r w:rsidR="004B0B6E">
        <w:rPr>
          <w:szCs w:val="24"/>
        </w:rPr>
        <w:t>’</w:t>
      </w:r>
      <w:r w:rsidRPr="007E5196">
        <w:rPr>
          <w:szCs w:val="24"/>
        </w:rPr>
        <w:t>extinction du témoin.</w:t>
      </w:r>
      <w:r w:rsidRPr="007E5196">
        <w:rPr>
          <w:rFonts w:ascii="Segoe UI" w:hAnsi="Segoe UI" w:cs="Segoe UI"/>
        </w:rPr>
        <w:t xml:space="preserve"> </w:t>
      </w:r>
      <w:r w:rsidRPr="007E5196">
        <w:rPr>
          <w:szCs w:val="24"/>
        </w:rPr>
        <w:t>Si le témoin ne s</w:t>
      </w:r>
      <w:r w:rsidR="004B0B6E">
        <w:rPr>
          <w:szCs w:val="24"/>
        </w:rPr>
        <w:t>’</w:t>
      </w:r>
      <w:r w:rsidRPr="007E5196">
        <w:rPr>
          <w:szCs w:val="24"/>
        </w:rPr>
        <w:t>éteint pas, mettre fin à l</w:t>
      </w:r>
      <w:r w:rsidR="004B0B6E">
        <w:rPr>
          <w:szCs w:val="24"/>
        </w:rPr>
        <w:t>’</w:t>
      </w:r>
      <w:r w:rsidRPr="007E5196">
        <w:rPr>
          <w:szCs w:val="24"/>
        </w:rPr>
        <w:t>essai.</w:t>
      </w:r>
    </w:p>
    <w:p w14:paraId="30F62F85" w14:textId="77777777" w:rsidR="00BC7683" w:rsidRPr="007E5196" w:rsidRDefault="00BC7683" w:rsidP="00434CBA">
      <w:pPr>
        <w:pStyle w:val="SingleTxtG"/>
        <w:ind w:left="2268" w:hanging="1134"/>
        <w:rPr>
          <w:szCs w:val="24"/>
        </w:rPr>
      </w:pPr>
      <w:r w:rsidRPr="007E5196">
        <w:t>2.9</w:t>
      </w:r>
      <w:r w:rsidRPr="007E5196">
        <w:tab/>
        <w:t>Répétition de la phase de dégonflage</w:t>
      </w:r>
    </w:p>
    <w:p w14:paraId="6F89CA98" w14:textId="77777777" w:rsidR="00BC7683" w:rsidRPr="00100995" w:rsidRDefault="00BC7683" w:rsidP="00434CBA">
      <w:pPr>
        <w:pStyle w:val="SingleTxtG"/>
        <w:ind w:left="2268"/>
        <w:rPr>
          <w:szCs w:val="24"/>
        </w:rPr>
      </w:pPr>
      <w:r w:rsidRPr="007E5196">
        <w:rPr>
          <w:szCs w:val="24"/>
        </w:rPr>
        <w:tab/>
      </w:r>
      <w:r w:rsidRPr="00100995">
        <w:rPr>
          <w:szCs w:val="24"/>
        </w:rPr>
        <w:t>L</w:t>
      </w:r>
      <w:r w:rsidR="004B0B6E">
        <w:rPr>
          <w:szCs w:val="24"/>
        </w:rPr>
        <w:t>’</w:t>
      </w:r>
      <w:r w:rsidRPr="00100995">
        <w:rPr>
          <w:szCs w:val="24"/>
        </w:rPr>
        <w:t xml:space="preserve">essai peut être répété, avec la même charge ou une charge différente, selon les modes opératoires décrits aux </w:t>
      </w:r>
      <w:r>
        <w:rPr>
          <w:szCs w:val="24"/>
        </w:rPr>
        <w:t>paragraphe</w:t>
      </w:r>
      <w:r w:rsidRPr="00100995">
        <w:rPr>
          <w:szCs w:val="24"/>
        </w:rPr>
        <w:t xml:space="preserve">s 2.1 à 2.8 ci-dessus, le ou les pneumatiques du véhicule concernés étant sous-gonflés, conformément aux dispositions du </w:t>
      </w:r>
      <w:r>
        <w:rPr>
          <w:szCs w:val="24"/>
        </w:rPr>
        <w:t>paragraphe</w:t>
      </w:r>
      <w:r w:rsidRPr="00100995">
        <w:rPr>
          <w:szCs w:val="24"/>
        </w:rPr>
        <w:t xml:space="preserve"> 5.2 ou 5.3 du présent Règlement, selon </w:t>
      </w:r>
      <w:r>
        <w:rPr>
          <w:szCs w:val="24"/>
        </w:rPr>
        <w:t>les cas</w:t>
      </w:r>
      <w:r w:rsidRPr="00100995">
        <w:rPr>
          <w:szCs w:val="24"/>
        </w:rPr>
        <w:t>.</w:t>
      </w:r>
    </w:p>
    <w:p w14:paraId="142E1BCA" w14:textId="77777777" w:rsidR="00BC7683" w:rsidRPr="0036307D" w:rsidRDefault="00BC7683" w:rsidP="00434CBA">
      <w:pPr>
        <w:pStyle w:val="SingleTxtG"/>
        <w:ind w:left="2268" w:hanging="1134"/>
      </w:pPr>
      <w:r w:rsidRPr="007A28EE">
        <w:t>3.</w:t>
      </w:r>
      <w:r w:rsidRPr="007A28EE">
        <w:tab/>
      </w:r>
      <w:r w:rsidRPr="0036307D">
        <w:t xml:space="preserve">Détection </w:t>
      </w:r>
      <w:r w:rsidRPr="00434CBA">
        <w:rPr>
          <w:szCs w:val="24"/>
        </w:rPr>
        <w:t>des</w:t>
      </w:r>
      <w:r w:rsidRPr="0036307D">
        <w:t xml:space="preserve"> défauts de fonctionnement du système de surveillance de la pression des pneumatiques</w:t>
      </w:r>
    </w:p>
    <w:p w14:paraId="47ECBD85" w14:textId="77777777" w:rsidR="00BC7683" w:rsidRDefault="00BC7683" w:rsidP="00434CBA">
      <w:pPr>
        <w:pStyle w:val="SingleTxtG"/>
        <w:ind w:left="2268" w:hanging="1134"/>
      </w:pPr>
      <w:r w:rsidRPr="003F3705">
        <w:t>3.1</w:t>
      </w:r>
      <w:r w:rsidRPr="003F3705">
        <w:tab/>
        <w:t xml:space="preserve">Simuler un défaut de fonctionnement du système de surveillance de la pression des pneumatiques, par exemple, en déconnectant </w:t>
      </w:r>
      <w:r w:rsidRPr="00434CBA">
        <w:rPr>
          <w:szCs w:val="24"/>
        </w:rPr>
        <w:t>l</w:t>
      </w:r>
      <w:r w:rsidR="004B0B6E">
        <w:rPr>
          <w:szCs w:val="24"/>
        </w:rPr>
        <w:t>’</w:t>
      </w:r>
      <w:r w:rsidRPr="00434CBA">
        <w:rPr>
          <w:szCs w:val="24"/>
        </w:rPr>
        <w:t>alimentation</w:t>
      </w:r>
      <w:r w:rsidRPr="003F3705">
        <w:t xml:space="preserve"> d</w:t>
      </w:r>
      <w:r w:rsidR="004B0B6E">
        <w:t>’</w:t>
      </w:r>
      <w:r w:rsidRPr="003F3705">
        <w:t>un des composants du système, en interrompant la connexion électrique entre les composants eux-mêmes ou en montant sur le véhicule un pneumatique ou une roue incompatible avec le système.</w:t>
      </w:r>
      <w:r w:rsidRPr="003F3705">
        <w:rPr>
          <w:rFonts w:ascii="Segoe UI" w:hAnsi="Segoe UI" w:cs="Segoe UI"/>
        </w:rPr>
        <w:t xml:space="preserve"> </w:t>
      </w:r>
      <w:r w:rsidRPr="003F3705">
        <w:t>Lors de la simulation d</w:t>
      </w:r>
      <w:r w:rsidR="004B0B6E">
        <w:t>’</w:t>
      </w:r>
      <w:r w:rsidRPr="003F3705">
        <w:t>un défaut de fonctionnement du système de surveillance de la pression des pneumatiques, les connexions électriques des témoins ne doivent pas être interrompues.</w:t>
      </w:r>
    </w:p>
    <w:p w14:paraId="602F6670" w14:textId="77777777" w:rsidR="00BC7683" w:rsidRDefault="00BC7683" w:rsidP="00434CBA">
      <w:pPr>
        <w:pStyle w:val="SingleTxtG"/>
        <w:ind w:left="2268" w:hanging="1134"/>
      </w:pPr>
      <w:r w:rsidRPr="003408F5">
        <w:t>3.2</w:t>
      </w:r>
      <w:r w:rsidRPr="003408F5">
        <w:tab/>
        <w:t xml:space="preserve">Conduire le véhicule pendant un temps cumulé de 10 minutes au plus (pas nécessairement en continu) sur une portion du parcours </w:t>
      </w:r>
      <w:r w:rsidRPr="00434CBA">
        <w:rPr>
          <w:szCs w:val="24"/>
        </w:rPr>
        <w:t>d</w:t>
      </w:r>
      <w:r w:rsidR="004B0B6E">
        <w:rPr>
          <w:szCs w:val="24"/>
        </w:rPr>
        <w:t>’</w:t>
      </w:r>
      <w:r w:rsidRPr="00434CBA">
        <w:rPr>
          <w:szCs w:val="24"/>
        </w:rPr>
        <w:t>essai</w:t>
      </w:r>
      <w:r w:rsidRPr="003408F5">
        <w:t>.</w:t>
      </w:r>
    </w:p>
    <w:p w14:paraId="1579CFB3" w14:textId="77777777" w:rsidR="00BC7683" w:rsidRPr="003408F5" w:rsidRDefault="00BC7683" w:rsidP="00434CBA">
      <w:pPr>
        <w:pStyle w:val="SingleTxtG"/>
        <w:ind w:left="2268" w:hanging="1134"/>
      </w:pPr>
      <w:r w:rsidRPr="003408F5">
        <w:t>3.3</w:t>
      </w:r>
      <w:r w:rsidRPr="003408F5">
        <w:tab/>
        <w:t xml:space="preserve">Au total, le temps de conduite cumulé visé au </w:t>
      </w:r>
      <w:r>
        <w:t>paragraphe</w:t>
      </w:r>
      <w:r w:rsidRPr="003408F5">
        <w:t xml:space="preserve"> 3.2 ne doit pas dépasser soit 10 minutes, </w:t>
      </w:r>
      <w:r>
        <w:t>ou</w:t>
      </w:r>
      <w:r w:rsidRPr="003408F5">
        <w:t xml:space="preserve"> le temps que met le témoin de défaut de fonctionnement du système de surveillance de la pression des pneumatiques à s</w:t>
      </w:r>
      <w:r w:rsidR="004B0B6E">
        <w:t>’</w:t>
      </w:r>
      <w:r w:rsidRPr="003408F5">
        <w:t>allumer</w:t>
      </w:r>
      <w:r>
        <w:t>.</w:t>
      </w:r>
    </w:p>
    <w:p w14:paraId="7D21C6E9" w14:textId="77777777" w:rsidR="00BC7683" w:rsidRDefault="00BC7683" w:rsidP="00434CBA">
      <w:pPr>
        <w:pStyle w:val="SingleTxtG"/>
        <w:ind w:left="2268" w:hanging="1134"/>
      </w:pPr>
      <w:r w:rsidRPr="003E3CBC">
        <w:t>3.4</w:t>
      </w:r>
      <w:r w:rsidRPr="003E3CBC">
        <w:tab/>
        <w:t xml:space="preserve">Si le témoin de </w:t>
      </w:r>
      <w:r w:rsidRPr="00434CBA">
        <w:rPr>
          <w:szCs w:val="24"/>
        </w:rPr>
        <w:t>défaut</w:t>
      </w:r>
      <w:r w:rsidRPr="003E3CBC">
        <w:t xml:space="preserve"> de fonctionnement du système de surveillance de la pression des pneumatiques ne s</w:t>
      </w:r>
      <w:r w:rsidR="004B0B6E">
        <w:t>’</w:t>
      </w:r>
      <w:r w:rsidRPr="003E3CBC">
        <w:t>est pas allumé au cours de l</w:t>
      </w:r>
      <w:r w:rsidR="004B0B6E">
        <w:t>’</w:t>
      </w:r>
      <w:r w:rsidRPr="003E3CBC">
        <w:t xml:space="preserve">essai décrit au </w:t>
      </w:r>
      <w:r>
        <w:t>paragraphe</w:t>
      </w:r>
      <w:r w:rsidRPr="003E3CBC">
        <w:t> 5.4 du présent Règlement, mettre fin à l</w:t>
      </w:r>
      <w:r w:rsidR="004B0B6E">
        <w:t>’</w:t>
      </w:r>
      <w:r w:rsidRPr="003E3CBC">
        <w:t>essai.</w:t>
      </w:r>
    </w:p>
    <w:p w14:paraId="13D8E464" w14:textId="77777777" w:rsidR="00BC7683" w:rsidRPr="00703000" w:rsidRDefault="00BC7683" w:rsidP="00434CBA">
      <w:pPr>
        <w:pStyle w:val="SingleTxtG"/>
        <w:ind w:left="2268" w:hanging="1134"/>
        <w:rPr>
          <w:color w:val="FFFFFF"/>
        </w:rPr>
      </w:pPr>
      <w:r w:rsidRPr="00703000">
        <w:t>3.5</w:t>
      </w:r>
      <w:r w:rsidR="001D0524" w:rsidRPr="001D0524">
        <w:rPr>
          <w:b/>
        </w:rPr>
        <w:tab/>
      </w:r>
      <w:r w:rsidRPr="00703000">
        <w:t>Pour les véhicules de la catégorie M</w:t>
      </w:r>
      <w:r w:rsidRPr="00703000">
        <w:rPr>
          <w:vertAlign w:val="subscript"/>
        </w:rPr>
        <w:t>1</w:t>
      </w:r>
      <w:r w:rsidRPr="00703000">
        <w:t xml:space="preserve"> dont la masse est inférieure ou égale à 3 500 kg et les véhicules de la catégorie N</w:t>
      </w:r>
      <w:r w:rsidRPr="00703000">
        <w:rPr>
          <w:vertAlign w:val="subscript"/>
        </w:rPr>
        <w:t>1</w:t>
      </w:r>
    </w:p>
    <w:p w14:paraId="02BE7AAB" w14:textId="77777777" w:rsidR="00BC7683" w:rsidRPr="00703000" w:rsidRDefault="00BC7683" w:rsidP="001D0524">
      <w:pPr>
        <w:pStyle w:val="SingleTxtG"/>
        <w:ind w:left="2268"/>
      </w:pPr>
      <w:r w:rsidRPr="00703000">
        <w:t>Si le témoin de défaut de fonctionnement du système de surveillance de la pression des pneumatiques est allumé ou s</w:t>
      </w:r>
      <w:r w:rsidR="004B0B6E">
        <w:t>’</w:t>
      </w:r>
      <w:r w:rsidRPr="00703000">
        <w:t>allume au cours de l</w:t>
      </w:r>
      <w:r w:rsidR="004B0B6E">
        <w:t>’</w:t>
      </w:r>
      <w:r w:rsidRPr="00703000">
        <w:t xml:space="preserve">essai décrit aux </w:t>
      </w:r>
      <w:r>
        <w:t>paragraphe</w:t>
      </w:r>
      <w:r w:rsidRPr="00703000">
        <w:t>s 3.1 à 3.3 ci-dessus, couper le contact.</w:t>
      </w:r>
      <w:r w:rsidRPr="00703000">
        <w:rPr>
          <w:rFonts w:ascii="Segoe UI" w:hAnsi="Segoe UI" w:cs="Segoe UI"/>
        </w:rPr>
        <w:t xml:space="preserve"> </w:t>
      </w:r>
      <w:r w:rsidRPr="00703000">
        <w:t>Cinq minutes plus tard, remettre le contact du véhicule.</w:t>
      </w:r>
      <w:r w:rsidRPr="00703000">
        <w:rPr>
          <w:rFonts w:ascii="Segoe UI" w:hAnsi="Segoe UI" w:cs="Segoe UI"/>
        </w:rPr>
        <w:t xml:space="preserve"> </w:t>
      </w:r>
      <w:r w:rsidRPr="00703000">
        <w:t>Le témoin doit de nouveau signaler un défaut de fonctionnement et rester allumé aussi longtemps que le contact est mis.</w:t>
      </w:r>
    </w:p>
    <w:p w14:paraId="60749749" w14:textId="77777777" w:rsidR="00BC7683" w:rsidRPr="001C145E" w:rsidRDefault="00BC7683" w:rsidP="001D0524">
      <w:pPr>
        <w:pStyle w:val="SingleTxtG"/>
        <w:ind w:left="2268" w:hanging="1134"/>
      </w:pPr>
      <w:r w:rsidRPr="001C145E">
        <w:t>3.6</w:t>
      </w:r>
      <w:r w:rsidRPr="001C145E">
        <w:tab/>
      </w:r>
      <w:r w:rsidRPr="00703000">
        <w:t xml:space="preserve">Pour les véhicules des catégories </w:t>
      </w:r>
      <w:r w:rsidRPr="001C145E">
        <w:t>M</w:t>
      </w:r>
      <w:r w:rsidRPr="001C145E">
        <w:rPr>
          <w:vertAlign w:val="subscript"/>
        </w:rPr>
        <w:t>2</w:t>
      </w:r>
      <w:r w:rsidRPr="001C145E">
        <w:t>, M</w:t>
      </w:r>
      <w:r w:rsidRPr="001C145E">
        <w:rPr>
          <w:vertAlign w:val="subscript"/>
        </w:rPr>
        <w:t>3</w:t>
      </w:r>
      <w:r w:rsidRPr="001C145E">
        <w:t>, N</w:t>
      </w:r>
      <w:r w:rsidRPr="001C145E">
        <w:rPr>
          <w:vertAlign w:val="subscript"/>
        </w:rPr>
        <w:t>2</w:t>
      </w:r>
      <w:r w:rsidRPr="001C145E">
        <w:t>, N</w:t>
      </w:r>
      <w:r w:rsidRPr="001C145E">
        <w:rPr>
          <w:vertAlign w:val="subscript"/>
        </w:rPr>
        <w:t>3</w:t>
      </w:r>
      <w:r w:rsidRPr="001C145E">
        <w:t>, O</w:t>
      </w:r>
      <w:r w:rsidRPr="001C145E">
        <w:rPr>
          <w:vertAlign w:val="subscript"/>
        </w:rPr>
        <w:t>3</w:t>
      </w:r>
      <w:r w:rsidRPr="001C145E">
        <w:t xml:space="preserve"> et O</w:t>
      </w:r>
      <w:r w:rsidRPr="001C145E">
        <w:rPr>
          <w:vertAlign w:val="subscript"/>
        </w:rPr>
        <w:t>4</w:t>
      </w:r>
    </w:p>
    <w:p w14:paraId="73DCA8F4" w14:textId="77777777" w:rsidR="00BC7683" w:rsidRPr="001C145E" w:rsidRDefault="00BC7683" w:rsidP="001D0524">
      <w:pPr>
        <w:pStyle w:val="SingleTxtG"/>
        <w:ind w:left="2268"/>
      </w:pPr>
      <w:r w:rsidRPr="001C145E">
        <w:t>Si le témoin de défaut de fonctionnement du TPMS est allumé ou s</w:t>
      </w:r>
      <w:r w:rsidR="004B0B6E">
        <w:t>’</w:t>
      </w:r>
      <w:r w:rsidRPr="001C145E">
        <w:t>allume au cours de l</w:t>
      </w:r>
      <w:r w:rsidR="004B0B6E">
        <w:t>’</w:t>
      </w:r>
      <w:r w:rsidRPr="001C145E">
        <w:t xml:space="preserve">essai décrit aux </w:t>
      </w:r>
      <w:r>
        <w:t>paragraphe</w:t>
      </w:r>
      <w:r w:rsidRPr="001C145E">
        <w:t>s 3.1 à 3.3 ci-dessus, couper le contact</w:t>
      </w:r>
      <w:r>
        <w:t xml:space="preserve">. </w:t>
      </w:r>
      <w:r w:rsidRPr="001C145E">
        <w:t>Cinq minutes plus tard, remettre le contact du véhicule.</w:t>
      </w:r>
      <w:r w:rsidRPr="001C145E">
        <w:rPr>
          <w:rFonts w:ascii="Segoe UI" w:hAnsi="Segoe UI" w:cs="Segoe UI"/>
        </w:rPr>
        <w:t xml:space="preserve"> </w:t>
      </w:r>
      <w:r w:rsidRPr="001C145E">
        <w:t>Le témoin doit de nouveau signaler un défaut de fonctionnement dans les 10 minutes et rester allumé aussi longtemps que le contact est mis.</w:t>
      </w:r>
    </w:p>
    <w:p w14:paraId="734A9CE3" w14:textId="77777777" w:rsidR="00BC7683" w:rsidRDefault="00BC7683" w:rsidP="001D0524">
      <w:pPr>
        <w:pStyle w:val="SingleTxtG"/>
        <w:ind w:left="2268" w:hanging="1134"/>
      </w:pPr>
      <w:r w:rsidRPr="00F371B4">
        <w:t>3.7</w:t>
      </w:r>
      <w:r w:rsidRPr="00F371B4">
        <w:tab/>
        <w:t>Ramener le système de surveillance de la pression des pneumatiques à son mode de fonctionnement normal. S</w:t>
      </w:r>
      <w:r w:rsidR="004B0B6E">
        <w:t>’</w:t>
      </w:r>
      <w:r w:rsidRPr="00F371B4">
        <w:t>il y a lieu, conduire le véhicule jusqu</w:t>
      </w:r>
      <w:r w:rsidR="004B0B6E">
        <w:t>’</w:t>
      </w:r>
      <w:r w:rsidRPr="00F371B4">
        <w:t>à l</w:t>
      </w:r>
      <w:r w:rsidR="004B0B6E">
        <w:t>’</w:t>
      </w:r>
      <w:r w:rsidRPr="00F371B4">
        <w:t>extinction du témoin d</w:t>
      </w:r>
      <w:r w:rsidR="004B0B6E">
        <w:t>’</w:t>
      </w:r>
      <w:r w:rsidRPr="00F371B4">
        <w:t>avertissement.</w:t>
      </w:r>
      <w:r w:rsidRPr="00F371B4">
        <w:rPr>
          <w:rFonts w:ascii="Segoe UI" w:hAnsi="Segoe UI" w:cs="Segoe UI"/>
        </w:rPr>
        <w:t xml:space="preserve"> </w:t>
      </w:r>
      <w:r w:rsidRPr="00F371B4">
        <w:t xml:space="preserve">Si </w:t>
      </w:r>
      <w:r>
        <w:t>l</w:t>
      </w:r>
      <w:r w:rsidRPr="00F371B4">
        <w:t>e</w:t>
      </w:r>
      <w:r>
        <w:t xml:space="preserve"> témoin </w:t>
      </w:r>
      <w:r w:rsidRPr="00F371B4">
        <w:t>ne s</w:t>
      </w:r>
      <w:r w:rsidR="004B0B6E">
        <w:t>’</w:t>
      </w:r>
      <w:r w:rsidRPr="00F371B4">
        <w:t>éteint pas, mettre fin à l</w:t>
      </w:r>
      <w:r w:rsidR="004B0B6E">
        <w:t>’</w:t>
      </w:r>
      <w:r w:rsidRPr="00F371B4">
        <w:t>essai.</w:t>
      </w:r>
    </w:p>
    <w:p w14:paraId="1071A13C" w14:textId="77777777" w:rsidR="00BC7683" w:rsidRDefault="00BC7683" w:rsidP="001D0524">
      <w:pPr>
        <w:pStyle w:val="SingleTxtG"/>
        <w:ind w:left="2268" w:hanging="1134"/>
      </w:pPr>
      <w:r w:rsidRPr="0099460F">
        <w:t>3.8</w:t>
      </w:r>
      <w:r w:rsidRPr="0099460F">
        <w:tab/>
        <w:t>L</w:t>
      </w:r>
      <w:r w:rsidR="004B0B6E">
        <w:t>’</w:t>
      </w:r>
      <w:r w:rsidRPr="0099460F">
        <w:t xml:space="preserve">essai peut être répété selon les modes opératoires décrits aux </w:t>
      </w:r>
      <w:r>
        <w:t>paragraphe</w:t>
      </w:r>
      <w:r w:rsidRPr="0099460F">
        <w:t>s 3.1 à 3.6 ci-dessus, chaque essai se limitant à la simulation d</w:t>
      </w:r>
      <w:r w:rsidR="004B0B6E">
        <w:t>’</w:t>
      </w:r>
      <w:r w:rsidRPr="0099460F">
        <w:t>un seul défaut de fonctionnement.</w:t>
      </w:r>
    </w:p>
    <w:p w14:paraId="72433C82" w14:textId="77777777" w:rsidR="00BC7683" w:rsidRDefault="00BC7683" w:rsidP="00BC7683">
      <w:r>
        <w:br w:type="page"/>
      </w:r>
    </w:p>
    <w:p w14:paraId="18752C88" w14:textId="77777777" w:rsidR="00BC7683" w:rsidRPr="007A28EE" w:rsidRDefault="00BC7683" w:rsidP="001D0524">
      <w:pPr>
        <w:pStyle w:val="HChG"/>
      </w:pPr>
      <w:r w:rsidRPr="007A28EE">
        <w:lastRenderedPageBreak/>
        <w:t>Annexe 4</w:t>
      </w:r>
    </w:p>
    <w:p w14:paraId="623A270F" w14:textId="77777777" w:rsidR="00BC7683" w:rsidRPr="00F0111F" w:rsidRDefault="00BC7683" w:rsidP="001D0524">
      <w:pPr>
        <w:pStyle w:val="HChG"/>
      </w:pPr>
      <w:r w:rsidRPr="007A28EE">
        <w:tab/>
      </w:r>
      <w:r w:rsidRPr="007A28EE">
        <w:tab/>
      </w:r>
      <w:r w:rsidRPr="00F0111F">
        <w:t>Prescriptions relatives aux essais des systèmes de regonflage des pneumatiques (TPRS) et des systèmes centraux de</w:t>
      </w:r>
      <w:r w:rsidR="001D0524">
        <w:t> </w:t>
      </w:r>
      <w:r w:rsidRPr="00F0111F">
        <w:t>gonflage des pneumatiques (CTIS)</w:t>
      </w:r>
    </w:p>
    <w:p w14:paraId="6BF9597E" w14:textId="77777777" w:rsidR="00BC7683" w:rsidRPr="00F0111F" w:rsidRDefault="00BC7683" w:rsidP="003C2F26">
      <w:pPr>
        <w:pStyle w:val="SingleTxtG"/>
        <w:ind w:left="2268" w:hanging="1134"/>
      </w:pPr>
      <w:r w:rsidRPr="00F0111F">
        <w:t>1.</w:t>
      </w:r>
      <w:r w:rsidRPr="00F0111F">
        <w:tab/>
        <w:t>Conditions d</w:t>
      </w:r>
      <w:r w:rsidR="004B0B6E">
        <w:t>’</w:t>
      </w:r>
      <w:r w:rsidRPr="00F0111F">
        <w:t>essai</w:t>
      </w:r>
    </w:p>
    <w:p w14:paraId="57EB17F4" w14:textId="77777777" w:rsidR="00BC7683" w:rsidRPr="00F0111F" w:rsidRDefault="00BC7683" w:rsidP="003C2F26">
      <w:pPr>
        <w:pStyle w:val="SingleTxtG"/>
        <w:ind w:left="2268" w:hanging="1134"/>
      </w:pPr>
      <w:r w:rsidRPr="00F0111F">
        <w:t>1.1</w:t>
      </w:r>
      <w:r w:rsidRPr="00F0111F">
        <w:tab/>
        <w:t>Température ambiante</w:t>
      </w:r>
    </w:p>
    <w:p w14:paraId="7102DC1B" w14:textId="77777777" w:rsidR="00BC7683" w:rsidRPr="00F0111F" w:rsidRDefault="00BC7683" w:rsidP="003C2F26">
      <w:pPr>
        <w:pStyle w:val="SingleTxtG"/>
        <w:ind w:left="2268"/>
      </w:pPr>
      <w:r w:rsidRPr="00F0111F">
        <w:t>La température ambiante doit être comprise entre 0 et 40 °C.</w:t>
      </w:r>
    </w:p>
    <w:p w14:paraId="15C2EA4D" w14:textId="77777777" w:rsidR="00BC7683" w:rsidRPr="00F0111F" w:rsidRDefault="00BC7683" w:rsidP="003C2F26">
      <w:pPr>
        <w:pStyle w:val="SingleTxtG"/>
        <w:ind w:left="2268" w:hanging="1134"/>
      </w:pPr>
      <w:r w:rsidRPr="00F0111F">
        <w:t>1.2</w:t>
      </w:r>
      <w:r w:rsidRPr="00F0111F">
        <w:tab/>
        <w:t>Revêtement routier d</w:t>
      </w:r>
      <w:r w:rsidR="004B0B6E">
        <w:t>’</w:t>
      </w:r>
      <w:r w:rsidRPr="00F0111F">
        <w:t>essai</w:t>
      </w:r>
    </w:p>
    <w:p w14:paraId="71A3546D" w14:textId="77777777" w:rsidR="00BC7683" w:rsidRPr="00F0111F" w:rsidRDefault="00BC7683" w:rsidP="003C2F26">
      <w:pPr>
        <w:pStyle w:val="SingleTxtG"/>
        <w:ind w:left="2268"/>
      </w:pPr>
      <w:r w:rsidRPr="00F0111F">
        <w:t>Les essais doivent être réalisés sur une surface plane.</w:t>
      </w:r>
    </w:p>
    <w:p w14:paraId="21EACC3D" w14:textId="77777777" w:rsidR="00BC7683" w:rsidRPr="007A28EE" w:rsidRDefault="00BC7683" w:rsidP="003C2F26">
      <w:pPr>
        <w:pStyle w:val="SingleTxtG"/>
        <w:ind w:left="2268" w:hanging="1134"/>
      </w:pPr>
      <w:r w:rsidRPr="007A28EE">
        <w:t>1.3</w:t>
      </w:r>
      <w:r w:rsidRPr="007A28EE">
        <w:tab/>
      </w:r>
      <w:r w:rsidRPr="00F0111F">
        <w:t>Préparation du véhicule</w:t>
      </w:r>
    </w:p>
    <w:p w14:paraId="47AA16B4" w14:textId="77777777" w:rsidR="00BC7683" w:rsidRPr="00F0111F" w:rsidRDefault="00BC7683" w:rsidP="003C2F26">
      <w:pPr>
        <w:pStyle w:val="SingleTxtG"/>
        <w:ind w:left="2268" w:hanging="1134"/>
      </w:pPr>
      <w:r w:rsidRPr="007A28EE">
        <w:t>1.3.1</w:t>
      </w:r>
      <w:r w:rsidRPr="007A28EE">
        <w:tab/>
      </w:r>
      <w:r w:rsidRPr="00F0111F">
        <w:t>Masse d</w:t>
      </w:r>
      <w:r w:rsidR="004B0B6E">
        <w:t>’</w:t>
      </w:r>
      <w:r w:rsidRPr="00F0111F">
        <w:t>essai</w:t>
      </w:r>
    </w:p>
    <w:p w14:paraId="6335C95C" w14:textId="77777777" w:rsidR="00BC7683" w:rsidRPr="00F0111F" w:rsidRDefault="00BC7683" w:rsidP="003C2F26">
      <w:pPr>
        <w:pStyle w:val="SingleTxtG"/>
        <w:ind w:left="2268"/>
      </w:pPr>
      <w:r w:rsidRPr="00F0111F">
        <w:t>Le véhicule peut être soumis à l</w:t>
      </w:r>
      <w:r w:rsidR="004B0B6E">
        <w:t>’</w:t>
      </w:r>
      <w:r w:rsidRPr="00F0111F">
        <w:t>essai dans n</w:t>
      </w:r>
      <w:r w:rsidR="004B0B6E">
        <w:t>’</w:t>
      </w:r>
      <w:r w:rsidRPr="00F0111F">
        <w:t>importe quel état de charge dans lequel il a été homologué.</w:t>
      </w:r>
    </w:p>
    <w:p w14:paraId="217AC3B0" w14:textId="77777777" w:rsidR="00BC7683" w:rsidRPr="00F0111F" w:rsidRDefault="00BC7683" w:rsidP="003C2F26">
      <w:pPr>
        <w:pStyle w:val="SingleTxtG"/>
        <w:ind w:left="2268" w:hanging="1134"/>
      </w:pPr>
      <w:r w:rsidRPr="00F0111F">
        <w:t>1.3.2</w:t>
      </w:r>
      <w:r w:rsidRPr="00F0111F">
        <w:tab/>
        <w:t>Situation de conduite</w:t>
      </w:r>
    </w:p>
    <w:p w14:paraId="7DB1F4AD" w14:textId="77777777" w:rsidR="00BC7683" w:rsidRPr="00F0111F" w:rsidRDefault="00BC7683" w:rsidP="003C2F26">
      <w:pPr>
        <w:pStyle w:val="SingleTxtG"/>
        <w:ind w:left="2268"/>
      </w:pPr>
      <w:r w:rsidRPr="00F0111F">
        <w:t>Les essais doivent être réalisés le véhicule étant à l</w:t>
      </w:r>
      <w:r w:rsidR="004B0B6E">
        <w:t>’</w:t>
      </w:r>
      <w:r w:rsidRPr="00F0111F">
        <w:t xml:space="preserve">arrêt. </w:t>
      </w:r>
    </w:p>
    <w:p w14:paraId="2F048477" w14:textId="77777777" w:rsidR="00BC7683" w:rsidRPr="00F0111F" w:rsidRDefault="00BC7683" w:rsidP="003C2F26">
      <w:pPr>
        <w:pStyle w:val="SingleTxtG"/>
        <w:ind w:left="2268"/>
      </w:pPr>
      <w:r w:rsidRPr="00F0111F">
        <w:t>Dans le cas des véhicules des catégories O</w:t>
      </w:r>
      <w:r w:rsidRPr="00F0111F">
        <w:rPr>
          <w:vertAlign w:val="subscript"/>
        </w:rPr>
        <w:t>3</w:t>
      </w:r>
      <w:r w:rsidRPr="00F0111F">
        <w:t xml:space="preserve"> et O</w:t>
      </w:r>
      <w:r w:rsidRPr="00F0111F">
        <w:rPr>
          <w:vertAlign w:val="subscript"/>
        </w:rPr>
        <w:t>4</w:t>
      </w:r>
      <w:r w:rsidRPr="00F0111F">
        <w:t>, une alimentation électrique et une alimentation pneumatique doivent être prévues.</w:t>
      </w:r>
      <w:r>
        <w:t xml:space="preserve"> </w:t>
      </w:r>
    </w:p>
    <w:p w14:paraId="5B5A8732" w14:textId="77777777" w:rsidR="00BC7683" w:rsidRPr="00F0111F" w:rsidRDefault="00BC7683" w:rsidP="003C2F26">
      <w:pPr>
        <w:pStyle w:val="SingleTxtG"/>
        <w:ind w:left="2268" w:hanging="1134"/>
      </w:pPr>
      <w:r w:rsidRPr="00F0111F">
        <w:t>1.3.3</w:t>
      </w:r>
      <w:r w:rsidRPr="00F0111F">
        <w:tab/>
        <w:t>Lieu de stationnement</w:t>
      </w:r>
    </w:p>
    <w:p w14:paraId="3B016B52" w14:textId="77777777" w:rsidR="00BC7683" w:rsidRPr="00F0111F" w:rsidRDefault="00BC7683" w:rsidP="003C2F26">
      <w:pPr>
        <w:pStyle w:val="SingleTxtG"/>
        <w:ind w:left="2268"/>
      </w:pPr>
      <w:r w:rsidRPr="00F0111F">
        <w:t xml:space="preserve">Lorsque le véhicule est stationné, ses pneumatiques doivent être protégés du rayonnement direct du soleil. </w:t>
      </w:r>
    </w:p>
    <w:p w14:paraId="407F00AE" w14:textId="77777777" w:rsidR="00BC7683" w:rsidRPr="00E14E89" w:rsidRDefault="00BC7683" w:rsidP="003C2F26">
      <w:pPr>
        <w:pStyle w:val="SingleTxtG"/>
        <w:ind w:left="2268" w:hanging="1134"/>
      </w:pPr>
      <w:r w:rsidRPr="00E14E89">
        <w:t>1.4</w:t>
      </w:r>
      <w:r w:rsidRPr="00E14E89">
        <w:tab/>
        <w:t>Pneumatiques</w:t>
      </w:r>
    </w:p>
    <w:p w14:paraId="6349EF85" w14:textId="77777777" w:rsidR="00BC7683" w:rsidRPr="00E14E89" w:rsidRDefault="00BC7683" w:rsidP="003C2F26">
      <w:pPr>
        <w:pStyle w:val="SingleTxtG"/>
        <w:ind w:left="2268"/>
      </w:pPr>
      <w:r w:rsidRPr="00E14E89">
        <w:t>Le véhicule est soumis à l</w:t>
      </w:r>
      <w:r w:rsidR="004B0B6E">
        <w:t>’</w:t>
      </w:r>
      <w:r w:rsidRPr="00E14E89">
        <w:t>essai, les pneumatiques étant montés conformément aux recommandations du constructeur.</w:t>
      </w:r>
    </w:p>
    <w:p w14:paraId="2676B921" w14:textId="77777777" w:rsidR="00BC7683" w:rsidRPr="00E14E89" w:rsidRDefault="00BC7683" w:rsidP="003C2F26">
      <w:pPr>
        <w:pStyle w:val="SingleTxtG"/>
        <w:ind w:left="2268" w:hanging="1134"/>
      </w:pPr>
      <w:r w:rsidRPr="00E14E89">
        <w:t>1.5</w:t>
      </w:r>
      <w:r w:rsidRPr="00E14E89">
        <w:tab/>
        <w:t>Précision du matériel de mesure de pression</w:t>
      </w:r>
    </w:p>
    <w:p w14:paraId="33A8EB79" w14:textId="77777777" w:rsidR="00BC7683" w:rsidRPr="00E14E89" w:rsidRDefault="00BC7683" w:rsidP="003C2F26">
      <w:pPr>
        <w:pStyle w:val="SingleTxtG"/>
        <w:ind w:left="2268"/>
      </w:pPr>
      <w:r w:rsidRPr="00E14E89">
        <w:t>La précision du matériel de mesure de pression lors des essais faisant l</w:t>
      </w:r>
      <w:r w:rsidR="004B0B6E">
        <w:t>’</w:t>
      </w:r>
      <w:r w:rsidRPr="00E14E89">
        <w:t>objet de la présente annexe doit être de ±10 kPa au moins.</w:t>
      </w:r>
    </w:p>
    <w:p w14:paraId="725E5B8B" w14:textId="77777777" w:rsidR="00BC7683" w:rsidRPr="00E14E89" w:rsidRDefault="00BC7683" w:rsidP="003C2F26">
      <w:pPr>
        <w:pStyle w:val="SingleTxtG"/>
        <w:ind w:left="2268"/>
      </w:pPr>
      <w:r w:rsidRPr="00E14E89">
        <w:t xml:space="preserve">Toutes les mesures de pression doivent être faites avec le même matériel de mesure. </w:t>
      </w:r>
    </w:p>
    <w:p w14:paraId="28EAD47D" w14:textId="77777777" w:rsidR="00BC7683" w:rsidRPr="00E14E89" w:rsidRDefault="00BC7683" w:rsidP="003C2F26">
      <w:pPr>
        <w:pStyle w:val="SingleTxtG"/>
        <w:ind w:left="2268" w:hanging="1134"/>
      </w:pPr>
      <w:r w:rsidRPr="00E14E89">
        <w:t>2.</w:t>
      </w:r>
      <w:r w:rsidRPr="00E14E89">
        <w:tab/>
        <w:t>Mode opératoire</w:t>
      </w:r>
    </w:p>
    <w:p w14:paraId="53E695F4" w14:textId="77777777" w:rsidR="00BC7683" w:rsidRPr="00E14E89" w:rsidRDefault="00BC7683" w:rsidP="003C2F26">
      <w:pPr>
        <w:pStyle w:val="SingleTxtG"/>
        <w:ind w:left="2268" w:hanging="1134"/>
      </w:pPr>
      <w:r w:rsidRPr="00E14E89">
        <w:t>2.1</w:t>
      </w:r>
      <w:r w:rsidRPr="00E14E89">
        <w:tab/>
        <w:t>Conditionnement du véhicule</w:t>
      </w:r>
    </w:p>
    <w:p w14:paraId="5013839D" w14:textId="77777777" w:rsidR="00BC7683" w:rsidRDefault="00BC7683" w:rsidP="003C2F26">
      <w:pPr>
        <w:pStyle w:val="SingleTxtG"/>
        <w:ind w:left="2268"/>
      </w:pPr>
      <w:r w:rsidRPr="00E14E89">
        <w:t>Le réservoir à pression (infrastructure) doit être rempli conformément aux dispositions du complément 16 à la série 11 d</w:t>
      </w:r>
      <w:r w:rsidR="004B0B6E">
        <w:t>’</w:t>
      </w:r>
      <w:r w:rsidRPr="00E14E89">
        <w:t>amendements au Règlement ONU n</w:t>
      </w:r>
      <w:r w:rsidR="00EA377F" w:rsidRPr="00EA377F">
        <w:rPr>
          <w:vertAlign w:val="superscript"/>
        </w:rPr>
        <w:t>o</w:t>
      </w:r>
      <w:r w:rsidR="00EA377F">
        <w:t> </w:t>
      </w:r>
      <w:r w:rsidRPr="00E14E89">
        <w:t>13, compte tenu des limites de pression applicables aux réservoirs.</w:t>
      </w:r>
      <w:r w:rsidRPr="00F33C3A">
        <w:rPr>
          <w:rFonts w:ascii="Segoe UI" w:hAnsi="Segoe UI" w:cs="Segoe UI"/>
        </w:rPr>
        <w:t xml:space="preserve"> </w:t>
      </w:r>
      <w:r w:rsidRPr="00F33C3A">
        <w:t>Avant l</w:t>
      </w:r>
      <w:r w:rsidR="004B0B6E">
        <w:t>’</w:t>
      </w:r>
      <w:r w:rsidRPr="00F33C3A">
        <w:t>essai, s</w:t>
      </w:r>
      <w:r w:rsidR="004B0B6E">
        <w:t>’</w:t>
      </w:r>
      <w:r w:rsidRPr="00F33C3A">
        <w:t>assurer que chacune des roues du véhicule a effectué au moins 10 tours.</w:t>
      </w:r>
      <w:r w:rsidRPr="00F33C3A">
        <w:rPr>
          <w:rFonts w:ascii="Segoe UI" w:hAnsi="Segoe UI" w:cs="Segoe UI"/>
        </w:rPr>
        <w:t xml:space="preserve"> </w:t>
      </w:r>
      <w:r w:rsidRPr="00F33C3A">
        <w:t>Immobiliser le véhicule en extérieur à température ambiante pendant au moins une heure, moteur coupé, en le protégeant du rayonnement direct du soleil, du vent ou d</w:t>
      </w:r>
      <w:r w:rsidR="004B0B6E">
        <w:t>’</w:t>
      </w:r>
      <w:r w:rsidRPr="00F33C3A">
        <w:t>autres facteurs de réchauffement ou de refroidissement.</w:t>
      </w:r>
    </w:p>
    <w:p w14:paraId="17ACECF0" w14:textId="77777777" w:rsidR="00BC7683" w:rsidRPr="00F33C3A" w:rsidRDefault="00BC7683" w:rsidP="003C2F26">
      <w:pPr>
        <w:pStyle w:val="SingleTxtG"/>
        <w:ind w:left="2268" w:hanging="1134"/>
      </w:pPr>
      <w:r w:rsidRPr="00F33C3A">
        <w:t>2.2</w:t>
      </w:r>
      <w:r w:rsidRPr="00F33C3A">
        <w:tab/>
        <w:t>Contrôler le bon fonctionnement du système de regonflage</w:t>
      </w:r>
    </w:p>
    <w:p w14:paraId="600A70ED" w14:textId="77777777" w:rsidR="00BC7683" w:rsidRPr="00F33C3A" w:rsidRDefault="00BC7683" w:rsidP="003C2F26">
      <w:pPr>
        <w:pStyle w:val="SingleTxtG"/>
        <w:ind w:left="2268"/>
      </w:pPr>
      <w:r w:rsidRPr="00F33C3A">
        <w:t>Gonfler les pneumatiques du véhicule à la valeur de pression à froid recommandée par le constructeur du véhicule (P</w:t>
      </w:r>
      <w:r w:rsidRPr="00F33C3A">
        <w:rPr>
          <w:vertAlign w:val="subscript"/>
        </w:rPr>
        <w:t>rec</w:t>
      </w:r>
      <w:r w:rsidRPr="00F33C3A">
        <w:t xml:space="preserve">). </w:t>
      </w:r>
    </w:p>
    <w:p w14:paraId="0B9B27B7" w14:textId="77777777" w:rsidR="00BC7683" w:rsidRPr="00F33C3A" w:rsidRDefault="00BC7683" w:rsidP="003C2F26">
      <w:pPr>
        <w:pStyle w:val="SingleTxtG"/>
        <w:ind w:left="2268"/>
      </w:pPr>
      <w:r w:rsidRPr="00F33C3A">
        <w:t>Dégonfler de 20 % l</w:t>
      </w:r>
      <w:r w:rsidR="004B0B6E">
        <w:t>’</w:t>
      </w:r>
      <w:r w:rsidRPr="00F33C3A">
        <w:t>un des pneumatiques sans toutefois que sa pression ne descende de plus de 50 kPa en dessous de la valeur de pression à froid recommandée par le constructeur du véhicule (P</w:t>
      </w:r>
      <w:r w:rsidRPr="00F33C3A">
        <w:rPr>
          <w:vertAlign w:val="subscript"/>
        </w:rPr>
        <w:t>rec</w:t>
      </w:r>
      <w:r w:rsidRPr="00F33C3A">
        <w:t xml:space="preserve">). </w:t>
      </w:r>
    </w:p>
    <w:p w14:paraId="5A4F555F" w14:textId="77777777" w:rsidR="00BC7683" w:rsidRPr="00F33C3A" w:rsidRDefault="00BC7683" w:rsidP="00EA377F">
      <w:pPr>
        <w:pStyle w:val="SingleTxtG"/>
        <w:keepNext/>
        <w:ind w:left="2268" w:hanging="1134"/>
      </w:pPr>
      <w:r w:rsidRPr="00F33C3A">
        <w:lastRenderedPageBreak/>
        <w:t>2.2.1</w:t>
      </w:r>
      <w:r w:rsidRPr="00F33C3A">
        <w:tab/>
        <w:t>Contrôler le regonflage conformément à la figure 1</w:t>
      </w:r>
    </w:p>
    <w:p w14:paraId="308AF8B3" w14:textId="77777777" w:rsidR="00BC7683" w:rsidRDefault="00BC7683" w:rsidP="00EA377F">
      <w:pPr>
        <w:pStyle w:val="SingleTxtG"/>
        <w:keepNext/>
        <w:ind w:left="2268"/>
      </w:pPr>
      <w:r w:rsidRPr="00F33C3A">
        <w:t>Vérifier que le TPRS/CTIS déclenche le regonflage dans les 2 minutes et que le témoin optique de regonflage décrit par le constructeur est allumé.</w:t>
      </w:r>
    </w:p>
    <w:p w14:paraId="5E73C70A" w14:textId="77777777" w:rsidR="00BC7683" w:rsidRDefault="00BC7683" w:rsidP="003C2F26">
      <w:pPr>
        <w:pStyle w:val="SingleTxtG"/>
        <w:ind w:left="2268"/>
      </w:pPr>
      <w:r w:rsidRPr="00F33C3A">
        <w:t>Le regonflage doit être achevé dans les 8 minutes suivant le début du processus et le témoin optique de regonflage décrit par le constructeur doit s</w:t>
      </w:r>
      <w:r w:rsidR="004B0B6E">
        <w:t>’</w:t>
      </w:r>
      <w:r w:rsidRPr="00F33C3A">
        <w:t>éteindre dès que le regonflage est terminé.</w:t>
      </w:r>
    </w:p>
    <w:p w14:paraId="1AA7A693" w14:textId="77777777" w:rsidR="00BC7683" w:rsidRPr="007A28EE" w:rsidRDefault="00BC7683" w:rsidP="003C2F26">
      <w:pPr>
        <w:pStyle w:val="SingleTxtG"/>
        <w:ind w:left="2268"/>
      </w:pPr>
      <w:r w:rsidRPr="00F33C3A">
        <w:t>Après la fin du regonflage, contrôler que la pression des pneumatiques se situe dans une plage de ±5 % par rapport à la valeur de pression à froid P</w:t>
      </w:r>
      <w:r w:rsidRPr="00F33C3A">
        <w:rPr>
          <w:vertAlign w:val="subscript"/>
        </w:rPr>
        <w:t>rec</w:t>
      </w:r>
      <w:r w:rsidRPr="00F33C3A">
        <w:t xml:space="preserve"> recommandée par le constructeur.</w:t>
      </w:r>
      <w:r>
        <w:t xml:space="preserve"> </w:t>
      </w:r>
    </w:p>
    <w:p w14:paraId="2CAE0402" w14:textId="77777777" w:rsidR="00BC7683" w:rsidRPr="0006193B" w:rsidRDefault="00BC7683" w:rsidP="0006193B">
      <w:pPr>
        <w:pStyle w:val="SingleTxtG"/>
        <w:jc w:val="left"/>
        <w:rPr>
          <w:sz w:val="16"/>
          <w:szCs w:val="16"/>
        </w:rPr>
      </w:pPr>
      <w:r w:rsidRPr="0006193B">
        <w:rPr>
          <w:b/>
          <w:bCs/>
          <w:lang w:val="en-US"/>
        </w:rPr>
        <w:t>Figure 1</w:t>
      </w:r>
      <w:r w:rsidR="0006193B">
        <w:rPr>
          <w:lang w:val="en-US"/>
        </w:rPr>
        <w:t xml:space="preserve"> </w:t>
      </w:r>
      <w:r w:rsidR="0006193B">
        <w:rPr>
          <w:lang w:val="en-US"/>
        </w:rPr>
        <w:br/>
      </w:r>
      <w:r w:rsidRPr="00F33C3A">
        <w:t>Contrôle du regonflage</w:t>
      </w:r>
    </w:p>
    <w:p w14:paraId="2ADC99D1" w14:textId="77777777" w:rsidR="00BC7683" w:rsidRDefault="00BC7683" w:rsidP="0006193B">
      <w:pPr>
        <w:pStyle w:val="SingleTxtG"/>
        <w:rPr>
          <w:b/>
          <w:sz w:val="28"/>
          <w:lang w:val="en-US"/>
        </w:rPr>
      </w:pPr>
      <w:r w:rsidRPr="000B09A6">
        <w:rPr>
          <w:noProof/>
        </w:rPr>
        <w:drawing>
          <wp:inline distT="0" distB="0" distL="0" distR="0" wp14:anchorId="4F3ECDB0" wp14:editId="3765A690">
            <wp:extent cx="4713796" cy="231413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r="1447" b="1018"/>
                    <a:stretch/>
                  </pic:blipFill>
                  <pic:spPr bwMode="auto">
                    <a:xfrm>
                      <a:off x="0" y="0"/>
                      <a:ext cx="4807679" cy="2360226"/>
                    </a:xfrm>
                    <a:prstGeom prst="rect">
                      <a:avLst/>
                    </a:prstGeom>
                    <a:ln>
                      <a:noFill/>
                    </a:ln>
                    <a:extLst>
                      <a:ext uri="{53640926-AAD7-44D8-BBD7-CCE9431645EC}">
                        <a14:shadowObscured xmlns:a14="http://schemas.microsoft.com/office/drawing/2010/main"/>
                      </a:ext>
                    </a:extLst>
                  </pic:spPr>
                </pic:pic>
              </a:graphicData>
            </a:graphic>
          </wp:inline>
        </w:drawing>
      </w:r>
    </w:p>
    <w:p w14:paraId="6C05BFA3" w14:textId="77777777" w:rsidR="00BC7683" w:rsidRPr="000B09A6" w:rsidRDefault="00BC7683" w:rsidP="0006193B">
      <w:pPr>
        <w:pStyle w:val="SingleTxtG"/>
        <w:ind w:left="2268" w:hanging="1134"/>
        <w:rPr>
          <w:rFonts w:eastAsia="Calibri"/>
        </w:rPr>
      </w:pPr>
      <w:r w:rsidRPr="000B09A6">
        <w:t>2.3</w:t>
      </w:r>
      <w:r w:rsidRPr="000B09A6">
        <w:tab/>
      </w:r>
      <w:r w:rsidRPr="000B09A6">
        <w:rPr>
          <w:rFonts w:eastAsia="Calibri"/>
        </w:rPr>
        <w:t xml:space="preserve">Contrôler le système </w:t>
      </w:r>
      <w:r w:rsidRPr="0006193B">
        <w:t>d</w:t>
      </w:r>
      <w:r w:rsidR="004B0B6E">
        <w:t>’</w:t>
      </w:r>
      <w:r w:rsidRPr="0006193B">
        <w:t>avertissement</w:t>
      </w:r>
      <w:r w:rsidRPr="000B09A6">
        <w:rPr>
          <w:rFonts w:eastAsia="Calibri"/>
        </w:rPr>
        <w:t xml:space="preserve"> de défaut de fonctionnement conformément à la figure 2</w:t>
      </w:r>
    </w:p>
    <w:p w14:paraId="3395D2D1" w14:textId="77777777" w:rsidR="00BC7683" w:rsidRPr="000B09A6" w:rsidRDefault="00BC7683" w:rsidP="0006193B">
      <w:pPr>
        <w:pStyle w:val="SingleTxtG"/>
        <w:ind w:left="2268"/>
        <w:rPr>
          <w:rFonts w:eastAsia="Calibri"/>
        </w:rPr>
      </w:pPr>
      <w:r w:rsidRPr="000B09A6">
        <w:rPr>
          <w:rFonts w:eastAsia="Calibri"/>
        </w:rPr>
        <w:t xml:space="preserve">Gonfler les pneumatiques du véhicule à la </w:t>
      </w:r>
      <w:r w:rsidRPr="0006193B">
        <w:t>valeur</w:t>
      </w:r>
      <w:r w:rsidRPr="000B09A6">
        <w:rPr>
          <w:rFonts w:eastAsia="Calibri"/>
        </w:rPr>
        <w:t xml:space="preserve"> de pression à froid recommandée par le constructeur du véhicule (P</w:t>
      </w:r>
      <w:r w:rsidRPr="000B09A6">
        <w:rPr>
          <w:rFonts w:eastAsia="Calibri"/>
          <w:vertAlign w:val="subscript"/>
        </w:rPr>
        <w:t>rec</w:t>
      </w:r>
      <w:r w:rsidRPr="000B09A6">
        <w:rPr>
          <w:rFonts w:eastAsia="Calibri"/>
        </w:rPr>
        <w:t xml:space="preserve">). </w:t>
      </w:r>
    </w:p>
    <w:p w14:paraId="15C5667B" w14:textId="77777777" w:rsidR="00BC7683" w:rsidRPr="00EA377F" w:rsidRDefault="00BC7683" w:rsidP="0006193B">
      <w:pPr>
        <w:pStyle w:val="SingleTxtG"/>
        <w:ind w:left="2268"/>
        <w:rPr>
          <w:rFonts w:eastAsia="Calibri"/>
          <w:spacing w:val="-2"/>
        </w:rPr>
      </w:pPr>
      <w:r w:rsidRPr="00EA377F">
        <w:rPr>
          <w:rFonts w:eastAsia="Calibri"/>
          <w:spacing w:val="-2"/>
        </w:rPr>
        <w:t>Dégonfler de manière constante le système ou la pression d</w:t>
      </w:r>
      <w:r w:rsidR="004B0B6E" w:rsidRPr="00EA377F">
        <w:rPr>
          <w:rFonts w:eastAsia="Calibri"/>
          <w:spacing w:val="-2"/>
        </w:rPr>
        <w:t>’</w:t>
      </w:r>
      <w:r w:rsidRPr="00EA377F">
        <w:rPr>
          <w:rFonts w:eastAsia="Calibri"/>
          <w:spacing w:val="-2"/>
        </w:rPr>
        <w:t>un pneumatique de 20 % sans toutefois que la pression descende de plus de 50 kPa en dessous de la valeur de pression à froid recommandée par le constructeur du véhicule (P</w:t>
      </w:r>
      <w:r w:rsidRPr="00EA377F">
        <w:rPr>
          <w:rFonts w:eastAsia="Calibri"/>
          <w:spacing w:val="-2"/>
          <w:vertAlign w:val="subscript"/>
        </w:rPr>
        <w:t>rec</w:t>
      </w:r>
      <w:r w:rsidRPr="00EA377F">
        <w:rPr>
          <w:rFonts w:eastAsia="Calibri"/>
          <w:spacing w:val="-2"/>
        </w:rPr>
        <w:t>).</w:t>
      </w:r>
    </w:p>
    <w:p w14:paraId="50F94C42" w14:textId="77777777" w:rsidR="00BC7683" w:rsidRPr="000B09A6" w:rsidRDefault="00BC7683" w:rsidP="0006193B">
      <w:pPr>
        <w:pStyle w:val="SingleTxtG"/>
        <w:ind w:left="2268"/>
        <w:rPr>
          <w:rFonts w:eastAsia="Calibri"/>
        </w:rPr>
      </w:pPr>
      <w:r w:rsidRPr="000B09A6">
        <w:rPr>
          <w:rFonts w:eastAsia="Calibri"/>
        </w:rPr>
        <w:t xml:space="preserve">Le système doit démarrer le regonflage dans </w:t>
      </w:r>
      <w:r w:rsidRPr="0006193B">
        <w:t>les</w:t>
      </w:r>
      <w:r w:rsidRPr="000B09A6">
        <w:rPr>
          <w:rFonts w:eastAsia="Calibri"/>
        </w:rPr>
        <w:t xml:space="preserve"> 2 minutes et le témoin optique décrit par le constructeur doit être allumé.</w:t>
      </w:r>
    </w:p>
    <w:p w14:paraId="06EF5613" w14:textId="77777777" w:rsidR="00BC7683" w:rsidRPr="000B09A6" w:rsidRDefault="00BC7683" w:rsidP="0006193B">
      <w:pPr>
        <w:pStyle w:val="SingleTxtG"/>
        <w:ind w:left="2268"/>
        <w:rPr>
          <w:rFonts w:eastAsia="Calibri"/>
        </w:rPr>
      </w:pPr>
      <w:r w:rsidRPr="000B09A6">
        <w:rPr>
          <w:rFonts w:eastAsia="Calibri"/>
        </w:rPr>
        <w:t xml:space="preserve">Pendant les 8 minutes suivant le début du </w:t>
      </w:r>
      <w:r w:rsidRPr="0006193B">
        <w:t>regonflage</w:t>
      </w:r>
      <w:r w:rsidRPr="000B09A6">
        <w:rPr>
          <w:rFonts w:eastAsia="Calibri"/>
        </w:rPr>
        <w:t>, le témoin optique décrit par le constructeur doit rester allumé.</w:t>
      </w:r>
    </w:p>
    <w:p w14:paraId="26C5BF11" w14:textId="77777777" w:rsidR="00BC7683" w:rsidRPr="000B09A6" w:rsidRDefault="00BC7683" w:rsidP="0006193B">
      <w:pPr>
        <w:pStyle w:val="SingleTxtG"/>
        <w:jc w:val="left"/>
        <w:rPr>
          <w:rFonts w:eastAsia="Calibri"/>
        </w:rPr>
      </w:pPr>
      <w:r w:rsidRPr="0006193B">
        <w:rPr>
          <w:b/>
          <w:bCs/>
        </w:rPr>
        <w:t>Figure</w:t>
      </w:r>
      <w:r w:rsidRPr="000B09A6">
        <w:rPr>
          <w:b/>
          <w:bCs/>
        </w:rPr>
        <w:t xml:space="preserve"> 2</w:t>
      </w:r>
      <w:r w:rsidR="0006193B">
        <w:rPr>
          <w:b/>
          <w:bCs/>
        </w:rPr>
        <w:t xml:space="preserve"> </w:t>
      </w:r>
      <w:r w:rsidR="0006193B">
        <w:rPr>
          <w:b/>
          <w:bCs/>
        </w:rPr>
        <w:br/>
      </w:r>
      <w:r w:rsidRPr="000B09A6">
        <w:rPr>
          <w:rFonts w:eastAsia="Calibri"/>
        </w:rPr>
        <w:t>Contrôle du témoin de défaut de fonctionnement</w:t>
      </w:r>
    </w:p>
    <w:p w14:paraId="0B3FB071" w14:textId="77777777" w:rsidR="00BC7683" w:rsidRDefault="00BC7683" w:rsidP="0006193B">
      <w:pPr>
        <w:pStyle w:val="SingleTxtG"/>
      </w:pPr>
      <w:r w:rsidRPr="000B09A6">
        <w:rPr>
          <w:noProof/>
        </w:rPr>
        <w:drawing>
          <wp:inline distT="0" distB="0" distL="0" distR="0" wp14:anchorId="51B3C30B" wp14:editId="784E69F0">
            <wp:extent cx="4705644" cy="2067201"/>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95236" cy="2150489"/>
                    </a:xfrm>
                    <a:prstGeom prst="rect">
                      <a:avLst/>
                    </a:prstGeom>
                  </pic:spPr>
                </pic:pic>
              </a:graphicData>
            </a:graphic>
          </wp:inline>
        </w:drawing>
      </w:r>
      <w:r>
        <w:br w:type="page"/>
      </w:r>
    </w:p>
    <w:p w14:paraId="25609A8C" w14:textId="77777777" w:rsidR="00BC7683" w:rsidRPr="007A28EE" w:rsidRDefault="00BC7683" w:rsidP="00C646BA">
      <w:pPr>
        <w:pStyle w:val="HChG"/>
        <w:rPr>
          <w:rFonts w:eastAsia="Calibri"/>
        </w:rPr>
      </w:pPr>
      <w:r w:rsidRPr="00C646BA">
        <w:lastRenderedPageBreak/>
        <w:t>Annexe</w:t>
      </w:r>
      <w:r w:rsidRPr="007A28EE">
        <w:rPr>
          <w:rFonts w:eastAsia="Calibri"/>
        </w:rPr>
        <w:t xml:space="preserve"> 5</w:t>
      </w:r>
    </w:p>
    <w:p w14:paraId="0615A8E1" w14:textId="77777777" w:rsidR="00BC7683" w:rsidRPr="005C17E2" w:rsidRDefault="00C646BA" w:rsidP="00C646BA">
      <w:pPr>
        <w:pStyle w:val="HChG"/>
        <w:rPr>
          <w:b w:val="0"/>
        </w:rPr>
      </w:pPr>
      <w:r>
        <w:tab/>
      </w:r>
      <w:r>
        <w:tab/>
      </w:r>
      <w:r w:rsidR="00BC7683" w:rsidRPr="00C646BA">
        <w:t xml:space="preserve">Compatibilité </w:t>
      </w:r>
      <w:bookmarkStart w:id="12" w:name="_Hlk63859750"/>
      <w:r w:rsidR="00BC7683" w:rsidRPr="00C646BA">
        <w:t xml:space="preserve">entre les </w:t>
      </w:r>
      <w:bookmarkStart w:id="13" w:name="_Hlk63858309"/>
      <w:bookmarkStart w:id="14" w:name="_Hlk63859043"/>
      <w:r w:rsidR="00BC7683" w:rsidRPr="00C646BA">
        <w:t>véhicules tracteurs et les véhicules tractés</w:t>
      </w:r>
      <w:bookmarkEnd w:id="12"/>
      <w:r w:rsidR="00BC7683" w:rsidRPr="00C646BA">
        <w:t xml:space="preserve"> </w:t>
      </w:r>
      <w:bookmarkEnd w:id="13"/>
      <w:r w:rsidR="00BC7683" w:rsidRPr="00C646BA">
        <w:t>en ce qui concerne la communication des données définies dans la norme ISO 11992</w:t>
      </w:r>
    </w:p>
    <w:bookmarkEnd w:id="14"/>
    <w:p w14:paraId="07FC862D" w14:textId="77777777" w:rsidR="00BC7683" w:rsidRPr="002C6BA6" w:rsidRDefault="00BC7683" w:rsidP="00276157">
      <w:pPr>
        <w:pStyle w:val="SingleTxtG"/>
        <w:ind w:left="2268" w:hanging="1134"/>
        <w:rPr>
          <w:b/>
          <w:bCs/>
          <w:sz w:val="24"/>
          <w:szCs w:val="24"/>
        </w:rPr>
      </w:pPr>
      <w:r w:rsidRPr="002C6BA6">
        <w:rPr>
          <w:b/>
          <w:bCs/>
          <w:sz w:val="24"/>
          <w:szCs w:val="24"/>
        </w:rPr>
        <w:t>A.</w:t>
      </w:r>
      <w:r w:rsidRPr="002C6BA6">
        <w:rPr>
          <w:b/>
          <w:bCs/>
          <w:sz w:val="24"/>
          <w:szCs w:val="24"/>
        </w:rPr>
        <w:tab/>
      </w:r>
      <w:r>
        <w:rPr>
          <w:b/>
          <w:bCs/>
          <w:sz w:val="24"/>
          <w:szCs w:val="24"/>
        </w:rPr>
        <w:t>C</w:t>
      </w:r>
      <w:r w:rsidRPr="002C6BA6">
        <w:rPr>
          <w:b/>
          <w:bCs/>
          <w:sz w:val="24"/>
          <w:szCs w:val="24"/>
        </w:rPr>
        <w:t xml:space="preserve">ommunication </w:t>
      </w:r>
      <w:r>
        <w:rPr>
          <w:b/>
          <w:bCs/>
          <w:sz w:val="24"/>
          <w:szCs w:val="24"/>
        </w:rPr>
        <w:t xml:space="preserve">de données </w:t>
      </w:r>
      <w:r w:rsidRPr="002C6BA6">
        <w:rPr>
          <w:b/>
          <w:bCs/>
          <w:sz w:val="24"/>
          <w:szCs w:val="24"/>
        </w:rPr>
        <w:t xml:space="preserve">du système de surveillance de la pression des pneumatiques </w:t>
      </w:r>
      <w:r w:rsidRPr="00D02533">
        <w:rPr>
          <w:b/>
          <w:bCs/>
          <w:sz w:val="24"/>
          <w:szCs w:val="24"/>
        </w:rPr>
        <w:t>entre le véhicule tracteur</w:t>
      </w:r>
      <w:r>
        <w:rPr>
          <w:b/>
          <w:bCs/>
          <w:sz w:val="24"/>
          <w:szCs w:val="24"/>
        </w:rPr>
        <w:t xml:space="preserve"> </w:t>
      </w:r>
      <w:r w:rsidRPr="00D02533">
        <w:rPr>
          <w:b/>
          <w:bCs/>
          <w:sz w:val="24"/>
          <w:szCs w:val="24"/>
        </w:rPr>
        <w:t>et le</w:t>
      </w:r>
      <w:r>
        <w:rPr>
          <w:b/>
          <w:bCs/>
          <w:sz w:val="24"/>
          <w:szCs w:val="24"/>
        </w:rPr>
        <w:t>(</w:t>
      </w:r>
      <w:r w:rsidRPr="00D02533">
        <w:rPr>
          <w:b/>
          <w:bCs/>
          <w:sz w:val="24"/>
          <w:szCs w:val="24"/>
        </w:rPr>
        <w:t>s</w:t>
      </w:r>
      <w:r>
        <w:rPr>
          <w:b/>
          <w:bCs/>
          <w:sz w:val="24"/>
          <w:szCs w:val="24"/>
        </w:rPr>
        <w:t>)</w:t>
      </w:r>
      <w:r w:rsidRPr="00D02533">
        <w:rPr>
          <w:b/>
          <w:bCs/>
          <w:sz w:val="24"/>
          <w:szCs w:val="24"/>
        </w:rPr>
        <w:t xml:space="preserve"> véhicule</w:t>
      </w:r>
      <w:r>
        <w:rPr>
          <w:b/>
          <w:bCs/>
          <w:sz w:val="24"/>
          <w:szCs w:val="24"/>
        </w:rPr>
        <w:t>(</w:t>
      </w:r>
      <w:r w:rsidRPr="00D02533">
        <w:rPr>
          <w:b/>
          <w:bCs/>
          <w:sz w:val="24"/>
          <w:szCs w:val="24"/>
        </w:rPr>
        <w:t>s</w:t>
      </w:r>
      <w:r>
        <w:rPr>
          <w:b/>
          <w:bCs/>
          <w:sz w:val="24"/>
          <w:szCs w:val="24"/>
        </w:rPr>
        <w:t>)</w:t>
      </w:r>
      <w:r w:rsidRPr="00D02533">
        <w:rPr>
          <w:b/>
          <w:bCs/>
          <w:sz w:val="24"/>
          <w:szCs w:val="24"/>
        </w:rPr>
        <w:t xml:space="preserve"> tracté</w:t>
      </w:r>
      <w:r>
        <w:rPr>
          <w:b/>
          <w:bCs/>
          <w:sz w:val="24"/>
          <w:szCs w:val="24"/>
        </w:rPr>
        <w:t>(</w:t>
      </w:r>
      <w:r w:rsidRPr="00D02533">
        <w:rPr>
          <w:b/>
          <w:bCs/>
          <w:sz w:val="24"/>
          <w:szCs w:val="24"/>
        </w:rPr>
        <w:t>s</w:t>
      </w:r>
      <w:r>
        <w:rPr>
          <w:b/>
          <w:bCs/>
          <w:sz w:val="24"/>
          <w:szCs w:val="24"/>
        </w:rPr>
        <w:t>)</w:t>
      </w:r>
    </w:p>
    <w:p w14:paraId="7DB415EE" w14:textId="77777777" w:rsidR="00BC7683" w:rsidRPr="00276157" w:rsidRDefault="00BC7683" w:rsidP="00276157">
      <w:pPr>
        <w:pStyle w:val="SingleTxtG"/>
        <w:ind w:left="2268" w:hanging="1134"/>
      </w:pPr>
      <w:r w:rsidRPr="007A28EE">
        <w:t>1.</w:t>
      </w:r>
      <w:r w:rsidRPr="007A28EE">
        <w:tab/>
      </w:r>
      <w:r w:rsidRPr="00276157">
        <w:t>Généralités</w:t>
      </w:r>
    </w:p>
    <w:p w14:paraId="00BA4466" w14:textId="77777777" w:rsidR="00BC7683" w:rsidRPr="00204467" w:rsidRDefault="00BC7683" w:rsidP="00276157">
      <w:pPr>
        <w:pStyle w:val="SingleTxtG"/>
        <w:ind w:left="2268" w:hanging="1134"/>
      </w:pPr>
      <w:r w:rsidRPr="00204467">
        <w:t>1.1</w:t>
      </w:r>
      <w:r w:rsidRPr="00204467">
        <w:tab/>
        <w:t xml:space="preserve">Les prescriptions de la partie </w:t>
      </w:r>
      <w:r w:rsidRPr="00204467">
        <w:rPr>
          <w:color w:val="000000" w:themeColor="text1"/>
        </w:rPr>
        <w:t>A de la présente annexe ne s</w:t>
      </w:r>
      <w:r w:rsidR="004B0B6E">
        <w:rPr>
          <w:color w:val="000000" w:themeColor="text1"/>
        </w:rPr>
        <w:t>’</w:t>
      </w:r>
      <w:r w:rsidRPr="00204467">
        <w:rPr>
          <w:color w:val="000000" w:themeColor="text1"/>
        </w:rPr>
        <w:t>appliquent qu</w:t>
      </w:r>
      <w:r w:rsidR="004B0B6E">
        <w:rPr>
          <w:color w:val="000000" w:themeColor="text1"/>
        </w:rPr>
        <w:t>’</w:t>
      </w:r>
      <w:r w:rsidRPr="00204467">
        <w:rPr>
          <w:color w:val="000000" w:themeColor="text1"/>
        </w:rPr>
        <w:t xml:space="preserve">aux </w:t>
      </w:r>
      <w:r w:rsidRPr="00204467">
        <w:rPr>
          <w:bCs/>
          <w:color w:val="000000" w:themeColor="text1"/>
        </w:rPr>
        <w:t xml:space="preserve">véhicules tracteurs et véhicules tractés </w:t>
      </w:r>
      <w:r>
        <w:rPr>
          <w:bCs/>
          <w:color w:val="000000" w:themeColor="text1"/>
        </w:rPr>
        <w:t>équipés d</w:t>
      </w:r>
      <w:r w:rsidR="004B0B6E">
        <w:rPr>
          <w:bCs/>
          <w:color w:val="000000" w:themeColor="text1"/>
        </w:rPr>
        <w:t>’</w:t>
      </w:r>
      <w:r>
        <w:rPr>
          <w:bCs/>
          <w:color w:val="000000" w:themeColor="text1"/>
        </w:rPr>
        <w:t>une interface de communication décrite au p</w:t>
      </w:r>
      <w:bookmarkStart w:id="15" w:name="_Hlk51174312"/>
      <w:r w:rsidRPr="00204467">
        <w:t xml:space="preserve">aragraphe 5.6.1.1 </w:t>
      </w:r>
      <w:r>
        <w:t>du présent Règlement</w:t>
      </w:r>
      <w:bookmarkEnd w:id="15"/>
      <w:r w:rsidRPr="00204467">
        <w:t>.</w:t>
      </w:r>
    </w:p>
    <w:p w14:paraId="04DEB721" w14:textId="77777777" w:rsidR="00BC7683" w:rsidRPr="002C6BA6" w:rsidRDefault="00BC7683" w:rsidP="00276157">
      <w:pPr>
        <w:pStyle w:val="SingleTxtG"/>
        <w:ind w:left="2268" w:hanging="1134"/>
      </w:pPr>
      <w:r w:rsidRPr="002C6BA6">
        <w:t>1.2</w:t>
      </w:r>
      <w:r w:rsidRPr="002C6BA6">
        <w:tab/>
      </w:r>
      <w:bookmarkStart w:id="16" w:name="_Hlk63932050"/>
      <w:r w:rsidRPr="002C6BA6">
        <w:t xml:space="preserve">La présente annexe définit les prescriptions </w:t>
      </w:r>
      <w:r w:rsidRPr="007534D5">
        <w:t>applicables aux véhicules</w:t>
      </w:r>
      <w:r w:rsidRPr="002C6BA6">
        <w:rPr>
          <w:bCs/>
        </w:rPr>
        <w:t xml:space="preserve"> tracteurs et véhicules tractés en ce qui concerne la communication des données définies dans la norme ISO 11992</w:t>
      </w:r>
      <w:r w:rsidRPr="002C6BA6">
        <w:t>-2:2014</w:t>
      </w:r>
      <w:r w:rsidR="007B6FA7">
        <w:t>.</w:t>
      </w:r>
    </w:p>
    <w:bookmarkEnd w:id="16"/>
    <w:p w14:paraId="6F2417B2" w14:textId="77777777" w:rsidR="00BC7683" w:rsidRDefault="00BC7683" w:rsidP="00276157">
      <w:pPr>
        <w:pStyle w:val="SingleTxtG"/>
        <w:ind w:left="2268" w:hanging="1134"/>
      </w:pPr>
      <w:r w:rsidRPr="002C6BA6">
        <w:t>2.</w:t>
      </w:r>
      <w:r w:rsidRPr="002C6BA6">
        <w:tab/>
        <w:t>Les paramètres définis dans la norme ISO 11992-2:2014 qui sont tr</w:t>
      </w:r>
      <w:r>
        <w:t>ansmis par</w:t>
      </w:r>
      <w:r w:rsidRPr="002C6BA6">
        <w:t xml:space="preserve"> </w:t>
      </w:r>
      <w:r>
        <w:t>l</w:t>
      </w:r>
      <w:r w:rsidR="004B0B6E">
        <w:t>’</w:t>
      </w:r>
      <w:r w:rsidRPr="002C6BA6">
        <w:t>interface de communication</w:t>
      </w:r>
      <w:r>
        <w:t xml:space="preserve"> doivent </w:t>
      </w:r>
      <w:r w:rsidRPr="002C6BA6">
        <w:t xml:space="preserve">être pris </w:t>
      </w:r>
      <w:r>
        <w:t>en charge</w:t>
      </w:r>
      <w:r w:rsidRPr="002C6BA6">
        <w:t xml:space="preserve"> comme suit</w:t>
      </w:r>
      <w:r w:rsidR="009D1988">
        <w:t> </w:t>
      </w:r>
      <w:r w:rsidRPr="002C6BA6">
        <w:t>:</w:t>
      </w:r>
    </w:p>
    <w:p w14:paraId="56AE0187" w14:textId="77777777" w:rsidR="00BC7683" w:rsidRDefault="00BC7683" w:rsidP="00276157">
      <w:pPr>
        <w:pStyle w:val="SingleTxtG"/>
        <w:ind w:left="2268" w:hanging="1134"/>
      </w:pPr>
      <w:r w:rsidRPr="002C6BA6">
        <w:t>2.1</w:t>
      </w:r>
      <w:r w:rsidRPr="002C6BA6">
        <w:tab/>
        <w:t>Les fonctions et les messages associés suivants</w:t>
      </w:r>
      <w:r>
        <w:t xml:space="preserve"> </w:t>
      </w:r>
      <w:r w:rsidRPr="002C6BA6">
        <w:t xml:space="preserve">doivent être assurés et pris </w:t>
      </w:r>
      <w:r>
        <w:t>en charge</w:t>
      </w:r>
      <w:r w:rsidRPr="002C6BA6">
        <w:t xml:space="preserve"> par le véhicule tracteur ou par </w:t>
      </w:r>
      <w:r>
        <w:t xml:space="preserve">le </w:t>
      </w:r>
      <w:r w:rsidRPr="002C6BA6">
        <w:rPr>
          <w:bCs/>
        </w:rPr>
        <w:t>véhicule tracté</w:t>
      </w:r>
      <w:r w:rsidRPr="002C6BA6">
        <w:t>, selon le cas</w:t>
      </w:r>
      <w:r w:rsidR="00276157">
        <w:t> </w:t>
      </w:r>
      <w:r w:rsidRPr="002C6BA6">
        <w:t>:</w:t>
      </w:r>
    </w:p>
    <w:p w14:paraId="6C7D8E5A" w14:textId="77777777" w:rsidR="00BC7683" w:rsidRDefault="00BC7683" w:rsidP="00276157">
      <w:pPr>
        <w:pStyle w:val="SingleTxtG"/>
        <w:ind w:left="2268" w:hanging="1134"/>
      </w:pPr>
      <w:r w:rsidRPr="002C6BA6">
        <w:t>2.1.1</w:t>
      </w:r>
      <w:r w:rsidRPr="002C6BA6">
        <w:tab/>
        <w:t>Messages émis par le véhicule tracteur à destination d</w:t>
      </w:r>
      <w:r>
        <w:t>u véhicule tracté</w:t>
      </w:r>
      <w:r w:rsidR="00276157">
        <w:t> </w:t>
      </w:r>
      <w:r w:rsidRPr="002C6BA6">
        <w:t>:</w:t>
      </w:r>
    </w:p>
    <w:tbl>
      <w:tblPr>
        <w:tblW w:w="7258"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5"/>
        <w:gridCol w:w="3543"/>
      </w:tblGrid>
      <w:tr w:rsidR="00276157" w:rsidRPr="00502E9C" w14:paraId="502BD1CE" w14:textId="77777777" w:rsidTr="00E949AD">
        <w:trPr>
          <w:tblHeader/>
        </w:trPr>
        <w:tc>
          <w:tcPr>
            <w:tcW w:w="3715" w:type="dxa"/>
            <w:tcBorders>
              <w:bottom w:val="single" w:sz="12" w:space="0" w:color="auto"/>
            </w:tcBorders>
            <w:shd w:val="clear" w:color="auto" w:fill="auto"/>
            <w:vAlign w:val="bottom"/>
          </w:tcPr>
          <w:p w14:paraId="27CB0BA2" w14:textId="77777777" w:rsidR="00276157" w:rsidRPr="00502E9C" w:rsidRDefault="00276157" w:rsidP="00E949AD">
            <w:pPr>
              <w:spacing w:before="80" w:after="80" w:line="200" w:lineRule="exact"/>
              <w:ind w:right="113"/>
              <w:rPr>
                <w:i/>
                <w:sz w:val="16"/>
              </w:rPr>
            </w:pPr>
            <w:r w:rsidRPr="004C32B2">
              <w:rPr>
                <w:i/>
                <w:sz w:val="16"/>
              </w:rPr>
              <w:t>Fonction ou paramètre</w:t>
            </w:r>
          </w:p>
        </w:tc>
        <w:tc>
          <w:tcPr>
            <w:tcW w:w="3543" w:type="dxa"/>
            <w:tcBorders>
              <w:bottom w:val="single" w:sz="12" w:space="0" w:color="auto"/>
            </w:tcBorders>
            <w:shd w:val="clear" w:color="auto" w:fill="auto"/>
            <w:vAlign w:val="bottom"/>
          </w:tcPr>
          <w:p w14:paraId="3389FFEC" w14:textId="77777777" w:rsidR="00276157" w:rsidRPr="00502E9C" w:rsidRDefault="00276157" w:rsidP="00E949AD">
            <w:pPr>
              <w:spacing w:before="80" w:after="80" w:line="200" w:lineRule="exact"/>
              <w:ind w:right="113"/>
              <w:rPr>
                <w:i/>
                <w:sz w:val="16"/>
              </w:rPr>
            </w:pPr>
            <w:r>
              <w:rPr>
                <w:i/>
                <w:sz w:val="16"/>
              </w:rPr>
              <w:t xml:space="preserve">Référence dans la norme </w:t>
            </w:r>
            <w:r w:rsidRPr="00502E9C">
              <w:rPr>
                <w:i/>
                <w:sz w:val="16"/>
              </w:rPr>
              <w:t>ISO 11992-2: 2014</w:t>
            </w:r>
          </w:p>
        </w:tc>
      </w:tr>
      <w:tr w:rsidR="00276157" w:rsidRPr="00D0150D" w14:paraId="3313B0C0" w14:textId="77777777" w:rsidTr="00E949AD">
        <w:tc>
          <w:tcPr>
            <w:tcW w:w="3715" w:type="dxa"/>
            <w:tcBorders>
              <w:top w:val="single" w:sz="12" w:space="0" w:color="auto"/>
            </w:tcBorders>
            <w:shd w:val="clear" w:color="auto" w:fill="auto"/>
          </w:tcPr>
          <w:p w14:paraId="3C1CBA35" w14:textId="77777777" w:rsidR="00276157" w:rsidRPr="00D0150D" w:rsidRDefault="00276157" w:rsidP="007B6FA7">
            <w:pPr>
              <w:spacing w:before="40" w:after="80" w:line="220" w:lineRule="exact"/>
              <w:ind w:right="113"/>
              <w:rPr>
                <w:color w:val="000000" w:themeColor="text1"/>
                <w:sz w:val="18"/>
                <w:szCs w:val="18"/>
              </w:rPr>
            </w:pPr>
            <w:r>
              <w:rPr>
                <w:color w:val="000000" w:themeColor="text1"/>
                <w:sz w:val="18"/>
                <w:szCs w:val="18"/>
              </w:rPr>
              <w:t>Marche arrière</w:t>
            </w:r>
          </w:p>
        </w:tc>
        <w:tc>
          <w:tcPr>
            <w:tcW w:w="3543" w:type="dxa"/>
            <w:tcBorders>
              <w:top w:val="single" w:sz="12" w:space="0" w:color="auto"/>
            </w:tcBorders>
            <w:shd w:val="clear" w:color="auto" w:fill="auto"/>
          </w:tcPr>
          <w:p w14:paraId="35204C16" w14:textId="77777777" w:rsidR="00276157" w:rsidRPr="00D0150D" w:rsidRDefault="00276157" w:rsidP="007B6FA7">
            <w:pPr>
              <w:spacing w:before="40" w:after="80" w:line="220" w:lineRule="exact"/>
              <w:ind w:right="113"/>
              <w:rPr>
                <w:sz w:val="18"/>
                <w:szCs w:val="18"/>
              </w:rPr>
            </w:pPr>
            <w:r w:rsidRPr="00D0150D">
              <w:rPr>
                <w:sz w:val="18"/>
                <w:szCs w:val="18"/>
              </w:rPr>
              <w:t xml:space="preserve">EBS12 </w:t>
            </w:r>
            <w:r w:rsidRPr="00D0150D">
              <w:rPr>
                <w:sz w:val="18"/>
                <w:szCs w:val="18"/>
              </w:rPr>
              <w:br/>
            </w:r>
            <w:r>
              <w:rPr>
                <w:sz w:val="18"/>
                <w:szCs w:val="18"/>
              </w:rPr>
              <w:t>(octet</w:t>
            </w:r>
            <w:r w:rsidRPr="00D0150D">
              <w:rPr>
                <w:sz w:val="18"/>
                <w:szCs w:val="18"/>
              </w:rPr>
              <w:t xml:space="preserve"> 2</w:t>
            </w:r>
            <w:r>
              <w:rPr>
                <w:sz w:val="18"/>
                <w:szCs w:val="18"/>
              </w:rPr>
              <w:t>), b</w:t>
            </w:r>
            <w:r w:rsidRPr="00D0150D">
              <w:rPr>
                <w:sz w:val="18"/>
                <w:szCs w:val="18"/>
              </w:rPr>
              <w:t>it 5-6</w:t>
            </w:r>
          </w:p>
        </w:tc>
      </w:tr>
      <w:tr w:rsidR="00276157" w:rsidRPr="00D0150D" w14:paraId="1395FE88" w14:textId="77777777" w:rsidTr="00E949AD">
        <w:tc>
          <w:tcPr>
            <w:tcW w:w="3715" w:type="dxa"/>
            <w:shd w:val="clear" w:color="auto" w:fill="auto"/>
          </w:tcPr>
          <w:p w14:paraId="1570778A" w14:textId="77777777" w:rsidR="00276157" w:rsidRPr="000D7560" w:rsidRDefault="00276157" w:rsidP="007B6FA7">
            <w:pPr>
              <w:spacing w:before="40" w:after="80" w:line="220" w:lineRule="exact"/>
              <w:ind w:right="113"/>
              <w:rPr>
                <w:sz w:val="18"/>
                <w:szCs w:val="18"/>
              </w:rPr>
            </w:pPr>
            <w:r w:rsidRPr="000D7560">
              <w:rPr>
                <w:sz w:val="18"/>
                <w:szCs w:val="18"/>
              </w:rPr>
              <w:t>Vitesse du véhicule déduite de celle des roues d</w:t>
            </w:r>
            <w:r>
              <w:rPr>
                <w:sz w:val="18"/>
                <w:szCs w:val="18"/>
              </w:rPr>
              <w:t>ans le système de freinage</w:t>
            </w:r>
          </w:p>
        </w:tc>
        <w:tc>
          <w:tcPr>
            <w:tcW w:w="3543" w:type="dxa"/>
            <w:shd w:val="clear" w:color="auto" w:fill="auto"/>
          </w:tcPr>
          <w:p w14:paraId="16A6AF0B" w14:textId="77777777" w:rsidR="00276157" w:rsidRPr="00D0150D" w:rsidRDefault="00276157" w:rsidP="007B6FA7">
            <w:pPr>
              <w:spacing w:before="40" w:after="80" w:line="220" w:lineRule="exact"/>
              <w:ind w:right="113"/>
              <w:rPr>
                <w:sz w:val="18"/>
                <w:szCs w:val="18"/>
              </w:rPr>
            </w:pPr>
            <w:r w:rsidRPr="00D0150D">
              <w:rPr>
                <w:sz w:val="18"/>
                <w:szCs w:val="18"/>
              </w:rPr>
              <w:t xml:space="preserve">EBS12 </w:t>
            </w:r>
            <w:r w:rsidRPr="00D0150D">
              <w:rPr>
                <w:sz w:val="18"/>
                <w:szCs w:val="18"/>
              </w:rPr>
              <w:br/>
            </w:r>
            <w:r>
              <w:rPr>
                <w:sz w:val="18"/>
                <w:szCs w:val="18"/>
              </w:rPr>
              <w:t>(octets</w:t>
            </w:r>
            <w:r w:rsidRPr="00D0150D">
              <w:rPr>
                <w:sz w:val="18"/>
                <w:szCs w:val="18"/>
              </w:rPr>
              <w:t xml:space="preserve"> 7-8</w:t>
            </w:r>
            <w:r>
              <w:rPr>
                <w:sz w:val="18"/>
                <w:szCs w:val="18"/>
              </w:rPr>
              <w:t>)</w:t>
            </w:r>
          </w:p>
        </w:tc>
      </w:tr>
      <w:tr w:rsidR="00276157" w:rsidRPr="00D0150D" w14:paraId="076BE2FC" w14:textId="77777777" w:rsidTr="00E949AD">
        <w:tc>
          <w:tcPr>
            <w:tcW w:w="3715" w:type="dxa"/>
            <w:shd w:val="clear" w:color="auto" w:fill="auto"/>
          </w:tcPr>
          <w:p w14:paraId="7C527075" w14:textId="77777777" w:rsidR="00276157" w:rsidRPr="00D0150D" w:rsidRDefault="00276157" w:rsidP="007B6FA7">
            <w:pPr>
              <w:spacing w:before="40" w:after="80" w:line="220" w:lineRule="exact"/>
              <w:ind w:right="113"/>
              <w:rPr>
                <w:sz w:val="18"/>
                <w:szCs w:val="18"/>
              </w:rPr>
            </w:pPr>
            <w:r>
              <w:rPr>
                <w:sz w:val="18"/>
                <w:szCs w:val="18"/>
              </w:rPr>
              <w:t>Temps/Date</w:t>
            </w:r>
            <w:r w:rsidRPr="00D0150D">
              <w:rPr>
                <w:sz w:val="18"/>
                <w:szCs w:val="18"/>
              </w:rPr>
              <w:t xml:space="preserve"> </w:t>
            </w:r>
            <w:r w:rsidR="007B6FA7">
              <w:rPr>
                <w:sz w:val="18"/>
                <w:szCs w:val="18"/>
              </w:rPr>
              <w:t>−</w:t>
            </w:r>
            <w:r w:rsidRPr="00D0150D">
              <w:rPr>
                <w:sz w:val="18"/>
                <w:szCs w:val="18"/>
              </w:rPr>
              <w:t xml:space="preserve"> Second</w:t>
            </w:r>
            <w:r>
              <w:rPr>
                <w:sz w:val="18"/>
                <w:szCs w:val="18"/>
              </w:rPr>
              <w:t>e</w:t>
            </w:r>
            <w:r w:rsidRPr="00D0150D">
              <w:rPr>
                <w:sz w:val="18"/>
                <w:szCs w:val="18"/>
              </w:rPr>
              <w:t>s</w:t>
            </w:r>
          </w:p>
        </w:tc>
        <w:tc>
          <w:tcPr>
            <w:tcW w:w="3543" w:type="dxa"/>
            <w:shd w:val="clear" w:color="auto" w:fill="auto"/>
          </w:tcPr>
          <w:p w14:paraId="01B13C88" w14:textId="77777777" w:rsidR="00276157" w:rsidRPr="00D0150D" w:rsidRDefault="00276157" w:rsidP="007B6FA7">
            <w:pPr>
              <w:spacing w:before="40" w:after="80" w:line="220" w:lineRule="exact"/>
              <w:ind w:right="113"/>
              <w:rPr>
                <w:sz w:val="18"/>
                <w:szCs w:val="18"/>
              </w:rPr>
            </w:pPr>
            <w:r w:rsidRPr="00D0150D">
              <w:rPr>
                <w:sz w:val="18"/>
                <w:szCs w:val="18"/>
              </w:rPr>
              <w:t xml:space="preserve">TD11 </w:t>
            </w:r>
            <w:r>
              <w:rPr>
                <w:sz w:val="18"/>
                <w:szCs w:val="18"/>
              </w:rPr>
              <w:t>(octet</w:t>
            </w:r>
            <w:r w:rsidRPr="00D0150D">
              <w:rPr>
                <w:sz w:val="18"/>
                <w:szCs w:val="18"/>
              </w:rPr>
              <w:t xml:space="preserve"> 1</w:t>
            </w:r>
            <w:r>
              <w:rPr>
                <w:sz w:val="18"/>
                <w:szCs w:val="18"/>
              </w:rPr>
              <w:t>)</w:t>
            </w:r>
          </w:p>
        </w:tc>
      </w:tr>
      <w:tr w:rsidR="00276157" w:rsidRPr="00D0150D" w14:paraId="150A11FB" w14:textId="77777777" w:rsidTr="00E949AD">
        <w:tc>
          <w:tcPr>
            <w:tcW w:w="3715" w:type="dxa"/>
            <w:shd w:val="clear" w:color="auto" w:fill="auto"/>
          </w:tcPr>
          <w:p w14:paraId="50EF8C27" w14:textId="77777777" w:rsidR="00276157" w:rsidRPr="00D0150D" w:rsidRDefault="00276157" w:rsidP="007B6FA7">
            <w:pPr>
              <w:spacing w:before="40" w:after="80" w:line="220" w:lineRule="exact"/>
              <w:ind w:right="113"/>
              <w:rPr>
                <w:sz w:val="18"/>
                <w:szCs w:val="18"/>
              </w:rPr>
            </w:pPr>
            <w:r>
              <w:rPr>
                <w:sz w:val="18"/>
                <w:szCs w:val="18"/>
              </w:rPr>
              <w:t>Temps/Date</w:t>
            </w:r>
            <w:r w:rsidRPr="00D0150D">
              <w:rPr>
                <w:sz w:val="18"/>
                <w:szCs w:val="18"/>
              </w:rPr>
              <w:t xml:space="preserve"> </w:t>
            </w:r>
            <w:r w:rsidR="007B6FA7">
              <w:rPr>
                <w:sz w:val="18"/>
                <w:szCs w:val="18"/>
              </w:rPr>
              <w:t>−</w:t>
            </w:r>
            <w:r w:rsidRPr="00D0150D">
              <w:rPr>
                <w:sz w:val="18"/>
                <w:szCs w:val="18"/>
              </w:rPr>
              <w:t xml:space="preserve"> Minutes</w:t>
            </w:r>
          </w:p>
        </w:tc>
        <w:tc>
          <w:tcPr>
            <w:tcW w:w="3543" w:type="dxa"/>
            <w:shd w:val="clear" w:color="auto" w:fill="auto"/>
          </w:tcPr>
          <w:p w14:paraId="10E0A441" w14:textId="77777777" w:rsidR="00276157" w:rsidRPr="00D0150D" w:rsidRDefault="00276157" w:rsidP="007B6FA7">
            <w:pPr>
              <w:spacing w:before="40" w:after="80" w:line="220" w:lineRule="exact"/>
              <w:ind w:right="113"/>
              <w:rPr>
                <w:sz w:val="18"/>
                <w:szCs w:val="18"/>
              </w:rPr>
            </w:pPr>
            <w:r w:rsidRPr="00D0150D">
              <w:rPr>
                <w:sz w:val="18"/>
                <w:szCs w:val="18"/>
              </w:rPr>
              <w:t xml:space="preserve">TD11 </w:t>
            </w:r>
            <w:r w:rsidRPr="004C32B2">
              <w:rPr>
                <w:sz w:val="18"/>
                <w:szCs w:val="18"/>
              </w:rPr>
              <w:t xml:space="preserve">(octet </w:t>
            </w:r>
            <w:r w:rsidRPr="00D0150D">
              <w:rPr>
                <w:sz w:val="18"/>
                <w:szCs w:val="18"/>
              </w:rPr>
              <w:t>2</w:t>
            </w:r>
            <w:r>
              <w:rPr>
                <w:sz w:val="18"/>
                <w:szCs w:val="18"/>
              </w:rPr>
              <w:t>)</w:t>
            </w:r>
          </w:p>
        </w:tc>
      </w:tr>
      <w:tr w:rsidR="00276157" w:rsidRPr="00D0150D" w14:paraId="10942FEE" w14:textId="77777777" w:rsidTr="00E949AD">
        <w:tc>
          <w:tcPr>
            <w:tcW w:w="3715" w:type="dxa"/>
            <w:shd w:val="clear" w:color="auto" w:fill="auto"/>
          </w:tcPr>
          <w:p w14:paraId="3E607EC9" w14:textId="77777777" w:rsidR="00276157" w:rsidRPr="00D0150D" w:rsidRDefault="00276157" w:rsidP="007B6FA7">
            <w:pPr>
              <w:spacing w:before="40" w:after="80" w:line="220" w:lineRule="exact"/>
              <w:ind w:right="113"/>
              <w:rPr>
                <w:sz w:val="18"/>
                <w:szCs w:val="18"/>
              </w:rPr>
            </w:pPr>
            <w:r>
              <w:rPr>
                <w:sz w:val="18"/>
                <w:szCs w:val="18"/>
              </w:rPr>
              <w:t>Temps/Date</w:t>
            </w:r>
            <w:r w:rsidRPr="00D0150D">
              <w:rPr>
                <w:sz w:val="18"/>
                <w:szCs w:val="18"/>
              </w:rPr>
              <w:t xml:space="preserve"> </w:t>
            </w:r>
            <w:r w:rsidR="007B6FA7">
              <w:rPr>
                <w:sz w:val="18"/>
                <w:szCs w:val="18"/>
              </w:rPr>
              <w:t>−</w:t>
            </w:r>
            <w:r w:rsidRPr="00D0150D">
              <w:rPr>
                <w:sz w:val="18"/>
                <w:szCs w:val="18"/>
              </w:rPr>
              <w:t xml:space="preserve"> H</w:t>
            </w:r>
            <w:r>
              <w:rPr>
                <w:sz w:val="18"/>
                <w:szCs w:val="18"/>
              </w:rPr>
              <w:t>eures</w:t>
            </w:r>
          </w:p>
        </w:tc>
        <w:tc>
          <w:tcPr>
            <w:tcW w:w="3543" w:type="dxa"/>
            <w:shd w:val="clear" w:color="auto" w:fill="auto"/>
          </w:tcPr>
          <w:p w14:paraId="16ECAC21" w14:textId="77777777" w:rsidR="00276157" w:rsidRPr="00D0150D" w:rsidRDefault="00276157" w:rsidP="007B6FA7">
            <w:pPr>
              <w:spacing w:before="40" w:after="80" w:line="220" w:lineRule="exact"/>
              <w:ind w:right="113"/>
              <w:rPr>
                <w:sz w:val="18"/>
                <w:szCs w:val="18"/>
              </w:rPr>
            </w:pPr>
            <w:r w:rsidRPr="00D0150D">
              <w:rPr>
                <w:sz w:val="18"/>
                <w:szCs w:val="18"/>
              </w:rPr>
              <w:t xml:space="preserve">TD11 </w:t>
            </w:r>
            <w:r w:rsidRPr="004C32B2">
              <w:rPr>
                <w:sz w:val="18"/>
                <w:szCs w:val="18"/>
              </w:rPr>
              <w:t xml:space="preserve">(octet </w:t>
            </w:r>
            <w:r w:rsidRPr="00D0150D">
              <w:rPr>
                <w:sz w:val="18"/>
                <w:szCs w:val="18"/>
              </w:rPr>
              <w:t>3</w:t>
            </w:r>
            <w:r>
              <w:rPr>
                <w:sz w:val="18"/>
                <w:szCs w:val="18"/>
              </w:rPr>
              <w:t>)</w:t>
            </w:r>
          </w:p>
        </w:tc>
      </w:tr>
      <w:tr w:rsidR="00276157" w:rsidRPr="00D0150D" w14:paraId="08D45210" w14:textId="77777777" w:rsidTr="00E949AD">
        <w:tc>
          <w:tcPr>
            <w:tcW w:w="3715" w:type="dxa"/>
            <w:shd w:val="clear" w:color="auto" w:fill="auto"/>
          </w:tcPr>
          <w:p w14:paraId="1FFF6AF2" w14:textId="77777777" w:rsidR="00276157" w:rsidRPr="00D0150D" w:rsidRDefault="00276157" w:rsidP="007B6FA7">
            <w:pPr>
              <w:spacing w:before="40" w:after="80" w:line="220" w:lineRule="exact"/>
              <w:ind w:right="113"/>
              <w:rPr>
                <w:sz w:val="18"/>
                <w:szCs w:val="18"/>
              </w:rPr>
            </w:pPr>
            <w:r>
              <w:rPr>
                <w:sz w:val="18"/>
                <w:szCs w:val="18"/>
              </w:rPr>
              <w:t>Temps/Date</w:t>
            </w:r>
            <w:r w:rsidRPr="00D0150D">
              <w:rPr>
                <w:sz w:val="18"/>
                <w:szCs w:val="18"/>
              </w:rPr>
              <w:t xml:space="preserve"> </w:t>
            </w:r>
            <w:r w:rsidR="007B6FA7">
              <w:rPr>
                <w:sz w:val="18"/>
                <w:szCs w:val="18"/>
              </w:rPr>
              <w:t>−</w:t>
            </w:r>
            <w:r w:rsidRPr="00D0150D">
              <w:rPr>
                <w:sz w:val="18"/>
                <w:szCs w:val="18"/>
              </w:rPr>
              <w:t xml:space="preserve"> Mo</w:t>
            </w:r>
            <w:r>
              <w:rPr>
                <w:sz w:val="18"/>
                <w:szCs w:val="18"/>
              </w:rPr>
              <w:t>i</w:t>
            </w:r>
            <w:r w:rsidRPr="00D0150D">
              <w:rPr>
                <w:sz w:val="18"/>
                <w:szCs w:val="18"/>
              </w:rPr>
              <w:t>s</w:t>
            </w:r>
          </w:p>
        </w:tc>
        <w:tc>
          <w:tcPr>
            <w:tcW w:w="3543" w:type="dxa"/>
            <w:shd w:val="clear" w:color="auto" w:fill="auto"/>
          </w:tcPr>
          <w:p w14:paraId="24B68335" w14:textId="77777777" w:rsidR="00276157" w:rsidRPr="00D0150D" w:rsidRDefault="00276157" w:rsidP="007B6FA7">
            <w:pPr>
              <w:spacing w:before="40" w:after="80" w:line="220" w:lineRule="exact"/>
              <w:ind w:right="113"/>
              <w:rPr>
                <w:sz w:val="18"/>
                <w:szCs w:val="18"/>
              </w:rPr>
            </w:pPr>
            <w:r w:rsidRPr="00D0150D">
              <w:rPr>
                <w:sz w:val="18"/>
                <w:szCs w:val="18"/>
              </w:rPr>
              <w:t xml:space="preserve">TD11 </w:t>
            </w:r>
            <w:r w:rsidRPr="004C32B2">
              <w:rPr>
                <w:sz w:val="18"/>
                <w:szCs w:val="18"/>
              </w:rPr>
              <w:t xml:space="preserve">(octet </w:t>
            </w:r>
            <w:r w:rsidRPr="00D0150D">
              <w:rPr>
                <w:sz w:val="18"/>
                <w:szCs w:val="18"/>
              </w:rPr>
              <w:t>4</w:t>
            </w:r>
            <w:r>
              <w:rPr>
                <w:sz w:val="18"/>
                <w:szCs w:val="18"/>
              </w:rPr>
              <w:t>)</w:t>
            </w:r>
          </w:p>
        </w:tc>
      </w:tr>
      <w:tr w:rsidR="00276157" w:rsidRPr="00D0150D" w14:paraId="26F2DAAE" w14:textId="77777777" w:rsidTr="00E949AD">
        <w:tc>
          <w:tcPr>
            <w:tcW w:w="3715" w:type="dxa"/>
            <w:shd w:val="clear" w:color="auto" w:fill="auto"/>
          </w:tcPr>
          <w:p w14:paraId="545CE011" w14:textId="77777777" w:rsidR="00276157" w:rsidRPr="00D0150D" w:rsidRDefault="00276157" w:rsidP="007B6FA7">
            <w:pPr>
              <w:spacing w:before="40" w:after="80" w:line="220" w:lineRule="exact"/>
              <w:ind w:right="113"/>
              <w:rPr>
                <w:sz w:val="18"/>
                <w:szCs w:val="18"/>
              </w:rPr>
            </w:pPr>
            <w:r>
              <w:rPr>
                <w:sz w:val="18"/>
                <w:szCs w:val="18"/>
              </w:rPr>
              <w:t>Temps/Date</w:t>
            </w:r>
            <w:r w:rsidRPr="00D0150D">
              <w:rPr>
                <w:sz w:val="18"/>
                <w:szCs w:val="18"/>
              </w:rPr>
              <w:t xml:space="preserve"> </w:t>
            </w:r>
            <w:r w:rsidR="007B6FA7">
              <w:rPr>
                <w:sz w:val="18"/>
                <w:szCs w:val="18"/>
              </w:rPr>
              <w:t>−</w:t>
            </w:r>
            <w:r w:rsidRPr="00D0150D">
              <w:rPr>
                <w:sz w:val="18"/>
                <w:szCs w:val="18"/>
              </w:rPr>
              <w:t xml:space="preserve"> </w:t>
            </w:r>
            <w:r>
              <w:rPr>
                <w:sz w:val="18"/>
                <w:szCs w:val="18"/>
              </w:rPr>
              <w:t>Jour</w:t>
            </w:r>
          </w:p>
        </w:tc>
        <w:tc>
          <w:tcPr>
            <w:tcW w:w="3543" w:type="dxa"/>
            <w:shd w:val="clear" w:color="auto" w:fill="auto"/>
          </w:tcPr>
          <w:p w14:paraId="0A0CC51F" w14:textId="77777777" w:rsidR="00276157" w:rsidRPr="00D0150D" w:rsidRDefault="00276157" w:rsidP="007B6FA7">
            <w:pPr>
              <w:spacing w:before="40" w:after="80" w:line="220" w:lineRule="exact"/>
              <w:ind w:right="113"/>
              <w:rPr>
                <w:sz w:val="18"/>
                <w:szCs w:val="18"/>
              </w:rPr>
            </w:pPr>
            <w:r w:rsidRPr="00D0150D">
              <w:rPr>
                <w:sz w:val="18"/>
                <w:szCs w:val="18"/>
              </w:rPr>
              <w:t xml:space="preserve">TD11 </w:t>
            </w:r>
            <w:r w:rsidRPr="004C32B2">
              <w:rPr>
                <w:sz w:val="18"/>
                <w:szCs w:val="18"/>
              </w:rPr>
              <w:t xml:space="preserve">(octet </w:t>
            </w:r>
            <w:r w:rsidRPr="00D0150D">
              <w:rPr>
                <w:sz w:val="18"/>
                <w:szCs w:val="18"/>
              </w:rPr>
              <w:t>5</w:t>
            </w:r>
            <w:r>
              <w:rPr>
                <w:sz w:val="18"/>
                <w:szCs w:val="18"/>
              </w:rPr>
              <w:t>)</w:t>
            </w:r>
          </w:p>
        </w:tc>
      </w:tr>
      <w:tr w:rsidR="00276157" w:rsidRPr="00D0150D" w14:paraId="4B637B89" w14:textId="77777777" w:rsidTr="00E949AD">
        <w:tc>
          <w:tcPr>
            <w:tcW w:w="3715" w:type="dxa"/>
            <w:shd w:val="clear" w:color="auto" w:fill="auto"/>
          </w:tcPr>
          <w:p w14:paraId="4DBC0353" w14:textId="77777777" w:rsidR="00276157" w:rsidRPr="00D0150D" w:rsidRDefault="00276157" w:rsidP="007B6FA7">
            <w:pPr>
              <w:spacing w:before="40" w:after="80" w:line="220" w:lineRule="exact"/>
              <w:ind w:right="113"/>
              <w:rPr>
                <w:sz w:val="18"/>
                <w:szCs w:val="18"/>
              </w:rPr>
            </w:pPr>
            <w:r>
              <w:rPr>
                <w:sz w:val="18"/>
                <w:szCs w:val="18"/>
              </w:rPr>
              <w:t>Temps/Date</w:t>
            </w:r>
            <w:r w:rsidRPr="00D0150D">
              <w:rPr>
                <w:sz w:val="18"/>
                <w:szCs w:val="18"/>
              </w:rPr>
              <w:t xml:space="preserve"> </w:t>
            </w:r>
            <w:r w:rsidR="007B6FA7">
              <w:rPr>
                <w:sz w:val="18"/>
                <w:szCs w:val="18"/>
              </w:rPr>
              <w:t>−</w:t>
            </w:r>
            <w:r w:rsidRPr="00D0150D">
              <w:rPr>
                <w:sz w:val="18"/>
                <w:szCs w:val="18"/>
              </w:rPr>
              <w:t xml:space="preserve"> </w:t>
            </w:r>
            <w:r>
              <w:rPr>
                <w:sz w:val="18"/>
                <w:szCs w:val="18"/>
              </w:rPr>
              <w:t>Année</w:t>
            </w:r>
          </w:p>
        </w:tc>
        <w:tc>
          <w:tcPr>
            <w:tcW w:w="3543" w:type="dxa"/>
            <w:shd w:val="clear" w:color="auto" w:fill="auto"/>
          </w:tcPr>
          <w:p w14:paraId="40D8773F" w14:textId="77777777" w:rsidR="00276157" w:rsidRPr="00D0150D" w:rsidRDefault="00276157" w:rsidP="007B6FA7">
            <w:pPr>
              <w:spacing w:before="40" w:after="80" w:line="220" w:lineRule="exact"/>
              <w:ind w:right="113"/>
              <w:rPr>
                <w:sz w:val="18"/>
                <w:szCs w:val="18"/>
              </w:rPr>
            </w:pPr>
            <w:r w:rsidRPr="00D0150D">
              <w:rPr>
                <w:sz w:val="18"/>
                <w:szCs w:val="18"/>
              </w:rPr>
              <w:t xml:space="preserve">TD11 </w:t>
            </w:r>
            <w:r w:rsidRPr="004C32B2">
              <w:rPr>
                <w:sz w:val="18"/>
                <w:szCs w:val="18"/>
              </w:rPr>
              <w:t xml:space="preserve">(octet </w:t>
            </w:r>
            <w:r w:rsidRPr="00D0150D">
              <w:rPr>
                <w:sz w:val="18"/>
                <w:szCs w:val="18"/>
              </w:rPr>
              <w:t>6</w:t>
            </w:r>
            <w:r>
              <w:rPr>
                <w:sz w:val="18"/>
                <w:szCs w:val="18"/>
              </w:rPr>
              <w:t>)</w:t>
            </w:r>
          </w:p>
        </w:tc>
      </w:tr>
      <w:tr w:rsidR="00276157" w:rsidRPr="00D0150D" w14:paraId="3F5B8CA8" w14:textId="77777777" w:rsidTr="00E949AD">
        <w:tc>
          <w:tcPr>
            <w:tcW w:w="3715" w:type="dxa"/>
            <w:shd w:val="clear" w:color="auto" w:fill="auto"/>
          </w:tcPr>
          <w:p w14:paraId="428713D5" w14:textId="77777777" w:rsidR="00276157" w:rsidRPr="00D02533" w:rsidRDefault="00276157" w:rsidP="007B6FA7">
            <w:pPr>
              <w:spacing w:before="40" w:after="80" w:line="220" w:lineRule="exact"/>
              <w:ind w:right="113"/>
              <w:rPr>
                <w:sz w:val="18"/>
                <w:szCs w:val="18"/>
              </w:rPr>
            </w:pPr>
            <w:r w:rsidRPr="00D02533">
              <w:rPr>
                <w:sz w:val="18"/>
                <w:szCs w:val="18"/>
              </w:rPr>
              <w:t xml:space="preserve">Temps/Date </w:t>
            </w:r>
            <w:r w:rsidR="007B6FA7">
              <w:rPr>
                <w:sz w:val="18"/>
                <w:szCs w:val="18"/>
              </w:rPr>
              <w:t>−</w:t>
            </w:r>
            <w:r w:rsidRPr="00D02533">
              <w:rPr>
                <w:sz w:val="18"/>
                <w:szCs w:val="18"/>
              </w:rPr>
              <w:t xml:space="preserve"> Décalage horaire local concernant les minutes</w:t>
            </w:r>
          </w:p>
        </w:tc>
        <w:tc>
          <w:tcPr>
            <w:tcW w:w="3543" w:type="dxa"/>
            <w:shd w:val="clear" w:color="auto" w:fill="auto"/>
          </w:tcPr>
          <w:p w14:paraId="53109CC8" w14:textId="77777777" w:rsidR="00276157" w:rsidRPr="00D0150D" w:rsidRDefault="00276157" w:rsidP="007B6FA7">
            <w:pPr>
              <w:spacing w:before="40" w:after="80" w:line="220" w:lineRule="exact"/>
              <w:ind w:right="113"/>
              <w:rPr>
                <w:sz w:val="18"/>
                <w:szCs w:val="18"/>
              </w:rPr>
            </w:pPr>
            <w:r w:rsidRPr="00D0150D">
              <w:rPr>
                <w:sz w:val="18"/>
                <w:szCs w:val="18"/>
              </w:rPr>
              <w:t xml:space="preserve">TD11 </w:t>
            </w:r>
            <w:r w:rsidRPr="004C32B2">
              <w:rPr>
                <w:sz w:val="18"/>
                <w:szCs w:val="18"/>
              </w:rPr>
              <w:t xml:space="preserve">(octet </w:t>
            </w:r>
            <w:r w:rsidRPr="00D0150D">
              <w:rPr>
                <w:sz w:val="18"/>
                <w:szCs w:val="18"/>
              </w:rPr>
              <w:t>7</w:t>
            </w:r>
            <w:r>
              <w:rPr>
                <w:sz w:val="18"/>
                <w:szCs w:val="18"/>
              </w:rPr>
              <w:t>)</w:t>
            </w:r>
          </w:p>
        </w:tc>
      </w:tr>
      <w:tr w:rsidR="00276157" w:rsidRPr="00D0150D" w14:paraId="33CE2268" w14:textId="77777777" w:rsidTr="00E949AD">
        <w:tc>
          <w:tcPr>
            <w:tcW w:w="3715" w:type="dxa"/>
            <w:shd w:val="clear" w:color="auto" w:fill="auto"/>
          </w:tcPr>
          <w:p w14:paraId="362FE75E" w14:textId="77777777" w:rsidR="00276157" w:rsidRPr="00D02533" w:rsidRDefault="00276157" w:rsidP="007B6FA7">
            <w:pPr>
              <w:spacing w:before="40" w:after="80" w:line="220" w:lineRule="exact"/>
              <w:ind w:right="113"/>
              <w:rPr>
                <w:sz w:val="18"/>
                <w:szCs w:val="18"/>
              </w:rPr>
            </w:pPr>
            <w:r w:rsidRPr="00D02533">
              <w:rPr>
                <w:sz w:val="18"/>
                <w:szCs w:val="18"/>
              </w:rPr>
              <w:t xml:space="preserve">Temps/Date </w:t>
            </w:r>
            <w:r w:rsidR="007B6FA7">
              <w:rPr>
                <w:sz w:val="18"/>
                <w:szCs w:val="18"/>
              </w:rPr>
              <w:t>−</w:t>
            </w:r>
            <w:r w:rsidRPr="00D02533">
              <w:rPr>
                <w:sz w:val="18"/>
                <w:szCs w:val="18"/>
              </w:rPr>
              <w:t xml:space="preserve"> Décalage horaire local concernant les heures</w:t>
            </w:r>
          </w:p>
        </w:tc>
        <w:tc>
          <w:tcPr>
            <w:tcW w:w="3543" w:type="dxa"/>
            <w:shd w:val="clear" w:color="auto" w:fill="auto"/>
          </w:tcPr>
          <w:p w14:paraId="66CBCEEC" w14:textId="77777777" w:rsidR="00276157" w:rsidRPr="00D0150D" w:rsidRDefault="00276157" w:rsidP="007B6FA7">
            <w:pPr>
              <w:spacing w:before="40" w:after="80" w:line="220" w:lineRule="exact"/>
              <w:ind w:right="113"/>
              <w:rPr>
                <w:sz w:val="18"/>
                <w:szCs w:val="18"/>
              </w:rPr>
            </w:pPr>
            <w:r w:rsidRPr="00D0150D">
              <w:rPr>
                <w:sz w:val="18"/>
                <w:szCs w:val="18"/>
              </w:rPr>
              <w:t xml:space="preserve">TD11 </w:t>
            </w:r>
            <w:r w:rsidRPr="004C32B2">
              <w:rPr>
                <w:sz w:val="18"/>
                <w:szCs w:val="18"/>
              </w:rPr>
              <w:t xml:space="preserve">(octet </w:t>
            </w:r>
            <w:r w:rsidRPr="00D0150D">
              <w:rPr>
                <w:sz w:val="18"/>
                <w:szCs w:val="18"/>
              </w:rPr>
              <w:t>8</w:t>
            </w:r>
            <w:r>
              <w:rPr>
                <w:sz w:val="18"/>
                <w:szCs w:val="18"/>
              </w:rPr>
              <w:t>)</w:t>
            </w:r>
          </w:p>
        </w:tc>
      </w:tr>
      <w:tr w:rsidR="00276157" w:rsidRPr="00D0150D" w14:paraId="7CD66FD6" w14:textId="77777777" w:rsidTr="00E949AD">
        <w:tc>
          <w:tcPr>
            <w:tcW w:w="3715" w:type="dxa"/>
            <w:shd w:val="clear" w:color="auto" w:fill="auto"/>
          </w:tcPr>
          <w:p w14:paraId="060AAE20" w14:textId="77777777" w:rsidR="00276157" w:rsidRPr="00D0150D" w:rsidRDefault="00276157" w:rsidP="007B6FA7">
            <w:pPr>
              <w:spacing w:before="40" w:after="80" w:line="220" w:lineRule="exact"/>
              <w:ind w:right="113"/>
              <w:rPr>
                <w:sz w:val="18"/>
                <w:szCs w:val="18"/>
              </w:rPr>
            </w:pPr>
            <w:r>
              <w:rPr>
                <w:sz w:val="18"/>
                <w:szCs w:val="18"/>
              </w:rPr>
              <w:t>Index des données d</w:t>
            </w:r>
            <w:r w:rsidR="004B0B6E">
              <w:rPr>
                <w:sz w:val="18"/>
                <w:szCs w:val="18"/>
              </w:rPr>
              <w:t>’</w:t>
            </w:r>
            <w:r>
              <w:rPr>
                <w:sz w:val="18"/>
                <w:szCs w:val="18"/>
              </w:rPr>
              <w:t>identification</w:t>
            </w:r>
          </w:p>
        </w:tc>
        <w:tc>
          <w:tcPr>
            <w:tcW w:w="3543" w:type="dxa"/>
            <w:shd w:val="clear" w:color="auto" w:fill="auto"/>
          </w:tcPr>
          <w:p w14:paraId="62C6B9E5" w14:textId="77777777" w:rsidR="00276157" w:rsidRPr="00D0150D" w:rsidRDefault="00276157" w:rsidP="007B6FA7">
            <w:pPr>
              <w:spacing w:before="40" w:after="80" w:line="220" w:lineRule="exact"/>
              <w:ind w:right="113"/>
              <w:rPr>
                <w:sz w:val="18"/>
                <w:szCs w:val="18"/>
              </w:rPr>
            </w:pPr>
            <w:r w:rsidRPr="00D0150D">
              <w:rPr>
                <w:sz w:val="18"/>
                <w:szCs w:val="18"/>
              </w:rPr>
              <w:t xml:space="preserve">RGE12 </w:t>
            </w:r>
            <w:r w:rsidRPr="004C32B2">
              <w:rPr>
                <w:sz w:val="18"/>
                <w:szCs w:val="18"/>
              </w:rPr>
              <w:t xml:space="preserve">(octet </w:t>
            </w:r>
            <w:r w:rsidRPr="00D0150D">
              <w:rPr>
                <w:sz w:val="18"/>
                <w:szCs w:val="18"/>
              </w:rPr>
              <w:t>5</w:t>
            </w:r>
            <w:r>
              <w:rPr>
                <w:sz w:val="18"/>
                <w:szCs w:val="18"/>
              </w:rPr>
              <w:t>)</w:t>
            </w:r>
          </w:p>
        </w:tc>
      </w:tr>
      <w:tr w:rsidR="00276157" w:rsidRPr="00D0150D" w14:paraId="7FE45668" w14:textId="77777777" w:rsidTr="00E949AD">
        <w:tc>
          <w:tcPr>
            <w:tcW w:w="3715" w:type="dxa"/>
            <w:shd w:val="clear" w:color="auto" w:fill="auto"/>
          </w:tcPr>
          <w:p w14:paraId="498D694A" w14:textId="77777777" w:rsidR="00276157" w:rsidRPr="00D0150D" w:rsidRDefault="00276157" w:rsidP="007B6FA7">
            <w:pPr>
              <w:spacing w:before="40" w:after="80" w:line="220" w:lineRule="exact"/>
              <w:ind w:right="113"/>
              <w:rPr>
                <w:sz w:val="18"/>
                <w:szCs w:val="18"/>
              </w:rPr>
            </w:pPr>
            <w:r>
              <w:rPr>
                <w:sz w:val="18"/>
                <w:szCs w:val="18"/>
              </w:rPr>
              <w:t xml:space="preserve">Contenu </w:t>
            </w:r>
            <w:r w:rsidRPr="000D7560">
              <w:rPr>
                <w:sz w:val="18"/>
                <w:szCs w:val="18"/>
              </w:rPr>
              <w:t>des données d</w:t>
            </w:r>
            <w:r w:rsidR="004B0B6E">
              <w:rPr>
                <w:sz w:val="18"/>
                <w:szCs w:val="18"/>
              </w:rPr>
              <w:t>’</w:t>
            </w:r>
            <w:r w:rsidRPr="000D7560">
              <w:rPr>
                <w:sz w:val="18"/>
                <w:szCs w:val="18"/>
              </w:rPr>
              <w:t>identification</w:t>
            </w:r>
          </w:p>
        </w:tc>
        <w:tc>
          <w:tcPr>
            <w:tcW w:w="3543" w:type="dxa"/>
            <w:shd w:val="clear" w:color="auto" w:fill="auto"/>
          </w:tcPr>
          <w:p w14:paraId="510D2229" w14:textId="77777777" w:rsidR="00276157" w:rsidRPr="00D0150D" w:rsidRDefault="00276157" w:rsidP="007B6FA7">
            <w:pPr>
              <w:spacing w:before="40" w:after="80" w:line="220" w:lineRule="exact"/>
              <w:ind w:right="113"/>
              <w:rPr>
                <w:sz w:val="18"/>
                <w:szCs w:val="18"/>
              </w:rPr>
            </w:pPr>
            <w:r w:rsidRPr="00D0150D">
              <w:rPr>
                <w:sz w:val="18"/>
                <w:szCs w:val="18"/>
              </w:rPr>
              <w:t xml:space="preserve">RGE12 </w:t>
            </w:r>
            <w:r w:rsidRPr="004C32B2">
              <w:rPr>
                <w:sz w:val="18"/>
                <w:szCs w:val="18"/>
              </w:rPr>
              <w:t>(octet</w:t>
            </w:r>
            <w:r>
              <w:rPr>
                <w:sz w:val="18"/>
                <w:szCs w:val="18"/>
              </w:rPr>
              <w:t xml:space="preserve"> </w:t>
            </w:r>
            <w:r w:rsidRPr="00D0150D">
              <w:rPr>
                <w:sz w:val="18"/>
                <w:szCs w:val="18"/>
              </w:rPr>
              <w:t>6</w:t>
            </w:r>
            <w:r>
              <w:rPr>
                <w:sz w:val="18"/>
                <w:szCs w:val="18"/>
              </w:rPr>
              <w:t>)</w:t>
            </w:r>
          </w:p>
        </w:tc>
      </w:tr>
    </w:tbl>
    <w:p w14:paraId="75D3D9FA" w14:textId="77777777" w:rsidR="00BC7683" w:rsidRPr="00C83526" w:rsidRDefault="00BC7683" w:rsidP="00276157">
      <w:pPr>
        <w:kinsoku/>
        <w:overflowPunct/>
        <w:autoSpaceDE/>
        <w:autoSpaceDN/>
        <w:adjustRightInd/>
        <w:snapToGrid/>
        <w:spacing w:before="120"/>
        <w:ind w:left="1134" w:right="1134"/>
        <w:jc w:val="both"/>
        <w:rPr>
          <w:sz w:val="18"/>
          <w:szCs w:val="18"/>
        </w:rPr>
      </w:pPr>
      <w:r w:rsidRPr="00C83526">
        <w:rPr>
          <w:i/>
          <w:iCs/>
          <w:sz w:val="18"/>
          <w:szCs w:val="18"/>
        </w:rPr>
        <w:t>Note</w:t>
      </w:r>
      <w:r w:rsidR="00276157">
        <w:rPr>
          <w:i/>
          <w:iCs/>
          <w:sz w:val="18"/>
          <w:szCs w:val="18"/>
        </w:rPr>
        <w:t> </w:t>
      </w:r>
      <w:r w:rsidRPr="00C83526">
        <w:rPr>
          <w:sz w:val="18"/>
          <w:szCs w:val="18"/>
        </w:rPr>
        <w:t xml:space="preserve">: </w:t>
      </w:r>
      <w:r w:rsidRPr="00C83526">
        <w:rPr>
          <w:sz w:val="18"/>
          <w:szCs w:val="18"/>
        </w:rPr>
        <w:tab/>
        <w:t>S</w:t>
      </w:r>
      <w:r w:rsidR="004B0B6E">
        <w:rPr>
          <w:sz w:val="18"/>
          <w:szCs w:val="18"/>
        </w:rPr>
        <w:t>’</w:t>
      </w:r>
      <w:r w:rsidRPr="00C83526">
        <w:rPr>
          <w:sz w:val="18"/>
          <w:szCs w:val="18"/>
        </w:rPr>
        <w:t>agissant de la définition des paramètres du message TD11, i</w:t>
      </w:r>
      <w:r>
        <w:rPr>
          <w:sz w:val="18"/>
          <w:szCs w:val="18"/>
        </w:rPr>
        <w:t xml:space="preserve">l existe </w:t>
      </w:r>
      <w:r w:rsidRPr="00276157">
        <w:rPr>
          <w:rFonts w:eastAsia="Times New Roman"/>
          <w:sz w:val="18"/>
          <w:szCs w:val="18"/>
        </w:rPr>
        <w:t>une</w:t>
      </w:r>
      <w:r>
        <w:rPr>
          <w:sz w:val="18"/>
          <w:szCs w:val="18"/>
        </w:rPr>
        <w:t xml:space="preserve"> incohérence notoire entre la norme </w:t>
      </w:r>
      <w:r w:rsidRPr="00C83526">
        <w:rPr>
          <w:sz w:val="18"/>
          <w:szCs w:val="18"/>
        </w:rPr>
        <w:t xml:space="preserve">SAE J1939 </w:t>
      </w:r>
      <w:r>
        <w:rPr>
          <w:sz w:val="18"/>
          <w:szCs w:val="18"/>
        </w:rPr>
        <w:t xml:space="preserve">et la norme </w:t>
      </w:r>
      <w:r w:rsidRPr="00C83526">
        <w:rPr>
          <w:sz w:val="18"/>
          <w:szCs w:val="18"/>
        </w:rPr>
        <w:t>ISO 11992. Aux fins de la conformité au présent Règlement, i</w:t>
      </w:r>
      <w:r>
        <w:rPr>
          <w:sz w:val="18"/>
          <w:szCs w:val="18"/>
        </w:rPr>
        <w:t>l</w:t>
      </w:r>
      <w:r w:rsidR="007B6FA7">
        <w:rPr>
          <w:sz w:val="18"/>
          <w:szCs w:val="18"/>
        </w:rPr>
        <w:t> </w:t>
      </w:r>
      <w:r>
        <w:rPr>
          <w:sz w:val="18"/>
          <w:szCs w:val="18"/>
        </w:rPr>
        <w:t>convient d</w:t>
      </w:r>
      <w:r w:rsidR="004B0B6E">
        <w:rPr>
          <w:sz w:val="18"/>
          <w:szCs w:val="18"/>
        </w:rPr>
        <w:t>’</w:t>
      </w:r>
      <w:r>
        <w:rPr>
          <w:sz w:val="18"/>
          <w:szCs w:val="18"/>
        </w:rPr>
        <w:t xml:space="preserve">utiliser </w:t>
      </w:r>
      <w:r w:rsidRPr="00C83526">
        <w:rPr>
          <w:sz w:val="18"/>
          <w:szCs w:val="18"/>
        </w:rPr>
        <w:t>la d</w:t>
      </w:r>
      <w:r>
        <w:rPr>
          <w:sz w:val="18"/>
          <w:szCs w:val="18"/>
        </w:rPr>
        <w:t>é</w:t>
      </w:r>
      <w:r w:rsidRPr="00C83526">
        <w:rPr>
          <w:sz w:val="18"/>
          <w:szCs w:val="18"/>
        </w:rPr>
        <w:t xml:space="preserve">finition du message TD11 </w:t>
      </w:r>
      <w:r>
        <w:rPr>
          <w:sz w:val="18"/>
          <w:szCs w:val="18"/>
        </w:rPr>
        <w:t xml:space="preserve">donnée dans la norme </w:t>
      </w:r>
      <w:r w:rsidRPr="00C83526">
        <w:rPr>
          <w:sz w:val="18"/>
          <w:szCs w:val="18"/>
        </w:rPr>
        <w:t>ISO 11992-2:2014.</w:t>
      </w:r>
    </w:p>
    <w:p w14:paraId="5B5E31F2" w14:textId="77777777" w:rsidR="00BC7683" w:rsidRDefault="00BC7683" w:rsidP="005433DF">
      <w:pPr>
        <w:pStyle w:val="SingleTxtG"/>
        <w:keepNext/>
        <w:spacing w:before="240"/>
        <w:ind w:left="2268" w:hanging="1134"/>
      </w:pPr>
      <w:r w:rsidRPr="007A28EE">
        <w:lastRenderedPageBreak/>
        <w:t>2.1.2</w:t>
      </w:r>
      <w:r w:rsidRPr="007A28EE">
        <w:tab/>
      </w:r>
      <w:r w:rsidRPr="00C83526">
        <w:t>Messages obligatoires émis par le véhicule tracté à destination du véhicule tracteur</w:t>
      </w:r>
      <w:r w:rsidR="005433DF">
        <w:t> </w:t>
      </w:r>
      <w:r w:rsidRPr="00C83526">
        <w: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03"/>
        <w:gridCol w:w="2268"/>
        <w:gridCol w:w="2299"/>
      </w:tblGrid>
      <w:tr w:rsidR="005433DF" w:rsidRPr="007534D5" w14:paraId="3D4E5564" w14:textId="77777777" w:rsidTr="00E949AD">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47AF00EF" w14:textId="77777777" w:rsidR="005433DF" w:rsidRPr="00502E9C" w:rsidRDefault="005433DF" w:rsidP="005433DF">
            <w:pPr>
              <w:keepNext/>
              <w:spacing w:before="80" w:after="80" w:line="200" w:lineRule="exact"/>
              <w:ind w:left="113" w:right="113"/>
              <w:rPr>
                <w:i/>
                <w:sz w:val="16"/>
              </w:rPr>
            </w:pPr>
            <w:r w:rsidRPr="00204467">
              <w:rPr>
                <w:i/>
                <w:sz w:val="16"/>
              </w:rPr>
              <w:t xml:space="preserve">Fonction ou paramètre </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1FC39982" w14:textId="77777777" w:rsidR="005433DF" w:rsidRPr="00502E9C" w:rsidRDefault="005433DF" w:rsidP="005433DF">
            <w:pPr>
              <w:keepNext/>
              <w:spacing w:before="80" w:after="80" w:line="200" w:lineRule="exact"/>
              <w:ind w:left="113" w:right="113"/>
              <w:rPr>
                <w:i/>
                <w:sz w:val="16"/>
              </w:rPr>
            </w:pPr>
            <w:r w:rsidRPr="00F83F8C">
              <w:rPr>
                <w:i/>
                <w:sz w:val="16"/>
              </w:rPr>
              <w:t xml:space="preserve">Référence dans la norme </w:t>
            </w:r>
            <w:r w:rsidRPr="00502E9C">
              <w:rPr>
                <w:i/>
                <w:sz w:val="16"/>
              </w:rPr>
              <w:t>ISO</w:t>
            </w:r>
            <w:r w:rsidR="007B6FA7">
              <w:rPr>
                <w:i/>
                <w:sz w:val="16"/>
              </w:rPr>
              <w:t> </w:t>
            </w:r>
            <w:r w:rsidRPr="00502E9C">
              <w:rPr>
                <w:i/>
                <w:sz w:val="16"/>
              </w:rPr>
              <w:t>11992-2:2014</w:t>
            </w:r>
          </w:p>
        </w:tc>
        <w:tc>
          <w:tcPr>
            <w:tcW w:w="2299" w:type="dxa"/>
            <w:tcBorders>
              <w:top w:val="single" w:sz="4" w:space="0" w:color="auto"/>
              <w:left w:val="single" w:sz="4" w:space="0" w:color="auto"/>
              <w:bottom w:val="single" w:sz="12" w:space="0" w:color="auto"/>
              <w:right w:val="single" w:sz="4" w:space="0" w:color="auto"/>
            </w:tcBorders>
            <w:shd w:val="clear" w:color="auto" w:fill="auto"/>
          </w:tcPr>
          <w:p w14:paraId="2DE4CB0C" w14:textId="77777777" w:rsidR="005433DF" w:rsidRPr="007534D5" w:rsidRDefault="005433DF" w:rsidP="005433DF">
            <w:pPr>
              <w:keepNext/>
              <w:spacing w:before="80" w:after="80" w:line="200" w:lineRule="exact"/>
              <w:ind w:left="113" w:right="113"/>
              <w:rPr>
                <w:i/>
                <w:sz w:val="16"/>
              </w:rPr>
            </w:pPr>
            <w:r w:rsidRPr="007534D5">
              <w:rPr>
                <w:i/>
                <w:sz w:val="16"/>
              </w:rPr>
              <w:t>R</w:t>
            </w:r>
            <w:r>
              <w:rPr>
                <w:i/>
                <w:sz w:val="16"/>
              </w:rPr>
              <w:t>éfé</w:t>
            </w:r>
            <w:r w:rsidRPr="007534D5">
              <w:rPr>
                <w:i/>
                <w:sz w:val="16"/>
              </w:rPr>
              <w:t>rence à des paragraphes du pr</w:t>
            </w:r>
            <w:r>
              <w:rPr>
                <w:i/>
                <w:sz w:val="16"/>
              </w:rPr>
              <w:t>é</w:t>
            </w:r>
            <w:r w:rsidRPr="007534D5">
              <w:rPr>
                <w:i/>
                <w:sz w:val="16"/>
              </w:rPr>
              <w:t>sent Règle</w:t>
            </w:r>
            <w:r>
              <w:rPr>
                <w:i/>
                <w:sz w:val="16"/>
              </w:rPr>
              <w:t>ment ONU</w:t>
            </w:r>
          </w:p>
        </w:tc>
      </w:tr>
      <w:tr w:rsidR="005433DF" w:rsidRPr="00D0150D" w14:paraId="64BB16B0"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012EA27E" w14:textId="77777777" w:rsidR="005433DF" w:rsidRPr="00D0150D" w:rsidRDefault="005433DF" w:rsidP="007B6FA7">
            <w:pPr>
              <w:spacing w:before="40" w:after="80" w:line="220" w:lineRule="exact"/>
              <w:ind w:left="113" w:right="113"/>
              <w:rPr>
                <w:i/>
                <w:iCs/>
                <w:color w:val="000000" w:themeColor="text1"/>
                <w:sz w:val="18"/>
                <w:szCs w:val="18"/>
              </w:rPr>
            </w:pPr>
            <w:r w:rsidRPr="000D7560">
              <w:rPr>
                <w:color w:val="000000" w:themeColor="text1"/>
                <w:sz w:val="18"/>
                <w:szCs w:val="18"/>
              </w:rPr>
              <w:t xml:space="preserve">Pression des pneumatiques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51C61FC" w14:textId="77777777" w:rsidR="005433DF" w:rsidRPr="00D0150D" w:rsidRDefault="005433DF" w:rsidP="007B6FA7">
            <w:pPr>
              <w:spacing w:before="40" w:after="80" w:line="220" w:lineRule="exact"/>
              <w:ind w:left="113" w:right="113"/>
              <w:rPr>
                <w:sz w:val="18"/>
                <w:szCs w:val="18"/>
              </w:rPr>
            </w:pPr>
            <w:r w:rsidRPr="00D0150D">
              <w:rPr>
                <w:sz w:val="18"/>
                <w:szCs w:val="18"/>
              </w:rPr>
              <w:t xml:space="preserve">EBS23 </w:t>
            </w:r>
            <w:r w:rsidR="007B6FA7">
              <w:rPr>
                <w:sz w:val="18"/>
                <w:szCs w:val="18"/>
              </w:rPr>
              <w:br/>
            </w:r>
            <w:r>
              <w:rPr>
                <w:sz w:val="18"/>
                <w:szCs w:val="18"/>
              </w:rPr>
              <w:t>(octet</w:t>
            </w:r>
            <w:r w:rsidRPr="00D0150D">
              <w:rPr>
                <w:sz w:val="18"/>
                <w:szCs w:val="18"/>
              </w:rPr>
              <w:t xml:space="preserve"> 1</w:t>
            </w:r>
            <w:r>
              <w:rPr>
                <w:sz w:val="18"/>
                <w:szCs w:val="18"/>
              </w:rPr>
              <w:t>) b</w:t>
            </w:r>
            <w:r w:rsidRPr="00D0150D">
              <w:rPr>
                <w:sz w:val="18"/>
                <w:szCs w:val="18"/>
              </w:rPr>
              <w:t>it</w:t>
            </w:r>
            <w:r>
              <w:rPr>
                <w:sz w:val="18"/>
                <w:szCs w:val="18"/>
              </w:rPr>
              <w:t>s</w:t>
            </w:r>
            <w:r w:rsidRPr="00D0150D">
              <w:rPr>
                <w:sz w:val="18"/>
                <w:szCs w:val="18"/>
              </w:rPr>
              <w:t xml:space="preserve"> 1-2</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5CE7F2D0" w14:textId="77777777" w:rsidR="005433DF" w:rsidRDefault="005433DF" w:rsidP="007B6FA7">
            <w:pPr>
              <w:spacing w:before="40" w:after="80" w:line="220" w:lineRule="exact"/>
              <w:ind w:left="113" w:right="113"/>
              <w:rPr>
                <w:sz w:val="18"/>
                <w:szCs w:val="18"/>
              </w:rPr>
            </w:pPr>
            <w:r>
              <w:rPr>
                <w:sz w:val="18"/>
                <w:szCs w:val="18"/>
              </w:rPr>
              <w:t>Paragraphe 5.2.4</w:t>
            </w:r>
          </w:p>
          <w:p w14:paraId="495AFB17" w14:textId="77777777" w:rsidR="005433DF" w:rsidRDefault="005433DF" w:rsidP="007B6FA7">
            <w:pPr>
              <w:spacing w:before="40" w:after="80" w:line="220" w:lineRule="exact"/>
              <w:ind w:left="113" w:right="113"/>
              <w:rPr>
                <w:sz w:val="18"/>
                <w:szCs w:val="18"/>
              </w:rPr>
            </w:pPr>
            <w:r>
              <w:rPr>
                <w:sz w:val="18"/>
                <w:szCs w:val="18"/>
              </w:rPr>
              <w:t>Paragraphe</w:t>
            </w:r>
            <w:r w:rsidRPr="00D0150D">
              <w:rPr>
                <w:sz w:val="18"/>
                <w:szCs w:val="18"/>
              </w:rPr>
              <w:t xml:space="preserve"> 5.3.5</w:t>
            </w:r>
          </w:p>
          <w:p w14:paraId="425F7FEA" w14:textId="77777777" w:rsidR="005433DF" w:rsidRPr="00D0150D" w:rsidRDefault="005433DF" w:rsidP="007B6FA7">
            <w:pPr>
              <w:spacing w:before="40" w:after="80" w:line="220" w:lineRule="exact"/>
              <w:ind w:left="113" w:right="113"/>
              <w:rPr>
                <w:sz w:val="18"/>
                <w:szCs w:val="18"/>
              </w:rPr>
            </w:pPr>
            <w:r>
              <w:rPr>
                <w:sz w:val="18"/>
                <w:szCs w:val="18"/>
              </w:rPr>
              <w:t>Paragraphe</w:t>
            </w:r>
            <w:r w:rsidRPr="00255DC0">
              <w:rPr>
                <w:sz w:val="18"/>
                <w:szCs w:val="18"/>
              </w:rPr>
              <w:t xml:space="preserve"> 5.4.3</w:t>
            </w:r>
          </w:p>
        </w:tc>
      </w:tr>
      <w:tr w:rsidR="005433DF" w:rsidRPr="00D0150D" w14:paraId="4837FEC2" w14:textId="77777777" w:rsidTr="00E949AD">
        <w:trPr>
          <w:trHeight w:val="478"/>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7862403E" w14:textId="77777777" w:rsidR="005433DF" w:rsidRPr="00D0150D" w:rsidRDefault="005433DF" w:rsidP="007B6FA7">
            <w:pPr>
              <w:spacing w:before="40" w:after="80" w:line="220" w:lineRule="exact"/>
              <w:ind w:left="113" w:right="113"/>
              <w:rPr>
                <w:i/>
                <w:iCs/>
                <w:color w:val="000000" w:themeColor="text1"/>
                <w:sz w:val="18"/>
                <w:szCs w:val="18"/>
              </w:rPr>
            </w:pPr>
            <w:r>
              <w:rPr>
                <w:color w:val="000000" w:themeColor="text1"/>
                <w:sz w:val="18"/>
                <w:szCs w:val="18"/>
              </w:rPr>
              <w:t xml:space="preserve">Identification des pneumatiques et des roues </w:t>
            </w:r>
            <w:r w:rsidRPr="00D0150D">
              <w:rPr>
                <w:color w:val="000000" w:themeColor="text1"/>
                <w:sz w:val="18"/>
                <w:szCs w:val="18"/>
              </w:rPr>
              <w:t>(press</w:t>
            </w:r>
            <w:r>
              <w:rPr>
                <w:color w:val="000000" w:themeColor="text1"/>
                <w:sz w:val="18"/>
                <w:szCs w:val="18"/>
              </w:rPr>
              <w:t>ion</w:t>
            </w:r>
            <w:r w:rsidRPr="00D0150D">
              <w:rPr>
                <w:color w:val="000000" w:themeColor="text1"/>
                <w:sz w:val="18"/>
                <w:szCs w:val="18"/>
              </w:rPr>
              <w:t>)</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6C477059" w14:textId="77777777" w:rsidR="005433DF" w:rsidRPr="00D0150D" w:rsidRDefault="005433DF" w:rsidP="007B6FA7">
            <w:pPr>
              <w:spacing w:before="40" w:after="80" w:line="220" w:lineRule="exact"/>
              <w:ind w:left="113" w:right="113"/>
              <w:rPr>
                <w:strike/>
                <w:color w:val="000000" w:themeColor="text1"/>
                <w:sz w:val="18"/>
                <w:szCs w:val="18"/>
                <w:lang w:val="en-US"/>
              </w:rPr>
            </w:pPr>
            <w:r w:rsidRPr="00D0150D">
              <w:rPr>
                <w:color w:val="000000" w:themeColor="text1"/>
                <w:sz w:val="18"/>
                <w:szCs w:val="18"/>
                <w:lang w:val="en-US"/>
              </w:rPr>
              <w:t xml:space="preserve">EBS23 </w:t>
            </w:r>
            <w:r>
              <w:rPr>
                <w:color w:val="000000" w:themeColor="text1"/>
                <w:sz w:val="18"/>
                <w:szCs w:val="18"/>
                <w:lang w:val="en-US"/>
              </w:rPr>
              <w:t>(octet</w:t>
            </w:r>
            <w:r w:rsidRPr="00D0150D">
              <w:rPr>
                <w:color w:val="000000" w:themeColor="text1"/>
                <w:sz w:val="18"/>
                <w:szCs w:val="18"/>
                <w:lang w:val="en-US"/>
              </w:rPr>
              <w:t xml:space="preserve"> 2</w:t>
            </w:r>
            <w:r>
              <w:rPr>
                <w:color w:val="000000" w:themeColor="text1"/>
                <w:sz w:val="18"/>
                <w:szCs w:val="18"/>
                <w:lang w:val="en-US"/>
              </w:rPr>
              <w:t>)</w:t>
            </w:r>
          </w:p>
        </w:tc>
        <w:tc>
          <w:tcPr>
            <w:tcW w:w="2299" w:type="dxa"/>
            <w:tcBorders>
              <w:top w:val="single" w:sz="4" w:space="0" w:color="auto"/>
              <w:left w:val="single" w:sz="4" w:space="0" w:color="auto"/>
              <w:bottom w:val="single" w:sz="12" w:space="0" w:color="auto"/>
              <w:right w:val="single" w:sz="4" w:space="0" w:color="auto"/>
            </w:tcBorders>
            <w:shd w:val="clear" w:color="auto" w:fill="auto"/>
          </w:tcPr>
          <w:p w14:paraId="0BAE00D8" w14:textId="77777777" w:rsidR="005433DF" w:rsidRDefault="005433DF" w:rsidP="007B6FA7">
            <w:pPr>
              <w:spacing w:before="40" w:after="80" w:line="220" w:lineRule="exact"/>
              <w:ind w:left="113" w:right="113"/>
              <w:rPr>
                <w:sz w:val="18"/>
                <w:szCs w:val="18"/>
              </w:rPr>
            </w:pPr>
            <w:r>
              <w:rPr>
                <w:sz w:val="18"/>
                <w:szCs w:val="18"/>
              </w:rPr>
              <w:t>Paragraphe</w:t>
            </w:r>
            <w:r w:rsidRPr="00C86412">
              <w:rPr>
                <w:sz w:val="18"/>
                <w:szCs w:val="18"/>
              </w:rPr>
              <w:t xml:space="preserve"> 5.2.4</w:t>
            </w:r>
          </w:p>
          <w:p w14:paraId="2D631159" w14:textId="77777777" w:rsidR="005433DF" w:rsidRDefault="005433DF" w:rsidP="007B6FA7">
            <w:pPr>
              <w:spacing w:before="40" w:after="80" w:line="220" w:lineRule="exact"/>
              <w:ind w:left="113" w:right="113"/>
              <w:rPr>
                <w:sz w:val="18"/>
                <w:szCs w:val="18"/>
              </w:rPr>
            </w:pPr>
            <w:r>
              <w:rPr>
                <w:sz w:val="18"/>
                <w:szCs w:val="18"/>
              </w:rPr>
              <w:t>Paragraphe</w:t>
            </w:r>
            <w:r w:rsidRPr="00D0150D">
              <w:rPr>
                <w:sz w:val="18"/>
                <w:szCs w:val="18"/>
              </w:rPr>
              <w:t xml:space="preserve"> 5.3.5</w:t>
            </w:r>
          </w:p>
          <w:p w14:paraId="4C9D439F" w14:textId="77777777" w:rsidR="005433DF" w:rsidRPr="00D0150D" w:rsidRDefault="005433DF" w:rsidP="007B6FA7">
            <w:pPr>
              <w:spacing w:before="40" w:after="80" w:line="220" w:lineRule="exact"/>
              <w:ind w:left="113" w:right="113"/>
              <w:rPr>
                <w:color w:val="000000" w:themeColor="text1"/>
                <w:sz w:val="18"/>
                <w:szCs w:val="18"/>
              </w:rPr>
            </w:pPr>
            <w:r>
              <w:rPr>
                <w:color w:val="000000" w:themeColor="text1"/>
                <w:sz w:val="18"/>
                <w:szCs w:val="18"/>
              </w:rPr>
              <w:t>Paragraphe</w:t>
            </w:r>
            <w:r w:rsidRPr="000715B7">
              <w:rPr>
                <w:color w:val="000000" w:themeColor="text1"/>
                <w:sz w:val="18"/>
                <w:szCs w:val="18"/>
              </w:rPr>
              <w:t xml:space="preserve"> 5.4.3</w:t>
            </w:r>
          </w:p>
        </w:tc>
      </w:tr>
    </w:tbl>
    <w:p w14:paraId="273523B5" w14:textId="77777777" w:rsidR="00BC7683" w:rsidRDefault="00BC7683" w:rsidP="005433DF">
      <w:pPr>
        <w:pStyle w:val="SingleTxtG"/>
        <w:keepNext/>
        <w:spacing w:before="240"/>
        <w:ind w:left="2268" w:hanging="1134"/>
      </w:pPr>
      <w:r w:rsidRPr="00C83526">
        <w:t>2.1.3</w:t>
      </w:r>
      <w:r w:rsidRPr="00C83526">
        <w:tab/>
        <w:t>Messages émis par le véhicule tracté à destination du véhicule tracteur</w:t>
      </w:r>
      <w:r>
        <w:t>, le cas échéant</w:t>
      </w:r>
      <w:r w:rsidR="005433DF">
        <w:t> </w:t>
      </w:r>
      <w:r w:rsidRPr="00C83526">
        <w:t>:</w:t>
      </w:r>
    </w:p>
    <w:tbl>
      <w:tblPr>
        <w:tblW w:w="7366"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972"/>
        <w:gridCol w:w="4394"/>
      </w:tblGrid>
      <w:tr w:rsidR="005433DF" w:rsidRPr="00502E9C" w14:paraId="6B2867A4" w14:textId="77777777" w:rsidTr="007B6FA7">
        <w:trPr>
          <w:tblHeader/>
        </w:trPr>
        <w:tc>
          <w:tcPr>
            <w:tcW w:w="2972" w:type="dxa"/>
            <w:tcBorders>
              <w:top w:val="single" w:sz="4" w:space="0" w:color="auto"/>
              <w:left w:val="single" w:sz="4" w:space="0" w:color="auto"/>
              <w:bottom w:val="single" w:sz="12" w:space="0" w:color="auto"/>
              <w:right w:val="single" w:sz="4" w:space="0" w:color="auto"/>
            </w:tcBorders>
            <w:shd w:val="clear" w:color="auto" w:fill="auto"/>
            <w:vAlign w:val="bottom"/>
          </w:tcPr>
          <w:p w14:paraId="3CA79851" w14:textId="77777777" w:rsidR="005433DF" w:rsidRPr="00502E9C" w:rsidRDefault="005433DF" w:rsidP="00E949AD">
            <w:pPr>
              <w:spacing w:before="80" w:after="80" w:line="200" w:lineRule="exact"/>
              <w:ind w:left="113" w:right="113"/>
              <w:rPr>
                <w:i/>
                <w:sz w:val="16"/>
              </w:rPr>
            </w:pPr>
            <w:r w:rsidRPr="00204467">
              <w:rPr>
                <w:i/>
                <w:sz w:val="16"/>
              </w:rPr>
              <w:t xml:space="preserve">Fonction ou paramètre </w:t>
            </w:r>
          </w:p>
        </w:tc>
        <w:tc>
          <w:tcPr>
            <w:tcW w:w="4394" w:type="dxa"/>
            <w:tcBorders>
              <w:top w:val="single" w:sz="4" w:space="0" w:color="auto"/>
              <w:left w:val="single" w:sz="4" w:space="0" w:color="auto"/>
              <w:bottom w:val="single" w:sz="12" w:space="0" w:color="auto"/>
              <w:right w:val="single" w:sz="4" w:space="0" w:color="auto"/>
            </w:tcBorders>
            <w:shd w:val="clear" w:color="auto" w:fill="auto"/>
            <w:vAlign w:val="bottom"/>
          </w:tcPr>
          <w:p w14:paraId="048B32CC" w14:textId="77777777" w:rsidR="005433DF" w:rsidRPr="00502E9C" w:rsidRDefault="005433DF" w:rsidP="00E949AD">
            <w:pPr>
              <w:spacing w:before="80" w:after="80" w:line="200" w:lineRule="exact"/>
              <w:ind w:left="113" w:right="113"/>
              <w:rPr>
                <w:i/>
                <w:sz w:val="16"/>
              </w:rPr>
            </w:pPr>
            <w:r w:rsidRPr="00F83F8C">
              <w:rPr>
                <w:i/>
                <w:sz w:val="16"/>
              </w:rPr>
              <w:t xml:space="preserve">Référence dans la norme </w:t>
            </w:r>
            <w:r w:rsidRPr="00502E9C">
              <w:rPr>
                <w:i/>
                <w:sz w:val="16"/>
              </w:rPr>
              <w:t xml:space="preserve">ISO 11992-2:2014 </w:t>
            </w:r>
          </w:p>
        </w:tc>
      </w:tr>
      <w:tr w:rsidR="005433DF" w:rsidRPr="00D0150D" w14:paraId="282D640A" w14:textId="77777777" w:rsidTr="007B6FA7">
        <w:trPr>
          <w:tblHead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81CECE0" w14:textId="77777777" w:rsidR="005433DF" w:rsidRPr="00D36A57" w:rsidRDefault="005433DF" w:rsidP="007B6FA7">
            <w:pPr>
              <w:spacing w:before="40" w:after="80" w:line="220" w:lineRule="exact"/>
              <w:ind w:left="113" w:right="113"/>
              <w:rPr>
                <w:color w:val="000000" w:themeColor="text1"/>
                <w:sz w:val="18"/>
                <w:szCs w:val="18"/>
              </w:rPr>
            </w:pPr>
            <w:r w:rsidRPr="00D36A57">
              <w:rPr>
                <w:color w:val="000000" w:themeColor="text1"/>
                <w:sz w:val="18"/>
                <w:szCs w:val="18"/>
              </w:rPr>
              <w:t xml:space="preserve">Identification </w:t>
            </w:r>
            <w:r>
              <w:rPr>
                <w:color w:val="000000" w:themeColor="text1"/>
                <w:sz w:val="18"/>
                <w:szCs w:val="18"/>
              </w:rPr>
              <w:t>des pneumatiques et</w:t>
            </w:r>
            <w:r w:rsidR="007B6FA7">
              <w:rPr>
                <w:color w:val="000000" w:themeColor="text1"/>
                <w:sz w:val="18"/>
                <w:szCs w:val="18"/>
              </w:rPr>
              <w:t> </w:t>
            </w:r>
            <w:r>
              <w:rPr>
                <w:color w:val="000000" w:themeColor="text1"/>
                <w:sz w:val="18"/>
                <w:szCs w:val="18"/>
              </w:rPr>
              <w:t xml:space="preserve">des roues </w:t>
            </w:r>
            <w:r w:rsidRPr="00D36A57">
              <w:rPr>
                <w:color w:val="000000" w:themeColor="text1"/>
                <w:sz w:val="18"/>
                <w:szCs w:val="18"/>
              </w:rPr>
              <w:t>(</w:t>
            </w:r>
            <w:r>
              <w:rPr>
                <w:color w:val="000000" w:themeColor="text1"/>
                <w:sz w:val="18"/>
                <w:szCs w:val="18"/>
              </w:rPr>
              <w:t xml:space="preserve">pour la pression </w:t>
            </w:r>
            <w:r w:rsidRPr="00D36A57">
              <w:rPr>
                <w:color w:val="000000" w:themeColor="text1"/>
                <w:sz w:val="18"/>
                <w:szCs w:val="18"/>
              </w:rPr>
              <w:t>EBS23)</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8B80F3C" w14:textId="77777777" w:rsidR="005433DF" w:rsidRPr="00D0150D" w:rsidRDefault="005433DF" w:rsidP="007B6FA7">
            <w:pPr>
              <w:spacing w:before="40" w:after="80" w:line="220" w:lineRule="exact"/>
              <w:ind w:left="113" w:right="113"/>
              <w:rPr>
                <w:strike/>
                <w:color w:val="000000" w:themeColor="text1"/>
                <w:sz w:val="18"/>
                <w:szCs w:val="18"/>
                <w:lang w:val="en-US"/>
              </w:rPr>
            </w:pPr>
            <w:r w:rsidRPr="00D0150D">
              <w:rPr>
                <w:color w:val="000000" w:themeColor="text1"/>
                <w:sz w:val="18"/>
                <w:szCs w:val="18"/>
                <w:lang w:val="en-US"/>
              </w:rPr>
              <w:t xml:space="preserve">EBS23 </w:t>
            </w:r>
            <w:r>
              <w:rPr>
                <w:color w:val="000000" w:themeColor="text1"/>
                <w:sz w:val="18"/>
                <w:szCs w:val="18"/>
                <w:lang w:val="en-US"/>
              </w:rPr>
              <w:t>(octet</w:t>
            </w:r>
            <w:r w:rsidRPr="00D0150D">
              <w:rPr>
                <w:color w:val="000000" w:themeColor="text1"/>
                <w:sz w:val="18"/>
                <w:szCs w:val="18"/>
                <w:lang w:val="en-US"/>
              </w:rPr>
              <w:t xml:space="preserve"> 2</w:t>
            </w:r>
            <w:r>
              <w:rPr>
                <w:color w:val="000000" w:themeColor="text1"/>
                <w:sz w:val="18"/>
                <w:szCs w:val="18"/>
                <w:lang w:val="en-US"/>
              </w:rPr>
              <w:t>)</w:t>
            </w:r>
          </w:p>
        </w:tc>
      </w:tr>
      <w:tr w:rsidR="005433DF" w:rsidRPr="00D0150D" w14:paraId="07C63D86" w14:textId="77777777" w:rsidTr="007B6FA7">
        <w:trPr>
          <w:tblHead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063950B" w14:textId="77777777" w:rsidR="005433DF" w:rsidRPr="00D0150D" w:rsidRDefault="005433DF" w:rsidP="007B6FA7">
            <w:pPr>
              <w:spacing w:before="40" w:after="80" w:line="220" w:lineRule="exact"/>
              <w:ind w:left="113" w:right="113"/>
              <w:rPr>
                <w:color w:val="000000" w:themeColor="text1"/>
                <w:sz w:val="18"/>
                <w:szCs w:val="18"/>
              </w:rPr>
            </w:pPr>
            <w:r w:rsidRPr="000D7560">
              <w:rPr>
                <w:color w:val="000000" w:themeColor="text1"/>
                <w:sz w:val="18"/>
                <w:szCs w:val="18"/>
              </w:rPr>
              <w:t>Pression des pneumatiques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759B6CA" w14:textId="77777777" w:rsidR="005433DF" w:rsidRPr="00D0150D" w:rsidRDefault="005433DF" w:rsidP="007B6FA7">
            <w:pPr>
              <w:spacing w:before="40" w:after="80" w:line="220" w:lineRule="exact"/>
              <w:ind w:left="113" w:right="113"/>
              <w:rPr>
                <w:color w:val="000000" w:themeColor="text1"/>
                <w:sz w:val="18"/>
                <w:szCs w:val="18"/>
              </w:rPr>
            </w:pPr>
            <w:r w:rsidRPr="00D0150D">
              <w:rPr>
                <w:sz w:val="18"/>
                <w:szCs w:val="18"/>
              </w:rPr>
              <w:t xml:space="preserve">EBS23 </w:t>
            </w:r>
            <w:r>
              <w:rPr>
                <w:sz w:val="18"/>
                <w:szCs w:val="18"/>
              </w:rPr>
              <w:t>(octet</w:t>
            </w:r>
            <w:r w:rsidRPr="00D0150D">
              <w:rPr>
                <w:sz w:val="18"/>
                <w:szCs w:val="18"/>
              </w:rPr>
              <w:t xml:space="preserve"> 5</w:t>
            </w:r>
            <w:r>
              <w:rPr>
                <w:sz w:val="18"/>
                <w:szCs w:val="18"/>
              </w:rPr>
              <w:t>)</w:t>
            </w:r>
          </w:p>
        </w:tc>
      </w:tr>
      <w:tr w:rsidR="005433DF" w:rsidRPr="00D0150D" w14:paraId="71F196B5" w14:textId="77777777" w:rsidTr="007B6FA7">
        <w:trPr>
          <w:tblHead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3304DC" w14:textId="77777777" w:rsidR="005433DF" w:rsidRPr="00D36A57" w:rsidRDefault="005433DF" w:rsidP="007B6FA7">
            <w:pPr>
              <w:spacing w:before="40" w:after="80" w:line="220" w:lineRule="exact"/>
              <w:ind w:left="113" w:right="113"/>
              <w:rPr>
                <w:color w:val="000000" w:themeColor="text1"/>
                <w:sz w:val="18"/>
                <w:szCs w:val="18"/>
              </w:rPr>
            </w:pPr>
            <w:r w:rsidRPr="00D36A57">
              <w:rPr>
                <w:color w:val="000000" w:themeColor="text1"/>
                <w:sz w:val="18"/>
                <w:szCs w:val="18"/>
              </w:rPr>
              <w:t xml:space="preserve">Identification </w:t>
            </w:r>
            <w:r>
              <w:rPr>
                <w:color w:val="000000" w:themeColor="text1"/>
                <w:sz w:val="18"/>
                <w:szCs w:val="18"/>
              </w:rPr>
              <w:t>des pneumatiques et</w:t>
            </w:r>
            <w:r w:rsidR="007B6FA7">
              <w:rPr>
                <w:color w:val="000000" w:themeColor="text1"/>
                <w:sz w:val="18"/>
                <w:szCs w:val="18"/>
              </w:rPr>
              <w:t> </w:t>
            </w:r>
            <w:r>
              <w:rPr>
                <w:color w:val="000000" w:themeColor="text1"/>
                <w:sz w:val="18"/>
                <w:szCs w:val="18"/>
              </w:rPr>
              <w:t>des roues</w:t>
            </w:r>
            <w:r w:rsidRPr="00D36A57">
              <w:rPr>
                <w:color w:val="000000" w:themeColor="text1"/>
                <w:sz w:val="18"/>
                <w:szCs w:val="18"/>
              </w:rPr>
              <w:t xml:space="preserve"> (pour RGE23)</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F4E5B31" w14:textId="77777777" w:rsidR="005433DF" w:rsidRPr="00D0150D" w:rsidRDefault="005433DF" w:rsidP="007B6FA7">
            <w:pPr>
              <w:spacing w:before="40" w:after="80" w:line="220" w:lineRule="exact"/>
              <w:ind w:left="113" w:right="113"/>
              <w:rPr>
                <w:color w:val="000000" w:themeColor="text1"/>
                <w:sz w:val="18"/>
                <w:szCs w:val="18"/>
                <w:lang w:val="en-US"/>
              </w:rPr>
            </w:pPr>
            <w:r w:rsidRPr="00D0150D">
              <w:rPr>
                <w:color w:val="000000" w:themeColor="text1"/>
                <w:sz w:val="18"/>
                <w:szCs w:val="18"/>
                <w:lang w:val="en-US"/>
              </w:rPr>
              <w:t xml:space="preserve">RGE23 </w:t>
            </w:r>
            <w:r>
              <w:rPr>
                <w:color w:val="000000" w:themeColor="text1"/>
                <w:sz w:val="18"/>
                <w:szCs w:val="18"/>
                <w:lang w:val="en-US"/>
              </w:rPr>
              <w:t>(octet</w:t>
            </w:r>
            <w:r w:rsidRPr="00D0150D">
              <w:rPr>
                <w:color w:val="000000" w:themeColor="text1"/>
                <w:sz w:val="18"/>
                <w:szCs w:val="18"/>
                <w:lang w:val="en-US"/>
              </w:rPr>
              <w:t xml:space="preserve"> 1</w:t>
            </w:r>
            <w:r>
              <w:rPr>
                <w:color w:val="000000" w:themeColor="text1"/>
                <w:sz w:val="18"/>
                <w:szCs w:val="18"/>
                <w:lang w:val="en-US"/>
              </w:rPr>
              <w:t>)</w:t>
            </w:r>
          </w:p>
          <w:p w14:paraId="0C0D3687" w14:textId="77777777" w:rsidR="005433DF" w:rsidRPr="00D0150D" w:rsidRDefault="005433DF" w:rsidP="007B6FA7">
            <w:pPr>
              <w:spacing w:before="40" w:after="80" w:line="220" w:lineRule="exact"/>
              <w:ind w:left="113" w:right="113"/>
              <w:rPr>
                <w:strike/>
                <w:color w:val="000000" w:themeColor="text1"/>
                <w:sz w:val="18"/>
                <w:szCs w:val="18"/>
                <w:lang w:val="en-US"/>
              </w:rPr>
            </w:pPr>
          </w:p>
        </w:tc>
      </w:tr>
      <w:tr w:rsidR="005433DF" w:rsidRPr="00D0150D" w14:paraId="13DC3D85" w14:textId="77777777" w:rsidTr="007B6FA7">
        <w:trPr>
          <w:tblHead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C2F8A66" w14:textId="77777777" w:rsidR="005433DF" w:rsidRPr="00D0150D" w:rsidRDefault="005433DF" w:rsidP="007B6FA7">
            <w:pPr>
              <w:spacing w:before="40" w:after="80" w:line="220" w:lineRule="exact"/>
              <w:ind w:left="113" w:right="113"/>
              <w:rPr>
                <w:color w:val="000000" w:themeColor="text1"/>
                <w:sz w:val="18"/>
                <w:szCs w:val="18"/>
              </w:rPr>
            </w:pPr>
            <w:r>
              <w:rPr>
                <w:color w:val="000000" w:themeColor="text1"/>
                <w:sz w:val="18"/>
                <w:szCs w:val="18"/>
              </w:rPr>
              <w:t>T</w:t>
            </w:r>
            <w:r w:rsidRPr="00D36A57">
              <w:rPr>
                <w:color w:val="000000" w:themeColor="text1"/>
                <w:sz w:val="18"/>
                <w:szCs w:val="18"/>
              </w:rPr>
              <w:t xml:space="preserve">empérature des </w:t>
            </w:r>
            <w:r>
              <w:rPr>
                <w:color w:val="000000" w:themeColor="text1"/>
                <w:sz w:val="18"/>
                <w:szCs w:val="18"/>
              </w:rPr>
              <w:t>pneumatiques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6DD5395" w14:textId="77777777" w:rsidR="005433DF" w:rsidRPr="00D0150D" w:rsidRDefault="005433DF" w:rsidP="007B6FA7">
            <w:pPr>
              <w:spacing w:before="40" w:after="80" w:line="220" w:lineRule="exact"/>
              <w:ind w:left="113" w:right="113"/>
              <w:rPr>
                <w:color w:val="000000" w:themeColor="text1"/>
                <w:sz w:val="18"/>
                <w:szCs w:val="18"/>
              </w:rPr>
            </w:pPr>
            <w:r w:rsidRPr="00D0150D">
              <w:rPr>
                <w:color w:val="000000" w:themeColor="text1"/>
                <w:sz w:val="18"/>
                <w:szCs w:val="18"/>
              </w:rPr>
              <w:t xml:space="preserve">RGE23 </w:t>
            </w:r>
            <w:r>
              <w:rPr>
                <w:color w:val="000000" w:themeColor="text1"/>
                <w:sz w:val="18"/>
                <w:szCs w:val="18"/>
              </w:rPr>
              <w:t>(octets</w:t>
            </w:r>
            <w:r w:rsidRPr="00D0150D">
              <w:rPr>
                <w:color w:val="000000" w:themeColor="text1"/>
                <w:sz w:val="18"/>
                <w:szCs w:val="18"/>
              </w:rPr>
              <w:t xml:space="preserve"> 2-3</w:t>
            </w:r>
            <w:r>
              <w:rPr>
                <w:color w:val="000000" w:themeColor="text1"/>
                <w:sz w:val="18"/>
                <w:szCs w:val="18"/>
              </w:rPr>
              <w:t>)</w:t>
            </w:r>
          </w:p>
        </w:tc>
      </w:tr>
      <w:tr w:rsidR="005433DF" w:rsidRPr="00D0150D" w14:paraId="7BF694FA" w14:textId="77777777" w:rsidTr="007B6FA7">
        <w:trPr>
          <w:tblHead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30C840" w14:textId="77777777" w:rsidR="005433DF" w:rsidRPr="00D0150D" w:rsidRDefault="005433DF" w:rsidP="007B6FA7">
            <w:pPr>
              <w:spacing w:before="40" w:after="80" w:line="220" w:lineRule="exact"/>
              <w:ind w:left="113" w:right="113"/>
              <w:rPr>
                <w:color w:val="000000" w:themeColor="text1"/>
                <w:sz w:val="18"/>
                <w:szCs w:val="18"/>
              </w:rPr>
            </w:pPr>
            <w:r w:rsidRPr="00D36A57">
              <w:rPr>
                <w:color w:val="000000" w:themeColor="text1"/>
                <w:sz w:val="18"/>
                <w:szCs w:val="18"/>
              </w:rPr>
              <w:t>Détection d</w:t>
            </w:r>
            <w:r w:rsidR="004B0B6E">
              <w:rPr>
                <w:color w:val="000000" w:themeColor="text1"/>
                <w:sz w:val="18"/>
                <w:szCs w:val="18"/>
              </w:rPr>
              <w:t>’</w:t>
            </w:r>
            <w:r w:rsidRPr="00D36A57">
              <w:rPr>
                <w:color w:val="000000" w:themeColor="text1"/>
                <w:sz w:val="18"/>
                <w:szCs w:val="18"/>
              </w:rPr>
              <w:t>une fuite d</w:t>
            </w:r>
            <w:r w:rsidR="004B0B6E">
              <w:rPr>
                <w:color w:val="000000" w:themeColor="text1"/>
                <w:sz w:val="18"/>
                <w:szCs w:val="18"/>
              </w:rPr>
              <w:t>’</w:t>
            </w:r>
            <w:r w:rsidRPr="00D36A57">
              <w:rPr>
                <w:color w:val="000000" w:themeColor="text1"/>
                <w:sz w:val="18"/>
                <w:szCs w:val="18"/>
              </w:rPr>
              <w:t>air</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17EE3D2" w14:textId="77777777" w:rsidR="005433DF" w:rsidRPr="00D0150D" w:rsidRDefault="005433DF" w:rsidP="007B6FA7">
            <w:pPr>
              <w:spacing w:before="40" w:after="80" w:line="220" w:lineRule="exact"/>
              <w:ind w:left="113" w:right="113"/>
              <w:rPr>
                <w:color w:val="000000" w:themeColor="text1"/>
                <w:sz w:val="18"/>
                <w:szCs w:val="18"/>
              </w:rPr>
            </w:pPr>
            <w:r w:rsidRPr="00D0150D">
              <w:rPr>
                <w:color w:val="000000" w:themeColor="text1"/>
                <w:sz w:val="18"/>
                <w:szCs w:val="18"/>
              </w:rPr>
              <w:t xml:space="preserve">RGE23 </w:t>
            </w:r>
            <w:r>
              <w:rPr>
                <w:color w:val="000000" w:themeColor="text1"/>
                <w:sz w:val="18"/>
                <w:szCs w:val="18"/>
              </w:rPr>
              <w:t>(octets</w:t>
            </w:r>
            <w:r w:rsidRPr="00D0150D">
              <w:rPr>
                <w:color w:val="000000" w:themeColor="text1"/>
                <w:sz w:val="18"/>
                <w:szCs w:val="18"/>
              </w:rPr>
              <w:t xml:space="preserve"> 4-5</w:t>
            </w:r>
            <w:r>
              <w:rPr>
                <w:color w:val="000000" w:themeColor="text1"/>
                <w:sz w:val="18"/>
                <w:szCs w:val="18"/>
              </w:rPr>
              <w:t>)</w:t>
            </w:r>
          </w:p>
        </w:tc>
      </w:tr>
      <w:tr w:rsidR="005433DF" w:rsidRPr="00D0150D" w14:paraId="1FAE23C0" w14:textId="77777777" w:rsidTr="007B6FA7">
        <w:trPr>
          <w:tblHead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3DBE39AB" w14:textId="77777777" w:rsidR="005433DF" w:rsidRPr="00D0150D" w:rsidRDefault="005433DF" w:rsidP="007B6FA7">
            <w:pPr>
              <w:spacing w:before="40" w:after="80" w:line="220" w:lineRule="exact"/>
              <w:ind w:left="113" w:right="113"/>
              <w:rPr>
                <w:color w:val="000000" w:themeColor="text1"/>
                <w:sz w:val="18"/>
                <w:szCs w:val="18"/>
              </w:rPr>
            </w:pPr>
            <w:r w:rsidRPr="00D36A57">
              <w:rPr>
                <w:color w:val="000000" w:themeColor="text1"/>
                <w:sz w:val="18"/>
                <w:szCs w:val="18"/>
              </w:rPr>
              <w:t>Détection du seuil de pression des</w:t>
            </w:r>
            <w:r w:rsidR="007B6FA7">
              <w:rPr>
                <w:color w:val="000000" w:themeColor="text1"/>
                <w:sz w:val="18"/>
                <w:szCs w:val="18"/>
              </w:rPr>
              <w:t> </w:t>
            </w:r>
            <w:r w:rsidRPr="00D36A57">
              <w:rPr>
                <w:color w:val="000000" w:themeColor="text1"/>
                <w:sz w:val="18"/>
                <w:szCs w:val="18"/>
              </w:rPr>
              <w:t xml:space="preserve">pneumatiques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5B72FB6" w14:textId="77777777" w:rsidR="005433DF" w:rsidRPr="00D0150D" w:rsidRDefault="005433DF" w:rsidP="007B6FA7">
            <w:pPr>
              <w:spacing w:before="40" w:after="80" w:line="220" w:lineRule="exact"/>
              <w:ind w:left="113" w:right="113"/>
              <w:rPr>
                <w:color w:val="000000" w:themeColor="text1"/>
                <w:sz w:val="18"/>
                <w:szCs w:val="18"/>
              </w:rPr>
            </w:pPr>
            <w:r w:rsidRPr="00D0150D">
              <w:rPr>
                <w:color w:val="000000" w:themeColor="text1"/>
                <w:sz w:val="18"/>
                <w:szCs w:val="18"/>
              </w:rPr>
              <w:t xml:space="preserve">RGE23 </w:t>
            </w:r>
            <w:r>
              <w:rPr>
                <w:color w:val="000000" w:themeColor="text1"/>
                <w:sz w:val="18"/>
                <w:szCs w:val="18"/>
              </w:rPr>
              <w:t>(octet</w:t>
            </w:r>
            <w:r w:rsidRPr="00D0150D">
              <w:rPr>
                <w:color w:val="000000" w:themeColor="text1"/>
                <w:sz w:val="18"/>
                <w:szCs w:val="18"/>
              </w:rPr>
              <w:t xml:space="preserve"> 6</w:t>
            </w:r>
            <w:r>
              <w:rPr>
                <w:color w:val="000000" w:themeColor="text1"/>
                <w:sz w:val="18"/>
                <w:szCs w:val="18"/>
              </w:rPr>
              <w:t>) b</w:t>
            </w:r>
            <w:r w:rsidRPr="00D0150D">
              <w:rPr>
                <w:color w:val="000000" w:themeColor="text1"/>
                <w:sz w:val="18"/>
                <w:szCs w:val="18"/>
              </w:rPr>
              <w:t>it</w:t>
            </w:r>
            <w:r>
              <w:rPr>
                <w:color w:val="000000" w:themeColor="text1"/>
                <w:sz w:val="18"/>
                <w:szCs w:val="18"/>
              </w:rPr>
              <w:t>s</w:t>
            </w:r>
            <w:r w:rsidRPr="00D0150D">
              <w:rPr>
                <w:color w:val="000000" w:themeColor="text1"/>
                <w:sz w:val="18"/>
                <w:szCs w:val="18"/>
              </w:rPr>
              <w:t xml:space="preserve"> 1-3</w:t>
            </w:r>
          </w:p>
        </w:tc>
      </w:tr>
      <w:tr w:rsidR="005433DF" w:rsidRPr="00D0150D" w14:paraId="6ACF095F" w14:textId="77777777" w:rsidTr="007B6FA7">
        <w:trPr>
          <w:tblHead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69E2CED" w14:textId="77777777" w:rsidR="005433DF" w:rsidRPr="00C83526" w:rsidRDefault="005433DF" w:rsidP="007B6FA7">
            <w:pPr>
              <w:spacing w:before="40" w:after="80" w:line="220" w:lineRule="exact"/>
              <w:ind w:left="113" w:right="113"/>
              <w:rPr>
                <w:color w:val="000000" w:themeColor="text1"/>
                <w:sz w:val="18"/>
                <w:szCs w:val="18"/>
              </w:rPr>
            </w:pPr>
            <w:r w:rsidRPr="00C83526">
              <w:rPr>
                <w:color w:val="000000" w:themeColor="text1"/>
                <w:sz w:val="18"/>
                <w:szCs w:val="18"/>
              </w:rPr>
              <w:t>État d</w:t>
            </w:r>
            <w:r w:rsidR="004B0B6E">
              <w:rPr>
                <w:color w:val="000000" w:themeColor="text1"/>
                <w:sz w:val="18"/>
                <w:szCs w:val="18"/>
              </w:rPr>
              <w:t>’</w:t>
            </w:r>
            <w:r w:rsidRPr="00C83526">
              <w:rPr>
                <w:color w:val="000000" w:themeColor="text1"/>
                <w:sz w:val="18"/>
                <w:szCs w:val="18"/>
              </w:rPr>
              <w:t>alimentation du module d</w:t>
            </w:r>
            <w:r>
              <w:rPr>
                <w:color w:val="000000" w:themeColor="text1"/>
                <w:sz w:val="18"/>
                <w:szCs w:val="18"/>
              </w:rPr>
              <w:t>u</w:t>
            </w:r>
            <w:r w:rsidR="007B6FA7">
              <w:rPr>
                <w:color w:val="000000" w:themeColor="text1"/>
                <w:sz w:val="18"/>
                <w:szCs w:val="18"/>
              </w:rPr>
              <w:t> </w:t>
            </w:r>
            <w:r>
              <w:rPr>
                <w:color w:val="000000" w:themeColor="text1"/>
                <w:sz w:val="18"/>
                <w:szCs w:val="18"/>
              </w:rPr>
              <w:t xml:space="preserve">pneumatique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D2E786F" w14:textId="77777777" w:rsidR="005433DF" w:rsidRPr="00D0150D" w:rsidRDefault="005433DF" w:rsidP="007B6FA7">
            <w:pPr>
              <w:spacing w:before="40" w:after="80" w:line="220" w:lineRule="exact"/>
              <w:ind w:left="113" w:right="113"/>
              <w:rPr>
                <w:color w:val="000000" w:themeColor="text1"/>
                <w:sz w:val="18"/>
                <w:szCs w:val="18"/>
              </w:rPr>
            </w:pPr>
            <w:r w:rsidRPr="00D0150D">
              <w:rPr>
                <w:color w:val="000000" w:themeColor="text1"/>
                <w:sz w:val="18"/>
                <w:szCs w:val="18"/>
              </w:rPr>
              <w:t xml:space="preserve">RGE23 </w:t>
            </w:r>
            <w:r>
              <w:rPr>
                <w:color w:val="000000" w:themeColor="text1"/>
                <w:sz w:val="18"/>
                <w:szCs w:val="18"/>
              </w:rPr>
              <w:t>(octet</w:t>
            </w:r>
            <w:r w:rsidRPr="00D0150D">
              <w:rPr>
                <w:color w:val="000000" w:themeColor="text1"/>
                <w:sz w:val="18"/>
                <w:szCs w:val="18"/>
              </w:rPr>
              <w:t xml:space="preserve"> 6</w:t>
            </w:r>
            <w:r>
              <w:rPr>
                <w:color w:val="000000" w:themeColor="text1"/>
                <w:sz w:val="18"/>
                <w:szCs w:val="18"/>
              </w:rPr>
              <w:t>) b</w:t>
            </w:r>
            <w:r w:rsidRPr="00D0150D">
              <w:rPr>
                <w:color w:val="000000" w:themeColor="text1"/>
                <w:sz w:val="18"/>
                <w:szCs w:val="18"/>
              </w:rPr>
              <w:t>it</w:t>
            </w:r>
            <w:r>
              <w:rPr>
                <w:color w:val="000000" w:themeColor="text1"/>
                <w:sz w:val="18"/>
                <w:szCs w:val="18"/>
              </w:rPr>
              <w:t>s</w:t>
            </w:r>
            <w:r w:rsidRPr="00D0150D">
              <w:rPr>
                <w:color w:val="000000" w:themeColor="text1"/>
                <w:sz w:val="18"/>
                <w:szCs w:val="18"/>
              </w:rPr>
              <w:t xml:space="preserve"> 4-5</w:t>
            </w:r>
          </w:p>
        </w:tc>
      </w:tr>
      <w:tr w:rsidR="005433DF" w:rsidRPr="00D0150D" w14:paraId="6FB012F6" w14:textId="77777777" w:rsidTr="007B6FA7">
        <w:trPr>
          <w:tblHead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3A7738E" w14:textId="77777777" w:rsidR="005433DF" w:rsidRPr="00D0150D" w:rsidRDefault="005433DF" w:rsidP="007B6FA7">
            <w:pPr>
              <w:spacing w:before="40" w:after="80" w:line="220" w:lineRule="exact"/>
              <w:ind w:left="113" w:right="113"/>
              <w:rPr>
                <w:color w:val="000000" w:themeColor="text1"/>
                <w:sz w:val="18"/>
                <w:szCs w:val="18"/>
              </w:rPr>
            </w:pPr>
            <w:r w:rsidRPr="000D7560">
              <w:rPr>
                <w:color w:val="000000" w:themeColor="text1"/>
                <w:sz w:val="18"/>
                <w:szCs w:val="18"/>
              </w:rPr>
              <w:t>Index des données d</w:t>
            </w:r>
            <w:r w:rsidR="004B0B6E">
              <w:rPr>
                <w:color w:val="000000" w:themeColor="text1"/>
                <w:sz w:val="18"/>
                <w:szCs w:val="18"/>
              </w:rPr>
              <w:t>’</w:t>
            </w:r>
            <w:r w:rsidRPr="000D7560">
              <w:rPr>
                <w:color w:val="000000" w:themeColor="text1"/>
                <w:sz w:val="18"/>
                <w:szCs w:val="18"/>
              </w:rPr>
              <w:t xml:space="preserve">identification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A08D3BE" w14:textId="77777777" w:rsidR="005433DF" w:rsidRPr="00D0150D" w:rsidRDefault="005433DF" w:rsidP="007B6FA7">
            <w:pPr>
              <w:spacing w:before="40" w:after="80" w:line="220" w:lineRule="exact"/>
              <w:ind w:left="113" w:right="113"/>
              <w:rPr>
                <w:color w:val="000000" w:themeColor="text1"/>
                <w:sz w:val="18"/>
                <w:szCs w:val="18"/>
              </w:rPr>
            </w:pPr>
            <w:r w:rsidRPr="00D0150D">
              <w:rPr>
                <w:color w:val="000000" w:themeColor="text1"/>
                <w:sz w:val="18"/>
                <w:szCs w:val="18"/>
              </w:rPr>
              <w:t xml:space="preserve">RGE23 </w:t>
            </w:r>
            <w:r>
              <w:rPr>
                <w:color w:val="000000" w:themeColor="text1"/>
                <w:sz w:val="18"/>
                <w:szCs w:val="18"/>
              </w:rPr>
              <w:t>(octet</w:t>
            </w:r>
            <w:r w:rsidRPr="00D0150D">
              <w:rPr>
                <w:color w:val="000000" w:themeColor="text1"/>
                <w:sz w:val="18"/>
                <w:szCs w:val="18"/>
              </w:rPr>
              <w:t xml:space="preserve"> 7</w:t>
            </w:r>
            <w:r>
              <w:rPr>
                <w:color w:val="000000" w:themeColor="text1"/>
                <w:sz w:val="18"/>
                <w:szCs w:val="18"/>
              </w:rPr>
              <w:t>)</w:t>
            </w:r>
          </w:p>
        </w:tc>
      </w:tr>
      <w:tr w:rsidR="005433DF" w:rsidRPr="00D0150D" w14:paraId="1DD898B7" w14:textId="77777777" w:rsidTr="007B6FA7">
        <w:trPr>
          <w:tblHeader/>
        </w:trPr>
        <w:tc>
          <w:tcPr>
            <w:tcW w:w="2972" w:type="dxa"/>
            <w:tcBorders>
              <w:top w:val="single" w:sz="4" w:space="0" w:color="auto"/>
              <w:left w:val="single" w:sz="4" w:space="0" w:color="auto"/>
              <w:bottom w:val="single" w:sz="12" w:space="0" w:color="auto"/>
              <w:right w:val="single" w:sz="4" w:space="0" w:color="auto"/>
            </w:tcBorders>
            <w:shd w:val="clear" w:color="auto" w:fill="auto"/>
          </w:tcPr>
          <w:p w14:paraId="50D459A2" w14:textId="77777777" w:rsidR="005433DF" w:rsidRPr="00D0150D" w:rsidRDefault="005433DF" w:rsidP="007B6FA7">
            <w:pPr>
              <w:spacing w:before="40" w:after="80" w:line="220" w:lineRule="exact"/>
              <w:ind w:left="113" w:right="113"/>
              <w:rPr>
                <w:color w:val="000000" w:themeColor="text1"/>
                <w:sz w:val="18"/>
                <w:szCs w:val="18"/>
              </w:rPr>
            </w:pPr>
            <w:r w:rsidRPr="000D7560">
              <w:rPr>
                <w:color w:val="000000" w:themeColor="text1"/>
                <w:sz w:val="18"/>
                <w:szCs w:val="18"/>
              </w:rPr>
              <w:t>Contenu des données d</w:t>
            </w:r>
            <w:r w:rsidR="004B0B6E">
              <w:rPr>
                <w:color w:val="000000" w:themeColor="text1"/>
                <w:sz w:val="18"/>
                <w:szCs w:val="18"/>
              </w:rPr>
              <w:t>’</w:t>
            </w:r>
            <w:r w:rsidRPr="000D7560">
              <w:rPr>
                <w:color w:val="000000" w:themeColor="text1"/>
                <w:sz w:val="18"/>
                <w:szCs w:val="18"/>
              </w:rPr>
              <w:t xml:space="preserve">identification </w:t>
            </w:r>
          </w:p>
        </w:tc>
        <w:tc>
          <w:tcPr>
            <w:tcW w:w="4394" w:type="dxa"/>
            <w:tcBorders>
              <w:top w:val="single" w:sz="4" w:space="0" w:color="auto"/>
              <w:left w:val="single" w:sz="4" w:space="0" w:color="auto"/>
              <w:bottom w:val="single" w:sz="12" w:space="0" w:color="auto"/>
              <w:right w:val="single" w:sz="4" w:space="0" w:color="auto"/>
            </w:tcBorders>
            <w:shd w:val="clear" w:color="auto" w:fill="auto"/>
          </w:tcPr>
          <w:p w14:paraId="7D7F75D6" w14:textId="77777777" w:rsidR="005433DF" w:rsidRPr="00D0150D" w:rsidRDefault="005433DF" w:rsidP="007B6FA7">
            <w:pPr>
              <w:spacing w:before="40" w:after="80" w:line="220" w:lineRule="exact"/>
              <w:ind w:left="113" w:right="113"/>
              <w:rPr>
                <w:color w:val="000000" w:themeColor="text1"/>
                <w:sz w:val="18"/>
                <w:szCs w:val="18"/>
              </w:rPr>
            </w:pPr>
            <w:r w:rsidRPr="00D0150D">
              <w:rPr>
                <w:color w:val="000000" w:themeColor="text1"/>
                <w:sz w:val="18"/>
                <w:szCs w:val="18"/>
              </w:rPr>
              <w:t xml:space="preserve">RGE23 </w:t>
            </w:r>
            <w:r>
              <w:rPr>
                <w:color w:val="000000" w:themeColor="text1"/>
                <w:sz w:val="18"/>
                <w:szCs w:val="18"/>
              </w:rPr>
              <w:t>(octet</w:t>
            </w:r>
            <w:r w:rsidRPr="00D0150D">
              <w:rPr>
                <w:color w:val="000000" w:themeColor="text1"/>
                <w:sz w:val="18"/>
                <w:szCs w:val="18"/>
              </w:rPr>
              <w:t xml:space="preserve"> 8</w:t>
            </w:r>
            <w:r>
              <w:rPr>
                <w:color w:val="000000" w:themeColor="text1"/>
                <w:sz w:val="18"/>
                <w:szCs w:val="18"/>
              </w:rPr>
              <w:t>)</w:t>
            </w:r>
          </w:p>
        </w:tc>
      </w:tr>
    </w:tbl>
    <w:p w14:paraId="196775A1" w14:textId="77777777" w:rsidR="00BC7683" w:rsidRPr="00797131" w:rsidRDefault="00BC7683" w:rsidP="005433DF">
      <w:pPr>
        <w:pStyle w:val="SingleTxtG"/>
        <w:spacing w:before="240"/>
        <w:ind w:left="2268" w:hanging="1134"/>
        <w:rPr>
          <w:color w:val="000000" w:themeColor="text1"/>
        </w:rPr>
      </w:pPr>
      <w:r w:rsidRPr="007A28EE">
        <w:t>2.1.4</w:t>
      </w:r>
      <w:r w:rsidRPr="007A28EE">
        <w:tab/>
      </w:r>
      <w:r w:rsidRPr="00797131">
        <w:t>L</w:t>
      </w:r>
      <w:r w:rsidR="004B0B6E">
        <w:t>’</w:t>
      </w:r>
      <w:r w:rsidRPr="00EB56EC">
        <w:t xml:space="preserve">unité de contrôle électronique </w:t>
      </w:r>
      <w:r w:rsidRPr="00797131">
        <w:t xml:space="preserve">du véhicule tracté qui émet les messages </w:t>
      </w:r>
      <w:r w:rsidRPr="00797131">
        <w:rPr>
          <w:color w:val="000000" w:themeColor="text1"/>
        </w:rPr>
        <w:t xml:space="preserve">EBS23 et RGE23 doit </w:t>
      </w:r>
      <w:r>
        <w:rPr>
          <w:color w:val="000000" w:themeColor="text1"/>
        </w:rPr>
        <w:t xml:space="preserve">les </w:t>
      </w:r>
      <w:r w:rsidRPr="00797131">
        <w:rPr>
          <w:color w:val="000000" w:themeColor="text1"/>
        </w:rPr>
        <w:t xml:space="preserve">assembler </w:t>
      </w:r>
      <w:r>
        <w:rPr>
          <w:color w:val="000000" w:themeColor="text1"/>
        </w:rPr>
        <w:t xml:space="preserve">à partir des données reçues du </w:t>
      </w:r>
      <w:r w:rsidRPr="00797131">
        <w:rPr>
          <w:color w:val="000000" w:themeColor="text1"/>
        </w:rPr>
        <w:t xml:space="preserve">système de surveillance de la pression des pneumatiques </w:t>
      </w:r>
      <w:r>
        <w:rPr>
          <w:color w:val="000000" w:themeColor="text1"/>
        </w:rPr>
        <w:t>reçues de la part de l</w:t>
      </w:r>
      <w:r w:rsidR="004B0B6E">
        <w:rPr>
          <w:color w:val="000000" w:themeColor="text1"/>
        </w:rPr>
        <w:t>’</w:t>
      </w:r>
      <w:r w:rsidRPr="00EB56EC">
        <w:rPr>
          <w:color w:val="000000" w:themeColor="text1"/>
        </w:rPr>
        <w:t>unité de contrôle électronique</w:t>
      </w:r>
      <w:r w:rsidRPr="00797131">
        <w:rPr>
          <w:color w:val="000000" w:themeColor="text1"/>
        </w:rPr>
        <w:t xml:space="preserve"> </w:t>
      </w:r>
      <w:bookmarkStart w:id="17" w:name="_Hlk63863511"/>
      <w:r>
        <w:rPr>
          <w:color w:val="000000" w:themeColor="text1"/>
        </w:rPr>
        <w:t xml:space="preserve">qui assure la fonctionnalité du </w:t>
      </w:r>
      <w:r w:rsidRPr="00797131">
        <w:rPr>
          <w:color w:val="000000" w:themeColor="text1"/>
        </w:rPr>
        <w:t xml:space="preserve">TPMS </w:t>
      </w:r>
      <w:bookmarkEnd w:id="17"/>
      <w:r>
        <w:rPr>
          <w:color w:val="000000" w:themeColor="text1"/>
        </w:rPr>
        <w:t>ainsi que de données provenant d</w:t>
      </w:r>
      <w:r w:rsidR="004B0B6E">
        <w:rPr>
          <w:color w:val="000000" w:themeColor="text1"/>
        </w:rPr>
        <w:t>’</w:t>
      </w:r>
      <w:r>
        <w:rPr>
          <w:color w:val="000000" w:themeColor="text1"/>
        </w:rPr>
        <w:t>autres sources</w:t>
      </w:r>
      <w:r w:rsidRPr="00797131">
        <w:rPr>
          <w:color w:val="000000" w:themeColor="text1"/>
        </w:rPr>
        <w:t>.</w:t>
      </w:r>
    </w:p>
    <w:p w14:paraId="31187077" w14:textId="77777777" w:rsidR="00BC7683" w:rsidRPr="005A30C3" w:rsidRDefault="00BC7683" w:rsidP="005433DF">
      <w:pPr>
        <w:pStyle w:val="SingleTxtG"/>
        <w:ind w:left="2268"/>
        <w:rPr>
          <w:color w:val="000000" w:themeColor="text1"/>
        </w:rPr>
      </w:pPr>
      <w:r w:rsidRPr="005A30C3">
        <w:rPr>
          <w:color w:val="000000" w:themeColor="text1"/>
        </w:rPr>
        <w:t xml:space="preserve">Les signaux autres que ceux qui concernent la </w:t>
      </w:r>
      <w:r w:rsidRPr="005433DF">
        <w:rPr>
          <w:rFonts w:eastAsia="Calibri"/>
        </w:rPr>
        <w:t>pression</w:t>
      </w:r>
      <w:r w:rsidRPr="005A30C3">
        <w:rPr>
          <w:color w:val="000000" w:themeColor="text1"/>
        </w:rPr>
        <w:t xml:space="preserve"> des pneumatiques (EBS23 </w:t>
      </w:r>
      <w:r>
        <w:rPr>
          <w:color w:val="000000" w:themeColor="text1"/>
        </w:rPr>
        <w:t>o</w:t>
      </w:r>
      <w:r w:rsidRPr="005A30C3">
        <w:rPr>
          <w:color w:val="000000" w:themeColor="text1"/>
        </w:rPr>
        <w:t xml:space="preserve">ctet 1 </w:t>
      </w:r>
      <w:r>
        <w:rPr>
          <w:color w:val="000000" w:themeColor="text1"/>
        </w:rPr>
        <w:t>b</w:t>
      </w:r>
      <w:r w:rsidRPr="005A30C3">
        <w:rPr>
          <w:color w:val="000000" w:themeColor="text1"/>
        </w:rPr>
        <w:t>it 1-2) dans le cadre de</w:t>
      </w:r>
      <w:r>
        <w:rPr>
          <w:color w:val="000000" w:themeColor="text1"/>
        </w:rPr>
        <w:t>s</w:t>
      </w:r>
      <w:r w:rsidRPr="005A30C3">
        <w:rPr>
          <w:color w:val="000000" w:themeColor="text1"/>
        </w:rPr>
        <w:t xml:space="preserve"> messages EBS23 </w:t>
      </w:r>
      <w:r>
        <w:rPr>
          <w:color w:val="000000" w:themeColor="text1"/>
        </w:rPr>
        <w:t xml:space="preserve">et </w:t>
      </w:r>
      <w:r w:rsidRPr="005A30C3">
        <w:rPr>
          <w:color w:val="000000" w:themeColor="text1"/>
        </w:rPr>
        <w:t xml:space="preserve">RGE23 </w:t>
      </w:r>
      <w:r>
        <w:rPr>
          <w:color w:val="000000" w:themeColor="text1"/>
        </w:rPr>
        <w:t>doivent être émis avec l</w:t>
      </w:r>
      <w:r w:rsidR="004B0B6E">
        <w:rPr>
          <w:color w:val="000000" w:themeColor="text1"/>
        </w:rPr>
        <w:t>’</w:t>
      </w:r>
      <w:r w:rsidRPr="005A30C3">
        <w:rPr>
          <w:color w:val="000000" w:themeColor="text1"/>
        </w:rPr>
        <w:t>indication “no</w:t>
      </w:r>
      <w:r>
        <w:rPr>
          <w:color w:val="000000" w:themeColor="text1"/>
        </w:rPr>
        <w:t>n disponible</w:t>
      </w:r>
      <w:r w:rsidRPr="005A30C3">
        <w:rPr>
          <w:color w:val="000000" w:themeColor="text1"/>
        </w:rPr>
        <w:t xml:space="preserve">” </w:t>
      </w:r>
      <w:r>
        <w:rPr>
          <w:color w:val="000000" w:themeColor="text1"/>
        </w:rPr>
        <w:t>si l</w:t>
      </w:r>
      <w:r w:rsidR="004B0B6E">
        <w:rPr>
          <w:color w:val="000000" w:themeColor="text1"/>
        </w:rPr>
        <w:t>’</w:t>
      </w:r>
      <w:r>
        <w:rPr>
          <w:color w:val="000000" w:themeColor="text1"/>
        </w:rPr>
        <w:t>unité de contrôle électronique</w:t>
      </w:r>
      <w:r w:rsidRPr="005A30C3">
        <w:rPr>
          <w:color w:val="000000" w:themeColor="text1"/>
        </w:rPr>
        <w:t xml:space="preserve"> qui assure la fonctionnalité du TPMS</w:t>
      </w:r>
      <w:r>
        <w:rPr>
          <w:color w:val="000000" w:themeColor="text1"/>
        </w:rPr>
        <w:t xml:space="preserve"> ne fournit pas de telles données.</w:t>
      </w:r>
    </w:p>
    <w:p w14:paraId="119F49F1" w14:textId="77777777" w:rsidR="00BC7683" w:rsidRDefault="00BC7683" w:rsidP="005433DF">
      <w:pPr>
        <w:pStyle w:val="SingleTxtG"/>
        <w:keepNext/>
        <w:spacing w:before="240"/>
        <w:ind w:left="2268" w:hanging="1134"/>
      </w:pPr>
      <w:r w:rsidRPr="005A30C3">
        <w:lastRenderedPageBreak/>
        <w:t>2.2</w:t>
      </w:r>
      <w:r w:rsidRPr="005A30C3">
        <w:tab/>
        <w:t>Lorsque le véhicule tracté émet les messages</w:t>
      </w:r>
      <w:r>
        <w:t xml:space="preserve"> suivants, le véhicule </w:t>
      </w:r>
      <w:r w:rsidRPr="005433DF">
        <w:rPr>
          <w:color w:val="000000" w:themeColor="text1"/>
        </w:rPr>
        <w:t>tracteur</w:t>
      </w:r>
      <w:r>
        <w:t xml:space="preserve"> doit transmettre un avertissement </w:t>
      </w:r>
      <w:r w:rsidRPr="005A30C3">
        <w:t>de sous-gonflage</w:t>
      </w:r>
      <w:r>
        <w:t xml:space="preserve"> au conducteur</w:t>
      </w:r>
      <w:r w:rsidR="009D1988">
        <w:t> </w:t>
      </w:r>
      <w:r w:rsidRPr="005A30C3">
        <w:t>:</w:t>
      </w:r>
    </w:p>
    <w:tbl>
      <w:tblPr>
        <w:tblW w:w="7508"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268"/>
      </w:tblGrid>
      <w:tr w:rsidR="005433DF" w:rsidRPr="00502E9C" w14:paraId="70C3EC55" w14:textId="77777777" w:rsidTr="00A92227">
        <w:trPr>
          <w:tblHeader/>
        </w:trPr>
        <w:tc>
          <w:tcPr>
            <w:tcW w:w="2122" w:type="dxa"/>
            <w:tcBorders>
              <w:bottom w:val="single" w:sz="12" w:space="0" w:color="auto"/>
            </w:tcBorders>
            <w:shd w:val="clear" w:color="auto" w:fill="auto"/>
            <w:vAlign w:val="bottom"/>
          </w:tcPr>
          <w:p w14:paraId="26E46BAF" w14:textId="77777777" w:rsidR="005433DF" w:rsidRPr="00502E9C" w:rsidRDefault="005433DF" w:rsidP="00A92227">
            <w:pPr>
              <w:spacing w:before="80" w:after="80" w:line="200" w:lineRule="exact"/>
              <w:ind w:left="57" w:right="113"/>
              <w:rPr>
                <w:i/>
                <w:sz w:val="16"/>
              </w:rPr>
            </w:pPr>
            <w:r w:rsidRPr="00F83F8C">
              <w:rPr>
                <w:i/>
                <w:sz w:val="16"/>
              </w:rPr>
              <w:t xml:space="preserve">Fonction ou paramètre </w:t>
            </w:r>
          </w:p>
        </w:tc>
        <w:tc>
          <w:tcPr>
            <w:tcW w:w="3118" w:type="dxa"/>
            <w:tcBorders>
              <w:bottom w:val="single" w:sz="12" w:space="0" w:color="auto"/>
            </w:tcBorders>
            <w:shd w:val="clear" w:color="auto" w:fill="auto"/>
            <w:vAlign w:val="bottom"/>
          </w:tcPr>
          <w:p w14:paraId="2403D6D7" w14:textId="77777777" w:rsidR="005433DF" w:rsidRPr="00502E9C" w:rsidRDefault="005433DF" w:rsidP="00E949AD">
            <w:pPr>
              <w:spacing w:before="80" w:after="80" w:line="200" w:lineRule="exact"/>
              <w:ind w:left="113" w:right="113"/>
              <w:rPr>
                <w:i/>
                <w:sz w:val="16"/>
              </w:rPr>
            </w:pPr>
            <w:r w:rsidRPr="00F83F8C">
              <w:rPr>
                <w:i/>
                <w:sz w:val="16"/>
              </w:rPr>
              <w:t xml:space="preserve">Référence dans la norme </w:t>
            </w:r>
            <w:r w:rsidRPr="00502E9C">
              <w:rPr>
                <w:i/>
                <w:sz w:val="16"/>
              </w:rPr>
              <w:t>ISO 11992-2:2014</w:t>
            </w:r>
          </w:p>
        </w:tc>
        <w:tc>
          <w:tcPr>
            <w:tcW w:w="2268" w:type="dxa"/>
            <w:tcBorders>
              <w:bottom w:val="single" w:sz="12" w:space="0" w:color="auto"/>
            </w:tcBorders>
            <w:shd w:val="clear" w:color="auto" w:fill="auto"/>
            <w:vAlign w:val="bottom"/>
          </w:tcPr>
          <w:p w14:paraId="4255CDC6" w14:textId="77777777" w:rsidR="005433DF" w:rsidRPr="00502E9C" w:rsidRDefault="005433DF" w:rsidP="00E949AD">
            <w:pPr>
              <w:spacing w:before="80" w:after="80" w:line="200" w:lineRule="exact"/>
              <w:ind w:left="113" w:right="113"/>
              <w:rPr>
                <w:i/>
                <w:sz w:val="16"/>
              </w:rPr>
            </w:pPr>
            <w:r w:rsidRPr="005A30C3">
              <w:rPr>
                <w:i/>
                <w:sz w:val="16"/>
              </w:rPr>
              <w:t>Signal d</w:t>
            </w:r>
            <w:r w:rsidR="004B0B6E">
              <w:rPr>
                <w:i/>
                <w:sz w:val="16"/>
              </w:rPr>
              <w:t>’</w:t>
            </w:r>
            <w:r w:rsidRPr="005A30C3">
              <w:rPr>
                <w:i/>
                <w:sz w:val="16"/>
              </w:rPr>
              <w:t xml:space="preserve">avertissement </w:t>
            </w:r>
            <w:r>
              <w:rPr>
                <w:i/>
                <w:sz w:val="16"/>
              </w:rPr>
              <w:t>a</w:t>
            </w:r>
            <w:r w:rsidRPr="005A30C3">
              <w:rPr>
                <w:i/>
                <w:sz w:val="16"/>
              </w:rPr>
              <w:t>u conducteur</w:t>
            </w:r>
          </w:p>
        </w:tc>
      </w:tr>
      <w:tr w:rsidR="005433DF" w:rsidRPr="005A30C3" w14:paraId="005F537E" w14:textId="77777777" w:rsidTr="00A92227">
        <w:trPr>
          <w:tblHeader/>
        </w:trPr>
        <w:tc>
          <w:tcPr>
            <w:tcW w:w="2122" w:type="dxa"/>
            <w:tcBorders>
              <w:top w:val="single" w:sz="12" w:space="0" w:color="auto"/>
              <w:bottom w:val="single" w:sz="4" w:space="0" w:color="auto"/>
            </w:tcBorders>
            <w:shd w:val="clear" w:color="auto" w:fill="auto"/>
          </w:tcPr>
          <w:p w14:paraId="274E7D0E" w14:textId="77777777" w:rsidR="005433DF" w:rsidRPr="005A30C3" w:rsidRDefault="005433DF" w:rsidP="00A92227">
            <w:pPr>
              <w:spacing w:before="40" w:after="80" w:line="220" w:lineRule="exact"/>
              <w:ind w:left="57" w:right="113"/>
              <w:rPr>
                <w:sz w:val="18"/>
                <w:szCs w:val="18"/>
              </w:rPr>
            </w:pPr>
            <w:r w:rsidRPr="005A30C3">
              <w:rPr>
                <w:sz w:val="18"/>
                <w:szCs w:val="18"/>
              </w:rPr>
              <w:t>Pression des pneumatiques</w:t>
            </w:r>
          </w:p>
          <w:p w14:paraId="09204573" w14:textId="77777777" w:rsidR="005433DF" w:rsidRPr="005A30C3" w:rsidRDefault="005433DF" w:rsidP="00A92227">
            <w:pPr>
              <w:spacing w:before="40" w:after="80" w:line="220" w:lineRule="exact"/>
              <w:ind w:left="57" w:right="113"/>
              <w:rPr>
                <w:sz w:val="18"/>
                <w:szCs w:val="18"/>
              </w:rPr>
            </w:pPr>
            <w:r w:rsidRPr="005A30C3">
              <w:rPr>
                <w:i/>
                <w:iCs/>
                <w:color w:val="000000" w:themeColor="text1"/>
                <w:sz w:val="18"/>
                <w:szCs w:val="18"/>
              </w:rPr>
              <w:t>(Pour l</w:t>
            </w:r>
            <w:r>
              <w:rPr>
                <w:i/>
                <w:iCs/>
                <w:color w:val="000000" w:themeColor="text1"/>
                <w:sz w:val="18"/>
                <w:szCs w:val="18"/>
              </w:rPr>
              <w:t>a transmission d</w:t>
            </w:r>
            <w:r w:rsidR="004B0B6E">
              <w:rPr>
                <w:i/>
                <w:iCs/>
                <w:color w:val="000000" w:themeColor="text1"/>
                <w:sz w:val="18"/>
                <w:szCs w:val="18"/>
              </w:rPr>
              <w:t>’</w:t>
            </w:r>
            <w:r w:rsidRPr="005A30C3">
              <w:rPr>
                <w:i/>
                <w:iCs/>
                <w:color w:val="000000" w:themeColor="text1"/>
                <w:sz w:val="18"/>
                <w:szCs w:val="18"/>
              </w:rPr>
              <w:t>avertissement de sous</w:t>
            </w:r>
            <w:r w:rsidR="00A92227">
              <w:rPr>
                <w:i/>
                <w:iCs/>
                <w:color w:val="000000" w:themeColor="text1"/>
                <w:sz w:val="18"/>
                <w:szCs w:val="18"/>
              </w:rPr>
              <w:noBreakHyphen/>
            </w:r>
            <w:r w:rsidRPr="005A30C3">
              <w:rPr>
                <w:i/>
                <w:iCs/>
                <w:color w:val="000000" w:themeColor="text1"/>
                <w:sz w:val="18"/>
                <w:szCs w:val="18"/>
              </w:rPr>
              <w:t>gonflage)</w:t>
            </w:r>
          </w:p>
        </w:tc>
        <w:tc>
          <w:tcPr>
            <w:tcW w:w="3118" w:type="dxa"/>
            <w:tcBorders>
              <w:top w:val="single" w:sz="12" w:space="0" w:color="auto"/>
              <w:bottom w:val="single" w:sz="4" w:space="0" w:color="auto"/>
            </w:tcBorders>
            <w:shd w:val="clear" w:color="auto" w:fill="auto"/>
          </w:tcPr>
          <w:p w14:paraId="36150B91" w14:textId="77777777" w:rsidR="005433DF" w:rsidRPr="00D0150D" w:rsidRDefault="005433DF" w:rsidP="00A92227">
            <w:pPr>
              <w:spacing w:before="40" w:after="80" w:line="220" w:lineRule="exact"/>
              <w:ind w:left="113" w:right="113"/>
              <w:rPr>
                <w:sz w:val="18"/>
                <w:szCs w:val="18"/>
              </w:rPr>
            </w:pPr>
            <w:r w:rsidRPr="00D0150D">
              <w:rPr>
                <w:sz w:val="18"/>
                <w:szCs w:val="18"/>
              </w:rPr>
              <w:t xml:space="preserve">EBS23 </w:t>
            </w:r>
            <w:r>
              <w:rPr>
                <w:sz w:val="18"/>
                <w:szCs w:val="18"/>
              </w:rPr>
              <w:t>(octet</w:t>
            </w:r>
            <w:r w:rsidRPr="00D0150D">
              <w:rPr>
                <w:sz w:val="18"/>
                <w:szCs w:val="18"/>
              </w:rPr>
              <w:t xml:space="preserve"> 1</w:t>
            </w:r>
            <w:r>
              <w:rPr>
                <w:sz w:val="18"/>
                <w:szCs w:val="18"/>
              </w:rPr>
              <w:t xml:space="preserve">) </w:t>
            </w:r>
            <w:r w:rsidR="00A92227">
              <w:rPr>
                <w:sz w:val="18"/>
                <w:szCs w:val="18"/>
              </w:rPr>
              <w:br/>
            </w:r>
            <w:r>
              <w:rPr>
                <w:sz w:val="18"/>
                <w:szCs w:val="18"/>
              </w:rPr>
              <w:t>b</w:t>
            </w:r>
            <w:r w:rsidRPr="00D0150D">
              <w:rPr>
                <w:sz w:val="18"/>
                <w:szCs w:val="18"/>
              </w:rPr>
              <w:t>it</w:t>
            </w:r>
            <w:r>
              <w:rPr>
                <w:sz w:val="18"/>
                <w:szCs w:val="18"/>
              </w:rPr>
              <w:t xml:space="preserve">s </w:t>
            </w:r>
            <w:r w:rsidRPr="00D0150D">
              <w:rPr>
                <w:sz w:val="18"/>
                <w:szCs w:val="18"/>
              </w:rPr>
              <w:t>1-2</w:t>
            </w:r>
          </w:p>
          <w:p w14:paraId="60699BC1" w14:textId="77777777" w:rsidR="005433DF" w:rsidRPr="00D0150D" w:rsidRDefault="005433DF" w:rsidP="00A92227">
            <w:pPr>
              <w:spacing w:before="40" w:after="80" w:line="220" w:lineRule="exact"/>
              <w:ind w:left="113" w:right="113"/>
              <w:rPr>
                <w:sz w:val="18"/>
                <w:szCs w:val="18"/>
              </w:rPr>
            </w:pPr>
            <w:r w:rsidRPr="00D0150D">
              <w:rPr>
                <w:sz w:val="18"/>
                <w:szCs w:val="18"/>
              </w:rPr>
              <w:t>(00</w:t>
            </w:r>
            <w:r w:rsidRPr="00D921DF">
              <w:rPr>
                <w:sz w:val="18"/>
                <w:szCs w:val="18"/>
                <w:vertAlign w:val="subscript"/>
              </w:rPr>
              <w:t>2</w:t>
            </w:r>
            <w:r w:rsidRPr="00D0150D">
              <w:rPr>
                <w:sz w:val="18"/>
                <w:szCs w:val="18"/>
              </w:rPr>
              <w:t xml:space="preserve"> </w:t>
            </w:r>
            <w:r w:rsidR="00A92227">
              <w:rPr>
                <w:sz w:val="18"/>
                <w:szCs w:val="18"/>
              </w:rPr>
              <w:t>−</w:t>
            </w:r>
            <w:r w:rsidRPr="00D0150D">
              <w:rPr>
                <w:sz w:val="18"/>
                <w:szCs w:val="18"/>
              </w:rPr>
              <w:t xml:space="preserve"> </w:t>
            </w:r>
            <w:r>
              <w:rPr>
                <w:sz w:val="18"/>
                <w:szCs w:val="18"/>
              </w:rPr>
              <w:t xml:space="preserve">pression du pneumatique </w:t>
            </w:r>
            <w:r w:rsidRPr="00D0150D">
              <w:rPr>
                <w:sz w:val="18"/>
                <w:szCs w:val="18"/>
              </w:rPr>
              <w:t>insuffi</w:t>
            </w:r>
            <w:r>
              <w:rPr>
                <w:sz w:val="18"/>
                <w:szCs w:val="18"/>
              </w:rPr>
              <w:t>sante</w:t>
            </w:r>
            <w:r w:rsidRPr="00D0150D">
              <w:rPr>
                <w:sz w:val="18"/>
                <w:szCs w:val="18"/>
              </w:rPr>
              <w:t>)</w:t>
            </w:r>
          </w:p>
        </w:tc>
        <w:tc>
          <w:tcPr>
            <w:tcW w:w="2268" w:type="dxa"/>
            <w:tcBorders>
              <w:top w:val="single" w:sz="12" w:space="0" w:color="auto"/>
              <w:bottom w:val="single" w:sz="4" w:space="0" w:color="auto"/>
            </w:tcBorders>
            <w:shd w:val="clear" w:color="auto" w:fill="auto"/>
          </w:tcPr>
          <w:p w14:paraId="4E893266" w14:textId="77777777" w:rsidR="005433DF" w:rsidRPr="005A30C3" w:rsidRDefault="005433DF" w:rsidP="00A92227">
            <w:pPr>
              <w:spacing w:before="40" w:after="80" w:line="220" w:lineRule="exact"/>
              <w:ind w:left="113" w:right="113"/>
              <w:rPr>
                <w:sz w:val="18"/>
                <w:szCs w:val="18"/>
              </w:rPr>
            </w:pPr>
            <w:r>
              <w:rPr>
                <w:sz w:val="18"/>
                <w:szCs w:val="18"/>
              </w:rPr>
              <w:t xml:space="preserve">Voir les </w:t>
            </w:r>
            <w:r w:rsidRPr="005A30C3">
              <w:rPr>
                <w:sz w:val="18"/>
                <w:szCs w:val="18"/>
              </w:rPr>
              <w:t>paragraphes 5.2.3, 5.2.4, 5.3.4, 5.3.5 et 5.5.2 d</w:t>
            </w:r>
            <w:r>
              <w:rPr>
                <w:sz w:val="18"/>
                <w:szCs w:val="18"/>
              </w:rPr>
              <w:t>u présent Règlement</w:t>
            </w:r>
          </w:p>
        </w:tc>
      </w:tr>
      <w:tr w:rsidR="005433DF" w:rsidRPr="002B6D5F" w14:paraId="1A177D8B" w14:textId="77777777" w:rsidTr="00A92227">
        <w:trPr>
          <w:tblHeader/>
        </w:trPr>
        <w:tc>
          <w:tcPr>
            <w:tcW w:w="2122" w:type="dxa"/>
            <w:tcBorders>
              <w:top w:val="single" w:sz="4" w:space="0" w:color="auto"/>
            </w:tcBorders>
            <w:shd w:val="clear" w:color="auto" w:fill="auto"/>
          </w:tcPr>
          <w:p w14:paraId="6412B37B" w14:textId="77777777" w:rsidR="005433DF" w:rsidRDefault="005433DF" w:rsidP="00A92227">
            <w:pPr>
              <w:spacing w:before="40" w:after="80" w:line="220" w:lineRule="exact"/>
              <w:ind w:left="57" w:right="113"/>
              <w:rPr>
                <w:color w:val="000000" w:themeColor="text1"/>
                <w:sz w:val="18"/>
                <w:szCs w:val="18"/>
              </w:rPr>
            </w:pPr>
            <w:r w:rsidRPr="00D36A57">
              <w:rPr>
                <w:color w:val="000000" w:themeColor="text1"/>
                <w:sz w:val="18"/>
                <w:szCs w:val="18"/>
              </w:rPr>
              <w:t xml:space="preserve">Identification </w:t>
            </w:r>
            <w:r>
              <w:rPr>
                <w:color w:val="000000" w:themeColor="text1"/>
                <w:sz w:val="18"/>
                <w:szCs w:val="18"/>
              </w:rPr>
              <w:t>des pneumatiques et des roues</w:t>
            </w:r>
          </w:p>
          <w:p w14:paraId="3C7C640E" w14:textId="77777777" w:rsidR="005433DF" w:rsidRPr="00D36A57" w:rsidRDefault="005433DF" w:rsidP="00A92227">
            <w:pPr>
              <w:spacing w:before="40" w:after="80" w:line="220" w:lineRule="exact"/>
              <w:ind w:left="57" w:right="113"/>
              <w:rPr>
                <w:color w:val="000000" w:themeColor="text1"/>
                <w:sz w:val="18"/>
                <w:szCs w:val="18"/>
              </w:rPr>
            </w:pPr>
            <w:r w:rsidRPr="00FC241A">
              <w:rPr>
                <w:i/>
                <w:iCs/>
                <w:color w:val="000000" w:themeColor="text1"/>
                <w:sz w:val="18"/>
                <w:szCs w:val="18"/>
              </w:rPr>
              <w:t>(Correspondant</w:t>
            </w:r>
            <w:r>
              <w:rPr>
                <w:i/>
                <w:iCs/>
                <w:color w:val="000000" w:themeColor="text1"/>
                <w:sz w:val="18"/>
                <w:szCs w:val="18"/>
              </w:rPr>
              <w:t xml:space="preserve"> à la p</w:t>
            </w:r>
            <w:r w:rsidRPr="00D36A57">
              <w:rPr>
                <w:i/>
                <w:iCs/>
                <w:color w:val="000000" w:themeColor="text1"/>
                <w:sz w:val="18"/>
                <w:szCs w:val="18"/>
              </w:rPr>
              <w:t>ression des pneumatiques)</w:t>
            </w:r>
          </w:p>
        </w:tc>
        <w:tc>
          <w:tcPr>
            <w:tcW w:w="3118" w:type="dxa"/>
            <w:tcBorders>
              <w:top w:val="single" w:sz="4" w:space="0" w:color="auto"/>
            </w:tcBorders>
            <w:shd w:val="clear" w:color="auto" w:fill="auto"/>
          </w:tcPr>
          <w:p w14:paraId="0B17444E" w14:textId="77777777" w:rsidR="005433DF" w:rsidRPr="002B6D5F" w:rsidRDefault="005433DF" w:rsidP="00A92227">
            <w:pPr>
              <w:spacing w:before="40" w:after="80" w:line="220" w:lineRule="exact"/>
              <w:ind w:left="113" w:right="113"/>
              <w:rPr>
                <w:sz w:val="18"/>
                <w:szCs w:val="18"/>
              </w:rPr>
            </w:pPr>
            <w:r w:rsidRPr="002B6D5F">
              <w:rPr>
                <w:color w:val="000000"/>
                <w:sz w:val="18"/>
                <w:szCs w:val="18"/>
              </w:rPr>
              <w:t xml:space="preserve">EBS23 </w:t>
            </w:r>
            <w:r>
              <w:rPr>
                <w:color w:val="000000"/>
                <w:sz w:val="18"/>
                <w:szCs w:val="18"/>
              </w:rPr>
              <w:t>(o</w:t>
            </w:r>
            <w:r w:rsidRPr="002B6D5F">
              <w:rPr>
                <w:color w:val="000000"/>
                <w:sz w:val="18"/>
                <w:szCs w:val="18"/>
              </w:rPr>
              <w:t>ctet 2</w:t>
            </w:r>
            <w:r>
              <w:rPr>
                <w:color w:val="000000"/>
                <w:sz w:val="18"/>
                <w:szCs w:val="18"/>
              </w:rPr>
              <w:t>)</w:t>
            </w:r>
          </w:p>
          <w:p w14:paraId="16A4284C" w14:textId="77777777" w:rsidR="005433DF" w:rsidRPr="002B6D5F" w:rsidRDefault="005433DF" w:rsidP="00A92227">
            <w:pPr>
              <w:spacing w:before="40" w:after="80" w:line="220" w:lineRule="exact"/>
              <w:ind w:left="113" w:right="113"/>
              <w:rPr>
                <w:sz w:val="18"/>
                <w:szCs w:val="18"/>
              </w:rPr>
            </w:pPr>
            <w:r w:rsidRPr="002B6D5F">
              <w:rPr>
                <w:sz w:val="18"/>
                <w:szCs w:val="18"/>
              </w:rPr>
              <w:t>(XXXXXXXX</w:t>
            </w:r>
            <w:r w:rsidRPr="002B6D5F">
              <w:rPr>
                <w:sz w:val="18"/>
                <w:szCs w:val="18"/>
                <w:vertAlign w:val="subscript"/>
              </w:rPr>
              <w:t>2</w:t>
            </w:r>
            <w:r w:rsidRPr="002B6D5F">
              <w:rPr>
                <w:sz w:val="18"/>
                <w:szCs w:val="18"/>
              </w:rPr>
              <w:t xml:space="preserve"> </w:t>
            </w:r>
            <w:r w:rsidR="00A92227">
              <w:rPr>
                <w:sz w:val="18"/>
                <w:szCs w:val="18"/>
              </w:rPr>
              <w:t>−</w:t>
            </w:r>
            <w:r w:rsidRPr="002B6D5F">
              <w:rPr>
                <w:sz w:val="18"/>
                <w:szCs w:val="18"/>
              </w:rPr>
              <w:t xml:space="preserve"> identifiant du pneumatique/de l</w:t>
            </w:r>
            <w:r>
              <w:rPr>
                <w:sz w:val="18"/>
                <w:szCs w:val="18"/>
              </w:rPr>
              <w:t>a roue</w:t>
            </w:r>
            <w:r w:rsidRPr="002B6D5F">
              <w:rPr>
                <w:sz w:val="18"/>
                <w:szCs w:val="18"/>
              </w:rPr>
              <w:t>)</w:t>
            </w:r>
          </w:p>
          <w:p w14:paraId="32AABBC9" w14:textId="77777777" w:rsidR="005433DF" w:rsidRPr="007A28EE" w:rsidRDefault="005433DF" w:rsidP="00A92227">
            <w:pPr>
              <w:spacing w:before="40" w:after="80" w:line="220" w:lineRule="exact"/>
              <w:ind w:left="113" w:right="113"/>
              <w:rPr>
                <w:sz w:val="18"/>
                <w:szCs w:val="18"/>
              </w:rPr>
            </w:pPr>
            <w:r w:rsidRPr="007A28EE">
              <w:rPr>
                <w:sz w:val="18"/>
                <w:szCs w:val="18"/>
              </w:rPr>
              <w:t>OU</w:t>
            </w:r>
          </w:p>
          <w:p w14:paraId="5AF2CF22" w14:textId="77777777" w:rsidR="005433DF" w:rsidRPr="002B6D5F" w:rsidRDefault="005433DF" w:rsidP="00A92227">
            <w:pPr>
              <w:spacing w:before="40" w:after="80" w:line="220" w:lineRule="exact"/>
              <w:ind w:left="113" w:right="113"/>
              <w:rPr>
                <w:sz w:val="18"/>
                <w:szCs w:val="18"/>
              </w:rPr>
            </w:pPr>
            <w:r w:rsidRPr="002B6D5F">
              <w:rPr>
                <w:sz w:val="18"/>
                <w:szCs w:val="18"/>
              </w:rPr>
              <w:t>(00000000</w:t>
            </w:r>
            <w:r w:rsidRPr="002B6D5F">
              <w:rPr>
                <w:sz w:val="18"/>
                <w:szCs w:val="18"/>
                <w:vertAlign w:val="subscript"/>
              </w:rPr>
              <w:t>2</w:t>
            </w:r>
            <w:r w:rsidRPr="002B6D5F">
              <w:rPr>
                <w:sz w:val="18"/>
                <w:szCs w:val="18"/>
              </w:rPr>
              <w:t xml:space="preserve"> </w:t>
            </w:r>
            <w:r w:rsidR="00A92227">
              <w:rPr>
                <w:sz w:val="18"/>
                <w:szCs w:val="18"/>
              </w:rPr>
              <w:t>−</w:t>
            </w:r>
            <w:r w:rsidRPr="002B6D5F">
              <w:rPr>
                <w:sz w:val="18"/>
                <w:szCs w:val="18"/>
              </w:rPr>
              <w:t xml:space="preserve"> identifiant du pneumatique/de la roue non défini ou roue non défin</w:t>
            </w:r>
            <w:r>
              <w:rPr>
                <w:sz w:val="18"/>
                <w:szCs w:val="18"/>
              </w:rPr>
              <w:t xml:space="preserve">ie et essieu </w:t>
            </w:r>
            <w:r w:rsidRPr="002B6D5F">
              <w:rPr>
                <w:sz w:val="18"/>
                <w:szCs w:val="18"/>
                <w:lang w:eastAsia="zh-CN"/>
              </w:rPr>
              <w:t>&gt; 15</w:t>
            </w:r>
            <w:r w:rsidRPr="002B6D5F">
              <w:rPr>
                <w:sz w:val="18"/>
                <w:szCs w:val="18"/>
                <w:vertAlign w:val="subscript"/>
                <w:lang w:eastAsia="zh-CN"/>
              </w:rPr>
              <w:t>10</w:t>
            </w:r>
            <w:r w:rsidRPr="002B6D5F">
              <w:rPr>
                <w:sz w:val="18"/>
                <w:szCs w:val="18"/>
              </w:rPr>
              <w:t>)</w:t>
            </w:r>
          </w:p>
          <w:p w14:paraId="30011F46" w14:textId="77777777" w:rsidR="005433DF" w:rsidRPr="007A28EE" w:rsidRDefault="005433DF" w:rsidP="00A92227">
            <w:pPr>
              <w:spacing w:before="40" w:after="80" w:line="220" w:lineRule="exact"/>
              <w:ind w:left="113" w:right="113"/>
              <w:rPr>
                <w:sz w:val="18"/>
                <w:szCs w:val="18"/>
              </w:rPr>
            </w:pPr>
            <w:r w:rsidRPr="007A28EE">
              <w:rPr>
                <w:sz w:val="18"/>
                <w:szCs w:val="18"/>
              </w:rPr>
              <w:t>OU</w:t>
            </w:r>
          </w:p>
          <w:p w14:paraId="361984B1" w14:textId="77777777" w:rsidR="005433DF" w:rsidRPr="00D97A80" w:rsidRDefault="005433DF" w:rsidP="00A92227">
            <w:pPr>
              <w:spacing w:before="40" w:after="80" w:line="220" w:lineRule="exact"/>
              <w:ind w:left="113" w:right="113"/>
              <w:rPr>
                <w:color w:val="000000" w:themeColor="text1"/>
                <w:sz w:val="18"/>
                <w:szCs w:val="18"/>
              </w:rPr>
            </w:pPr>
            <w:r w:rsidRPr="00D97A80">
              <w:rPr>
                <w:sz w:val="18"/>
                <w:szCs w:val="18"/>
              </w:rPr>
              <w:t>(11111111</w:t>
            </w:r>
            <w:r w:rsidRPr="00D97A80">
              <w:rPr>
                <w:sz w:val="18"/>
                <w:szCs w:val="18"/>
                <w:vertAlign w:val="subscript"/>
              </w:rPr>
              <w:t>2</w:t>
            </w:r>
            <w:r w:rsidRPr="00D97A80">
              <w:rPr>
                <w:sz w:val="18"/>
                <w:szCs w:val="18"/>
              </w:rPr>
              <w:t xml:space="preserve"> </w:t>
            </w:r>
            <w:r w:rsidR="00A92227">
              <w:rPr>
                <w:sz w:val="18"/>
                <w:szCs w:val="18"/>
              </w:rPr>
              <w:t>−</w:t>
            </w:r>
            <w:r w:rsidRPr="00D97A80">
              <w:rPr>
                <w:sz w:val="18"/>
                <w:szCs w:val="18"/>
              </w:rPr>
              <w:t xml:space="preserve"> identifiant du pneumatique/de la roue non </w:t>
            </w:r>
            <w:r>
              <w:rPr>
                <w:sz w:val="18"/>
                <w:szCs w:val="18"/>
              </w:rPr>
              <w:t xml:space="preserve">disponible ou roue </w:t>
            </w:r>
            <w:r w:rsidRPr="00D97A80">
              <w:rPr>
                <w:sz w:val="18"/>
                <w:szCs w:val="18"/>
              </w:rPr>
              <w:t>= 15</w:t>
            </w:r>
            <w:r w:rsidRPr="00D97A80">
              <w:rPr>
                <w:sz w:val="18"/>
                <w:szCs w:val="18"/>
                <w:vertAlign w:val="subscript"/>
              </w:rPr>
              <w:t>10</w:t>
            </w:r>
            <w:r w:rsidRPr="00D97A80">
              <w:rPr>
                <w:sz w:val="18"/>
                <w:szCs w:val="18"/>
              </w:rPr>
              <w:t xml:space="preserve"> </w:t>
            </w:r>
            <w:r>
              <w:rPr>
                <w:sz w:val="18"/>
                <w:szCs w:val="18"/>
              </w:rPr>
              <w:t xml:space="preserve">et essieu </w:t>
            </w:r>
            <w:r w:rsidRPr="00D97A80">
              <w:rPr>
                <w:sz w:val="18"/>
                <w:szCs w:val="18"/>
              </w:rPr>
              <w:t>= 15</w:t>
            </w:r>
            <w:r w:rsidRPr="00D97A80">
              <w:rPr>
                <w:sz w:val="18"/>
                <w:szCs w:val="18"/>
                <w:vertAlign w:val="subscript"/>
              </w:rPr>
              <w:t>10</w:t>
            </w:r>
            <w:r w:rsidRPr="00D97A80">
              <w:rPr>
                <w:sz w:val="18"/>
                <w:szCs w:val="18"/>
              </w:rPr>
              <w:t>)</w:t>
            </w:r>
          </w:p>
        </w:tc>
        <w:tc>
          <w:tcPr>
            <w:tcW w:w="2268" w:type="dxa"/>
            <w:tcBorders>
              <w:top w:val="single" w:sz="4" w:space="0" w:color="auto"/>
            </w:tcBorders>
            <w:shd w:val="clear" w:color="auto" w:fill="auto"/>
          </w:tcPr>
          <w:p w14:paraId="0C043FFD" w14:textId="77777777" w:rsidR="005433DF" w:rsidRPr="002B6D5F" w:rsidRDefault="005433DF" w:rsidP="00A92227">
            <w:pPr>
              <w:spacing w:before="40" w:after="80" w:line="220" w:lineRule="exact"/>
              <w:ind w:left="113" w:right="113"/>
              <w:rPr>
                <w:color w:val="000000" w:themeColor="text1"/>
                <w:sz w:val="18"/>
                <w:szCs w:val="18"/>
              </w:rPr>
            </w:pPr>
            <w:r w:rsidRPr="00D97A80">
              <w:rPr>
                <w:sz w:val="18"/>
                <w:szCs w:val="18"/>
              </w:rPr>
              <w:t xml:space="preserve">Voir les </w:t>
            </w:r>
            <w:r w:rsidRPr="002B6D5F">
              <w:rPr>
                <w:sz w:val="18"/>
                <w:szCs w:val="18"/>
              </w:rPr>
              <w:t xml:space="preserve">paragraphes 5.2.3, 5.2.4, 5.3.4, 5.3.5 et 5.5.2 </w:t>
            </w:r>
            <w:r>
              <w:rPr>
                <w:sz w:val="18"/>
                <w:szCs w:val="18"/>
              </w:rPr>
              <w:t>du présent Règlement</w:t>
            </w:r>
          </w:p>
        </w:tc>
      </w:tr>
    </w:tbl>
    <w:p w14:paraId="1237EC8E" w14:textId="77777777" w:rsidR="00BC7683" w:rsidRDefault="00BC7683" w:rsidP="005433DF">
      <w:pPr>
        <w:pStyle w:val="SingleTxtG"/>
        <w:keepNext/>
        <w:spacing w:before="240"/>
        <w:ind w:left="2268" w:hanging="1134"/>
        <w:rPr>
          <w:color w:val="000000" w:themeColor="text1"/>
        </w:rPr>
      </w:pPr>
      <w:r w:rsidRPr="002B6D5F">
        <w:rPr>
          <w:color w:val="000000" w:themeColor="text1"/>
        </w:rPr>
        <w:t>2.3</w:t>
      </w:r>
      <w:r w:rsidRPr="002B6D5F">
        <w:rPr>
          <w:color w:val="000000" w:themeColor="text1"/>
        </w:rPr>
        <w:tab/>
        <w:t xml:space="preserve">Lorsque le véhicule tracté émet les messages suivants, le véhicule tracteur doit </w:t>
      </w:r>
      <w:r>
        <w:rPr>
          <w:color w:val="000000" w:themeColor="text1"/>
        </w:rPr>
        <w:t xml:space="preserve">indiquer au </w:t>
      </w:r>
      <w:r w:rsidRPr="002B6D5F">
        <w:rPr>
          <w:color w:val="000000" w:themeColor="text1"/>
        </w:rPr>
        <w:t xml:space="preserve">conducteur </w:t>
      </w:r>
      <w:r>
        <w:rPr>
          <w:color w:val="000000" w:themeColor="text1"/>
        </w:rPr>
        <w:t xml:space="preserve">un </w:t>
      </w:r>
      <w:r w:rsidRPr="00D97A80">
        <w:rPr>
          <w:color w:val="000000" w:themeColor="text1"/>
        </w:rPr>
        <w:t>défaut de fonctionnement</w:t>
      </w:r>
      <w:r>
        <w:rPr>
          <w:color w:val="000000" w:themeColor="text1"/>
        </w:rPr>
        <w:t xml:space="preserve"> du </w:t>
      </w:r>
      <w:r w:rsidRPr="005433DF">
        <w:t>TPMS</w:t>
      </w:r>
      <w:r w:rsidR="005433DF">
        <w:t> </w:t>
      </w:r>
      <w:r w:rsidRPr="00D97A80">
        <w:rPr>
          <w:color w:val="000000" w:themeColor="text1"/>
        </w:rPr>
        <w:t>:</w:t>
      </w:r>
    </w:p>
    <w:tbl>
      <w:tblPr>
        <w:tblW w:w="7370"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130"/>
      </w:tblGrid>
      <w:tr w:rsidR="00F87563" w:rsidRPr="00502E9C" w14:paraId="6E829636" w14:textId="77777777" w:rsidTr="00E949AD">
        <w:trPr>
          <w:tblHeader/>
          <w:jc w:val="center"/>
        </w:trPr>
        <w:tc>
          <w:tcPr>
            <w:tcW w:w="2122" w:type="dxa"/>
            <w:tcBorders>
              <w:bottom w:val="single" w:sz="12" w:space="0" w:color="auto"/>
            </w:tcBorders>
            <w:shd w:val="clear" w:color="auto" w:fill="auto"/>
          </w:tcPr>
          <w:p w14:paraId="067AB9C3" w14:textId="77777777" w:rsidR="00F87563" w:rsidRPr="00502E9C" w:rsidRDefault="00F87563" w:rsidP="00A92227">
            <w:pPr>
              <w:spacing w:before="80" w:after="80" w:line="200" w:lineRule="exact"/>
              <w:ind w:left="57" w:right="113"/>
              <w:rPr>
                <w:i/>
                <w:sz w:val="16"/>
              </w:rPr>
            </w:pPr>
            <w:r w:rsidRPr="00F83F8C">
              <w:rPr>
                <w:i/>
                <w:sz w:val="16"/>
              </w:rPr>
              <w:t xml:space="preserve">Fonction ou paramètre </w:t>
            </w:r>
          </w:p>
        </w:tc>
        <w:tc>
          <w:tcPr>
            <w:tcW w:w="3118" w:type="dxa"/>
            <w:tcBorders>
              <w:bottom w:val="single" w:sz="12" w:space="0" w:color="auto"/>
            </w:tcBorders>
            <w:shd w:val="clear" w:color="auto" w:fill="auto"/>
          </w:tcPr>
          <w:p w14:paraId="2D352DD5" w14:textId="77777777" w:rsidR="00F87563" w:rsidRPr="00502E9C" w:rsidRDefault="00F87563" w:rsidP="00E949AD">
            <w:pPr>
              <w:spacing w:before="80" w:after="80" w:line="200" w:lineRule="exact"/>
              <w:ind w:left="113" w:right="113"/>
              <w:rPr>
                <w:i/>
                <w:sz w:val="16"/>
              </w:rPr>
            </w:pPr>
            <w:r w:rsidRPr="00F83F8C">
              <w:rPr>
                <w:i/>
                <w:sz w:val="16"/>
              </w:rPr>
              <w:t xml:space="preserve">Référence dans la norme </w:t>
            </w:r>
            <w:r w:rsidRPr="00502E9C">
              <w:rPr>
                <w:i/>
                <w:sz w:val="16"/>
              </w:rPr>
              <w:t xml:space="preserve">ISO 11992-2:2014 </w:t>
            </w:r>
          </w:p>
        </w:tc>
        <w:tc>
          <w:tcPr>
            <w:tcW w:w="2130" w:type="dxa"/>
            <w:tcBorders>
              <w:bottom w:val="single" w:sz="12" w:space="0" w:color="auto"/>
            </w:tcBorders>
            <w:shd w:val="clear" w:color="auto" w:fill="auto"/>
          </w:tcPr>
          <w:p w14:paraId="6C2BFC7F" w14:textId="77777777" w:rsidR="00F87563" w:rsidRPr="00502E9C" w:rsidRDefault="00F87563" w:rsidP="00E949AD">
            <w:pPr>
              <w:spacing w:before="80" w:after="80" w:line="200" w:lineRule="exact"/>
              <w:ind w:left="113" w:right="113"/>
              <w:rPr>
                <w:i/>
                <w:sz w:val="16"/>
              </w:rPr>
            </w:pPr>
            <w:r w:rsidRPr="00D97A80">
              <w:rPr>
                <w:i/>
                <w:sz w:val="16"/>
              </w:rPr>
              <w:t>Signal d</w:t>
            </w:r>
            <w:r w:rsidR="004B0B6E">
              <w:rPr>
                <w:i/>
                <w:sz w:val="16"/>
              </w:rPr>
              <w:t>’</w:t>
            </w:r>
            <w:r w:rsidRPr="00D97A80">
              <w:rPr>
                <w:i/>
                <w:sz w:val="16"/>
              </w:rPr>
              <w:t xml:space="preserve">avertissement </w:t>
            </w:r>
            <w:r>
              <w:rPr>
                <w:i/>
                <w:sz w:val="16"/>
              </w:rPr>
              <w:t>a</w:t>
            </w:r>
            <w:r w:rsidRPr="00D97A80">
              <w:rPr>
                <w:i/>
                <w:sz w:val="16"/>
              </w:rPr>
              <w:t xml:space="preserve">u conducteur </w:t>
            </w:r>
          </w:p>
        </w:tc>
      </w:tr>
      <w:tr w:rsidR="00F87563" w:rsidRPr="00D97A80" w14:paraId="7FF4CFF8" w14:textId="77777777" w:rsidTr="00E949AD">
        <w:trPr>
          <w:tblHeader/>
          <w:jc w:val="center"/>
        </w:trPr>
        <w:tc>
          <w:tcPr>
            <w:tcW w:w="2122" w:type="dxa"/>
            <w:tcBorders>
              <w:top w:val="single" w:sz="4" w:space="0" w:color="auto"/>
              <w:bottom w:val="single" w:sz="4" w:space="0" w:color="auto"/>
            </w:tcBorders>
            <w:shd w:val="clear" w:color="auto" w:fill="auto"/>
          </w:tcPr>
          <w:p w14:paraId="22C97C0C" w14:textId="77777777" w:rsidR="00A92227" w:rsidRDefault="00F87563" w:rsidP="00A92227">
            <w:pPr>
              <w:spacing w:before="40" w:after="80" w:line="220" w:lineRule="exact"/>
              <w:ind w:left="57" w:right="113"/>
              <w:rPr>
                <w:sz w:val="18"/>
                <w:szCs w:val="18"/>
              </w:rPr>
            </w:pPr>
            <w:r w:rsidRPr="00F87563">
              <w:rPr>
                <w:sz w:val="18"/>
                <w:szCs w:val="18"/>
              </w:rPr>
              <w:t>Pression des pneumatiques</w:t>
            </w:r>
          </w:p>
          <w:p w14:paraId="26A89787" w14:textId="77777777" w:rsidR="00F87563" w:rsidRPr="00F87563" w:rsidRDefault="00F87563" w:rsidP="00A92227">
            <w:pPr>
              <w:spacing w:before="40" w:after="80" w:line="220" w:lineRule="exact"/>
              <w:ind w:left="57" w:right="113"/>
              <w:rPr>
                <w:sz w:val="18"/>
                <w:szCs w:val="18"/>
              </w:rPr>
            </w:pPr>
            <w:r w:rsidRPr="00F87563">
              <w:rPr>
                <w:i/>
                <w:iCs/>
                <w:sz w:val="18"/>
                <w:szCs w:val="18"/>
              </w:rPr>
              <w:t>(Pour l</w:t>
            </w:r>
            <w:r w:rsidR="004B0B6E">
              <w:rPr>
                <w:i/>
                <w:iCs/>
                <w:sz w:val="18"/>
                <w:szCs w:val="18"/>
              </w:rPr>
              <w:t>’</w:t>
            </w:r>
            <w:r w:rsidRPr="00F87563">
              <w:rPr>
                <w:i/>
                <w:iCs/>
                <w:sz w:val="18"/>
                <w:szCs w:val="18"/>
              </w:rPr>
              <w:t>indication d</w:t>
            </w:r>
            <w:r w:rsidR="004B0B6E">
              <w:rPr>
                <w:i/>
                <w:iCs/>
                <w:sz w:val="18"/>
                <w:szCs w:val="18"/>
              </w:rPr>
              <w:t>’</w:t>
            </w:r>
            <w:r w:rsidRPr="00F87563">
              <w:rPr>
                <w:i/>
                <w:iCs/>
                <w:sz w:val="18"/>
                <w:szCs w:val="18"/>
              </w:rPr>
              <w:t xml:space="preserve">un défaut de </w:t>
            </w:r>
            <w:r w:rsidRPr="00A92227">
              <w:rPr>
                <w:i/>
                <w:iCs/>
                <w:color w:val="000000" w:themeColor="text1"/>
                <w:sz w:val="18"/>
                <w:szCs w:val="18"/>
              </w:rPr>
              <w:t>fonctionnement</w:t>
            </w:r>
            <w:r w:rsidRPr="00F87563">
              <w:rPr>
                <w:i/>
                <w:iCs/>
                <w:sz w:val="18"/>
                <w:szCs w:val="18"/>
              </w:rPr>
              <w:t xml:space="preserve"> du TPMS)</w:t>
            </w:r>
          </w:p>
        </w:tc>
        <w:tc>
          <w:tcPr>
            <w:tcW w:w="3118" w:type="dxa"/>
            <w:tcBorders>
              <w:top w:val="single" w:sz="4" w:space="0" w:color="auto"/>
              <w:bottom w:val="single" w:sz="4" w:space="0" w:color="auto"/>
            </w:tcBorders>
            <w:shd w:val="clear" w:color="auto" w:fill="auto"/>
          </w:tcPr>
          <w:p w14:paraId="2CC9CE3E" w14:textId="77777777" w:rsidR="00F87563" w:rsidRPr="00F87563" w:rsidRDefault="00F87563" w:rsidP="00A92227">
            <w:pPr>
              <w:spacing w:before="40" w:after="80" w:line="220" w:lineRule="exact"/>
              <w:ind w:left="113" w:right="113"/>
              <w:rPr>
                <w:sz w:val="18"/>
                <w:szCs w:val="18"/>
              </w:rPr>
            </w:pPr>
            <w:r w:rsidRPr="00F87563">
              <w:rPr>
                <w:sz w:val="18"/>
                <w:szCs w:val="18"/>
              </w:rPr>
              <w:t xml:space="preserve">EBS23 (octet 1) </w:t>
            </w:r>
            <w:r w:rsidR="00A92227">
              <w:rPr>
                <w:sz w:val="18"/>
                <w:szCs w:val="18"/>
              </w:rPr>
              <w:br/>
            </w:r>
            <w:r w:rsidRPr="00F87563">
              <w:rPr>
                <w:sz w:val="18"/>
                <w:szCs w:val="18"/>
              </w:rPr>
              <w:t>bit 1-2</w:t>
            </w:r>
          </w:p>
          <w:p w14:paraId="54F9DCD7" w14:textId="77777777" w:rsidR="00F87563" w:rsidRPr="00F87563" w:rsidRDefault="00F87563" w:rsidP="00A92227">
            <w:pPr>
              <w:spacing w:before="40" w:after="80" w:line="220" w:lineRule="exact"/>
              <w:ind w:left="113" w:right="113"/>
              <w:rPr>
                <w:sz w:val="18"/>
                <w:szCs w:val="18"/>
              </w:rPr>
            </w:pPr>
            <w:r w:rsidRPr="00F87563">
              <w:rPr>
                <w:sz w:val="18"/>
                <w:szCs w:val="18"/>
              </w:rPr>
              <w:t>(10</w:t>
            </w:r>
            <w:r w:rsidRPr="00F87563">
              <w:rPr>
                <w:sz w:val="18"/>
                <w:szCs w:val="18"/>
                <w:vertAlign w:val="subscript"/>
              </w:rPr>
              <w:t>2</w:t>
            </w:r>
            <w:r w:rsidRPr="00F87563">
              <w:rPr>
                <w:sz w:val="18"/>
                <w:szCs w:val="18"/>
              </w:rPr>
              <w:t xml:space="preserve"> </w:t>
            </w:r>
            <w:r w:rsidR="00A92227">
              <w:rPr>
                <w:sz w:val="18"/>
                <w:szCs w:val="18"/>
              </w:rPr>
              <w:t>−</w:t>
            </w:r>
            <w:r w:rsidRPr="00F87563">
              <w:rPr>
                <w:sz w:val="18"/>
                <w:szCs w:val="18"/>
              </w:rPr>
              <w:t xml:space="preserve"> indicateur d</w:t>
            </w:r>
            <w:r w:rsidR="004B0B6E">
              <w:rPr>
                <w:sz w:val="18"/>
                <w:szCs w:val="18"/>
              </w:rPr>
              <w:t>’</w:t>
            </w:r>
            <w:r w:rsidRPr="00F87563">
              <w:rPr>
                <w:sz w:val="18"/>
                <w:szCs w:val="18"/>
              </w:rPr>
              <w:t>erreur)</w:t>
            </w:r>
          </w:p>
        </w:tc>
        <w:tc>
          <w:tcPr>
            <w:tcW w:w="2130" w:type="dxa"/>
            <w:tcBorders>
              <w:top w:val="single" w:sz="4" w:space="0" w:color="auto"/>
              <w:bottom w:val="single" w:sz="4" w:space="0" w:color="auto"/>
            </w:tcBorders>
            <w:shd w:val="clear" w:color="auto" w:fill="auto"/>
          </w:tcPr>
          <w:p w14:paraId="109A066A" w14:textId="77777777" w:rsidR="00F87563" w:rsidRPr="00F87563" w:rsidRDefault="00F87563" w:rsidP="00A92227">
            <w:pPr>
              <w:spacing w:before="40" w:after="80" w:line="220" w:lineRule="exact"/>
              <w:ind w:left="113" w:right="113"/>
              <w:rPr>
                <w:sz w:val="18"/>
                <w:szCs w:val="18"/>
              </w:rPr>
            </w:pPr>
            <w:r w:rsidRPr="00F87563">
              <w:rPr>
                <w:sz w:val="18"/>
                <w:szCs w:val="18"/>
              </w:rPr>
              <w:t>Voir les paragraphes 5.4.1, 5.4.2 et 5.5.2 du présent Règlement</w:t>
            </w:r>
          </w:p>
        </w:tc>
      </w:tr>
      <w:tr w:rsidR="00F87563" w:rsidRPr="00D97A80" w14:paraId="42F620EA" w14:textId="77777777" w:rsidTr="00E949AD">
        <w:trPr>
          <w:tblHeader/>
          <w:jc w:val="center"/>
        </w:trPr>
        <w:tc>
          <w:tcPr>
            <w:tcW w:w="2122" w:type="dxa"/>
            <w:tcBorders>
              <w:top w:val="single" w:sz="4" w:space="0" w:color="auto"/>
            </w:tcBorders>
            <w:shd w:val="clear" w:color="auto" w:fill="auto"/>
          </w:tcPr>
          <w:p w14:paraId="6DDB5786" w14:textId="77777777" w:rsidR="00F87563" w:rsidRDefault="00F87563" w:rsidP="00A92227">
            <w:pPr>
              <w:spacing w:before="40" w:after="80" w:line="220" w:lineRule="exact"/>
              <w:ind w:left="57" w:right="113"/>
              <w:rPr>
                <w:color w:val="000000" w:themeColor="text1"/>
                <w:sz w:val="18"/>
                <w:szCs w:val="18"/>
              </w:rPr>
            </w:pPr>
            <w:r w:rsidRPr="00D36A57">
              <w:rPr>
                <w:color w:val="000000" w:themeColor="text1"/>
                <w:sz w:val="18"/>
                <w:szCs w:val="18"/>
              </w:rPr>
              <w:t xml:space="preserve">Identification </w:t>
            </w:r>
            <w:r>
              <w:rPr>
                <w:color w:val="000000" w:themeColor="text1"/>
                <w:sz w:val="18"/>
                <w:szCs w:val="18"/>
              </w:rPr>
              <w:t xml:space="preserve">des pneumatiques et des roues </w:t>
            </w:r>
          </w:p>
          <w:p w14:paraId="12B9A864" w14:textId="77777777" w:rsidR="00F87563" w:rsidRPr="00D36A57" w:rsidRDefault="00F87563" w:rsidP="00A92227">
            <w:pPr>
              <w:spacing w:before="40" w:after="80" w:line="220" w:lineRule="exact"/>
              <w:ind w:left="57" w:right="113"/>
              <w:rPr>
                <w:color w:val="000000" w:themeColor="text1"/>
                <w:sz w:val="18"/>
                <w:szCs w:val="18"/>
              </w:rPr>
            </w:pPr>
            <w:r>
              <w:rPr>
                <w:i/>
                <w:iCs/>
                <w:color w:val="000000" w:themeColor="text1"/>
                <w:sz w:val="18"/>
                <w:szCs w:val="18"/>
              </w:rPr>
              <w:t>(C</w:t>
            </w:r>
            <w:r w:rsidRPr="00D36A57">
              <w:rPr>
                <w:i/>
                <w:iCs/>
                <w:color w:val="000000" w:themeColor="text1"/>
                <w:sz w:val="18"/>
                <w:szCs w:val="18"/>
              </w:rPr>
              <w:t>orrespond</w:t>
            </w:r>
            <w:r>
              <w:rPr>
                <w:i/>
                <w:iCs/>
                <w:color w:val="000000" w:themeColor="text1"/>
                <w:sz w:val="18"/>
                <w:szCs w:val="18"/>
              </w:rPr>
              <w:t>ant à la p</w:t>
            </w:r>
            <w:r w:rsidRPr="00D36A57">
              <w:rPr>
                <w:i/>
                <w:iCs/>
                <w:color w:val="000000" w:themeColor="text1"/>
                <w:sz w:val="18"/>
                <w:szCs w:val="18"/>
              </w:rPr>
              <w:t>ression des pneumatiques)</w:t>
            </w:r>
          </w:p>
        </w:tc>
        <w:tc>
          <w:tcPr>
            <w:tcW w:w="3118" w:type="dxa"/>
            <w:tcBorders>
              <w:top w:val="single" w:sz="4" w:space="0" w:color="auto"/>
            </w:tcBorders>
            <w:shd w:val="clear" w:color="auto" w:fill="auto"/>
          </w:tcPr>
          <w:p w14:paraId="777DCFC7" w14:textId="77777777" w:rsidR="00F87563" w:rsidRPr="00D97A80" w:rsidRDefault="00F87563" w:rsidP="00A92227">
            <w:pPr>
              <w:spacing w:before="40" w:after="80" w:line="220" w:lineRule="exact"/>
              <w:ind w:left="113" w:right="113"/>
              <w:rPr>
                <w:color w:val="000000" w:themeColor="text1"/>
                <w:sz w:val="18"/>
                <w:szCs w:val="18"/>
              </w:rPr>
            </w:pPr>
            <w:r w:rsidRPr="00D97A80">
              <w:rPr>
                <w:color w:val="000000" w:themeColor="text1"/>
                <w:sz w:val="18"/>
                <w:szCs w:val="18"/>
              </w:rPr>
              <w:t xml:space="preserve">EBS23 </w:t>
            </w:r>
            <w:r>
              <w:rPr>
                <w:color w:val="000000" w:themeColor="text1"/>
                <w:sz w:val="18"/>
                <w:szCs w:val="18"/>
              </w:rPr>
              <w:t>(o</w:t>
            </w:r>
            <w:r w:rsidRPr="00D97A80">
              <w:rPr>
                <w:color w:val="000000" w:themeColor="text1"/>
                <w:sz w:val="18"/>
                <w:szCs w:val="18"/>
              </w:rPr>
              <w:t>ctet 2</w:t>
            </w:r>
            <w:r>
              <w:rPr>
                <w:color w:val="000000" w:themeColor="text1"/>
                <w:sz w:val="18"/>
                <w:szCs w:val="18"/>
              </w:rPr>
              <w:t>)</w:t>
            </w:r>
          </w:p>
          <w:p w14:paraId="30990220" w14:textId="77777777" w:rsidR="00F87563" w:rsidRPr="00D97A80" w:rsidRDefault="00F87563" w:rsidP="00A92227">
            <w:pPr>
              <w:spacing w:before="40" w:after="80" w:line="220" w:lineRule="exact"/>
              <w:ind w:left="113" w:right="113"/>
              <w:rPr>
                <w:sz w:val="18"/>
                <w:szCs w:val="18"/>
              </w:rPr>
            </w:pPr>
            <w:r w:rsidRPr="00D97A80">
              <w:rPr>
                <w:sz w:val="18"/>
                <w:szCs w:val="18"/>
              </w:rPr>
              <w:t>XXXXXXXX</w:t>
            </w:r>
            <w:r w:rsidRPr="00D97A80">
              <w:rPr>
                <w:sz w:val="18"/>
                <w:szCs w:val="18"/>
                <w:vertAlign w:val="subscript"/>
              </w:rPr>
              <w:t>2</w:t>
            </w:r>
            <w:r w:rsidRPr="00D97A80">
              <w:rPr>
                <w:sz w:val="18"/>
                <w:szCs w:val="18"/>
              </w:rPr>
              <w:t xml:space="preserve"> </w:t>
            </w:r>
            <w:r w:rsidR="00A92227">
              <w:rPr>
                <w:sz w:val="18"/>
                <w:szCs w:val="18"/>
              </w:rPr>
              <w:t>−</w:t>
            </w:r>
            <w:r w:rsidRPr="00D97A80">
              <w:rPr>
                <w:sz w:val="18"/>
                <w:szCs w:val="18"/>
              </w:rPr>
              <w:t xml:space="preserve"> identifiant du pneumatique)</w:t>
            </w:r>
          </w:p>
          <w:p w14:paraId="78F350C6" w14:textId="77777777" w:rsidR="00F87563" w:rsidRPr="00D97A80" w:rsidRDefault="00F87563" w:rsidP="00A92227">
            <w:pPr>
              <w:spacing w:before="40" w:after="80" w:line="220" w:lineRule="exact"/>
              <w:ind w:left="113" w:right="113"/>
              <w:rPr>
                <w:sz w:val="18"/>
                <w:szCs w:val="18"/>
              </w:rPr>
            </w:pPr>
            <w:r w:rsidRPr="00D97A80">
              <w:rPr>
                <w:sz w:val="18"/>
                <w:szCs w:val="18"/>
              </w:rPr>
              <w:t>OU</w:t>
            </w:r>
          </w:p>
          <w:p w14:paraId="296EC340" w14:textId="77777777" w:rsidR="00F87563" w:rsidRPr="00D97A80" w:rsidRDefault="00F87563" w:rsidP="00A92227">
            <w:pPr>
              <w:spacing w:before="40" w:after="80" w:line="220" w:lineRule="exact"/>
              <w:ind w:left="113" w:right="113"/>
              <w:rPr>
                <w:sz w:val="18"/>
                <w:szCs w:val="18"/>
              </w:rPr>
            </w:pPr>
            <w:r w:rsidRPr="00D97A80">
              <w:rPr>
                <w:sz w:val="18"/>
                <w:szCs w:val="18"/>
              </w:rPr>
              <w:t>(00000000</w:t>
            </w:r>
            <w:r w:rsidRPr="00D97A80">
              <w:rPr>
                <w:sz w:val="18"/>
                <w:szCs w:val="18"/>
                <w:vertAlign w:val="subscript"/>
              </w:rPr>
              <w:t>2</w:t>
            </w:r>
            <w:r w:rsidRPr="00D97A80">
              <w:rPr>
                <w:sz w:val="18"/>
                <w:szCs w:val="18"/>
              </w:rPr>
              <w:t xml:space="preserve"> </w:t>
            </w:r>
            <w:r w:rsidR="00A92227">
              <w:rPr>
                <w:sz w:val="18"/>
                <w:szCs w:val="18"/>
              </w:rPr>
              <w:t>−</w:t>
            </w:r>
            <w:r w:rsidRPr="00D97A80">
              <w:rPr>
                <w:sz w:val="18"/>
                <w:szCs w:val="18"/>
              </w:rPr>
              <w:t xml:space="preserve"> identifiant du pneumatique non défini ou roue non définie et essieu &gt; 15</w:t>
            </w:r>
            <w:r w:rsidRPr="00D97A80">
              <w:rPr>
                <w:sz w:val="18"/>
                <w:szCs w:val="18"/>
                <w:vertAlign w:val="subscript"/>
              </w:rPr>
              <w:t>10</w:t>
            </w:r>
            <w:r w:rsidRPr="00D97A80">
              <w:rPr>
                <w:sz w:val="18"/>
                <w:szCs w:val="18"/>
              </w:rPr>
              <w:t>)</w:t>
            </w:r>
          </w:p>
          <w:p w14:paraId="194549E4" w14:textId="77777777" w:rsidR="00F87563" w:rsidRPr="00D97A80" w:rsidRDefault="00F87563" w:rsidP="00A92227">
            <w:pPr>
              <w:spacing w:before="40" w:after="80" w:line="220" w:lineRule="exact"/>
              <w:ind w:left="113" w:right="113"/>
              <w:rPr>
                <w:sz w:val="18"/>
                <w:szCs w:val="18"/>
              </w:rPr>
            </w:pPr>
            <w:r w:rsidRPr="00D97A80">
              <w:rPr>
                <w:sz w:val="18"/>
                <w:szCs w:val="18"/>
              </w:rPr>
              <w:t>OU</w:t>
            </w:r>
          </w:p>
          <w:p w14:paraId="123068ED" w14:textId="77777777" w:rsidR="00F87563" w:rsidRPr="00D97A80" w:rsidRDefault="00F87563" w:rsidP="00A92227">
            <w:pPr>
              <w:spacing w:before="40" w:after="80" w:line="220" w:lineRule="exact"/>
              <w:ind w:left="113" w:right="113"/>
              <w:rPr>
                <w:color w:val="000000" w:themeColor="text1"/>
                <w:sz w:val="18"/>
                <w:szCs w:val="18"/>
              </w:rPr>
            </w:pPr>
            <w:r w:rsidRPr="00D97A80">
              <w:rPr>
                <w:sz w:val="18"/>
                <w:szCs w:val="18"/>
              </w:rPr>
              <w:t>(11111111</w:t>
            </w:r>
            <w:r w:rsidRPr="00D97A80">
              <w:rPr>
                <w:sz w:val="18"/>
                <w:szCs w:val="18"/>
                <w:vertAlign w:val="subscript"/>
              </w:rPr>
              <w:t>2</w:t>
            </w:r>
            <w:r w:rsidRPr="00D97A80">
              <w:rPr>
                <w:sz w:val="18"/>
                <w:szCs w:val="18"/>
              </w:rPr>
              <w:t xml:space="preserve"> </w:t>
            </w:r>
            <w:r w:rsidR="00A92227">
              <w:rPr>
                <w:sz w:val="18"/>
                <w:szCs w:val="18"/>
              </w:rPr>
              <w:t>−</w:t>
            </w:r>
            <w:r w:rsidRPr="00D97A80">
              <w:rPr>
                <w:sz w:val="18"/>
                <w:szCs w:val="18"/>
              </w:rPr>
              <w:t xml:space="preserve"> identifiant du pneumatique non disponible </w:t>
            </w:r>
            <w:r w:rsidR="00A92227">
              <w:rPr>
                <w:sz w:val="18"/>
                <w:szCs w:val="18"/>
              </w:rPr>
              <w:br/>
            </w:r>
            <w:r w:rsidRPr="00D97A80">
              <w:rPr>
                <w:sz w:val="18"/>
                <w:szCs w:val="18"/>
              </w:rPr>
              <w:t>ou roue = 15</w:t>
            </w:r>
            <w:r w:rsidRPr="00D97A80">
              <w:rPr>
                <w:sz w:val="18"/>
                <w:szCs w:val="18"/>
                <w:vertAlign w:val="subscript"/>
              </w:rPr>
              <w:t>10</w:t>
            </w:r>
            <w:r w:rsidRPr="00D97A80">
              <w:rPr>
                <w:sz w:val="18"/>
                <w:szCs w:val="18"/>
              </w:rPr>
              <w:t xml:space="preserve"> et essieu = 15</w:t>
            </w:r>
            <w:r w:rsidRPr="00D97A80">
              <w:rPr>
                <w:sz w:val="18"/>
                <w:szCs w:val="18"/>
                <w:vertAlign w:val="subscript"/>
              </w:rPr>
              <w:t>10</w:t>
            </w:r>
            <w:r w:rsidRPr="00D97A80">
              <w:rPr>
                <w:sz w:val="18"/>
                <w:szCs w:val="18"/>
              </w:rPr>
              <w:t>)</w:t>
            </w:r>
          </w:p>
        </w:tc>
        <w:tc>
          <w:tcPr>
            <w:tcW w:w="2130" w:type="dxa"/>
            <w:tcBorders>
              <w:top w:val="single" w:sz="4" w:space="0" w:color="auto"/>
            </w:tcBorders>
            <w:shd w:val="clear" w:color="auto" w:fill="auto"/>
          </w:tcPr>
          <w:p w14:paraId="66360F4E" w14:textId="77777777" w:rsidR="00F87563" w:rsidRPr="00D97A80" w:rsidRDefault="00F87563" w:rsidP="00A92227">
            <w:pPr>
              <w:spacing w:before="40" w:after="80" w:line="220" w:lineRule="exact"/>
              <w:ind w:left="113" w:right="113"/>
              <w:rPr>
                <w:strike/>
                <w:color w:val="000000" w:themeColor="text1"/>
                <w:sz w:val="18"/>
                <w:szCs w:val="18"/>
              </w:rPr>
            </w:pPr>
            <w:r w:rsidRPr="00D97A80">
              <w:rPr>
                <w:sz w:val="18"/>
                <w:szCs w:val="18"/>
              </w:rPr>
              <w:t>Voir les paragraphes 5.4.1, 5.4.2</w:t>
            </w:r>
            <w:r>
              <w:rPr>
                <w:sz w:val="18"/>
                <w:szCs w:val="18"/>
              </w:rPr>
              <w:t xml:space="preserve"> et </w:t>
            </w:r>
            <w:r w:rsidRPr="00D97A80">
              <w:rPr>
                <w:sz w:val="18"/>
                <w:szCs w:val="18"/>
              </w:rPr>
              <w:t>5.5.2 du présent Règlement</w:t>
            </w:r>
          </w:p>
        </w:tc>
      </w:tr>
    </w:tbl>
    <w:p w14:paraId="77599B54" w14:textId="77777777" w:rsidR="00BC7683" w:rsidRPr="005F7C74" w:rsidRDefault="00BC7683" w:rsidP="00F87563">
      <w:pPr>
        <w:pStyle w:val="SingleTxtG"/>
        <w:spacing w:before="240"/>
        <w:ind w:left="2268" w:hanging="1134"/>
      </w:pPr>
      <w:r w:rsidRPr="005F7C74">
        <w:t>2.3.1</w:t>
      </w:r>
      <w:r w:rsidRPr="005F7C74">
        <w:tab/>
        <w:t>Le véhicule tracté doit ém</w:t>
      </w:r>
      <w:r>
        <w:t xml:space="preserve">ettre une valeur </w:t>
      </w:r>
      <w:r w:rsidR="00A92227">
        <w:t>“</w:t>
      </w:r>
      <w:r w:rsidRPr="005F7C74">
        <w:t>indicateur d</w:t>
      </w:r>
      <w:r w:rsidR="004B0B6E">
        <w:t>’</w:t>
      </w:r>
      <w:r w:rsidRPr="005F7C74">
        <w:t>erreur</w:t>
      </w:r>
      <w:r w:rsidR="00A92227">
        <w:t>”</w:t>
      </w:r>
      <w:r>
        <w:t xml:space="preserve"> concernant la pr</w:t>
      </w:r>
      <w:r w:rsidRPr="005F7C74">
        <w:t>ession des pneumatiques dans les 10 minutes de temps de conduite cumulé (c</w:t>
      </w:r>
      <w:r>
        <w:t>onformément au p</w:t>
      </w:r>
      <w:r w:rsidRPr="005F7C74">
        <w:t>aragraphe 5.4.1</w:t>
      </w:r>
      <w:r>
        <w:t xml:space="preserve"> du présent Règlement</w:t>
      </w:r>
      <w:r w:rsidRPr="005F7C74">
        <w:t xml:space="preserve">) </w:t>
      </w:r>
      <w:r>
        <w:t>chaque fois qu</w:t>
      </w:r>
      <w:r w:rsidR="004B0B6E">
        <w:t>’</w:t>
      </w:r>
      <w:r>
        <w:t>une pr</w:t>
      </w:r>
      <w:r w:rsidRPr="005F7C74">
        <w:t xml:space="preserve">ession des pneumatiques </w:t>
      </w:r>
      <w:r>
        <w:t>valable (par ex</w:t>
      </w:r>
      <w:r w:rsidR="008615D7">
        <w:t>emple</w:t>
      </w:r>
      <w:r>
        <w:t xml:space="preserve"> pression des pneumatiques suffisante ou insuffisante</w:t>
      </w:r>
      <w:r w:rsidRPr="005F7C74">
        <w:t xml:space="preserve">) </w:t>
      </w:r>
      <w:r>
        <w:t>ne peut pas être émise.</w:t>
      </w:r>
    </w:p>
    <w:p w14:paraId="43A8DC0D" w14:textId="77777777" w:rsidR="00BC7683" w:rsidRPr="007A28EE" w:rsidRDefault="00BC7683" w:rsidP="00F87563">
      <w:pPr>
        <w:pStyle w:val="SingleTxtG"/>
        <w:ind w:left="2268"/>
      </w:pPr>
      <w:r w:rsidRPr="005F7C74">
        <w:t>Il est à noter qu</w:t>
      </w:r>
      <w:r w:rsidR="004B0B6E">
        <w:t>’</w:t>
      </w:r>
      <w:r w:rsidRPr="005F7C74">
        <w:t>av</w:t>
      </w:r>
      <w:r>
        <w:t>a</w:t>
      </w:r>
      <w:r w:rsidRPr="005F7C74">
        <w:t>nt que</w:t>
      </w:r>
      <w:r>
        <w:t xml:space="preserve"> les véhicules tractés soient tenus de se conformer au présent Règlement, ils émettaient parfois la valeur de p</w:t>
      </w:r>
      <w:r w:rsidRPr="005B5F87">
        <w:t xml:space="preserve">ression des pneumatiques </w:t>
      </w:r>
      <w:bookmarkStart w:id="18" w:name="_Hlk63866182"/>
      <w:r w:rsidRPr="005B5F87">
        <w:t>“</w:t>
      </w:r>
      <w:r w:rsidRPr="00F87563">
        <w:rPr>
          <w:color w:val="000000" w:themeColor="text1"/>
        </w:rPr>
        <w:t>non</w:t>
      </w:r>
      <w:r w:rsidRPr="005B5F87">
        <w:t xml:space="preserve"> disponible” </w:t>
      </w:r>
      <w:bookmarkEnd w:id="18"/>
      <w:r>
        <w:t>dans certains cas</w:t>
      </w:r>
      <w:r w:rsidRPr="005B5F87">
        <w:t xml:space="preserve">, </w:t>
      </w:r>
      <w:r>
        <w:t>notamment lorsque le véhicule tracté ne disposait pas d</w:t>
      </w:r>
      <w:r w:rsidR="004B0B6E">
        <w:t>’</w:t>
      </w:r>
      <w:r>
        <w:t xml:space="preserve">une fonction permettant de surveiller la pression des pneumatiques. Les </w:t>
      </w:r>
      <w:r w:rsidRPr="005B5F87">
        <w:t xml:space="preserve">véhicules tractés </w:t>
      </w:r>
      <w:r>
        <w:t xml:space="preserve">qui sont </w:t>
      </w:r>
      <w:r w:rsidRPr="005B5F87">
        <w:t>tenu</w:t>
      </w:r>
      <w:r>
        <w:t>s</w:t>
      </w:r>
      <w:r w:rsidRPr="005B5F87">
        <w:t xml:space="preserve"> de se conformer au présent Règlement</w:t>
      </w:r>
      <w:r>
        <w:t xml:space="preserve"> doivent plutôt transmettre la </w:t>
      </w:r>
      <w:r w:rsidRPr="005B5F87">
        <w:t xml:space="preserve">valeur </w:t>
      </w:r>
      <w:r w:rsidR="00A92227" w:rsidRPr="005B5F87">
        <w:t>“</w:t>
      </w:r>
      <w:r w:rsidRPr="005B5F87">
        <w:t>indicateur d</w:t>
      </w:r>
      <w:r w:rsidR="004B0B6E">
        <w:t>’</w:t>
      </w:r>
      <w:r w:rsidRPr="005B5F87">
        <w:t>erreur</w:t>
      </w:r>
      <w:r w:rsidR="00A92227" w:rsidRPr="005B5F87">
        <w:t>”</w:t>
      </w:r>
      <w:r>
        <w:t xml:space="preserve"> dans de tels cas.</w:t>
      </w:r>
    </w:p>
    <w:p w14:paraId="400EC659" w14:textId="77777777" w:rsidR="00BC7683" w:rsidRPr="002045F8" w:rsidRDefault="00BC7683" w:rsidP="00F87563">
      <w:pPr>
        <w:pStyle w:val="SingleTxtG"/>
        <w:ind w:left="2268"/>
        <w:rPr>
          <w:b/>
          <w:bCs/>
          <w:color w:val="000000"/>
        </w:rPr>
      </w:pPr>
      <w:r w:rsidRPr="002045F8">
        <w:rPr>
          <w:color w:val="000000"/>
        </w:rPr>
        <w:lastRenderedPageBreak/>
        <w:t>Il est à noter également que le véhicule tracté ne serait pas tenu d</w:t>
      </w:r>
      <w:r w:rsidR="004B0B6E">
        <w:rPr>
          <w:color w:val="000000"/>
        </w:rPr>
        <w:t>’</w:t>
      </w:r>
      <w:r w:rsidRPr="002045F8">
        <w:rPr>
          <w:color w:val="000000"/>
        </w:rPr>
        <w:t xml:space="preserve">afficher un avertissement de défaut de fonctionnement de son système de surveillance de la pression des </w:t>
      </w:r>
      <w:r w:rsidRPr="00F87563">
        <w:rPr>
          <w:color w:val="000000" w:themeColor="text1"/>
        </w:rPr>
        <w:t>pneumatiques</w:t>
      </w:r>
      <w:r w:rsidRPr="002045F8">
        <w:rPr>
          <w:color w:val="000000"/>
        </w:rPr>
        <w:t xml:space="preserve"> </w:t>
      </w:r>
      <w:r>
        <w:rPr>
          <w:color w:val="000000"/>
        </w:rPr>
        <w:t xml:space="preserve">au </w:t>
      </w:r>
      <w:r w:rsidRPr="002045F8">
        <w:rPr>
          <w:color w:val="000000"/>
        </w:rPr>
        <w:t>cas où des informations valables émanant de ce TPMS s</w:t>
      </w:r>
      <w:r>
        <w:rPr>
          <w:color w:val="000000"/>
        </w:rPr>
        <w:t>eraie</w:t>
      </w:r>
      <w:r w:rsidRPr="002045F8">
        <w:rPr>
          <w:color w:val="000000"/>
        </w:rPr>
        <w:t>nt disponibles par l</w:t>
      </w:r>
      <w:r w:rsidR="004B0B6E">
        <w:rPr>
          <w:color w:val="000000"/>
        </w:rPr>
        <w:t>’</w:t>
      </w:r>
      <w:r w:rsidRPr="002045F8">
        <w:rPr>
          <w:color w:val="000000"/>
        </w:rPr>
        <w:t>intermédiaire d</w:t>
      </w:r>
      <w:r w:rsidR="004B0B6E">
        <w:rPr>
          <w:color w:val="000000"/>
        </w:rPr>
        <w:t>’</w:t>
      </w:r>
      <w:r w:rsidRPr="002045F8">
        <w:rPr>
          <w:color w:val="000000"/>
        </w:rPr>
        <w:t>une autre interface de communication.</w:t>
      </w:r>
    </w:p>
    <w:p w14:paraId="11DC2631" w14:textId="77777777" w:rsidR="00BC7683" w:rsidRPr="00677CA2" w:rsidRDefault="00BC7683" w:rsidP="00F87563">
      <w:pPr>
        <w:pStyle w:val="SingleTxtG"/>
        <w:spacing w:before="240"/>
        <w:ind w:left="2268" w:hanging="1134"/>
      </w:pPr>
      <w:r w:rsidRPr="00A43994">
        <w:t>2.4</w:t>
      </w:r>
      <w:r w:rsidRPr="00A43994">
        <w:rPr>
          <w:rFonts w:ascii="Calibri" w:hAnsi="Calibri"/>
          <w:color w:val="000000"/>
        </w:rPr>
        <w:tab/>
      </w:r>
      <w:r w:rsidRPr="00677CA2">
        <w:rPr>
          <w:color w:val="000000"/>
        </w:rPr>
        <w:t>Lorsqu</w:t>
      </w:r>
      <w:r w:rsidR="004B0B6E">
        <w:rPr>
          <w:color w:val="000000"/>
        </w:rPr>
        <w:t>’</w:t>
      </w:r>
      <w:r w:rsidRPr="00677CA2">
        <w:rPr>
          <w:color w:val="000000"/>
        </w:rPr>
        <w:t xml:space="preserve">une défaillance </w:t>
      </w:r>
      <w:r w:rsidRPr="00F87563">
        <w:t>permanente</w:t>
      </w:r>
      <w:r w:rsidRPr="00677CA2">
        <w:rPr>
          <w:color w:val="000000"/>
        </w:rPr>
        <w:t xml:space="preserve"> est détectée dans la ligne de communication, le véhicule tracteur doit allumer le témoin d</w:t>
      </w:r>
      <w:r w:rsidR="004B0B6E">
        <w:rPr>
          <w:color w:val="000000"/>
        </w:rPr>
        <w:t>’</w:t>
      </w:r>
      <w:r w:rsidRPr="00677CA2">
        <w:rPr>
          <w:color w:val="000000"/>
        </w:rPr>
        <w:t>avertissement</w:t>
      </w:r>
      <w:r w:rsidRPr="00677CA2">
        <w:t xml:space="preserve"> de </w:t>
      </w:r>
      <w:r w:rsidRPr="00677CA2">
        <w:rPr>
          <w:color w:val="000000"/>
        </w:rPr>
        <w:t xml:space="preserve">défaut de fonctionnement </w:t>
      </w:r>
      <w:bookmarkStart w:id="19" w:name="_Hlk63932507"/>
      <w:r w:rsidRPr="00677CA2">
        <w:rPr>
          <w:color w:val="000000"/>
        </w:rPr>
        <w:t>du système de surveillance de la pression des pneumatiques</w:t>
      </w:r>
      <w:bookmarkEnd w:id="19"/>
      <w:r>
        <w:rPr>
          <w:color w:val="000000"/>
        </w:rPr>
        <w:t xml:space="preserve"> du véhicule tracté</w:t>
      </w:r>
      <w:r w:rsidRPr="00677CA2">
        <w:rPr>
          <w:color w:val="000000"/>
        </w:rPr>
        <w:t>.</w:t>
      </w:r>
    </w:p>
    <w:p w14:paraId="45B1E1D1" w14:textId="77777777" w:rsidR="00BC7683" w:rsidRDefault="00BC7683" w:rsidP="00F87563">
      <w:pPr>
        <w:pStyle w:val="SingleTxtG"/>
        <w:ind w:left="2268"/>
        <w:rPr>
          <w:color w:val="000000"/>
        </w:rPr>
      </w:pPr>
      <w:r w:rsidRPr="00677CA2">
        <w:rPr>
          <w:color w:val="000000"/>
        </w:rPr>
        <w:t>Il est à noter également que le véhicule tract</w:t>
      </w:r>
      <w:r>
        <w:rPr>
          <w:color w:val="000000"/>
        </w:rPr>
        <w:t>eur</w:t>
      </w:r>
      <w:r w:rsidRPr="00677CA2">
        <w:rPr>
          <w:color w:val="000000"/>
        </w:rPr>
        <w:t xml:space="preserve"> ne serait pas tenu d</w:t>
      </w:r>
      <w:r w:rsidR="004B0B6E">
        <w:rPr>
          <w:color w:val="000000"/>
        </w:rPr>
        <w:t>’</w:t>
      </w:r>
      <w:r w:rsidRPr="00677CA2">
        <w:rPr>
          <w:color w:val="000000"/>
        </w:rPr>
        <w:t>afficher un avertissement de défaut de fonctionnement d</w:t>
      </w:r>
      <w:r>
        <w:rPr>
          <w:color w:val="000000"/>
        </w:rPr>
        <w:t>u</w:t>
      </w:r>
      <w:r w:rsidRPr="00677CA2">
        <w:rPr>
          <w:color w:val="000000"/>
        </w:rPr>
        <w:t xml:space="preserve"> système de surveillance de la pression des pneumatiques </w:t>
      </w:r>
      <w:r>
        <w:rPr>
          <w:color w:val="000000"/>
        </w:rPr>
        <w:t>d</w:t>
      </w:r>
      <w:r w:rsidR="004B0B6E">
        <w:rPr>
          <w:color w:val="000000"/>
        </w:rPr>
        <w:t>’</w:t>
      </w:r>
      <w:r>
        <w:rPr>
          <w:color w:val="000000"/>
        </w:rPr>
        <w:t xml:space="preserve">un véhicule tracté au </w:t>
      </w:r>
      <w:r w:rsidRPr="00677CA2">
        <w:rPr>
          <w:color w:val="000000"/>
        </w:rPr>
        <w:t xml:space="preserve">cas où des informations valables émanant de ce TPMS </w:t>
      </w:r>
      <w:r>
        <w:rPr>
          <w:color w:val="000000"/>
        </w:rPr>
        <w:t xml:space="preserve">seraient </w:t>
      </w:r>
      <w:r w:rsidRPr="00677CA2">
        <w:rPr>
          <w:color w:val="000000"/>
        </w:rPr>
        <w:t>disponibles par l</w:t>
      </w:r>
      <w:r w:rsidR="004B0B6E">
        <w:rPr>
          <w:color w:val="000000"/>
        </w:rPr>
        <w:t>’</w:t>
      </w:r>
      <w:r w:rsidRPr="00677CA2">
        <w:rPr>
          <w:color w:val="000000"/>
        </w:rPr>
        <w:t>intermédiaire d</w:t>
      </w:r>
      <w:r w:rsidR="004B0B6E">
        <w:rPr>
          <w:color w:val="000000"/>
        </w:rPr>
        <w:t>’</w:t>
      </w:r>
      <w:r w:rsidRPr="00677CA2">
        <w:rPr>
          <w:color w:val="000000"/>
        </w:rPr>
        <w:t>une autre interface de communication</w:t>
      </w:r>
    </w:p>
    <w:p w14:paraId="5430FBB9" w14:textId="77777777" w:rsidR="00BC7683" w:rsidRDefault="00BC7683" w:rsidP="00F87563">
      <w:pPr>
        <w:pStyle w:val="SingleTxtG"/>
        <w:spacing w:before="240"/>
        <w:ind w:left="2268" w:hanging="1134"/>
      </w:pPr>
      <w:r w:rsidRPr="00A43994">
        <w:t>2.5</w:t>
      </w:r>
      <w:r w:rsidRPr="00A43994">
        <w:tab/>
      </w:r>
      <w:r w:rsidRPr="00410F92">
        <w:t>Lorsqu</w:t>
      </w:r>
      <w:r w:rsidR="004B0B6E">
        <w:t>’</w:t>
      </w:r>
      <w:r>
        <w:t xml:space="preserve">une </w:t>
      </w:r>
      <w:r w:rsidRPr="00410F92">
        <w:t xml:space="preserve">pression des pneumatiques </w:t>
      </w:r>
      <w:r>
        <w:t xml:space="preserve">valable </w:t>
      </w:r>
      <w:r w:rsidRPr="00410F92">
        <w:t xml:space="preserve">est </w:t>
      </w:r>
      <w:r w:rsidRPr="00F87563">
        <w:rPr>
          <w:color w:val="000000"/>
        </w:rPr>
        <w:t>temporairement</w:t>
      </w:r>
      <w:r w:rsidRPr="00410F92">
        <w:t xml:space="preserve"> indisponible (c</w:t>
      </w:r>
      <w:r w:rsidR="004B0B6E">
        <w:t>’</w:t>
      </w:r>
      <w:r w:rsidRPr="00410F92">
        <w:t xml:space="preserve">est à dire pendant moins de 10 minutes de temps de conduite cumulé), </w:t>
      </w:r>
      <w:r>
        <w:t xml:space="preserve">le véhicule tracté doit émettre les </w:t>
      </w:r>
      <w:r w:rsidRPr="00410F92">
        <w:t>messages</w:t>
      </w:r>
      <w:r>
        <w:t xml:space="preserve"> suivants</w:t>
      </w:r>
      <w:r w:rsidR="00F87563">
        <w:t> </w:t>
      </w:r>
      <w:r w:rsidRPr="00410F92">
        <w:t>:</w:t>
      </w:r>
    </w:p>
    <w:tbl>
      <w:tblPr>
        <w:tblW w:w="7370"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2"/>
        <w:gridCol w:w="3118"/>
        <w:gridCol w:w="2130"/>
      </w:tblGrid>
      <w:tr w:rsidR="00F87563" w:rsidRPr="00502E9C" w14:paraId="7163CACF" w14:textId="77777777" w:rsidTr="00E949AD">
        <w:trPr>
          <w:tblHeader/>
          <w:jc w:val="center"/>
        </w:trPr>
        <w:tc>
          <w:tcPr>
            <w:tcW w:w="2122" w:type="dxa"/>
            <w:tcBorders>
              <w:bottom w:val="single" w:sz="12" w:space="0" w:color="auto"/>
            </w:tcBorders>
            <w:shd w:val="clear" w:color="auto" w:fill="auto"/>
            <w:vAlign w:val="bottom"/>
          </w:tcPr>
          <w:p w14:paraId="7635B827" w14:textId="77777777" w:rsidR="00F87563" w:rsidRPr="00502E9C" w:rsidRDefault="00F87563" w:rsidP="00A62A9A">
            <w:pPr>
              <w:spacing w:before="80" w:after="80" w:line="200" w:lineRule="exact"/>
              <w:ind w:left="57" w:right="113"/>
              <w:rPr>
                <w:i/>
                <w:sz w:val="16"/>
              </w:rPr>
            </w:pPr>
            <w:r w:rsidRPr="00F83F8C">
              <w:rPr>
                <w:i/>
                <w:sz w:val="16"/>
              </w:rPr>
              <w:t xml:space="preserve">Fonction ou paramètre </w:t>
            </w:r>
          </w:p>
        </w:tc>
        <w:tc>
          <w:tcPr>
            <w:tcW w:w="3118" w:type="dxa"/>
            <w:tcBorders>
              <w:bottom w:val="single" w:sz="12" w:space="0" w:color="auto"/>
            </w:tcBorders>
            <w:shd w:val="clear" w:color="auto" w:fill="auto"/>
            <w:vAlign w:val="bottom"/>
          </w:tcPr>
          <w:p w14:paraId="05E6A91B" w14:textId="77777777" w:rsidR="00F87563" w:rsidRPr="00502E9C" w:rsidRDefault="00F87563" w:rsidP="00E949AD">
            <w:pPr>
              <w:spacing w:before="80" w:after="80" w:line="200" w:lineRule="exact"/>
              <w:ind w:left="113" w:right="113"/>
              <w:rPr>
                <w:i/>
                <w:sz w:val="16"/>
              </w:rPr>
            </w:pPr>
            <w:r w:rsidRPr="00F83F8C">
              <w:rPr>
                <w:i/>
                <w:sz w:val="16"/>
              </w:rPr>
              <w:t xml:space="preserve">Référence dans la norme </w:t>
            </w:r>
            <w:r w:rsidRPr="00502E9C">
              <w:rPr>
                <w:i/>
                <w:sz w:val="16"/>
              </w:rPr>
              <w:t xml:space="preserve">ISO 11992-2:2014 </w:t>
            </w:r>
          </w:p>
        </w:tc>
        <w:tc>
          <w:tcPr>
            <w:tcW w:w="2130" w:type="dxa"/>
            <w:tcBorders>
              <w:bottom w:val="single" w:sz="12" w:space="0" w:color="auto"/>
            </w:tcBorders>
            <w:shd w:val="clear" w:color="auto" w:fill="auto"/>
            <w:vAlign w:val="bottom"/>
          </w:tcPr>
          <w:p w14:paraId="7CF22AE0" w14:textId="77777777" w:rsidR="00F87563" w:rsidRPr="00502E9C" w:rsidRDefault="00F87563" w:rsidP="00E949AD">
            <w:pPr>
              <w:spacing w:before="80" w:after="80" w:line="200" w:lineRule="exact"/>
              <w:ind w:left="113" w:right="113"/>
              <w:rPr>
                <w:i/>
                <w:sz w:val="16"/>
              </w:rPr>
            </w:pPr>
            <w:r w:rsidRPr="002E5EFF">
              <w:rPr>
                <w:i/>
                <w:sz w:val="16"/>
              </w:rPr>
              <w:t>Signal d</w:t>
            </w:r>
            <w:r w:rsidR="004B0B6E">
              <w:rPr>
                <w:i/>
                <w:sz w:val="16"/>
              </w:rPr>
              <w:t>’</w:t>
            </w:r>
            <w:r w:rsidRPr="002E5EFF">
              <w:rPr>
                <w:i/>
                <w:sz w:val="16"/>
              </w:rPr>
              <w:t xml:space="preserve">avertissement </w:t>
            </w:r>
            <w:r>
              <w:rPr>
                <w:i/>
                <w:sz w:val="16"/>
              </w:rPr>
              <w:t>a</w:t>
            </w:r>
            <w:r w:rsidRPr="002E5EFF">
              <w:rPr>
                <w:i/>
                <w:sz w:val="16"/>
              </w:rPr>
              <w:t>u conducteur</w:t>
            </w:r>
          </w:p>
        </w:tc>
      </w:tr>
      <w:tr w:rsidR="00F87563" w:rsidRPr="006D38AF" w14:paraId="0D507CD0" w14:textId="77777777" w:rsidTr="00E949AD">
        <w:trPr>
          <w:tblHeader/>
          <w:jc w:val="center"/>
        </w:trPr>
        <w:tc>
          <w:tcPr>
            <w:tcW w:w="2122" w:type="dxa"/>
            <w:tcBorders>
              <w:top w:val="single" w:sz="4" w:space="0" w:color="auto"/>
              <w:bottom w:val="single" w:sz="4" w:space="0" w:color="auto"/>
            </w:tcBorders>
            <w:shd w:val="clear" w:color="auto" w:fill="auto"/>
          </w:tcPr>
          <w:p w14:paraId="1C6855B9" w14:textId="77777777" w:rsidR="00F87563" w:rsidRPr="002045F8" w:rsidRDefault="00F87563" w:rsidP="00C5029D">
            <w:pPr>
              <w:spacing w:before="40" w:after="80" w:line="220" w:lineRule="exact"/>
              <w:ind w:left="57" w:right="113"/>
              <w:rPr>
                <w:sz w:val="18"/>
                <w:szCs w:val="18"/>
              </w:rPr>
            </w:pPr>
            <w:r w:rsidRPr="002045F8">
              <w:rPr>
                <w:sz w:val="18"/>
                <w:szCs w:val="18"/>
              </w:rPr>
              <w:t>Pression des pneumatiques</w:t>
            </w:r>
          </w:p>
          <w:p w14:paraId="69AD4AAF" w14:textId="77777777" w:rsidR="00F87563" w:rsidRPr="002045F8" w:rsidRDefault="00F87563" w:rsidP="00C5029D">
            <w:pPr>
              <w:spacing w:before="40" w:after="80" w:line="220" w:lineRule="exact"/>
              <w:ind w:left="57" w:right="113"/>
              <w:rPr>
                <w:color w:val="FF0000"/>
                <w:sz w:val="18"/>
                <w:szCs w:val="18"/>
              </w:rPr>
            </w:pPr>
            <w:r w:rsidRPr="002045F8">
              <w:rPr>
                <w:i/>
                <w:iCs/>
                <w:color w:val="000000" w:themeColor="text1"/>
                <w:sz w:val="18"/>
                <w:szCs w:val="18"/>
              </w:rPr>
              <w:t>(Données du TPMS</w:t>
            </w:r>
            <w:r>
              <w:rPr>
                <w:i/>
                <w:iCs/>
                <w:color w:val="000000" w:themeColor="text1"/>
                <w:sz w:val="18"/>
                <w:szCs w:val="18"/>
              </w:rPr>
              <w:t xml:space="preserve"> temporairement indisponibles</w:t>
            </w:r>
            <w:r w:rsidRPr="002045F8">
              <w:rPr>
                <w:i/>
                <w:iCs/>
                <w:color w:val="000000" w:themeColor="text1"/>
                <w:sz w:val="18"/>
                <w:szCs w:val="18"/>
              </w:rPr>
              <w:t>)</w:t>
            </w:r>
          </w:p>
        </w:tc>
        <w:tc>
          <w:tcPr>
            <w:tcW w:w="3118" w:type="dxa"/>
            <w:tcBorders>
              <w:top w:val="single" w:sz="4" w:space="0" w:color="auto"/>
              <w:bottom w:val="single" w:sz="4" w:space="0" w:color="auto"/>
            </w:tcBorders>
            <w:shd w:val="clear" w:color="auto" w:fill="auto"/>
          </w:tcPr>
          <w:p w14:paraId="3817096B" w14:textId="77777777" w:rsidR="00F87563" w:rsidRPr="006978EC" w:rsidRDefault="00F87563" w:rsidP="00C5029D">
            <w:pPr>
              <w:spacing w:before="40" w:after="80" w:line="220" w:lineRule="exact"/>
              <w:ind w:left="113" w:right="113"/>
              <w:rPr>
                <w:sz w:val="18"/>
                <w:szCs w:val="18"/>
              </w:rPr>
            </w:pPr>
            <w:r w:rsidRPr="006978EC">
              <w:rPr>
                <w:sz w:val="18"/>
                <w:szCs w:val="18"/>
              </w:rPr>
              <w:t xml:space="preserve">EBS23 </w:t>
            </w:r>
            <w:r>
              <w:rPr>
                <w:sz w:val="18"/>
                <w:szCs w:val="18"/>
              </w:rPr>
              <w:t>(o</w:t>
            </w:r>
            <w:r w:rsidRPr="006978EC">
              <w:rPr>
                <w:sz w:val="18"/>
                <w:szCs w:val="18"/>
              </w:rPr>
              <w:t>ctet 1</w:t>
            </w:r>
            <w:r>
              <w:rPr>
                <w:sz w:val="18"/>
                <w:szCs w:val="18"/>
              </w:rPr>
              <w:t xml:space="preserve">) </w:t>
            </w:r>
            <w:r w:rsidR="00A62A9A">
              <w:rPr>
                <w:sz w:val="18"/>
                <w:szCs w:val="18"/>
              </w:rPr>
              <w:br/>
            </w:r>
            <w:r>
              <w:rPr>
                <w:sz w:val="18"/>
                <w:szCs w:val="18"/>
              </w:rPr>
              <w:t>b</w:t>
            </w:r>
            <w:r w:rsidRPr="006978EC">
              <w:rPr>
                <w:sz w:val="18"/>
                <w:szCs w:val="18"/>
              </w:rPr>
              <w:t>its 1-2</w:t>
            </w:r>
          </w:p>
          <w:p w14:paraId="66D132A6" w14:textId="77777777" w:rsidR="00F87563" w:rsidRPr="006978EC" w:rsidRDefault="00F87563" w:rsidP="00C5029D">
            <w:pPr>
              <w:spacing w:before="40" w:after="80" w:line="220" w:lineRule="exact"/>
              <w:ind w:left="113" w:right="113"/>
              <w:rPr>
                <w:color w:val="FF0000"/>
                <w:sz w:val="18"/>
                <w:szCs w:val="18"/>
              </w:rPr>
            </w:pPr>
            <w:r w:rsidRPr="006978EC">
              <w:rPr>
                <w:sz w:val="18"/>
                <w:szCs w:val="18"/>
              </w:rPr>
              <w:t>(11</w:t>
            </w:r>
            <w:r w:rsidRPr="006978EC">
              <w:rPr>
                <w:sz w:val="18"/>
                <w:szCs w:val="18"/>
                <w:vertAlign w:val="subscript"/>
              </w:rPr>
              <w:t>2</w:t>
            </w:r>
            <w:r w:rsidRPr="006978EC">
              <w:rPr>
                <w:sz w:val="18"/>
                <w:szCs w:val="18"/>
              </w:rPr>
              <w:t xml:space="preserve"> </w:t>
            </w:r>
            <w:r w:rsidR="00A62A9A">
              <w:rPr>
                <w:sz w:val="18"/>
                <w:szCs w:val="18"/>
              </w:rPr>
              <w:t>−</w:t>
            </w:r>
            <w:r w:rsidRPr="006978EC">
              <w:rPr>
                <w:sz w:val="18"/>
                <w:szCs w:val="18"/>
              </w:rPr>
              <w:t xml:space="preserve"> non disponible)</w:t>
            </w:r>
          </w:p>
        </w:tc>
        <w:tc>
          <w:tcPr>
            <w:tcW w:w="2130" w:type="dxa"/>
            <w:tcBorders>
              <w:top w:val="single" w:sz="4" w:space="0" w:color="auto"/>
              <w:bottom w:val="single" w:sz="4" w:space="0" w:color="auto"/>
            </w:tcBorders>
            <w:shd w:val="clear" w:color="auto" w:fill="auto"/>
          </w:tcPr>
          <w:p w14:paraId="0290EFE9" w14:textId="77777777" w:rsidR="00F87563" w:rsidRPr="006D38AF" w:rsidRDefault="00F87563" w:rsidP="00C5029D">
            <w:pPr>
              <w:spacing w:before="40" w:after="80" w:line="220" w:lineRule="exact"/>
              <w:ind w:left="113" w:right="113"/>
              <w:rPr>
                <w:color w:val="FF0000"/>
                <w:sz w:val="18"/>
                <w:szCs w:val="18"/>
              </w:rPr>
            </w:pPr>
            <w:r>
              <w:rPr>
                <w:color w:val="000000" w:themeColor="text1"/>
                <w:sz w:val="18"/>
                <w:szCs w:val="18"/>
              </w:rPr>
              <w:t>Sans objet</w:t>
            </w:r>
          </w:p>
        </w:tc>
      </w:tr>
      <w:tr w:rsidR="00F87563" w:rsidRPr="006D38AF" w14:paraId="7B30DAC2" w14:textId="77777777" w:rsidTr="00E949AD">
        <w:trPr>
          <w:tblHeader/>
          <w:jc w:val="center"/>
        </w:trPr>
        <w:tc>
          <w:tcPr>
            <w:tcW w:w="2122" w:type="dxa"/>
            <w:tcBorders>
              <w:top w:val="single" w:sz="4" w:space="0" w:color="auto"/>
            </w:tcBorders>
            <w:shd w:val="clear" w:color="auto" w:fill="auto"/>
          </w:tcPr>
          <w:p w14:paraId="63D0EFC2" w14:textId="77777777" w:rsidR="00F87563" w:rsidRDefault="00F87563" w:rsidP="00C5029D">
            <w:pPr>
              <w:spacing w:before="40" w:after="80" w:line="220" w:lineRule="exact"/>
              <w:ind w:left="57" w:right="113"/>
              <w:rPr>
                <w:color w:val="000000" w:themeColor="text1"/>
                <w:sz w:val="18"/>
                <w:szCs w:val="18"/>
              </w:rPr>
            </w:pPr>
            <w:r w:rsidRPr="006F1410">
              <w:rPr>
                <w:color w:val="000000" w:themeColor="text1"/>
                <w:sz w:val="18"/>
                <w:szCs w:val="18"/>
              </w:rPr>
              <w:t xml:space="preserve">Identification </w:t>
            </w:r>
            <w:r>
              <w:rPr>
                <w:color w:val="000000" w:themeColor="text1"/>
                <w:sz w:val="18"/>
                <w:szCs w:val="18"/>
              </w:rPr>
              <w:t>des pneumatiques et des roues</w:t>
            </w:r>
          </w:p>
          <w:p w14:paraId="618ADF26" w14:textId="77777777" w:rsidR="00F87563" w:rsidRPr="00D36A57" w:rsidRDefault="00F87563" w:rsidP="00C5029D">
            <w:pPr>
              <w:spacing w:before="40" w:after="80" w:line="220" w:lineRule="exact"/>
              <w:ind w:left="57" w:right="113"/>
              <w:rPr>
                <w:color w:val="000000" w:themeColor="text1"/>
                <w:sz w:val="18"/>
                <w:szCs w:val="18"/>
                <w:highlight w:val="yellow"/>
              </w:rPr>
            </w:pPr>
            <w:r w:rsidRPr="006F1410">
              <w:rPr>
                <w:i/>
                <w:iCs/>
                <w:color w:val="000000" w:themeColor="text1"/>
                <w:sz w:val="18"/>
                <w:szCs w:val="18"/>
              </w:rPr>
              <w:t>(</w:t>
            </w:r>
            <w:r>
              <w:rPr>
                <w:i/>
                <w:iCs/>
                <w:color w:val="000000" w:themeColor="text1"/>
                <w:sz w:val="18"/>
                <w:szCs w:val="18"/>
              </w:rPr>
              <w:t>C</w:t>
            </w:r>
            <w:r w:rsidRPr="006F1410">
              <w:rPr>
                <w:i/>
                <w:iCs/>
                <w:color w:val="000000" w:themeColor="text1"/>
                <w:sz w:val="18"/>
                <w:szCs w:val="18"/>
              </w:rPr>
              <w:t>orrespondant à la pression des pneumatiques)</w:t>
            </w:r>
          </w:p>
        </w:tc>
        <w:tc>
          <w:tcPr>
            <w:tcW w:w="3118" w:type="dxa"/>
            <w:tcBorders>
              <w:top w:val="single" w:sz="4" w:space="0" w:color="auto"/>
            </w:tcBorders>
            <w:shd w:val="clear" w:color="auto" w:fill="auto"/>
          </w:tcPr>
          <w:p w14:paraId="279FA520" w14:textId="77777777" w:rsidR="00F87563" w:rsidRPr="006978EC" w:rsidRDefault="00F87563" w:rsidP="00C5029D">
            <w:pPr>
              <w:spacing w:before="40" w:after="80" w:line="220" w:lineRule="exact"/>
              <w:ind w:left="113" w:right="113"/>
              <w:rPr>
                <w:color w:val="000000" w:themeColor="text1"/>
                <w:sz w:val="18"/>
                <w:szCs w:val="18"/>
              </w:rPr>
            </w:pPr>
            <w:r w:rsidRPr="006978EC">
              <w:rPr>
                <w:color w:val="000000" w:themeColor="text1"/>
                <w:sz w:val="18"/>
                <w:szCs w:val="18"/>
              </w:rPr>
              <w:t xml:space="preserve">EBS23 </w:t>
            </w:r>
            <w:r>
              <w:rPr>
                <w:color w:val="000000" w:themeColor="text1"/>
                <w:sz w:val="18"/>
                <w:szCs w:val="18"/>
              </w:rPr>
              <w:t>(o</w:t>
            </w:r>
            <w:r w:rsidRPr="006978EC">
              <w:rPr>
                <w:color w:val="000000" w:themeColor="text1"/>
                <w:sz w:val="18"/>
                <w:szCs w:val="18"/>
              </w:rPr>
              <w:t>ctet 2</w:t>
            </w:r>
            <w:r>
              <w:rPr>
                <w:color w:val="000000" w:themeColor="text1"/>
                <w:sz w:val="18"/>
                <w:szCs w:val="18"/>
              </w:rPr>
              <w:t>)</w:t>
            </w:r>
          </w:p>
          <w:p w14:paraId="328E7AD1" w14:textId="77777777" w:rsidR="00F87563" w:rsidRPr="006F1410" w:rsidRDefault="00F87563" w:rsidP="00C5029D">
            <w:pPr>
              <w:spacing w:before="40" w:after="80" w:line="220" w:lineRule="exact"/>
              <w:ind w:left="113" w:right="113"/>
              <w:rPr>
                <w:sz w:val="18"/>
                <w:szCs w:val="18"/>
              </w:rPr>
            </w:pPr>
            <w:r w:rsidRPr="006F1410">
              <w:rPr>
                <w:sz w:val="18"/>
                <w:szCs w:val="18"/>
              </w:rPr>
              <w:t>(XXXXXXXX</w:t>
            </w:r>
            <w:r w:rsidRPr="006F1410">
              <w:rPr>
                <w:sz w:val="18"/>
                <w:szCs w:val="18"/>
                <w:vertAlign w:val="subscript"/>
              </w:rPr>
              <w:t>2</w:t>
            </w:r>
            <w:r w:rsidRPr="006F1410">
              <w:rPr>
                <w:sz w:val="18"/>
                <w:szCs w:val="18"/>
              </w:rPr>
              <w:t xml:space="preserve"> </w:t>
            </w:r>
            <w:r w:rsidR="00A62A9A">
              <w:rPr>
                <w:sz w:val="18"/>
                <w:szCs w:val="18"/>
              </w:rPr>
              <w:t>−</w:t>
            </w:r>
            <w:r w:rsidRPr="006F1410">
              <w:rPr>
                <w:sz w:val="18"/>
                <w:szCs w:val="18"/>
              </w:rPr>
              <w:t xml:space="preserve"> identifiant du pneumatique)</w:t>
            </w:r>
          </w:p>
          <w:p w14:paraId="1F0A74A0" w14:textId="77777777" w:rsidR="00F87563" w:rsidRPr="006978EC" w:rsidRDefault="00F87563" w:rsidP="00C5029D">
            <w:pPr>
              <w:spacing w:before="40" w:after="80" w:line="220" w:lineRule="exact"/>
              <w:ind w:left="113" w:right="113"/>
              <w:rPr>
                <w:sz w:val="18"/>
                <w:szCs w:val="18"/>
              </w:rPr>
            </w:pPr>
            <w:r w:rsidRPr="006978EC">
              <w:rPr>
                <w:sz w:val="18"/>
                <w:szCs w:val="18"/>
              </w:rPr>
              <w:t>OU</w:t>
            </w:r>
          </w:p>
          <w:p w14:paraId="6F28E9A6" w14:textId="77777777" w:rsidR="00F87563" w:rsidRPr="006F1410" w:rsidRDefault="00F87563" w:rsidP="00C5029D">
            <w:pPr>
              <w:spacing w:before="40" w:after="80" w:line="220" w:lineRule="exact"/>
              <w:ind w:left="113" w:right="113"/>
              <w:rPr>
                <w:sz w:val="18"/>
                <w:szCs w:val="18"/>
              </w:rPr>
            </w:pPr>
            <w:r w:rsidRPr="006F1410">
              <w:rPr>
                <w:sz w:val="18"/>
                <w:szCs w:val="18"/>
              </w:rPr>
              <w:t>(00000000</w:t>
            </w:r>
            <w:r w:rsidRPr="006F1410">
              <w:rPr>
                <w:sz w:val="18"/>
                <w:szCs w:val="18"/>
                <w:vertAlign w:val="subscript"/>
              </w:rPr>
              <w:t>2</w:t>
            </w:r>
            <w:r w:rsidRPr="006F1410">
              <w:rPr>
                <w:sz w:val="18"/>
                <w:szCs w:val="18"/>
              </w:rPr>
              <w:t xml:space="preserve"> </w:t>
            </w:r>
            <w:r w:rsidR="00A62A9A">
              <w:rPr>
                <w:sz w:val="18"/>
                <w:szCs w:val="18"/>
              </w:rPr>
              <w:t>−</w:t>
            </w:r>
            <w:r w:rsidRPr="006F1410">
              <w:rPr>
                <w:sz w:val="18"/>
                <w:szCs w:val="18"/>
              </w:rPr>
              <w:t xml:space="preserve"> identifiant du pneumatique non défini ou roue non définie et essieu &gt; 15</w:t>
            </w:r>
            <w:r w:rsidRPr="006F1410">
              <w:rPr>
                <w:sz w:val="18"/>
                <w:szCs w:val="18"/>
                <w:vertAlign w:val="subscript"/>
              </w:rPr>
              <w:t>10</w:t>
            </w:r>
            <w:r w:rsidRPr="006F1410">
              <w:rPr>
                <w:sz w:val="18"/>
                <w:szCs w:val="18"/>
              </w:rPr>
              <w:t>)</w:t>
            </w:r>
          </w:p>
          <w:p w14:paraId="0F98891B" w14:textId="77777777" w:rsidR="00F87563" w:rsidRPr="006F1410" w:rsidRDefault="00F87563" w:rsidP="00C5029D">
            <w:pPr>
              <w:spacing w:before="40" w:after="80" w:line="220" w:lineRule="exact"/>
              <w:ind w:left="113" w:right="113"/>
              <w:rPr>
                <w:sz w:val="18"/>
                <w:szCs w:val="18"/>
              </w:rPr>
            </w:pPr>
            <w:r w:rsidRPr="006F1410">
              <w:rPr>
                <w:sz w:val="18"/>
                <w:szCs w:val="18"/>
              </w:rPr>
              <w:t>OU</w:t>
            </w:r>
          </w:p>
          <w:p w14:paraId="69D097C3" w14:textId="77777777" w:rsidR="00F87563" w:rsidRPr="006F1410" w:rsidRDefault="00F87563" w:rsidP="00C5029D">
            <w:pPr>
              <w:spacing w:before="40" w:after="80" w:line="220" w:lineRule="exact"/>
              <w:ind w:left="113" w:right="113"/>
              <w:rPr>
                <w:color w:val="000000" w:themeColor="text1"/>
                <w:sz w:val="18"/>
                <w:szCs w:val="18"/>
                <w:highlight w:val="yellow"/>
              </w:rPr>
            </w:pPr>
            <w:r w:rsidRPr="006F1410">
              <w:rPr>
                <w:sz w:val="18"/>
                <w:szCs w:val="18"/>
              </w:rPr>
              <w:t>(11111111</w:t>
            </w:r>
            <w:r w:rsidRPr="006F1410">
              <w:rPr>
                <w:sz w:val="18"/>
                <w:szCs w:val="18"/>
                <w:vertAlign w:val="subscript"/>
              </w:rPr>
              <w:t>2</w:t>
            </w:r>
            <w:r w:rsidRPr="006F1410">
              <w:rPr>
                <w:sz w:val="18"/>
                <w:szCs w:val="18"/>
              </w:rPr>
              <w:t xml:space="preserve"> </w:t>
            </w:r>
            <w:r w:rsidR="00A62A9A">
              <w:rPr>
                <w:sz w:val="18"/>
                <w:szCs w:val="18"/>
              </w:rPr>
              <w:t>−</w:t>
            </w:r>
            <w:r w:rsidRPr="006F1410">
              <w:rPr>
                <w:sz w:val="18"/>
                <w:szCs w:val="18"/>
              </w:rPr>
              <w:t xml:space="preserve"> identifiant du pneumatique non disponible </w:t>
            </w:r>
            <w:r w:rsidR="00A62A9A">
              <w:rPr>
                <w:sz w:val="18"/>
                <w:szCs w:val="18"/>
              </w:rPr>
              <w:br/>
            </w:r>
            <w:r w:rsidRPr="006F1410">
              <w:rPr>
                <w:sz w:val="18"/>
                <w:szCs w:val="18"/>
              </w:rPr>
              <w:t>ou roue = 15</w:t>
            </w:r>
            <w:r w:rsidRPr="006F1410">
              <w:rPr>
                <w:sz w:val="18"/>
                <w:szCs w:val="18"/>
                <w:vertAlign w:val="subscript"/>
              </w:rPr>
              <w:t>10</w:t>
            </w:r>
            <w:r w:rsidRPr="006F1410">
              <w:rPr>
                <w:sz w:val="18"/>
                <w:szCs w:val="18"/>
              </w:rPr>
              <w:t xml:space="preserve"> et essieu = 15</w:t>
            </w:r>
            <w:r w:rsidRPr="006F1410">
              <w:rPr>
                <w:sz w:val="18"/>
                <w:szCs w:val="18"/>
                <w:vertAlign w:val="subscript"/>
              </w:rPr>
              <w:t>10</w:t>
            </w:r>
            <w:r w:rsidRPr="006F1410">
              <w:rPr>
                <w:sz w:val="18"/>
                <w:szCs w:val="18"/>
              </w:rPr>
              <w:t>)</w:t>
            </w:r>
          </w:p>
        </w:tc>
        <w:tc>
          <w:tcPr>
            <w:tcW w:w="2130" w:type="dxa"/>
            <w:tcBorders>
              <w:top w:val="single" w:sz="4" w:space="0" w:color="auto"/>
            </w:tcBorders>
            <w:shd w:val="clear" w:color="auto" w:fill="auto"/>
          </w:tcPr>
          <w:p w14:paraId="025B1492" w14:textId="77777777" w:rsidR="00F87563" w:rsidRPr="006D38AF" w:rsidRDefault="00F87563" w:rsidP="00C5029D">
            <w:pPr>
              <w:spacing w:before="40" w:after="80" w:line="220" w:lineRule="exact"/>
              <w:ind w:left="113" w:right="113"/>
              <w:rPr>
                <w:strike/>
                <w:color w:val="000000" w:themeColor="text1"/>
                <w:sz w:val="18"/>
                <w:szCs w:val="18"/>
              </w:rPr>
            </w:pPr>
            <w:r>
              <w:rPr>
                <w:color w:val="000000" w:themeColor="text1"/>
                <w:sz w:val="18"/>
                <w:szCs w:val="18"/>
              </w:rPr>
              <w:t>Sans objet</w:t>
            </w:r>
          </w:p>
        </w:tc>
      </w:tr>
    </w:tbl>
    <w:p w14:paraId="1C454DC0" w14:textId="77777777" w:rsidR="00BC7683" w:rsidRPr="00A43994" w:rsidRDefault="00BC7683" w:rsidP="00F87563">
      <w:pPr>
        <w:kinsoku/>
        <w:overflowPunct/>
        <w:autoSpaceDE/>
        <w:autoSpaceDN/>
        <w:adjustRightInd/>
        <w:snapToGrid/>
        <w:spacing w:before="120"/>
        <w:ind w:left="1134" w:right="1134"/>
        <w:jc w:val="both"/>
        <w:rPr>
          <w:sz w:val="18"/>
          <w:szCs w:val="18"/>
        </w:rPr>
      </w:pPr>
      <w:r w:rsidRPr="00677CA2">
        <w:rPr>
          <w:i/>
          <w:iCs/>
          <w:sz w:val="18"/>
          <w:szCs w:val="18"/>
        </w:rPr>
        <w:t>Note</w:t>
      </w:r>
      <w:r w:rsidR="006C4A57">
        <w:rPr>
          <w:i/>
          <w:iCs/>
          <w:sz w:val="18"/>
          <w:szCs w:val="18"/>
        </w:rPr>
        <w:t> </w:t>
      </w:r>
      <w:r w:rsidRPr="00677CA2">
        <w:rPr>
          <w:sz w:val="18"/>
          <w:szCs w:val="18"/>
        </w:rPr>
        <w:t>:</w:t>
      </w:r>
      <w:r w:rsidRPr="00677CA2">
        <w:rPr>
          <w:sz w:val="18"/>
          <w:szCs w:val="18"/>
        </w:rPr>
        <w:tab/>
        <w:t>Le paragraphe 2.3.1 de la partie A d</w:t>
      </w:r>
      <w:r>
        <w:rPr>
          <w:sz w:val="18"/>
          <w:szCs w:val="18"/>
        </w:rPr>
        <w:t>e la présente a</w:t>
      </w:r>
      <w:r w:rsidRPr="00677CA2">
        <w:rPr>
          <w:sz w:val="18"/>
          <w:szCs w:val="18"/>
        </w:rPr>
        <w:t>nnex</w:t>
      </w:r>
      <w:r>
        <w:rPr>
          <w:sz w:val="18"/>
          <w:szCs w:val="18"/>
        </w:rPr>
        <w:t>e précise les valeurs qui doivent être émises lorsque la p</w:t>
      </w:r>
      <w:r w:rsidRPr="00A43994">
        <w:rPr>
          <w:sz w:val="18"/>
          <w:szCs w:val="18"/>
        </w:rPr>
        <w:t xml:space="preserve">ression des pneumatiques </w:t>
      </w:r>
      <w:r>
        <w:rPr>
          <w:sz w:val="18"/>
          <w:szCs w:val="18"/>
        </w:rPr>
        <w:t>est indisponible pendant une durée plus longue</w:t>
      </w:r>
      <w:r w:rsidRPr="00A43994">
        <w:rPr>
          <w:sz w:val="18"/>
          <w:szCs w:val="18"/>
        </w:rPr>
        <w:t>.</w:t>
      </w:r>
    </w:p>
    <w:p w14:paraId="29C48050" w14:textId="77777777" w:rsidR="00BC7683" w:rsidRPr="00A43994" w:rsidRDefault="00BC7683" w:rsidP="00F87563">
      <w:pPr>
        <w:pStyle w:val="SingleTxtG"/>
        <w:spacing w:before="240"/>
        <w:ind w:left="2268" w:hanging="1134"/>
      </w:pPr>
      <w:r w:rsidRPr="00A43994">
        <w:t>2.6</w:t>
      </w:r>
      <w:r w:rsidRPr="00A43994">
        <w:tab/>
        <w:t xml:space="preserve">La prise </w:t>
      </w:r>
      <w:r>
        <w:t>en charge</w:t>
      </w:r>
      <w:r w:rsidRPr="00A43994">
        <w:t xml:space="preserve"> de tous les autres messages définis dans la norme ISO</w:t>
      </w:r>
      <w:r w:rsidR="00A62A9A">
        <w:t> </w:t>
      </w:r>
      <w:r w:rsidRPr="00A43994">
        <w:t>11992-2:</w:t>
      </w:r>
      <w:r>
        <w:t>2014</w:t>
      </w:r>
      <w:r w:rsidRPr="00A43994">
        <w:t xml:space="preserve"> par le véhicule tracteur et par l</w:t>
      </w:r>
      <w:r>
        <w:t xml:space="preserve">e véhicule tracté </w:t>
      </w:r>
      <w:r w:rsidRPr="00A43994">
        <w:t>est facultative</w:t>
      </w:r>
      <w:r>
        <w:t>, sauf si elle est exigée par d</w:t>
      </w:r>
      <w:r w:rsidR="004B0B6E">
        <w:t>’</w:t>
      </w:r>
      <w:r>
        <w:t>autres Règlements.</w:t>
      </w:r>
    </w:p>
    <w:p w14:paraId="727B546D" w14:textId="77777777" w:rsidR="00BC7683" w:rsidRPr="007534D5" w:rsidRDefault="00BC7683" w:rsidP="00F87563">
      <w:pPr>
        <w:pStyle w:val="SingleTxtG"/>
        <w:ind w:left="2268" w:hanging="1134"/>
        <w:rPr>
          <w:b/>
          <w:bCs/>
          <w:sz w:val="24"/>
          <w:szCs w:val="24"/>
        </w:rPr>
      </w:pPr>
      <w:r w:rsidRPr="006978EC">
        <w:rPr>
          <w:b/>
          <w:bCs/>
          <w:sz w:val="24"/>
          <w:szCs w:val="24"/>
        </w:rPr>
        <w:t>B.</w:t>
      </w:r>
      <w:r w:rsidRPr="006978EC">
        <w:rPr>
          <w:b/>
          <w:bCs/>
          <w:sz w:val="24"/>
          <w:szCs w:val="24"/>
        </w:rPr>
        <w:tab/>
      </w:r>
      <w:r w:rsidRPr="001E32F0">
        <w:rPr>
          <w:b/>
          <w:bCs/>
          <w:sz w:val="24"/>
          <w:szCs w:val="24"/>
        </w:rPr>
        <w:t xml:space="preserve">Communication de données entre i) </w:t>
      </w:r>
      <w:r>
        <w:rPr>
          <w:b/>
          <w:bCs/>
          <w:sz w:val="24"/>
          <w:szCs w:val="24"/>
        </w:rPr>
        <w:t>l</w:t>
      </w:r>
      <w:r w:rsidR="004B0B6E">
        <w:rPr>
          <w:b/>
          <w:bCs/>
          <w:sz w:val="24"/>
          <w:szCs w:val="24"/>
        </w:rPr>
        <w:t>’</w:t>
      </w:r>
      <w:r>
        <w:rPr>
          <w:b/>
          <w:bCs/>
          <w:sz w:val="24"/>
          <w:szCs w:val="24"/>
        </w:rPr>
        <w:t xml:space="preserve">UCE </w:t>
      </w:r>
      <w:r w:rsidRPr="001E32F0">
        <w:rPr>
          <w:b/>
          <w:bCs/>
          <w:sz w:val="24"/>
          <w:szCs w:val="24"/>
        </w:rPr>
        <w:t>d</w:t>
      </w:r>
      <w:r w:rsidR="004B0B6E">
        <w:rPr>
          <w:b/>
          <w:bCs/>
          <w:sz w:val="24"/>
          <w:szCs w:val="24"/>
        </w:rPr>
        <w:t>’</w:t>
      </w:r>
      <w:r w:rsidRPr="001E32F0">
        <w:rPr>
          <w:b/>
          <w:bCs/>
          <w:sz w:val="24"/>
          <w:szCs w:val="24"/>
        </w:rPr>
        <w:t xml:space="preserve">un véhicule tracté </w:t>
      </w:r>
      <w:bookmarkStart w:id="20" w:name="_Hlk63933526"/>
      <w:r w:rsidRPr="001E32F0">
        <w:rPr>
          <w:b/>
          <w:bCs/>
          <w:sz w:val="24"/>
          <w:szCs w:val="24"/>
        </w:rPr>
        <w:t>qui fait partie de la liaison point à point</w:t>
      </w:r>
      <w:r>
        <w:rPr>
          <w:b/>
          <w:bCs/>
          <w:sz w:val="24"/>
          <w:szCs w:val="24"/>
        </w:rPr>
        <w:t xml:space="preserve"> </w:t>
      </w:r>
      <w:bookmarkEnd w:id="20"/>
      <w:r>
        <w:rPr>
          <w:b/>
          <w:bCs/>
          <w:sz w:val="24"/>
          <w:szCs w:val="24"/>
        </w:rPr>
        <w:t xml:space="preserve">avec le véhicule tracteur </w:t>
      </w:r>
      <w:r w:rsidRPr="001E32F0">
        <w:rPr>
          <w:b/>
          <w:bCs/>
          <w:sz w:val="24"/>
          <w:szCs w:val="24"/>
        </w:rPr>
        <w:t>(</w:t>
      </w:r>
      <w:bookmarkStart w:id="21" w:name="_Hlk63933481"/>
      <w:r>
        <w:rPr>
          <w:b/>
          <w:bCs/>
          <w:sz w:val="24"/>
          <w:szCs w:val="24"/>
        </w:rPr>
        <w:t>UCE passerelle</w:t>
      </w:r>
      <w:bookmarkEnd w:id="21"/>
      <w:r>
        <w:rPr>
          <w:b/>
          <w:bCs/>
          <w:sz w:val="24"/>
          <w:szCs w:val="24"/>
        </w:rPr>
        <w:t xml:space="preserve"> du véhicule tracté</w:t>
      </w:r>
      <w:r w:rsidRPr="001E32F0">
        <w:rPr>
          <w:b/>
          <w:bCs/>
          <w:sz w:val="24"/>
          <w:szCs w:val="24"/>
        </w:rPr>
        <w:t xml:space="preserve">) et ii) </w:t>
      </w:r>
      <w:r w:rsidRPr="00BA5855">
        <w:rPr>
          <w:b/>
          <w:bCs/>
          <w:sz w:val="24"/>
          <w:szCs w:val="24"/>
        </w:rPr>
        <w:t>l</w:t>
      </w:r>
      <w:r w:rsidR="004B0B6E">
        <w:rPr>
          <w:b/>
          <w:bCs/>
          <w:sz w:val="24"/>
          <w:szCs w:val="24"/>
        </w:rPr>
        <w:t>’</w:t>
      </w:r>
      <w:r>
        <w:rPr>
          <w:b/>
          <w:bCs/>
          <w:sz w:val="24"/>
          <w:szCs w:val="24"/>
        </w:rPr>
        <w:t>UCE d</w:t>
      </w:r>
      <w:r w:rsidR="004B0B6E">
        <w:rPr>
          <w:b/>
          <w:bCs/>
          <w:sz w:val="24"/>
          <w:szCs w:val="24"/>
        </w:rPr>
        <w:t>’</w:t>
      </w:r>
      <w:r>
        <w:rPr>
          <w:b/>
          <w:bCs/>
          <w:sz w:val="24"/>
          <w:szCs w:val="24"/>
        </w:rPr>
        <w:t>un véhicule tracté assurant la fonctionnalité TPMS</w:t>
      </w:r>
    </w:p>
    <w:p w14:paraId="0062D1DD" w14:textId="77777777" w:rsidR="00BC7683" w:rsidRPr="006978EC" w:rsidRDefault="00BC7683" w:rsidP="00F87563">
      <w:pPr>
        <w:pStyle w:val="SingleTxtG"/>
        <w:spacing w:before="240"/>
        <w:ind w:left="2268" w:hanging="1134"/>
      </w:pPr>
      <w:r w:rsidRPr="006978EC">
        <w:t>1.</w:t>
      </w:r>
      <w:r w:rsidRPr="006978EC">
        <w:tab/>
        <w:t>Généralités</w:t>
      </w:r>
    </w:p>
    <w:p w14:paraId="6A19ACED" w14:textId="77777777" w:rsidR="00BC7683" w:rsidRPr="001E32F0" w:rsidRDefault="00BC7683" w:rsidP="00F87563">
      <w:pPr>
        <w:pStyle w:val="SingleTxtG"/>
        <w:spacing w:before="240"/>
        <w:ind w:left="2268" w:hanging="1134"/>
        <w:rPr>
          <w:color w:val="000000" w:themeColor="text1"/>
        </w:rPr>
      </w:pPr>
      <w:r w:rsidRPr="001E32F0">
        <w:t>1.1</w:t>
      </w:r>
      <w:r w:rsidRPr="001E32F0">
        <w:rPr>
          <w:color w:val="000000" w:themeColor="text1"/>
        </w:rPr>
        <w:tab/>
        <w:t>Les prescriptions de la partie B de la présente annexe ne s</w:t>
      </w:r>
      <w:r w:rsidR="004B0B6E">
        <w:rPr>
          <w:color w:val="000000" w:themeColor="text1"/>
        </w:rPr>
        <w:t>’</w:t>
      </w:r>
      <w:r w:rsidRPr="001E32F0">
        <w:rPr>
          <w:color w:val="000000" w:themeColor="text1"/>
        </w:rPr>
        <w:t>appliquent qu</w:t>
      </w:r>
      <w:r w:rsidR="004B0B6E">
        <w:rPr>
          <w:color w:val="000000" w:themeColor="text1"/>
        </w:rPr>
        <w:t>’</w:t>
      </w:r>
      <w:r w:rsidRPr="001E32F0">
        <w:rPr>
          <w:color w:val="000000" w:themeColor="text1"/>
        </w:rPr>
        <w:t xml:space="preserve">aux </w:t>
      </w:r>
      <w:r w:rsidRPr="001E32F0">
        <w:rPr>
          <w:bCs/>
          <w:color w:val="000000" w:themeColor="text1"/>
        </w:rPr>
        <w:t>véhicules tractés équipés d</w:t>
      </w:r>
      <w:r w:rsidR="004B0B6E">
        <w:rPr>
          <w:bCs/>
          <w:color w:val="000000" w:themeColor="text1"/>
        </w:rPr>
        <w:t>’</w:t>
      </w:r>
      <w:r w:rsidRPr="001E32F0">
        <w:rPr>
          <w:bCs/>
          <w:color w:val="000000" w:themeColor="text1"/>
        </w:rPr>
        <w:t>une interface de communication décrite au p</w:t>
      </w:r>
      <w:r w:rsidRPr="001E32F0">
        <w:rPr>
          <w:color w:val="000000" w:themeColor="text1"/>
        </w:rPr>
        <w:t>aragraphe 5.6.1.</w:t>
      </w:r>
      <w:r>
        <w:rPr>
          <w:color w:val="000000" w:themeColor="text1"/>
        </w:rPr>
        <w:t>2</w:t>
      </w:r>
      <w:r w:rsidRPr="001E32F0">
        <w:rPr>
          <w:color w:val="000000" w:themeColor="text1"/>
        </w:rPr>
        <w:t xml:space="preserve"> du présent Règlement.</w:t>
      </w:r>
    </w:p>
    <w:p w14:paraId="760BEF4A" w14:textId="77777777" w:rsidR="00BC7683" w:rsidRPr="00AC1E11" w:rsidRDefault="00BC7683" w:rsidP="00F87563">
      <w:pPr>
        <w:pStyle w:val="SingleTxtG"/>
        <w:spacing w:before="240"/>
        <w:ind w:left="2268" w:hanging="1134"/>
        <w:rPr>
          <w:color w:val="000000" w:themeColor="text1"/>
        </w:rPr>
      </w:pPr>
      <w:r w:rsidRPr="007534D5">
        <w:rPr>
          <w:color w:val="000000" w:themeColor="text1"/>
        </w:rPr>
        <w:lastRenderedPageBreak/>
        <w:t>1.2</w:t>
      </w:r>
      <w:r w:rsidRPr="007534D5">
        <w:rPr>
          <w:color w:val="000000" w:themeColor="text1"/>
        </w:rPr>
        <w:tab/>
        <w:t xml:space="preserve">La présente annexe définit les </w:t>
      </w:r>
      <w:r w:rsidRPr="00F87563">
        <w:t>prescriptions</w:t>
      </w:r>
      <w:r w:rsidRPr="007534D5">
        <w:rPr>
          <w:color w:val="000000" w:themeColor="text1"/>
        </w:rPr>
        <w:t xml:space="preserve"> applicables </w:t>
      </w:r>
      <w:r>
        <w:rPr>
          <w:color w:val="000000" w:themeColor="text1"/>
        </w:rPr>
        <w:t xml:space="preserve">à </w:t>
      </w:r>
      <w:r w:rsidRPr="00BA5855">
        <w:rPr>
          <w:color w:val="000000" w:themeColor="text1"/>
        </w:rPr>
        <w:t>l</w:t>
      </w:r>
      <w:r w:rsidR="004B0B6E">
        <w:rPr>
          <w:color w:val="000000" w:themeColor="text1"/>
        </w:rPr>
        <w:t>’</w:t>
      </w:r>
      <w:r w:rsidRPr="00BA5855">
        <w:rPr>
          <w:color w:val="000000" w:themeColor="text1"/>
        </w:rPr>
        <w:t>unité de contrôle électronique</w:t>
      </w:r>
      <w:r>
        <w:rPr>
          <w:color w:val="000000" w:themeColor="text1"/>
        </w:rPr>
        <w:t xml:space="preserve"> du </w:t>
      </w:r>
      <w:r w:rsidRPr="007534D5">
        <w:rPr>
          <w:bCs/>
          <w:color w:val="000000" w:themeColor="text1"/>
        </w:rPr>
        <w:t>véhicule tracté</w:t>
      </w:r>
      <w:r>
        <w:rPr>
          <w:bCs/>
          <w:color w:val="000000" w:themeColor="text1"/>
        </w:rPr>
        <w:t xml:space="preserve"> et </w:t>
      </w:r>
      <w:r w:rsidRPr="00BA5855">
        <w:rPr>
          <w:bCs/>
          <w:color w:val="000000" w:themeColor="text1"/>
        </w:rPr>
        <w:t>à l</w:t>
      </w:r>
      <w:r w:rsidR="004B0B6E">
        <w:rPr>
          <w:bCs/>
          <w:color w:val="000000" w:themeColor="text1"/>
        </w:rPr>
        <w:t>’</w:t>
      </w:r>
      <w:r w:rsidRPr="00BA5855">
        <w:rPr>
          <w:bCs/>
          <w:color w:val="000000" w:themeColor="text1"/>
        </w:rPr>
        <w:t xml:space="preserve">unité de contrôle électronique </w:t>
      </w:r>
      <w:bookmarkStart w:id="22" w:name="_Hlk63933577"/>
      <w:r>
        <w:rPr>
          <w:bCs/>
          <w:color w:val="000000" w:themeColor="text1"/>
        </w:rPr>
        <w:t xml:space="preserve">qui assure la fonctionnalité TMPS </w:t>
      </w:r>
      <w:bookmarkEnd w:id="22"/>
      <w:r w:rsidRPr="007534D5">
        <w:rPr>
          <w:bCs/>
          <w:color w:val="000000" w:themeColor="text1"/>
        </w:rPr>
        <w:t>en ce qui concerne</w:t>
      </w:r>
      <w:r>
        <w:rPr>
          <w:bCs/>
          <w:color w:val="000000" w:themeColor="text1"/>
        </w:rPr>
        <w:t xml:space="preserve"> la présence d</w:t>
      </w:r>
      <w:r w:rsidR="004B0B6E">
        <w:rPr>
          <w:bCs/>
          <w:color w:val="000000" w:themeColor="text1"/>
        </w:rPr>
        <w:t>’</w:t>
      </w:r>
      <w:r>
        <w:rPr>
          <w:bCs/>
          <w:color w:val="000000" w:themeColor="text1"/>
        </w:rPr>
        <w:t xml:space="preserve">une interface conforme à la norme </w:t>
      </w:r>
      <w:r w:rsidRPr="00170D1A">
        <w:rPr>
          <w:color w:val="000000" w:themeColor="text1"/>
        </w:rPr>
        <w:t>ISO 11898:2015 e</w:t>
      </w:r>
      <w:r>
        <w:rPr>
          <w:color w:val="000000" w:themeColor="text1"/>
        </w:rPr>
        <w:t xml:space="preserve">t la </w:t>
      </w:r>
      <w:r w:rsidRPr="00AC1E11">
        <w:rPr>
          <w:color w:val="000000" w:themeColor="text1"/>
        </w:rPr>
        <w:t xml:space="preserve">prise </w:t>
      </w:r>
      <w:r>
        <w:rPr>
          <w:color w:val="000000" w:themeColor="text1"/>
        </w:rPr>
        <w:t>en charge</w:t>
      </w:r>
      <w:r w:rsidRPr="00AC1E11">
        <w:rPr>
          <w:color w:val="000000" w:themeColor="text1"/>
        </w:rPr>
        <w:t xml:space="preserve"> des messages</w:t>
      </w:r>
      <w:r>
        <w:rPr>
          <w:color w:val="000000" w:themeColor="text1"/>
        </w:rPr>
        <w:t xml:space="preserve"> </w:t>
      </w:r>
      <w:r w:rsidRPr="008615D7">
        <w:rPr>
          <w:color w:val="000000" w:themeColor="text1"/>
        </w:rPr>
        <w:t>défini</w:t>
      </w:r>
      <w:r w:rsidR="008615D7" w:rsidRPr="008615D7">
        <w:rPr>
          <w:color w:val="000000" w:themeColor="text1"/>
        </w:rPr>
        <w:t>s</w:t>
      </w:r>
      <w:r>
        <w:rPr>
          <w:color w:val="000000" w:themeColor="text1"/>
        </w:rPr>
        <w:t xml:space="preserve"> dans la norme </w:t>
      </w:r>
      <w:r w:rsidRPr="00AC1E11">
        <w:rPr>
          <w:color w:val="000000" w:themeColor="text1"/>
        </w:rPr>
        <w:t>ISO 11992-2:2014.</w:t>
      </w:r>
    </w:p>
    <w:p w14:paraId="42E7E763" w14:textId="77777777" w:rsidR="00BC7683" w:rsidRPr="005C19FA" w:rsidRDefault="00BC7683" w:rsidP="00F87563">
      <w:pPr>
        <w:pStyle w:val="SingleTxtG"/>
        <w:spacing w:before="240"/>
        <w:ind w:left="2268" w:hanging="1134"/>
        <w:rPr>
          <w:color w:val="000000" w:themeColor="text1"/>
        </w:rPr>
      </w:pPr>
      <w:r w:rsidRPr="006978EC">
        <w:rPr>
          <w:color w:val="000000" w:themeColor="text1"/>
        </w:rPr>
        <w:t xml:space="preserve">2. </w:t>
      </w:r>
      <w:r w:rsidRPr="006978EC">
        <w:rPr>
          <w:color w:val="000000" w:themeColor="text1"/>
        </w:rPr>
        <w:tab/>
      </w:r>
      <w:r>
        <w:rPr>
          <w:color w:val="000000" w:themeColor="text1"/>
        </w:rPr>
        <w:t>L</w:t>
      </w:r>
      <w:r w:rsidR="004B0B6E">
        <w:rPr>
          <w:color w:val="000000" w:themeColor="text1"/>
        </w:rPr>
        <w:t>’</w:t>
      </w:r>
      <w:r>
        <w:rPr>
          <w:color w:val="000000" w:themeColor="text1"/>
        </w:rPr>
        <w:t xml:space="preserve">UCE </w:t>
      </w:r>
      <w:r w:rsidRPr="00AC1E11">
        <w:rPr>
          <w:color w:val="000000" w:themeColor="text1"/>
        </w:rPr>
        <w:t xml:space="preserve">passerelle du véhicule </w:t>
      </w:r>
      <w:r w:rsidRPr="00F87563">
        <w:t>tracté</w:t>
      </w:r>
      <w:r w:rsidRPr="00AC1E11">
        <w:rPr>
          <w:color w:val="000000" w:themeColor="text1"/>
        </w:rPr>
        <w:t xml:space="preserve"> qui fait partie de la liaison point à point </w:t>
      </w:r>
      <w:r>
        <w:rPr>
          <w:color w:val="000000" w:themeColor="text1"/>
        </w:rPr>
        <w:t>doit fournir une interface avec l</w:t>
      </w:r>
      <w:r w:rsidR="004B0B6E">
        <w:rPr>
          <w:color w:val="000000" w:themeColor="text1"/>
        </w:rPr>
        <w:t>’</w:t>
      </w:r>
      <w:r>
        <w:rPr>
          <w:color w:val="000000" w:themeColor="text1"/>
        </w:rPr>
        <w:t xml:space="preserve">UCE </w:t>
      </w:r>
      <w:r>
        <w:rPr>
          <w:bCs/>
          <w:color w:val="000000" w:themeColor="text1"/>
        </w:rPr>
        <w:t xml:space="preserve">qui </w:t>
      </w:r>
      <w:r w:rsidRPr="00AC1E11">
        <w:rPr>
          <w:bCs/>
          <w:color w:val="000000" w:themeColor="text1"/>
        </w:rPr>
        <w:t>assur</w:t>
      </w:r>
      <w:r>
        <w:rPr>
          <w:bCs/>
          <w:color w:val="000000" w:themeColor="text1"/>
        </w:rPr>
        <w:t>e</w:t>
      </w:r>
      <w:r w:rsidRPr="00AC1E11">
        <w:rPr>
          <w:bCs/>
          <w:color w:val="000000" w:themeColor="text1"/>
        </w:rPr>
        <w:t xml:space="preserve"> la fonctionnalité </w:t>
      </w:r>
      <w:r>
        <w:rPr>
          <w:bCs/>
          <w:color w:val="000000" w:themeColor="text1"/>
        </w:rPr>
        <w:t>TMPS conforme à la c</w:t>
      </w:r>
      <w:r w:rsidRPr="00AC1E11">
        <w:rPr>
          <w:bCs/>
          <w:color w:val="000000" w:themeColor="text1"/>
        </w:rPr>
        <w:t xml:space="preserve">ouche de liaison de données </w:t>
      </w:r>
      <w:r>
        <w:rPr>
          <w:bCs/>
          <w:color w:val="000000" w:themeColor="text1"/>
        </w:rPr>
        <w:t>et à la couche physique selon les normes ISO</w:t>
      </w:r>
      <w:r w:rsidRPr="005C19FA">
        <w:rPr>
          <w:color w:val="000000" w:themeColor="text1"/>
        </w:rPr>
        <w:t xml:space="preserve"> 11898-1:2015 e</w:t>
      </w:r>
      <w:r>
        <w:rPr>
          <w:color w:val="000000" w:themeColor="text1"/>
        </w:rPr>
        <w:t>t</w:t>
      </w:r>
      <w:r w:rsidRPr="005C19FA">
        <w:rPr>
          <w:color w:val="000000" w:themeColor="text1"/>
        </w:rPr>
        <w:t xml:space="preserve"> ISO 11898-2:2016. </w:t>
      </w:r>
    </w:p>
    <w:p w14:paraId="55A4A465" w14:textId="77777777" w:rsidR="00BC7683" w:rsidRPr="00E7484F" w:rsidRDefault="00BC7683" w:rsidP="00F87563">
      <w:pPr>
        <w:pStyle w:val="SingleTxtG"/>
        <w:spacing w:before="240"/>
        <w:ind w:left="2268" w:hanging="1134"/>
        <w:rPr>
          <w:color w:val="000000" w:themeColor="text1"/>
        </w:rPr>
      </w:pPr>
      <w:r w:rsidRPr="00E7484F">
        <w:rPr>
          <w:color w:val="000000" w:themeColor="text1"/>
        </w:rPr>
        <w:t>2.1</w:t>
      </w:r>
      <w:r w:rsidRPr="00E7484F">
        <w:rPr>
          <w:color w:val="000000" w:themeColor="text1"/>
        </w:rPr>
        <w:tab/>
        <w:t xml:space="preserve">Le débit binaire CAN pour </w:t>
      </w:r>
      <w:r w:rsidRPr="00F87563">
        <w:t>l</w:t>
      </w:r>
      <w:r w:rsidR="004B0B6E">
        <w:t>’</w:t>
      </w:r>
      <w:r w:rsidRPr="00F87563">
        <w:t>interface</w:t>
      </w:r>
      <w:r w:rsidRPr="00E7484F">
        <w:rPr>
          <w:color w:val="000000" w:themeColor="text1"/>
        </w:rPr>
        <w:t xml:space="preserve"> de la norme ISO 11898-1:2015 doi</w:t>
      </w:r>
      <w:r>
        <w:rPr>
          <w:color w:val="000000" w:themeColor="text1"/>
        </w:rPr>
        <w:t xml:space="preserve">t être de </w:t>
      </w:r>
      <w:r w:rsidRPr="00E7484F">
        <w:rPr>
          <w:color w:val="000000" w:themeColor="text1"/>
        </w:rPr>
        <w:t>250 kbit/s.</w:t>
      </w:r>
    </w:p>
    <w:p w14:paraId="284391F5" w14:textId="77777777" w:rsidR="00BC7683" w:rsidRPr="00DB7F1B" w:rsidRDefault="00BC7683" w:rsidP="00F87563">
      <w:pPr>
        <w:pStyle w:val="SingleTxtG"/>
        <w:spacing w:before="240"/>
        <w:ind w:left="2268" w:hanging="1134"/>
        <w:rPr>
          <w:color w:val="000000" w:themeColor="text1"/>
        </w:rPr>
      </w:pPr>
      <w:r w:rsidRPr="00DB7F1B">
        <w:rPr>
          <w:color w:val="000000" w:themeColor="text1"/>
        </w:rPr>
        <w:t>2.2</w:t>
      </w:r>
      <w:r w:rsidRPr="00DB7F1B">
        <w:rPr>
          <w:color w:val="000000" w:themeColor="text1"/>
        </w:rPr>
        <w:tab/>
        <w:t>La terminaison de bus de la norme ISO 11898-2:2015 doit être configurée sur le véhicule selon les indications du constructeur</w:t>
      </w:r>
      <w:r>
        <w:rPr>
          <w:color w:val="000000" w:themeColor="text1"/>
        </w:rPr>
        <w:t xml:space="preserve"> pour l</w:t>
      </w:r>
      <w:r w:rsidR="004B0B6E">
        <w:rPr>
          <w:color w:val="000000" w:themeColor="text1"/>
        </w:rPr>
        <w:t>’</w:t>
      </w:r>
      <w:r>
        <w:rPr>
          <w:color w:val="000000" w:themeColor="text1"/>
        </w:rPr>
        <w:t>installation considérée</w:t>
      </w:r>
      <w:r w:rsidRPr="00DB7F1B">
        <w:rPr>
          <w:color w:val="000000" w:themeColor="text1"/>
        </w:rPr>
        <w:t>.</w:t>
      </w:r>
    </w:p>
    <w:p w14:paraId="4343209F" w14:textId="77777777" w:rsidR="00BC7683" w:rsidRPr="00D61AB5" w:rsidRDefault="00BC7683" w:rsidP="00F87563">
      <w:pPr>
        <w:pStyle w:val="SingleTxtG"/>
        <w:spacing w:before="240"/>
        <w:ind w:left="2268" w:hanging="1134"/>
        <w:rPr>
          <w:color w:val="000000" w:themeColor="text1"/>
        </w:rPr>
      </w:pPr>
      <w:r w:rsidRPr="00D61AB5">
        <w:rPr>
          <w:color w:val="000000" w:themeColor="text1"/>
        </w:rPr>
        <w:t>2.3</w:t>
      </w:r>
      <w:r w:rsidRPr="00D61AB5">
        <w:rPr>
          <w:color w:val="000000" w:themeColor="text1"/>
        </w:rPr>
        <w:tab/>
        <w:t xml:space="preserve">Un raccordement électrique doit être mis à la disposition </w:t>
      </w:r>
      <w:r>
        <w:rPr>
          <w:color w:val="000000" w:themeColor="text1"/>
        </w:rPr>
        <w:t>de l</w:t>
      </w:r>
      <w:r w:rsidR="004B0B6E">
        <w:rPr>
          <w:color w:val="000000" w:themeColor="text1"/>
        </w:rPr>
        <w:t>’</w:t>
      </w:r>
      <w:r>
        <w:rPr>
          <w:color w:val="000000" w:themeColor="text1"/>
        </w:rPr>
        <w:t xml:space="preserve">UCE </w:t>
      </w:r>
      <w:r>
        <w:rPr>
          <w:bCs/>
          <w:color w:val="000000" w:themeColor="text1"/>
        </w:rPr>
        <w:t xml:space="preserve">du véhicule tracté pour assurer la fonctionnalité </w:t>
      </w:r>
      <w:r w:rsidRPr="00D61AB5">
        <w:rPr>
          <w:bCs/>
          <w:color w:val="000000" w:themeColor="text1"/>
        </w:rPr>
        <w:t xml:space="preserve">de surveillance de la </w:t>
      </w:r>
      <w:r w:rsidRPr="00F87563">
        <w:t>pression</w:t>
      </w:r>
      <w:r w:rsidRPr="00D61AB5">
        <w:rPr>
          <w:bCs/>
          <w:color w:val="000000" w:themeColor="text1"/>
        </w:rPr>
        <w:t xml:space="preserve"> des pneumatiques</w:t>
      </w:r>
      <w:r w:rsidRPr="00D61AB5">
        <w:rPr>
          <w:rFonts w:ascii="Segoe UI" w:hAnsi="Segoe UI" w:cs="Segoe UI"/>
        </w:rPr>
        <w:t xml:space="preserve"> </w:t>
      </w:r>
      <w:r w:rsidRPr="00D61AB5">
        <w:rPr>
          <w:bCs/>
          <w:color w:val="000000" w:themeColor="text1"/>
        </w:rPr>
        <w:t>conformément aux recommandations du constructeur du véhicule</w:t>
      </w:r>
      <w:r w:rsidRPr="00D61AB5">
        <w:rPr>
          <w:color w:val="000000" w:themeColor="text1"/>
        </w:rPr>
        <w:t>.</w:t>
      </w:r>
    </w:p>
    <w:p w14:paraId="01474B95" w14:textId="77777777" w:rsidR="00BC7683" w:rsidRPr="00D61AB5" w:rsidRDefault="00BC7683" w:rsidP="00F87563">
      <w:pPr>
        <w:pStyle w:val="SingleTxtG"/>
        <w:spacing w:before="240"/>
        <w:ind w:left="2268" w:hanging="1134"/>
        <w:rPr>
          <w:color w:val="000000" w:themeColor="text1"/>
          <w:sz w:val="22"/>
          <w:szCs w:val="22"/>
        </w:rPr>
      </w:pPr>
      <w:r w:rsidRPr="00D61AB5">
        <w:rPr>
          <w:color w:val="000000" w:themeColor="text1"/>
        </w:rPr>
        <w:t>2.4</w:t>
      </w:r>
      <w:r w:rsidRPr="00D61AB5">
        <w:rPr>
          <w:color w:val="000000" w:themeColor="text1"/>
          <w:sz w:val="22"/>
          <w:szCs w:val="22"/>
        </w:rPr>
        <w:tab/>
      </w:r>
      <w:r>
        <w:rPr>
          <w:color w:val="000000" w:themeColor="text1"/>
        </w:rPr>
        <w:t>L</w:t>
      </w:r>
      <w:r w:rsidR="004B0B6E">
        <w:rPr>
          <w:color w:val="000000" w:themeColor="text1"/>
        </w:rPr>
        <w:t>’</w:t>
      </w:r>
      <w:r>
        <w:rPr>
          <w:color w:val="000000" w:themeColor="text1"/>
        </w:rPr>
        <w:t xml:space="preserve">UCE </w:t>
      </w:r>
      <w:r w:rsidRPr="00D61AB5">
        <w:rPr>
          <w:color w:val="000000" w:themeColor="text1"/>
        </w:rPr>
        <w:t xml:space="preserve">passerelle du véhicule </w:t>
      </w:r>
      <w:r w:rsidRPr="00F87563">
        <w:t>tracté</w:t>
      </w:r>
      <w:r w:rsidRPr="00D61AB5">
        <w:rPr>
          <w:color w:val="000000" w:themeColor="text1"/>
        </w:rPr>
        <w:t xml:space="preserve"> </w:t>
      </w:r>
      <w:r>
        <w:rPr>
          <w:color w:val="000000" w:themeColor="text1"/>
        </w:rPr>
        <w:t>doit transmettre à l</w:t>
      </w:r>
      <w:r w:rsidR="004B0B6E">
        <w:rPr>
          <w:color w:val="000000" w:themeColor="text1"/>
        </w:rPr>
        <w:t>’</w:t>
      </w:r>
      <w:r>
        <w:rPr>
          <w:color w:val="000000" w:themeColor="text1"/>
        </w:rPr>
        <w:t xml:space="preserve">UCE qui assure </w:t>
      </w:r>
      <w:r w:rsidRPr="00D61AB5">
        <w:rPr>
          <w:bCs/>
          <w:color w:val="000000" w:themeColor="text1"/>
        </w:rPr>
        <w:t xml:space="preserve">la fonctionnalité </w:t>
      </w:r>
      <w:r>
        <w:rPr>
          <w:bCs/>
          <w:color w:val="000000" w:themeColor="text1"/>
        </w:rPr>
        <w:t xml:space="preserve">TMPS tous les messages et signaux requis pour que le système </w:t>
      </w:r>
      <w:r w:rsidRPr="002E1395">
        <w:rPr>
          <w:bCs/>
          <w:color w:val="000000" w:themeColor="text1"/>
        </w:rPr>
        <w:t xml:space="preserve">de surveillance de la pression des pneumatiques </w:t>
      </w:r>
      <w:r w:rsidRPr="00D61AB5">
        <w:rPr>
          <w:color w:val="000000" w:themeColor="text1"/>
        </w:rPr>
        <w:t>s</w:t>
      </w:r>
      <w:r>
        <w:rPr>
          <w:color w:val="000000" w:themeColor="text1"/>
        </w:rPr>
        <w:t>oit fiable.</w:t>
      </w:r>
    </w:p>
    <w:p w14:paraId="272B421C" w14:textId="77777777" w:rsidR="00BC7683" w:rsidRPr="00F45017" w:rsidRDefault="00BC7683" w:rsidP="00F87563">
      <w:pPr>
        <w:pStyle w:val="SingleTxtG"/>
        <w:spacing w:before="240"/>
        <w:ind w:left="2268" w:hanging="1134"/>
        <w:rPr>
          <w:color w:val="000000" w:themeColor="text1"/>
        </w:rPr>
      </w:pPr>
      <w:r w:rsidRPr="00F45017">
        <w:rPr>
          <w:color w:val="000000" w:themeColor="text1"/>
        </w:rPr>
        <w:t>3.</w:t>
      </w:r>
      <w:r w:rsidRPr="00F45017">
        <w:rPr>
          <w:color w:val="000000" w:themeColor="text1"/>
        </w:rPr>
        <w:tab/>
        <w:t xml:space="preserve">Les paramètres </w:t>
      </w:r>
      <w:r w:rsidRPr="00F87563">
        <w:t>transmis</w:t>
      </w:r>
      <w:r w:rsidRPr="00F45017">
        <w:rPr>
          <w:color w:val="000000" w:themeColor="text1"/>
        </w:rPr>
        <w:t xml:space="preserve"> par l</w:t>
      </w:r>
      <w:r w:rsidR="004B0B6E">
        <w:rPr>
          <w:color w:val="000000" w:themeColor="text1"/>
        </w:rPr>
        <w:t>’</w:t>
      </w:r>
      <w:r w:rsidRPr="00F45017">
        <w:rPr>
          <w:color w:val="000000" w:themeColor="text1"/>
        </w:rPr>
        <w:t>interface de communication de la norme ISO</w:t>
      </w:r>
      <w:r w:rsidR="00C5029D">
        <w:rPr>
          <w:color w:val="000000" w:themeColor="text1"/>
        </w:rPr>
        <w:t> </w:t>
      </w:r>
      <w:r w:rsidRPr="00F45017">
        <w:rPr>
          <w:color w:val="000000" w:themeColor="text1"/>
        </w:rPr>
        <w:t>11898-1:2015 doi</w:t>
      </w:r>
      <w:r>
        <w:rPr>
          <w:color w:val="000000" w:themeColor="text1"/>
        </w:rPr>
        <w:t xml:space="preserve">vent être ceux qui sont définis dans la norme </w:t>
      </w:r>
      <w:r w:rsidRPr="00F45017">
        <w:rPr>
          <w:color w:val="000000" w:themeColor="text1"/>
        </w:rPr>
        <w:t xml:space="preserve">ISO 11992-2:2014 </w:t>
      </w:r>
      <w:r>
        <w:rPr>
          <w:color w:val="000000" w:themeColor="text1"/>
        </w:rPr>
        <w:t>et ils doivent être pris en charge comme suit</w:t>
      </w:r>
      <w:r w:rsidR="009D1988">
        <w:rPr>
          <w:color w:val="000000" w:themeColor="text1"/>
        </w:rPr>
        <w:t> </w:t>
      </w:r>
      <w:r w:rsidRPr="00F45017">
        <w:rPr>
          <w:color w:val="000000" w:themeColor="text1"/>
        </w:rPr>
        <w:t>:</w:t>
      </w:r>
    </w:p>
    <w:p w14:paraId="419401BE" w14:textId="77777777" w:rsidR="00BC7683" w:rsidRPr="00F45017" w:rsidRDefault="00BC7683" w:rsidP="00F87563">
      <w:pPr>
        <w:pStyle w:val="SingleTxtG"/>
        <w:spacing w:before="240"/>
        <w:ind w:left="2268" w:hanging="1134"/>
      </w:pPr>
      <w:r w:rsidRPr="00F45017">
        <w:t>3.1</w:t>
      </w:r>
      <w:r w:rsidRPr="00F45017">
        <w:tab/>
        <w:t xml:space="preserve">Les fonctions et messages ci-dessous sont ceux qui doivent être pris </w:t>
      </w:r>
      <w:r>
        <w:t>en charge par l</w:t>
      </w:r>
      <w:r w:rsidR="004B0B6E">
        <w:t>’</w:t>
      </w:r>
      <w:r>
        <w:t xml:space="preserve">unité de contrôle électronique </w:t>
      </w:r>
      <w:r w:rsidRPr="00F45017">
        <w:t>passerelle du véhicule tracté</w:t>
      </w:r>
      <w:r>
        <w:t xml:space="preserve"> ou par son </w:t>
      </w:r>
      <w:r w:rsidRPr="00F45017">
        <w:t>module de gestion électronique</w:t>
      </w:r>
      <w:r>
        <w:t xml:space="preserve"> </w:t>
      </w:r>
      <w:bookmarkStart w:id="23" w:name="_Hlk63950644"/>
      <w:r w:rsidRPr="00F45017">
        <w:t xml:space="preserve">qui assure </w:t>
      </w:r>
      <w:r w:rsidRPr="00F45017">
        <w:rPr>
          <w:bCs/>
        </w:rPr>
        <w:t xml:space="preserve">la fonctionnalité </w:t>
      </w:r>
      <w:r>
        <w:rPr>
          <w:bCs/>
        </w:rPr>
        <w:t>TPMS</w:t>
      </w:r>
      <w:bookmarkEnd w:id="23"/>
      <w:r>
        <w:rPr>
          <w:bCs/>
        </w:rPr>
        <w:t>, selon les</w:t>
      </w:r>
      <w:r w:rsidR="00C5029D">
        <w:rPr>
          <w:bCs/>
        </w:rPr>
        <w:t> </w:t>
      </w:r>
      <w:r>
        <w:rPr>
          <w:bCs/>
        </w:rPr>
        <w:t>cas :</w:t>
      </w:r>
    </w:p>
    <w:p w14:paraId="6613A5A2" w14:textId="77777777" w:rsidR="00BC7683" w:rsidRDefault="00BC7683" w:rsidP="00F87563">
      <w:pPr>
        <w:pStyle w:val="SingleTxtG"/>
        <w:spacing w:before="240"/>
        <w:ind w:left="2268" w:hanging="1134"/>
      </w:pPr>
      <w:r w:rsidRPr="00F45017">
        <w:t>3.1.1</w:t>
      </w:r>
      <w:r w:rsidRPr="00F45017">
        <w:tab/>
        <w:t xml:space="preserve">Les messages émis, </w:t>
      </w:r>
      <w:r>
        <w:t>le cas échéant</w:t>
      </w:r>
      <w:r w:rsidRPr="00F45017">
        <w:t xml:space="preserve">, par </w:t>
      </w:r>
      <w:r>
        <w:t>l</w:t>
      </w:r>
      <w:r w:rsidR="004B0B6E">
        <w:t>’</w:t>
      </w:r>
      <w:r>
        <w:t xml:space="preserve">UCE </w:t>
      </w:r>
      <w:r w:rsidRPr="00F45017">
        <w:t xml:space="preserve">passerelle du véhicule tracté </w:t>
      </w:r>
      <w:r>
        <w:t>à destination de l</w:t>
      </w:r>
      <w:r w:rsidR="004B0B6E">
        <w:t>’</w:t>
      </w:r>
      <w:r>
        <w:t xml:space="preserve">UCE </w:t>
      </w:r>
      <w:r w:rsidRPr="00F45017">
        <w:t xml:space="preserve">qui assure </w:t>
      </w:r>
      <w:r w:rsidRPr="00F45017">
        <w:rPr>
          <w:bCs/>
        </w:rPr>
        <w:t xml:space="preserve">la fonctionnalité </w:t>
      </w:r>
      <w:r w:rsidRPr="002E1395">
        <w:rPr>
          <w:bCs/>
        </w:rPr>
        <w:t>de surveillance de la pression des pneumatiques</w:t>
      </w:r>
      <w:r w:rsidR="006C4A57">
        <w:t> </w:t>
      </w:r>
      <w:r w:rsidRPr="00F45017">
        <w:t>:</w:t>
      </w:r>
    </w:p>
    <w:tbl>
      <w:tblPr>
        <w:tblW w:w="7375" w:type="dxa"/>
        <w:tblInd w:w="1129"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2"/>
        <w:gridCol w:w="2346"/>
        <w:gridCol w:w="2177"/>
      </w:tblGrid>
      <w:tr w:rsidR="006C4A57" w:rsidRPr="00D61AB5" w14:paraId="3D2C1F5C" w14:textId="77777777" w:rsidTr="00E949AD">
        <w:trPr>
          <w:tblHeader/>
        </w:trPr>
        <w:tc>
          <w:tcPr>
            <w:tcW w:w="2852" w:type="dxa"/>
            <w:tcBorders>
              <w:bottom w:val="single" w:sz="12" w:space="0" w:color="auto"/>
            </w:tcBorders>
            <w:shd w:val="clear" w:color="auto" w:fill="auto"/>
          </w:tcPr>
          <w:p w14:paraId="1AC624A6" w14:textId="77777777" w:rsidR="006C4A57" w:rsidRPr="00502E9C" w:rsidRDefault="006C4A57" w:rsidP="00E949AD">
            <w:pPr>
              <w:spacing w:before="80" w:after="80" w:line="200" w:lineRule="exact"/>
              <w:ind w:right="113"/>
              <w:rPr>
                <w:i/>
                <w:sz w:val="16"/>
              </w:rPr>
            </w:pPr>
            <w:r w:rsidRPr="00CD325D">
              <w:rPr>
                <w:i/>
                <w:sz w:val="16"/>
              </w:rPr>
              <w:t>Fonction ou paramètre</w:t>
            </w:r>
          </w:p>
        </w:tc>
        <w:tc>
          <w:tcPr>
            <w:tcW w:w="2346" w:type="dxa"/>
            <w:tcBorders>
              <w:bottom w:val="single" w:sz="12" w:space="0" w:color="auto"/>
            </w:tcBorders>
            <w:shd w:val="clear" w:color="auto" w:fill="auto"/>
          </w:tcPr>
          <w:p w14:paraId="3E78C441" w14:textId="77777777" w:rsidR="006C4A57" w:rsidRPr="00502E9C" w:rsidRDefault="006C4A57" w:rsidP="00E949AD">
            <w:pPr>
              <w:spacing w:before="80" w:after="80" w:line="200" w:lineRule="exact"/>
              <w:ind w:right="113"/>
              <w:rPr>
                <w:i/>
                <w:sz w:val="16"/>
              </w:rPr>
            </w:pPr>
            <w:r w:rsidRPr="00F83F8C">
              <w:rPr>
                <w:i/>
                <w:sz w:val="16"/>
              </w:rPr>
              <w:t xml:space="preserve">Référence dans la norme </w:t>
            </w:r>
            <w:r w:rsidRPr="00502E9C">
              <w:rPr>
                <w:i/>
                <w:sz w:val="16"/>
              </w:rPr>
              <w:t>ISO</w:t>
            </w:r>
            <w:r w:rsidR="00AA5C17">
              <w:rPr>
                <w:i/>
                <w:sz w:val="16"/>
              </w:rPr>
              <w:t> </w:t>
            </w:r>
            <w:r w:rsidRPr="00502E9C">
              <w:rPr>
                <w:i/>
                <w:sz w:val="16"/>
              </w:rPr>
              <w:t>11992-2:2014</w:t>
            </w:r>
          </w:p>
        </w:tc>
        <w:tc>
          <w:tcPr>
            <w:tcW w:w="2177" w:type="dxa"/>
            <w:tcBorders>
              <w:top w:val="single" w:sz="4" w:space="0" w:color="auto"/>
              <w:left w:val="single" w:sz="4" w:space="0" w:color="auto"/>
              <w:bottom w:val="single" w:sz="12" w:space="0" w:color="auto"/>
              <w:right w:val="single" w:sz="4" w:space="0" w:color="auto"/>
            </w:tcBorders>
            <w:shd w:val="clear" w:color="auto" w:fill="auto"/>
          </w:tcPr>
          <w:p w14:paraId="3A0DC42F" w14:textId="77777777" w:rsidR="006C4A57" w:rsidRPr="00D61AB5" w:rsidRDefault="006C4A57" w:rsidP="00E949AD">
            <w:pPr>
              <w:spacing w:before="80" w:after="80" w:line="200" w:lineRule="exact"/>
              <w:ind w:right="113"/>
              <w:rPr>
                <w:i/>
                <w:sz w:val="16"/>
              </w:rPr>
            </w:pPr>
            <w:r w:rsidRPr="007534D5">
              <w:rPr>
                <w:i/>
                <w:sz w:val="16"/>
              </w:rPr>
              <w:t>R</w:t>
            </w:r>
            <w:r>
              <w:rPr>
                <w:i/>
                <w:sz w:val="16"/>
              </w:rPr>
              <w:t>éfé</w:t>
            </w:r>
            <w:r w:rsidRPr="007534D5">
              <w:rPr>
                <w:i/>
                <w:sz w:val="16"/>
              </w:rPr>
              <w:t>rence à des paragraphes du pr</w:t>
            </w:r>
            <w:r>
              <w:rPr>
                <w:i/>
                <w:sz w:val="16"/>
              </w:rPr>
              <w:t>é</w:t>
            </w:r>
            <w:r w:rsidRPr="007534D5">
              <w:rPr>
                <w:i/>
                <w:sz w:val="16"/>
              </w:rPr>
              <w:t>sent Règle</w:t>
            </w:r>
            <w:r>
              <w:rPr>
                <w:i/>
                <w:sz w:val="16"/>
              </w:rPr>
              <w:t>ment ONU</w:t>
            </w:r>
          </w:p>
        </w:tc>
      </w:tr>
      <w:tr w:rsidR="006C4A57" w:rsidRPr="006D38AF" w14:paraId="0BA32579" w14:textId="77777777" w:rsidTr="00E949AD">
        <w:tc>
          <w:tcPr>
            <w:tcW w:w="2852" w:type="dxa"/>
            <w:tcBorders>
              <w:top w:val="single" w:sz="12" w:space="0" w:color="auto"/>
            </w:tcBorders>
            <w:shd w:val="clear" w:color="auto" w:fill="auto"/>
          </w:tcPr>
          <w:p w14:paraId="60BBCF8E" w14:textId="77777777" w:rsidR="006C4A57" w:rsidRPr="006D38AF" w:rsidRDefault="006C4A57" w:rsidP="00C5029D">
            <w:pPr>
              <w:spacing w:before="40" w:after="80" w:line="220" w:lineRule="exact"/>
              <w:ind w:right="113"/>
              <w:rPr>
                <w:rFonts w:asciiTheme="majorBidi" w:hAnsiTheme="majorBidi" w:cstheme="majorBidi"/>
                <w:color w:val="000000" w:themeColor="text1"/>
                <w:sz w:val="18"/>
                <w:szCs w:val="18"/>
                <w:lang w:val="en-US"/>
              </w:rPr>
            </w:pPr>
            <w:r>
              <w:rPr>
                <w:rFonts w:asciiTheme="majorBidi" w:hAnsiTheme="majorBidi" w:cstheme="majorBidi"/>
                <w:color w:val="000000" w:themeColor="text1"/>
                <w:sz w:val="18"/>
                <w:szCs w:val="18"/>
                <w:lang w:val="en-US"/>
              </w:rPr>
              <w:t>Marche arrière</w:t>
            </w:r>
            <w:r w:rsidRPr="006D38AF">
              <w:rPr>
                <w:rFonts w:asciiTheme="majorBidi" w:hAnsiTheme="majorBidi" w:cstheme="majorBidi"/>
                <w:color w:val="000000" w:themeColor="text1"/>
                <w:sz w:val="18"/>
                <w:szCs w:val="18"/>
                <w:lang w:val="en-US"/>
              </w:rPr>
              <w:t xml:space="preserve"> </w:t>
            </w:r>
            <w:r w:rsidRPr="006D38AF">
              <w:rPr>
                <w:rFonts w:asciiTheme="majorBidi" w:hAnsiTheme="majorBidi" w:cstheme="majorBidi"/>
                <w:sz w:val="18"/>
                <w:szCs w:val="18"/>
                <w:lang w:val="en-US"/>
              </w:rPr>
              <w:t>(</w:t>
            </w:r>
            <w:r>
              <w:rPr>
                <w:rFonts w:asciiTheme="majorBidi" w:hAnsiTheme="majorBidi" w:cstheme="majorBidi"/>
                <w:sz w:val="18"/>
                <w:szCs w:val="18"/>
                <w:lang w:val="en-US"/>
              </w:rPr>
              <w:t>véhicule tracteur</w:t>
            </w:r>
            <w:r w:rsidRPr="006D38AF">
              <w:rPr>
                <w:rFonts w:asciiTheme="majorBidi" w:hAnsiTheme="majorBidi" w:cstheme="majorBidi"/>
                <w:sz w:val="18"/>
                <w:szCs w:val="18"/>
                <w:lang w:val="en-US"/>
              </w:rPr>
              <w:t>)</w:t>
            </w:r>
          </w:p>
        </w:tc>
        <w:tc>
          <w:tcPr>
            <w:tcW w:w="2346" w:type="dxa"/>
            <w:tcBorders>
              <w:top w:val="single" w:sz="12" w:space="0" w:color="auto"/>
            </w:tcBorders>
            <w:shd w:val="clear" w:color="auto" w:fill="auto"/>
          </w:tcPr>
          <w:p w14:paraId="20167133"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EBS12 </w:t>
            </w:r>
            <w:r>
              <w:rPr>
                <w:rFonts w:asciiTheme="majorBidi" w:hAnsiTheme="majorBidi" w:cstheme="majorBidi"/>
                <w:sz w:val="18"/>
                <w:szCs w:val="18"/>
              </w:rPr>
              <w:t>(octet</w:t>
            </w:r>
            <w:r w:rsidRPr="006D38AF">
              <w:rPr>
                <w:rFonts w:asciiTheme="majorBidi" w:hAnsiTheme="majorBidi" w:cstheme="majorBidi"/>
                <w:sz w:val="18"/>
                <w:szCs w:val="18"/>
              </w:rPr>
              <w:t xml:space="preserve"> 2</w:t>
            </w:r>
            <w:r>
              <w:rPr>
                <w:rFonts w:asciiTheme="majorBidi" w:hAnsiTheme="majorBidi" w:cstheme="majorBidi"/>
                <w:sz w:val="18"/>
                <w:szCs w:val="18"/>
              </w:rPr>
              <w:t>) b</w:t>
            </w:r>
            <w:r w:rsidRPr="006D38AF">
              <w:rPr>
                <w:rFonts w:asciiTheme="majorBidi" w:hAnsiTheme="majorBidi" w:cstheme="majorBidi"/>
                <w:sz w:val="18"/>
                <w:szCs w:val="18"/>
              </w:rPr>
              <w:t>it</w:t>
            </w:r>
            <w:r>
              <w:rPr>
                <w:rFonts w:asciiTheme="majorBidi" w:hAnsiTheme="majorBidi" w:cstheme="majorBidi"/>
                <w:sz w:val="18"/>
                <w:szCs w:val="18"/>
              </w:rPr>
              <w:t>s</w:t>
            </w:r>
            <w:r w:rsidRPr="006D38AF">
              <w:rPr>
                <w:rFonts w:asciiTheme="majorBidi" w:hAnsiTheme="majorBidi" w:cstheme="majorBidi"/>
                <w:sz w:val="18"/>
                <w:szCs w:val="18"/>
              </w:rPr>
              <w:t xml:space="preserve"> 5-6</w:t>
            </w:r>
          </w:p>
        </w:tc>
        <w:tc>
          <w:tcPr>
            <w:tcW w:w="2177" w:type="dxa"/>
            <w:tcBorders>
              <w:top w:val="single" w:sz="12" w:space="0" w:color="auto"/>
            </w:tcBorders>
            <w:shd w:val="clear" w:color="auto" w:fill="auto"/>
          </w:tcPr>
          <w:p w14:paraId="1801799C"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 </w:t>
            </w:r>
          </w:p>
        </w:tc>
      </w:tr>
      <w:tr w:rsidR="006C4A57" w:rsidRPr="006D38AF" w14:paraId="4A5B1234" w14:textId="77777777" w:rsidTr="00E949AD">
        <w:tc>
          <w:tcPr>
            <w:tcW w:w="2852" w:type="dxa"/>
            <w:shd w:val="clear" w:color="auto" w:fill="auto"/>
          </w:tcPr>
          <w:p w14:paraId="0CE15798" w14:textId="77777777" w:rsidR="006C4A57" w:rsidRPr="00E53198" w:rsidRDefault="006C4A57" w:rsidP="00C5029D">
            <w:pPr>
              <w:spacing w:before="40" w:after="80" w:line="220" w:lineRule="exact"/>
              <w:ind w:right="113"/>
              <w:rPr>
                <w:rFonts w:asciiTheme="majorBidi" w:hAnsiTheme="majorBidi" w:cstheme="majorBidi"/>
                <w:sz w:val="18"/>
                <w:szCs w:val="18"/>
              </w:rPr>
            </w:pPr>
            <w:r w:rsidRPr="00E53198">
              <w:rPr>
                <w:rFonts w:asciiTheme="majorBidi" w:hAnsiTheme="majorBidi" w:cstheme="majorBidi"/>
                <w:sz w:val="18"/>
                <w:szCs w:val="18"/>
              </w:rPr>
              <w:t>Vitesse du véhicule déduite de celle des roues dans le système de freinage (</w:t>
            </w:r>
            <w:r w:rsidRPr="00223DD5">
              <w:rPr>
                <w:rFonts w:asciiTheme="majorBidi" w:hAnsiTheme="majorBidi" w:cstheme="majorBidi"/>
                <w:sz w:val="18"/>
                <w:szCs w:val="18"/>
              </w:rPr>
              <w:t>véhicule tracteur</w:t>
            </w:r>
            <w:r w:rsidRPr="00E53198">
              <w:rPr>
                <w:rFonts w:asciiTheme="majorBidi" w:hAnsiTheme="majorBidi" w:cstheme="majorBidi"/>
                <w:sz w:val="18"/>
                <w:szCs w:val="18"/>
              </w:rPr>
              <w:t>)</w:t>
            </w:r>
          </w:p>
        </w:tc>
        <w:tc>
          <w:tcPr>
            <w:tcW w:w="2346" w:type="dxa"/>
            <w:shd w:val="clear" w:color="auto" w:fill="auto"/>
          </w:tcPr>
          <w:p w14:paraId="3BEA2462"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EBS12 </w:t>
            </w:r>
            <w:r>
              <w:rPr>
                <w:rFonts w:asciiTheme="majorBidi" w:hAnsiTheme="majorBidi" w:cstheme="majorBidi"/>
                <w:sz w:val="18"/>
                <w:szCs w:val="18"/>
              </w:rPr>
              <w:t>(octets</w:t>
            </w:r>
            <w:r w:rsidRPr="006D38AF">
              <w:rPr>
                <w:rFonts w:asciiTheme="majorBidi" w:hAnsiTheme="majorBidi" w:cstheme="majorBidi"/>
                <w:sz w:val="18"/>
                <w:szCs w:val="18"/>
              </w:rPr>
              <w:t xml:space="preserve"> 7-8</w:t>
            </w:r>
            <w:r>
              <w:rPr>
                <w:rFonts w:asciiTheme="majorBidi" w:hAnsiTheme="majorBidi" w:cstheme="majorBidi"/>
                <w:sz w:val="18"/>
                <w:szCs w:val="18"/>
              </w:rPr>
              <w:t>)</w:t>
            </w:r>
          </w:p>
        </w:tc>
        <w:tc>
          <w:tcPr>
            <w:tcW w:w="2177" w:type="dxa"/>
            <w:shd w:val="clear" w:color="auto" w:fill="auto"/>
          </w:tcPr>
          <w:p w14:paraId="208285FE"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10ACE4E8" w14:textId="77777777" w:rsidTr="00E949AD">
        <w:tc>
          <w:tcPr>
            <w:tcW w:w="2852" w:type="dxa"/>
            <w:shd w:val="clear" w:color="auto" w:fill="auto"/>
          </w:tcPr>
          <w:p w14:paraId="22D61FD2"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Index des données d</w:t>
            </w:r>
            <w:r w:rsidR="004B0B6E">
              <w:rPr>
                <w:rFonts w:asciiTheme="majorBidi" w:hAnsiTheme="majorBidi" w:cstheme="majorBidi"/>
                <w:sz w:val="18"/>
                <w:szCs w:val="18"/>
              </w:rPr>
              <w:t>’</w:t>
            </w:r>
            <w:r w:rsidRPr="00223DD5">
              <w:rPr>
                <w:rFonts w:asciiTheme="majorBidi" w:hAnsiTheme="majorBidi" w:cstheme="majorBidi"/>
                <w:sz w:val="18"/>
                <w:szCs w:val="18"/>
              </w:rPr>
              <w:t>identification (véhicule tracteur)</w:t>
            </w:r>
          </w:p>
        </w:tc>
        <w:tc>
          <w:tcPr>
            <w:tcW w:w="2346" w:type="dxa"/>
            <w:shd w:val="clear" w:color="auto" w:fill="auto"/>
          </w:tcPr>
          <w:p w14:paraId="0B8F8758"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RGE12 </w:t>
            </w:r>
            <w:r>
              <w:rPr>
                <w:rFonts w:asciiTheme="majorBidi" w:hAnsiTheme="majorBidi" w:cstheme="majorBidi"/>
                <w:sz w:val="18"/>
                <w:szCs w:val="18"/>
              </w:rPr>
              <w:t>(octet</w:t>
            </w:r>
            <w:r w:rsidRPr="006D38AF">
              <w:rPr>
                <w:rFonts w:asciiTheme="majorBidi" w:hAnsiTheme="majorBidi" w:cstheme="majorBidi"/>
                <w:sz w:val="18"/>
                <w:szCs w:val="18"/>
              </w:rPr>
              <w:t xml:space="preserve"> 5</w:t>
            </w:r>
            <w:r>
              <w:rPr>
                <w:rFonts w:asciiTheme="majorBidi" w:hAnsiTheme="majorBidi" w:cstheme="majorBidi"/>
                <w:sz w:val="18"/>
                <w:szCs w:val="18"/>
              </w:rPr>
              <w:t>)</w:t>
            </w:r>
          </w:p>
        </w:tc>
        <w:tc>
          <w:tcPr>
            <w:tcW w:w="2177" w:type="dxa"/>
            <w:shd w:val="clear" w:color="auto" w:fill="auto"/>
          </w:tcPr>
          <w:p w14:paraId="1C47FC75"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453E4C0C" w14:textId="77777777" w:rsidTr="00E949AD">
        <w:tc>
          <w:tcPr>
            <w:tcW w:w="2852" w:type="dxa"/>
            <w:shd w:val="clear" w:color="auto" w:fill="auto"/>
          </w:tcPr>
          <w:p w14:paraId="53D647EF" w14:textId="77777777" w:rsidR="006C4A57" w:rsidRPr="00223DD5"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 xml:space="preserve">Contenu </w:t>
            </w:r>
            <w:r w:rsidRPr="00223DD5">
              <w:rPr>
                <w:rFonts w:asciiTheme="majorBidi" w:hAnsiTheme="majorBidi" w:cstheme="majorBidi"/>
                <w:sz w:val="18"/>
                <w:szCs w:val="18"/>
              </w:rPr>
              <w:t>des données d</w:t>
            </w:r>
            <w:r w:rsidR="004B0B6E">
              <w:rPr>
                <w:rFonts w:asciiTheme="majorBidi" w:hAnsiTheme="majorBidi" w:cstheme="majorBidi"/>
                <w:sz w:val="18"/>
                <w:szCs w:val="18"/>
              </w:rPr>
              <w:t>’</w:t>
            </w:r>
            <w:r w:rsidRPr="00223DD5">
              <w:rPr>
                <w:rFonts w:asciiTheme="majorBidi" w:hAnsiTheme="majorBidi" w:cstheme="majorBidi"/>
                <w:sz w:val="18"/>
                <w:szCs w:val="18"/>
              </w:rPr>
              <w:t>identification</w:t>
            </w:r>
            <w:r>
              <w:rPr>
                <w:rFonts w:asciiTheme="majorBidi" w:hAnsiTheme="majorBidi" w:cstheme="majorBidi"/>
                <w:sz w:val="18"/>
                <w:szCs w:val="18"/>
              </w:rPr>
              <w:t xml:space="preserve"> </w:t>
            </w:r>
            <w:r w:rsidRPr="00223DD5">
              <w:rPr>
                <w:rFonts w:asciiTheme="majorBidi" w:hAnsiTheme="majorBidi" w:cstheme="majorBidi"/>
                <w:sz w:val="18"/>
                <w:szCs w:val="18"/>
              </w:rPr>
              <w:t>(véhicule tracteur)</w:t>
            </w:r>
          </w:p>
        </w:tc>
        <w:tc>
          <w:tcPr>
            <w:tcW w:w="2346" w:type="dxa"/>
            <w:shd w:val="clear" w:color="auto" w:fill="auto"/>
          </w:tcPr>
          <w:p w14:paraId="5E9289BE"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RGE12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6</w:t>
            </w:r>
            <w:r>
              <w:rPr>
                <w:rFonts w:asciiTheme="majorBidi" w:hAnsiTheme="majorBidi" w:cstheme="majorBidi"/>
                <w:sz w:val="18"/>
                <w:szCs w:val="18"/>
              </w:rPr>
              <w:t>)</w:t>
            </w:r>
          </w:p>
        </w:tc>
        <w:tc>
          <w:tcPr>
            <w:tcW w:w="2177" w:type="dxa"/>
            <w:shd w:val="clear" w:color="auto" w:fill="auto"/>
          </w:tcPr>
          <w:p w14:paraId="36BB29C5"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5AC5E63E" w14:textId="77777777" w:rsidTr="00E949AD">
        <w:tc>
          <w:tcPr>
            <w:tcW w:w="2852" w:type="dxa"/>
            <w:shd w:val="clear" w:color="auto" w:fill="auto"/>
          </w:tcPr>
          <w:p w14:paraId="01F84E44"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 xml:space="preserve">Temps/Date </w:t>
            </w:r>
            <w:r w:rsidR="00AA5C17">
              <w:rPr>
                <w:rFonts w:asciiTheme="majorBidi" w:hAnsiTheme="majorBidi" w:cstheme="majorBidi"/>
                <w:sz w:val="18"/>
                <w:szCs w:val="18"/>
              </w:rPr>
              <w:t>−</w:t>
            </w:r>
            <w:r w:rsidRPr="00223DD5">
              <w:rPr>
                <w:rFonts w:asciiTheme="majorBidi" w:hAnsiTheme="majorBidi" w:cstheme="majorBidi"/>
                <w:sz w:val="18"/>
                <w:szCs w:val="18"/>
              </w:rPr>
              <w:t xml:space="preserve"> Second</w:t>
            </w:r>
            <w:r>
              <w:rPr>
                <w:rFonts w:asciiTheme="majorBidi" w:hAnsiTheme="majorBidi" w:cstheme="majorBidi"/>
                <w:sz w:val="18"/>
                <w:szCs w:val="18"/>
              </w:rPr>
              <w:t>e</w:t>
            </w:r>
            <w:r w:rsidRPr="00223DD5">
              <w:rPr>
                <w:rFonts w:asciiTheme="majorBidi" w:hAnsiTheme="majorBidi" w:cstheme="majorBidi"/>
                <w:sz w:val="18"/>
                <w:szCs w:val="18"/>
              </w:rPr>
              <w:t xml:space="preserve">s </w:t>
            </w:r>
            <w:r w:rsidR="00AA5C17">
              <w:rPr>
                <w:rFonts w:asciiTheme="majorBidi" w:hAnsiTheme="majorBidi" w:cstheme="majorBidi"/>
                <w:sz w:val="18"/>
                <w:szCs w:val="18"/>
              </w:rPr>
              <w:br/>
            </w:r>
            <w:r w:rsidRPr="00223DD5">
              <w:rPr>
                <w:rFonts w:asciiTheme="majorBidi" w:hAnsiTheme="majorBidi" w:cstheme="majorBidi"/>
                <w:sz w:val="18"/>
                <w:szCs w:val="18"/>
              </w:rPr>
              <w:t>(véhicule tracteur)</w:t>
            </w:r>
          </w:p>
        </w:tc>
        <w:tc>
          <w:tcPr>
            <w:tcW w:w="2346" w:type="dxa"/>
            <w:shd w:val="clear" w:color="auto" w:fill="auto"/>
          </w:tcPr>
          <w:p w14:paraId="2DDF3B61"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TD11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1</w:t>
            </w:r>
            <w:r>
              <w:rPr>
                <w:rFonts w:asciiTheme="majorBidi" w:hAnsiTheme="majorBidi" w:cstheme="majorBidi"/>
                <w:sz w:val="18"/>
                <w:szCs w:val="18"/>
              </w:rPr>
              <w:t>)</w:t>
            </w:r>
          </w:p>
        </w:tc>
        <w:tc>
          <w:tcPr>
            <w:tcW w:w="2177" w:type="dxa"/>
            <w:shd w:val="clear" w:color="auto" w:fill="auto"/>
          </w:tcPr>
          <w:p w14:paraId="67F5C650"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0BFF1F3C" w14:textId="77777777" w:rsidTr="00E949AD">
        <w:tc>
          <w:tcPr>
            <w:tcW w:w="2852" w:type="dxa"/>
            <w:shd w:val="clear" w:color="auto" w:fill="auto"/>
          </w:tcPr>
          <w:p w14:paraId="751ECA09"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 xml:space="preserve">Temps/Date </w:t>
            </w:r>
            <w:r w:rsidR="00AA5C17">
              <w:rPr>
                <w:rFonts w:asciiTheme="majorBidi" w:hAnsiTheme="majorBidi" w:cstheme="majorBidi"/>
                <w:sz w:val="18"/>
                <w:szCs w:val="18"/>
              </w:rPr>
              <w:t>−</w:t>
            </w:r>
            <w:r w:rsidRPr="00223DD5">
              <w:rPr>
                <w:rFonts w:asciiTheme="majorBidi" w:hAnsiTheme="majorBidi" w:cstheme="majorBidi"/>
                <w:sz w:val="18"/>
                <w:szCs w:val="18"/>
              </w:rPr>
              <w:t xml:space="preserve"> Minutes </w:t>
            </w:r>
            <w:r w:rsidR="00AA5C17">
              <w:rPr>
                <w:rFonts w:asciiTheme="majorBidi" w:hAnsiTheme="majorBidi" w:cstheme="majorBidi"/>
                <w:sz w:val="18"/>
                <w:szCs w:val="18"/>
              </w:rPr>
              <w:br/>
            </w:r>
            <w:r w:rsidRPr="00223DD5">
              <w:rPr>
                <w:rFonts w:asciiTheme="majorBidi" w:hAnsiTheme="majorBidi" w:cstheme="majorBidi"/>
                <w:sz w:val="18"/>
                <w:szCs w:val="18"/>
              </w:rPr>
              <w:t>(véhicule tracteur)</w:t>
            </w:r>
          </w:p>
        </w:tc>
        <w:tc>
          <w:tcPr>
            <w:tcW w:w="2346" w:type="dxa"/>
            <w:shd w:val="clear" w:color="auto" w:fill="auto"/>
          </w:tcPr>
          <w:p w14:paraId="3939C297"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TD11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2</w:t>
            </w:r>
            <w:r>
              <w:rPr>
                <w:rFonts w:asciiTheme="majorBidi" w:hAnsiTheme="majorBidi" w:cstheme="majorBidi"/>
                <w:sz w:val="18"/>
                <w:szCs w:val="18"/>
              </w:rPr>
              <w:t>)</w:t>
            </w:r>
          </w:p>
        </w:tc>
        <w:tc>
          <w:tcPr>
            <w:tcW w:w="2177" w:type="dxa"/>
            <w:shd w:val="clear" w:color="auto" w:fill="auto"/>
          </w:tcPr>
          <w:p w14:paraId="77EAF67D"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40BE1BF4" w14:textId="77777777" w:rsidTr="00E949AD">
        <w:tc>
          <w:tcPr>
            <w:tcW w:w="2852" w:type="dxa"/>
            <w:shd w:val="clear" w:color="auto" w:fill="auto"/>
          </w:tcPr>
          <w:p w14:paraId="555E0428"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 xml:space="preserve">Temps/Date </w:t>
            </w:r>
            <w:r w:rsidR="00AA5C17">
              <w:rPr>
                <w:rFonts w:asciiTheme="majorBidi" w:hAnsiTheme="majorBidi" w:cstheme="majorBidi"/>
                <w:sz w:val="18"/>
                <w:szCs w:val="18"/>
              </w:rPr>
              <w:t>−</w:t>
            </w:r>
            <w:r w:rsidRPr="00223DD5">
              <w:rPr>
                <w:rFonts w:asciiTheme="majorBidi" w:hAnsiTheme="majorBidi" w:cstheme="majorBidi"/>
                <w:sz w:val="18"/>
                <w:szCs w:val="18"/>
              </w:rPr>
              <w:t xml:space="preserve"> H</w:t>
            </w:r>
            <w:r>
              <w:rPr>
                <w:rFonts w:asciiTheme="majorBidi" w:hAnsiTheme="majorBidi" w:cstheme="majorBidi"/>
                <w:sz w:val="18"/>
                <w:szCs w:val="18"/>
              </w:rPr>
              <w:t>eu</w:t>
            </w:r>
            <w:r w:rsidRPr="00223DD5">
              <w:rPr>
                <w:rFonts w:asciiTheme="majorBidi" w:hAnsiTheme="majorBidi" w:cstheme="majorBidi"/>
                <w:sz w:val="18"/>
                <w:szCs w:val="18"/>
              </w:rPr>
              <w:t>r</w:t>
            </w:r>
            <w:r>
              <w:rPr>
                <w:rFonts w:asciiTheme="majorBidi" w:hAnsiTheme="majorBidi" w:cstheme="majorBidi"/>
                <w:sz w:val="18"/>
                <w:szCs w:val="18"/>
              </w:rPr>
              <w:t>e</w:t>
            </w:r>
            <w:r w:rsidRPr="00223DD5">
              <w:rPr>
                <w:rFonts w:asciiTheme="majorBidi" w:hAnsiTheme="majorBidi" w:cstheme="majorBidi"/>
                <w:sz w:val="18"/>
                <w:szCs w:val="18"/>
              </w:rPr>
              <w:t xml:space="preserve">s </w:t>
            </w:r>
            <w:r w:rsidR="00AA5C17">
              <w:rPr>
                <w:rFonts w:asciiTheme="majorBidi" w:hAnsiTheme="majorBidi" w:cstheme="majorBidi"/>
                <w:sz w:val="18"/>
                <w:szCs w:val="18"/>
              </w:rPr>
              <w:br/>
            </w:r>
            <w:r w:rsidRPr="00223DD5">
              <w:rPr>
                <w:rFonts w:asciiTheme="majorBidi" w:hAnsiTheme="majorBidi" w:cstheme="majorBidi"/>
                <w:sz w:val="18"/>
                <w:szCs w:val="18"/>
              </w:rPr>
              <w:t>(véhicule tracteur)</w:t>
            </w:r>
          </w:p>
        </w:tc>
        <w:tc>
          <w:tcPr>
            <w:tcW w:w="2346" w:type="dxa"/>
            <w:shd w:val="clear" w:color="auto" w:fill="auto"/>
          </w:tcPr>
          <w:p w14:paraId="12D257B0"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TD11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3</w:t>
            </w:r>
            <w:r>
              <w:rPr>
                <w:rFonts w:asciiTheme="majorBidi" w:hAnsiTheme="majorBidi" w:cstheme="majorBidi"/>
                <w:sz w:val="18"/>
                <w:szCs w:val="18"/>
              </w:rPr>
              <w:t>)</w:t>
            </w:r>
          </w:p>
        </w:tc>
        <w:tc>
          <w:tcPr>
            <w:tcW w:w="2177" w:type="dxa"/>
            <w:shd w:val="clear" w:color="auto" w:fill="auto"/>
          </w:tcPr>
          <w:p w14:paraId="2A7AB6A8"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5B0204D8" w14:textId="77777777" w:rsidTr="00E949AD">
        <w:tc>
          <w:tcPr>
            <w:tcW w:w="2852" w:type="dxa"/>
            <w:shd w:val="clear" w:color="auto" w:fill="auto"/>
          </w:tcPr>
          <w:p w14:paraId="58434012"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lastRenderedPageBreak/>
              <w:t xml:space="preserve">Temps/Date </w:t>
            </w:r>
            <w:r w:rsidR="00AA5C17">
              <w:rPr>
                <w:rFonts w:asciiTheme="majorBidi" w:hAnsiTheme="majorBidi" w:cstheme="majorBidi"/>
                <w:sz w:val="18"/>
                <w:szCs w:val="18"/>
              </w:rPr>
              <w:t>−</w:t>
            </w:r>
            <w:r w:rsidRPr="00223DD5">
              <w:rPr>
                <w:rFonts w:asciiTheme="majorBidi" w:hAnsiTheme="majorBidi" w:cstheme="majorBidi"/>
                <w:sz w:val="18"/>
                <w:szCs w:val="18"/>
              </w:rPr>
              <w:t xml:space="preserve"> Mo</w:t>
            </w:r>
            <w:r>
              <w:rPr>
                <w:rFonts w:asciiTheme="majorBidi" w:hAnsiTheme="majorBidi" w:cstheme="majorBidi"/>
                <w:sz w:val="18"/>
                <w:szCs w:val="18"/>
              </w:rPr>
              <w:t>i</w:t>
            </w:r>
            <w:r w:rsidRPr="00223DD5">
              <w:rPr>
                <w:rFonts w:asciiTheme="majorBidi" w:hAnsiTheme="majorBidi" w:cstheme="majorBidi"/>
                <w:sz w:val="18"/>
                <w:szCs w:val="18"/>
              </w:rPr>
              <w:t xml:space="preserve">s </w:t>
            </w:r>
            <w:r w:rsidR="00AA5C17">
              <w:rPr>
                <w:rFonts w:asciiTheme="majorBidi" w:hAnsiTheme="majorBidi" w:cstheme="majorBidi"/>
                <w:sz w:val="18"/>
                <w:szCs w:val="18"/>
              </w:rPr>
              <w:br/>
            </w:r>
            <w:r w:rsidRPr="00223DD5">
              <w:rPr>
                <w:rFonts w:asciiTheme="majorBidi" w:hAnsiTheme="majorBidi" w:cstheme="majorBidi"/>
                <w:sz w:val="18"/>
                <w:szCs w:val="18"/>
              </w:rPr>
              <w:t>(véhicule tracteur)</w:t>
            </w:r>
          </w:p>
        </w:tc>
        <w:tc>
          <w:tcPr>
            <w:tcW w:w="2346" w:type="dxa"/>
            <w:shd w:val="clear" w:color="auto" w:fill="auto"/>
          </w:tcPr>
          <w:p w14:paraId="26FDE9FA"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TD11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4</w:t>
            </w:r>
            <w:r>
              <w:rPr>
                <w:rFonts w:asciiTheme="majorBidi" w:hAnsiTheme="majorBidi" w:cstheme="majorBidi"/>
                <w:sz w:val="18"/>
                <w:szCs w:val="18"/>
              </w:rPr>
              <w:t>)</w:t>
            </w:r>
          </w:p>
        </w:tc>
        <w:tc>
          <w:tcPr>
            <w:tcW w:w="2177" w:type="dxa"/>
            <w:shd w:val="clear" w:color="auto" w:fill="auto"/>
          </w:tcPr>
          <w:p w14:paraId="7605E3D3"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141A0A79" w14:textId="77777777" w:rsidTr="00E949AD">
        <w:tc>
          <w:tcPr>
            <w:tcW w:w="2852" w:type="dxa"/>
            <w:shd w:val="clear" w:color="auto" w:fill="auto"/>
          </w:tcPr>
          <w:p w14:paraId="7780C196"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 xml:space="preserve">Temps/Date </w:t>
            </w:r>
            <w:r w:rsidR="00AA5C17">
              <w:rPr>
                <w:rFonts w:asciiTheme="majorBidi" w:hAnsiTheme="majorBidi" w:cstheme="majorBidi"/>
                <w:sz w:val="18"/>
                <w:szCs w:val="18"/>
              </w:rPr>
              <w:t>−</w:t>
            </w:r>
            <w:r w:rsidRPr="00223DD5">
              <w:rPr>
                <w:rFonts w:asciiTheme="majorBidi" w:hAnsiTheme="majorBidi" w:cstheme="majorBidi"/>
                <w:sz w:val="18"/>
                <w:szCs w:val="18"/>
              </w:rPr>
              <w:t xml:space="preserve"> </w:t>
            </w:r>
            <w:r>
              <w:rPr>
                <w:rFonts w:asciiTheme="majorBidi" w:hAnsiTheme="majorBidi" w:cstheme="majorBidi"/>
                <w:sz w:val="18"/>
                <w:szCs w:val="18"/>
              </w:rPr>
              <w:t>Jour</w:t>
            </w:r>
            <w:r w:rsidRPr="00223DD5">
              <w:rPr>
                <w:rFonts w:asciiTheme="majorBidi" w:hAnsiTheme="majorBidi" w:cstheme="majorBidi"/>
                <w:sz w:val="18"/>
                <w:szCs w:val="18"/>
              </w:rPr>
              <w:t xml:space="preserve"> </w:t>
            </w:r>
            <w:r w:rsidR="00AA5C17">
              <w:rPr>
                <w:rFonts w:asciiTheme="majorBidi" w:hAnsiTheme="majorBidi" w:cstheme="majorBidi"/>
                <w:sz w:val="18"/>
                <w:szCs w:val="18"/>
              </w:rPr>
              <w:br/>
            </w:r>
            <w:r w:rsidRPr="00223DD5">
              <w:rPr>
                <w:rFonts w:asciiTheme="majorBidi" w:hAnsiTheme="majorBidi" w:cstheme="majorBidi"/>
                <w:sz w:val="18"/>
                <w:szCs w:val="18"/>
              </w:rPr>
              <w:t>(véhicule tracteur)</w:t>
            </w:r>
          </w:p>
        </w:tc>
        <w:tc>
          <w:tcPr>
            <w:tcW w:w="2346" w:type="dxa"/>
            <w:shd w:val="clear" w:color="auto" w:fill="auto"/>
          </w:tcPr>
          <w:p w14:paraId="218F7FA5"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TD11 </w:t>
            </w:r>
            <w:r w:rsidRPr="002E1395">
              <w:rPr>
                <w:rFonts w:asciiTheme="majorBidi" w:hAnsiTheme="majorBidi" w:cstheme="majorBidi"/>
                <w:sz w:val="18"/>
                <w:szCs w:val="18"/>
              </w:rPr>
              <w:t>(octet 5)</w:t>
            </w:r>
          </w:p>
        </w:tc>
        <w:tc>
          <w:tcPr>
            <w:tcW w:w="2177" w:type="dxa"/>
            <w:shd w:val="clear" w:color="auto" w:fill="auto"/>
          </w:tcPr>
          <w:p w14:paraId="1920A301"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015B0CDE" w14:textId="77777777" w:rsidTr="00E949AD">
        <w:tc>
          <w:tcPr>
            <w:tcW w:w="2852" w:type="dxa"/>
            <w:shd w:val="clear" w:color="auto" w:fill="auto"/>
          </w:tcPr>
          <w:p w14:paraId="461084C5"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 xml:space="preserve">Temps/Date </w:t>
            </w:r>
            <w:r w:rsidR="00AA5C17">
              <w:rPr>
                <w:rFonts w:asciiTheme="majorBidi" w:hAnsiTheme="majorBidi" w:cstheme="majorBidi"/>
                <w:sz w:val="18"/>
                <w:szCs w:val="18"/>
              </w:rPr>
              <w:t>−</w:t>
            </w:r>
            <w:r w:rsidRPr="00223DD5">
              <w:rPr>
                <w:rFonts w:asciiTheme="majorBidi" w:hAnsiTheme="majorBidi" w:cstheme="majorBidi"/>
                <w:sz w:val="18"/>
                <w:szCs w:val="18"/>
              </w:rPr>
              <w:t xml:space="preserve"> </w:t>
            </w:r>
            <w:r>
              <w:rPr>
                <w:rFonts w:asciiTheme="majorBidi" w:hAnsiTheme="majorBidi" w:cstheme="majorBidi"/>
                <w:sz w:val="18"/>
                <w:szCs w:val="18"/>
              </w:rPr>
              <w:t>Année</w:t>
            </w:r>
            <w:r w:rsidRPr="00223DD5">
              <w:rPr>
                <w:rFonts w:asciiTheme="majorBidi" w:hAnsiTheme="majorBidi" w:cstheme="majorBidi"/>
                <w:sz w:val="18"/>
                <w:szCs w:val="18"/>
              </w:rPr>
              <w:t xml:space="preserve"> </w:t>
            </w:r>
            <w:r w:rsidR="00AA5C17">
              <w:rPr>
                <w:rFonts w:asciiTheme="majorBidi" w:hAnsiTheme="majorBidi" w:cstheme="majorBidi"/>
                <w:sz w:val="18"/>
                <w:szCs w:val="18"/>
              </w:rPr>
              <w:br/>
            </w:r>
            <w:r w:rsidRPr="00223DD5">
              <w:rPr>
                <w:rFonts w:asciiTheme="majorBidi" w:hAnsiTheme="majorBidi" w:cstheme="majorBidi"/>
                <w:sz w:val="18"/>
                <w:szCs w:val="18"/>
              </w:rPr>
              <w:t>(véhicule tracteur)</w:t>
            </w:r>
          </w:p>
        </w:tc>
        <w:tc>
          <w:tcPr>
            <w:tcW w:w="2346" w:type="dxa"/>
            <w:shd w:val="clear" w:color="auto" w:fill="auto"/>
          </w:tcPr>
          <w:p w14:paraId="02C257FB"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TD11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6</w:t>
            </w:r>
            <w:r>
              <w:rPr>
                <w:rFonts w:asciiTheme="majorBidi" w:hAnsiTheme="majorBidi" w:cstheme="majorBidi"/>
                <w:sz w:val="18"/>
                <w:szCs w:val="18"/>
              </w:rPr>
              <w:t>)</w:t>
            </w:r>
          </w:p>
        </w:tc>
        <w:tc>
          <w:tcPr>
            <w:tcW w:w="2177" w:type="dxa"/>
            <w:shd w:val="clear" w:color="auto" w:fill="auto"/>
          </w:tcPr>
          <w:p w14:paraId="74B5E690"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5715316C" w14:textId="77777777" w:rsidTr="00E949AD">
        <w:tc>
          <w:tcPr>
            <w:tcW w:w="2852" w:type="dxa"/>
            <w:shd w:val="clear" w:color="auto" w:fill="auto"/>
          </w:tcPr>
          <w:p w14:paraId="1D095015"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 xml:space="preserve">Temps/Date </w:t>
            </w:r>
            <w:r w:rsidR="00AA5C17">
              <w:rPr>
                <w:rFonts w:asciiTheme="majorBidi" w:hAnsiTheme="majorBidi" w:cstheme="majorBidi"/>
                <w:sz w:val="18"/>
                <w:szCs w:val="18"/>
              </w:rPr>
              <w:t>−</w:t>
            </w:r>
            <w:r w:rsidRPr="00223DD5">
              <w:rPr>
                <w:rFonts w:asciiTheme="majorBidi" w:hAnsiTheme="majorBidi" w:cstheme="majorBidi"/>
                <w:sz w:val="18"/>
                <w:szCs w:val="18"/>
              </w:rPr>
              <w:t xml:space="preserve"> Décalage horaire local concernant les minutes (véhicule tracteur)</w:t>
            </w:r>
          </w:p>
        </w:tc>
        <w:tc>
          <w:tcPr>
            <w:tcW w:w="2346" w:type="dxa"/>
            <w:shd w:val="clear" w:color="auto" w:fill="auto"/>
          </w:tcPr>
          <w:p w14:paraId="0951E849"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TD11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7</w:t>
            </w:r>
            <w:r>
              <w:rPr>
                <w:rFonts w:asciiTheme="majorBidi" w:hAnsiTheme="majorBidi" w:cstheme="majorBidi"/>
                <w:sz w:val="18"/>
                <w:szCs w:val="18"/>
              </w:rPr>
              <w:t>)</w:t>
            </w:r>
          </w:p>
        </w:tc>
        <w:tc>
          <w:tcPr>
            <w:tcW w:w="2177" w:type="dxa"/>
            <w:shd w:val="clear" w:color="auto" w:fill="auto"/>
          </w:tcPr>
          <w:p w14:paraId="2648EF68"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17CFCD45" w14:textId="77777777" w:rsidTr="00E949AD">
        <w:tc>
          <w:tcPr>
            <w:tcW w:w="2852" w:type="dxa"/>
            <w:shd w:val="clear" w:color="auto" w:fill="auto"/>
          </w:tcPr>
          <w:p w14:paraId="6315ED1D"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 xml:space="preserve">Temps/Date </w:t>
            </w:r>
            <w:r w:rsidR="00AA5C17">
              <w:rPr>
                <w:rFonts w:asciiTheme="majorBidi" w:hAnsiTheme="majorBidi" w:cstheme="majorBidi"/>
                <w:sz w:val="18"/>
                <w:szCs w:val="18"/>
              </w:rPr>
              <w:t>−</w:t>
            </w:r>
            <w:r w:rsidRPr="00223DD5">
              <w:rPr>
                <w:rFonts w:asciiTheme="majorBidi" w:hAnsiTheme="majorBidi" w:cstheme="majorBidi"/>
                <w:sz w:val="18"/>
                <w:szCs w:val="18"/>
              </w:rPr>
              <w:t xml:space="preserve"> Décalage horaire local concernant les heures (véhicule tracteur)</w:t>
            </w:r>
          </w:p>
        </w:tc>
        <w:tc>
          <w:tcPr>
            <w:tcW w:w="2346" w:type="dxa"/>
            <w:shd w:val="clear" w:color="auto" w:fill="auto"/>
          </w:tcPr>
          <w:p w14:paraId="5B3650D8"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TD11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8</w:t>
            </w:r>
            <w:r>
              <w:rPr>
                <w:rFonts w:asciiTheme="majorBidi" w:hAnsiTheme="majorBidi" w:cstheme="majorBidi"/>
                <w:sz w:val="18"/>
                <w:szCs w:val="18"/>
              </w:rPr>
              <w:t>)</w:t>
            </w:r>
          </w:p>
        </w:tc>
        <w:tc>
          <w:tcPr>
            <w:tcW w:w="2177" w:type="dxa"/>
            <w:shd w:val="clear" w:color="auto" w:fill="auto"/>
          </w:tcPr>
          <w:p w14:paraId="4DC84A1B"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73292FF8" w14:textId="77777777" w:rsidTr="00E949AD">
        <w:tc>
          <w:tcPr>
            <w:tcW w:w="2852" w:type="dxa"/>
            <w:shd w:val="clear" w:color="auto" w:fill="auto"/>
          </w:tcPr>
          <w:p w14:paraId="1A029348"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Vitesse du véhicule déduite de celle des roues dans le système de freinage (véhicule tracté)</w:t>
            </w:r>
          </w:p>
        </w:tc>
        <w:tc>
          <w:tcPr>
            <w:tcW w:w="2346" w:type="dxa"/>
            <w:shd w:val="clear" w:color="auto" w:fill="auto"/>
          </w:tcPr>
          <w:p w14:paraId="6FD8E202"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EBS21</w:t>
            </w:r>
            <w:r>
              <w:rPr>
                <w:rFonts w:asciiTheme="majorBidi" w:hAnsiTheme="majorBidi" w:cstheme="majorBidi"/>
                <w:sz w:val="18"/>
                <w:szCs w:val="18"/>
              </w:rPr>
              <w:t xml:space="preserve"> </w:t>
            </w:r>
            <w:r w:rsidRPr="002E1395">
              <w:rPr>
                <w:rFonts w:asciiTheme="majorBidi" w:hAnsiTheme="majorBidi" w:cstheme="majorBidi"/>
                <w:sz w:val="18"/>
                <w:szCs w:val="18"/>
              </w:rPr>
              <w:t>(octet</w:t>
            </w:r>
            <w:r>
              <w:rPr>
                <w:rFonts w:asciiTheme="majorBidi" w:hAnsiTheme="majorBidi" w:cstheme="majorBidi"/>
                <w:sz w:val="18"/>
                <w:szCs w:val="18"/>
              </w:rPr>
              <w:t>s</w:t>
            </w:r>
            <w:r w:rsidRPr="002E1395">
              <w:rPr>
                <w:rFonts w:asciiTheme="majorBidi" w:hAnsiTheme="majorBidi" w:cstheme="majorBidi"/>
                <w:sz w:val="18"/>
                <w:szCs w:val="18"/>
              </w:rPr>
              <w:t xml:space="preserve"> </w:t>
            </w:r>
            <w:r w:rsidRPr="006D38AF">
              <w:rPr>
                <w:rFonts w:asciiTheme="majorBidi" w:hAnsiTheme="majorBidi" w:cstheme="majorBidi"/>
                <w:sz w:val="18"/>
                <w:szCs w:val="18"/>
              </w:rPr>
              <w:t>3-4</w:t>
            </w:r>
            <w:r>
              <w:rPr>
                <w:rFonts w:asciiTheme="majorBidi" w:hAnsiTheme="majorBidi" w:cstheme="majorBidi"/>
                <w:sz w:val="18"/>
                <w:szCs w:val="18"/>
              </w:rPr>
              <w:t>)</w:t>
            </w:r>
          </w:p>
        </w:tc>
        <w:tc>
          <w:tcPr>
            <w:tcW w:w="2177" w:type="dxa"/>
            <w:shd w:val="clear" w:color="auto" w:fill="auto"/>
          </w:tcPr>
          <w:p w14:paraId="6E63510C"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564C481F" w14:textId="77777777" w:rsidTr="00E949AD">
        <w:tc>
          <w:tcPr>
            <w:tcW w:w="2852" w:type="dxa"/>
            <w:shd w:val="clear" w:color="auto" w:fill="auto"/>
          </w:tcPr>
          <w:p w14:paraId="0E222B9E"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Position de l</w:t>
            </w:r>
            <w:r w:rsidR="004B0B6E">
              <w:rPr>
                <w:rFonts w:asciiTheme="majorBidi" w:hAnsiTheme="majorBidi" w:cstheme="majorBidi"/>
                <w:sz w:val="18"/>
                <w:szCs w:val="18"/>
              </w:rPr>
              <w:t>’</w:t>
            </w:r>
            <w:r w:rsidRPr="00223DD5">
              <w:rPr>
                <w:rFonts w:asciiTheme="majorBidi" w:hAnsiTheme="majorBidi" w:cstheme="majorBidi"/>
                <w:sz w:val="18"/>
                <w:szCs w:val="18"/>
              </w:rPr>
              <w:t xml:space="preserve">essieu relevable </w:t>
            </w:r>
            <w:r>
              <w:rPr>
                <w:rFonts w:asciiTheme="majorBidi" w:hAnsiTheme="majorBidi" w:cstheme="majorBidi"/>
                <w:sz w:val="18"/>
                <w:szCs w:val="18"/>
              </w:rPr>
              <w:t>1</w:t>
            </w:r>
            <w:r w:rsidRPr="00223DD5">
              <w:rPr>
                <w:rFonts w:asciiTheme="majorBidi" w:hAnsiTheme="majorBidi" w:cstheme="majorBidi"/>
                <w:sz w:val="18"/>
                <w:szCs w:val="18"/>
              </w:rPr>
              <w:t xml:space="preserve"> (véhicule tracté)</w:t>
            </w:r>
          </w:p>
        </w:tc>
        <w:tc>
          <w:tcPr>
            <w:tcW w:w="2346" w:type="dxa"/>
            <w:shd w:val="clear" w:color="auto" w:fill="auto"/>
          </w:tcPr>
          <w:p w14:paraId="4FEFFCE0"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RGE21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2</w:t>
            </w:r>
            <w:r>
              <w:rPr>
                <w:rFonts w:asciiTheme="majorBidi" w:hAnsiTheme="majorBidi" w:cstheme="majorBidi"/>
                <w:sz w:val="18"/>
                <w:szCs w:val="18"/>
              </w:rPr>
              <w:t>) b</w:t>
            </w:r>
            <w:r w:rsidRPr="006D38AF">
              <w:rPr>
                <w:rFonts w:asciiTheme="majorBidi" w:hAnsiTheme="majorBidi" w:cstheme="majorBidi"/>
                <w:sz w:val="18"/>
                <w:szCs w:val="18"/>
              </w:rPr>
              <w:t>it</w:t>
            </w:r>
            <w:r>
              <w:rPr>
                <w:rFonts w:asciiTheme="majorBidi" w:hAnsiTheme="majorBidi" w:cstheme="majorBidi"/>
                <w:sz w:val="18"/>
                <w:szCs w:val="18"/>
              </w:rPr>
              <w:t>s</w:t>
            </w:r>
            <w:r w:rsidRPr="006D38AF">
              <w:rPr>
                <w:rFonts w:asciiTheme="majorBidi" w:hAnsiTheme="majorBidi" w:cstheme="majorBidi"/>
                <w:sz w:val="18"/>
                <w:szCs w:val="18"/>
              </w:rPr>
              <w:t xml:space="preserve"> 1-2</w:t>
            </w:r>
          </w:p>
        </w:tc>
        <w:tc>
          <w:tcPr>
            <w:tcW w:w="2177" w:type="dxa"/>
            <w:shd w:val="clear" w:color="auto" w:fill="auto"/>
          </w:tcPr>
          <w:p w14:paraId="44C50B38"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r w:rsidR="006C4A57" w:rsidRPr="006D38AF" w14:paraId="2E4AFEF2" w14:textId="77777777" w:rsidTr="00E949AD">
        <w:tc>
          <w:tcPr>
            <w:tcW w:w="2852" w:type="dxa"/>
            <w:shd w:val="clear" w:color="auto" w:fill="auto"/>
          </w:tcPr>
          <w:p w14:paraId="4777B2DD" w14:textId="77777777" w:rsidR="006C4A57" w:rsidRPr="00223DD5" w:rsidRDefault="006C4A57" w:rsidP="00C5029D">
            <w:pPr>
              <w:spacing w:before="40" w:after="80" w:line="220" w:lineRule="exact"/>
              <w:ind w:right="113"/>
              <w:rPr>
                <w:rFonts w:asciiTheme="majorBidi" w:hAnsiTheme="majorBidi" w:cstheme="majorBidi"/>
                <w:sz w:val="18"/>
                <w:szCs w:val="18"/>
              </w:rPr>
            </w:pPr>
            <w:r w:rsidRPr="00223DD5">
              <w:rPr>
                <w:rFonts w:asciiTheme="majorBidi" w:hAnsiTheme="majorBidi" w:cstheme="majorBidi"/>
                <w:sz w:val="18"/>
                <w:szCs w:val="18"/>
              </w:rPr>
              <w:t>Position de l</w:t>
            </w:r>
            <w:r w:rsidR="004B0B6E">
              <w:rPr>
                <w:rFonts w:asciiTheme="majorBidi" w:hAnsiTheme="majorBidi" w:cstheme="majorBidi"/>
                <w:sz w:val="18"/>
                <w:szCs w:val="18"/>
              </w:rPr>
              <w:t>’</w:t>
            </w:r>
            <w:r w:rsidRPr="00223DD5">
              <w:rPr>
                <w:rFonts w:asciiTheme="majorBidi" w:hAnsiTheme="majorBidi" w:cstheme="majorBidi"/>
                <w:sz w:val="18"/>
                <w:szCs w:val="18"/>
              </w:rPr>
              <w:t>essieu relevable 2</w:t>
            </w:r>
            <w:r>
              <w:rPr>
                <w:rFonts w:asciiTheme="majorBidi" w:hAnsiTheme="majorBidi" w:cstheme="majorBidi"/>
                <w:sz w:val="18"/>
                <w:szCs w:val="18"/>
              </w:rPr>
              <w:t xml:space="preserve"> </w:t>
            </w:r>
            <w:r w:rsidRPr="00223DD5">
              <w:rPr>
                <w:rFonts w:asciiTheme="majorBidi" w:hAnsiTheme="majorBidi" w:cstheme="majorBidi"/>
                <w:sz w:val="18"/>
                <w:szCs w:val="18"/>
              </w:rPr>
              <w:t>(véhicule tracté)</w:t>
            </w:r>
          </w:p>
        </w:tc>
        <w:tc>
          <w:tcPr>
            <w:tcW w:w="2346" w:type="dxa"/>
            <w:shd w:val="clear" w:color="auto" w:fill="auto"/>
          </w:tcPr>
          <w:p w14:paraId="5615ADD0" w14:textId="77777777" w:rsidR="006C4A57" w:rsidRPr="006D38AF" w:rsidRDefault="006C4A57" w:rsidP="00C5029D">
            <w:pPr>
              <w:spacing w:before="40" w:after="80" w:line="220" w:lineRule="exact"/>
              <w:ind w:right="113"/>
              <w:rPr>
                <w:rFonts w:asciiTheme="majorBidi" w:hAnsiTheme="majorBidi" w:cstheme="majorBidi"/>
                <w:sz w:val="18"/>
                <w:szCs w:val="18"/>
              </w:rPr>
            </w:pPr>
            <w:r w:rsidRPr="006D38AF">
              <w:rPr>
                <w:rFonts w:asciiTheme="majorBidi" w:hAnsiTheme="majorBidi" w:cstheme="majorBidi"/>
                <w:sz w:val="18"/>
                <w:szCs w:val="18"/>
              </w:rPr>
              <w:t xml:space="preserve">RGE21 </w:t>
            </w:r>
            <w:r w:rsidRPr="002E1395">
              <w:rPr>
                <w:rFonts w:asciiTheme="majorBidi" w:hAnsiTheme="majorBidi" w:cstheme="majorBidi"/>
                <w:sz w:val="18"/>
                <w:szCs w:val="18"/>
              </w:rPr>
              <w:t xml:space="preserve">(octet </w:t>
            </w:r>
            <w:r w:rsidRPr="006D38AF">
              <w:rPr>
                <w:rFonts w:asciiTheme="majorBidi" w:hAnsiTheme="majorBidi" w:cstheme="majorBidi"/>
                <w:sz w:val="18"/>
                <w:szCs w:val="18"/>
              </w:rPr>
              <w:t>2</w:t>
            </w:r>
            <w:r>
              <w:rPr>
                <w:rFonts w:asciiTheme="majorBidi" w:hAnsiTheme="majorBidi" w:cstheme="majorBidi"/>
                <w:sz w:val="18"/>
                <w:szCs w:val="18"/>
              </w:rPr>
              <w:t>) b</w:t>
            </w:r>
            <w:r w:rsidRPr="006D38AF">
              <w:rPr>
                <w:rFonts w:asciiTheme="majorBidi" w:hAnsiTheme="majorBidi" w:cstheme="majorBidi"/>
                <w:sz w:val="18"/>
                <w:szCs w:val="18"/>
              </w:rPr>
              <w:t>it</w:t>
            </w:r>
            <w:r>
              <w:rPr>
                <w:rFonts w:asciiTheme="majorBidi" w:hAnsiTheme="majorBidi" w:cstheme="majorBidi"/>
                <w:sz w:val="18"/>
                <w:szCs w:val="18"/>
              </w:rPr>
              <w:t>s</w:t>
            </w:r>
            <w:r w:rsidRPr="006D38AF">
              <w:rPr>
                <w:rFonts w:asciiTheme="majorBidi" w:hAnsiTheme="majorBidi" w:cstheme="majorBidi"/>
                <w:sz w:val="18"/>
                <w:szCs w:val="18"/>
              </w:rPr>
              <w:t xml:space="preserve"> 3-4</w:t>
            </w:r>
          </w:p>
        </w:tc>
        <w:tc>
          <w:tcPr>
            <w:tcW w:w="2177" w:type="dxa"/>
            <w:shd w:val="clear" w:color="auto" w:fill="auto"/>
          </w:tcPr>
          <w:p w14:paraId="18B9E320" w14:textId="77777777" w:rsidR="006C4A57" w:rsidRPr="006D38AF" w:rsidRDefault="006C4A57" w:rsidP="00C5029D">
            <w:pPr>
              <w:spacing w:before="40" w:after="80" w:line="220" w:lineRule="exact"/>
              <w:ind w:right="113"/>
              <w:rPr>
                <w:rFonts w:asciiTheme="majorBidi" w:hAnsiTheme="majorBidi" w:cstheme="majorBidi"/>
                <w:sz w:val="18"/>
                <w:szCs w:val="18"/>
              </w:rPr>
            </w:pPr>
            <w:r>
              <w:rPr>
                <w:rFonts w:asciiTheme="majorBidi" w:hAnsiTheme="majorBidi" w:cstheme="majorBidi"/>
                <w:sz w:val="18"/>
                <w:szCs w:val="18"/>
              </w:rPr>
              <w:t>Paragraphe</w:t>
            </w:r>
            <w:r w:rsidRPr="006D38AF">
              <w:rPr>
                <w:rFonts w:asciiTheme="majorBidi" w:hAnsiTheme="majorBidi" w:cstheme="majorBidi"/>
                <w:sz w:val="18"/>
                <w:szCs w:val="18"/>
              </w:rPr>
              <w:t xml:space="preserve"> 5.6.1.2</w:t>
            </w:r>
          </w:p>
        </w:tc>
      </w:tr>
    </w:tbl>
    <w:p w14:paraId="0E2345DC" w14:textId="77777777" w:rsidR="00BC7683" w:rsidRPr="006A04DF" w:rsidRDefault="00BC7683" w:rsidP="006C4A57">
      <w:pPr>
        <w:kinsoku/>
        <w:overflowPunct/>
        <w:autoSpaceDE/>
        <w:autoSpaceDN/>
        <w:adjustRightInd/>
        <w:snapToGrid/>
        <w:spacing w:before="120"/>
        <w:ind w:left="1134" w:right="1134"/>
        <w:jc w:val="both"/>
        <w:rPr>
          <w:sz w:val="18"/>
          <w:szCs w:val="18"/>
        </w:rPr>
      </w:pPr>
      <w:r w:rsidRPr="006A04DF">
        <w:rPr>
          <w:i/>
          <w:iCs/>
          <w:sz w:val="18"/>
          <w:szCs w:val="18"/>
        </w:rPr>
        <w:t>Note</w:t>
      </w:r>
      <w:r w:rsidR="006C4A57">
        <w:rPr>
          <w:i/>
          <w:iCs/>
          <w:sz w:val="18"/>
          <w:szCs w:val="18"/>
        </w:rPr>
        <w:t> </w:t>
      </w:r>
      <w:r w:rsidRPr="006A04DF">
        <w:rPr>
          <w:sz w:val="18"/>
          <w:szCs w:val="18"/>
        </w:rPr>
        <w:t xml:space="preserve">: </w:t>
      </w:r>
      <w:r w:rsidRPr="006A04DF">
        <w:rPr>
          <w:sz w:val="18"/>
          <w:szCs w:val="18"/>
        </w:rPr>
        <w:tab/>
      </w:r>
      <w:r>
        <w:rPr>
          <w:sz w:val="18"/>
          <w:szCs w:val="18"/>
        </w:rPr>
        <w:t>S</w:t>
      </w:r>
      <w:r w:rsidR="004B0B6E">
        <w:rPr>
          <w:sz w:val="18"/>
          <w:szCs w:val="18"/>
        </w:rPr>
        <w:t>’</w:t>
      </w:r>
      <w:r>
        <w:rPr>
          <w:sz w:val="18"/>
          <w:szCs w:val="18"/>
        </w:rPr>
        <w:t xml:space="preserve">agissant de </w:t>
      </w:r>
      <w:r w:rsidRPr="006A04DF">
        <w:rPr>
          <w:sz w:val="18"/>
          <w:szCs w:val="18"/>
        </w:rPr>
        <w:t>la d</w:t>
      </w:r>
      <w:r>
        <w:rPr>
          <w:sz w:val="18"/>
          <w:szCs w:val="18"/>
        </w:rPr>
        <w:t>é</w:t>
      </w:r>
      <w:r w:rsidRPr="006A04DF">
        <w:rPr>
          <w:sz w:val="18"/>
          <w:szCs w:val="18"/>
        </w:rPr>
        <w:t xml:space="preserve">finition des paramètres du message TD11, </w:t>
      </w:r>
      <w:r>
        <w:rPr>
          <w:sz w:val="18"/>
          <w:szCs w:val="18"/>
        </w:rPr>
        <w:t xml:space="preserve">il existe une incohérence notoire entre les normes </w:t>
      </w:r>
      <w:r w:rsidRPr="006A04DF">
        <w:rPr>
          <w:sz w:val="18"/>
          <w:szCs w:val="18"/>
        </w:rPr>
        <w:t xml:space="preserve">SAE J1939 </w:t>
      </w:r>
      <w:r>
        <w:rPr>
          <w:sz w:val="18"/>
          <w:szCs w:val="18"/>
        </w:rPr>
        <w:t xml:space="preserve">et </w:t>
      </w:r>
      <w:r w:rsidRPr="006A04DF">
        <w:rPr>
          <w:sz w:val="18"/>
          <w:szCs w:val="18"/>
        </w:rPr>
        <w:t>ISO 11992. Aux fins de la conformité au présent Règlement, il convient d</w:t>
      </w:r>
      <w:r w:rsidR="004B0B6E">
        <w:rPr>
          <w:sz w:val="18"/>
          <w:szCs w:val="18"/>
        </w:rPr>
        <w:t>’</w:t>
      </w:r>
      <w:r w:rsidRPr="006A04DF">
        <w:rPr>
          <w:sz w:val="18"/>
          <w:szCs w:val="18"/>
        </w:rPr>
        <w:t>utiliser la définition du message TD11 donnée dans la norme ISO 11992-2:2014.</w:t>
      </w:r>
    </w:p>
    <w:p w14:paraId="7A3BC862" w14:textId="77777777" w:rsidR="00BC7683" w:rsidRDefault="00BC7683" w:rsidP="006C4A57">
      <w:pPr>
        <w:pStyle w:val="SingleTxtG"/>
        <w:spacing w:before="240"/>
        <w:ind w:left="2268" w:hanging="1134"/>
      </w:pPr>
      <w:r w:rsidRPr="006A04DF">
        <w:t>3.1.2</w:t>
      </w:r>
      <w:r w:rsidRPr="006A04DF">
        <w:tab/>
        <w:t xml:space="preserve">Messages obligatoires émis par </w:t>
      </w:r>
      <w:r>
        <w:t>l</w:t>
      </w:r>
      <w:r w:rsidR="004B0B6E">
        <w:t>’</w:t>
      </w:r>
      <w:r>
        <w:t xml:space="preserve">UCE </w:t>
      </w:r>
      <w:r w:rsidRPr="002E1395">
        <w:t xml:space="preserve">du véhicule tracté </w:t>
      </w:r>
      <w:r w:rsidRPr="00D54A98">
        <w:t xml:space="preserve">qui assure </w:t>
      </w:r>
      <w:r w:rsidRPr="00D54A98">
        <w:rPr>
          <w:bCs/>
        </w:rPr>
        <w:t>la fonctionnalité TPMS</w:t>
      </w:r>
      <w:r w:rsidRPr="00D54A98">
        <w:t xml:space="preserve"> </w:t>
      </w:r>
      <w:r>
        <w:t xml:space="preserve">à </w:t>
      </w:r>
      <w:r w:rsidRPr="00D54A98">
        <w:rPr>
          <w:bCs/>
        </w:rPr>
        <w:t xml:space="preserve">destination </w:t>
      </w:r>
      <w:r>
        <w:rPr>
          <w:bCs/>
        </w:rPr>
        <w:t>de l</w:t>
      </w:r>
      <w:r w:rsidR="004B0B6E">
        <w:rPr>
          <w:bCs/>
        </w:rPr>
        <w:t>’</w:t>
      </w:r>
      <w:r>
        <w:rPr>
          <w:bCs/>
        </w:rPr>
        <w:t xml:space="preserve">UCE </w:t>
      </w:r>
      <w:r w:rsidRPr="00D54A98">
        <w:t>passerelle du véhicule tracté</w:t>
      </w:r>
      <w:r w:rsidR="006C4A57">
        <w:t> </w:t>
      </w:r>
      <w:r w:rsidRPr="00D54A98">
        <w: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03"/>
        <w:gridCol w:w="2268"/>
        <w:gridCol w:w="2299"/>
      </w:tblGrid>
      <w:tr w:rsidR="006C4A57" w:rsidRPr="00E841D6" w14:paraId="44B996CB" w14:textId="77777777" w:rsidTr="00E949AD">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62835208" w14:textId="77777777" w:rsidR="006C4A57" w:rsidRPr="00502E9C" w:rsidRDefault="006C4A57" w:rsidP="00E949AD">
            <w:pPr>
              <w:spacing w:before="80" w:after="80" w:line="200" w:lineRule="exact"/>
              <w:ind w:left="113" w:right="113"/>
              <w:rPr>
                <w:i/>
                <w:sz w:val="16"/>
              </w:rPr>
            </w:pPr>
            <w:r w:rsidRPr="00F83F8C">
              <w:rPr>
                <w:i/>
                <w:sz w:val="16"/>
              </w:rPr>
              <w:t xml:space="preserve">Fonction ou paramètre </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62EEF59D" w14:textId="77777777" w:rsidR="006C4A57" w:rsidRPr="00502E9C" w:rsidRDefault="006C4A57" w:rsidP="00E949AD">
            <w:pPr>
              <w:spacing w:before="80" w:after="80" w:line="200" w:lineRule="exact"/>
              <w:ind w:left="113" w:right="113"/>
              <w:rPr>
                <w:i/>
                <w:sz w:val="16"/>
              </w:rPr>
            </w:pPr>
            <w:r w:rsidRPr="00F83F8C">
              <w:rPr>
                <w:i/>
                <w:sz w:val="16"/>
              </w:rPr>
              <w:t xml:space="preserve">Référence dans la norme </w:t>
            </w:r>
            <w:r w:rsidRPr="00502E9C">
              <w:rPr>
                <w:i/>
                <w:sz w:val="16"/>
              </w:rPr>
              <w:t>ISO</w:t>
            </w:r>
            <w:r w:rsidR="00AA5C17">
              <w:rPr>
                <w:i/>
                <w:sz w:val="16"/>
              </w:rPr>
              <w:t> </w:t>
            </w:r>
            <w:r w:rsidRPr="00502E9C">
              <w:rPr>
                <w:i/>
                <w:sz w:val="16"/>
              </w:rPr>
              <w:t>11992-2:2014</w:t>
            </w:r>
          </w:p>
        </w:tc>
        <w:tc>
          <w:tcPr>
            <w:tcW w:w="2299" w:type="dxa"/>
            <w:tcBorders>
              <w:top w:val="single" w:sz="4" w:space="0" w:color="auto"/>
              <w:left w:val="single" w:sz="4" w:space="0" w:color="auto"/>
              <w:bottom w:val="single" w:sz="12" w:space="0" w:color="auto"/>
              <w:right w:val="single" w:sz="4" w:space="0" w:color="auto"/>
            </w:tcBorders>
            <w:shd w:val="clear" w:color="auto" w:fill="auto"/>
          </w:tcPr>
          <w:p w14:paraId="045179C8" w14:textId="77777777" w:rsidR="006C4A57" w:rsidRPr="00E841D6" w:rsidRDefault="006C4A57" w:rsidP="00E949AD">
            <w:pPr>
              <w:spacing w:before="80" w:after="80" w:line="200" w:lineRule="exact"/>
              <w:ind w:left="113" w:right="113"/>
              <w:rPr>
                <w:i/>
                <w:sz w:val="16"/>
              </w:rPr>
            </w:pPr>
            <w:r w:rsidRPr="00E841D6">
              <w:rPr>
                <w:i/>
                <w:sz w:val="16"/>
              </w:rPr>
              <w:t>Référence à des paragraphes du présent Règlement ONU</w:t>
            </w:r>
          </w:p>
        </w:tc>
      </w:tr>
      <w:tr w:rsidR="006C4A57" w:rsidRPr="006D38AF" w14:paraId="3E417089"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1EDAB8DF" w14:textId="77777777" w:rsidR="006C4A57" w:rsidRPr="006D38AF" w:rsidRDefault="006C4A57" w:rsidP="00AA5C17">
            <w:pPr>
              <w:spacing w:before="40" w:after="80" w:line="220" w:lineRule="exact"/>
              <w:ind w:left="113" w:right="113"/>
              <w:rPr>
                <w:color w:val="000000" w:themeColor="text1"/>
                <w:sz w:val="18"/>
                <w:szCs w:val="18"/>
              </w:rPr>
            </w:pPr>
            <w:r>
              <w:rPr>
                <w:color w:val="000000" w:themeColor="text1"/>
                <w:sz w:val="18"/>
                <w:szCs w:val="18"/>
              </w:rPr>
              <w:t>Pression des pneumatiques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7F315A8" w14:textId="77777777" w:rsidR="006C4A57" w:rsidRPr="006D38AF" w:rsidRDefault="006C4A57" w:rsidP="00AA5C17">
            <w:pPr>
              <w:spacing w:before="40" w:after="80" w:line="220" w:lineRule="exact"/>
              <w:ind w:left="113" w:right="113"/>
              <w:rPr>
                <w:sz w:val="18"/>
                <w:szCs w:val="18"/>
              </w:rPr>
            </w:pPr>
            <w:r w:rsidRPr="006D38AF">
              <w:rPr>
                <w:sz w:val="18"/>
                <w:szCs w:val="18"/>
              </w:rPr>
              <w:t xml:space="preserve">EBS23 </w:t>
            </w:r>
            <w:r>
              <w:rPr>
                <w:sz w:val="18"/>
                <w:szCs w:val="18"/>
              </w:rPr>
              <w:t>(octet</w:t>
            </w:r>
            <w:r w:rsidRPr="006D38AF">
              <w:rPr>
                <w:sz w:val="18"/>
                <w:szCs w:val="18"/>
              </w:rPr>
              <w:t xml:space="preserve"> 1</w:t>
            </w:r>
            <w:r>
              <w:rPr>
                <w:sz w:val="18"/>
                <w:szCs w:val="18"/>
              </w:rPr>
              <w:t>) b</w:t>
            </w:r>
            <w:r w:rsidRPr="006D38AF">
              <w:rPr>
                <w:sz w:val="18"/>
                <w:szCs w:val="18"/>
              </w:rPr>
              <w:t>it</w:t>
            </w:r>
            <w:r>
              <w:rPr>
                <w:sz w:val="18"/>
                <w:szCs w:val="18"/>
              </w:rPr>
              <w:t>s</w:t>
            </w:r>
            <w:r w:rsidRPr="006D38AF">
              <w:rPr>
                <w:sz w:val="18"/>
                <w:szCs w:val="18"/>
              </w:rPr>
              <w:t xml:space="preserve"> 1-2</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5392B548" w14:textId="77777777" w:rsidR="006C4A57" w:rsidRPr="006D38AF" w:rsidRDefault="006C4A57" w:rsidP="00AA5C17">
            <w:pPr>
              <w:spacing w:before="40" w:after="80" w:line="220" w:lineRule="exact"/>
              <w:ind w:left="113" w:right="113"/>
              <w:rPr>
                <w:sz w:val="18"/>
                <w:szCs w:val="18"/>
              </w:rPr>
            </w:pPr>
            <w:r>
              <w:rPr>
                <w:sz w:val="18"/>
                <w:szCs w:val="18"/>
              </w:rPr>
              <w:t>Paragraphe</w:t>
            </w:r>
            <w:r w:rsidRPr="006D38AF">
              <w:rPr>
                <w:sz w:val="18"/>
                <w:szCs w:val="18"/>
              </w:rPr>
              <w:t xml:space="preserve"> 5.6.1.2</w:t>
            </w:r>
          </w:p>
        </w:tc>
      </w:tr>
      <w:tr w:rsidR="006C4A57" w:rsidRPr="006D38AF" w14:paraId="477ECA94" w14:textId="77777777" w:rsidTr="00E949AD">
        <w:trPr>
          <w:trHeight w:val="536"/>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6F870864" w14:textId="77777777" w:rsidR="006C4A57" w:rsidRPr="006D38AF" w:rsidRDefault="006C4A57" w:rsidP="00AA5C17">
            <w:pPr>
              <w:spacing w:before="40" w:after="80" w:line="220" w:lineRule="exact"/>
              <w:ind w:left="113" w:right="113"/>
              <w:rPr>
                <w:color w:val="000000" w:themeColor="text1"/>
                <w:sz w:val="18"/>
                <w:szCs w:val="18"/>
              </w:rPr>
            </w:pPr>
            <w:r>
              <w:rPr>
                <w:color w:val="000000" w:themeColor="text1"/>
                <w:sz w:val="18"/>
                <w:szCs w:val="18"/>
              </w:rPr>
              <w:t>Identification des pneumatiques et</w:t>
            </w:r>
            <w:r w:rsidR="00F462C1">
              <w:rPr>
                <w:color w:val="000000" w:themeColor="text1"/>
                <w:sz w:val="18"/>
                <w:szCs w:val="18"/>
              </w:rPr>
              <w:t> </w:t>
            </w:r>
            <w:r>
              <w:rPr>
                <w:color w:val="000000" w:themeColor="text1"/>
                <w:sz w:val="18"/>
                <w:szCs w:val="18"/>
              </w:rPr>
              <w:t xml:space="preserve">des roues </w:t>
            </w:r>
            <w:r w:rsidRPr="006D38AF">
              <w:rPr>
                <w:color w:val="000000" w:themeColor="text1"/>
                <w:sz w:val="18"/>
                <w:szCs w:val="18"/>
              </w:rPr>
              <w:t>(press</w:t>
            </w:r>
            <w:r>
              <w:rPr>
                <w:color w:val="000000" w:themeColor="text1"/>
                <w:sz w:val="18"/>
                <w:szCs w:val="18"/>
              </w:rPr>
              <w:t>ion</w:t>
            </w:r>
            <w:r w:rsidRPr="006D38AF">
              <w:rPr>
                <w:color w:val="000000" w:themeColor="text1"/>
                <w:sz w:val="18"/>
                <w:szCs w:val="18"/>
              </w:rPr>
              <w:t>)</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2A59CF41" w14:textId="77777777" w:rsidR="006C4A57" w:rsidRPr="006D38AF" w:rsidRDefault="006C4A57" w:rsidP="00AA5C17">
            <w:pPr>
              <w:spacing w:before="40" w:after="80" w:line="220" w:lineRule="exact"/>
              <w:ind w:left="113" w:right="113"/>
              <w:rPr>
                <w:strike/>
                <w:color w:val="000000" w:themeColor="text1"/>
                <w:sz w:val="18"/>
                <w:szCs w:val="18"/>
                <w:lang w:val="en-US"/>
              </w:rPr>
            </w:pPr>
            <w:r w:rsidRPr="006D38AF">
              <w:rPr>
                <w:color w:val="000000" w:themeColor="text1"/>
                <w:sz w:val="18"/>
                <w:szCs w:val="18"/>
                <w:lang w:val="en-US"/>
              </w:rPr>
              <w:t xml:space="preserve">EBS23 </w:t>
            </w:r>
            <w:r>
              <w:rPr>
                <w:color w:val="000000" w:themeColor="text1"/>
                <w:sz w:val="18"/>
                <w:szCs w:val="18"/>
                <w:lang w:val="en-US"/>
              </w:rPr>
              <w:t>(octet</w:t>
            </w:r>
            <w:r w:rsidRPr="006D38AF">
              <w:rPr>
                <w:color w:val="000000" w:themeColor="text1"/>
                <w:sz w:val="18"/>
                <w:szCs w:val="18"/>
                <w:lang w:val="en-US"/>
              </w:rPr>
              <w:t xml:space="preserve"> 2</w:t>
            </w:r>
            <w:r>
              <w:rPr>
                <w:color w:val="000000" w:themeColor="text1"/>
                <w:sz w:val="18"/>
                <w:szCs w:val="18"/>
                <w:lang w:val="en-US"/>
              </w:rPr>
              <w:t>)</w:t>
            </w:r>
          </w:p>
        </w:tc>
        <w:tc>
          <w:tcPr>
            <w:tcW w:w="2299" w:type="dxa"/>
            <w:tcBorders>
              <w:top w:val="single" w:sz="4" w:space="0" w:color="auto"/>
              <w:left w:val="single" w:sz="4" w:space="0" w:color="auto"/>
              <w:bottom w:val="single" w:sz="12" w:space="0" w:color="auto"/>
              <w:right w:val="single" w:sz="4" w:space="0" w:color="auto"/>
            </w:tcBorders>
            <w:shd w:val="clear" w:color="auto" w:fill="auto"/>
          </w:tcPr>
          <w:p w14:paraId="5270ABE1" w14:textId="77777777" w:rsidR="006C4A57" w:rsidRPr="006D38AF" w:rsidRDefault="006C4A57" w:rsidP="00AA5C17">
            <w:pPr>
              <w:spacing w:before="40" w:after="80" w:line="220" w:lineRule="exact"/>
              <w:ind w:left="113" w:right="113"/>
              <w:rPr>
                <w:sz w:val="18"/>
                <w:szCs w:val="18"/>
              </w:rPr>
            </w:pPr>
            <w:r>
              <w:rPr>
                <w:sz w:val="18"/>
                <w:szCs w:val="18"/>
              </w:rPr>
              <w:t>Paragraphe</w:t>
            </w:r>
            <w:r w:rsidRPr="006D38AF">
              <w:rPr>
                <w:sz w:val="18"/>
                <w:szCs w:val="18"/>
              </w:rPr>
              <w:t xml:space="preserve"> 5.6.1.2</w:t>
            </w:r>
          </w:p>
        </w:tc>
      </w:tr>
    </w:tbl>
    <w:p w14:paraId="662E628F" w14:textId="77777777" w:rsidR="00BC7683" w:rsidRDefault="00BC7683" w:rsidP="006C4A57">
      <w:pPr>
        <w:pStyle w:val="SingleTxtG"/>
        <w:keepNext/>
        <w:spacing w:before="240"/>
        <w:ind w:left="2268" w:hanging="1134"/>
      </w:pPr>
      <w:r w:rsidRPr="006A04DF">
        <w:lastRenderedPageBreak/>
        <w:t>3.1.3</w:t>
      </w:r>
      <w:r w:rsidRPr="006A04DF">
        <w:tab/>
        <w:t xml:space="preserve">Messages </w:t>
      </w:r>
      <w:r>
        <w:t>émis par l</w:t>
      </w:r>
      <w:r w:rsidR="004B0B6E">
        <w:t>’</w:t>
      </w:r>
      <w:r>
        <w:t xml:space="preserve">UCE du </w:t>
      </w:r>
      <w:r w:rsidRPr="006A04DF">
        <w:t xml:space="preserve">véhicule tracté qui assure </w:t>
      </w:r>
      <w:r w:rsidRPr="006A04DF">
        <w:rPr>
          <w:bCs/>
        </w:rPr>
        <w:t>la fonctionnalité TPMS</w:t>
      </w:r>
      <w:r w:rsidRPr="006A04DF">
        <w:t xml:space="preserve"> </w:t>
      </w:r>
      <w:r w:rsidRPr="006A04DF">
        <w:rPr>
          <w:bCs/>
        </w:rPr>
        <w:t xml:space="preserve">à destination </w:t>
      </w:r>
      <w:r>
        <w:rPr>
          <w:bCs/>
        </w:rPr>
        <w:t>de l</w:t>
      </w:r>
      <w:r w:rsidR="004B0B6E">
        <w:rPr>
          <w:bCs/>
        </w:rPr>
        <w:t>’</w:t>
      </w:r>
      <w:r>
        <w:rPr>
          <w:bCs/>
        </w:rPr>
        <w:t xml:space="preserve">UCE </w:t>
      </w:r>
      <w:r w:rsidRPr="006A04DF">
        <w:t>passerelle du véhicule tracté</w:t>
      </w:r>
      <w:r>
        <w:t>, le cas échéant :</w:t>
      </w:r>
    </w:p>
    <w:tbl>
      <w:tblPr>
        <w:tblW w:w="7366"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03"/>
        <w:gridCol w:w="2268"/>
        <w:gridCol w:w="2295"/>
      </w:tblGrid>
      <w:tr w:rsidR="006C4A57" w:rsidRPr="006A04DF" w14:paraId="5286CE8E" w14:textId="77777777" w:rsidTr="00E949AD">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1C87FD24" w14:textId="77777777" w:rsidR="006C4A57" w:rsidRPr="00502E9C" w:rsidRDefault="006C4A57" w:rsidP="006C4A57">
            <w:pPr>
              <w:keepNext/>
              <w:spacing w:before="80" w:after="80" w:line="200" w:lineRule="exact"/>
              <w:ind w:left="113" w:right="113"/>
              <w:rPr>
                <w:i/>
                <w:sz w:val="16"/>
              </w:rPr>
            </w:pPr>
            <w:r w:rsidRPr="00F83F8C">
              <w:rPr>
                <w:i/>
                <w:sz w:val="16"/>
              </w:rPr>
              <w:t xml:space="preserve">Fonction ou paramètre </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280704DA" w14:textId="77777777" w:rsidR="006C4A57" w:rsidRPr="00502E9C" w:rsidRDefault="006C4A57" w:rsidP="006C4A57">
            <w:pPr>
              <w:keepNext/>
              <w:spacing w:before="80" w:after="80" w:line="200" w:lineRule="exact"/>
              <w:ind w:left="113" w:right="113"/>
              <w:rPr>
                <w:i/>
                <w:sz w:val="16"/>
              </w:rPr>
            </w:pPr>
            <w:r w:rsidRPr="00F83F8C">
              <w:rPr>
                <w:i/>
                <w:sz w:val="16"/>
              </w:rPr>
              <w:t xml:space="preserve">Référence dans la norme </w:t>
            </w:r>
            <w:r w:rsidRPr="00502E9C">
              <w:rPr>
                <w:i/>
                <w:sz w:val="16"/>
              </w:rPr>
              <w:t>ISO</w:t>
            </w:r>
            <w:r w:rsidR="00F462C1">
              <w:rPr>
                <w:i/>
                <w:sz w:val="16"/>
              </w:rPr>
              <w:t> </w:t>
            </w:r>
            <w:r w:rsidRPr="00502E9C">
              <w:rPr>
                <w:i/>
                <w:sz w:val="16"/>
              </w:rPr>
              <w:t>11992-2:2014</w:t>
            </w:r>
          </w:p>
        </w:tc>
        <w:tc>
          <w:tcPr>
            <w:tcW w:w="2295" w:type="dxa"/>
            <w:tcBorders>
              <w:top w:val="single" w:sz="4" w:space="0" w:color="auto"/>
              <w:left w:val="single" w:sz="4" w:space="0" w:color="auto"/>
              <w:bottom w:val="single" w:sz="12" w:space="0" w:color="auto"/>
              <w:right w:val="single" w:sz="4" w:space="0" w:color="auto"/>
            </w:tcBorders>
            <w:shd w:val="clear" w:color="auto" w:fill="auto"/>
          </w:tcPr>
          <w:p w14:paraId="3051F092" w14:textId="77777777" w:rsidR="006C4A57" w:rsidRPr="006A04DF" w:rsidRDefault="006C4A57" w:rsidP="006C4A57">
            <w:pPr>
              <w:keepNext/>
              <w:spacing w:before="80" w:after="80" w:line="200" w:lineRule="exact"/>
              <w:ind w:left="113" w:right="113"/>
              <w:rPr>
                <w:i/>
                <w:sz w:val="16"/>
              </w:rPr>
            </w:pPr>
            <w:r w:rsidRPr="006A04DF">
              <w:rPr>
                <w:i/>
                <w:sz w:val="16"/>
              </w:rPr>
              <w:t>Référence à des paragraphes du présent Règlement ONU</w:t>
            </w:r>
          </w:p>
        </w:tc>
      </w:tr>
      <w:tr w:rsidR="006C4A57" w:rsidRPr="006D38AF" w14:paraId="641C95E8"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18AEFC4C" w14:textId="77777777" w:rsidR="006C4A57" w:rsidRPr="00D36A57" w:rsidRDefault="006C4A57" w:rsidP="00F462C1">
            <w:pPr>
              <w:spacing w:before="40" w:after="80" w:line="220" w:lineRule="exact"/>
              <w:ind w:left="113" w:right="113"/>
              <w:rPr>
                <w:color w:val="000000" w:themeColor="text1"/>
                <w:sz w:val="18"/>
                <w:szCs w:val="18"/>
              </w:rPr>
            </w:pPr>
            <w:r w:rsidRPr="00D36A57">
              <w:rPr>
                <w:color w:val="000000" w:themeColor="text1"/>
                <w:sz w:val="18"/>
                <w:szCs w:val="18"/>
              </w:rPr>
              <w:t xml:space="preserve">Identification </w:t>
            </w:r>
            <w:r>
              <w:rPr>
                <w:color w:val="000000" w:themeColor="text1"/>
                <w:sz w:val="18"/>
                <w:szCs w:val="18"/>
              </w:rPr>
              <w:t xml:space="preserve">des pneumatiques et des roues </w:t>
            </w:r>
            <w:r w:rsidRPr="00D36A57">
              <w:rPr>
                <w:color w:val="000000" w:themeColor="text1"/>
                <w:sz w:val="18"/>
                <w:szCs w:val="18"/>
              </w:rPr>
              <w:t>(</w:t>
            </w:r>
            <w:r>
              <w:rPr>
                <w:color w:val="000000" w:themeColor="text1"/>
                <w:sz w:val="18"/>
                <w:szCs w:val="18"/>
              </w:rPr>
              <w:t xml:space="preserve">pour la pression </w:t>
            </w:r>
            <w:r w:rsidRPr="00D36A57">
              <w:rPr>
                <w:color w:val="000000" w:themeColor="text1"/>
                <w:sz w:val="18"/>
                <w:szCs w:val="18"/>
              </w:rPr>
              <w:t>EBS23)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11B9DE" w14:textId="77777777" w:rsidR="006C4A57" w:rsidRPr="006D38AF" w:rsidRDefault="006C4A57" w:rsidP="00F462C1">
            <w:pPr>
              <w:spacing w:before="40" w:after="80" w:line="220" w:lineRule="exact"/>
              <w:ind w:left="113" w:right="113"/>
              <w:rPr>
                <w:strike/>
                <w:color w:val="000000" w:themeColor="text1"/>
                <w:sz w:val="18"/>
                <w:szCs w:val="18"/>
                <w:lang w:val="en-US"/>
              </w:rPr>
            </w:pPr>
            <w:r w:rsidRPr="006D38AF">
              <w:rPr>
                <w:color w:val="000000" w:themeColor="text1"/>
                <w:sz w:val="18"/>
                <w:szCs w:val="18"/>
                <w:lang w:val="en-US"/>
              </w:rPr>
              <w:t xml:space="preserve">EBS23 </w:t>
            </w:r>
            <w:r>
              <w:rPr>
                <w:color w:val="000000" w:themeColor="text1"/>
                <w:sz w:val="18"/>
                <w:szCs w:val="18"/>
                <w:lang w:val="en-US"/>
              </w:rPr>
              <w:t>(octet</w:t>
            </w:r>
            <w:r w:rsidRPr="006D38AF">
              <w:rPr>
                <w:color w:val="000000" w:themeColor="text1"/>
                <w:sz w:val="18"/>
                <w:szCs w:val="18"/>
                <w:lang w:val="en-US"/>
              </w:rPr>
              <w:t xml:space="preserve"> 2</w:t>
            </w:r>
            <w:r>
              <w:rPr>
                <w:color w:val="000000" w:themeColor="text1"/>
                <w:sz w:val="18"/>
                <w:szCs w:val="18"/>
                <w:lang w:val="en-US"/>
              </w:rPr>
              <w:t>)</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1F142D5A" w14:textId="77777777" w:rsidR="006C4A57" w:rsidRPr="006D38AF" w:rsidRDefault="006C4A57" w:rsidP="00F462C1">
            <w:pPr>
              <w:spacing w:before="40" w:after="80" w:line="220" w:lineRule="exact"/>
              <w:ind w:left="113" w:right="113"/>
              <w:rPr>
                <w:sz w:val="18"/>
                <w:szCs w:val="18"/>
              </w:rPr>
            </w:pPr>
            <w:r>
              <w:rPr>
                <w:sz w:val="18"/>
                <w:szCs w:val="18"/>
              </w:rPr>
              <w:t>Paragraphe</w:t>
            </w:r>
            <w:r w:rsidRPr="006D38AF">
              <w:rPr>
                <w:sz w:val="18"/>
                <w:szCs w:val="18"/>
              </w:rPr>
              <w:t xml:space="preserve"> 5.6.1.2</w:t>
            </w:r>
          </w:p>
        </w:tc>
      </w:tr>
      <w:tr w:rsidR="006C4A57" w:rsidRPr="006D38AF" w14:paraId="19200480"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37AFD8AC" w14:textId="77777777" w:rsidR="006C4A57" w:rsidRPr="006D38AF" w:rsidRDefault="006C4A57" w:rsidP="00F462C1">
            <w:pPr>
              <w:spacing w:before="40" w:after="80" w:line="220" w:lineRule="exact"/>
              <w:ind w:left="113" w:right="113"/>
              <w:rPr>
                <w:color w:val="000000" w:themeColor="text1"/>
                <w:sz w:val="18"/>
                <w:szCs w:val="18"/>
              </w:rPr>
            </w:pPr>
            <w:r w:rsidRPr="006F1410">
              <w:rPr>
                <w:color w:val="000000" w:themeColor="text1"/>
                <w:sz w:val="18"/>
                <w:szCs w:val="18"/>
              </w:rPr>
              <w:t>Pression des pneumatiques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0180DD5" w14:textId="77777777" w:rsidR="006C4A57" w:rsidRPr="006D38AF" w:rsidRDefault="006C4A57" w:rsidP="00F462C1">
            <w:pPr>
              <w:spacing w:before="40" w:after="80" w:line="220" w:lineRule="exact"/>
              <w:ind w:left="113" w:right="113"/>
              <w:rPr>
                <w:color w:val="000000" w:themeColor="text1"/>
                <w:sz w:val="18"/>
                <w:szCs w:val="18"/>
              </w:rPr>
            </w:pPr>
            <w:r w:rsidRPr="006D38AF">
              <w:rPr>
                <w:sz w:val="18"/>
                <w:szCs w:val="18"/>
              </w:rPr>
              <w:t xml:space="preserve">EBS23 </w:t>
            </w:r>
            <w:r w:rsidRPr="00B9266F">
              <w:rPr>
                <w:sz w:val="18"/>
                <w:szCs w:val="18"/>
                <w:lang w:val="en-US"/>
              </w:rPr>
              <w:t xml:space="preserve">(octet </w:t>
            </w:r>
            <w:r w:rsidRPr="006D38AF">
              <w:rPr>
                <w:sz w:val="18"/>
                <w:szCs w:val="18"/>
              </w:rPr>
              <w:t>5</w:t>
            </w:r>
            <w:r>
              <w:rPr>
                <w:sz w:val="18"/>
                <w:szCs w:val="18"/>
              </w:rPr>
              <w:t>)</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65D78BEE" w14:textId="77777777" w:rsidR="006C4A57" w:rsidRPr="006D38AF" w:rsidRDefault="006C4A57" w:rsidP="00F462C1">
            <w:pPr>
              <w:spacing w:before="40" w:after="80" w:line="220" w:lineRule="exact"/>
              <w:ind w:left="113" w:right="113"/>
              <w:rPr>
                <w:sz w:val="18"/>
                <w:szCs w:val="18"/>
              </w:rPr>
            </w:pPr>
            <w:r>
              <w:rPr>
                <w:sz w:val="18"/>
                <w:szCs w:val="18"/>
              </w:rPr>
              <w:t>Paragraphe</w:t>
            </w:r>
            <w:r w:rsidRPr="006D38AF">
              <w:rPr>
                <w:sz w:val="18"/>
                <w:szCs w:val="18"/>
              </w:rPr>
              <w:t xml:space="preserve"> 5.6.1.2</w:t>
            </w:r>
          </w:p>
        </w:tc>
      </w:tr>
      <w:tr w:rsidR="006C4A57" w:rsidRPr="006D38AF" w14:paraId="36FB5156"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7C597092" w14:textId="77777777" w:rsidR="006C4A57" w:rsidRPr="006D38AF" w:rsidRDefault="006C4A57" w:rsidP="00F462C1">
            <w:pPr>
              <w:spacing w:before="40" w:after="80" w:line="220" w:lineRule="exact"/>
              <w:ind w:left="113" w:right="113"/>
              <w:rPr>
                <w:color w:val="000000" w:themeColor="text1"/>
                <w:sz w:val="18"/>
                <w:szCs w:val="18"/>
              </w:rPr>
            </w:pPr>
            <w:r w:rsidRPr="006A04DF">
              <w:rPr>
                <w:color w:val="000000" w:themeColor="text1"/>
                <w:sz w:val="18"/>
                <w:szCs w:val="18"/>
              </w:rPr>
              <w:t xml:space="preserve">Identification </w:t>
            </w:r>
            <w:r>
              <w:rPr>
                <w:color w:val="000000" w:themeColor="text1"/>
                <w:sz w:val="18"/>
                <w:szCs w:val="18"/>
              </w:rPr>
              <w:t>des pneumatiques et</w:t>
            </w:r>
            <w:r w:rsidR="00F462C1">
              <w:rPr>
                <w:color w:val="000000" w:themeColor="text1"/>
                <w:sz w:val="18"/>
                <w:szCs w:val="18"/>
              </w:rPr>
              <w:t> </w:t>
            </w:r>
            <w:r>
              <w:rPr>
                <w:color w:val="000000" w:themeColor="text1"/>
                <w:sz w:val="18"/>
                <w:szCs w:val="18"/>
              </w:rPr>
              <w:t>des roues</w:t>
            </w:r>
            <w:r w:rsidRPr="006A04DF">
              <w:rPr>
                <w:color w:val="000000" w:themeColor="text1"/>
                <w:sz w:val="18"/>
                <w:szCs w:val="18"/>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E409B96" w14:textId="77777777" w:rsidR="006C4A57" w:rsidRPr="006D38AF" w:rsidRDefault="006C4A57" w:rsidP="00F462C1">
            <w:pPr>
              <w:spacing w:before="40" w:after="80" w:line="220" w:lineRule="exact"/>
              <w:ind w:left="113" w:right="113"/>
              <w:rPr>
                <w:strike/>
                <w:color w:val="000000" w:themeColor="text1"/>
                <w:sz w:val="18"/>
                <w:szCs w:val="18"/>
                <w:lang w:val="en-US"/>
              </w:rPr>
            </w:pPr>
            <w:r w:rsidRPr="006D38AF">
              <w:rPr>
                <w:color w:val="000000" w:themeColor="text1"/>
                <w:sz w:val="18"/>
                <w:szCs w:val="18"/>
                <w:lang w:val="en-US"/>
              </w:rPr>
              <w:t xml:space="preserve">RGE23 </w:t>
            </w:r>
            <w:r w:rsidRPr="00B9266F">
              <w:rPr>
                <w:color w:val="000000" w:themeColor="text1"/>
                <w:sz w:val="18"/>
                <w:szCs w:val="18"/>
                <w:lang w:val="en-US"/>
              </w:rPr>
              <w:t xml:space="preserve">(octet </w:t>
            </w:r>
            <w:r w:rsidRPr="006D38AF">
              <w:rPr>
                <w:color w:val="000000" w:themeColor="text1"/>
                <w:sz w:val="18"/>
                <w:szCs w:val="18"/>
                <w:lang w:val="en-US"/>
              </w:rPr>
              <w:t>1</w:t>
            </w:r>
            <w:r>
              <w:rPr>
                <w:color w:val="000000" w:themeColor="text1"/>
                <w:sz w:val="18"/>
                <w:szCs w:val="18"/>
                <w:lang w:val="en-US"/>
              </w:rPr>
              <w:t>)</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5F9D776C" w14:textId="77777777" w:rsidR="006C4A57" w:rsidRPr="006D38AF" w:rsidRDefault="006C4A57" w:rsidP="00F462C1">
            <w:pPr>
              <w:spacing w:before="40" w:after="80" w:line="220" w:lineRule="exact"/>
              <w:ind w:left="113" w:right="113"/>
              <w:rPr>
                <w:sz w:val="18"/>
                <w:szCs w:val="18"/>
              </w:rPr>
            </w:pPr>
            <w:r>
              <w:rPr>
                <w:sz w:val="18"/>
                <w:szCs w:val="18"/>
              </w:rPr>
              <w:t>Paragraphe</w:t>
            </w:r>
            <w:r w:rsidRPr="006D38AF">
              <w:rPr>
                <w:sz w:val="18"/>
                <w:szCs w:val="18"/>
              </w:rPr>
              <w:t xml:space="preserve"> 5.6.1.2</w:t>
            </w:r>
          </w:p>
        </w:tc>
      </w:tr>
      <w:tr w:rsidR="006C4A57" w:rsidRPr="006D38AF" w14:paraId="04EF6F87"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626C27AF" w14:textId="77777777" w:rsidR="006C4A57" w:rsidRPr="006D38AF" w:rsidRDefault="006C4A57" w:rsidP="00F462C1">
            <w:pPr>
              <w:spacing w:before="40" w:after="80" w:line="220" w:lineRule="exact"/>
              <w:ind w:left="113" w:right="113"/>
              <w:rPr>
                <w:color w:val="000000" w:themeColor="text1"/>
                <w:sz w:val="18"/>
                <w:szCs w:val="18"/>
              </w:rPr>
            </w:pPr>
            <w:r w:rsidRPr="00C85DC7">
              <w:rPr>
                <w:color w:val="000000" w:themeColor="text1"/>
                <w:sz w:val="18"/>
                <w:szCs w:val="18"/>
              </w:rPr>
              <w:t xml:space="preserve">Température des pneumatiques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3B3D70" w14:textId="77777777" w:rsidR="006C4A57" w:rsidRPr="006D38AF" w:rsidRDefault="006C4A57" w:rsidP="00F462C1">
            <w:pPr>
              <w:spacing w:before="40" w:after="80" w:line="220" w:lineRule="exact"/>
              <w:ind w:left="113" w:right="113"/>
              <w:rPr>
                <w:color w:val="000000" w:themeColor="text1"/>
                <w:sz w:val="18"/>
                <w:szCs w:val="18"/>
              </w:rPr>
            </w:pPr>
            <w:r w:rsidRPr="006D38AF">
              <w:rPr>
                <w:color w:val="000000" w:themeColor="text1"/>
                <w:sz w:val="18"/>
                <w:szCs w:val="18"/>
              </w:rPr>
              <w:t xml:space="preserve">RGE23 </w:t>
            </w:r>
            <w:r w:rsidRPr="00B9266F">
              <w:rPr>
                <w:color w:val="000000" w:themeColor="text1"/>
                <w:sz w:val="18"/>
                <w:szCs w:val="18"/>
                <w:lang w:val="en-US"/>
              </w:rPr>
              <w:t>(octet</w:t>
            </w:r>
            <w:r>
              <w:rPr>
                <w:color w:val="000000" w:themeColor="text1"/>
                <w:sz w:val="18"/>
                <w:szCs w:val="18"/>
                <w:lang w:val="en-US"/>
              </w:rPr>
              <w:t xml:space="preserve">s </w:t>
            </w:r>
            <w:r w:rsidRPr="006D38AF">
              <w:rPr>
                <w:color w:val="000000" w:themeColor="text1"/>
                <w:sz w:val="18"/>
                <w:szCs w:val="18"/>
              </w:rPr>
              <w:t>2-3</w:t>
            </w:r>
            <w:r>
              <w:rPr>
                <w:color w:val="000000" w:themeColor="text1"/>
                <w:sz w:val="18"/>
                <w:szCs w:val="18"/>
              </w:rPr>
              <w:t>)</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7DB0DBDC" w14:textId="77777777" w:rsidR="006C4A57" w:rsidRPr="006D38AF" w:rsidRDefault="006C4A57" w:rsidP="00F462C1">
            <w:pPr>
              <w:spacing w:before="40" w:after="80" w:line="220" w:lineRule="exact"/>
              <w:ind w:left="113" w:right="113"/>
              <w:rPr>
                <w:sz w:val="18"/>
                <w:szCs w:val="18"/>
              </w:rPr>
            </w:pPr>
            <w:r>
              <w:rPr>
                <w:sz w:val="18"/>
                <w:szCs w:val="18"/>
              </w:rPr>
              <w:t>Paragraphe</w:t>
            </w:r>
            <w:r w:rsidRPr="006D38AF">
              <w:rPr>
                <w:sz w:val="18"/>
                <w:szCs w:val="18"/>
              </w:rPr>
              <w:t xml:space="preserve"> 5.6.1.2</w:t>
            </w:r>
          </w:p>
        </w:tc>
      </w:tr>
      <w:tr w:rsidR="006C4A57" w:rsidRPr="006D38AF" w14:paraId="535C3E54"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70963108" w14:textId="77777777" w:rsidR="006C4A57" w:rsidRPr="006D38AF" w:rsidRDefault="006C4A57" w:rsidP="00F462C1">
            <w:pPr>
              <w:spacing w:before="40" w:after="80" w:line="220" w:lineRule="exact"/>
              <w:ind w:left="113" w:right="113"/>
              <w:rPr>
                <w:color w:val="000000" w:themeColor="text1"/>
                <w:sz w:val="18"/>
                <w:szCs w:val="18"/>
              </w:rPr>
            </w:pPr>
            <w:r w:rsidRPr="00C85DC7">
              <w:rPr>
                <w:color w:val="000000" w:themeColor="text1"/>
                <w:sz w:val="18"/>
                <w:szCs w:val="18"/>
              </w:rPr>
              <w:t>Détection d</w:t>
            </w:r>
            <w:r w:rsidR="004B0B6E">
              <w:rPr>
                <w:color w:val="000000" w:themeColor="text1"/>
                <w:sz w:val="18"/>
                <w:szCs w:val="18"/>
              </w:rPr>
              <w:t>’</w:t>
            </w:r>
            <w:r w:rsidRPr="00C85DC7">
              <w:rPr>
                <w:color w:val="000000" w:themeColor="text1"/>
                <w:sz w:val="18"/>
                <w:szCs w:val="18"/>
              </w:rPr>
              <w:t>une fuite d</w:t>
            </w:r>
            <w:r w:rsidR="004B0B6E">
              <w:rPr>
                <w:color w:val="000000" w:themeColor="text1"/>
                <w:sz w:val="18"/>
                <w:szCs w:val="18"/>
              </w:rPr>
              <w:t>’</w:t>
            </w:r>
            <w:r w:rsidRPr="00C85DC7">
              <w:rPr>
                <w:color w:val="000000" w:themeColor="text1"/>
                <w:sz w:val="18"/>
                <w:szCs w:val="18"/>
              </w:rPr>
              <w:t xml:space="preserve">air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CE3F971" w14:textId="77777777" w:rsidR="006C4A57" w:rsidRPr="006D38AF" w:rsidRDefault="006C4A57" w:rsidP="00F462C1">
            <w:pPr>
              <w:spacing w:before="40" w:after="80" w:line="220" w:lineRule="exact"/>
              <w:ind w:left="113" w:right="113"/>
              <w:rPr>
                <w:color w:val="000000" w:themeColor="text1"/>
                <w:sz w:val="18"/>
                <w:szCs w:val="18"/>
              </w:rPr>
            </w:pPr>
            <w:r w:rsidRPr="006D38AF">
              <w:rPr>
                <w:color w:val="000000" w:themeColor="text1"/>
                <w:sz w:val="18"/>
                <w:szCs w:val="18"/>
              </w:rPr>
              <w:t xml:space="preserve">RGE23 </w:t>
            </w:r>
            <w:r w:rsidRPr="00B9266F">
              <w:rPr>
                <w:color w:val="000000" w:themeColor="text1"/>
                <w:sz w:val="18"/>
                <w:szCs w:val="18"/>
                <w:lang w:val="en-US"/>
              </w:rPr>
              <w:t>(octet</w:t>
            </w:r>
            <w:r>
              <w:rPr>
                <w:color w:val="000000" w:themeColor="text1"/>
                <w:sz w:val="18"/>
                <w:szCs w:val="18"/>
                <w:lang w:val="en-US"/>
              </w:rPr>
              <w:t xml:space="preserve">s </w:t>
            </w:r>
            <w:r w:rsidRPr="006D38AF">
              <w:rPr>
                <w:color w:val="000000" w:themeColor="text1"/>
                <w:sz w:val="18"/>
                <w:szCs w:val="18"/>
              </w:rPr>
              <w:t>4-5</w:t>
            </w:r>
            <w:r>
              <w:rPr>
                <w:color w:val="000000" w:themeColor="text1"/>
                <w:sz w:val="18"/>
                <w:szCs w:val="18"/>
              </w:rPr>
              <w:t>)</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60E52F80" w14:textId="77777777" w:rsidR="006C4A57" w:rsidRPr="006D38AF" w:rsidRDefault="006C4A57" w:rsidP="00F462C1">
            <w:pPr>
              <w:spacing w:before="40" w:after="80" w:line="220" w:lineRule="exact"/>
              <w:ind w:left="113" w:right="113"/>
              <w:rPr>
                <w:sz w:val="18"/>
                <w:szCs w:val="18"/>
              </w:rPr>
            </w:pPr>
            <w:r>
              <w:rPr>
                <w:sz w:val="18"/>
                <w:szCs w:val="18"/>
              </w:rPr>
              <w:t>Paragraphe</w:t>
            </w:r>
            <w:r w:rsidRPr="006D38AF">
              <w:rPr>
                <w:sz w:val="18"/>
                <w:szCs w:val="18"/>
              </w:rPr>
              <w:t xml:space="preserve"> 5.6.1.2</w:t>
            </w:r>
          </w:p>
        </w:tc>
      </w:tr>
      <w:tr w:rsidR="006C4A57" w:rsidRPr="006D38AF" w14:paraId="134F830D"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14D00DE3" w14:textId="77777777" w:rsidR="006C4A57" w:rsidRPr="006D38AF" w:rsidRDefault="006C4A57" w:rsidP="00F462C1">
            <w:pPr>
              <w:spacing w:before="40" w:after="80" w:line="220" w:lineRule="exact"/>
              <w:ind w:left="113" w:right="113"/>
              <w:rPr>
                <w:color w:val="000000" w:themeColor="text1"/>
                <w:sz w:val="18"/>
                <w:szCs w:val="18"/>
              </w:rPr>
            </w:pPr>
            <w:r w:rsidRPr="00C85DC7">
              <w:rPr>
                <w:color w:val="000000" w:themeColor="text1"/>
                <w:sz w:val="18"/>
                <w:szCs w:val="18"/>
              </w:rPr>
              <w:t>Détection du seuil de pression des</w:t>
            </w:r>
            <w:r w:rsidR="00F462C1">
              <w:rPr>
                <w:color w:val="000000" w:themeColor="text1"/>
                <w:sz w:val="18"/>
                <w:szCs w:val="18"/>
              </w:rPr>
              <w:t> </w:t>
            </w:r>
            <w:r w:rsidRPr="00C85DC7">
              <w:rPr>
                <w:color w:val="000000" w:themeColor="text1"/>
                <w:sz w:val="18"/>
                <w:szCs w:val="18"/>
              </w:rPr>
              <w:t xml:space="preserve">pneumatiques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B16A20" w14:textId="77777777" w:rsidR="006C4A57" w:rsidRPr="006D38AF" w:rsidRDefault="006C4A57" w:rsidP="00F462C1">
            <w:pPr>
              <w:spacing w:before="40" w:after="80" w:line="220" w:lineRule="exact"/>
              <w:ind w:left="113" w:right="113"/>
              <w:rPr>
                <w:color w:val="000000" w:themeColor="text1"/>
                <w:sz w:val="18"/>
                <w:szCs w:val="18"/>
              </w:rPr>
            </w:pPr>
            <w:r w:rsidRPr="006D38AF">
              <w:rPr>
                <w:color w:val="000000" w:themeColor="text1"/>
                <w:sz w:val="18"/>
                <w:szCs w:val="18"/>
              </w:rPr>
              <w:t xml:space="preserve">RGE23 </w:t>
            </w:r>
            <w:r w:rsidRPr="00B9266F">
              <w:rPr>
                <w:color w:val="000000" w:themeColor="text1"/>
                <w:sz w:val="18"/>
                <w:szCs w:val="18"/>
                <w:lang w:val="en-US"/>
              </w:rPr>
              <w:t>(octet</w:t>
            </w:r>
            <w:r>
              <w:rPr>
                <w:color w:val="000000" w:themeColor="text1"/>
                <w:sz w:val="18"/>
                <w:szCs w:val="18"/>
                <w:lang w:val="en-US"/>
              </w:rPr>
              <w:t xml:space="preserve"> </w:t>
            </w:r>
            <w:r w:rsidRPr="006D38AF">
              <w:rPr>
                <w:color w:val="000000" w:themeColor="text1"/>
                <w:sz w:val="18"/>
                <w:szCs w:val="18"/>
              </w:rPr>
              <w:t xml:space="preserve">6 </w:t>
            </w:r>
            <w:r>
              <w:rPr>
                <w:color w:val="000000" w:themeColor="text1"/>
                <w:sz w:val="18"/>
                <w:szCs w:val="18"/>
              </w:rPr>
              <w:t>) b</w:t>
            </w:r>
            <w:r w:rsidRPr="006D38AF">
              <w:rPr>
                <w:color w:val="000000" w:themeColor="text1"/>
                <w:sz w:val="18"/>
                <w:szCs w:val="18"/>
              </w:rPr>
              <w:t>it</w:t>
            </w:r>
            <w:r>
              <w:rPr>
                <w:color w:val="000000" w:themeColor="text1"/>
                <w:sz w:val="18"/>
                <w:szCs w:val="18"/>
              </w:rPr>
              <w:t>s</w:t>
            </w:r>
            <w:r w:rsidRPr="006D38AF">
              <w:rPr>
                <w:color w:val="000000" w:themeColor="text1"/>
                <w:sz w:val="18"/>
                <w:szCs w:val="18"/>
              </w:rPr>
              <w:t xml:space="preserve"> 1-3</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0D410AFF" w14:textId="77777777" w:rsidR="006C4A57" w:rsidRPr="006D38AF" w:rsidRDefault="006C4A57" w:rsidP="00F462C1">
            <w:pPr>
              <w:spacing w:before="40" w:after="80" w:line="220" w:lineRule="exact"/>
              <w:ind w:left="113" w:right="113"/>
              <w:rPr>
                <w:sz w:val="18"/>
                <w:szCs w:val="18"/>
              </w:rPr>
            </w:pPr>
            <w:r>
              <w:rPr>
                <w:sz w:val="18"/>
                <w:szCs w:val="18"/>
              </w:rPr>
              <w:t>Paragraphe</w:t>
            </w:r>
            <w:r w:rsidRPr="006D38AF">
              <w:rPr>
                <w:sz w:val="18"/>
                <w:szCs w:val="18"/>
              </w:rPr>
              <w:t xml:space="preserve"> 5.6.1.2</w:t>
            </w:r>
          </w:p>
        </w:tc>
      </w:tr>
      <w:tr w:rsidR="006C4A57" w:rsidRPr="006D38AF" w14:paraId="0DBF91BB"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6C6335DA" w14:textId="77777777" w:rsidR="006C4A57" w:rsidRPr="00C85DC7" w:rsidRDefault="006C4A57" w:rsidP="00F462C1">
            <w:pPr>
              <w:spacing w:before="40" w:after="80" w:line="220" w:lineRule="exact"/>
              <w:ind w:left="113" w:right="113"/>
              <w:rPr>
                <w:color w:val="000000" w:themeColor="text1"/>
                <w:sz w:val="18"/>
                <w:szCs w:val="18"/>
              </w:rPr>
            </w:pPr>
            <w:r w:rsidRPr="00C85DC7">
              <w:rPr>
                <w:color w:val="000000" w:themeColor="text1"/>
                <w:sz w:val="18"/>
                <w:szCs w:val="18"/>
              </w:rPr>
              <w:t>État du module d</w:t>
            </w:r>
            <w:r w:rsidR="004B0B6E">
              <w:rPr>
                <w:color w:val="000000" w:themeColor="text1"/>
                <w:sz w:val="18"/>
                <w:szCs w:val="18"/>
              </w:rPr>
              <w:t>’</w:t>
            </w:r>
            <w:r w:rsidRPr="00C85DC7">
              <w:rPr>
                <w:color w:val="000000" w:themeColor="text1"/>
                <w:sz w:val="18"/>
                <w:szCs w:val="18"/>
              </w:rPr>
              <w:t>alimentation du</w:t>
            </w:r>
            <w:r w:rsidR="00F462C1">
              <w:rPr>
                <w:color w:val="000000" w:themeColor="text1"/>
                <w:sz w:val="18"/>
                <w:szCs w:val="18"/>
              </w:rPr>
              <w:t> </w:t>
            </w:r>
            <w:r w:rsidRPr="00C85DC7">
              <w:rPr>
                <w:color w:val="000000" w:themeColor="text1"/>
                <w:sz w:val="18"/>
                <w:szCs w:val="18"/>
              </w:rPr>
              <w:t>p</w:t>
            </w:r>
            <w:r>
              <w:rPr>
                <w:color w:val="000000" w:themeColor="text1"/>
                <w:sz w:val="18"/>
                <w:szCs w:val="18"/>
              </w:rPr>
              <w:t>neumatique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515EBE0" w14:textId="77777777" w:rsidR="006C4A57" w:rsidRPr="006D38AF" w:rsidRDefault="006C4A57" w:rsidP="00F462C1">
            <w:pPr>
              <w:spacing w:before="40" w:after="80" w:line="220" w:lineRule="exact"/>
              <w:ind w:left="113" w:right="113"/>
              <w:rPr>
                <w:color w:val="000000" w:themeColor="text1"/>
                <w:sz w:val="18"/>
                <w:szCs w:val="18"/>
              </w:rPr>
            </w:pPr>
            <w:r w:rsidRPr="006D38AF">
              <w:rPr>
                <w:color w:val="000000" w:themeColor="text1"/>
                <w:sz w:val="18"/>
                <w:szCs w:val="18"/>
              </w:rPr>
              <w:t xml:space="preserve">RGE23 </w:t>
            </w:r>
            <w:r w:rsidRPr="00B9266F">
              <w:rPr>
                <w:color w:val="000000" w:themeColor="text1"/>
                <w:sz w:val="18"/>
                <w:szCs w:val="18"/>
                <w:lang w:val="en-US"/>
              </w:rPr>
              <w:t xml:space="preserve">(octet </w:t>
            </w:r>
            <w:r w:rsidRPr="006D38AF">
              <w:rPr>
                <w:color w:val="000000" w:themeColor="text1"/>
                <w:sz w:val="18"/>
                <w:szCs w:val="18"/>
              </w:rPr>
              <w:t>6</w:t>
            </w:r>
            <w:r>
              <w:rPr>
                <w:color w:val="000000" w:themeColor="text1"/>
                <w:sz w:val="18"/>
                <w:szCs w:val="18"/>
              </w:rPr>
              <w:t>)</w:t>
            </w:r>
            <w:r w:rsidRPr="006D38AF">
              <w:rPr>
                <w:color w:val="000000" w:themeColor="text1"/>
                <w:sz w:val="18"/>
                <w:szCs w:val="18"/>
              </w:rPr>
              <w:t xml:space="preserve"> </w:t>
            </w:r>
            <w:r>
              <w:rPr>
                <w:color w:val="000000" w:themeColor="text1"/>
                <w:sz w:val="18"/>
                <w:szCs w:val="18"/>
              </w:rPr>
              <w:t>b</w:t>
            </w:r>
            <w:r w:rsidRPr="006D38AF">
              <w:rPr>
                <w:color w:val="000000" w:themeColor="text1"/>
                <w:sz w:val="18"/>
                <w:szCs w:val="18"/>
              </w:rPr>
              <w:t>it</w:t>
            </w:r>
            <w:r>
              <w:rPr>
                <w:color w:val="000000" w:themeColor="text1"/>
                <w:sz w:val="18"/>
                <w:szCs w:val="18"/>
              </w:rPr>
              <w:t>s</w:t>
            </w:r>
            <w:r w:rsidRPr="006D38AF">
              <w:rPr>
                <w:color w:val="000000" w:themeColor="text1"/>
                <w:sz w:val="18"/>
                <w:szCs w:val="18"/>
              </w:rPr>
              <w:t xml:space="preserve"> 4-5</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2506B7A2" w14:textId="77777777" w:rsidR="006C4A57" w:rsidRPr="006D38AF" w:rsidRDefault="006C4A57" w:rsidP="00F462C1">
            <w:pPr>
              <w:spacing w:before="40" w:after="80" w:line="220" w:lineRule="exact"/>
              <w:ind w:left="113" w:right="113"/>
              <w:rPr>
                <w:sz w:val="18"/>
                <w:szCs w:val="18"/>
              </w:rPr>
            </w:pPr>
            <w:r>
              <w:rPr>
                <w:sz w:val="18"/>
                <w:szCs w:val="18"/>
              </w:rPr>
              <w:t>Paragraphe</w:t>
            </w:r>
            <w:r w:rsidRPr="006D38AF">
              <w:rPr>
                <w:sz w:val="18"/>
                <w:szCs w:val="18"/>
              </w:rPr>
              <w:t xml:space="preserve"> 5.6.1.2</w:t>
            </w:r>
          </w:p>
        </w:tc>
      </w:tr>
      <w:tr w:rsidR="006C4A57" w:rsidRPr="006D38AF" w14:paraId="6676BD20" w14:textId="77777777" w:rsidTr="00E949AD">
        <w:trPr>
          <w:tblHeader/>
        </w:trPr>
        <w:tc>
          <w:tcPr>
            <w:tcW w:w="2803" w:type="dxa"/>
            <w:tcBorders>
              <w:top w:val="single" w:sz="4" w:space="0" w:color="auto"/>
              <w:left w:val="single" w:sz="4" w:space="0" w:color="auto"/>
              <w:bottom w:val="single" w:sz="4" w:space="0" w:color="auto"/>
              <w:right w:val="single" w:sz="4" w:space="0" w:color="auto"/>
            </w:tcBorders>
            <w:shd w:val="clear" w:color="auto" w:fill="auto"/>
          </w:tcPr>
          <w:p w14:paraId="0946582D" w14:textId="77777777" w:rsidR="006C4A57" w:rsidRPr="006D38AF" w:rsidRDefault="006C4A57" w:rsidP="00F462C1">
            <w:pPr>
              <w:spacing w:before="40" w:after="80" w:line="220" w:lineRule="exact"/>
              <w:ind w:left="113" w:right="113"/>
              <w:rPr>
                <w:color w:val="000000" w:themeColor="text1"/>
                <w:sz w:val="18"/>
                <w:szCs w:val="18"/>
                <w:highlight w:val="yellow"/>
              </w:rPr>
            </w:pPr>
            <w:r w:rsidRPr="000D7560">
              <w:rPr>
                <w:color w:val="000000" w:themeColor="text1"/>
                <w:sz w:val="18"/>
                <w:szCs w:val="18"/>
              </w:rPr>
              <w:t>Index des données d</w:t>
            </w:r>
            <w:r w:rsidR="004B0B6E">
              <w:rPr>
                <w:color w:val="000000" w:themeColor="text1"/>
                <w:sz w:val="18"/>
                <w:szCs w:val="18"/>
              </w:rPr>
              <w:t>’</w:t>
            </w:r>
            <w:r w:rsidRPr="000D7560">
              <w:rPr>
                <w:color w:val="000000" w:themeColor="text1"/>
                <w:sz w:val="18"/>
                <w:szCs w:val="18"/>
              </w:rPr>
              <w:t>identification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B17463" w14:textId="77777777" w:rsidR="006C4A57" w:rsidRPr="006D38AF" w:rsidRDefault="006C4A57" w:rsidP="00F462C1">
            <w:pPr>
              <w:spacing w:before="40" w:after="80" w:line="220" w:lineRule="exact"/>
              <w:ind w:left="113" w:right="113"/>
              <w:rPr>
                <w:color w:val="000000" w:themeColor="text1"/>
                <w:sz w:val="18"/>
                <w:szCs w:val="18"/>
              </w:rPr>
            </w:pPr>
            <w:r w:rsidRPr="006D38AF">
              <w:rPr>
                <w:color w:val="000000" w:themeColor="text1"/>
                <w:sz w:val="18"/>
                <w:szCs w:val="18"/>
              </w:rPr>
              <w:t xml:space="preserve">RGE23 </w:t>
            </w:r>
            <w:r w:rsidRPr="00B9266F">
              <w:rPr>
                <w:color w:val="000000" w:themeColor="text1"/>
                <w:sz w:val="18"/>
                <w:szCs w:val="18"/>
                <w:lang w:val="en-US"/>
              </w:rPr>
              <w:t xml:space="preserve">(octet </w:t>
            </w:r>
            <w:r w:rsidRPr="006D38AF">
              <w:rPr>
                <w:color w:val="000000" w:themeColor="text1"/>
                <w:sz w:val="18"/>
                <w:szCs w:val="18"/>
              </w:rPr>
              <w:t>7</w:t>
            </w:r>
            <w:r>
              <w:rPr>
                <w:color w:val="000000" w:themeColor="text1"/>
                <w:sz w:val="18"/>
                <w:szCs w:val="18"/>
              </w:rPr>
              <w:t>)</w:t>
            </w:r>
          </w:p>
        </w:tc>
        <w:tc>
          <w:tcPr>
            <w:tcW w:w="2295" w:type="dxa"/>
            <w:tcBorders>
              <w:top w:val="single" w:sz="4" w:space="0" w:color="auto"/>
              <w:left w:val="single" w:sz="4" w:space="0" w:color="auto"/>
              <w:bottom w:val="single" w:sz="4" w:space="0" w:color="auto"/>
              <w:right w:val="single" w:sz="4" w:space="0" w:color="auto"/>
            </w:tcBorders>
            <w:shd w:val="clear" w:color="auto" w:fill="auto"/>
          </w:tcPr>
          <w:p w14:paraId="34CAE317" w14:textId="77777777" w:rsidR="006C4A57" w:rsidRPr="006D38AF" w:rsidRDefault="006C4A57" w:rsidP="00F462C1">
            <w:pPr>
              <w:spacing w:before="40" w:after="80" w:line="220" w:lineRule="exact"/>
              <w:ind w:left="113" w:right="113"/>
              <w:rPr>
                <w:color w:val="000000" w:themeColor="text1"/>
                <w:sz w:val="18"/>
                <w:szCs w:val="18"/>
                <w:highlight w:val="yellow"/>
              </w:rPr>
            </w:pPr>
            <w:r>
              <w:rPr>
                <w:color w:val="000000" w:themeColor="text1"/>
                <w:sz w:val="18"/>
                <w:szCs w:val="18"/>
              </w:rPr>
              <w:t>Paragraphe</w:t>
            </w:r>
            <w:r w:rsidRPr="006D38AF">
              <w:rPr>
                <w:color w:val="000000" w:themeColor="text1"/>
                <w:sz w:val="18"/>
                <w:szCs w:val="18"/>
              </w:rPr>
              <w:t xml:space="preserve"> 5.6.1.2</w:t>
            </w:r>
          </w:p>
        </w:tc>
      </w:tr>
      <w:tr w:rsidR="006C4A57" w:rsidRPr="006D38AF" w14:paraId="262EA3A2" w14:textId="77777777" w:rsidTr="00E949AD">
        <w:trPr>
          <w:tblHeader/>
        </w:trPr>
        <w:tc>
          <w:tcPr>
            <w:tcW w:w="2803" w:type="dxa"/>
            <w:tcBorders>
              <w:top w:val="single" w:sz="4" w:space="0" w:color="auto"/>
              <w:left w:val="single" w:sz="4" w:space="0" w:color="auto"/>
              <w:bottom w:val="single" w:sz="12" w:space="0" w:color="auto"/>
              <w:right w:val="single" w:sz="4" w:space="0" w:color="auto"/>
            </w:tcBorders>
            <w:shd w:val="clear" w:color="auto" w:fill="auto"/>
          </w:tcPr>
          <w:p w14:paraId="7442514F" w14:textId="77777777" w:rsidR="006C4A57" w:rsidRPr="006D38AF" w:rsidRDefault="006C4A57" w:rsidP="00F462C1">
            <w:pPr>
              <w:spacing w:before="40" w:after="80" w:line="220" w:lineRule="exact"/>
              <w:ind w:left="113" w:right="113"/>
              <w:rPr>
                <w:color w:val="000000" w:themeColor="text1"/>
                <w:sz w:val="18"/>
                <w:szCs w:val="18"/>
              </w:rPr>
            </w:pPr>
            <w:r w:rsidRPr="000D7560">
              <w:rPr>
                <w:color w:val="000000" w:themeColor="text1"/>
                <w:sz w:val="18"/>
                <w:szCs w:val="18"/>
              </w:rPr>
              <w:t>Contenu des données d</w:t>
            </w:r>
            <w:r w:rsidR="004B0B6E">
              <w:rPr>
                <w:color w:val="000000" w:themeColor="text1"/>
                <w:sz w:val="18"/>
                <w:szCs w:val="18"/>
              </w:rPr>
              <w:t>’</w:t>
            </w:r>
            <w:r w:rsidRPr="000D7560">
              <w:rPr>
                <w:color w:val="000000" w:themeColor="text1"/>
                <w:sz w:val="18"/>
                <w:szCs w:val="18"/>
              </w:rPr>
              <w:t>identification</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2F3637FD" w14:textId="77777777" w:rsidR="006C4A57" w:rsidRPr="006D38AF" w:rsidRDefault="006C4A57" w:rsidP="00F462C1">
            <w:pPr>
              <w:spacing w:before="40" w:after="80" w:line="220" w:lineRule="exact"/>
              <w:ind w:left="113" w:right="113"/>
              <w:rPr>
                <w:color w:val="000000" w:themeColor="text1"/>
                <w:sz w:val="18"/>
                <w:szCs w:val="18"/>
              </w:rPr>
            </w:pPr>
            <w:r w:rsidRPr="006D38AF">
              <w:rPr>
                <w:color w:val="000000" w:themeColor="text1"/>
                <w:sz w:val="18"/>
                <w:szCs w:val="18"/>
              </w:rPr>
              <w:t xml:space="preserve">RGE23 </w:t>
            </w:r>
            <w:r w:rsidRPr="00B9266F">
              <w:rPr>
                <w:color w:val="000000" w:themeColor="text1"/>
                <w:sz w:val="18"/>
                <w:szCs w:val="18"/>
                <w:lang w:val="en-US"/>
              </w:rPr>
              <w:t xml:space="preserve">(octet </w:t>
            </w:r>
            <w:r w:rsidRPr="006D38AF">
              <w:rPr>
                <w:color w:val="000000" w:themeColor="text1"/>
                <w:sz w:val="18"/>
                <w:szCs w:val="18"/>
              </w:rPr>
              <w:t>8</w:t>
            </w:r>
            <w:r>
              <w:rPr>
                <w:color w:val="000000" w:themeColor="text1"/>
                <w:sz w:val="18"/>
                <w:szCs w:val="18"/>
              </w:rPr>
              <w:t>)</w:t>
            </w:r>
          </w:p>
        </w:tc>
        <w:tc>
          <w:tcPr>
            <w:tcW w:w="2295" w:type="dxa"/>
            <w:tcBorders>
              <w:top w:val="single" w:sz="4" w:space="0" w:color="auto"/>
              <w:left w:val="single" w:sz="4" w:space="0" w:color="auto"/>
              <w:bottom w:val="single" w:sz="12" w:space="0" w:color="auto"/>
              <w:right w:val="single" w:sz="4" w:space="0" w:color="auto"/>
            </w:tcBorders>
            <w:shd w:val="clear" w:color="auto" w:fill="auto"/>
          </w:tcPr>
          <w:p w14:paraId="4E0EBB27" w14:textId="77777777" w:rsidR="006C4A57" w:rsidRPr="006D38AF" w:rsidRDefault="006C4A57" w:rsidP="00F462C1">
            <w:pPr>
              <w:spacing w:before="40" w:after="80" w:line="220" w:lineRule="exact"/>
              <w:ind w:left="113" w:right="113"/>
              <w:rPr>
                <w:color w:val="000000" w:themeColor="text1"/>
                <w:sz w:val="18"/>
                <w:szCs w:val="18"/>
                <w:highlight w:val="yellow"/>
              </w:rPr>
            </w:pPr>
            <w:r>
              <w:rPr>
                <w:color w:val="000000" w:themeColor="text1"/>
                <w:sz w:val="18"/>
                <w:szCs w:val="18"/>
              </w:rPr>
              <w:t>Paragraphe</w:t>
            </w:r>
            <w:r w:rsidRPr="006D38AF">
              <w:rPr>
                <w:color w:val="000000" w:themeColor="text1"/>
                <w:sz w:val="18"/>
                <w:szCs w:val="18"/>
              </w:rPr>
              <w:t xml:space="preserve"> 5.6.1.2</w:t>
            </w:r>
          </w:p>
        </w:tc>
      </w:tr>
    </w:tbl>
    <w:p w14:paraId="664836DF" w14:textId="77777777" w:rsidR="00BC7683" w:rsidRPr="00C85DC7" w:rsidRDefault="00BC7683" w:rsidP="006C4A57">
      <w:pPr>
        <w:pStyle w:val="SingleTxtG"/>
        <w:spacing w:before="240"/>
        <w:ind w:left="2268" w:hanging="1134"/>
        <w:rPr>
          <w:color w:val="000000" w:themeColor="text1"/>
        </w:rPr>
      </w:pPr>
      <w:r w:rsidRPr="00C85DC7">
        <w:rPr>
          <w:color w:val="000000" w:themeColor="text1"/>
        </w:rPr>
        <w:t>3.1.4</w:t>
      </w:r>
      <w:r w:rsidRPr="00C85DC7">
        <w:rPr>
          <w:color w:val="000000" w:themeColor="text1"/>
        </w:rPr>
        <w:tab/>
        <w:t>Pour les messages définis à la section 3.1 de la partie B de la prés</w:t>
      </w:r>
      <w:r>
        <w:rPr>
          <w:color w:val="000000" w:themeColor="text1"/>
        </w:rPr>
        <w:t>ente annexe</w:t>
      </w:r>
      <w:r w:rsidRPr="00C85DC7">
        <w:rPr>
          <w:color w:val="000000" w:themeColor="text1"/>
        </w:rPr>
        <w:t xml:space="preserve">, </w:t>
      </w:r>
      <w:r>
        <w:rPr>
          <w:color w:val="000000" w:themeColor="text1"/>
        </w:rPr>
        <w:t>les signaux doivent être émis avec l</w:t>
      </w:r>
      <w:r w:rsidR="004B0B6E">
        <w:rPr>
          <w:color w:val="000000" w:themeColor="text1"/>
        </w:rPr>
        <w:t>’</w:t>
      </w:r>
      <w:r>
        <w:rPr>
          <w:color w:val="000000" w:themeColor="text1"/>
        </w:rPr>
        <w:t xml:space="preserve">indication </w:t>
      </w:r>
      <w:r w:rsidR="00F462C1">
        <w:rPr>
          <w:color w:val="000000" w:themeColor="text1"/>
        </w:rPr>
        <w:t>“</w:t>
      </w:r>
      <w:r w:rsidRPr="00C85DC7">
        <w:rPr>
          <w:color w:val="000000" w:themeColor="text1"/>
        </w:rPr>
        <w:t>no</w:t>
      </w:r>
      <w:r>
        <w:rPr>
          <w:color w:val="000000" w:themeColor="text1"/>
        </w:rPr>
        <w:t>n disponible</w:t>
      </w:r>
      <w:r w:rsidR="00F462C1">
        <w:rPr>
          <w:color w:val="000000" w:themeColor="text1"/>
        </w:rPr>
        <w:t>”</w:t>
      </w:r>
      <w:r w:rsidRPr="00C85DC7">
        <w:rPr>
          <w:color w:val="000000" w:themeColor="text1"/>
        </w:rPr>
        <w:t xml:space="preserve"> </w:t>
      </w:r>
      <w:r>
        <w:rPr>
          <w:color w:val="000000" w:themeColor="text1"/>
        </w:rPr>
        <w:t>au</w:t>
      </w:r>
      <w:r w:rsidRPr="00C85DC7">
        <w:rPr>
          <w:color w:val="000000" w:themeColor="text1"/>
        </w:rPr>
        <w:t xml:space="preserve"> cas</w:t>
      </w:r>
      <w:r>
        <w:rPr>
          <w:color w:val="000000" w:themeColor="text1"/>
        </w:rPr>
        <w:t xml:space="preserve"> </w:t>
      </w:r>
      <w:r w:rsidRPr="006C4A57">
        <w:t>où</w:t>
      </w:r>
      <w:r>
        <w:rPr>
          <w:color w:val="000000" w:themeColor="text1"/>
        </w:rPr>
        <w:t xml:space="preserve"> l</w:t>
      </w:r>
      <w:r w:rsidR="004B0B6E">
        <w:rPr>
          <w:color w:val="000000" w:themeColor="text1"/>
        </w:rPr>
        <w:t>’</w:t>
      </w:r>
      <w:r>
        <w:rPr>
          <w:color w:val="000000" w:themeColor="text1"/>
        </w:rPr>
        <w:t>unité de contrôle électronique ne fournit pas de telles données</w:t>
      </w:r>
      <w:r w:rsidRPr="00C85DC7">
        <w:rPr>
          <w:color w:val="000000" w:themeColor="text1"/>
        </w:rPr>
        <w:t>.</w:t>
      </w:r>
    </w:p>
    <w:p w14:paraId="7B6DEB9D" w14:textId="77777777" w:rsidR="00BC7683" w:rsidRPr="00C85DC7" w:rsidRDefault="00BC7683" w:rsidP="006C4A57">
      <w:pPr>
        <w:pStyle w:val="SingleTxtG"/>
        <w:spacing w:before="240"/>
        <w:ind w:left="2268" w:hanging="1134"/>
      </w:pPr>
      <w:r w:rsidRPr="00C85DC7">
        <w:t>3.2</w:t>
      </w:r>
      <w:r w:rsidRPr="00C85DC7">
        <w:tab/>
        <w:t xml:space="preserve">La prise en </w:t>
      </w:r>
      <w:r>
        <w:t xml:space="preserve">charge </w:t>
      </w:r>
      <w:r w:rsidRPr="00C85DC7">
        <w:t>de tous les autres messages définis dans la norme ISO</w:t>
      </w:r>
      <w:r w:rsidR="00F462C1">
        <w:t> </w:t>
      </w:r>
      <w:r w:rsidRPr="00C85DC7">
        <w:t>11992-2:2014</w:t>
      </w:r>
      <w:r>
        <w:t xml:space="preserve"> </w:t>
      </w:r>
      <w:r w:rsidRPr="00C85DC7">
        <w:t xml:space="preserve">par </w:t>
      </w:r>
      <w:r>
        <w:t>l</w:t>
      </w:r>
      <w:r w:rsidR="004B0B6E">
        <w:t>’</w:t>
      </w:r>
      <w:r>
        <w:t xml:space="preserve">UCE passerelle </w:t>
      </w:r>
      <w:r w:rsidRPr="00B9266F">
        <w:t xml:space="preserve">du véhicule tracté </w:t>
      </w:r>
      <w:r w:rsidRPr="00995E5B">
        <w:t xml:space="preserve">et par </w:t>
      </w:r>
      <w:r>
        <w:t>l</w:t>
      </w:r>
      <w:r w:rsidR="004B0B6E">
        <w:t>’</w:t>
      </w:r>
      <w:r>
        <w:t xml:space="preserve">unité de contrôle électronique </w:t>
      </w:r>
      <w:r w:rsidRPr="00B9266F">
        <w:t xml:space="preserve">du véhicule tracté </w:t>
      </w:r>
      <w:r>
        <w:t xml:space="preserve">qui assure la fonctionnalité TPMS </w:t>
      </w:r>
      <w:r w:rsidRPr="00C85DC7">
        <w:t>est facultative, sauf si elle est exigée par d</w:t>
      </w:r>
      <w:r w:rsidR="004B0B6E">
        <w:t>’</w:t>
      </w:r>
      <w:r w:rsidRPr="00C85DC7">
        <w:t>autres Règlements.</w:t>
      </w:r>
    </w:p>
    <w:p w14:paraId="42F4E7BC" w14:textId="77777777" w:rsidR="00BC7683" w:rsidRPr="0013776C" w:rsidRDefault="00BC7683" w:rsidP="006C4A57">
      <w:pPr>
        <w:pStyle w:val="SingleTxtG"/>
        <w:spacing w:before="240"/>
        <w:ind w:left="2268" w:hanging="1134"/>
      </w:pPr>
      <w:r w:rsidRPr="00E841D6">
        <w:t>3.3</w:t>
      </w:r>
      <w:r w:rsidRPr="00E841D6">
        <w:tab/>
      </w:r>
      <w:r>
        <w:t>L</w:t>
      </w:r>
      <w:r w:rsidR="004B0B6E">
        <w:t>’</w:t>
      </w:r>
      <w:r>
        <w:t xml:space="preserve">UCE </w:t>
      </w:r>
      <w:r w:rsidRPr="00E841D6">
        <w:t xml:space="preserve">passerelle </w:t>
      </w:r>
      <w:r w:rsidRPr="00B9266F">
        <w:t xml:space="preserve">du véhicule tracté </w:t>
      </w:r>
      <w:r w:rsidRPr="00E841D6">
        <w:t xml:space="preserve">et </w:t>
      </w:r>
      <w:bookmarkStart w:id="24" w:name="_Hlk63942508"/>
      <w:r>
        <w:t>l</w:t>
      </w:r>
      <w:r w:rsidR="004B0B6E">
        <w:t>’</w:t>
      </w:r>
      <w:r>
        <w:t xml:space="preserve">UCE </w:t>
      </w:r>
      <w:r w:rsidRPr="00B9266F">
        <w:t xml:space="preserve">du véhicule tracté </w:t>
      </w:r>
      <w:r w:rsidRPr="00E841D6">
        <w:t xml:space="preserve">qui assure la fonctionnalité TPMS </w:t>
      </w:r>
      <w:bookmarkEnd w:id="24"/>
      <w:r>
        <w:t xml:space="preserve">doivent prendre en charge les diagnostics prévus par la norme </w:t>
      </w:r>
      <w:r w:rsidRPr="0013776C">
        <w:t>ISO 11992-4:2014.</w:t>
      </w:r>
    </w:p>
    <w:p w14:paraId="486B0152" w14:textId="77777777" w:rsidR="00BC7683" w:rsidRDefault="00BC7683" w:rsidP="006C4A57">
      <w:pPr>
        <w:pStyle w:val="SingleTxtG"/>
        <w:spacing w:before="240"/>
        <w:ind w:left="2268" w:hanging="1134"/>
      </w:pPr>
      <w:r w:rsidRPr="0013776C">
        <w:t>4.</w:t>
      </w:r>
      <w:r w:rsidRPr="0013776C">
        <w:tab/>
      </w:r>
      <w:r>
        <w:t>L</w:t>
      </w:r>
      <w:r w:rsidR="004B0B6E">
        <w:t>’</w:t>
      </w:r>
      <w:r>
        <w:t xml:space="preserve">UCE </w:t>
      </w:r>
      <w:r w:rsidRPr="00B9266F">
        <w:t xml:space="preserve">du véhicule tracté </w:t>
      </w:r>
      <w:r>
        <w:t>q</w:t>
      </w:r>
      <w:r w:rsidRPr="0013776C">
        <w:t xml:space="preserve">ui assure la fonctionnalité TPMS </w:t>
      </w:r>
      <w:r>
        <w:t>doit utiliser l</w:t>
      </w:r>
      <w:r w:rsidR="004B0B6E">
        <w:t>’</w:t>
      </w:r>
      <w:r>
        <w:t xml:space="preserve">adresse source des </w:t>
      </w:r>
      <w:r w:rsidR="00F462C1">
        <w:rPr>
          <w:color w:val="000000" w:themeColor="text1"/>
        </w:rPr>
        <w:t>“</w:t>
      </w:r>
      <w:r>
        <w:t>a</w:t>
      </w:r>
      <w:r w:rsidRPr="001E4364">
        <w:t>utres dispositifs de remorque</w:t>
      </w:r>
      <w:r w:rsidR="00F462C1">
        <w:rPr>
          <w:color w:val="000000" w:themeColor="text1"/>
        </w:rPr>
        <w:t>”</w:t>
      </w:r>
      <w:r w:rsidRPr="001E4364">
        <w:t xml:space="preserve"> </w:t>
      </w:r>
      <w:r>
        <w:t xml:space="preserve">en tenant compte de la position dans le train routier conformément à la norme </w:t>
      </w:r>
      <w:r w:rsidRPr="001E4364">
        <w:t>SAE J1939-71,</w:t>
      </w:r>
      <w:r>
        <w:t xml:space="preserve"> ce qui signifie que le</w:t>
      </w:r>
      <w:r w:rsidRPr="001E4364">
        <w:rPr>
          <w:bCs/>
          <w:color w:val="000000" w:themeColor="text1"/>
        </w:rPr>
        <w:t xml:space="preserve"> </w:t>
      </w:r>
      <w:r w:rsidRPr="001E4364">
        <w:rPr>
          <w:bCs/>
        </w:rPr>
        <w:t>système de surveillance de la pression des pneumatiques</w:t>
      </w:r>
      <w:r>
        <w:rPr>
          <w:bCs/>
        </w:rPr>
        <w:t xml:space="preserve"> du premier véhicule </w:t>
      </w:r>
      <w:r w:rsidRPr="001E4364">
        <w:t>tracté d</w:t>
      </w:r>
      <w:r>
        <w:t>oit utiliser l</w:t>
      </w:r>
      <w:r w:rsidR="004B0B6E">
        <w:t>’</w:t>
      </w:r>
      <w:r>
        <w:t xml:space="preserve">adresse source </w:t>
      </w:r>
      <w:r w:rsidRPr="001E4364">
        <w:t xml:space="preserve">207 </w:t>
      </w:r>
      <w:r>
        <w:t xml:space="preserve">pour </w:t>
      </w:r>
      <w:r w:rsidR="006C4A57">
        <w:t>“</w:t>
      </w:r>
      <w:r w:rsidRPr="001E4364">
        <w:t>Other Trailer #1 Devices</w:t>
      </w:r>
      <w:r w:rsidR="006C4A57">
        <w:t>”</w:t>
      </w:r>
      <w:r w:rsidRPr="001E4364">
        <w:t>.</w:t>
      </w:r>
    </w:p>
    <w:p w14:paraId="4C1E8174" w14:textId="77777777" w:rsidR="00BC7683" w:rsidRDefault="00BC7683" w:rsidP="00BC7683">
      <w:r>
        <w:br w:type="page"/>
      </w:r>
    </w:p>
    <w:p w14:paraId="495910BD" w14:textId="77777777" w:rsidR="00BC7683" w:rsidRPr="006978EC" w:rsidRDefault="00BC7683" w:rsidP="00741BA9">
      <w:pPr>
        <w:pStyle w:val="HChG"/>
      </w:pPr>
      <w:r w:rsidRPr="006978EC">
        <w:lastRenderedPageBreak/>
        <w:t>Annexe 6</w:t>
      </w:r>
    </w:p>
    <w:p w14:paraId="78E3F514" w14:textId="77777777" w:rsidR="00BC7683" w:rsidRPr="00E4633A" w:rsidRDefault="00741BA9" w:rsidP="00741BA9">
      <w:pPr>
        <w:pStyle w:val="HChG"/>
      </w:pPr>
      <w:r>
        <w:tab/>
      </w:r>
      <w:r>
        <w:tab/>
      </w:r>
      <w:r w:rsidR="00BC7683" w:rsidRPr="00E4633A">
        <w:t>Procédure d</w:t>
      </w:r>
      <w:r w:rsidR="004B0B6E">
        <w:t>’</w:t>
      </w:r>
      <w:r w:rsidR="00BC7683" w:rsidRPr="00E4633A">
        <w:t>essai visant à évaluer la compatibilité fonctionnelle des véhicules équipés d</w:t>
      </w:r>
      <w:r w:rsidR="004B0B6E">
        <w:t>’</w:t>
      </w:r>
      <w:r w:rsidR="00BC7683" w:rsidRPr="00E4633A">
        <w:t>une</w:t>
      </w:r>
      <w:r w:rsidR="00BC7683">
        <w:t xml:space="preserve"> interface de</w:t>
      </w:r>
      <w:r>
        <w:t> </w:t>
      </w:r>
      <w:r w:rsidR="00BC7683">
        <w:t xml:space="preserve">communication des données définies </w:t>
      </w:r>
      <w:r>
        <w:br/>
      </w:r>
      <w:r w:rsidR="00BC7683">
        <w:t xml:space="preserve">dans la norme </w:t>
      </w:r>
      <w:r w:rsidR="00BC7683" w:rsidRPr="00E4633A">
        <w:t>ISO 11992</w:t>
      </w:r>
    </w:p>
    <w:p w14:paraId="5C3DF8F9" w14:textId="77777777" w:rsidR="00BC7683" w:rsidRPr="00E4633A" w:rsidRDefault="00BC7683" w:rsidP="00741BA9">
      <w:pPr>
        <w:pStyle w:val="SingleTxtG"/>
        <w:spacing w:before="240"/>
        <w:ind w:left="2268" w:hanging="1134"/>
      </w:pPr>
      <w:r w:rsidRPr="00E4633A">
        <w:t>1.</w:t>
      </w:r>
      <w:r w:rsidRPr="00E4633A">
        <w:tab/>
        <w:t>Général</w:t>
      </w:r>
      <w:r>
        <w:t>ités</w:t>
      </w:r>
    </w:p>
    <w:p w14:paraId="50855A46" w14:textId="77777777" w:rsidR="00BC7683" w:rsidRPr="006978EC" w:rsidRDefault="00BC7683" w:rsidP="00741BA9">
      <w:pPr>
        <w:pStyle w:val="SingleTxtG"/>
        <w:spacing w:before="240"/>
        <w:ind w:left="2268" w:hanging="1134"/>
      </w:pPr>
      <w:r w:rsidRPr="00E4633A">
        <w:t>1.1</w:t>
      </w:r>
      <w:r w:rsidRPr="00E4633A">
        <w:tab/>
        <w:t xml:space="preserve">La présente annexe définit la procédure à suivre </w:t>
      </w:r>
      <w:r w:rsidRPr="00134E46">
        <w:t xml:space="preserve">pour </w:t>
      </w:r>
      <w:r>
        <w:t xml:space="preserve">contrôler </w:t>
      </w:r>
      <w:r w:rsidRPr="00134E46">
        <w:t>les véhicules tracteurs et les véhicules tractés équipés d</w:t>
      </w:r>
      <w:r w:rsidR="004B0B6E">
        <w:t>’</w:t>
      </w:r>
      <w:r w:rsidRPr="00134E46">
        <w:t xml:space="preserve">une interface de communication </w:t>
      </w:r>
      <w:r>
        <w:t xml:space="preserve">décrite au paragraphe </w:t>
      </w:r>
      <w:r w:rsidRPr="00E4633A">
        <w:t>5.</w:t>
      </w:r>
      <w:r>
        <w:t>6</w:t>
      </w:r>
      <w:r w:rsidRPr="00E4633A">
        <w:t>.</w:t>
      </w:r>
      <w:r>
        <w:t>1</w:t>
      </w:r>
      <w:r w:rsidRPr="00E4633A">
        <w:t>.1 du présent Règlement</w:t>
      </w:r>
      <w:r>
        <w:t xml:space="preserve"> au regard des prescriptions fonctionnelles énoncées au p</w:t>
      </w:r>
      <w:r w:rsidRPr="00134E46">
        <w:t>aragraphe 5.6.1.1.1. D</w:t>
      </w:r>
      <w:r w:rsidR="004B0B6E">
        <w:t>’</w:t>
      </w:r>
      <w:r w:rsidRPr="00134E46">
        <w:t>autres procédures peuvent être utilisées au choix du service technique à condition qu</w:t>
      </w:r>
      <w:r w:rsidR="004B0B6E">
        <w:t>’</w:t>
      </w:r>
      <w:r w:rsidRPr="00134E46">
        <w:t xml:space="preserve">elles présentent un degré de rigueur équivalant du contrôle. </w:t>
      </w:r>
    </w:p>
    <w:p w14:paraId="26E505E6" w14:textId="77777777" w:rsidR="00BC7683" w:rsidRPr="00134E46" w:rsidRDefault="00BC7683" w:rsidP="00741BA9">
      <w:pPr>
        <w:pStyle w:val="SingleTxtG"/>
        <w:spacing w:before="240"/>
        <w:ind w:left="2268" w:hanging="1134"/>
      </w:pPr>
      <w:r w:rsidRPr="00134E46">
        <w:t>1.2</w:t>
      </w:r>
      <w:r w:rsidRPr="00134E46">
        <w:tab/>
        <w:t>Dans la présente annexe, il faut entendre par norme ISO 7638 la norme ISO</w:t>
      </w:r>
      <w:r w:rsidR="002122DB">
        <w:t> </w:t>
      </w:r>
      <w:r w:rsidRPr="00134E46">
        <w:t>7638-1:2018 pour les installations 24 V et la norme ISO 7638-2:</w:t>
      </w:r>
      <w:r>
        <w:t xml:space="preserve">2018 </w:t>
      </w:r>
      <w:r w:rsidRPr="00134E46">
        <w:t xml:space="preserve">pour les installations 12 V. </w:t>
      </w:r>
    </w:p>
    <w:p w14:paraId="3B20138F" w14:textId="77777777" w:rsidR="00BC7683" w:rsidRPr="00223DD5" w:rsidRDefault="00BC7683" w:rsidP="00741BA9">
      <w:pPr>
        <w:pStyle w:val="SingleTxtG"/>
        <w:spacing w:before="240"/>
        <w:ind w:left="2268" w:hanging="1134"/>
      </w:pPr>
      <w:r w:rsidRPr="00223DD5">
        <w:t>2.</w:t>
      </w:r>
      <w:r w:rsidRPr="00223DD5">
        <w:tab/>
        <w:t>Véhicule</w:t>
      </w:r>
      <w:r w:rsidR="002122DB">
        <w:t>s</w:t>
      </w:r>
      <w:r w:rsidRPr="00223DD5">
        <w:t xml:space="preserve"> tracteurs </w:t>
      </w:r>
    </w:p>
    <w:p w14:paraId="589B27F8" w14:textId="77777777" w:rsidR="00BC7683" w:rsidRPr="00223DD5" w:rsidRDefault="00BC7683" w:rsidP="00741BA9">
      <w:pPr>
        <w:pStyle w:val="SingleTxtG"/>
        <w:spacing w:before="240"/>
        <w:ind w:left="2268" w:hanging="1134"/>
      </w:pPr>
      <w:r w:rsidRPr="00223DD5">
        <w:t>2.1</w:t>
      </w:r>
      <w:r w:rsidRPr="00223DD5">
        <w:tab/>
      </w:r>
      <w:r>
        <w:t xml:space="preserve">Simulateur de </w:t>
      </w:r>
      <w:r w:rsidRPr="00223DD5">
        <w:t>véhicule tracté ISO 11992</w:t>
      </w:r>
    </w:p>
    <w:p w14:paraId="535938D3" w14:textId="77777777" w:rsidR="00BC7683" w:rsidRPr="00E73AE3" w:rsidRDefault="00BC7683" w:rsidP="00741BA9">
      <w:pPr>
        <w:pStyle w:val="SingleTxtG"/>
        <w:spacing w:after="0"/>
        <w:ind w:left="2268"/>
      </w:pPr>
      <w:r>
        <w:t>Le s</w:t>
      </w:r>
      <w:r w:rsidRPr="00E73AE3">
        <w:t>imulateur doit</w:t>
      </w:r>
      <w:r w:rsidR="00741BA9">
        <w:t> </w:t>
      </w:r>
      <w:r w:rsidRPr="00E73AE3">
        <w:t>:</w:t>
      </w:r>
    </w:p>
    <w:p w14:paraId="20E5C76D" w14:textId="77777777" w:rsidR="00BC7683" w:rsidRPr="00870E92" w:rsidRDefault="00BC7683" w:rsidP="00741BA9">
      <w:pPr>
        <w:pStyle w:val="SingleTxtG"/>
        <w:spacing w:before="120"/>
        <w:ind w:left="2268" w:hanging="1134"/>
      </w:pPr>
      <w:r w:rsidRPr="00E73AE3">
        <w:t>2.1.1</w:t>
      </w:r>
      <w:r w:rsidRPr="00E73AE3">
        <w:tab/>
      </w:r>
      <w:r>
        <w:t>Ê</w:t>
      </w:r>
      <w:r w:rsidRPr="00E73AE3">
        <w:t>tre équipé d</w:t>
      </w:r>
      <w:r w:rsidR="004B0B6E">
        <w:t>’</w:t>
      </w:r>
      <w:r w:rsidRPr="00E73AE3">
        <w:t>un raccord ISO 7638 (à sept broches) à raccorder au véhicule soumis à l</w:t>
      </w:r>
      <w:r w:rsidR="004B0B6E">
        <w:t>’</w:t>
      </w:r>
      <w:r w:rsidRPr="00E73AE3">
        <w:t>essai. Les broches n</w:t>
      </w:r>
      <w:r w:rsidR="002122DB" w:rsidRPr="002122DB">
        <w:rPr>
          <w:vertAlign w:val="superscript"/>
        </w:rPr>
        <w:t>os</w:t>
      </w:r>
      <w:r w:rsidR="002122DB">
        <w:t> </w:t>
      </w:r>
      <w:r w:rsidRPr="00E73AE3">
        <w:t xml:space="preserve">6 et 7 du raccord </w:t>
      </w:r>
      <w:r>
        <w:t xml:space="preserve">doivent servir </w:t>
      </w:r>
      <w:r w:rsidRPr="00E73AE3">
        <w:t xml:space="preserve">à émettre et à recevoir des messages conformes à la norme ISO </w:t>
      </w:r>
      <w:r w:rsidRPr="00870E92">
        <w:t>11992-2:2014</w:t>
      </w:r>
      <w:r w:rsidR="009D1988">
        <w:t> </w:t>
      </w:r>
      <w:r w:rsidRPr="00870E92">
        <w:t>;</w:t>
      </w:r>
    </w:p>
    <w:p w14:paraId="2A207318" w14:textId="77777777" w:rsidR="00BC7683" w:rsidRDefault="00BC7683" w:rsidP="00741BA9">
      <w:pPr>
        <w:pStyle w:val="SingleTxtG"/>
        <w:spacing w:before="240"/>
        <w:ind w:left="2268" w:hanging="1134"/>
      </w:pPr>
      <w:r w:rsidRPr="00870E92">
        <w:t>2.1.2</w:t>
      </w:r>
      <w:r w:rsidRPr="00870E92">
        <w:tab/>
      </w:r>
      <w:r>
        <w:t>P</w:t>
      </w:r>
      <w:r w:rsidRPr="00870E92">
        <w:t>ouvoir recevoir tous les messages émis par le véhicule automobile à homologuer et pouvoir transmettre tous les messages provenant d</w:t>
      </w:r>
      <w:r>
        <w:t>u</w:t>
      </w:r>
      <w:r w:rsidRPr="00870E92">
        <w:t xml:space="preserve"> véhicule tracté d</w:t>
      </w:r>
      <w:r w:rsidR="004B0B6E">
        <w:t>’</w:t>
      </w:r>
      <w:r w:rsidRPr="00870E92">
        <w:t>après la norme ISO 11992-2:20</w:t>
      </w:r>
      <w:r>
        <w:t>14</w:t>
      </w:r>
      <w:r w:rsidR="009D1988">
        <w:t> </w:t>
      </w:r>
      <w:r w:rsidRPr="00870E92">
        <w:t>;</w:t>
      </w:r>
    </w:p>
    <w:p w14:paraId="39EC3909" w14:textId="77777777" w:rsidR="00BC7683" w:rsidRPr="006978EC" w:rsidRDefault="00BC7683" w:rsidP="00741BA9">
      <w:pPr>
        <w:pStyle w:val="SingleTxtG"/>
        <w:spacing w:before="240"/>
        <w:ind w:left="2268" w:hanging="1134"/>
      </w:pPr>
      <w:r w:rsidRPr="00B1752C">
        <w:t>2.1.3</w:t>
      </w:r>
      <w:r w:rsidRPr="00B1752C">
        <w:tab/>
      </w:r>
      <w:r>
        <w:t>P</w:t>
      </w:r>
      <w:r w:rsidRPr="00B1752C">
        <w:t>ermettre une lecture directe ou indirecte des messages, en présentant les paramètres du champ de données dans l</w:t>
      </w:r>
      <w:r w:rsidR="004B0B6E">
        <w:t>’</w:t>
      </w:r>
      <w:r w:rsidRPr="00B1752C">
        <w:t>ordre chronologique correct</w:t>
      </w:r>
      <w:r>
        <w:t>.</w:t>
      </w:r>
    </w:p>
    <w:p w14:paraId="3654D587" w14:textId="77777777" w:rsidR="00BC7683" w:rsidRPr="001D357C" w:rsidRDefault="00BC7683" w:rsidP="00741BA9">
      <w:pPr>
        <w:pStyle w:val="SingleTxtG"/>
        <w:spacing w:before="240"/>
        <w:ind w:left="2268" w:hanging="1134"/>
      </w:pPr>
      <w:r w:rsidRPr="001D357C">
        <w:t>2.2.</w:t>
      </w:r>
      <w:r w:rsidRPr="001D357C">
        <w:tab/>
        <w:t>Procédure de contrôle</w:t>
      </w:r>
    </w:p>
    <w:p w14:paraId="6F906BEA" w14:textId="77777777" w:rsidR="00BC7683" w:rsidRDefault="00BC7683" w:rsidP="00741BA9">
      <w:pPr>
        <w:pStyle w:val="SingleTxtG"/>
        <w:spacing w:before="240"/>
        <w:ind w:left="2268" w:hanging="1134"/>
      </w:pPr>
      <w:r w:rsidRPr="001D357C">
        <w:t>2.2.1</w:t>
      </w:r>
      <w:r w:rsidRPr="001D357C">
        <w:tab/>
        <w:t>Vérifier les éléments suivants, le simulateur étant raccordé au véhicule à moteur au moyen d</w:t>
      </w:r>
      <w:r>
        <w:t>e l</w:t>
      </w:r>
      <w:r w:rsidR="004B0B6E">
        <w:t>’</w:t>
      </w:r>
      <w:r>
        <w:t xml:space="preserve">interface </w:t>
      </w:r>
      <w:r w:rsidRPr="001D357C">
        <w:t xml:space="preserve">ISO 7638 </w:t>
      </w:r>
      <w:r>
        <w:t xml:space="preserve">et alors que sont émis tous </w:t>
      </w:r>
      <w:r w:rsidRPr="001D357C">
        <w:t>les messages émis par l</w:t>
      </w:r>
      <w:r>
        <w:t>e véhicule tracté qui intéressent l</w:t>
      </w:r>
      <w:r w:rsidR="004B0B6E">
        <w:t>’</w:t>
      </w:r>
      <w:r>
        <w:t>interface</w:t>
      </w:r>
      <w:r w:rsidR="009D1988">
        <w:t> </w:t>
      </w:r>
      <w:r w:rsidRPr="001D357C">
        <w:t>:</w:t>
      </w:r>
    </w:p>
    <w:p w14:paraId="1288E1FA" w14:textId="77777777" w:rsidR="00BC7683" w:rsidRPr="00234453" w:rsidRDefault="00BC7683" w:rsidP="00741BA9">
      <w:pPr>
        <w:pStyle w:val="SingleTxtG"/>
        <w:spacing w:before="240"/>
        <w:ind w:left="2268" w:hanging="1134"/>
        <w:rPr>
          <w:color w:val="000000"/>
        </w:rPr>
      </w:pPr>
      <w:r w:rsidRPr="00234453">
        <w:rPr>
          <w:color w:val="000000"/>
        </w:rPr>
        <w:t>2.2.1.1</w:t>
      </w:r>
      <w:r w:rsidRPr="00234453">
        <w:rPr>
          <w:color w:val="000000"/>
        </w:rPr>
        <w:tab/>
      </w:r>
      <w:r>
        <w:rPr>
          <w:color w:val="000000"/>
        </w:rPr>
        <w:t>A</w:t>
      </w:r>
      <w:r w:rsidRPr="00234453">
        <w:rPr>
          <w:color w:val="000000"/>
        </w:rPr>
        <w:t>vertissement de</w:t>
      </w:r>
      <w:r w:rsidR="002122DB">
        <w:rPr>
          <w:color w:val="000000"/>
        </w:rPr>
        <w:t xml:space="preserve"> </w:t>
      </w:r>
      <w:r w:rsidRPr="00234453">
        <w:rPr>
          <w:color w:val="000000"/>
        </w:rPr>
        <w:t xml:space="preserve">faible </w:t>
      </w:r>
      <w:r w:rsidRPr="00741BA9">
        <w:t>pression</w:t>
      </w:r>
      <w:r w:rsidRPr="00234453">
        <w:rPr>
          <w:color w:val="000000"/>
        </w:rPr>
        <w:t xml:space="preserve"> des pneumatiques :</w:t>
      </w:r>
    </w:p>
    <w:p w14:paraId="2851F1F0" w14:textId="77777777" w:rsidR="00BC7683" w:rsidRPr="00234453" w:rsidRDefault="00BC7683" w:rsidP="00741BA9">
      <w:pPr>
        <w:pStyle w:val="SingleTxtG"/>
        <w:spacing w:before="240"/>
        <w:ind w:left="2268" w:hanging="1134"/>
        <w:rPr>
          <w:color w:val="000000"/>
        </w:rPr>
      </w:pPr>
      <w:r w:rsidRPr="00234453">
        <w:rPr>
          <w:color w:val="000000"/>
        </w:rPr>
        <w:t>2.2.1.1.1</w:t>
      </w:r>
      <w:r w:rsidRPr="00234453">
        <w:rPr>
          <w:color w:val="000000"/>
        </w:rPr>
        <w:tab/>
        <w:t xml:space="preserve">Simuler </w:t>
      </w:r>
      <w:r>
        <w:rPr>
          <w:color w:val="000000"/>
        </w:rPr>
        <w:t xml:space="preserve">un </w:t>
      </w:r>
      <w:r w:rsidRPr="00741BA9">
        <w:t>avertissement</w:t>
      </w:r>
      <w:r w:rsidRPr="00234453">
        <w:rPr>
          <w:color w:val="000000"/>
        </w:rPr>
        <w:t xml:space="preserve"> de</w:t>
      </w:r>
      <w:r w:rsidR="00A21CC6">
        <w:rPr>
          <w:color w:val="000000"/>
        </w:rPr>
        <w:t xml:space="preserve"> </w:t>
      </w:r>
      <w:r w:rsidRPr="00234453">
        <w:rPr>
          <w:color w:val="000000"/>
        </w:rPr>
        <w:t>faible pression des pneumatiques</w:t>
      </w:r>
      <w:r w:rsidR="00A21CC6">
        <w:rPr>
          <w:color w:val="000000"/>
        </w:rPr>
        <w:t xml:space="preserve"> </w:t>
      </w:r>
      <w:r>
        <w:rPr>
          <w:color w:val="000000"/>
        </w:rPr>
        <w:t xml:space="preserve">du véhicule tracté et vérifier que le signal </w:t>
      </w:r>
      <w:r w:rsidRPr="00234453">
        <w:rPr>
          <w:color w:val="000000"/>
        </w:rPr>
        <w:t>d</w:t>
      </w:r>
      <w:r w:rsidR="004B0B6E">
        <w:rPr>
          <w:color w:val="000000"/>
        </w:rPr>
        <w:t>’</w:t>
      </w:r>
      <w:r w:rsidRPr="00234453">
        <w:rPr>
          <w:color w:val="000000"/>
        </w:rPr>
        <w:t>avertissement</w:t>
      </w:r>
      <w:r>
        <w:rPr>
          <w:color w:val="000000"/>
        </w:rPr>
        <w:t xml:space="preserve"> défini au para</w:t>
      </w:r>
      <w:r w:rsidRPr="00234453">
        <w:rPr>
          <w:color w:val="000000"/>
        </w:rPr>
        <w:t xml:space="preserve">graphe 5.5 </w:t>
      </w:r>
      <w:r>
        <w:rPr>
          <w:color w:val="000000"/>
        </w:rPr>
        <w:t>du présent Règlement est allumé</w:t>
      </w:r>
      <w:r w:rsidRPr="00234453">
        <w:rPr>
          <w:color w:val="000000"/>
        </w:rPr>
        <w:t>.</w:t>
      </w:r>
    </w:p>
    <w:p w14:paraId="6ABB4DEA" w14:textId="77777777" w:rsidR="00BC7683" w:rsidRDefault="00BC7683" w:rsidP="00741BA9">
      <w:pPr>
        <w:pStyle w:val="SingleTxtG"/>
        <w:keepNext/>
        <w:ind w:left="2268"/>
        <w:rPr>
          <w:color w:val="000000"/>
        </w:rPr>
      </w:pPr>
      <w:r w:rsidRPr="00234453">
        <w:rPr>
          <w:color w:val="000000"/>
        </w:rPr>
        <w:t xml:space="preserve">Les paramètres </w:t>
      </w:r>
      <w:r w:rsidRPr="008615D7">
        <w:rPr>
          <w:color w:val="000000"/>
        </w:rPr>
        <w:t>définis dans l</w:t>
      </w:r>
      <w:r w:rsidR="004B0B6E" w:rsidRPr="008615D7">
        <w:rPr>
          <w:color w:val="000000"/>
        </w:rPr>
        <w:t>’</w:t>
      </w:r>
      <w:r w:rsidRPr="008615D7">
        <w:rPr>
          <w:color w:val="000000"/>
        </w:rPr>
        <w:t xml:space="preserve">EBS </w:t>
      </w:r>
      <w:r w:rsidR="008615D7" w:rsidRPr="008615D7">
        <w:rPr>
          <w:color w:val="000000"/>
        </w:rPr>
        <w:t>23</w:t>
      </w:r>
      <w:r w:rsidRPr="008615D7">
        <w:rPr>
          <w:color w:val="000000"/>
        </w:rPr>
        <w:t xml:space="preserve"> (octets</w:t>
      </w:r>
      <w:r>
        <w:rPr>
          <w:color w:val="000000"/>
        </w:rPr>
        <w:t xml:space="preserve"> 1 et 2</w:t>
      </w:r>
      <w:r w:rsidRPr="00234453">
        <w:rPr>
          <w:color w:val="000000"/>
        </w:rPr>
        <w:t>) de la norme ISO</w:t>
      </w:r>
      <w:r w:rsidR="00A21CC6">
        <w:rPr>
          <w:color w:val="000000"/>
        </w:rPr>
        <w:t> </w:t>
      </w:r>
      <w:r w:rsidRPr="00234453">
        <w:rPr>
          <w:color w:val="000000"/>
        </w:rPr>
        <w:t>11992</w:t>
      </w:r>
      <w:r w:rsidR="00A21CC6">
        <w:rPr>
          <w:color w:val="000000"/>
        </w:rPr>
        <w:noBreakHyphen/>
      </w:r>
      <w:r w:rsidRPr="00234453">
        <w:rPr>
          <w:color w:val="000000"/>
        </w:rPr>
        <w:t>2:20</w:t>
      </w:r>
      <w:r>
        <w:rPr>
          <w:color w:val="000000"/>
        </w:rPr>
        <w:t>14</w:t>
      </w:r>
      <w:r w:rsidRPr="00234453">
        <w:rPr>
          <w:color w:val="000000"/>
        </w:rPr>
        <w:t xml:space="preserve"> </w:t>
      </w:r>
      <w:r>
        <w:rPr>
          <w:color w:val="000000"/>
        </w:rPr>
        <w:t>d</w:t>
      </w:r>
      <w:r w:rsidRPr="00234453">
        <w:rPr>
          <w:color w:val="000000"/>
        </w:rPr>
        <w:t xml:space="preserve">oivent être </w:t>
      </w:r>
      <w:r>
        <w:rPr>
          <w:color w:val="000000"/>
        </w:rPr>
        <w:t xml:space="preserve">émis </w:t>
      </w:r>
      <w:r w:rsidRPr="00234453">
        <w:rPr>
          <w:color w:val="000000"/>
        </w:rPr>
        <w:t>comme suit</w:t>
      </w:r>
      <w:r w:rsidR="00741BA9">
        <w:rPr>
          <w:color w:val="000000"/>
        </w:rPr>
        <w:t> </w:t>
      </w:r>
      <w:r w:rsidRPr="00234453">
        <w:rPr>
          <w:color w:val="000000"/>
        </w:rPr>
        <w:t>:</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677"/>
        <w:gridCol w:w="1553"/>
        <w:gridCol w:w="2140"/>
      </w:tblGrid>
      <w:tr w:rsidR="00A21CC6" w:rsidRPr="00DF4372" w14:paraId="016C0315" w14:textId="77777777" w:rsidTr="00763012">
        <w:trPr>
          <w:tblHeader/>
        </w:trPr>
        <w:tc>
          <w:tcPr>
            <w:tcW w:w="3677" w:type="dxa"/>
            <w:shd w:val="clear" w:color="auto" w:fill="auto"/>
            <w:tcMar>
              <w:left w:w="28" w:type="dxa"/>
              <w:right w:w="28" w:type="dxa"/>
            </w:tcMar>
            <w:vAlign w:val="bottom"/>
          </w:tcPr>
          <w:p w14:paraId="2EA90005" w14:textId="77777777" w:rsidR="00A21CC6" w:rsidRPr="00A21CC6" w:rsidRDefault="00A21CC6" w:rsidP="00A21CC6">
            <w:pPr>
              <w:spacing w:before="80" w:after="80" w:line="200" w:lineRule="exact"/>
              <w:ind w:left="57"/>
              <w:rPr>
                <w:i/>
                <w:sz w:val="16"/>
              </w:rPr>
            </w:pPr>
            <w:r w:rsidRPr="00A522AD">
              <w:rPr>
                <w:i/>
                <w:sz w:val="16"/>
              </w:rPr>
              <w:t>Signaux transmis par la ligne de commande</w:t>
            </w:r>
          </w:p>
        </w:tc>
        <w:tc>
          <w:tcPr>
            <w:tcW w:w="1553" w:type="dxa"/>
            <w:shd w:val="clear" w:color="auto" w:fill="auto"/>
            <w:tcMar>
              <w:left w:w="28" w:type="dxa"/>
              <w:right w:w="28" w:type="dxa"/>
            </w:tcMar>
            <w:vAlign w:val="bottom"/>
          </w:tcPr>
          <w:p w14:paraId="24729CE1" w14:textId="77777777" w:rsidR="00A21CC6" w:rsidRPr="00DF4372" w:rsidRDefault="00A21CC6" w:rsidP="00A21CC6">
            <w:pPr>
              <w:spacing w:before="80" w:after="80" w:line="200" w:lineRule="exact"/>
              <w:ind w:left="57"/>
              <w:rPr>
                <w:i/>
                <w:sz w:val="16"/>
              </w:rPr>
            </w:pPr>
            <w:r w:rsidRPr="00502E9C">
              <w:rPr>
                <w:i/>
                <w:sz w:val="16"/>
              </w:rPr>
              <w:t xml:space="preserve">EBS 23 </w:t>
            </w:r>
            <w:r>
              <w:rPr>
                <w:i/>
                <w:sz w:val="16"/>
              </w:rPr>
              <w:t>(octet</w:t>
            </w:r>
            <w:r w:rsidRPr="00502E9C">
              <w:rPr>
                <w:i/>
                <w:sz w:val="16"/>
              </w:rPr>
              <w:t xml:space="preserve"> 1</w:t>
            </w:r>
            <w:r>
              <w:rPr>
                <w:i/>
                <w:sz w:val="16"/>
              </w:rPr>
              <w:t>)</w:t>
            </w:r>
            <w:r>
              <w:rPr>
                <w:i/>
                <w:sz w:val="16"/>
              </w:rPr>
              <w:br/>
            </w:r>
            <w:r>
              <w:rPr>
                <w:i/>
                <w:sz w:val="16"/>
                <w:szCs w:val="16"/>
              </w:rPr>
              <w:t>b</w:t>
            </w:r>
            <w:r w:rsidRPr="00502E9C">
              <w:rPr>
                <w:i/>
                <w:sz w:val="16"/>
                <w:szCs w:val="16"/>
              </w:rPr>
              <w:t>its 1</w:t>
            </w:r>
            <w:r>
              <w:rPr>
                <w:i/>
                <w:sz w:val="16"/>
                <w:szCs w:val="16"/>
              </w:rPr>
              <w:t>−</w:t>
            </w:r>
            <w:r w:rsidRPr="00502E9C">
              <w:rPr>
                <w:i/>
                <w:sz w:val="16"/>
                <w:szCs w:val="16"/>
              </w:rPr>
              <w:t>2</w:t>
            </w:r>
          </w:p>
        </w:tc>
        <w:tc>
          <w:tcPr>
            <w:tcW w:w="2140" w:type="dxa"/>
            <w:shd w:val="clear" w:color="auto" w:fill="auto"/>
            <w:tcMar>
              <w:left w:w="28" w:type="dxa"/>
              <w:right w:w="28" w:type="dxa"/>
            </w:tcMar>
            <w:vAlign w:val="bottom"/>
          </w:tcPr>
          <w:p w14:paraId="5BF92E24" w14:textId="77777777" w:rsidR="00A21CC6" w:rsidRPr="00DF4372" w:rsidRDefault="00A21CC6" w:rsidP="00A21CC6">
            <w:pPr>
              <w:spacing w:before="80" w:after="80" w:line="200" w:lineRule="exact"/>
              <w:ind w:left="57"/>
              <w:rPr>
                <w:i/>
                <w:sz w:val="16"/>
              </w:rPr>
            </w:pPr>
            <w:r w:rsidRPr="00502E9C">
              <w:rPr>
                <w:i/>
                <w:sz w:val="16"/>
              </w:rPr>
              <w:t xml:space="preserve">EBS 23 </w:t>
            </w:r>
            <w:r>
              <w:rPr>
                <w:i/>
                <w:sz w:val="16"/>
              </w:rPr>
              <w:t>(octet</w:t>
            </w:r>
            <w:r w:rsidRPr="00502E9C">
              <w:rPr>
                <w:i/>
                <w:sz w:val="16"/>
              </w:rPr>
              <w:t xml:space="preserve"> 2</w:t>
            </w:r>
            <w:r>
              <w:rPr>
                <w:i/>
                <w:sz w:val="16"/>
              </w:rPr>
              <w:t>)</w:t>
            </w:r>
          </w:p>
        </w:tc>
      </w:tr>
      <w:tr w:rsidR="00A21CC6" w:rsidRPr="00DF4372" w14:paraId="3A5A0C7B" w14:textId="77777777" w:rsidTr="00763012">
        <w:tc>
          <w:tcPr>
            <w:tcW w:w="3677" w:type="dxa"/>
            <w:shd w:val="clear" w:color="auto" w:fill="auto"/>
            <w:tcMar>
              <w:left w:w="28" w:type="dxa"/>
              <w:right w:w="28" w:type="dxa"/>
            </w:tcMar>
          </w:tcPr>
          <w:p w14:paraId="27BEF49A" w14:textId="77777777" w:rsidR="00A21CC6" w:rsidRPr="00A21CC6" w:rsidRDefault="00A21CC6" w:rsidP="00A21CC6">
            <w:pPr>
              <w:spacing w:before="40" w:after="40" w:line="220" w:lineRule="exact"/>
              <w:ind w:left="57"/>
              <w:rPr>
                <w:sz w:val="18"/>
              </w:rPr>
            </w:pPr>
            <w:r>
              <w:rPr>
                <w:sz w:val="18"/>
                <w:szCs w:val="18"/>
              </w:rPr>
              <w:t>T</w:t>
            </w:r>
            <w:r w:rsidRPr="00A522AD">
              <w:rPr>
                <w:sz w:val="18"/>
                <w:szCs w:val="18"/>
              </w:rPr>
              <w:t>émoin</w:t>
            </w:r>
            <w:r>
              <w:rPr>
                <w:sz w:val="18"/>
                <w:szCs w:val="18"/>
              </w:rPr>
              <w:t xml:space="preserve"> </w:t>
            </w:r>
            <w:r w:rsidRPr="00A522AD">
              <w:rPr>
                <w:sz w:val="18"/>
                <w:szCs w:val="18"/>
              </w:rPr>
              <w:t>d</w:t>
            </w:r>
            <w:r>
              <w:rPr>
                <w:sz w:val="18"/>
                <w:szCs w:val="18"/>
              </w:rPr>
              <w:t>’</w:t>
            </w:r>
            <w:r w:rsidRPr="00A522AD">
              <w:rPr>
                <w:sz w:val="18"/>
                <w:szCs w:val="18"/>
              </w:rPr>
              <w:t>avertissement de</w:t>
            </w:r>
            <w:r>
              <w:rPr>
                <w:sz w:val="18"/>
                <w:szCs w:val="18"/>
              </w:rPr>
              <w:t xml:space="preserve"> </w:t>
            </w:r>
            <w:r w:rsidRPr="00A522AD">
              <w:rPr>
                <w:sz w:val="18"/>
                <w:szCs w:val="18"/>
              </w:rPr>
              <w:t xml:space="preserve">faible pression </w:t>
            </w:r>
            <w:r>
              <w:rPr>
                <w:sz w:val="18"/>
                <w:szCs w:val="18"/>
              </w:rPr>
              <w:t>pour l’i</w:t>
            </w:r>
            <w:r w:rsidRPr="00A522AD">
              <w:rPr>
                <w:sz w:val="18"/>
                <w:szCs w:val="18"/>
              </w:rPr>
              <w:t xml:space="preserve">dentification </w:t>
            </w:r>
            <w:r>
              <w:rPr>
                <w:sz w:val="18"/>
                <w:szCs w:val="18"/>
              </w:rPr>
              <w:t>du pneumatique/de la roue</w:t>
            </w:r>
            <w:r w:rsidRPr="00A522AD">
              <w:rPr>
                <w:sz w:val="18"/>
                <w:szCs w:val="18"/>
              </w:rPr>
              <w:t xml:space="preserve"> n</w:t>
            </w:r>
            <w:r>
              <w:rPr>
                <w:sz w:val="18"/>
                <w:szCs w:val="18"/>
              </w:rPr>
              <w:t>uméro</w:t>
            </w:r>
            <w:r w:rsidRPr="00A522AD">
              <w:rPr>
                <w:sz w:val="18"/>
                <w:szCs w:val="18"/>
              </w:rPr>
              <w:t xml:space="preserve"> 1,7 (essieu 1, intérieur gauche)</w:t>
            </w:r>
          </w:p>
        </w:tc>
        <w:tc>
          <w:tcPr>
            <w:tcW w:w="1553" w:type="dxa"/>
            <w:shd w:val="clear" w:color="auto" w:fill="auto"/>
            <w:tcMar>
              <w:left w:w="28" w:type="dxa"/>
              <w:right w:w="28" w:type="dxa"/>
            </w:tcMar>
          </w:tcPr>
          <w:p w14:paraId="63BA85B8" w14:textId="77777777" w:rsidR="00A21CC6" w:rsidRPr="00A21CC6" w:rsidRDefault="00A21CC6" w:rsidP="00A21CC6">
            <w:pPr>
              <w:spacing w:before="40" w:after="40" w:line="220" w:lineRule="exact"/>
              <w:ind w:left="57"/>
              <w:rPr>
                <w:sz w:val="18"/>
                <w:lang w:val="ru-RU"/>
              </w:rPr>
            </w:pPr>
            <w:r w:rsidRPr="00A21CC6">
              <w:rPr>
                <w:sz w:val="18"/>
                <w:lang w:val="ru-RU"/>
              </w:rPr>
              <w:t>00</w:t>
            </w:r>
            <w:r w:rsidRPr="00A21CC6">
              <w:rPr>
                <w:sz w:val="18"/>
                <w:vertAlign w:val="subscript"/>
                <w:lang w:val="ru-RU"/>
              </w:rPr>
              <w:t>2</w:t>
            </w:r>
            <w:r w:rsidRPr="00A21CC6">
              <w:rPr>
                <w:sz w:val="18"/>
                <w:lang w:val="ru-RU"/>
              </w:rPr>
              <w:br/>
            </w:r>
            <w:r w:rsidRPr="00DA5463">
              <w:rPr>
                <w:sz w:val="18"/>
                <w:szCs w:val="18"/>
              </w:rPr>
              <w:t>(</w:t>
            </w:r>
            <w:r>
              <w:rPr>
                <w:sz w:val="18"/>
                <w:szCs w:val="18"/>
              </w:rPr>
              <w:t>P</w:t>
            </w:r>
            <w:r w:rsidRPr="00A522AD">
              <w:rPr>
                <w:sz w:val="18"/>
                <w:szCs w:val="18"/>
              </w:rPr>
              <w:t>ression insuffisante des pneumatiques</w:t>
            </w:r>
            <w:r w:rsidRPr="00DA5463">
              <w:rPr>
                <w:sz w:val="18"/>
                <w:szCs w:val="18"/>
              </w:rPr>
              <w:t>)</w:t>
            </w:r>
          </w:p>
        </w:tc>
        <w:tc>
          <w:tcPr>
            <w:tcW w:w="2140" w:type="dxa"/>
            <w:shd w:val="clear" w:color="auto" w:fill="auto"/>
            <w:tcMar>
              <w:left w:w="28" w:type="dxa"/>
              <w:right w:w="28" w:type="dxa"/>
            </w:tcMar>
          </w:tcPr>
          <w:p w14:paraId="05A8DE05" w14:textId="77777777" w:rsidR="00A21CC6" w:rsidRPr="00DF4372" w:rsidRDefault="00A21CC6" w:rsidP="00A21CC6">
            <w:pPr>
              <w:kinsoku/>
              <w:overflowPunct/>
              <w:autoSpaceDE/>
              <w:autoSpaceDN/>
              <w:adjustRightInd/>
              <w:snapToGrid/>
              <w:spacing w:before="40" w:after="40" w:line="220" w:lineRule="exact"/>
              <w:ind w:left="57"/>
              <w:rPr>
                <w:sz w:val="18"/>
              </w:rPr>
            </w:pPr>
            <w:r w:rsidRPr="00A21CC6">
              <w:rPr>
                <w:sz w:val="18"/>
                <w:szCs w:val="22"/>
                <w:lang w:val="ru-RU"/>
              </w:rPr>
              <w:t>00010111</w:t>
            </w:r>
            <w:r w:rsidRPr="00A21CC6">
              <w:rPr>
                <w:sz w:val="18"/>
                <w:szCs w:val="22"/>
                <w:vertAlign w:val="subscript"/>
                <w:lang w:val="ru-RU"/>
              </w:rPr>
              <w:t>2</w:t>
            </w:r>
            <w:r>
              <w:rPr>
                <w:sz w:val="18"/>
                <w:szCs w:val="18"/>
                <w:vertAlign w:val="subscript"/>
              </w:rPr>
              <w:br/>
            </w:r>
            <w:r w:rsidRPr="00DA5463">
              <w:rPr>
                <w:sz w:val="18"/>
                <w:szCs w:val="18"/>
              </w:rPr>
              <w:t>(</w:t>
            </w:r>
            <w:r>
              <w:rPr>
                <w:sz w:val="18"/>
                <w:szCs w:val="18"/>
              </w:rPr>
              <w:t xml:space="preserve">Pneumatique/roue </w:t>
            </w:r>
            <w:r w:rsidRPr="00DA5463">
              <w:rPr>
                <w:sz w:val="18"/>
                <w:szCs w:val="18"/>
              </w:rPr>
              <w:t>“1,7”)</w:t>
            </w:r>
          </w:p>
        </w:tc>
      </w:tr>
    </w:tbl>
    <w:p w14:paraId="2B9D9A09" w14:textId="77777777" w:rsidR="00BC7683" w:rsidRPr="00FD73D3" w:rsidRDefault="00BC7683" w:rsidP="00741BA9">
      <w:pPr>
        <w:pStyle w:val="SingleTxtG"/>
        <w:spacing w:before="240"/>
        <w:ind w:left="2268" w:hanging="1134"/>
        <w:rPr>
          <w:color w:val="000000"/>
        </w:rPr>
      </w:pPr>
      <w:r w:rsidRPr="00FD73D3">
        <w:rPr>
          <w:color w:val="000000"/>
        </w:rPr>
        <w:lastRenderedPageBreak/>
        <w:t>2.2.1.1.2</w:t>
      </w:r>
      <w:r w:rsidRPr="00FD73D3">
        <w:rPr>
          <w:color w:val="000000"/>
        </w:rPr>
        <w:tab/>
        <w:t>Simuler un avertissement de</w:t>
      </w:r>
      <w:r w:rsidR="00A21CC6">
        <w:rPr>
          <w:color w:val="000000"/>
        </w:rPr>
        <w:t xml:space="preserve"> </w:t>
      </w:r>
      <w:r w:rsidRPr="00FD73D3">
        <w:rPr>
          <w:color w:val="000000"/>
        </w:rPr>
        <w:t>faible pression des pneumatiques</w:t>
      </w:r>
      <w:r w:rsidR="00A21CC6">
        <w:rPr>
          <w:color w:val="000000"/>
        </w:rPr>
        <w:t xml:space="preserve"> </w:t>
      </w:r>
      <w:r>
        <w:rPr>
          <w:color w:val="000000"/>
        </w:rPr>
        <w:t>(</w:t>
      </w:r>
      <w:r w:rsidRPr="00930731">
        <w:rPr>
          <w:color w:val="000000"/>
        </w:rPr>
        <w:t>sans</w:t>
      </w:r>
      <w:r w:rsidRPr="00930731">
        <w:t xml:space="preserve"> identifiant</w:t>
      </w:r>
      <w:r w:rsidRPr="00B30839">
        <w:rPr>
          <w:color w:val="000000"/>
        </w:rPr>
        <w:t xml:space="preserve"> </w:t>
      </w:r>
      <w:r>
        <w:rPr>
          <w:color w:val="000000"/>
        </w:rPr>
        <w:t>connus</w:t>
      </w:r>
      <w:r w:rsidRPr="00E67878">
        <w:t xml:space="preserve"> </w:t>
      </w:r>
      <w:r w:rsidRPr="00E67878">
        <w:rPr>
          <w:color w:val="000000"/>
        </w:rPr>
        <w:t>d</w:t>
      </w:r>
      <w:r>
        <w:rPr>
          <w:color w:val="000000"/>
        </w:rPr>
        <w:t>u</w:t>
      </w:r>
      <w:r w:rsidRPr="00E67878">
        <w:rPr>
          <w:color w:val="000000"/>
        </w:rPr>
        <w:t xml:space="preserve"> pneumatique </w:t>
      </w:r>
      <w:r>
        <w:rPr>
          <w:color w:val="000000"/>
        </w:rPr>
        <w:t xml:space="preserve">ou de la </w:t>
      </w:r>
      <w:r w:rsidRPr="00E67878">
        <w:rPr>
          <w:color w:val="000000"/>
        </w:rPr>
        <w:t>roue</w:t>
      </w:r>
      <w:r>
        <w:rPr>
          <w:color w:val="000000"/>
        </w:rPr>
        <w:t xml:space="preserve">) du </w:t>
      </w:r>
      <w:r w:rsidRPr="00FD73D3">
        <w:rPr>
          <w:color w:val="000000"/>
        </w:rPr>
        <w:t>véhicule tracté et vérifier que le signal d</w:t>
      </w:r>
      <w:r w:rsidR="004B0B6E">
        <w:rPr>
          <w:color w:val="000000"/>
        </w:rPr>
        <w:t>’</w:t>
      </w:r>
      <w:r w:rsidRPr="00FD73D3">
        <w:rPr>
          <w:color w:val="000000"/>
        </w:rPr>
        <w:t>avertissement défini au paragraphe 5.5 du présent Règlement est allumé.</w:t>
      </w:r>
    </w:p>
    <w:p w14:paraId="582B0C75" w14:textId="77777777" w:rsidR="00BC7683" w:rsidRDefault="00BC7683" w:rsidP="00741BA9">
      <w:pPr>
        <w:pStyle w:val="SingleTxtG"/>
        <w:ind w:left="2268"/>
        <w:rPr>
          <w:color w:val="000000"/>
        </w:rPr>
      </w:pPr>
      <w:r w:rsidRPr="00B30839">
        <w:rPr>
          <w:color w:val="000000"/>
        </w:rPr>
        <w:t>Les paramètres définis dans l</w:t>
      </w:r>
      <w:r w:rsidR="004B0B6E">
        <w:rPr>
          <w:color w:val="000000"/>
        </w:rPr>
        <w:t>’</w:t>
      </w:r>
      <w:r w:rsidRPr="00B30839">
        <w:rPr>
          <w:color w:val="000000"/>
        </w:rPr>
        <w:t>EBS 2</w:t>
      </w:r>
      <w:r>
        <w:rPr>
          <w:color w:val="000000"/>
        </w:rPr>
        <w:t>3</w:t>
      </w:r>
      <w:r w:rsidRPr="00B30839">
        <w:rPr>
          <w:color w:val="000000"/>
        </w:rPr>
        <w:t xml:space="preserve"> (octets 1 et 2) de la norme ISO 11992-2:2014 doivent être émis comme suit</w:t>
      </w:r>
      <w:r w:rsidR="00741BA9">
        <w:rPr>
          <w:color w:val="000000"/>
        </w:rPr>
        <w:t> </w:t>
      </w:r>
      <w:r w:rsidRPr="00B30839">
        <w:rPr>
          <w:color w:val="000000"/>
        </w:rPr>
        <w:t>:</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681"/>
        <w:gridCol w:w="1559"/>
        <w:gridCol w:w="2130"/>
      </w:tblGrid>
      <w:tr w:rsidR="00A21CC6" w:rsidRPr="00DF4372" w14:paraId="4447163C" w14:textId="77777777" w:rsidTr="00763012">
        <w:trPr>
          <w:tblHeader/>
        </w:trPr>
        <w:tc>
          <w:tcPr>
            <w:tcW w:w="3681" w:type="dxa"/>
            <w:shd w:val="clear" w:color="auto" w:fill="auto"/>
            <w:tcMar>
              <w:left w:w="28" w:type="dxa"/>
              <w:right w:w="28" w:type="dxa"/>
            </w:tcMar>
            <w:vAlign w:val="bottom"/>
          </w:tcPr>
          <w:p w14:paraId="0689BF65" w14:textId="77777777" w:rsidR="00A21CC6" w:rsidRPr="00A21CC6" w:rsidRDefault="00A21CC6" w:rsidP="00A21CC6">
            <w:pPr>
              <w:spacing w:before="80" w:after="80" w:line="200" w:lineRule="exact"/>
              <w:ind w:left="57"/>
              <w:rPr>
                <w:i/>
                <w:sz w:val="16"/>
              </w:rPr>
            </w:pPr>
            <w:r w:rsidRPr="00B30839">
              <w:rPr>
                <w:i/>
                <w:sz w:val="16"/>
              </w:rPr>
              <w:t>Signaux transmis par la ligne de commande</w:t>
            </w:r>
          </w:p>
        </w:tc>
        <w:tc>
          <w:tcPr>
            <w:tcW w:w="1559" w:type="dxa"/>
            <w:shd w:val="clear" w:color="auto" w:fill="auto"/>
            <w:tcMar>
              <w:left w:w="28" w:type="dxa"/>
              <w:right w:w="28" w:type="dxa"/>
            </w:tcMar>
          </w:tcPr>
          <w:p w14:paraId="6D8045D4" w14:textId="77777777" w:rsidR="00A21CC6" w:rsidRPr="00DF4372" w:rsidRDefault="00A21CC6" w:rsidP="00A21CC6">
            <w:pPr>
              <w:kinsoku/>
              <w:overflowPunct/>
              <w:autoSpaceDE/>
              <w:autoSpaceDN/>
              <w:adjustRightInd/>
              <w:snapToGrid/>
              <w:spacing w:before="80" w:after="80" w:line="200" w:lineRule="exact"/>
              <w:ind w:left="57"/>
              <w:rPr>
                <w:i/>
                <w:sz w:val="16"/>
              </w:rPr>
            </w:pPr>
            <w:r w:rsidRPr="00A21CC6">
              <w:rPr>
                <w:i/>
                <w:sz w:val="16"/>
                <w:szCs w:val="22"/>
                <w:lang w:val="ru-RU"/>
              </w:rPr>
              <w:t>EBS</w:t>
            </w:r>
            <w:r w:rsidRPr="00502E9C">
              <w:rPr>
                <w:i/>
                <w:sz w:val="16"/>
              </w:rPr>
              <w:t xml:space="preserve"> 23 </w:t>
            </w:r>
            <w:r>
              <w:rPr>
                <w:i/>
                <w:sz w:val="16"/>
              </w:rPr>
              <w:t>(octet</w:t>
            </w:r>
            <w:r w:rsidRPr="00502E9C">
              <w:rPr>
                <w:i/>
                <w:sz w:val="16"/>
              </w:rPr>
              <w:t xml:space="preserve"> 1</w:t>
            </w:r>
            <w:r>
              <w:rPr>
                <w:i/>
                <w:sz w:val="16"/>
              </w:rPr>
              <w:t xml:space="preserve">) </w:t>
            </w:r>
            <w:r>
              <w:rPr>
                <w:i/>
                <w:sz w:val="16"/>
              </w:rPr>
              <w:br/>
            </w:r>
            <w:r w:rsidRPr="00502E9C">
              <w:rPr>
                <w:i/>
                <w:sz w:val="16"/>
                <w:szCs w:val="16"/>
              </w:rPr>
              <w:t>Bits 1</w:t>
            </w:r>
            <w:r w:rsidR="009A49FF">
              <w:rPr>
                <w:i/>
                <w:sz w:val="16"/>
                <w:szCs w:val="16"/>
              </w:rPr>
              <w:t>−</w:t>
            </w:r>
            <w:r w:rsidRPr="00502E9C">
              <w:rPr>
                <w:i/>
                <w:sz w:val="16"/>
                <w:szCs w:val="16"/>
              </w:rPr>
              <w:t>2</w:t>
            </w:r>
          </w:p>
        </w:tc>
        <w:tc>
          <w:tcPr>
            <w:tcW w:w="2130" w:type="dxa"/>
            <w:shd w:val="clear" w:color="auto" w:fill="auto"/>
            <w:tcMar>
              <w:left w:w="28" w:type="dxa"/>
              <w:right w:w="28" w:type="dxa"/>
            </w:tcMar>
            <w:vAlign w:val="bottom"/>
          </w:tcPr>
          <w:p w14:paraId="6D03C26F" w14:textId="77777777" w:rsidR="00A21CC6" w:rsidRPr="00DF4372" w:rsidRDefault="00A21CC6" w:rsidP="00A21CC6">
            <w:pPr>
              <w:spacing w:before="80" w:after="80" w:line="200" w:lineRule="exact"/>
              <w:ind w:left="57"/>
              <w:rPr>
                <w:i/>
                <w:sz w:val="16"/>
              </w:rPr>
            </w:pPr>
            <w:r w:rsidRPr="00502E9C">
              <w:rPr>
                <w:i/>
                <w:sz w:val="16"/>
              </w:rPr>
              <w:t xml:space="preserve">EBS 23 </w:t>
            </w:r>
            <w:r>
              <w:rPr>
                <w:i/>
                <w:sz w:val="16"/>
              </w:rPr>
              <w:t>(octet</w:t>
            </w:r>
            <w:r w:rsidRPr="00502E9C">
              <w:rPr>
                <w:i/>
                <w:sz w:val="16"/>
              </w:rPr>
              <w:t xml:space="preserve"> 2</w:t>
            </w:r>
            <w:r>
              <w:rPr>
                <w:i/>
                <w:sz w:val="16"/>
              </w:rPr>
              <w:t>)</w:t>
            </w:r>
          </w:p>
        </w:tc>
      </w:tr>
      <w:tr w:rsidR="00A21CC6" w:rsidRPr="00A21CC6" w14:paraId="704557C4" w14:textId="77777777" w:rsidTr="00763012">
        <w:tc>
          <w:tcPr>
            <w:tcW w:w="3681" w:type="dxa"/>
            <w:shd w:val="clear" w:color="auto" w:fill="auto"/>
            <w:tcMar>
              <w:left w:w="28" w:type="dxa"/>
              <w:right w:w="28" w:type="dxa"/>
            </w:tcMar>
          </w:tcPr>
          <w:p w14:paraId="762CC3A6" w14:textId="77777777" w:rsidR="00A21CC6" w:rsidRPr="00A21CC6" w:rsidRDefault="00A21CC6" w:rsidP="00A21CC6">
            <w:pPr>
              <w:spacing w:before="40" w:after="40" w:line="220" w:lineRule="exact"/>
              <w:ind w:left="57"/>
              <w:rPr>
                <w:sz w:val="18"/>
              </w:rPr>
            </w:pPr>
            <w:r w:rsidRPr="00B30839">
              <w:rPr>
                <w:sz w:val="18"/>
                <w:szCs w:val="18"/>
              </w:rPr>
              <w:t>Témoin</w:t>
            </w:r>
            <w:r>
              <w:rPr>
                <w:sz w:val="18"/>
                <w:szCs w:val="18"/>
              </w:rPr>
              <w:t xml:space="preserve"> </w:t>
            </w:r>
            <w:r w:rsidRPr="00B30839">
              <w:rPr>
                <w:sz w:val="18"/>
                <w:szCs w:val="18"/>
              </w:rPr>
              <w:t>d</w:t>
            </w:r>
            <w:r>
              <w:rPr>
                <w:sz w:val="18"/>
                <w:szCs w:val="18"/>
              </w:rPr>
              <w:t>’</w:t>
            </w:r>
            <w:r w:rsidRPr="00B30839">
              <w:rPr>
                <w:sz w:val="18"/>
                <w:szCs w:val="18"/>
              </w:rPr>
              <w:t>avertissement de</w:t>
            </w:r>
            <w:r>
              <w:rPr>
                <w:sz w:val="18"/>
                <w:szCs w:val="18"/>
              </w:rPr>
              <w:t xml:space="preserve"> </w:t>
            </w:r>
            <w:r w:rsidRPr="00B30839">
              <w:rPr>
                <w:sz w:val="18"/>
                <w:szCs w:val="18"/>
              </w:rPr>
              <w:t>faible pression des</w:t>
            </w:r>
            <w:r>
              <w:rPr>
                <w:sz w:val="18"/>
                <w:szCs w:val="18"/>
              </w:rPr>
              <w:t> </w:t>
            </w:r>
            <w:r w:rsidRPr="00B30839">
              <w:rPr>
                <w:sz w:val="18"/>
                <w:szCs w:val="18"/>
              </w:rPr>
              <w:t xml:space="preserve">pneumatiques (sans </w:t>
            </w:r>
            <w:r w:rsidRPr="00930731">
              <w:rPr>
                <w:sz w:val="18"/>
                <w:szCs w:val="18"/>
              </w:rPr>
              <w:t>identifiant connu d</w:t>
            </w:r>
            <w:r>
              <w:rPr>
                <w:sz w:val="18"/>
                <w:szCs w:val="18"/>
              </w:rPr>
              <w:t>u </w:t>
            </w:r>
            <w:r w:rsidRPr="00930731">
              <w:rPr>
                <w:sz w:val="18"/>
                <w:szCs w:val="18"/>
              </w:rPr>
              <w:t>pneumatique</w:t>
            </w:r>
            <w:r>
              <w:rPr>
                <w:sz w:val="18"/>
                <w:szCs w:val="18"/>
              </w:rPr>
              <w:t>/</w:t>
            </w:r>
            <w:r w:rsidRPr="00930731">
              <w:rPr>
                <w:sz w:val="18"/>
                <w:szCs w:val="18"/>
              </w:rPr>
              <w:t>de</w:t>
            </w:r>
            <w:r>
              <w:rPr>
                <w:sz w:val="18"/>
                <w:szCs w:val="18"/>
              </w:rPr>
              <w:t xml:space="preserve"> la </w:t>
            </w:r>
            <w:r w:rsidRPr="00930731">
              <w:rPr>
                <w:sz w:val="18"/>
                <w:szCs w:val="18"/>
              </w:rPr>
              <w:t>roue</w:t>
            </w:r>
            <w:r w:rsidRPr="00B30839">
              <w:rPr>
                <w:sz w:val="18"/>
                <w:szCs w:val="18"/>
              </w:rPr>
              <w:t>)</w:t>
            </w:r>
          </w:p>
        </w:tc>
        <w:tc>
          <w:tcPr>
            <w:tcW w:w="1559" w:type="dxa"/>
            <w:shd w:val="clear" w:color="auto" w:fill="auto"/>
            <w:tcMar>
              <w:left w:w="28" w:type="dxa"/>
              <w:right w:w="28" w:type="dxa"/>
            </w:tcMar>
          </w:tcPr>
          <w:p w14:paraId="2E5ABEED" w14:textId="77777777" w:rsidR="00A21CC6" w:rsidRPr="00A21CC6" w:rsidRDefault="00A21CC6" w:rsidP="00A21CC6">
            <w:pPr>
              <w:spacing w:before="40" w:after="40" w:line="220" w:lineRule="exact"/>
              <w:ind w:left="57"/>
              <w:rPr>
                <w:sz w:val="18"/>
                <w:lang w:val="ru-RU"/>
              </w:rPr>
            </w:pPr>
            <w:r w:rsidRPr="00A21CC6">
              <w:rPr>
                <w:sz w:val="18"/>
                <w:lang w:val="ru-RU"/>
              </w:rPr>
              <w:t>00</w:t>
            </w:r>
            <w:r w:rsidRPr="00A21CC6">
              <w:rPr>
                <w:sz w:val="18"/>
                <w:vertAlign w:val="subscript"/>
                <w:lang w:val="ru-RU"/>
              </w:rPr>
              <w:t>2</w:t>
            </w:r>
            <w:r w:rsidRPr="00A21CC6">
              <w:rPr>
                <w:sz w:val="18"/>
                <w:lang w:val="ru-RU"/>
              </w:rPr>
              <w:br/>
            </w:r>
            <w:r w:rsidRPr="00DA5463">
              <w:rPr>
                <w:sz w:val="18"/>
                <w:szCs w:val="18"/>
              </w:rPr>
              <w:t>(</w:t>
            </w:r>
            <w:r w:rsidRPr="00B30839">
              <w:rPr>
                <w:sz w:val="18"/>
                <w:szCs w:val="18"/>
              </w:rPr>
              <w:t>Pression insuffisante des pneumatiques</w:t>
            </w:r>
            <w:r w:rsidRPr="00DA5463">
              <w:rPr>
                <w:sz w:val="18"/>
                <w:szCs w:val="18"/>
              </w:rPr>
              <w:t>)</w:t>
            </w:r>
          </w:p>
        </w:tc>
        <w:tc>
          <w:tcPr>
            <w:tcW w:w="2130" w:type="dxa"/>
            <w:shd w:val="clear" w:color="auto" w:fill="auto"/>
            <w:tcMar>
              <w:left w:w="28" w:type="dxa"/>
              <w:right w:w="28" w:type="dxa"/>
            </w:tcMar>
          </w:tcPr>
          <w:p w14:paraId="6A5B5B3E" w14:textId="77777777" w:rsidR="00A21CC6" w:rsidRPr="00A21CC6" w:rsidRDefault="00A21CC6" w:rsidP="00A21CC6">
            <w:pPr>
              <w:spacing w:before="40" w:after="40" w:line="220" w:lineRule="exact"/>
              <w:ind w:left="57"/>
              <w:rPr>
                <w:sz w:val="18"/>
              </w:rPr>
            </w:pPr>
            <w:r w:rsidRPr="00A21CC6">
              <w:rPr>
                <w:sz w:val="18"/>
              </w:rPr>
              <w:t>00000000</w:t>
            </w:r>
            <w:r w:rsidRPr="00A21CC6">
              <w:rPr>
                <w:sz w:val="18"/>
                <w:vertAlign w:val="subscript"/>
              </w:rPr>
              <w:t>2</w:t>
            </w:r>
            <w:r w:rsidRPr="00A21CC6">
              <w:rPr>
                <w:sz w:val="18"/>
              </w:rPr>
              <w:br/>
            </w:r>
            <w:r>
              <w:rPr>
                <w:sz w:val="18"/>
                <w:szCs w:val="18"/>
              </w:rPr>
              <w:t>(I</w:t>
            </w:r>
            <w:r w:rsidRPr="00B30839">
              <w:rPr>
                <w:sz w:val="18"/>
                <w:szCs w:val="18"/>
              </w:rPr>
              <w:t>dentifiant du pneumatique</w:t>
            </w:r>
            <w:r>
              <w:rPr>
                <w:sz w:val="18"/>
                <w:szCs w:val="18"/>
              </w:rPr>
              <w:t xml:space="preserve">/de la roue </w:t>
            </w:r>
            <w:r w:rsidRPr="00B30839">
              <w:rPr>
                <w:sz w:val="18"/>
                <w:szCs w:val="18"/>
              </w:rPr>
              <w:t>non défini ou roue non définie et essieu &gt; 15</w:t>
            </w:r>
            <w:r w:rsidRPr="00B30839">
              <w:rPr>
                <w:sz w:val="18"/>
                <w:szCs w:val="18"/>
                <w:vertAlign w:val="subscript"/>
              </w:rPr>
              <w:t>10</w:t>
            </w:r>
            <w:r w:rsidRPr="00B30839">
              <w:rPr>
                <w:sz w:val="18"/>
                <w:szCs w:val="18"/>
              </w:rPr>
              <w:t>)</w:t>
            </w:r>
          </w:p>
          <w:p w14:paraId="4DC84EDC" w14:textId="77777777" w:rsidR="00A21CC6" w:rsidRPr="00A21CC6" w:rsidRDefault="00A21CC6" w:rsidP="00A21CC6">
            <w:pPr>
              <w:spacing w:before="40" w:after="40" w:line="220" w:lineRule="exact"/>
              <w:ind w:left="57"/>
              <w:rPr>
                <w:sz w:val="18"/>
              </w:rPr>
            </w:pPr>
            <w:r w:rsidRPr="006978EC">
              <w:rPr>
                <w:sz w:val="18"/>
                <w:szCs w:val="18"/>
              </w:rPr>
              <w:t>OU</w:t>
            </w:r>
          </w:p>
          <w:p w14:paraId="188638FF" w14:textId="77777777" w:rsidR="00A21CC6" w:rsidRPr="00A21CC6" w:rsidRDefault="00A21CC6" w:rsidP="00A21CC6">
            <w:pPr>
              <w:spacing w:before="40" w:after="40" w:line="220" w:lineRule="exact"/>
              <w:ind w:left="57"/>
              <w:rPr>
                <w:sz w:val="18"/>
              </w:rPr>
            </w:pPr>
            <w:r w:rsidRPr="00A21CC6">
              <w:rPr>
                <w:sz w:val="18"/>
              </w:rPr>
              <w:t>11111111</w:t>
            </w:r>
            <w:r w:rsidRPr="00A21CC6">
              <w:rPr>
                <w:sz w:val="18"/>
                <w:vertAlign w:val="subscript"/>
              </w:rPr>
              <w:t>2</w:t>
            </w:r>
            <w:r w:rsidRPr="00A21CC6">
              <w:rPr>
                <w:sz w:val="18"/>
                <w:vertAlign w:val="subscript"/>
              </w:rPr>
              <w:br/>
            </w:r>
            <w:r>
              <w:rPr>
                <w:sz w:val="18"/>
                <w:szCs w:val="18"/>
              </w:rPr>
              <w:t>(I</w:t>
            </w:r>
            <w:r w:rsidRPr="00A237EB">
              <w:rPr>
                <w:sz w:val="18"/>
                <w:szCs w:val="18"/>
              </w:rPr>
              <w:t>dentifiant du pneumatique</w:t>
            </w:r>
            <w:r>
              <w:rPr>
                <w:sz w:val="18"/>
                <w:szCs w:val="18"/>
              </w:rPr>
              <w:t>/de la roue</w:t>
            </w:r>
            <w:r w:rsidRPr="00A237EB">
              <w:rPr>
                <w:sz w:val="18"/>
                <w:szCs w:val="18"/>
              </w:rPr>
              <w:t xml:space="preserve"> non disponible ou roue = 15</w:t>
            </w:r>
            <w:r w:rsidRPr="00A237EB">
              <w:rPr>
                <w:sz w:val="18"/>
                <w:szCs w:val="18"/>
                <w:vertAlign w:val="subscript"/>
              </w:rPr>
              <w:t>10</w:t>
            </w:r>
            <w:r w:rsidRPr="00A237EB">
              <w:rPr>
                <w:sz w:val="18"/>
                <w:szCs w:val="18"/>
              </w:rPr>
              <w:t xml:space="preserve"> et essieu = 15</w:t>
            </w:r>
            <w:r w:rsidRPr="00A237EB">
              <w:rPr>
                <w:sz w:val="18"/>
                <w:szCs w:val="18"/>
                <w:vertAlign w:val="subscript"/>
              </w:rPr>
              <w:t>10</w:t>
            </w:r>
            <w:r w:rsidRPr="00A237EB">
              <w:rPr>
                <w:sz w:val="18"/>
                <w:szCs w:val="18"/>
              </w:rPr>
              <w:t>)</w:t>
            </w:r>
          </w:p>
        </w:tc>
      </w:tr>
    </w:tbl>
    <w:p w14:paraId="2F44DED5" w14:textId="77777777" w:rsidR="00BC7683" w:rsidRPr="00A237EB" w:rsidRDefault="00BC7683" w:rsidP="00741BA9">
      <w:pPr>
        <w:pStyle w:val="SingleTxtG"/>
        <w:spacing w:before="240"/>
        <w:ind w:left="2268" w:hanging="1134"/>
        <w:rPr>
          <w:color w:val="000000"/>
        </w:rPr>
      </w:pPr>
      <w:r w:rsidRPr="00A237EB">
        <w:rPr>
          <w:color w:val="000000"/>
        </w:rPr>
        <w:t>2.2.1.2</w:t>
      </w:r>
      <w:r w:rsidRPr="00A237EB">
        <w:rPr>
          <w:color w:val="000000"/>
        </w:rPr>
        <w:tab/>
      </w:r>
      <w:r w:rsidR="00741BA9">
        <w:rPr>
          <w:color w:val="000000"/>
        </w:rPr>
        <w:tab/>
      </w:r>
      <w:r w:rsidRPr="00A237EB">
        <w:rPr>
          <w:color w:val="000000"/>
        </w:rPr>
        <w:t xml:space="preserve">Avertissement en cas de défaillance </w:t>
      </w:r>
      <w:r>
        <w:rPr>
          <w:color w:val="000000"/>
        </w:rPr>
        <w:t xml:space="preserve">du </w:t>
      </w:r>
      <w:r w:rsidRPr="00A237EB">
        <w:rPr>
          <w:bCs/>
          <w:color w:val="000000"/>
        </w:rPr>
        <w:t>système de surveillance de la pression des pneumatiques</w:t>
      </w:r>
      <w:r w:rsidR="009D1988">
        <w:rPr>
          <w:bCs/>
          <w:color w:val="000000"/>
        </w:rPr>
        <w:t> </w:t>
      </w:r>
      <w:r w:rsidRPr="00A237EB">
        <w:rPr>
          <w:color w:val="000000"/>
        </w:rPr>
        <w:t>:</w:t>
      </w:r>
    </w:p>
    <w:p w14:paraId="00256920" w14:textId="77777777" w:rsidR="00BC7683" w:rsidRPr="00A237EB" w:rsidRDefault="00BC7683" w:rsidP="00741BA9">
      <w:pPr>
        <w:pStyle w:val="SingleTxtG"/>
        <w:spacing w:before="240"/>
        <w:ind w:left="2268" w:hanging="1134"/>
        <w:rPr>
          <w:color w:val="000000"/>
        </w:rPr>
      </w:pPr>
      <w:r w:rsidRPr="00A237EB">
        <w:rPr>
          <w:color w:val="000000"/>
        </w:rPr>
        <w:t>2.2.1.2.1</w:t>
      </w:r>
      <w:r w:rsidRPr="00A237EB">
        <w:rPr>
          <w:color w:val="000000"/>
        </w:rPr>
        <w:tab/>
        <w:t xml:space="preserve">Simuler une défaillance du </w:t>
      </w:r>
      <w:r w:rsidRPr="00A237EB">
        <w:rPr>
          <w:bCs/>
          <w:color w:val="000000"/>
        </w:rPr>
        <w:t>système de surveillance de la pression des pneumatiques</w:t>
      </w:r>
      <w:r>
        <w:rPr>
          <w:bCs/>
          <w:color w:val="000000"/>
        </w:rPr>
        <w:t xml:space="preserve"> du véhicule tracté</w:t>
      </w:r>
      <w:r w:rsidRPr="00A237EB">
        <w:rPr>
          <w:color w:val="000000"/>
        </w:rPr>
        <w:t>, sign</w:t>
      </w:r>
      <w:r>
        <w:rPr>
          <w:color w:val="000000"/>
        </w:rPr>
        <w:t>a</w:t>
      </w:r>
      <w:r w:rsidRPr="00A237EB">
        <w:rPr>
          <w:color w:val="000000"/>
        </w:rPr>
        <w:t xml:space="preserve">lée par </w:t>
      </w:r>
      <w:r>
        <w:rPr>
          <w:color w:val="000000"/>
        </w:rPr>
        <w:t>c</w:t>
      </w:r>
      <w:r w:rsidRPr="00A237EB">
        <w:rPr>
          <w:color w:val="000000"/>
        </w:rPr>
        <w:t xml:space="preserve">e </w:t>
      </w:r>
      <w:r>
        <w:rPr>
          <w:color w:val="000000"/>
        </w:rPr>
        <w:t xml:space="preserve">même </w:t>
      </w:r>
      <w:r w:rsidRPr="00A237EB">
        <w:rPr>
          <w:color w:val="000000"/>
        </w:rPr>
        <w:t>TPMS</w:t>
      </w:r>
      <w:r>
        <w:rPr>
          <w:color w:val="000000"/>
        </w:rPr>
        <w:t xml:space="preserve">, et </w:t>
      </w:r>
      <w:r w:rsidRPr="00A237EB">
        <w:rPr>
          <w:color w:val="000000"/>
        </w:rPr>
        <w:t>vérifier que le signal d</w:t>
      </w:r>
      <w:r w:rsidR="004B0B6E">
        <w:rPr>
          <w:color w:val="000000"/>
        </w:rPr>
        <w:t>’</w:t>
      </w:r>
      <w:r w:rsidRPr="00A237EB">
        <w:rPr>
          <w:color w:val="000000"/>
        </w:rPr>
        <w:t>avertissement défini au paragraphe 5.5</w:t>
      </w:r>
      <w:r>
        <w:rPr>
          <w:color w:val="000000"/>
        </w:rPr>
        <w:t>.6</w:t>
      </w:r>
      <w:r w:rsidRPr="00A237EB">
        <w:rPr>
          <w:color w:val="000000"/>
        </w:rPr>
        <w:t xml:space="preserve"> du présent Règlement est allumé.</w:t>
      </w:r>
    </w:p>
    <w:p w14:paraId="363E98A3" w14:textId="77777777" w:rsidR="00BC7683" w:rsidRDefault="00BC7683" w:rsidP="00741BA9">
      <w:pPr>
        <w:pStyle w:val="SingleTxtG"/>
        <w:ind w:left="2268"/>
        <w:rPr>
          <w:color w:val="000000"/>
        </w:rPr>
      </w:pPr>
      <w:r w:rsidRPr="00A237EB">
        <w:rPr>
          <w:color w:val="000000"/>
        </w:rPr>
        <w:t>Les paramètres définis dans l</w:t>
      </w:r>
      <w:r w:rsidR="004B0B6E">
        <w:rPr>
          <w:color w:val="000000"/>
        </w:rPr>
        <w:t>’</w:t>
      </w:r>
      <w:r w:rsidRPr="00A237EB">
        <w:rPr>
          <w:color w:val="000000"/>
        </w:rPr>
        <w:t xml:space="preserve">EBS </w:t>
      </w:r>
      <w:r>
        <w:rPr>
          <w:color w:val="000000"/>
        </w:rPr>
        <w:t>23</w:t>
      </w:r>
      <w:r w:rsidRPr="00A237EB">
        <w:rPr>
          <w:color w:val="000000"/>
        </w:rPr>
        <w:t xml:space="preserve"> (octets 1 et 2) de la norme ISO</w:t>
      </w:r>
      <w:r w:rsidR="009A49FF">
        <w:rPr>
          <w:color w:val="000000"/>
        </w:rPr>
        <w:t> </w:t>
      </w:r>
      <w:r w:rsidRPr="00A237EB">
        <w:rPr>
          <w:color w:val="000000"/>
        </w:rPr>
        <w:t>11992</w:t>
      </w:r>
      <w:r w:rsidR="009A49FF">
        <w:rPr>
          <w:color w:val="000000"/>
        </w:rPr>
        <w:noBreakHyphen/>
      </w:r>
      <w:r w:rsidRPr="00A237EB">
        <w:rPr>
          <w:color w:val="000000"/>
        </w:rPr>
        <w:t>2:2014 doivent être émis comme suit</w:t>
      </w:r>
      <w:r w:rsidR="00741BA9">
        <w:rPr>
          <w:color w:val="000000"/>
        </w:rPr>
        <w:t> </w:t>
      </w:r>
      <w:r w:rsidRPr="00A237EB">
        <w:rPr>
          <w:color w:val="000000"/>
        </w:rPr>
        <w:t>:</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677"/>
        <w:gridCol w:w="1553"/>
        <w:gridCol w:w="2140"/>
      </w:tblGrid>
      <w:tr w:rsidR="009A49FF" w:rsidRPr="00DF4372" w14:paraId="5C6D7179" w14:textId="77777777" w:rsidTr="00763012">
        <w:trPr>
          <w:tblHeader/>
        </w:trPr>
        <w:tc>
          <w:tcPr>
            <w:tcW w:w="3677" w:type="dxa"/>
            <w:shd w:val="clear" w:color="auto" w:fill="auto"/>
            <w:tcMar>
              <w:left w:w="28" w:type="dxa"/>
              <w:right w:w="28" w:type="dxa"/>
            </w:tcMar>
            <w:vAlign w:val="bottom"/>
          </w:tcPr>
          <w:p w14:paraId="1A727EE8" w14:textId="77777777" w:rsidR="009A49FF" w:rsidRPr="00A21CC6" w:rsidRDefault="009A49FF" w:rsidP="00763012">
            <w:pPr>
              <w:spacing w:before="80" w:after="80" w:line="200" w:lineRule="exact"/>
              <w:ind w:left="57"/>
              <w:rPr>
                <w:i/>
                <w:sz w:val="16"/>
              </w:rPr>
            </w:pPr>
            <w:r w:rsidRPr="00A522AD">
              <w:rPr>
                <w:i/>
                <w:sz w:val="16"/>
              </w:rPr>
              <w:t>Signaux transmis par la ligne de commande</w:t>
            </w:r>
          </w:p>
        </w:tc>
        <w:tc>
          <w:tcPr>
            <w:tcW w:w="1553" w:type="dxa"/>
            <w:shd w:val="clear" w:color="auto" w:fill="auto"/>
            <w:tcMar>
              <w:left w:w="28" w:type="dxa"/>
              <w:right w:w="28" w:type="dxa"/>
            </w:tcMar>
            <w:vAlign w:val="bottom"/>
          </w:tcPr>
          <w:p w14:paraId="357B5C67" w14:textId="77777777" w:rsidR="009A49FF" w:rsidRPr="00DF4372" w:rsidRDefault="009A49FF" w:rsidP="00763012">
            <w:pPr>
              <w:spacing w:before="80" w:after="80" w:line="200" w:lineRule="exact"/>
              <w:ind w:left="57"/>
              <w:rPr>
                <w:i/>
                <w:sz w:val="16"/>
              </w:rPr>
            </w:pPr>
            <w:r w:rsidRPr="00502E9C">
              <w:rPr>
                <w:i/>
                <w:sz w:val="16"/>
              </w:rPr>
              <w:t xml:space="preserve">EBS 23 </w:t>
            </w:r>
            <w:r>
              <w:rPr>
                <w:i/>
                <w:sz w:val="16"/>
              </w:rPr>
              <w:t>(octet</w:t>
            </w:r>
            <w:r w:rsidRPr="00502E9C">
              <w:rPr>
                <w:i/>
                <w:sz w:val="16"/>
              </w:rPr>
              <w:t xml:space="preserve"> 1</w:t>
            </w:r>
            <w:r>
              <w:rPr>
                <w:i/>
                <w:sz w:val="16"/>
              </w:rPr>
              <w:t>)</w:t>
            </w:r>
            <w:r>
              <w:rPr>
                <w:i/>
                <w:sz w:val="16"/>
              </w:rPr>
              <w:br/>
            </w:r>
            <w:r>
              <w:rPr>
                <w:i/>
                <w:sz w:val="16"/>
                <w:szCs w:val="16"/>
              </w:rPr>
              <w:t>b</w:t>
            </w:r>
            <w:r w:rsidRPr="00502E9C">
              <w:rPr>
                <w:i/>
                <w:sz w:val="16"/>
                <w:szCs w:val="16"/>
              </w:rPr>
              <w:t>its 1</w:t>
            </w:r>
            <w:r>
              <w:rPr>
                <w:i/>
                <w:sz w:val="16"/>
                <w:szCs w:val="16"/>
              </w:rPr>
              <w:t>−</w:t>
            </w:r>
            <w:r w:rsidRPr="00502E9C">
              <w:rPr>
                <w:i/>
                <w:sz w:val="16"/>
                <w:szCs w:val="16"/>
              </w:rPr>
              <w:t>2</w:t>
            </w:r>
          </w:p>
        </w:tc>
        <w:tc>
          <w:tcPr>
            <w:tcW w:w="2140" w:type="dxa"/>
            <w:shd w:val="clear" w:color="auto" w:fill="auto"/>
            <w:tcMar>
              <w:left w:w="28" w:type="dxa"/>
              <w:right w:w="28" w:type="dxa"/>
            </w:tcMar>
            <w:vAlign w:val="bottom"/>
          </w:tcPr>
          <w:p w14:paraId="5894B841" w14:textId="77777777" w:rsidR="009A49FF" w:rsidRPr="00DF4372" w:rsidRDefault="009A49FF" w:rsidP="00763012">
            <w:pPr>
              <w:spacing w:before="80" w:after="80" w:line="200" w:lineRule="exact"/>
              <w:ind w:left="57"/>
              <w:rPr>
                <w:i/>
                <w:sz w:val="16"/>
              </w:rPr>
            </w:pPr>
            <w:r w:rsidRPr="00502E9C">
              <w:rPr>
                <w:i/>
                <w:sz w:val="16"/>
              </w:rPr>
              <w:t xml:space="preserve">EBS 23 </w:t>
            </w:r>
            <w:r>
              <w:rPr>
                <w:i/>
                <w:sz w:val="16"/>
              </w:rPr>
              <w:t>(octet</w:t>
            </w:r>
            <w:r w:rsidRPr="00502E9C">
              <w:rPr>
                <w:i/>
                <w:sz w:val="16"/>
              </w:rPr>
              <w:t xml:space="preserve"> 2</w:t>
            </w:r>
            <w:r>
              <w:rPr>
                <w:i/>
                <w:sz w:val="16"/>
              </w:rPr>
              <w:t>)</w:t>
            </w:r>
          </w:p>
        </w:tc>
      </w:tr>
      <w:tr w:rsidR="009A49FF" w:rsidRPr="00DF4372" w14:paraId="58FAAF5D" w14:textId="77777777" w:rsidTr="00763012">
        <w:tc>
          <w:tcPr>
            <w:tcW w:w="3677" w:type="dxa"/>
            <w:shd w:val="clear" w:color="auto" w:fill="auto"/>
            <w:tcMar>
              <w:left w:w="28" w:type="dxa"/>
              <w:right w:w="28" w:type="dxa"/>
            </w:tcMar>
          </w:tcPr>
          <w:p w14:paraId="6DA72351" w14:textId="77777777" w:rsidR="009A49FF" w:rsidRPr="00A21CC6" w:rsidRDefault="009A49FF" w:rsidP="00763012">
            <w:pPr>
              <w:spacing w:before="40" w:after="40" w:line="220" w:lineRule="exact"/>
              <w:ind w:left="57"/>
              <w:rPr>
                <w:sz w:val="18"/>
              </w:rPr>
            </w:pPr>
            <w:r>
              <w:rPr>
                <w:sz w:val="18"/>
                <w:szCs w:val="18"/>
              </w:rPr>
              <w:t>D</w:t>
            </w:r>
            <w:r w:rsidRPr="0054696D">
              <w:rPr>
                <w:sz w:val="18"/>
                <w:szCs w:val="18"/>
              </w:rPr>
              <w:t xml:space="preserve">éfaillance du </w:t>
            </w:r>
            <w:r w:rsidRPr="00E67878">
              <w:rPr>
                <w:sz w:val="18"/>
                <w:szCs w:val="18"/>
              </w:rPr>
              <w:t xml:space="preserve">TPMS </w:t>
            </w:r>
            <w:r>
              <w:rPr>
                <w:sz w:val="18"/>
                <w:szCs w:val="18"/>
              </w:rPr>
              <w:t>pour l’identification du p</w:t>
            </w:r>
            <w:r w:rsidRPr="00E67878">
              <w:rPr>
                <w:sz w:val="18"/>
                <w:szCs w:val="18"/>
              </w:rPr>
              <w:t>neumatique</w:t>
            </w:r>
            <w:r>
              <w:rPr>
                <w:sz w:val="18"/>
                <w:szCs w:val="18"/>
              </w:rPr>
              <w:t xml:space="preserve">/de la </w:t>
            </w:r>
            <w:r w:rsidRPr="00E67878">
              <w:rPr>
                <w:sz w:val="18"/>
                <w:szCs w:val="18"/>
              </w:rPr>
              <w:t>roue</w:t>
            </w:r>
            <w:r>
              <w:rPr>
                <w:sz w:val="18"/>
                <w:szCs w:val="18"/>
              </w:rPr>
              <w:t xml:space="preserve"> </w:t>
            </w:r>
            <w:r w:rsidRPr="0054696D">
              <w:rPr>
                <w:sz w:val="18"/>
                <w:szCs w:val="18"/>
              </w:rPr>
              <w:t>numéro 1,7 (essieu 1, intérieur gauche)</w:t>
            </w:r>
          </w:p>
        </w:tc>
        <w:tc>
          <w:tcPr>
            <w:tcW w:w="1553" w:type="dxa"/>
            <w:shd w:val="clear" w:color="auto" w:fill="auto"/>
            <w:tcMar>
              <w:left w:w="28" w:type="dxa"/>
              <w:right w:w="28" w:type="dxa"/>
            </w:tcMar>
          </w:tcPr>
          <w:p w14:paraId="4002DE00" w14:textId="77777777" w:rsidR="009A49FF" w:rsidRPr="00A21CC6" w:rsidRDefault="009A49FF" w:rsidP="00763012">
            <w:pPr>
              <w:spacing w:before="40" w:after="40" w:line="220" w:lineRule="exact"/>
              <w:ind w:left="57"/>
              <w:rPr>
                <w:sz w:val="18"/>
                <w:lang w:val="ru-RU"/>
              </w:rPr>
            </w:pPr>
            <w:r>
              <w:rPr>
                <w:sz w:val="18"/>
              </w:rPr>
              <w:t>1</w:t>
            </w:r>
            <w:r w:rsidRPr="00A21CC6">
              <w:rPr>
                <w:sz w:val="18"/>
                <w:lang w:val="ru-RU"/>
              </w:rPr>
              <w:t>0</w:t>
            </w:r>
            <w:r w:rsidRPr="00A21CC6">
              <w:rPr>
                <w:sz w:val="18"/>
                <w:vertAlign w:val="subscript"/>
                <w:lang w:val="ru-RU"/>
              </w:rPr>
              <w:t>2</w:t>
            </w:r>
            <w:r w:rsidRPr="00A21CC6">
              <w:rPr>
                <w:sz w:val="18"/>
                <w:lang w:val="ru-RU"/>
              </w:rPr>
              <w:br/>
            </w:r>
            <w:r w:rsidRPr="00DA5463">
              <w:rPr>
                <w:sz w:val="18"/>
                <w:szCs w:val="18"/>
              </w:rPr>
              <w:t>(</w:t>
            </w:r>
            <w:r>
              <w:rPr>
                <w:sz w:val="18"/>
                <w:szCs w:val="18"/>
              </w:rPr>
              <w:t>I</w:t>
            </w:r>
            <w:r w:rsidRPr="00E67878">
              <w:rPr>
                <w:sz w:val="18"/>
                <w:szCs w:val="18"/>
              </w:rPr>
              <w:t>ndicateur d</w:t>
            </w:r>
            <w:r>
              <w:rPr>
                <w:sz w:val="18"/>
                <w:szCs w:val="18"/>
              </w:rPr>
              <w:t>’</w:t>
            </w:r>
            <w:r w:rsidRPr="00E67878">
              <w:rPr>
                <w:sz w:val="18"/>
                <w:szCs w:val="18"/>
              </w:rPr>
              <w:t>erreur</w:t>
            </w:r>
            <w:r w:rsidRPr="00DA5463">
              <w:rPr>
                <w:sz w:val="18"/>
                <w:szCs w:val="18"/>
              </w:rPr>
              <w:t>)</w:t>
            </w:r>
          </w:p>
        </w:tc>
        <w:tc>
          <w:tcPr>
            <w:tcW w:w="2140" w:type="dxa"/>
            <w:shd w:val="clear" w:color="auto" w:fill="auto"/>
            <w:tcMar>
              <w:left w:w="28" w:type="dxa"/>
              <w:right w:w="28" w:type="dxa"/>
            </w:tcMar>
          </w:tcPr>
          <w:p w14:paraId="490B7E57" w14:textId="77777777" w:rsidR="009A49FF" w:rsidRPr="00DF4372" w:rsidRDefault="009A49FF" w:rsidP="00763012">
            <w:pPr>
              <w:kinsoku/>
              <w:overflowPunct/>
              <w:autoSpaceDE/>
              <w:autoSpaceDN/>
              <w:adjustRightInd/>
              <w:snapToGrid/>
              <w:spacing w:before="40" w:after="40" w:line="220" w:lineRule="exact"/>
              <w:ind w:left="57"/>
              <w:rPr>
                <w:sz w:val="18"/>
              </w:rPr>
            </w:pPr>
            <w:r w:rsidRPr="00C464CC">
              <w:rPr>
                <w:sz w:val="18"/>
                <w:szCs w:val="18"/>
              </w:rPr>
              <w:t>00010111</w:t>
            </w:r>
            <w:r w:rsidRPr="00C464CC">
              <w:rPr>
                <w:sz w:val="18"/>
                <w:szCs w:val="18"/>
                <w:vertAlign w:val="subscript"/>
              </w:rPr>
              <w:t>2</w:t>
            </w:r>
            <w:r>
              <w:rPr>
                <w:sz w:val="18"/>
                <w:szCs w:val="18"/>
                <w:vertAlign w:val="subscript"/>
              </w:rPr>
              <w:br/>
            </w:r>
            <w:r w:rsidRPr="00C464CC">
              <w:rPr>
                <w:sz w:val="18"/>
                <w:szCs w:val="18"/>
              </w:rPr>
              <w:t>(</w:t>
            </w:r>
            <w:r w:rsidRPr="008615D7">
              <w:rPr>
                <w:sz w:val="18"/>
                <w:szCs w:val="18"/>
              </w:rPr>
              <w:t>Pneumatique</w:t>
            </w:r>
            <w:r w:rsidR="008615D7" w:rsidRPr="008615D7">
              <w:rPr>
                <w:sz w:val="18"/>
                <w:szCs w:val="18"/>
              </w:rPr>
              <w:t>/</w:t>
            </w:r>
            <w:r w:rsidR="008615D7">
              <w:rPr>
                <w:sz w:val="18"/>
                <w:szCs w:val="18"/>
              </w:rPr>
              <w:t>roue</w:t>
            </w:r>
            <w:r w:rsidRPr="00C464CC">
              <w:rPr>
                <w:sz w:val="18"/>
                <w:szCs w:val="18"/>
              </w:rPr>
              <w:t xml:space="preserve"> “1,7”)</w:t>
            </w:r>
          </w:p>
        </w:tc>
      </w:tr>
    </w:tbl>
    <w:p w14:paraId="242661DF" w14:textId="77777777" w:rsidR="00BC7683" w:rsidRDefault="00BC7683" w:rsidP="00741BA9">
      <w:pPr>
        <w:pStyle w:val="SingleTxtG"/>
        <w:spacing w:before="240"/>
        <w:ind w:left="2268" w:hanging="1134"/>
        <w:rPr>
          <w:color w:val="000000"/>
        </w:rPr>
      </w:pPr>
      <w:r w:rsidRPr="006978EC">
        <w:rPr>
          <w:color w:val="000000"/>
        </w:rPr>
        <w:t>2.2.1.2.2</w:t>
      </w:r>
      <w:r w:rsidRPr="006978EC">
        <w:rPr>
          <w:color w:val="000000"/>
        </w:rPr>
        <w:tab/>
      </w:r>
      <w:r w:rsidRPr="00AC3092">
        <w:rPr>
          <w:color w:val="000000"/>
        </w:rPr>
        <w:t xml:space="preserve">Simuler une défaillance du </w:t>
      </w:r>
      <w:r w:rsidRPr="00AC3092">
        <w:rPr>
          <w:bCs/>
          <w:color w:val="000000"/>
        </w:rPr>
        <w:t>système de surveillance de la pression des pneumatiques du véhicule tracté</w:t>
      </w:r>
      <w:r>
        <w:rPr>
          <w:bCs/>
          <w:color w:val="000000"/>
        </w:rPr>
        <w:t xml:space="preserve"> (sans connaître l</w:t>
      </w:r>
      <w:r w:rsidR="004B0B6E">
        <w:rPr>
          <w:bCs/>
          <w:color w:val="000000"/>
        </w:rPr>
        <w:t>’</w:t>
      </w:r>
      <w:r>
        <w:rPr>
          <w:bCs/>
          <w:color w:val="000000"/>
        </w:rPr>
        <w:t xml:space="preserve">identifiant du pneumatique ou de la roue) </w:t>
      </w:r>
      <w:r w:rsidRPr="00AC3092">
        <w:rPr>
          <w:color w:val="000000"/>
        </w:rPr>
        <w:t>et vérifier que le signal d</w:t>
      </w:r>
      <w:r w:rsidR="004B0B6E">
        <w:rPr>
          <w:color w:val="000000"/>
        </w:rPr>
        <w:t>’</w:t>
      </w:r>
      <w:r w:rsidRPr="00AC3092">
        <w:rPr>
          <w:color w:val="000000"/>
        </w:rPr>
        <w:t>avertissement défini au paragraphe</w:t>
      </w:r>
      <w:r w:rsidR="009A49FF">
        <w:rPr>
          <w:color w:val="000000"/>
        </w:rPr>
        <w:t> </w:t>
      </w:r>
      <w:r w:rsidRPr="00AC3092">
        <w:rPr>
          <w:color w:val="000000"/>
        </w:rPr>
        <w:t>5.5.6 du présent Règlement est allumé.</w:t>
      </w:r>
    </w:p>
    <w:p w14:paraId="6F856EBE" w14:textId="77777777" w:rsidR="00BC7683" w:rsidRDefault="00BC7683" w:rsidP="00770044">
      <w:pPr>
        <w:pStyle w:val="SingleTxtG"/>
        <w:ind w:left="2268"/>
        <w:rPr>
          <w:color w:val="000000"/>
        </w:rPr>
      </w:pPr>
      <w:r w:rsidRPr="00AC3092">
        <w:rPr>
          <w:color w:val="000000"/>
        </w:rPr>
        <w:t>Les paramètres définis dans l</w:t>
      </w:r>
      <w:r w:rsidR="004B0B6E">
        <w:rPr>
          <w:color w:val="000000"/>
        </w:rPr>
        <w:t>’</w:t>
      </w:r>
      <w:r w:rsidRPr="00AC3092">
        <w:rPr>
          <w:color w:val="000000"/>
        </w:rPr>
        <w:t>EBS 23 (octets 1 et 2) de la norme ISO 11992</w:t>
      </w:r>
      <w:r w:rsidR="009A49FF">
        <w:rPr>
          <w:color w:val="000000"/>
        </w:rPr>
        <w:t>−</w:t>
      </w:r>
      <w:r w:rsidRPr="00AC3092">
        <w:rPr>
          <w:color w:val="000000"/>
        </w:rPr>
        <w:t>2:2014 doivent être émis comme suit</w:t>
      </w:r>
      <w:r w:rsidR="00770044">
        <w:rPr>
          <w:color w:val="000000"/>
        </w:rPr>
        <w:t> </w:t>
      </w:r>
      <w:r w:rsidRPr="00AC3092">
        <w:rPr>
          <w:color w:val="000000"/>
        </w:rPr>
        <w:t>:</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681"/>
        <w:gridCol w:w="1559"/>
        <w:gridCol w:w="2130"/>
      </w:tblGrid>
      <w:tr w:rsidR="009A49FF" w:rsidRPr="00DF4372" w14:paraId="4FE4CA57" w14:textId="77777777" w:rsidTr="00763012">
        <w:trPr>
          <w:tblHeader/>
        </w:trPr>
        <w:tc>
          <w:tcPr>
            <w:tcW w:w="3681" w:type="dxa"/>
            <w:shd w:val="clear" w:color="auto" w:fill="auto"/>
            <w:tcMar>
              <w:left w:w="28" w:type="dxa"/>
              <w:right w:w="28" w:type="dxa"/>
            </w:tcMar>
            <w:vAlign w:val="bottom"/>
          </w:tcPr>
          <w:p w14:paraId="6CF65AD8" w14:textId="77777777" w:rsidR="009A49FF" w:rsidRPr="00A21CC6" w:rsidRDefault="009A49FF" w:rsidP="00763012">
            <w:pPr>
              <w:spacing w:before="80" w:after="80" w:line="200" w:lineRule="exact"/>
              <w:ind w:left="57"/>
              <w:rPr>
                <w:i/>
                <w:sz w:val="16"/>
              </w:rPr>
            </w:pPr>
            <w:r w:rsidRPr="00B30839">
              <w:rPr>
                <w:i/>
                <w:sz w:val="16"/>
              </w:rPr>
              <w:t>Signaux transmis par la ligne de commande</w:t>
            </w:r>
          </w:p>
        </w:tc>
        <w:tc>
          <w:tcPr>
            <w:tcW w:w="1559" w:type="dxa"/>
            <w:shd w:val="clear" w:color="auto" w:fill="auto"/>
            <w:tcMar>
              <w:left w:w="28" w:type="dxa"/>
              <w:right w:w="28" w:type="dxa"/>
            </w:tcMar>
          </w:tcPr>
          <w:p w14:paraId="4207F8FE" w14:textId="77777777" w:rsidR="009A49FF" w:rsidRPr="00DF4372" w:rsidRDefault="009A49FF" w:rsidP="00763012">
            <w:pPr>
              <w:kinsoku/>
              <w:overflowPunct/>
              <w:autoSpaceDE/>
              <w:autoSpaceDN/>
              <w:adjustRightInd/>
              <w:snapToGrid/>
              <w:spacing w:before="80" w:after="80" w:line="200" w:lineRule="exact"/>
              <w:ind w:left="57"/>
              <w:rPr>
                <w:i/>
                <w:sz w:val="16"/>
              </w:rPr>
            </w:pPr>
            <w:r w:rsidRPr="00A21CC6">
              <w:rPr>
                <w:i/>
                <w:sz w:val="16"/>
                <w:szCs w:val="22"/>
                <w:lang w:val="ru-RU"/>
              </w:rPr>
              <w:t>EBS</w:t>
            </w:r>
            <w:r w:rsidRPr="00502E9C">
              <w:rPr>
                <w:i/>
                <w:sz w:val="16"/>
              </w:rPr>
              <w:t xml:space="preserve"> 23 </w:t>
            </w:r>
            <w:r>
              <w:rPr>
                <w:i/>
                <w:sz w:val="16"/>
              </w:rPr>
              <w:t>(octet</w:t>
            </w:r>
            <w:r w:rsidRPr="00502E9C">
              <w:rPr>
                <w:i/>
                <w:sz w:val="16"/>
              </w:rPr>
              <w:t xml:space="preserve"> 1</w:t>
            </w:r>
            <w:r>
              <w:rPr>
                <w:i/>
                <w:sz w:val="16"/>
              </w:rPr>
              <w:t xml:space="preserve">) </w:t>
            </w:r>
            <w:r>
              <w:rPr>
                <w:i/>
                <w:sz w:val="16"/>
              </w:rPr>
              <w:br/>
            </w:r>
            <w:r w:rsidRPr="00502E9C">
              <w:rPr>
                <w:i/>
                <w:sz w:val="16"/>
                <w:szCs w:val="16"/>
              </w:rPr>
              <w:t>Bits 1</w:t>
            </w:r>
            <w:r>
              <w:rPr>
                <w:i/>
                <w:sz w:val="16"/>
                <w:szCs w:val="16"/>
              </w:rPr>
              <w:t>−</w:t>
            </w:r>
            <w:r w:rsidRPr="00502E9C">
              <w:rPr>
                <w:i/>
                <w:sz w:val="16"/>
                <w:szCs w:val="16"/>
              </w:rPr>
              <w:t>2</w:t>
            </w:r>
          </w:p>
        </w:tc>
        <w:tc>
          <w:tcPr>
            <w:tcW w:w="2130" w:type="dxa"/>
            <w:shd w:val="clear" w:color="auto" w:fill="auto"/>
            <w:tcMar>
              <w:left w:w="28" w:type="dxa"/>
              <w:right w:w="28" w:type="dxa"/>
            </w:tcMar>
            <w:vAlign w:val="bottom"/>
          </w:tcPr>
          <w:p w14:paraId="46E81119" w14:textId="77777777" w:rsidR="009A49FF" w:rsidRPr="00DF4372" w:rsidRDefault="009A49FF" w:rsidP="00763012">
            <w:pPr>
              <w:spacing w:before="80" w:after="80" w:line="200" w:lineRule="exact"/>
              <w:ind w:left="57"/>
              <w:rPr>
                <w:i/>
                <w:sz w:val="16"/>
              </w:rPr>
            </w:pPr>
            <w:r w:rsidRPr="00502E9C">
              <w:rPr>
                <w:i/>
                <w:sz w:val="16"/>
              </w:rPr>
              <w:t xml:space="preserve">EBS 23 </w:t>
            </w:r>
            <w:r>
              <w:rPr>
                <w:i/>
                <w:sz w:val="16"/>
              </w:rPr>
              <w:t>(octet</w:t>
            </w:r>
            <w:r w:rsidRPr="00502E9C">
              <w:rPr>
                <w:i/>
                <w:sz w:val="16"/>
              </w:rPr>
              <w:t xml:space="preserve"> 2</w:t>
            </w:r>
            <w:r>
              <w:rPr>
                <w:i/>
                <w:sz w:val="16"/>
              </w:rPr>
              <w:t>)</w:t>
            </w:r>
          </w:p>
        </w:tc>
      </w:tr>
      <w:tr w:rsidR="009A49FF" w:rsidRPr="00A21CC6" w14:paraId="1B5E6568" w14:textId="77777777" w:rsidTr="00763012">
        <w:tc>
          <w:tcPr>
            <w:tcW w:w="3681" w:type="dxa"/>
            <w:shd w:val="clear" w:color="auto" w:fill="auto"/>
            <w:tcMar>
              <w:left w:w="28" w:type="dxa"/>
              <w:right w:w="28" w:type="dxa"/>
            </w:tcMar>
          </w:tcPr>
          <w:p w14:paraId="173358C7" w14:textId="77777777" w:rsidR="009A49FF" w:rsidRPr="00A21CC6" w:rsidRDefault="009A49FF" w:rsidP="00763012">
            <w:pPr>
              <w:spacing w:before="40" w:after="40" w:line="220" w:lineRule="exact"/>
              <w:ind w:left="57"/>
              <w:rPr>
                <w:sz w:val="18"/>
              </w:rPr>
            </w:pPr>
            <w:r w:rsidRPr="0054696D">
              <w:rPr>
                <w:sz w:val="18"/>
                <w:szCs w:val="18"/>
              </w:rPr>
              <w:t>Défaillance du TPMS (sans identifi</w:t>
            </w:r>
            <w:r>
              <w:rPr>
                <w:sz w:val="18"/>
                <w:szCs w:val="18"/>
              </w:rPr>
              <w:t xml:space="preserve">ant </w:t>
            </w:r>
            <w:r w:rsidRPr="0054696D">
              <w:rPr>
                <w:sz w:val="18"/>
                <w:szCs w:val="18"/>
              </w:rPr>
              <w:t>du pneumati</w:t>
            </w:r>
            <w:r>
              <w:rPr>
                <w:sz w:val="18"/>
                <w:szCs w:val="18"/>
              </w:rPr>
              <w:t>que/de la roue</w:t>
            </w:r>
            <w:r w:rsidRPr="0054696D">
              <w:rPr>
                <w:sz w:val="18"/>
                <w:szCs w:val="18"/>
              </w:rPr>
              <w:t>)</w:t>
            </w:r>
          </w:p>
        </w:tc>
        <w:tc>
          <w:tcPr>
            <w:tcW w:w="1559" w:type="dxa"/>
            <w:shd w:val="clear" w:color="auto" w:fill="auto"/>
            <w:tcMar>
              <w:left w:w="28" w:type="dxa"/>
              <w:right w:w="28" w:type="dxa"/>
            </w:tcMar>
          </w:tcPr>
          <w:p w14:paraId="27E196B9" w14:textId="77777777" w:rsidR="009A49FF" w:rsidRPr="00A21CC6" w:rsidRDefault="009A49FF" w:rsidP="00763012">
            <w:pPr>
              <w:spacing w:before="40" w:after="40" w:line="220" w:lineRule="exact"/>
              <w:ind w:left="57"/>
              <w:rPr>
                <w:sz w:val="18"/>
                <w:lang w:val="ru-RU"/>
              </w:rPr>
            </w:pPr>
            <w:r>
              <w:rPr>
                <w:sz w:val="18"/>
              </w:rPr>
              <w:t>1</w:t>
            </w:r>
            <w:r w:rsidRPr="00A21CC6">
              <w:rPr>
                <w:sz w:val="18"/>
                <w:lang w:val="ru-RU"/>
              </w:rPr>
              <w:t>0</w:t>
            </w:r>
            <w:r w:rsidRPr="00A21CC6">
              <w:rPr>
                <w:sz w:val="18"/>
                <w:vertAlign w:val="subscript"/>
                <w:lang w:val="ru-RU"/>
              </w:rPr>
              <w:t>2</w:t>
            </w:r>
            <w:r w:rsidRPr="00A21CC6">
              <w:rPr>
                <w:sz w:val="18"/>
                <w:lang w:val="ru-RU"/>
              </w:rPr>
              <w:br/>
            </w:r>
            <w:r w:rsidRPr="00DA5463">
              <w:rPr>
                <w:sz w:val="18"/>
                <w:szCs w:val="18"/>
              </w:rPr>
              <w:t>(</w:t>
            </w:r>
            <w:r w:rsidRPr="0054696D">
              <w:rPr>
                <w:sz w:val="18"/>
                <w:szCs w:val="18"/>
              </w:rPr>
              <w:t>Indicateur d</w:t>
            </w:r>
            <w:r>
              <w:rPr>
                <w:sz w:val="18"/>
                <w:szCs w:val="18"/>
              </w:rPr>
              <w:t>’</w:t>
            </w:r>
            <w:r w:rsidRPr="0054696D">
              <w:rPr>
                <w:sz w:val="18"/>
                <w:szCs w:val="18"/>
              </w:rPr>
              <w:t>erreur</w:t>
            </w:r>
            <w:r w:rsidRPr="00DA5463">
              <w:rPr>
                <w:sz w:val="18"/>
                <w:szCs w:val="18"/>
              </w:rPr>
              <w:t>)</w:t>
            </w:r>
          </w:p>
        </w:tc>
        <w:tc>
          <w:tcPr>
            <w:tcW w:w="2130" w:type="dxa"/>
            <w:shd w:val="clear" w:color="auto" w:fill="auto"/>
            <w:tcMar>
              <w:left w:w="28" w:type="dxa"/>
              <w:right w:w="28" w:type="dxa"/>
            </w:tcMar>
          </w:tcPr>
          <w:p w14:paraId="145FF52D" w14:textId="77777777" w:rsidR="009A49FF" w:rsidRPr="00A21CC6" w:rsidRDefault="009A49FF" w:rsidP="00763012">
            <w:pPr>
              <w:spacing w:before="40" w:after="40" w:line="220" w:lineRule="exact"/>
              <w:ind w:left="57"/>
              <w:rPr>
                <w:sz w:val="18"/>
              </w:rPr>
            </w:pPr>
            <w:r w:rsidRPr="00A21CC6">
              <w:rPr>
                <w:sz w:val="18"/>
              </w:rPr>
              <w:t>00000000</w:t>
            </w:r>
            <w:r w:rsidRPr="00A21CC6">
              <w:rPr>
                <w:sz w:val="18"/>
                <w:vertAlign w:val="subscript"/>
              </w:rPr>
              <w:t>2</w:t>
            </w:r>
            <w:r w:rsidRPr="00A21CC6">
              <w:rPr>
                <w:sz w:val="18"/>
              </w:rPr>
              <w:br/>
            </w:r>
            <w:r>
              <w:rPr>
                <w:sz w:val="18"/>
                <w:szCs w:val="18"/>
              </w:rPr>
              <w:t>(</w:t>
            </w:r>
            <w:r w:rsidRPr="0054696D">
              <w:rPr>
                <w:sz w:val="18"/>
                <w:szCs w:val="18"/>
              </w:rPr>
              <w:t>Identifiant du pneumatique/de la roue non défini ou roue non définie et essieu &gt; 15</w:t>
            </w:r>
            <w:r w:rsidRPr="0054696D">
              <w:rPr>
                <w:sz w:val="18"/>
                <w:szCs w:val="18"/>
                <w:vertAlign w:val="subscript"/>
              </w:rPr>
              <w:t>10</w:t>
            </w:r>
            <w:r w:rsidRPr="00B30839">
              <w:rPr>
                <w:sz w:val="18"/>
                <w:szCs w:val="18"/>
              </w:rPr>
              <w:t>)</w:t>
            </w:r>
          </w:p>
          <w:p w14:paraId="404D7B24" w14:textId="77777777" w:rsidR="009A49FF" w:rsidRPr="00A21CC6" w:rsidRDefault="009A49FF" w:rsidP="00763012">
            <w:pPr>
              <w:spacing w:before="40" w:after="40" w:line="220" w:lineRule="exact"/>
              <w:ind w:left="57"/>
              <w:rPr>
                <w:sz w:val="18"/>
              </w:rPr>
            </w:pPr>
            <w:r w:rsidRPr="006978EC">
              <w:rPr>
                <w:sz w:val="18"/>
                <w:szCs w:val="18"/>
              </w:rPr>
              <w:t>OU</w:t>
            </w:r>
          </w:p>
          <w:p w14:paraId="7779EBF7" w14:textId="77777777" w:rsidR="009A49FF" w:rsidRPr="00A21CC6" w:rsidRDefault="009A49FF" w:rsidP="00763012">
            <w:pPr>
              <w:spacing w:before="40" w:after="40" w:line="220" w:lineRule="exact"/>
              <w:ind w:left="57"/>
              <w:rPr>
                <w:sz w:val="18"/>
              </w:rPr>
            </w:pPr>
            <w:r w:rsidRPr="00A21CC6">
              <w:rPr>
                <w:sz w:val="18"/>
              </w:rPr>
              <w:t>11111111</w:t>
            </w:r>
            <w:r w:rsidRPr="00A21CC6">
              <w:rPr>
                <w:sz w:val="18"/>
                <w:vertAlign w:val="subscript"/>
              </w:rPr>
              <w:t>2</w:t>
            </w:r>
            <w:r w:rsidRPr="00A21CC6">
              <w:rPr>
                <w:sz w:val="18"/>
                <w:vertAlign w:val="subscript"/>
              </w:rPr>
              <w:br/>
            </w:r>
            <w:r>
              <w:rPr>
                <w:sz w:val="18"/>
                <w:szCs w:val="18"/>
              </w:rPr>
              <w:t>(</w:t>
            </w:r>
            <w:r w:rsidRPr="0054696D">
              <w:rPr>
                <w:sz w:val="18"/>
                <w:szCs w:val="18"/>
              </w:rPr>
              <w:t>Identifiant du pneumatique/de la roue non disponible ou roue = 15</w:t>
            </w:r>
            <w:r w:rsidRPr="0054696D">
              <w:rPr>
                <w:sz w:val="18"/>
                <w:szCs w:val="18"/>
                <w:vertAlign w:val="subscript"/>
              </w:rPr>
              <w:t>10</w:t>
            </w:r>
            <w:r w:rsidRPr="0054696D">
              <w:rPr>
                <w:sz w:val="18"/>
                <w:szCs w:val="18"/>
              </w:rPr>
              <w:t xml:space="preserve"> et essieu = 15</w:t>
            </w:r>
            <w:r w:rsidRPr="0054696D">
              <w:rPr>
                <w:sz w:val="18"/>
                <w:szCs w:val="18"/>
                <w:vertAlign w:val="subscript"/>
              </w:rPr>
              <w:t>10</w:t>
            </w:r>
            <w:r w:rsidRPr="00A237EB">
              <w:rPr>
                <w:sz w:val="18"/>
                <w:szCs w:val="18"/>
              </w:rPr>
              <w:t>)</w:t>
            </w:r>
          </w:p>
        </w:tc>
      </w:tr>
    </w:tbl>
    <w:p w14:paraId="0F65183B" w14:textId="77777777" w:rsidR="00BC7683" w:rsidRPr="0054696D" w:rsidRDefault="00BC7683" w:rsidP="00770044">
      <w:pPr>
        <w:pStyle w:val="SingleTxtG"/>
        <w:spacing w:before="240"/>
        <w:ind w:left="2268" w:hanging="1134"/>
        <w:rPr>
          <w:color w:val="000000"/>
        </w:rPr>
      </w:pPr>
      <w:r w:rsidRPr="0054696D">
        <w:rPr>
          <w:color w:val="000000"/>
        </w:rPr>
        <w:lastRenderedPageBreak/>
        <w:t>2.2.1.2.3</w:t>
      </w:r>
      <w:r w:rsidRPr="0054696D">
        <w:rPr>
          <w:color w:val="000000"/>
        </w:rPr>
        <w:tab/>
        <w:t>Simuler une défaillance permanente de la ligne de c</w:t>
      </w:r>
      <w:r>
        <w:rPr>
          <w:color w:val="000000"/>
        </w:rPr>
        <w:t xml:space="preserve">ommunication </w:t>
      </w:r>
      <w:r w:rsidRPr="0054696D">
        <w:rPr>
          <w:color w:val="000000"/>
        </w:rPr>
        <w:t>et vérifier que le signal d</w:t>
      </w:r>
      <w:r w:rsidR="004B0B6E">
        <w:rPr>
          <w:color w:val="000000"/>
        </w:rPr>
        <w:t>’</w:t>
      </w:r>
      <w:r w:rsidRPr="0054696D">
        <w:rPr>
          <w:color w:val="000000"/>
        </w:rPr>
        <w:t xml:space="preserve">avertissement </w:t>
      </w:r>
      <w:r>
        <w:rPr>
          <w:color w:val="000000"/>
        </w:rPr>
        <w:t xml:space="preserve">de </w:t>
      </w:r>
      <w:r w:rsidRPr="00AC3092">
        <w:rPr>
          <w:color w:val="000000"/>
        </w:rPr>
        <w:t xml:space="preserve">défaillance du </w:t>
      </w:r>
      <w:r>
        <w:rPr>
          <w:color w:val="000000"/>
        </w:rPr>
        <w:t>TMPS</w:t>
      </w:r>
      <w:r w:rsidRPr="0054696D">
        <w:rPr>
          <w:color w:val="000000"/>
        </w:rPr>
        <w:t xml:space="preserve"> défini au paragraphe</w:t>
      </w:r>
      <w:r w:rsidR="009A49FF">
        <w:rPr>
          <w:color w:val="000000"/>
        </w:rPr>
        <w:t> </w:t>
      </w:r>
      <w:r w:rsidRPr="0054696D">
        <w:rPr>
          <w:color w:val="000000"/>
        </w:rPr>
        <w:t>5.</w:t>
      </w:r>
      <w:r>
        <w:rPr>
          <w:color w:val="000000"/>
        </w:rPr>
        <w:t>5.6</w:t>
      </w:r>
      <w:r w:rsidRPr="0054696D">
        <w:rPr>
          <w:color w:val="000000"/>
        </w:rPr>
        <w:t xml:space="preserve"> du présent Règlement est allumé.</w:t>
      </w:r>
    </w:p>
    <w:p w14:paraId="345F53EB" w14:textId="77777777" w:rsidR="00BC7683" w:rsidRPr="00974D87" w:rsidRDefault="00BC7683" w:rsidP="00770044">
      <w:pPr>
        <w:pStyle w:val="SingleTxtG"/>
        <w:spacing w:before="240"/>
        <w:ind w:left="2268" w:hanging="1134"/>
      </w:pPr>
      <w:r w:rsidRPr="00974D87">
        <w:rPr>
          <w:color w:val="000000"/>
        </w:rPr>
        <w:t>2.2.1.2.4</w:t>
      </w:r>
      <w:r w:rsidRPr="00974D87">
        <w:rPr>
          <w:color w:val="000000"/>
        </w:rPr>
        <w:tab/>
        <w:t xml:space="preserve">Il est à noter que </w:t>
      </w:r>
      <w:r>
        <w:rPr>
          <w:color w:val="000000"/>
        </w:rPr>
        <w:t xml:space="preserve">le témoin </w:t>
      </w:r>
      <w:r w:rsidRPr="00770044">
        <w:rPr>
          <w:bCs/>
          <w:color w:val="000000"/>
        </w:rPr>
        <w:t>d</w:t>
      </w:r>
      <w:r w:rsidR="004B0B6E">
        <w:rPr>
          <w:bCs/>
          <w:color w:val="000000"/>
        </w:rPr>
        <w:t>’</w:t>
      </w:r>
      <w:r w:rsidRPr="00770044">
        <w:rPr>
          <w:bCs/>
          <w:color w:val="000000"/>
        </w:rPr>
        <w:t>avertissement</w:t>
      </w:r>
      <w:r w:rsidRPr="00974D87">
        <w:rPr>
          <w:color w:val="000000"/>
        </w:rPr>
        <w:t xml:space="preserve"> </w:t>
      </w:r>
      <w:r>
        <w:rPr>
          <w:color w:val="000000"/>
        </w:rPr>
        <w:t xml:space="preserve">de </w:t>
      </w:r>
      <w:r w:rsidRPr="00974D87">
        <w:rPr>
          <w:color w:val="000000"/>
        </w:rPr>
        <w:t xml:space="preserve">défaillance du </w:t>
      </w:r>
      <w:r w:rsidRPr="00974D87">
        <w:rPr>
          <w:bCs/>
          <w:color w:val="000000"/>
        </w:rPr>
        <w:t>système de surveillance de la pression des pneumatiques</w:t>
      </w:r>
      <w:r>
        <w:rPr>
          <w:color w:val="000000"/>
        </w:rPr>
        <w:t xml:space="preserve"> du véhicule tracté n</w:t>
      </w:r>
      <w:r w:rsidR="004B0B6E">
        <w:rPr>
          <w:color w:val="000000"/>
        </w:rPr>
        <w:t>’</w:t>
      </w:r>
      <w:r>
        <w:rPr>
          <w:color w:val="000000"/>
        </w:rPr>
        <w:t>aurait pas lieu d</w:t>
      </w:r>
      <w:r w:rsidR="004B0B6E">
        <w:rPr>
          <w:color w:val="000000"/>
        </w:rPr>
        <w:t>’</w:t>
      </w:r>
      <w:r>
        <w:rPr>
          <w:color w:val="000000"/>
        </w:rPr>
        <w:t>être allumé si des informations valables du TPMS étaient disponibles sur une autre interface.</w:t>
      </w:r>
    </w:p>
    <w:p w14:paraId="482338F6" w14:textId="77777777" w:rsidR="00BC7683" w:rsidRPr="00AC3092" w:rsidRDefault="00BC7683" w:rsidP="00770044">
      <w:pPr>
        <w:pStyle w:val="SingleTxtG"/>
        <w:spacing w:before="240"/>
        <w:ind w:left="2268" w:hanging="1134"/>
      </w:pPr>
      <w:r w:rsidRPr="00AC3092">
        <w:t>3.</w:t>
      </w:r>
      <w:r w:rsidRPr="00AC3092">
        <w:tab/>
        <w:t>Véhicule</w:t>
      </w:r>
      <w:r w:rsidR="009A49FF">
        <w:t>s</w:t>
      </w:r>
      <w:r w:rsidRPr="00AC3092">
        <w:t xml:space="preserve"> </w:t>
      </w:r>
      <w:r w:rsidRPr="00770044">
        <w:rPr>
          <w:bCs/>
          <w:color w:val="000000"/>
        </w:rPr>
        <w:t>tractés</w:t>
      </w:r>
    </w:p>
    <w:p w14:paraId="0A4D0000" w14:textId="77777777" w:rsidR="00BC7683" w:rsidRPr="00AC3092" w:rsidRDefault="00BC7683" w:rsidP="004B0B6E">
      <w:pPr>
        <w:pStyle w:val="SingleTxtG"/>
        <w:spacing w:before="240" w:after="240"/>
        <w:ind w:left="2268" w:hanging="1134"/>
      </w:pPr>
      <w:r w:rsidRPr="00AC3092">
        <w:t>3.1</w:t>
      </w:r>
      <w:r w:rsidRPr="00AC3092">
        <w:tab/>
        <w:t xml:space="preserve">Simulateur de véhicule tracteur </w:t>
      </w:r>
      <w:r w:rsidRPr="00770044">
        <w:rPr>
          <w:bCs/>
          <w:color w:val="000000"/>
        </w:rPr>
        <w:t>conforme</w:t>
      </w:r>
      <w:r w:rsidRPr="00AC3092">
        <w:t xml:space="preserve"> à la norme ISO 11992 </w:t>
      </w:r>
    </w:p>
    <w:p w14:paraId="4705B02E" w14:textId="77777777" w:rsidR="00BC7683" w:rsidRDefault="00BC7683" w:rsidP="009A49FF">
      <w:pPr>
        <w:pStyle w:val="SingleTxtG"/>
        <w:spacing w:after="240"/>
        <w:jc w:val="left"/>
        <w:rPr>
          <w:b/>
          <w:bCs/>
        </w:rPr>
      </w:pPr>
      <w:r w:rsidRPr="006978EC">
        <w:t>Figure 1</w:t>
      </w:r>
      <w:r w:rsidR="00770044">
        <w:t xml:space="preserve"> </w:t>
      </w:r>
      <w:r w:rsidR="00770044">
        <w:br/>
      </w:r>
      <w:r w:rsidRPr="00770044">
        <w:rPr>
          <w:b/>
          <w:bCs/>
        </w:rPr>
        <w:t>Disposition du dispositif soumis à l</w:t>
      </w:r>
      <w:r w:rsidR="004B0B6E">
        <w:rPr>
          <w:b/>
          <w:bCs/>
        </w:rPr>
        <w:t>’</w:t>
      </w:r>
      <w:r w:rsidRPr="00770044">
        <w:rPr>
          <w:b/>
          <w:bCs/>
        </w:rPr>
        <w:t>essai et du simulateur de véhicule dans lequel la</w:t>
      </w:r>
      <w:r w:rsidR="009A49FF">
        <w:rPr>
          <w:b/>
          <w:bCs/>
        </w:rPr>
        <w:t> </w:t>
      </w:r>
      <w:r w:rsidRPr="00770044">
        <w:rPr>
          <w:b/>
          <w:bCs/>
        </w:rPr>
        <w:t xml:space="preserve">fonctionnalité TPMS est assurée par une UCE connectée conformément à la norme ISO 11898-1:2015 et par une interface </w:t>
      </w:r>
      <w:bookmarkStart w:id="25" w:name="_Hlk64023401"/>
      <w:r w:rsidRPr="00770044">
        <w:rPr>
          <w:b/>
          <w:bCs/>
        </w:rPr>
        <w:t xml:space="preserve">conforme à la norme </w:t>
      </w:r>
      <w:bookmarkEnd w:id="25"/>
      <w:r w:rsidRPr="00770044">
        <w:rPr>
          <w:b/>
          <w:bCs/>
        </w:rPr>
        <w:t>ISO 11898-2:2016</w:t>
      </w:r>
    </w:p>
    <w:p w14:paraId="4044A6AF" w14:textId="77777777" w:rsidR="004B0B6E" w:rsidRPr="0098123A" w:rsidRDefault="004B0B6E" w:rsidP="004B0B6E">
      <w:pPr>
        <w:pStyle w:val="SingleTxtG"/>
        <w:rPr>
          <w:b/>
          <w:bCs/>
        </w:rPr>
      </w:pPr>
      <w:r w:rsidRPr="0098123A">
        <w:rPr>
          <w:noProof/>
        </w:rPr>
        <mc:AlternateContent>
          <mc:Choice Requires="wps">
            <w:drawing>
              <wp:anchor distT="0" distB="0" distL="114300" distR="114300" simplePos="0" relativeHeight="251677696" behindDoc="0" locked="0" layoutInCell="1" allowOverlap="1" wp14:anchorId="7343206F" wp14:editId="71403317">
                <wp:simplePos x="0" y="0"/>
                <wp:positionH relativeFrom="column">
                  <wp:posOffset>3503393</wp:posOffset>
                </wp:positionH>
                <wp:positionV relativeFrom="paragraph">
                  <wp:posOffset>211797</wp:posOffset>
                </wp:positionV>
                <wp:extent cx="862965" cy="245745"/>
                <wp:effectExtent l="0" t="0" r="0" b="0"/>
                <wp:wrapNone/>
                <wp:docPr id="33" name="TextBox 10"/>
                <wp:cNvGraphicFramePr/>
                <a:graphic xmlns:a="http://schemas.openxmlformats.org/drawingml/2006/main">
                  <a:graphicData uri="http://schemas.microsoft.com/office/word/2010/wordprocessingShape">
                    <wps:wsp>
                      <wps:cNvSpPr txBox="1"/>
                      <wps:spPr>
                        <a:xfrm>
                          <a:off x="0" y="0"/>
                          <a:ext cx="862965" cy="245745"/>
                        </a:xfrm>
                        <a:prstGeom prst="rect">
                          <a:avLst/>
                        </a:prstGeom>
                        <a:noFill/>
                      </wps:spPr>
                      <wps:txbx>
                        <w:txbxContent>
                          <w:p w14:paraId="232C6655" w14:textId="77777777" w:rsidR="00EF0A62" w:rsidRPr="00C02E09" w:rsidRDefault="00EF0A62" w:rsidP="004B0B6E">
                            <w:pPr>
                              <w:spacing w:line="240" w:lineRule="auto"/>
                              <w:jc w:val="center"/>
                              <w:rPr>
                                <w:b/>
                                <w:bCs/>
                                <w:color w:val="000000" w:themeColor="text1"/>
                                <w:kern w:val="24"/>
                                <w:sz w:val="18"/>
                                <w:szCs w:val="18"/>
                              </w:rPr>
                            </w:pPr>
                            <w:r w:rsidRPr="00C02E09">
                              <w:rPr>
                                <w:b/>
                                <w:bCs/>
                                <w:color w:val="000000" w:themeColor="text1"/>
                                <w:kern w:val="24"/>
                                <w:sz w:val="18"/>
                                <w:szCs w:val="18"/>
                              </w:rPr>
                              <w:t>ISO 11898</w:t>
                            </w:r>
                          </w:p>
                        </w:txbxContent>
                      </wps:txbx>
                      <wps:bodyPr wrap="square" rtlCol="0">
                        <a:spAutoFit/>
                      </wps:bodyPr>
                    </wps:wsp>
                  </a:graphicData>
                </a:graphic>
                <wp14:sizeRelH relativeFrom="margin">
                  <wp14:pctWidth>0</wp14:pctWidth>
                </wp14:sizeRelH>
              </wp:anchor>
            </w:drawing>
          </mc:Choice>
          <mc:Fallback>
            <w:pict>
              <v:shape w14:anchorId="7343206F" id="TextBox 10" o:spid="_x0000_s1028" type="#_x0000_t202" style="position:absolute;left:0;text-align:left;margin-left:275.85pt;margin-top:16.7pt;width:67.95pt;height:19.3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" filled="f" stroked="f">
                <v:textbox style="mso-fit-shape-to-text:t">
                  <w:txbxContent>
                    <w:p w14:paraId="232C6655" w14:textId="77777777" w:rsidR="00EF0A62" w:rsidRPr="00C02E09" w:rsidRDefault="00EF0A62" w:rsidP="004B0B6E">
                      <w:pPr>
                        <w:spacing w:line="240" w:lineRule="auto"/>
                        <w:jc w:val="center"/>
                        <w:rPr>
                          <w:b/>
                          <w:bCs/>
                          <w:color w:val="000000" w:themeColor="text1"/>
                          <w:kern w:val="24"/>
                          <w:sz w:val="18"/>
                          <w:szCs w:val="18"/>
                        </w:rPr>
                      </w:pPr>
                      <w:r w:rsidRPr="00C02E09">
                        <w:rPr>
                          <w:b/>
                          <w:bCs/>
                          <w:color w:val="000000" w:themeColor="text1"/>
                          <w:kern w:val="24"/>
                          <w:sz w:val="18"/>
                          <w:szCs w:val="18"/>
                        </w:rPr>
                        <w:t>ISO 11898</w:t>
                      </w:r>
                    </w:p>
                  </w:txbxContent>
                </v:textbox>
              </v:shape>
            </w:pict>
          </mc:Fallback>
        </mc:AlternateContent>
      </w:r>
      <w:r w:rsidRPr="0098123A">
        <w:rPr>
          <w:noProof/>
        </w:rPr>
        <mc:AlternateContent>
          <mc:Choice Requires="wps">
            <w:drawing>
              <wp:anchor distT="0" distB="0" distL="114300" distR="114300" simplePos="0" relativeHeight="251676672" behindDoc="0" locked="0" layoutInCell="1" allowOverlap="1" wp14:anchorId="46F4E16E" wp14:editId="3B791E57">
                <wp:simplePos x="0" y="0"/>
                <wp:positionH relativeFrom="column">
                  <wp:posOffset>1762809</wp:posOffset>
                </wp:positionH>
                <wp:positionV relativeFrom="paragraph">
                  <wp:posOffset>155820</wp:posOffset>
                </wp:positionV>
                <wp:extent cx="862965" cy="351692"/>
                <wp:effectExtent l="0" t="0" r="0" b="0"/>
                <wp:wrapNone/>
                <wp:docPr id="55" name="TextBox 10"/>
                <wp:cNvGraphicFramePr/>
                <a:graphic xmlns:a="http://schemas.openxmlformats.org/drawingml/2006/main">
                  <a:graphicData uri="http://schemas.microsoft.com/office/word/2010/wordprocessingShape">
                    <wps:wsp>
                      <wps:cNvSpPr txBox="1"/>
                      <wps:spPr>
                        <a:xfrm>
                          <a:off x="0" y="0"/>
                          <a:ext cx="862965" cy="351692"/>
                        </a:xfrm>
                        <a:prstGeom prst="rect">
                          <a:avLst/>
                        </a:prstGeom>
                        <a:noFill/>
                      </wps:spPr>
                      <wps:txbx>
                        <w:txbxContent>
                          <w:p w14:paraId="3D1BCCF3" w14:textId="77777777" w:rsidR="00EF0A62" w:rsidRPr="00C02E09" w:rsidRDefault="00EF0A62" w:rsidP="004B0B6E">
                            <w:pPr>
                              <w:spacing w:line="240" w:lineRule="auto"/>
                              <w:jc w:val="center"/>
                              <w:rPr>
                                <w:b/>
                                <w:bCs/>
                                <w:color w:val="000000" w:themeColor="text1"/>
                                <w:kern w:val="24"/>
                                <w:sz w:val="18"/>
                                <w:szCs w:val="18"/>
                              </w:rPr>
                            </w:pPr>
                            <w:r>
                              <w:rPr>
                                <w:b/>
                                <w:bCs/>
                                <w:color w:val="000000" w:themeColor="text1"/>
                                <w:kern w:val="24"/>
                                <w:sz w:val="18"/>
                                <w:szCs w:val="18"/>
                              </w:rPr>
                              <w:t xml:space="preserve">Norme </w:t>
                            </w:r>
                            <w:r>
                              <w:rPr>
                                <w:b/>
                                <w:bCs/>
                                <w:color w:val="000000" w:themeColor="text1"/>
                                <w:kern w:val="24"/>
                                <w:sz w:val="18"/>
                                <w:szCs w:val="18"/>
                              </w:rPr>
                              <w:br/>
                            </w:r>
                            <w:r w:rsidRPr="00C02E09">
                              <w:rPr>
                                <w:b/>
                                <w:bCs/>
                                <w:color w:val="000000" w:themeColor="text1"/>
                                <w:kern w:val="24"/>
                                <w:sz w:val="18"/>
                                <w:szCs w:val="18"/>
                              </w:rPr>
                              <w:t>ISO 11992-2</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6F4E16E" id="_x0000_s1029" type="#_x0000_t202" style="position:absolute;left:0;text-align:left;margin-left:138.8pt;margin-top:12.25pt;width:67.95pt;height:27.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" filled="f" stroked="f">
                <v:textbox>
                  <w:txbxContent>
                    <w:p w14:paraId="3D1BCCF3" w14:textId="77777777" w:rsidR="00EF0A62" w:rsidRPr="00C02E09" w:rsidRDefault="00EF0A62" w:rsidP="004B0B6E">
                      <w:pPr>
                        <w:spacing w:line="240" w:lineRule="auto"/>
                        <w:jc w:val="center"/>
                        <w:rPr>
                          <w:b/>
                          <w:bCs/>
                          <w:color w:val="000000" w:themeColor="text1"/>
                          <w:kern w:val="24"/>
                          <w:sz w:val="18"/>
                          <w:szCs w:val="18"/>
                        </w:rPr>
                      </w:pPr>
                      <w:r>
                        <w:rPr>
                          <w:b/>
                          <w:bCs/>
                          <w:color w:val="000000" w:themeColor="text1"/>
                          <w:kern w:val="24"/>
                          <w:sz w:val="18"/>
                          <w:szCs w:val="18"/>
                        </w:rPr>
                        <w:t xml:space="preserve">Norme </w:t>
                      </w:r>
                      <w:r>
                        <w:rPr>
                          <w:b/>
                          <w:bCs/>
                          <w:color w:val="000000" w:themeColor="text1"/>
                          <w:kern w:val="24"/>
                          <w:sz w:val="18"/>
                          <w:szCs w:val="18"/>
                        </w:rPr>
                        <w:br/>
                      </w:r>
                      <w:r w:rsidRPr="00C02E09">
                        <w:rPr>
                          <w:b/>
                          <w:bCs/>
                          <w:color w:val="000000" w:themeColor="text1"/>
                          <w:kern w:val="24"/>
                          <w:sz w:val="18"/>
                          <w:szCs w:val="18"/>
                        </w:rPr>
                        <w:t>ISO 11992-2</w:t>
                      </w:r>
                    </w:p>
                  </w:txbxContent>
                </v:textbox>
              </v:shape>
            </w:pict>
          </mc:Fallback>
        </mc:AlternateContent>
      </w:r>
      <w:r w:rsidRPr="0098123A">
        <w:rPr>
          <w:b/>
          <w:bCs/>
          <w:noProof/>
          <w:lang w:val="en-GB"/>
        </w:rPr>
        <mc:AlternateContent>
          <mc:Choice Requires="wpg">
            <w:drawing>
              <wp:inline distT="0" distB="0" distL="0" distR="0" wp14:anchorId="308DC03B" wp14:editId="49145BFE">
                <wp:extent cx="4679952" cy="1370838"/>
                <wp:effectExtent l="0" t="0" r="25400" b="20320"/>
                <wp:docPr id="56" name="Group 23"/>
                <wp:cNvGraphicFramePr/>
                <a:graphic xmlns:a="http://schemas.openxmlformats.org/drawingml/2006/main">
                  <a:graphicData uri="http://schemas.microsoft.com/office/word/2010/wordprocessingGroup">
                    <wpg:wgp>
                      <wpg:cNvGrpSpPr/>
                      <wpg:grpSpPr>
                        <a:xfrm>
                          <a:off x="0" y="0"/>
                          <a:ext cx="4679952" cy="1370838"/>
                          <a:chOff x="-2" y="0"/>
                          <a:chExt cx="9718578" cy="1656184"/>
                        </a:xfrm>
                      </wpg:grpSpPr>
                      <wps:wsp>
                        <wps:cNvPr id="57" name="Rectangle 6"/>
                        <wps:cNvSpPr/>
                        <wps:spPr>
                          <a:xfrm>
                            <a:off x="4061778" y="0"/>
                            <a:ext cx="5656798" cy="165557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44B329" w14:textId="77777777" w:rsidR="00EF0A62" w:rsidRPr="00C02E09" w:rsidRDefault="00EF0A62" w:rsidP="004B0B6E">
                              <w:pPr>
                                <w:spacing w:line="240" w:lineRule="auto"/>
                                <w:jc w:val="center"/>
                                <w:rPr>
                                  <w:b/>
                                  <w:bCs/>
                                  <w:color w:val="000000" w:themeColor="text1"/>
                                  <w:kern w:val="24"/>
                                  <w:sz w:val="18"/>
                                  <w:szCs w:val="18"/>
                                </w:rPr>
                              </w:pPr>
                              <w:r w:rsidRPr="00770044">
                                <w:rPr>
                                  <w:b/>
                                  <w:bCs/>
                                  <w:color w:val="000000" w:themeColor="text1"/>
                                  <w:kern w:val="24"/>
                                </w:rPr>
                                <w:t>Véhicule tracté conforme à la n</w:t>
                              </w:r>
                              <w:r>
                                <w:rPr>
                                  <w:b/>
                                  <w:bCs/>
                                  <w:color w:val="000000" w:themeColor="text1"/>
                                  <w:kern w:val="24"/>
                                </w:rPr>
                                <w:t>orme</w:t>
                              </w:r>
                            </w:p>
                          </w:txbxContent>
                        </wps:txbx>
                        <wps:bodyPr lIns="36000" tIns="36000" rIns="36000" bIns="36000" rtlCol="0" anchor="t"/>
                      </wps:wsp>
                      <wps:wsp>
                        <wps:cNvPr id="58" name="Rectangle 9"/>
                        <wps:cNvSpPr/>
                        <wps:spPr>
                          <a:xfrm>
                            <a:off x="2103032" y="715543"/>
                            <a:ext cx="2304257" cy="21359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12"/>
                        <wps:cNvSpPr/>
                        <wps:spPr>
                          <a:xfrm>
                            <a:off x="5544922" y="724205"/>
                            <a:ext cx="2736304" cy="184611"/>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5"/>
                        <wps:cNvSpPr/>
                        <wps:spPr>
                          <a:xfrm>
                            <a:off x="-2" y="0"/>
                            <a:ext cx="2192075" cy="1656184"/>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EA07E0" w14:textId="77777777" w:rsidR="00EF0A62" w:rsidRPr="004B0B6E" w:rsidRDefault="00EF0A62" w:rsidP="004B0B6E">
                              <w:pPr>
                                <w:spacing w:line="240" w:lineRule="auto"/>
                                <w:jc w:val="center"/>
                                <w:rPr>
                                  <w:b/>
                                  <w:bCs/>
                                  <w:color w:val="000000" w:themeColor="text1"/>
                                  <w:kern w:val="24"/>
                                  <w:sz w:val="18"/>
                                  <w:szCs w:val="18"/>
                                </w:rPr>
                              </w:pPr>
                              <w:r w:rsidRPr="00974D87">
                                <w:rPr>
                                  <w:b/>
                                  <w:bCs/>
                                  <w:color w:val="000000" w:themeColor="text1"/>
                                  <w:kern w:val="24"/>
                                </w:rPr>
                                <w:t xml:space="preserve">Simulateur de véhicule tracteur </w:t>
                              </w:r>
                              <w:r w:rsidRPr="003756AD">
                                <w:rPr>
                                  <w:b/>
                                  <w:bCs/>
                                  <w:color w:val="000000" w:themeColor="text1"/>
                                  <w:kern w:val="24"/>
                                </w:rPr>
                                <w:t xml:space="preserve">conforme à la norme </w:t>
                              </w:r>
                              <w:r w:rsidRPr="00974D87">
                                <w:rPr>
                                  <w:b/>
                                  <w:bCs/>
                                  <w:color w:val="000000" w:themeColor="text1"/>
                                  <w:kern w:val="24"/>
                                </w:rPr>
                                <w:t>ISO 11992</w:t>
                              </w:r>
                            </w:p>
                          </w:txbxContent>
                        </wps:txbx>
                        <wps:bodyPr lIns="36000" tIns="36000" rIns="36000" bIns="36000" rtlCol="0" anchor="t"/>
                      </wps:wsp>
                      <wps:wsp>
                        <wps:cNvPr id="61" name="Rectangle 7"/>
                        <wps:cNvSpPr/>
                        <wps:spPr>
                          <a:xfrm>
                            <a:off x="4061778" y="301401"/>
                            <a:ext cx="1949650" cy="122772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9C463A" w14:textId="77777777" w:rsidR="00EF0A62" w:rsidRPr="004B0B6E" w:rsidRDefault="00EF0A62" w:rsidP="004B0B6E">
                              <w:pPr>
                                <w:spacing w:line="240" w:lineRule="auto"/>
                                <w:jc w:val="center"/>
                                <w:rPr>
                                  <w:b/>
                                  <w:bCs/>
                                  <w:color w:val="000000" w:themeColor="text1"/>
                                  <w:kern w:val="24"/>
                                  <w:sz w:val="18"/>
                                  <w:szCs w:val="18"/>
                                </w:rPr>
                              </w:pPr>
                              <w:r w:rsidRPr="00943CDC">
                                <w:rPr>
                                  <w:b/>
                                  <w:bCs/>
                                  <w:color w:val="000000" w:themeColor="text1"/>
                                  <w:kern w:val="24"/>
                                  <w:sz w:val="18"/>
                                  <w:szCs w:val="18"/>
                                </w:rPr>
                                <w:t>UCE du véhicule tracté conforme à</w:t>
                              </w:r>
                              <w:r w:rsidR="009A49FF">
                                <w:rPr>
                                  <w:b/>
                                  <w:bCs/>
                                  <w:color w:val="000000" w:themeColor="text1"/>
                                  <w:kern w:val="24"/>
                                  <w:sz w:val="18"/>
                                  <w:szCs w:val="18"/>
                                </w:rPr>
                                <w:t> </w:t>
                              </w:r>
                              <w:r w:rsidRPr="00943CDC">
                                <w:rPr>
                                  <w:b/>
                                  <w:bCs/>
                                  <w:color w:val="000000" w:themeColor="text1"/>
                                  <w:kern w:val="24"/>
                                  <w:sz w:val="18"/>
                                  <w:szCs w:val="18"/>
                                </w:rPr>
                                <w:t>la norme ISO</w:t>
                              </w:r>
                              <w:r w:rsidR="009A49FF">
                                <w:rPr>
                                  <w:b/>
                                  <w:bCs/>
                                  <w:color w:val="000000" w:themeColor="text1"/>
                                  <w:kern w:val="24"/>
                                  <w:sz w:val="18"/>
                                  <w:szCs w:val="18"/>
                                </w:rPr>
                                <w:t> </w:t>
                              </w:r>
                              <w:r w:rsidRPr="00943CDC">
                                <w:rPr>
                                  <w:b/>
                                  <w:bCs/>
                                  <w:color w:val="000000" w:themeColor="text1"/>
                                  <w:kern w:val="24"/>
                                  <w:sz w:val="18"/>
                                  <w:szCs w:val="18"/>
                                </w:rPr>
                                <w:t>11992</w:t>
                              </w:r>
                              <w:r>
                                <w:rPr>
                                  <w:b/>
                                  <w:bCs/>
                                  <w:color w:val="000000" w:themeColor="text1"/>
                                  <w:kern w:val="24"/>
                                  <w:sz w:val="18"/>
                                  <w:szCs w:val="18"/>
                                </w:rPr>
                                <w:t>-2</w:t>
                              </w:r>
                            </w:p>
                          </w:txbxContent>
                        </wps:txbx>
                        <wps:bodyPr lIns="0" tIns="36000" rIns="36000" bIns="36000" rtlCol="0" anchor="ctr"/>
                      </wps:wsp>
                      <wps:wsp>
                        <wps:cNvPr id="62" name="Rectangle 8"/>
                        <wps:cNvSpPr/>
                        <wps:spPr>
                          <a:xfrm>
                            <a:off x="7382277" y="302187"/>
                            <a:ext cx="2336021" cy="122761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6A7C27" w14:textId="77777777" w:rsidR="00EF0A62" w:rsidRPr="00C02E09" w:rsidRDefault="00EF0A62" w:rsidP="004B0B6E">
                              <w:pPr>
                                <w:spacing w:line="240" w:lineRule="auto"/>
                                <w:jc w:val="center"/>
                                <w:rPr>
                                  <w:b/>
                                  <w:bCs/>
                                  <w:color w:val="000000" w:themeColor="text1"/>
                                  <w:kern w:val="24"/>
                                  <w:sz w:val="18"/>
                                  <w:szCs w:val="18"/>
                                </w:rPr>
                              </w:pPr>
                              <w:r w:rsidRPr="00943CDC">
                                <w:rPr>
                                  <w:b/>
                                  <w:bCs/>
                                  <w:color w:val="000000" w:themeColor="text1"/>
                                  <w:kern w:val="24"/>
                                  <w:sz w:val="18"/>
                                  <w:szCs w:val="18"/>
                                </w:rPr>
                                <w:t xml:space="preserve">UCE Assurant la fonctionnalité </w:t>
                              </w:r>
                              <w:r>
                                <w:rPr>
                                  <w:b/>
                                  <w:bCs/>
                                  <w:color w:val="000000" w:themeColor="text1"/>
                                  <w:kern w:val="24"/>
                                  <w:sz w:val="18"/>
                                  <w:szCs w:val="18"/>
                                </w:rPr>
                                <w:t>T</w:t>
                              </w:r>
                              <w:r w:rsidRPr="00943CDC">
                                <w:rPr>
                                  <w:b/>
                                  <w:bCs/>
                                  <w:color w:val="000000" w:themeColor="text1"/>
                                  <w:kern w:val="24"/>
                                  <w:sz w:val="18"/>
                                  <w:szCs w:val="18"/>
                                </w:rPr>
                                <w:t>PMS</w:t>
                              </w:r>
                            </w:p>
                          </w:txbxContent>
                        </wps:txbx>
                        <wps:bodyPr lIns="36000" tIns="36000" rIns="36000" bIns="36000" rtlCol="0" anchor="ctr"/>
                      </wps:wsp>
                    </wpg:wgp>
                  </a:graphicData>
                </a:graphic>
              </wp:inline>
            </w:drawing>
          </mc:Choice>
          <mc:Fallback>
            <w:pict>
              <v:group w14:anchorId="308DC03B" id="Group 23" o:spid="_x0000_s1030" style="width:368.5pt;height:107.95pt;mso-position-horizontal-relative:char;mso-position-vertical-relative:line" coordorigin="" coordsize="97185,16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">
                <v:rect id="Rectangle 6" o:spid="_x0000_s1031" style="position:absolute;left:40617;width:56568;height:16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" fillcolor="white [3212]" strokecolor="black [3213]" strokeweight="1pt">
                  <v:textbox inset="1mm,1mm,1mm,1mm">
                    <w:txbxContent>
                      <w:p w14:paraId="0044B329" w14:textId="77777777" w:rsidR="00EF0A62" w:rsidRPr="00C02E09" w:rsidRDefault="00EF0A62" w:rsidP="004B0B6E">
                        <w:pPr>
                          <w:spacing w:line="240" w:lineRule="auto"/>
                          <w:jc w:val="center"/>
                          <w:rPr>
                            <w:b/>
                            <w:bCs/>
                            <w:color w:val="000000" w:themeColor="text1"/>
                            <w:kern w:val="24"/>
                            <w:sz w:val="18"/>
                            <w:szCs w:val="18"/>
                          </w:rPr>
                        </w:pPr>
                        <w:r w:rsidRPr="00770044">
                          <w:rPr>
                            <w:b/>
                            <w:bCs/>
                            <w:color w:val="000000" w:themeColor="text1"/>
                            <w:kern w:val="24"/>
                          </w:rPr>
                          <w:t>Véhicule tracté conforme à la n</w:t>
                        </w:r>
                        <w:r>
                          <w:rPr>
                            <w:b/>
                            <w:bCs/>
                            <w:color w:val="000000" w:themeColor="text1"/>
                            <w:kern w:val="24"/>
                          </w:rPr>
                          <w:t>orme</w:t>
                        </w:r>
                      </w:p>
                    </w:txbxContent>
                  </v:textbox>
                </v:rect>
                <v:rect id="Rectangle 9" o:spid="_x0000_s1032" style="position:absolute;left:21030;top:7155;width:23042;height:21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" fillcolor="white [3212]" strokecolor="black [3213]" strokeweight="1pt"/>
                <v:rect id="Rectangle 12" o:spid="_x0000_s1033" style="position:absolute;left:55449;top:7242;width:27363;height:1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" fillcolor="white [3212]" strokecolor="black [3213]" strokeweight="1pt"/>
                <v:rect id="Rectangle 5" o:spid="_x0000_s1034" style="position:absolute;width:21920;height:16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" fillcolor="white [3212]" strokecolor="black [3213]" strokeweight="1pt">
                  <v:textbox inset="1mm,1mm,1mm,1mm">
                    <w:txbxContent>
                      <w:p w14:paraId="38EA07E0" w14:textId="77777777" w:rsidR="00EF0A62" w:rsidRPr="004B0B6E" w:rsidRDefault="00EF0A62" w:rsidP="004B0B6E">
                        <w:pPr>
                          <w:spacing w:line="240" w:lineRule="auto"/>
                          <w:jc w:val="center"/>
                          <w:rPr>
                            <w:b/>
                            <w:bCs/>
                            <w:color w:val="000000" w:themeColor="text1"/>
                            <w:kern w:val="24"/>
                            <w:sz w:val="18"/>
                            <w:szCs w:val="18"/>
                          </w:rPr>
                        </w:pPr>
                        <w:r w:rsidRPr="00974D87">
                          <w:rPr>
                            <w:b/>
                            <w:bCs/>
                            <w:color w:val="000000" w:themeColor="text1"/>
                            <w:kern w:val="24"/>
                          </w:rPr>
                          <w:t xml:space="preserve">Simulateur de véhicule tracteur </w:t>
                        </w:r>
                        <w:r w:rsidRPr="003756AD">
                          <w:rPr>
                            <w:b/>
                            <w:bCs/>
                            <w:color w:val="000000" w:themeColor="text1"/>
                            <w:kern w:val="24"/>
                          </w:rPr>
                          <w:t xml:space="preserve">conforme à la norme </w:t>
                        </w:r>
                        <w:r w:rsidRPr="00974D87">
                          <w:rPr>
                            <w:b/>
                            <w:bCs/>
                            <w:color w:val="000000" w:themeColor="text1"/>
                            <w:kern w:val="24"/>
                          </w:rPr>
                          <w:t>ISO 11992</w:t>
                        </w:r>
                      </w:p>
                    </w:txbxContent>
                  </v:textbox>
                </v:rect>
                <v:rect id="Rectangle 7" o:spid="_x0000_s1035" style="position:absolute;left:40617;top:3014;width:19497;height:12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" fillcolor="white [3212]" strokecolor="black [3213]" strokeweight="1pt">
                  <v:textbox inset="0,1mm,1mm,1mm">
                    <w:txbxContent>
                      <w:p w14:paraId="0C9C463A" w14:textId="77777777" w:rsidR="00EF0A62" w:rsidRPr="004B0B6E" w:rsidRDefault="00EF0A62" w:rsidP="004B0B6E">
                        <w:pPr>
                          <w:spacing w:line="240" w:lineRule="auto"/>
                          <w:jc w:val="center"/>
                          <w:rPr>
                            <w:b/>
                            <w:bCs/>
                            <w:color w:val="000000" w:themeColor="text1"/>
                            <w:kern w:val="24"/>
                            <w:sz w:val="18"/>
                            <w:szCs w:val="18"/>
                          </w:rPr>
                        </w:pPr>
                        <w:r w:rsidRPr="00943CDC">
                          <w:rPr>
                            <w:b/>
                            <w:bCs/>
                            <w:color w:val="000000" w:themeColor="text1"/>
                            <w:kern w:val="24"/>
                            <w:sz w:val="18"/>
                            <w:szCs w:val="18"/>
                          </w:rPr>
                          <w:t>UCE du véhicule tracté conforme à</w:t>
                        </w:r>
                        <w:r w:rsidR="009A49FF">
                          <w:rPr>
                            <w:b/>
                            <w:bCs/>
                            <w:color w:val="000000" w:themeColor="text1"/>
                            <w:kern w:val="24"/>
                            <w:sz w:val="18"/>
                            <w:szCs w:val="18"/>
                          </w:rPr>
                          <w:t> </w:t>
                        </w:r>
                        <w:r w:rsidRPr="00943CDC">
                          <w:rPr>
                            <w:b/>
                            <w:bCs/>
                            <w:color w:val="000000" w:themeColor="text1"/>
                            <w:kern w:val="24"/>
                            <w:sz w:val="18"/>
                            <w:szCs w:val="18"/>
                          </w:rPr>
                          <w:t>la norme ISO</w:t>
                        </w:r>
                        <w:r w:rsidR="009A49FF">
                          <w:rPr>
                            <w:b/>
                            <w:bCs/>
                            <w:color w:val="000000" w:themeColor="text1"/>
                            <w:kern w:val="24"/>
                            <w:sz w:val="18"/>
                            <w:szCs w:val="18"/>
                          </w:rPr>
                          <w:t> </w:t>
                        </w:r>
                        <w:r w:rsidRPr="00943CDC">
                          <w:rPr>
                            <w:b/>
                            <w:bCs/>
                            <w:color w:val="000000" w:themeColor="text1"/>
                            <w:kern w:val="24"/>
                            <w:sz w:val="18"/>
                            <w:szCs w:val="18"/>
                          </w:rPr>
                          <w:t>11992</w:t>
                        </w:r>
                        <w:r>
                          <w:rPr>
                            <w:b/>
                            <w:bCs/>
                            <w:color w:val="000000" w:themeColor="text1"/>
                            <w:kern w:val="24"/>
                            <w:sz w:val="18"/>
                            <w:szCs w:val="18"/>
                          </w:rPr>
                          <w:t>-2</w:t>
                        </w:r>
                      </w:p>
                    </w:txbxContent>
                  </v:textbox>
                </v:rect>
                <v:rect id="Rectangle 8" o:spid="_x0000_s1036" style="position:absolute;left:73822;top:3021;width:23360;height:122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" fillcolor="white [3212]" strokecolor="black [3213]" strokeweight="1pt">
                  <v:textbox inset="1mm,1mm,1mm,1mm">
                    <w:txbxContent>
                      <w:p w14:paraId="216A7C27" w14:textId="77777777" w:rsidR="00EF0A62" w:rsidRPr="00C02E09" w:rsidRDefault="00EF0A62" w:rsidP="004B0B6E">
                        <w:pPr>
                          <w:spacing w:line="240" w:lineRule="auto"/>
                          <w:jc w:val="center"/>
                          <w:rPr>
                            <w:b/>
                            <w:bCs/>
                            <w:color w:val="000000" w:themeColor="text1"/>
                            <w:kern w:val="24"/>
                            <w:sz w:val="18"/>
                            <w:szCs w:val="18"/>
                          </w:rPr>
                        </w:pPr>
                        <w:r w:rsidRPr="00943CDC">
                          <w:rPr>
                            <w:b/>
                            <w:bCs/>
                            <w:color w:val="000000" w:themeColor="text1"/>
                            <w:kern w:val="24"/>
                            <w:sz w:val="18"/>
                            <w:szCs w:val="18"/>
                          </w:rPr>
                          <w:t xml:space="preserve">UCE Assurant la fonctionnalité </w:t>
                        </w:r>
                        <w:r>
                          <w:rPr>
                            <w:b/>
                            <w:bCs/>
                            <w:color w:val="000000" w:themeColor="text1"/>
                            <w:kern w:val="24"/>
                            <w:sz w:val="18"/>
                            <w:szCs w:val="18"/>
                          </w:rPr>
                          <w:t>T</w:t>
                        </w:r>
                        <w:r w:rsidRPr="00943CDC">
                          <w:rPr>
                            <w:b/>
                            <w:bCs/>
                            <w:color w:val="000000" w:themeColor="text1"/>
                            <w:kern w:val="24"/>
                            <w:sz w:val="18"/>
                            <w:szCs w:val="18"/>
                          </w:rPr>
                          <w:t>PMS</w:t>
                        </w:r>
                      </w:p>
                    </w:txbxContent>
                  </v:textbox>
                </v:rect>
                <w10:anchorlock/>
              </v:group>
            </w:pict>
          </mc:Fallback>
        </mc:AlternateContent>
      </w:r>
    </w:p>
    <w:p w14:paraId="24BB567A" w14:textId="77777777" w:rsidR="00BC7683" w:rsidRPr="006978EC" w:rsidRDefault="00BC7683" w:rsidP="009A49FF">
      <w:pPr>
        <w:pStyle w:val="SingleTxtG"/>
        <w:keepNext/>
        <w:spacing w:after="240"/>
        <w:jc w:val="left"/>
        <w:rPr>
          <w:b/>
          <w:bCs/>
        </w:rPr>
      </w:pPr>
      <w:r w:rsidRPr="00103E88">
        <w:t>Figure 2</w:t>
      </w:r>
      <w:r w:rsidR="004B0B6E">
        <w:t xml:space="preserve"> </w:t>
      </w:r>
      <w:r w:rsidR="004B0B6E">
        <w:br/>
      </w:r>
      <w:r w:rsidRPr="006978EC">
        <w:rPr>
          <w:b/>
          <w:bCs/>
        </w:rPr>
        <w:t>Disposition du dispositif soumis à l</w:t>
      </w:r>
      <w:r w:rsidR="004B0B6E">
        <w:rPr>
          <w:b/>
          <w:bCs/>
        </w:rPr>
        <w:t>’</w:t>
      </w:r>
      <w:r w:rsidRPr="006978EC">
        <w:rPr>
          <w:b/>
          <w:bCs/>
        </w:rPr>
        <w:t>essai et du simulateur de véhicule dans lequel la</w:t>
      </w:r>
      <w:r w:rsidR="009A49FF">
        <w:rPr>
          <w:b/>
          <w:bCs/>
        </w:rPr>
        <w:t> </w:t>
      </w:r>
      <w:r w:rsidRPr="006978EC">
        <w:rPr>
          <w:b/>
          <w:bCs/>
        </w:rPr>
        <w:t>fonctionnalité TPMS est assurée par une UCE connectée au véhiculer tracteur</w:t>
      </w:r>
    </w:p>
    <w:p w14:paraId="41F14410" w14:textId="77777777" w:rsidR="004B0B6E" w:rsidRPr="0098123A" w:rsidRDefault="004B0B6E" w:rsidP="004B0B6E">
      <w:pPr>
        <w:pStyle w:val="SingleTxtG"/>
        <w:keepNext/>
        <w:rPr>
          <w:b/>
          <w:bCs/>
        </w:rPr>
      </w:pPr>
      <w:r w:rsidRPr="0098123A">
        <w:rPr>
          <w:b/>
          <w:bCs/>
          <w:noProof/>
          <w:lang w:val="en-GB"/>
        </w:rPr>
        <mc:AlternateContent>
          <mc:Choice Requires="wpg">
            <w:drawing>
              <wp:inline distT="0" distB="0" distL="0" distR="0" wp14:anchorId="2D1A00D5" wp14:editId="599EB1E3">
                <wp:extent cx="4709160" cy="1370838"/>
                <wp:effectExtent l="0" t="0" r="15240" b="20320"/>
                <wp:docPr id="63" name="Group 43"/>
                <wp:cNvGraphicFramePr/>
                <a:graphic xmlns:a="http://schemas.openxmlformats.org/drawingml/2006/main">
                  <a:graphicData uri="http://schemas.microsoft.com/office/word/2010/wordprocessingGroup">
                    <wpg:wgp>
                      <wpg:cNvGrpSpPr/>
                      <wpg:grpSpPr>
                        <a:xfrm>
                          <a:off x="0" y="0"/>
                          <a:ext cx="4709160" cy="1370838"/>
                          <a:chOff x="0" y="0"/>
                          <a:chExt cx="4709160" cy="1370838"/>
                        </a:xfrm>
                      </wpg:grpSpPr>
                      <wps:wsp>
                        <wps:cNvPr id="64" name="Rectangle 6"/>
                        <wps:cNvSpPr/>
                        <wps:spPr>
                          <a:xfrm>
                            <a:off x="1955937" y="0"/>
                            <a:ext cx="2753223" cy="1370838"/>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18A1B4" w14:textId="77777777" w:rsidR="00EF0A62" w:rsidRPr="00C02E09" w:rsidRDefault="00EF0A62" w:rsidP="004B0B6E">
                              <w:pPr>
                                <w:spacing w:line="240" w:lineRule="auto"/>
                                <w:jc w:val="center"/>
                                <w:rPr>
                                  <w:b/>
                                  <w:bCs/>
                                  <w:color w:val="000000" w:themeColor="text1"/>
                                  <w:kern w:val="24"/>
                                  <w:sz w:val="18"/>
                                  <w:szCs w:val="18"/>
                                </w:rPr>
                              </w:pPr>
                              <w:r w:rsidRPr="0092677D">
                                <w:rPr>
                                  <w:b/>
                                  <w:bCs/>
                                  <w:color w:val="000000" w:themeColor="text1"/>
                                  <w:kern w:val="24"/>
                                  <w:lang w:val="en-US"/>
                                </w:rPr>
                                <w:t>V</w:t>
                              </w:r>
                              <w:r>
                                <w:rPr>
                                  <w:b/>
                                  <w:bCs/>
                                  <w:color w:val="000000" w:themeColor="text1"/>
                                  <w:kern w:val="24"/>
                                  <w:lang w:val="en-US"/>
                                </w:rPr>
                                <w:t>é</w:t>
                              </w:r>
                              <w:r w:rsidRPr="0092677D">
                                <w:rPr>
                                  <w:b/>
                                  <w:bCs/>
                                  <w:color w:val="000000" w:themeColor="text1"/>
                                  <w:kern w:val="24"/>
                                  <w:lang w:val="en-US"/>
                                </w:rPr>
                                <w:t>hic</w:t>
                              </w:r>
                              <w:r>
                                <w:rPr>
                                  <w:b/>
                                  <w:bCs/>
                                  <w:color w:val="000000" w:themeColor="text1"/>
                                  <w:kern w:val="24"/>
                                  <w:lang w:val="en-US"/>
                                </w:rPr>
                                <w:t>u</w:t>
                              </w:r>
                              <w:r w:rsidRPr="0092677D">
                                <w:rPr>
                                  <w:b/>
                                  <w:bCs/>
                                  <w:color w:val="000000" w:themeColor="text1"/>
                                  <w:kern w:val="24"/>
                                  <w:lang w:val="en-US"/>
                                </w:rPr>
                                <w:t>le</w:t>
                              </w:r>
                              <w:r>
                                <w:rPr>
                                  <w:b/>
                                  <w:bCs/>
                                  <w:color w:val="000000" w:themeColor="text1"/>
                                  <w:kern w:val="24"/>
                                  <w:lang w:val="en-US"/>
                                </w:rPr>
                                <w:t xml:space="preserve"> tracté</w:t>
                              </w:r>
                            </w:p>
                          </w:txbxContent>
                        </wps:txbx>
                        <wps:bodyPr lIns="36000" tIns="36000" rIns="36000" bIns="36000" rtlCol="0" anchor="t"/>
                      </wps:wsp>
                      <wps:wsp>
                        <wps:cNvPr id="65" name="Rectangle 9"/>
                        <wps:cNvSpPr/>
                        <wps:spPr>
                          <a:xfrm>
                            <a:off x="1057965" y="599846"/>
                            <a:ext cx="1169519" cy="17679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5"/>
                        <wps:cNvSpPr/>
                        <wps:spPr>
                          <a:xfrm>
                            <a:off x="0" y="0"/>
                            <a:ext cx="1056715" cy="1370838"/>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C90187" w14:textId="77777777" w:rsidR="00EF0A62" w:rsidRPr="004B0B6E" w:rsidRDefault="00EF0A62" w:rsidP="004B0B6E">
                              <w:pPr>
                                <w:spacing w:line="240" w:lineRule="auto"/>
                                <w:jc w:val="center"/>
                                <w:rPr>
                                  <w:b/>
                                  <w:bCs/>
                                  <w:color w:val="000000" w:themeColor="text1"/>
                                  <w:kern w:val="24"/>
                                  <w:sz w:val="18"/>
                                  <w:szCs w:val="18"/>
                                </w:rPr>
                              </w:pPr>
                              <w:r w:rsidRPr="00974D87">
                                <w:rPr>
                                  <w:b/>
                                  <w:bCs/>
                                  <w:color w:val="000000" w:themeColor="text1"/>
                                  <w:kern w:val="24"/>
                                </w:rPr>
                                <w:t>Simulateur de véhicule tracteur conforme à la norme ISO 11992</w:t>
                              </w:r>
                            </w:p>
                          </w:txbxContent>
                        </wps:txbx>
                        <wps:bodyPr lIns="36000" tIns="36000" rIns="36000" bIns="36000" rtlCol="0" anchor="t"/>
                      </wps:wsp>
                      <wps:wsp>
                        <wps:cNvPr id="67" name="Rectangle 7"/>
                        <wps:cNvSpPr/>
                        <wps:spPr>
                          <a:xfrm>
                            <a:off x="1955937" y="302769"/>
                            <a:ext cx="2284189" cy="783173"/>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8E7334" w14:textId="77777777" w:rsidR="00EF0A62" w:rsidRPr="004B0B6E" w:rsidRDefault="00EF0A62" w:rsidP="004B0B6E">
                              <w:pPr>
                                <w:spacing w:line="240" w:lineRule="auto"/>
                                <w:jc w:val="center"/>
                                <w:rPr>
                                  <w:b/>
                                  <w:bCs/>
                                  <w:color w:val="000000" w:themeColor="text1"/>
                                  <w:kern w:val="24"/>
                                  <w:sz w:val="18"/>
                                  <w:szCs w:val="18"/>
                                </w:rPr>
                              </w:pPr>
                              <w:r w:rsidRPr="0017410A">
                                <w:rPr>
                                  <w:b/>
                                  <w:bCs/>
                                  <w:color w:val="000000" w:themeColor="text1"/>
                                  <w:kern w:val="24"/>
                                  <w:sz w:val="18"/>
                                  <w:szCs w:val="18"/>
                                </w:rPr>
                                <w:t>UCE du véhicule tracté avec fonctionnalité TPMS conforme à la norme ISO 11992-2</w:t>
                              </w:r>
                            </w:p>
                          </w:txbxContent>
                        </wps:txbx>
                        <wps:bodyPr wrap="square" lIns="36000" tIns="36000" rIns="36000" bIns="36000" rtlCol="0" anchor="ctr">
                          <a:noAutofit/>
                        </wps:bodyPr>
                      </wps:wsp>
                      <wps:wsp>
                        <wps:cNvPr id="68" name="TextBox 10"/>
                        <wps:cNvSpPr txBox="1"/>
                        <wps:spPr>
                          <a:xfrm>
                            <a:off x="1078905" y="203959"/>
                            <a:ext cx="862965" cy="344681"/>
                          </a:xfrm>
                          <a:prstGeom prst="rect">
                            <a:avLst/>
                          </a:prstGeom>
                          <a:noFill/>
                        </wps:spPr>
                        <wps:txbx>
                          <w:txbxContent>
                            <w:p w14:paraId="27F93405" w14:textId="77777777" w:rsidR="00EF0A62" w:rsidRPr="00C02E09" w:rsidRDefault="00EF0A62" w:rsidP="004B0B6E">
                              <w:pPr>
                                <w:spacing w:line="240" w:lineRule="auto"/>
                                <w:jc w:val="center"/>
                                <w:rPr>
                                  <w:b/>
                                  <w:bCs/>
                                  <w:color w:val="000000" w:themeColor="text1"/>
                                  <w:kern w:val="24"/>
                                  <w:sz w:val="18"/>
                                  <w:szCs w:val="18"/>
                                </w:rPr>
                              </w:pPr>
                              <w:r>
                                <w:rPr>
                                  <w:b/>
                                  <w:bCs/>
                                  <w:color w:val="000000" w:themeColor="text1"/>
                                  <w:kern w:val="24"/>
                                  <w:sz w:val="18"/>
                                  <w:szCs w:val="18"/>
                                </w:rPr>
                                <w:t xml:space="preserve">Norme </w:t>
                              </w:r>
                              <w:r>
                                <w:rPr>
                                  <w:b/>
                                  <w:bCs/>
                                  <w:color w:val="000000" w:themeColor="text1"/>
                                  <w:kern w:val="24"/>
                                  <w:sz w:val="18"/>
                                  <w:szCs w:val="18"/>
                                </w:rPr>
                                <w:br/>
                              </w:r>
                              <w:r w:rsidRPr="00C02E09">
                                <w:rPr>
                                  <w:b/>
                                  <w:bCs/>
                                  <w:color w:val="000000" w:themeColor="text1"/>
                                  <w:kern w:val="24"/>
                                  <w:sz w:val="18"/>
                                  <w:szCs w:val="18"/>
                                </w:rPr>
                                <w:t>ISO 11992-2</w:t>
                              </w:r>
                            </w:p>
                          </w:txbxContent>
                        </wps:txbx>
                        <wps:bodyPr wrap="square" rtlCol="0">
                          <a:noAutofit/>
                        </wps:bodyPr>
                      </wps:wsp>
                    </wpg:wgp>
                  </a:graphicData>
                </a:graphic>
              </wp:inline>
            </w:drawing>
          </mc:Choice>
          <mc:Fallback>
            <w:pict>
              <v:group w14:anchorId="2D1A00D5" id="Group 43" o:spid="_x0000_s1037" style="width:370.8pt;height:107.95pt;mso-position-horizontal-relative:char;mso-position-vertical-relative:line" coordsize="47091,1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">
                <v:rect id="Rectangle 6" o:spid="_x0000_s1038" style="position:absolute;left:19559;width:27532;height:13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" fillcolor="white [3212]" strokecolor="black [3213]" strokeweight="1pt">
                  <v:textbox inset="1mm,1mm,1mm,1mm">
                    <w:txbxContent>
                      <w:p w14:paraId="1018A1B4" w14:textId="77777777" w:rsidR="00EF0A62" w:rsidRPr="00C02E09" w:rsidRDefault="00EF0A62" w:rsidP="004B0B6E">
                        <w:pPr>
                          <w:spacing w:line="240" w:lineRule="auto"/>
                          <w:jc w:val="center"/>
                          <w:rPr>
                            <w:b/>
                            <w:bCs/>
                            <w:color w:val="000000" w:themeColor="text1"/>
                            <w:kern w:val="24"/>
                            <w:sz w:val="18"/>
                            <w:szCs w:val="18"/>
                          </w:rPr>
                        </w:pPr>
                        <w:r w:rsidRPr="0092677D">
                          <w:rPr>
                            <w:b/>
                            <w:bCs/>
                            <w:color w:val="000000" w:themeColor="text1"/>
                            <w:kern w:val="24"/>
                            <w:lang w:val="en-US"/>
                          </w:rPr>
                          <w:t>V</w:t>
                        </w:r>
                        <w:r>
                          <w:rPr>
                            <w:b/>
                            <w:bCs/>
                            <w:color w:val="000000" w:themeColor="text1"/>
                            <w:kern w:val="24"/>
                            <w:lang w:val="en-US"/>
                          </w:rPr>
                          <w:t>é</w:t>
                        </w:r>
                        <w:r w:rsidRPr="0092677D">
                          <w:rPr>
                            <w:b/>
                            <w:bCs/>
                            <w:color w:val="000000" w:themeColor="text1"/>
                            <w:kern w:val="24"/>
                            <w:lang w:val="en-US"/>
                          </w:rPr>
                          <w:t>hic</w:t>
                        </w:r>
                        <w:r>
                          <w:rPr>
                            <w:b/>
                            <w:bCs/>
                            <w:color w:val="000000" w:themeColor="text1"/>
                            <w:kern w:val="24"/>
                            <w:lang w:val="en-US"/>
                          </w:rPr>
                          <w:t>u</w:t>
                        </w:r>
                        <w:r w:rsidRPr="0092677D">
                          <w:rPr>
                            <w:b/>
                            <w:bCs/>
                            <w:color w:val="000000" w:themeColor="text1"/>
                            <w:kern w:val="24"/>
                            <w:lang w:val="en-US"/>
                          </w:rPr>
                          <w:t>le</w:t>
                        </w:r>
                        <w:r>
                          <w:rPr>
                            <w:b/>
                            <w:bCs/>
                            <w:color w:val="000000" w:themeColor="text1"/>
                            <w:kern w:val="24"/>
                            <w:lang w:val="en-US"/>
                          </w:rPr>
                          <w:t xml:space="preserve"> tracté</w:t>
                        </w:r>
                      </w:p>
                    </w:txbxContent>
                  </v:textbox>
                </v:rect>
                <v:rect id="Rectangle 9" o:spid="_x0000_s1039" style="position:absolute;left:10579;top:5998;width:11695;height:17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" fillcolor="white [3212]" strokecolor="black [3213]" strokeweight="1pt"/>
                <v:rect id="Rectangle 5" o:spid="_x0000_s1040" style="position:absolute;width:10567;height:13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" fillcolor="white [3212]" strokecolor="black [3213]" strokeweight="1pt">
                  <v:textbox inset="1mm,1mm,1mm,1mm">
                    <w:txbxContent>
                      <w:p w14:paraId="4CC90187" w14:textId="77777777" w:rsidR="00EF0A62" w:rsidRPr="004B0B6E" w:rsidRDefault="00EF0A62" w:rsidP="004B0B6E">
                        <w:pPr>
                          <w:spacing w:line="240" w:lineRule="auto"/>
                          <w:jc w:val="center"/>
                          <w:rPr>
                            <w:b/>
                            <w:bCs/>
                            <w:color w:val="000000" w:themeColor="text1"/>
                            <w:kern w:val="24"/>
                            <w:sz w:val="18"/>
                            <w:szCs w:val="18"/>
                          </w:rPr>
                        </w:pPr>
                        <w:r w:rsidRPr="00974D87">
                          <w:rPr>
                            <w:b/>
                            <w:bCs/>
                            <w:color w:val="000000" w:themeColor="text1"/>
                            <w:kern w:val="24"/>
                          </w:rPr>
                          <w:t>Simulateur de véhicule tracteur conforme à la norme ISO 11992</w:t>
                        </w:r>
                      </w:p>
                    </w:txbxContent>
                  </v:textbox>
                </v:rect>
                <v:rect id="Rectangle 7" o:spid="_x0000_s1041" style="position:absolute;left:19559;top:3027;width:22842;height:7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" fillcolor="white [3212]" strokecolor="black [3213]" strokeweight="1pt">
                  <v:textbox inset="1mm,1mm,1mm,1mm">
                    <w:txbxContent>
                      <w:p w14:paraId="4E8E7334" w14:textId="77777777" w:rsidR="00EF0A62" w:rsidRPr="004B0B6E" w:rsidRDefault="00EF0A62" w:rsidP="004B0B6E">
                        <w:pPr>
                          <w:spacing w:line="240" w:lineRule="auto"/>
                          <w:jc w:val="center"/>
                          <w:rPr>
                            <w:b/>
                            <w:bCs/>
                            <w:color w:val="000000" w:themeColor="text1"/>
                            <w:kern w:val="24"/>
                            <w:sz w:val="18"/>
                            <w:szCs w:val="18"/>
                          </w:rPr>
                        </w:pPr>
                        <w:r w:rsidRPr="0017410A">
                          <w:rPr>
                            <w:b/>
                            <w:bCs/>
                            <w:color w:val="000000" w:themeColor="text1"/>
                            <w:kern w:val="24"/>
                            <w:sz w:val="18"/>
                            <w:szCs w:val="18"/>
                          </w:rPr>
                          <w:t>UCE du véhicule tracté avec fonctionnalité TPMS conforme à la norme ISO 11992-2</w:t>
                        </w:r>
                      </w:p>
                    </w:txbxContent>
                  </v:textbox>
                </v:rect>
                <v:shape id="_x0000_s1042" type="#_x0000_t202" style="position:absolute;left:10789;top:2039;width:8629;height:3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p w14:paraId="27F93405" w14:textId="77777777" w:rsidR="00EF0A62" w:rsidRPr="00C02E09" w:rsidRDefault="00EF0A62" w:rsidP="004B0B6E">
                        <w:pPr>
                          <w:spacing w:line="240" w:lineRule="auto"/>
                          <w:jc w:val="center"/>
                          <w:rPr>
                            <w:b/>
                            <w:bCs/>
                            <w:color w:val="000000" w:themeColor="text1"/>
                            <w:kern w:val="24"/>
                            <w:sz w:val="18"/>
                            <w:szCs w:val="18"/>
                          </w:rPr>
                        </w:pPr>
                        <w:r>
                          <w:rPr>
                            <w:b/>
                            <w:bCs/>
                            <w:color w:val="000000" w:themeColor="text1"/>
                            <w:kern w:val="24"/>
                            <w:sz w:val="18"/>
                            <w:szCs w:val="18"/>
                          </w:rPr>
                          <w:t xml:space="preserve">Norme </w:t>
                        </w:r>
                        <w:r>
                          <w:rPr>
                            <w:b/>
                            <w:bCs/>
                            <w:color w:val="000000" w:themeColor="text1"/>
                            <w:kern w:val="24"/>
                            <w:sz w:val="18"/>
                            <w:szCs w:val="18"/>
                          </w:rPr>
                          <w:br/>
                        </w:r>
                        <w:r w:rsidRPr="00C02E09">
                          <w:rPr>
                            <w:b/>
                            <w:bCs/>
                            <w:color w:val="000000" w:themeColor="text1"/>
                            <w:kern w:val="24"/>
                            <w:sz w:val="18"/>
                            <w:szCs w:val="18"/>
                          </w:rPr>
                          <w:t>ISO 11992-2</w:t>
                        </w:r>
                      </w:p>
                    </w:txbxContent>
                  </v:textbox>
                </v:shape>
                <w10:anchorlock/>
              </v:group>
            </w:pict>
          </mc:Fallback>
        </mc:AlternateContent>
      </w:r>
    </w:p>
    <w:p w14:paraId="5FCCE710" w14:textId="77777777" w:rsidR="00BC7683" w:rsidRPr="00943CDC" w:rsidRDefault="00BC7683" w:rsidP="004B0B6E">
      <w:pPr>
        <w:pStyle w:val="SingleTxtG"/>
        <w:ind w:left="2268"/>
      </w:pPr>
      <w:r w:rsidRPr="006978EC">
        <w:tab/>
      </w:r>
      <w:r w:rsidR="004B0B6E">
        <w:t>L</w:t>
      </w:r>
      <w:r w:rsidRPr="00943CDC">
        <w:t xml:space="preserve">e simulateur </w:t>
      </w:r>
      <w:r w:rsidRPr="004B0B6E">
        <w:rPr>
          <w:color w:val="000000"/>
        </w:rPr>
        <w:t>doit</w:t>
      </w:r>
      <w:r w:rsidR="009D1988">
        <w:rPr>
          <w:color w:val="000000"/>
        </w:rPr>
        <w:t> </w:t>
      </w:r>
      <w:r w:rsidRPr="00943CDC">
        <w:t>:</w:t>
      </w:r>
    </w:p>
    <w:p w14:paraId="52C93511" w14:textId="77777777" w:rsidR="00BC7683" w:rsidRPr="00943CDC" w:rsidRDefault="00BC7683" w:rsidP="004B0B6E">
      <w:pPr>
        <w:pStyle w:val="SingleTxtG"/>
        <w:spacing w:before="240"/>
        <w:ind w:left="2268" w:hanging="1134"/>
      </w:pPr>
      <w:r w:rsidRPr="00943CDC">
        <w:t>3.1.1</w:t>
      </w:r>
      <w:r w:rsidRPr="00943CDC">
        <w:tab/>
      </w:r>
      <w:r>
        <w:t>Ê</w:t>
      </w:r>
      <w:r w:rsidRPr="00943CDC">
        <w:t>tre équipé d</w:t>
      </w:r>
      <w:r w:rsidR="004B0B6E">
        <w:t>’</w:t>
      </w:r>
      <w:r w:rsidRPr="00943CDC">
        <w:t>un raccord ISO 7638 (à sept broches) à raccorder au véhicule soumis à l</w:t>
      </w:r>
      <w:r w:rsidR="004B0B6E">
        <w:t>’</w:t>
      </w:r>
      <w:r w:rsidRPr="00943CDC">
        <w:t>essai. Les broches n</w:t>
      </w:r>
      <w:r w:rsidR="009830FD" w:rsidRPr="009830FD">
        <w:rPr>
          <w:vertAlign w:val="superscript"/>
        </w:rPr>
        <w:t>os</w:t>
      </w:r>
      <w:r w:rsidR="009830FD">
        <w:t> </w:t>
      </w:r>
      <w:r w:rsidRPr="00943CDC">
        <w:t>6 et 7 du raccord servent à émettre et à recevoir des messages conformes à la norme ISO 11992-2:2014</w:t>
      </w:r>
      <w:r w:rsidR="00137A68">
        <w:t> </w:t>
      </w:r>
      <w:r w:rsidRPr="00943CDC">
        <w:t>;</w:t>
      </w:r>
    </w:p>
    <w:p w14:paraId="0C05A85E" w14:textId="77777777" w:rsidR="00BC7683" w:rsidRPr="00FC6936" w:rsidRDefault="00BC7683" w:rsidP="004B0B6E">
      <w:pPr>
        <w:pStyle w:val="SingleTxtG"/>
        <w:spacing w:before="240"/>
        <w:ind w:left="2268" w:hanging="1134"/>
      </w:pPr>
      <w:r w:rsidRPr="00FC6936">
        <w:t>3.1.2</w:t>
      </w:r>
      <w:r w:rsidRPr="00FC6936">
        <w:tab/>
      </w:r>
      <w:r>
        <w:t>Ê</w:t>
      </w:r>
      <w:r w:rsidRPr="00FC6936">
        <w:t>tre équipé d</w:t>
      </w:r>
      <w:r w:rsidR="004B0B6E">
        <w:t>’</w:t>
      </w:r>
      <w:r w:rsidRPr="00FC6936">
        <w:t>un affichage signalant toute défaillance et d</w:t>
      </w:r>
      <w:r w:rsidR="004B0B6E">
        <w:t>’</w:t>
      </w:r>
      <w:r w:rsidRPr="00FC6936">
        <w:t>une alimentation électrique pour l</w:t>
      </w:r>
      <w:r>
        <w:t xml:space="preserve">e </w:t>
      </w:r>
      <w:r w:rsidRPr="00FC6936">
        <w:t>véhicule tracté</w:t>
      </w:r>
      <w:r w:rsidR="00137A68">
        <w:t> </w:t>
      </w:r>
      <w:r w:rsidRPr="00FC6936">
        <w:t>;</w:t>
      </w:r>
    </w:p>
    <w:p w14:paraId="5018D3CC" w14:textId="77777777" w:rsidR="00BC7683" w:rsidRDefault="00BC7683" w:rsidP="004B0B6E">
      <w:pPr>
        <w:pStyle w:val="SingleTxtG"/>
        <w:spacing w:before="240"/>
        <w:ind w:left="2268" w:hanging="1134"/>
      </w:pPr>
      <w:r w:rsidRPr="00B938B7">
        <w:t>3.1.3</w:t>
      </w:r>
      <w:r w:rsidRPr="00B938B7">
        <w:tab/>
      </w:r>
      <w:r>
        <w:t>P</w:t>
      </w:r>
      <w:r w:rsidRPr="00B938B7">
        <w:t>ouvoir recevoir tous les messages transmis par l</w:t>
      </w:r>
      <w:r>
        <w:t>e</w:t>
      </w:r>
      <w:r w:rsidRPr="00B938B7">
        <w:t xml:space="preserve"> </w:t>
      </w:r>
      <w:r w:rsidRPr="0017410A">
        <w:t xml:space="preserve">véhicule tracté </w:t>
      </w:r>
      <w:r w:rsidRPr="00B938B7">
        <w:t>à homologuer et pouvoir transmettre tous les messages provenant de véhicules à moteur répondant à la norme ISO 11992-2:20</w:t>
      </w:r>
      <w:r>
        <w:t>14</w:t>
      </w:r>
      <w:r w:rsidR="00137A68">
        <w:t> </w:t>
      </w:r>
      <w:r w:rsidRPr="00B938B7">
        <w:t xml:space="preserve">; </w:t>
      </w:r>
    </w:p>
    <w:p w14:paraId="6382150B" w14:textId="77777777" w:rsidR="00BC7683" w:rsidRPr="0017410A" w:rsidRDefault="00BC7683" w:rsidP="004B0B6E">
      <w:pPr>
        <w:pStyle w:val="SingleTxtG"/>
        <w:spacing w:before="240"/>
        <w:ind w:left="2268" w:hanging="1134"/>
      </w:pPr>
      <w:r w:rsidRPr="0017410A">
        <w:t>3.1.4</w:t>
      </w:r>
      <w:r w:rsidRPr="0017410A">
        <w:tab/>
      </w:r>
      <w:r>
        <w:t>P</w:t>
      </w:r>
      <w:r w:rsidRPr="0017410A">
        <w:t>ermettre une lecture directe ou indirecte des messages, en plaçant les paramètres du champ de données dans l</w:t>
      </w:r>
      <w:r w:rsidR="004B0B6E">
        <w:t>’</w:t>
      </w:r>
      <w:r w:rsidRPr="0017410A">
        <w:t>ordre chronologique correct</w:t>
      </w:r>
      <w:r>
        <w:t>.</w:t>
      </w:r>
      <w:r w:rsidRPr="0017410A">
        <w:t xml:space="preserve"> </w:t>
      </w:r>
    </w:p>
    <w:p w14:paraId="106E4255" w14:textId="77777777" w:rsidR="00BC7683" w:rsidRPr="00103E88" w:rsidRDefault="00BC7683" w:rsidP="004B0B6E">
      <w:pPr>
        <w:pStyle w:val="SingleTxtG"/>
        <w:spacing w:before="240"/>
        <w:ind w:left="2268" w:hanging="1134"/>
      </w:pPr>
      <w:r w:rsidRPr="00103E88">
        <w:t>3.2</w:t>
      </w:r>
      <w:r w:rsidRPr="00103E88">
        <w:tab/>
        <w:t xml:space="preserve">Procédure de contrôle </w:t>
      </w:r>
    </w:p>
    <w:p w14:paraId="70F3699A" w14:textId="77777777" w:rsidR="00BC7683" w:rsidRPr="00F62D9E" w:rsidRDefault="00BC7683" w:rsidP="004B0B6E">
      <w:pPr>
        <w:pStyle w:val="SingleTxtG"/>
        <w:spacing w:before="240"/>
        <w:ind w:left="2268" w:hanging="1134"/>
      </w:pPr>
      <w:r w:rsidRPr="006978EC">
        <w:lastRenderedPageBreak/>
        <w:t>3.2.1</w:t>
      </w:r>
      <w:r w:rsidRPr="006978EC">
        <w:tab/>
        <w:t>Configurer l</w:t>
      </w:r>
      <w:r w:rsidR="004B0B6E">
        <w:t>’</w:t>
      </w:r>
      <w:r w:rsidRPr="006978EC">
        <w:t xml:space="preserve">UCE du véhicule tracté conforme à la norme ISO 11992-2:2014 de manière à utiliser soit </w:t>
      </w:r>
      <w:r>
        <w:t xml:space="preserve">le NIV </w:t>
      </w:r>
      <w:r w:rsidRPr="006978EC">
        <w:t>“AABBCCDDEE1234567” s</w:t>
      </w:r>
      <w:r>
        <w:t xml:space="preserve">oit le NIV effectif du </w:t>
      </w:r>
      <w:r w:rsidRPr="00F62D9E">
        <w:t>véhicule tracté.</w:t>
      </w:r>
    </w:p>
    <w:p w14:paraId="45273806" w14:textId="77777777" w:rsidR="00BC7683" w:rsidRPr="00B938B7" w:rsidRDefault="00BC7683" w:rsidP="004B0B6E">
      <w:pPr>
        <w:pStyle w:val="SingleTxtG"/>
        <w:spacing w:before="240"/>
        <w:ind w:left="2268" w:hanging="1134"/>
      </w:pPr>
      <w:r w:rsidRPr="00B938B7">
        <w:t>3.2.2</w:t>
      </w:r>
      <w:r w:rsidRPr="00B938B7">
        <w:tab/>
        <w:t xml:space="preserve">Vérifier les éléments suivants, le simulateur étant branché sur </w:t>
      </w:r>
      <w:r>
        <w:t xml:space="preserve">le </w:t>
      </w:r>
      <w:r w:rsidRPr="00B938B7">
        <w:t xml:space="preserve">véhicule tracté pour la transmission de tous les messages </w:t>
      </w:r>
      <w:r>
        <w:t>relevant de l</w:t>
      </w:r>
      <w:r w:rsidR="004B0B6E">
        <w:t>’</w:t>
      </w:r>
      <w:r>
        <w:t>interface é</w:t>
      </w:r>
      <w:r w:rsidRPr="00B938B7">
        <w:t>mis par le véhicule tracteur</w:t>
      </w:r>
      <w:r w:rsidR="009D1988">
        <w:t> </w:t>
      </w:r>
      <w:r w:rsidRPr="00B938B7">
        <w:t>:</w:t>
      </w:r>
    </w:p>
    <w:p w14:paraId="0C9D1A6B" w14:textId="77777777" w:rsidR="00BC7683" w:rsidRPr="009F5F4E" w:rsidRDefault="00BC7683" w:rsidP="004B0B6E">
      <w:pPr>
        <w:pStyle w:val="SingleTxtG"/>
        <w:spacing w:before="240"/>
        <w:ind w:left="2268" w:hanging="1134"/>
      </w:pPr>
      <w:r w:rsidRPr="009F5F4E">
        <w:t>3.2.2.1</w:t>
      </w:r>
      <w:r w:rsidRPr="009F5F4E">
        <w:tab/>
        <w:t xml:space="preserve">Le NIV transmit doit être celui qui est </w:t>
      </w:r>
      <w:r w:rsidRPr="008615D7">
        <w:t>configuré au paragraphe 3.2.1</w:t>
      </w:r>
      <w:r w:rsidRPr="009F5F4E">
        <w:t>.</w:t>
      </w:r>
    </w:p>
    <w:p w14:paraId="020B455B" w14:textId="77777777" w:rsidR="00BC7683" w:rsidRDefault="00BC7683" w:rsidP="004B0B6E">
      <w:pPr>
        <w:pStyle w:val="SingleTxtG"/>
        <w:spacing w:before="240"/>
        <w:ind w:left="2268" w:hanging="1134"/>
      </w:pPr>
      <w:r w:rsidRPr="009F5F4E">
        <w:t>3.2.2.2</w:t>
      </w:r>
      <w:r w:rsidRPr="009F5F4E">
        <w:tab/>
        <w:t>Suivre la procédure d</w:t>
      </w:r>
      <w:r w:rsidR="004B0B6E">
        <w:t>’</w:t>
      </w:r>
      <w:r w:rsidRPr="009F5F4E">
        <w:t>essai définie à l</w:t>
      </w:r>
      <w:r w:rsidR="004B0B6E">
        <w:t>’</w:t>
      </w:r>
      <w:r w:rsidRPr="009F5F4E">
        <w:t>annexe 3 du présent Règlement</w:t>
      </w:r>
      <w:r>
        <w:t xml:space="preserve"> et vérifier que les </w:t>
      </w:r>
      <w:r w:rsidRPr="009F5F4E">
        <w:t>signa</w:t>
      </w:r>
      <w:r>
        <w:t>ux</w:t>
      </w:r>
      <w:r w:rsidRPr="009F5F4E">
        <w:t xml:space="preserve"> d</w:t>
      </w:r>
      <w:r w:rsidR="004B0B6E">
        <w:t>’</w:t>
      </w:r>
      <w:r w:rsidRPr="009F5F4E">
        <w:t xml:space="preserve">avertissement </w:t>
      </w:r>
      <w:r>
        <w:t xml:space="preserve">et </w:t>
      </w:r>
      <w:r w:rsidRPr="009F5F4E">
        <w:t>de défaillance</w:t>
      </w:r>
      <w:r>
        <w:t xml:space="preserve"> du </w:t>
      </w:r>
      <w:r w:rsidRPr="009F5F4E">
        <w:rPr>
          <w:bCs/>
        </w:rPr>
        <w:t>système de surveillance de la pression des pneumatiques</w:t>
      </w:r>
      <w:r>
        <w:rPr>
          <w:bCs/>
        </w:rPr>
        <w:t xml:space="preserve"> sont émis de la manière définie aux p</w:t>
      </w:r>
      <w:r w:rsidRPr="009F5F4E">
        <w:rPr>
          <w:color w:val="000000" w:themeColor="text1"/>
        </w:rPr>
        <w:t xml:space="preserve">aragraphes 2.2 </w:t>
      </w:r>
      <w:r>
        <w:rPr>
          <w:color w:val="000000" w:themeColor="text1"/>
        </w:rPr>
        <w:t xml:space="preserve">et </w:t>
      </w:r>
      <w:r w:rsidRPr="009F5F4E">
        <w:rPr>
          <w:color w:val="000000" w:themeColor="text1"/>
        </w:rPr>
        <w:t>2.3</w:t>
      </w:r>
      <w:r>
        <w:rPr>
          <w:color w:val="000000" w:themeColor="text1"/>
        </w:rPr>
        <w:t xml:space="preserve"> de la partie </w:t>
      </w:r>
      <w:r w:rsidRPr="009F5F4E">
        <w:rPr>
          <w:color w:val="000000" w:themeColor="text1"/>
        </w:rPr>
        <w:t xml:space="preserve">A </w:t>
      </w:r>
      <w:r>
        <w:rPr>
          <w:color w:val="000000" w:themeColor="text1"/>
        </w:rPr>
        <w:t>de l</w:t>
      </w:r>
      <w:r w:rsidR="004B0B6E">
        <w:rPr>
          <w:color w:val="000000" w:themeColor="text1"/>
        </w:rPr>
        <w:t>’</w:t>
      </w:r>
      <w:r>
        <w:rPr>
          <w:color w:val="000000" w:themeColor="text1"/>
        </w:rPr>
        <w:t>a</w:t>
      </w:r>
      <w:r w:rsidRPr="009F5F4E">
        <w:t>nnex</w:t>
      </w:r>
      <w:r>
        <w:t>e</w:t>
      </w:r>
      <w:r w:rsidRPr="009F5F4E">
        <w:t xml:space="preserve"> 5 </w:t>
      </w:r>
      <w:r>
        <w:t>du présent Règlement</w:t>
      </w:r>
      <w:r w:rsidRPr="009F5F4E">
        <w:t>.</w:t>
      </w:r>
      <w:r w:rsidR="004B0B6E">
        <w:t> »</w:t>
      </w:r>
      <w:r>
        <w:t>.</w:t>
      </w:r>
    </w:p>
    <w:p w14:paraId="0570564E" w14:textId="77777777" w:rsidR="004B0B6E" w:rsidRPr="004B0B6E" w:rsidRDefault="004B0B6E" w:rsidP="004B0B6E">
      <w:pPr>
        <w:pStyle w:val="SingleTxtG"/>
        <w:spacing w:before="240" w:after="0"/>
        <w:jc w:val="center"/>
        <w:rPr>
          <w:u w:val="single"/>
        </w:rPr>
      </w:pPr>
      <w:r>
        <w:tab/>
      </w:r>
      <w:r>
        <w:rPr>
          <w:u w:val="single"/>
        </w:rPr>
        <w:tab/>
      </w:r>
      <w:r>
        <w:rPr>
          <w:u w:val="single"/>
        </w:rPr>
        <w:tab/>
      </w:r>
      <w:r>
        <w:rPr>
          <w:u w:val="single"/>
        </w:rPr>
        <w:tab/>
      </w:r>
    </w:p>
    <w:sectPr w:rsidR="004B0B6E" w:rsidRPr="004B0B6E" w:rsidSect="005E5A0D">
      <w:headerReference w:type="even" r:id="rId18"/>
      <w:footerReference w:type="even" r:id="rId19"/>
      <w:headerReference w:type="first" r:id="rId20"/>
      <w:footerReference w:type="first" r:id="rId21"/>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23E66" w14:textId="77777777" w:rsidR="00EF0A62" w:rsidRDefault="00EF0A62" w:rsidP="00F95C08">
      <w:pPr>
        <w:spacing w:line="240" w:lineRule="auto"/>
      </w:pPr>
    </w:p>
  </w:endnote>
  <w:endnote w:type="continuationSeparator" w:id="0">
    <w:p w14:paraId="4210A53B" w14:textId="77777777" w:rsidR="00EF0A62" w:rsidRPr="00AC3823" w:rsidRDefault="00EF0A62" w:rsidP="00AC3823">
      <w:pPr>
        <w:pStyle w:val="Pieddepage"/>
      </w:pPr>
    </w:p>
  </w:endnote>
  <w:endnote w:type="continuationNotice" w:id="1">
    <w:p w14:paraId="6C919B13" w14:textId="77777777" w:rsidR="00EF0A62" w:rsidRDefault="00EF0A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AE193" w14:textId="77777777" w:rsidR="00EF0A62" w:rsidRPr="005E5A0D" w:rsidRDefault="00EF0A62" w:rsidP="005E5A0D">
    <w:pPr>
      <w:pStyle w:val="Pieddepage"/>
      <w:tabs>
        <w:tab w:val="right" w:pos="9638"/>
      </w:tabs>
    </w:pPr>
    <w:r w:rsidRPr="005E5A0D">
      <w:rPr>
        <w:b/>
        <w:sz w:val="18"/>
      </w:rPr>
      <w:fldChar w:fldCharType="begin"/>
    </w:r>
    <w:r w:rsidRPr="005E5A0D">
      <w:rPr>
        <w:b/>
        <w:sz w:val="18"/>
      </w:rPr>
      <w:instrText xml:space="preserve"> PAGE  \* MERGEFORMAT </w:instrText>
    </w:r>
    <w:r w:rsidRPr="005E5A0D">
      <w:rPr>
        <w:b/>
        <w:sz w:val="18"/>
      </w:rPr>
      <w:fldChar w:fldCharType="separate"/>
    </w:r>
    <w:r w:rsidRPr="005E5A0D">
      <w:rPr>
        <w:b/>
        <w:noProof/>
        <w:sz w:val="18"/>
      </w:rPr>
      <w:t>2</w:t>
    </w:r>
    <w:r w:rsidRPr="005E5A0D">
      <w:rPr>
        <w:b/>
        <w:sz w:val="18"/>
      </w:rPr>
      <w:fldChar w:fldCharType="end"/>
    </w:r>
    <w:r>
      <w:rPr>
        <w:b/>
        <w:sz w:val="18"/>
      </w:rPr>
      <w:tab/>
    </w:r>
    <w:r>
      <w:t>GE.21-01256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D9B15" w14:textId="77777777" w:rsidR="00EF0A62" w:rsidRPr="005E5A0D" w:rsidRDefault="00EF0A62" w:rsidP="005E5A0D">
    <w:pPr>
      <w:pStyle w:val="Pieddepage"/>
      <w:tabs>
        <w:tab w:val="right" w:pos="9638"/>
      </w:tabs>
      <w:rPr>
        <w:b/>
        <w:sz w:val="18"/>
      </w:rPr>
    </w:pPr>
    <w:r>
      <w:t>GE.21-01256</w:t>
    </w:r>
    <w:r>
      <w:tab/>
    </w:r>
    <w:r w:rsidRPr="005E5A0D">
      <w:rPr>
        <w:b/>
        <w:sz w:val="18"/>
      </w:rPr>
      <w:fldChar w:fldCharType="begin"/>
    </w:r>
    <w:r w:rsidRPr="005E5A0D">
      <w:rPr>
        <w:b/>
        <w:sz w:val="18"/>
      </w:rPr>
      <w:instrText xml:space="preserve"> PAGE  \* MERGEFORMAT </w:instrText>
    </w:r>
    <w:r w:rsidRPr="005E5A0D">
      <w:rPr>
        <w:b/>
        <w:sz w:val="18"/>
      </w:rPr>
      <w:fldChar w:fldCharType="separate"/>
    </w:r>
    <w:r w:rsidRPr="005E5A0D">
      <w:rPr>
        <w:b/>
        <w:noProof/>
        <w:sz w:val="18"/>
      </w:rPr>
      <w:t>3</w:t>
    </w:r>
    <w:r w:rsidRPr="005E5A0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BFDF7" w14:textId="77777777" w:rsidR="00EF0A62" w:rsidRPr="005E5A0D" w:rsidRDefault="00EF0A62" w:rsidP="005E5A0D">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705ECA39" wp14:editId="7F80DFA5">
          <wp:simplePos x="0" y="0"/>
          <wp:positionH relativeFrom="margin">
            <wp:posOffset>4319905</wp:posOffset>
          </wp:positionH>
          <wp:positionV relativeFrom="margin">
            <wp:posOffset>9144000</wp:posOffset>
          </wp:positionV>
          <wp:extent cx="1105200" cy="234000"/>
          <wp:effectExtent l="0" t="0" r="0" b="0"/>
          <wp:wrapNone/>
          <wp:docPr id="21" name="Image 2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21-01256  (F)</w:t>
    </w:r>
    <w:r>
      <w:rPr>
        <w:noProof/>
        <w:sz w:val="20"/>
      </w:rPr>
      <w:drawing>
        <wp:anchor distT="0" distB="0" distL="114300" distR="114300" simplePos="0" relativeHeight="251660288" behindDoc="0" locked="0" layoutInCell="1" allowOverlap="1" wp14:anchorId="0E10AF5C" wp14:editId="31241DFC">
          <wp:simplePos x="0" y="0"/>
          <wp:positionH relativeFrom="margin">
            <wp:posOffset>5489575</wp:posOffset>
          </wp:positionH>
          <wp:positionV relativeFrom="margin">
            <wp:posOffset>8891905</wp:posOffset>
          </wp:positionV>
          <wp:extent cx="638175" cy="638175"/>
          <wp:effectExtent l="0" t="0" r="9525" b="9525"/>
          <wp:wrapNone/>
          <wp:docPr id="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120221    150221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C7142" w14:textId="77777777" w:rsidR="00EF0A62" w:rsidRPr="005E5A0D" w:rsidRDefault="00EF0A62" w:rsidP="005E5A0D">
    <w:pPr>
      <w:pStyle w:val="Pieddepage"/>
      <w:tabs>
        <w:tab w:val="right" w:pos="9638"/>
      </w:tabs>
    </w:pPr>
    <w:r w:rsidRPr="005E5A0D">
      <w:rPr>
        <w:b/>
        <w:sz w:val="18"/>
      </w:rPr>
      <w:fldChar w:fldCharType="begin"/>
    </w:r>
    <w:r w:rsidRPr="005E5A0D">
      <w:rPr>
        <w:b/>
        <w:sz w:val="18"/>
      </w:rPr>
      <w:instrText xml:space="preserve"> PAGE  \* MERGEFORMAT </w:instrText>
    </w:r>
    <w:r w:rsidRPr="005E5A0D">
      <w:rPr>
        <w:b/>
        <w:sz w:val="18"/>
      </w:rPr>
      <w:fldChar w:fldCharType="separate"/>
    </w:r>
    <w:r w:rsidRPr="005E5A0D">
      <w:rPr>
        <w:b/>
        <w:noProof/>
        <w:sz w:val="18"/>
      </w:rPr>
      <w:t>2</w:t>
    </w:r>
    <w:r w:rsidRPr="005E5A0D">
      <w:rPr>
        <w:b/>
        <w:sz w:val="18"/>
      </w:rPr>
      <w:fldChar w:fldCharType="end"/>
    </w:r>
    <w:r>
      <w:rPr>
        <w:b/>
        <w:sz w:val="18"/>
      </w:rPr>
      <w:tab/>
    </w:r>
    <w:r>
      <w:t>GE.21-01256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B788B" w14:textId="77777777" w:rsidR="00EF0A62" w:rsidRPr="005E5A0D" w:rsidRDefault="00EF0A62" w:rsidP="00BC7683">
    <w:pPr>
      <w:pStyle w:val="Pieddepage"/>
      <w:tabs>
        <w:tab w:val="right" w:pos="9639"/>
      </w:tabs>
      <w:spacing w:before="120"/>
      <w:rPr>
        <w:sz w:val="20"/>
      </w:rPr>
    </w:pPr>
    <w:r>
      <w:t>GE.21-01256</w:t>
    </w:r>
    <w:r>
      <w:tab/>
    </w:r>
    <w:r w:rsidRPr="005E5A0D">
      <w:rPr>
        <w:b/>
        <w:sz w:val="18"/>
      </w:rPr>
      <w:fldChar w:fldCharType="begin"/>
    </w:r>
    <w:r w:rsidRPr="005E5A0D">
      <w:rPr>
        <w:b/>
        <w:sz w:val="18"/>
      </w:rPr>
      <w:instrText xml:space="preserve"> PAGE  \* MERGEFORMAT </w:instrText>
    </w:r>
    <w:r w:rsidRPr="005E5A0D">
      <w:rPr>
        <w:b/>
        <w:sz w:val="18"/>
      </w:rPr>
      <w:fldChar w:fldCharType="separate"/>
    </w:r>
    <w:r>
      <w:rPr>
        <w:b/>
        <w:sz w:val="18"/>
      </w:rPr>
      <w:t>8</w:t>
    </w:r>
    <w:r w:rsidRPr="005E5A0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C5C11" w14:textId="77777777" w:rsidR="00EF0A62" w:rsidRPr="00AC3823" w:rsidRDefault="00EF0A62" w:rsidP="00AC3823">
      <w:pPr>
        <w:pStyle w:val="Pieddepage"/>
        <w:tabs>
          <w:tab w:val="right" w:pos="2155"/>
        </w:tabs>
        <w:spacing w:after="80" w:line="240" w:lineRule="atLeast"/>
        <w:ind w:left="680"/>
        <w:rPr>
          <w:u w:val="single"/>
        </w:rPr>
      </w:pPr>
      <w:r>
        <w:rPr>
          <w:u w:val="single"/>
        </w:rPr>
        <w:tab/>
      </w:r>
    </w:p>
  </w:footnote>
  <w:footnote w:type="continuationSeparator" w:id="0">
    <w:p w14:paraId="25C75DF0" w14:textId="77777777" w:rsidR="00EF0A62" w:rsidRPr="00AC3823" w:rsidRDefault="00EF0A62" w:rsidP="00AC3823">
      <w:pPr>
        <w:pStyle w:val="Pieddepage"/>
        <w:tabs>
          <w:tab w:val="right" w:pos="2155"/>
        </w:tabs>
        <w:spacing w:after="80" w:line="240" w:lineRule="atLeast"/>
        <w:ind w:left="680"/>
        <w:rPr>
          <w:u w:val="single"/>
        </w:rPr>
      </w:pPr>
      <w:r>
        <w:rPr>
          <w:u w:val="single"/>
        </w:rPr>
        <w:tab/>
      </w:r>
    </w:p>
  </w:footnote>
  <w:footnote w:type="continuationNotice" w:id="1">
    <w:p w14:paraId="73F2F363" w14:textId="77777777" w:rsidR="00EF0A62" w:rsidRPr="00AC3823" w:rsidRDefault="00EF0A62">
      <w:pPr>
        <w:spacing w:line="240" w:lineRule="auto"/>
        <w:rPr>
          <w:sz w:val="2"/>
          <w:szCs w:val="2"/>
        </w:rPr>
      </w:pPr>
    </w:p>
  </w:footnote>
  <w:footnote w:id="2">
    <w:p w14:paraId="519F23EA" w14:textId="77777777" w:rsidR="00EF0A62" w:rsidRPr="00BC7683" w:rsidRDefault="00EF0A62">
      <w:pPr>
        <w:pStyle w:val="Notedebasdepage"/>
      </w:pPr>
      <w:r>
        <w:rPr>
          <w:rStyle w:val="Appelnotedebasdep"/>
        </w:rPr>
        <w:tab/>
      </w:r>
      <w:r w:rsidRPr="00BC7683">
        <w:rPr>
          <w:rStyle w:val="Appelnotedebasdep"/>
          <w:sz w:val="20"/>
          <w:vertAlign w:val="baseline"/>
        </w:rPr>
        <w:t>*</w:t>
      </w:r>
      <w:r>
        <w:rPr>
          <w:rStyle w:val="Appelnotedebasdep"/>
          <w:sz w:val="20"/>
          <w:vertAlign w:val="baseline"/>
        </w:rPr>
        <w:tab/>
      </w:r>
      <w:r w:rsidRPr="00563DF6">
        <w:t>Conformément au programme de travail du Comité des transports intérieurs pour 2020 tel qu</w:t>
      </w:r>
      <w:r>
        <w:t>’</w:t>
      </w:r>
      <w:r w:rsidRPr="00563DF6">
        <w:t>il figure dans le projet de budget-programme pour 2020 (A/74/6 (titre V, chap. 20), par.</w:t>
      </w:r>
      <w:r>
        <w:t> </w:t>
      </w:r>
      <w:r w:rsidRPr="00563DF6">
        <w:t>20.37), le Forum mondial a pour mission d</w:t>
      </w:r>
      <w:r>
        <w:t>’</w:t>
      </w:r>
      <w:r w:rsidRPr="00563DF6">
        <w:t>élaborer, d</w:t>
      </w:r>
      <w:r>
        <w:t>’</w:t>
      </w:r>
      <w:r w:rsidRPr="00563DF6">
        <w:t>harmoniser et de mettre à jour les Règlements ONU en vue d</w:t>
      </w:r>
      <w:r>
        <w:t>’</w:t>
      </w:r>
      <w:r w:rsidRPr="00563DF6">
        <w:t>améliorer les caractéristiques fonctionnelles des véhicules. Le présent document est soumis en vertu de ce mandat.</w:t>
      </w:r>
    </w:p>
  </w:footnote>
  <w:footnote w:id="3">
    <w:p w14:paraId="613199E7" w14:textId="4A4D4791" w:rsidR="00EF0A62" w:rsidRPr="00A7588B" w:rsidRDefault="00EF0A62" w:rsidP="00BC0969">
      <w:pPr>
        <w:pStyle w:val="Notedebasdepage"/>
      </w:pPr>
      <w:r w:rsidRPr="00775C0F">
        <w:tab/>
      </w:r>
      <w:r w:rsidRPr="00103E88">
        <w:rPr>
          <w:rStyle w:val="Appelnotedebasdep"/>
        </w:rPr>
        <w:footnoteRef/>
      </w:r>
      <w:r w:rsidRPr="00A7588B">
        <w:tab/>
      </w:r>
      <w:r w:rsidR="00A7588B" w:rsidRPr="00A7588B">
        <w:t>Selon les définitions figurant dans la Résolution d’ensemble sur la construction des véhicules (R.E.3), document ECE/TRANS/WP.29/78/Rev.6, par.</w:t>
      </w:r>
      <w:r w:rsidR="00A7588B">
        <w:t> </w:t>
      </w:r>
      <w:r w:rsidR="00A7588B" w:rsidRPr="00A7588B">
        <w:t>2</w:t>
      </w:r>
      <w:r w:rsidR="00A7588B">
        <w:t xml:space="preserve"> </w:t>
      </w:r>
      <w:r w:rsidRPr="00A7588B">
        <w:t xml:space="preserve"> − </w:t>
      </w:r>
      <w:hyperlink r:id="rId1" w:history="1">
        <w:r w:rsidRPr="00A7588B">
          <w:rPr>
            <w:rStyle w:val="Lienhypertexte"/>
            <w:color w:val="auto"/>
          </w:rPr>
          <w:t>www.unece.org/trans/main/wp29/wp29wgs/</w:t>
        </w:r>
        <w:r w:rsidR="00A7588B">
          <w:rPr>
            <w:rStyle w:val="Lienhypertexte"/>
            <w:color w:val="auto"/>
          </w:rPr>
          <w:br/>
        </w:r>
        <w:r w:rsidRPr="00A7588B">
          <w:rPr>
            <w:rStyle w:val="Lienhypertexte"/>
            <w:color w:val="auto"/>
          </w:rPr>
          <w:t>wp29gen/wp29resolutions.html</w:t>
        </w:r>
      </w:hyperlink>
      <w:r w:rsidRPr="00A7588B">
        <w:t>.</w:t>
      </w:r>
    </w:p>
  </w:footnote>
  <w:footnote w:id="4">
    <w:p w14:paraId="46EA2136" w14:textId="11BF6CEE" w:rsidR="00EF0A62" w:rsidRDefault="00EF0A62" w:rsidP="00BC0969">
      <w:pPr>
        <w:pStyle w:val="Notedebasdepage"/>
        <w:rPr>
          <w:spacing w:val="5"/>
          <w:w w:val="104"/>
        </w:rPr>
      </w:pPr>
      <w:r w:rsidRPr="00A7588B">
        <w:tab/>
      </w:r>
      <w:r w:rsidRPr="00103E88">
        <w:rPr>
          <w:rStyle w:val="Appelnotedebasdep"/>
        </w:rPr>
        <w:footnoteRef/>
      </w:r>
      <w:r>
        <w:tab/>
        <w:t>Les numéros distinctifs des Parties contractantes à l’Accord de 1958 sont reproduits dans l’annexe 3 de la Résolution d’ensemble sur la construction des véhicules (R.E.3), document ECE/TRANS/ WP.29/78/</w:t>
      </w:r>
      <w:r w:rsidRPr="008615D7">
        <w:t>Rev.</w:t>
      </w:r>
      <w:r w:rsidR="008615D7" w:rsidRPr="008615D7">
        <w:t>6</w:t>
      </w:r>
      <w:r>
        <w:t xml:space="preserve">, annexe 3 − </w:t>
      </w:r>
      <w:hyperlink r:id="rId2" w:history="1">
        <w:r w:rsidRPr="000901AE">
          <w:rPr>
            <w:rStyle w:val="Lienhypertexte"/>
            <w:color w:val="auto"/>
          </w:rPr>
          <w:t>www.unece.org/trans/main/wp29/wp29wgs/wp29gen/wp29</w:t>
        </w:r>
        <w:r w:rsidRPr="000901AE">
          <w:rPr>
            <w:rStyle w:val="Lienhypertexte"/>
            <w:color w:val="auto"/>
          </w:rPr>
          <w:br/>
          <w:t>resolutions.html</w:t>
        </w:r>
      </w:hyperlink>
      <w:r>
        <w:t>.</w:t>
      </w:r>
    </w:p>
  </w:footnote>
  <w:footnote w:id="5">
    <w:p w14:paraId="1F08FCD8" w14:textId="77777777" w:rsidR="00EF0A62" w:rsidRPr="008B1DC7" w:rsidRDefault="00EF0A62" w:rsidP="00BC0969">
      <w:pPr>
        <w:pStyle w:val="Notedebasdepage"/>
      </w:pPr>
      <w:r w:rsidRPr="00191D28">
        <w:tab/>
      </w:r>
      <w:r w:rsidRPr="00103E88">
        <w:rPr>
          <w:rStyle w:val="Appelnotedebasdep"/>
        </w:rPr>
        <w:footnoteRef/>
      </w:r>
      <w:r w:rsidRPr="008B1DC7">
        <w:tab/>
        <w:t>Note du secrétariat</w:t>
      </w:r>
      <w:r>
        <w:t> </w:t>
      </w:r>
      <w:r w:rsidRPr="008B1DC7">
        <w:t>:</w:t>
      </w:r>
      <w:r w:rsidRPr="00EF0A62">
        <w:rPr>
          <w:szCs w:val="18"/>
        </w:rPr>
        <w:t xml:space="preserve"> </w:t>
      </w:r>
      <w:r w:rsidRPr="008B1DC7">
        <w:t>la formulation a été modifiée conformément à la décision que le WP.29 a prise à sa session de novembre 2020 (ECE/TRANS/WP.29/1155, par.</w:t>
      </w:r>
      <w:r>
        <w:t> </w:t>
      </w:r>
      <w:r w:rsidRPr="008B1DC7">
        <w:t>92 et 93, et document informel WP.29</w:t>
      </w:r>
      <w:r>
        <w:noBreakHyphen/>
      </w:r>
      <w:r w:rsidRPr="008B1DC7">
        <w:t>182-11).</w:t>
      </w:r>
    </w:p>
  </w:footnote>
  <w:footnote w:id="6">
    <w:p w14:paraId="36D8B759" w14:textId="77777777" w:rsidR="00EF0A62" w:rsidRDefault="00EF0A62">
      <w:pPr>
        <w:pStyle w:val="Notedebasdepage"/>
      </w:pPr>
      <w:r>
        <w:tab/>
      </w:r>
      <w:r>
        <w:rPr>
          <w:rStyle w:val="Appelnotedebasdep"/>
        </w:rPr>
        <w:footnoteRef/>
      </w:r>
      <w:r>
        <w:tab/>
      </w:r>
      <w:r w:rsidRPr="00C43D2F">
        <w:t>Numéro distinctif du pays qui a délivré/étendu/refusé/retiré l</w:t>
      </w:r>
      <w:r>
        <w:t>’</w:t>
      </w:r>
      <w:r w:rsidRPr="00C43D2F">
        <w:t>homologation (voir les dispositions du Règlement relatives à l</w:t>
      </w:r>
      <w:r>
        <w:t>’</w:t>
      </w:r>
      <w:r w:rsidRPr="00C43D2F">
        <w:t>homologation).</w:t>
      </w:r>
    </w:p>
  </w:footnote>
  <w:footnote w:id="7">
    <w:p w14:paraId="32FE92BF" w14:textId="77777777" w:rsidR="00EF0A62" w:rsidRDefault="00EF0A62">
      <w:pPr>
        <w:pStyle w:val="Notedebasdepage"/>
      </w:pPr>
      <w:r>
        <w:tab/>
      </w:r>
      <w:r>
        <w:rPr>
          <w:rStyle w:val="Appelnotedebasdep"/>
        </w:rPr>
        <w:footnoteRef/>
      </w:r>
      <w:r>
        <w:tab/>
      </w:r>
      <w:r w:rsidRPr="00C43D2F">
        <w:t>Biffer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48AEF" w14:textId="0143CB5A" w:rsidR="00EF0A62" w:rsidRPr="005E5A0D" w:rsidRDefault="00E50ECB">
    <w:pPr>
      <w:pStyle w:val="En-tte"/>
    </w:pPr>
    <w:r>
      <w:fldChar w:fldCharType="begin"/>
    </w:r>
    <w:r>
      <w:instrText xml:space="preserve"> TITLE  \* MERGEFORMAT </w:instrText>
    </w:r>
    <w:r>
      <w:fldChar w:fldCharType="separate"/>
    </w:r>
    <w:r>
      <w:t>ECE/TRANS/WP.29/2021/10/Rev.1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B1798" w14:textId="5523EFED" w:rsidR="00EF0A62" w:rsidRPr="005E5A0D" w:rsidRDefault="00E50ECB" w:rsidP="005E5A0D">
    <w:pPr>
      <w:pStyle w:val="En-tte"/>
      <w:jc w:val="right"/>
    </w:pPr>
    <w:r>
      <w:fldChar w:fldCharType="begin"/>
    </w:r>
    <w:r>
      <w:instrText xml:space="preserve"> TITLE  \* MERGEFORMAT </w:instrText>
    </w:r>
    <w:r>
      <w:fldChar w:fldCharType="separate"/>
    </w:r>
    <w:r>
      <w:t>ECE/TRANS/WP.29/2021/10/Rev.1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C5C41" w14:textId="5CEAD55B" w:rsidR="00EF0A62" w:rsidRPr="005E5A0D" w:rsidRDefault="00E50ECB">
    <w:pPr>
      <w:pStyle w:val="En-tte"/>
    </w:pPr>
    <w:r>
      <w:fldChar w:fldCharType="begin"/>
    </w:r>
    <w:r>
      <w:instrText xml:space="preserve"> TITLE  \* MERGEFORMAT </w:instrText>
    </w:r>
    <w:r>
      <w:fldChar w:fldCharType="separate"/>
    </w:r>
    <w:r>
      <w:t>ECE/TRANS/WP.29/2021/10/Rev.1</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F5740" w14:textId="250BA1DC" w:rsidR="00EF0A62" w:rsidRDefault="00E50ECB" w:rsidP="00BC0969">
    <w:pPr>
      <w:pStyle w:val="En-tte"/>
      <w:jc w:val="right"/>
    </w:pPr>
    <w:r>
      <w:fldChar w:fldCharType="begin"/>
    </w:r>
    <w:r>
      <w:instrText xml:space="preserve"> TITLE  \* MERGEFORMAT </w:instrText>
    </w:r>
    <w:r>
      <w:fldChar w:fldCharType="separate"/>
    </w:r>
    <w:r>
      <w:t>ECE/TRANS/WP.29/2021/10/Rev.1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7A55D2A"/>
    <w:multiLevelType w:val="hybridMultilevel"/>
    <w:tmpl w:val="B5B0B32E"/>
    <w:lvl w:ilvl="0" w:tplc="62329C60">
      <w:start w:val="1"/>
      <w:numFmt w:val="bullet"/>
      <w:pStyle w:val="Titre1"/>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pStyle w:val="Titre2"/>
      <w:lvlText w:val="o"/>
      <w:lvlJc w:val="left"/>
      <w:pPr>
        <w:tabs>
          <w:tab w:val="num" w:pos="3375"/>
        </w:tabs>
        <w:ind w:left="3375" w:hanging="360"/>
      </w:pPr>
      <w:rPr>
        <w:rFonts w:ascii="Courier New" w:hAnsi="Courier New" w:cs="Courier New" w:hint="default"/>
      </w:rPr>
    </w:lvl>
    <w:lvl w:ilvl="2" w:tplc="04090005" w:tentative="1">
      <w:start w:val="1"/>
      <w:numFmt w:val="bullet"/>
      <w:pStyle w:val="Titre3"/>
      <w:lvlText w:val=""/>
      <w:lvlJc w:val="left"/>
      <w:pPr>
        <w:tabs>
          <w:tab w:val="num" w:pos="4095"/>
        </w:tabs>
        <w:ind w:left="4095" w:hanging="360"/>
      </w:pPr>
      <w:rPr>
        <w:rFonts w:ascii="Wingdings" w:hAnsi="Wingdings" w:hint="default"/>
      </w:rPr>
    </w:lvl>
    <w:lvl w:ilvl="3" w:tplc="04090001" w:tentative="1">
      <w:start w:val="1"/>
      <w:numFmt w:val="bullet"/>
      <w:pStyle w:val="Titre4"/>
      <w:lvlText w:val=""/>
      <w:lvlJc w:val="left"/>
      <w:pPr>
        <w:tabs>
          <w:tab w:val="num" w:pos="4815"/>
        </w:tabs>
        <w:ind w:left="4815" w:hanging="360"/>
      </w:pPr>
      <w:rPr>
        <w:rFonts w:ascii="Symbol" w:hAnsi="Symbol" w:hint="default"/>
      </w:rPr>
    </w:lvl>
    <w:lvl w:ilvl="4" w:tplc="04090003" w:tentative="1">
      <w:start w:val="1"/>
      <w:numFmt w:val="bullet"/>
      <w:pStyle w:val="Titre5"/>
      <w:lvlText w:val="o"/>
      <w:lvlJc w:val="left"/>
      <w:pPr>
        <w:tabs>
          <w:tab w:val="num" w:pos="5535"/>
        </w:tabs>
        <w:ind w:left="5535" w:hanging="360"/>
      </w:pPr>
      <w:rPr>
        <w:rFonts w:ascii="Courier New" w:hAnsi="Courier New" w:cs="Courier New" w:hint="default"/>
      </w:rPr>
    </w:lvl>
    <w:lvl w:ilvl="5" w:tplc="04090005" w:tentative="1">
      <w:start w:val="1"/>
      <w:numFmt w:val="bullet"/>
      <w:pStyle w:val="Titre6"/>
      <w:lvlText w:val=""/>
      <w:lvlJc w:val="left"/>
      <w:pPr>
        <w:tabs>
          <w:tab w:val="num" w:pos="6255"/>
        </w:tabs>
        <w:ind w:left="6255" w:hanging="360"/>
      </w:pPr>
      <w:rPr>
        <w:rFonts w:ascii="Wingdings" w:hAnsi="Wingdings" w:hint="default"/>
      </w:rPr>
    </w:lvl>
    <w:lvl w:ilvl="6" w:tplc="04090001" w:tentative="1">
      <w:start w:val="1"/>
      <w:numFmt w:val="bullet"/>
      <w:pStyle w:val="Titre7"/>
      <w:lvlText w:val=""/>
      <w:lvlJc w:val="left"/>
      <w:pPr>
        <w:tabs>
          <w:tab w:val="num" w:pos="6975"/>
        </w:tabs>
        <w:ind w:left="6975" w:hanging="360"/>
      </w:pPr>
      <w:rPr>
        <w:rFonts w:ascii="Symbol" w:hAnsi="Symbol" w:hint="default"/>
      </w:rPr>
    </w:lvl>
    <w:lvl w:ilvl="7" w:tplc="04090003" w:tentative="1">
      <w:start w:val="1"/>
      <w:numFmt w:val="bullet"/>
      <w:pStyle w:val="Titre8"/>
      <w:lvlText w:val="o"/>
      <w:lvlJc w:val="left"/>
      <w:pPr>
        <w:tabs>
          <w:tab w:val="num" w:pos="7695"/>
        </w:tabs>
        <w:ind w:left="7695" w:hanging="360"/>
      </w:pPr>
      <w:rPr>
        <w:rFonts w:ascii="Courier New" w:hAnsi="Courier New" w:cs="Courier New" w:hint="default"/>
      </w:rPr>
    </w:lvl>
    <w:lvl w:ilvl="8" w:tplc="04090005" w:tentative="1">
      <w:start w:val="1"/>
      <w:numFmt w:val="bullet"/>
      <w:pStyle w:val="Titre9"/>
      <w:lvlText w:val=""/>
      <w:lvlJc w:val="left"/>
      <w:pPr>
        <w:tabs>
          <w:tab w:val="num" w:pos="8415"/>
        </w:tabs>
        <w:ind w:left="8415" w:hanging="360"/>
      </w:pPr>
      <w:rPr>
        <w:rFonts w:ascii="Wingdings" w:hAnsi="Wingdings" w:hint="default"/>
      </w:rPr>
    </w:lvl>
  </w:abstractNum>
  <w:abstractNum w:abstractNumId="4"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4"/>
  </w:num>
  <w:num w:numId="3">
    <w:abstractNumId w:val="1"/>
  </w:num>
  <w:num w:numId="4">
    <w:abstractNumId w:val="3"/>
  </w:num>
  <w:num w:numId="5">
    <w:abstractNumId w:val="5"/>
  </w:num>
  <w:num w:numId="6">
    <w:abstractNumId w:val="2"/>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defaultTabStop w:val="567"/>
  <w:hyphenationZone w:val="425"/>
  <w:evenAndOddHeaders/>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76"/>
    <w:rsid w:val="00017F94"/>
    <w:rsid w:val="00023842"/>
    <w:rsid w:val="000334F9"/>
    <w:rsid w:val="00043678"/>
    <w:rsid w:val="00045FEB"/>
    <w:rsid w:val="0006193B"/>
    <w:rsid w:val="0007796D"/>
    <w:rsid w:val="000901AE"/>
    <w:rsid w:val="00097629"/>
    <w:rsid w:val="000A0976"/>
    <w:rsid w:val="000B7790"/>
    <w:rsid w:val="000F6882"/>
    <w:rsid w:val="00111F2F"/>
    <w:rsid w:val="00133266"/>
    <w:rsid w:val="00137A68"/>
    <w:rsid w:val="0014365E"/>
    <w:rsid w:val="00143C66"/>
    <w:rsid w:val="00176178"/>
    <w:rsid w:val="001D0524"/>
    <w:rsid w:val="001F525A"/>
    <w:rsid w:val="00201148"/>
    <w:rsid w:val="002122DB"/>
    <w:rsid w:val="00223272"/>
    <w:rsid w:val="00236509"/>
    <w:rsid w:val="0024779E"/>
    <w:rsid w:val="00257168"/>
    <w:rsid w:val="002744B8"/>
    <w:rsid w:val="00276157"/>
    <w:rsid w:val="002832AC"/>
    <w:rsid w:val="002D7C93"/>
    <w:rsid w:val="00305801"/>
    <w:rsid w:val="00323483"/>
    <w:rsid w:val="003916DE"/>
    <w:rsid w:val="003919B5"/>
    <w:rsid w:val="003C2F26"/>
    <w:rsid w:val="003F73CD"/>
    <w:rsid w:val="00421996"/>
    <w:rsid w:val="00422E4F"/>
    <w:rsid w:val="00434CBA"/>
    <w:rsid w:val="00441C3B"/>
    <w:rsid w:val="00446FE5"/>
    <w:rsid w:val="00452396"/>
    <w:rsid w:val="00466E0C"/>
    <w:rsid w:val="00471E34"/>
    <w:rsid w:val="00475892"/>
    <w:rsid w:val="00477EB2"/>
    <w:rsid w:val="004837D8"/>
    <w:rsid w:val="004B0307"/>
    <w:rsid w:val="004B0B6E"/>
    <w:rsid w:val="004C1415"/>
    <w:rsid w:val="004E2EED"/>
    <w:rsid w:val="004E468C"/>
    <w:rsid w:val="005433DF"/>
    <w:rsid w:val="005505B7"/>
    <w:rsid w:val="00552F64"/>
    <w:rsid w:val="00563FBE"/>
    <w:rsid w:val="00573BE5"/>
    <w:rsid w:val="00586ED3"/>
    <w:rsid w:val="00596AA9"/>
    <w:rsid w:val="00597347"/>
    <w:rsid w:val="005B5083"/>
    <w:rsid w:val="005E5A0D"/>
    <w:rsid w:val="00686B02"/>
    <w:rsid w:val="006C4A57"/>
    <w:rsid w:val="006F27C1"/>
    <w:rsid w:val="00702B47"/>
    <w:rsid w:val="0071601D"/>
    <w:rsid w:val="00741BA9"/>
    <w:rsid w:val="00770044"/>
    <w:rsid w:val="00776851"/>
    <w:rsid w:val="007A62E6"/>
    <w:rsid w:val="007B6FA7"/>
    <w:rsid w:val="007F20FA"/>
    <w:rsid w:val="0080684C"/>
    <w:rsid w:val="00812CB8"/>
    <w:rsid w:val="008615D7"/>
    <w:rsid w:val="00871C75"/>
    <w:rsid w:val="008776DC"/>
    <w:rsid w:val="008A19AC"/>
    <w:rsid w:val="008D5EF9"/>
    <w:rsid w:val="0094265C"/>
    <w:rsid w:val="009446C0"/>
    <w:rsid w:val="009705C8"/>
    <w:rsid w:val="009830FD"/>
    <w:rsid w:val="009A49FF"/>
    <w:rsid w:val="009C1CF4"/>
    <w:rsid w:val="009C2429"/>
    <w:rsid w:val="009D1988"/>
    <w:rsid w:val="009F6B74"/>
    <w:rsid w:val="00A132CE"/>
    <w:rsid w:val="00A146B6"/>
    <w:rsid w:val="00A21CC6"/>
    <w:rsid w:val="00A3029F"/>
    <w:rsid w:val="00A30353"/>
    <w:rsid w:val="00A62A9A"/>
    <w:rsid w:val="00A7588B"/>
    <w:rsid w:val="00A92227"/>
    <w:rsid w:val="00AA5C17"/>
    <w:rsid w:val="00AC2D99"/>
    <w:rsid w:val="00AC3823"/>
    <w:rsid w:val="00AD241C"/>
    <w:rsid w:val="00AD78CC"/>
    <w:rsid w:val="00AE323C"/>
    <w:rsid w:val="00AF0CB5"/>
    <w:rsid w:val="00B00181"/>
    <w:rsid w:val="00B00B0D"/>
    <w:rsid w:val="00B00EAC"/>
    <w:rsid w:val="00B30D85"/>
    <w:rsid w:val="00B45F2E"/>
    <w:rsid w:val="00B62F5F"/>
    <w:rsid w:val="00B63EAF"/>
    <w:rsid w:val="00B765F7"/>
    <w:rsid w:val="00B77993"/>
    <w:rsid w:val="00BA0CA9"/>
    <w:rsid w:val="00BC0969"/>
    <w:rsid w:val="00BC2D13"/>
    <w:rsid w:val="00BC7683"/>
    <w:rsid w:val="00BD6744"/>
    <w:rsid w:val="00C02897"/>
    <w:rsid w:val="00C27A83"/>
    <w:rsid w:val="00C31151"/>
    <w:rsid w:val="00C3716A"/>
    <w:rsid w:val="00C43D2F"/>
    <w:rsid w:val="00C5029D"/>
    <w:rsid w:val="00C646BA"/>
    <w:rsid w:val="00C948C7"/>
    <w:rsid w:val="00C97039"/>
    <w:rsid w:val="00CD325D"/>
    <w:rsid w:val="00D07AC0"/>
    <w:rsid w:val="00D3439C"/>
    <w:rsid w:val="00D7622E"/>
    <w:rsid w:val="00DB1831"/>
    <w:rsid w:val="00DD3BFD"/>
    <w:rsid w:val="00DE2EDB"/>
    <w:rsid w:val="00DF6678"/>
    <w:rsid w:val="00E0299A"/>
    <w:rsid w:val="00E50ECB"/>
    <w:rsid w:val="00E85C74"/>
    <w:rsid w:val="00E949AD"/>
    <w:rsid w:val="00EA377F"/>
    <w:rsid w:val="00EA6547"/>
    <w:rsid w:val="00ED7237"/>
    <w:rsid w:val="00EF0A62"/>
    <w:rsid w:val="00EF2E22"/>
    <w:rsid w:val="00F35BAF"/>
    <w:rsid w:val="00F462C1"/>
    <w:rsid w:val="00F660DF"/>
    <w:rsid w:val="00F87563"/>
    <w:rsid w:val="00F94664"/>
    <w:rsid w:val="00F9573C"/>
    <w:rsid w:val="00F95C08"/>
    <w:rsid w:val="00FE173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E23F41"/>
  <w15:docId w15:val="{C8ADA2A9-D23E-4148-9021-7CF6647EF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numPr>
        <w:numId w:val="4"/>
      </w:numPr>
      <w:spacing w:after="0" w:line="240" w:lineRule="auto"/>
      <w:ind w:right="0"/>
      <w:jc w:val="left"/>
      <w:outlineLvl w:val="0"/>
    </w:pPr>
  </w:style>
  <w:style w:type="paragraph" w:styleId="Titre2">
    <w:name w:val="heading 2"/>
    <w:basedOn w:val="Normal"/>
    <w:next w:val="Normal"/>
    <w:link w:val="Titre2Car"/>
    <w:qFormat/>
    <w:rsid w:val="00023842"/>
    <w:pPr>
      <w:numPr>
        <w:ilvl w:val="1"/>
        <w:numId w:val="4"/>
      </w:numPr>
      <w:outlineLvl w:val="1"/>
    </w:pPr>
  </w:style>
  <w:style w:type="paragraph" w:styleId="Titre3">
    <w:name w:val="heading 3"/>
    <w:basedOn w:val="Normal"/>
    <w:next w:val="Normal"/>
    <w:link w:val="Titre3Car"/>
    <w:qFormat/>
    <w:rsid w:val="00023842"/>
    <w:pPr>
      <w:numPr>
        <w:ilvl w:val="2"/>
        <w:numId w:val="4"/>
      </w:numPr>
      <w:outlineLvl w:val="2"/>
    </w:pPr>
  </w:style>
  <w:style w:type="paragraph" w:styleId="Titre4">
    <w:name w:val="heading 4"/>
    <w:basedOn w:val="Normal"/>
    <w:next w:val="Normal"/>
    <w:link w:val="Titre4Car"/>
    <w:qFormat/>
    <w:rsid w:val="00023842"/>
    <w:pPr>
      <w:numPr>
        <w:ilvl w:val="3"/>
        <w:numId w:val="4"/>
      </w:numPr>
      <w:outlineLvl w:val="3"/>
    </w:pPr>
  </w:style>
  <w:style w:type="paragraph" w:styleId="Titre5">
    <w:name w:val="heading 5"/>
    <w:basedOn w:val="Normal"/>
    <w:next w:val="Normal"/>
    <w:link w:val="Titre5Car"/>
    <w:qFormat/>
    <w:rsid w:val="00023842"/>
    <w:pPr>
      <w:numPr>
        <w:ilvl w:val="4"/>
        <w:numId w:val="4"/>
      </w:numPr>
      <w:outlineLvl w:val="4"/>
    </w:pPr>
  </w:style>
  <w:style w:type="paragraph" w:styleId="Titre6">
    <w:name w:val="heading 6"/>
    <w:basedOn w:val="Normal"/>
    <w:next w:val="Normal"/>
    <w:link w:val="Titre6Car"/>
    <w:qFormat/>
    <w:rsid w:val="00023842"/>
    <w:pPr>
      <w:numPr>
        <w:ilvl w:val="5"/>
        <w:numId w:val="4"/>
      </w:numPr>
      <w:outlineLvl w:val="5"/>
    </w:pPr>
  </w:style>
  <w:style w:type="paragraph" w:styleId="Titre7">
    <w:name w:val="heading 7"/>
    <w:basedOn w:val="Normal"/>
    <w:next w:val="Normal"/>
    <w:link w:val="Titre7Car"/>
    <w:qFormat/>
    <w:rsid w:val="00023842"/>
    <w:pPr>
      <w:numPr>
        <w:ilvl w:val="6"/>
        <w:numId w:val="4"/>
      </w:numPr>
      <w:outlineLvl w:val="6"/>
    </w:pPr>
  </w:style>
  <w:style w:type="paragraph" w:styleId="Titre8">
    <w:name w:val="heading 8"/>
    <w:basedOn w:val="Normal"/>
    <w:next w:val="Normal"/>
    <w:link w:val="Titre8Car"/>
    <w:qFormat/>
    <w:rsid w:val="00023842"/>
    <w:pPr>
      <w:numPr>
        <w:ilvl w:val="7"/>
        <w:numId w:val="4"/>
      </w:numPr>
      <w:outlineLvl w:val="7"/>
    </w:pPr>
  </w:style>
  <w:style w:type="paragraph" w:styleId="Titre9">
    <w:name w:val="heading 9"/>
    <w:basedOn w:val="Normal"/>
    <w:next w:val="Normal"/>
    <w:link w:val="Titre9Car"/>
    <w:qFormat/>
    <w:rsid w:val="00023842"/>
    <w:pPr>
      <w:numPr>
        <w:ilvl w:val="8"/>
        <w:numId w:val="4"/>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link w:val="H56GChar"/>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B77993"/>
    <w:pPr>
      <w:numPr>
        <w:numId w:val="3"/>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5_GR,Fußnotentext"/>
    <w:basedOn w:val="Normal"/>
    <w:link w:val="NotedebasdepageCar"/>
    <w:uiPriority w:val="99"/>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5_GR Car,Fußnotentext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heme="minorHAnsi"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heme="minorHAnsi"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heme="minorHAnsi"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heme="minorHAnsi"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heme="minorHAnsi"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heme="minorHAnsi"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heme="minorHAnsi"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heme="minorHAnsi" w:hAnsi="Times New Roman" w:cs="Times New Roman"/>
      <w:sz w:val="20"/>
      <w:szCs w:val="20"/>
      <w:lang w:eastAsia="en-US"/>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F35BAF"/>
    <w:rPr>
      <w:rFonts w:ascii="Tahoma" w:hAnsi="Tahoma" w:cs="Tahoma"/>
      <w:sz w:val="16"/>
      <w:szCs w:val="16"/>
      <w:lang w:eastAsia="en-US"/>
    </w:rPr>
  </w:style>
  <w:style w:type="character" w:styleId="Marquedecommentaire">
    <w:name w:val="annotation reference"/>
    <w:uiPriority w:val="99"/>
    <w:rsid w:val="00BC7683"/>
    <w:rPr>
      <w:sz w:val="16"/>
      <w:szCs w:val="16"/>
    </w:rPr>
  </w:style>
  <w:style w:type="paragraph" w:styleId="Commentaire">
    <w:name w:val="annotation text"/>
    <w:basedOn w:val="Normal"/>
    <w:link w:val="CommentaireCar"/>
    <w:semiHidden/>
    <w:rsid w:val="00BC7683"/>
    <w:pPr>
      <w:kinsoku/>
      <w:overflowPunct/>
      <w:autoSpaceDE/>
      <w:autoSpaceDN/>
      <w:adjustRightInd/>
      <w:snapToGrid/>
    </w:pPr>
    <w:rPr>
      <w:rFonts w:eastAsia="Times New Roman"/>
    </w:rPr>
  </w:style>
  <w:style w:type="character" w:customStyle="1" w:styleId="CommentaireCar">
    <w:name w:val="Commentaire Car"/>
    <w:basedOn w:val="Policepardfaut"/>
    <w:link w:val="Commentaire"/>
    <w:semiHidden/>
    <w:rsid w:val="00BC7683"/>
    <w:rPr>
      <w:rFonts w:ascii="Times New Roman" w:hAnsi="Times New Roman" w:cs="Times New Roman"/>
      <w:sz w:val="20"/>
      <w:szCs w:val="20"/>
      <w:lang w:eastAsia="en-US"/>
    </w:rPr>
  </w:style>
  <w:style w:type="paragraph" w:styleId="Objetducommentaire">
    <w:name w:val="annotation subject"/>
    <w:basedOn w:val="Commentaire"/>
    <w:next w:val="Commentaire"/>
    <w:link w:val="ObjetducommentaireCar"/>
    <w:semiHidden/>
    <w:rsid w:val="00BC7683"/>
    <w:rPr>
      <w:b/>
      <w:bCs/>
    </w:rPr>
  </w:style>
  <w:style w:type="character" w:customStyle="1" w:styleId="ObjetducommentaireCar">
    <w:name w:val="Objet du commentaire Car"/>
    <w:basedOn w:val="CommentaireCar"/>
    <w:link w:val="Objetducommentaire"/>
    <w:semiHidden/>
    <w:rsid w:val="00BC7683"/>
    <w:rPr>
      <w:rFonts w:ascii="Times New Roman" w:hAnsi="Times New Roman" w:cs="Times New Roman"/>
      <w:b/>
      <w:bCs/>
      <w:sz w:val="20"/>
      <w:szCs w:val="20"/>
      <w:lang w:eastAsia="en-US"/>
    </w:rPr>
  </w:style>
  <w:style w:type="paragraph" w:customStyle="1" w:styleId="a">
    <w:name w:val="Содержимое таблицы"/>
    <w:basedOn w:val="Corpsdetexte"/>
    <w:rsid w:val="00BC7683"/>
    <w:pPr>
      <w:suppressLineNumbers/>
      <w:spacing w:line="240" w:lineRule="auto"/>
    </w:pPr>
    <w:rPr>
      <w:sz w:val="24"/>
      <w:szCs w:val="24"/>
      <w:lang w:val="ru-RU" w:eastAsia="ar-SA"/>
    </w:rPr>
  </w:style>
  <w:style w:type="paragraph" w:styleId="Corpsdetexte">
    <w:name w:val="Body Text"/>
    <w:basedOn w:val="Normal"/>
    <w:link w:val="CorpsdetexteCar"/>
    <w:rsid w:val="00BC7683"/>
    <w:pPr>
      <w:kinsoku/>
      <w:overflowPunct/>
      <w:autoSpaceDE/>
      <w:autoSpaceDN/>
      <w:adjustRightInd/>
      <w:snapToGrid/>
      <w:spacing w:after="120"/>
    </w:pPr>
    <w:rPr>
      <w:rFonts w:eastAsia="Times New Roman"/>
    </w:rPr>
  </w:style>
  <w:style w:type="character" w:customStyle="1" w:styleId="CorpsdetexteCar">
    <w:name w:val="Corps de texte Car"/>
    <w:basedOn w:val="Policepardfaut"/>
    <w:link w:val="Corpsdetexte"/>
    <w:rsid w:val="00BC7683"/>
    <w:rPr>
      <w:rFonts w:ascii="Times New Roman" w:hAnsi="Times New Roman" w:cs="Times New Roman"/>
      <w:sz w:val="20"/>
      <w:szCs w:val="20"/>
      <w:lang w:eastAsia="en-US"/>
    </w:rPr>
  </w:style>
  <w:style w:type="paragraph" w:customStyle="1" w:styleId="Default">
    <w:name w:val="Default"/>
    <w:rsid w:val="00BC7683"/>
    <w:pPr>
      <w:autoSpaceDE w:val="0"/>
      <w:autoSpaceDN w:val="0"/>
      <w:adjustRightInd w:val="0"/>
      <w:spacing w:after="0" w:line="240" w:lineRule="auto"/>
    </w:pPr>
    <w:rPr>
      <w:rFonts w:ascii="Times New Roman" w:hAnsi="Times New Roman" w:cs="Times New Roman"/>
      <w:color w:val="000000"/>
      <w:sz w:val="24"/>
      <w:szCs w:val="24"/>
      <w:lang w:val="nl-NL" w:eastAsia="nl-NL"/>
    </w:rPr>
  </w:style>
  <w:style w:type="paragraph" w:styleId="Retraitcorpsdetexte2">
    <w:name w:val="Body Text Indent 2"/>
    <w:basedOn w:val="Normal"/>
    <w:link w:val="Retraitcorpsdetexte2Car"/>
    <w:rsid w:val="00BC7683"/>
    <w:pPr>
      <w:suppressAutoHyphens w:val="0"/>
      <w:kinsoku/>
      <w:overflowPunct/>
      <w:autoSpaceDE/>
      <w:autoSpaceDN/>
      <w:adjustRightInd/>
      <w:snapToGrid/>
      <w:spacing w:after="120" w:line="480" w:lineRule="auto"/>
      <w:ind w:left="283"/>
    </w:pPr>
    <w:rPr>
      <w:rFonts w:eastAsia="Times New Roman"/>
      <w:sz w:val="24"/>
      <w:szCs w:val="24"/>
      <w:lang w:val="fr-FR" w:eastAsia="fr-FR"/>
    </w:rPr>
  </w:style>
  <w:style w:type="character" w:customStyle="1" w:styleId="Retraitcorpsdetexte2Car">
    <w:name w:val="Retrait corps de texte 2 Car"/>
    <w:basedOn w:val="Policepardfaut"/>
    <w:link w:val="Retraitcorpsdetexte2"/>
    <w:rsid w:val="00BC7683"/>
    <w:rPr>
      <w:rFonts w:ascii="Times New Roman" w:hAnsi="Times New Roman" w:cs="Times New Roman"/>
      <w:sz w:val="24"/>
      <w:szCs w:val="24"/>
      <w:lang w:val="fr-FR" w:eastAsia="fr-FR"/>
    </w:rPr>
  </w:style>
  <w:style w:type="character" w:customStyle="1" w:styleId="SingleTxtGChar">
    <w:name w:val="_ Single Txt_G Char"/>
    <w:link w:val="SingleTxtG"/>
    <w:qFormat/>
    <w:rsid w:val="00BC7683"/>
    <w:rPr>
      <w:rFonts w:ascii="Times New Roman" w:eastAsiaTheme="minorHAnsi" w:hAnsi="Times New Roman" w:cs="Times New Roman"/>
      <w:sz w:val="20"/>
      <w:szCs w:val="20"/>
      <w:lang w:eastAsia="en-US"/>
    </w:rPr>
  </w:style>
  <w:style w:type="paragraph" w:styleId="Retraitcorpsdetexte">
    <w:name w:val="Body Text Indent"/>
    <w:basedOn w:val="Normal"/>
    <w:link w:val="RetraitcorpsdetexteCar"/>
    <w:rsid w:val="00BC7683"/>
    <w:pPr>
      <w:kinsoku/>
      <w:overflowPunct/>
      <w:autoSpaceDE/>
      <w:autoSpaceDN/>
      <w:adjustRightInd/>
      <w:snapToGrid/>
      <w:spacing w:after="120"/>
      <w:ind w:left="283"/>
    </w:pPr>
    <w:rPr>
      <w:rFonts w:eastAsia="Times New Roman"/>
    </w:rPr>
  </w:style>
  <w:style w:type="character" w:customStyle="1" w:styleId="RetraitcorpsdetexteCar">
    <w:name w:val="Retrait corps de texte Car"/>
    <w:basedOn w:val="Policepardfaut"/>
    <w:link w:val="Retraitcorpsdetexte"/>
    <w:rsid w:val="00BC7683"/>
    <w:rPr>
      <w:rFonts w:ascii="Times New Roman" w:hAnsi="Times New Roman" w:cs="Times New Roman"/>
      <w:sz w:val="20"/>
      <w:szCs w:val="20"/>
      <w:lang w:eastAsia="en-US"/>
    </w:rPr>
  </w:style>
  <w:style w:type="character" w:customStyle="1" w:styleId="WW8Num2z0">
    <w:name w:val="WW8Num2z0"/>
    <w:rsid w:val="00BC7683"/>
    <w:rPr>
      <w:rFonts w:ascii="Symbol" w:hAnsi="Symbol"/>
    </w:rPr>
  </w:style>
  <w:style w:type="character" w:customStyle="1" w:styleId="H56GChar">
    <w:name w:val="_ H_5/6_G Char"/>
    <w:link w:val="H56G"/>
    <w:rsid w:val="00BC7683"/>
    <w:rPr>
      <w:rFonts w:ascii="Times New Roman" w:eastAsiaTheme="minorHAnsi" w:hAnsi="Times New Roman" w:cs="Times New Roman"/>
      <w:sz w:val="20"/>
      <w:szCs w:val="20"/>
      <w:lang w:eastAsia="en-US"/>
    </w:rPr>
  </w:style>
  <w:style w:type="character" w:customStyle="1" w:styleId="HChGChar">
    <w:name w:val="_ H _Ch_G Char"/>
    <w:link w:val="HChG"/>
    <w:rsid w:val="00BC7683"/>
    <w:rPr>
      <w:rFonts w:ascii="Times New Roman" w:eastAsiaTheme="minorHAnsi" w:hAnsi="Times New Roman" w:cs="Times New Roman"/>
      <w:b/>
      <w:sz w:val="28"/>
      <w:szCs w:val="20"/>
      <w:lang w:eastAsia="en-US"/>
    </w:rPr>
  </w:style>
  <w:style w:type="character" w:customStyle="1" w:styleId="H1GChar">
    <w:name w:val="_ H_1_G Char"/>
    <w:link w:val="H1G"/>
    <w:rsid w:val="00BC7683"/>
    <w:rPr>
      <w:rFonts w:ascii="Times New Roman" w:eastAsiaTheme="minorHAnsi" w:hAnsi="Times New Roman" w:cs="Times New Roman"/>
      <w:b/>
      <w:sz w:val="24"/>
      <w:szCs w:val="20"/>
      <w:lang w:eastAsia="en-US"/>
    </w:rPr>
  </w:style>
  <w:style w:type="paragraph" w:customStyle="1" w:styleId="para">
    <w:name w:val="para"/>
    <w:basedOn w:val="Normal"/>
    <w:link w:val="paraChar"/>
    <w:rsid w:val="00BC7683"/>
    <w:pPr>
      <w:kinsoku/>
      <w:overflowPunct/>
      <w:autoSpaceDE/>
      <w:autoSpaceDN/>
      <w:adjustRightInd/>
      <w:snapToGrid/>
      <w:spacing w:after="120"/>
      <w:ind w:left="2268" w:right="1134" w:hanging="1134"/>
      <w:jc w:val="both"/>
    </w:pPr>
    <w:rPr>
      <w:rFonts w:eastAsia="Times New Roman"/>
      <w:lang w:val="en-GB"/>
    </w:rPr>
  </w:style>
  <w:style w:type="character" w:customStyle="1" w:styleId="paraChar">
    <w:name w:val="para Char"/>
    <w:link w:val="para"/>
    <w:rsid w:val="00BC7683"/>
    <w:rPr>
      <w:rFonts w:ascii="Times New Roman" w:hAnsi="Times New Roman" w:cs="Times New Roman"/>
      <w:sz w:val="20"/>
      <w:szCs w:val="20"/>
      <w:lang w:val="en-GB" w:eastAsia="en-US"/>
    </w:rPr>
  </w:style>
  <w:style w:type="paragraph" w:customStyle="1" w:styleId="CM1">
    <w:name w:val="CM1"/>
    <w:basedOn w:val="Default"/>
    <w:next w:val="Default"/>
    <w:uiPriority w:val="99"/>
    <w:rsid w:val="00BC7683"/>
    <w:rPr>
      <w:rFonts w:ascii="EUAlbertina" w:hAnsi="EUAlbertina"/>
      <w:color w:val="auto"/>
      <w:lang w:val="de-DE" w:eastAsia="de-DE"/>
    </w:rPr>
  </w:style>
  <w:style w:type="paragraph" w:customStyle="1" w:styleId="CM3">
    <w:name w:val="CM3"/>
    <w:basedOn w:val="Default"/>
    <w:next w:val="Default"/>
    <w:uiPriority w:val="99"/>
    <w:rsid w:val="00BC7683"/>
    <w:rPr>
      <w:rFonts w:ascii="EUAlbertina" w:hAnsi="EUAlbertina"/>
      <w:color w:val="auto"/>
      <w:lang w:val="de-DE" w:eastAsia="de-DE"/>
    </w:rPr>
  </w:style>
  <w:style w:type="paragraph" w:styleId="Textebrut">
    <w:name w:val="Plain Text"/>
    <w:basedOn w:val="Normal"/>
    <w:link w:val="TextebrutCar"/>
    <w:rsid w:val="00BC7683"/>
    <w:pPr>
      <w:kinsoku/>
      <w:overflowPunct/>
      <w:autoSpaceDE/>
      <w:autoSpaceDN/>
      <w:adjustRightInd/>
      <w:snapToGrid/>
    </w:pPr>
    <w:rPr>
      <w:rFonts w:eastAsia="Times New Roman" w:cs="Courier New"/>
      <w:lang w:val="en-GB"/>
    </w:rPr>
  </w:style>
  <w:style w:type="character" w:customStyle="1" w:styleId="TextebrutCar">
    <w:name w:val="Texte brut Car"/>
    <w:basedOn w:val="Policepardfaut"/>
    <w:link w:val="Textebrut"/>
    <w:rsid w:val="00BC7683"/>
    <w:rPr>
      <w:rFonts w:ascii="Times New Roman" w:hAnsi="Times New Roman" w:cs="Courier New"/>
      <w:sz w:val="20"/>
      <w:szCs w:val="20"/>
      <w:lang w:val="en-GB" w:eastAsia="en-US"/>
    </w:rPr>
  </w:style>
  <w:style w:type="paragraph" w:styleId="Normalcentr">
    <w:name w:val="Block Text"/>
    <w:basedOn w:val="Normal"/>
    <w:rsid w:val="00BC7683"/>
    <w:pPr>
      <w:kinsoku/>
      <w:overflowPunct/>
      <w:autoSpaceDE/>
      <w:autoSpaceDN/>
      <w:adjustRightInd/>
      <w:snapToGrid/>
      <w:ind w:left="1440" w:right="1440"/>
    </w:pPr>
    <w:rPr>
      <w:rFonts w:eastAsia="Times New Roman"/>
      <w:lang w:val="en-GB"/>
    </w:rPr>
  </w:style>
  <w:style w:type="character" w:styleId="Numrodeligne">
    <w:name w:val="line number"/>
    <w:rsid w:val="00BC7683"/>
    <w:rPr>
      <w:sz w:val="14"/>
    </w:rPr>
  </w:style>
  <w:style w:type="numbering" w:styleId="111111">
    <w:name w:val="Outline List 2"/>
    <w:basedOn w:val="Aucuneliste"/>
    <w:rsid w:val="00BC7683"/>
    <w:pPr>
      <w:numPr>
        <w:numId w:val="5"/>
      </w:numPr>
    </w:pPr>
  </w:style>
  <w:style w:type="numbering" w:styleId="1ai">
    <w:name w:val="Outline List 1"/>
    <w:basedOn w:val="Aucuneliste"/>
    <w:rsid w:val="00BC7683"/>
    <w:pPr>
      <w:numPr>
        <w:numId w:val="6"/>
      </w:numPr>
    </w:pPr>
  </w:style>
  <w:style w:type="numbering" w:styleId="ArticleSection">
    <w:name w:val="Outline List 3"/>
    <w:basedOn w:val="Aucuneliste"/>
    <w:rsid w:val="00BC7683"/>
    <w:pPr>
      <w:numPr>
        <w:numId w:val="7"/>
      </w:numPr>
    </w:pPr>
  </w:style>
  <w:style w:type="paragraph" w:styleId="Corpsdetexte2">
    <w:name w:val="Body Text 2"/>
    <w:basedOn w:val="Normal"/>
    <w:link w:val="Corpsdetexte2Car"/>
    <w:rsid w:val="00BC7683"/>
    <w:pPr>
      <w:kinsoku/>
      <w:overflowPunct/>
      <w:autoSpaceDE/>
      <w:autoSpaceDN/>
      <w:adjustRightInd/>
      <w:snapToGrid/>
      <w:spacing w:after="120" w:line="480" w:lineRule="auto"/>
    </w:pPr>
    <w:rPr>
      <w:rFonts w:eastAsia="Times New Roman"/>
      <w:lang w:val="en-GB"/>
    </w:rPr>
  </w:style>
  <w:style w:type="character" w:customStyle="1" w:styleId="Corpsdetexte2Car">
    <w:name w:val="Corps de texte 2 Car"/>
    <w:basedOn w:val="Policepardfaut"/>
    <w:link w:val="Corpsdetexte2"/>
    <w:rsid w:val="00BC7683"/>
    <w:rPr>
      <w:rFonts w:ascii="Times New Roman" w:hAnsi="Times New Roman" w:cs="Times New Roman"/>
      <w:sz w:val="20"/>
      <w:szCs w:val="20"/>
      <w:lang w:val="en-GB" w:eastAsia="en-US"/>
    </w:rPr>
  </w:style>
  <w:style w:type="paragraph" w:styleId="Corpsdetexte3">
    <w:name w:val="Body Text 3"/>
    <w:basedOn w:val="Normal"/>
    <w:link w:val="Corpsdetexte3Car"/>
    <w:rsid w:val="00BC7683"/>
    <w:pPr>
      <w:kinsoku/>
      <w:overflowPunct/>
      <w:autoSpaceDE/>
      <w:autoSpaceDN/>
      <w:adjustRightInd/>
      <w:snapToGrid/>
      <w:spacing w:after="120"/>
    </w:pPr>
    <w:rPr>
      <w:rFonts w:eastAsia="Times New Roman"/>
      <w:sz w:val="16"/>
      <w:szCs w:val="16"/>
      <w:lang w:val="en-GB"/>
    </w:rPr>
  </w:style>
  <w:style w:type="character" w:customStyle="1" w:styleId="Corpsdetexte3Car">
    <w:name w:val="Corps de texte 3 Car"/>
    <w:basedOn w:val="Policepardfaut"/>
    <w:link w:val="Corpsdetexte3"/>
    <w:rsid w:val="00BC7683"/>
    <w:rPr>
      <w:rFonts w:ascii="Times New Roman" w:hAnsi="Times New Roman" w:cs="Times New Roman"/>
      <w:sz w:val="16"/>
      <w:szCs w:val="16"/>
      <w:lang w:val="en-GB" w:eastAsia="en-US"/>
    </w:rPr>
  </w:style>
  <w:style w:type="paragraph" w:styleId="Retrait1religne">
    <w:name w:val="Body Text First Indent"/>
    <w:basedOn w:val="Corpsdetexte"/>
    <w:link w:val="Retrait1religneCar"/>
    <w:rsid w:val="00BC7683"/>
    <w:pPr>
      <w:ind w:firstLine="210"/>
    </w:pPr>
    <w:rPr>
      <w:lang w:val="en-GB"/>
    </w:rPr>
  </w:style>
  <w:style w:type="character" w:customStyle="1" w:styleId="Retrait1religneCar">
    <w:name w:val="Retrait 1re ligne Car"/>
    <w:basedOn w:val="CorpsdetexteCar"/>
    <w:link w:val="Retrait1religne"/>
    <w:rsid w:val="00BC7683"/>
    <w:rPr>
      <w:rFonts w:ascii="Times New Roman" w:hAnsi="Times New Roman" w:cs="Times New Roman"/>
      <w:sz w:val="20"/>
      <w:szCs w:val="20"/>
      <w:lang w:val="en-GB" w:eastAsia="en-US"/>
    </w:rPr>
  </w:style>
  <w:style w:type="paragraph" w:styleId="Retraitcorpset1relig">
    <w:name w:val="Body Text First Indent 2"/>
    <w:basedOn w:val="Retraitcorpsdetexte"/>
    <w:link w:val="Retraitcorpset1religCar"/>
    <w:rsid w:val="00BC7683"/>
    <w:pPr>
      <w:ind w:firstLine="210"/>
    </w:pPr>
    <w:rPr>
      <w:lang w:val="en-GB"/>
    </w:rPr>
  </w:style>
  <w:style w:type="character" w:customStyle="1" w:styleId="Retraitcorpset1religCar">
    <w:name w:val="Retrait corps et 1re lig. Car"/>
    <w:basedOn w:val="RetraitcorpsdetexteCar"/>
    <w:link w:val="Retraitcorpset1relig"/>
    <w:rsid w:val="00BC7683"/>
    <w:rPr>
      <w:rFonts w:ascii="Times New Roman" w:hAnsi="Times New Roman" w:cs="Times New Roman"/>
      <w:sz w:val="20"/>
      <w:szCs w:val="20"/>
      <w:lang w:val="en-GB" w:eastAsia="en-US"/>
    </w:rPr>
  </w:style>
  <w:style w:type="paragraph" w:styleId="Retraitcorpsdetexte3">
    <w:name w:val="Body Text Indent 3"/>
    <w:basedOn w:val="Normal"/>
    <w:link w:val="Retraitcorpsdetexte3Car"/>
    <w:rsid w:val="00BC7683"/>
    <w:pPr>
      <w:kinsoku/>
      <w:overflowPunct/>
      <w:autoSpaceDE/>
      <w:autoSpaceDN/>
      <w:adjustRightInd/>
      <w:snapToGrid/>
      <w:spacing w:after="120"/>
      <w:ind w:left="283"/>
    </w:pPr>
    <w:rPr>
      <w:rFonts w:eastAsia="Times New Roman"/>
      <w:sz w:val="16"/>
      <w:szCs w:val="16"/>
      <w:lang w:val="en-GB"/>
    </w:rPr>
  </w:style>
  <w:style w:type="character" w:customStyle="1" w:styleId="Retraitcorpsdetexte3Car">
    <w:name w:val="Retrait corps de texte 3 Car"/>
    <w:basedOn w:val="Policepardfaut"/>
    <w:link w:val="Retraitcorpsdetexte3"/>
    <w:rsid w:val="00BC7683"/>
    <w:rPr>
      <w:rFonts w:ascii="Times New Roman" w:hAnsi="Times New Roman" w:cs="Times New Roman"/>
      <w:sz w:val="16"/>
      <w:szCs w:val="16"/>
      <w:lang w:val="en-GB" w:eastAsia="en-US"/>
    </w:rPr>
  </w:style>
  <w:style w:type="paragraph" w:styleId="Formuledepolitesse">
    <w:name w:val="Closing"/>
    <w:basedOn w:val="Normal"/>
    <w:link w:val="FormuledepolitesseCar"/>
    <w:rsid w:val="00BC7683"/>
    <w:pPr>
      <w:kinsoku/>
      <w:overflowPunct/>
      <w:autoSpaceDE/>
      <w:autoSpaceDN/>
      <w:adjustRightInd/>
      <w:snapToGrid/>
      <w:ind w:left="4252"/>
    </w:pPr>
    <w:rPr>
      <w:rFonts w:eastAsia="Times New Roman"/>
      <w:lang w:val="en-GB"/>
    </w:rPr>
  </w:style>
  <w:style w:type="character" w:customStyle="1" w:styleId="FormuledepolitesseCar">
    <w:name w:val="Formule de politesse Car"/>
    <w:basedOn w:val="Policepardfaut"/>
    <w:link w:val="Formuledepolitesse"/>
    <w:rsid w:val="00BC7683"/>
    <w:rPr>
      <w:rFonts w:ascii="Times New Roman" w:hAnsi="Times New Roman" w:cs="Times New Roman"/>
      <w:sz w:val="20"/>
      <w:szCs w:val="20"/>
      <w:lang w:val="en-GB" w:eastAsia="en-US"/>
    </w:rPr>
  </w:style>
  <w:style w:type="paragraph" w:styleId="Date">
    <w:name w:val="Date"/>
    <w:basedOn w:val="Normal"/>
    <w:next w:val="Normal"/>
    <w:link w:val="DateCar"/>
    <w:rsid w:val="00BC7683"/>
    <w:pPr>
      <w:kinsoku/>
      <w:overflowPunct/>
      <w:autoSpaceDE/>
      <w:autoSpaceDN/>
      <w:adjustRightInd/>
      <w:snapToGrid/>
    </w:pPr>
    <w:rPr>
      <w:rFonts w:eastAsia="Times New Roman"/>
      <w:lang w:val="en-GB"/>
    </w:rPr>
  </w:style>
  <w:style w:type="character" w:customStyle="1" w:styleId="DateCar">
    <w:name w:val="Date Car"/>
    <w:basedOn w:val="Policepardfaut"/>
    <w:link w:val="Date"/>
    <w:rsid w:val="00BC7683"/>
    <w:rPr>
      <w:rFonts w:ascii="Times New Roman" w:hAnsi="Times New Roman" w:cs="Times New Roman"/>
      <w:sz w:val="20"/>
      <w:szCs w:val="20"/>
      <w:lang w:val="en-GB" w:eastAsia="en-US"/>
    </w:rPr>
  </w:style>
  <w:style w:type="paragraph" w:styleId="Signaturelectronique">
    <w:name w:val="E-mail Signature"/>
    <w:basedOn w:val="Normal"/>
    <w:link w:val="SignaturelectroniqueCar"/>
    <w:rsid w:val="00BC7683"/>
    <w:pPr>
      <w:kinsoku/>
      <w:overflowPunct/>
      <w:autoSpaceDE/>
      <w:autoSpaceDN/>
      <w:adjustRightInd/>
      <w:snapToGrid/>
    </w:pPr>
    <w:rPr>
      <w:rFonts w:eastAsia="Times New Roman"/>
      <w:lang w:val="en-GB"/>
    </w:rPr>
  </w:style>
  <w:style w:type="character" w:customStyle="1" w:styleId="SignaturelectroniqueCar">
    <w:name w:val="Signature électronique Car"/>
    <w:basedOn w:val="Policepardfaut"/>
    <w:link w:val="Signaturelectronique"/>
    <w:rsid w:val="00BC7683"/>
    <w:rPr>
      <w:rFonts w:ascii="Times New Roman" w:hAnsi="Times New Roman" w:cs="Times New Roman"/>
      <w:sz w:val="20"/>
      <w:szCs w:val="20"/>
      <w:lang w:val="en-GB" w:eastAsia="en-US"/>
    </w:rPr>
  </w:style>
  <w:style w:type="character" w:styleId="Accentuation">
    <w:name w:val="Emphasis"/>
    <w:qFormat/>
    <w:rsid w:val="00BC7683"/>
    <w:rPr>
      <w:i/>
      <w:iCs/>
    </w:rPr>
  </w:style>
  <w:style w:type="paragraph" w:styleId="Adresseexpditeur">
    <w:name w:val="envelope return"/>
    <w:basedOn w:val="Normal"/>
    <w:rsid w:val="00BC7683"/>
    <w:pPr>
      <w:kinsoku/>
      <w:overflowPunct/>
      <w:autoSpaceDE/>
      <w:autoSpaceDN/>
      <w:adjustRightInd/>
      <w:snapToGrid/>
    </w:pPr>
    <w:rPr>
      <w:rFonts w:ascii="Arial" w:eastAsia="Times New Roman" w:hAnsi="Arial" w:cs="Arial"/>
      <w:lang w:val="en-GB"/>
    </w:rPr>
  </w:style>
  <w:style w:type="character" w:styleId="AcronymeHTML">
    <w:name w:val="HTML Acronym"/>
    <w:rsid w:val="00BC7683"/>
  </w:style>
  <w:style w:type="paragraph" w:styleId="AdresseHTML">
    <w:name w:val="HTML Address"/>
    <w:basedOn w:val="Normal"/>
    <w:link w:val="AdresseHTMLCar"/>
    <w:rsid w:val="00BC7683"/>
    <w:pPr>
      <w:kinsoku/>
      <w:overflowPunct/>
      <w:autoSpaceDE/>
      <w:autoSpaceDN/>
      <w:adjustRightInd/>
      <w:snapToGrid/>
    </w:pPr>
    <w:rPr>
      <w:rFonts w:eastAsia="Times New Roman"/>
      <w:i/>
      <w:iCs/>
      <w:lang w:val="en-GB"/>
    </w:rPr>
  </w:style>
  <w:style w:type="character" w:customStyle="1" w:styleId="AdresseHTMLCar">
    <w:name w:val="Adresse HTML Car"/>
    <w:basedOn w:val="Policepardfaut"/>
    <w:link w:val="AdresseHTML"/>
    <w:rsid w:val="00BC7683"/>
    <w:rPr>
      <w:rFonts w:ascii="Times New Roman" w:hAnsi="Times New Roman" w:cs="Times New Roman"/>
      <w:i/>
      <w:iCs/>
      <w:sz w:val="20"/>
      <w:szCs w:val="20"/>
      <w:lang w:val="en-GB" w:eastAsia="en-US"/>
    </w:rPr>
  </w:style>
  <w:style w:type="character" w:styleId="CitationHTML">
    <w:name w:val="HTML Cite"/>
    <w:rsid w:val="00BC7683"/>
    <w:rPr>
      <w:i/>
      <w:iCs/>
    </w:rPr>
  </w:style>
  <w:style w:type="character" w:styleId="CodeHTML">
    <w:name w:val="HTML Code"/>
    <w:rsid w:val="00BC7683"/>
    <w:rPr>
      <w:rFonts w:ascii="Courier New" w:hAnsi="Courier New" w:cs="Courier New"/>
      <w:sz w:val="20"/>
      <w:szCs w:val="20"/>
    </w:rPr>
  </w:style>
  <w:style w:type="character" w:styleId="DfinitionHTML">
    <w:name w:val="HTML Definition"/>
    <w:rsid w:val="00BC7683"/>
    <w:rPr>
      <w:i/>
      <w:iCs/>
    </w:rPr>
  </w:style>
  <w:style w:type="character" w:styleId="ClavierHTML">
    <w:name w:val="HTML Keyboard"/>
    <w:rsid w:val="00BC7683"/>
    <w:rPr>
      <w:rFonts w:ascii="Courier New" w:hAnsi="Courier New" w:cs="Courier New"/>
      <w:sz w:val="20"/>
      <w:szCs w:val="20"/>
    </w:rPr>
  </w:style>
  <w:style w:type="paragraph" w:styleId="PrformatHTML">
    <w:name w:val="HTML Preformatted"/>
    <w:basedOn w:val="Normal"/>
    <w:link w:val="PrformatHTMLCar"/>
    <w:rsid w:val="00BC7683"/>
    <w:pPr>
      <w:kinsoku/>
      <w:overflowPunct/>
      <w:autoSpaceDE/>
      <w:autoSpaceDN/>
      <w:adjustRightInd/>
      <w:snapToGrid/>
    </w:pPr>
    <w:rPr>
      <w:rFonts w:ascii="Courier New" w:eastAsia="Times New Roman" w:hAnsi="Courier New" w:cs="Courier New"/>
      <w:lang w:val="en-GB"/>
    </w:rPr>
  </w:style>
  <w:style w:type="character" w:customStyle="1" w:styleId="PrformatHTMLCar">
    <w:name w:val="Préformaté HTML Car"/>
    <w:basedOn w:val="Policepardfaut"/>
    <w:link w:val="PrformatHTML"/>
    <w:rsid w:val="00BC7683"/>
    <w:rPr>
      <w:rFonts w:ascii="Courier New" w:hAnsi="Courier New" w:cs="Courier New"/>
      <w:sz w:val="20"/>
      <w:szCs w:val="20"/>
      <w:lang w:val="en-GB" w:eastAsia="en-US"/>
    </w:rPr>
  </w:style>
  <w:style w:type="character" w:styleId="ExempleHTML">
    <w:name w:val="HTML Sample"/>
    <w:rsid w:val="00BC7683"/>
    <w:rPr>
      <w:rFonts w:ascii="Courier New" w:hAnsi="Courier New" w:cs="Courier New"/>
    </w:rPr>
  </w:style>
  <w:style w:type="character" w:styleId="MachinecrireHTML">
    <w:name w:val="HTML Typewriter"/>
    <w:rsid w:val="00BC7683"/>
    <w:rPr>
      <w:rFonts w:ascii="Courier New" w:hAnsi="Courier New" w:cs="Courier New"/>
      <w:sz w:val="20"/>
      <w:szCs w:val="20"/>
    </w:rPr>
  </w:style>
  <w:style w:type="character" w:styleId="VariableHTML">
    <w:name w:val="HTML Variable"/>
    <w:rsid w:val="00BC7683"/>
    <w:rPr>
      <w:i/>
      <w:iCs/>
    </w:rPr>
  </w:style>
  <w:style w:type="paragraph" w:styleId="Liste">
    <w:name w:val="List"/>
    <w:basedOn w:val="Normal"/>
    <w:rsid w:val="00BC7683"/>
    <w:pPr>
      <w:kinsoku/>
      <w:overflowPunct/>
      <w:autoSpaceDE/>
      <w:autoSpaceDN/>
      <w:adjustRightInd/>
      <w:snapToGrid/>
      <w:ind w:left="283" w:hanging="283"/>
    </w:pPr>
    <w:rPr>
      <w:rFonts w:eastAsia="Times New Roman"/>
      <w:lang w:val="en-GB"/>
    </w:rPr>
  </w:style>
  <w:style w:type="paragraph" w:styleId="Liste2">
    <w:name w:val="List 2"/>
    <w:basedOn w:val="Normal"/>
    <w:rsid w:val="00BC7683"/>
    <w:pPr>
      <w:kinsoku/>
      <w:overflowPunct/>
      <w:autoSpaceDE/>
      <w:autoSpaceDN/>
      <w:adjustRightInd/>
      <w:snapToGrid/>
      <w:ind w:left="566" w:hanging="283"/>
    </w:pPr>
    <w:rPr>
      <w:rFonts w:eastAsia="Times New Roman"/>
      <w:lang w:val="en-GB"/>
    </w:rPr>
  </w:style>
  <w:style w:type="paragraph" w:styleId="Liste3">
    <w:name w:val="List 3"/>
    <w:basedOn w:val="Normal"/>
    <w:rsid w:val="00BC7683"/>
    <w:pPr>
      <w:kinsoku/>
      <w:overflowPunct/>
      <w:autoSpaceDE/>
      <w:autoSpaceDN/>
      <w:adjustRightInd/>
      <w:snapToGrid/>
      <w:ind w:left="849" w:hanging="283"/>
    </w:pPr>
    <w:rPr>
      <w:rFonts w:eastAsia="Times New Roman"/>
      <w:lang w:val="en-GB"/>
    </w:rPr>
  </w:style>
  <w:style w:type="paragraph" w:styleId="Liste4">
    <w:name w:val="List 4"/>
    <w:basedOn w:val="Normal"/>
    <w:rsid w:val="00BC7683"/>
    <w:pPr>
      <w:kinsoku/>
      <w:overflowPunct/>
      <w:autoSpaceDE/>
      <w:autoSpaceDN/>
      <w:adjustRightInd/>
      <w:snapToGrid/>
      <w:ind w:left="1132" w:hanging="283"/>
    </w:pPr>
    <w:rPr>
      <w:rFonts w:eastAsia="Times New Roman"/>
      <w:lang w:val="en-GB"/>
    </w:rPr>
  </w:style>
  <w:style w:type="paragraph" w:styleId="Liste5">
    <w:name w:val="List 5"/>
    <w:basedOn w:val="Normal"/>
    <w:rsid w:val="00BC7683"/>
    <w:pPr>
      <w:kinsoku/>
      <w:overflowPunct/>
      <w:autoSpaceDE/>
      <w:autoSpaceDN/>
      <w:adjustRightInd/>
      <w:snapToGrid/>
      <w:ind w:left="1415" w:hanging="283"/>
    </w:pPr>
    <w:rPr>
      <w:rFonts w:eastAsia="Times New Roman"/>
      <w:lang w:val="en-GB"/>
    </w:rPr>
  </w:style>
  <w:style w:type="paragraph" w:styleId="Listepuces">
    <w:name w:val="List Bullet"/>
    <w:basedOn w:val="Normal"/>
    <w:rsid w:val="00BC7683"/>
    <w:pPr>
      <w:tabs>
        <w:tab w:val="num" w:pos="360"/>
      </w:tabs>
      <w:kinsoku/>
      <w:overflowPunct/>
      <w:autoSpaceDE/>
      <w:autoSpaceDN/>
      <w:adjustRightInd/>
      <w:snapToGrid/>
      <w:ind w:left="360" w:hanging="360"/>
    </w:pPr>
    <w:rPr>
      <w:rFonts w:eastAsia="Times New Roman"/>
      <w:lang w:val="en-GB"/>
    </w:rPr>
  </w:style>
  <w:style w:type="paragraph" w:styleId="Listepuces2">
    <w:name w:val="List Bullet 2"/>
    <w:basedOn w:val="Normal"/>
    <w:rsid w:val="00BC7683"/>
    <w:pPr>
      <w:tabs>
        <w:tab w:val="num" w:pos="643"/>
      </w:tabs>
      <w:kinsoku/>
      <w:overflowPunct/>
      <w:autoSpaceDE/>
      <w:autoSpaceDN/>
      <w:adjustRightInd/>
      <w:snapToGrid/>
      <w:ind w:left="643" w:hanging="360"/>
    </w:pPr>
    <w:rPr>
      <w:rFonts w:eastAsia="Times New Roman"/>
      <w:lang w:val="en-GB"/>
    </w:rPr>
  </w:style>
  <w:style w:type="paragraph" w:styleId="Listepuces3">
    <w:name w:val="List Bullet 3"/>
    <w:basedOn w:val="Normal"/>
    <w:rsid w:val="00BC7683"/>
    <w:pPr>
      <w:tabs>
        <w:tab w:val="num" w:pos="926"/>
      </w:tabs>
      <w:kinsoku/>
      <w:overflowPunct/>
      <w:autoSpaceDE/>
      <w:autoSpaceDN/>
      <w:adjustRightInd/>
      <w:snapToGrid/>
      <w:ind w:left="926" w:hanging="360"/>
    </w:pPr>
    <w:rPr>
      <w:rFonts w:eastAsia="Times New Roman"/>
      <w:lang w:val="en-GB"/>
    </w:rPr>
  </w:style>
  <w:style w:type="paragraph" w:styleId="Listepuces4">
    <w:name w:val="List Bullet 4"/>
    <w:basedOn w:val="Normal"/>
    <w:rsid w:val="00BC7683"/>
    <w:pPr>
      <w:tabs>
        <w:tab w:val="num" w:pos="1209"/>
      </w:tabs>
      <w:kinsoku/>
      <w:overflowPunct/>
      <w:autoSpaceDE/>
      <w:autoSpaceDN/>
      <w:adjustRightInd/>
      <w:snapToGrid/>
      <w:ind w:left="1209" w:hanging="360"/>
    </w:pPr>
    <w:rPr>
      <w:rFonts w:eastAsia="Times New Roman"/>
      <w:lang w:val="en-GB"/>
    </w:rPr>
  </w:style>
  <w:style w:type="paragraph" w:styleId="Listepuces5">
    <w:name w:val="List Bullet 5"/>
    <w:basedOn w:val="Normal"/>
    <w:rsid w:val="00BC7683"/>
    <w:pPr>
      <w:tabs>
        <w:tab w:val="num" w:pos="1492"/>
      </w:tabs>
      <w:kinsoku/>
      <w:overflowPunct/>
      <w:autoSpaceDE/>
      <w:autoSpaceDN/>
      <w:adjustRightInd/>
      <w:snapToGrid/>
      <w:ind w:left="1492" w:hanging="360"/>
    </w:pPr>
    <w:rPr>
      <w:rFonts w:eastAsia="Times New Roman"/>
      <w:lang w:val="en-GB"/>
    </w:rPr>
  </w:style>
  <w:style w:type="paragraph" w:styleId="Listecontinue">
    <w:name w:val="List Continue"/>
    <w:basedOn w:val="Normal"/>
    <w:rsid w:val="00BC7683"/>
    <w:pPr>
      <w:kinsoku/>
      <w:overflowPunct/>
      <w:autoSpaceDE/>
      <w:autoSpaceDN/>
      <w:adjustRightInd/>
      <w:snapToGrid/>
      <w:spacing w:after="120"/>
      <w:ind w:left="283"/>
    </w:pPr>
    <w:rPr>
      <w:rFonts w:eastAsia="Times New Roman"/>
      <w:lang w:val="en-GB"/>
    </w:rPr>
  </w:style>
  <w:style w:type="paragraph" w:styleId="Listecontinue2">
    <w:name w:val="List Continue 2"/>
    <w:basedOn w:val="Normal"/>
    <w:rsid w:val="00BC7683"/>
    <w:pPr>
      <w:kinsoku/>
      <w:overflowPunct/>
      <w:autoSpaceDE/>
      <w:autoSpaceDN/>
      <w:adjustRightInd/>
      <w:snapToGrid/>
      <w:spacing w:after="120"/>
      <w:ind w:left="566"/>
    </w:pPr>
    <w:rPr>
      <w:rFonts w:eastAsia="Times New Roman"/>
      <w:lang w:val="en-GB"/>
    </w:rPr>
  </w:style>
  <w:style w:type="paragraph" w:styleId="Listecontinue3">
    <w:name w:val="List Continue 3"/>
    <w:basedOn w:val="Normal"/>
    <w:rsid w:val="00BC7683"/>
    <w:pPr>
      <w:kinsoku/>
      <w:overflowPunct/>
      <w:autoSpaceDE/>
      <w:autoSpaceDN/>
      <w:adjustRightInd/>
      <w:snapToGrid/>
      <w:spacing w:after="120"/>
      <w:ind w:left="849"/>
    </w:pPr>
    <w:rPr>
      <w:rFonts w:eastAsia="Times New Roman"/>
      <w:lang w:val="en-GB"/>
    </w:rPr>
  </w:style>
  <w:style w:type="paragraph" w:styleId="Listecontinue4">
    <w:name w:val="List Continue 4"/>
    <w:basedOn w:val="Normal"/>
    <w:rsid w:val="00BC7683"/>
    <w:pPr>
      <w:kinsoku/>
      <w:overflowPunct/>
      <w:autoSpaceDE/>
      <w:autoSpaceDN/>
      <w:adjustRightInd/>
      <w:snapToGrid/>
      <w:spacing w:after="120"/>
      <w:ind w:left="1132"/>
    </w:pPr>
    <w:rPr>
      <w:rFonts w:eastAsia="Times New Roman"/>
      <w:lang w:val="en-GB"/>
    </w:rPr>
  </w:style>
  <w:style w:type="paragraph" w:styleId="Listecontinue5">
    <w:name w:val="List Continue 5"/>
    <w:basedOn w:val="Normal"/>
    <w:rsid w:val="00BC7683"/>
    <w:pPr>
      <w:kinsoku/>
      <w:overflowPunct/>
      <w:autoSpaceDE/>
      <w:autoSpaceDN/>
      <w:adjustRightInd/>
      <w:snapToGrid/>
      <w:spacing w:after="120"/>
      <w:ind w:left="1415"/>
    </w:pPr>
    <w:rPr>
      <w:rFonts w:eastAsia="Times New Roman"/>
      <w:lang w:val="en-GB"/>
    </w:rPr>
  </w:style>
  <w:style w:type="paragraph" w:styleId="Listenumros">
    <w:name w:val="List Number"/>
    <w:basedOn w:val="Normal"/>
    <w:rsid w:val="00BC7683"/>
    <w:pPr>
      <w:tabs>
        <w:tab w:val="num" w:pos="360"/>
      </w:tabs>
      <w:kinsoku/>
      <w:overflowPunct/>
      <w:autoSpaceDE/>
      <w:autoSpaceDN/>
      <w:adjustRightInd/>
      <w:snapToGrid/>
      <w:ind w:left="360" w:hanging="360"/>
    </w:pPr>
    <w:rPr>
      <w:rFonts w:eastAsia="Times New Roman"/>
      <w:lang w:val="en-GB"/>
    </w:rPr>
  </w:style>
  <w:style w:type="paragraph" w:styleId="Listenumros2">
    <w:name w:val="List Number 2"/>
    <w:basedOn w:val="Normal"/>
    <w:rsid w:val="00BC7683"/>
    <w:pPr>
      <w:tabs>
        <w:tab w:val="num" w:pos="643"/>
      </w:tabs>
      <w:kinsoku/>
      <w:overflowPunct/>
      <w:autoSpaceDE/>
      <w:autoSpaceDN/>
      <w:adjustRightInd/>
      <w:snapToGrid/>
      <w:ind w:left="643" w:hanging="360"/>
    </w:pPr>
    <w:rPr>
      <w:rFonts w:eastAsia="Times New Roman"/>
      <w:lang w:val="en-GB"/>
    </w:rPr>
  </w:style>
  <w:style w:type="paragraph" w:styleId="Listenumros3">
    <w:name w:val="List Number 3"/>
    <w:basedOn w:val="Normal"/>
    <w:rsid w:val="00BC7683"/>
    <w:pPr>
      <w:tabs>
        <w:tab w:val="num" w:pos="926"/>
      </w:tabs>
      <w:kinsoku/>
      <w:overflowPunct/>
      <w:autoSpaceDE/>
      <w:autoSpaceDN/>
      <w:adjustRightInd/>
      <w:snapToGrid/>
      <w:ind w:left="926" w:hanging="360"/>
    </w:pPr>
    <w:rPr>
      <w:rFonts w:eastAsia="Times New Roman"/>
      <w:lang w:val="en-GB"/>
    </w:rPr>
  </w:style>
  <w:style w:type="paragraph" w:styleId="Listenumros4">
    <w:name w:val="List Number 4"/>
    <w:basedOn w:val="Normal"/>
    <w:rsid w:val="00BC7683"/>
    <w:pPr>
      <w:tabs>
        <w:tab w:val="num" w:pos="1209"/>
      </w:tabs>
      <w:kinsoku/>
      <w:overflowPunct/>
      <w:autoSpaceDE/>
      <w:autoSpaceDN/>
      <w:adjustRightInd/>
      <w:snapToGrid/>
      <w:ind w:left="1209" w:hanging="360"/>
    </w:pPr>
    <w:rPr>
      <w:rFonts w:eastAsia="Times New Roman"/>
      <w:lang w:val="en-GB"/>
    </w:rPr>
  </w:style>
  <w:style w:type="paragraph" w:styleId="Listenumros5">
    <w:name w:val="List Number 5"/>
    <w:basedOn w:val="Normal"/>
    <w:rsid w:val="00BC7683"/>
    <w:pPr>
      <w:tabs>
        <w:tab w:val="num" w:pos="1492"/>
      </w:tabs>
      <w:kinsoku/>
      <w:overflowPunct/>
      <w:autoSpaceDE/>
      <w:autoSpaceDN/>
      <w:adjustRightInd/>
      <w:snapToGrid/>
      <w:ind w:left="1492" w:hanging="360"/>
    </w:pPr>
    <w:rPr>
      <w:rFonts w:eastAsia="Times New Roman"/>
      <w:lang w:val="en-GB"/>
    </w:rPr>
  </w:style>
  <w:style w:type="paragraph" w:styleId="En-ttedemessage">
    <w:name w:val="Message Header"/>
    <w:basedOn w:val="Normal"/>
    <w:link w:val="En-ttedemessageCar"/>
    <w:rsid w:val="00BC7683"/>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En-ttedemessageCar">
    <w:name w:val="En-tête de message Car"/>
    <w:basedOn w:val="Policepardfaut"/>
    <w:link w:val="En-ttedemessage"/>
    <w:rsid w:val="00BC7683"/>
    <w:rPr>
      <w:rFonts w:ascii="Arial" w:hAnsi="Arial" w:cs="Arial"/>
      <w:sz w:val="24"/>
      <w:szCs w:val="24"/>
      <w:shd w:val="pct20" w:color="auto" w:fill="auto"/>
      <w:lang w:val="en-GB" w:eastAsia="en-US"/>
    </w:rPr>
  </w:style>
  <w:style w:type="paragraph" w:styleId="NormalWeb">
    <w:name w:val="Normal (Web)"/>
    <w:basedOn w:val="Normal"/>
    <w:link w:val="NormalWebCar"/>
    <w:rsid w:val="00BC7683"/>
    <w:pPr>
      <w:kinsoku/>
      <w:overflowPunct/>
      <w:autoSpaceDE/>
      <w:autoSpaceDN/>
      <w:adjustRightInd/>
      <w:snapToGrid/>
    </w:pPr>
    <w:rPr>
      <w:rFonts w:eastAsia="Times New Roman"/>
      <w:sz w:val="24"/>
      <w:szCs w:val="24"/>
      <w:lang w:val="en-GB"/>
    </w:rPr>
  </w:style>
  <w:style w:type="paragraph" w:styleId="Retraitnormal">
    <w:name w:val="Normal Indent"/>
    <w:basedOn w:val="Normal"/>
    <w:rsid w:val="00BC7683"/>
    <w:pPr>
      <w:kinsoku/>
      <w:overflowPunct/>
      <w:autoSpaceDE/>
      <w:autoSpaceDN/>
      <w:adjustRightInd/>
      <w:snapToGrid/>
      <w:ind w:left="567"/>
    </w:pPr>
    <w:rPr>
      <w:rFonts w:eastAsia="Times New Roman"/>
      <w:lang w:val="en-GB"/>
    </w:rPr>
  </w:style>
  <w:style w:type="paragraph" w:styleId="Titredenote">
    <w:name w:val="Note Heading"/>
    <w:basedOn w:val="Normal"/>
    <w:next w:val="Normal"/>
    <w:link w:val="TitredenoteCar"/>
    <w:rsid w:val="00BC7683"/>
    <w:pPr>
      <w:kinsoku/>
      <w:overflowPunct/>
      <w:autoSpaceDE/>
      <w:autoSpaceDN/>
      <w:adjustRightInd/>
      <w:snapToGrid/>
    </w:pPr>
    <w:rPr>
      <w:rFonts w:eastAsia="Times New Roman"/>
      <w:lang w:val="en-GB"/>
    </w:rPr>
  </w:style>
  <w:style w:type="character" w:customStyle="1" w:styleId="TitredenoteCar">
    <w:name w:val="Titre de note Car"/>
    <w:basedOn w:val="Policepardfaut"/>
    <w:link w:val="Titredenote"/>
    <w:rsid w:val="00BC7683"/>
    <w:rPr>
      <w:rFonts w:ascii="Times New Roman" w:hAnsi="Times New Roman" w:cs="Times New Roman"/>
      <w:sz w:val="20"/>
      <w:szCs w:val="20"/>
      <w:lang w:val="en-GB" w:eastAsia="en-US"/>
    </w:rPr>
  </w:style>
  <w:style w:type="paragraph" w:styleId="Salutations">
    <w:name w:val="Salutation"/>
    <w:basedOn w:val="Normal"/>
    <w:next w:val="Normal"/>
    <w:link w:val="SalutationsCar"/>
    <w:rsid w:val="00BC7683"/>
    <w:pPr>
      <w:kinsoku/>
      <w:overflowPunct/>
      <w:autoSpaceDE/>
      <w:autoSpaceDN/>
      <w:adjustRightInd/>
      <w:snapToGrid/>
    </w:pPr>
    <w:rPr>
      <w:rFonts w:eastAsia="Times New Roman"/>
      <w:lang w:val="en-GB"/>
    </w:rPr>
  </w:style>
  <w:style w:type="character" w:customStyle="1" w:styleId="SalutationsCar">
    <w:name w:val="Salutations Car"/>
    <w:basedOn w:val="Policepardfaut"/>
    <w:link w:val="Salutations"/>
    <w:rsid w:val="00BC7683"/>
    <w:rPr>
      <w:rFonts w:ascii="Times New Roman" w:hAnsi="Times New Roman" w:cs="Times New Roman"/>
      <w:sz w:val="20"/>
      <w:szCs w:val="20"/>
      <w:lang w:val="en-GB" w:eastAsia="en-US"/>
    </w:rPr>
  </w:style>
  <w:style w:type="paragraph" w:styleId="Signature">
    <w:name w:val="Signature"/>
    <w:basedOn w:val="Normal"/>
    <w:link w:val="SignatureCar"/>
    <w:rsid w:val="00BC7683"/>
    <w:pPr>
      <w:kinsoku/>
      <w:overflowPunct/>
      <w:autoSpaceDE/>
      <w:autoSpaceDN/>
      <w:adjustRightInd/>
      <w:snapToGrid/>
      <w:ind w:left="4252"/>
    </w:pPr>
    <w:rPr>
      <w:rFonts w:eastAsia="Times New Roman"/>
      <w:lang w:val="en-GB"/>
    </w:rPr>
  </w:style>
  <w:style w:type="character" w:customStyle="1" w:styleId="SignatureCar">
    <w:name w:val="Signature Car"/>
    <w:basedOn w:val="Policepardfaut"/>
    <w:link w:val="Signature"/>
    <w:rsid w:val="00BC7683"/>
    <w:rPr>
      <w:rFonts w:ascii="Times New Roman" w:hAnsi="Times New Roman" w:cs="Times New Roman"/>
      <w:sz w:val="20"/>
      <w:szCs w:val="20"/>
      <w:lang w:val="en-GB" w:eastAsia="en-US"/>
    </w:rPr>
  </w:style>
  <w:style w:type="character" w:styleId="lev">
    <w:name w:val="Strong"/>
    <w:qFormat/>
    <w:rsid w:val="00BC7683"/>
    <w:rPr>
      <w:b/>
      <w:bCs/>
    </w:rPr>
  </w:style>
  <w:style w:type="paragraph" w:styleId="Sous-titre">
    <w:name w:val="Subtitle"/>
    <w:basedOn w:val="Normal"/>
    <w:link w:val="Sous-titreCar"/>
    <w:qFormat/>
    <w:rsid w:val="00BC7683"/>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ous-titreCar">
    <w:name w:val="Sous-titre Car"/>
    <w:basedOn w:val="Policepardfaut"/>
    <w:link w:val="Sous-titre"/>
    <w:rsid w:val="00BC7683"/>
    <w:rPr>
      <w:rFonts w:ascii="Arial" w:hAnsi="Arial" w:cs="Arial"/>
      <w:sz w:val="24"/>
      <w:szCs w:val="24"/>
      <w:lang w:val="en-GB" w:eastAsia="en-US"/>
    </w:rPr>
  </w:style>
  <w:style w:type="table" w:styleId="Effetsdetableau3D1">
    <w:name w:val="Table 3D effects 1"/>
    <w:basedOn w:val="TableauNormal"/>
    <w:rsid w:val="00BC7683"/>
    <w:pPr>
      <w:suppressAutoHyphens/>
      <w:spacing w:after="0" w:line="240" w:lineRule="atLeast"/>
    </w:pPr>
    <w:rPr>
      <w:rFonts w:ascii="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rsid w:val="00BC7683"/>
    <w:pPr>
      <w:suppressAutoHyphens/>
      <w:spacing w:after="0" w:line="240" w:lineRule="atLeast"/>
    </w:pPr>
    <w:rPr>
      <w:rFonts w:ascii="Times New Roman" w:hAnsi="Times New Roman" w:cs="Times New Roman"/>
      <w:sz w:val="20"/>
      <w:szCs w:val="20"/>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rsid w:val="00BC7683"/>
    <w:pPr>
      <w:suppressAutoHyphens/>
      <w:spacing w:after="0" w:line="240" w:lineRule="atLeast"/>
    </w:pPr>
    <w:rPr>
      <w:rFonts w:ascii="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BC7683"/>
    <w:pPr>
      <w:suppressAutoHyphens/>
      <w:spacing w:after="0" w:line="240" w:lineRule="atLeast"/>
    </w:pPr>
    <w:rPr>
      <w:rFonts w:ascii="Times New Roman" w:hAnsi="Times New Roman" w:cs="Times New Roman"/>
      <w:color w:val="000080"/>
      <w:sz w:val="20"/>
      <w:szCs w:val="2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BC7683"/>
    <w:pPr>
      <w:suppressAutoHyphens/>
      <w:spacing w:after="0" w:line="240" w:lineRule="atLeast"/>
    </w:pPr>
    <w:rPr>
      <w:rFonts w:ascii="Times New Roman" w:hAnsi="Times New Roman" w:cs="Times New Roman"/>
      <w:color w:val="FFFFFF"/>
      <w:sz w:val="20"/>
      <w:szCs w:val="20"/>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BC7683"/>
    <w:pPr>
      <w:suppressAutoHyphens/>
      <w:spacing w:after="0" w:line="240" w:lineRule="atLeast"/>
    </w:pPr>
    <w:rPr>
      <w:rFonts w:ascii="Times New Roman" w:hAnsi="Times New Roman" w:cs="Times New Roman"/>
      <w:sz w:val="20"/>
      <w:szCs w:val="20"/>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BC7683"/>
    <w:pPr>
      <w:suppressAutoHyphens/>
      <w:spacing w:after="0" w:line="240" w:lineRule="atLeast"/>
    </w:pPr>
    <w:rPr>
      <w:rFonts w:ascii="Times New Roman" w:hAnsi="Times New Roman" w:cs="Times New Roman"/>
      <w:b/>
      <w:bCs/>
      <w:sz w:val="20"/>
      <w:szCs w:val="20"/>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BC7683"/>
    <w:pPr>
      <w:suppressAutoHyphens/>
      <w:spacing w:after="0" w:line="240" w:lineRule="atLeast"/>
    </w:pPr>
    <w:rPr>
      <w:rFonts w:ascii="Times New Roman" w:hAnsi="Times New Roman" w:cs="Times New Roman"/>
      <w:b/>
      <w:bCs/>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BC7683"/>
    <w:pPr>
      <w:suppressAutoHyphens/>
      <w:spacing w:after="0" w:line="240" w:lineRule="atLeast"/>
    </w:pPr>
    <w:rPr>
      <w:rFonts w:ascii="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BC7683"/>
    <w:pPr>
      <w:suppressAutoHyphens/>
      <w:spacing w:after="0" w:line="240" w:lineRule="atLeast"/>
    </w:pPr>
    <w:rPr>
      <w:rFonts w:ascii="Times New Roman" w:hAnsi="Times New Roman"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BC7683"/>
    <w:pPr>
      <w:suppressAutoHyphens/>
      <w:spacing w:after="0" w:line="240" w:lineRule="atLeast"/>
    </w:pPr>
    <w:rPr>
      <w:rFonts w:ascii="Times New Roman" w:hAnsi="Times New Roman" w:cs="Times New Roman"/>
      <w:sz w:val="20"/>
      <w:szCs w:val="20"/>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rsid w:val="00BC7683"/>
    <w:pPr>
      <w:suppressAutoHyphens/>
      <w:spacing w:after="0" w:line="240" w:lineRule="atLeast"/>
    </w:pPr>
    <w:rPr>
      <w:rFonts w:ascii="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BC7683"/>
    <w:pPr>
      <w:suppressAutoHyphens/>
      <w:spacing w:after="0" w:line="240" w:lineRule="atLeast"/>
    </w:pPr>
    <w:rPr>
      <w:rFonts w:ascii="Times New Roman"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auNormal"/>
    <w:next w:val="Grilledutableau"/>
    <w:semiHidden/>
    <w:rsid w:val="00BC7683"/>
    <w:pPr>
      <w:suppressAutoHyphens/>
      <w:spacing w:after="0" w:line="240" w:lineRule="atLeast"/>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rsid w:val="00BC7683"/>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BC7683"/>
    <w:pPr>
      <w:suppressAutoHyphens/>
      <w:spacing w:after="0" w:line="240" w:lineRule="atLeast"/>
    </w:pPr>
    <w:rPr>
      <w:rFonts w:ascii="Times New Roman" w:hAnsi="Times New Roman" w:cs="Times New Roman"/>
      <w:sz w:val="20"/>
      <w:szCs w:val="20"/>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BC7683"/>
    <w:pPr>
      <w:suppressAutoHyphens/>
      <w:spacing w:after="0" w:line="240" w:lineRule="atLeast"/>
    </w:pPr>
    <w:rPr>
      <w:rFonts w:ascii="Times New Roman" w:hAnsi="Times New Roman" w:cs="Times New Roman"/>
      <w:sz w:val="20"/>
      <w:szCs w:val="20"/>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BC7683"/>
    <w:pPr>
      <w:suppressAutoHyphens/>
      <w:spacing w:after="0" w:line="240" w:lineRule="atLeast"/>
    </w:pPr>
    <w:rPr>
      <w:rFonts w:ascii="Times New Roman" w:hAnsi="Times New Roman" w:cs="Times New Roman"/>
      <w:sz w:val="20"/>
      <w:szCs w:val="20"/>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BC7683"/>
    <w:pPr>
      <w:suppressAutoHyphens/>
      <w:spacing w:after="0" w:line="240" w:lineRule="atLeast"/>
    </w:pPr>
    <w:rPr>
      <w:rFonts w:ascii="Times New Roman" w:hAnsi="Times New Roman" w:cs="Times New Roman"/>
      <w:b/>
      <w:bCs/>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BC7683"/>
    <w:pPr>
      <w:suppressAutoHyphens/>
      <w:spacing w:after="0" w:line="240" w:lineRule="atLeast"/>
    </w:pPr>
    <w:rPr>
      <w:rFonts w:ascii="Times New Roman" w:hAnsi="Times New Roman" w:cs="Times New Roman"/>
      <w:sz w:val="20"/>
      <w:szCs w:val="20"/>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rsid w:val="00BC7683"/>
    <w:pPr>
      <w:suppressAutoHyphens/>
      <w:spacing w:after="0" w:line="240" w:lineRule="atLeast"/>
    </w:pPr>
    <w:rPr>
      <w:rFonts w:ascii="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BC7683"/>
    <w:pPr>
      <w:suppressAutoHyphens/>
      <w:spacing w:after="0" w:line="240" w:lineRule="atLeast"/>
    </w:pPr>
    <w:rPr>
      <w:rFonts w:ascii="Times New Roman" w:hAnsi="Times New Roman" w:cs="Times New Roman"/>
      <w:sz w:val="20"/>
      <w:szCs w:val="20"/>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BC7683"/>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BC7683"/>
    <w:pPr>
      <w:suppressAutoHyphens/>
      <w:spacing w:after="0" w:line="240" w:lineRule="atLeast"/>
    </w:pPr>
    <w:rPr>
      <w:rFonts w:ascii="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BC7683"/>
    <w:pPr>
      <w:suppressAutoHyphens/>
      <w:spacing w:after="0" w:line="240" w:lineRule="atLeast"/>
    </w:pPr>
    <w:rPr>
      <w:rFonts w:ascii="Times New Roman" w:hAnsi="Times New Roman" w:cs="Times New Roman"/>
      <w:sz w:val="20"/>
      <w:szCs w:val="20"/>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BC7683"/>
    <w:pPr>
      <w:suppressAutoHyphens/>
      <w:spacing w:after="0" w:line="240" w:lineRule="atLeast"/>
    </w:pPr>
    <w:rPr>
      <w:rFonts w:ascii="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rsid w:val="00BC7683"/>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BC7683"/>
    <w:pPr>
      <w:suppressAutoHyphens/>
      <w:spacing w:after="0" w:line="240" w:lineRule="atLeast"/>
    </w:pPr>
    <w:rPr>
      <w:rFonts w:ascii="Times New Roman" w:hAnsi="Times New Roman" w:cs="Times New Roman"/>
      <w:sz w:val="20"/>
      <w:szCs w:val="20"/>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BC7683"/>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BC7683"/>
    <w:pPr>
      <w:suppressAutoHyphens/>
      <w:spacing w:after="0" w:line="240" w:lineRule="atLeast"/>
    </w:pPr>
    <w:rPr>
      <w:rFonts w:ascii="Times New Roman" w:hAnsi="Times New Roman" w:cs="Times New Roman"/>
      <w:sz w:val="20"/>
      <w:szCs w:val="20"/>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BC7683"/>
    <w:pPr>
      <w:suppressAutoHyphens/>
      <w:spacing w:after="0" w:line="240" w:lineRule="atLeast"/>
    </w:pPr>
    <w:rPr>
      <w:rFonts w:ascii="Times New Roman" w:hAnsi="Times New Roman" w:cs="Times New Roman"/>
      <w:sz w:val="20"/>
      <w:szCs w:val="20"/>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BC7683"/>
    <w:pPr>
      <w:suppressAutoHyphens/>
      <w:spacing w:after="0" w:line="240" w:lineRule="atLeast"/>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BC7683"/>
    <w:pPr>
      <w:suppressAutoHyphens/>
      <w:spacing w:after="0" w:line="240" w:lineRule="atLeast"/>
    </w:pPr>
    <w:rPr>
      <w:rFonts w:ascii="Times New Roman" w:hAnsi="Times New Roman" w:cs="Times New Roman"/>
      <w:sz w:val="20"/>
      <w:szCs w:val="20"/>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BC7683"/>
    <w:pPr>
      <w:suppressAutoHyphens/>
      <w:spacing w:after="0" w:line="240" w:lineRule="atLeast"/>
    </w:pPr>
    <w:rPr>
      <w:rFonts w:ascii="Times New Roman" w:hAnsi="Times New Roman" w:cs="Times New Roman"/>
      <w:sz w:val="20"/>
      <w:szCs w:val="20"/>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BC7683"/>
    <w:pPr>
      <w:suppressAutoHyphens/>
      <w:spacing w:after="0" w:line="240" w:lineRule="atLeast"/>
    </w:pPr>
    <w:rPr>
      <w:rFonts w:ascii="Times New Roman" w:hAnsi="Times New Roman" w:cs="Times New Roman"/>
      <w:sz w:val="20"/>
      <w:szCs w:val="20"/>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BC7683"/>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reCar">
    <w:name w:val="Titre Car"/>
    <w:basedOn w:val="Policepardfaut"/>
    <w:link w:val="Titre"/>
    <w:rsid w:val="00BC7683"/>
    <w:rPr>
      <w:rFonts w:ascii="Arial" w:hAnsi="Arial" w:cs="Arial"/>
      <w:b/>
      <w:bCs/>
      <w:kern w:val="28"/>
      <w:sz w:val="32"/>
      <w:szCs w:val="32"/>
      <w:lang w:val="en-GB" w:eastAsia="en-US"/>
    </w:rPr>
  </w:style>
  <w:style w:type="paragraph" w:styleId="Adressedestinataire">
    <w:name w:val="envelope address"/>
    <w:basedOn w:val="Normal"/>
    <w:rsid w:val="00BC7683"/>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H23GChar">
    <w:name w:val="_ H_2/3_G Char"/>
    <w:link w:val="H23G"/>
    <w:rsid w:val="00BC7683"/>
    <w:rPr>
      <w:rFonts w:ascii="Times New Roman" w:eastAsiaTheme="minorHAnsi" w:hAnsi="Times New Roman" w:cs="Times New Roman"/>
      <w:b/>
      <w:sz w:val="20"/>
      <w:szCs w:val="20"/>
      <w:lang w:eastAsia="en-US"/>
    </w:rPr>
  </w:style>
  <w:style w:type="character" w:customStyle="1" w:styleId="CharChar4">
    <w:name w:val="Char Char4"/>
    <w:semiHidden/>
    <w:rsid w:val="00BC7683"/>
    <w:rPr>
      <w:sz w:val="18"/>
      <w:lang w:val="en-GB" w:eastAsia="en-US" w:bidi="ar-SA"/>
    </w:rPr>
  </w:style>
  <w:style w:type="paragraph" w:customStyle="1" w:styleId="tablefootnote">
    <w:name w:val="table footnote"/>
    <w:basedOn w:val="SingleTxtG"/>
    <w:qFormat/>
    <w:rsid w:val="00BC7683"/>
    <w:pPr>
      <w:kinsoku/>
      <w:overflowPunct/>
      <w:autoSpaceDE/>
      <w:autoSpaceDN/>
      <w:adjustRightInd/>
      <w:snapToGrid/>
      <w:spacing w:after="0" w:line="220" w:lineRule="exact"/>
      <w:ind w:firstLine="170"/>
      <w:jc w:val="left"/>
    </w:pPr>
    <w:rPr>
      <w:rFonts w:eastAsia="Times New Roman"/>
      <w:sz w:val="18"/>
      <w:szCs w:val="18"/>
      <w:lang w:val="en-GB"/>
    </w:rPr>
  </w:style>
  <w:style w:type="character" w:customStyle="1" w:styleId="NormalWebCar">
    <w:name w:val="Normal (Web) Car"/>
    <w:link w:val="NormalWeb"/>
    <w:rsid w:val="00BC7683"/>
    <w:rPr>
      <w:rFonts w:ascii="Times New Roman" w:hAnsi="Times New Roman" w:cs="Times New Roman"/>
      <w:sz w:val="24"/>
      <w:szCs w:val="24"/>
      <w:lang w:val="en-GB" w:eastAsia="en-US"/>
    </w:rPr>
  </w:style>
  <w:style w:type="paragraph" w:customStyle="1" w:styleId="paragraph">
    <w:name w:val="paragraph"/>
    <w:basedOn w:val="Normal"/>
    <w:rsid w:val="00BC7683"/>
    <w:pPr>
      <w:suppressAutoHyphens w:val="0"/>
      <w:kinsoku/>
      <w:overflowPunct/>
      <w:autoSpaceDE/>
      <w:autoSpaceDN/>
      <w:adjustRightInd/>
      <w:snapToGrid/>
      <w:spacing w:line="240" w:lineRule="auto"/>
    </w:pPr>
    <w:rPr>
      <w:rFonts w:eastAsia="Times New Roman"/>
      <w:sz w:val="24"/>
      <w:szCs w:val="24"/>
      <w:lang w:val="nl-NL" w:eastAsia="nl-NL"/>
    </w:rPr>
  </w:style>
  <w:style w:type="paragraph" w:styleId="Paragraphedeliste">
    <w:name w:val="List Paragraph"/>
    <w:basedOn w:val="Normal"/>
    <w:uiPriority w:val="34"/>
    <w:qFormat/>
    <w:rsid w:val="00BC7683"/>
    <w:pPr>
      <w:kinsoku/>
      <w:overflowPunct/>
      <w:autoSpaceDE/>
      <w:autoSpaceDN/>
      <w:adjustRightInd/>
      <w:snapToGrid/>
      <w:ind w:left="720"/>
      <w:contextualSpacing/>
    </w:pPr>
    <w:rPr>
      <w:rFonts w:eastAsia="Times New Roman"/>
    </w:rPr>
  </w:style>
  <w:style w:type="paragraph" w:styleId="Rvision">
    <w:name w:val="Revision"/>
    <w:hidden/>
    <w:uiPriority w:val="99"/>
    <w:semiHidden/>
    <w:rsid w:val="00BC7683"/>
    <w:pPr>
      <w:spacing w:after="0" w:line="240" w:lineRule="auto"/>
    </w:pPr>
    <w:rPr>
      <w:rFonts w:ascii="Times New Roman" w:hAnsi="Times New Roman" w:cs="Times New Roman"/>
      <w:sz w:val="20"/>
      <w:szCs w:val="20"/>
      <w:lang w:eastAsia="en-US"/>
    </w:rPr>
  </w:style>
  <w:style w:type="character" w:customStyle="1" w:styleId="eop">
    <w:name w:val="eop"/>
    <w:basedOn w:val="Policepardfaut"/>
    <w:rsid w:val="00BC7683"/>
  </w:style>
  <w:style w:type="character" w:styleId="Mentionnonrsolue">
    <w:name w:val="Unresolved Mention"/>
    <w:basedOn w:val="Policepardfaut"/>
    <w:uiPriority w:val="99"/>
    <w:semiHidden/>
    <w:unhideWhenUsed/>
    <w:rsid w:val="00090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pn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unece.org/transport/standards/transport/vehicle-regulations-wp29/resolutions"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33</Pages>
  <Words>10455</Words>
  <Characters>67960</Characters>
  <Application>Microsoft Office Word</Application>
  <DocSecurity>0</DocSecurity>
  <Lines>6796</Lines>
  <Paragraphs>4612</Paragraphs>
  <ScaleCrop>false</ScaleCrop>
  <HeadingPairs>
    <vt:vector size="2" baseType="variant">
      <vt:variant>
        <vt:lpstr>Titre</vt:lpstr>
      </vt:variant>
      <vt:variant>
        <vt:i4>1</vt:i4>
      </vt:variant>
    </vt:vector>
  </HeadingPairs>
  <TitlesOfParts>
    <vt:vector size="1" baseType="lpstr">
      <vt:lpstr>ECE/TRANS/WP.29/2021/10/Rev.1</vt:lpstr>
    </vt:vector>
  </TitlesOfParts>
  <Company>DCM</Company>
  <LinksUpToDate>false</LinksUpToDate>
  <CharactersWithSpaces>73803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ECE/TRANS/WP.29/2021/10/Rev.1</dc:title>
  <dc:subject/>
  <dc:creator>Julien OKRZESIK</dc:creator>
  <cp:keywords/>
  <cp:lastModifiedBy>Julien Okrzesik</cp:lastModifiedBy>
  <cp:revision>3</cp:revision>
  <cp:lastPrinted>2021-02-15T14:21:00Z</cp:lastPrinted>
  <dcterms:created xsi:type="dcterms:W3CDTF">2021-02-15T14:21:00Z</dcterms:created>
  <dcterms:modified xsi:type="dcterms:W3CDTF">2021-02-15T14:22:00Z</dcterms:modified>
</cp:coreProperties>
</file>