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12347A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D62B98" w14:textId="77777777" w:rsidR="002D5AAC" w:rsidRDefault="002D5AAC" w:rsidP="0073533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D5328C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A4F5957" w14:textId="77777777" w:rsidR="002D5AAC" w:rsidRDefault="0073533C" w:rsidP="0073533C">
            <w:pPr>
              <w:jc w:val="right"/>
            </w:pPr>
            <w:r w:rsidRPr="0073533C">
              <w:rPr>
                <w:sz w:val="40"/>
              </w:rPr>
              <w:t>ECE</w:t>
            </w:r>
            <w:r>
              <w:t>/TRANS/WP.29/2021/45</w:t>
            </w:r>
          </w:p>
        </w:tc>
      </w:tr>
      <w:tr w:rsidR="002D5AAC" w:rsidRPr="00D411E7" w14:paraId="40AD1C2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80C4D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AFA8FB1" wp14:editId="796773F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0C003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B6FFEFD" w14:textId="77777777" w:rsidR="002D5AAC" w:rsidRDefault="0073533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29609AD" w14:textId="77777777" w:rsidR="0073533C" w:rsidRDefault="0073533C" w:rsidP="007353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70FDFC8C" w14:textId="77777777" w:rsidR="0073533C" w:rsidRDefault="0073533C" w:rsidP="007353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ACE8ABB" w14:textId="77777777" w:rsidR="0073533C" w:rsidRPr="008D53B6" w:rsidRDefault="0073533C" w:rsidP="007353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C1DAD1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985B8DA" w14:textId="77777777" w:rsidR="0073533C" w:rsidRPr="00774AAA" w:rsidRDefault="0073533C" w:rsidP="0073533C">
      <w:pPr>
        <w:spacing w:before="120"/>
        <w:rPr>
          <w:sz w:val="28"/>
          <w:szCs w:val="28"/>
        </w:rPr>
      </w:pPr>
      <w:r w:rsidRPr="00774AAA">
        <w:rPr>
          <w:sz w:val="28"/>
          <w:szCs w:val="28"/>
        </w:rPr>
        <w:t>Комитет по внутреннему транспорту</w:t>
      </w:r>
    </w:p>
    <w:p w14:paraId="0A113BD8" w14:textId="77777777" w:rsidR="0073533C" w:rsidRPr="00774AAA" w:rsidRDefault="0073533C" w:rsidP="0073533C">
      <w:pPr>
        <w:spacing w:before="120"/>
        <w:rPr>
          <w:b/>
          <w:sz w:val="24"/>
          <w:szCs w:val="24"/>
        </w:rPr>
      </w:pPr>
      <w:r w:rsidRPr="00774AA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774AAA">
        <w:rPr>
          <w:b/>
          <w:bCs/>
          <w:sz w:val="24"/>
          <w:szCs w:val="24"/>
        </w:rPr>
        <w:br/>
      </w:r>
      <w:r w:rsidRPr="00774AAA">
        <w:rPr>
          <w:b/>
          <w:bCs/>
          <w:sz w:val="24"/>
          <w:szCs w:val="24"/>
        </w:rPr>
        <w:t>в области транспортных средств</w:t>
      </w:r>
    </w:p>
    <w:p w14:paraId="52318D3B" w14:textId="77777777" w:rsidR="0073533C" w:rsidRPr="00981A42" w:rsidRDefault="0073533C" w:rsidP="0073533C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52040060" w14:textId="77777777" w:rsidR="0073533C" w:rsidRPr="00981A42" w:rsidRDefault="0073533C" w:rsidP="0073533C">
      <w:r>
        <w:t>Женева, 9–11 марта 2021 года</w:t>
      </w:r>
    </w:p>
    <w:p w14:paraId="7E8F4AF2" w14:textId="77777777" w:rsidR="0073533C" w:rsidRPr="00981A42" w:rsidRDefault="0073533C" w:rsidP="0073533C">
      <w:r>
        <w:t>Пункт 4.9.</w:t>
      </w:r>
      <w:r w:rsidRPr="0015455B">
        <w:t>1</w:t>
      </w:r>
      <w:r>
        <w:t>8 предварительной повестки дня</w:t>
      </w:r>
    </w:p>
    <w:p w14:paraId="5A3B3194" w14:textId="77777777" w:rsidR="0073533C" w:rsidRDefault="0073533C" w:rsidP="0073533C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2BE9EAC9" w14:textId="77777777" w:rsidR="0073533C" w:rsidRDefault="0073533C" w:rsidP="0073533C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47E0E9B3" w14:textId="77777777" w:rsidR="0073533C" w:rsidRPr="00981A42" w:rsidRDefault="0073533C" w:rsidP="0073533C">
      <w:pPr>
        <w:rPr>
          <w:b/>
        </w:rPr>
      </w:pPr>
      <w:r>
        <w:rPr>
          <w:b/>
          <w:bCs/>
        </w:rPr>
        <w:t>правилам ООН, представленных GRE</w:t>
      </w:r>
    </w:p>
    <w:p w14:paraId="1A725936" w14:textId="77777777" w:rsidR="0073533C" w:rsidRPr="00981A42" w:rsidRDefault="0073533C" w:rsidP="0073533C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F25FBA">
        <w:rPr>
          <w:bCs/>
        </w:rPr>
        <w:t>3</w:t>
      </w:r>
      <w:r>
        <w:rPr>
          <w:bCs/>
        </w:rPr>
        <w:t xml:space="preserve"> к первоначальной серии поправок к Правилам № 148 ООН (устройства световой сигнализации</w:t>
      </w:r>
      <w:bookmarkStart w:id="0" w:name="_GoBack"/>
      <w:bookmarkEnd w:id="0"/>
      <w:r>
        <w:rPr>
          <w:bCs/>
        </w:rPr>
        <w:t>)</w:t>
      </w:r>
    </w:p>
    <w:p w14:paraId="2FD536A6" w14:textId="77777777" w:rsidR="0073533C" w:rsidRPr="00981A42" w:rsidRDefault="0073533C" w:rsidP="0073533C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774AAA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774AAA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1" w:name="_Hlk58837629"/>
      <w:bookmarkEnd w:id="1"/>
    </w:p>
    <w:p w14:paraId="219E4377" w14:textId="77777777" w:rsidR="0073533C" w:rsidRPr="00981A42" w:rsidRDefault="0073533C" w:rsidP="0073533C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8). Он основан на документе ECE/TRANS/</w:t>
      </w:r>
      <w:r w:rsidR="00774AAA">
        <w:br/>
      </w:r>
      <w:r>
        <w:t>WP.29/GRE/2020/9/</w:t>
      </w:r>
      <w:r>
        <w:rPr>
          <w:lang w:val="en-US"/>
        </w:rPr>
        <w:t>Rev</w:t>
      </w:r>
      <w:r w:rsidRPr="0073533C">
        <w:t>.1</w:t>
      </w:r>
      <w:r>
        <w:t>. Этот текст представляется Всемирному форуму для согласования правил в области транспортных средств (WP.29) и Административному комитету</w:t>
      </w:r>
      <w:r w:rsidR="00774AAA">
        <w:rPr>
          <w:lang w:val="en-US"/>
        </w:rPr>
        <w:t> </w:t>
      </w:r>
      <w:r>
        <w:t>(АС.1) для рассмотрения на их сессиях в марте 2021 года.</w:t>
      </w:r>
    </w:p>
    <w:p w14:paraId="4F8EF8CE" w14:textId="77777777" w:rsidR="0073533C" w:rsidRPr="00981A42" w:rsidRDefault="0073533C" w:rsidP="0073533C">
      <w:pPr>
        <w:pStyle w:val="SingleTxtG"/>
        <w:ind w:firstLine="567"/>
      </w:pPr>
      <w:r w:rsidRPr="00981A42">
        <w:br w:type="page"/>
      </w:r>
    </w:p>
    <w:p w14:paraId="3AEBE91A" w14:textId="77777777" w:rsidR="0073533C" w:rsidRPr="00E40FA4" w:rsidRDefault="0073533C" w:rsidP="0073533C">
      <w:pPr>
        <w:pStyle w:val="HChG"/>
        <w:spacing w:before="0" w:after="120" w:line="240" w:lineRule="atLeast"/>
        <w:ind w:left="2268"/>
        <w:rPr>
          <w:b w:val="0"/>
          <w:bCs/>
          <w:sz w:val="20"/>
        </w:rPr>
      </w:pPr>
      <w:r w:rsidRPr="00E40FA4">
        <w:rPr>
          <w:b w:val="0"/>
          <w:bCs/>
          <w:i/>
          <w:iCs/>
          <w:sz w:val="20"/>
        </w:rPr>
        <w:lastRenderedPageBreak/>
        <w:t>Пункт 4.6.1</w:t>
      </w:r>
      <w:r w:rsidRPr="00E40FA4">
        <w:rPr>
          <w:b w:val="0"/>
          <w:bCs/>
          <w:sz w:val="20"/>
        </w:rPr>
        <w:t xml:space="preserve"> изменить следующим образом:</w:t>
      </w:r>
    </w:p>
    <w:p w14:paraId="075A645D" w14:textId="77777777" w:rsidR="0073533C" w:rsidRPr="00E40FA4" w:rsidRDefault="00774AAA" w:rsidP="0073533C">
      <w:pPr>
        <w:spacing w:after="120"/>
        <w:ind w:left="2268" w:right="1134" w:hanging="1134"/>
        <w:jc w:val="both"/>
        <w:rPr>
          <w:rFonts w:asciiTheme="majorBidi" w:hAnsiTheme="majorBidi" w:cstheme="majorBidi"/>
          <w:bCs/>
        </w:rPr>
      </w:pPr>
      <w:r>
        <w:rPr>
          <w:color w:val="333333"/>
          <w:shd w:val="clear" w:color="auto" w:fill="FFFFFF"/>
        </w:rPr>
        <w:t>«</w:t>
      </w:r>
      <w:r w:rsidR="0073533C" w:rsidRPr="00E40FA4">
        <w:rPr>
          <w:bCs/>
          <w:color w:val="000000" w:themeColor="text1"/>
        </w:rPr>
        <w:t>4.6.1</w:t>
      </w:r>
      <w:r w:rsidR="0073533C" w:rsidRPr="00E40FA4">
        <w:rPr>
          <w:bCs/>
        </w:rPr>
        <w:tab/>
        <w:t xml:space="preserve">Несрабатывание </w:t>
      </w:r>
      <w:r w:rsidR="0073533C">
        <w:rPr>
          <w:bCs/>
        </w:rPr>
        <w:t>еди</w:t>
      </w:r>
      <w:r w:rsidR="0073533C" w:rsidRPr="00E40FA4">
        <w:rPr>
          <w:bCs/>
        </w:rPr>
        <w:t xml:space="preserve">ного огня, имеющего более одного источника </w:t>
      </w:r>
      <w:r w:rsidR="00092E1E">
        <w:rPr>
          <w:bCs/>
        </w:rPr>
        <w:br/>
      </w:r>
      <w:r w:rsidR="0073533C" w:rsidRPr="00E40FA4">
        <w:rPr>
          <w:bCs/>
        </w:rPr>
        <w:t>света</w:t>
      </w:r>
    </w:p>
    <w:p w14:paraId="31C8F610" w14:textId="77777777" w:rsidR="0073533C" w:rsidRPr="00E40FA4" w:rsidRDefault="0073533C" w:rsidP="0073533C">
      <w:pPr>
        <w:spacing w:after="120"/>
        <w:ind w:left="2268" w:right="1134" w:hanging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4.6.1.1</w:t>
      </w:r>
      <w:r w:rsidRPr="00E40FA4">
        <w:rPr>
          <w:bCs/>
        </w:rPr>
        <w:tab/>
        <w:t xml:space="preserve">В </w:t>
      </w:r>
      <w:r>
        <w:rPr>
          <w:bCs/>
        </w:rPr>
        <w:t>еди</w:t>
      </w:r>
      <w:r w:rsidRPr="00E40FA4">
        <w:rPr>
          <w:bCs/>
        </w:rPr>
        <w:t>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14:paraId="05949916" w14:textId="77777777" w:rsidR="0073533C" w:rsidRPr="00E40FA4" w:rsidRDefault="0073533C" w:rsidP="0073533C">
      <w:pPr>
        <w:spacing w:after="120"/>
        <w:ind w:left="2268" w:right="1134" w:hanging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4.6.1.2</w:t>
      </w:r>
      <w:r w:rsidRPr="00E40FA4">
        <w:rPr>
          <w:bCs/>
        </w:rPr>
        <w:tab/>
        <w:t xml:space="preserve">В случае сбоя в работе любого из источников света в </w:t>
      </w:r>
      <w:r>
        <w:rPr>
          <w:bCs/>
        </w:rPr>
        <w:t>еди</w:t>
      </w:r>
      <w:r w:rsidRPr="00E40FA4">
        <w:rPr>
          <w:bCs/>
        </w:rPr>
        <w:t>ном огне, содержащем более одного источника света, применяют по крайней мере одно из следующих положений:</w:t>
      </w:r>
    </w:p>
    <w:p w14:paraId="30C1893B" w14:textId="77777777" w:rsidR="0073533C" w:rsidRPr="00E40FA4" w:rsidRDefault="0073533C" w:rsidP="0073533C">
      <w:pPr>
        <w:spacing w:after="120"/>
        <w:ind w:left="2694" w:right="1134" w:hanging="426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a)</w:t>
      </w:r>
      <w:r w:rsidRPr="00E40FA4">
        <w:rPr>
          <w:bCs/>
        </w:rPr>
        <w:tab/>
        <w:t>сила света соответствует минимальной силе света, предписанной в соответствующей таблице стандартного распределения света в пространстве, содержащейся в приложении 3; когда все источники света включены, величина максимальной силы света не должна превышаться; или</w:t>
      </w:r>
    </w:p>
    <w:p w14:paraId="0BBA64AB" w14:textId="77777777" w:rsidR="0073533C" w:rsidRPr="00E40FA4" w:rsidRDefault="0073533C" w:rsidP="0073533C">
      <w:pPr>
        <w:spacing w:after="120"/>
        <w:ind w:left="2694" w:right="1134" w:hanging="426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b)</w:t>
      </w:r>
      <w:r w:rsidRPr="00E40FA4">
        <w:rPr>
          <w:bCs/>
        </w:rPr>
        <w:tab/>
        <w:t>подается сигнал, предназначенный для включения контрольного сигнала сбоя, как это указано в пунктах 6.4.8, 6.7.8, 6.9.8, 6.10.8, 6.11.8, 6.12.8, 6.13.8 и 6.18.8 Правил № 48 ООН, при условии что сила света на исходной оси составляет не менее 50 %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сбоя.</w:t>
      </w:r>
    </w:p>
    <w:p w14:paraId="08B4AB7F" w14:textId="77777777" w:rsidR="0073533C" w:rsidRPr="00E40FA4" w:rsidRDefault="0073533C" w:rsidP="0073533C">
      <w:pPr>
        <w:spacing w:after="120"/>
        <w:ind w:left="2268" w:right="1134" w:hanging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4.6.1.3</w:t>
      </w:r>
      <w:r w:rsidRPr="00E40FA4">
        <w:rPr>
          <w:bCs/>
        </w:rPr>
        <w:tab/>
        <w:t xml:space="preserve">Требования пункта 4.6.1.2 не применяются к дневным ходовым огням, которые должны отвечать требованиям пункта 5.4.4. </w:t>
      </w:r>
    </w:p>
    <w:p w14:paraId="1623E388" w14:textId="77777777" w:rsidR="0073533C" w:rsidRPr="00E40FA4" w:rsidRDefault="0073533C" w:rsidP="0073533C">
      <w:pPr>
        <w:spacing w:after="120"/>
        <w:ind w:left="2268" w:right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Однако требования пункта 4.6.1.1 по-прежнему применимы.</w:t>
      </w:r>
    </w:p>
    <w:p w14:paraId="79DC9B50" w14:textId="7F287CE7" w:rsidR="0073533C" w:rsidRPr="00E40FA4" w:rsidRDefault="0073533C" w:rsidP="0073533C">
      <w:pPr>
        <w:spacing w:after="120"/>
        <w:ind w:left="2268" w:right="1134" w:hanging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 xml:space="preserve">4.6.1.4 </w:t>
      </w:r>
      <w:r w:rsidRPr="00E40FA4">
        <w:rPr>
          <w:bCs/>
        </w:rPr>
        <w:tab/>
        <w:t>Требования пункта 4.6.1.2 не применяются к огням указателей поворота. Огни указателей поворота категорий 1, 1a, 1b, 2a и 2b должны отвечать требованиям пункта 5.6.3.</w:t>
      </w:r>
    </w:p>
    <w:p w14:paraId="1F3F5422" w14:textId="77777777" w:rsidR="0073533C" w:rsidRPr="00E40FA4" w:rsidRDefault="0073533C" w:rsidP="0073533C">
      <w:pPr>
        <w:spacing w:after="120"/>
        <w:ind w:left="2268" w:right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Однако требования пункта 4.6.1.1 по-прежнему применимы.</w:t>
      </w:r>
    </w:p>
    <w:p w14:paraId="5B8B70CB" w14:textId="77777777" w:rsidR="0073533C" w:rsidRPr="00E40FA4" w:rsidRDefault="0073533C" w:rsidP="0073533C">
      <w:pPr>
        <w:spacing w:after="120"/>
        <w:ind w:left="2268" w:right="1134" w:hanging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 xml:space="preserve">4.6.1.5 </w:t>
      </w:r>
      <w:r w:rsidRPr="00E40FA4">
        <w:rPr>
          <w:bCs/>
        </w:rPr>
        <w:tab/>
        <w:t xml:space="preserve">Требования пункта 4.6.1.2 не применяются к фонарям освещения регистрационного знака. </w:t>
      </w:r>
    </w:p>
    <w:p w14:paraId="0F7310CA" w14:textId="77777777" w:rsidR="0073533C" w:rsidRPr="00E40FA4" w:rsidRDefault="0073533C" w:rsidP="0073533C">
      <w:pPr>
        <w:spacing w:after="120"/>
        <w:ind w:left="2268" w:right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Однако требования пункта 4.6.1.1 по-прежнему применимы.</w:t>
      </w:r>
    </w:p>
    <w:p w14:paraId="4C57BE38" w14:textId="77777777" w:rsidR="0073533C" w:rsidRPr="00E40FA4" w:rsidRDefault="0073533C" w:rsidP="0073533C">
      <w:pPr>
        <w:spacing w:after="120"/>
        <w:ind w:left="2268" w:right="1134" w:hanging="1134"/>
        <w:jc w:val="both"/>
        <w:rPr>
          <w:rFonts w:asciiTheme="majorBidi" w:hAnsiTheme="majorBidi" w:cstheme="majorBidi"/>
          <w:bCs/>
        </w:rPr>
      </w:pPr>
      <w:r w:rsidRPr="00E40FA4">
        <w:rPr>
          <w:bCs/>
        </w:rPr>
        <w:t>4.6.1.6</w:t>
      </w:r>
      <w:r w:rsidRPr="00E40FA4">
        <w:rPr>
          <w:bCs/>
        </w:rPr>
        <w:tab/>
        <w:t xml:space="preserve">Требования пункта 4.6.1.2 b) не применяются к сигналам торможениям и габаритным огням транспортных средств категории L. </w:t>
      </w:r>
    </w:p>
    <w:p w14:paraId="5D2943F5" w14:textId="77777777" w:rsidR="0073533C" w:rsidRPr="00E40FA4" w:rsidRDefault="0073533C" w:rsidP="0073533C">
      <w:pPr>
        <w:spacing w:after="120"/>
        <w:ind w:left="2268" w:right="1134"/>
        <w:jc w:val="both"/>
        <w:rPr>
          <w:bCs/>
        </w:rPr>
      </w:pPr>
      <w:r w:rsidRPr="00E40FA4">
        <w:rPr>
          <w:bCs/>
        </w:rPr>
        <w:t>Однако требования пункта 4.6.1.1 и пункта 4.6.1.2 а) по-прежнему применимы</w:t>
      </w:r>
      <w:r w:rsidR="00774AAA">
        <w:rPr>
          <w:bCs/>
        </w:rPr>
        <w:t>»</w:t>
      </w:r>
      <w:r w:rsidRPr="00E40FA4">
        <w:rPr>
          <w:bCs/>
        </w:rPr>
        <w:t>.</w:t>
      </w:r>
    </w:p>
    <w:p w14:paraId="1320F123" w14:textId="77777777" w:rsidR="0073533C" w:rsidRDefault="0073533C" w:rsidP="0073533C">
      <w:pPr>
        <w:pStyle w:val="HChG"/>
        <w:spacing w:before="0" w:after="120" w:line="240" w:lineRule="atLeast"/>
        <w:ind w:left="2268"/>
        <w:rPr>
          <w:b w:val="0"/>
          <w:bCs/>
          <w:i/>
          <w:iCs/>
          <w:sz w:val="20"/>
        </w:rPr>
      </w:pPr>
      <w:r w:rsidRPr="00E40FA4">
        <w:rPr>
          <w:b w:val="0"/>
          <w:bCs/>
          <w:i/>
          <w:iCs/>
          <w:sz w:val="20"/>
        </w:rPr>
        <w:t>Приложение 3</w:t>
      </w:r>
    </w:p>
    <w:p w14:paraId="71CF8B1A" w14:textId="77777777" w:rsidR="0073533C" w:rsidRPr="00E40FA4" w:rsidRDefault="0073533C" w:rsidP="0073533C">
      <w:pPr>
        <w:pStyle w:val="HChG"/>
        <w:spacing w:before="0" w:after="120" w:line="240" w:lineRule="atLeast"/>
        <w:ind w:left="2268"/>
        <w:rPr>
          <w:rFonts w:eastAsia="MS Mincho"/>
          <w:b w:val="0"/>
          <w:bCs/>
          <w:i/>
          <w:sz w:val="20"/>
        </w:rPr>
      </w:pPr>
      <w:r>
        <w:rPr>
          <w:b w:val="0"/>
          <w:bCs/>
          <w:i/>
          <w:iCs/>
          <w:sz w:val="20"/>
        </w:rPr>
        <w:t>П</w:t>
      </w:r>
      <w:r w:rsidRPr="00E40FA4">
        <w:rPr>
          <w:b w:val="0"/>
          <w:bCs/>
          <w:i/>
          <w:iCs/>
          <w:sz w:val="20"/>
        </w:rPr>
        <w:t>ункт 1.2</w:t>
      </w:r>
      <w:r w:rsidRPr="00E40FA4">
        <w:rPr>
          <w:b w:val="0"/>
          <w:bCs/>
          <w:sz w:val="20"/>
        </w:rPr>
        <w:t xml:space="preserve"> изменить следующим образом:</w:t>
      </w:r>
    </w:p>
    <w:p w14:paraId="421857E9" w14:textId="77777777" w:rsidR="0073533C" w:rsidRPr="00E40FA4" w:rsidRDefault="00774AAA" w:rsidP="0073533C">
      <w:pPr>
        <w:spacing w:after="120"/>
        <w:ind w:left="2268" w:right="1134" w:hanging="1134"/>
        <w:jc w:val="both"/>
        <w:rPr>
          <w:bCs/>
        </w:rPr>
      </w:pPr>
      <w:r>
        <w:rPr>
          <w:color w:val="333333"/>
          <w:shd w:val="clear" w:color="auto" w:fill="FFFFFF"/>
        </w:rPr>
        <w:t>«</w:t>
      </w:r>
      <w:r w:rsidR="0073533C" w:rsidRPr="00E40FA4">
        <w:rPr>
          <w:bCs/>
        </w:rPr>
        <w:t>1.2</w:t>
      </w:r>
      <w:r w:rsidR="0073533C" w:rsidRPr="00E40FA4">
        <w:rPr>
          <w:bCs/>
        </w:rPr>
        <w:tab/>
        <w:t>В пределах поля распределения света, схематично представленного решеткой, структура светового потока должна быть в основном однородной, т. е. сила света в каждом направлении части поля, образуемой линиями решетки, должна соответствовать по крайней мере наиболее низкому минимальному значению, указанному в процентах на линиях решетки, окружающих данное направление.</w:t>
      </w:r>
    </w:p>
    <w:p w14:paraId="3AF15C0A" w14:textId="77777777" w:rsidR="00092E1E" w:rsidRDefault="0073533C" w:rsidP="0073533C">
      <w:pPr>
        <w:pStyle w:val="SingleTxtG"/>
        <w:ind w:left="2268" w:hanging="1134"/>
        <w:rPr>
          <w:bCs/>
        </w:rPr>
      </w:pPr>
      <w:r w:rsidRPr="00E40FA4">
        <w:rPr>
          <w:bCs/>
        </w:rPr>
        <w:tab/>
      </w:r>
      <w:r w:rsidR="00774AAA">
        <w:rPr>
          <w:bCs/>
        </w:rPr>
        <w:tab/>
      </w:r>
      <w:r w:rsidRPr="00E40FA4">
        <w:rPr>
          <w:bCs/>
        </w:rPr>
        <w:t xml:space="preserve">Однако, в случае задних фар, если при визуальном осмотре создается впечатление, что огонь дает в разных местах значительные колебания силы света, проводится проверка для обеспечения того, чтобы ни одна </w:t>
      </w:r>
      <w:r w:rsidR="00092E1E">
        <w:rPr>
          <w:bCs/>
        </w:rPr>
        <w:br/>
      </w:r>
    </w:p>
    <w:p w14:paraId="5864AFAB" w14:textId="77777777" w:rsidR="0073533C" w:rsidRPr="00E40FA4" w:rsidRDefault="00092E1E" w:rsidP="0073533C">
      <w:pPr>
        <w:pStyle w:val="SingleTxtG"/>
        <w:ind w:left="2268" w:hanging="1134"/>
        <w:rPr>
          <w:bCs/>
          <w:color w:val="000000"/>
        </w:rPr>
      </w:pPr>
      <w:r>
        <w:rPr>
          <w:bCs/>
        </w:rPr>
        <w:lastRenderedPageBreak/>
        <w:tab/>
      </w:r>
      <w:r>
        <w:rPr>
          <w:bCs/>
        </w:rPr>
        <w:tab/>
      </w:r>
      <w:r w:rsidR="0073533C" w:rsidRPr="00E40FA4">
        <w:rPr>
          <w:bCs/>
        </w:rPr>
        <w:t>величина силы света, измеренная между двумя из указанных выше направлений измерения, не была ниже 50 % наименьшей минимальной силы света из двух предписанных для этих направлений измерений</w:t>
      </w:r>
      <w:r w:rsidR="00774AAA">
        <w:rPr>
          <w:bCs/>
        </w:rPr>
        <w:t>»</w:t>
      </w:r>
      <w:r w:rsidR="0073533C" w:rsidRPr="00E40FA4">
        <w:rPr>
          <w:bCs/>
          <w:color w:val="000000"/>
        </w:rPr>
        <w:t>.</w:t>
      </w:r>
    </w:p>
    <w:p w14:paraId="29B40A44" w14:textId="77777777" w:rsidR="0073533C" w:rsidRPr="00981A42" w:rsidRDefault="0073533C" w:rsidP="00774AAA">
      <w:pPr>
        <w:spacing w:before="120"/>
        <w:jc w:val="center"/>
        <w:rPr>
          <w:u w:val="single"/>
        </w:rPr>
      </w:pPr>
      <w:r w:rsidRPr="00981A42">
        <w:rPr>
          <w:u w:val="single"/>
        </w:rPr>
        <w:tab/>
      </w:r>
      <w:r w:rsidRPr="00981A42">
        <w:rPr>
          <w:u w:val="single"/>
        </w:rPr>
        <w:tab/>
      </w:r>
      <w:r w:rsidRPr="00981A42">
        <w:rPr>
          <w:u w:val="single"/>
        </w:rPr>
        <w:tab/>
      </w:r>
    </w:p>
    <w:sectPr w:rsidR="0073533C" w:rsidRPr="00981A42" w:rsidSect="0073533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078F5" w14:textId="77777777" w:rsidR="00223769" w:rsidRPr="00A312BC" w:rsidRDefault="00223769" w:rsidP="00A312BC"/>
  </w:endnote>
  <w:endnote w:type="continuationSeparator" w:id="0">
    <w:p w14:paraId="63898373" w14:textId="77777777" w:rsidR="00223769" w:rsidRPr="00A312BC" w:rsidRDefault="0022376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F87E7" w14:textId="77777777" w:rsidR="0073533C" w:rsidRPr="0073533C" w:rsidRDefault="0073533C">
    <w:pPr>
      <w:pStyle w:val="a8"/>
    </w:pPr>
    <w:r w:rsidRPr="0073533C">
      <w:rPr>
        <w:b/>
        <w:sz w:val="18"/>
      </w:rPr>
      <w:fldChar w:fldCharType="begin"/>
    </w:r>
    <w:r w:rsidRPr="0073533C">
      <w:rPr>
        <w:b/>
        <w:sz w:val="18"/>
      </w:rPr>
      <w:instrText xml:space="preserve"> PAGE  \* MERGEFORMAT </w:instrText>
    </w:r>
    <w:r w:rsidRPr="0073533C">
      <w:rPr>
        <w:b/>
        <w:sz w:val="18"/>
      </w:rPr>
      <w:fldChar w:fldCharType="separate"/>
    </w:r>
    <w:r w:rsidRPr="0073533C">
      <w:rPr>
        <w:b/>
        <w:noProof/>
        <w:sz w:val="18"/>
      </w:rPr>
      <w:t>2</w:t>
    </w:r>
    <w:r w:rsidRPr="0073533C">
      <w:rPr>
        <w:b/>
        <w:sz w:val="18"/>
      </w:rPr>
      <w:fldChar w:fldCharType="end"/>
    </w:r>
    <w:r>
      <w:rPr>
        <w:b/>
        <w:sz w:val="18"/>
      </w:rPr>
      <w:tab/>
    </w:r>
    <w:r>
      <w:t>GE.20-17381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E4DE8" w14:textId="77777777" w:rsidR="0073533C" w:rsidRPr="0073533C" w:rsidRDefault="0073533C" w:rsidP="0073533C">
    <w:pPr>
      <w:pStyle w:val="a8"/>
      <w:tabs>
        <w:tab w:val="clear" w:pos="9639"/>
        <w:tab w:val="right" w:pos="9638"/>
      </w:tabs>
      <w:rPr>
        <w:b/>
        <w:sz w:val="18"/>
      </w:rPr>
    </w:pPr>
    <w:r>
      <w:t>GE.20-17381</w:t>
    </w:r>
    <w:r>
      <w:tab/>
    </w:r>
    <w:r w:rsidRPr="0073533C">
      <w:rPr>
        <w:b/>
        <w:sz w:val="18"/>
      </w:rPr>
      <w:fldChar w:fldCharType="begin"/>
    </w:r>
    <w:r w:rsidRPr="0073533C">
      <w:rPr>
        <w:b/>
        <w:sz w:val="18"/>
      </w:rPr>
      <w:instrText xml:space="preserve"> PAGE  \* MERGEFORMAT </w:instrText>
    </w:r>
    <w:r w:rsidRPr="0073533C">
      <w:rPr>
        <w:b/>
        <w:sz w:val="18"/>
      </w:rPr>
      <w:fldChar w:fldCharType="separate"/>
    </w:r>
    <w:r w:rsidRPr="0073533C">
      <w:rPr>
        <w:b/>
        <w:noProof/>
        <w:sz w:val="18"/>
      </w:rPr>
      <w:t>3</w:t>
    </w:r>
    <w:r w:rsidRPr="0073533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F352C" w14:textId="59E8D8E7" w:rsidR="00042B72" w:rsidRPr="0073533C" w:rsidRDefault="0073533C" w:rsidP="0073533C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23F912F" wp14:editId="7BB16D1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20-17381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BB708EA" wp14:editId="07DDAAE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190121  </w:t>
    </w:r>
    <w:r w:rsidR="008328B1">
      <w:rPr>
        <w:lang w:val="en-US"/>
      </w:rPr>
      <w:t>20</w:t>
    </w:r>
    <w:r>
      <w:rPr>
        <w:lang w:val="en-US"/>
      </w:rPr>
      <w:t>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5502B" w14:textId="77777777" w:rsidR="00223769" w:rsidRPr="001075E9" w:rsidRDefault="0022376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7E80CF4" w14:textId="77777777" w:rsidR="00223769" w:rsidRDefault="0022376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DF2856F" w14:textId="77777777" w:rsidR="0073533C" w:rsidRPr="00981A42" w:rsidRDefault="0073533C" w:rsidP="0073533C">
      <w:pPr>
        <w:pStyle w:val="ad"/>
      </w:pPr>
      <w:r>
        <w:tab/>
      </w:r>
      <w:r w:rsidRPr="00774AA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 w:rsidR="00774AAA">
        <w:rPr>
          <w:lang w:val="en-US"/>
        </w:rPr>
        <w:t> </w:t>
      </w:r>
      <w:r>
        <w:t>соответствии с этим мандатом.</w:t>
      </w:r>
    </w:p>
  </w:footnote>
  <w:footnote w:id="2">
    <w:p w14:paraId="3BF5D688" w14:textId="77777777" w:rsidR="0073533C" w:rsidRPr="00981A42" w:rsidRDefault="0073533C" w:rsidP="0073533C">
      <w:pPr>
        <w:pStyle w:val="ad"/>
      </w:pPr>
      <w:r>
        <w:tab/>
      </w:r>
      <w:r w:rsidRPr="00774AAA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60470" w14:textId="5514014E" w:rsidR="0073533C" w:rsidRPr="0073533C" w:rsidRDefault="007020A8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DE2B" w14:textId="69D9E4C6" w:rsidR="0073533C" w:rsidRPr="0073533C" w:rsidRDefault="007020A8" w:rsidP="0073533C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69"/>
    <w:rsid w:val="00033EE1"/>
    <w:rsid w:val="00042B72"/>
    <w:rsid w:val="000558BD"/>
    <w:rsid w:val="00092E1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376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966E2"/>
    <w:rsid w:val="004D6DF3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0A8"/>
    <w:rsid w:val="007021FF"/>
    <w:rsid w:val="00712895"/>
    <w:rsid w:val="00734ACB"/>
    <w:rsid w:val="0073533C"/>
    <w:rsid w:val="00757357"/>
    <w:rsid w:val="00774AAA"/>
    <w:rsid w:val="00792497"/>
    <w:rsid w:val="00806737"/>
    <w:rsid w:val="00825F8D"/>
    <w:rsid w:val="008328B1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2FFB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411E7"/>
    <w:rsid w:val="00D5253A"/>
    <w:rsid w:val="00D873A8"/>
    <w:rsid w:val="00D90028"/>
    <w:rsid w:val="00D90138"/>
    <w:rsid w:val="00D9145B"/>
    <w:rsid w:val="00DA411A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58A8BF"/>
  <w15:docId w15:val="{6AE126DB-A32A-4191-B21F-DDB2495C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73533C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73533C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819B53-2A66-4641-959F-85404AFDA157}"/>
</file>

<file path=customXml/itemProps2.xml><?xml version="1.0" encoding="utf-8"?>
<ds:datastoreItem xmlns:ds="http://schemas.openxmlformats.org/officeDocument/2006/customXml" ds:itemID="{D98D2A82-CBD8-4648-9FA5-FB1E8D896913}"/>
</file>

<file path=customXml/itemProps3.xml><?xml version="1.0" encoding="utf-8"?>
<ds:datastoreItem xmlns:ds="http://schemas.openxmlformats.org/officeDocument/2006/customXml" ds:itemID="{CC77DCCE-CCF1-4143-934C-3A5ED3CCF61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527</Words>
  <Characters>3473</Characters>
  <Application>Microsoft Office Word</Application>
  <DocSecurity>0</DocSecurity>
  <Lines>86</Lines>
  <Paragraphs>43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ECE/TRANS/WP.29/2021/45</vt:lpstr>
      <vt:lpstr>A/</vt:lpstr>
      <vt:lpstr>A/</vt:lpstr>
    </vt:vector>
  </TitlesOfParts>
  <Company>DCM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ECE/TRANS/WP.29/2021/45</dc:title>
  <dc:subject/>
  <dc:creator>Svetlana PROKOUDINA</dc:creator>
  <cp:keywords/>
  <cp:lastModifiedBy>Ekaterina SALYNSKAYA</cp:lastModifiedBy>
  <cp:revision>3</cp:revision>
  <cp:lastPrinted>2021-01-20T08:28:00Z</cp:lastPrinted>
  <dcterms:created xsi:type="dcterms:W3CDTF">2021-01-20T08:28:00Z</dcterms:created>
  <dcterms:modified xsi:type="dcterms:W3CDTF">2021-01-20T08:28:00Z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