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63872E2E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B10049B" w14:textId="77777777" w:rsidR="002D5AAC" w:rsidRDefault="002D5AAC" w:rsidP="00F12C7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508D6D19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5C9F3A29" w14:textId="77777777" w:rsidR="002D5AAC" w:rsidRDefault="00F12C76" w:rsidP="00F12C76">
            <w:pPr>
              <w:jc w:val="right"/>
            </w:pPr>
            <w:r w:rsidRPr="00F12C76">
              <w:rPr>
                <w:sz w:val="40"/>
              </w:rPr>
              <w:t>ECE</w:t>
            </w:r>
            <w:r>
              <w:t>/TRANS/WP.29/2021/41</w:t>
            </w:r>
          </w:p>
        </w:tc>
      </w:tr>
      <w:tr w:rsidR="002D5AAC" w:rsidRPr="00A26943" w14:paraId="6741E78D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4037B25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62841EFD" wp14:editId="01A5C062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4980B84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77FE8EF5" w14:textId="77777777" w:rsidR="002D5AAC" w:rsidRDefault="00F12C7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7BBF3C32" w14:textId="77777777" w:rsidR="00F12C76" w:rsidRDefault="00F12C76" w:rsidP="00F12C7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18 December 2020</w:t>
            </w:r>
          </w:p>
          <w:p w14:paraId="72753948" w14:textId="77777777" w:rsidR="00F12C76" w:rsidRDefault="00F12C76" w:rsidP="00F12C7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16236762" w14:textId="77777777" w:rsidR="00F12C76" w:rsidRPr="008D53B6" w:rsidRDefault="00F12C76" w:rsidP="00F12C7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665CFAF7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1814C168" w14:textId="77777777" w:rsidR="002E38D7" w:rsidRPr="002E38D7" w:rsidRDefault="002E38D7" w:rsidP="002E38D7">
      <w:pPr>
        <w:spacing w:before="120"/>
        <w:rPr>
          <w:sz w:val="28"/>
          <w:szCs w:val="28"/>
        </w:rPr>
      </w:pPr>
      <w:r w:rsidRPr="002E38D7">
        <w:rPr>
          <w:sz w:val="28"/>
          <w:szCs w:val="28"/>
        </w:rPr>
        <w:t>Комитет по внутреннему транспорту</w:t>
      </w:r>
    </w:p>
    <w:p w14:paraId="6F4C66EE" w14:textId="77777777" w:rsidR="002E38D7" w:rsidRPr="002E38D7" w:rsidRDefault="002E38D7" w:rsidP="002E38D7">
      <w:pPr>
        <w:spacing w:before="120"/>
        <w:rPr>
          <w:b/>
          <w:sz w:val="24"/>
          <w:szCs w:val="24"/>
        </w:rPr>
      </w:pPr>
      <w:r w:rsidRPr="002E38D7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2E38D7">
        <w:rPr>
          <w:b/>
          <w:bCs/>
          <w:sz w:val="24"/>
          <w:szCs w:val="24"/>
        </w:rPr>
        <w:t>в области транспортных средств</w:t>
      </w:r>
    </w:p>
    <w:p w14:paraId="6115A27C" w14:textId="77777777" w:rsidR="002E38D7" w:rsidRPr="007B7980" w:rsidRDefault="00175A35" w:rsidP="002E38D7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Сто восемьдесят третья</w:t>
      </w:r>
      <w:r w:rsidR="002E38D7">
        <w:rPr>
          <w:b/>
          <w:bCs/>
        </w:rPr>
        <w:t xml:space="preserve"> сессия</w:t>
      </w:r>
    </w:p>
    <w:p w14:paraId="160749CA" w14:textId="77777777" w:rsidR="002E38D7" w:rsidRPr="007B7980" w:rsidRDefault="002E38D7" w:rsidP="002E38D7">
      <w:r>
        <w:t>Женева, 9–11 марта 2021 года</w:t>
      </w:r>
    </w:p>
    <w:p w14:paraId="30A67C96" w14:textId="77777777" w:rsidR="002E38D7" w:rsidRPr="007B7980" w:rsidRDefault="002E38D7" w:rsidP="002E38D7">
      <w:r>
        <w:t>Пункт 4.9.14 предварительной повестки дня</w:t>
      </w:r>
    </w:p>
    <w:p w14:paraId="7E0654CA" w14:textId="77777777" w:rsidR="002E38D7" w:rsidRPr="007B7980" w:rsidRDefault="002E38D7" w:rsidP="002E38D7">
      <w:pPr>
        <w:rPr>
          <w:b/>
        </w:rPr>
      </w:pPr>
      <w:r>
        <w:rPr>
          <w:b/>
          <w:bCs/>
        </w:rPr>
        <w:t xml:space="preserve">Соглашение 1958 года: </w:t>
      </w:r>
      <w:r>
        <w:rPr>
          <w:b/>
          <w:bCs/>
        </w:rPr>
        <w:br/>
        <w:t xml:space="preserve">Рассмотрение проектов поправок к существующим </w:t>
      </w:r>
      <w:r>
        <w:rPr>
          <w:b/>
          <w:bCs/>
        </w:rPr>
        <w:br/>
        <w:t>правилам ООН, представленных GRE</w:t>
      </w:r>
    </w:p>
    <w:p w14:paraId="53EFC277" w14:textId="77777777" w:rsidR="002E38D7" w:rsidRPr="007B7980" w:rsidRDefault="002E38D7" w:rsidP="002E38D7">
      <w:pPr>
        <w:pStyle w:val="HChG"/>
      </w:pPr>
      <w:r>
        <w:tab/>
      </w:r>
      <w:r>
        <w:tab/>
      </w:r>
      <w:r>
        <w:rPr>
          <w:bCs/>
        </w:rPr>
        <w:t>Предложение по дополнению 1 к поправкам серии</w:t>
      </w:r>
      <w:r>
        <w:rPr>
          <w:bCs/>
          <w:lang w:val="en-US"/>
        </w:rPr>
        <w:t> </w:t>
      </w:r>
      <w:r w:rsidRPr="002E38D7">
        <w:rPr>
          <w:bCs/>
        </w:rPr>
        <w:t>0</w:t>
      </w:r>
      <w:r>
        <w:rPr>
          <w:bCs/>
        </w:rPr>
        <w:t>2 к</w:t>
      </w:r>
      <w:r>
        <w:rPr>
          <w:bCs/>
          <w:lang w:val="en-US"/>
        </w:rPr>
        <w:t> </w:t>
      </w:r>
      <w:r>
        <w:rPr>
          <w:bCs/>
        </w:rPr>
        <w:t>Правилам № 113 ООН (фары, испускающие симметричный луч ближнего света)</w:t>
      </w:r>
      <w:r>
        <w:t xml:space="preserve"> </w:t>
      </w:r>
      <w:bookmarkStart w:id="0" w:name="_Hlk59008646"/>
    </w:p>
    <w:bookmarkEnd w:id="0"/>
    <w:p w14:paraId="30043D74" w14:textId="77777777" w:rsidR="002E38D7" w:rsidRPr="007B7980" w:rsidRDefault="002E38D7" w:rsidP="002E38D7">
      <w:pPr>
        <w:pStyle w:val="H1G"/>
        <w:rPr>
          <w:szCs w:val="24"/>
        </w:rPr>
      </w:pPr>
      <w:r>
        <w:tab/>
      </w:r>
      <w:r>
        <w:tab/>
        <w:t>Представлено Рабочей группой по вопросам освещения и световой сигнализации</w:t>
      </w:r>
      <w:r w:rsidRPr="002E38D7">
        <w:rPr>
          <w:rStyle w:val="aa"/>
          <w:b w:val="0"/>
          <w:bCs/>
          <w:sz w:val="20"/>
          <w:vertAlign w:val="baseline"/>
        </w:rPr>
        <w:footnoteReference w:customMarkFollows="1" w:id="1"/>
        <w:t>*</w:t>
      </w:r>
      <w:r w:rsidRPr="002E38D7">
        <w:t xml:space="preserve"> </w:t>
      </w:r>
      <w:r w:rsidRPr="002E38D7">
        <w:rPr>
          <w:rStyle w:val="aa"/>
          <w:b w:val="0"/>
          <w:bCs/>
          <w:sz w:val="20"/>
          <w:vertAlign w:val="baseline"/>
        </w:rPr>
        <w:footnoteReference w:customMarkFollows="1" w:id="2"/>
        <w:t>**</w:t>
      </w:r>
      <w:r>
        <w:t xml:space="preserve"> </w:t>
      </w:r>
      <w:bookmarkStart w:id="2" w:name="_Hlk58837629"/>
      <w:bookmarkEnd w:id="2"/>
    </w:p>
    <w:p w14:paraId="2DB64609" w14:textId="77777777" w:rsidR="002E38D7" w:rsidRPr="007B7980" w:rsidRDefault="002E38D7" w:rsidP="002E38D7">
      <w:pPr>
        <w:pStyle w:val="SingleTxtG"/>
        <w:ind w:firstLine="567"/>
      </w:pPr>
      <w:r>
        <w:t>Воспроизведенный ниже текст был принят Рабочей группой по вопросам освещения и световой сигнализации (GRE) на ее восемьдесят третьей сессии (ECE/TRANS/WP.29/GRE/83, п. 10). Он основан на неофициальном документе GRE-83-07. Этот текст представляется Всемирному форуму для согласования правил в области транспортных средств (WP.29) и Административному комитету (АС.1) для рассмотрения на их сессиях в марте 2021 года.</w:t>
      </w:r>
    </w:p>
    <w:p w14:paraId="44A99844" w14:textId="77777777" w:rsidR="002E38D7" w:rsidRPr="007B7980" w:rsidRDefault="002E38D7" w:rsidP="002E38D7">
      <w:pPr>
        <w:pStyle w:val="SingleTxtG"/>
        <w:ind w:firstLine="567"/>
      </w:pPr>
    </w:p>
    <w:p w14:paraId="3943501B" w14:textId="77777777" w:rsidR="002E38D7" w:rsidRPr="007B7980" w:rsidRDefault="002E38D7" w:rsidP="002E38D7">
      <w:pPr>
        <w:pStyle w:val="SingleTxtG"/>
        <w:ind w:firstLine="567"/>
      </w:pPr>
      <w:r w:rsidRPr="007B7980">
        <w:br w:type="page"/>
      </w:r>
    </w:p>
    <w:p w14:paraId="6664E8C2" w14:textId="77777777" w:rsidR="002E38D7" w:rsidRPr="007B7980" w:rsidRDefault="002E38D7" w:rsidP="002E38D7">
      <w:pPr>
        <w:spacing w:after="120"/>
        <w:ind w:left="2268" w:right="1134" w:hanging="1134"/>
        <w:jc w:val="both"/>
        <w:rPr>
          <w:i/>
        </w:rPr>
      </w:pPr>
      <w:r>
        <w:rPr>
          <w:i/>
          <w:iCs/>
        </w:rPr>
        <w:lastRenderedPageBreak/>
        <w:t>Приложение 3</w:t>
      </w:r>
    </w:p>
    <w:p w14:paraId="48424938" w14:textId="77777777" w:rsidR="002E38D7" w:rsidRPr="007B7980" w:rsidRDefault="002E38D7" w:rsidP="002E38D7">
      <w:pPr>
        <w:spacing w:after="120"/>
        <w:ind w:left="2268" w:right="1134" w:hanging="1134"/>
        <w:jc w:val="both"/>
        <w:rPr>
          <w:rFonts w:asciiTheme="majorBidi" w:hAnsiTheme="majorBidi" w:cstheme="majorBidi"/>
        </w:rPr>
      </w:pPr>
      <w:r>
        <w:rPr>
          <w:i/>
          <w:iCs/>
        </w:rPr>
        <w:t>Рис. С</w:t>
      </w:r>
      <w:r>
        <w:t>, изменить следующим образом:</w:t>
      </w:r>
    </w:p>
    <w:p w14:paraId="31FFD504" w14:textId="77777777" w:rsidR="002E38D7" w:rsidRPr="007B7980" w:rsidRDefault="002E38D7" w:rsidP="002E38D7">
      <w:pPr>
        <w:pStyle w:val="1"/>
        <w:rPr>
          <w:rFonts w:asciiTheme="majorBidi" w:hAnsiTheme="majorBidi" w:cstheme="majorBidi"/>
        </w:rPr>
      </w:pPr>
      <w:r>
        <w:tab/>
      </w:r>
      <w:r>
        <w:tab/>
      </w:r>
      <w:r w:rsidRPr="002E38D7">
        <w:rPr>
          <w:b w:val="0"/>
          <w:bCs w:val="0"/>
        </w:rPr>
        <w:t>«Рис. C</w:t>
      </w:r>
    </w:p>
    <w:p w14:paraId="3E9BD4F8" w14:textId="77777777" w:rsidR="002E38D7" w:rsidRPr="007B7980" w:rsidRDefault="002E38D7" w:rsidP="002E38D7">
      <w:pPr>
        <w:spacing w:after="120"/>
        <w:ind w:left="2268" w:right="1134" w:hanging="1134"/>
        <w:jc w:val="both"/>
        <w:rPr>
          <w:rFonts w:asciiTheme="majorBidi" w:hAnsiTheme="majorBidi" w:cstheme="majorBidi"/>
        </w:rPr>
      </w:pPr>
      <w:r>
        <w:rPr>
          <w:b/>
          <w:bCs/>
        </w:rPr>
        <w:t>Луч ближнего света: испытательные точки и зоны для фары (фар) класса B:</w:t>
      </w:r>
    </w:p>
    <w:p w14:paraId="7B45F1C0" w14:textId="77777777" w:rsidR="002E38D7" w:rsidRPr="0031652D" w:rsidRDefault="003E16C3" w:rsidP="002E38D7">
      <w:pPr>
        <w:spacing w:after="120"/>
        <w:ind w:left="1134" w:right="1134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850DFC" wp14:editId="6776375D">
                <wp:simplePos x="0" y="0"/>
                <wp:positionH relativeFrom="column">
                  <wp:posOffset>2273935</wp:posOffset>
                </wp:positionH>
                <wp:positionV relativeFrom="paragraph">
                  <wp:posOffset>346710</wp:posOffset>
                </wp:positionV>
                <wp:extent cx="380365" cy="110490"/>
                <wp:effectExtent l="0" t="0" r="635" b="3810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0365" cy="110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07E4399C" w14:textId="77777777" w:rsidR="003E16C3" w:rsidRDefault="003E16C3" w:rsidP="003E16C3">
                            <w:pPr>
                              <w:spacing w:line="192" w:lineRule="auto"/>
                            </w:pPr>
                            <w:r>
                              <w:t>Зона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850DFC" id="_x0000_t202" coordsize="21600,21600" o:spt="202" path="m,l,21600r21600,l21600,xe">
                <v:stroke joinstyle="miter"/>
                <v:path gradientshapeok="t" o:connecttype="rect"/>
              </v:shapetype>
              <v:shape id="Надпись 8" o:spid="_x0000_s1026" type="#_x0000_t202" style="position:absolute;left:0;text-align:left;margin-left:179.05pt;margin-top:27.3pt;width:29.95pt;height:8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" stroked="f">
                <v:stroke joinstyle="round"/>
                <v:path arrowok="t"/>
                <v:textbox inset="0,0,0,0">
                  <w:txbxContent>
                    <w:p w14:paraId="07E4399C" w14:textId="77777777" w:rsidR="003E16C3" w:rsidRDefault="003E16C3" w:rsidP="003E16C3">
                      <w:pPr>
                        <w:spacing w:line="192" w:lineRule="auto"/>
                      </w:pPr>
                      <w:r>
                        <w:t>Зона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92B79D" wp14:editId="4B9ACBB0">
                <wp:simplePos x="0" y="0"/>
                <wp:positionH relativeFrom="column">
                  <wp:posOffset>2258060</wp:posOffset>
                </wp:positionH>
                <wp:positionV relativeFrom="paragraph">
                  <wp:posOffset>2100276</wp:posOffset>
                </wp:positionV>
                <wp:extent cx="384484" cy="118925"/>
                <wp:effectExtent l="0" t="0" r="0" b="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4484" cy="11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0A659D3B" w14:textId="77777777" w:rsidR="003E16C3" w:rsidRDefault="003E16C3" w:rsidP="003E16C3">
                            <w:pPr>
                              <w:spacing w:line="192" w:lineRule="auto"/>
                            </w:pPr>
                            <w:r>
                              <w:t>Зона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92B79D" id="Надпись 10" o:spid="_x0000_s1027" type="#_x0000_t202" style="position:absolute;left:0;text-align:left;margin-left:177.8pt;margin-top:165.4pt;width:30.25pt;height:9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" stroked="f">
                <v:stroke joinstyle="round"/>
                <v:path arrowok="t"/>
                <v:textbox inset="0,0,0,0">
                  <w:txbxContent>
                    <w:p w14:paraId="0A659D3B" w14:textId="77777777" w:rsidR="003E16C3" w:rsidRDefault="003E16C3" w:rsidP="003E16C3">
                      <w:pPr>
                        <w:spacing w:line="192" w:lineRule="auto"/>
                      </w:pPr>
                      <w:r>
                        <w:t>Зона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4F4ACC" wp14:editId="4CF5294F">
                <wp:simplePos x="0" y="0"/>
                <wp:positionH relativeFrom="column">
                  <wp:posOffset>4277801</wp:posOffset>
                </wp:positionH>
                <wp:positionV relativeFrom="paragraph">
                  <wp:posOffset>963460</wp:posOffset>
                </wp:positionV>
                <wp:extent cx="1041536" cy="381408"/>
                <wp:effectExtent l="0" t="0" r="6350" b="0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41536" cy="3814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6F94D138" w14:textId="77777777" w:rsidR="003E16C3" w:rsidRPr="00F2707A" w:rsidRDefault="003E16C3" w:rsidP="003E16C3">
                            <w:pPr>
                              <w:spacing w:before="40" w:after="40"/>
                              <w:jc w:val="center"/>
                              <w:rPr>
                                <w:szCs w:val="20"/>
                              </w:rPr>
                            </w:pPr>
                            <w:r w:rsidRPr="00F2707A">
                              <w:rPr>
                                <w:szCs w:val="20"/>
                              </w:rPr>
                              <w:t>Светотеневая граница при 0,57</w:t>
                            </w:r>
                            <w:r w:rsidRPr="00F2707A">
                              <w:rPr>
                                <w:szCs w:val="20"/>
                                <w:lang w:val="en-US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4F4ACC" id="Надпись 7" o:spid="_x0000_s1028" type="#_x0000_t202" style="position:absolute;left:0;text-align:left;margin-left:336.85pt;margin-top:75.85pt;width:82pt;height:30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" stroked="f">
                <v:stroke joinstyle="round"/>
                <v:path arrowok="t"/>
                <v:textbox inset="0,0,0,0">
                  <w:txbxContent>
                    <w:p w14:paraId="6F94D138" w14:textId="77777777" w:rsidR="003E16C3" w:rsidRPr="00F2707A" w:rsidRDefault="003E16C3" w:rsidP="003E16C3">
                      <w:pPr>
                        <w:spacing w:before="40" w:after="40"/>
                        <w:jc w:val="center"/>
                        <w:rPr>
                          <w:szCs w:val="20"/>
                        </w:rPr>
                      </w:pPr>
                      <w:r w:rsidRPr="00F2707A">
                        <w:rPr>
                          <w:szCs w:val="20"/>
                        </w:rPr>
                        <w:t>Светотеневая граница при 0,57</w:t>
                      </w:r>
                      <w:r w:rsidRPr="00F2707A">
                        <w:rPr>
                          <w:szCs w:val="20"/>
                          <w:lang w:val="en-US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FC3844" wp14:editId="1807634B">
                <wp:simplePos x="0" y="0"/>
                <wp:positionH relativeFrom="column">
                  <wp:posOffset>4043239</wp:posOffset>
                </wp:positionH>
                <wp:positionV relativeFrom="paragraph">
                  <wp:posOffset>335308</wp:posOffset>
                </wp:positionV>
                <wp:extent cx="759350" cy="229235"/>
                <wp:effectExtent l="0" t="0" r="3175" b="381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59350" cy="229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60C7F91E" w14:textId="77777777" w:rsidR="003E16C3" w:rsidRDefault="003E16C3" w:rsidP="003E16C3">
                            <w:pPr>
                              <w:spacing w:line="216" w:lineRule="auto"/>
                            </w:pPr>
                            <w:r w:rsidRPr="00306B91">
                              <w:rPr>
                                <w:sz w:val="16"/>
                                <w:szCs w:val="16"/>
                              </w:rPr>
                              <w:t>Без соблюдения масштаба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FC3844" id="Надпись 6" o:spid="_x0000_s1029" type="#_x0000_t202" style="position:absolute;left:0;text-align:left;margin-left:318.35pt;margin-top:26.4pt;width:59.8pt;height:1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" stroked="f">
                <v:stroke joinstyle="round"/>
                <v:path arrowok="t"/>
                <v:textbox inset="0,0,0,0">
                  <w:txbxContent>
                    <w:p w14:paraId="60C7F91E" w14:textId="77777777" w:rsidR="003E16C3" w:rsidRDefault="003E16C3" w:rsidP="003E16C3">
                      <w:pPr>
                        <w:spacing w:line="216" w:lineRule="auto"/>
                      </w:pPr>
                      <w:r w:rsidRPr="00306B91">
                        <w:rPr>
                          <w:sz w:val="16"/>
                          <w:szCs w:val="16"/>
                        </w:rPr>
                        <w:t>Без соблюдения масштаба</w:t>
                      </w:r>
                    </w:p>
                  </w:txbxContent>
                </v:textbox>
              </v:shape>
            </w:pict>
          </mc:Fallback>
        </mc:AlternateContent>
      </w:r>
      <w:r w:rsidR="002E38D7">
        <w:rPr>
          <w:noProof/>
          <w:lang w:eastAsia="en-GB"/>
        </w:rPr>
        <w:drawing>
          <wp:inline distT="0" distB="0" distL="0" distR="0" wp14:anchorId="69A0592C" wp14:editId="4789EB3D">
            <wp:extent cx="4674733" cy="2928135"/>
            <wp:effectExtent l="0" t="0" r="2540" b="381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74733" cy="2928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5853C7" w14:textId="77777777" w:rsidR="002E38D7" w:rsidRDefault="002E38D7" w:rsidP="002E38D7">
      <w:pPr>
        <w:pStyle w:val="StyleSingleTxtGLeft2cmHanging206cm"/>
        <w:ind w:left="1134" w:firstLine="0"/>
        <w:jc w:val="left"/>
        <w:rPr>
          <w:lang w:val="ru-RU"/>
        </w:rPr>
      </w:pPr>
      <w:r>
        <w:rPr>
          <w:lang w:val="ru-RU"/>
        </w:rPr>
        <w:t>…</w:t>
      </w:r>
      <w:r w:rsidR="008E12D7">
        <w:rPr>
          <w:lang w:val="ru-RU"/>
        </w:rPr>
        <w:t>».</w:t>
      </w:r>
    </w:p>
    <w:p w14:paraId="6892CB0A" w14:textId="77777777" w:rsidR="00E12C5F" w:rsidRPr="008D53B6" w:rsidRDefault="008E12D7" w:rsidP="008E12D7">
      <w:pPr>
        <w:pStyle w:val="StyleSingleTxtGLeft2cmHanging206cm"/>
        <w:spacing w:before="240" w:after="0"/>
        <w:ind w:left="1134" w:firstLine="0"/>
        <w:jc w:val="center"/>
      </w:pP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</w:p>
    <w:sectPr w:rsidR="00E12C5F" w:rsidRPr="008D53B6" w:rsidSect="00F12C7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4A2F22" w14:textId="77777777" w:rsidR="0015084E" w:rsidRPr="00A312BC" w:rsidRDefault="0015084E" w:rsidP="00A312BC"/>
  </w:endnote>
  <w:endnote w:type="continuationSeparator" w:id="0">
    <w:p w14:paraId="0B0CCAC5" w14:textId="77777777" w:rsidR="0015084E" w:rsidRPr="00A312BC" w:rsidRDefault="0015084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95C9" w14:textId="77777777" w:rsidR="00F12C76" w:rsidRPr="00F12C76" w:rsidRDefault="00F12C76">
    <w:pPr>
      <w:pStyle w:val="a8"/>
    </w:pPr>
    <w:r w:rsidRPr="00F12C76">
      <w:rPr>
        <w:b/>
        <w:sz w:val="18"/>
      </w:rPr>
      <w:fldChar w:fldCharType="begin"/>
    </w:r>
    <w:r w:rsidRPr="00F12C76">
      <w:rPr>
        <w:b/>
        <w:sz w:val="18"/>
      </w:rPr>
      <w:instrText xml:space="preserve"> PAGE  \* MERGEFORMAT </w:instrText>
    </w:r>
    <w:r w:rsidRPr="00F12C76">
      <w:rPr>
        <w:b/>
        <w:sz w:val="18"/>
      </w:rPr>
      <w:fldChar w:fldCharType="separate"/>
    </w:r>
    <w:r w:rsidRPr="00F12C76">
      <w:rPr>
        <w:b/>
        <w:noProof/>
        <w:sz w:val="18"/>
      </w:rPr>
      <w:t>2</w:t>
    </w:r>
    <w:r w:rsidRPr="00F12C76">
      <w:rPr>
        <w:b/>
        <w:sz w:val="18"/>
      </w:rPr>
      <w:fldChar w:fldCharType="end"/>
    </w:r>
    <w:r>
      <w:rPr>
        <w:b/>
        <w:sz w:val="18"/>
      </w:rPr>
      <w:tab/>
    </w:r>
    <w:r>
      <w:t>GE.20-17377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28DDC" w14:textId="77777777" w:rsidR="00F12C76" w:rsidRPr="00F12C76" w:rsidRDefault="00F12C76" w:rsidP="00F12C76">
    <w:pPr>
      <w:pStyle w:val="a8"/>
      <w:tabs>
        <w:tab w:val="clear" w:pos="9639"/>
        <w:tab w:val="right" w:pos="9638"/>
      </w:tabs>
      <w:rPr>
        <w:b/>
        <w:sz w:val="18"/>
      </w:rPr>
    </w:pPr>
    <w:r>
      <w:t>GE.20-17377</w:t>
    </w:r>
    <w:r>
      <w:tab/>
    </w:r>
    <w:r w:rsidRPr="00F12C76">
      <w:rPr>
        <w:b/>
        <w:sz w:val="18"/>
      </w:rPr>
      <w:fldChar w:fldCharType="begin"/>
    </w:r>
    <w:r w:rsidRPr="00F12C76">
      <w:rPr>
        <w:b/>
        <w:sz w:val="18"/>
      </w:rPr>
      <w:instrText xml:space="preserve"> PAGE  \* MERGEFORMAT </w:instrText>
    </w:r>
    <w:r w:rsidRPr="00F12C76">
      <w:rPr>
        <w:b/>
        <w:sz w:val="18"/>
      </w:rPr>
      <w:fldChar w:fldCharType="separate"/>
    </w:r>
    <w:r w:rsidRPr="00F12C76">
      <w:rPr>
        <w:b/>
        <w:noProof/>
        <w:sz w:val="18"/>
      </w:rPr>
      <w:t>3</w:t>
    </w:r>
    <w:r w:rsidRPr="00F12C7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2846E2" w14:textId="77777777" w:rsidR="00042B72" w:rsidRPr="00F12C76" w:rsidRDefault="00F12C76" w:rsidP="00F12C76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68D149E3" wp14:editId="400C6BEC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20-17377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2EE7916" wp14:editId="01A81C55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281220  050121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36DB2E" w14:textId="77777777" w:rsidR="0015084E" w:rsidRPr="001075E9" w:rsidRDefault="0015084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1298F96" w14:textId="77777777" w:rsidR="0015084E" w:rsidRDefault="0015084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2953AC77" w14:textId="2417DCB6" w:rsidR="002E38D7" w:rsidRPr="007B7980" w:rsidRDefault="002E38D7" w:rsidP="002E38D7">
      <w:pPr>
        <w:pStyle w:val="ad"/>
      </w:pPr>
      <w:r>
        <w:tab/>
      </w:r>
      <w:r w:rsidRPr="002E38D7">
        <w:rPr>
          <w:sz w:val="20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разд. 20), п.</w:t>
      </w:r>
      <w:r>
        <w:rPr>
          <w:lang w:val="en-US"/>
        </w:rPr>
        <w:t> </w:t>
      </w:r>
      <w:r>
        <w:t xml:space="preserve">20.37), Всемирный форум будет разрабатывать, согласовывать и обновлять </w:t>
      </w:r>
      <w:r w:rsidR="00A26943">
        <w:t>п</w:t>
      </w:r>
      <w:bookmarkStart w:id="1" w:name="_GoBack"/>
      <w:bookmarkEnd w:id="1"/>
      <w:r>
        <w:t xml:space="preserve">равила </w:t>
      </w:r>
      <w:r w:rsidR="00936C14">
        <w:t>ООН</w:t>
      </w:r>
      <w:r>
        <w:t xml:space="preserve"> в</w:t>
      </w:r>
      <w:r w:rsidR="00936C14">
        <w:t> </w:t>
      </w:r>
      <w:r>
        <w:t>целях повышения эффективности транспортных средств. Настоящий документ представлен в</w:t>
      </w:r>
      <w:r w:rsidR="00B11069">
        <w:t> </w:t>
      </w:r>
      <w:r>
        <w:t>соответствии с этим мандатом.</w:t>
      </w:r>
    </w:p>
  </w:footnote>
  <w:footnote w:id="2">
    <w:p w14:paraId="0A0C24EE" w14:textId="77777777" w:rsidR="002E38D7" w:rsidRPr="007B7980" w:rsidRDefault="002E38D7" w:rsidP="002E38D7">
      <w:pPr>
        <w:pStyle w:val="ad"/>
      </w:pPr>
      <w:r>
        <w:tab/>
      </w:r>
      <w:r w:rsidRPr="002E38D7">
        <w:rPr>
          <w:sz w:val="20"/>
        </w:rPr>
        <w:t>**</w:t>
      </w:r>
      <w:r>
        <w:tab/>
        <w:t>Настоящий документ был запланирован к изданию после установленного срока в силу обстоятельств, не зависящих от представившей его стороны.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A3B01" w14:textId="35AE7CC9" w:rsidR="00F12C76" w:rsidRPr="00F12C76" w:rsidRDefault="00E3286C">
    <w:pPr>
      <w:pStyle w:val="a5"/>
    </w:pPr>
    <w:fldSimple w:instr=" TITLE  \* MERGEFORMAT ">
      <w:r w:rsidR="003215E5">
        <w:t>ECE/TRANS/WP.29/2021/41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5005C" w14:textId="552848F9" w:rsidR="00F12C76" w:rsidRPr="00F12C76" w:rsidRDefault="00E3286C" w:rsidP="00F12C76">
    <w:pPr>
      <w:pStyle w:val="a5"/>
      <w:jc w:val="right"/>
    </w:pPr>
    <w:fldSimple w:instr=" TITLE  \* MERGEFORMAT ">
      <w:r w:rsidR="003215E5">
        <w:t>ECE/TRANS/WP.29/2021/41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5CC126" w14:textId="77777777" w:rsidR="00F12C76" w:rsidRDefault="00F12C76" w:rsidP="00F12C76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84E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5084E"/>
    <w:rsid w:val="00175A35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38D7"/>
    <w:rsid w:val="002E5067"/>
    <w:rsid w:val="002F405F"/>
    <w:rsid w:val="002F7EEC"/>
    <w:rsid w:val="00301299"/>
    <w:rsid w:val="00305C08"/>
    <w:rsid w:val="00307FB6"/>
    <w:rsid w:val="00317339"/>
    <w:rsid w:val="003215E5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3E16C3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E12D7"/>
    <w:rsid w:val="008E45AB"/>
    <w:rsid w:val="008F7609"/>
    <w:rsid w:val="00906890"/>
    <w:rsid w:val="009107A3"/>
    <w:rsid w:val="00911BE4"/>
    <w:rsid w:val="00936C14"/>
    <w:rsid w:val="00951972"/>
    <w:rsid w:val="009608F3"/>
    <w:rsid w:val="009A24AC"/>
    <w:rsid w:val="009C59D7"/>
    <w:rsid w:val="009C6FE6"/>
    <w:rsid w:val="009D7E7D"/>
    <w:rsid w:val="00A14DA8"/>
    <w:rsid w:val="00A26943"/>
    <w:rsid w:val="00A312BC"/>
    <w:rsid w:val="00A84021"/>
    <w:rsid w:val="00A84D35"/>
    <w:rsid w:val="00A917B3"/>
    <w:rsid w:val="00AB4B51"/>
    <w:rsid w:val="00AF3979"/>
    <w:rsid w:val="00B10CC7"/>
    <w:rsid w:val="00B11069"/>
    <w:rsid w:val="00B36DF7"/>
    <w:rsid w:val="00B539E7"/>
    <w:rsid w:val="00B62458"/>
    <w:rsid w:val="00B84DFE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3286C"/>
    <w:rsid w:val="00E73F76"/>
    <w:rsid w:val="00EA2C9F"/>
    <w:rsid w:val="00EA420E"/>
    <w:rsid w:val="00ED0BDA"/>
    <w:rsid w:val="00EE142A"/>
    <w:rsid w:val="00EF1360"/>
    <w:rsid w:val="00EF3220"/>
    <w:rsid w:val="00F12C76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AC8D5A7"/>
  <w15:docId w15:val="{D44FB81A-D082-4165-BB8B-85547D92B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,Heading 1*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uiPriority w:val="99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,Heading 1*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2E38D7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qFormat/>
    <w:rsid w:val="002E38D7"/>
    <w:rPr>
      <w:lang w:val="ru-RU"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2E38D7"/>
    <w:pPr>
      <w:tabs>
        <w:tab w:val="clear" w:pos="1701"/>
        <w:tab w:val="clear" w:pos="2268"/>
        <w:tab w:val="clear" w:pos="2835"/>
      </w:tabs>
      <w:ind w:left="2268" w:hanging="1134"/>
    </w:pPr>
    <w:rPr>
      <w:lang w:val="en-GB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2E38D7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170C94-57DB-43A2-B2F3-99A675BEE789}"/>
</file>

<file path=customXml/itemProps2.xml><?xml version="1.0" encoding="utf-8"?>
<ds:datastoreItem xmlns:ds="http://schemas.openxmlformats.org/officeDocument/2006/customXml" ds:itemID="{ADC14C45-A2A7-429C-B066-5F9C24AE7A50}"/>
</file>

<file path=customXml/itemProps3.xml><?xml version="1.0" encoding="utf-8"?>
<ds:datastoreItem xmlns:ds="http://schemas.openxmlformats.org/officeDocument/2006/customXml" ds:itemID="{0DA16DD6-BE0C-4475-A1D5-3B6ADDDDCAFE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2</Pages>
  <Words>164</Words>
  <Characters>1105</Characters>
  <Application>Microsoft Office Word</Application>
  <DocSecurity>0</DocSecurity>
  <Lines>100</Lines>
  <Paragraphs>42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ECE/TRANS/WP.29/2021/41</dc:title>
  <dc:subject/>
  <dc:creator>Olga OVTCHINNIKOVA</dc:creator>
  <cp:keywords/>
  <cp:lastModifiedBy>Olga Ovchinnikova</cp:lastModifiedBy>
  <cp:revision>3</cp:revision>
  <cp:lastPrinted>2021-01-05T13:09:00Z</cp:lastPrinted>
  <dcterms:created xsi:type="dcterms:W3CDTF">2021-01-05T13:09:00Z</dcterms:created>
  <dcterms:modified xsi:type="dcterms:W3CDTF">2021-01-05T13:09:00Z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