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DA6015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0485749" w14:textId="77777777" w:rsidR="002D5AAC" w:rsidRDefault="002D5AAC" w:rsidP="00D33BE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2495C4A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3667BBE" w14:textId="77777777" w:rsidR="002D5AAC" w:rsidRDefault="00D33BE7" w:rsidP="00D33BE7">
            <w:pPr>
              <w:jc w:val="right"/>
            </w:pPr>
            <w:r w:rsidRPr="00D33BE7">
              <w:rPr>
                <w:sz w:val="40"/>
              </w:rPr>
              <w:t>ECE</w:t>
            </w:r>
            <w:r>
              <w:t>/TRANS/WP.29/2021/35</w:t>
            </w:r>
          </w:p>
        </w:tc>
      </w:tr>
      <w:tr w:rsidR="002D5AAC" w:rsidRPr="00D33BE7" w14:paraId="719A0FFB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48E2DD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0DCF17A" wp14:editId="4728A3EC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D82473C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9F39B5E" w14:textId="77777777" w:rsidR="002D5AAC" w:rsidRDefault="00D33BE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19C456F" w14:textId="77777777" w:rsidR="00D33BE7" w:rsidRDefault="00D33BE7" w:rsidP="00D33BE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2020</w:t>
            </w:r>
          </w:p>
          <w:p w14:paraId="03207677" w14:textId="77777777" w:rsidR="00D33BE7" w:rsidRDefault="00D33BE7" w:rsidP="00D33BE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F6D5D1E" w14:textId="77777777" w:rsidR="00D33BE7" w:rsidRPr="008D53B6" w:rsidRDefault="00D33BE7" w:rsidP="00D33BE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3E63F6FC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C07037B" w14:textId="77777777" w:rsidR="00D33BE7" w:rsidRPr="00D33BE7" w:rsidRDefault="00D33BE7" w:rsidP="00D33BE7">
      <w:pPr>
        <w:spacing w:before="120"/>
        <w:rPr>
          <w:sz w:val="28"/>
          <w:szCs w:val="28"/>
        </w:rPr>
      </w:pPr>
      <w:r w:rsidRPr="00D33BE7">
        <w:rPr>
          <w:sz w:val="28"/>
          <w:szCs w:val="28"/>
        </w:rPr>
        <w:t>Комитет по внутреннему транспорту</w:t>
      </w:r>
    </w:p>
    <w:p w14:paraId="541D48AB" w14:textId="77777777" w:rsidR="00D33BE7" w:rsidRPr="00D33BE7" w:rsidRDefault="00D33BE7" w:rsidP="00D33BE7">
      <w:pPr>
        <w:spacing w:before="120"/>
        <w:rPr>
          <w:b/>
          <w:sz w:val="24"/>
          <w:szCs w:val="24"/>
        </w:rPr>
      </w:pPr>
      <w:r w:rsidRPr="00D33BE7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D33BE7">
        <w:rPr>
          <w:b/>
          <w:bCs/>
          <w:sz w:val="24"/>
          <w:szCs w:val="24"/>
        </w:rPr>
        <w:t>в области транспортных средств</w:t>
      </w:r>
    </w:p>
    <w:p w14:paraId="0279B0CD" w14:textId="77777777" w:rsidR="00D33BE7" w:rsidRPr="00981A42" w:rsidRDefault="00D33BE7" w:rsidP="00D33BE7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Сто восемьдесят третья сессия</w:t>
      </w:r>
    </w:p>
    <w:p w14:paraId="11805270" w14:textId="77777777" w:rsidR="00D33BE7" w:rsidRPr="00981A42" w:rsidRDefault="00D33BE7" w:rsidP="00D33BE7">
      <w:r>
        <w:t>Женева, 9–11 марта 2021 года</w:t>
      </w:r>
    </w:p>
    <w:p w14:paraId="02E73B61" w14:textId="77777777" w:rsidR="00D33BE7" w:rsidRPr="00981A42" w:rsidRDefault="00D33BE7" w:rsidP="00D33BE7">
      <w:r>
        <w:t>Пункт 4.9.</w:t>
      </w:r>
      <w:r>
        <w:rPr>
          <w:lang w:val="en-US"/>
        </w:rPr>
        <w:t>8</w:t>
      </w:r>
      <w:r>
        <w:t xml:space="preserve"> предварительной повестки дня</w:t>
      </w:r>
    </w:p>
    <w:p w14:paraId="7BDDB48D" w14:textId="77777777" w:rsidR="00D33BE7" w:rsidRDefault="00D33BE7" w:rsidP="00D33BE7">
      <w:pPr>
        <w:rPr>
          <w:b/>
          <w:bCs/>
        </w:rPr>
      </w:pPr>
      <w:r>
        <w:rPr>
          <w:b/>
          <w:bCs/>
        </w:rPr>
        <w:t xml:space="preserve">Соглашение 1958 года: </w:t>
      </w:r>
    </w:p>
    <w:p w14:paraId="03648DE6" w14:textId="77777777" w:rsidR="00E12C5F" w:rsidRDefault="00D33BE7" w:rsidP="00D33BE7">
      <w:r>
        <w:rPr>
          <w:b/>
          <w:bCs/>
        </w:rPr>
        <w:t xml:space="preserve">Рассмотрение проектов поправок к существующим </w:t>
      </w:r>
      <w:r>
        <w:rPr>
          <w:b/>
          <w:bCs/>
        </w:rPr>
        <w:br/>
      </w:r>
      <w:r>
        <w:rPr>
          <w:b/>
          <w:bCs/>
        </w:rPr>
        <w:t>правилам ООН, представленных GRE</w:t>
      </w:r>
    </w:p>
    <w:p w14:paraId="43A460BC" w14:textId="77777777" w:rsidR="00D33BE7" w:rsidRPr="00981A42" w:rsidRDefault="00D33BE7" w:rsidP="00D33BE7">
      <w:pPr>
        <w:pStyle w:val="HChG"/>
      </w:pPr>
      <w:r>
        <w:tab/>
      </w:r>
      <w:r>
        <w:tab/>
      </w:r>
      <w:r>
        <w:rPr>
          <w:bCs/>
        </w:rPr>
        <w:t xml:space="preserve">Предложение по дополнению </w:t>
      </w:r>
      <w:r w:rsidRPr="00C6397C">
        <w:rPr>
          <w:bCs/>
        </w:rPr>
        <w:t>1</w:t>
      </w:r>
      <w:r w:rsidRPr="00D33BE7">
        <w:rPr>
          <w:bCs/>
        </w:rPr>
        <w:t>3</w:t>
      </w:r>
      <w:r>
        <w:rPr>
          <w:bCs/>
        </w:rPr>
        <w:t xml:space="preserve"> к поправкам серии 0</w:t>
      </w:r>
      <w:r w:rsidRPr="00D33BE7">
        <w:rPr>
          <w:bCs/>
        </w:rPr>
        <w:t>1</w:t>
      </w:r>
      <w:r>
        <w:rPr>
          <w:bCs/>
        </w:rPr>
        <w:t xml:space="preserve"> к</w:t>
      </w:r>
      <w:r>
        <w:rPr>
          <w:bCs/>
          <w:lang w:val="en-US"/>
        </w:rPr>
        <w:t> </w:t>
      </w:r>
      <w:r>
        <w:rPr>
          <w:bCs/>
        </w:rPr>
        <w:t xml:space="preserve">Правилам № </w:t>
      </w:r>
      <w:r w:rsidRPr="00C6397C">
        <w:rPr>
          <w:bCs/>
        </w:rPr>
        <w:t>74</w:t>
      </w:r>
      <w:r>
        <w:rPr>
          <w:bCs/>
        </w:rPr>
        <w:t xml:space="preserve"> ООН (установка устройств освещения и световой сигнализации для мопедов)</w:t>
      </w:r>
    </w:p>
    <w:p w14:paraId="141FDE45" w14:textId="77777777" w:rsidR="00D33BE7" w:rsidRPr="00981A42" w:rsidRDefault="00D33BE7" w:rsidP="00D33BE7">
      <w:pPr>
        <w:pStyle w:val="H1G"/>
        <w:rPr>
          <w:szCs w:val="24"/>
        </w:rPr>
      </w:pPr>
      <w:r>
        <w:tab/>
      </w:r>
      <w:r>
        <w:tab/>
      </w:r>
      <w:r>
        <w:rPr>
          <w:bCs/>
        </w:rPr>
        <w:t>Представлено Рабочей группой по вопросам освещения и световой сигнализации</w:t>
      </w:r>
      <w:r w:rsidRPr="00D33BE7">
        <w:rPr>
          <w:rStyle w:val="aa"/>
          <w:b w:val="0"/>
          <w:bCs/>
          <w:sz w:val="20"/>
          <w:vertAlign w:val="baseline"/>
        </w:rPr>
        <w:footnoteReference w:customMarkFollows="1" w:id="1"/>
        <w:t xml:space="preserve">* </w:t>
      </w:r>
      <w:r w:rsidRPr="00D33BE7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  <w:r>
        <w:t xml:space="preserve"> </w:t>
      </w:r>
      <w:bookmarkStart w:id="1" w:name="_Hlk58837629"/>
      <w:bookmarkEnd w:id="1"/>
    </w:p>
    <w:p w14:paraId="259ECBF8" w14:textId="77777777" w:rsidR="00D33BE7" w:rsidRDefault="00D33BE7" w:rsidP="00D33BE7">
      <w:pPr>
        <w:pStyle w:val="SingleTxtG"/>
      </w:pPr>
      <w:r>
        <w:tab/>
      </w:r>
      <w:r>
        <w:t>Воспроизведенный ниже текст был принят Рабочей группой по вопросам освещения и световой сигнализации (GRE) на ее восемьдесят третьей сессии (ECE/TRANS/WP.29/GRE/83, п. 43). Он основан на документе ECE/TRANS/WP.29/</w:t>
      </w:r>
      <w:r>
        <w:rPr>
          <w:lang w:val="en-US"/>
        </w:rPr>
        <w:t xml:space="preserve"> </w:t>
      </w:r>
      <w:r>
        <w:t>GRE/2020/20. 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2021 года.</w:t>
      </w:r>
    </w:p>
    <w:p w14:paraId="5803A6D5" w14:textId="77777777" w:rsidR="00D33BE7" w:rsidRDefault="00D33BE7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1F242CFF" w14:textId="77777777" w:rsidR="00D33BE7" w:rsidRPr="00F97CD1" w:rsidRDefault="00D33BE7" w:rsidP="00D33BE7">
      <w:pPr>
        <w:pStyle w:val="SingleTxtG"/>
        <w:ind w:left="2268" w:right="1133" w:hanging="1134"/>
        <w:rPr>
          <w:iCs/>
          <w:kern w:val="2"/>
        </w:rPr>
      </w:pPr>
      <w:r w:rsidRPr="00F97CD1">
        <w:rPr>
          <w:i/>
          <w:iCs/>
        </w:rPr>
        <w:lastRenderedPageBreak/>
        <w:t>Пункт 6.1.1</w:t>
      </w:r>
      <w:r w:rsidRPr="00F97CD1">
        <w:t xml:space="preserve"> изменить следующим образом:</w:t>
      </w:r>
    </w:p>
    <w:p w14:paraId="49DEF087" w14:textId="77777777" w:rsidR="00D33BE7" w:rsidRPr="00F97CD1" w:rsidRDefault="00D33BE7" w:rsidP="00D33BE7">
      <w:pPr>
        <w:pStyle w:val="SingleTxtG"/>
        <w:tabs>
          <w:tab w:val="clear" w:pos="1701"/>
        </w:tabs>
        <w:ind w:left="2268" w:hanging="1134"/>
        <w:rPr>
          <w:iCs/>
          <w:kern w:val="2"/>
        </w:rPr>
      </w:pPr>
      <w:r>
        <w:t>«</w:t>
      </w:r>
      <w:r w:rsidRPr="00F97CD1">
        <w:t>6.1.1</w:t>
      </w:r>
      <w:r w:rsidRPr="00F97CD1">
        <w:tab/>
        <w:t>Число</w:t>
      </w:r>
    </w:p>
    <w:p w14:paraId="08BE463C" w14:textId="77777777" w:rsidR="00D33BE7" w:rsidRPr="00F97CD1" w:rsidRDefault="00D33BE7" w:rsidP="00D33BE7">
      <w:pPr>
        <w:pStyle w:val="SingleTxtG"/>
        <w:ind w:left="2268"/>
        <w:rPr>
          <w:iCs/>
          <w:kern w:val="2"/>
        </w:rPr>
      </w:pPr>
      <w:r w:rsidRPr="00F97CD1">
        <w:t>…</w:t>
      </w:r>
    </w:p>
    <w:p w14:paraId="06992173" w14:textId="77777777" w:rsidR="00D33BE7" w:rsidRPr="00497F87" w:rsidRDefault="00D33BE7" w:rsidP="00D33BE7">
      <w:pPr>
        <w:pStyle w:val="SingleTxtG"/>
        <w:ind w:left="2268"/>
        <w:rPr>
          <w:iCs/>
          <w:kern w:val="2"/>
        </w:rPr>
      </w:pPr>
      <w:r>
        <w:t>g</w:t>
      </w:r>
      <w:r w:rsidRPr="00F97CD1">
        <w:t xml:space="preserve">) </w:t>
      </w:r>
      <w:r w:rsidRPr="00F97CD1">
        <w:tab/>
        <w:t xml:space="preserve">классом </w:t>
      </w:r>
      <w:r>
        <w:t>A</w:t>
      </w:r>
      <w:r w:rsidRPr="00F97CD1">
        <w:t xml:space="preserve">, </w:t>
      </w:r>
      <w:r w:rsidRPr="00497F87">
        <w:t>B, BS, CS, DS или ES, предусмотренным Правилами № 149 ООН</w:t>
      </w:r>
      <w:r>
        <w:t>»</w:t>
      </w:r>
      <w:r w:rsidRPr="00497F87">
        <w:t>.</w:t>
      </w:r>
    </w:p>
    <w:p w14:paraId="3BA4EE5A" w14:textId="77777777" w:rsidR="00D33BE7" w:rsidRPr="00497F87" w:rsidRDefault="00D33BE7" w:rsidP="00D33BE7">
      <w:pPr>
        <w:pStyle w:val="SingleTxtG"/>
        <w:ind w:left="2268" w:right="1133" w:hanging="1134"/>
        <w:rPr>
          <w:iCs/>
          <w:kern w:val="2"/>
        </w:rPr>
      </w:pPr>
      <w:r w:rsidRPr="00497F87">
        <w:rPr>
          <w:i/>
          <w:iCs/>
        </w:rPr>
        <w:t>Пункт 6.2.1 и сноску</w:t>
      </w:r>
      <w:r w:rsidRPr="00497F87">
        <w:t>* изменить следующим образом:</w:t>
      </w:r>
    </w:p>
    <w:p w14:paraId="4158C7AA" w14:textId="77777777" w:rsidR="00D33BE7" w:rsidRPr="00497F87" w:rsidRDefault="00D33BE7" w:rsidP="00D33BE7">
      <w:pPr>
        <w:pStyle w:val="SingleTxtG"/>
        <w:tabs>
          <w:tab w:val="clear" w:pos="1701"/>
        </w:tabs>
        <w:ind w:left="2268" w:hanging="1134"/>
        <w:rPr>
          <w:iCs/>
          <w:kern w:val="2"/>
        </w:rPr>
      </w:pPr>
      <w:r>
        <w:t>«</w:t>
      </w:r>
      <w:r w:rsidRPr="00497F87">
        <w:t>6.2.1</w:t>
      </w:r>
      <w:r w:rsidRPr="00497F87">
        <w:tab/>
        <w:t>Число</w:t>
      </w:r>
    </w:p>
    <w:p w14:paraId="05F09DDA" w14:textId="77777777" w:rsidR="00D33BE7" w:rsidRPr="00497F87" w:rsidRDefault="00D33BE7" w:rsidP="00D33BE7">
      <w:pPr>
        <w:pStyle w:val="SingleTxtG"/>
        <w:ind w:left="2268"/>
        <w:rPr>
          <w:iCs/>
          <w:kern w:val="2"/>
        </w:rPr>
      </w:pPr>
      <w:r w:rsidRPr="00497F87">
        <w:t>…</w:t>
      </w:r>
    </w:p>
    <w:p w14:paraId="7AE4668B" w14:textId="77777777" w:rsidR="00D33BE7" w:rsidRPr="00F97CD1" w:rsidRDefault="00D33BE7" w:rsidP="00D33BE7">
      <w:pPr>
        <w:pStyle w:val="SingleTxtG"/>
        <w:ind w:left="2268"/>
        <w:rPr>
          <w:iCs/>
          <w:kern w:val="2"/>
        </w:rPr>
      </w:pPr>
      <w:r w:rsidRPr="00497F87">
        <w:t xml:space="preserve">i) </w:t>
      </w:r>
      <w:r w:rsidRPr="00497F87">
        <w:tab/>
        <w:t>классом A, B,</w:t>
      </w:r>
      <w:r w:rsidRPr="00F97CD1">
        <w:t xml:space="preserve"> </w:t>
      </w:r>
      <w:r>
        <w:t>AS</w:t>
      </w:r>
      <w:r w:rsidRPr="00F97CD1">
        <w:t xml:space="preserve">*, </w:t>
      </w:r>
      <w:r>
        <w:t>BS</w:t>
      </w:r>
      <w:r w:rsidRPr="00F97CD1">
        <w:t xml:space="preserve">, </w:t>
      </w:r>
      <w:r>
        <w:t>CS</w:t>
      </w:r>
      <w:r w:rsidRPr="00F97CD1">
        <w:t xml:space="preserve">, </w:t>
      </w:r>
      <w:r>
        <w:t>DS</w:t>
      </w:r>
      <w:r w:rsidRPr="00F97CD1">
        <w:t xml:space="preserve"> или </w:t>
      </w:r>
      <w:r>
        <w:t>ES</w:t>
      </w:r>
      <w:r w:rsidRPr="00F97CD1">
        <w:t xml:space="preserve">, предусмотренным Правилами № 149 ООН. </w:t>
      </w:r>
    </w:p>
    <w:p w14:paraId="273EE519" w14:textId="77777777" w:rsidR="00D33BE7" w:rsidRPr="00F97CD1" w:rsidRDefault="00D33BE7" w:rsidP="00D33BE7">
      <w:pPr>
        <w:pStyle w:val="SingleTxtG"/>
        <w:pBdr>
          <w:bottom w:val="single" w:sz="4" w:space="1" w:color="auto"/>
        </w:pBdr>
        <w:ind w:left="567" w:right="7371"/>
        <w:rPr>
          <w:iCs/>
          <w:kern w:val="2"/>
          <w:lang w:eastAsia="ja-JP"/>
        </w:rPr>
      </w:pPr>
    </w:p>
    <w:p w14:paraId="32E7BAA3" w14:textId="77777777" w:rsidR="00D33BE7" w:rsidRPr="00F97CD1" w:rsidRDefault="00D33BE7" w:rsidP="00360A48">
      <w:pPr>
        <w:pStyle w:val="ad"/>
      </w:pPr>
      <w:r w:rsidRPr="00F97CD1">
        <w:tab/>
      </w:r>
      <w:r w:rsidRPr="00360A48">
        <w:rPr>
          <w:sz w:val="20"/>
        </w:rPr>
        <w:t>*</w:t>
      </w:r>
      <w:r w:rsidRPr="00F97CD1">
        <w:tab/>
        <w:t xml:space="preserve">Фары с модулями СИД класса А, предусмотренного Правилами № 113 ООН, или класса </w:t>
      </w:r>
      <w:r>
        <w:t>AS</w:t>
      </w:r>
      <w:r w:rsidRPr="00F97CD1">
        <w:t>, предусмотренного Правилами № 149 ООН, только на транспортных средствах, максимальная расчетная скорость которых не превышает 25 км/ч</w:t>
      </w:r>
      <w:r w:rsidR="00360A48">
        <w:t>»</w:t>
      </w:r>
      <w:r w:rsidRPr="00F97CD1">
        <w:t>.</w:t>
      </w:r>
    </w:p>
    <w:p w14:paraId="7EEFCEC9" w14:textId="77777777" w:rsidR="00D33BE7" w:rsidRPr="00D33BE7" w:rsidRDefault="00D33BE7" w:rsidP="00D33BE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33BE7" w:rsidRPr="00D33BE7" w:rsidSect="00D33BE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8513C" w14:textId="77777777" w:rsidR="00C0126B" w:rsidRPr="00A312BC" w:rsidRDefault="00C0126B" w:rsidP="00A312BC"/>
  </w:endnote>
  <w:endnote w:type="continuationSeparator" w:id="0">
    <w:p w14:paraId="606D0DC9" w14:textId="77777777" w:rsidR="00C0126B" w:rsidRPr="00A312BC" w:rsidRDefault="00C0126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C9BC5" w14:textId="77777777" w:rsidR="00D33BE7" w:rsidRPr="00D33BE7" w:rsidRDefault="00D33BE7">
    <w:pPr>
      <w:pStyle w:val="a8"/>
    </w:pPr>
    <w:r w:rsidRPr="00D33BE7">
      <w:rPr>
        <w:b/>
        <w:sz w:val="18"/>
      </w:rPr>
      <w:fldChar w:fldCharType="begin"/>
    </w:r>
    <w:r w:rsidRPr="00D33BE7">
      <w:rPr>
        <w:b/>
        <w:sz w:val="18"/>
      </w:rPr>
      <w:instrText xml:space="preserve"> PAGE  \* MERGEFORMAT </w:instrText>
    </w:r>
    <w:r w:rsidRPr="00D33BE7">
      <w:rPr>
        <w:b/>
        <w:sz w:val="18"/>
      </w:rPr>
      <w:fldChar w:fldCharType="separate"/>
    </w:r>
    <w:r w:rsidRPr="00D33BE7">
      <w:rPr>
        <w:b/>
        <w:noProof/>
        <w:sz w:val="18"/>
      </w:rPr>
      <w:t>2</w:t>
    </w:r>
    <w:r w:rsidRPr="00D33BE7">
      <w:rPr>
        <w:b/>
        <w:sz w:val="18"/>
      </w:rPr>
      <w:fldChar w:fldCharType="end"/>
    </w:r>
    <w:r>
      <w:rPr>
        <w:b/>
        <w:sz w:val="18"/>
      </w:rPr>
      <w:tab/>
    </w:r>
    <w:r>
      <w:t>GE.20-17344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87D76" w14:textId="77777777" w:rsidR="00D33BE7" w:rsidRPr="00D33BE7" w:rsidRDefault="00D33BE7" w:rsidP="00D33BE7">
    <w:pPr>
      <w:pStyle w:val="a8"/>
      <w:tabs>
        <w:tab w:val="clear" w:pos="9639"/>
        <w:tab w:val="right" w:pos="9638"/>
      </w:tabs>
      <w:rPr>
        <w:b/>
        <w:sz w:val="18"/>
      </w:rPr>
    </w:pPr>
    <w:r>
      <w:t>GE.20-17344</w:t>
    </w:r>
    <w:r>
      <w:tab/>
    </w:r>
    <w:r w:rsidRPr="00D33BE7">
      <w:rPr>
        <w:b/>
        <w:sz w:val="18"/>
      </w:rPr>
      <w:fldChar w:fldCharType="begin"/>
    </w:r>
    <w:r w:rsidRPr="00D33BE7">
      <w:rPr>
        <w:b/>
        <w:sz w:val="18"/>
      </w:rPr>
      <w:instrText xml:space="preserve"> PAGE  \* MERGEFORMAT </w:instrText>
    </w:r>
    <w:r w:rsidRPr="00D33BE7">
      <w:rPr>
        <w:b/>
        <w:sz w:val="18"/>
      </w:rPr>
      <w:fldChar w:fldCharType="separate"/>
    </w:r>
    <w:r w:rsidRPr="00D33BE7">
      <w:rPr>
        <w:b/>
        <w:noProof/>
        <w:sz w:val="18"/>
      </w:rPr>
      <w:t>3</w:t>
    </w:r>
    <w:r w:rsidRPr="00D33BE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DFFCF" w14:textId="77777777" w:rsidR="00042B72" w:rsidRPr="00D33BE7" w:rsidRDefault="00D33BE7" w:rsidP="00D33BE7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C821C18" wp14:editId="367CB2F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17344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C167E9D" wp14:editId="1604392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0A48">
      <w:t xml:space="preserve">  221220  231220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12F13" w14:textId="77777777" w:rsidR="00C0126B" w:rsidRPr="001075E9" w:rsidRDefault="00C0126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2A85601" w14:textId="77777777" w:rsidR="00C0126B" w:rsidRDefault="00C0126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B11917E" w14:textId="77777777" w:rsidR="00D33BE7" w:rsidRPr="00981A42" w:rsidRDefault="00D33BE7" w:rsidP="00D33BE7">
      <w:pPr>
        <w:pStyle w:val="ad"/>
      </w:pPr>
      <w:r>
        <w:tab/>
      </w:r>
      <w:r w:rsidRPr="00D33BE7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 20.37), Всемирный форум будет разрабатывать, согласовывать и обновлять правила ООН в целях повышения эффективности т</w:t>
      </w:r>
      <w:bookmarkStart w:id="0" w:name="_GoBack"/>
      <w:bookmarkEnd w:id="0"/>
      <w:r>
        <w:t>ранспортных средств. Настоящий документ представлен в соответствии с этим мандатом.</w:t>
      </w:r>
    </w:p>
  </w:footnote>
  <w:footnote w:id="2">
    <w:p w14:paraId="2C076012" w14:textId="77777777" w:rsidR="00D33BE7" w:rsidRPr="00981A42" w:rsidRDefault="00D33BE7" w:rsidP="00D33BE7">
      <w:pPr>
        <w:pStyle w:val="ad"/>
      </w:pPr>
      <w:r>
        <w:tab/>
      </w:r>
      <w:r w:rsidRPr="00D33BE7">
        <w:rPr>
          <w:sz w:val="20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AC09C" w14:textId="243AC2A5" w:rsidR="00D33BE7" w:rsidRPr="00D33BE7" w:rsidRDefault="00D33BE7">
    <w:pPr>
      <w:pStyle w:val="a5"/>
    </w:pPr>
    <w:fldSimple w:instr=" TITLE  \* MERGEFORMAT ">
      <w:r w:rsidR="000A04B8">
        <w:t>ECE/TRANS/WP.29/2021/35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3D75E" w14:textId="1A36A367" w:rsidR="00D33BE7" w:rsidRPr="00D33BE7" w:rsidRDefault="00D33BE7" w:rsidP="00D33BE7">
    <w:pPr>
      <w:pStyle w:val="a5"/>
      <w:jc w:val="right"/>
    </w:pPr>
    <w:fldSimple w:instr=" TITLE  \* MERGEFORMAT ">
      <w:r w:rsidR="000A04B8">
        <w:t>ECE/TRANS/WP.29/2021/35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26B"/>
    <w:rsid w:val="00033EE1"/>
    <w:rsid w:val="00042B72"/>
    <w:rsid w:val="000558BD"/>
    <w:rsid w:val="000A04B8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0A48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4F49A8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0126B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BE7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B9E4D5E"/>
  <w15:docId w15:val="{EBEF2FC1-EBC0-40E8-BE16-FAE6400F0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uiPriority w:val="99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D33BE7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D33BE7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493B79-D252-48D7-BB1C-39EE8D416226}"/>
</file>

<file path=customXml/itemProps2.xml><?xml version="1.0" encoding="utf-8"?>
<ds:datastoreItem xmlns:ds="http://schemas.openxmlformats.org/officeDocument/2006/customXml" ds:itemID="{FAAF34F0-A932-4EA2-B348-F1042C87D48F}"/>
</file>

<file path=customXml/itemProps3.xml><?xml version="1.0" encoding="utf-8"?>
<ds:datastoreItem xmlns:ds="http://schemas.openxmlformats.org/officeDocument/2006/customXml" ds:itemID="{824BB069-8C3F-446E-9BBE-C857ED385F7D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226</Words>
  <Characters>1417</Characters>
  <Application>Microsoft Office Word</Application>
  <DocSecurity>0</DocSecurity>
  <Lines>48</Lines>
  <Paragraphs>31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ECE/TRANS/WP.29/2021/35</vt:lpstr>
      <vt:lpstr>A/</vt:lpstr>
      <vt:lpstr>A/</vt:lpstr>
    </vt:vector>
  </TitlesOfParts>
  <Company>DCM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ECE/TRANS/WP.29/2021/35</dc:title>
  <dc:subject/>
  <dc:creator>Marina KOROTKOVA</dc:creator>
  <cp:keywords/>
  <cp:lastModifiedBy>Marina KOROTKOVA</cp:lastModifiedBy>
  <cp:revision>3</cp:revision>
  <cp:lastPrinted>2020-12-23T06:28:00Z</cp:lastPrinted>
  <dcterms:created xsi:type="dcterms:W3CDTF">2020-12-23T06:28:00Z</dcterms:created>
  <dcterms:modified xsi:type="dcterms:W3CDTF">2020-12-23T06:29:00Z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