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0A4046A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C53AA53" w14:textId="77777777" w:rsidR="00F35BAF" w:rsidRPr="00DB58B5" w:rsidRDefault="00F35BAF" w:rsidP="00577964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0B9E63B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6C2221F" w14:textId="77777777" w:rsidR="00F35BAF" w:rsidRPr="00DB58B5" w:rsidRDefault="00577964" w:rsidP="00577964">
            <w:pPr>
              <w:jc w:val="right"/>
            </w:pPr>
            <w:r w:rsidRPr="00577964">
              <w:rPr>
                <w:sz w:val="40"/>
              </w:rPr>
              <w:t>ECE</w:t>
            </w:r>
            <w:r>
              <w:t>/TRANS/WP.29/2021/34</w:t>
            </w:r>
          </w:p>
        </w:tc>
      </w:tr>
      <w:tr w:rsidR="00F35BAF" w:rsidRPr="00DB58B5" w14:paraId="0A9676C6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F4A0CFA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786BC5F" wp14:editId="76F5429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6E0D50B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A59FB83" w14:textId="77777777" w:rsidR="00F35BAF" w:rsidRDefault="00577964" w:rsidP="00C97039">
            <w:pPr>
              <w:spacing w:before="240"/>
            </w:pPr>
            <w:r>
              <w:t>Distr. générale</w:t>
            </w:r>
          </w:p>
          <w:p w14:paraId="39129560" w14:textId="77777777" w:rsidR="00577964" w:rsidRDefault="00577964" w:rsidP="00577964">
            <w:pPr>
              <w:spacing w:line="240" w:lineRule="exact"/>
            </w:pPr>
            <w:r>
              <w:t>18 décembre 2020</w:t>
            </w:r>
          </w:p>
          <w:p w14:paraId="18F953FA" w14:textId="77777777" w:rsidR="00577964" w:rsidRDefault="00577964" w:rsidP="00577964">
            <w:pPr>
              <w:spacing w:line="240" w:lineRule="exact"/>
            </w:pPr>
            <w:r>
              <w:t>Français</w:t>
            </w:r>
          </w:p>
          <w:p w14:paraId="301757F7" w14:textId="77777777" w:rsidR="00577964" w:rsidRPr="00DB58B5" w:rsidRDefault="00577964" w:rsidP="00577964">
            <w:pPr>
              <w:spacing w:line="240" w:lineRule="exact"/>
            </w:pPr>
            <w:r>
              <w:t>Original : anglais</w:t>
            </w:r>
          </w:p>
        </w:tc>
      </w:tr>
    </w:tbl>
    <w:p w14:paraId="49574DD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7796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35511422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27E2197" w14:textId="77777777" w:rsidR="00577964" w:rsidRPr="00F503AD" w:rsidRDefault="00577964" w:rsidP="00577964">
      <w:pPr>
        <w:spacing w:before="120" w:after="120"/>
        <w:rPr>
          <w:b/>
          <w:sz w:val="32"/>
          <w:szCs w:val="32"/>
        </w:rPr>
      </w:pPr>
      <w:r w:rsidRPr="00F503AD">
        <w:rPr>
          <w:b/>
          <w:bCs/>
          <w:sz w:val="24"/>
          <w:szCs w:val="24"/>
        </w:rPr>
        <w:t>Forum mondial de l</w:t>
      </w:r>
      <w:r>
        <w:rPr>
          <w:b/>
          <w:bCs/>
          <w:sz w:val="24"/>
          <w:szCs w:val="24"/>
        </w:rPr>
        <w:t>’</w:t>
      </w:r>
      <w:r w:rsidRPr="00F503AD">
        <w:rPr>
          <w:b/>
          <w:bCs/>
          <w:sz w:val="24"/>
          <w:szCs w:val="24"/>
        </w:rPr>
        <w:t xml:space="preserve">harmonisation </w:t>
      </w:r>
      <w:r w:rsidRPr="00F503AD">
        <w:rPr>
          <w:b/>
          <w:bCs/>
          <w:sz w:val="24"/>
          <w:szCs w:val="24"/>
        </w:rPr>
        <w:br/>
        <w:t>des Règlements concernant les véhicules</w:t>
      </w:r>
    </w:p>
    <w:p w14:paraId="3BDB4B0A" w14:textId="77777777" w:rsidR="00577964" w:rsidRPr="00F503AD" w:rsidRDefault="00577964" w:rsidP="00577964">
      <w:pPr>
        <w:rPr>
          <w:b/>
        </w:rPr>
      </w:pPr>
      <w:r w:rsidRPr="00F503AD">
        <w:rPr>
          <w:b/>
          <w:bCs/>
        </w:rPr>
        <w:t>183</w:t>
      </w:r>
      <w:r w:rsidRPr="00F503AD">
        <w:rPr>
          <w:b/>
          <w:bCs/>
          <w:vertAlign w:val="superscript"/>
        </w:rPr>
        <w:t>e</w:t>
      </w:r>
      <w:r w:rsidRPr="00F503AD">
        <w:rPr>
          <w:b/>
          <w:bCs/>
        </w:rPr>
        <w:t xml:space="preserve"> session</w:t>
      </w:r>
    </w:p>
    <w:p w14:paraId="66DA866A" w14:textId="77777777" w:rsidR="00577964" w:rsidRPr="00F503AD" w:rsidRDefault="00577964" w:rsidP="00577964">
      <w:r w:rsidRPr="00F503AD">
        <w:t>Genève, 9-11 mars 2021</w:t>
      </w:r>
    </w:p>
    <w:p w14:paraId="686381CC" w14:textId="77777777" w:rsidR="00577964" w:rsidRPr="00F503AD" w:rsidRDefault="00577964" w:rsidP="00577964">
      <w:pPr>
        <w:rPr>
          <w:bCs/>
        </w:rPr>
      </w:pPr>
      <w:r w:rsidRPr="00F503AD">
        <w:t>Point 4.9.7 de l</w:t>
      </w:r>
      <w:r>
        <w:t>’</w:t>
      </w:r>
      <w:r w:rsidRPr="00F503AD">
        <w:t>ordre du jour provisoire</w:t>
      </w:r>
    </w:p>
    <w:p w14:paraId="4C776186" w14:textId="77777777" w:rsidR="00577964" w:rsidRPr="00F503AD" w:rsidRDefault="00577964" w:rsidP="00577964">
      <w:pPr>
        <w:rPr>
          <w:bCs/>
        </w:rPr>
      </w:pPr>
      <w:r w:rsidRPr="00F503AD">
        <w:rPr>
          <w:b/>
          <w:bCs/>
        </w:rPr>
        <w:t>Accord de 1958</w:t>
      </w:r>
      <w:r>
        <w:rPr>
          <w:b/>
          <w:bCs/>
        </w:rPr>
        <w:t> </w:t>
      </w:r>
      <w:r w:rsidRPr="00F503AD">
        <w:rPr>
          <w:b/>
          <w:bCs/>
        </w:rPr>
        <w:t>:</w:t>
      </w:r>
      <w:r w:rsidRPr="00F503AD">
        <w:t xml:space="preserve"> </w:t>
      </w:r>
      <w:r w:rsidRPr="00F503AD">
        <w:rPr>
          <w:b/>
          <w:bCs/>
        </w:rPr>
        <w:t>Examen de projets d</w:t>
      </w:r>
      <w:r>
        <w:rPr>
          <w:b/>
          <w:bCs/>
        </w:rPr>
        <w:t>’</w:t>
      </w:r>
      <w:r w:rsidRPr="00F503AD">
        <w:rPr>
          <w:b/>
          <w:bCs/>
        </w:rPr>
        <w:t xml:space="preserve">amendements </w:t>
      </w:r>
      <w:r>
        <w:rPr>
          <w:b/>
          <w:bCs/>
        </w:rPr>
        <w:br/>
      </w:r>
      <w:r w:rsidRPr="00F503AD">
        <w:rPr>
          <w:b/>
          <w:bCs/>
        </w:rPr>
        <w:t>à des Règlements ONU existants, soumis par</w:t>
      </w:r>
      <w:r>
        <w:rPr>
          <w:b/>
          <w:bCs/>
        </w:rPr>
        <w:t xml:space="preserve"> </w:t>
      </w:r>
      <w:r w:rsidRPr="00F503AD">
        <w:rPr>
          <w:b/>
          <w:bCs/>
        </w:rPr>
        <w:t>le GRE</w:t>
      </w:r>
    </w:p>
    <w:p w14:paraId="1AE53988" w14:textId="77777777" w:rsidR="00577964" w:rsidRPr="00F503AD" w:rsidRDefault="00577964" w:rsidP="00577964">
      <w:pPr>
        <w:pStyle w:val="HChG"/>
        <w:rPr>
          <w:szCs w:val="28"/>
        </w:rPr>
      </w:pPr>
      <w:r w:rsidRPr="00F503AD">
        <w:tab/>
      </w:r>
      <w:r w:rsidRPr="00F503AD">
        <w:tab/>
        <w:t>Proposition de complément 11 à la série initiale d</w:t>
      </w:r>
      <w:r>
        <w:t>’</w:t>
      </w:r>
      <w:r w:rsidRPr="00F503AD">
        <w:t xml:space="preserve">amendements au Règlement 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 w:rsidRPr="00F503AD">
        <w:t xml:space="preserve"> 65 </w:t>
      </w:r>
      <w:r>
        <w:br/>
      </w:r>
      <w:r w:rsidRPr="00F503AD">
        <w:t>(Feux spéciaux d</w:t>
      </w:r>
      <w:r>
        <w:t>’</w:t>
      </w:r>
      <w:r w:rsidRPr="00F503AD">
        <w:t>avertissement)</w:t>
      </w:r>
    </w:p>
    <w:p w14:paraId="66DCE6CD" w14:textId="77777777" w:rsidR="00577964" w:rsidRPr="00F503AD" w:rsidRDefault="00577964" w:rsidP="00577964">
      <w:pPr>
        <w:pStyle w:val="H1G"/>
        <w:rPr>
          <w:szCs w:val="24"/>
        </w:rPr>
      </w:pPr>
      <w:r w:rsidRPr="00F503AD">
        <w:tab/>
      </w:r>
      <w:r w:rsidRPr="00F503AD">
        <w:tab/>
        <w:t>Communication du Groupe de travail de l</w:t>
      </w:r>
      <w:r>
        <w:t>’</w:t>
      </w:r>
      <w:r w:rsidRPr="00F503AD">
        <w:t xml:space="preserve">éclairage </w:t>
      </w:r>
      <w:r>
        <w:br/>
      </w:r>
      <w:r w:rsidRPr="00F503AD">
        <w:t>et de la signalisation lumineuse</w:t>
      </w:r>
      <w:r w:rsidRPr="00F503AD">
        <w:rPr>
          <w:rStyle w:val="Appelnotedebasdep"/>
          <w:b w:val="0"/>
          <w:bCs/>
          <w:sz w:val="20"/>
          <w:vertAlign w:val="baseline"/>
        </w:rPr>
        <w:footnoteReference w:customMarkFollows="1" w:id="2"/>
        <w:t>*</w:t>
      </w:r>
      <w:r w:rsidRPr="00F503AD">
        <w:rPr>
          <w:b w:val="0"/>
          <w:bCs/>
          <w:sz w:val="20"/>
        </w:rPr>
        <w:t>,</w:t>
      </w:r>
      <w:r>
        <w:rPr>
          <w:b w:val="0"/>
          <w:bCs/>
          <w:sz w:val="20"/>
        </w:rPr>
        <w:t xml:space="preserve"> </w:t>
      </w:r>
      <w:r w:rsidRPr="00F503AD">
        <w:rPr>
          <w:b w:val="0"/>
          <w:bCs/>
          <w:sz w:val="20"/>
        </w:rPr>
        <w:t>**</w:t>
      </w:r>
    </w:p>
    <w:p w14:paraId="438F42DB" w14:textId="77777777" w:rsidR="00577964" w:rsidRPr="00F503AD" w:rsidRDefault="00577964" w:rsidP="00577964">
      <w:pPr>
        <w:pStyle w:val="SingleTxtG"/>
        <w:ind w:firstLine="567"/>
      </w:pPr>
      <w:r w:rsidRPr="00F503AD">
        <w:t>Le texte ci-après, adopté par le Groupe de travail de l</w:t>
      </w:r>
      <w:r>
        <w:t>’</w:t>
      </w:r>
      <w:r w:rsidRPr="00F503AD">
        <w:t>éclairage et de la signalisation lumineuse (GRE) à ses quatre-vingt-deuxième et quatre-vingt-troisième sessions (ECE/TRANS/WP.29/GRE/82, par. 39, et ECE/TRANS/WP.29/GRE/83, par. 38), est fondé sur le document ECE/TRANS/WP.29/GRE/2020/18. Il est soumis au Forum mondial de l</w:t>
      </w:r>
      <w:r>
        <w:t>’</w:t>
      </w:r>
      <w:r w:rsidRPr="00F503AD">
        <w:t>harmonisation des Règlements concernant les véhicules (WP.29) et au Comité d</w:t>
      </w:r>
      <w:r>
        <w:t>’</w:t>
      </w:r>
      <w:r w:rsidRPr="00F503AD">
        <w:t>administration de l</w:t>
      </w:r>
      <w:r>
        <w:t>’</w:t>
      </w:r>
      <w:r w:rsidRPr="00F503AD">
        <w:t>Accord de 1958 (AC.1) pour examen à leurs sessions de mars 2021.</w:t>
      </w:r>
    </w:p>
    <w:p w14:paraId="6A04931D" w14:textId="77777777" w:rsidR="00577964" w:rsidRPr="00F503AD" w:rsidRDefault="00577964" w:rsidP="00577964">
      <w:pPr>
        <w:pStyle w:val="SingleTxtG"/>
      </w:pPr>
      <w:r w:rsidRPr="00F503AD">
        <w:rPr>
          <w:i/>
          <w:iCs/>
        </w:rPr>
        <w:br w:type="page"/>
      </w:r>
      <w:r w:rsidRPr="00F503AD">
        <w:rPr>
          <w:i/>
          <w:iCs/>
        </w:rPr>
        <w:lastRenderedPageBreak/>
        <w:t>Paragraphe 1.3</w:t>
      </w:r>
      <w:r w:rsidRPr="00F503AD">
        <w:t>, lire :</w:t>
      </w:r>
    </w:p>
    <w:p w14:paraId="4C8CAB48" w14:textId="77777777" w:rsidR="00577964" w:rsidRPr="00F503AD" w:rsidRDefault="00577964" w:rsidP="00577964">
      <w:pPr>
        <w:pStyle w:val="SingleTxtG"/>
        <w:ind w:left="2268" w:hanging="1134"/>
        <w:rPr>
          <w:iCs/>
        </w:rPr>
      </w:pPr>
      <w:r w:rsidRPr="00F503AD">
        <w:t>« 1.3</w:t>
      </w:r>
      <w:r w:rsidRPr="00F503AD">
        <w:tab/>
        <w:t xml:space="preserve">Par </w:t>
      </w:r>
      <w:r w:rsidR="005A496D" w:rsidRPr="005A496D">
        <w:t>“</w:t>
      </w:r>
      <w:r w:rsidRPr="00F503AD">
        <w:t>fréquence f</w:t>
      </w:r>
      <w:r w:rsidR="005A496D" w:rsidRPr="005A496D">
        <w:t>”</w:t>
      </w:r>
      <w:r w:rsidRPr="00F503AD">
        <w:t>, le nombre d</w:t>
      </w:r>
      <w:r>
        <w:t>’</w:t>
      </w:r>
      <w:r w:rsidRPr="00F503AD">
        <w:t>éclats ou de groupes d</w:t>
      </w:r>
      <w:r>
        <w:t>’</w:t>
      </w:r>
      <w:r w:rsidRPr="00F503AD">
        <w:t>éclats (voir annexe</w:t>
      </w:r>
      <w:r w:rsidRPr="00F503AD">
        <w:rPr>
          <w:b/>
          <w:bCs/>
        </w:rPr>
        <w:t> </w:t>
      </w:r>
      <w:r w:rsidRPr="00F503AD">
        <w:t>5, par. 6) en une seconde ; ».</w:t>
      </w:r>
    </w:p>
    <w:p w14:paraId="4B93CAA3" w14:textId="77777777" w:rsidR="00577964" w:rsidRPr="00F503AD" w:rsidRDefault="00577964" w:rsidP="00577964">
      <w:pPr>
        <w:pStyle w:val="SingleTxtG"/>
        <w:rPr>
          <w:rFonts w:ascii="Arial" w:eastAsia="MS Mincho" w:hAnsi="Arial" w:cs="Arial"/>
          <w:b/>
          <w:bCs/>
        </w:rPr>
      </w:pPr>
      <w:r w:rsidRPr="00F503AD">
        <w:rPr>
          <w:i/>
          <w:iCs/>
        </w:rPr>
        <w:t>Paragraphe 1.4</w:t>
      </w:r>
      <w:r w:rsidRPr="00F503AD">
        <w:t>, lire :</w:t>
      </w:r>
    </w:p>
    <w:p w14:paraId="7FD1B51D" w14:textId="77777777" w:rsidR="00577964" w:rsidRPr="00F503AD" w:rsidRDefault="00577964" w:rsidP="00577964">
      <w:pPr>
        <w:pStyle w:val="SingleTxtG"/>
        <w:ind w:left="2268" w:hanging="1134"/>
        <w:rPr>
          <w:bCs/>
        </w:rPr>
      </w:pPr>
      <w:r w:rsidRPr="00F503AD">
        <w:t>« 1.4</w:t>
      </w:r>
      <w:r w:rsidRPr="00F503AD">
        <w:tab/>
        <w:t xml:space="preserve">Par </w:t>
      </w:r>
      <w:r w:rsidR="005A496D" w:rsidRPr="005A496D">
        <w:t>“</w:t>
      </w:r>
      <w:r w:rsidRPr="00577964">
        <w:rPr>
          <w:i/>
          <w:iCs/>
        </w:rPr>
        <w:t>temps d</w:t>
      </w:r>
      <w:r w:rsidRPr="00577964">
        <w:rPr>
          <w:i/>
          <w:iCs/>
        </w:rPr>
        <w:t>’</w:t>
      </w:r>
      <w:r w:rsidRPr="00577964">
        <w:rPr>
          <w:i/>
          <w:iCs/>
        </w:rPr>
        <w:t>allumage</w:t>
      </w:r>
      <w:r w:rsidR="005A496D" w:rsidRPr="005A496D">
        <w:t>”</w:t>
      </w:r>
      <w:r w:rsidRPr="00F503AD">
        <w:t xml:space="preserve"> t</w:t>
      </w:r>
      <w:r w:rsidRPr="00F503AD">
        <w:rPr>
          <w:vertAlign w:val="subscript"/>
        </w:rPr>
        <w:t>H</w:t>
      </w:r>
      <w:r w:rsidRPr="00F503AD">
        <w:t>, le laps de temps pendant lequel l</w:t>
      </w:r>
      <w:r>
        <w:t>’</w:t>
      </w:r>
      <w:r w:rsidRPr="00F503AD">
        <w:t>intensité lumineuse de l</w:t>
      </w:r>
      <w:r>
        <w:t>’</w:t>
      </w:r>
      <w:r w:rsidRPr="00F503AD">
        <w:t>éclat est supérieure au dixième de la valeur maximale (valeur de crête) J</w:t>
      </w:r>
      <w:r w:rsidRPr="00F503AD">
        <w:rPr>
          <w:vertAlign w:val="subscript"/>
        </w:rPr>
        <w:t>m</w:t>
      </w:r>
      <w:r w:rsidRPr="00F503AD">
        <w:t>. Dans le cas de groupes de plusieurs éclats, le temps d</w:t>
      </w:r>
      <w:r>
        <w:t>’</w:t>
      </w:r>
      <w:r w:rsidRPr="00F503AD">
        <w:t>allumage est mesuré à partir du début du premier éclat du groupe jusqu</w:t>
      </w:r>
      <w:r>
        <w:t>’</w:t>
      </w:r>
      <w:r w:rsidRPr="00F503AD">
        <w:t>à la fin du dernier éclat du même groupe. ».</w:t>
      </w:r>
    </w:p>
    <w:p w14:paraId="2B1E1AF0" w14:textId="77777777" w:rsidR="00577964" w:rsidRPr="00F503AD" w:rsidRDefault="00577964" w:rsidP="00577964">
      <w:pPr>
        <w:pStyle w:val="SingleTxtG"/>
        <w:rPr>
          <w:rFonts w:ascii="Arial" w:eastAsia="MS Mincho" w:hAnsi="Arial" w:cs="Arial"/>
          <w:b/>
          <w:bCs/>
        </w:rPr>
      </w:pPr>
      <w:r w:rsidRPr="00F503AD">
        <w:rPr>
          <w:i/>
          <w:iCs/>
        </w:rPr>
        <w:t>Paragraphe 1.5</w:t>
      </w:r>
      <w:r w:rsidRPr="00F503AD">
        <w:t>, lire :</w:t>
      </w:r>
    </w:p>
    <w:p w14:paraId="3CFC3757" w14:textId="77777777" w:rsidR="00577964" w:rsidRPr="00F503AD" w:rsidRDefault="00577964" w:rsidP="00577964">
      <w:pPr>
        <w:pStyle w:val="SingleTxtG"/>
        <w:ind w:left="2268" w:hanging="1134"/>
        <w:rPr>
          <w:iCs/>
        </w:rPr>
      </w:pPr>
      <w:r w:rsidRPr="00F503AD">
        <w:t>« 1.5</w:t>
      </w:r>
      <w:r w:rsidRPr="00F503AD">
        <w:tab/>
        <w:t xml:space="preserve">Par </w:t>
      </w:r>
      <w:r w:rsidR="005A496D" w:rsidRPr="005A496D">
        <w:t>“</w:t>
      </w:r>
      <w:r w:rsidRPr="00577964">
        <w:rPr>
          <w:i/>
          <w:iCs/>
        </w:rPr>
        <w:t>temps d</w:t>
      </w:r>
      <w:r w:rsidRPr="00577964">
        <w:rPr>
          <w:i/>
          <w:iCs/>
        </w:rPr>
        <w:t>’</w:t>
      </w:r>
      <w:r w:rsidRPr="00577964">
        <w:rPr>
          <w:i/>
          <w:iCs/>
        </w:rPr>
        <w:t>extinction</w:t>
      </w:r>
      <w:r w:rsidR="005A496D" w:rsidRPr="005A496D">
        <w:t>”</w:t>
      </w:r>
      <w:r w:rsidRPr="00F503AD">
        <w:t xml:space="preserve"> t</w:t>
      </w:r>
      <w:r w:rsidRPr="00F503AD">
        <w:rPr>
          <w:vertAlign w:val="subscript"/>
        </w:rPr>
        <w:t>D</w:t>
      </w:r>
      <w:r w:rsidRPr="00F503AD">
        <w:t>, le laps de temps pendant lequel l</w:t>
      </w:r>
      <w:r>
        <w:t>’</w:t>
      </w:r>
      <w:r w:rsidRPr="00F503AD">
        <w:t>intensité lumineuse du feu à éclats est inférieure à 1/100 de la valeur maximale (valeur de crête) J</w:t>
      </w:r>
      <w:r w:rsidRPr="00F503AD">
        <w:rPr>
          <w:vertAlign w:val="subscript"/>
        </w:rPr>
        <w:t>m</w:t>
      </w:r>
      <w:r w:rsidRPr="00F503AD">
        <w:t>, mais ne dépasse pas 10 cd. Dans le cas de groupes de plusieurs</w:t>
      </w:r>
      <w:r w:rsidRPr="00F503AD">
        <w:rPr>
          <w:b/>
          <w:bCs/>
        </w:rPr>
        <w:t xml:space="preserve"> </w:t>
      </w:r>
      <w:r w:rsidRPr="00F503AD">
        <w:t>éclats, le temps d</w:t>
      </w:r>
      <w:r>
        <w:t>’</w:t>
      </w:r>
      <w:r w:rsidRPr="00F503AD">
        <w:t>extinction doit être mesuré entre la fin du</w:t>
      </w:r>
      <w:r w:rsidRPr="00F503AD">
        <w:rPr>
          <w:b/>
          <w:bCs/>
        </w:rPr>
        <w:t xml:space="preserve"> </w:t>
      </w:r>
      <w:r w:rsidRPr="00F503AD">
        <w:t>dernier éclat du groupe et le début du premier éclat du groupe suivant. ».</w:t>
      </w:r>
    </w:p>
    <w:p w14:paraId="32E3C964" w14:textId="77777777" w:rsidR="00577964" w:rsidRPr="00F503AD" w:rsidRDefault="00577964" w:rsidP="00577964">
      <w:pPr>
        <w:pStyle w:val="SingleTxtG"/>
        <w:rPr>
          <w:iCs/>
        </w:rPr>
      </w:pPr>
      <w:r w:rsidRPr="00F503AD">
        <w:rPr>
          <w:i/>
          <w:iCs/>
        </w:rPr>
        <w:t>Paragraphe 2.2.5</w:t>
      </w:r>
      <w:r w:rsidRPr="00F503AD">
        <w:t>, lire :</w:t>
      </w:r>
    </w:p>
    <w:p w14:paraId="67B1D16D" w14:textId="77777777" w:rsidR="00577964" w:rsidRPr="00F503AD" w:rsidRDefault="00577964" w:rsidP="00577964">
      <w:pPr>
        <w:pStyle w:val="SingleTxtG"/>
        <w:ind w:left="2268" w:hanging="1134"/>
        <w:rPr>
          <w:iCs/>
        </w:rPr>
      </w:pPr>
      <w:r w:rsidRPr="00F503AD">
        <w:t>« 2.2.5</w:t>
      </w:r>
      <w:r w:rsidRPr="00F503AD">
        <w:tab/>
        <w:t>De deux échantillons, en principe pour une tension nominale de 12 volts et d</w:t>
      </w:r>
      <w:r>
        <w:t>’</w:t>
      </w:r>
      <w:r w:rsidRPr="00F503AD">
        <w:t>une seule couleur, et éventuellement de deux autres échantillons pour chaque autre tension nominale, pour le cas où l</w:t>
      </w:r>
      <w:r>
        <w:t>’</w:t>
      </w:r>
      <w:r w:rsidRPr="00F503AD">
        <w:t>homologation serait demandée simultanément ou ultérieurement pour des feux spéciaux d</w:t>
      </w:r>
      <w:r>
        <w:t>’</w:t>
      </w:r>
      <w:r w:rsidRPr="00F503AD">
        <w:t>avertissement d</w:t>
      </w:r>
      <w:r>
        <w:t>’</w:t>
      </w:r>
      <w:r w:rsidRPr="00F503AD">
        <w:t>autres tensions nominales. Dans ce cas, il suffit d</w:t>
      </w:r>
      <w:r>
        <w:t>’</w:t>
      </w:r>
      <w:r w:rsidRPr="00F503AD">
        <w:t>exécuter les essais conformément au paragraphe 5.6 ci-après ; ».</w:t>
      </w:r>
    </w:p>
    <w:p w14:paraId="2BBC231B" w14:textId="77777777" w:rsidR="00577964" w:rsidRPr="00F503AD" w:rsidRDefault="00577964" w:rsidP="00577964">
      <w:pPr>
        <w:pStyle w:val="SingleTxtG"/>
        <w:rPr>
          <w:iCs/>
        </w:rPr>
      </w:pPr>
      <w:r w:rsidRPr="00F503AD">
        <w:rPr>
          <w:i/>
          <w:iCs/>
        </w:rPr>
        <w:t>Annexe 5, paragraphe 7.1</w:t>
      </w:r>
      <w:r w:rsidRPr="00F503AD">
        <w:t>, lire :</w:t>
      </w:r>
    </w:p>
    <w:p w14:paraId="6B9B9AD9" w14:textId="77777777" w:rsidR="00577964" w:rsidRPr="00F503AD" w:rsidRDefault="00577964" w:rsidP="00577964">
      <w:pPr>
        <w:pStyle w:val="SingleTxtG"/>
        <w:ind w:left="2268" w:hanging="1134"/>
      </w:pPr>
      <w:r w:rsidRPr="00F503AD">
        <w:t>« 7.1</w:t>
      </w:r>
      <w:r w:rsidRPr="00F503AD">
        <w:tab/>
        <w:t>La fréquence de clignotement et</w:t>
      </w:r>
      <w:r w:rsidRPr="00F503AD">
        <w:rPr>
          <w:b/>
          <w:bCs/>
        </w:rPr>
        <w:t xml:space="preserve"> </w:t>
      </w:r>
      <w:r w:rsidRPr="00F503AD">
        <w:t>les temps d</w:t>
      </w:r>
      <w:r>
        <w:t>’</w:t>
      </w:r>
      <w:r w:rsidRPr="00F503AD">
        <w:t>allumage et d</w:t>
      </w:r>
      <w:r>
        <w:t>’</w:t>
      </w:r>
      <w:r w:rsidRPr="00F503AD">
        <w:t>extinction doivent être conformes aux valeurs prescrites dans le tableau ci-dessous :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708"/>
        <w:gridCol w:w="3968"/>
      </w:tblGrid>
      <w:tr w:rsidR="00577964" w:rsidRPr="00F503AD" w14:paraId="4B9E9F4C" w14:textId="77777777" w:rsidTr="00577964">
        <w:trPr>
          <w:tblHeader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06114" w14:textId="77777777" w:rsidR="00577964" w:rsidRPr="00F503AD" w:rsidRDefault="00577964" w:rsidP="00577964">
            <w:pPr>
              <w:spacing w:before="80" w:after="80" w:line="200" w:lineRule="exact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7CE92BFB" w14:textId="77777777" w:rsidR="00577964" w:rsidRPr="00F503AD" w:rsidRDefault="00577964" w:rsidP="00577964">
            <w:pPr>
              <w:spacing w:before="80" w:after="80" w:line="200" w:lineRule="exact"/>
              <w:rPr>
                <w:i/>
                <w:sz w:val="18"/>
                <w:szCs w:val="18"/>
              </w:rPr>
            </w:pPr>
          </w:p>
        </w:tc>
        <w:tc>
          <w:tcPr>
            <w:tcW w:w="3968" w:type="dxa"/>
            <w:shd w:val="clear" w:color="auto" w:fill="auto"/>
            <w:vAlign w:val="bottom"/>
          </w:tcPr>
          <w:p w14:paraId="184935B8" w14:textId="77777777" w:rsidR="00577964" w:rsidRPr="00F503AD" w:rsidRDefault="00577964" w:rsidP="00AF4DAC">
            <w:pPr>
              <w:spacing w:before="80" w:after="80" w:line="200" w:lineRule="exact"/>
              <w:ind w:left="113"/>
              <w:rPr>
                <w:i/>
                <w:sz w:val="16"/>
                <w:szCs w:val="16"/>
              </w:rPr>
            </w:pPr>
            <w:r w:rsidRPr="00F503AD">
              <w:rPr>
                <w:i/>
                <w:iCs/>
                <w:sz w:val="16"/>
                <w:szCs w:val="16"/>
              </w:rPr>
              <w:t>Couleur : bleu</w:t>
            </w:r>
            <w:r w:rsidRPr="00F503AD">
              <w:rPr>
                <w:b/>
                <w:bCs/>
                <w:i/>
                <w:iCs/>
                <w:sz w:val="16"/>
                <w:szCs w:val="16"/>
              </w:rPr>
              <w:t>,</w:t>
            </w:r>
            <w:r w:rsidRPr="00F503AD">
              <w:rPr>
                <w:i/>
                <w:iCs/>
                <w:sz w:val="16"/>
                <w:szCs w:val="16"/>
              </w:rPr>
              <w:t xml:space="preserve"> jaune-auto ou rouge</w:t>
            </w:r>
          </w:p>
        </w:tc>
      </w:tr>
      <w:tr w:rsidR="00577964" w:rsidRPr="00F503AD" w14:paraId="160F15FC" w14:textId="77777777" w:rsidTr="00577964">
        <w:trPr>
          <w:cantSplit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1FD14" w14:textId="77777777" w:rsidR="00577964" w:rsidRPr="00F503AD" w:rsidRDefault="00577964" w:rsidP="00577964">
            <w:pPr>
              <w:spacing w:before="80" w:after="80" w:line="200" w:lineRule="exact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766B345" w14:textId="77777777" w:rsidR="00577964" w:rsidRPr="00F503AD" w:rsidRDefault="00577964" w:rsidP="00577964">
            <w:pPr>
              <w:spacing w:before="80" w:after="80" w:line="200" w:lineRule="exact"/>
              <w:rPr>
                <w:sz w:val="18"/>
                <w:szCs w:val="18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  <w:shd w:val="clear" w:color="auto" w:fill="auto"/>
          </w:tcPr>
          <w:p w14:paraId="29F83117" w14:textId="77777777" w:rsidR="00577964" w:rsidRPr="00F503AD" w:rsidRDefault="00577964" w:rsidP="00AF4DAC">
            <w:pPr>
              <w:spacing w:before="80" w:after="80" w:line="200" w:lineRule="exact"/>
              <w:ind w:left="113"/>
              <w:rPr>
                <w:i/>
                <w:sz w:val="16"/>
                <w:szCs w:val="16"/>
              </w:rPr>
            </w:pPr>
            <w:r w:rsidRPr="00F503AD">
              <w:rPr>
                <w:i/>
                <w:iCs/>
                <w:sz w:val="16"/>
                <w:szCs w:val="16"/>
              </w:rPr>
              <w:t>Feux tournants ou sources lumineuses à éclats</w:t>
            </w:r>
          </w:p>
          <w:p w14:paraId="317FFCB9" w14:textId="77777777" w:rsidR="00577964" w:rsidRPr="00F503AD" w:rsidRDefault="00577964" w:rsidP="00AF4DAC">
            <w:pPr>
              <w:spacing w:before="80" w:after="80" w:line="200" w:lineRule="exact"/>
              <w:ind w:left="113"/>
              <w:rPr>
                <w:i/>
                <w:sz w:val="16"/>
                <w:szCs w:val="16"/>
              </w:rPr>
            </w:pPr>
            <w:r w:rsidRPr="00F503AD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>c</w:t>
            </w:r>
            <w:r w:rsidRPr="00F503AD">
              <w:rPr>
                <w:i/>
                <w:iCs/>
                <w:sz w:val="16"/>
                <w:szCs w:val="16"/>
              </w:rPr>
              <w:t>atégories T et X)</w:t>
            </w:r>
          </w:p>
        </w:tc>
      </w:tr>
      <w:tr w:rsidR="00577964" w:rsidRPr="00F503AD" w14:paraId="1DA4AFD9" w14:textId="77777777" w:rsidTr="00577964">
        <w:trPr>
          <w:cantSplit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CB10AE" w14:textId="77777777" w:rsidR="00577964" w:rsidRPr="00F503AD" w:rsidRDefault="00577964" w:rsidP="00577964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F503AD">
              <w:rPr>
                <w:sz w:val="18"/>
                <w:szCs w:val="18"/>
              </w:rPr>
              <w:t>Fréquence de clignotement f (Hz)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4BBC87" w14:textId="77777777" w:rsidR="00577964" w:rsidRPr="00F503AD" w:rsidRDefault="00577964" w:rsidP="005A496D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F503AD">
              <w:rPr>
                <w:sz w:val="18"/>
                <w:szCs w:val="18"/>
              </w:rPr>
              <w:t>max.</w:t>
            </w:r>
          </w:p>
        </w:tc>
        <w:tc>
          <w:tcPr>
            <w:tcW w:w="3968" w:type="dxa"/>
            <w:tcBorders>
              <w:top w:val="single" w:sz="4" w:space="0" w:color="auto"/>
            </w:tcBorders>
            <w:shd w:val="clear" w:color="auto" w:fill="auto"/>
          </w:tcPr>
          <w:p w14:paraId="2C8C4E4D" w14:textId="77777777" w:rsidR="00577964" w:rsidRPr="00F503AD" w:rsidRDefault="00577964" w:rsidP="00577964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F503AD">
              <w:rPr>
                <w:sz w:val="18"/>
                <w:szCs w:val="18"/>
              </w:rPr>
              <w:t>4</w:t>
            </w:r>
          </w:p>
        </w:tc>
      </w:tr>
      <w:tr w:rsidR="00577964" w:rsidRPr="00F503AD" w14:paraId="4B02CD6F" w14:textId="77777777" w:rsidTr="00577964">
        <w:trPr>
          <w:cantSplit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1FAE36F" w14:textId="77777777" w:rsidR="00577964" w:rsidRPr="00F503AD" w:rsidRDefault="00577964" w:rsidP="00577964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0F3FDBB" w14:textId="77777777" w:rsidR="00577964" w:rsidRPr="00F503AD" w:rsidRDefault="00577964" w:rsidP="005A496D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F503AD">
              <w:rPr>
                <w:sz w:val="18"/>
                <w:szCs w:val="18"/>
              </w:rPr>
              <w:t>min.</w:t>
            </w:r>
          </w:p>
        </w:tc>
        <w:tc>
          <w:tcPr>
            <w:tcW w:w="3968" w:type="dxa"/>
            <w:shd w:val="clear" w:color="auto" w:fill="auto"/>
          </w:tcPr>
          <w:p w14:paraId="4B59B1B2" w14:textId="77777777" w:rsidR="00577964" w:rsidRPr="00F503AD" w:rsidRDefault="00577964" w:rsidP="00577964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F503AD">
              <w:rPr>
                <w:sz w:val="18"/>
                <w:szCs w:val="18"/>
              </w:rPr>
              <w:t>2</w:t>
            </w:r>
          </w:p>
        </w:tc>
      </w:tr>
      <w:tr w:rsidR="00577964" w:rsidRPr="00F503AD" w14:paraId="3077BD20" w14:textId="77777777" w:rsidTr="00577964">
        <w:trPr>
          <w:cantSplit/>
        </w:trPr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458FF803" w14:textId="77777777" w:rsidR="00577964" w:rsidRPr="00F503AD" w:rsidRDefault="00577964" w:rsidP="00577964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F503AD">
              <w:rPr>
                <w:sz w:val="18"/>
                <w:szCs w:val="18"/>
              </w:rPr>
              <w:t>Temps d</w:t>
            </w:r>
            <w:r>
              <w:rPr>
                <w:sz w:val="18"/>
                <w:szCs w:val="18"/>
              </w:rPr>
              <w:t>’</w:t>
            </w:r>
            <w:r w:rsidRPr="00F503AD">
              <w:rPr>
                <w:sz w:val="18"/>
                <w:szCs w:val="18"/>
              </w:rPr>
              <w:t>allumage t</w:t>
            </w:r>
            <w:r w:rsidRPr="00F503AD">
              <w:rPr>
                <w:sz w:val="18"/>
                <w:szCs w:val="18"/>
                <w:vertAlign w:val="subscript"/>
              </w:rPr>
              <w:t>H</w:t>
            </w:r>
            <w:r w:rsidRPr="00F503AD">
              <w:rPr>
                <w:sz w:val="18"/>
                <w:szCs w:val="18"/>
              </w:rPr>
              <w:t xml:space="preserve"> (s)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A5904" w14:textId="77777777" w:rsidR="00577964" w:rsidRPr="00F503AD" w:rsidRDefault="00577964" w:rsidP="005A496D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F503AD">
              <w:rPr>
                <w:sz w:val="18"/>
                <w:szCs w:val="18"/>
              </w:rPr>
              <w:t>max.</w:t>
            </w:r>
          </w:p>
        </w:tc>
        <w:tc>
          <w:tcPr>
            <w:tcW w:w="3968" w:type="dxa"/>
            <w:shd w:val="clear" w:color="auto" w:fill="auto"/>
          </w:tcPr>
          <w:p w14:paraId="56A5C4B2" w14:textId="77777777" w:rsidR="00577964" w:rsidRPr="00F503AD" w:rsidRDefault="00577964" w:rsidP="00577964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F503AD">
              <w:rPr>
                <w:sz w:val="18"/>
                <w:szCs w:val="18"/>
              </w:rPr>
              <w:t>0,4/f</w:t>
            </w:r>
          </w:p>
        </w:tc>
      </w:tr>
      <w:tr w:rsidR="00577964" w:rsidRPr="00F503AD" w14:paraId="6EBAEAED" w14:textId="77777777" w:rsidTr="00577964">
        <w:trPr>
          <w:cantSplit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9F5401" w14:textId="77777777" w:rsidR="00577964" w:rsidRPr="00F503AD" w:rsidRDefault="00577964" w:rsidP="00577964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F503AD">
              <w:rPr>
                <w:sz w:val="18"/>
                <w:szCs w:val="18"/>
              </w:rPr>
              <w:t>Temps d</w:t>
            </w:r>
            <w:r>
              <w:rPr>
                <w:sz w:val="18"/>
                <w:szCs w:val="18"/>
              </w:rPr>
              <w:t>’</w:t>
            </w:r>
            <w:r w:rsidRPr="00F503AD">
              <w:rPr>
                <w:sz w:val="18"/>
                <w:szCs w:val="18"/>
              </w:rPr>
              <w:t>extinction t</w:t>
            </w:r>
            <w:r w:rsidRPr="00F503AD">
              <w:rPr>
                <w:sz w:val="18"/>
                <w:szCs w:val="18"/>
                <w:vertAlign w:val="subscript"/>
              </w:rPr>
              <w:t>D</w:t>
            </w:r>
            <w:r w:rsidRPr="00F503AD">
              <w:rPr>
                <w:sz w:val="18"/>
                <w:szCs w:val="18"/>
              </w:rPr>
              <w:t xml:space="preserve"> (s)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66B356" w14:textId="77777777" w:rsidR="00577964" w:rsidRPr="00F503AD" w:rsidRDefault="00577964" w:rsidP="005A496D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F503AD">
              <w:rPr>
                <w:sz w:val="18"/>
                <w:szCs w:val="18"/>
              </w:rPr>
              <w:t>min.</w:t>
            </w:r>
          </w:p>
        </w:tc>
        <w:tc>
          <w:tcPr>
            <w:tcW w:w="3968" w:type="dxa"/>
            <w:tcBorders>
              <w:bottom w:val="single" w:sz="4" w:space="0" w:color="auto"/>
            </w:tcBorders>
            <w:shd w:val="clear" w:color="auto" w:fill="auto"/>
          </w:tcPr>
          <w:p w14:paraId="09FA9F38" w14:textId="77777777" w:rsidR="00577964" w:rsidRPr="00F503AD" w:rsidRDefault="00577964" w:rsidP="00577964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F503AD">
              <w:rPr>
                <w:sz w:val="18"/>
                <w:szCs w:val="18"/>
              </w:rPr>
              <w:t>0,1</w:t>
            </w:r>
          </w:p>
        </w:tc>
      </w:tr>
    </w:tbl>
    <w:p w14:paraId="13D38029" w14:textId="77777777" w:rsidR="00577964" w:rsidRPr="00F503AD" w:rsidRDefault="00577964" w:rsidP="00577964">
      <w:pPr>
        <w:ind w:right="1134"/>
        <w:jc w:val="right"/>
        <w:rPr>
          <w:b/>
          <w:sz w:val="28"/>
        </w:rPr>
      </w:pPr>
      <w:r>
        <w:t>. </w:t>
      </w:r>
      <w:r w:rsidRPr="00F503AD">
        <w:t>».</w:t>
      </w:r>
    </w:p>
    <w:p w14:paraId="33E85453" w14:textId="77777777" w:rsidR="00577964" w:rsidRPr="00F503AD" w:rsidRDefault="00577964" w:rsidP="0057796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 w:rsidRPr="00F503AD">
        <w:rPr>
          <w:u w:val="single"/>
        </w:rPr>
        <w:tab/>
      </w:r>
      <w:r w:rsidRPr="00F503AD">
        <w:rPr>
          <w:u w:val="single"/>
        </w:rPr>
        <w:tab/>
      </w:r>
      <w:r w:rsidRPr="00F503AD">
        <w:rPr>
          <w:u w:val="single"/>
        </w:rPr>
        <w:tab/>
      </w:r>
    </w:p>
    <w:p w14:paraId="72F7CD2A" w14:textId="77777777" w:rsidR="00F9573C" w:rsidRDefault="00F9573C" w:rsidP="00AF0CB5"/>
    <w:sectPr w:rsidR="00F9573C" w:rsidSect="0057796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11AE1" w14:textId="77777777" w:rsidR="00EB4F9E" w:rsidRDefault="00EB4F9E" w:rsidP="00F95C08">
      <w:pPr>
        <w:spacing w:line="240" w:lineRule="auto"/>
      </w:pPr>
    </w:p>
  </w:endnote>
  <w:endnote w:type="continuationSeparator" w:id="0">
    <w:p w14:paraId="0C8B1451" w14:textId="77777777" w:rsidR="00EB4F9E" w:rsidRPr="00AC3823" w:rsidRDefault="00EB4F9E" w:rsidP="00AC3823">
      <w:pPr>
        <w:pStyle w:val="Pieddepage"/>
      </w:pPr>
    </w:p>
  </w:endnote>
  <w:endnote w:type="continuationNotice" w:id="1">
    <w:p w14:paraId="14CD8EA8" w14:textId="77777777" w:rsidR="00EB4F9E" w:rsidRDefault="00EB4F9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65211" w14:textId="77777777" w:rsidR="00577964" w:rsidRPr="00577964" w:rsidRDefault="00577964" w:rsidP="00577964">
    <w:pPr>
      <w:pStyle w:val="Pieddepage"/>
      <w:tabs>
        <w:tab w:val="right" w:pos="9638"/>
      </w:tabs>
    </w:pPr>
    <w:r w:rsidRPr="00577964">
      <w:rPr>
        <w:b/>
        <w:sz w:val="18"/>
      </w:rPr>
      <w:fldChar w:fldCharType="begin"/>
    </w:r>
    <w:r w:rsidRPr="00577964">
      <w:rPr>
        <w:b/>
        <w:sz w:val="18"/>
      </w:rPr>
      <w:instrText xml:space="preserve"> PAGE  \* MERGEFORMAT </w:instrText>
    </w:r>
    <w:r w:rsidRPr="00577964">
      <w:rPr>
        <w:b/>
        <w:sz w:val="18"/>
      </w:rPr>
      <w:fldChar w:fldCharType="separate"/>
    </w:r>
    <w:r w:rsidRPr="00577964">
      <w:rPr>
        <w:b/>
        <w:noProof/>
        <w:sz w:val="18"/>
      </w:rPr>
      <w:t>2</w:t>
    </w:r>
    <w:r w:rsidRPr="00577964">
      <w:rPr>
        <w:b/>
        <w:sz w:val="18"/>
      </w:rPr>
      <w:fldChar w:fldCharType="end"/>
    </w:r>
    <w:r>
      <w:rPr>
        <w:b/>
        <w:sz w:val="18"/>
      </w:rPr>
      <w:tab/>
    </w:r>
    <w:r>
      <w:t>GE.20-17339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7AD8B" w14:textId="77777777" w:rsidR="00577964" w:rsidRPr="00577964" w:rsidRDefault="00577964" w:rsidP="00577964">
    <w:pPr>
      <w:pStyle w:val="Pieddepage"/>
      <w:tabs>
        <w:tab w:val="right" w:pos="9638"/>
      </w:tabs>
      <w:rPr>
        <w:b/>
        <w:sz w:val="18"/>
      </w:rPr>
    </w:pPr>
    <w:r>
      <w:t>GE.20-17339</w:t>
    </w:r>
    <w:r>
      <w:tab/>
    </w:r>
    <w:r w:rsidRPr="00577964">
      <w:rPr>
        <w:b/>
        <w:sz w:val="18"/>
      </w:rPr>
      <w:fldChar w:fldCharType="begin"/>
    </w:r>
    <w:r w:rsidRPr="00577964">
      <w:rPr>
        <w:b/>
        <w:sz w:val="18"/>
      </w:rPr>
      <w:instrText xml:space="preserve"> PAGE  \* MERGEFORMAT </w:instrText>
    </w:r>
    <w:r w:rsidRPr="00577964">
      <w:rPr>
        <w:b/>
        <w:sz w:val="18"/>
      </w:rPr>
      <w:fldChar w:fldCharType="separate"/>
    </w:r>
    <w:r w:rsidRPr="00577964">
      <w:rPr>
        <w:b/>
        <w:noProof/>
        <w:sz w:val="18"/>
      </w:rPr>
      <w:t>3</w:t>
    </w:r>
    <w:r w:rsidRPr="0057796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010D8" w14:textId="77777777" w:rsidR="007F20FA" w:rsidRPr="00577964" w:rsidRDefault="00577964" w:rsidP="00577964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5C988DA7" wp14:editId="637F363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20-17339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565657DE" wp14:editId="4975B18B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200121    200121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C0743" w14:textId="77777777" w:rsidR="00EB4F9E" w:rsidRPr="00AC3823" w:rsidRDefault="00EB4F9E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C766593" w14:textId="77777777" w:rsidR="00EB4F9E" w:rsidRPr="00AC3823" w:rsidRDefault="00EB4F9E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3040B60" w14:textId="77777777" w:rsidR="00EB4F9E" w:rsidRPr="00AC3823" w:rsidRDefault="00EB4F9E">
      <w:pPr>
        <w:spacing w:line="240" w:lineRule="auto"/>
        <w:rPr>
          <w:sz w:val="2"/>
          <w:szCs w:val="2"/>
        </w:rPr>
      </w:pPr>
    </w:p>
  </w:footnote>
  <w:footnote w:id="2">
    <w:p w14:paraId="43290FCA" w14:textId="77777777" w:rsidR="00577964" w:rsidRDefault="00577964" w:rsidP="00577964">
      <w:pPr>
        <w:pStyle w:val="Notedebasdepage"/>
        <w:rPr>
          <w:lang w:val="fr-FR"/>
        </w:rPr>
      </w:pPr>
      <w:r>
        <w:rPr>
          <w:rStyle w:val="Appelnotedebasdep"/>
        </w:rPr>
        <w:tab/>
      </w:r>
      <w:r w:rsidRPr="00047807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2020 tel qu’il figure dans le projet de budget-programme pour 2020 (A/74/6 (titre V, chap. 20), par. 20.37), le Forum mondial a pour mission d’élaborer, d’harmoniser et de mettre à jour les Règlements ONU en vue d’améliorer les caractéristiques fonctionnelles des véhicules. Le présent document est soumis conformément à ce mandat.</w:t>
      </w:r>
    </w:p>
    <w:p w14:paraId="194FA09C" w14:textId="77777777" w:rsidR="00577964" w:rsidRPr="00047807" w:rsidRDefault="00577964" w:rsidP="00577964">
      <w:pPr>
        <w:pStyle w:val="Notedebasdepage"/>
      </w:pPr>
      <w:r>
        <w:rPr>
          <w:lang w:val="fr-FR"/>
        </w:rPr>
        <w:tab/>
      </w:r>
      <w:r w:rsidRPr="00577964">
        <w:rPr>
          <w:sz w:val="20"/>
          <w:lang w:val="fr-FR"/>
        </w:rPr>
        <w:t>**</w:t>
      </w:r>
      <w:r>
        <w:rPr>
          <w:lang w:val="fr-FR"/>
        </w:rPr>
        <w:tab/>
      </w:r>
      <w:r w:rsidRPr="004F4EDB">
        <w:rPr>
          <w:lang w:val="fr-FR"/>
        </w:rPr>
        <w:t>Il a été convenu que le présent document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E95A2" w14:textId="09FD5083" w:rsidR="00577964" w:rsidRPr="00577964" w:rsidRDefault="00577964">
    <w:pPr>
      <w:pStyle w:val="En-tte"/>
    </w:pPr>
    <w:fldSimple w:instr=" TITLE  \* MERGEFORMAT ">
      <w:r w:rsidR="00AF4DAC">
        <w:t>ECE/TRANS/WP.29/2021/34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B1B4E" w14:textId="5042F91F" w:rsidR="00577964" w:rsidRPr="00577964" w:rsidRDefault="00577964" w:rsidP="00577964">
    <w:pPr>
      <w:pStyle w:val="En-tte"/>
      <w:jc w:val="right"/>
    </w:pPr>
    <w:fldSimple w:instr=" TITLE  \* MERGEFORMAT ">
      <w:r w:rsidR="00AF4DAC">
        <w:t>ECE/TRANS/WP.29/2021/34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9E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77964"/>
    <w:rsid w:val="00586ED3"/>
    <w:rsid w:val="00596AA9"/>
    <w:rsid w:val="005A496D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AF4DAC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B4F9E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48BA11A"/>
  <w15:docId w15:val="{9080C5AB-8D3D-431F-B0EE-8E6E2329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9DAB40-0706-4234-B85B-CBBA3F74C2A0}"/>
</file>

<file path=customXml/itemProps2.xml><?xml version="1.0" encoding="utf-8"?>
<ds:datastoreItem xmlns:ds="http://schemas.openxmlformats.org/officeDocument/2006/customXml" ds:itemID="{1E9D515E-EE89-43E7-A1A6-716656B6D8B2}"/>
</file>

<file path=customXml/itemProps3.xml><?xml version="1.0" encoding="utf-8"?>
<ds:datastoreItem xmlns:ds="http://schemas.openxmlformats.org/officeDocument/2006/customXml" ds:itemID="{1B7676EB-BB66-4409-8A91-FF2C5255BB34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3</TotalTime>
  <Pages>2</Pages>
  <Words>462</Words>
  <Characters>2460</Characters>
  <Application>Microsoft Office Word</Application>
  <DocSecurity>0</DocSecurity>
  <Lines>76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ECE/TRANS/WP.29/2021/34</vt:lpstr>
    </vt:vector>
  </TitlesOfParts>
  <Company>DCM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ECE/TRANS/WP.29/2021/34</dc:title>
  <dc:subject/>
  <dc:creator>Sandrine CLERE</dc:creator>
  <cp:keywords/>
  <cp:lastModifiedBy>Sandrine CLERE</cp:lastModifiedBy>
  <cp:revision>3</cp:revision>
  <cp:lastPrinted>2021-01-20T08:10:00Z</cp:lastPrinted>
  <dcterms:created xsi:type="dcterms:W3CDTF">2021-01-20T08:10:00Z</dcterms:created>
  <dcterms:modified xsi:type="dcterms:W3CDTF">2021-01-20T08:11:00Z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