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E38D28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AEC097" w14:textId="77777777" w:rsidR="002D5AAC" w:rsidRDefault="002D5AAC" w:rsidP="0019154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61F237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A0786E" w14:textId="77777777" w:rsidR="002D5AAC" w:rsidRDefault="00191548" w:rsidP="00191548">
            <w:pPr>
              <w:jc w:val="right"/>
            </w:pPr>
            <w:r w:rsidRPr="00191548">
              <w:rPr>
                <w:sz w:val="40"/>
              </w:rPr>
              <w:t>ECE</w:t>
            </w:r>
            <w:r>
              <w:t>/TRANS/WP.29/2021/33</w:t>
            </w:r>
          </w:p>
        </w:tc>
      </w:tr>
      <w:tr w:rsidR="002D5AAC" w:rsidRPr="00191548" w14:paraId="2734123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4F1523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88FDCBC" wp14:editId="3213EFF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EC0BA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286FECD" w14:textId="77777777" w:rsidR="002D5AAC" w:rsidRDefault="0019154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FE9B3BF" w14:textId="77777777" w:rsidR="00191548" w:rsidRDefault="00191548" w:rsidP="001915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23A185D9" w14:textId="77777777" w:rsidR="00191548" w:rsidRDefault="00191548" w:rsidP="001915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698990C" w14:textId="77777777" w:rsidR="00191548" w:rsidRPr="008D53B6" w:rsidRDefault="00191548" w:rsidP="001915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3AB8BF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7246CBA" w14:textId="77777777" w:rsidR="00191548" w:rsidRPr="00191548" w:rsidRDefault="00191548" w:rsidP="00191548">
      <w:pPr>
        <w:spacing w:before="120"/>
        <w:rPr>
          <w:sz w:val="28"/>
          <w:szCs w:val="28"/>
        </w:rPr>
      </w:pPr>
      <w:r w:rsidRPr="00191548">
        <w:rPr>
          <w:sz w:val="28"/>
          <w:szCs w:val="28"/>
        </w:rPr>
        <w:t>Комитет по внутреннему транспорту</w:t>
      </w:r>
    </w:p>
    <w:p w14:paraId="0B6BDCB0" w14:textId="77777777" w:rsidR="00191548" w:rsidRPr="00191548" w:rsidRDefault="00191548" w:rsidP="00191548">
      <w:pPr>
        <w:spacing w:before="120"/>
        <w:rPr>
          <w:b/>
          <w:sz w:val="24"/>
          <w:szCs w:val="24"/>
        </w:rPr>
      </w:pPr>
      <w:r w:rsidRPr="00191548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91548">
        <w:rPr>
          <w:b/>
          <w:bCs/>
          <w:sz w:val="24"/>
          <w:szCs w:val="24"/>
        </w:rPr>
        <w:t>в области транспортных средств</w:t>
      </w:r>
    </w:p>
    <w:p w14:paraId="43FDF97E" w14:textId="77777777" w:rsidR="00191548" w:rsidRPr="00981A42" w:rsidRDefault="00191548" w:rsidP="00191548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01594167" w14:textId="77777777" w:rsidR="00191548" w:rsidRPr="00981A42" w:rsidRDefault="00191548" w:rsidP="00191548">
      <w:r>
        <w:t>Женева, 9–11 марта 2021 года</w:t>
      </w:r>
    </w:p>
    <w:p w14:paraId="582EABBD" w14:textId="77777777" w:rsidR="00191548" w:rsidRPr="00981A42" w:rsidRDefault="00191548" w:rsidP="00191548">
      <w:r>
        <w:t>Пункт 4.9.6 предварительной повестки дня</w:t>
      </w:r>
    </w:p>
    <w:p w14:paraId="117F48A8" w14:textId="77777777" w:rsidR="00191548" w:rsidRDefault="00191548" w:rsidP="00191548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5B130F8D" w14:textId="77777777" w:rsidR="00E12C5F" w:rsidRDefault="00191548" w:rsidP="00191548"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</w:r>
      <w:r>
        <w:rPr>
          <w:b/>
          <w:bCs/>
        </w:rPr>
        <w:t>правилам ООН, представленных GRE</w:t>
      </w:r>
    </w:p>
    <w:p w14:paraId="054868BF" w14:textId="77777777" w:rsidR="00191548" w:rsidRPr="00981A42" w:rsidRDefault="00191548" w:rsidP="00191548">
      <w:pPr>
        <w:pStyle w:val="HChG"/>
      </w:pPr>
      <w:r>
        <w:tab/>
      </w:r>
      <w:r>
        <w:tab/>
        <w:t>Предложение по дополнению 1 к поправкам серии 03 к</w:t>
      </w:r>
      <w:r w:rsidR="00356FA8">
        <w:t> </w:t>
      </w:r>
      <w:r>
        <w:t>Правилам № 53 ООН (установка устройств освещения и световой сигнализации для транспортных средств категории L</w:t>
      </w:r>
      <w:r>
        <w:rPr>
          <w:vertAlign w:val="subscript"/>
        </w:rPr>
        <w:t>3</w:t>
      </w:r>
      <w:r>
        <w:t>)</w:t>
      </w:r>
    </w:p>
    <w:p w14:paraId="45E716AB" w14:textId="77777777" w:rsidR="00191548" w:rsidRPr="00981A42" w:rsidRDefault="00191548" w:rsidP="00191548">
      <w:pPr>
        <w:pStyle w:val="H1G"/>
        <w:rPr>
          <w:szCs w:val="24"/>
        </w:rPr>
      </w:pPr>
      <w:r>
        <w:tab/>
      </w:r>
      <w:r>
        <w:tab/>
        <w:t>Представлено Рабочей группой по вопросам освещения и световой сигнализации</w:t>
      </w:r>
      <w:r w:rsidRPr="00191548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191548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4D5D6933" w14:textId="77777777" w:rsidR="00191548" w:rsidRDefault="00191548" w:rsidP="00191548">
      <w:pPr>
        <w:pStyle w:val="SingleTxtG"/>
      </w:pPr>
      <w:r>
        <w:tab/>
      </w: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37). Он основан на документе ECE/TRANS/WP.29/</w:t>
      </w:r>
      <w:r w:rsidR="00356FA8">
        <w:t xml:space="preserve"> </w:t>
      </w:r>
      <w:r>
        <w:t>GRE/2020/19.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1399A385" w14:textId="77777777" w:rsidR="00191548" w:rsidRDefault="0019154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822DE91" w14:textId="77777777" w:rsidR="00191548" w:rsidRPr="00981A42" w:rsidRDefault="00191548" w:rsidP="00191548">
      <w:pPr>
        <w:pStyle w:val="SingleTxtG"/>
        <w:ind w:left="2268" w:right="991" w:hanging="1134"/>
        <w:rPr>
          <w:iCs/>
          <w:kern w:val="2"/>
        </w:rPr>
      </w:pPr>
      <w:r w:rsidRPr="00981A42">
        <w:rPr>
          <w:i/>
          <w:iCs/>
        </w:rPr>
        <w:lastRenderedPageBreak/>
        <w:t>Пункт 3.2.4</w:t>
      </w:r>
      <w:r w:rsidRPr="00981A42">
        <w:t xml:space="preserve"> изменить следующим образом:</w:t>
      </w:r>
    </w:p>
    <w:p w14:paraId="3CC10B76" w14:textId="77777777" w:rsidR="00191548" w:rsidRPr="00981A42" w:rsidRDefault="00356FA8" w:rsidP="00356FA8">
      <w:pPr>
        <w:pStyle w:val="SingleTxtG"/>
        <w:tabs>
          <w:tab w:val="clear" w:pos="1701"/>
        </w:tabs>
        <w:ind w:left="2268" w:right="991" w:hanging="1134"/>
        <w:rPr>
          <w:iCs/>
          <w:kern w:val="2"/>
        </w:rPr>
      </w:pPr>
      <w:r>
        <w:t>«</w:t>
      </w:r>
      <w:r w:rsidR="00191548" w:rsidRPr="00981A42">
        <w:t>3.2.4</w:t>
      </w:r>
      <w:r w:rsidR="00191548" w:rsidRPr="00981A42">
        <w:tab/>
        <w:t>в случае необходимости (для проверки соответствия требованиям настоящих Правил) схема или схемы компоновки каждого огня с указанием освещающей поверхности, определение которой приведено в пункте 2.5.1 выше, светоизлучающей поверхности, определение которой приведено в пункте 2.4 выше, исходной оси, определение которой приведено в Правилах № 48 ООН, и исходного центра, определение которого приведено в Правилах № 48 ООН. Эта информация не является обязательной для фонаря освещения заднего регистрационного знака (см. определение в Правилах № 48 ООН)</w:t>
      </w:r>
      <w:r>
        <w:t>»</w:t>
      </w:r>
      <w:r w:rsidR="00191548" w:rsidRPr="00981A42">
        <w:t>.</w:t>
      </w:r>
    </w:p>
    <w:p w14:paraId="54E17CD7" w14:textId="77777777" w:rsidR="00191548" w:rsidRPr="00981A42" w:rsidRDefault="00191548" w:rsidP="00191548">
      <w:pPr>
        <w:pStyle w:val="SingleTxtG"/>
        <w:ind w:left="2268" w:right="991" w:hanging="1134"/>
        <w:rPr>
          <w:iCs/>
          <w:kern w:val="2"/>
        </w:rPr>
      </w:pPr>
      <w:r w:rsidRPr="00981A42">
        <w:rPr>
          <w:i/>
          <w:iCs/>
        </w:rPr>
        <w:t>Пункт 5.9</w:t>
      </w:r>
      <w:r w:rsidRPr="00981A42">
        <w:t xml:space="preserve"> изменить следующим образом:</w:t>
      </w:r>
    </w:p>
    <w:p w14:paraId="697F2F2D" w14:textId="77777777" w:rsidR="00191548" w:rsidRDefault="00356FA8" w:rsidP="00191548">
      <w:pPr>
        <w:pStyle w:val="SingleTxtG"/>
        <w:tabs>
          <w:tab w:val="clear" w:pos="1701"/>
        </w:tabs>
        <w:ind w:left="2268" w:right="991" w:hanging="1134"/>
      </w:pPr>
      <w:r>
        <w:t>«</w:t>
      </w:r>
      <w:r w:rsidR="00191548" w:rsidRPr="00981A42">
        <w:t>5.9</w:t>
      </w:r>
      <w:r w:rsidR="00191548" w:rsidRPr="00981A42">
        <w:tab/>
        <w:t>Никакой свет красного цвета, который мог бы вводить в заблуждение, не</w:t>
      </w:r>
      <w:r>
        <w:t> </w:t>
      </w:r>
      <w:r w:rsidR="00191548" w:rsidRPr="00981A42">
        <w:t>должен излучаться в направлении вперед огнем, определение которого приведено в пункте 2.3, и никакой свет белого цвета, который мог бы вводить в заблуждение, не должен излучаться в направлении назад огнем, определение которого приведено в пункте 2.3. Световые устройства, установленные в целях внутреннего освещения транспортного средства, в</w:t>
      </w:r>
      <w:r w:rsidR="00191548">
        <w:t> </w:t>
      </w:r>
      <w:r w:rsidR="00191548" w:rsidRPr="00981A42">
        <w:t xml:space="preserve">расчет не принимают. В случае сомнений соответствие данному </w:t>
      </w:r>
      <w:r w:rsidR="00191548" w:rsidRPr="00356FA8">
        <w:rPr>
          <w:spacing w:val="-2"/>
        </w:rPr>
        <w:t>требованию проверяют следующим образом (см. чертеж в приложении 4):</w:t>
      </w:r>
      <w:r w:rsidRPr="00356FA8">
        <w:rPr>
          <w:spacing w:val="-2"/>
        </w:rPr>
        <w:t>».</w:t>
      </w:r>
    </w:p>
    <w:p w14:paraId="4F41C0D7" w14:textId="77777777" w:rsidR="00191548" w:rsidRPr="00191548" w:rsidRDefault="00191548" w:rsidP="0019154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91548" w:rsidRPr="00191548" w:rsidSect="0019154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C727A" w14:textId="77777777" w:rsidR="00BA473C" w:rsidRPr="00A312BC" w:rsidRDefault="00BA473C" w:rsidP="00A312BC"/>
  </w:endnote>
  <w:endnote w:type="continuationSeparator" w:id="0">
    <w:p w14:paraId="575082AD" w14:textId="77777777" w:rsidR="00BA473C" w:rsidRPr="00A312BC" w:rsidRDefault="00BA473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52360" w14:textId="77777777" w:rsidR="00191548" w:rsidRPr="00191548" w:rsidRDefault="00191548">
    <w:pPr>
      <w:pStyle w:val="a8"/>
    </w:pPr>
    <w:r w:rsidRPr="00191548">
      <w:rPr>
        <w:b/>
        <w:sz w:val="18"/>
      </w:rPr>
      <w:fldChar w:fldCharType="begin"/>
    </w:r>
    <w:r w:rsidRPr="00191548">
      <w:rPr>
        <w:b/>
        <w:sz w:val="18"/>
      </w:rPr>
      <w:instrText xml:space="preserve"> PAGE  \* MERGEFORMAT </w:instrText>
    </w:r>
    <w:r w:rsidRPr="00191548">
      <w:rPr>
        <w:b/>
        <w:sz w:val="18"/>
      </w:rPr>
      <w:fldChar w:fldCharType="separate"/>
    </w:r>
    <w:r w:rsidRPr="00191548">
      <w:rPr>
        <w:b/>
        <w:noProof/>
        <w:sz w:val="18"/>
      </w:rPr>
      <w:t>2</w:t>
    </w:r>
    <w:r w:rsidRPr="00191548">
      <w:rPr>
        <w:b/>
        <w:sz w:val="18"/>
      </w:rPr>
      <w:fldChar w:fldCharType="end"/>
    </w:r>
    <w:r>
      <w:rPr>
        <w:b/>
        <w:sz w:val="18"/>
      </w:rPr>
      <w:tab/>
    </w:r>
    <w:r>
      <w:t>GE.20-17338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9F847" w14:textId="77777777" w:rsidR="00191548" w:rsidRPr="00191548" w:rsidRDefault="00191548" w:rsidP="00191548">
    <w:pPr>
      <w:pStyle w:val="a8"/>
      <w:tabs>
        <w:tab w:val="clear" w:pos="9639"/>
        <w:tab w:val="right" w:pos="9638"/>
      </w:tabs>
      <w:rPr>
        <w:b/>
        <w:sz w:val="18"/>
      </w:rPr>
    </w:pPr>
    <w:r>
      <w:t>GE.20-17338</w:t>
    </w:r>
    <w:r>
      <w:tab/>
    </w:r>
    <w:r w:rsidRPr="00191548">
      <w:rPr>
        <w:b/>
        <w:sz w:val="18"/>
      </w:rPr>
      <w:fldChar w:fldCharType="begin"/>
    </w:r>
    <w:r w:rsidRPr="00191548">
      <w:rPr>
        <w:b/>
        <w:sz w:val="18"/>
      </w:rPr>
      <w:instrText xml:space="preserve"> PAGE  \* MERGEFORMAT </w:instrText>
    </w:r>
    <w:r w:rsidRPr="00191548">
      <w:rPr>
        <w:b/>
        <w:sz w:val="18"/>
      </w:rPr>
      <w:fldChar w:fldCharType="separate"/>
    </w:r>
    <w:r w:rsidRPr="00191548">
      <w:rPr>
        <w:b/>
        <w:noProof/>
        <w:sz w:val="18"/>
      </w:rPr>
      <w:t>3</w:t>
    </w:r>
    <w:r w:rsidRPr="0019154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0AC88" w14:textId="77777777" w:rsidR="00042B72" w:rsidRPr="00191548" w:rsidRDefault="00191548" w:rsidP="0019154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6F11C20" wp14:editId="3AD0C60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17338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5338EC5" wp14:editId="25F8D4B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6FA8"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719EF" w14:textId="77777777" w:rsidR="00BA473C" w:rsidRPr="001075E9" w:rsidRDefault="00BA473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769490" w14:textId="77777777" w:rsidR="00BA473C" w:rsidRDefault="00BA473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60620D7" w14:textId="77777777" w:rsidR="00191548" w:rsidRPr="00981A42" w:rsidRDefault="00191548" w:rsidP="00191548">
      <w:pPr>
        <w:pStyle w:val="ad"/>
      </w:pPr>
      <w:r>
        <w:tab/>
      </w:r>
      <w:r w:rsidRPr="00191548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</w:t>
      </w:r>
      <w:bookmarkStart w:id="0" w:name="_GoBack"/>
      <w:bookmarkEnd w:id="0"/>
      <w:r>
        <w:t>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4426AB33" w14:textId="77777777" w:rsidR="00191548" w:rsidRPr="00981A42" w:rsidRDefault="00191548" w:rsidP="00191548">
      <w:pPr>
        <w:pStyle w:val="ad"/>
      </w:pPr>
      <w:r>
        <w:tab/>
      </w:r>
      <w:r w:rsidRPr="00191548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4F9" w14:textId="391B15E2" w:rsidR="00191548" w:rsidRPr="00191548" w:rsidRDefault="00191548">
    <w:pPr>
      <w:pStyle w:val="a5"/>
    </w:pPr>
    <w:fldSimple w:instr=" TITLE  \* MERGEFORMAT ">
      <w:r w:rsidR="00D06EAC">
        <w:t>ECE/TRANS/WP.29/2021/33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099C4" w14:textId="6BC9F3B1" w:rsidR="00191548" w:rsidRPr="00191548" w:rsidRDefault="00191548" w:rsidP="00191548">
    <w:pPr>
      <w:pStyle w:val="a5"/>
      <w:jc w:val="right"/>
    </w:pPr>
    <w:fldSimple w:instr=" TITLE  \* MERGEFORMAT ">
      <w:r w:rsidR="00D06EAC">
        <w:t>ECE/TRANS/WP.29/2021/33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73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1548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6FA8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473C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6EAC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5B0B65"/>
  <w15:docId w15:val="{AA066A8E-12AC-4DE4-973F-D2FF55AA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191548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19154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EDEE3-B3C3-4494-BA0D-A5C18E37D84A}"/>
</file>

<file path=customXml/itemProps2.xml><?xml version="1.0" encoding="utf-8"?>
<ds:datastoreItem xmlns:ds="http://schemas.openxmlformats.org/officeDocument/2006/customXml" ds:itemID="{0C39D7FF-C7C4-409A-A8E1-01CEE7C23F5E}"/>
</file>

<file path=customXml/itemProps3.xml><?xml version="1.0" encoding="utf-8"?>
<ds:datastoreItem xmlns:ds="http://schemas.openxmlformats.org/officeDocument/2006/customXml" ds:itemID="{8C9D6BBA-A47C-4CFC-B178-D81BF2DDDC16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4</TotalTime>
  <Pages>2</Pages>
  <Words>309</Words>
  <Characters>2048</Characters>
  <Application>Microsoft Office Word</Application>
  <DocSecurity>0</DocSecurity>
  <Lines>53</Lines>
  <Paragraphs>25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ECE/TRANS/WP.29/2021/33</vt:lpstr>
      <vt:lpstr>A/</vt:lpstr>
      <vt:lpstr>A/</vt:lpstr>
    </vt:vector>
  </TitlesOfParts>
  <Company>DCM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ECE/TRANS/WP.29/2021/33</dc:title>
  <dc:subject/>
  <dc:creator>Marina KOROTKOVA</dc:creator>
  <cp:keywords/>
  <cp:lastModifiedBy>Marina KOROTKOVA</cp:lastModifiedBy>
  <cp:revision>3</cp:revision>
  <cp:lastPrinted>2020-12-22T09:32:00Z</cp:lastPrinted>
  <dcterms:created xsi:type="dcterms:W3CDTF">2020-12-22T09:32:00Z</dcterms:created>
  <dcterms:modified xsi:type="dcterms:W3CDTF">2020-12-22T09:33:00Z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