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660645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09499A0" w14:textId="77777777" w:rsidR="002D5AAC" w:rsidRDefault="002D5AAC" w:rsidP="00326F8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FD6882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431679B" w14:textId="77777777" w:rsidR="002D5AAC" w:rsidRDefault="00326F8D" w:rsidP="00326F8D">
            <w:pPr>
              <w:jc w:val="right"/>
            </w:pPr>
            <w:r w:rsidRPr="00326F8D">
              <w:rPr>
                <w:sz w:val="40"/>
              </w:rPr>
              <w:t>ECE</w:t>
            </w:r>
            <w:r>
              <w:t>/TRANS/WP.29/2021/29</w:t>
            </w:r>
          </w:p>
        </w:tc>
      </w:tr>
      <w:tr w:rsidR="002D5AAC" w:rsidRPr="003F21C1" w14:paraId="282B830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F594C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43239F1" wp14:editId="15E5794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595AD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0FF3EC1" w14:textId="77777777" w:rsidR="002D5AAC" w:rsidRDefault="00326F8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B17389E" w14:textId="77777777" w:rsidR="00326F8D" w:rsidRDefault="00326F8D" w:rsidP="00326F8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44E402AE" w14:textId="77777777" w:rsidR="00326F8D" w:rsidRDefault="00326F8D" w:rsidP="00326F8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A479BA8" w14:textId="77777777" w:rsidR="00326F8D" w:rsidRPr="008D53B6" w:rsidRDefault="00326F8D" w:rsidP="00326F8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84F6FDA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A82C7C7" w14:textId="77777777" w:rsidR="00326F8D" w:rsidRPr="00326F8D" w:rsidRDefault="00326F8D" w:rsidP="00326F8D">
      <w:pPr>
        <w:spacing w:before="120"/>
        <w:rPr>
          <w:sz w:val="28"/>
          <w:szCs w:val="28"/>
        </w:rPr>
      </w:pPr>
      <w:r w:rsidRPr="00326F8D">
        <w:rPr>
          <w:sz w:val="28"/>
          <w:szCs w:val="28"/>
        </w:rPr>
        <w:t>Комитет по внутреннему транспорту</w:t>
      </w:r>
    </w:p>
    <w:p w14:paraId="5636DF01" w14:textId="77777777" w:rsidR="00326F8D" w:rsidRPr="00326F8D" w:rsidRDefault="00326F8D" w:rsidP="00326F8D">
      <w:pPr>
        <w:spacing w:before="120"/>
        <w:rPr>
          <w:b/>
          <w:sz w:val="24"/>
          <w:szCs w:val="24"/>
        </w:rPr>
      </w:pPr>
      <w:r w:rsidRPr="00326F8D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326F8D">
        <w:rPr>
          <w:b/>
          <w:bCs/>
          <w:sz w:val="24"/>
          <w:szCs w:val="24"/>
        </w:rPr>
        <w:t>в области транспортных средств</w:t>
      </w:r>
    </w:p>
    <w:p w14:paraId="12160EAB" w14:textId="6C480050" w:rsidR="00326F8D" w:rsidRPr="00981A42" w:rsidRDefault="003F21C1" w:rsidP="00326F8D">
      <w:pPr>
        <w:tabs>
          <w:tab w:val="center" w:pos="4819"/>
        </w:tabs>
        <w:spacing w:before="120"/>
        <w:rPr>
          <w:b/>
        </w:rPr>
      </w:pPr>
      <w:r>
        <w:rPr>
          <w:b/>
          <w:bCs/>
          <w:lang w:val="en-US"/>
        </w:rPr>
        <w:t>183-</w:t>
      </w:r>
      <w:r>
        <w:rPr>
          <w:b/>
          <w:bCs/>
        </w:rPr>
        <w:t>я</w:t>
      </w:r>
      <w:bookmarkStart w:id="0" w:name="_GoBack"/>
      <w:bookmarkEnd w:id="0"/>
      <w:r w:rsidR="00326F8D">
        <w:rPr>
          <w:b/>
          <w:bCs/>
        </w:rPr>
        <w:t xml:space="preserve"> сессия</w:t>
      </w:r>
    </w:p>
    <w:p w14:paraId="733D7FC6" w14:textId="77777777" w:rsidR="00326F8D" w:rsidRPr="00981A42" w:rsidRDefault="00326F8D" w:rsidP="00326F8D">
      <w:r>
        <w:t>Женева, 9–11 марта 2021 года</w:t>
      </w:r>
    </w:p>
    <w:p w14:paraId="195BBDFA" w14:textId="77777777" w:rsidR="00326F8D" w:rsidRPr="00981A42" w:rsidRDefault="00326F8D" w:rsidP="00326F8D">
      <w:r>
        <w:t>Пункт 4.9.</w:t>
      </w:r>
      <w:r w:rsidRPr="00595D98">
        <w:t>2</w:t>
      </w:r>
      <w:r>
        <w:t xml:space="preserve"> предварительной повестки дня</w:t>
      </w:r>
    </w:p>
    <w:p w14:paraId="6F93DAC9" w14:textId="77777777" w:rsidR="00326F8D" w:rsidRDefault="00326F8D" w:rsidP="00326F8D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163D4F5A" w14:textId="77777777" w:rsidR="00326F8D" w:rsidRDefault="00326F8D" w:rsidP="00326F8D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4919ECC3" w14:textId="77777777" w:rsidR="00326F8D" w:rsidRPr="00981A42" w:rsidRDefault="00326F8D" w:rsidP="00326F8D">
      <w:pPr>
        <w:rPr>
          <w:b/>
        </w:rPr>
      </w:pPr>
      <w:r>
        <w:rPr>
          <w:b/>
          <w:bCs/>
        </w:rPr>
        <w:t>правилам ООН, представленных GRE</w:t>
      </w:r>
    </w:p>
    <w:p w14:paraId="029CD01B" w14:textId="77777777" w:rsidR="00326F8D" w:rsidRPr="00981A42" w:rsidRDefault="00326F8D" w:rsidP="00326F8D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C6397C">
        <w:rPr>
          <w:bCs/>
        </w:rPr>
        <w:t>1</w:t>
      </w:r>
      <w:r w:rsidRPr="00977989">
        <w:rPr>
          <w:bCs/>
        </w:rPr>
        <w:t>4</w:t>
      </w:r>
      <w:r>
        <w:rPr>
          <w:bCs/>
        </w:rPr>
        <w:t xml:space="preserve"> к поправкам серии 0</w:t>
      </w:r>
      <w:r w:rsidRPr="00977989">
        <w:rPr>
          <w:bCs/>
        </w:rPr>
        <w:t>5</w:t>
      </w:r>
      <w:r>
        <w:rPr>
          <w:bCs/>
        </w:rPr>
        <w:t xml:space="preserve"> к</w:t>
      </w:r>
      <w:r>
        <w:rPr>
          <w:bCs/>
          <w:lang w:val="fr-CH"/>
        </w:rPr>
        <w:t> </w:t>
      </w:r>
      <w:r>
        <w:rPr>
          <w:bCs/>
        </w:rPr>
        <w:t xml:space="preserve">Правилам № </w:t>
      </w:r>
      <w:r w:rsidRPr="00BC0BBE">
        <w:rPr>
          <w:bCs/>
        </w:rPr>
        <w:t>48</w:t>
      </w:r>
      <w:r>
        <w:rPr>
          <w:bCs/>
        </w:rPr>
        <w:t xml:space="preserve"> ООН (установка устройств освещения и световой сигнализации)</w:t>
      </w:r>
    </w:p>
    <w:p w14:paraId="54E8586D" w14:textId="77777777" w:rsidR="00326F8D" w:rsidRPr="00981A42" w:rsidRDefault="00326F8D" w:rsidP="00326F8D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326F8D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326F8D">
        <w:rPr>
          <w:rStyle w:val="aa"/>
          <w:sz w:val="28"/>
          <w:szCs w:val="28"/>
          <w:vertAlign w:val="baseline"/>
        </w:rPr>
        <w:t xml:space="preserve"> </w:t>
      </w:r>
      <w:r w:rsidRPr="00326F8D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1" w:name="_Hlk58837629"/>
      <w:bookmarkEnd w:id="1"/>
    </w:p>
    <w:p w14:paraId="7095256A" w14:textId="77777777" w:rsidR="00326F8D" w:rsidRPr="00981A42" w:rsidRDefault="00326F8D" w:rsidP="00326F8D">
      <w:pPr>
        <w:pStyle w:val="SingleTxtG"/>
        <w:ind w:firstLine="567"/>
      </w:pPr>
      <w:r>
        <w:t xml:space="preserve"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</w:t>
      </w:r>
      <w:r w:rsidRPr="00AA0A22">
        <w:t>22</w:t>
      </w:r>
      <w:r>
        <w:t>). Он основан на документе ECE/TRANS/WP.29/</w:t>
      </w:r>
      <w:r w:rsidR="00C50433">
        <w:br/>
      </w:r>
      <w:r>
        <w:t>GRE/2020/</w:t>
      </w:r>
      <w:r w:rsidRPr="007E3984">
        <w:t xml:space="preserve">3 </w:t>
      </w:r>
      <w:r>
        <w:t xml:space="preserve">и неофициальном документе </w:t>
      </w:r>
      <w:r>
        <w:rPr>
          <w:lang w:val="en-US"/>
        </w:rPr>
        <w:t>GRE</w:t>
      </w:r>
      <w:r w:rsidRPr="007E3984">
        <w:t>-83-52</w:t>
      </w:r>
      <w:r>
        <w:t>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24C93FDB" w14:textId="77777777" w:rsidR="00326F8D" w:rsidRPr="00981A42" w:rsidRDefault="00326F8D" w:rsidP="00326F8D">
      <w:pPr>
        <w:pStyle w:val="SingleTxtG"/>
        <w:ind w:firstLine="567"/>
      </w:pPr>
    </w:p>
    <w:p w14:paraId="57A38136" w14:textId="77777777" w:rsidR="00326F8D" w:rsidRPr="00981A42" w:rsidRDefault="00326F8D" w:rsidP="00326F8D">
      <w:pPr>
        <w:pStyle w:val="SingleTxtG"/>
        <w:ind w:firstLine="567"/>
      </w:pPr>
      <w:r w:rsidRPr="00981A42">
        <w:br w:type="page"/>
      </w:r>
    </w:p>
    <w:p w14:paraId="36A0C77D" w14:textId="77777777" w:rsidR="00326F8D" w:rsidRDefault="00326F8D" w:rsidP="00326F8D">
      <w:pPr>
        <w:pStyle w:val="SingleTxtG"/>
        <w:rPr>
          <w:i/>
        </w:rPr>
      </w:pPr>
      <w:r w:rsidRPr="00CA4433">
        <w:rPr>
          <w:i/>
        </w:rPr>
        <w:lastRenderedPageBreak/>
        <w:t>Пункт 6.2.4.2</w:t>
      </w:r>
      <w:r w:rsidRPr="00CA4433">
        <w:t xml:space="preserve"> изменить следующим образом:</w:t>
      </w:r>
    </w:p>
    <w:p w14:paraId="5111DC34" w14:textId="77777777" w:rsidR="00326F8D" w:rsidRPr="00CA4433" w:rsidRDefault="00C50433" w:rsidP="00326F8D">
      <w:pPr>
        <w:pStyle w:val="SingleTxtG"/>
        <w:ind w:left="2268" w:hanging="1134"/>
        <w:rPr>
          <w:bCs/>
          <w:color w:val="000000"/>
        </w:rPr>
      </w:pPr>
      <w:r w:rsidRPr="00C50433">
        <w:t>«</w:t>
      </w:r>
      <w:r w:rsidR="00326F8D" w:rsidRPr="00CA4433">
        <w:t>6.2.4.2</w:t>
      </w:r>
      <w:r w:rsidR="00326F8D" w:rsidRPr="00CA4433">
        <w:tab/>
      </w:r>
      <w:r w:rsidR="00326F8D" w:rsidRPr="00CA4433">
        <w:rPr>
          <w:color w:val="000000"/>
        </w:rPr>
        <w:t xml:space="preserve">По высоте: не менее 500 мм и не более 1200 мм над уровнем грунта. </w:t>
      </w:r>
      <w:r w:rsidR="006B5052">
        <w:rPr>
          <w:color w:val="000000"/>
        </w:rPr>
        <w:br/>
      </w:r>
      <w:r w:rsidR="00326F8D" w:rsidRPr="00CA4433">
        <w:rPr>
          <w:color w:val="000000"/>
        </w:rPr>
        <w:t>Для транспортных средств категори</w:t>
      </w:r>
      <w:r w:rsidR="00326F8D">
        <w:rPr>
          <w:color w:val="000000"/>
        </w:rPr>
        <w:t>й</w:t>
      </w:r>
      <w:r w:rsidR="00326F8D" w:rsidRPr="00CA4433">
        <w:rPr>
          <w:color w:val="000000"/>
        </w:rPr>
        <w:t xml:space="preserve"> </w:t>
      </w:r>
      <w:r w:rsidR="00326F8D" w:rsidRPr="00CA4433">
        <w:rPr>
          <w:bCs/>
          <w:color w:val="000000"/>
          <w:lang w:val="en-US"/>
        </w:rPr>
        <w:t>N</w:t>
      </w:r>
      <w:r w:rsidR="00326F8D" w:rsidRPr="00CA4433">
        <w:rPr>
          <w:bCs/>
          <w:color w:val="000000"/>
          <w:vertAlign w:val="subscript"/>
        </w:rPr>
        <w:t>2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N</w:t>
      </w:r>
      <w:r w:rsidR="00326F8D" w:rsidRPr="00CA4433">
        <w:rPr>
          <w:bCs/>
          <w:color w:val="000000"/>
          <w:vertAlign w:val="subscript"/>
        </w:rPr>
        <w:t>3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M</w:t>
      </w:r>
      <w:r w:rsidR="00326F8D" w:rsidRPr="00CA4433">
        <w:rPr>
          <w:bCs/>
          <w:color w:val="000000"/>
          <w:vertAlign w:val="subscript"/>
        </w:rPr>
        <w:t>2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M</w:t>
      </w:r>
      <w:r w:rsidR="00326F8D" w:rsidRPr="00CA4433">
        <w:rPr>
          <w:bCs/>
          <w:color w:val="000000"/>
          <w:vertAlign w:val="subscript"/>
        </w:rPr>
        <w:t>3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 (повышенной проходимости)</w:t>
      </w:r>
      <w:r w:rsidR="00326F8D" w:rsidRPr="00C50433">
        <w:rPr>
          <w:color w:val="000000"/>
          <w:sz w:val="18"/>
          <w:szCs w:val="18"/>
          <w:vertAlign w:val="superscript"/>
        </w:rPr>
        <w:t>10</w:t>
      </w:r>
      <w:r w:rsidR="00326F8D" w:rsidRPr="00CA4433">
        <w:rPr>
          <w:bCs/>
          <w:color w:val="000000"/>
        </w:rPr>
        <w:t xml:space="preserve"> максимальная высота может быть увеличена до 1500</w:t>
      </w:r>
      <w:r>
        <w:rPr>
          <w:bCs/>
          <w:color w:val="000000"/>
        </w:rPr>
        <w:t> </w:t>
      </w:r>
      <w:r w:rsidR="00326F8D" w:rsidRPr="00CA4433">
        <w:rPr>
          <w:bCs/>
          <w:color w:val="000000"/>
        </w:rPr>
        <w:t>мм</w:t>
      </w:r>
      <w:r>
        <w:t>»</w:t>
      </w:r>
      <w:r w:rsidR="00326F8D" w:rsidRPr="00CA4433">
        <w:rPr>
          <w:bCs/>
          <w:color w:val="000000"/>
        </w:rPr>
        <w:t>.</w:t>
      </w:r>
    </w:p>
    <w:p w14:paraId="35398FE8" w14:textId="77777777" w:rsidR="00326F8D" w:rsidRPr="00CA4433" w:rsidRDefault="00326F8D" w:rsidP="00326F8D">
      <w:pPr>
        <w:pStyle w:val="SingleTxtG"/>
        <w:ind w:left="2268" w:hanging="1134"/>
        <w:rPr>
          <w:bCs/>
          <w:color w:val="000000"/>
        </w:rPr>
      </w:pPr>
      <w:r w:rsidRPr="00CA4433">
        <w:rPr>
          <w:bCs/>
          <w:i/>
        </w:rPr>
        <w:t>Пункт 6.4.4.2</w:t>
      </w:r>
      <w:r w:rsidRPr="00CA4433">
        <w:rPr>
          <w:bCs/>
        </w:rPr>
        <w:t xml:space="preserve"> изменить следующим образом:</w:t>
      </w:r>
    </w:p>
    <w:p w14:paraId="7C528906" w14:textId="77777777" w:rsidR="00326F8D" w:rsidRPr="00CA4433" w:rsidRDefault="00E1647E" w:rsidP="00326F8D">
      <w:pPr>
        <w:pStyle w:val="SingleTxtG"/>
        <w:ind w:left="2268" w:hanging="1134"/>
        <w:rPr>
          <w:bCs/>
          <w:color w:val="000000"/>
        </w:rPr>
      </w:pPr>
      <w:r>
        <w:t>«</w:t>
      </w:r>
      <w:r w:rsidR="00326F8D" w:rsidRPr="00CA4433">
        <w:rPr>
          <w:bCs/>
          <w:color w:val="000000"/>
        </w:rPr>
        <w:t>6.4.4.2</w:t>
      </w:r>
      <w:r w:rsidR="00326F8D" w:rsidRPr="00CA4433">
        <w:rPr>
          <w:bCs/>
        </w:rPr>
        <w:tab/>
      </w:r>
      <w:r w:rsidR="00326F8D" w:rsidRPr="00CA4433">
        <w:rPr>
          <w:bCs/>
          <w:color w:val="000000"/>
        </w:rPr>
        <w:t>По высоте: не менее 250 мм и не более 1200 мм над уровнем грунта. Для транспортных средств категори</w:t>
      </w:r>
      <w:r w:rsidR="00326F8D">
        <w:rPr>
          <w:bCs/>
          <w:color w:val="000000"/>
        </w:rPr>
        <w:t>й</w:t>
      </w:r>
      <w:r w:rsidR="00326F8D" w:rsidRPr="00CA4433">
        <w:rPr>
          <w:bCs/>
          <w:color w:val="000000"/>
        </w:rPr>
        <w:t xml:space="preserve"> </w:t>
      </w:r>
      <w:r w:rsidR="00326F8D" w:rsidRPr="00CA4433">
        <w:rPr>
          <w:bCs/>
          <w:color w:val="000000"/>
          <w:lang w:val="en-US"/>
        </w:rPr>
        <w:t>N</w:t>
      </w:r>
      <w:r w:rsidR="00326F8D" w:rsidRPr="00CA4433">
        <w:rPr>
          <w:bCs/>
          <w:color w:val="000000"/>
          <w:vertAlign w:val="subscript"/>
        </w:rPr>
        <w:t>2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N</w:t>
      </w:r>
      <w:r w:rsidR="00326F8D" w:rsidRPr="00CA4433">
        <w:rPr>
          <w:bCs/>
          <w:color w:val="000000"/>
          <w:vertAlign w:val="subscript"/>
        </w:rPr>
        <w:t>3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M</w:t>
      </w:r>
      <w:r w:rsidR="00326F8D" w:rsidRPr="00CA4433">
        <w:rPr>
          <w:bCs/>
          <w:color w:val="000000"/>
          <w:vertAlign w:val="subscript"/>
        </w:rPr>
        <w:t>2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M</w:t>
      </w:r>
      <w:r w:rsidR="00326F8D" w:rsidRPr="00CA4433">
        <w:rPr>
          <w:bCs/>
          <w:color w:val="000000"/>
          <w:vertAlign w:val="subscript"/>
        </w:rPr>
        <w:t>3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 (повышенной проходимости) максимальная высота может быть увеличена до 1400 мм</w:t>
      </w:r>
      <w:r>
        <w:t>»</w:t>
      </w:r>
      <w:r w:rsidR="00326F8D" w:rsidRPr="00CA4433">
        <w:rPr>
          <w:bCs/>
          <w:color w:val="000000"/>
        </w:rPr>
        <w:t>.</w:t>
      </w:r>
    </w:p>
    <w:p w14:paraId="055FB1E8" w14:textId="77777777" w:rsidR="00326F8D" w:rsidRPr="00CA4433" w:rsidRDefault="00326F8D" w:rsidP="00326F8D">
      <w:pPr>
        <w:pStyle w:val="SingleTxtG"/>
        <w:ind w:left="2268" w:hanging="1134"/>
        <w:rPr>
          <w:bCs/>
          <w:i/>
        </w:rPr>
      </w:pPr>
      <w:r w:rsidRPr="00CA4433">
        <w:rPr>
          <w:bCs/>
          <w:i/>
        </w:rPr>
        <w:t>Пункт 6.11.4.2</w:t>
      </w:r>
      <w:r w:rsidRPr="00CA4433">
        <w:rPr>
          <w:bCs/>
        </w:rPr>
        <w:t xml:space="preserve"> изменить следующим образом:</w:t>
      </w:r>
    </w:p>
    <w:p w14:paraId="4338B52C" w14:textId="77777777" w:rsidR="00326F8D" w:rsidRDefault="006B5052" w:rsidP="00326F8D">
      <w:pPr>
        <w:pStyle w:val="SingleTxtG"/>
        <w:ind w:left="2268" w:hanging="1134"/>
      </w:pPr>
      <w:r>
        <w:t>«</w:t>
      </w:r>
      <w:r w:rsidR="00326F8D" w:rsidRPr="00CA4433">
        <w:rPr>
          <w:bCs/>
          <w:color w:val="000000"/>
        </w:rPr>
        <w:t>6.11.4.2</w:t>
      </w:r>
      <w:r w:rsidR="00326F8D" w:rsidRPr="00CA4433">
        <w:rPr>
          <w:bCs/>
          <w:color w:val="000000"/>
        </w:rPr>
        <w:tab/>
        <w:t>По высоте: не менее 250 мм и не более 1000 мм над уровнем грунта. Для задних противотуманных огней, сгруппированных с любым задним огнем, максимальная высота может быть увеличена до 1</w:t>
      </w:r>
      <w:r w:rsidR="00326F8D">
        <w:rPr>
          <w:bCs/>
          <w:color w:val="000000"/>
        </w:rPr>
        <w:t>2</w:t>
      </w:r>
      <w:r w:rsidR="00326F8D" w:rsidRPr="00CA4433">
        <w:rPr>
          <w:bCs/>
          <w:color w:val="000000"/>
        </w:rPr>
        <w:t>00 мм</w:t>
      </w:r>
      <w:r w:rsidR="00326F8D">
        <w:rPr>
          <w:bCs/>
          <w:color w:val="000000"/>
        </w:rPr>
        <w:t>. Д</w:t>
      </w:r>
      <w:r w:rsidR="00326F8D" w:rsidRPr="00CA4433">
        <w:rPr>
          <w:bCs/>
          <w:color w:val="000000"/>
        </w:rPr>
        <w:t>ля транспортных средств категори</w:t>
      </w:r>
      <w:r w:rsidR="00326F8D">
        <w:rPr>
          <w:bCs/>
          <w:color w:val="000000"/>
        </w:rPr>
        <w:t>й</w:t>
      </w:r>
      <w:r w:rsidR="00326F8D" w:rsidRPr="00CA4433">
        <w:rPr>
          <w:bCs/>
          <w:color w:val="000000"/>
        </w:rPr>
        <w:t xml:space="preserve"> </w:t>
      </w:r>
      <w:r w:rsidR="00326F8D" w:rsidRPr="00CA4433">
        <w:rPr>
          <w:bCs/>
          <w:color w:val="000000"/>
          <w:lang w:val="en-US"/>
        </w:rPr>
        <w:t>N</w:t>
      </w:r>
      <w:r w:rsidR="00326F8D" w:rsidRPr="00CA4433">
        <w:rPr>
          <w:bCs/>
          <w:color w:val="000000"/>
          <w:vertAlign w:val="subscript"/>
        </w:rPr>
        <w:t>2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N</w:t>
      </w:r>
      <w:r w:rsidR="00326F8D" w:rsidRPr="00CA4433">
        <w:rPr>
          <w:bCs/>
          <w:color w:val="000000"/>
          <w:vertAlign w:val="subscript"/>
        </w:rPr>
        <w:t>3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M</w:t>
      </w:r>
      <w:r w:rsidR="00326F8D" w:rsidRPr="00CA4433">
        <w:rPr>
          <w:bCs/>
          <w:color w:val="000000"/>
          <w:vertAlign w:val="subscript"/>
        </w:rPr>
        <w:t>2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, </w:t>
      </w:r>
      <w:r w:rsidR="00326F8D" w:rsidRPr="00CA4433">
        <w:rPr>
          <w:bCs/>
          <w:color w:val="000000"/>
          <w:lang w:val="en-US"/>
        </w:rPr>
        <w:t>M</w:t>
      </w:r>
      <w:r w:rsidR="00326F8D" w:rsidRPr="00CA4433">
        <w:rPr>
          <w:bCs/>
          <w:color w:val="000000"/>
          <w:vertAlign w:val="subscript"/>
        </w:rPr>
        <w:t>3</w:t>
      </w:r>
      <w:r w:rsidR="00326F8D" w:rsidRPr="00CA4433">
        <w:rPr>
          <w:bCs/>
          <w:color w:val="000000"/>
          <w:lang w:val="en-US"/>
        </w:rPr>
        <w:t>G</w:t>
      </w:r>
      <w:r w:rsidR="00326F8D" w:rsidRPr="00CA4433">
        <w:rPr>
          <w:bCs/>
          <w:color w:val="000000"/>
        </w:rPr>
        <w:t xml:space="preserve"> (повышенной проходимости) максимальная высота может быть увеличена до 1400 мм</w:t>
      </w:r>
      <w:r>
        <w:t>»</w:t>
      </w:r>
      <w:r w:rsidR="00326F8D">
        <w:t>.</w:t>
      </w:r>
    </w:p>
    <w:p w14:paraId="718B330C" w14:textId="77777777" w:rsidR="00E12C5F" w:rsidRPr="008D53B6" w:rsidRDefault="00326F8D" w:rsidP="00326F8D">
      <w:pPr>
        <w:pStyle w:val="SingleTxtG"/>
        <w:spacing w:before="240" w:after="0"/>
        <w:ind w:left="2268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32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DAB5D" w14:textId="77777777" w:rsidR="00831C2C" w:rsidRPr="00A312BC" w:rsidRDefault="00831C2C" w:rsidP="00A312BC"/>
  </w:endnote>
  <w:endnote w:type="continuationSeparator" w:id="0">
    <w:p w14:paraId="26E9467F" w14:textId="77777777" w:rsidR="00831C2C" w:rsidRPr="00A312BC" w:rsidRDefault="00831C2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AD8AE" w14:textId="77777777" w:rsidR="00326F8D" w:rsidRPr="00326F8D" w:rsidRDefault="00326F8D">
    <w:pPr>
      <w:pStyle w:val="a8"/>
    </w:pPr>
    <w:r w:rsidRPr="00326F8D">
      <w:rPr>
        <w:b/>
        <w:sz w:val="18"/>
      </w:rPr>
      <w:fldChar w:fldCharType="begin"/>
    </w:r>
    <w:r w:rsidRPr="00326F8D">
      <w:rPr>
        <w:b/>
        <w:sz w:val="18"/>
      </w:rPr>
      <w:instrText xml:space="preserve"> PAGE  \* MERGEFORMAT </w:instrText>
    </w:r>
    <w:r w:rsidRPr="00326F8D">
      <w:rPr>
        <w:b/>
        <w:sz w:val="18"/>
      </w:rPr>
      <w:fldChar w:fldCharType="separate"/>
    </w:r>
    <w:r w:rsidRPr="00326F8D">
      <w:rPr>
        <w:b/>
        <w:noProof/>
        <w:sz w:val="18"/>
      </w:rPr>
      <w:t>2</w:t>
    </w:r>
    <w:r w:rsidRPr="00326F8D">
      <w:rPr>
        <w:b/>
        <w:sz w:val="18"/>
      </w:rPr>
      <w:fldChar w:fldCharType="end"/>
    </w:r>
    <w:r>
      <w:rPr>
        <w:b/>
        <w:sz w:val="18"/>
      </w:rPr>
      <w:tab/>
    </w:r>
    <w:r>
      <w:t>GE.20-17319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4D072" w14:textId="77777777" w:rsidR="00326F8D" w:rsidRPr="00326F8D" w:rsidRDefault="00326F8D" w:rsidP="00326F8D">
    <w:pPr>
      <w:pStyle w:val="a8"/>
      <w:tabs>
        <w:tab w:val="clear" w:pos="9639"/>
        <w:tab w:val="right" w:pos="9638"/>
      </w:tabs>
      <w:rPr>
        <w:b/>
        <w:sz w:val="18"/>
      </w:rPr>
    </w:pPr>
    <w:r>
      <w:t>GE.20-17319</w:t>
    </w:r>
    <w:r>
      <w:tab/>
    </w:r>
    <w:r w:rsidRPr="00326F8D">
      <w:rPr>
        <w:b/>
        <w:sz w:val="18"/>
      </w:rPr>
      <w:fldChar w:fldCharType="begin"/>
    </w:r>
    <w:r w:rsidRPr="00326F8D">
      <w:rPr>
        <w:b/>
        <w:sz w:val="18"/>
      </w:rPr>
      <w:instrText xml:space="preserve"> PAGE  \* MERGEFORMAT </w:instrText>
    </w:r>
    <w:r w:rsidRPr="00326F8D">
      <w:rPr>
        <w:b/>
        <w:sz w:val="18"/>
      </w:rPr>
      <w:fldChar w:fldCharType="separate"/>
    </w:r>
    <w:r w:rsidRPr="00326F8D">
      <w:rPr>
        <w:b/>
        <w:noProof/>
        <w:sz w:val="18"/>
      </w:rPr>
      <w:t>3</w:t>
    </w:r>
    <w:r w:rsidRPr="00326F8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3FEED" w14:textId="77777777" w:rsidR="00042B72" w:rsidRPr="00326F8D" w:rsidRDefault="00326F8D" w:rsidP="00326F8D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6A42FD6" wp14:editId="53CC079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20-17319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6684752" wp14:editId="0984D95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1AF37" w14:textId="77777777" w:rsidR="00831C2C" w:rsidRPr="001075E9" w:rsidRDefault="00831C2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142AE9F" w14:textId="77777777" w:rsidR="00831C2C" w:rsidRDefault="00831C2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8930CE3" w14:textId="77777777" w:rsidR="00326F8D" w:rsidRPr="00981A42" w:rsidRDefault="00326F8D" w:rsidP="00326F8D">
      <w:pPr>
        <w:pStyle w:val="ad"/>
      </w:pPr>
      <w:r>
        <w:tab/>
      </w:r>
      <w:r w:rsidRPr="00C50433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4C624D56" w14:textId="77777777" w:rsidR="00326F8D" w:rsidRPr="00981A42" w:rsidRDefault="00326F8D" w:rsidP="00326F8D">
      <w:pPr>
        <w:pStyle w:val="ad"/>
      </w:pPr>
      <w:r>
        <w:tab/>
      </w:r>
      <w:r w:rsidRPr="00C50433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2F73E" w14:textId="35FE9D47" w:rsidR="00326F8D" w:rsidRPr="00326F8D" w:rsidRDefault="00B17068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95DCE" w14:textId="6D61D0CF" w:rsidR="00326F8D" w:rsidRPr="00326F8D" w:rsidRDefault="00B17068" w:rsidP="00326F8D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9A51" w14:textId="77777777" w:rsidR="00326F8D" w:rsidRDefault="00326F8D" w:rsidP="00326F8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2C"/>
    <w:rsid w:val="00033EE1"/>
    <w:rsid w:val="00042B72"/>
    <w:rsid w:val="000558BD"/>
    <w:rsid w:val="00055AFB"/>
    <w:rsid w:val="000B57E7"/>
    <w:rsid w:val="000B6373"/>
    <w:rsid w:val="000E4E5B"/>
    <w:rsid w:val="000F09DF"/>
    <w:rsid w:val="000F61B2"/>
    <w:rsid w:val="0010697F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6F8D"/>
    <w:rsid w:val="003402C2"/>
    <w:rsid w:val="00381C24"/>
    <w:rsid w:val="00387CD4"/>
    <w:rsid w:val="003958D0"/>
    <w:rsid w:val="003A0D43"/>
    <w:rsid w:val="003A48CE"/>
    <w:rsid w:val="003B00E5"/>
    <w:rsid w:val="003E0B46"/>
    <w:rsid w:val="003F21C1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5052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1C2C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7068"/>
    <w:rsid w:val="00B36DF7"/>
    <w:rsid w:val="00B539E7"/>
    <w:rsid w:val="00B62458"/>
    <w:rsid w:val="00BC18B2"/>
    <w:rsid w:val="00BD33EE"/>
    <w:rsid w:val="00BE1CC7"/>
    <w:rsid w:val="00C106D6"/>
    <w:rsid w:val="00C119AE"/>
    <w:rsid w:val="00C50433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647E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203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7C4FDF"/>
  <w15:docId w15:val="{D9E53480-546A-42E5-ADD5-DC4E8216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326F8D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326F8D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AFC1E3-F069-453E-856C-3625597789CD}"/>
</file>

<file path=customXml/itemProps2.xml><?xml version="1.0" encoding="utf-8"?>
<ds:datastoreItem xmlns:ds="http://schemas.openxmlformats.org/officeDocument/2006/customXml" ds:itemID="{D9983F87-F410-42FD-AF69-C64066795FEA}"/>
</file>

<file path=customXml/itemProps3.xml><?xml version="1.0" encoding="utf-8"?>
<ds:datastoreItem xmlns:ds="http://schemas.openxmlformats.org/officeDocument/2006/customXml" ds:itemID="{B842B30E-8F0E-47BC-9127-BB78D5076426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275</Words>
  <Characters>1761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ECE/TRANS/WP.29/2021/29</dc:title>
  <dc:subject/>
  <dc:creator>Olga OVTCHINNIKOVA</dc:creator>
  <cp:keywords/>
  <cp:lastModifiedBy>Olga Ovchinnikova</cp:lastModifiedBy>
  <cp:revision>3</cp:revision>
  <cp:lastPrinted>2020-12-22T10:29:00Z</cp:lastPrinted>
  <dcterms:created xsi:type="dcterms:W3CDTF">2020-12-22T10:29:00Z</dcterms:created>
  <dcterms:modified xsi:type="dcterms:W3CDTF">2020-12-22T10:29:00Z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