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0D6C0A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1FD0448" w14:textId="77777777" w:rsidR="002D5AAC" w:rsidRDefault="002D5AAC" w:rsidP="0030668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29A19A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CD6A078" w14:textId="77777777" w:rsidR="002D5AAC" w:rsidRDefault="0030668A" w:rsidP="0030668A">
            <w:pPr>
              <w:jc w:val="right"/>
            </w:pPr>
            <w:r w:rsidRPr="0030668A">
              <w:rPr>
                <w:sz w:val="40"/>
              </w:rPr>
              <w:t>ECE</w:t>
            </w:r>
            <w:r>
              <w:t>/TRANS/WP.29/2021/3</w:t>
            </w:r>
          </w:p>
        </w:tc>
      </w:tr>
      <w:tr w:rsidR="002D5AAC" w:rsidRPr="00F6304E" w14:paraId="74B9C66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AAD00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B3B13D6" wp14:editId="2474E68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8FC010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6BF3005" w14:textId="77777777" w:rsidR="002D5AAC" w:rsidRDefault="0030668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FA2138B" w14:textId="77777777" w:rsidR="0030668A" w:rsidRDefault="0030668A" w:rsidP="0030668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December 2020</w:t>
            </w:r>
          </w:p>
          <w:p w14:paraId="07D4B2A3" w14:textId="77777777" w:rsidR="0030668A" w:rsidRDefault="0030668A" w:rsidP="0030668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5D5C380" w14:textId="77777777" w:rsidR="0030668A" w:rsidRPr="008D53B6" w:rsidRDefault="0030668A" w:rsidP="0030668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  <w:bookmarkStart w:id="0" w:name="_GoBack"/>
        <w:bookmarkEnd w:id="0"/>
      </w:tr>
    </w:tbl>
    <w:p w14:paraId="15FCA959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8F965AB" w14:textId="77777777" w:rsidR="0030668A" w:rsidRPr="009F1ACA" w:rsidRDefault="0030668A" w:rsidP="0030668A">
      <w:pPr>
        <w:spacing w:before="120"/>
        <w:rPr>
          <w:rFonts w:asciiTheme="majorBidi" w:hAnsiTheme="majorBidi"/>
          <w:sz w:val="28"/>
          <w:szCs w:val="28"/>
        </w:rPr>
      </w:pPr>
      <w:r w:rsidRPr="009F1ACA">
        <w:rPr>
          <w:sz w:val="28"/>
          <w:szCs w:val="28"/>
        </w:rPr>
        <w:t>Комитет по внутреннему транспорту</w:t>
      </w:r>
    </w:p>
    <w:p w14:paraId="32BE1CA6" w14:textId="77777777" w:rsidR="0030668A" w:rsidRPr="009F1ACA" w:rsidRDefault="0030668A" w:rsidP="0030668A">
      <w:pPr>
        <w:spacing w:before="120"/>
        <w:rPr>
          <w:rFonts w:asciiTheme="majorBidi" w:hAnsiTheme="majorBidi"/>
          <w:b/>
          <w:sz w:val="24"/>
          <w:szCs w:val="24"/>
        </w:rPr>
      </w:pPr>
      <w:r w:rsidRPr="009F1ACA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9F1ACA">
        <w:rPr>
          <w:b/>
          <w:bCs/>
          <w:sz w:val="24"/>
          <w:szCs w:val="24"/>
        </w:rPr>
        <w:br/>
        <w:t>в области транспортных средств</w:t>
      </w:r>
    </w:p>
    <w:p w14:paraId="425DE9BE" w14:textId="77777777" w:rsidR="0030668A" w:rsidRPr="009F1ACA" w:rsidRDefault="0030668A" w:rsidP="0030668A">
      <w:pPr>
        <w:tabs>
          <w:tab w:val="center" w:pos="4819"/>
        </w:tabs>
        <w:spacing w:before="120"/>
        <w:rPr>
          <w:b/>
        </w:rPr>
      </w:pPr>
      <w:r>
        <w:rPr>
          <w:b/>
        </w:rPr>
        <w:t>Сто восемьдесят третья</w:t>
      </w:r>
      <w:r w:rsidRPr="009F1ACA">
        <w:rPr>
          <w:b/>
        </w:rPr>
        <w:t xml:space="preserve"> сессия</w:t>
      </w:r>
    </w:p>
    <w:p w14:paraId="27DCE4E8" w14:textId="77777777" w:rsidR="0030668A" w:rsidRPr="009F1ACA" w:rsidRDefault="0030668A" w:rsidP="0030668A">
      <w:r w:rsidRPr="009F1ACA">
        <w:t>Женева, 9−11 марта 2021 года</w:t>
      </w:r>
    </w:p>
    <w:p w14:paraId="60466BAD" w14:textId="77777777" w:rsidR="0030668A" w:rsidRPr="009F1ACA" w:rsidRDefault="0030668A" w:rsidP="0030668A">
      <w:r w:rsidRPr="009F1ACA">
        <w:t>Пункт 4.6.8 предварительной повестки дня</w:t>
      </w:r>
    </w:p>
    <w:p w14:paraId="089DAC0F" w14:textId="77777777" w:rsidR="0030668A" w:rsidRPr="009F1ACA" w:rsidRDefault="0030668A" w:rsidP="0030668A">
      <w:pPr>
        <w:rPr>
          <w:b/>
        </w:rPr>
      </w:pPr>
      <w:r w:rsidRPr="009F1ACA">
        <w:rPr>
          <w:b/>
          <w:bCs/>
        </w:rPr>
        <w:t xml:space="preserve">Соглашение 1958 года: </w:t>
      </w:r>
      <w:r w:rsidRPr="009F1ACA">
        <w:rPr>
          <w:b/>
        </w:rPr>
        <w:br/>
      </w:r>
      <w:r w:rsidRPr="009F1ACA">
        <w:rPr>
          <w:b/>
          <w:bCs/>
        </w:rPr>
        <w:t xml:space="preserve">рассмотрение проектов поправок к существующим </w:t>
      </w:r>
      <w:r w:rsidRPr="009F1ACA">
        <w:rPr>
          <w:b/>
        </w:rPr>
        <w:br/>
      </w:r>
      <w:r w:rsidRPr="009F1ACA">
        <w:rPr>
          <w:b/>
          <w:bCs/>
        </w:rPr>
        <w:t xml:space="preserve">правилам ООН, представленных </w:t>
      </w:r>
      <w:r w:rsidRPr="009F1ACA">
        <w:rPr>
          <w:b/>
        </w:rPr>
        <w:t>GRBP</w:t>
      </w:r>
    </w:p>
    <w:p w14:paraId="23DE779E" w14:textId="77777777" w:rsidR="0030668A" w:rsidRPr="009F1ACA" w:rsidRDefault="0030668A" w:rsidP="0030668A">
      <w:pPr>
        <w:pStyle w:val="HChG"/>
        <w:rPr>
          <w:bCs/>
        </w:rPr>
      </w:pPr>
      <w:r w:rsidRPr="009F1ACA">
        <w:tab/>
      </w:r>
      <w:r w:rsidRPr="009F1ACA">
        <w:tab/>
      </w:r>
      <w:r w:rsidRPr="009F1ACA">
        <w:rPr>
          <w:bCs/>
        </w:rPr>
        <w:t xml:space="preserve">Предложение </w:t>
      </w:r>
      <w:r w:rsidRPr="008954E7">
        <w:rPr>
          <w:bCs/>
          <w:color w:val="000000" w:themeColor="text1"/>
        </w:rPr>
        <w:t xml:space="preserve">по поправкам к поправкам </w:t>
      </w:r>
      <w:r w:rsidRPr="009F1ACA">
        <w:rPr>
          <w:bCs/>
        </w:rPr>
        <w:t>серии</w:t>
      </w:r>
      <w:r w:rsidR="00182590">
        <w:rPr>
          <w:bCs/>
        </w:rPr>
        <w:t> </w:t>
      </w:r>
      <w:r w:rsidRPr="009F1ACA">
        <w:rPr>
          <w:bCs/>
        </w:rPr>
        <w:t>05 к</w:t>
      </w:r>
      <w:r w:rsidRPr="009F1ACA">
        <w:rPr>
          <w:bCs/>
          <w:lang w:val="en-US"/>
        </w:rPr>
        <w:t> </w:t>
      </w:r>
      <w:r w:rsidRPr="009F1ACA">
        <w:rPr>
          <w:bCs/>
        </w:rPr>
        <w:t>Правилам № 41 ООН (шум, производимый мотоциклами)</w:t>
      </w:r>
    </w:p>
    <w:p w14:paraId="289FBCC5" w14:textId="77777777" w:rsidR="0030668A" w:rsidRPr="009F1ACA" w:rsidRDefault="0030668A" w:rsidP="0030668A">
      <w:pPr>
        <w:pStyle w:val="H1G"/>
        <w:rPr>
          <w:szCs w:val="24"/>
        </w:rPr>
      </w:pPr>
      <w:r w:rsidRPr="009F1ACA">
        <w:tab/>
      </w:r>
      <w:r w:rsidRPr="009F1ACA">
        <w:tab/>
        <w:t xml:space="preserve">Представлено Рабочей группой по </w:t>
      </w:r>
      <w:r w:rsidRPr="009F1ACA">
        <w:rPr>
          <w:bCs/>
        </w:rPr>
        <w:t>вопросам шума и шин</w:t>
      </w:r>
      <w:r w:rsidRPr="00182590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13199947" w14:textId="41E117CD" w:rsidR="0030668A" w:rsidRPr="0030668A" w:rsidRDefault="0030668A" w:rsidP="0030668A">
      <w:pPr>
        <w:pStyle w:val="SingleTxtG"/>
        <w:ind w:firstLine="567"/>
      </w:pPr>
      <w:bookmarkStart w:id="1" w:name="_Hlk60759939"/>
      <w:r w:rsidRPr="009F1ACA">
        <w:rPr>
          <w:shd w:val="clear" w:color="auto" w:fill="FFFFFF"/>
        </w:rPr>
        <w:t xml:space="preserve">Воспроизведенный ниже текст был принят </w:t>
      </w:r>
      <w:bookmarkEnd w:id="1"/>
      <w:r w:rsidRPr="009F1ACA">
        <w:rPr>
          <w:shd w:val="clear" w:color="auto" w:fill="FFFFFF"/>
        </w:rPr>
        <w:t xml:space="preserve">Рабочей группой по </w:t>
      </w:r>
      <w:r w:rsidRPr="009F1ACA">
        <w:rPr>
          <w:bCs/>
        </w:rPr>
        <w:t>вопросам шума и шин (</w:t>
      </w:r>
      <w:r w:rsidRPr="009F1ACA">
        <w:rPr>
          <w:lang w:val="en-US"/>
        </w:rPr>
        <w:t>GRBP</w:t>
      </w:r>
      <w:r w:rsidRPr="009F1ACA">
        <w:rPr>
          <w:bCs/>
        </w:rPr>
        <w:t>) на ее семьдесят второй сессии (</w:t>
      </w:r>
      <w:r w:rsidRPr="009F1ACA">
        <w:rPr>
          <w:lang w:val="en-US"/>
        </w:rPr>
        <w:t>ECE</w:t>
      </w:r>
      <w:r w:rsidRPr="009F1ACA">
        <w:t>/</w:t>
      </w:r>
      <w:r w:rsidRPr="009F1ACA">
        <w:rPr>
          <w:lang w:val="en-US"/>
        </w:rPr>
        <w:t>TRANS</w:t>
      </w:r>
      <w:r w:rsidRPr="009F1ACA">
        <w:t>/</w:t>
      </w:r>
      <w:r w:rsidRPr="009F1ACA">
        <w:rPr>
          <w:lang w:val="en-US"/>
        </w:rPr>
        <w:t>WP</w:t>
      </w:r>
      <w:r w:rsidRPr="009F1ACA">
        <w:t>.29/</w:t>
      </w:r>
      <w:r w:rsidRPr="009F1ACA">
        <w:rPr>
          <w:lang w:val="en-US"/>
        </w:rPr>
        <w:t>GRBP</w:t>
      </w:r>
      <w:r w:rsidRPr="009F1ACA">
        <w:t>/70, п</w:t>
      </w:r>
      <w:r w:rsidR="00EA6F14">
        <w:t>п.</w:t>
      </w:r>
      <w:r w:rsidR="00182590">
        <w:t> </w:t>
      </w:r>
      <w:r w:rsidRPr="009F1ACA">
        <w:t>3 и</w:t>
      </w:r>
      <w:r w:rsidR="00A4735E">
        <w:t> </w:t>
      </w:r>
      <w:r w:rsidRPr="009F1ACA">
        <w:t>5</w:t>
      </w:r>
      <w:r w:rsidRPr="009F1ACA">
        <w:rPr>
          <w:bCs/>
        </w:rPr>
        <w:t xml:space="preserve">). </w:t>
      </w:r>
      <w:r w:rsidRPr="009F1ACA">
        <w:rPr>
          <w:shd w:val="clear" w:color="auto" w:fill="FFFFFF"/>
        </w:rPr>
        <w:t xml:space="preserve">В его основу положены документы </w:t>
      </w:r>
      <w:r w:rsidRPr="009F1ACA">
        <w:rPr>
          <w:lang w:val="en-US"/>
        </w:rPr>
        <w:t>ECE</w:t>
      </w:r>
      <w:r w:rsidRPr="009F1ACA">
        <w:t>/</w:t>
      </w:r>
      <w:r w:rsidRPr="009F1ACA">
        <w:rPr>
          <w:lang w:val="en-US"/>
        </w:rPr>
        <w:t>TRANS</w:t>
      </w:r>
      <w:r w:rsidRPr="009F1ACA">
        <w:t>/</w:t>
      </w:r>
      <w:r w:rsidRPr="009F1ACA">
        <w:rPr>
          <w:lang w:val="en-US"/>
        </w:rPr>
        <w:t>WP</w:t>
      </w:r>
      <w:r w:rsidRPr="009F1ACA">
        <w:t>.29/</w:t>
      </w:r>
      <w:r w:rsidRPr="009F1ACA">
        <w:rPr>
          <w:lang w:val="en-US"/>
        </w:rPr>
        <w:t>GRBP</w:t>
      </w:r>
      <w:r w:rsidRPr="009F1ACA">
        <w:t>/2020/9 и</w:t>
      </w:r>
      <w:r w:rsidR="00871809">
        <w:t> </w:t>
      </w:r>
      <w:r w:rsidRPr="009F1ACA">
        <w:rPr>
          <w:lang w:val="en-US"/>
        </w:rPr>
        <w:t>ECE</w:t>
      </w:r>
      <w:r w:rsidRPr="009F1ACA">
        <w:t>/</w:t>
      </w:r>
      <w:r w:rsidRPr="009F1ACA">
        <w:rPr>
          <w:lang w:val="en-US"/>
        </w:rPr>
        <w:t>TRANS</w:t>
      </w:r>
      <w:r w:rsidRPr="009F1ACA">
        <w:t>/</w:t>
      </w:r>
      <w:r w:rsidR="006669E8">
        <w:br/>
      </w:r>
      <w:r w:rsidRPr="009F1ACA">
        <w:rPr>
          <w:lang w:val="en-US"/>
        </w:rPr>
        <w:t>WP</w:t>
      </w:r>
      <w:r w:rsidRPr="009F1ACA">
        <w:t>.29/</w:t>
      </w:r>
      <w:r w:rsidRPr="009F1ACA">
        <w:rPr>
          <w:lang w:val="en-US"/>
        </w:rPr>
        <w:t>GRBP</w:t>
      </w:r>
      <w:r w:rsidRPr="009F1ACA">
        <w:t xml:space="preserve">/2020/18, а также приложение </w:t>
      </w:r>
      <w:r w:rsidRPr="009F1ACA">
        <w:rPr>
          <w:lang w:val="en-US"/>
        </w:rPr>
        <w:t>II</w:t>
      </w:r>
      <w:r w:rsidRPr="009F1ACA">
        <w:t xml:space="preserve"> к докладу. </w:t>
      </w:r>
      <w:r w:rsidRPr="009F1ACA">
        <w:rPr>
          <w:shd w:val="clear" w:color="auto" w:fill="FFFFFF"/>
        </w:rPr>
        <w:t>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5819E5C0" w14:textId="77777777" w:rsidR="0030668A" w:rsidRPr="009F1ACA" w:rsidRDefault="0030668A" w:rsidP="0030668A">
      <w:pPr>
        <w:pStyle w:val="SingleTxtG"/>
        <w:ind w:firstLine="567"/>
      </w:pPr>
      <w:r w:rsidRPr="009F1ACA">
        <w:br w:type="page"/>
      </w:r>
    </w:p>
    <w:p w14:paraId="748FCFFD" w14:textId="77777777" w:rsidR="0030668A" w:rsidRPr="009F1ACA" w:rsidRDefault="0030668A" w:rsidP="0030668A">
      <w:pPr>
        <w:pStyle w:val="SingleTxtG"/>
        <w:ind w:left="2268" w:right="1133" w:hanging="1134"/>
        <w:rPr>
          <w:rFonts w:eastAsia="Yu Mincho"/>
          <w:i/>
          <w:lang w:eastAsia="ja-JP"/>
        </w:rPr>
      </w:pPr>
      <w:r w:rsidRPr="009F1ACA">
        <w:rPr>
          <w:i/>
          <w:iCs/>
        </w:rPr>
        <w:lastRenderedPageBreak/>
        <w:t>Содержание, приложения, 4,</w:t>
      </w:r>
      <w:r w:rsidRPr="009F1ACA">
        <w:t xml:space="preserve"> изменить следующим образом:</w:t>
      </w:r>
    </w:p>
    <w:p w14:paraId="4C2B0390" w14:textId="77777777" w:rsidR="0030668A" w:rsidRPr="009F1ACA" w:rsidRDefault="0030668A" w:rsidP="0030668A">
      <w:pPr>
        <w:pStyle w:val="SingleTxtG"/>
        <w:ind w:left="1701" w:right="1133" w:hanging="567"/>
      </w:pPr>
      <w:r w:rsidRPr="009F1ACA">
        <w:t>«4</w:t>
      </w:r>
      <w:r w:rsidRPr="009F1ACA">
        <w:tab/>
        <w:t>Схема испытательного трека»</w:t>
      </w:r>
    </w:p>
    <w:p w14:paraId="29347F75" w14:textId="77777777" w:rsidR="0030668A" w:rsidRPr="009F1ACA" w:rsidRDefault="0030668A" w:rsidP="0030668A">
      <w:pPr>
        <w:spacing w:after="120"/>
        <w:ind w:left="1134" w:right="1134"/>
        <w:rPr>
          <w:rFonts w:eastAsia="MS PGothic"/>
          <w:bCs/>
          <w:i/>
          <w:iCs/>
        </w:rPr>
      </w:pPr>
      <w:r w:rsidRPr="009F1ACA">
        <w:rPr>
          <w:i/>
          <w:iCs/>
        </w:rPr>
        <w:t>Пункт 1</w:t>
      </w:r>
      <w:r w:rsidRPr="009F1ACA">
        <w:t xml:space="preserve"> изменить следующим образом</w:t>
      </w:r>
      <w:r w:rsidRPr="009F1ACA">
        <w:rPr>
          <w:rFonts w:eastAsia="MS PGothic"/>
          <w:bCs/>
          <w:i/>
          <w:iCs/>
        </w:rPr>
        <w:t>:</w:t>
      </w:r>
    </w:p>
    <w:p w14:paraId="5E0A84AB" w14:textId="77777777" w:rsidR="0030668A" w:rsidRPr="009F1ACA" w:rsidRDefault="0030668A" w:rsidP="00A778A6">
      <w:pPr>
        <w:pStyle w:val="HChG"/>
        <w:ind w:left="2268"/>
      </w:pPr>
      <w:r w:rsidRPr="00A778A6">
        <w:rPr>
          <w:b w:val="0"/>
          <w:szCs w:val="28"/>
        </w:rPr>
        <w:t>«</w:t>
      </w:r>
      <w:r w:rsidRPr="00A778A6">
        <w:rPr>
          <w:bCs/>
          <w:szCs w:val="28"/>
        </w:rPr>
        <w:t>1.</w:t>
      </w:r>
      <w:r w:rsidRPr="009F1ACA">
        <w:tab/>
        <w:t>Область применения</w:t>
      </w:r>
    </w:p>
    <w:p w14:paraId="549073CE" w14:textId="77777777" w:rsidR="0030668A" w:rsidRPr="009F1ACA" w:rsidRDefault="0030668A" w:rsidP="0030668A">
      <w:pPr>
        <w:pStyle w:val="SingleTxtG"/>
        <w:ind w:left="2268"/>
      </w:pPr>
      <w:r w:rsidRPr="009F1ACA">
        <w:t>Настоящие Правила применяются к транспортным средствам категории</w:t>
      </w:r>
      <w:r w:rsidRPr="009F1ACA">
        <w:rPr>
          <w:lang w:val="en-US"/>
        </w:rPr>
        <w:t> </w:t>
      </w:r>
      <w:r w:rsidRPr="009F1ACA">
        <w:t>L</w:t>
      </w:r>
      <w:r w:rsidRPr="009F1ACA">
        <w:rPr>
          <w:vertAlign w:val="subscript"/>
        </w:rPr>
        <w:t>3</w:t>
      </w:r>
      <w:r w:rsidRPr="009F1ACA">
        <w:rPr>
          <w:rStyle w:val="aa"/>
        </w:rPr>
        <w:footnoteReference w:id="2"/>
      </w:r>
      <w:r w:rsidRPr="009F1ACA">
        <w:t xml:space="preserve"> в отношении шума.</w:t>
      </w:r>
    </w:p>
    <w:p w14:paraId="44B77DF4" w14:textId="77777777" w:rsidR="0030668A" w:rsidRPr="009F1ACA" w:rsidRDefault="0030668A" w:rsidP="0030668A">
      <w:pPr>
        <w:spacing w:after="120"/>
        <w:ind w:left="2268" w:right="1134"/>
        <w:jc w:val="both"/>
        <w:rPr>
          <w:spacing w:val="2"/>
        </w:rPr>
      </w:pPr>
      <w:r w:rsidRPr="009F1ACA">
        <w:tab/>
        <w:t>Технические требования, приведенные в настоящих Правилах, имеют целью воспроизвести уровни звука, издаваемого транспортными средствами в нормальных условиях городского движения.</w:t>
      </w:r>
    </w:p>
    <w:p w14:paraId="4E67C47E" w14:textId="77777777" w:rsidR="0030668A" w:rsidRPr="009F1ACA" w:rsidRDefault="0030668A" w:rsidP="0030668A">
      <w:pPr>
        <w:pStyle w:val="SingleTxtG"/>
        <w:ind w:left="2268"/>
      </w:pPr>
      <w:r w:rsidRPr="009F1ACA">
        <w:t>Кроме того, настоящие Правила содержат дополнительные положения об уровне звука в реальных условиях вождения (ДПУЗ-РУВ) для транспортных средств категории L</w:t>
      </w:r>
      <w:r w:rsidRPr="009F1ACA">
        <w:rPr>
          <w:vertAlign w:val="subscript"/>
        </w:rPr>
        <w:t>3</w:t>
      </w:r>
      <w:r w:rsidRPr="009F1ACA">
        <w:t>, которые учитывают типичные дорожные условия вождения, в том числе резкие ускорения и нагрузку на двигатель при движении по городу и пригороду, за исключением ситуаций на скоростных автодорогах».</w:t>
      </w:r>
    </w:p>
    <w:p w14:paraId="7DEA0138" w14:textId="77777777" w:rsidR="0030668A" w:rsidRPr="009F1ACA" w:rsidRDefault="0030668A" w:rsidP="0030668A">
      <w:pPr>
        <w:spacing w:after="120"/>
        <w:ind w:left="1134" w:right="1134"/>
        <w:rPr>
          <w:rFonts w:eastAsia="MS PGothic"/>
          <w:i/>
          <w:iCs/>
        </w:rPr>
      </w:pPr>
      <w:r w:rsidRPr="009F1ACA">
        <w:rPr>
          <w:i/>
          <w:iCs/>
        </w:rPr>
        <w:t>Пункт 12.3</w:t>
      </w:r>
      <w:r w:rsidRPr="009F1ACA">
        <w:t xml:space="preserve"> изменить следующим образом</w:t>
      </w:r>
      <w:r w:rsidRPr="009F1ACA">
        <w:rPr>
          <w:rFonts w:eastAsia="MS PGothic"/>
          <w:i/>
          <w:iCs/>
        </w:rPr>
        <w:t>:</w:t>
      </w:r>
    </w:p>
    <w:p w14:paraId="153DAD52" w14:textId="77777777" w:rsidR="0030668A" w:rsidRPr="009F1ACA" w:rsidRDefault="0030668A" w:rsidP="00B35113">
      <w:pPr>
        <w:pStyle w:val="SingleTxtG"/>
        <w:tabs>
          <w:tab w:val="clear" w:pos="1701"/>
        </w:tabs>
        <w:kinsoku w:val="0"/>
        <w:overflowPunct w:val="0"/>
        <w:autoSpaceDE w:val="0"/>
        <w:autoSpaceDN w:val="0"/>
        <w:adjustRightInd w:val="0"/>
        <w:snapToGrid w:val="0"/>
        <w:ind w:left="2268" w:hanging="1134"/>
      </w:pPr>
      <w:r w:rsidRPr="009F1ACA">
        <w:t>«2.13</w:t>
      </w:r>
      <w:r w:rsidRPr="009F1ACA">
        <w:tab/>
        <w:t xml:space="preserve">В приведенной ниже таблице содержатся все условные обозначения, используемые в </w:t>
      </w:r>
      <w:r w:rsidRPr="009F1ACA">
        <w:rPr>
          <w:rFonts w:eastAsiaTheme="minorHAnsi"/>
        </w:rPr>
        <w:t>настоящих</w:t>
      </w:r>
      <w:r w:rsidRPr="009F1ACA">
        <w:t xml:space="preserve"> Правилах:</w:t>
      </w:r>
    </w:p>
    <w:tbl>
      <w:tblPr>
        <w:tblW w:w="7466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993"/>
        <w:gridCol w:w="2835"/>
        <w:gridCol w:w="2514"/>
      </w:tblGrid>
      <w:tr w:rsidR="0030668A" w:rsidRPr="009F1ACA" w14:paraId="259C1A1E" w14:textId="77777777" w:rsidTr="003B5756">
        <w:trPr>
          <w:trHeight w:val="20"/>
          <w:tblHeader/>
        </w:trPr>
        <w:tc>
          <w:tcPr>
            <w:tcW w:w="1124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7A2ECC85" w14:textId="77777777" w:rsidR="0030668A" w:rsidRPr="009F1ACA" w:rsidRDefault="0030668A" w:rsidP="003B5756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Условное обозначение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7069112F" w14:textId="77777777" w:rsidR="0030668A" w:rsidRPr="009F1ACA" w:rsidRDefault="0030668A" w:rsidP="003B5756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Единицы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09C5367B" w14:textId="77777777" w:rsidR="0030668A" w:rsidRPr="009F1ACA" w:rsidRDefault="0030668A" w:rsidP="00A778A6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Пояснения</w:t>
            </w:r>
          </w:p>
        </w:tc>
        <w:tc>
          <w:tcPr>
            <w:tcW w:w="2514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6DC7D0A4" w14:textId="77777777" w:rsidR="0030668A" w:rsidRPr="009F1ACA" w:rsidRDefault="0030668A" w:rsidP="00A778A6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Использование в тексте</w:t>
            </w:r>
          </w:p>
        </w:tc>
      </w:tr>
      <w:tr w:rsidR="0030668A" w:rsidRPr="009F1ACA" w14:paraId="6166C0BF" w14:textId="77777777" w:rsidTr="003B5756">
        <w:tc>
          <w:tcPr>
            <w:tcW w:w="1124" w:type="dxa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0A2B229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AA'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C99B0C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F1E9848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условная линия на испытательном треке</w:t>
            </w:r>
          </w:p>
        </w:tc>
        <w:tc>
          <w:tcPr>
            <w:tcW w:w="2514" w:type="dxa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3C4D686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4 </w:t>
            </w:r>
            <w:r w:rsidR="00BD3405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рис. 1</w:t>
            </w:r>
          </w:p>
        </w:tc>
      </w:tr>
      <w:tr w:rsidR="0030668A" w:rsidRPr="009F1ACA" w14:paraId="59FCC03E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DFD5925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a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wot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B51C0A6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м/с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A5882D6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расчетное ускорение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0A0201D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BD3405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1.4.2</w:t>
            </w:r>
          </w:p>
        </w:tc>
      </w:tr>
      <w:tr w:rsidR="0030668A" w:rsidRPr="009F1ACA" w14:paraId="437DF885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067DDD8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a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wot,ref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BB680B5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м/с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3748667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заданное исходное ускорение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85517C8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BD3405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1.3.3.3.1.2</w:t>
            </w:r>
          </w:p>
        </w:tc>
      </w:tr>
      <w:tr w:rsidR="0030668A" w:rsidRPr="009F1ACA" w14:paraId="3B7C90BA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2B3EE3E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a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urban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BC797E3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м/с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31AD7BA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заданное целевое ускорение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7D2C28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BD3405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1.3.3.3.1.2</w:t>
            </w:r>
          </w:p>
        </w:tc>
      </w:tr>
      <w:tr w:rsidR="0030668A" w:rsidRPr="009F1ACA" w14:paraId="5A2CB195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4C8FC73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BB'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D89893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060E63B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условная линия на испытательном треке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06D3F92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4 </w:t>
            </w:r>
            <w:r w:rsidR="00BD3405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рис. 1</w:t>
            </w:r>
          </w:p>
        </w:tc>
      </w:tr>
      <w:tr w:rsidR="0030668A" w:rsidRPr="009F1ACA" w14:paraId="6D9816B2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FA59065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CC'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DA168C8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43D7E54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условная линия на испытательном треке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623FC6F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4 </w:t>
            </w:r>
            <w:r w:rsidR="00BD3405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рис. 1</w:t>
            </w:r>
          </w:p>
        </w:tc>
      </w:tr>
      <w:tr w:rsidR="0030668A" w:rsidRPr="009F1ACA" w14:paraId="7B6B79C6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EABABD6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K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AEC36A4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2F8FBD4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весовой коэффициент передаточного числа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4E1F47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BD3405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1.4.3</w:t>
            </w:r>
          </w:p>
        </w:tc>
      </w:tr>
      <w:tr w:rsidR="0030668A" w:rsidRPr="009F1ACA" w14:paraId="160CC866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52BA24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k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p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5FC853B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3901EAB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коэффициент частичной мощности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AF57816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BD3405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1.4.4</w:t>
            </w:r>
          </w:p>
        </w:tc>
      </w:tr>
      <w:tr w:rsidR="0030668A" w:rsidRPr="009F1ACA" w14:paraId="1EA8F902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370B3D2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L 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5AF2CB3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дБ(A)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C528559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уровень давления звука 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4D29BA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1.4.1</w:t>
            </w:r>
          </w:p>
        </w:tc>
      </w:tr>
      <w:tr w:rsidR="0030668A" w:rsidRPr="009F1ACA" w14:paraId="10CE5C12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36577D3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L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wot(i)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76B2B908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дБ(A)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417170E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L при условии wot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38041CB7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приложение 3 – 1.4.6</w:t>
            </w:r>
          </w:p>
        </w:tc>
      </w:tr>
      <w:tr w:rsidR="0030668A" w:rsidRPr="009F1ACA" w14:paraId="0F8863B6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7AECBDF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L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ASEP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67CFFFBA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дБ(A)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31927AFB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L при дополнительных условиях эксплуатации согласно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>ДПУЗ-РУВ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B84C50D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7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3.3.3.2</w:t>
            </w:r>
          </w:p>
        </w:tc>
      </w:tr>
      <w:tr w:rsidR="0030668A" w:rsidRPr="009F1ACA" w14:paraId="2A382B8A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E65E46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l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PA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5F73DF9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911401E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дистанция предускорения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5D57D63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1.3.3.1.1</w:t>
            </w:r>
          </w:p>
        </w:tc>
      </w:tr>
      <w:tr w:rsidR="0030668A" w:rsidRPr="009F1ACA" w14:paraId="03638A54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7EB082D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m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kerb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EA58549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кг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EF6FA5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масса транспортного средства в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>снаряженном состоянии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3EDC32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2.6</w:t>
            </w:r>
          </w:p>
        </w:tc>
      </w:tr>
      <w:tr w:rsidR="0030668A" w:rsidRPr="009F1ACA" w14:paraId="31A5ECDE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CBE7AFB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m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280A714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кг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C96977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испытательная масса транспортного средства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83C701E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1.3.2.2</w:t>
            </w:r>
          </w:p>
        </w:tc>
      </w:tr>
      <w:tr w:rsidR="0030668A" w:rsidRPr="009F1ACA" w14:paraId="7B599EC7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57CBC7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n 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D5612F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мин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−1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A2183DD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частота вращения двигателя 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2CC86BC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</w:p>
        </w:tc>
      </w:tr>
      <w:tr w:rsidR="0030668A" w:rsidRPr="009F1ACA" w14:paraId="1D271F53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382D393F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n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PP</w:t>
            </w:r>
            <w:r w:rsidR="00253418" w:rsidRPr="00253418">
              <w:rPr>
                <w:vertAlign w:val="subscript"/>
              </w:rPr>
              <w:t>'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39FA0785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мин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−1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FF46CB" w14:textId="77777777" w:rsidR="0030668A" w:rsidRPr="00253418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частота вращения двигателя на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 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>PP</w:t>
            </w:r>
            <w:r w:rsidR="00253418" w:rsidRPr="009F1ACA">
              <w:t>'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274BAC8B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7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2.6</w:t>
            </w:r>
          </w:p>
        </w:tc>
      </w:tr>
      <w:tr w:rsidR="0030668A" w:rsidRPr="009F1ACA" w14:paraId="292A1F86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0E969EE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n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idle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5917A79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мин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−1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914317A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частота вращения двигателя на холостом ходу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6BAD92A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</w:tr>
      <w:tr w:rsidR="0030668A" w:rsidRPr="009F1ACA" w14:paraId="69B8D199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008323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n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wot(i)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57A6BD3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мин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−1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487585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n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PP'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>, соответствующая L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wot(i)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753ED05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7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2.6</w:t>
            </w:r>
          </w:p>
        </w:tc>
      </w:tr>
      <w:tr w:rsidR="0030668A" w:rsidRPr="009F1ACA" w14:paraId="20437EAE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24DD34A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PP'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EAFAFA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4F15CC7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условная линия на испытательном треке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A80F4FD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4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рис. 1</w:t>
            </w:r>
          </w:p>
        </w:tc>
      </w:tr>
      <w:tr w:rsidR="0030668A" w:rsidRPr="009F1ACA" w14:paraId="0AAFFB21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85F9AD9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УММ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6C4552A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5042066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коэффициент соотношения мощности двигателя и массы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A5BB15C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2.9</w:t>
            </w:r>
          </w:p>
        </w:tc>
      </w:tr>
      <w:tr w:rsidR="0030668A" w:rsidRPr="009F1ACA" w14:paraId="49247C77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C41D943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P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538A2A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кВт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8C3B25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номинальная максимальная полезная мощность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69C66E6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2.7</w:t>
            </w:r>
          </w:p>
        </w:tc>
      </w:tr>
      <w:tr w:rsidR="0030668A" w:rsidRPr="009F1ACA" w14:paraId="00B9D936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7C7C53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S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5E481C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мин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−1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A528F40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номинальная частота вращения двигателя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C4E3E54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2.8</w:t>
            </w:r>
          </w:p>
        </w:tc>
      </w:tr>
      <w:tr w:rsidR="0030668A" w:rsidRPr="009F1ACA" w14:paraId="7A41E3CE" w14:textId="77777777" w:rsidTr="003B5756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4CEA509" w14:textId="77777777" w:rsidR="0030668A" w:rsidRPr="009F1ACA" w:rsidRDefault="00E93F0F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v</w:t>
            </w: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69E41DB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км/ч</w:t>
            </w: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051500A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измеренная скорость транспортного средства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A787588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</w:tr>
      <w:tr w:rsidR="0030668A" w:rsidRPr="009F1ACA" w14:paraId="21246552" w14:textId="77777777" w:rsidTr="003B5756">
        <w:tc>
          <w:tcPr>
            <w:tcW w:w="112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CCD4A59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v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AAA238D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км/ч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C22D5A6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максимальная скорость</w:t>
            </w:r>
          </w:p>
        </w:tc>
        <w:tc>
          <w:tcPr>
            <w:tcW w:w="251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F6B4435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2.10</w:t>
            </w:r>
          </w:p>
        </w:tc>
      </w:tr>
      <w:tr w:rsidR="0030668A" w:rsidRPr="009F1ACA" w14:paraId="0A61567C" w14:textId="77777777" w:rsidTr="003B5756">
        <w:tc>
          <w:tcPr>
            <w:tcW w:w="1124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C4FB9E2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v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test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99AC454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км/ч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16AB151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заданная скорость при испытании</w:t>
            </w:r>
          </w:p>
        </w:tc>
        <w:tc>
          <w:tcPr>
            <w:tcW w:w="2514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521525C" w14:textId="77777777" w:rsidR="0030668A" w:rsidRPr="009F1ACA" w:rsidRDefault="0030668A" w:rsidP="001B5AAE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приложение 3 </w:t>
            </w:r>
            <w:r w:rsidR="00E93F0F">
              <w:rPr>
                <w:rFonts w:asciiTheme="majorBidi" w:hAnsiTheme="majorBidi" w:cstheme="majorBidi"/>
                <w:sz w:val="18"/>
                <w:szCs w:val="18"/>
              </w:rPr>
              <w:t>—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1.3.3.1.1</w:t>
            </w:r>
          </w:p>
        </w:tc>
      </w:tr>
    </w:tbl>
    <w:p w14:paraId="533F9C53" w14:textId="77777777" w:rsidR="0030668A" w:rsidRPr="009F1ACA" w:rsidRDefault="0030668A" w:rsidP="0030668A">
      <w:pPr>
        <w:pStyle w:val="SingleTxtG"/>
        <w:keepNext/>
        <w:keepLines/>
        <w:spacing w:before="120"/>
        <w:ind w:left="2268"/>
      </w:pPr>
      <w:r w:rsidRPr="009F1ACA">
        <w:t xml:space="preserve">Применительно к частоте вращения двигателя </w:t>
      </w:r>
      <w:r w:rsidR="00E93F0F" w:rsidRPr="00E93F0F">
        <w:t>“</w:t>
      </w:r>
      <w:r w:rsidRPr="009F1ACA">
        <w:t>n</w:t>
      </w:r>
      <w:r w:rsidR="00E93F0F" w:rsidRPr="00E93F0F">
        <w:t>”</w:t>
      </w:r>
      <w:r w:rsidRPr="009F1ACA">
        <w:t xml:space="preserve"> и скорости транспортного средства </w:t>
      </w:r>
      <w:r w:rsidR="00E93F0F" w:rsidRPr="00E93F0F">
        <w:t>“</w:t>
      </w:r>
      <w:r w:rsidRPr="009F1ACA">
        <w:t>v</w:t>
      </w:r>
      <w:r w:rsidR="00E93F0F" w:rsidRPr="00E93F0F">
        <w:t>”</w:t>
      </w:r>
      <w:r w:rsidRPr="009F1ACA">
        <w:t xml:space="preserve"> для обозначения места или, точнее, времени измерения используются следующие коэффициенты:</w:t>
      </w:r>
    </w:p>
    <w:p w14:paraId="4A5D0EB8" w14:textId="77777777" w:rsidR="0030668A" w:rsidRPr="009F1ACA" w:rsidRDefault="0030668A" w:rsidP="0030668A">
      <w:pPr>
        <w:pStyle w:val="SingleTxtG"/>
        <w:keepNext/>
        <w:keepLines/>
        <w:ind w:left="2835" w:hanging="567"/>
      </w:pPr>
      <w:r w:rsidRPr="009F1ACA">
        <w:t>a)</w:t>
      </w:r>
      <w:r w:rsidRPr="009F1ACA">
        <w:tab/>
        <w:t xml:space="preserve">AA', означающий, что измерение соответствует тому моменту времени, когда передняя часть транспортного средства пересекает линию AA' (см. приложение 4 </w:t>
      </w:r>
      <w:r w:rsidR="00BD3405">
        <w:t>—</w:t>
      </w:r>
      <w:r w:rsidRPr="009F1ACA">
        <w:t xml:space="preserve"> рис. 1); или </w:t>
      </w:r>
    </w:p>
    <w:p w14:paraId="6F0A7844" w14:textId="77777777" w:rsidR="0030668A" w:rsidRPr="009F1ACA" w:rsidRDefault="0030668A" w:rsidP="0030668A">
      <w:pPr>
        <w:pStyle w:val="SingleTxtG"/>
        <w:ind w:left="2835" w:hanging="567"/>
      </w:pPr>
      <w:r w:rsidRPr="009F1ACA">
        <w:t>b)</w:t>
      </w:r>
      <w:r w:rsidRPr="009F1ACA">
        <w:tab/>
        <w:t xml:space="preserve">PP', означающий, что измерение соответствует тому моменту времени, когда передняя часть транспортного средства пересекает линию PP' (см. приложение 4 </w:t>
      </w:r>
      <w:r w:rsidR="00BD3405">
        <w:t>—</w:t>
      </w:r>
      <w:r w:rsidRPr="009F1ACA">
        <w:t xml:space="preserve"> рис. 1); или </w:t>
      </w:r>
    </w:p>
    <w:p w14:paraId="7FB4B738" w14:textId="77777777" w:rsidR="0030668A" w:rsidRPr="009F1ACA" w:rsidRDefault="0030668A" w:rsidP="0030668A">
      <w:pPr>
        <w:pStyle w:val="SingleTxtG"/>
        <w:ind w:left="2835" w:hanging="567"/>
      </w:pPr>
      <w:r w:rsidRPr="009F1ACA">
        <w:t>с)</w:t>
      </w:r>
      <w:r w:rsidRPr="009F1ACA">
        <w:tab/>
        <w:t xml:space="preserve">BB', означающий, что измерение соответствует тому моменту времени, когда задняя часть транспортного средства пересекает линию BB' (см. приложение 4 </w:t>
      </w:r>
      <w:r w:rsidR="00BD3405">
        <w:t>—</w:t>
      </w:r>
      <w:r w:rsidRPr="009F1ACA">
        <w:t xml:space="preserve"> рис. 1).</w:t>
      </w:r>
    </w:p>
    <w:p w14:paraId="52E5DC8C" w14:textId="77777777" w:rsidR="0030668A" w:rsidRPr="009F1ACA" w:rsidRDefault="0030668A" w:rsidP="0030668A">
      <w:pPr>
        <w:pStyle w:val="SingleTxtG"/>
        <w:ind w:left="2268"/>
      </w:pPr>
      <w:r w:rsidRPr="009F1ACA">
        <w:t xml:space="preserve">При расчете ускорений с полностью открытой дроссельной заслонкой </w:t>
      </w:r>
      <w:r w:rsidRPr="009F1ACA">
        <w:rPr>
          <w:i/>
          <w:iCs/>
        </w:rPr>
        <w:t>a</w:t>
      </w:r>
      <w:r w:rsidRPr="009F1ACA">
        <w:rPr>
          <w:vertAlign w:val="subscript"/>
        </w:rPr>
        <w:t>wot</w:t>
      </w:r>
      <w:r w:rsidRPr="009F1ACA">
        <w:t xml:space="preserve"> и измерений уровней давления звука L для указания передачи, используемой во время испытания, применяются следующие коэффициенты:</w:t>
      </w:r>
    </w:p>
    <w:p w14:paraId="574AD4C7" w14:textId="77777777" w:rsidR="0030668A" w:rsidRPr="009F1ACA" w:rsidRDefault="0030668A" w:rsidP="0030668A">
      <w:pPr>
        <w:pStyle w:val="SingleTxtG"/>
        <w:ind w:left="2835" w:hanging="567"/>
      </w:pPr>
      <w:r w:rsidRPr="009F1ACA">
        <w:t>a)</w:t>
      </w:r>
      <w:r w:rsidRPr="009F1ACA">
        <w:tab/>
      </w:r>
      <w:r w:rsidR="006C399D" w:rsidRPr="006C399D">
        <w:t>“</w:t>
      </w:r>
      <w:r w:rsidRPr="009F1ACA">
        <w:t>(i)</w:t>
      </w:r>
      <w:r w:rsidR="006C399D" w:rsidRPr="006C399D">
        <w:t>”</w:t>
      </w:r>
      <w:r w:rsidRPr="009F1ACA">
        <w:t xml:space="preserve">, обозначающий </w:t>
      </w:r>
      <w:r w:rsidR="006C399D" w:rsidRPr="006C399D">
        <w:t>—</w:t>
      </w:r>
      <w:r w:rsidRPr="009F1ACA">
        <w:t xml:space="preserve"> в случае испытания на двух передачах </w:t>
      </w:r>
      <w:r w:rsidR="006C399D" w:rsidRPr="006C399D">
        <w:t>—</w:t>
      </w:r>
      <w:r w:rsidRPr="009F1ACA">
        <w:t xml:space="preserve"> более низкую передачу (т.</w:t>
      </w:r>
      <w:r w:rsidRPr="009F1ACA">
        <w:rPr>
          <w:lang w:val="en-US"/>
        </w:rPr>
        <w:t> </w:t>
      </w:r>
      <w:r w:rsidRPr="009F1ACA">
        <w:t xml:space="preserve">е. передачу с более высоким передаточным числом), а в остальных случаях, когда речь идет об испытаниях только на одной передаче, соответствующую передачу либо положение рычага переключения передач; или </w:t>
      </w:r>
    </w:p>
    <w:p w14:paraId="6CD1C20A" w14:textId="77777777" w:rsidR="0030668A" w:rsidRPr="009F1ACA" w:rsidRDefault="0030668A" w:rsidP="0030668A">
      <w:pPr>
        <w:pStyle w:val="SingleTxtG"/>
        <w:ind w:left="2835" w:hanging="567"/>
      </w:pPr>
      <w:r w:rsidRPr="009F1ACA">
        <w:t>b)</w:t>
      </w:r>
      <w:r w:rsidRPr="009F1ACA">
        <w:tab/>
      </w:r>
      <w:r w:rsidR="006C399D" w:rsidRPr="006C399D">
        <w:t>“</w:t>
      </w:r>
      <w:r w:rsidRPr="009F1ACA">
        <w:t>(i+1)</w:t>
      </w:r>
      <w:r w:rsidR="006C399D" w:rsidRPr="006C399D">
        <w:t>”</w:t>
      </w:r>
      <w:r w:rsidRPr="009F1ACA">
        <w:t xml:space="preserve">, обозначающий </w:t>
      </w:r>
      <w:r w:rsidR="006C399D" w:rsidRPr="006C399D">
        <w:t>—</w:t>
      </w:r>
      <w:r w:rsidRPr="009F1ACA">
        <w:t xml:space="preserve"> в случае испытания на двух передачах</w:t>
      </w:r>
      <w:r w:rsidR="006C399D">
        <w:rPr>
          <w:lang w:val="en-US"/>
        </w:rPr>
        <w:t> </w:t>
      </w:r>
      <w:r w:rsidR="006C399D" w:rsidRPr="006C399D">
        <w:t>—</w:t>
      </w:r>
      <w:r w:rsidRPr="009F1ACA">
        <w:t xml:space="preserve"> более высокую передачу (т.</w:t>
      </w:r>
      <w:r w:rsidRPr="009F1ACA">
        <w:rPr>
          <w:lang w:val="fr-CH"/>
        </w:rPr>
        <w:t> </w:t>
      </w:r>
      <w:r w:rsidRPr="009F1ACA">
        <w:t>е. передачу с более низким передаточным числом).</w:t>
      </w:r>
    </w:p>
    <w:p w14:paraId="460DDB1D" w14:textId="77777777" w:rsidR="0030668A" w:rsidRPr="009F1ACA" w:rsidRDefault="0030668A" w:rsidP="0030668A">
      <w:pPr>
        <w:pStyle w:val="SingleTxtG"/>
        <w:ind w:left="2268"/>
      </w:pPr>
      <w:r w:rsidRPr="009F1ACA">
        <w:lastRenderedPageBreak/>
        <w:t>Измеренные уровни давления звука L также содержат коэффициент, указывающий тип соответствующего испытания:</w:t>
      </w:r>
    </w:p>
    <w:p w14:paraId="1C9BCD84" w14:textId="77777777" w:rsidR="0030668A" w:rsidRPr="009F1ACA" w:rsidRDefault="0030668A" w:rsidP="0030668A">
      <w:pPr>
        <w:pStyle w:val="SingleTxtG"/>
        <w:ind w:left="2835" w:hanging="567"/>
      </w:pPr>
      <w:r w:rsidRPr="009F1ACA">
        <w:t>a)</w:t>
      </w:r>
      <w:r w:rsidRPr="009F1ACA">
        <w:tab/>
      </w:r>
      <w:r w:rsidR="006C399D" w:rsidRPr="006C399D">
        <w:t>“</w:t>
      </w:r>
      <w:r w:rsidRPr="009F1ACA">
        <w:t>Wot</w:t>
      </w:r>
      <w:r w:rsidR="006C399D" w:rsidRPr="006C399D">
        <w:t>”</w:t>
      </w:r>
      <w:r w:rsidRPr="009F1ACA">
        <w:t>, обозначающий испытание с ускорением при полностью открытой дроссельной заслонке (см. пункт 1.3.3.1.1 приложения</w:t>
      </w:r>
      <w:r w:rsidRPr="009F1ACA">
        <w:rPr>
          <w:lang w:val="fr-CH"/>
        </w:rPr>
        <w:t> </w:t>
      </w:r>
      <w:r w:rsidRPr="009F1ACA">
        <w:t xml:space="preserve">3); или </w:t>
      </w:r>
    </w:p>
    <w:p w14:paraId="2027FC99" w14:textId="77777777" w:rsidR="0030668A" w:rsidRPr="009F1ACA" w:rsidRDefault="0030668A" w:rsidP="0030668A">
      <w:pPr>
        <w:pStyle w:val="SingleTxtG"/>
        <w:ind w:left="2835" w:hanging="567"/>
      </w:pPr>
      <w:r w:rsidRPr="009F1ACA">
        <w:t>b)</w:t>
      </w:r>
      <w:r w:rsidRPr="009F1ACA">
        <w:tab/>
      </w:r>
      <w:r w:rsidR="006C399D" w:rsidRPr="006C399D">
        <w:t>“</w:t>
      </w:r>
      <w:r w:rsidRPr="009F1ACA">
        <w:t>CRS</w:t>
      </w:r>
      <w:r w:rsidR="006C399D" w:rsidRPr="006C399D">
        <w:t>”</w:t>
      </w:r>
      <w:r w:rsidRPr="009F1ACA">
        <w:t>, обозначающий испытание на постоянной скорости (см.</w:t>
      </w:r>
      <w:r w:rsidRPr="009F1ACA">
        <w:rPr>
          <w:lang w:val="fr-CH"/>
        </w:rPr>
        <w:t> </w:t>
      </w:r>
      <w:r w:rsidRPr="009F1ACA">
        <w:t xml:space="preserve">пункт 1.3.3.3.2 приложения 3); или </w:t>
      </w:r>
    </w:p>
    <w:p w14:paraId="39124389" w14:textId="77777777" w:rsidR="0030668A" w:rsidRPr="009F1ACA" w:rsidRDefault="0030668A" w:rsidP="0030668A">
      <w:pPr>
        <w:pStyle w:val="SingleTxtG"/>
        <w:ind w:left="2835" w:hanging="567"/>
      </w:pPr>
      <w:r w:rsidRPr="009F1ACA">
        <w:t>с)</w:t>
      </w:r>
      <w:r w:rsidRPr="009F1ACA">
        <w:tab/>
      </w:r>
      <w:r w:rsidR="006C399D" w:rsidRPr="006C399D">
        <w:t>“</w:t>
      </w:r>
      <w:r w:rsidRPr="009F1ACA">
        <w:t>Urban</w:t>
      </w:r>
      <w:r w:rsidR="006C399D" w:rsidRPr="006C399D">
        <w:t>”</w:t>
      </w:r>
      <w:r w:rsidRPr="009F1ACA">
        <w:t>, обозначающий взвешенную комбинацию результатов испытания на постоянной скорости и испытания с ускорением при полностью открытой дроссельной заслонке (см. пункт 1.4.6.2 приложения 3).</w:t>
      </w:r>
    </w:p>
    <w:p w14:paraId="0CB5C354" w14:textId="77777777" w:rsidR="0030668A" w:rsidRPr="009F1ACA" w:rsidRDefault="0030668A" w:rsidP="0030668A">
      <w:pPr>
        <w:pStyle w:val="SingleTxtG"/>
        <w:ind w:left="2268"/>
      </w:pPr>
      <w:r w:rsidRPr="009F1ACA">
        <w:t xml:space="preserve">Коэффициент </w:t>
      </w:r>
      <w:r w:rsidR="006C399D" w:rsidRPr="006C399D">
        <w:t>“</w:t>
      </w:r>
      <w:r w:rsidRPr="009F1ACA">
        <w:t>j</w:t>
      </w:r>
      <w:r w:rsidR="006C399D" w:rsidRPr="002F7B2A">
        <w:t>”</w:t>
      </w:r>
      <w:r w:rsidRPr="009F1ACA">
        <w:t>, указывающий порядковый номер проводимого исследования, может использоваться в добавление к вышеупомянутым коэффициентам».</w:t>
      </w:r>
    </w:p>
    <w:p w14:paraId="341317DA" w14:textId="77777777" w:rsidR="0030668A" w:rsidRPr="009F1ACA" w:rsidRDefault="0030668A" w:rsidP="0030668A">
      <w:pPr>
        <w:spacing w:after="120"/>
        <w:ind w:left="1134" w:right="1134"/>
        <w:jc w:val="both"/>
        <w:rPr>
          <w:rFonts w:eastAsia="MS PGothic"/>
          <w:bCs/>
        </w:rPr>
      </w:pPr>
      <w:r w:rsidRPr="009F1ACA">
        <w:rPr>
          <w:i/>
          <w:iCs/>
        </w:rPr>
        <w:t>Пункт 3.5</w:t>
      </w:r>
      <w:r w:rsidRPr="009F1ACA">
        <w:t xml:space="preserve"> изменить следующим образом</w:t>
      </w:r>
      <w:r w:rsidRPr="009F1ACA">
        <w:rPr>
          <w:rFonts w:eastAsia="MS PGothic"/>
          <w:bCs/>
        </w:rPr>
        <w:t>:</w:t>
      </w:r>
    </w:p>
    <w:p w14:paraId="5B86D1B9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«3.5</w:t>
      </w:r>
      <w:r w:rsidRPr="009F1ACA">
        <w:tab/>
        <w:t>Протокол испытания, подготовленный технической службой, проводящей испытания для официального утверждения типа мотоцикла, представляют органу по официальному утверждению типа. Протокол испытания должен включать по крайней мере следующую информацию:</w:t>
      </w:r>
    </w:p>
    <w:p w14:paraId="5E2883A4" w14:textId="77777777" w:rsidR="0030668A" w:rsidRPr="009F1ACA" w:rsidRDefault="0030668A" w:rsidP="0030668A">
      <w:pPr>
        <w:pStyle w:val="SingleTxtG"/>
        <w:ind w:left="2835" w:hanging="567"/>
      </w:pPr>
      <w:r w:rsidRPr="009F1ACA">
        <w:t>a)</w:t>
      </w:r>
      <w:r w:rsidRPr="009F1ACA">
        <w:tab/>
        <w:t>подробные сведения об испытательной площадке (например, температуре поверхности, коэффициенте поглощения и т. д.), ее</w:t>
      </w:r>
      <w:r w:rsidRPr="009F1ACA">
        <w:rPr>
          <w:lang w:val="en-US"/>
        </w:rPr>
        <w:t> </w:t>
      </w:r>
      <w:r w:rsidRPr="009F1ACA">
        <w:t>месторасположении и ориентации и погодных условиях, включая скорость и направление ветра, температуру воздуха, атмосферное давление и влажность;</w:t>
      </w:r>
    </w:p>
    <w:p w14:paraId="534F17D3" w14:textId="77777777" w:rsidR="0030668A" w:rsidRPr="009F1ACA" w:rsidRDefault="0030668A" w:rsidP="0030668A">
      <w:pPr>
        <w:pStyle w:val="SingleTxtG"/>
        <w:ind w:left="2835" w:hanging="567"/>
      </w:pPr>
      <w:r w:rsidRPr="009F1ACA">
        <w:t>b)</w:t>
      </w:r>
      <w:r w:rsidRPr="009F1ACA">
        <w:tab/>
        <w:t>тип измерительного оборудования, включая ветрозащитный экран;</w:t>
      </w:r>
    </w:p>
    <w:p w14:paraId="1C51CD0D" w14:textId="77777777" w:rsidR="0030668A" w:rsidRPr="009F1ACA" w:rsidRDefault="0030668A" w:rsidP="0030668A">
      <w:pPr>
        <w:pStyle w:val="SingleTxtG"/>
        <w:ind w:left="2835" w:hanging="567"/>
      </w:pPr>
      <w:r w:rsidRPr="009F1ACA">
        <w:t>с)</w:t>
      </w:r>
      <w:r w:rsidRPr="009F1ACA">
        <w:tab/>
        <w:t xml:space="preserve">взвешенный по шкале </w:t>
      </w:r>
      <w:r w:rsidR="002F7B2A" w:rsidRPr="002F7B2A">
        <w:t>“</w:t>
      </w:r>
      <w:r w:rsidRPr="009F1ACA">
        <w:t>A</w:t>
      </w:r>
      <w:r w:rsidR="002F7B2A" w:rsidRPr="002F7B2A">
        <w:t>”</w:t>
      </w:r>
      <w:r w:rsidRPr="009F1ACA">
        <w:t xml:space="preserve"> уровень давления звука, характерный для фонового шума;</w:t>
      </w:r>
    </w:p>
    <w:p w14:paraId="09342592" w14:textId="77777777" w:rsidR="0030668A" w:rsidRPr="009F1ACA" w:rsidRDefault="0030668A" w:rsidP="0030668A">
      <w:pPr>
        <w:pStyle w:val="SingleTxtG"/>
        <w:ind w:left="2835" w:hanging="567"/>
      </w:pPr>
      <w:r w:rsidRPr="009F1ACA">
        <w:t>d)</w:t>
      </w:r>
      <w:r w:rsidRPr="009F1ACA">
        <w:tab/>
        <w:t>технические характеристики транспортного средства, его двигателя и его системы силовой передачи, включая имеющиеся передаточные числа, размер и тип шин, давление в шинах, номер официального утверждения типа шин (если таковой имеется) или заводское и коммерческое описание шин (т. е. торговое наименование, индекс скорости, индекс нагрузки), номинальную максимальную полезную мощность, массу при испытании, показатель удельной мощности двигателя и массы, a</w:t>
      </w:r>
      <w:r w:rsidRPr="009F1ACA">
        <w:rPr>
          <w:vertAlign w:val="subscript"/>
        </w:rPr>
        <w:t>wot ref</w:t>
      </w:r>
      <w:r w:rsidRPr="009F1ACA">
        <w:t>, a</w:t>
      </w:r>
      <w:r w:rsidRPr="009F1ACA">
        <w:rPr>
          <w:vertAlign w:val="subscript"/>
        </w:rPr>
        <w:t>urban</w:t>
      </w:r>
      <w:r w:rsidRPr="009F1ACA">
        <w:t>, длину транспортного средства;</w:t>
      </w:r>
    </w:p>
    <w:p w14:paraId="30920E35" w14:textId="77777777" w:rsidR="0030668A" w:rsidRPr="009F1ACA" w:rsidRDefault="0030668A" w:rsidP="0030668A">
      <w:pPr>
        <w:pStyle w:val="SingleTxtG"/>
        <w:ind w:left="2835" w:hanging="567"/>
      </w:pPr>
      <w:r w:rsidRPr="009F1ACA">
        <w:t>e)</w:t>
      </w:r>
      <w:r w:rsidRPr="009F1ACA">
        <w:tab/>
        <w:t>передачи КПП или передаточные числа, используемые при испытании;</w:t>
      </w:r>
    </w:p>
    <w:p w14:paraId="6E37DB9F" w14:textId="77777777" w:rsidR="0030668A" w:rsidRPr="009F1ACA" w:rsidRDefault="0030668A" w:rsidP="0030668A">
      <w:pPr>
        <w:pStyle w:val="SingleTxtG"/>
        <w:ind w:left="2835" w:hanging="567"/>
      </w:pPr>
      <w:r w:rsidRPr="009F1ACA">
        <w:t>f)</w:t>
      </w:r>
      <w:r w:rsidRPr="009F1ACA">
        <w:tab/>
        <w:t xml:space="preserve">для испытаний в соответствии с приложением 3 к настоящим Правилам и для испытания по контрольным точкам в соответствии с пунктом 3.2 приложения 7 </w:t>
      </w:r>
      <w:r w:rsidR="00B35113">
        <w:t>—</w:t>
      </w:r>
      <w:r w:rsidRPr="009F1ACA">
        <w:t xml:space="preserve"> скорость транспортного средства и частоту вращения двигателя в начале периода ускорения и место начала ускорения применительно к каждой используемой передаче;</w:t>
      </w:r>
    </w:p>
    <w:p w14:paraId="6FF150D4" w14:textId="77777777" w:rsidR="0030668A" w:rsidRPr="009F1ACA" w:rsidRDefault="0030668A" w:rsidP="0030668A">
      <w:pPr>
        <w:pStyle w:val="SingleTxtG"/>
        <w:ind w:left="2835" w:hanging="567"/>
      </w:pPr>
      <w:r w:rsidRPr="009F1ACA">
        <w:t>g)</w:t>
      </w:r>
      <w:r w:rsidRPr="009F1ACA">
        <w:tab/>
        <w:t xml:space="preserve">для испытаний в соответствии с приложением 3 к настоящим Правилам и для испытания по контрольным точкам в соответствии с пунктом 3.2 приложения 7 </w:t>
      </w:r>
      <w:r w:rsidR="00BD3405">
        <w:t>—</w:t>
      </w:r>
      <w:r w:rsidRPr="009F1ACA">
        <w:t xml:space="preserve"> скорость транспортного средства и частоту вращения двигателя на линии</w:t>
      </w:r>
      <w:r w:rsidRPr="009F1ACA">
        <w:rPr>
          <w:lang w:val="en-US"/>
        </w:rPr>
        <w:t> </w:t>
      </w:r>
      <w:r w:rsidRPr="009F1ACA">
        <w:t>PP' и в конце ускорения применительно к каждому действительному измерению;</w:t>
      </w:r>
    </w:p>
    <w:p w14:paraId="17B6CEC7" w14:textId="77777777" w:rsidR="0030668A" w:rsidRPr="009F1ACA" w:rsidRDefault="0030668A" w:rsidP="0030668A">
      <w:pPr>
        <w:pStyle w:val="SingleTxtG"/>
        <w:ind w:left="2835" w:hanging="567"/>
      </w:pPr>
      <w:r w:rsidRPr="009F1ACA">
        <w:lastRenderedPageBreak/>
        <w:t>h)</w:t>
      </w:r>
      <w:r w:rsidRPr="009F1ACA">
        <w:tab/>
        <w:t>для испытаний в соответствии с пунктом 3.3 приложения 7</w:t>
      </w:r>
      <w:r w:rsidR="00B35113">
        <w:t> —</w:t>
      </w:r>
      <w:r w:rsidRPr="009F1ACA">
        <w:t xml:space="preserve"> скорость транспортного средства и частоту вращения двигателя на линиях AA', PP' и BB';</w:t>
      </w:r>
    </w:p>
    <w:p w14:paraId="5B276236" w14:textId="77777777" w:rsidR="0030668A" w:rsidRPr="009F1ACA" w:rsidRDefault="0030668A" w:rsidP="0030668A">
      <w:pPr>
        <w:pStyle w:val="SingleTxtG"/>
        <w:ind w:left="2835" w:hanging="567"/>
      </w:pPr>
      <w:r w:rsidRPr="009F1ACA">
        <w:t>i)</w:t>
      </w:r>
      <w:r w:rsidRPr="009F1ACA">
        <w:tab/>
        <w:t>для испытаний в соответствии с пунктом 3.3 приложения 7</w:t>
      </w:r>
      <w:r w:rsidR="00BD3405">
        <w:t> —</w:t>
      </w:r>
      <w:r w:rsidRPr="009F1ACA">
        <w:t xml:space="preserve"> условие подхода к линии AA' (ускорение, замедление или постоянная скорость) и предписанное положение дроссельной заслонки (в % от величины открытия дроссельной заслонки) между линиями AA' и BB';</w:t>
      </w:r>
    </w:p>
    <w:p w14:paraId="10EF9B1F" w14:textId="77777777" w:rsidR="0030668A" w:rsidRPr="009F1ACA" w:rsidRDefault="0030668A" w:rsidP="00AC6084">
      <w:pPr>
        <w:pStyle w:val="SingleTxtG"/>
        <w:widowControl w:val="0"/>
        <w:tabs>
          <w:tab w:val="left" w:pos="3686"/>
        </w:tabs>
        <w:ind w:left="3572" w:hanging="1304"/>
        <w:rPr>
          <w:strike/>
        </w:rPr>
      </w:pPr>
      <w:r w:rsidRPr="009F1ACA">
        <w:rPr>
          <w:i/>
          <w:iCs/>
        </w:rPr>
        <w:t>Примечание:</w:t>
      </w:r>
      <w:r w:rsidR="002F7B2A">
        <w:rPr>
          <w:i/>
          <w:iCs/>
        </w:rPr>
        <w:tab/>
      </w:r>
      <w:r w:rsidRPr="009F1ACA">
        <w:t>это описание предписанных операций управления дроссельной заслонкой. Фактические операции управления дроссельной заслонкой во время испытательного прогона не регистрируются, а</w:t>
      </w:r>
      <w:r w:rsidR="00AC6084" w:rsidRPr="00AC6084">
        <w:t xml:space="preserve"> </w:t>
      </w:r>
      <w:r w:rsidRPr="009F1ACA">
        <w:t>оцениваются только по наблюдениям;</w:t>
      </w:r>
    </w:p>
    <w:p w14:paraId="531E9E25" w14:textId="77777777" w:rsidR="0030668A" w:rsidRPr="009F1ACA" w:rsidRDefault="0030668A" w:rsidP="0030668A">
      <w:pPr>
        <w:pStyle w:val="SingleTxtG"/>
        <w:ind w:left="2835" w:hanging="567"/>
      </w:pPr>
      <w:r w:rsidRPr="009F1ACA">
        <w:t>j)</w:t>
      </w:r>
      <w:r w:rsidRPr="009F1ACA">
        <w:tab/>
        <w:t>метод, использованный для расчета ускорения;</w:t>
      </w:r>
    </w:p>
    <w:p w14:paraId="58A5DFE2" w14:textId="77777777" w:rsidR="0030668A" w:rsidRPr="009F1ACA" w:rsidRDefault="0030668A" w:rsidP="0030668A">
      <w:pPr>
        <w:pStyle w:val="SingleTxtG"/>
        <w:ind w:left="2835" w:hanging="567"/>
      </w:pPr>
      <w:r w:rsidRPr="009F1ACA">
        <w:t>k)</w:t>
      </w:r>
      <w:r w:rsidRPr="009F1ACA">
        <w:tab/>
        <w:t>промежуточные результаты измерений a</w:t>
      </w:r>
      <w:r w:rsidRPr="009F1ACA">
        <w:rPr>
          <w:vertAlign w:val="subscript"/>
        </w:rPr>
        <w:t>wot(i)</w:t>
      </w:r>
      <w:r w:rsidRPr="009F1ACA">
        <w:t>, a</w:t>
      </w:r>
      <w:r w:rsidRPr="009F1ACA">
        <w:rPr>
          <w:vertAlign w:val="subscript"/>
        </w:rPr>
        <w:t>wot(i</w:t>
      </w:r>
      <w:r w:rsidR="00DE1E5D">
        <w:rPr>
          <w:vertAlign w:val="subscript"/>
        </w:rPr>
        <w:t> </w:t>
      </w:r>
      <w:r w:rsidRPr="009F1ACA">
        <w:rPr>
          <w:vertAlign w:val="subscript"/>
        </w:rPr>
        <w:t>+</w:t>
      </w:r>
      <w:r w:rsidR="00DE1E5D">
        <w:rPr>
          <w:vertAlign w:val="subscript"/>
        </w:rPr>
        <w:t> </w:t>
      </w:r>
      <w:r w:rsidRPr="009F1ACA">
        <w:rPr>
          <w:vertAlign w:val="subscript"/>
        </w:rPr>
        <w:t>1)</w:t>
      </w:r>
      <w:r w:rsidRPr="009F1ACA">
        <w:t>, L</w:t>
      </w:r>
      <w:r w:rsidRPr="009F1ACA">
        <w:rPr>
          <w:vertAlign w:val="subscript"/>
        </w:rPr>
        <w:t>wot(i)</w:t>
      </w:r>
      <w:r w:rsidRPr="009F1ACA">
        <w:t>, L</w:t>
      </w:r>
      <w:r w:rsidRPr="009F1ACA">
        <w:rPr>
          <w:vertAlign w:val="subscript"/>
        </w:rPr>
        <w:t>wot(i</w:t>
      </w:r>
      <w:r w:rsidR="00DE1E5D">
        <w:rPr>
          <w:vertAlign w:val="subscript"/>
        </w:rPr>
        <w:t> </w:t>
      </w:r>
      <w:r w:rsidRPr="009F1ACA">
        <w:rPr>
          <w:vertAlign w:val="subscript"/>
        </w:rPr>
        <w:t>+</w:t>
      </w:r>
      <w:r w:rsidR="00DE1E5D">
        <w:rPr>
          <w:vertAlign w:val="subscript"/>
        </w:rPr>
        <w:t> </w:t>
      </w:r>
      <w:r w:rsidRPr="009F1ACA">
        <w:rPr>
          <w:vertAlign w:val="subscript"/>
        </w:rPr>
        <w:t>1)</w:t>
      </w:r>
      <w:r w:rsidRPr="009F1ACA">
        <w:t>, L</w:t>
      </w:r>
      <w:r w:rsidRPr="009F1ACA">
        <w:rPr>
          <w:vertAlign w:val="subscript"/>
        </w:rPr>
        <w:t>crs(i)</w:t>
      </w:r>
      <w:r w:rsidRPr="009F1ACA">
        <w:t xml:space="preserve"> и L</w:t>
      </w:r>
      <w:r w:rsidRPr="009F1ACA">
        <w:rPr>
          <w:vertAlign w:val="subscript"/>
        </w:rPr>
        <w:t>crs(i</w:t>
      </w:r>
      <w:r w:rsidR="00DE1E5D">
        <w:rPr>
          <w:vertAlign w:val="subscript"/>
        </w:rPr>
        <w:t> </w:t>
      </w:r>
      <w:r w:rsidRPr="009F1ACA">
        <w:rPr>
          <w:vertAlign w:val="subscript"/>
        </w:rPr>
        <w:t>+</w:t>
      </w:r>
      <w:r w:rsidR="00DE1E5D">
        <w:rPr>
          <w:vertAlign w:val="subscript"/>
        </w:rPr>
        <w:t> </w:t>
      </w:r>
      <w:r w:rsidRPr="009F1ACA">
        <w:rPr>
          <w:vertAlign w:val="subscript"/>
        </w:rPr>
        <w:t>1)</w:t>
      </w:r>
      <w:r w:rsidRPr="009F1ACA">
        <w:t>, если это применимо;</w:t>
      </w:r>
    </w:p>
    <w:p w14:paraId="6E8AD743" w14:textId="77777777" w:rsidR="0030668A" w:rsidRPr="009F1ACA" w:rsidRDefault="0030668A" w:rsidP="0030668A">
      <w:pPr>
        <w:pStyle w:val="SingleTxtG"/>
        <w:ind w:left="2835" w:hanging="567"/>
      </w:pPr>
      <w:r w:rsidRPr="009F1ACA">
        <w:t>l)</w:t>
      </w:r>
      <w:r w:rsidRPr="009F1ACA">
        <w:tab/>
        <w:t>весовые коэффициенты k и k</w:t>
      </w:r>
      <w:r w:rsidRPr="009F1ACA">
        <w:rPr>
          <w:vertAlign w:val="subscript"/>
        </w:rPr>
        <w:t>p</w:t>
      </w:r>
      <w:r w:rsidRPr="009F1ACA">
        <w:t xml:space="preserve"> и окончательные результаты измерений L</w:t>
      </w:r>
      <w:r w:rsidRPr="009F1ACA">
        <w:rPr>
          <w:vertAlign w:val="subscript"/>
        </w:rPr>
        <w:t>wot</w:t>
      </w:r>
      <w:r w:rsidRPr="009F1ACA">
        <w:t>, L</w:t>
      </w:r>
      <w:r w:rsidRPr="009F1ACA">
        <w:rPr>
          <w:vertAlign w:val="subscript"/>
        </w:rPr>
        <w:t>crs</w:t>
      </w:r>
      <w:r w:rsidRPr="009F1ACA">
        <w:t>, L</w:t>
      </w:r>
      <w:r w:rsidRPr="009F1ACA">
        <w:rPr>
          <w:vertAlign w:val="subscript"/>
        </w:rPr>
        <w:t>urban</w:t>
      </w:r>
      <w:r w:rsidRPr="009F1ACA">
        <w:t xml:space="preserve"> и L</w:t>
      </w:r>
      <w:r w:rsidRPr="009F1ACA">
        <w:rPr>
          <w:vertAlign w:val="subscript"/>
        </w:rPr>
        <w:t>ASEP</w:t>
      </w:r>
      <w:r w:rsidRPr="009F1ACA">
        <w:t>;</w:t>
      </w:r>
    </w:p>
    <w:p w14:paraId="5F711056" w14:textId="77777777" w:rsidR="0030668A" w:rsidRPr="009F1ACA" w:rsidRDefault="0030668A" w:rsidP="0030668A">
      <w:pPr>
        <w:pStyle w:val="SingleTxtG"/>
        <w:ind w:left="2835" w:hanging="567"/>
      </w:pPr>
      <w:r w:rsidRPr="009F1ACA">
        <w:t>m)</w:t>
      </w:r>
      <w:r w:rsidRPr="009F1ACA">
        <w:tab/>
        <w:t>вспомогательное оборудование транспортного средства (в соответствующих случаях) и условия его эксплуатации;</w:t>
      </w:r>
    </w:p>
    <w:p w14:paraId="0F8C9BC5" w14:textId="77777777" w:rsidR="0030668A" w:rsidRPr="009F1ACA" w:rsidRDefault="0030668A" w:rsidP="0030668A">
      <w:pPr>
        <w:pStyle w:val="SingleTxtG"/>
        <w:ind w:left="2835" w:hanging="567"/>
      </w:pPr>
      <w:r w:rsidRPr="009F1ACA">
        <w:t>n)</w:t>
      </w:r>
      <w:r w:rsidRPr="009F1ACA">
        <w:tab/>
        <w:t xml:space="preserve">все действительные значения скорректированных по шкале </w:t>
      </w:r>
      <w:r w:rsidR="00F706F7" w:rsidRPr="00F706F7">
        <w:t>“</w:t>
      </w:r>
      <w:r w:rsidRPr="009F1ACA">
        <w:t>A</w:t>
      </w:r>
      <w:r w:rsidR="00F706F7" w:rsidRPr="00F706F7">
        <w:t>”</w:t>
      </w:r>
      <w:r w:rsidRPr="009F1ACA">
        <w:t xml:space="preserve"> уровней давления звука, измеренные в ходе каждого из испытаний и дезагрегированные в зависимости от нахождения измерительной аппаратуры с левой или правой стороны от транспортного средства и в зависимости от его удаления или приближения по отношению к ней; а также </w:t>
      </w:r>
    </w:p>
    <w:p w14:paraId="204096F5" w14:textId="77777777" w:rsidR="0030668A" w:rsidRPr="009F1ACA" w:rsidRDefault="0030668A" w:rsidP="0030668A">
      <w:pPr>
        <w:pStyle w:val="SingleTxtG"/>
        <w:ind w:left="2835" w:hanging="567"/>
      </w:pPr>
      <w:r w:rsidRPr="009F1ACA">
        <w:t>o)</w:t>
      </w:r>
      <w:r w:rsidRPr="009F1ACA">
        <w:tab/>
        <w:t>вся соответствующая информация, необходимая для получения различных уровней шума».</w:t>
      </w:r>
    </w:p>
    <w:p w14:paraId="68EBE5EE" w14:textId="77777777" w:rsidR="0030668A" w:rsidRPr="009F1ACA" w:rsidRDefault="0030668A" w:rsidP="0030668A">
      <w:pPr>
        <w:spacing w:after="120"/>
        <w:ind w:left="1134" w:right="1134"/>
        <w:jc w:val="both"/>
        <w:rPr>
          <w:rFonts w:eastAsia="MS PGothic"/>
          <w:i/>
          <w:iCs/>
        </w:rPr>
      </w:pPr>
      <w:r w:rsidRPr="009F1ACA">
        <w:rPr>
          <w:i/>
          <w:iCs/>
        </w:rPr>
        <w:t>Пункт 6.3.2</w:t>
      </w:r>
      <w:r w:rsidRPr="009F1ACA">
        <w:t xml:space="preserve"> изменить следующим образом</w:t>
      </w:r>
      <w:r w:rsidRPr="009F1ACA">
        <w:rPr>
          <w:rFonts w:eastAsia="MS PGothic"/>
          <w:bCs/>
        </w:rPr>
        <w:t>:</w:t>
      </w:r>
    </w:p>
    <w:p w14:paraId="3CE0CCC1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«6.3.2</w:t>
      </w:r>
      <w:r w:rsidRPr="009F1ACA">
        <w:tab/>
        <w:t>Тип транспортного средства, представленный на официальное утверждение, должен соответствовать требованиям, предусмотренным в приложении 7 к настоящим Правилам. Если в мотоцикле предусмотрены переключаемые водителем электронные программы или режимы работы, которые влияют на уровень шума, производимого данным транспортным средством, то все такие режимы должны соответствовать требованиям, предусмотренным в приложении 7».</w:t>
      </w:r>
    </w:p>
    <w:p w14:paraId="171BD42B" w14:textId="77777777" w:rsidR="0030668A" w:rsidRPr="009F1ACA" w:rsidRDefault="0030668A" w:rsidP="0030668A">
      <w:pPr>
        <w:spacing w:after="120"/>
        <w:ind w:left="1134" w:right="1134"/>
        <w:jc w:val="both"/>
        <w:rPr>
          <w:rFonts w:eastAsia="MS PGothic"/>
          <w:bCs/>
          <w:i/>
          <w:iCs/>
        </w:rPr>
      </w:pPr>
      <w:r w:rsidRPr="009F1ACA">
        <w:rPr>
          <w:i/>
          <w:iCs/>
        </w:rPr>
        <w:t>Пункт 8.3</w:t>
      </w:r>
      <w:r w:rsidRPr="009F1ACA">
        <w:t xml:space="preserve"> изменить следующим образом</w:t>
      </w:r>
      <w:r w:rsidRPr="009F1ACA">
        <w:rPr>
          <w:rFonts w:eastAsia="MS PGothic"/>
          <w:bCs/>
        </w:rPr>
        <w:t>:</w:t>
      </w:r>
      <w:r w:rsidRPr="009F1ACA">
        <w:rPr>
          <w:rFonts w:eastAsia="MS PGothic"/>
          <w:bCs/>
          <w:i/>
          <w:iCs/>
        </w:rPr>
        <w:t xml:space="preserve"> </w:t>
      </w:r>
    </w:p>
    <w:p w14:paraId="21A7371C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  <w:rPr>
          <w:rStyle w:val="HChGChar"/>
        </w:rPr>
      </w:pPr>
      <w:r w:rsidRPr="009F1ACA">
        <w:t>«8.3</w:t>
      </w:r>
      <w:r w:rsidRPr="009F1ACA">
        <w:tab/>
        <w:t xml:space="preserve">Для подтверждения соответствия производства изготовитель делает повторное заявление о том, что утвержденный тип мотоциклов </w:t>
      </w:r>
      <w:r w:rsidRPr="009F1ACA">
        <w:br/>
        <w:t>по-прежнему удовлетворяет требованиям, изложенным в пункте</w:t>
      </w:r>
      <w:r w:rsidR="00F706F7">
        <w:rPr>
          <w:lang w:val="en-US"/>
        </w:rPr>
        <w:t> </w:t>
      </w:r>
      <w:r w:rsidRPr="009F1ACA">
        <w:t>6.3.1 настоящих Правил. Уровни звука, измеренные в соответствии с приложением 7, не должны превышать пределы, указанные в пункте</w:t>
      </w:r>
      <w:r w:rsidR="00F706F7">
        <w:rPr>
          <w:lang w:val="en-US"/>
        </w:rPr>
        <w:t> </w:t>
      </w:r>
      <w:r w:rsidRPr="009F1ACA">
        <w:t xml:space="preserve">2.6 приложения 7, более чем на 1,0 дБ(A). Проводят как минимум испытания в условиях эксплуатации по контрольным точкам в соответствии с пунктом 3.2 приложения 7». </w:t>
      </w:r>
    </w:p>
    <w:p w14:paraId="26F9FD92" w14:textId="77777777" w:rsidR="0030668A" w:rsidRPr="009F1ACA" w:rsidRDefault="0030668A" w:rsidP="0030668A">
      <w:pPr>
        <w:spacing w:after="120"/>
        <w:ind w:left="1134" w:right="1134"/>
        <w:jc w:val="both"/>
        <w:rPr>
          <w:rFonts w:eastAsia="MS PGothic"/>
          <w:i/>
          <w:iCs/>
        </w:rPr>
      </w:pPr>
      <w:r w:rsidRPr="009F1ACA">
        <w:rPr>
          <w:i/>
          <w:iCs/>
        </w:rPr>
        <w:t>Пункт 12</w:t>
      </w:r>
      <w:r w:rsidRPr="009F1ACA">
        <w:t xml:space="preserve"> изменить следующим образом</w:t>
      </w:r>
      <w:r w:rsidRPr="009F1ACA">
        <w:rPr>
          <w:rFonts w:eastAsia="MS PGothic"/>
          <w:bCs/>
        </w:rPr>
        <w:t>:</w:t>
      </w:r>
    </w:p>
    <w:p w14:paraId="5F81A00E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  <w:rPr>
          <w:iCs/>
        </w:rPr>
      </w:pPr>
      <w:r w:rsidRPr="009F1ACA">
        <w:t>«12.1</w:t>
      </w:r>
      <w:r w:rsidRPr="009F1ACA">
        <w:tab/>
        <w:t>Начиная с даты официального вступления в силу поправок серии 05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05.</w:t>
      </w:r>
    </w:p>
    <w:p w14:paraId="0AE62702" w14:textId="77777777" w:rsidR="0030668A" w:rsidRPr="00F706F7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lastRenderedPageBreak/>
        <w:t>12.2</w:t>
      </w:r>
      <w:r w:rsidRPr="009F1ACA">
        <w:tab/>
        <w:t>Начиная с 1 сентября 2023 года Договаривающиеся стороны, применяющие настоящие Правила, не обязаны признавать официальные утверждения типа на основании поправок предыдущих серий, впервые предоставленные</w:t>
      </w:r>
      <w:r w:rsidRPr="009F1ACA">
        <w:rPr>
          <w:b/>
          <w:bCs/>
        </w:rPr>
        <w:t xml:space="preserve"> </w:t>
      </w:r>
      <w:r w:rsidRPr="009F1ACA">
        <w:t>после 1 сентября 2023 года</w:t>
      </w:r>
      <w:r w:rsidR="00F706F7" w:rsidRPr="00F706F7">
        <w:t>.</w:t>
      </w:r>
    </w:p>
    <w:p w14:paraId="3A733D1C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12.3</w:t>
      </w:r>
      <w:r w:rsidRPr="009F1ACA">
        <w:tab/>
        <w:t>До 1 сентября 2024 года Договаривающиеся стороны, применяющие настоящие Правила, признают официальные утверждения типа на основании поправок предыдущих серий, впервые предоставленные</w:t>
      </w:r>
      <w:r w:rsidRPr="001503F0">
        <w:t xml:space="preserve"> </w:t>
      </w:r>
      <w:r w:rsidRPr="009F1ACA">
        <w:t>до 1</w:t>
      </w:r>
      <w:r w:rsidR="00B35113">
        <w:t> </w:t>
      </w:r>
      <w:r w:rsidRPr="009F1ACA">
        <w:t>сентября 2023 г</w:t>
      </w:r>
      <w:r w:rsidRPr="009F1ACA">
        <w:rPr>
          <w:iCs/>
        </w:rPr>
        <w:t>ода.</w:t>
      </w:r>
    </w:p>
    <w:p w14:paraId="71FC3CA7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12.4</w:t>
      </w:r>
      <w:r w:rsidRPr="009F1ACA">
        <w:tab/>
        <w:t>Начиная с 1 сентября 2024 года Договаривающиеся стороны, применяющие настоящие Правила, не обязаны признавать официальные утверждения типа, предоставленные на основании поправок предыдущих серий к настоящим Правилам.</w:t>
      </w:r>
    </w:p>
    <w:p w14:paraId="74AFB891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  <w:rPr>
          <w:iCs/>
        </w:rPr>
      </w:pPr>
      <w:r w:rsidRPr="009F1ACA">
        <w:t>12.5</w:t>
      </w:r>
      <w:r w:rsidRPr="009F1ACA">
        <w:tab/>
        <w:t>Независимо от переходных положений, изложенных выше, Договаривающиеся стороны, начинающие применять настоящие Правила после даты вступления в силу самой последней серии поправок, не обязаны признавать официальные утверждения типа, которые были предоставлены на основании какой-либо предыдущей серии поправок к настоящим Правилам/обязаны признавать только официальные утверждения типа, предоставленные на основании поправок серии 05.</w:t>
      </w:r>
    </w:p>
    <w:p w14:paraId="14489414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  <w:rPr>
          <w:iCs/>
        </w:rPr>
      </w:pPr>
      <w:r w:rsidRPr="009F1ACA">
        <w:t>12.6</w:t>
      </w:r>
      <w:r w:rsidRPr="009F1ACA">
        <w:tab/>
        <w:t>Независимо от положений пункта 12.4 Договаривающиеся стороны, применяющие настоящие Правила, продолжают признавать официальные утверждения типа, предоставленные на основании предыдущих серий поправок к настоящим Правилам, в отношении транспортных средств/систем транспортных средств, которые не затронуты изменениями, внесенными на основании поправок серии 05.</w:t>
      </w:r>
    </w:p>
    <w:p w14:paraId="3F65916B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9F1ACA">
        <w:t>12.7</w:t>
      </w:r>
      <w:r w:rsidRPr="009F1ACA">
        <w:tab/>
      </w:r>
      <w:r w:rsidRPr="009F1ACA">
        <w:rPr>
          <w:shd w:val="clear" w:color="auto" w:fill="FFFFFF"/>
        </w:rPr>
        <w:t xml:space="preserve">Договаривающиеся стороны, применяющие настоящие Правила, могут предоставлять официальные утверждения типа на основании любой </w:t>
      </w:r>
      <w:r w:rsidRPr="009F1ACA">
        <w:t xml:space="preserve">предыдущей </w:t>
      </w:r>
      <w:r w:rsidRPr="009F1ACA">
        <w:rPr>
          <w:shd w:val="clear" w:color="auto" w:fill="FFFFFF"/>
        </w:rPr>
        <w:t>серии поправок к настоящим Правилам</w:t>
      </w:r>
      <w:r w:rsidRPr="009F1ACA">
        <w:rPr>
          <w:rStyle w:val="aa"/>
          <w:rFonts w:eastAsia="Yu Mincho"/>
          <w:bCs/>
          <w:iCs/>
          <w:lang w:eastAsia="ja-JP"/>
        </w:rPr>
        <w:footnoteReference w:id="3"/>
      </w:r>
      <w:r w:rsidRPr="009F1ACA">
        <w:rPr>
          <w:shd w:val="clear" w:color="auto" w:fill="FFFFFF"/>
        </w:rPr>
        <w:t>.</w:t>
      </w:r>
      <w:r w:rsidRPr="009F1ACA">
        <w:rPr>
          <w:rFonts w:eastAsia="Yu Mincho"/>
          <w:bCs/>
          <w:iCs/>
          <w:lang w:eastAsia="ja-JP"/>
        </w:rPr>
        <w:t xml:space="preserve"> </w:t>
      </w:r>
      <w:r w:rsidRPr="009F1ACA">
        <w:t>Однако при предоставлении официальных утверждений типа на основании поправок серии 03 к настоящим Правилам или их распространений дорожное покрытие испытательной площадки может соответствовать требованиям стандарта ISO10844:2014</w:t>
      </w:r>
      <w:r w:rsidRPr="009F1ACA">
        <w:rPr>
          <w:bCs/>
          <w:iCs/>
        </w:rPr>
        <w:t>.</w:t>
      </w:r>
    </w:p>
    <w:p w14:paraId="36887AA8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12.8</w:t>
      </w:r>
      <w:r w:rsidRPr="009F1ACA">
        <w:tab/>
        <w:t>Договаривающиеся стороны, применяющие настоящие Правила, продолжают предоставлять распространения существующих официальных утверждений, предоставленных на основании любой предыдущей серии поправок к настоящим Правилам</w:t>
      </w:r>
      <w:r w:rsidRPr="001503F0">
        <w:rPr>
          <w:sz w:val="18"/>
          <w:szCs w:val="18"/>
          <w:vertAlign w:val="superscript"/>
        </w:rPr>
        <w:t>2</w:t>
      </w:r>
      <w:r w:rsidRPr="009F1ACA">
        <w:t>. Однако при предоставлении официальных утверждений типа на основании поправок серии 03 к настоящим Правилам или их распространений дорожное покрытие испытательной площадки может соответствовать требованиям стандарта ISO10844:2014».</w:t>
      </w:r>
    </w:p>
    <w:p w14:paraId="2CD64F22" w14:textId="77777777" w:rsidR="0030668A" w:rsidRPr="009F1ACA" w:rsidRDefault="0030668A" w:rsidP="0030668A">
      <w:pPr>
        <w:spacing w:after="120"/>
        <w:ind w:left="1134" w:right="1134"/>
        <w:jc w:val="both"/>
        <w:rPr>
          <w:rFonts w:eastAsia="MS PGothic"/>
          <w:i/>
          <w:iCs/>
        </w:rPr>
      </w:pPr>
      <w:r w:rsidRPr="009F1ACA">
        <w:rPr>
          <w:i/>
          <w:iCs/>
        </w:rPr>
        <w:t xml:space="preserve">Приложение </w:t>
      </w:r>
      <w:r w:rsidRPr="009F1ACA">
        <w:rPr>
          <w:rFonts w:eastAsia="MS PGothic"/>
          <w:i/>
          <w:iCs/>
        </w:rPr>
        <w:t>1</w:t>
      </w:r>
    </w:p>
    <w:p w14:paraId="34A6857F" w14:textId="77777777" w:rsidR="0030668A" w:rsidRPr="009F1ACA" w:rsidRDefault="0030668A" w:rsidP="0030668A">
      <w:pPr>
        <w:spacing w:after="120"/>
        <w:ind w:left="1134" w:right="1134"/>
        <w:jc w:val="both"/>
        <w:rPr>
          <w:rFonts w:eastAsia="MS PGothic"/>
          <w:i/>
          <w:iCs/>
        </w:rPr>
      </w:pPr>
      <w:bookmarkStart w:id="2" w:name="_Hlk43886624"/>
      <w:r w:rsidRPr="009F1ACA">
        <w:rPr>
          <w:i/>
          <w:iCs/>
        </w:rPr>
        <w:t>Пункт 18</w:t>
      </w:r>
      <w:r w:rsidRPr="009F1ACA">
        <w:t xml:space="preserve"> изменить следующим образом</w:t>
      </w:r>
      <w:r w:rsidRPr="009F1ACA">
        <w:rPr>
          <w:rFonts w:eastAsia="MS PGothic"/>
          <w:bCs/>
        </w:rPr>
        <w:t>:</w:t>
      </w:r>
    </w:p>
    <w:bookmarkEnd w:id="2"/>
    <w:p w14:paraId="735C312D" w14:textId="77777777" w:rsidR="0030668A" w:rsidRPr="009F1ACA" w:rsidRDefault="0030668A" w:rsidP="0030668A">
      <w:pPr>
        <w:pStyle w:val="SingleTxtG"/>
        <w:keepNext/>
        <w:kinsoku w:val="0"/>
        <w:overflowPunct w:val="0"/>
        <w:autoSpaceDE w:val="0"/>
        <w:autoSpaceDN w:val="0"/>
        <w:adjustRightInd w:val="0"/>
        <w:snapToGrid w:val="0"/>
        <w:ind w:left="2268" w:hanging="1134"/>
      </w:pPr>
      <w:r w:rsidRPr="009F1ACA">
        <w:t>«18.</w:t>
      </w:r>
      <w:r w:rsidRPr="009F1ACA">
        <w:tab/>
      </w:r>
      <w:r w:rsidRPr="009F1ACA">
        <w:rPr>
          <w:rFonts w:eastAsiaTheme="minorHAnsi"/>
        </w:rPr>
        <w:t>Дополнительные</w:t>
      </w:r>
      <w:r w:rsidRPr="009F1ACA">
        <w:t xml:space="preserve"> положения об уровне звука: </w:t>
      </w:r>
    </w:p>
    <w:tbl>
      <w:tblPr>
        <w:tblW w:w="8854" w:type="dxa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2918"/>
        <w:gridCol w:w="1007"/>
        <w:gridCol w:w="1008"/>
        <w:gridCol w:w="1071"/>
        <w:gridCol w:w="1072"/>
        <w:gridCol w:w="1072"/>
      </w:tblGrid>
      <w:tr w:rsidR="0030668A" w:rsidRPr="009F1ACA" w14:paraId="3030F4D3" w14:textId="77777777" w:rsidTr="00D4754D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2D77599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18.1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EC737F1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Условия эксплуатации для ДПУЗ-РУВ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BB9C55D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Контрольная точка</w:t>
            </w:r>
          </w:p>
          <w:p w14:paraId="70D525B9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i)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C15191A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 xml:space="preserve">Контрольная </w:t>
            </w:r>
            <w:r w:rsidRPr="009F1ACA">
              <w:rPr>
                <w:i/>
                <w:iCs/>
                <w:sz w:val="16"/>
                <w:szCs w:val="16"/>
              </w:rPr>
              <w:br/>
              <w:t>точка</w:t>
            </w:r>
          </w:p>
          <w:p w14:paraId="1070CDB2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ii)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28FD192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 xml:space="preserve">Дополнитель-ное условие </w:t>
            </w:r>
            <w:r w:rsidRPr="009F1ACA">
              <w:rPr>
                <w:i/>
                <w:iCs/>
                <w:sz w:val="16"/>
                <w:szCs w:val="16"/>
              </w:rPr>
              <w:br/>
              <w:t>эксплуатации 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7267B8CF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Дополнитель-ное условие эксплуатации 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029D730" w14:textId="77777777" w:rsidR="0030668A" w:rsidRPr="009F1ACA" w:rsidRDefault="0030668A" w:rsidP="00D4754D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F1ACA">
              <w:rPr>
                <w:i/>
                <w:iCs/>
                <w:sz w:val="16"/>
                <w:szCs w:val="16"/>
              </w:rPr>
              <w:t>Дополнитель-ное условие эксплуатации 3</w:t>
            </w:r>
          </w:p>
        </w:tc>
      </w:tr>
      <w:tr w:rsidR="0030668A" w:rsidRPr="009F1ACA" w14:paraId="4D712C74" w14:textId="77777777" w:rsidTr="00D4754D">
        <w:tc>
          <w:tcPr>
            <w:tcW w:w="7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D18D1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18.1.1</w:t>
            </w:r>
          </w:p>
        </w:tc>
        <w:tc>
          <w:tcPr>
            <w:tcW w:w="29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05C9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Номер выбранной передачи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AD2A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FE020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0A7B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0F3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E690E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30668A" w:rsidRPr="009F1ACA" w14:paraId="77D60A7B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4D6A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84DF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Скорость транспортного средства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1CAD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057F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B9B4D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19B5B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EFB7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</w:tr>
      <w:tr w:rsidR="0030668A" w:rsidRPr="009F1ACA" w14:paraId="54B62506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0A11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18.1.2.1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811E8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Скорость транспортного средства в начале периода ускорения (средний показатель за 3 прогона) (км/ч)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C20E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594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DDE72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B82A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0D05B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</w:tr>
      <w:tr w:rsidR="0030668A" w:rsidRPr="009F1ACA" w14:paraId="1701751D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73BA8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18.1.2.2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8C21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Дистанция предускорения (м)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7746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957F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CD2E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31F59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8322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</w:tr>
      <w:tr w:rsidR="0030668A" w:rsidRPr="009F1ACA" w14:paraId="02ACFA9A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69122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18.1.2.3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A96A6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Скорость транспортного средства vAA' </w:t>
            </w:r>
          </w:p>
          <w:p w14:paraId="67E23B37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(средний показатель за 3 прогона по контрольным точкам i) и ii)) (км/ч)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68FCF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E871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D14CA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45C7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8A635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0668A" w:rsidRPr="009F1ACA" w14:paraId="625CB114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9407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18.1.2.4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9F39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Скорость транспортного средства vPP' </w:t>
            </w:r>
            <w:r w:rsidR="00387494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(средний показатель за 3 прогона по контрольным точкам i) и ii)) (км/ч)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0D8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8468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6DB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AAFB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7FEF3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0668A" w:rsidRPr="009F1ACA" w14:paraId="05B417A2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4654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18.1.2.5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B3E0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Скорость транспортного средства vBB' </w:t>
            </w:r>
            <w:r w:rsidR="00387494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(средний показатель за 3 прогона по контрольным точкам i) и ii)) (км/ч)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440F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C951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40868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71C4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734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0668A" w:rsidRPr="009F1ACA" w14:paraId="413574F0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B6057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BD62E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Частота вращения двигателя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45DC0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940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6F97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EEE4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5E33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–</w:t>
            </w:r>
          </w:p>
        </w:tc>
      </w:tr>
      <w:tr w:rsidR="0030668A" w:rsidRPr="009F1ACA" w14:paraId="0D90514D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3EDAF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18.1.3.1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375A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Частота вращения двигателя nAA' (средний показатель за 3 прогона по контрольным точкам i) и ii)) (мин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–1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25D4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1224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A747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0B1D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1EFB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0668A" w:rsidRPr="009F1ACA" w14:paraId="4B7DA816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BA517" w14:textId="77777777" w:rsidR="0030668A" w:rsidRPr="009F1ACA" w:rsidRDefault="0030668A" w:rsidP="001B5AAE">
            <w:pPr>
              <w:keepNext/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18.1.3.2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948B3" w14:textId="77777777" w:rsidR="0030668A" w:rsidRPr="009F1ACA" w:rsidRDefault="0030668A" w:rsidP="001B5AAE">
            <w:pPr>
              <w:keepNext/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Частота вращения двигателя nPP' (средний показатель за 3 прогона по контрольным точкам i) и ii)) (мин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–1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6B51A" w14:textId="77777777" w:rsidR="0030668A" w:rsidRPr="009F1ACA" w:rsidRDefault="0030668A" w:rsidP="001B5AAE">
            <w:pPr>
              <w:keepNext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5127" w14:textId="77777777" w:rsidR="0030668A" w:rsidRPr="009F1ACA" w:rsidRDefault="0030668A" w:rsidP="001B5AAE">
            <w:pPr>
              <w:keepNext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338A" w14:textId="77777777" w:rsidR="0030668A" w:rsidRPr="009F1ACA" w:rsidRDefault="0030668A" w:rsidP="001B5AAE">
            <w:pPr>
              <w:keepNext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1FE09" w14:textId="77777777" w:rsidR="0030668A" w:rsidRPr="009F1ACA" w:rsidRDefault="0030668A" w:rsidP="001B5AAE">
            <w:pPr>
              <w:keepNext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955B" w14:textId="77777777" w:rsidR="0030668A" w:rsidRPr="009F1ACA" w:rsidRDefault="0030668A" w:rsidP="001B5AAE">
            <w:pPr>
              <w:keepNext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0668A" w:rsidRPr="009F1ACA" w14:paraId="15953695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640A4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18.1.3.3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9597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Частота вращения двигателя nBB' (средний показатель за 3 прогона по контрольным точкам i) и ii)) (мин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–1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)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9CA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2BA8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9636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668B6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F8D0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0668A" w:rsidRPr="009F1ACA" w14:paraId="36B3DD16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B9EB7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18.1.4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88E2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Результат испытания при широко открытой дроссельной заслонке (L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wot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>) по контрольным точкам i) и ii) (дБ(А))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F4A3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BCF8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794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0E2F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8F60B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</w:tr>
      <w:tr w:rsidR="0030668A" w:rsidRPr="009F1ACA" w14:paraId="3B5C8CC5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56DB5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18.1.5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E94FD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макс. уровень давления звука L</w:t>
            </w:r>
            <w:r w:rsidRPr="009F1ACA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ASEP</w:t>
            </w:r>
            <w:r w:rsidRPr="009F1ACA">
              <w:rPr>
                <w:rFonts w:asciiTheme="majorBidi" w:hAnsiTheme="majorBidi" w:cstheme="majorBidi"/>
                <w:sz w:val="18"/>
                <w:szCs w:val="18"/>
              </w:rPr>
              <w:t xml:space="preserve"> для дополнительных условий эксплуатации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9EC1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1ADF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н. д.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49EC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CE461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4923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30668A" w:rsidRPr="009F1ACA" w14:paraId="129AE839" w14:textId="77777777" w:rsidTr="00D4754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8913F3A" w14:textId="77777777" w:rsidR="0030668A" w:rsidRPr="009F1ACA" w:rsidRDefault="0030668A" w:rsidP="001B5AAE">
            <w:pPr>
              <w:spacing w:after="40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18.1.6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27336FDC" w14:textId="77777777" w:rsidR="0030668A" w:rsidRPr="009F1ACA" w:rsidRDefault="0030668A" w:rsidP="001B5AAE">
            <w:pPr>
              <w:spacing w:after="40"/>
              <w:ind w:left="55"/>
              <w:rPr>
                <w:rFonts w:asciiTheme="majorBidi" w:hAnsiTheme="majorBidi" w:cstheme="majorBidi"/>
                <w:sz w:val="18"/>
                <w:szCs w:val="18"/>
              </w:rPr>
            </w:pPr>
            <w:r w:rsidRPr="009F1ACA">
              <w:rPr>
                <w:rFonts w:asciiTheme="majorBidi" w:hAnsiTheme="majorBidi" w:cstheme="majorBidi"/>
                <w:sz w:val="18"/>
                <w:szCs w:val="18"/>
              </w:rPr>
              <w:t>Предельные значения, определенные в ДПУЗ-РУВ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B5711F3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6589EF9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0D78E80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8828864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2B7072C" w14:textId="77777777" w:rsidR="0030668A" w:rsidRPr="009F1ACA" w:rsidRDefault="0030668A" w:rsidP="001B5AA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5BCB7FE3" w14:textId="77777777" w:rsidR="0030668A" w:rsidRPr="009F1ACA" w:rsidRDefault="0030668A" w:rsidP="002F2FEA">
      <w:pPr>
        <w:spacing w:before="120" w:after="120"/>
        <w:ind w:left="1134"/>
        <w:jc w:val="right"/>
      </w:pPr>
      <w:r w:rsidRPr="009F1ACA">
        <w:t>»</w:t>
      </w:r>
    </w:p>
    <w:p w14:paraId="28F6159C" w14:textId="77777777" w:rsidR="0030668A" w:rsidRPr="0030668A" w:rsidRDefault="0030668A" w:rsidP="0030668A">
      <w:pPr>
        <w:spacing w:before="120" w:after="120"/>
        <w:ind w:left="1134" w:right="1134"/>
        <w:jc w:val="both"/>
        <w:rPr>
          <w:rFonts w:eastAsia="MS PGothic"/>
          <w:i/>
          <w:iCs/>
        </w:rPr>
      </w:pPr>
      <w:r w:rsidRPr="009F1ACA">
        <w:rPr>
          <w:i/>
          <w:iCs/>
        </w:rPr>
        <w:t>Пункт 19</w:t>
      </w:r>
      <w:r w:rsidRPr="009F1ACA">
        <w:t xml:space="preserve"> изменить следующим образом</w:t>
      </w:r>
      <w:r w:rsidRPr="0030668A">
        <w:rPr>
          <w:rFonts w:eastAsia="MS PGothic"/>
          <w:bCs/>
        </w:rPr>
        <w:t>:</w:t>
      </w:r>
    </w:p>
    <w:p w14:paraId="03A7DBF7" w14:textId="77777777" w:rsidR="0030668A" w:rsidRPr="0030668A" w:rsidRDefault="0030668A" w:rsidP="0030668A">
      <w:pPr>
        <w:pStyle w:val="SingleTxtG"/>
        <w:tabs>
          <w:tab w:val="right" w:leader="dot" w:pos="8505"/>
        </w:tabs>
        <w:ind w:left="1701" w:hanging="567"/>
        <w:rPr>
          <w:bCs/>
        </w:rPr>
      </w:pPr>
      <w:r w:rsidRPr="009F1ACA">
        <w:rPr>
          <w:bCs/>
        </w:rPr>
        <w:t>«</w:t>
      </w:r>
      <w:r w:rsidRPr="0030668A">
        <w:rPr>
          <w:bCs/>
        </w:rPr>
        <w:t>…</w:t>
      </w:r>
    </w:p>
    <w:p w14:paraId="59AE417C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  <w:rPr>
          <w:vertAlign w:val="subscript"/>
        </w:rPr>
      </w:pPr>
      <w:r w:rsidRPr="009F1ACA">
        <w:t>19.5</w:t>
      </w:r>
      <w:r w:rsidRPr="009F1ACA">
        <w:tab/>
        <w:t>Выбираемые водителем электронные программы или режимы работы, влияющие либо на L</w:t>
      </w:r>
      <w:r w:rsidRPr="009F1ACA">
        <w:rPr>
          <w:vertAlign w:val="subscript"/>
        </w:rPr>
        <w:t>wot(i)</w:t>
      </w:r>
      <w:r w:rsidRPr="009F1ACA">
        <w:t>, либо на L</w:t>
      </w:r>
      <w:r w:rsidRPr="009F1ACA">
        <w:rPr>
          <w:vertAlign w:val="subscript"/>
        </w:rPr>
        <w:t>crs</w:t>
      </w:r>
      <w:r w:rsidRPr="009F1ACA">
        <w:t>, L</w:t>
      </w:r>
      <w:r w:rsidRPr="009F1ACA">
        <w:rPr>
          <w:vertAlign w:val="subscript"/>
        </w:rPr>
        <w:t>urb</w:t>
      </w:r>
      <w:r w:rsidRPr="009F1ACA">
        <w:t xml:space="preserve"> или L</w:t>
      </w:r>
      <w:r w:rsidRPr="009F1ACA">
        <w:rPr>
          <w:vertAlign w:val="subscript"/>
        </w:rPr>
        <w:t>ASEP</w:t>
      </w:r>
      <w:r w:rsidRPr="009F1ACA">
        <w:t>.</w:t>
      </w:r>
    </w:p>
    <w:p w14:paraId="0D131914" w14:textId="77777777" w:rsidR="0030668A" w:rsidRPr="009F1ACA" w:rsidRDefault="0030668A" w:rsidP="00B35113">
      <w:pPr>
        <w:pStyle w:val="SingleTxtG"/>
        <w:tabs>
          <w:tab w:val="clear" w:pos="1701"/>
        </w:tabs>
        <w:ind w:left="2259" w:hanging="1125"/>
      </w:pPr>
      <w:r w:rsidRPr="009F1ACA">
        <w:t>19.5.1</w:t>
      </w:r>
      <w:r w:rsidRPr="009F1ACA">
        <w:tab/>
        <w:t>Перечень выбираемых водителем электронных программ или режимов работы: ……………………………………………………………………….</w:t>
      </w:r>
    </w:p>
    <w:p w14:paraId="30B5BE60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19.5.2</w:t>
      </w:r>
      <w:r w:rsidRPr="009F1ACA">
        <w:tab/>
        <w:t>Выбираемые водителем электронные программы или режимы работы, используемые для определения значения L</w:t>
      </w:r>
      <w:r w:rsidRPr="009F1ACA">
        <w:rPr>
          <w:vertAlign w:val="subscript"/>
        </w:rPr>
        <w:t>urb</w:t>
      </w:r>
      <w:r w:rsidRPr="009F1ACA">
        <w:t xml:space="preserve"> согласно приложению 3: …………….…………………………………………...………………………</w:t>
      </w:r>
    </w:p>
    <w:p w14:paraId="475545DC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19.5.3</w:t>
      </w:r>
      <w:r w:rsidRPr="009F1ACA">
        <w:tab/>
        <w:t>Выбираемые водителем электронные программы или режимы работы, используемые для определения значений L</w:t>
      </w:r>
      <w:r w:rsidRPr="009F1ACA">
        <w:rPr>
          <w:vertAlign w:val="subscript"/>
        </w:rPr>
        <w:t xml:space="preserve">wot </w:t>
      </w:r>
      <w:r w:rsidR="00D97093">
        <w:t>и</w:t>
      </w:r>
      <w:r w:rsidRPr="009F1ACA">
        <w:t xml:space="preserve"> L</w:t>
      </w:r>
      <w:r w:rsidRPr="009F1ACA">
        <w:rPr>
          <w:vertAlign w:val="subscript"/>
        </w:rPr>
        <w:t>ASEP</w:t>
      </w:r>
      <w:r w:rsidRPr="009F1ACA">
        <w:t xml:space="preserve"> в соответствии с приложением 7: ………………….…………….……………………..…….».</w:t>
      </w:r>
    </w:p>
    <w:p w14:paraId="2D65F2B9" w14:textId="77777777" w:rsidR="0030668A" w:rsidRPr="009F1ACA" w:rsidRDefault="0030668A" w:rsidP="0030668A">
      <w:pPr>
        <w:pStyle w:val="SingleTxtG"/>
        <w:ind w:left="2268" w:right="1133" w:hanging="1134"/>
        <w:rPr>
          <w:i/>
        </w:rPr>
      </w:pPr>
      <w:r w:rsidRPr="009F1ACA">
        <w:rPr>
          <w:i/>
        </w:rPr>
        <w:lastRenderedPageBreak/>
        <w:t>Приложение 3</w:t>
      </w:r>
    </w:p>
    <w:p w14:paraId="3B1D68F7" w14:textId="77777777" w:rsidR="0030668A" w:rsidRPr="009F1ACA" w:rsidRDefault="0030668A" w:rsidP="0030668A">
      <w:pPr>
        <w:pStyle w:val="SingleTxtG"/>
        <w:ind w:left="2268" w:right="1133" w:hanging="1134"/>
        <w:rPr>
          <w:rFonts w:eastAsia="Yu Mincho"/>
          <w:iCs/>
          <w:lang w:eastAsia="ja-JP"/>
        </w:rPr>
      </w:pPr>
      <w:r w:rsidRPr="009F1ACA">
        <w:rPr>
          <w:i/>
          <w:iCs/>
        </w:rPr>
        <w:t xml:space="preserve">Пункт </w:t>
      </w:r>
      <w:r w:rsidRPr="009F1ACA">
        <w:rPr>
          <w:rFonts w:eastAsia="Yu Mincho"/>
          <w:i/>
          <w:lang w:eastAsia="ja-JP"/>
        </w:rPr>
        <w:t>1.2.1</w:t>
      </w:r>
      <w:r w:rsidRPr="009F1ACA">
        <w:rPr>
          <w:rFonts w:eastAsia="Yu Mincho"/>
          <w:iCs/>
          <w:lang w:eastAsia="ja-JP"/>
        </w:rPr>
        <w:t xml:space="preserve">, </w:t>
      </w:r>
      <w:r w:rsidRPr="00B46747">
        <w:rPr>
          <w:i/>
          <w:iCs/>
          <w:shd w:val="clear" w:color="auto" w:fill="FFFFFF"/>
        </w:rPr>
        <w:t>третий абзац</w:t>
      </w:r>
      <w:r w:rsidRPr="009F1ACA">
        <w:rPr>
          <w:shd w:val="clear" w:color="auto" w:fill="FFFFFF"/>
        </w:rPr>
        <w:t>, исключить слова «требованиям приложения 4 или».</w:t>
      </w:r>
    </w:p>
    <w:p w14:paraId="7250A9B0" w14:textId="77777777" w:rsidR="0030668A" w:rsidRPr="009F1ACA" w:rsidRDefault="0030668A" w:rsidP="0030668A">
      <w:pPr>
        <w:spacing w:after="120"/>
        <w:ind w:left="1134"/>
        <w:rPr>
          <w:rFonts w:eastAsia="MS PGothic"/>
          <w:bCs/>
        </w:rPr>
      </w:pPr>
      <w:r w:rsidRPr="009F1ACA">
        <w:rPr>
          <w:i/>
          <w:iCs/>
        </w:rPr>
        <w:t>Пункт 1.3.3.1</w:t>
      </w:r>
      <w:r w:rsidRPr="009F1ACA">
        <w:t xml:space="preserve"> изменить следующим образом</w:t>
      </w:r>
      <w:r w:rsidRPr="009F1ACA">
        <w:rPr>
          <w:rFonts w:eastAsia="MS PGothic"/>
          <w:bCs/>
        </w:rPr>
        <w:t>:</w:t>
      </w:r>
    </w:p>
    <w:p w14:paraId="1B8ABC9A" w14:textId="77777777" w:rsidR="0030668A" w:rsidRPr="009F1ACA" w:rsidRDefault="0030668A" w:rsidP="0030668A">
      <w:pPr>
        <w:spacing w:after="120"/>
        <w:ind w:left="1134"/>
      </w:pPr>
      <w:r w:rsidRPr="009F1ACA">
        <w:t>«1.3.3.1</w:t>
      </w:r>
      <w:r w:rsidRPr="009F1ACA">
        <w:tab/>
        <w:t>Общие условия проведения испытаний</w:t>
      </w:r>
    </w:p>
    <w:p w14:paraId="34721692" w14:textId="77777777" w:rsidR="0030668A" w:rsidRPr="009F1ACA" w:rsidRDefault="0030668A" w:rsidP="0030668A">
      <w:pPr>
        <w:pStyle w:val="SingleTxtG"/>
        <w:ind w:left="2268"/>
      </w:pPr>
      <w:r w:rsidRPr="009F1ACA">
        <w:t>Направление продольной оси транспортного средства должно как можно более точно соответствовать линии СС' в ходе всего испытания с</w:t>
      </w:r>
      <w:r w:rsidR="004B67D7">
        <w:t> </w:t>
      </w:r>
      <w:r w:rsidRPr="009F1ACA">
        <w:t xml:space="preserve">приближения к линии АА' до того момента, когда задняя </w:t>
      </w:r>
      <w:r w:rsidR="004B67D7">
        <w:br/>
      </w:r>
      <w:r w:rsidRPr="009F1ACA">
        <w:t>часть транспортного средства пересекает линию ВВ'</w:t>
      </w:r>
      <w:r w:rsidR="004B67D7">
        <w:t> </w:t>
      </w:r>
      <w:r w:rsidRPr="009F1ACA">
        <w:t>+</w:t>
      </w:r>
      <w:r w:rsidR="004B67D7">
        <w:t> </w:t>
      </w:r>
      <w:r w:rsidRPr="009F1ACA">
        <w:t>20</w:t>
      </w:r>
      <w:r w:rsidR="004B67D7">
        <w:t> </w:t>
      </w:r>
      <w:r w:rsidRPr="009F1ACA">
        <w:t xml:space="preserve">м </w:t>
      </w:r>
      <w:r w:rsidR="004B67D7">
        <w:br/>
      </w:r>
      <w:r w:rsidRPr="009F1ACA">
        <w:t>(см. приложение</w:t>
      </w:r>
      <w:r w:rsidR="004B67D7">
        <w:t> </w:t>
      </w:r>
      <w:r w:rsidRPr="009F1ACA">
        <w:t>4</w:t>
      </w:r>
      <w:r w:rsidR="004B67D7">
        <w:t> —</w:t>
      </w:r>
      <w:r w:rsidRPr="009F1ACA">
        <w:t xml:space="preserve"> рис. 1)</w:t>
      </w:r>
      <w:r w:rsidRPr="0030668A">
        <w:t>»</w:t>
      </w:r>
      <w:r w:rsidRPr="009F1ACA">
        <w:t>.</w:t>
      </w:r>
    </w:p>
    <w:p w14:paraId="17D8A27A" w14:textId="77777777" w:rsidR="0030668A" w:rsidRPr="009F1ACA" w:rsidRDefault="0030668A" w:rsidP="0030668A">
      <w:pPr>
        <w:spacing w:after="120"/>
        <w:ind w:left="1134"/>
        <w:rPr>
          <w:rFonts w:eastAsia="MS PGothic"/>
          <w:bCs/>
        </w:rPr>
      </w:pPr>
      <w:r w:rsidRPr="009F1ACA">
        <w:rPr>
          <w:i/>
          <w:iCs/>
        </w:rPr>
        <w:t>Пункт 1.4.1</w:t>
      </w:r>
      <w:r w:rsidRPr="009F1ACA">
        <w:t xml:space="preserve"> изменить следующим образом:</w:t>
      </w:r>
    </w:p>
    <w:p w14:paraId="6CDDE813" w14:textId="77777777" w:rsidR="0030668A" w:rsidRPr="009F1ACA" w:rsidRDefault="0030668A" w:rsidP="00135C40">
      <w:pPr>
        <w:spacing w:after="120"/>
        <w:ind w:left="1134"/>
      </w:pPr>
      <w:r w:rsidRPr="009F1ACA">
        <w:t>«1.4.1</w:t>
      </w:r>
      <w:r w:rsidR="00135C40">
        <w:tab/>
      </w:r>
      <w:r w:rsidR="00135C40">
        <w:tab/>
      </w:r>
      <w:r w:rsidRPr="009F1ACA">
        <w:t>…</w:t>
      </w:r>
    </w:p>
    <w:p w14:paraId="181D253A" w14:textId="77777777" w:rsidR="0030668A" w:rsidRPr="009F1ACA" w:rsidRDefault="0030668A" w:rsidP="00135C40">
      <w:pPr>
        <w:pStyle w:val="SingleTxtG"/>
        <w:tabs>
          <w:tab w:val="clear" w:pos="1701"/>
        </w:tabs>
        <w:ind w:left="2268"/>
      </w:pPr>
      <w:r w:rsidRPr="009F1ACA">
        <w:t xml:space="preserve">Максимальное значение взвешенного по шкале </w:t>
      </w:r>
      <w:r w:rsidR="00FB5756" w:rsidRPr="00FB5756">
        <w:t>“</w:t>
      </w:r>
      <w:r w:rsidRPr="009F1ACA">
        <w:t>А</w:t>
      </w:r>
      <w:r w:rsidR="00FB5756" w:rsidRPr="00FB5756">
        <w:t>”</w:t>
      </w:r>
      <w:r w:rsidRPr="009F1ACA">
        <w:t xml:space="preserve"> уровня давления звука L, получаемое при каждом прохождении транспортного средства между линией AA' и моментом, когда задняя часть транспортного средства пересекает линию BB'</w:t>
      </w:r>
      <w:r w:rsidR="00FB5756">
        <w:rPr>
          <w:lang w:val="en-US"/>
        </w:rPr>
        <w:t> </w:t>
      </w:r>
      <w:r w:rsidRPr="009F1ACA">
        <w:t>+</w:t>
      </w:r>
      <w:r w:rsidR="00FB5756">
        <w:rPr>
          <w:lang w:val="en-US"/>
        </w:rPr>
        <w:t> </w:t>
      </w:r>
      <w:r w:rsidRPr="009F1ACA">
        <w:t>20</w:t>
      </w:r>
      <w:r w:rsidRPr="009F1ACA">
        <w:rPr>
          <w:lang w:val="en-US"/>
        </w:rPr>
        <w:t> </w:t>
      </w:r>
      <w:r w:rsidRPr="009F1ACA">
        <w:t xml:space="preserve">м (см. приложение 4 </w:t>
      </w:r>
      <w:r w:rsidR="00FB5756" w:rsidRPr="00FB5756">
        <w:t>—</w:t>
      </w:r>
      <w:r w:rsidRPr="009F1ACA">
        <w:t xml:space="preserve"> рис.</w:t>
      </w:r>
      <w:r w:rsidRPr="009F1ACA">
        <w:rPr>
          <w:lang w:val="en-US"/>
        </w:rPr>
        <w:t> </w:t>
      </w:r>
      <w:r w:rsidRPr="009F1ACA">
        <w:t>1), уменьшают на 1 дБ(А) для учета погрешностей измерения и математически округляют до ближайшей десятой (например, ХХ,Х) для обоих мест установки микрофонов. Если пиковое значение звука однозначным образом не соответствует общему уровню давления звука, то результаты соответствующего измерения не учитывают.</w:t>
      </w:r>
    </w:p>
    <w:p w14:paraId="3129F385" w14:textId="77777777" w:rsidR="0030668A" w:rsidRPr="0030668A" w:rsidRDefault="0030668A" w:rsidP="0030668A">
      <w:pPr>
        <w:pStyle w:val="SingleTxtG"/>
        <w:ind w:left="2268"/>
        <w:rPr>
          <w:rStyle w:val="HChGChar"/>
          <w:rFonts w:eastAsia="Arial Unicode MS"/>
          <w:b w:val="0"/>
          <w:snapToGrid w:val="0"/>
        </w:rPr>
      </w:pPr>
      <w:r w:rsidRPr="0030668A">
        <w:t>…».</w:t>
      </w:r>
    </w:p>
    <w:p w14:paraId="316FF9CD" w14:textId="77777777" w:rsidR="0030668A" w:rsidRPr="009F1ACA" w:rsidRDefault="0030668A" w:rsidP="0030668A">
      <w:pPr>
        <w:pStyle w:val="SingleTxtG"/>
        <w:ind w:left="2268" w:right="1133" w:hanging="1134"/>
        <w:rPr>
          <w:i/>
        </w:rPr>
      </w:pPr>
      <w:r w:rsidRPr="009F1ACA">
        <w:rPr>
          <w:i/>
        </w:rPr>
        <w:t>Приложение 4</w:t>
      </w:r>
    </w:p>
    <w:p w14:paraId="2FCF0810" w14:textId="77777777" w:rsidR="0030668A" w:rsidRPr="009F1ACA" w:rsidRDefault="0030668A" w:rsidP="0030668A">
      <w:pPr>
        <w:pStyle w:val="SingleTxtG"/>
        <w:ind w:left="2268" w:right="1133" w:hanging="1134"/>
        <w:rPr>
          <w:i/>
        </w:rPr>
      </w:pPr>
      <w:r w:rsidRPr="009F1ACA">
        <w:rPr>
          <w:i/>
        </w:rPr>
        <w:t>Название,</w:t>
      </w:r>
      <w:r w:rsidRPr="009F1ACA">
        <w:rPr>
          <w:iCs/>
        </w:rPr>
        <w:t xml:space="preserve"> исключить </w:t>
      </w:r>
      <w:r w:rsidRPr="009F1ACA">
        <w:rPr>
          <w:i/>
        </w:rPr>
        <w:t>сноску 1</w:t>
      </w:r>
      <w:r w:rsidRPr="009F1ACA">
        <w:rPr>
          <w:iCs/>
        </w:rPr>
        <w:t xml:space="preserve"> и </w:t>
      </w:r>
      <w:r w:rsidRPr="009F1ACA">
        <w:t>изменить следующим образом</w:t>
      </w:r>
      <w:r w:rsidRPr="009F1ACA">
        <w:rPr>
          <w:iCs/>
        </w:rPr>
        <w:t>:</w:t>
      </w:r>
    </w:p>
    <w:p w14:paraId="34751871" w14:textId="77777777" w:rsidR="0030668A" w:rsidRPr="009F1ACA" w:rsidRDefault="0030668A" w:rsidP="0030668A">
      <w:pPr>
        <w:pStyle w:val="SingleTxtG"/>
        <w:ind w:left="2268" w:right="1133" w:hanging="1134"/>
      </w:pPr>
      <w:r w:rsidRPr="009F1ACA">
        <w:t>«Схема испытательного трека»</w:t>
      </w:r>
    </w:p>
    <w:p w14:paraId="0B377D99" w14:textId="77777777" w:rsidR="0030668A" w:rsidRPr="009F1ACA" w:rsidRDefault="0030668A" w:rsidP="0030668A">
      <w:pPr>
        <w:pStyle w:val="SingleTxtG"/>
        <w:ind w:left="2268" w:right="1133" w:hanging="1134"/>
      </w:pPr>
      <w:r w:rsidRPr="009F1ACA">
        <w:rPr>
          <w:i/>
          <w:iCs/>
        </w:rPr>
        <w:t xml:space="preserve">Пункты 1 (включая сноску 2), 2 и 2.1−2.5 </w:t>
      </w:r>
      <w:r w:rsidRPr="009F1ACA">
        <w:t>исключить.</w:t>
      </w:r>
    </w:p>
    <w:p w14:paraId="6ADA0230" w14:textId="77777777" w:rsidR="0030668A" w:rsidRPr="009F1ACA" w:rsidRDefault="0030668A" w:rsidP="0030668A">
      <w:pPr>
        <w:pStyle w:val="SingleTxtG"/>
        <w:ind w:left="2268" w:right="1133" w:hanging="1134"/>
      </w:pPr>
      <w:r w:rsidRPr="009F1ACA">
        <w:rPr>
          <w:i/>
          <w:iCs/>
        </w:rPr>
        <w:t xml:space="preserve">Пункт 2.2, сноску 3 </w:t>
      </w:r>
      <w:r w:rsidRPr="009F1ACA">
        <w:t>исключить.</w:t>
      </w:r>
    </w:p>
    <w:p w14:paraId="4892E0B3" w14:textId="77777777" w:rsidR="0030668A" w:rsidRPr="009F1ACA" w:rsidRDefault="0030668A" w:rsidP="0030668A">
      <w:pPr>
        <w:pStyle w:val="SingleTxtG"/>
        <w:ind w:left="2268" w:right="1133" w:hanging="1134"/>
      </w:pPr>
      <w:r w:rsidRPr="009F1ACA">
        <w:rPr>
          <w:i/>
          <w:iCs/>
        </w:rPr>
        <w:t xml:space="preserve">Пункты 3, 3.1, 3.2, 3.2.1, 3.2.1.1−3.2.1.4 и 3.2.2 </w:t>
      </w:r>
      <w:r w:rsidRPr="009F1ACA">
        <w:t>исключить.</w:t>
      </w:r>
    </w:p>
    <w:p w14:paraId="45C31735" w14:textId="77777777" w:rsidR="0030668A" w:rsidRPr="009F1ACA" w:rsidRDefault="0030668A" w:rsidP="0030668A">
      <w:pPr>
        <w:pStyle w:val="SingleTxtG"/>
      </w:pPr>
      <w:r w:rsidRPr="009F1ACA">
        <w:rPr>
          <w:i/>
          <w:iCs/>
        </w:rPr>
        <w:t>Рис. 1</w:t>
      </w:r>
      <w:r w:rsidRPr="009F1ACA">
        <w:t xml:space="preserve"> изменить следующим образом:</w:t>
      </w:r>
    </w:p>
    <w:p w14:paraId="685E2079" w14:textId="77777777" w:rsidR="0030668A" w:rsidRPr="009F1ACA" w:rsidRDefault="0030668A" w:rsidP="0030668A">
      <w:pPr>
        <w:pStyle w:val="SingleTxtG"/>
        <w:spacing w:after="0"/>
        <w:ind w:left="2268" w:hanging="1134"/>
        <w:rPr>
          <w:bCs/>
        </w:rPr>
      </w:pPr>
      <w:r w:rsidRPr="009F1ACA">
        <w:t xml:space="preserve">«Рис. 1 </w:t>
      </w:r>
    </w:p>
    <w:p w14:paraId="7E10A216" w14:textId="77777777" w:rsidR="0030668A" w:rsidRPr="009F1ACA" w:rsidRDefault="0030668A" w:rsidP="0030668A">
      <w:pPr>
        <w:pStyle w:val="SingleTxtG"/>
        <w:ind w:left="2268" w:right="1133" w:hanging="1134"/>
        <w:rPr>
          <w:b/>
        </w:rPr>
      </w:pPr>
      <w:r w:rsidRPr="009F1ACA">
        <w:rPr>
          <w:b/>
          <w:bCs/>
        </w:rPr>
        <w:t>Схема испытательного трека с размерами в метрах</w:t>
      </w:r>
    </w:p>
    <w:p w14:paraId="5F2727EB" w14:textId="77777777" w:rsidR="0030668A" w:rsidRPr="009F1ACA" w:rsidRDefault="0030668A" w:rsidP="0030668A">
      <w:pPr>
        <w:ind w:left="284"/>
      </w:pPr>
      <w:r w:rsidRPr="009F1ACA">
        <w:rPr>
          <w:noProof/>
        </w:rPr>
        <w:drawing>
          <wp:inline distT="0" distB="0" distL="0" distR="0" wp14:anchorId="666518D8" wp14:editId="4F7701EA">
            <wp:extent cx="5037310" cy="2864616"/>
            <wp:effectExtent l="19050" t="19050" r="11430" b="12065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141" b="14264"/>
                    <a:stretch/>
                  </pic:blipFill>
                  <pic:spPr bwMode="auto">
                    <a:xfrm>
                      <a:off x="0" y="0"/>
                      <a:ext cx="5074670" cy="288586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333B02" w14:textId="77777777" w:rsidR="000730B1" w:rsidRDefault="0030668A" w:rsidP="00B13EB5">
      <w:pPr>
        <w:keepNext/>
        <w:keepLines/>
        <w:spacing w:after="120" w:line="240" w:lineRule="auto"/>
        <w:ind w:left="1134" w:right="851"/>
        <w:outlineLvl w:val="0"/>
      </w:pPr>
      <w:r w:rsidRPr="009F1ACA">
        <w:lastRenderedPageBreak/>
        <w:t>Пояснения</w:t>
      </w:r>
    </w:p>
    <w:tbl>
      <w:tblPr>
        <w:tblStyle w:val="ac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1129"/>
        <w:gridCol w:w="7082"/>
      </w:tblGrid>
      <w:tr w:rsidR="000730B1" w:rsidRPr="000730B1" w14:paraId="3DFA5527" w14:textId="77777777" w:rsidTr="001B5AAE">
        <w:trPr>
          <w:trHeight w:val="567"/>
        </w:trPr>
        <w:tc>
          <w:tcPr>
            <w:tcW w:w="1129" w:type="dxa"/>
            <w:vAlign w:val="center"/>
          </w:tcPr>
          <w:p w14:paraId="546BB75B" w14:textId="77777777" w:rsidR="000730B1" w:rsidRDefault="000730B1" w:rsidP="007235AA">
            <w:pPr>
              <w:keepNext/>
              <w:keepLines/>
              <w:spacing w:before="120" w:after="80"/>
              <w:ind w:left="113"/>
              <w:jc w:val="center"/>
              <w:outlineLvl w:val="0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83DD28" wp14:editId="5AC81442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484505</wp:posOffset>
                  </wp:positionV>
                  <wp:extent cx="374650" cy="355600"/>
                  <wp:effectExtent l="0" t="0" r="635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60" t="63074" r="66006" b="5500"/>
                          <a:stretch/>
                        </pic:blipFill>
                        <pic:spPr bwMode="auto">
                          <a:xfrm>
                            <a:off x="0" y="0"/>
                            <a:ext cx="374650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8BE01D1" wp14:editId="3C588099">
                  <wp:extent cx="539343" cy="328295"/>
                  <wp:effectExtent l="0" t="0" r="0" b="0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064" cy="331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2" w:type="dxa"/>
            <w:vAlign w:val="center"/>
          </w:tcPr>
          <w:p w14:paraId="4366132C" w14:textId="77777777" w:rsidR="000730B1" w:rsidRPr="000730B1" w:rsidRDefault="000730B1" w:rsidP="001F7E51">
            <w:pPr>
              <w:keepNext/>
              <w:keepLines/>
              <w:spacing w:before="120" w:after="120"/>
              <w:ind w:left="28" w:right="851"/>
              <w:outlineLvl w:val="0"/>
            </w:pPr>
            <w:r w:rsidRPr="000730B1">
              <w:t>Минимальная площадь, покрытая испытательным дорожным покрытием, т. е. площадь испытания</w:t>
            </w:r>
          </w:p>
        </w:tc>
      </w:tr>
      <w:tr w:rsidR="000730B1" w14:paraId="19C375CA" w14:textId="77777777" w:rsidTr="001B5AAE">
        <w:trPr>
          <w:trHeight w:val="663"/>
        </w:trPr>
        <w:tc>
          <w:tcPr>
            <w:tcW w:w="1129" w:type="dxa"/>
            <w:vAlign w:val="center"/>
          </w:tcPr>
          <w:p w14:paraId="47A18EA9" w14:textId="77777777" w:rsidR="000730B1" w:rsidRPr="000730B1" w:rsidRDefault="000730B1" w:rsidP="001B5AAE">
            <w:pPr>
              <w:keepNext/>
              <w:keepLines/>
              <w:spacing w:before="100" w:beforeAutospacing="1"/>
              <w:ind w:right="33"/>
              <w:outlineLvl w:val="0"/>
            </w:pPr>
          </w:p>
        </w:tc>
        <w:tc>
          <w:tcPr>
            <w:tcW w:w="7082" w:type="dxa"/>
          </w:tcPr>
          <w:p w14:paraId="1BEACCE7" w14:textId="77777777" w:rsidR="000730B1" w:rsidRDefault="000730B1" w:rsidP="001F7E51">
            <w:pPr>
              <w:keepNext/>
              <w:keepLines/>
              <w:spacing w:before="120" w:after="120"/>
              <w:ind w:left="28"/>
              <w:outlineLvl w:val="0"/>
            </w:pPr>
            <w:r w:rsidRPr="009F1ACA">
              <w:t>Положения микрофона (высота 1,2 м)</w:t>
            </w:r>
          </w:p>
        </w:tc>
      </w:tr>
    </w:tbl>
    <w:p w14:paraId="7A8A7EE0" w14:textId="77777777" w:rsidR="0030668A" w:rsidRPr="009F1ACA" w:rsidRDefault="0030668A" w:rsidP="00033645">
      <w:pPr>
        <w:keepNext/>
        <w:keepLines/>
        <w:spacing w:before="240" w:line="240" w:lineRule="auto"/>
        <w:ind w:left="1134" w:right="284"/>
        <w:jc w:val="right"/>
        <w:outlineLvl w:val="0"/>
      </w:pPr>
      <w:r w:rsidRPr="009F1ACA">
        <w:t>»</w:t>
      </w:r>
    </w:p>
    <w:p w14:paraId="2E3255EE" w14:textId="77777777" w:rsidR="0030668A" w:rsidRPr="009F1ACA" w:rsidRDefault="0030668A" w:rsidP="0030668A">
      <w:pPr>
        <w:pStyle w:val="SingleTxtG"/>
        <w:ind w:left="2268" w:right="1133" w:hanging="1134"/>
      </w:pPr>
      <w:r w:rsidRPr="009F1ACA">
        <w:rPr>
          <w:i/>
          <w:iCs/>
        </w:rPr>
        <w:t xml:space="preserve">Рис. 2 и таблицу 1 </w:t>
      </w:r>
      <w:r w:rsidRPr="009F1ACA">
        <w:t>исключить.</w:t>
      </w:r>
    </w:p>
    <w:p w14:paraId="5C175D5B" w14:textId="77777777" w:rsidR="0030668A" w:rsidRPr="009F1ACA" w:rsidRDefault="0030668A" w:rsidP="0030668A">
      <w:pPr>
        <w:pStyle w:val="SingleTxtG"/>
        <w:ind w:left="2268" w:right="1133" w:hanging="1134"/>
      </w:pPr>
      <w:r w:rsidRPr="009F1ACA">
        <w:rPr>
          <w:i/>
          <w:iCs/>
        </w:rPr>
        <w:t>Пункты 4, 4.1–4.3, 5</w:t>
      </w:r>
      <w:r w:rsidRPr="009F1ACA">
        <w:t xml:space="preserve"> </w:t>
      </w:r>
      <w:r w:rsidRPr="009F1ACA">
        <w:rPr>
          <w:i/>
          <w:iCs/>
        </w:rPr>
        <w:t>и 5.1–5.3</w:t>
      </w:r>
      <w:r w:rsidRPr="009F1ACA">
        <w:t xml:space="preserve"> исключить.</w:t>
      </w:r>
    </w:p>
    <w:p w14:paraId="07655A5B" w14:textId="0029D147" w:rsidR="0030668A" w:rsidRPr="009F1ACA" w:rsidRDefault="0030668A" w:rsidP="0030668A">
      <w:pPr>
        <w:pStyle w:val="SingleTxtG"/>
        <w:ind w:left="2268" w:right="1133" w:hanging="1134"/>
      </w:pPr>
      <w:r w:rsidRPr="009F1ACA">
        <w:rPr>
          <w:i/>
          <w:iCs/>
        </w:rPr>
        <w:t xml:space="preserve">Пункты 6, 6.1, 6.1.1–6.1.6, 6.1.6.1–6.1.6.7 и 6.2 </w:t>
      </w:r>
      <w:r w:rsidRPr="009F1ACA">
        <w:t xml:space="preserve">исключить. </w:t>
      </w:r>
    </w:p>
    <w:p w14:paraId="564816EB" w14:textId="77777777" w:rsidR="0030668A" w:rsidRPr="009F1ACA" w:rsidRDefault="0030668A" w:rsidP="0030668A">
      <w:pPr>
        <w:ind w:left="567"/>
        <w:rPr>
          <w:rFonts w:eastAsia="MS PGothic"/>
          <w:bCs/>
          <w:i/>
          <w:iCs/>
        </w:rPr>
      </w:pPr>
      <w:r w:rsidRPr="009F1ACA">
        <w:rPr>
          <w:i/>
          <w:iCs/>
        </w:rPr>
        <w:t>Приложение 7</w:t>
      </w:r>
      <w:r w:rsidRPr="009F1ACA">
        <w:t xml:space="preserve"> изменить следующим образом</w:t>
      </w:r>
      <w:r w:rsidRPr="009F1ACA">
        <w:rPr>
          <w:rFonts w:eastAsia="MS PGothic"/>
          <w:bCs/>
        </w:rPr>
        <w:t>:</w:t>
      </w:r>
    </w:p>
    <w:p w14:paraId="26A4289D" w14:textId="77777777" w:rsidR="0030668A" w:rsidRPr="009F1ACA" w:rsidRDefault="0030668A" w:rsidP="0030668A">
      <w:pPr>
        <w:pStyle w:val="HChG"/>
      </w:pPr>
      <w:r w:rsidRPr="009F1ACA">
        <w:tab/>
      </w:r>
      <w:r w:rsidRPr="009F1ACA">
        <w:tab/>
      </w:r>
      <w:r w:rsidRPr="00CF084E">
        <w:rPr>
          <w:szCs w:val="28"/>
        </w:rPr>
        <w:tab/>
      </w:r>
      <w:r w:rsidRPr="00CF084E">
        <w:rPr>
          <w:b w:val="0"/>
          <w:szCs w:val="28"/>
        </w:rPr>
        <w:t>«</w:t>
      </w:r>
      <w:r w:rsidRPr="009F1ACA">
        <w:t>Дополнительные положения об уровне звука в</w:t>
      </w:r>
      <w:r w:rsidR="00CF084E">
        <w:rPr>
          <w:lang w:val="en-US"/>
        </w:rPr>
        <w:t> </w:t>
      </w:r>
      <w:r w:rsidRPr="009F1ACA">
        <w:t>реальных условиях вождения (ДПУЗ-РУВ)</w:t>
      </w:r>
    </w:p>
    <w:p w14:paraId="02B6D074" w14:textId="77777777" w:rsidR="0030668A" w:rsidRPr="0030668A" w:rsidRDefault="0030668A" w:rsidP="00B35113">
      <w:pPr>
        <w:pStyle w:val="SingleTxtG"/>
        <w:tabs>
          <w:tab w:val="clear" w:pos="1701"/>
        </w:tabs>
        <w:ind w:left="2268" w:hanging="1134"/>
      </w:pPr>
      <w:r w:rsidRPr="0030668A">
        <w:t>1.</w:t>
      </w:r>
      <w:r w:rsidRPr="0030668A">
        <w:tab/>
      </w:r>
      <w:r w:rsidRPr="009F1ACA">
        <w:t>Сфера охвата</w:t>
      </w:r>
    </w:p>
    <w:p w14:paraId="3A679535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1.1</w:t>
      </w:r>
      <w:r w:rsidRPr="009F1ACA">
        <w:tab/>
        <w:t>Положения настоящего приложения применяются к транспортным средствам категории L</w:t>
      </w:r>
      <w:r w:rsidRPr="009F1ACA">
        <w:rPr>
          <w:vertAlign w:val="subscript"/>
        </w:rPr>
        <w:t>3</w:t>
      </w:r>
      <w:r w:rsidRPr="009F1ACA">
        <w:t xml:space="preserve"> с УММ &gt; 50.</w:t>
      </w:r>
    </w:p>
    <w:p w14:paraId="32D3EC65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2.</w:t>
      </w:r>
      <w:r w:rsidRPr="009F1ACA">
        <w:tab/>
        <w:t>Дополнительные требования к уровню звука</w:t>
      </w:r>
    </w:p>
    <w:p w14:paraId="0720BCE1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2.1</w:t>
      </w:r>
      <w:r w:rsidRPr="009F1ACA">
        <w:tab/>
        <w:t>Измерительные приборы</w:t>
      </w:r>
    </w:p>
    <w:p w14:paraId="0DFAC395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>Требования к измерительному оборудованию идентичны требованиям, изложенным в пункте 1.1 приложения 3 применительно к испытаниям движущегося мотоцикла.</w:t>
      </w:r>
    </w:p>
    <w:p w14:paraId="682DD550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2.2</w:t>
      </w:r>
      <w:r w:rsidRPr="009F1ACA">
        <w:tab/>
        <w:t>Акустическая среда, метеорологические условия и фоновый шум</w:t>
      </w:r>
    </w:p>
    <w:p w14:paraId="415D4204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>Требования, касающиеся акустической среды, метеорологических условий и фонового шума, идентичны требованиям, изложенным в пункте 1.2 приложения 3 применительно к испытаниям движущегося мотоцикла.</w:t>
      </w:r>
    </w:p>
    <w:p w14:paraId="31BA7922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2.3</w:t>
      </w:r>
      <w:r w:rsidRPr="009F1ACA">
        <w:tab/>
        <w:t>Места установки микрофонов и условия, касающиеся состояния транспортного средства</w:t>
      </w:r>
    </w:p>
    <w:p w14:paraId="59C5D37C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>Требования в отношении мест установки микрофонов и условий, касающихся состояния транспортного средства, идентичны требованиям, изложенным в пунктах 1.3.1 и 1.3.2 приложения 3 применительно к испытаниям движущегося мотоцикла.</w:t>
      </w:r>
    </w:p>
    <w:p w14:paraId="154F167D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2.4</w:t>
      </w:r>
      <w:r w:rsidRPr="009F1ACA">
        <w:tab/>
        <w:t>Общие условия проведения испытаний</w:t>
      </w:r>
    </w:p>
    <w:p w14:paraId="161E761B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>Общие условия проведения испытаний идентичны условиям, изложенным в пункте 1.3.3.1 приложения 3 применительно к испытаниям движущегося мотоцикла.</w:t>
      </w:r>
    </w:p>
    <w:p w14:paraId="29A5A23B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2.5</w:t>
      </w:r>
      <w:r w:rsidRPr="009F1ACA">
        <w:tab/>
        <w:t>Контрольный диапазон ДПУЗ-РУВ</w:t>
      </w:r>
    </w:p>
    <w:p w14:paraId="524D82A8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>Требования, изложенные в настоящем приложении, распространяются на любой режим эксплуатации транспортного средства со следующими ограничениями:</w:t>
      </w:r>
    </w:p>
    <w:p w14:paraId="029A3CFA" w14:textId="77777777" w:rsidR="0030668A" w:rsidRPr="009F1ACA" w:rsidRDefault="0030668A" w:rsidP="00B35113">
      <w:pPr>
        <w:pStyle w:val="SingleTxtG"/>
        <w:tabs>
          <w:tab w:val="clear" w:pos="1701"/>
        </w:tabs>
        <w:ind w:left="2268"/>
      </w:pPr>
      <w:r w:rsidRPr="009F1ACA">
        <w:t>a)</w:t>
      </w:r>
      <w:r w:rsidRPr="009F1ACA">
        <w:tab/>
        <w:t>v</w:t>
      </w:r>
      <w:r w:rsidRPr="009F1ACA">
        <w:rPr>
          <w:vertAlign w:val="subscript"/>
        </w:rPr>
        <w:t>AA'</w:t>
      </w:r>
      <w:r w:rsidRPr="009F1ACA">
        <w:t xml:space="preserve"> составляет не менее 10 км/ч,</w:t>
      </w:r>
    </w:p>
    <w:p w14:paraId="72220368" w14:textId="77777777" w:rsidR="0030668A" w:rsidRPr="009F1ACA" w:rsidRDefault="0030668A" w:rsidP="00B35113">
      <w:pPr>
        <w:pStyle w:val="SingleTxtG"/>
        <w:tabs>
          <w:tab w:val="clear" w:pos="1701"/>
        </w:tabs>
        <w:ind w:left="2268"/>
      </w:pPr>
      <w:r w:rsidRPr="009F1ACA">
        <w:t>b)</w:t>
      </w:r>
      <w:r w:rsidRPr="009F1ACA">
        <w:tab/>
        <w:t>v</w:t>
      </w:r>
      <w:r w:rsidRPr="009F1ACA">
        <w:rPr>
          <w:vertAlign w:val="subscript"/>
        </w:rPr>
        <w:t>BB'</w:t>
      </w:r>
      <w:r w:rsidRPr="009F1ACA">
        <w:t xml:space="preserve"> не превышает 80</w:t>
      </w:r>
      <w:r w:rsidRPr="009F1ACA">
        <w:rPr>
          <w:lang w:val="en-US"/>
        </w:rPr>
        <w:t> </w:t>
      </w:r>
      <w:r w:rsidRPr="009F1ACA">
        <w:t xml:space="preserve">км/ч для транспортных средств </w:t>
      </w:r>
      <w:r w:rsidRPr="009F1ACA">
        <w:br/>
      </w:r>
      <w:r w:rsidRPr="009F1ACA">
        <w:tab/>
      </w:r>
      <w:r w:rsidRPr="009F1ACA">
        <w:tab/>
        <w:t>с УММ ≤ 150,</w:t>
      </w:r>
    </w:p>
    <w:p w14:paraId="1DE99CA7" w14:textId="77777777" w:rsidR="0030668A" w:rsidRPr="009F1ACA" w:rsidRDefault="0030668A" w:rsidP="00B35113">
      <w:pPr>
        <w:pStyle w:val="SingleTxtG"/>
        <w:tabs>
          <w:tab w:val="clear" w:pos="1701"/>
        </w:tabs>
        <w:ind w:left="2268"/>
      </w:pPr>
      <w:r w:rsidRPr="009F1ACA">
        <w:tab/>
      </w:r>
      <w:r w:rsidRPr="009F1ACA">
        <w:tab/>
        <w:t>v</w:t>
      </w:r>
      <w:r w:rsidRPr="009F1ACA">
        <w:rPr>
          <w:vertAlign w:val="subscript"/>
        </w:rPr>
        <w:t>BB'</w:t>
      </w:r>
      <w:r w:rsidRPr="00FA0AE3">
        <w:t xml:space="preserve"> </w:t>
      </w:r>
      <w:r w:rsidRPr="009F1ACA">
        <w:t>не превышает 100</w:t>
      </w:r>
      <w:r w:rsidRPr="009F1ACA">
        <w:rPr>
          <w:lang w:val="en-US"/>
        </w:rPr>
        <w:t> </w:t>
      </w:r>
      <w:r w:rsidRPr="009F1ACA">
        <w:t xml:space="preserve">км/ч для транспортных средств </w:t>
      </w:r>
      <w:r w:rsidRPr="009F1ACA">
        <w:br/>
      </w:r>
      <w:r w:rsidRPr="009F1ACA">
        <w:tab/>
      </w:r>
      <w:r w:rsidRPr="009F1ACA">
        <w:tab/>
        <w:t>с УММ &gt; 150,</w:t>
      </w:r>
    </w:p>
    <w:p w14:paraId="262B846B" w14:textId="77777777" w:rsidR="0030668A" w:rsidRPr="009F1ACA" w:rsidRDefault="0030668A" w:rsidP="0030668A">
      <w:pPr>
        <w:pStyle w:val="SingleTxtG"/>
        <w:ind w:left="2268"/>
        <w:rPr>
          <w:vertAlign w:val="subscript"/>
        </w:rPr>
      </w:pPr>
      <w:r w:rsidRPr="009F1ACA">
        <w:lastRenderedPageBreak/>
        <w:t>с)</w:t>
      </w:r>
      <w:r w:rsidRPr="009F1ACA">
        <w:tab/>
        <w:t>n</w:t>
      </w:r>
      <w:r w:rsidRPr="009F1ACA">
        <w:rPr>
          <w:vertAlign w:val="subscript"/>
        </w:rPr>
        <w:t>AA'</w:t>
      </w:r>
      <w:r w:rsidRPr="00FA0AE3">
        <w:t xml:space="preserve"> </w:t>
      </w:r>
      <w:r w:rsidRPr="009F1ACA">
        <w:t>составляет по крайней мере 0,1 * (S – n</w:t>
      </w:r>
      <w:r w:rsidRPr="009F1ACA">
        <w:rPr>
          <w:vertAlign w:val="subscript"/>
        </w:rPr>
        <w:t>idle</w:t>
      </w:r>
      <w:r w:rsidRPr="009F1ACA">
        <w:t>) + n</w:t>
      </w:r>
      <w:r w:rsidRPr="009F1ACA">
        <w:rPr>
          <w:vertAlign w:val="subscript"/>
        </w:rPr>
        <w:t>idle</w:t>
      </w:r>
      <w:r w:rsidRPr="009F1ACA">
        <w:t>,</w:t>
      </w:r>
    </w:p>
    <w:p w14:paraId="6E83B6DD" w14:textId="77777777" w:rsidR="0030668A" w:rsidRPr="009F1ACA" w:rsidRDefault="0030668A" w:rsidP="0030668A">
      <w:pPr>
        <w:pStyle w:val="SingleTxtG"/>
        <w:ind w:left="2268"/>
      </w:pPr>
      <w:r w:rsidRPr="009F1ACA">
        <w:t>d)</w:t>
      </w:r>
      <w:r w:rsidRPr="009F1ACA">
        <w:tab/>
        <w:t>n</w:t>
      </w:r>
      <w:r w:rsidRPr="009F1ACA">
        <w:rPr>
          <w:vertAlign w:val="subscript"/>
        </w:rPr>
        <w:t>BB'</w:t>
      </w:r>
      <w:r w:rsidRPr="009F1ACA">
        <w:t xml:space="preserve"> не превышает: 0,8 x S.</w:t>
      </w:r>
    </w:p>
    <w:p w14:paraId="4E0B2CC1" w14:textId="77777777" w:rsidR="0030668A" w:rsidRPr="009F1ACA" w:rsidRDefault="0030668A" w:rsidP="0030668A">
      <w:pPr>
        <w:pStyle w:val="ad"/>
        <w:widowControl w:val="0"/>
        <w:spacing w:after="120" w:line="240" w:lineRule="atLeast"/>
        <w:ind w:left="2268" w:firstLine="0"/>
        <w:jc w:val="both"/>
        <w:rPr>
          <w:sz w:val="20"/>
        </w:rPr>
      </w:pPr>
      <w:r w:rsidRPr="009F1ACA">
        <w:rPr>
          <w:sz w:val="20"/>
        </w:rPr>
        <w:t>Значения для контрольного диапазона ДПУЗ-РУВ принимают за абсолютные значения и не подлежат ни увеличению, ни уменьшению путем добавления или вычитания допуска для v</w:t>
      </w:r>
      <w:r w:rsidRPr="009F1ACA">
        <w:rPr>
          <w:sz w:val="20"/>
          <w:vertAlign w:val="subscript"/>
        </w:rPr>
        <w:t>test</w:t>
      </w:r>
      <w:r w:rsidRPr="009F1ACA">
        <w:rPr>
          <w:sz w:val="20"/>
        </w:rPr>
        <w:t>, как указано в пункте</w:t>
      </w:r>
      <w:r w:rsidR="00FA0AE3">
        <w:rPr>
          <w:sz w:val="20"/>
        </w:rPr>
        <w:t> </w:t>
      </w:r>
      <w:r w:rsidRPr="009F1ACA">
        <w:rPr>
          <w:sz w:val="20"/>
        </w:rPr>
        <w:t>3.3.1.</w:t>
      </w:r>
    </w:p>
    <w:p w14:paraId="1DC0B451" w14:textId="77777777" w:rsidR="0030668A" w:rsidRPr="009F1ACA" w:rsidRDefault="0030668A" w:rsidP="00415486">
      <w:pPr>
        <w:pStyle w:val="SingleTxtG"/>
        <w:tabs>
          <w:tab w:val="clear" w:pos="1701"/>
        </w:tabs>
        <w:ind w:left="2268" w:hanging="1134"/>
      </w:pPr>
      <w:r w:rsidRPr="009F1ACA">
        <w:t>2.6</w:t>
      </w:r>
      <w:r w:rsidRPr="009F1ACA">
        <w:tab/>
        <w:t>Предельные значения, определенные в ДПУЗ-РУВ</w:t>
      </w:r>
    </w:p>
    <w:p w14:paraId="04D256DB" w14:textId="77777777" w:rsidR="0030668A" w:rsidRPr="009F1ACA" w:rsidRDefault="0030668A" w:rsidP="00415486">
      <w:pPr>
        <w:pStyle w:val="SingleTxtG"/>
        <w:tabs>
          <w:tab w:val="clear" w:pos="1701"/>
        </w:tabs>
        <w:ind w:left="2268" w:hanging="1134"/>
      </w:pPr>
      <w:r w:rsidRPr="009F1ACA">
        <w:tab/>
        <w:t>Максимальный уровень шума, зарегистрированный в ходе проезда мотоцикла по испытательному треку, не должен превышать:</w:t>
      </w:r>
    </w:p>
    <w:p w14:paraId="145AB15B" w14:textId="77777777" w:rsidR="0030668A" w:rsidRPr="009F1ACA" w:rsidRDefault="0030668A" w:rsidP="0030668A">
      <w:pPr>
        <w:pStyle w:val="SingleTxtG"/>
        <w:ind w:left="2268"/>
        <w:rPr>
          <w:lang w:val="en-US"/>
        </w:rPr>
      </w:pPr>
      <w:r w:rsidRPr="009F1ACA">
        <w:rPr>
          <w:lang w:val="en-US"/>
        </w:rPr>
        <w:t>L</w:t>
      </w:r>
      <w:r w:rsidRPr="009F1ACA">
        <w:rPr>
          <w:vertAlign w:val="subscript"/>
          <w:lang w:val="en-US"/>
        </w:rPr>
        <w:t>wot,(i)</w:t>
      </w:r>
      <w:r w:rsidRPr="009F1ACA">
        <w:rPr>
          <w:lang w:val="en-US"/>
        </w:rPr>
        <w:t xml:space="preserve"> + (1 * (n</w:t>
      </w:r>
      <w:r w:rsidRPr="009F1ACA">
        <w:rPr>
          <w:vertAlign w:val="subscript"/>
          <w:lang w:val="en-US"/>
        </w:rPr>
        <w:t xml:space="preserve">PP' </w:t>
      </w:r>
      <w:r w:rsidRPr="009F1ACA">
        <w:rPr>
          <w:lang w:val="en-US"/>
        </w:rPr>
        <w:t>– n</w:t>
      </w:r>
      <w:r w:rsidRPr="009F1ACA">
        <w:rPr>
          <w:vertAlign w:val="subscript"/>
          <w:lang w:val="en-US"/>
        </w:rPr>
        <w:t>wot,(i)</w:t>
      </w:r>
      <w:r w:rsidRPr="009F1ACA">
        <w:rPr>
          <w:lang w:val="en-US"/>
        </w:rPr>
        <w:t>) / 1000) + 3</w:t>
      </w:r>
      <w:r w:rsidRPr="009F1ACA">
        <w:rPr>
          <w:lang w:val="en-US"/>
        </w:rPr>
        <w:tab/>
      </w:r>
      <w:r w:rsidRPr="009F1ACA">
        <w:t>для</w:t>
      </w:r>
      <w:r w:rsidRPr="009F1ACA">
        <w:rPr>
          <w:lang w:val="en-US"/>
        </w:rPr>
        <w:t xml:space="preserve"> n</w:t>
      </w:r>
      <w:r w:rsidRPr="009F1ACA">
        <w:rPr>
          <w:vertAlign w:val="subscript"/>
          <w:lang w:val="en-US"/>
        </w:rPr>
        <w:t>PP'</w:t>
      </w:r>
      <w:r w:rsidRPr="009F1ACA">
        <w:rPr>
          <w:lang w:val="en-US"/>
        </w:rPr>
        <w:t xml:space="preserve"> &lt; n</w:t>
      </w:r>
      <w:r w:rsidRPr="009F1ACA">
        <w:rPr>
          <w:vertAlign w:val="subscript"/>
          <w:lang w:val="en-US"/>
        </w:rPr>
        <w:t>wot,(i)</w:t>
      </w:r>
      <w:r w:rsidRPr="009F1ACA">
        <w:rPr>
          <w:lang w:val="en-US"/>
        </w:rPr>
        <w:t xml:space="preserve"> </w:t>
      </w:r>
      <w:r w:rsidRPr="009F1ACA">
        <w:t>и</w:t>
      </w:r>
    </w:p>
    <w:p w14:paraId="7652A076" w14:textId="77777777" w:rsidR="0030668A" w:rsidRPr="009F1ACA" w:rsidRDefault="0030668A" w:rsidP="0030668A">
      <w:pPr>
        <w:pStyle w:val="SingleTxtG"/>
        <w:ind w:left="2268"/>
        <w:rPr>
          <w:lang w:val="en-US"/>
        </w:rPr>
      </w:pPr>
      <w:r w:rsidRPr="009F1ACA">
        <w:rPr>
          <w:lang w:val="en-US"/>
        </w:rPr>
        <w:t>L</w:t>
      </w:r>
      <w:r w:rsidRPr="009F1ACA">
        <w:rPr>
          <w:vertAlign w:val="subscript"/>
          <w:lang w:val="en-US"/>
        </w:rPr>
        <w:t>wot,(i)</w:t>
      </w:r>
      <w:r w:rsidRPr="009F1ACA">
        <w:rPr>
          <w:lang w:val="en-US"/>
        </w:rPr>
        <w:t xml:space="preserve"> + (5 * (n</w:t>
      </w:r>
      <w:r w:rsidRPr="009F1ACA">
        <w:rPr>
          <w:vertAlign w:val="subscript"/>
          <w:lang w:val="en-US"/>
        </w:rPr>
        <w:t>PP'</w:t>
      </w:r>
      <w:r w:rsidRPr="009F1ACA">
        <w:rPr>
          <w:lang w:val="en-US"/>
        </w:rPr>
        <w:t xml:space="preserve"> – n</w:t>
      </w:r>
      <w:r w:rsidRPr="009F1ACA">
        <w:rPr>
          <w:vertAlign w:val="subscript"/>
          <w:lang w:val="en-US"/>
        </w:rPr>
        <w:t>wot,(i)</w:t>
      </w:r>
      <w:r w:rsidRPr="009F1ACA">
        <w:rPr>
          <w:lang w:val="en-US"/>
        </w:rPr>
        <w:t>) / 1000) + 3</w:t>
      </w:r>
      <w:r w:rsidRPr="009F1ACA">
        <w:rPr>
          <w:lang w:val="en-US"/>
        </w:rPr>
        <w:tab/>
      </w:r>
      <w:r w:rsidRPr="009F1ACA">
        <w:t>для</w:t>
      </w:r>
      <w:r w:rsidRPr="009F1ACA">
        <w:rPr>
          <w:lang w:val="en-US"/>
        </w:rPr>
        <w:t xml:space="preserve"> n</w:t>
      </w:r>
      <w:r w:rsidRPr="009F1ACA">
        <w:rPr>
          <w:vertAlign w:val="subscript"/>
          <w:lang w:val="en-US"/>
        </w:rPr>
        <w:t>PP'</w:t>
      </w:r>
      <w:r w:rsidRPr="009F1ACA">
        <w:rPr>
          <w:lang w:val="en-US"/>
        </w:rPr>
        <w:t xml:space="preserve"> ≥ n</w:t>
      </w:r>
      <w:r w:rsidRPr="009F1ACA">
        <w:rPr>
          <w:vertAlign w:val="subscript"/>
          <w:lang w:val="en-US"/>
        </w:rPr>
        <w:t>wot,(i)</w:t>
      </w:r>
      <w:r w:rsidRPr="009F1ACA">
        <w:rPr>
          <w:lang w:val="en-US"/>
        </w:rPr>
        <w:t>,</w:t>
      </w:r>
    </w:p>
    <w:p w14:paraId="5AE2B5BE" w14:textId="77777777" w:rsidR="0030668A" w:rsidRPr="009F1ACA" w:rsidRDefault="0030668A" w:rsidP="0030668A">
      <w:pPr>
        <w:pStyle w:val="SingleTxtG"/>
        <w:ind w:left="2268"/>
      </w:pPr>
      <w:r w:rsidRPr="009F1ACA">
        <w:t>где L</w:t>
      </w:r>
      <w:r w:rsidRPr="009F1ACA">
        <w:rPr>
          <w:vertAlign w:val="subscript"/>
        </w:rPr>
        <w:t>wot,(i)</w:t>
      </w:r>
      <w:r w:rsidRPr="009F1ACA">
        <w:t xml:space="preserve"> и n</w:t>
      </w:r>
      <w:r w:rsidRPr="009F1ACA">
        <w:rPr>
          <w:vertAlign w:val="subscript"/>
        </w:rPr>
        <w:t>PP'</w:t>
      </w:r>
      <w:r w:rsidRPr="009F1ACA">
        <w:t xml:space="preserve"> имеют то же значение, что в пункте 1 приложения 3, а n</w:t>
      </w:r>
      <w:r w:rsidRPr="009F1ACA">
        <w:rPr>
          <w:vertAlign w:val="subscript"/>
        </w:rPr>
        <w:t>wot,(i)</w:t>
      </w:r>
      <w:r w:rsidRPr="009F1ACA">
        <w:t xml:space="preserve"> указывает соответствующую частоту вращения двигателя в тот момент, когда передняя часть транспортного средства пересекает линию PP'.</w:t>
      </w:r>
    </w:p>
    <w:p w14:paraId="466322FF" w14:textId="77777777" w:rsidR="0030668A" w:rsidRPr="009F1ACA" w:rsidRDefault="0030668A" w:rsidP="0030668A">
      <w:pPr>
        <w:pStyle w:val="ad"/>
        <w:widowControl w:val="0"/>
        <w:tabs>
          <w:tab w:val="clear" w:pos="1021"/>
          <w:tab w:val="right" w:pos="1020"/>
        </w:tabs>
        <w:spacing w:after="120" w:line="240" w:lineRule="atLeast"/>
        <w:ind w:left="2268" w:firstLine="0"/>
        <w:jc w:val="both"/>
        <w:rPr>
          <w:sz w:val="20"/>
        </w:rPr>
      </w:pPr>
      <w:r w:rsidRPr="009F1ACA">
        <w:rPr>
          <w:sz w:val="20"/>
        </w:rPr>
        <w:t>Если испытания в соответствии с приложением 3 к настоящим Правилам ООН и испытания в соответствии с ДПУЗ-РУВ проводят непосредственно друг за другом на одном и том же транспортном средстве, то по согласованию с органом по официальному утверждению типа можно использовать значения L</w:t>
      </w:r>
      <w:r w:rsidRPr="009F1ACA">
        <w:rPr>
          <w:sz w:val="20"/>
          <w:vertAlign w:val="subscript"/>
        </w:rPr>
        <w:t>wot(i)</w:t>
      </w:r>
      <w:r w:rsidRPr="009F1ACA">
        <w:rPr>
          <w:sz w:val="20"/>
        </w:rPr>
        <w:t xml:space="preserve"> и n</w:t>
      </w:r>
      <w:r w:rsidRPr="009F1ACA">
        <w:rPr>
          <w:sz w:val="20"/>
          <w:vertAlign w:val="subscript"/>
        </w:rPr>
        <w:t>wot(i)</w:t>
      </w:r>
      <w:r w:rsidRPr="009F1ACA">
        <w:rPr>
          <w:sz w:val="20"/>
        </w:rPr>
        <w:t>, полученные в ходе испытаний в соответствии с приложением 3. В противном случае при проведении проверки на соответствие указанным предельным уровням значения для L</w:t>
      </w:r>
      <w:r w:rsidRPr="009F1ACA">
        <w:rPr>
          <w:sz w:val="20"/>
          <w:vertAlign w:val="subscript"/>
        </w:rPr>
        <w:t>wot(i)</w:t>
      </w:r>
      <w:r w:rsidRPr="009F1ACA">
        <w:rPr>
          <w:sz w:val="20"/>
        </w:rPr>
        <w:t xml:space="preserve"> и n</w:t>
      </w:r>
      <w:r w:rsidRPr="009F1ACA">
        <w:rPr>
          <w:sz w:val="20"/>
          <w:vertAlign w:val="subscript"/>
        </w:rPr>
        <w:t>wot(i)</w:t>
      </w:r>
      <w:r w:rsidRPr="009F1ACA">
        <w:rPr>
          <w:sz w:val="20"/>
        </w:rPr>
        <w:t xml:space="preserve"> определяют вновь посредством измерений, указанных в пункте 1 приложения 3, но с использованием той же передачи (i) и той же дистанции предускорения, что и в случае официального утверждения типа транспортного средства. </w:t>
      </w:r>
    </w:p>
    <w:p w14:paraId="64427CD5" w14:textId="77777777" w:rsidR="0030668A" w:rsidRPr="009F1ACA" w:rsidRDefault="0030668A" w:rsidP="007313E8">
      <w:pPr>
        <w:pStyle w:val="ad"/>
        <w:widowControl w:val="0"/>
        <w:tabs>
          <w:tab w:val="clear" w:pos="1021"/>
          <w:tab w:val="right" w:pos="1020"/>
        </w:tabs>
        <w:spacing w:after="120" w:line="240" w:lineRule="atLeast"/>
        <w:ind w:left="2268"/>
        <w:jc w:val="both"/>
        <w:rPr>
          <w:sz w:val="20"/>
        </w:rPr>
      </w:pPr>
      <w:r w:rsidRPr="009F1ACA">
        <w:rPr>
          <w:sz w:val="20"/>
        </w:rPr>
        <w:t>2.7</w:t>
      </w:r>
      <w:r w:rsidR="00B35113">
        <w:rPr>
          <w:sz w:val="20"/>
        </w:rPr>
        <w:tab/>
      </w:r>
      <w:r w:rsidRPr="009F1ACA">
        <w:rPr>
          <w:sz w:val="20"/>
        </w:rPr>
        <w:t>Испытательные площадки</w:t>
      </w:r>
    </w:p>
    <w:p w14:paraId="65BBDC4E" w14:textId="77777777" w:rsidR="0030668A" w:rsidRPr="009F1ACA" w:rsidRDefault="0030668A" w:rsidP="0030668A">
      <w:pPr>
        <w:spacing w:after="120"/>
        <w:ind w:left="2268" w:right="1134"/>
        <w:jc w:val="both"/>
      </w:pPr>
      <w:r w:rsidRPr="009F1ACA">
        <w:t>Ввиду ограничений, накладываемых испытательными площадками, а</w:t>
      </w:r>
      <w:r w:rsidR="00356833">
        <w:t> </w:t>
      </w:r>
      <w:r w:rsidRPr="009F1ACA">
        <w:t xml:space="preserve">также требованиями безопасности, не каждая испытательная площадка позволяет безопасно воспроизводить необходимые испытательные условия. </w:t>
      </w:r>
    </w:p>
    <w:p w14:paraId="72FF8FDF" w14:textId="77777777" w:rsidR="0030668A" w:rsidRPr="009F1ACA" w:rsidRDefault="0030668A" w:rsidP="0030668A">
      <w:pPr>
        <w:spacing w:after="120"/>
        <w:ind w:left="2268" w:right="1134"/>
        <w:jc w:val="both"/>
      </w:pPr>
      <w:r w:rsidRPr="009F1ACA">
        <w:t>Несмотря на такие ограничения, по результатам испытаний, проведенных на этих испытательных площадках, предоставляется официальное утверждение типа при условии, что транспортное средство соответствует всем положениям настоящего приложения 7. В таких случаях изготовитель транспортного средства должен, к удовлетворению компетентного органа, присутствующего при официальном утверждении типа, подтвердить, что данное транспортное средство отвечает требованиям, которые не могли быть испытаны в силу ограничений, накладываемых испытательной площадкой.</w:t>
      </w:r>
    </w:p>
    <w:p w14:paraId="513F61A9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3.</w:t>
      </w:r>
      <w:r w:rsidRPr="009F1ACA">
        <w:tab/>
        <w:t>Проверка соблюдения посредством измерений</w:t>
      </w:r>
      <w:r w:rsidRPr="009F1ACA">
        <w:rPr>
          <w:rStyle w:val="aa"/>
        </w:rPr>
        <w:footnoteReference w:id="4"/>
      </w:r>
    </w:p>
    <w:p w14:paraId="07926FC8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3.1</w:t>
      </w:r>
      <w:r w:rsidRPr="009F1ACA">
        <w:tab/>
        <w:t>Общие положения</w:t>
      </w:r>
    </w:p>
    <w:p w14:paraId="17D707E7" w14:textId="6F95DC09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 xml:space="preserve">Орган по официальному утверждению типа, а также техническая служба запрашивают проведение испытаний для проверки соответствия мотоцикла требованиям, изложенным в пункте 2 выше. Во избежание ненужной работы испытание проводят только </w:t>
      </w:r>
      <w:r w:rsidRPr="00D146A8">
        <w:rPr>
          <w:color w:val="000000" w:themeColor="text1"/>
        </w:rPr>
        <w:t xml:space="preserve">по </w:t>
      </w:r>
      <w:r w:rsidRPr="009F1ACA">
        <w:t xml:space="preserve">контрольным точкам, определенным в пункте 3.2 ниже, и по трем дополнительным режимам эксплуатации, которые определены в пункте 3.3 настоящего приложения для соответствующих передач. Общее число условий эксплуатации, </w:t>
      </w:r>
      <w:r w:rsidRPr="009F1ACA">
        <w:lastRenderedPageBreak/>
        <w:t>подлежащих испытанию в соответствии с пунктом 3.3 настоящего приложения, сокращают за счет тех условий эксплуатации, которые уже использовались для испытаний в соответствии с пунктом</w:t>
      </w:r>
      <w:r w:rsidR="00356833">
        <w:t> </w:t>
      </w:r>
      <w:r w:rsidRPr="009F1ACA">
        <w:t>3.2 настоящего приложения и для определения значения L</w:t>
      </w:r>
      <w:r w:rsidRPr="009F1ACA">
        <w:rPr>
          <w:vertAlign w:val="subscript"/>
        </w:rPr>
        <w:t>urb</w:t>
      </w:r>
      <w:r w:rsidRPr="009F1ACA">
        <w:t xml:space="preserve"> по приложению 3.</w:t>
      </w:r>
    </w:p>
    <w:p w14:paraId="2F56DDE5" w14:textId="77777777" w:rsidR="0030668A" w:rsidRPr="009F1ACA" w:rsidRDefault="0030668A" w:rsidP="0030668A">
      <w:pPr>
        <w:pStyle w:val="SingleTxtG"/>
        <w:ind w:left="2268"/>
      </w:pPr>
      <w:r w:rsidRPr="009F1ACA">
        <w:t>В случае транспортных средств с изменяющимися передаточными числами или автоматической трансмиссией с неблокируемыми передаточными числами испытания ограничивают 6 условиями эксплуатации, определенными в пункте 3.3 настоящего приложения, которые должны отличаться от условий эксплуатации, применявшихся для определения значения L</w:t>
      </w:r>
      <w:r w:rsidRPr="009F1ACA">
        <w:rPr>
          <w:vertAlign w:val="subscript"/>
        </w:rPr>
        <w:t>urb</w:t>
      </w:r>
      <w:r w:rsidRPr="009F1ACA">
        <w:t xml:space="preserve"> по приложению 3.</w:t>
      </w:r>
    </w:p>
    <w:p w14:paraId="328B5DC7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3.2</w:t>
      </w:r>
      <w:r w:rsidRPr="009F1ACA">
        <w:tab/>
        <w:t>Исходные условия проведения испытаний в соответствии с ДПУЗ-РУВ</w:t>
      </w:r>
    </w:p>
    <w:p w14:paraId="27996EFD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3.2.1</w:t>
      </w:r>
      <w:r w:rsidRPr="009F1ACA">
        <w:tab/>
        <w:t>Процедура испытания</w:t>
      </w:r>
    </w:p>
    <w:p w14:paraId="4443B5A1" w14:textId="77777777" w:rsidR="0030668A" w:rsidRPr="009F1ACA" w:rsidRDefault="0030668A" w:rsidP="0030668A">
      <w:pPr>
        <w:pStyle w:val="SingleTxtG"/>
        <w:ind w:left="2268"/>
        <w:rPr>
          <w:strike/>
        </w:rPr>
      </w:pPr>
      <w:r w:rsidRPr="009F1ACA">
        <w:t>При пересечении транспортным средством линии AA' дроссельная заслонка открывается полностью и удерживается в этом положении до тех пор, пока задняя часть транспортного средства не пересечет линию</w:t>
      </w:r>
      <w:r w:rsidRPr="009F1ACA">
        <w:rPr>
          <w:lang w:val="en-US"/>
        </w:rPr>
        <w:t> </w:t>
      </w:r>
      <w:r w:rsidRPr="009F1ACA">
        <w:t>BB'. Затем дроссельная заслонка как можно скорее возвращается в положение, соответствующее холостому ходу двигателя. Если ускорение после пересечения линии AA' происходит с задержкой, то можно использовать предускорение. Место начала ускорения указывают.</w:t>
      </w:r>
    </w:p>
    <w:p w14:paraId="749BB388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3.2.2</w:t>
      </w:r>
      <w:r w:rsidRPr="009F1ACA">
        <w:tab/>
        <w:t>Выбор скорости и передачи для проведения испытания</w:t>
      </w:r>
    </w:p>
    <w:p w14:paraId="144364A4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>Транспортное средство испытывают при каждом из следующих условий:</w:t>
      </w:r>
    </w:p>
    <w:p w14:paraId="7878A158" w14:textId="556AA199" w:rsidR="0030668A" w:rsidRPr="009F1ACA" w:rsidRDefault="00F6304E" w:rsidP="0030668A">
      <w:pPr>
        <w:pStyle w:val="SingleTxtG"/>
        <w:ind w:left="2268"/>
      </w:pPr>
      <w:r>
        <w:rPr>
          <w:lang w:val="en-US"/>
        </w:rPr>
        <w:t>a</w:t>
      </w:r>
      <w:r w:rsidR="0030668A" w:rsidRPr="009F1ACA">
        <w:t>)</w:t>
      </w:r>
      <w:r w:rsidR="0030668A" w:rsidRPr="009F1ACA">
        <w:tab/>
        <w:t>v</w:t>
      </w:r>
      <w:r w:rsidR="0030668A" w:rsidRPr="009F1ACA">
        <w:rPr>
          <w:vertAlign w:val="subscript"/>
        </w:rPr>
        <w:t>PP'</w:t>
      </w:r>
      <w:r w:rsidR="0030668A" w:rsidRPr="009F1ACA">
        <w:t xml:space="preserve"> = 50 км/ч</w:t>
      </w:r>
    </w:p>
    <w:p w14:paraId="46D2AEE5" w14:textId="77777777" w:rsidR="0030668A" w:rsidRPr="009F1ACA" w:rsidRDefault="0030668A" w:rsidP="0030668A">
      <w:pPr>
        <w:pStyle w:val="SingleTxtG"/>
        <w:ind w:left="2835"/>
      </w:pPr>
      <w:r w:rsidRPr="009F1ACA">
        <w:tab/>
        <w:t>Выбранная передача (i) и условие предускорения являются теми же, что и при проведении первоначального испытания для официального утверждения, как это предусмотрено в приложении</w:t>
      </w:r>
      <w:r w:rsidRPr="009F1ACA">
        <w:rPr>
          <w:lang w:val="en-US"/>
        </w:rPr>
        <w:t> </w:t>
      </w:r>
      <w:r w:rsidRPr="009F1ACA">
        <w:t>3 к настоящим Правилам.</w:t>
      </w:r>
    </w:p>
    <w:p w14:paraId="1B8C5FD6" w14:textId="2F1C1655" w:rsidR="0030668A" w:rsidRPr="009F1ACA" w:rsidRDefault="00F6304E" w:rsidP="0030668A">
      <w:pPr>
        <w:pStyle w:val="SingleTxtG"/>
        <w:ind w:left="2268"/>
      </w:pPr>
      <w:r>
        <w:rPr>
          <w:lang w:val="en-US"/>
        </w:rPr>
        <w:t>b</w:t>
      </w:r>
      <w:r w:rsidR="0030668A" w:rsidRPr="009F1ACA">
        <w:t>)</w:t>
      </w:r>
      <w:r w:rsidR="0030668A" w:rsidRPr="009F1ACA">
        <w:tab/>
        <w:t>v</w:t>
      </w:r>
      <w:r w:rsidR="0030668A" w:rsidRPr="009F1ACA">
        <w:rPr>
          <w:vertAlign w:val="subscript"/>
        </w:rPr>
        <w:t>BB'</w:t>
      </w:r>
      <w:r w:rsidR="0030668A" w:rsidRPr="009F1ACA">
        <w:t xml:space="preserve">, соответствующая: </w:t>
      </w:r>
    </w:p>
    <w:p w14:paraId="734543A5" w14:textId="77777777" w:rsidR="0030668A" w:rsidRPr="009F1ACA" w:rsidRDefault="0030668A" w:rsidP="0030668A">
      <w:pPr>
        <w:pStyle w:val="SingleTxtG"/>
        <w:ind w:left="2268"/>
      </w:pPr>
      <w:r w:rsidRPr="009F1ACA">
        <w:tab/>
      </w:r>
      <w:r w:rsidRPr="009F1ACA">
        <w:tab/>
      </w:r>
      <w:r w:rsidRPr="009F1ACA">
        <w:rPr>
          <w:lang w:val="en-US"/>
        </w:rPr>
        <w:t>n</w:t>
      </w:r>
      <w:r w:rsidRPr="009F1ACA">
        <w:rPr>
          <w:vertAlign w:val="subscript"/>
          <w:lang w:val="en-US"/>
        </w:rPr>
        <w:t>BB</w:t>
      </w:r>
      <w:r w:rsidRPr="009F1ACA">
        <w:rPr>
          <w:vertAlign w:val="subscript"/>
        </w:rPr>
        <w:t>'</w:t>
      </w:r>
      <w:r w:rsidRPr="009F1ACA">
        <w:t xml:space="preserve"> = 0,8 x S, причем</w:t>
      </w:r>
    </w:p>
    <w:p w14:paraId="434105E8" w14:textId="77777777" w:rsidR="0030668A" w:rsidRPr="009F1ACA" w:rsidRDefault="0030668A" w:rsidP="0030668A">
      <w:pPr>
        <w:pStyle w:val="SingleTxtG"/>
        <w:ind w:left="2835" w:hanging="567"/>
      </w:pPr>
      <w:r w:rsidRPr="009F1ACA">
        <w:tab/>
      </w:r>
      <w:r w:rsidRPr="009F1ACA">
        <w:tab/>
        <w:t>v</w:t>
      </w:r>
      <w:r w:rsidRPr="009F1ACA">
        <w:rPr>
          <w:vertAlign w:val="subscript"/>
        </w:rPr>
        <w:t>BB'</w:t>
      </w:r>
      <w:r w:rsidRPr="009F1ACA">
        <w:t xml:space="preserve"> не превышает значений, указанных в пункте 2.5 b) настоящего приложения.</w:t>
      </w:r>
    </w:p>
    <w:p w14:paraId="308C5D97" w14:textId="77777777" w:rsidR="0030668A" w:rsidRPr="009F1ACA" w:rsidRDefault="0030668A" w:rsidP="0030668A">
      <w:pPr>
        <w:pStyle w:val="SingleTxtG"/>
        <w:ind w:left="2835" w:firstLine="3"/>
      </w:pPr>
      <w:r w:rsidRPr="009F1ACA">
        <w:t>Выбранной передачей является вторая передача. Если третья передача удовлетворяет требованиям n</w:t>
      </w:r>
      <w:r w:rsidRPr="009F1ACA">
        <w:rPr>
          <w:vertAlign w:val="subscript"/>
        </w:rPr>
        <w:t>BB'</w:t>
      </w:r>
      <w:r w:rsidRPr="009F1ACA">
        <w:t xml:space="preserve"> и v</w:t>
      </w:r>
      <w:r w:rsidRPr="009F1ACA">
        <w:rPr>
          <w:vertAlign w:val="subscript"/>
        </w:rPr>
        <w:t>BB'</w:t>
      </w:r>
      <w:r w:rsidRPr="009F1ACA">
        <w:t>, то используют третью передачу. Если четвертая передача удовлетворяет требованиям n</w:t>
      </w:r>
      <w:r w:rsidRPr="009F1ACA">
        <w:rPr>
          <w:vertAlign w:val="subscript"/>
        </w:rPr>
        <w:t>BB'</w:t>
      </w:r>
      <w:r w:rsidRPr="009F1ACA">
        <w:t xml:space="preserve"> и v</w:t>
      </w:r>
      <w:r w:rsidRPr="009F1ACA">
        <w:rPr>
          <w:vertAlign w:val="subscript"/>
        </w:rPr>
        <w:t>BB'</w:t>
      </w:r>
      <w:r w:rsidRPr="009F1ACA">
        <w:t xml:space="preserve">, то используют четвертую передачу. </w:t>
      </w:r>
      <w:r w:rsidRPr="009F1ACA">
        <w:tab/>
        <w:t>Если пятая передача удовлетворяет требованиям n</w:t>
      </w:r>
      <w:r w:rsidRPr="009F1ACA">
        <w:rPr>
          <w:vertAlign w:val="subscript"/>
        </w:rPr>
        <w:t>BB'</w:t>
      </w:r>
      <w:r w:rsidRPr="009F1ACA">
        <w:t xml:space="preserve"> и v</w:t>
      </w:r>
      <w:r w:rsidRPr="009F1ACA">
        <w:rPr>
          <w:vertAlign w:val="subscript"/>
        </w:rPr>
        <w:t>BB'</w:t>
      </w:r>
      <w:r w:rsidRPr="009F1ACA">
        <w:t>, то используют пятую передачу. Если шестая передача удовлетворяет требованиям n</w:t>
      </w:r>
      <w:r w:rsidRPr="009F1ACA">
        <w:rPr>
          <w:vertAlign w:val="subscript"/>
        </w:rPr>
        <w:t>BB'</w:t>
      </w:r>
      <w:r w:rsidRPr="009F1ACA">
        <w:t xml:space="preserve"> и v</w:t>
      </w:r>
      <w:r w:rsidRPr="009F1ACA">
        <w:rPr>
          <w:vertAlign w:val="subscript"/>
        </w:rPr>
        <w:t>BB'</w:t>
      </w:r>
      <w:r w:rsidRPr="009F1ACA">
        <w:t>, то используют шестую передачу.</w:t>
      </w:r>
    </w:p>
    <w:p w14:paraId="13EF2833" w14:textId="77777777" w:rsidR="0030668A" w:rsidRPr="009F1ACA" w:rsidRDefault="0030668A" w:rsidP="0030668A">
      <w:pPr>
        <w:pStyle w:val="SingleTxtG"/>
        <w:ind w:left="2835" w:firstLine="3"/>
        <w:rPr>
          <w:rFonts w:cs="Calibri"/>
        </w:rPr>
      </w:pPr>
      <w:r w:rsidRPr="009F1ACA">
        <w:t>Если на второй передаче при вышеупомянутом условии для n</w:t>
      </w:r>
      <w:r w:rsidRPr="009F1ACA">
        <w:rPr>
          <w:vertAlign w:val="subscript"/>
        </w:rPr>
        <w:t>BB'</w:t>
      </w:r>
      <w:r w:rsidRPr="009F1ACA">
        <w:t xml:space="preserve"> скорость транспортного средства на линии BB' превышает значение v</w:t>
      </w:r>
      <w:r w:rsidRPr="009F1ACA">
        <w:rPr>
          <w:vertAlign w:val="subscript"/>
        </w:rPr>
        <w:t>BB'</w:t>
      </w:r>
      <w:r w:rsidRPr="009F1ACA">
        <w:t>, указанное в пункте 2.5 настоящего приложения, то испытание проводят на второй передаче, а максимальная скорость транспортного средства, указанная в пункте 2.5 настоящего приложения, должна достигаться вместо этого на линии BB'.</w:t>
      </w:r>
    </w:p>
    <w:p w14:paraId="58E5E4CC" w14:textId="77777777" w:rsidR="0030668A" w:rsidRPr="009F1ACA" w:rsidRDefault="0030668A" w:rsidP="0030668A">
      <w:pPr>
        <w:pStyle w:val="SingleTxtG"/>
        <w:ind w:left="2835" w:firstLine="3"/>
      </w:pPr>
      <w:r w:rsidRPr="009F1ACA">
        <w:t>Если в ходе испытания возникают необычные ездовые условия (например, заметная пробуксовка колес или отрыв переднего колеса), то испытание проводят на следующей, более высокой передаче, а максимальная скорость транспортного средства, указанная в пункте 2.5 настоящего приложения, должна достигаться вместо этого на линии BB'.</w:t>
      </w:r>
    </w:p>
    <w:p w14:paraId="06874FC3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356833">
        <w:rPr>
          <w:color w:val="000000" w:themeColor="text1"/>
        </w:rPr>
        <w:t>3.2.3</w:t>
      </w:r>
      <w:r w:rsidRPr="009F1ACA">
        <w:tab/>
        <w:t>Обработка данных и отчетность</w:t>
      </w:r>
    </w:p>
    <w:p w14:paraId="100BA3AA" w14:textId="77777777" w:rsidR="0030668A" w:rsidRPr="009F1ACA" w:rsidRDefault="0030668A" w:rsidP="0030668A">
      <w:pPr>
        <w:widowControl w:val="0"/>
        <w:suppressAutoHyphens w:val="0"/>
        <w:snapToGrid w:val="0"/>
        <w:spacing w:after="120"/>
        <w:ind w:left="1701" w:right="1134" w:firstLine="567"/>
        <w:jc w:val="both"/>
        <w:rPr>
          <w:rFonts w:eastAsia="MS PGothic"/>
          <w:kern w:val="2"/>
        </w:rPr>
      </w:pPr>
      <w:r w:rsidRPr="009F1ACA">
        <w:t>Применяют требования, предусмотренные в пункте 1.4 приложения 3.</w:t>
      </w:r>
    </w:p>
    <w:p w14:paraId="29927099" w14:textId="77777777" w:rsidR="0030668A" w:rsidRPr="009F1ACA" w:rsidRDefault="0030668A" w:rsidP="008951C3">
      <w:pPr>
        <w:widowControl w:val="0"/>
        <w:snapToGrid w:val="0"/>
        <w:spacing w:after="120"/>
        <w:ind w:left="2268" w:right="1134"/>
        <w:jc w:val="both"/>
        <w:rPr>
          <w:rFonts w:eastAsia="MS PGothic"/>
          <w:kern w:val="2"/>
        </w:rPr>
      </w:pPr>
      <w:r w:rsidRPr="009F1ACA">
        <w:lastRenderedPageBreak/>
        <w:t>Помимо этого, значения частоты вращения двигателя при пересечении AA', BB' и PP', выраженные в мин</w:t>
      </w:r>
      <w:r w:rsidRPr="009F1ACA">
        <w:rPr>
          <w:vertAlign w:val="superscript"/>
        </w:rPr>
        <w:t>−1</w:t>
      </w:r>
      <w:r w:rsidRPr="009F1ACA">
        <w:t>, математически округляют до ближайшего целого числа для последующих расчетов. Для каждого заданного условия испытания рассчитывают среднее арифметическое трех отдельных значений частоты вращения двигателя.</w:t>
      </w:r>
    </w:p>
    <w:p w14:paraId="71F66E21" w14:textId="77777777" w:rsidR="0030668A" w:rsidRPr="009F1ACA" w:rsidRDefault="0030668A" w:rsidP="001B5AAE">
      <w:pPr>
        <w:widowControl w:val="0"/>
        <w:snapToGrid w:val="0"/>
        <w:spacing w:after="120"/>
        <w:ind w:left="2268" w:right="1134"/>
        <w:jc w:val="both"/>
      </w:pPr>
      <w:r w:rsidRPr="009F1ACA">
        <w:t>Окончательные значения уровней давления звука при ускорении с полностью открытой дроссельной заслонкой не должны превышать предельных значений, указанных в пункте 2.6 выше.</w:t>
      </w:r>
    </w:p>
    <w:p w14:paraId="15EBCBF2" w14:textId="77777777" w:rsidR="0030668A" w:rsidRPr="009F1ACA" w:rsidRDefault="0030668A" w:rsidP="00B35113">
      <w:pPr>
        <w:pStyle w:val="SingleTxtG"/>
        <w:tabs>
          <w:tab w:val="clear" w:pos="1701"/>
        </w:tabs>
        <w:rPr>
          <w:rFonts w:eastAsia="Arial Unicode MS"/>
        </w:rPr>
      </w:pPr>
      <w:r w:rsidRPr="009F1ACA">
        <w:t>3.3</w:t>
      </w:r>
      <w:r w:rsidRPr="009F1ACA">
        <w:tab/>
        <w:t>Дополнительные условия эксплуатации</w:t>
      </w:r>
    </w:p>
    <w:p w14:paraId="11FBC262" w14:textId="77777777" w:rsidR="0030668A" w:rsidRPr="009F1ACA" w:rsidRDefault="0030668A" w:rsidP="00B35113">
      <w:pPr>
        <w:pStyle w:val="SingleTxtG"/>
        <w:tabs>
          <w:tab w:val="clear" w:pos="1701"/>
        </w:tabs>
      </w:pPr>
      <w:r w:rsidRPr="009F1ACA">
        <w:t>3.3.1</w:t>
      </w:r>
      <w:r w:rsidRPr="009F1ACA">
        <w:tab/>
        <w:t>Процедура испытания</w:t>
      </w:r>
    </w:p>
    <w:p w14:paraId="025CD750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>Транспортное средство приближается к линии АА' на постоянной скорости либо с ускорением или замедлением в соответствии с тем, какое положение дроссельной заслонки запрашивается технической службой, уполномоченной проводить испытания на официальное утверждение, по согласованию с органами по официальному утверждению типа.</w:t>
      </w:r>
    </w:p>
    <w:p w14:paraId="3EBCC3E5" w14:textId="77777777" w:rsidR="0030668A" w:rsidRPr="009F1ACA" w:rsidRDefault="0030668A" w:rsidP="0030668A">
      <w:pPr>
        <w:pStyle w:val="SingleTxtG"/>
        <w:ind w:left="2268"/>
      </w:pPr>
      <w:r w:rsidRPr="009F1ACA">
        <w:t>Скорость приближения выбирают таким образом, чтобы транспортное средство достигало предписанной испытательной скорости v</w:t>
      </w:r>
      <w:r w:rsidRPr="009F1ACA">
        <w:rPr>
          <w:vertAlign w:val="subscript"/>
        </w:rPr>
        <w:t>test</w:t>
      </w:r>
      <w:r w:rsidRPr="009F1ACA">
        <w:t xml:space="preserve"> ±</w:t>
      </w:r>
      <w:r w:rsidR="001B5AAE">
        <w:t xml:space="preserve"> </w:t>
      </w:r>
      <w:r w:rsidRPr="009F1ACA">
        <w:t>5 км/ч в тот момент, когда его передняя часть пересекает линию AA'.</w:t>
      </w:r>
    </w:p>
    <w:p w14:paraId="6AB40BFF" w14:textId="77777777" w:rsidR="0030668A" w:rsidRPr="009F1ACA" w:rsidRDefault="0030668A" w:rsidP="0030668A">
      <w:pPr>
        <w:pStyle w:val="SingleTxtG"/>
        <w:ind w:left="2268"/>
      </w:pPr>
      <w:r w:rsidRPr="009F1ACA">
        <w:t>Примеры:</w:t>
      </w:r>
    </w:p>
    <w:p w14:paraId="183D2462" w14:textId="77777777" w:rsidR="0030668A" w:rsidRPr="009F1ACA" w:rsidRDefault="0030668A" w:rsidP="0030668A">
      <w:pPr>
        <w:pStyle w:val="SingleTxtG"/>
        <w:ind w:left="2268"/>
      </w:pPr>
      <w:r w:rsidRPr="009F1ACA">
        <w:t>требуемое значение v</w:t>
      </w:r>
      <w:r w:rsidRPr="009F1ACA">
        <w:rPr>
          <w:vertAlign w:val="subscript"/>
        </w:rPr>
        <w:t>test</w:t>
      </w:r>
      <w:r w:rsidRPr="009F1ACA">
        <w:t xml:space="preserve">=10 км/ч </w:t>
      </w:r>
      <w:r w:rsidRPr="009F1ACA">
        <w:sym w:font="Wingdings" w:char="F0E0"/>
      </w:r>
      <w:r w:rsidRPr="009F1ACA">
        <w:t xml:space="preserve"> значение v</w:t>
      </w:r>
      <w:r w:rsidRPr="009F1ACA">
        <w:rPr>
          <w:vertAlign w:val="subscript"/>
        </w:rPr>
        <w:t>AA'</w:t>
      </w:r>
      <w:r w:rsidR="001B5AAE" w:rsidRPr="001B5AAE">
        <w:t xml:space="preserve"> </w:t>
      </w:r>
      <w:r w:rsidRPr="009F1ACA">
        <w:t>=</w:t>
      </w:r>
      <w:r w:rsidR="001B5AAE">
        <w:t xml:space="preserve"> </w:t>
      </w:r>
      <w:r w:rsidRPr="009F1ACA">
        <w:t>10–15 км/ч</w:t>
      </w:r>
    </w:p>
    <w:p w14:paraId="7CA988E8" w14:textId="77777777" w:rsidR="0030668A" w:rsidRPr="009F1ACA" w:rsidRDefault="0030668A" w:rsidP="0030668A">
      <w:pPr>
        <w:pStyle w:val="SingleTxtG"/>
        <w:ind w:left="2268"/>
      </w:pPr>
      <w:r w:rsidRPr="009F1ACA">
        <w:t>требуемое значение v</w:t>
      </w:r>
      <w:r w:rsidRPr="009F1ACA">
        <w:rPr>
          <w:vertAlign w:val="subscript"/>
        </w:rPr>
        <w:t>test</w:t>
      </w:r>
      <w:r w:rsidRPr="009F1ACA">
        <w:t xml:space="preserve">=15 км/ч </w:t>
      </w:r>
      <w:r w:rsidRPr="009F1ACA">
        <w:sym w:font="Wingdings" w:char="F0E0"/>
      </w:r>
      <w:r w:rsidRPr="009F1ACA">
        <w:t xml:space="preserve"> значение v</w:t>
      </w:r>
      <w:r w:rsidRPr="009F1ACA">
        <w:rPr>
          <w:vertAlign w:val="subscript"/>
        </w:rPr>
        <w:t>AA</w:t>
      </w:r>
      <w:r w:rsidRPr="00AC3E12">
        <w:rPr>
          <w:vertAlign w:val="subscript"/>
        </w:rPr>
        <w:t>'</w:t>
      </w:r>
      <w:r w:rsidR="00AC3E12">
        <w:t xml:space="preserve"> </w:t>
      </w:r>
      <w:r w:rsidRPr="009F1ACA">
        <w:t>=</w:t>
      </w:r>
      <w:r w:rsidR="00AC3E12">
        <w:t xml:space="preserve"> </w:t>
      </w:r>
      <w:r w:rsidRPr="009F1ACA">
        <w:t>10–20 км/ч</w:t>
      </w:r>
    </w:p>
    <w:p w14:paraId="0EF62D29" w14:textId="77777777" w:rsidR="0030668A" w:rsidRPr="009F1ACA" w:rsidRDefault="0030668A" w:rsidP="0030668A">
      <w:pPr>
        <w:pStyle w:val="SingleTxtG"/>
        <w:ind w:left="2268"/>
      </w:pPr>
      <w:r w:rsidRPr="009F1ACA">
        <w:t>требуемое значение v</w:t>
      </w:r>
      <w:r w:rsidRPr="009F1ACA">
        <w:rPr>
          <w:vertAlign w:val="subscript"/>
        </w:rPr>
        <w:t>test</w:t>
      </w:r>
      <w:r w:rsidRPr="009F1ACA">
        <w:t xml:space="preserve">=75 км/ч </w:t>
      </w:r>
      <w:r w:rsidRPr="009F1ACA">
        <w:sym w:font="Wingdings" w:char="F0E0"/>
      </w:r>
      <w:r w:rsidRPr="009F1ACA">
        <w:t xml:space="preserve"> значение v</w:t>
      </w:r>
      <w:r w:rsidRPr="009F1ACA">
        <w:rPr>
          <w:vertAlign w:val="subscript"/>
        </w:rPr>
        <w:t>AA'</w:t>
      </w:r>
      <w:r w:rsidR="00AC3E12" w:rsidRPr="00AC3E12">
        <w:t xml:space="preserve"> </w:t>
      </w:r>
      <w:r w:rsidRPr="009F1ACA">
        <w:t>=</w:t>
      </w:r>
      <w:r w:rsidR="00AC3E12">
        <w:t xml:space="preserve"> </w:t>
      </w:r>
      <w:r w:rsidRPr="009F1ACA">
        <w:t>70–80 км/ч</w:t>
      </w:r>
    </w:p>
    <w:p w14:paraId="152F418F" w14:textId="77777777" w:rsidR="0030668A" w:rsidRPr="009F1ACA" w:rsidRDefault="0030668A" w:rsidP="0030668A">
      <w:pPr>
        <w:pStyle w:val="SingleTxtG"/>
        <w:ind w:left="2268"/>
      </w:pPr>
      <w:r w:rsidRPr="009F1ACA">
        <w:t>требуемое значение v</w:t>
      </w:r>
      <w:r w:rsidRPr="009F1ACA">
        <w:rPr>
          <w:vertAlign w:val="subscript"/>
        </w:rPr>
        <w:t>test</w:t>
      </w:r>
      <w:r w:rsidRPr="009F1ACA">
        <w:t xml:space="preserve">=95 км/ч </w:t>
      </w:r>
      <w:r w:rsidRPr="009F1ACA">
        <w:sym w:font="Wingdings" w:char="F0E0"/>
      </w:r>
      <w:r w:rsidRPr="009F1ACA">
        <w:t xml:space="preserve"> значение v</w:t>
      </w:r>
      <w:r w:rsidRPr="009F1ACA">
        <w:rPr>
          <w:vertAlign w:val="subscript"/>
        </w:rPr>
        <w:t>AA'</w:t>
      </w:r>
      <w:r w:rsidR="00AC3E12" w:rsidRPr="00AC3E12">
        <w:t xml:space="preserve"> </w:t>
      </w:r>
      <w:r w:rsidRPr="009F1ACA">
        <w:t>=</w:t>
      </w:r>
      <w:r w:rsidR="00AC3E12">
        <w:t xml:space="preserve"> </w:t>
      </w:r>
      <w:r w:rsidRPr="009F1ACA">
        <w:t>90–100 км/ч</w:t>
      </w:r>
    </w:p>
    <w:p w14:paraId="50F2BF40" w14:textId="0CD7F19F" w:rsidR="0030668A" w:rsidRPr="009F1ACA" w:rsidRDefault="0030668A" w:rsidP="0030668A">
      <w:pPr>
        <w:pStyle w:val="SingleTxtG"/>
        <w:ind w:left="2268"/>
      </w:pPr>
      <w:r w:rsidRPr="009F1ACA">
        <w:t>требуемое значение v</w:t>
      </w:r>
      <w:r w:rsidRPr="009F1ACA">
        <w:rPr>
          <w:vertAlign w:val="subscript"/>
        </w:rPr>
        <w:t>test</w:t>
      </w:r>
      <w:r w:rsidRPr="009F1ACA">
        <w:t xml:space="preserve">=100 км/ч </w:t>
      </w:r>
      <w:r w:rsidRPr="009F1ACA">
        <w:sym w:font="Wingdings" w:char="F0E0"/>
      </w:r>
      <w:r w:rsidRPr="009F1ACA">
        <w:t xml:space="preserve"> значение v</w:t>
      </w:r>
      <w:r w:rsidRPr="009F1ACA">
        <w:rPr>
          <w:vertAlign w:val="subscript"/>
        </w:rPr>
        <w:t>AA'</w:t>
      </w:r>
      <w:r w:rsidR="00AC3E12" w:rsidRPr="00AC3E12">
        <w:t xml:space="preserve"> </w:t>
      </w:r>
      <w:r w:rsidRPr="009F1ACA">
        <w:t>=</w:t>
      </w:r>
      <w:r w:rsidR="00AC3E12">
        <w:t xml:space="preserve"> </w:t>
      </w:r>
      <w:r w:rsidRPr="009F1ACA">
        <w:t>95–100 км/ч</w:t>
      </w:r>
      <w:r w:rsidR="00D27A21">
        <w:t>.</w:t>
      </w:r>
    </w:p>
    <w:p w14:paraId="0B9FCBDA" w14:textId="77777777" w:rsidR="0030668A" w:rsidRPr="009F1ACA" w:rsidRDefault="0030668A" w:rsidP="0030668A">
      <w:pPr>
        <w:pStyle w:val="SingleTxtG"/>
        <w:ind w:left="2268"/>
      </w:pPr>
      <w:r w:rsidRPr="009F1ACA">
        <w:t>Когда передняя часть транспортного средства пересекает линию АА', механизм управления дроссельной заслонкой как можно быстрее переводится в положение (частично открытая дроссельная заслонка, широко открытая дроссельная заслонка либо сохранение существующего положения дроссельной заслонки), которое определяется технической службой, уполномоченной проводить испытания на официальное утверждение типа, по согласованию с органами по официальному утверждению типа, и</w:t>
      </w:r>
      <w:r w:rsidR="00C97C85">
        <w:t xml:space="preserve"> </w:t>
      </w:r>
      <w:r w:rsidRPr="009F1ACA">
        <w:t>должен удерживаться в этом положении до тех пор, пока задняя часть транспортного средства не пересечет линию ВВ'.</w:t>
      </w:r>
    </w:p>
    <w:p w14:paraId="0C5C1642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ab/>
        <w:t>Когда задняя часть транспортного средства пересекает линию BB', дроссельная заслонка как можно быстрее переводиться в положение, соответствующее холостому ходу.</w:t>
      </w:r>
    </w:p>
    <w:p w14:paraId="43CE8DF6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  <w:rPr>
          <w:rFonts w:eastAsia="Arial Unicode MS"/>
        </w:rPr>
      </w:pPr>
      <w:r w:rsidRPr="009F1ACA">
        <w:tab/>
        <w:t>Положение дроссельной заслонки на участке между линиями AA' и BB' не должно приводить к замедлению транспортного средства.</w:t>
      </w:r>
    </w:p>
    <w:p w14:paraId="6628E1BE" w14:textId="77777777" w:rsidR="0030668A" w:rsidRPr="009F1ACA" w:rsidRDefault="0030668A" w:rsidP="00B35113">
      <w:pPr>
        <w:pStyle w:val="SingleTxtG"/>
        <w:tabs>
          <w:tab w:val="clear" w:pos="1701"/>
        </w:tabs>
        <w:ind w:left="2259" w:hanging="1125"/>
        <w:rPr>
          <w:rFonts w:eastAsia="Arial Unicode MS"/>
        </w:rPr>
      </w:pPr>
      <w:r w:rsidRPr="009F1ACA">
        <w:t>3.3.2</w:t>
      </w:r>
      <w:r w:rsidRPr="009F1ACA">
        <w:tab/>
        <w:t>Выбор скорости, передачи, режима вождения и положения дроссельной заслонки для испытания</w:t>
      </w:r>
    </w:p>
    <w:p w14:paraId="49692BE3" w14:textId="77777777" w:rsidR="0030668A" w:rsidRPr="009F1ACA" w:rsidRDefault="0030668A" w:rsidP="00B35113">
      <w:pPr>
        <w:pStyle w:val="SingleTxtG"/>
        <w:tabs>
          <w:tab w:val="clear" w:pos="1701"/>
        </w:tabs>
        <w:ind w:left="2268"/>
        <w:rPr>
          <w:rFonts w:eastAsia="Arial Unicode MS"/>
        </w:rPr>
      </w:pPr>
      <w:r w:rsidRPr="009F1ACA">
        <w:t>Условия настоящего пункта могут определяться технической службой, уполномоченной проводить испытания на официальное утверждение, по согласованию с органами по официальному утверждению типа.</w:t>
      </w:r>
    </w:p>
    <w:p w14:paraId="62C57296" w14:textId="77777777" w:rsidR="0030668A" w:rsidRPr="009F1ACA" w:rsidRDefault="0030668A" w:rsidP="0030668A">
      <w:pPr>
        <w:pStyle w:val="SingleTxtG"/>
        <w:ind w:left="2268"/>
        <w:rPr>
          <w:rFonts w:eastAsia="Arial Unicode MS"/>
        </w:rPr>
      </w:pPr>
      <w:r w:rsidRPr="009F1ACA">
        <w:t>В качестве испытательной скорости v</w:t>
      </w:r>
      <w:r w:rsidRPr="009F1ACA">
        <w:rPr>
          <w:vertAlign w:val="subscript"/>
        </w:rPr>
        <w:t>test</w:t>
      </w:r>
      <w:r w:rsidRPr="009F1ACA">
        <w:t xml:space="preserve"> может выбираться любая скорость в пределах контрольного диапазона ДПУЗ-РУВ, определенного в пункте 2.5 настоящего приложения.</w:t>
      </w:r>
    </w:p>
    <w:p w14:paraId="4BC9DD80" w14:textId="77777777" w:rsidR="0030668A" w:rsidRPr="009F1ACA" w:rsidRDefault="0030668A" w:rsidP="0030668A">
      <w:pPr>
        <w:pStyle w:val="SingleTxtG"/>
        <w:ind w:left="2268"/>
        <w:rPr>
          <w:rFonts w:eastAsia="Arial Unicode MS"/>
        </w:rPr>
      </w:pPr>
      <w:r w:rsidRPr="009F1ACA">
        <w:t>Транспортное средство можно испытывать на любой из доступных передач, включая первую передачу.</w:t>
      </w:r>
    </w:p>
    <w:p w14:paraId="1A435EC1" w14:textId="77777777" w:rsidR="0030668A" w:rsidRPr="009F1ACA" w:rsidRDefault="0030668A" w:rsidP="0030668A">
      <w:pPr>
        <w:pStyle w:val="SingleTxtG"/>
        <w:ind w:left="2268"/>
        <w:rPr>
          <w:rFonts w:eastAsia="Arial Unicode MS"/>
        </w:rPr>
      </w:pPr>
      <w:r w:rsidRPr="009F1ACA">
        <w:t xml:space="preserve">Транспортное средство можно испытывать при задействовании любой программы или в любом режиме из числа доступных и выбираемых </w:t>
      </w:r>
      <w:r w:rsidRPr="009F1ACA">
        <w:lastRenderedPageBreak/>
        <w:t>водителем электронных программ или режимов работы, которые влияют на уровень звука, производимого транспортным средством.</w:t>
      </w:r>
    </w:p>
    <w:p w14:paraId="2596D121" w14:textId="77777777" w:rsidR="0030668A" w:rsidRPr="009F1ACA" w:rsidRDefault="0030668A" w:rsidP="0030668A">
      <w:pPr>
        <w:pStyle w:val="SingleTxtG"/>
        <w:ind w:left="2268"/>
        <w:rPr>
          <w:rFonts w:eastAsia="Arial Unicode MS"/>
        </w:rPr>
      </w:pPr>
      <w:r w:rsidRPr="009F1ACA">
        <w:t>Управление дроссельной заслонкой осуществляют в соответствии с предписаниями пункта 3.3.1 настоящего приложения.</w:t>
      </w:r>
    </w:p>
    <w:p w14:paraId="25E1AF9D" w14:textId="77777777" w:rsidR="0030668A" w:rsidRPr="009F1ACA" w:rsidRDefault="0030668A" w:rsidP="0030668A">
      <w:pPr>
        <w:pStyle w:val="SingleTxtG"/>
        <w:ind w:left="2268"/>
        <w:rPr>
          <w:rFonts w:eastAsia="Arial Unicode MS"/>
        </w:rPr>
      </w:pPr>
      <w:r w:rsidRPr="009F1ACA">
        <w:t>Порядок управления дроссельной заслонкой на участке до линии АА' и на участке между линиями АА' и ВВ' определяют и описывают таким образом, чтобы его мог выполнить квалифицированный водитель, который ознакомлен с ездовыми характеристиками испытуемого транспортного средства, и чтобы правильное выполнение могло быть оценено путем наблюдения без необходимости установки на транспортное средство или испытательную площадку технического оборудования, за исключением оборудования, требуемого для проведения испытаний согласно приложению 3.</w:t>
      </w:r>
    </w:p>
    <w:p w14:paraId="5E1ADE98" w14:textId="77777777" w:rsidR="0030668A" w:rsidRPr="009F1ACA" w:rsidRDefault="0030668A" w:rsidP="0030668A">
      <w:pPr>
        <w:pStyle w:val="SingleTxtG"/>
        <w:ind w:left="2268"/>
        <w:rPr>
          <w:rFonts w:eastAsia="Arial Unicode MS"/>
        </w:rPr>
      </w:pPr>
      <w:r w:rsidRPr="009F1ACA">
        <w:t>Если требуемые условия эксплуатации приводят к необычному поведению транспортного средства (например, отрыву переднего колеса, заметной пробуксовке колес, ослаблению цепи, дерганью двигателя) или любым другим ездовым условиям, которые, как правило, не встречаются в ходе эксплуатации транспортного средства в реальных условиях дорожного движения, то данный испытательный прогон не учитывают и выполняют испытательный прогон с другими условиями эксплуатации.</w:t>
      </w:r>
    </w:p>
    <w:p w14:paraId="47DA4EC6" w14:textId="77777777" w:rsidR="0030668A" w:rsidRPr="009F1ACA" w:rsidRDefault="0030668A" w:rsidP="00B35113">
      <w:pPr>
        <w:pStyle w:val="SingleTxtG"/>
        <w:tabs>
          <w:tab w:val="clear" w:pos="1701"/>
        </w:tabs>
        <w:rPr>
          <w:rFonts w:eastAsia="Arial Unicode MS"/>
          <w:bCs/>
        </w:rPr>
      </w:pPr>
      <w:r w:rsidRPr="009F1ACA">
        <w:rPr>
          <w:rFonts w:eastAsia="Arial Unicode MS"/>
          <w:bCs/>
        </w:rPr>
        <w:t>3.3.3</w:t>
      </w:r>
      <w:r w:rsidRPr="009F1ACA">
        <w:rPr>
          <w:rFonts w:eastAsia="Arial Unicode MS"/>
          <w:bCs/>
        </w:rPr>
        <w:tab/>
      </w:r>
      <w:r w:rsidRPr="009F1ACA">
        <w:rPr>
          <w:bCs/>
        </w:rPr>
        <w:t>Обработка данных и отчетность</w:t>
      </w:r>
    </w:p>
    <w:p w14:paraId="1D0CEECE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  <w:rPr>
          <w:rFonts w:eastAsia="Arial Unicode MS"/>
        </w:rPr>
      </w:pPr>
      <w:r w:rsidRPr="009F1ACA">
        <w:t>3.3.3.1</w:t>
      </w:r>
      <w:r w:rsidRPr="009F1ACA">
        <w:tab/>
        <w:t xml:space="preserve">Максимальное значение взвешенного по шкале </w:t>
      </w:r>
      <w:r w:rsidR="00C97C85" w:rsidRPr="00C97C85">
        <w:t>“</w:t>
      </w:r>
      <w:r w:rsidRPr="009F1ACA">
        <w:t>А</w:t>
      </w:r>
      <w:r w:rsidR="00C97C85" w:rsidRPr="007739E9">
        <w:t>”</w:t>
      </w:r>
      <w:r w:rsidRPr="009F1ACA">
        <w:t xml:space="preserve"> уровня давления звука L, получаемое при прохождении транспортного средства между линией AA' и моментом, когда задняя часть транспортного средства пересекает линию BB' +</w:t>
      </w:r>
      <w:r w:rsidR="007739E9" w:rsidRPr="007739E9">
        <w:t xml:space="preserve"> </w:t>
      </w:r>
      <w:r w:rsidRPr="009F1ACA">
        <w:t>20</w:t>
      </w:r>
      <w:r w:rsidRPr="009F1ACA">
        <w:rPr>
          <w:lang w:val="en-US"/>
        </w:rPr>
        <w:t> </w:t>
      </w:r>
      <w:r w:rsidRPr="009F1ACA">
        <w:t xml:space="preserve">м (см. приложение 4 </w:t>
      </w:r>
      <w:r w:rsidR="007739E9" w:rsidRPr="007739E9">
        <w:t>—</w:t>
      </w:r>
      <w:r w:rsidRPr="009F1ACA">
        <w:t xml:space="preserve"> рис. 1), уменьшают на 1</w:t>
      </w:r>
      <w:r w:rsidR="007739E9">
        <w:rPr>
          <w:lang w:val="en-US"/>
        </w:rPr>
        <w:t> </w:t>
      </w:r>
      <w:r w:rsidRPr="009F1ACA">
        <w:t>дБ(А) для учета погрешностей измерения и математически округляют до ближайшей десятой (например, ХХ,Х) для каждого места установки микрофонов</w:t>
      </w:r>
      <w:r w:rsidRPr="009F1ACA">
        <w:rPr>
          <w:rStyle w:val="aa"/>
          <w:rFonts w:eastAsia="Arial Unicode MS"/>
        </w:rPr>
        <w:footnoteReference w:id="5"/>
      </w:r>
      <w:r w:rsidRPr="009F1ACA">
        <w:t>.</w:t>
      </w:r>
    </w:p>
    <w:p w14:paraId="14320564" w14:textId="77777777" w:rsidR="0030668A" w:rsidRPr="009F1ACA" w:rsidRDefault="0030668A" w:rsidP="0030668A">
      <w:pPr>
        <w:pStyle w:val="SingleTxtG"/>
        <w:ind w:left="2268"/>
        <w:rPr>
          <w:rFonts w:eastAsia="Arial Unicode MS"/>
        </w:rPr>
      </w:pPr>
      <w:r w:rsidRPr="009F1ACA">
        <w:t>Если пиковое значение звука явно не соответствует общему уровню давления звука, то результаты измерений не учитывают и испытательный прогон повторяют при тех же условиях эксплуатации.</w:t>
      </w:r>
    </w:p>
    <w:p w14:paraId="5E059BC7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3.3.3.2</w:t>
      </w:r>
      <w:r w:rsidRPr="009F1ACA">
        <w:tab/>
        <w:t>Обработка измеренных значений давления звука и расчет окончательных результатов испытаний</w:t>
      </w:r>
    </w:p>
    <w:p w14:paraId="183601F4" w14:textId="77777777" w:rsidR="0030668A" w:rsidRPr="009F1ACA" w:rsidRDefault="00B35113" w:rsidP="00B35113">
      <w:pPr>
        <w:pStyle w:val="SingleTxtG"/>
        <w:tabs>
          <w:tab w:val="clear" w:pos="1701"/>
        </w:tabs>
        <w:ind w:left="2268" w:hanging="1134"/>
        <w:rPr>
          <w:rFonts w:eastAsia="Arial Unicode MS"/>
          <w:lang w:val="en-US"/>
        </w:rPr>
      </w:pPr>
      <w:r w:rsidRPr="00D146A8">
        <w:tab/>
      </w:r>
      <w:r w:rsidR="0030668A" w:rsidRPr="009F1ACA">
        <w:rPr>
          <w:lang w:val="en-US"/>
        </w:rPr>
        <w:t>L</w:t>
      </w:r>
      <w:r w:rsidR="0030668A" w:rsidRPr="009F1ACA">
        <w:rPr>
          <w:vertAlign w:val="subscript"/>
          <w:lang w:val="en-US"/>
        </w:rPr>
        <w:t>ASEP</w:t>
      </w:r>
      <w:r w:rsidR="0030668A" w:rsidRPr="009F1ACA">
        <w:rPr>
          <w:lang w:val="en-US"/>
        </w:rPr>
        <w:t xml:space="preserve"> = MAX (L</w:t>
      </w:r>
      <w:r w:rsidR="0030668A" w:rsidRPr="009F1ACA">
        <w:rPr>
          <w:vertAlign w:val="subscript"/>
          <w:lang w:val="en-US"/>
        </w:rPr>
        <w:t>ASEP,left</w:t>
      </w:r>
      <w:r w:rsidR="0030668A" w:rsidRPr="009F1ACA">
        <w:rPr>
          <w:lang w:val="en-US"/>
        </w:rPr>
        <w:t>; L</w:t>
      </w:r>
      <w:r w:rsidR="0030668A" w:rsidRPr="009F1ACA">
        <w:rPr>
          <w:vertAlign w:val="subscript"/>
          <w:lang w:val="en-US"/>
        </w:rPr>
        <w:t>ASEP,right</w:t>
      </w:r>
      <w:r w:rsidR="0030668A" w:rsidRPr="009F1ACA">
        <w:rPr>
          <w:lang w:val="en-US"/>
        </w:rPr>
        <w:t xml:space="preserve">), </w:t>
      </w:r>
    </w:p>
    <w:p w14:paraId="6AF5AD41" w14:textId="77777777" w:rsidR="0030668A" w:rsidRPr="009F1ACA" w:rsidRDefault="0030668A" w:rsidP="0030668A">
      <w:pPr>
        <w:pStyle w:val="SingleTxtG"/>
        <w:ind w:left="2268"/>
        <w:rPr>
          <w:rFonts w:eastAsia="Arial Unicode MS"/>
        </w:rPr>
      </w:pPr>
      <w:r w:rsidRPr="009F1ACA">
        <w:t xml:space="preserve">где обозначение </w:t>
      </w:r>
      <w:r w:rsidR="00253418" w:rsidRPr="00253418">
        <w:t>“</w:t>
      </w:r>
      <w:r w:rsidRPr="009F1ACA">
        <w:t>left</w:t>
      </w:r>
      <w:r w:rsidR="00253418" w:rsidRPr="00253418">
        <w:t>”</w:t>
      </w:r>
      <w:r w:rsidRPr="009F1ACA">
        <w:t xml:space="preserve"> и </w:t>
      </w:r>
      <w:r w:rsidR="00253418" w:rsidRPr="00253418">
        <w:t>“</w:t>
      </w:r>
      <w:r w:rsidRPr="009F1ACA">
        <w:t>right</w:t>
      </w:r>
      <w:r w:rsidR="00253418" w:rsidRPr="00253418">
        <w:t>”</w:t>
      </w:r>
      <w:r w:rsidRPr="009F1ACA">
        <w:t xml:space="preserve"> указывает на положение микрофона (левый или правый).</w:t>
      </w:r>
    </w:p>
    <w:p w14:paraId="6E04789E" w14:textId="77777777" w:rsidR="0030668A" w:rsidRPr="009F1AC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3.3.3.3</w:t>
      </w:r>
      <w:r w:rsidRPr="009F1ACA">
        <w:tab/>
        <w:t>Значения частоты вращения двигателя при пересечении AA', BB' и PP', выраженные в мин</w:t>
      </w:r>
      <w:r w:rsidRPr="009F1ACA">
        <w:rPr>
          <w:vertAlign w:val="superscript"/>
        </w:rPr>
        <w:t>−1</w:t>
      </w:r>
      <w:r w:rsidRPr="009F1ACA">
        <w:t>, математически округляют до ближайшего целого числа для последующих расчетов.</w:t>
      </w:r>
    </w:p>
    <w:p w14:paraId="3C9435B7" w14:textId="77777777" w:rsidR="0030668A" w:rsidRDefault="0030668A" w:rsidP="00B35113">
      <w:pPr>
        <w:pStyle w:val="SingleTxtG"/>
        <w:tabs>
          <w:tab w:val="clear" w:pos="1701"/>
        </w:tabs>
        <w:ind w:left="2268" w:hanging="1134"/>
      </w:pPr>
      <w:r w:rsidRPr="009F1ACA">
        <w:t>3.3.3.4</w:t>
      </w:r>
      <w:r w:rsidRPr="009F1ACA">
        <w:tab/>
        <w:t>Окончательные значения уровней давления звука при дополнительных условиях эксплуатации не должны превышать предельных значений, указанных в пункте 2.6 настоящего приложения».</w:t>
      </w:r>
    </w:p>
    <w:p w14:paraId="1CDD921D" w14:textId="77777777" w:rsidR="00E12C5F" w:rsidRPr="008D53B6" w:rsidRDefault="0030668A" w:rsidP="00B35113">
      <w:pPr>
        <w:pStyle w:val="SingleTxtG"/>
        <w:spacing w:before="180" w:after="0" w:line="240" w:lineRule="exact"/>
        <w:ind w:left="2268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3066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9AF8A" w14:textId="77777777" w:rsidR="001B5AAE" w:rsidRPr="00A312BC" w:rsidRDefault="001B5AAE" w:rsidP="00A312BC"/>
  </w:endnote>
  <w:endnote w:type="continuationSeparator" w:id="0">
    <w:p w14:paraId="21281AEA" w14:textId="77777777" w:rsidR="001B5AAE" w:rsidRPr="00A312BC" w:rsidRDefault="001B5AA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D2B5" w14:textId="77777777" w:rsidR="001B5AAE" w:rsidRPr="0030668A" w:rsidRDefault="001B5AAE">
    <w:pPr>
      <w:pStyle w:val="a8"/>
    </w:pPr>
    <w:r w:rsidRPr="0030668A">
      <w:rPr>
        <w:b/>
        <w:sz w:val="18"/>
      </w:rPr>
      <w:fldChar w:fldCharType="begin"/>
    </w:r>
    <w:r w:rsidRPr="0030668A">
      <w:rPr>
        <w:b/>
        <w:sz w:val="18"/>
      </w:rPr>
      <w:instrText xml:space="preserve"> PAGE  \* MERGEFORMAT </w:instrText>
    </w:r>
    <w:r w:rsidRPr="0030668A">
      <w:rPr>
        <w:b/>
        <w:sz w:val="18"/>
      </w:rPr>
      <w:fldChar w:fldCharType="separate"/>
    </w:r>
    <w:r w:rsidRPr="0030668A">
      <w:rPr>
        <w:b/>
        <w:noProof/>
        <w:sz w:val="18"/>
      </w:rPr>
      <w:t>2</w:t>
    </w:r>
    <w:r w:rsidRPr="0030668A">
      <w:rPr>
        <w:b/>
        <w:sz w:val="18"/>
      </w:rPr>
      <w:fldChar w:fldCharType="end"/>
    </w:r>
    <w:r>
      <w:rPr>
        <w:b/>
        <w:sz w:val="18"/>
      </w:rPr>
      <w:tab/>
    </w:r>
    <w:r>
      <w:t>GE.20-17467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B692A" w14:textId="77777777" w:rsidR="001B5AAE" w:rsidRPr="0030668A" w:rsidRDefault="001B5AAE" w:rsidP="0030668A">
    <w:pPr>
      <w:pStyle w:val="a8"/>
      <w:tabs>
        <w:tab w:val="clear" w:pos="9639"/>
        <w:tab w:val="right" w:pos="9638"/>
      </w:tabs>
      <w:rPr>
        <w:b/>
        <w:sz w:val="18"/>
      </w:rPr>
    </w:pPr>
    <w:r>
      <w:t>GE.20-17467</w:t>
    </w:r>
    <w:r>
      <w:tab/>
    </w:r>
    <w:r w:rsidRPr="0030668A">
      <w:rPr>
        <w:b/>
        <w:sz w:val="18"/>
      </w:rPr>
      <w:fldChar w:fldCharType="begin"/>
    </w:r>
    <w:r w:rsidRPr="0030668A">
      <w:rPr>
        <w:b/>
        <w:sz w:val="18"/>
      </w:rPr>
      <w:instrText xml:space="preserve"> PAGE  \* MERGEFORMAT </w:instrText>
    </w:r>
    <w:r w:rsidRPr="0030668A">
      <w:rPr>
        <w:b/>
        <w:sz w:val="18"/>
      </w:rPr>
      <w:fldChar w:fldCharType="separate"/>
    </w:r>
    <w:r w:rsidRPr="0030668A">
      <w:rPr>
        <w:b/>
        <w:noProof/>
        <w:sz w:val="18"/>
      </w:rPr>
      <w:t>3</w:t>
    </w:r>
    <w:r w:rsidRPr="0030668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BBFDB" w14:textId="77777777" w:rsidR="001B5AAE" w:rsidRPr="0030668A" w:rsidRDefault="001B5AAE" w:rsidP="0030668A">
    <w:pPr>
      <w:spacing w:before="120" w:line="240" w:lineRule="auto"/>
      <w:rPr>
        <w:lang w:val="fr-CH"/>
      </w:rPr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6F2AA16" wp14:editId="2673C33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20-17467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42E6080" wp14:editId="1238E4D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120121  120121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2E587" w14:textId="77777777" w:rsidR="001B5AAE" w:rsidRPr="001075E9" w:rsidRDefault="001B5AA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3079111" w14:textId="77777777" w:rsidR="001B5AAE" w:rsidRDefault="001B5AA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BAF095B" w14:textId="77777777" w:rsidR="001B5AAE" w:rsidRPr="007077F9" w:rsidRDefault="001B5AAE" w:rsidP="0030668A">
      <w:pPr>
        <w:pStyle w:val="ad"/>
      </w:pPr>
      <w:r>
        <w:rPr>
          <w:sz w:val="20"/>
        </w:rPr>
        <w:tab/>
      </w:r>
      <w:r w:rsidRPr="00182590">
        <w:rPr>
          <w:rStyle w:val="aa"/>
          <w:sz w:val="20"/>
          <w:vertAlign w:val="baseline"/>
        </w:rPr>
        <w:t>*</w:t>
      </w:r>
      <w:r w:rsidRPr="005404D4">
        <w:tab/>
      </w:r>
      <w:r w:rsidRPr="0079619A">
        <w:t>В соответствии с программой работы Комитета по внутреннему транспорту на 2020 год, изложенной в предлагаемом бюджете по программам на 2020 год (</w:t>
      </w:r>
      <w:r>
        <w:t>A</w:t>
      </w:r>
      <w:r w:rsidRPr="0079619A">
        <w:t xml:space="preserve">/74/6 (часть </w:t>
      </w:r>
      <w:r>
        <w:t>V</w:t>
      </w:r>
      <w:r w:rsidRPr="0079619A">
        <w:t>, разд</w:t>
      </w:r>
      <w:r>
        <w:t>.</w:t>
      </w:r>
      <w:r w:rsidRPr="0079619A">
        <w:t xml:space="preserve"> 20), п</w:t>
      </w:r>
      <w:r>
        <w:t>. </w:t>
      </w:r>
      <w:r w:rsidRPr="0079619A">
        <w:t>20.37), Всемирный форум будет разрабатывать, согласовывать и обновлять Правила ООН в</w:t>
      </w:r>
      <w:r>
        <w:t> </w:t>
      </w:r>
      <w:r w:rsidRPr="0079619A">
        <w:t>целях повышения эффективности транспортных средств. Настоящий</w:t>
      </w:r>
      <w:r w:rsidRPr="007077F9">
        <w:t xml:space="preserve"> </w:t>
      </w:r>
      <w:r w:rsidRPr="0079619A">
        <w:t>документ</w:t>
      </w:r>
      <w:r w:rsidRPr="007077F9">
        <w:t xml:space="preserve"> </w:t>
      </w:r>
      <w:r w:rsidRPr="0079619A">
        <w:t>представлен</w:t>
      </w:r>
      <w:r w:rsidRPr="007077F9">
        <w:t xml:space="preserve"> </w:t>
      </w:r>
      <w:r w:rsidRPr="0079619A">
        <w:t>в</w:t>
      </w:r>
      <w:r>
        <w:t> </w:t>
      </w:r>
      <w:r w:rsidRPr="0079619A">
        <w:t>соответствии</w:t>
      </w:r>
      <w:r w:rsidRPr="007077F9">
        <w:t xml:space="preserve"> </w:t>
      </w:r>
      <w:r w:rsidRPr="0079619A">
        <w:t>с</w:t>
      </w:r>
      <w:r w:rsidRPr="007077F9">
        <w:t xml:space="preserve"> </w:t>
      </w:r>
      <w:r w:rsidRPr="0079619A">
        <w:t>этим</w:t>
      </w:r>
      <w:r w:rsidRPr="007077F9">
        <w:t xml:space="preserve"> </w:t>
      </w:r>
      <w:r w:rsidRPr="0079619A">
        <w:t>мандатом</w:t>
      </w:r>
      <w:r>
        <w:t>.</w:t>
      </w:r>
    </w:p>
  </w:footnote>
  <w:footnote w:id="2">
    <w:p w14:paraId="7506C351" w14:textId="0F0CFBF0" w:rsidR="001B5AAE" w:rsidRPr="00C53BF6" w:rsidRDefault="001B5AAE" w:rsidP="0030668A">
      <w:pPr>
        <w:pStyle w:val="ad"/>
      </w:pPr>
      <w:r w:rsidRPr="007077F9">
        <w:tab/>
      </w:r>
      <w:r w:rsidRPr="00591367">
        <w:rPr>
          <w:rStyle w:val="aa"/>
        </w:rPr>
        <w:footnoteRef/>
      </w:r>
      <w:r w:rsidRPr="00C53BF6">
        <w:tab/>
        <w:t>В соответствии с определениями, содержащимися в Сводной резолюции о конструкции транспортных средств (СР.3)</w:t>
      </w:r>
      <w:r>
        <w:t xml:space="preserve">, документ </w:t>
      </w:r>
      <w:r w:rsidR="00F6304E">
        <w:rPr>
          <w:lang w:val="en-US"/>
        </w:rPr>
        <w:t>ECE</w:t>
      </w:r>
      <w:r w:rsidR="00F6304E" w:rsidRPr="00F6304E">
        <w:t>/</w:t>
      </w:r>
      <w:r>
        <w:t>TRANS</w:t>
      </w:r>
      <w:r w:rsidRPr="00C53BF6">
        <w:t>/</w:t>
      </w:r>
      <w:r>
        <w:t>WP</w:t>
      </w:r>
      <w:r w:rsidRPr="00C53BF6">
        <w:t>.29/78/</w:t>
      </w:r>
      <w:r>
        <w:t>Rev</w:t>
      </w:r>
      <w:r w:rsidRPr="00C53BF6">
        <w:t>.6</w:t>
      </w:r>
      <w:r>
        <w:t>, п</w:t>
      </w:r>
      <w:r w:rsidR="00F6304E" w:rsidRPr="00F6304E">
        <w:t>.</w:t>
      </w:r>
      <w:r>
        <w:t xml:space="preserve"> 2 — </w:t>
      </w:r>
      <w:hyperlink r:id="rId1" w:history="1">
        <w:r w:rsidRPr="006844C3">
          <w:rPr>
            <w:rStyle w:val="af1"/>
          </w:rPr>
          <w:t>www</w:t>
        </w:r>
        <w:r w:rsidRPr="00C53BF6">
          <w:rPr>
            <w:rStyle w:val="af1"/>
          </w:rPr>
          <w:t>.</w:t>
        </w:r>
        <w:r w:rsidRPr="006844C3">
          <w:rPr>
            <w:rStyle w:val="af1"/>
          </w:rPr>
          <w:t>unece</w:t>
        </w:r>
        <w:r w:rsidRPr="00C53BF6">
          <w:rPr>
            <w:rStyle w:val="af1"/>
          </w:rPr>
          <w:t>.</w:t>
        </w:r>
        <w:r w:rsidRPr="006844C3">
          <w:rPr>
            <w:rStyle w:val="af1"/>
          </w:rPr>
          <w:t>org</w:t>
        </w:r>
        <w:r w:rsidRPr="00C53BF6">
          <w:rPr>
            <w:rStyle w:val="af1"/>
          </w:rPr>
          <w:t>/</w:t>
        </w:r>
        <w:r w:rsidRPr="006844C3">
          <w:rPr>
            <w:rStyle w:val="af1"/>
          </w:rPr>
          <w:t>trans</w:t>
        </w:r>
        <w:r w:rsidRPr="00C53BF6">
          <w:rPr>
            <w:rStyle w:val="af1"/>
          </w:rPr>
          <w:t>/</w:t>
        </w:r>
        <w:r w:rsidRPr="006844C3">
          <w:rPr>
            <w:rStyle w:val="af1"/>
          </w:rPr>
          <w:t>main</w:t>
        </w:r>
        <w:r w:rsidRPr="00C53BF6">
          <w:rPr>
            <w:rStyle w:val="af1"/>
          </w:rPr>
          <w:t>/</w:t>
        </w:r>
        <w:r w:rsidRPr="006844C3">
          <w:rPr>
            <w:rStyle w:val="af1"/>
          </w:rPr>
          <w:t>wp</w:t>
        </w:r>
        <w:r w:rsidRPr="00C53BF6">
          <w:rPr>
            <w:rStyle w:val="af1"/>
          </w:rPr>
          <w:t>29/</w:t>
        </w:r>
        <w:r w:rsidRPr="006844C3">
          <w:rPr>
            <w:rStyle w:val="af1"/>
          </w:rPr>
          <w:t>wp</w:t>
        </w:r>
        <w:r w:rsidRPr="00C53BF6">
          <w:rPr>
            <w:rStyle w:val="af1"/>
          </w:rPr>
          <w:t>29</w:t>
        </w:r>
        <w:r w:rsidRPr="006844C3">
          <w:rPr>
            <w:rStyle w:val="af1"/>
          </w:rPr>
          <w:t>wgs</w:t>
        </w:r>
        <w:r w:rsidRPr="00C53BF6">
          <w:rPr>
            <w:rStyle w:val="af1"/>
          </w:rPr>
          <w:t>/</w:t>
        </w:r>
        <w:r w:rsidRPr="006844C3">
          <w:rPr>
            <w:rStyle w:val="af1"/>
          </w:rPr>
          <w:t>wp</w:t>
        </w:r>
        <w:r w:rsidRPr="00C53BF6">
          <w:rPr>
            <w:rStyle w:val="af1"/>
          </w:rPr>
          <w:t>29</w:t>
        </w:r>
        <w:r w:rsidRPr="006844C3">
          <w:rPr>
            <w:rStyle w:val="af1"/>
          </w:rPr>
          <w:t>gen</w:t>
        </w:r>
        <w:r w:rsidRPr="00C53BF6">
          <w:rPr>
            <w:rStyle w:val="af1"/>
          </w:rPr>
          <w:t>/</w:t>
        </w:r>
        <w:r w:rsidRPr="006844C3">
          <w:rPr>
            <w:rStyle w:val="af1"/>
          </w:rPr>
          <w:t>wp</w:t>
        </w:r>
        <w:r w:rsidRPr="00C53BF6">
          <w:rPr>
            <w:rStyle w:val="af1"/>
          </w:rPr>
          <w:t>29</w:t>
        </w:r>
        <w:r w:rsidRPr="006844C3">
          <w:rPr>
            <w:rStyle w:val="af1"/>
          </w:rPr>
          <w:t>resolutions</w:t>
        </w:r>
        <w:r w:rsidRPr="00C53BF6">
          <w:rPr>
            <w:rStyle w:val="af1"/>
          </w:rPr>
          <w:t>.</w:t>
        </w:r>
        <w:r w:rsidRPr="006844C3">
          <w:rPr>
            <w:rStyle w:val="af1"/>
          </w:rPr>
          <w:t>html</w:t>
        </w:r>
      </w:hyperlink>
      <w:r>
        <w:rPr>
          <w:rStyle w:val="af1"/>
          <w:color w:val="auto"/>
        </w:rPr>
        <w:t>.</w:t>
      </w:r>
    </w:p>
  </w:footnote>
  <w:footnote w:id="3">
    <w:p w14:paraId="1F8003C6" w14:textId="77777777" w:rsidR="001B5AAE" w:rsidRPr="009F1ACA" w:rsidRDefault="001B5AAE" w:rsidP="0030668A">
      <w:pPr>
        <w:pStyle w:val="ad"/>
      </w:pPr>
      <w:r w:rsidRPr="009F1ACA">
        <w:tab/>
      </w:r>
      <w:r w:rsidRPr="009F1ACA">
        <w:rPr>
          <w:rStyle w:val="aa"/>
        </w:rPr>
        <w:footnoteRef/>
      </w:r>
      <w:r w:rsidRPr="009F1ACA">
        <w:tab/>
        <w:t>Примечание секретариата: формулировка была скорректирована с учетом решения WP.29, принятого на его сессии в ноябре 2020 года (ECE/TRANS/WP.29/1155, п</w:t>
      </w:r>
      <w:r w:rsidR="00370BF4">
        <w:t>п.</w:t>
      </w:r>
      <w:r w:rsidRPr="009F1ACA">
        <w:t xml:space="preserve"> 92 и 93, и неофициальный документ WP.29-182-11).</w:t>
      </w:r>
    </w:p>
  </w:footnote>
  <w:footnote w:id="4">
    <w:p w14:paraId="0D1D7476" w14:textId="77777777" w:rsidR="001B5AAE" w:rsidRPr="00F17893" w:rsidRDefault="001B5AAE" w:rsidP="0030668A">
      <w:pPr>
        <w:pStyle w:val="ad"/>
      </w:pPr>
      <w:r w:rsidRPr="007077F9">
        <w:tab/>
      </w:r>
      <w:r w:rsidRPr="00F17893">
        <w:rPr>
          <w:rStyle w:val="aa"/>
        </w:rPr>
        <w:footnoteRef/>
      </w:r>
      <w:r w:rsidRPr="00F17893">
        <w:tab/>
      </w:r>
      <w:r w:rsidRPr="00F17893">
        <w:tab/>
        <w:t>Водителю, осуществляющему испытательные прогоны, рекомендуется перед испытанием ознакомиться с ездовыми характеристиками испытуемого транспортного средства.</w:t>
      </w:r>
    </w:p>
  </w:footnote>
  <w:footnote w:id="5">
    <w:p w14:paraId="3E0988D1" w14:textId="77777777" w:rsidR="001B5AAE" w:rsidRPr="00790A23" w:rsidRDefault="001B5AAE" w:rsidP="0030668A">
      <w:pPr>
        <w:pStyle w:val="ad"/>
      </w:pPr>
      <w:r w:rsidRPr="00F17893">
        <w:tab/>
      </w:r>
      <w:r w:rsidRPr="00591367">
        <w:rPr>
          <w:rStyle w:val="aa"/>
        </w:rPr>
        <w:footnoteRef/>
      </w:r>
      <w:r w:rsidRPr="00790A23">
        <w:tab/>
        <w:t>Уровень давления звука «</w:t>
      </w:r>
      <w:r>
        <w:t>L</w:t>
      </w:r>
      <w:r w:rsidRPr="00790A23">
        <w:t>» определяют по одному испытательному прогону.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C6201" w14:textId="580AF304" w:rsidR="001B5AAE" w:rsidRPr="0030668A" w:rsidRDefault="00B423AE">
    <w:pPr>
      <w:pStyle w:val="a5"/>
    </w:pPr>
    <w:fldSimple w:instr=" TITLE  \* MERGEFORMAT ">
      <w:r w:rsidR="00954177">
        <w:t>ECE/TRANS/WP.29/2021/3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6C048" w14:textId="73CFC11A" w:rsidR="001B5AAE" w:rsidRPr="0030668A" w:rsidRDefault="00B423AE" w:rsidP="0030668A">
    <w:pPr>
      <w:pStyle w:val="a5"/>
      <w:jc w:val="right"/>
    </w:pPr>
    <w:fldSimple w:instr=" TITLE  \* MERGEFORMAT ">
      <w:r w:rsidR="00954177">
        <w:t>ECE/TRANS/WP.29/2021/3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981E" w14:textId="77777777" w:rsidR="001B5AAE" w:rsidRDefault="001B5AAE" w:rsidP="0030668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3"/>
  </w:num>
  <w:num w:numId="4">
    <w:abstractNumId w:val="25"/>
  </w:num>
  <w:num w:numId="5">
    <w:abstractNumId w:val="2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3"/>
  </w:num>
  <w:num w:numId="17">
    <w:abstractNumId w:val="19"/>
  </w:num>
  <w:num w:numId="18">
    <w:abstractNumId w:val="21"/>
  </w:num>
  <w:num w:numId="19">
    <w:abstractNumId w:val="23"/>
  </w:num>
  <w:num w:numId="20">
    <w:abstractNumId w:val="19"/>
  </w:num>
  <w:num w:numId="21">
    <w:abstractNumId w:val="21"/>
  </w:num>
  <w:num w:numId="22">
    <w:abstractNumId w:val="16"/>
  </w:num>
  <w:num w:numId="23">
    <w:abstractNumId w:val="15"/>
  </w:num>
  <w:num w:numId="24">
    <w:abstractNumId w:val="10"/>
  </w:num>
  <w:num w:numId="25">
    <w:abstractNumId w:val="12"/>
  </w:num>
  <w:num w:numId="26">
    <w:abstractNumId w:val="17"/>
  </w:num>
  <w:num w:numId="27">
    <w:abstractNumId w:val="14"/>
  </w:num>
  <w:num w:numId="28">
    <w:abstractNumId w:val="22"/>
  </w:num>
  <w:num w:numId="29">
    <w:abstractNumId w:val="26"/>
  </w:num>
  <w:num w:numId="3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05E"/>
    <w:rsid w:val="00033645"/>
    <w:rsid w:val="00033EE1"/>
    <w:rsid w:val="00042B72"/>
    <w:rsid w:val="000558BD"/>
    <w:rsid w:val="000730B1"/>
    <w:rsid w:val="00082724"/>
    <w:rsid w:val="000B57E7"/>
    <w:rsid w:val="000B6373"/>
    <w:rsid w:val="000E4E5B"/>
    <w:rsid w:val="000F09DF"/>
    <w:rsid w:val="000F0D94"/>
    <w:rsid w:val="000F61B2"/>
    <w:rsid w:val="001075E9"/>
    <w:rsid w:val="00135C40"/>
    <w:rsid w:val="0014152F"/>
    <w:rsid w:val="001503F0"/>
    <w:rsid w:val="00180183"/>
    <w:rsid w:val="0018024D"/>
    <w:rsid w:val="00182590"/>
    <w:rsid w:val="0018649F"/>
    <w:rsid w:val="00196389"/>
    <w:rsid w:val="001B3EF6"/>
    <w:rsid w:val="001B5AAE"/>
    <w:rsid w:val="001C7A89"/>
    <w:rsid w:val="001F7E51"/>
    <w:rsid w:val="00253418"/>
    <w:rsid w:val="00255343"/>
    <w:rsid w:val="0025765A"/>
    <w:rsid w:val="0027151D"/>
    <w:rsid w:val="002A2EFC"/>
    <w:rsid w:val="002B0106"/>
    <w:rsid w:val="002B74B1"/>
    <w:rsid w:val="002C0E18"/>
    <w:rsid w:val="002D5AAC"/>
    <w:rsid w:val="002E5067"/>
    <w:rsid w:val="002F2FEA"/>
    <w:rsid w:val="002F405F"/>
    <w:rsid w:val="002F7B2A"/>
    <w:rsid w:val="002F7EEC"/>
    <w:rsid w:val="00301299"/>
    <w:rsid w:val="00305C08"/>
    <w:rsid w:val="0030668A"/>
    <w:rsid w:val="00307FB6"/>
    <w:rsid w:val="00317339"/>
    <w:rsid w:val="00322004"/>
    <w:rsid w:val="003402C2"/>
    <w:rsid w:val="00347F00"/>
    <w:rsid w:val="00356833"/>
    <w:rsid w:val="00370BF4"/>
    <w:rsid w:val="00381C24"/>
    <w:rsid w:val="00387494"/>
    <w:rsid w:val="00387CD4"/>
    <w:rsid w:val="003958D0"/>
    <w:rsid w:val="003A0D43"/>
    <w:rsid w:val="003A48CE"/>
    <w:rsid w:val="003B00E5"/>
    <w:rsid w:val="003B5756"/>
    <w:rsid w:val="003E0B46"/>
    <w:rsid w:val="00407B78"/>
    <w:rsid w:val="00415486"/>
    <w:rsid w:val="00420794"/>
    <w:rsid w:val="00424203"/>
    <w:rsid w:val="00452493"/>
    <w:rsid w:val="00453318"/>
    <w:rsid w:val="00454AF2"/>
    <w:rsid w:val="00454E07"/>
    <w:rsid w:val="00457B36"/>
    <w:rsid w:val="00472C5C"/>
    <w:rsid w:val="00485F8A"/>
    <w:rsid w:val="00490768"/>
    <w:rsid w:val="004B67D7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69E8"/>
    <w:rsid w:val="00680D03"/>
    <w:rsid w:val="00681A10"/>
    <w:rsid w:val="006A1ED8"/>
    <w:rsid w:val="006C2031"/>
    <w:rsid w:val="006C399D"/>
    <w:rsid w:val="006D461A"/>
    <w:rsid w:val="006F35EE"/>
    <w:rsid w:val="007021FF"/>
    <w:rsid w:val="00712895"/>
    <w:rsid w:val="007235AA"/>
    <w:rsid w:val="007313E8"/>
    <w:rsid w:val="00734ACB"/>
    <w:rsid w:val="00757357"/>
    <w:rsid w:val="007739E9"/>
    <w:rsid w:val="00792497"/>
    <w:rsid w:val="00806737"/>
    <w:rsid w:val="00825F8D"/>
    <w:rsid w:val="00834B71"/>
    <w:rsid w:val="0086445C"/>
    <w:rsid w:val="00870FAB"/>
    <w:rsid w:val="00871809"/>
    <w:rsid w:val="00894693"/>
    <w:rsid w:val="008951C3"/>
    <w:rsid w:val="008954E7"/>
    <w:rsid w:val="008A08D7"/>
    <w:rsid w:val="008A37C8"/>
    <w:rsid w:val="008B199C"/>
    <w:rsid w:val="008B6909"/>
    <w:rsid w:val="008D53B6"/>
    <w:rsid w:val="008F7609"/>
    <w:rsid w:val="00906890"/>
    <w:rsid w:val="00911BE4"/>
    <w:rsid w:val="00951972"/>
    <w:rsid w:val="00954177"/>
    <w:rsid w:val="009608F3"/>
    <w:rsid w:val="00965A30"/>
    <w:rsid w:val="009A24AC"/>
    <w:rsid w:val="009C59D7"/>
    <w:rsid w:val="009C6FE6"/>
    <w:rsid w:val="009D7E7D"/>
    <w:rsid w:val="009F6E39"/>
    <w:rsid w:val="00A14DA8"/>
    <w:rsid w:val="00A312BC"/>
    <w:rsid w:val="00A440FD"/>
    <w:rsid w:val="00A4735E"/>
    <w:rsid w:val="00A778A6"/>
    <w:rsid w:val="00A84021"/>
    <w:rsid w:val="00A84D35"/>
    <w:rsid w:val="00A86BDF"/>
    <w:rsid w:val="00A917B3"/>
    <w:rsid w:val="00AB4B51"/>
    <w:rsid w:val="00AC3E12"/>
    <w:rsid w:val="00AC6084"/>
    <w:rsid w:val="00AC6F56"/>
    <w:rsid w:val="00B10CC7"/>
    <w:rsid w:val="00B13EB5"/>
    <w:rsid w:val="00B35113"/>
    <w:rsid w:val="00B36DF7"/>
    <w:rsid w:val="00B423AE"/>
    <w:rsid w:val="00B46747"/>
    <w:rsid w:val="00B539E7"/>
    <w:rsid w:val="00B62458"/>
    <w:rsid w:val="00BA6F80"/>
    <w:rsid w:val="00BC18B2"/>
    <w:rsid w:val="00BD33EE"/>
    <w:rsid w:val="00BD3405"/>
    <w:rsid w:val="00BE1CC7"/>
    <w:rsid w:val="00C106D6"/>
    <w:rsid w:val="00C1105E"/>
    <w:rsid w:val="00C119AE"/>
    <w:rsid w:val="00C40A21"/>
    <w:rsid w:val="00C60F0C"/>
    <w:rsid w:val="00C71E84"/>
    <w:rsid w:val="00C805C9"/>
    <w:rsid w:val="00C92939"/>
    <w:rsid w:val="00C97C85"/>
    <w:rsid w:val="00CA1679"/>
    <w:rsid w:val="00CB151C"/>
    <w:rsid w:val="00CC44AA"/>
    <w:rsid w:val="00CE5A1A"/>
    <w:rsid w:val="00CF084E"/>
    <w:rsid w:val="00CF55F6"/>
    <w:rsid w:val="00D146A8"/>
    <w:rsid w:val="00D27A21"/>
    <w:rsid w:val="00D33D63"/>
    <w:rsid w:val="00D4754D"/>
    <w:rsid w:val="00D5253A"/>
    <w:rsid w:val="00D873A8"/>
    <w:rsid w:val="00D90028"/>
    <w:rsid w:val="00D90138"/>
    <w:rsid w:val="00D9145B"/>
    <w:rsid w:val="00D97093"/>
    <w:rsid w:val="00DB3548"/>
    <w:rsid w:val="00DD78D1"/>
    <w:rsid w:val="00DE1E5D"/>
    <w:rsid w:val="00DE32CD"/>
    <w:rsid w:val="00DF5767"/>
    <w:rsid w:val="00DF71B9"/>
    <w:rsid w:val="00E12C5F"/>
    <w:rsid w:val="00E73F76"/>
    <w:rsid w:val="00E93F0F"/>
    <w:rsid w:val="00EA2C9F"/>
    <w:rsid w:val="00EA420E"/>
    <w:rsid w:val="00EA6F14"/>
    <w:rsid w:val="00ED0BDA"/>
    <w:rsid w:val="00EE142A"/>
    <w:rsid w:val="00EF1360"/>
    <w:rsid w:val="00EF3220"/>
    <w:rsid w:val="00F2523A"/>
    <w:rsid w:val="00F43903"/>
    <w:rsid w:val="00F6304E"/>
    <w:rsid w:val="00F706F7"/>
    <w:rsid w:val="00F94155"/>
    <w:rsid w:val="00F9783F"/>
    <w:rsid w:val="00FA0AE3"/>
    <w:rsid w:val="00FB575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6A6B5C"/>
  <w15:docId w15:val="{AA931E7D-904D-4103-BF36-8C0562E0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link w:val="20"/>
    <w:semiHidden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link w:val="30"/>
    <w:semiHidden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semiHidden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20">
    <w:name w:val="Заголовок 2 Знак"/>
    <w:basedOn w:val="a0"/>
    <w:link w:val="2"/>
    <w:semiHidden/>
    <w:rsid w:val="0030668A"/>
    <w:rPr>
      <w:rFonts w:eastAsiaTheme="minorHAnsi" w:cs="Arial"/>
      <w:bCs/>
      <w:iCs/>
      <w:szCs w:val="28"/>
      <w:lang w:val="ru-RU" w:eastAsia="en-US"/>
    </w:rPr>
  </w:style>
  <w:style w:type="character" w:customStyle="1" w:styleId="30">
    <w:name w:val="Заголовок 3 Знак"/>
    <w:basedOn w:val="a0"/>
    <w:link w:val="3"/>
    <w:semiHidden/>
    <w:rsid w:val="0030668A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40">
    <w:name w:val="Заголовок 4 Знак"/>
    <w:basedOn w:val="a0"/>
    <w:link w:val="4"/>
    <w:semiHidden/>
    <w:rsid w:val="0030668A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basedOn w:val="a0"/>
    <w:link w:val="5"/>
    <w:semiHidden/>
    <w:rsid w:val="0030668A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60">
    <w:name w:val="Заголовок 6 Знак"/>
    <w:basedOn w:val="a0"/>
    <w:link w:val="6"/>
    <w:semiHidden/>
    <w:rsid w:val="0030668A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basedOn w:val="a0"/>
    <w:link w:val="7"/>
    <w:semiHidden/>
    <w:rsid w:val="0030668A"/>
    <w:rPr>
      <w:rFonts w:eastAsiaTheme="minorHAnsi" w:cstheme="minorBidi"/>
      <w:sz w:val="24"/>
      <w:szCs w:val="24"/>
      <w:lang w:val="ru-RU" w:eastAsia="en-US"/>
    </w:rPr>
  </w:style>
  <w:style w:type="character" w:customStyle="1" w:styleId="80">
    <w:name w:val="Заголовок 8 Знак"/>
    <w:basedOn w:val="a0"/>
    <w:link w:val="8"/>
    <w:semiHidden/>
    <w:rsid w:val="0030668A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90">
    <w:name w:val="Заголовок 9 Знак"/>
    <w:basedOn w:val="a0"/>
    <w:link w:val="9"/>
    <w:semiHidden/>
    <w:rsid w:val="0030668A"/>
    <w:rPr>
      <w:rFonts w:ascii="Arial" w:eastAsiaTheme="minorHAnsi" w:hAnsi="Arial" w:cs="Arial"/>
      <w:sz w:val="22"/>
      <w:szCs w:val="22"/>
      <w:lang w:val="ru-RU" w:eastAsia="en-US"/>
    </w:rPr>
  </w:style>
  <w:style w:type="paragraph" w:customStyle="1" w:styleId="ParNoG">
    <w:name w:val="_ParNo_G"/>
    <w:basedOn w:val="SingleTxtG"/>
    <w:qFormat/>
    <w:rsid w:val="0030668A"/>
    <w:pPr>
      <w:numPr>
        <w:numId w:val="30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FootnoteTextChar1">
    <w:name w:val="Footnote Text Char1"/>
    <w:aliases w:val="5_G Char1"/>
    <w:semiHidden/>
    <w:locked/>
    <w:rsid w:val="0030668A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30668A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30668A"/>
    <w:rPr>
      <w:lang w:val="ru-RU" w:eastAsia="en-US"/>
    </w:rPr>
  </w:style>
  <w:style w:type="character" w:styleId="af3">
    <w:name w:val="annotation reference"/>
    <w:basedOn w:val="a0"/>
    <w:semiHidden/>
    <w:unhideWhenUsed/>
    <w:rsid w:val="0030668A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30668A"/>
    <w:pPr>
      <w:spacing w:line="240" w:lineRule="auto"/>
    </w:pPr>
    <w:rPr>
      <w:rFonts w:eastAsia="Times New Roman" w:cs="Times New Roman"/>
      <w:szCs w:val="20"/>
      <w:lang w:val="en-GB" w:eastAsia="fr-FR"/>
    </w:rPr>
  </w:style>
  <w:style w:type="character" w:customStyle="1" w:styleId="af5">
    <w:name w:val="Текст примечания Знак"/>
    <w:basedOn w:val="a0"/>
    <w:link w:val="af4"/>
    <w:semiHidden/>
    <w:rsid w:val="0030668A"/>
    <w:rPr>
      <w:lang w:val="en-GB" w:eastAsia="fr-FR"/>
    </w:rPr>
  </w:style>
  <w:style w:type="paragraph" w:styleId="af6">
    <w:name w:val="annotation subject"/>
    <w:basedOn w:val="af4"/>
    <w:next w:val="af4"/>
    <w:link w:val="af7"/>
    <w:semiHidden/>
    <w:unhideWhenUsed/>
    <w:rsid w:val="0030668A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30668A"/>
    <w:rPr>
      <w:b/>
      <w:bCs/>
      <w:lang w:val="en-GB" w:eastAsia="fr-FR"/>
    </w:rPr>
  </w:style>
  <w:style w:type="paragraph" w:styleId="af8">
    <w:name w:val="Revision"/>
    <w:hidden/>
    <w:uiPriority w:val="99"/>
    <w:semiHidden/>
    <w:rsid w:val="0030668A"/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wp29resolution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ECD6C5-5A6B-4175-B90E-19D2B3D2DE18}"/>
</file>

<file path=customXml/itemProps2.xml><?xml version="1.0" encoding="utf-8"?>
<ds:datastoreItem xmlns:ds="http://schemas.openxmlformats.org/officeDocument/2006/customXml" ds:itemID="{5F30E85C-ED67-44E3-A6F6-F8B20220F091}"/>
</file>

<file path=customXml/itemProps3.xml><?xml version="1.0" encoding="utf-8"?>
<ds:datastoreItem xmlns:ds="http://schemas.openxmlformats.org/officeDocument/2006/customXml" ds:itemID="{E8041A92-8B95-469C-901E-274322B3F37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13</Pages>
  <Words>3763</Words>
  <Characters>25114</Characters>
  <Application>Microsoft Office Word</Application>
  <DocSecurity>0</DocSecurity>
  <Lines>763</Lines>
  <Paragraphs>327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ECE/TRANS/WP.29/2021/3</vt:lpstr>
      <vt:lpstr>A/</vt:lpstr>
      <vt:lpstr>A/</vt:lpstr>
    </vt:vector>
  </TitlesOfParts>
  <Company>DCM</Company>
  <LinksUpToDate>false</LinksUpToDate>
  <CharactersWithSpaces>28646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</dc:title>
  <dc:subject/>
  <dc:creator>Olga OVTCHINNIKOVA</dc:creator>
  <cp:keywords/>
  <cp:lastModifiedBy>Ioulia Goussarova</cp:lastModifiedBy>
  <cp:revision>4</cp:revision>
  <cp:lastPrinted>2021-01-12T15:07:00Z</cp:lastPrinted>
  <dcterms:created xsi:type="dcterms:W3CDTF">2021-01-12T15:07:00Z</dcterms:created>
  <dcterms:modified xsi:type="dcterms:W3CDTF">2021-01-12T15:07:00Z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