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209BB1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81B41B" w14:textId="77777777" w:rsidR="002D5AAC" w:rsidRDefault="002D5AAC" w:rsidP="009A28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5E735D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20A591F" w14:textId="77777777" w:rsidR="002D5AAC" w:rsidRDefault="009A2844" w:rsidP="009A2844">
            <w:pPr>
              <w:jc w:val="right"/>
            </w:pPr>
            <w:r w:rsidRPr="009A2844">
              <w:rPr>
                <w:sz w:val="40"/>
              </w:rPr>
              <w:t>ECE</w:t>
            </w:r>
            <w:r>
              <w:t>/TRANS/WP.29/1156</w:t>
            </w:r>
          </w:p>
        </w:tc>
      </w:tr>
      <w:tr w:rsidR="002D5AAC" w:rsidRPr="00154360" w14:paraId="0BAD89B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5AA65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65D9BD1" wp14:editId="202F687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AB36C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D6284AF" w14:textId="77777777" w:rsidR="002D5AAC" w:rsidRDefault="009A284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788ED30" w14:textId="77777777" w:rsidR="009A2844" w:rsidRDefault="009A2844" w:rsidP="009A28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December 2020</w:t>
            </w:r>
          </w:p>
          <w:p w14:paraId="1B002C72" w14:textId="77777777" w:rsidR="009A2844" w:rsidRDefault="009A2844" w:rsidP="009A28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0B5DB5E" w14:textId="77777777" w:rsidR="009A2844" w:rsidRPr="008D53B6" w:rsidRDefault="009A2844" w:rsidP="009A28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B888F3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0EBF09F" w14:textId="77777777" w:rsidR="00B16E53" w:rsidRPr="009806D8" w:rsidRDefault="00B16E53" w:rsidP="00B16E53">
      <w:pPr>
        <w:spacing w:before="120" w:after="120"/>
        <w:rPr>
          <w:sz w:val="28"/>
          <w:szCs w:val="28"/>
        </w:rPr>
      </w:pPr>
      <w:r w:rsidRPr="009806D8">
        <w:rPr>
          <w:sz w:val="28"/>
          <w:szCs w:val="28"/>
        </w:rPr>
        <w:t>Комитет по внутреннему транспорту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0"/>
        <w:gridCol w:w="4799"/>
      </w:tblGrid>
      <w:tr w:rsidR="00B16E53" w:rsidRPr="00E37CBC" w14:paraId="255B91CB" w14:textId="77777777" w:rsidTr="00C84D95">
        <w:tc>
          <w:tcPr>
            <w:tcW w:w="4840" w:type="dxa"/>
          </w:tcPr>
          <w:p w14:paraId="567AFF51" w14:textId="77777777" w:rsidR="00B16E53" w:rsidRPr="009806D8" w:rsidRDefault="00B16E53" w:rsidP="00C84D95">
            <w:pPr>
              <w:rPr>
                <w:b/>
                <w:sz w:val="24"/>
                <w:szCs w:val="24"/>
              </w:rPr>
            </w:pPr>
            <w:r w:rsidRPr="009806D8">
              <w:rPr>
                <w:b/>
                <w:bCs/>
                <w:sz w:val="24"/>
                <w:szCs w:val="24"/>
              </w:rPr>
              <w:t>Всемирный форум для согласования правил в области транспортных средств</w:t>
            </w:r>
          </w:p>
          <w:p w14:paraId="47A1B46C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0" w:line="240" w:lineRule="auto"/>
              <w:ind w:left="0" w:right="0" w:firstLine="0"/>
              <w:rPr>
                <w:sz w:val="20"/>
              </w:rPr>
            </w:pPr>
            <w:r>
              <w:rPr>
                <w:bCs/>
                <w:sz w:val="20"/>
              </w:rPr>
              <w:t>Сто восемьдесят третья</w:t>
            </w:r>
            <w:r w:rsidRPr="00A5430F">
              <w:rPr>
                <w:bCs/>
                <w:sz w:val="20"/>
              </w:rPr>
              <w:t xml:space="preserve"> сессия</w:t>
            </w:r>
          </w:p>
          <w:p w14:paraId="21935F97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120" w:line="240" w:lineRule="auto"/>
              <w:ind w:left="0" w:right="0" w:firstLine="0"/>
              <w:rPr>
                <w:sz w:val="20"/>
              </w:rPr>
            </w:pPr>
            <w:r w:rsidRPr="00A5430F">
              <w:rPr>
                <w:b w:val="0"/>
                <w:sz w:val="20"/>
              </w:rPr>
              <w:t xml:space="preserve">Женева, </w:t>
            </w:r>
            <w:r w:rsidRPr="00B16E53">
              <w:rPr>
                <w:b w:val="0"/>
                <w:sz w:val="20"/>
              </w:rPr>
              <w:t>9</w:t>
            </w:r>
            <w:r w:rsidRPr="00A5430F">
              <w:rPr>
                <w:b w:val="0"/>
                <w:sz w:val="20"/>
              </w:rPr>
              <w:t>–1</w:t>
            </w:r>
            <w:r w:rsidRPr="00B16E53"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марта 202</w:t>
            </w:r>
            <w:r w:rsidRPr="00B16E53"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года</w:t>
            </w:r>
          </w:p>
        </w:tc>
        <w:tc>
          <w:tcPr>
            <w:tcW w:w="4799" w:type="dxa"/>
          </w:tcPr>
          <w:p w14:paraId="2DC6DADB" w14:textId="77777777" w:rsidR="00B16E53" w:rsidRPr="009806D8" w:rsidRDefault="00B16E53" w:rsidP="00C84D95">
            <w:pPr>
              <w:rPr>
                <w:b/>
                <w:sz w:val="24"/>
                <w:szCs w:val="24"/>
              </w:rPr>
            </w:pPr>
            <w:r w:rsidRPr="009806D8">
              <w:rPr>
                <w:b/>
                <w:bCs/>
                <w:sz w:val="24"/>
                <w:szCs w:val="24"/>
              </w:rPr>
              <w:t>Исполнительный комитет Соглашения 1998 года</w:t>
            </w:r>
          </w:p>
          <w:p w14:paraId="40C6C379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0" w:line="240" w:lineRule="auto"/>
              <w:ind w:left="0" w:right="0" w:firstLine="0"/>
              <w:rPr>
                <w:sz w:val="20"/>
              </w:rPr>
            </w:pPr>
            <w:r>
              <w:rPr>
                <w:bCs/>
                <w:sz w:val="20"/>
              </w:rPr>
              <w:t>Шестидесятая</w:t>
            </w:r>
            <w:r w:rsidRPr="00A5430F">
              <w:rPr>
                <w:bCs/>
                <w:sz w:val="20"/>
              </w:rPr>
              <w:t xml:space="preserve"> сессия</w:t>
            </w:r>
            <w:bookmarkStart w:id="0" w:name="_Hlk23928527"/>
            <w:bookmarkEnd w:id="0"/>
          </w:p>
          <w:p w14:paraId="2445D07A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0" w:line="240" w:lineRule="auto"/>
              <w:ind w:left="0" w:right="0" w:firstLine="0"/>
              <w:rPr>
                <w:b w:val="0"/>
                <w:sz w:val="20"/>
              </w:rPr>
            </w:pPr>
            <w:r w:rsidRPr="00A5430F">
              <w:rPr>
                <w:b w:val="0"/>
                <w:sz w:val="20"/>
              </w:rPr>
              <w:t>Женева, 1</w:t>
            </w:r>
            <w:r>
              <w:rPr>
                <w:b w:val="0"/>
                <w:sz w:val="20"/>
              </w:rPr>
              <w:t>0</w:t>
            </w:r>
            <w:r w:rsidRPr="00A5430F">
              <w:rPr>
                <w:b w:val="0"/>
                <w:sz w:val="20"/>
              </w:rPr>
              <w:t>–1</w:t>
            </w:r>
            <w:r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марта 202</w:t>
            </w:r>
            <w:r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года</w:t>
            </w:r>
          </w:p>
        </w:tc>
      </w:tr>
      <w:tr w:rsidR="00B16E53" w:rsidRPr="00E37CBC" w14:paraId="664C0DFE" w14:textId="77777777" w:rsidTr="00C84D95">
        <w:tc>
          <w:tcPr>
            <w:tcW w:w="4840" w:type="dxa"/>
          </w:tcPr>
          <w:p w14:paraId="44F4D86F" w14:textId="77777777" w:rsidR="00B16E53" w:rsidRPr="00D8477A" w:rsidRDefault="00B16E53" w:rsidP="00C84D95">
            <w:pPr>
              <w:rPr>
                <w:b/>
                <w:sz w:val="24"/>
                <w:szCs w:val="24"/>
              </w:rPr>
            </w:pPr>
            <w:r w:rsidRPr="00D8477A">
              <w:rPr>
                <w:b/>
                <w:bCs/>
                <w:sz w:val="24"/>
                <w:szCs w:val="24"/>
              </w:rPr>
              <w:t>Административный комитет Соглашения 1958 года</w:t>
            </w:r>
          </w:p>
          <w:p w14:paraId="0020034E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0" w:line="240" w:lineRule="auto"/>
              <w:ind w:left="0" w:right="0" w:firstLine="0"/>
              <w:rPr>
                <w:sz w:val="20"/>
              </w:rPr>
            </w:pPr>
            <w:r w:rsidRPr="00A5430F">
              <w:rPr>
                <w:bCs/>
                <w:sz w:val="20"/>
              </w:rPr>
              <w:t xml:space="preserve">Семьдесят </w:t>
            </w:r>
            <w:r>
              <w:rPr>
                <w:bCs/>
                <w:sz w:val="20"/>
              </w:rPr>
              <w:t xml:space="preserve">седьмая </w:t>
            </w:r>
            <w:r w:rsidRPr="00A5430F">
              <w:rPr>
                <w:bCs/>
                <w:sz w:val="20"/>
              </w:rPr>
              <w:t>сессия</w:t>
            </w:r>
          </w:p>
          <w:p w14:paraId="672B66CE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120" w:line="240" w:lineRule="auto"/>
              <w:ind w:left="0" w:right="0" w:firstLine="0"/>
              <w:rPr>
                <w:b w:val="0"/>
                <w:sz w:val="20"/>
              </w:rPr>
            </w:pPr>
            <w:r w:rsidRPr="00A5430F">
              <w:rPr>
                <w:b w:val="0"/>
                <w:sz w:val="20"/>
              </w:rPr>
              <w:t>Женева, 10 марта 202</w:t>
            </w:r>
            <w:r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года</w:t>
            </w:r>
          </w:p>
        </w:tc>
        <w:tc>
          <w:tcPr>
            <w:tcW w:w="4799" w:type="dxa"/>
          </w:tcPr>
          <w:p w14:paraId="0713D1C5" w14:textId="77777777" w:rsidR="00B16E53" w:rsidRPr="00D8477A" w:rsidRDefault="00B16E53" w:rsidP="00C84D95">
            <w:pPr>
              <w:rPr>
                <w:b/>
                <w:sz w:val="24"/>
                <w:szCs w:val="24"/>
              </w:rPr>
            </w:pPr>
            <w:r w:rsidRPr="00D8477A">
              <w:rPr>
                <w:b/>
                <w:bCs/>
                <w:sz w:val="24"/>
                <w:szCs w:val="24"/>
              </w:rPr>
              <w:t>Административный комитет Соглашения 1997 года</w:t>
            </w:r>
          </w:p>
          <w:p w14:paraId="1E6327C5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0" w:line="240" w:lineRule="auto"/>
              <w:ind w:left="0" w:right="0" w:firstLine="0"/>
              <w:rPr>
                <w:sz w:val="20"/>
              </w:rPr>
            </w:pPr>
            <w:r>
              <w:rPr>
                <w:bCs/>
                <w:sz w:val="20"/>
              </w:rPr>
              <w:t>Четырнадцатая</w:t>
            </w:r>
            <w:r w:rsidRPr="00A5430F">
              <w:rPr>
                <w:bCs/>
                <w:sz w:val="20"/>
              </w:rPr>
              <w:t xml:space="preserve"> сессия</w:t>
            </w:r>
          </w:p>
          <w:p w14:paraId="5CF962B1" w14:textId="77777777" w:rsidR="00B16E53" w:rsidRPr="00A5430F" w:rsidRDefault="00B16E53" w:rsidP="00C84D95">
            <w:pPr>
              <w:pStyle w:val="H1G"/>
              <w:tabs>
                <w:tab w:val="clear" w:pos="851"/>
              </w:tabs>
              <w:spacing w:before="0" w:after="120" w:line="240" w:lineRule="auto"/>
              <w:ind w:left="0" w:right="0" w:firstLine="0"/>
              <w:rPr>
                <w:b w:val="0"/>
                <w:sz w:val="20"/>
              </w:rPr>
            </w:pPr>
            <w:r w:rsidRPr="00A5430F">
              <w:rPr>
                <w:b w:val="0"/>
                <w:sz w:val="20"/>
              </w:rPr>
              <w:t>Женева, 1</w:t>
            </w:r>
            <w:r>
              <w:rPr>
                <w:b w:val="0"/>
                <w:sz w:val="20"/>
              </w:rPr>
              <w:t>0</w:t>
            </w:r>
            <w:r w:rsidRPr="00A5430F">
              <w:rPr>
                <w:b w:val="0"/>
                <w:sz w:val="20"/>
              </w:rPr>
              <w:t xml:space="preserve"> марта 202</w:t>
            </w:r>
            <w:r>
              <w:rPr>
                <w:b w:val="0"/>
                <w:sz w:val="20"/>
              </w:rPr>
              <w:t>1</w:t>
            </w:r>
            <w:r w:rsidRPr="00A5430F">
              <w:rPr>
                <w:b w:val="0"/>
                <w:sz w:val="20"/>
              </w:rPr>
              <w:t xml:space="preserve"> года</w:t>
            </w:r>
          </w:p>
        </w:tc>
      </w:tr>
    </w:tbl>
    <w:p w14:paraId="0EC1C67B" w14:textId="77777777" w:rsidR="00B16E53" w:rsidRPr="00E37CBC" w:rsidRDefault="00B16E53" w:rsidP="00B16E53">
      <w:pPr>
        <w:pStyle w:val="HChG"/>
        <w:keepNext w:val="0"/>
        <w:keepLines w:val="0"/>
        <w:tabs>
          <w:tab w:val="clear" w:pos="851"/>
        </w:tabs>
        <w:spacing w:before="240" w:line="240" w:lineRule="auto"/>
        <w:ind w:firstLine="0"/>
      </w:pPr>
      <w:r>
        <w:rPr>
          <w:bCs/>
        </w:rPr>
        <w:t>Аннотированна</w:t>
      </w:r>
      <w:bookmarkStart w:id="1" w:name="_GoBack"/>
      <w:bookmarkEnd w:id="1"/>
      <w:r>
        <w:rPr>
          <w:bCs/>
        </w:rPr>
        <w:t>я предварительная повестка дня</w:t>
      </w:r>
    </w:p>
    <w:p w14:paraId="3AE8242A" w14:textId="77777777" w:rsidR="00B16E53" w:rsidRPr="00A5430F" w:rsidRDefault="00B16E53" w:rsidP="00B16E53">
      <w:pPr>
        <w:pStyle w:val="H1G"/>
        <w:keepNext w:val="0"/>
        <w:keepLines w:val="0"/>
        <w:tabs>
          <w:tab w:val="clear" w:pos="851"/>
        </w:tabs>
        <w:spacing w:after="0" w:line="240" w:lineRule="auto"/>
        <w:ind w:firstLine="0"/>
        <w:jc w:val="both"/>
        <w:rPr>
          <w:rStyle w:val="SingleTxtGChar"/>
          <w:b w:val="0"/>
          <w:bCs/>
          <w:sz w:val="20"/>
        </w:rPr>
      </w:pPr>
      <w:r>
        <w:t>с</w:t>
      </w:r>
      <w:r w:rsidRPr="003F03E6">
        <w:t>то восемьдесят третьей</w:t>
      </w:r>
      <w:r>
        <w:rPr>
          <w:bCs/>
          <w:sz w:val="20"/>
        </w:rPr>
        <w:t xml:space="preserve"> </w:t>
      </w:r>
      <w:r>
        <w:t>сессии Всемирного форума</w:t>
      </w:r>
      <w:r w:rsidRPr="00A5430F">
        <w:rPr>
          <w:b w:val="0"/>
          <w:sz w:val="20"/>
        </w:rPr>
        <w:t>, которая состоится во Дворце Наций в Женеве и откроется в 1</w:t>
      </w:r>
      <w:r>
        <w:rPr>
          <w:b w:val="0"/>
          <w:sz w:val="20"/>
        </w:rPr>
        <w:t>3</w:t>
      </w:r>
      <w:r w:rsidRPr="00A5430F">
        <w:rPr>
          <w:b w:val="0"/>
          <w:sz w:val="20"/>
        </w:rPr>
        <w:t xml:space="preserve"> ч 30 мин во вторник, </w:t>
      </w:r>
      <w:r>
        <w:rPr>
          <w:b w:val="0"/>
          <w:sz w:val="20"/>
        </w:rPr>
        <w:t>9</w:t>
      </w:r>
      <w:r w:rsidRPr="00A5430F">
        <w:rPr>
          <w:b w:val="0"/>
          <w:sz w:val="20"/>
        </w:rPr>
        <w:t xml:space="preserve"> марта 202</w:t>
      </w:r>
      <w:r>
        <w:rPr>
          <w:b w:val="0"/>
          <w:sz w:val="20"/>
        </w:rPr>
        <w:t>1</w:t>
      </w:r>
      <w:r w:rsidRPr="00A5430F">
        <w:rPr>
          <w:b w:val="0"/>
          <w:sz w:val="20"/>
        </w:rPr>
        <w:t xml:space="preserve"> года</w:t>
      </w:r>
    </w:p>
    <w:p w14:paraId="76C04409" w14:textId="77777777" w:rsidR="00B16E53" w:rsidRPr="00BE1482" w:rsidRDefault="00B16E53" w:rsidP="00B16E53">
      <w:pPr>
        <w:pStyle w:val="H1G"/>
        <w:keepNext w:val="0"/>
        <w:keepLines w:val="0"/>
        <w:tabs>
          <w:tab w:val="clear" w:pos="851"/>
          <w:tab w:val="left" w:pos="4820"/>
        </w:tabs>
        <w:spacing w:before="0" w:after="0" w:line="240" w:lineRule="auto"/>
        <w:ind w:firstLine="0"/>
        <w:jc w:val="both"/>
      </w:pPr>
      <w:r>
        <w:rPr>
          <w:bCs/>
        </w:rPr>
        <w:t>семьдесят седьмой сессии Административного комитета Соглашения 1958 года</w:t>
      </w:r>
    </w:p>
    <w:p w14:paraId="48FEF2DF" w14:textId="77777777" w:rsidR="00B16E53" w:rsidRPr="00BE1482" w:rsidRDefault="00B16E53" w:rsidP="00B16E53">
      <w:pPr>
        <w:pStyle w:val="H1G"/>
        <w:keepNext w:val="0"/>
        <w:keepLines w:val="0"/>
        <w:tabs>
          <w:tab w:val="clear" w:pos="851"/>
        </w:tabs>
        <w:spacing w:before="0" w:after="0" w:line="240" w:lineRule="auto"/>
        <w:ind w:firstLine="0"/>
        <w:jc w:val="both"/>
      </w:pPr>
      <w:r>
        <w:rPr>
          <w:bCs/>
        </w:rPr>
        <w:t>шестидесятой сессии Исполнительного комитета Соглашения 1998</w:t>
      </w:r>
      <w:r w:rsidR="003C351B">
        <w:rPr>
          <w:bCs/>
          <w:lang w:val="en-US"/>
        </w:rPr>
        <w:t> </w:t>
      </w:r>
      <w:r>
        <w:rPr>
          <w:bCs/>
        </w:rPr>
        <w:t>года</w:t>
      </w:r>
    </w:p>
    <w:p w14:paraId="77B83A89" w14:textId="77777777" w:rsidR="00B16E53" w:rsidRPr="00BE1482" w:rsidRDefault="00B16E53" w:rsidP="00B16E53">
      <w:pPr>
        <w:pStyle w:val="H1G"/>
        <w:keepNext w:val="0"/>
        <w:keepLines w:val="0"/>
        <w:tabs>
          <w:tab w:val="clear" w:pos="851"/>
        </w:tabs>
        <w:spacing w:before="0" w:after="0" w:line="240" w:lineRule="auto"/>
        <w:ind w:firstLine="0"/>
        <w:jc w:val="both"/>
        <w:rPr>
          <w:sz w:val="20"/>
          <w:vertAlign w:val="superscript"/>
        </w:rPr>
      </w:pPr>
      <w:r>
        <w:t>четырнадцатой сессии Административного комитета Соглашения 1997 года</w:t>
      </w:r>
      <w:r w:rsidRPr="009806D8">
        <w:rPr>
          <w:rStyle w:val="ab"/>
          <w:b w:val="0"/>
          <w:sz w:val="20"/>
          <w:vertAlign w:val="baseline"/>
        </w:rPr>
        <w:footnoteReference w:customMarkFollows="1" w:id="1"/>
        <w:t>*</w:t>
      </w:r>
      <w:r w:rsidRPr="009806D8">
        <w:rPr>
          <w:b w:val="0"/>
          <w:sz w:val="20"/>
        </w:rPr>
        <w:t xml:space="preserve"> </w:t>
      </w:r>
      <w:r w:rsidRPr="009806D8">
        <w:rPr>
          <w:rStyle w:val="ab"/>
          <w:b w:val="0"/>
          <w:sz w:val="20"/>
          <w:vertAlign w:val="baseline"/>
        </w:rPr>
        <w:footnoteReference w:customMarkFollows="1" w:id="2"/>
        <w:t>**</w:t>
      </w:r>
    </w:p>
    <w:p w14:paraId="71AA9EB1" w14:textId="77777777" w:rsidR="00B16E53" w:rsidRPr="00BE1482" w:rsidRDefault="00B16E53" w:rsidP="00B16E53">
      <w:pPr>
        <w:pStyle w:val="HChG"/>
      </w:pPr>
      <w:r>
        <w:lastRenderedPageBreak/>
        <w:tab/>
        <w:t>I.</w:t>
      </w:r>
      <w:r>
        <w:tab/>
      </w:r>
      <w:r>
        <w:tab/>
        <w:t>Предварительные повестки дня</w:t>
      </w:r>
    </w:p>
    <w:p w14:paraId="3996CF22" w14:textId="77777777" w:rsidR="00B16E53" w:rsidRPr="00BE1482" w:rsidRDefault="00B16E53" w:rsidP="00B16E53">
      <w:pPr>
        <w:pStyle w:val="H1G"/>
        <w:tabs>
          <w:tab w:val="clear" w:pos="851"/>
        </w:tabs>
        <w:ind w:hanging="567"/>
      </w:pPr>
      <w:r>
        <w:t>A.</w:t>
      </w:r>
      <w:r>
        <w:tab/>
      </w:r>
      <w:r>
        <w:rPr>
          <w:bCs/>
        </w:rPr>
        <w:t>Всемирный форум для согласования правил в области транспортных средств (WP.29)</w:t>
      </w:r>
    </w:p>
    <w:p w14:paraId="6995154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2268" w:hanging="1134"/>
      </w:pPr>
      <w:r>
        <w:t>1.</w:t>
      </w:r>
      <w:r>
        <w:tab/>
        <w:t>Утверждение повестки дня.</w:t>
      </w:r>
    </w:p>
    <w:p w14:paraId="175F35E4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2268" w:hanging="1134"/>
      </w:pPr>
      <w:r>
        <w:t>2.</w:t>
      </w:r>
      <w:r>
        <w:tab/>
        <w:t>Координация и организация работы:</w:t>
      </w:r>
    </w:p>
    <w:p w14:paraId="3AA33C87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2.1</w:t>
      </w:r>
      <w:r>
        <w:tab/>
        <w:t>доклад о работе сессии Административного комитета по координации работы (WP.29/AC.2);</w:t>
      </w:r>
    </w:p>
    <w:p w14:paraId="2355D293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2268" w:hanging="1134"/>
      </w:pPr>
      <w:r>
        <w:t>2.2</w:t>
      </w:r>
      <w:r>
        <w:tab/>
        <w:t>программа работы и документация;</w:t>
      </w:r>
    </w:p>
    <w:p w14:paraId="2E7C087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2.3</w:t>
      </w:r>
      <w:r>
        <w:tab/>
        <w:t>интеллектуальные транспортные системы и координация деятельности, связанной с автоматизированными транспортными средствами;</w:t>
      </w:r>
    </w:p>
    <w:p w14:paraId="675DF733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2.4</w:t>
      </w:r>
      <w:r>
        <w:tab/>
        <w:t>последующая деятельность по итогам восемьдесят третьей сессии Комитета по внутреннему транспорту (КВТ).</w:t>
      </w:r>
    </w:p>
    <w:p w14:paraId="1AE1594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</w:t>
      </w:r>
      <w:r>
        <w:tab/>
        <w:t>Рассмотрение докладов вспомогательных рабочих групп (РГ) WP.29:</w:t>
      </w:r>
    </w:p>
    <w:p w14:paraId="522B25B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3.1</w:t>
      </w:r>
      <w:r>
        <w:tab/>
        <w:t xml:space="preserve">Рабочая группа по вопросам шума и шин (GRBP) (семьдесят вторая сессия, </w:t>
      </w:r>
      <w:r>
        <w:br/>
      </w:r>
      <w:r w:rsidRPr="00B16E53">
        <w:t>8–</w:t>
      </w:r>
      <w:r>
        <w:t>9 сентября 2020 года);</w:t>
      </w:r>
      <w:bookmarkStart w:id="3" w:name="_Hlk23930821"/>
    </w:p>
    <w:p w14:paraId="5C53331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3.2</w:t>
      </w:r>
      <w:r>
        <w:tab/>
        <w:t>Рабочая группа по автоматизированным/автономным и подключенным транспортным средствам (GRVA) (седьмая сессия, 21</w:t>
      </w:r>
      <w:r w:rsidRPr="00B16E53">
        <w:t>–</w:t>
      </w:r>
      <w:r>
        <w:t xml:space="preserve">25 сентября </w:t>
      </w:r>
      <w:r>
        <w:br/>
        <w:t>2020 года);</w:t>
      </w:r>
    </w:p>
    <w:p w14:paraId="7EDC40D0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3.3</w:t>
      </w:r>
      <w:r>
        <w:tab/>
        <w:t>Рабочая группа по общим предписаниям, касающимся безопасности (GRSG) (сто девятнадцатая сессия, 6–9 октября 2020 года);</w:t>
      </w:r>
    </w:p>
    <w:p w14:paraId="62AF59A1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3.4</w:t>
      </w:r>
      <w:r>
        <w:tab/>
        <w:t>Рабочая группа по вопросам освещения и световой сигнализации (GRE) (восемьдесят третья и восемьдесят четвертая сессии, 19</w:t>
      </w:r>
      <w:r w:rsidRPr="00B16E53">
        <w:t>–</w:t>
      </w:r>
      <w:r>
        <w:t>23 октября 2020</w:t>
      </w:r>
      <w:r w:rsidR="00C84D95">
        <w:rPr>
          <w:lang w:val="en-US"/>
        </w:rPr>
        <w:t> </w:t>
      </w:r>
      <w:r>
        <w:t>года);</w:t>
      </w:r>
    </w:p>
    <w:p w14:paraId="7C0E6F3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</w:t>
      </w:r>
      <w:r>
        <w:tab/>
      </w:r>
      <w:r w:rsidR="00866FD0">
        <w:t>о</w:t>
      </w:r>
      <w:r>
        <w:t>сновные вопросы, рассмотренные на последних сессиях:</w:t>
      </w:r>
    </w:p>
    <w:p w14:paraId="50CEA418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3.5.1</w:t>
      </w:r>
      <w:r>
        <w:tab/>
        <w:t>Рабочая группа по пассивной безопасности (GRSP) (шестьдесят восьмая сессия, 7</w:t>
      </w:r>
      <w:r w:rsidRPr="00B16E53">
        <w:t>–</w:t>
      </w:r>
      <w:r>
        <w:t>11 декабря 2020 года);</w:t>
      </w:r>
    </w:p>
    <w:p w14:paraId="227A0F40" w14:textId="77777777" w:rsidR="00B16E53" w:rsidRPr="008A32FD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3.5.2</w:t>
      </w:r>
      <w:r>
        <w:tab/>
      </w:r>
      <w:r w:rsidRPr="008A32FD">
        <w:t>Рабочая группа по общим предписаниям, касающимся безопасности (GRSG) (сто двадцатая сессия, 11 января 2021 года);</w:t>
      </w:r>
    </w:p>
    <w:p w14:paraId="3FA7DE9F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3.5.3</w:t>
      </w:r>
      <w:r>
        <w:tab/>
        <w:t>Рабочая группа по проблемам энергии и загрязнения окружающей среды (GRPE) (восемьдесят вторая сессия, 12</w:t>
      </w:r>
      <w:r w:rsidRPr="00B16E53">
        <w:t>–</w:t>
      </w:r>
      <w:r>
        <w:t>15 января 2021 года);</w:t>
      </w:r>
    </w:p>
    <w:p w14:paraId="26144178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3.5.4</w:t>
      </w:r>
      <w:r>
        <w:tab/>
        <w:t>Рабочая группа по вопросам шума и шин (GRBP) (семьдесят третья сессия, 26</w:t>
      </w:r>
      <w:r w:rsidRPr="00B16E53">
        <w:t>–</w:t>
      </w:r>
      <w:r>
        <w:t>29 января 2021 года);</w:t>
      </w:r>
    </w:p>
    <w:p w14:paraId="72206BE9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3.5.5</w:t>
      </w:r>
      <w:r>
        <w:tab/>
        <w:t>Рабочая группа по автоматизированным/автономным и подключенным транспортным средствам (GRVA)</w:t>
      </w:r>
      <w:r w:rsidR="00D746B2">
        <w:t xml:space="preserve"> </w:t>
      </w:r>
      <w:r>
        <w:t xml:space="preserve">(восьмая сессия, </w:t>
      </w:r>
      <w:r w:rsidRPr="00711CB6">
        <w:t xml:space="preserve">14–16 декабря 2020 года, </w:t>
      </w:r>
      <w:r>
        <w:t xml:space="preserve">и </w:t>
      </w:r>
      <w:r w:rsidRPr="00711CB6">
        <w:t>девятая сессия</w:t>
      </w:r>
      <w:r>
        <w:t>,</w:t>
      </w:r>
      <w:r w:rsidRPr="00711CB6">
        <w:t xml:space="preserve"> 2–6 февраля 2021 года)</w:t>
      </w:r>
      <w:r>
        <w:t>.</w:t>
      </w:r>
    </w:p>
    <w:bookmarkEnd w:id="3"/>
    <w:p w14:paraId="60D8C93F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</w:t>
      </w:r>
      <w:r>
        <w:tab/>
        <w:t>Соглашение 1958 года:</w:t>
      </w:r>
    </w:p>
    <w:p w14:paraId="77AD5C9C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</w:t>
      </w:r>
      <w:r>
        <w:tab/>
        <w:t>статус Соглашения и прилагаемых к нему правил ООН;</w:t>
      </w:r>
    </w:p>
    <w:p w14:paraId="50C6CDFF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4.2</w:t>
      </w:r>
      <w:r>
        <w:tab/>
        <w:t>указания, запрошенные рабочими группами по вопросам, связанным с правилами ООН, прилагаемыми к Соглашению 1958 года:</w:t>
      </w:r>
    </w:p>
    <w:p w14:paraId="75D99D41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bCs/>
        </w:rPr>
      </w:pPr>
      <w:r>
        <w:t>4.2.1</w:t>
      </w:r>
      <w:r>
        <w:tab/>
        <w:t xml:space="preserve">воспроизведение частных стандартов и ссылки на них в правилах ООН, глобальных технических правилах ООН </w:t>
      </w:r>
      <w:r w:rsidRPr="00275A53">
        <w:t>(ГТП ООН)</w:t>
      </w:r>
      <w:r>
        <w:t xml:space="preserve"> и предписаниях ООН;</w:t>
      </w:r>
    </w:p>
    <w:p w14:paraId="3872BCD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4.2.2</w:t>
      </w:r>
      <w:r>
        <w:tab/>
        <w:t>указания по поправкам к правилам ООН, прилагаемым к Соглашению 1958</w:t>
      </w:r>
      <w:r>
        <w:rPr>
          <w:lang w:val="en-US"/>
        </w:rPr>
        <w:t> </w:t>
      </w:r>
      <w:r>
        <w:t>года;</w:t>
      </w:r>
    </w:p>
    <w:p w14:paraId="24C3C2F3" w14:textId="77777777" w:rsidR="00B16E53" w:rsidRPr="00275A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bCs/>
        </w:rPr>
      </w:pPr>
      <w:r>
        <w:t>4.2.</w:t>
      </w:r>
      <w:r w:rsidRPr="00B16E53">
        <w:t>3</w:t>
      </w:r>
      <w:r w:rsidRPr="00B16E53">
        <w:tab/>
      </w:r>
      <w:r>
        <w:t>толкование отдельных правил ООН;</w:t>
      </w:r>
    </w:p>
    <w:p w14:paraId="051AB04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lastRenderedPageBreak/>
        <w:t>4.3</w:t>
      </w:r>
      <w:r>
        <w:tab/>
        <w:t>разработка международной системы официального утверждения типа комплектного транспортного средства (МОУТКТС);</w:t>
      </w:r>
    </w:p>
    <w:p w14:paraId="6BE88E7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4.4</w:t>
      </w:r>
      <w:r>
        <w:tab/>
        <w:t>Пересмотр 3 Соглашения 1958 года;</w:t>
      </w:r>
    </w:p>
    <w:p w14:paraId="53AF72A8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4.5</w:t>
      </w:r>
      <w:r>
        <w:tab/>
        <w:t>разработка электронной базы данных для обмена документацией об официальном утверждении типа (ДЕТА);</w:t>
      </w:r>
    </w:p>
    <w:p w14:paraId="0CCE6CAE" w14:textId="77777777" w:rsidR="00B16E53" w:rsidRPr="003C351B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</w:t>
      </w:r>
      <w:r>
        <w:tab/>
        <w:t>рассмотрение проектов поправок к существующим правилам ООН, представленных GRBP</w:t>
      </w:r>
      <w:r w:rsidR="002D70AD">
        <w:t>:</w:t>
      </w:r>
    </w:p>
    <w:p w14:paraId="662BF3EC" w14:textId="77777777" w:rsidR="00B16E53" w:rsidRPr="00BE1482" w:rsidRDefault="00B16E53" w:rsidP="00B16E53">
      <w:pPr>
        <w:pStyle w:val="SingleTxtG"/>
        <w:keepNext/>
        <w:keepLines/>
        <w:ind w:left="1985" w:hanging="851"/>
      </w:pPr>
      <w:r>
        <w:t>Предложения, не подлежащие представлению Председателем GRBP (пункты А):</w:t>
      </w:r>
    </w:p>
    <w:p w14:paraId="3F39A516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4.6.1</w:t>
      </w:r>
      <w:r>
        <w:tab/>
        <w:t>предложение по дополнению 23 к поправкам серии 02 к Правилам № 30 ООН (шины для пассажирских автомобилей и их прицепов);</w:t>
      </w:r>
    </w:p>
    <w:p w14:paraId="217F1C9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4.6.2</w:t>
      </w:r>
      <w:r>
        <w:tab/>
        <w:t>предложение по дополнению 9 к поправкам серии 04 к Правилам № 41 ООН (шум, производимый мотоциклами);</w:t>
      </w:r>
    </w:p>
    <w:p w14:paraId="24791118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4.6.3</w:t>
      </w:r>
      <w:r>
        <w:tab/>
        <w:t>предложение по дополнению 24 к первоначальной серии поправок к Правилам № 54 (шины для транспортных средств неиндивидуального пользования и их прицепов);</w:t>
      </w:r>
    </w:p>
    <w:p w14:paraId="539194B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4.6.4</w:t>
      </w:r>
      <w:r>
        <w:tab/>
        <w:t>предложение по дополнению 19 к первоначальной серии поправок к Правилам № 75 ООН (шины для транспортных средств категории L);</w:t>
      </w:r>
    </w:p>
    <w:p w14:paraId="1302356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4.6.5</w:t>
      </w:r>
      <w:r>
        <w:tab/>
        <w:t>предложение по дополнению 19 к первоначальной серии поправок к Правилам № 106 ООН (шины для сельскохозяйственных транспортных средств и их прицепов);</w:t>
      </w:r>
    </w:p>
    <w:p w14:paraId="56C66D0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4.6.6</w:t>
      </w:r>
      <w:r>
        <w:tab/>
        <w:t>предложение по дополнению 13 к поправкам серии 02 к Правилам № 117 ООН (шины, сопротивление качению, издаваемый при качении звук и сцепление на мокрых поверхностях);</w:t>
      </w:r>
    </w:p>
    <w:p w14:paraId="1550A3F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4.6.7</w:t>
      </w:r>
      <w:r>
        <w:tab/>
        <w:t>предложение по дополнению 2 к первоначальной серии поправок к Правилам № 124 ООН (сменные колеса для легковых автомобилей);</w:t>
      </w:r>
    </w:p>
    <w:p w14:paraId="51B01EF0" w14:textId="77777777" w:rsidR="00B16E53" w:rsidRDefault="00B16E53" w:rsidP="00B16E53">
      <w:pPr>
        <w:pStyle w:val="SingleTxtG"/>
        <w:ind w:left="1985" w:hanging="851"/>
      </w:pPr>
      <w:r>
        <w:t>Предложения, подлежащие представлению Председателем GRBP:</w:t>
      </w:r>
    </w:p>
    <w:p w14:paraId="6C9FCAF4" w14:textId="77777777" w:rsidR="00B16E53" w:rsidDel="00FB284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4.6.8</w:t>
      </w:r>
      <w:r>
        <w:tab/>
        <w:t>предложение по новой серии поправок 05 к Правилам № 41 ООН (шум, производимый мотоциклами);</w:t>
      </w:r>
    </w:p>
    <w:p w14:paraId="4939F6D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4.6.9</w:t>
      </w:r>
      <w:r>
        <w:tab/>
        <w:t>предложение по новой серии поправок 01 к Правилам № 141 ООН (система контроля давления в шинах);</w:t>
      </w:r>
    </w:p>
    <w:p w14:paraId="4FBE7349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4.6.10</w:t>
      </w:r>
      <w:r>
        <w:tab/>
        <w:t>предложение по новой серии поправок 01 к Правилам № 142 ООН (установка шин);</w:t>
      </w:r>
    </w:p>
    <w:p w14:paraId="58599CA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</w:t>
      </w:r>
      <w:r>
        <w:tab/>
        <w:t>рассмотрение проектов поправок к существующим правилам ООН, представленных GRVA</w:t>
      </w:r>
      <w:r w:rsidR="002D70AD">
        <w:t>:</w:t>
      </w:r>
    </w:p>
    <w:p w14:paraId="00DC5492" w14:textId="77777777" w:rsidR="00B16E53" w:rsidRDefault="00B16E53" w:rsidP="00B16E53">
      <w:pPr>
        <w:pStyle w:val="SingleTxtG"/>
        <w:ind w:left="1985" w:hanging="851"/>
      </w:pPr>
      <w:r>
        <w:t>Предложения, не подлежащие представлению Председателем GRVA (пункты А):</w:t>
      </w:r>
    </w:p>
    <w:p w14:paraId="1FA50F9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4.7.1</w:t>
      </w:r>
      <w:r>
        <w:tab/>
        <w:t>предложение по дополнению 18 к поправкам серии 11 к Правилам № 13 ООН (торможение большегрузных транспортных средств);</w:t>
      </w:r>
    </w:p>
    <w:p w14:paraId="1A544105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4.7.2</w:t>
      </w:r>
      <w:r>
        <w:tab/>
        <w:t>предложение по дополнению 2 к поправкам серии 01 к Правилам № 13-H ООН (тормозные системы транспортных средств категорий M</w:t>
      </w:r>
      <w:r w:rsidRPr="00203780">
        <w:rPr>
          <w:vertAlign w:val="subscript"/>
        </w:rPr>
        <w:t>1</w:t>
      </w:r>
      <w:r>
        <w:t xml:space="preserve"> и N</w:t>
      </w:r>
      <w:r w:rsidRPr="00203780">
        <w:rPr>
          <w:vertAlign w:val="subscript"/>
        </w:rPr>
        <w:t>1</w:t>
      </w:r>
      <w:r>
        <w:t>);</w:t>
      </w:r>
    </w:p>
    <w:p w14:paraId="2D4F1307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4.7.3</w:t>
      </w:r>
      <w:r>
        <w:tab/>
        <w:t>предложение по дополнению 4 к поправкам серии 03 к Правилам № 79 ООН (оборудование рулевого управления);</w:t>
      </w:r>
    </w:p>
    <w:p w14:paraId="4D99CA32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4.7.4</w:t>
      </w:r>
      <w:r>
        <w:tab/>
        <w:t>предложение по дополнению 3 к первоначальному варианту Правил № 152 ООН (САЭТ для транспортных средств категорий M</w:t>
      </w:r>
      <w:r w:rsidRPr="002D70AD">
        <w:rPr>
          <w:vertAlign w:val="subscript"/>
        </w:rPr>
        <w:t>1</w:t>
      </w:r>
      <w:r>
        <w:t xml:space="preserve"> и N</w:t>
      </w:r>
      <w:r w:rsidRPr="002D70AD">
        <w:rPr>
          <w:vertAlign w:val="subscript"/>
        </w:rPr>
        <w:t>1</w:t>
      </w:r>
      <w:r>
        <w:t>);</w:t>
      </w:r>
    </w:p>
    <w:p w14:paraId="1FEECFC6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4.7.5</w:t>
      </w:r>
      <w:r>
        <w:tab/>
        <w:t>предложение по дополнению 2 к поправкам серии 01 к Правилам № 152 ООН (САЭТ для транспортных средств категорий M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>1</w:t>
      </w:r>
      <w:r>
        <w:t>);</w:t>
      </w:r>
    </w:p>
    <w:p w14:paraId="27A5946E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4.7.6</w:t>
      </w:r>
      <w:r>
        <w:tab/>
        <w:t>предложение по дополнению 1 к первоначальному варианту Правил № 157 ООН (АСУП);</w:t>
      </w:r>
    </w:p>
    <w:p w14:paraId="163C0DF7" w14:textId="77777777" w:rsidR="00B16E53" w:rsidRDefault="00B16E53" w:rsidP="00B16E53">
      <w:pPr>
        <w:pStyle w:val="SingleTxtG"/>
        <w:ind w:left="1985" w:hanging="851"/>
      </w:pPr>
      <w:r>
        <w:lastRenderedPageBreak/>
        <w:t>Предложения, подлежащие представлению Председателем GRVA:</w:t>
      </w:r>
    </w:p>
    <w:p w14:paraId="18F07395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4.7.7</w:t>
      </w:r>
      <w:r>
        <w:tab/>
        <w:t>предложение по поправкам серии 02 к Правилам № 152 ООН (САЭТ для транспортных средств категорий M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>1</w:t>
      </w:r>
      <w:r>
        <w:t>);</w:t>
      </w:r>
    </w:p>
    <w:p w14:paraId="5B8ECD1B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</w:t>
      </w:r>
      <w:r>
        <w:tab/>
        <w:t>рассмотрение проектов поправок к существующим правилам ООН, представленных GRSG:</w:t>
      </w:r>
    </w:p>
    <w:p w14:paraId="105F6492" w14:textId="77777777" w:rsidR="00B16E53" w:rsidRDefault="00B16E53" w:rsidP="00B16E53">
      <w:pPr>
        <w:pStyle w:val="SingleTxtG"/>
        <w:ind w:left="1985" w:hanging="851"/>
      </w:pPr>
      <w:r>
        <w:t>Предложения, не подлежащие представлению Председателем GRSG (пункты А):</w:t>
      </w:r>
    </w:p>
    <w:p w14:paraId="36A1EDC3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4.8.1</w:t>
      </w:r>
      <w:r>
        <w:tab/>
        <w:t>предложение по дополнению 9 к поправкам серии 04 к Правилам № 46 ООН (устройства непрямого обзора);</w:t>
      </w:r>
    </w:p>
    <w:p w14:paraId="7D2B1892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4.8.2</w:t>
      </w:r>
      <w:r>
        <w:tab/>
        <w:t>предложение по дополнению 1 к поправкам серии 03 к Правилам № 67 ООН (транспортные средства, работающие на СНГ);</w:t>
      </w:r>
    </w:p>
    <w:p w14:paraId="795A84D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4.8.3</w:t>
      </w:r>
      <w:r>
        <w:tab/>
        <w:t>предложение по дополнению 3 к поправкам серии 02 к Правилам № 67 ООН (транспортные средства, работающие на СНГ);</w:t>
      </w:r>
    </w:p>
    <w:p w14:paraId="20A7D473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4.8.4</w:t>
      </w:r>
      <w:r>
        <w:tab/>
        <w:t xml:space="preserve">предложение по дополнению 3 к поправкам серии 01 к Правилам № 125 </w:t>
      </w:r>
      <w:r w:rsidR="002D5FD8">
        <w:t xml:space="preserve">ООН </w:t>
      </w:r>
      <w:r>
        <w:t>(поле обзора водителя спереди);</w:t>
      </w:r>
    </w:p>
    <w:p w14:paraId="618E023D" w14:textId="77777777" w:rsidR="00B16E53" w:rsidRDefault="00B16E53" w:rsidP="00B16E53">
      <w:pPr>
        <w:pStyle w:val="SingleTxtG"/>
        <w:ind w:left="1985" w:hanging="851"/>
      </w:pPr>
      <w:r>
        <w:t>Предложения, подлежащие представлению Председателем GRSG:</w:t>
      </w:r>
    </w:p>
    <w:p w14:paraId="1FF8BC6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4.8.5</w:t>
      </w:r>
      <w:r>
        <w:tab/>
        <w:t>предложение по дополнению 04 к поправкам серии 03 к Правилам № 18 ООН (противоугонные системы автотранспортных средств);</w:t>
      </w:r>
    </w:p>
    <w:p w14:paraId="2461420B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4.8.6</w:t>
      </w:r>
      <w:r>
        <w:tab/>
        <w:t>предложение по дополнению 9 к поправкам серии 01 к Правилам № 97 ООН (системы охранной сигнализации транспортных средств);</w:t>
      </w:r>
    </w:p>
    <w:p w14:paraId="422F6C6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4.8.7</w:t>
      </w:r>
      <w:r>
        <w:tab/>
        <w:t>предложение по дополнению 08 к первоначальному варианту Правил № 116 ООН (противоугонные системы и системы охранной сигнализации);</w:t>
      </w:r>
    </w:p>
    <w:p w14:paraId="305F4F9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4.8.8</w:t>
      </w:r>
      <w:r>
        <w:tab/>
        <w:t>предложение по поправкам серии 09 к Правилам № 107 ООН (транспортные средства категорий M</w:t>
      </w:r>
      <w:r w:rsidRPr="0032402E">
        <w:rPr>
          <w:vertAlign w:val="subscript"/>
        </w:rPr>
        <w:t>2</w:t>
      </w:r>
      <w:r>
        <w:t xml:space="preserve"> и M</w:t>
      </w:r>
      <w:r w:rsidRPr="0032402E">
        <w:rPr>
          <w:vertAlign w:val="subscript"/>
        </w:rPr>
        <w:t>3</w:t>
      </w:r>
      <w:r>
        <w:t>);</w:t>
      </w:r>
    </w:p>
    <w:p w14:paraId="537C2978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4.8.9</w:t>
      </w:r>
      <w:r>
        <w:tab/>
        <w:t>предложение по поправкам серии 04 к Правилам № 118 ООН (характеристики горения материалов);</w:t>
      </w:r>
    </w:p>
    <w:p w14:paraId="5D4FB87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</w:t>
      </w:r>
      <w:r>
        <w:tab/>
        <w:t>рассмотрение проектов поправок к существующим правилам ООН, представленных GRE:</w:t>
      </w:r>
    </w:p>
    <w:p w14:paraId="5665495C" w14:textId="77777777" w:rsidR="00B16E53" w:rsidRDefault="00B16E53" w:rsidP="00B16E53">
      <w:pPr>
        <w:pStyle w:val="SingleTxtG"/>
        <w:ind w:left="1985" w:hanging="851"/>
      </w:pPr>
      <w:r>
        <w:t>Предложения, не подлежащие представлению Председателем GRЕ (пункты А):</w:t>
      </w:r>
    </w:p>
    <w:p w14:paraId="06BC1FD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</w:t>
      </w:r>
      <w:r>
        <w:tab/>
        <w:t>предложение по дополнению 19 к поправкам серии 04 к Правилам № 48 ООН (установка устройств освещения и световой сигнализации);</w:t>
      </w:r>
    </w:p>
    <w:p w14:paraId="7A1F727E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4.9.2</w:t>
      </w:r>
      <w:r>
        <w:tab/>
        <w:t>предложение по дополнению 14 к поправкам серии 05 к Правилам № 48 ООН (установка устройств освещения и световой сигнализации);</w:t>
      </w:r>
    </w:p>
    <w:p w14:paraId="23784CB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4.9.3</w:t>
      </w:r>
      <w:r>
        <w:tab/>
        <w:t>предложение по дополнению 14 к поправкам серии 06 к Правилам № 48 ООН (установка устройств освещения и световой сигнализации);</w:t>
      </w:r>
    </w:p>
    <w:p w14:paraId="59244646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4.9.4</w:t>
      </w:r>
      <w:r>
        <w:tab/>
        <w:t>предложение по дополнению 1 к поправкам серии 07 к Правилам № 48 ООН (установка устройств освещения и световой сигнализации);</w:t>
      </w:r>
    </w:p>
    <w:p w14:paraId="5FA8C8F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4.9.5</w:t>
      </w:r>
      <w:r>
        <w:tab/>
        <w:t>предложение по дополнению 4 к поправкам серии 02 к Правилам № 53 ООН (установка устройств освещения и световой сигнализации для транспортных средств категории L</w:t>
      </w:r>
      <w:r w:rsidRPr="000037A0">
        <w:rPr>
          <w:vertAlign w:val="subscript"/>
        </w:rPr>
        <w:t>3</w:t>
      </w:r>
      <w:r>
        <w:t>);</w:t>
      </w:r>
    </w:p>
    <w:p w14:paraId="69319366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4.9.6</w:t>
      </w:r>
      <w:r>
        <w:tab/>
        <w:t>предложение по дополнению 1 к поправкам серии 03 к Правилам № 53 ООН (установка устройств освещения и световой сигнализации для транспортных средств категории L</w:t>
      </w:r>
      <w:r w:rsidRPr="000037A0">
        <w:rPr>
          <w:vertAlign w:val="subscript"/>
        </w:rPr>
        <w:t>3</w:t>
      </w:r>
      <w:r>
        <w:t>);</w:t>
      </w:r>
    </w:p>
    <w:p w14:paraId="2DF0A5B2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4.9.7</w:t>
      </w:r>
      <w:r>
        <w:tab/>
        <w:t>предложение по дополнению 11 к первоначальной серии поправок к Правилам № 65 ООН (специальные предупреждающие огни);</w:t>
      </w:r>
    </w:p>
    <w:p w14:paraId="041157E3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4.9.8</w:t>
      </w:r>
      <w:r>
        <w:tab/>
        <w:t>предложение по дополнению 13 к поправкам серии 01 к Правилам № 74 ООН (установка устройств освещения и световой сигнализации для мопедов);</w:t>
      </w:r>
    </w:p>
    <w:p w14:paraId="2865581D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lastRenderedPageBreak/>
        <w:t>4.9.9</w:t>
      </w:r>
      <w:r>
        <w:tab/>
        <w:t>предложение по дополнению 1 к поправкам серии 02 к Правилам № 74 ООН (установка устройств освещения и световой сигнализации для мопедов);</w:t>
      </w:r>
    </w:p>
    <w:p w14:paraId="52F2104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4.9.10</w:t>
      </w:r>
      <w:r>
        <w:tab/>
        <w:t>предложение по дополнению 3 к поправкам серии 01 к Правилам № 86 ООН (установка устройств освещения и световой сигнализации для сельскохозяйственных транспортных средств);</w:t>
      </w:r>
    </w:p>
    <w:p w14:paraId="2B68238E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4.9.11</w:t>
      </w:r>
      <w:r>
        <w:tab/>
        <w:t xml:space="preserve">предложение по дополнению 10 к поправкам серии 01 к Правилам № 98 ООН (фары с газоразрядными источниками света); </w:t>
      </w:r>
    </w:p>
    <w:p w14:paraId="5528C04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4.9.12</w:t>
      </w:r>
      <w:r>
        <w:tab/>
        <w:t xml:space="preserve">предложение по дополнению 2 к поправкам серии 02 к Правилам № 98 ООН (фары с газоразрядными источниками света); </w:t>
      </w:r>
    </w:p>
    <w:p w14:paraId="176608E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4.9.13</w:t>
      </w:r>
      <w:r>
        <w:tab/>
        <w:t>предложение по дополнению 7 к поправкам серии 01 к Правилам № 113 ООН (фары, испускающие симметричный луч ближнего света);</w:t>
      </w:r>
    </w:p>
    <w:p w14:paraId="4070C2A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4.9.14</w:t>
      </w:r>
      <w:r>
        <w:tab/>
        <w:t>предложение по дополнению 1 к поправкам серии 02 к Правилам № 113 ООН (фары, испускающие симметричный луч ближнего света);</w:t>
      </w:r>
    </w:p>
    <w:p w14:paraId="40E8BC7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4.9.15</w:t>
      </w:r>
      <w:r>
        <w:tab/>
        <w:t>предложение по дополнению 2 к поправкам серии 03 к Правилам № 113 ООН (фары, испускающие симметричный луч ближнего света);</w:t>
      </w:r>
    </w:p>
    <w:p w14:paraId="3B91F5D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4.9.16</w:t>
      </w:r>
      <w:r>
        <w:tab/>
        <w:t xml:space="preserve">предложение по дополнению 10 к поправкам серии 01 к Правилам № 123 </w:t>
      </w:r>
      <w:r w:rsidR="002D5FD8">
        <w:t xml:space="preserve">ООН </w:t>
      </w:r>
      <w:r>
        <w:t>(адаптивные системы переднего освещения);</w:t>
      </w:r>
    </w:p>
    <w:p w14:paraId="6992360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4.9.17</w:t>
      </w:r>
      <w:r>
        <w:tab/>
        <w:t xml:space="preserve">предложение по дополнению 2 к поправкам серии 02 к Правилам № 123 </w:t>
      </w:r>
      <w:r w:rsidR="002D5FD8">
        <w:t xml:space="preserve">ООН </w:t>
      </w:r>
      <w:r>
        <w:t>(адаптивные системы переднего освещения);</w:t>
      </w:r>
    </w:p>
    <w:p w14:paraId="29300928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4.9.18</w:t>
      </w:r>
      <w:r>
        <w:tab/>
        <w:t xml:space="preserve">предложение по дополнению 3 к первоначальной серии поправок к Правилам № 148 ООН (устройства световой сигнализации); </w:t>
      </w:r>
    </w:p>
    <w:p w14:paraId="32DC101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4.9.19</w:t>
      </w:r>
      <w:r>
        <w:tab/>
        <w:t>предложение по дополнению 3 к первоначальной серии поправок к Правилам № 149 ООН (устройства освещения дороги);</w:t>
      </w:r>
      <w:r w:rsidR="00D746B2">
        <w:t xml:space="preserve"> </w:t>
      </w:r>
    </w:p>
    <w:p w14:paraId="3F62CE13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4.9.20</w:t>
      </w:r>
      <w:r>
        <w:tab/>
        <w:t>предложение по дополнению 3 к первоначальной серии поправок к Правилам № 150 ООН (светоотражающие устройства);</w:t>
      </w:r>
      <w:r w:rsidR="00D746B2">
        <w:t xml:space="preserve"> </w:t>
      </w:r>
    </w:p>
    <w:p w14:paraId="4C8888D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4.10</w:t>
      </w:r>
      <w:r>
        <w:tab/>
        <w:t>рассмотрение проектов исправлений к существующим правилам ООН, переданных рабочими группами, если таковые представлены;</w:t>
      </w:r>
    </w:p>
    <w:p w14:paraId="2CF5929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4.11</w:t>
      </w:r>
      <w:r>
        <w:tab/>
        <w:t>рассмотрение дополнительных предложений по поправкам к существующим правилам ООН, переданных вспомогательными рабочими группами Всемирному форуму, если таковые представлены</w:t>
      </w:r>
      <w:r w:rsidR="003C351B">
        <w:t>:</w:t>
      </w:r>
    </w:p>
    <w:p w14:paraId="640499F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4.11.1</w:t>
      </w:r>
      <w:r>
        <w:tab/>
        <w:t>предложение по дополнению 1 к первоначальному варианту Правил № 154 ООН (правила ВПИМ);</w:t>
      </w:r>
    </w:p>
    <w:p w14:paraId="1F92A784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4.11.2</w:t>
      </w:r>
      <w:r>
        <w:tab/>
        <w:t>предложение по дополнению 1 к поправкам серии 01 к Правилам № 154 ООН (правила ВПИМ);</w:t>
      </w:r>
    </w:p>
    <w:p w14:paraId="58313B2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4.12</w:t>
      </w:r>
      <w:r>
        <w:tab/>
        <w:t>рассмотрение предложений по новым правилам ООН, переданных вспомогательными рабочими группами Всемирному форуму, если таковые представлены</w:t>
      </w:r>
      <w:r w:rsidR="003C351B">
        <w:t>:</w:t>
      </w:r>
    </w:p>
    <w:p w14:paraId="73B857C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4.12.1</w:t>
      </w:r>
      <w:r>
        <w:tab/>
        <w:t>предложение по новым правилам ООН, касающимся регистратора данных о событиях (РДС);</w:t>
      </w:r>
    </w:p>
    <w:p w14:paraId="020D82F5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4.12.2</w:t>
      </w:r>
      <w:r>
        <w:tab/>
        <w:t>предложение по новым правилам ООН о единообразных предписаниях, касающихся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 (при помощи блокирующей системы);</w:t>
      </w:r>
    </w:p>
    <w:p w14:paraId="5B65B41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4.12.3</w:t>
      </w:r>
      <w:r>
        <w:tab/>
        <w:t>предложение по новым правилам ООН о единообразных технических предписаниях, касающихся официального утверждения иммобилизаторов и официального утверждения транспортного средства в отношении его иммобилизатора;</w:t>
      </w:r>
    </w:p>
    <w:p w14:paraId="67B9B975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lastRenderedPageBreak/>
        <w:t>4.12.4</w:t>
      </w:r>
      <w:r>
        <w:tab/>
        <w:t>предложение по новым правилам ООН о единообразных предписаниях, касающихся официального утверждения системы охранной сигнализации и официального утверждения транспортного средства в отношении его системы охранной сигнализации;</w:t>
      </w:r>
    </w:p>
    <w:p w14:paraId="5B0CA0B5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4.13</w:t>
      </w:r>
      <w:r>
        <w:tab/>
        <w:t>предложение по поправкам к Сводной резолюции о конструкции транспортных средств (СР.3), переданное рабочими группами Всемирному форуму для рассмотрения, если таковое представлено;</w:t>
      </w:r>
    </w:p>
    <w:p w14:paraId="0E7E2C7A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4.14</w:t>
      </w:r>
      <w:r>
        <w:tab/>
        <w:t>предложение по поправкам к Сводной резолюции по общей спецификации для категорий источников света (СР.5)</w:t>
      </w:r>
      <w:r w:rsidR="003C351B">
        <w:t>:</w:t>
      </w:r>
    </w:p>
    <w:p w14:paraId="197D0D4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bCs/>
        </w:rPr>
      </w:pPr>
      <w:r>
        <w:t>4.14.1</w:t>
      </w:r>
      <w:r>
        <w:tab/>
        <w:t>предложение по поправке 6 к Сводной резолюции по общей спецификации для категорий источников света (СР.5);</w:t>
      </w:r>
    </w:p>
    <w:p w14:paraId="6D7419AA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4.15</w:t>
      </w:r>
      <w:r>
        <w:tab/>
        <w:t>предложение по поправкам к общим резолюциям по соглашениям 1958 и</w:t>
      </w:r>
      <w:r>
        <w:rPr>
          <w:lang w:val="en-US"/>
        </w:rPr>
        <w:t> </w:t>
      </w:r>
      <w:r>
        <w:t>1998 годов;</w:t>
      </w:r>
    </w:p>
    <w:p w14:paraId="1A096EAB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4.16</w:t>
      </w:r>
      <w:r>
        <w:tab/>
        <w:t>предложение по новым общим резолюциям по соглашениям 1958 и 1998</w:t>
      </w:r>
      <w:r w:rsidR="00C84D95">
        <w:rPr>
          <w:lang w:val="en-US"/>
        </w:rPr>
        <w:t> </w:t>
      </w:r>
      <w:r>
        <w:t>годов</w:t>
      </w:r>
      <w:r w:rsidR="003C351B">
        <w:t>:</w:t>
      </w:r>
    </w:p>
    <w:p w14:paraId="76E75CC7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4.16.1</w:t>
      </w:r>
      <w:r>
        <w:tab/>
        <w:t>предложение по проекту общей резолюции № [4], касающейся панорамных люков автомобилей.</w:t>
      </w:r>
    </w:p>
    <w:p w14:paraId="24DF2326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</w:t>
      </w:r>
      <w:r>
        <w:tab/>
        <w:t>Соглашение 1998 года:</w:t>
      </w:r>
    </w:p>
    <w:p w14:paraId="1F542F2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5.1</w:t>
      </w:r>
      <w:r>
        <w:tab/>
        <w:t>статус Соглашения, включая осуществление пункта 7.1 Соглашения;</w:t>
      </w:r>
    </w:p>
    <w:p w14:paraId="7BA2273C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5.2</w:t>
      </w:r>
      <w:r>
        <w:tab/>
        <w:t>рассмотрение проектов ГТП ООН и/или проектов поправок к введенным ГТП ООН;</w:t>
      </w:r>
    </w:p>
    <w:p w14:paraId="16C825DB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5.3</w:t>
      </w:r>
      <w:r>
        <w:tab/>
        <w:t>рассмотрение технических правил, подлежащих включению в Компендиум потенциальных ГТП ООН, если таковые представлены;</w:t>
      </w:r>
    </w:p>
    <w:p w14:paraId="1760FC2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5.4</w:t>
      </w:r>
      <w:r>
        <w:tab/>
        <w:t>указания, основанные на решениях, принятых путем консенсуса, относительно тех элементов проектов ГТП ООН, которые не удалось согласовать вспомогательным рабочим группам Всемирного форума, если таковые представлены;</w:t>
      </w:r>
    </w:p>
    <w:p w14:paraId="7EB73E55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5.5</w:t>
      </w:r>
      <w:r>
        <w:tab/>
        <w:t>осуществление программы работы в рамках Соглашения 1998 года вспомогательными рабочими группами Всемирного форума.</w:t>
      </w:r>
    </w:p>
    <w:p w14:paraId="56DF49F9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6.</w:t>
      </w:r>
      <w:r>
        <w:tab/>
        <w:t>Элементы, представляющие общий интерес в рамках соглашений 1958 и 1998 годов:</w:t>
      </w:r>
    </w:p>
    <w:p w14:paraId="4F25C27A" w14:textId="77777777" w:rsidR="00B16E53" w:rsidRPr="00E37CBC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6.1</w:t>
      </w:r>
      <w:r>
        <w:tab/>
        <w:t>обмен мнениями относительно национальных/региональных процедур нормотворчества и осуществления введенных правил ООН и/или ГТП ООН в рамках национального/регионального законодательства;</w:t>
      </w:r>
    </w:p>
    <w:p w14:paraId="76A2A72C" w14:textId="77777777" w:rsidR="00B16E53" w:rsidRPr="00E37CBC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6.2</w:t>
      </w:r>
      <w:r>
        <w:tab/>
        <w:t>Руководящие указания в отношении эксплуатационных характеристик регистраторов данных о событиях (РДС), которые могут быть приняты в рамках резолюций и правил, касающихся соглашений 1958 и 1998 годов.</w:t>
      </w:r>
    </w:p>
    <w:p w14:paraId="58F42F8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7.</w:t>
      </w:r>
      <w:r>
        <w:tab/>
        <w:t>Соглашение 1997 года (периодические технические осмотры):</w:t>
      </w:r>
    </w:p>
    <w:p w14:paraId="2AD13C1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7.1</w:t>
      </w:r>
      <w:r>
        <w:tab/>
        <w:t>статус Соглашения;</w:t>
      </w:r>
    </w:p>
    <w:p w14:paraId="37FA3E14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7.2</w:t>
      </w:r>
      <w:r>
        <w:tab/>
        <w:t>поправки к Соглашению 1997 года;</w:t>
      </w:r>
    </w:p>
    <w:p w14:paraId="162C604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7.3</w:t>
      </w:r>
      <w:r>
        <w:tab/>
        <w:t>введение новых предписаний, прилагаемых к Соглашению 1997 года;</w:t>
      </w:r>
    </w:p>
    <w:p w14:paraId="3F775E69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7.4</w:t>
      </w:r>
      <w:r>
        <w:tab/>
        <w:t>обновление существующих предписаний, прилагаемых к Соглашению 1997</w:t>
      </w:r>
      <w:r w:rsidR="00825BC6">
        <w:t> </w:t>
      </w:r>
      <w:r>
        <w:t>года;</w:t>
      </w:r>
    </w:p>
    <w:p w14:paraId="616DC65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bCs/>
        </w:rPr>
      </w:pPr>
      <w:r>
        <w:t>7.5</w:t>
      </w:r>
      <w:r>
        <w:tab/>
        <w:t>обновление резолюции СР.6 о требованиях, касающихся испытательного оборудования, квалификации и профессиональной подготовки инспекторов, а также контроля за испытательными центрами.</w:t>
      </w:r>
    </w:p>
    <w:p w14:paraId="4B5E325F" w14:textId="77777777" w:rsidR="003C351B" w:rsidRDefault="003C351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7BF46A4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lastRenderedPageBreak/>
        <w:t>8.</w:t>
      </w:r>
      <w:r>
        <w:tab/>
        <w:t>Прочие вопросы:</w:t>
      </w:r>
    </w:p>
    <w:p w14:paraId="0006038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8.1</w:t>
      </w:r>
      <w:r>
        <w:tab/>
        <w:t>обмен информацией о правоприменительной практике в связи с вопросами, касающимися дефектов и несоблюдения требований, включая системы отзыва;</w:t>
      </w:r>
    </w:p>
    <w:p w14:paraId="01C1448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8.2</w:t>
      </w:r>
      <w:r>
        <w:tab/>
        <w:t>соответствие между положениями Венской конвенции 1968 года и техническими положениями правил ООН в области транспортных средств и ГТП ООН, принятых в рамках соглашений 1958 и 1998 годов;</w:t>
      </w:r>
    </w:p>
    <w:p w14:paraId="6E6DDE21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8.3</w:t>
      </w:r>
      <w:r>
        <w:tab/>
        <w:t>второе Десятилетие действий по обеспечению безопасности дорожного движения;</w:t>
      </w:r>
    </w:p>
    <w:p w14:paraId="07EF9A9C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8.4</w:t>
      </w:r>
      <w:r>
        <w:tab/>
        <w:t>проект ФБДД ООН «Более безопасные и экологически чистые подержанные транспортные средства для Африки»;</w:t>
      </w:r>
    </w:p>
    <w:p w14:paraId="0E0B1570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8.5</w:t>
      </w:r>
      <w:r>
        <w:tab/>
        <w:t>документы для опубликования.</w:t>
      </w:r>
    </w:p>
    <w:p w14:paraId="5A421718" w14:textId="77777777" w:rsidR="00B16E53" w:rsidRPr="00516A39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 w:rsidRPr="00516A39">
        <w:t>9.</w:t>
      </w:r>
      <w:r w:rsidRPr="00516A39">
        <w:tab/>
        <w:t>Утверждение доклада</w:t>
      </w:r>
      <w:r>
        <w:t>.</w:t>
      </w:r>
    </w:p>
    <w:p w14:paraId="347CD068" w14:textId="77777777" w:rsidR="00B16E53" w:rsidRPr="00BE1482" w:rsidRDefault="00B16E53" w:rsidP="00B16E53">
      <w:pPr>
        <w:pStyle w:val="H1G"/>
      </w:pPr>
      <w:r>
        <w:tab/>
        <w:t>B.</w:t>
      </w:r>
      <w:r>
        <w:tab/>
      </w:r>
      <w:r>
        <w:rPr>
          <w:bCs/>
        </w:rPr>
        <w:t>Административный комитет Соглашения 1958 года (АС.1)</w:t>
      </w:r>
    </w:p>
    <w:p w14:paraId="3353F3B5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10.</w:t>
      </w:r>
      <w:r>
        <w:tab/>
        <w:t>Учреждение Комитета AC.1.</w:t>
      </w:r>
    </w:p>
    <w:p w14:paraId="36B93CFF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11.</w:t>
      </w:r>
      <w:r>
        <w:tab/>
        <w:t xml:space="preserve">Предложения по поправкам и исправлениям к существующим правилам ООН и по новым правилам ООН </w:t>
      </w:r>
      <w:r w:rsidR="00C84D95">
        <w:t>⸺</w:t>
      </w:r>
      <w:r>
        <w:t xml:space="preserve"> голосование в AC.1.</w:t>
      </w:r>
    </w:p>
    <w:p w14:paraId="7B65DF18" w14:textId="77777777" w:rsidR="00B16E53" w:rsidRPr="00BE1482" w:rsidRDefault="00B16E53" w:rsidP="00B16E53">
      <w:pPr>
        <w:pStyle w:val="H1G"/>
      </w:pPr>
      <w:r>
        <w:tab/>
        <w:t>C.</w:t>
      </w:r>
      <w:r>
        <w:tab/>
      </w:r>
      <w:r>
        <w:rPr>
          <w:bCs/>
        </w:rPr>
        <w:t>Исполнительный комитет Соглашения 1998 года (АС.3)</w:t>
      </w:r>
    </w:p>
    <w:p w14:paraId="0E2CA178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12.</w:t>
      </w:r>
      <w:r>
        <w:tab/>
        <w:t>Учреждение Исполнительного комитета АС.3 и выборы должностных лиц на 2021 год.</w:t>
      </w:r>
    </w:p>
    <w:p w14:paraId="613B34E9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13.</w:t>
      </w:r>
      <w:r>
        <w:tab/>
        <w:t>Мониторинг Соглашения 1998 года: сообщения Договаривающихся сторон, касающиеся транспонирования ГТП ООН и поправок к ним в свое национальное/региональное законодательство.</w:t>
      </w:r>
    </w:p>
    <w:p w14:paraId="3769B0F4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14.</w:t>
      </w:r>
      <w:r>
        <w:tab/>
        <w:t>Рассмотрение АС.3 проектов ГТП ООН и/или проектов поправок к введенным ГТП ООН, если таковые представлены, и голосование по ним:</w:t>
      </w:r>
    </w:p>
    <w:p w14:paraId="6CB6401A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14.1</w:t>
      </w:r>
      <w:r>
        <w:tab/>
        <w:t>предложение по новым ГТП ООН, если таковое представлено;</w:t>
      </w:r>
    </w:p>
    <w:p w14:paraId="26C61FE1" w14:textId="77777777" w:rsidR="00B16E53" w:rsidRP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bookmarkStart w:id="4" w:name="_Hlk27038978"/>
      <w:r w:rsidRPr="0099037F">
        <w:t>14.2</w:t>
      </w:r>
      <w:r w:rsidRPr="0099037F">
        <w:tab/>
        <w:t>предложени</w:t>
      </w:r>
      <w:r>
        <w:t>я</w:t>
      </w:r>
      <w:r w:rsidRPr="0099037F">
        <w:t xml:space="preserve"> по поправкам к ГТП ООН, если таков</w:t>
      </w:r>
      <w:r>
        <w:t>ы</w:t>
      </w:r>
      <w:r w:rsidRPr="0099037F">
        <w:t>е представлен</w:t>
      </w:r>
      <w:r>
        <w:t>ы</w:t>
      </w:r>
      <w:r w:rsidRPr="0099037F">
        <w:t>;</w:t>
      </w:r>
    </w:p>
    <w:bookmarkEnd w:id="4"/>
    <w:p w14:paraId="19C1CD16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14.3</w:t>
      </w:r>
      <w:r>
        <w:tab/>
        <w:t>предложение по поправкам к общим резолюциям по соглашениям 1958 и</w:t>
      </w:r>
      <w:r w:rsidRPr="00B16E53">
        <w:t> </w:t>
      </w:r>
      <w:r>
        <w:t>1998 годов, если таковое представлено;</w:t>
      </w:r>
    </w:p>
    <w:p w14:paraId="3AE5905F" w14:textId="77777777" w:rsidR="00B16E53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14.4</w:t>
      </w:r>
      <w:r>
        <w:tab/>
        <w:t>предложение по новым общим резолюциям по соглашениям 1958 и 1998</w:t>
      </w:r>
      <w:r w:rsidR="00C84D95">
        <w:rPr>
          <w:lang w:val="en-US"/>
        </w:rPr>
        <w:t> </w:t>
      </w:r>
      <w:r>
        <w:t>годов:</w:t>
      </w:r>
    </w:p>
    <w:p w14:paraId="13E05C03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14.4.1</w:t>
      </w:r>
      <w:r>
        <w:tab/>
        <w:t>предложение по проекту общей резолюции № [4], касающейся панорамных люков автомобилей.</w:t>
      </w:r>
    </w:p>
    <w:p w14:paraId="2136AE37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15.</w:t>
      </w:r>
      <w:r>
        <w:tab/>
        <w:t>Рассмотрение технических правил, подлежащих включению в Компендиум потенциальных ГТП ООН, если таковые представлены.</w:t>
      </w:r>
    </w:p>
    <w:p w14:paraId="49C646A0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16.</w:t>
      </w:r>
      <w:r>
        <w:tab/>
        <w:t>Указания, основанные на решениях, принятых путем консенсуса, относительно тех элементов проектов ГТП ООН, которые не удалось согласовать вспомогательным рабочим группам Всемирного форума, если таковые представлены.</w:t>
      </w:r>
    </w:p>
    <w:p w14:paraId="56904F60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17.</w:t>
      </w:r>
      <w:r>
        <w:tab/>
        <w:t>Обмен информацией о новых приоритетах, подлежащих включению в программу работы.</w:t>
      </w:r>
    </w:p>
    <w:p w14:paraId="7941FB40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bCs/>
        </w:rPr>
      </w:pPr>
      <w:bookmarkStart w:id="5" w:name="_Hlk5627310"/>
      <w:r>
        <w:t>18.</w:t>
      </w:r>
      <w:r>
        <w:tab/>
        <w:t>Ход разработки новых ГТП ООН и поправок к введенным ГТП ООН:</w:t>
      </w:r>
    </w:p>
    <w:p w14:paraId="7350BD3C" w14:textId="77777777" w:rsidR="00B16E53" w:rsidRPr="0099037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  <w:rPr>
          <w:rStyle w:val="af2"/>
          <w:color w:val="auto"/>
        </w:rPr>
      </w:pPr>
      <w:r>
        <w:t>18.1</w:t>
      </w:r>
      <w:r>
        <w:tab/>
        <w:t xml:space="preserve">ГТП № 1 </w:t>
      </w:r>
      <w:r w:rsidR="008834AE">
        <w:t xml:space="preserve">ООН </w:t>
      </w:r>
      <w:r>
        <w:t>(дверные замки и элементы крепления дверей);</w:t>
      </w:r>
    </w:p>
    <w:p w14:paraId="7B7891B7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lastRenderedPageBreak/>
        <w:t>18.2</w:t>
      </w:r>
      <w:r>
        <w:tab/>
        <w:t xml:space="preserve">ГТП № 2 ООН (всемирный цикл испытаний мотоциклов на выбросы загрязняющих веществ (ВЦИМ)); </w:t>
      </w:r>
    </w:p>
    <w:p w14:paraId="5B7B2179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18.3</w:t>
      </w:r>
      <w:r>
        <w:tab/>
        <w:t>ГТП № 3 ООН (торможение мотоциклов);</w:t>
      </w:r>
    </w:p>
    <w:p w14:paraId="1DC012E0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18.4</w:t>
      </w:r>
      <w:r>
        <w:tab/>
        <w:t>ГТП № 4 ООН (всемирный цикл испытаний транспортных средств большой грузоподъемности на выбросы загрязняющих веществ (ВСБМ));</w:t>
      </w:r>
    </w:p>
    <w:p w14:paraId="6CA0CEC6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18.5</w:t>
      </w:r>
      <w:r>
        <w:tab/>
        <w:t>ГТП № 5 ООН (бортовые диагностические системы (БДС));</w:t>
      </w:r>
    </w:p>
    <w:p w14:paraId="702972F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18.6</w:t>
      </w:r>
      <w:r>
        <w:tab/>
        <w:t>ГТП № 6 ООН (безопасные стекловые материалы);</w:t>
      </w:r>
    </w:p>
    <w:p w14:paraId="012D7E3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18.7</w:t>
      </w:r>
      <w:r>
        <w:tab/>
        <w:t>ГТП № 7 ООН (подголовники);</w:t>
      </w:r>
    </w:p>
    <w:p w14:paraId="4950259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18.8</w:t>
      </w:r>
      <w:r>
        <w:tab/>
        <w:t>ГТП № 8 ООН (электронные системы контроля устойчивости (ЭКУ));</w:t>
      </w:r>
    </w:p>
    <w:p w14:paraId="22BF5712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18.9</w:t>
      </w:r>
      <w:r>
        <w:tab/>
        <w:t>ГТП № 9 ООН (безопасность пешеходов);</w:t>
      </w:r>
    </w:p>
    <w:p w14:paraId="217C0F7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18.10</w:t>
      </w:r>
      <w:r>
        <w:tab/>
        <w:t>ГТП № 10 ООН (выбросы вне цикла (ВВЦ));</w:t>
      </w:r>
    </w:p>
    <w:p w14:paraId="2F6A8F2B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18.11</w:t>
      </w:r>
      <w:r>
        <w:tab/>
        <w:t>ГТП № 11 ООН (процедуры испытания сельскохозяйственных и лесных тракторов и внедорожной подвижной техники на выбросы загрязняющих веществ);</w:t>
      </w:r>
    </w:p>
    <w:p w14:paraId="260321EA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18.12</w:t>
      </w:r>
      <w:r>
        <w:tab/>
        <w:t>ГТП № 12 ООН (органы управления, контрольные сигналы и индикаторы для мотоциклов);</w:t>
      </w:r>
    </w:p>
    <w:p w14:paraId="6138D7CF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18.13</w:t>
      </w:r>
      <w:r>
        <w:tab/>
        <w:t xml:space="preserve">ГТП № 13 ООН (транспортные средства, работающие на водороде и топливных элементах (ТСВТЭ) </w:t>
      </w:r>
      <w:r w:rsidR="00C84D95">
        <w:t>⸺</w:t>
      </w:r>
      <w:r>
        <w:t xml:space="preserve"> этап 2);</w:t>
      </w:r>
    </w:p>
    <w:p w14:paraId="5CBC1D2E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18.14</w:t>
      </w:r>
      <w:r>
        <w:tab/>
        <w:t>ГТП № 14 ООН (боковой удар о столб (БУС));</w:t>
      </w:r>
    </w:p>
    <w:p w14:paraId="37B846A7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18.15</w:t>
      </w:r>
      <w:r>
        <w:tab/>
        <w:t xml:space="preserve">ГТП № 15 ООН (всемирные согласованные процедуры испытания транспортных средств малой грузоподъемности (ВПИМ) </w:t>
      </w:r>
      <w:r w:rsidR="00C84D95">
        <w:t>⸺</w:t>
      </w:r>
      <w:r>
        <w:t xml:space="preserve"> этап 2);</w:t>
      </w:r>
    </w:p>
    <w:p w14:paraId="337B3F73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18.16</w:t>
      </w:r>
      <w:r>
        <w:tab/>
        <w:t>ГТП № 16 ООН (шины);</w:t>
      </w:r>
    </w:p>
    <w:p w14:paraId="1A3DDCE5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18.17</w:t>
      </w:r>
      <w:r>
        <w:tab/>
        <w:t>ГТП № 17 ООН (</w:t>
      </w:r>
      <w:r w:rsidRPr="00B16E53">
        <w:t>выбросы картерных газов и выбросы в результате испарения в случае</w:t>
      </w:r>
      <w:r w:rsidR="00C84D95" w:rsidRPr="00C84D95">
        <w:t xml:space="preserve"> </w:t>
      </w:r>
      <w:r w:rsidRPr="00B16E53">
        <w:t>двух- или трехколесных автотранспортных средств</w:t>
      </w:r>
      <w:r>
        <w:t>);</w:t>
      </w:r>
    </w:p>
    <w:p w14:paraId="525006EC" w14:textId="77777777" w:rsidR="00B16E53" w:rsidRPr="00BE1482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18.18</w:t>
      </w:r>
      <w:r>
        <w:tab/>
        <w:t>ГТП № 18 ООН (бортовая диагностика для двух- или трехколесных механических транспортных средств);</w:t>
      </w:r>
    </w:p>
    <w:p w14:paraId="63265B62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18.19</w:t>
      </w:r>
      <w:r>
        <w:tab/>
        <w:t>ГТП № 19 ООН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(ВПИМ-Испарение));</w:t>
      </w:r>
    </w:p>
    <w:p w14:paraId="518C9BA9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18.20</w:t>
      </w:r>
      <w:r>
        <w:tab/>
        <w:t>ГТП № 20 ООН (безопасность электромобилей (БЭМ));</w:t>
      </w:r>
    </w:p>
    <w:p w14:paraId="1A3C932A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18.21</w:t>
      </w:r>
      <w:r>
        <w:tab/>
        <w:t>проект ГТП ООН, касающихся бесшумных автотранспортных средств (БАТС);</w:t>
      </w:r>
    </w:p>
    <w:p w14:paraId="20E673E6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18.22</w:t>
      </w:r>
      <w:r>
        <w:tab/>
        <w:t>проект ГТП ООН, касающихся всемирной процедуры определения выбросов в реальных условиях вождения (ВВРУВ);</w:t>
      </w:r>
    </w:p>
    <w:p w14:paraId="43F8F687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18.23</w:t>
      </w:r>
      <w:r>
        <w:tab/>
        <w:t>проект ГТП ООН, касающихся определения мощности электрифицированных транспортных средств (электрические транспортные средства и окружающая среда).</w:t>
      </w:r>
    </w:p>
    <w:bookmarkEnd w:id="5"/>
    <w:p w14:paraId="411666D2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19.</w:t>
      </w:r>
      <w:r>
        <w:tab/>
        <w:t>Пункты, по которым следует продолжить или начать обмен мнениями и данными:</w:t>
      </w:r>
    </w:p>
    <w:p w14:paraId="13734E99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19.1</w:t>
      </w:r>
      <w:r>
        <w:tab/>
        <w:t>согласование испытания на боковой удар;</w:t>
      </w:r>
    </w:p>
    <w:p w14:paraId="499B01EC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19.2</w:t>
      </w:r>
      <w:r>
        <w:tab/>
        <w:t>технические требования к объемному механизму определения точки Н;</w:t>
      </w:r>
    </w:p>
    <w:p w14:paraId="5AA5995E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19.3</w:t>
      </w:r>
      <w:r>
        <w:tab/>
        <w:t>регистратор данных о событиях (РДС).</w:t>
      </w:r>
    </w:p>
    <w:p w14:paraId="1DF994CD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20.</w:t>
      </w:r>
      <w:r>
        <w:tab/>
        <w:t>Прочие вопросы.</w:t>
      </w:r>
    </w:p>
    <w:p w14:paraId="0ACE344C" w14:textId="77777777" w:rsidR="00B16E53" w:rsidRPr="00A8555F" w:rsidRDefault="00B16E53" w:rsidP="00B16E53">
      <w:pPr>
        <w:pStyle w:val="H1G"/>
        <w:tabs>
          <w:tab w:val="clear" w:pos="851"/>
        </w:tabs>
        <w:spacing w:before="240"/>
        <w:ind w:hanging="567"/>
      </w:pPr>
      <w:r>
        <w:lastRenderedPageBreak/>
        <w:t>D.</w:t>
      </w:r>
      <w:r>
        <w:tab/>
      </w:r>
      <w:r>
        <w:rPr>
          <w:bCs/>
        </w:rPr>
        <w:t>Административный комитет Соглашения 1997 года (АС.4)</w:t>
      </w:r>
    </w:p>
    <w:p w14:paraId="23B90773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21.</w:t>
      </w:r>
      <w:r>
        <w:tab/>
        <w:t>Учреждение Административного комитета АС.4 и выборы должностных лиц на 2021 год.</w:t>
      </w:r>
    </w:p>
    <w:p w14:paraId="0C5F9754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22.</w:t>
      </w:r>
      <w:r>
        <w:tab/>
        <w:t>Поправки к предписаниям, прилагаемым к Соглашению 1997 года.</w:t>
      </w:r>
    </w:p>
    <w:p w14:paraId="4A3D2F1B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23.</w:t>
      </w:r>
      <w:r>
        <w:tab/>
        <w:t>Введение новых предписаний, прилагаемых к Соглашению 1997 года.</w:t>
      </w:r>
    </w:p>
    <w:p w14:paraId="2845047D" w14:textId="77777777" w:rsidR="00B16E53" w:rsidRPr="00A8555F" w:rsidRDefault="00B16E53" w:rsidP="00B16E53">
      <w:pPr>
        <w:pStyle w:val="SingleTxtG"/>
        <w:tabs>
          <w:tab w:val="clear" w:pos="1701"/>
          <w:tab w:val="left" w:pos="1985"/>
        </w:tabs>
        <w:ind w:left="1985" w:hanging="851"/>
      </w:pPr>
      <w:r>
        <w:t>24.</w:t>
      </w:r>
      <w:r>
        <w:tab/>
        <w:t xml:space="preserve">Прочие вопросы. </w:t>
      </w:r>
    </w:p>
    <w:p w14:paraId="7AC9F58A" w14:textId="77777777" w:rsidR="00C84D95" w:rsidRDefault="00C84D95" w:rsidP="00C84D95">
      <w:pPr>
        <w:pStyle w:val="HChG"/>
      </w:pPr>
      <w:r>
        <w:tab/>
      </w:r>
    </w:p>
    <w:p w14:paraId="30DDAFF0" w14:textId="77777777" w:rsidR="00C84D95" w:rsidRDefault="00C84D95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43B346F4" w14:textId="77777777" w:rsidR="00B16E53" w:rsidRPr="00A8555F" w:rsidRDefault="00C84D95" w:rsidP="00C84D95">
      <w:pPr>
        <w:pStyle w:val="HChG"/>
      </w:pPr>
      <w:r>
        <w:lastRenderedPageBreak/>
        <w:tab/>
      </w:r>
      <w:r w:rsidR="00B16E53">
        <w:t>II.</w:t>
      </w:r>
      <w:r w:rsidR="00B16E53">
        <w:tab/>
        <w:t>Аннотации и перечень документов</w:t>
      </w:r>
    </w:p>
    <w:p w14:paraId="4FB5E465" w14:textId="77777777" w:rsidR="00B16E53" w:rsidRPr="00A8555F" w:rsidRDefault="00C84D95" w:rsidP="00C84D95">
      <w:pPr>
        <w:pStyle w:val="H1G"/>
      </w:pPr>
      <w:r>
        <w:tab/>
      </w:r>
      <w:r w:rsidR="00B16E53">
        <w:t>A.</w:t>
      </w:r>
      <w:r w:rsidR="00B16E53">
        <w:tab/>
        <w:t>Всемирный форум для согласования правил в области транспортных средств (WP.29)</w:t>
      </w:r>
    </w:p>
    <w:p w14:paraId="1007C3CC" w14:textId="77777777" w:rsidR="00B16E53" w:rsidRPr="00A8555F" w:rsidRDefault="00B16E53" w:rsidP="00C84D95">
      <w:pPr>
        <w:pStyle w:val="H23G"/>
      </w:pPr>
      <w:r>
        <w:tab/>
        <w:t>1.</w:t>
      </w:r>
      <w:r>
        <w:tab/>
        <w:t>Утверждение повестки дня</w:t>
      </w:r>
    </w:p>
    <w:p w14:paraId="14EF1911" w14:textId="77777777" w:rsidR="00B16E53" w:rsidRPr="00A8555F" w:rsidRDefault="003C351B" w:rsidP="003C351B">
      <w:pPr>
        <w:pStyle w:val="SingleTxtG"/>
      </w:pPr>
      <w:r>
        <w:tab/>
      </w:r>
      <w:r w:rsidR="00B16E53">
        <w:t xml:space="preserve">В соответствии с правилом 7 главы III Правил процедуры Всемирного </w:t>
      </w:r>
      <w:r w:rsidR="00F629B4">
        <w:br/>
      </w:r>
      <w:r w:rsidR="00B16E53">
        <w:t>форума для согласования правил в области транспортных средств (WP.29) (TRANS/WP.29/690, Amend.1 и Amend.2) первым пунктом предварительной повестки дня является утверждение повестки дня.</w:t>
      </w:r>
    </w:p>
    <w:p w14:paraId="33A15E3E" w14:textId="77777777" w:rsidR="00B16E53" w:rsidRPr="00023A65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224374D1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50A94BC9" w14:textId="77777777" w:rsidR="00B16E53" w:rsidRPr="00023A65" w:rsidRDefault="00B16E53" w:rsidP="00C84D95">
            <w:pPr>
              <w:pStyle w:val="SingleTxtG"/>
              <w:keepNext/>
              <w:keepLines/>
              <w:ind w:left="0" w:right="0"/>
              <w:jc w:val="left"/>
            </w:pPr>
            <w:r>
              <w:t>ECE/TRANS/WP.29/1156</w:t>
            </w:r>
          </w:p>
        </w:tc>
        <w:tc>
          <w:tcPr>
            <w:tcW w:w="4005" w:type="dxa"/>
            <w:shd w:val="clear" w:color="auto" w:fill="auto"/>
          </w:tcPr>
          <w:p w14:paraId="09CD4101" w14:textId="77777777" w:rsidR="00B16E53" w:rsidRPr="00A8555F" w:rsidRDefault="00B16E53" w:rsidP="00C84D95">
            <w:pPr>
              <w:pStyle w:val="SingleTxtG"/>
              <w:keepNext/>
              <w:keepLines/>
              <w:ind w:left="0" w:right="0"/>
            </w:pPr>
            <w:r>
              <w:t>Аннотированная предварительная повестка дня сто восемьдесят третьей сессии</w:t>
            </w:r>
          </w:p>
        </w:tc>
      </w:tr>
    </w:tbl>
    <w:p w14:paraId="10E54B46" w14:textId="77777777" w:rsidR="00B16E53" w:rsidRPr="00C3273A" w:rsidRDefault="00B16E53" w:rsidP="00B16E53">
      <w:pPr>
        <w:pStyle w:val="H23G"/>
      </w:pPr>
      <w:r>
        <w:tab/>
        <w:t>2.</w:t>
      </w:r>
      <w:r>
        <w:tab/>
        <w:t>Координация и организация работы</w:t>
      </w:r>
    </w:p>
    <w:p w14:paraId="47856BA2" w14:textId="77777777" w:rsidR="00B16E53" w:rsidRPr="00A8555F" w:rsidRDefault="00B16E53" w:rsidP="00F629B4">
      <w:pPr>
        <w:pStyle w:val="H4G"/>
      </w:pPr>
      <w:r>
        <w:tab/>
        <w:t>2.1</w:t>
      </w:r>
      <w:r>
        <w:tab/>
        <w:t>Доклад о работе сессии Административного комитета по координации работы (WP.29/AC.2)</w:t>
      </w:r>
    </w:p>
    <w:p w14:paraId="647F1053" w14:textId="77777777" w:rsidR="00B16E53" w:rsidRPr="00A8555F" w:rsidRDefault="00B16E53" w:rsidP="00B16E53">
      <w:pPr>
        <w:pStyle w:val="SingleTxtG"/>
        <w:ind w:firstLine="567"/>
      </w:pPr>
      <w:r>
        <w:t xml:space="preserve">Председатель Административного комитета (WP.29/AC.2) сообщит о результатах обсуждения, состоявшегося в ходе его сто тридцать пятой сессии, </w:t>
      </w:r>
      <w:r w:rsidR="00FD76AC">
        <w:br/>
      </w:r>
      <w:r>
        <w:t>и представит рекомендации Административного комитета Всемирному форуму для рассмотрения и принятия.</w:t>
      </w:r>
    </w:p>
    <w:p w14:paraId="79A21E42" w14:textId="77777777" w:rsidR="00B16E53" w:rsidRPr="00A8555F" w:rsidRDefault="00B16E53" w:rsidP="00F629B4">
      <w:pPr>
        <w:pStyle w:val="H4G"/>
      </w:pPr>
      <w:r>
        <w:tab/>
        <w:t>2.2</w:t>
      </w:r>
      <w:r>
        <w:tab/>
      </w:r>
      <w:r>
        <w:rPr>
          <w:iCs/>
        </w:rPr>
        <w:t xml:space="preserve">Программа </w:t>
      </w:r>
      <w:r w:rsidRPr="00F629B4">
        <w:t>работы</w:t>
      </w:r>
      <w:r>
        <w:rPr>
          <w:iCs/>
        </w:rPr>
        <w:t xml:space="preserve"> и документация</w:t>
      </w:r>
    </w:p>
    <w:p w14:paraId="5B6FCF93" w14:textId="77777777" w:rsidR="00B16E53" w:rsidRPr="00A8555F" w:rsidRDefault="00B16E53" w:rsidP="00B16E53">
      <w:pPr>
        <w:pStyle w:val="SingleTxtG"/>
        <w:ind w:firstLine="567"/>
      </w:pPr>
      <w:r>
        <w:t>Всемирный форум, возможно, пожелает рассмотреть программу работы, расписание совещаний и перечень неофициальных рабочих групп (НРГ).</w:t>
      </w:r>
    </w:p>
    <w:p w14:paraId="6B7B0F25" w14:textId="77777777" w:rsidR="00B16E53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940AFD" w14:paraId="4E3F82D7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6B00E8FD" w14:textId="77777777" w:rsidR="00B16E53" w:rsidRPr="00940AFD" w:rsidRDefault="00B16E53" w:rsidP="00C84D95">
            <w:pPr>
              <w:spacing w:after="120"/>
            </w:pPr>
            <w:r>
              <w:t>ECE/TRANS/WP.29/2021/1</w:t>
            </w:r>
          </w:p>
        </w:tc>
        <w:tc>
          <w:tcPr>
            <w:tcW w:w="4005" w:type="dxa"/>
            <w:shd w:val="clear" w:color="auto" w:fill="auto"/>
          </w:tcPr>
          <w:p w14:paraId="1CF71724" w14:textId="77777777" w:rsidR="00B16E53" w:rsidRPr="00940AFD" w:rsidRDefault="00B16E53" w:rsidP="00C84D95">
            <w:pPr>
              <w:spacing w:after="120"/>
              <w:jc w:val="both"/>
            </w:pPr>
            <w:r>
              <w:t>Программа работы</w:t>
            </w:r>
          </w:p>
        </w:tc>
      </w:tr>
      <w:tr w:rsidR="00B16E53" w:rsidRPr="00940AFD" w14:paraId="768B56CF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758B45DF" w14:textId="77777777" w:rsidR="00B16E53" w:rsidRPr="00940AFD" w:rsidRDefault="00B16E53" w:rsidP="00C84D95">
            <w:pPr>
              <w:spacing w:after="120"/>
            </w:pPr>
            <w:r>
              <w:t>WP.29-183-01</w:t>
            </w:r>
          </w:p>
        </w:tc>
        <w:tc>
          <w:tcPr>
            <w:tcW w:w="4005" w:type="dxa"/>
            <w:shd w:val="clear" w:color="auto" w:fill="auto"/>
          </w:tcPr>
          <w:p w14:paraId="7B047F0F" w14:textId="77777777" w:rsidR="00B16E53" w:rsidRDefault="00B16E53" w:rsidP="00C84D95">
            <w:pPr>
              <w:spacing w:after="120"/>
              <w:jc w:val="both"/>
            </w:pPr>
            <w:r>
              <w:t>Перечень неофициальных рабочих групп</w:t>
            </w:r>
          </w:p>
        </w:tc>
      </w:tr>
      <w:tr w:rsidR="00B16E53" w:rsidRPr="00940AFD" w14:paraId="14CD6A97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5A8E46D9" w14:textId="77777777" w:rsidR="00B16E53" w:rsidRDefault="00B16E53" w:rsidP="00C84D95">
            <w:pPr>
              <w:spacing w:after="120"/>
            </w:pPr>
            <w:r>
              <w:t>WP.29-182-02/Rev.1</w:t>
            </w:r>
          </w:p>
        </w:tc>
        <w:tc>
          <w:tcPr>
            <w:tcW w:w="4005" w:type="dxa"/>
            <w:shd w:val="clear" w:color="auto" w:fill="auto"/>
          </w:tcPr>
          <w:p w14:paraId="1F40D238" w14:textId="77777777" w:rsidR="00B16E53" w:rsidRDefault="00B16E53" w:rsidP="00C84D95">
            <w:pPr>
              <w:spacing w:after="120"/>
              <w:jc w:val="both"/>
            </w:pPr>
            <w:r>
              <w:t>Расписание совещаний на 2021 год</w:t>
            </w:r>
          </w:p>
        </w:tc>
      </w:tr>
    </w:tbl>
    <w:p w14:paraId="277ED7D5" w14:textId="77777777" w:rsidR="00B16E53" w:rsidRPr="00A8555F" w:rsidRDefault="00B16E53" w:rsidP="00F629B4">
      <w:pPr>
        <w:pStyle w:val="H4G"/>
      </w:pPr>
      <w:r>
        <w:tab/>
        <w:t>2.3</w:t>
      </w:r>
      <w:r>
        <w:tab/>
      </w:r>
      <w:r>
        <w:rPr>
          <w:iCs/>
        </w:rPr>
        <w:t xml:space="preserve">Интеллектуальные транспортные системы и координация деятельности, связанной с </w:t>
      </w:r>
      <w:r w:rsidRPr="00F629B4">
        <w:t>автоматизированными</w:t>
      </w:r>
      <w:r>
        <w:rPr>
          <w:iCs/>
        </w:rPr>
        <w:t xml:space="preserve"> транспортными средствами</w:t>
      </w:r>
      <w:r>
        <w:t xml:space="preserve"> </w:t>
      </w:r>
    </w:p>
    <w:p w14:paraId="482AC9F7" w14:textId="77777777" w:rsidR="00B16E53" w:rsidRPr="00A8555F" w:rsidRDefault="00B16E53" w:rsidP="00B16E53">
      <w:pPr>
        <w:pStyle w:val="SingleTxtG"/>
        <w:ind w:firstLine="567"/>
      </w:pPr>
      <w:r>
        <w:t>Всемирный форум решил продолжить обсуждение вопроса о деятельности, связанной с автоматизированными транспортными средствами. Предполагается, что WP.29 будет координировать деятельность РГ по изучению возможности разработки нормативных предписаний, касающихся автономных транспортных средств, в</w:t>
      </w:r>
      <w:r w:rsidR="00DB5CA4">
        <w:t> </w:t>
      </w:r>
      <w:r>
        <w:t>юридических рамках соглашений как 1958 года, так и 1998 года (ECE/TRANS/</w:t>
      </w:r>
      <w:r>
        <w:br/>
        <w:t>WP.29/1139, пункт 35).</w:t>
      </w:r>
    </w:p>
    <w:p w14:paraId="2C92DC6D" w14:textId="77777777" w:rsidR="00B16E53" w:rsidRPr="00B2057C" w:rsidRDefault="00B16E53" w:rsidP="00B16E53">
      <w:pPr>
        <w:pStyle w:val="SingleTxtG"/>
        <w:widowControl w:val="0"/>
        <w:ind w:left="1138" w:right="1138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7DF207D2" w14:textId="77777777" w:rsidTr="00C84D95">
        <w:trPr>
          <w:trHeight w:val="232"/>
        </w:trPr>
        <w:tc>
          <w:tcPr>
            <w:tcW w:w="3366" w:type="dxa"/>
          </w:tcPr>
          <w:p w14:paraId="191F1751" w14:textId="77777777" w:rsidR="00B16E53" w:rsidRDefault="006E2C0C" w:rsidP="00C84D95">
            <w:pPr>
              <w:pStyle w:val="SingleTxtG"/>
              <w:widowControl w:val="0"/>
              <w:ind w:left="0" w:right="173"/>
              <w:jc w:val="left"/>
            </w:pPr>
            <w:r>
              <w:t>(</w:t>
            </w:r>
            <w:r w:rsidR="00B16E53">
              <w:t>ECE/TRANS/WP.29/2019/34/Rev.2</w:t>
            </w:r>
          </w:p>
        </w:tc>
        <w:tc>
          <w:tcPr>
            <w:tcW w:w="4005" w:type="dxa"/>
          </w:tcPr>
          <w:p w14:paraId="58CE5079" w14:textId="77777777" w:rsidR="00B16E53" w:rsidRPr="00A8555F" w:rsidRDefault="00B16E53" w:rsidP="00C84D95">
            <w:pPr>
              <w:pStyle w:val="SingleTxtG"/>
              <w:keepNext/>
              <w:keepLines/>
              <w:ind w:left="0" w:right="0"/>
              <w:jc w:val="left"/>
            </w:pPr>
            <w:r>
              <w:t>Рамочный документ по автоматизированным/ автономным транспортным средствам)</w:t>
            </w:r>
          </w:p>
        </w:tc>
      </w:tr>
    </w:tbl>
    <w:p w14:paraId="492309A3" w14:textId="77777777" w:rsidR="00B16E53" w:rsidRPr="00A8555F" w:rsidRDefault="00B16E53" w:rsidP="00F629B4">
      <w:pPr>
        <w:pStyle w:val="H4G"/>
      </w:pPr>
      <w:r>
        <w:tab/>
        <w:t>2.4</w:t>
      </w:r>
      <w:r>
        <w:tab/>
      </w:r>
      <w:r w:rsidRPr="00F629B4">
        <w:t>Последующая</w:t>
      </w:r>
      <w:r>
        <w:rPr>
          <w:iCs/>
        </w:rPr>
        <w:t xml:space="preserve"> деятельность по итогам восемьдесят третьей сессии Комитета по внутреннему транспорту (КВТ)</w:t>
      </w:r>
    </w:p>
    <w:p w14:paraId="60357FEA" w14:textId="77777777" w:rsidR="00B16E53" w:rsidRPr="00A8555F" w:rsidRDefault="00B16E53" w:rsidP="00B16E53">
      <w:pPr>
        <w:pStyle w:val="SingleTxtG"/>
        <w:ind w:firstLine="567"/>
      </w:pPr>
      <w:r>
        <w:t>Секретариат проинформирует Всемирный форум о соответствующих решениях, принятых Комитетом по внутреннему транспорту (КВТ) на его восемьдесят третьей сессии (23–26 февраля 2021 года).</w:t>
      </w:r>
    </w:p>
    <w:p w14:paraId="7F791BB4" w14:textId="77777777" w:rsidR="00B16E53" w:rsidRPr="00A8555F" w:rsidRDefault="00B16E53" w:rsidP="00B16E53">
      <w:pPr>
        <w:pStyle w:val="H23G"/>
      </w:pPr>
      <w:r>
        <w:lastRenderedPageBreak/>
        <w:tab/>
        <w:t>3.</w:t>
      </w:r>
      <w:r>
        <w:tab/>
      </w:r>
      <w:r>
        <w:rPr>
          <w:bCs/>
        </w:rPr>
        <w:t>Рассмотрение докладов вспомогательных рабочих групп (РГ) WP.29</w:t>
      </w:r>
    </w:p>
    <w:p w14:paraId="6428D794" w14:textId="77777777" w:rsidR="00B16E53" w:rsidRPr="00A8555F" w:rsidRDefault="00B16E53" w:rsidP="00B16E53">
      <w:pPr>
        <w:pStyle w:val="SingleTxtG"/>
        <w:ind w:firstLine="567"/>
      </w:pPr>
      <w:r>
        <w:t>Предполагается, что Всемирный форум рассмотрит и одобрит доклады рабочих групп по вопросам шума и шин (GRBР), по автоматизированным/автономным и подключенным транспортным средствам (GRVA), по общим предписаниям, касающимся безопасности (GRSG), и по вопросам освещения и световой сигнализации (GRE).</w:t>
      </w:r>
    </w:p>
    <w:p w14:paraId="0DE3271B" w14:textId="77777777" w:rsidR="00B16E53" w:rsidRPr="00A8555F" w:rsidRDefault="00B16E53" w:rsidP="00F629B4">
      <w:pPr>
        <w:pStyle w:val="H4G"/>
      </w:pPr>
      <w:r>
        <w:tab/>
        <w:t>3.1</w:t>
      </w:r>
      <w:r>
        <w:tab/>
      </w:r>
      <w:r>
        <w:rPr>
          <w:iCs/>
        </w:rPr>
        <w:t xml:space="preserve">Рабочая группа по вопросам шума и шин (GRBP) (семьдесят вторая сессия, </w:t>
      </w:r>
      <w:r w:rsidR="00DB5CA4">
        <w:rPr>
          <w:iCs/>
        </w:rPr>
        <w:br/>
      </w:r>
      <w:r>
        <w:rPr>
          <w:iCs/>
        </w:rPr>
        <w:t xml:space="preserve">8–9 сентября </w:t>
      </w:r>
      <w:r w:rsidRPr="00F629B4">
        <w:t>2020</w:t>
      </w:r>
      <w:r>
        <w:rPr>
          <w:iCs/>
        </w:rPr>
        <w:t xml:space="preserve"> года)</w:t>
      </w:r>
    </w:p>
    <w:p w14:paraId="5E5FDE38" w14:textId="77777777" w:rsidR="00B16E53" w:rsidRPr="00E37CBC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63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3997"/>
      </w:tblGrid>
      <w:tr w:rsidR="00DB5CA4" w:rsidRPr="00A5430F" w14:paraId="10426662" w14:textId="77777777" w:rsidTr="00DB5CA4">
        <w:trPr>
          <w:cantSplit/>
        </w:trPr>
        <w:tc>
          <w:tcPr>
            <w:tcW w:w="3366" w:type="dxa"/>
          </w:tcPr>
          <w:p w14:paraId="1EDCF904" w14:textId="77777777" w:rsidR="00DB5CA4" w:rsidRPr="00023A65" w:rsidRDefault="00DB5CA4" w:rsidP="00C84D95">
            <w:pPr>
              <w:pStyle w:val="SingleTxtG"/>
              <w:ind w:left="0" w:right="0"/>
              <w:jc w:val="left"/>
            </w:pPr>
            <w:r>
              <w:t>ECE/TRANS/WP.29/GRBP/70</w:t>
            </w:r>
          </w:p>
        </w:tc>
        <w:tc>
          <w:tcPr>
            <w:tcW w:w="3997" w:type="dxa"/>
          </w:tcPr>
          <w:p w14:paraId="1E49CCCC" w14:textId="77777777" w:rsidR="00DB5CA4" w:rsidRPr="00023A65" w:rsidRDefault="00DB5CA4" w:rsidP="00C84D95">
            <w:pPr>
              <w:pStyle w:val="SingleTxtG"/>
              <w:ind w:left="0" w:right="0"/>
              <w:jc w:val="left"/>
            </w:pPr>
            <w:r>
              <w:t>Доклад о работе семьдесят второй сессии GRBP</w:t>
            </w:r>
          </w:p>
        </w:tc>
      </w:tr>
    </w:tbl>
    <w:p w14:paraId="5E5E80E3" w14:textId="77777777" w:rsidR="00B16E53" w:rsidRDefault="00B16E53" w:rsidP="00B16E53">
      <w:pPr>
        <w:pStyle w:val="H4G"/>
      </w:pPr>
      <w:r>
        <w:tab/>
        <w:t>3.2</w:t>
      </w:r>
      <w:r>
        <w:tab/>
      </w:r>
      <w:r w:rsidRPr="00F629B4">
        <w:t>Рабочая</w:t>
      </w:r>
      <w:r>
        <w:rPr>
          <w:iCs/>
        </w:rPr>
        <w:t xml:space="preserve"> группа по автоматизированным/автономным и подключенным </w:t>
      </w:r>
      <w:r w:rsidRPr="00F629B4">
        <w:t>транспортным</w:t>
      </w:r>
      <w:r>
        <w:rPr>
          <w:iCs/>
        </w:rPr>
        <w:t xml:space="preserve"> средствам (GRVA) (седьмая сессия, 21–25 сентября 2020 года)</w:t>
      </w:r>
    </w:p>
    <w:p w14:paraId="6A8362A6" w14:textId="77777777" w:rsidR="00B16E53" w:rsidRPr="00445428" w:rsidRDefault="00B16E53" w:rsidP="00B16E53">
      <w:pPr>
        <w:keepNext/>
        <w:spacing w:after="120"/>
        <w:ind w:left="1134" w:right="1134"/>
        <w:jc w:val="both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445428" w14:paraId="2DFF2EE3" w14:textId="77777777" w:rsidTr="00C84D95">
        <w:tc>
          <w:tcPr>
            <w:tcW w:w="3366" w:type="dxa"/>
            <w:shd w:val="clear" w:color="auto" w:fill="auto"/>
          </w:tcPr>
          <w:p w14:paraId="4D6C6082" w14:textId="77777777" w:rsidR="00B16E53" w:rsidRPr="00445428" w:rsidRDefault="00B16E53" w:rsidP="00C84D95">
            <w:pPr>
              <w:spacing w:after="120"/>
            </w:pPr>
            <w:r>
              <w:t>ECE/TRANS/WP.29/GRVA/7</w:t>
            </w:r>
          </w:p>
        </w:tc>
        <w:tc>
          <w:tcPr>
            <w:tcW w:w="4005" w:type="dxa"/>
            <w:shd w:val="clear" w:color="auto" w:fill="auto"/>
          </w:tcPr>
          <w:p w14:paraId="51BF2BC6" w14:textId="77777777" w:rsidR="00B16E53" w:rsidRPr="00445428" w:rsidRDefault="00B16E53" w:rsidP="00C84D95">
            <w:pPr>
              <w:spacing w:after="120"/>
            </w:pPr>
            <w:r>
              <w:t>Доклад о работе седьмой сессии GRVA</w:t>
            </w:r>
          </w:p>
        </w:tc>
      </w:tr>
    </w:tbl>
    <w:p w14:paraId="31B679C8" w14:textId="77777777" w:rsidR="00B16E53" w:rsidRPr="00E37CBC" w:rsidRDefault="00B16E53" w:rsidP="00F629B4">
      <w:pPr>
        <w:pStyle w:val="H4G"/>
      </w:pPr>
      <w:r>
        <w:tab/>
        <w:t>3.3</w:t>
      </w:r>
      <w:r>
        <w:tab/>
      </w:r>
      <w:r>
        <w:rPr>
          <w:iCs/>
        </w:rPr>
        <w:t>Рабочая группа по общим предписаниям, касающимся безопасности (GRSG)</w:t>
      </w:r>
      <w:r>
        <w:rPr>
          <w:iCs/>
        </w:rPr>
        <w:br/>
        <w:t xml:space="preserve">(сто </w:t>
      </w:r>
      <w:r w:rsidRPr="00F629B4">
        <w:t>девятнадцатая</w:t>
      </w:r>
      <w:r>
        <w:rPr>
          <w:iCs/>
        </w:rPr>
        <w:t xml:space="preserve"> сессия, 6–9 октября 2020 года)</w:t>
      </w:r>
    </w:p>
    <w:p w14:paraId="406AB3CA" w14:textId="77777777" w:rsidR="00B16E53" w:rsidRPr="00E37CBC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0264F3C2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588026D2" w14:textId="77777777" w:rsidR="00B16E53" w:rsidRPr="00023A65" w:rsidRDefault="00B16E53" w:rsidP="00C84D95">
            <w:pPr>
              <w:pStyle w:val="SingleTxtG"/>
              <w:ind w:left="0" w:right="0"/>
              <w:jc w:val="left"/>
            </w:pPr>
            <w:r>
              <w:t>ECE/TRANS/WP.29/GRSG/98</w:t>
            </w:r>
          </w:p>
        </w:tc>
        <w:tc>
          <w:tcPr>
            <w:tcW w:w="4005" w:type="dxa"/>
            <w:shd w:val="clear" w:color="auto" w:fill="auto"/>
          </w:tcPr>
          <w:p w14:paraId="475E2958" w14:textId="77777777" w:rsidR="00B16E53" w:rsidRPr="00A8555F" w:rsidRDefault="00B16E53" w:rsidP="00C84D95">
            <w:pPr>
              <w:pStyle w:val="SingleTxtG"/>
              <w:ind w:left="0" w:right="0"/>
              <w:jc w:val="left"/>
            </w:pPr>
            <w:r>
              <w:t>Доклад о работе сто девятнадцатой сессии GRSG</w:t>
            </w:r>
          </w:p>
        </w:tc>
      </w:tr>
    </w:tbl>
    <w:p w14:paraId="75E80455" w14:textId="77777777" w:rsidR="00B16E53" w:rsidRPr="00E37CBC" w:rsidRDefault="00B16E53" w:rsidP="00F629B4">
      <w:pPr>
        <w:pStyle w:val="H4G"/>
      </w:pPr>
      <w:r>
        <w:tab/>
        <w:t>3.4</w:t>
      </w:r>
      <w:r>
        <w:tab/>
      </w:r>
      <w:r>
        <w:rPr>
          <w:iCs/>
        </w:rPr>
        <w:t xml:space="preserve">Рабочая группа по вопросам освещения и световой сигнализации (GRE) </w:t>
      </w:r>
      <w:r w:rsidR="00DB5CA4">
        <w:rPr>
          <w:iCs/>
        </w:rPr>
        <w:br/>
      </w:r>
      <w:r>
        <w:rPr>
          <w:iCs/>
        </w:rPr>
        <w:t>(восемьдесят третья и восемьдесят четвертая сессии, 19–23 октября 2020 года)</w:t>
      </w:r>
    </w:p>
    <w:p w14:paraId="60FB2D30" w14:textId="77777777" w:rsidR="00B16E53" w:rsidRPr="00E37CBC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E37CBC" w14:paraId="7CAD4AE6" w14:textId="77777777" w:rsidTr="00C84D95">
        <w:tc>
          <w:tcPr>
            <w:tcW w:w="3366" w:type="dxa"/>
            <w:shd w:val="clear" w:color="auto" w:fill="auto"/>
          </w:tcPr>
          <w:p w14:paraId="1F016208" w14:textId="77777777" w:rsidR="00B16E53" w:rsidRPr="00023A65" w:rsidRDefault="00B16E53" w:rsidP="00C84D95">
            <w:pPr>
              <w:pStyle w:val="SingleTxtG"/>
              <w:ind w:left="0" w:right="0"/>
              <w:jc w:val="left"/>
            </w:pPr>
            <w:r>
              <w:t>ECE/TRANS/WP.29/GRE/83</w:t>
            </w:r>
          </w:p>
        </w:tc>
        <w:tc>
          <w:tcPr>
            <w:tcW w:w="4005" w:type="dxa"/>
            <w:shd w:val="clear" w:color="auto" w:fill="auto"/>
          </w:tcPr>
          <w:p w14:paraId="131A8D59" w14:textId="77777777" w:rsidR="00B16E53" w:rsidRPr="00023A65" w:rsidRDefault="00B16E53" w:rsidP="00C84D95">
            <w:pPr>
              <w:pStyle w:val="SingleTxtG"/>
              <w:ind w:left="0" w:right="0"/>
            </w:pPr>
            <w:r>
              <w:t>Доклад о работе восемьдесят третьей сессии GRE</w:t>
            </w:r>
          </w:p>
        </w:tc>
      </w:tr>
      <w:tr w:rsidR="00B16E53" w:rsidRPr="00E37CBC" w14:paraId="4A95D748" w14:textId="77777777" w:rsidTr="00C84D95">
        <w:tc>
          <w:tcPr>
            <w:tcW w:w="3366" w:type="dxa"/>
            <w:shd w:val="clear" w:color="auto" w:fill="auto"/>
          </w:tcPr>
          <w:p w14:paraId="1F1F42E8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ECE/TRANS/WP.29/GRE/84</w:t>
            </w:r>
          </w:p>
        </w:tc>
        <w:tc>
          <w:tcPr>
            <w:tcW w:w="4005" w:type="dxa"/>
            <w:shd w:val="clear" w:color="auto" w:fill="auto"/>
          </w:tcPr>
          <w:p w14:paraId="0D5680BF" w14:textId="77777777" w:rsidR="00B16E53" w:rsidRPr="00023A65" w:rsidRDefault="00B16E53" w:rsidP="00C84D95">
            <w:pPr>
              <w:pStyle w:val="SingleTxtG"/>
              <w:ind w:left="0" w:right="0"/>
            </w:pPr>
            <w:r>
              <w:t>Доклад о работе восемьдесят четвертой сессии GRE</w:t>
            </w:r>
          </w:p>
        </w:tc>
      </w:tr>
    </w:tbl>
    <w:p w14:paraId="7170D253" w14:textId="77777777" w:rsidR="00B16E53" w:rsidRPr="00A8555F" w:rsidRDefault="00B16E53" w:rsidP="00F629B4">
      <w:pPr>
        <w:pStyle w:val="H4G"/>
        <w:rPr>
          <w:i w:val="0"/>
          <w:iCs/>
        </w:rPr>
      </w:pPr>
      <w:r>
        <w:tab/>
        <w:t>3.5</w:t>
      </w:r>
      <w:r>
        <w:tab/>
        <w:t xml:space="preserve">Основные вопросы, </w:t>
      </w:r>
      <w:r w:rsidRPr="00475079">
        <w:rPr>
          <w:iCs/>
        </w:rPr>
        <w:t>рассмотренные</w:t>
      </w:r>
      <w:r>
        <w:t xml:space="preserve"> на последних сессиях</w:t>
      </w:r>
    </w:p>
    <w:p w14:paraId="1041ACF2" w14:textId="77777777" w:rsidR="00B16E53" w:rsidRDefault="00B16E53" w:rsidP="00B16E53">
      <w:pPr>
        <w:pStyle w:val="H56G"/>
      </w:pPr>
      <w:r>
        <w:tab/>
        <w:t>3.5.1</w:t>
      </w:r>
      <w:r>
        <w:tab/>
        <w:t xml:space="preserve">Рабочая группа по пассивной безопасности (GRSP) (шестьдесят восьмая сессия, </w:t>
      </w:r>
      <w:r w:rsidR="00DB5CA4">
        <w:br/>
      </w:r>
      <w:r>
        <w:t>7–11 декабря 2020 года)</w:t>
      </w:r>
    </w:p>
    <w:p w14:paraId="42947DE1" w14:textId="77777777" w:rsidR="00B16E53" w:rsidRPr="00E37CBC" w:rsidRDefault="00B16E53" w:rsidP="00B16E53">
      <w:pPr>
        <w:pStyle w:val="SingleTxtG"/>
        <w:ind w:firstLine="567"/>
      </w:pPr>
      <w:r>
        <w:t>Председатель GRSР выступит с устным сообщением по основным вопросам, рассмотренным на сессии.</w:t>
      </w:r>
    </w:p>
    <w:p w14:paraId="55AE02E5" w14:textId="77777777" w:rsidR="00B16E53" w:rsidRDefault="00B16E53" w:rsidP="00B16E53">
      <w:pPr>
        <w:pStyle w:val="SingleTxtG"/>
        <w:ind w:hanging="742"/>
        <w:jc w:val="left"/>
      </w:pPr>
      <w:r>
        <w:t>3.5.2</w:t>
      </w:r>
      <w:r>
        <w:tab/>
        <w:t xml:space="preserve">Рабочая группа по общим предписаниям, касающимся безопасности (GRSG) </w:t>
      </w:r>
      <w:r w:rsidR="00DB5CA4">
        <w:br/>
      </w:r>
      <w:r>
        <w:t>(сто двадцатая сессия, 11 января 2021 года)</w:t>
      </w:r>
    </w:p>
    <w:p w14:paraId="0FB1E316" w14:textId="77777777" w:rsidR="00B16E53" w:rsidRPr="00E37CBC" w:rsidRDefault="00B16E53" w:rsidP="00B16E53">
      <w:pPr>
        <w:pStyle w:val="SingleTxtG"/>
        <w:ind w:firstLine="567"/>
      </w:pPr>
      <w:r>
        <w:t>Председатель GRSG выступит с устным сообщением по основным вопросам, рассмотренным на сессии.</w:t>
      </w:r>
    </w:p>
    <w:p w14:paraId="366178F1" w14:textId="77777777" w:rsidR="00B16E53" w:rsidRPr="00E37CBC" w:rsidRDefault="00B16E53" w:rsidP="00B16E53">
      <w:pPr>
        <w:pStyle w:val="H56G"/>
      </w:pPr>
      <w:r>
        <w:tab/>
        <w:t>3.5.3</w:t>
      </w:r>
      <w:r>
        <w:tab/>
        <w:t>Рабочая группа по проблемам энергии и загрязнения окружающей среды (GRPE) (</w:t>
      </w:r>
      <w:r w:rsidR="00DB5CA4">
        <w:t>в</w:t>
      </w:r>
      <w:r>
        <w:t>осемьдесят вторая сессия, 12–15 января 2021 года)</w:t>
      </w:r>
    </w:p>
    <w:p w14:paraId="546986FF" w14:textId="77777777" w:rsidR="00B16E53" w:rsidRPr="00E37CBC" w:rsidRDefault="00B16E53" w:rsidP="00B16E53">
      <w:pPr>
        <w:pStyle w:val="SingleTxtG"/>
        <w:ind w:firstLine="567"/>
      </w:pPr>
      <w:r>
        <w:t>Председатель GRPE выступит с устным сообщением по основным вопросам, рассмотренным на сессии.</w:t>
      </w:r>
    </w:p>
    <w:p w14:paraId="6F6CCF7B" w14:textId="77777777" w:rsidR="00B16E53" w:rsidRPr="00E37CBC" w:rsidRDefault="00B16E53" w:rsidP="00B16E53">
      <w:pPr>
        <w:pStyle w:val="H56G"/>
      </w:pPr>
      <w:r>
        <w:lastRenderedPageBreak/>
        <w:tab/>
        <w:t>3.5.4</w:t>
      </w:r>
      <w:r>
        <w:tab/>
      </w:r>
      <w:r>
        <w:tab/>
        <w:t xml:space="preserve">Рабочая группа по вопросам шума и шин (GRBP) (семьдесят третья сессия, </w:t>
      </w:r>
      <w:r w:rsidR="00DB5CA4">
        <w:br/>
      </w:r>
      <w:r>
        <w:t>26–29 января 2021 года)</w:t>
      </w:r>
    </w:p>
    <w:p w14:paraId="3C60A2A3" w14:textId="77777777" w:rsidR="00B16E53" w:rsidRDefault="00B16E53" w:rsidP="00B16E53">
      <w:pPr>
        <w:pStyle w:val="SingleTxtG"/>
        <w:ind w:firstLine="567"/>
      </w:pPr>
      <w:r>
        <w:t>Председатель GRBP выступит с устным сообщением по основным вопросам, рассмотренным на сессии.</w:t>
      </w:r>
    </w:p>
    <w:p w14:paraId="624C11EB" w14:textId="77777777" w:rsidR="00B16E53" w:rsidRPr="00032575" w:rsidRDefault="00B16E53" w:rsidP="00B16E53">
      <w:pPr>
        <w:pStyle w:val="H56G"/>
      </w:pPr>
      <w:r>
        <w:tab/>
        <w:t>3.5.5</w:t>
      </w:r>
      <w:r>
        <w:tab/>
      </w:r>
      <w:r>
        <w:tab/>
        <w:t xml:space="preserve">Рабочая группа по автоматизированным/автономным и подключенным транспортным средствам (GRVA) (восьмая сессия, </w:t>
      </w:r>
      <w:r w:rsidRPr="00711CB6">
        <w:t>14–16 декабря 2020 года,</w:t>
      </w:r>
      <w:r>
        <w:t xml:space="preserve"> </w:t>
      </w:r>
      <w:r w:rsidR="00DB5CA4">
        <w:br/>
      </w:r>
      <w:r>
        <w:t>и</w:t>
      </w:r>
      <w:r w:rsidRPr="00711CB6">
        <w:t xml:space="preserve"> девятая сессия</w:t>
      </w:r>
      <w:r>
        <w:t>,</w:t>
      </w:r>
      <w:r w:rsidRPr="00711CB6">
        <w:t xml:space="preserve"> 2–6 февраля 2021 года)</w:t>
      </w:r>
    </w:p>
    <w:p w14:paraId="1B5841E2" w14:textId="77777777" w:rsidR="00B16E53" w:rsidRPr="00E37CBC" w:rsidRDefault="00B16E53" w:rsidP="00B16E53">
      <w:pPr>
        <w:pStyle w:val="SingleTxtG"/>
        <w:ind w:firstLine="567"/>
      </w:pPr>
      <w:r>
        <w:t>Председатель GRVA выступит с устным сообщением по основным вопросам, рассмотренным на сессии.</w:t>
      </w:r>
    </w:p>
    <w:p w14:paraId="23E448F4" w14:textId="77777777" w:rsidR="00B16E53" w:rsidRPr="00334B1E" w:rsidRDefault="00B16E53" w:rsidP="00B16E53">
      <w:pPr>
        <w:pStyle w:val="H56G"/>
        <w:rPr>
          <w:b/>
          <w:bCs/>
        </w:rPr>
      </w:pPr>
      <w:r>
        <w:tab/>
      </w:r>
      <w:r w:rsidRPr="00334B1E">
        <w:rPr>
          <w:b/>
          <w:bCs/>
        </w:rPr>
        <w:t>4.</w:t>
      </w:r>
      <w:r w:rsidRPr="00334B1E">
        <w:rPr>
          <w:b/>
          <w:bCs/>
        </w:rPr>
        <w:tab/>
        <w:t>Соглашение 1958 года</w:t>
      </w:r>
    </w:p>
    <w:p w14:paraId="07CF87EB" w14:textId="77777777" w:rsidR="00B16E53" w:rsidRPr="00A8555F" w:rsidRDefault="00B16E53" w:rsidP="00F629B4">
      <w:pPr>
        <w:pStyle w:val="H4G"/>
      </w:pPr>
      <w:r>
        <w:tab/>
        <w:t>4.1</w:t>
      </w:r>
      <w:r>
        <w:tab/>
      </w:r>
      <w:r>
        <w:rPr>
          <w:iCs/>
        </w:rPr>
        <w:t>Статус Соглашения и прилагаемых к нему правил ООН</w:t>
      </w:r>
    </w:p>
    <w:p w14:paraId="3F9DFC97" w14:textId="77777777" w:rsidR="00B16E53" w:rsidRPr="00F46C18" w:rsidRDefault="00B16E53" w:rsidP="00B16E53">
      <w:pPr>
        <w:pStyle w:val="SingleTxtG"/>
        <w:ind w:firstLine="567"/>
      </w:pPr>
      <w:r>
        <w:t>Секретариат сообщит о статусе Соглашения и прилагаемых к нему правил ООН на основе обновленного варианта документа ECE/TRANS/WP.29/343/Rev.29, в</w:t>
      </w:r>
      <w:r w:rsidR="00DB5CA4">
        <w:t> </w:t>
      </w:r>
      <w:r>
        <w:t>котором содержится вся информация, поступившая в секретариат до 20 февраля 2021</w:t>
      </w:r>
      <w:r>
        <w:rPr>
          <w:lang w:val="en-US"/>
        </w:rPr>
        <w:t> </w:t>
      </w:r>
      <w:r>
        <w:t xml:space="preserve">года. Последующие изменения, внесенные в первоначальный документ о статусе, будут представлены в документе, озаглавленном «Неофициальный обновленный вариант ECE/TRANS/WP.29/343/Rev.29». Этот документ будет размещен по следующему адресу в Интернете: </w:t>
      </w:r>
      <w:hyperlink r:id="rId9" w:history="1">
        <w:r w:rsidR="00DB5CA4" w:rsidRPr="004605B5">
          <w:rPr>
            <w:rStyle w:val="af2"/>
          </w:rPr>
          <w:t>www.unece.org/trans/main/wp29/wp29wgs/wp29gen/</w:t>
        </w:r>
        <w:r w:rsidR="00DB5CA4" w:rsidRPr="004605B5">
          <w:rPr>
            <w:rStyle w:val="af2"/>
          </w:rPr>
          <w:br/>
          <w:t>wp29fdocstts.html</w:t>
        </w:r>
      </w:hyperlink>
      <w:r w:rsidRPr="00F46C18">
        <w:t>.</w:t>
      </w:r>
      <w:r w:rsidR="00DB5CA4">
        <w:t xml:space="preserve"> </w:t>
      </w:r>
    </w:p>
    <w:p w14:paraId="2AF00BDE" w14:textId="77777777" w:rsidR="00B16E53" w:rsidRPr="00A8555F" w:rsidRDefault="00B16E53" w:rsidP="00B16E53">
      <w:pPr>
        <w:pStyle w:val="SingleTxtG"/>
        <w:ind w:firstLine="567"/>
      </w:pPr>
      <w:r>
        <w:t xml:space="preserve">Информация об указанных органах по официальному утверждению типа и </w:t>
      </w:r>
      <w:r w:rsidRPr="00F46C18">
        <w:t xml:space="preserve">назначенных технических службах доступна через онлайновый инструмент </w:t>
      </w:r>
      <w:hyperlink r:id="rId10" w:history="1">
        <w:r w:rsidR="00DB5CA4" w:rsidRPr="004605B5">
          <w:rPr>
            <w:rStyle w:val="af2"/>
          </w:rPr>
          <w:t>https://apps.unece.org/WP29_application/</w:t>
        </w:r>
      </w:hyperlink>
      <w:r w:rsidRPr="00F46C18">
        <w:t>.</w:t>
      </w:r>
    </w:p>
    <w:p w14:paraId="56040369" w14:textId="77777777" w:rsidR="00B16E53" w:rsidRPr="00A8555F" w:rsidRDefault="00B16E53" w:rsidP="00F629B4">
      <w:pPr>
        <w:pStyle w:val="H4G"/>
        <w:rPr>
          <w:i w:val="0"/>
          <w:iCs/>
        </w:rPr>
      </w:pPr>
      <w:r>
        <w:tab/>
        <w:t>4.2</w:t>
      </w:r>
      <w:r>
        <w:tab/>
        <w:t xml:space="preserve">Указания, </w:t>
      </w:r>
      <w:r w:rsidRPr="00475079">
        <w:rPr>
          <w:iCs/>
        </w:rPr>
        <w:t>запрошенные</w:t>
      </w:r>
      <w:r>
        <w:t xml:space="preserve"> рабочими группами по вопросам, связанным с правилами ООН, прилагаемыми к Соглашению 1958 года</w:t>
      </w:r>
    </w:p>
    <w:p w14:paraId="7303C316" w14:textId="77777777" w:rsidR="00B16E53" w:rsidRPr="00A8555F" w:rsidRDefault="00B16E53" w:rsidP="00B16E53">
      <w:pPr>
        <w:pStyle w:val="SingleTxtG"/>
        <w:ind w:firstLine="567"/>
      </w:pPr>
      <w:r>
        <w:t>По просьбе председателей вспомогательных рабочих групп WP.29 Всемирный форум, возможно, пожелает рассмотреть любой вопрос, связанный с Соглашением 1958 года, и дать соответствующие указания.</w:t>
      </w:r>
    </w:p>
    <w:p w14:paraId="72600B11" w14:textId="77777777" w:rsidR="00B16E53" w:rsidRDefault="00B16E53" w:rsidP="00B16E53">
      <w:pPr>
        <w:pStyle w:val="H56G"/>
      </w:pPr>
      <w:r>
        <w:tab/>
        <w:t>4.2.1</w:t>
      </w:r>
      <w:r>
        <w:tab/>
        <w:t>Воспроизведение частных стандартов и ссылки на них в правилах ООН, глобальных технических правилах ООН (ГТП ООН) и предписаниях ООН</w:t>
      </w:r>
    </w:p>
    <w:p w14:paraId="6995708D" w14:textId="77777777" w:rsidR="00B16E53" w:rsidRPr="00052A5E" w:rsidRDefault="00B16E53" w:rsidP="00B16E53">
      <w:pPr>
        <w:pStyle w:val="SingleTxtG"/>
        <w:ind w:firstLine="567"/>
      </w:pPr>
      <w:r w:rsidRPr="00052A5E">
        <w:t>Всемирный форум решил возобновить рассмотрение этого вопроса.</w:t>
      </w:r>
    </w:p>
    <w:p w14:paraId="250BC849" w14:textId="77777777" w:rsidR="00B16E53" w:rsidRPr="00A8555F" w:rsidRDefault="00B16E53" w:rsidP="00B16E53">
      <w:pPr>
        <w:pStyle w:val="H56G"/>
        <w:jc w:val="both"/>
        <w:rPr>
          <w:bCs/>
        </w:rPr>
      </w:pPr>
      <w:r>
        <w:tab/>
        <w:t>4.2.2</w:t>
      </w:r>
      <w:r>
        <w:tab/>
        <w:t>Указания по поправкам к правилам ООН, прилагаемым к Соглашению 1958 года</w:t>
      </w:r>
    </w:p>
    <w:p w14:paraId="500F640C" w14:textId="77777777" w:rsidR="00B16E53" w:rsidRPr="0077678D" w:rsidRDefault="00B16E53" w:rsidP="00B16E53">
      <w:pPr>
        <w:pStyle w:val="SingleTxtG"/>
        <w:ind w:firstLine="567"/>
      </w:pPr>
      <w:r>
        <w:t>Всемирный форум решил продолжить рассмотрение этого вопроса, который затрагивает как нынешний вариант Соглашения 1958 года (Пересмотр 3), так и его прежний вариант. WP.29, возможно, пожелает продолжить рассмотрение предложения по Пересмотру 3 проекта руководящих указаний, касающихся поправок к правилам ООН, на сессии в марте 2021 года в соответствии с принятым решением (ECE/TRANS/WP.29/1155, пункт 93).</w:t>
      </w:r>
    </w:p>
    <w:p w14:paraId="797DFDCB" w14:textId="77777777" w:rsidR="00B16E53" w:rsidRPr="0077678D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77678D" w14:paraId="42702CB3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717E41FD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E/ECE/TRANS/1044/Rev.3</w:t>
            </w:r>
          </w:p>
          <w:p w14:paraId="13B680D2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</w:p>
        </w:tc>
        <w:tc>
          <w:tcPr>
            <w:tcW w:w="4005" w:type="dxa"/>
            <w:shd w:val="clear" w:color="auto" w:fill="auto"/>
          </w:tcPr>
          <w:p w14:paraId="5B78C025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Пересмотру 3 Общих руководящих принципов, касающихся регламентационных процедур Организации Объединенных Наций и переходных положений в правилах ООН</w:t>
            </w:r>
          </w:p>
        </w:tc>
      </w:tr>
    </w:tbl>
    <w:p w14:paraId="646FA006" w14:textId="77777777" w:rsidR="00B16E53" w:rsidRPr="00F629B4" w:rsidRDefault="00B16E53" w:rsidP="00F629B4">
      <w:pPr>
        <w:pStyle w:val="H4G"/>
      </w:pPr>
      <w:r>
        <w:tab/>
      </w:r>
      <w:r w:rsidRPr="00F629B4">
        <w:t>4.2.3</w:t>
      </w:r>
      <w:r w:rsidRPr="00F629B4">
        <w:tab/>
        <w:t>Толкование отдельных правил ООН</w:t>
      </w:r>
    </w:p>
    <w:p w14:paraId="295AED95" w14:textId="77777777" w:rsidR="00B16E53" w:rsidRPr="0077678D" w:rsidRDefault="00B16E53" w:rsidP="00DB5CA4">
      <w:pPr>
        <w:pStyle w:val="SingleTxtG"/>
      </w:pPr>
      <w:r>
        <w:tab/>
        <w:t xml:space="preserve">Всемирный форум, возможно, пожелает рассмотреть предложения по пояснительным документам к Правилам № 155 ООН, касающимся кибербезопасности и системы управления кибербезопасностью, и Правилам № 156 ООН, касающимся </w:t>
      </w:r>
      <w:r>
        <w:lastRenderedPageBreak/>
        <w:t>обновления программного обеспечения и системы управления обновлением программного обеспечения.</w:t>
      </w:r>
    </w:p>
    <w:p w14:paraId="20593A15" w14:textId="77777777" w:rsidR="00B16E53" w:rsidRPr="0077678D" w:rsidRDefault="00B16E53" w:rsidP="00B16E53">
      <w:pPr>
        <w:pStyle w:val="SingleTxtG"/>
        <w:keepNext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77678D" w14:paraId="1BB453B4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1A160003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E/ECE/TRANS/WP.29/2021/59</w:t>
            </w:r>
          </w:p>
          <w:p w14:paraId="590B3866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</w:p>
        </w:tc>
        <w:tc>
          <w:tcPr>
            <w:tcW w:w="4005" w:type="dxa"/>
            <w:shd w:val="clear" w:color="auto" w:fill="auto"/>
          </w:tcPr>
          <w:p w14:paraId="1E7F7B92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Предложения по пояснительным документам к Правилам № 155 ООН, касающимся кибербезопасности и системы управления кибербезопасностью</w:t>
            </w:r>
          </w:p>
        </w:tc>
      </w:tr>
      <w:tr w:rsidR="00B16E53" w:rsidRPr="00220873" w14:paraId="6FE22109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6FFBD4B0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E/ECE/TRANS/WP.29/2021/60</w:t>
            </w:r>
          </w:p>
          <w:p w14:paraId="2B1B5BE6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</w:p>
        </w:tc>
        <w:tc>
          <w:tcPr>
            <w:tcW w:w="4005" w:type="dxa"/>
            <w:shd w:val="clear" w:color="auto" w:fill="auto"/>
          </w:tcPr>
          <w:p w14:paraId="53A1590D" w14:textId="77777777" w:rsidR="00B16E53" w:rsidRPr="0077678D" w:rsidRDefault="00B16E53" w:rsidP="00C84D95">
            <w:pPr>
              <w:pStyle w:val="SingleTxtG"/>
              <w:ind w:left="0" w:right="0"/>
              <w:jc w:val="left"/>
            </w:pPr>
            <w:r>
              <w:t>Предложения по пояснительным документам к Правилам № 156 ООН, касающимся обновления программного обеспечения и системы управления обновлением программного обеспечения</w:t>
            </w:r>
          </w:p>
        </w:tc>
      </w:tr>
    </w:tbl>
    <w:p w14:paraId="511A43E4" w14:textId="77777777" w:rsidR="00B16E53" w:rsidRPr="00A8555F" w:rsidRDefault="00B16E53" w:rsidP="00F629B4">
      <w:pPr>
        <w:pStyle w:val="H4G"/>
        <w:rPr>
          <w:iCs/>
        </w:rPr>
      </w:pPr>
      <w:r>
        <w:tab/>
        <w:t>4.3</w:t>
      </w:r>
      <w:r>
        <w:tab/>
      </w:r>
      <w:r>
        <w:rPr>
          <w:iCs/>
        </w:rPr>
        <w:t xml:space="preserve">Разработка международной системы официального утверждения типа </w:t>
      </w:r>
      <w:r w:rsidRPr="00F629B4">
        <w:t>комплектного</w:t>
      </w:r>
      <w:r>
        <w:rPr>
          <w:iCs/>
        </w:rPr>
        <w:t xml:space="preserve"> транспортного средства (МОУТКТС)</w:t>
      </w:r>
    </w:p>
    <w:p w14:paraId="77AB51C6" w14:textId="77777777" w:rsidR="00B16E53" w:rsidRDefault="00B16E53" w:rsidP="00B16E53">
      <w:pPr>
        <w:pStyle w:val="SingleTxtG"/>
        <w:ind w:firstLine="567"/>
      </w:pPr>
      <w:r>
        <w:t>Председатель неофициальной рабочей группы по МОУТКТС сообщит о результатах работы, проделанной в ходе совещаний группы и ее двух подгрупп, которым было поручено подготовить проект поправок к Правилам № 0 ООН.</w:t>
      </w:r>
    </w:p>
    <w:p w14:paraId="026D11DE" w14:textId="77777777" w:rsidR="00B16E53" w:rsidRPr="00A8555F" w:rsidRDefault="00B16E53" w:rsidP="00F629B4">
      <w:pPr>
        <w:pStyle w:val="H4G"/>
        <w:rPr>
          <w:iCs/>
          <w:sz w:val="24"/>
          <w:szCs w:val="24"/>
        </w:rPr>
      </w:pPr>
      <w:r>
        <w:tab/>
        <w:t>4.4</w:t>
      </w:r>
      <w:r>
        <w:tab/>
      </w:r>
      <w:r>
        <w:rPr>
          <w:iCs/>
        </w:rPr>
        <w:t>Пересмотр 3 Соглашения 1958 года</w:t>
      </w:r>
    </w:p>
    <w:p w14:paraId="2D532BB8" w14:textId="77777777" w:rsidR="00B16E53" w:rsidRPr="00102374" w:rsidRDefault="00B16E53" w:rsidP="00B16E53">
      <w:pPr>
        <w:shd w:val="clear" w:color="auto" w:fill="FFFFFF"/>
        <w:spacing w:after="120" w:line="240" w:lineRule="auto"/>
        <w:ind w:left="1134" w:right="1134" w:firstLine="567"/>
        <w:jc w:val="both"/>
        <w:rPr>
          <w:strike/>
          <w:lang w:val="en-US"/>
        </w:rPr>
      </w:pPr>
      <w:r>
        <w:t>Всемирный форум, возможно, пожелает заслушать информацию о ходе осуществления Пересмотра 3 Соглашения 1958 года и о вступлении в силу поправок к приложению 4.</w:t>
      </w:r>
    </w:p>
    <w:p w14:paraId="6AC102EB" w14:textId="77777777" w:rsidR="00B16E53" w:rsidRPr="00023A65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220873" w14:paraId="4EE082BA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0999D062" w14:textId="77777777" w:rsidR="00B16E53" w:rsidRPr="00220873" w:rsidRDefault="00B16E53" w:rsidP="006E2C0C">
            <w:pPr>
              <w:pStyle w:val="SingleTxtG"/>
              <w:ind w:left="0" w:right="0"/>
              <w:jc w:val="left"/>
            </w:pPr>
            <w:r w:rsidRPr="00A5430F">
              <w:rPr>
                <w:lang w:val="en-US"/>
              </w:rPr>
              <w:t>(E/ECE/TRANS/505/Rev.3</w:t>
            </w:r>
          </w:p>
        </w:tc>
        <w:tc>
          <w:tcPr>
            <w:tcW w:w="4005" w:type="dxa"/>
            <w:shd w:val="clear" w:color="auto" w:fill="auto"/>
          </w:tcPr>
          <w:p w14:paraId="6CDBFF5D" w14:textId="77777777" w:rsidR="00B16E53" w:rsidRPr="00220873" w:rsidRDefault="00B16E53" w:rsidP="006E2C0C">
            <w:pPr>
              <w:pStyle w:val="SingleTxtG"/>
              <w:ind w:left="0" w:right="0"/>
              <w:jc w:val="left"/>
            </w:pPr>
            <w:r>
              <w:t>Пересмотр 3 Соглашения 1958 года)</w:t>
            </w:r>
          </w:p>
        </w:tc>
      </w:tr>
    </w:tbl>
    <w:p w14:paraId="160401CC" w14:textId="77777777" w:rsidR="00B16E53" w:rsidRPr="00A8555F" w:rsidRDefault="00B16E53" w:rsidP="00F629B4">
      <w:pPr>
        <w:pStyle w:val="H4G"/>
      </w:pPr>
      <w:r>
        <w:tab/>
        <w:t>4.5</w:t>
      </w:r>
      <w:r>
        <w:tab/>
      </w:r>
      <w:r>
        <w:rPr>
          <w:iCs/>
        </w:rPr>
        <w:t xml:space="preserve">Разработка электронной базы данных для обмена документацией об официальном </w:t>
      </w:r>
      <w:r w:rsidRPr="00F629B4">
        <w:t>утверждении</w:t>
      </w:r>
      <w:r>
        <w:rPr>
          <w:iCs/>
        </w:rPr>
        <w:t xml:space="preserve"> типа (ДЕТА)</w:t>
      </w:r>
    </w:p>
    <w:p w14:paraId="32C5BBFD" w14:textId="77777777" w:rsidR="00B16E53" w:rsidRPr="00A8555F" w:rsidRDefault="00B16E53" w:rsidP="00B16E53">
      <w:pPr>
        <w:pStyle w:val="SingleTxtG"/>
        <w:ind w:firstLine="567"/>
      </w:pPr>
      <w:r>
        <w:t>Эксперт от Германии сообщит о текущей деятельности, связанной с размещением ДЕТА.</w:t>
      </w:r>
    </w:p>
    <w:p w14:paraId="66C99A52" w14:textId="77777777" w:rsidR="00B16E53" w:rsidRPr="00A8555F" w:rsidRDefault="00B16E53" w:rsidP="00B16E53">
      <w:pPr>
        <w:pStyle w:val="SingleTxtG"/>
        <w:ind w:firstLine="567"/>
      </w:pPr>
      <w:r>
        <w:t>Секретариат сообщит о ситуации с размещением ДЕТА на сервере ЕЭК ООН.</w:t>
      </w:r>
    </w:p>
    <w:p w14:paraId="5F322B95" w14:textId="77777777" w:rsidR="00B16E53" w:rsidRPr="00F629B4" w:rsidRDefault="00B16E53" w:rsidP="00F629B4">
      <w:pPr>
        <w:pStyle w:val="H4G"/>
      </w:pPr>
      <w:r>
        <w:tab/>
      </w:r>
      <w:r w:rsidRPr="00F629B4">
        <w:t>4.6</w:t>
      </w:r>
      <w:r w:rsidRPr="00F629B4">
        <w:tab/>
        <w:t>Рассмотрение проектов поправок к существующим правилам ООН, представленных GRBP</w:t>
      </w:r>
    </w:p>
    <w:p w14:paraId="22BECD45" w14:textId="77777777" w:rsidR="00B16E53" w:rsidRPr="00A8555F" w:rsidRDefault="00B16E53" w:rsidP="00B16E53">
      <w:pPr>
        <w:pStyle w:val="SingleTxtG"/>
        <w:ind w:firstLine="567"/>
      </w:pPr>
      <w:r>
        <w:t xml:space="preserve">Всемирный форум рассмотрит нижеследующие предложения и, возможно, решит представить их Административному комитету Соглашения 1958 года (AC.1) </w:t>
      </w:r>
      <w:r w:rsidR="00DB5CA4">
        <w:br/>
      </w:r>
      <w:r>
        <w:t>с рекомендациями относительно их принятия путем голосования.</w:t>
      </w:r>
    </w:p>
    <w:p w14:paraId="0CD59740" w14:textId="77777777" w:rsidR="00B16E53" w:rsidRDefault="00B16E53" w:rsidP="00B16E53">
      <w:pPr>
        <w:pStyle w:val="SingleTxtG"/>
        <w:spacing w:before="240"/>
      </w:pPr>
      <w:r>
        <w:t>Предложения, не подлежащие представлению Председателем GRSP (пункты А):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494"/>
        <w:gridCol w:w="4011"/>
      </w:tblGrid>
      <w:tr w:rsidR="00B16E53" w:rsidRPr="00C03AC5" w14:paraId="20298D16" w14:textId="77777777" w:rsidTr="00C84D95">
        <w:trPr>
          <w:cantSplit/>
        </w:trPr>
        <w:tc>
          <w:tcPr>
            <w:tcW w:w="993" w:type="dxa"/>
          </w:tcPr>
          <w:p w14:paraId="79183B27" w14:textId="77777777" w:rsidR="00B16E53" w:rsidRPr="00C03AC5" w:rsidRDefault="00B16E53" w:rsidP="00C84D95">
            <w:pPr>
              <w:keepNext/>
              <w:keepLines/>
              <w:spacing w:after="120"/>
              <w:ind w:right="146"/>
              <w:jc w:val="right"/>
            </w:pPr>
            <w:r>
              <w:t>4.6.1</w:t>
            </w:r>
          </w:p>
        </w:tc>
        <w:tc>
          <w:tcPr>
            <w:tcW w:w="3494" w:type="dxa"/>
          </w:tcPr>
          <w:p w14:paraId="31A23D42" w14:textId="77777777" w:rsidR="00B16E53" w:rsidRPr="00FD106F" w:rsidRDefault="00B16E53" w:rsidP="00C84D95">
            <w:pPr>
              <w:keepNext/>
              <w:keepLines/>
              <w:ind w:left="143"/>
            </w:pPr>
            <w:r>
              <w:t>ECE/TRANS/WP.29/2021/2</w:t>
            </w:r>
          </w:p>
        </w:tc>
        <w:tc>
          <w:tcPr>
            <w:tcW w:w="4011" w:type="dxa"/>
          </w:tcPr>
          <w:p w14:paraId="3814CAA5" w14:textId="77777777" w:rsidR="00B16E53" w:rsidRDefault="00B16E53" w:rsidP="00C84D95">
            <w:pPr>
              <w:keepNext/>
              <w:keepLines/>
              <w:widowControl w:val="0"/>
              <w:spacing w:after="120"/>
              <w:rPr>
                <w:bCs/>
              </w:rPr>
            </w:pPr>
            <w:r>
              <w:t>Предложение по дополнению 23 к поправкам серии 02 к Правилам № 30 ООН (шины для пассажирских автомобилей и их прицепов)</w:t>
            </w:r>
          </w:p>
          <w:p w14:paraId="10AEE23A" w14:textId="77777777" w:rsidR="00B16E53" w:rsidRPr="00FD106F" w:rsidRDefault="00B16E53" w:rsidP="00C84D95">
            <w:pPr>
              <w:keepNext/>
              <w:keepLines/>
              <w:spacing w:after="120"/>
            </w:pPr>
            <w:r>
              <w:t xml:space="preserve">ECE/TRANS/WP.29/GRBP/70, пункт 10, </w:t>
            </w:r>
            <w:r w:rsidR="006E2C0C">
              <w:br/>
            </w:r>
            <w:r>
              <w:t>на основе ECE/TRANS/WP.29/GRBP/2020/12</w:t>
            </w:r>
          </w:p>
        </w:tc>
      </w:tr>
      <w:tr w:rsidR="00B16E53" w:rsidRPr="00C03AC5" w14:paraId="77A4EA39" w14:textId="77777777" w:rsidTr="00C84D95">
        <w:trPr>
          <w:cantSplit/>
        </w:trPr>
        <w:tc>
          <w:tcPr>
            <w:tcW w:w="993" w:type="dxa"/>
          </w:tcPr>
          <w:p w14:paraId="75163970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t>4.6.2</w:t>
            </w:r>
          </w:p>
        </w:tc>
        <w:tc>
          <w:tcPr>
            <w:tcW w:w="3494" w:type="dxa"/>
          </w:tcPr>
          <w:p w14:paraId="70A68395" w14:textId="77777777" w:rsidR="00B16E53" w:rsidRPr="00FD106F" w:rsidRDefault="00B16E53" w:rsidP="00C84D95">
            <w:pPr>
              <w:ind w:firstLine="143"/>
            </w:pPr>
            <w:r>
              <w:t>ECE/TRANS/WP.29/2021/4</w:t>
            </w:r>
          </w:p>
        </w:tc>
        <w:tc>
          <w:tcPr>
            <w:tcW w:w="4011" w:type="dxa"/>
          </w:tcPr>
          <w:p w14:paraId="3F12DBBF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>Предложение по дополнению 9 к поправкам серии 04 к Правилам № 41 ООН (шум, производимый мотоциклами)</w:t>
            </w:r>
          </w:p>
          <w:p w14:paraId="51850886" w14:textId="77777777" w:rsidR="00B16E53" w:rsidRPr="00FD106F" w:rsidRDefault="00B16E53" w:rsidP="00C84D95">
            <w:pPr>
              <w:widowControl w:val="0"/>
              <w:spacing w:after="120"/>
            </w:pPr>
            <w:r>
              <w:t xml:space="preserve">ECE/TRANS/WP.29/GRBP/70, пункт 5, </w:t>
            </w:r>
            <w:r w:rsidR="006E2C0C">
              <w:br/>
            </w:r>
            <w:r>
              <w:t>на основе ECE/TRANS/WP.29/GRBP/2020/18</w:t>
            </w:r>
          </w:p>
        </w:tc>
      </w:tr>
      <w:tr w:rsidR="00B16E53" w:rsidRPr="00C03AC5" w14:paraId="264146BB" w14:textId="77777777" w:rsidTr="00C84D95">
        <w:trPr>
          <w:cantSplit/>
        </w:trPr>
        <w:tc>
          <w:tcPr>
            <w:tcW w:w="993" w:type="dxa"/>
          </w:tcPr>
          <w:p w14:paraId="0CBA7BFB" w14:textId="77777777" w:rsidR="00B16E5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4.6.3</w:t>
            </w:r>
          </w:p>
        </w:tc>
        <w:tc>
          <w:tcPr>
            <w:tcW w:w="3494" w:type="dxa"/>
          </w:tcPr>
          <w:p w14:paraId="6932F59E" w14:textId="77777777" w:rsidR="00B16E53" w:rsidRPr="00D3434B" w:rsidRDefault="00B16E53" w:rsidP="00C84D95">
            <w:pPr>
              <w:ind w:firstLine="143"/>
            </w:pPr>
            <w:r>
              <w:t>ECE/TRANS/WP.29/2021/5</w:t>
            </w:r>
          </w:p>
        </w:tc>
        <w:tc>
          <w:tcPr>
            <w:tcW w:w="4011" w:type="dxa"/>
          </w:tcPr>
          <w:p w14:paraId="63059965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Предложение по дополнению 24 к первоначальной серии поправок к </w:t>
            </w:r>
            <w:r w:rsidR="00F51DEA">
              <w:br/>
            </w:r>
            <w:r>
              <w:t>Правилам № 54 (шины для транспортных средств неиндивидуального пользования и их прицепов)</w:t>
            </w:r>
          </w:p>
          <w:p w14:paraId="68DAA037" w14:textId="77777777" w:rsidR="00B16E53" w:rsidRPr="00D3434B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 13, </w:t>
            </w:r>
            <w:r w:rsidR="00F51DEA">
              <w:br/>
            </w:r>
            <w:r>
              <w:t>на основе ECE/TRANS/WP.29/GRBP/2020/13 и приложения V к докладу</w:t>
            </w:r>
          </w:p>
        </w:tc>
      </w:tr>
      <w:tr w:rsidR="00B16E53" w:rsidRPr="00C03AC5" w14:paraId="36F7BCBF" w14:textId="77777777" w:rsidTr="00C84D95">
        <w:trPr>
          <w:cantSplit/>
        </w:trPr>
        <w:tc>
          <w:tcPr>
            <w:tcW w:w="993" w:type="dxa"/>
          </w:tcPr>
          <w:p w14:paraId="31434B3A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4.6.4</w:t>
            </w:r>
          </w:p>
        </w:tc>
        <w:tc>
          <w:tcPr>
            <w:tcW w:w="3494" w:type="dxa"/>
          </w:tcPr>
          <w:p w14:paraId="7DA9BAFF" w14:textId="77777777" w:rsidR="00B16E53" w:rsidRPr="00D3434B" w:rsidRDefault="00B16E53" w:rsidP="00C84D95">
            <w:pPr>
              <w:ind w:firstLine="143"/>
            </w:pPr>
            <w:r>
              <w:t>ECE/TRANS/WP.29/2021/6</w:t>
            </w:r>
          </w:p>
        </w:tc>
        <w:tc>
          <w:tcPr>
            <w:tcW w:w="4011" w:type="dxa"/>
          </w:tcPr>
          <w:p w14:paraId="7377BB0D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Предложение по дополнению 19 к первоначальной серии поправок к </w:t>
            </w:r>
            <w:r w:rsidR="00F51DEA">
              <w:br/>
            </w:r>
            <w:r>
              <w:t>Правилам № 75 ООН (шины для транспортных средств категории L)</w:t>
            </w:r>
          </w:p>
          <w:p w14:paraId="534FC9A6" w14:textId="77777777" w:rsidR="00B16E53" w:rsidRPr="00D3434B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 14, </w:t>
            </w:r>
            <w:r w:rsidR="00F51DEA">
              <w:br/>
            </w:r>
            <w:r>
              <w:t xml:space="preserve">на основе ECE/TRANS/WP.29/GRBP/2020/14 и приложения VI к докладу </w:t>
            </w:r>
          </w:p>
        </w:tc>
      </w:tr>
      <w:tr w:rsidR="00B16E53" w:rsidRPr="00C03AC5" w14:paraId="7474B940" w14:textId="77777777" w:rsidTr="00C84D95">
        <w:trPr>
          <w:cantSplit/>
        </w:trPr>
        <w:tc>
          <w:tcPr>
            <w:tcW w:w="993" w:type="dxa"/>
          </w:tcPr>
          <w:p w14:paraId="5910C440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4.6.5</w:t>
            </w:r>
          </w:p>
        </w:tc>
        <w:tc>
          <w:tcPr>
            <w:tcW w:w="3494" w:type="dxa"/>
          </w:tcPr>
          <w:p w14:paraId="7345B56C" w14:textId="77777777" w:rsidR="00B16E53" w:rsidRPr="00D3434B" w:rsidRDefault="00B16E53" w:rsidP="00C84D95">
            <w:pPr>
              <w:ind w:firstLine="143"/>
            </w:pPr>
            <w:r>
              <w:t>ECE/TRANS/WP.29/2021/7</w:t>
            </w:r>
          </w:p>
        </w:tc>
        <w:tc>
          <w:tcPr>
            <w:tcW w:w="4011" w:type="dxa"/>
          </w:tcPr>
          <w:p w14:paraId="544DD8D5" w14:textId="77777777" w:rsidR="00B16E53" w:rsidRPr="00DE29F8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Предложение по дополнению 19 к первоначальной серии поправок к </w:t>
            </w:r>
            <w:r w:rsidR="00F51DEA">
              <w:br/>
            </w:r>
            <w:r>
              <w:t>Правилам № 106 ООН (шины для сельскохозяйственных транспортных средств и их прицепов)</w:t>
            </w:r>
          </w:p>
          <w:p w14:paraId="49845319" w14:textId="77777777" w:rsidR="00B16E53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 15, </w:t>
            </w:r>
            <w:r w:rsidR="00F51DEA">
              <w:br/>
            </w:r>
            <w:r>
              <w:t>на основе ECE/TRANS/WP.29/GRBP/2020/15 и приложения VII к докладу</w:t>
            </w:r>
          </w:p>
        </w:tc>
      </w:tr>
      <w:tr w:rsidR="00B16E53" w:rsidRPr="00C03AC5" w14:paraId="208A0019" w14:textId="77777777" w:rsidTr="00C84D95">
        <w:trPr>
          <w:cantSplit/>
        </w:trPr>
        <w:tc>
          <w:tcPr>
            <w:tcW w:w="993" w:type="dxa"/>
          </w:tcPr>
          <w:p w14:paraId="3CF3BDEB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4.6.6</w:t>
            </w:r>
          </w:p>
        </w:tc>
        <w:tc>
          <w:tcPr>
            <w:tcW w:w="3494" w:type="dxa"/>
          </w:tcPr>
          <w:p w14:paraId="6DC9A8F9" w14:textId="77777777" w:rsidR="00B16E53" w:rsidRPr="00D3434B" w:rsidRDefault="00B16E53" w:rsidP="00C84D95">
            <w:pPr>
              <w:ind w:firstLine="143"/>
            </w:pPr>
            <w:r>
              <w:t>ECE/TRANS/WP.29/2021/8</w:t>
            </w:r>
          </w:p>
        </w:tc>
        <w:tc>
          <w:tcPr>
            <w:tcW w:w="4011" w:type="dxa"/>
          </w:tcPr>
          <w:p w14:paraId="6C645908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>Предложение по дополнению 13 к поправкам серии 02 к Правилам № 117 ООН (шины, сопротивление качению, издаваемый при качении звук и сцепление на мокрых поверхностях)</w:t>
            </w:r>
          </w:p>
          <w:p w14:paraId="60B87C6B" w14:textId="77777777" w:rsidR="00B16E53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пункты 16 и 17, на основе ECE/TRANS/WP.29/GRBP/2020/16, ECE/TRANS/WP.29/GRBP/2020/17 и приложения VIII к докладу </w:t>
            </w:r>
          </w:p>
        </w:tc>
      </w:tr>
      <w:tr w:rsidR="00B16E53" w:rsidRPr="00C03AC5" w14:paraId="5ABC3DCA" w14:textId="77777777" w:rsidTr="00C84D95">
        <w:trPr>
          <w:cantSplit/>
        </w:trPr>
        <w:tc>
          <w:tcPr>
            <w:tcW w:w="993" w:type="dxa"/>
          </w:tcPr>
          <w:p w14:paraId="69326FC9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4.6.7</w:t>
            </w:r>
          </w:p>
        </w:tc>
        <w:tc>
          <w:tcPr>
            <w:tcW w:w="3494" w:type="dxa"/>
          </w:tcPr>
          <w:p w14:paraId="4EF74E68" w14:textId="77777777" w:rsidR="00B16E53" w:rsidRPr="00D3434B" w:rsidRDefault="00B16E53" w:rsidP="00C84D95">
            <w:pPr>
              <w:ind w:firstLine="143"/>
            </w:pPr>
            <w:r>
              <w:t>ECE/TRANS/WP.29/2021/9</w:t>
            </w:r>
          </w:p>
        </w:tc>
        <w:tc>
          <w:tcPr>
            <w:tcW w:w="4011" w:type="dxa"/>
          </w:tcPr>
          <w:p w14:paraId="0087C433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Предложение по дополнению 2 к первоначальной серии поправок к </w:t>
            </w:r>
            <w:r w:rsidR="00F51DEA">
              <w:br/>
            </w:r>
            <w:r>
              <w:t>Правилам № 124 ООН (сменные колеса для легковых автомобилей)</w:t>
            </w:r>
          </w:p>
          <w:p w14:paraId="737E98E3" w14:textId="77777777" w:rsidR="00B16E53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 20, </w:t>
            </w:r>
            <w:r w:rsidR="00F51DEA">
              <w:br/>
            </w:r>
            <w:r>
              <w:t>на основе ECE/TRANS/WP.29/GRBP/2020/8</w:t>
            </w:r>
          </w:p>
        </w:tc>
      </w:tr>
    </w:tbl>
    <w:p w14:paraId="029B6765" w14:textId="77777777" w:rsidR="00B16E53" w:rsidRDefault="00B16E53" w:rsidP="00B16E53">
      <w:pPr>
        <w:pStyle w:val="SingleTxtG"/>
        <w:spacing w:before="240"/>
      </w:pPr>
      <w:r>
        <w:t>Предложения, подлежащие представлению Председателем GRBP: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494"/>
        <w:gridCol w:w="4011"/>
        <w:gridCol w:w="82"/>
      </w:tblGrid>
      <w:tr w:rsidR="00B16E53" w:rsidRPr="00C03AC5" w14:paraId="4483634A" w14:textId="77777777" w:rsidTr="00C84D95">
        <w:trPr>
          <w:gridAfter w:val="1"/>
          <w:wAfter w:w="82" w:type="dxa"/>
          <w:cantSplit/>
        </w:trPr>
        <w:tc>
          <w:tcPr>
            <w:tcW w:w="993" w:type="dxa"/>
          </w:tcPr>
          <w:p w14:paraId="1EDA4E95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t>4.6.8</w:t>
            </w:r>
          </w:p>
        </w:tc>
        <w:tc>
          <w:tcPr>
            <w:tcW w:w="3494" w:type="dxa"/>
          </w:tcPr>
          <w:p w14:paraId="38056926" w14:textId="77777777" w:rsidR="00B16E53" w:rsidRPr="00FD106F" w:rsidRDefault="00B16E53" w:rsidP="00C84D95">
            <w:pPr>
              <w:ind w:firstLine="143"/>
            </w:pPr>
            <w:r>
              <w:t>ECE/TRANS/WP.29/2021/3</w:t>
            </w:r>
          </w:p>
        </w:tc>
        <w:tc>
          <w:tcPr>
            <w:tcW w:w="4011" w:type="dxa"/>
          </w:tcPr>
          <w:p w14:paraId="429F9811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>Предложение по новой серии поправок 05 к Правилам № 41 ООН (шум, производимый мотоциклами)</w:t>
            </w:r>
          </w:p>
          <w:p w14:paraId="7F99A607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>ECE/TRANS/WP.29/GRBP/70, пункты 3 и 5, на основе ECE/TRANS/WP.29/GRBP/2020/9, ECE/TRANS/WP.29/GRBP/2020/18 и приложения II к докладу</w:t>
            </w:r>
            <w:r w:rsidR="00D746B2">
              <w:t xml:space="preserve"> </w:t>
            </w:r>
          </w:p>
        </w:tc>
      </w:tr>
      <w:tr w:rsidR="00B16E53" w:rsidRPr="00FD106F" w14:paraId="3297DEAF" w14:textId="77777777" w:rsidTr="00C84D95">
        <w:trPr>
          <w:cantSplit/>
        </w:trPr>
        <w:tc>
          <w:tcPr>
            <w:tcW w:w="993" w:type="dxa"/>
          </w:tcPr>
          <w:p w14:paraId="7F84D463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4.6.9</w:t>
            </w:r>
          </w:p>
        </w:tc>
        <w:tc>
          <w:tcPr>
            <w:tcW w:w="3494" w:type="dxa"/>
          </w:tcPr>
          <w:p w14:paraId="25D4D73F" w14:textId="77777777" w:rsidR="00B16E53" w:rsidRPr="00FD106F" w:rsidRDefault="00B16E53" w:rsidP="00C84D95">
            <w:pPr>
              <w:ind w:firstLine="143"/>
            </w:pPr>
            <w:r>
              <w:t>ECE/TRANS/WP.29/2021/10</w:t>
            </w:r>
          </w:p>
        </w:tc>
        <w:tc>
          <w:tcPr>
            <w:tcW w:w="4093" w:type="dxa"/>
            <w:gridSpan w:val="2"/>
          </w:tcPr>
          <w:p w14:paraId="71525A55" w14:textId="77777777" w:rsidR="00B16E53" w:rsidRPr="0084101A" w:rsidRDefault="00B16E53" w:rsidP="00C84D95">
            <w:pPr>
              <w:widowControl w:val="0"/>
              <w:spacing w:after="120"/>
              <w:rPr>
                <w:bCs/>
              </w:rPr>
            </w:pPr>
            <w:r>
              <w:t>Предложение по новой серии поправок 01 к Правилам № 141 ООН (система контроля давления в шинах)</w:t>
            </w:r>
          </w:p>
          <w:p w14:paraId="7F6075E5" w14:textId="77777777" w:rsidR="00B16E53" w:rsidRPr="00FD106F" w:rsidRDefault="00B16E53" w:rsidP="00DB5CA4">
            <w:pPr>
              <w:spacing w:after="120" w:line="240" w:lineRule="auto"/>
            </w:pPr>
            <w:r>
              <w:t xml:space="preserve">ECE/TRANS/WP.29/GRBP/70, пункт 22, </w:t>
            </w:r>
            <w:r w:rsidR="00DB5CA4">
              <w:br/>
            </w:r>
            <w:r>
              <w:t xml:space="preserve">на основе ECE/TRANS/WP.29/GRBP/2020/20 </w:t>
            </w:r>
            <w:r w:rsidR="00F51DEA">
              <w:br/>
            </w:r>
            <w:r>
              <w:t>и приложения IX к докладу</w:t>
            </w:r>
          </w:p>
        </w:tc>
      </w:tr>
      <w:tr w:rsidR="00B16E53" w:rsidRPr="00FD106F" w14:paraId="40359C89" w14:textId="77777777" w:rsidTr="00C84D95">
        <w:trPr>
          <w:cantSplit/>
        </w:trPr>
        <w:tc>
          <w:tcPr>
            <w:tcW w:w="993" w:type="dxa"/>
          </w:tcPr>
          <w:p w14:paraId="0746A93C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4.6.10</w:t>
            </w:r>
          </w:p>
        </w:tc>
        <w:tc>
          <w:tcPr>
            <w:tcW w:w="3494" w:type="dxa"/>
          </w:tcPr>
          <w:p w14:paraId="3CD7051D" w14:textId="77777777" w:rsidR="00B16E53" w:rsidRPr="00D3434B" w:rsidRDefault="00B16E53" w:rsidP="00C84D95">
            <w:pPr>
              <w:ind w:firstLine="143"/>
            </w:pPr>
            <w:r>
              <w:t>ECE/TRANS/WP.29/2021/11</w:t>
            </w:r>
          </w:p>
        </w:tc>
        <w:tc>
          <w:tcPr>
            <w:tcW w:w="4093" w:type="dxa"/>
            <w:gridSpan w:val="2"/>
          </w:tcPr>
          <w:p w14:paraId="1FEC0AB8" w14:textId="77777777" w:rsidR="00B16E53" w:rsidRPr="0084101A" w:rsidRDefault="00B16E53" w:rsidP="00C84D95">
            <w:pPr>
              <w:widowControl w:val="0"/>
              <w:spacing w:after="120"/>
              <w:rPr>
                <w:bCs/>
              </w:rPr>
            </w:pPr>
            <w:r>
              <w:t>Предложение по новой серии поправок 01 к Правилам № 142 ООН (установка шин)</w:t>
            </w:r>
          </w:p>
          <w:p w14:paraId="3D63FEE0" w14:textId="77777777" w:rsidR="00B16E53" w:rsidRDefault="00B16E53" w:rsidP="00C84D95">
            <w:pPr>
              <w:spacing w:after="120"/>
              <w:rPr>
                <w:bCs/>
              </w:rPr>
            </w:pPr>
            <w:r>
              <w:t xml:space="preserve">ECE/TRANS/WP.29/GRBP/70, пункт 23, </w:t>
            </w:r>
            <w:r w:rsidR="00DB5CA4">
              <w:br/>
            </w:r>
            <w:r>
              <w:t xml:space="preserve">на основе ECE/TRANS/WP.29/GRBP/2020/19 </w:t>
            </w:r>
            <w:r w:rsidR="00F51DEA">
              <w:br/>
            </w:r>
            <w:r>
              <w:t>и приложения X к докладу</w:t>
            </w:r>
          </w:p>
        </w:tc>
      </w:tr>
    </w:tbl>
    <w:p w14:paraId="63C30058" w14:textId="77777777" w:rsidR="00B16E53" w:rsidRPr="00C03AC5" w:rsidRDefault="00B16E53" w:rsidP="00DB5CA4">
      <w:pPr>
        <w:pStyle w:val="H4G"/>
      </w:pPr>
      <w:r>
        <w:tab/>
        <w:t>4.7</w:t>
      </w:r>
      <w:r>
        <w:tab/>
        <w:t>Рассмотрение проектов поправок к существующим правилам ООН, представленных GRVA</w:t>
      </w:r>
    </w:p>
    <w:p w14:paraId="4AF1223C" w14:textId="77777777" w:rsidR="00B16E53" w:rsidRDefault="00B16E53" w:rsidP="00B16E53">
      <w:pPr>
        <w:pStyle w:val="SingleTxtG"/>
      </w:pPr>
      <w:r>
        <w:tab/>
        <w:t>Всемирный форум рассмотрит нижеследующие предложения и, возможно, решит представить их AC.1 с рекомендациями относительно их принятия путем голосования.</w:t>
      </w:r>
    </w:p>
    <w:p w14:paraId="1FBB31B7" w14:textId="77777777" w:rsidR="00B16E53" w:rsidRDefault="00B16E53" w:rsidP="00BB3CAA">
      <w:pPr>
        <w:pStyle w:val="SingleTxtG"/>
      </w:pPr>
      <w:r>
        <w:t>Предложения, не подлежащие представлению Председателем GRVA (пункты</w:t>
      </w:r>
      <w:r w:rsidR="00DB5CA4">
        <w:t> </w:t>
      </w:r>
      <w:r>
        <w:t>А):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494"/>
        <w:gridCol w:w="4011"/>
      </w:tblGrid>
      <w:tr w:rsidR="00B16E53" w:rsidRPr="00FD106F" w14:paraId="7AD9B397" w14:textId="77777777" w:rsidTr="00C84D95">
        <w:trPr>
          <w:cantSplit/>
        </w:trPr>
        <w:tc>
          <w:tcPr>
            <w:tcW w:w="993" w:type="dxa"/>
          </w:tcPr>
          <w:p w14:paraId="6B6EEBC1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t>4.7.1</w:t>
            </w:r>
          </w:p>
        </w:tc>
        <w:tc>
          <w:tcPr>
            <w:tcW w:w="3494" w:type="dxa"/>
          </w:tcPr>
          <w:p w14:paraId="195746BF" w14:textId="77777777" w:rsidR="00B16E53" w:rsidRPr="00FD106F" w:rsidRDefault="00B16E53" w:rsidP="00C84D95">
            <w:pPr>
              <w:ind w:left="143"/>
            </w:pPr>
            <w:r>
              <w:t>ECE/TRANS/WP.29/2021/12</w:t>
            </w:r>
          </w:p>
        </w:tc>
        <w:tc>
          <w:tcPr>
            <w:tcW w:w="4011" w:type="dxa"/>
          </w:tcPr>
          <w:p w14:paraId="4441DC23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18 к поправкам серии 11 к Правилам № 13 ООН (торможение большегрузных транспортных средств)</w:t>
            </w:r>
          </w:p>
          <w:p w14:paraId="2DA700E2" w14:textId="77777777" w:rsidR="00B16E53" w:rsidRPr="00FD106F" w:rsidRDefault="00B16E53" w:rsidP="00C84D95">
            <w:pPr>
              <w:spacing w:after="120"/>
            </w:pPr>
            <w:r>
              <w:t>(ECE/TRANS/WP.29/GRVA/7, пункты 62 и 69, на основе ECE/TRANS/WP.29/GRVA/2020/30 и ECE/TRANS/WP.29/GRVA/2020/36 с поправками)</w:t>
            </w:r>
          </w:p>
        </w:tc>
      </w:tr>
      <w:tr w:rsidR="00B16E53" w:rsidRPr="00FD106F" w14:paraId="4BA8D25C" w14:textId="77777777" w:rsidTr="00C84D95">
        <w:trPr>
          <w:cantSplit/>
        </w:trPr>
        <w:tc>
          <w:tcPr>
            <w:tcW w:w="993" w:type="dxa"/>
          </w:tcPr>
          <w:p w14:paraId="0CCBB1BA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t>4.7.2</w:t>
            </w:r>
          </w:p>
        </w:tc>
        <w:tc>
          <w:tcPr>
            <w:tcW w:w="3494" w:type="dxa"/>
          </w:tcPr>
          <w:p w14:paraId="7D6DE86F" w14:textId="77777777" w:rsidR="00B16E53" w:rsidRPr="00FD106F" w:rsidRDefault="00B16E53" w:rsidP="00C84D95">
            <w:pPr>
              <w:ind w:firstLine="143"/>
            </w:pPr>
            <w:r>
              <w:t>ECE/TRANS/WP.29/2021/13</w:t>
            </w:r>
          </w:p>
        </w:tc>
        <w:tc>
          <w:tcPr>
            <w:tcW w:w="4011" w:type="dxa"/>
          </w:tcPr>
          <w:p w14:paraId="7C7AEF8B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2 к поправкам серии 01 к Правилам № 13-H ООН (тормозные системы транспортных средств категорий M</w:t>
            </w:r>
            <w:r>
              <w:rPr>
                <w:vertAlign w:val="subscript"/>
              </w:rPr>
              <w:t>1</w:t>
            </w:r>
            <w:r>
              <w:t xml:space="preserve"> и N</w:t>
            </w:r>
            <w:r>
              <w:rPr>
                <w:vertAlign w:val="subscript"/>
              </w:rPr>
              <w:t>1</w:t>
            </w:r>
            <w:r>
              <w:t>)</w:t>
            </w:r>
          </w:p>
          <w:p w14:paraId="1344A634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 xml:space="preserve">(ECE/TRANS/WP.29/GRVA/7, пункт 64, </w:t>
            </w:r>
            <w:r w:rsidR="00DB5CA4">
              <w:br/>
            </w:r>
            <w:r>
              <w:t>на основе ECE/TRANS/WP.29/GRVA/2020/20)</w:t>
            </w:r>
          </w:p>
        </w:tc>
      </w:tr>
      <w:tr w:rsidR="00B16E53" w:rsidRPr="00FD106F" w14:paraId="448F188B" w14:textId="77777777" w:rsidTr="00C84D95">
        <w:trPr>
          <w:cantSplit/>
        </w:trPr>
        <w:tc>
          <w:tcPr>
            <w:tcW w:w="993" w:type="dxa"/>
          </w:tcPr>
          <w:p w14:paraId="269AF97A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4.7.3</w:t>
            </w:r>
          </w:p>
        </w:tc>
        <w:tc>
          <w:tcPr>
            <w:tcW w:w="3494" w:type="dxa"/>
          </w:tcPr>
          <w:p w14:paraId="22617FEF" w14:textId="77777777" w:rsidR="00B16E53" w:rsidRPr="00D3434B" w:rsidRDefault="00B16E53" w:rsidP="00C84D95">
            <w:pPr>
              <w:ind w:firstLine="143"/>
            </w:pPr>
            <w:r>
              <w:t>ECE/TRANS/WP.29/2021/14</w:t>
            </w:r>
          </w:p>
        </w:tc>
        <w:tc>
          <w:tcPr>
            <w:tcW w:w="4011" w:type="dxa"/>
          </w:tcPr>
          <w:p w14:paraId="1175B9A9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4 к поправкам серии 03 к Правилам № 79 ООН (оборудование рулевого управления)</w:t>
            </w:r>
          </w:p>
          <w:p w14:paraId="6C6046F5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 xml:space="preserve">(ECE/TRANS/WP.29/GRVA/7, пункт 41, </w:t>
            </w:r>
            <w:r w:rsidR="00DB5CA4">
              <w:br/>
            </w:r>
            <w:r>
              <w:t>на основе ECE/TRANS/WP.29/GRVA/2020/23)</w:t>
            </w:r>
          </w:p>
        </w:tc>
      </w:tr>
      <w:tr w:rsidR="00B16E53" w:rsidRPr="00FD106F" w14:paraId="75F9D69E" w14:textId="77777777" w:rsidTr="00C84D95">
        <w:trPr>
          <w:cantSplit/>
        </w:trPr>
        <w:tc>
          <w:tcPr>
            <w:tcW w:w="993" w:type="dxa"/>
          </w:tcPr>
          <w:p w14:paraId="40AD69EF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4.7.4</w:t>
            </w:r>
          </w:p>
        </w:tc>
        <w:tc>
          <w:tcPr>
            <w:tcW w:w="3494" w:type="dxa"/>
          </w:tcPr>
          <w:p w14:paraId="57C5BCB5" w14:textId="77777777" w:rsidR="00B16E53" w:rsidRPr="00D3434B" w:rsidRDefault="00B16E53" w:rsidP="00C84D95">
            <w:pPr>
              <w:ind w:firstLine="143"/>
            </w:pPr>
            <w:r>
              <w:t>ECE/TRANS/WP.29/2021/15</w:t>
            </w:r>
          </w:p>
        </w:tc>
        <w:tc>
          <w:tcPr>
            <w:tcW w:w="4011" w:type="dxa"/>
          </w:tcPr>
          <w:p w14:paraId="57E53F26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3 к первоначальному варианту Правил № 152 ООН (САЭТ для транспортных средств</w:t>
            </w:r>
            <w:r w:rsidRPr="00B16E53">
              <w:t xml:space="preserve"> </w:t>
            </w:r>
            <w:r>
              <w:t>категорий M</w:t>
            </w:r>
            <w:r>
              <w:rPr>
                <w:vertAlign w:val="subscript"/>
              </w:rPr>
              <w:t>1</w:t>
            </w:r>
            <w:r>
              <w:t xml:space="preserve"> и N</w:t>
            </w:r>
            <w:r>
              <w:rPr>
                <w:vertAlign w:val="subscript"/>
              </w:rPr>
              <w:t>1</w:t>
            </w:r>
            <w:r>
              <w:t>)</w:t>
            </w:r>
          </w:p>
          <w:p w14:paraId="10B47504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 xml:space="preserve">(ECE/TRANS/WP.29/GRVA/7, пункт 54, </w:t>
            </w:r>
            <w:r w:rsidR="00DB5CA4">
              <w:br/>
            </w:r>
            <w:r>
              <w:t>на основе ECE/TRANS/WP.29/GRVA/2020/26)</w:t>
            </w:r>
          </w:p>
        </w:tc>
      </w:tr>
      <w:tr w:rsidR="00B16E53" w:rsidRPr="00FD106F" w14:paraId="438D53E5" w14:textId="77777777" w:rsidTr="00C84D95">
        <w:trPr>
          <w:cantSplit/>
        </w:trPr>
        <w:tc>
          <w:tcPr>
            <w:tcW w:w="993" w:type="dxa"/>
          </w:tcPr>
          <w:p w14:paraId="0CAB6622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4.7.5</w:t>
            </w:r>
          </w:p>
        </w:tc>
        <w:tc>
          <w:tcPr>
            <w:tcW w:w="3494" w:type="dxa"/>
          </w:tcPr>
          <w:p w14:paraId="2679EE36" w14:textId="77777777" w:rsidR="00B16E53" w:rsidRPr="00D3434B" w:rsidRDefault="00B16E53" w:rsidP="00C84D95">
            <w:pPr>
              <w:ind w:firstLine="143"/>
            </w:pPr>
            <w:r>
              <w:t>ECE/TRANS/WP.29/2021/16</w:t>
            </w:r>
          </w:p>
        </w:tc>
        <w:tc>
          <w:tcPr>
            <w:tcW w:w="4011" w:type="dxa"/>
          </w:tcPr>
          <w:p w14:paraId="2EB44883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2 к поправкам серии 01 к Правилам № 152 ООН (САЭТ для транспортных средств категорий M</w:t>
            </w:r>
            <w:r>
              <w:rPr>
                <w:vertAlign w:val="subscript"/>
              </w:rPr>
              <w:t>1</w:t>
            </w:r>
            <w:r>
              <w:t xml:space="preserve"> и N</w:t>
            </w:r>
            <w:r>
              <w:rPr>
                <w:vertAlign w:val="subscript"/>
              </w:rPr>
              <w:t>1</w:t>
            </w:r>
            <w:r>
              <w:t>)</w:t>
            </w:r>
          </w:p>
          <w:p w14:paraId="554E9A96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>(ECE/TRANS/WP.29/GRVA/7, пункты 54–55, на основе ECE/TRANS/WP.29/GRVA/2020/26 и ECE/TRANS/WP.29/GRVA/2020/27)</w:t>
            </w:r>
          </w:p>
        </w:tc>
      </w:tr>
      <w:tr w:rsidR="00B16E53" w:rsidRPr="00FD106F" w14:paraId="39DFCBC3" w14:textId="77777777" w:rsidTr="00C84D95">
        <w:trPr>
          <w:cantSplit/>
        </w:trPr>
        <w:tc>
          <w:tcPr>
            <w:tcW w:w="993" w:type="dxa"/>
          </w:tcPr>
          <w:p w14:paraId="1FD84525" w14:textId="77777777" w:rsidR="00B16E5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4.7.6</w:t>
            </w:r>
          </w:p>
        </w:tc>
        <w:tc>
          <w:tcPr>
            <w:tcW w:w="3494" w:type="dxa"/>
          </w:tcPr>
          <w:p w14:paraId="46E164D2" w14:textId="77777777" w:rsidR="00B16E53" w:rsidRPr="00D3434B" w:rsidRDefault="00B16E53" w:rsidP="00C84D95">
            <w:pPr>
              <w:ind w:firstLine="143"/>
            </w:pPr>
            <w:r>
              <w:t>ECE/TRANS/WP.29/2021/17</w:t>
            </w:r>
          </w:p>
        </w:tc>
        <w:tc>
          <w:tcPr>
            <w:tcW w:w="4011" w:type="dxa"/>
          </w:tcPr>
          <w:p w14:paraId="4FE5B7F6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первоначальному варианту Правил № 157 ООН (АСУП)</w:t>
            </w:r>
          </w:p>
          <w:p w14:paraId="3ACF32E2" w14:textId="77777777" w:rsidR="00B16E53" w:rsidRPr="00FD106F" w:rsidRDefault="00B16E53" w:rsidP="00DB5CA4">
            <w:pPr>
              <w:pStyle w:val="SingleTxtG"/>
              <w:ind w:left="0" w:right="0"/>
              <w:jc w:val="left"/>
            </w:pPr>
            <w:r>
              <w:t xml:space="preserve">(ECE/TRANS/WP.29/GRVA/7, пункт 23, </w:t>
            </w:r>
            <w:r w:rsidR="00D746B2">
              <w:br/>
            </w:r>
            <w:r>
              <w:t>на основе приложения III к докладу о работе сессии)</w:t>
            </w:r>
          </w:p>
        </w:tc>
      </w:tr>
      <w:tr w:rsidR="00B16E53" w:rsidRPr="00FD106F" w14:paraId="56D07076" w14:textId="77777777" w:rsidTr="00C84D95">
        <w:trPr>
          <w:cantSplit/>
        </w:trPr>
        <w:tc>
          <w:tcPr>
            <w:tcW w:w="8498" w:type="dxa"/>
            <w:gridSpan w:val="3"/>
          </w:tcPr>
          <w:p w14:paraId="5998D280" w14:textId="77777777" w:rsidR="00B16E53" w:rsidRDefault="00B16E53" w:rsidP="00C84D95">
            <w:pPr>
              <w:keepNext/>
              <w:keepLines/>
              <w:spacing w:after="120"/>
              <w:ind w:left="1134"/>
              <w:rPr>
                <w:bCs/>
              </w:rPr>
            </w:pPr>
            <w:r>
              <w:t>Предложения, подлежащие представлению Председателем GRVA:</w:t>
            </w:r>
          </w:p>
        </w:tc>
      </w:tr>
      <w:tr w:rsidR="00B16E53" w:rsidRPr="00FD106F" w14:paraId="776723EF" w14:textId="77777777" w:rsidTr="00C84D95">
        <w:trPr>
          <w:cantSplit/>
        </w:trPr>
        <w:tc>
          <w:tcPr>
            <w:tcW w:w="993" w:type="dxa"/>
          </w:tcPr>
          <w:p w14:paraId="1577314B" w14:textId="77777777" w:rsidR="00B16E53" w:rsidRPr="00C03AC5" w:rsidRDefault="00B16E53" w:rsidP="00C84D95">
            <w:pPr>
              <w:spacing w:after="120"/>
              <w:ind w:right="146"/>
              <w:jc w:val="right"/>
            </w:pPr>
            <w:r>
              <w:t>4.7.7</w:t>
            </w:r>
          </w:p>
        </w:tc>
        <w:tc>
          <w:tcPr>
            <w:tcW w:w="3494" w:type="dxa"/>
          </w:tcPr>
          <w:p w14:paraId="18AAB63B" w14:textId="77777777" w:rsidR="00B16E53" w:rsidRPr="00FD106F" w:rsidRDefault="00B16E53" w:rsidP="00C84D95">
            <w:pPr>
              <w:keepNext/>
              <w:keepLines/>
              <w:ind w:firstLine="143"/>
            </w:pPr>
            <w:r>
              <w:t>ECE/TRANS/WP.29/2021/18</w:t>
            </w:r>
          </w:p>
        </w:tc>
        <w:tc>
          <w:tcPr>
            <w:tcW w:w="4011" w:type="dxa"/>
          </w:tcPr>
          <w:p w14:paraId="681DC0CF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поправкам серии 02 к Правилам № 152 ООН (САЭТ для транспортных средств категорий M</w:t>
            </w:r>
            <w:r>
              <w:rPr>
                <w:vertAlign w:val="subscript"/>
              </w:rPr>
              <w:t>1</w:t>
            </w:r>
            <w:r>
              <w:t xml:space="preserve"> и N</w:t>
            </w:r>
            <w:r>
              <w:rPr>
                <w:vertAlign w:val="subscript"/>
              </w:rPr>
              <w:t>1</w:t>
            </w:r>
            <w:r>
              <w:t>)</w:t>
            </w:r>
          </w:p>
          <w:p w14:paraId="587ABB0F" w14:textId="77777777" w:rsidR="00B16E53" w:rsidRPr="00FD106F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(ECE/TRANS/WP.29/GRVA/7, пункт 55, </w:t>
            </w:r>
            <w:r w:rsidR="00D746B2">
              <w:br/>
            </w:r>
            <w:r>
              <w:t>на основе ECE/TRANS/WP.29/GRVA/2020/28)</w:t>
            </w:r>
          </w:p>
        </w:tc>
      </w:tr>
    </w:tbl>
    <w:p w14:paraId="4ADA80D5" w14:textId="77777777" w:rsidR="00B16E53" w:rsidRPr="002A6352" w:rsidRDefault="00F629B4" w:rsidP="00F629B4">
      <w:pPr>
        <w:pStyle w:val="H4G"/>
      </w:pPr>
      <w:r>
        <w:tab/>
      </w:r>
      <w:r w:rsidR="00B16E53">
        <w:t>4.8</w:t>
      </w:r>
      <w:r w:rsidR="00B16E53">
        <w:tab/>
        <w:t>Рассмотрение проектов поправок к существующим правилам ООН, представленных GRSG</w:t>
      </w:r>
    </w:p>
    <w:p w14:paraId="3B8D52B5" w14:textId="77777777" w:rsidR="00B16E53" w:rsidRDefault="00B16E53" w:rsidP="00B16E53">
      <w:pPr>
        <w:pStyle w:val="SingleTxtG"/>
      </w:pPr>
      <w:r>
        <w:tab/>
        <w:t>Всемирный форум рассмотрит нижеследующие предложения и, возможно, решит представить их AC.1 с рекомендациями относительно их принятия путем голосования.</w:t>
      </w:r>
    </w:p>
    <w:p w14:paraId="37AAAFBD" w14:textId="77777777" w:rsidR="00B16E53" w:rsidRPr="002A6352" w:rsidRDefault="00B16E53" w:rsidP="00D746B2">
      <w:pPr>
        <w:pStyle w:val="SingleTxtG"/>
      </w:pPr>
      <w:r>
        <w:t>Предложения, не подлежащие представлению Председателем GRSG (пункты</w:t>
      </w:r>
      <w:r w:rsidR="00D746B2">
        <w:t> </w:t>
      </w:r>
      <w:r>
        <w:t>А):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3536"/>
        <w:gridCol w:w="3969"/>
      </w:tblGrid>
      <w:tr w:rsidR="00B16E53" w:rsidRPr="002A6352" w14:paraId="658B6684" w14:textId="77777777" w:rsidTr="00C84D95">
        <w:trPr>
          <w:cantSplit/>
        </w:trPr>
        <w:tc>
          <w:tcPr>
            <w:tcW w:w="1000" w:type="dxa"/>
          </w:tcPr>
          <w:p w14:paraId="2A24B22A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4.8.1</w:t>
            </w:r>
          </w:p>
        </w:tc>
        <w:tc>
          <w:tcPr>
            <w:tcW w:w="3536" w:type="dxa"/>
          </w:tcPr>
          <w:p w14:paraId="5CD3BA31" w14:textId="77777777" w:rsidR="00B16E53" w:rsidRPr="00FD106F" w:rsidRDefault="00B16E53" w:rsidP="00C84D95">
            <w:pPr>
              <w:ind w:firstLine="132"/>
            </w:pPr>
            <w:r>
              <w:t>ECE/TRANS/WP.29/2021/19</w:t>
            </w:r>
          </w:p>
        </w:tc>
        <w:tc>
          <w:tcPr>
            <w:tcW w:w="3969" w:type="dxa"/>
          </w:tcPr>
          <w:p w14:paraId="419AC7D6" w14:textId="77777777" w:rsidR="00B16E53" w:rsidRPr="00C64F2C" w:rsidRDefault="00B16E53" w:rsidP="00C84D95">
            <w:pPr>
              <w:spacing w:after="120"/>
            </w:pPr>
            <w:r>
              <w:t>Предложение по дополнению 9 к поправкам серии 04 к Правилам № 46 ООН (устройства непрямого обзора)</w:t>
            </w:r>
          </w:p>
          <w:p w14:paraId="69F13501" w14:textId="77777777" w:rsidR="00B16E53" w:rsidRPr="00FD106F" w:rsidRDefault="00B16E53" w:rsidP="00C84D95">
            <w:pPr>
              <w:spacing w:before="120" w:after="120"/>
            </w:pPr>
            <w:r>
              <w:t xml:space="preserve">ECE/TRANS/WP.29/GRSG/98, пункт 31, </w:t>
            </w:r>
            <w:r w:rsidR="00D746B2">
              <w:br/>
            </w:r>
            <w:r>
              <w:t>на основе ECE/TRANS/WP.29/GRSG/2020/6</w:t>
            </w:r>
          </w:p>
        </w:tc>
      </w:tr>
      <w:tr w:rsidR="00B16E53" w:rsidRPr="002A6352" w14:paraId="7F6FA98D" w14:textId="77777777" w:rsidTr="00C84D95">
        <w:trPr>
          <w:cantSplit/>
        </w:trPr>
        <w:tc>
          <w:tcPr>
            <w:tcW w:w="1000" w:type="dxa"/>
          </w:tcPr>
          <w:p w14:paraId="2FE8B929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4.8.2</w:t>
            </w:r>
          </w:p>
        </w:tc>
        <w:tc>
          <w:tcPr>
            <w:tcW w:w="3536" w:type="dxa"/>
          </w:tcPr>
          <w:p w14:paraId="0E142041" w14:textId="77777777" w:rsidR="00B16E53" w:rsidRPr="00FD106F" w:rsidRDefault="00B16E53" w:rsidP="00C84D95">
            <w:pPr>
              <w:spacing w:after="120"/>
              <w:ind w:left="134"/>
            </w:pPr>
            <w:r>
              <w:t>ECE/TRANS/WP.29/2021/20</w:t>
            </w:r>
          </w:p>
        </w:tc>
        <w:tc>
          <w:tcPr>
            <w:tcW w:w="3969" w:type="dxa"/>
          </w:tcPr>
          <w:p w14:paraId="35262698" w14:textId="77777777" w:rsidR="00B16E53" w:rsidRPr="00C64F2C" w:rsidRDefault="00B16E53" w:rsidP="00C84D95">
            <w:pPr>
              <w:spacing w:after="120"/>
            </w:pPr>
            <w:r>
              <w:t xml:space="preserve">Предложение по дополнению 1 к поправкам серии 03 к Правилам № 67 ООН (транспортные средства, работающие </w:t>
            </w:r>
            <w:r w:rsidR="00F51DEA">
              <w:br/>
            </w:r>
            <w:r>
              <w:t>на СНГ)</w:t>
            </w:r>
          </w:p>
          <w:p w14:paraId="13A36BEA" w14:textId="77777777" w:rsidR="00B16E53" w:rsidRPr="00FD106F" w:rsidRDefault="00B16E53" w:rsidP="00C84D95">
            <w:pPr>
              <w:spacing w:after="120"/>
            </w:pPr>
            <w:r>
              <w:t xml:space="preserve">ECE/TRANS/WP.29/GRSG/98, пункт 41, </w:t>
            </w:r>
            <w:r w:rsidR="00D746B2">
              <w:br/>
            </w:r>
            <w:r>
              <w:t>на основе</w:t>
            </w:r>
            <w:r w:rsidR="00D746B2">
              <w:t xml:space="preserve"> </w:t>
            </w:r>
            <w:r>
              <w:t>ECE/TRANS/WP.29/GRSG/2020/9</w:t>
            </w:r>
          </w:p>
        </w:tc>
      </w:tr>
      <w:tr w:rsidR="00B16E53" w:rsidRPr="002A6352" w14:paraId="47FB4451" w14:textId="77777777" w:rsidTr="00C84D95">
        <w:trPr>
          <w:cantSplit/>
        </w:trPr>
        <w:tc>
          <w:tcPr>
            <w:tcW w:w="1000" w:type="dxa"/>
          </w:tcPr>
          <w:p w14:paraId="79C8733D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4.8.3</w:t>
            </w:r>
          </w:p>
        </w:tc>
        <w:tc>
          <w:tcPr>
            <w:tcW w:w="3536" w:type="dxa"/>
          </w:tcPr>
          <w:p w14:paraId="19F9F674" w14:textId="77777777" w:rsidR="00B16E53" w:rsidRPr="00FD106F" w:rsidRDefault="00B16E53" w:rsidP="00C84D95">
            <w:pPr>
              <w:ind w:firstLine="132"/>
            </w:pPr>
            <w:r>
              <w:t>ECE/TRANS/WP.29/2021/21</w:t>
            </w:r>
          </w:p>
        </w:tc>
        <w:tc>
          <w:tcPr>
            <w:tcW w:w="3969" w:type="dxa"/>
          </w:tcPr>
          <w:p w14:paraId="25708D65" w14:textId="77777777" w:rsidR="00B16E53" w:rsidRPr="00C64F2C" w:rsidRDefault="00B16E53" w:rsidP="00C84D95">
            <w:pPr>
              <w:spacing w:after="120"/>
            </w:pPr>
            <w:r>
              <w:t xml:space="preserve">Предложение по дополнению 3 к поправкам серии 02 к Правилам № 67 ООН (транспортные средства, работающие </w:t>
            </w:r>
            <w:r w:rsidR="00F51DEA">
              <w:br/>
            </w:r>
            <w:r>
              <w:t>на СНГ)</w:t>
            </w:r>
          </w:p>
          <w:p w14:paraId="69ED1994" w14:textId="77777777" w:rsidR="00B16E53" w:rsidRPr="002D0C63" w:rsidRDefault="00B16E53" w:rsidP="00C84D95">
            <w:pPr>
              <w:spacing w:before="120" w:after="120"/>
              <w:rPr>
                <w:i/>
                <w:iCs/>
              </w:rPr>
            </w:pPr>
            <w:r>
              <w:t>ECE/TRANS/WP.29/GRSG/98, пункт 43,</w:t>
            </w:r>
            <w:r w:rsidR="00D746B2">
              <w:br/>
            </w:r>
            <w:r>
              <w:t>на основе ECE/TRANS/WP.29/GRSG/2020/23</w:t>
            </w:r>
          </w:p>
        </w:tc>
      </w:tr>
      <w:tr w:rsidR="00B16E53" w:rsidRPr="002A6352" w14:paraId="19E7C8EB" w14:textId="77777777" w:rsidTr="00C84D95">
        <w:trPr>
          <w:cantSplit/>
        </w:trPr>
        <w:tc>
          <w:tcPr>
            <w:tcW w:w="1000" w:type="dxa"/>
          </w:tcPr>
          <w:p w14:paraId="0D78B371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4.8.4</w:t>
            </w:r>
          </w:p>
        </w:tc>
        <w:tc>
          <w:tcPr>
            <w:tcW w:w="3536" w:type="dxa"/>
          </w:tcPr>
          <w:p w14:paraId="6A88AB9F" w14:textId="77777777" w:rsidR="00B16E53" w:rsidRPr="00FD106F" w:rsidRDefault="00B16E53" w:rsidP="00C84D95">
            <w:pPr>
              <w:ind w:firstLine="132"/>
            </w:pPr>
            <w:r>
              <w:t>ECE/TRANS/WP.29/2021/22</w:t>
            </w:r>
          </w:p>
        </w:tc>
        <w:tc>
          <w:tcPr>
            <w:tcW w:w="3969" w:type="dxa"/>
          </w:tcPr>
          <w:p w14:paraId="182CEE19" w14:textId="77777777" w:rsidR="00B16E53" w:rsidRPr="00BC6D35" w:rsidRDefault="00B16E53" w:rsidP="00C84D95">
            <w:pPr>
              <w:spacing w:after="120"/>
            </w:pPr>
            <w:r>
              <w:t xml:space="preserve">Предложение по дополнению 3 к поправкам серии 01 к Правилам № 125 </w:t>
            </w:r>
            <w:r w:rsidR="00A763FC">
              <w:t xml:space="preserve">ООН </w:t>
            </w:r>
            <w:r>
              <w:t>(поле обзора водителя спереди)</w:t>
            </w:r>
          </w:p>
          <w:p w14:paraId="0EB6E7D0" w14:textId="77777777" w:rsidR="00B16E53" w:rsidRPr="00FD106F" w:rsidRDefault="00B16E53" w:rsidP="00C84D95">
            <w:r>
              <w:t xml:space="preserve">ECE/TRANS/WP.29/GRSG/98, пункт 58, </w:t>
            </w:r>
            <w:r w:rsidR="00D746B2">
              <w:br/>
            </w:r>
            <w:r>
              <w:t>на основе ECE/TRANS/WP.29/GRSG/2020/32</w:t>
            </w:r>
          </w:p>
        </w:tc>
      </w:tr>
    </w:tbl>
    <w:p w14:paraId="6C13953E" w14:textId="77777777" w:rsidR="00B16E53" w:rsidRPr="003E2C66" w:rsidRDefault="00B16E53" w:rsidP="00D746B2">
      <w:pPr>
        <w:pStyle w:val="SingleTxtG"/>
        <w:spacing w:before="120"/>
      </w:pPr>
      <w:r w:rsidRPr="003E2C66">
        <w:t>Предложения, подлежащие представлению Председателем GRSG: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3494"/>
        <w:gridCol w:w="4011"/>
      </w:tblGrid>
      <w:tr w:rsidR="00B16E53" w:rsidRPr="00A005BF" w14:paraId="47314150" w14:textId="77777777" w:rsidTr="00C84D95">
        <w:trPr>
          <w:cantSplit/>
        </w:trPr>
        <w:tc>
          <w:tcPr>
            <w:tcW w:w="1000" w:type="dxa"/>
          </w:tcPr>
          <w:p w14:paraId="46515C5E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4.8.5</w:t>
            </w:r>
          </w:p>
        </w:tc>
        <w:tc>
          <w:tcPr>
            <w:tcW w:w="3494" w:type="dxa"/>
          </w:tcPr>
          <w:p w14:paraId="3A514AE8" w14:textId="77777777" w:rsidR="00B16E53" w:rsidRPr="00D3434B" w:rsidRDefault="00B16E53" w:rsidP="00C84D95">
            <w:pPr>
              <w:ind w:firstLine="132"/>
            </w:pPr>
            <w:r>
              <w:t>ECE/TRANS/WP.29/2021/23</w:t>
            </w:r>
          </w:p>
        </w:tc>
        <w:tc>
          <w:tcPr>
            <w:tcW w:w="4011" w:type="dxa"/>
          </w:tcPr>
          <w:p w14:paraId="5BB36811" w14:textId="77777777" w:rsidR="00B16E53" w:rsidRPr="00BC6D35" w:rsidRDefault="00B16E53" w:rsidP="00C84D95">
            <w:pPr>
              <w:spacing w:after="120"/>
            </w:pPr>
            <w:r>
              <w:t>Предложение по дополнению 04 к поправкам серии 03 к Правилам № 18 ООН (противоугонные системы автотранспортных средств)</w:t>
            </w:r>
          </w:p>
          <w:p w14:paraId="0CAC4073" w14:textId="77777777" w:rsidR="00B16E53" w:rsidRPr="00154360" w:rsidRDefault="00B16E53" w:rsidP="00C84D95">
            <w:pPr>
              <w:spacing w:after="120"/>
            </w:pP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 xml:space="preserve">/98, </w:t>
            </w:r>
            <w:r>
              <w:t>пункты</w:t>
            </w:r>
            <w:r w:rsidRPr="00154360">
              <w:t xml:space="preserve"> 52–53, </w:t>
            </w:r>
            <w:r>
              <w:t>на</w:t>
            </w:r>
            <w:r w:rsidRPr="00154360">
              <w:t xml:space="preserve"> </w:t>
            </w:r>
            <w:r>
              <w:t>основе</w:t>
            </w:r>
            <w:r w:rsidRPr="00154360">
              <w:t xml:space="preserve"> </w:t>
            </w: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>/2020/28</w:t>
            </w:r>
          </w:p>
        </w:tc>
      </w:tr>
      <w:tr w:rsidR="00B16E53" w:rsidRPr="00A005BF" w14:paraId="2C0B6CA2" w14:textId="77777777" w:rsidTr="00C84D95">
        <w:trPr>
          <w:cantSplit/>
        </w:trPr>
        <w:tc>
          <w:tcPr>
            <w:tcW w:w="1000" w:type="dxa"/>
          </w:tcPr>
          <w:p w14:paraId="47A3631E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4.8.6</w:t>
            </w:r>
          </w:p>
        </w:tc>
        <w:tc>
          <w:tcPr>
            <w:tcW w:w="3494" w:type="dxa"/>
          </w:tcPr>
          <w:p w14:paraId="621E538F" w14:textId="77777777" w:rsidR="00B16E53" w:rsidRPr="00FD106F" w:rsidRDefault="00B16E53" w:rsidP="00C84D95">
            <w:pPr>
              <w:ind w:firstLine="132"/>
            </w:pPr>
            <w:r>
              <w:t>ECE/TRANS/WP.29/2021/24</w:t>
            </w:r>
          </w:p>
        </w:tc>
        <w:tc>
          <w:tcPr>
            <w:tcW w:w="4011" w:type="dxa"/>
          </w:tcPr>
          <w:p w14:paraId="407870BD" w14:textId="77777777" w:rsidR="00B16E53" w:rsidRPr="00BC6D35" w:rsidRDefault="00B16E53" w:rsidP="00C84D95">
            <w:pPr>
              <w:spacing w:after="120"/>
            </w:pPr>
            <w:r>
              <w:t>Предложение по дополнению 9 к поправкам серии 01 к Правилам № 97 ООН (системы охранной сигнализации транспортных средств)</w:t>
            </w:r>
          </w:p>
          <w:p w14:paraId="6789C9B1" w14:textId="77777777" w:rsidR="00B16E53" w:rsidRPr="00154360" w:rsidRDefault="00B16E53" w:rsidP="00C84D95">
            <w:pPr>
              <w:spacing w:before="120" w:after="120"/>
            </w:pP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 xml:space="preserve">/98, </w:t>
            </w:r>
            <w:r>
              <w:t>пункты</w:t>
            </w:r>
            <w:r w:rsidRPr="00154360">
              <w:t xml:space="preserve"> 52–53, </w:t>
            </w:r>
            <w:r>
              <w:t>на</w:t>
            </w:r>
            <w:r w:rsidRPr="00154360">
              <w:t xml:space="preserve"> </w:t>
            </w:r>
            <w:r>
              <w:t>основе</w:t>
            </w:r>
            <w:r w:rsidRPr="00154360">
              <w:t xml:space="preserve"> </w:t>
            </w: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 xml:space="preserve">/2020/29 </w:t>
            </w:r>
          </w:p>
        </w:tc>
      </w:tr>
      <w:tr w:rsidR="00B16E53" w:rsidRPr="00A005BF" w14:paraId="2C992A0E" w14:textId="77777777" w:rsidTr="00C84D95">
        <w:trPr>
          <w:cantSplit/>
        </w:trPr>
        <w:tc>
          <w:tcPr>
            <w:tcW w:w="1000" w:type="dxa"/>
          </w:tcPr>
          <w:p w14:paraId="4D535AD1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4.8.7</w:t>
            </w:r>
          </w:p>
        </w:tc>
        <w:tc>
          <w:tcPr>
            <w:tcW w:w="3494" w:type="dxa"/>
          </w:tcPr>
          <w:p w14:paraId="11CFE735" w14:textId="77777777" w:rsidR="00B16E53" w:rsidRPr="00983126" w:rsidRDefault="00B16E53" w:rsidP="00C84D95">
            <w:pPr>
              <w:ind w:firstLine="132"/>
            </w:pPr>
            <w:r>
              <w:t>ECE/TRANS/WP.29/2021/25</w:t>
            </w:r>
          </w:p>
        </w:tc>
        <w:tc>
          <w:tcPr>
            <w:tcW w:w="4011" w:type="dxa"/>
          </w:tcPr>
          <w:p w14:paraId="6FE5A994" w14:textId="77777777" w:rsidR="00B16E53" w:rsidRPr="00BC6D35" w:rsidRDefault="00B16E53" w:rsidP="00C84D95">
            <w:pPr>
              <w:spacing w:after="120"/>
            </w:pPr>
            <w:r>
              <w:t>Предложение по дополнению 08 к первоначальному варианту Правил № 116 ООН (противоугонные системы и системы охранной сигнализации)</w:t>
            </w:r>
          </w:p>
          <w:p w14:paraId="58A77DFD" w14:textId="77777777" w:rsidR="00B16E53" w:rsidRPr="00154360" w:rsidRDefault="00B16E53" w:rsidP="00C84D95">
            <w:pPr>
              <w:spacing w:after="120"/>
            </w:pP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 xml:space="preserve">/98, </w:t>
            </w:r>
            <w:r>
              <w:t>пункты</w:t>
            </w:r>
            <w:r w:rsidRPr="00154360">
              <w:t xml:space="preserve"> 52–53, </w:t>
            </w:r>
            <w:r>
              <w:t>на</w:t>
            </w:r>
            <w:r w:rsidRPr="00154360">
              <w:t xml:space="preserve"> </w:t>
            </w:r>
            <w:r>
              <w:t>основе</w:t>
            </w:r>
            <w:r w:rsidRPr="00154360">
              <w:t xml:space="preserve"> </w:t>
            </w:r>
            <w:r w:rsidRPr="00B16E53">
              <w:rPr>
                <w:lang w:val="en-US"/>
              </w:rPr>
              <w:t>ECE</w:t>
            </w:r>
            <w:r w:rsidRPr="00154360">
              <w:t>/</w:t>
            </w:r>
            <w:r w:rsidRPr="00B16E53">
              <w:rPr>
                <w:lang w:val="en-US"/>
              </w:rPr>
              <w:t>TRANS</w:t>
            </w:r>
            <w:r w:rsidRPr="00154360">
              <w:t>/</w:t>
            </w:r>
            <w:r w:rsidRPr="00B16E53">
              <w:rPr>
                <w:lang w:val="en-US"/>
              </w:rPr>
              <w:t>WP</w:t>
            </w:r>
            <w:r w:rsidRPr="00154360">
              <w:t>.29/</w:t>
            </w:r>
            <w:r w:rsidRPr="00B16E53">
              <w:rPr>
                <w:lang w:val="en-US"/>
              </w:rPr>
              <w:t>GRSG</w:t>
            </w:r>
            <w:r w:rsidRPr="00154360">
              <w:t>/2020/30</w:t>
            </w:r>
          </w:p>
        </w:tc>
      </w:tr>
      <w:tr w:rsidR="00B16E53" w:rsidRPr="00220873" w14:paraId="2025FA20" w14:textId="77777777" w:rsidTr="00C84D95">
        <w:trPr>
          <w:cantSplit/>
        </w:trPr>
        <w:tc>
          <w:tcPr>
            <w:tcW w:w="1000" w:type="dxa"/>
            <w:shd w:val="clear" w:color="auto" w:fill="FFFFFF" w:themeFill="background1"/>
          </w:tcPr>
          <w:p w14:paraId="0AEF1815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4.8.8</w:t>
            </w:r>
          </w:p>
        </w:tc>
        <w:tc>
          <w:tcPr>
            <w:tcW w:w="3494" w:type="dxa"/>
          </w:tcPr>
          <w:p w14:paraId="117B8B90" w14:textId="77777777" w:rsidR="00B16E53" w:rsidRPr="00983126" w:rsidRDefault="00B16E53" w:rsidP="00C84D95">
            <w:pPr>
              <w:ind w:firstLine="132"/>
            </w:pPr>
            <w:r>
              <w:t>ECE/TRANS/WP.29/2021/26</w:t>
            </w:r>
          </w:p>
        </w:tc>
        <w:tc>
          <w:tcPr>
            <w:tcW w:w="4011" w:type="dxa"/>
          </w:tcPr>
          <w:p w14:paraId="4BA5D40D" w14:textId="77777777" w:rsidR="00B16E53" w:rsidRPr="00A3465E" w:rsidRDefault="00B16E53" w:rsidP="00C84D95">
            <w:pPr>
              <w:spacing w:after="120"/>
            </w:pPr>
            <w:r>
              <w:t>Предложение по поправкам серии 09 к Правилам № 107 ООН (транспортные средства категорий M</w:t>
            </w:r>
            <w:r w:rsidRPr="0032402E">
              <w:rPr>
                <w:vertAlign w:val="subscript"/>
              </w:rPr>
              <w:t>2</w:t>
            </w:r>
            <w:r>
              <w:t xml:space="preserve"> и M</w:t>
            </w:r>
            <w:r w:rsidRPr="0032402E">
              <w:rPr>
                <w:vertAlign w:val="subscript"/>
              </w:rPr>
              <w:t>3</w:t>
            </w:r>
            <w:r>
              <w:t>)</w:t>
            </w:r>
          </w:p>
          <w:p w14:paraId="33C4CE2A" w14:textId="77777777" w:rsidR="00B16E53" w:rsidRPr="00C726BD" w:rsidRDefault="00B16E53" w:rsidP="00C84D95">
            <w:pPr>
              <w:spacing w:after="120"/>
            </w:pPr>
            <w:r>
              <w:t xml:space="preserve">ECE/TRANS/WP.29/GRSG/98, пункт 13, </w:t>
            </w:r>
            <w:r w:rsidR="00D746B2">
              <w:br/>
            </w:r>
            <w:r>
              <w:t xml:space="preserve">на основе ECE/TRANS/WP.29/GRSG/2020/19 </w:t>
            </w:r>
            <w:r w:rsidR="00D746B2">
              <w:br/>
            </w:r>
            <w:r>
              <w:t>с поправками, содержащимися в GRSG-119-09 и GRSG-119-18, и ECE/TRANS/WP.29/GRSG/</w:t>
            </w:r>
            <w:r w:rsidR="00D746B2">
              <w:br/>
            </w:r>
            <w:r>
              <w:t xml:space="preserve">2020/20 с поправками, содержащимися </w:t>
            </w:r>
            <w:r w:rsidR="00D746B2">
              <w:br/>
            </w:r>
            <w:r>
              <w:t>в GRSG-119-19</w:t>
            </w:r>
          </w:p>
        </w:tc>
      </w:tr>
      <w:tr w:rsidR="00B16E53" w:rsidRPr="00220873" w14:paraId="5BB8615D" w14:textId="77777777" w:rsidTr="00C84D95">
        <w:trPr>
          <w:cantSplit/>
        </w:trPr>
        <w:tc>
          <w:tcPr>
            <w:tcW w:w="1000" w:type="dxa"/>
            <w:shd w:val="clear" w:color="auto" w:fill="FFFFFF" w:themeFill="background1"/>
          </w:tcPr>
          <w:p w14:paraId="6BF9616F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4.8.9</w:t>
            </w:r>
          </w:p>
        </w:tc>
        <w:tc>
          <w:tcPr>
            <w:tcW w:w="3494" w:type="dxa"/>
          </w:tcPr>
          <w:p w14:paraId="591BC7EC" w14:textId="77777777" w:rsidR="00B16E53" w:rsidRPr="00D3434B" w:rsidRDefault="00B16E53" w:rsidP="00C84D95">
            <w:pPr>
              <w:ind w:firstLine="132"/>
            </w:pPr>
            <w:r>
              <w:t>ECE/TRANS/WP.29/2021/27</w:t>
            </w:r>
          </w:p>
        </w:tc>
        <w:tc>
          <w:tcPr>
            <w:tcW w:w="4011" w:type="dxa"/>
          </w:tcPr>
          <w:p w14:paraId="19D19875" w14:textId="77777777" w:rsidR="00B16E53" w:rsidRPr="00A3465E" w:rsidRDefault="00B16E53" w:rsidP="00C84D95">
            <w:pPr>
              <w:spacing w:after="120"/>
            </w:pPr>
            <w:r>
              <w:t>Предложение по поправкам серии 04 к Правилам № 118 ООН (характеристики горения материалов)</w:t>
            </w:r>
          </w:p>
          <w:p w14:paraId="18D26D50" w14:textId="77777777" w:rsidR="00B16E53" w:rsidRDefault="00B16E53" w:rsidP="00C84D95">
            <w:pPr>
              <w:spacing w:after="120"/>
            </w:pPr>
            <w:r>
              <w:t xml:space="preserve">ECE/TRANS/WP.29/GRSG/98, пункт 21, </w:t>
            </w:r>
            <w:r w:rsidR="00D746B2">
              <w:br/>
            </w:r>
            <w:r>
              <w:t>на основе ECE/TRANS/WP.29/GRSG/2020/21</w:t>
            </w:r>
            <w:r w:rsidR="00D746B2">
              <w:br/>
            </w:r>
            <w:r>
              <w:t xml:space="preserve">с поправками, содержащимися в </w:t>
            </w:r>
            <w:r w:rsidR="00D746B2">
              <w:br/>
            </w:r>
            <w:r>
              <w:t>GRSG-119-10, GRSG-119-22 и GRSG-119-31</w:t>
            </w:r>
          </w:p>
        </w:tc>
      </w:tr>
    </w:tbl>
    <w:p w14:paraId="4B7C1BAE" w14:textId="77777777" w:rsidR="00B16E53" w:rsidRPr="00220873" w:rsidRDefault="00B16E53" w:rsidP="00B16E53">
      <w:pPr>
        <w:pStyle w:val="H4G"/>
      </w:pPr>
      <w:r>
        <w:tab/>
        <w:t>4.9</w:t>
      </w:r>
      <w:r>
        <w:tab/>
        <w:t>Рассмотрение проектов поправок к существующим правилам ООН, представленных GRE</w:t>
      </w:r>
    </w:p>
    <w:p w14:paraId="733EB574" w14:textId="77777777" w:rsidR="00B16E53" w:rsidRDefault="00B16E53" w:rsidP="00B16E53">
      <w:pPr>
        <w:pStyle w:val="SingleTxtG"/>
        <w:keepNext/>
        <w:keepLines/>
        <w:ind w:firstLine="567"/>
      </w:pPr>
      <w:r>
        <w:t>Всемирный форум рассмотрит нижеследующие предложения и, возможно, решит представить их AC.1 с рекомендациями относительно их принятия путем голосования.</w:t>
      </w:r>
    </w:p>
    <w:p w14:paraId="47C41BC6" w14:textId="77777777" w:rsidR="00B16E53" w:rsidRPr="00D746B2" w:rsidRDefault="00B16E53" w:rsidP="002B007E">
      <w:pPr>
        <w:pStyle w:val="SingleTxtG"/>
      </w:pPr>
      <w:r w:rsidRPr="00D746B2">
        <w:t>Предложения, не подлежащие представлению Председателем GRЕ (пункты А):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3466"/>
        <w:gridCol w:w="4045"/>
      </w:tblGrid>
      <w:tr w:rsidR="00B16E53" w:rsidRPr="00220873" w14:paraId="329E96A9" w14:textId="77777777" w:rsidTr="00B72383">
        <w:trPr>
          <w:cantSplit/>
        </w:trPr>
        <w:tc>
          <w:tcPr>
            <w:tcW w:w="1000" w:type="dxa"/>
          </w:tcPr>
          <w:p w14:paraId="496A65DA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</w:t>
            </w:r>
          </w:p>
        </w:tc>
        <w:tc>
          <w:tcPr>
            <w:tcW w:w="3466" w:type="dxa"/>
          </w:tcPr>
          <w:p w14:paraId="11D23DC1" w14:textId="77777777" w:rsidR="00B16E53" w:rsidRPr="00971A83" w:rsidRDefault="00B16E53" w:rsidP="00C84D95">
            <w:pPr>
              <w:ind w:firstLine="132"/>
            </w:pPr>
            <w:r>
              <w:t>ECE/TRANS/WP.29/2021/28</w:t>
            </w:r>
          </w:p>
        </w:tc>
        <w:tc>
          <w:tcPr>
            <w:tcW w:w="4045" w:type="dxa"/>
          </w:tcPr>
          <w:p w14:paraId="4997DB9F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19 к поправкам серии 04 к Правилам № 48 ООН (установка устройств освещения и световой сигнализации)</w:t>
            </w:r>
          </w:p>
          <w:p w14:paraId="61D139AD" w14:textId="77777777" w:rsidR="00B16E53" w:rsidRPr="00FD106F" w:rsidRDefault="00B16E53" w:rsidP="00C84D95">
            <w:pPr>
              <w:spacing w:after="120"/>
            </w:pPr>
            <w:r>
              <w:t xml:space="preserve">(ECE/TRANS/WP.29/GRE/83, пункт 22, </w:t>
            </w:r>
            <w:r w:rsidR="00D746B2">
              <w:br/>
            </w:r>
            <w:r>
              <w:t xml:space="preserve">на основе ECE/TRANS/WP.29/GRE/2020/3 </w:t>
            </w:r>
            <w:r w:rsidR="00F51DEA">
              <w:br/>
            </w:r>
            <w:r>
              <w:t>и GRE-83-52)</w:t>
            </w:r>
          </w:p>
        </w:tc>
      </w:tr>
      <w:tr w:rsidR="00B16E53" w:rsidRPr="00220873" w14:paraId="2E57CD56" w14:textId="77777777" w:rsidTr="00B72383">
        <w:trPr>
          <w:cantSplit/>
        </w:trPr>
        <w:tc>
          <w:tcPr>
            <w:tcW w:w="1000" w:type="dxa"/>
          </w:tcPr>
          <w:p w14:paraId="0906B20E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4.9.2</w:t>
            </w:r>
          </w:p>
        </w:tc>
        <w:tc>
          <w:tcPr>
            <w:tcW w:w="3466" w:type="dxa"/>
          </w:tcPr>
          <w:p w14:paraId="60E982B3" w14:textId="77777777" w:rsidR="00B16E53" w:rsidRPr="00971A83" w:rsidRDefault="00B16E53" w:rsidP="00C84D95">
            <w:pPr>
              <w:ind w:firstLine="132"/>
            </w:pPr>
            <w:r>
              <w:t>ECE/TRANS/WP.29/2021/29</w:t>
            </w:r>
          </w:p>
        </w:tc>
        <w:tc>
          <w:tcPr>
            <w:tcW w:w="4045" w:type="dxa"/>
          </w:tcPr>
          <w:p w14:paraId="7947EF08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14 к поправкам серии 05 к Правилам № 48 ООН (установка устройств освещения и световой сигнализации)</w:t>
            </w:r>
          </w:p>
          <w:p w14:paraId="57A9F639" w14:textId="77777777" w:rsidR="00B16E53" w:rsidRPr="00FD106F" w:rsidRDefault="00B16E53" w:rsidP="00C84D95">
            <w:pPr>
              <w:spacing w:after="120"/>
            </w:pPr>
            <w:r>
              <w:t xml:space="preserve">(ECE/TRANS/WP.29/GRE/83, пункт 22, </w:t>
            </w:r>
            <w:r w:rsidR="00D746B2">
              <w:br/>
            </w:r>
            <w:r>
              <w:t xml:space="preserve">на основе ECE/TRANS/WP.29/GRE/2020/3 </w:t>
            </w:r>
            <w:r w:rsidR="00F51DEA">
              <w:br/>
            </w:r>
            <w:r>
              <w:t>и GRE-83-52)</w:t>
            </w:r>
          </w:p>
        </w:tc>
      </w:tr>
      <w:tr w:rsidR="00B16E53" w:rsidRPr="00220873" w14:paraId="2670CCE8" w14:textId="77777777" w:rsidTr="00B72383">
        <w:trPr>
          <w:cantSplit/>
        </w:trPr>
        <w:tc>
          <w:tcPr>
            <w:tcW w:w="1000" w:type="dxa"/>
          </w:tcPr>
          <w:p w14:paraId="796D33E8" w14:textId="77777777" w:rsidR="00B16E5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4.9.3</w:t>
            </w:r>
          </w:p>
        </w:tc>
        <w:tc>
          <w:tcPr>
            <w:tcW w:w="3466" w:type="dxa"/>
          </w:tcPr>
          <w:p w14:paraId="6D6D390C" w14:textId="77777777" w:rsidR="00B16E53" w:rsidRPr="00971A83" w:rsidRDefault="00B16E53" w:rsidP="00C84D95">
            <w:pPr>
              <w:ind w:firstLine="132"/>
            </w:pPr>
            <w:r>
              <w:t>ECE/TRANS/WP.29/2021/30</w:t>
            </w:r>
          </w:p>
        </w:tc>
        <w:tc>
          <w:tcPr>
            <w:tcW w:w="4045" w:type="dxa"/>
          </w:tcPr>
          <w:p w14:paraId="1232859C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14 к поправкам серии 06 к Правилам № 48 ООН (установка устройств освещения и световой сигнализации)</w:t>
            </w:r>
          </w:p>
          <w:p w14:paraId="373C7C14" w14:textId="77777777" w:rsidR="00B16E53" w:rsidRPr="00813818" w:rsidRDefault="00B16E53" w:rsidP="00D746B2">
            <w:pPr>
              <w:pStyle w:val="SingleTxtG"/>
              <w:ind w:left="0" w:right="0"/>
              <w:jc w:val="left"/>
            </w:pPr>
            <w:r>
              <w:t>(ECE/TRANS/WP.29/GRE/83, пункты 21, 22 и 25, на основе ECE/TRANS/WP.29/GRE/2020/2, ECE/TRANS/WP.29/GRE/2020/3, ECE/TRANS/WP.29/GRE/2020/24, GRE-83-06 и GRE-83-52)</w:t>
            </w:r>
          </w:p>
        </w:tc>
      </w:tr>
      <w:tr w:rsidR="00B16E53" w:rsidRPr="00220873" w14:paraId="16737839" w14:textId="77777777" w:rsidTr="00B72383">
        <w:trPr>
          <w:cantSplit/>
        </w:trPr>
        <w:tc>
          <w:tcPr>
            <w:tcW w:w="1000" w:type="dxa"/>
          </w:tcPr>
          <w:p w14:paraId="50719841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4.9.4</w:t>
            </w:r>
          </w:p>
        </w:tc>
        <w:tc>
          <w:tcPr>
            <w:tcW w:w="3466" w:type="dxa"/>
          </w:tcPr>
          <w:p w14:paraId="30EAC364" w14:textId="77777777" w:rsidR="00B16E53" w:rsidRPr="00465C0F" w:rsidRDefault="00B16E53" w:rsidP="00C84D95">
            <w:pPr>
              <w:ind w:firstLine="132"/>
            </w:pPr>
            <w:r>
              <w:t>ECE/TRANS/WP.29/2021/31</w:t>
            </w:r>
          </w:p>
        </w:tc>
        <w:tc>
          <w:tcPr>
            <w:tcW w:w="4045" w:type="dxa"/>
          </w:tcPr>
          <w:p w14:paraId="39569BA2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поправкам серии 07 к Правилам № 48 ООН (установка устройств освещения и световой сигнализации)</w:t>
            </w:r>
          </w:p>
          <w:p w14:paraId="4A9D7A8E" w14:textId="77777777" w:rsidR="00B16E53" w:rsidRDefault="00B16E53" w:rsidP="00C84D95">
            <w:pPr>
              <w:spacing w:after="120"/>
            </w:pPr>
            <w:r>
              <w:t xml:space="preserve">(ECE/TRANS/WP.29/GRE/83, пункты 21, 22 </w:t>
            </w:r>
            <w:r w:rsidR="00B72383">
              <w:br/>
            </w:r>
            <w:r>
              <w:t>и 25, на основе ECE/TRANS/WP.29/GRE/</w:t>
            </w:r>
            <w:r w:rsidR="00F51DEA">
              <w:br/>
            </w:r>
            <w:r>
              <w:t>2020/2, ECE/TRANS/WP.29/GRE/2020/3, ECE/TRANS/WP.29/GRE/2020/24, GRE-83-06 и GRE-83-52)</w:t>
            </w:r>
          </w:p>
        </w:tc>
      </w:tr>
      <w:tr w:rsidR="00B16E53" w:rsidRPr="00220873" w14:paraId="29A896EE" w14:textId="77777777" w:rsidTr="00B72383">
        <w:trPr>
          <w:cantSplit/>
        </w:trPr>
        <w:tc>
          <w:tcPr>
            <w:tcW w:w="1000" w:type="dxa"/>
          </w:tcPr>
          <w:p w14:paraId="66D7E5FE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4.9.5</w:t>
            </w:r>
          </w:p>
        </w:tc>
        <w:tc>
          <w:tcPr>
            <w:tcW w:w="3466" w:type="dxa"/>
          </w:tcPr>
          <w:p w14:paraId="039F1F76" w14:textId="77777777" w:rsidR="00B16E53" w:rsidRPr="00465C0F" w:rsidRDefault="00B16E53" w:rsidP="00C84D95">
            <w:pPr>
              <w:ind w:firstLine="132"/>
            </w:pPr>
            <w:r>
              <w:t>ECE/TRANS/WP.29/2021/32</w:t>
            </w:r>
          </w:p>
        </w:tc>
        <w:tc>
          <w:tcPr>
            <w:tcW w:w="4045" w:type="dxa"/>
          </w:tcPr>
          <w:p w14:paraId="0A86B1B6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4 к поправкам серии 02 к Правилам № 53 ООН (установка устройств освещения и световой сигнализации для транспортных средств категории L</w:t>
            </w:r>
            <w:r w:rsidRPr="000037A0">
              <w:rPr>
                <w:vertAlign w:val="subscript"/>
              </w:rPr>
              <w:t>3</w:t>
            </w:r>
            <w:r>
              <w:t>)</w:t>
            </w:r>
          </w:p>
          <w:p w14:paraId="6C5C3D4D" w14:textId="77777777" w:rsidR="00B16E53" w:rsidRDefault="00B16E53" w:rsidP="00C84D95">
            <w:pPr>
              <w:spacing w:after="120"/>
            </w:pPr>
            <w:r>
              <w:t xml:space="preserve">(ECE/TRANS/WP.29/GRE/83, пункт 37, </w:t>
            </w:r>
            <w:r w:rsidR="00F51DEA">
              <w:br/>
            </w:r>
            <w:r>
              <w:t>на основе ECE/TRANS/WP.29/GRE/2020/19)</w:t>
            </w:r>
          </w:p>
        </w:tc>
      </w:tr>
      <w:tr w:rsidR="00B16E53" w:rsidRPr="00220873" w14:paraId="765E08AC" w14:textId="77777777" w:rsidTr="00B72383">
        <w:trPr>
          <w:cantSplit/>
        </w:trPr>
        <w:tc>
          <w:tcPr>
            <w:tcW w:w="1000" w:type="dxa"/>
          </w:tcPr>
          <w:p w14:paraId="43B2E7ED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4.9.6</w:t>
            </w:r>
          </w:p>
        </w:tc>
        <w:tc>
          <w:tcPr>
            <w:tcW w:w="3466" w:type="dxa"/>
          </w:tcPr>
          <w:p w14:paraId="4178432B" w14:textId="77777777" w:rsidR="00B16E53" w:rsidRPr="00FD106F" w:rsidRDefault="00B16E53" w:rsidP="00C84D95">
            <w:pPr>
              <w:ind w:firstLine="132"/>
            </w:pPr>
            <w:r>
              <w:t>ECE/TRANS/WP.29/2021/33</w:t>
            </w:r>
          </w:p>
        </w:tc>
        <w:tc>
          <w:tcPr>
            <w:tcW w:w="4045" w:type="dxa"/>
          </w:tcPr>
          <w:p w14:paraId="3DB59AD1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поправкам серии 03 к Правилам № 53 ООН (установка устройств освещения и световой сигнализации для транспортных средств категории L</w:t>
            </w:r>
            <w:r w:rsidRPr="000037A0">
              <w:rPr>
                <w:vertAlign w:val="subscript"/>
              </w:rPr>
              <w:t>3</w:t>
            </w:r>
            <w:r>
              <w:t>)</w:t>
            </w:r>
          </w:p>
          <w:p w14:paraId="7B0127BA" w14:textId="77777777" w:rsidR="00B16E53" w:rsidRPr="00FD106F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37, </w:t>
            </w:r>
            <w:r w:rsidR="00B72383">
              <w:br/>
            </w:r>
            <w:r>
              <w:t xml:space="preserve">на основе ECE/TRANS/WP.29/GRE/2020/19) </w:t>
            </w:r>
          </w:p>
        </w:tc>
      </w:tr>
      <w:tr w:rsidR="00B16E53" w:rsidRPr="00220873" w14:paraId="39A72C80" w14:textId="77777777" w:rsidTr="00B72383">
        <w:trPr>
          <w:cantSplit/>
        </w:trPr>
        <w:tc>
          <w:tcPr>
            <w:tcW w:w="1000" w:type="dxa"/>
          </w:tcPr>
          <w:p w14:paraId="107FA34D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4.9.7</w:t>
            </w:r>
          </w:p>
        </w:tc>
        <w:tc>
          <w:tcPr>
            <w:tcW w:w="3466" w:type="dxa"/>
          </w:tcPr>
          <w:p w14:paraId="0BA87B58" w14:textId="77777777" w:rsidR="00B16E53" w:rsidRPr="00D3434B" w:rsidRDefault="00B16E53" w:rsidP="00C84D95">
            <w:pPr>
              <w:ind w:firstLine="132"/>
            </w:pPr>
            <w:r>
              <w:t>ECE/TRANS/WP.29/2021/34</w:t>
            </w:r>
          </w:p>
        </w:tc>
        <w:tc>
          <w:tcPr>
            <w:tcW w:w="4045" w:type="dxa"/>
          </w:tcPr>
          <w:p w14:paraId="5990A58D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11 к первоначальной серии поправок к </w:t>
            </w:r>
            <w:r w:rsidR="00B72383">
              <w:br/>
            </w:r>
            <w:r>
              <w:t>Правилам № 65 ООН (специальные предупреждающие огни)</w:t>
            </w:r>
          </w:p>
          <w:p w14:paraId="1D2BF01C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38, </w:t>
            </w:r>
            <w:r w:rsidR="00B72383">
              <w:br/>
            </w:r>
            <w:r>
              <w:t xml:space="preserve">на основе ECE/TRANS/WP.29/GRE/2020/18 </w:t>
            </w:r>
            <w:r w:rsidR="00F51DEA">
              <w:br/>
            </w:r>
            <w:r>
              <w:t xml:space="preserve">и ECE/TRANS/WP.29/GRE/82, пункт 39, </w:t>
            </w:r>
            <w:r w:rsidR="00B72383">
              <w:br/>
            </w:r>
            <w:r>
              <w:t>на основе ECE/TRANS/WP.29/GRE/2019/17)</w:t>
            </w:r>
          </w:p>
        </w:tc>
      </w:tr>
      <w:tr w:rsidR="00B16E53" w:rsidRPr="00220873" w14:paraId="0F9A9E27" w14:textId="77777777" w:rsidTr="00B72383">
        <w:trPr>
          <w:cantSplit/>
        </w:trPr>
        <w:tc>
          <w:tcPr>
            <w:tcW w:w="1000" w:type="dxa"/>
          </w:tcPr>
          <w:p w14:paraId="5D630B88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4.9.8</w:t>
            </w:r>
          </w:p>
        </w:tc>
        <w:tc>
          <w:tcPr>
            <w:tcW w:w="3466" w:type="dxa"/>
          </w:tcPr>
          <w:p w14:paraId="3BBE42DD" w14:textId="77777777" w:rsidR="00B16E53" w:rsidRPr="00D3434B" w:rsidRDefault="00B16E53" w:rsidP="00C84D95">
            <w:pPr>
              <w:ind w:firstLine="132"/>
            </w:pPr>
            <w:r>
              <w:t>ECE/TRANS/WP.29/2021/35</w:t>
            </w:r>
          </w:p>
        </w:tc>
        <w:tc>
          <w:tcPr>
            <w:tcW w:w="4045" w:type="dxa"/>
          </w:tcPr>
          <w:p w14:paraId="0D17E5B1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13 к поправкам серии 01 к Правилам № 74 ООН (установка устройств освещения и световой сигнализации для мопедов)</w:t>
            </w:r>
          </w:p>
          <w:p w14:paraId="68D35CC3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43, </w:t>
            </w:r>
            <w:r w:rsidR="00B72383">
              <w:br/>
            </w:r>
            <w:r>
              <w:t>на основе ECE/TRANS/WP.29/GRE/2020/20)</w:t>
            </w:r>
          </w:p>
        </w:tc>
      </w:tr>
      <w:tr w:rsidR="00B16E53" w:rsidRPr="00220873" w14:paraId="5474C8CB" w14:textId="77777777" w:rsidTr="00B72383">
        <w:trPr>
          <w:cantSplit/>
        </w:trPr>
        <w:tc>
          <w:tcPr>
            <w:tcW w:w="1000" w:type="dxa"/>
          </w:tcPr>
          <w:p w14:paraId="39B1F491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4.9.9</w:t>
            </w:r>
          </w:p>
        </w:tc>
        <w:tc>
          <w:tcPr>
            <w:tcW w:w="3466" w:type="dxa"/>
          </w:tcPr>
          <w:p w14:paraId="7B003391" w14:textId="77777777" w:rsidR="00B16E53" w:rsidRPr="00D3434B" w:rsidRDefault="00B16E53" w:rsidP="00C84D95">
            <w:pPr>
              <w:ind w:firstLine="132"/>
            </w:pPr>
            <w:r>
              <w:t>ECE/TRANS/WP.29/2021/36</w:t>
            </w:r>
          </w:p>
        </w:tc>
        <w:tc>
          <w:tcPr>
            <w:tcW w:w="4045" w:type="dxa"/>
          </w:tcPr>
          <w:p w14:paraId="51C73A29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поправкам серии 02 к Правилам № 74 ООН (установка устройств освещения и световой сигнализации для мопедов)</w:t>
            </w:r>
          </w:p>
          <w:p w14:paraId="630F13BB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43, </w:t>
            </w:r>
            <w:r w:rsidR="00B72383">
              <w:br/>
            </w:r>
            <w:r>
              <w:t>на основе ECE/TRANS/WP.29/GRE/2020/20)</w:t>
            </w:r>
          </w:p>
        </w:tc>
      </w:tr>
      <w:tr w:rsidR="00B16E53" w:rsidRPr="00220873" w14:paraId="52CE70C8" w14:textId="77777777" w:rsidTr="00B72383">
        <w:trPr>
          <w:cantSplit/>
        </w:trPr>
        <w:tc>
          <w:tcPr>
            <w:tcW w:w="1000" w:type="dxa"/>
          </w:tcPr>
          <w:p w14:paraId="1F48081D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4.9.10</w:t>
            </w:r>
          </w:p>
        </w:tc>
        <w:tc>
          <w:tcPr>
            <w:tcW w:w="3466" w:type="dxa"/>
          </w:tcPr>
          <w:p w14:paraId="296BF762" w14:textId="77777777" w:rsidR="00B16E53" w:rsidRPr="00D3434B" w:rsidRDefault="00B16E53" w:rsidP="00C84D95">
            <w:pPr>
              <w:ind w:firstLine="132"/>
            </w:pPr>
            <w:r>
              <w:t>ECE/TRANS/WP.29/2021/37</w:t>
            </w:r>
          </w:p>
        </w:tc>
        <w:tc>
          <w:tcPr>
            <w:tcW w:w="4045" w:type="dxa"/>
          </w:tcPr>
          <w:p w14:paraId="2DFE42F2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3 к поправкам серии 01 к Правилам № 86 ООН (установка устройств освещения и световой сигнализации для сельскохозяйственных транспортных средств)</w:t>
            </w:r>
          </w:p>
          <w:p w14:paraId="0E5AF750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41, </w:t>
            </w:r>
            <w:r w:rsidR="00B72383">
              <w:br/>
            </w:r>
            <w:r>
              <w:t>на основе ECE/TRANS/WP.29/GRE/2020/21)</w:t>
            </w:r>
          </w:p>
        </w:tc>
      </w:tr>
      <w:tr w:rsidR="00B16E53" w:rsidRPr="00154360" w14:paraId="0B312738" w14:textId="77777777" w:rsidTr="00B72383">
        <w:trPr>
          <w:cantSplit/>
        </w:trPr>
        <w:tc>
          <w:tcPr>
            <w:tcW w:w="1000" w:type="dxa"/>
          </w:tcPr>
          <w:p w14:paraId="54C995C0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4.9.11</w:t>
            </w:r>
          </w:p>
        </w:tc>
        <w:tc>
          <w:tcPr>
            <w:tcW w:w="3466" w:type="dxa"/>
          </w:tcPr>
          <w:p w14:paraId="5482D292" w14:textId="77777777" w:rsidR="00B16E53" w:rsidRPr="00D3434B" w:rsidRDefault="00B16E53" w:rsidP="00C84D95">
            <w:pPr>
              <w:ind w:firstLine="132"/>
            </w:pPr>
            <w:r>
              <w:t>ECE/TRANS/WP.29/2021/38</w:t>
            </w:r>
          </w:p>
        </w:tc>
        <w:tc>
          <w:tcPr>
            <w:tcW w:w="4045" w:type="dxa"/>
          </w:tcPr>
          <w:p w14:paraId="39D5137D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10 к поправкам серии 01 к Правилам № 98 ООН (фары с газоразрядными источниками света) </w:t>
            </w:r>
          </w:p>
          <w:p w14:paraId="3E598431" w14:textId="77777777" w:rsidR="00B16E53" w:rsidRPr="00154360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154360">
              <w:rPr>
                <w:lang w:val="en-US"/>
              </w:rPr>
              <w:t xml:space="preserve">(ECE/TRANS/WP.29/GRE/83, </w:t>
            </w:r>
            <w:r>
              <w:t>пункт</w:t>
            </w:r>
            <w:r w:rsidRPr="00154360">
              <w:rPr>
                <w:lang w:val="en-US"/>
              </w:rPr>
              <w:t xml:space="preserve"> 42, </w:t>
            </w:r>
            <w:r w:rsidR="00B72383" w:rsidRPr="00154360">
              <w:rPr>
                <w:lang w:val="en-US"/>
              </w:rPr>
              <w:br/>
            </w:r>
            <w:r>
              <w:t>на</w:t>
            </w:r>
            <w:r w:rsidRPr="00154360">
              <w:rPr>
                <w:lang w:val="en-US"/>
              </w:rPr>
              <w:t xml:space="preserve"> </w:t>
            </w:r>
            <w:r>
              <w:t>основе</w:t>
            </w:r>
            <w:r w:rsidRPr="00154360">
              <w:rPr>
                <w:lang w:val="en-US"/>
              </w:rPr>
              <w:t xml:space="preserve"> ECE/TRANS/WP.29/GRE/2020/</w:t>
            </w:r>
            <w:r w:rsidR="00F51DEA" w:rsidRPr="00154360">
              <w:rPr>
                <w:lang w:val="en-US"/>
              </w:rPr>
              <w:br/>
            </w:r>
            <w:r w:rsidRPr="00154360">
              <w:rPr>
                <w:lang w:val="en-US"/>
              </w:rPr>
              <w:t>11/Rev.1)</w:t>
            </w:r>
          </w:p>
        </w:tc>
      </w:tr>
      <w:tr w:rsidR="00B16E53" w:rsidRPr="00154360" w14:paraId="57E88ECC" w14:textId="77777777" w:rsidTr="00B72383">
        <w:trPr>
          <w:cantSplit/>
        </w:trPr>
        <w:tc>
          <w:tcPr>
            <w:tcW w:w="1000" w:type="dxa"/>
          </w:tcPr>
          <w:p w14:paraId="77BA3388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4.9.12</w:t>
            </w:r>
          </w:p>
        </w:tc>
        <w:tc>
          <w:tcPr>
            <w:tcW w:w="3466" w:type="dxa"/>
          </w:tcPr>
          <w:p w14:paraId="3D57DE58" w14:textId="77777777" w:rsidR="00B16E53" w:rsidRPr="00D3434B" w:rsidRDefault="00B16E53" w:rsidP="00C84D95">
            <w:pPr>
              <w:ind w:firstLine="132"/>
            </w:pPr>
            <w:r>
              <w:t>ECE/TRANS/WP.29/2021/39</w:t>
            </w:r>
          </w:p>
        </w:tc>
        <w:tc>
          <w:tcPr>
            <w:tcW w:w="4045" w:type="dxa"/>
          </w:tcPr>
          <w:p w14:paraId="6EF9AC35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2 к поправкам серии 02 к Правилам № 98 ООН (фары с газоразрядными источниками света) </w:t>
            </w:r>
          </w:p>
          <w:p w14:paraId="7B507013" w14:textId="77777777" w:rsidR="00B16E53" w:rsidRPr="00154360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154360">
              <w:rPr>
                <w:lang w:val="en-US"/>
              </w:rPr>
              <w:t xml:space="preserve">(ECE/TRANS/WP.29/GRE/83, </w:t>
            </w:r>
            <w:r>
              <w:t>пункт</w:t>
            </w:r>
            <w:r w:rsidRPr="00154360">
              <w:rPr>
                <w:lang w:val="en-US"/>
              </w:rPr>
              <w:t xml:space="preserve"> 42, </w:t>
            </w:r>
            <w:r w:rsidR="00B72383" w:rsidRPr="00154360">
              <w:rPr>
                <w:lang w:val="en-US"/>
              </w:rPr>
              <w:br/>
            </w:r>
            <w:r>
              <w:t>на</w:t>
            </w:r>
            <w:r w:rsidRPr="00154360">
              <w:rPr>
                <w:lang w:val="en-US"/>
              </w:rPr>
              <w:t xml:space="preserve"> </w:t>
            </w:r>
            <w:r>
              <w:t>основе</w:t>
            </w:r>
            <w:r w:rsidRPr="00154360">
              <w:rPr>
                <w:lang w:val="en-US"/>
              </w:rPr>
              <w:t xml:space="preserve"> ECE/TRANS/WP.29/GRE/2020/</w:t>
            </w:r>
            <w:r w:rsidR="00F51DEA" w:rsidRPr="00154360">
              <w:rPr>
                <w:lang w:val="en-US"/>
              </w:rPr>
              <w:br/>
            </w:r>
            <w:r w:rsidRPr="00154360">
              <w:rPr>
                <w:lang w:val="en-US"/>
              </w:rPr>
              <w:t>11/Rev.1)</w:t>
            </w:r>
          </w:p>
        </w:tc>
      </w:tr>
      <w:tr w:rsidR="00B16E53" w:rsidRPr="00220873" w14:paraId="14A96B43" w14:textId="77777777" w:rsidTr="00B72383">
        <w:trPr>
          <w:cantSplit/>
        </w:trPr>
        <w:tc>
          <w:tcPr>
            <w:tcW w:w="1000" w:type="dxa"/>
          </w:tcPr>
          <w:p w14:paraId="0FBB18BB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4.9.13</w:t>
            </w:r>
          </w:p>
        </w:tc>
        <w:tc>
          <w:tcPr>
            <w:tcW w:w="3466" w:type="dxa"/>
          </w:tcPr>
          <w:p w14:paraId="17B071A3" w14:textId="77777777" w:rsidR="00B16E53" w:rsidRPr="00D3434B" w:rsidRDefault="00B16E53" w:rsidP="00C84D95">
            <w:pPr>
              <w:ind w:firstLine="132"/>
            </w:pPr>
            <w:r>
              <w:t>ECE/TRANS/WP.29/2021/40</w:t>
            </w:r>
          </w:p>
        </w:tc>
        <w:tc>
          <w:tcPr>
            <w:tcW w:w="4045" w:type="dxa"/>
          </w:tcPr>
          <w:p w14:paraId="67043A6D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7 к поправкам серии 01 к Правилам № 113 ООН (фары, испускающие симметричный луч ближнего света)</w:t>
            </w:r>
          </w:p>
          <w:p w14:paraId="28425AFD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10, </w:t>
            </w:r>
            <w:r w:rsidR="00B72383">
              <w:br/>
            </w:r>
            <w:r>
              <w:t>на основе GRE-83-07)</w:t>
            </w:r>
          </w:p>
        </w:tc>
      </w:tr>
      <w:tr w:rsidR="00B16E53" w:rsidRPr="00220873" w14:paraId="214A60DB" w14:textId="77777777" w:rsidTr="00B72383">
        <w:trPr>
          <w:cantSplit/>
        </w:trPr>
        <w:tc>
          <w:tcPr>
            <w:tcW w:w="1000" w:type="dxa"/>
          </w:tcPr>
          <w:p w14:paraId="4284AA87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4.9.14</w:t>
            </w:r>
          </w:p>
        </w:tc>
        <w:tc>
          <w:tcPr>
            <w:tcW w:w="3466" w:type="dxa"/>
          </w:tcPr>
          <w:p w14:paraId="768ED7EE" w14:textId="77777777" w:rsidR="00B16E53" w:rsidRPr="00D3434B" w:rsidRDefault="00B16E53" w:rsidP="00C84D95">
            <w:pPr>
              <w:ind w:firstLine="132"/>
            </w:pPr>
            <w:r>
              <w:t>ECE/TRANS/WP.29/2021/41</w:t>
            </w:r>
          </w:p>
        </w:tc>
        <w:tc>
          <w:tcPr>
            <w:tcW w:w="4045" w:type="dxa"/>
          </w:tcPr>
          <w:p w14:paraId="60FEABF6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поправкам серии 02 к Правилам № 113 ООН (фары, испускающие симметричный луч ближнего света)</w:t>
            </w:r>
          </w:p>
          <w:p w14:paraId="2517E8CA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10, </w:t>
            </w:r>
            <w:r w:rsidR="00B72383">
              <w:br/>
            </w:r>
            <w:r>
              <w:t>на основе GRE-83-07)</w:t>
            </w:r>
          </w:p>
        </w:tc>
      </w:tr>
      <w:tr w:rsidR="00B16E53" w:rsidRPr="00220873" w14:paraId="6AD529B9" w14:textId="77777777" w:rsidTr="00B72383">
        <w:trPr>
          <w:cantSplit/>
        </w:trPr>
        <w:tc>
          <w:tcPr>
            <w:tcW w:w="1000" w:type="dxa"/>
          </w:tcPr>
          <w:p w14:paraId="3D72725F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4.9.15</w:t>
            </w:r>
          </w:p>
        </w:tc>
        <w:tc>
          <w:tcPr>
            <w:tcW w:w="3466" w:type="dxa"/>
          </w:tcPr>
          <w:p w14:paraId="6A9A84EB" w14:textId="77777777" w:rsidR="00B16E53" w:rsidRPr="00D3434B" w:rsidRDefault="00B16E53" w:rsidP="00C84D95">
            <w:pPr>
              <w:ind w:firstLine="132"/>
            </w:pPr>
            <w:r>
              <w:t>ECE/TRANS/WP.29/2021/42</w:t>
            </w:r>
          </w:p>
        </w:tc>
        <w:tc>
          <w:tcPr>
            <w:tcW w:w="4045" w:type="dxa"/>
          </w:tcPr>
          <w:p w14:paraId="44EA267A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2 к поправкам серии 03 к Правилам № 113 ООН (фары, испускающие симметричный луч ближнего света)</w:t>
            </w:r>
          </w:p>
          <w:p w14:paraId="65D300DE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(ECE/TRANS/WP.29/GRE/83, пункт 10, </w:t>
            </w:r>
            <w:r w:rsidR="00B72383">
              <w:br/>
            </w:r>
            <w:r>
              <w:t>на основе GRE-83-07)</w:t>
            </w:r>
          </w:p>
        </w:tc>
      </w:tr>
      <w:tr w:rsidR="00B16E53" w:rsidRPr="00154360" w14:paraId="28EE2EB2" w14:textId="77777777" w:rsidTr="00B72383">
        <w:trPr>
          <w:cantSplit/>
        </w:trPr>
        <w:tc>
          <w:tcPr>
            <w:tcW w:w="1000" w:type="dxa"/>
          </w:tcPr>
          <w:p w14:paraId="0EAE9FB0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4.9.16</w:t>
            </w:r>
          </w:p>
        </w:tc>
        <w:tc>
          <w:tcPr>
            <w:tcW w:w="3466" w:type="dxa"/>
          </w:tcPr>
          <w:p w14:paraId="5C30D19E" w14:textId="77777777" w:rsidR="00B16E53" w:rsidRPr="00D3434B" w:rsidRDefault="00B16E53" w:rsidP="00C84D95">
            <w:pPr>
              <w:ind w:firstLine="132"/>
            </w:pPr>
            <w:r>
              <w:t>ECE/TRANS/WP.29/2021/43</w:t>
            </w:r>
          </w:p>
        </w:tc>
        <w:tc>
          <w:tcPr>
            <w:tcW w:w="4045" w:type="dxa"/>
          </w:tcPr>
          <w:p w14:paraId="57E67A75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10 к поправкам серии 01 к Правилам № 123</w:t>
            </w:r>
            <w:r w:rsidR="00A763FC">
              <w:t xml:space="preserve"> ООН</w:t>
            </w:r>
            <w:r>
              <w:t xml:space="preserve"> (адаптивные системы переднего освещения)</w:t>
            </w:r>
          </w:p>
          <w:p w14:paraId="3FF4AF19" w14:textId="77777777" w:rsidR="00B16E53" w:rsidRPr="00154360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154360">
              <w:rPr>
                <w:lang w:val="en-US"/>
              </w:rPr>
              <w:t xml:space="preserve">(ECE/TRANS/WP.29/GRE/83, </w:t>
            </w:r>
            <w:r>
              <w:t>пункт</w:t>
            </w:r>
            <w:r w:rsidRPr="00154360">
              <w:rPr>
                <w:lang w:val="en-US"/>
              </w:rPr>
              <w:t xml:space="preserve"> 42, </w:t>
            </w:r>
            <w:r w:rsidR="00B72383" w:rsidRPr="00154360">
              <w:rPr>
                <w:lang w:val="en-US"/>
              </w:rPr>
              <w:br/>
            </w:r>
            <w:r>
              <w:t>на</w:t>
            </w:r>
            <w:r w:rsidRPr="00154360">
              <w:rPr>
                <w:lang w:val="en-US"/>
              </w:rPr>
              <w:t xml:space="preserve"> </w:t>
            </w:r>
            <w:r>
              <w:t>основе</w:t>
            </w:r>
            <w:r w:rsidRPr="00154360">
              <w:rPr>
                <w:lang w:val="en-US"/>
              </w:rPr>
              <w:t xml:space="preserve"> ECE/TRANS/WP.29/GRE/2020/</w:t>
            </w:r>
            <w:r w:rsidR="00F51DEA" w:rsidRPr="00154360">
              <w:rPr>
                <w:lang w:val="en-US"/>
              </w:rPr>
              <w:br/>
            </w:r>
            <w:r w:rsidRPr="00154360">
              <w:rPr>
                <w:lang w:val="en-US"/>
              </w:rPr>
              <w:t>11/Rev.1)</w:t>
            </w:r>
            <w:r w:rsidRPr="00154360">
              <w:rPr>
                <w:lang w:val="en-US"/>
              </w:rPr>
              <w:tab/>
            </w:r>
          </w:p>
        </w:tc>
      </w:tr>
      <w:tr w:rsidR="00B16E53" w:rsidRPr="00154360" w14:paraId="674B9A06" w14:textId="77777777" w:rsidTr="00B72383">
        <w:trPr>
          <w:cantSplit/>
        </w:trPr>
        <w:tc>
          <w:tcPr>
            <w:tcW w:w="1000" w:type="dxa"/>
          </w:tcPr>
          <w:p w14:paraId="5482299F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4.9.17</w:t>
            </w:r>
          </w:p>
        </w:tc>
        <w:tc>
          <w:tcPr>
            <w:tcW w:w="3466" w:type="dxa"/>
          </w:tcPr>
          <w:p w14:paraId="20839321" w14:textId="77777777" w:rsidR="00B16E53" w:rsidRPr="00D3434B" w:rsidRDefault="00B16E53" w:rsidP="00C84D95">
            <w:pPr>
              <w:ind w:firstLine="132"/>
            </w:pPr>
            <w:r>
              <w:t>ECE/TRANS/WP.29/2021/44</w:t>
            </w:r>
          </w:p>
        </w:tc>
        <w:tc>
          <w:tcPr>
            <w:tcW w:w="4045" w:type="dxa"/>
          </w:tcPr>
          <w:p w14:paraId="72B00EB6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2 к поправкам серии 02 к Правилам № 123 </w:t>
            </w:r>
            <w:r w:rsidR="00A763FC">
              <w:t xml:space="preserve">ООН </w:t>
            </w:r>
            <w:r>
              <w:t>(адаптивные системы переднего освещения)</w:t>
            </w:r>
          </w:p>
          <w:p w14:paraId="67313F05" w14:textId="77777777" w:rsidR="00B16E53" w:rsidRPr="00154360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154360">
              <w:rPr>
                <w:lang w:val="en-US"/>
              </w:rPr>
              <w:t xml:space="preserve">(ECE/TRANS/WP.29/GRE/83, </w:t>
            </w:r>
            <w:r>
              <w:t>пункт</w:t>
            </w:r>
            <w:r w:rsidRPr="00154360">
              <w:rPr>
                <w:lang w:val="en-US"/>
              </w:rPr>
              <w:t xml:space="preserve"> 42, </w:t>
            </w:r>
            <w:r w:rsidR="00B72383" w:rsidRPr="00154360">
              <w:rPr>
                <w:lang w:val="en-US"/>
              </w:rPr>
              <w:br/>
            </w:r>
            <w:r>
              <w:t>на</w:t>
            </w:r>
            <w:r w:rsidRPr="00154360">
              <w:rPr>
                <w:lang w:val="en-US"/>
              </w:rPr>
              <w:t xml:space="preserve"> </w:t>
            </w:r>
            <w:r>
              <w:t>основе</w:t>
            </w:r>
            <w:r w:rsidRPr="00154360">
              <w:rPr>
                <w:lang w:val="en-US"/>
              </w:rPr>
              <w:t xml:space="preserve"> ECE/TRANS/WP.29/GRE/2020/</w:t>
            </w:r>
            <w:r w:rsidR="00F51DEA" w:rsidRPr="00154360">
              <w:rPr>
                <w:lang w:val="en-US"/>
              </w:rPr>
              <w:br/>
            </w:r>
            <w:r w:rsidRPr="00154360">
              <w:rPr>
                <w:lang w:val="en-US"/>
              </w:rPr>
              <w:t>11/Rev.1)</w:t>
            </w:r>
          </w:p>
        </w:tc>
      </w:tr>
      <w:tr w:rsidR="00B16E53" w:rsidRPr="00C06BAE" w14:paraId="2C902FF0" w14:textId="77777777" w:rsidTr="00B72383">
        <w:trPr>
          <w:cantSplit/>
        </w:trPr>
        <w:tc>
          <w:tcPr>
            <w:tcW w:w="1000" w:type="dxa"/>
          </w:tcPr>
          <w:p w14:paraId="5A60D802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4.9.18</w:t>
            </w:r>
          </w:p>
        </w:tc>
        <w:tc>
          <w:tcPr>
            <w:tcW w:w="3466" w:type="dxa"/>
          </w:tcPr>
          <w:p w14:paraId="504B99EB" w14:textId="77777777" w:rsidR="00B16E53" w:rsidRPr="00D3434B" w:rsidRDefault="00B16E53" w:rsidP="00C84D95">
            <w:pPr>
              <w:ind w:firstLine="132"/>
            </w:pPr>
            <w:r>
              <w:t>ECE/TRANS/WP.29/2021/45</w:t>
            </w:r>
          </w:p>
        </w:tc>
        <w:tc>
          <w:tcPr>
            <w:tcW w:w="4045" w:type="dxa"/>
          </w:tcPr>
          <w:p w14:paraId="7F5CBA5D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3 к первоначальной серии поправок к </w:t>
            </w:r>
            <w:r w:rsidR="00A763FC">
              <w:br/>
            </w:r>
            <w:r>
              <w:t xml:space="preserve">Правилам № 148 ООН (устройства световой сигнализации) </w:t>
            </w:r>
          </w:p>
          <w:p w14:paraId="23667481" w14:textId="77777777" w:rsidR="00B16E53" w:rsidRPr="00C06BAE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C06BAE">
              <w:rPr>
                <w:lang w:val="en-US"/>
              </w:rPr>
              <w:t xml:space="preserve">(ECE/TRANS/WP.29/GRE/83, </w:t>
            </w:r>
            <w:r>
              <w:t>пункт</w:t>
            </w:r>
            <w:r w:rsidRPr="00C06BAE">
              <w:rPr>
                <w:lang w:val="en-US"/>
              </w:rPr>
              <w:t xml:space="preserve"> 8, </w:t>
            </w:r>
            <w:r>
              <w:t>на</w:t>
            </w:r>
            <w:r w:rsidRPr="00C06BAE">
              <w:rPr>
                <w:lang w:val="en-US"/>
              </w:rPr>
              <w:t xml:space="preserve"> </w:t>
            </w:r>
            <w:r>
              <w:t>основе</w:t>
            </w:r>
            <w:r w:rsidRPr="00C06BAE">
              <w:rPr>
                <w:lang w:val="en-US"/>
              </w:rPr>
              <w:t xml:space="preserve"> ECE/TRANS/WP.29/GRE/2020/9/Rev.1)</w:t>
            </w:r>
          </w:p>
        </w:tc>
      </w:tr>
      <w:tr w:rsidR="00B16E53" w:rsidRPr="00220873" w14:paraId="4CB3710E" w14:textId="77777777" w:rsidTr="00B72383">
        <w:trPr>
          <w:cantSplit/>
        </w:trPr>
        <w:tc>
          <w:tcPr>
            <w:tcW w:w="1000" w:type="dxa"/>
          </w:tcPr>
          <w:p w14:paraId="328BD112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4.9.19</w:t>
            </w:r>
          </w:p>
        </w:tc>
        <w:tc>
          <w:tcPr>
            <w:tcW w:w="3466" w:type="dxa"/>
          </w:tcPr>
          <w:p w14:paraId="38E072EF" w14:textId="77777777" w:rsidR="00B16E53" w:rsidRPr="00D3434B" w:rsidRDefault="00B16E53" w:rsidP="00C84D95">
            <w:pPr>
              <w:ind w:firstLine="132"/>
            </w:pPr>
            <w:r>
              <w:t>ECE/TRANS/WP.29/2021/46</w:t>
            </w:r>
          </w:p>
        </w:tc>
        <w:tc>
          <w:tcPr>
            <w:tcW w:w="4045" w:type="dxa"/>
          </w:tcPr>
          <w:p w14:paraId="15A61B09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3 к первоначальной серии поправок к </w:t>
            </w:r>
            <w:r w:rsidR="00A763FC">
              <w:br/>
            </w:r>
            <w:r>
              <w:t>Правилам № 149 ООН (устройства освещения дороги)</w:t>
            </w:r>
            <w:r w:rsidR="00D746B2">
              <w:t xml:space="preserve"> </w:t>
            </w:r>
          </w:p>
          <w:p w14:paraId="2067E470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(ECE/TRANS/WP.29/GRE/83, пункты 10 и 11, на основе ECE/TRANS/WP.29/GRE/2020/</w:t>
            </w:r>
            <w:r w:rsidR="00F51DEA">
              <w:br/>
            </w:r>
            <w:r>
              <w:t xml:space="preserve">10/Rev.1, GRE-83-37 и GRE-83-07) </w:t>
            </w:r>
          </w:p>
        </w:tc>
      </w:tr>
      <w:tr w:rsidR="00B16E53" w:rsidRPr="00220873" w14:paraId="5C24BFD0" w14:textId="77777777" w:rsidTr="00B72383">
        <w:trPr>
          <w:cantSplit/>
        </w:trPr>
        <w:tc>
          <w:tcPr>
            <w:tcW w:w="1000" w:type="dxa"/>
          </w:tcPr>
          <w:p w14:paraId="1B051428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4.9.20</w:t>
            </w:r>
          </w:p>
        </w:tc>
        <w:tc>
          <w:tcPr>
            <w:tcW w:w="3466" w:type="dxa"/>
          </w:tcPr>
          <w:p w14:paraId="2CE315DA" w14:textId="77777777" w:rsidR="00B16E53" w:rsidRPr="00D3434B" w:rsidRDefault="00B16E53" w:rsidP="00C84D95">
            <w:pPr>
              <w:ind w:firstLine="132"/>
            </w:pPr>
            <w:r>
              <w:t>ECE/TRANS/WP.29/2021/47</w:t>
            </w:r>
          </w:p>
        </w:tc>
        <w:tc>
          <w:tcPr>
            <w:tcW w:w="4045" w:type="dxa"/>
          </w:tcPr>
          <w:p w14:paraId="1ECA2570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3 к первоначальной серии поправок к</w:t>
            </w:r>
            <w:r w:rsidR="00A763FC">
              <w:br/>
            </w:r>
            <w:r>
              <w:t>Правилам № 150 ООН (светоотражающие устройства)</w:t>
            </w:r>
            <w:r w:rsidR="00D746B2">
              <w:t xml:space="preserve"> </w:t>
            </w:r>
          </w:p>
          <w:p w14:paraId="4C0AF9FA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(ECE/TRANS/WP.29/GRE/83, пункт 13, на основе ECE/TRANS/WP.29/GRE/2020/12/Rev.1 и GRE-83-17)</w:t>
            </w:r>
            <w:r w:rsidR="00D746B2">
              <w:t xml:space="preserve"> </w:t>
            </w:r>
          </w:p>
        </w:tc>
      </w:tr>
    </w:tbl>
    <w:p w14:paraId="08DF8028" w14:textId="77777777" w:rsidR="00B16E53" w:rsidRDefault="00B16E53" w:rsidP="00F629B4">
      <w:pPr>
        <w:pStyle w:val="H4G"/>
        <w:rPr>
          <w:spacing w:val="-2"/>
        </w:rPr>
      </w:pPr>
      <w:r>
        <w:tab/>
        <w:t>4.10</w:t>
      </w:r>
      <w:r>
        <w:tab/>
        <w:t>Рассмотрение проектов исправлений к существующим правилам ООН, переданных рабочими группами, если таковые представлены</w:t>
      </w:r>
    </w:p>
    <w:p w14:paraId="01444019" w14:textId="77777777" w:rsidR="00B16E53" w:rsidRPr="00B24846" w:rsidRDefault="00B16E53" w:rsidP="00B16E53">
      <w:pPr>
        <w:pStyle w:val="SingleTxtG"/>
        <w:ind w:firstLine="567"/>
      </w:pPr>
      <w:r>
        <w:t>Никаких предложений по исправлениям к существующим правилам ООН представлено не было.</w:t>
      </w:r>
    </w:p>
    <w:p w14:paraId="325BB016" w14:textId="77777777" w:rsidR="00B16E53" w:rsidRDefault="00B16E53" w:rsidP="00F629B4">
      <w:pPr>
        <w:pStyle w:val="H4G"/>
      </w:pPr>
      <w:r>
        <w:tab/>
        <w:t>4.11</w:t>
      </w:r>
      <w:r>
        <w:tab/>
        <w:t xml:space="preserve">Рассмотрение дополнительных предложений по поправкам к существующим правилам ООН, переданных вспомогательными рабочими группами Всемирному форуму, если таковые представлены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0"/>
        <w:gridCol w:w="3466"/>
        <w:gridCol w:w="4039"/>
      </w:tblGrid>
      <w:tr w:rsidR="00B16E53" w:rsidRPr="00017550" w14:paraId="67E57072" w14:textId="77777777" w:rsidTr="00B72383">
        <w:trPr>
          <w:cantSplit/>
        </w:trPr>
        <w:tc>
          <w:tcPr>
            <w:tcW w:w="1000" w:type="dxa"/>
          </w:tcPr>
          <w:p w14:paraId="027F0DE5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4.11.1</w:t>
            </w:r>
          </w:p>
        </w:tc>
        <w:tc>
          <w:tcPr>
            <w:tcW w:w="3466" w:type="dxa"/>
          </w:tcPr>
          <w:p w14:paraId="5F44B742" w14:textId="77777777" w:rsidR="00B16E53" w:rsidRPr="00D3434B" w:rsidRDefault="00B16E53" w:rsidP="00C84D95">
            <w:pPr>
              <w:ind w:firstLine="132"/>
            </w:pPr>
            <w:r>
              <w:t>ECE/TRANS/WP.29/2021/56</w:t>
            </w:r>
          </w:p>
        </w:tc>
        <w:tc>
          <w:tcPr>
            <w:tcW w:w="4039" w:type="dxa"/>
          </w:tcPr>
          <w:p w14:paraId="6A3755DA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дополнению 1 к первоначальному варианту Правил № 154 ООН (правила ВПИМ)</w:t>
            </w:r>
          </w:p>
        </w:tc>
      </w:tr>
      <w:tr w:rsidR="00B16E53" w:rsidRPr="00017550" w14:paraId="759F2B68" w14:textId="77777777" w:rsidTr="00B72383">
        <w:trPr>
          <w:cantSplit/>
        </w:trPr>
        <w:tc>
          <w:tcPr>
            <w:tcW w:w="1000" w:type="dxa"/>
          </w:tcPr>
          <w:p w14:paraId="6817C6F7" w14:textId="77777777" w:rsidR="00B16E53" w:rsidRPr="00220873" w:rsidRDefault="00B16E53" w:rsidP="00C84D95">
            <w:pPr>
              <w:spacing w:after="120"/>
              <w:ind w:right="146"/>
              <w:jc w:val="right"/>
            </w:pPr>
            <w:r>
              <w:t>4.11.2</w:t>
            </w:r>
          </w:p>
        </w:tc>
        <w:tc>
          <w:tcPr>
            <w:tcW w:w="3466" w:type="dxa"/>
          </w:tcPr>
          <w:p w14:paraId="7338CDBD" w14:textId="77777777" w:rsidR="00B16E53" w:rsidRPr="00D3434B" w:rsidRDefault="00B16E53" w:rsidP="00C84D95">
            <w:pPr>
              <w:ind w:firstLine="132"/>
            </w:pPr>
            <w:r>
              <w:t>ECE/TRANS/WP.29/2021/57</w:t>
            </w:r>
          </w:p>
        </w:tc>
        <w:tc>
          <w:tcPr>
            <w:tcW w:w="4039" w:type="dxa"/>
          </w:tcPr>
          <w:p w14:paraId="6539CDF5" w14:textId="77777777" w:rsidR="00B16E53" w:rsidRPr="00017550" w:rsidRDefault="00B16E53" w:rsidP="00C84D95">
            <w:pPr>
              <w:pStyle w:val="SingleTxtG"/>
              <w:ind w:left="0" w:right="0"/>
              <w:jc w:val="left"/>
            </w:pPr>
            <w:r>
              <w:t xml:space="preserve">Предложение по дополнению 1 к поправкам серии 01 к Правилам № 154 ООН (правила ВПИМ) </w:t>
            </w:r>
          </w:p>
        </w:tc>
      </w:tr>
    </w:tbl>
    <w:p w14:paraId="76513B33" w14:textId="77777777" w:rsidR="00B16E53" w:rsidRPr="00F629B4" w:rsidRDefault="00B16E53" w:rsidP="00F629B4">
      <w:pPr>
        <w:pStyle w:val="H4G"/>
      </w:pPr>
      <w:r w:rsidRPr="00F629B4">
        <w:tab/>
        <w:t>4.12</w:t>
      </w:r>
      <w:r w:rsidRPr="00F629B4">
        <w:tab/>
        <w:t>Рассмотрение предложений по новым правилам ООН, переданных вспомогательными рабочими группами Всемирному форуму, если таковые представлены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494"/>
        <w:gridCol w:w="4093"/>
      </w:tblGrid>
      <w:tr w:rsidR="00B16E53" w:rsidRPr="00FD106F" w14:paraId="0AE1AA53" w14:textId="77777777" w:rsidTr="00C84D95">
        <w:trPr>
          <w:cantSplit/>
        </w:trPr>
        <w:tc>
          <w:tcPr>
            <w:tcW w:w="993" w:type="dxa"/>
          </w:tcPr>
          <w:p w14:paraId="25590EA3" w14:textId="77777777" w:rsidR="00B16E53" w:rsidRPr="0077678D" w:rsidRDefault="00B16E53" w:rsidP="00C84D95">
            <w:pPr>
              <w:spacing w:after="120"/>
              <w:ind w:right="146"/>
              <w:jc w:val="right"/>
            </w:pPr>
            <w:r>
              <w:t>4.12.1</w:t>
            </w:r>
          </w:p>
        </w:tc>
        <w:tc>
          <w:tcPr>
            <w:tcW w:w="3494" w:type="dxa"/>
          </w:tcPr>
          <w:p w14:paraId="64934779" w14:textId="77777777" w:rsidR="00D746B2" w:rsidRDefault="00B16E53" w:rsidP="00C84D95">
            <w:pPr>
              <w:ind w:firstLine="143"/>
              <w:rPr>
                <w:lang w:val="en-US"/>
              </w:rPr>
            </w:pPr>
            <w:r w:rsidRPr="00B16E53">
              <w:rPr>
                <w:lang w:val="en-US"/>
              </w:rPr>
              <w:t>ECE/TRANS/WP.29/2020/123/Rev.1</w:t>
            </w:r>
          </w:p>
          <w:p w14:paraId="0129D902" w14:textId="77777777" w:rsidR="00B16E53" w:rsidRPr="00B16E53" w:rsidRDefault="00B16E53" w:rsidP="00C84D95">
            <w:pPr>
              <w:ind w:firstLine="143"/>
              <w:rPr>
                <w:lang w:val="en-US"/>
              </w:rPr>
            </w:pPr>
          </w:p>
        </w:tc>
        <w:tc>
          <w:tcPr>
            <w:tcW w:w="4093" w:type="dxa"/>
          </w:tcPr>
          <w:p w14:paraId="3D76D25B" w14:textId="77777777" w:rsidR="00B16E53" w:rsidRPr="0077678D" w:rsidRDefault="00B16E53" w:rsidP="00C84D95">
            <w:pPr>
              <w:spacing w:after="120"/>
            </w:pPr>
            <w:r>
              <w:t>Предложение по новым правилам ООН, касающимся регистратора данных о событиях (РДС)</w:t>
            </w:r>
          </w:p>
          <w:p w14:paraId="1270C27B" w14:textId="77777777" w:rsidR="00B16E53" w:rsidRPr="0077678D" w:rsidRDefault="00B16E53" w:rsidP="00FE5CE0">
            <w:pPr>
              <w:spacing w:after="120" w:line="240" w:lineRule="auto"/>
            </w:pPr>
            <w:r>
              <w:t>ECE/TRANS/WP.29/GRSG/99 на основе ECE/TRANS/WP.29/2020/123 с поправками, содержащимися в GRSG-120-??</w:t>
            </w:r>
          </w:p>
        </w:tc>
      </w:tr>
      <w:tr w:rsidR="00FE5CE0" w:rsidRPr="00FD106F" w14:paraId="1EB84BEA" w14:textId="77777777" w:rsidTr="00C84D95">
        <w:trPr>
          <w:cantSplit/>
        </w:trPr>
        <w:tc>
          <w:tcPr>
            <w:tcW w:w="993" w:type="dxa"/>
          </w:tcPr>
          <w:p w14:paraId="0E4FEA21" w14:textId="77777777" w:rsidR="00FE5CE0" w:rsidRDefault="00FE5CE0" w:rsidP="00C84D95">
            <w:pPr>
              <w:spacing w:after="120"/>
              <w:ind w:right="146"/>
              <w:jc w:val="right"/>
            </w:pPr>
          </w:p>
        </w:tc>
        <w:tc>
          <w:tcPr>
            <w:tcW w:w="3494" w:type="dxa"/>
          </w:tcPr>
          <w:p w14:paraId="2AD59B67" w14:textId="77777777" w:rsidR="00FE5CE0" w:rsidRPr="00B16E53" w:rsidRDefault="00FE5CE0" w:rsidP="00C84D95">
            <w:pPr>
              <w:ind w:firstLine="143"/>
              <w:rPr>
                <w:lang w:val="en-US"/>
              </w:rPr>
            </w:pPr>
            <w:r w:rsidRPr="00B16E53">
              <w:rPr>
                <w:lang w:val="en-US"/>
              </w:rPr>
              <w:t>ECE/TRANS/WP.29/2021/58</w:t>
            </w:r>
          </w:p>
        </w:tc>
        <w:tc>
          <w:tcPr>
            <w:tcW w:w="4093" w:type="dxa"/>
          </w:tcPr>
          <w:p w14:paraId="5FB786B9" w14:textId="77777777" w:rsidR="00FE5CE0" w:rsidRDefault="00FE5CE0" w:rsidP="00C84D95">
            <w:pPr>
              <w:spacing w:after="120"/>
            </w:pPr>
            <w:r>
              <w:t>Предложение по поправкам серии 01 к Правилам № [XXX] ООН, касающимся регистратора данных о событиях (РДС)</w:t>
            </w:r>
          </w:p>
        </w:tc>
      </w:tr>
      <w:tr w:rsidR="00B16E53" w:rsidRPr="00A005BF" w14:paraId="61C8E28C" w14:textId="77777777" w:rsidTr="00C84D95">
        <w:trPr>
          <w:cantSplit/>
        </w:trPr>
        <w:tc>
          <w:tcPr>
            <w:tcW w:w="993" w:type="dxa"/>
          </w:tcPr>
          <w:p w14:paraId="1F450848" w14:textId="77777777" w:rsidR="00B16E53" w:rsidRDefault="00B16E53" w:rsidP="00C84D95">
            <w:pPr>
              <w:spacing w:after="120"/>
              <w:ind w:right="146"/>
              <w:jc w:val="right"/>
            </w:pPr>
            <w:r>
              <w:lastRenderedPageBreak/>
              <w:t>4.12.2</w:t>
            </w:r>
          </w:p>
        </w:tc>
        <w:tc>
          <w:tcPr>
            <w:tcW w:w="3494" w:type="dxa"/>
          </w:tcPr>
          <w:p w14:paraId="365B7571" w14:textId="77777777" w:rsidR="00B16E53" w:rsidRPr="00D3434B" w:rsidRDefault="00B16E53" w:rsidP="00C84D95">
            <w:pPr>
              <w:ind w:firstLine="143"/>
            </w:pPr>
            <w:r>
              <w:t>ECE/TRANS/WP.29/2021/48</w:t>
            </w:r>
          </w:p>
        </w:tc>
        <w:tc>
          <w:tcPr>
            <w:tcW w:w="4093" w:type="dxa"/>
          </w:tcPr>
          <w:p w14:paraId="6DB54E3C" w14:textId="77777777" w:rsidR="00B16E53" w:rsidRDefault="00B16E53" w:rsidP="00C84D95">
            <w:pPr>
              <w:spacing w:after="120"/>
              <w:rPr>
                <w:bCs/>
              </w:rPr>
            </w:pPr>
            <w:r>
              <w:t>Предложение по новым правилам ООН о единообразных предписаниях, касающихся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 (при помощи блокирующей системы)</w:t>
            </w:r>
          </w:p>
          <w:p w14:paraId="5F8739FF" w14:textId="77777777" w:rsidR="00B16E53" w:rsidRPr="00C06BAE" w:rsidRDefault="00B16E53" w:rsidP="00C84D95">
            <w:pPr>
              <w:spacing w:after="120"/>
              <w:rPr>
                <w:bCs/>
              </w:rPr>
            </w:pPr>
            <w:r w:rsidRPr="00B16E53">
              <w:rPr>
                <w:lang w:val="en-US"/>
              </w:rPr>
              <w:t>ECE</w:t>
            </w:r>
            <w:r w:rsidRPr="00C06BAE">
              <w:t>/</w:t>
            </w:r>
            <w:r w:rsidRPr="00B16E53">
              <w:rPr>
                <w:lang w:val="en-US"/>
              </w:rPr>
              <w:t>TRANS</w:t>
            </w:r>
            <w:r w:rsidRPr="00C06BAE">
              <w:t>/</w:t>
            </w:r>
            <w:r w:rsidRPr="00B16E53">
              <w:rPr>
                <w:lang w:val="en-US"/>
              </w:rPr>
              <w:t>WP</w:t>
            </w:r>
            <w:r w:rsidRPr="00C06BAE">
              <w:t>.29/</w:t>
            </w:r>
            <w:r w:rsidRPr="00B16E53">
              <w:rPr>
                <w:lang w:val="en-US"/>
              </w:rPr>
              <w:t>GRSG</w:t>
            </w:r>
            <w:r w:rsidRPr="00C06BAE">
              <w:t xml:space="preserve">/98, </w:t>
            </w:r>
            <w:r>
              <w:t>пункты</w:t>
            </w:r>
            <w:r w:rsidRPr="00C06BAE">
              <w:t xml:space="preserve"> 52–53, </w:t>
            </w:r>
            <w:r>
              <w:t>на</w:t>
            </w:r>
            <w:r w:rsidRPr="00C06BAE">
              <w:t xml:space="preserve"> </w:t>
            </w:r>
            <w:r>
              <w:t>основе</w:t>
            </w:r>
            <w:r w:rsidRPr="00C06BAE">
              <w:t xml:space="preserve"> </w:t>
            </w:r>
            <w:r w:rsidRPr="00B16E53">
              <w:rPr>
                <w:lang w:val="en-US"/>
              </w:rPr>
              <w:t>ECE</w:t>
            </w:r>
            <w:r w:rsidRPr="00C06BAE">
              <w:t>/</w:t>
            </w:r>
            <w:r w:rsidRPr="00B16E53">
              <w:rPr>
                <w:lang w:val="en-US"/>
              </w:rPr>
              <w:t>TRANS</w:t>
            </w:r>
            <w:r w:rsidRPr="00C06BAE">
              <w:t>/</w:t>
            </w:r>
            <w:r w:rsidRPr="00B16E53">
              <w:rPr>
                <w:lang w:val="en-US"/>
              </w:rPr>
              <w:t>WP</w:t>
            </w:r>
            <w:r w:rsidRPr="00C06BAE">
              <w:t>.29/</w:t>
            </w:r>
            <w:r w:rsidRPr="00B16E53">
              <w:rPr>
                <w:lang w:val="en-US"/>
              </w:rPr>
              <w:t>GRSG</w:t>
            </w:r>
            <w:r w:rsidRPr="00C06BAE">
              <w:t xml:space="preserve">/2020/25 </w:t>
            </w:r>
          </w:p>
        </w:tc>
      </w:tr>
      <w:tr w:rsidR="00B16E53" w:rsidRPr="00FD106F" w14:paraId="3170308A" w14:textId="77777777" w:rsidTr="00C84D95">
        <w:trPr>
          <w:cantSplit/>
        </w:trPr>
        <w:tc>
          <w:tcPr>
            <w:tcW w:w="993" w:type="dxa"/>
          </w:tcPr>
          <w:p w14:paraId="72A7F8D0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4.12.3</w:t>
            </w:r>
          </w:p>
        </w:tc>
        <w:tc>
          <w:tcPr>
            <w:tcW w:w="3494" w:type="dxa"/>
          </w:tcPr>
          <w:p w14:paraId="3101293E" w14:textId="77777777" w:rsidR="00B16E53" w:rsidRPr="00D3434B" w:rsidRDefault="00B16E53" w:rsidP="00C84D95">
            <w:pPr>
              <w:ind w:firstLine="143"/>
            </w:pPr>
            <w:r>
              <w:t>ECE/TRANS/WP.29/2021/49</w:t>
            </w:r>
          </w:p>
        </w:tc>
        <w:tc>
          <w:tcPr>
            <w:tcW w:w="4093" w:type="dxa"/>
          </w:tcPr>
          <w:p w14:paraId="1497F5BC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Предложение по новым правилам ООН о единообразных технических предписаниях, касающихся официального утверждения иммобилизаторов и официального утверждения транспортного средства в отношении его иммобилизатора </w:t>
            </w:r>
          </w:p>
          <w:p w14:paraId="24BAE858" w14:textId="77777777" w:rsidR="00B16E53" w:rsidRDefault="00B16E53" w:rsidP="00C84D95">
            <w:pPr>
              <w:widowControl w:val="0"/>
              <w:spacing w:after="120"/>
              <w:rPr>
                <w:bCs/>
              </w:rPr>
            </w:pPr>
            <w:r>
              <w:t xml:space="preserve">ECE/TRANS/WP.29/GRSG/98, пункты 52–53, на основе ECE/TRANS/WP.29/GRSG/2020/26 </w:t>
            </w:r>
            <w:r w:rsidR="00B72383">
              <w:br/>
            </w:r>
            <w:r>
              <w:t>с поправками, содержащимися в GRSG-119-17</w:t>
            </w:r>
          </w:p>
        </w:tc>
      </w:tr>
      <w:tr w:rsidR="00B16E53" w:rsidRPr="00A005BF" w14:paraId="36C1AB42" w14:textId="77777777" w:rsidTr="00C84D95">
        <w:trPr>
          <w:cantSplit/>
        </w:trPr>
        <w:tc>
          <w:tcPr>
            <w:tcW w:w="993" w:type="dxa"/>
          </w:tcPr>
          <w:p w14:paraId="3802FD4B" w14:textId="77777777" w:rsidR="00B16E53" w:rsidRDefault="00B16E53" w:rsidP="00C84D95">
            <w:pPr>
              <w:spacing w:after="120"/>
              <w:ind w:right="146"/>
              <w:jc w:val="right"/>
            </w:pPr>
            <w:r>
              <w:t>4.12.4</w:t>
            </w:r>
          </w:p>
        </w:tc>
        <w:tc>
          <w:tcPr>
            <w:tcW w:w="3494" w:type="dxa"/>
          </w:tcPr>
          <w:p w14:paraId="65BBF3F2" w14:textId="77777777" w:rsidR="00B16E53" w:rsidRPr="00D3434B" w:rsidRDefault="00B16E53" w:rsidP="00C84D95">
            <w:pPr>
              <w:ind w:firstLine="143"/>
            </w:pPr>
            <w:r>
              <w:t>ECE/TRANS/WP.29/2021/50</w:t>
            </w:r>
          </w:p>
        </w:tc>
        <w:tc>
          <w:tcPr>
            <w:tcW w:w="4093" w:type="dxa"/>
          </w:tcPr>
          <w:p w14:paraId="768A729D" w14:textId="77777777" w:rsidR="00B16E53" w:rsidRDefault="00B16E53" w:rsidP="00C84D95">
            <w:pPr>
              <w:widowControl w:val="0"/>
              <w:spacing w:after="120"/>
            </w:pPr>
            <w:bookmarkStart w:id="6" w:name="_Hlk58848709"/>
            <w:r>
              <w:t>Предложение по новым правилам ООН о единообразных предписаниях, касающихся официального утверждения системы охранной сигнализации и официального утверждения транспортного средства в отношении его системы охранной сигнализации</w:t>
            </w:r>
          </w:p>
          <w:bookmarkEnd w:id="6"/>
          <w:p w14:paraId="385BD9DC" w14:textId="77777777" w:rsidR="00B16E53" w:rsidRPr="00C06BAE" w:rsidRDefault="00B16E53" w:rsidP="00C84D95">
            <w:pPr>
              <w:widowControl w:val="0"/>
              <w:spacing w:after="120"/>
              <w:rPr>
                <w:bCs/>
              </w:rPr>
            </w:pPr>
            <w:r w:rsidRPr="00B16E53">
              <w:rPr>
                <w:lang w:val="en-US"/>
              </w:rPr>
              <w:t>ECE</w:t>
            </w:r>
            <w:r w:rsidRPr="00C06BAE">
              <w:t>/</w:t>
            </w:r>
            <w:r w:rsidRPr="00B16E53">
              <w:rPr>
                <w:lang w:val="en-US"/>
              </w:rPr>
              <w:t>TRANS</w:t>
            </w:r>
            <w:r w:rsidRPr="00C06BAE">
              <w:t>/</w:t>
            </w:r>
            <w:r w:rsidRPr="00B16E53">
              <w:rPr>
                <w:lang w:val="en-US"/>
              </w:rPr>
              <w:t>WP</w:t>
            </w:r>
            <w:r w:rsidRPr="00C06BAE">
              <w:t>.29/</w:t>
            </w:r>
            <w:r w:rsidRPr="00B16E53">
              <w:rPr>
                <w:lang w:val="en-US"/>
              </w:rPr>
              <w:t>GRSG</w:t>
            </w:r>
            <w:r w:rsidRPr="00C06BAE">
              <w:t xml:space="preserve">/98, </w:t>
            </w:r>
            <w:r>
              <w:t>пункты</w:t>
            </w:r>
            <w:r w:rsidRPr="00C06BAE">
              <w:t xml:space="preserve"> 52–53, </w:t>
            </w:r>
            <w:r>
              <w:t>на</w:t>
            </w:r>
            <w:r w:rsidRPr="00C06BAE">
              <w:t xml:space="preserve"> </w:t>
            </w:r>
            <w:r>
              <w:t>основе</w:t>
            </w:r>
            <w:r w:rsidRPr="00C06BAE">
              <w:t xml:space="preserve"> </w:t>
            </w:r>
            <w:r w:rsidRPr="00B16E53">
              <w:rPr>
                <w:lang w:val="en-US"/>
              </w:rPr>
              <w:t>ECE</w:t>
            </w:r>
            <w:r w:rsidRPr="00C06BAE">
              <w:t>/</w:t>
            </w:r>
            <w:r w:rsidRPr="00B16E53">
              <w:rPr>
                <w:lang w:val="en-US"/>
              </w:rPr>
              <w:t>TRANS</w:t>
            </w:r>
            <w:r w:rsidRPr="00C06BAE">
              <w:t>/</w:t>
            </w:r>
            <w:r w:rsidRPr="00B16E53">
              <w:rPr>
                <w:lang w:val="en-US"/>
              </w:rPr>
              <w:t>WP</w:t>
            </w:r>
            <w:r w:rsidRPr="00C06BAE">
              <w:t>.29/</w:t>
            </w:r>
            <w:r w:rsidRPr="00B16E53">
              <w:rPr>
                <w:lang w:val="en-US"/>
              </w:rPr>
              <w:t>GRSG</w:t>
            </w:r>
            <w:r w:rsidRPr="00C06BAE">
              <w:t xml:space="preserve">/2020/27 </w:t>
            </w:r>
          </w:p>
        </w:tc>
      </w:tr>
    </w:tbl>
    <w:p w14:paraId="3ED3D0C1" w14:textId="77777777" w:rsidR="00B16E53" w:rsidRPr="00F629B4" w:rsidRDefault="00B16E53" w:rsidP="00F629B4">
      <w:pPr>
        <w:pStyle w:val="H4G"/>
      </w:pPr>
      <w:r w:rsidRPr="00C06BAE">
        <w:tab/>
      </w:r>
      <w:r w:rsidRPr="00F629B4">
        <w:t>4.13</w:t>
      </w:r>
      <w:r w:rsidRPr="00F629B4">
        <w:tab/>
        <w:t>Предложение по поправкам к Сводной резолюции о конструкции транспортных средств (СР.3), переданное рабочими группами Всемирному форуму для</w:t>
      </w:r>
      <w:r w:rsidR="00E647EC">
        <w:t> </w:t>
      </w:r>
      <w:r w:rsidRPr="00F629B4">
        <w:t>рассмотрения, если таковое представлено</w:t>
      </w:r>
    </w:p>
    <w:p w14:paraId="5EFC446B" w14:textId="77777777" w:rsidR="00B16E53" w:rsidRDefault="00B16E53" w:rsidP="00B16E53">
      <w:pPr>
        <w:pStyle w:val="SingleTxtG"/>
      </w:pPr>
      <w:r>
        <w:tab/>
        <w:t>Никаких предложений по поправкам к Сводной резолюции о конструкции транспортных средств (СР.3) представлено не было.</w:t>
      </w:r>
    </w:p>
    <w:p w14:paraId="0ED9A194" w14:textId="77777777" w:rsidR="00B16E53" w:rsidRPr="00F629B4" w:rsidRDefault="00B16E53" w:rsidP="00F629B4">
      <w:pPr>
        <w:pStyle w:val="H4G"/>
      </w:pPr>
      <w:r>
        <w:tab/>
      </w:r>
      <w:r w:rsidRPr="00F629B4">
        <w:t>4.14</w:t>
      </w:r>
      <w:r w:rsidRPr="00F629B4">
        <w:tab/>
        <w:t>Предложение по поправкам к Сводной резолюции по общей спецификации для</w:t>
      </w:r>
      <w:r w:rsidR="00E647EC">
        <w:t> </w:t>
      </w:r>
      <w:r w:rsidRPr="00F629B4">
        <w:t>категорий источников света (СР.5)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"/>
        <w:gridCol w:w="3415"/>
        <w:gridCol w:w="4422"/>
      </w:tblGrid>
      <w:tr w:rsidR="00B16E53" w:rsidRPr="005C05CA" w14:paraId="0F1A08EF" w14:textId="77777777" w:rsidTr="00B72383">
        <w:trPr>
          <w:cantSplit/>
        </w:trPr>
        <w:tc>
          <w:tcPr>
            <w:tcW w:w="966" w:type="dxa"/>
          </w:tcPr>
          <w:p w14:paraId="4E186309" w14:textId="77777777" w:rsidR="00B16E53" w:rsidRPr="00220873" w:rsidRDefault="00B16E53" w:rsidP="00B72383">
            <w:pPr>
              <w:spacing w:after="120"/>
              <w:ind w:left="-426" w:right="127" w:hanging="15"/>
              <w:jc w:val="right"/>
            </w:pPr>
            <w:r>
              <w:t>4.14.1</w:t>
            </w:r>
          </w:p>
        </w:tc>
        <w:tc>
          <w:tcPr>
            <w:tcW w:w="3415" w:type="dxa"/>
          </w:tcPr>
          <w:p w14:paraId="189C39EC" w14:textId="77777777" w:rsidR="00B16E53" w:rsidRPr="00FD106F" w:rsidRDefault="00B16E53" w:rsidP="00B72383">
            <w:pPr>
              <w:ind w:firstLine="143"/>
            </w:pPr>
            <w:r>
              <w:t>ECE/TRANS/WP.29/2021/51</w:t>
            </w:r>
          </w:p>
        </w:tc>
        <w:tc>
          <w:tcPr>
            <w:tcW w:w="4422" w:type="dxa"/>
          </w:tcPr>
          <w:p w14:paraId="3C66CA8E" w14:textId="77777777" w:rsidR="00B16E53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поправке 6 к Сводной резолюции по общей спецификации для категорий источников света (СР.5)</w:t>
            </w:r>
          </w:p>
          <w:p w14:paraId="4E758FCA" w14:textId="77777777" w:rsidR="00B16E53" w:rsidRPr="003D0F86" w:rsidRDefault="00B16E53" w:rsidP="00C84D95">
            <w:pPr>
              <w:pStyle w:val="SingleTxtG"/>
              <w:ind w:left="5" w:right="240" w:hanging="5"/>
              <w:jc w:val="left"/>
            </w:pPr>
            <w:r>
              <w:t xml:space="preserve">(ECE/TRANS/WP.29/GRE/83, пункты 17 и 19, </w:t>
            </w:r>
            <w:r w:rsidR="00B72383">
              <w:br/>
            </w:r>
            <w:r>
              <w:t xml:space="preserve">на основе ECE/TRANS/WP.29/GRE/2020/6 </w:t>
            </w:r>
            <w:r w:rsidR="00F51DEA">
              <w:br/>
            </w:r>
            <w:r>
              <w:t>и ECE/TRANS/WP.29/GRE/2020/22)</w:t>
            </w:r>
          </w:p>
        </w:tc>
      </w:tr>
    </w:tbl>
    <w:p w14:paraId="74D5766A" w14:textId="77777777" w:rsidR="00B16E53" w:rsidRPr="00F629B4" w:rsidRDefault="00F629B4" w:rsidP="00F629B4">
      <w:pPr>
        <w:pStyle w:val="H4G"/>
      </w:pPr>
      <w:r>
        <w:tab/>
      </w:r>
      <w:r w:rsidR="00B16E53" w:rsidRPr="00F629B4">
        <w:t>4.15</w:t>
      </w:r>
      <w:r w:rsidR="00B16E53" w:rsidRPr="00F629B4">
        <w:tab/>
        <w:t>Предложение по поправкам к общим резолюциям по соглашениям 1958 и 1998 годов</w:t>
      </w:r>
    </w:p>
    <w:p w14:paraId="3C2CA630" w14:textId="77777777" w:rsidR="00B16E53" w:rsidRDefault="00B16E53" w:rsidP="00B16E53">
      <w:pPr>
        <w:pStyle w:val="SingleTxtG"/>
        <w:ind w:firstLine="567"/>
        <w:rPr>
          <w:rStyle w:val="aff7"/>
          <w:i w:val="0"/>
        </w:rPr>
      </w:pPr>
      <w:r>
        <w:t>Никаких предложений по поправкам к общим резолюциям по соглашениям 1958 и 1998 годов представлено не было.</w:t>
      </w:r>
    </w:p>
    <w:p w14:paraId="17F045A6" w14:textId="77777777" w:rsidR="00B16E53" w:rsidRDefault="00B16E53" w:rsidP="00F629B4">
      <w:pPr>
        <w:pStyle w:val="H4G"/>
      </w:pPr>
      <w:bookmarkStart w:id="7" w:name="_Hlk54962042"/>
      <w:r>
        <w:tab/>
        <w:t>4.16</w:t>
      </w:r>
      <w:r>
        <w:tab/>
        <w:t>Предложение по новым общим резолюциям по соглашениям 1958 и 1998 годов</w:t>
      </w: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3103"/>
        <w:gridCol w:w="4403"/>
      </w:tblGrid>
      <w:tr w:rsidR="00B16E53" w14:paraId="134EB024" w14:textId="77777777" w:rsidTr="00B72383">
        <w:trPr>
          <w:cantSplit/>
        </w:trPr>
        <w:tc>
          <w:tcPr>
            <w:tcW w:w="999" w:type="dxa"/>
          </w:tcPr>
          <w:p w14:paraId="77ACAC58" w14:textId="77777777" w:rsidR="00B16E53" w:rsidRDefault="00B16E53" w:rsidP="00E33D33">
            <w:pPr>
              <w:spacing w:after="120"/>
              <w:ind w:left="-426" w:right="127" w:hanging="15"/>
              <w:jc w:val="right"/>
            </w:pPr>
            <w:r>
              <w:t>4.16.1</w:t>
            </w:r>
          </w:p>
        </w:tc>
        <w:tc>
          <w:tcPr>
            <w:tcW w:w="3103" w:type="dxa"/>
            <w:shd w:val="clear" w:color="auto" w:fill="auto"/>
          </w:tcPr>
          <w:p w14:paraId="365CB144" w14:textId="77777777" w:rsidR="00B16E53" w:rsidRPr="00D3434B" w:rsidRDefault="00B16E53" w:rsidP="00B72383">
            <w:pPr>
              <w:ind w:firstLine="143"/>
            </w:pPr>
            <w:r>
              <w:t>ECE/TRANS/WP.29/2021/52</w:t>
            </w:r>
          </w:p>
        </w:tc>
        <w:tc>
          <w:tcPr>
            <w:tcW w:w="4403" w:type="dxa"/>
            <w:shd w:val="clear" w:color="auto" w:fill="auto"/>
          </w:tcPr>
          <w:p w14:paraId="1D095CF0" w14:textId="77777777" w:rsidR="00B16E53" w:rsidRDefault="00B16E53" w:rsidP="00C84D95">
            <w:pPr>
              <w:spacing w:after="120"/>
            </w:pPr>
            <w:r>
              <w:t>Предложение по проекту общей резолюции № [4], касающейся панорамных люков автомобилей</w:t>
            </w:r>
          </w:p>
          <w:p w14:paraId="0B3F37DC" w14:textId="77777777" w:rsidR="00B16E53" w:rsidRDefault="00B16E53" w:rsidP="00C84D95">
            <w:pPr>
              <w:spacing w:after="120"/>
              <w:rPr>
                <w:bCs/>
              </w:rPr>
            </w:pPr>
            <w:r>
              <w:t>ECE/TRANS/WP.29/GRSG/98, пункт 25, на основе ECE/TRANS/WP.29/GRSG/2020/3</w:t>
            </w:r>
          </w:p>
        </w:tc>
      </w:tr>
    </w:tbl>
    <w:bookmarkEnd w:id="7"/>
    <w:p w14:paraId="4CC817EA" w14:textId="77777777" w:rsidR="00B16E53" w:rsidRPr="00A8555F" w:rsidRDefault="00B16E53" w:rsidP="00B16E53">
      <w:pPr>
        <w:pStyle w:val="H23G"/>
      </w:pPr>
      <w:r>
        <w:lastRenderedPageBreak/>
        <w:tab/>
        <w:t>5.</w:t>
      </w:r>
      <w:r>
        <w:tab/>
      </w:r>
      <w:r>
        <w:rPr>
          <w:bCs/>
        </w:rPr>
        <w:t>Соглашение 1998 года</w:t>
      </w:r>
    </w:p>
    <w:p w14:paraId="334A46BF" w14:textId="77777777" w:rsidR="00B16E53" w:rsidRPr="00F629B4" w:rsidRDefault="00F629B4" w:rsidP="00F629B4">
      <w:pPr>
        <w:pStyle w:val="H4G"/>
      </w:pPr>
      <w:r>
        <w:tab/>
      </w:r>
      <w:r w:rsidR="00B16E53" w:rsidRPr="00F629B4">
        <w:t>5.1</w:t>
      </w:r>
      <w:r w:rsidR="00B16E53" w:rsidRPr="00F629B4">
        <w:tab/>
        <w:t>Статус Соглашения, включая осуществление пункта 7.1 Соглашения</w:t>
      </w:r>
    </w:p>
    <w:p w14:paraId="4388E5F4" w14:textId="77777777" w:rsidR="00B16E53" w:rsidRDefault="00B16E53" w:rsidP="00B16E53">
      <w:pPr>
        <w:pStyle w:val="SingleTxtG"/>
        <w:ind w:firstLine="567"/>
      </w:pPr>
      <w:r>
        <w:t>Секретариат представит обновленный перечень Договаривающихся сторон Соглашения, принятые ГТП ООН, технические правила, включенные в Компендиум потенциальных правил, и информацию о статусе Соглашения 1998 года, в том числе о поступивших замечаниях. Будет также представлен перечень приоритетов и вопросов, которые рассматриваются Всемирным форумом и его вспомогательными органами в рамках обмена мнениями, включая самую последнюю информацию.</w:t>
      </w:r>
    </w:p>
    <w:p w14:paraId="75EA8FF0" w14:textId="77777777" w:rsidR="00B16E53" w:rsidRPr="00023A65" w:rsidRDefault="00B16E53" w:rsidP="00B16E53">
      <w:pPr>
        <w:pStyle w:val="SingleTxtG"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4422"/>
      </w:tblGrid>
      <w:tr w:rsidR="00B16E53" w:rsidRPr="00023A65" w14:paraId="5BB31DC6" w14:textId="77777777" w:rsidTr="00C84D95">
        <w:tc>
          <w:tcPr>
            <w:tcW w:w="3402" w:type="dxa"/>
            <w:shd w:val="clear" w:color="auto" w:fill="auto"/>
          </w:tcPr>
          <w:p w14:paraId="42A0E346" w14:textId="77777777" w:rsidR="00B16E53" w:rsidRPr="00023A65" w:rsidRDefault="00B16E53" w:rsidP="00C84D95">
            <w:pPr>
              <w:pStyle w:val="SingleTxtG"/>
              <w:ind w:left="5" w:right="240"/>
            </w:pPr>
            <w:r>
              <w:t>ECE/TRANS/WP.29/1073/Rev.29</w:t>
            </w:r>
          </w:p>
        </w:tc>
        <w:tc>
          <w:tcPr>
            <w:tcW w:w="4422" w:type="dxa"/>
            <w:shd w:val="clear" w:color="auto" w:fill="auto"/>
          </w:tcPr>
          <w:p w14:paraId="313BBC4A" w14:textId="77777777" w:rsidR="00B16E53" w:rsidRPr="00023A65" w:rsidRDefault="00B16E53" w:rsidP="00C84D95">
            <w:pPr>
              <w:pStyle w:val="SingleTxtG"/>
              <w:ind w:left="-3" w:right="0"/>
              <w:jc w:val="left"/>
            </w:pPr>
            <w:r>
              <w:t>Статус Соглашения 1998 года</w:t>
            </w:r>
          </w:p>
        </w:tc>
      </w:tr>
    </w:tbl>
    <w:p w14:paraId="018A2C4B" w14:textId="77777777" w:rsidR="00B16E53" w:rsidRPr="00F629B4" w:rsidRDefault="00A56E86" w:rsidP="00F629B4">
      <w:pPr>
        <w:pStyle w:val="H4G"/>
      </w:pPr>
      <w:r>
        <w:tab/>
      </w:r>
      <w:r w:rsidR="00B16E53" w:rsidRPr="00F629B4">
        <w:t>5.2–5.5</w:t>
      </w:r>
      <w:r w:rsidR="00B16E53" w:rsidRPr="00F629B4">
        <w:tab/>
        <w:t>Всемирный форум, возможно, примет к сведению пункты 5.2−5.5 повестки дня и решит передать их для подробного рассмотрения Исполнительным комитетом Соглашения 1998 года (АС.3)</w:t>
      </w:r>
    </w:p>
    <w:p w14:paraId="2CD1FA49" w14:textId="77777777" w:rsidR="00B16E53" w:rsidRDefault="00B16E53" w:rsidP="00B72383">
      <w:pPr>
        <w:pStyle w:val="H23G"/>
      </w:pPr>
      <w:r>
        <w:tab/>
        <w:t>6.</w:t>
      </w:r>
      <w:r>
        <w:tab/>
        <w:t xml:space="preserve">Элементы, представляющие общий интерес в рамках соглашений 1958 </w:t>
      </w:r>
      <w:r w:rsidR="00B72383">
        <w:br/>
      </w:r>
      <w:r>
        <w:t>и 1998 годов</w:t>
      </w:r>
    </w:p>
    <w:p w14:paraId="0E7B8F7A" w14:textId="77777777" w:rsidR="00B16E53" w:rsidRPr="00A56E86" w:rsidRDefault="00B16E53" w:rsidP="00B16E53">
      <w:pPr>
        <w:pStyle w:val="H4G"/>
      </w:pPr>
      <w:r>
        <w:tab/>
        <w:t>6.1</w:t>
      </w:r>
      <w:r>
        <w:tab/>
      </w:r>
      <w:r w:rsidRPr="00A56E86">
        <w:t xml:space="preserve">Обмен мнениями относительно национальных/региональных процедур нормотворчества и осуществления введенных правил ООН и/или ГТП ООН </w:t>
      </w:r>
      <w:r w:rsidR="00B72383">
        <w:br/>
      </w:r>
      <w:r w:rsidRPr="00A56E86">
        <w:t>в рамках национального/регионального законодательства</w:t>
      </w:r>
      <w:r>
        <w:t xml:space="preserve"> </w:t>
      </w:r>
      <w:r>
        <w:tab/>
      </w:r>
    </w:p>
    <w:p w14:paraId="353BE8D7" w14:textId="77777777" w:rsidR="00B16E53" w:rsidRDefault="00B16E53" w:rsidP="00B16E53">
      <w:pPr>
        <w:pStyle w:val="SingleTxtG"/>
        <w:ind w:firstLine="567"/>
      </w:pPr>
      <w:r>
        <w:t>Всемирный форум решил сохранить этот пункт в своей повестке дня в ожидании представления дополнительных материалов.</w:t>
      </w:r>
    </w:p>
    <w:p w14:paraId="56605410" w14:textId="77777777" w:rsidR="00B16E53" w:rsidRPr="00A56E86" w:rsidRDefault="00B16E53" w:rsidP="00B16E53">
      <w:pPr>
        <w:pStyle w:val="H4G"/>
      </w:pPr>
      <w:r>
        <w:tab/>
        <w:t>6.2</w:t>
      </w:r>
      <w:r>
        <w:tab/>
      </w:r>
      <w:r>
        <w:tab/>
        <w:t xml:space="preserve">Руководящие указания в отношении эксплуатационных характеристик регистраторов данных о событиях (РДС), которые могут быть приняты </w:t>
      </w:r>
      <w:r w:rsidR="00B72383">
        <w:br/>
      </w:r>
      <w:r>
        <w:t>в рамках резолюций и правил, касающихся соглашений 1958 и 1998 годов</w:t>
      </w:r>
    </w:p>
    <w:p w14:paraId="4885C4BD" w14:textId="77777777" w:rsidR="00B16E53" w:rsidRPr="00493B3A" w:rsidRDefault="00B16E53" w:rsidP="00B72383">
      <w:pPr>
        <w:pStyle w:val="SingleTxtG"/>
      </w:pPr>
      <w:r>
        <w:tab/>
        <w:t>Всемирный форум решил рассмотреть предложение о руководящих указаниях в отношении эксплуатационных характеристик регистраторов данных о событиях (РДС), которые могут быть приняты в рамках резолюций и правил, касающихся соглашений 1958 и 1998 годов.</w:t>
      </w:r>
    </w:p>
    <w:p w14:paraId="4ED95D6D" w14:textId="77777777" w:rsidR="00B16E53" w:rsidRPr="00023A65" w:rsidRDefault="00B16E53" w:rsidP="00B16E53">
      <w:pPr>
        <w:pStyle w:val="SingleTxtG"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4422"/>
      </w:tblGrid>
      <w:tr w:rsidR="00B16E53" w:rsidRPr="00023A65" w14:paraId="35DD1912" w14:textId="77777777" w:rsidTr="00C84D95">
        <w:tc>
          <w:tcPr>
            <w:tcW w:w="3402" w:type="dxa"/>
            <w:shd w:val="clear" w:color="auto" w:fill="auto"/>
          </w:tcPr>
          <w:p w14:paraId="03E2057A" w14:textId="77777777" w:rsidR="00B16E53" w:rsidRPr="00023A65" w:rsidRDefault="00B16E53" w:rsidP="00C84D95">
            <w:pPr>
              <w:pStyle w:val="SingleTxtG"/>
              <w:ind w:left="5" w:right="240"/>
            </w:pPr>
            <w:r>
              <w:t>ECE/TRANS/WP.29/2020/100/Rev.1</w:t>
            </w:r>
          </w:p>
        </w:tc>
        <w:tc>
          <w:tcPr>
            <w:tcW w:w="4422" w:type="dxa"/>
            <w:shd w:val="clear" w:color="auto" w:fill="auto"/>
          </w:tcPr>
          <w:p w14:paraId="10F8DBDC" w14:textId="77777777" w:rsidR="00B16E53" w:rsidRDefault="00B16E53" w:rsidP="00C84D95">
            <w:pPr>
              <w:pStyle w:val="SingleTxtG"/>
              <w:ind w:left="-3" w:right="0"/>
              <w:jc w:val="left"/>
            </w:pPr>
            <w:r>
              <w:t>Руководящие указания в отношении эксплуатационных характеристик регистраторов данных о событиях (РДС), которые могут быть приняты в рамках резолюций и правил, касающихся соглашений 1958 и 1998 годов</w:t>
            </w:r>
          </w:p>
          <w:p w14:paraId="361745CA" w14:textId="77777777" w:rsidR="00B16E53" w:rsidRPr="00023A65" w:rsidRDefault="00B16E53" w:rsidP="00C84D95">
            <w:pPr>
              <w:pStyle w:val="SingleTxtG"/>
              <w:ind w:left="-3" w:right="0"/>
              <w:jc w:val="left"/>
            </w:pPr>
            <w:r>
              <w:t>ECE/TRANS/WP.29/GRSG/99 на основе ECE/TRANS/WP.29/2020/123 с поправками, содержащимися в GRSG-120-??</w:t>
            </w:r>
          </w:p>
        </w:tc>
      </w:tr>
    </w:tbl>
    <w:p w14:paraId="7E179456" w14:textId="77777777" w:rsidR="00B16E53" w:rsidRPr="00A8555F" w:rsidRDefault="00B16E53" w:rsidP="00B16E53">
      <w:pPr>
        <w:pStyle w:val="H23G"/>
      </w:pPr>
      <w:r>
        <w:tab/>
        <w:t>7.</w:t>
      </w:r>
      <w:r>
        <w:tab/>
      </w:r>
      <w:r>
        <w:rPr>
          <w:bCs/>
        </w:rPr>
        <w:t>Соглашение 1997 года (периодические технические осмотры)</w:t>
      </w:r>
    </w:p>
    <w:p w14:paraId="69A2AE69" w14:textId="77777777" w:rsidR="00B16E53" w:rsidRPr="00A56E86" w:rsidRDefault="00B16E53" w:rsidP="00A56E86">
      <w:pPr>
        <w:pStyle w:val="H4G"/>
      </w:pPr>
      <w:r w:rsidRPr="00A56E86">
        <w:tab/>
        <w:t>7.1</w:t>
      </w:r>
      <w:r w:rsidRPr="00A56E86">
        <w:tab/>
        <w:t>Статус Соглашения</w:t>
      </w:r>
    </w:p>
    <w:p w14:paraId="2109E610" w14:textId="77777777" w:rsidR="00B16E53" w:rsidRPr="00A8555F" w:rsidRDefault="00B16E53" w:rsidP="00B16E53">
      <w:pPr>
        <w:pStyle w:val="SingleTxtG"/>
        <w:keepNext/>
        <w:keepLines/>
        <w:ind w:firstLine="567"/>
      </w:pPr>
      <w:r>
        <w:t>Секретариат представит обновленный документ о статусе Соглашения, включая статус прилагаемых к Соглашению предписаний ООН, перечень Договаривающихся сторон Соглашения и их административных органов, ответственных за периодические технические осмотры (ПТО).</w:t>
      </w:r>
    </w:p>
    <w:p w14:paraId="13CBA737" w14:textId="77777777" w:rsidR="00B16E53" w:rsidRPr="00023A65" w:rsidRDefault="00B16E53" w:rsidP="00B16E53">
      <w:pPr>
        <w:pStyle w:val="SingleTxtG"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706"/>
      </w:tblGrid>
      <w:tr w:rsidR="00B16E53" w:rsidRPr="00023A65" w14:paraId="2A8AFFD8" w14:textId="77777777" w:rsidTr="00C84D95">
        <w:tc>
          <w:tcPr>
            <w:tcW w:w="3402" w:type="dxa"/>
            <w:shd w:val="clear" w:color="auto" w:fill="auto"/>
          </w:tcPr>
          <w:p w14:paraId="06DAB3B0" w14:textId="77777777" w:rsidR="00B16E53" w:rsidRPr="00023A65" w:rsidRDefault="00B16E53" w:rsidP="00C84D95">
            <w:pPr>
              <w:pStyle w:val="SingleTxtG"/>
              <w:ind w:left="5" w:right="240"/>
            </w:pPr>
            <w:r>
              <w:t>ECE/TRANS/WP.29/1074/Rev.18</w:t>
            </w:r>
          </w:p>
        </w:tc>
        <w:tc>
          <w:tcPr>
            <w:tcW w:w="3706" w:type="dxa"/>
            <w:shd w:val="clear" w:color="auto" w:fill="auto"/>
          </w:tcPr>
          <w:p w14:paraId="0F2C1E17" w14:textId="77777777" w:rsidR="00B16E53" w:rsidRPr="00023A65" w:rsidRDefault="00B16E53" w:rsidP="00C84D95">
            <w:pPr>
              <w:pStyle w:val="SingleTxtG"/>
              <w:ind w:left="-3" w:right="-141" w:hanging="5"/>
              <w:jc w:val="left"/>
            </w:pPr>
            <w:r>
              <w:t>Статус Соглашения 1997 года</w:t>
            </w:r>
          </w:p>
        </w:tc>
      </w:tr>
    </w:tbl>
    <w:p w14:paraId="3185D0BE" w14:textId="77777777" w:rsidR="00B16E53" w:rsidRDefault="00B16E53" w:rsidP="00A56E86">
      <w:pPr>
        <w:pStyle w:val="H4G"/>
      </w:pPr>
      <w:r>
        <w:lastRenderedPageBreak/>
        <w:tab/>
        <w:t>7.2</w:t>
      </w:r>
      <w:r>
        <w:tab/>
      </w:r>
      <w:r w:rsidRPr="00A56E86">
        <w:t>Поправки к Соглашению 1997 года</w:t>
      </w:r>
    </w:p>
    <w:p w14:paraId="75A5E99A" w14:textId="77777777" w:rsidR="00B16E53" w:rsidRPr="00052A5E" w:rsidRDefault="00B16E53" w:rsidP="00B16E53">
      <w:pPr>
        <w:pStyle w:val="H4G"/>
        <w:ind w:firstLine="0"/>
        <w:jc w:val="both"/>
        <w:rPr>
          <w:i w:val="0"/>
        </w:rPr>
      </w:pPr>
      <w:r w:rsidRPr="00052A5E">
        <w:rPr>
          <w:i w:val="0"/>
        </w:rPr>
        <w:tab/>
      </w:r>
      <w:r>
        <w:rPr>
          <w:i w:val="0"/>
        </w:rPr>
        <w:tab/>
      </w:r>
      <w:r w:rsidRPr="00052A5E">
        <w:rPr>
          <w:i w:val="0"/>
        </w:rPr>
        <w:t>Всемирный форум, возможно, пожелает заслушать информацию об осуществлении поправок к Соглашению 1997 года о периодических технических осмотрах колесных транспортных средств.</w:t>
      </w:r>
    </w:p>
    <w:p w14:paraId="78FFBE51" w14:textId="77777777" w:rsidR="00B16E53" w:rsidRPr="00023A65" w:rsidRDefault="00B16E53" w:rsidP="00B16E53">
      <w:pPr>
        <w:pStyle w:val="SingleTxtG"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4272"/>
      </w:tblGrid>
      <w:tr w:rsidR="00B16E53" w:rsidRPr="00A5430F" w14:paraId="41B80734" w14:textId="77777777" w:rsidTr="00C84D95">
        <w:tc>
          <w:tcPr>
            <w:tcW w:w="3402" w:type="dxa"/>
            <w:shd w:val="clear" w:color="auto" w:fill="auto"/>
          </w:tcPr>
          <w:p w14:paraId="06350F8F" w14:textId="77777777" w:rsidR="00B16E53" w:rsidRPr="009C3FF8" w:rsidRDefault="00B16E53" w:rsidP="00C84D95">
            <w:pPr>
              <w:pStyle w:val="SingleTxtG"/>
              <w:ind w:left="5" w:right="240"/>
            </w:pPr>
            <w:r>
              <w:t xml:space="preserve">(ECE/TRANS/WP.29/2020/38 </w:t>
            </w:r>
          </w:p>
        </w:tc>
        <w:tc>
          <w:tcPr>
            <w:tcW w:w="4272" w:type="dxa"/>
            <w:shd w:val="clear" w:color="auto" w:fill="auto"/>
          </w:tcPr>
          <w:p w14:paraId="3CA2843E" w14:textId="77777777" w:rsidR="00B16E53" w:rsidRPr="00A8555F" w:rsidRDefault="00B16E53" w:rsidP="00C84D95">
            <w:pPr>
              <w:pStyle w:val="SingleTxtG"/>
              <w:ind w:left="-3" w:right="240" w:hanging="5"/>
              <w:jc w:val="left"/>
            </w:pPr>
            <w:r>
              <w:t xml:space="preserve">Сводный текст Соглашения 1997 года о периодических технических осмотрах колесных транспортных средств) </w:t>
            </w:r>
          </w:p>
        </w:tc>
      </w:tr>
    </w:tbl>
    <w:p w14:paraId="4BF93712" w14:textId="77777777" w:rsidR="00B16E53" w:rsidRPr="00A8555F" w:rsidRDefault="00B16E53" w:rsidP="00A56E86">
      <w:pPr>
        <w:pStyle w:val="H4G"/>
      </w:pPr>
      <w:r>
        <w:tab/>
        <w:t>7.3</w:t>
      </w:r>
      <w:r>
        <w:tab/>
      </w:r>
      <w:r w:rsidRPr="00A56E86">
        <w:t>Введение новых предписаний, прилагаемых к Соглашению 1997 года</w:t>
      </w:r>
    </w:p>
    <w:p w14:paraId="32C29DEF" w14:textId="77777777" w:rsidR="00B16E53" w:rsidRPr="00A8555F" w:rsidRDefault="00B16E53" w:rsidP="00B16E53">
      <w:pPr>
        <w:pStyle w:val="SingleTxtG"/>
        <w:ind w:firstLine="567"/>
      </w:pPr>
      <w:r>
        <w:t>Всемирный форум, возможно, пожелает рассмотреть предложения о введении новых предписаний ООН, прилагаемых к Соглашению 1997 года, для их возможного принятия AC.4, если таковые представлены.</w:t>
      </w:r>
    </w:p>
    <w:p w14:paraId="6F319EFB" w14:textId="77777777" w:rsidR="00B16E53" w:rsidRPr="00A8555F" w:rsidRDefault="00B16E53" w:rsidP="00A56E86">
      <w:pPr>
        <w:pStyle w:val="H4G"/>
      </w:pPr>
      <w:r>
        <w:tab/>
        <w:t>7.4</w:t>
      </w:r>
      <w:r>
        <w:tab/>
      </w:r>
      <w:r w:rsidRPr="00A56E86">
        <w:t>Обновление с</w:t>
      </w:r>
      <w:r w:rsidRPr="00A56E86">
        <w:rPr>
          <w:iCs/>
        </w:rPr>
        <w:t>уществующих</w:t>
      </w:r>
      <w:r w:rsidRPr="00A56E86">
        <w:t xml:space="preserve"> предписаний, прилагаемых к Соглашению 1997 года</w:t>
      </w:r>
    </w:p>
    <w:p w14:paraId="5DACF61F" w14:textId="77777777" w:rsidR="00B16E53" w:rsidRDefault="00B16E53" w:rsidP="00B16E53">
      <w:pPr>
        <w:pStyle w:val="SingleTxtG"/>
        <w:ind w:firstLine="567"/>
      </w:pPr>
      <w:r>
        <w:t>Всемирный форум, возможно, пожелает рассмотреть предложения по поправкам к предписаниям ООН, прилагаемым к Соглашению 1997 года, для их возможного принятия AC.4, если таковые представлены.</w:t>
      </w:r>
    </w:p>
    <w:p w14:paraId="4F6AF5AD" w14:textId="77777777" w:rsidR="00B16E53" w:rsidRPr="00A8555F" w:rsidRDefault="00B16E53" w:rsidP="00A56E86">
      <w:pPr>
        <w:pStyle w:val="H4G"/>
      </w:pPr>
      <w:r>
        <w:tab/>
        <w:t>7.5</w:t>
      </w:r>
      <w:r>
        <w:tab/>
      </w:r>
      <w:r w:rsidRPr="00A56E86">
        <w:t xml:space="preserve">Обновление резолюции СР.6 о требованиях, касающихся испытательного оборудования, квалификации и профессиональной подготовки инспекторов, </w:t>
      </w:r>
      <w:r w:rsidR="00B72383">
        <w:br/>
      </w:r>
      <w:r w:rsidRPr="00A56E86">
        <w:t xml:space="preserve">а также контроля за </w:t>
      </w:r>
      <w:r w:rsidRPr="00A56E86">
        <w:rPr>
          <w:iCs/>
        </w:rPr>
        <w:t>испытательными</w:t>
      </w:r>
      <w:r w:rsidRPr="00A56E86">
        <w:t xml:space="preserve"> центрами</w:t>
      </w:r>
      <w:bookmarkStart w:id="8" w:name="_Toc416186037"/>
      <w:bookmarkEnd w:id="8"/>
    </w:p>
    <w:p w14:paraId="555FD5B3" w14:textId="77777777" w:rsidR="00B16E53" w:rsidRPr="00A8555F" w:rsidRDefault="00B16E53" w:rsidP="00B16E53">
      <w:pPr>
        <w:pStyle w:val="SingleTxtG"/>
        <w:ind w:firstLine="567"/>
      </w:pPr>
      <w:r>
        <w:t>Всемирный форум, возможно, пожелает рассмотреть предложения по поправкам к требованиям, касающимся испытательного оборудования, квалификации и профессиональной подготовки инспекторов и контроля за испытательными центрами,</w:t>
      </w:r>
      <w:r w:rsidRPr="00E55EB1">
        <w:t xml:space="preserve"> </w:t>
      </w:r>
      <w:r>
        <w:t>если таковые представлены.</w:t>
      </w:r>
    </w:p>
    <w:p w14:paraId="5896046D" w14:textId="77777777" w:rsidR="00B16E53" w:rsidRPr="00A8555F" w:rsidRDefault="00B16E53" w:rsidP="00B16E53">
      <w:pPr>
        <w:pStyle w:val="H23G"/>
        <w:spacing w:before="120"/>
      </w:pPr>
      <w:r>
        <w:tab/>
        <w:t>8.</w:t>
      </w:r>
      <w:r>
        <w:tab/>
      </w:r>
      <w:r>
        <w:rPr>
          <w:bCs/>
        </w:rPr>
        <w:t>Прочие вопросы</w:t>
      </w:r>
    </w:p>
    <w:p w14:paraId="0E349F9E" w14:textId="77777777" w:rsidR="00B16E53" w:rsidRPr="000326E8" w:rsidRDefault="00B16E53" w:rsidP="00B16E53">
      <w:pPr>
        <w:pStyle w:val="H4G"/>
      </w:pPr>
      <w:r>
        <w:tab/>
        <w:t>8.1</w:t>
      </w:r>
      <w:r>
        <w:tab/>
      </w:r>
      <w:r w:rsidRPr="000326E8">
        <w:t>Обмен информацией</w:t>
      </w:r>
      <w:r>
        <w:t xml:space="preserve"> о правоприменительной</w:t>
      </w:r>
      <w:r w:rsidRPr="000326E8">
        <w:t xml:space="preserve"> практике в связи с вопросами, касающимися дефектов и несоблюдения требований, включая системы отзыва</w:t>
      </w:r>
    </w:p>
    <w:p w14:paraId="13DC37F5" w14:textId="77777777" w:rsidR="00B16E53" w:rsidRPr="00A8555F" w:rsidRDefault="00B16E53" w:rsidP="00B16E53">
      <w:pPr>
        <w:pStyle w:val="SingleTxtG"/>
        <w:ind w:firstLine="567"/>
        <w:rPr>
          <w:b/>
        </w:rPr>
      </w:pPr>
      <w:r>
        <w:t>Всемирный форум, возможно, пожелает заслушать информацию о ходе работы НРГ (ECE/TRANS/WP.29/1108, пункт 66).</w:t>
      </w:r>
    </w:p>
    <w:p w14:paraId="025B7764" w14:textId="77777777" w:rsidR="00B16E53" w:rsidRPr="00A8555F" w:rsidRDefault="00B16E53" w:rsidP="00A56E86">
      <w:pPr>
        <w:pStyle w:val="H4G"/>
      </w:pPr>
      <w:r>
        <w:tab/>
        <w:t>8.2</w:t>
      </w:r>
      <w:r>
        <w:tab/>
      </w:r>
      <w:r w:rsidRPr="00A56E86">
        <w:t>Соответствие между положениями Венской конвенции 1968 года и техническими положениями правил ООН в области транспортных средств и ГТП ООН, принятых в рамках соглашений 1958 и 1998 годов</w:t>
      </w:r>
    </w:p>
    <w:p w14:paraId="09FFF273" w14:textId="77777777" w:rsidR="00B16E53" w:rsidRPr="00DD7708" w:rsidRDefault="00B16E53" w:rsidP="00B16E53">
      <w:pPr>
        <w:pStyle w:val="SingleTxtG"/>
        <w:ind w:firstLine="567"/>
      </w:pPr>
      <w:r>
        <w:t xml:space="preserve">Секретариат изучает возможности организации совместного совещания Всемирного форума с Глобальным форумом по безопасности дорожного движения (WP.1) по вопросам автоматизированного вождения, представляющим общий интерес. </w:t>
      </w:r>
    </w:p>
    <w:p w14:paraId="3B04E552" w14:textId="77777777" w:rsidR="00B16E53" w:rsidRPr="00A56E86" w:rsidRDefault="00B16E53" w:rsidP="00A56E86">
      <w:pPr>
        <w:pStyle w:val="H4G"/>
      </w:pPr>
      <w:r>
        <w:tab/>
      </w:r>
      <w:r w:rsidRPr="00A56E86">
        <w:t>8.3</w:t>
      </w:r>
      <w:r w:rsidRPr="00A56E86">
        <w:tab/>
        <w:t>Второе Десятилетие действий по обеспечению безопасности дорожного движения</w:t>
      </w:r>
    </w:p>
    <w:p w14:paraId="45DE4675" w14:textId="77777777" w:rsidR="00B16E53" w:rsidRDefault="00B16E53" w:rsidP="00B16E53">
      <w:pPr>
        <w:keepNext/>
        <w:tabs>
          <w:tab w:val="right" w:pos="851"/>
        </w:tabs>
        <w:spacing w:before="240" w:after="120" w:line="240" w:lineRule="exact"/>
        <w:ind w:left="1134" w:right="1134" w:firstLine="567"/>
        <w:jc w:val="both"/>
      </w:pPr>
      <w:r>
        <w:t>Всемирный форум, возможно, пожелает заслушать информацию о последних изменениях, касающихся работы над планом действий на второе Десятилетие, который станет руководящим документом, направленным на поддержку достижения его целей с особым упором на направление 5, касающееся безопасности транспортных средств.</w:t>
      </w:r>
    </w:p>
    <w:p w14:paraId="7B41D296" w14:textId="77777777" w:rsidR="00B16E53" w:rsidRPr="00023A65" w:rsidRDefault="00B16E53" w:rsidP="00B16E53">
      <w:pPr>
        <w:pStyle w:val="SingleTxtG"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4272"/>
      </w:tblGrid>
      <w:tr w:rsidR="00B16E53" w:rsidRPr="00023A65" w14:paraId="64B47366" w14:textId="77777777" w:rsidTr="00C84D95">
        <w:tc>
          <w:tcPr>
            <w:tcW w:w="3402" w:type="dxa"/>
            <w:shd w:val="clear" w:color="auto" w:fill="auto"/>
          </w:tcPr>
          <w:p w14:paraId="2738CDC3" w14:textId="77777777" w:rsidR="00B16E53" w:rsidRPr="009C3FF8" w:rsidRDefault="00B16E53" w:rsidP="00C84D95">
            <w:pPr>
              <w:pStyle w:val="SingleTxtG"/>
              <w:ind w:left="5" w:right="240"/>
            </w:pPr>
            <w:r>
              <w:t>A/RES/74/299</w:t>
            </w:r>
          </w:p>
        </w:tc>
        <w:tc>
          <w:tcPr>
            <w:tcW w:w="4272" w:type="dxa"/>
            <w:shd w:val="clear" w:color="auto" w:fill="auto"/>
          </w:tcPr>
          <w:p w14:paraId="493A82B0" w14:textId="77777777" w:rsidR="00B16E53" w:rsidRPr="009C3FF8" w:rsidRDefault="00B16E53" w:rsidP="00C84D95">
            <w:pPr>
              <w:pStyle w:val="SingleTxtG"/>
              <w:ind w:left="-3" w:right="240" w:hanging="5"/>
              <w:jc w:val="left"/>
            </w:pPr>
            <w:r>
              <w:t>Повышение безопасности дорожного движения во всем мире</w:t>
            </w:r>
          </w:p>
        </w:tc>
      </w:tr>
    </w:tbl>
    <w:p w14:paraId="79BC0B9C" w14:textId="77777777" w:rsidR="00B16E53" w:rsidRPr="00A56E86" w:rsidRDefault="00B16E53" w:rsidP="00A56E86">
      <w:pPr>
        <w:pStyle w:val="H4G"/>
      </w:pPr>
      <w:r w:rsidRPr="00A56E86">
        <w:lastRenderedPageBreak/>
        <w:tab/>
        <w:t>8.4</w:t>
      </w:r>
      <w:r w:rsidRPr="00A56E86">
        <w:tab/>
        <w:t>Проект ФБДД ООН «Более безопасные и экологически чистые подержанные транспортные средства для Африки»</w:t>
      </w:r>
    </w:p>
    <w:p w14:paraId="3E164DAB" w14:textId="77777777" w:rsidR="00B16E53" w:rsidRDefault="00B16E53" w:rsidP="00B16E53">
      <w:pPr>
        <w:keepNext/>
        <w:tabs>
          <w:tab w:val="right" w:pos="851"/>
        </w:tabs>
        <w:spacing w:before="120" w:after="120" w:line="240" w:lineRule="exact"/>
        <w:ind w:left="1134" w:right="1134" w:hanging="1134"/>
        <w:jc w:val="both"/>
        <w:rPr>
          <w:i/>
        </w:rPr>
      </w:pPr>
      <w:r>
        <w:tab/>
      </w:r>
      <w:r>
        <w:tab/>
      </w:r>
      <w:r>
        <w:tab/>
      </w:r>
      <w:r>
        <w:tab/>
        <w:t>Всемирный форум, возможно, пожелает заслушать информацию о последних изменениях, касающихся работы над сводом минимальных правил обеспечения безопасности и охраны окружающей среды и планируемых стратегий передачи подержанных транспортных средств из стран с высоким уровнем дохода, например Японии, Европейского союза и Соединенных Штатов Америки, в страны с низким уровнем доходов, с особым упором на Африку.</w:t>
      </w:r>
    </w:p>
    <w:p w14:paraId="78AE6578" w14:textId="77777777" w:rsidR="00B16E53" w:rsidRPr="00E0547F" w:rsidRDefault="00B16E53" w:rsidP="00A56E86">
      <w:pPr>
        <w:pStyle w:val="H4G"/>
      </w:pPr>
      <w:r>
        <w:tab/>
        <w:t>8.5</w:t>
      </w:r>
      <w:r w:rsidRPr="00E0547F">
        <w:tab/>
      </w:r>
      <w:r w:rsidRPr="00A56E86">
        <w:t xml:space="preserve">Документы </w:t>
      </w:r>
      <w:r w:rsidRPr="00A56E86">
        <w:rPr>
          <w:iCs/>
        </w:rPr>
        <w:t>для</w:t>
      </w:r>
      <w:r w:rsidRPr="00A56E86">
        <w:t xml:space="preserve"> опубликования</w:t>
      </w:r>
    </w:p>
    <w:p w14:paraId="5577B051" w14:textId="77777777" w:rsidR="00B16E53" w:rsidRDefault="00B16E53" w:rsidP="00B16E53">
      <w:pPr>
        <w:pStyle w:val="H4G"/>
        <w:keepNext w:val="0"/>
        <w:keepLines w:val="0"/>
        <w:jc w:val="both"/>
        <w:rPr>
          <w:i w:val="0"/>
        </w:rPr>
      </w:pPr>
      <w:r>
        <w:tab/>
      </w:r>
      <w:r>
        <w:tab/>
      </w:r>
      <w:r w:rsidRPr="003E3DAC">
        <w:rPr>
          <w:i w:val="0"/>
        </w:rPr>
        <w:tab/>
      </w:r>
      <w:r>
        <w:rPr>
          <w:i w:val="0"/>
        </w:rPr>
        <w:tab/>
      </w:r>
      <w:r w:rsidRPr="003E3DAC">
        <w:rPr>
          <w:i w:val="0"/>
        </w:rPr>
        <w:t>Всемирный форум, возможно, пожелает принять к сведению ход работы по переводу аутентичных текстов правил ООН, принятых WP.29 в июне 20</w:t>
      </w:r>
      <w:r>
        <w:rPr>
          <w:i w:val="0"/>
        </w:rPr>
        <w:t>20</w:t>
      </w:r>
      <w:r w:rsidRPr="003E3DAC">
        <w:rPr>
          <w:i w:val="0"/>
        </w:rPr>
        <w:t xml:space="preserve"> года и вступивших в силу в январе 202</w:t>
      </w:r>
      <w:r>
        <w:rPr>
          <w:i w:val="0"/>
        </w:rPr>
        <w:t>1</w:t>
      </w:r>
      <w:r w:rsidRPr="003E3DAC">
        <w:rPr>
          <w:i w:val="0"/>
        </w:rPr>
        <w:t xml:space="preserve"> года.</w:t>
      </w:r>
    </w:p>
    <w:p w14:paraId="6BB3F9DA" w14:textId="77777777" w:rsidR="00B16E53" w:rsidRPr="00D86A22" w:rsidRDefault="00B16E53" w:rsidP="00B16E53">
      <w:pPr>
        <w:pStyle w:val="H4G"/>
        <w:keepNext w:val="0"/>
        <w:keepLines w:val="0"/>
        <w:jc w:val="both"/>
        <w:rPr>
          <w:b/>
          <w:bCs/>
          <w:i w:val="0"/>
          <w:iCs/>
        </w:rPr>
      </w:pPr>
      <w:r>
        <w:tab/>
      </w:r>
      <w:r w:rsidRPr="00D86A22">
        <w:rPr>
          <w:b/>
          <w:bCs/>
          <w:i w:val="0"/>
          <w:iCs/>
        </w:rPr>
        <w:t>9.</w:t>
      </w:r>
      <w:r w:rsidRPr="00D86A22">
        <w:rPr>
          <w:b/>
          <w:bCs/>
          <w:i w:val="0"/>
          <w:iCs/>
        </w:rPr>
        <w:tab/>
        <w:t>Утверждение доклада</w:t>
      </w:r>
    </w:p>
    <w:p w14:paraId="728505A5" w14:textId="77777777" w:rsidR="00B16E53" w:rsidRPr="00BE1482" w:rsidRDefault="00B16E53" w:rsidP="00B16E53">
      <w:pPr>
        <w:pStyle w:val="SingleTxtG"/>
        <w:widowControl w:val="0"/>
        <w:ind w:right="1138" w:firstLine="567"/>
      </w:pPr>
      <w:r>
        <w:t>В соответствии с установившейся практикой Всемирный форум утвердит доклад о работе своей сто восемьдесят третьей сессии на основе проекта, подготовленного секретариатом.</w:t>
      </w:r>
    </w:p>
    <w:p w14:paraId="7436890B" w14:textId="77777777" w:rsidR="00B16E53" w:rsidRPr="00B72383" w:rsidRDefault="00B72383" w:rsidP="00B72383">
      <w:pPr>
        <w:pStyle w:val="SingleTxtG"/>
      </w:pPr>
      <w:r>
        <w:tab/>
      </w:r>
      <w:r w:rsidR="00B16E53" w:rsidRPr="00B72383">
        <w:t>Этот доклад должен также включать разделы о работе:</w:t>
      </w:r>
    </w:p>
    <w:p w14:paraId="6B345FCF" w14:textId="77777777" w:rsidR="00B16E53" w:rsidRPr="00B72383" w:rsidRDefault="00B72383" w:rsidP="00B72383">
      <w:pPr>
        <w:pStyle w:val="SingleTxtG"/>
      </w:pPr>
      <w:r>
        <w:tab/>
      </w:r>
      <w:r w:rsidR="00B16E53" w:rsidRPr="00B72383">
        <w:t>a)</w:t>
      </w:r>
      <w:r w:rsidR="00B16E53" w:rsidRPr="00B72383">
        <w:tab/>
        <w:t>семьдесят седьмой сессии Административного комитета Соглашения 1958 года;</w:t>
      </w:r>
    </w:p>
    <w:p w14:paraId="534C68EE" w14:textId="77777777" w:rsidR="00B16E53" w:rsidRPr="00B72383" w:rsidRDefault="00B72383" w:rsidP="00B72383">
      <w:pPr>
        <w:pStyle w:val="SingleTxtG"/>
      </w:pPr>
      <w:r>
        <w:tab/>
      </w:r>
      <w:r w:rsidR="00B16E53" w:rsidRPr="00B72383">
        <w:t>b)</w:t>
      </w:r>
      <w:r w:rsidR="00B16E53" w:rsidRPr="00B72383">
        <w:tab/>
        <w:t>шестидесятой сессии Исполнительного комитета Соглашения 1998 года; и</w:t>
      </w:r>
    </w:p>
    <w:p w14:paraId="35625F7C" w14:textId="77777777" w:rsidR="00B16E53" w:rsidRPr="00A8555F" w:rsidRDefault="00B72383" w:rsidP="00B72383">
      <w:pPr>
        <w:pStyle w:val="SingleTxtG"/>
      </w:pPr>
      <w:r>
        <w:tab/>
      </w:r>
      <w:r w:rsidR="00B16E53" w:rsidRPr="00B72383">
        <w:t>c)</w:t>
      </w:r>
      <w:r w:rsidR="00B16E53" w:rsidRPr="00B72383">
        <w:tab/>
        <w:t>четырнадцатой сессии Административного комитета Соглашения 199</w:t>
      </w:r>
      <w:r w:rsidR="00B16E53">
        <w:t>7 года.</w:t>
      </w:r>
    </w:p>
    <w:p w14:paraId="19F5D68A" w14:textId="77777777" w:rsidR="00B16E53" w:rsidRPr="00A8555F" w:rsidRDefault="00B16E53" w:rsidP="00E647EC">
      <w:pPr>
        <w:pStyle w:val="H1G"/>
      </w:pPr>
      <w:r>
        <w:tab/>
        <w:t>B.</w:t>
      </w:r>
      <w:r>
        <w:tab/>
        <w:t>Административный комитет Соглашения 1958 года (АС.1)</w:t>
      </w:r>
    </w:p>
    <w:p w14:paraId="07343258" w14:textId="77777777" w:rsidR="00B16E53" w:rsidRPr="00A8555F" w:rsidRDefault="00B16E53" w:rsidP="00E647EC">
      <w:pPr>
        <w:pStyle w:val="H23G"/>
      </w:pPr>
      <w:r>
        <w:tab/>
        <w:t>10.</w:t>
      </w:r>
      <w:r>
        <w:tab/>
        <w:t>Учреждение Комитета AC.1</w:t>
      </w:r>
    </w:p>
    <w:p w14:paraId="787C1502" w14:textId="77777777" w:rsidR="00B16E53" w:rsidRPr="00A8555F" w:rsidRDefault="00B16E53" w:rsidP="00B16E53">
      <w:pPr>
        <w:pStyle w:val="SingleTxtG"/>
      </w:pPr>
      <w:r>
        <w:tab/>
        <w:t>В соответствии с правилами процедуры, изложенными в добавлении 1 к Соглашению 1958 года (E/ECE/TRANS/505/Rev.3, статья 1, пункт 2), в состав Административного комитета входят все Договаривающиеся стороны.</w:t>
      </w:r>
    </w:p>
    <w:p w14:paraId="4B3EF306" w14:textId="77777777" w:rsidR="00B16E53" w:rsidRPr="00A8555F" w:rsidRDefault="00B16E53" w:rsidP="00B16E53">
      <w:pPr>
        <w:pStyle w:val="H23G"/>
      </w:pPr>
      <w:r>
        <w:tab/>
        <w:t>11.</w:t>
      </w:r>
      <w:r>
        <w:tab/>
      </w:r>
      <w:r>
        <w:rPr>
          <w:bCs/>
        </w:rPr>
        <w:t xml:space="preserve">Предложения по поправкам и исправлениям к существующим правилам ООН </w:t>
      </w:r>
      <w:r>
        <w:rPr>
          <w:bCs/>
        </w:rPr>
        <w:br/>
        <w:t xml:space="preserve">и по новым правилам ООН </w:t>
      </w:r>
      <w:r w:rsidR="00E647EC">
        <w:rPr>
          <w:bCs/>
        </w:rPr>
        <w:t>⸺</w:t>
      </w:r>
      <w:r>
        <w:rPr>
          <w:bCs/>
        </w:rPr>
        <w:t xml:space="preserve"> голосование в AC.1</w:t>
      </w:r>
    </w:p>
    <w:p w14:paraId="48FE0C6A" w14:textId="77777777" w:rsidR="00B16E53" w:rsidRPr="00A8555F" w:rsidRDefault="00B16E53" w:rsidP="00B16E53">
      <w:pPr>
        <w:pStyle w:val="SingleTxtG"/>
        <w:ind w:firstLine="567"/>
      </w:pPr>
      <w:r>
        <w:t xml:space="preserve">В соответствии с процедурой, изложенной в добавлении 1, Административный комитет принимает новые правила и поправки к ним. Предлагаемые правила и поправки к правилам ставятся на голосование: i) в случае новых правил каждая страна, являющаяся Договаривающейся стороной Соглашения, имеет один голос. Для принятия решений требуется кворум в составе не менее половины Договаривающихся сторон. В целях определения кворума региональные организации экономической интеграции, являющиеся Договаривающимися сторонами Соглашения,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 за суверенные государства, входящие в состав этой организации. Проект новых правил принимается большинством в четыре пятых голосов присутствующих и участвующих в голосовании членов (статья 1 и добавление); ii) в случае внесения поправок в существующие правила каждая страна, являющаяся Договаривающейся стороной Соглашения, применяющая данные правила, имеет один голос. Для принятия решений требуется кворум в составе не менее половины Договаривающихся сторон, применяющих данные правила. В целях определения кворума региональные организации экономической интеграции, являющиеся Договаривающимися сторонами Соглашения, участвуют в голосовании, </w:t>
      </w:r>
      <w:r>
        <w:lastRenderedPageBreak/>
        <w:t>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 за те входящие в состав этой организации суверенные государства, которые применяют данные правила. Проекты правил и поправок к правилам принимаются большинством в четыре пятых голосов присутствующих и участвующих в голосовании членов (статья 12 и добавление).</w:t>
      </w:r>
    </w:p>
    <w:p w14:paraId="552F132D" w14:textId="77777777" w:rsidR="00B16E53" w:rsidRPr="00A8555F" w:rsidRDefault="00B16E53" w:rsidP="00B16E53">
      <w:pPr>
        <w:pStyle w:val="SingleTxtG"/>
        <w:ind w:firstLine="567"/>
      </w:pPr>
      <w:r>
        <w:t xml:space="preserve">Поправки к приложениям с административными и процедурными положениями принимаются Административным комитетом. Предлагаемые поправки к приложениям с административными и процедурными положениями выносятся на голосование. Каждая Договаривающаяся сторона Соглашения, применяющая одни или несколько правил ООН, имеет один голос. Для принятия решения требуется кворум в составе не менее половины Договаривающихся сторон Соглашения, применяющих одни или несколько правил ООН. В целях определения </w:t>
      </w:r>
      <w:r w:rsidR="00E647EC">
        <w:br/>
      </w:r>
      <w:r>
        <w:t>кворума региональные организации экономической интеграции, являющиеся Договаривающимися сторонами Соглашения,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 за те входящие в состав этой организации суверенные государства, которые применяют одни или несколько правил ООН. Проекты поправок к приложениям с административными и процедурными положениями принимаются присутствующими и участвующими в голосовании членами единогласно (статья 13</w:t>
      </w:r>
      <w:r w:rsidR="007439A6">
        <w:t xml:space="preserve"> </w:t>
      </w:r>
      <w:r w:rsidR="007439A6">
        <w:rPr>
          <w:lang w:val="en-US"/>
        </w:rPr>
        <w:t>bis</w:t>
      </w:r>
      <w:r>
        <w:t xml:space="preserve"> и приложение 1).</w:t>
      </w:r>
    </w:p>
    <w:p w14:paraId="09FF88EE" w14:textId="77777777" w:rsidR="00B16E53" w:rsidRPr="00A8555F" w:rsidRDefault="00B16E53" w:rsidP="00B16E53">
      <w:pPr>
        <w:pStyle w:val="SingleTxtG"/>
        <w:ind w:firstLine="567"/>
      </w:pPr>
      <w:r>
        <w:t>Любые правила ООН, принятые в соответствии с положениями Соглашения без поправок, могут рассматриваться в качестве правил ООН, принятых в соответствии с измененным Соглашением (пункт 3 статьи 15), если все Договаривающиеся стороны Соглашения согласятся с этим.</w:t>
      </w:r>
    </w:p>
    <w:p w14:paraId="2B34D54C" w14:textId="77777777" w:rsidR="00B16E53" w:rsidRPr="00BE1482" w:rsidRDefault="00B16E53" w:rsidP="00B16E53">
      <w:pPr>
        <w:pStyle w:val="SingleTxtG"/>
        <w:ind w:firstLine="567"/>
      </w:pPr>
      <w:r>
        <w:t>АС.1 проведет голосование по предложенным поправкам и исправлениям к существующим правилам ООН, указанным в пунктах 4.3 и 4.6−4.13 повестки дня, с</w:t>
      </w:r>
      <w:r w:rsidR="00E647EC">
        <w:t> </w:t>
      </w:r>
      <w:r>
        <w:t>учетом рекомендаций Всемирного форума.</w:t>
      </w:r>
    </w:p>
    <w:p w14:paraId="24E79F59" w14:textId="77777777" w:rsidR="00B16E53" w:rsidRPr="00A8555F" w:rsidRDefault="00B16E53" w:rsidP="00B16E53">
      <w:pPr>
        <w:pStyle w:val="SingleTxtG"/>
        <w:ind w:firstLine="567"/>
      </w:pPr>
      <w:r>
        <w:t>АС.1 проведет голосование по предложенным поправкам к приложениям с административными и процедурными положениями, указанным в пункте 4.4 повестки дня, с учетом рекомендаций Всемирного форума.</w:t>
      </w:r>
    </w:p>
    <w:p w14:paraId="64D8F1E5" w14:textId="77777777" w:rsidR="00B16E53" w:rsidRPr="00A8555F" w:rsidRDefault="00B16E53" w:rsidP="00B16E53">
      <w:pPr>
        <w:pStyle w:val="H1G"/>
      </w:pPr>
      <w:r>
        <w:tab/>
        <w:t>C.</w:t>
      </w:r>
      <w:r>
        <w:tab/>
      </w:r>
      <w:r>
        <w:rPr>
          <w:bCs/>
        </w:rPr>
        <w:t>Исполнительный комитет Соглашения 1998 года (АС.3)</w:t>
      </w:r>
    </w:p>
    <w:p w14:paraId="71C4D2DA" w14:textId="77777777" w:rsidR="00B16E53" w:rsidRPr="00A8555F" w:rsidRDefault="00B16E53" w:rsidP="00B16E53">
      <w:pPr>
        <w:pStyle w:val="H23G"/>
      </w:pPr>
      <w:r>
        <w:tab/>
        <w:t>12.</w:t>
      </w:r>
      <w:r>
        <w:tab/>
      </w:r>
      <w:r>
        <w:rPr>
          <w:bCs/>
        </w:rPr>
        <w:t xml:space="preserve">Учреждение Исполнительного комитета АС.3 и выборы должностных лиц </w:t>
      </w:r>
      <w:r>
        <w:rPr>
          <w:bCs/>
        </w:rPr>
        <w:br/>
        <w:t>на 2021 год</w:t>
      </w:r>
    </w:p>
    <w:p w14:paraId="26D9EE48" w14:textId="77777777" w:rsidR="00B16E53" w:rsidRPr="00A8555F" w:rsidRDefault="00B16E53" w:rsidP="00B16E53">
      <w:pPr>
        <w:pStyle w:val="SingleTxtG"/>
        <w:tabs>
          <w:tab w:val="left" w:pos="4253"/>
        </w:tabs>
        <w:ind w:firstLine="567"/>
      </w:pPr>
      <w:r>
        <w:t>В соответствии с правилами процедуры, изложенными в приложении В к Соглашению 1998 года (ECE/TRANS/132 и Corr.1), в состав Исполнительного комитета входят все Договаривающиеся стороны. Как ожидается, АС.3 на своей первой сессии изберет должностных лиц на год.</w:t>
      </w:r>
    </w:p>
    <w:p w14:paraId="11970804" w14:textId="77777777" w:rsidR="00B16E53" w:rsidRPr="00A8555F" w:rsidRDefault="00B16E53" w:rsidP="00B16E53">
      <w:pPr>
        <w:pStyle w:val="H23G"/>
      </w:pPr>
      <w:r>
        <w:tab/>
        <w:t>13.</w:t>
      </w:r>
      <w:r>
        <w:tab/>
      </w:r>
      <w:r>
        <w:rPr>
          <w:bCs/>
        </w:rPr>
        <w:t>Мониторинг Соглашения 1998 года: сообщения Договаривающихся сторон, касающиеся транспонирования ГТП ООН и поправок к ним в свое национальное/региональное законодательство</w:t>
      </w:r>
    </w:p>
    <w:p w14:paraId="6A1B3C58" w14:textId="77777777" w:rsidR="00B16E53" w:rsidRPr="00A8555F" w:rsidRDefault="00B16E53" w:rsidP="00B16E53">
      <w:pPr>
        <w:pStyle w:val="SingleTxtG"/>
        <w:ind w:firstLine="567"/>
      </w:pPr>
      <w:r>
        <w:t>АС.3 решил продолжить рассмотрение этого вопроса. Договаривающимся сторонам Соглашения было предложено использовать систему уведомления, разработанную секретариатом, для ежегодных сообщений о транспонировании ГТП ООН и поправок к ним. В качестве образца Договаривающиеся стороны могут воспользоваться примерами, представленными Европейским союзом, Российской Федерацией и Соединенными Штатами Америки (ECE/TRANS/WP.29/1102, пункты 96 и 97). Для облегчения процесса уведомления секретариат свяжется с главами делегаций Договаривающихся сторон, которые еще не представили уведомления (ECE/TRANS/WP.29/1108, пункт 78).</w:t>
      </w:r>
    </w:p>
    <w:p w14:paraId="31E6F355" w14:textId="77777777" w:rsidR="00B16E53" w:rsidRPr="00106B1F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lastRenderedPageBreak/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6"/>
      </w:tblGrid>
      <w:tr w:rsidR="00B16E53" w:rsidRPr="00A5430F" w14:paraId="27C99089" w14:textId="77777777" w:rsidTr="00C84D95">
        <w:trPr>
          <w:cantSplit/>
        </w:trPr>
        <w:tc>
          <w:tcPr>
            <w:tcW w:w="3366" w:type="dxa"/>
            <w:shd w:val="clear" w:color="auto" w:fill="auto"/>
          </w:tcPr>
          <w:p w14:paraId="0411C4EC" w14:textId="77777777" w:rsidR="00B16E53" w:rsidRPr="00106B1F" w:rsidRDefault="00B16E53" w:rsidP="00C84D95">
            <w:pPr>
              <w:pStyle w:val="SingleTxtG"/>
              <w:ind w:left="5" w:right="240"/>
            </w:pPr>
            <w:r>
              <w:t>ECE/TRANS/WP.29/1073/Rev.29</w:t>
            </w:r>
          </w:p>
        </w:tc>
        <w:tc>
          <w:tcPr>
            <w:tcW w:w="4006" w:type="dxa"/>
            <w:shd w:val="clear" w:color="auto" w:fill="auto"/>
          </w:tcPr>
          <w:p w14:paraId="38BC3853" w14:textId="77777777" w:rsidR="00B16E53" w:rsidRPr="00A8555F" w:rsidRDefault="00B16E53" w:rsidP="00C84D95">
            <w:pPr>
              <w:pStyle w:val="SingleTxtG"/>
              <w:ind w:left="0" w:right="0"/>
              <w:jc w:val="left"/>
            </w:pPr>
            <w:r>
              <w:t>Статус Соглашения 1998 года, включая обязательные уведомления, направляемые Договаривающимися сторонами в секретариат в соответствии со статьей 7 Соглашения. Этот документ впервые был подготовлен секретариатом в 2007 году в качестве инструмента мониторинга Соглашения</w:t>
            </w:r>
          </w:p>
        </w:tc>
      </w:tr>
    </w:tbl>
    <w:p w14:paraId="7ABA9D13" w14:textId="77777777" w:rsidR="00B16E53" w:rsidRPr="00A8555F" w:rsidRDefault="00B16E53" w:rsidP="00B16E53">
      <w:pPr>
        <w:pStyle w:val="H23G"/>
      </w:pPr>
      <w:r>
        <w:tab/>
        <w:t>14.</w:t>
      </w:r>
      <w:r>
        <w:tab/>
      </w:r>
      <w:r>
        <w:rPr>
          <w:bCs/>
        </w:rPr>
        <w:t>Рассмотрение АС.3 проектов ГТП ООН и/или проектов поправок к введенным ГТП ООН, если таковые представлены, и голосование по ним</w:t>
      </w:r>
    </w:p>
    <w:p w14:paraId="6428E2C7" w14:textId="77777777" w:rsidR="00B16E53" w:rsidRPr="00A8555F" w:rsidRDefault="00B16E53" w:rsidP="00B16E53">
      <w:pPr>
        <w:pStyle w:val="SingleTxtG"/>
        <w:ind w:firstLine="567"/>
      </w:pPr>
      <w:r>
        <w:t>Договаривающиеся стороны вводят через Исполнительный комитет, состоящий из всех Договаривающихся сторон, в соответствии с правилами процедуры, изложенными в приложении В, и на основе положений, содержащихся в нижеследующих статьях и пунктах, ГТП ООН, касающиеся рабочих характеристик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в</w:t>
      </w:r>
      <w:r w:rsidR="00DB5CA4">
        <w:t> </w:t>
      </w:r>
      <w:r>
        <w:t>области безопасности, охраны окружающей среды, эффективного использования энергии и защиты от угона (статья 1, пункт 1.1.1).</w:t>
      </w:r>
    </w:p>
    <w:p w14:paraId="0F90D652" w14:textId="77777777" w:rsidR="00B16E53" w:rsidRPr="00A8555F" w:rsidRDefault="00B16E53" w:rsidP="00B16E53">
      <w:pPr>
        <w:pStyle w:val="SingleTxtG"/>
        <w:ind w:firstLine="567"/>
      </w:pPr>
      <w:r>
        <w:t>Предлагаемые новые ГТП ООН, а также предлагаемые поправки к введенным ГТП ООН выносятся на голосование. Каждая страна, являющаяся Договаривающейся стороной Соглашения, имеет один голос. Для принятия решений требуется кворум в составе не менее половины Договаривающихся сторон Соглашения. В целях определения кворума региональные организации экономической интеграции и их государства-члены, являющиеся Договаривающимися сторонами Соглашения, рассматриваются в качестве одной Договаривающейся стороны. Представитель региональной организации экономической интеграции может подавать голос за суверенные государства, входящие в состав этой организации, которые являются Договаривающимися сторонами Соглашения (приложение B, статьи 3 и 5). Проекты новых ГТП ООН, а также проекты поправок к введенным ГТП ООН принимаются посредством голосования на основе консенсуса присутствующими и участвующими в голосовании Договаривающимися сторонами Соглашения (приложение B, статья 7.2).</w:t>
      </w:r>
    </w:p>
    <w:p w14:paraId="427ABC17" w14:textId="77777777" w:rsidR="00B16E53" w:rsidRPr="00A56E86" w:rsidRDefault="00B16E53" w:rsidP="00A56E86">
      <w:pPr>
        <w:pStyle w:val="H4G"/>
      </w:pPr>
      <w:r>
        <w:tab/>
        <w:t>14.1</w:t>
      </w:r>
      <w:r>
        <w:tab/>
      </w:r>
      <w:r w:rsidRPr="00A56E86">
        <w:t>Предложение по новым ГТП ООН, если таковое представлено</w:t>
      </w:r>
    </w:p>
    <w:p w14:paraId="798E8FF3" w14:textId="77777777" w:rsidR="00B16E53" w:rsidRPr="00A8555F" w:rsidRDefault="00DB5CA4" w:rsidP="00B16E53">
      <w:pPr>
        <w:ind w:left="1134"/>
      </w:pPr>
      <w:r>
        <w:tab/>
      </w:r>
      <w:r>
        <w:tab/>
      </w:r>
      <w:r w:rsidR="00B16E53">
        <w:t xml:space="preserve">Никаких предложений по новым ГТП ООН </w:t>
      </w:r>
      <w:r w:rsidR="00B16E53">
        <w:rPr>
          <w:iCs/>
        </w:rPr>
        <w:t>представлено</w:t>
      </w:r>
      <w:r w:rsidR="00B16E53">
        <w:t xml:space="preserve"> не было.</w:t>
      </w:r>
    </w:p>
    <w:p w14:paraId="6D35560F" w14:textId="77777777" w:rsidR="00B16E53" w:rsidRPr="00A56E86" w:rsidRDefault="00B16E53" w:rsidP="00A56E86">
      <w:pPr>
        <w:pStyle w:val="H4G"/>
      </w:pPr>
      <w:bookmarkStart w:id="9" w:name="_Hlk27043964"/>
      <w:r>
        <w:tab/>
        <w:t>14.2</w:t>
      </w:r>
      <w:r>
        <w:tab/>
      </w:r>
      <w:r w:rsidRPr="00A56E86">
        <w:t>Предложения по поправкам к ГТП ООН, если таковые представлены</w:t>
      </w:r>
    </w:p>
    <w:p w14:paraId="32337629" w14:textId="77777777" w:rsidR="00B16E53" w:rsidRDefault="00B16E53" w:rsidP="00B16E53">
      <w:pPr>
        <w:pStyle w:val="H4G"/>
      </w:pPr>
      <w:r>
        <w:tab/>
        <w:t>14.2.1</w:t>
      </w:r>
      <w:r>
        <w:tab/>
      </w:r>
      <w:r w:rsidRPr="00A56E86">
        <w:t>Предложение по поправке 3 к ГТП № 9 ООН (безопасность пешеходов)</w:t>
      </w: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2968"/>
        <w:gridCol w:w="4403"/>
      </w:tblGrid>
      <w:tr w:rsidR="00B16E53" w14:paraId="110B751F" w14:textId="77777777" w:rsidTr="00C84D95">
        <w:trPr>
          <w:cantSplit/>
        </w:trPr>
        <w:tc>
          <w:tcPr>
            <w:tcW w:w="1134" w:type="dxa"/>
          </w:tcPr>
          <w:p w14:paraId="7B48CE58" w14:textId="77777777" w:rsidR="00B16E53" w:rsidRDefault="00B16E53" w:rsidP="00C84D95">
            <w:pPr>
              <w:spacing w:after="120"/>
              <w:ind w:right="274"/>
              <w:jc w:val="right"/>
            </w:pPr>
          </w:p>
        </w:tc>
        <w:tc>
          <w:tcPr>
            <w:tcW w:w="2968" w:type="dxa"/>
            <w:shd w:val="clear" w:color="auto" w:fill="auto"/>
          </w:tcPr>
          <w:p w14:paraId="332102CD" w14:textId="77777777" w:rsidR="00B16E53" w:rsidRPr="00D3434B" w:rsidRDefault="00B16E53" w:rsidP="00C84D95">
            <w:pPr>
              <w:spacing w:after="120"/>
            </w:pPr>
            <w:r>
              <w:t>ECE/TRANS/WP.29/2021/53</w:t>
            </w:r>
          </w:p>
        </w:tc>
        <w:tc>
          <w:tcPr>
            <w:tcW w:w="4403" w:type="dxa"/>
            <w:shd w:val="clear" w:color="auto" w:fill="auto"/>
          </w:tcPr>
          <w:p w14:paraId="14753DA1" w14:textId="77777777" w:rsidR="00B16E53" w:rsidRDefault="00B16E53" w:rsidP="00C84D95">
            <w:pPr>
              <w:spacing w:after="120"/>
            </w:pPr>
            <w:r>
              <w:t>Предложение по поправке 3 к ГТП № 9 ООН</w:t>
            </w:r>
          </w:p>
          <w:p w14:paraId="70CA0414" w14:textId="77777777" w:rsidR="00B16E53" w:rsidRDefault="00B16E53" w:rsidP="00C84D95">
            <w:pPr>
              <w:spacing w:after="120"/>
              <w:rPr>
                <w:bCs/>
              </w:rPr>
            </w:pPr>
            <w:r>
              <w:t>(ECE/TRANS/WP.29/GRSP/67, пункт 5, на основе ECE/TRANS/WP.29/GRSP/2014/5 с поправками, содержащимися в приложении II к докладу)</w:t>
            </w:r>
          </w:p>
        </w:tc>
      </w:tr>
      <w:tr w:rsidR="00B16E53" w14:paraId="40BC9269" w14:textId="77777777" w:rsidTr="00C84D95">
        <w:trPr>
          <w:cantSplit/>
        </w:trPr>
        <w:tc>
          <w:tcPr>
            <w:tcW w:w="1134" w:type="dxa"/>
          </w:tcPr>
          <w:p w14:paraId="7F98D17E" w14:textId="77777777" w:rsidR="00B16E53" w:rsidRDefault="00B16E53" w:rsidP="00C84D95">
            <w:pPr>
              <w:spacing w:after="120"/>
              <w:ind w:right="274"/>
              <w:jc w:val="right"/>
            </w:pPr>
          </w:p>
        </w:tc>
        <w:tc>
          <w:tcPr>
            <w:tcW w:w="2968" w:type="dxa"/>
            <w:shd w:val="clear" w:color="auto" w:fill="auto"/>
          </w:tcPr>
          <w:p w14:paraId="24A9C78F" w14:textId="77777777" w:rsidR="00B16E53" w:rsidRPr="00D3434B" w:rsidRDefault="00B16E53" w:rsidP="00C84D95">
            <w:pPr>
              <w:spacing w:after="120"/>
            </w:pPr>
            <w:r>
              <w:t>ECE/TRANS/WP.29/2021/54</w:t>
            </w:r>
          </w:p>
        </w:tc>
        <w:tc>
          <w:tcPr>
            <w:tcW w:w="4403" w:type="dxa"/>
            <w:shd w:val="clear" w:color="auto" w:fill="auto"/>
          </w:tcPr>
          <w:p w14:paraId="20598B4C" w14:textId="77777777" w:rsidR="00B16E53" w:rsidRPr="00E320F5" w:rsidRDefault="00B16E53" w:rsidP="00C84D95">
            <w:pPr>
              <w:spacing w:after="120"/>
            </w:pPr>
            <w:r>
              <w:t>Заключительный доклад о ходе работы</w:t>
            </w:r>
          </w:p>
          <w:p w14:paraId="2641ADFD" w14:textId="77777777" w:rsidR="00B16E53" w:rsidRDefault="00B16E53" w:rsidP="00C84D95">
            <w:pPr>
              <w:spacing w:after="120"/>
              <w:rPr>
                <w:bCs/>
              </w:rPr>
            </w:pPr>
            <w:r>
              <w:t>(ECE/TRANS/WP.29/GRSP/67, пункт 5, на основе ECE/TRANS/WP.29/GRSP/2012/2 с поправками, содержащимися в приложении II к докладу)</w:t>
            </w:r>
          </w:p>
        </w:tc>
      </w:tr>
    </w:tbl>
    <w:p w14:paraId="1D499545" w14:textId="77777777" w:rsidR="00B16E53" w:rsidRPr="00A56E86" w:rsidRDefault="00B16E53" w:rsidP="00B16E53">
      <w:pPr>
        <w:pStyle w:val="H4G"/>
        <w:rPr>
          <w:iCs/>
        </w:rPr>
      </w:pPr>
      <w:r>
        <w:lastRenderedPageBreak/>
        <w:tab/>
        <w:t>14.3</w:t>
      </w:r>
      <w:r>
        <w:tab/>
      </w:r>
      <w:r w:rsidRPr="00A56E86">
        <w:t>Предложение по поправкам к общим резолюциям по соглашениям 1958 и 1998 годов, если таковое представлено</w:t>
      </w:r>
      <w:r>
        <w:t xml:space="preserve"> </w:t>
      </w:r>
    </w:p>
    <w:p w14:paraId="2AF04AB7" w14:textId="77777777" w:rsidR="00B16E53" w:rsidRDefault="00B16E53" w:rsidP="00B16E53">
      <w:pPr>
        <w:pStyle w:val="H4G"/>
      </w:pPr>
      <w:r>
        <w:tab/>
        <w:t>14.4</w:t>
      </w:r>
      <w:r>
        <w:tab/>
      </w:r>
      <w:r w:rsidRPr="00A56E86">
        <w:t>Предложение по новым общим резолюциям по соглашениям 1958 и 1998 годов</w:t>
      </w: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2968"/>
        <w:gridCol w:w="4403"/>
      </w:tblGrid>
      <w:tr w:rsidR="00B16E53" w14:paraId="075511C5" w14:textId="77777777" w:rsidTr="00C84D95">
        <w:trPr>
          <w:cantSplit/>
        </w:trPr>
        <w:tc>
          <w:tcPr>
            <w:tcW w:w="1134" w:type="dxa"/>
          </w:tcPr>
          <w:p w14:paraId="5F6F0F5E" w14:textId="77777777" w:rsidR="00B16E53" w:rsidRDefault="00B16E53" w:rsidP="00C84D95">
            <w:pPr>
              <w:spacing w:after="120"/>
              <w:ind w:right="274"/>
              <w:jc w:val="right"/>
            </w:pPr>
            <w:r>
              <w:t>14.4.1</w:t>
            </w:r>
          </w:p>
        </w:tc>
        <w:tc>
          <w:tcPr>
            <w:tcW w:w="2968" w:type="dxa"/>
            <w:shd w:val="clear" w:color="auto" w:fill="auto"/>
          </w:tcPr>
          <w:p w14:paraId="42AD6E87" w14:textId="77777777" w:rsidR="00B16E53" w:rsidRPr="00D3434B" w:rsidRDefault="00B16E53" w:rsidP="00C84D95">
            <w:pPr>
              <w:spacing w:after="120"/>
            </w:pPr>
            <w:r>
              <w:t>ECE/TRANS/WP.29/2021/52</w:t>
            </w:r>
          </w:p>
        </w:tc>
        <w:tc>
          <w:tcPr>
            <w:tcW w:w="4403" w:type="dxa"/>
            <w:shd w:val="clear" w:color="auto" w:fill="auto"/>
          </w:tcPr>
          <w:p w14:paraId="127601AB" w14:textId="77777777" w:rsidR="00B16E53" w:rsidRDefault="00B16E53" w:rsidP="00C84D95">
            <w:pPr>
              <w:spacing w:after="120"/>
            </w:pPr>
            <w:r>
              <w:t>Предложение по проекту общей резолюции № [4], касающейся панорамных люков автомобилей</w:t>
            </w:r>
          </w:p>
          <w:p w14:paraId="542AC1AE" w14:textId="77777777" w:rsidR="00B16E53" w:rsidRDefault="00B16E53" w:rsidP="00C84D95">
            <w:pPr>
              <w:spacing w:after="120"/>
              <w:rPr>
                <w:bCs/>
              </w:rPr>
            </w:pPr>
            <w:r>
              <w:t>ECE/TRANS/WP.29/GRSG/98, пункт 25, на основе ECE/TRANS/WP.29/GRSG/2020/3</w:t>
            </w:r>
          </w:p>
        </w:tc>
      </w:tr>
    </w:tbl>
    <w:bookmarkEnd w:id="9"/>
    <w:p w14:paraId="65977912" w14:textId="77777777" w:rsidR="00B16E53" w:rsidRPr="00A8555F" w:rsidRDefault="00B16E53" w:rsidP="00B16E53">
      <w:pPr>
        <w:pStyle w:val="H23G"/>
      </w:pPr>
      <w:r>
        <w:tab/>
        <w:t>15.</w:t>
      </w:r>
      <w:r>
        <w:tab/>
        <w:t>Рассмотрение технических правил, подлежащих включению в Компендиум потенциальных ГТП ООН, если таковые представлены</w:t>
      </w:r>
    </w:p>
    <w:p w14:paraId="7F0CA4D1" w14:textId="77777777" w:rsidR="00B16E53" w:rsidRPr="00A8555F" w:rsidRDefault="00B16E53" w:rsidP="00B16E53">
      <w:pPr>
        <w:pStyle w:val="SingleTxtG"/>
        <w:ind w:firstLine="567"/>
      </w:pPr>
      <w:r>
        <w:t>По просьбе любой Договаривающейся стороны Исполнительному комитету следует проводить голосование по вопросу о включении в Компендиум потенциальных правил любых национальных или региональных технических правил в соответствии с процедурой, изложенной в пункте 7 приложения В к Соглашению (ECE/TRANS/132 и Corr.1). Для проведения голосования требуется кворум в составе не менее половины Договаривающихся сторон Соглашения (приложение В, статья 5).</w:t>
      </w:r>
    </w:p>
    <w:p w14:paraId="231BDABE" w14:textId="77777777" w:rsidR="00B16E53" w:rsidRPr="00A8555F" w:rsidRDefault="00B16E53" w:rsidP="00B16E53">
      <w:pPr>
        <w:pStyle w:val="H23G"/>
      </w:pPr>
      <w:r>
        <w:tab/>
        <w:t>16.</w:t>
      </w:r>
      <w:r>
        <w:tab/>
      </w:r>
      <w:r>
        <w:rPr>
          <w:bCs/>
        </w:rPr>
        <w:t>Указания, основанные на решениях, принятых путем консенсуса, относительно тех элементов проектов ГТП ООН, которые не удалось согласовать вспомогательным рабочим группам Всемирного форума, если таковые представлены</w:t>
      </w:r>
    </w:p>
    <w:p w14:paraId="7EA36564" w14:textId="77777777" w:rsidR="00B16E53" w:rsidRPr="00A8555F" w:rsidRDefault="00B16E53" w:rsidP="00B16E53">
      <w:pPr>
        <w:pStyle w:val="SingleTxtG"/>
        <w:ind w:firstLine="567"/>
      </w:pPr>
      <w:r>
        <w:t>WP.29 и АС.3 решили дать указания, основанные на консенсусе, по неурегулированным вопросам в проектах ГТП ООН и поправках к ним, по которым соответствующей рабочей группе не удалось найти решение (ECE/TRANS/</w:t>
      </w:r>
      <w:r>
        <w:br/>
        <w:t>WP.29/1085, пункт 78).</w:t>
      </w:r>
    </w:p>
    <w:p w14:paraId="5D759A46" w14:textId="77777777" w:rsidR="00B16E53" w:rsidRPr="00A8555F" w:rsidRDefault="00B16E53" w:rsidP="00B16E53">
      <w:pPr>
        <w:pStyle w:val="H23G"/>
      </w:pPr>
      <w:bookmarkStart w:id="10" w:name="_Toc416186073"/>
      <w:r>
        <w:tab/>
        <w:t>17.</w:t>
      </w:r>
      <w:r>
        <w:tab/>
      </w:r>
      <w:r>
        <w:rPr>
          <w:bCs/>
        </w:rPr>
        <w:t>Обмен информацией о новых приоритетах, подлежащих включению в программу работы</w:t>
      </w:r>
    </w:p>
    <w:p w14:paraId="03AC4D78" w14:textId="77777777" w:rsidR="00B16E53" w:rsidRPr="00A8555F" w:rsidRDefault="00B16E53" w:rsidP="00B16E53">
      <w:pPr>
        <w:pStyle w:val="SingleTxtG"/>
        <w:keepNext/>
        <w:keepLines/>
        <w:ind w:firstLine="567"/>
        <w:rPr>
          <w:iCs/>
        </w:rPr>
      </w:pPr>
      <w:r>
        <w:t>АС.3, возможно, пожелает при необходимости обновить свою программу работы.</w:t>
      </w:r>
    </w:p>
    <w:p w14:paraId="0424A680" w14:textId="77777777" w:rsidR="00B16E53" w:rsidRPr="00B2057C" w:rsidRDefault="00B16E53" w:rsidP="00B16E53">
      <w:pPr>
        <w:pStyle w:val="SingleTxtG"/>
        <w:keepNext/>
        <w:keepLines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27C5FFB2" w14:textId="77777777" w:rsidTr="00C84D95">
        <w:trPr>
          <w:trHeight w:val="232"/>
        </w:trPr>
        <w:tc>
          <w:tcPr>
            <w:tcW w:w="3366" w:type="dxa"/>
          </w:tcPr>
          <w:p w14:paraId="0D142EEE" w14:textId="77777777" w:rsidR="00B16E53" w:rsidRPr="00B2057C" w:rsidRDefault="00B16E53" w:rsidP="00C84D95">
            <w:pPr>
              <w:pStyle w:val="SingleTxtG"/>
              <w:ind w:left="5" w:right="240"/>
            </w:pPr>
            <w:r>
              <w:t>(ECE/TRANS/WP.29/2019/31)</w:t>
            </w:r>
          </w:p>
        </w:tc>
        <w:tc>
          <w:tcPr>
            <w:tcW w:w="4005" w:type="dxa"/>
          </w:tcPr>
          <w:p w14:paraId="5A591D4D" w14:textId="77777777" w:rsidR="00B16E53" w:rsidRPr="00A8555F" w:rsidRDefault="00B16E53" w:rsidP="00C84D95">
            <w:pPr>
              <w:pStyle w:val="SingleTxtG"/>
              <w:keepNext/>
              <w:keepLines/>
              <w:ind w:left="0" w:right="0"/>
              <w:jc w:val="left"/>
              <w:rPr>
                <w:spacing w:val="-4"/>
              </w:rPr>
            </w:pPr>
            <w:r>
              <w:t>Программа работы (ПР) в рамках Соглашения 1998 года</w:t>
            </w:r>
          </w:p>
        </w:tc>
      </w:tr>
    </w:tbl>
    <w:p w14:paraId="71EF18A4" w14:textId="77777777" w:rsidR="00B16E53" w:rsidRPr="00A8555F" w:rsidRDefault="00B16E53" w:rsidP="00B16E53">
      <w:pPr>
        <w:pStyle w:val="H23G"/>
      </w:pPr>
      <w:r>
        <w:tab/>
        <w:t>18.</w:t>
      </w:r>
      <w:r>
        <w:tab/>
      </w:r>
      <w:r>
        <w:rPr>
          <w:bCs/>
        </w:rPr>
        <w:t>Ход разработки новых ГТП ООН и поправок к введенным ГТП ООН</w:t>
      </w:r>
      <w:bookmarkStart w:id="11" w:name="_Toc416186054"/>
      <w:bookmarkEnd w:id="11"/>
    </w:p>
    <w:p w14:paraId="7C9148A1" w14:textId="77777777" w:rsidR="00B16E53" w:rsidRPr="00A8555F" w:rsidRDefault="00B16E53" w:rsidP="00B16E53">
      <w:pPr>
        <w:pStyle w:val="SingleTxtG"/>
        <w:ind w:firstLine="567"/>
      </w:pPr>
      <w:r>
        <w:t xml:space="preserve">Исполнительный комитет, возможно, пожелает рассмотреть результаты деятельности вспомогательных рабочих групп Всемирного форума по предложениям о новых ГТП ООН и по разработке введенных ГТП ООН, перечисленных в программе работы (ECE/TRANS/WP.29/1106, пункты 95–106 и приложение IV). Рассмотрения и возможного принятия Исполнительным комитетом АС.3 требуют только те документы, указанные в предварительной повестке дня, которые не заключены в скобки. Документы, заключенные в скобки, указаны в предварительной повестке дня только в качестве справочных и поэтому не требуют рассмотрения Исполнительным комитетом (АС.3). </w:t>
      </w:r>
    </w:p>
    <w:p w14:paraId="6C9C4ED5" w14:textId="77777777" w:rsidR="00B16E53" w:rsidRPr="00475079" w:rsidRDefault="00B16E53" w:rsidP="00A56E86">
      <w:pPr>
        <w:pStyle w:val="H4G"/>
      </w:pPr>
      <w:r>
        <w:tab/>
      </w:r>
      <w:r w:rsidRPr="00475079">
        <w:t>18.1</w:t>
      </w:r>
      <w:r w:rsidRPr="00475079">
        <w:tab/>
      </w:r>
      <w:r w:rsidRPr="00A56E86">
        <w:t xml:space="preserve">ГТП № 1 </w:t>
      </w:r>
      <w:r w:rsidR="00A67B47">
        <w:t xml:space="preserve">ООН </w:t>
      </w:r>
      <w:r w:rsidRPr="00A56E86">
        <w:t>(дверные замки и элементы крепления дверей)</w:t>
      </w:r>
    </w:p>
    <w:p w14:paraId="43893571" w14:textId="77777777" w:rsidR="00B16E53" w:rsidRPr="00A8555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01D417D5" w14:textId="77777777" w:rsidR="00B16E53" w:rsidRPr="00A8555F" w:rsidRDefault="00B16E53" w:rsidP="00A56E86">
      <w:pPr>
        <w:pStyle w:val="H4G"/>
      </w:pPr>
      <w:r>
        <w:lastRenderedPageBreak/>
        <w:tab/>
        <w:t>18.2</w:t>
      </w:r>
      <w:r>
        <w:tab/>
        <w:t>ГТП № 2 ООН (всемирный цикл испытаний мотоциклов на выбросы загрязняющих веществ (ВЦИМ))</w:t>
      </w:r>
    </w:p>
    <w:p w14:paraId="40A2E972" w14:textId="77777777" w:rsidR="00B16E53" w:rsidRPr="00FC4B10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11"/>
      </w:tblGrid>
      <w:tr w:rsidR="00B16E53" w:rsidRPr="00A5430F" w14:paraId="513A10C5" w14:textId="77777777" w:rsidTr="00C84D95">
        <w:tc>
          <w:tcPr>
            <w:tcW w:w="3366" w:type="dxa"/>
          </w:tcPr>
          <w:p w14:paraId="44E2948E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(ECE/TRANS/WP.29/AC.3/36/Rev.1)</w:t>
            </w:r>
          </w:p>
        </w:tc>
        <w:tc>
          <w:tcPr>
            <w:tcW w:w="4011" w:type="dxa"/>
          </w:tcPr>
          <w:p w14:paraId="4369E9C5" w14:textId="77777777" w:rsidR="00B16E53" w:rsidRPr="00A8555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>к ГТП № 2 ООН и на разработку новых глобальных технических правил и правил ООН, касающихся требований к экологической эффективности и тяговым характеристикам</w:t>
            </w:r>
          </w:p>
        </w:tc>
      </w:tr>
      <w:tr w:rsidR="00B16E53" w:rsidRPr="00A5430F" w14:paraId="61A84316" w14:textId="77777777" w:rsidTr="00C84D95">
        <w:tc>
          <w:tcPr>
            <w:tcW w:w="3366" w:type="dxa"/>
          </w:tcPr>
          <w:p w14:paraId="3BA2261D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(ECE/TRANS/WP.29/AC.3/36)</w:t>
            </w:r>
          </w:p>
        </w:tc>
        <w:tc>
          <w:tcPr>
            <w:tcW w:w="4011" w:type="dxa"/>
          </w:tcPr>
          <w:p w14:paraId="569D0A7D" w14:textId="77777777" w:rsidR="00B16E53" w:rsidRPr="00A8555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>к ГТП № 2 ООН (ТЭТХ), касающихся транспортных средств малой грузоподъемности</w:t>
            </w:r>
          </w:p>
        </w:tc>
      </w:tr>
    </w:tbl>
    <w:p w14:paraId="0F228F7E" w14:textId="77777777" w:rsidR="00B16E53" w:rsidRPr="00FC4B10" w:rsidRDefault="00B16E53" w:rsidP="00A56E86">
      <w:pPr>
        <w:pStyle w:val="H4G"/>
      </w:pPr>
      <w:r>
        <w:tab/>
        <w:t>18.3</w:t>
      </w:r>
      <w:r>
        <w:tab/>
      </w:r>
      <w:r w:rsidRPr="00A56E86">
        <w:t>ГТП № 3 ООН (торможение мотоциклов)</w:t>
      </w:r>
    </w:p>
    <w:p w14:paraId="3BE788D9" w14:textId="77777777" w:rsidR="00B16E53" w:rsidRPr="00AB7934" w:rsidRDefault="00B16E53" w:rsidP="00B16E53">
      <w:pPr>
        <w:pStyle w:val="H4G"/>
        <w:spacing w:before="120"/>
        <w:ind w:firstLine="11"/>
        <w:rPr>
          <w:b/>
          <w:i w:val="0"/>
          <w:iCs/>
        </w:rPr>
      </w:pPr>
      <w:r w:rsidRPr="00AB7934">
        <w:rPr>
          <w:b/>
          <w:bCs/>
          <w:i w:val="0"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0"/>
      </w:tblGrid>
      <w:tr w:rsidR="00B16E53" w:rsidRPr="00AB7934" w14:paraId="4B476679" w14:textId="77777777" w:rsidTr="00C84D95">
        <w:tc>
          <w:tcPr>
            <w:tcW w:w="3366" w:type="dxa"/>
          </w:tcPr>
          <w:p w14:paraId="3C79CFE3" w14:textId="77777777" w:rsidR="00B16E53" w:rsidRPr="00AB7934" w:rsidRDefault="00B16E53" w:rsidP="00C84D95">
            <w:pPr>
              <w:pStyle w:val="H4G"/>
              <w:spacing w:before="0"/>
              <w:ind w:right="270"/>
              <w:rPr>
                <w:i w:val="0"/>
              </w:rPr>
            </w:pPr>
            <w:r w:rsidRPr="00AB7934">
              <w:rPr>
                <w:i w:val="0"/>
              </w:rPr>
              <w:t>(ECE/TRANS/WP.29/AC.3/47)</w:t>
            </w:r>
          </w:p>
        </w:tc>
        <w:tc>
          <w:tcPr>
            <w:tcW w:w="4000" w:type="dxa"/>
          </w:tcPr>
          <w:p w14:paraId="28291640" w14:textId="77777777" w:rsidR="00B16E53" w:rsidRPr="00AB7934" w:rsidRDefault="00B16E53" w:rsidP="00C84D95">
            <w:pPr>
              <w:pStyle w:val="H4G"/>
              <w:spacing w:before="0"/>
              <w:ind w:left="27" w:right="-50" w:hanging="27"/>
              <w:rPr>
                <w:i w:val="0"/>
              </w:rPr>
            </w:pPr>
            <w:r w:rsidRPr="00AB7934">
              <w:rPr>
                <w:i w:val="0"/>
              </w:rPr>
              <w:t xml:space="preserve">Разрешение на разработку поправки 3 </w:t>
            </w:r>
            <w:r>
              <w:rPr>
                <w:i w:val="0"/>
              </w:rPr>
              <w:br/>
            </w:r>
            <w:r w:rsidRPr="00AB7934">
              <w:rPr>
                <w:i w:val="0"/>
              </w:rPr>
              <w:t xml:space="preserve">к ГТП № 3 </w:t>
            </w:r>
            <w:r w:rsidR="004D3117">
              <w:rPr>
                <w:i w:val="0"/>
              </w:rPr>
              <w:t>ООН</w:t>
            </w:r>
            <w:r w:rsidRPr="00AB7934">
              <w:rPr>
                <w:i w:val="0"/>
              </w:rPr>
              <w:t>(торможение мотоциклов)</w:t>
            </w:r>
          </w:p>
        </w:tc>
      </w:tr>
    </w:tbl>
    <w:p w14:paraId="0D3305E7" w14:textId="77777777" w:rsidR="00B16E53" w:rsidRPr="00A8555F" w:rsidRDefault="00B16E53" w:rsidP="00A56E86">
      <w:pPr>
        <w:pStyle w:val="H4G"/>
      </w:pPr>
      <w:r>
        <w:tab/>
        <w:t>18.4</w:t>
      </w:r>
      <w:r>
        <w:tab/>
      </w:r>
      <w:r w:rsidRPr="00A56E86">
        <w:t>ГТП № 4 ООН (всемирный цикл испытаний транспортных средств большой грузоподъемности на выбросы загрязняющих веществ (ВСБМ))</w:t>
      </w:r>
    </w:p>
    <w:p w14:paraId="79762F81" w14:textId="77777777" w:rsidR="00B16E53" w:rsidRPr="00A8555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460957BB" w14:textId="77777777" w:rsidR="00B16E53" w:rsidRPr="00A8555F" w:rsidRDefault="00B16E53" w:rsidP="00A56E86">
      <w:pPr>
        <w:pStyle w:val="H4G"/>
      </w:pPr>
      <w:r>
        <w:tab/>
        <w:t>18.5</w:t>
      </w:r>
      <w:r>
        <w:tab/>
      </w:r>
      <w:r w:rsidRPr="00A56E86">
        <w:t>ГТП № 5 ООН (бортовые диагностические системы (БДС))</w:t>
      </w:r>
      <w:r>
        <w:t xml:space="preserve"> </w:t>
      </w:r>
    </w:p>
    <w:p w14:paraId="6F77821D" w14:textId="77777777" w:rsidR="00B16E53" w:rsidRPr="00A8555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56C782ED" w14:textId="77777777" w:rsidR="00B16E53" w:rsidRPr="00A8555F" w:rsidRDefault="00B16E53" w:rsidP="00A56E86">
      <w:pPr>
        <w:pStyle w:val="H4G"/>
      </w:pPr>
      <w:r>
        <w:tab/>
        <w:t>18.6</w:t>
      </w:r>
      <w:r>
        <w:tab/>
      </w:r>
      <w:r w:rsidRPr="00A56E86">
        <w:t>ГТП № 6 ООН (безопасные стекловые материалы)</w:t>
      </w:r>
    </w:p>
    <w:p w14:paraId="3EF6A99F" w14:textId="77777777" w:rsidR="00B16E53" w:rsidRPr="00FC4B10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3CDBA324" w14:textId="77777777" w:rsidTr="00C84D95">
        <w:tc>
          <w:tcPr>
            <w:tcW w:w="3366" w:type="dxa"/>
          </w:tcPr>
          <w:p w14:paraId="17D60557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(ECE/TRANS/WP.29/AC.3/41)</w:t>
            </w:r>
            <w:r>
              <w:rPr>
                <w:lang w:val="en-US"/>
              </w:rPr>
              <w:br/>
            </w:r>
            <w:r w:rsidRPr="00A8555F">
              <w:rPr>
                <w:lang w:val="en-US"/>
              </w:rPr>
              <w:t>ECE/TRANS/WP.29/AC.3/52</w:t>
            </w:r>
          </w:p>
        </w:tc>
        <w:tc>
          <w:tcPr>
            <w:tcW w:w="4005" w:type="dxa"/>
          </w:tcPr>
          <w:p w14:paraId="0897A683" w14:textId="77777777" w:rsidR="00B16E53" w:rsidRPr="00A8555F" w:rsidRDefault="00B16E53" w:rsidP="00C84D95">
            <w:pPr>
              <w:pStyle w:val="SingleTxtG"/>
              <w:ind w:left="0" w:right="0"/>
              <w:jc w:val="left"/>
              <w:rPr>
                <w:spacing w:val="-2"/>
              </w:rPr>
            </w:pPr>
            <w:r>
              <w:t xml:space="preserve">Разрешение на разработку поправок </w:t>
            </w:r>
            <w:r>
              <w:br/>
              <w:t>к ГТП № 6 ООН</w:t>
            </w:r>
          </w:p>
        </w:tc>
      </w:tr>
      <w:tr w:rsidR="00B16E53" w:rsidRPr="00A5430F" w14:paraId="542C0322" w14:textId="77777777" w:rsidTr="00C84D95">
        <w:tc>
          <w:tcPr>
            <w:tcW w:w="3366" w:type="dxa"/>
          </w:tcPr>
          <w:p w14:paraId="510E74B8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ECE/TRANS/WP.29/2019/123 ECE/TRANS/WP.29/AC.3/55</w:t>
            </w:r>
          </w:p>
        </w:tc>
        <w:tc>
          <w:tcPr>
            <w:tcW w:w="4005" w:type="dxa"/>
          </w:tcPr>
          <w:p w14:paraId="32A08C1D" w14:textId="77777777" w:rsidR="00B16E53" w:rsidRPr="00A8555F" w:rsidRDefault="00B16E53" w:rsidP="00C84D95">
            <w:pPr>
              <w:pStyle w:val="SingleTxtG"/>
              <w:ind w:left="0" w:right="0"/>
              <w:jc w:val="left"/>
              <w:rPr>
                <w:spacing w:val="-2"/>
              </w:rPr>
            </w:pPr>
            <w:r>
              <w:t xml:space="preserve">Предложение о разрешении на разработку поправки к ГТП № 6 ООН </w:t>
            </w:r>
          </w:p>
        </w:tc>
      </w:tr>
    </w:tbl>
    <w:p w14:paraId="37811DF2" w14:textId="77777777" w:rsidR="00B16E53" w:rsidRPr="00A22A50" w:rsidRDefault="00B16E53" w:rsidP="00A56E86">
      <w:pPr>
        <w:pStyle w:val="H4G"/>
      </w:pPr>
      <w:r>
        <w:tab/>
        <w:t>18.7</w:t>
      </w:r>
      <w:r>
        <w:tab/>
      </w:r>
      <w:r w:rsidRPr="00A56E86">
        <w:t>ГТП № 7 ООН (подголовники)</w:t>
      </w:r>
    </w:p>
    <w:p w14:paraId="6F66AAA6" w14:textId="77777777" w:rsidR="00B16E53" w:rsidRPr="00A22A50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73AC2319" w14:textId="77777777" w:rsidTr="00C84D95">
        <w:trPr>
          <w:trHeight w:val="364"/>
        </w:trPr>
        <w:tc>
          <w:tcPr>
            <w:tcW w:w="3366" w:type="dxa"/>
          </w:tcPr>
          <w:p w14:paraId="50AD850F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(ECE/TRANS/WP.29/2014/86)</w:t>
            </w:r>
          </w:p>
          <w:p w14:paraId="2BD679E0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(ECE/TRANS/WP.29/2012/34)</w:t>
            </w:r>
          </w:p>
          <w:p w14:paraId="5E0E4FA7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(ECE/TRANS/WP.29/2011/86)</w:t>
            </w:r>
          </w:p>
          <w:p w14:paraId="6612AC3B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(ECE/TRANS/WP.29/2010/136)</w:t>
            </w:r>
          </w:p>
          <w:p w14:paraId="75664938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(ECE/TRANS/WP.29/AC.3/25)</w:t>
            </w:r>
          </w:p>
          <w:p w14:paraId="7013D7DC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 w:rsidRPr="00A8555F">
              <w:rPr>
                <w:lang w:val="en-US"/>
              </w:rPr>
              <w:t>(ECE/TRANS/WP.29/AC.3/25/Rev.1)</w:t>
            </w:r>
          </w:p>
        </w:tc>
        <w:tc>
          <w:tcPr>
            <w:tcW w:w="4005" w:type="dxa"/>
          </w:tcPr>
          <w:p w14:paraId="444D1021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Четвертый доклад о ходе работы</w:t>
            </w:r>
          </w:p>
          <w:p w14:paraId="5B70898B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Третий доклад о ходе работы</w:t>
            </w:r>
          </w:p>
          <w:p w14:paraId="0759853F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Второй доклад о ходе работы</w:t>
            </w:r>
          </w:p>
          <w:p w14:paraId="10597D02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Первый доклад о ходе работы</w:t>
            </w:r>
          </w:p>
          <w:p w14:paraId="541D7544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Разрешение на разработку поправки</w:t>
            </w:r>
          </w:p>
          <w:p w14:paraId="09288CBF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Пересмотренное разрешение на разработку поправки</w:t>
            </w:r>
          </w:p>
        </w:tc>
      </w:tr>
    </w:tbl>
    <w:p w14:paraId="2DCB5A43" w14:textId="77777777" w:rsidR="00B16E53" w:rsidRPr="00A5430F" w:rsidRDefault="00B16E53" w:rsidP="00A56E86">
      <w:pPr>
        <w:pStyle w:val="H4G"/>
      </w:pPr>
      <w:r>
        <w:lastRenderedPageBreak/>
        <w:tab/>
        <w:t>18.8</w:t>
      </w:r>
      <w:r>
        <w:tab/>
      </w:r>
      <w:r w:rsidRPr="00A56E86">
        <w:t>ГТП № 8 ООН (электронные системы контроля устойчивости (ЭКУ))</w:t>
      </w:r>
    </w:p>
    <w:p w14:paraId="6D5290A2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АС.3, возможно, пожелает рассмотреть просьбу, если таковая поступит, о разрешении на внесение поправки в ГТП № 8 ООН, о чем Республика Корея сообщила на пятьдесят седьмой сессии АС.3.</w:t>
      </w:r>
    </w:p>
    <w:p w14:paraId="13837DF5" w14:textId="77777777" w:rsidR="00B16E53" w:rsidRPr="00FC4B10" w:rsidRDefault="00B16E53" w:rsidP="00A56E86">
      <w:pPr>
        <w:pStyle w:val="H4G"/>
      </w:pPr>
      <w:r>
        <w:tab/>
        <w:t>18.9</w:t>
      </w:r>
      <w:r>
        <w:tab/>
      </w:r>
      <w:r w:rsidRPr="00A56E86">
        <w:t>ГТП № 9 ООН (безопасность пешеходов)</w:t>
      </w:r>
    </w:p>
    <w:p w14:paraId="3683D115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0CCF6E98" w14:textId="77777777" w:rsidTr="00C84D95">
        <w:trPr>
          <w:cantSplit/>
        </w:trPr>
        <w:tc>
          <w:tcPr>
            <w:tcW w:w="3366" w:type="dxa"/>
          </w:tcPr>
          <w:p w14:paraId="79F8EB7E" w14:textId="77777777" w:rsidR="00B16E53" w:rsidRPr="00B16E53" w:rsidRDefault="00B16E53" w:rsidP="00D750A5">
            <w:pPr>
              <w:pStyle w:val="SingleTxtG"/>
              <w:ind w:left="5" w:right="240"/>
              <w:rPr>
                <w:lang w:val="en-US"/>
              </w:rPr>
            </w:pPr>
            <w:r w:rsidRPr="00A5430F">
              <w:rPr>
                <w:lang w:val="en-US"/>
              </w:rPr>
              <w:t>(ECE/TRANS/WP.29/AC.3/45)</w:t>
            </w:r>
          </w:p>
        </w:tc>
        <w:tc>
          <w:tcPr>
            <w:tcW w:w="4005" w:type="dxa"/>
          </w:tcPr>
          <w:p w14:paraId="5D6F2AF2" w14:textId="77777777" w:rsidR="00B16E53" w:rsidRPr="00A5430F" w:rsidRDefault="00B16E53" w:rsidP="00D750A5">
            <w:pPr>
              <w:pStyle w:val="SingleTxtG"/>
              <w:keepNext/>
              <w:keepLines/>
              <w:spacing w:after="0"/>
              <w:ind w:left="0" w:right="0"/>
              <w:jc w:val="left"/>
              <w:rPr>
                <w:spacing w:val="-4"/>
              </w:rPr>
            </w:pPr>
            <w:r>
              <w:t>Предложение о разрешении на разработку поправки 4 к ГТР № 9 ООН</w:t>
            </w:r>
          </w:p>
        </w:tc>
      </w:tr>
      <w:tr w:rsidR="00D750A5" w:rsidRPr="00C06BAE" w14:paraId="1E21EA85" w14:textId="77777777" w:rsidTr="00C84D95">
        <w:trPr>
          <w:cantSplit/>
        </w:trPr>
        <w:tc>
          <w:tcPr>
            <w:tcW w:w="3366" w:type="dxa"/>
          </w:tcPr>
          <w:p w14:paraId="0CD2672F" w14:textId="77777777" w:rsidR="00D750A5" w:rsidRPr="00A5430F" w:rsidRDefault="00D750A5" w:rsidP="00C84D95">
            <w:pPr>
              <w:pStyle w:val="SingleTxtG"/>
              <w:ind w:left="5" w:right="240"/>
              <w:rPr>
                <w:lang w:val="en-US"/>
              </w:rPr>
            </w:pPr>
            <w:r w:rsidRPr="00A5430F">
              <w:rPr>
                <w:lang w:val="en-US"/>
              </w:rPr>
              <w:t>(ECE/TRANS/WP.29/AC.3/45/Rev.1)</w:t>
            </w:r>
          </w:p>
        </w:tc>
        <w:tc>
          <w:tcPr>
            <w:tcW w:w="4005" w:type="dxa"/>
          </w:tcPr>
          <w:p w14:paraId="7ECD1EC2" w14:textId="77777777" w:rsidR="00D750A5" w:rsidRPr="00D750A5" w:rsidRDefault="00D750A5" w:rsidP="00C84D95">
            <w:pPr>
              <w:pStyle w:val="SingleTxtG"/>
              <w:keepNext/>
              <w:keepLines/>
              <w:ind w:left="0" w:right="0"/>
              <w:jc w:val="left"/>
              <w:rPr>
                <w:lang w:val="en-US"/>
              </w:rPr>
            </w:pPr>
          </w:p>
        </w:tc>
      </w:tr>
      <w:tr w:rsidR="00D750A5" w:rsidRPr="00A5430F" w14:paraId="03BEA476" w14:textId="77777777" w:rsidTr="00C84D95">
        <w:trPr>
          <w:cantSplit/>
        </w:trPr>
        <w:tc>
          <w:tcPr>
            <w:tcW w:w="3366" w:type="dxa"/>
          </w:tcPr>
          <w:p w14:paraId="162EB57A" w14:textId="77777777" w:rsidR="00D750A5" w:rsidRPr="00D750A5" w:rsidRDefault="00D750A5" w:rsidP="00C84D95">
            <w:pPr>
              <w:pStyle w:val="SingleTxtG"/>
              <w:ind w:left="5" w:right="240"/>
            </w:pPr>
            <w:r w:rsidRPr="00B16E53">
              <w:rPr>
                <w:lang w:val="en-US"/>
              </w:rPr>
              <w:t>ECE/TRANS/WP.29/2018/162</w:t>
            </w:r>
            <w:r w:rsidRPr="00B16E53">
              <w:rPr>
                <w:lang w:val="en-US"/>
              </w:rPr>
              <w:br/>
            </w:r>
          </w:p>
        </w:tc>
        <w:tc>
          <w:tcPr>
            <w:tcW w:w="4005" w:type="dxa"/>
          </w:tcPr>
          <w:p w14:paraId="18F4D5E6" w14:textId="77777777" w:rsidR="00D750A5" w:rsidRDefault="00D750A5" w:rsidP="00C84D95">
            <w:pPr>
              <w:pStyle w:val="SingleTxtG"/>
              <w:keepNext/>
              <w:keepLines/>
              <w:ind w:left="0" w:right="0"/>
              <w:jc w:val="left"/>
            </w:pPr>
            <w:r>
              <w:t>Круг ведения неофициальной рабочей группы по складным системам защиты пешеходов (НРГ по ССЗП)</w:t>
            </w:r>
          </w:p>
        </w:tc>
      </w:tr>
      <w:tr w:rsidR="00B16E53" w:rsidRPr="00A5430F" w14:paraId="441259DC" w14:textId="77777777" w:rsidTr="00C84D95">
        <w:trPr>
          <w:cantSplit/>
        </w:trPr>
        <w:tc>
          <w:tcPr>
            <w:tcW w:w="3366" w:type="dxa"/>
          </w:tcPr>
          <w:p w14:paraId="43B7F66B" w14:textId="77777777" w:rsidR="00B16E53" w:rsidRPr="00FC4B10" w:rsidRDefault="00B16E53" w:rsidP="00C84D95">
            <w:pPr>
              <w:pStyle w:val="SingleTxtG"/>
              <w:ind w:left="0" w:right="0"/>
              <w:jc w:val="left"/>
            </w:pPr>
            <w:r>
              <w:t>(ECE/TRANS/WP.29/AC.3/31)</w:t>
            </w:r>
          </w:p>
        </w:tc>
        <w:tc>
          <w:tcPr>
            <w:tcW w:w="4005" w:type="dxa"/>
          </w:tcPr>
          <w:p w14:paraId="03753F84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 xml:space="preserve">к ГТП № 9 ООН (безопасность пешеходов): уточнение текста, относящегося к этапам 1 </w:t>
            </w:r>
            <w:r>
              <w:br/>
              <w:t xml:space="preserve">и 2, во избежание неправильного толкования </w:t>
            </w:r>
          </w:p>
        </w:tc>
      </w:tr>
      <w:tr w:rsidR="00B16E53" w:rsidRPr="00A5430F" w14:paraId="3C1C378C" w14:textId="77777777" w:rsidTr="00C84D95">
        <w:trPr>
          <w:cantSplit/>
        </w:trPr>
        <w:tc>
          <w:tcPr>
            <w:tcW w:w="3366" w:type="dxa"/>
          </w:tcPr>
          <w:p w14:paraId="0F0E1B86" w14:textId="77777777" w:rsidR="00B16E53" w:rsidRPr="00B16E53" w:rsidRDefault="00B16E53" w:rsidP="00C84D95">
            <w:pPr>
              <w:pStyle w:val="SingleTxtG"/>
              <w:ind w:left="5" w:right="240"/>
              <w:rPr>
                <w:rStyle w:val="SingleTxtGChar"/>
                <w:lang w:val="en-US"/>
              </w:rPr>
            </w:pPr>
            <w:r w:rsidRPr="00A5430F">
              <w:rPr>
                <w:lang w:val="en-US"/>
              </w:rPr>
              <w:t>(ECE/TRANS/WP.29/GRSP/2012/2)</w:t>
            </w:r>
          </w:p>
          <w:p w14:paraId="2B42ABEA" w14:textId="77777777" w:rsidR="00B16E53" w:rsidRPr="00B16E53" w:rsidRDefault="00B16E53" w:rsidP="00C84D95">
            <w:pPr>
              <w:pStyle w:val="SingleTxtG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br/>
            </w:r>
            <w:r w:rsidRPr="00A5430F">
              <w:rPr>
                <w:lang w:val="en-US"/>
              </w:rPr>
              <w:t>(ECE/TRANS/WP.29/GRSP/2014/5)</w:t>
            </w:r>
          </w:p>
        </w:tc>
        <w:tc>
          <w:tcPr>
            <w:tcW w:w="4005" w:type="dxa"/>
          </w:tcPr>
          <w:p w14:paraId="37C9E761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Предложение по поправке 3 к ГТП № 9 ООН (безопасность пешеходов)</w:t>
            </w:r>
          </w:p>
          <w:p w14:paraId="57BE56FE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Первый доклад по поправке 3 к ГТП № 9 ООН (безопасность пешеходов)</w:t>
            </w:r>
          </w:p>
        </w:tc>
      </w:tr>
    </w:tbl>
    <w:p w14:paraId="218BD791" w14:textId="77777777" w:rsidR="00B16E53" w:rsidRPr="00A5430F" w:rsidRDefault="00B16E53" w:rsidP="00A56E86">
      <w:pPr>
        <w:pStyle w:val="H4G"/>
      </w:pPr>
      <w:r>
        <w:tab/>
        <w:t>18.10</w:t>
      </w:r>
      <w:r>
        <w:tab/>
      </w:r>
      <w:r w:rsidRPr="00A56E86">
        <w:t>ГТП № 10 ООН (выбросы вне цикла (ВВЦ))</w:t>
      </w:r>
    </w:p>
    <w:p w14:paraId="0CD9AA20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156035F0" w14:textId="77777777" w:rsidR="00B16E53" w:rsidRPr="00A5430F" w:rsidRDefault="00B16E53" w:rsidP="00A56E86">
      <w:pPr>
        <w:pStyle w:val="H4G"/>
      </w:pPr>
      <w:r>
        <w:tab/>
        <w:t>18.11</w:t>
      </w:r>
      <w:r>
        <w:tab/>
      </w:r>
      <w:r w:rsidRPr="00A56E86">
        <w:t>ГТП № 11 ООН (процедуры испытания сельскохозяйственных и лесных тракторов и внедорожной подвижной техники на выбросы загрязняющих веществ)</w:t>
      </w:r>
    </w:p>
    <w:p w14:paraId="27020763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13E23A95" w14:textId="77777777" w:rsidR="00B16E53" w:rsidRPr="00A5430F" w:rsidRDefault="00B16E53" w:rsidP="00A56E86">
      <w:pPr>
        <w:pStyle w:val="H4G"/>
      </w:pPr>
      <w:r>
        <w:tab/>
        <w:t>18.12</w:t>
      </w:r>
      <w:r>
        <w:tab/>
      </w:r>
      <w:r w:rsidRPr="00A56E86">
        <w:t xml:space="preserve">ГТП № 12 ООН (органы управления, контрольные сигналы и индикаторы </w:t>
      </w:r>
      <w:r w:rsidR="00A67B47">
        <w:br/>
      </w:r>
      <w:r w:rsidRPr="00A56E86">
        <w:t>для мотоциклов)</w:t>
      </w:r>
    </w:p>
    <w:p w14:paraId="68EE22E5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12BD90F2" w14:textId="77777777" w:rsidR="00B16E53" w:rsidRPr="00A5430F" w:rsidRDefault="00B16E53" w:rsidP="00A56E86">
      <w:pPr>
        <w:pStyle w:val="H4G"/>
      </w:pPr>
      <w:r>
        <w:tab/>
        <w:t>18.13</w:t>
      </w:r>
      <w:r>
        <w:tab/>
      </w:r>
      <w:r w:rsidRPr="00A56E86">
        <w:t xml:space="preserve">ГТП № 13 ООН (транспортные средства, работающие на водороде и топливных элементах (ТСВТЭ) </w:t>
      </w:r>
      <w:r w:rsidR="00B72383">
        <w:t>⸺</w:t>
      </w:r>
      <w:r w:rsidRPr="00A56E86">
        <w:t xml:space="preserve"> этап 2)</w:t>
      </w:r>
    </w:p>
    <w:p w14:paraId="0D6E6105" w14:textId="77777777" w:rsidR="00B16E53" w:rsidRPr="007722E8" w:rsidRDefault="00B16E53" w:rsidP="00B16E53">
      <w:pPr>
        <w:pStyle w:val="SingleTxtG"/>
        <w:keepNext/>
        <w:keepLines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11"/>
      </w:tblGrid>
      <w:tr w:rsidR="00B16E53" w:rsidRPr="00A5430F" w14:paraId="3079E5E7" w14:textId="77777777" w:rsidTr="00C84D95">
        <w:trPr>
          <w:trHeight w:val="232"/>
        </w:trPr>
        <w:tc>
          <w:tcPr>
            <w:tcW w:w="3366" w:type="dxa"/>
          </w:tcPr>
          <w:p w14:paraId="5E8CACC5" w14:textId="77777777" w:rsidR="00B16E53" w:rsidRPr="00B2057C" w:rsidRDefault="00B16E53" w:rsidP="00C84D95">
            <w:pPr>
              <w:pStyle w:val="SingleTxtG"/>
              <w:keepNext/>
              <w:ind w:left="5" w:right="240"/>
            </w:pPr>
            <w:r>
              <w:t>ECE/TRANS/WP.29/AC.3/49</w:t>
            </w:r>
          </w:p>
        </w:tc>
        <w:tc>
          <w:tcPr>
            <w:tcW w:w="4011" w:type="dxa"/>
          </w:tcPr>
          <w:p w14:paraId="55CCE4FF" w14:textId="77777777" w:rsidR="00B16E53" w:rsidRPr="00A5430F" w:rsidRDefault="00B16E53" w:rsidP="00C84D95">
            <w:pPr>
              <w:pStyle w:val="SingleTxtG"/>
              <w:keepNext/>
              <w:ind w:left="0" w:right="0"/>
              <w:jc w:val="left"/>
            </w:pPr>
            <w:r>
              <w:t xml:space="preserve">Разрешение на разработку ГТП ООН </w:t>
            </w:r>
            <w:r>
              <w:br/>
              <w:t>на этапе 2</w:t>
            </w:r>
          </w:p>
        </w:tc>
      </w:tr>
    </w:tbl>
    <w:p w14:paraId="4F758B89" w14:textId="77777777" w:rsidR="00B16E53" w:rsidRPr="00A5430F" w:rsidRDefault="00B16E53" w:rsidP="00A56E86">
      <w:pPr>
        <w:pStyle w:val="H4G"/>
      </w:pPr>
      <w:r>
        <w:tab/>
        <w:t>18.14</w:t>
      </w:r>
      <w:r>
        <w:tab/>
      </w:r>
      <w:r w:rsidRPr="00A56E86">
        <w:t>ГТП № 14 ООН (боковой удар о столб (БУС))</w:t>
      </w:r>
    </w:p>
    <w:p w14:paraId="6B76DE95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4A45F5D6" w14:textId="77777777" w:rsidR="00B16E53" w:rsidRPr="00A5430F" w:rsidRDefault="00B16E53" w:rsidP="00A56E86">
      <w:pPr>
        <w:pStyle w:val="H4G"/>
      </w:pPr>
      <w:r>
        <w:lastRenderedPageBreak/>
        <w:tab/>
        <w:t>18.15</w:t>
      </w:r>
      <w:r>
        <w:tab/>
        <w:t xml:space="preserve">ГТП № 15 ООН (всемирные согласованные процедуры испытания транспортных средств малой грузоподъемности (ВПИМ) </w:t>
      </w:r>
      <w:r w:rsidR="00B72383">
        <w:t>⸺</w:t>
      </w:r>
      <w:r>
        <w:t xml:space="preserve"> этап 2) </w:t>
      </w:r>
    </w:p>
    <w:p w14:paraId="78F4E862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11"/>
      </w:tblGrid>
      <w:tr w:rsidR="00B16E53" w:rsidRPr="00A5430F" w14:paraId="4DED76E5" w14:textId="77777777" w:rsidTr="00C84D95">
        <w:trPr>
          <w:trHeight w:val="232"/>
        </w:trPr>
        <w:tc>
          <w:tcPr>
            <w:tcW w:w="3366" w:type="dxa"/>
          </w:tcPr>
          <w:p w14:paraId="6683E90A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(ECE/TRANS/WP.29/AC.3/39)</w:t>
            </w:r>
          </w:p>
        </w:tc>
        <w:tc>
          <w:tcPr>
            <w:tcW w:w="4011" w:type="dxa"/>
          </w:tcPr>
          <w:p w14:paraId="6D902522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ГТП ООН </w:t>
            </w:r>
            <w:r>
              <w:br/>
              <w:t>на этапе 1 b)</w:t>
            </w:r>
          </w:p>
        </w:tc>
      </w:tr>
      <w:tr w:rsidR="00B16E53" w:rsidRPr="00A5430F" w14:paraId="1EA4ACAB" w14:textId="77777777" w:rsidTr="00C84D95">
        <w:trPr>
          <w:trHeight w:val="232"/>
        </w:trPr>
        <w:tc>
          <w:tcPr>
            <w:tcW w:w="3366" w:type="dxa"/>
          </w:tcPr>
          <w:p w14:paraId="29F71E9D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ECE/TRANS/WP.29/AC.3/44</w:t>
            </w:r>
          </w:p>
        </w:tc>
        <w:tc>
          <w:tcPr>
            <w:tcW w:w="4011" w:type="dxa"/>
          </w:tcPr>
          <w:p w14:paraId="085E2456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ГТП ООН </w:t>
            </w:r>
            <w:r>
              <w:br/>
              <w:t>на этапе 2</w:t>
            </w:r>
          </w:p>
        </w:tc>
      </w:tr>
    </w:tbl>
    <w:p w14:paraId="2E80E328" w14:textId="77777777" w:rsidR="00B16E53" w:rsidRPr="00FC4B10" w:rsidRDefault="00B16E53" w:rsidP="00A56E86">
      <w:pPr>
        <w:pStyle w:val="H4G"/>
      </w:pPr>
      <w:r>
        <w:tab/>
        <w:t>18.16</w:t>
      </w:r>
      <w:r>
        <w:tab/>
      </w:r>
      <w:r w:rsidRPr="00A56E86">
        <w:t>ГТП № 16 ООН (шины)</w:t>
      </w:r>
    </w:p>
    <w:p w14:paraId="21973081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449FECEA" w14:textId="77777777" w:rsidTr="00C84D95">
        <w:trPr>
          <w:trHeight w:val="383"/>
        </w:trPr>
        <w:tc>
          <w:tcPr>
            <w:tcW w:w="3366" w:type="dxa"/>
          </w:tcPr>
          <w:p w14:paraId="402C7677" w14:textId="77777777" w:rsidR="00B16E53" w:rsidRPr="00FC4B10" w:rsidRDefault="00B16E53" w:rsidP="00C84D95">
            <w:r>
              <w:t>ECE/TRANS/WP.29/AC.3/48</w:t>
            </w:r>
          </w:p>
        </w:tc>
        <w:tc>
          <w:tcPr>
            <w:tcW w:w="4005" w:type="dxa"/>
          </w:tcPr>
          <w:p w14:paraId="04C99684" w14:textId="77777777" w:rsidR="00B16E53" w:rsidRPr="00A5430F" w:rsidRDefault="00B16E53" w:rsidP="00C84D95">
            <w:pPr>
              <w:spacing w:after="120"/>
            </w:pPr>
            <w:r>
              <w:t xml:space="preserve">Разрешение на разработку поправки 2 </w:t>
            </w:r>
            <w:r>
              <w:br/>
              <w:t>к ГТП № 16 ООН (шины)</w:t>
            </w:r>
          </w:p>
        </w:tc>
      </w:tr>
    </w:tbl>
    <w:p w14:paraId="4650B83B" w14:textId="77777777" w:rsidR="00B16E53" w:rsidRPr="00A5430F" w:rsidRDefault="00B16E53" w:rsidP="00A56E86">
      <w:pPr>
        <w:pStyle w:val="H4G"/>
      </w:pPr>
      <w:r>
        <w:tab/>
        <w:t>18.17</w:t>
      </w:r>
      <w:r>
        <w:tab/>
      </w:r>
      <w:r w:rsidRPr="00A56E86">
        <w:t xml:space="preserve">ГТП № 17 ООН (выбросы картерных газов и выбросы в результате испарения </w:t>
      </w:r>
      <w:r w:rsidR="00A67B47">
        <w:br/>
      </w:r>
      <w:r w:rsidRPr="00A56E86">
        <w:t>в случае двух- или трехколесных автотранспортных средств)</w:t>
      </w:r>
    </w:p>
    <w:p w14:paraId="21B88681" w14:textId="77777777" w:rsidR="00B16E53" w:rsidRPr="00A5430F" w:rsidRDefault="00B16E53" w:rsidP="00B16E53">
      <w:pPr>
        <w:pStyle w:val="SingleTxtG"/>
        <w:ind w:firstLine="567"/>
        <w:rPr>
          <w:bCs/>
        </w:rPr>
      </w:pPr>
      <w:r>
        <w:t>АС.3 решил сохранить этот пункт в своей повестке дня в ожидании дополнительной информации.</w:t>
      </w:r>
    </w:p>
    <w:p w14:paraId="3F0CB8E3" w14:textId="77777777" w:rsidR="00B16E53" w:rsidRPr="00A5430F" w:rsidRDefault="00B16E53" w:rsidP="00A56E86">
      <w:pPr>
        <w:pStyle w:val="H4G"/>
      </w:pPr>
      <w:r>
        <w:tab/>
        <w:t>18.18</w:t>
      </w:r>
      <w:r>
        <w:tab/>
      </w:r>
      <w:r w:rsidRPr="00A56E86">
        <w:t>ГТП № 18 ООН (бортовая диагностика для двух- или трехколесных механических транспортных средств)</w:t>
      </w:r>
    </w:p>
    <w:p w14:paraId="661DB4E1" w14:textId="77777777" w:rsidR="00B16E53" w:rsidRPr="00FC4B10" w:rsidRDefault="00B16E53" w:rsidP="00B16E53">
      <w:pPr>
        <w:pStyle w:val="SingleTxtG"/>
        <w:keepNext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11"/>
      </w:tblGrid>
      <w:tr w:rsidR="00B16E53" w:rsidRPr="00A5430F" w14:paraId="36CEC746" w14:textId="77777777" w:rsidTr="00C84D95">
        <w:tc>
          <w:tcPr>
            <w:tcW w:w="3366" w:type="dxa"/>
          </w:tcPr>
          <w:p w14:paraId="1CB10278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5430F">
              <w:rPr>
                <w:lang w:val="en-US"/>
              </w:rPr>
              <w:t>(ECE/TRANS/WP.29/AC.3/36/Rev.1)</w:t>
            </w:r>
          </w:p>
        </w:tc>
        <w:tc>
          <w:tcPr>
            <w:tcW w:w="4011" w:type="dxa"/>
          </w:tcPr>
          <w:p w14:paraId="4DB86A31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>к ГТП № 2 ООН и на разработку новых глобальных технических правил и правил ООН, касающихся требований к экологической эффективности и тяговым характеристикам</w:t>
            </w:r>
          </w:p>
        </w:tc>
      </w:tr>
      <w:tr w:rsidR="00B16E53" w:rsidRPr="00A5430F" w14:paraId="04D4F2EF" w14:textId="77777777" w:rsidTr="00C84D95">
        <w:tc>
          <w:tcPr>
            <w:tcW w:w="3366" w:type="dxa"/>
          </w:tcPr>
          <w:p w14:paraId="35BF8A5E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(ECE/TRANS/WP.29/AC.3/36)</w:t>
            </w:r>
          </w:p>
        </w:tc>
        <w:tc>
          <w:tcPr>
            <w:tcW w:w="4011" w:type="dxa"/>
          </w:tcPr>
          <w:p w14:paraId="102C0BFF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>к ГТП № 2 ООН (ТЭТХ), касающихся транспортных средств малой грузоподъемности</w:t>
            </w:r>
          </w:p>
        </w:tc>
      </w:tr>
    </w:tbl>
    <w:p w14:paraId="78785E43" w14:textId="77777777" w:rsidR="00B16E53" w:rsidRPr="00A5430F" w:rsidRDefault="00B16E53" w:rsidP="00A56E86">
      <w:pPr>
        <w:pStyle w:val="H4G"/>
      </w:pPr>
      <w:r>
        <w:tab/>
        <w:t>18.19</w:t>
      </w:r>
      <w:r>
        <w:tab/>
      </w:r>
      <w:r w:rsidRPr="00A56E86">
        <w:t>ГТП № 19 ООН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</w:t>
      </w:r>
    </w:p>
    <w:p w14:paraId="3CC52D52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11"/>
      </w:tblGrid>
      <w:tr w:rsidR="00B16E53" w:rsidRPr="00A5430F" w14:paraId="0CB34DC0" w14:textId="77777777" w:rsidTr="00C84D95">
        <w:trPr>
          <w:trHeight w:val="232"/>
        </w:trPr>
        <w:tc>
          <w:tcPr>
            <w:tcW w:w="3366" w:type="dxa"/>
          </w:tcPr>
          <w:p w14:paraId="73687BBA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(ECE/TRANS/WP.29/AC.3/39)</w:t>
            </w:r>
          </w:p>
        </w:tc>
        <w:tc>
          <w:tcPr>
            <w:tcW w:w="4011" w:type="dxa"/>
          </w:tcPr>
          <w:p w14:paraId="0A5F7FB7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ГТП ООН </w:t>
            </w:r>
            <w:r>
              <w:br/>
              <w:t>на этапе 1 b)</w:t>
            </w:r>
          </w:p>
        </w:tc>
      </w:tr>
      <w:tr w:rsidR="00B16E53" w:rsidRPr="00A5430F" w14:paraId="28D90F96" w14:textId="77777777" w:rsidTr="00C84D95">
        <w:trPr>
          <w:trHeight w:val="232"/>
        </w:trPr>
        <w:tc>
          <w:tcPr>
            <w:tcW w:w="3366" w:type="dxa"/>
          </w:tcPr>
          <w:p w14:paraId="55BA700D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ECE/TRANS/WP.29/AC.3/44</w:t>
            </w:r>
          </w:p>
        </w:tc>
        <w:tc>
          <w:tcPr>
            <w:tcW w:w="4011" w:type="dxa"/>
          </w:tcPr>
          <w:p w14:paraId="6C69907D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 xml:space="preserve">Разрешение на разработку ГТП ООН </w:t>
            </w:r>
            <w:r>
              <w:br/>
              <w:t>на этапе 2</w:t>
            </w:r>
          </w:p>
        </w:tc>
      </w:tr>
    </w:tbl>
    <w:p w14:paraId="2A37B0DB" w14:textId="77777777" w:rsidR="00B16E53" w:rsidRPr="00A5430F" w:rsidRDefault="00B16E53" w:rsidP="00A56E86">
      <w:pPr>
        <w:pStyle w:val="H4G"/>
      </w:pPr>
      <w:r>
        <w:tab/>
        <w:t>18.20</w:t>
      </w:r>
      <w:r>
        <w:tab/>
      </w:r>
      <w:r w:rsidRPr="00A56E86">
        <w:t>ГТП № 20 ООН (безопасность электромобилей (БЭМ))</w:t>
      </w:r>
    </w:p>
    <w:p w14:paraId="35888059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FC4B10" w14:paraId="225182C4" w14:textId="77777777" w:rsidTr="00C84D95">
        <w:tc>
          <w:tcPr>
            <w:tcW w:w="3366" w:type="dxa"/>
          </w:tcPr>
          <w:p w14:paraId="50B0B86A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5430F">
              <w:rPr>
                <w:lang w:val="en-US"/>
              </w:rPr>
              <w:t>ECE/TRANS/WP.29/AC.3/50/Corr.1</w:t>
            </w:r>
          </w:p>
          <w:p w14:paraId="269F8B6F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(ECE/TRANS/WP.29/AC.3/50)</w:t>
            </w:r>
          </w:p>
        </w:tc>
        <w:tc>
          <w:tcPr>
            <w:tcW w:w="4005" w:type="dxa"/>
          </w:tcPr>
          <w:p w14:paraId="51B4DB65" w14:textId="77777777" w:rsidR="00B16E53" w:rsidRPr="00FC4B10" w:rsidRDefault="00B16E53" w:rsidP="00C84D95">
            <w:pPr>
              <w:pStyle w:val="SingleTxtG"/>
              <w:ind w:left="0" w:right="0"/>
              <w:jc w:val="left"/>
            </w:pPr>
          </w:p>
        </w:tc>
      </w:tr>
    </w:tbl>
    <w:p w14:paraId="2C126136" w14:textId="77777777" w:rsidR="00B16E53" w:rsidRPr="00A5430F" w:rsidRDefault="00B16E53" w:rsidP="00A56E86">
      <w:pPr>
        <w:pStyle w:val="H4G"/>
      </w:pPr>
      <w:r>
        <w:lastRenderedPageBreak/>
        <w:tab/>
        <w:t>18.21</w:t>
      </w:r>
      <w:r>
        <w:tab/>
      </w:r>
      <w:r w:rsidRPr="00A56E86">
        <w:t>Проект ГТП ООН, касающихся бесшумных автотранспортных средств (БАТС)</w:t>
      </w:r>
    </w:p>
    <w:p w14:paraId="58281D72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4D056DDB" w14:textId="77777777" w:rsidTr="00C84D95">
        <w:trPr>
          <w:trHeight w:val="232"/>
        </w:trPr>
        <w:tc>
          <w:tcPr>
            <w:tcW w:w="3366" w:type="dxa"/>
          </w:tcPr>
          <w:p w14:paraId="15FE8D89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(ECE/TRANS/WP.29/AC.3/33)</w:t>
            </w:r>
          </w:p>
        </w:tc>
        <w:tc>
          <w:tcPr>
            <w:tcW w:w="4005" w:type="dxa"/>
          </w:tcPr>
          <w:p w14:paraId="6188828E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Разрешение на разработку ГТП ООН</w:t>
            </w:r>
          </w:p>
        </w:tc>
      </w:tr>
    </w:tbl>
    <w:p w14:paraId="64545674" w14:textId="77777777" w:rsidR="00B16E53" w:rsidRPr="00A5430F" w:rsidRDefault="00B16E53" w:rsidP="00A56E86">
      <w:pPr>
        <w:pStyle w:val="H4G"/>
      </w:pPr>
      <w:r>
        <w:tab/>
        <w:t>18.22</w:t>
      </w:r>
      <w:r>
        <w:tab/>
        <w:t>П</w:t>
      </w:r>
      <w:r w:rsidRPr="00A56E86">
        <w:t xml:space="preserve">роект ГТП ООН, касающихся </w:t>
      </w:r>
      <w:r>
        <w:t>всемирной процедуры определения выбросов в реальных условиях вождения</w:t>
      </w:r>
      <w:r w:rsidRPr="00A56E86">
        <w:t xml:space="preserve"> (ВВРУВ)</w:t>
      </w:r>
    </w:p>
    <w:p w14:paraId="12858F90" w14:textId="77777777" w:rsidR="00B16E53" w:rsidRPr="00B2057C" w:rsidRDefault="00B16E53" w:rsidP="00B16E53">
      <w:pPr>
        <w:pStyle w:val="SingleTxtG"/>
        <w:keepNext/>
        <w:keepLines/>
        <w:spacing w:before="240"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2D332BE3" w14:textId="77777777" w:rsidTr="00C84D95">
        <w:trPr>
          <w:trHeight w:val="232"/>
        </w:trPr>
        <w:tc>
          <w:tcPr>
            <w:tcW w:w="3366" w:type="dxa"/>
          </w:tcPr>
          <w:p w14:paraId="28E13E9C" w14:textId="77777777" w:rsidR="00B16E53" w:rsidRDefault="00B16E53" w:rsidP="00C84D95">
            <w:pPr>
              <w:pStyle w:val="SingleTxtG"/>
              <w:ind w:left="0" w:right="240"/>
            </w:pPr>
            <w:r>
              <w:t>ECE/TRANS/WP.29/AC.3/51</w:t>
            </w:r>
          </w:p>
          <w:p w14:paraId="642BC275" w14:textId="77777777" w:rsidR="00B16E53" w:rsidRPr="00B2057C" w:rsidRDefault="00B16E53" w:rsidP="00C84D95">
            <w:pPr>
              <w:pStyle w:val="SingleTxtG"/>
              <w:ind w:left="0" w:right="240"/>
              <w:jc w:val="left"/>
            </w:pPr>
          </w:p>
        </w:tc>
        <w:tc>
          <w:tcPr>
            <w:tcW w:w="4005" w:type="dxa"/>
          </w:tcPr>
          <w:p w14:paraId="7DCFEFE5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Разрешение на разработку ГТП ООН, касающихся всемирной процедуры определения выбросов в реальных условиях вождения</w:t>
            </w:r>
          </w:p>
        </w:tc>
      </w:tr>
      <w:tr w:rsidR="00B16E53" w:rsidRPr="00A5430F" w14:paraId="1FF097BE" w14:textId="77777777" w:rsidTr="00C84D95">
        <w:trPr>
          <w:trHeight w:val="232"/>
        </w:trPr>
        <w:tc>
          <w:tcPr>
            <w:tcW w:w="3366" w:type="dxa"/>
          </w:tcPr>
          <w:p w14:paraId="1F277B82" w14:textId="77777777" w:rsidR="00B16E53" w:rsidRPr="00B16E53" w:rsidRDefault="00B16E53" w:rsidP="00C84D95">
            <w:pPr>
              <w:pStyle w:val="SingleTxtG"/>
              <w:ind w:left="0" w:right="240"/>
              <w:rPr>
                <w:lang w:val="en-US"/>
              </w:rPr>
            </w:pPr>
            <w:r w:rsidRPr="00A5430F">
              <w:rPr>
                <w:lang w:val="en-US"/>
              </w:rPr>
              <w:t>ECE/TRANS/WP.29/AC.3/54</w:t>
            </w:r>
            <w:r>
              <w:rPr>
                <w:lang w:val="en-US"/>
              </w:rPr>
              <w:br/>
            </w:r>
          </w:p>
        </w:tc>
        <w:tc>
          <w:tcPr>
            <w:tcW w:w="4005" w:type="dxa"/>
          </w:tcPr>
          <w:p w14:paraId="48B9EE1D" w14:textId="77777777" w:rsidR="00B16E53" w:rsidRPr="00A5430F" w:rsidRDefault="00B16E53" w:rsidP="00D750A5">
            <w:pPr>
              <w:pStyle w:val="SingleTxtG"/>
              <w:spacing w:after="0"/>
              <w:ind w:left="0" w:right="0"/>
              <w:jc w:val="left"/>
            </w:pPr>
            <w:r>
              <w:t>Поправки к разрешению на разработку ГТП ООН, касающихся всемирной процедуры определения выбросов в реальных условиях вождения</w:t>
            </w:r>
          </w:p>
        </w:tc>
      </w:tr>
      <w:tr w:rsidR="00D750A5" w:rsidRPr="00A5430F" w14:paraId="645DF889" w14:textId="77777777" w:rsidTr="00C84D95">
        <w:trPr>
          <w:trHeight w:val="232"/>
        </w:trPr>
        <w:tc>
          <w:tcPr>
            <w:tcW w:w="3366" w:type="dxa"/>
          </w:tcPr>
          <w:p w14:paraId="6BFA1941" w14:textId="77777777" w:rsidR="00D750A5" w:rsidRPr="00D750A5" w:rsidRDefault="00D750A5" w:rsidP="00C84D95">
            <w:pPr>
              <w:pStyle w:val="SingleTxtG"/>
              <w:ind w:left="0" w:right="240"/>
            </w:pPr>
            <w:r w:rsidRPr="00A5430F">
              <w:rPr>
                <w:lang w:val="en-US"/>
              </w:rPr>
              <w:t>(ECE/TRANS/WP.29/2019/72)</w:t>
            </w:r>
          </w:p>
        </w:tc>
        <w:tc>
          <w:tcPr>
            <w:tcW w:w="4005" w:type="dxa"/>
          </w:tcPr>
          <w:p w14:paraId="74A7CC85" w14:textId="77777777" w:rsidR="00D750A5" w:rsidRDefault="00D750A5" w:rsidP="00C84D95">
            <w:pPr>
              <w:pStyle w:val="SingleTxtG"/>
              <w:ind w:left="0" w:right="0"/>
              <w:jc w:val="left"/>
            </w:pPr>
          </w:p>
        </w:tc>
      </w:tr>
    </w:tbl>
    <w:p w14:paraId="0414811B" w14:textId="77777777" w:rsidR="00B16E53" w:rsidRPr="00A5430F" w:rsidRDefault="00B16E53" w:rsidP="00A56E86">
      <w:pPr>
        <w:pStyle w:val="H4G"/>
      </w:pPr>
      <w:r>
        <w:tab/>
        <w:t>18.23</w:t>
      </w:r>
      <w:r>
        <w:tab/>
        <w:t>Проект ГТП ООН, касающихся определения мощности электрифицированных транспортных средств (электрические транспортные средства и окружающая среда)</w:t>
      </w:r>
      <w:bookmarkStart w:id="12" w:name="_Toc416186069"/>
      <w:bookmarkEnd w:id="12"/>
    </w:p>
    <w:p w14:paraId="21A99A6A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A5430F" w14:paraId="6A4D7BF5" w14:textId="77777777" w:rsidTr="00C84D95">
        <w:trPr>
          <w:trHeight w:val="232"/>
        </w:trPr>
        <w:tc>
          <w:tcPr>
            <w:tcW w:w="3366" w:type="dxa"/>
          </w:tcPr>
          <w:p w14:paraId="0295916E" w14:textId="77777777" w:rsidR="00B16E53" w:rsidRPr="00B85F14" w:rsidRDefault="00B16E53" w:rsidP="00C84D95">
            <w:pPr>
              <w:pStyle w:val="SingleTxtG"/>
              <w:keepNext/>
              <w:keepLines/>
              <w:ind w:left="0" w:right="176"/>
              <w:jc w:val="left"/>
            </w:pPr>
            <w:r>
              <w:t>ECE/TRANS/WP.29/AC.3/46</w:t>
            </w:r>
          </w:p>
        </w:tc>
        <w:tc>
          <w:tcPr>
            <w:tcW w:w="4005" w:type="dxa"/>
          </w:tcPr>
          <w:p w14:paraId="3EF8CFED" w14:textId="77777777" w:rsidR="00B16E53" w:rsidRPr="00A5430F" w:rsidRDefault="00B16E53" w:rsidP="00C84D95">
            <w:pPr>
              <w:pStyle w:val="SingleTxtG"/>
              <w:keepNext/>
              <w:keepLines/>
              <w:ind w:left="0" w:right="0"/>
              <w:jc w:val="left"/>
            </w:pPr>
            <w:r>
              <w:t xml:space="preserve">Разрешение на разработку поправок </w:t>
            </w:r>
            <w:r>
              <w:br/>
              <w:t xml:space="preserve">к ГТП № 15 ООН (всемирные согласованные процедуры испытания транспортных средств малой грузоподъемности (ВПИМ)) и продолжение исследований </w:t>
            </w:r>
            <w:r w:rsidRPr="008B7130">
              <w:t>некоторых вопросов, касающихся экологических требований к электромобилям</w:t>
            </w:r>
          </w:p>
        </w:tc>
      </w:tr>
      <w:tr w:rsidR="00B16E53" w:rsidRPr="00A5430F" w14:paraId="5BB5D3F2" w14:textId="77777777" w:rsidTr="00C84D95">
        <w:trPr>
          <w:trHeight w:val="232"/>
        </w:trPr>
        <w:tc>
          <w:tcPr>
            <w:tcW w:w="3366" w:type="dxa"/>
          </w:tcPr>
          <w:p w14:paraId="39995413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(ECE/TRANS/WP.29/2014/81)</w:t>
            </w:r>
          </w:p>
        </w:tc>
        <w:tc>
          <w:tcPr>
            <w:tcW w:w="4005" w:type="dxa"/>
          </w:tcPr>
          <w:p w14:paraId="4A3B3039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Нормативно-справочное руководство по электромобилям</w:t>
            </w:r>
          </w:p>
        </w:tc>
      </w:tr>
      <w:tr w:rsidR="00B16E53" w:rsidRPr="00A5430F" w14:paraId="53C940B6" w14:textId="77777777" w:rsidTr="00C84D95">
        <w:trPr>
          <w:trHeight w:val="232"/>
        </w:trPr>
        <w:tc>
          <w:tcPr>
            <w:tcW w:w="3366" w:type="dxa"/>
          </w:tcPr>
          <w:p w14:paraId="6990D190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(ECE/TRANS/WP.29/AC.3/40)</w:t>
            </w:r>
          </w:p>
        </w:tc>
        <w:tc>
          <w:tcPr>
            <w:tcW w:w="4005" w:type="dxa"/>
          </w:tcPr>
          <w:p w14:paraId="73C47BAB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Разрешение на проведение исследований и разработку новых правил по экологическим требованиям для электромобилей</w:t>
            </w:r>
          </w:p>
        </w:tc>
      </w:tr>
      <w:tr w:rsidR="00B16E53" w:rsidRPr="00A5430F" w14:paraId="015C88B0" w14:textId="77777777" w:rsidTr="00C84D95">
        <w:trPr>
          <w:trHeight w:val="232"/>
        </w:trPr>
        <w:tc>
          <w:tcPr>
            <w:tcW w:w="3366" w:type="dxa"/>
          </w:tcPr>
          <w:p w14:paraId="6AC46E0A" w14:textId="77777777" w:rsidR="00B16E53" w:rsidRPr="00FC4B10" w:rsidRDefault="00B16E53" w:rsidP="00C84D95">
            <w:pPr>
              <w:pStyle w:val="SingleTxtG"/>
              <w:ind w:left="0" w:right="176"/>
              <w:jc w:val="left"/>
            </w:pPr>
            <w:r>
              <w:t>(ECE/TRANS/WP.29/AC.3/32)</w:t>
            </w:r>
          </w:p>
        </w:tc>
        <w:tc>
          <w:tcPr>
            <w:tcW w:w="4005" w:type="dxa"/>
          </w:tcPr>
          <w:p w14:paraId="0CBE735E" w14:textId="77777777" w:rsidR="00B16E53" w:rsidRPr="00A5430F" w:rsidRDefault="00B16E53" w:rsidP="00C84D95">
            <w:pPr>
              <w:pStyle w:val="SingleTxtG"/>
              <w:ind w:left="0" w:right="0"/>
              <w:jc w:val="left"/>
            </w:pPr>
            <w:r>
              <w:t>Разрешение на учреждение неофициальной рабочей группы для разработки нормативно-справочного руководства по технологиям электромобилей</w:t>
            </w:r>
          </w:p>
        </w:tc>
      </w:tr>
      <w:tr w:rsidR="00B16E53" w:rsidRPr="00A5430F" w14:paraId="043FE4B3" w14:textId="77777777" w:rsidTr="00C84D95">
        <w:trPr>
          <w:trHeight w:val="232"/>
        </w:trPr>
        <w:tc>
          <w:tcPr>
            <w:tcW w:w="3366" w:type="dxa"/>
          </w:tcPr>
          <w:p w14:paraId="55F46981" w14:textId="77777777" w:rsidR="00B16E53" w:rsidRPr="00B16E53" w:rsidRDefault="00B16E53" w:rsidP="00C84D95">
            <w:pPr>
              <w:pStyle w:val="SingleTxtG"/>
              <w:ind w:left="0" w:right="176"/>
              <w:jc w:val="left"/>
              <w:rPr>
                <w:lang w:val="en-US"/>
              </w:rPr>
            </w:pPr>
            <w:r w:rsidRPr="00A5430F">
              <w:rPr>
                <w:lang w:val="en-US"/>
              </w:rPr>
              <w:t>ECE/TRANS/WP.29/AC.3/53</w:t>
            </w:r>
            <w:r>
              <w:rPr>
                <w:lang w:val="en-US"/>
              </w:rPr>
              <w:br/>
            </w:r>
          </w:p>
        </w:tc>
        <w:tc>
          <w:tcPr>
            <w:tcW w:w="4005" w:type="dxa"/>
          </w:tcPr>
          <w:p w14:paraId="1C806218" w14:textId="77777777" w:rsidR="00B16E53" w:rsidRPr="00A5430F" w:rsidRDefault="00B16E53" w:rsidP="00C17315">
            <w:pPr>
              <w:pStyle w:val="SingleTxtG"/>
              <w:spacing w:after="0"/>
              <w:ind w:left="0" w:right="0"/>
              <w:jc w:val="left"/>
            </w:pPr>
            <w:r>
              <w:t>Разрешение на разработку новых ГТП ООН, касающихся определения мощности электромобилей</w:t>
            </w:r>
          </w:p>
        </w:tc>
      </w:tr>
      <w:tr w:rsidR="00C17315" w:rsidRPr="00A5430F" w14:paraId="28838686" w14:textId="77777777" w:rsidTr="00C84D95">
        <w:trPr>
          <w:trHeight w:val="232"/>
        </w:trPr>
        <w:tc>
          <w:tcPr>
            <w:tcW w:w="3366" w:type="dxa"/>
          </w:tcPr>
          <w:p w14:paraId="2235606D" w14:textId="77777777" w:rsidR="00C17315" w:rsidRPr="00C17315" w:rsidRDefault="00C17315" w:rsidP="00C84D95">
            <w:pPr>
              <w:pStyle w:val="SingleTxtG"/>
              <w:ind w:left="0" w:right="176"/>
              <w:jc w:val="left"/>
            </w:pPr>
            <w:r w:rsidRPr="00A5430F">
              <w:rPr>
                <w:lang w:val="en-US"/>
              </w:rPr>
              <w:t>(ECE/TRANS/WP.29/2019/33)</w:t>
            </w:r>
          </w:p>
        </w:tc>
        <w:tc>
          <w:tcPr>
            <w:tcW w:w="4005" w:type="dxa"/>
          </w:tcPr>
          <w:p w14:paraId="74C0EE51" w14:textId="77777777" w:rsidR="00C17315" w:rsidRDefault="00C17315" w:rsidP="00C84D95">
            <w:pPr>
              <w:pStyle w:val="SingleTxtG"/>
              <w:ind w:left="0" w:right="0"/>
              <w:jc w:val="left"/>
            </w:pPr>
          </w:p>
        </w:tc>
      </w:tr>
      <w:tr w:rsidR="00C17315" w:rsidRPr="003D45E6" w14:paraId="28FDFB0C" w14:textId="77777777" w:rsidTr="00C84D95">
        <w:trPr>
          <w:trHeight w:val="232"/>
        </w:trPr>
        <w:tc>
          <w:tcPr>
            <w:tcW w:w="3366" w:type="dxa"/>
          </w:tcPr>
          <w:p w14:paraId="58CC8823" w14:textId="77777777" w:rsidR="00C17315" w:rsidRDefault="00C17315" w:rsidP="00C17315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ECE/TRANS/WP.29/AC.3/53/Rev.1 </w:t>
            </w:r>
          </w:p>
          <w:p w14:paraId="398F8F2A" w14:textId="77777777" w:rsidR="00C17315" w:rsidRPr="00A5430F" w:rsidRDefault="00C17315" w:rsidP="00C17315">
            <w:pPr>
              <w:pStyle w:val="SingleTxtG"/>
              <w:ind w:left="0" w:right="176"/>
              <w:jc w:val="left"/>
              <w:rPr>
                <w:lang w:val="en-US"/>
              </w:rPr>
            </w:pPr>
            <w:r>
              <w:t xml:space="preserve">(ECE/TRANS/WP.29/2019/124) </w:t>
            </w:r>
          </w:p>
        </w:tc>
        <w:tc>
          <w:tcPr>
            <w:tcW w:w="4005" w:type="dxa"/>
          </w:tcPr>
          <w:p w14:paraId="5374200A" w14:textId="77777777" w:rsidR="00C17315" w:rsidRPr="003D45E6" w:rsidRDefault="003D45E6" w:rsidP="00C17315">
            <w:pPr>
              <w:pStyle w:val="Default"/>
              <w:rPr>
                <w:lang w:val="ru-RU"/>
              </w:rPr>
            </w:pPr>
            <w:r w:rsidRPr="003D45E6">
              <w:rPr>
                <w:sz w:val="20"/>
                <w:szCs w:val="20"/>
                <w:lang w:val="ru-RU"/>
              </w:rPr>
              <w:t>Предложение по пересмотру 1 разрешения на разработку новых ГТП ООН, касающихся определения мощности электрифицированного транспортного средства (ОМЭТС)</w:t>
            </w:r>
          </w:p>
        </w:tc>
      </w:tr>
    </w:tbl>
    <w:p w14:paraId="3294C5EA" w14:textId="77777777" w:rsidR="00B16E53" w:rsidRPr="00A5430F" w:rsidRDefault="00B16E53" w:rsidP="00B72383">
      <w:pPr>
        <w:pStyle w:val="H23G"/>
      </w:pPr>
      <w:bookmarkStart w:id="13" w:name="_Toc416186064"/>
      <w:r w:rsidRPr="003D45E6">
        <w:tab/>
      </w:r>
      <w:r w:rsidRPr="00B16E53">
        <w:t>1</w:t>
      </w:r>
      <w:r>
        <w:t>9.</w:t>
      </w:r>
      <w:r>
        <w:tab/>
        <w:t>Пункты, по которым следует продолжить или начать обмен мнениями и данными</w:t>
      </w:r>
      <w:bookmarkEnd w:id="13"/>
    </w:p>
    <w:p w14:paraId="10797196" w14:textId="77777777" w:rsidR="00B16E53" w:rsidRPr="00A5430F" w:rsidRDefault="00B16E53" w:rsidP="00B16E53">
      <w:pPr>
        <w:pStyle w:val="SingleTxtG"/>
        <w:widowControl w:val="0"/>
        <w:ind w:firstLine="567"/>
      </w:pPr>
      <w:r>
        <w:t>AC.3 будет проинформирован о работе над другими приоритетами, включенными в программу работы (ECE/TRANS/WP.29/1106, пункты 107–115 и приложение IV).</w:t>
      </w:r>
    </w:p>
    <w:p w14:paraId="1E073739" w14:textId="77777777" w:rsidR="00B16E53" w:rsidRPr="00A5430F" w:rsidRDefault="00B16E53" w:rsidP="00A56E86">
      <w:pPr>
        <w:pStyle w:val="H4G"/>
      </w:pPr>
      <w:r>
        <w:lastRenderedPageBreak/>
        <w:tab/>
        <w:t>19.1</w:t>
      </w:r>
      <w:r>
        <w:tab/>
      </w:r>
      <w:r w:rsidRPr="00A56E86">
        <w:t>Согласование испытания на боковой удар</w:t>
      </w:r>
      <w:bookmarkStart w:id="14" w:name="_Toc416186068"/>
      <w:bookmarkEnd w:id="14"/>
    </w:p>
    <w:p w14:paraId="15DE543C" w14:textId="77777777" w:rsidR="00B16E53" w:rsidRPr="00A5430F" w:rsidRDefault="00B16E53" w:rsidP="00B16E53">
      <w:pPr>
        <w:widowControl w:val="0"/>
        <w:spacing w:after="100"/>
      </w:pPr>
      <w:r>
        <w:tab/>
      </w:r>
      <w:r>
        <w:tab/>
        <w:t>a)</w:t>
      </w:r>
      <w:r>
        <w:tab/>
      </w:r>
      <w:r w:rsidR="005E718B">
        <w:t>М</w:t>
      </w:r>
      <w:r>
        <w:t>анекены для испытания на боковой удар;</w:t>
      </w:r>
    </w:p>
    <w:p w14:paraId="0D524310" w14:textId="77777777" w:rsidR="00B16E53" w:rsidRPr="00A5430F" w:rsidRDefault="00B16E53" w:rsidP="00B16E53">
      <w:pPr>
        <w:widowControl w:val="0"/>
        <w:tabs>
          <w:tab w:val="left" w:pos="567"/>
          <w:tab w:val="left" w:pos="1134"/>
          <w:tab w:val="left" w:pos="1701"/>
          <w:tab w:val="left" w:pos="2356"/>
        </w:tabs>
      </w:pPr>
      <w:r>
        <w:tab/>
      </w:r>
      <w:r>
        <w:tab/>
        <w:t>b)</w:t>
      </w:r>
      <w:r>
        <w:tab/>
        <w:t>испытание на боковой удар о столб.</w:t>
      </w:r>
    </w:p>
    <w:p w14:paraId="27E3784F" w14:textId="77777777" w:rsidR="00B16E53" w:rsidRPr="00A56E86" w:rsidRDefault="00B16E53" w:rsidP="00A56E86">
      <w:pPr>
        <w:pStyle w:val="H4G"/>
      </w:pPr>
      <w:r>
        <w:tab/>
      </w:r>
      <w:r w:rsidRPr="00A56E86">
        <w:t>19.2</w:t>
      </w:r>
      <w:r>
        <w:tab/>
      </w:r>
      <w:r w:rsidRPr="00A56E86">
        <w:t>Технические требования к объемному механизму определения точки Н</w:t>
      </w:r>
    </w:p>
    <w:p w14:paraId="5C8B2AB7" w14:textId="77777777" w:rsidR="00B16E53" w:rsidRPr="00A56E86" w:rsidRDefault="00B16E53" w:rsidP="005D009D">
      <w:pPr>
        <w:pStyle w:val="H4G"/>
      </w:pPr>
      <w:r>
        <w:tab/>
      </w:r>
      <w:r w:rsidRPr="00A56E86">
        <w:t>19.3</w:t>
      </w:r>
      <w:r w:rsidRPr="00A56E86">
        <w:tab/>
        <w:t>Регистратор данных о событиях (РДС)</w:t>
      </w:r>
    </w:p>
    <w:p w14:paraId="61F29B46" w14:textId="77777777" w:rsidR="00B16E53" w:rsidRPr="00FC4B10" w:rsidRDefault="00B16E53" w:rsidP="00B16E53">
      <w:pPr>
        <w:pStyle w:val="SingleTxtG"/>
        <w:keepNext/>
        <w:keepLines/>
        <w:rPr>
          <w:b/>
          <w:iCs/>
        </w:rPr>
      </w:pPr>
      <w:r>
        <w:rPr>
          <w:b/>
          <w:bCs/>
        </w:rPr>
        <w:t>Документация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4005"/>
      </w:tblGrid>
      <w:tr w:rsidR="00B16E53" w:rsidRPr="00FC4B10" w14:paraId="1C637000" w14:textId="77777777" w:rsidTr="00C84D95">
        <w:trPr>
          <w:trHeight w:val="383"/>
        </w:trPr>
        <w:tc>
          <w:tcPr>
            <w:tcW w:w="3366" w:type="dxa"/>
          </w:tcPr>
          <w:p w14:paraId="333BC2BE" w14:textId="77777777" w:rsidR="00B16E53" w:rsidRPr="00FC4B10" w:rsidRDefault="00B16E53" w:rsidP="00C84D95">
            <w:r>
              <w:t>ECE/TRANS/WP.29/2020/100/Rev.1</w:t>
            </w:r>
          </w:p>
        </w:tc>
        <w:tc>
          <w:tcPr>
            <w:tcW w:w="4005" w:type="dxa"/>
          </w:tcPr>
          <w:p w14:paraId="16AAC599" w14:textId="77777777" w:rsidR="00B16E53" w:rsidRDefault="00B16E53" w:rsidP="00C84D95">
            <w:pPr>
              <w:spacing w:after="120"/>
            </w:pPr>
            <w:bookmarkStart w:id="15" w:name="_Hlk54711930"/>
            <w:r>
              <w:t>Эксплуатационные характеристики регистраторов данных о событиях (РДС), которые могут быть приняты в рамках соглашений 1958 и 1998 годов</w:t>
            </w:r>
          </w:p>
          <w:bookmarkEnd w:id="15"/>
          <w:p w14:paraId="306B3881" w14:textId="77777777" w:rsidR="00B16E53" w:rsidRPr="00FC4B10" w:rsidRDefault="00B16E53" w:rsidP="00C84D95">
            <w:pPr>
              <w:spacing w:after="120"/>
            </w:pPr>
            <w:r>
              <w:t>ECE/TRANS/WP.29/GRSG/99 на основе ECE/TRANS/WP.29/2020/100 с поправками, содержащимися в GRSG-120-??</w:t>
            </w:r>
          </w:p>
        </w:tc>
      </w:tr>
    </w:tbl>
    <w:p w14:paraId="2DCC8040" w14:textId="77777777" w:rsidR="00B16E53" w:rsidRPr="00A5430F" w:rsidRDefault="00B16E53" w:rsidP="00B16E53">
      <w:pPr>
        <w:pStyle w:val="H23G"/>
        <w:keepNext w:val="0"/>
        <w:keepLines w:val="0"/>
        <w:widowControl w:val="0"/>
      </w:pPr>
      <w:bookmarkStart w:id="16" w:name="_Toc416186072"/>
      <w:r>
        <w:tab/>
        <w:t>20.</w:t>
      </w:r>
      <w:r>
        <w:tab/>
      </w:r>
      <w:r>
        <w:rPr>
          <w:bCs/>
        </w:rPr>
        <w:t>Прочие вопросы</w:t>
      </w:r>
      <w:bookmarkEnd w:id="16"/>
    </w:p>
    <w:p w14:paraId="1960DF55" w14:textId="77777777" w:rsidR="00B16E53" w:rsidRPr="00A5430F" w:rsidRDefault="00B16E53" w:rsidP="00B16E53">
      <w:pPr>
        <w:pStyle w:val="H1G"/>
      </w:pPr>
      <w:r>
        <w:tab/>
        <w:t>D.</w:t>
      </w:r>
      <w:r>
        <w:tab/>
      </w:r>
      <w:r>
        <w:rPr>
          <w:bCs/>
        </w:rPr>
        <w:t>Административный комитет Соглашения 1997 года (АС.4)</w:t>
      </w:r>
      <w:bookmarkEnd w:id="10"/>
    </w:p>
    <w:p w14:paraId="34648FAE" w14:textId="77777777" w:rsidR="00B16E53" w:rsidRPr="00A5430F" w:rsidRDefault="00B16E53" w:rsidP="00B16E53">
      <w:pPr>
        <w:pStyle w:val="H23G"/>
      </w:pPr>
      <w:r>
        <w:tab/>
        <w:t>21.</w:t>
      </w:r>
      <w:r>
        <w:tab/>
        <w:t xml:space="preserve">Учреждение Административного комитета АС.4 и выборы должностных лиц </w:t>
      </w:r>
      <w:r w:rsidR="00B72383">
        <w:br/>
      </w:r>
      <w:r>
        <w:t>на 2021 год</w:t>
      </w:r>
      <w:bookmarkStart w:id="17" w:name="_Toc416186074"/>
      <w:bookmarkEnd w:id="17"/>
    </w:p>
    <w:p w14:paraId="10E8CAD9" w14:textId="77777777" w:rsidR="00B16E53" w:rsidRPr="00A5430F" w:rsidRDefault="00B16E53" w:rsidP="00B16E53">
      <w:pPr>
        <w:pStyle w:val="SingleTxtG"/>
        <w:ind w:firstLine="567"/>
      </w:pPr>
      <w:r>
        <w:t>Сессии Административного комитета (AC.4) следует созывать по требованию Договаривающихся сторон Соглашения для принятия решений, касающихся Соглашения и/или прилагаемых к нему предписаний ООН. В соответствии с правилами процедуры, изложенными в добавлении 1 к Соглашению 1997 года (ECE/RCTE/CONF/4), в состав АС.4 входят все Договаривающиеся стороны. Для</w:t>
      </w:r>
      <w:r>
        <w:rPr>
          <w:lang w:val="en-US"/>
        </w:rPr>
        <w:t> </w:t>
      </w:r>
      <w:r>
        <w:t>принятия решений требуется кворум в составе не менее половины Договаривающихся сторон (статья 5 добавления 1 к Соглашению). На своем первом заседании АС.4 следует избирать должностных лиц на год.</w:t>
      </w:r>
    </w:p>
    <w:p w14:paraId="4DBAA8FE" w14:textId="77777777" w:rsidR="00B16E53" w:rsidRPr="00B2057C" w:rsidRDefault="00B16E53" w:rsidP="00B16E53">
      <w:pPr>
        <w:pStyle w:val="H23G"/>
      </w:pPr>
      <w:r>
        <w:tab/>
        <w:t>22.</w:t>
      </w:r>
      <w:r>
        <w:tab/>
      </w:r>
      <w:r>
        <w:rPr>
          <w:bCs/>
        </w:rPr>
        <w:t>Поправки к предписаниям, прилагаемым к Соглашению 1997 года</w:t>
      </w:r>
      <w:bookmarkStart w:id="18" w:name="_Toc416186075"/>
      <w:bookmarkEnd w:id="18"/>
    </w:p>
    <w:p w14:paraId="0CF20107" w14:textId="77777777" w:rsidR="00B16E53" w:rsidRPr="00A5430F" w:rsidRDefault="00B16E53" w:rsidP="00B16E53">
      <w:pPr>
        <w:pStyle w:val="SingleTxtG"/>
        <w:ind w:firstLine="567"/>
      </w:pPr>
      <w:r>
        <w:t xml:space="preserve">WP.29 решил передать предложения по поправкам к предписаниям ООН, прилагаемым к Соглашению 1997 года, если таковые будут представлены, Административному комитету AC.4 для рассмотрения и принятия путем голосования. Предлагаемые поправки к </w:t>
      </w:r>
      <w:r>
        <w:rPr>
          <w:bCs/>
        </w:rPr>
        <w:t>предписаниям</w:t>
      </w:r>
      <w:r>
        <w:t xml:space="preserve"> выносятся на голосование. Каждая страна </w:t>
      </w:r>
      <w:r w:rsidR="00B72383">
        <w:t>⸺</w:t>
      </w:r>
      <w:r>
        <w:t xml:space="preserve"> Договаривающаяся сторона Соглашения, применяющая данное предписание, </w:t>
      </w:r>
      <w:r w:rsidR="00B72383">
        <w:t>⸺</w:t>
      </w:r>
      <w:r>
        <w:t xml:space="preserve"> имеет один голос. Для принятия решений требуется кворум в составе не менее половины Договаривающихся сторон, применяющих данное предписание. В целях определения кворума региональные организации экономической интеграции, являющиеся Договаривающимися сторонами Соглашения,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голоса за те входящие в состав этой организации суверенные государства, которые применяют данное предписание ООН. Проекты поправок к предписаниям ООН принимаются большинством в две трети голосов присутствующих и участвующих в голосовании членов (статья 6 добавления 1 к Соглашению 1997 года). Договаривающимся сторонам Соглашения предлагается обеспечить свое представительство путем направления представителей либо из столиц, либо из своих представительств в Женеве. Голосование предполагается провести в среду, 10 марта 2021 года, в конце первой половины рабочего дня.</w:t>
      </w:r>
    </w:p>
    <w:p w14:paraId="3B1E1A79" w14:textId="77777777" w:rsidR="00B16E53" w:rsidRPr="00285C76" w:rsidRDefault="00B16E53" w:rsidP="00B16E53">
      <w:pPr>
        <w:pStyle w:val="H23G"/>
        <w:spacing w:before="120"/>
        <w:ind w:left="1138" w:right="1138" w:hanging="1138"/>
      </w:pPr>
      <w:r>
        <w:lastRenderedPageBreak/>
        <w:tab/>
      </w:r>
      <w:r w:rsidRPr="00285C76">
        <w:t>23.</w:t>
      </w:r>
      <w:r w:rsidRPr="00285C76">
        <w:tab/>
      </w:r>
      <w:r w:rsidRPr="00285C76">
        <w:rPr>
          <w:iCs/>
        </w:rPr>
        <w:t>Введение новых предписаний, прилагаемых к Соглашению 1997 года</w:t>
      </w:r>
    </w:p>
    <w:p w14:paraId="0CEA5EE4" w14:textId="77777777" w:rsidR="00B16E53" w:rsidRPr="00A5430F" w:rsidRDefault="00B16E53" w:rsidP="00B16E53">
      <w:pPr>
        <w:pStyle w:val="SingleTxtG"/>
        <w:ind w:firstLine="567"/>
      </w:pPr>
      <w:r>
        <w:t xml:space="preserve">WP.29 решил передать предложения по предписаниям ООН, если таковые будут внесены, Административному комитету AC.4 для рассмотрения и принятия путем голосования. Предлагаемые новые </w:t>
      </w:r>
      <w:r>
        <w:rPr>
          <w:bCs/>
        </w:rPr>
        <w:t>предписания</w:t>
      </w:r>
      <w:r>
        <w:t xml:space="preserve"> выносятся на голосование. Каждая страна</w:t>
      </w:r>
      <w:r>
        <w:rPr>
          <w:lang w:val="en-US"/>
        </w:rPr>
        <w:t> </w:t>
      </w:r>
      <w:r w:rsidR="00B72383">
        <w:rPr>
          <w:lang w:val="en-US"/>
        </w:rPr>
        <w:t>⸺</w:t>
      </w:r>
      <w:r w:rsidR="00B72383">
        <w:t> </w:t>
      </w:r>
      <w:r>
        <w:t xml:space="preserve">Договаривающаяся сторона Соглашения </w:t>
      </w:r>
      <w:r w:rsidR="00B72383">
        <w:t>⸺</w:t>
      </w:r>
      <w:r>
        <w:t xml:space="preserve"> имеет один голос. Для принятия решений требуется кворум в составе не менее половины Договаривающихся сторон. В целях определения кворума региональные организации экономической интеграции, являющиеся Договаривающимися сторонами Соглашения,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голоса за суверенные государства, входящие в состав этой организации. Новые предписания ООН принимаются большинством в две трети голосов присутствующих и участвующих в голосовании членов (статья 6 добавления</w:t>
      </w:r>
      <w:r w:rsidR="00B264B1">
        <w:t xml:space="preserve"> </w:t>
      </w:r>
      <w:r>
        <w:t>1 к Соглашению 1997 года). Договаривающимся сторонам Соглашения предлагается обеспечить свое представительство путем направления представителей либо из столиц, либо из своих представительств в Женеве. Голосование предполагается провести в среду, 10 марта 2021 года, в конце первой половины рабочего дня.</w:t>
      </w:r>
    </w:p>
    <w:p w14:paraId="1646F685" w14:textId="77777777" w:rsidR="00B16E53" w:rsidRDefault="00B16E53" w:rsidP="00B16E53">
      <w:pPr>
        <w:pStyle w:val="H23G"/>
      </w:pPr>
      <w:r>
        <w:tab/>
        <w:t>24.</w:t>
      </w:r>
      <w:r>
        <w:tab/>
      </w:r>
      <w:r>
        <w:rPr>
          <w:bCs/>
        </w:rPr>
        <w:t>Прочие вопросы</w:t>
      </w:r>
      <w:bookmarkStart w:id="19" w:name="_Toc416186076"/>
      <w:bookmarkEnd w:id="19"/>
    </w:p>
    <w:p w14:paraId="3B6C0DCE" w14:textId="77777777" w:rsidR="00D746B2" w:rsidRDefault="00B16E53" w:rsidP="00B16E5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B5A683C" w14:textId="77777777" w:rsidR="00E12C5F" w:rsidRPr="008D53B6" w:rsidRDefault="00E12C5F" w:rsidP="00D9145B"/>
    <w:sectPr w:rsidR="00E12C5F" w:rsidRPr="008D53B6" w:rsidSect="009A28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21FB4" w14:textId="77777777" w:rsidR="00866FD0" w:rsidRPr="00A312BC" w:rsidRDefault="00866FD0" w:rsidP="00A312BC"/>
  </w:endnote>
  <w:endnote w:type="continuationSeparator" w:id="0">
    <w:p w14:paraId="6D155304" w14:textId="77777777" w:rsidR="00866FD0" w:rsidRPr="00A312BC" w:rsidRDefault="00866FD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16220" w14:textId="77777777" w:rsidR="00866FD0" w:rsidRPr="009A2844" w:rsidRDefault="00866FD0">
    <w:pPr>
      <w:pStyle w:val="a9"/>
    </w:pPr>
    <w:r w:rsidRPr="009A2844">
      <w:rPr>
        <w:b/>
        <w:sz w:val="18"/>
      </w:rPr>
      <w:fldChar w:fldCharType="begin"/>
    </w:r>
    <w:r w:rsidRPr="009A2844">
      <w:rPr>
        <w:b/>
        <w:sz w:val="18"/>
      </w:rPr>
      <w:instrText xml:space="preserve"> PAGE  \* MERGEFORMAT </w:instrText>
    </w:r>
    <w:r w:rsidRPr="009A2844">
      <w:rPr>
        <w:b/>
        <w:sz w:val="18"/>
      </w:rPr>
      <w:fldChar w:fldCharType="separate"/>
    </w:r>
    <w:r w:rsidRPr="009A2844">
      <w:rPr>
        <w:b/>
        <w:noProof/>
        <w:sz w:val="18"/>
      </w:rPr>
      <w:t>2</w:t>
    </w:r>
    <w:r w:rsidRPr="009A2844">
      <w:rPr>
        <w:b/>
        <w:sz w:val="18"/>
      </w:rPr>
      <w:fldChar w:fldCharType="end"/>
    </w:r>
    <w:r>
      <w:rPr>
        <w:b/>
        <w:sz w:val="18"/>
      </w:rPr>
      <w:tab/>
    </w:r>
    <w:r>
      <w:t>GE.20-17113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BDCBB" w14:textId="77777777" w:rsidR="00866FD0" w:rsidRPr="009A2844" w:rsidRDefault="00866FD0" w:rsidP="009A2844">
    <w:pPr>
      <w:pStyle w:val="a9"/>
      <w:tabs>
        <w:tab w:val="clear" w:pos="9639"/>
        <w:tab w:val="right" w:pos="9638"/>
      </w:tabs>
      <w:rPr>
        <w:b/>
        <w:sz w:val="18"/>
      </w:rPr>
    </w:pPr>
    <w:r>
      <w:t>GE.20-17113</w:t>
    </w:r>
    <w:r>
      <w:tab/>
    </w:r>
    <w:r w:rsidRPr="009A2844">
      <w:rPr>
        <w:b/>
        <w:sz w:val="18"/>
      </w:rPr>
      <w:fldChar w:fldCharType="begin"/>
    </w:r>
    <w:r w:rsidRPr="009A2844">
      <w:rPr>
        <w:b/>
        <w:sz w:val="18"/>
      </w:rPr>
      <w:instrText xml:space="preserve"> PAGE  \* MERGEFORMAT </w:instrText>
    </w:r>
    <w:r w:rsidRPr="009A2844">
      <w:rPr>
        <w:b/>
        <w:sz w:val="18"/>
      </w:rPr>
      <w:fldChar w:fldCharType="separate"/>
    </w:r>
    <w:r w:rsidRPr="009A2844">
      <w:rPr>
        <w:b/>
        <w:noProof/>
        <w:sz w:val="18"/>
      </w:rPr>
      <w:t>3</w:t>
    </w:r>
    <w:r w:rsidRPr="009A284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D63F1" w14:textId="77777777" w:rsidR="00866FD0" w:rsidRPr="009A2844" w:rsidRDefault="00866FD0" w:rsidP="009A2844">
    <w:pPr>
      <w:spacing w:before="120" w:line="240" w:lineRule="auto"/>
      <w:rPr>
        <w:lang w:val="en-US"/>
      </w:rPr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F8F4FB7" wp14:editId="67F212F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20-17113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CCDA44E" wp14:editId="08252EB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231220  </w:t>
    </w:r>
    <w:r w:rsidR="00A005BF">
      <w:rPr>
        <w:lang w:val="en-US"/>
      </w:rPr>
      <w:t>1</w:t>
    </w:r>
    <w:r w:rsidR="00154360">
      <w:t>1</w:t>
    </w:r>
    <w:r w:rsidR="000500E0">
      <w:rPr>
        <w:lang w:val="en-US"/>
      </w:rPr>
      <w:t>01</w:t>
    </w:r>
    <w:r>
      <w:rPr>
        <w:lang w:val="en-US"/>
      </w:rPr>
      <w:t>2</w:t>
    </w:r>
    <w:r w:rsidR="000500E0">
      <w:rPr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DB770" w14:textId="77777777" w:rsidR="00866FD0" w:rsidRPr="001075E9" w:rsidRDefault="00866FD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AF1EAE" w14:textId="77777777" w:rsidR="00866FD0" w:rsidRDefault="00866FD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57EB971" w14:textId="77777777" w:rsidR="00866FD0" w:rsidRPr="00B16E53" w:rsidRDefault="00866FD0" w:rsidP="00B16E53">
      <w:pPr>
        <w:pStyle w:val="ae"/>
      </w:pPr>
      <w:r>
        <w:tab/>
      </w:r>
      <w:r w:rsidRPr="00B16E53">
        <w:rPr>
          <w:sz w:val="20"/>
        </w:rPr>
        <w:t>*</w:t>
      </w:r>
      <w:r>
        <w:tab/>
        <w:t xml:space="preserve">По соображениям экономии делегатов просят приносить на заседания все соответствующие </w:t>
      </w:r>
      <w:r w:rsidRPr="009806D8">
        <w:t xml:space="preserve">документы. В зале заседаний никакая документация распространяться не будет. До сессии документы можно загрузить с веб-сайта Отдела </w:t>
      </w:r>
      <w:r>
        <w:t xml:space="preserve">устойчивого </w:t>
      </w:r>
      <w:r w:rsidRPr="009806D8">
        <w:t>транспорта ЕЭК ООН (</w:t>
      </w:r>
      <w:hyperlink r:id="rId1" w:history="1">
        <w:r w:rsidRPr="004605B5">
          <w:rPr>
            <w:rStyle w:val="af2"/>
            <w:lang w:val="en-US"/>
          </w:rPr>
          <w:t>https</w:t>
        </w:r>
        <w:r w:rsidRPr="004605B5">
          <w:rPr>
            <w:rStyle w:val="af2"/>
          </w:rPr>
          <w:t>://</w:t>
        </w:r>
        <w:r w:rsidRPr="004605B5">
          <w:rPr>
            <w:rStyle w:val="af2"/>
            <w:lang w:val="en-US"/>
          </w:rPr>
          <w:t>unece</w:t>
        </w:r>
        <w:r w:rsidRPr="004605B5">
          <w:rPr>
            <w:rStyle w:val="af2"/>
          </w:rPr>
          <w:t>.</w:t>
        </w:r>
        <w:r w:rsidRPr="004605B5">
          <w:rPr>
            <w:rStyle w:val="af2"/>
            <w:lang w:val="en-US"/>
          </w:rPr>
          <w:t>org</w:t>
        </w:r>
        <w:r w:rsidRPr="004605B5">
          <w:rPr>
            <w:rStyle w:val="af2"/>
          </w:rPr>
          <w:t>/</w:t>
        </w:r>
        <w:r w:rsidRPr="004605B5">
          <w:rPr>
            <w:rStyle w:val="af2"/>
            <w:lang w:val="en-US"/>
          </w:rPr>
          <w:t>transport</w:t>
        </w:r>
        <w:r w:rsidRPr="004605B5">
          <w:rPr>
            <w:rStyle w:val="af2"/>
          </w:rPr>
          <w:t>/</w:t>
        </w:r>
        <w:r w:rsidRPr="004605B5">
          <w:rPr>
            <w:rStyle w:val="af2"/>
            <w:lang w:val="en-US"/>
          </w:rPr>
          <w:t>vehicle</w:t>
        </w:r>
        <w:r w:rsidRPr="004605B5">
          <w:rPr>
            <w:rStyle w:val="af2"/>
          </w:rPr>
          <w:t>-</w:t>
        </w:r>
        <w:r w:rsidRPr="004605B5">
          <w:rPr>
            <w:rStyle w:val="af2"/>
            <w:lang w:val="en-US"/>
          </w:rPr>
          <w:t>regulations</w:t>
        </w:r>
      </w:hyperlink>
      <w:r w:rsidRPr="00054955">
        <w:t>). В порядке исключения документы можно также получить по электронной почте. В ходе сессии официальные документы можно получ</w:t>
      </w:r>
      <w:r w:rsidRPr="009806D8">
        <w:t>ить в Секции распространения документов ЮНОГ (комната C.337, третий этаж, Дворец Наций). С</w:t>
      </w:r>
      <w:r>
        <w:rPr>
          <w:lang w:val="en-US"/>
        </w:rPr>
        <w:t> </w:t>
      </w:r>
      <w:r w:rsidRPr="009806D8">
        <w:t xml:space="preserve">переводом официальных документов делегаты могут ознакомиться через общедоступную Систему официальной документации (СОД) на веб-сайте по следующему адресу в Интернете </w:t>
      </w:r>
      <w:bookmarkStart w:id="2" w:name="_Hlk59634517"/>
      <w:r>
        <w:fldChar w:fldCharType="begin"/>
      </w:r>
      <w:r>
        <w:instrText xml:space="preserve"> HYPERLINK "</w:instrText>
      </w:r>
      <w:r w:rsidRPr="00B16E53">
        <w:instrText>http://documents.un.org</w:instrText>
      </w:r>
      <w:r>
        <w:instrText xml:space="preserve">" </w:instrText>
      </w:r>
      <w:r>
        <w:fldChar w:fldCharType="separate"/>
      </w:r>
      <w:r w:rsidRPr="004605B5">
        <w:rPr>
          <w:rStyle w:val="af2"/>
        </w:rPr>
        <w:t>http://documents.un.org</w:t>
      </w:r>
      <w:bookmarkEnd w:id="2"/>
      <w:r>
        <w:fldChar w:fldCharType="end"/>
      </w:r>
      <w:r w:rsidRPr="009806D8">
        <w:t>.</w:t>
      </w:r>
      <w:r w:rsidRPr="00B16E53">
        <w:t xml:space="preserve"> </w:t>
      </w:r>
      <w:r w:rsidRPr="009806D8">
        <w:t xml:space="preserve"> </w:t>
      </w:r>
      <w:r w:rsidRPr="00B16E53">
        <w:t xml:space="preserve"> </w:t>
      </w:r>
    </w:p>
  </w:footnote>
  <w:footnote w:id="2">
    <w:p w14:paraId="399CE10B" w14:textId="77777777" w:rsidR="00866FD0" w:rsidRPr="00A5430F" w:rsidRDefault="00866FD0" w:rsidP="00B16E53">
      <w:pPr>
        <w:pStyle w:val="ae"/>
      </w:pPr>
      <w:r w:rsidRPr="009806D8">
        <w:tab/>
      </w:r>
      <w:r w:rsidRPr="00B16E53">
        <w:rPr>
          <w:sz w:val="20"/>
        </w:rPr>
        <w:t>**</w:t>
      </w:r>
      <w:r w:rsidRPr="009806D8">
        <w:tab/>
        <w:t xml:space="preserve">Делегатов просят зарегистрироваться онлайн с помощью системы регистрации на </w:t>
      </w:r>
      <w:r>
        <w:br/>
      </w:r>
      <w:r w:rsidRPr="009806D8">
        <w:t xml:space="preserve">веб-сайте ЕЭК ООН </w:t>
      </w:r>
      <w:r>
        <w:t>(</w:t>
      </w:r>
      <w:hyperlink r:id="rId2" w:history="1">
        <w:r w:rsidRPr="004605B5">
          <w:rPr>
            <w:rStyle w:val="af2"/>
          </w:rPr>
          <w:t>https://indico.un.org/event/35229/</w:t>
        </w:r>
      </w:hyperlink>
      <w:r w:rsidRPr="00143104">
        <w:t>).</w:t>
      </w:r>
      <w:r w:rsidRPr="0075587B">
        <w:t xml:space="preserve"> </w:t>
      </w:r>
      <w:r w:rsidRPr="009806D8">
        <w:t>По</w:t>
      </w:r>
      <w:r w:rsidRPr="00B16E53">
        <w:t xml:space="preserve"> </w:t>
      </w:r>
      <w:r w:rsidRPr="009806D8">
        <w:t>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(внутр. номер</w:t>
      </w:r>
      <w:r>
        <w:rPr>
          <w:lang w:val="en-US"/>
        </w:rPr>
        <w:t> </w:t>
      </w:r>
      <w:r w:rsidRPr="009806D8">
        <w:t xml:space="preserve">71469). Схему Дворца Наций и другую полезную информацию см. на веб-сайте </w:t>
      </w:r>
      <w:r w:rsidRPr="00B16E53">
        <w:t>(</w:t>
      </w:r>
      <w:hyperlink r:id="rId3" w:history="1">
        <w:r w:rsidRPr="004605B5">
          <w:rPr>
            <w:rStyle w:val="af2"/>
            <w:lang w:val="en-US"/>
          </w:rPr>
          <w:t>https</w:t>
        </w:r>
        <w:r w:rsidRPr="004605B5">
          <w:rPr>
            <w:rStyle w:val="af2"/>
          </w:rPr>
          <w:t>://</w:t>
        </w:r>
        <w:r w:rsidRPr="004605B5">
          <w:rPr>
            <w:rStyle w:val="af2"/>
            <w:lang w:val="en-US"/>
          </w:rPr>
          <w:t>unece</w:t>
        </w:r>
        <w:r w:rsidRPr="004605B5">
          <w:rPr>
            <w:rStyle w:val="af2"/>
          </w:rPr>
          <w:t>.</w:t>
        </w:r>
        <w:r w:rsidRPr="004605B5">
          <w:rPr>
            <w:rStyle w:val="af2"/>
            <w:lang w:val="en-US"/>
          </w:rPr>
          <w:t>org</w:t>
        </w:r>
        <w:r w:rsidRPr="004605B5">
          <w:rPr>
            <w:rStyle w:val="af2"/>
          </w:rPr>
          <w:t>/</w:t>
        </w:r>
        <w:r w:rsidRPr="004605B5">
          <w:rPr>
            <w:rStyle w:val="af2"/>
            <w:lang w:val="en-US"/>
          </w:rPr>
          <w:t>practical</w:t>
        </w:r>
        <w:r w:rsidRPr="004605B5">
          <w:rPr>
            <w:rStyle w:val="af2"/>
          </w:rPr>
          <w:t>-</w:t>
        </w:r>
        <w:r w:rsidRPr="004605B5">
          <w:rPr>
            <w:rStyle w:val="af2"/>
            <w:lang w:val="en-US"/>
          </w:rPr>
          <w:t>information</w:t>
        </w:r>
        <w:r w:rsidRPr="004605B5">
          <w:rPr>
            <w:rStyle w:val="af2"/>
          </w:rPr>
          <w:t>-</w:t>
        </w:r>
        <w:r w:rsidRPr="004605B5">
          <w:rPr>
            <w:rStyle w:val="af2"/>
            <w:lang w:val="en-US"/>
          </w:rPr>
          <w:t>delegates</w:t>
        </w:r>
      </w:hyperlink>
      <w:r w:rsidRPr="0075587B">
        <w:t>)</w:t>
      </w:r>
      <w:r w:rsidRPr="00B16E5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3DBE1" w14:textId="58084A26" w:rsidR="00866FD0" w:rsidRPr="009A2844" w:rsidRDefault="003D45E6">
    <w:pPr>
      <w:pStyle w:val="a6"/>
    </w:pPr>
    <w:fldSimple w:instr=" TITLE  \* MERGEFORMAT ">
      <w:r w:rsidR="00411153">
        <w:t>ECE/TRANS/WP.29/1156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A4754" w14:textId="23A57041" w:rsidR="00866FD0" w:rsidRPr="009A2844" w:rsidRDefault="003D45E6" w:rsidP="009A2844">
    <w:pPr>
      <w:pStyle w:val="a6"/>
      <w:jc w:val="right"/>
    </w:pPr>
    <w:fldSimple w:instr=" TITLE  \* MERGEFORMAT ">
      <w:r w:rsidR="00411153">
        <w:t>ECE/TRANS/WP.29/1156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7513C" w14:textId="77777777" w:rsidR="000500E0" w:rsidRDefault="000500E0" w:rsidP="000F1A1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7697C85"/>
    <w:multiLevelType w:val="hybridMultilevel"/>
    <w:tmpl w:val="18689C64"/>
    <w:lvl w:ilvl="0" w:tplc="FE4C46A8">
      <w:start w:val="4"/>
      <w:numFmt w:val="upperLetter"/>
      <w:lvlText w:val="%1."/>
      <w:lvlJc w:val="left"/>
      <w:pPr>
        <w:tabs>
          <w:tab w:val="num" w:pos="1376"/>
        </w:tabs>
        <w:ind w:left="1376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F5F59"/>
    <w:multiLevelType w:val="multilevel"/>
    <w:tmpl w:val="46269B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440"/>
      </w:pPr>
      <w:rPr>
        <w:rFonts w:hint="default"/>
      </w:rPr>
    </w:lvl>
  </w:abstractNum>
  <w:abstractNum w:abstractNumId="18" w15:restartNumberingAfterBreak="0">
    <w:nsid w:val="44F41202"/>
    <w:multiLevelType w:val="multilevel"/>
    <w:tmpl w:val="25E08AF6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40"/>
        </w:tabs>
        <w:ind w:left="1140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440"/>
      </w:pPr>
      <w:rPr>
        <w:rFonts w:hint="default"/>
      </w:rPr>
    </w:lvl>
  </w:abstractNum>
  <w:abstractNum w:abstractNumId="19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1304A"/>
    <w:multiLevelType w:val="multilevel"/>
    <w:tmpl w:val="5B36A47E"/>
    <w:lvl w:ilvl="0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2.%3."/>
      <w:lvlJc w:val="right"/>
      <w:pPr>
        <w:ind w:left="2160" w:hanging="180"/>
      </w:pPr>
      <w:rPr>
        <w:rFonts w:hint="default"/>
        <w:strike w:val="0"/>
        <w:sz w:val="20"/>
        <w:szCs w:val="20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74A3C"/>
    <w:multiLevelType w:val="hybridMultilevel"/>
    <w:tmpl w:val="6F5CB90C"/>
    <w:lvl w:ilvl="0" w:tplc="DCB4A39E">
      <w:start w:val="4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DCC0325"/>
    <w:multiLevelType w:val="multilevel"/>
    <w:tmpl w:val="4F0A9760"/>
    <w:lvl w:ilvl="0">
      <w:start w:val="3"/>
      <w:numFmt w:val="upperLetter"/>
      <w:lvlText w:val="%1."/>
      <w:lvlJc w:val="left"/>
      <w:pPr>
        <w:ind w:left="1287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2.%3."/>
      <w:lvlJc w:val="right"/>
      <w:pPr>
        <w:ind w:left="2160" w:hanging="180"/>
      </w:pPr>
      <w:rPr>
        <w:rFonts w:hint="default"/>
        <w:strike w:val="0"/>
        <w:sz w:val="20"/>
        <w:szCs w:val="20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EF0492E"/>
    <w:multiLevelType w:val="hybridMultilevel"/>
    <w:tmpl w:val="969C6B54"/>
    <w:lvl w:ilvl="0" w:tplc="6E3A293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</w:num>
  <w:num w:numId="3">
    <w:abstractNumId w:val="14"/>
  </w:num>
  <w:num w:numId="4">
    <w:abstractNumId w:val="28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5"/>
  </w:num>
  <w:num w:numId="17">
    <w:abstractNumId w:val="19"/>
  </w:num>
  <w:num w:numId="18">
    <w:abstractNumId w:val="22"/>
  </w:num>
  <w:num w:numId="19">
    <w:abstractNumId w:val="25"/>
  </w:num>
  <w:num w:numId="20">
    <w:abstractNumId w:val="19"/>
  </w:num>
  <w:num w:numId="21">
    <w:abstractNumId w:val="22"/>
  </w:num>
  <w:num w:numId="22">
    <w:abstractNumId w:val="23"/>
  </w:num>
  <w:num w:numId="23">
    <w:abstractNumId w:val="13"/>
  </w:num>
  <w:num w:numId="24">
    <w:abstractNumId w:val="11"/>
  </w:num>
  <w:num w:numId="25">
    <w:abstractNumId w:val="24"/>
  </w:num>
  <w:num w:numId="26">
    <w:abstractNumId w:val="31"/>
  </w:num>
  <w:num w:numId="27">
    <w:abstractNumId w:val="10"/>
  </w:num>
  <w:num w:numId="28">
    <w:abstractNumId w:val="15"/>
  </w:num>
  <w:num w:numId="29">
    <w:abstractNumId w:val="30"/>
  </w:num>
  <w:num w:numId="30">
    <w:abstractNumId w:val="26"/>
  </w:num>
  <w:num w:numId="31">
    <w:abstractNumId w:val="12"/>
  </w:num>
  <w:num w:numId="32">
    <w:abstractNumId w:val="17"/>
  </w:num>
  <w:num w:numId="33">
    <w:abstractNumId w:val="18"/>
  </w:num>
  <w:num w:numId="34">
    <w:abstractNumId w:val="20"/>
  </w:num>
  <w:num w:numId="35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AC"/>
    <w:rsid w:val="00033EE1"/>
    <w:rsid w:val="00042B72"/>
    <w:rsid w:val="00044781"/>
    <w:rsid w:val="000500E0"/>
    <w:rsid w:val="000558BD"/>
    <w:rsid w:val="000B57E7"/>
    <w:rsid w:val="000B6373"/>
    <w:rsid w:val="000E4E5B"/>
    <w:rsid w:val="000F09DF"/>
    <w:rsid w:val="000F1A10"/>
    <w:rsid w:val="000F61B2"/>
    <w:rsid w:val="001075E9"/>
    <w:rsid w:val="0014152F"/>
    <w:rsid w:val="00154360"/>
    <w:rsid w:val="00180183"/>
    <w:rsid w:val="0018024D"/>
    <w:rsid w:val="0018649F"/>
    <w:rsid w:val="00196389"/>
    <w:rsid w:val="001B3EF6"/>
    <w:rsid w:val="001C7A89"/>
    <w:rsid w:val="001D5CD2"/>
    <w:rsid w:val="00203780"/>
    <w:rsid w:val="00255343"/>
    <w:rsid w:val="0027151D"/>
    <w:rsid w:val="002A2EFC"/>
    <w:rsid w:val="002B007E"/>
    <w:rsid w:val="002B0106"/>
    <w:rsid w:val="002B74B1"/>
    <w:rsid w:val="002C0E18"/>
    <w:rsid w:val="002D5AAC"/>
    <w:rsid w:val="002D5FD8"/>
    <w:rsid w:val="002D70AD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351B"/>
    <w:rsid w:val="003D45E6"/>
    <w:rsid w:val="003E0B46"/>
    <w:rsid w:val="00407B78"/>
    <w:rsid w:val="00411153"/>
    <w:rsid w:val="00424203"/>
    <w:rsid w:val="00452493"/>
    <w:rsid w:val="00453318"/>
    <w:rsid w:val="00454AF2"/>
    <w:rsid w:val="00454E07"/>
    <w:rsid w:val="00472C5C"/>
    <w:rsid w:val="00485F8A"/>
    <w:rsid w:val="004D3117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009D"/>
    <w:rsid w:val="005D7914"/>
    <w:rsid w:val="005E2B41"/>
    <w:rsid w:val="005E718B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2C0C"/>
    <w:rsid w:val="006F35EE"/>
    <w:rsid w:val="007021FF"/>
    <w:rsid w:val="00712895"/>
    <w:rsid w:val="00734ACB"/>
    <w:rsid w:val="007439A6"/>
    <w:rsid w:val="00757357"/>
    <w:rsid w:val="00792497"/>
    <w:rsid w:val="00806737"/>
    <w:rsid w:val="00825BC6"/>
    <w:rsid w:val="00825F8D"/>
    <w:rsid w:val="00834B71"/>
    <w:rsid w:val="0086445C"/>
    <w:rsid w:val="00866FD0"/>
    <w:rsid w:val="008834AE"/>
    <w:rsid w:val="00894693"/>
    <w:rsid w:val="008A08D7"/>
    <w:rsid w:val="008A37C8"/>
    <w:rsid w:val="008B6909"/>
    <w:rsid w:val="008D53B6"/>
    <w:rsid w:val="008F7609"/>
    <w:rsid w:val="00906890"/>
    <w:rsid w:val="00911BE4"/>
    <w:rsid w:val="00947CAC"/>
    <w:rsid w:val="00951972"/>
    <w:rsid w:val="009608F3"/>
    <w:rsid w:val="009A24AC"/>
    <w:rsid w:val="009A2844"/>
    <w:rsid w:val="009C59D7"/>
    <w:rsid w:val="009C6FE6"/>
    <w:rsid w:val="009D7E7D"/>
    <w:rsid w:val="00A005BF"/>
    <w:rsid w:val="00A14DA8"/>
    <w:rsid w:val="00A312BC"/>
    <w:rsid w:val="00A37831"/>
    <w:rsid w:val="00A56E86"/>
    <w:rsid w:val="00A67B47"/>
    <w:rsid w:val="00A763FC"/>
    <w:rsid w:val="00A84021"/>
    <w:rsid w:val="00A84D35"/>
    <w:rsid w:val="00A917B3"/>
    <w:rsid w:val="00AB4B51"/>
    <w:rsid w:val="00B10CC7"/>
    <w:rsid w:val="00B16E53"/>
    <w:rsid w:val="00B264B1"/>
    <w:rsid w:val="00B36DF7"/>
    <w:rsid w:val="00B539E7"/>
    <w:rsid w:val="00B62458"/>
    <w:rsid w:val="00B72383"/>
    <w:rsid w:val="00BB3CAA"/>
    <w:rsid w:val="00BC18B2"/>
    <w:rsid w:val="00BD33EE"/>
    <w:rsid w:val="00BE1CC7"/>
    <w:rsid w:val="00C06BAE"/>
    <w:rsid w:val="00C106D6"/>
    <w:rsid w:val="00C119AE"/>
    <w:rsid w:val="00C17315"/>
    <w:rsid w:val="00C60F0C"/>
    <w:rsid w:val="00C71E84"/>
    <w:rsid w:val="00C805C9"/>
    <w:rsid w:val="00C84D95"/>
    <w:rsid w:val="00C92939"/>
    <w:rsid w:val="00CA1679"/>
    <w:rsid w:val="00CB151C"/>
    <w:rsid w:val="00CE5A1A"/>
    <w:rsid w:val="00CF55F6"/>
    <w:rsid w:val="00D33D63"/>
    <w:rsid w:val="00D5253A"/>
    <w:rsid w:val="00D746B2"/>
    <w:rsid w:val="00D750A5"/>
    <w:rsid w:val="00D873A8"/>
    <w:rsid w:val="00D90028"/>
    <w:rsid w:val="00D90138"/>
    <w:rsid w:val="00D9145B"/>
    <w:rsid w:val="00DB5CA4"/>
    <w:rsid w:val="00DD78D1"/>
    <w:rsid w:val="00DE32CD"/>
    <w:rsid w:val="00DF5767"/>
    <w:rsid w:val="00DF71B9"/>
    <w:rsid w:val="00E12C5F"/>
    <w:rsid w:val="00E33D33"/>
    <w:rsid w:val="00E647EC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1DEA"/>
    <w:rsid w:val="00F547D4"/>
    <w:rsid w:val="00F629B4"/>
    <w:rsid w:val="00F94155"/>
    <w:rsid w:val="00F9783F"/>
    <w:rsid w:val="00FD2EF7"/>
    <w:rsid w:val="00FD76AC"/>
    <w:rsid w:val="00FE447E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BFB2FE"/>
  <w15:docId w15:val="{698534F8-FB44-4B7F-8AA1-31A3D23F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iPriority w:val="99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16E53"/>
    <w:rPr>
      <w:lang w:val="ru-RU" w:eastAsia="en-US"/>
    </w:rPr>
  </w:style>
  <w:style w:type="paragraph" w:styleId="af4">
    <w:name w:val="Plain Text"/>
    <w:basedOn w:val="a0"/>
    <w:link w:val="af5"/>
    <w:semiHidden/>
    <w:rsid w:val="00B16E53"/>
    <w:rPr>
      <w:rFonts w:eastAsia="Times New Roma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B16E53"/>
    <w:rPr>
      <w:rFonts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B16E53"/>
    <w:rPr>
      <w:lang w:val="en-GB" w:eastAsia="en-US"/>
    </w:rPr>
  </w:style>
  <w:style w:type="paragraph" w:styleId="af8">
    <w:name w:val="Body Text Indent"/>
    <w:basedOn w:val="a0"/>
    <w:link w:val="af9"/>
    <w:semiHidden/>
    <w:rsid w:val="00B16E53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B16E53"/>
    <w:rPr>
      <w:lang w:val="en-GB" w:eastAsia="en-US"/>
    </w:rPr>
  </w:style>
  <w:style w:type="paragraph" w:styleId="afa">
    <w:name w:val="Block Text"/>
    <w:basedOn w:val="a0"/>
    <w:semiHidden/>
    <w:rsid w:val="00B16E53"/>
    <w:pPr>
      <w:ind w:left="1440" w:right="1440"/>
    </w:pPr>
    <w:rPr>
      <w:rFonts w:eastAsia="Times New Roman" w:cs="Times New Roman"/>
      <w:szCs w:val="20"/>
      <w:lang w:val="en-GB"/>
    </w:rPr>
  </w:style>
  <w:style w:type="character" w:styleId="afb">
    <w:name w:val="annotation reference"/>
    <w:semiHidden/>
    <w:rsid w:val="00B16E53"/>
    <w:rPr>
      <w:sz w:val="6"/>
    </w:rPr>
  </w:style>
  <w:style w:type="paragraph" w:styleId="afc">
    <w:name w:val="annotation text"/>
    <w:basedOn w:val="a0"/>
    <w:link w:val="afd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semiHidden/>
    <w:rsid w:val="00B16E53"/>
    <w:rPr>
      <w:lang w:val="en-GB" w:eastAsia="en-US"/>
    </w:rPr>
  </w:style>
  <w:style w:type="character" w:styleId="afe">
    <w:name w:val="line number"/>
    <w:semiHidden/>
    <w:rsid w:val="00B16E53"/>
    <w:rPr>
      <w:sz w:val="14"/>
    </w:rPr>
  </w:style>
  <w:style w:type="numbering" w:styleId="111111">
    <w:name w:val="Outline List 2"/>
    <w:basedOn w:val="a3"/>
    <w:semiHidden/>
    <w:rsid w:val="00B16E53"/>
    <w:pPr>
      <w:numPr>
        <w:numId w:val="22"/>
      </w:numPr>
    </w:pPr>
  </w:style>
  <w:style w:type="numbering" w:styleId="1ai">
    <w:name w:val="Outline List 1"/>
    <w:basedOn w:val="a3"/>
    <w:semiHidden/>
    <w:rsid w:val="00B16E53"/>
    <w:pPr>
      <w:numPr>
        <w:numId w:val="23"/>
      </w:numPr>
    </w:pPr>
  </w:style>
  <w:style w:type="numbering" w:styleId="a">
    <w:name w:val="Outline List 3"/>
    <w:basedOn w:val="a3"/>
    <w:semiHidden/>
    <w:rsid w:val="00B16E53"/>
    <w:pPr>
      <w:numPr>
        <w:numId w:val="24"/>
      </w:numPr>
    </w:pPr>
  </w:style>
  <w:style w:type="paragraph" w:styleId="20">
    <w:name w:val="Body Text 2"/>
    <w:basedOn w:val="a0"/>
    <w:link w:val="21"/>
    <w:semiHidden/>
    <w:rsid w:val="00B16E53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B16E53"/>
    <w:rPr>
      <w:lang w:val="en-GB" w:eastAsia="en-US"/>
    </w:rPr>
  </w:style>
  <w:style w:type="paragraph" w:styleId="30">
    <w:name w:val="Body Text 3"/>
    <w:basedOn w:val="a0"/>
    <w:link w:val="31"/>
    <w:semiHidden/>
    <w:rsid w:val="00B16E53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1">
    <w:name w:val="Основной текст 3 Знак"/>
    <w:basedOn w:val="a1"/>
    <w:link w:val="30"/>
    <w:semiHidden/>
    <w:rsid w:val="00B16E53"/>
    <w:rPr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B16E53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B16E53"/>
    <w:rPr>
      <w:lang w:val="en-GB" w:eastAsia="en-US"/>
    </w:rPr>
  </w:style>
  <w:style w:type="paragraph" w:styleId="22">
    <w:name w:val="Body Text First Indent 2"/>
    <w:basedOn w:val="af8"/>
    <w:link w:val="23"/>
    <w:semiHidden/>
    <w:rsid w:val="00B16E53"/>
    <w:pPr>
      <w:ind w:firstLine="210"/>
    </w:pPr>
  </w:style>
  <w:style w:type="character" w:customStyle="1" w:styleId="23">
    <w:name w:val="Красная строка 2 Знак"/>
    <w:basedOn w:val="af9"/>
    <w:link w:val="22"/>
    <w:semiHidden/>
    <w:rsid w:val="00B16E53"/>
    <w:rPr>
      <w:lang w:val="en-GB" w:eastAsia="en-US"/>
    </w:rPr>
  </w:style>
  <w:style w:type="paragraph" w:styleId="24">
    <w:name w:val="Body Text Indent 2"/>
    <w:basedOn w:val="a0"/>
    <w:link w:val="25"/>
    <w:semiHidden/>
    <w:rsid w:val="00B16E53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semiHidden/>
    <w:rsid w:val="00B16E53"/>
    <w:rPr>
      <w:lang w:val="en-GB" w:eastAsia="en-US"/>
    </w:rPr>
  </w:style>
  <w:style w:type="paragraph" w:styleId="32">
    <w:name w:val="Body Text Indent 3"/>
    <w:basedOn w:val="a0"/>
    <w:link w:val="33"/>
    <w:semiHidden/>
    <w:rsid w:val="00B16E53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3">
    <w:name w:val="Основной текст с отступом 3 Знак"/>
    <w:basedOn w:val="a1"/>
    <w:link w:val="32"/>
    <w:semiHidden/>
    <w:rsid w:val="00B16E53"/>
    <w:rPr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B16E53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B16E53"/>
    <w:rPr>
      <w:lang w:val="en-GB" w:eastAsia="en-US"/>
    </w:rPr>
  </w:style>
  <w:style w:type="paragraph" w:styleId="aff3">
    <w:name w:val="Date"/>
    <w:basedOn w:val="a0"/>
    <w:next w:val="a0"/>
    <w:link w:val="aff4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B16E53"/>
    <w:rPr>
      <w:lang w:val="en-GB" w:eastAsia="en-US"/>
    </w:rPr>
  </w:style>
  <w:style w:type="paragraph" w:styleId="aff5">
    <w:name w:val="E-mail Signature"/>
    <w:basedOn w:val="a0"/>
    <w:link w:val="aff6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B16E53"/>
    <w:rPr>
      <w:lang w:val="en-GB" w:eastAsia="en-US"/>
    </w:rPr>
  </w:style>
  <w:style w:type="character" w:styleId="aff7">
    <w:name w:val="Emphasis"/>
    <w:qFormat/>
    <w:rsid w:val="00B16E53"/>
    <w:rPr>
      <w:i/>
      <w:iCs/>
    </w:rPr>
  </w:style>
  <w:style w:type="paragraph" w:styleId="26">
    <w:name w:val="envelope return"/>
    <w:basedOn w:val="a0"/>
    <w:semiHidden/>
    <w:rsid w:val="00B16E53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1"/>
    <w:semiHidden/>
    <w:rsid w:val="00B16E53"/>
  </w:style>
  <w:style w:type="paragraph" w:styleId="HTML0">
    <w:name w:val="HTML Address"/>
    <w:basedOn w:val="a0"/>
    <w:link w:val="HTML1"/>
    <w:semiHidden/>
    <w:rsid w:val="00B16E53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B16E53"/>
    <w:rPr>
      <w:i/>
      <w:iCs/>
      <w:lang w:val="en-GB" w:eastAsia="en-US"/>
    </w:rPr>
  </w:style>
  <w:style w:type="character" w:styleId="HTML2">
    <w:name w:val="HTML Cite"/>
    <w:semiHidden/>
    <w:rsid w:val="00B16E53"/>
    <w:rPr>
      <w:i/>
      <w:iCs/>
    </w:rPr>
  </w:style>
  <w:style w:type="character" w:styleId="HTML3">
    <w:name w:val="HTML Code"/>
    <w:semiHidden/>
    <w:rsid w:val="00B16E53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B16E53"/>
    <w:rPr>
      <w:i/>
      <w:iCs/>
    </w:rPr>
  </w:style>
  <w:style w:type="character" w:styleId="HTML5">
    <w:name w:val="HTML Keyboard"/>
    <w:semiHidden/>
    <w:rsid w:val="00B16E53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B16E53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B16E53"/>
    <w:rPr>
      <w:rFonts w:ascii="Courier New" w:hAnsi="Courier New" w:cs="Courier New"/>
      <w:lang w:val="en-GB" w:eastAsia="en-US"/>
    </w:rPr>
  </w:style>
  <w:style w:type="character" w:styleId="HTML8">
    <w:name w:val="HTML Sample"/>
    <w:semiHidden/>
    <w:rsid w:val="00B16E53"/>
    <w:rPr>
      <w:rFonts w:ascii="Courier New" w:hAnsi="Courier New" w:cs="Courier New"/>
    </w:rPr>
  </w:style>
  <w:style w:type="character" w:styleId="HTML9">
    <w:name w:val="HTML Typewriter"/>
    <w:semiHidden/>
    <w:rsid w:val="00B16E53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B16E53"/>
    <w:rPr>
      <w:i/>
      <w:iCs/>
    </w:rPr>
  </w:style>
  <w:style w:type="paragraph" w:styleId="aff8">
    <w:name w:val="List"/>
    <w:basedOn w:val="a0"/>
    <w:semiHidden/>
    <w:rsid w:val="00B16E53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7">
    <w:name w:val="List 2"/>
    <w:basedOn w:val="a0"/>
    <w:semiHidden/>
    <w:rsid w:val="00B16E53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4">
    <w:name w:val="List 3"/>
    <w:basedOn w:val="a0"/>
    <w:semiHidden/>
    <w:rsid w:val="00B16E53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0">
    <w:name w:val="List 4"/>
    <w:basedOn w:val="a0"/>
    <w:semiHidden/>
    <w:rsid w:val="00B16E53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0">
    <w:name w:val="List 5"/>
    <w:basedOn w:val="a0"/>
    <w:semiHidden/>
    <w:rsid w:val="00B16E53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9">
    <w:name w:val="List Bullet"/>
    <w:basedOn w:val="a0"/>
    <w:semiHidden/>
    <w:rsid w:val="00B16E53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8">
    <w:name w:val="List Bullet 2"/>
    <w:basedOn w:val="a0"/>
    <w:semiHidden/>
    <w:rsid w:val="00B16E53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5">
    <w:name w:val="List Bullet 3"/>
    <w:basedOn w:val="a0"/>
    <w:semiHidden/>
    <w:rsid w:val="00B16E53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1">
    <w:name w:val="List Bullet 4"/>
    <w:basedOn w:val="a0"/>
    <w:semiHidden/>
    <w:rsid w:val="00B16E53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1">
    <w:name w:val="List Bullet 5"/>
    <w:basedOn w:val="a0"/>
    <w:semiHidden/>
    <w:rsid w:val="00B16E53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a">
    <w:name w:val="List Continue"/>
    <w:basedOn w:val="a0"/>
    <w:semiHidden/>
    <w:rsid w:val="00B16E53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9">
    <w:name w:val="List Continue 2"/>
    <w:basedOn w:val="a0"/>
    <w:semiHidden/>
    <w:rsid w:val="00B16E53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6">
    <w:name w:val="List Continue 3"/>
    <w:basedOn w:val="a0"/>
    <w:semiHidden/>
    <w:rsid w:val="00B16E53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2">
    <w:name w:val="List Continue 4"/>
    <w:basedOn w:val="a0"/>
    <w:semiHidden/>
    <w:rsid w:val="00B16E53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2">
    <w:name w:val="List Continue 5"/>
    <w:basedOn w:val="a0"/>
    <w:semiHidden/>
    <w:rsid w:val="00B16E53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b">
    <w:name w:val="List Number"/>
    <w:basedOn w:val="a0"/>
    <w:semiHidden/>
    <w:rsid w:val="00B16E53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a">
    <w:name w:val="List Number 2"/>
    <w:basedOn w:val="a0"/>
    <w:semiHidden/>
    <w:rsid w:val="00B16E53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7">
    <w:name w:val="List Number 3"/>
    <w:basedOn w:val="a0"/>
    <w:semiHidden/>
    <w:rsid w:val="00B16E53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3">
    <w:name w:val="List Number 4"/>
    <w:basedOn w:val="a0"/>
    <w:semiHidden/>
    <w:rsid w:val="00B16E53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3">
    <w:name w:val="List Number 5"/>
    <w:basedOn w:val="a0"/>
    <w:semiHidden/>
    <w:rsid w:val="00B16E53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B16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B16E53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semiHidden/>
    <w:rsid w:val="00B16E53"/>
    <w:rPr>
      <w:rFonts w:eastAsia="Times New Roman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B16E53"/>
    <w:pPr>
      <w:ind w:left="567"/>
    </w:pPr>
    <w:rPr>
      <w:rFonts w:eastAsia="Times New Roman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B16E53"/>
    <w:rPr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B16E53"/>
    <w:rPr>
      <w:rFonts w:eastAsia="Times New Roman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B16E53"/>
    <w:rPr>
      <w:lang w:val="en-GB" w:eastAsia="en-US"/>
    </w:rPr>
  </w:style>
  <w:style w:type="paragraph" w:styleId="afff4">
    <w:name w:val="Signature"/>
    <w:basedOn w:val="a0"/>
    <w:link w:val="afff5"/>
    <w:semiHidden/>
    <w:rsid w:val="00B16E53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B16E53"/>
    <w:rPr>
      <w:lang w:val="en-GB" w:eastAsia="en-US"/>
    </w:rPr>
  </w:style>
  <w:style w:type="character" w:styleId="afff6">
    <w:name w:val="Strong"/>
    <w:qFormat/>
    <w:rsid w:val="00B16E53"/>
    <w:rPr>
      <w:b/>
      <w:bCs/>
    </w:rPr>
  </w:style>
  <w:style w:type="paragraph" w:styleId="afff7">
    <w:name w:val="Subtitle"/>
    <w:basedOn w:val="a0"/>
    <w:link w:val="afff8"/>
    <w:qFormat/>
    <w:rsid w:val="00B16E53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B16E53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2"/>
    <w:semiHidden/>
    <w:rsid w:val="00B16E53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B16E53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B16E53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B16E53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B16E53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B16E53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rsid w:val="00B16E53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B16E53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B16E53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B16E5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B16E53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h4g0">
    <w:name w:val="h4g"/>
    <w:basedOn w:val="a0"/>
    <w:rsid w:val="00B16E53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s-ES" w:eastAsia="es-ES"/>
    </w:rPr>
  </w:style>
  <w:style w:type="paragraph" w:styleId="affff0">
    <w:name w:val="annotation subject"/>
    <w:basedOn w:val="afc"/>
    <w:next w:val="afc"/>
    <w:link w:val="affff1"/>
    <w:rsid w:val="00B16E53"/>
    <w:rPr>
      <w:b/>
      <w:bCs/>
    </w:rPr>
  </w:style>
  <w:style w:type="character" w:customStyle="1" w:styleId="affff1">
    <w:name w:val="Тема примечания Знак"/>
    <w:basedOn w:val="afd"/>
    <w:link w:val="affff0"/>
    <w:rsid w:val="00B16E53"/>
    <w:rPr>
      <w:b/>
      <w:bCs/>
      <w:lang w:val="en-GB" w:eastAsia="en-US"/>
    </w:rPr>
  </w:style>
  <w:style w:type="character" w:customStyle="1" w:styleId="SingleTxtGChar1">
    <w:name w:val="_ Single Txt_G Char1"/>
    <w:rsid w:val="00B16E53"/>
    <w:rPr>
      <w:lang w:val="en-GB" w:eastAsia="en-US" w:bidi="ar-SA"/>
    </w:rPr>
  </w:style>
  <w:style w:type="paragraph" w:customStyle="1" w:styleId="Default">
    <w:name w:val="Default"/>
    <w:rsid w:val="00B16E53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UnresolvedMention1">
    <w:name w:val="Unresolved Mention1"/>
    <w:basedOn w:val="a1"/>
    <w:uiPriority w:val="99"/>
    <w:semiHidden/>
    <w:unhideWhenUsed/>
    <w:rsid w:val="00B16E53"/>
    <w:rPr>
      <w:color w:val="808080"/>
      <w:shd w:val="clear" w:color="auto" w:fill="E6E6E6"/>
    </w:rPr>
  </w:style>
  <w:style w:type="paragraph" w:styleId="affff2">
    <w:name w:val="Revision"/>
    <w:hidden/>
    <w:uiPriority w:val="99"/>
    <w:semiHidden/>
    <w:rsid w:val="00B16E53"/>
    <w:rPr>
      <w:lang w:val="en-GB" w:eastAsia="en-US"/>
    </w:rPr>
  </w:style>
  <w:style w:type="character" w:customStyle="1" w:styleId="18">
    <w:name w:val="Неразрешенное упоминание1"/>
    <w:basedOn w:val="a1"/>
    <w:uiPriority w:val="99"/>
    <w:semiHidden/>
    <w:unhideWhenUsed/>
    <w:rsid w:val="00B16E53"/>
    <w:rPr>
      <w:color w:val="605E5C"/>
      <w:shd w:val="clear" w:color="auto" w:fill="E1DFDD"/>
    </w:rPr>
  </w:style>
  <w:style w:type="character" w:styleId="affff3">
    <w:name w:val="Unresolved Mention"/>
    <w:basedOn w:val="a1"/>
    <w:uiPriority w:val="99"/>
    <w:semiHidden/>
    <w:unhideWhenUsed/>
    <w:rsid w:val="00B16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pps.unece.org/WP29_applic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wp29/wp29wgs/wp29gen/wp29fdocstts.html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ece.org/practical-information-delegates" TargetMode="External"/><Relationship Id="rId2" Type="http://schemas.openxmlformats.org/officeDocument/2006/relationships/hyperlink" Target="https://indico.un.org/event/35229/" TargetMode="External"/><Relationship Id="rId1" Type="http://schemas.openxmlformats.org/officeDocument/2006/relationships/hyperlink" Target="https://unece.org/transport/vehicle-regulation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D8C17-DB95-40E3-A171-3F631D9F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33</Pages>
  <Words>8808</Words>
  <Characters>61481</Characters>
  <Application>Microsoft Office Word</Application>
  <DocSecurity>0</DocSecurity>
  <Lines>1617</Lines>
  <Paragraphs>878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ECE/TRANS/WP.29/1156</vt:lpstr>
      <vt:lpstr>A/</vt:lpstr>
      <vt:lpstr>A/</vt:lpstr>
    </vt:vector>
  </TitlesOfParts>
  <Company>DCM</Company>
  <LinksUpToDate>false</LinksUpToDate>
  <CharactersWithSpaces>69411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ECE/TRANS/WP.29/1156</dc:title>
  <dc:subject/>
  <dc:creator>Ekaterina SALYNSKAYA</dc:creator>
  <cp:keywords/>
  <cp:lastModifiedBy>Ekaterina SALYNSKAYA</cp:lastModifiedBy>
  <cp:revision>3</cp:revision>
  <cp:lastPrinted>2021-01-11T07:33:00Z</cp:lastPrinted>
  <dcterms:created xsi:type="dcterms:W3CDTF">2021-01-11T07:33:00Z</dcterms:created>
  <dcterms:modified xsi:type="dcterms:W3CDTF">2021-01-11T07:34:00Z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