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635EE6" w14:paraId="473D8542" w14:textId="77777777" w:rsidTr="008706AC">
        <w:trPr>
          <w:cantSplit/>
          <w:trHeight w:hRule="exact" w:val="851"/>
        </w:trPr>
        <w:tc>
          <w:tcPr>
            <w:tcW w:w="1276" w:type="dxa"/>
            <w:tcBorders>
              <w:bottom w:val="single" w:sz="4" w:space="0" w:color="auto"/>
            </w:tcBorders>
            <w:shd w:val="clear" w:color="auto" w:fill="auto"/>
            <w:vAlign w:val="bottom"/>
          </w:tcPr>
          <w:p w14:paraId="523CC0A4" w14:textId="77777777" w:rsidR="00B56E9C" w:rsidRPr="00635EE6" w:rsidRDefault="00B56E9C" w:rsidP="008706AC">
            <w:pPr>
              <w:spacing w:after="80"/>
            </w:pPr>
          </w:p>
        </w:tc>
        <w:tc>
          <w:tcPr>
            <w:tcW w:w="2268" w:type="dxa"/>
            <w:tcBorders>
              <w:bottom w:val="single" w:sz="4" w:space="0" w:color="auto"/>
            </w:tcBorders>
            <w:shd w:val="clear" w:color="auto" w:fill="auto"/>
            <w:vAlign w:val="bottom"/>
          </w:tcPr>
          <w:p w14:paraId="7FB72BD7" w14:textId="77777777" w:rsidR="00B56E9C" w:rsidRPr="00635EE6" w:rsidRDefault="00B56E9C" w:rsidP="008706AC">
            <w:pPr>
              <w:spacing w:after="80" w:line="300" w:lineRule="exact"/>
              <w:rPr>
                <w:b/>
                <w:sz w:val="24"/>
                <w:szCs w:val="24"/>
              </w:rPr>
            </w:pPr>
            <w:r w:rsidRPr="00635EE6">
              <w:rPr>
                <w:sz w:val="28"/>
                <w:szCs w:val="28"/>
              </w:rPr>
              <w:t>United Nations</w:t>
            </w:r>
          </w:p>
        </w:tc>
        <w:tc>
          <w:tcPr>
            <w:tcW w:w="6095" w:type="dxa"/>
            <w:gridSpan w:val="2"/>
            <w:tcBorders>
              <w:bottom w:val="single" w:sz="4" w:space="0" w:color="auto"/>
            </w:tcBorders>
            <w:shd w:val="clear" w:color="auto" w:fill="auto"/>
            <w:vAlign w:val="bottom"/>
          </w:tcPr>
          <w:p w14:paraId="3119D643" w14:textId="51298608" w:rsidR="00B56E9C" w:rsidRPr="00635EE6" w:rsidRDefault="00BE1AFD" w:rsidP="00B2503A">
            <w:pPr>
              <w:jc w:val="right"/>
            </w:pPr>
            <w:r w:rsidRPr="00635EE6">
              <w:rPr>
                <w:sz w:val="40"/>
              </w:rPr>
              <w:t>ECE</w:t>
            </w:r>
            <w:r w:rsidRPr="00635EE6">
              <w:t>/TRANS/WP.29/</w:t>
            </w:r>
            <w:r w:rsidR="006B4D4D" w:rsidRPr="00635EE6">
              <w:t>GRSG/</w:t>
            </w:r>
            <w:r w:rsidR="00B2503A" w:rsidRPr="00635EE6">
              <w:t>9</w:t>
            </w:r>
            <w:r w:rsidR="003F3B5A" w:rsidRPr="00635EE6">
              <w:t>8</w:t>
            </w:r>
          </w:p>
        </w:tc>
      </w:tr>
      <w:tr w:rsidR="00B56E9C" w:rsidRPr="00635EE6" w14:paraId="7E67F0DC" w14:textId="77777777" w:rsidTr="008706AC">
        <w:trPr>
          <w:cantSplit/>
          <w:trHeight w:hRule="exact" w:val="2835"/>
        </w:trPr>
        <w:tc>
          <w:tcPr>
            <w:tcW w:w="1276" w:type="dxa"/>
            <w:tcBorders>
              <w:top w:val="single" w:sz="4" w:space="0" w:color="auto"/>
              <w:bottom w:val="single" w:sz="12" w:space="0" w:color="auto"/>
            </w:tcBorders>
            <w:shd w:val="clear" w:color="auto" w:fill="auto"/>
          </w:tcPr>
          <w:p w14:paraId="1E2E024E" w14:textId="77777777" w:rsidR="00B56E9C" w:rsidRPr="00635EE6" w:rsidRDefault="00092408" w:rsidP="008706AC">
            <w:pPr>
              <w:spacing w:before="120"/>
            </w:pPr>
            <w:r w:rsidRPr="00635EE6">
              <w:rPr>
                <w:noProof/>
                <w:lang w:val="it-IT" w:eastAsia="it-IT"/>
              </w:rPr>
              <w:drawing>
                <wp:inline distT="0" distB="0" distL="0" distR="0" wp14:anchorId="453A242E" wp14:editId="628ACB94">
                  <wp:extent cx="715645" cy="582930"/>
                  <wp:effectExtent l="0" t="0" r="8255" b="762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5645" cy="58293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661B2F31" w14:textId="77777777" w:rsidR="00B56E9C" w:rsidRPr="00635EE6" w:rsidRDefault="00D773DF" w:rsidP="008706AC">
            <w:pPr>
              <w:spacing w:before="120" w:line="420" w:lineRule="exact"/>
              <w:rPr>
                <w:sz w:val="40"/>
                <w:szCs w:val="40"/>
              </w:rPr>
            </w:pPr>
            <w:r w:rsidRPr="00635EE6">
              <w:rPr>
                <w:b/>
                <w:sz w:val="40"/>
                <w:szCs w:val="40"/>
              </w:rPr>
              <w:t>Economic and Social Council</w:t>
            </w:r>
          </w:p>
        </w:tc>
        <w:tc>
          <w:tcPr>
            <w:tcW w:w="2835" w:type="dxa"/>
            <w:tcBorders>
              <w:top w:val="single" w:sz="4" w:space="0" w:color="auto"/>
              <w:bottom w:val="single" w:sz="12" w:space="0" w:color="auto"/>
            </w:tcBorders>
            <w:shd w:val="clear" w:color="auto" w:fill="auto"/>
          </w:tcPr>
          <w:p w14:paraId="3BEE683B" w14:textId="77777777" w:rsidR="00BE1AFD" w:rsidRPr="00635EE6" w:rsidRDefault="00BE1AFD" w:rsidP="008706AC">
            <w:pPr>
              <w:spacing w:before="240" w:line="240" w:lineRule="exact"/>
            </w:pPr>
            <w:r w:rsidRPr="00635EE6">
              <w:t>Distr.: General</w:t>
            </w:r>
          </w:p>
          <w:p w14:paraId="44217BD2" w14:textId="3CBFBAD4" w:rsidR="002C00F5" w:rsidRPr="00635EE6" w:rsidRDefault="00513E59" w:rsidP="008706AC">
            <w:pPr>
              <w:spacing w:line="240" w:lineRule="exact"/>
            </w:pPr>
            <w:r>
              <w:t>1</w:t>
            </w:r>
            <w:r w:rsidR="006D4EA1">
              <w:t>4</w:t>
            </w:r>
            <w:bookmarkStart w:id="0" w:name="_GoBack"/>
            <w:bookmarkEnd w:id="0"/>
            <w:r w:rsidR="00732BEE" w:rsidRPr="00635EE6">
              <w:t xml:space="preserve"> </w:t>
            </w:r>
            <w:r w:rsidR="0005549C">
              <w:t>Dec</w:t>
            </w:r>
            <w:r w:rsidR="003F3B5A" w:rsidRPr="00635EE6">
              <w:t>ember</w:t>
            </w:r>
            <w:r w:rsidR="006B4D4D" w:rsidRPr="00635EE6">
              <w:t xml:space="preserve"> </w:t>
            </w:r>
            <w:r w:rsidR="00AC6ED9" w:rsidRPr="00635EE6">
              <w:t>2020</w:t>
            </w:r>
          </w:p>
          <w:p w14:paraId="5397FFB4" w14:textId="77777777" w:rsidR="002C38B8" w:rsidRPr="00635EE6" w:rsidRDefault="002C38B8" w:rsidP="008706AC">
            <w:pPr>
              <w:spacing w:line="240" w:lineRule="exact"/>
            </w:pPr>
          </w:p>
          <w:p w14:paraId="0939831F" w14:textId="77777777" w:rsidR="00EA2A77" w:rsidRPr="00635EE6" w:rsidRDefault="00BE1AFD" w:rsidP="005649EA">
            <w:pPr>
              <w:spacing w:line="240" w:lineRule="exact"/>
            </w:pPr>
            <w:r w:rsidRPr="00635EE6">
              <w:t>Original: English</w:t>
            </w:r>
          </w:p>
        </w:tc>
      </w:tr>
    </w:tbl>
    <w:p w14:paraId="74901564" w14:textId="77777777" w:rsidR="00442A83" w:rsidRPr="00635EE6" w:rsidRDefault="00C96DF2" w:rsidP="00C96DF2">
      <w:pPr>
        <w:spacing w:before="120"/>
        <w:rPr>
          <w:b/>
          <w:sz w:val="28"/>
          <w:szCs w:val="28"/>
        </w:rPr>
      </w:pPr>
      <w:r w:rsidRPr="00635EE6">
        <w:rPr>
          <w:b/>
          <w:sz w:val="28"/>
          <w:szCs w:val="28"/>
        </w:rPr>
        <w:t>Economic Commission for Europe</w:t>
      </w:r>
    </w:p>
    <w:p w14:paraId="569185B4" w14:textId="77777777" w:rsidR="00C96DF2" w:rsidRPr="00635EE6" w:rsidRDefault="008F31D2" w:rsidP="00C96DF2">
      <w:pPr>
        <w:spacing w:before="120"/>
        <w:rPr>
          <w:sz w:val="28"/>
          <w:szCs w:val="28"/>
        </w:rPr>
      </w:pPr>
      <w:r w:rsidRPr="00635EE6">
        <w:rPr>
          <w:sz w:val="28"/>
          <w:szCs w:val="28"/>
        </w:rPr>
        <w:t>Inland Transport Committee</w:t>
      </w:r>
    </w:p>
    <w:p w14:paraId="27C32548" w14:textId="77777777" w:rsidR="00EA2A77" w:rsidRPr="00635EE6" w:rsidRDefault="00EA2A77" w:rsidP="00EA2A77">
      <w:pPr>
        <w:spacing w:before="120"/>
        <w:rPr>
          <w:b/>
          <w:sz w:val="24"/>
          <w:szCs w:val="24"/>
        </w:rPr>
      </w:pPr>
      <w:r w:rsidRPr="00635EE6">
        <w:rPr>
          <w:b/>
          <w:sz w:val="24"/>
          <w:szCs w:val="24"/>
        </w:rPr>
        <w:t xml:space="preserve">World Forum for Harmonization of Vehicle </w:t>
      </w:r>
      <w:r w:rsidR="00D26E07" w:rsidRPr="00635EE6">
        <w:rPr>
          <w:b/>
          <w:sz w:val="24"/>
          <w:szCs w:val="24"/>
        </w:rPr>
        <w:t>Regulation</w:t>
      </w:r>
      <w:r w:rsidRPr="00635EE6">
        <w:rPr>
          <w:b/>
          <w:sz w:val="24"/>
          <w:szCs w:val="24"/>
        </w:rPr>
        <w:t>s</w:t>
      </w:r>
    </w:p>
    <w:p w14:paraId="0479FB4D" w14:textId="77777777" w:rsidR="00993BA4" w:rsidRPr="00635EE6" w:rsidRDefault="00993BA4" w:rsidP="00EA2A77">
      <w:pPr>
        <w:spacing w:before="120"/>
        <w:rPr>
          <w:b/>
        </w:rPr>
      </w:pPr>
      <w:r w:rsidRPr="00635EE6">
        <w:rPr>
          <w:b/>
        </w:rPr>
        <w:t xml:space="preserve">Working Party on </w:t>
      </w:r>
      <w:r w:rsidR="0004245C" w:rsidRPr="00635EE6">
        <w:rPr>
          <w:b/>
        </w:rPr>
        <w:t>General Safety Provisions</w:t>
      </w:r>
    </w:p>
    <w:p w14:paraId="56AA58AB" w14:textId="21157672" w:rsidR="00ED14EE" w:rsidRPr="00635EE6" w:rsidRDefault="006B4D4D" w:rsidP="00ED14EE">
      <w:pPr>
        <w:spacing w:before="120"/>
        <w:rPr>
          <w:b/>
        </w:rPr>
      </w:pPr>
      <w:r w:rsidRPr="00635EE6">
        <w:rPr>
          <w:b/>
        </w:rPr>
        <w:t>11</w:t>
      </w:r>
      <w:r w:rsidR="003F3B5A" w:rsidRPr="00635EE6">
        <w:rPr>
          <w:b/>
        </w:rPr>
        <w:t>9</w:t>
      </w:r>
      <w:r w:rsidR="00F2748F" w:rsidRPr="00635EE6">
        <w:rPr>
          <w:b/>
        </w:rPr>
        <w:t>th</w:t>
      </w:r>
      <w:r w:rsidR="00ED14EE" w:rsidRPr="00635EE6">
        <w:rPr>
          <w:b/>
        </w:rPr>
        <w:t xml:space="preserve"> session</w:t>
      </w:r>
    </w:p>
    <w:p w14:paraId="60186B97" w14:textId="5B260AA4" w:rsidR="00ED14EE" w:rsidRPr="00635EE6" w:rsidRDefault="00ED14EE" w:rsidP="00ED14EE">
      <w:r w:rsidRPr="00635EE6">
        <w:t>Geneva</w:t>
      </w:r>
      <w:r w:rsidR="00AC6ED9" w:rsidRPr="00635EE6">
        <w:t xml:space="preserve"> (online)</w:t>
      </w:r>
      <w:r w:rsidRPr="00635EE6">
        <w:t xml:space="preserve">, </w:t>
      </w:r>
      <w:r w:rsidR="003F3B5A" w:rsidRPr="00635EE6">
        <w:t>6</w:t>
      </w:r>
      <w:r w:rsidR="00732BEE" w:rsidRPr="00635EE6">
        <w:t>-</w:t>
      </w:r>
      <w:r w:rsidR="003F3B5A" w:rsidRPr="00635EE6">
        <w:t>9</w:t>
      </w:r>
      <w:r w:rsidR="00E521C6" w:rsidRPr="00635EE6">
        <w:t xml:space="preserve"> </w:t>
      </w:r>
      <w:r w:rsidR="003F3B5A" w:rsidRPr="00635EE6">
        <w:t>October</w:t>
      </w:r>
      <w:r w:rsidR="00AC6ED9" w:rsidRPr="00635EE6">
        <w:t xml:space="preserve"> 2020</w:t>
      </w:r>
    </w:p>
    <w:p w14:paraId="23E46709" w14:textId="77777777" w:rsidR="00AD3A28" w:rsidRPr="00635EE6" w:rsidRDefault="00AD3A28" w:rsidP="00ED14EE"/>
    <w:p w14:paraId="0C517C52" w14:textId="5EEA3C25" w:rsidR="002C00F5" w:rsidRPr="00635EE6" w:rsidRDefault="002C00F5" w:rsidP="00ED14EE">
      <w:pPr>
        <w:pStyle w:val="HChG"/>
      </w:pPr>
      <w:r w:rsidRPr="00635EE6">
        <w:tab/>
      </w:r>
      <w:r w:rsidRPr="00635EE6">
        <w:tab/>
      </w:r>
      <w:r w:rsidR="00A52316" w:rsidRPr="00635EE6">
        <w:t>Chair</w:t>
      </w:r>
      <w:r w:rsidR="00DF5104" w:rsidRPr="00635EE6">
        <w:t>'</w:t>
      </w:r>
      <w:r w:rsidR="00A52316" w:rsidRPr="00635EE6">
        <w:t>s notes on</w:t>
      </w:r>
      <w:r w:rsidRPr="00635EE6">
        <w:t xml:space="preserve"> the Working Party on </w:t>
      </w:r>
      <w:r w:rsidR="004571C4" w:rsidRPr="00635EE6">
        <w:t>General Safety</w:t>
      </w:r>
      <w:r w:rsidR="00E521C6" w:rsidRPr="00635EE6">
        <w:t xml:space="preserve"> </w:t>
      </w:r>
      <w:r w:rsidR="0004245C" w:rsidRPr="00635EE6">
        <w:t>Provisions</w:t>
      </w:r>
      <w:r w:rsidR="00A52316" w:rsidRPr="00635EE6">
        <w:t xml:space="preserve"> meeting </w:t>
      </w:r>
      <w:r w:rsidR="00DF5104" w:rsidRPr="00635EE6">
        <w:t>in lieu of</w:t>
      </w:r>
      <w:r w:rsidR="00A52316" w:rsidRPr="00635EE6">
        <w:t xml:space="preserve"> </w:t>
      </w:r>
      <w:r w:rsidRPr="00635EE6">
        <w:t>its</w:t>
      </w:r>
      <w:r w:rsidRPr="00635EE6">
        <w:rPr>
          <w:bCs/>
        </w:rPr>
        <w:t xml:space="preserve"> </w:t>
      </w:r>
      <w:r w:rsidR="006B4D4D" w:rsidRPr="00635EE6">
        <w:rPr>
          <w:bCs/>
        </w:rPr>
        <w:t>11</w:t>
      </w:r>
      <w:r w:rsidR="00CC5F08" w:rsidRPr="00635EE6">
        <w:rPr>
          <w:bCs/>
        </w:rPr>
        <w:t>9</w:t>
      </w:r>
      <w:r w:rsidR="00F2748F" w:rsidRPr="00635EE6">
        <w:rPr>
          <w:bCs/>
        </w:rPr>
        <w:t>th</w:t>
      </w:r>
      <w:r w:rsidR="00ED14EE" w:rsidRPr="00635EE6">
        <w:rPr>
          <w:bCs/>
        </w:rPr>
        <w:t xml:space="preserve"> </w:t>
      </w:r>
      <w:r w:rsidR="00AD167E" w:rsidRPr="00635EE6">
        <w:t>session</w:t>
      </w:r>
    </w:p>
    <w:p w14:paraId="2D1B042C" w14:textId="77777777" w:rsidR="00732CF3" w:rsidRPr="00461298" w:rsidRDefault="00732CF3" w:rsidP="00A84B78">
      <w:pPr>
        <w:spacing w:after="120"/>
        <w:rPr>
          <w:sz w:val="28"/>
          <w:lang w:val="fr-CH"/>
        </w:rPr>
      </w:pPr>
      <w:bookmarkStart w:id="1" w:name="_Hlk25325006"/>
      <w:r w:rsidRPr="00461298">
        <w:rPr>
          <w:sz w:val="28"/>
          <w:lang w:val="fr-CH"/>
        </w:rPr>
        <w:t>Contents</w:t>
      </w:r>
    </w:p>
    <w:p w14:paraId="28EDE6B3" w14:textId="77777777" w:rsidR="00732CF3" w:rsidRPr="00461298" w:rsidRDefault="00732CF3" w:rsidP="00732CF3">
      <w:pPr>
        <w:tabs>
          <w:tab w:val="right" w:pos="8929"/>
          <w:tab w:val="right" w:pos="9638"/>
        </w:tabs>
        <w:spacing w:after="120"/>
        <w:ind w:left="283"/>
        <w:rPr>
          <w:lang w:val="fr-CH"/>
        </w:rPr>
      </w:pPr>
      <w:r w:rsidRPr="00461298">
        <w:rPr>
          <w:i/>
          <w:sz w:val="18"/>
          <w:lang w:val="fr-CH"/>
        </w:rPr>
        <w:tab/>
        <w:t>Paragraphs</w:t>
      </w:r>
      <w:r w:rsidRPr="00461298">
        <w:rPr>
          <w:i/>
          <w:sz w:val="18"/>
          <w:lang w:val="fr-CH"/>
        </w:rPr>
        <w:tab/>
        <w:t>Page</w:t>
      </w:r>
    </w:p>
    <w:p w14:paraId="0E442C76" w14:textId="77777777" w:rsidR="000D5B1E" w:rsidRPr="00461298" w:rsidRDefault="000D5B1E" w:rsidP="000D5B1E">
      <w:pPr>
        <w:tabs>
          <w:tab w:val="right" w:pos="850"/>
          <w:tab w:val="left" w:pos="1134"/>
          <w:tab w:val="left" w:pos="1559"/>
          <w:tab w:val="left" w:pos="1984"/>
          <w:tab w:val="left" w:leader="dot" w:pos="7654"/>
          <w:tab w:val="right" w:pos="8929"/>
          <w:tab w:val="right" w:pos="9638"/>
        </w:tabs>
        <w:spacing w:after="120"/>
        <w:rPr>
          <w:lang w:val="fr-CH"/>
        </w:rPr>
      </w:pPr>
      <w:bookmarkStart w:id="2" w:name="_Hlk56594952"/>
      <w:bookmarkEnd w:id="1"/>
      <w:r w:rsidRPr="00461298">
        <w:rPr>
          <w:lang w:val="fr-CH"/>
        </w:rPr>
        <w:tab/>
        <w:t>I.</w:t>
      </w:r>
      <w:r w:rsidRPr="00461298">
        <w:rPr>
          <w:lang w:val="fr-CH"/>
        </w:rPr>
        <w:tab/>
        <w:t>Attendance</w:t>
      </w:r>
      <w:r w:rsidRPr="00461298">
        <w:rPr>
          <w:lang w:val="fr-CH"/>
        </w:rPr>
        <w:tab/>
      </w:r>
      <w:r w:rsidRPr="00461298">
        <w:rPr>
          <w:lang w:val="fr-CH"/>
        </w:rPr>
        <w:tab/>
        <w:t>1</w:t>
      </w:r>
      <w:r w:rsidRPr="00461298">
        <w:rPr>
          <w:lang w:val="fr-CH"/>
        </w:rPr>
        <w:tab/>
        <w:t>3</w:t>
      </w:r>
    </w:p>
    <w:p w14:paraId="686A6CF4" w14:textId="069A3273" w:rsidR="000D5B1E" w:rsidRPr="00D20CAE" w:rsidRDefault="000D5B1E" w:rsidP="000D5B1E">
      <w:pPr>
        <w:tabs>
          <w:tab w:val="right" w:pos="850"/>
          <w:tab w:val="left" w:pos="1134"/>
          <w:tab w:val="left" w:pos="1559"/>
          <w:tab w:val="left" w:pos="1984"/>
          <w:tab w:val="left" w:leader="dot" w:pos="7654"/>
          <w:tab w:val="right" w:pos="8929"/>
          <w:tab w:val="right" w:pos="9638"/>
        </w:tabs>
        <w:spacing w:after="120"/>
      </w:pPr>
      <w:r w:rsidRPr="00461298">
        <w:rPr>
          <w:lang w:val="fr-CH"/>
        </w:rPr>
        <w:tab/>
      </w:r>
      <w:r w:rsidRPr="00D20CAE">
        <w:t>II.</w:t>
      </w:r>
      <w:r w:rsidRPr="00D20CAE">
        <w:tab/>
        <w:t>Adoption of the agenda (agenda item 1)</w:t>
      </w:r>
      <w:r w:rsidRPr="00D20CAE">
        <w:tab/>
      </w:r>
      <w:r w:rsidRPr="00D20CAE">
        <w:tab/>
      </w:r>
      <w:r w:rsidR="00F40C43" w:rsidRPr="00D20CAE">
        <w:t>2</w:t>
      </w:r>
      <w:r w:rsidR="009C4C04">
        <w:t>-</w:t>
      </w:r>
      <w:r w:rsidR="00F40C43" w:rsidRPr="00D20CAE">
        <w:t>6</w:t>
      </w:r>
      <w:r w:rsidRPr="00D20CAE">
        <w:tab/>
      </w:r>
      <w:r w:rsidR="00F40C43" w:rsidRPr="00D20CAE">
        <w:t>3</w:t>
      </w:r>
    </w:p>
    <w:p w14:paraId="55E2AE6C" w14:textId="176FE6CC" w:rsidR="000D5B1E" w:rsidRPr="00D20CAE" w:rsidRDefault="000D5B1E" w:rsidP="000D5B1E">
      <w:pPr>
        <w:tabs>
          <w:tab w:val="right" w:pos="850"/>
          <w:tab w:val="left" w:pos="1134"/>
          <w:tab w:val="left" w:pos="1559"/>
          <w:tab w:val="left" w:pos="1984"/>
          <w:tab w:val="left" w:leader="dot" w:pos="7654"/>
          <w:tab w:val="right" w:pos="8929"/>
          <w:tab w:val="right" w:pos="9638"/>
        </w:tabs>
        <w:spacing w:after="120"/>
      </w:pPr>
      <w:r w:rsidRPr="00D20CAE">
        <w:tab/>
        <w:t>III.</w:t>
      </w:r>
      <w:r w:rsidRPr="00D20CAE">
        <w:tab/>
        <w:t>Amendments to regulations on buses and coaches (agenda item 2)</w:t>
      </w:r>
      <w:r w:rsidRPr="00D20CAE">
        <w:tab/>
      </w:r>
      <w:r w:rsidRPr="00D20CAE">
        <w:tab/>
      </w:r>
      <w:r w:rsidR="00F40C43" w:rsidRPr="00D20CAE">
        <w:t>7</w:t>
      </w:r>
      <w:r w:rsidR="009C4C04">
        <w:t>-</w:t>
      </w:r>
      <w:r w:rsidR="00322556" w:rsidRPr="00D20CAE">
        <w:t>22</w:t>
      </w:r>
      <w:r w:rsidRPr="00D20CAE">
        <w:tab/>
      </w:r>
      <w:r w:rsidR="00F40C43" w:rsidRPr="00D20CAE">
        <w:t>3</w:t>
      </w:r>
    </w:p>
    <w:p w14:paraId="744A40A5" w14:textId="66D99883" w:rsidR="000D5B1E" w:rsidRPr="00D20CAE" w:rsidRDefault="000D5B1E" w:rsidP="000D5B1E">
      <w:pPr>
        <w:tabs>
          <w:tab w:val="right" w:pos="850"/>
          <w:tab w:val="left" w:pos="1134"/>
          <w:tab w:val="left" w:pos="1559"/>
          <w:tab w:val="left" w:pos="1984"/>
          <w:tab w:val="left" w:leader="dot" w:pos="7654"/>
          <w:tab w:val="right" w:pos="8929"/>
          <w:tab w:val="right" w:pos="9638"/>
        </w:tabs>
        <w:spacing w:after="120"/>
      </w:pPr>
      <w:r w:rsidRPr="00D20CAE">
        <w:tab/>
      </w:r>
      <w:r w:rsidRPr="00D20CAE">
        <w:tab/>
        <w:t>A.</w:t>
      </w:r>
      <w:r w:rsidRPr="00D20CAE">
        <w:tab/>
        <w:t>UN Regulation No. 107 (M</w:t>
      </w:r>
      <w:r w:rsidRPr="00D20CAE">
        <w:rPr>
          <w:vertAlign w:val="subscript"/>
        </w:rPr>
        <w:t>2</w:t>
      </w:r>
      <w:r w:rsidRPr="00D20CAE">
        <w:t xml:space="preserve"> and M</w:t>
      </w:r>
      <w:r w:rsidRPr="00D20CAE">
        <w:rPr>
          <w:vertAlign w:val="subscript"/>
        </w:rPr>
        <w:t>3</w:t>
      </w:r>
      <w:r w:rsidRPr="00D20CAE">
        <w:t xml:space="preserve"> vehicles)</w:t>
      </w:r>
      <w:r w:rsidRPr="00D20CAE">
        <w:tab/>
      </w:r>
      <w:r w:rsidRPr="00D20CAE">
        <w:tab/>
      </w:r>
      <w:r w:rsidR="00F40C43" w:rsidRPr="00D20CAE">
        <w:t>9</w:t>
      </w:r>
      <w:r w:rsidR="009C4C04">
        <w:t>-</w:t>
      </w:r>
      <w:r w:rsidR="00322556" w:rsidRPr="00D20CAE">
        <w:t>16</w:t>
      </w:r>
      <w:r w:rsidRPr="00D20CAE">
        <w:tab/>
      </w:r>
      <w:r w:rsidR="00F40C43" w:rsidRPr="00D20CAE">
        <w:t>4</w:t>
      </w:r>
    </w:p>
    <w:p w14:paraId="5F9EEADB" w14:textId="0B8D8B0E" w:rsidR="000D5B1E" w:rsidRPr="00D20CAE" w:rsidRDefault="000D5B1E" w:rsidP="000D5B1E">
      <w:pPr>
        <w:tabs>
          <w:tab w:val="right" w:pos="850"/>
          <w:tab w:val="left" w:pos="1134"/>
          <w:tab w:val="left" w:pos="1559"/>
          <w:tab w:val="left" w:pos="1984"/>
          <w:tab w:val="left" w:leader="dot" w:pos="7654"/>
          <w:tab w:val="right" w:pos="8929"/>
          <w:tab w:val="right" w:pos="9638"/>
        </w:tabs>
        <w:spacing w:after="120"/>
      </w:pPr>
      <w:r w:rsidRPr="00D20CAE">
        <w:tab/>
      </w:r>
      <w:r w:rsidRPr="00D20CAE">
        <w:tab/>
        <w:t>B.</w:t>
      </w:r>
      <w:r w:rsidRPr="00D20CAE">
        <w:tab/>
        <w:t>UN Regulation No. 118 (Burning behaviour of materials)</w:t>
      </w:r>
      <w:r w:rsidRPr="00D20CAE">
        <w:tab/>
      </w:r>
      <w:r w:rsidRPr="00D20CAE">
        <w:tab/>
      </w:r>
      <w:r w:rsidR="00F40C43" w:rsidRPr="00D20CAE">
        <w:t>1</w:t>
      </w:r>
      <w:r w:rsidR="00322556" w:rsidRPr="00D20CAE">
        <w:t>7</w:t>
      </w:r>
      <w:r w:rsidR="009C4C04">
        <w:t>-</w:t>
      </w:r>
      <w:r w:rsidR="00322556" w:rsidRPr="00D20CAE">
        <w:t>22</w:t>
      </w:r>
      <w:r w:rsidRPr="00D20CAE">
        <w:tab/>
      </w:r>
      <w:r w:rsidR="00F40C43" w:rsidRPr="00D20CAE">
        <w:t>4</w:t>
      </w:r>
    </w:p>
    <w:p w14:paraId="42D5C31A" w14:textId="4372575E" w:rsidR="000D5B1E" w:rsidRPr="00D20CAE" w:rsidRDefault="000D5B1E" w:rsidP="000D5B1E">
      <w:pPr>
        <w:tabs>
          <w:tab w:val="right" w:pos="850"/>
          <w:tab w:val="left" w:pos="1134"/>
          <w:tab w:val="left" w:pos="1559"/>
          <w:tab w:val="left" w:pos="1984"/>
          <w:tab w:val="left" w:leader="dot" w:pos="7654"/>
          <w:tab w:val="right" w:pos="8929"/>
          <w:tab w:val="right" w:pos="9638"/>
        </w:tabs>
        <w:spacing w:after="120"/>
      </w:pPr>
      <w:r w:rsidRPr="00D20CAE">
        <w:tab/>
      </w:r>
      <w:r w:rsidR="00F30998" w:rsidRPr="00D20CAE">
        <w:t>I</w:t>
      </w:r>
      <w:r w:rsidRPr="00D20CAE">
        <w:t>V.</w:t>
      </w:r>
      <w:r w:rsidRPr="00D20CAE">
        <w:tab/>
      </w:r>
      <w:r w:rsidR="00AC6ED9" w:rsidRPr="00D20CAE">
        <w:t>Amendments to safety glazing regulations</w:t>
      </w:r>
      <w:r w:rsidRPr="00D20CAE">
        <w:t xml:space="preserve"> (agenda item </w:t>
      </w:r>
      <w:r w:rsidR="00526888" w:rsidRPr="00D20CAE">
        <w:t>3</w:t>
      </w:r>
      <w:r w:rsidRPr="00D20CAE">
        <w:t>)</w:t>
      </w:r>
      <w:r w:rsidRPr="00D20CAE">
        <w:tab/>
      </w:r>
      <w:r w:rsidRPr="00D20CAE">
        <w:tab/>
      </w:r>
      <w:r w:rsidR="00635EE6" w:rsidRPr="00D20CAE">
        <w:t>23-28</w:t>
      </w:r>
      <w:r w:rsidRPr="00D20CAE">
        <w:tab/>
      </w:r>
      <w:r w:rsidR="00954050" w:rsidRPr="00D20CAE">
        <w:t>5</w:t>
      </w:r>
    </w:p>
    <w:p w14:paraId="101B09F6" w14:textId="0D84CCC2" w:rsidR="00635EE6" w:rsidRPr="00D20CAE" w:rsidRDefault="00635EE6" w:rsidP="00635EE6">
      <w:pPr>
        <w:tabs>
          <w:tab w:val="right" w:pos="850"/>
          <w:tab w:val="left" w:pos="1134"/>
          <w:tab w:val="left" w:pos="1559"/>
          <w:tab w:val="left" w:pos="1984"/>
          <w:tab w:val="left" w:leader="dot" w:pos="7654"/>
          <w:tab w:val="right" w:pos="8929"/>
          <w:tab w:val="right" w:pos="9638"/>
        </w:tabs>
        <w:spacing w:after="120"/>
      </w:pPr>
      <w:r w:rsidRPr="00D20CAE">
        <w:tab/>
      </w:r>
      <w:r w:rsidRPr="00D20CAE">
        <w:tab/>
        <w:t>A.</w:t>
      </w:r>
      <w:r w:rsidRPr="00D20CAE">
        <w:tab/>
        <w:t>UN Global Technical Regulation No. 6 (Safety glazing)</w:t>
      </w:r>
      <w:r w:rsidRPr="00D20CAE">
        <w:tab/>
      </w:r>
      <w:r w:rsidRPr="00D20CAE">
        <w:tab/>
        <w:t>27</w:t>
      </w:r>
      <w:r w:rsidRPr="00D20CAE">
        <w:tab/>
        <w:t>5</w:t>
      </w:r>
    </w:p>
    <w:p w14:paraId="7859DDEF" w14:textId="20AE8ADC" w:rsidR="00635EE6" w:rsidRPr="00D20CAE" w:rsidRDefault="00635EE6" w:rsidP="00635EE6">
      <w:pPr>
        <w:tabs>
          <w:tab w:val="right" w:pos="850"/>
          <w:tab w:val="left" w:pos="1134"/>
          <w:tab w:val="left" w:pos="1559"/>
          <w:tab w:val="left" w:pos="1984"/>
          <w:tab w:val="left" w:leader="dot" w:pos="7654"/>
          <w:tab w:val="right" w:pos="8929"/>
          <w:tab w:val="right" w:pos="9638"/>
        </w:tabs>
        <w:spacing w:after="120"/>
      </w:pPr>
      <w:r w:rsidRPr="00D20CAE">
        <w:tab/>
      </w:r>
      <w:r w:rsidRPr="00D20CAE">
        <w:tab/>
        <w:t>B.</w:t>
      </w:r>
      <w:r w:rsidRPr="00D20CAE">
        <w:tab/>
        <w:t xml:space="preserve">UN Regulation No. 43 (Safety glazing) </w:t>
      </w:r>
      <w:r w:rsidRPr="00D20CAE">
        <w:tab/>
      </w:r>
      <w:r w:rsidRPr="00D20CAE">
        <w:tab/>
        <w:t>28</w:t>
      </w:r>
      <w:r w:rsidRPr="00D20CAE">
        <w:tab/>
        <w:t>5</w:t>
      </w:r>
    </w:p>
    <w:p w14:paraId="1DAA8700" w14:textId="3B1B36AD" w:rsidR="000D5B1E" w:rsidRPr="00D20CAE" w:rsidRDefault="000D5B1E" w:rsidP="000D5B1E">
      <w:pPr>
        <w:tabs>
          <w:tab w:val="right" w:pos="850"/>
          <w:tab w:val="left" w:pos="1134"/>
          <w:tab w:val="left" w:pos="1559"/>
          <w:tab w:val="left" w:pos="1984"/>
          <w:tab w:val="left" w:leader="dot" w:pos="7654"/>
          <w:tab w:val="right" w:pos="8929"/>
          <w:tab w:val="right" w:pos="9638"/>
        </w:tabs>
        <w:spacing w:after="120"/>
      </w:pPr>
      <w:r w:rsidRPr="00D20CAE">
        <w:tab/>
        <w:t>V.</w:t>
      </w:r>
      <w:r w:rsidRPr="00D20CAE">
        <w:tab/>
      </w:r>
      <w:r w:rsidR="00AC6ED9" w:rsidRPr="00D20CAE">
        <w:t>Awareness of the proximity of Vulnerable Road Users</w:t>
      </w:r>
      <w:r w:rsidRPr="00D20CAE">
        <w:t xml:space="preserve"> (agenda item </w:t>
      </w:r>
      <w:r w:rsidR="00BA6E92" w:rsidRPr="00D20CAE">
        <w:t>4</w:t>
      </w:r>
      <w:r w:rsidRPr="00D20CAE">
        <w:t>)</w:t>
      </w:r>
      <w:r w:rsidRPr="00D20CAE">
        <w:tab/>
      </w:r>
      <w:r w:rsidRPr="00D20CAE">
        <w:tab/>
      </w:r>
      <w:r w:rsidR="00BA6E92" w:rsidRPr="00D20CAE">
        <w:t>29</w:t>
      </w:r>
      <w:r w:rsidR="009C4C04">
        <w:t>-</w:t>
      </w:r>
      <w:r w:rsidR="00BA6E92" w:rsidRPr="00D20CAE">
        <w:t>3</w:t>
      </w:r>
      <w:r w:rsidR="00D96B3C">
        <w:t>4</w:t>
      </w:r>
      <w:r w:rsidRPr="00D20CAE">
        <w:tab/>
      </w:r>
      <w:r w:rsidR="0045168E" w:rsidRPr="00D20CAE">
        <w:t>5</w:t>
      </w:r>
    </w:p>
    <w:p w14:paraId="4CC7D3A5" w14:textId="1C3FC64F" w:rsidR="00AC6ED9" w:rsidRPr="00D20CAE" w:rsidRDefault="00AC6ED9" w:rsidP="00AC6ED9">
      <w:pPr>
        <w:tabs>
          <w:tab w:val="right" w:pos="850"/>
          <w:tab w:val="left" w:pos="1134"/>
          <w:tab w:val="left" w:pos="1559"/>
          <w:tab w:val="left" w:pos="1984"/>
          <w:tab w:val="left" w:leader="dot" w:pos="7654"/>
          <w:tab w:val="right" w:pos="8929"/>
          <w:tab w:val="right" w:pos="9638"/>
        </w:tabs>
        <w:spacing w:after="120"/>
      </w:pPr>
      <w:r w:rsidRPr="00D20CAE">
        <w:tab/>
      </w:r>
      <w:r w:rsidRPr="00D20CAE">
        <w:tab/>
        <w:t>A.</w:t>
      </w:r>
      <w:r w:rsidRPr="00D20CAE">
        <w:tab/>
        <w:t>UN Regulation No. 46 (Devices for indirect vision)</w:t>
      </w:r>
      <w:r w:rsidRPr="00D20CAE">
        <w:tab/>
      </w:r>
      <w:r w:rsidRPr="00D20CAE">
        <w:tab/>
      </w:r>
      <w:r w:rsidR="00BA6E92" w:rsidRPr="00D20CAE">
        <w:t>31</w:t>
      </w:r>
      <w:r w:rsidRPr="00D20CAE">
        <w:tab/>
      </w:r>
      <w:r w:rsidR="0045168E" w:rsidRPr="00D20CAE">
        <w:t>6</w:t>
      </w:r>
    </w:p>
    <w:p w14:paraId="09318BAB" w14:textId="008C6041" w:rsidR="00AC6ED9" w:rsidRPr="00D20CAE" w:rsidRDefault="00AC6ED9" w:rsidP="00AC6ED9">
      <w:pPr>
        <w:tabs>
          <w:tab w:val="right" w:pos="850"/>
          <w:tab w:val="left" w:pos="1134"/>
          <w:tab w:val="left" w:pos="1559"/>
          <w:tab w:val="left" w:pos="1984"/>
          <w:tab w:val="left" w:leader="dot" w:pos="7654"/>
          <w:tab w:val="right" w:pos="8929"/>
          <w:tab w:val="right" w:pos="9638"/>
        </w:tabs>
        <w:spacing w:after="120"/>
      </w:pPr>
      <w:r w:rsidRPr="00D20CAE">
        <w:tab/>
      </w:r>
      <w:r w:rsidRPr="00D20CAE">
        <w:tab/>
        <w:t>B.</w:t>
      </w:r>
      <w:r w:rsidRPr="00D20CAE">
        <w:tab/>
        <w:t xml:space="preserve">UN Regulation on Blind Spot Information Systems (BSIS) </w:t>
      </w:r>
      <w:r w:rsidRPr="00D20CAE">
        <w:tab/>
      </w:r>
      <w:r w:rsidRPr="00D20CAE">
        <w:tab/>
      </w:r>
      <w:r w:rsidR="00F30998" w:rsidRPr="00D20CAE">
        <w:t>32</w:t>
      </w:r>
      <w:r w:rsidR="009C4C04">
        <w:t>-</w:t>
      </w:r>
      <w:r w:rsidR="00F30998" w:rsidRPr="00D20CAE">
        <w:t>3</w:t>
      </w:r>
      <w:r w:rsidR="00D96B3C">
        <w:t>4</w:t>
      </w:r>
      <w:r w:rsidRPr="00D20CAE">
        <w:tab/>
      </w:r>
      <w:r w:rsidR="0045168E" w:rsidRPr="00D20CAE">
        <w:t>6</w:t>
      </w:r>
    </w:p>
    <w:p w14:paraId="0E07955D" w14:textId="4AC49FFD" w:rsidR="000D5B1E" w:rsidRPr="00D20CAE" w:rsidRDefault="000D5B1E" w:rsidP="000D5B1E">
      <w:pPr>
        <w:tabs>
          <w:tab w:val="right" w:pos="850"/>
          <w:tab w:val="left" w:pos="1134"/>
          <w:tab w:val="left" w:pos="1559"/>
          <w:tab w:val="left" w:pos="1984"/>
          <w:tab w:val="left" w:leader="dot" w:pos="7654"/>
          <w:tab w:val="right" w:pos="8929"/>
          <w:tab w:val="right" w:pos="9638"/>
        </w:tabs>
        <w:spacing w:after="120"/>
      </w:pPr>
      <w:r w:rsidRPr="00D20CAE">
        <w:tab/>
      </w:r>
      <w:r w:rsidR="00AC6ED9" w:rsidRPr="00D20CAE">
        <w:t>VI</w:t>
      </w:r>
      <w:r w:rsidRPr="00D20CAE">
        <w:t>.</w:t>
      </w:r>
      <w:r w:rsidRPr="00D20CAE">
        <w:tab/>
        <w:t>UN Regulation No. 58 (Rear underrun pr</w:t>
      </w:r>
      <w:r w:rsidR="00AC6ED9" w:rsidRPr="00D20CAE">
        <w:t xml:space="preserve">otective devices) (agenda item </w:t>
      </w:r>
      <w:r w:rsidR="00F30998" w:rsidRPr="00D20CAE">
        <w:t>5</w:t>
      </w:r>
      <w:r w:rsidRPr="00D20CAE">
        <w:t>)</w:t>
      </w:r>
      <w:r w:rsidRPr="00D20CAE">
        <w:tab/>
      </w:r>
      <w:r w:rsidR="005522F1" w:rsidRPr="00D20CAE">
        <w:tab/>
      </w:r>
      <w:r w:rsidR="0045168E" w:rsidRPr="00D20CAE">
        <w:t>3</w:t>
      </w:r>
      <w:r w:rsidR="00D96B3C">
        <w:t>5</w:t>
      </w:r>
      <w:r w:rsidR="00F30998" w:rsidRPr="00D20CAE">
        <w:t>-3</w:t>
      </w:r>
      <w:r w:rsidR="00D96B3C">
        <w:t>6</w:t>
      </w:r>
      <w:r w:rsidRPr="00D20CAE">
        <w:tab/>
      </w:r>
      <w:r w:rsidR="002149DE">
        <w:t>6</w:t>
      </w:r>
    </w:p>
    <w:p w14:paraId="6476C400" w14:textId="6E64D605" w:rsidR="003D2DCA" w:rsidRPr="00D20CAE" w:rsidRDefault="003D2DCA" w:rsidP="003D2DCA">
      <w:pPr>
        <w:tabs>
          <w:tab w:val="right" w:pos="850"/>
          <w:tab w:val="left" w:pos="1134"/>
          <w:tab w:val="left" w:pos="1559"/>
          <w:tab w:val="left" w:pos="1984"/>
          <w:tab w:val="left" w:leader="dot" w:pos="7654"/>
          <w:tab w:val="right" w:pos="8929"/>
          <w:tab w:val="right" w:pos="9638"/>
        </w:tabs>
        <w:spacing w:after="120"/>
      </w:pPr>
      <w:r w:rsidRPr="00D20CAE">
        <w:tab/>
        <w:t>VII.</w:t>
      </w:r>
      <w:r w:rsidRPr="00D20CAE">
        <w:tab/>
        <w:t xml:space="preserve">UN Regulation No. 66 </w:t>
      </w:r>
      <w:r w:rsidR="005E423E" w:rsidRPr="00D20CAE">
        <w:t>(Strength of superstructure (buses)) (agenda item 6)</w:t>
      </w:r>
      <w:r w:rsidRPr="00D20CAE">
        <w:tab/>
      </w:r>
      <w:r w:rsidRPr="00D20CAE">
        <w:tab/>
        <w:t>3</w:t>
      </w:r>
      <w:r w:rsidR="00D96B3C">
        <w:t>7</w:t>
      </w:r>
      <w:r w:rsidRPr="00D20CAE">
        <w:t>-3</w:t>
      </w:r>
      <w:r w:rsidR="00D96B3C">
        <w:t>9</w:t>
      </w:r>
      <w:r w:rsidRPr="00D20CAE">
        <w:tab/>
        <w:t>7</w:t>
      </w:r>
    </w:p>
    <w:p w14:paraId="2EF3DB23" w14:textId="5141DAEE" w:rsidR="000D5B1E" w:rsidRPr="00D20CAE" w:rsidRDefault="000D5B1E" w:rsidP="000D5B1E">
      <w:pPr>
        <w:tabs>
          <w:tab w:val="right" w:pos="850"/>
          <w:tab w:val="left" w:pos="1134"/>
          <w:tab w:val="left" w:pos="1559"/>
          <w:tab w:val="left" w:pos="1984"/>
          <w:tab w:val="left" w:leader="dot" w:pos="7654"/>
          <w:tab w:val="right" w:pos="8929"/>
          <w:tab w:val="right" w:pos="9638"/>
        </w:tabs>
        <w:spacing w:after="120"/>
      </w:pPr>
      <w:r w:rsidRPr="00D20CAE">
        <w:tab/>
      </w:r>
      <w:r w:rsidR="005E423E" w:rsidRPr="00D20CAE">
        <w:t>VIII</w:t>
      </w:r>
      <w:r w:rsidRPr="00D20CAE">
        <w:t>.</w:t>
      </w:r>
      <w:r w:rsidRPr="00D20CAE">
        <w:tab/>
        <w:t xml:space="preserve">Amendments to gas-fuelled vehicle regulations (agenda item </w:t>
      </w:r>
      <w:r w:rsidR="005E423E" w:rsidRPr="00D20CAE">
        <w:t>7</w:t>
      </w:r>
      <w:r w:rsidRPr="00D20CAE">
        <w:t>)</w:t>
      </w:r>
      <w:r w:rsidRPr="00D20CAE">
        <w:tab/>
      </w:r>
      <w:r w:rsidRPr="00D20CAE">
        <w:tab/>
      </w:r>
      <w:r w:rsidR="00D96B3C">
        <w:t>40</w:t>
      </w:r>
      <w:r w:rsidR="009C4C04">
        <w:t>-</w:t>
      </w:r>
      <w:r w:rsidR="005E423E" w:rsidRPr="00D20CAE">
        <w:t>4</w:t>
      </w:r>
      <w:r w:rsidR="00D96B3C">
        <w:t>7</w:t>
      </w:r>
      <w:r w:rsidRPr="00D20CAE">
        <w:tab/>
      </w:r>
      <w:r w:rsidR="0045168E" w:rsidRPr="00D20CAE">
        <w:t>7</w:t>
      </w:r>
    </w:p>
    <w:p w14:paraId="5C2A89E2" w14:textId="3BF1ACE5" w:rsidR="000D5B1E" w:rsidRPr="00D20CAE" w:rsidRDefault="000D5B1E" w:rsidP="000D5B1E">
      <w:pPr>
        <w:tabs>
          <w:tab w:val="right" w:pos="850"/>
          <w:tab w:val="left" w:pos="1134"/>
          <w:tab w:val="left" w:pos="1559"/>
          <w:tab w:val="left" w:pos="1984"/>
          <w:tab w:val="left" w:leader="dot" w:pos="7654"/>
          <w:tab w:val="right" w:pos="8929"/>
          <w:tab w:val="right" w:pos="9638"/>
        </w:tabs>
        <w:spacing w:after="120"/>
      </w:pPr>
      <w:r w:rsidRPr="00D20CAE">
        <w:tab/>
      </w:r>
      <w:r w:rsidRPr="00D20CAE">
        <w:tab/>
        <w:t>A.</w:t>
      </w:r>
      <w:r w:rsidRPr="00D20CAE">
        <w:tab/>
        <w:t>UN Regulation No. 67 (LPG vehicles)</w:t>
      </w:r>
      <w:r w:rsidRPr="00D20CAE">
        <w:tab/>
      </w:r>
      <w:r w:rsidRPr="00D20CAE">
        <w:tab/>
      </w:r>
      <w:r w:rsidR="00D96B3C">
        <w:t>40</w:t>
      </w:r>
      <w:r w:rsidR="009A512C" w:rsidRPr="00D20CAE">
        <w:t>-4</w:t>
      </w:r>
      <w:r w:rsidR="00D96B3C">
        <w:t>3</w:t>
      </w:r>
      <w:r w:rsidRPr="00D20CAE">
        <w:tab/>
      </w:r>
      <w:r w:rsidR="0045168E" w:rsidRPr="00D20CAE">
        <w:t>7</w:t>
      </w:r>
    </w:p>
    <w:p w14:paraId="66F87778" w14:textId="72AA92DE" w:rsidR="000D5B1E" w:rsidRPr="00D20CAE" w:rsidRDefault="000D5B1E" w:rsidP="000D5B1E">
      <w:pPr>
        <w:tabs>
          <w:tab w:val="right" w:pos="850"/>
          <w:tab w:val="left" w:pos="1134"/>
          <w:tab w:val="left" w:pos="1559"/>
          <w:tab w:val="left" w:pos="1984"/>
          <w:tab w:val="left" w:leader="dot" w:pos="7654"/>
          <w:tab w:val="right" w:pos="8929"/>
          <w:tab w:val="right" w:pos="9638"/>
        </w:tabs>
        <w:spacing w:after="120"/>
      </w:pPr>
      <w:r w:rsidRPr="00D20CAE">
        <w:tab/>
      </w:r>
      <w:r w:rsidRPr="00D20CAE">
        <w:tab/>
        <w:t>B.</w:t>
      </w:r>
      <w:r w:rsidRPr="00D20CAE">
        <w:tab/>
        <w:t>UN Regulation No. 110 (CNG and LNG vehicles)</w:t>
      </w:r>
      <w:r w:rsidRPr="00D20CAE">
        <w:tab/>
      </w:r>
      <w:r w:rsidRPr="00D20CAE">
        <w:tab/>
      </w:r>
      <w:r w:rsidR="009A512C" w:rsidRPr="00D20CAE">
        <w:t>4</w:t>
      </w:r>
      <w:r w:rsidR="00D96B3C">
        <w:t>4</w:t>
      </w:r>
      <w:r w:rsidR="009A512C" w:rsidRPr="00D20CAE">
        <w:t>-4</w:t>
      </w:r>
      <w:r w:rsidR="00D96B3C">
        <w:t>7</w:t>
      </w:r>
      <w:r w:rsidRPr="00D20CAE">
        <w:tab/>
      </w:r>
      <w:r w:rsidR="00753F86">
        <w:t>7</w:t>
      </w:r>
    </w:p>
    <w:p w14:paraId="650C24A9" w14:textId="3BA5DFD4" w:rsidR="000D5B1E" w:rsidRPr="00D20CAE" w:rsidRDefault="000D5B1E" w:rsidP="000D5B1E">
      <w:pPr>
        <w:tabs>
          <w:tab w:val="right" w:pos="850"/>
          <w:tab w:val="left" w:pos="1134"/>
          <w:tab w:val="left" w:pos="1559"/>
          <w:tab w:val="left" w:pos="1984"/>
          <w:tab w:val="left" w:leader="dot" w:pos="7654"/>
          <w:tab w:val="right" w:pos="8929"/>
          <w:tab w:val="right" w:pos="9638"/>
        </w:tabs>
        <w:spacing w:after="120"/>
      </w:pPr>
      <w:r w:rsidRPr="00D20CAE">
        <w:tab/>
      </w:r>
      <w:r w:rsidR="009A512C" w:rsidRPr="00D20CAE">
        <w:t>I</w:t>
      </w:r>
      <w:r w:rsidRPr="00D20CAE">
        <w:t>X.</w:t>
      </w:r>
      <w:r w:rsidRPr="00D20CAE">
        <w:tab/>
        <w:t xml:space="preserve">UN Regulation No. 93 (Front underrun protection) (agenda item </w:t>
      </w:r>
      <w:r w:rsidR="009A512C" w:rsidRPr="00D20CAE">
        <w:t>8</w:t>
      </w:r>
      <w:r w:rsidRPr="00D20CAE">
        <w:t>)</w:t>
      </w:r>
      <w:r w:rsidRPr="00D20CAE">
        <w:tab/>
      </w:r>
      <w:r w:rsidRPr="00D20CAE">
        <w:tab/>
      </w:r>
      <w:r w:rsidR="009A512C" w:rsidRPr="00D20CAE">
        <w:t>4</w:t>
      </w:r>
      <w:r w:rsidR="00D96B3C">
        <w:t>8</w:t>
      </w:r>
      <w:r w:rsidR="00681703">
        <w:t>-</w:t>
      </w:r>
      <w:r w:rsidR="009A512C" w:rsidRPr="00D20CAE">
        <w:t>4</w:t>
      </w:r>
      <w:r w:rsidR="00D96B3C">
        <w:t>9</w:t>
      </w:r>
      <w:r w:rsidRPr="00D20CAE">
        <w:tab/>
      </w:r>
      <w:r w:rsidR="009A512C" w:rsidRPr="00D20CAE">
        <w:t>8</w:t>
      </w:r>
    </w:p>
    <w:p w14:paraId="1DE76115" w14:textId="18C91061" w:rsidR="000D5B1E" w:rsidRPr="00D20CAE" w:rsidRDefault="000D5B1E" w:rsidP="000D5B1E">
      <w:pPr>
        <w:tabs>
          <w:tab w:val="right" w:pos="850"/>
          <w:tab w:val="left" w:pos="1134"/>
          <w:tab w:val="left" w:pos="1559"/>
          <w:tab w:val="left" w:pos="1984"/>
          <w:tab w:val="left" w:leader="dot" w:pos="7654"/>
          <w:tab w:val="right" w:pos="8929"/>
          <w:tab w:val="right" w:pos="9638"/>
        </w:tabs>
        <w:spacing w:after="120"/>
      </w:pPr>
      <w:r w:rsidRPr="00D20CAE">
        <w:tab/>
        <w:t>X.</w:t>
      </w:r>
      <w:r w:rsidRPr="00D20CAE">
        <w:tab/>
        <w:t xml:space="preserve">UN Regulation No. 116 (Anti-theft and alarm systems) (agenda item </w:t>
      </w:r>
      <w:r w:rsidR="00D3641B" w:rsidRPr="00D20CAE">
        <w:t>9</w:t>
      </w:r>
      <w:r w:rsidRPr="00D20CAE">
        <w:t>)</w:t>
      </w:r>
      <w:r w:rsidRPr="00D20CAE">
        <w:tab/>
      </w:r>
      <w:r w:rsidRPr="00D20CAE">
        <w:tab/>
      </w:r>
      <w:r w:rsidR="00D96B3C">
        <w:t>50</w:t>
      </w:r>
      <w:r w:rsidR="00681703">
        <w:t>-</w:t>
      </w:r>
      <w:r w:rsidR="00D20CAE" w:rsidRPr="00D20CAE">
        <w:t>5</w:t>
      </w:r>
      <w:r w:rsidR="00D96B3C">
        <w:t>3</w:t>
      </w:r>
      <w:r w:rsidRPr="00D20CAE">
        <w:tab/>
      </w:r>
      <w:r w:rsidR="00D3641B" w:rsidRPr="00D20CAE">
        <w:t>8</w:t>
      </w:r>
    </w:p>
    <w:p w14:paraId="498C2CE5" w14:textId="7FF7B489" w:rsidR="00021ECC" w:rsidRPr="00D20CAE" w:rsidRDefault="00021ECC" w:rsidP="000D5B1E">
      <w:pPr>
        <w:tabs>
          <w:tab w:val="right" w:pos="850"/>
          <w:tab w:val="left" w:pos="1134"/>
          <w:tab w:val="left" w:pos="1559"/>
          <w:tab w:val="left" w:pos="1984"/>
          <w:tab w:val="left" w:leader="dot" w:pos="7654"/>
          <w:tab w:val="right" w:pos="8929"/>
          <w:tab w:val="right" w:pos="9638"/>
        </w:tabs>
        <w:spacing w:after="120"/>
      </w:pPr>
      <w:r w:rsidRPr="00D20CAE">
        <w:tab/>
        <w:t>XI.</w:t>
      </w:r>
      <w:r w:rsidRPr="00D20CAE">
        <w:tab/>
        <w:t>UN Regulation No. 125 (Forward field Vision of Drivers) (agenda item 1</w:t>
      </w:r>
      <w:r w:rsidR="00D20CAE" w:rsidRPr="00D20CAE">
        <w:t>0</w:t>
      </w:r>
      <w:r w:rsidRPr="00D20CAE">
        <w:t>)</w:t>
      </w:r>
      <w:r w:rsidRPr="00D20CAE">
        <w:tab/>
      </w:r>
      <w:r w:rsidRPr="00D20CAE">
        <w:tab/>
      </w:r>
      <w:r w:rsidR="00D20CAE" w:rsidRPr="00D20CAE">
        <w:t>5</w:t>
      </w:r>
      <w:r w:rsidR="00D96B3C">
        <w:t>4</w:t>
      </w:r>
      <w:r w:rsidR="00681703">
        <w:t>-</w:t>
      </w:r>
      <w:r w:rsidR="00D20CAE" w:rsidRPr="00D20CAE">
        <w:t>5</w:t>
      </w:r>
      <w:r w:rsidR="00D96B3C">
        <w:t>9</w:t>
      </w:r>
      <w:r w:rsidRPr="00D20CAE">
        <w:tab/>
      </w:r>
      <w:r w:rsidR="00D20CAE" w:rsidRPr="00D20CAE">
        <w:t>9</w:t>
      </w:r>
    </w:p>
    <w:p w14:paraId="597D4AF5" w14:textId="028A19DC" w:rsidR="00021ECC" w:rsidRPr="00550A10" w:rsidRDefault="00021ECC" w:rsidP="00AA2E4C">
      <w:pPr>
        <w:tabs>
          <w:tab w:val="right" w:pos="850"/>
          <w:tab w:val="left" w:pos="1134"/>
          <w:tab w:val="left" w:pos="1559"/>
          <w:tab w:val="left" w:pos="1984"/>
          <w:tab w:val="left" w:leader="dot" w:pos="7654"/>
          <w:tab w:val="right" w:pos="8929"/>
          <w:tab w:val="right" w:pos="9638"/>
        </w:tabs>
        <w:spacing w:after="120"/>
        <w:ind w:left="1130" w:hanging="1130"/>
      </w:pPr>
      <w:r w:rsidRPr="00550A10">
        <w:lastRenderedPageBreak/>
        <w:tab/>
        <w:t>XI</w:t>
      </w:r>
      <w:r w:rsidR="00496CAF" w:rsidRPr="00550A10">
        <w:t>I</w:t>
      </w:r>
      <w:r w:rsidRPr="00550A10">
        <w:t>.</w:t>
      </w:r>
      <w:r w:rsidRPr="00550A10">
        <w:tab/>
        <w:t xml:space="preserve">UN Regulation No. 0 (International Whole Vehicle Type Approval) </w:t>
      </w:r>
      <w:r w:rsidR="00AA2E4C">
        <w:br/>
      </w:r>
      <w:r w:rsidRPr="00550A10">
        <w:t>(agenda item 1</w:t>
      </w:r>
      <w:r w:rsidR="00496CAF" w:rsidRPr="00550A10">
        <w:t>1</w:t>
      </w:r>
      <w:r w:rsidRPr="00550A10">
        <w:t>)</w:t>
      </w:r>
      <w:r w:rsidRPr="00550A10">
        <w:tab/>
      </w:r>
      <w:r w:rsidR="00AA2E4C">
        <w:tab/>
      </w:r>
      <w:r w:rsidR="00D96B3C">
        <w:t>60</w:t>
      </w:r>
      <w:r w:rsidRPr="00550A10">
        <w:tab/>
      </w:r>
      <w:r w:rsidR="002149DE">
        <w:t>9</w:t>
      </w:r>
    </w:p>
    <w:p w14:paraId="0CB0E1F6" w14:textId="5BBE5D50" w:rsidR="00021ECC" w:rsidRPr="00550A10" w:rsidRDefault="00021ECC" w:rsidP="00021ECC">
      <w:pPr>
        <w:tabs>
          <w:tab w:val="right" w:pos="850"/>
          <w:tab w:val="left" w:pos="1134"/>
          <w:tab w:val="left" w:pos="1559"/>
          <w:tab w:val="left" w:pos="1984"/>
          <w:tab w:val="left" w:leader="dot" w:pos="7654"/>
          <w:tab w:val="right" w:pos="8929"/>
          <w:tab w:val="right" w:pos="9638"/>
        </w:tabs>
        <w:spacing w:after="120"/>
      </w:pPr>
      <w:r w:rsidRPr="00550A10">
        <w:tab/>
        <w:t>X</w:t>
      </w:r>
      <w:r w:rsidR="00496CAF" w:rsidRPr="00550A10">
        <w:t>III</w:t>
      </w:r>
      <w:r w:rsidRPr="00550A10">
        <w:t>.</w:t>
      </w:r>
      <w:r w:rsidRPr="00550A10">
        <w:tab/>
        <w:t>Consolidated Resolution on the construction of vehicles (R.E.3) (agenda item 1</w:t>
      </w:r>
      <w:r w:rsidR="00496CAF" w:rsidRPr="00550A10">
        <w:t>2</w:t>
      </w:r>
      <w:r w:rsidRPr="00550A10">
        <w:t>)</w:t>
      </w:r>
      <w:r w:rsidRPr="00550A10">
        <w:tab/>
      </w:r>
      <w:r w:rsidR="00496CAF" w:rsidRPr="00550A10">
        <w:t>6</w:t>
      </w:r>
      <w:r w:rsidR="00D96B3C">
        <w:t>1</w:t>
      </w:r>
      <w:r w:rsidR="00681703">
        <w:t>-</w:t>
      </w:r>
      <w:r w:rsidR="00496CAF" w:rsidRPr="00550A10">
        <w:t>6</w:t>
      </w:r>
      <w:r w:rsidR="00D96B3C">
        <w:t>8</w:t>
      </w:r>
      <w:r w:rsidRPr="00550A10">
        <w:tab/>
      </w:r>
      <w:r w:rsidR="002149DE">
        <w:t>9</w:t>
      </w:r>
    </w:p>
    <w:p w14:paraId="78D94CA4" w14:textId="5DDA5256" w:rsidR="00021ECC" w:rsidRPr="00550A10" w:rsidRDefault="00021ECC" w:rsidP="00021ECC">
      <w:pPr>
        <w:tabs>
          <w:tab w:val="right" w:pos="850"/>
          <w:tab w:val="left" w:pos="1134"/>
          <w:tab w:val="left" w:pos="1559"/>
          <w:tab w:val="left" w:pos="1984"/>
          <w:tab w:val="left" w:leader="dot" w:pos="7654"/>
          <w:tab w:val="right" w:pos="8929"/>
          <w:tab w:val="right" w:pos="9638"/>
        </w:tabs>
        <w:spacing w:after="120"/>
      </w:pPr>
      <w:r w:rsidRPr="00550A10">
        <w:tab/>
        <w:t>X</w:t>
      </w:r>
      <w:r w:rsidR="00496CAF" w:rsidRPr="00550A10">
        <w:t>I</w:t>
      </w:r>
      <w:r w:rsidRPr="00550A10">
        <w:t>V.</w:t>
      </w:r>
      <w:r w:rsidRPr="00550A10">
        <w:tab/>
        <w:t>Event data recorder (agenda item 1</w:t>
      </w:r>
      <w:r w:rsidR="00496CAF" w:rsidRPr="00550A10">
        <w:t>3</w:t>
      </w:r>
      <w:r w:rsidRPr="00550A10">
        <w:t>)</w:t>
      </w:r>
      <w:r w:rsidRPr="00550A10">
        <w:tab/>
      </w:r>
      <w:r w:rsidRPr="00550A10">
        <w:tab/>
      </w:r>
      <w:r w:rsidR="00496CAF" w:rsidRPr="00550A10">
        <w:t>6</w:t>
      </w:r>
      <w:r w:rsidR="00D96B3C">
        <w:t>9</w:t>
      </w:r>
      <w:r w:rsidR="00681703">
        <w:t>-</w:t>
      </w:r>
      <w:r w:rsidR="00496CAF" w:rsidRPr="00550A10">
        <w:t>7</w:t>
      </w:r>
      <w:r w:rsidR="00D96B3C">
        <w:t>3</w:t>
      </w:r>
      <w:r w:rsidRPr="00550A10">
        <w:tab/>
      </w:r>
      <w:r w:rsidR="00EE05A8" w:rsidRPr="00550A10">
        <w:t>1</w:t>
      </w:r>
      <w:r w:rsidR="00496CAF" w:rsidRPr="00550A10">
        <w:t>1</w:t>
      </w:r>
    </w:p>
    <w:p w14:paraId="435E2B36" w14:textId="1D5485D3" w:rsidR="00021ECC" w:rsidRPr="00550A10" w:rsidRDefault="00021ECC" w:rsidP="00021ECC">
      <w:pPr>
        <w:tabs>
          <w:tab w:val="right" w:pos="850"/>
          <w:tab w:val="left" w:pos="1134"/>
          <w:tab w:val="left" w:pos="1559"/>
          <w:tab w:val="left" w:pos="1984"/>
          <w:tab w:val="left" w:leader="dot" w:pos="7654"/>
          <w:tab w:val="right" w:pos="8929"/>
          <w:tab w:val="right" w:pos="9638"/>
        </w:tabs>
        <w:spacing w:after="120"/>
      </w:pPr>
      <w:r w:rsidRPr="00550A10">
        <w:tab/>
        <w:t>XV.</w:t>
      </w:r>
      <w:r w:rsidRPr="00550A10">
        <w:tab/>
        <w:t>Exchange of views on Vehicle Automation (agenda item 1</w:t>
      </w:r>
      <w:r w:rsidR="00496CAF" w:rsidRPr="00550A10">
        <w:t>4</w:t>
      </w:r>
      <w:r w:rsidRPr="00550A10">
        <w:t>)</w:t>
      </w:r>
      <w:r w:rsidRPr="00550A10">
        <w:tab/>
      </w:r>
      <w:r w:rsidRPr="00550A10">
        <w:tab/>
      </w:r>
      <w:r w:rsidR="00496CAF" w:rsidRPr="00550A10">
        <w:t>7</w:t>
      </w:r>
      <w:r w:rsidR="00D96B3C">
        <w:t>4</w:t>
      </w:r>
      <w:r w:rsidR="00681703">
        <w:t>-</w:t>
      </w:r>
      <w:r w:rsidR="00496CAF" w:rsidRPr="00550A10">
        <w:t>7</w:t>
      </w:r>
      <w:r w:rsidR="00D96B3C">
        <w:t>8</w:t>
      </w:r>
      <w:r w:rsidRPr="00550A10">
        <w:tab/>
      </w:r>
      <w:r w:rsidR="00C15CEB" w:rsidRPr="00550A10">
        <w:t>1</w:t>
      </w:r>
      <w:r w:rsidR="002149DE">
        <w:t>1</w:t>
      </w:r>
    </w:p>
    <w:p w14:paraId="55BDAA90" w14:textId="0C04DDC7" w:rsidR="00496CAF" w:rsidRPr="00550A10" w:rsidRDefault="00496CAF" w:rsidP="00496CAF">
      <w:pPr>
        <w:tabs>
          <w:tab w:val="right" w:pos="850"/>
          <w:tab w:val="left" w:pos="1134"/>
          <w:tab w:val="left" w:pos="1559"/>
          <w:tab w:val="left" w:pos="1984"/>
          <w:tab w:val="left" w:leader="dot" w:pos="7654"/>
          <w:tab w:val="right" w:pos="8929"/>
          <w:tab w:val="right" w:pos="9638"/>
        </w:tabs>
        <w:spacing w:after="120"/>
      </w:pPr>
      <w:r w:rsidRPr="00550A10">
        <w:tab/>
        <w:t>XVI.</w:t>
      </w:r>
      <w:r w:rsidRPr="00550A10">
        <w:tab/>
        <w:t>Election of officers (agenda item 15)</w:t>
      </w:r>
      <w:r w:rsidRPr="00550A10">
        <w:tab/>
      </w:r>
      <w:r w:rsidRPr="00550A10">
        <w:tab/>
        <w:t>7</w:t>
      </w:r>
      <w:r w:rsidR="00D96B3C">
        <w:t>9</w:t>
      </w:r>
      <w:r w:rsidRPr="00550A10">
        <w:tab/>
        <w:t>12</w:t>
      </w:r>
    </w:p>
    <w:p w14:paraId="0B853D52" w14:textId="3965FDD2" w:rsidR="00021ECC" w:rsidRPr="00550A10" w:rsidRDefault="00021ECC" w:rsidP="00021ECC">
      <w:pPr>
        <w:tabs>
          <w:tab w:val="right" w:pos="850"/>
          <w:tab w:val="left" w:pos="1134"/>
          <w:tab w:val="left" w:pos="1559"/>
          <w:tab w:val="left" w:pos="1984"/>
          <w:tab w:val="left" w:leader="dot" w:pos="7654"/>
          <w:tab w:val="right" w:pos="8929"/>
          <w:tab w:val="right" w:pos="9638"/>
        </w:tabs>
        <w:spacing w:after="120"/>
      </w:pPr>
      <w:r w:rsidRPr="00550A10">
        <w:tab/>
        <w:t>XVII.</w:t>
      </w:r>
      <w:r w:rsidRPr="00550A10">
        <w:tab/>
        <w:t>Other business (agenda item 17)</w:t>
      </w:r>
      <w:r w:rsidRPr="00550A10">
        <w:tab/>
      </w:r>
      <w:r w:rsidRPr="00550A10">
        <w:tab/>
      </w:r>
      <w:r w:rsidR="00D96B3C">
        <w:t>80</w:t>
      </w:r>
      <w:r w:rsidR="00496CAF" w:rsidRPr="00550A10">
        <w:t>-8</w:t>
      </w:r>
      <w:r w:rsidR="00D96B3C">
        <w:t>1</w:t>
      </w:r>
      <w:r w:rsidRPr="00550A10">
        <w:tab/>
      </w:r>
      <w:r w:rsidR="00EE05A8" w:rsidRPr="00550A10">
        <w:t>1</w:t>
      </w:r>
      <w:r w:rsidR="002149DE">
        <w:t>2</w:t>
      </w:r>
    </w:p>
    <w:p w14:paraId="31968AA2" w14:textId="2E651077" w:rsidR="0045168E" w:rsidRPr="00550A10" w:rsidRDefault="0045168E" w:rsidP="0045168E">
      <w:pPr>
        <w:tabs>
          <w:tab w:val="right" w:pos="850"/>
          <w:tab w:val="left" w:pos="1134"/>
          <w:tab w:val="left" w:pos="1559"/>
          <w:tab w:val="left" w:pos="1984"/>
          <w:tab w:val="left" w:leader="dot" w:pos="7654"/>
          <w:tab w:val="right" w:pos="8929"/>
          <w:tab w:val="right" w:pos="9638"/>
        </w:tabs>
        <w:spacing w:after="120"/>
      </w:pPr>
      <w:r w:rsidRPr="00550A10">
        <w:tab/>
      </w:r>
      <w:r w:rsidRPr="00550A10">
        <w:tab/>
        <w:t>A.</w:t>
      </w:r>
      <w:r w:rsidRPr="00550A10">
        <w:tab/>
        <w:t xml:space="preserve">UN Regulation No. </w:t>
      </w:r>
      <w:r w:rsidR="00496CAF" w:rsidRPr="00550A10">
        <w:t xml:space="preserve">39 </w:t>
      </w:r>
      <w:r w:rsidR="00576AA1" w:rsidRPr="00550A10">
        <w:t>(</w:t>
      </w:r>
      <w:r w:rsidR="00550A10" w:rsidRPr="00550A10">
        <w:t>Speedometer and odometer</w:t>
      </w:r>
      <w:r w:rsidRPr="00550A10">
        <w:t>)</w:t>
      </w:r>
      <w:r w:rsidRPr="00550A10">
        <w:tab/>
      </w:r>
      <w:r w:rsidRPr="00550A10">
        <w:tab/>
      </w:r>
      <w:r w:rsidR="00D96B3C">
        <w:t>80</w:t>
      </w:r>
      <w:r w:rsidRPr="00550A10">
        <w:tab/>
      </w:r>
      <w:r w:rsidR="00EE05A8" w:rsidRPr="00550A10">
        <w:t>1</w:t>
      </w:r>
      <w:r w:rsidR="002149DE">
        <w:t>2</w:t>
      </w:r>
    </w:p>
    <w:p w14:paraId="0B6D8E69" w14:textId="78877EB0" w:rsidR="000D5B1E" w:rsidRPr="001E0BA4" w:rsidRDefault="00550A10" w:rsidP="000D5B1E">
      <w:pPr>
        <w:tabs>
          <w:tab w:val="right" w:pos="850"/>
          <w:tab w:val="left" w:pos="1134"/>
          <w:tab w:val="left" w:pos="1559"/>
          <w:tab w:val="left" w:pos="1984"/>
          <w:tab w:val="left" w:leader="dot" w:pos="7654"/>
          <w:tab w:val="right" w:pos="8929"/>
          <w:tab w:val="right" w:pos="9638"/>
        </w:tabs>
        <w:spacing w:after="120"/>
      </w:pPr>
      <w:r w:rsidRPr="001E0BA4">
        <w:tab/>
      </w:r>
      <w:r w:rsidRPr="001E0BA4">
        <w:tab/>
        <w:t>B.</w:t>
      </w:r>
      <w:r w:rsidRPr="001E0BA4">
        <w:tab/>
      </w:r>
      <w:r w:rsidR="001E0BA4" w:rsidRPr="001E0BA4">
        <w:t>Update of the UNECE Road Map on Intelligent Transport Systems (ITS)</w:t>
      </w:r>
      <w:r w:rsidR="001E0BA4" w:rsidRPr="001E0BA4">
        <w:tab/>
      </w:r>
      <w:r w:rsidR="001E0BA4" w:rsidRPr="001E0BA4">
        <w:tab/>
        <w:t>8</w:t>
      </w:r>
      <w:r w:rsidR="00D96B3C">
        <w:t>1</w:t>
      </w:r>
      <w:r w:rsidR="001E0BA4" w:rsidRPr="001E0BA4">
        <w:tab/>
        <w:t>1</w:t>
      </w:r>
      <w:r w:rsidR="002149DE">
        <w:t>2</w:t>
      </w:r>
    </w:p>
    <w:p w14:paraId="04FD1236" w14:textId="77777777" w:rsidR="000D5B1E" w:rsidRPr="001E0BA4" w:rsidRDefault="000D5B1E" w:rsidP="000D5B1E">
      <w:pPr>
        <w:tabs>
          <w:tab w:val="right" w:pos="850"/>
          <w:tab w:val="left" w:pos="1134"/>
          <w:tab w:val="left" w:pos="1559"/>
          <w:tab w:val="left" w:pos="1984"/>
          <w:tab w:val="left" w:leader="dot" w:pos="7654"/>
          <w:tab w:val="right" w:pos="8929"/>
          <w:tab w:val="right" w:pos="9638"/>
        </w:tabs>
        <w:spacing w:after="120"/>
      </w:pPr>
      <w:r w:rsidRPr="001E0BA4">
        <w:t>Annexes</w:t>
      </w:r>
    </w:p>
    <w:p w14:paraId="7BB060B4" w14:textId="7D753FE8" w:rsidR="000D5B1E" w:rsidRPr="001E0BA4" w:rsidRDefault="000D5B1E" w:rsidP="000D5B1E">
      <w:pPr>
        <w:tabs>
          <w:tab w:val="right" w:pos="850"/>
          <w:tab w:val="left" w:pos="1134"/>
          <w:tab w:val="left" w:pos="1559"/>
          <w:tab w:val="left" w:pos="1984"/>
          <w:tab w:val="left" w:leader="dot" w:pos="7654"/>
          <w:tab w:val="right" w:pos="8929"/>
          <w:tab w:val="right" w:pos="9638"/>
        </w:tabs>
        <w:spacing w:after="120"/>
      </w:pPr>
      <w:r w:rsidRPr="001E0BA4">
        <w:tab/>
        <w:t>I.</w:t>
      </w:r>
      <w:r w:rsidRPr="001E0BA4">
        <w:tab/>
        <w:t>List of informal documents considered during the session</w:t>
      </w:r>
      <w:r w:rsidRPr="001E0BA4">
        <w:tab/>
      </w:r>
      <w:r w:rsidRPr="001E0BA4">
        <w:tab/>
      </w:r>
      <w:r w:rsidR="00732BEE" w:rsidRPr="001E0BA4">
        <w:tab/>
      </w:r>
      <w:r w:rsidR="001E0BA4" w:rsidRPr="001E0BA4">
        <w:t>1</w:t>
      </w:r>
      <w:r w:rsidR="002149DE">
        <w:t>3</w:t>
      </w:r>
    </w:p>
    <w:p w14:paraId="5BA431D8" w14:textId="24A47771" w:rsidR="000D5B1E" w:rsidRPr="001E0BA4" w:rsidRDefault="000D5B1E" w:rsidP="000D5B1E">
      <w:pPr>
        <w:tabs>
          <w:tab w:val="right" w:pos="850"/>
          <w:tab w:val="left" w:pos="1134"/>
          <w:tab w:val="left" w:pos="1559"/>
          <w:tab w:val="left" w:pos="1984"/>
          <w:tab w:val="left" w:leader="dot" w:pos="7654"/>
          <w:tab w:val="right" w:pos="8929"/>
          <w:tab w:val="right" w:pos="9638"/>
        </w:tabs>
        <w:spacing w:after="120"/>
      </w:pPr>
      <w:r w:rsidRPr="001E0BA4">
        <w:tab/>
        <w:t>II.</w:t>
      </w:r>
      <w:r w:rsidRPr="001E0BA4">
        <w:tab/>
        <w:t>GRSG informal working groups</w:t>
      </w:r>
      <w:r w:rsidRPr="001E0BA4">
        <w:tab/>
      </w:r>
      <w:r w:rsidRPr="001E0BA4">
        <w:tab/>
      </w:r>
      <w:r w:rsidR="00732BEE" w:rsidRPr="001E0BA4">
        <w:tab/>
      </w:r>
      <w:r w:rsidR="00EE05A8" w:rsidRPr="001E0BA4">
        <w:t>1</w:t>
      </w:r>
      <w:r w:rsidR="002149DE">
        <w:t>5</w:t>
      </w:r>
    </w:p>
    <w:p w14:paraId="58F80C14" w14:textId="05D6BBB6" w:rsidR="00635A46" w:rsidRPr="00635EE6" w:rsidRDefault="00144922" w:rsidP="000D5B1E">
      <w:pPr>
        <w:tabs>
          <w:tab w:val="right" w:pos="850"/>
          <w:tab w:val="left" w:pos="1134"/>
          <w:tab w:val="left" w:pos="1559"/>
          <w:tab w:val="left" w:pos="1984"/>
          <w:tab w:val="left" w:leader="dot" w:pos="7654"/>
          <w:tab w:val="right" w:pos="8929"/>
          <w:tab w:val="right" w:pos="9638"/>
        </w:tabs>
        <w:spacing w:after="120"/>
      </w:pPr>
      <w:r w:rsidRPr="001E0BA4">
        <w:tab/>
        <w:t>III.</w:t>
      </w:r>
      <w:r w:rsidRPr="001E0BA4">
        <w:tab/>
        <w:t>Decisions adopted under silence procedure ………………………………………</w:t>
      </w:r>
      <w:r w:rsidRPr="001E0BA4">
        <w:tab/>
      </w:r>
      <w:r w:rsidRPr="001E0BA4">
        <w:tab/>
      </w:r>
      <w:r w:rsidRPr="001E0BA4">
        <w:tab/>
        <w:t>1</w:t>
      </w:r>
      <w:r w:rsidR="009A7172">
        <w:t>6</w:t>
      </w:r>
    </w:p>
    <w:bookmarkEnd w:id="2"/>
    <w:p w14:paraId="1AFBB0EA" w14:textId="77777777" w:rsidR="002C00F5" w:rsidRPr="00635EE6" w:rsidRDefault="002C00F5" w:rsidP="00911BD1">
      <w:pPr>
        <w:pStyle w:val="HChG"/>
      </w:pPr>
      <w:r w:rsidRPr="00635EE6">
        <w:br w:type="page"/>
      </w:r>
      <w:r w:rsidR="000E7032" w:rsidRPr="00635EE6">
        <w:lastRenderedPageBreak/>
        <w:tab/>
      </w:r>
      <w:r w:rsidRPr="00635EE6">
        <w:t>I.</w:t>
      </w:r>
      <w:r w:rsidRPr="00635EE6">
        <w:tab/>
      </w:r>
      <w:r w:rsidR="001C7B84" w:rsidRPr="00635EE6">
        <w:t>Attendance</w:t>
      </w:r>
    </w:p>
    <w:p w14:paraId="44BEC99D" w14:textId="57C7114F" w:rsidR="00590B88" w:rsidRPr="00635EE6" w:rsidRDefault="00EF65FB" w:rsidP="00021ECC">
      <w:pPr>
        <w:pStyle w:val="SingleTxtG"/>
      </w:pPr>
      <w:r w:rsidRPr="00635EE6">
        <w:t>1.</w:t>
      </w:r>
      <w:r w:rsidRPr="00635EE6">
        <w:tab/>
        <w:t xml:space="preserve">The Working Party on General Safety Provisions (GRSG) </w:t>
      </w:r>
      <w:r w:rsidR="00A52316" w:rsidRPr="00635EE6">
        <w:t>met</w:t>
      </w:r>
      <w:r w:rsidRPr="00635EE6">
        <w:t xml:space="preserve"> from </w:t>
      </w:r>
      <w:r w:rsidR="002626B6" w:rsidRPr="00635EE6">
        <w:t>6</w:t>
      </w:r>
      <w:r w:rsidR="00E521C6" w:rsidRPr="00635EE6">
        <w:t xml:space="preserve"> </w:t>
      </w:r>
      <w:r w:rsidR="00EF1F11" w:rsidRPr="00635EE6">
        <w:t xml:space="preserve">to </w:t>
      </w:r>
      <w:r w:rsidR="002626B6" w:rsidRPr="00635EE6">
        <w:t>9</w:t>
      </w:r>
      <w:r w:rsidR="00E521C6" w:rsidRPr="00635EE6">
        <w:t xml:space="preserve"> </w:t>
      </w:r>
      <w:r w:rsidR="002626B6" w:rsidRPr="00635EE6">
        <w:t>October</w:t>
      </w:r>
      <w:r w:rsidRPr="00635EE6">
        <w:t xml:space="preserve"> 20</w:t>
      </w:r>
      <w:r w:rsidR="00021ECC" w:rsidRPr="00635EE6">
        <w:t>20</w:t>
      </w:r>
      <w:r w:rsidRPr="00635EE6">
        <w:t xml:space="preserve"> </w:t>
      </w:r>
      <w:r w:rsidR="00021ECC" w:rsidRPr="00635EE6">
        <w:t>online</w:t>
      </w:r>
      <w:r w:rsidR="00D77961" w:rsidRPr="00635EE6">
        <w:t xml:space="preserve"> and without interpretation</w:t>
      </w:r>
      <w:r w:rsidR="00A52316" w:rsidRPr="00635EE6">
        <w:t xml:space="preserve"> (informal </w:t>
      </w:r>
      <w:r w:rsidR="00DF5104" w:rsidRPr="00635EE6">
        <w:t xml:space="preserve">in lieu of </w:t>
      </w:r>
      <w:r w:rsidR="00A52316" w:rsidRPr="00635EE6">
        <w:t>its 11</w:t>
      </w:r>
      <w:r w:rsidR="002626B6" w:rsidRPr="00635EE6">
        <w:t>9</w:t>
      </w:r>
      <w:r w:rsidR="00A52316" w:rsidRPr="00635EE6">
        <w:t>th session)</w:t>
      </w:r>
      <w:r w:rsidR="00021ECC" w:rsidRPr="00635EE6">
        <w:t>, hosted from</w:t>
      </w:r>
      <w:r w:rsidRPr="00635EE6">
        <w:t xml:space="preserve"> Geneva. The meeting was chaired by Mr. A. Erario (Italy). Experts from the following countries participa</w:t>
      </w:r>
      <w:r w:rsidR="00B3573D" w:rsidRPr="00635EE6">
        <w:t xml:space="preserve">ted in the work, following Rule </w:t>
      </w:r>
      <w:r w:rsidRPr="00635EE6">
        <w:t>1</w:t>
      </w:r>
      <w:r w:rsidR="00847144" w:rsidRPr="00635EE6">
        <w:t xml:space="preserve"> </w:t>
      </w:r>
      <w:r w:rsidRPr="00635EE6">
        <w:t>of the Rules of Procedure of the World Forum for Harmonization of Vehicle Regu</w:t>
      </w:r>
      <w:r w:rsidR="007E02CB" w:rsidRPr="00635EE6">
        <w:t>lations (WP.29) (</w:t>
      </w:r>
      <w:r w:rsidR="00865A62" w:rsidRPr="00635EE6">
        <w:t>ECE/</w:t>
      </w:r>
      <w:r w:rsidRPr="00635EE6">
        <w:t>TRANS/WP.29/690/</w:t>
      </w:r>
      <w:r w:rsidR="007E02CB" w:rsidRPr="00635EE6">
        <w:t>Rev</w:t>
      </w:r>
      <w:r w:rsidRPr="00635EE6">
        <w:t xml:space="preserve">.1): </w:t>
      </w:r>
      <w:r w:rsidR="00054274" w:rsidRPr="00635EE6">
        <w:t xml:space="preserve">Belgium, </w:t>
      </w:r>
      <w:r w:rsidR="00374522" w:rsidRPr="00635EE6">
        <w:rPr>
          <w:rFonts w:eastAsia="MS Mincho"/>
          <w:lang w:eastAsia="ja-JP"/>
        </w:rPr>
        <w:t xml:space="preserve">Canada, </w:t>
      </w:r>
      <w:r w:rsidR="00E919D9" w:rsidRPr="00635EE6">
        <w:rPr>
          <w:rFonts w:eastAsia="MS Mincho"/>
          <w:lang w:eastAsia="ja-JP"/>
        </w:rPr>
        <w:t xml:space="preserve">China, </w:t>
      </w:r>
      <w:r w:rsidR="00847144" w:rsidRPr="00635EE6">
        <w:rPr>
          <w:rFonts w:eastAsia="MS Mincho"/>
          <w:lang w:eastAsia="ja-JP"/>
        </w:rPr>
        <w:t xml:space="preserve">Czech Republic, </w:t>
      </w:r>
      <w:r w:rsidR="00374522" w:rsidRPr="00635EE6">
        <w:rPr>
          <w:rFonts w:eastAsia="MS Mincho"/>
          <w:lang w:eastAsia="ja-JP"/>
        </w:rPr>
        <w:t>Finland, France</w:t>
      </w:r>
      <w:r w:rsidR="00F265CF" w:rsidRPr="00635EE6">
        <w:rPr>
          <w:rFonts w:eastAsia="MS Mincho"/>
          <w:lang w:eastAsia="ja-JP"/>
        </w:rPr>
        <w:t xml:space="preserve">, </w:t>
      </w:r>
      <w:r w:rsidR="00374522" w:rsidRPr="00635EE6">
        <w:rPr>
          <w:rFonts w:eastAsia="MS Mincho"/>
          <w:lang w:eastAsia="ja-JP"/>
        </w:rPr>
        <w:t xml:space="preserve">Germany, Hungary, </w:t>
      </w:r>
      <w:r w:rsidR="009E7129" w:rsidRPr="00635EE6">
        <w:rPr>
          <w:rFonts w:eastAsia="MS Mincho"/>
          <w:lang w:eastAsia="ja-JP"/>
        </w:rPr>
        <w:t>I</w:t>
      </w:r>
      <w:r w:rsidR="006440FF" w:rsidRPr="00635EE6">
        <w:rPr>
          <w:rFonts w:eastAsia="MS Mincho"/>
          <w:lang w:eastAsia="ja-JP"/>
        </w:rPr>
        <w:t>ndia</w:t>
      </w:r>
      <w:r w:rsidR="009E7129" w:rsidRPr="00635EE6">
        <w:rPr>
          <w:rFonts w:eastAsia="MS Mincho"/>
          <w:lang w:eastAsia="ja-JP"/>
        </w:rPr>
        <w:t xml:space="preserve">, </w:t>
      </w:r>
      <w:r w:rsidR="00374522" w:rsidRPr="00635EE6">
        <w:rPr>
          <w:rFonts w:eastAsia="MS Mincho"/>
          <w:lang w:eastAsia="ja-JP"/>
        </w:rPr>
        <w:t xml:space="preserve">Italy, </w:t>
      </w:r>
      <w:r w:rsidR="00E064E6" w:rsidRPr="00635EE6">
        <w:rPr>
          <w:rFonts w:eastAsia="MS Mincho"/>
          <w:lang w:eastAsia="ja-JP"/>
        </w:rPr>
        <w:t xml:space="preserve">Japan, </w:t>
      </w:r>
      <w:r w:rsidR="00374522" w:rsidRPr="00635EE6">
        <w:rPr>
          <w:rFonts w:eastAsia="MS Mincho"/>
          <w:lang w:eastAsia="ja-JP"/>
        </w:rPr>
        <w:t>Netherlands, Poland, Republic of Korea, Russian Federation,</w:t>
      </w:r>
      <w:r w:rsidR="0003045A" w:rsidRPr="00635EE6">
        <w:rPr>
          <w:rFonts w:eastAsia="MS Mincho"/>
          <w:lang w:eastAsia="ja-JP"/>
        </w:rPr>
        <w:t xml:space="preserve"> </w:t>
      </w:r>
      <w:r w:rsidR="002626B6" w:rsidRPr="00635EE6">
        <w:rPr>
          <w:rFonts w:eastAsia="MS Mincho"/>
          <w:lang w:eastAsia="ja-JP"/>
        </w:rPr>
        <w:t xml:space="preserve">San Marino, </w:t>
      </w:r>
      <w:r w:rsidR="00982064" w:rsidRPr="00635EE6">
        <w:rPr>
          <w:rFonts w:eastAsia="MS Mincho"/>
          <w:lang w:eastAsia="ja-JP"/>
        </w:rPr>
        <w:t xml:space="preserve">South Africa, </w:t>
      </w:r>
      <w:r w:rsidR="00A02ACD" w:rsidRPr="00635EE6">
        <w:rPr>
          <w:rFonts w:eastAsia="MS Mincho"/>
          <w:lang w:eastAsia="ja-JP"/>
        </w:rPr>
        <w:t xml:space="preserve">Spain, </w:t>
      </w:r>
      <w:r w:rsidR="00374522" w:rsidRPr="00635EE6">
        <w:rPr>
          <w:rFonts w:eastAsia="MS Mincho"/>
          <w:lang w:eastAsia="ja-JP"/>
        </w:rPr>
        <w:t xml:space="preserve">Sweden, </w:t>
      </w:r>
      <w:r w:rsidR="0003045A" w:rsidRPr="00635EE6">
        <w:rPr>
          <w:rFonts w:eastAsia="MS Mincho"/>
          <w:lang w:eastAsia="ja-JP"/>
        </w:rPr>
        <w:t>Switzerland</w:t>
      </w:r>
      <w:r w:rsidR="00D32174" w:rsidRPr="00635EE6">
        <w:rPr>
          <w:rFonts w:eastAsia="MS Mincho"/>
          <w:lang w:eastAsia="ja-JP"/>
        </w:rPr>
        <w:t>, Turkey</w:t>
      </w:r>
      <w:r w:rsidR="007C1D6F" w:rsidRPr="00635EE6">
        <w:rPr>
          <w:rFonts w:eastAsia="MS Mincho"/>
          <w:lang w:eastAsia="ja-JP"/>
        </w:rPr>
        <w:t xml:space="preserve">, </w:t>
      </w:r>
      <w:r w:rsidR="00374522" w:rsidRPr="00635EE6">
        <w:rPr>
          <w:rFonts w:eastAsia="MS Mincho"/>
          <w:lang w:eastAsia="ja-JP"/>
        </w:rPr>
        <w:t>United Kingdom of Great Britain and Northern Ireland</w:t>
      </w:r>
      <w:r w:rsidR="001413E4" w:rsidRPr="00635EE6">
        <w:rPr>
          <w:rFonts w:eastAsia="MS Mincho"/>
          <w:lang w:eastAsia="ja-JP"/>
        </w:rPr>
        <w:t xml:space="preserve"> </w:t>
      </w:r>
      <w:r w:rsidR="007C1D6F" w:rsidRPr="00635EE6">
        <w:rPr>
          <w:rFonts w:eastAsia="MS Mincho"/>
          <w:lang w:eastAsia="ja-JP"/>
        </w:rPr>
        <w:t>and United States of America</w:t>
      </w:r>
      <w:r w:rsidR="0003045A" w:rsidRPr="00635EE6">
        <w:rPr>
          <w:rFonts w:eastAsia="MS Mincho"/>
          <w:lang w:eastAsia="ja-JP"/>
        </w:rPr>
        <w:t xml:space="preserve">. </w:t>
      </w:r>
      <w:r w:rsidR="00194867" w:rsidRPr="00635EE6">
        <w:rPr>
          <w:rFonts w:eastAsia="MS Mincho"/>
          <w:lang w:eastAsia="ja-JP"/>
        </w:rPr>
        <w:t>E</w:t>
      </w:r>
      <w:r w:rsidR="00374522" w:rsidRPr="00635EE6">
        <w:rPr>
          <w:rFonts w:eastAsia="MS Mincho"/>
          <w:lang w:eastAsia="ja-JP"/>
        </w:rPr>
        <w:t>xpert</w:t>
      </w:r>
      <w:r w:rsidR="007C1D6F" w:rsidRPr="00635EE6">
        <w:rPr>
          <w:rFonts w:eastAsia="MS Mincho"/>
          <w:lang w:eastAsia="ja-JP"/>
        </w:rPr>
        <w:t>s</w:t>
      </w:r>
      <w:r w:rsidR="00374522" w:rsidRPr="00635EE6">
        <w:rPr>
          <w:rFonts w:eastAsia="MS Mincho"/>
          <w:lang w:eastAsia="ja-JP"/>
        </w:rPr>
        <w:t xml:space="preserve"> from the European Commission participated. Experts from non-governmental organizations participated:</w:t>
      </w:r>
      <w:r w:rsidR="00BC3C05" w:rsidRPr="00635EE6">
        <w:rPr>
          <w:rFonts w:eastAsia="MS Mincho"/>
          <w:lang w:eastAsia="ja-JP"/>
        </w:rPr>
        <w:t xml:space="preserve"> American Automotive Policy Council (AAPC)</w:t>
      </w:r>
      <w:r w:rsidR="00EC56B0" w:rsidRPr="00635EE6">
        <w:rPr>
          <w:rFonts w:eastAsia="MS Mincho"/>
          <w:lang w:eastAsia="ja-JP"/>
        </w:rPr>
        <w:t>,</w:t>
      </w:r>
      <w:r w:rsidR="00374522" w:rsidRPr="00635EE6">
        <w:rPr>
          <w:rFonts w:eastAsia="MS Mincho"/>
          <w:lang w:eastAsia="ja-JP"/>
        </w:rPr>
        <w:t xml:space="preserve"> </w:t>
      </w:r>
      <w:r w:rsidR="0060507F" w:rsidRPr="00635EE6">
        <w:rPr>
          <w:rFonts w:eastAsia="MS Mincho"/>
          <w:lang w:eastAsia="ja-JP"/>
        </w:rPr>
        <w:t xml:space="preserve">International Body and Trailer Building Industry (CLCCR), </w:t>
      </w:r>
      <w:r w:rsidR="00374522" w:rsidRPr="00635EE6">
        <w:rPr>
          <w:rFonts w:eastAsia="MS Mincho"/>
          <w:lang w:eastAsia="ja-JP"/>
        </w:rPr>
        <w:t>European Association of Automo</w:t>
      </w:r>
      <w:r w:rsidR="00120EAC" w:rsidRPr="00635EE6">
        <w:rPr>
          <w:rFonts w:eastAsia="MS Mincho"/>
          <w:lang w:eastAsia="ja-JP"/>
        </w:rPr>
        <w:t>tiv</w:t>
      </w:r>
      <w:r w:rsidR="00374522" w:rsidRPr="00635EE6">
        <w:rPr>
          <w:rFonts w:eastAsia="MS Mincho"/>
          <w:lang w:eastAsia="ja-JP"/>
        </w:rPr>
        <w:t xml:space="preserve">e Suppliers (CLEPA), </w:t>
      </w:r>
      <w:r w:rsidR="00982064" w:rsidRPr="00635EE6">
        <w:rPr>
          <w:rFonts w:eastAsia="MS Mincho"/>
          <w:lang w:eastAsia="ja-JP"/>
        </w:rPr>
        <w:t xml:space="preserve">International Motorcycle Manufacturers Association (IMMA), </w:t>
      </w:r>
      <w:r w:rsidR="0060507F" w:rsidRPr="00635EE6">
        <w:rPr>
          <w:rFonts w:eastAsia="MS Mincho"/>
          <w:lang w:eastAsia="ja-JP"/>
        </w:rPr>
        <w:t xml:space="preserve">Liquid Gas Europe (LGA), </w:t>
      </w:r>
      <w:r w:rsidR="00EF0531" w:rsidRPr="00635EE6">
        <w:rPr>
          <w:rFonts w:eastAsia="MS Mincho"/>
          <w:lang w:eastAsia="ja-JP"/>
        </w:rPr>
        <w:t xml:space="preserve">International Association for Natural Gas Vehicles (NGV Global), </w:t>
      </w:r>
      <w:r w:rsidR="00E064E6" w:rsidRPr="00635EE6">
        <w:rPr>
          <w:rFonts w:eastAsia="MS Mincho"/>
          <w:lang w:eastAsia="ja-JP"/>
        </w:rPr>
        <w:t>International Organization of Motor Vehicle Manufacturers (OICA)</w:t>
      </w:r>
      <w:r w:rsidR="00982064" w:rsidRPr="00635EE6">
        <w:rPr>
          <w:rFonts w:eastAsia="MS Mincho"/>
          <w:lang w:eastAsia="ja-JP"/>
        </w:rPr>
        <w:t>,</w:t>
      </w:r>
      <w:r w:rsidR="00A02ACD" w:rsidRPr="00635EE6">
        <w:rPr>
          <w:rFonts w:eastAsia="MS Mincho"/>
          <w:lang w:eastAsia="ja-JP"/>
        </w:rPr>
        <w:t xml:space="preserve"> </w:t>
      </w:r>
      <w:r w:rsidR="0060507F" w:rsidRPr="00635EE6">
        <w:t xml:space="preserve">SAE International and </w:t>
      </w:r>
      <w:r w:rsidR="00605669" w:rsidRPr="00635EE6">
        <w:t>World Bicycle Industry Association (WBIA)</w:t>
      </w:r>
      <w:r w:rsidR="00590B88" w:rsidRPr="00635EE6">
        <w:t>.</w:t>
      </w:r>
    </w:p>
    <w:p w14:paraId="6649663F" w14:textId="77777777" w:rsidR="002C00F5" w:rsidRPr="00635EE6" w:rsidRDefault="007416CB" w:rsidP="00911BD1">
      <w:pPr>
        <w:pStyle w:val="HChG"/>
      </w:pPr>
      <w:r w:rsidRPr="00635EE6">
        <w:tab/>
      </w:r>
      <w:r w:rsidR="002C00F5" w:rsidRPr="00635EE6">
        <w:t>II.</w:t>
      </w:r>
      <w:r w:rsidR="002C00F5" w:rsidRPr="00635EE6">
        <w:tab/>
      </w:r>
      <w:r w:rsidR="001C7B84" w:rsidRPr="00635EE6">
        <w:t>Adoption of the agenda (a</w:t>
      </w:r>
      <w:r w:rsidR="002C00F5" w:rsidRPr="00635EE6">
        <w:t>genda item 1)</w:t>
      </w:r>
    </w:p>
    <w:p w14:paraId="28E47367" w14:textId="0561864E" w:rsidR="002C00F5" w:rsidRPr="00635EE6" w:rsidRDefault="002C00F5" w:rsidP="00911BD1">
      <w:pPr>
        <w:pStyle w:val="SingleTxtG"/>
        <w:ind w:left="2829" w:hanging="1695"/>
        <w:jc w:val="left"/>
      </w:pPr>
      <w:r w:rsidRPr="00635EE6">
        <w:rPr>
          <w:i/>
        </w:rPr>
        <w:t>Documentation</w:t>
      </w:r>
      <w:r w:rsidR="00B3573D" w:rsidRPr="00635EE6">
        <w:t>:</w:t>
      </w:r>
      <w:r w:rsidR="00E26ADC" w:rsidRPr="00635EE6">
        <w:tab/>
      </w:r>
      <w:r w:rsidRPr="00635EE6">
        <w:t>ECE/TRANS/WP.29/GR</w:t>
      </w:r>
      <w:r w:rsidR="002F07F8" w:rsidRPr="00635EE6">
        <w:t>SG</w:t>
      </w:r>
      <w:r w:rsidRPr="00635EE6">
        <w:t>/20</w:t>
      </w:r>
      <w:r w:rsidR="00021ECC" w:rsidRPr="00635EE6">
        <w:t>20</w:t>
      </w:r>
      <w:r w:rsidR="00FF5840" w:rsidRPr="00635EE6">
        <w:t>/</w:t>
      </w:r>
      <w:r w:rsidR="0037398C" w:rsidRPr="00635EE6">
        <w:t>18</w:t>
      </w:r>
      <w:r w:rsidR="00021ECC" w:rsidRPr="00635EE6">
        <w:t>,</w:t>
      </w:r>
      <w:r w:rsidR="00EC6A93" w:rsidRPr="00635EE6">
        <w:t xml:space="preserve"> Add.1</w:t>
      </w:r>
      <w:r w:rsidR="00021ECC" w:rsidRPr="00635EE6">
        <w:t xml:space="preserve"> and Rev.1</w:t>
      </w:r>
      <w:r w:rsidR="00E26ADC" w:rsidRPr="00635EE6">
        <w:br/>
        <w:t>I</w:t>
      </w:r>
      <w:r w:rsidR="00B757F3" w:rsidRPr="00635EE6">
        <w:t>nformal document</w:t>
      </w:r>
      <w:r w:rsidR="00074471" w:rsidRPr="00635EE6">
        <w:t>s</w:t>
      </w:r>
      <w:r w:rsidR="00775B62" w:rsidRPr="00635EE6">
        <w:t>:</w:t>
      </w:r>
      <w:r w:rsidR="00B757F3" w:rsidRPr="00635EE6">
        <w:t xml:space="preserve"> </w:t>
      </w:r>
      <w:r w:rsidR="00D229CB" w:rsidRPr="00635EE6">
        <w:t>GRSG</w:t>
      </w:r>
      <w:r w:rsidR="007E02CB" w:rsidRPr="00635EE6">
        <w:t>-</w:t>
      </w:r>
      <w:r w:rsidR="006B4D4D" w:rsidRPr="00635EE6">
        <w:t>1</w:t>
      </w:r>
      <w:r w:rsidR="00021ECC" w:rsidRPr="00635EE6">
        <w:t>1</w:t>
      </w:r>
      <w:r w:rsidR="0037398C" w:rsidRPr="00635EE6">
        <w:t>9</w:t>
      </w:r>
      <w:r w:rsidR="007E02CB" w:rsidRPr="00635EE6">
        <w:t>-</w:t>
      </w:r>
      <w:r w:rsidR="00021ECC" w:rsidRPr="00635EE6">
        <w:t>01</w:t>
      </w:r>
      <w:r w:rsidR="00074471" w:rsidRPr="00635EE6">
        <w:t>, GRSG-11</w:t>
      </w:r>
      <w:r w:rsidR="0037398C" w:rsidRPr="00635EE6">
        <w:t>9</w:t>
      </w:r>
      <w:r w:rsidR="00074471" w:rsidRPr="00635EE6">
        <w:t>-</w:t>
      </w:r>
      <w:r w:rsidR="0037398C" w:rsidRPr="00635EE6">
        <w:t>04</w:t>
      </w:r>
      <w:r w:rsidR="00074471" w:rsidRPr="00635EE6">
        <w:t>, GRSG-11</w:t>
      </w:r>
      <w:r w:rsidR="0037398C" w:rsidRPr="00635EE6">
        <w:t>9</w:t>
      </w:r>
      <w:r w:rsidR="00074471" w:rsidRPr="00635EE6">
        <w:t>-</w:t>
      </w:r>
      <w:r w:rsidR="0037398C" w:rsidRPr="00635EE6">
        <w:t>14</w:t>
      </w:r>
      <w:r w:rsidR="00074471" w:rsidRPr="00635EE6">
        <w:t>, GRSG-11</w:t>
      </w:r>
      <w:r w:rsidR="002626B6" w:rsidRPr="00635EE6">
        <w:t>9</w:t>
      </w:r>
      <w:r w:rsidR="00074471" w:rsidRPr="00635EE6">
        <w:t>-</w:t>
      </w:r>
      <w:r w:rsidR="0037398C" w:rsidRPr="00635EE6">
        <w:t>29 and Rev.1</w:t>
      </w:r>
    </w:p>
    <w:p w14:paraId="1110424F" w14:textId="2C0FAC88" w:rsidR="00074471" w:rsidRPr="00635EE6" w:rsidRDefault="00074471" w:rsidP="00911BD1">
      <w:pPr>
        <w:pStyle w:val="SingleTxtG"/>
      </w:pPr>
      <w:r w:rsidRPr="00635EE6">
        <w:t>2.</w:t>
      </w:r>
      <w:r w:rsidRPr="00635EE6">
        <w:tab/>
        <w:t>The secretary of GRSG presented the guidelines for virtual meeting participation (GRSG-11</w:t>
      </w:r>
      <w:r w:rsidR="007F0E6E" w:rsidRPr="00635EE6">
        <w:t>9</w:t>
      </w:r>
      <w:r w:rsidRPr="00635EE6">
        <w:t>-</w:t>
      </w:r>
      <w:r w:rsidR="007F0E6E" w:rsidRPr="00635EE6">
        <w:t>14</w:t>
      </w:r>
      <w:r w:rsidRPr="00635EE6">
        <w:t>)</w:t>
      </w:r>
      <w:r w:rsidR="00794A33" w:rsidRPr="00635EE6">
        <w:t>.</w:t>
      </w:r>
    </w:p>
    <w:p w14:paraId="65605F69" w14:textId="392F151A" w:rsidR="00074471" w:rsidRPr="00635EE6" w:rsidRDefault="00074471" w:rsidP="00911BD1">
      <w:pPr>
        <w:pStyle w:val="SingleTxtG"/>
      </w:pPr>
      <w:r w:rsidRPr="00635EE6">
        <w:t>3.</w:t>
      </w:r>
      <w:r w:rsidRPr="00635EE6">
        <w:tab/>
        <w:t xml:space="preserve">The Chair of GRSG introduced delegates with the special procedure for decisions at </w:t>
      </w:r>
      <w:r w:rsidR="00884DD0" w:rsidRPr="00635EE6">
        <w:t>t</w:t>
      </w:r>
      <w:r w:rsidRPr="00635EE6">
        <w:t>he</w:t>
      </w:r>
      <w:r w:rsidR="00A52316" w:rsidRPr="00635EE6">
        <w:t xml:space="preserve"> informal meeting replacing the</w:t>
      </w:r>
      <w:r w:rsidRPr="00635EE6">
        <w:t xml:space="preserve"> 11</w:t>
      </w:r>
      <w:r w:rsidR="007F0E6E" w:rsidRPr="00635EE6">
        <w:t>9</w:t>
      </w:r>
      <w:r w:rsidRPr="00635EE6">
        <w:t>th session (GRSG-11</w:t>
      </w:r>
      <w:r w:rsidR="007F0E6E" w:rsidRPr="00635EE6">
        <w:t>9</w:t>
      </w:r>
      <w:r w:rsidRPr="00635EE6">
        <w:t>-</w:t>
      </w:r>
      <w:r w:rsidR="007F0E6E" w:rsidRPr="00635EE6">
        <w:t>04</w:t>
      </w:r>
      <w:r w:rsidRPr="00635EE6">
        <w:t xml:space="preserve">), </w:t>
      </w:r>
      <w:r w:rsidR="00884DD0" w:rsidRPr="00635EE6">
        <w:t xml:space="preserve">established as a result of </w:t>
      </w:r>
      <w:r w:rsidR="00D9393C" w:rsidRPr="00635EE6">
        <w:t xml:space="preserve">international </w:t>
      </w:r>
      <w:r w:rsidR="00884DD0" w:rsidRPr="00635EE6">
        <w:t xml:space="preserve">travel restrictions </w:t>
      </w:r>
      <w:r w:rsidR="00DC53BF" w:rsidRPr="00635EE6">
        <w:t xml:space="preserve">and limitations </w:t>
      </w:r>
      <w:r w:rsidR="00884DD0" w:rsidRPr="00635EE6">
        <w:t xml:space="preserve">for personal meetings </w:t>
      </w:r>
      <w:r w:rsidR="00DC53BF" w:rsidRPr="00635EE6">
        <w:t xml:space="preserve">at the Palais des Nations in Geneva, </w:t>
      </w:r>
      <w:r w:rsidR="00081D97" w:rsidRPr="00635EE6">
        <w:t>which</w:t>
      </w:r>
      <w:r w:rsidR="00884DD0" w:rsidRPr="00635EE6">
        <w:t xml:space="preserve"> had been in force as a result of the COVID-1</w:t>
      </w:r>
      <w:r w:rsidR="00DC53BF" w:rsidRPr="00635EE6">
        <w:t>9</w:t>
      </w:r>
      <w:r w:rsidR="00884DD0" w:rsidRPr="00635EE6">
        <w:t xml:space="preserve"> pandemic.</w:t>
      </w:r>
    </w:p>
    <w:p w14:paraId="5F2BFB33" w14:textId="69843F33" w:rsidR="00DF08B9" w:rsidRPr="00635EE6" w:rsidRDefault="00775B62" w:rsidP="00911BD1">
      <w:pPr>
        <w:pStyle w:val="SingleTxtG"/>
        <w:rPr>
          <w:rFonts w:eastAsia="MS Mincho"/>
          <w:lang w:eastAsia="ja-JP"/>
        </w:rPr>
      </w:pPr>
      <w:r w:rsidRPr="00635EE6">
        <w:t>4</w:t>
      </w:r>
      <w:r w:rsidR="002B0250" w:rsidRPr="00635EE6">
        <w:t>.</w:t>
      </w:r>
      <w:r w:rsidR="002B0250" w:rsidRPr="00635EE6">
        <w:tab/>
      </w:r>
      <w:r w:rsidR="002C00F5" w:rsidRPr="00635EE6">
        <w:t>GR</w:t>
      </w:r>
      <w:r w:rsidR="002F07F8" w:rsidRPr="00635EE6">
        <w:t>SG</w:t>
      </w:r>
      <w:r w:rsidR="002C00F5" w:rsidRPr="00635EE6">
        <w:t xml:space="preserve"> considered and adopted the </w:t>
      </w:r>
      <w:r w:rsidR="00DF16AA" w:rsidRPr="00635EE6">
        <w:t xml:space="preserve">proposed </w:t>
      </w:r>
      <w:r w:rsidR="002C00F5" w:rsidRPr="00635EE6">
        <w:t xml:space="preserve">agenda </w:t>
      </w:r>
      <w:r w:rsidR="009A04ED" w:rsidRPr="00635EE6">
        <w:t>(ECE/TRANS/WP.29/GRSG/20</w:t>
      </w:r>
      <w:r w:rsidR="00021ECC" w:rsidRPr="00635EE6">
        <w:t>20</w:t>
      </w:r>
      <w:r w:rsidR="009A04ED" w:rsidRPr="00635EE6">
        <w:t>/</w:t>
      </w:r>
      <w:r w:rsidR="00021ECC" w:rsidRPr="00635EE6">
        <w:t>1</w:t>
      </w:r>
      <w:r w:rsidR="007F0E6E" w:rsidRPr="00635EE6">
        <w:t>8</w:t>
      </w:r>
      <w:r w:rsidR="00021ECC" w:rsidRPr="00635EE6">
        <w:t>, Add.1</w:t>
      </w:r>
      <w:r w:rsidR="009A04ED" w:rsidRPr="00635EE6">
        <w:t xml:space="preserve"> and </w:t>
      </w:r>
      <w:r w:rsidR="00021ECC" w:rsidRPr="00635EE6">
        <w:t>Rev</w:t>
      </w:r>
      <w:r w:rsidR="009A04ED" w:rsidRPr="00635EE6">
        <w:t>.1)</w:t>
      </w:r>
      <w:r w:rsidR="00637B5D" w:rsidRPr="00635EE6">
        <w:rPr>
          <w:lang w:eastAsia="zh-CN"/>
        </w:rPr>
        <w:t xml:space="preserve"> </w:t>
      </w:r>
      <w:r w:rsidR="00DF16AA" w:rsidRPr="00635EE6">
        <w:t>for the 11</w:t>
      </w:r>
      <w:r w:rsidR="007F0E6E" w:rsidRPr="00635EE6">
        <w:t>9</w:t>
      </w:r>
      <w:r w:rsidR="00DF16AA" w:rsidRPr="00635EE6">
        <w:t>th session</w:t>
      </w:r>
      <w:r w:rsidR="003119CB" w:rsidRPr="00635EE6">
        <w:t>,</w:t>
      </w:r>
      <w:r w:rsidR="00DF16AA" w:rsidRPr="00635EE6">
        <w:rPr>
          <w:lang w:eastAsia="zh-CN"/>
        </w:rPr>
        <w:t xml:space="preserve"> in its Rev.1 versio</w:t>
      </w:r>
      <w:r w:rsidR="00D22FCC" w:rsidRPr="00635EE6">
        <w:rPr>
          <w:lang w:eastAsia="zh-CN"/>
        </w:rPr>
        <w:t xml:space="preserve">n, </w:t>
      </w:r>
      <w:r w:rsidR="009B09E9" w:rsidRPr="00635EE6">
        <w:rPr>
          <w:lang w:eastAsia="zh-CN"/>
        </w:rPr>
        <w:t xml:space="preserve">which </w:t>
      </w:r>
      <w:r w:rsidR="000A3F84" w:rsidRPr="00635EE6">
        <w:rPr>
          <w:lang w:eastAsia="zh-CN"/>
        </w:rPr>
        <w:t xml:space="preserve">contains </w:t>
      </w:r>
      <w:r w:rsidR="00A10EDD" w:rsidRPr="00635EE6">
        <w:rPr>
          <w:lang w:eastAsia="zh-CN"/>
        </w:rPr>
        <w:t>modifications to the</w:t>
      </w:r>
      <w:r w:rsidR="000A3F84" w:rsidRPr="00635EE6">
        <w:rPr>
          <w:lang w:eastAsia="zh-CN"/>
        </w:rPr>
        <w:t xml:space="preserve"> </w:t>
      </w:r>
      <w:r w:rsidR="0011241B" w:rsidRPr="00635EE6">
        <w:rPr>
          <w:lang w:eastAsia="zh-CN"/>
        </w:rPr>
        <w:t xml:space="preserve">initially </w:t>
      </w:r>
      <w:r w:rsidR="00DC3038" w:rsidRPr="00635EE6">
        <w:rPr>
          <w:lang w:eastAsia="zh-CN"/>
        </w:rPr>
        <w:t>envisaged and agreed upon agenda</w:t>
      </w:r>
      <w:r w:rsidR="00F46F2A" w:rsidRPr="00635EE6">
        <w:t xml:space="preserve"> that</w:t>
      </w:r>
      <w:r w:rsidR="009449A0" w:rsidRPr="00635EE6">
        <w:t xml:space="preserve"> were imposed as a result of the COVID-19 pandemic, </w:t>
      </w:r>
      <w:r w:rsidR="00074471" w:rsidRPr="00635EE6">
        <w:t>as contained in its consolidated version (GRSG-11</w:t>
      </w:r>
      <w:r w:rsidR="007F0E6E" w:rsidRPr="00635EE6">
        <w:t>9</w:t>
      </w:r>
      <w:r w:rsidR="00074471" w:rsidRPr="00635EE6">
        <w:t>-</w:t>
      </w:r>
      <w:r w:rsidR="007F0E6E" w:rsidRPr="00635EE6">
        <w:t>29 and Rev.1</w:t>
      </w:r>
      <w:r w:rsidR="00074471" w:rsidRPr="00635EE6">
        <w:t>)</w:t>
      </w:r>
      <w:r w:rsidR="00EC6A93" w:rsidRPr="00635EE6">
        <w:t>.</w:t>
      </w:r>
    </w:p>
    <w:p w14:paraId="3550C9FD" w14:textId="3F13ECCC" w:rsidR="00DF08B9" w:rsidRPr="00635EE6" w:rsidRDefault="00775B62" w:rsidP="002268C0">
      <w:pPr>
        <w:pStyle w:val="SingleTxtG"/>
        <w:rPr>
          <w:b/>
        </w:rPr>
      </w:pPr>
      <w:r w:rsidRPr="00635EE6">
        <w:rPr>
          <w:rFonts w:eastAsia="MS Mincho"/>
          <w:lang w:eastAsia="ja-JP"/>
        </w:rPr>
        <w:t>5</w:t>
      </w:r>
      <w:r w:rsidR="00DF08B9" w:rsidRPr="00635EE6">
        <w:rPr>
          <w:rFonts w:eastAsia="MS Mincho"/>
          <w:lang w:eastAsia="ja-JP"/>
        </w:rPr>
        <w:t>.</w:t>
      </w:r>
      <w:r w:rsidR="00DF08B9" w:rsidRPr="00635EE6">
        <w:rPr>
          <w:rFonts w:eastAsia="MS Mincho"/>
          <w:lang w:eastAsia="ja-JP"/>
        </w:rPr>
        <w:tab/>
        <w:t>GRSG also adopted the running order</w:t>
      </w:r>
      <w:r w:rsidR="00AE357D" w:rsidRPr="00635EE6">
        <w:rPr>
          <w:rFonts w:eastAsia="MS Mincho"/>
          <w:lang w:eastAsia="ja-JP"/>
        </w:rPr>
        <w:t xml:space="preserve"> </w:t>
      </w:r>
      <w:r w:rsidR="00E37C3B" w:rsidRPr="00635EE6">
        <w:rPr>
          <w:rFonts w:eastAsia="MS Mincho"/>
          <w:lang w:eastAsia="ja-JP"/>
        </w:rPr>
        <w:t>(</w:t>
      </w:r>
      <w:r w:rsidR="00E37C3B" w:rsidRPr="00635EE6">
        <w:t>GRSG</w:t>
      </w:r>
      <w:r w:rsidR="007E02CB" w:rsidRPr="00635EE6">
        <w:t>-</w:t>
      </w:r>
      <w:r w:rsidR="006B4D4D" w:rsidRPr="00635EE6">
        <w:t>11</w:t>
      </w:r>
      <w:r w:rsidR="007F0E6E" w:rsidRPr="00635EE6">
        <w:t>9</w:t>
      </w:r>
      <w:r w:rsidR="007E02CB" w:rsidRPr="00635EE6">
        <w:t>-</w:t>
      </w:r>
      <w:r w:rsidR="00E37C3B" w:rsidRPr="00635EE6">
        <w:t xml:space="preserve">01) </w:t>
      </w:r>
      <w:r w:rsidR="00E96A91" w:rsidRPr="00635EE6">
        <w:t xml:space="preserve">as proposed </w:t>
      </w:r>
      <w:r w:rsidR="00531D75" w:rsidRPr="00635EE6">
        <w:t>by the Chair</w:t>
      </w:r>
      <w:r w:rsidR="00E96A91" w:rsidRPr="00635EE6">
        <w:t>.</w:t>
      </w:r>
      <w:r w:rsidR="00560C91" w:rsidRPr="00635EE6">
        <w:t xml:space="preserve"> </w:t>
      </w:r>
    </w:p>
    <w:p w14:paraId="7761CF6A" w14:textId="471C8F03" w:rsidR="00453B82" w:rsidRPr="00635EE6" w:rsidRDefault="00775B62" w:rsidP="00911BD1">
      <w:pPr>
        <w:pStyle w:val="SingleTxtG"/>
      </w:pPr>
      <w:r w:rsidRPr="00635EE6">
        <w:rPr>
          <w:rFonts w:eastAsia="MS Mincho"/>
          <w:lang w:eastAsia="ja-JP"/>
        </w:rPr>
        <w:t>6</w:t>
      </w:r>
      <w:r w:rsidR="00453B82" w:rsidRPr="00635EE6">
        <w:rPr>
          <w:rFonts w:eastAsia="MS Mincho"/>
          <w:lang w:eastAsia="ja-JP"/>
        </w:rPr>
        <w:t>.</w:t>
      </w:r>
      <w:r w:rsidR="00453B82" w:rsidRPr="00635EE6">
        <w:rPr>
          <w:rFonts w:eastAsia="MS Mincho"/>
          <w:lang w:eastAsia="ja-JP"/>
        </w:rPr>
        <w:tab/>
        <w:t xml:space="preserve">The informal documents distributed during the session are listed in Annex I </w:t>
      </w:r>
      <w:r w:rsidR="003D4790" w:rsidRPr="00635EE6">
        <w:rPr>
          <w:rFonts w:eastAsia="MS Mincho"/>
          <w:lang w:eastAsia="ja-JP"/>
        </w:rPr>
        <w:t>t</w:t>
      </w:r>
      <w:r w:rsidR="00453B82" w:rsidRPr="00635EE6">
        <w:rPr>
          <w:rFonts w:eastAsia="MS Mincho"/>
          <w:lang w:eastAsia="ja-JP"/>
        </w:rPr>
        <w:t>o this report.</w:t>
      </w:r>
      <w:r w:rsidR="00531D75" w:rsidRPr="00635EE6">
        <w:rPr>
          <w:rFonts w:eastAsia="MS Mincho"/>
          <w:lang w:eastAsia="ja-JP"/>
        </w:rPr>
        <w:t xml:space="preserve"> The GRSG informal working groups are listed in Annex</w:t>
      </w:r>
      <w:r w:rsidR="00B54387" w:rsidRPr="00635EE6">
        <w:rPr>
          <w:rFonts w:eastAsia="MS Mincho"/>
          <w:lang w:eastAsia="ja-JP"/>
        </w:rPr>
        <w:t xml:space="preserve"> </w:t>
      </w:r>
      <w:r w:rsidR="009A04ED" w:rsidRPr="00635EE6">
        <w:rPr>
          <w:rFonts w:eastAsia="MS Mincho"/>
          <w:lang w:eastAsia="ja-JP"/>
        </w:rPr>
        <w:t>III</w:t>
      </w:r>
      <w:r w:rsidR="00B54387" w:rsidRPr="00635EE6">
        <w:rPr>
          <w:rFonts w:eastAsia="MS Mincho"/>
          <w:lang w:eastAsia="ja-JP"/>
        </w:rPr>
        <w:t>.</w:t>
      </w:r>
    </w:p>
    <w:p w14:paraId="7E5F13E9" w14:textId="77777777" w:rsidR="00F77BDC" w:rsidRPr="00635EE6" w:rsidRDefault="007416CB" w:rsidP="00911BD1">
      <w:pPr>
        <w:pStyle w:val="HChG"/>
        <w:keepNext w:val="0"/>
        <w:keepLines w:val="0"/>
        <w:widowControl w:val="0"/>
      </w:pPr>
      <w:r w:rsidRPr="00635EE6">
        <w:tab/>
      </w:r>
      <w:r w:rsidR="002C00F5" w:rsidRPr="00635EE6">
        <w:t>III.</w:t>
      </w:r>
      <w:r w:rsidR="002C00F5" w:rsidRPr="00635EE6">
        <w:tab/>
      </w:r>
      <w:r w:rsidR="00F77BDC" w:rsidRPr="00635EE6">
        <w:t>Amendments to regulation</w:t>
      </w:r>
      <w:r w:rsidR="00226871" w:rsidRPr="00635EE6">
        <w:t>s</w:t>
      </w:r>
      <w:r w:rsidR="00F77BDC" w:rsidRPr="00635EE6">
        <w:t xml:space="preserve"> on buses and coaches</w:t>
      </w:r>
      <w:r w:rsidR="00736ACD" w:rsidRPr="00635EE6">
        <w:t xml:space="preserve"> (agenda item </w:t>
      </w:r>
      <w:r w:rsidR="00EA6072" w:rsidRPr="00635EE6">
        <w:t>2</w:t>
      </w:r>
      <w:r w:rsidR="00736ACD" w:rsidRPr="00635EE6">
        <w:t>)</w:t>
      </w:r>
    </w:p>
    <w:p w14:paraId="3E31FC16" w14:textId="45B0A22A" w:rsidR="007F18AC" w:rsidRPr="0005549C" w:rsidRDefault="00775B62" w:rsidP="007F18AC">
      <w:pPr>
        <w:pStyle w:val="SingleTxtG"/>
        <w:ind w:left="2829" w:hanging="1695"/>
        <w:jc w:val="left"/>
        <w:rPr>
          <w:lang w:val="fr-CH"/>
        </w:rPr>
      </w:pPr>
      <w:r w:rsidRPr="0005549C">
        <w:rPr>
          <w:i/>
          <w:lang w:val="fr-CH"/>
        </w:rPr>
        <w:t>Documentation</w:t>
      </w:r>
      <w:r w:rsidRPr="0005549C">
        <w:rPr>
          <w:lang w:val="fr-CH"/>
        </w:rPr>
        <w:t>:</w:t>
      </w:r>
      <w:r w:rsidRPr="0005549C">
        <w:rPr>
          <w:lang w:val="fr-CH"/>
        </w:rPr>
        <w:tab/>
        <w:t>Informal documents: GRSG-11</w:t>
      </w:r>
      <w:r w:rsidR="00FF73B2" w:rsidRPr="0005549C">
        <w:rPr>
          <w:lang w:val="fr-CH"/>
        </w:rPr>
        <w:t>9</w:t>
      </w:r>
      <w:r w:rsidRPr="0005549C">
        <w:rPr>
          <w:lang w:val="fr-CH"/>
        </w:rPr>
        <w:t>-</w:t>
      </w:r>
      <w:r w:rsidR="00FF73B2" w:rsidRPr="0005549C">
        <w:rPr>
          <w:lang w:val="fr-CH"/>
        </w:rPr>
        <w:t>08</w:t>
      </w:r>
      <w:r w:rsidRPr="0005549C">
        <w:rPr>
          <w:lang w:val="fr-CH"/>
        </w:rPr>
        <w:t xml:space="preserve"> and GRSG-11</w:t>
      </w:r>
      <w:r w:rsidR="00FF73B2" w:rsidRPr="0005549C">
        <w:rPr>
          <w:lang w:val="fr-CH"/>
        </w:rPr>
        <w:t>9</w:t>
      </w:r>
      <w:r w:rsidRPr="0005549C">
        <w:rPr>
          <w:lang w:val="fr-CH"/>
        </w:rPr>
        <w:t>-1</w:t>
      </w:r>
      <w:r w:rsidR="00FF73B2" w:rsidRPr="0005549C">
        <w:rPr>
          <w:lang w:val="fr-CH"/>
        </w:rPr>
        <w:t>1</w:t>
      </w:r>
    </w:p>
    <w:p w14:paraId="2AEEFBEA" w14:textId="664AE5BC" w:rsidR="00F40C43" w:rsidRPr="00635EE6" w:rsidRDefault="002247FA" w:rsidP="006C68B3">
      <w:pPr>
        <w:pStyle w:val="SingleTxtG"/>
      </w:pPr>
      <w:r w:rsidRPr="00635EE6">
        <w:t>7</w:t>
      </w:r>
      <w:r w:rsidR="007F18AC" w:rsidRPr="00635EE6">
        <w:t>.</w:t>
      </w:r>
      <w:r w:rsidR="007F18AC" w:rsidRPr="00635EE6">
        <w:tab/>
        <w:t>The expert from France</w:t>
      </w:r>
      <w:r w:rsidRPr="00635EE6">
        <w:t>, Chair of the IWG on Behaviour of M</w:t>
      </w:r>
      <w:r w:rsidRPr="00E61DC1">
        <w:rPr>
          <w:vertAlign w:val="subscript"/>
        </w:rPr>
        <w:t>2</w:t>
      </w:r>
      <w:r w:rsidRPr="00635EE6">
        <w:t xml:space="preserve"> and M</w:t>
      </w:r>
      <w:r w:rsidRPr="00E61DC1">
        <w:rPr>
          <w:vertAlign w:val="subscript"/>
        </w:rPr>
        <w:t>3</w:t>
      </w:r>
      <w:r w:rsidRPr="00635EE6">
        <w:t xml:space="preserve"> vehicles' general construction in case of Fire Event (BMFE)</w:t>
      </w:r>
      <w:r w:rsidR="007F18AC" w:rsidRPr="00635EE6">
        <w:t xml:space="preserve"> introduced document GRSG-11</w:t>
      </w:r>
      <w:r w:rsidR="00CA3D20" w:rsidRPr="00635EE6">
        <w:t>9</w:t>
      </w:r>
      <w:r w:rsidR="007F18AC" w:rsidRPr="00635EE6">
        <w:t>-</w:t>
      </w:r>
      <w:r w:rsidR="00CA3D20" w:rsidRPr="00635EE6">
        <w:t>08</w:t>
      </w:r>
      <w:r w:rsidR="007F18AC" w:rsidRPr="00635EE6">
        <w:t xml:space="preserve">, containing an overview of proceedings of the </w:t>
      </w:r>
      <w:r w:rsidR="00B978A2" w:rsidRPr="00635EE6">
        <w:t>10</w:t>
      </w:r>
      <w:r w:rsidR="007F18AC" w:rsidRPr="00635EE6">
        <w:t xml:space="preserve">th </w:t>
      </w:r>
      <w:r w:rsidR="00B978A2" w:rsidRPr="00635EE6">
        <w:t>meeting</w:t>
      </w:r>
      <w:r w:rsidR="007F18AC" w:rsidRPr="00635EE6">
        <w:t xml:space="preserve"> of the IWG </w:t>
      </w:r>
      <w:r w:rsidRPr="00635EE6">
        <w:t xml:space="preserve">on </w:t>
      </w:r>
      <w:r w:rsidR="007F18AC" w:rsidRPr="00635EE6">
        <w:t xml:space="preserve">BMFE, </w:t>
      </w:r>
      <w:r w:rsidRPr="00635EE6">
        <w:t xml:space="preserve">the group’s activities and </w:t>
      </w:r>
      <w:r w:rsidR="007F18AC" w:rsidRPr="00635EE6">
        <w:t>progress in the development of amendments to UN Regulations Nos. 107 and 118, and the schedule for upcoming sessions of the IWG.</w:t>
      </w:r>
    </w:p>
    <w:p w14:paraId="4385FE2A" w14:textId="25F7AEC0" w:rsidR="008D6AD1" w:rsidRDefault="008F08D7" w:rsidP="00D17F52">
      <w:pPr>
        <w:pStyle w:val="SingleTxtG"/>
      </w:pPr>
      <w:r w:rsidRPr="00635EE6">
        <w:t>8.</w:t>
      </w:r>
      <w:r w:rsidRPr="00635EE6">
        <w:tab/>
        <w:t xml:space="preserve">GRSG </w:t>
      </w:r>
      <w:r w:rsidR="00E61DC1">
        <w:t xml:space="preserve">expressed </w:t>
      </w:r>
      <w:r w:rsidRPr="00635EE6">
        <w:t xml:space="preserve">supported </w:t>
      </w:r>
      <w:r w:rsidR="00E61DC1">
        <w:t>for the</w:t>
      </w:r>
      <w:r w:rsidRPr="00635EE6">
        <w:t xml:space="preserve"> IWG on BMFE </w:t>
      </w:r>
      <w:r w:rsidR="00E61DC1">
        <w:t xml:space="preserve">intension to </w:t>
      </w:r>
      <w:r w:rsidRPr="00635EE6">
        <w:t>request</w:t>
      </w:r>
      <w:r w:rsidR="00E61DC1">
        <w:t xml:space="preserve"> </w:t>
      </w:r>
      <w:r w:rsidRPr="00635EE6">
        <w:t>extension of its mandate by one year</w:t>
      </w:r>
      <w:r w:rsidR="00D17F52" w:rsidRPr="00635EE6">
        <w:t xml:space="preserve"> at the WP.29 November 2020 session</w:t>
      </w:r>
      <w:r w:rsidRPr="00635EE6">
        <w:t xml:space="preserve">, </w:t>
      </w:r>
      <w:r w:rsidR="00D17F52" w:rsidRPr="00635EE6">
        <w:t>and endorsed the revised terms of reference of the group (</w:t>
      </w:r>
      <w:r w:rsidRPr="00635EE6">
        <w:t>GRSG-119-11</w:t>
      </w:r>
      <w:r w:rsidR="00D17F52" w:rsidRPr="00635EE6">
        <w:t>)</w:t>
      </w:r>
      <w:r w:rsidRPr="00635EE6">
        <w:t>.</w:t>
      </w:r>
      <w:r w:rsidR="008D6AD1">
        <w:t xml:space="preserve"> </w:t>
      </w:r>
    </w:p>
    <w:p w14:paraId="29F7C03C" w14:textId="77777777" w:rsidR="008D6AD1" w:rsidRDefault="008D6AD1">
      <w:pPr>
        <w:suppressAutoHyphens w:val="0"/>
        <w:spacing w:line="240" w:lineRule="auto"/>
      </w:pPr>
      <w:r>
        <w:br w:type="page"/>
      </w:r>
    </w:p>
    <w:p w14:paraId="208BBBF8" w14:textId="6D73E8B2" w:rsidR="002C00F5" w:rsidRPr="00635EE6" w:rsidRDefault="008D6AD1" w:rsidP="00736ACD">
      <w:pPr>
        <w:widowControl w:val="0"/>
        <w:tabs>
          <w:tab w:val="right" w:pos="851"/>
        </w:tabs>
        <w:spacing w:before="360" w:after="240" w:line="270" w:lineRule="exact"/>
        <w:ind w:left="1134" w:right="1134" w:hanging="1134"/>
        <w:rPr>
          <w:b/>
          <w:sz w:val="24"/>
        </w:rPr>
      </w:pPr>
      <w:r>
        <w:rPr>
          <w:b/>
          <w:sz w:val="24"/>
        </w:rPr>
        <w:lastRenderedPageBreak/>
        <w:tab/>
      </w:r>
      <w:r w:rsidR="00736ACD" w:rsidRPr="00635EE6">
        <w:rPr>
          <w:b/>
          <w:sz w:val="24"/>
        </w:rPr>
        <w:t>A.</w:t>
      </w:r>
      <w:r w:rsidR="00F77BDC" w:rsidRPr="00635EE6">
        <w:rPr>
          <w:b/>
          <w:sz w:val="24"/>
        </w:rPr>
        <w:tab/>
      </w:r>
      <w:r w:rsidR="00B073DB" w:rsidRPr="00635EE6">
        <w:rPr>
          <w:b/>
          <w:sz w:val="24"/>
        </w:rPr>
        <w:t xml:space="preserve">UN </w:t>
      </w:r>
      <w:r w:rsidR="008D10C1" w:rsidRPr="00635EE6">
        <w:rPr>
          <w:b/>
          <w:sz w:val="24"/>
        </w:rPr>
        <w:t>Regulation No. 107 (M</w:t>
      </w:r>
      <w:r w:rsidR="008D10C1" w:rsidRPr="00635EE6">
        <w:rPr>
          <w:b/>
          <w:sz w:val="24"/>
          <w:vertAlign w:val="subscript"/>
        </w:rPr>
        <w:t>2</w:t>
      </w:r>
      <w:r w:rsidR="008D10C1" w:rsidRPr="00635EE6">
        <w:rPr>
          <w:b/>
          <w:sz w:val="24"/>
        </w:rPr>
        <w:t xml:space="preserve"> and M</w:t>
      </w:r>
      <w:r w:rsidR="008D10C1" w:rsidRPr="00635EE6">
        <w:rPr>
          <w:b/>
          <w:sz w:val="24"/>
          <w:vertAlign w:val="subscript"/>
        </w:rPr>
        <w:t>3</w:t>
      </w:r>
      <w:r w:rsidR="008D10C1" w:rsidRPr="00635EE6">
        <w:rPr>
          <w:b/>
          <w:sz w:val="24"/>
        </w:rPr>
        <w:t xml:space="preserve"> vehicles)</w:t>
      </w:r>
    </w:p>
    <w:p w14:paraId="2C36825C" w14:textId="0A46B2C0" w:rsidR="00FF73B2" w:rsidRPr="00635EE6" w:rsidRDefault="00FF73B2" w:rsidP="00FF73B2">
      <w:pPr>
        <w:spacing w:before="120" w:after="120"/>
        <w:ind w:left="2835" w:right="1134" w:hanging="1701"/>
      </w:pPr>
      <w:r w:rsidRPr="00635EE6">
        <w:rPr>
          <w:i/>
        </w:rPr>
        <w:t>Documentation</w:t>
      </w:r>
      <w:r w:rsidRPr="00635EE6">
        <w:t>:</w:t>
      </w:r>
      <w:r w:rsidRPr="00635EE6">
        <w:tab/>
        <w:t>ECE/TRANS/WP.29/GRSG/2020/19</w:t>
      </w:r>
      <w:r w:rsidRPr="00635EE6">
        <w:br/>
        <w:t>ECE/TRANS/WP.29/GRSG/2020/20</w:t>
      </w:r>
      <w:r w:rsidRPr="00635EE6">
        <w:br/>
      </w:r>
      <w:r w:rsidRPr="00635EE6">
        <w:rPr>
          <w:b/>
        </w:rPr>
        <w:tab/>
      </w:r>
      <w:r w:rsidRPr="00635EE6">
        <w:t xml:space="preserve">Informal documents: GRSG-119-09, GRSG-119-18 </w:t>
      </w:r>
      <w:r w:rsidRPr="00635EE6">
        <w:br/>
        <w:t>and GRSG-119-19</w:t>
      </w:r>
    </w:p>
    <w:p w14:paraId="23229D0D" w14:textId="5830AD53" w:rsidR="00806ECC" w:rsidRPr="00635EE6" w:rsidRDefault="00F40C43" w:rsidP="002405C1">
      <w:pPr>
        <w:pStyle w:val="SingleTxtG"/>
        <w:ind w:left="1138"/>
      </w:pPr>
      <w:r w:rsidRPr="00635EE6">
        <w:rPr>
          <w:szCs w:val="24"/>
        </w:rPr>
        <w:t>9</w:t>
      </w:r>
      <w:r w:rsidR="001413AA" w:rsidRPr="00635EE6">
        <w:rPr>
          <w:szCs w:val="24"/>
        </w:rPr>
        <w:t>.</w:t>
      </w:r>
      <w:r w:rsidR="001413AA" w:rsidRPr="00635EE6">
        <w:rPr>
          <w:szCs w:val="24"/>
        </w:rPr>
        <w:tab/>
      </w:r>
      <w:r w:rsidR="006C68B3" w:rsidRPr="00635EE6">
        <w:t>The expert from France, Chair of the IWG on BMFE</w:t>
      </w:r>
      <w:r w:rsidR="00FB30A9" w:rsidRPr="00635EE6">
        <w:rPr>
          <w:szCs w:val="24"/>
        </w:rPr>
        <w:t xml:space="preserve"> introduced document </w:t>
      </w:r>
      <w:r w:rsidR="00FB30A9" w:rsidRPr="00635EE6">
        <w:t>ECE/TRANS/WP.29/GRSG/2020/</w:t>
      </w:r>
      <w:r w:rsidR="006C68B3" w:rsidRPr="00635EE6">
        <w:t>19</w:t>
      </w:r>
      <w:r w:rsidR="00FB30A9" w:rsidRPr="00635EE6">
        <w:t>, a proposal to amend UN Regulation No. 107 and document GRSG-11</w:t>
      </w:r>
      <w:r w:rsidR="006C68B3" w:rsidRPr="00635EE6">
        <w:t>9</w:t>
      </w:r>
      <w:r w:rsidR="00FB30A9" w:rsidRPr="00635EE6">
        <w:t>-</w:t>
      </w:r>
      <w:r w:rsidR="006C68B3" w:rsidRPr="00635EE6">
        <w:t>09</w:t>
      </w:r>
      <w:r w:rsidR="00FB30A9" w:rsidRPr="00635EE6">
        <w:t xml:space="preserve"> containing modifications to ECE/TRANS/WP.29/GRSG/2020/</w:t>
      </w:r>
      <w:r w:rsidR="006C68B3" w:rsidRPr="00635EE6">
        <w:t>19</w:t>
      </w:r>
      <w:r w:rsidR="0005549C">
        <w:t xml:space="preserve"> related to </w:t>
      </w:r>
      <w:r w:rsidR="0005549C">
        <w:rPr>
          <w:bCs/>
        </w:rPr>
        <w:t>a</w:t>
      </w:r>
      <w:r w:rsidR="0005549C" w:rsidRPr="00571FC3">
        <w:rPr>
          <w:bCs/>
        </w:rPr>
        <w:t>larm initiation based on a temperature reference</w:t>
      </w:r>
      <w:r w:rsidR="0005549C">
        <w:rPr>
          <w:bCs/>
        </w:rPr>
        <w:t xml:space="preserve">, </w:t>
      </w:r>
      <w:r w:rsidR="0005549C" w:rsidRPr="00571FC3">
        <w:rPr>
          <w:bCs/>
        </w:rPr>
        <w:t>opening of all power-operated doors</w:t>
      </w:r>
      <w:r w:rsidR="0005549C">
        <w:rPr>
          <w:bCs/>
        </w:rPr>
        <w:t xml:space="preserve"> for emergency evacuation</w:t>
      </w:r>
      <w:r w:rsidR="0005549C" w:rsidRPr="00571FC3">
        <w:rPr>
          <w:bCs/>
        </w:rPr>
        <w:t xml:space="preserve"> and provisions for 'Safety Information Cards'</w:t>
      </w:r>
      <w:r w:rsidR="00FB30A9" w:rsidRPr="00635EE6">
        <w:t>.</w:t>
      </w:r>
    </w:p>
    <w:p w14:paraId="06D38C18" w14:textId="4F641DA8" w:rsidR="00FB30A9" w:rsidRPr="00635EE6" w:rsidRDefault="00F40C43" w:rsidP="002405C1">
      <w:pPr>
        <w:pStyle w:val="SingleTxtG"/>
        <w:ind w:left="1138"/>
      </w:pPr>
      <w:r w:rsidRPr="00635EE6">
        <w:rPr>
          <w:szCs w:val="24"/>
        </w:rPr>
        <w:t>10</w:t>
      </w:r>
      <w:r w:rsidR="00FB30A9" w:rsidRPr="00635EE6">
        <w:rPr>
          <w:szCs w:val="24"/>
        </w:rPr>
        <w:t>.</w:t>
      </w:r>
      <w:r w:rsidR="00FB30A9" w:rsidRPr="00635EE6">
        <w:rPr>
          <w:szCs w:val="24"/>
        </w:rPr>
        <w:tab/>
        <w:t xml:space="preserve">The expert from </w:t>
      </w:r>
      <w:r w:rsidR="006C68B3" w:rsidRPr="00635EE6">
        <w:rPr>
          <w:szCs w:val="24"/>
        </w:rPr>
        <w:t>OICA</w:t>
      </w:r>
      <w:r w:rsidR="00FB30A9" w:rsidRPr="00635EE6">
        <w:rPr>
          <w:szCs w:val="24"/>
        </w:rPr>
        <w:t xml:space="preserve"> presented document </w:t>
      </w:r>
      <w:r w:rsidR="00FB30A9" w:rsidRPr="00635EE6">
        <w:t>GRSG-11</w:t>
      </w:r>
      <w:r w:rsidR="006C68B3" w:rsidRPr="00635EE6">
        <w:t>9</w:t>
      </w:r>
      <w:r w:rsidR="00FB30A9" w:rsidRPr="00635EE6">
        <w:t>-</w:t>
      </w:r>
      <w:r w:rsidR="00BC1CE7" w:rsidRPr="00635EE6">
        <w:t>18</w:t>
      </w:r>
      <w:r w:rsidR="00FB30A9" w:rsidRPr="00635EE6">
        <w:t xml:space="preserve">, with </w:t>
      </w:r>
      <w:r w:rsidR="00BC1CE7" w:rsidRPr="00635EE6">
        <w:t>suggested modifications</w:t>
      </w:r>
      <w:r w:rsidR="00FB30A9" w:rsidRPr="00635EE6">
        <w:t xml:space="preserve"> to the </w:t>
      </w:r>
      <w:r w:rsidR="00BC1CE7" w:rsidRPr="00635EE6">
        <w:t xml:space="preserve">transitional provisions contained in the </w:t>
      </w:r>
      <w:r w:rsidR="00FB30A9" w:rsidRPr="00635EE6">
        <w:t xml:space="preserve">proposal </w:t>
      </w:r>
      <w:r w:rsidR="00BC1CE7" w:rsidRPr="00635EE6">
        <w:t>to amend</w:t>
      </w:r>
      <w:r w:rsidR="00FB30A9" w:rsidRPr="00635EE6">
        <w:t xml:space="preserve"> </w:t>
      </w:r>
      <w:r w:rsidR="00227D00">
        <w:br/>
      </w:r>
      <w:r w:rsidR="00FB30A9" w:rsidRPr="00635EE6">
        <w:t>UN Regulation No. 107 (ECE/TRANS/WP.29/GRSG/2020/</w:t>
      </w:r>
      <w:r w:rsidR="00BC1CE7" w:rsidRPr="00635EE6">
        <w:t>19</w:t>
      </w:r>
      <w:r w:rsidR="00FB30A9" w:rsidRPr="00635EE6">
        <w:t>).</w:t>
      </w:r>
    </w:p>
    <w:p w14:paraId="59E7FAED" w14:textId="7BE94360" w:rsidR="00BC1CE7" w:rsidRPr="00635EE6" w:rsidRDefault="00BC1CE7" w:rsidP="002405C1">
      <w:pPr>
        <w:pStyle w:val="SingleTxtG"/>
        <w:ind w:left="1138"/>
      </w:pPr>
      <w:r w:rsidRPr="00635EE6">
        <w:t>11.</w:t>
      </w:r>
      <w:r w:rsidRPr="00635EE6">
        <w:tab/>
        <w:t>The expert from Spain introduced document ECE/TRANS/WP.29/GRSG/2020/20, a proposal to amend UN Regulation No. 107</w:t>
      </w:r>
      <w:r w:rsidR="0005549C">
        <w:t xml:space="preserve"> on </w:t>
      </w:r>
      <w:r w:rsidR="0005549C">
        <w:rPr>
          <w:bCs/>
        </w:rPr>
        <w:t>provisions guaranteeing that vehicle remains stopped whilst lifts or ramps are being used</w:t>
      </w:r>
      <w:r w:rsidRPr="00635EE6">
        <w:t>.</w:t>
      </w:r>
    </w:p>
    <w:p w14:paraId="0E876762" w14:textId="1A1AFF91" w:rsidR="00BC1CE7" w:rsidRPr="00635EE6" w:rsidRDefault="00BC1CE7" w:rsidP="002405C1">
      <w:pPr>
        <w:pStyle w:val="SingleTxtG"/>
        <w:ind w:left="1138"/>
      </w:pPr>
      <w:r w:rsidRPr="00635EE6">
        <w:t>12.</w:t>
      </w:r>
      <w:r w:rsidRPr="00635EE6">
        <w:tab/>
        <w:t>The expert from OICA presented document GRSG-119-19 containing suggested modifications to ECE/TRANS/WP.29/GRSG/2020/20.</w:t>
      </w:r>
    </w:p>
    <w:p w14:paraId="4BB41C67" w14:textId="5264363A" w:rsidR="00FB30A9" w:rsidRPr="00635EE6" w:rsidRDefault="0038525B" w:rsidP="002405C1">
      <w:pPr>
        <w:pStyle w:val="SingleTxtG"/>
        <w:ind w:left="1138"/>
        <w:rPr>
          <w:color w:val="000000"/>
        </w:rPr>
      </w:pPr>
      <w:r w:rsidRPr="00635EE6">
        <w:t>13</w:t>
      </w:r>
      <w:r w:rsidR="00FB30A9" w:rsidRPr="00635EE6">
        <w:t>.</w:t>
      </w:r>
      <w:r w:rsidR="00FB30A9" w:rsidRPr="00635EE6">
        <w:tab/>
      </w:r>
      <w:r w:rsidR="006C68B3" w:rsidRPr="00635EE6">
        <w:rPr>
          <w:color w:val="000000"/>
        </w:rPr>
        <w:t>GRSG adopted ECE/TRANS/WP.29/GRSG/2020/19</w:t>
      </w:r>
      <w:r w:rsidR="00E61DC1">
        <w:rPr>
          <w:color w:val="000000"/>
        </w:rPr>
        <w:t>,</w:t>
      </w:r>
      <w:r w:rsidR="006C68B3" w:rsidRPr="00635EE6">
        <w:rPr>
          <w:color w:val="000000"/>
        </w:rPr>
        <w:t xml:space="preserve"> as amended by GRSG-119-09 and GRSG-119-18</w:t>
      </w:r>
      <w:r w:rsidR="00E61DC1">
        <w:rPr>
          <w:color w:val="000000"/>
        </w:rPr>
        <w:t>,</w:t>
      </w:r>
      <w:r w:rsidR="006C68B3" w:rsidRPr="00635EE6">
        <w:rPr>
          <w:color w:val="000000"/>
        </w:rPr>
        <w:t xml:space="preserve"> and ECE/TRANS/WP.29/GRSG/2020/20</w:t>
      </w:r>
      <w:r w:rsidR="00E61DC1">
        <w:rPr>
          <w:color w:val="000000"/>
        </w:rPr>
        <w:t>,</w:t>
      </w:r>
      <w:r w:rsidR="006C68B3" w:rsidRPr="00635EE6">
        <w:rPr>
          <w:color w:val="000000"/>
        </w:rPr>
        <w:t xml:space="preserve"> as amended by GRSG-119-19, </w:t>
      </w:r>
      <w:r w:rsidRPr="00635EE6">
        <w:rPr>
          <w:color w:val="000000"/>
        </w:rPr>
        <w:t xml:space="preserve">the </w:t>
      </w:r>
      <w:r w:rsidR="006C68B3" w:rsidRPr="00635EE6">
        <w:rPr>
          <w:color w:val="000000"/>
        </w:rPr>
        <w:t>proposals for the 09 series of amendments to UN Regulation No. 107, and agreed to submit them for consideration and vote at the March 2021 session of WP.29/AC.1. The secretariat</w:t>
      </w:r>
      <w:r w:rsidR="00E61DC1">
        <w:rPr>
          <w:color w:val="000000"/>
        </w:rPr>
        <w:t xml:space="preserve"> was requested to</w:t>
      </w:r>
      <w:r w:rsidR="006C68B3" w:rsidRPr="00635EE6">
        <w:rPr>
          <w:color w:val="000000"/>
        </w:rPr>
        <w:t xml:space="preserve"> merge the proposals into </w:t>
      </w:r>
      <w:r w:rsidR="00BC1CE7" w:rsidRPr="00635EE6">
        <w:rPr>
          <w:color w:val="000000"/>
        </w:rPr>
        <w:t>one</w:t>
      </w:r>
      <w:r w:rsidR="006C68B3" w:rsidRPr="00635EE6">
        <w:rPr>
          <w:color w:val="000000"/>
        </w:rPr>
        <w:t xml:space="preserve"> </w:t>
      </w:r>
      <w:r w:rsidR="00BC1CE7" w:rsidRPr="00635EE6">
        <w:rPr>
          <w:color w:val="000000"/>
        </w:rPr>
        <w:t xml:space="preserve">unified </w:t>
      </w:r>
      <w:r w:rsidR="00E61DC1">
        <w:rPr>
          <w:color w:val="000000"/>
        </w:rPr>
        <w:t>document containing</w:t>
      </w:r>
      <w:r w:rsidR="006C68B3" w:rsidRPr="00635EE6">
        <w:rPr>
          <w:color w:val="000000"/>
        </w:rPr>
        <w:t xml:space="preserve"> the 09 series of amendments to UN Regulation No. 107, for consideration by WP.29/AC.1 at its March 2021 session.</w:t>
      </w:r>
    </w:p>
    <w:p w14:paraId="4E88E1F2" w14:textId="2F243844" w:rsidR="00254498" w:rsidRPr="00635EE6" w:rsidRDefault="00254498" w:rsidP="002405C1">
      <w:pPr>
        <w:pStyle w:val="SingleTxtG"/>
        <w:ind w:left="1138"/>
        <w:rPr>
          <w:szCs w:val="24"/>
        </w:rPr>
      </w:pPr>
      <w:r w:rsidRPr="00635EE6">
        <w:t>14.</w:t>
      </w:r>
      <w:r w:rsidRPr="00635EE6">
        <w:rPr>
          <w:szCs w:val="24"/>
        </w:rPr>
        <w:tab/>
        <w:t xml:space="preserve">The Secretary of GRSP informed GRSG on the outcome of recent meetings of the IWG on Safer Transport of Children in Buses and Coaches (STCBC), providing </w:t>
      </w:r>
      <w:r w:rsidR="00C3792B" w:rsidRPr="00635EE6">
        <w:rPr>
          <w:szCs w:val="24"/>
        </w:rPr>
        <w:t>a status report</w:t>
      </w:r>
      <w:r w:rsidRPr="00635EE6">
        <w:rPr>
          <w:szCs w:val="24"/>
        </w:rPr>
        <w:t xml:space="preserve"> </w:t>
      </w:r>
      <w:r w:rsidR="00C3792B" w:rsidRPr="00635EE6">
        <w:rPr>
          <w:szCs w:val="24"/>
        </w:rPr>
        <w:t>(GRSP-67-08)</w:t>
      </w:r>
      <w:r w:rsidRPr="00635EE6">
        <w:rPr>
          <w:szCs w:val="24"/>
        </w:rPr>
        <w:t xml:space="preserve"> and </w:t>
      </w:r>
      <w:r w:rsidR="00C3792B" w:rsidRPr="00635EE6">
        <w:rPr>
          <w:szCs w:val="24"/>
        </w:rPr>
        <w:t xml:space="preserve">information on </w:t>
      </w:r>
      <w:r w:rsidRPr="00635EE6">
        <w:rPr>
          <w:szCs w:val="24"/>
        </w:rPr>
        <w:t xml:space="preserve">progress towards the development of a </w:t>
      </w:r>
      <w:r w:rsidR="00CF54FD">
        <w:rPr>
          <w:szCs w:val="24"/>
        </w:rPr>
        <w:br/>
      </w:r>
      <w:r w:rsidRPr="00635EE6">
        <w:rPr>
          <w:szCs w:val="24"/>
        </w:rPr>
        <w:t>UN Regulation under the 1958 Agreement</w:t>
      </w:r>
      <w:r w:rsidR="00C3792B" w:rsidRPr="00635EE6">
        <w:rPr>
          <w:szCs w:val="24"/>
        </w:rPr>
        <w:t>, which is planned to be delivered to GRSP for consideration in 2022.</w:t>
      </w:r>
    </w:p>
    <w:p w14:paraId="417CE285" w14:textId="6E133BD4" w:rsidR="00C3792B" w:rsidRPr="00635EE6" w:rsidRDefault="00C3792B" w:rsidP="002405C1">
      <w:pPr>
        <w:pStyle w:val="SingleTxtG"/>
        <w:ind w:left="1138"/>
        <w:rPr>
          <w:szCs w:val="24"/>
        </w:rPr>
      </w:pPr>
      <w:r w:rsidRPr="00635EE6">
        <w:rPr>
          <w:szCs w:val="24"/>
        </w:rPr>
        <w:t>15.</w:t>
      </w:r>
      <w:r w:rsidRPr="00635EE6">
        <w:rPr>
          <w:szCs w:val="24"/>
        </w:rPr>
        <w:tab/>
        <w:t xml:space="preserve">The expert from Germany informed GRSG that the next session of the IWG on STCBC would take place on 29 October 2020, where results of testing carried out would be presented to participants. The report on these activities would be delivered to GRSP and GRSG at </w:t>
      </w:r>
      <w:r w:rsidR="00E61DC1">
        <w:rPr>
          <w:szCs w:val="24"/>
        </w:rPr>
        <w:t xml:space="preserve">their </w:t>
      </w:r>
      <w:r w:rsidRPr="00635EE6">
        <w:rPr>
          <w:szCs w:val="24"/>
        </w:rPr>
        <w:t>upcoming sessions.</w:t>
      </w:r>
    </w:p>
    <w:p w14:paraId="73AA85C3" w14:textId="3FFACB3C" w:rsidR="003A4D09" w:rsidRPr="00635EE6" w:rsidRDefault="003A4D09" w:rsidP="002405C1">
      <w:pPr>
        <w:pStyle w:val="SingleTxtG"/>
        <w:ind w:left="1138"/>
        <w:rPr>
          <w:szCs w:val="24"/>
        </w:rPr>
      </w:pPr>
      <w:r w:rsidRPr="00635EE6">
        <w:rPr>
          <w:szCs w:val="24"/>
        </w:rPr>
        <w:t>16.</w:t>
      </w:r>
      <w:r w:rsidR="00E61DC1">
        <w:rPr>
          <w:szCs w:val="24"/>
        </w:rPr>
        <w:tab/>
      </w:r>
      <w:r w:rsidRPr="00635EE6">
        <w:rPr>
          <w:szCs w:val="24"/>
        </w:rPr>
        <w:t>The Chair of GRSG invited delegates to update GRSG on national initiatives concerning autonomous urban shuttles. The expert from France informed GRSG that France had been working on developing a definition for autonomous urban shuttles.</w:t>
      </w:r>
    </w:p>
    <w:p w14:paraId="3950561D" w14:textId="77777777" w:rsidR="00736ACD" w:rsidRPr="00635EE6" w:rsidRDefault="00736ACD" w:rsidP="00736ACD">
      <w:pPr>
        <w:widowControl w:val="0"/>
        <w:tabs>
          <w:tab w:val="right" w:pos="851"/>
        </w:tabs>
        <w:spacing w:before="360" w:after="240" w:line="270" w:lineRule="exact"/>
        <w:ind w:left="1134" w:right="1134" w:hanging="1134"/>
        <w:rPr>
          <w:b/>
          <w:sz w:val="24"/>
        </w:rPr>
      </w:pPr>
      <w:r w:rsidRPr="00635EE6">
        <w:rPr>
          <w:b/>
          <w:sz w:val="24"/>
        </w:rPr>
        <w:tab/>
        <w:t>B.</w:t>
      </w:r>
      <w:r w:rsidRPr="00635EE6">
        <w:rPr>
          <w:b/>
          <w:sz w:val="24"/>
        </w:rPr>
        <w:tab/>
      </w:r>
      <w:r w:rsidR="00B073DB" w:rsidRPr="00635EE6">
        <w:rPr>
          <w:b/>
          <w:sz w:val="24"/>
        </w:rPr>
        <w:t xml:space="preserve">UN </w:t>
      </w:r>
      <w:r w:rsidRPr="00635EE6">
        <w:rPr>
          <w:b/>
          <w:sz w:val="24"/>
        </w:rPr>
        <w:t>Regulation No. 118 (Burning behaviour of materials)</w:t>
      </w:r>
    </w:p>
    <w:p w14:paraId="092E850D" w14:textId="580C378D" w:rsidR="00C81265" w:rsidRPr="00635EE6" w:rsidRDefault="00736ACD" w:rsidP="00C81265">
      <w:pPr>
        <w:widowControl w:val="0"/>
        <w:tabs>
          <w:tab w:val="left" w:pos="2694"/>
        </w:tabs>
        <w:spacing w:after="120"/>
        <w:ind w:left="2694" w:right="1134" w:hanging="1560"/>
        <w:rPr>
          <w:color w:val="4F81BD" w:themeColor="accent1"/>
        </w:rPr>
      </w:pPr>
      <w:r w:rsidRPr="00635EE6">
        <w:rPr>
          <w:i/>
        </w:rPr>
        <w:t>Documentation</w:t>
      </w:r>
      <w:r w:rsidRPr="00635EE6">
        <w:t>:</w:t>
      </w:r>
      <w:r w:rsidRPr="00635EE6">
        <w:tab/>
      </w:r>
      <w:r w:rsidR="00FF73B2" w:rsidRPr="00635EE6">
        <w:t>ECE/TRANS/WP.29/GRSG/2020/21</w:t>
      </w:r>
      <w:r w:rsidR="00FF73B2" w:rsidRPr="00635EE6">
        <w:br/>
      </w:r>
      <w:r w:rsidR="00775B62" w:rsidRPr="00635EE6">
        <w:t>Informal documents: GRSG-11</w:t>
      </w:r>
      <w:r w:rsidR="00FF73B2" w:rsidRPr="00635EE6">
        <w:t>9</w:t>
      </w:r>
      <w:r w:rsidR="00775B62" w:rsidRPr="00635EE6">
        <w:t>-</w:t>
      </w:r>
      <w:r w:rsidR="00FF73B2" w:rsidRPr="00635EE6">
        <w:t>10, GRSG-119-13, GRSG-119-22</w:t>
      </w:r>
      <w:r w:rsidR="00775B62" w:rsidRPr="00635EE6">
        <w:t xml:space="preserve"> and GRSG-11</w:t>
      </w:r>
      <w:r w:rsidR="00FF73B2" w:rsidRPr="00635EE6">
        <w:t>9</w:t>
      </w:r>
      <w:r w:rsidR="00775B62" w:rsidRPr="00635EE6">
        <w:t>-31</w:t>
      </w:r>
    </w:p>
    <w:p w14:paraId="35038E51" w14:textId="5C1DCA79" w:rsidR="007728D3" w:rsidRPr="00635EE6" w:rsidRDefault="001C53D9" w:rsidP="00482E75">
      <w:pPr>
        <w:pStyle w:val="SingleTxtG"/>
        <w:ind w:left="1138"/>
      </w:pPr>
      <w:r w:rsidRPr="00635EE6">
        <w:t>1</w:t>
      </w:r>
      <w:r w:rsidR="003A4D09" w:rsidRPr="00635EE6">
        <w:t>7</w:t>
      </w:r>
      <w:r w:rsidR="00736ACD" w:rsidRPr="00635EE6">
        <w:t>.</w:t>
      </w:r>
      <w:r w:rsidR="00736ACD" w:rsidRPr="00635EE6">
        <w:tab/>
      </w:r>
      <w:r w:rsidR="00296ED2" w:rsidRPr="00635EE6">
        <w:t>T</w:t>
      </w:r>
      <w:r w:rsidR="00736ACD" w:rsidRPr="00635EE6">
        <w:t xml:space="preserve">he expert from </w:t>
      </w:r>
      <w:r w:rsidR="00D91DF8" w:rsidRPr="00635EE6">
        <w:t>France</w:t>
      </w:r>
      <w:r w:rsidR="00452C2D" w:rsidRPr="00635EE6">
        <w:t xml:space="preserve">, </w:t>
      </w:r>
      <w:r w:rsidR="006F66FC" w:rsidRPr="00635EE6">
        <w:t>as C</w:t>
      </w:r>
      <w:r w:rsidR="00452C2D" w:rsidRPr="00635EE6">
        <w:t>hair</w:t>
      </w:r>
      <w:r w:rsidR="006F66FC" w:rsidRPr="00635EE6">
        <w:t xml:space="preserve"> of</w:t>
      </w:r>
      <w:r w:rsidR="00452C2D" w:rsidRPr="00635EE6">
        <w:t xml:space="preserve"> </w:t>
      </w:r>
      <w:r w:rsidR="009825E8" w:rsidRPr="00635EE6">
        <w:t xml:space="preserve">the IWG on </w:t>
      </w:r>
      <w:r w:rsidR="007728D3" w:rsidRPr="00635EE6">
        <w:t>BMFE</w:t>
      </w:r>
      <w:r w:rsidR="009825E8" w:rsidRPr="00635EE6">
        <w:t xml:space="preserve">, </w:t>
      </w:r>
      <w:r w:rsidR="00452C2D" w:rsidRPr="00635EE6">
        <w:t>introduced</w:t>
      </w:r>
      <w:r w:rsidR="00482E75" w:rsidRPr="00635EE6">
        <w:rPr>
          <w:szCs w:val="24"/>
        </w:rPr>
        <w:t xml:space="preserve"> document </w:t>
      </w:r>
      <w:r w:rsidR="00482E75" w:rsidRPr="00635EE6">
        <w:t>ECE/TRANS/WP.29/GRSG/2020/2</w:t>
      </w:r>
      <w:r w:rsidR="0005549C">
        <w:t>1</w:t>
      </w:r>
      <w:r w:rsidR="00482E75" w:rsidRPr="00635EE6">
        <w:t>, a proposal to amend UN Regulation No. 11</w:t>
      </w:r>
      <w:r w:rsidR="0005549C">
        <w:t>8</w:t>
      </w:r>
      <w:r w:rsidR="00482E75" w:rsidRPr="00635EE6">
        <w:t xml:space="preserve"> and document GRSG-119-10</w:t>
      </w:r>
      <w:r w:rsidR="00E61DC1">
        <w:t>,</w:t>
      </w:r>
      <w:r w:rsidR="00482E75" w:rsidRPr="00635EE6">
        <w:t xml:space="preserve"> containing modifications to ECE/TRANS/WP.29/GRSG/2020/19</w:t>
      </w:r>
      <w:r w:rsidR="0005549C">
        <w:t xml:space="preserve"> related to the </w:t>
      </w:r>
      <w:r w:rsidR="0005549C">
        <w:rPr>
          <w:szCs w:val="24"/>
        </w:rPr>
        <w:t>d</w:t>
      </w:r>
      <w:r w:rsidR="0005549C" w:rsidRPr="00C9395D">
        <w:rPr>
          <w:szCs w:val="24"/>
        </w:rPr>
        <w:t>eclaration of the adhesive agents that can be used without deterioration of the burning behaviour of the material</w:t>
      </w:r>
      <w:r w:rsidR="00482E75" w:rsidRPr="00635EE6">
        <w:t>.</w:t>
      </w:r>
    </w:p>
    <w:p w14:paraId="58C5C09E" w14:textId="4085F455" w:rsidR="00482E75" w:rsidRPr="00635EE6" w:rsidRDefault="00482E75" w:rsidP="00482E75">
      <w:pPr>
        <w:pStyle w:val="SingleTxtG"/>
        <w:ind w:left="1138"/>
      </w:pPr>
      <w:r w:rsidRPr="00635EE6">
        <w:t>1</w:t>
      </w:r>
      <w:r w:rsidR="003A4D09" w:rsidRPr="00635EE6">
        <w:t>8</w:t>
      </w:r>
      <w:r w:rsidRPr="00635EE6">
        <w:t>.</w:t>
      </w:r>
      <w:r w:rsidRPr="00635EE6">
        <w:tab/>
        <w:t>The expert from OICA introduced document GRSG-119-22 containing suggested modifications to ECE/TRANS/WP.29/GRSG/2020/21.</w:t>
      </w:r>
    </w:p>
    <w:p w14:paraId="357B5746" w14:textId="71D3E12F" w:rsidR="00482E75" w:rsidRPr="00635EE6" w:rsidRDefault="003A4D09" w:rsidP="00482E75">
      <w:pPr>
        <w:pStyle w:val="SingleTxtG"/>
        <w:ind w:left="1138"/>
      </w:pPr>
      <w:r w:rsidRPr="00635EE6">
        <w:t>20</w:t>
      </w:r>
      <w:r w:rsidR="00482E75" w:rsidRPr="00635EE6">
        <w:t>.</w:t>
      </w:r>
      <w:r w:rsidR="00482E75" w:rsidRPr="00635EE6">
        <w:tab/>
        <w:t>The expert from CLEPA presented document GRSG-119-31 containing further suggested modifications to ECE/TRANS/WP.29/GRSG/2020/21.</w:t>
      </w:r>
    </w:p>
    <w:p w14:paraId="658BBA99" w14:textId="1B8F5AFA" w:rsidR="007728D3" w:rsidRPr="00635EE6" w:rsidRDefault="003A4D09" w:rsidP="007728D3">
      <w:pPr>
        <w:pStyle w:val="SingleTxtG"/>
        <w:rPr>
          <w:color w:val="000000"/>
        </w:rPr>
      </w:pPr>
      <w:r w:rsidRPr="00635EE6">
        <w:lastRenderedPageBreak/>
        <w:t>21</w:t>
      </w:r>
      <w:r w:rsidR="007728D3" w:rsidRPr="00635EE6">
        <w:t>.</w:t>
      </w:r>
      <w:r w:rsidR="007728D3" w:rsidRPr="00635EE6">
        <w:tab/>
      </w:r>
      <w:r w:rsidR="00482E75" w:rsidRPr="00635EE6">
        <w:rPr>
          <w:color w:val="000000"/>
        </w:rPr>
        <w:t>GRSG adopted ECE/TRANS/WP.29/GRSG/2020/21,</w:t>
      </w:r>
      <w:r w:rsidR="00E61DC1">
        <w:rPr>
          <w:color w:val="000000"/>
        </w:rPr>
        <w:t xml:space="preserve"> the</w:t>
      </w:r>
      <w:r w:rsidR="00482E75" w:rsidRPr="00635EE6">
        <w:rPr>
          <w:color w:val="000000"/>
        </w:rPr>
        <w:t xml:space="preserve"> proposal for amendment</w:t>
      </w:r>
      <w:r w:rsidR="00E61DC1">
        <w:rPr>
          <w:color w:val="000000"/>
        </w:rPr>
        <w:t>s</w:t>
      </w:r>
      <w:r w:rsidR="00482E75" w:rsidRPr="00635EE6">
        <w:rPr>
          <w:color w:val="000000"/>
        </w:rPr>
        <w:t xml:space="preserve"> to UN Regulation No. 118, as amended by GRSG-119-10, GRSG-119-22 and </w:t>
      </w:r>
      <w:r w:rsidR="00CF54FD">
        <w:rPr>
          <w:color w:val="000000"/>
        </w:rPr>
        <w:br/>
      </w:r>
      <w:r w:rsidR="00482E75" w:rsidRPr="00635EE6">
        <w:rPr>
          <w:color w:val="000000"/>
        </w:rPr>
        <w:t>GRSG-119-31 and agreed to submit it for consideration and vote at the March 2021 session of WP.29/AC.1.</w:t>
      </w:r>
    </w:p>
    <w:p w14:paraId="7CC29F42" w14:textId="1C7725FB" w:rsidR="00482E75" w:rsidRPr="00635EE6" w:rsidRDefault="003A4D09" w:rsidP="007728D3">
      <w:pPr>
        <w:pStyle w:val="SingleTxtG"/>
      </w:pPr>
      <w:r w:rsidRPr="00635EE6">
        <w:t>22</w:t>
      </w:r>
      <w:r w:rsidR="00482E75" w:rsidRPr="00635EE6">
        <w:t xml:space="preserve">. The expert from Spain introduced document GRSG-119-13, a proposal for amendments to UN Regulation No. 118. </w:t>
      </w:r>
      <w:r w:rsidR="00482E75" w:rsidRPr="00635EE6">
        <w:rPr>
          <w:color w:val="000000"/>
        </w:rPr>
        <w:t>GRSG considered</w:t>
      </w:r>
      <w:r w:rsidR="006C33ED" w:rsidRPr="00635EE6">
        <w:rPr>
          <w:color w:val="000000"/>
        </w:rPr>
        <w:t xml:space="preserve"> the</w:t>
      </w:r>
      <w:r w:rsidR="00482E75" w:rsidRPr="00635EE6">
        <w:rPr>
          <w:color w:val="000000"/>
        </w:rPr>
        <w:t xml:space="preserve"> </w:t>
      </w:r>
      <w:r w:rsidR="006C33ED" w:rsidRPr="00635EE6">
        <w:rPr>
          <w:color w:val="000000"/>
        </w:rPr>
        <w:t xml:space="preserve">informal </w:t>
      </w:r>
      <w:r w:rsidR="00482E75" w:rsidRPr="00635EE6">
        <w:rPr>
          <w:color w:val="000000"/>
        </w:rPr>
        <w:t>document and requested its submission as an official document for consideration at the April 2021 session of GRSG.</w:t>
      </w:r>
    </w:p>
    <w:p w14:paraId="65180E1D" w14:textId="3AFD008C" w:rsidR="00290E69" w:rsidRPr="00635EE6" w:rsidRDefault="007E02CB" w:rsidP="007E02CB">
      <w:pPr>
        <w:pStyle w:val="HChG"/>
        <w:keepNext w:val="0"/>
        <w:keepLines w:val="0"/>
      </w:pPr>
      <w:r w:rsidRPr="00635EE6">
        <w:tab/>
      </w:r>
      <w:r w:rsidR="00FF73B2" w:rsidRPr="00635EE6">
        <w:t>I</w:t>
      </w:r>
      <w:r w:rsidR="00EF1F11" w:rsidRPr="00635EE6">
        <w:t>V.</w:t>
      </w:r>
      <w:r w:rsidR="00EF1F11" w:rsidRPr="00635EE6">
        <w:tab/>
      </w:r>
      <w:r w:rsidR="00DA4800" w:rsidRPr="00635EE6">
        <w:t>Amendments to safety glazing regulations</w:t>
      </w:r>
      <w:r w:rsidR="0045168E" w:rsidRPr="00635EE6">
        <w:t xml:space="preserve"> (agenda item </w:t>
      </w:r>
      <w:r w:rsidR="00FF73B2" w:rsidRPr="00635EE6">
        <w:t>3</w:t>
      </w:r>
      <w:r w:rsidR="0045168E" w:rsidRPr="00635EE6">
        <w:t>)</w:t>
      </w:r>
    </w:p>
    <w:p w14:paraId="0F198A6E" w14:textId="2818D25C" w:rsidR="00FF73B2" w:rsidRPr="0005549C" w:rsidRDefault="00FF73B2" w:rsidP="00FF73B2">
      <w:pPr>
        <w:widowControl w:val="0"/>
        <w:tabs>
          <w:tab w:val="left" w:pos="2694"/>
        </w:tabs>
        <w:spacing w:after="120"/>
        <w:ind w:left="2694" w:right="1134" w:hanging="1560"/>
        <w:rPr>
          <w:lang w:val="fr-CH"/>
        </w:rPr>
      </w:pPr>
      <w:r w:rsidRPr="0005549C">
        <w:rPr>
          <w:i/>
          <w:lang w:val="fr-CH"/>
        </w:rPr>
        <w:t>Documentation</w:t>
      </w:r>
      <w:r w:rsidRPr="0005549C">
        <w:rPr>
          <w:lang w:val="fr-CH"/>
        </w:rPr>
        <w:t>:</w:t>
      </w:r>
      <w:r w:rsidRPr="0005549C">
        <w:rPr>
          <w:lang w:val="fr-CH"/>
        </w:rPr>
        <w:tab/>
        <w:t>ECE/TRANS/WP.29/GRSG/2020/3</w:t>
      </w:r>
      <w:r w:rsidRPr="0005549C">
        <w:rPr>
          <w:lang w:val="fr-CH"/>
        </w:rPr>
        <w:br/>
        <w:t>Informal document: GRSG-119-30</w:t>
      </w:r>
    </w:p>
    <w:p w14:paraId="62949FDC" w14:textId="647B5F0B" w:rsidR="00440F31" w:rsidRPr="00635EE6" w:rsidRDefault="00C4553A" w:rsidP="00440F31">
      <w:pPr>
        <w:pStyle w:val="SingleTxtG"/>
        <w:widowControl w:val="0"/>
      </w:pPr>
      <w:r w:rsidRPr="00635EE6">
        <w:t>23</w:t>
      </w:r>
      <w:r w:rsidR="0014416B" w:rsidRPr="00635EE6">
        <w:t>.</w:t>
      </w:r>
      <w:r w:rsidR="0014416B" w:rsidRPr="00635EE6">
        <w:tab/>
        <w:t>The expert from the Republic of Korea, Chair of IWG on Panoramic Sunroof Glazing (PSG)</w:t>
      </w:r>
      <w:r w:rsidR="00E61DC1">
        <w:t>,</w:t>
      </w:r>
      <w:r w:rsidR="00440F31" w:rsidRPr="00635EE6">
        <w:t xml:space="preserve"> and the expert from Germany, Secretary of the IWG on PSG,</w:t>
      </w:r>
      <w:r w:rsidR="0014416B" w:rsidRPr="00635EE6">
        <w:t xml:space="preserve"> introduced </w:t>
      </w:r>
      <w:r w:rsidR="00E61DC1">
        <w:t xml:space="preserve">document </w:t>
      </w:r>
      <w:r w:rsidR="0014416B" w:rsidRPr="00635EE6">
        <w:t>GRSG-119-30</w:t>
      </w:r>
      <w:r w:rsidR="00E61DC1">
        <w:t xml:space="preserve">, which </w:t>
      </w:r>
      <w:r w:rsidR="0014416B" w:rsidRPr="00635EE6">
        <w:t>contain</w:t>
      </w:r>
      <w:r w:rsidR="00E61DC1">
        <w:t>ed</w:t>
      </w:r>
      <w:r w:rsidR="0014416B" w:rsidRPr="00635EE6">
        <w:t xml:space="preserve"> a report </w:t>
      </w:r>
      <w:r w:rsidR="00E61DC1">
        <w:t>on</w:t>
      </w:r>
      <w:r w:rsidR="0014416B" w:rsidRPr="00635EE6">
        <w:t xml:space="preserve"> activities </w:t>
      </w:r>
      <w:r w:rsidR="00E61DC1">
        <w:t>of the IWG</w:t>
      </w:r>
      <w:r w:rsidR="0014416B" w:rsidRPr="00635EE6">
        <w:t xml:space="preserve"> since </w:t>
      </w:r>
      <w:r w:rsidRPr="00635EE6">
        <w:t xml:space="preserve">May </w:t>
      </w:r>
      <w:r w:rsidR="0014416B" w:rsidRPr="00635EE6">
        <w:t xml:space="preserve">2015 </w:t>
      </w:r>
      <w:r w:rsidRPr="00635EE6">
        <w:t>until expiry of its mandate in April 2020</w:t>
      </w:r>
      <w:r w:rsidR="006C33ED" w:rsidRPr="00635EE6">
        <w:t>. The activities of the IWG on PSG</w:t>
      </w:r>
      <w:r w:rsidR="00440F31" w:rsidRPr="00635EE6">
        <w:t xml:space="preserve"> conclud</w:t>
      </w:r>
      <w:r w:rsidR="006C33ED" w:rsidRPr="00635EE6">
        <w:t>ed</w:t>
      </w:r>
      <w:r w:rsidR="00440F31" w:rsidRPr="00635EE6">
        <w:t xml:space="preserve"> with the development of a draft new Mutual Resolution No. [4] (ECE/TRANS/WP.29/GRSG/2020/3), which was developed to </w:t>
      </w:r>
      <w:r w:rsidR="006C33ED" w:rsidRPr="00635EE6">
        <w:t>address the</w:t>
      </w:r>
      <w:r w:rsidR="00440F31" w:rsidRPr="00635EE6">
        <w:t xml:space="preserve"> risk of breakage of panoramic sunroof glazing during normal usage in vehicles</w:t>
      </w:r>
      <w:r w:rsidR="006C33ED" w:rsidRPr="00635EE6">
        <w:t xml:space="preserve"> and to seek solutions.</w:t>
      </w:r>
    </w:p>
    <w:p w14:paraId="34D53766" w14:textId="4EF41BF2" w:rsidR="0014416B" w:rsidRPr="00635EE6" w:rsidRDefault="00C4553A" w:rsidP="00440F31">
      <w:pPr>
        <w:pStyle w:val="SingleTxtG"/>
        <w:widowControl w:val="0"/>
      </w:pPr>
      <w:r w:rsidRPr="00635EE6">
        <w:t>24</w:t>
      </w:r>
      <w:r w:rsidR="0014416B" w:rsidRPr="00635EE6">
        <w:t>.</w:t>
      </w:r>
      <w:r w:rsidR="0014416B" w:rsidRPr="00635EE6">
        <w:tab/>
      </w:r>
      <w:r w:rsidRPr="00635EE6">
        <w:t>The expert from German, Secretary of the IWG on PSG, introduced the proposal for a new Mutual Resolution No. [4] (ECE/TRANS/WP.29/GRSG/2020/3)</w:t>
      </w:r>
      <w:r w:rsidR="00440F31" w:rsidRPr="00635EE6">
        <w:t xml:space="preserve">, </w:t>
      </w:r>
      <w:r w:rsidR="006C33ED" w:rsidRPr="00635EE6">
        <w:t xml:space="preserve">which sets </w:t>
      </w:r>
      <w:r w:rsidR="00440F31" w:rsidRPr="00635EE6">
        <w:t>limit</w:t>
      </w:r>
      <w:r w:rsidR="006C33ED" w:rsidRPr="00635EE6">
        <w:t>s for</w:t>
      </w:r>
      <w:r w:rsidR="00440F31" w:rsidRPr="00635EE6">
        <w:t xml:space="preserve"> the ceramic printed design area of panoramic sunroof glazing.</w:t>
      </w:r>
    </w:p>
    <w:p w14:paraId="72BB0FCE" w14:textId="5D276977" w:rsidR="0014416B" w:rsidRPr="00635EE6" w:rsidRDefault="00440F31" w:rsidP="0014416B">
      <w:pPr>
        <w:pStyle w:val="SingleTxtG"/>
        <w:widowControl w:val="0"/>
        <w:rPr>
          <w:color w:val="000000"/>
        </w:rPr>
      </w:pPr>
      <w:r w:rsidRPr="00635EE6">
        <w:t>25</w:t>
      </w:r>
      <w:r w:rsidR="0014416B" w:rsidRPr="00635EE6">
        <w:t>.</w:t>
      </w:r>
      <w:r w:rsidR="0014416B" w:rsidRPr="00635EE6">
        <w:tab/>
      </w:r>
      <w:r w:rsidRPr="00635EE6">
        <w:t xml:space="preserve">GRSG </w:t>
      </w:r>
      <w:r w:rsidR="0051669C" w:rsidRPr="00635EE6">
        <w:t>endorsed</w:t>
      </w:r>
      <w:r w:rsidRPr="00635EE6">
        <w:t xml:space="preserve"> </w:t>
      </w:r>
      <w:r w:rsidRPr="00635EE6">
        <w:rPr>
          <w:color w:val="000000"/>
        </w:rPr>
        <w:t xml:space="preserve">ECE/TRANS/WP.29/GRSG/2020/3, </w:t>
      </w:r>
      <w:r w:rsidR="0051669C" w:rsidRPr="00635EE6">
        <w:rPr>
          <w:color w:val="000000"/>
        </w:rPr>
        <w:t>the</w:t>
      </w:r>
      <w:r w:rsidRPr="00635EE6">
        <w:rPr>
          <w:color w:val="000000"/>
        </w:rPr>
        <w:t xml:space="preserve"> proposal </w:t>
      </w:r>
      <w:r w:rsidR="0051669C" w:rsidRPr="00635EE6">
        <w:rPr>
          <w:color w:val="000000"/>
        </w:rPr>
        <w:t>for</w:t>
      </w:r>
      <w:r w:rsidRPr="00635EE6">
        <w:rPr>
          <w:color w:val="000000"/>
        </w:rPr>
        <w:t xml:space="preserve"> a draft Mutual Resolution No. [4] and agreed to submit it for consideration and vote to WP.29 and WP.29/AC.3 at their March 2021 sessions.</w:t>
      </w:r>
    </w:p>
    <w:p w14:paraId="5886D829" w14:textId="387EFFB4" w:rsidR="00440F31" w:rsidRPr="00635EE6" w:rsidRDefault="00440F31" w:rsidP="0014416B">
      <w:pPr>
        <w:pStyle w:val="SingleTxtG"/>
        <w:widowControl w:val="0"/>
        <w:rPr>
          <w:b/>
          <w:sz w:val="24"/>
        </w:rPr>
      </w:pPr>
      <w:r w:rsidRPr="00635EE6">
        <w:t>26.</w:t>
      </w:r>
      <w:r w:rsidRPr="00635EE6">
        <w:tab/>
      </w:r>
      <w:r w:rsidR="00990D6E" w:rsidRPr="00635EE6">
        <w:t xml:space="preserve">GRSG thanked the participants of the IWG on PSG for the work carried out throughout the groups mandate. </w:t>
      </w:r>
      <w:r w:rsidRPr="00635EE6">
        <w:t xml:space="preserve">The </w:t>
      </w:r>
      <w:r w:rsidR="0051669C" w:rsidRPr="00635EE6">
        <w:t>Chair of the IWG on PSG thanked</w:t>
      </w:r>
      <w:r w:rsidR="00990D6E" w:rsidRPr="00635EE6">
        <w:t>, the Co-Chair, the Secretary as well as</w:t>
      </w:r>
      <w:r w:rsidR="0051669C" w:rsidRPr="00635EE6">
        <w:t xml:space="preserve"> all experts who took part in the work of the group and congratulated on the milestones achieved.</w:t>
      </w:r>
    </w:p>
    <w:p w14:paraId="0770631F" w14:textId="77777777" w:rsidR="00FF73B2" w:rsidRPr="00635EE6" w:rsidRDefault="00FF73B2" w:rsidP="00FF73B2">
      <w:pPr>
        <w:widowControl w:val="0"/>
        <w:tabs>
          <w:tab w:val="right" w:pos="851"/>
        </w:tabs>
        <w:spacing w:before="360" w:after="240" w:line="270" w:lineRule="exact"/>
        <w:ind w:left="1134" w:right="1134" w:hanging="1134"/>
        <w:rPr>
          <w:b/>
          <w:sz w:val="24"/>
        </w:rPr>
      </w:pPr>
      <w:r w:rsidRPr="00635EE6">
        <w:rPr>
          <w:b/>
          <w:sz w:val="24"/>
        </w:rPr>
        <w:tab/>
        <w:t>A.</w:t>
      </w:r>
      <w:r w:rsidRPr="00635EE6">
        <w:rPr>
          <w:b/>
          <w:sz w:val="24"/>
        </w:rPr>
        <w:tab/>
        <w:t>UN Global Technical Regulation No. 6 (Safety glazing)</w:t>
      </w:r>
    </w:p>
    <w:p w14:paraId="7D5F5D5D" w14:textId="383E89BF" w:rsidR="00F40C43" w:rsidRPr="00635EE6" w:rsidRDefault="0051669C" w:rsidP="00EB2162">
      <w:pPr>
        <w:pStyle w:val="SingleTxtG"/>
        <w:ind w:left="1138"/>
      </w:pPr>
      <w:r w:rsidRPr="00635EE6">
        <w:t>27</w:t>
      </w:r>
      <w:r w:rsidR="00290E69" w:rsidRPr="00635EE6">
        <w:t>.</w:t>
      </w:r>
      <w:r w:rsidR="00290E69" w:rsidRPr="00635EE6">
        <w:tab/>
      </w:r>
      <w:r w:rsidR="00DA4800" w:rsidRPr="00635EE6">
        <w:t xml:space="preserve">GRSG agreed to postpone deliberations under this agenda item to its </w:t>
      </w:r>
      <w:r w:rsidR="00E1319F">
        <w:t>April 2021</w:t>
      </w:r>
      <w:r w:rsidR="00DA4800" w:rsidRPr="00635EE6">
        <w:t xml:space="preserve"> session.</w:t>
      </w:r>
    </w:p>
    <w:p w14:paraId="7FDD35C9" w14:textId="0669FBF7" w:rsidR="00FF73B2" w:rsidRPr="00635EE6" w:rsidRDefault="00FF73B2" w:rsidP="00FF73B2">
      <w:pPr>
        <w:widowControl w:val="0"/>
        <w:tabs>
          <w:tab w:val="right" w:pos="851"/>
        </w:tabs>
        <w:spacing w:before="360" w:after="240" w:line="270" w:lineRule="exact"/>
        <w:ind w:left="1134" w:right="1134" w:hanging="1134"/>
        <w:rPr>
          <w:b/>
          <w:sz w:val="24"/>
        </w:rPr>
      </w:pPr>
      <w:r w:rsidRPr="00635EE6">
        <w:rPr>
          <w:b/>
          <w:sz w:val="24"/>
        </w:rPr>
        <w:tab/>
        <w:t>B.</w:t>
      </w:r>
      <w:r w:rsidRPr="00635EE6">
        <w:rPr>
          <w:b/>
          <w:sz w:val="24"/>
        </w:rPr>
        <w:tab/>
        <w:t>UN Regulation No. 43 (Safety glazing)</w:t>
      </w:r>
    </w:p>
    <w:p w14:paraId="69A552FE" w14:textId="34A6222B" w:rsidR="00FF73B2" w:rsidRPr="00635EE6" w:rsidRDefault="0051669C" w:rsidP="00FF73B2">
      <w:pPr>
        <w:pStyle w:val="SingleTxtG"/>
        <w:ind w:left="1138"/>
      </w:pPr>
      <w:r w:rsidRPr="00635EE6">
        <w:t>28</w:t>
      </w:r>
      <w:r w:rsidR="00FF73B2" w:rsidRPr="00635EE6">
        <w:t>.</w:t>
      </w:r>
      <w:r w:rsidR="00FF73B2" w:rsidRPr="00635EE6">
        <w:tab/>
        <w:t xml:space="preserve">GRSG agreed to postpone deliberations under this agenda item to its </w:t>
      </w:r>
      <w:r w:rsidR="00E1319F">
        <w:t>April 2021</w:t>
      </w:r>
      <w:r w:rsidR="00FF73B2" w:rsidRPr="00635EE6">
        <w:t xml:space="preserve"> session.</w:t>
      </w:r>
    </w:p>
    <w:p w14:paraId="0E17CCFF" w14:textId="2CEC90F4" w:rsidR="00F87A7B" w:rsidRPr="00635EE6" w:rsidRDefault="00290E69" w:rsidP="002500AA">
      <w:pPr>
        <w:pStyle w:val="HChG"/>
        <w:keepNext w:val="0"/>
        <w:keepLines w:val="0"/>
        <w:widowControl w:val="0"/>
      </w:pPr>
      <w:r w:rsidRPr="00635EE6">
        <w:tab/>
        <w:t>V.</w:t>
      </w:r>
      <w:r w:rsidRPr="00635EE6">
        <w:tab/>
      </w:r>
      <w:r w:rsidR="00DA4800" w:rsidRPr="00635EE6">
        <w:t>Awareness of the proximity of Vulnerable Road Users</w:t>
      </w:r>
      <w:r w:rsidR="00FB506A" w:rsidRPr="00635EE6">
        <w:t xml:space="preserve"> (agenda item</w:t>
      </w:r>
      <w:r w:rsidR="00767412" w:rsidRPr="00635EE6">
        <w:t xml:space="preserve"> </w:t>
      </w:r>
      <w:r w:rsidR="00FF73B2" w:rsidRPr="00635EE6">
        <w:t>4</w:t>
      </w:r>
      <w:r w:rsidR="00F87A7B" w:rsidRPr="00635EE6">
        <w:t>)</w:t>
      </w:r>
    </w:p>
    <w:p w14:paraId="4AACF838" w14:textId="0627074E" w:rsidR="005E5DE1" w:rsidRPr="00635EE6" w:rsidRDefault="00F87A7B" w:rsidP="00DA4800">
      <w:pPr>
        <w:widowControl w:val="0"/>
        <w:spacing w:after="120"/>
        <w:ind w:left="2829" w:right="1134" w:hanging="1695"/>
      </w:pPr>
      <w:r w:rsidRPr="00635EE6">
        <w:rPr>
          <w:i/>
        </w:rPr>
        <w:t>Documentation</w:t>
      </w:r>
      <w:r w:rsidRPr="00635EE6">
        <w:t>:</w:t>
      </w:r>
      <w:r w:rsidRPr="00635EE6">
        <w:tab/>
      </w:r>
      <w:r w:rsidR="00DA4800" w:rsidRPr="00635EE6">
        <w:t>ECE/TRANS/WP.29/2020/</w:t>
      </w:r>
      <w:r w:rsidR="00FF73B2" w:rsidRPr="00635EE6">
        <w:t>121</w:t>
      </w:r>
      <w:r w:rsidR="00DA4800" w:rsidRPr="00635EE6">
        <w:br/>
        <w:t>ECE/TRANS/WP.29/2020/</w:t>
      </w:r>
      <w:r w:rsidR="00FF73B2" w:rsidRPr="00635EE6">
        <w:t>122</w:t>
      </w:r>
    </w:p>
    <w:p w14:paraId="19D275F3" w14:textId="34C47AA1" w:rsidR="0007375D" w:rsidRPr="00635EE6" w:rsidRDefault="0051669C" w:rsidP="0007375D">
      <w:pPr>
        <w:pStyle w:val="SingleTxtG"/>
      </w:pPr>
      <w:r w:rsidRPr="00635EE6">
        <w:t>29</w:t>
      </w:r>
      <w:r w:rsidR="00AC2470" w:rsidRPr="00635EE6">
        <w:t>.</w:t>
      </w:r>
      <w:r w:rsidR="00AC2470" w:rsidRPr="00635EE6">
        <w:tab/>
      </w:r>
      <w:r w:rsidR="0007375D" w:rsidRPr="00635EE6">
        <w:t>The Chair of GRSG recalled that proposals</w:t>
      </w:r>
      <w:r w:rsidR="00E1319F">
        <w:t xml:space="preserve"> for</w:t>
      </w:r>
      <w:r w:rsidR="0007375D" w:rsidRPr="00635EE6">
        <w:t xml:space="preserve"> </w:t>
      </w:r>
      <w:r w:rsidR="00E1319F">
        <w:t>a</w:t>
      </w:r>
      <w:r w:rsidR="0007375D" w:rsidRPr="00635EE6">
        <w:t xml:space="preserve"> new UN Regulation on uniform provisions concerning the approval of devices for reversing motion and motor vehicles with regard to the driver’s awareness of vulnerable road users behind vehicles (ECE/TRANS/WP.29/2020/121) and </w:t>
      </w:r>
      <w:r w:rsidR="00E1319F">
        <w:t>for a</w:t>
      </w:r>
      <w:r w:rsidR="00E1319F" w:rsidRPr="00635EE6">
        <w:t xml:space="preserve"> new UN Regulation </w:t>
      </w:r>
      <w:r w:rsidR="0007375D" w:rsidRPr="00635EE6">
        <w:t>on uniform provisions concerning the approval of motor vehicles with regard to the Moving Off Information System for the Detection of Pedestrians and Cyclists (Moving Off Information Systems (MOIS)) (ECE/TRANS/WP.29/2020/122) would be considered by WP.29/AC.1 at its November 2020 session.</w:t>
      </w:r>
    </w:p>
    <w:p w14:paraId="15889FD2" w14:textId="65A1ED3A" w:rsidR="00052AE3" w:rsidRPr="00635EE6" w:rsidRDefault="0051669C" w:rsidP="0007375D">
      <w:pPr>
        <w:pStyle w:val="SingleTxtG"/>
      </w:pPr>
      <w:r w:rsidRPr="00635EE6">
        <w:lastRenderedPageBreak/>
        <w:t>30</w:t>
      </w:r>
      <w:r w:rsidR="00052AE3" w:rsidRPr="00635EE6">
        <w:t>.</w:t>
      </w:r>
      <w:r w:rsidR="00052AE3" w:rsidRPr="00635EE6">
        <w:tab/>
      </w:r>
      <w:r w:rsidR="00DE38B6" w:rsidRPr="00635EE6">
        <w:t xml:space="preserve">The expert from OICA </w:t>
      </w:r>
      <w:r w:rsidR="0007375D" w:rsidRPr="00635EE6">
        <w:t>recalled</w:t>
      </w:r>
      <w:r w:rsidR="00DE38B6" w:rsidRPr="00635EE6">
        <w:t xml:space="preserve"> document GRSG-118-32, </w:t>
      </w:r>
      <w:r w:rsidR="0007375D" w:rsidRPr="00635EE6">
        <w:t>considered at the 118th session of GRSG</w:t>
      </w:r>
      <w:r w:rsidR="00E1319F">
        <w:t>,</w:t>
      </w:r>
      <w:r w:rsidR="0007375D" w:rsidRPr="00635EE6">
        <w:t xml:space="preserve"> </w:t>
      </w:r>
      <w:r w:rsidR="00DE38B6" w:rsidRPr="00635EE6">
        <w:t xml:space="preserve">containing the position of the organization concerning the proposed </w:t>
      </w:r>
      <w:r w:rsidR="00CF54FD">
        <w:br/>
      </w:r>
      <w:r w:rsidR="00DE38B6" w:rsidRPr="00635EE6">
        <w:t>UN Regulation on MOIS</w:t>
      </w:r>
      <w:r w:rsidR="00E62159" w:rsidRPr="00635EE6">
        <w:t xml:space="preserve">. </w:t>
      </w:r>
      <w:r w:rsidR="00E85722" w:rsidRPr="00635EE6">
        <w:t>Re-e</w:t>
      </w:r>
      <w:r w:rsidR="00E62159" w:rsidRPr="00635EE6">
        <w:t xml:space="preserve">mphasizing that OICA did not want to delay the adoption of the proposed new UN regulation, he </w:t>
      </w:r>
      <w:r w:rsidR="00E85722" w:rsidRPr="00635EE6">
        <w:t xml:space="preserve">reiterated the position of OICA expressed at </w:t>
      </w:r>
      <w:r w:rsidR="00E62159" w:rsidRPr="00635EE6">
        <w:t>118th session of GRSG</w:t>
      </w:r>
      <w:r w:rsidR="00E85722" w:rsidRPr="00635EE6">
        <w:t>, which indicated that</w:t>
      </w:r>
      <w:r w:rsidR="007C605F" w:rsidRPr="00635EE6">
        <w:t xml:space="preserve"> at the time there were</w:t>
      </w:r>
      <w:r w:rsidR="00DE38B6" w:rsidRPr="00635EE6">
        <w:t xml:space="preserve"> no systems in the market which are designed to fulfil the MOIS requirements. </w:t>
      </w:r>
      <w:r w:rsidR="00E62159" w:rsidRPr="00635EE6">
        <w:t>“</w:t>
      </w:r>
      <w:r w:rsidR="00DE38B6" w:rsidRPr="00635EE6">
        <w:t>The current overall practical technology maturity level is strongly based on to-be-validated theoretical and functional analyses. Therefore, industry highlighted the aspect of current technology performance limitation under real life conditions, as mentioned in paragraph 0.7 of the draft regulation introduction. OICA cannot guarantee that, at the time of entry into force of the draft regulation on uniform provisions concerning the approval of motor vehicles with regard to the Moving Off Information System for the Detection of Pedestrians and Cyclists (document GRSG-118-06): i) the available technology (sensors and software algorithm), when installed in the vehicles, is robust enough under all real-life conditions; ii) the available technology (sensors and software algorithm), when installed in the vehicles, reaches a satisfying balance between HMI efficiency and driver’s acceptance</w:t>
      </w:r>
      <w:r w:rsidR="00E62159" w:rsidRPr="00635EE6">
        <w:t>.”</w:t>
      </w:r>
    </w:p>
    <w:p w14:paraId="17FB1DCF" w14:textId="77777777" w:rsidR="00DA4800" w:rsidRPr="0005549C" w:rsidRDefault="00DA4800" w:rsidP="00DA4800">
      <w:pPr>
        <w:widowControl w:val="0"/>
        <w:tabs>
          <w:tab w:val="right" w:pos="851"/>
        </w:tabs>
        <w:spacing w:before="360" w:after="240" w:line="270" w:lineRule="exact"/>
        <w:ind w:left="1134" w:right="1134" w:hanging="1134"/>
        <w:rPr>
          <w:b/>
          <w:sz w:val="24"/>
          <w:lang w:val="fr-CH"/>
        </w:rPr>
      </w:pPr>
      <w:r w:rsidRPr="00635EE6">
        <w:rPr>
          <w:b/>
          <w:sz w:val="24"/>
        </w:rPr>
        <w:tab/>
      </w:r>
      <w:r w:rsidRPr="0005549C">
        <w:rPr>
          <w:b/>
          <w:sz w:val="24"/>
          <w:lang w:val="fr-CH"/>
        </w:rPr>
        <w:t>A.</w:t>
      </w:r>
      <w:r w:rsidRPr="0005549C">
        <w:rPr>
          <w:b/>
          <w:sz w:val="24"/>
          <w:lang w:val="fr-CH"/>
        </w:rPr>
        <w:tab/>
      </w:r>
      <w:r w:rsidRPr="00461298">
        <w:rPr>
          <w:b/>
          <w:sz w:val="24"/>
          <w:lang w:val="fr-CH"/>
        </w:rPr>
        <w:t>UN Regulation No. 46 (Devices for indirect</w:t>
      </w:r>
      <w:r w:rsidRPr="0005549C">
        <w:rPr>
          <w:b/>
          <w:sz w:val="24"/>
          <w:lang w:val="fr-CH"/>
        </w:rPr>
        <w:t xml:space="preserve"> vision)</w:t>
      </w:r>
    </w:p>
    <w:p w14:paraId="17B33BD5" w14:textId="594F2E3E" w:rsidR="00DA4800" w:rsidRPr="0005549C" w:rsidRDefault="00DA4800" w:rsidP="00DA4800">
      <w:pPr>
        <w:pStyle w:val="SingleTxtG"/>
        <w:widowControl w:val="0"/>
        <w:ind w:left="2835" w:hanging="1695"/>
        <w:rPr>
          <w:lang w:val="fr-CH"/>
        </w:rPr>
      </w:pPr>
      <w:r w:rsidRPr="0005549C">
        <w:rPr>
          <w:i/>
          <w:lang w:val="fr-CH"/>
        </w:rPr>
        <w:t>Documentation</w:t>
      </w:r>
      <w:r w:rsidRPr="0005549C">
        <w:rPr>
          <w:lang w:val="fr-CH"/>
        </w:rPr>
        <w:t>:</w:t>
      </w:r>
      <w:r w:rsidRPr="0005549C">
        <w:rPr>
          <w:lang w:val="fr-CH"/>
        </w:rPr>
        <w:tab/>
        <w:t>ECE/TRANS/WP.29/</w:t>
      </w:r>
      <w:r w:rsidR="00566905" w:rsidRPr="0005549C">
        <w:rPr>
          <w:lang w:val="fr-CH"/>
        </w:rPr>
        <w:t>GRSG/</w:t>
      </w:r>
      <w:r w:rsidRPr="0005549C">
        <w:rPr>
          <w:lang w:val="fr-CH"/>
        </w:rPr>
        <w:t>2020/</w:t>
      </w:r>
      <w:r w:rsidR="00566905" w:rsidRPr="0005549C">
        <w:rPr>
          <w:lang w:val="fr-CH"/>
        </w:rPr>
        <w:t>6</w:t>
      </w:r>
      <w:r w:rsidR="00FF73B2" w:rsidRPr="0005549C">
        <w:rPr>
          <w:lang w:val="fr-CH"/>
        </w:rPr>
        <w:br/>
        <w:t>Informal document: GRSG-119-</w:t>
      </w:r>
      <w:r w:rsidR="00566905" w:rsidRPr="0005549C">
        <w:rPr>
          <w:lang w:val="fr-CH"/>
        </w:rPr>
        <w:t>26</w:t>
      </w:r>
    </w:p>
    <w:p w14:paraId="520B259B" w14:textId="1016C40F" w:rsidR="00DA4800" w:rsidRPr="00635EE6" w:rsidRDefault="0051669C" w:rsidP="00DA4800">
      <w:pPr>
        <w:pStyle w:val="SingleTxtG"/>
        <w:widowControl w:val="0"/>
      </w:pPr>
      <w:r w:rsidRPr="00635EE6">
        <w:t>31</w:t>
      </w:r>
      <w:r w:rsidR="00DA4800" w:rsidRPr="00635EE6">
        <w:t>.</w:t>
      </w:r>
      <w:r w:rsidR="00DA4800" w:rsidRPr="00635EE6">
        <w:tab/>
      </w:r>
      <w:r w:rsidR="000D6EA3" w:rsidRPr="00635EE6">
        <w:t xml:space="preserve">The expert from Italy introduced a proposal for amendments to UN Regulation </w:t>
      </w:r>
      <w:r w:rsidR="00CF54FD">
        <w:br/>
      </w:r>
      <w:r w:rsidR="000D6EA3" w:rsidRPr="00635EE6">
        <w:t>No. 46 (GRSG-119-26)</w:t>
      </w:r>
      <w:r w:rsidR="00183614">
        <w:t xml:space="preserve"> on a</w:t>
      </w:r>
      <w:r w:rsidR="00183614" w:rsidRPr="005D425B">
        <w:t>mendments of definitions to cover 'free form'</w:t>
      </w:r>
      <w:r w:rsidR="00183614">
        <w:t xml:space="preserve"> </w:t>
      </w:r>
      <w:r w:rsidR="00183614" w:rsidRPr="005D425B">
        <w:t>mirrors</w:t>
      </w:r>
      <w:r w:rsidR="000D6EA3" w:rsidRPr="00635EE6">
        <w:t xml:space="preserve">. GRSG adopted the official proposal (ECE/TRANS/WP.29/GRSG/2020/6) and </w:t>
      </w:r>
      <w:r w:rsidR="000D6EA3" w:rsidRPr="00635EE6">
        <w:rPr>
          <w:color w:val="000000"/>
        </w:rPr>
        <w:t>agreed to submit it for consideration and vote at the March 2021 session of WP.29/AC</w:t>
      </w:r>
      <w:r w:rsidR="0014416B" w:rsidRPr="00635EE6">
        <w:rPr>
          <w:color w:val="000000"/>
        </w:rPr>
        <w:t>, as supplement 9</w:t>
      </w:r>
      <w:r w:rsidR="000D6EA3" w:rsidRPr="00635EE6">
        <w:rPr>
          <w:color w:val="000000"/>
        </w:rPr>
        <w:t>.</w:t>
      </w:r>
    </w:p>
    <w:p w14:paraId="10AE933D" w14:textId="77777777" w:rsidR="00DA4800" w:rsidRPr="00635EE6" w:rsidRDefault="00DA4800" w:rsidP="00DA4800">
      <w:pPr>
        <w:widowControl w:val="0"/>
        <w:tabs>
          <w:tab w:val="right" w:pos="851"/>
        </w:tabs>
        <w:spacing w:before="360" w:after="240" w:line="270" w:lineRule="exact"/>
        <w:ind w:left="1134" w:right="1134" w:hanging="1134"/>
        <w:rPr>
          <w:b/>
          <w:sz w:val="24"/>
        </w:rPr>
      </w:pPr>
      <w:r w:rsidRPr="00635EE6">
        <w:rPr>
          <w:b/>
          <w:sz w:val="24"/>
        </w:rPr>
        <w:tab/>
        <w:t>B.</w:t>
      </w:r>
      <w:r w:rsidRPr="00635EE6">
        <w:rPr>
          <w:b/>
          <w:sz w:val="24"/>
        </w:rPr>
        <w:tab/>
        <w:t>UN Regulation on Blind Spot Information Systems (BSIS)</w:t>
      </w:r>
    </w:p>
    <w:p w14:paraId="14533C2B" w14:textId="4A6B2140" w:rsidR="00DA4800" w:rsidRPr="00635EE6" w:rsidRDefault="00DA4800" w:rsidP="00DA4800">
      <w:pPr>
        <w:pStyle w:val="SingleTxtG"/>
        <w:widowControl w:val="0"/>
        <w:ind w:left="2835" w:hanging="1701"/>
      </w:pPr>
      <w:r w:rsidRPr="00635EE6">
        <w:rPr>
          <w:i/>
        </w:rPr>
        <w:t>Documentation</w:t>
      </w:r>
      <w:r w:rsidRPr="00635EE6">
        <w:t>:</w:t>
      </w:r>
      <w:r w:rsidRPr="00635EE6">
        <w:tab/>
      </w:r>
      <w:r w:rsidR="00FF73B2" w:rsidRPr="00635EE6">
        <w:t>ECE/TRANS/WP.29/2020/105</w:t>
      </w:r>
      <w:r w:rsidR="00FF73B2" w:rsidRPr="00635EE6">
        <w:br/>
        <w:t>Informal documents: GRSG-119-05 and GRSG-119-06</w:t>
      </w:r>
    </w:p>
    <w:p w14:paraId="28CE0C94" w14:textId="4CF33B35" w:rsidR="0045168E" w:rsidRPr="00635EE6" w:rsidRDefault="0051669C" w:rsidP="00293748">
      <w:pPr>
        <w:pStyle w:val="SingleTxtG"/>
      </w:pPr>
      <w:r w:rsidRPr="00635EE6">
        <w:t>32</w:t>
      </w:r>
      <w:r w:rsidR="00DA4800" w:rsidRPr="00635EE6">
        <w:t>.</w:t>
      </w:r>
      <w:r w:rsidR="00DA4800" w:rsidRPr="00635EE6">
        <w:tab/>
        <w:t xml:space="preserve">The expert from </w:t>
      </w:r>
      <w:r w:rsidR="00293748" w:rsidRPr="00635EE6">
        <w:t xml:space="preserve">the IWG </w:t>
      </w:r>
      <w:r w:rsidR="00DA4800" w:rsidRPr="00635EE6">
        <w:t xml:space="preserve">VRU-Proxi introduced </w:t>
      </w:r>
      <w:r w:rsidR="00293748" w:rsidRPr="00635EE6">
        <w:t xml:space="preserve">document </w:t>
      </w:r>
      <w:r w:rsidR="00A075C1" w:rsidRPr="00635EE6">
        <w:t>GRSG-119-05</w:t>
      </w:r>
      <w:r w:rsidR="00293748" w:rsidRPr="00635EE6">
        <w:t xml:space="preserve">, </w:t>
      </w:r>
      <w:r w:rsidR="00A075C1" w:rsidRPr="00635EE6">
        <w:rPr>
          <w:rFonts w:eastAsiaTheme="minorEastAsia"/>
          <w:lang w:eastAsia="zh-CN"/>
        </w:rPr>
        <w:t xml:space="preserve">“Future Ideas for Regulation 151”, and document </w:t>
      </w:r>
      <w:r w:rsidR="00A075C1" w:rsidRPr="00635EE6">
        <w:t>GRSG-119-06, containing suggestions for amending UN Regulation No. 151</w:t>
      </w:r>
      <w:r w:rsidR="00293748" w:rsidRPr="00635EE6">
        <w:t xml:space="preserve">. </w:t>
      </w:r>
    </w:p>
    <w:p w14:paraId="5447032C" w14:textId="4E69B32D" w:rsidR="00293748" w:rsidRDefault="0051669C" w:rsidP="00293748">
      <w:pPr>
        <w:pStyle w:val="SingleTxtG"/>
      </w:pPr>
      <w:r w:rsidRPr="00635EE6">
        <w:t>33</w:t>
      </w:r>
      <w:r w:rsidR="0045168E" w:rsidRPr="00635EE6">
        <w:t>.</w:t>
      </w:r>
      <w:r w:rsidR="0045168E" w:rsidRPr="00635EE6">
        <w:tab/>
      </w:r>
      <w:r w:rsidR="00F003E4" w:rsidRPr="00635EE6">
        <w:t>GRSG reviewed GRSG-119-06 and</w:t>
      </w:r>
      <w:r w:rsidR="0091396C" w:rsidRPr="00635EE6">
        <w:t>,</w:t>
      </w:r>
      <w:r w:rsidR="00F003E4" w:rsidRPr="00635EE6">
        <w:t xml:space="preserve"> upon a technical discussion and comments from experts from France, Germany</w:t>
      </w:r>
      <w:r w:rsidR="009D695A" w:rsidRPr="00635EE6">
        <w:t>,</w:t>
      </w:r>
      <w:r w:rsidR="00F003E4" w:rsidRPr="00635EE6">
        <w:t xml:space="preserve"> </w:t>
      </w:r>
      <w:r w:rsidR="009D695A" w:rsidRPr="00635EE6">
        <w:t xml:space="preserve">the European Commission </w:t>
      </w:r>
      <w:r w:rsidR="00F003E4" w:rsidRPr="00635EE6">
        <w:t>and OICA</w:t>
      </w:r>
      <w:r w:rsidR="0091396C" w:rsidRPr="00635EE6">
        <w:t xml:space="preserve">, </w:t>
      </w:r>
      <w:r w:rsidR="00F003E4" w:rsidRPr="00635EE6">
        <w:t xml:space="preserve">agreed to </w:t>
      </w:r>
      <w:r w:rsidR="0007375D" w:rsidRPr="00635EE6">
        <w:t>consider an updated version of the document</w:t>
      </w:r>
      <w:r w:rsidR="00F003E4" w:rsidRPr="00635EE6">
        <w:t xml:space="preserve"> </w:t>
      </w:r>
      <w:r w:rsidR="0007375D" w:rsidRPr="00635EE6">
        <w:t>at its</w:t>
      </w:r>
      <w:r w:rsidR="00F003E4" w:rsidRPr="00635EE6">
        <w:t xml:space="preserve"> April 2021 session.</w:t>
      </w:r>
    </w:p>
    <w:p w14:paraId="480BA8D8" w14:textId="19F45C29" w:rsidR="00183614" w:rsidRPr="00635EE6" w:rsidRDefault="00D96B3C" w:rsidP="00293748">
      <w:pPr>
        <w:pStyle w:val="SingleTxtG"/>
      </w:pPr>
      <w:r>
        <w:t>34</w:t>
      </w:r>
      <w:r w:rsidR="00183614">
        <w:t xml:space="preserve">. GRSG reviewed ECE/TRANS/WP.29/2020/105 and confirmed its submission </w:t>
      </w:r>
      <w:r w:rsidR="003A4C20" w:rsidRPr="00635EE6">
        <w:rPr>
          <w:color w:val="000000"/>
        </w:rPr>
        <w:t>for consideration and vote at the</w:t>
      </w:r>
      <w:r w:rsidR="00183614">
        <w:t xml:space="preserve"> November 2020 session of WP</w:t>
      </w:r>
      <w:r w:rsidR="003A4C20">
        <w:t>.29/AC.1.</w:t>
      </w:r>
    </w:p>
    <w:p w14:paraId="17AE0622" w14:textId="195183BB" w:rsidR="002C00F5" w:rsidRPr="00635EE6" w:rsidRDefault="007416CB" w:rsidP="002500AA">
      <w:pPr>
        <w:pStyle w:val="HChG"/>
        <w:keepNext w:val="0"/>
        <w:keepLines w:val="0"/>
        <w:widowControl w:val="0"/>
      </w:pPr>
      <w:r w:rsidRPr="00635EE6">
        <w:tab/>
      </w:r>
      <w:r w:rsidR="002C00F5" w:rsidRPr="00635EE6">
        <w:t>V</w:t>
      </w:r>
      <w:r w:rsidR="00E521C6" w:rsidRPr="00635EE6">
        <w:t>I</w:t>
      </w:r>
      <w:r w:rsidR="002C00F5" w:rsidRPr="00635EE6">
        <w:t>.</w:t>
      </w:r>
      <w:r w:rsidR="002C00F5" w:rsidRPr="00635EE6">
        <w:tab/>
      </w:r>
      <w:r w:rsidR="00493ECD" w:rsidRPr="00635EE6">
        <w:t xml:space="preserve">UN Regulation No. 58 (Rear underrun protective devices) </w:t>
      </w:r>
      <w:r w:rsidR="00751297" w:rsidRPr="00635EE6">
        <w:t>(a</w:t>
      </w:r>
      <w:r w:rsidR="00F12585" w:rsidRPr="00635EE6">
        <w:t>genda</w:t>
      </w:r>
      <w:r w:rsidR="00DB5A6A" w:rsidRPr="00635EE6">
        <w:t xml:space="preserve"> </w:t>
      </w:r>
      <w:r w:rsidR="002C00F5" w:rsidRPr="00635EE6">
        <w:t>item</w:t>
      </w:r>
      <w:r w:rsidR="00DC0D9F" w:rsidRPr="00635EE6">
        <w:t xml:space="preserve"> </w:t>
      </w:r>
      <w:r w:rsidR="00566905" w:rsidRPr="00635EE6">
        <w:t>5</w:t>
      </w:r>
      <w:r w:rsidR="002C00F5" w:rsidRPr="00635EE6">
        <w:t>)</w:t>
      </w:r>
    </w:p>
    <w:p w14:paraId="2B94AD64" w14:textId="30A2D05B" w:rsidR="00566905" w:rsidRPr="00635EE6" w:rsidRDefault="00566905" w:rsidP="00566905">
      <w:pPr>
        <w:pStyle w:val="SingleTxtG"/>
        <w:widowControl w:val="0"/>
        <w:ind w:left="2835" w:hanging="1695"/>
      </w:pPr>
      <w:r w:rsidRPr="00635EE6">
        <w:rPr>
          <w:i/>
        </w:rPr>
        <w:t>Documentation</w:t>
      </w:r>
      <w:r w:rsidRPr="00635EE6">
        <w:t>:</w:t>
      </w:r>
      <w:r w:rsidRPr="00635EE6">
        <w:tab/>
        <w:t>Informal document: GRSG-119-15</w:t>
      </w:r>
    </w:p>
    <w:p w14:paraId="2F26ECAC" w14:textId="2A6CBAF1" w:rsidR="00682AEC" w:rsidRPr="00635EE6" w:rsidRDefault="00F85F3A" w:rsidP="002500AA">
      <w:pPr>
        <w:widowControl w:val="0"/>
        <w:spacing w:after="120"/>
        <w:ind w:left="1134" w:right="1134"/>
        <w:jc w:val="both"/>
      </w:pPr>
      <w:r w:rsidRPr="00635EE6">
        <w:t>3</w:t>
      </w:r>
      <w:r w:rsidR="00D96B3C">
        <w:t>5</w:t>
      </w:r>
      <w:r w:rsidR="00493ECD" w:rsidRPr="00635EE6">
        <w:t>.</w:t>
      </w:r>
      <w:r w:rsidR="00493ECD" w:rsidRPr="00635EE6">
        <w:tab/>
      </w:r>
      <w:r w:rsidRPr="00635EE6">
        <w:t>The expert from the Netherlands presented a proposal for an amendment of Part II and III of a type of rear underrun protective device (RUPD) pursuant to UN Regulation No. 58 (GRSG-119-15), addressing platform lift</w:t>
      </w:r>
      <w:r w:rsidR="00117994" w:rsidRPr="00635EE6">
        <w:t xml:space="preserve"> systems</w:t>
      </w:r>
      <w:r w:rsidRPr="00635EE6">
        <w:t xml:space="preserve"> and access ramps</w:t>
      </w:r>
      <w:r w:rsidR="006D1FA0" w:rsidRPr="00635EE6">
        <w:t xml:space="preserve"> in</w:t>
      </w:r>
      <w:r w:rsidR="00117994" w:rsidRPr="00635EE6">
        <w:t xml:space="preserve"> M, N</w:t>
      </w:r>
      <w:r w:rsidR="00117994" w:rsidRPr="00635EE6">
        <w:rPr>
          <w:vertAlign w:val="subscript"/>
        </w:rPr>
        <w:t>1</w:t>
      </w:r>
      <w:r w:rsidR="00117994" w:rsidRPr="00635EE6">
        <w:t>, N</w:t>
      </w:r>
      <w:r w:rsidR="00117994" w:rsidRPr="00635EE6">
        <w:rPr>
          <w:vertAlign w:val="subscript"/>
        </w:rPr>
        <w:t>2</w:t>
      </w:r>
      <w:r w:rsidR="00117994" w:rsidRPr="00635EE6">
        <w:t xml:space="preserve"> category vehicles</w:t>
      </w:r>
      <w:r w:rsidRPr="00635EE6">
        <w:t>.</w:t>
      </w:r>
    </w:p>
    <w:p w14:paraId="5BF85596" w14:textId="1B1754D0" w:rsidR="00F85F3A" w:rsidRPr="00635EE6" w:rsidRDefault="00F85F3A" w:rsidP="002500AA">
      <w:pPr>
        <w:widowControl w:val="0"/>
        <w:spacing w:after="120"/>
        <w:ind w:left="1134" w:right="1134"/>
        <w:jc w:val="both"/>
      </w:pPr>
      <w:r w:rsidRPr="00635EE6">
        <w:t>3</w:t>
      </w:r>
      <w:r w:rsidR="00D96B3C">
        <w:t>6</w:t>
      </w:r>
      <w:r w:rsidRPr="00635EE6">
        <w:t>.</w:t>
      </w:r>
      <w:r w:rsidRPr="00635EE6">
        <w:tab/>
      </w:r>
      <w:r w:rsidRPr="00635EE6">
        <w:rPr>
          <w:color w:val="000000"/>
        </w:rPr>
        <w:t>GRSG decided to continue consideration of document GRSG-119-15 at the April 2021 meeting of the group, based on a revised version pending further consultations on its content.</w:t>
      </w:r>
    </w:p>
    <w:p w14:paraId="5469EFD4" w14:textId="77777777" w:rsidR="008D6AD1" w:rsidRDefault="008D6AD1">
      <w:pPr>
        <w:suppressAutoHyphens w:val="0"/>
        <w:spacing w:line="240" w:lineRule="auto"/>
        <w:rPr>
          <w:sz w:val="28"/>
        </w:rPr>
      </w:pPr>
      <w:r>
        <w:rPr>
          <w:b/>
        </w:rPr>
        <w:br w:type="page"/>
      </w:r>
    </w:p>
    <w:p w14:paraId="72264D0E" w14:textId="0C9BE9ED" w:rsidR="00566905" w:rsidRPr="00635EE6" w:rsidRDefault="00541AA2" w:rsidP="00493ECD">
      <w:pPr>
        <w:pStyle w:val="HChG"/>
        <w:keepNext w:val="0"/>
        <w:keepLines w:val="0"/>
        <w:widowControl w:val="0"/>
        <w:rPr>
          <w:bCs/>
        </w:rPr>
      </w:pPr>
      <w:r w:rsidRPr="00635EE6">
        <w:rPr>
          <w:b w:val="0"/>
        </w:rPr>
        <w:lastRenderedPageBreak/>
        <w:tab/>
      </w:r>
      <w:r w:rsidR="00566905" w:rsidRPr="00635EE6">
        <w:rPr>
          <w:bCs/>
        </w:rPr>
        <w:t>VII.</w:t>
      </w:r>
      <w:r w:rsidR="00566905" w:rsidRPr="00635EE6">
        <w:rPr>
          <w:bCs/>
        </w:rPr>
        <w:tab/>
        <w:t xml:space="preserve">UN Regulation No. 66 (Strength of superstructure (buses)) </w:t>
      </w:r>
      <w:r w:rsidR="00566905" w:rsidRPr="00635EE6">
        <w:t>(agenda item 6)</w:t>
      </w:r>
    </w:p>
    <w:p w14:paraId="335F1225" w14:textId="02E94790" w:rsidR="00566905" w:rsidRPr="0005549C" w:rsidRDefault="00566905" w:rsidP="00566905">
      <w:pPr>
        <w:pStyle w:val="SingleTxtG"/>
        <w:widowControl w:val="0"/>
        <w:ind w:left="2835" w:hanging="1701"/>
        <w:rPr>
          <w:lang w:val="fr-CH"/>
        </w:rPr>
      </w:pPr>
      <w:r w:rsidRPr="0005549C">
        <w:rPr>
          <w:i/>
          <w:lang w:val="fr-CH"/>
        </w:rPr>
        <w:t>Documentation</w:t>
      </w:r>
      <w:r w:rsidRPr="0005549C">
        <w:rPr>
          <w:lang w:val="fr-CH"/>
        </w:rPr>
        <w:t>:</w:t>
      </w:r>
      <w:r w:rsidRPr="0005549C">
        <w:rPr>
          <w:lang w:val="fr-CH"/>
        </w:rPr>
        <w:tab/>
        <w:t>ECE/TRANS/WP.29/GRSG/2020/22</w:t>
      </w:r>
      <w:r w:rsidRPr="0005549C">
        <w:rPr>
          <w:lang w:val="fr-CH"/>
        </w:rPr>
        <w:br/>
        <w:t>Informal document: GRSG-119-32</w:t>
      </w:r>
    </w:p>
    <w:p w14:paraId="35D0ADCB" w14:textId="2A41A7B7" w:rsidR="00D13A6A" w:rsidRPr="00635EE6" w:rsidRDefault="0035093B" w:rsidP="00D13A6A">
      <w:pPr>
        <w:keepNext/>
        <w:keepLines/>
        <w:spacing w:after="120"/>
        <w:ind w:left="1134" w:right="1134"/>
        <w:jc w:val="both"/>
      </w:pPr>
      <w:r w:rsidRPr="00635EE6">
        <w:t>3</w:t>
      </w:r>
      <w:r w:rsidR="00D96B3C">
        <w:t>7</w:t>
      </w:r>
      <w:r w:rsidR="00566905" w:rsidRPr="00635EE6">
        <w:t>.</w:t>
      </w:r>
      <w:r w:rsidR="00566905" w:rsidRPr="00635EE6">
        <w:tab/>
      </w:r>
      <w:r w:rsidR="00D13A6A" w:rsidRPr="00635EE6">
        <w:t>The expert from the Russian Federation introduced the draft proposal for Supplement 11 to the 02 series of amendments to UN Regulation No. 66 (GRSP-119-32), and the background of its development</w:t>
      </w:r>
      <w:r w:rsidR="00E3450F" w:rsidRPr="00635EE6">
        <w:t>.</w:t>
      </w:r>
    </w:p>
    <w:p w14:paraId="13616097" w14:textId="317CEDE5" w:rsidR="00D13A6A" w:rsidRPr="00635EE6" w:rsidRDefault="0035093B" w:rsidP="00D13A6A">
      <w:pPr>
        <w:keepNext/>
        <w:keepLines/>
        <w:spacing w:after="120"/>
        <w:ind w:left="1134" w:right="1134"/>
        <w:jc w:val="both"/>
      </w:pPr>
      <w:r w:rsidRPr="00635EE6">
        <w:t>3</w:t>
      </w:r>
      <w:r w:rsidR="00D96B3C">
        <w:t>8</w:t>
      </w:r>
      <w:r w:rsidR="00D13A6A" w:rsidRPr="00635EE6">
        <w:t>.</w:t>
      </w:r>
      <w:r w:rsidR="00D13A6A" w:rsidRPr="00635EE6">
        <w:tab/>
        <w:t xml:space="preserve">GRSG considered </w:t>
      </w:r>
      <w:r w:rsidR="00E3450F" w:rsidRPr="00635EE6">
        <w:t>the proposal for amendments to UN Regulation No. 66 (</w:t>
      </w:r>
      <w:r w:rsidR="00D13A6A" w:rsidRPr="00635EE6">
        <w:t>ECE/TRANS/WP.29/GRSG/2020/22</w:t>
      </w:r>
      <w:r w:rsidR="00E3450F" w:rsidRPr="00635EE6">
        <w:t>)</w:t>
      </w:r>
      <w:r w:rsidR="00D13A6A" w:rsidRPr="00635EE6">
        <w:t xml:space="preserve"> and, upon technical discussion and comments from experts from</w:t>
      </w:r>
      <w:r w:rsidR="00E3450F" w:rsidRPr="00635EE6">
        <w:t xml:space="preserve"> Belgium, Japan, Italy</w:t>
      </w:r>
      <w:r w:rsidR="009D695A" w:rsidRPr="00635EE6">
        <w:t>,</w:t>
      </w:r>
      <w:r w:rsidR="00E3450F" w:rsidRPr="00635EE6">
        <w:t xml:space="preserve"> </w:t>
      </w:r>
      <w:r w:rsidR="009D695A" w:rsidRPr="00635EE6">
        <w:t xml:space="preserve">the European Commission </w:t>
      </w:r>
      <w:r w:rsidR="00E3450F" w:rsidRPr="00635EE6">
        <w:t>and OICA,</w:t>
      </w:r>
      <w:r w:rsidR="00D13A6A" w:rsidRPr="00635EE6">
        <w:t xml:space="preserve"> </w:t>
      </w:r>
      <w:r w:rsidR="00E3450F" w:rsidRPr="00635EE6">
        <w:t>decided to reconsider the proposal at its April 2021 session, on the basis of an updated draft</w:t>
      </w:r>
      <w:r w:rsidR="00D13A6A" w:rsidRPr="00635EE6">
        <w:t>.</w:t>
      </w:r>
    </w:p>
    <w:p w14:paraId="4468306D" w14:textId="0DCE956F" w:rsidR="00E3450F" w:rsidRPr="00635EE6" w:rsidRDefault="0035093B" w:rsidP="00D13A6A">
      <w:pPr>
        <w:keepNext/>
        <w:keepLines/>
        <w:spacing w:after="120"/>
        <w:ind w:left="1134" w:right="1134"/>
        <w:jc w:val="both"/>
      </w:pPr>
      <w:r w:rsidRPr="00635EE6">
        <w:t>3</w:t>
      </w:r>
      <w:r w:rsidR="00D96B3C">
        <w:t>9</w:t>
      </w:r>
      <w:r w:rsidR="00E3450F" w:rsidRPr="00635EE6">
        <w:t>.</w:t>
      </w:r>
      <w:r w:rsidR="00E3450F" w:rsidRPr="00635EE6">
        <w:tab/>
        <w:t xml:space="preserve">The expert from the Russian Federation invited experts to deliver their comments to the proposal for amendments to UN Regulation No. 66 (ECE/TRANS/WP.29/GRSG/2020/22) to </w:t>
      </w:r>
      <w:r w:rsidR="001E7CAA" w:rsidRPr="001E7CAA">
        <w:t>sergey.maslennikov@nami.ru</w:t>
      </w:r>
      <w:r w:rsidR="00E3450F" w:rsidRPr="00635EE6">
        <w:t>.</w:t>
      </w:r>
    </w:p>
    <w:p w14:paraId="3729673E" w14:textId="23B1CFAE" w:rsidR="00493ECD" w:rsidRPr="00635EE6" w:rsidRDefault="00566905" w:rsidP="00493ECD">
      <w:pPr>
        <w:pStyle w:val="HChG"/>
        <w:keepNext w:val="0"/>
        <w:keepLines w:val="0"/>
        <w:widowControl w:val="0"/>
        <w:rPr>
          <w:b w:val="0"/>
          <w:sz w:val="24"/>
        </w:rPr>
      </w:pPr>
      <w:r w:rsidRPr="00635EE6">
        <w:tab/>
        <w:t>V</w:t>
      </w:r>
      <w:r w:rsidR="00541AA2" w:rsidRPr="00635EE6">
        <w:t>I</w:t>
      </w:r>
      <w:r w:rsidRPr="00635EE6">
        <w:t>II</w:t>
      </w:r>
      <w:r w:rsidR="00541AA2" w:rsidRPr="00635EE6">
        <w:t>.</w:t>
      </w:r>
      <w:r w:rsidR="00541AA2" w:rsidRPr="00635EE6">
        <w:rPr>
          <w:b w:val="0"/>
        </w:rPr>
        <w:tab/>
      </w:r>
      <w:r w:rsidR="00493ECD" w:rsidRPr="00635EE6">
        <w:t xml:space="preserve">Amendments to gas-fuelled vehicle regulations </w:t>
      </w:r>
      <w:r w:rsidR="003A7756" w:rsidRPr="00635EE6">
        <w:br/>
      </w:r>
      <w:r w:rsidR="00493ECD" w:rsidRPr="00635EE6">
        <w:t xml:space="preserve">(agenda item </w:t>
      </w:r>
      <w:r w:rsidRPr="00635EE6">
        <w:t>7</w:t>
      </w:r>
      <w:r w:rsidR="00493ECD" w:rsidRPr="00635EE6">
        <w:t>)</w:t>
      </w:r>
    </w:p>
    <w:p w14:paraId="4A6A95A8" w14:textId="06F05CA0" w:rsidR="00493ECD" w:rsidRPr="00635EE6" w:rsidRDefault="00081D97" w:rsidP="00081D97">
      <w:pPr>
        <w:widowControl w:val="0"/>
        <w:tabs>
          <w:tab w:val="right" w:pos="851"/>
        </w:tabs>
        <w:spacing w:before="360" w:after="240" w:line="270" w:lineRule="exact"/>
        <w:ind w:left="1134" w:right="1134" w:hanging="1134"/>
        <w:rPr>
          <w:b/>
          <w:sz w:val="24"/>
        </w:rPr>
      </w:pPr>
      <w:r w:rsidRPr="00635EE6">
        <w:rPr>
          <w:b/>
          <w:sz w:val="24"/>
        </w:rPr>
        <w:tab/>
      </w:r>
      <w:r w:rsidR="00493ECD" w:rsidRPr="00635EE6">
        <w:rPr>
          <w:b/>
          <w:sz w:val="24"/>
        </w:rPr>
        <w:t>A.</w:t>
      </w:r>
      <w:r w:rsidR="00493ECD" w:rsidRPr="00635EE6">
        <w:rPr>
          <w:b/>
          <w:sz w:val="24"/>
        </w:rPr>
        <w:tab/>
        <w:t>UN Regulation No. 67 (LPG vehicles)</w:t>
      </w:r>
    </w:p>
    <w:p w14:paraId="75FC2997" w14:textId="42DF1304" w:rsidR="00493ECD" w:rsidRPr="00635EE6" w:rsidRDefault="00493ECD" w:rsidP="00493ECD">
      <w:pPr>
        <w:widowControl w:val="0"/>
        <w:spacing w:after="120"/>
        <w:ind w:left="2829" w:right="1134" w:hanging="1695"/>
      </w:pPr>
      <w:r w:rsidRPr="00635EE6">
        <w:rPr>
          <w:i/>
        </w:rPr>
        <w:t>Documentation</w:t>
      </w:r>
      <w:r w:rsidRPr="00635EE6">
        <w:t>:</w:t>
      </w:r>
      <w:r w:rsidRPr="00635EE6">
        <w:tab/>
        <w:t>ECE/TRANS/WP.29/GRSG/2020/9</w:t>
      </w:r>
      <w:r w:rsidR="00566905" w:rsidRPr="00635EE6">
        <w:br/>
        <w:t>ECE/TRANS/WP.29/GRSG/2020/23</w:t>
      </w:r>
      <w:r w:rsidR="00566905" w:rsidRPr="00635EE6">
        <w:br/>
        <w:t>Informal document: GRSG-119-25</w:t>
      </w:r>
    </w:p>
    <w:p w14:paraId="57ED97B3" w14:textId="7ABFC865" w:rsidR="00BE0255" w:rsidRPr="00635EE6" w:rsidRDefault="00D96B3C" w:rsidP="00493ECD">
      <w:pPr>
        <w:pStyle w:val="SingleTxtG"/>
      </w:pPr>
      <w:r>
        <w:t>40</w:t>
      </w:r>
      <w:r w:rsidR="00BE0255" w:rsidRPr="00635EE6">
        <w:t>.</w:t>
      </w:r>
      <w:r w:rsidR="00BE0255" w:rsidRPr="00635EE6">
        <w:tab/>
        <w:t xml:space="preserve">The expert from Italy introduced a proposal for amendments to UN Regulation </w:t>
      </w:r>
      <w:r w:rsidR="002A3B4B">
        <w:br/>
      </w:r>
      <w:r w:rsidR="00BE0255" w:rsidRPr="00635EE6">
        <w:t>No.</w:t>
      </w:r>
      <w:r w:rsidR="009100C9" w:rsidRPr="00635EE6">
        <w:t xml:space="preserve"> </w:t>
      </w:r>
      <w:r w:rsidR="00BE0255" w:rsidRPr="00635EE6">
        <w:t>67</w:t>
      </w:r>
      <w:r w:rsidR="009100C9" w:rsidRPr="00635EE6">
        <w:t xml:space="preserve"> (ECE/TRANS/WP.29/GRSG/2020/9</w:t>
      </w:r>
      <w:r w:rsidR="009100C9" w:rsidRPr="00461298">
        <w:t xml:space="preserve">), </w:t>
      </w:r>
      <w:r w:rsidR="0028634E" w:rsidRPr="00461298">
        <w:t xml:space="preserve">to add </w:t>
      </w:r>
      <w:r w:rsidR="009100C9" w:rsidRPr="00461298">
        <w:t xml:space="preserve">a new profile </w:t>
      </w:r>
      <w:r w:rsidR="00477CAA" w:rsidRPr="00461298">
        <w:t xml:space="preserve">- </w:t>
      </w:r>
      <w:r w:rsidR="009100C9" w:rsidRPr="00461298">
        <w:t>as defined by ISO</w:t>
      </w:r>
      <w:r w:rsidR="0028634E" w:rsidRPr="00461298">
        <w:t xml:space="preserve"> </w:t>
      </w:r>
      <w:r w:rsidR="009100C9" w:rsidRPr="00461298">
        <w:t>19825:2018</w:t>
      </w:r>
      <w:r w:rsidR="00477CAA" w:rsidRPr="00461298">
        <w:t xml:space="preserve"> -</w:t>
      </w:r>
      <w:r w:rsidR="00420FC2" w:rsidRPr="00461298">
        <w:t xml:space="preserve"> </w:t>
      </w:r>
      <w:r w:rsidR="00477CAA" w:rsidRPr="00461298">
        <w:t xml:space="preserve">of </w:t>
      </w:r>
      <w:r w:rsidR="00420FC2" w:rsidRPr="00461298">
        <w:t xml:space="preserve">a new LPG filling unit denominated «J15» (together with </w:t>
      </w:r>
      <w:r w:rsidR="00EA0F95" w:rsidRPr="00461298">
        <w:t>the new denomination as «K15» of the existing "Euro connector"</w:t>
      </w:r>
      <w:r w:rsidR="00420FC2" w:rsidRPr="00461298">
        <w:t xml:space="preserve">), </w:t>
      </w:r>
      <w:r w:rsidR="00420FC2" w:rsidRPr="00635EE6">
        <w:t xml:space="preserve">therein </w:t>
      </w:r>
      <w:r w:rsidR="00FF57EE" w:rsidRPr="00635EE6">
        <w:t>updating the Regulation to allow the use of this new connector, the same way as the existing ones,</w:t>
      </w:r>
      <w:r w:rsidR="009100C9" w:rsidRPr="00635EE6">
        <w:t xml:space="preserve"> as described</w:t>
      </w:r>
      <w:r w:rsidR="00FF57EE" w:rsidRPr="00635EE6">
        <w:t xml:space="preserve"> detail</w:t>
      </w:r>
      <w:r w:rsidR="009100C9" w:rsidRPr="00635EE6">
        <w:t xml:space="preserve"> in GRSG-119-25.</w:t>
      </w:r>
    </w:p>
    <w:p w14:paraId="24F40187" w14:textId="692F05A2" w:rsidR="00493ECD" w:rsidRPr="00635EE6" w:rsidRDefault="00D75E13" w:rsidP="00493ECD">
      <w:pPr>
        <w:pStyle w:val="SingleTxtG"/>
        <w:rPr>
          <w:color w:val="000000"/>
        </w:rPr>
      </w:pPr>
      <w:r w:rsidRPr="00635EE6">
        <w:t>4</w:t>
      </w:r>
      <w:r w:rsidR="00D96B3C">
        <w:t>1</w:t>
      </w:r>
      <w:r w:rsidR="00493ECD" w:rsidRPr="00635EE6">
        <w:t>.</w:t>
      </w:r>
      <w:r w:rsidR="00493ECD" w:rsidRPr="00635EE6">
        <w:tab/>
      </w:r>
      <w:r w:rsidR="00BE0255" w:rsidRPr="00635EE6">
        <w:rPr>
          <w:color w:val="000000"/>
        </w:rPr>
        <w:t xml:space="preserve">GRSG adopted ECE/TRANS/WP.29/GRSG/2020/09, </w:t>
      </w:r>
      <w:r w:rsidR="00E1319F">
        <w:rPr>
          <w:color w:val="000000"/>
        </w:rPr>
        <w:t xml:space="preserve">the </w:t>
      </w:r>
      <w:r w:rsidR="00BE0255" w:rsidRPr="00635EE6">
        <w:rPr>
          <w:color w:val="000000"/>
        </w:rPr>
        <w:t>proposal for amendment</w:t>
      </w:r>
      <w:r w:rsidR="00E1319F">
        <w:rPr>
          <w:color w:val="000000"/>
        </w:rPr>
        <w:t>s</w:t>
      </w:r>
      <w:r w:rsidR="00BE0255" w:rsidRPr="00635EE6">
        <w:rPr>
          <w:color w:val="000000"/>
        </w:rPr>
        <w:t xml:space="preserve"> to UN Regulation No. 67, and agreed to submit it for consideration and vote at the March 2021 session of WP.29/AC.1.</w:t>
      </w:r>
    </w:p>
    <w:p w14:paraId="5D334A85" w14:textId="2A77CD71" w:rsidR="009100C9" w:rsidRPr="00635EE6" w:rsidRDefault="00D75E13" w:rsidP="00493ECD">
      <w:pPr>
        <w:pStyle w:val="SingleTxtG"/>
      </w:pPr>
      <w:r w:rsidRPr="00635EE6">
        <w:t>4</w:t>
      </w:r>
      <w:r w:rsidR="00D96B3C">
        <w:t>2</w:t>
      </w:r>
      <w:r w:rsidR="009100C9" w:rsidRPr="00635EE6">
        <w:t>.</w:t>
      </w:r>
      <w:r w:rsidR="009100C9" w:rsidRPr="00635EE6">
        <w:tab/>
        <w:t xml:space="preserve">The expert from Liquid Gas Europe introduced the proposal for amending </w:t>
      </w:r>
      <w:r w:rsidR="002A3B4B">
        <w:br/>
      </w:r>
      <w:r w:rsidR="009100C9" w:rsidRPr="00635EE6">
        <w:t xml:space="preserve">UN Regulation No. 67 (ECE/TRANS/WP.29/GRSG/2020/23). He highlighted a correction that </w:t>
      </w:r>
      <w:r w:rsidR="00796940" w:rsidRPr="00635EE6">
        <w:t xml:space="preserve">was </w:t>
      </w:r>
      <w:r w:rsidR="009100C9" w:rsidRPr="00635EE6">
        <w:t>required in the title of the document, which when modified should read: Proposal for Supplement 03 to the 02 series of amendments to UN Regulation No. 67 (LPG vehicles).</w:t>
      </w:r>
    </w:p>
    <w:p w14:paraId="19145424" w14:textId="5111408A" w:rsidR="00BE0255" w:rsidRPr="00635EE6" w:rsidRDefault="00D75E13" w:rsidP="00493ECD">
      <w:pPr>
        <w:pStyle w:val="SingleTxtG"/>
        <w:rPr>
          <w:szCs w:val="24"/>
        </w:rPr>
      </w:pPr>
      <w:r w:rsidRPr="00635EE6">
        <w:t>4</w:t>
      </w:r>
      <w:r w:rsidR="00D96B3C">
        <w:t>3</w:t>
      </w:r>
      <w:r w:rsidR="00BE0255" w:rsidRPr="00635EE6">
        <w:t>.</w:t>
      </w:r>
      <w:r w:rsidR="00BE0255" w:rsidRPr="00635EE6">
        <w:rPr>
          <w:szCs w:val="24"/>
        </w:rPr>
        <w:tab/>
      </w:r>
      <w:r w:rsidR="00BE0255" w:rsidRPr="00635EE6">
        <w:rPr>
          <w:color w:val="000000"/>
        </w:rPr>
        <w:t xml:space="preserve">GRSG adopted ECE/TRANS/WP.29/GRSG/2020/23, proposal for amendment to </w:t>
      </w:r>
      <w:r w:rsidR="002A3B4B">
        <w:rPr>
          <w:color w:val="000000"/>
        </w:rPr>
        <w:br/>
      </w:r>
      <w:r w:rsidR="00BE0255" w:rsidRPr="00635EE6">
        <w:rPr>
          <w:color w:val="000000"/>
        </w:rPr>
        <w:t>UN Regulation No. 67, as amended during the session, and agreed to submit it for consideration and vote at the March 2021 session of WP.29/AC.1.</w:t>
      </w:r>
    </w:p>
    <w:p w14:paraId="3FEB4F7E" w14:textId="77777777" w:rsidR="00493ECD" w:rsidRPr="00635EE6" w:rsidRDefault="00493ECD" w:rsidP="00493ECD">
      <w:pPr>
        <w:widowControl w:val="0"/>
        <w:tabs>
          <w:tab w:val="right" w:pos="851"/>
        </w:tabs>
        <w:spacing w:before="360" w:after="240" w:line="270" w:lineRule="exact"/>
        <w:ind w:left="1134" w:right="1134" w:hanging="1134"/>
        <w:rPr>
          <w:b/>
          <w:sz w:val="24"/>
        </w:rPr>
      </w:pPr>
      <w:r w:rsidRPr="00635EE6">
        <w:rPr>
          <w:b/>
          <w:sz w:val="24"/>
        </w:rPr>
        <w:tab/>
        <w:t>B.</w:t>
      </w:r>
      <w:r w:rsidRPr="00635EE6">
        <w:rPr>
          <w:b/>
          <w:sz w:val="24"/>
        </w:rPr>
        <w:tab/>
        <w:t>UN Regulation No. 110 (CNG and LNG vehicles)</w:t>
      </w:r>
    </w:p>
    <w:p w14:paraId="73C4EAF0" w14:textId="10FFDD72" w:rsidR="00566905" w:rsidRPr="00635EE6" w:rsidRDefault="00566905" w:rsidP="00566905">
      <w:pPr>
        <w:widowControl w:val="0"/>
        <w:spacing w:after="120"/>
        <w:ind w:left="2829" w:right="1134" w:hanging="1695"/>
      </w:pPr>
      <w:r w:rsidRPr="00635EE6">
        <w:rPr>
          <w:i/>
        </w:rPr>
        <w:t>Documentation</w:t>
      </w:r>
      <w:r w:rsidRPr="00635EE6">
        <w:t>:</w:t>
      </w:r>
      <w:r w:rsidRPr="00635EE6">
        <w:tab/>
        <w:t xml:space="preserve">Informal documents: GRSG-119-16, GRSG-119-20 </w:t>
      </w:r>
      <w:r w:rsidRPr="00635EE6">
        <w:br/>
        <w:t>and GRSG-119-21</w:t>
      </w:r>
    </w:p>
    <w:p w14:paraId="13E1A052" w14:textId="6AE5A828" w:rsidR="00F00068" w:rsidRPr="00635EE6" w:rsidRDefault="00D75E13" w:rsidP="00F47BC9">
      <w:pPr>
        <w:pStyle w:val="SingleTxtG"/>
        <w:widowControl w:val="0"/>
      </w:pPr>
      <w:r w:rsidRPr="00635EE6">
        <w:t>4</w:t>
      </w:r>
      <w:r w:rsidR="00D96B3C">
        <w:t>4</w:t>
      </w:r>
      <w:r w:rsidR="00493ECD" w:rsidRPr="00635EE6">
        <w:t>.</w:t>
      </w:r>
      <w:r w:rsidR="00493ECD" w:rsidRPr="00635EE6">
        <w:tab/>
      </w:r>
      <w:r w:rsidR="001C67E1" w:rsidRPr="00635EE6">
        <w:t>The expert from the Netherlands introduced document GRSG-119-16, containing a proposal for amendments to UN Regulation No. 110</w:t>
      </w:r>
      <w:r w:rsidR="00F47BC9" w:rsidRPr="00635EE6">
        <w:t>,</w:t>
      </w:r>
      <w:r w:rsidR="001C67E1" w:rsidRPr="00635EE6">
        <w:t xml:space="preserve"> </w:t>
      </w:r>
      <w:r w:rsidR="00F47BC9" w:rsidRPr="00635EE6">
        <w:t>proposing the introduction of requirements related to the state-of-the-art test requirements and harmonization with ISO 15500 and NGV 3.1 components used in LNG/CNG systems.</w:t>
      </w:r>
    </w:p>
    <w:p w14:paraId="5636F4F4" w14:textId="12143A66" w:rsidR="001C67E1" w:rsidRPr="00635EE6" w:rsidRDefault="00D75E13" w:rsidP="00493ECD">
      <w:pPr>
        <w:pStyle w:val="SingleTxtG"/>
        <w:widowControl w:val="0"/>
      </w:pPr>
      <w:r w:rsidRPr="00635EE6">
        <w:t>4</w:t>
      </w:r>
      <w:r w:rsidR="00D96B3C">
        <w:t>5</w:t>
      </w:r>
      <w:r w:rsidR="001C67E1" w:rsidRPr="00635EE6">
        <w:t>.</w:t>
      </w:r>
      <w:r w:rsidR="001C67E1" w:rsidRPr="00635EE6">
        <w:tab/>
        <w:t>GRSG considered document GRSG-119-16</w:t>
      </w:r>
      <w:r w:rsidR="00E1319F">
        <w:t xml:space="preserve"> </w:t>
      </w:r>
      <w:r w:rsidR="001C67E1" w:rsidRPr="00635EE6">
        <w:t>and requested its submission as an official document for consideration at the April 2021 session of GRSG.</w:t>
      </w:r>
    </w:p>
    <w:p w14:paraId="7357669D" w14:textId="1DE5DBD5" w:rsidR="001C67E1" w:rsidRPr="00635EE6" w:rsidRDefault="00D75E13" w:rsidP="00493ECD">
      <w:pPr>
        <w:pStyle w:val="SingleTxtG"/>
        <w:widowControl w:val="0"/>
      </w:pPr>
      <w:r w:rsidRPr="00635EE6">
        <w:lastRenderedPageBreak/>
        <w:t>4</w:t>
      </w:r>
      <w:r w:rsidR="00D96B3C">
        <w:t>6</w:t>
      </w:r>
      <w:r w:rsidR="001C67E1" w:rsidRPr="00635EE6">
        <w:t>.</w:t>
      </w:r>
      <w:r w:rsidR="001C67E1" w:rsidRPr="00635EE6">
        <w:tab/>
      </w:r>
      <w:r w:rsidR="00F47BC9" w:rsidRPr="00635EE6">
        <w:t xml:space="preserve">The expert from OICA introduced GRSG-119-21, a proposal for amendments to </w:t>
      </w:r>
      <w:r w:rsidR="002A3B4B">
        <w:br/>
      </w:r>
      <w:r w:rsidR="00F47BC9" w:rsidRPr="00635EE6">
        <w:t>UN Regulation No. 110, related to the definition of “Excess flow valve” to differentiate between pressure-equalization type and shut-off type excess flow valves, and to CNG system requirements, as elaborated in GRSG-119-20.</w:t>
      </w:r>
    </w:p>
    <w:p w14:paraId="45E27F96" w14:textId="3051758C" w:rsidR="001C67E1" w:rsidRPr="00635EE6" w:rsidRDefault="00D75E13" w:rsidP="00493ECD">
      <w:pPr>
        <w:pStyle w:val="SingleTxtG"/>
        <w:widowControl w:val="0"/>
      </w:pPr>
      <w:r w:rsidRPr="00635EE6">
        <w:t>4</w:t>
      </w:r>
      <w:r w:rsidR="00D96B3C">
        <w:t>7</w:t>
      </w:r>
      <w:r w:rsidR="001C67E1" w:rsidRPr="00635EE6">
        <w:t>.</w:t>
      </w:r>
      <w:r w:rsidR="001C67E1" w:rsidRPr="00635EE6">
        <w:tab/>
      </w:r>
      <w:r w:rsidR="00BD79BD" w:rsidRPr="00635EE6">
        <w:t>Following detailed technical discussions</w:t>
      </w:r>
      <w:r w:rsidR="001C67E1" w:rsidRPr="00635EE6">
        <w:t>,</w:t>
      </w:r>
      <w:r w:rsidR="00F47BC9" w:rsidRPr="00635EE6">
        <w:t xml:space="preserve"> </w:t>
      </w:r>
      <w:r w:rsidR="00BD79BD" w:rsidRPr="00635EE6">
        <w:t>including comments from representatives from the Netherlands, Sweden</w:t>
      </w:r>
      <w:r w:rsidRPr="00635EE6">
        <w:t xml:space="preserve"> and </w:t>
      </w:r>
      <w:r w:rsidR="00BD79BD" w:rsidRPr="00635EE6">
        <w:t xml:space="preserve">NGV Global, </w:t>
      </w:r>
      <w:r w:rsidR="001C67E1" w:rsidRPr="00635EE6">
        <w:t xml:space="preserve">GRSG requested </w:t>
      </w:r>
      <w:r w:rsidR="00BD79BD" w:rsidRPr="00635EE6">
        <w:t>the</w:t>
      </w:r>
      <w:r w:rsidR="001C67E1" w:rsidRPr="00635EE6">
        <w:t xml:space="preserve"> submission </w:t>
      </w:r>
      <w:r w:rsidR="00BD79BD" w:rsidRPr="00635EE6">
        <w:t>of a revised version of GRSG-119-</w:t>
      </w:r>
      <w:r w:rsidR="00BD79BD" w:rsidRPr="00C50D00">
        <w:t>2</w:t>
      </w:r>
      <w:r w:rsidR="0028634E" w:rsidRPr="00C50D00">
        <w:t>0</w:t>
      </w:r>
      <w:r w:rsidR="00BD79BD" w:rsidRPr="00635EE6">
        <w:t>,</w:t>
      </w:r>
      <w:r w:rsidR="001C67E1" w:rsidRPr="00635EE6">
        <w:t xml:space="preserve"> </w:t>
      </w:r>
      <w:r w:rsidR="00BD79BD" w:rsidRPr="00635EE6">
        <w:t xml:space="preserve">based on further consideration and discussions among interested stakeholders, </w:t>
      </w:r>
      <w:r w:rsidR="001C67E1" w:rsidRPr="00635EE6">
        <w:t>as an official document for consideration at the April 2021 session of GRSG</w:t>
      </w:r>
      <w:r w:rsidRPr="00635EE6">
        <w:t>, inviting interested stakeholders to deliver their remarks and comments to OICA.</w:t>
      </w:r>
    </w:p>
    <w:p w14:paraId="51D032B2" w14:textId="37EDF236" w:rsidR="00C53057" w:rsidRPr="0005549C" w:rsidRDefault="007416CB" w:rsidP="002500AA">
      <w:pPr>
        <w:pStyle w:val="HChG"/>
        <w:keepNext w:val="0"/>
        <w:keepLines w:val="0"/>
        <w:widowControl w:val="0"/>
        <w:rPr>
          <w:lang w:val="fr-CH"/>
        </w:rPr>
      </w:pPr>
      <w:r w:rsidRPr="00635EE6">
        <w:tab/>
      </w:r>
      <w:r w:rsidR="00566905" w:rsidRPr="0005549C">
        <w:rPr>
          <w:lang w:val="fr-CH"/>
        </w:rPr>
        <w:t>I</w:t>
      </w:r>
      <w:r w:rsidR="00541AA2" w:rsidRPr="0005549C">
        <w:rPr>
          <w:lang w:val="fr-CH"/>
        </w:rPr>
        <w:t>X</w:t>
      </w:r>
      <w:r w:rsidR="002C00F5" w:rsidRPr="0005549C">
        <w:rPr>
          <w:lang w:val="fr-CH"/>
        </w:rPr>
        <w:t>.</w:t>
      </w:r>
      <w:r w:rsidR="002C00F5" w:rsidRPr="0005549C">
        <w:rPr>
          <w:lang w:val="fr-CH"/>
        </w:rPr>
        <w:tab/>
      </w:r>
      <w:bookmarkStart w:id="3" w:name="_Hlk25325612"/>
      <w:r w:rsidR="00432A37" w:rsidRPr="0005549C">
        <w:rPr>
          <w:lang w:val="fr-CH"/>
        </w:rPr>
        <w:t xml:space="preserve">UN Regulation No. </w:t>
      </w:r>
      <w:r w:rsidR="00493ECD" w:rsidRPr="0005549C">
        <w:rPr>
          <w:lang w:val="fr-CH"/>
        </w:rPr>
        <w:t>93</w:t>
      </w:r>
      <w:r w:rsidR="00432A37" w:rsidRPr="0005549C">
        <w:rPr>
          <w:lang w:val="fr-CH"/>
        </w:rPr>
        <w:t xml:space="preserve"> (</w:t>
      </w:r>
      <w:r w:rsidR="00493ECD" w:rsidRPr="0005549C">
        <w:rPr>
          <w:lang w:val="fr-CH"/>
        </w:rPr>
        <w:t>Front</w:t>
      </w:r>
      <w:r w:rsidR="00432A37" w:rsidRPr="0005549C">
        <w:rPr>
          <w:lang w:val="fr-CH"/>
        </w:rPr>
        <w:t xml:space="preserve"> underrun protective devices) </w:t>
      </w:r>
      <w:r w:rsidR="0061575C" w:rsidRPr="0005549C">
        <w:rPr>
          <w:lang w:val="fr-CH"/>
        </w:rPr>
        <w:t>(agenda item</w:t>
      </w:r>
      <w:r w:rsidR="00493ECD" w:rsidRPr="0005549C">
        <w:rPr>
          <w:lang w:val="fr-CH"/>
        </w:rPr>
        <w:t xml:space="preserve"> </w:t>
      </w:r>
      <w:r w:rsidR="00566905" w:rsidRPr="0005549C">
        <w:rPr>
          <w:lang w:val="fr-CH"/>
        </w:rPr>
        <w:t>8</w:t>
      </w:r>
      <w:r w:rsidR="00C53057" w:rsidRPr="0005549C">
        <w:rPr>
          <w:lang w:val="fr-CH"/>
        </w:rPr>
        <w:t>)</w:t>
      </w:r>
      <w:bookmarkEnd w:id="3"/>
    </w:p>
    <w:p w14:paraId="21446D4C" w14:textId="4C591823" w:rsidR="007D72AE" w:rsidRPr="00635EE6" w:rsidRDefault="007D72AE" w:rsidP="00566905">
      <w:pPr>
        <w:widowControl w:val="0"/>
        <w:spacing w:after="120"/>
        <w:ind w:left="2829" w:right="1134" w:hanging="1695"/>
      </w:pPr>
      <w:r w:rsidRPr="00635EE6">
        <w:rPr>
          <w:i/>
          <w:iCs/>
        </w:rPr>
        <w:t>Documentation:</w:t>
      </w:r>
      <w:r w:rsidRPr="00635EE6">
        <w:tab/>
      </w:r>
      <w:r w:rsidR="00493ECD" w:rsidRPr="00635EE6">
        <w:t>ECE/TRANS/WP.29/2020/</w:t>
      </w:r>
      <w:r w:rsidR="00566905" w:rsidRPr="00635EE6">
        <w:t>83</w:t>
      </w:r>
    </w:p>
    <w:p w14:paraId="25FBD68D" w14:textId="0E4E3F70" w:rsidR="00954050" w:rsidRPr="00635EE6" w:rsidRDefault="00D75E13" w:rsidP="00E37942">
      <w:pPr>
        <w:pStyle w:val="SingleTxtG"/>
      </w:pPr>
      <w:r w:rsidRPr="00635EE6">
        <w:t>4</w:t>
      </w:r>
      <w:r w:rsidR="00D96B3C">
        <w:t>8</w:t>
      </w:r>
      <w:r w:rsidR="00093946" w:rsidRPr="00635EE6">
        <w:t>.</w:t>
      </w:r>
      <w:r w:rsidR="00093946" w:rsidRPr="00635EE6">
        <w:tab/>
      </w:r>
      <w:r w:rsidR="00E37942" w:rsidRPr="00635EE6">
        <w:t>The Chair of GRSG recalled the outcome of the discussion under agenda item 9 of the July 2020 session of GRSG (</w:t>
      </w:r>
      <w:r w:rsidR="00E1319F">
        <w:t xml:space="preserve">ECE/TRANS/WP.29/GRSG/97, </w:t>
      </w:r>
      <w:r w:rsidR="00E37942" w:rsidRPr="00635EE6">
        <w:t>paras. 33-36), concerning the development of amendments to UN Regulation No. 93</w:t>
      </w:r>
      <w:r w:rsidR="00DF1089" w:rsidRPr="00635EE6">
        <w:t>, reminding that, as a first step, a proposal (ECE/TRANS/WP.29/2020/83) would be considered by WP.29 at its November 2020 session, while the second step would require additional consideration</w:t>
      </w:r>
      <w:r w:rsidR="00E37942" w:rsidRPr="00635EE6">
        <w:t>.</w:t>
      </w:r>
    </w:p>
    <w:p w14:paraId="27352B20" w14:textId="2FB69E3B" w:rsidR="00E37942" w:rsidRPr="00635EE6" w:rsidRDefault="00D75E13" w:rsidP="00E37942">
      <w:pPr>
        <w:pStyle w:val="SingleTxtG"/>
        <w:rPr>
          <w:szCs w:val="24"/>
        </w:rPr>
      </w:pPr>
      <w:r w:rsidRPr="00635EE6">
        <w:t>4</w:t>
      </w:r>
      <w:r w:rsidR="00D96B3C">
        <w:t>9</w:t>
      </w:r>
      <w:r w:rsidR="00E37942" w:rsidRPr="00635EE6">
        <w:t>.</w:t>
      </w:r>
      <w:r w:rsidR="00E37942" w:rsidRPr="00635EE6">
        <w:tab/>
        <w:t xml:space="preserve">The expert from the European </w:t>
      </w:r>
      <w:r w:rsidR="00DF1089" w:rsidRPr="00635EE6">
        <w:t>Commission</w:t>
      </w:r>
      <w:r w:rsidR="00E37942" w:rsidRPr="00635EE6">
        <w:t xml:space="preserve"> provided an update on </w:t>
      </w:r>
      <w:r w:rsidR="00DF1089" w:rsidRPr="00635EE6">
        <w:t>the development of an additional proposal to amend UN Regulation No. 93</w:t>
      </w:r>
      <w:r w:rsidR="00E37942" w:rsidRPr="00635EE6">
        <w:t>, informing GRSG that consultations</w:t>
      </w:r>
      <w:r w:rsidR="00DF1089" w:rsidRPr="00635EE6">
        <w:t xml:space="preserve"> and exchange of information</w:t>
      </w:r>
      <w:r w:rsidR="00E37942" w:rsidRPr="00635EE6">
        <w:t xml:space="preserve"> </w:t>
      </w:r>
      <w:r w:rsidR="00DF1089" w:rsidRPr="00635EE6">
        <w:t xml:space="preserve">among </w:t>
      </w:r>
      <w:r w:rsidR="008D6AD1">
        <w:t>Contracting Parties</w:t>
      </w:r>
      <w:r w:rsidR="00DF1089" w:rsidRPr="00635EE6">
        <w:t xml:space="preserve"> </w:t>
      </w:r>
      <w:r w:rsidR="00E37942" w:rsidRPr="00635EE6">
        <w:t>were underway on outstanding matters.</w:t>
      </w:r>
    </w:p>
    <w:p w14:paraId="16F60F61" w14:textId="656B58F9" w:rsidR="00027D64" w:rsidRPr="00635EE6" w:rsidRDefault="00027D64" w:rsidP="00027D64">
      <w:pPr>
        <w:pStyle w:val="HChG"/>
        <w:keepNext w:val="0"/>
        <w:keepLines w:val="0"/>
        <w:widowControl w:val="0"/>
      </w:pPr>
      <w:r w:rsidRPr="00635EE6">
        <w:tab/>
      </w:r>
      <w:bookmarkStart w:id="4" w:name="_Hlk23857227"/>
      <w:r w:rsidRPr="00635EE6">
        <w:t>X.</w:t>
      </w:r>
      <w:r w:rsidRPr="00635EE6">
        <w:tab/>
      </w:r>
      <w:r w:rsidR="00093946" w:rsidRPr="00635EE6">
        <w:t>UN Regulation No. 116 (Anti-theft and alarm systems)</w:t>
      </w:r>
      <w:r w:rsidR="00EF2939" w:rsidRPr="00635EE6">
        <w:t xml:space="preserve"> </w:t>
      </w:r>
      <w:r w:rsidR="00093946" w:rsidRPr="00635EE6">
        <w:t xml:space="preserve">(agenda item </w:t>
      </w:r>
      <w:r w:rsidR="00566905" w:rsidRPr="00635EE6">
        <w:t>9</w:t>
      </w:r>
      <w:r w:rsidRPr="00635EE6">
        <w:t>)</w:t>
      </w:r>
      <w:bookmarkEnd w:id="4"/>
    </w:p>
    <w:p w14:paraId="69F442B4" w14:textId="3B51D5DF" w:rsidR="001D6439" w:rsidRPr="00635EE6" w:rsidRDefault="00027D64" w:rsidP="003A7756">
      <w:pPr>
        <w:widowControl w:val="0"/>
        <w:spacing w:after="120"/>
        <w:ind w:left="2829" w:right="1134" w:hanging="1695"/>
      </w:pPr>
      <w:r w:rsidRPr="00635EE6">
        <w:rPr>
          <w:i/>
          <w:iCs/>
        </w:rPr>
        <w:t>Documentation:</w:t>
      </w:r>
      <w:r w:rsidRPr="00635EE6">
        <w:t xml:space="preserve"> </w:t>
      </w:r>
      <w:r w:rsidRPr="00635EE6">
        <w:tab/>
      </w:r>
      <w:r w:rsidR="00093946" w:rsidRPr="00635EE6">
        <w:t>ECE/TRANS/WP.29/GRSG/20</w:t>
      </w:r>
      <w:r w:rsidR="00566905" w:rsidRPr="00635EE6">
        <w:t>20</w:t>
      </w:r>
      <w:r w:rsidR="00093946" w:rsidRPr="00635EE6">
        <w:t>/</w:t>
      </w:r>
      <w:r w:rsidR="00566905" w:rsidRPr="00635EE6">
        <w:t>24</w:t>
      </w:r>
      <w:r w:rsidR="00093946" w:rsidRPr="00635EE6">
        <w:br/>
        <w:t>ECE/TRANS/WP.29/GRSG/20</w:t>
      </w:r>
      <w:r w:rsidR="00566905" w:rsidRPr="00635EE6">
        <w:t>20</w:t>
      </w:r>
      <w:r w:rsidR="00093946" w:rsidRPr="00635EE6">
        <w:t>/2</w:t>
      </w:r>
      <w:r w:rsidR="00566905" w:rsidRPr="00635EE6">
        <w:t>5</w:t>
      </w:r>
      <w:r w:rsidR="00093946" w:rsidRPr="00635EE6">
        <w:br/>
        <w:t>ECE/TRANS/WP.29/GRSG/20</w:t>
      </w:r>
      <w:r w:rsidR="00566905" w:rsidRPr="00635EE6">
        <w:t>20</w:t>
      </w:r>
      <w:r w:rsidR="00093946" w:rsidRPr="00635EE6">
        <w:t>/2</w:t>
      </w:r>
      <w:r w:rsidR="00566905" w:rsidRPr="00635EE6">
        <w:t>6</w:t>
      </w:r>
      <w:r w:rsidR="00093946" w:rsidRPr="00635EE6">
        <w:br/>
        <w:t>ECE/TRANS/WP.29/GRSG/20</w:t>
      </w:r>
      <w:r w:rsidR="00566905" w:rsidRPr="00635EE6">
        <w:t>20</w:t>
      </w:r>
      <w:r w:rsidR="00093946" w:rsidRPr="00635EE6">
        <w:t>/2</w:t>
      </w:r>
      <w:r w:rsidR="00566905" w:rsidRPr="00635EE6">
        <w:t>7</w:t>
      </w:r>
      <w:r w:rsidR="00093946" w:rsidRPr="00635EE6">
        <w:br/>
        <w:t>ECE/TRANS/WP.29/GRSG/2020/</w:t>
      </w:r>
      <w:r w:rsidR="00566905" w:rsidRPr="00635EE6">
        <w:t>28</w:t>
      </w:r>
      <w:r w:rsidR="00093946" w:rsidRPr="00635EE6">
        <w:br/>
        <w:t>ECE/TRANS/WP.29/GRSG/2020/</w:t>
      </w:r>
      <w:r w:rsidR="00566905" w:rsidRPr="00635EE6">
        <w:t>29</w:t>
      </w:r>
      <w:r w:rsidR="00566905" w:rsidRPr="00635EE6">
        <w:br/>
        <w:t>ECE/TRANS/WP.29/GRSG/2020/30</w:t>
      </w:r>
      <w:r w:rsidR="00093946" w:rsidRPr="00635EE6">
        <w:br/>
        <w:t>Informal documents: GRSG-11</w:t>
      </w:r>
      <w:r w:rsidR="00566905" w:rsidRPr="00635EE6">
        <w:t>9</w:t>
      </w:r>
      <w:r w:rsidR="00093946" w:rsidRPr="00635EE6">
        <w:t>-</w:t>
      </w:r>
      <w:r w:rsidR="00566905" w:rsidRPr="00635EE6">
        <w:t>17</w:t>
      </w:r>
      <w:r w:rsidR="00093946" w:rsidRPr="00635EE6">
        <w:t xml:space="preserve"> and GRSG-11</w:t>
      </w:r>
      <w:r w:rsidR="00566905" w:rsidRPr="00635EE6">
        <w:t>9</w:t>
      </w:r>
      <w:r w:rsidR="00093946" w:rsidRPr="00635EE6">
        <w:t>-</w:t>
      </w:r>
      <w:r w:rsidR="00566905" w:rsidRPr="00635EE6">
        <w:t>28</w:t>
      </w:r>
    </w:p>
    <w:p w14:paraId="1B96C291" w14:textId="3E9194BA" w:rsidR="00A7153C" w:rsidRPr="00635EE6" w:rsidRDefault="00D96B3C" w:rsidP="007B0EF3">
      <w:pPr>
        <w:pStyle w:val="SingleTxtG"/>
      </w:pPr>
      <w:r>
        <w:t>50</w:t>
      </w:r>
      <w:r w:rsidR="00A7153C" w:rsidRPr="00635EE6">
        <w:t>.</w:t>
      </w:r>
      <w:r w:rsidR="00A7153C" w:rsidRPr="00635EE6">
        <w:tab/>
      </w:r>
      <w:r w:rsidR="004E6D49" w:rsidRPr="00635EE6">
        <w:t xml:space="preserve">The expert from OICA informed GRSG </w:t>
      </w:r>
      <w:r w:rsidR="00D9205D" w:rsidRPr="00635EE6">
        <w:t xml:space="preserve">about </w:t>
      </w:r>
      <w:r w:rsidR="004E6D49" w:rsidRPr="00635EE6">
        <w:t xml:space="preserve">the progress of work and discussions that had taken place at meetings of the Task Force on </w:t>
      </w:r>
      <w:r w:rsidR="0069792B" w:rsidRPr="00635EE6">
        <w:t>Key Definition (GRSG-119-28)</w:t>
      </w:r>
      <w:r w:rsidR="00DC2997" w:rsidRPr="00635EE6">
        <w:t>, related to the definition and other aspects of “Digital Key”. She explained the need to further develop the proposal for amendments to UN Regulation No. 1</w:t>
      </w:r>
      <w:r w:rsidR="004C0C27" w:rsidRPr="00635EE6">
        <w:t>1</w:t>
      </w:r>
      <w:r w:rsidR="00DC2997" w:rsidRPr="00635EE6">
        <w:t>6 (ECE/TRANS/WP.29/GRSG/2020/24), as there w</w:t>
      </w:r>
      <w:r w:rsidR="007D6591" w:rsidRPr="00635EE6">
        <w:t>as still a need to reach consensus on several open matters, as listed in GRSG-119-28.</w:t>
      </w:r>
      <w:r w:rsidR="00DC2997" w:rsidRPr="00635EE6">
        <w:t xml:space="preserve"> </w:t>
      </w:r>
      <w:r w:rsidR="007D6591" w:rsidRPr="00635EE6">
        <w:t>In this respect, t</w:t>
      </w:r>
      <w:r w:rsidR="00DC2997" w:rsidRPr="00635EE6">
        <w:t>he aim of the Task Force was to submit a</w:t>
      </w:r>
      <w:r w:rsidR="004C0C27" w:rsidRPr="00635EE6">
        <w:t xml:space="preserve"> revision of the </w:t>
      </w:r>
      <w:r w:rsidR="00DC2997" w:rsidRPr="00635EE6">
        <w:t xml:space="preserve">official document </w:t>
      </w:r>
      <w:r w:rsidR="00E1319F" w:rsidRPr="00635EE6">
        <w:t>(ECE/TRANS/WP.29/GRSG/2020/24)</w:t>
      </w:r>
      <w:r w:rsidR="00E1319F">
        <w:t xml:space="preserve"> </w:t>
      </w:r>
      <w:r w:rsidR="00DC2997" w:rsidRPr="00635EE6">
        <w:t>to the April 2021 session of GRSG. She invited delegates to submit proposals and comments to the Task Force.</w:t>
      </w:r>
    </w:p>
    <w:p w14:paraId="3EA24027" w14:textId="086DF3A9" w:rsidR="00DC2997" w:rsidRPr="00635EE6" w:rsidRDefault="00D75E13" w:rsidP="00DC2997">
      <w:pPr>
        <w:pStyle w:val="SingleTxtG"/>
        <w:rPr>
          <w:highlight w:val="yellow"/>
        </w:rPr>
      </w:pPr>
      <w:r w:rsidRPr="00635EE6">
        <w:t>5</w:t>
      </w:r>
      <w:r w:rsidR="00D96B3C">
        <w:t>1</w:t>
      </w:r>
      <w:r w:rsidR="00DC2997" w:rsidRPr="00635EE6">
        <w:t>.</w:t>
      </w:r>
      <w:r w:rsidR="00DC2997" w:rsidRPr="00635EE6">
        <w:tab/>
        <w:t>GRSG decided to continue consideration of document ECE/TRANS/WP.29/GRSG/2020/24, concerning the definition of keys, on the basis of a revised proposal, at its April 2021 session.</w:t>
      </w:r>
    </w:p>
    <w:p w14:paraId="36DA3A6D" w14:textId="3497F31D" w:rsidR="0028634E" w:rsidRPr="00461298" w:rsidRDefault="00D75E13" w:rsidP="00F84E58">
      <w:pPr>
        <w:pStyle w:val="SingleTxtG"/>
        <w:jc w:val="lowKashida"/>
      </w:pPr>
      <w:r w:rsidRPr="00635EE6">
        <w:t>5</w:t>
      </w:r>
      <w:r w:rsidR="00D96B3C">
        <w:t>2</w:t>
      </w:r>
      <w:r w:rsidR="00BB38B5" w:rsidRPr="00635EE6">
        <w:t>.</w:t>
      </w:r>
      <w:r w:rsidR="00BB38B5" w:rsidRPr="00635EE6">
        <w:tab/>
      </w:r>
      <w:r w:rsidR="004E19CE" w:rsidRPr="00635EE6">
        <w:t xml:space="preserve">The expert from OICA introduced </w:t>
      </w:r>
      <w:r w:rsidR="002E43E9" w:rsidRPr="00635EE6">
        <w:t xml:space="preserve">documents </w:t>
      </w:r>
      <w:r w:rsidR="00DC2997" w:rsidRPr="00635EE6">
        <w:t>ECE/TRANS/WP.29/GRSG/2020/25</w:t>
      </w:r>
      <w:r w:rsidR="002E43E9" w:rsidRPr="00461298">
        <w:t xml:space="preserve">, </w:t>
      </w:r>
      <w:r w:rsidR="0028634E" w:rsidRPr="00461298">
        <w:t>ECE/TRANS/WP.29/GRSG/2020/</w:t>
      </w:r>
      <w:r w:rsidR="002E43E9" w:rsidRPr="00461298">
        <w:t>2</w:t>
      </w:r>
      <w:r w:rsidR="00DC2997" w:rsidRPr="00461298">
        <w:t>6</w:t>
      </w:r>
      <w:r w:rsidR="004C0C27" w:rsidRPr="00461298">
        <w:t xml:space="preserve"> (as amended</w:t>
      </w:r>
      <w:r w:rsidR="004C08AC" w:rsidRPr="00461298">
        <w:t xml:space="preserve"> </w:t>
      </w:r>
      <w:r w:rsidR="004C0C27" w:rsidRPr="00461298">
        <w:t>by</w:t>
      </w:r>
      <w:r w:rsidR="0028634E" w:rsidRPr="00461298">
        <w:t xml:space="preserve"> </w:t>
      </w:r>
      <w:r w:rsidR="004C0C27" w:rsidRPr="00461298">
        <w:t>GRSG-119-17)</w:t>
      </w:r>
      <w:r w:rsidR="002E43E9" w:rsidRPr="00461298">
        <w:t xml:space="preserve">, </w:t>
      </w:r>
      <w:r w:rsidR="0028634E" w:rsidRPr="00461298">
        <w:t>ECE/TRANS/WP.29/GRSG/2020/</w:t>
      </w:r>
      <w:r w:rsidR="002E43E9" w:rsidRPr="00461298">
        <w:t>2</w:t>
      </w:r>
      <w:r w:rsidR="00DC2997" w:rsidRPr="00461298">
        <w:t>7</w:t>
      </w:r>
      <w:r w:rsidR="002E43E9" w:rsidRPr="00461298">
        <w:t>,</w:t>
      </w:r>
      <w:r w:rsidR="004C08AC" w:rsidRPr="00461298">
        <w:t xml:space="preserve"> </w:t>
      </w:r>
      <w:r w:rsidR="0028634E" w:rsidRPr="00461298">
        <w:t>ECE/TRANS/WP.29/GRSG/2020/</w:t>
      </w:r>
      <w:r w:rsidR="002E43E9" w:rsidRPr="00461298">
        <w:t>2</w:t>
      </w:r>
      <w:r w:rsidR="00DC2997" w:rsidRPr="00461298">
        <w:t>8</w:t>
      </w:r>
      <w:r w:rsidR="002E43E9" w:rsidRPr="00461298">
        <w:t xml:space="preserve">, </w:t>
      </w:r>
      <w:r w:rsidR="0028634E" w:rsidRPr="00461298">
        <w:t xml:space="preserve"> ECE/TRANS/WP.29/GRSG/2020/</w:t>
      </w:r>
      <w:r w:rsidR="002E43E9" w:rsidRPr="00461298">
        <w:t>2</w:t>
      </w:r>
      <w:r w:rsidR="00DC2997" w:rsidRPr="00461298">
        <w:t>9</w:t>
      </w:r>
      <w:r w:rsidR="002E43E9" w:rsidRPr="00461298">
        <w:t xml:space="preserve"> and</w:t>
      </w:r>
    </w:p>
    <w:p w14:paraId="7129B5E8" w14:textId="44567C99" w:rsidR="002E43E9" w:rsidRPr="00635EE6" w:rsidRDefault="0028634E" w:rsidP="00F84E58">
      <w:pPr>
        <w:pStyle w:val="SingleTxtG"/>
        <w:jc w:val="lowKashida"/>
        <w:rPr>
          <w:highlight w:val="yellow"/>
        </w:rPr>
      </w:pPr>
      <w:r w:rsidRPr="00461298">
        <w:t>ECE/TRANS/WP.29/GRSG/2020/</w:t>
      </w:r>
      <w:r w:rsidR="00DC2997" w:rsidRPr="00461298">
        <w:t>30</w:t>
      </w:r>
      <w:r w:rsidR="002E43E9" w:rsidRPr="00461298">
        <w:t xml:space="preserve">, </w:t>
      </w:r>
      <w:r w:rsidR="00DC2997" w:rsidRPr="00461298">
        <w:t>o</w:t>
      </w:r>
      <w:r w:rsidR="00DC2997" w:rsidRPr="00635EE6">
        <w:t xml:space="preserve">n new UN Regulations </w:t>
      </w:r>
      <w:r w:rsidR="00DC2997" w:rsidRPr="00635EE6">
        <w:rPr>
          <w:color w:val="000000"/>
        </w:rPr>
        <w:t xml:space="preserve">(on Devices Against Unauthorized Use, on Immobilizers, and on Vehicle Alarm Systems) and </w:t>
      </w:r>
      <w:r w:rsidR="002E43E9" w:rsidRPr="00635EE6">
        <w:t>on amendments to UN Regulations Nos. 18, 97 and 116</w:t>
      </w:r>
      <w:r w:rsidR="003A4C20">
        <w:t xml:space="preserve"> related to the splitting of the existing regulation into </w:t>
      </w:r>
      <w:r w:rsidR="003A4C20">
        <w:lastRenderedPageBreak/>
        <w:t>three new UN Regulations and the subsequent administrative adjustments to the existing ones.</w:t>
      </w:r>
    </w:p>
    <w:p w14:paraId="2D2FDDFE" w14:textId="534BF305" w:rsidR="002E43E9" w:rsidRPr="00635EE6" w:rsidRDefault="00D75E13" w:rsidP="007B0EF3">
      <w:pPr>
        <w:pStyle w:val="SingleTxtG"/>
        <w:rPr>
          <w:highlight w:val="yellow"/>
        </w:rPr>
      </w:pPr>
      <w:r w:rsidRPr="00635EE6">
        <w:t>5</w:t>
      </w:r>
      <w:r w:rsidR="00D96B3C">
        <w:t>3</w:t>
      </w:r>
      <w:r w:rsidR="002E43E9" w:rsidRPr="00635EE6">
        <w:t>.</w:t>
      </w:r>
      <w:r w:rsidR="002E43E9" w:rsidRPr="00635EE6">
        <w:tab/>
      </w:r>
      <w:r w:rsidR="00DC2997" w:rsidRPr="00635EE6">
        <w:rPr>
          <w:color w:val="000000"/>
        </w:rPr>
        <w:t>GRSG adopted the documents introduced by the expert from OICA and agreed to submit them for consideration and vote at the March 2021 session of WP.29/AC.1.</w:t>
      </w:r>
    </w:p>
    <w:p w14:paraId="0333D256" w14:textId="2738CD03" w:rsidR="00504C05" w:rsidRPr="00635EE6" w:rsidRDefault="00DB5A6A" w:rsidP="000D7287">
      <w:pPr>
        <w:pStyle w:val="HChG"/>
        <w:keepNext w:val="0"/>
        <w:keepLines w:val="0"/>
        <w:widowControl w:val="0"/>
        <w:rPr>
          <w:b w:val="0"/>
          <w:sz w:val="24"/>
        </w:rPr>
      </w:pPr>
      <w:r w:rsidRPr="00635EE6">
        <w:rPr>
          <w:sz w:val="24"/>
        </w:rPr>
        <w:tab/>
      </w:r>
      <w:r w:rsidR="00504C05" w:rsidRPr="00635EE6">
        <w:t>XI.</w:t>
      </w:r>
      <w:r w:rsidR="00504C05" w:rsidRPr="00635EE6">
        <w:tab/>
      </w:r>
      <w:r w:rsidR="00093946" w:rsidRPr="00635EE6">
        <w:t xml:space="preserve">UN Regulation No. 125 (Forward field </w:t>
      </w:r>
      <w:r w:rsidR="003A4C20">
        <w:t xml:space="preserve">of </w:t>
      </w:r>
      <w:r w:rsidR="00093946" w:rsidRPr="00635EE6">
        <w:t xml:space="preserve">Vision of Drivers (agenda item </w:t>
      </w:r>
      <w:r w:rsidR="00504C05" w:rsidRPr="00635EE6">
        <w:t>1</w:t>
      </w:r>
      <w:r w:rsidR="00566905" w:rsidRPr="00635EE6">
        <w:t>0</w:t>
      </w:r>
      <w:r w:rsidR="00504C05" w:rsidRPr="00635EE6">
        <w:t>)</w:t>
      </w:r>
    </w:p>
    <w:p w14:paraId="143D07FF" w14:textId="2DE5D1B7" w:rsidR="00C53057" w:rsidRPr="00635EE6" w:rsidRDefault="00C53057" w:rsidP="00504C05">
      <w:pPr>
        <w:widowControl w:val="0"/>
        <w:spacing w:after="120"/>
        <w:ind w:left="2829" w:right="1134" w:hanging="1695"/>
      </w:pPr>
      <w:r w:rsidRPr="00635EE6">
        <w:rPr>
          <w:i/>
        </w:rPr>
        <w:t>Documentation</w:t>
      </w:r>
      <w:r w:rsidR="00DB5A6A" w:rsidRPr="00635EE6">
        <w:t xml:space="preserve">: </w:t>
      </w:r>
      <w:r w:rsidR="00DB5A6A" w:rsidRPr="00635EE6">
        <w:tab/>
      </w:r>
      <w:r w:rsidR="00093946" w:rsidRPr="00635EE6">
        <w:t>ECE/TRANS/WP.29/GRSG/2020/11</w:t>
      </w:r>
      <w:r w:rsidR="00093946" w:rsidRPr="00635EE6">
        <w:br/>
        <w:t>ECE/TRANS/WP.29/GRSG/2020/</w:t>
      </w:r>
      <w:r w:rsidR="00A542DF" w:rsidRPr="00635EE6">
        <w:t>31</w:t>
      </w:r>
      <w:r w:rsidR="00A542DF" w:rsidRPr="00635EE6">
        <w:br/>
        <w:t>ECE/TRANS/WP.29/GRSG/2020/32</w:t>
      </w:r>
      <w:r w:rsidR="00093946" w:rsidRPr="00635EE6">
        <w:br/>
        <w:t>Informal documents: GRSG-11</w:t>
      </w:r>
      <w:r w:rsidR="00A542DF" w:rsidRPr="00635EE6">
        <w:t>9</w:t>
      </w:r>
      <w:r w:rsidR="00093946" w:rsidRPr="00635EE6">
        <w:t>-</w:t>
      </w:r>
      <w:r w:rsidR="00A542DF" w:rsidRPr="00635EE6">
        <w:t>23</w:t>
      </w:r>
      <w:r w:rsidR="00093946" w:rsidRPr="00635EE6">
        <w:t xml:space="preserve"> and GRSG-11</w:t>
      </w:r>
      <w:r w:rsidR="00A542DF" w:rsidRPr="00635EE6">
        <w:t>9</w:t>
      </w:r>
      <w:r w:rsidR="00093946" w:rsidRPr="00635EE6">
        <w:t>-</w:t>
      </w:r>
      <w:r w:rsidR="00A542DF" w:rsidRPr="00635EE6">
        <w:t>33</w:t>
      </w:r>
    </w:p>
    <w:p w14:paraId="25F4ED20" w14:textId="39C9DF39" w:rsidR="000F2248" w:rsidRPr="00635EE6" w:rsidRDefault="008A2E97" w:rsidP="0000308C">
      <w:pPr>
        <w:pStyle w:val="SingleTxtG"/>
        <w:widowControl w:val="0"/>
      </w:pPr>
      <w:r w:rsidRPr="00635EE6">
        <w:t>5</w:t>
      </w:r>
      <w:r w:rsidR="00D96B3C">
        <w:t>4</w:t>
      </w:r>
      <w:r w:rsidR="000F2248" w:rsidRPr="00635EE6">
        <w:t>.</w:t>
      </w:r>
      <w:r w:rsidR="000F2248" w:rsidRPr="00635EE6">
        <w:tab/>
        <w:t xml:space="preserve">The expert from the European Commission </w:t>
      </w:r>
      <w:r w:rsidR="009D695A" w:rsidRPr="00635EE6">
        <w:t>recalled</w:t>
      </w:r>
      <w:r w:rsidR="000F2248" w:rsidRPr="00635EE6">
        <w:t xml:space="preserve"> </w:t>
      </w:r>
      <w:r w:rsidR="001F7426" w:rsidRPr="00635EE6">
        <w:t>discussions by GRSG experts under the agenda item 11 at the 118th session of GRSG</w:t>
      </w:r>
      <w:r w:rsidR="00085302">
        <w:t xml:space="preserve"> (see: ECE/TRANS/WP.29/GRSG/98)</w:t>
      </w:r>
      <w:r w:rsidRPr="00635EE6">
        <w:t>,</w:t>
      </w:r>
      <w:r w:rsidR="001F7426" w:rsidRPr="00635EE6">
        <w:t xml:space="preserve"> which resulted in the deferral of consideration of the </w:t>
      </w:r>
      <w:r w:rsidR="000F2248" w:rsidRPr="00635EE6">
        <w:t xml:space="preserve">proposal for </w:t>
      </w:r>
      <w:r w:rsidR="00420FC2" w:rsidRPr="00635EE6">
        <w:t>S</w:t>
      </w:r>
      <w:r w:rsidR="000F2248" w:rsidRPr="00635EE6">
        <w:t>upplement 2 to the 01 series of amendments to Regulation No. 125</w:t>
      </w:r>
      <w:r w:rsidR="001F7426" w:rsidRPr="00635EE6">
        <w:t xml:space="preserve"> (ECE/TRANS/WP.29/GRSG/2020/11) </w:t>
      </w:r>
      <w:r w:rsidR="00085302">
        <w:t xml:space="preserve">and of </w:t>
      </w:r>
      <w:r w:rsidR="00085302" w:rsidRPr="00635EE6">
        <w:t>document GRSG-118-26</w:t>
      </w:r>
      <w:r w:rsidR="00085302">
        <w:t xml:space="preserve"> amending the official proposal, to the </w:t>
      </w:r>
      <w:r w:rsidR="00085302" w:rsidRPr="00635EE6">
        <w:t>current session of GRSG</w:t>
      </w:r>
      <w:r w:rsidR="00085302">
        <w:t>. The</w:t>
      </w:r>
      <w:r w:rsidR="001F7426" w:rsidRPr="00635EE6">
        <w:t xml:space="preserve"> </w:t>
      </w:r>
      <w:r w:rsidR="00085302">
        <w:t>objective of the proposal was</w:t>
      </w:r>
      <w:r w:rsidR="000F2248" w:rsidRPr="00635EE6">
        <w:t xml:space="preserve"> to extend the scope of the </w:t>
      </w:r>
      <w:r w:rsidR="00085302">
        <w:t xml:space="preserve">UN </w:t>
      </w:r>
      <w:r w:rsidR="000F2248" w:rsidRPr="00635EE6">
        <w:t>Regulation</w:t>
      </w:r>
      <w:r w:rsidR="00085302">
        <w:t xml:space="preserve"> No. 125</w:t>
      </w:r>
      <w:r w:rsidR="000F2248" w:rsidRPr="00635EE6">
        <w:t xml:space="preserve"> to allow for the possibility to apply field of vision prescriptions to N</w:t>
      </w:r>
      <w:r w:rsidR="000F2248" w:rsidRPr="00635EE6">
        <w:rPr>
          <w:vertAlign w:val="subscript"/>
        </w:rPr>
        <w:t>1</w:t>
      </w:r>
      <w:r w:rsidR="000F2248" w:rsidRPr="00635EE6">
        <w:t xml:space="preserve"> category vehicles.</w:t>
      </w:r>
    </w:p>
    <w:p w14:paraId="7A81893C" w14:textId="65899E11" w:rsidR="000F2248" w:rsidRPr="00635EE6" w:rsidRDefault="008A2E97" w:rsidP="0000308C">
      <w:pPr>
        <w:pStyle w:val="SingleTxtG"/>
        <w:widowControl w:val="0"/>
      </w:pPr>
      <w:r w:rsidRPr="00635EE6">
        <w:t>5</w:t>
      </w:r>
      <w:r w:rsidR="00D96B3C">
        <w:t>5</w:t>
      </w:r>
      <w:r w:rsidR="000F2248" w:rsidRPr="00635EE6">
        <w:t>.</w:t>
      </w:r>
      <w:r w:rsidR="000F2248" w:rsidRPr="00635EE6">
        <w:tab/>
        <w:t xml:space="preserve">The expert of OICA introduced </w:t>
      </w:r>
      <w:r w:rsidRPr="00635EE6">
        <w:t>the updated proposal for Supplement 2 to the 01 series of amendments to Regulation No. 125 (</w:t>
      </w:r>
      <w:r w:rsidR="001F7426" w:rsidRPr="00635EE6">
        <w:t>ECE/TRANS/WP.29/GRSG/2020/31 (based on ECE/TRANS/WP.29/GRSG/2020/11 as amended by GRSG-118-26)</w:t>
      </w:r>
      <w:r w:rsidRPr="00635EE6">
        <w:t>), and document GRSG-119-23 amending the proposal.</w:t>
      </w:r>
    </w:p>
    <w:p w14:paraId="644FBEA9" w14:textId="733C44E8" w:rsidR="0000308C" w:rsidRPr="00635EE6" w:rsidRDefault="008A2E97" w:rsidP="0000308C">
      <w:pPr>
        <w:pStyle w:val="SingleTxtG"/>
        <w:widowControl w:val="0"/>
        <w:rPr>
          <w:color w:val="000000"/>
        </w:rPr>
      </w:pPr>
      <w:r w:rsidRPr="00635EE6">
        <w:t>5</w:t>
      </w:r>
      <w:r w:rsidR="00D96B3C">
        <w:t>6</w:t>
      </w:r>
      <w:r w:rsidR="00093946" w:rsidRPr="00635EE6">
        <w:t>.</w:t>
      </w:r>
      <w:r w:rsidR="00093946" w:rsidRPr="00635EE6">
        <w:tab/>
      </w:r>
      <w:r w:rsidR="008B3AE1" w:rsidRPr="00635EE6">
        <w:t xml:space="preserve">Following detailed technical discussions, </w:t>
      </w:r>
      <w:r w:rsidR="00085302">
        <w:t xml:space="preserve">including </w:t>
      </w:r>
      <w:r w:rsidR="008B3AE1" w:rsidRPr="00635EE6">
        <w:t xml:space="preserve">further comments from experts from Germany, Japan, </w:t>
      </w:r>
      <w:r w:rsidRPr="00635EE6">
        <w:t xml:space="preserve">the Netherlands, </w:t>
      </w:r>
      <w:r w:rsidR="008B3AE1" w:rsidRPr="00635EE6">
        <w:t>United Kingdom of Great Britain and Northern Ireland, the European Commission and OICA</w:t>
      </w:r>
      <w:r w:rsidRPr="00635EE6">
        <w:t>,</w:t>
      </w:r>
      <w:r w:rsidR="008B3AE1" w:rsidRPr="00635EE6">
        <w:t xml:space="preserve"> </w:t>
      </w:r>
      <w:r w:rsidRPr="00635EE6">
        <w:rPr>
          <w:color w:val="000000"/>
        </w:rPr>
        <w:t>GRSG decided to defer considerations related to amendments to UN Regulation No. 125, based on a revised text of ECE/TRANS/WP.29/GRSG/2020/31 and incorporating GRSG-119-23, to its April 2021 session.</w:t>
      </w:r>
    </w:p>
    <w:p w14:paraId="67C3D96F" w14:textId="470B7F50" w:rsidR="00E3629A" w:rsidRPr="00635EE6" w:rsidRDefault="001C0DB1" w:rsidP="0000308C">
      <w:pPr>
        <w:pStyle w:val="SingleTxtG"/>
        <w:widowControl w:val="0"/>
      </w:pPr>
      <w:r w:rsidRPr="00635EE6">
        <w:t>5</w:t>
      </w:r>
      <w:r w:rsidR="00D96B3C">
        <w:t>7</w:t>
      </w:r>
      <w:r w:rsidR="008A2E97" w:rsidRPr="00635EE6">
        <w:t>.</w:t>
      </w:r>
      <w:r w:rsidR="00E3629A" w:rsidRPr="00635EE6">
        <w:tab/>
        <w:t xml:space="preserve">The expert from France presented </w:t>
      </w:r>
      <w:r w:rsidR="008A2E97" w:rsidRPr="00635EE6">
        <w:t>the proposal for Supplement 3 to the 01 series of amendments to UN Regulation No. 125 (ECE/TRANS/WP.29/GRSG/2020/32)</w:t>
      </w:r>
      <w:r w:rsidR="00E3629A" w:rsidRPr="00635EE6">
        <w:t>, containing proposed amendments to UN Regulation No. 125 concerning specifications for defrosting/demisting conductors also outside zone A.</w:t>
      </w:r>
    </w:p>
    <w:p w14:paraId="78A64785" w14:textId="26759F1A" w:rsidR="00D404BD" w:rsidRPr="00635EE6" w:rsidRDefault="001C0DB1" w:rsidP="0000308C">
      <w:pPr>
        <w:pStyle w:val="SingleTxtG"/>
        <w:widowControl w:val="0"/>
        <w:rPr>
          <w:color w:val="000000"/>
        </w:rPr>
      </w:pPr>
      <w:r w:rsidRPr="00635EE6">
        <w:t>5</w:t>
      </w:r>
      <w:r w:rsidR="00D96B3C">
        <w:t>8</w:t>
      </w:r>
      <w:r w:rsidR="00D404BD" w:rsidRPr="00635EE6">
        <w:t>.</w:t>
      </w:r>
      <w:r w:rsidR="00D404BD" w:rsidRPr="00635EE6">
        <w:tab/>
      </w:r>
      <w:r w:rsidR="008A2E97" w:rsidRPr="00635EE6">
        <w:rPr>
          <w:color w:val="000000"/>
        </w:rPr>
        <w:t xml:space="preserve">GRSG adopted </w:t>
      </w:r>
      <w:r w:rsidR="00085302">
        <w:rPr>
          <w:color w:val="000000"/>
        </w:rPr>
        <w:t xml:space="preserve">document </w:t>
      </w:r>
      <w:r w:rsidR="008A2E97" w:rsidRPr="00635EE6">
        <w:rPr>
          <w:color w:val="000000"/>
        </w:rPr>
        <w:t>ECE/TRANS/WP.29/GRSG/2020/32,</w:t>
      </w:r>
      <w:r w:rsidR="00E15F56">
        <w:rPr>
          <w:color w:val="000000"/>
        </w:rPr>
        <w:t xml:space="preserve"> </w:t>
      </w:r>
      <w:r w:rsidR="008A2E97" w:rsidRPr="00635EE6">
        <w:rPr>
          <w:color w:val="000000"/>
        </w:rPr>
        <w:t>and agreed to submit it for consideration and vote at the March 2021 session of WP.29/AC.1.</w:t>
      </w:r>
    </w:p>
    <w:p w14:paraId="145D0EEC" w14:textId="16525B8C" w:rsidR="001C0DB1" w:rsidRPr="00635EE6" w:rsidRDefault="001C0DB1" w:rsidP="0000308C">
      <w:pPr>
        <w:pStyle w:val="SingleTxtG"/>
        <w:widowControl w:val="0"/>
      </w:pPr>
      <w:r w:rsidRPr="00635EE6">
        <w:t>5</w:t>
      </w:r>
      <w:r w:rsidR="00D96B3C">
        <w:t>9</w:t>
      </w:r>
      <w:r w:rsidRPr="00635EE6">
        <w:t>.</w:t>
      </w:r>
      <w:r w:rsidRPr="00635EE6">
        <w:tab/>
        <w:t>The expert from OICA, secretary of the GRSG Task Force on Forward Vision Assistance (TF-FVA) introduced GRSG with to the proceedings of the Kick-off Meeting of the TF-FVA (GRSG-119-33), which took place in September 2020</w:t>
      </w:r>
      <w:r w:rsidR="00085302">
        <w:t xml:space="preserve"> and</w:t>
      </w:r>
      <w:r w:rsidRPr="00635EE6">
        <w:t xml:space="preserve"> was chaired by the expert from the Netherlands. He invited interested delegates to contact him if they would like to take part in the activities of the TF-FVA.</w:t>
      </w:r>
    </w:p>
    <w:p w14:paraId="5A741EC3" w14:textId="68515C03" w:rsidR="00093946" w:rsidRPr="00635EE6" w:rsidRDefault="007477FE" w:rsidP="00093946">
      <w:pPr>
        <w:widowControl w:val="0"/>
        <w:tabs>
          <w:tab w:val="right" w:pos="851"/>
        </w:tabs>
        <w:spacing w:before="360" w:after="240" w:line="300" w:lineRule="exact"/>
        <w:ind w:left="1134" w:right="1134" w:hanging="1134"/>
        <w:rPr>
          <w:b/>
          <w:sz w:val="28"/>
        </w:rPr>
      </w:pPr>
      <w:r w:rsidRPr="00635EE6">
        <w:rPr>
          <w:b/>
          <w:sz w:val="28"/>
        </w:rPr>
        <w:tab/>
      </w:r>
      <w:r w:rsidR="00F21BD7" w:rsidRPr="00635EE6">
        <w:rPr>
          <w:b/>
          <w:sz w:val="28"/>
        </w:rPr>
        <w:t>XI</w:t>
      </w:r>
      <w:r w:rsidR="00A542DF" w:rsidRPr="00635EE6">
        <w:rPr>
          <w:b/>
          <w:sz w:val="28"/>
        </w:rPr>
        <w:t>I</w:t>
      </w:r>
      <w:r w:rsidR="00677190" w:rsidRPr="00635EE6">
        <w:rPr>
          <w:b/>
          <w:sz w:val="28"/>
        </w:rPr>
        <w:t>.</w:t>
      </w:r>
      <w:r w:rsidR="00541AA2" w:rsidRPr="00635EE6">
        <w:rPr>
          <w:b/>
          <w:sz w:val="28"/>
        </w:rPr>
        <w:tab/>
      </w:r>
      <w:r w:rsidR="00093946" w:rsidRPr="00635EE6">
        <w:rPr>
          <w:b/>
          <w:sz w:val="28"/>
        </w:rPr>
        <w:t>UN Regulation No. 0 (International Whole Vehicle Type Approval) (agenda item 1</w:t>
      </w:r>
      <w:r w:rsidR="00EC7A29" w:rsidRPr="00635EE6">
        <w:rPr>
          <w:b/>
          <w:sz w:val="28"/>
        </w:rPr>
        <w:t>1</w:t>
      </w:r>
      <w:r w:rsidR="00093946" w:rsidRPr="00635EE6">
        <w:rPr>
          <w:b/>
          <w:sz w:val="28"/>
        </w:rPr>
        <w:t>)</w:t>
      </w:r>
    </w:p>
    <w:p w14:paraId="3CB2AC4C" w14:textId="0A634038" w:rsidR="00093946" w:rsidRPr="00635EE6" w:rsidRDefault="00D96B3C" w:rsidP="00093946">
      <w:pPr>
        <w:pStyle w:val="SingleTxtG"/>
        <w:rPr>
          <w:szCs w:val="24"/>
        </w:rPr>
      </w:pPr>
      <w:r>
        <w:t>60</w:t>
      </w:r>
      <w:r w:rsidR="00093946" w:rsidRPr="00635EE6">
        <w:t>.</w:t>
      </w:r>
      <w:r w:rsidR="00093946" w:rsidRPr="00635EE6">
        <w:tab/>
        <w:t xml:space="preserve">GRSG agreed to postpone deliberations under this agenda item to its </w:t>
      </w:r>
      <w:r w:rsidR="00085302">
        <w:t>April 2021</w:t>
      </w:r>
      <w:r w:rsidR="00093946" w:rsidRPr="00635EE6">
        <w:t xml:space="preserve"> session.</w:t>
      </w:r>
    </w:p>
    <w:p w14:paraId="7C6106FD" w14:textId="37FAB9D4" w:rsidR="00093946" w:rsidRPr="00635EE6" w:rsidRDefault="00093946" w:rsidP="00093946">
      <w:pPr>
        <w:widowControl w:val="0"/>
        <w:tabs>
          <w:tab w:val="right" w:pos="851"/>
        </w:tabs>
        <w:spacing w:before="360" w:after="240" w:line="300" w:lineRule="exact"/>
        <w:ind w:left="1134" w:right="1134" w:hanging="1134"/>
        <w:rPr>
          <w:b/>
          <w:sz w:val="28"/>
        </w:rPr>
      </w:pPr>
      <w:r w:rsidRPr="00635EE6">
        <w:rPr>
          <w:b/>
          <w:sz w:val="28"/>
        </w:rPr>
        <w:tab/>
        <w:t>X</w:t>
      </w:r>
      <w:r w:rsidR="00EC7A29" w:rsidRPr="00635EE6">
        <w:rPr>
          <w:b/>
          <w:sz w:val="28"/>
        </w:rPr>
        <w:t>III</w:t>
      </w:r>
      <w:r w:rsidRPr="00635EE6">
        <w:rPr>
          <w:b/>
          <w:sz w:val="28"/>
        </w:rPr>
        <w:t>.</w:t>
      </w:r>
      <w:r w:rsidRPr="00635EE6">
        <w:rPr>
          <w:b/>
          <w:sz w:val="28"/>
        </w:rPr>
        <w:tab/>
        <w:t>Consolidated Resolution on the construction of vehicles (R.E.3) (agenda item 1</w:t>
      </w:r>
      <w:r w:rsidR="00EC7A29" w:rsidRPr="00635EE6">
        <w:rPr>
          <w:b/>
          <w:sz w:val="28"/>
        </w:rPr>
        <w:t>2</w:t>
      </w:r>
      <w:r w:rsidRPr="00635EE6">
        <w:rPr>
          <w:b/>
          <w:sz w:val="28"/>
        </w:rPr>
        <w:t>)</w:t>
      </w:r>
    </w:p>
    <w:p w14:paraId="57F92A3E" w14:textId="706BE65E" w:rsidR="00093946" w:rsidRPr="0005549C" w:rsidRDefault="00093946" w:rsidP="00093946">
      <w:pPr>
        <w:widowControl w:val="0"/>
        <w:spacing w:after="120"/>
        <w:ind w:left="2829" w:right="1134" w:hanging="1695"/>
        <w:rPr>
          <w:lang w:val="fr-CH"/>
        </w:rPr>
      </w:pPr>
      <w:r w:rsidRPr="0005549C">
        <w:rPr>
          <w:i/>
          <w:lang w:val="fr-CH"/>
        </w:rPr>
        <w:t>Documentation</w:t>
      </w:r>
      <w:r w:rsidRPr="0005549C">
        <w:rPr>
          <w:lang w:val="fr-CH"/>
        </w:rPr>
        <w:t>:</w:t>
      </w:r>
      <w:r w:rsidRPr="0005549C">
        <w:rPr>
          <w:lang w:val="fr-CH"/>
        </w:rPr>
        <w:tab/>
        <w:t>ECE/TRANS/WP.29/GRSG/2020/14</w:t>
      </w:r>
      <w:r w:rsidR="00EC7A29" w:rsidRPr="0005549C">
        <w:rPr>
          <w:lang w:val="fr-CH"/>
        </w:rPr>
        <w:br/>
        <w:t>ECE/TRANS/WP.29/GRSG/2020/33</w:t>
      </w:r>
      <w:r w:rsidRPr="0005549C">
        <w:rPr>
          <w:lang w:val="fr-CH"/>
        </w:rPr>
        <w:br/>
      </w:r>
      <w:r w:rsidRPr="0005549C">
        <w:rPr>
          <w:lang w:val="fr-CH"/>
        </w:rPr>
        <w:lastRenderedPageBreak/>
        <w:t>Informal document: GRSG-</w:t>
      </w:r>
      <w:r w:rsidR="00EC7A29" w:rsidRPr="0005549C">
        <w:rPr>
          <w:lang w:val="fr-CH"/>
        </w:rPr>
        <w:t>119-24</w:t>
      </w:r>
    </w:p>
    <w:p w14:paraId="0F1C2CEB" w14:textId="42333C0A" w:rsidR="004F2CE6" w:rsidRPr="00635EE6" w:rsidRDefault="007F2C0D" w:rsidP="00081701">
      <w:pPr>
        <w:widowControl w:val="0"/>
        <w:spacing w:after="120"/>
        <w:ind w:left="1134" w:right="1134"/>
        <w:jc w:val="both"/>
      </w:pPr>
      <w:bookmarkStart w:id="5" w:name="_Hlk23869420"/>
      <w:r w:rsidRPr="00635EE6">
        <w:t>6</w:t>
      </w:r>
      <w:r w:rsidR="00D96B3C">
        <w:t>1</w:t>
      </w:r>
      <w:r w:rsidR="004F2CE6" w:rsidRPr="00635EE6">
        <w:t>.</w:t>
      </w:r>
      <w:r w:rsidR="004F2CE6" w:rsidRPr="00635EE6">
        <w:tab/>
        <w:t xml:space="preserve">The expert from OICA introduced GRSG-119-24, amending the proposal for amendments to the </w:t>
      </w:r>
      <w:r w:rsidR="00081701" w:rsidRPr="00635EE6">
        <w:t>Consolidated Resolution on the Construction of Vehicles (</w:t>
      </w:r>
      <w:r w:rsidR="004F2CE6" w:rsidRPr="00635EE6">
        <w:t>R.E.3</w:t>
      </w:r>
      <w:r w:rsidR="00081701" w:rsidRPr="00635EE6">
        <w:t>)</w:t>
      </w:r>
      <w:r w:rsidR="004F2CE6" w:rsidRPr="00635EE6">
        <w:t xml:space="preserve"> (ECE/TRANS/WP.29/GRSG/2020/14).</w:t>
      </w:r>
    </w:p>
    <w:p w14:paraId="4238C2DA" w14:textId="1FA1A0B2" w:rsidR="002A3DAE" w:rsidRPr="00635EE6" w:rsidRDefault="007F2C0D" w:rsidP="002A3DAE">
      <w:pPr>
        <w:widowControl w:val="0"/>
        <w:spacing w:after="120"/>
        <w:ind w:left="1134" w:right="1134"/>
        <w:jc w:val="both"/>
      </w:pPr>
      <w:r w:rsidRPr="00635EE6">
        <w:t>6</w:t>
      </w:r>
      <w:r w:rsidR="00D96B3C">
        <w:t>2</w:t>
      </w:r>
      <w:r w:rsidR="004F2CE6" w:rsidRPr="00635EE6">
        <w:t>.</w:t>
      </w:r>
      <w:r w:rsidR="004F2CE6" w:rsidRPr="00635EE6">
        <w:tab/>
        <w:t>The expert from CLEPA supported the proposal of OICA to delete paragraph 1.17</w:t>
      </w:r>
      <w:r w:rsidR="002A3DAE" w:rsidRPr="00635EE6">
        <w:t xml:space="preserve"> and the experts from Japan, Germany and the Netherlands supported the proposal of OICA to delete paragraph 2.10 proposed in ECE/TRANS/WP.29/GRSG/2020/14.</w:t>
      </w:r>
    </w:p>
    <w:p w14:paraId="03A4E24C" w14:textId="5B5E82F6" w:rsidR="004F2CE6" w:rsidRPr="00635EE6" w:rsidRDefault="007F2C0D" w:rsidP="004F2CE6">
      <w:pPr>
        <w:widowControl w:val="0"/>
        <w:spacing w:after="120"/>
        <w:ind w:left="1134" w:right="1134"/>
        <w:jc w:val="both"/>
      </w:pPr>
      <w:r w:rsidRPr="00635EE6">
        <w:t>6</w:t>
      </w:r>
      <w:r w:rsidR="00D96B3C">
        <w:t>3</w:t>
      </w:r>
      <w:r w:rsidR="004F2CE6" w:rsidRPr="00635EE6">
        <w:t>.</w:t>
      </w:r>
      <w:r w:rsidR="004F2CE6" w:rsidRPr="00635EE6">
        <w:tab/>
        <w:t xml:space="preserve">GRSG decided to defer considerations related to amendments to R.E.3 </w:t>
      </w:r>
      <w:r w:rsidR="00081701" w:rsidRPr="00635EE6">
        <w:t>to its April 2021 session</w:t>
      </w:r>
      <w:r w:rsidR="00085302">
        <w:t>. Towards that end, the secretariat was requested to</w:t>
      </w:r>
      <w:r w:rsidR="002734AB" w:rsidRPr="00635EE6">
        <w:t xml:space="preserve"> prepare</w:t>
      </w:r>
      <w:r w:rsidR="00085302">
        <w:t xml:space="preserve"> a</w:t>
      </w:r>
      <w:r w:rsidR="002734AB" w:rsidRPr="00635EE6">
        <w:t xml:space="preserve"> revised and consolidated version, </w:t>
      </w:r>
      <w:r w:rsidR="004F2CE6" w:rsidRPr="00635EE6">
        <w:t>based on revised and supplemented texts of document ECE/TRANS/WP.29/GRSG/2020/14, as amended by GRSG-119-24,</w:t>
      </w:r>
      <w:r w:rsidR="002A3DAE" w:rsidRPr="00635EE6">
        <w:t xml:space="preserve"> and </w:t>
      </w:r>
      <w:r w:rsidR="00081701" w:rsidRPr="00635EE6">
        <w:t>in alignment with the</w:t>
      </w:r>
      <w:r w:rsidR="002A3DAE" w:rsidRPr="00635EE6">
        <w:t xml:space="preserve"> amendments to R.E.3 adopted by WP.29 at its June 2020 session</w:t>
      </w:r>
      <w:r w:rsidR="00085302">
        <w:t>, for consideration at the April 2021 session of GRSG</w:t>
      </w:r>
      <w:r w:rsidR="004F2CE6" w:rsidRPr="00635EE6">
        <w:t>.</w:t>
      </w:r>
    </w:p>
    <w:p w14:paraId="6B062699" w14:textId="61A9CB53" w:rsidR="004F2CE6" w:rsidRPr="00635EE6" w:rsidRDefault="007F2C0D" w:rsidP="004F2CE6">
      <w:pPr>
        <w:widowControl w:val="0"/>
        <w:spacing w:after="120"/>
        <w:ind w:left="1134" w:right="1134"/>
        <w:jc w:val="both"/>
        <w:rPr>
          <w:highlight w:val="yellow"/>
        </w:rPr>
      </w:pPr>
      <w:r w:rsidRPr="00635EE6">
        <w:t>6</w:t>
      </w:r>
      <w:r w:rsidR="00D96B3C">
        <w:t>4</w:t>
      </w:r>
      <w:r w:rsidR="004F2CE6" w:rsidRPr="00635EE6">
        <w:t>.</w:t>
      </w:r>
      <w:r w:rsidR="004F2CE6" w:rsidRPr="00635EE6">
        <w:tab/>
        <w:t xml:space="preserve">The expert from IMMA introduced document ECE/TRANS/WP.29/GRSG/2020/33, </w:t>
      </w:r>
      <w:r w:rsidR="00085302">
        <w:t>containing a</w:t>
      </w:r>
      <w:r w:rsidR="004F2CE6" w:rsidRPr="00635EE6">
        <w:t xml:space="preserve"> proposal for amendments R.E.3, with the objective to differentiate bodied quadricycles from the wide variety of vehicles of Category L7 covered by the definition in paragraph 2.1.7. of R.E.3, in view of enhancing the passive safety of bodied heavy quadricycles for the transport of passengers.</w:t>
      </w:r>
    </w:p>
    <w:p w14:paraId="556C2D7B" w14:textId="35C90305" w:rsidR="003E07F8" w:rsidRPr="00635EE6" w:rsidRDefault="007F2C0D" w:rsidP="00B41FA9">
      <w:pPr>
        <w:widowControl w:val="0"/>
        <w:spacing w:after="120"/>
        <w:ind w:left="1134" w:right="1134"/>
        <w:jc w:val="both"/>
      </w:pPr>
      <w:r w:rsidRPr="00635EE6">
        <w:t>6</w:t>
      </w:r>
      <w:r w:rsidR="00D96B3C">
        <w:t>5</w:t>
      </w:r>
      <w:r w:rsidR="003E07F8" w:rsidRPr="00635EE6">
        <w:t>.</w:t>
      </w:r>
      <w:r w:rsidR="003E07F8" w:rsidRPr="00635EE6">
        <w:tab/>
        <w:t xml:space="preserve">The expert from the Republic of Korea welcomed the proposal from IMMA and expressed support for the L7 vehicle category specification, and </w:t>
      </w:r>
      <w:r w:rsidR="00085302">
        <w:t xml:space="preserve">the </w:t>
      </w:r>
      <w:r w:rsidR="003E07F8" w:rsidRPr="00635EE6">
        <w:t xml:space="preserve">safety requirements </w:t>
      </w:r>
      <w:r w:rsidR="00E256CB" w:rsidRPr="00635EE6">
        <w:t>stepwise</w:t>
      </w:r>
      <w:r w:rsidR="003E07F8" w:rsidRPr="00635EE6">
        <w:t xml:space="preserve"> approach, as proposed. The expert expressed concerns </w:t>
      </w:r>
      <w:r w:rsidR="00E256CB" w:rsidRPr="00635EE6">
        <w:t>regarding the dimension criteria of L7 vehicle category. He recalled that, according to UN Regulations, category M</w:t>
      </w:r>
      <w:r w:rsidR="00E256CB" w:rsidRPr="00085302">
        <w:rPr>
          <w:vertAlign w:val="subscript"/>
        </w:rPr>
        <w:t>1</w:t>
      </w:r>
      <w:r w:rsidR="00E256CB" w:rsidRPr="00635EE6">
        <w:t xml:space="preserve"> vehicles are defined as vehicles used for the carriage of passengers, comprising not more than eight seats in addition to the driver’s seat, and regardless of length, width and height. The expert explained that in the Republic of Korea, passenger vehicles are classified as small, medium and large size vehicles, according to the engine displacements, length, width and height. Additionally, he continued, L7 vehicle weight and battery weight, and power rates</w:t>
      </w:r>
      <w:r w:rsidR="00085302">
        <w:t>,</w:t>
      </w:r>
      <w:r w:rsidR="00E256CB" w:rsidRPr="00635EE6">
        <w:t xml:space="preserve"> are also </w:t>
      </w:r>
      <w:r w:rsidR="003A5B1A" w:rsidRPr="00635EE6">
        <w:t>relevant</w:t>
      </w:r>
      <w:r w:rsidR="00E256CB" w:rsidRPr="00635EE6">
        <w:t xml:space="preserve"> </w:t>
      </w:r>
      <w:r w:rsidR="003A5B1A" w:rsidRPr="00635EE6">
        <w:t>for</w:t>
      </w:r>
      <w:r w:rsidR="00E256CB" w:rsidRPr="00635EE6">
        <w:t xml:space="preserve"> vehicle classification in the Republic of Korea. Therefore, in some cases, the L7 vehicle dimensions</w:t>
      </w:r>
      <w:r w:rsidR="003A5B1A" w:rsidRPr="00635EE6">
        <w:t xml:space="preserve"> as proposed in the draft amendments to R.E.3</w:t>
      </w:r>
      <w:r w:rsidR="00E256CB" w:rsidRPr="00635EE6">
        <w:t xml:space="preserve">, </w:t>
      </w:r>
      <w:r w:rsidR="00D52707" w:rsidRPr="00635EE6">
        <w:t>as a result of which</w:t>
      </w:r>
      <w:r w:rsidR="00E256CB" w:rsidRPr="00635EE6">
        <w:t xml:space="preserve"> motorcycles may be larger than small size passenger motor vehicles, may cause confusion in terms of classification</w:t>
      </w:r>
      <w:r w:rsidR="003A5B1A" w:rsidRPr="00635EE6">
        <w:t>s as defined in the Republic of Korea</w:t>
      </w:r>
      <w:r w:rsidR="00D52707" w:rsidRPr="00635EE6">
        <w:t xml:space="preserve">. He explained that existing regulations on the classification of vehicles in the Republic of Korea are referenced in numerous laws and </w:t>
      </w:r>
      <w:r w:rsidR="003A5B1A" w:rsidRPr="00635EE6">
        <w:t>that their amending would have complex implications</w:t>
      </w:r>
      <w:r w:rsidR="00D52707" w:rsidRPr="00635EE6">
        <w:t>. He concluded by emphasizing that the Republic of Korea does not oppose the proposal from IMMA, but that implementing the specification of L7 vehicle category, as proposed in ECE/TRANS/WP.29/GRSG/2020/33, would be difficult in the market of the Republic of Korea.</w:t>
      </w:r>
    </w:p>
    <w:p w14:paraId="46F8AF0B" w14:textId="50DA2598" w:rsidR="003A5B1A" w:rsidRPr="00635EE6" w:rsidRDefault="007F2C0D" w:rsidP="00B41FA9">
      <w:pPr>
        <w:widowControl w:val="0"/>
        <w:spacing w:after="120"/>
        <w:ind w:left="1134" w:right="1134"/>
        <w:jc w:val="both"/>
      </w:pPr>
      <w:r w:rsidRPr="00635EE6">
        <w:t>6</w:t>
      </w:r>
      <w:r w:rsidR="00D96B3C">
        <w:t>6</w:t>
      </w:r>
      <w:r w:rsidR="003A5B1A" w:rsidRPr="00635EE6">
        <w:t>.</w:t>
      </w:r>
      <w:r w:rsidR="003A5B1A" w:rsidRPr="00635EE6">
        <w:tab/>
        <w:t xml:space="preserve">The expert from Japan also expressed concern regarding the content of the proposal for amendments to R.E.3, in particular with regard to </w:t>
      </w:r>
      <w:r w:rsidRPr="00635EE6">
        <w:t xml:space="preserve">the proposed </w:t>
      </w:r>
      <w:r w:rsidR="003A5B1A" w:rsidRPr="00635EE6">
        <w:t xml:space="preserve">maximum speed of </w:t>
      </w:r>
      <w:r w:rsidRPr="00635EE6">
        <w:t>category L7 vehicles with an enclosed driving and passenger compartment accessible via maximum three sides, as it exceeded the maximum speed defined in several countries</w:t>
      </w:r>
      <w:r w:rsidR="00085302">
        <w:t>’</w:t>
      </w:r>
      <w:r w:rsidRPr="00635EE6">
        <w:t xml:space="preserve"> national legislations.</w:t>
      </w:r>
    </w:p>
    <w:p w14:paraId="2CE61DA5" w14:textId="64845ADC" w:rsidR="003A5B1A" w:rsidRPr="00635EE6" w:rsidRDefault="007F2C0D" w:rsidP="00B41FA9">
      <w:pPr>
        <w:widowControl w:val="0"/>
        <w:spacing w:after="120"/>
        <w:ind w:left="1134" w:right="1134"/>
        <w:jc w:val="both"/>
      </w:pPr>
      <w:r w:rsidRPr="00635EE6">
        <w:t>6</w:t>
      </w:r>
      <w:r w:rsidR="00D96B3C">
        <w:t>7</w:t>
      </w:r>
      <w:r w:rsidR="003A5B1A" w:rsidRPr="00635EE6">
        <w:t>.</w:t>
      </w:r>
      <w:r w:rsidR="003A5B1A" w:rsidRPr="00635EE6">
        <w:tab/>
        <w:t>The expert from IMMA emphasized that the proposal contained in ECE/TRANS/WP.29/GRSG/2020/33 relates to the defining a specific group within the existing definition of L7, stating that the definition of L7 itself is not modified in the proposal.</w:t>
      </w:r>
      <w:r w:rsidRPr="00635EE6">
        <w:t xml:space="preserve"> He stated that the proposal for dimensions and maximum speed was seen as an overarching framework, without intention to modify national and regional classification criteria, but rather to facilitate such requirements at regional level.</w:t>
      </w:r>
    </w:p>
    <w:p w14:paraId="30D1DCA9" w14:textId="14A3EE4D" w:rsidR="003A5B1A" w:rsidRPr="00635EE6" w:rsidRDefault="007F2C0D" w:rsidP="007F2C0D">
      <w:pPr>
        <w:widowControl w:val="0"/>
        <w:spacing w:after="120"/>
        <w:ind w:left="1134" w:right="1134"/>
        <w:jc w:val="both"/>
      </w:pPr>
      <w:r w:rsidRPr="00635EE6">
        <w:t>6</w:t>
      </w:r>
      <w:r w:rsidR="00D96B3C">
        <w:t>8</w:t>
      </w:r>
      <w:r w:rsidR="00B41FA9" w:rsidRPr="00635EE6">
        <w:t>.</w:t>
      </w:r>
      <w:r w:rsidR="00B41FA9" w:rsidRPr="00635EE6">
        <w:tab/>
      </w:r>
      <w:r w:rsidR="00E44F30" w:rsidRPr="00635EE6">
        <w:t xml:space="preserve">Based on the requests from Japan and the Republic of Korea, </w:t>
      </w:r>
      <w:r w:rsidR="00B41FA9" w:rsidRPr="00635EE6">
        <w:t>GRSG decided to continue consideration of ECE/TRANS/WP.29/GRSG/2020/33, on amendments to the Consolidated Resolution on the Construction of Vehicles (R.E.3), at its April 2021 session</w:t>
      </w:r>
      <w:r w:rsidR="00E44F30" w:rsidRPr="00635EE6">
        <w:t>, and invited delegations to clarify their positions on this matter</w:t>
      </w:r>
      <w:r w:rsidR="00B41FA9" w:rsidRPr="00635EE6">
        <w:t>.</w:t>
      </w:r>
    </w:p>
    <w:bookmarkEnd w:id="5"/>
    <w:p w14:paraId="1E7AEEDE" w14:textId="2A0696F1" w:rsidR="00933881" w:rsidRPr="00635EE6" w:rsidRDefault="009A501A" w:rsidP="00933881">
      <w:pPr>
        <w:keepNext/>
        <w:keepLines/>
        <w:tabs>
          <w:tab w:val="right" w:pos="851"/>
        </w:tabs>
        <w:spacing w:before="360" w:after="240" w:line="300" w:lineRule="exact"/>
        <w:ind w:left="1134" w:right="1134" w:hanging="1134"/>
        <w:rPr>
          <w:b/>
          <w:sz w:val="28"/>
        </w:rPr>
      </w:pPr>
      <w:r>
        <w:rPr>
          <w:b/>
          <w:sz w:val="28"/>
        </w:rPr>
        <w:lastRenderedPageBreak/>
        <w:tab/>
      </w:r>
      <w:r w:rsidR="00D87189" w:rsidRPr="00635EE6">
        <w:rPr>
          <w:b/>
          <w:sz w:val="28"/>
        </w:rPr>
        <w:t>X</w:t>
      </w:r>
      <w:r w:rsidR="00EC7A29" w:rsidRPr="00635EE6">
        <w:rPr>
          <w:b/>
          <w:sz w:val="28"/>
        </w:rPr>
        <w:t>I</w:t>
      </w:r>
      <w:r w:rsidR="00093946" w:rsidRPr="00635EE6">
        <w:rPr>
          <w:b/>
          <w:sz w:val="28"/>
        </w:rPr>
        <w:t>V</w:t>
      </w:r>
      <w:r w:rsidR="00933881" w:rsidRPr="00635EE6">
        <w:rPr>
          <w:b/>
          <w:sz w:val="28"/>
        </w:rPr>
        <w:t>.</w:t>
      </w:r>
      <w:r w:rsidR="00933881" w:rsidRPr="00635EE6">
        <w:rPr>
          <w:b/>
          <w:sz w:val="28"/>
        </w:rPr>
        <w:tab/>
      </w:r>
      <w:r w:rsidR="00933881" w:rsidRPr="00635EE6">
        <w:rPr>
          <w:b/>
          <w:sz w:val="28"/>
        </w:rPr>
        <w:tab/>
        <w:t xml:space="preserve">Event </w:t>
      </w:r>
      <w:r w:rsidR="007B0EF3" w:rsidRPr="00635EE6">
        <w:rPr>
          <w:b/>
          <w:sz w:val="28"/>
        </w:rPr>
        <w:t>D</w:t>
      </w:r>
      <w:r w:rsidR="00933881" w:rsidRPr="00635EE6">
        <w:rPr>
          <w:b/>
          <w:sz w:val="28"/>
        </w:rPr>
        <w:t xml:space="preserve">ata </w:t>
      </w:r>
      <w:r w:rsidR="007B0EF3" w:rsidRPr="00635EE6">
        <w:rPr>
          <w:b/>
          <w:sz w:val="28"/>
        </w:rPr>
        <w:t>R</w:t>
      </w:r>
      <w:r w:rsidR="00933881" w:rsidRPr="00635EE6">
        <w:rPr>
          <w:b/>
          <w:sz w:val="28"/>
        </w:rPr>
        <w:t xml:space="preserve">ecorder (agenda item </w:t>
      </w:r>
      <w:r w:rsidR="00093946" w:rsidRPr="00635EE6">
        <w:rPr>
          <w:b/>
          <w:sz w:val="28"/>
        </w:rPr>
        <w:t>1</w:t>
      </w:r>
      <w:r w:rsidR="00EC7A29" w:rsidRPr="00635EE6">
        <w:rPr>
          <w:b/>
          <w:sz w:val="28"/>
        </w:rPr>
        <w:t>3</w:t>
      </w:r>
      <w:r w:rsidR="00933881" w:rsidRPr="00635EE6">
        <w:rPr>
          <w:b/>
          <w:sz w:val="28"/>
        </w:rPr>
        <w:t>)</w:t>
      </w:r>
    </w:p>
    <w:p w14:paraId="6D2A8486" w14:textId="5B094773" w:rsidR="00933881" w:rsidRPr="00635EE6" w:rsidRDefault="00933881" w:rsidP="00933881">
      <w:pPr>
        <w:keepNext/>
        <w:keepLines/>
        <w:spacing w:after="120"/>
        <w:ind w:left="2829" w:right="1134" w:hanging="1695"/>
        <w:rPr>
          <w:i/>
        </w:rPr>
      </w:pPr>
      <w:r w:rsidRPr="00635EE6">
        <w:rPr>
          <w:i/>
        </w:rPr>
        <w:t>Documentation:</w:t>
      </w:r>
      <w:r w:rsidRPr="00635EE6">
        <w:rPr>
          <w:i/>
        </w:rPr>
        <w:tab/>
      </w:r>
      <w:r w:rsidR="00EC7A29" w:rsidRPr="00635EE6">
        <w:t>ECE/TRANS/WP.29/2020/100</w:t>
      </w:r>
      <w:r w:rsidR="00EC7A29" w:rsidRPr="00635EE6">
        <w:br/>
        <w:t>ECE/TRANS/WP.29/2020/123</w:t>
      </w:r>
      <w:r w:rsidR="00EC7A29" w:rsidRPr="00635EE6">
        <w:rPr>
          <w:i/>
        </w:rPr>
        <w:br/>
      </w:r>
      <w:r w:rsidR="00D87189" w:rsidRPr="00635EE6">
        <w:t>Informal document</w:t>
      </w:r>
      <w:r w:rsidR="007B0EF3" w:rsidRPr="00635EE6">
        <w:t>s</w:t>
      </w:r>
      <w:r w:rsidR="00093946" w:rsidRPr="00635EE6">
        <w:t>:</w:t>
      </w:r>
      <w:r w:rsidR="00D87189" w:rsidRPr="00635EE6">
        <w:t xml:space="preserve"> GRSG-11</w:t>
      </w:r>
      <w:r w:rsidR="00EC7A29" w:rsidRPr="00635EE6">
        <w:t>9</w:t>
      </w:r>
      <w:r w:rsidR="00D87189" w:rsidRPr="00635EE6">
        <w:t>-</w:t>
      </w:r>
      <w:r w:rsidR="00EC7A29" w:rsidRPr="00635EE6">
        <w:t>0</w:t>
      </w:r>
      <w:r w:rsidR="00093946" w:rsidRPr="00635EE6">
        <w:t>2</w:t>
      </w:r>
      <w:r w:rsidR="00EC7A29" w:rsidRPr="00635EE6">
        <w:t xml:space="preserve"> and Rev 1.</w:t>
      </w:r>
      <w:r w:rsidR="00D87189" w:rsidRPr="00635EE6">
        <w:t>, GRSG-</w:t>
      </w:r>
      <w:r w:rsidR="00EC7A29" w:rsidRPr="00635EE6">
        <w:t>119-03 and Rev.1</w:t>
      </w:r>
      <w:r w:rsidR="00093946" w:rsidRPr="00635EE6">
        <w:t>, GRSG-11</w:t>
      </w:r>
      <w:r w:rsidR="00EC7A29" w:rsidRPr="00635EE6">
        <w:t xml:space="preserve">9-07 </w:t>
      </w:r>
      <w:r w:rsidR="00D87189" w:rsidRPr="00635EE6">
        <w:t>and GRSG-11</w:t>
      </w:r>
      <w:r w:rsidR="00EC7A29" w:rsidRPr="00635EE6">
        <w:t>9-27</w:t>
      </w:r>
    </w:p>
    <w:p w14:paraId="75905161" w14:textId="5BFB36B4" w:rsidR="001F49C7" w:rsidRPr="00635EE6" w:rsidRDefault="007F2C0D" w:rsidP="004D2574">
      <w:pPr>
        <w:spacing w:after="120"/>
        <w:ind w:left="1134" w:right="1134"/>
        <w:jc w:val="both"/>
        <w:rPr>
          <w:highlight w:val="yellow"/>
        </w:rPr>
      </w:pPr>
      <w:r w:rsidRPr="00635EE6">
        <w:t>6</w:t>
      </w:r>
      <w:r w:rsidR="00D96B3C">
        <w:t>9</w:t>
      </w:r>
      <w:r w:rsidR="00933881" w:rsidRPr="00635EE6">
        <w:t>.</w:t>
      </w:r>
      <w:r w:rsidR="00933881" w:rsidRPr="00635EE6">
        <w:tab/>
      </w:r>
      <w:r w:rsidR="00F03914" w:rsidRPr="00635EE6">
        <w:t xml:space="preserve">The expert from Netherlands, </w:t>
      </w:r>
      <w:r w:rsidR="001B4FBF" w:rsidRPr="00635EE6">
        <w:t>C</w:t>
      </w:r>
      <w:r w:rsidR="00F03914" w:rsidRPr="00635EE6">
        <w:t>o-</w:t>
      </w:r>
      <w:r w:rsidR="001B4FBF" w:rsidRPr="00635EE6">
        <w:t>C</w:t>
      </w:r>
      <w:r w:rsidR="00F03914" w:rsidRPr="00635EE6">
        <w:t xml:space="preserve">hair of </w:t>
      </w:r>
      <w:r w:rsidR="001266AF" w:rsidRPr="00635EE6">
        <w:t>IWG</w:t>
      </w:r>
      <w:r w:rsidR="00F03914" w:rsidRPr="00635EE6">
        <w:t xml:space="preserve"> on Event Data Recorder (EDR</w:t>
      </w:r>
      <w:r w:rsidR="007B0EF3" w:rsidRPr="00635EE6">
        <w:t>)</w:t>
      </w:r>
      <w:r w:rsidR="00F03914" w:rsidRPr="00635EE6">
        <w:t xml:space="preserve"> / Data Storage Systems for Automated Driving (DSSAD) introduced GRSG-11</w:t>
      </w:r>
      <w:r w:rsidR="004C155C" w:rsidRPr="00635EE6">
        <w:t>9</w:t>
      </w:r>
      <w:r w:rsidR="00F03914" w:rsidRPr="00635EE6">
        <w:t>-</w:t>
      </w:r>
      <w:r w:rsidR="004C155C" w:rsidRPr="00635EE6">
        <w:t>27</w:t>
      </w:r>
      <w:r w:rsidR="00F03914" w:rsidRPr="00635EE6">
        <w:t xml:space="preserve"> containing a status report of the activities of </w:t>
      </w:r>
      <w:r w:rsidR="001266AF" w:rsidRPr="00635EE6">
        <w:t>IWG</w:t>
      </w:r>
      <w:r w:rsidR="00F03914" w:rsidRPr="00635EE6">
        <w:t>.</w:t>
      </w:r>
      <w:r w:rsidR="0044034F" w:rsidRPr="00635EE6">
        <w:t xml:space="preserve"> He reported on activities between July and September 2020, which included two sessions of the IWG on EDR/DSSAD, three session of the Sub-Group on EDR, and eight sessions of Task-Forces on definitions, ‘overwriting’ specifications</w:t>
      </w:r>
      <w:r w:rsidR="00A829E5">
        <w:t xml:space="preserve"> and</w:t>
      </w:r>
      <w:r w:rsidR="0044034F" w:rsidRPr="00635EE6">
        <w:t xml:space="preserve"> data elements, as well as the progress achieved.</w:t>
      </w:r>
    </w:p>
    <w:p w14:paraId="305602FC" w14:textId="66C49374" w:rsidR="004C155C" w:rsidRPr="00635EE6" w:rsidRDefault="00D96B3C" w:rsidP="004C155C">
      <w:pPr>
        <w:spacing w:after="120"/>
        <w:ind w:left="1134" w:right="1134"/>
        <w:jc w:val="both"/>
        <w:rPr>
          <w:szCs w:val="24"/>
        </w:rPr>
      </w:pPr>
      <w:r>
        <w:rPr>
          <w:szCs w:val="24"/>
        </w:rPr>
        <w:t>70</w:t>
      </w:r>
      <w:r w:rsidR="004C155C" w:rsidRPr="00635EE6">
        <w:rPr>
          <w:szCs w:val="24"/>
        </w:rPr>
        <w:t>.</w:t>
      </w:r>
      <w:r w:rsidR="004C155C" w:rsidRPr="00635EE6">
        <w:rPr>
          <w:szCs w:val="24"/>
        </w:rPr>
        <w:tab/>
      </w:r>
      <w:r w:rsidR="004C155C" w:rsidRPr="00635EE6">
        <w:t>GRSG recommended the IWG on EDR/DSSAD to request the extension of its mandate at the WP.29 November 2020 session.</w:t>
      </w:r>
    </w:p>
    <w:p w14:paraId="0E1F80B0" w14:textId="7066A200" w:rsidR="00B978A2" w:rsidRPr="00635EE6" w:rsidRDefault="007F2C0D" w:rsidP="00B978A2">
      <w:pPr>
        <w:spacing w:after="120"/>
        <w:ind w:left="1134" w:right="1134"/>
        <w:jc w:val="both"/>
        <w:rPr>
          <w:iCs/>
          <w:highlight w:val="yellow"/>
        </w:rPr>
      </w:pPr>
      <w:r w:rsidRPr="00635EE6">
        <w:t>7</w:t>
      </w:r>
      <w:r w:rsidR="00D96B3C">
        <w:t>1</w:t>
      </w:r>
      <w:r w:rsidR="0044034F" w:rsidRPr="00635EE6">
        <w:t>.</w:t>
      </w:r>
      <w:r w:rsidR="0044034F" w:rsidRPr="00635EE6">
        <w:tab/>
      </w:r>
      <w:r w:rsidR="00B978A2" w:rsidRPr="00635EE6">
        <w:t xml:space="preserve">Following detailed technical discussions, including comments from China, Netherlands, the United Kingdom of Great Britain and Northern Ireland, </w:t>
      </w:r>
      <w:r w:rsidR="009D695A" w:rsidRPr="00635EE6">
        <w:t xml:space="preserve">the European Commission, </w:t>
      </w:r>
      <w:r w:rsidR="00B978A2" w:rsidRPr="00635EE6">
        <w:t>AAPC and OICA, GRSG endorsed GRSG-119-02/Rev.1 and GRSG-119-03/Rev.1, and asked the IWG on EDR/DSSAD to continue in its activities with respect to further developing the content of those documents.</w:t>
      </w:r>
    </w:p>
    <w:p w14:paraId="1F3BC506" w14:textId="3CEF1D66" w:rsidR="0044034F" w:rsidRPr="00635EE6" w:rsidRDefault="00E44F30" w:rsidP="0044034F">
      <w:pPr>
        <w:spacing w:after="120"/>
        <w:ind w:left="1134" w:right="1134"/>
        <w:jc w:val="both"/>
      </w:pPr>
      <w:r w:rsidRPr="00635EE6">
        <w:t>7</w:t>
      </w:r>
      <w:r w:rsidR="00D96B3C">
        <w:t>2</w:t>
      </w:r>
      <w:r w:rsidR="00B978A2" w:rsidRPr="00635EE6">
        <w:t>.</w:t>
      </w:r>
      <w:r w:rsidR="00B978A2" w:rsidRPr="00635EE6">
        <w:tab/>
      </w:r>
      <w:r w:rsidR="0044034F" w:rsidRPr="00635EE6">
        <w:t>GRSG decided to hold an additional session in early January 2021, for the purpose of considering revised versions of documents GRSG-119-02/Rev.1 and GRSG-119-03/Rev.1, pending further consultations on the documents content within the IWG on EDR/DSSAS.</w:t>
      </w:r>
    </w:p>
    <w:p w14:paraId="01C0B8FD" w14:textId="255AD933" w:rsidR="00B978A2" w:rsidRPr="00635EE6" w:rsidRDefault="00E44F30" w:rsidP="00B978A2">
      <w:pPr>
        <w:spacing w:after="120"/>
        <w:ind w:left="1134" w:right="1134"/>
        <w:jc w:val="both"/>
        <w:rPr>
          <w:szCs w:val="24"/>
        </w:rPr>
      </w:pPr>
      <w:r w:rsidRPr="00635EE6">
        <w:rPr>
          <w:iCs/>
        </w:rPr>
        <w:t>7</w:t>
      </w:r>
      <w:r w:rsidR="00D96B3C">
        <w:rPr>
          <w:iCs/>
        </w:rPr>
        <w:t>3</w:t>
      </w:r>
      <w:r w:rsidR="00B978A2" w:rsidRPr="00635EE6">
        <w:rPr>
          <w:iCs/>
        </w:rPr>
        <w:t>.</w:t>
      </w:r>
      <w:r w:rsidR="00B978A2" w:rsidRPr="00635EE6">
        <w:rPr>
          <w:iCs/>
        </w:rPr>
        <w:tab/>
      </w:r>
      <w:r w:rsidR="00B978A2" w:rsidRPr="00635EE6">
        <w:rPr>
          <w:szCs w:val="24"/>
        </w:rPr>
        <w:t xml:space="preserve">GRSG agreed to request WP.29/AC.2 to recommended to WP.29/AC.1 </w:t>
      </w:r>
      <w:r w:rsidR="00A829E5">
        <w:rPr>
          <w:szCs w:val="24"/>
        </w:rPr>
        <w:t>a</w:t>
      </w:r>
      <w:r w:rsidR="00B978A2" w:rsidRPr="00635EE6">
        <w:rPr>
          <w:szCs w:val="24"/>
        </w:rPr>
        <w:t xml:space="preserve"> deferral of the scheduled consideration of document ECE/TRANS/WP.29/2020/100, Guidance on Event Data Recorder (EDR) Performance Elements Appropriate for Adoption in 1958 and 1998 Agreement Resolutions or Regulations, and document ECE/TRANS/WP.29/2020/123, a proposal for a new UN Regulation on Event Data Recorder, to its March 2021 session, in order to allow further consultations on the documents content.</w:t>
      </w:r>
    </w:p>
    <w:p w14:paraId="0A1C50F3" w14:textId="552ECF20" w:rsidR="007477FE" w:rsidRPr="00635EE6" w:rsidRDefault="007477FE" w:rsidP="002500AA">
      <w:pPr>
        <w:widowControl w:val="0"/>
        <w:tabs>
          <w:tab w:val="right" w:pos="851"/>
        </w:tabs>
        <w:spacing w:before="360" w:after="240" w:line="300" w:lineRule="exact"/>
        <w:ind w:left="1134" w:right="1134" w:hanging="1134"/>
        <w:rPr>
          <w:b/>
          <w:sz w:val="28"/>
        </w:rPr>
      </w:pPr>
      <w:r w:rsidRPr="00635EE6">
        <w:rPr>
          <w:b/>
          <w:sz w:val="28"/>
        </w:rPr>
        <w:tab/>
      </w:r>
      <w:r w:rsidR="00933881" w:rsidRPr="00635EE6">
        <w:rPr>
          <w:b/>
          <w:sz w:val="28"/>
        </w:rPr>
        <w:t>X</w:t>
      </w:r>
      <w:r w:rsidR="00093946" w:rsidRPr="00635EE6">
        <w:rPr>
          <w:b/>
          <w:sz w:val="28"/>
        </w:rPr>
        <w:t>V</w:t>
      </w:r>
      <w:r w:rsidRPr="00635EE6">
        <w:rPr>
          <w:b/>
          <w:sz w:val="28"/>
        </w:rPr>
        <w:t>.</w:t>
      </w:r>
      <w:r w:rsidRPr="00635EE6">
        <w:rPr>
          <w:b/>
          <w:sz w:val="28"/>
        </w:rPr>
        <w:tab/>
        <w:t xml:space="preserve">Exchange of views on Vehicle Automation (agenda item </w:t>
      </w:r>
      <w:r w:rsidR="00093946" w:rsidRPr="00635EE6">
        <w:rPr>
          <w:b/>
          <w:sz w:val="28"/>
        </w:rPr>
        <w:t>1</w:t>
      </w:r>
      <w:r w:rsidR="00EC7A29" w:rsidRPr="00635EE6">
        <w:rPr>
          <w:b/>
          <w:sz w:val="28"/>
        </w:rPr>
        <w:t>4</w:t>
      </w:r>
      <w:r w:rsidRPr="00635EE6">
        <w:rPr>
          <w:b/>
          <w:sz w:val="28"/>
        </w:rPr>
        <w:t>)</w:t>
      </w:r>
    </w:p>
    <w:p w14:paraId="52C4F0E8" w14:textId="59A5A7BE" w:rsidR="005B3453" w:rsidRPr="00635EE6" w:rsidRDefault="005B3453" w:rsidP="005B3453">
      <w:pPr>
        <w:keepNext/>
        <w:keepLines/>
        <w:spacing w:after="120"/>
        <w:ind w:left="2829" w:right="1134" w:hanging="1695"/>
      </w:pPr>
      <w:r w:rsidRPr="00635EE6">
        <w:rPr>
          <w:i/>
        </w:rPr>
        <w:t>Documentation</w:t>
      </w:r>
      <w:r w:rsidRPr="00635EE6">
        <w:t xml:space="preserve">: </w:t>
      </w:r>
      <w:r w:rsidRPr="00635EE6">
        <w:tab/>
      </w:r>
      <w:r w:rsidR="00695449" w:rsidRPr="00635EE6">
        <w:t>GRSP-118-2</w:t>
      </w:r>
      <w:r w:rsidRPr="00635EE6">
        <w:t>7</w:t>
      </w:r>
    </w:p>
    <w:p w14:paraId="4B2E0DB6" w14:textId="48967CA8" w:rsidR="00EB6F8C" w:rsidRPr="00635EE6" w:rsidRDefault="00EB6F8C" w:rsidP="00EB6F8C">
      <w:pPr>
        <w:widowControl w:val="0"/>
        <w:spacing w:after="120"/>
        <w:ind w:left="1134" w:right="1134"/>
        <w:jc w:val="both"/>
      </w:pPr>
      <w:r w:rsidRPr="00635EE6">
        <w:t>7</w:t>
      </w:r>
      <w:r w:rsidR="00D96B3C">
        <w:t>4</w:t>
      </w:r>
      <w:r w:rsidRPr="00635EE6">
        <w:t>.</w:t>
      </w:r>
      <w:r w:rsidRPr="00635EE6">
        <w:tab/>
        <w:t>The expert from OICA recalled document GRSG-118-27, “the table of GRSG Regulations – Review for automated driving”, presented at the 118th session of GRSG, containing a table of UN Regulations under the auspices of GRSG that may require amending as a result of the introduction of automation technologies in vehicles, in particular concerning the concept and role of the “driver”.</w:t>
      </w:r>
    </w:p>
    <w:p w14:paraId="3B63CE3F" w14:textId="3B5BC6BE" w:rsidR="00EB6F8C" w:rsidRPr="00635EE6" w:rsidRDefault="00EB6F8C" w:rsidP="00093946">
      <w:pPr>
        <w:widowControl w:val="0"/>
        <w:spacing w:after="120"/>
        <w:ind w:left="1134" w:right="1134"/>
        <w:jc w:val="both"/>
      </w:pPr>
      <w:r w:rsidRPr="00635EE6">
        <w:t>7</w:t>
      </w:r>
      <w:r w:rsidR="00D96B3C">
        <w:t>5</w:t>
      </w:r>
      <w:r w:rsidRPr="00635EE6">
        <w:t>.</w:t>
      </w:r>
      <w:r w:rsidRPr="00635EE6">
        <w:tab/>
        <w:t>The expert from Germany highlighted the regulations listed in GRSG-118-27 that would require GRSG consideration with respect to the definition of driver in the context of vehicle automation.</w:t>
      </w:r>
    </w:p>
    <w:p w14:paraId="5916AFBA" w14:textId="2E77340A" w:rsidR="00E9067E" w:rsidRPr="00635EE6" w:rsidRDefault="00E9067E" w:rsidP="00A34D5E">
      <w:pPr>
        <w:widowControl w:val="0"/>
        <w:spacing w:after="120"/>
        <w:ind w:left="1134" w:right="1134"/>
        <w:jc w:val="both"/>
      </w:pPr>
      <w:r w:rsidRPr="00635EE6">
        <w:t>7</w:t>
      </w:r>
      <w:r w:rsidR="00D96B3C">
        <w:t>6</w:t>
      </w:r>
      <w:r w:rsidRPr="00635EE6">
        <w:t>.</w:t>
      </w:r>
      <w:r w:rsidRPr="00635EE6">
        <w:tab/>
        <w:t>The expert</w:t>
      </w:r>
      <w:r w:rsidR="001A3526" w:rsidRPr="00635EE6">
        <w:t>s from OICA and</w:t>
      </w:r>
      <w:r w:rsidRPr="00635EE6">
        <w:t xml:space="preserve"> Finland </w:t>
      </w:r>
      <w:r w:rsidR="00A829E5">
        <w:t>stated</w:t>
      </w:r>
      <w:r w:rsidR="001A3526" w:rsidRPr="00635EE6">
        <w:t xml:space="preserve"> that in the context of vehicle automation, definition of new categories of vehicles may need to be considered within R.E.3, </w:t>
      </w:r>
      <w:r w:rsidR="00A829E5" w:rsidRPr="00635EE6">
        <w:t>asserting</w:t>
      </w:r>
      <w:r w:rsidR="001A3526" w:rsidRPr="00635EE6">
        <w:t xml:space="preserve"> the case of autonomous shuttles as an example.</w:t>
      </w:r>
    </w:p>
    <w:p w14:paraId="66B4DA57" w14:textId="526F6AD2" w:rsidR="002C7C59" w:rsidRPr="00635EE6" w:rsidRDefault="00A34D5E" w:rsidP="00A34D5E">
      <w:pPr>
        <w:widowControl w:val="0"/>
        <w:spacing w:after="120"/>
        <w:ind w:left="1134" w:right="1134"/>
        <w:jc w:val="both"/>
      </w:pPr>
      <w:r w:rsidRPr="00635EE6">
        <w:t>7</w:t>
      </w:r>
      <w:r w:rsidR="00D96B3C">
        <w:t>7</w:t>
      </w:r>
      <w:r w:rsidR="00093946" w:rsidRPr="00635EE6">
        <w:t>.</w:t>
      </w:r>
      <w:r w:rsidR="00093946" w:rsidRPr="00635EE6">
        <w:tab/>
      </w:r>
      <w:bookmarkStart w:id="6" w:name="_Hlk25326491"/>
      <w:r w:rsidR="005B3453" w:rsidRPr="00635EE6">
        <w:t>The Secretary of GRVA updated GRSG on the activities of GRVA and WP.29 regarding vehicle automation, recalling the adoption by WP.29 of UN Regulations Nos. 155, 156 and 157</w:t>
      </w:r>
      <w:r w:rsidR="00695449" w:rsidRPr="00635EE6">
        <w:t xml:space="preserve"> at its June 2020 session</w:t>
      </w:r>
      <w:r w:rsidRPr="00635EE6">
        <w:t>. He also recalled that, at the September 2020 session of GRVA</w:t>
      </w:r>
      <w:r w:rsidR="00A829E5">
        <w:t>,</w:t>
      </w:r>
      <w:r w:rsidRPr="00635EE6">
        <w:t xml:space="preserve"> </w:t>
      </w:r>
      <w:r w:rsidR="008D6AD1">
        <w:t>Contracting Parties</w:t>
      </w:r>
      <w:r w:rsidRPr="00635EE6">
        <w:t xml:space="preserve"> submitted amendments proposal for UN Regulation No. 157 on Automated Lane Keeping System (ALKS), to extend the scope to heavy vehicles, to extend the speed up to 130 km</w:t>
      </w:r>
      <w:r w:rsidR="00E9067E" w:rsidRPr="00635EE6">
        <w:t>/</w:t>
      </w:r>
      <w:r w:rsidRPr="00635EE6">
        <w:t xml:space="preserve">h, and to allow lane changes. He recalled that </w:t>
      </w:r>
      <w:r w:rsidR="00E9067E" w:rsidRPr="00635EE6">
        <w:t xml:space="preserve">matters related to vehicle automation should be discussed under the umbrella of the </w:t>
      </w:r>
      <w:r w:rsidR="005B3453" w:rsidRPr="00635EE6">
        <w:t xml:space="preserve">Framework </w:t>
      </w:r>
      <w:r w:rsidR="00695449" w:rsidRPr="00635EE6">
        <w:t>document on automated/autonomous vehicles</w:t>
      </w:r>
      <w:r w:rsidR="001A3526" w:rsidRPr="00635EE6">
        <w:t>, and invited GRSG to, in the process of discussing amendments to the Framework document, provide inputs concerning vehicle categories and their precise definitions.</w:t>
      </w:r>
    </w:p>
    <w:p w14:paraId="46E2805E" w14:textId="1E1162B5" w:rsidR="00695449" w:rsidRPr="00635EE6" w:rsidRDefault="001A3526" w:rsidP="00093946">
      <w:pPr>
        <w:widowControl w:val="0"/>
        <w:spacing w:after="120"/>
        <w:ind w:left="1134" w:right="1134"/>
        <w:jc w:val="both"/>
      </w:pPr>
      <w:r w:rsidRPr="00635EE6">
        <w:lastRenderedPageBreak/>
        <w:t>7</w:t>
      </w:r>
      <w:r w:rsidR="00D96B3C">
        <w:t>8</w:t>
      </w:r>
      <w:r w:rsidR="001C67E1" w:rsidRPr="00635EE6">
        <w:t>.</w:t>
      </w:r>
      <w:r w:rsidR="001C67E1" w:rsidRPr="00635EE6">
        <w:tab/>
      </w:r>
      <w:r w:rsidR="00695449" w:rsidRPr="00635EE6">
        <w:t xml:space="preserve">Upon </w:t>
      </w:r>
      <w:r w:rsidR="00D404BD" w:rsidRPr="00635EE6">
        <w:t>review</w:t>
      </w:r>
      <w:r w:rsidR="001C67E1" w:rsidRPr="00635EE6">
        <w:t xml:space="preserve"> </w:t>
      </w:r>
      <w:r w:rsidRPr="00635EE6">
        <w:t xml:space="preserve">and discussion, </w:t>
      </w:r>
      <w:r w:rsidR="001C67E1" w:rsidRPr="00635EE6">
        <w:t xml:space="preserve">GRSG decided to continue consideration of document GRSG-118-27, </w:t>
      </w:r>
      <w:r w:rsidR="00A829E5">
        <w:t>as part of the</w:t>
      </w:r>
      <w:r w:rsidR="001C67E1" w:rsidRPr="00635EE6">
        <w:t xml:space="preserve"> agenda of the April 2021 </w:t>
      </w:r>
      <w:r w:rsidR="00A829E5">
        <w:t>session</w:t>
      </w:r>
      <w:r w:rsidR="001C67E1" w:rsidRPr="00635EE6">
        <w:t xml:space="preserve"> of the group.</w:t>
      </w:r>
      <w:r w:rsidR="0087101E" w:rsidRPr="00635EE6">
        <w:t xml:space="preserve"> The Chair of GRSG underlined that, when examining amendments to GRSG regulations, due consideration should be taken with regard to mentions of the “driver” in those regulations for the purpose of evaluating whether modifications to the definition are called for in the context of vehicle automation. He further stated that GRSG would consult WP.29/AC.2 whether the Framework document can incorporate </w:t>
      </w:r>
      <w:r w:rsidR="00A829E5" w:rsidRPr="00635EE6">
        <w:t xml:space="preserve">the matter of vehicle categories </w:t>
      </w:r>
      <w:r w:rsidR="0087101E" w:rsidRPr="00635EE6">
        <w:t>as one of the priorities.</w:t>
      </w:r>
    </w:p>
    <w:bookmarkEnd w:id="6"/>
    <w:p w14:paraId="18ACA159" w14:textId="6709AEC3" w:rsidR="00EC7A29" w:rsidRPr="00635EE6" w:rsidRDefault="00EC7A29" w:rsidP="00EC7A29">
      <w:pPr>
        <w:widowControl w:val="0"/>
        <w:tabs>
          <w:tab w:val="right" w:pos="851"/>
        </w:tabs>
        <w:spacing w:before="360" w:after="240" w:line="300" w:lineRule="exact"/>
        <w:ind w:left="1134" w:right="1134" w:hanging="1134"/>
        <w:rPr>
          <w:b/>
          <w:sz w:val="28"/>
        </w:rPr>
      </w:pPr>
      <w:r w:rsidRPr="00635EE6">
        <w:rPr>
          <w:b/>
          <w:sz w:val="28"/>
        </w:rPr>
        <w:tab/>
        <w:t>XVI.</w:t>
      </w:r>
      <w:r w:rsidRPr="00635EE6">
        <w:rPr>
          <w:b/>
          <w:sz w:val="28"/>
        </w:rPr>
        <w:tab/>
      </w:r>
      <w:r w:rsidR="00796940" w:rsidRPr="00635EE6">
        <w:rPr>
          <w:b/>
          <w:sz w:val="28"/>
        </w:rPr>
        <w:t>Election of officers</w:t>
      </w:r>
      <w:r w:rsidRPr="00635EE6">
        <w:rPr>
          <w:b/>
          <w:sz w:val="28"/>
        </w:rPr>
        <w:t xml:space="preserve"> (agenda item 15)</w:t>
      </w:r>
    </w:p>
    <w:p w14:paraId="1B0AFEB6" w14:textId="74183CFC" w:rsidR="00796940" w:rsidRPr="00635EE6" w:rsidRDefault="001A3526" w:rsidP="00796940">
      <w:pPr>
        <w:pStyle w:val="SingleTxt"/>
        <w:tabs>
          <w:tab w:val="clear" w:pos="1267"/>
        </w:tabs>
        <w:ind w:left="1134"/>
        <w:rPr>
          <w:b/>
          <w:sz w:val="28"/>
          <w:lang w:val="en-GB"/>
        </w:rPr>
      </w:pPr>
      <w:r w:rsidRPr="00635EE6">
        <w:rPr>
          <w:lang w:val="en-GB"/>
        </w:rPr>
        <w:t>7</w:t>
      </w:r>
      <w:r w:rsidR="00D96B3C">
        <w:rPr>
          <w:lang w:val="en-GB"/>
        </w:rPr>
        <w:t>9</w:t>
      </w:r>
      <w:r w:rsidR="00796940" w:rsidRPr="00635EE6">
        <w:rPr>
          <w:lang w:val="en-GB"/>
        </w:rPr>
        <w:t>.</w:t>
      </w:r>
      <w:r w:rsidR="00796940" w:rsidRPr="00635EE6">
        <w:rPr>
          <w:lang w:val="en-GB"/>
        </w:rPr>
        <w:tab/>
        <w:t xml:space="preserve">In compliance with Rule 37 of the Rules of Procedure (TRANS/WP.29/690 as amended by Amendments 1 and 2), GRSG called for the election of officers on Wednesday, 9 October 2019. Mr. A. Erario (Italy) was unanimously re-elected as Chair and Mr. K. Hendershot (Canada) as Vice-Chair for GRSG sessions scheduled </w:t>
      </w:r>
      <w:r w:rsidR="00A34D5E" w:rsidRPr="00635EE6">
        <w:rPr>
          <w:lang w:val="en-GB"/>
        </w:rPr>
        <w:t>for</w:t>
      </w:r>
      <w:r w:rsidR="00796940" w:rsidRPr="00635EE6">
        <w:rPr>
          <w:lang w:val="en-GB"/>
        </w:rPr>
        <w:t xml:space="preserve"> 2021.</w:t>
      </w:r>
    </w:p>
    <w:p w14:paraId="25F850AB" w14:textId="77855E8A" w:rsidR="009372AA" w:rsidRPr="00635EE6" w:rsidRDefault="00F95797" w:rsidP="002500AA">
      <w:pPr>
        <w:widowControl w:val="0"/>
        <w:tabs>
          <w:tab w:val="right" w:pos="851"/>
        </w:tabs>
        <w:spacing w:before="360" w:after="240" w:line="300" w:lineRule="exact"/>
        <w:ind w:left="1134" w:right="1134" w:hanging="1134"/>
        <w:rPr>
          <w:b/>
          <w:sz w:val="28"/>
        </w:rPr>
      </w:pPr>
      <w:r w:rsidRPr="00635EE6">
        <w:rPr>
          <w:b/>
          <w:sz w:val="28"/>
        </w:rPr>
        <w:tab/>
      </w:r>
      <w:r w:rsidR="007477FE" w:rsidRPr="00635EE6">
        <w:rPr>
          <w:b/>
          <w:sz w:val="28"/>
        </w:rPr>
        <w:t>X</w:t>
      </w:r>
      <w:r w:rsidR="00556B2E" w:rsidRPr="00635EE6">
        <w:rPr>
          <w:b/>
          <w:sz w:val="28"/>
        </w:rPr>
        <w:t>V</w:t>
      </w:r>
      <w:r w:rsidR="007E743B" w:rsidRPr="00635EE6">
        <w:rPr>
          <w:b/>
          <w:sz w:val="28"/>
        </w:rPr>
        <w:t>II</w:t>
      </w:r>
      <w:r w:rsidR="007477FE" w:rsidRPr="00635EE6">
        <w:rPr>
          <w:b/>
          <w:sz w:val="28"/>
        </w:rPr>
        <w:t>.</w:t>
      </w:r>
      <w:r w:rsidR="007477FE" w:rsidRPr="00635EE6">
        <w:rPr>
          <w:b/>
          <w:sz w:val="28"/>
        </w:rPr>
        <w:tab/>
      </w:r>
      <w:r w:rsidR="005B29A3" w:rsidRPr="00635EE6">
        <w:rPr>
          <w:b/>
          <w:sz w:val="28"/>
        </w:rPr>
        <w:t>Other business (agenda ite</w:t>
      </w:r>
      <w:r w:rsidR="00556B2E" w:rsidRPr="00635EE6">
        <w:rPr>
          <w:b/>
          <w:sz w:val="28"/>
        </w:rPr>
        <w:t>m</w:t>
      </w:r>
      <w:r w:rsidR="005B29A3" w:rsidRPr="00635EE6">
        <w:rPr>
          <w:b/>
          <w:sz w:val="28"/>
        </w:rPr>
        <w:t xml:space="preserve"> </w:t>
      </w:r>
      <w:r w:rsidR="00556B2E" w:rsidRPr="00635EE6">
        <w:rPr>
          <w:b/>
          <w:sz w:val="28"/>
        </w:rPr>
        <w:t>1</w:t>
      </w:r>
      <w:r w:rsidR="00E3450F" w:rsidRPr="00635EE6">
        <w:rPr>
          <w:b/>
          <w:sz w:val="28"/>
        </w:rPr>
        <w:t>6</w:t>
      </w:r>
      <w:r w:rsidR="009372AA" w:rsidRPr="00635EE6">
        <w:rPr>
          <w:b/>
          <w:sz w:val="28"/>
        </w:rPr>
        <w:t>)</w:t>
      </w:r>
    </w:p>
    <w:p w14:paraId="60AE144F" w14:textId="2EF1F96D" w:rsidR="00226155" w:rsidRPr="00635EE6" w:rsidRDefault="00412AD7" w:rsidP="0077191A">
      <w:pPr>
        <w:keepNext/>
        <w:widowControl w:val="0"/>
        <w:tabs>
          <w:tab w:val="right" w:pos="851"/>
        </w:tabs>
        <w:spacing w:before="360" w:after="240" w:line="270" w:lineRule="exact"/>
        <w:ind w:left="1134" w:right="1134" w:hanging="1134"/>
        <w:rPr>
          <w:b/>
          <w:sz w:val="24"/>
        </w:rPr>
      </w:pPr>
      <w:r w:rsidRPr="00635EE6">
        <w:rPr>
          <w:b/>
          <w:sz w:val="24"/>
        </w:rPr>
        <w:tab/>
      </w:r>
      <w:r w:rsidR="00556B2E" w:rsidRPr="00635EE6">
        <w:rPr>
          <w:b/>
          <w:sz w:val="24"/>
        </w:rPr>
        <w:t>A</w:t>
      </w:r>
      <w:r w:rsidRPr="00635EE6">
        <w:rPr>
          <w:b/>
          <w:sz w:val="24"/>
        </w:rPr>
        <w:t>.</w:t>
      </w:r>
      <w:r w:rsidRPr="00635EE6">
        <w:rPr>
          <w:b/>
          <w:sz w:val="24"/>
        </w:rPr>
        <w:tab/>
      </w:r>
      <w:bookmarkStart w:id="7" w:name="_Hlk25326621"/>
      <w:r w:rsidR="00556B2E" w:rsidRPr="00635EE6">
        <w:rPr>
          <w:b/>
          <w:sz w:val="24"/>
        </w:rPr>
        <w:t>Draft</w:t>
      </w:r>
      <w:r w:rsidR="00E87EAC" w:rsidRPr="00635EE6">
        <w:rPr>
          <w:b/>
          <w:sz w:val="24"/>
        </w:rPr>
        <w:t xml:space="preserve"> amendment </w:t>
      </w:r>
      <w:r w:rsidR="00556B2E" w:rsidRPr="00635EE6">
        <w:rPr>
          <w:b/>
          <w:sz w:val="24"/>
        </w:rPr>
        <w:t xml:space="preserve">proposal </w:t>
      </w:r>
      <w:r w:rsidR="00E87EAC" w:rsidRPr="00635EE6">
        <w:rPr>
          <w:b/>
          <w:sz w:val="24"/>
        </w:rPr>
        <w:t xml:space="preserve">to </w:t>
      </w:r>
      <w:bookmarkEnd w:id="7"/>
      <w:r w:rsidR="00556B2E" w:rsidRPr="00635EE6">
        <w:rPr>
          <w:b/>
          <w:sz w:val="24"/>
        </w:rPr>
        <w:t xml:space="preserve">UN Regulation No. </w:t>
      </w:r>
      <w:r w:rsidR="00EC7A29" w:rsidRPr="00635EE6">
        <w:rPr>
          <w:b/>
          <w:sz w:val="24"/>
        </w:rPr>
        <w:t>39</w:t>
      </w:r>
      <w:r w:rsidR="00C27EA8" w:rsidRPr="00635EE6">
        <w:rPr>
          <w:b/>
          <w:sz w:val="24"/>
        </w:rPr>
        <w:br/>
        <w:t>(</w:t>
      </w:r>
      <w:r w:rsidR="00EC7A29" w:rsidRPr="00635EE6">
        <w:rPr>
          <w:b/>
          <w:sz w:val="24"/>
        </w:rPr>
        <w:t>Speedometer and odometer</w:t>
      </w:r>
      <w:r w:rsidR="00C27EA8" w:rsidRPr="00635EE6">
        <w:rPr>
          <w:b/>
          <w:sz w:val="24"/>
        </w:rPr>
        <w:t>)</w:t>
      </w:r>
    </w:p>
    <w:p w14:paraId="114E0B2B" w14:textId="764F906B" w:rsidR="00226155" w:rsidRPr="00635EE6" w:rsidRDefault="00226155" w:rsidP="00912543">
      <w:pPr>
        <w:keepNext/>
        <w:keepLines/>
        <w:spacing w:after="120"/>
        <w:ind w:left="2829" w:right="1134" w:hanging="1695"/>
      </w:pPr>
      <w:r w:rsidRPr="00635EE6">
        <w:rPr>
          <w:i/>
        </w:rPr>
        <w:t>Documentation</w:t>
      </w:r>
      <w:r w:rsidRPr="00635EE6">
        <w:t>:</w:t>
      </w:r>
      <w:r w:rsidRPr="00635EE6">
        <w:tab/>
      </w:r>
      <w:r w:rsidR="00EC7A29" w:rsidRPr="00635EE6">
        <w:t xml:space="preserve">Informal document: </w:t>
      </w:r>
      <w:r w:rsidR="00556B2E" w:rsidRPr="00635EE6">
        <w:t>GRSP-11</w:t>
      </w:r>
      <w:r w:rsidR="00EC7A29" w:rsidRPr="00635EE6">
        <w:t xml:space="preserve">9-12 </w:t>
      </w:r>
    </w:p>
    <w:p w14:paraId="1A58CA25" w14:textId="45EDE0E8" w:rsidR="00DF44FF" w:rsidRPr="00635EE6" w:rsidRDefault="00D96B3C" w:rsidP="00DF44FF">
      <w:pPr>
        <w:keepNext/>
        <w:keepLines/>
        <w:spacing w:after="120"/>
        <w:ind w:left="1134" w:right="1134"/>
        <w:jc w:val="both"/>
        <w:rPr>
          <w:color w:val="000000"/>
        </w:rPr>
      </w:pPr>
      <w:r>
        <w:t>80</w:t>
      </w:r>
      <w:r w:rsidR="00226155" w:rsidRPr="00635EE6">
        <w:t>.</w:t>
      </w:r>
      <w:r w:rsidR="00226155" w:rsidRPr="00635EE6">
        <w:tab/>
      </w:r>
      <w:r w:rsidR="00556B2E" w:rsidRPr="00635EE6">
        <w:t xml:space="preserve">The expert from </w:t>
      </w:r>
      <w:r w:rsidR="00DF44FF" w:rsidRPr="00635EE6">
        <w:t>France</w:t>
      </w:r>
      <w:r w:rsidR="00556B2E" w:rsidRPr="00635EE6">
        <w:t xml:space="preserve"> introduced </w:t>
      </w:r>
      <w:r w:rsidR="00DF44FF" w:rsidRPr="00635EE6">
        <w:t>the proposal for an amendment</w:t>
      </w:r>
      <w:r w:rsidR="00556B2E" w:rsidRPr="00635EE6">
        <w:t xml:space="preserve"> to UN Regulation No. </w:t>
      </w:r>
      <w:r w:rsidR="00DF44FF" w:rsidRPr="00635EE6">
        <w:t>39</w:t>
      </w:r>
      <w:r w:rsidR="00556B2E" w:rsidRPr="00635EE6">
        <w:t xml:space="preserve"> (GRSP-11</w:t>
      </w:r>
      <w:r w:rsidR="00DF44FF" w:rsidRPr="00635EE6">
        <w:t>9</w:t>
      </w:r>
      <w:r w:rsidR="00556B2E" w:rsidRPr="00635EE6">
        <w:t>-</w:t>
      </w:r>
      <w:r w:rsidR="00DF44FF" w:rsidRPr="00635EE6">
        <w:t>12</w:t>
      </w:r>
      <w:r w:rsidR="00556B2E" w:rsidRPr="00635EE6">
        <w:t>)</w:t>
      </w:r>
      <w:r w:rsidR="00DF44FF" w:rsidRPr="00635EE6">
        <w:t xml:space="preserve"> on speedometer and odometer. </w:t>
      </w:r>
      <w:r w:rsidR="00DF44FF" w:rsidRPr="00635EE6">
        <w:rPr>
          <w:color w:val="000000"/>
        </w:rPr>
        <w:t>GRSG considered the proposal and recommended its further development based on discussions among experts, requesting the secretariat to submit a revised version of the proposal as an official document for consideration at the April 2021 session of GRSG.</w:t>
      </w:r>
    </w:p>
    <w:p w14:paraId="7C27E37F" w14:textId="679CF323" w:rsidR="00E44F30" w:rsidRPr="00635EE6" w:rsidRDefault="00E44F30" w:rsidP="00E44F30">
      <w:pPr>
        <w:keepNext/>
        <w:widowControl w:val="0"/>
        <w:tabs>
          <w:tab w:val="right" w:pos="851"/>
        </w:tabs>
        <w:spacing w:before="360" w:after="240" w:line="270" w:lineRule="exact"/>
        <w:ind w:left="1134" w:right="1134" w:hanging="1134"/>
        <w:rPr>
          <w:b/>
          <w:sz w:val="24"/>
        </w:rPr>
      </w:pPr>
      <w:r w:rsidRPr="00635EE6">
        <w:rPr>
          <w:b/>
          <w:sz w:val="24"/>
        </w:rPr>
        <w:tab/>
        <w:t>B.</w:t>
      </w:r>
      <w:r w:rsidRPr="00635EE6">
        <w:rPr>
          <w:b/>
          <w:sz w:val="24"/>
        </w:rPr>
        <w:tab/>
        <w:t>Update of the UNECE Road Map on Intelligent Transport Systems (ITS)</w:t>
      </w:r>
    </w:p>
    <w:p w14:paraId="7587F751" w14:textId="52C8E188" w:rsidR="00E44F30" w:rsidRPr="00635EE6" w:rsidRDefault="00E44F30" w:rsidP="00DF44FF">
      <w:pPr>
        <w:keepNext/>
        <w:keepLines/>
        <w:spacing w:after="120"/>
        <w:ind w:left="1134" w:right="1134"/>
        <w:jc w:val="both"/>
      </w:pPr>
      <w:r w:rsidRPr="00635EE6">
        <w:rPr>
          <w:i/>
        </w:rPr>
        <w:t>Documentation</w:t>
      </w:r>
      <w:r w:rsidRPr="00635EE6">
        <w:t>:</w:t>
      </w:r>
      <w:r w:rsidRPr="00635EE6">
        <w:tab/>
        <w:t>Informal document: GRSG-119-34</w:t>
      </w:r>
    </w:p>
    <w:p w14:paraId="7F81044E" w14:textId="40EC0F57" w:rsidR="00E44F30" w:rsidRPr="00635EE6" w:rsidRDefault="001A3526" w:rsidP="00304010">
      <w:pPr>
        <w:keepNext/>
        <w:keepLines/>
        <w:spacing w:after="120"/>
        <w:ind w:left="1134" w:right="1134"/>
        <w:jc w:val="both"/>
        <w:rPr>
          <w:iCs/>
        </w:rPr>
      </w:pPr>
      <w:r w:rsidRPr="00635EE6">
        <w:rPr>
          <w:iCs/>
        </w:rPr>
        <w:t>8</w:t>
      </w:r>
      <w:r w:rsidR="00D96B3C">
        <w:rPr>
          <w:iCs/>
        </w:rPr>
        <w:t>1</w:t>
      </w:r>
      <w:r w:rsidR="00E44F30" w:rsidRPr="00635EE6">
        <w:rPr>
          <w:iCs/>
        </w:rPr>
        <w:t>.</w:t>
      </w:r>
      <w:r w:rsidR="00E44F30" w:rsidRPr="00635EE6">
        <w:rPr>
          <w:iCs/>
        </w:rPr>
        <w:tab/>
        <w:t>The secretariat introduced the activities regarding the update of the UNECE Road Map on Intelligent Transport Systems (IT</w:t>
      </w:r>
      <w:r w:rsidR="00A829E5">
        <w:rPr>
          <w:iCs/>
        </w:rPr>
        <w:t>S</w:t>
      </w:r>
      <w:r w:rsidR="00E44F30" w:rsidRPr="00635EE6">
        <w:rPr>
          <w:iCs/>
        </w:rPr>
        <w:t xml:space="preserve">). </w:t>
      </w:r>
      <w:r w:rsidR="00304010" w:rsidRPr="00635EE6">
        <w:rPr>
          <w:iCs/>
        </w:rPr>
        <w:t>Following decision No. 18 of the Inland Transport Committee, at its eighty-second session in February 2020, the secretariat was requested to, in cooperation with ITC subsidiary working parties, initiate activities to prepare a revision of the ECE Road Map on Intelligent Transport Systems. As a first step, the secretariat to the World Forum on Harmonization of Vehicle Regulations (WP.29) held a meeting with the Co-chairs of the Informal Working Group on Intelligent Transport Systems, which operates under the World Forum, to define the necessary actions to implement decision No. 18 of the ITC. The Co-Chairs provided input for a first draft revision of the ITS Road Map after which consultations among ITC working parties and subsidiary bodies were launched. Namely, the document and revision process</w:t>
      </w:r>
      <w:r w:rsidR="00A829E5">
        <w:rPr>
          <w:iCs/>
        </w:rPr>
        <w:t xml:space="preserve"> had been</w:t>
      </w:r>
      <w:r w:rsidR="00304010" w:rsidRPr="00635EE6">
        <w:rPr>
          <w:iCs/>
        </w:rPr>
        <w:t xml:space="preserve"> presented to all ITC working parties and subsidiary bodies as they </w:t>
      </w:r>
      <w:r w:rsidR="00A829E5">
        <w:rPr>
          <w:iCs/>
        </w:rPr>
        <w:t>held</w:t>
      </w:r>
      <w:r w:rsidR="00304010" w:rsidRPr="00635EE6">
        <w:rPr>
          <w:iCs/>
        </w:rPr>
        <w:t xml:space="preserve"> their sessions during summer and autumn of </w:t>
      </w:r>
      <w:r w:rsidR="00A829E5">
        <w:rPr>
          <w:iCs/>
        </w:rPr>
        <w:t>2020</w:t>
      </w:r>
      <w:r w:rsidR="00304010" w:rsidRPr="00635EE6">
        <w:rPr>
          <w:iCs/>
        </w:rPr>
        <w:t xml:space="preserve">. The proposed system for updating the ITS Roadmap was to use an online platform, Google docs, through which interested parties could access the document and work on it in a collaborative manner. The draft document, as downloaded from Google docs on 9 October 2020, was accessible through the link listed on the first page of GRSG-119-34. The secretariat invited interested stakeholders to provide their contributions to the revision process through Google docs. The aim was to have a draft revised ITS Roadmap ready for presentation to the November 2020 session of the </w:t>
      </w:r>
      <w:r w:rsidR="00A829E5">
        <w:rPr>
          <w:iCs/>
        </w:rPr>
        <w:t>Inland Transport Committee (</w:t>
      </w:r>
      <w:r w:rsidR="00304010" w:rsidRPr="00635EE6">
        <w:rPr>
          <w:iCs/>
        </w:rPr>
        <w:t>ITC</w:t>
      </w:r>
      <w:r w:rsidR="00A829E5">
        <w:rPr>
          <w:iCs/>
        </w:rPr>
        <w:t>)</w:t>
      </w:r>
      <w:r w:rsidR="00304010" w:rsidRPr="00635EE6">
        <w:rPr>
          <w:iCs/>
        </w:rPr>
        <w:t xml:space="preserve"> </w:t>
      </w:r>
      <w:r w:rsidR="00A829E5">
        <w:rPr>
          <w:iCs/>
        </w:rPr>
        <w:t>B</w:t>
      </w:r>
      <w:r w:rsidR="00304010" w:rsidRPr="00635EE6">
        <w:rPr>
          <w:iCs/>
        </w:rPr>
        <w:t>ureau, as a leadup to tabling it at the ITC session in February 2021.</w:t>
      </w:r>
    </w:p>
    <w:p w14:paraId="2F08A386" w14:textId="7B6747C4" w:rsidR="000E7032" w:rsidRPr="00635EE6" w:rsidRDefault="000E7032" w:rsidP="007036A2">
      <w:pPr>
        <w:pStyle w:val="HChG"/>
        <w:rPr>
          <w:rStyle w:val="HChGChar"/>
          <w:b/>
        </w:rPr>
      </w:pPr>
      <w:r w:rsidRPr="00635EE6">
        <w:br w:type="page"/>
      </w:r>
      <w:r w:rsidRPr="00635EE6">
        <w:rPr>
          <w:rStyle w:val="HChGChar"/>
          <w:b/>
        </w:rPr>
        <w:lastRenderedPageBreak/>
        <w:t>Annex I</w:t>
      </w:r>
    </w:p>
    <w:p w14:paraId="4439356C" w14:textId="1A41364C" w:rsidR="004E1654" w:rsidRPr="00635EE6" w:rsidRDefault="004E1654" w:rsidP="004E1654">
      <w:pPr>
        <w:ind w:right="708"/>
        <w:jc w:val="right"/>
      </w:pPr>
      <w:r w:rsidRPr="00635EE6">
        <w:t>[English only]</w:t>
      </w:r>
    </w:p>
    <w:p w14:paraId="4C18EA3D" w14:textId="1EF9F0A5" w:rsidR="0067737F" w:rsidRPr="00635EE6" w:rsidRDefault="004F0244" w:rsidP="0067737F">
      <w:pPr>
        <w:pStyle w:val="HChG"/>
        <w:keepNext w:val="0"/>
        <w:keepLines w:val="0"/>
        <w:widowControl w:val="0"/>
      </w:pPr>
      <w:r w:rsidRPr="00635EE6">
        <w:tab/>
      </w:r>
      <w:r w:rsidRPr="00635EE6">
        <w:tab/>
      </w:r>
      <w:r w:rsidR="0067737F" w:rsidRPr="00635EE6">
        <w:t xml:space="preserve">List of informal documents considered during the </w:t>
      </w:r>
      <w:r w:rsidR="00A52316" w:rsidRPr="00635EE6">
        <w:t>meeting</w:t>
      </w:r>
    </w:p>
    <w:p w14:paraId="51891D47" w14:textId="462B58B9" w:rsidR="003B2BAE" w:rsidRPr="00635EE6" w:rsidRDefault="003B2BAE" w:rsidP="003B2BAE">
      <w:pPr>
        <w:pStyle w:val="H1G"/>
        <w:keepNext w:val="0"/>
        <w:keepLines w:val="0"/>
        <w:widowControl w:val="0"/>
        <w:spacing w:before="120"/>
      </w:pPr>
      <w:r w:rsidRPr="00635EE6">
        <w:tab/>
      </w:r>
      <w:r w:rsidRPr="00635EE6">
        <w:tab/>
        <w:t>List of informal documents (GRSG-11</w:t>
      </w:r>
      <w:r w:rsidR="00215C1D" w:rsidRPr="00635EE6">
        <w:t>9</w:t>
      </w:r>
      <w:r w:rsidRPr="00635EE6">
        <w:t xml:space="preserve">-…) distributed during the </w:t>
      </w:r>
      <w:r w:rsidR="00A52316" w:rsidRPr="00635EE6">
        <w:t>meeting</w:t>
      </w:r>
      <w:r w:rsidRPr="00635EE6">
        <w:t xml:space="preserve"> (English only)</w:t>
      </w:r>
    </w:p>
    <w:tbl>
      <w:tblPr>
        <w:tblW w:w="8321" w:type="dxa"/>
        <w:tblInd w:w="990" w:type="dxa"/>
        <w:tblLayout w:type="fixed"/>
        <w:tblCellMar>
          <w:left w:w="0" w:type="dxa"/>
          <w:right w:w="0" w:type="dxa"/>
        </w:tblCellMar>
        <w:tblLook w:val="01E0" w:firstRow="1" w:lastRow="1" w:firstColumn="1" w:lastColumn="1" w:noHBand="0" w:noVBand="0"/>
      </w:tblPr>
      <w:tblGrid>
        <w:gridCol w:w="628"/>
        <w:gridCol w:w="6122"/>
        <w:gridCol w:w="720"/>
        <w:gridCol w:w="851"/>
      </w:tblGrid>
      <w:tr w:rsidR="00BC16AE" w:rsidRPr="00635EE6" w14:paraId="75B1595C" w14:textId="77777777" w:rsidTr="00BC16AE">
        <w:trPr>
          <w:tblHeader/>
        </w:trPr>
        <w:tc>
          <w:tcPr>
            <w:tcW w:w="628" w:type="dxa"/>
            <w:shd w:val="clear" w:color="auto" w:fill="auto"/>
          </w:tcPr>
          <w:p w14:paraId="143512B3" w14:textId="77777777" w:rsidR="00BC16AE" w:rsidRPr="00635EE6" w:rsidRDefault="00BC16AE" w:rsidP="00DE38B6">
            <w:pPr>
              <w:pStyle w:val="FootnoteText"/>
              <w:tabs>
                <w:tab w:val="clear" w:pos="1021"/>
              </w:tabs>
              <w:ind w:left="0" w:right="0" w:firstLine="0"/>
              <w:jc w:val="center"/>
              <w:rPr>
                <w:i/>
                <w:szCs w:val="18"/>
              </w:rPr>
            </w:pPr>
            <w:r w:rsidRPr="00635EE6">
              <w:rPr>
                <w:i/>
                <w:szCs w:val="18"/>
              </w:rPr>
              <w:t>No.</w:t>
            </w:r>
          </w:p>
        </w:tc>
        <w:tc>
          <w:tcPr>
            <w:tcW w:w="6122" w:type="dxa"/>
            <w:shd w:val="clear" w:color="auto" w:fill="auto"/>
          </w:tcPr>
          <w:p w14:paraId="531B11B3" w14:textId="77777777" w:rsidR="00BC16AE" w:rsidRPr="00635EE6" w:rsidRDefault="00BC16AE" w:rsidP="00DE38B6">
            <w:pPr>
              <w:pStyle w:val="FootnoteText"/>
              <w:ind w:left="113" w:right="34" w:firstLine="0"/>
              <w:rPr>
                <w:i/>
                <w:szCs w:val="18"/>
              </w:rPr>
            </w:pPr>
            <w:r w:rsidRPr="00635EE6">
              <w:rPr>
                <w:i/>
                <w:szCs w:val="18"/>
              </w:rPr>
              <w:t>(Author) Title</w:t>
            </w:r>
          </w:p>
        </w:tc>
        <w:tc>
          <w:tcPr>
            <w:tcW w:w="720" w:type="dxa"/>
          </w:tcPr>
          <w:p w14:paraId="4E76B064" w14:textId="00807AC0" w:rsidR="00BC16AE" w:rsidRPr="00635EE6" w:rsidRDefault="00BC16AE" w:rsidP="00DE38B6">
            <w:pPr>
              <w:pStyle w:val="FootnoteText"/>
              <w:tabs>
                <w:tab w:val="clear" w:pos="1021"/>
                <w:tab w:val="left" w:pos="830"/>
              </w:tabs>
              <w:ind w:left="0" w:right="0" w:firstLine="0"/>
              <w:jc w:val="center"/>
              <w:rPr>
                <w:i/>
                <w:szCs w:val="18"/>
              </w:rPr>
            </w:pPr>
            <w:r w:rsidRPr="00635EE6">
              <w:rPr>
                <w:i/>
                <w:szCs w:val="18"/>
              </w:rPr>
              <w:t>Follow-up</w:t>
            </w:r>
          </w:p>
        </w:tc>
        <w:tc>
          <w:tcPr>
            <w:tcW w:w="851" w:type="dxa"/>
            <w:shd w:val="clear" w:color="auto" w:fill="auto"/>
          </w:tcPr>
          <w:p w14:paraId="5082F477" w14:textId="4C8188B7" w:rsidR="00BC16AE" w:rsidRPr="00635EE6" w:rsidRDefault="00BC16AE" w:rsidP="00DE38B6">
            <w:pPr>
              <w:pStyle w:val="FootnoteText"/>
              <w:tabs>
                <w:tab w:val="clear" w:pos="1021"/>
                <w:tab w:val="left" w:pos="830"/>
              </w:tabs>
              <w:ind w:left="0" w:right="0" w:firstLine="0"/>
              <w:jc w:val="center"/>
              <w:rPr>
                <w:i/>
                <w:szCs w:val="18"/>
              </w:rPr>
            </w:pPr>
            <w:r w:rsidRPr="00635EE6">
              <w:rPr>
                <w:i/>
                <w:szCs w:val="18"/>
              </w:rPr>
              <w:t>Agenda item</w:t>
            </w:r>
          </w:p>
        </w:tc>
      </w:tr>
      <w:tr w:rsidR="00215C1D" w:rsidRPr="00635EE6" w14:paraId="6CF0AA85" w14:textId="77777777" w:rsidTr="00BC16AE">
        <w:tc>
          <w:tcPr>
            <w:tcW w:w="628" w:type="dxa"/>
            <w:shd w:val="clear" w:color="auto" w:fill="auto"/>
          </w:tcPr>
          <w:p w14:paraId="2FBE24EB" w14:textId="66827BD5" w:rsidR="00215C1D" w:rsidRPr="00635EE6" w:rsidRDefault="00215C1D" w:rsidP="00215C1D">
            <w:pPr>
              <w:widowControl w:val="0"/>
              <w:suppressAutoHyphens w:val="0"/>
              <w:spacing w:before="57" w:after="24" w:line="240" w:lineRule="auto"/>
              <w:jc w:val="center"/>
              <w:rPr>
                <w:sz w:val="18"/>
                <w:szCs w:val="18"/>
              </w:rPr>
            </w:pPr>
            <w:r w:rsidRPr="00635EE6">
              <w:rPr>
                <w:sz w:val="18"/>
                <w:szCs w:val="18"/>
              </w:rPr>
              <w:t>1</w:t>
            </w:r>
          </w:p>
        </w:tc>
        <w:tc>
          <w:tcPr>
            <w:tcW w:w="6122" w:type="dxa"/>
            <w:shd w:val="clear" w:color="auto" w:fill="auto"/>
          </w:tcPr>
          <w:p w14:paraId="2C9B2703" w14:textId="38453E15" w:rsidR="00215C1D" w:rsidRPr="00635EE6" w:rsidRDefault="00215C1D" w:rsidP="00215C1D">
            <w:pPr>
              <w:widowControl w:val="0"/>
              <w:suppressAutoHyphens w:val="0"/>
              <w:spacing w:before="57" w:after="24" w:line="240" w:lineRule="auto"/>
              <w:ind w:left="113"/>
              <w:rPr>
                <w:sz w:val="18"/>
                <w:szCs w:val="18"/>
              </w:rPr>
            </w:pPr>
            <w:r w:rsidRPr="00635EE6">
              <w:rPr>
                <w:sz w:val="18"/>
                <w:szCs w:val="18"/>
              </w:rPr>
              <w:t>(GRSG Chair) Running order of the 119th virtual session of GRSG (6-9 Oct 2020)</w:t>
            </w:r>
          </w:p>
        </w:tc>
        <w:tc>
          <w:tcPr>
            <w:tcW w:w="720" w:type="dxa"/>
          </w:tcPr>
          <w:p w14:paraId="1FA441D9" w14:textId="6BC9D35A" w:rsidR="00215C1D" w:rsidRPr="00635EE6" w:rsidRDefault="00215C1D" w:rsidP="00215C1D">
            <w:pPr>
              <w:widowControl w:val="0"/>
              <w:suppressAutoHyphens w:val="0"/>
              <w:spacing w:before="57" w:line="240" w:lineRule="auto"/>
              <w:jc w:val="center"/>
              <w:rPr>
                <w:sz w:val="18"/>
                <w:szCs w:val="18"/>
                <w:highlight w:val="yellow"/>
              </w:rPr>
            </w:pPr>
            <w:r w:rsidRPr="00196056">
              <w:rPr>
                <w:sz w:val="18"/>
                <w:szCs w:val="18"/>
              </w:rPr>
              <w:t>(</w:t>
            </w:r>
            <w:r w:rsidR="004E1BD0">
              <w:rPr>
                <w:sz w:val="18"/>
                <w:szCs w:val="18"/>
              </w:rPr>
              <w:t>e</w:t>
            </w:r>
            <w:r w:rsidRPr="00196056">
              <w:rPr>
                <w:sz w:val="18"/>
                <w:szCs w:val="18"/>
              </w:rPr>
              <w:t>)</w:t>
            </w:r>
          </w:p>
        </w:tc>
        <w:tc>
          <w:tcPr>
            <w:tcW w:w="851" w:type="dxa"/>
            <w:shd w:val="clear" w:color="auto" w:fill="auto"/>
          </w:tcPr>
          <w:p w14:paraId="5734572F" w14:textId="0AC95F4C" w:rsidR="00215C1D" w:rsidRPr="00197B29" w:rsidRDefault="00215C1D" w:rsidP="00215C1D">
            <w:pPr>
              <w:widowControl w:val="0"/>
              <w:suppressAutoHyphens w:val="0"/>
              <w:spacing w:before="57" w:line="240" w:lineRule="auto"/>
              <w:jc w:val="center"/>
              <w:rPr>
                <w:sz w:val="18"/>
                <w:szCs w:val="18"/>
                <w:highlight w:val="yellow"/>
              </w:rPr>
            </w:pPr>
            <w:r w:rsidRPr="005A406C">
              <w:rPr>
                <w:sz w:val="18"/>
                <w:szCs w:val="18"/>
              </w:rPr>
              <w:t>1</w:t>
            </w:r>
          </w:p>
        </w:tc>
      </w:tr>
      <w:tr w:rsidR="00215C1D" w:rsidRPr="00635EE6" w14:paraId="28CA96D0" w14:textId="77777777" w:rsidTr="00BC16AE">
        <w:tc>
          <w:tcPr>
            <w:tcW w:w="628" w:type="dxa"/>
            <w:shd w:val="clear" w:color="auto" w:fill="auto"/>
          </w:tcPr>
          <w:p w14:paraId="67CA9AA3" w14:textId="08BC7788" w:rsidR="00215C1D" w:rsidRPr="00635EE6" w:rsidRDefault="00215C1D" w:rsidP="00215C1D">
            <w:pPr>
              <w:widowControl w:val="0"/>
              <w:suppressAutoHyphens w:val="0"/>
              <w:spacing w:before="57" w:after="24" w:line="240" w:lineRule="auto"/>
              <w:jc w:val="center"/>
              <w:rPr>
                <w:sz w:val="18"/>
                <w:szCs w:val="18"/>
              </w:rPr>
            </w:pPr>
            <w:r w:rsidRPr="00635EE6">
              <w:rPr>
                <w:sz w:val="18"/>
                <w:szCs w:val="18"/>
              </w:rPr>
              <w:t>2</w:t>
            </w:r>
            <w:r w:rsidR="00196056">
              <w:rPr>
                <w:sz w:val="18"/>
                <w:szCs w:val="18"/>
              </w:rPr>
              <w:t xml:space="preserve"> and Rev.1</w:t>
            </w:r>
          </w:p>
        </w:tc>
        <w:tc>
          <w:tcPr>
            <w:tcW w:w="6122" w:type="dxa"/>
            <w:shd w:val="clear" w:color="auto" w:fill="auto"/>
          </w:tcPr>
          <w:p w14:paraId="629B55D3" w14:textId="2EAA20A4" w:rsidR="00215C1D" w:rsidRPr="00635EE6" w:rsidRDefault="00215C1D" w:rsidP="00215C1D">
            <w:pPr>
              <w:widowControl w:val="0"/>
              <w:suppressAutoHyphens w:val="0"/>
              <w:spacing w:before="57" w:after="24" w:line="240" w:lineRule="auto"/>
              <w:ind w:left="113"/>
              <w:rPr>
                <w:sz w:val="18"/>
                <w:szCs w:val="18"/>
              </w:rPr>
            </w:pPr>
            <w:r w:rsidRPr="00635EE6">
              <w:rPr>
                <w:sz w:val="18"/>
                <w:szCs w:val="18"/>
              </w:rPr>
              <w:t>(IWG on EDR/DSSAD) Proposal to amend document</w:t>
            </w:r>
            <w:bookmarkStart w:id="8" w:name="_Hlk48824687"/>
            <w:r w:rsidRPr="00635EE6">
              <w:rPr>
                <w:sz w:val="18"/>
                <w:szCs w:val="18"/>
              </w:rPr>
              <w:t xml:space="preserve"> ECE/TRANS/WP.29/2020/100</w:t>
            </w:r>
            <w:bookmarkEnd w:id="8"/>
            <w:r w:rsidRPr="00635EE6">
              <w:rPr>
                <w:sz w:val="18"/>
                <w:szCs w:val="18"/>
              </w:rPr>
              <w:t xml:space="preserve"> – (EDR performance elements)</w:t>
            </w:r>
          </w:p>
        </w:tc>
        <w:tc>
          <w:tcPr>
            <w:tcW w:w="720" w:type="dxa"/>
          </w:tcPr>
          <w:p w14:paraId="5008987C" w14:textId="7148E22A" w:rsidR="00215C1D" w:rsidRPr="00A97DE0" w:rsidRDefault="00215C1D" w:rsidP="00215C1D">
            <w:pPr>
              <w:widowControl w:val="0"/>
              <w:suppressAutoHyphens w:val="0"/>
              <w:spacing w:before="57" w:line="240" w:lineRule="auto"/>
              <w:jc w:val="center"/>
              <w:rPr>
                <w:sz w:val="18"/>
                <w:szCs w:val="18"/>
              </w:rPr>
            </w:pPr>
            <w:r w:rsidRPr="00A97DE0">
              <w:rPr>
                <w:sz w:val="18"/>
                <w:szCs w:val="18"/>
              </w:rPr>
              <w:t>(</w:t>
            </w:r>
            <w:r w:rsidR="004E1BD0">
              <w:rPr>
                <w:sz w:val="18"/>
                <w:szCs w:val="18"/>
              </w:rPr>
              <w:t>f</w:t>
            </w:r>
            <w:r w:rsidRPr="00A97DE0">
              <w:rPr>
                <w:sz w:val="18"/>
                <w:szCs w:val="18"/>
              </w:rPr>
              <w:t>)</w:t>
            </w:r>
          </w:p>
        </w:tc>
        <w:tc>
          <w:tcPr>
            <w:tcW w:w="851" w:type="dxa"/>
            <w:shd w:val="clear" w:color="auto" w:fill="auto"/>
          </w:tcPr>
          <w:p w14:paraId="7C386E18" w14:textId="068CC61D" w:rsidR="00215C1D" w:rsidRPr="00197B29" w:rsidRDefault="00196056" w:rsidP="00215C1D">
            <w:pPr>
              <w:widowControl w:val="0"/>
              <w:suppressAutoHyphens w:val="0"/>
              <w:spacing w:before="57" w:line="240" w:lineRule="auto"/>
              <w:jc w:val="center"/>
              <w:rPr>
                <w:sz w:val="18"/>
                <w:szCs w:val="18"/>
                <w:highlight w:val="yellow"/>
              </w:rPr>
            </w:pPr>
            <w:r>
              <w:rPr>
                <w:sz w:val="18"/>
                <w:szCs w:val="18"/>
              </w:rPr>
              <w:t>13</w:t>
            </w:r>
          </w:p>
        </w:tc>
      </w:tr>
      <w:tr w:rsidR="00215C1D" w:rsidRPr="00635EE6" w14:paraId="33B0EC65" w14:textId="77777777" w:rsidTr="00BC16AE">
        <w:tc>
          <w:tcPr>
            <w:tcW w:w="628" w:type="dxa"/>
            <w:shd w:val="clear" w:color="auto" w:fill="auto"/>
          </w:tcPr>
          <w:p w14:paraId="7F0872B0" w14:textId="6E2BF029" w:rsidR="00215C1D" w:rsidRPr="00635EE6" w:rsidRDefault="00215C1D" w:rsidP="00215C1D">
            <w:pPr>
              <w:widowControl w:val="0"/>
              <w:suppressAutoHyphens w:val="0"/>
              <w:spacing w:before="57" w:after="24" w:line="240" w:lineRule="auto"/>
              <w:jc w:val="center"/>
              <w:rPr>
                <w:sz w:val="18"/>
                <w:szCs w:val="18"/>
              </w:rPr>
            </w:pPr>
            <w:r w:rsidRPr="00635EE6">
              <w:rPr>
                <w:sz w:val="18"/>
                <w:szCs w:val="18"/>
              </w:rPr>
              <w:t>3</w:t>
            </w:r>
            <w:r w:rsidR="00196056">
              <w:rPr>
                <w:sz w:val="18"/>
                <w:szCs w:val="18"/>
              </w:rPr>
              <w:t xml:space="preserve"> and Rev.1</w:t>
            </w:r>
          </w:p>
        </w:tc>
        <w:tc>
          <w:tcPr>
            <w:tcW w:w="6122" w:type="dxa"/>
            <w:shd w:val="clear" w:color="auto" w:fill="auto"/>
          </w:tcPr>
          <w:p w14:paraId="0224D4EF" w14:textId="1335DAB6" w:rsidR="00215C1D" w:rsidRPr="00635EE6" w:rsidRDefault="00215C1D" w:rsidP="00215C1D">
            <w:pPr>
              <w:widowControl w:val="0"/>
              <w:suppressAutoHyphens w:val="0"/>
              <w:spacing w:before="57" w:after="24" w:line="240" w:lineRule="auto"/>
              <w:ind w:left="113"/>
              <w:rPr>
                <w:sz w:val="18"/>
                <w:szCs w:val="18"/>
              </w:rPr>
            </w:pPr>
            <w:r w:rsidRPr="00635EE6">
              <w:rPr>
                <w:sz w:val="18"/>
                <w:szCs w:val="18"/>
              </w:rPr>
              <w:t>(IWG on EDR/DSSAD) Proposal to amend document ECE/TRANS/WP.29/2020/123 – (draft EDR UN Regulation)</w:t>
            </w:r>
          </w:p>
        </w:tc>
        <w:tc>
          <w:tcPr>
            <w:tcW w:w="720" w:type="dxa"/>
          </w:tcPr>
          <w:p w14:paraId="39188ACA" w14:textId="2B08EC34" w:rsidR="00215C1D" w:rsidRPr="00A97DE0" w:rsidRDefault="00215C1D" w:rsidP="00215C1D">
            <w:pPr>
              <w:widowControl w:val="0"/>
              <w:suppressAutoHyphens w:val="0"/>
              <w:spacing w:before="57" w:line="240" w:lineRule="auto"/>
              <w:jc w:val="center"/>
              <w:rPr>
                <w:sz w:val="18"/>
                <w:szCs w:val="18"/>
              </w:rPr>
            </w:pPr>
            <w:r w:rsidRPr="00A97DE0">
              <w:rPr>
                <w:sz w:val="18"/>
                <w:szCs w:val="18"/>
              </w:rPr>
              <w:t>(</w:t>
            </w:r>
            <w:r w:rsidR="004E1BD0">
              <w:rPr>
                <w:sz w:val="18"/>
                <w:szCs w:val="18"/>
              </w:rPr>
              <w:t>f</w:t>
            </w:r>
            <w:r w:rsidRPr="00A97DE0">
              <w:rPr>
                <w:sz w:val="18"/>
                <w:szCs w:val="18"/>
              </w:rPr>
              <w:t>)</w:t>
            </w:r>
          </w:p>
        </w:tc>
        <w:tc>
          <w:tcPr>
            <w:tcW w:w="851" w:type="dxa"/>
            <w:shd w:val="clear" w:color="auto" w:fill="auto"/>
          </w:tcPr>
          <w:p w14:paraId="5A098633" w14:textId="01B505EA" w:rsidR="00215C1D" w:rsidRPr="00197B29" w:rsidRDefault="00196056" w:rsidP="00215C1D">
            <w:pPr>
              <w:widowControl w:val="0"/>
              <w:suppressAutoHyphens w:val="0"/>
              <w:spacing w:before="57" w:line="240" w:lineRule="auto"/>
              <w:jc w:val="center"/>
              <w:rPr>
                <w:sz w:val="18"/>
                <w:szCs w:val="18"/>
                <w:highlight w:val="yellow"/>
              </w:rPr>
            </w:pPr>
            <w:r>
              <w:rPr>
                <w:sz w:val="18"/>
                <w:szCs w:val="18"/>
              </w:rPr>
              <w:t>13</w:t>
            </w:r>
          </w:p>
        </w:tc>
      </w:tr>
      <w:tr w:rsidR="00215C1D" w:rsidRPr="00635EE6" w14:paraId="46337127" w14:textId="77777777" w:rsidTr="00BC16AE">
        <w:tc>
          <w:tcPr>
            <w:tcW w:w="628" w:type="dxa"/>
            <w:shd w:val="clear" w:color="auto" w:fill="auto"/>
          </w:tcPr>
          <w:p w14:paraId="2569BFBA" w14:textId="6693E3F9" w:rsidR="00215C1D" w:rsidRPr="00635EE6" w:rsidRDefault="00215C1D" w:rsidP="00215C1D">
            <w:pPr>
              <w:widowControl w:val="0"/>
              <w:suppressAutoHyphens w:val="0"/>
              <w:spacing w:before="57" w:after="24" w:line="240" w:lineRule="auto"/>
              <w:jc w:val="center"/>
              <w:rPr>
                <w:sz w:val="18"/>
                <w:szCs w:val="18"/>
              </w:rPr>
            </w:pPr>
            <w:r w:rsidRPr="00635EE6">
              <w:rPr>
                <w:sz w:val="18"/>
                <w:szCs w:val="18"/>
              </w:rPr>
              <w:t>4</w:t>
            </w:r>
          </w:p>
        </w:tc>
        <w:tc>
          <w:tcPr>
            <w:tcW w:w="6122" w:type="dxa"/>
            <w:shd w:val="clear" w:color="auto" w:fill="auto"/>
          </w:tcPr>
          <w:p w14:paraId="64ECFEA9" w14:textId="06D114CC" w:rsidR="00215C1D" w:rsidRPr="00635EE6" w:rsidRDefault="00215C1D" w:rsidP="00215C1D">
            <w:pPr>
              <w:widowControl w:val="0"/>
              <w:suppressAutoHyphens w:val="0"/>
              <w:spacing w:before="57" w:after="24" w:line="240" w:lineRule="auto"/>
              <w:ind w:left="113"/>
              <w:rPr>
                <w:sz w:val="18"/>
                <w:szCs w:val="18"/>
              </w:rPr>
            </w:pPr>
            <w:r w:rsidRPr="00635EE6">
              <w:rPr>
                <w:sz w:val="18"/>
                <w:szCs w:val="18"/>
              </w:rPr>
              <w:t>(Chair) Proceedings of the 119th session of GRSG</w:t>
            </w:r>
          </w:p>
        </w:tc>
        <w:tc>
          <w:tcPr>
            <w:tcW w:w="720" w:type="dxa"/>
          </w:tcPr>
          <w:p w14:paraId="4823FD84" w14:textId="76AD1FDC" w:rsidR="00215C1D" w:rsidRPr="00635EE6" w:rsidRDefault="00215C1D" w:rsidP="00215C1D">
            <w:pPr>
              <w:widowControl w:val="0"/>
              <w:suppressAutoHyphens w:val="0"/>
              <w:spacing w:before="57" w:line="240" w:lineRule="auto"/>
              <w:jc w:val="center"/>
              <w:rPr>
                <w:sz w:val="18"/>
                <w:szCs w:val="18"/>
                <w:highlight w:val="yellow"/>
              </w:rPr>
            </w:pPr>
            <w:r w:rsidRPr="00196056">
              <w:rPr>
                <w:sz w:val="18"/>
                <w:szCs w:val="18"/>
              </w:rPr>
              <w:t>(</w:t>
            </w:r>
            <w:r w:rsidR="004E1BD0">
              <w:rPr>
                <w:sz w:val="18"/>
                <w:szCs w:val="18"/>
              </w:rPr>
              <w:t>e</w:t>
            </w:r>
            <w:r w:rsidRPr="00196056">
              <w:rPr>
                <w:sz w:val="18"/>
                <w:szCs w:val="18"/>
              </w:rPr>
              <w:t>)</w:t>
            </w:r>
          </w:p>
        </w:tc>
        <w:tc>
          <w:tcPr>
            <w:tcW w:w="851" w:type="dxa"/>
            <w:shd w:val="clear" w:color="auto" w:fill="auto"/>
          </w:tcPr>
          <w:p w14:paraId="72F28D28" w14:textId="0CF0E8D0" w:rsidR="00215C1D" w:rsidRPr="00197B29" w:rsidRDefault="005A406C" w:rsidP="00215C1D">
            <w:pPr>
              <w:widowControl w:val="0"/>
              <w:suppressAutoHyphens w:val="0"/>
              <w:spacing w:before="57" w:line="240" w:lineRule="auto"/>
              <w:jc w:val="center"/>
              <w:rPr>
                <w:sz w:val="18"/>
                <w:szCs w:val="18"/>
                <w:highlight w:val="yellow"/>
              </w:rPr>
            </w:pPr>
            <w:r w:rsidRPr="005A406C">
              <w:rPr>
                <w:sz w:val="18"/>
                <w:szCs w:val="18"/>
              </w:rPr>
              <w:t>1</w:t>
            </w:r>
          </w:p>
        </w:tc>
      </w:tr>
      <w:tr w:rsidR="00215C1D" w:rsidRPr="00635EE6" w14:paraId="4692DCB9" w14:textId="77777777" w:rsidTr="00BC16AE">
        <w:tc>
          <w:tcPr>
            <w:tcW w:w="628" w:type="dxa"/>
            <w:shd w:val="clear" w:color="auto" w:fill="auto"/>
          </w:tcPr>
          <w:p w14:paraId="3E88C1EE" w14:textId="0AE03052" w:rsidR="00215C1D" w:rsidRPr="00635EE6" w:rsidRDefault="00215C1D" w:rsidP="00215C1D">
            <w:pPr>
              <w:widowControl w:val="0"/>
              <w:suppressAutoHyphens w:val="0"/>
              <w:spacing w:before="57" w:after="24" w:line="240" w:lineRule="auto"/>
              <w:jc w:val="center"/>
              <w:rPr>
                <w:sz w:val="18"/>
                <w:szCs w:val="18"/>
              </w:rPr>
            </w:pPr>
            <w:r w:rsidRPr="00635EE6">
              <w:rPr>
                <w:sz w:val="18"/>
                <w:szCs w:val="18"/>
              </w:rPr>
              <w:t>5</w:t>
            </w:r>
          </w:p>
        </w:tc>
        <w:tc>
          <w:tcPr>
            <w:tcW w:w="6122" w:type="dxa"/>
            <w:shd w:val="clear" w:color="auto" w:fill="auto"/>
          </w:tcPr>
          <w:p w14:paraId="1F849C5B" w14:textId="0479AF09" w:rsidR="00215C1D" w:rsidRPr="00635EE6" w:rsidRDefault="00215C1D" w:rsidP="00215C1D">
            <w:pPr>
              <w:widowControl w:val="0"/>
              <w:spacing w:before="57" w:after="24"/>
              <w:ind w:left="113"/>
              <w:rPr>
                <w:sz w:val="18"/>
                <w:szCs w:val="18"/>
              </w:rPr>
            </w:pPr>
            <w:r w:rsidRPr="00635EE6">
              <w:rPr>
                <w:sz w:val="18"/>
                <w:szCs w:val="18"/>
              </w:rPr>
              <w:t>(Germany) Suggestion for an amendment of UN Regulation No. 151 (Blind Spot Information Systems)</w:t>
            </w:r>
          </w:p>
        </w:tc>
        <w:tc>
          <w:tcPr>
            <w:tcW w:w="720" w:type="dxa"/>
          </w:tcPr>
          <w:p w14:paraId="496EC2F7" w14:textId="4D73F7C4" w:rsidR="00215C1D" w:rsidRPr="00A53FA9" w:rsidRDefault="00215C1D" w:rsidP="00215C1D">
            <w:pPr>
              <w:widowControl w:val="0"/>
              <w:suppressAutoHyphens w:val="0"/>
              <w:spacing w:before="57" w:line="240" w:lineRule="auto"/>
              <w:jc w:val="center"/>
              <w:rPr>
                <w:sz w:val="18"/>
                <w:szCs w:val="18"/>
              </w:rPr>
            </w:pPr>
            <w:r w:rsidRPr="00A53FA9">
              <w:rPr>
                <w:sz w:val="18"/>
                <w:szCs w:val="18"/>
              </w:rPr>
              <w:t>(</w:t>
            </w:r>
            <w:r w:rsidR="004E1BD0">
              <w:rPr>
                <w:sz w:val="18"/>
                <w:szCs w:val="18"/>
              </w:rPr>
              <w:t>e</w:t>
            </w:r>
            <w:r w:rsidRPr="00A53FA9">
              <w:rPr>
                <w:sz w:val="18"/>
                <w:szCs w:val="18"/>
              </w:rPr>
              <w:t>)</w:t>
            </w:r>
          </w:p>
        </w:tc>
        <w:tc>
          <w:tcPr>
            <w:tcW w:w="851" w:type="dxa"/>
            <w:shd w:val="clear" w:color="auto" w:fill="auto"/>
          </w:tcPr>
          <w:p w14:paraId="3D6F212E" w14:textId="287FB330" w:rsidR="00215C1D" w:rsidRPr="00197B29" w:rsidRDefault="00437FC0" w:rsidP="00215C1D">
            <w:pPr>
              <w:widowControl w:val="0"/>
              <w:suppressAutoHyphens w:val="0"/>
              <w:spacing w:before="57" w:line="240" w:lineRule="auto"/>
              <w:jc w:val="center"/>
              <w:rPr>
                <w:sz w:val="18"/>
                <w:szCs w:val="18"/>
                <w:highlight w:val="yellow"/>
              </w:rPr>
            </w:pPr>
            <w:r>
              <w:rPr>
                <w:sz w:val="18"/>
                <w:szCs w:val="18"/>
              </w:rPr>
              <w:t>4b</w:t>
            </w:r>
          </w:p>
        </w:tc>
      </w:tr>
      <w:tr w:rsidR="00215C1D" w:rsidRPr="00635EE6" w14:paraId="54A37DCD" w14:textId="77777777" w:rsidTr="00BC16AE">
        <w:tc>
          <w:tcPr>
            <w:tcW w:w="628" w:type="dxa"/>
            <w:shd w:val="clear" w:color="auto" w:fill="auto"/>
          </w:tcPr>
          <w:p w14:paraId="0B2A735C" w14:textId="719ADF1B" w:rsidR="00215C1D" w:rsidRPr="00635EE6" w:rsidRDefault="00215C1D" w:rsidP="00215C1D">
            <w:pPr>
              <w:widowControl w:val="0"/>
              <w:suppressAutoHyphens w:val="0"/>
              <w:spacing w:before="57" w:after="24" w:line="240" w:lineRule="auto"/>
              <w:jc w:val="center"/>
              <w:rPr>
                <w:sz w:val="18"/>
                <w:szCs w:val="18"/>
              </w:rPr>
            </w:pPr>
            <w:r w:rsidRPr="00635EE6">
              <w:rPr>
                <w:sz w:val="18"/>
                <w:szCs w:val="18"/>
              </w:rPr>
              <w:t>6</w:t>
            </w:r>
          </w:p>
        </w:tc>
        <w:tc>
          <w:tcPr>
            <w:tcW w:w="6122" w:type="dxa"/>
            <w:shd w:val="clear" w:color="auto" w:fill="auto"/>
          </w:tcPr>
          <w:p w14:paraId="76985534" w14:textId="5FE15341" w:rsidR="00215C1D" w:rsidRPr="00635EE6" w:rsidRDefault="00215C1D" w:rsidP="00215C1D">
            <w:pPr>
              <w:widowControl w:val="0"/>
              <w:suppressAutoHyphens w:val="0"/>
              <w:spacing w:before="57" w:after="24" w:line="240" w:lineRule="auto"/>
              <w:ind w:left="113"/>
              <w:rPr>
                <w:sz w:val="18"/>
                <w:szCs w:val="18"/>
              </w:rPr>
            </w:pPr>
            <w:r w:rsidRPr="00635EE6">
              <w:rPr>
                <w:sz w:val="18"/>
                <w:szCs w:val="18"/>
              </w:rPr>
              <w:t>(Germany) Future Ideas for Regulation 151</w:t>
            </w:r>
          </w:p>
        </w:tc>
        <w:tc>
          <w:tcPr>
            <w:tcW w:w="720" w:type="dxa"/>
          </w:tcPr>
          <w:p w14:paraId="1049762D" w14:textId="57EE2AA7" w:rsidR="00215C1D" w:rsidRPr="00A53FA9" w:rsidRDefault="00215C1D" w:rsidP="00215C1D">
            <w:pPr>
              <w:widowControl w:val="0"/>
              <w:suppressAutoHyphens w:val="0"/>
              <w:spacing w:before="57" w:line="240" w:lineRule="auto"/>
              <w:jc w:val="center"/>
              <w:rPr>
                <w:sz w:val="18"/>
                <w:szCs w:val="18"/>
              </w:rPr>
            </w:pPr>
            <w:r w:rsidRPr="00A53FA9">
              <w:rPr>
                <w:sz w:val="18"/>
                <w:szCs w:val="18"/>
              </w:rPr>
              <w:t>(</w:t>
            </w:r>
            <w:r w:rsidR="004E1BD0">
              <w:rPr>
                <w:sz w:val="18"/>
                <w:szCs w:val="18"/>
              </w:rPr>
              <w:t>e</w:t>
            </w:r>
            <w:r w:rsidRPr="00A53FA9">
              <w:rPr>
                <w:sz w:val="18"/>
                <w:szCs w:val="18"/>
              </w:rPr>
              <w:t>)</w:t>
            </w:r>
          </w:p>
        </w:tc>
        <w:tc>
          <w:tcPr>
            <w:tcW w:w="851" w:type="dxa"/>
            <w:shd w:val="clear" w:color="auto" w:fill="auto"/>
          </w:tcPr>
          <w:p w14:paraId="4D09A25A" w14:textId="3A5F79E8" w:rsidR="00215C1D" w:rsidRPr="00197B29" w:rsidRDefault="00437FC0" w:rsidP="00215C1D">
            <w:pPr>
              <w:widowControl w:val="0"/>
              <w:suppressAutoHyphens w:val="0"/>
              <w:spacing w:before="57" w:line="240" w:lineRule="auto"/>
              <w:jc w:val="center"/>
              <w:rPr>
                <w:sz w:val="18"/>
                <w:szCs w:val="18"/>
                <w:highlight w:val="yellow"/>
              </w:rPr>
            </w:pPr>
            <w:r w:rsidRPr="00437FC0">
              <w:rPr>
                <w:sz w:val="18"/>
                <w:szCs w:val="18"/>
              </w:rPr>
              <w:t>4b</w:t>
            </w:r>
          </w:p>
        </w:tc>
      </w:tr>
      <w:tr w:rsidR="00215C1D" w:rsidRPr="00635EE6" w14:paraId="68F5A386" w14:textId="77777777" w:rsidTr="00BC16AE">
        <w:tc>
          <w:tcPr>
            <w:tcW w:w="628" w:type="dxa"/>
            <w:shd w:val="clear" w:color="auto" w:fill="auto"/>
          </w:tcPr>
          <w:p w14:paraId="1F1E079A" w14:textId="5B9ADD90" w:rsidR="00215C1D" w:rsidRPr="00635EE6" w:rsidRDefault="00215C1D" w:rsidP="00215C1D">
            <w:pPr>
              <w:widowControl w:val="0"/>
              <w:suppressAutoHyphens w:val="0"/>
              <w:spacing w:before="57" w:after="24" w:line="240" w:lineRule="auto"/>
              <w:jc w:val="center"/>
              <w:rPr>
                <w:sz w:val="18"/>
                <w:szCs w:val="18"/>
              </w:rPr>
            </w:pPr>
            <w:r w:rsidRPr="00635EE6">
              <w:rPr>
                <w:sz w:val="18"/>
                <w:szCs w:val="18"/>
              </w:rPr>
              <w:t>7</w:t>
            </w:r>
          </w:p>
        </w:tc>
        <w:tc>
          <w:tcPr>
            <w:tcW w:w="6122" w:type="dxa"/>
            <w:shd w:val="clear" w:color="auto" w:fill="auto"/>
          </w:tcPr>
          <w:p w14:paraId="5E166886" w14:textId="38417DFD" w:rsidR="00215C1D" w:rsidRPr="00635EE6" w:rsidRDefault="00215C1D" w:rsidP="00215C1D">
            <w:pPr>
              <w:widowControl w:val="0"/>
              <w:suppressAutoHyphens w:val="0"/>
              <w:spacing w:before="57" w:after="24" w:line="240" w:lineRule="auto"/>
              <w:ind w:left="113"/>
              <w:rPr>
                <w:sz w:val="18"/>
                <w:szCs w:val="18"/>
              </w:rPr>
            </w:pPr>
            <w:r w:rsidRPr="00635EE6">
              <w:rPr>
                <w:sz w:val="18"/>
                <w:szCs w:val="18"/>
              </w:rPr>
              <w:t>(IWG on EDR/DSSAD) Data Elements/Format Under Consideration</w:t>
            </w:r>
          </w:p>
        </w:tc>
        <w:tc>
          <w:tcPr>
            <w:tcW w:w="720" w:type="dxa"/>
          </w:tcPr>
          <w:p w14:paraId="6652065A" w14:textId="3C8B54AF" w:rsidR="00215C1D" w:rsidRPr="00635EE6" w:rsidRDefault="00215C1D" w:rsidP="00215C1D">
            <w:pPr>
              <w:widowControl w:val="0"/>
              <w:suppressAutoHyphens w:val="0"/>
              <w:spacing w:before="57" w:line="240" w:lineRule="auto"/>
              <w:jc w:val="center"/>
              <w:rPr>
                <w:sz w:val="18"/>
                <w:szCs w:val="18"/>
                <w:highlight w:val="yellow"/>
              </w:rPr>
            </w:pPr>
            <w:r w:rsidRPr="00E61DC1">
              <w:rPr>
                <w:sz w:val="18"/>
                <w:szCs w:val="18"/>
              </w:rPr>
              <w:t>(</w:t>
            </w:r>
            <w:r w:rsidR="004E1BD0">
              <w:rPr>
                <w:sz w:val="18"/>
                <w:szCs w:val="18"/>
              </w:rPr>
              <w:t>e</w:t>
            </w:r>
            <w:r w:rsidRPr="00E61DC1">
              <w:rPr>
                <w:sz w:val="18"/>
                <w:szCs w:val="18"/>
              </w:rPr>
              <w:t>)</w:t>
            </w:r>
          </w:p>
        </w:tc>
        <w:tc>
          <w:tcPr>
            <w:tcW w:w="851" w:type="dxa"/>
            <w:shd w:val="clear" w:color="auto" w:fill="auto"/>
          </w:tcPr>
          <w:p w14:paraId="1CB4C4C2" w14:textId="14A6C5CA" w:rsidR="00215C1D" w:rsidRPr="00197B29" w:rsidRDefault="00196056" w:rsidP="00215C1D">
            <w:pPr>
              <w:widowControl w:val="0"/>
              <w:suppressAutoHyphens w:val="0"/>
              <w:spacing w:before="57" w:line="240" w:lineRule="auto"/>
              <w:jc w:val="center"/>
              <w:rPr>
                <w:sz w:val="18"/>
                <w:szCs w:val="18"/>
                <w:highlight w:val="yellow"/>
              </w:rPr>
            </w:pPr>
            <w:r>
              <w:rPr>
                <w:sz w:val="18"/>
                <w:szCs w:val="18"/>
              </w:rPr>
              <w:t>13</w:t>
            </w:r>
          </w:p>
        </w:tc>
      </w:tr>
      <w:tr w:rsidR="00215C1D" w:rsidRPr="00635EE6" w14:paraId="3E3888B5" w14:textId="77777777" w:rsidTr="00BC16AE">
        <w:tc>
          <w:tcPr>
            <w:tcW w:w="628" w:type="dxa"/>
            <w:shd w:val="clear" w:color="auto" w:fill="auto"/>
          </w:tcPr>
          <w:p w14:paraId="328F3AB9" w14:textId="4932E21C" w:rsidR="00215C1D" w:rsidRPr="00635EE6" w:rsidRDefault="00215C1D" w:rsidP="00215C1D">
            <w:pPr>
              <w:widowControl w:val="0"/>
              <w:suppressAutoHyphens w:val="0"/>
              <w:spacing w:before="57" w:after="24" w:line="240" w:lineRule="auto"/>
              <w:jc w:val="center"/>
              <w:rPr>
                <w:sz w:val="18"/>
                <w:szCs w:val="18"/>
              </w:rPr>
            </w:pPr>
            <w:r w:rsidRPr="00635EE6">
              <w:rPr>
                <w:sz w:val="18"/>
                <w:szCs w:val="18"/>
              </w:rPr>
              <w:t>8</w:t>
            </w:r>
          </w:p>
        </w:tc>
        <w:tc>
          <w:tcPr>
            <w:tcW w:w="6122" w:type="dxa"/>
            <w:shd w:val="clear" w:color="auto" w:fill="auto"/>
          </w:tcPr>
          <w:p w14:paraId="3BCCAC64" w14:textId="1E7E0227" w:rsidR="00215C1D" w:rsidRPr="00635EE6" w:rsidRDefault="00215C1D" w:rsidP="00215C1D">
            <w:pPr>
              <w:widowControl w:val="0"/>
              <w:suppressAutoHyphens w:val="0"/>
              <w:spacing w:before="57" w:after="24" w:line="240" w:lineRule="auto"/>
              <w:ind w:left="113"/>
              <w:rPr>
                <w:sz w:val="18"/>
                <w:szCs w:val="18"/>
              </w:rPr>
            </w:pPr>
            <w:r w:rsidRPr="00635EE6">
              <w:rPr>
                <w:sz w:val="18"/>
                <w:szCs w:val="18"/>
              </w:rPr>
              <w:t>(IWG on BMFE) Overview of activities of the IWG on BMFE since the 118th session of GRSG</w:t>
            </w:r>
          </w:p>
        </w:tc>
        <w:tc>
          <w:tcPr>
            <w:tcW w:w="720" w:type="dxa"/>
          </w:tcPr>
          <w:p w14:paraId="40A38FE2" w14:textId="5A804297" w:rsidR="00215C1D" w:rsidRPr="00635EE6" w:rsidRDefault="00215C1D" w:rsidP="00215C1D">
            <w:pPr>
              <w:widowControl w:val="0"/>
              <w:suppressAutoHyphens w:val="0"/>
              <w:spacing w:before="57" w:line="240" w:lineRule="auto"/>
              <w:jc w:val="center"/>
              <w:rPr>
                <w:sz w:val="18"/>
                <w:szCs w:val="18"/>
                <w:highlight w:val="yellow"/>
              </w:rPr>
            </w:pPr>
            <w:r w:rsidRPr="00196056">
              <w:rPr>
                <w:sz w:val="18"/>
                <w:szCs w:val="18"/>
              </w:rPr>
              <w:t>(</w:t>
            </w:r>
            <w:r w:rsidR="004E1BD0">
              <w:rPr>
                <w:sz w:val="18"/>
                <w:szCs w:val="18"/>
              </w:rPr>
              <w:t>e</w:t>
            </w:r>
            <w:r w:rsidRPr="00196056">
              <w:rPr>
                <w:sz w:val="18"/>
                <w:szCs w:val="18"/>
              </w:rPr>
              <w:t>)</w:t>
            </w:r>
          </w:p>
        </w:tc>
        <w:tc>
          <w:tcPr>
            <w:tcW w:w="851" w:type="dxa"/>
            <w:shd w:val="clear" w:color="auto" w:fill="auto"/>
          </w:tcPr>
          <w:p w14:paraId="35FE425C" w14:textId="5FDB9386" w:rsidR="00215C1D" w:rsidRPr="00197B29" w:rsidRDefault="004971F7" w:rsidP="00215C1D">
            <w:pPr>
              <w:widowControl w:val="0"/>
              <w:suppressAutoHyphens w:val="0"/>
              <w:spacing w:before="57" w:line="240" w:lineRule="auto"/>
              <w:jc w:val="center"/>
              <w:rPr>
                <w:sz w:val="18"/>
                <w:szCs w:val="18"/>
                <w:highlight w:val="yellow"/>
              </w:rPr>
            </w:pPr>
            <w:r w:rsidRPr="00AD75F4">
              <w:rPr>
                <w:sz w:val="18"/>
                <w:szCs w:val="18"/>
              </w:rPr>
              <w:t>2</w:t>
            </w:r>
          </w:p>
        </w:tc>
      </w:tr>
      <w:tr w:rsidR="00215C1D" w:rsidRPr="00635EE6" w14:paraId="6B0137C4" w14:textId="77777777" w:rsidTr="00BC16AE">
        <w:tc>
          <w:tcPr>
            <w:tcW w:w="628" w:type="dxa"/>
            <w:shd w:val="clear" w:color="auto" w:fill="auto"/>
          </w:tcPr>
          <w:p w14:paraId="19E153CF" w14:textId="2C5D0988" w:rsidR="00215C1D" w:rsidRPr="00635EE6" w:rsidRDefault="00215C1D" w:rsidP="00215C1D">
            <w:pPr>
              <w:widowControl w:val="0"/>
              <w:suppressAutoHyphens w:val="0"/>
              <w:spacing w:before="57" w:after="24" w:line="240" w:lineRule="auto"/>
              <w:jc w:val="center"/>
              <w:rPr>
                <w:sz w:val="18"/>
                <w:szCs w:val="18"/>
              </w:rPr>
            </w:pPr>
            <w:r w:rsidRPr="00635EE6">
              <w:rPr>
                <w:sz w:val="18"/>
                <w:szCs w:val="18"/>
              </w:rPr>
              <w:t>9</w:t>
            </w:r>
          </w:p>
        </w:tc>
        <w:tc>
          <w:tcPr>
            <w:tcW w:w="6122" w:type="dxa"/>
            <w:shd w:val="clear" w:color="auto" w:fill="auto"/>
          </w:tcPr>
          <w:p w14:paraId="7458EDAF" w14:textId="1E0F3FEB" w:rsidR="00215C1D" w:rsidRPr="00635EE6" w:rsidRDefault="00215C1D" w:rsidP="00215C1D">
            <w:pPr>
              <w:widowControl w:val="0"/>
              <w:suppressAutoHyphens w:val="0"/>
              <w:spacing w:before="57" w:after="24" w:line="240" w:lineRule="auto"/>
              <w:ind w:left="113"/>
              <w:rPr>
                <w:sz w:val="18"/>
                <w:szCs w:val="18"/>
              </w:rPr>
            </w:pPr>
            <w:r w:rsidRPr="00635EE6">
              <w:rPr>
                <w:sz w:val="18"/>
                <w:szCs w:val="18"/>
              </w:rPr>
              <w:t>(IWG on BMFE) Proposal for 09 series of amendments to UN Regulation No. 107 (General construction of M</w:t>
            </w:r>
            <w:r w:rsidRPr="00247D9A">
              <w:rPr>
                <w:sz w:val="18"/>
                <w:szCs w:val="18"/>
                <w:vertAlign w:val="subscript"/>
              </w:rPr>
              <w:t>2</w:t>
            </w:r>
            <w:r w:rsidRPr="00635EE6">
              <w:rPr>
                <w:sz w:val="18"/>
                <w:szCs w:val="18"/>
              </w:rPr>
              <w:t xml:space="preserve"> &amp; M</w:t>
            </w:r>
            <w:r w:rsidRPr="00247D9A">
              <w:rPr>
                <w:sz w:val="18"/>
                <w:szCs w:val="18"/>
                <w:vertAlign w:val="subscript"/>
              </w:rPr>
              <w:t>3</w:t>
            </w:r>
            <w:r w:rsidRPr="00635EE6">
              <w:rPr>
                <w:sz w:val="18"/>
                <w:szCs w:val="18"/>
              </w:rPr>
              <w:t xml:space="preserve"> vehicles)</w:t>
            </w:r>
          </w:p>
        </w:tc>
        <w:tc>
          <w:tcPr>
            <w:tcW w:w="720" w:type="dxa"/>
          </w:tcPr>
          <w:p w14:paraId="1B82BA89" w14:textId="148C6C62" w:rsidR="00215C1D" w:rsidRPr="00635EE6" w:rsidRDefault="00215C1D" w:rsidP="00215C1D">
            <w:pPr>
              <w:widowControl w:val="0"/>
              <w:suppressAutoHyphens w:val="0"/>
              <w:spacing w:before="57" w:line="240" w:lineRule="auto"/>
              <w:jc w:val="center"/>
              <w:rPr>
                <w:sz w:val="18"/>
                <w:szCs w:val="18"/>
                <w:highlight w:val="yellow"/>
              </w:rPr>
            </w:pPr>
            <w:r w:rsidRPr="00A53FA9">
              <w:rPr>
                <w:sz w:val="18"/>
                <w:szCs w:val="18"/>
              </w:rPr>
              <w:t>(a)</w:t>
            </w:r>
          </w:p>
        </w:tc>
        <w:tc>
          <w:tcPr>
            <w:tcW w:w="851" w:type="dxa"/>
            <w:shd w:val="clear" w:color="auto" w:fill="auto"/>
          </w:tcPr>
          <w:p w14:paraId="12A34957" w14:textId="17FB604B" w:rsidR="00215C1D" w:rsidRPr="00197B29" w:rsidRDefault="00AD75F4" w:rsidP="00215C1D">
            <w:pPr>
              <w:widowControl w:val="0"/>
              <w:suppressAutoHyphens w:val="0"/>
              <w:spacing w:before="57" w:line="240" w:lineRule="auto"/>
              <w:jc w:val="center"/>
              <w:rPr>
                <w:sz w:val="18"/>
                <w:szCs w:val="18"/>
                <w:highlight w:val="yellow"/>
              </w:rPr>
            </w:pPr>
            <w:r w:rsidRPr="00AD75F4">
              <w:rPr>
                <w:sz w:val="18"/>
                <w:szCs w:val="18"/>
              </w:rPr>
              <w:t>2a</w:t>
            </w:r>
          </w:p>
        </w:tc>
      </w:tr>
      <w:tr w:rsidR="00215C1D" w:rsidRPr="00635EE6" w14:paraId="170B54C7" w14:textId="77777777" w:rsidTr="00BC16AE">
        <w:tc>
          <w:tcPr>
            <w:tcW w:w="628" w:type="dxa"/>
            <w:shd w:val="clear" w:color="auto" w:fill="auto"/>
          </w:tcPr>
          <w:p w14:paraId="28C541D5" w14:textId="76F1D6CD" w:rsidR="00215C1D" w:rsidRPr="00635EE6" w:rsidRDefault="00215C1D" w:rsidP="00215C1D">
            <w:pPr>
              <w:widowControl w:val="0"/>
              <w:suppressAutoHyphens w:val="0"/>
              <w:spacing w:before="57" w:after="24" w:line="240" w:lineRule="auto"/>
              <w:jc w:val="center"/>
              <w:rPr>
                <w:sz w:val="18"/>
                <w:szCs w:val="18"/>
              </w:rPr>
            </w:pPr>
            <w:r w:rsidRPr="00635EE6">
              <w:rPr>
                <w:sz w:val="18"/>
                <w:szCs w:val="18"/>
              </w:rPr>
              <w:t>10</w:t>
            </w:r>
          </w:p>
        </w:tc>
        <w:tc>
          <w:tcPr>
            <w:tcW w:w="6122" w:type="dxa"/>
            <w:shd w:val="clear" w:color="auto" w:fill="auto"/>
          </w:tcPr>
          <w:p w14:paraId="327B43F3" w14:textId="0D2C9F92" w:rsidR="00215C1D" w:rsidRPr="00635EE6" w:rsidRDefault="00215C1D" w:rsidP="00215C1D">
            <w:pPr>
              <w:widowControl w:val="0"/>
              <w:suppressAutoHyphens w:val="0"/>
              <w:spacing w:before="57" w:after="24" w:line="240" w:lineRule="auto"/>
              <w:ind w:left="113"/>
              <w:rPr>
                <w:sz w:val="18"/>
                <w:szCs w:val="18"/>
              </w:rPr>
            </w:pPr>
            <w:r w:rsidRPr="00635EE6">
              <w:rPr>
                <w:sz w:val="18"/>
                <w:szCs w:val="18"/>
              </w:rPr>
              <w:t>(IWG on BMFE) Proposal for 04 series of amendments to UN Regulation No. 118 (Burning behaviour of materials)</w:t>
            </w:r>
          </w:p>
        </w:tc>
        <w:tc>
          <w:tcPr>
            <w:tcW w:w="720" w:type="dxa"/>
          </w:tcPr>
          <w:p w14:paraId="4C084BB5" w14:textId="4219F398" w:rsidR="00215C1D" w:rsidRPr="00635EE6" w:rsidRDefault="00215C1D" w:rsidP="00215C1D">
            <w:pPr>
              <w:widowControl w:val="0"/>
              <w:suppressAutoHyphens w:val="0"/>
              <w:spacing w:before="57" w:line="240" w:lineRule="auto"/>
              <w:jc w:val="center"/>
              <w:rPr>
                <w:sz w:val="18"/>
                <w:szCs w:val="18"/>
                <w:highlight w:val="yellow"/>
              </w:rPr>
            </w:pPr>
            <w:r w:rsidRPr="00A53FA9">
              <w:rPr>
                <w:sz w:val="18"/>
                <w:szCs w:val="18"/>
              </w:rPr>
              <w:t>(</w:t>
            </w:r>
            <w:r w:rsidR="00A53FA9">
              <w:rPr>
                <w:sz w:val="18"/>
                <w:szCs w:val="18"/>
              </w:rPr>
              <w:t>a</w:t>
            </w:r>
            <w:r w:rsidRPr="00A53FA9">
              <w:rPr>
                <w:sz w:val="18"/>
                <w:szCs w:val="18"/>
              </w:rPr>
              <w:t>)</w:t>
            </w:r>
          </w:p>
        </w:tc>
        <w:tc>
          <w:tcPr>
            <w:tcW w:w="851" w:type="dxa"/>
            <w:shd w:val="clear" w:color="auto" w:fill="auto"/>
          </w:tcPr>
          <w:p w14:paraId="3DEA8444" w14:textId="57B0F440" w:rsidR="00215C1D" w:rsidRPr="00197B29" w:rsidRDefault="009C712D" w:rsidP="00215C1D">
            <w:pPr>
              <w:widowControl w:val="0"/>
              <w:suppressAutoHyphens w:val="0"/>
              <w:spacing w:before="57" w:line="240" w:lineRule="auto"/>
              <w:jc w:val="center"/>
              <w:rPr>
                <w:sz w:val="18"/>
                <w:szCs w:val="18"/>
                <w:highlight w:val="yellow"/>
              </w:rPr>
            </w:pPr>
            <w:r>
              <w:rPr>
                <w:sz w:val="18"/>
                <w:szCs w:val="18"/>
              </w:rPr>
              <w:t>2b</w:t>
            </w:r>
          </w:p>
        </w:tc>
      </w:tr>
      <w:tr w:rsidR="00215C1D" w:rsidRPr="00635EE6" w14:paraId="43630331" w14:textId="77777777" w:rsidTr="00BC16AE">
        <w:tc>
          <w:tcPr>
            <w:tcW w:w="628" w:type="dxa"/>
            <w:shd w:val="clear" w:color="auto" w:fill="auto"/>
          </w:tcPr>
          <w:p w14:paraId="28C02558" w14:textId="03A6CE09" w:rsidR="00215C1D" w:rsidRPr="00635EE6" w:rsidRDefault="00215C1D" w:rsidP="00215C1D">
            <w:pPr>
              <w:widowControl w:val="0"/>
              <w:suppressAutoHyphens w:val="0"/>
              <w:spacing w:before="57" w:after="24" w:line="240" w:lineRule="auto"/>
              <w:jc w:val="center"/>
              <w:rPr>
                <w:sz w:val="18"/>
                <w:szCs w:val="18"/>
              </w:rPr>
            </w:pPr>
            <w:r w:rsidRPr="00635EE6">
              <w:rPr>
                <w:sz w:val="18"/>
                <w:szCs w:val="18"/>
              </w:rPr>
              <w:t>11</w:t>
            </w:r>
          </w:p>
        </w:tc>
        <w:tc>
          <w:tcPr>
            <w:tcW w:w="6122" w:type="dxa"/>
            <w:shd w:val="clear" w:color="auto" w:fill="auto"/>
          </w:tcPr>
          <w:p w14:paraId="6E656CA5" w14:textId="38480B85" w:rsidR="00215C1D" w:rsidRPr="00635EE6" w:rsidRDefault="00215C1D" w:rsidP="00215C1D">
            <w:pPr>
              <w:widowControl w:val="0"/>
              <w:suppressAutoHyphens w:val="0"/>
              <w:spacing w:before="57" w:after="24" w:line="240" w:lineRule="auto"/>
              <w:ind w:left="113"/>
              <w:rPr>
                <w:sz w:val="18"/>
                <w:szCs w:val="18"/>
              </w:rPr>
            </w:pPr>
            <w:r w:rsidRPr="00635EE6">
              <w:rPr>
                <w:sz w:val="18"/>
                <w:szCs w:val="18"/>
              </w:rPr>
              <w:t>(IWG on BMFE) Proposal for revision of the ToR and RoP of the GRSG IWG on BMFE</w:t>
            </w:r>
          </w:p>
        </w:tc>
        <w:tc>
          <w:tcPr>
            <w:tcW w:w="720" w:type="dxa"/>
          </w:tcPr>
          <w:p w14:paraId="2FE56C52" w14:textId="2F0B968E" w:rsidR="00215C1D" w:rsidRPr="00635EE6" w:rsidRDefault="00215C1D" w:rsidP="00215C1D">
            <w:pPr>
              <w:widowControl w:val="0"/>
              <w:suppressAutoHyphens w:val="0"/>
              <w:spacing w:before="57" w:line="240" w:lineRule="auto"/>
              <w:jc w:val="center"/>
              <w:rPr>
                <w:sz w:val="18"/>
                <w:szCs w:val="18"/>
                <w:highlight w:val="yellow"/>
              </w:rPr>
            </w:pPr>
            <w:r w:rsidRPr="00196056">
              <w:rPr>
                <w:sz w:val="18"/>
                <w:szCs w:val="18"/>
              </w:rPr>
              <w:t>(</w:t>
            </w:r>
            <w:r w:rsidR="00196056" w:rsidRPr="00196056">
              <w:rPr>
                <w:sz w:val="18"/>
                <w:szCs w:val="18"/>
              </w:rPr>
              <w:t>a</w:t>
            </w:r>
            <w:r w:rsidRPr="00196056">
              <w:rPr>
                <w:sz w:val="18"/>
                <w:szCs w:val="18"/>
              </w:rPr>
              <w:t>)</w:t>
            </w:r>
          </w:p>
        </w:tc>
        <w:tc>
          <w:tcPr>
            <w:tcW w:w="851" w:type="dxa"/>
            <w:shd w:val="clear" w:color="auto" w:fill="auto"/>
          </w:tcPr>
          <w:p w14:paraId="4405E150" w14:textId="15DE056F" w:rsidR="00215C1D" w:rsidRPr="00197B29" w:rsidRDefault="00AD75F4" w:rsidP="00215C1D">
            <w:pPr>
              <w:widowControl w:val="0"/>
              <w:suppressAutoHyphens w:val="0"/>
              <w:spacing w:before="57" w:line="240" w:lineRule="auto"/>
              <w:jc w:val="center"/>
              <w:rPr>
                <w:sz w:val="18"/>
                <w:szCs w:val="18"/>
                <w:highlight w:val="yellow"/>
              </w:rPr>
            </w:pPr>
            <w:r>
              <w:rPr>
                <w:sz w:val="18"/>
                <w:szCs w:val="18"/>
              </w:rPr>
              <w:t>2</w:t>
            </w:r>
          </w:p>
        </w:tc>
      </w:tr>
      <w:tr w:rsidR="00215C1D" w:rsidRPr="00635EE6" w14:paraId="3CF1C0F9" w14:textId="77777777" w:rsidTr="00BC16AE">
        <w:tc>
          <w:tcPr>
            <w:tcW w:w="628" w:type="dxa"/>
            <w:shd w:val="clear" w:color="auto" w:fill="auto"/>
          </w:tcPr>
          <w:p w14:paraId="487E43D8" w14:textId="69133E6F" w:rsidR="00215C1D" w:rsidRPr="00635EE6" w:rsidRDefault="00215C1D" w:rsidP="00215C1D">
            <w:pPr>
              <w:widowControl w:val="0"/>
              <w:suppressAutoHyphens w:val="0"/>
              <w:spacing w:before="57" w:after="24" w:line="240" w:lineRule="auto"/>
              <w:jc w:val="center"/>
              <w:rPr>
                <w:sz w:val="18"/>
                <w:szCs w:val="18"/>
              </w:rPr>
            </w:pPr>
            <w:r w:rsidRPr="00635EE6">
              <w:rPr>
                <w:sz w:val="18"/>
                <w:szCs w:val="18"/>
              </w:rPr>
              <w:t>12</w:t>
            </w:r>
          </w:p>
        </w:tc>
        <w:tc>
          <w:tcPr>
            <w:tcW w:w="6122" w:type="dxa"/>
            <w:shd w:val="clear" w:color="auto" w:fill="auto"/>
          </w:tcPr>
          <w:p w14:paraId="2EFD9587" w14:textId="4FF28A50" w:rsidR="00215C1D" w:rsidRPr="00635EE6" w:rsidRDefault="00215C1D" w:rsidP="00215C1D">
            <w:pPr>
              <w:widowControl w:val="0"/>
              <w:suppressAutoHyphens w:val="0"/>
              <w:spacing w:before="57" w:after="24" w:line="240" w:lineRule="auto"/>
              <w:ind w:left="113"/>
              <w:rPr>
                <w:sz w:val="18"/>
                <w:szCs w:val="18"/>
              </w:rPr>
            </w:pPr>
            <w:r w:rsidRPr="00635EE6">
              <w:rPr>
                <w:sz w:val="18"/>
                <w:szCs w:val="18"/>
              </w:rPr>
              <w:t>(France) Suggestion for amendment of UN Regulation No. 39 (Speedometer and odometer)</w:t>
            </w:r>
          </w:p>
        </w:tc>
        <w:tc>
          <w:tcPr>
            <w:tcW w:w="720" w:type="dxa"/>
          </w:tcPr>
          <w:p w14:paraId="3B3D18DB" w14:textId="10BEB3EF" w:rsidR="00215C1D" w:rsidRPr="00635EE6" w:rsidRDefault="00215C1D" w:rsidP="00215C1D">
            <w:pPr>
              <w:widowControl w:val="0"/>
              <w:suppressAutoHyphens w:val="0"/>
              <w:spacing w:before="57" w:line="240" w:lineRule="auto"/>
              <w:jc w:val="center"/>
              <w:rPr>
                <w:sz w:val="18"/>
                <w:szCs w:val="18"/>
                <w:highlight w:val="yellow"/>
              </w:rPr>
            </w:pPr>
            <w:r w:rsidRPr="00A97DE0">
              <w:rPr>
                <w:sz w:val="18"/>
                <w:szCs w:val="18"/>
              </w:rPr>
              <w:t>(</w:t>
            </w:r>
            <w:r w:rsidR="00A97DE0" w:rsidRPr="00A97DE0">
              <w:rPr>
                <w:sz w:val="18"/>
                <w:szCs w:val="18"/>
              </w:rPr>
              <w:t>c</w:t>
            </w:r>
            <w:r w:rsidRPr="00A97DE0">
              <w:rPr>
                <w:sz w:val="18"/>
                <w:szCs w:val="18"/>
              </w:rPr>
              <w:t>)</w:t>
            </w:r>
          </w:p>
        </w:tc>
        <w:tc>
          <w:tcPr>
            <w:tcW w:w="851" w:type="dxa"/>
            <w:shd w:val="clear" w:color="auto" w:fill="auto"/>
          </w:tcPr>
          <w:p w14:paraId="515E30A3" w14:textId="2F173562" w:rsidR="00215C1D" w:rsidRPr="00197B29" w:rsidRDefault="00196056" w:rsidP="00215C1D">
            <w:pPr>
              <w:widowControl w:val="0"/>
              <w:suppressAutoHyphens w:val="0"/>
              <w:spacing w:before="57" w:line="240" w:lineRule="auto"/>
              <w:jc w:val="center"/>
              <w:rPr>
                <w:sz w:val="18"/>
                <w:szCs w:val="18"/>
                <w:highlight w:val="yellow"/>
              </w:rPr>
            </w:pPr>
            <w:r w:rsidRPr="00196056">
              <w:rPr>
                <w:sz w:val="18"/>
                <w:szCs w:val="18"/>
              </w:rPr>
              <w:t>16</w:t>
            </w:r>
          </w:p>
        </w:tc>
      </w:tr>
      <w:tr w:rsidR="00215C1D" w:rsidRPr="00635EE6" w14:paraId="36022555" w14:textId="77777777" w:rsidTr="00BC16AE">
        <w:tc>
          <w:tcPr>
            <w:tcW w:w="628" w:type="dxa"/>
            <w:shd w:val="clear" w:color="auto" w:fill="auto"/>
          </w:tcPr>
          <w:p w14:paraId="2184EAD3" w14:textId="6DDF2C5F" w:rsidR="00215C1D" w:rsidRPr="00635EE6" w:rsidRDefault="00215C1D" w:rsidP="00215C1D">
            <w:pPr>
              <w:widowControl w:val="0"/>
              <w:suppressAutoHyphens w:val="0"/>
              <w:spacing w:before="57" w:after="24" w:line="240" w:lineRule="auto"/>
              <w:jc w:val="center"/>
              <w:rPr>
                <w:sz w:val="18"/>
                <w:szCs w:val="18"/>
              </w:rPr>
            </w:pPr>
            <w:r w:rsidRPr="00635EE6">
              <w:rPr>
                <w:sz w:val="18"/>
                <w:szCs w:val="18"/>
              </w:rPr>
              <w:t>13</w:t>
            </w:r>
          </w:p>
        </w:tc>
        <w:tc>
          <w:tcPr>
            <w:tcW w:w="6122" w:type="dxa"/>
            <w:shd w:val="clear" w:color="auto" w:fill="auto"/>
          </w:tcPr>
          <w:p w14:paraId="03315661" w14:textId="5A73F89C" w:rsidR="00215C1D" w:rsidRPr="00635EE6" w:rsidRDefault="00215C1D" w:rsidP="00215C1D">
            <w:pPr>
              <w:widowControl w:val="0"/>
              <w:suppressAutoHyphens w:val="0"/>
              <w:spacing w:before="57" w:after="24" w:line="240" w:lineRule="auto"/>
              <w:ind w:left="113"/>
              <w:rPr>
                <w:sz w:val="18"/>
                <w:szCs w:val="18"/>
              </w:rPr>
            </w:pPr>
            <w:r w:rsidRPr="00635EE6">
              <w:rPr>
                <w:sz w:val="18"/>
                <w:szCs w:val="18"/>
              </w:rPr>
              <w:t>(Spain) Proposal for Supplement 2 to the 03 series of amendments and Supplement 5 to the 02 series of amendments to Regulation No. 118 (Burning behaviour of materials)</w:t>
            </w:r>
          </w:p>
        </w:tc>
        <w:tc>
          <w:tcPr>
            <w:tcW w:w="720" w:type="dxa"/>
          </w:tcPr>
          <w:p w14:paraId="45AE69C8" w14:textId="7DA724EC" w:rsidR="00215C1D" w:rsidRPr="00635EE6" w:rsidRDefault="00215C1D" w:rsidP="00215C1D">
            <w:pPr>
              <w:widowControl w:val="0"/>
              <w:suppressAutoHyphens w:val="0"/>
              <w:spacing w:before="57" w:line="240" w:lineRule="auto"/>
              <w:jc w:val="center"/>
              <w:rPr>
                <w:sz w:val="18"/>
                <w:szCs w:val="18"/>
                <w:highlight w:val="yellow"/>
              </w:rPr>
            </w:pPr>
            <w:r w:rsidRPr="00A53FA9">
              <w:rPr>
                <w:sz w:val="18"/>
                <w:szCs w:val="18"/>
              </w:rPr>
              <w:t>(</w:t>
            </w:r>
            <w:r w:rsidR="00A53FA9">
              <w:rPr>
                <w:sz w:val="18"/>
                <w:szCs w:val="18"/>
              </w:rPr>
              <w:t>c</w:t>
            </w:r>
            <w:r w:rsidRPr="00A53FA9">
              <w:rPr>
                <w:sz w:val="18"/>
                <w:szCs w:val="18"/>
              </w:rPr>
              <w:t>)</w:t>
            </w:r>
          </w:p>
        </w:tc>
        <w:tc>
          <w:tcPr>
            <w:tcW w:w="851" w:type="dxa"/>
            <w:shd w:val="clear" w:color="auto" w:fill="auto"/>
          </w:tcPr>
          <w:p w14:paraId="16CB83C8" w14:textId="3EF5C1C4" w:rsidR="00215C1D" w:rsidRPr="00197B29" w:rsidRDefault="00875DA9" w:rsidP="00215C1D">
            <w:pPr>
              <w:widowControl w:val="0"/>
              <w:suppressAutoHyphens w:val="0"/>
              <w:spacing w:before="57" w:line="240" w:lineRule="auto"/>
              <w:jc w:val="center"/>
              <w:rPr>
                <w:sz w:val="18"/>
                <w:szCs w:val="18"/>
                <w:highlight w:val="yellow"/>
              </w:rPr>
            </w:pPr>
            <w:r>
              <w:rPr>
                <w:sz w:val="18"/>
                <w:szCs w:val="18"/>
              </w:rPr>
              <w:t>2b</w:t>
            </w:r>
          </w:p>
        </w:tc>
      </w:tr>
      <w:tr w:rsidR="00215C1D" w:rsidRPr="00635EE6" w14:paraId="7B0AAF76" w14:textId="77777777" w:rsidTr="00BC16AE">
        <w:tc>
          <w:tcPr>
            <w:tcW w:w="628" w:type="dxa"/>
            <w:shd w:val="clear" w:color="auto" w:fill="auto"/>
          </w:tcPr>
          <w:p w14:paraId="0B5EFA02" w14:textId="03365B53" w:rsidR="00215C1D" w:rsidRPr="00635EE6" w:rsidRDefault="00215C1D" w:rsidP="00215C1D">
            <w:pPr>
              <w:widowControl w:val="0"/>
              <w:suppressAutoHyphens w:val="0"/>
              <w:spacing w:before="57" w:after="24" w:line="240" w:lineRule="auto"/>
              <w:jc w:val="center"/>
              <w:rPr>
                <w:sz w:val="18"/>
                <w:szCs w:val="18"/>
              </w:rPr>
            </w:pPr>
            <w:r w:rsidRPr="00635EE6">
              <w:rPr>
                <w:sz w:val="18"/>
                <w:szCs w:val="18"/>
              </w:rPr>
              <w:t>14</w:t>
            </w:r>
          </w:p>
        </w:tc>
        <w:tc>
          <w:tcPr>
            <w:tcW w:w="6122" w:type="dxa"/>
            <w:shd w:val="clear" w:color="auto" w:fill="auto"/>
          </w:tcPr>
          <w:p w14:paraId="55A9E72E" w14:textId="3C7FE334" w:rsidR="00215C1D" w:rsidRPr="00635EE6" w:rsidRDefault="00215C1D" w:rsidP="00215C1D">
            <w:pPr>
              <w:widowControl w:val="0"/>
              <w:suppressAutoHyphens w:val="0"/>
              <w:spacing w:before="57" w:after="24" w:line="240" w:lineRule="auto"/>
              <w:ind w:left="113"/>
              <w:rPr>
                <w:sz w:val="18"/>
                <w:szCs w:val="18"/>
              </w:rPr>
            </w:pPr>
            <w:r w:rsidRPr="00635EE6">
              <w:rPr>
                <w:sz w:val="18"/>
                <w:szCs w:val="18"/>
              </w:rPr>
              <w:t>(Secretariat) Virtual meeting participation guidelines</w:t>
            </w:r>
          </w:p>
        </w:tc>
        <w:tc>
          <w:tcPr>
            <w:tcW w:w="720" w:type="dxa"/>
          </w:tcPr>
          <w:p w14:paraId="252196E1" w14:textId="3746A7A2" w:rsidR="00215C1D" w:rsidRPr="00635EE6" w:rsidRDefault="00215C1D" w:rsidP="00215C1D">
            <w:pPr>
              <w:widowControl w:val="0"/>
              <w:suppressAutoHyphens w:val="0"/>
              <w:spacing w:before="57" w:line="240" w:lineRule="auto"/>
              <w:jc w:val="center"/>
              <w:rPr>
                <w:sz w:val="18"/>
                <w:szCs w:val="18"/>
                <w:highlight w:val="yellow"/>
              </w:rPr>
            </w:pPr>
            <w:r w:rsidRPr="00196056">
              <w:rPr>
                <w:sz w:val="18"/>
                <w:szCs w:val="18"/>
              </w:rPr>
              <w:t>(</w:t>
            </w:r>
            <w:r w:rsidR="00C74584">
              <w:rPr>
                <w:sz w:val="18"/>
                <w:szCs w:val="18"/>
              </w:rPr>
              <w:t>e</w:t>
            </w:r>
            <w:r w:rsidRPr="00196056">
              <w:rPr>
                <w:sz w:val="18"/>
                <w:szCs w:val="18"/>
              </w:rPr>
              <w:t>)</w:t>
            </w:r>
          </w:p>
        </w:tc>
        <w:tc>
          <w:tcPr>
            <w:tcW w:w="851" w:type="dxa"/>
            <w:shd w:val="clear" w:color="auto" w:fill="auto"/>
          </w:tcPr>
          <w:p w14:paraId="7216C259" w14:textId="1B04CB1B" w:rsidR="00215C1D" w:rsidRPr="00197B29" w:rsidRDefault="005A406C" w:rsidP="00215C1D">
            <w:pPr>
              <w:widowControl w:val="0"/>
              <w:suppressAutoHyphens w:val="0"/>
              <w:spacing w:before="57" w:line="240" w:lineRule="auto"/>
              <w:jc w:val="center"/>
              <w:rPr>
                <w:sz w:val="18"/>
                <w:szCs w:val="18"/>
                <w:highlight w:val="yellow"/>
              </w:rPr>
            </w:pPr>
            <w:r>
              <w:rPr>
                <w:sz w:val="18"/>
                <w:szCs w:val="18"/>
              </w:rPr>
              <w:t>1</w:t>
            </w:r>
          </w:p>
        </w:tc>
      </w:tr>
      <w:tr w:rsidR="00215C1D" w:rsidRPr="00635EE6" w14:paraId="6F3698FF" w14:textId="77777777" w:rsidTr="00BC16AE">
        <w:tc>
          <w:tcPr>
            <w:tcW w:w="628" w:type="dxa"/>
            <w:shd w:val="clear" w:color="auto" w:fill="auto"/>
          </w:tcPr>
          <w:p w14:paraId="63FA466A" w14:textId="492BF02D" w:rsidR="00215C1D" w:rsidRPr="00635EE6" w:rsidRDefault="00215C1D" w:rsidP="00215C1D">
            <w:pPr>
              <w:widowControl w:val="0"/>
              <w:suppressAutoHyphens w:val="0"/>
              <w:spacing w:before="57" w:after="24" w:line="240" w:lineRule="auto"/>
              <w:jc w:val="center"/>
              <w:rPr>
                <w:sz w:val="18"/>
                <w:szCs w:val="18"/>
              </w:rPr>
            </w:pPr>
            <w:r w:rsidRPr="00635EE6">
              <w:rPr>
                <w:sz w:val="18"/>
                <w:szCs w:val="18"/>
              </w:rPr>
              <w:t>15</w:t>
            </w:r>
          </w:p>
        </w:tc>
        <w:tc>
          <w:tcPr>
            <w:tcW w:w="6122" w:type="dxa"/>
            <w:shd w:val="clear" w:color="auto" w:fill="auto"/>
          </w:tcPr>
          <w:p w14:paraId="136C36CA" w14:textId="4D15AF3F" w:rsidR="00215C1D" w:rsidRPr="00635EE6" w:rsidRDefault="00215C1D" w:rsidP="00215C1D">
            <w:pPr>
              <w:widowControl w:val="0"/>
              <w:suppressAutoHyphens w:val="0"/>
              <w:spacing w:before="57" w:after="24" w:line="240" w:lineRule="auto"/>
              <w:ind w:left="113"/>
              <w:rPr>
                <w:sz w:val="18"/>
                <w:szCs w:val="18"/>
              </w:rPr>
            </w:pPr>
            <w:r w:rsidRPr="00635EE6">
              <w:rPr>
                <w:sz w:val="18"/>
                <w:szCs w:val="18"/>
              </w:rPr>
              <w:t>(The Netherlands) Proposal for amendments to Regulation No. 58.03 (Rear Underrun Protection Device)</w:t>
            </w:r>
          </w:p>
        </w:tc>
        <w:tc>
          <w:tcPr>
            <w:tcW w:w="720" w:type="dxa"/>
          </w:tcPr>
          <w:p w14:paraId="400145D6" w14:textId="3E6A3B82" w:rsidR="00215C1D" w:rsidRPr="00635EE6" w:rsidRDefault="00215C1D" w:rsidP="00215C1D">
            <w:pPr>
              <w:widowControl w:val="0"/>
              <w:suppressAutoHyphens w:val="0"/>
              <w:spacing w:before="57" w:line="240" w:lineRule="auto"/>
              <w:jc w:val="center"/>
              <w:rPr>
                <w:sz w:val="18"/>
                <w:szCs w:val="18"/>
                <w:highlight w:val="yellow"/>
              </w:rPr>
            </w:pPr>
            <w:r w:rsidRPr="00A53FA9">
              <w:rPr>
                <w:sz w:val="18"/>
                <w:szCs w:val="18"/>
              </w:rPr>
              <w:t>(</w:t>
            </w:r>
            <w:r w:rsidR="00C74584">
              <w:rPr>
                <w:sz w:val="18"/>
                <w:szCs w:val="18"/>
              </w:rPr>
              <w:t>e</w:t>
            </w:r>
            <w:r w:rsidRPr="00A53FA9">
              <w:rPr>
                <w:sz w:val="18"/>
                <w:szCs w:val="18"/>
              </w:rPr>
              <w:t>)</w:t>
            </w:r>
          </w:p>
        </w:tc>
        <w:tc>
          <w:tcPr>
            <w:tcW w:w="851" w:type="dxa"/>
            <w:shd w:val="clear" w:color="auto" w:fill="auto"/>
          </w:tcPr>
          <w:p w14:paraId="397E9489" w14:textId="1383693B" w:rsidR="00215C1D" w:rsidRPr="00197B29" w:rsidRDefault="002D1016" w:rsidP="00215C1D">
            <w:pPr>
              <w:widowControl w:val="0"/>
              <w:suppressAutoHyphens w:val="0"/>
              <w:spacing w:before="57" w:line="240" w:lineRule="auto"/>
              <w:jc w:val="center"/>
              <w:rPr>
                <w:sz w:val="18"/>
                <w:szCs w:val="18"/>
                <w:highlight w:val="yellow"/>
              </w:rPr>
            </w:pPr>
            <w:r>
              <w:rPr>
                <w:sz w:val="18"/>
                <w:szCs w:val="18"/>
              </w:rPr>
              <w:t>5</w:t>
            </w:r>
          </w:p>
        </w:tc>
      </w:tr>
      <w:tr w:rsidR="00215C1D" w:rsidRPr="00635EE6" w14:paraId="3846D10A" w14:textId="77777777" w:rsidTr="00BC16AE">
        <w:tc>
          <w:tcPr>
            <w:tcW w:w="628" w:type="dxa"/>
            <w:shd w:val="clear" w:color="auto" w:fill="auto"/>
          </w:tcPr>
          <w:p w14:paraId="1C98579D" w14:textId="5CE99E0C" w:rsidR="00215C1D" w:rsidRPr="00635EE6" w:rsidRDefault="00215C1D" w:rsidP="00215C1D">
            <w:pPr>
              <w:widowControl w:val="0"/>
              <w:suppressAutoHyphens w:val="0"/>
              <w:spacing w:before="57" w:after="24" w:line="240" w:lineRule="auto"/>
              <w:jc w:val="center"/>
              <w:rPr>
                <w:sz w:val="18"/>
                <w:szCs w:val="18"/>
              </w:rPr>
            </w:pPr>
            <w:r w:rsidRPr="00635EE6">
              <w:rPr>
                <w:sz w:val="18"/>
                <w:szCs w:val="18"/>
              </w:rPr>
              <w:t>16</w:t>
            </w:r>
          </w:p>
        </w:tc>
        <w:tc>
          <w:tcPr>
            <w:tcW w:w="6122" w:type="dxa"/>
            <w:shd w:val="clear" w:color="auto" w:fill="auto"/>
          </w:tcPr>
          <w:p w14:paraId="1B65E7F2" w14:textId="6E652C6F" w:rsidR="00215C1D" w:rsidRPr="00635EE6" w:rsidRDefault="00215C1D" w:rsidP="00215C1D">
            <w:pPr>
              <w:widowControl w:val="0"/>
              <w:suppressAutoHyphens w:val="0"/>
              <w:spacing w:before="57" w:after="24" w:line="240" w:lineRule="auto"/>
              <w:ind w:left="113"/>
              <w:rPr>
                <w:sz w:val="18"/>
                <w:szCs w:val="18"/>
              </w:rPr>
            </w:pPr>
            <w:r w:rsidRPr="00635EE6">
              <w:rPr>
                <w:sz w:val="18"/>
                <w:szCs w:val="18"/>
              </w:rPr>
              <w:t>(The Netherlands) Proposal for amendments to Regulation No. 110 – (CNG and LNG vehicles)</w:t>
            </w:r>
          </w:p>
        </w:tc>
        <w:tc>
          <w:tcPr>
            <w:tcW w:w="720" w:type="dxa"/>
          </w:tcPr>
          <w:p w14:paraId="51DC2B13" w14:textId="13811B18" w:rsidR="00215C1D" w:rsidRPr="00635EE6" w:rsidRDefault="00215C1D" w:rsidP="00215C1D">
            <w:pPr>
              <w:widowControl w:val="0"/>
              <w:suppressAutoHyphens w:val="0"/>
              <w:spacing w:before="57" w:line="240" w:lineRule="auto"/>
              <w:jc w:val="center"/>
              <w:rPr>
                <w:sz w:val="18"/>
                <w:szCs w:val="18"/>
                <w:highlight w:val="yellow"/>
              </w:rPr>
            </w:pPr>
            <w:r w:rsidRPr="00A53FA9">
              <w:rPr>
                <w:sz w:val="18"/>
                <w:szCs w:val="18"/>
              </w:rPr>
              <w:t>(</w:t>
            </w:r>
            <w:r w:rsidR="00A53FA9" w:rsidRPr="00A53FA9">
              <w:rPr>
                <w:sz w:val="18"/>
                <w:szCs w:val="18"/>
              </w:rPr>
              <w:t>c</w:t>
            </w:r>
            <w:r w:rsidRPr="00A53FA9">
              <w:rPr>
                <w:sz w:val="18"/>
                <w:szCs w:val="18"/>
              </w:rPr>
              <w:t>)</w:t>
            </w:r>
          </w:p>
        </w:tc>
        <w:tc>
          <w:tcPr>
            <w:tcW w:w="851" w:type="dxa"/>
            <w:shd w:val="clear" w:color="auto" w:fill="auto"/>
          </w:tcPr>
          <w:p w14:paraId="2F7FF473" w14:textId="1ABFD137" w:rsidR="00215C1D" w:rsidRPr="00197B29" w:rsidRDefault="007F7EFD" w:rsidP="00215C1D">
            <w:pPr>
              <w:widowControl w:val="0"/>
              <w:suppressAutoHyphens w:val="0"/>
              <w:spacing w:before="57" w:line="240" w:lineRule="auto"/>
              <w:jc w:val="center"/>
              <w:rPr>
                <w:sz w:val="18"/>
                <w:szCs w:val="18"/>
                <w:highlight w:val="yellow"/>
              </w:rPr>
            </w:pPr>
            <w:r w:rsidRPr="007F7EFD">
              <w:rPr>
                <w:sz w:val="18"/>
                <w:szCs w:val="18"/>
              </w:rPr>
              <w:t>7b</w:t>
            </w:r>
          </w:p>
        </w:tc>
      </w:tr>
      <w:tr w:rsidR="00215C1D" w:rsidRPr="00635EE6" w14:paraId="160F45F3" w14:textId="77777777" w:rsidTr="00BC16AE">
        <w:tc>
          <w:tcPr>
            <w:tcW w:w="628" w:type="dxa"/>
            <w:shd w:val="clear" w:color="auto" w:fill="auto"/>
          </w:tcPr>
          <w:p w14:paraId="0FCE486C" w14:textId="0BAECBE2" w:rsidR="00215C1D" w:rsidRPr="00635EE6" w:rsidRDefault="00215C1D" w:rsidP="00215C1D">
            <w:pPr>
              <w:widowControl w:val="0"/>
              <w:suppressAutoHyphens w:val="0"/>
              <w:spacing w:before="57" w:after="24" w:line="240" w:lineRule="auto"/>
              <w:jc w:val="center"/>
              <w:rPr>
                <w:sz w:val="18"/>
                <w:szCs w:val="18"/>
              </w:rPr>
            </w:pPr>
            <w:r w:rsidRPr="00635EE6">
              <w:rPr>
                <w:sz w:val="18"/>
                <w:szCs w:val="18"/>
              </w:rPr>
              <w:t>17</w:t>
            </w:r>
          </w:p>
        </w:tc>
        <w:tc>
          <w:tcPr>
            <w:tcW w:w="6122" w:type="dxa"/>
            <w:shd w:val="clear" w:color="auto" w:fill="auto"/>
          </w:tcPr>
          <w:p w14:paraId="77BD1E43" w14:textId="18695D0D" w:rsidR="00215C1D" w:rsidRPr="00635EE6" w:rsidRDefault="00215C1D" w:rsidP="00215C1D">
            <w:pPr>
              <w:widowControl w:val="0"/>
              <w:suppressAutoHyphens w:val="0"/>
              <w:spacing w:before="57" w:after="24" w:line="240" w:lineRule="auto"/>
              <w:ind w:left="113"/>
              <w:rPr>
                <w:sz w:val="18"/>
                <w:szCs w:val="18"/>
              </w:rPr>
            </w:pPr>
            <w:r w:rsidRPr="00635EE6">
              <w:rPr>
                <w:sz w:val="18"/>
                <w:szCs w:val="18"/>
              </w:rPr>
              <w:t xml:space="preserve">(OICA) Proposal for changes to document </w:t>
            </w:r>
            <w:r w:rsidR="00FD25F0">
              <w:rPr>
                <w:sz w:val="18"/>
                <w:szCs w:val="18"/>
              </w:rPr>
              <w:t>ECE/TRANS/WP.29/</w:t>
            </w:r>
            <w:r w:rsidRPr="00635EE6">
              <w:rPr>
                <w:sz w:val="18"/>
                <w:szCs w:val="18"/>
              </w:rPr>
              <w:t>GRSG/2020/26 (Draft New Regulation on Immobilizers)</w:t>
            </w:r>
          </w:p>
        </w:tc>
        <w:tc>
          <w:tcPr>
            <w:tcW w:w="720" w:type="dxa"/>
          </w:tcPr>
          <w:p w14:paraId="2D35DD0E" w14:textId="6408C70E" w:rsidR="00215C1D" w:rsidRPr="00635EE6" w:rsidRDefault="00215C1D" w:rsidP="00215C1D">
            <w:pPr>
              <w:widowControl w:val="0"/>
              <w:suppressAutoHyphens w:val="0"/>
              <w:spacing w:before="57" w:line="240" w:lineRule="auto"/>
              <w:jc w:val="center"/>
              <w:rPr>
                <w:sz w:val="18"/>
                <w:szCs w:val="18"/>
                <w:highlight w:val="yellow"/>
              </w:rPr>
            </w:pPr>
            <w:r w:rsidRPr="00A53FA9">
              <w:rPr>
                <w:sz w:val="18"/>
                <w:szCs w:val="18"/>
              </w:rPr>
              <w:t>(</w:t>
            </w:r>
            <w:r w:rsidR="00A53FA9">
              <w:rPr>
                <w:sz w:val="18"/>
                <w:szCs w:val="18"/>
              </w:rPr>
              <w:t>a</w:t>
            </w:r>
            <w:r w:rsidRPr="00A53FA9">
              <w:rPr>
                <w:sz w:val="18"/>
                <w:szCs w:val="18"/>
              </w:rPr>
              <w:t>)</w:t>
            </w:r>
          </w:p>
        </w:tc>
        <w:tc>
          <w:tcPr>
            <w:tcW w:w="851" w:type="dxa"/>
            <w:shd w:val="clear" w:color="auto" w:fill="auto"/>
          </w:tcPr>
          <w:p w14:paraId="2D3EF809" w14:textId="4428FF3E" w:rsidR="00215C1D" w:rsidRPr="00197B29" w:rsidRDefault="00C152E4" w:rsidP="00215C1D">
            <w:pPr>
              <w:widowControl w:val="0"/>
              <w:suppressAutoHyphens w:val="0"/>
              <w:spacing w:before="57" w:line="240" w:lineRule="auto"/>
              <w:jc w:val="center"/>
              <w:rPr>
                <w:sz w:val="18"/>
                <w:szCs w:val="18"/>
                <w:highlight w:val="yellow"/>
              </w:rPr>
            </w:pPr>
            <w:r w:rsidRPr="00C152E4">
              <w:rPr>
                <w:sz w:val="18"/>
                <w:szCs w:val="18"/>
              </w:rPr>
              <w:t>9</w:t>
            </w:r>
          </w:p>
        </w:tc>
      </w:tr>
      <w:tr w:rsidR="00215C1D" w:rsidRPr="00635EE6" w14:paraId="52091A46" w14:textId="77777777" w:rsidTr="00BC16AE">
        <w:tc>
          <w:tcPr>
            <w:tcW w:w="628" w:type="dxa"/>
            <w:shd w:val="clear" w:color="auto" w:fill="auto"/>
          </w:tcPr>
          <w:p w14:paraId="62FB447B" w14:textId="7AABFF80" w:rsidR="00215C1D" w:rsidRPr="00635EE6" w:rsidRDefault="00215C1D" w:rsidP="00215C1D">
            <w:pPr>
              <w:widowControl w:val="0"/>
              <w:suppressAutoHyphens w:val="0"/>
              <w:spacing w:before="57" w:after="24" w:line="240" w:lineRule="auto"/>
              <w:jc w:val="center"/>
              <w:rPr>
                <w:sz w:val="18"/>
                <w:szCs w:val="18"/>
              </w:rPr>
            </w:pPr>
            <w:r w:rsidRPr="00635EE6">
              <w:rPr>
                <w:sz w:val="18"/>
                <w:szCs w:val="18"/>
              </w:rPr>
              <w:t>18</w:t>
            </w:r>
          </w:p>
        </w:tc>
        <w:tc>
          <w:tcPr>
            <w:tcW w:w="6122" w:type="dxa"/>
            <w:shd w:val="clear" w:color="auto" w:fill="auto"/>
          </w:tcPr>
          <w:p w14:paraId="5C7F0E47" w14:textId="0D3B394B" w:rsidR="00215C1D" w:rsidRPr="00635EE6" w:rsidRDefault="00215C1D" w:rsidP="00215C1D">
            <w:pPr>
              <w:widowControl w:val="0"/>
              <w:suppressAutoHyphens w:val="0"/>
              <w:spacing w:before="57" w:after="24" w:line="240" w:lineRule="auto"/>
              <w:ind w:left="113"/>
              <w:rPr>
                <w:i/>
                <w:iCs/>
                <w:sz w:val="18"/>
                <w:szCs w:val="18"/>
              </w:rPr>
            </w:pPr>
            <w:r w:rsidRPr="00635EE6">
              <w:rPr>
                <w:sz w:val="18"/>
                <w:szCs w:val="18"/>
              </w:rPr>
              <w:t>(OICA)</w:t>
            </w:r>
            <w:r w:rsidRPr="00635EE6">
              <w:t xml:space="preserve"> </w:t>
            </w:r>
            <w:r w:rsidRPr="00635EE6">
              <w:rPr>
                <w:sz w:val="18"/>
                <w:szCs w:val="18"/>
              </w:rPr>
              <w:t xml:space="preserve">Proposal for changes to document </w:t>
            </w:r>
            <w:r w:rsidR="00276700">
              <w:rPr>
                <w:sz w:val="18"/>
                <w:szCs w:val="18"/>
              </w:rPr>
              <w:t>ECE/TRANS/WP.29/</w:t>
            </w:r>
            <w:r w:rsidRPr="00635EE6">
              <w:rPr>
                <w:sz w:val="18"/>
                <w:szCs w:val="18"/>
              </w:rPr>
              <w:t>GRSG/2020/19</w:t>
            </w:r>
            <w:r w:rsidRPr="00635EE6">
              <w:rPr>
                <w:color w:val="FF0000"/>
                <w:sz w:val="18"/>
                <w:szCs w:val="18"/>
              </w:rPr>
              <w:t xml:space="preserve"> </w:t>
            </w:r>
            <w:r w:rsidRPr="00635EE6">
              <w:rPr>
                <w:sz w:val="18"/>
                <w:szCs w:val="18"/>
              </w:rPr>
              <w:t>UN Regulation No. 107 (General construction M</w:t>
            </w:r>
            <w:r w:rsidRPr="00247D9A">
              <w:rPr>
                <w:sz w:val="18"/>
                <w:szCs w:val="18"/>
                <w:vertAlign w:val="subscript"/>
              </w:rPr>
              <w:t>2</w:t>
            </w:r>
            <w:r w:rsidRPr="00635EE6">
              <w:rPr>
                <w:sz w:val="18"/>
                <w:szCs w:val="18"/>
              </w:rPr>
              <w:t xml:space="preserve"> &amp; M</w:t>
            </w:r>
            <w:r w:rsidRPr="00247D9A">
              <w:rPr>
                <w:sz w:val="18"/>
                <w:szCs w:val="18"/>
                <w:vertAlign w:val="subscript"/>
              </w:rPr>
              <w:t>3</w:t>
            </w:r>
            <w:r w:rsidRPr="00635EE6">
              <w:rPr>
                <w:sz w:val="18"/>
                <w:szCs w:val="18"/>
              </w:rPr>
              <w:t>)</w:t>
            </w:r>
          </w:p>
        </w:tc>
        <w:tc>
          <w:tcPr>
            <w:tcW w:w="720" w:type="dxa"/>
          </w:tcPr>
          <w:p w14:paraId="4D2ECE15" w14:textId="4454FDE8" w:rsidR="00215C1D" w:rsidRPr="00A53FA9" w:rsidRDefault="00215C1D" w:rsidP="00215C1D">
            <w:pPr>
              <w:widowControl w:val="0"/>
              <w:suppressAutoHyphens w:val="0"/>
              <w:spacing w:before="57" w:line="240" w:lineRule="auto"/>
              <w:jc w:val="center"/>
              <w:rPr>
                <w:sz w:val="18"/>
                <w:szCs w:val="18"/>
              </w:rPr>
            </w:pPr>
            <w:r w:rsidRPr="00A53FA9">
              <w:rPr>
                <w:sz w:val="18"/>
                <w:szCs w:val="18"/>
              </w:rPr>
              <w:t>(</w:t>
            </w:r>
            <w:r w:rsidR="00A53FA9">
              <w:rPr>
                <w:sz w:val="18"/>
                <w:szCs w:val="18"/>
              </w:rPr>
              <w:t>a</w:t>
            </w:r>
            <w:r w:rsidRPr="00A53FA9">
              <w:rPr>
                <w:sz w:val="18"/>
                <w:szCs w:val="18"/>
              </w:rPr>
              <w:t>)</w:t>
            </w:r>
          </w:p>
        </w:tc>
        <w:tc>
          <w:tcPr>
            <w:tcW w:w="851" w:type="dxa"/>
            <w:shd w:val="clear" w:color="auto" w:fill="auto"/>
          </w:tcPr>
          <w:p w14:paraId="1153B3B4" w14:textId="422CFB73" w:rsidR="00215C1D" w:rsidRPr="00197B29" w:rsidRDefault="004C0A95" w:rsidP="00215C1D">
            <w:pPr>
              <w:widowControl w:val="0"/>
              <w:suppressAutoHyphens w:val="0"/>
              <w:spacing w:before="57" w:line="240" w:lineRule="auto"/>
              <w:jc w:val="center"/>
              <w:rPr>
                <w:sz w:val="18"/>
                <w:szCs w:val="18"/>
                <w:highlight w:val="yellow"/>
              </w:rPr>
            </w:pPr>
            <w:r>
              <w:rPr>
                <w:sz w:val="18"/>
                <w:szCs w:val="18"/>
              </w:rPr>
              <w:t>2a</w:t>
            </w:r>
          </w:p>
        </w:tc>
      </w:tr>
      <w:tr w:rsidR="00215C1D" w:rsidRPr="00635EE6" w14:paraId="51952286" w14:textId="77777777" w:rsidTr="00BC16AE">
        <w:tc>
          <w:tcPr>
            <w:tcW w:w="628" w:type="dxa"/>
            <w:shd w:val="clear" w:color="auto" w:fill="auto"/>
          </w:tcPr>
          <w:p w14:paraId="4241C48C" w14:textId="5032D629" w:rsidR="00215C1D" w:rsidRPr="00635EE6" w:rsidRDefault="00215C1D" w:rsidP="00215C1D">
            <w:pPr>
              <w:widowControl w:val="0"/>
              <w:suppressAutoHyphens w:val="0"/>
              <w:spacing w:before="57" w:after="24" w:line="240" w:lineRule="auto"/>
              <w:jc w:val="center"/>
              <w:rPr>
                <w:sz w:val="18"/>
                <w:szCs w:val="18"/>
              </w:rPr>
            </w:pPr>
            <w:bookmarkStart w:id="9" w:name="_Hlk45557528"/>
            <w:r w:rsidRPr="00635EE6">
              <w:rPr>
                <w:sz w:val="18"/>
                <w:szCs w:val="18"/>
              </w:rPr>
              <w:t>19</w:t>
            </w:r>
          </w:p>
        </w:tc>
        <w:tc>
          <w:tcPr>
            <w:tcW w:w="6122" w:type="dxa"/>
            <w:shd w:val="clear" w:color="auto" w:fill="auto"/>
          </w:tcPr>
          <w:p w14:paraId="701E15E2" w14:textId="018CAFA7" w:rsidR="00215C1D" w:rsidRPr="00635EE6" w:rsidRDefault="00215C1D" w:rsidP="00215C1D">
            <w:pPr>
              <w:widowControl w:val="0"/>
              <w:suppressAutoHyphens w:val="0"/>
              <w:spacing w:before="57" w:after="24" w:line="240" w:lineRule="auto"/>
              <w:ind w:left="113"/>
              <w:rPr>
                <w:sz w:val="18"/>
                <w:szCs w:val="18"/>
              </w:rPr>
            </w:pPr>
            <w:r w:rsidRPr="00635EE6">
              <w:rPr>
                <w:sz w:val="18"/>
                <w:szCs w:val="18"/>
              </w:rPr>
              <w:t xml:space="preserve">(OICA) Proposal for changes to document </w:t>
            </w:r>
            <w:r w:rsidR="00276700">
              <w:rPr>
                <w:sz w:val="18"/>
                <w:szCs w:val="18"/>
              </w:rPr>
              <w:t>ECE/TRANS/WP.29/</w:t>
            </w:r>
            <w:r w:rsidRPr="00635EE6">
              <w:rPr>
                <w:sz w:val="18"/>
                <w:szCs w:val="18"/>
              </w:rPr>
              <w:t>GRSG/2020/20 UN Regulation No. 107 (General construction M</w:t>
            </w:r>
            <w:r w:rsidRPr="00247D9A">
              <w:rPr>
                <w:sz w:val="18"/>
                <w:szCs w:val="18"/>
                <w:vertAlign w:val="subscript"/>
              </w:rPr>
              <w:t>2</w:t>
            </w:r>
            <w:r w:rsidRPr="00635EE6">
              <w:rPr>
                <w:sz w:val="18"/>
                <w:szCs w:val="18"/>
              </w:rPr>
              <w:t xml:space="preserve"> &amp; M</w:t>
            </w:r>
            <w:r w:rsidRPr="00247D9A">
              <w:rPr>
                <w:sz w:val="18"/>
                <w:szCs w:val="18"/>
                <w:vertAlign w:val="subscript"/>
              </w:rPr>
              <w:t>3</w:t>
            </w:r>
            <w:r w:rsidRPr="00635EE6">
              <w:rPr>
                <w:sz w:val="18"/>
                <w:szCs w:val="18"/>
              </w:rPr>
              <w:t>)</w:t>
            </w:r>
          </w:p>
        </w:tc>
        <w:tc>
          <w:tcPr>
            <w:tcW w:w="720" w:type="dxa"/>
          </w:tcPr>
          <w:p w14:paraId="280600A2" w14:textId="36E7EFD4" w:rsidR="00215C1D" w:rsidRPr="00A53FA9" w:rsidRDefault="00215C1D" w:rsidP="00215C1D">
            <w:pPr>
              <w:widowControl w:val="0"/>
              <w:suppressAutoHyphens w:val="0"/>
              <w:spacing w:before="57" w:line="240" w:lineRule="auto"/>
              <w:jc w:val="center"/>
              <w:rPr>
                <w:sz w:val="18"/>
                <w:szCs w:val="18"/>
              </w:rPr>
            </w:pPr>
            <w:r w:rsidRPr="00A53FA9">
              <w:rPr>
                <w:sz w:val="18"/>
                <w:szCs w:val="18"/>
              </w:rPr>
              <w:t>(</w:t>
            </w:r>
            <w:r w:rsidR="00A53FA9">
              <w:rPr>
                <w:sz w:val="18"/>
                <w:szCs w:val="18"/>
              </w:rPr>
              <w:t>a</w:t>
            </w:r>
            <w:r w:rsidRPr="00A53FA9">
              <w:rPr>
                <w:sz w:val="18"/>
                <w:szCs w:val="18"/>
              </w:rPr>
              <w:t>)</w:t>
            </w:r>
          </w:p>
        </w:tc>
        <w:tc>
          <w:tcPr>
            <w:tcW w:w="851" w:type="dxa"/>
            <w:shd w:val="clear" w:color="auto" w:fill="auto"/>
          </w:tcPr>
          <w:p w14:paraId="4D3A75F0" w14:textId="299F40AB" w:rsidR="00215C1D" w:rsidRPr="00197B29" w:rsidRDefault="009C712D" w:rsidP="00215C1D">
            <w:pPr>
              <w:widowControl w:val="0"/>
              <w:suppressAutoHyphens w:val="0"/>
              <w:spacing w:before="57" w:line="240" w:lineRule="auto"/>
              <w:jc w:val="center"/>
              <w:rPr>
                <w:sz w:val="18"/>
                <w:szCs w:val="18"/>
                <w:highlight w:val="yellow"/>
              </w:rPr>
            </w:pPr>
            <w:r>
              <w:rPr>
                <w:sz w:val="18"/>
                <w:szCs w:val="18"/>
              </w:rPr>
              <w:t>2a</w:t>
            </w:r>
          </w:p>
        </w:tc>
      </w:tr>
      <w:tr w:rsidR="00215C1D" w:rsidRPr="00635EE6" w14:paraId="3187C1BA" w14:textId="77777777" w:rsidTr="00BC16AE">
        <w:tc>
          <w:tcPr>
            <w:tcW w:w="628" w:type="dxa"/>
            <w:shd w:val="clear" w:color="auto" w:fill="auto"/>
          </w:tcPr>
          <w:p w14:paraId="615A528F" w14:textId="34C40B7B" w:rsidR="00215C1D" w:rsidRPr="00635EE6" w:rsidRDefault="00215C1D" w:rsidP="00215C1D">
            <w:pPr>
              <w:widowControl w:val="0"/>
              <w:suppressAutoHyphens w:val="0"/>
              <w:spacing w:before="57" w:after="24" w:line="240" w:lineRule="auto"/>
              <w:jc w:val="center"/>
              <w:rPr>
                <w:sz w:val="18"/>
                <w:szCs w:val="18"/>
              </w:rPr>
            </w:pPr>
            <w:r w:rsidRPr="00635EE6">
              <w:rPr>
                <w:sz w:val="18"/>
                <w:szCs w:val="18"/>
              </w:rPr>
              <w:t>20</w:t>
            </w:r>
          </w:p>
        </w:tc>
        <w:tc>
          <w:tcPr>
            <w:tcW w:w="6122" w:type="dxa"/>
            <w:shd w:val="clear" w:color="auto" w:fill="auto"/>
          </w:tcPr>
          <w:p w14:paraId="611E16A8" w14:textId="74DB83A8" w:rsidR="00215C1D" w:rsidRPr="00635EE6" w:rsidRDefault="00215C1D" w:rsidP="00215C1D">
            <w:pPr>
              <w:widowControl w:val="0"/>
              <w:suppressAutoHyphens w:val="0"/>
              <w:spacing w:before="57" w:after="24" w:line="240" w:lineRule="auto"/>
              <w:ind w:left="113"/>
              <w:rPr>
                <w:sz w:val="18"/>
                <w:szCs w:val="18"/>
              </w:rPr>
            </w:pPr>
            <w:r w:rsidRPr="00635EE6">
              <w:rPr>
                <w:sz w:val="18"/>
                <w:szCs w:val="18"/>
              </w:rPr>
              <w:t>(OICA) Proposal for Amendments to UN Regulation No. 110</w:t>
            </w:r>
          </w:p>
        </w:tc>
        <w:tc>
          <w:tcPr>
            <w:tcW w:w="720" w:type="dxa"/>
          </w:tcPr>
          <w:p w14:paraId="50BEAA26" w14:textId="613030A5" w:rsidR="00215C1D" w:rsidRPr="00635EE6" w:rsidRDefault="00215C1D" w:rsidP="00215C1D">
            <w:pPr>
              <w:widowControl w:val="0"/>
              <w:suppressAutoHyphens w:val="0"/>
              <w:spacing w:before="57" w:line="240" w:lineRule="auto"/>
              <w:jc w:val="center"/>
              <w:rPr>
                <w:sz w:val="18"/>
                <w:szCs w:val="18"/>
                <w:highlight w:val="yellow"/>
              </w:rPr>
            </w:pPr>
            <w:r w:rsidRPr="00A53FA9">
              <w:rPr>
                <w:sz w:val="18"/>
                <w:szCs w:val="18"/>
              </w:rPr>
              <w:t>(</w:t>
            </w:r>
            <w:r w:rsidR="00C74584">
              <w:rPr>
                <w:sz w:val="18"/>
                <w:szCs w:val="18"/>
              </w:rPr>
              <w:t>e</w:t>
            </w:r>
            <w:r w:rsidRPr="00A53FA9">
              <w:rPr>
                <w:sz w:val="18"/>
                <w:szCs w:val="18"/>
              </w:rPr>
              <w:t>)</w:t>
            </w:r>
          </w:p>
        </w:tc>
        <w:tc>
          <w:tcPr>
            <w:tcW w:w="851" w:type="dxa"/>
            <w:shd w:val="clear" w:color="auto" w:fill="auto"/>
          </w:tcPr>
          <w:p w14:paraId="5A581BA6" w14:textId="1753D72F" w:rsidR="00215C1D" w:rsidRPr="007F7EFD" w:rsidRDefault="007F7EFD" w:rsidP="00215C1D">
            <w:pPr>
              <w:widowControl w:val="0"/>
              <w:suppressAutoHyphens w:val="0"/>
              <w:spacing w:before="57" w:line="240" w:lineRule="auto"/>
              <w:jc w:val="center"/>
              <w:rPr>
                <w:sz w:val="18"/>
                <w:szCs w:val="18"/>
              </w:rPr>
            </w:pPr>
            <w:r>
              <w:rPr>
                <w:sz w:val="18"/>
                <w:szCs w:val="18"/>
              </w:rPr>
              <w:t>7b</w:t>
            </w:r>
          </w:p>
        </w:tc>
      </w:tr>
      <w:tr w:rsidR="00215C1D" w:rsidRPr="00635EE6" w14:paraId="272C0965" w14:textId="77777777" w:rsidTr="00BC16AE">
        <w:tc>
          <w:tcPr>
            <w:tcW w:w="628" w:type="dxa"/>
            <w:shd w:val="clear" w:color="auto" w:fill="auto"/>
          </w:tcPr>
          <w:p w14:paraId="401FC999" w14:textId="2E687258" w:rsidR="00215C1D" w:rsidRPr="00635EE6" w:rsidRDefault="00215C1D" w:rsidP="00215C1D">
            <w:pPr>
              <w:widowControl w:val="0"/>
              <w:suppressAutoHyphens w:val="0"/>
              <w:spacing w:before="57" w:after="24" w:line="240" w:lineRule="auto"/>
              <w:jc w:val="center"/>
              <w:rPr>
                <w:sz w:val="18"/>
                <w:szCs w:val="18"/>
              </w:rPr>
            </w:pPr>
            <w:r w:rsidRPr="00635EE6">
              <w:rPr>
                <w:sz w:val="18"/>
                <w:szCs w:val="18"/>
              </w:rPr>
              <w:t>21</w:t>
            </w:r>
          </w:p>
        </w:tc>
        <w:tc>
          <w:tcPr>
            <w:tcW w:w="6122" w:type="dxa"/>
            <w:shd w:val="clear" w:color="auto" w:fill="auto"/>
          </w:tcPr>
          <w:p w14:paraId="1E85CD6F" w14:textId="6759E974" w:rsidR="00215C1D" w:rsidRPr="00635EE6" w:rsidRDefault="00215C1D" w:rsidP="00215C1D">
            <w:pPr>
              <w:widowControl w:val="0"/>
              <w:suppressAutoHyphens w:val="0"/>
              <w:spacing w:before="57" w:after="24" w:line="240" w:lineRule="auto"/>
              <w:ind w:left="113"/>
              <w:rPr>
                <w:sz w:val="18"/>
                <w:szCs w:val="18"/>
              </w:rPr>
            </w:pPr>
            <w:r w:rsidRPr="00635EE6">
              <w:rPr>
                <w:sz w:val="18"/>
                <w:szCs w:val="18"/>
              </w:rPr>
              <w:t>(OICA) Proposal to amend UN Regulation No. 110 – Shut off Valve</w:t>
            </w:r>
          </w:p>
        </w:tc>
        <w:tc>
          <w:tcPr>
            <w:tcW w:w="720" w:type="dxa"/>
          </w:tcPr>
          <w:p w14:paraId="34909863" w14:textId="1D61BFB8" w:rsidR="00215C1D" w:rsidRPr="00635EE6" w:rsidRDefault="00215C1D" w:rsidP="00215C1D">
            <w:pPr>
              <w:widowControl w:val="0"/>
              <w:suppressAutoHyphens w:val="0"/>
              <w:spacing w:before="57" w:line="240" w:lineRule="auto"/>
              <w:jc w:val="center"/>
              <w:rPr>
                <w:sz w:val="18"/>
                <w:szCs w:val="18"/>
                <w:highlight w:val="yellow"/>
              </w:rPr>
            </w:pPr>
            <w:r w:rsidRPr="00A53FA9">
              <w:rPr>
                <w:sz w:val="18"/>
                <w:szCs w:val="18"/>
              </w:rPr>
              <w:t>(c)</w:t>
            </w:r>
          </w:p>
        </w:tc>
        <w:tc>
          <w:tcPr>
            <w:tcW w:w="851" w:type="dxa"/>
            <w:shd w:val="clear" w:color="auto" w:fill="auto"/>
          </w:tcPr>
          <w:p w14:paraId="0E26EB33" w14:textId="78498A6F" w:rsidR="00215C1D" w:rsidRPr="007F7EFD" w:rsidRDefault="007F7EFD" w:rsidP="00215C1D">
            <w:pPr>
              <w:widowControl w:val="0"/>
              <w:suppressAutoHyphens w:val="0"/>
              <w:spacing w:before="57" w:line="240" w:lineRule="auto"/>
              <w:jc w:val="center"/>
              <w:rPr>
                <w:sz w:val="18"/>
                <w:szCs w:val="18"/>
              </w:rPr>
            </w:pPr>
            <w:r>
              <w:rPr>
                <w:sz w:val="18"/>
                <w:szCs w:val="18"/>
              </w:rPr>
              <w:t>7b</w:t>
            </w:r>
          </w:p>
        </w:tc>
      </w:tr>
      <w:tr w:rsidR="00215C1D" w:rsidRPr="00635EE6" w14:paraId="58A56914" w14:textId="77777777" w:rsidTr="00BC16AE">
        <w:trPr>
          <w:cantSplit/>
        </w:trPr>
        <w:tc>
          <w:tcPr>
            <w:tcW w:w="628" w:type="dxa"/>
            <w:shd w:val="clear" w:color="auto" w:fill="auto"/>
          </w:tcPr>
          <w:p w14:paraId="5F712A73" w14:textId="50A6822E" w:rsidR="00215C1D" w:rsidRPr="00635EE6" w:rsidRDefault="00215C1D" w:rsidP="00215C1D">
            <w:pPr>
              <w:widowControl w:val="0"/>
              <w:suppressAutoHyphens w:val="0"/>
              <w:spacing w:before="57" w:after="24" w:line="240" w:lineRule="auto"/>
              <w:jc w:val="center"/>
              <w:rPr>
                <w:sz w:val="18"/>
                <w:szCs w:val="18"/>
              </w:rPr>
            </w:pPr>
            <w:r w:rsidRPr="00635EE6">
              <w:rPr>
                <w:sz w:val="18"/>
                <w:szCs w:val="18"/>
              </w:rPr>
              <w:t>22</w:t>
            </w:r>
          </w:p>
        </w:tc>
        <w:tc>
          <w:tcPr>
            <w:tcW w:w="6122" w:type="dxa"/>
            <w:shd w:val="clear" w:color="auto" w:fill="auto"/>
          </w:tcPr>
          <w:p w14:paraId="137677EA" w14:textId="0E4B807B" w:rsidR="00215C1D" w:rsidRPr="00635EE6" w:rsidRDefault="00215C1D" w:rsidP="00215C1D">
            <w:pPr>
              <w:widowControl w:val="0"/>
              <w:suppressAutoHyphens w:val="0"/>
              <w:spacing w:before="57" w:after="24" w:line="240" w:lineRule="auto"/>
              <w:ind w:left="113"/>
              <w:rPr>
                <w:sz w:val="18"/>
                <w:szCs w:val="18"/>
              </w:rPr>
            </w:pPr>
            <w:r w:rsidRPr="00635EE6">
              <w:rPr>
                <w:sz w:val="18"/>
                <w:szCs w:val="18"/>
              </w:rPr>
              <w:t xml:space="preserve">(OICA) Proposal for changes to document </w:t>
            </w:r>
            <w:r w:rsidR="00276700">
              <w:rPr>
                <w:sz w:val="18"/>
                <w:szCs w:val="18"/>
              </w:rPr>
              <w:t>ECE/TRANS/WP.29/</w:t>
            </w:r>
            <w:r w:rsidRPr="00635EE6">
              <w:rPr>
                <w:sz w:val="18"/>
                <w:szCs w:val="18"/>
              </w:rPr>
              <w:t>GRSG/2020/21 UN Regulation No. 118 (Burning behaviour of Materials)</w:t>
            </w:r>
          </w:p>
        </w:tc>
        <w:tc>
          <w:tcPr>
            <w:tcW w:w="720" w:type="dxa"/>
          </w:tcPr>
          <w:p w14:paraId="79A3CD2A" w14:textId="1B6B679C" w:rsidR="00215C1D" w:rsidRPr="00635EE6" w:rsidRDefault="00215C1D" w:rsidP="00215C1D">
            <w:pPr>
              <w:widowControl w:val="0"/>
              <w:suppressAutoHyphens w:val="0"/>
              <w:spacing w:before="57" w:line="240" w:lineRule="auto"/>
              <w:jc w:val="center"/>
              <w:rPr>
                <w:sz w:val="18"/>
                <w:szCs w:val="18"/>
                <w:highlight w:val="yellow"/>
              </w:rPr>
            </w:pPr>
            <w:r w:rsidRPr="00A53FA9">
              <w:rPr>
                <w:sz w:val="18"/>
                <w:szCs w:val="18"/>
              </w:rPr>
              <w:t>(</w:t>
            </w:r>
            <w:r w:rsidR="00A53FA9">
              <w:rPr>
                <w:sz w:val="18"/>
                <w:szCs w:val="18"/>
              </w:rPr>
              <w:t>a</w:t>
            </w:r>
            <w:r w:rsidRPr="00A53FA9">
              <w:rPr>
                <w:sz w:val="18"/>
                <w:szCs w:val="18"/>
              </w:rPr>
              <w:t>)</w:t>
            </w:r>
          </w:p>
        </w:tc>
        <w:tc>
          <w:tcPr>
            <w:tcW w:w="851" w:type="dxa"/>
            <w:shd w:val="clear" w:color="auto" w:fill="auto"/>
          </w:tcPr>
          <w:p w14:paraId="42E30255" w14:textId="1B527569" w:rsidR="00215C1D" w:rsidRPr="00197B29" w:rsidRDefault="00875DA9" w:rsidP="00215C1D">
            <w:pPr>
              <w:widowControl w:val="0"/>
              <w:suppressAutoHyphens w:val="0"/>
              <w:spacing w:before="57" w:line="240" w:lineRule="auto"/>
              <w:jc w:val="center"/>
              <w:rPr>
                <w:sz w:val="18"/>
                <w:szCs w:val="18"/>
                <w:highlight w:val="yellow"/>
              </w:rPr>
            </w:pPr>
            <w:r>
              <w:rPr>
                <w:sz w:val="18"/>
                <w:szCs w:val="18"/>
              </w:rPr>
              <w:t>2b</w:t>
            </w:r>
          </w:p>
        </w:tc>
      </w:tr>
      <w:bookmarkEnd w:id="9"/>
      <w:tr w:rsidR="00215C1D" w:rsidRPr="00635EE6" w14:paraId="21BA11A8" w14:textId="77777777" w:rsidTr="00BC16AE">
        <w:tc>
          <w:tcPr>
            <w:tcW w:w="628" w:type="dxa"/>
            <w:shd w:val="clear" w:color="auto" w:fill="auto"/>
          </w:tcPr>
          <w:p w14:paraId="5CBD00BA" w14:textId="153D2E36" w:rsidR="00215C1D" w:rsidRPr="00635EE6" w:rsidRDefault="00215C1D" w:rsidP="00215C1D">
            <w:pPr>
              <w:widowControl w:val="0"/>
              <w:suppressAutoHyphens w:val="0"/>
              <w:spacing w:before="57" w:after="24" w:line="240" w:lineRule="auto"/>
              <w:jc w:val="center"/>
              <w:rPr>
                <w:sz w:val="18"/>
                <w:szCs w:val="18"/>
              </w:rPr>
            </w:pPr>
            <w:r w:rsidRPr="00635EE6">
              <w:rPr>
                <w:sz w:val="18"/>
                <w:szCs w:val="18"/>
              </w:rPr>
              <w:t>23</w:t>
            </w:r>
          </w:p>
        </w:tc>
        <w:tc>
          <w:tcPr>
            <w:tcW w:w="6122" w:type="dxa"/>
            <w:shd w:val="clear" w:color="auto" w:fill="auto"/>
          </w:tcPr>
          <w:p w14:paraId="59D1BEF4" w14:textId="616C2EC7" w:rsidR="00215C1D" w:rsidRPr="00635EE6" w:rsidRDefault="00215C1D" w:rsidP="00215C1D">
            <w:pPr>
              <w:keepNext/>
              <w:keepLines/>
              <w:suppressAutoHyphens w:val="0"/>
              <w:spacing w:before="57" w:after="24" w:line="240" w:lineRule="auto"/>
              <w:ind w:left="113"/>
              <w:rPr>
                <w:sz w:val="18"/>
                <w:szCs w:val="18"/>
              </w:rPr>
            </w:pPr>
            <w:r w:rsidRPr="00635EE6">
              <w:rPr>
                <w:sz w:val="18"/>
                <w:szCs w:val="18"/>
              </w:rPr>
              <w:t xml:space="preserve">(OICA) Proposal for changes to document </w:t>
            </w:r>
            <w:r w:rsidR="00276700">
              <w:rPr>
                <w:sz w:val="18"/>
                <w:szCs w:val="18"/>
              </w:rPr>
              <w:t>ECE/TRANS/WP.29/</w:t>
            </w:r>
            <w:r w:rsidRPr="00635EE6">
              <w:rPr>
                <w:sz w:val="18"/>
                <w:szCs w:val="18"/>
              </w:rPr>
              <w:t>GRSG/2020/21 (Proposal for Supplement 2 to the 01 series of amendments to UN Regulation No. 125 (Forward field of vision of drivers))</w:t>
            </w:r>
          </w:p>
        </w:tc>
        <w:tc>
          <w:tcPr>
            <w:tcW w:w="720" w:type="dxa"/>
          </w:tcPr>
          <w:p w14:paraId="329664D6" w14:textId="15875E5B" w:rsidR="00215C1D" w:rsidRPr="00635EE6" w:rsidRDefault="00215C1D" w:rsidP="00215C1D">
            <w:pPr>
              <w:widowControl w:val="0"/>
              <w:suppressAutoHyphens w:val="0"/>
              <w:spacing w:before="57" w:line="240" w:lineRule="auto"/>
              <w:jc w:val="center"/>
              <w:rPr>
                <w:sz w:val="18"/>
                <w:szCs w:val="18"/>
                <w:highlight w:val="yellow"/>
              </w:rPr>
            </w:pPr>
            <w:r w:rsidRPr="00A97DE0">
              <w:rPr>
                <w:sz w:val="18"/>
                <w:szCs w:val="18"/>
              </w:rPr>
              <w:t>(c)</w:t>
            </w:r>
          </w:p>
        </w:tc>
        <w:tc>
          <w:tcPr>
            <w:tcW w:w="851" w:type="dxa"/>
            <w:shd w:val="clear" w:color="auto" w:fill="auto"/>
          </w:tcPr>
          <w:p w14:paraId="5E97793F" w14:textId="4847B23F" w:rsidR="00215C1D" w:rsidRPr="00197B29" w:rsidRDefault="00215C1D" w:rsidP="00215C1D">
            <w:pPr>
              <w:widowControl w:val="0"/>
              <w:suppressAutoHyphens w:val="0"/>
              <w:spacing w:before="57" w:line="240" w:lineRule="auto"/>
              <w:jc w:val="center"/>
              <w:rPr>
                <w:sz w:val="18"/>
                <w:szCs w:val="18"/>
                <w:highlight w:val="yellow"/>
              </w:rPr>
            </w:pPr>
            <w:r w:rsidRPr="00D90EA6">
              <w:rPr>
                <w:sz w:val="18"/>
                <w:szCs w:val="18"/>
              </w:rPr>
              <w:t>10</w:t>
            </w:r>
          </w:p>
        </w:tc>
      </w:tr>
      <w:tr w:rsidR="00215C1D" w:rsidRPr="00635EE6" w14:paraId="008AE706" w14:textId="77777777" w:rsidTr="00BC16AE">
        <w:trPr>
          <w:trHeight w:val="176"/>
        </w:trPr>
        <w:tc>
          <w:tcPr>
            <w:tcW w:w="628" w:type="dxa"/>
            <w:shd w:val="clear" w:color="auto" w:fill="auto"/>
          </w:tcPr>
          <w:p w14:paraId="7A442DDF" w14:textId="20B77DD4" w:rsidR="00215C1D" w:rsidRPr="00635EE6" w:rsidRDefault="00215C1D" w:rsidP="00215C1D">
            <w:pPr>
              <w:widowControl w:val="0"/>
              <w:suppressAutoHyphens w:val="0"/>
              <w:spacing w:before="57" w:after="24" w:line="240" w:lineRule="auto"/>
              <w:jc w:val="center"/>
              <w:rPr>
                <w:sz w:val="18"/>
                <w:szCs w:val="18"/>
              </w:rPr>
            </w:pPr>
            <w:r w:rsidRPr="00635EE6">
              <w:rPr>
                <w:sz w:val="18"/>
                <w:szCs w:val="18"/>
              </w:rPr>
              <w:t>24</w:t>
            </w:r>
          </w:p>
        </w:tc>
        <w:tc>
          <w:tcPr>
            <w:tcW w:w="6122" w:type="dxa"/>
            <w:shd w:val="clear" w:color="auto" w:fill="auto"/>
          </w:tcPr>
          <w:p w14:paraId="24A0CE08" w14:textId="49F0E981" w:rsidR="00215C1D" w:rsidRPr="00635EE6" w:rsidRDefault="00215C1D" w:rsidP="00215C1D">
            <w:pPr>
              <w:widowControl w:val="0"/>
              <w:suppressAutoHyphens w:val="0"/>
              <w:spacing w:before="57" w:after="24" w:line="240" w:lineRule="auto"/>
              <w:ind w:left="113"/>
              <w:rPr>
                <w:sz w:val="18"/>
                <w:szCs w:val="18"/>
              </w:rPr>
            </w:pPr>
            <w:r w:rsidRPr="00635EE6">
              <w:rPr>
                <w:sz w:val="18"/>
                <w:szCs w:val="18"/>
              </w:rPr>
              <w:t xml:space="preserve">(OICA) Proposal for changes to document </w:t>
            </w:r>
            <w:r w:rsidR="00276700">
              <w:rPr>
                <w:sz w:val="18"/>
                <w:szCs w:val="18"/>
              </w:rPr>
              <w:t>ECE/TRANS/WP.29/</w:t>
            </w:r>
            <w:r w:rsidRPr="00635EE6">
              <w:rPr>
                <w:sz w:val="18"/>
                <w:szCs w:val="18"/>
              </w:rPr>
              <w:t>GRSG/2020/14 (Consolidated Resolution R.E.3)</w:t>
            </w:r>
          </w:p>
        </w:tc>
        <w:tc>
          <w:tcPr>
            <w:tcW w:w="720" w:type="dxa"/>
          </w:tcPr>
          <w:p w14:paraId="019DE48A" w14:textId="576FF691" w:rsidR="00215C1D" w:rsidRPr="00635EE6" w:rsidRDefault="00215C1D" w:rsidP="00215C1D">
            <w:pPr>
              <w:widowControl w:val="0"/>
              <w:suppressAutoHyphens w:val="0"/>
              <w:spacing w:before="57" w:line="240" w:lineRule="auto"/>
              <w:jc w:val="center"/>
              <w:rPr>
                <w:sz w:val="18"/>
                <w:szCs w:val="18"/>
                <w:highlight w:val="yellow"/>
              </w:rPr>
            </w:pPr>
            <w:r w:rsidRPr="00A97DE0">
              <w:rPr>
                <w:sz w:val="18"/>
                <w:szCs w:val="18"/>
              </w:rPr>
              <w:t>(c)</w:t>
            </w:r>
          </w:p>
        </w:tc>
        <w:tc>
          <w:tcPr>
            <w:tcW w:w="851" w:type="dxa"/>
            <w:shd w:val="clear" w:color="auto" w:fill="auto"/>
          </w:tcPr>
          <w:p w14:paraId="480CD2DC" w14:textId="5EAAB080" w:rsidR="00215C1D" w:rsidRPr="00197B29" w:rsidRDefault="00D90EA6" w:rsidP="00215C1D">
            <w:pPr>
              <w:widowControl w:val="0"/>
              <w:suppressAutoHyphens w:val="0"/>
              <w:spacing w:before="57" w:line="240" w:lineRule="auto"/>
              <w:jc w:val="center"/>
              <w:rPr>
                <w:sz w:val="18"/>
                <w:szCs w:val="18"/>
                <w:highlight w:val="yellow"/>
              </w:rPr>
            </w:pPr>
            <w:r>
              <w:rPr>
                <w:sz w:val="18"/>
                <w:szCs w:val="18"/>
              </w:rPr>
              <w:t>12</w:t>
            </w:r>
          </w:p>
        </w:tc>
      </w:tr>
      <w:tr w:rsidR="00215C1D" w:rsidRPr="00635EE6" w14:paraId="4F1EA16E" w14:textId="77777777" w:rsidTr="00BC16AE">
        <w:trPr>
          <w:trHeight w:val="176"/>
        </w:trPr>
        <w:tc>
          <w:tcPr>
            <w:tcW w:w="628" w:type="dxa"/>
            <w:shd w:val="clear" w:color="auto" w:fill="auto"/>
          </w:tcPr>
          <w:p w14:paraId="6BCD7657" w14:textId="28A05DAE" w:rsidR="00215C1D" w:rsidRPr="00635EE6" w:rsidRDefault="00215C1D" w:rsidP="00215C1D">
            <w:pPr>
              <w:widowControl w:val="0"/>
              <w:suppressAutoHyphens w:val="0"/>
              <w:spacing w:before="57" w:after="24" w:line="240" w:lineRule="auto"/>
              <w:jc w:val="center"/>
              <w:rPr>
                <w:sz w:val="18"/>
                <w:szCs w:val="18"/>
              </w:rPr>
            </w:pPr>
            <w:r w:rsidRPr="00635EE6">
              <w:rPr>
                <w:sz w:val="18"/>
                <w:szCs w:val="18"/>
              </w:rPr>
              <w:t>25</w:t>
            </w:r>
          </w:p>
        </w:tc>
        <w:tc>
          <w:tcPr>
            <w:tcW w:w="6122" w:type="dxa"/>
            <w:shd w:val="clear" w:color="auto" w:fill="auto"/>
          </w:tcPr>
          <w:p w14:paraId="4441EB68" w14:textId="6D2F3FAD" w:rsidR="00215C1D" w:rsidRPr="00635EE6" w:rsidRDefault="00215C1D" w:rsidP="00215C1D">
            <w:pPr>
              <w:widowControl w:val="0"/>
              <w:suppressAutoHyphens w:val="0"/>
              <w:spacing w:before="57" w:after="24" w:line="240" w:lineRule="auto"/>
              <w:ind w:left="113"/>
              <w:rPr>
                <w:sz w:val="18"/>
                <w:szCs w:val="18"/>
              </w:rPr>
            </w:pPr>
            <w:r w:rsidRPr="00635EE6">
              <w:rPr>
                <w:sz w:val="18"/>
                <w:szCs w:val="18"/>
              </w:rPr>
              <w:t>(Italy) J15 LPG FILLING UNIT (UN Regulation No. 67 (LPG vehicles)</w:t>
            </w:r>
          </w:p>
        </w:tc>
        <w:tc>
          <w:tcPr>
            <w:tcW w:w="720" w:type="dxa"/>
          </w:tcPr>
          <w:p w14:paraId="59C33834" w14:textId="2C12887C" w:rsidR="00215C1D" w:rsidRPr="00635EE6" w:rsidRDefault="00215C1D" w:rsidP="00215C1D">
            <w:pPr>
              <w:widowControl w:val="0"/>
              <w:suppressAutoHyphens w:val="0"/>
              <w:spacing w:before="57" w:line="240" w:lineRule="auto"/>
              <w:jc w:val="center"/>
              <w:rPr>
                <w:sz w:val="18"/>
                <w:szCs w:val="18"/>
                <w:highlight w:val="yellow"/>
              </w:rPr>
            </w:pPr>
            <w:r w:rsidRPr="00A53FA9">
              <w:rPr>
                <w:sz w:val="18"/>
                <w:szCs w:val="18"/>
              </w:rPr>
              <w:t>(</w:t>
            </w:r>
            <w:r w:rsidR="00C74584">
              <w:rPr>
                <w:sz w:val="18"/>
                <w:szCs w:val="18"/>
              </w:rPr>
              <w:t>e</w:t>
            </w:r>
            <w:r w:rsidRPr="00A53FA9">
              <w:rPr>
                <w:sz w:val="18"/>
                <w:szCs w:val="18"/>
              </w:rPr>
              <w:t>)</w:t>
            </w:r>
          </w:p>
        </w:tc>
        <w:tc>
          <w:tcPr>
            <w:tcW w:w="851" w:type="dxa"/>
            <w:shd w:val="clear" w:color="auto" w:fill="auto"/>
          </w:tcPr>
          <w:p w14:paraId="2FF0C747" w14:textId="6C9610E1" w:rsidR="00215C1D" w:rsidRPr="00197B29" w:rsidRDefault="00BE7496" w:rsidP="00215C1D">
            <w:pPr>
              <w:widowControl w:val="0"/>
              <w:suppressAutoHyphens w:val="0"/>
              <w:spacing w:before="57" w:line="240" w:lineRule="auto"/>
              <w:jc w:val="center"/>
              <w:rPr>
                <w:sz w:val="18"/>
                <w:szCs w:val="18"/>
                <w:highlight w:val="yellow"/>
              </w:rPr>
            </w:pPr>
            <w:r>
              <w:rPr>
                <w:sz w:val="18"/>
                <w:szCs w:val="18"/>
              </w:rPr>
              <w:t>7a</w:t>
            </w:r>
          </w:p>
        </w:tc>
      </w:tr>
      <w:tr w:rsidR="00215C1D" w:rsidRPr="00635EE6" w14:paraId="22F3FEFD" w14:textId="77777777" w:rsidTr="00BC16AE">
        <w:trPr>
          <w:trHeight w:val="176"/>
        </w:trPr>
        <w:tc>
          <w:tcPr>
            <w:tcW w:w="628" w:type="dxa"/>
            <w:shd w:val="clear" w:color="auto" w:fill="auto"/>
          </w:tcPr>
          <w:p w14:paraId="6523C8D5" w14:textId="5A728643" w:rsidR="00215C1D" w:rsidRPr="00635EE6" w:rsidRDefault="00215C1D" w:rsidP="00215C1D">
            <w:pPr>
              <w:widowControl w:val="0"/>
              <w:suppressAutoHyphens w:val="0"/>
              <w:spacing w:before="57" w:after="24" w:line="240" w:lineRule="auto"/>
              <w:jc w:val="center"/>
              <w:rPr>
                <w:sz w:val="18"/>
                <w:szCs w:val="18"/>
              </w:rPr>
            </w:pPr>
            <w:r w:rsidRPr="00635EE6">
              <w:rPr>
                <w:sz w:val="18"/>
                <w:szCs w:val="18"/>
              </w:rPr>
              <w:lastRenderedPageBreak/>
              <w:t>26</w:t>
            </w:r>
          </w:p>
        </w:tc>
        <w:tc>
          <w:tcPr>
            <w:tcW w:w="6122" w:type="dxa"/>
            <w:shd w:val="clear" w:color="auto" w:fill="auto"/>
          </w:tcPr>
          <w:p w14:paraId="28DC8559" w14:textId="69E58B0F" w:rsidR="00215C1D" w:rsidRPr="00635EE6" w:rsidRDefault="00215C1D" w:rsidP="00215C1D">
            <w:pPr>
              <w:widowControl w:val="0"/>
              <w:suppressAutoHyphens w:val="0"/>
              <w:spacing w:before="57" w:after="24" w:line="240" w:lineRule="auto"/>
              <w:ind w:left="113"/>
              <w:rPr>
                <w:sz w:val="18"/>
                <w:szCs w:val="18"/>
              </w:rPr>
            </w:pPr>
            <w:r w:rsidRPr="00635EE6">
              <w:rPr>
                <w:sz w:val="18"/>
                <w:szCs w:val="18"/>
              </w:rPr>
              <w:t xml:space="preserve">(Italy) Reg. ECE 46/06 IT proposal for amendments (doc. </w:t>
            </w:r>
            <w:r w:rsidR="0024189C">
              <w:rPr>
                <w:sz w:val="18"/>
                <w:szCs w:val="18"/>
              </w:rPr>
              <w:t>ECE/TRANS/WP.29/</w:t>
            </w:r>
            <w:r w:rsidRPr="00635EE6">
              <w:rPr>
                <w:sz w:val="18"/>
                <w:szCs w:val="18"/>
              </w:rPr>
              <w:t>GRSG/2020/6)</w:t>
            </w:r>
          </w:p>
        </w:tc>
        <w:tc>
          <w:tcPr>
            <w:tcW w:w="720" w:type="dxa"/>
          </w:tcPr>
          <w:p w14:paraId="641119F8" w14:textId="48FDF9EE" w:rsidR="00215C1D" w:rsidRPr="00635EE6" w:rsidRDefault="00215C1D" w:rsidP="00215C1D">
            <w:pPr>
              <w:widowControl w:val="0"/>
              <w:suppressAutoHyphens w:val="0"/>
              <w:spacing w:before="57" w:line="240" w:lineRule="auto"/>
              <w:jc w:val="center"/>
              <w:rPr>
                <w:sz w:val="18"/>
                <w:szCs w:val="18"/>
                <w:highlight w:val="yellow"/>
              </w:rPr>
            </w:pPr>
            <w:r w:rsidRPr="00A53FA9">
              <w:rPr>
                <w:sz w:val="18"/>
                <w:szCs w:val="18"/>
              </w:rPr>
              <w:t>(</w:t>
            </w:r>
            <w:r w:rsidR="00C74584">
              <w:rPr>
                <w:sz w:val="18"/>
                <w:szCs w:val="18"/>
              </w:rPr>
              <w:t>e</w:t>
            </w:r>
            <w:r w:rsidRPr="00A53FA9">
              <w:rPr>
                <w:sz w:val="18"/>
                <w:szCs w:val="18"/>
              </w:rPr>
              <w:t>)</w:t>
            </w:r>
          </w:p>
        </w:tc>
        <w:tc>
          <w:tcPr>
            <w:tcW w:w="851" w:type="dxa"/>
            <w:shd w:val="clear" w:color="auto" w:fill="auto"/>
          </w:tcPr>
          <w:p w14:paraId="2EF46560" w14:textId="5036D3B7" w:rsidR="00215C1D" w:rsidRPr="00197B29" w:rsidRDefault="00437FC0" w:rsidP="00215C1D">
            <w:pPr>
              <w:widowControl w:val="0"/>
              <w:suppressAutoHyphens w:val="0"/>
              <w:spacing w:before="57" w:line="240" w:lineRule="auto"/>
              <w:jc w:val="center"/>
              <w:rPr>
                <w:sz w:val="18"/>
                <w:szCs w:val="18"/>
                <w:highlight w:val="yellow"/>
              </w:rPr>
            </w:pPr>
            <w:r w:rsidRPr="00437FC0">
              <w:rPr>
                <w:sz w:val="18"/>
                <w:szCs w:val="18"/>
              </w:rPr>
              <w:t>4a</w:t>
            </w:r>
          </w:p>
        </w:tc>
      </w:tr>
      <w:tr w:rsidR="00215C1D" w:rsidRPr="00635EE6" w14:paraId="0F656E49" w14:textId="77777777" w:rsidTr="00BC16AE">
        <w:trPr>
          <w:trHeight w:val="176"/>
        </w:trPr>
        <w:tc>
          <w:tcPr>
            <w:tcW w:w="628" w:type="dxa"/>
            <w:shd w:val="clear" w:color="auto" w:fill="auto"/>
          </w:tcPr>
          <w:p w14:paraId="0589E663" w14:textId="18A8DD78" w:rsidR="00215C1D" w:rsidRPr="00635EE6" w:rsidRDefault="00215C1D" w:rsidP="00215C1D">
            <w:pPr>
              <w:widowControl w:val="0"/>
              <w:suppressAutoHyphens w:val="0"/>
              <w:spacing w:before="57" w:after="24" w:line="240" w:lineRule="auto"/>
              <w:jc w:val="center"/>
              <w:rPr>
                <w:sz w:val="18"/>
                <w:szCs w:val="18"/>
              </w:rPr>
            </w:pPr>
            <w:r w:rsidRPr="00635EE6">
              <w:rPr>
                <w:sz w:val="18"/>
                <w:szCs w:val="18"/>
              </w:rPr>
              <w:t>27</w:t>
            </w:r>
          </w:p>
        </w:tc>
        <w:tc>
          <w:tcPr>
            <w:tcW w:w="6122" w:type="dxa"/>
            <w:shd w:val="clear" w:color="auto" w:fill="auto"/>
          </w:tcPr>
          <w:p w14:paraId="16581977" w14:textId="6FB98784" w:rsidR="00215C1D" w:rsidRPr="00635EE6" w:rsidRDefault="00215C1D" w:rsidP="00215C1D">
            <w:pPr>
              <w:widowControl w:val="0"/>
              <w:suppressAutoHyphens w:val="0"/>
              <w:spacing w:before="57" w:after="24" w:line="240" w:lineRule="auto"/>
              <w:ind w:left="113"/>
              <w:rPr>
                <w:sz w:val="18"/>
                <w:szCs w:val="18"/>
              </w:rPr>
            </w:pPr>
            <w:r w:rsidRPr="00635EE6">
              <w:rPr>
                <w:sz w:val="18"/>
                <w:szCs w:val="18"/>
              </w:rPr>
              <w:t>(IWG on EDR/DSSAD) IWG on EDR/DSSAD Status Report</w:t>
            </w:r>
          </w:p>
        </w:tc>
        <w:tc>
          <w:tcPr>
            <w:tcW w:w="720" w:type="dxa"/>
          </w:tcPr>
          <w:p w14:paraId="41EB8C45" w14:textId="4458FA18" w:rsidR="00215C1D" w:rsidRPr="00635EE6" w:rsidRDefault="00215C1D" w:rsidP="00215C1D">
            <w:pPr>
              <w:widowControl w:val="0"/>
              <w:suppressAutoHyphens w:val="0"/>
              <w:spacing w:before="57" w:line="240" w:lineRule="auto"/>
              <w:jc w:val="center"/>
              <w:rPr>
                <w:sz w:val="18"/>
                <w:szCs w:val="18"/>
                <w:highlight w:val="yellow"/>
              </w:rPr>
            </w:pPr>
            <w:r w:rsidRPr="00A97DE0">
              <w:rPr>
                <w:sz w:val="18"/>
                <w:szCs w:val="18"/>
              </w:rPr>
              <w:t>(</w:t>
            </w:r>
            <w:r w:rsidR="00C74584">
              <w:rPr>
                <w:sz w:val="18"/>
                <w:szCs w:val="18"/>
              </w:rPr>
              <w:t>e</w:t>
            </w:r>
            <w:r w:rsidRPr="00A97DE0">
              <w:rPr>
                <w:sz w:val="18"/>
                <w:szCs w:val="18"/>
              </w:rPr>
              <w:t>)</w:t>
            </w:r>
          </w:p>
        </w:tc>
        <w:tc>
          <w:tcPr>
            <w:tcW w:w="851" w:type="dxa"/>
            <w:shd w:val="clear" w:color="auto" w:fill="auto"/>
          </w:tcPr>
          <w:p w14:paraId="4CD5B83B" w14:textId="5D3E3961" w:rsidR="00215C1D" w:rsidRPr="00197B29" w:rsidRDefault="00196056" w:rsidP="00215C1D">
            <w:pPr>
              <w:widowControl w:val="0"/>
              <w:suppressAutoHyphens w:val="0"/>
              <w:spacing w:before="57" w:line="240" w:lineRule="auto"/>
              <w:jc w:val="center"/>
              <w:rPr>
                <w:sz w:val="18"/>
                <w:szCs w:val="18"/>
                <w:highlight w:val="yellow"/>
              </w:rPr>
            </w:pPr>
            <w:r w:rsidRPr="00196056">
              <w:rPr>
                <w:sz w:val="18"/>
                <w:szCs w:val="18"/>
              </w:rPr>
              <w:t>13</w:t>
            </w:r>
          </w:p>
        </w:tc>
      </w:tr>
      <w:tr w:rsidR="00215C1D" w:rsidRPr="00635EE6" w14:paraId="364E2289" w14:textId="77777777" w:rsidTr="00BC16AE">
        <w:trPr>
          <w:trHeight w:val="176"/>
        </w:trPr>
        <w:tc>
          <w:tcPr>
            <w:tcW w:w="628" w:type="dxa"/>
            <w:shd w:val="clear" w:color="auto" w:fill="auto"/>
          </w:tcPr>
          <w:p w14:paraId="41449FEA" w14:textId="3CDC4478" w:rsidR="00215C1D" w:rsidRPr="00635EE6" w:rsidRDefault="00215C1D" w:rsidP="00215C1D">
            <w:pPr>
              <w:widowControl w:val="0"/>
              <w:suppressAutoHyphens w:val="0"/>
              <w:spacing w:before="57" w:after="24" w:line="240" w:lineRule="auto"/>
              <w:jc w:val="center"/>
              <w:rPr>
                <w:sz w:val="18"/>
                <w:szCs w:val="18"/>
              </w:rPr>
            </w:pPr>
            <w:r w:rsidRPr="00635EE6">
              <w:rPr>
                <w:sz w:val="18"/>
                <w:szCs w:val="18"/>
              </w:rPr>
              <w:t>28</w:t>
            </w:r>
          </w:p>
        </w:tc>
        <w:tc>
          <w:tcPr>
            <w:tcW w:w="6122" w:type="dxa"/>
            <w:shd w:val="clear" w:color="auto" w:fill="auto"/>
          </w:tcPr>
          <w:p w14:paraId="00B7B319" w14:textId="2CCF1097" w:rsidR="00215C1D" w:rsidRPr="00635EE6" w:rsidRDefault="00215C1D" w:rsidP="00215C1D">
            <w:pPr>
              <w:widowControl w:val="0"/>
              <w:suppressAutoHyphens w:val="0"/>
              <w:spacing w:before="57" w:after="24" w:line="240" w:lineRule="auto"/>
              <w:ind w:left="113"/>
              <w:rPr>
                <w:sz w:val="18"/>
                <w:szCs w:val="18"/>
              </w:rPr>
            </w:pPr>
            <w:r w:rsidRPr="00635EE6">
              <w:rPr>
                <w:sz w:val="18"/>
                <w:szCs w:val="18"/>
              </w:rPr>
              <w:t>(OICA) GRSG Task force on Key definition</w:t>
            </w:r>
          </w:p>
        </w:tc>
        <w:tc>
          <w:tcPr>
            <w:tcW w:w="720" w:type="dxa"/>
          </w:tcPr>
          <w:p w14:paraId="0105E694" w14:textId="4289E735" w:rsidR="00215C1D" w:rsidRPr="00635EE6" w:rsidRDefault="00215C1D" w:rsidP="00215C1D">
            <w:pPr>
              <w:widowControl w:val="0"/>
              <w:suppressAutoHyphens w:val="0"/>
              <w:spacing w:before="57" w:line="240" w:lineRule="auto"/>
              <w:jc w:val="center"/>
              <w:rPr>
                <w:sz w:val="18"/>
                <w:szCs w:val="18"/>
                <w:highlight w:val="yellow"/>
              </w:rPr>
            </w:pPr>
            <w:r w:rsidRPr="00A53FA9">
              <w:rPr>
                <w:sz w:val="18"/>
                <w:szCs w:val="18"/>
              </w:rPr>
              <w:t>(</w:t>
            </w:r>
            <w:r w:rsidR="00C74584">
              <w:rPr>
                <w:sz w:val="18"/>
                <w:szCs w:val="18"/>
              </w:rPr>
              <w:t>e</w:t>
            </w:r>
            <w:r w:rsidRPr="00A53FA9">
              <w:rPr>
                <w:sz w:val="18"/>
                <w:szCs w:val="18"/>
              </w:rPr>
              <w:t>)</w:t>
            </w:r>
          </w:p>
        </w:tc>
        <w:tc>
          <w:tcPr>
            <w:tcW w:w="851" w:type="dxa"/>
            <w:shd w:val="clear" w:color="auto" w:fill="auto"/>
          </w:tcPr>
          <w:p w14:paraId="225E6674" w14:textId="5115FA14" w:rsidR="00215C1D" w:rsidRPr="00197B29" w:rsidRDefault="00215C1D" w:rsidP="00215C1D">
            <w:pPr>
              <w:widowControl w:val="0"/>
              <w:suppressAutoHyphens w:val="0"/>
              <w:spacing w:before="57" w:line="240" w:lineRule="auto"/>
              <w:jc w:val="center"/>
              <w:rPr>
                <w:sz w:val="18"/>
                <w:szCs w:val="18"/>
                <w:highlight w:val="yellow"/>
              </w:rPr>
            </w:pPr>
            <w:r w:rsidRPr="007F7EFD">
              <w:rPr>
                <w:sz w:val="18"/>
                <w:szCs w:val="18"/>
              </w:rPr>
              <w:t>9</w:t>
            </w:r>
          </w:p>
        </w:tc>
      </w:tr>
      <w:tr w:rsidR="00215C1D" w:rsidRPr="00635EE6" w14:paraId="449A21C4" w14:textId="77777777" w:rsidTr="00BC16AE">
        <w:trPr>
          <w:trHeight w:val="176"/>
        </w:trPr>
        <w:tc>
          <w:tcPr>
            <w:tcW w:w="628" w:type="dxa"/>
            <w:shd w:val="clear" w:color="auto" w:fill="auto"/>
          </w:tcPr>
          <w:p w14:paraId="6E8FABD5" w14:textId="0CF5CA72" w:rsidR="00215C1D" w:rsidRPr="00635EE6" w:rsidRDefault="00215C1D" w:rsidP="00215C1D">
            <w:pPr>
              <w:widowControl w:val="0"/>
              <w:suppressAutoHyphens w:val="0"/>
              <w:spacing w:before="57" w:after="24" w:line="240" w:lineRule="auto"/>
              <w:jc w:val="center"/>
              <w:rPr>
                <w:sz w:val="18"/>
                <w:szCs w:val="18"/>
              </w:rPr>
            </w:pPr>
            <w:r w:rsidRPr="00635EE6">
              <w:rPr>
                <w:sz w:val="18"/>
                <w:szCs w:val="18"/>
              </w:rPr>
              <w:t>29</w:t>
            </w:r>
            <w:r w:rsidR="00FD0469">
              <w:rPr>
                <w:sz w:val="18"/>
                <w:szCs w:val="18"/>
              </w:rPr>
              <w:t xml:space="preserve"> and Rev.1</w:t>
            </w:r>
          </w:p>
        </w:tc>
        <w:tc>
          <w:tcPr>
            <w:tcW w:w="6122" w:type="dxa"/>
            <w:shd w:val="clear" w:color="auto" w:fill="auto"/>
          </w:tcPr>
          <w:p w14:paraId="18C00C9B" w14:textId="7CD0B1AE" w:rsidR="00215C1D" w:rsidRPr="00635EE6" w:rsidRDefault="00215C1D" w:rsidP="00215C1D">
            <w:pPr>
              <w:widowControl w:val="0"/>
              <w:suppressAutoHyphens w:val="0"/>
              <w:spacing w:before="57" w:after="24" w:line="240" w:lineRule="auto"/>
              <w:ind w:left="113"/>
              <w:rPr>
                <w:sz w:val="18"/>
                <w:szCs w:val="18"/>
              </w:rPr>
            </w:pPr>
            <w:r w:rsidRPr="00635EE6">
              <w:rPr>
                <w:sz w:val="18"/>
                <w:szCs w:val="18"/>
              </w:rPr>
              <w:t>(Secretariat) Consolidated agenda</w:t>
            </w:r>
          </w:p>
        </w:tc>
        <w:tc>
          <w:tcPr>
            <w:tcW w:w="720" w:type="dxa"/>
          </w:tcPr>
          <w:p w14:paraId="63EB4DF9" w14:textId="6CB45DDB" w:rsidR="00215C1D" w:rsidRPr="00635EE6" w:rsidRDefault="00215C1D" w:rsidP="00215C1D">
            <w:pPr>
              <w:widowControl w:val="0"/>
              <w:suppressAutoHyphens w:val="0"/>
              <w:spacing w:before="57" w:line="240" w:lineRule="auto"/>
              <w:jc w:val="center"/>
              <w:rPr>
                <w:sz w:val="18"/>
                <w:szCs w:val="18"/>
                <w:highlight w:val="yellow"/>
              </w:rPr>
            </w:pPr>
            <w:r w:rsidRPr="00196056">
              <w:rPr>
                <w:sz w:val="18"/>
                <w:szCs w:val="18"/>
              </w:rPr>
              <w:t>(</w:t>
            </w:r>
            <w:r w:rsidR="00C74584">
              <w:rPr>
                <w:sz w:val="18"/>
                <w:szCs w:val="18"/>
              </w:rPr>
              <w:t>e</w:t>
            </w:r>
            <w:r w:rsidRPr="00196056">
              <w:rPr>
                <w:sz w:val="18"/>
                <w:szCs w:val="18"/>
              </w:rPr>
              <w:t>)</w:t>
            </w:r>
          </w:p>
        </w:tc>
        <w:tc>
          <w:tcPr>
            <w:tcW w:w="851" w:type="dxa"/>
            <w:shd w:val="clear" w:color="auto" w:fill="auto"/>
          </w:tcPr>
          <w:p w14:paraId="1AB06476" w14:textId="263179C4" w:rsidR="00215C1D" w:rsidRPr="00197B29" w:rsidRDefault="005A406C" w:rsidP="00215C1D">
            <w:pPr>
              <w:widowControl w:val="0"/>
              <w:suppressAutoHyphens w:val="0"/>
              <w:spacing w:before="57" w:line="240" w:lineRule="auto"/>
              <w:jc w:val="center"/>
              <w:rPr>
                <w:sz w:val="18"/>
                <w:szCs w:val="18"/>
                <w:highlight w:val="yellow"/>
              </w:rPr>
            </w:pPr>
            <w:r w:rsidRPr="005A406C">
              <w:rPr>
                <w:sz w:val="18"/>
                <w:szCs w:val="18"/>
              </w:rPr>
              <w:t>1</w:t>
            </w:r>
          </w:p>
        </w:tc>
      </w:tr>
      <w:tr w:rsidR="00215C1D" w:rsidRPr="00635EE6" w14:paraId="6F1891E3" w14:textId="77777777" w:rsidTr="00BC16AE">
        <w:trPr>
          <w:trHeight w:val="176"/>
        </w:trPr>
        <w:tc>
          <w:tcPr>
            <w:tcW w:w="628" w:type="dxa"/>
            <w:shd w:val="clear" w:color="auto" w:fill="auto"/>
          </w:tcPr>
          <w:p w14:paraId="680E3CC9" w14:textId="68B97C75" w:rsidR="00215C1D" w:rsidRPr="00635EE6" w:rsidRDefault="00215C1D" w:rsidP="00215C1D">
            <w:pPr>
              <w:widowControl w:val="0"/>
              <w:suppressAutoHyphens w:val="0"/>
              <w:spacing w:before="57" w:after="24" w:line="240" w:lineRule="auto"/>
              <w:jc w:val="center"/>
              <w:rPr>
                <w:sz w:val="18"/>
                <w:szCs w:val="18"/>
              </w:rPr>
            </w:pPr>
            <w:r w:rsidRPr="00635EE6">
              <w:rPr>
                <w:sz w:val="18"/>
                <w:szCs w:val="18"/>
              </w:rPr>
              <w:t>30</w:t>
            </w:r>
          </w:p>
        </w:tc>
        <w:tc>
          <w:tcPr>
            <w:tcW w:w="6122" w:type="dxa"/>
            <w:shd w:val="clear" w:color="auto" w:fill="auto"/>
          </w:tcPr>
          <w:p w14:paraId="053ECA08" w14:textId="2F3BDA61" w:rsidR="00215C1D" w:rsidRPr="00635EE6" w:rsidRDefault="00215C1D" w:rsidP="00215C1D">
            <w:pPr>
              <w:widowControl w:val="0"/>
              <w:suppressAutoHyphens w:val="0"/>
              <w:spacing w:before="57" w:after="24" w:line="240" w:lineRule="auto"/>
              <w:ind w:left="113"/>
              <w:rPr>
                <w:sz w:val="18"/>
                <w:szCs w:val="18"/>
              </w:rPr>
            </w:pPr>
            <w:r w:rsidRPr="00635EE6">
              <w:rPr>
                <w:sz w:val="18"/>
                <w:szCs w:val="18"/>
              </w:rPr>
              <w:t xml:space="preserve">(IWG on </w:t>
            </w:r>
            <w:r w:rsidR="00A53FA9">
              <w:rPr>
                <w:sz w:val="18"/>
                <w:szCs w:val="18"/>
              </w:rPr>
              <w:t>PSG</w:t>
            </w:r>
            <w:r w:rsidRPr="00635EE6">
              <w:rPr>
                <w:rFonts w:asciiTheme="majorBidi" w:hAnsiTheme="majorBidi" w:cstheme="majorBidi"/>
                <w:sz w:val="18"/>
                <w:szCs w:val="18"/>
              </w:rPr>
              <w:t xml:space="preserve">) </w:t>
            </w:r>
            <w:r w:rsidRPr="00635EE6">
              <w:rPr>
                <w:rFonts w:asciiTheme="majorBidi" w:eastAsia="Times New Roman" w:hAnsiTheme="majorBidi" w:cstheme="majorBidi"/>
                <w:sz w:val="18"/>
                <w:szCs w:val="18"/>
              </w:rPr>
              <w:t>Progress Report</w:t>
            </w:r>
          </w:p>
        </w:tc>
        <w:tc>
          <w:tcPr>
            <w:tcW w:w="720" w:type="dxa"/>
          </w:tcPr>
          <w:p w14:paraId="120E13C5" w14:textId="4A3B7C86" w:rsidR="00215C1D" w:rsidRPr="00635EE6" w:rsidRDefault="00215C1D" w:rsidP="00215C1D">
            <w:pPr>
              <w:widowControl w:val="0"/>
              <w:suppressAutoHyphens w:val="0"/>
              <w:spacing w:before="57" w:line="240" w:lineRule="auto"/>
              <w:jc w:val="center"/>
              <w:rPr>
                <w:sz w:val="18"/>
                <w:szCs w:val="18"/>
                <w:highlight w:val="yellow"/>
              </w:rPr>
            </w:pPr>
            <w:r w:rsidRPr="00A53FA9">
              <w:rPr>
                <w:sz w:val="18"/>
                <w:szCs w:val="18"/>
              </w:rPr>
              <w:t>(</w:t>
            </w:r>
            <w:r w:rsidR="0054151A">
              <w:rPr>
                <w:sz w:val="18"/>
                <w:szCs w:val="18"/>
              </w:rPr>
              <w:t>e</w:t>
            </w:r>
            <w:r w:rsidRPr="00A53FA9">
              <w:rPr>
                <w:sz w:val="18"/>
                <w:szCs w:val="18"/>
              </w:rPr>
              <w:t>)</w:t>
            </w:r>
          </w:p>
        </w:tc>
        <w:tc>
          <w:tcPr>
            <w:tcW w:w="851" w:type="dxa"/>
            <w:shd w:val="clear" w:color="auto" w:fill="auto"/>
          </w:tcPr>
          <w:p w14:paraId="54D954AB" w14:textId="3B8DF5D2" w:rsidR="00215C1D" w:rsidRPr="00726E49" w:rsidRDefault="00726E49" w:rsidP="00215C1D">
            <w:pPr>
              <w:widowControl w:val="0"/>
              <w:suppressAutoHyphens w:val="0"/>
              <w:spacing w:before="57" w:line="240" w:lineRule="auto"/>
              <w:jc w:val="center"/>
              <w:rPr>
                <w:sz w:val="18"/>
                <w:szCs w:val="18"/>
                <w:highlight w:val="yellow"/>
              </w:rPr>
            </w:pPr>
            <w:r w:rsidRPr="00726E49">
              <w:rPr>
                <w:sz w:val="18"/>
                <w:szCs w:val="18"/>
              </w:rPr>
              <w:t>3</w:t>
            </w:r>
          </w:p>
        </w:tc>
      </w:tr>
      <w:tr w:rsidR="00215C1D" w:rsidRPr="00635EE6" w14:paraId="5629E2A6" w14:textId="77777777" w:rsidTr="00BC16AE">
        <w:trPr>
          <w:trHeight w:val="176"/>
        </w:trPr>
        <w:tc>
          <w:tcPr>
            <w:tcW w:w="628" w:type="dxa"/>
            <w:shd w:val="clear" w:color="auto" w:fill="auto"/>
          </w:tcPr>
          <w:p w14:paraId="1CA196C5" w14:textId="17754D7F" w:rsidR="00215C1D" w:rsidRPr="00EE1753" w:rsidRDefault="00215C1D" w:rsidP="00215C1D">
            <w:pPr>
              <w:widowControl w:val="0"/>
              <w:suppressAutoHyphens w:val="0"/>
              <w:spacing w:before="57" w:after="24" w:line="240" w:lineRule="auto"/>
              <w:jc w:val="center"/>
              <w:rPr>
                <w:sz w:val="18"/>
                <w:szCs w:val="18"/>
              </w:rPr>
            </w:pPr>
            <w:r w:rsidRPr="00EE1753">
              <w:rPr>
                <w:sz w:val="18"/>
                <w:szCs w:val="18"/>
              </w:rPr>
              <w:t>31</w:t>
            </w:r>
          </w:p>
        </w:tc>
        <w:tc>
          <w:tcPr>
            <w:tcW w:w="6122" w:type="dxa"/>
            <w:shd w:val="clear" w:color="auto" w:fill="auto"/>
          </w:tcPr>
          <w:p w14:paraId="7E21CD38" w14:textId="60477DD8" w:rsidR="00215C1D" w:rsidRPr="00EE1753" w:rsidRDefault="00215C1D" w:rsidP="00215C1D">
            <w:pPr>
              <w:widowControl w:val="0"/>
              <w:suppressAutoHyphens w:val="0"/>
              <w:spacing w:before="57" w:after="24" w:line="240" w:lineRule="auto"/>
              <w:ind w:left="113"/>
              <w:rPr>
                <w:sz w:val="18"/>
                <w:szCs w:val="18"/>
              </w:rPr>
            </w:pPr>
            <w:r w:rsidRPr="00EE1753">
              <w:rPr>
                <w:sz w:val="18"/>
                <w:szCs w:val="18"/>
              </w:rPr>
              <w:t xml:space="preserve">(CLEPA) Proposal for amending working document </w:t>
            </w:r>
            <w:r w:rsidR="0024189C">
              <w:rPr>
                <w:sz w:val="18"/>
                <w:szCs w:val="18"/>
              </w:rPr>
              <w:t>ECE/TRANS/WP.29/</w:t>
            </w:r>
            <w:r w:rsidRPr="00EE1753">
              <w:rPr>
                <w:sz w:val="18"/>
                <w:szCs w:val="18"/>
              </w:rPr>
              <w:t>GRSG/2020/21 concerning a Proposal for the 04 series of amendments to UN Regulation No. 118 (Burning behaviour of materials)</w:t>
            </w:r>
          </w:p>
        </w:tc>
        <w:tc>
          <w:tcPr>
            <w:tcW w:w="720" w:type="dxa"/>
          </w:tcPr>
          <w:p w14:paraId="7C3134B1" w14:textId="73B0FA68" w:rsidR="00215C1D" w:rsidRPr="00635EE6" w:rsidRDefault="00215C1D" w:rsidP="00215C1D">
            <w:pPr>
              <w:widowControl w:val="0"/>
              <w:suppressAutoHyphens w:val="0"/>
              <w:spacing w:before="57" w:line="240" w:lineRule="auto"/>
              <w:jc w:val="center"/>
              <w:rPr>
                <w:sz w:val="18"/>
                <w:szCs w:val="18"/>
                <w:highlight w:val="yellow"/>
              </w:rPr>
            </w:pPr>
            <w:r w:rsidRPr="00A53FA9">
              <w:rPr>
                <w:sz w:val="18"/>
                <w:szCs w:val="18"/>
              </w:rPr>
              <w:t>(a)</w:t>
            </w:r>
          </w:p>
        </w:tc>
        <w:tc>
          <w:tcPr>
            <w:tcW w:w="851" w:type="dxa"/>
            <w:shd w:val="clear" w:color="auto" w:fill="auto"/>
          </w:tcPr>
          <w:p w14:paraId="71CACC63" w14:textId="50842238" w:rsidR="00215C1D" w:rsidRPr="00197B29" w:rsidRDefault="00875DA9" w:rsidP="00215C1D">
            <w:pPr>
              <w:widowControl w:val="0"/>
              <w:suppressAutoHyphens w:val="0"/>
              <w:spacing w:before="57" w:line="240" w:lineRule="auto"/>
              <w:jc w:val="center"/>
              <w:rPr>
                <w:sz w:val="18"/>
                <w:szCs w:val="18"/>
                <w:highlight w:val="yellow"/>
              </w:rPr>
            </w:pPr>
            <w:r>
              <w:rPr>
                <w:sz w:val="18"/>
                <w:szCs w:val="18"/>
              </w:rPr>
              <w:t>2b</w:t>
            </w:r>
          </w:p>
        </w:tc>
      </w:tr>
      <w:tr w:rsidR="00215C1D" w:rsidRPr="00635EE6" w14:paraId="157CA1B8" w14:textId="77777777" w:rsidTr="00BC16AE">
        <w:trPr>
          <w:trHeight w:val="176"/>
        </w:trPr>
        <w:tc>
          <w:tcPr>
            <w:tcW w:w="628" w:type="dxa"/>
            <w:shd w:val="clear" w:color="auto" w:fill="auto"/>
          </w:tcPr>
          <w:p w14:paraId="1FE8E48E" w14:textId="2DCAE2A2" w:rsidR="00215C1D" w:rsidRPr="00635EE6" w:rsidRDefault="00215C1D" w:rsidP="00215C1D">
            <w:pPr>
              <w:widowControl w:val="0"/>
              <w:suppressAutoHyphens w:val="0"/>
              <w:spacing w:before="57" w:after="24" w:line="240" w:lineRule="auto"/>
              <w:jc w:val="center"/>
              <w:rPr>
                <w:sz w:val="18"/>
                <w:szCs w:val="18"/>
              </w:rPr>
            </w:pPr>
            <w:r w:rsidRPr="00635EE6">
              <w:rPr>
                <w:sz w:val="18"/>
                <w:szCs w:val="18"/>
              </w:rPr>
              <w:t>32</w:t>
            </w:r>
          </w:p>
        </w:tc>
        <w:tc>
          <w:tcPr>
            <w:tcW w:w="6122" w:type="dxa"/>
            <w:shd w:val="clear" w:color="auto" w:fill="auto"/>
          </w:tcPr>
          <w:p w14:paraId="4494E4CA" w14:textId="517E9887" w:rsidR="00215C1D" w:rsidRPr="00635EE6" w:rsidRDefault="00215C1D" w:rsidP="00215C1D">
            <w:pPr>
              <w:widowControl w:val="0"/>
              <w:suppressAutoHyphens w:val="0"/>
              <w:spacing w:before="57" w:after="24" w:line="240" w:lineRule="auto"/>
              <w:ind w:left="113"/>
              <w:rPr>
                <w:sz w:val="18"/>
                <w:szCs w:val="18"/>
              </w:rPr>
            </w:pPr>
            <w:r w:rsidRPr="00635EE6">
              <w:rPr>
                <w:sz w:val="18"/>
                <w:szCs w:val="18"/>
              </w:rPr>
              <w:t>(Russian Federation) Proposal for Supplement 11 to the 02 series of amendments to UN Regulation No. 66 (Strength of superstructure (buses))</w:t>
            </w:r>
          </w:p>
        </w:tc>
        <w:tc>
          <w:tcPr>
            <w:tcW w:w="720" w:type="dxa"/>
          </w:tcPr>
          <w:p w14:paraId="759FA87A" w14:textId="08C72BAC" w:rsidR="00215C1D" w:rsidRPr="00635EE6" w:rsidRDefault="00215C1D" w:rsidP="00215C1D">
            <w:pPr>
              <w:widowControl w:val="0"/>
              <w:suppressAutoHyphens w:val="0"/>
              <w:spacing w:before="57" w:line="240" w:lineRule="auto"/>
              <w:jc w:val="center"/>
              <w:rPr>
                <w:sz w:val="18"/>
                <w:szCs w:val="18"/>
                <w:highlight w:val="yellow"/>
              </w:rPr>
            </w:pPr>
            <w:r w:rsidRPr="00A53FA9">
              <w:rPr>
                <w:sz w:val="18"/>
                <w:szCs w:val="18"/>
              </w:rPr>
              <w:t>(</w:t>
            </w:r>
            <w:r w:rsidR="009A501A">
              <w:rPr>
                <w:sz w:val="18"/>
                <w:szCs w:val="18"/>
              </w:rPr>
              <w:t>e</w:t>
            </w:r>
            <w:r w:rsidRPr="00A53FA9">
              <w:rPr>
                <w:sz w:val="18"/>
                <w:szCs w:val="18"/>
              </w:rPr>
              <w:t>)</w:t>
            </w:r>
          </w:p>
        </w:tc>
        <w:tc>
          <w:tcPr>
            <w:tcW w:w="851" w:type="dxa"/>
            <w:shd w:val="clear" w:color="auto" w:fill="auto"/>
          </w:tcPr>
          <w:p w14:paraId="1F1A04FB" w14:textId="45B64980" w:rsidR="00215C1D" w:rsidRPr="00197B29" w:rsidRDefault="00BE7496" w:rsidP="00215C1D">
            <w:pPr>
              <w:widowControl w:val="0"/>
              <w:suppressAutoHyphens w:val="0"/>
              <w:spacing w:before="57" w:line="240" w:lineRule="auto"/>
              <w:jc w:val="center"/>
              <w:rPr>
                <w:sz w:val="18"/>
                <w:szCs w:val="18"/>
                <w:highlight w:val="yellow"/>
              </w:rPr>
            </w:pPr>
            <w:r>
              <w:rPr>
                <w:sz w:val="18"/>
                <w:szCs w:val="18"/>
              </w:rPr>
              <w:t>6</w:t>
            </w:r>
          </w:p>
        </w:tc>
      </w:tr>
      <w:tr w:rsidR="00215C1D" w:rsidRPr="00635EE6" w14:paraId="2425AEBB" w14:textId="77777777" w:rsidTr="00BC16AE">
        <w:trPr>
          <w:trHeight w:val="176"/>
        </w:trPr>
        <w:tc>
          <w:tcPr>
            <w:tcW w:w="628" w:type="dxa"/>
            <w:shd w:val="clear" w:color="auto" w:fill="auto"/>
          </w:tcPr>
          <w:p w14:paraId="6954C3C4" w14:textId="3D93E010" w:rsidR="00215C1D" w:rsidRPr="00635EE6" w:rsidRDefault="00215C1D" w:rsidP="00215C1D">
            <w:pPr>
              <w:widowControl w:val="0"/>
              <w:suppressAutoHyphens w:val="0"/>
              <w:spacing w:before="57" w:after="24" w:line="240" w:lineRule="auto"/>
              <w:jc w:val="center"/>
              <w:rPr>
                <w:sz w:val="18"/>
                <w:szCs w:val="18"/>
              </w:rPr>
            </w:pPr>
            <w:r w:rsidRPr="00635EE6">
              <w:rPr>
                <w:sz w:val="18"/>
                <w:szCs w:val="18"/>
              </w:rPr>
              <w:t>33</w:t>
            </w:r>
          </w:p>
        </w:tc>
        <w:tc>
          <w:tcPr>
            <w:tcW w:w="6122" w:type="dxa"/>
            <w:shd w:val="clear" w:color="auto" w:fill="auto"/>
          </w:tcPr>
          <w:p w14:paraId="73E731AF" w14:textId="56AD3C03" w:rsidR="00215C1D" w:rsidRPr="00635EE6" w:rsidRDefault="00215C1D" w:rsidP="00215C1D">
            <w:pPr>
              <w:widowControl w:val="0"/>
              <w:suppressAutoHyphens w:val="0"/>
              <w:spacing w:before="57" w:after="24" w:line="240" w:lineRule="auto"/>
              <w:ind w:left="113"/>
              <w:rPr>
                <w:sz w:val="18"/>
                <w:szCs w:val="18"/>
              </w:rPr>
            </w:pPr>
            <w:r w:rsidRPr="00635EE6">
              <w:rPr>
                <w:sz w:val="18"/>
                <w:szCs w:val="18"/>
              </w:rPr>
              <w:t>(GRSG TF on FVA) GRSG TF on FVA – Kick off Meeting notes</w:t>
            </w:r>
          </w:p>
        </w:tc>
        <w:tc>
          <w:tcPr>
            <w:tcW w:w="720" w:type="dxa"/>
          </w:tcPr>
          <w:p w14:paraId="28D0B630" w14:textId="07FA4ECE" w:rsidR="00215C1D" w:rsidRPr="00635EE6" w:rsidRDefault="00215C1D" w:rsidP="00215C1D">
            <w:pPr>
              <w:widowControl w:val="0"/>
              <w:suppressAutoHyphens w:val="0"/>
              <w:spacing w:before="57" w:line="240" w:lineRule="auto"/>
              <w:jc w:val="center"/>
              <w:rPr>
                <w:sz w:val="18"/>
                <w:szCs w:val="18"/>
                <w:highlight w:val="yellow"/>
              </w:rPr>
            </w:pPr>
            <w:r w:rsidRPr="00EE1753">
              <w:rPr>
                <w:sz w:val="18"/>
                <w:szCs w:val="18"/>
              </w:rPr>
              <w:t>(</w:t>
            </w:r>
            <w:r w:rsidR="009A501A">
              <w:rPr>
                <w:sz w:val="18"/>
                <w:szCs w:val="18"/>
              </w:rPr>
              <w:t>e</w:t>
            </w:r>
            <w:r w:rsidRPr="00EE1753">
              <w:rPr>
                <w:sz w:val="18"/>
                <w:szCs w:val="18"/>
              </w:rPr>
              <w:t>)</w:t>
            </w:r>
          </w:p>
        </w:tc>
        <w:tc>
          <w:tcPr>
            <w:tcW w:w="851" w:type="dxa"/>
            <w:shd w:val="clear" w:color="auto" w:fill="auto"/>
          </w:tcPr>
          <w:p w14:paraId="0769ED9B" w14:textId="59172FB1" w:rsidR="00215C1D" w:rsidRPr="00197B29" w:rsidRDefault="00D90EA6" w:rsidP="00215C1D">
            <w:pPr>
              <w:widowControl w:val="0"/>
              <w:suppressAutoHyphens w:val="0"/>
              <w:spacing w:before="57" w:line="240" w:lineRule="auto"/>
              <w:jc w:val="center"/>
              <w:rPr>
                <w:sz w:val="18"/>
                <w:szCs w:val="18"/>
                <w:highlight w:val="yellow"/>
              </w:rPr>
            </w:pPr>
            <w:r w:rsidRPr="00D90EA6">
              <w:rPr>
                <w:sz w:val="18"/>
                <w:szCs w:val="18"/>
              </w:rPr>
              <w:t>10</w:t>
            </w:r>
          </w:p>
        </w:tc>
      </w:tr>
      <w:tr w:rsidR="00215C1D" w:rsidRPr="00635EE6" w14:paraId="66BBEEB8" w14:textId="77777777" w:rsidTr="00BC16AE">
        <w:trPr>
          <w:trHeight w:val="176"/>
        </w:trPr>
        <w:tc>
          <w:tcPr>
            <w:tcW w:w="628" w:type="dxa"/>
            <w:shd w:val="clear" w:color="auto" w:fill="auto"/>
          </w:tcPr>
          <w:p w14:paraId="54ACFB3F" w14:textId="21E799C1" w:rsidR="00215C1D" w:rsidRPr="00635EE6" w:rsidRDefault="00215C1D" w:rsidP="00215C1D">
            <w:pPr>
              <w:widowControl w:val="0"/>
              <w:suppressAutoHyphens w:val="0"/>
              <w:spacing w:before="57" w:after="24" w:line="240" w:lineRule="auto"/>
              <w:jc w:val="center"/>
              <w:rPr>
                <w:sz w:val="18"/>
                <w:szCs w:val="18"/>
              </w:rPr>
            </w:pPr>
            <w:r w:rsidRPr="00635EE6">
              <w:rPr>
                <w:sz w:val="18"/>
                <w:szCs w:val="18"/>
              </w:rPr>
              <w:t>34</w:t>
            </w:r>
          </w:p>
        </w:tc>
        <w:tc>
          <w:tcPr>
            <w:tcW w:w="6122" w:type="dxa"/>
            <w:shd w:val="clear" w:color="auto" w:fill="auto"/>
          </w:tcPr>
          <w:p w14:paraId="0B2F8C63" w14:textId="6915919C" w:rsidR="00215C1D" w:rsidRPr="00635EE6" w:rsidRDefault="00215C1D" w:rsidP="00215C1D">
            <w:pPr>
              <w:widowControl w:val="0"/>
              <w:suppressAutoHyphens w:val="0"/>
              <w:spacing w:before="57" w:after="24" w:line="240" w:lineRule="auto"/>
              <w:ind w:left="113"/>
              <w:rPr>
                <w:sz w:val="18"/>
                <w:szCs w:val="18"/>
              </w:rPr>
            </w:pPr>
            <w:r w:rsidRPr="00635EE6">
              <w:rPr>
                <w:sz w:val="18"/>
                <w:szCs w:val="18"/>
              </w:rPr>
              <w:t>(Secretariat) Update of the UNECE Roadmap on ITS</w:t>
            </w:r>
          </w:p>
        </w:tc>
        <w:tc>
          <w:tcPr>
            <w:tcW w:w="720" w:type="dxa"/>
          </w:tcPr>
          <w:p w14:paraId="55589052" w14:textId="1FE74DC6" w:rsidR="00215C1D" w:rsidRPr="00635EE6" w:rsidRDefault="00215C1D" w:rsidP="00215C1D">
            <w:pPr>
              <w:widowControl w:val="0"/>
              <w:suppressAutoHyphens w:val="0"/>
              <w:spacing w:before="57" w:line="240" w:lineRule="auto"/>
              <w:jc w:val="center"/>
              <w:rPr>
                <w:sz w:val="18"/>
                <w:szCs w:val="18"/>
                <w:highlight w:val="yellow"/>
              </w:rPr>
            </w:pPr>
            <w:r w:rsidRPr="00EE1753">
              <w:rPr>
                <w:sz w:val="18"/>
                <w:szCs w:val="18"/>
              </w:rPr>
              <w:t>(</w:t>
            </w:r>
            <w:r w:rsidR="009A501A">
              <w:rPr>
                <w:sz w:val="18"/>
                <w:szCs w:val="18"/>
              </w:rPr>
              <w:t>e</w:t>
            </w:r>
            <w:r w:rsidRPr="00EE1753">
              <w:rPr>
                <w:sz w:val="18"/>
                <w:szCs w:val="18"/>
              </w:rPr>
              <w:t>)</w:t>
            </w:r>
          </w:p>
        </w:tc>
        <w:tc>
          <w:tcPr>
            <w:tcW w:w="851" w:type="dxa"/>
            <w:shd w:val="clear" w:color="auto" w:fill="auto"/>
          </w:tcPr>
          <w:p w14:paraId="3A29660A" w14:textId="372C2531" w:rsidR="00215C1D" w:rsidRPr="00197B29" w:rsidRDefault="00215C1D" w:rsidP="00215C1D">
            <w:pPr>
              <w:widowControl w:val="0"/>
              <w:suppressAutoHyphens w:val="0"/>
              <w:spacing w:before="57" w:line="240" w:lineRule="auto"/>
              <w:jc w:val="center"/>
              <w:rPr>
                <w:sz w:val="18"/>
                <w:szCs w:val="18"/>
                <w:highlight w:val="yellow"/>
              </w:rPr>
            </w:pPr>
            <w:r w:rsidRPr="00196056">
              <w:rPr>
                <w:sz w:val="18"/>
                <w:szCs w:val="18"/>
              </w:rPr>
              <w:t>1</w:t>
            </w:r>
            <w:r w:rsidR="00196056">
              <w:rPr>
                <w:sz w:val="18"/>
                <w:szCs w:val="18"/>
              </w:rPr>
              <w:t>6</w:t>
            </w:r>
          </w:p>
        </w:tc>
      </w:tr>
      <w:tr w:rsidR="00215C1D" w:rsidRPr="00635EE6" w14:paraId="0FA685CF" w14:textId="77777777" w:rsidTr="00BC16AE">
        <w:trPr>
          <w:trHeight w:val="176"/>
        </w:trPr>
        <w:tc>
          <w:tcPr>
            <w:tcW w:w="628" w:type="dxa"/>
            <w:shd w:val="clear" w:color="auto" w:fill="auto"/>
          </w:tcPr>
          <w:p w14:paraId="52C2006E" w14:textId="7A172240" w:rsidR="00215C1D" w:rsidRPr="00635EE6" w:rsidRDefault="00215C1D" w:rsidP="00215C1D">
            <w:pPr>
              <w:widowControl w:val="0"/>
              <w:suppressAutoHyphens w:val="0"/>
              <w:spacing w:before="57" w:after="24" w:line="240" w:lineRule="auto"/>
              <w:jc w:val="center"/>
              <w:rPr>
                <w:sz w:val="18"/>
                <w:szCs w:val="18"/>
              </w:rPr>
            </w:pPr>
            <w:r w:rsidRPr="00635EE6">
              <w:rPr>
                <w:sz w:val="18"/>
                <w:szCs w:val="18"/>
              </w:rPr>
              <w:t>35</w:t>
            </w:r>
          </w:p>
        </w:tc>
        <w:tc>
          <w:tcPr>
            <w:tcW w:w="6122" w:type="dxa"/>
            <w:shd w:val="clear" w:color="auto" w:fill="auto"/>
          </w:tcPr>
          <w:p w14:paraId="779751E7" w14:textId="1BDB3710" w:rsidR="00215C1D" w:rsidRPr="00635EE6" w:rsidRDefault="00215C1D" w:rsidP="00215C1D">
            <w:pPr>
              <w:widowControl w:val="0"/>
              <w:suppressAutoHyphens w:val="0"/>
              <w:spacing w:before="57" w:after="24" w:line="240" w:lineRule="auto"/>
              <w:ind w:left="113"/>
              <w:rPr>
                <w:sz w:val="18"/>
                <w:szCs w:val="18"/>
              </w:rPr>
            </w:pPr>
            <w:r w:rsidRPr="00635EE6">
              <w:rPr>
                <w:sz w:val="18"/>
                <w:szCs w:val="18"/>
              </w:rPr>
              <w:t>(Secretariat) Items for decision under silence procedure</w:t>
            </w:r>
          </w:p>
        </w:tc>
        <w:tc>
          <w:tcPr>
            <w:tcW w:w="720" w:type="dxa"/>
          </w:tcPr>
          <w:p w14:paraId="04238FB9" w14:textId="3EB87A7E" w:rsidR="00215C1D" w:rsidRPr="00635EE6" w:rsidRDefault="00215C1D" w:rsidP="00215C1D">
            <w:pPr>
              <w:widowControl w:val="0"/>
              <w:suppressAutoHyphens w:val="0"/>
              <w:spacing w:before="57" w:line="240" w:lineRule="auto"/>
              <w:jc w:val="center"/>
              <w:rPr>
                <w:sz w:val="18"/>
                <w:szCs w:val="18"/>
                <w:highlight w:val="yellow"/>
              </w:rPr>
            </w:pPr>
            <w:r w:rsidRPr="006E0A8F">
              <w:rPr>
                <w:sz w:val="18"/>
                <w:szCs w:val="18"/>
              </w:rPr>
              <w:t>(</w:t>
            </w:r>
            <w:r w:rsidR="009A501A">
              <w:rPr>
                <w:sz w:val="18"/>
                <w:szCs w:val="18"/>
              </w:rPr>
              <w:t>e</w:t>
            </w:r>
            <w:r w:rsidRPr="006E0A8F">
              <w:rPr>
                <w:sz w:val="18"/>
                <w:szCs w:val="18"/>
              </w:rPr>
              <w:t>)</w:t>
            </w:r>
          </w:p>
        </w:tc>
        <w:tc>
          <w:tcPr>
            <w:tcW w:w="851" w:type="dxa"/>
            <w:shd w:val="clear" w:color="auto" w:fill="auto"/>
          </w:tcPr>
          <w:p w14:paraId="032DF1E0" w14:textId="2F2F4AD4" w:rsidR="00215C1D" w:rsidRPr="00635EE6" w:rsidRDefault="00215C1D" w:rsidP="00215C1D">
            <w:pPr>
              <w:widowControl w:val="0"/>
              <w:suppressAutoHyphens w:val="0"/>
              <w:spacing w:before="57" w:line="240" w:lineRule="auto"/>
              <w:jc w:val="center"/>
              <w:rPr>
                <w:sz w:val="18"/>
                <w:szCs w:val="18"/>
              </w:rPr>
            </w:pPr>
          </w:p>
        </w:tc>
      </w:tr>
      <w:tr w:rsidR="00196056" w:rsidRPr="00635EE6" w14:paraId="2475008C" w14:textId="77777777" w:rsidTr="00BC16AE">
        <w:trPr>
          <w:trHeight w:val="176"/>
        </w:trPr>
        <w:tc>
          <w:tcPr>
            <w:tcW w:w="628" w:type="dxa"/>
            <w:shd w:val="clear" w:color="auto" w:fill="auto"/>
          </w:tcPr>
          <w:p w14:paraId="425F8C05" w14:textId="4C284904" w:rsidR="00196056" w:rsidRPr="00635EE6" w:rsidRDefault="00196056" w:rsidP="00196056">
            <w:pPr>
              <w:widowControl w:val="0"/>
              <w:suppressAutoHyphens w:val="0"/>
              <w:spacing w:before="57" w:after="24" w:line="240" w:lineRule="auto"/>
              <w:jc w:val="center"/>
              <w:rPr>
                <w:sz w:val="18"/>
                <w:szCs w:val="18"/>
              </w:rPr>
            </w:pPr>
            <w:r>
              <w:rPr>
                <w:sz w:val="18"/>
                <w:szCs w:val="18"/>
              </w:rPr>
              <w:t>GRSG-118-</w:t>
            </w:r>
            <w:r w:rsidRPr="007F18AC">
              <w:rPr>
                <w:sz w:val="18"/>
                <w:szCs w:val="18"/>
              </w:rPr>
              <w:t>27</w:t>
            </w:r>
          </w:p>
        </w:tc>
        <w:tc>
          <w:tcPr>
            <w:tcW w:w="6122" w:type="dxa"/>
            <w:shd w:val="clear" w:color="auto" w:fill="auto"/>
          </w:tcPr>
          <w:p w14:paraId="668B671E" w14:textId="00BAE4DD" w:rsidR="00196056" w:rsidRPr="00635EE6" w:rsidRDefault="00196056" w:rsidP="00196056">
            <w:pPr>
              <w:widowControl w:val="0"/>
              <w:suppressAutoHyphens w:val="0"/>
              <w:spacing w:before="57" w:after="24" w:line="240" w:lineRule="auto"/>
              <w:ind w:left="113"/>
              <w:rPr>
                <w:sz w:val="18"/>
                <w:szCs w:val="18"/>
              </w:rPr>
            </w:pPr>
            <w:bookmarkStart w:id="10" w:name="_Hlk45558559"/>
            <w:r w:rsidRPr="007F18AC">
              <w:rPr>
                <w:sz w:val="18"/>
                <w:szCs w:val="18"/>
              </w:rPr>
              <w:t>(OICA) Table of GRSG Regulations - Review for automated driving</w:t>
            </w:r>
            <w:bookmarkEnd w:id="10"/>
          </w:p>
        </w:tc>
        <w:tc>
          <w:tcPr>
            <w:tcW w:w="720" w:type="dxa"/>
          </w:tcPr>
          <w:p w14:paraId="0CFFD8CC" w14:textId="00B4B28F" w:rsidR="00196056" w:rsidRPr="006E0A8F" w:rsidRDefault="00196056" w:rsidP="00196056">
            <w:pPr>
              <w:widowControl w:val="0"/>
              <w:suppressAutoHyphens w:val="0"/>
              <w:spacing w:before="57" w:line="240" w:lineRule="auto"/>
              <w:jc w:val="center"/>
              <w:rPr>
                <w:sz w:val="18"/>
                <w:szCs w:val="18"/>
              </w:rPr>
            </w:pPr>
            <w:r w:rsidRPr="007F18AC">
              <w:rPr>
                <w:sz w:val="18"/>
                <w:szCs w:val="18"/>
              </w:rPr>
              <w:t>(</w:t>
            </w:r>
            <w:r w:rsidR="00C74584">
              <w:rPr>
                <w:sz w:val="18"/>
                <w:szCs w:val="18"/>
              </w:rPr>
              <w:t>f</w:t>
            </w:r>
            <w:r w:rsidRPr="007F18AC">
              <w:rPr>
                <w:sz w:val="18"/>
                <w:szCs w:val="18"/>
              </w:rPr>
              <w:t>)</w:t>
            </w:r>
          </w:p>
        </w:tc>
        <w:tc>
          <w:tcPr>
            <w:tcW w:w="851" w:type="dxa"/>
            <w:shd w:val="clear" w:color="auto" w:fill="auto"/>
          </w:tcPr>
          <w:p w14:paraId="4E2CB6FE" w14:textId="724D6257" w:rsidR="00196056" w:rsidRPr="00635EE6" w:rsidRDefault="00196056" w:rsidP="00196056">
            <w:pPr>
              <w:widowControl w:val="0"/>
              <w:suppressAutoHyphens w:val="0"/>
              <w:spacing w:before="57" w:line="240" w:lineRule="auto"/>
              <w:jc w:val="center"/>
              <w:rPr>
                <w:sz w:val="18"/>
                <w:szCs w:val="18"/>
              </w:rPr>
            </w:pPr>
            <w:r w:rsidRPr="007F18AC">
              <w:rPr>
                <w:sz w:val="18"/>
                <w:szCs w:val="18"/>
              </w:rPr>
              <w:t>16</w:t>
            </w:r>
          </w:p>
        </w:tc>
      </w:tr>
    </w:tbl>
    <w:p w14:paraId="0F0BC5BF" w14:textId="77777777" w:rsidR="003B2BAE" w:rsidRPr="00635EE6" w:rsidRDefault="003B2BAE" w:rsidP="003B2BAE"/>
    <w:p w14:paraId="51ADE210" w14:textId="77777777" w:rsidR="003B2BAE" w:rsidRPr="00635EE6" w:rsidRDefault="003B2BAE" w:rsidP="003B2BAE">
      <w:pPr>
        <w:rPr>
          <w:i/>
        </w:rPr>
      </w:pPr>
      <w:r w:rsidRPr="00635EE6">
        <w:rPr>
          <w:i/>
        </w:rPr>
        <w:t>Notes:</w:t>
      </w:r>
    </w:p>
    <w:p w14:paraId="16C66A10" w14:textId="77777777" w:rsidR="003B2BAE" w:rsidRPr="00635EE6" w:rsidRDefault="003B2BAE" w:rsidP="003B2BAE">
      <w:r w:rsidRPr="00635EE6">
        <w:t>(a)</w:t>
      </w:r>
      <w:r w:rsidRPr="00635EE6">
        <w:tab/>
        <w:t>Adopted/endorsed with no change for consideration at WP.29.</w:t>
      </w:r>
    </w:p>
    <w:p w14:paraId="54DFB104" w14:textId="0DF14B83" w:rsidR="003B2BAE" w:rsidRPr="00635EE6" w:rsidRDefault="003B2BAE" w:rsidP="003B2BAE">
      <w:r w:rsidRPr="00635EE6">
        <w:t>(b)</w:t>
      </w:r>
      <w:r w:rsidRPr="00635EE6">
        <w:tab/>
        <w:t xml:space="preserve">Adopted/endorsed with </w:t>
      </w:r>
      <w:r w:rsidR="00E641ED" w:rsidRPr="00635EE6">
        <w:t xml:space="preserve">possible </w:t>
      </w:r>
      <w:r w:rsidRPr="00635EE6">
        <w:t>changes for consideration at WP.29.</w:t>
      </w:r>
    </w:p>
    <w:p w14:paraId="2496D20D" w14:textId="77777777" w:rsidR="003B2BAE" w:rsidRPr="00635EE6" w:rsidRDefault="003B2BAE" w:rsidP="003B2BAE">
      <w:r w:rsidRPr="00635EE6">
        <w:t>(c)</w:t>
      </w:r>
      <w:r w:rsidRPr="00635EE6">
        <w:tab/>
        <w:t>Resume consideration on the basis of an official document.</w:t>
      </w:r>
    </w:p>
    <w:p w14:paraId="624DEED9" w14:textId="4E925811" w:rsidR="003B2BAE" w:rsidRPr="00635EE6" w:rsidRDefault="003B2BAE" w:rsidP="003B2BAE">
      <w:r w:rsidRPr="00635EE6">
        <w:t>(d)</w:t>
      </w:r>
      <w:r w:rsidRPr="00635EE6">
        <w:tab/>
        <w:t xml:space="preserve">Transmitted to </w:t>
      </w:r>
      <w:r w:rsidR="00EE05A8" w:rsidRPr="00635EE6">
        <w:t>GRVA for further consideration.</w:t>
      </w:r>
    </w:p>
    <w:p w14:paraId="62D0D51E" w14:textId="01F5C2FE" w:rsidR="003B2BAE" w:rsidRPr="00635EE6" w:rsidRDefault="003B2BAE" w:rsidP="003B2BAE">
      <w:r w:rsidRPr="00635EE6">
        <w:t>(</w:t>
      </w:r>
      <w:r w:rsidR="009A501A">
        <w:t>e</w:t>
      </w:r>
      <w:r w:rsidRPr="00635EE6">
        <w:t>)</w:t>
      </w:r>
      <w:r w:rsidRPr="00635EE6">
        <w:tab/>
        <w:t>Consideration completed or to be superseded.</w:t>
      </w:r>
    </w:p>
    <w:p w14:paraId="6F8BC1DB" w14:textId="3EB8B50B" w:rsidR="00E641ED" w:rsidRPr="00635EE6" w:rsidRDefault="00E641ED" w:rsidP="003B2BAE">
      <w:r w:rsidRPr="00635EE6">
        <w:t>(</w:t>
      </w:r>
      <w:r w:rsidR="009A501A">
        <w:t>f</w:t>
      </w:r>
      <w:r w:rsidRPr="00635EE6">
        <w:t>)</w:t>
      </w:r>
      <w:r w:rsidRPr="00635EE6">
        <w:tab/>
      </w:r>
      <w:r w:rsidR="00A97DE0">
        <w:t xml:space="preserve">Adopted/endorsed for continued </w:t>
      </w:r>
      <w:r w:rsidRPr="00635EE6">
        <w:t>consideration</w:t>
      </w:r>
      <w:r w:rsidR="00A97DE0">
        <w:t xml:space="preserve"> on the basis of a new version.</w:t>
      </w:r>
    </w:p>
    <w:p w14:paraId="3AAA94DF" w14:textId="167FE0F4" w:rsidR="001266AF" w:rsidRPr="00635EE6" w:rsidRDefault="001266AF" w:rsidP="001266AF">
      <w:r w:rsidRPr="00635EE6">
        <w:br w:type="page"/>
      </w:r>
    </w:p>
    <w:p w14:paraId="54771D15" w14:textId="7B085E93" w:rsidR="00753012" w:rsidRPr="00635EE6" w:rsidRDefault="00753012" w:rsidP="002500AA">
      <w:pPr>
        <w:widowControl w:val="0"/>
        <w:tabs>
          <w:tab w:val="right" w:pos="851"/>
        </w:tabs>
        <w:spacing w:before="360" w:after="240" w:line="300" w:lineRule="exact"/>
        <w:ind w:left="1134" w:right="1134" w:hanging="1134"/>
        <w:rPr>
          <w:b/>
          <w:sz w:val="28"/>
        </w:rPr>
      </w:pPr>
      <w:r w:rsidRPr="00635EE6">
        <w:rPr>
          <w:b/>
          <w:sz w:val="28"/>
        </w:rPr>
        <w:lastRenderedPageBreak/>
        <w:t xml:space="preserve">Annex </w:t>
      </w:r>
      <w:r w:rsidR="00715CB3" w:rsidRPr="00635EE6">
        <w:rPr>
          <w:b/>
          <w:sz w:val="28"/>
        </w:rPr>
        <w:t>II</w:t>
      </w:r>
    </w:p>
    <w:p w14:paraId="78A383AB" w14:textId="77777777" w:rsidR="007416CB" w:rsidRPr="00635EE6" w:rsidRDefault="002A35DD" w:rsidP="002500AA">
      <w:pPr>
        <w:pStyle w:val="HChG"/>
        <w:keepNext w:val="0"/>
        <w:keepLines w:val="0"/>
        <w:widowControl w:val="0"/>
      </w:pPr>
      <w:r w:rsidRPr="00635EE6">
        <w:tab/>
      </w:r>
      <w:r w:rsidRPr="00635EE6">
        <w:tab/>
      </w:r>
      <w:r w:rsidR="007416CB" w:rsidRPr="00635EE6">
        <w:t>GR</w:t>
      </w:r>
      <w:r w:rsidR="00404F75" w:rsidRPr="00635EE6">
        <w:t>SG</w:t>
      </w:r>
      <w:r w:rsidR="007416CB" w:rsidRPr="00635EE6">
        <w:t xml:space="preserve"> </w:t>
      </w:r>
      <w:r w:rsidR="005D632B" w:rsidRPr="00635EE6">
        <w:t xml:space="preserve">informal </w:t>
      </w:r>
      <w:r w:rsidR="003F7F27" w:rsidRPr="00635EE6">
        <w:t xml:space="preserve">working </w:t>
      </w:r>
      <w:r w:rsidR="005D632B" w:rsidRPr="00635EE6">
        <w:t>groups</w:t>
      </w:r>
    </w:p>
    <w:tbl>
      <w:tblPr>
        <w:tblW w:w="8368" w:type="dxa"/>
        <w:tblInd w:w="1134" w:type="dxa"/>
        <w:tblLayout w:type="fixed"/>
        <w:tblCellMar>
          <w:left w:w="0" w:type="dxa"/>
          <w:right w:w="0" w:type="dxa"/>
        </w:tblCellMar>
        <w:tblLook w:val="01E0" w:firstRow="1" w:lastRow="1" w:firstColumn="1" w:lastColumn="1" w:noHBand="0" w:noVBand="0"/>
      </w:tblPr>
      <w:tblGrid>
        <w:gridCol w:w="2047"/>
        <w:gridCol w:w="3345"/>
        <w:gridCol w:w="2976"/>
      </w:tblGrid>
      <w:tr w:rsidR="005D632B" w:rsidRPr="00635EE6" w14:paraId="2915FCD5" w14:textId="77777777" w:rsidTr="00144511">
        <w:tc>
          <w:tcPr>
            <w:tcW w:w="2047" w:type="dxa"/>
            <w:tcBorders>
              <w:top w:val="single" w:sz="4" w:space="0" w:color="auto"/>
              <w:bottom w:val="single" w:sz="12" w:space="0" w:color="auto"/>
            </w:tcBorders>
            <w:shd w:val="clear" w:color="auto" w:fill="auto"/>
          </w:tcPr>
          <w:p w14:paraId="33FF3D8B" w14:textId="77777777" w:rsidR="005D632B" w:rsidRPr="00635EE6" w:rsidRDefault="005D632B" w:rsidP="008706AC">
            <w:pPr>
              <w:tabs>
                <w:tab w:val="left" w:pos="5103"/>
              </w:tabs>
              <w:spacing w:before="40" w:after="120"/>
              <w:ind w:right="113"/>
              <w:rPr>
                <w:i/>
                <w:sz w:val="16"/>
                <w:szCs w:val="16"/>
                <w:highlight w:val="cyan"/>
              </w:rPr>
            </w:pPr>
            <w:r w:rsidRPr="00635EE6">
              <w:rPr>
                <w:i/>
                <w:sz w:val="16"/>
                <w:szCs w:val="16"/>
              </w:rPr>
              <w:t xml:space="preserve">Informal </w:t>
            </w:r>
            <w:r w:rsidR="003F7F27" w:rsidRPr="00635EE6">
              <w:rPr>
                <w:i/>
                <w:sz w:val="16"/>
                <w:szCs w:val="16"/>
              </w:rPr>
              <w:t xml:space="preserve">working </w:t>
            </w:r>
            <w:r w:rsidRPr="00635EE6">
              <w:rPr>
                <w:i/>
                <w:sz w:val="16"/>
                <w:szCs w:val="16"/>
              </w:rPr>
              <w:t>group</w:t>
            </w:r>
          </w:p>
        </w:tc>
        <w:tc>
          <w:tcPr>
            <w:tcW w:w="3345" w:type="dxa"/>
            <w:tcBorders>
              <w:top w:val="single" w:sz="4" w:space="0" w:color="auto"/>
              <w:bottom w:val="single" w:sz="12" w:space="0" w:color="auto"/>
            </w:tcBorders>
            <w:shd w:val="clear" w:color="auto" w:fill="auto"/>
            <w:tcMar>
              <w:left w:w="113" w:type="dxa"/>
            </w:tcMar>
          </w:tcPr>
          <w:p w14:paraId="61E8D23D" w14:textId="77777777" w:rsidR="005D632B" w:rsidRPr="00635EE6" w:rsidRDefault="005D632B" w:rsidP="003B5039">
            <w:pPr>
              <w:tabs>
                <w:tab w:val="left" w:pos="5103"/>
              </w:tabs>
              <w:spacing w:before="40" w:after="120"/>
              <w:ind w:right="113"/>
              <w:rPr>
                <w:i/>
                <w:sz w:val="16"/>
                <w:szCs w:val="16"/>
              </w:rPr>
            </w:pPr>
            <w:r w:rsidRPr="00635EE6">
              <w:rPr>
                <w:i/>
                <w:sz w:val="16"/>
                <w:szCs w:val="16"/>
              </w:rPr>
              <w:t>Chair</w:t>
            </w:r>
          </w:p>
        </w:tc>
        <w:tc>
          <w:tcPr>
            <w:tcW w:w="2976" w:type="dxa"/>
            <w:tcBorders>
              <w:top w:val="single" w:sz="4" w:space="0" w:color="auto"/>
              <w:bottom w:val="single" w:sz="12" w:space="0" w:color="auto"/>
            </w:tcBorders>
            <w:shd w:val="clear" w:color="auto" w:fill="auto"/>
            <w:tcMar>
              <w:left w:w="113" w:type="dxa"/>
            </w:tcMar>
          </w:tcPr>
          <w:p w14:paraId="3BD658B5" w14:textId="77777777" w:rsidR="005D632B" w:rsidRPr="00635EE6" w:rsidRDefault="005D632B" w:rsidP="0059543F">
            <w:pPr>
              <w:tabs>
                <w:tab w:val="left" w:pos="2717"/>
                <w:tab w:val="left" w:pos="5103"/>
              </w:tabs>
              <w:spacing w:before="40" w:after="120"/>
              <w:ind w:left="278" w:right="478"/>
              <w:rPr>
                <w:i/>
                <w:sz w:val="16"/>
                <w:szCs w:val="16"/>
              </w:rPr>
            </w:pPr>
            <w:r w:rsidRPr="00635EE6">
              <w:rPr>
                <w:i/>
                <w:sz w:val="16"/>
                <w:szCs w:val="16"/>
              </w:rPr>
              <w:t>Secretary</w:t>
            </w:r>
          </w:p>
        </w:tc>
      </w:tr>
      <w:tr w:rsidR="00634C9E" w:rsidRPr="00461298" w14:paraId="7842EAE4" w14:textId="77777777" w:rsidTr="00144511">
        <w:tc>
          <w:tcPr>
            <w:tcW w:w="2047" w:type="dxa"/>
            <w:shd w:val="clear" w:color="auto" w:fill="auto"/>
          </w:tcPr>
          <w:p w14:paraId="4B91527E" w14:textId="77777777" w:rsidR="00634C9E" w:rsidRPr="00635EE6" w:rsidRDefault="00634C9E" w:rsidP="000B2976">
            <w:pPr>
              <w:tabs>
                <w:tab w:val="left" w:pos="5103"/>
              </w:tabs>
              <w:spacing w:line="240" w:lineRule="auto"/>
            </w:pPr>
            <w:r w:rsidRPr="00635EE6">
              <w:t>Panoramic Sunroof Glazing (PSG)</w:t>
            </w:r>
          </w:p>
        </w:tc>
        <w:tc>
          <w:tcPr>
            <w:tcW w:w="3345" w:type="dxa"/>
            <w:shd w:val="clear" w:color="auto" w:fill="auto"/>
            <w:tcMar>
              <w:top w:w="113" w:type="dxa"/>
              <w:left w:w="113" w:type="dxa"/>
              <w:bottom w:w="113" w:type="dxa"/>
            </w:tcMar>
          </w:tcPr>
          <w:p w14:paraId="211680D2" w14:textId="5E73FBB6" w:rsidR="00634C9E" w:rsidRPr="0005549C" w:rsidRDefault="00634C9E" w:rsidP="007C2E10">
            <w:pPr>
              <w:tabs>
                <w:tab w:val="left" w:pos="5103"/>
              </w:tabs>
              <w:spacing w:line="240" w:lineRule="auto"/>
              <w:rPr>
                <w:lang w:val="de-AT"/>
              </w:rPr>
            </w:pPr>
            <w:r w:rsidRPr="00635EE6">
              <w:t>Mr. S. B. Eom (Republic of Korea) (co-</w:t>
            </w:r>
            <w:r w:rsidR="00BD464B" w:rsidRPr="00635EE6">
              <w:t>c</w:t>
            </w:r>
            <w:r w:rsidRPr="00635EE6">
              <w:t xml:space="preserve">haired by Mr. </w:t>
            </w:r>
            <w:r w:rsidR="00236F39" w:rsidRPr="00635EE6">
              <w:t>Th</w:t>
            </w:r>
            <w:r w:rsidRPr="00635EE6">
              <w:t xml:space="preserve">. </w:t>
            </w:r>
            <w:r w:rsidR="00236F39" w:rsidRPr="0005549C">
              <w:rPr>
                <w:lang w:val="de-AT"/>
              </w:rPr>
              <w:t>Fuhrmann</w:t>
            </w:r>
            <w:r w:rsidR="00BD464B" w:rsidRPr="0005549C">
              <w:rPr>
                <w:lang w:val="de-AT"/>
              </w:rPr>
              <w:t>-Baecker</w:t>
            </w:r>
            <w:r w:rsidRPr="0005549C">
              <w:rPr>
                <w:lang w:val="de-AT"/>
              </w:rPr>
              <w:t xml:space="preserve"> (Germany))</w:t>
            </w:r>
          </w:p>
          <w:p w14:paraId="7758B1FB" w14:textId="77777777" w:rsidR="00634C9E" w:rsidRPr="0005549C" w:rsidRDefault="00634C9E" w:rsidP="000B2976">
            <w:pPr>
              <w:tabs>
                <w:tab w:val="left" w:pos="5103"/>
              </w:tabs>
              <w:spacing w:line="240" w:lineRule="auto"/>
              <w:jc w:val="both"/>
              <w:rPr>
                <w:lang w:val="de-AT"/>
              </w:rPr>
            </w:pPr>
            <w:r w:rsidRPr="0005549C">
              <w:rPr>
                <w:lang w:val="de-AT"/>
              </w:rPr>
              <w:t>Tel: +82 31 3690217</w:t>
            </w:r>
          </w:p>
          <w:p w14:paraId="20B0E525" w14:textId="77777777" w:rsidR="00634C9E" w:rsidRPr="0005549C" w:rsidRDefault="003D32BA" w:rsidP="000B2976">
            <w:pPr>
              <w:tabs>
                <w:tab w:val="left" w:pos="5103"/>
              </w:tabs>
              <w:spacing w:line="240" w:lineRule="auto"/>
              <w:rPr>
                <w:lang w:val="de-AT"/>
              </w:rPr>
            </w:pPr>
            <w:r w:rsidRPr="0005549C">
              <w:rPr>
                <w:lang w:val="de-AT"/>
              </w:rPr>
              <w:t>email</w:t>
            </w:r>
            <w:r w:rsidR="00634C9E" w:rsidRPr="0005549C">
              <w:rPr>
                <w:lang w:val="de-AT"/>
              </w:rPr>
              <w:t>: sbeom@ts2020.kr</w:t>
            </w:r>
          </w:p>
        </w:tc>
        <w:tc>
          <w:tcPr>
            <w:tcW w:w="2976" w:type="dxa"/>
            <w:shd w:val="clear" w:color="auto" w:fill="auto"/>
            <w:tcMar>
              <w:top w:w="113" w:type="dxa"/>
              <w:bottom w:w="113" w:type="dxa"/>
            </w:tcMar>
          </w:tcPr>
          <w:p w14:paraId="3D5372C4" w14:textId="77777777" w:rsidR="00634C9E" w:rsidRPr="0005549C" w:rsidRDefault="00634C9E" w:rsidP="000B2976">
            <w:pPr>
              <w:tabs>
                <w:tab w:val="left" w:pos="5103"/>
              </w:tabs>
              <w:spacing w:line="240" w:lineRule="auto"/>
              <w:ind w:left="278"/>
              <w:jc w:val="both"/>
              <w:rPr>
                <w:lang w:val="de-AT"/>
              </w:rPr>
            </w:pPr>
            <w:r w:rsidRPr="0005549C">
              <w:rPr>
                <w:lang w:val="de-AT"/>
              </w:rPr>
              <w:t>Mr. S. Müller von Kralik (CLEPA)</w:t>
            </w:r>
          </w:p>
          <w:p w14:paraId="45669721" w14:textId="77777777" w:rsidR="00634C9E" w:rsidRPr="0005549C" w:rsidRDefault="00634C9E" w:rsidP="000B2976">
            <w:pPr>
              <w:tabs>
                <w:tab w:val="left" w:pos="5103"/>
              </w:tabs>
              <w:spacing w:line="240" w:lineRule="auto"/>
              <w:ind w:left="278"/>
              <w:jc w:val="both"/>
              <w:rPr>
                <w:lang w:val="fr-CH"/>
              </w:rPr>
            </w:pPr>
            <w:r w:rsidRPr="0005549C">
              <w:rPr>
                <w:lang w:val="fr-CH"/>
              </w:rPr>
              <w:t>Tel: +49 89 85794 1625</w:t>
            </w:r>
          </w:p>
          <w:p w14:paraId="0BC0A33C" w14:textId="77777777" w:rsidR="00634C9E" w:rsidRPr="0005549C" w:rsidRDefault="003D32BA" w:rsidP="000B2976">
            <w:pPr>
              <w:pStyle w:val="Header"/>
              <w:pBdr>
                <w:bottom w:val="none" w:sz="0" w:space="0" w:color="auto"/>
              </w:pBdr>
              <w:tabs>
                <w:tab w:val="left" w:pos="5103"/>
              </w:tabs>
              <w:ind w:left="278"/>
              <w:rPr>
                <w:b w:val="0"/>
                <w:bCs/>
                <w:sz w:val="20"/>
                <w:lang w:val="fr-CH"/>
              </w:rPr>
            </w:pPr>
            <w:r w:rsidRPr="0005549C">
              <w:rPr>
                <w:b w:val="0"/>
                <w:bCs/>
                <w:sz w:val="20"/>
                <w:lang w:val="fr-CH"/>
              </w:rPr>
              <w:t>email</w:t>
            </w:r>
            <w:r w:rsidR="00634C9E" w:rsidRPr="0005549C">
              <w:rPr>
                <w:b w:val="0"/>
                <w:bCs/>
                <w:sz w:val="20"/>
                <w:lang w:val="fr-CH"/>
              </w:rPr>
              <w:t>: Bianca.Retr@webasto.com</w:t>
            </w:r>
          </w:p>
        </w:tc>
      </w:tr>
      <w:tr w:rsidR="00634C9E" w:rsidRPr="00635EE6" w14:paraId="64B1E20C" w14:textId="77777777" w:rsidTr="00144511">
        <w:tc>
          <w:tcPr>
            <w:tcW w:w="2047" w:type="dxa"/>
            <w:shd w:val="clear" w:color="auto" w:fill="auto"/>
          </w:tcPr>
          <w:p w14:paraId="3A3A3293" w14:textId="74F5AA65" w:rsidR="00634C9E" w:rsidRPr="00635EE6" w:rsidRDefault="00634C9E" w:rsidP="00BB57D6">
            <w:pPr>
              <w:tabs>
                <w:tab w:val="left" w:pos="5103"/>
              </w:tabs>
              <w:spacing w:line="240" w:lineRule="auto"/>
              <w:ind w:right="62"/>
            </w:pPr>
            <w:r w:rsidRPr="00635EE6">
              <w:t xml:space="preserve">Awareness of Vulnerable Road Users </w:t>
            </w:r>
            <w:r w:rsidR="00BB57D6" w:rsidRPr="00635EE6">
              <w:t>P</w:t>
            </w:r>
            <w:r w:rsidRPr="00635EE6">
              <w:t>roximity (VRU-Proxi)</w:t>
            </w:r>
          </w:p>
        </w:tc>
        <w:tc>
          <w:tcPr>
            <w:tcW w:w="3345" w:type="dxa"/>
            <w:shd w:val="clear" w:color="auto" w:fill="auto"/>
            <w:tcMar>
              <w:top w:w="113" w:type="dxa"/>
              <w:left w:w="113" w:type="dxa"/>
              <w:bottom w:w="113" w:type="dxa"/>
            </w:tcMar>
          </w:tcPr>
          <w:p w14:paraId="65B31415" w14:textId="77777777" w:rsidR="00671D06" w:rsidRPr="00635EE6" w:rsidRDefault="00C502E0" w:rsidP="00C502E0">
            <w:pPr>
              <w:tabs>
                <w:tab w:val="left" w:pos="5103"/>
              </w:tabs>
              <w:spacing w:line="240" w:lineRule="auto"/>
              <w:jc w:val="both"/>
            </w:pPr>
            <w:r w:rsidRPr="00635EE6">
              <w:t xml:space="preserve">Mr. </w:t>
            </w:r>
            <w:r w:rsidR="00185014" w:rsidRPr="00635EE6">
              <w:t>Y</w:t>
            </w:r>
            <w:r w:rsidR="00B61BA6" w:rsidRPr="00635EE6">
              <w:t>.</w:t>
            </w:r>
            <w:r w:rsidR="00185014" w:rsidRPr="00635EE6">
              <w:t xml:space="preserve"> </w:t>
            </w:r>
            <w:r w:rsidRPr="00635EE6">
              <w:t>M</w:t>
            </w:r>
            <w:r w:rsidR="006462DB" w:rsidRPr="00635EE6">
              <w:t>atsui</w:t>
            </w:r>
            <w:r w:rsidRPr="00635EE6">
              <w:t xml:space="preserve"> </w:t>
            </w:r>
            <w:r w:rsidR="006765ED" w:rsidRPr="00635EE6">
              <w:t>(J</w:t>
            </w:r>
            <w:r w:rsidR="004F6370" w:rsidRPr="00635EE6">
              <w:t>apan</w:t>
            </w:r>
            <w:r w:rsidR="006765ED" w:rsidRPr="00635EE6">
              <w:t xml:space="preserve">) </w:t>
            </w:r>
            <w:r w:rsidR="00671D06" w:rsidRPr="00635EE6">
              <w:t>(Chair)</w:t>
            </w:r>
          </w:p>
          <w:p w14:paraId="22164BF0" w14:textId="77777777" w:rsidR="00634C9E" w:rsidRPr="00635EE6" w:rsidRDefault="00C502E0" w:rsidP="00C502E0">
            <w:pPr>
              <w:tabs>
                <w:tab w:val="left" w:pos="5103"/>
              </w:tabs>
              <w:spacing w:line="240" w:lineRule="auto"/>
              <w:jc w:val="both"/>
            </w:pPr>
            <w:r w:rsidRPr="00635EE6">
              <w:t>Mr. P. Broertjes (EC)</w:t>
            </w:r>
            <w:r w:rsidR="00671D06" w:rsidRPr="00635EE6">
              <w:t xml:space="preserve"> (Vice-Chair</w:t>
            </w:r>
            <w:r w:rsidRPr="00635EE6">
              <w:t>)</w:t>
            </w:r>
          </w:p>
          <w:p w14:paraId="4C6BF5A7" w14:textId="77777777" w:rsidR="00185014" w:rsidRPr="0005549C" w:rsidRDefault="00185014" w:rsidP="00185014">
            <w:pPr>
              <w:tabs>
                <w:tab w:val="left" w:pos="5103"/>
              </w:tabs>
              <w:spacing w:line="240" w:lineRule="auto"/>
              <w:jc w:val="both"/>
              <w:rPr>
                <w:lang w:val="fr-CH"/>
              </w:rPr>
            </w:pPr>
            <w:r w:rsidRPr="0005549C">
              <w:rPr>
                <w:lang w:val="fr-CH"/>
              </w:rPr>
              <w:t>Tel: +81 422 41 3371</w:t>
            </w:r>
          </w:p>
          <w:p w14:paraId="64BBDBBC" w14:textId="77777777" w:rsidR="00185014" w:rsidRPr="0005549C" w:rsidRDefault="003D32BA" w:rsidP="00185014">
            <w:pPr>
              <w:tabs>
                <w:tab w:val="left" w:pos="5103"/>
              </w:tabs>
              <w:spacing w:line="240" w:lineRule="auto"/>
              <w:jc w:val="both"/>
              <w:rPr>
                <w:lang w:val="fr-CH"/>
              </w:rPr>
            </w:pPr>
            <w:r w:rsidRPr="0005549C">
              <w:rPr>
                <w:lang w:val="fr-CH"/>
              </w:rPr>
              <w:t>email</w:t>
            </w:r>
            <w:r w:rsidR="00185014" w:rsidRPr="0005549C">
              <w:rPr>
                <w:lang w:val="fr-CH"/>
              </w:rPr>
              <w:t>: ymatsui@ntsel.go.jp</w:t>
            </w:r>
          </w:p>
          <w:p w14:paraId="15E9B3DC" w14:textId="77777777" w:rsidR="00C502E0" w:rsidRPr="0005549C" w:rsidRDefault="00C502E0" w:rsidP="00C502E0">
            <w:pPr>
              <w:tabs>
                <w:tab w:val="left" w:pos="5103"/>
              </w:tabs>
              <w:spacing w:line="240" w:lineRule="auto"/>
              <w:jc w:val="both"/>
              <w:rPr>
                <w:lang w:val="fr-CH"/>
              </w:rPr>
            </w:pPr>
            <w:r w:rsidRPr="0005549C">
              <w:rPr>
                <w:lang w:val="fr-CH"/>
              </w:rPr>
              <w:t>Tel: +</w:t>
            </w:r>
            <w:r w:rsidR="00BA373B" w:rsidRPr="0005549C">
              <w:rPr>
                <w:lang w:val="fr-CH"/>
              </w:rPr>
              <w:t>32 2 299 49 33</w:t>
            </w:r>
          </w:p>
          <w:p w14:paraId="41A5BC5D" w14:textId="77777777" w:rsidR="00C502E0" w:rsidRPr="0005549C" w:rsidRDefault="003D32BA" w:rsidP="00C502E0">
            <w:pPr>
              <w:tabs>
                <w:tab w:val="left" w:pos="5103"/>
              </w:tabs>
              <w:spacing w:line="240" w:lineRule="auto"/>
              <w:jc w:val="both"/>
              <w:rPr>
                <w:lang w:val="fr-CH"/>
              </w:rPr>
            </w:pPr>
            <w:r w:rsidRPr="0005549C">
              <w:rPr>
                <w:lang w:val="fr-CH"/>
              </w:rPr>
              <w:t>email</w:t>
            </w:r>
            <w:r w:rsidR="00C502E0" w:rsidRPr="0005549C">
              <w:rPr>
                <w:lang w:val="fr-CH"/>
              </w:rPr>
              <w:t>:</w:t>
            </w:r>
            <w:r w:rsidR="00BA373B" w:rsidRPr="0005549C">
              <w:rPr>
                <w:lang w:val="fr-CH"/>
              </w:rPr>
              <w:t xml:space="preserve"> peter.broertjes@ec.europa.eu</w:t>
            </w:r>
          </w:p>
        </w:tc>
        <w:tc>
          <w:tcPr>
            <w:tcW w:w="2976" w:type="dxa"/>
            <w:shd w:val="clear" w:color="auto" w:fill="auto"/>
            <w:tcMar>
              <w:top w:w="113" w:type="dxa"/>
              <w:bottom w:w="113" w:type="dxa"/>
            </w:tcMar>
          </w:tcPr>
          <w:p w14:paraId="0E381388" w14:textId="77777777" w:rsidR="007C2E10" w:rsidRPr="00635EE6" w:rsidRDefault="00E95B38" w:rsidP="007C2E10">
            <w:pPr>
              <w:tabs>
                <w:tab w:val="left" w:pos="5103"/>
              </w:tabs>
              <w:spacing w:line="240" w:lineRule="auto"/>
              <w:ind w:left="278"/>
              <w:jc w:val="both"/>
            </w:pPr>
            <w:r w:rsidRPr="00635EE6">
              <w:t>Mr. Johan Broeders</w:t>
            </w:r>
            <w:r w:rsidR="007C2E10" w:rsidRPr="00635EE6">
              <w:t xml:space="preserve"> (OICA)</w:t>
            </w:r>
          </w:p>
          <w:p w14:paraId="1851F06C" w14:textId="77777777" w:rsidR="007C2E10" w:rsidRPr="00635EE6" w:rsidRDefault="007C2E10" w:rsidP="007C2E10">
            <w:pPr>
              <w:tabs>
                <w:tab w:val="left" w:pos="5103"/>
              </w:tabs>
              <w:spacing w:line="240" w:lineRule="auto"/>
              <w:ind w:left="278"/>
              <w:jc w:val="both"/>
            </w:pPr>
            <w:r w:rsidRPr="00635EE6">
              <w:t>Tel: +</w:t>
            </w:r>
            <w:r w:rsidR="00E95B38" w:rsidRPr="00635EE6">
              <w:t>+31 40 214 5033</w:t>
            </w:r>
          </w:p>
          <w:p w14:paraId="1A811290" w14:textId="77777777" w:rsidR="00634C9E" w:rsidRPr="00635EE6" w:rsidRDefault="003D32BA" w:rsidP="007C2E10">
            <w:pPr>
              <w:tabs>
                <w:tab w:val="left" w:pos="5103"/>
              </w:tabs>
              <w:spacing w:line="240" w:lineRule="auto"/>
              <w:ind w:left="278"/>
              <w:jc w:val="both"/>
            </w:pPr>
            <w:r w:rsidRPr="00635EE6">
              <w:rPr>
                <w:bCs/>
              </w:rPr>
              <w:t>email</w:t>
            </w:r>
            <w:r w:rsidR="007C2E10" w:rsidRPr="00635EE6">
              <w:rPr>
                <w:bCs/>
              </w:rPr>
              <w:t xml:space="preserve">: </w:t>
            </w:r>
            <w:r w:rsidR="00E95B38" w:rsidRPr="00635EE6">
              <w:t>johan.broeders@daftrucks.com</w:t>
            </w:r>
          </w:p>
        </w:tc>
      </w:tr>
      <w:tr w:rsidR="00F92366" w:rsidRPr="00635EE6" w14:paraId="56E0AE55" w14:textId="77777777" w:rsidTr="00144511">
        <w:tc>
          <w:tcPr>
            <w:tcW w:w="2047" w:type="dxa"/>
            <w:shd w:val="clear" w:color="auto" w:fill="auto"/>
          </w:tcPr>
          <w:p w14:paraId="1739C7FE" w14:textId="77777777" w:rsidR="00F92366" w:rsidRPr="00635EE6" w:rsidRDefault="00F92366" w:rsidP="00CA0487">
            <w:pPr>
              <w:tabs>
                <w:tab w:val="left" w:pos="5103"/>
              </w:tabs>
              <w:spacing w:line="240" w:lineRule="auto"/>
              <w:ind w:right="62"/>
            </w:pPr>
            <w:r w:rsidRPr="00635EE6">
              <w:t>Behaviour of M</w:t>
            </w:r>
            <w:r w:rsidRPr="00635EE6">
              <w:rPr>
                <w:vertAlign w:val="subscript"/>
              </w:rPr>
              <w:t>2</w:t>
            </w:r>
            <w:r w:rsidRPr="00635EE6">
              <w:t xml:space="preserve"> and M</w:t>
            </w:r>
            <w:r w:rsidRPr="00635EE6">
              <w:rPr>
                <w:vertAlign w:val="subscript"/>
              </w:rPr>
              <w:t>3</w:t>
            </w:r>
            <w:r w:rsidRPr="00635EE6">
              <w:t xml:space="preserve"> vehicles' general construction in case of Fire Event (BMFE)</w:t>
            </w:r>
          </w:p>
        </w:tc>
        <w:tc>
          <w:tcPr>
            <w:tcW w:w="3345" w:type="dxa"/>
            <w:shd w:val="clear" w:color="auto" w:fill="auto"/>
            <w:tcMar>
              <w:top w:w="113" w:type="dxa"/>
              <w:left w:w="113" w:type="dxa"/>
              <w:bottom w:w="113" w:type="dxa"/>
            </w:tcMar>
          </w:tcPr>
          <w:p w14:paraId="1EBA28C0" w14:textId="77777777" w:rsidR="00F92366" w:rsidRPr="00635EE6" w:rsidRDefault="00F92366" w:rsidP="00E95B38">
            <w:pPr>
              <w:tabs>
                <w:tab w:val="left" w:pos="5103"/>
              </w:tabs>
              <w:spacing w:line="240" w:lineRule="auto"/>
              <w:jc w:val="both"/>
            </w:pPr>
            <w:r w:rsidRPr="00635EE6">
              <w:t>M</w:t>
            </w:r>
            <w:r w:rsidR="00C969BC" w:rsidRPr="00635EE6">
              <w:t>r</w:t>
            </w:r>
            <w:r w:rsidRPr="00635EE6">
              <w:t>. F. Herveleu (France) (Chair)</w:t>
            </w:r>
          </w:p>
          <w:p w14:paraId="66BA208B" w14:textId="341491F9" w:rsidR="00F92366" w:rsidRPr="0005549C" w:rsidRDefault="00F92366" w:rsidP="00E95B38">
            <w:pPr>
              <w:tabs>
                <w:tab w:val="left" w:pos="5103"/>
              </w:tabs>
              <w:spacing w:line="240" w:lineRule="auto"/>
              <w:jc w:val="both"/>
              <w:rPr>
                <w:lang w:val="fr-CH"/>
              </w:rPr>
            </w:pPr>
            <w:r w:rsidRPr="0005549C">
              <w:rPr>
                <w:lang w:val="fr-CH"/>
              </w:rPr>
              <w:t>Tel: +33 1 69 80</w:t>
            </w:r>
            <w:r w:rsidR="00CA4F28">
              <w:rPr>
                <w:lang w:val="fr-CH"/>
              </w:rPr>
              <w:t xml:space="preserve"> </w:t>
            </w:r>
            <w:r w:rsidRPr="0005549C">
              <w:rPr>
                <w:lang w:val="fr-CH"/>
              </w:rPr>
              <w:t>34</w:t>
            </w:r>
            <w:r w:rsidR="00CA4F28">
              <w:rPr>
                <w:lang w:val="fr-CH"/>
              </w:rPr>
              <w:t xml:space="preserve"> </w:t>
            </w:r>
            <w:r w:rsidRPr="0005549C">
              <w:rPr>
                <w:lang w:val="fr-CH"/>
              </w:rPr>
              <w:t>07</w:t>
            </w:r>
          </w:p>
          <w:p w14:paraId="0D7F69B0" w14:textId="77777777" w:rsidR="00F92366" w:rsidRPr="0005549C" w:rsidRDefault="00F92366" w:rsidP="006765ED">
            <w:pPr>
              <w:tabs>
                <w:tab w:val="left" w:pos="5103"/>
              </w:tabs>
              <w:spacing w:line="240" w:lineRule="auto"/>
              <w:jc w:val="both"/>
              <w:rPr>
                <w:i/>
                <w:lang w:val="fr-CH"/>
              </w:rPr>
            </w:pPr>
            <w:r w:rsidRPr="0005549C">
              <w:rPr>
                <w:lang w:val="fr-CH"/>
              </w:rPr>
              <w:t>email: fabrice.herveleu@utacceram.com</w:t>
            </w:r>
          </w:p>
        </w:tc>
        <w:tc>
          <w:tcPr>
            <w:tcW w:w="2976" w:type="dxa"/>
            <w:shd w:val="clear" w:color="auto" w:fill="auto"/>
            <w:tcMar>
              <w:top w:w="113" w:type="dxa"/>
              <w:bottom w:w="113" w:type="dxa"/>
            </w:tcMar>
          </w:tcPr>
          <w:p w14:paraId="6C063BB5" w14:textId="77777777" w:rsidR="00F92366" w:rsidRPr="00635EE6" w:rsidRDefault="00F92366" w:rsidP="00E95B38">
            <w:pPr>
              <w:tabs>
                <w:tab w:val="left" w:pos="5103"/>
              </w:tabs>
              <w:spacing w:line="240" w:lineRule="auto"/>
              <w:ind w:left="278"/>
              <w:jc w:val="both"/>
            </w:pPr>
            <w:r w:rsidRPr="00635EE6">
              <w:t>Mr. O. Fontaine (OICA)</w:t>
            </w:r>
          </w:p>
          <w:p w14:paraId="462D867D" w14:textId="4D020180" w:rsidR="00F92366" w:rsidRPr="00635EE6" w:rsidRDefault="00F92366" w:rsidP="00E95B38">
            <w:pPr>
              <w:tabs>
                <w:tab w:val="left" w:pos="5103"/>
              </w:tabs>
              <w:spacing w:line="240" w:lineRule="auto"/>
              <w:ind w:left="278"/>
              <w:jc w:val="both"/>
            </w:pPr>
            <w:r w:rsidRPr="00635EE6">
              <w:t>Tel: +33 1 43</w:t>
            </w:r>
            <w:r w:rsidR="00CA4F28">
              <w:t xml:space="preserve"> </w:t>
            </w:r>
            <w:r w:rsidRPr="00635EE6">
              <w:t>59</w:t>
            </w:r>
            <w:r w:rsidR="00CA4F28">
              <w:t xml:space="preserve"> </w:t>
            </w:r>
            <w:r w:rsidRPr="00635EE6">
              <w:t>00</w:t>
            </w:r>
            <w:r w:rsidR="00CA4F28">
              <w:t xml:space="preserve"> </w:t>
            </w:r>
            <w:r w:rsidRPr="00635EE6">
              <w:t>13</w:t>
            </w:r>
          </w:p>
          <w:p w14:paraId="5B8D4D70" w14:textId="77777777" w:rsidR="00F92366" w:rsidRPr="00635EE6" w:rsidRDefault="00F92366" w:rsidP="000B789C">
            <w:pPr>
              <w:tabs>
                <w:tab w:val="left" w:pos="5103"/>
              </w:tabs>
              <w:spacing w:line="240" w:lineRule="auto"/>
              <w:ind w:left="278"/>
              <w:jc w:val="both"/>
            </w:pPr>
            <w:r w:rsidRPr="00635EE6">
              <w:t>email: ofontaine@oica.net</w:t>
            </w:r>
          </w:p>
        </w:tc>
      </w:tr>
      <w:tr w:rsidR="000017EA" w:rsidRPr="00635EE6" w14:paraId="4859C288" w14:textId="77777777" w:rsidTr="00144511">
        <w:tc>
          <w:tcPr>
            <w:tcW w:w="2047" w:type="dxa"/>
            <w:tcBorders>
              <w:bottom w:val="single" w:sz="12" w:space="0" w:color="auto"/>
            </w:tcBorders>
            <w:shd w:val="clear" w:color="auto" w:fill="auto"/>
          </w:tcPr>
          <w:p w14:paraId="048CDB42" w14:textId="77777777" w:rsidR="000017EA" w:rsidRPr="00635EE6" w:rsidRDefault="000017EA" w:rsidP="00CA0487">
            <w:pPr>
              <w:tabs>
                <w:tab w:val="left" w:pos="5103"/>
              </w:tabs>
              <w:spacing w:line="240" w:lineRule="auto"/>
              <w:ind w:right="62"/>
            </w:pPr>
            <w:r w:rsidRPr="00635EE6">
              <w:t>Event Data Recorder and Data Storage System for Automated Driving (EDR/DSSAD)</w:t>
            </w:r>
          </w:p>
        </w:tc>
        <w:tc>
          <w:tcPr>
            <w:tcW w:w="3345" w:type="dxa"/>
            <w:tcBorders>
              <w:bottom w:val="single" w:sz="12" w:space="0" w:color="auto"/>
            </w:tcBorders>
            <w:shd w:val="clear" w:color="auto" w:fill="auto"/>
            <w:tcMar>
              <w:top w:w="113" w:type="dxa"/>
              <w:left w:w="113" w:type="dxa"/>
              <w:bottom w:w="113" w:type="dxa"/>
            </w:tcMar>
          </w:tcPr>
          <w:p w14:paraId="2AC4276E" w14:textId="46FBA256" w:rsidR="000017EA" w:rsidRPr="00635EE6" w:rsidRDefault="00712434" w:rsidP="000F130A">
            <w:pPr>
              <w:tabs>
                <w:tab w:val="left" w:pos="5103"/>
              </w:tabs>
              <w:spacing w:line="240" w:lineRule="auto"/>
            </w:pPr>
            <w:r w:rsidRPr="00635EE6">
              <w:t>Mr</w:t>
            </w:r>
            <w:r w:rsidR="000F130A" w:rsidRPr="00635EE6">
              <w:t>.</w:t>
            </w:r>
            <w:r w:rsidRPr="00635EE6">
              <w:t xml:space="preserve"> T. Guiting (N</w:t>
            </w:r>
            <w:r w:rsidR="000F130A" w:rsidRPr="00635EE6">
              <w:t>etherlands</w:t>
            </w:r>
            <w:r w:rsidRPr="00635EE6">
              <w:t>)</w:t>
            </w:r>
            <w:r w:rsidR="000F130A" w:rsidRPr="00635EE6">
              <w:t>*</w:t>
            </w:r>
            <w:r w:rsidR="000F130A" w:rsidRPr="00635EE6">
              <w:br/>
              <w:t>Mr. Niikuni (Japan)*</w:t>
            </w:r>
            <w:r w:rsidR="000F130A" w:rsidRPr="00635EE6">
              <w:br/>
              <w:t>Ms. J. Doherty (US)*</w:t>
            </w:r>
          </w:p>
        </w:tc>
        <w:tc>
          <w:tcPr>
            <w:tcW w:w="2976" w:type="dxa"/>
            <w:tcBorders>
              <w:bottom w:val="single" w:sz="12" w:space="0" w:color="auto"/>
            </w:tcBorders>
            <w:shd w:val="clear" w:color="auto" w:fill="auto"/>
            <w:tcMar>
              <w:top w:w="113" w:type="dxa"/>
              <w:bottom w:w="113" w:type="dxa"/>
            </w:tcMar>
          </w:tcPr>
          <w:p w14:paraId="728A83EF" w14:textId="77777777" w:rsidR="000F130A" w:rsidRPr="00635EE6" w:rsidRDefault="000F130A" w:rsidP="000F130A">
            <w:pPr>
              <w:tabs>
                <w:tab w:val="left" w:pos="5103"/>
              </w:tabs>
              <w:spacing w:line="240" w:lineRule="auto"/>
              <w:ind w:left="278"/>
              <w:jc w:val="both"/>
            </w:pPr>
            <w:r w:rsidRPr="00635EE6">
              <w:t>Mr. O. Fontaine (OICA)</w:t>
            </w:r>
          </w:p>
          <w:p w14:paraId="42296022" w14:textId="753E4FDB" w:rsidR="000017EA" w:rsidRPr="00635EE6" w:rsidRDefault="000017EA" w:rsidP="00E95B38">
            <w:pPr>
              <w:tabs>
                <w:tab w:val="left" w:pos="5103"/>
              </w:tabs>
              <w:spacing w:line="240" w:lineRule="auto"/>
              <w:ind w:left="278"/>
              <w:jc w:val="both"/>
            </w:pPr>
          </w:p>
        </w:tc>
      </w:tr>
    </w:tbl>
    <w:p w14:paraId="3688AE81" w14:textId="440727B6" w:rsidR="000017EA" w:rsidRPr="00635EE6" w:rsidRDefault="000F130A" w:rsidP="000F130A">
      <w:pPr>
        <w:pStyle w:val="SingleTxtG"/>
        <w:spacing w:after="0"/>
        <w:rPr>
          <w:sz w:val="16"/>
          <w:szCs w:val="16"/>
        </w:rPr>
      </w:pPr>
      <w:r w:rsidRPr="00635EE6">
        <w:rPr>
          <w:sz w:val="16"/>
          <w:szCs w:val="16"/>
        </w:rPr>
        <w:t>* Co-Chairs of IWG</w:t>
      </w:r>
    </w:p>
    <w:p w14:paraId="6C027F3B" w14:textId="3A4F989A" w:rsidR="00635A46" w:rsidRPr="00635EE6" w:rsidRDefault="00635A46">
      <w:pPr>
        <w:suppressAutoHyphens w:val="0"/>
        <w:spacing w:line="240" w:lineRule="auto"/>
        <w:rPr>
          <w:u w:val="single"/>
        </w:rPr>
      </w:pPr>
      <w:r w:rsidRPr="00635EE6">
        <w:rPr>
          <w:u w:val="single"/>
        </w:rPr>
        <w:br w:type="page"/>
      </w:r>
    </w:p>
    <w:p w14:paraId="12E2DD24" w14:textId="2257CA86" w:rsidR="00D47CE3" w:rsidRPr="00635EE6" w:rsidRDefault="00D47CE3" w:rsidP="00D47CE3">
      <w:pPr>
        <w:widowControl w:val="0"/>
        <w:tabs>
          <w:tab w:val="right" w:pos="851"/>
        </w:tabs>
        <w:spacing w:before="360" w:after="240" w:line="300" w:lineRule="exact"/>
        <w:ind w:left="1134" w:right="1134" w:hanging="1134"/>
        <w:rPr>
          <w:b/>
          <w:sz w:val="28"/>
        </w:rPr>
      </w:pPr>
      <w:r w:rsidRPr="00635EE6">
        <w:rPr>
          <w:b/>
          <w:sz w:val="28"/>
        </w:rPr>
        <w:lastRenderedPageBreak/>
        <w:t>Annex III</w:t>
      </w:r>
    </w:p>
    <w:p w14:paraId="1D014D13" w14:textId="0F0616FD" w:rsidR="00D47CE3" w:rsidRPr="00635EE6" w:rsidRDefault="00D47CE3" w:rsidP="00D47CE3">
      <w:pPr>
        <w:widowControl w:val="0"/>
        <w:tabs>
          <w:tab w:val="right" w:pos="851"/>
        </w:tabs>
        <w:spacing w:before="360" w:after="240" w:line="300" w:lineRule="exact"/>
        <w:ind w:left="1134" w:right="1134"/>
        <w:rPr>
          <w:b/>
          <w:sz w:val="28"/>
        </w:rPr>
      </w:pPr>
      <w:r w:rsidRPr="00635EE6">
        <w:rPr>
          <w:b/>
          <w:sz w:val="28"/>
        </w:rPr>
        <w:t>Decisions adopted under silence procedure</w:t>
      </w:r>
    </w:p>
    <w:p w14:paraId="4FEE75C6" w14:textId="4350E913" w:rsidR="00635A46" w:rsidRPr="00635EE6" w:rsidRDefault="00635A46" w:rsidP="00635A46">
      <w:pPr>
        <w:ind w:left="1134"/>
      </w:pPr>
      <w:r w:rsidRPr="00635EE6">
        <w:t xml:space="preserve">Remote informal meeting of the Working Party </w:t>
      </w:r>
      <w:r w:rsidR="00215C1D" w:rsidRPr="00635EE6">
        <w:t xml:space="preserve">on </w:t>
      </w:r>
      <w:r w:rsidR="00FB6490" w:rsidRPr="00635EE6">
        <w:t>G</w:t>
      </w:r>
      <w:r w:rsidRPr="00635EE6">
        <w:t xml:space="preserve">eneral Safety </w:t>
      </w:r>
      <w:r w:rsidR="00215C1D" w:rsidRPr="00635EE6">
        <w:t xml:space="preserve">Provisions </w:t>
      </w:r>
      <w:r w:rsidRPr="00635EE6">
        <w:t xml:space="preserve">(GRSG), </w:t>
      </w:r>
      <w:r w:rsidR="00215C1D" w:rsidRPr="00635EE6">
        <w:t>6</w:t>
      </w:r>
      <w:r w:rsidRPr="00635EE6">
        <w:t>-</w:t>
      </w:r>
      <w:r w:rsidR="00215C1D" w:rsidRPr="00635EE6">
        <w:t>9</w:t>
      </w:r>
      <w:r w:rsidRPr="00635EE6">
        <w:t xml:space="preserve"> </w:t>
      </w:r>
      <w:r w:rsidR="00215C1D" w:rsidRPr="00635EE6">
        <w:t>October</w:t>
      </w:r>
      <w:r w:rsidRPr="00635EE6">
        <w:t xml:space="preserve"> 2020</w:t>
      </w:r>
      <w:r w:rsidR="00215C1D" w:rsidRPr="00635EE6">
        <w:t>.</w:t>
      </w:r>
    </w:p>
    <w:p w14:paraId="0A28FEFB" w14:textId="0AE3C686" w:rsidR="00635A46" w:rsidRPr="00635EE6" w:rsidRDefault="00635A46" w:rsidP="00635A46">
      <w:pPr>
        <w:ind w:left="1134"/>
      </w:pPr>
    </w:p>
    <w:p w14:paraId="5F43C4B1" w14:textId="20081CAB" w:rsidR="00635A46" w:rsidRPr="00635EE6" w:rsidRDefault="00635A46" w:rsidP="00635A46">
      <w:pPr>
        <w:ind w:left="1134" w:right="850"/>
      </w:pPr>
      <w:r w:rsidRPr="00635EE6">
        <w:t xml:space="preserve">The list of decisions had been circulated to </w:t>
      </w:r>
      <w:r w:rsidR="008D6AD1">
        <w:t>Contracting Parties</w:t>
      </w:r>
      <w:r w:rsidRPr="00635EE6">
        <w:t xml:space="preserve"> for a 10 days silence procedure on </w:t>
      </w:r>
      <w:r w:rsidR="00C419DE" w:rsidRPr="00635EE6">
        <w:t>22</w:t>
      </w:r>
      <w:r w:rsidRPr="00635EE6">
        <w:t xml:space="preserve"> </w:t>
      </w:r>
      <w:r w:rsidR="005E0FFE" w:rsidRPr="00635EE6">
        <w:t>October</w:t>
      </w:r>
      <w:r w:rsidRPr="00635EE6">
        <w:t xml:space="preserve"> 2020. As silence had not been broken, the decisions were considered adopted on </w:t>
      </w:r>
      <w:r w:rsidR="00C419DE" w:rsidRPr="00635EE6">
        <w:t>02 November</w:t>
      </w:r>
      <w:r w:rsidRPr="00635EE6">
        <w:t xml:space="preserve"> 2020.</w:t>
      </w:r>
    </w:p>
    <w:p w14:paraId="6D1E3120" w14:textId="77777777" w:rsidR="00635A46" w:rsidRPr="00635EE6" w:rsidRDefault="00635A46" w:rsidP="00635A46">
      <w:pPr>
        <w:ind w:left="1134" w:right="850"/>
      </w:pPr>
    </w:p>
    <w:p w14:paraId="61CA92B0" w14:textId="77777777" w:rsidR="00635A46" w:rsidRPr="00635EE6" w:rsidRDefault="00635A46" w:rsidP="00635A46">
      <w:pPr>
        <w:ind w:left="1134"/>
      </w:pPr>
      <w:r w:rsidRPr="00635EE6">
        <w:t>Documentation referenced in the below draft decisions is available under:</w:t>
      </w:r>
    </w:p>
    <w:p w14:paraId="336A49EC" w14:textId="6F4F0FB1" w:rsidR="00635A46" w:rsidRPr="00635EE6" w:rsidRDefault="00215C1D" w:rsidP="00635A46">
      <w:pPr>
        <w:ind w:left="1134"/>
      </w:pPr>
      <w:r w:rsidRPr="00635EE6">
        <w:t>http://www.unece.org/index.php?id=53516</w:t>
      </w:r>
    </w:p>
    <w:p w14:paraId="0FA2B05D" w14:textId="77777777" w:rsidR="00635A46" w:rsidRPr="00635EE6" w:rsidRDefault="00635A46" w:rsidP="00635A46"/>
    <w:tbl>
      <w:tblPr>
        <w:tblStyle w:val="TableGrid"/>
        <w:tblW w:w="0" w:type="auto"/>
        <w:tblLook w:val="04A0" w:firstRow="1" w:lastRow="0" w:firstColumn="1" w:lastColumn="0" w:noHBand="0" w:noVBand="1"/>
      </w:tblPr>
      <w:tblGrid>
        <w:gridCol w:w="1129"/>
        <w:gridCol w:w="1134"/>
        <w:gridCol w:w="7365"/>
      </w:tblGrid>
      <w:tr w:rsidR="00215C1D" w:rsidRPr="00635EE6" w14:paraId="65BA7646" w14:textId="77777777" w:rsidTr="003A4D09">
        <w:tc>
          <w:tcPr>
            <w:tcW w:w="1129" w:type="dxa"/>
          </w:tcPr>
          <w:p w14:paraId="34ACCFE7" w14:textId="77777777" w:rsidR="00215C1D" w:rsidRPr="00635EE6" w:rsidRDefault="00215C1D" w:rsidP="003A4D09">
            <w:r w:rsidRPr="00635EE6">
              <w:t>Decision No.</w:t>
            </w:r>
          </w:p>
        </w:tc>
        <w:tc>
          <w:tcPr>
            <w:tcW w:w="1134" w:type="dxa"/>
          </w:tcPr>
          <w:p w14:paraId="64B0AE20" w14:textId="77777777" w:rsidR="00215C1D" w:rsidRPr="00635EE6" w:rsidRDefault="00215C1D" w:rsidP="003A4D09">
            <w:r w:rsidRPr="00635EE6">
              <w:t>Agenda Item</w:t>
            </w:r>
          </w:p>
        </w:tc>
        <w:tc>
          <w:tcPr>
            <w:tcW w:w="7365" w:type="dxa"/>
          </w:tcPr>
          <w:p w14:paraId="69150054" w14:textId="77777777" w:rsidR="00215C1D" w:rsidRPr="00635EE6" w:rsidRDefault="00215C1D" w:rsidP="003A4D09">
            <w:r w:rsidRPr="00635EE6">
              <w:t>Decision</w:t>
            </w:r>
          </w:p>
        </w:tc>
      </w:tr>
      <w:tr w:rsidR="00215C1D" w:rsidRPr="00635EE6" w14:paraId="7D411C37" w14:textId="77777777" w:rsidTr="003A4D09">
        <w:tc>
          <w:tcPr>
            <w:tcW w:w="1129" w:type="dxa"/>
          </w:tcPr>
          <w:p w14:paraId="3D583A84" w14:textId="77777777" w:rsidR="00215C1D" w:rsidRPr="00635EE6" w:rsidRDefault="00215C1D" w:rsidP="003A4D09">
            <w:r w:rsidRPr="00635EE6">
              <w:t>1</w:t>
            </w:r>
          </w:p>
        </w:tc>
        <w:tc>
          <w:tcPr>
            <w:tcW w:w="1134" w:type="dxa"/>
          </w:tcPr>
          <w:p w14:paraId="7CC9A0AF" w14:textId="77777777" w:rsidR="00215C1D" w:rsidRPr="00635EE6" w:rsidRDefault="00215C1D" w:rsidP="003A4D09">
            <w:r w:rsidRPr="00635EE6">
              <w:t>2</w:t>
            </w:r>
          </w:p>
        </w:tc>
        <w:tc>
          <w:tcPr>
            <w:tcW w:w="7365" w:type="dxa"/>
          </w:tcPr>
          <w:p w14:paraId="5E264565" w14:textId="77777777" w:rsidR="00215C1D" w:rsidRPr="00635EE6" w:rsidRDefault="00215C1D" w:rsidP="003A4D09">
            <w:r w:rsidRPr="00635EE6">
              <w:t>GRSG supported the IWG on BMFE requesting the extension of its mandate by one year</w:t>
            </w:r>
            <w:r w:rsidRPr="00635EE6">
              <w:rPr>
                <w:color w:val="FF0000"/>
              </w:rPr>
              <w:t xml:space="preserve"> </w:t>
            </w:r>
            <w:r w:rsidRPr="00635EE6">
              <w:t>at the WP.29 November 2020 session.</w:t>
            </w:r>
          </w:p>
        </w:tc>
      </w:tr>
      <w:tr w:rsidR="00215C1D" w:rsidRPr="00635EE6" w14:paraId="3393CAD6" w14:textId="77777777" w:rsidTr="003A4D09">
        <w:tc>
          <w:tcPr>
            <w:tcW w:w="1129" w:type="dxa"/>
          </w:tcPr>
          <w:p w14:paraId="45E452BB" w14:textId="77777777" w:rsidR="00215C1D" w:rsidRPr="00635EE6" w:rsidRDefault="00215C1D" w:rsidP="003A4D09">
            <w:r w:rsidRPr="00635EE6">
              <w:t>2</w:t>
            </w:r>
          </w:p>
        </w:tc>
        <w:tc>
          <w:tcPr>
            <w:tcW w:w="1134" w:type="dxa"/>
          </w:tcPr>
          <w:p w14:paraId="6346A760" w14:textId="77777777" w:rsidR="00215C1D" w:rsidRPr="00635EE6" w:rsidRDefault="00215C1D" w:rsidP="003A4D09">
            <w:r w:rsidRPr="00635EE6">
              <w:t>2a</w:t>
            </w:r>
          </w:p>
        </w:tc>
        <w:tc>
          <w:tcPr>
            <w:tcW w:w="7365" w:type="dxa"/>
          </w:tcPr>
          <w:p w14:paraId="288FE6BE" w14:textId="77777777" w:rsidR="00215C1D" w:rsidRPr="00635EE6" w:rsidRDefault="00215C1D" w:rsidP="003A4D09">
            <w:r w:rsidRPr="00635EE6">
              <w:rPr>
                <w:color w:val="000000"/>
              </w:rPr>
              <w:t>GRSG adopted ECE/TRANS/WP.29/GRSG/2020/19 as amended by GRSG-119-09 and GRSG-119-18 and, ECE/TRANS/WP.29/GRSG/2020/20 as amended by GRSG-119-19, proposals for the 09 series of amendments to UN Regulation No. 107, and agreed to submit them for consideration and vote at the March 2021 session of WP.29/AC.1. The secretariat shall merge the proposals into a single one for the 09 series of amendments to UN Regulation No. 107, for consideration by WP.29/AC.1 at its March 2021 session.</w:t>
            </w:r>
          </w:p>
        </w:tc>
      </w:tr>
      <w:tr w:rsidR="00215C1D" w:rsidRPr="00635EE6" w14:paraId="60F077C9" w14:textId="77777777" w:rsidTr="003A4D09">
        <w:tc>
          <w:tcPr>
            <w:tcW w:w="1129" w:type="dxa"/>
          </w:tcPr>
          <w:p w14:paraId="47D935FB" w14:textId="77777777" w:rsidR="00215C1D" w:rsidRPr="00635EE6" w:rsidRDefault="00215C1D" w:rsidP="003A4D09">
            <w:r w:rsidRPr="00635EE6">
              <w:t>3</w:t>
            </w:r>
          </w:p>
        </w:tc>
        <w:tc>
          <w:tcPr>
            <w:tcW w:w="1134" w:type="dxa"/>
          </w:tcPr>
          <w:p w14:paraId="72F8A789" w14:textId="77777777" w:rsidR="00215C1D" w:rsidRPr="00635EE6" w:rsidRDefault="00215C1D" w:rsidP="003A4D09">
            <w:r w:rsidRPr="00635EE6">
              <w:t>2b</w:t>
            </w:r>
          </w:p>
        </w:tc>
        <w:tc>
          <w:tcPr>
            <w:tcW w:w="7365" w:type="dxa"/>
          </w:tcPr>
          <w:p w14:paraId="48402C4E" w14:textId="77777777" w:rsidR="00215C1D" w:rsidRPr="00635EE6" w:rsidRDefault="00215C1D" w:rsidP="003A4D09">
            <w:r w:rsidRPr="00635EE6">
              <w:rPr>
                <w:color w:val="000000"/>
              </w:rPr>
              <w:t>GRSG adopted ECE/TRANS/WP.29/GRSG/2020/21, proposal for amendment to UN Regulation No. 118, as amended by GRSG-119-10, GRSG-119-22 and GRSG-119-31 and agreed to submit it for consideration and vote at the March 2021 session of WP.29/AC.1.</w:t>
            </w:r>
          </w:p>
        </w:tc>
      </w:tr>
      <w:tr w:rsidR="00215C1D" w:rsidRPr="00635EE6" w14:paraId="262C6D97" w14:textId="77777777" w:rsidTr="003A4D09">
        <w:tc>
          <w:tcPr>
            <w:tcW w:w="1129" w:type="dxa"/>
          </w:tcPr>
          <w:p w14:paraId="043056DB" w14:textId="77777777" w:rsidR="00215C1D" w:rsidRPr="00635EE6" w:rsidRDefault="00215C1D" w:rsidP="003A4D09">
            <w:r w:rsidRPr="00635EE6">
              <w:t>4</w:t>
            </w:r>
          </w:p>
        </w:tc>
        <w:tc>
          <w:tcPr>
            <w:tcW w:w="1134" w:type="dxa"/>
          </w:tcPr>
          <w:p w14:paraId="4D80B433" w14:textId="77777777" w:rsidR="00215C1D" w:rsidRPr="00635EE6" w:rsidRDefault="00215C1D" w:rsidP="003A4D09">
            <w:r w:rsidRPr="00635EE6">
              <w:t>2b</w:t>
            </w:r>
          </w:p>
        </w:tc>
        <w:tc>
          <w:tcPr>
            <w:tcW w:w="7365" w:type="dxa"/>
          </w:tcPr>
          <w:p w14:paraId="5D8DDB8C" w14:textId="77777777" w:rsidR="00215C1D" w:rsidRPr="00635EE6" w:rsidRDefault="00215C1D" w:rsidP="003A4D09">
            <w:r w:rsidRPr="00635EE6">
              <w:rPr>
                <w:color w:val="000000"/>
              </w:rPr>
              <w:t>GRSG considered document GRSG-119-13, proposing amendments to UN Regulation No. 118, and requested its submission as an official document for consideration at the April 2021 session of GRSG.</w:t>
            </w:r>
          </w:p>
        </w:tc>
      </w:tr>
      <w:tr w:rsidR="00215C1D" w:rsidRPr="00635EE6" w14:paraId="297DC58B" w14:textId="77777777" w:rsidTr="003A4D09">
        <w:tc>
          <w:tcPr>
            <w:tcW w:w="1129" w:type="dxa"/>
          </w:tcPr>
          <w:p w14:paraId="11750AA2" w14:textId="77777777" w:rsidR="00215C1D" w:rsidRPr="00635EE6" w:rsidRDefault="00215C1D" w:rsidP="003A4D09">
            <w:r w:rsidRPr="00635EE6">
              <w:t>5</w:t>
            </w:r>
          </w:p>
        </w:tc>
        <w:tc>
          <w:tcPr>
            <w:tcW w:w="1134" w:type="dxa"/>
          </w:tcPr>
          <w:p w14:paraId="522594FC" w14:textId="77777777" w:rsidR="00215C1D" w:rsidRPr="00635EE6" w:rsidRDefault="00215C1D" w:rsidP="003A4D09">
            <w:r w:rsidRPr="00635EE6">
              <w:t>3</w:t>
            </w:r>
          </w:p>
        </w:tc>
        <w:tc>
          <w:tcPr>
            <w:tcW w:w="7365" w:type="dxa"/>
          </w:tcPr>
          <w:p w14:paraId="06D160DD" w14:textId="77777777" w:rsidR="00215C1D" w:rsidRPr="00635EE6" w:rsidRDefault="00215C1D" w:rsidP="003A4D09">
            <w:r w:rsidRPr="00635EE6">
              <w:t xml:space="preserve">GRSG adopted </w:t>
            </w:r>
            <w:r w:rsidRPr="00635EE6">
              <w:rPr>
                <w:color w:val="000000"/>
              </w:rPr>
              <w:t>ECE/TRANS/WP.29/GRSG/2020/</w:t>
            </w:r>
            <w:r w:rsidRPr="00635EE6">
              <w:rPr>
                <w:b/>
                <w:bCs/>
                <w:color w:val="000000"/>
              </w:rPr>
              <w:t>3</w:t>
            </w:r>
            <w:r w:rsidRPr="00635EE6">
              <w:rPr>
                <w:color w:val="000000"/>
              </w:rPr>
              <w:t>, a proposal on a draft Mutual Resolution No. [4] and agreed to submit it for consideration and vote to WP.29 and WP.29/AC.3 at their March 2021 sessions.</w:t>
            </w:r>
          </w:p>
        </w:tc>
      </w:tr>
      <w:tr w:rsidR="00215C1D" w:rsidRPr="00635EE6" w14:paraId="4A35FD50" w14:textId="77777777" w:rsidTr="003A4D09">
        <w:tc>
          <w:tcPr>
            <w:tcW w:w="1129" w:type="dxa"/>
          </w:tcPr>
          <w:p w14:paraId="5910355E" w14:textId="77777777" w:rsidR="00215C1D" w:rsidRPr="00635EE6" w:rsidRDefault="00215C1D" w:rsidP="003A4D09">
            <w:r w:rsidRPr="00635EE6">
              <w:t>6</w:t>
            </w:r>
          </w:p>
        </w:tc>
        <w:tc>
          <w:tcPr>
            <w:tcW w:w="1134" w:type="dxa"/>
          </w:tcPr>
          <w:p w14:paraId="5DDC491D" w14:textId="77777777" w:rsidR="00215C1D" w:rsidRPr="00635EE6" w:rsidRDefault="00215C1D" w:rsidP="003A4D09">
            <w:r w:rsidRPr="00635EE6">
              <w:t>4a</w:t>
            </w:r>
          </w:p>
        </w:tc>
        <w:tc>
          <w:tcPr>
            <w:tcW w:w="7365" w:type="dxa"/>
          </w:tcPr>
          <w:p w14:paraId="66EDC1F0" w14:textId="77777777" w:rsidR="00215C1D" w:rsidRPr="00635EE6" w:rsidRDefault="00215C1D" w:rsidP="003A4D09">
            <w:r w:rsidRPr="00635EE6">
              <w:rPr>
                <w:color w:val="000000"/>
              </w:rPr>
              <w:t>GRSG adopted ECE/TRANS/WP.29/GRSG/2020/6, proposal for amendment to UN Regulation No. 46, and agreed to submit it for consideration and vote at the March 2021 session of WP.29/AC.1.</w:t>
            </w:r>
          </w:p>
        </w:tc>
      </w:tr>
      <w:tr w:rsidR="00215C1D" w:rsidRPr="00635EE6" w14:paraId="1DAC12B1" w14:textId="77777777" w:rsidTr="003A4D09">
        <w:tc>
          <w:tcPr>
            <w:tcW w:w="1129" w:type="dxa"/>
          </w:tcPr>
          <w:p w14:paraId="1443B9D6" w14:textId="77777777" w:rsidR="00215C1D" w:rsidRPr="00635EE6" w:rsidRDefault="00215C1D" w:rsidP="003A4D09">
            <w:r w:rsidRPr="00635EE6">
              <w:t>7</w:t>
            </w:r>
          </w:p>
        </w:tc>
        <w:tc>
          <w:tcPr>
            <w:tcW w:w="1134" w:type="dxa"/>
          </w:tcPr>
          <w:p w14:paraId="053CFD12" w14:textId="77777777" w:rsidR="00215C1D" w:rsidRPr="00635EE6" w:rsidRDefault="00215C1D" w:rsidP="003A4D09">
            <w:r w:rsidRPr="00635EE6">
              <w:t>4b</w:t>
            </w:r>
          </w:p>
        </w:tc>
        <w:tc>
          <w:tcPr>
            <w:tcW w:w="7365" w:type="dxa"/>
            <w:vAlign w:val="center"/>
          </w:tcPr>
          <w:p w14:paraId="0FC5431B" w14:textId="77777777" w:rsidR="00215C1D" w:rsidRPr="00635EE6" w:rsidRDefault="00215C1D" w:rsidP="003A4D09">
            <w:pPr>
              <w:rPr>
                <w:color w:val="000000"/>
              </w:rPr>
            </w:pPr>
            <w:r w:rsidRPr="00635EE6">
              <w:rPr>
                <w:color w:val="000000"/>
              </w:rPr>
              <w:t>GRSG reviewed GRSG-119-06, “Future Ideas for Regulation 151” and agreed to keep in on the agenda of the April 2021 session of GRSG.</w:t>
            </w:r>
          </w:p>
        </w:tc>
      </w:tr>
      <w:tr w:rsidR="00215C1D" w:rsidRPr="00635EE6" w14:paraId="1E445D75" w14:textId="77777777" w:rsidTr="003A4D09">
        <w:tc>
          <w:tcPr>
            <w:tcW w:w="1129" w:type="dxa"/>
          </w:tcPr>
          <w:p w14:paraId="6D55C666" w14:textId="77777777" w:rsidR="00215C1D" w:rsidRPr="00635EE6" w:rsidRDefault="00215C1D" w:rsidP="003A4D09">
            <w:r w:rsidRPr="00635EE6">
              <w:t>8</w:t>
            </w:r>
          </w:p>
        </w:tc>
        <w:tc>
          <w:tcPr>
            <w:tcW w:w="1134" w:type="dxa"/>
          </w:tcPr>
          <w:p w14:paraId="0EA91671" w14:textId="77777777" w:rsidR="00215C1D" w:rsidRPr="00635EE6" w:rsidRDefault="00215C1D" w:rsidP="003A4D09">
            <w:r w:rsidRPr="00635EE6">
              <w:t>5</w:t>
            </w:r>
          </w:p>
        </w:tc>
        <w:tc>
          <w:tcPr>
            <w:tcW w:w="7365" w:type="dxa"/>
            <w:vAlign w:val="center"/>
          </w:tcPr>
          <w:p w14:paraId="07CEA95F" w14:textId="77777777" w:rsidR="00215C1D" w:rsidRPr="00635EE6" w:rsidRDefault="00215C1D" w:rsidP="003A4D09">
            <w:pPr>
              <w:rPr>
                <w:color w:val="000000"/>
              </w:rPr>
            </w:pPr>
            <w:r w:rsidRPr="00635EE6">
              <w:rPr>
                <w:color w:val="000000"/>
              </w:rPr>
              <w:t>GRSG decided to continue consideration of document GRSG-119-15, a proposal for amendments to UN Regulation No. 58, on the agenda of the April 2021 meeting of the group, based on a revised version pending further consultations on its content in the meantime.</w:t>
            </w:r>
          </w:p>
        </w:tc>
      </w:tr>
      <w:tr w:rsidR="00215C1D" w:rsidRPr="00635EE6" w14:paraId="176E8CF3" w14:textId="77777777" w:rsidTr="003A4D09">
        <w:tc>
          <w:tcPr>
            <w:tcW w:w="1129" w:type="dxa"/>
          </w:tcPr>
          <w:p w14:paraId="3FC210F8" w14:textId="77777777" w:rsidR="00215C1D" w:rsidRPr="00635EE6" w:rsidRDefault="00215C1D" w:rsidP="003A4D09">
            <w:r w:rsidRPr="00635EE6">
              <w:t>9</w:t>
            </w:r>
          </w:p>
        </w:tc>
        <w:tc>
          <w:tcPr>
            <w:tcW w:w="1134" w:type="dxa"/>
          </w:tcPr>
          <w:p w14:paraId="1311CE2B" w14:textId="77777777" w:rsidR="00215C1D" w:rsidRPr="00635EE6" w:rsidRDefault="00215C1D" w:rsidP="003A4D09">
            <w:r w:rsidRPr="00635EE6">
              <w:t>6</w:t>
            </w:r>
          </w:p>
        </w:tc>
        <w:tc>
          <w:tcPr>
            <w:tcW w:w="7365" w:type="dxa"/>
            <w:vAlign w:val="center"/>
          </w:tcPr>
          <w:p w14:paraId="2D1EF375" w14:textId="77777777" w:rsidR="00215C1D" w:rsidRPr="00635EE6" w:rsidRDefault="00215C1D" w:rsidP="003A4D09">
            <w:pPr>
              <w:rPr>
                <w:color w:val="000000"/>
              </w:rPr>
            </w:pPr>
            <w:r w:rsidRPr="00635EE6">
              <w:rPr>
                <w:color w:val="000000"/>
              </w:rPr>
              <w:t>GRSG decided to keep document ECE/TRANS/WP.29/GRSG/2020/22, a proposal for Supplement 11 to the 02 series of amendments to UN Regulation No. 66, on the agenda of the April 2021 meeting of the group, pending further consultations on its content in the meantime.</w:t>
            </w:r>
          </w:p>
        </w:tc>
      </w:tr>
      <w:tr w:rsidR="00215C1D" w:rsidRPr="00635EE6" w14:paraId="0EB01EB2" w14:textId="77777777" w:rsidTr="003A4D09">
        <w:tc>
          <w:tcPr>
            <w:tcW w:w="1129" w:type="dxa"/>
          </w:tcPr>
          <w:p w14:paraId="0721F7A9" w14:textId="77777777" w:rsidR="00215C1D" w:rsidRPr="00635EE6" w:rsidRDefault="00215C1D" w:rsidP="003A4D09">
            <w:r w:rsidRPr="00635EE6">
              <w:t>10</w:t>
            </w:r>
          </w:p>
        </w:tc>
        <w:tc>
          <w:tcPr>
            <w:tcW w:w="1134" w:type="dxa"/>
          </w:tcPr>
          <w:p w14:paraId="3D26B668" w14:textId="77777777" w:rsidR="00215C1D" w:rsidRPr="00635EE6" w:rsidRDefault="00215C1D" w:rsidP="003A4D09">
            <w:r w:rsidRPr="00635EE6">
              <w:t>7a</w:t>
            </w:r>
          </w:p>
        </w:tc>
        <w:tc>
          <w:tcPr>
            <w:tcW w:w="7365" w:type="dxa"/>
            <w:vAlign w:val="center"/>
          </w:tcPr>
          <w:p w14:paraId="11308D79" w14:textId="77777777" w:rsidR="00215C1D" w:rsidRPr="00635EE6" w:rsidRDefault="00215C1D" w:rsidP="003A4D09">
            <w:pPr>
              <w:rPr>
                <w:color w:val="000000"/>
              </w:rPr>
            </w:pPr>
            <w:r w:rsidRPr="00635EE6">
              <w:rPr>
                <w:color w:val="000000"/>
              </w:rPr>
              <w:t>GRSG adopted ECE/TRANS/WP.29/GRSG/2020/09, proposal for amendment to UN Regulation No. 67, and agreed to submit it for consideration and vote at the March 2021 session of WP.29/AC.1.</w:t>
            </w:r>
          </w:p>
        </w:tc>
      </w:tr>
      <w:tr w:rsidR="00215C1D" w:rsidRPr="00635EE6" w14:paraId="7F954F63" w14:textId="77777777" w:rsidTr="003A4D09">
        <w:tc>
          <w:tcPr>
            <w:tcW w:w="1129" w:type="dxa"/>
          </w:tcPr>
          <w:p w14:paraId="15964DEF" w14:textId="77777777" w:rsidR="00215C1D" w:rsidRPr="00635EE6" w:rsidRDefault="00215C1D" w:rsidP="003A4D09">
            <w:r w:rsidRPr="00635EE6">
              <w:t>11</w:t>
            </w:r>
          </w:p>
        </w:tc>
        <w:tc>
          <w:tcPr>
            <w:tcW w:w="1134" w:type="dxa"/>
          </w:tcPr>
          <w:p w14:paraId="4238974D" w14:textId="77777777" w:rsidR="00215C1D" w:rsidRPr="00635EE6" w:rsidRDefault="00215C1D" w:rsidP="003A4D09">
            <w:r w:rsidRPr="00635EE6">
              <w:t>7a</w:t>
            </w:r>
          </w:p>
        </w:tc>
        <w:tc>
          <w:tcPr>
            <w:tcW w:w="7365" w:type="dxa"/>
            <w:vAlign w:val="center"/>
          </w:tcPr>
          <w:p w14:paraId="101137C6" w14:textId="77777777" w:rsidR="00215C1D" w:rsidRPr="00635EE6" w:rsidRDefault="00215C1D" w:rsidP="003A4D09">
            <w:pPr>
              <w:rPr>
                <w:color w:val="000000"/>
              </w:rPr>
            </w:pPr>
            <w:r w:rsidRPr="00635EE6">
              <w:rPr>
                <w:color w:val="000000"/>
              </w:rPr>
              <w:t>GRSG adopted ECE/TRANS/WP.29/GRSG/2020/23, proposal for amendment to UN Regulation No. 67, as amended during the session, and agreed to submit it for consideration and vote at the March 2021 session of WP.29/AC.1.</w:t>
            </w:r>
          </w:p>
        </w:tc>
      </w:tr>
      <w:tr w:rsidR="00215C1D" w:rsidRPr="00635EE6" w14:paraId="418DB467" w14:textId="77777777" w:rsidTr="003A4D09">
        <w:tc>
          <w:tcPr>
            <w:tcW w:w="1129" w:type="dxa"/>
          </w:tcPr>
          <w:p w14:paraId="1E138C77" w14:textId="77777777" w:rsidR="00215C1D" w:rsidRPr="00635EE6" w:rsidRDefault="00215C1D" w:rsidP="003A4D09">
            <w:r w:rsidRPr="00635EE6">
              <w:t>12</w:t>
            </w:r>
          </w:p>
        </w:tc>
        <w:tc>
          <w:tcPr>
            <w:tcW w:w="1134" w:type="dxa"/>
          </w:tcPr>
          <w:p w14:paraId="6F0082AD" w14:textId="77777777" w:rsidR="00215C1D" w:rsidRPr="00635EE6" w:rsidRDefault="00215C1D" w:rsidP="003A4D09">
            <w:r w:rsidRPr="00635EE6">
              <w:t>7b</w:t>
            </w:r>
          </w:p>
        </w:tc>
        <w:tc>
          <w:tcPr>
            <w:tcW w:w="7365" w:type="dxa"/>
            <w:vAlign w:val="center"/>
          </w:tcPr>
          <w:p w14:paraId="01A211B3" w14:textId="77777777" w:rsidR="00215C1D" w:rsidRPr="00635EE6" w:rsidRDefault="00215C1D" w:rsidP="003A4D09">
            <w:pPr>
              <w:rPr>
                <w:color w:val="000000"/>
              </w:rPr>
            </w:pPr>
            <w:r w:rsidRPr="00635EE6">
              <w:rPr>
                <w:color w:val="000000"/>
              </w:rPr>
              <w:t>GRSG considered document GRSG-119-16, proposing an amendment to UN Regulation No. 110, and requested its submission as an official document for consideration at the April 2021 session of GRSG.</w:t>
            </w:r>
          </w:p>
        </w:tc>
      </w:tr>
      <w:tr w:rsidR="00215C1D" w:rsidRPr="00635EE6" w14:paraId="2881E375" w14:textId="77777777" w:rsidTr="003A4D09">
        <w:tc>
          <w:tcPr>
            <w:tcW w:w="1129" w:type="dxa"/>
          </w:tcPr>
          <w:p w14:paraId="744EABFB" w14:textId="77777777" w:rsidR="00215C1D" w:rsidRPr="00635EE6" w:rsidRDefault="00215C1D" w:rsidP="003A4D09">
            <w:r w:rsidRPr="00635EE6">
              <w:t>13</w:t>
            </w:r>
          </w:p>
        </w:tc>
        <w:tc>
          <w:tcPr>
            <w:tcW w:w="1134" w:type="dxa"/>
          </w:tcPr>
          <w:p w14:paraId="0928BC51" w14:textId="77777777" w:rsidR="00215C1D" w:rsidRPr="00635EE6" w:rsidRDefault="00215C1D" w:rsidP="003A4D09">
            <w:r w:rsidRPr="00635EE6">
              <w:t>7b</w:t>
            </w:r>
          </w:p>
        </w:tc>
        <w:tc>
          <w:tcPr>
            <w:tcW w:w="7365" w:type="dxa"/>
            <w:vAlign w:val="center"/>
          </w:tcPr>
          <w:p w14:paraId="7ACD13EA" w14:textId="77777777" w:rsidR="00215C1D" w:rsidRPr="00635EE6" w:rsidRDefault="00215C1D" w:rsidP="003A4D09">
            <w:pPr>
              <w:rPr>
                <w:color w:val="000000"/>
              </w:rPr>
            </w:pPr>
            <w:r w:rsidRPr="00635EE6">
              <w:rPr>
                <w:color w:val="000000"/>
              </w:rPr>
              <w:t>GRSG considered document GRSG-119-20, proposing an amendment to UN Regulation No. 110. Based on further consideration and discussions among interested stakeholders, GRSG requested its submission in a revised version as an official document for consideration at the April 2021 session of GRSG.</w:t>
            </w:r>
          </w:p>
        </w:tc>
      </w:tr>
      <w:tr w:rsidR="00215C1D" w:rsidRPr="00635EE6" w14:paraId="099D43FB" w14:textId="77777777" w:rsidTr="003A4D09">
        <w:tc>
          <w:tcPr>
            <w:tcW w:w="1129" w:type="dxa"/>
          </w:tcPr>
          <w:p w14:paraId="19FFC544" w14:textId="77777777" w:rsidR="00215C1D" w:rsidRPr="00635EE6" w:rsidRDefault="00215C1D" w:rsidP="003A4D09">
            <w:r w:rsidRPr="00635EE6">
              <w:lastRenderedPageBreak/>
              <w:t>14</w:t>
            </w:r>
          </w:p>
        </w:tc>
        <w:tc>
          <w:tcPr>
            <w:tcW w:w="1134" w:type="dxa"/>
          </w:tcPr>
          <w:p w14:paraId="043F794E" w14:textId="77777777" w:rsidR="00215C1D" w:rsidRPr="00635EE6" w:rsidRDefault="00215C1D" w:rsidP="003A4D09">
            <w:r w:rsidRPr="00635EE6">
              <w:t>9</w:t>
            </w:r>
          </w:p>
        </w:tc>
        <w:tc>
          <w:tcPr>
            <w:tcW w:w="7365" w:type="dxa"/>
            <w:vAlign w:val="center"/>
          </w:tcPr>
          <w:p w14:paraId="121D5046" w14:textId="77777777" w:rsidR="00215C1D" w:rsidRPr="00635EE6" w:rsidRDefault="00215C1D" w:rsidP="003A4D09">
            <w:pPr>
              <w:rPr>
                <w:color w:val="000000"/>
              </w:rPr>
            </w:pPr>
            <w:r w:rsidRPr="00635EE6">
              <w:rPr>
                <w:color w:val="000000"/>
              </w:rPr>
              <w:t>GRSG decided to continue consideration of document ECE/TRANS/WP.29/GRSG/2020/24, concerning the definition of keys, on the basis of a revised proposal, at its April 2021 session</w:t>
            </w:r>
          </w:p>
        </w:tc>
      </w:tr>
      <w:tr w:rsidR="00215C1D" w:rsidRPr="00635EE6" w14:paraId="1F9BE1FA" w14:textId="77777777" w:rsidTr="003A4D09">
        <w:tc>
          <w:tcPr>
            <w:tcW w:w="1129" w:type="dxa"/>
          </w:tcPr>
          <w:p w14:paraId="7145B0A6" w14:textId="77777777" w:rsidR="00215C1D" w:rsidRPr="00635EE6" w:rsidRDefault="00215C1D" w:rsidP="003A4D09">
            <w:r w:rsidRPr="00635EE6">
              <w:t>15</w:t>
            </w:r>
          </w:p>
        </w:tc>
        <w:tc>
          <w:tcPr>
            <w:tcW w:w="1134" w:type="dxa"/>
          </w:tcPr>
          <w:p w14:paraId="1996C08D" w14:textId="77777777" w:rsidR="00215C1D" w:rsidRPr="00635EE6" w:rsidRDefault="00215C1D" w:rsidP="003A4D09">
            <w:r w:rsidRPr="00635EE6">
              <w:t>9</w:t>
            </w:r>
          </w:p>
        </w:tc>
        <w:tc>
          <w:tcPr>
            <w:tcW w:w="7365" w:type="dxa"/>
            <w:vAlign w:val="center"/>
          </w:tcPr>
          <w:p w14:paraId="47659898" w14:textId="77777777" w:rsidR="00215C1D" w:rsidRPr="00635EE6" w:rsidRDefault="00215C1D" w:rsidP="003A4D09">
            <w:pPr>
              <w:rPr>
                <w:color w:val="000000"/>
              </w:rPr>
            </w:pPr>
            <w:r w:rsidRPr="00635EE6">
              <w:rPr>
                <w:color w:val="000000"/>
              </w:rPr>
              <w:t>GRSG adopted documents ECE/TRANS/WP.29/GRSG/2020/25, 26 (as amended by GRSG-119-17), 27, 28, 29 and 30, on three new UN Regulations (on Devices Against Unauthorized Use, on Immobilizers, and on Vehicle Alarm Systems) and on amendments to UN Regulations Nos. 18, 97 and 116, and agreed to submit it for consideration and vote at the March 2021 session of WP.29/AC.1.</w:t>
            </w:r>
          </w:p>
        </w:tc>
      </w:tr>
      <w:tr w:rsidR="00215C1D" w:rsidRPr="00635EE6" w14:paraId="4909A9DB" w14:textId="77777777" w:rsidTr="003A4D09">
        <w:trPr>
          <w:trHeight w:val="555"/>
        </w:trPr>
        <w:tc>
          <w:tcPr>
            <w:tcW w:w="1129" w:type="dxa"/>
          </w:tcPr>
          <w:p w14:paraId="3A38F6BB" w14:textId="77777777" w:rsidR="00215C1D" w:rsidRPr="00635EE6" w:rsidRDefault="00215C1D" w:rsidP="003A4D09">
            <w:r w:rsidRPr="00635EE6">
              <w:t>16</w:t>
            </w:r>
          </w:p>
        </w:tc>
        <w:tc>
          <w:tcPr>
            <w:tcW w:w="1134" w:type="dxa"/>
          </w:tcPr>
          <w:p w14:paraId="365E45A4" w14:textId="77777777" w:rsidR="00215C1D" w:rsidRPr="00635EE6" w:rsidRDefault="00215C1D" w:rsidP="003A4D09">
            <w:r w:rsidRPr="00635EE6">
              <w:t>10</w:t>
            </w:r>
          </w:p>
        </w:tc>
        <w:tc>
          <w:tcPr>
            <w:tcW w:w="7365" w:type="dxa"/>
            <w:vAlign w:val="center"/>
          </w:tcPr>
          <w:p w14:paraId="59A27905" w14:textId="77777777" w:rsidR="00215C1D" w:rsidRPr="00635EE6" w:rsidRDefault="00215C1D" w:rsidP="003A4D09">
            <w:pPr>
              <w:rPr>
                <w:color w:val="000000"/>
                <w:highlight w:val="yellow"/>
              </w:rPr>
            </w:pPr>
            <w:r w:rsidRPr="00635EE6">
              <w:rPr>
                <w:color w:val="000000"/>
              </w:rPr>
              <w:t>GRSG decided to defer considerations related to amendments to UN Regulation No. 125, based on a revised text of ECE/TRANS/WP.29/GRSG/2020/31 and incorporating GRSG-119-23, to its April 2021 session.</w:t>
            </w:r>
          </w:p>
        </w:tc>
      </w:tr>
      <w:tr w:rsidR="00215C1D" w:rsidRPr="00635EE6" w14:paraId="155EEEB9" w14:textId="77777777" w:rsidTr="003A4D09">
        <w:trPr>
          <w:trHeight w:val="554"/>
        </w:trPr>
        <w:tc>
          <w:tcPr>
            <w:tcW w:w="1129" w:type="dxa"/>
          </w:tcPr>
          <w:p w14:paraId="12C605C3" w14:textId="77777777" w:rsidR="00215C1D" w:rsidRPr="00635EE6" w:rsidRDefault="00215C1D" w:rsidP="003A4D09">
            <w:r w:rsidRPr="00635EE6">
              <w:t>17</w:t>
            </w:r>
          </w:p>
        </w:tc>
        <w:tc>
          <w:tcPr>
            <w:tcW w:w="1134" w:type="dxa"/>
          </w:tcPr>
          <w:p w14:paraId="51D7BD17" w14:textId="77777777" w:rsidR="00215C1D" w:rsidRPr="00635EE6" w:rsidRDefault="00215C1D" w:rsidP="003A4D09">
            <w:r w:rsidRPr="00635EE6">
              <w:t>10</w:t>
            </w:r>
          </w:p>
          <w:p w14:paraId="5C7DFE7C" w14:textId="77777777" w:rsidR="00215C1D" w:rsidRPr="00635EE6" w:rsidRDefault="00215C1D" w:rsidP="003A4D09"/>
          <w:p w14:paraId="6898C0CC" w14:textId="77777777" w:rsidR="00215C1D" w:rsidRPr="00635EE6" w:rsidRDefault="00215C1D" w:rsidP="003A4D09"/>
        </w:tc>
        <w:tc>
          <w:tcPr>
            <w:tcW w:w="7365" w:type="dxa"/>
            <w:vAlign w:val="center"/>
          </w:tcPr>
          <w:p w14:paraId="47294593" w14:textId="77777777" w:rsidR="00215C1D" w:rsidRPr="00635EE6" w:rsidRDefault="00215C1D" w:rsidP="003A4D09">
            <w:pPr>
              <w:rPr>
                <w:color w:val="000000"/>
              </w:rPr>
            </w:pPr>
            <w:r w:rsidRPr="00635EE6">
              <w:rPr>
                <w:color w:val="000000"/>
              </w:rPr>
              <w:t>GRSG adopted ECE/TRANS/WP.29/GRSG/2020/32, a proposal for amendments to UN Regulation No. 125, and agreed to submit it for consideration and vote at the March 2021 session of WP.29/AC.1.</w:t>
            </w:r>
          </w:p>
        </w:tc>
      </w:tr>
      <w:tr w:rsidR="00215C1D" w:rsidRPr="00635EE6" w14:paraId="458D3AB7" w14:textId="77777777" w:rsidTr="003A4D09">
        <w:tc>
          <w:tcPr>
            <w:tcW w:w="1129" w:type="dxa"/>
            <w:vAlign w:val="center"/>
          </w:tcPr>
          <w:p w14:paraId="75F8EC45" w14:textId="77777777" w:rsidR="00215C1D" w:rsidRPr="00635EE6" w:rsidRDefault="00215C1D" w:rsidP="003A4D09">
            <w:r w:rsidRPr="00635EE6">
              <w:rPr>
                <w:color w:val="000000"/>
              </w:rPr>
              <w:t>18</w:t>
            </w:r>
          </w:p>
        </w:tc>
        <w:tc>
          <w:tcPr>
            <w:tcW w:w="1134" w:type="dxa"/>
            <w:vAlign w:val="center"/>
          </w:tcPr>
          <w:p w14:paraId="698D14B1" w14:textId="77777777" w:rsidR="00215C1D" w:rsidRPr="00635EE6" w:rsidRDefault="00215C1D" w:rsidP="003A4D09">
            <w:r w:rsidRPr="00635EE6">
              <w:rPr>
                <w:color w:val="000000"/>
              </w:rPr>
              <w:t>12</w:t>
            </w:r>
          </w:p>
        </w:tc>
        <w:tc>
          <w:tcPr>
            <w:tcW w:w="7365" w:type="dxa"/>
            <w:shd w:val="clear" w:color="auto" w:fill="auto"/>
            <w:vAlign w:val="center"/>
          </w:tcPr>
          <w:p w14:paraId="645FAD6E" w14:textId="77777777" w:rsidR="00215C1D" w:rsidRPr="00635EE6" w:rsidRDefault="00215C1D" w:rsidP="003A4D09">
            <w:pPr>
              <w:rPr>
                <w:color w:val="000000"/>
              </w:rPr>
            </w:pPr>
            <w:r w:rsidRPr="00635EE6">
              <w:rPr>
                <w:color w:val="000000"/>
              </w:rPr>
              <w:t xml:space="preserve">GRSG decided to defer consideration related to amendments to the Consolidated Resolution on the Construction of Vehicles (R.E.3) based on revised and supplemented texts of documents ECE/TRANS/WP.29/GRSG/2020/14, as amended by </w:t>
            </w:r>
            <w:r w:rsidRPr="00635EE6">
              <w:t>GRSG-119-24</w:t>
            </w:r>
            <w:r w:rsidRPr="00635EE6">
              <w:rPr>
                <w:color w:val="000000"/>
              </w:rPr>
              <w:t>, to its April 2021 session.</w:t>
            </w:r>
          </w:p>
        </w:tc>
      </w:tr>
      <w:tr w:rsidR="00215C1D" w:rsidRPr="00635EE6" w14:paraId="4C71C2BB" w14:textId="77777777" w:rsidTr="003A4D09">
        <w:tc>
          <w:tcPr>
            <w:tcW w:w="1129" w:type="dxa"/>
            <w:vAlign w:val="center"/>
          </w:tcPr>
          <w:p w14:paraId="56124B95" w14:textId="77777777" w:rsidR="00215C1D" w:rsidRPr="00635EE6" w:rsidRDefault="00215C1D" w:rsidP="003A4D09">
            <w:r w:rsidRPr="00635EE6">
              <w:rPr>
                <w:color w:val="000000"/>
              </w:rPr>
              <w:t>19</w:t>
            </w:r>
          </w:p>
        </w:tc>
        <w:tc>
          <w:tcPr>
            <w:tcW w:w="1134" w:type="dxa"/>
            <w:vAlign w:val="center"/>
          </w:tcPr>
          <w:p w14:paraId="16EA6973" w14:textId="77777777" w:rsidR="00215C1D" w:rsidRPr="00635EE6" w:rsidRDefault="00215C1D" w:rsidP="003A4D09">
            <w:r w:rsidRPr="00635EE6">
              <w:rPr>
                <w:color w:val="000000"/>
              </w:rPr>
              <w:t>12</w:t>
            </w:r>
          </w:p>
        </w:tc>
        <w:tc>
          <w:tcPr>
            <w:tcW w:w="7365" w:type="dxa"/>
            <w:shd w:val="clear" w:color="auto" w:fill="auto"/>
            <w:vAlign w:val="center"/>
          </w:tcPr>
          <w:p w14:paraId="39DC1DD8" w14:textId="77777777" w:rsidR="00215C1D" w:rsidRPr="00635EE6" w:rsidRDefault="00215C1D" w:rsidP="003A4D09">
            <w:pPr>
              <w:rPr>
                <w:color w:val="000000"/>
              </w:rPr>
            </w:pPr>
            <w:r w:rsidRPr="00635EE6">
              <w:rPr>
                <w:color w:val="000000"/>
              </w:rPr>
              <w:t>GRSG decided to continue consideration of ECE/TRANS/WP.29/GRSG/2020/33, on amendments to the Consolidated Resolution on the Construction of Vehicles (R.E.3), at its April 2021 session.</w:t>
            </w:r>
          </w:p>
        </w:tc>
      </w:tr>
      <w:tr w:rsidR="00215C1D" w:rsidRPr="00635EE6" w14:paraId="17AA6D6B" w14:textId="77777777" w:rsidTr="003A4D09">
        <w:tc>
          <w:tcPr>
            <w:tcW w:w="1129" w:type="dxa"/>
          </w:tcPr>
          <w:p w14:paraId="434862EA" w14:textId="77777777" w:rsidR="00215C1D" w:rsidRPr="00635EE6" w:rsidRDefault="00215C1D" w:rsidP="003A4D09">
            <w:r w:rsidRPr="00635EE6">
              <w:t>20</w:t>
            </w:r>
          </w:p>
        </w:tc>
        <w:tc>
          <w:tcPr>
            <w:tcW w:w="1134" w:type="dxa"/>
          </w:tcPr>
          <w:p w14:paraId="4B0782D3" w14:textId="77777777" w:rsidR="00215C1D" w:rsidRPr="00635EE6" w:rsidRDefault="00215C1D" w:rsidP="003A4D09">
            <w:r w:rsidRPr="00635EE6">
              <w:t>13</w:t>
            </w:r>
          </w:p>
        </w:tc>
        <w:tc>
          <w:tcPr>
            <w:tcW w:w="7365" w:type="dxa"/>
          </w:tcPr>
          <w:p w14:paraId="7A32ADFE" w14:textId="77777777" w:rsidR="00215C1D" w:rsidRPr="00635EE6" w:rsidRDefault="00215C1D" w:rsidP="003A4D09">
            <w:r w:rsidRPr="00635EE6">
              <w:t xml:space="preserve">GRSG decided to hold an additional session in early January 2021, for the purpose of considering revised versions of documents GRSG-119-02/Rev.1 and GRSG-119-03/Rev.1, pending further consultations on the documents content within the IWG on EDR/DSSAS. </w:t>
            </w:r>
          </w:p>
          <w:p w14:paraId="0549E535" w14:textId="77777777" w:rsidR="00215C1D" w:rsidRPr="00635EE6" w:rsidRDefault="00215C1D" w:rsidP="003A4D09"/>
          <w:p w14:paraId="7EEAE683" w14:textId="77777777" w:rsidR="00215C1D" w:rsidRPr="00635EE6" w:rsidRDefault="00215C1D" w:rsidP="003A4D09">
            <w:r w:rsidRPr="00635EE6">
              <w:t>GRSG recommended that the IWG on EDR/DSSAD requests the extension of its mandate at the WP.29 November 2020 session.</w:t>
            </w:r>
          </w:p>
          <w:p w14:paraId="149A1BA4" w14:textId="77777777" w:rsidR="00215C1D" w:rsidRPr="00635EE6" w:rsidRDefault="00215C1D" w:rsidP="003A4D09"/>
          <w:p w14:paraId="7723135A" w14:textId="77777777" w:rsidR="00215C1D" w:rsidRPr="00635EE6" w:rsidRDefault="00215C1D" w:rsidP="003A4D09">
            <w:r w:rsidRPr="00635EE6">
              <w:t xml:space="preserve">GRSG agreed to request WP.29/AC.2 to recommended to WP.29/AC.1 the deferral of the scheduled consideration of document </w:t>
            </w:r>
            <w:r w:rsidRPr="00635EE6">
              <w:rPr>
                <w:color w:val="000000"/>
              </w:rPr>
              <w:t xml:space="preserve">ECE/TRANS/WP.29/2020/100, </w:t>
            </w:r>
            <w:r w:rsidRPr="00635EE6">
              <w:t xml:space="preserve">Guidance on Event Data Recorder (EDR) Performance Elements Appropriate for Adoption in 1958 and 1998 Agreement Resolutions or Regulations, and document </w:t>
            </w:r>
            <w:r w:rsidRPr="00635EE6">
              <w:rPr>
                <w:color w:val="000000"/>
              </w:rPr>
              <w:t xml:space="preserve">ECE/TRANS/WP.29/2020/123, </w:t>
            </w:r>
            <w:r w:rsidRPr="00635EE6">
              <w:t>a proposal for a new UN Regulation on Event Data Recorder, to its March 2021 session, in order to allow further consultations on the documents content.</w:t>
            </w:r>
          </w:p>
        </w:tc>
      </w:tr>
      <w:tr w:rsidR="00215C1D" w:rsidRPr="00635EE6" w14:paraId="50C4EE33" w14:textId="77777777" w:rsidTr="003A4D09">
        <w:tc>
          <w:tcPr>
            <w:tcW w:w="1129" w:type="dxa"/>
          </w:tcPr>
          <w:p w14:paraId="00344FF5" w14:textId="77777777" w:rsidR="00215C1D" w:rsidRPr="00635EE6" w:rsidRDefault="00215C1D" w:rsidP="003A4D09">
            <w:r w:rsidRPr="00635EE6">
              <w:t>21</w:t>
            </w:r>
          </w:p>
        </w:tc>
        <w:tc>
          <w:tcPr>
            <w:tcW w:w="1134" w:type="dxa"/>
          </w:tcPr>
          <w:p w14:paraId="71EC1250" w14:textId="77777777" w:rsidR="00215C1D" w:rsidRPr="00635EE6" w:rsidRDefault="00215C1D" w:rsidP="003A4D09">
            <w:r w:rsidRPr="00635EE6">
              <w:t>14</w:t>
            </w:r>
          </w:p>
        </w:tc>
        <w:tc>
          <w:tcPr>
            <w:tcW w:w="7365" w:type="dxa"/>
          </w:tcPr>
          <w:p w14:paraId="08877CA1" w14:textId="77777777" w:rsidR="00215C1D" w:rsidRPr="00635EE6" w:rsidRDefault="00215C1D" w:rsidP="003A4D09">
            <w:r w:rsidRPr="00635EE6">
              <w:t>GRSG decided to continue consideration of document GRSG-118-27, Table of GRSG Regulations – Review for automated driving, on the agenda of the April 2021 meeting of the group.</w:t>
            </w:r>
          </w:p>
        </w:tc>
      </w:tr>
      <w:tr w:rsidR="00215C1D" w:rsidRPr="00635EE6" w14:paraId="0DBF34B8" w14:textId="77777777" w:rsidTr="003A4D09">
        <w:tc>
          <w:tcPr>
            <w:tcW w:w="1129" w:type="dxa"/>
          </w:tcPr>
          <w:p w14:paraId="2DF2FFD5" w14:textId="77777777" w:rsidR="00215C1D" w:rsidRPr="00635EE6" w:rsidRDefault="00215C1D" w:rsidP="003A4D09">
            <w:r w:rsidRPr="00635EE6">
              <w:t>22</w:t>
            </w:r>
          </w:p>
        </w:tc>
        <w:tc>
          <w:tcPr>
            <w:tcW w:w="1134" w:type="dxa"/>
          </w:tcPr>
          <w:p w14:paraId="5E4D5808" w14:textId="77777777" w:rsidR="00215C1D" w:rsidRPr="00635EE6" w:rsidRDefault="00215C1D" w:rsidP="003A4D09">
            <w:r w:rsidRPr="00635EE6">
              <w:t>15</w:t>
            </w:r>
          </w:p>
        </w:tc>
        <w:tc>
          <w:tcPr>
            <w:tcW w:w="7365" w:type="dxa"/>
          </w:tcPr>
          <w:p w14:paraId="583719F3" w14:textId="77777777" w:rsidR="00215C1D" w:rsidRPr="00635EE6" w:rsidRDefault="00215C1D" w:rsidP="003A4D09">
            <w:r w:rsidRPr="00635EE6">
              <w:t>Mr Antonio Erario, from Italy, was elected as Chair for the GRSG sessions in 2021.</w:t>
            </w:r>
          </w:p>
          <w:p w14:paraId="54EB6075" w14:textId="77777777" w:rsidR="00215C1D" w:rsidRPr="00635EE6" w:rsidRDefault="00215C1D" w:rsidP="003A4D09"/>
          <w:p w14:paraId="64E058E5" w14:textId="73A67346" w:rsidR="00215C1D" w:rsidRPr="00635EE6" w:rsidRDefault="00215C1D" w:rsidP="003A4D09">
            <w:r w:rsidRPr="00635EE6">
              <w:t>Mr. Kyle Hendershot, from Canada, elected as Vice-Chair for the GRSG sessions in 2021.</w:t>
            </w:r>
          </w:p>
        </w:tc>
      </w:tr>
      <w:tr w:rsidR="00215C1D" w:rsidRPr="00635EE6" w14:paraId="01C18B30" w14:textId="77777777" w:rsidTr="003A4D09">
        <w:tc>
          <w:tcPr>
            <w:tcW w:w="1129" w:type="dxa"/>
          </w:tcPr>
          <w:p w14:paraId="7B561D0E" w14:textId="77777777" w:rsidR="00215C1D" w:rsidRPr="00635EE6" w:rsidRDefault="00215C1D" w:rsidP="003A4D09">
            <w:r w:rsidRPr="00635EE6">
              <w:t>23</w:t>
            </w:r>
          </w:p>
        </w:tc>
        <w:tc>
          <w:tcPr>
            <w:tcW w:w="1134" w:type="dxa"/>
          </w:tcPr>
          <w:p w14:paraId="31A5945A" w14:textId="77777777" w:rsidR="00215C1D" w:rsidRPr="00635EE6" w:rsidRDefault="00215C1D" w:rsidP="003A4D09">
            <w:r w:rsidRPr="00635EE6">
              <w:t>16</w:t>
            </w:r>
          </w:p>
        </w:tc>
        <w:tc>
          <w:tcPr>
            <w:tcW w:w="7365" w:type="dxa"/>
          </w:tcPr>
          <w:p w14:paraId="38391AAF" w14:textId="77777777" w:rsidR="00215C1D" w:rsidRPr="00635EE6" w:rsidRDefault="00215C1D" w:rsidP="003A4D09">
            <w:r w:rsidRPr="00635EE6">
              <w:rPr>
                <w:color w:val="000000"/>
              </w:rPr>
              <w:t>GRSG considered GRSG-119-12, a proposal on amendments to UN Regulation No. 39, recommended its further development based on discussions among delegates, and requested the secretariat to submit a revised version as an official document for consideration at the April 2021 session of GRSG.</w:t>
            </w:r>
          </w:p>
        </w:tc>
      </w:tr>
    </w:tbl>
    <w:p w14:paraId="349B4F33" w14:textId="36D7E116" w:rsidR="007416CB" w:rsidRPr="00635EE6" w:rsidRDefault="007416CB" w:rsidP="00635A46">
      <w:pPr>
        <w:pStyle w:val="SingleTxtG"/>
        <w:spacing w:before="240" w:after="0"/>
        <w:ind w:left="3969"/>
        <w:jc w:val="left"/>
        <w:rPr>
          <w:u w:val="single"/>
        </w:rPr>
      </w:pPr>
      <w:r w:rsidRPr="00635EE6">
        <w:rPr>
          <w:u w:val="single"/>
        </w:rPr>
        <w:tab/>
      </w:r>
      <w:r w:rsidRPr="00635EE6">
        <w:rPr>
          <w:u w:val="single"/>
        </w:rPr>
        <w:tab/>
      </w:r>
      <w:r w:rsidRPr="00635EE6">
        <w:rPr>
          <w:u w:val="single"/>
        </w:rPr>
        <w:tab/>
      </w:r>
      <w:r w:rsidR="0095212D" w:rsidRPr="00635EE6">
        <w:rPr>
          <w:u w:val="single"/>
        </w:rPr>
        <w:tab/>
      </w:r>
    </w:p>
    <w:sectPr w:rsidR="007416CB" w:rsidRPr="00635EE6" w:rsidSect="00D55C0A">
      <w:headerReference w:type="even" r:id="rId12"/>
      <w:headerReference w:type="default" r:id="rId13"/>
      <w:footerReference w:type="even" r:id="rId14"/>
      <w:footerReference w:type="default" r:id="rId15"/>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1DF615" w14:textId="77777777" w:rsidR="00597EC0" w:rsidRDefault="00597EC0"/>
  </w:endnote>
  <w:endnote w:type="continuationSeparator" w:id="0">
    <w:p w14:paraId="2BD8A2AF" w14:textId="77777777" w:rsidR="00597EC0" w:rsidRDefault="00597EC0"/>
  </w:endnote>
  <w:endnote w:type="continuationNotice" w:id="1">
    <w:p w14:paraId="7BCCBB7A" w14:textId="77777777" w:rsidR="00597EC0" w:rsidRDefault="00597E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78A189" w14:textId="7996FDCA" w:rsidR="0028634E" w:rsidRPr="00BE1AFD" w:rsidRDefault="0028634E" w:rsidP="00BE1AFD">
    <w:pPr>
      <w:pStyle w:val="Footer"/>
      <w:tabs>
        <w:tab w:val="right" w:pos="9638"/>
      </w:tabs>
      <w:rPr>
        <w:sz w:val="18"/>
      </w:rPr>
    </w:pPr>
    <w:r w:rsidRPr="00BE1AFD">
      <w:rPr>
        <w:b/>
        <w:sz w:val="18"/>
      </w:rPr>
      <w:fldChar w:fldCharType="begin"/>
    </w:r>
    <w:r w:rsidRPr="00BE1AFD">
      <w:rPr>
        <w:b/>
        <w:sz w:val="18"/>
      </w:rPr>
      <w:instrText xml:space="preserve"> PAGE  \* MERGEFORMAT </w:instrText>
    </w:r>
    <w:r w:rsidRPr="00BE1AFD">
      <w:rPr>
        <w:b/>
        <w:sz w:val="18"/>
      </w:rPr>
      <w:fldChar w:fldCharType="separate"/>
    </w:r>
    <w:r w:rsidR="00AB0685">
      <w:rPr>
        <w:b/>
        <w:noProof/>
        <w:sz w:val="18"/>
      </w:rPr>
      <w:t>18</w:t>
    </w:r>
    <w:r w:rsidRPr="00BE1AFD">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F0C9DE" w14:textId="1694E317" w:rsidR="0028634E" w:rsidRPr="00BE1AFD" w:rsidRDefault="0028634E" w:rsidP="00FD51D7">
    <w:pPr>
      <w:pStyle w:val="Footer"/>
      <w:tabs>
        <w:tab w:val="right" w:pos="9638"/>
      </w:tabs>
      <w:jc w:val="right"/>
      <w:rPr>
        <w:b/>
        <w:sz w:val="18"/>
      </w:rPr>
    </w:pPr>
    <w:r w:rsidRPr="00BE1AFD">
      <w:rPr>
        <w:b/>
        <w:sz w:val="18"/>
      </w:rPr>
      <w:fldChar w:fldCharType="begin"/>
    </w:r>
    <w:r w:rsidRPr="00BE1AFD">
      <w:rPr>
        <w:b/>
        <w:sz w:val="18"/>
      </w:rPr>
      <w:instrText xml:space="preserve"> PAGE  \* MERGEFORMAT </w:instrText>
    </w:r>
    <w:r w:rsidRPr="00BE1AFD">
      <w:rPr>
        <w:b/>
        <w:sz w:val="18"/>
      </w:rPr>
      <w:fldChar w:fldCharType="separate"/>
    </w:r>
    <w:r w:rsidR="00AB0685">
      <w:rPr>
        <w:b/>
        <w:noProof/>
        <w:sz w:val="18"/>
      </w:rPr>
      <w:t>17</w:t>
    </w:r>
    <w:r w:rsidRPr="00BE1AFD">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799B81" w14:textId="77777777" w:rsidR="00597EC0" w:rsidRPr="000B175B" w:rsidRDefault="00597EC0" w:rsidP="000B175B">
      <w:pPr>
        <w:tabs>
          <w:tab w:val="right" w:pos="2155"/>
        </w:tabs>
        <w:spacing w:after="80"/>
        <w:ind w:left="680"/>
        <w:rPr>
          <w:u w:val="single"/>
        </w:rPr>
      </w:pPr>
      <w:r>
        <w:rPr>
          <w:u w:val="single"/>
        </w:rPr>
        <w:tab/>
      </w:r>
    </w:p>
  </w:footnote>
  <w:footnote w:type="continuationSeparator" w:id="0">
    <w:p w14:paraId="59621F5E" w14:textId="77777777" w:rsidR="00597EC0" w:rsidRPr="00FC68B7" w:rsidRDefault="00597EC0" w:rsidP="00FC68B7">
      <w:pPr>
        <w:tabs>
          <w:tab w:val="left" w:pos="2155"/>
        </w:tabs>
        <w:spacing w:after="80"/>
        <w:ind w:left="680"/>
        <w:rPr>
          <w:u w:val="single"/>
        </w:rPr>
      </w:pPr>
      <w:r>
        <w:rPr>
          <w:u w:val="single"/>
        </w:rPr>
        <w:tab/>
      </w:r>
    </w:p>
  </w:footnote>
  <w:footnote w:type="continuationNotice" w:id="1">
    <w:p w14:paraId="3803304D" w14:textId="77777777" w:rsidR="00597EC0" w:rsidRDefault="00597EC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F45C2D" w14:textId="32A30CBB" w:rsidR="0028634E" w:rsidRDefault="0028634E">
    <w:pPr>
      <w:pStyle w:val="Header"/>
    </w:pPr>
    <w:r>
      <w:t>ECE/TRANS/WP.29/GRSG/98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B5C0AE" w14:textId="671A68D6" w:rsidR="0028634E" w:rsidRDefault="0028634E" w:rsidP="001973A5">
    <w:pPr>
      <w:pStyle w:val="Header"/>
      <w:jc w:val="right"/>
    </w:pPr>
    <w:r>
      <w:t>ECE/TRANS/WP.29/GRSG/98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8C59C9"/>
    <w:multiLevelType w:val="hybridMultilevel"/>
    <w:tmpl w:val="5CEA1326"/>
    <w:lvl w:ilvl="0" w:tplc="04090001">
      <w:start w:val="1"/>
      <w:numFmt w:val="bullet"/>
      <w:lvlText w:val=""/>
      <w:lvlJc w:val="left"/>
      <w:pPr>
        <w:tabs>
          <w:tab w:val="num" w:pos="1854"/>
        </w:tabs>
        <w:ind w:left="1854" w:hanging="360"/>
      </w:pPr>
      <w:rPr>
        <w:rFonts w:ascii="Symbol" w:hAnsi="Symbol" w:hint="default"/>
      </w:rPr>
    </w:lvl>
    <w:lvl w:ilvl="1" w:tplc="04090003" w:tentative="1">
      <w:start w:val="1"/>
      <w:numFmt w:val="bullet"/>
      <w:lvlText w:val="o"/>
      <w:lvlJc w:val="left"/>
      <w:pPr>
        <w:tabs>
          <w:tab w:val="num" w:pos="2574"/>
        </w:tabs>
        <w:ind w:left="2574" w:hanging="360"/>
      </w:pPr>
      <w:rPr>
        <w:rFonts w:ascii="Courier New" w:hAnsi="Courier New" w:cs="Courier New" w:hint="default"/>
      </w:rPr>
    </w:lvl>
    <w:lvl w:ilvl="2" w:tplc="04090005" w:tentative="1">
      <w:start w:val="1"/>
      <w:numFmt w:val="bullet"/>
      <w:lvlText w:val=""/>
      <w:lvlJc w:val="left"/>
      <w:pPr>
        <w:tabs>
          <w:tab w:val="num" w:pos="3294"/>
        </w:tabs>
        <w:ind w:left="3294" w:hanging="360"/>
      </w:pPr>
      <w:rPr>
        <w:rFonts w:ascii="Wingdings" w:hAnsi="Wingdings" w:hint="default"/>
      </w:rPr>
    </w:lvl>
    <w:lvl w:ilvl="3" w:tplc="04090001" w:tentative="1">
      <w:start w:val="1"/>
      <w:numFmt w:val="bullet"/>
      <w:lvlText w:val=""/>
      <w:lvlJc w:val="left"/>
      <w:pPr>
        <w:tabs>
          <w:tab w:val="num" w:pos="4014"/>
        </w:tabs>
        <w:ind w:left="4014" w:hanging="360"/>
      </w:pPr>
      <w:rPr>
        <w:rFonts w:ascii="Symbol" w:hAnsi="Symbol" w:hint="default"/>
      </w:rPr>
    </w:lvl>
    <w:lvl w:ilvl="4" w:tplc="04090003" w:tentative="1">
      <w:start w:val="1"/>
      <w:numFmt w:val="bullet"/>
      <w:lvlText w:val="o"/>
      <w:lvlJc w:val="left"/>
      <w:pPr>
        <w:tabs>
          <w:tab w:val="num" w:pos="4734"/>
        </w:tabs>
        <w:ind w:left="4734" w:hanging="360"/>
      </w:pPr>
      <w:rPr>
        <w:rFonts w:ascii="Courier New" w:hAnsi="Courier New" w:cs="Courier New" w:hint="default"/>
      </w:rPr>
    </w:lvl>
    <w:lvl w:ilvl="5" w:tplc="04090005" w:tentative="1">
      <w:start w:val="1"/>
      <w:numFmt w:val="bullet"/>
      <w:lvlText w:val=""/>
      <w:lvlJc w:val="left"/>
      <w:pPr>
        <w:tabs>
          <w:tab w:val="num" w:pos="5454"/>
        </w:tabs>
        <w:ind w:left="5454" w:hanging="360"/>
      </w:pPr>
      <w:rPr>
        <w:rFonts w:ascii="Wingdings" w:hAnsi="Wingdings" w:hint="default"/>
      </w:rPr>
    </w:lvl>
    <w:lvl w:ilvl="6" w:tplc="04090001" w:tentative="1">
      <w:start w:val="1"/>
      <w:numFmt w:val="bullet"/>
      <w:lvlText w:val=""/>
      <w:lvlJc w:val="left"/>
      <w:pPr>
        <w:tabs>
          <w:tab w:val="num" w:pos="6174"/>
        </w:tabs>
        <w:ind w:left="6174" w:hanging="360"/>
      </w:pPr>
      <w:rPr>
        <w:rFonts w:ascii="Symbol" w:hAnsi="Symbol" w:hint="default"/>
      </w:rPr>
    </w:lvl>
    <w:lvl w:ilvl="7" w:tplc="04090003" w:tentative="1">
      <w:start w:val="1"/>
      <w:numFmt w:val="bullet"/>
      <w:lvlText w:val="o"/>
      <w:lvlJc w:val="left"/>
      <w:pPr>
        <w:tabs>
          <w:tab w:val="num" w:pos="6894"/>
        </w:tabs>
        <w:ind w:left="6894" w:hanging="360"/>
      </w:pPr>
      <w:rPr>
        <w:rFonts w:ascii="Courier New" w:hAnsi="Courier New" w:cs="Courier New" w:hint="default"/>
      </w:rPr>
    </w:lvl>
    <w:lvl w:ilvl="8" w:tplc="04090005" w:tentative="1">
      <w:start w:val="1"/>
      <w:numFmt w:val="bullet"/>
      <w:lvlText w:val=""/>
      <w:lvlJc w:val="left"/>
      <w:pPr>
        <w:tabs>
          <w:tab w:val="num" w:pos="7614"/>
        </w:tabs>
        <w:ind w:left="7614" w:hanging="360"/>
      </w:pPr>
      <w:rPr>
        <w:rFonts w:ascii="Wingdings" w:hAnsi="Wingdings" w:hint="default"/>
      </w:r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0B125F61"/>
    <w:multiLevelType w:val="hybridMultilevel"/>
    <w:tmpl w:val="56DEE948"/>
    <w:lvl w:ilvl="0" w:tplc="19B82DCC">
      <w:start w:val="1"/>
      <w:numFmt w:val="decimal"/>
      <w:lvlText w:val="%1."/>
      <w:lvlJc w:val="left"/>
      <w:pPr>
        <w:ind w:left="1689" w:hanging="555"/>
      </w:pPr>
      <w:rPr>
        <w:rFonts w:hint="default"/>
      </w:rPr>
    </w:lvl>
    <w:lvl w:ilvl="1" w:tplc="08090019">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3" w15:restartNumberingAfterBreak="0">
    <w:nsid w:val="0E5329C1"/>
    <w:multiLevelType w:val="hybridMultilevel"/>
    <w:tmpl w:val="18E695B6"/>
    <w:lvl w:ilvl="0" w:tplc="01F0C80E">
      <w:start w:val="13"/>
      <w:numFmt w:val="bullet"/>
      <w:lvlText w:val="-"/>
      <w:lvlJc w:val="left"/>
      <w:pPr>
        <w:tabs>
          <w:tab w:val="num" w:pos="1884"/>
        </w:tabs>
        <w:ind w:left="1884" w:hanging="375"/>
      </w:pPr>
      <w:rPr>
        <w:rFonts w:ascii="Times New Roman" w:eastAsia="Times New Roman" w:hAnsi="Times New Roman" w:cs="Times New Roman" w:hint="default"/>
      </w:rPr>
    </w:lvl>
    <w:lvl w:ilvl="1" w:tplc="04090003" w:tentative="1">
      <w:start w:val="1"/>
      <w:numFmt w:val="bullet"/>
      <w:lvlText w:val="o"/>
      <w:lvlJc w:val="left"/>
      <w:pPr>
        <w:tabs>
          <w:tab w:val="num" w:pos="2575"/>
        </w:tabs>
        <w:ind w:left="2575" w:hanging="360"/>
      </w:pPr>
      <w:rPr>
        <w:rFonts w:ascii="Courier New" w:hAnsi="Courier New" w:cs="Courier New" w:hint="default"/>
      </w:rPr>
    </w:lvl>
    <w:lvl w:ilvl="2" w:tplc="04090005" w:tentative="1">
      <w:start w:val="1"/>
      <w:numFmt w:val="bullet"/>
      <w:lvlText w:val=""/>
      <w:lvlJc w:val="left"/>
      <w:pPr>
        <w:tabs>
          <w:tab w:val="num" w:pos="3295"/>
        </w:tabs>
        <w:ind w:left="3295" w:hanging="360"/>
      </w:pPr>
      <w:rPr>
        <w:rFonts w:ascii="Wingdings" w:hAnsi="Wingdings" w:hint="default"/>
      </w:rPr>
    </w:lvl>
    <w:lvl w:ilvl="3" w:tplc="04090001" w:tentative="1">
      <w:start w:val="1"/>
      <w:numFmt w:val="bullet"/>
      <w:lvlText w:val=""/>
      <w:lvlJc w:val="left"/>
      <w:pPr>
        <w:tabs>
          <w:tab w:val="num" w:pos="4015"/>
        </w:tabs>
        <w:ind w:left="4015" w:hanging="360"/>
      </w:pPr>
      <w:rPr>
        <w:rFonts w:ascii="Symbol" w:hAnsi="Symbol" w:hint="default"/>
      </w:rPr>
    </w:lvl>
    <w:lvl w:ilvl="4" w:tplc="04090003" w:tentative="1">
      <w:start w:val="1"/>
      <w:numFmt w:val="bullet"/>
      <w:lvlText w:val="o"/>
      <w:lvlJc w:val="left"/>
      <w:pPr>
        <w:tabs>
          <w:tab w:val="num" w:pos="4735"/>
        </w:tabs>
        <w:ind w:left="4735" w:hanging="360"/>
      </w:pPr>
      <w:rPr>
        <w:rFonts w:ascii="Courier New" w:hAnsi="Courier New" w:cs="Courier New" w:hint="default"/>
      </w:rPr>
    </w:lvl>
    <w:lvl w:ilvl="5" w:tplc="04090005" w:tentative="1">
      <w:start w:val="1"/>
      <w:numFmt w:val="bullet"/>
      <w:lvlText w:val=""/>
      <w:lvlJc w:val="left"/>
      <w:pPr>
        <w:tabs>
          <w:tab w:val="num" w:pos="5455"/>
        </w:tabs>
        <w:ind w:left="5455" w:hanging="360"/>
      </w:pPr>
      <w:rPr>
        <w:rFonts w:ascii="Wingdings" w:hAnsi="Wingdings" w:hint="default"/>
      </w:rPr>
    </w:lvl>
    <w:lvl w:ilvl="6" w:tplc="04090001" w:tentative="1">
      <w:start w:val="1"/>
      <w:numFmt w:val="bullet"/>
      <w:lvlText w:val=""/>
      <w:lvlJc w:val="left"/>
      <w:pPr>
        <w:tabs>
          <w:tab w:val="num" w:pos="6175"/>
        </w:tabs>
        <w:ind w:left="6175" w:hanging="360"/>
      </w:pPr>
      <w:rPr>
        <w:rFonts w:ascii="Symbol" w:hAnsi="Symbol" w:hint="default"/>
      </w:rPr>
    </w:lvl>
    <w:lvl w:ilvl="7" w:tplc="04090003" w:tentative="1">
      <w:start w:val="1"/>
      <w:numFmt w:val="bullet"/>
      <w:lvlText w:val="o"/>
      <w:lvlJc w:val="left"/>
      <w:pPr>
        <w:tabs>
          <w:tab w:val="num" w:pos="6895"/>
        </w:tabs>
        <w:ind w:left="6895" w:hanging="360"/>
      </w:pPr>
      <w:rPr>
        <w:rFonts w:ascii="Courier New" w:hAnsi="Courier New" w:cs="Courier New" w:hint="default"/>
      </w:rPr>
    </w:lvl>
    <w:lvl w:ilvl="8" w:tplc="04090005" w:tentative="1">
      <w:start w:val="1"/>
      <w:numFmt w:val="bullet"/>
      <w:lvlText w:val=""/>
      <w:lvlJc w:val="left"/>
      <w:pPr>
        <w:tabs>
          <w:tab w:val="num" w:pos="7615"/>
        </w:tabs>
        <w:ind w:left="7615" w:hanging="360"/>
      </w:pPr>
      <w:rPr>
        <w:rFonts w:ascii="Wingdings" w:hAnsi="Wingdings" w:hint="default"/>
      </w:rPr>
    </w:lvl>
  </w:abstractNum>
  <w:abstractNum w:abstractNumId="14" w15:restartNumberingAfterBreak="0">
    <w:nsid w:val="10263523"/>
    <w:multiLevelType w:val="hybridMultilevel"/>
    <w:tmpl w:val="39EC60E6"/>
    <w:lvl w:ilvl="0" w:tplc="226E220C">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0610028"/>
    <w:multiLevelType w:val="hybridMultilevel"/>
    <w:tmpl w:val="3A1EEDF0"/>
    <w:lvl w:ilvl="0" w:tplc="04090001">
      <w:start w:val="1"/>
      <w:numFmt w:val="bullet"/>
      <w:lvlText w:val=""/>
      <w:lvlJc w:val="left"/>
      <w:pPr>
        <w:tabs>
          <w:tab w:val="num" w:pos="1854"/>
        </w:tabs>
        <w:ind w:left="1854" w:hanging="360"/>
      </w:pPr>
      <w:rPr>
        <w:rFonts w:ascii="Symbol" w:hAnsi="Symbol" w:hint="default"/>
      </w:rPr>
    </w:lvl>
    <w:lvl w:ilvl="1" w:tplc="04090003" w:tentative="1">
      <w:start w:val="1"/>
      <w:numFmt w:val="bullet"/>
      <w:lvlText w:val="o"/>
      <w:lvlJc w:val="left"/>
      <w:pPr>
        <w:tabs>
          <w:tab w:val="num" w:pos="2574"/>
        </w:tabs>
        <w:ind w:left="2574" w:hanging="360"/>
      </w:pPr>
      <w:rPr>
        <w:rFonts w:ascii="Courier New" w:hAnsi="Courier New" w:cs="Courier New" w:hint="default"/>
      </w:rPr>
    </w:lvl>
    <w:lvl w:ilvl="2" w:tplc="04090005" w:tentative="1">
      <w:start w:val="1"/>
      <w:numFmt w:val="bullet"/>
      <w:lvlText w:val=""/>
      <w:lvlJc w:val="left"/>
      <w:pPr>
        <w:tabs>
          <w:tab w:val="num" w:pos="3294"/>
        </w:tabs>
        <w:ind w:left="3294" w:hanging="360"/>
      </w:pPr>
      <w:rPr>
        <w:rFonts w:ascii="Wingdings" w:hAnsi="Wingdings" w:hint="default"/>
      </w:rPr>
    </w:lvl>
    <w:lvl w:ilvl="3" w:tplc="04090001" w:tentative="1">
      <w:start w:val="1"/>
      <w:numFmt w:val="bullet"/>
      <w:lvlText w:val=""/>
      <w:lvlJc w:val="left"/>
      <w:pPr>
        <w:tabs>
          <w:tab w:val="num" w:pos="4014"/>
        </w:tabs>
        <w:ind w:left="4014" w:hanging="360"/>
      </w:pPr>
      <w:rPr>
        <w:rFonts w:ascii="Symbol" w:hAnsi="Symbol" w:hint="default"/>
      </w:rPr>
    </w:lvl>
    <w:lvl w:ilvl="4" w:tplc="04090003" w:tentative="1">
      <w:start w:val="1"/>
      <w:numFmt w:val="bullet"/>
      <w:lvlText w:val="o"/>
      <w:lvlJc w:val="left"/>
      <w:pPr>
        <w:tabs>
          <w:tab w:val="num" w:pos="4734"/>
        </w:tabs>
        <w:ind w:left="4734" w:hanging="360"/>
      </w:pPr>
      <w:rPr>
        <w:rFonts w:ascii="Courier New" w:hAnsi="Courier New" w:cs="Courier New" w:hint="default"/>
      </w:rPr>
    </w:lvl>
    <w:lvl w:ilvl="5" w:tplc="04090005" w:tentative="1">
      <w:start w:val="1"/>
      <w:numFmt w:val="bullet"/>
      <w:lvlText w:val=""/>
      <w:lvlJc w:val="left"/>
      <w:pPr>
        <w:tabs>
          <w:tab w:val="num" w:pos="5454"/>
        </w:tabs>
        <w:ind w:left="5454" w:hanging="360"/>
      </w:pPr>
      <w:rPr>
        <w:rFonts w:ascii="Wingdings" w:hAnsi="Wingdings" w:hint="default"/>
      </w:rPr>
    </w:lvl>
    <w:lvl w:ilvl="6" w:tplc="04090001" w:tentative="1">
      <w:start w:val="1"/>
      <w:numFmt w:val="bullet"/>
      <w:lvlText w:val=""/>
      <w:lvlJc w:val="left"/>
      <w:pPr>
        <w:tabs>
          <w:tab w:val="num" w:pos="6174"/>
        </w:tabs>
        <w:ind w:left="6174" w:hanging="360"/>
      </w:pPr>
      <w:rPr>
        <w:rFonts w:ascii="Symbol" w:hAnsi="Symbol" w:hint="default"/>
      </w:rPr>
    </w:lvl>
    <w:lvl w:ilvl="7" w:tplc="04090003" w:tentative="1">
      <w:start w:val="1"/>
      <w:numFmt w:val="bullet"/>
      <w:lvlText w:val="o"/>
      <w:lvlJc w:val="left"/>
      <w:pPr>
        <w:tabs>
          <w:tab w:val="num" w:pos="6894"/>
        </w:tabs>
        <w:ind w:left="6894" w:hanging="360"/>
      </w:pPr>
      <w:rPr>
        <w:rFonts w:ascii="Courier New" w:hAnsi="Courier New" w:cs="Courier New" w:hint="default"/>
      </w:rPr>
    </w:lvl>
    <w:lvl w:ilvl="8" w:tplc="04090005" w:tentative="1">
      <w:start w:val="1"/>
      <w:numFmt w:val="bullet"/>
      <w:lvlText w:val=""/>
      <w:lvlJc w:val="left"/>
      <w:pPr>
        <w:tabs>
          <w:tab w:val="num" w:pos="7614"/>
        </w:tabs>
        <w:ind w:left="7614" w:hanging="360"/>
      </w:pPr>
      <w:rPr>
        <w:rFonts w:ascii="Wingdings" w:hAnsi="Wingdings" w:hint="default"/>
      </w:rPr>
    </w:lvl>
  </w:abstractNum>
  <w:abstractNum w:abstractNumId="16" w15:restartNumberingAfterBreak="0">
    <w:nsid w:val="12265E2E"/>
    <w:multiLevelType w:val="multilevel"/>
    <w:tmpl w:val="B510B304"/>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19" w15:restartNumberingAfterBreak="0">
    <w:nsid w:val="20B451B3"/>
    <w:multiLevelType w:val="multilevel"/>
    <w:tmpl w:val="F0A6B38A"/>
    <w:lvl w:ilvl="0">
      <w:start w:val="18"/>
      <w:numFmt w:val="decimal"/>
      <w:lvlText w:val="%1."/>
      <w:lvlJc w:val="left"/>
      <w:pPr>
        <w:ind w:left="915" w:hanging="915"/>
      </w:pPr>
      <w:rPr>
        <w:rFonts w:hint="default"/>
      </w:rPr>
    </w:lvl>
    <w:lvl w:ilvl="1">
      <w:start w:val="1"/>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20C56ACB"/>
    <w:multiLevelType w:val="hybridMultilevel"/>
    <w:tmpl w:val="F19C89E0"/>
    <w:lvl w:ilvl="0" w:tplc="0B90E7BE">
      <w:start w:val="18"/>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278965BD"/>
    <w:multiLevelType w:val="hybridMultilevel"/>
    <w:tmpl w:val="8CDC64AA"/>
    <w:lvl w:ilvl="0" w:tplc="7A5EC914">
      <w:start w:val="1"/>
      <w:numFmt w:val="lowerLetter"/>
      <w:lvlText w:val="(%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9071957"/>
    <w:multiLevelType w:val="hybridMultilevel"/>
    <w:tmpl w:val="567EB5C2"/>
    <w:lvl w:ilvl="0" w:tplc="01F0C80E">
      <w:start w:val="13"/>
      <w:numFmt w:val="bullet"/>
      <w:lvlText w:val="-"/>
      <w:lvlJc w:val="left"/>
      <w:pPr>
        <w:tabs>
          <w:tab w:val="num" w:pos="749"/>
        </w:tabs>
        <w:ind w:left="749" w:hanging="375"/>
      </w:pPr>
      <w:rPr>
        <w:rFonts w:ascii="Times New Roman" w:eastAsia="Times New Roman" w:hAnsi="Times New Roman" w:cs="Times New Roman" w:hint="default"/>
      </w:rPr>
    </w:lvl>
    <w:lvl w:ilvl="1" w:tplc="04090003" w:tentative="1">
      <w:start w:val="1"/>
      <w:numFmt w:val="bullet"/>
      <w:lvlText w:val="o"/>
      <w:lvlJc w:val="left"/>
      <w:pPr>
        <w:tabs>
          <w:tab w:val="num" w:pos="1454"/>
        </w:tabs>
        <w:ind w:left="1454" w:hanging="360"/>
      </w:pPr>
      <w:rPr>
        <w:rFonts w:ascii="Courier New" w:hAnsi="Courier New" w:cs="Courier New" w:hint="default"/>
      </w:rPr>
    </w:lvl>
    <w:lvl w:ilvl="2" w:tplc="04090005" w:tentative="1">
      <w:start w:val="1"/>
      <w:numFmt w:val="bullet"/>
      <w:lvlText w:val=""/>
      <w:lvlJc w:val="left"/>
      <w:pPr>
        <w:tabs>
          <w:tab w:val="num" w:pos="2174"/>
        </w:tabs>
        <w:ind w:left="2174" w:hanging="360"/>
      </w:pPr>
      <w:rPr>
        <w:rFonts w:ascii="Wingdings" w:hAnsi="Wingdings" w:hint="default"/>
      </w:rPr>
    </w:lvl>
    <w:lvl w:ilvl="3" w:tplc="04090001" w:tentative="1">
      <w:start w:val="1"/>
      <w:numFmt w:val="bullet"/>
      <w:lvlText w:val=""/>
      <w:lvlJc w:val="left"/>
      <w:pPr>
        <w:tabs>
          <w:tab w:val="num" w:pos="2894"/>
        </w:tabs>
        <w:ind w:left="2894" w:hanging="360"/>
      </w:pPr>
      <w:rPr>
        <w:rFonts w:ascii="Symbol" w:hAnsi="Symbol" w:hint="default"/>
      </w:rPr>
    </w:lvl>
    <w:lvl w:ilvl="4" w:tplc="04090003" w:tentative="1">
      <w:start w:val="1"/>
      <w:numFmt w:val="bullet"/>
      <w:lvlText w:val="o"/>
      <w:lvlJc w:val="left"/>
      <w:pPr>
        <w:tabs>
          <w:tab w:val="num" w:pos="3614"/>
        </w:tabs>
        <w:ind w:left="3614" w:hanging="360"/>
      </w:pPr>
      <w:rPr>
        <w:rFonts w:ascii="Courier New" w:hAnsi="Courier New" w:cs="Courier New" w:hint="default"/>
      </w:rPr>
    </w:lvl>
    <w:lvl w:ilvl="5" w:tplc="04090005" w:tentative="1">
      <w:start w:val="1"/>
      <w:numFmt w:val="bullet"/>
      <w:lvlText w:val=""/>
      <w:lvlJc w:val="left"/>
      <w:pPr>
        <w:tabs>
          <w:tab w:val="num" w:pos="4334"/>
        </w:tabs>
        <w:ind w:left="4334" w:hanging="360"/>
      </w:pPr>
      <w:rPr>
        <w:rFonts w:ascii="Wingdings" w:hAnsi="Wingdings" w:hint="default"/>
      </w:rPr>
    </w:lvl>
    <w:lvl w:ilvl="6" w:tplc="04090001" w:tentative="1">
      <w:start w:val="1"/>
      <w:numFmt w:val="bullet"/>
      <w:lvlText w:val=""/>
      <w:lvlJc w:val="left"/>
      <w:pPr>
        <w:tabs>
          <w:tab w:val="num" w:pos="5054"/>
        </w:tabs>
        <w:ind w:left="5054" w:hanging="360"/>
      </w:pPr>
      <w:rPr>
        <w:rFonts w:ascii="Symbol" w:hAnsi="Symbol" w:hint="default"/>
      </w:rPr>
    </w:lvl>
    <w:lvl w:ilvl="7" w:tplc="04090003" w:tentative="1">
      <w:start w:val="1"/>
      <w:numFmt w:val="bullet"/>
      <w:lvlText w:val="o"/>
      <w:lvlJc w:val="left"/>
      <w:pPr>
        <w:tabs>
          <w:tab w:val="num" w:pos="5774"/>
        </w:tabs>
        <w:ind w:left="5774" w:hanging="360"/>
      </w:pPr>
      <w:rPr>
        <w:rFonts w:ascii="Courier New" w:hAnsi="Courier New" w:cs="Courier New" w:hint="default"/>
      </w:rPr>
    </w:lvl>
    <w:lvl w:ilvl="8" w:tplc="04090005" w:tentative="1">
      <w:start w:val="1"/>
      <w:numFmt w:val="bullet"/>
      <w:lvlText w:val=""/>
      <w:lvlJc w:val="left"/>
      <w:pPr>
        <w:tabs>
          <w:tab w:val="num" w:pos="6494"/>
        </w:tabs>
        <w:ind w:left="6494" w:hanging="360"/>
      </w:pPr>
      <w:rPr>
        <w:rFonts w:ascii="Wingdings" w:hAnsi="Wingdings" w:hint="default"/>
      </w:rPr>
    </w:lvl>
  </w:abstractNum>
  <w:abstractNum w:abstractNumId="23" w15:restartNumberingAfterBreak="0">
    <w:nsid w:val="29655542"/>
    <w:multiLevelType w:val="hybridMultilevel"/>
    <w:tmpl w:val="327E9034"/>
    <w:lvl w:ilvl="0" w:tplc="C63220A2">
      <w:start w:val="1"/>
      <w:numFmt w:val="decimal"/>
      <w:lvlText w:val="%1."/>
      <w:lvlJc w:val="left"/>
      <w:pPr>
        <w:ind w:left="1854" w:hanging="360"/>
      </w:pPr>
      <w:rPr>
        <w:sz w:val="22"/>
        <w:szCs w:val="22"/>
      </w:rPr>
    </w:lvl>
    <w:lvl w:ilvl="1" w:tplc="08090019">
      <w:start w:val="1"/>
      <w:numFmt w:val="lowerLetter"/>
      <w:lvlText w:val="%2."/>
      <w:lvlJc w:val="left"/>
      <w:pPr>
        <w:ind w:left="2574" w:hanging="360"/>
      </w:pPr>
    </w:lvl>
    <w:lvl w:ilvl="2" w:tplc="0809001B">
      <w:start w:val="1"/>
      <w:numFmt w:val="lowerRoman"/>
      <w:lvlText w:val="%3."/>
      <w:lvlJc w:val="right"/>
      <w:pPr>
        <w:ind w:left="3294" w:hanging="180"/>
      </w:pPr>
    </w:lvl>
    <w:lvl w:ilvl="3" w:tplc="0809000F">
      <w:start w:val="1"/>
      <w:numFmt w:val="decimal"/>
      <w:lvlText w:val="%4."/>
      <w:lvlJc w:val="left"/>
      <w:pPr>
        <w:ind w:left="4014" w:hanging="360"/>
      </w:pPr>
    </w:lvl>
    <w:lvl w:ilvl="4" w:tplc="08090019">
      <w:start w:val="1"/>
      <w:numFmt w:val="lowerLetter"/>
      <w:lvlText w:val="%5."/>
      <w:lvlJc w:val="left"/>
      <w:pPr>
        <w:ind w:left="4734" w:hanging="360"/>
      </w:pPr>
    </w:lvl>
    <w:lvl w:ilvl="5" w:tplc="0809001B">
      <w:start w:val="1"/>
      <w:numFmt w:val="lowerRoman"/>
      <w:lvlText w:val="%6."/>
      <w:lvlJc w:val="right"/>
      <w:pPr>
        <w:ind w:left="5454" w:hanging="180"/>
      </w:pPr>
    </w:lvl>
    <w:lvl w:ilvl="6" w:tplc="0809000F">
      <w:start w:val="1"/>
      <w:numFmt w:val="decimal"/>
      <w:lvlText w:val="%7."/>
      <w:lvlJc w:val="left"/>
      <w:pPr>
        <w:ind w:left="6174" w:hanging="360"/>
      </w:pPr>
    </w:lvl>
    <w:lvl w:ilvl="7" w:tplc="08090019">
      <w:start w:val="1"/>
      <w:numFmt w:val="lowerLetter"/>
      <w:lvlText w:val="%8."/>
      <w:lvlJc w:val="left"/>
      <w:pPr>
        <w:ind w:left="6894" w:hanging="360"/>
      </w:pPr>
    </w:lvl>
    <w:lvl w:ilvl="8" w:tplc="0809001B">
      <w:start w:val="1"/>
      <w:numFmt w:val="lowerRoman"/>
      <w:lvlText w:val="%9."/>
      <w:lvlJc w:val="right"/>
      <w:pPr>
        <w:ind w:left="7614" w:hanging="180"/>
      </w:pPr>
    </w:lvl>
  </w:abstractNum>
  <w:abstractNum w:abstractNumId="24" w15:restartNumberingAfterBreak="0">
    <w:nsid w:val="36035E8B"/>
    <w:multiLevelType w:val="hybridMultilevel"/>
    <w:tmpl w:val="64104D20"/>
    <w:lvl w:ilvl="0" w:tplc="5E74F270">
      <w:start w:val="1"/>
      <w:numFmt w:val="decimal"/>
      <w:lvlText w:val="%1."/>
      <w:lvlJc w:val="left"/>
      <w:pPr>
        <w:ind w:left="2061" w:hanging="360"/>
      </w:pPr>
      <w:rPr>
        <w:rFonts w:hint="default"/>
        <w:i w:val="0"/>
      </w:r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25" w15:restartNumberingAfterBreak="0">
    <w:nsid w:val="393145B9"/>
    <w:multiLevelType w:val="hybridMultilevel"/>
    <w:tmpl w:val="D7C8D0E6"/>
    <w:lvl w:ilvl="0" w:tplc="04090001">
      <w:start w:val="1"/>
      <w:numFmt w:val="bullet"/>
      <w:lvlText w:val=""/>
      <w:lvlJc w:val="left"/>
      <w:pPr>
        <w:tabs>
          <w:tab w:val="num" w:pos="1854"/>
        </w:tabs>
        <w:ind w:left="1854" w:hanging="360"/>
      </w:pPr>
      <w:rPr>
        <w:rFonts w:ascii="Symbol" w:hAnsi="Symbol" w:hint="default"/>
      </w:rPr>
    </w:lvl>
    <w:lvl w:ilvl="1" w:tplc="04090003" w:tentative="1">
      <w:start w:val="1"/>
      <w:numFmt w:val="bullet"/>
      <w:lvlText w:val="o"/>
      <w:lvlJc w:val="left"/>
      <w:pPr>
        <w:tabs>
          <w:tab w:val="num" w:pos="2574"/>
        </w:tabs>
        <w:ind w:left="2574" w:hanging="360"/>
      </w:pPr>
      <w:rPr>
        <w:rFonts w:ascii="Courier New" w:hAnsi="Courier New" w:cs="Courier New" w:hint="default"/>
      </w:rPr>
    </w:lvl>
    <w:lvl w:ilvl="2" w:tplc="04090005" w:tentative="1">
      <w:start w:val="1"/>
      <w:numFmt w:val="bullet"/>
      <w:lvlText w:val=""/>
      <w:lvlJc w:val="left"/>
      <w:pPr>
        <w:tabs>
          <w:tab w:val="num" w:pos="3294"/>
        </w:tabs>
        <w:ind w:left="3294" w:hanging="360"/>
      </w:pPr>
      <w:rPr>
        <w:rFonts w:ascii="Wingdings" w:hAnsi="Wingdings" w:hint="default"/>
      </w:rPr>
    </w:lvl>
    <w:lvl w:ilvl="3" w:tplc="04090001" w:tentative="1">
      <w:start w:val="1"/>
      <w:numFmt w:val="bullet"/>
      <w:lvlText w:val=""/>
      <w:lvlJc w:val="left"/>
      <w:pPr>
        <w:tabs>
          <w:tab w:val="num" w:pos="4014"/>
        </w:tabs>
        <w:ind w:left="4014" w:hanging="360"/>
      </w:pPr>
      <w:rPr>
        <w:rFonts w:ascii="Symbol" w:hAnsi="Symbol" w:hint="default"/>
      </w:rPr>
    </w:lvl>
    <w:lvl w:ilvl="4" w:tplc="04090003" w:tentative="1">
      <w:start w:val="1"/>
      <w:numFmt w:val="bullet"/>
      <w:lvlText w:val="o"/>
      <w:lvlJc w:val="left"/>
      <w:pPr>
        <w:tabs>
          <w:tab w:val="num" w:pos="4734"/>
        </w:tabs>
        <w:ind w:left="4734" w:hanging="360"/>
      </w:pPr>
      <w:rPr>
        <w:rFonts w:ascii="Courier New" w:hAnsi="Courier New" w:cs="Courier New" w:hint="default"/>
      </w:rPr>
    </w:lvl>
    <w:lvl w:ilvl="5" w:tplc="04090005" w:tentative="1">
      <w:start w:val="1"/>
      <w:numFmt w:val="bullet"/>
      <w:lvlText w:val=""/>
      <w:lvlJc w:val="left"/>
      <w:pPr>
        <w:tabs>
          <w:tab w:val="num" w:pos="5454"/>
        </w:tabs>
        <w:ind w:left="5454" w:hanging="360"/>
      </w:pPr>
      <w:rPr>
        <w:rFonts w:ascii="Wingdings" w:hAnsi="Wingdings" w:hint="default"/>
      </w:rPr>
    </w:lvl>
    <w:lvl w:ilvl="6" w:tplc="04090001" w:tentative="1">
      <w:start w:val="1"/>
      <w:numFmt w:val="bullet"/>
      <w:lvlText w:val=""/>
      <w:lvlJc w:val="left"/>
      <w:pPr>
        <w:tabs>
          <w:tab w:val="num" w:pos="6174"/>
        </w:tabs>
        <w:ind w:left="6174" w:hanging="360"/>
      </w:pPr>
      <w:rPr>
        <w:rFonts w:ascii="Symbol" w:hAnsi="Symbol" w:hint="default"/>
      </w:rPr>
    </w:lvl>
    <w:lvl w:ilvl="7" w:tplc="04090003" w:tentative="1">
      <w:start w:val="1"/>
      <w:numFmt w:val="bullet"/>
      <w:lvlText w:val="o"/>
      <w:lvlJc w:val="left"/>
      <w:pPr>
        <w:tabs>
          <w:tab w:val="num" w:pos="6894"/>
        </w:tabs>
        <w:ind w:left="6894" w:hanging="360"/>
      </w:pPr>
      <w:rPr>
        <w:rFonts w:ascii="Courier New" w:hAnsi="Courier New" w:cs="Courier New" w:hint="default"/>
      </w:rPr>
    </w:lvl>
    <w:lvl w:ilvl="8" w:tplc="04090005" w:tentative="1">
      <w:start w:val="1"/>
      <w:numFmt w:val="bullet"/>
      <w:lvlText w:val=""/>
      <w:lvlJc w:val="left"/>
      <w:pPr>
        <w:tabs>
          <w:tab w:val="num" w:pos="7614"/>
        </w:tabs>
        <w:ind w:left="7614" w:hanging="360"/>
      </w:pPr>
      <w:rPr>
        <w:rFonts w:ascii="Wingdings" w:hAnsi="Wingdings" w:hint="default"/>
      </w:rPr>
    </w:lvl>
  </w:abstractNum>
  <w:abstractNum w:abstractNumId="26" w15:restartNumberingAfterBreak="0">
    <w:nsid w:val="3B4806C4"/>
    <w:multiLevelType w:val="hybridMultilevel"/>
    <w:tmpl w:val="4238D916"/>
    <w:lvl w:ilvl="0" w:tplc="0E04F0BA">
      <w:start w:val="1"/>
      <w:numFmt w:val="decimal"/>
      <w:lvlText w:val="%1."/>
      <w:lvlJc w:val="left"/>
      <w:pPr>
        <w:tabs>
          <w:tab w:val="num" w:pos="450"/>
        </w:tabs>
        <w:ind w:left="450" w:hanging="450"/>
      </w:pPr>
      <w:rPr>
        <w:rFonts w:hint="eastAsia"/>
      </w:rPr>
    </w:lvl>
    <w:lvl w:ilvl="1" w:tplc="D9729090">
      <w:start w:val="1"/>
      <w:numFmt w:val="lowerLetter"/>
      <w:lvlText w:val="(%2)"/>
      <w:lvlJc w:val="left"/>
      <w:pPr>
        <w:tabs>
          <w:tab w:val="num" w:pos="795"/>
        </w:tabs>
        <w:ind w:left="795" w:hanging="375"/>
      </w:pPr>
      <w:rPr>
        <w:rFonts w:hint="default"/>
        <w:b w:val="0"/>
        <w:i w:val="0"/>
      </w:r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43DE6A19"/>
    <w:multiLevelType w:val="hybridMultilevel"/>
    <w:tmpl w:val="0ED44482"/>
    <w:lvl w:ilvl="0" w:tplc="B9580794">
      <w:start w:val="3"/>
      <w:numFmt w:val="bullet"/>
      <w:lvlText w:val=""/>
      <w:lvlJc w:val="left"/>
      <w:pPr>
        <w:ind w:left="1494" w:hanging="360"/>
      </w:pPr>
      <w:rPr>
        <w:rFonts w:ascii="Symbol" w:eastAsia="SimSun" w:hAnsi="Symbol"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28" w15:restartNumberingAfterBreak="0">
    <w:nsid w:val="440819A2"/>
    <w:multiLevelType w:val="hybridMultilevel"/>
    <w:tmpl w:val="66506862"/>
    <w:lvl w:ilvl="0" w:tplc="04090001">
      <w:start w:val="1"/>
      <w:numFmt w:val="bullet"/>
      <w:lvlText w:val=""/>
      <w:lvlJc w:val="left"/>
      <w:pPr>
        <w:tabs>
          <w:tab w:val="num" w:pos="1854"/>
        </w:tabs>
        <w:ind w:left="1854" w:hanging="360"/>
      </w:pPr>
      <w:rPr>
        <w:rFonts w:ascii="Symbol" w:hAnsi="Symbol" w:hint="default"/>
      </w:rPr>
    </w:lvl>
    <w:lvl w:ilvl="1" w:tplc="01F0C80E">
      <w:start w:val="13"/>
      <w:numFmt w:val="bullet"/>
      <w:lvlText w:val="-"/>
      <w:lvlJc w:val="left"/>
      <w:pPr>
        <w:tabs>
          <w:tab w:val="num" w:pos="2589"/>
        </w:tabs>
        <w:ind w:left="2589" w:hanging="375"/>
      </w:pPr>
      <w:rPr>
        <w:rFonts w:ascii="Times New Roman" w:eastAsia="Times New Roman" w:hAnsi="Times New Roman" w:cs="Times New Roman" w:hint="default"/>
      </w:rPr>
    </w:lvl>
    <w:lvl w:ilvl="2" w:tplc="04090005" w:tentative="1">
      <w:start w:val="1"/>
      <w:numFmt w:val="bullet"/>
      <w:lvlText w:val=""/>
      <w:lvlJc w:val="left"/>
      <w:pPr>
        <w:tabs>
          <w:tab w:val="num" w:pos="3294"/>
        </w:tabs>
        <w:ind w:left="3294" w:hanging="360"/>
      </w:pPr>
      <w:rPr>
        <w:rFonts w:ascii="Wingdings" w:hAnsi="Wingdings" w:hint="default"/>
      </w:rPr>
    </w:lvl>
    <w:lvl w:ilvl="3" w:tplc="04090001" w:tentative="1">
      <w:start w:val="1"/>
      <w:numFmt w:val="bullet"/>
      <w:lvlText w:val=""/>
      <w:lvlJc w:val="left"/>
      <w:pPr>
        <w:tabs>
          <w:tab w:val="num" w:pos="4014"/>
        </w:tabs>
        <w:ind w:left="4014" w:hanging="360"/>
      </w:pPr>
      <w:rPr>
        <w:rFonts w:ascii="Symbol" w:hAnsi="Symbol" w:hint="default"/>
      </w:rPr>
    </w:lvl>
    <w:lvl w:ilvl="4" w:tplc="04090003" w:tentative="1">
      <w:start w:val="1"/>
      <w:numFmt w:val="bullet"/>
      <w:lvlText w:val="o"/>
      <w:lvlJc w:val="left"/>
      <w:pPr>
        <w:tabs>
          <w:tab w:val="num" w:pos="4734"/>
        </w:tabs>
        <w:ind w:left="4734" w:hanging="360"/>
      </w:pPr>
      <w:rPr>
        <w:rFonts w:ascii="Courier New" w:hAnsi="Courier New" w:cs="Courier New" w:hint="default"/>
      </w:rPr>
    </w:lvl>
    <w:lvl w:ilvl="5" w:tplc="04090005" w:tentative="1">
      <w:start w:val="1"/>
      <w:numFmt w:val="bullet"/>
      <w:lvlText w:val=""/>
      <w:lvlJc w:val="left"/>
      <w:pPr>
        <w:tabs>
          <w:tab w:val="num" w:pos="5454"/>
        </w:tabs>
        <w:ind w:left="5454" w:hanging="360"/>
      </w:pPr>
      <w:rPr>
        <w:rFonts w:ascii="Wingdings" w:hAnsi="Wingdings" w:hint="default"/>
      </w:rPr>
    </w:lvl>
    <w:lvl w:ilvl="6" w:tplc="04090001" w:tentative="1">
      <w:start w:val="1"/>
      <w:numFmt w:val="bullet"/>
      <w:lvlText w:val=""/>
      <w:lvlJc w:val="left"/>
      <w:pPr>
        <w:tabs>
          <w:tab w:val="num" w:pos="6174"/>
        </w:tabs>
        <w:ind w:left="6174" w:hanging="360"/>
      </w:pPr>
      <w:rPr>
        <w:rFonts w:ascii="Symbol" w:hAnsi="Symbol" w:hint="default"/>
      </w:rPr>
    </w:lvl>
    <w:lvl w:ilvl="7" w:tplc="04090003" w:tentative="1">
      <w:start w:val="1"/>
      <w:numFmt w:val="bullet"/>
      <w:lvlText w:val="o"/>
      <w:lvlJc w:val="left"/>
      <w:pPr>
        <w:tabs>
          <w:tab w:val="num" w:pos="6894"/>
        </w:tabs>
        <w:ind w:left="6894" w:hanging="360"/>
      </w:pPr>
      <w:rPr>
        <w:rFonts w:ascii="Courier New" w:hAnsi="Courier New" w:cs="Courier New" w:hint="default"/>
      </w:rPr>
    </w:lvl>
    <w:lvl w:ilvl="8" w:tplc="04090005" w:tentative="1">
      <w:start w:val="1"/>
      <w:numFmt w:val="bullet"/>
      <w:lvlText w:val=""/>
      <w:lvlJc w:val="left"/>
      <w:pPr>
        <w:tabs>
          <w:tab w:val="num" w:pos="7614"/>
        </w:tabs>
        <w:ind w:left="7614" w:hanging="360"/>
      </w:pPr>
      <w:rPr>
        <w:rFonts w:ascii="Wingdings" w:hAnsi="Wingdings" w:hint="default"/>
      </w:rPr>
    </w:lvl>
  </w:abstractNum>
  <w:abstractNum w:abstractNumId="29" w15:restartNumberingAfterBreak="0">
    <w:nsid w:val="46166E96"/>
    <w:multiLevelType w:val="hybridMultilevel"/>
    <w:tmpl w:val="84E4B39E"/>
    <w:lvl w:ilvl="0" w:tplc="0419000F">
      <w:start w:val="1"/>
      <w:numFmt w:val="decimal"/>
      <w:lvlText w:val="%1."/>
      <w:lvlJc w:val="left"/>
      <w:pPr>
        <w:ind w:left="4897" w:hanging="360"/>
      </w:pPr>
    </w:lvl>
    <w:lvl w:ilvl="1" w:tplc="04190019">
      <w:start w:val="1"/>
      <w:numFmt w:val="lowerLetter"/>
      <w:lvlText w:val="%2."/>
      <w:lvlJc w:val="left"/>
      <w:pPr>
        <w:ind w:left="5617" w:hanging="360"/>
      </w:pPr>
    </w:lvl>
    <w:lvl w:ilvl="2" w:tplc="0419001B">
      <w:start w:val="1"/>
      <w:numFmt w:val="lowerRoman"/>
      <w:lvlText w:val="%3."/>
      <w:lvlJc w:val="right"/>
      <w:pPr>
        <w:ind w:left="6337" w:hanging="180"/>
      </w:pPr>
    </w:lvl>
    <w:lvl w:ilvl="3" w:tplc="0419000F">
      <w:start w:val="1"/>
      <w:numFmt w:val="decimal"/>
      <w:lvlText w:val="%4."/>
      <w:lvlJc w:val="left"/>
      <w:pPr>
        <w:ind w:left="7057" w:hanging="360"/>
      </w:pPr>
    </w:lvl>
    <w:lvl w:ilvl="4" w:tplc="04190019">
      <w:start w:val="1"/>
      <w:numFmt w:val="lowerLetter"/>
      <w:lvlText w:val="%5."/>
      <w:lvlJc w:val="left"/>
      <w:pPr>
        <w:ind w:left="7777" w:hanging="360"/>
      </w:pPr>
    </w:lvl>
    <w:lvl w:ilvl="5" w:tplc="0419001B">
      <w:start w:val="1"/>
      <w:numFmt w:val="lowerRoman"/>
      <w:lvlText w:val="%6."/>
      <w:lvlJc w:val="right"/>
      <w:pPr>
        <w:ind w:left="8497" w:hanging="180"/>
      </w:pPr>
    </w:lvl>
    <w:lvl w:ilvl="6" w:tplc="0419000F">
      <w:start w:val="1"/>
      <w:numFmt w:val="decimal"/>
      <w:lvlText w:val="%7."/>
      <w:lvlJc w:val="left"/>
      <w:pPr>
        <w:ind w:left="9217" w:hanging="360"/>
      </w:pPr>
    </w:lvl>
    <w:lvl w:ilvl="7" w:tplc="04190019">
      <w:start w:val="1"/>
      <w:numFmt w:val="lowerLetter"/>
      <w:lvlText w:val="%8."/>
      <w:lvlJc w:val="left"/>
      <w:pPr>
        <w:ind w:left="9937" w:hanging="360"/>
      </w:pPr>
    </w:lvl>
    <w:lvl w:ilvl="8" w:tplc="0419001B">
      <w:start w:val="1"/>
      <w:numFmt w:val="lowerRoman"/>
      <w:lvlText w:val="%9."/>
      <w:lvlJc w:val="right"/>
      <w:pPr>
        <w:ind w:left="10657" w:hanging="180"/>
      </w:pPr>
    </w:lvl>
  </w:abstractNum>
  <w:abstractNum w:abstractNumId="30" w15:restartNumberingAfterBreak="0">
    <w:nsid w:val="4F577E14"/>
    <w:multiLevelType w:val="hybridMultilevel"/>
    <w:tmpl w:val="1760FF38"/>
    <w:lvl w:ilvl="0" w:tplc="C63220A2">
      <w:start w:val="1"/>
      <w:numFmt w:val="decimal"/>
      <w:lvlText w:val="%1."/>
      <w:lvlJc w:val="left"/>
      <w:pPr>
        <w:ind w:left="1854" w:hanging="360"/>
      </w:pPr>
      <w:rPr>
        <w:sz w:val="22"/>
        <w:szCs w:val="22"/>
      </w:rPr>
    </w:lvl>
    <w:lvl w:ilvl="1" w:tplc="81C85B70">
      <w:start w:val="1"/>
      <w:numFmt w:val="lowerLetter"/>
      <w:lvlText w:val="(%2)"/>
      <w:lvlJc w:val="left"/>
      <w:pPr>
        <w:ind w:left="2574" w:hanging="360"/>
      </w:pPr>
      <w:rPr>
        <w:rFonts w:hint="default"/>
      </w:rPr>
    </w:lvl>
    <w:lvl w:ilvl="2" w:tplc="0809001B">
      <w:start w:val="1"/>
      <w:numFmt w:val="lowerRoman"/>
      <w:lvlText w:val="%3."/>
      <w:lvlJc w:val="right"/>
      <w:pPr>
        <w:ind w:left="3294" w:hanging="180"/>
      </w:pPr>
    </w:lvl>
    <w:lvl w:ilvl="3" w:tplc="0809000F">
      <w:start w:val="1"/>
      <w:numFmt w:val="decimal"/>
      <w:lvlText w:val="%4."/>
      <w:lvlJc w:val="left"/>
      <w:pPr>
        <w:ind w:left="4014" w:hanging="360"/>
      </w:pPr>
    </w:lvl>
    <w:lvl w:ilvl="4" w:tplc="08090019">
      <w:start w:val="1"/>
      <w:numFmt w:val="lowerLetter"/>
      <w:lvlText w:val="%5."/>
      <w:lvlJc w:val="left"/>
      <w:pPr>
        <w:ind w:left="4734" w:hanging="360"/>
      </w:pPr>
    </w:lvl>
    <w:lvl w:ilvl="5" w:tplc="0809001B">
      <w:start w:val="1"/>
      <w:numFmt w:val="lowerRoman"/>
      <w:lvlText w:val="%6."/>
      <w:lvlJc w:val="right"/>
      <w:pPr>
        <w:ind w:left="5454" w:hanging="180"/>
      </w:pPr>
    </w:lvl>
    <w:lvl w:ilvl="6" w:tplc="0809000F">
      <w:start w:val="1"/>
      <w:numFmt w:val="decimal"/>
      <w:lvlText w:val="%7."/>
      <w:lvlJc w:val="left"/>
      <w:pPr>
        <w:ind w:left="6174" w:hanging="360"/>
      </w:pPr>
    </w:lvl>
    <w:lvl w:ilvl="7" w:tplc="08090019">
      <w:start w:val="1"/>
      <w:numFmt w:val="lowerLetter"/>
      <w:lvlText w:val="%8."/>
      <w:lvlJc w:val="left"/>
      <w:pPr>
        <w:ind w:left="6894" w:hanging="360"/>
      </w:pPr>
    </w:lvl>
    <w:lvl w:ilvl="8" w:tplc="0809001B">
      <w:start w:val="1"/>
      <w:numFmt w:val="lowerRoman"/>
      <w:lvlText w:val="%9."/>
      <w:lvlJc w:val="right"/>
      <w:pPr>
        <w:ind w:left="7614" w:hanging="180"/>
      </w:pPr>
    </w:lvl>
  </w:abstractNum>
  <w:abstractNum w:abstractNumId="31" w15:restartNumberingAfterBreak="0">
    <w:nsid w:val="56F710A3"/>
    <w:multiLevelType w:val="hybridMultilevel"/>
    <w:tmpl w:val="E83C03D4"/>
    <w:lvl w:ilvl="0" w:tplc="04090001">
      <w:start w:val="1"/>
      <w:numFmt w:val="bullet"/>
      <w:lvlText w:val=""/>
      <w:lvlJc w:val="left"/>
      <w:pPr>
        <w:tabs>
          <w:tab w:val="num" w:pos="1094"/>
        </w:tabs>
        <w:ind w:left="1094" w:hanging="360"/>
      </w:pPr>
      <w:rPr>
        <w:rFonts w:ascii="Symbol" w:hAnsi="Symbol" w:hint="default"/>
      </w:rPr>
    </w:lvl>
    <w:lvl w:ilvl="1" w:tplc="04090003" w:tentative="1">
      <w:start w:val="1"/>
      <w:numFmt w:val="bullet"/>
      <w:lvlText w:val="o"/>
      <w:lvlJc w:val="left"/>
      <w:pPr>
        <w:tabs>
          <w:tab w:val="num" w:pos="1814"/>
        </w:tabs>
        <w:ind w:left="1814" w:hanging="360"/>
      </w:pPr>
      <w:rPr>
        <w:rFonts w:ascii="Courier New" w:hAnsi="Courier New" w:cs="Courier New" w:hint="default"/>
      </w:rPr>
    </w:lvl>
    <w:lvl w:ilvl="2" w:tplc="04090005" w:tentative="1">
      <w:start w:val="1"/>
      <w:numFmt w:val="bullet"/>
      <w:lvlText w:val=""/>
      <w:lvlJc w:val="left"/>
      <w:pPr>
        <w:tabs>
          <w:tab w:val="num" w:pos="2534"/>
        </w:tabs>
        <w:ind w:left="2534" w:hanging="360"/>
      </w:pPr>
      <w:rPr>
        <w:rFonts w:ascii="Wingdings" w:hAnsi="Wingdings" w:hint="default"/>
      </w:rPr>
    </w:lvl>
    <w:lvl w:ilvl="3" w:tplc="04090001" w:tentative="1">
      <w:start w:val="1"/>
      <w:numFmt w:val="bullet"/>
      <w:lvlText w:val=""/>
      <w:lvlJc w:val="left"/>
      <w:pPr>
        <w:tabs>
          <w:tab w:val="num" w:pos="3254"/>
        </w:tabs>
        <w:ind w:left="3254" w:hanging="360"/>
      </w:pPr>
      <w:rPr>
        <w:rFonts w:ascii="Symbol" w:hAnsi="Symbol" w:hint="default"/>
      </w:rPr>
    </w:lvl>
    <w:lvl w:ilvl="4" w:tplc="04090003" w:tentative="1">
      <w:start w:val="1"/>
      <w:numFmt w:val="bullet"/>
      <w:lvlText w:val="o"/>
      <w:lvlJc w:val="left"/>
      <w:pPr>
        <w:tabs>
          <w:tab w:val="num" w:pos="3974"/>
        </w:tabs>
        <w:ind w:left="3974" w:hanging="360"/>
      </w:pPr>
      <w:rPr>
        <w:rFonts w:ascii="Courier New" w:hAnsi="Courier New" w:cs="Courier New" w:hint="default"/>
      </w:rPr>
    </w:lvl>
    <w:lvl w:ilvl="5" w:tplc="04090005" w:tentative="1">
      <w:start w:val="1"/>
      <w:numFmt w:val="bullet"/>
      <w:lvlText w:val=""/>
      <w:lvlJc w:val="left"/>
      <w:pPr>
        <w:tabs>
          <w:tab w:val="num" w:pos="4694"/>
        </w:tabs>
        <w:ind w:left="4694" w:hanging="360"/>
      </w:pPr>
      <w:rPr>
        <w:rFonts w:ascii="Wingdings" w:hAnsi="Wingdings" w:hint="default"/>
      </w:rPr>
    </w:lvl>
    <w:lvl w:ilvl="6" w:tplc="04090001" w:tentative="1">
      <w:start w:val="1"/>
      <w:numFmt w:val="bullet"/>
      <w:lvlText w:val=""/>
      <w:lvlJc w:val="left"/>
      <w:pPr>
        <w:tabs>
          <w:tab w:val="num" w:pos="5414"/>
        </w:tabs>
        <w:ind w:left="5414" w:hanging="360"/>
      </w:pPr>
      <w:rPr>
        <w:rFonts w:ascii="Symbol" w:hAnsi="Symbol" w:hint="default"/>
      </w:rPr>
    </w:lvl>
    <w:lvl w:ilvl="7" w:tplc="04090003" w:tentative="1">
      <w:start w:val="1"/>
      <w:numFmt w:val="bullet"/>
      <w:lvlText w:val="o"/>
      <w:lvlJc w:val="left"/>
      <w:pPr>
        <w:tabs>
          <w:tab w:val="num" w:pos="6134"/>
        </w:tabs>
        <w:ind w:left="6134" w:hanging="360"/>
      </w:pPr>
      <w:rPr>
        <w:rFonts w:ascii="Courier New" w:hAnsi="Courier New" w:cs="Courier New" w:hint="default"/>
      </w:rPr>
    </w:lvl>
    <w:lvl w:ilvl="8" w:tplc="04090005" w:tentative="1">
      <w:start w:val="1"/>
      <w:numFmt w:val="bullet"/>
      <w:lvlText w:val=""/>
      <w:lvlJc w:val="left"/>
      <w:pPr>
        <w:tabs>
          <w:tab w:val="num" w:pos="6854"/>
        </w:tabs>
        <w:ind w:left="6854" w:hanging="360"/>
      </w:pPr>
      <w:rPr>
        <w:rFonts w:ascii="Wingdings" w:hAnsi="Wingdings" w:hint="default"/>
      </w:rPr>
    </w:lvl>
  </w:abstractNum>
  <w:abstractNum w:abstractNumId="32" w15:restartNumberingAfterBreak="0">
    <w:nsid w:val="591C5E62"/>
    <w:multiLevelType w:val="hybridMultilevel"/>
    <w:tmpl w:val="F56016AC"/>
    <w:lvl w:ilvl="0" w:tplc="4D18EC3A">
      <w:numFmt w:val="bullet"/>
      <w:lvlText w:val="-"/>
      <w:lvlJc w:val="left"/>
      <w:pPr>
        <w:tabs>
          <w:tab w:val="num" w:pos="2628"/>
        </w:tabs>
        <w:ind w:left="2628" w:hanging="360"/>
      </w:pPr>
      <w:rPr>
        <w:rFonts w:ascii="Times New Roman" w:eastAsia="MS Mincho" w:hAnsi="Times New Roman" w:cs="Times New Roman" w:hint="default"/>
      </w:rPr>
    </w:lvl>
    <w:lvl w:ilvl="1" w:tplc="0409000B" w:tentative="1">
      <w:start w:val="1"/>
      <w:numFmt w:val="bullet"/>
      <w:lvlText w:val=""/>
      <w:lvlJc w:val="left"/>
      <w:pPr>
        <w:tabs>
          <w:tab w:val="num" w:pos="3108"/>
        </w:tabs>
        <w:ind w:left="3108" w:hanging="420"/>
      </w:pPr>
      <w:rPr>
        <w:rFonts w:ascii="Wingdings" w:hAnsi="Wingdings" w:hint="default"/>
      </w:rPr>
    </w:lvl>
    <w:lvl w:ilvl="2" w:tplc="0409000D" w:tentative="1">
      <w:start w:val="1"/>
      <w:numFmt w:val="bullet"/>
      <w:lvlText w:val=""/>
      <w:lvlJc w:val="left"/>
      <w:pPr>
        <w:tabs>
          <w:tab w:val="num" w:pos="3528"/>
        </w:tabs>
        <w:ind w:left="3528" w:hanging="420"/>
      </w:pPr>
      <w:rPr>
        <w:rFonts w:ascii="Wingdings" w:hAnsi="Wingdings" w:hint="default"/>
      </w:rPr>
    </w:lvl>
    <w:lvl w:ilvl="3" w:tplc="04090001" w:tentative="1">
      <w:start w:val="1"/>
      <w:numFmt w:val="bullet"/>
      <w:lvlText w:val=""/>
      <w:lvlJc w:val="left"/>
      <w:pPr>
        <w:tabs>
          <w:tab w:val="num" w:pos="3948"/>
        </w:tabs>
        <w:ind w:left="3948" w:hanging="420"/>
      </w:pPr>
      <w:rPr>
        <w:rFonts w:ascii="Wingdings" w:hAnsi="Wingdings" w:hint="default"/>
      </w:rPr>
    </w:lvl>
    <w:lvl w:ilvl="4" w:tplc="0409000B" w:tentative="1">
      <w:start w:val="1"/>
      <w:numFmt w:val="bullet"/>
      <w:lvlText w:val=""/>
      <w:lvlJc w:val="left"/>
      <w:pPr>
        <w:tabs>
          <w:tab w:val="num" w:pos="4368"/>
        </w:tabs>
        <w:ind w:left="4368" w:hanging="420"/>
      </w:pPr>
      <w:rPr>
        <w:rFonts w:ascii="Wingdings" w:hAnsi="Wingdings" w:hint="default"/>
      </w:rPr>
    </w:lvl>
    <w:lvl w:ilvl="5" w:tplc="0409000D" w:tentative="1">
      <w:start w:val="1"/>
      <w:numFmt w:val="bullet"/>
      <w:lvlText w:val=""/>
      <w:lvlJc w:val="left"/>
      <w:pPr>
        <w:tabs>
          <w:tab w:val="num" w:pos="4788"/>
        </w:tabs>
        <w:ind w:left="4788" w:hanging="420"/>
      </w:pPr>
      <w:rPr>
        <w:rFonts w:ascii="Wingdings" w:hAnsi="Wingdings" w:hint="default"/>
      </w:rPr>
    </w:lvl>
    <w:lvl w:ilvl="6" w:tplc="04090001" w:tentative="1">
      <w:start w:val="1"/>
      <w:numFmt w:val="bullet"/>
      <w:lvlText w:val=""/>
      <w:lvlJc w:val="left"/>
      <w:pPr>
        <w:tabs>
          <w:tab w:val="num" w:pos="5208"/>
        </w:tabs>
        <w:ind w:left="5208" w:hanging="420"/>
      </w:pPr>
      <w:rPr>
        <w:rFonts w:ascii="Wingdings" w:hAnsi="Wingdings" w:hint="default"/>
      </w:rPr>
    </w:lvl>
    <w:lvl w:ilvl="7" w:tplc="0409000B" w:tentative="1">
      <w:start w:val="1"/>
      <w:numFmt w:val="bullet"/>
      <w:lvlText w:val=""/>
      <w:lvlJc w:val="left"/>
      <w:pPr>
        <w:tabs>
          <w:tab w:val="num" w:pos="5628"/>
        </w:tabs>
        <w:ind w:left="5628" w:hanging="420"/>
      </w:pPr>
      <w:rPr>
        <w:rFonts w:ascii="Wingdings" w:hAnsi="Wingdings" w:hint="default"/>
      </w:rPr>
    </w:lvl>
    <w:lvl w:ilvl="8" w:tplc="0409000D" w:tentative="1">
      <w:start w:val="1"/>
      <w:numFmt w:val="bullet"/>
      <w:lvlText w:val=""/>
      <w:lvlJc w:val="left"/>
      <w:pPr>
        <w:tabs>
          <w:tab w:val="num" w:pos="6048"/>
        </w:tabs>
        <w:ind w:left="6048" w:hanging="420"/>
      </w:pPr>
      <w:rPr>
        <w:rFonts w:ascii="Wingdings" w:hAnsi="Wingdings" w:hint="default"/>
      </w:rPr>
    </w:lvl>
  </w:abstractNum>
  <w:abstractNum w:abstractNumId="33" w15:restartNumberingAfterBreak="0">
    <w:nsid w:val="5A402426"/>
    <w:multiLevelType w:val="hybridMultilevel"/>
    <w:tmpl w:val="F75AC512"/>
    <w:lvl w:ilvl="0" w:tplc="04090001">
      <w:start w:val="1"/>
      <w:numFmt w:val="bullet"/>
      <w:lvlText w:val=""/>
      <w:lvlJc w:val="left"/>
      <w:pPr>
        <w:tabs>
          <w:tab w:val="num" w:pos="1854"/>
        </w:tabs>
        <w:ind w:left="1854" w:hanging="360"/>
      </w:pPr>
      <w:rPr>
        <w:rFonts w:ascii="Symbol" w:hAnsi="Symbol" w:hint="default"/>
      </w:rPr>
    </w:lvl>
    <w:lvl w:ilvl="1" w:tplc="04090003" w:tentative="1">
      <w:start w:val="1"/>
      <w:numFmt w:val="bullet"/>
      <w:lvlText w:val="o"/>
      <w:lvlJc w:val="left"/>
      <w:pPr>
        <w:tabs>
          <w:tab w:val="num" w:pos="2575"/>
        </w:tabs>
        <w:ind w:left="2575" w:hanging="360"/>
      </w:pPr>
      <w:rPr>
        <w:rFonts w:ascii="Courier New" w:hAnsi="Courier New" w:cs="Courier New" w:hint="default"/>
      </w:rPr>
    </w:lvl>
    <w:lvl w:ilvl="2" w:tplc="04090005" w:tentative="1">
      <w:start w:val="1"/>
      <w:numFmt w:val="bullet"/>
      <w:lvlText w:val=""/>
      <w:lvlJc w:val="left"/>
      <w:pPr>
        <w:tabs>
          <w:tab w:val="num" w:pos="3295"/>
        </w:tabs>
        <w:ind w:left="3295" w:hanging="360"/>
      </w:pPr>
      <w:rPr>
        <w:rFonts w:ascii="Wingdings" w:hAnsi="Wingdings" w:hint="default"/>
      </w:rPr>
    </w:lvl>
    <w:lvl w:ilvl="3" w:tplc="04090001" w:tentative="1">
      <w:start w:val="1"/>
      <w:numFmt w:val="bullet"/>
      <w:lvlText w:val=""/>
      <w:lvlJc w:val="left"/>
      <w:pPr>
        <w:tabs>
          <w:tab w:val="num" w:pos="4015"/>
        </w:tabs>
        <w:ind w:left="4015" w:hanging="360"/>
      </w:pPr>
      <w:rPr>
        <w:rFonts w:ascii="Symbol" w:hAnsi="Symbol" w:hint="default"/>
      </w:rPr>
    </w:lvl>
    <w:lvl w:ilvl="4" w:tplc="04090003" w:tentative="1">
      <w:start w:val="1"/>
      <w:numFmt w:val="bullet"/>
      <w:lvlText w:val="o"/>
      <w:lvlJc w:val="left"/>
      <w:pPr>
        <w:tabs>
          <w:tab w:val="num" w:pos="4735"/>
        </w:tabs>
        <w:ind w:left="4735" w:hanging="360"/>
      </w:pPr>
      <w:rPr>
        <w:rFonts w:ascii="Courier New" w:hAnsi="Courier New" w:cs="Courier New" w:hint="default"/>
      </w:rPr>
    </w:lvl>
    <w:lvl w:ilvl="5" w:tplc="04090005" w:tentative="1">
      <w:start w:val="1"/>
      <w:numFmt w:val="bullet"/>
      <w:lvlText w:val=""/>
      <w:lvlJc w:val="left"/>
      <w:pPr>
        <w:tabs>
          <w:tab w:val="num" w:pos="5455"/>
        </w:tabs>
        <w:ind w:left="5455" w:hanging="360"/>
      </w:pPr>
      <w:rPr>
        <w:rFonts w:ascii="Wingdings" w:hAnsi="Wingdings" w:hint="default"/>
      </w:rPr>
    </w:lvl>
    <w:lvl w:ilvl="6" w:tplc="04090001" w:tentative="1">
      <w:start w:val="1"/>
      <w:numFmt w:val="bullet"/>
      <w:lvlText w:val=""/>
      <w:lvlJc w:val="left"/>
      <w:pPr>
        <w:tabs>
          <w:tab w:val="num" w:pos="6175"/>
        </w:tabs>
        <w:ind w:left="6175" w:hanging="360"/>
      </w:pPr>
      <w:rPr>
        <w:rFonts w:ascii="Symbol" w:hAnsi="Symbol" w:hint="default"/>
      </w:rPr>
    </w:lvl>
    <w:lvl w:ilvl="7" w:tplc="04090003" w:tentative="1">
      <w:start w:val="1"/>
      <w:numFmt w:val="bullet"/>
      <w:lvlText w:val="o"/>
      <w:lvlJc w:val="left"/>
      <w:pPr>
        <w:tabs>
          <w:tab w:val="num" w:pos="6895"/>
        </w:tabs>
        <w:ind w:left="6895" w:hanging="360"/>
      </w:pPr>
      <w:rPr>
        <w:rFonts w:ascii="Courier New" w:hAnsi="Courier New" w:cs="Courier New" w:hint="default"/>
      </w:rPr>
    </w:lvl>
    <w:lvl w:ilvl="8" w:tplc="04090005" w:tentative="1">
      <w:start w:val="1"/>
      <w:numFmt w:val="bullet"/>
      <w:lvlText w:val=""/>
      <w:lvlJc w:val="left"/>
      <w:pPr>
        <w:tabs>
          <w:tab w:val="num" w:pos="7615"/>
        </w:tabs>
        <w:ind w:left="7615" w:hanging="360"/>
      </w:pPr>
      <w:rPr>
        <w:rFonts w:ascii="Wingdings" w:hAnsi="Wingdings" w:hint="default"/>
      </w:rPr>
    </w:lvl>
  </w:abstractNum>
  <w:abstractNum w:abstractNumId="34"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5"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C386B04"/>
    <w:multiLevelType w:val="hybridMultilevel"/>
    <w:tmpl w:val="1DB28DC2"/>
    <w:lvl w:ilvl="0" w:tplc="9B6016FC">
      <w:numFmt w:val="bullet"/>
      <w:lvlText w:val="-"/>
      <w:lvlJc w:val="left"/>
      <w:pPr>
        <w:tabs>
          <w:tab w:val="num" w:pos="1689"/>
        </w:tabs>
        <w:ind w:left="1689" w:hanging="555"/>
      </w:pPr>
      <w:rPr>
        <w:rFonts w:ascii="Times New Roman" w:eastAsia="Times New Roman" w:hAnsi="Times New Roman" w:cs="Times New Roman" w:hint="default"/>
      </w:rPr>
    </w:lvl>
    <w:lvl w:ilvl="1" w:tplc="04090003" w:tentative="1">
      <w:start w:val="1"/>
      <w:numFmt w:val="bullet"/>
      <w:lvlText w:val="o"/>
      <w:lvlJc w:val="left"/>
      <w:pPr>
        <w:tabs>
          <w:tab w:val="num" w:pos="2214"/>
        </w:tabs>
        <w:ind w:left="2214" w:hanging="360"/>
      </w:pPr>
      <w:rPr>
        <w:rFonts w:ascii="Courier New" w:hAnsi="Courier New" w:cs="Courier New" w:hint="default"/>
      </w:rPr>
    </w:lvl>
    <w:lvl w:ilvl="2" w:tplc="04090005" w:tentative="1">
      <w:start w:val="1"/>
      <w:numFmt w:val="bullet"/>
      <w:lvlText w:val=""/>
      <w:lvlJc w:val="left"/>
      <w:pPr>
        <w:tabs>
          <w:tab w:val="num" w:pos="2934"/>
        </w:tabs>
        <w:ind w:left="2934" w:hanging="360"/>
      </w:pPr>
      <w:rPr>
        <w:rFonts w:ascii="Wingdings" w:hAnsi="Wingdings" w:hint="default"/>
      </w:rPr>
    </w:lvl>
    <w:lvl w:ilvl="3" w:tplc="04090001" w:tentative="1">
      <w:start w:val="1"/>
      <w:numFmt w:val="bullet"/>
      <w:lvlText w:val=""/>
      <w:lvlJc w:val="left"/>
      <w:pPr>
        <w:tabs>
          <w:tab w:val="num" w:pos="3654"/>
        </w:tabs>
        <w:ind w:left="3654" w:hanging="360"/>
      </w:pPr>
      <w:rPr>
        <w:rFonts w:ascii="Symbol" w:hAnsi="Symbol" w:hint="default"/>
      </w:rPr>
    </w:lvl>
    <w:lvl w:ilvl="4" w:tplc="04090003" w:tentative="1">
      <w:start w:val="1"/>
      <w:numFmt w:val="bullet"/>
      <w:lvlText w:val="o"/>
      <w:lvlJc w:val="left"/>
      <w:pPr>
        <w:tabs>
          <w:tab w:val="num" w:pos="4374"/>
        </w:tabs>
        <w:ind w:left="4374" w:hanging="360"/>
      </w:pPr>
      <w:rPr>
        <w:rFonts w:ascii="Courier New" w:hAnsi="Courier New" w:cs="Courier New" w:hint="default"/>
      </w:rPr>
    </w:lvl>
    <w:lvl w:ilvl="5" w:tplc="04090005" w:tentative="1">
      <w:start w:val="1"/>
      <w:numFmt w:val="bullet"/>
      <w:lvlText w:val=""/>
      <w:lvlJc w:val="left"/>
      <w:pPr>
        <w:tabs>
          <w:tab w:val="num" w:pos="5094"/>
        </w:tabs>
        <w:ind w:left="5094" w:hanging="360"/>
      </w:pPr>
      <w:rPr>
        <w:rFonts w:ascii="Wingdings" w:hAnsi="Wingdings" w:hint="default"/>
      </w:rPr>
    </w:lvl>
    <w:lvl w:ilvl="6" w:tplc="04090001" w:tentative="1">
      <w:start w:val="1"/>
      <w:numFmt w:val="bullet"/>
      <w:lvlText w:val=""/>
      <w:lvlJc w:val="left"/>
      <w:pPr>
        <w:tabs>
          <w:tab w:val="num" w:pos="5814"/>
        </w:tabs>
        <w:ind w:left="5814" w:hanging="360"/>
      </w:pPr>
      <w:rPr>
        <w:rFonts w:ascii="Symbol" w:hAnsi="Symbol" w:hint="default"/>
      </w:rPr>
    </w:lvl>
    <w:lvl w:ilvl="7" w:tplc="04090003" w:tentative="1">
      <w:start w:val="1"/>
      <w:numFmt w:val="bullet"/>
      <w:lvlText w:val="o"/>
      <w:lvlJc w:val="left"/>
      <w:pPr>
        <w:tabs>
          <w:tab w:val="num" w:pos="6534"/>
        </w:tabs>
        <w:ind w:left="6534" w:hanging="360"/>
      </w:pPr>
      <w:rPr>
        <w:rFonts w:ascii="Courier New" w:hAnsi="Courier New" w:cs="Courier New" w:hint="default"/>
      </w:rPr>
    </w:lvl>
    <w:lvl w:ilvl="8" w:tplc="04090005" w:tentative="1">
      <w:start w:val="1"/>
      <w:numFmt w:val="bullet"/>
      <w:lvlText w:val=""/>
      <w:lvlJc w:val="left"/>
      <w:pPr>
        <w:tabs>
          <w:tab w:val="num" w:pos="7254"/>
        </w:tabs>
        <w:ind w:left="7254" w:hanging="360"/>
      </w:pPr>
      <w:rPr>
        <w:rFonts w:ascii="Wingdings" w:hAnsi="Wingdings" w:hint="default"/>
      </w:rPr>
    </w:lvl>
  </w:abstractNum>
  <w:abstractNum w:abstractNumId="37" w15:restartNumberingAfterBreak="0">
    <w:nsid w:val="714705E7"/>
    <w:multiLevelType w:val="hybridMultilevel"/>
    <w:tmpl w:val="532ADFC6"/>
    <w:lvl w:ilvl="0" w:tplc="5B3A1574">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8" w15:restartNumberingAfterBreak="0">
    <w:nsid w:val="73C52C0B"/>
    <w:multiLevelType w:val="multilevel"/>
    <w:tmpl w:val="18E695B6"/>
    <w:lvl w:ilvl="0">
      <w:start w:val="13"/>
      <w:numFmt w:val="bullet"/>
      <w:lvlText w:val="-"/>
      <w:lvlJc w:val="left"/>
      <w:pPr>
        <w:tabs>
          <w:tab w:val="num" w:pos="1884"/>
        </w:tabs>
        <w:ind w:left="1884" w:hanging="375"/>
      </w:pPr>
      <w:rPr>
        <w:rFonts w:ascii="Times New Roman" w:eastAsia="Times New Roman" w:hAnsi="Times New Roman" w:cs="Times New Roman" w:hint="default"/>
      </w:rPr>
    </w:lvl>
    <w:lvl w:ilvl="1">
      <w:start w:val="1"/>
      <w:numFmt w:val="bullet"/>
      <w:lvlText w:val="o"/>
      <w:lvlJc w:val="left"/>
      <w:pPr>
        <w:tabs>
          <w:tab w:val="num" w:pos="2575"/>
        </w:tabs>
        <w:ind w:left="2575" w:hanging="360"/>
      </w:pPr>
      <w:rPr>
        <w:rFonts w:ascii="Courier New" w:hAnsi="Courier New" w:cs="Courier New" w:hint="default"/>
      </w:rPr>
    </w:lvl>
    <w:lvl w:ilvl="2">
      <w:start w:val="1"/>
      <w:numFmt w:val="bullet"/>
      <w:lvlText w:val=""/>
      <w:lvlJc w:val="left"/>
      <w:pPr>
        <w:tabs>
          <w:tab w:val="num" w:pos="3295"/>
        </w:tabs>
        <w:ind w:left="3295" w:hanging="360"/>
      </w:pPr>
      <w:rPr>
        <w:rFonts w:ascii="Wingdings" w:hAnsi="Wingdings" w:hint="default"/>
      </w:rPr>
    </w:lvl>
    <w:lvl w:ilvl="3">
      <w:start w:val="1"/>
      <w:numFmt w:val="bullet"/>
      <w:lvlText w:val=""/>
      <w:lvlJc w:val="left"/>
      <w:pPr>
        <w:tabs>
          <w:tab w:val="num" w:pos="4015"/>
        </w:tabs>
        <w:ind w:left="4015" w:hanging="360"/>
      </w:pPr>
      <w:rPr>
        <w:rFonts w:ascii="Symbol" w:hAnsi="Symbol" w:hint="default"/>
      </w:rPr>
    </w:lvl>
    <w:lvl w:ilvl="4">
      <w:start w:val="1"/>
      <w:numFmt w:val="bullet"/>
      <w:lvlText w:val="o"/>
      <w:lvlJc w:val="left"/>
      <w:pPr>
        <w:tabs>
          <w:tab w:val="num" w:pos="4735"/>
        </w:tabs>
        <w:ind w:left="4735" w:hanging="360"/>
      </w:pPr>
      <w:rPr>
        <w:rFonts w:ascii="Courier New" w:hAnsi="Courier New" w:cs="Courier New" w:hint="default"/>
      </w:rPr>
    </w:lvl>
    <w:lvl w:ilvl="5">
      <w:start w:val="1"/>
      <w:numFmt w:val="bullet"/>
      <w:lvlText w:val=""/>
      <w:lvlJc w:val="left"/>
      <w:pPr>
        <w:tabs>
          <w:tab w:val="num" w:pos="5455"/>
        </w:tabs>
        <w:ind w:left="5455" w:hanging="360"/>
      </w:pPr>
      <w:rPr>
        <w:rFonts w:ascii="Wingdings" w:hAnsi="Wingdings" w:hint="default"/>
      </w:rPr>
    </w:lvl>
    <w:lvl w:ilvl="6">
      <w:start w:val="1"/>
      <w:numFmt w:val="bullet"/>
      <w:lvlText w:val=""/>
      <w:lvlJc w:val="left"/>
      <w:pPr>
        <w:tabs>
          <w:tab w:val="num" w:pos="6175"/>
        </w:tabs>
        <w:ind w:left="6175" w:hanging="360"/>
      </w:pPr>
      <w:rPr>
        <w:rFonts w:ascii="Symbol" w:hAnsi="Symbol" w:hint="default"/>
      </w:rPr>
    </w:lvl>
    <w:lvl w:ilvl="7">
      <w:start w:val="1"/>
      <w:numFmt w:val="bullet"/>
      <w:lvlText w:val="o"/>
      <w:lvlJc w:val="left"/>
      <w:pPr>
        <w:tabs>
          <w:tab w:val="num" w:pos="6895"/>
        </w:tabs>
        <w:ind w:left="6895" w:hanging="360"/>
      </w:pPr>
      <w:rPr>
        <w:rFonts w:ascii="Courier New" w:hAnsi="Courier New" w:cs="Courier New" w:hint="default"/>
      </w:rPr>
    </w:lvl>
    <w:lvl w:ilvl="8">
      <w:start w:val="1"/>
      <w:numFmt w:val="bullet"/>
      <w:lvlText w:val=""/>
      <w:lvlJc w:val="left"/>
      <w:pPr>
        <w:tabs>
          <w:tab w:val="num" w:pos="7615"/>
        </w:tabs>
        <w:ind w:left="7615" w:hanging="360"/>
      </w:pPr>
      <w:rPr>
        <w:rFonts w:ascii="Wingdings" w:hAnsi="Wingdings" w:hint="default"/>
      </w:rPr>
    </w:lvl>
  </w:abstractNum>
  <w:abstractNum w:abstractNumId="39"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76368A5"/>
    <w:multiLevelType w:val="hybridMultilevel"/>
    <w:tmpl w:val="8988C7EE"/>
    <w:lvl w:ilvl="0" w:tplc="0409000F">
      <w:start w:val="1"/>
      <w:numFmt w:val="decimal"/>
      <w:lvlText w:val="%1."/>
      <w:lvlJc w:val="left"/>
      <w:pPr>
        <w:tabs>
          <w:tab w:val="num" w:pos="1800"/>
        </w:tabs>
        <w:ind w:left="1800" w:hanging="36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1" w15:restartNumberingAfterBreak="0">
    <w:nsid w:val="786335E3"/>
    <w:multiLevelType w:val="hybridMultilevel"/>
    <w:tmpl w:val="0378512A"/>
    <w:lvl w:ilvl="0" w:tplc="5B3A1574">
      <w:start w:val="1"/>
      <w:numFmt w:val="bullet"/>
      <w:lvlText w:val="-"/>
      <w:lvlJc w:val="left"/>
      <w:pPr>
        <w:ind w:left="2421" w:hanging="360"/>
      </w:pPr>
      <w:rPr>
        <w:rFonts w:ascii="Times New Roman" w:hAnsi="Times New Roman" w:cs="Times New Roman"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34"/>
  </w:num>
  <w:num w:numId="12">
    <w:abstractNumId w:val="17"/>
  </w:num>
  <w:num w:numId="13">
    <w:abstractNumId w:val="11"/>
  </w:num>
  <w:num w:numId="14">
    <w:abstractNumId w:val="35"/>
  </w:num>
  <w:num w:numId="15">
    <w:abstractNumId w:val="39"/>
  </w:num>
  <w:num w:numId="16">
    <w:abstractNumId w:val="20"/>
  </w:num>
  <w:num w:numId="17">
    <w:abstractNumId w:val="16"/>
  </w:num>
  <w:num w:numId="18">
    <w:abstractNumId w:val="40"/>
  </w:num>
  <w:num w:numId="19">
    <w:abstractNumId w:val="14"/>
  </w:num>
  <w:num w:numId="20">
    <w:abstractNumId w:val="32"/>
  </w:num>
  <w:num w:numId="21">
    <w:abstractNumId w:val="10"/>
  </w:num>
  <w:num w:numId="22">
    <w:abstractNumId w:val="25"/>
  </w:num>
  <w:num w:numId="23">
    <w:abstractNumId w:val="28"/>
  </w:num>
  <w:num w:numId="24">
    <w:abstractNumId w:val="36"/>
  </w:num>
  <w:num w:numId="25">
    <w:abstractNumId w:val="15"/>
  </w:num>
  <w:num w:numId="26">
    <w:abstractNumId w:val="31"/>
  </w:num>
  <w:num w:numId="27">
    <w:abstractNumId w:val="22"/>
  </w:num>
  <w:num w:numId="28">
    <w:abstractNumId w:val="13"/>
  </w:num>
  <w:num w:numId="29">
    <w:abstractNumId w:val="38"/>
  </w:num>
  <w:num w:numId="30">
    <w:abstractNumId w:val="33"/>
  </w:num>
  <w:num w:numId="31">
    <w:abstractNumId w:val="26"/>
  </w:num>
  <w:num w:numId="32">
    <w:abstractNumId w:val="21"/>
  </w:num>
  <w:num w:numId="3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0"/>
  </w:num>
  <w:num w:numId="36">
    <w:abstractNumId w:val="18"/>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37">
    <w:abstractNumId w:val="24"/>
  </w:num>
  <w:num w:numId="38">
    <w:abstractNumId w:val="37"/>
  </w:num>
  <w:num w:numId="39">
    <w:abstractNumId w:val="12"/>
  </w:num>
  <w:num w:numId="40">
    <w:abstractNumId w:val="41"/>
  </w:num>
  <w:num w:numId="41">
    <w:abstractNumId w:val="19"/>
  </w:num>
  <w:num w:numId="42">
    <w:abstractNumId w:val="2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activeWritingStyle w:appName="MSWord" w:lang="en-GB" w:vendorID="64" w:dllVersion="0" w:nlCheck="1" w:checkStyle="0"/>
  <w:activeWritingStyle w:appName="MSWord" w:lang="en-US" w:vendorID="64" w:dllVersion="0" w:nlCheck="1" w:checkStyle="0"/>
  <w:activeWritingStyle w:appName="MSWord" w:lang="es-ES" w:vendorID="64" w:dllVersion="0" w:nlCheck="1" w:checkStyle="0"/>
  <w:activeWritingStyle w:appName="MSWord" w:lang="fr-FR" w:vendorID="64" w:dllVersion="0" w:nlCheck="1" w:checkStyle="0"/>
  <w:activeWritingStyle w:appName="MSWord" w:lang="fr-CH" w:vendorID="64" w:dllVersion="0" w:nlCheck="1" w:checkStyle="0"/>
  <w:activeWritingStyle w:appName="MSWord" w:lang="en-CA" w:vendorID="64" w:dllVersion="0" w:nlCheck="1" w:checkStyle="1"/>
  <w:activeWritingStyle w:appName="MSWord" w:lang="en-TT" w:vendorID="64" w:dllVersion="0" w:nlCheck="1" w:checkStyle="1"/>
  <w:activeWritingStyle w:appName="MSWord" w:lang="de-DE" w:vendorID="64" w:dllVersion="0" w:nlCheck="1" w:checkStyle="0"/>
  <w:activeWritingStyle w:appName="MSWord" w:lang="en-GB" w:vendorID="64" w:dllVersion="6" w:nlCheck="1" w:checkStyle="1"/>
  <w:activeWritingStyle w:appName="MSWord" w:lang="fr-FR" w:vendorID="64" w:dllVersion="6" w:nlCheck="1" w:checkStyle="1"/>
  <w:activeWritingStyle w:appName="MSWord" w:lang="fr-CH" w:vendorID="64" w:dllVersion="6" w:nlCheck="1" w:checkStyle="1"/>
  <w:activeWritingStyle w:appName="MSWord" w:lang="en-US" w:vendorID="64" w:dllVersion="6" w:nlCheck="1" w:checkStyle="1"/>
  <w:activeWritingStyle w:appName="MSWord" w:lang="de-DE" w:vendorID="64" w:dllVersion="6" w:nlCheck="1" w:checkStyle="1"/>
  <w:activeWritingStyle w:appName="MSWord" w:lang="en-CA" w:vendorID="64" w:dllVersion="6" w:nlCheck="1" w:checkStyle="1"/>
  <w:activeWritingStyle w:appName="MSWord" w:lang="ru-RU" w:vendorID="64" w:dllVersion="0" w:nlCheck="1" w:checkStyle="0"/>
  <w:activeWritingStyle w:appName="MSWord" w:lang="es-ES" w:vendorID="64" w:dllVersion="6" w:nlCheck="1" w:checkStyle="1"/>
  <w:activeWritingStyle w:appName="MSWord" w:lang="de-AT" w:vendorID="64" w:dllVersion="0" w:nlCheck="1" w:checkStyle="0"/>
  <w:activeWritingStyle w:appName="MSWord" w:lang="fr-CA" w:vendorID="64" w:dllVersion="0" w:nlCheck="1" w:checkStyle="0"/>
  <w:activeWritingStyle w:appName="MSWord" w:lang="es-AR" w:vendorID="64" w:dllVersion="6" w:nlCheck="1" w:checkStyle="1"/>
  <w:activeWritingStyle w:appName="MSWord" w:lang="es-AR" w:vendorID="64" w:dllVersion="0" w:nlCheck="1" w:checkStyle="0"/>
  <w:activeWritingStyle w:appName="MSWord" w:lang="de-CH" w:vendorID="64" w:dllVersion="0" w:nlCheck="1" w:checkStyle="0"/>
  <w:activeWritingStyle w:appName="MSWord" w:lang="de-AT" w:vendorID="64" w:dllVersion="6"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1AFD"/>
    <w:rsid w:val="0000026C"/>
    <w:rsid w:val="0000078E"/>
    <w:rsid w:val="0000086C"/>
    <w:rsid w:val="00000DEC"/>
    <w:rsid w:val="000013DF"/>
    <w:rsid w:val="000017EA"/>
    <w:rsid w:val="00001E91"/>
    <w:rsid w:val="000021DA"/>
    <w:rsid w:val="00002D76"/>
    <w:rsid w:val="00002D82"/>
    <w:rsid w:val="0000308C"/>
    <w:rsid w:val="000040E3"/>
    <w:rsid w:val="000051B8"/>
    <w:rsid w:val="000077A1"/>
    <w:rsid w:val="00007882"/>
    <w:rsid w:val="00007F70"/>
    <w:rsid w:val="00007FE1"/>
    <w:rsid w:val="000100B3"/>
    <w:rsid w:val="000101E4"/>
    <w:rsid w:val="00011615"/>
    <w:rsid w:val="00011A24"/>
    <w:rsid w:val="000120FE"/>
    <w:rsid w:val="000126B3"/>
    <w:rsid w:val="00012FB0"/>
    <w:rsid w:val="000136EC"/>
    <w:rsid w:val="00014015"/>
    <w:rsid w:val="00015185"/>
    <w:rsid w:val="000161D6"/>
    <w:rsid w:val="0001649B"/>
    <w:rsid w:val="00016768"/>
    <w:rsid w:val="00016A17"/>
    <w:rsid w:val="00016BC9"/>
    <w:rsid w:val="00017DD3"/>
    <w:rsid w:val="00020089"/>
    <w:rsid w:val="000207F4"/>
    <w:rsid w:val="0002082E"/>
    <w:rsid w:val="00020E42"/>
    <w:rsid w:val="00020F23"/>
    <w:rsid w:val="000215D0"/>
    <w:rsid w:val="00021D46"/>
    <w:rsid w:val="00021ECC"/>
    <w:rsid w:val="00022494"/>
    <w:rsid w:val="00022A18"/>
    <w:rsid w:val="00023069"/>
    <w:rsid w:val="00023E86"/>
    <w:rsid w:val="00024BAE"/>
    <w:rsid w:val="0002521D"/>
    <w:rsid w:val="000260CB"/>
    <w:rsid w:val="000273B7"/>
    <w:rsid w:val="00027B69"/>
    <w:rsid w:val="00027D64"/>
    <w:rsid w:val="0003045A"/>
    <w:rsid w:val="0003065B"/>
    <w:rsid w:val="00030838"/>
    <w:rsid w:val="00030A36"/>
    <w:rsid w:val="00030BBF"/>
    <w:rsid w:val="00030C5A"/>
    <w:rsid w:val="000316B9"/>
    <w:rsid w:val="00031CCA"/>
    <w:rsid w:val="0003283C"/>
    <w:rsid w:val="000328D8"/>
    <w:rsid w:val="00033175"/>
    <w:rsid w:val="0003334C"/>
    <w:rsid w:val="0003351F"/>
    <w:rsid w:val="00033608"/>
    <w:rsid w:val="00033884"/>
    <w:rsid w:val="000353CA"/>
    <w:rsid w:val="0003692C"/>
    <w:rsid w:val="00036ACC"/>
    <w:rsid w:val="00037CF6"/>
    <w:rsid w:val="00040083"/>
    <w:rsid w:val="0004021F"/>
    <w:rsid w:val="000409E1"/>
    <w:rsid w:val="00042355"/>
    <w:rsid w:val="0004241C"/>
    <w:rsid w:val="0004245C"/>
    <w:rsid w:val="000424C7"/>
    <w:rsid w:val="00042AD1"/>
    <w:rsid w:val="00042CA5"/>
    <w:rsid w:val="000430A2"/>
    <w:rsid w:val="00043AF8"/>
    <w:rsid w:val="00043F4C"/>
    <w:rsid w:val="000442C0"/>
    <w:rsid w:val="0004502A"/>
    <w:rsid w:val="0004597E"/>
    <w:rsid w:val="00045E34"/>
    <w:rsid w:val="0004681D"/>
    <w:rsid w:val="000468BD"/>
    <w:rsid w:val="00046B1F"/>
    <w:rsid w:val="000479C4"/>
    <w:rsid w:val="00047E61"/>
    <w:rsid w:val="0005034D"/>
    <w:rsid w:val="00050F58"/>
    <w:rsid w:val="00050F6B"/>
    <w:rsid w:val="00051A56"/>
    <w:rsid w:val="0005228D"/>
    <w:rsid w:val="00052635"/>
    <w:rsid w:val="00052844"/>
    <w:rsid w:val="00052AE3"/>
    <w:rsid w:val="00052F6A"/>
    <w:rsid w:val="000534B4"/>
    <w:rsid w:val="00053594"/>
    <w:rsid w:val="0005380C"/>
    <w:rsid w:val="00053A41"/>
    <w:rsid w:val="00054141"/>
    <w:rsid w:val="00054274"/>
    <w:rsid w:val="000543AE"/>
    <w:rsid w:val="000546B4"/>
    <w:rsid w:val="00054804"/>
    <w:rsid w:val="00054E5A"/>
    <w:rsid w:val="0005549C"/>
    <w:rsid w:val="00056335"/>
    <w:rsid w:val="00056824"/>
    <w:rsid w:val="000569F6"/>
    <w:rsid w:val="00057E97"/>
    <w:rsid w:val="0006085E"/>
    <w:rsid w:val="00060918"/>
    <w:rsid w:val="000611E9"/>
    <w:rsid w:val="00061395"/>
    <w:rsid w:val="000613D4"/>
    <w:rsid w:val="0006299D"/>
    <w:rsid w:val="00064396"/>
    <w:rsid w:val="000646F4"/>
    <w:rsid w:val="0006513C"/>
    <w:rsid w:val="00065CDA"/>
    <w:rsid w:val="00065EF9"/>
    <w:rsid w:val="0006699A"/>
    <w:rsid w:val="00066A62"/>
    <w:rsid w:val="000671FB"/>
    <w:rsid w:val="00070216"/>
    <w:rsid w:val="000703E8"/>
    <w:rsid w:val="00070727"/>
    <w:rsid w:val="00070D5D"/>
    <w:rsid w:val="00071C98"/>
    <w:rsid w:val="00071E2E"/>
    <w:rsid w:val="00071E46"/>
    <w:rsid w:val="00071F0F"/>
    <w:rsid w:val="00072556"/>
    <w:rsid w:val="00072962"/>
    <w:rsid w:val="00072A9D"/>
    <w:rsid w:val="00072C8C"/>
    <w:rsid w:val="000733B5"/>
    <w:rsid w:val="0007375D"/>
    <w:rsid w:val="000737B2"/>
    <w:rsid w:val="00074296"/>
    <w:rsid w:val="00074471"/>
    <w:rsid w:val="0007453C"/>
    <w:rsid w:val="0007523C"/>
    <w:rsid w:val="000763AE"/>
    <w:rsid w:val="0007782A"/>
    <w:rsid w:val="00080656"/>
    <w:rsid w:val="00080B22"/>
    <w:rsid w:val="00080E92"/>
    <w:rsid w:val="00080F3F"/>
    <w:rsid w:val="00081701"/>
    <w:rsid w:val="00081815"/>
    <w:rsid w:val="00081D97"/>
    <w:rsid w:val="000821A7"/>
    <w:rsid w:val="000830C8"/>
    <w:rsid w:val="00084697"/>
    <w:rsid w:val="0008507B"/>
    <w:rsid w:val="00085302"/>
    <w:rsid w:val="0008578A"/>
    <w:rsid w:val="00086591"/>
    <w:rsid w:val="00087067"/>
    <w:rsid w:val="00087A0A"/>
    <w:rsid w:val="00087C4D"/>
    <w:rsid w:val="000909F5"/>
    <w:rsid w:val="00090D4C"/>
    <w:rsid w:val="00090E7C"/>
    <w:rsid w:val="00091307"/>
    <w:rsid w:val="00092408"/>
    <w:rsid w:val="00092845"/>
    <w:rsid w:val="00092C5C"/>
    <w:rsid w:val="000931C0"/>
    <w:rsid w:val="0009326A"/>
    <w:rsid w:val="00093946"/>
    <w:rsid w:val="00095C01"/>
    <w:rsid w:val="00096BE2"/>
    <w:rsid w:val="00097558"/>
    <w:rsid w:val="000A032F"/>
    <w:rsid w:val="000A1061"/>
    <w:rsid w:val="000A17D3"/>
    <w:rsid w:val="000A19CF"/>
    <w:rsid w:val="000A3C88"/>
    <w:rsid w:val="000A3F84"/>
    <w:rsid w:val="000A509B"/>
    <w:rsid w:val="000A74C5"/>
    <w:rsid w:val="000A7D05"/>
    <w:rsid w:val="000A7F30"/>
    <w:rsid w:val="000B035E"/>
    <w:rsid w:val="000B0595"/>
    <w:rsid w:val="000B0C21"/>
    <w:rsid w:val="000B10F5"/>
    <w:rsid w:val="000B1590"/>
    <w:rsid w:val="000B15A6"/>
    <w:rsid w:val="000B175B"/>
    <w:rsid w:val="000B185D"/>
    <w:rsid w:val="000B2976"/>
    <w:rsid w:val="000B298A"/>
    <w:rsid w:val="000B2F02"/>
    <w:rsid w:val="000B3A0F"/>
    <w:rsid w:val="000B3D9E"/>
    <w:rsid w:val="000B45BD"/>
    <w:rsid w:val="000B4872"/>
    <w:rsid w:val="000B4E4B"/>
    <w:rsid w:val="000B4EF7"/>
    <w:rsid w:val="000B5022"/>
    <w:rsid w:val="000B54E8"/>
    <w:rsid w:val="000B5534"/>
    <w:rsid w:val="000B5B39"/>
    <w:rsid w:val="000B5B65"/>
    <w:rsid w:val="000B6043"/>
    <w:rsid w:val="000B65ED"/>
    <w:rsid w:val="000B6F0B"/>
    <w:rsid w:val="000B6FDA"/>
    <w:rsid w:val="000B7255"/>
    <w:rsid w:val="000B7446"/>
    <w:rsid w:val="000B789C"/>
    <w:rsid w:val="000B7A3A"/>
    <w:rsid w:val="000B7FBF"/>
    <w:rsid w:val="000C0487"/>
    <w:rsid w:val="000C0FFC"/>
    <w:rsid w:val="000C13CC"/>
    <w:rsid w:val="000C17B9"/>
    <w:rsid w:val="000C1D5C"/>
    <w:rsid w:val="000C2476"/>
    <w:rsid w:val="000C2C03"/>
    <w:rsid w:val="000C2C5D"/>
    <w:rsid w:val="000C2D2E"/>
    <w:rsid w:val="000C2E42"/>
    <w:rsid w:val="000C3C75"/>
    <w:rsid w:val="000C3F20"/>
    <w:rsid w:val="000C3F47"/>
    <w:rsid w:val="000C4DEF"/>
    <w:rsid w:val="000C4E27"/>
    <w:rsid w:val="000C52B2"/>
    <w:rsid w:val="000C59E0"/>
    <w:rsid w:val="000C6061"/>
    <w:rsid w:val="000C6321"/>
    <w:rsid w:val="000C681E"/>
    <w:rsid w:val="000C68E0"/>
    <w:rsid w:val="000C69FB"/>
    <w:rsid w:val="000C6C4E"/>
    <w:rsid w:val="000C6F99"/>
    <w:rsid w:val="000C7408"/>
    <w:rsid w:val="000C7CC4"/>
    <w:rsid w:val="000C7CF7"/>
    <w:rsid w:val="000C7E4D"/>
    <w:rsid w:val="000D04CA"/>
    <w:rsid w:val="000D118C"/>
    <w:rsid w:val="000D1220"/>
    <w:rsid w:val="000D1EF8"/>
    <w:rsid w:val="000D33D0"/>
    <w:rsid w:val="000D367A"/>
    <w:rsid w:val="000D392B"/>
    <w:rsid w:val="000D4837"/>
    <w:rsid w:val="000D492E"/>
    <w:rsid w:val="000D4BD7"/>
    <w:rsid w:val="000D4E8D"/>
    <w:rsid w:val="000D5B1E"/>
    <w:rsid w:val="000D5C8D"/>
    <w:rsid w:val="000D5DA4"/>
    <w:rsid w:val="000D65C8"/>
    <w:rsid w:val="000D6817"/>
    <w:rsid w:val="000D68C5"/>
    <w:rsid w:val="000D6B39"/>
    <w:rsid w:val="000D6C21"/>
    <w:rsid w:val="000D6EA3"/>
    <w:rsid w:val="000D7105"/>
    <w:rsid w:val="000D7287"/>
    <w:rsid w:val="000D72A8"/>
    <w:rsid w:val="000D73C2"/>
    <w:rsid w:val="000D77A3"/>
    <w:rsid w:val="000E0415"/>
    <w:rsid w:val="000E0BD4"/>
    <w:rsid w:val="000E1948"/>
    <w:rsid w:val="000E1E82"/>
    <w:rsid w:val="000E214D"/>
    <w:rsid w:val="000E222A"/>
    <w:rsid w:val="000E2A29"/>
    <w:rsid w:val="000E389D"/>
    <w:rsid w:val="000E3F6A"/>
    <w:rsid w:val="000E44E2"/>
    <w:rsid w:val="000E48D0"/>
    <w:rsid w:val="000E4D38"/>
    <w:rsid w:val="000E4DFA"/>
    <w:rsid w:val="000E5324"/>
    <w:rsid w:val="000E5D28"/>
    <w:rsid w:val="000E7032"/>
    <w:rsid w:val="000E728B"/>
    <w:rsid w:val="000E787C"/>
    <w:rsid w:val="000E7C2D"/>
    <w:rsid w:val="000E7E8E"/>
    <w:rsid w:val="000F0DD3"/>
    <w:rsid w:val="000F0EB6"/>
    <w:rsid w:val="000F11BA"/>
    <w:rsid w:val="000F130A"/>
    <w:rsid w:val="000F2248"/>
    <w:rsid w:val="000F2747"/>
    <w:rsid w:val="000F30FE"/>
    <w:rsid w:val="000F3CDC"/>
    <w:rsid w:val="000F42DC"/>
    <w:rsid w:val="000F461C"/>
    <w:rsid w:val="000F4762"/>
    <w:rsid w:val="000F48EC"/>
    <w:rsid w:val="000F61E1"/>
    <w:rsid w:val="000F7D44"/>
    <w:rsid w:val="000F7DA9"/>
    <w:rsid w:val="00100990"/>
    <w:rsid w:val="00100E6A"/>
    <w:rsid w:val="00102779"/>
    <w:rsid w:val="001033D8"/>
    <w:rsid w:val="00103B52"/>
    <w:rsid w:val="00104265"/>
    <w:rsid w:val="001050EE"/>
    <w:rsid w:val="00105148"/>
    <w:rsid w:val="00105515"/>
    <w:rsid w:val="00105738"/>
    <w:rsid w:val="00105ABF"/>
    <w:rsid w:val="001061AE"/>
    <w:rsid w:val="00106DEB"/>
    <w:rsid w:val="001073EB"/>
    <w:rsid w:val="0010767F"/>
    <w:rsid w:val="001079F5"/>
    <w:rsid w:val="001103AA"/>
    <w:rsid w:val="0011053C"/>
    <w:rsid w:val="00110ADE"/>
    <w:rsid w:val="001117CD"/>
    <w:rsid w:val="0011241B"/>
    <w:rsid w:val="00114329"/>
    <w:rsid w:val="001147D8"/>
    <w:rsid w:val="001149C4"/>
    <w:rsid w:val="00115199"/>
    <w:rsid w:val="0011543C"/>
    <w:rsid w:val="00115A06"/>
    <w:rsid w:val="00116337"/>
    <w:rsid w:val="0011666B"/>
    <w:rsid w:val="001169CC"/>
    <w:rsid w:val="00117994"/>
    <w:rsid w:val="00120EAC"/>
    <w:rsid w:val="00120FEB"/>
    <w:rsid w:val="001211E5"/>
    <w:rsid w:val="00121836"/>
    <w:rsid w:val="00121BC6"/>
    <w:rsid w:val="00121C21"/>
    <w:rsid w:val="0012462D"/>
    <w:rsid w:val="00124A62"/>
    <w:rsid w:val="00124B8B"/>
    <w:rsid w:val="00124D25"/>
    <w:rsid w:val="00125BC2"/>
    <w:rsid w:val="00126034"/>
    <w:rsid w:val="00126321"/>
    <w:rsid w:val="001266AF"/>
    <w:rsid w:val="00126871"/>
    <w:rsid w:val="00126FE8"/>
    <w:rsid w:val="0012784D"/>
    <w:rsid w:val="00127B47"/>
    <w:rsid w:val="001305CD"/>
    <w:rsid w:val="00130CFC"/>
    <w:rsid w:val="001318A6"/>
    <w:rsid w:val="00131EC6"/>
    <w:rsid w:val="0013264E"/>
    <w:rsid w:val="0013371D"/>
    <w:rsid w:val="0013411F"/>
    <w:rsid w:val="00135746"/>
    <w:rsid w:val="00136263"/>
    <w:rsid w:val="001369DF"/>
    <w:rsid w:val="00136CCD"/>
    <w:rsid w:val="00136CF6"/>
    <w:rsid w:val="00137517"/>
    <w:rsid w:val="00137BF1"/>
    <w:rsid w:val="00137CB5"/>
    <w:rsid w:val="001401B9"/>
    <w:rsid w:val="001405A0"/>
    <w:rsid w:val="0014097B"/>
    <w:rsid w:val="0014107F"/>
    <w:rsid w:val="001413AA"/>
    <w:rsid w:val="001413E4"/>
    <w:rsid w:val="0014154A"/>
    <w:rsid w:val="00142304"/>
    <w:rsid w:val="001426A7"/>
    <w:rsid w:val="00142E66"/>
    <w:rsid w:val="0014381C"/>
    <w:rsid w:val="0014416B"/>
    <w:rsid w:val="001441B3"/>
    <w:rsid w:val="001444AA"/>
    <w:rsid w:val="00144511"/>
    <w:rsid w:val="00144922"/>
    <w:rsid w:val="001449F7"/>
    <w:rsid w:val="0014518E"/>
    <w:rsid w:val="00145623"/>
    <w:rsid w:val="00145694"/>
    <w:rsid w:val="00146559"/>
    <w:rsid w:val="00146A39"/>
    <w:rsid w:val="00146E88"/>
    <w:rsid w:val="001473AF"/>
    <w:rsid w:val="0014775A"/>
    <w:rsid w:val="00147FA0"/>
    <w:rsid w:val="00150FEA"/>
    <w:rsid w:val="00151024"/>
    <w:rsid w:val="00151136"/>
    <w:rsid w:val="001519BB"/>
    <w:rsid w:val="00151F48"/>
    <w:rsid w:val="00152187"/>
    <w:rsid w:val="00152D57"/>
    <w:rsid w:val="00153768"/>
    <w:rsid w:val="00153DF6"/>
    <w:rsid w:val="001547D6"/>
    <w:rsid w:val="001554A1"/>
    <w:rsid w:val="00155912"/>
    <w:rsid w:val="00155A92"/>
    <w:rsid w:val="00156523"/>
    <w:rsid w:val="00156779"/>
    <w:rsid w:val="00156ECE"/>
    <w:rsid w:val="00156F08"/>
    <w:rsid w:val="00160002"/>
    <w:rsid w:val="00160F9B"/>
    <w:rsid w:val="00161468"/>
    <w:rsid w:val="00161EAD"/>
    <w:rsid w:val="00162596"/>
    <w:rsid w:val="0016275A"/>
    <w:rsid w:val="00162BE8"/>
    <w:rsid w:val="001632DC"/>
    <w:rsid w:val="001643C9"/>
    <w:rsid w:val="001647CD"/>
    <w:rsid w:val="00165700"/>
    <w:rsid w:val="00165997"/>
    <w:rsid w:val="00165F38"/>
    <w:rsid w:val="00165F3A"/>
    <w:rsid w:val="00165FBE"/>
    <w:rsid w:val="00166744"/>
    <w:rsid w:val="00166E0B"/>
    <w:rsid w:val="00166EA9"/>
    <w:rsid w:val="00167441"/>
    <w:rsid w:val="001701CA"/>
    <w:rsid w:val="00171B73"/>
    <w:rsid w:val="001729BD"/>
    <w:rsid w:val="00173851"/>
    <w:rsid w:val="0017482E"/>
    <w:rsid w:val="001752D4"/>
    <w:rsid w:val="001765C1"/>
    <w:rsid w:val="00176BEE"/>
    <w:rsid w:val="00177797"/>
    <w:rsid w:val="00177F59"/>
    <w:rsid w:val="0018025F"/>
    <w:rsid w:val="00180432"/>
    <w:rsid w:val="001807FD"/>
    <w:rsid w:val="0018095A"/>
    <w:rsid w:val="00181A29"/>
    <w:rsid w:val="00182290"/>
    <w:rsid w:val="001824B6"/>
    <w:rsid w:val="001825AF"/>
    <w:rsid w:val="001829C5"/>
    <w:rsid w:val="00183614"/>
    <w:rsid w:val="0018392E"/>
    <w:rsid w:val="00183FB9"/>
    <w:rsid w:val="00185014"/>
    <w:rsid w:val="00185477"/>
    <w:rsid w:val="00185897"/>
    <w:rsid w:val="00185FFC"/>
    <w:rsid w:val="001861AE"/>
    <w:rsid w:val="00186401"/>
    <w:rsid w:val="00186B68"/>
    <w:rsid w:val="00186F41"/>
    <w:rsid w:val="00187136"/>
    <w:rsid w:val="00187DF7"/>
    <w:rsid w:val="00187E83"/>
    <w:rsid w:val="001908DA"/>
    <w:rsid w:val="00192A33"/>
    <w:rsid w:val="00192AB9"/>
    <w:rsid w:val="00192C9E"/>
    <w:rsid w:val="00192D26"/>
    <w:rsid w:val="0019342E"/>
    <w:rsid w:val="001939A6"/>
    <w:rsid w:val="00193B73"/>
    <w:rsid w:val="00194867"/>
    <w:rsid w:val="00194F2C"/>
    <w:rsid w:val="001953C5"/>
    <w:rsid w:val="00195A27"/>
    <w:rsid w:val="00195CE3"/>
    <w:rsid w:val="00196056"/>
    <w:rsid w:val="00196BAB"/>
    <w:rsid w:val="00196BDA"/>
    <w:rsid w:val="00197097"/>
    <w:rsid w:val="001973A5"/>
    <w:rsid w:val="00197B29"/>
    <w:rsid w:val="00197B6B"/>
    <w:rsid w:val="00197EBE"/>
    <w:rsid w:val="001A1805"/>
    <w:rsid w:val="001A284B"/>
    <w:rsid w:val="001A31B8"/>
    <w:rsid w:val="001A3526"/>
    <w:rsid w:val="001A37CE"/>
    <w:rsid w:val="001A3955"/>
    <w:rsid w:val="001A39EC"/>
    <w:rsid w:val="001A3D09"/>
    <w:rsid w:val="001A41A1"/>
    <w:rsid w:val="001A43E8"/>
    <w:rsid w:val="001A4443"/>
    <w:rsid w:val="001A473D"/>
    <w:rsid w:val="001A504E"/>
    <w:rsid w:val="001A54D5"/>
    <w:rsid w:val="001A56D9"/>
    <w:rsid w:val="001A63C9"/>
    <w:rsid w:val="001A6A1B"/>
    <w:rsid w:val="001A6ED0"/>
    <w:rsid w:val="001A759A"/>
    <w:rsid w:val="001A7817"/>
    <w:rsid w:val="001B0074"/>
    <w:rsid w:val="001B00F3"/>
    <w:rsid w:val="001B04CC"/>
    <w:rsid w:val="001B05CC"/>
    <w:rsid w:val="001B0C09"/>
    <w:rsid w:val="001B12AE"/>
    <w:rsid w:val="001B13BB"/>
    <w:rsid w:val="001B17B3"/>
    <w:rsid w:val="001B205B"/>
    <w:rsid w:val="001B34CC"/>
    <w:rsid w:val="001B39DC"/>
    <w:rsid w:val="001B3BD2"/>
    <w:rsid w:val="001B3DCB"/>
    <w:rsid w:val="001B3E8E"/>
    <w:rsid w:val="001B46D8"/>
    <w:rsid w:val="001B4B04"/>
    <w:rsid w:val="001B4DE5"/>
    <w:rsid w:val="001B4FBF"/>
    <w:rsid w:val="001B59AE"/>
    <w:rsid w:val="001B5C8B"/>
    <w:rsid w:val="001B65B0"/>
    <w:rsid w:val="001B712F"/>
    <w:rsid w:val="001B7688"/>
    <w:rsid w:val="001C02A5"/>
    <w:rsid w:val="001C07F2"/>
    <w:rsid w:val="001C0DB1"/>
    <w:rsid w:val="001C0FB3"/>
    <w:rsid w:val="001C133C"/>
    <w:rsid w:val="001C15EF"/>
    <w:rsid w:val="001C2632"/>
    <w:rsid w:val="001C2837"/>
    <w:rsid w:val="001C3663"/>
    <w:rsid w:val="001C37EA"/>
    <w:rsid w:val="001C4771"/>
    <w:rsid w:val="001C483A"/>
    <w:rsid w:val="001C4D8E"/>
    <w:rsid w:val="001C4DA0"/>
    <w:rsid w:val="001C53D9"/>
    <w:rsid w:val="001C6387"/>
    <w:rsid w:val="001C6663"/>
    <w:rsid w:val="001C67E1"/>
    <w:rsid w:val="001C69AC"/>
    <w:rsid w:val="001C7005"/>
    <w:rsid w:val="001C7895"/>
    <w:rsid w:val="001C7B84"/>
    <w:rsid w:val="001D0C8C"/>
    <w:rsid w:val="001D0CC0"/>
    <w:rsid w:val="001D1419"/>
    <w:rsid w:val="001D1528"/>
    <w:rsid w:val="001D1BDF"/>
    <w:rsid w:val="001D1E32"/>
    <w:rsid w:val="001D26DF"/>
    <w:rsid w:val="001D2AF6"/>
    <w:rsid w:val="001D2F0C"/>
    <w:rsid w:val="001D3A03"/>
    <w:rsid w:val="001D3D63"/>
    <w:rsid w:val="001D3F18"/>
    <w:rsid w:val="001D5090"/>
    <w:rsid w:val="001D6439"/>
    <w:rsid w:val="001D7287"/>
    <w:rsid w:val="001D7A6D"/>
    <w:rsid w:val="001E029B"/>
    <w:rsid w:val="001E0546"/>
    <w:rsid w:val="001E057E"/>
    <w:rsid w:val="001E0A30"/>
    <w:rsid w:val="001E0BA4"/>
    <w:rsid w:val="001E131D"/>
    <w:rsid w:val="001E1A0C"/>
    <w:rsid w:val="001E2C53"/>
    <w:rsid w:val="001E32FF"/>
    <w:rsid w:val="001E470C"/>
    <w:rsid w:val="001E49E1"/>
    <w:rsid w:val="001E50B9"/>
    <w:rsid w:val="001E5891"/>
    <w:rsid w:val="001E5A81"/>
    <w:rsid w:val="001E5C7B"/>
    <w:rsid w:val="001E6105"/>
    <w:rsid w:val="001E7B67"/>
    <w:rsid w:val="001E7CAA"/>
    <w:rsid w:val="001F10EB"/>
    <w:rsid w:val="001F115F"/>
    <w:rsid w:val="001F165A"/>
    <w:rsid w:val="001F1735"/>
    <w:rsid w:val="001F1929"/>
    <w:rsid w:val="001F1A51"/>
    <w:rsid w:val="001F1F92"/>
    <w:rsid w:val="001F32CB"/>
    <w:rsid w:val="001F3E32"/>
    <w:rsid w:val="001F4600"/>
    <w:rsid w:val="001F494F"/>
    <w:rsid w:val="001F49C7"/>
    <w:rsid w:val="001F4D76"/>
    <w:rsid w:val="001F4E67"/>
    <w:rsid w:val="001F50EF"/>
    <w:rsid w:val="001F5244"/>
    <w:rsid w:val="001F579C"/>
    <w:rsid w:val="001F5DF9"/>
    <w:rsid w:val="001F6E35"/>
    <w:rsid w:val="001F7192"/>
    <w:rsid w:val="001F7329"/>
    <w:rsid w:val="001F7426"/>
    <w:rsid w:val="001F75E0"/>
    <w:rsid w:val="001F7A69"/>
    <w:rsid w:val="001F7F78"/>
    <w:rsid w:val="00200044"/>
    <w:rsid w:val="00201BE5"/>
    <w:rsid w:val="00202349"/>
    <w:rsid w:val="0020273B"/>
    <w:rsid w:val="00202DA8"/>
    <w:rsid w:val="0020330D"/>
    <w:rsid w:val="00203487"/>
    <w:rsid w:val="00203FE0"/>
    <w:rsid w:val="002048CE"/>
    <w:rsid w:val="00205EB4"/>
    <w:rsid w:val="00206FF0"/>
    <w:rsid w:val="0020761E"/>
    <w:rsid w:val="00207818"/>
    <w:rsid w:val="00210708"/>
    <w:rsid w:val="00210AAA"/>
    <w:rsid w:val="00210B70"/>
    <w:rsid w:val="0021112F"/>
    <w:rsid w:val="002112AC"/>
    <w:rsid w:val="002114B3"/>
    <w:rsid w:val="002116B8"/>
    <w:rsid w:val="0021171D"/>
    <w:rsid w:val="002119FA"/>
    <w:rsid w:val="00211E0B"/>
    <w:rsid w:val="00212073"/>
    <w:rsid w:val="00212BC8"/>
    <w:rsid w:val="00212D33"/>
    <w:rsid w:val="0021319D"/>
    <w:rsid w:val="002149DE"/>
    <w:rsid w:val="0021519C"/>
    <w:rsid w:val="0021579E"/>
    <w:rsid w:val="00215C1D"/>
    <w:rsid w:val="002160DB"/>
    <w:rsid w:val="00216AEB"/>
    <w:rsid w:val="00216BAC"/>
    <w:rsid w:val="002203EA"/>
    <w:rsid w:val="00220851"/>
    <w:rsid w:val="00220D89"/>
    <w:rsid w:val="002210D6"/>
    <w:rsid w:val="0022113E"/>
    <w:rsid w:val="00221A57"/>
    <w:rsid w:val="00221E95"/>
    <w:rsid w:val="002221F5"/>
    <w:rsid w:val="00222548"/>
    <w:rsid w:val="00222BDB"/>
    <w:rsid w:val="00222CBE"/>
    <w:rsid w:val="00223422"/>
    <w:rsid w:val="002247FA"/>
    <w:rsid w:val="00224E5E"/>
    <w:rsid w:val="002251FA"/>
    <w:rsid w:val="002259AF"/>
    <w:rsid w:val="00225FE7"/>
    <w:rsid w:val="0022603A"/>
    <w:rsid w:val="00226155"/>
    <w:rsid w:val="00226871"/>
    <w:rsid w:val="002268C0"/>
    <w:rsid w:val="002269DC"/>
    <w:rsid w:val="00226E5D"/>
    <w:rsid w:val="00227D00"/>
    <w:rsid w:val="00230B32"/>
    <w:rsid w:val="00230DB5"/>
    <w:rsid w:val="00230EA0"/>
    <w:rsid w:val="00231650"/>
    <w:rsid w:val="0023212E"/>
    <w:rsid w:val="002321DF"/>
    <w:rsid w:val="00232F5D"/>
    <w:rsid w:val="00233823"/>
    <w:rsid w:val="00233B7A"/>
    <w:rsid w:val="002347E6"/>
    <w:rsid w:val="00234ABF"/>
    <w:rsid w:val="00234C80"/>
    <w:rsid w:val="002358D7"/>
    <w:rsid w:val="00235AC1"/>
    <w:rsid w:val="002361DD"/>
    <w:rsid w:val="00236425"/>
    <w:rsid w:val="00236F39"/>
    <w:rsid w:val="00237051"/>
    <w:rsid w:val="0023777F"/>
    <w:rsid w:val="002377F2"/>
    <w:rsid w:val="002378DB"/>
    <w:rsid w:val="002405C1"/>
    <w:rsid w:val="00240B1D"/>
    <w:rsid w:val="00240BC2"/>
    <w:rsid w:val="0024189C"/>
    <w:rsid w:val="00242299"/>
    <w:rsid w:val="0024248E"/>
    <w:rsid w:val="00243058"/>
    <w:rsid w:val="00243449"/>
    <w:rsid w:val="002439D5"/>
    <w:rsid w:val="00243F7C"/>
    <w:rsid w:val="0024406E"/>
    <w:rsid w:val="00244856"/>
    <w:rsid w:val="00244D66"/>
    <w:rsid w:val="00246453"/>
    <w:rsid w:val="00246BF3"/>
    <w:rsid w:val="00246E83"/>
    <w:rsid w:val="00247318"/>
    <w:rsid w:val="0024772E"/>
    <w:rsid w:val="00247D9A"/>
    <w:rsid w:val="002500AA"/>
    <w:rsid w:val="002508C4"/>
    <w:rsid w:val="00250BC4"/>
    <w:rsid w:val="00250C3E"/>
    <w:rsid w:val="00251B9D"/>
    <w:rsid w:val="00253815"/>
    <w:rsid w:val="0025439F"/>
    <w:rsid w:val="00254498"/>
    <w:rsid w:val="00255381"/>
    <w:rsid w:val="002553DC"/>
    <w:rsid w:val="00255468"/>
    <w:rsid w:val="00255F21"/>
    <w:rsid w:val="00256025"/>
    <w:rsid w:val="00257298"/>
    <w:rsid w:val="00260552"/>
    <w:rsid w:val="002607F0"/>
    <w:rsid w:val="00260940"/>
    <w:rsid w:val="00261778"/>
    <w:rsid w:val="002625BD"/>
    <w:rsid w:val="002626B6"/>
    <w:rsid w:val="00262A1A"/>
    <w:rsid w:val="00262F9F"/>
    <w:rsid w:val="00264279"/>
    <w:rsid w:val="00264960"/>
    <w:rsid w:val="002658EF"/>
    <w:rsid w:val="00265D5A"/>
    <w:rsid w:val="00265E11"/>
    <w:rsid w:val="0026777B"/>
    <w:rsid w:val="00267F5F"/>
    <w:rsid w:val="00270379"/>
    <w:rsid w:val="00270B52"/>
    <w:rsid w:val="00270DD7"/>
    <w:rsid w:val="00271278"/>
    <w:rsid w:val="002715C8"/>
    <w:rsid w:val="002719B5"/>
    <w:rsid w:val="00271ADB"/>
    <w:rsid w:val="00271EB3"/>
    <w:rsid w:val="00272155"/>
    <w:rsid w:val="0027310D"/>
    <w:rsid w:val="00273325"/>
    <w:rsid w:val="002734AB"/>
    <w:rsid w:val="002753E7"/>
    <w:rsid w:val="00276700"/>
    <w:rsid w:val="00276D62"/>
    <w:rsid w:val="0027768C"/>
    <w:rsid w:val="00277740"/>
    <w:rsid w:val="00277F44"/>
    <w:rsid w:val="0028118D"/>
    <w:rsid w:val="0028145C"/>
    <w:rsid w:val="002819AD"/>
    <w:rsid w:val="002819E5"/>
    <w:rsid w:val="00282015"/>
    <w:rsid w:val="00282436"/>
    <w:rsid w:val="0028300D"/>
    <w:rsid w:val="00283525"/>
    <w:rsid w:val="00283CF4"/>
    <w:rsid w:val="00285318"/>
    <w:rsid w:val="0028557B"/>
    <w:rsid w:val="002855E5"/>
    <w:rsid w:val="00285CC1"/>
    <w:rsid w:val="0028634E"/>
    <w:rsid w:val="002865B7"/>
    <w:rsid w:val="00286B4D"/>
    <w:rsid w:val="00287045"/>
    <w:rsid w:val="00287D95"/>
    <w:rsid w:val="00290E69"/>
    <w:rsid w:val="00290EB5"/>
    <w:rsid w:val="002911C7"/>
    <w:rsid w:val="00291461"/>
    <w:rsid w:val="00291713"/>
    <w:rsid w:val="00292962"/>
    <w:rsid w:val="00292C25"/>
    <w:rsid w:val="002932DC"/>
    <w:rsid w:val="002934A8"/>
    <w:rsid w:val="00293748"/>
    <w:rsid w:val="00293D69"/>
    <w:rsid w:val="002944E6"/>
    <w:rsid w:val="00295111"/>
    <w:rsid w:val="00296257"/>
    <w:rsid w:val="00296ED2"/>
    <w:rsid w:val="00297F72"/>
    <w:rsid w:val="002A1A78"/>
    <w:rsid w:val="002A22FF"/>
    <w:rsid w:val="002A24D5"/>
    <w:rsid w:val="002A2623"/>
    <w:rsid w:val="002A2D4B"/>
    <w:rsid w:val="002A35DD"/>
    <w:rsid w:val="002A3A32"/>
    <w:rsid w:val="002A3B4B"/>
    <w:rsid w:val="002A3DAE"/>
    <w:rsid w:val="002A4860"/>
    <w:rsid w:val="002A49B9"/>
    <w:rsid w:val="002A61E2"/>
    <w:rsid w:val="002A6200"/>
    <w:rsid w:val="002A6F6C"/>
    <w:rsid w:val="002B0250"/>
    <w:rsid w:val="002B040C"/>
    <w:rsid w:val="002B0636"/>
    <w:rsid w:val="002B0B8F"/>
    <w:rsid w:val="002B0BB6"/>
    <w:rsid w:val="002B0DD0"/>
    <w:rsid w:val="002B132F"/>
    <w:rsid w:val="002B1B1B"/>
    <w:rsid w:val="002B1DAC"/>
    <w:rsid w:val="002B216C"/>
    <w:rsid w:val="002B3087"/>
    <w:rsid w:val="002B3638"/>
    <w:rsid w:val="002B3C5D"/>
    <w:rsid w:val="002B4D6D"/>
    <w:rsid w:val="002B5570"/>
    <w:rsid w:val="002B5712"/>
    <w:rsid w:val="002B5A65"/>
    <w:rsid w:val="002B5FCD"/>
    <w:rsid w:val="002B6506"/>
    <w:rsid w:val="002B6529"/>
    <w:rsid w:val="002B768C"/>
    <w:rsid w:val="002B784B"/>
    <w:rsid w:val="002B7BE0"/>
    <w:rsid w:val="002B7CCC"/>
    <w:rsid w:val="002B7E11"/>
    <w:rsid w:val="002C00F5"/>
    <w:rsid w:val="002C0142"/>
    <w:rsid w:val="002C0572"/>
    <w:rsid w:val="002C0804"/>
    <w:rsid w:val="002C0D20"/>
    <w:rsid w:val="002C1BA2"/>
    <w:rsid w:val="002C2198"/>
    <w:rsid w:val="002C2AF5"/>
    <w:rsid w:val="002C2BC4"/>
    <w:rsid w:val="002C3524"/>
    <w:rsid w:val="002C38B8"/>
    <w:rsid w:val="002C44C4"/>
    <w:rsid w:val="002C46F5"/>
    <w:rsid w:val="002C47D2"/>
    <w:rsid w:val="002C5E0C"/>
    <w:rsid w:val="002C61B5"/>
    <w:rsid w:val="002C6744"/>
    <w:rsid w:val="002C675B"/>
    <w:rsid w:val="002C67DA"/>
    <w:rsid w:val="002C6AD2"/>
    <w:rsid w:val="002C6BEC"/>
    <w:rsid w:val="002C733B"/>
    <w:rsid w:val="002C7C59"/>
    <w:rsid w:val="002D0B80"/>
    <w:rsid w:val="002D1016"/>
    <w:rsid w:val="002D2266"/>
    <w:rsid w:val="002D235A"/>
    <w:rsid w:val="002D24D5"/>
    <w:rsid w:val="002D2D5F"/>
    <w:rsid w:val="002D32ED"/>
    <w:rsid w:val="002D336A"/>
    <w:rsid w:val="002D384B"/>
    <w:rsid w:val="002D4643"/>
    <w:rsid w:val="002D4F53"/>
    <w:rsid w:val="002D508B"/>
    <w:rsid w:val="002D618C"/>
    <w:rsid w:val="002D6720"/>
    <w:rsid w:val="002D6D9C"/>
    <w:rsid w:val="002D7065"/>
    <w:rsid w:val="002D70FC"/>
    <w:rsid w:val="002D7A6C"/>
    <w:rsid w:val="002D7A8E"/>
    <w:rsid w:val="002E077C"/>
    <w:rsid w:val="002E0C89"/>
    <w:rsid w:val="002E16E2"/>
    <w:rsid w:val="002E1A3A"/>
    <w:rsid w:val="002E3204"/>
    <w:rsid w:val="002E342A"/>
    <w:rsid w:val="002E38C6"/>
    <w:rsid w:val="002E3B59"/>
    <w:rsid w:val="002E414B"/>
    <w:rsid w:val="002E41A1"/>
    <w:rsid w:val="002E43C4"/>
    <w:rsid w:val="002E43E9"/>
    <w:rsid w:val="002E4564"/>
    <w:rsid w:val="002E4727"/>
    <w:rsid w:val="002E4764"/>
    <w:rsid w:val="002E4BBE"/>
    <w:rsid w:val="002E5E9E"/>
    <w:rsid w:val="002E668D"/>
    <w:rsid w:val="002E6DD9"/>
    <w:rsid w:val="002E7CE2"/>
    <w:rsid w:val="002F01AD"/>
    <w:rsid w:val="002F0551"/>
    <w:rsid w:val="002F07F8"/>
    <w:rsid w:val="002F0A87"/>
    <w:rsid w:val="002F1345"/>
    <w:rsid w:val="002F175C"/>
    <w:rsid w:val="002F1C3D"/>
    <w:rsid w:val="002F2555"/>
    <w:rsid w:val="002F2996"/>
    <w:rsid w:val="002F2AA9"/>
    <w:rsid w:val="002F3608"/>
    <w:rsid w:val="002F3782"/>
    <w:rsid w:val="002F37DB"/>
    <w:rsid w:val="002F3B19"/>
    <w:rsid w:val="002F5170"/>
    <w:rsid w:val="002F5328"/>
    <w:rsid w:val="002F5833"/>
    <w:rsid w:val="002F640A"/>
    <w:rsid w:val="002F6F43"/>
    <w:rsid w:val="002F7DE0"/>
    <w:rsid w:val="002F7E29"/>
    <w:rsid w:val="002F7E62"/>
    <w:rsid w:val="003006AB"/>
    <w:rsid w:val="0030194D"/>
    <w:rsid w:val="003021CA"/>
    <w:rsid w:val="00302974"/>
    <w:rsid w:val="00302E18"/>
    <w:rsid w:val="00303135"/>
    <w:rsid w:val="00303A0C"/>
    <w:rsid w:val="00303AC6"/>
    <w:rsid w:val="00304010"/>
    <w:rsid w:val="003041CD"/>
    <w:rsid w:val="00304460"/>
    <w:rsid w:val="00305F2E"/>
    <w:rsid w:val="0030620A"/>
    <w:rsid w:val="00306263"/>
    <w:rsid w:val="00306433"/>
    <w:rsid w:val="00307D2E"/>
    <w:rsid w:val="00307DF2"/>
    <w:rsid w:val="003101AC"/>
    <w:rsid w:val="003110D7"/>
    <w:rsid w:val="003118B3"/>
    <w:rsid w:val="003119CB"/>
    <w:rsid w:val="00311A13"/>
    <w:rsid w:val="00311C98"/>
    <w:rsid w:val="00311DCC"/>
    <w:rsid w:val="00311E3A"/>
    <w:rsid w:val="003122EF"/>
    <w:rsid w:val="0031231E"/>
    <w:rsid w:val="00312B96"/>
    <w:rsid w:val="00312CAD"/>
    <w:rsid w:val="00313FE7"/>
    <w:rsid w:val="0031438A"/>
    <w:rsid w:val="00314B97"/>
    <w:rsid w:val="003151C5"/>
    <w:rsid w:val="003152CD"/>
    <w:rsid w:val="00315E2F"/>
    <w:rsid w:val="00316801"/>
    <w:rsid w:val="00316B77"/>
    <w:rsid w:val="0031792B"/>
    <w:rsid w:val="00317C14"/>
    <w:rsid w:val="00317D89"/>
    <w:rsid w:val="00320F59"/>
    <w:rsid w:val="00321B76"/>
    <w:rsid w:val="003220FF"/>
    <w:rsid w:val="00322556"/>
    <w:rsid w:val="00322760"/>
    <w:rsid w:val="003229C3"/>
    <w:rsid w:val="003229D8"/>
    <w:rsid w:val="00323033"/>
    <w:rsid w:val="003232CE"/>
    <w:rsid w:val="00324B05"/>
    <w:rsid w:val="003267F8"/>
    <w:rsid w:val="00326FD5"/>
    <w:rsid w:val="003278C2"/>
    <w:rsid w:val="003312A5"/>
    <w:rsid w:val="00331640"/>
    <w:rsid w:val="00331C66"/>
    <w:rsid w:val="00331F37"/>
    <w:rsid w:val="00332355"/>
    <w:rsid w:val="0033390E"/>
    <w:rsid w:val="00333922"/>
    <w:rsid w:val="00333E11"/>
    <w:rsid w:val="00334B29"/>
    <w:rsid w:val="00335704"/>
    <w:rsid w:val="0033703E"/>
    <w:rsid w:val="00337613"/>
    <w:rsid w:val="003379F6"/>
    <w:rsid w:val="0034042A"/>
    <w:rsid w:val="003427CD"/>
    <w:rsid w:val="00342951"/>
    <w:rsid w:val="00343450"/>
    <w:rsid w:val="0034381B"/>
    <w:rsid w:val="0034431A"/>
    <w:rsid w:val="0034459E"/>
    <w:rsid w:val="00345480"/>
    <w:rsid w:val="00345A7B"/>
    <w:rsid w:val="00345B3B"/>
    <w:rsid w:val="003465E4"/>
    <w:rsid w:val="003472DD"/>
    <w:rsid w:val="00347455"/>
    <w:rsid w:val="00347517"/>
    <w:rsid w:val="00350093"/>
    <w:rsid w:val="0035093B"/>
    <w:rsid w:val="00350ADA"/>
    <w:rsid w:val="003511E8"/>
    <w:rsid w:val="0035231C"/>
    <w:rsid w:val="00352409"/>
    <w:rsid w:val="00352503"/>
    <w:rsid w:val="00352709"/>
    <w:rsid w:val="0035322A"/>
    <w:rsid w:val="00353B2A"/>
    <w:rsid w:val="00355553"/>
    <w:rsid w:val="00355780"/>
    <w:rsid w:val="00356348"/>
    <w:rsid w:val="00357A03"/>
    <w:rsid w:val="0036056A"/>
    <w:rsid w:val="0036106B"/>
    <w:rsid w:val="00361188"/>
    <w:rsid w:val="0036143B"/>
    <w:rsid w:val="0036168E"/>
    <w:rsid w:val="003619B5"/>
    <w:rsid w:val="00361AC3"/>
    <w:rsid w:val="00361E2B"/>
    <w:rsid w:val="00362406"/>
    <w:rsid w:val="003625A3"/>
    <w:rsid w:val="003637D5"/>
    <w:rsid w:val="00363B7D"/>
    <w:rsid w:val="00363CE5"/>
    <w:rsid w:val="003641CD"/>
    <w:rsid w:val="0036488D"/>
    <w:rsid w:val="00365763"/>
    <w:rsid w:val="00365EE0"/>
    <w:rsid w:val="00366225"/>
    <w:rsid w:val="0036648A"/>
    <w:rsid w:val="0036678A"/>
    <w:rsid w:val="00366937"/>
    <w:rsid w:val="00367A3C"/>
    <w:rsid w:val="00367C2A"/>
    <w:rsid w:val="00367F8C"/>
    <w:rsid w:val="00371035"/>
    <w:rsid w:val="00371178"/>
    <w:rsid w:val="003713F8"/>
    <w:rsid w:val="003715BC"/>
    <w:rsid w:val="003718C9"/>
    <w:rsid w:val="0037271C"/>
    <w:rsid w:val="00372862"/>
    <w:rsid w:val="0037398C"/>
    <w:rsid w:val="00373EF9"/>
    <w:rsid w:val="00374522"/>
    <w:rsid w:val="00374D78"/>
    <w:rsid w:val="00375228"/>
    <w:rsid w:val="00375581"/>
    <w:rsid w:val="00375F70"/>
    <w:rsid w:val="00376C24"/>
    <w:rsid w:val="00376C96"/>
    <w:rsid w:val="00376C9F"/>
    <w:rsid w:val="00376E4E"/>
    <w:rsid w:val="00377D0E"/>
    <w:rsid w:val="00380C2D"/>
    <w:rsid w:val="00380E15"/>
    <w:rsid w:val="00380E5D"/>
    <w:rsid w:val="003813B2"/>
    <w:rsid w:val="003825A6"/>
    <w:rsid w:val="003836E1"/>
    <w:rsid w:val="00384967"/>
    <w:rsid w:val="00385049"/>
    <w:rsid w:val="0038525B"/>
    <w:rsid w:val="0038536D"/>
    <w:rsid w:val="003854E3"/>
    <w:rsid w:val="00385A8E"/>
    <w:rsid w:val="00385E80"/>
    <w:rsid w:val="003860C1"/>
    <w:rsid w:val="00387E7A"/>
    <w:rsid w:val="003902BE"/>
    <w:rsid w:val="00390D08"/>
    <w:rsid w:val="00390EE3"/>
    <w:rsid w:val="00390FB6"/>
    <w:rsid w:val="00391665"/>
    <w:rsid w:val="00392494"/>
    <w:rsid w:val="00392E47"/>
    <w:rsid w:val="00393500"/>
    <w:rsid w:val="003943E2"/>
    <w:rsid w:val="00394D39"/>
    <w:rsid w:val="00395BD6"/>
    <w:rsid w:val="00396B75"/>
    <w:rsid w:val="0039785A"/>
    <w:rsid w:val="003A01FA"/>
    <w:rsid w:val="003A24EC"/>
    <w:rsid w:val="003A279D"/>
    <w:rsid w:val="003A2A28"/>
    <w:rsid w:val="003A2B09"/>
    <w:rsid w:val="003A2D24"/>
    <w:rsid w:val="003A36A1"/>
    <w:rsid w:val="003A38A2"/>
    <w:rsid w:val="003A4AE5"/>
    <w:rsid w:val="003A4C20"/>
    <w:rsid w:val="003A4D09"/>
    <w:rsid w:val="003A5B1A"/>
    <w:rsid w:val="003A5B59"/>
    <w:rsid w:val="003A6810"/>
    <w:rsid w:val="003A6929"/>
    <w:rsid w:val="003A6DDE"/>
    <w:rsid w:val="003A7385"/>
    <w:rsid w:val="003A7756"/>
    <w:rsid w:val="003B09D4"/>
    <w:rsid w:val="003B0D2E"/>
    <w:rsid w:val="003B15D2"/>
    <w:rsid w:val="003B255A"/>
    <w:rsid w:val="003B2BAE"/>
    <w:rsid w:val="003B2EB4"/>
    <w:rsid w:val="003B32F1"/>
    <w:rsid w:val="003B4379"/>
    <w:rsid w:val="003B5039"/>
    <w:rsid w:val="003B6291"/>
    <w:rsid w:val="003B7033"/>
    <w:rsid w:val="003B794B"/>
    <w:rsid w:val="003B7CBA"/>
    <w:rsid w:val="003B7F00"/>
    <w:rsid w:val="003C17C6"/>
    <w:rsid w:val="003C25AA"/>
    <w:rsid w:val="003C2CC4"/>
    <w:rsid w:val="003C41E1"/>
    <w:rsid w:val="003C4288"/>
    <w:rsid w:val="003C4C4B"/>
    <w:rsid w:val="003C534D"/>
    <w:rsid w:val="003C553E"/>
    <w:rsid w:val="003C5CAB"/>
    <w:rsid w:val="003C5F86"/>
    <w:rsid w:val="003C6DC3"/>
    <w:rsid w:val="003C749A"/>
    <w:rsid w:val="003C7FC1"/>
    <w:rsid w:val="003D040A"/>
    <w:rsid w:val="003D0421"/>
    <w:rsid w:val="003D044E"/>
    <w:rsid w:val="003D0A15"/>
    <w:rsid w:val="003D0EA9"/>
    <w:rsid w:val="003D1880"/>
    <w:rsid w:val="003D1881"/>
    <w:rsid w:val="003D1DDA"/>
    <w:rsid w:val="003D2561"/>
    <w:rsid w:val="003D28BB"/>
    <w:rsid w:val="003D29FA"/>
    <w:rsid w:val="003D2DCA"/>
    <w:rsid w:val="003D32BA"/>
    <w:rsid w:val="003D430A"/>
    <w:rsid w:val="003D4790"/>
    <w:rsid w:val="003D48B1"/>
    <w:rsid w:val="003D4B23"/>
    <w:rsid w:val="003D4B91"/>
    <w:rsid w:val="003D5046"/>
    <w:rsid w:val="003D59D5"/>
    <w:rsid w:val="003D6016"/>
    <w:rsid w:val="003D61AB"/>
    <w:rsid w:val="003D642F"/>
    <w:rsid w:val="003D697E"/>
    <w:rsid w:val="003D6DBA"/>
    <w:rsid w:val="003D79F8"/>
    <w:rsid w:val="003E0601"/>
    <w:rsid w:val="003E07F8"/>
    <w:rsid w:val="003E130E"/>
    <w:rsid w:val="003E1F68"/>
    <w:rsid w:val="003E2019"/>
    <w:rsid w:val="003E21EC"/>
    <w:rsid w:val="003E24DB"/>
    <w:rsid w:val="003E3764"/>
    <w:rsid w:val="003E4201"/>
    <w:rsid w:val="003E4D14"/>
    <w:rsid w:val="003E553D"/>
    <w:rsid w:val="003E56B8"/>
    <w:rsid w:val="003E5F8C"/>
    <w:rsid w:val="003E670B"/>
    <w:rsid w:val="003E6A9B"/>
    <w:rsid w:val="003E72F3"/>
    <w:rsid w:val="003E770A"/>
    <w:rsid w:val="003E7CE4"/>
    <w:rsid w:val="003F031C"/>
    <w:rsid w:val="003F0AA1"/>
    <w:rsid w:val="003F118D"/>
    <w:rsid w:val="003F168E"/>
    <w:rsid w:val="003F2AB2"/>
    <w:rsid w:val="003F2E70"/>
    <w:rsid w:val="003F2EDD"/>
    <w:rsid w:val="003F3B5A"/>
    <w:rsid w:val="003F5390"/>
    <w:rsid w:val="003F56AC"/>
    <w:rsid w:val="003F7D70"/>
    <w:rsid w:val="003F7F27"/>
    <w:rsid w:val="004017F2"/>
    <w:rsid w:val="00401A60"/>
    <w:rsid w:val="00402039"/>
    <w:rsid w:val="00402197"/>
    <w:rsid w:val="00402857"/>
    <w:rsid w:val="0040301A"/>
    <w:rsid w:val="0040346B"/>
    <w:rsid w:val="0040371A"/>
    <w:rsid w:val="004045D6"/>
    <w:rsid w:val="00404D80"/>
    <w:rsid w:val="00404F75"/>
    <w:rsid w:val="004058BD"/>
    <w:rsid w:val="004060A9"/>
    <w:rsid w:val="004069C7"/>
    <w:rsid w:val="00406DEB"/>
    <w:rsid w:val="00410C89"/>
    <w:rsid w:val="00411293"/>
    <w:rsid w:val="00411336"/>
    <w:rsid w:val="004113BC"/>
    <w:rsid w:val="00412461"/>
    <w:rsid w:val="00412AD7"/>
    <w:rsid w:val="004131D7"/>
    <w:rsid w:val="00413BFD"/>
    <w:rsid w:val="004148B4"/>
    <w:rsid w:val="00414CB1"/>
    <w:rsid w:val="00415879"/>
    <w:rsid w:val="00415927"/>
    <w:rsid w:val="00415AC6"/>
    <w:rsid w:val="004160D8"/>
    <w:rsid w:val="00416D80"/>
    <w:rsid w:val="00417662"/>
    <w:rsid w:val="004178EA"/>
    <w:rsid w:val="004202A3"/>
    <w:rsid w:val="0042093B"/>
    <w:rsid w:val="00420C5B"/>
    <w:rsid w:val="00420DF0"/>
    <w:rsid w:val="00420FC2"/>
    <w:rsid w:val="0042130F"/>
    <w:rsid w:val="00421C6F"/>
    <w:rsid w:val="00422B6A"/>
    <w:rsid w:val="00422E03"/>
    <w:rsid w:val="004236EE"/>
    <w:rsid w:val="00423707"/>
    <w:rsid w:val="00423BB6"/>
    <w:rsid w:val="00424256"/>
    <w:rsid w:val="00424D2E"/>
    <w:rsid w:val="00425305"/>
    <w:rsid w:val="00425476"/>
    <w:rsid w:val="0042561B"/>
    <w:rsid w:val="0042591D"/>
    <w:rsid w:val="004260DA"/>
    <w:rsid w:val="004261D4"/>
    <w:rsid w:val="00426B9B"/>
    <w:rsid w:val="00426C2D"/>
    <w:rsid w:val="004274A1"/>
    <w:rsid w:val="00427A35"/>
    <w:rsid w:val="0043039B"/>
    <w:rsid w:val="00430793"/>
    <w:rsid w:val="00430797"/>
    <w:rsid w:val="00432392"/>
    <w:rsid w:val="004325CB"/>
    <w:rsid w:val="00432A37"/>
    <w:rsid w:val="00433115"/>
    <w:rsid w:val="004332BE"/>
    <w:rsid w:val="004334C1"/>
    <w:rsid w:val="00433B59"/>
    <w:rsid w:val="00433B8B"/>
    <w:rsid w:val="00435086"/>
    <w:rsid w:val="004367A8"/>
    <w:rsid w:val="00436BB8"/>
    <w:rsid w:val="00436EC6"/>
    <w:rsid w:val="00437A8A"/>
    <w:rsid w:val="00437FC0"/>
    <w:rsid w:val="00440274"/>
    <w:rsid w:val="0044034F"/>
    <w:rsid w:val="004407C9"/>
    <w:rsid w:val="00440F31"/>
    <w:rsid w:val="00442073"/>
    <w:rsid w:val="004421A9"/>
    <w:rsid w:val="004426FC"/>
    <w:rsid w:val="00442A83"/>
    <w:rsid w:val="00444AD2"/>
    <w:rsid w:val="00444BC4"/>
    <w:rsid w:val="00444D06"/>
    <w:rsid w:val="00444E93"/>
    <w:rsid w:val="004452ED"/>
    <w:rsid w:val="004459D3"/>
    <w:rsid w:val="00445B37"/>
    <w:rsid w:val="00446517"/>
    <w:rsid w:val="004467B9"/>
    <w:rsid w:val="00447381"/>
    <w:rsid w:val="00447677"/>
    <w:rsid w:val="0044783C"/>
    <w:rsid w:val="0045168E"/>
    <w:rsid w:val="004519CA"/>
    <w:rsid w:val="00451E61"/>
    <w:rsid w:val="00451EA5"/>
    <w:rsid w:val="00451FB5"/>
    <w:rsid w:val="004527A7"/>
    <w:rsid w:val="00452C2D"/>
    <w:rsid w:val="00452F95"/>
    <w:rsid w:val="00453B82"/>
    <w:rsid w:val="004540EA"/>
    <w:rsid w:val="00454606"/>
    <w:rsid w:val="00454627"/>
    <w:rsid w:val="0045495B"/>
    <w:rsid w:val="00454DFE"/>
    <w:rsid w:val="004550E2"/>
    <w:rsid w:val="00455686"/>
    <w:rsid w:val="00455DD8"/>
    <w:rsid w:val="004561C2"/>
    <w:rsid w:val="004561E5"/>
    <w:rsid w:val="004565E3"/>
    <w:rsid w:val="004571C4"/>
    <w:rsid w:val="004604C0"/>
    <w:rsid w:val="00460BD1"/>
    <w:rsid w:val="00461298"/>
    <w:rsid w:val="004620B9"/>
    <w:rsid w:val="0046238C"/>
    <w:rsid w:val="00463467"/>
    <w:rsid w:val="00463C6D"/>
    <w:rsid w:val="00463D12"/>
    <w:rsid w:val="00463EB2"/>
    <w:rsid w:val="0046466B"/>
    <w:rsid w:val="00464D4C"/>
    <w:rsid w:val="00464EAD"/>
    <w:rsid w:val="004650FA"/>
    <w:rsid w:val="00465973"/>
    <w:rsid w:val="00466823"/>
    <w:rsid w:val="00467417"/>
    <w:rsid w:val="00467F7D"/>
    <w:rsid w:val="004704CD"/>
    <w:rsid w:val="00470C4C"/>
    <w:rsid w:val="00471123"/>
    <w:rsid w:val="004729E5"/>
    <w:rsid w:val="00472DCA"/>
    <w:rsid w:val="004767E8"/>
    <w:rsid w:val="00476AFA"/>
    <w:rsid w:val="00477CAA"/>
    <w:rsid w:val="00480471"/>
    <w:rsid w:val="00480A12"/>
    <w:rsid w:val="00480AAF"/>
    <w:rsid w:val="00481545"/>
    <w:rsid w:val="004816E8"/>
    <w:rsid w:val="00481BE2"/>
    <w:rsid w:val="00481D98"/>
    <w:rsid w:val="00482E75"/>
    <w:rsid w:val="00483050"/>
    <w:rsid w:val="0048386B"/>
    <w:rsid w:val="0048397A"/>
    <w:rsid w:val="00483EE7"/>
    <w:rsid w:val="0048415A"/>
    <w:rsid w:val="004848BE"/>
    <w:rsid w:val="004851B9"/>
    <w:rsid w:val="004852CA"/>
    <w:rsid w:val="0048554A"/>
    <w:rsid w:val="00485851"/>
    <w:rsid w:val="00485CBB"/>
    <w:rsid w:val="00485DAD"/>
    <w:rsid w:val="00485E10"/>
    <w:rsid w:val="00485FFB"/>
    <w:rsid w:val="004866B7"/>
    <w:rsid w:val="004868C3"/>
    <w:rsid w:val="00486C85"/>
    <w:rsid w:val="00486D94"/>
    <w:rsid w:val="00486DED"/>
    <w:rsid w:val="00486FAB"/>
    <w:rsid w:val="00487E12"/>
    <w:rsid w:val="004907ED"/>
    <w:rsid w:val="0049126B"/>
    <w:rsid w:val="00491926"/>
    <w:rsid w:val="00492B6B"/>
    <w:rsid w:val="00492DFC"/>
    <w:rsid w:val="00492E15"/>
    <w:rsid w:val="004932DC"/>
    <w:rsid w:val="00493C0E"/>
    <w:rsid w:val="00493ECD"/>
    <w:rsid w:val="00494AA2"/>
    <w:rsid w:val="00495D20"/>
    <w:rsid w:val="00496097"/>
    <w:rsid w:val="004962A5"/>
    <w:rsid w:val="004969F4"/>
    <w:rsid w:val="00496CAF"/>
    <w:rsid w:val="00496E2B"/>
    <w:rsid w:val="004971F7"/>
    <w:rsid w:val="00497AD6"/>
    <w:rsid w:val="004A0BE1"/>
    <w:rsid w:val="004A122C"/>
    <w:rsid w:val="004A2933"/>
    <w:rsid w:val="004A3223"/>
    <w:rsid w:val="004A42A6"/>
    <w:rsid w:val="004A4363"/>
    <w:rsid w:val="004A4925"/>
    <w:rsid w:val="004A4962"/>
    <w:rsid w:val="004A4BC9"/>
    <w:rsid w:val="004A517F"/>
    <w:rsid w:val="004B00B0"/>
    <w:rsid w:val="004B027F"/>
    <w:rsid w:val="004B0A15"/>
    <w:rsid w:val="004B0DD7"/>
    <w:rsid w:val="004B1FFD"/>
    <w:rsid w:val="004B25DB"/>
    <w:rsid w:val="004B28F7"/>
    <w:rsid w:val="004B2A1E"/>
    <w:rsid w:val="004B2BBA"/>
    <w:rsid w:val="004B2EBC"/>
    <w:rsid w:val="004B314E"/>
    <w:rsid w:val="004B326E"/>
    <w:rsid w:val="004B351C"/>
    <w:rsid w:val="004B3B56"/>
    <w:rsid w:val="004B3BB0"/>
    <w:rsid w:val="004B4C14"/>
    <w:rsid w:val="004B58E6"/>
    <w:rsid w:val="004B6C2E"/>
    <w:rsid w:val="004B6CFA"/>
    <w:rsid w:val="004B79A0"/>
    <w:rsid w:val="004B7A7E"/>
    <w:rsid w:val="004C006D"/>
    <w:rsid w:val="004C010F"/>
    <w:rsid w:val="004C0566"/>
    <w:rsid w:val="004C08AC"/>
    <w:rsid w:val="004C0A95"/>
    <w:rsid w:val="004C0C27"/>
    <w:rsid w:val="004C155C"/>
    <w:rsid w:val="004C1DA2"/>
    <w:rsid w:val="004C20D8"/>
    <w:rsid w:val="004C2461"/>
    <w:rsid w:val="004C3030"/>
    <w:rsid w:val="004C3A67"/>
    <w:rsid w:val="004C4671"/>
    <w:rsid w:val="004C4BC6"/>
    <w:rsid w:val="004C5800"/>
    <w:rsid w:val="004C59A0"/>
    <w:rsid w:val="004C6A4F"/>
    <w:rsid w:val="004C7144"/>
    <w:rsid w:val="004C740C"/>
    <w:rsid w:val="004C7462"/>
    <w:rsid w:val="004C7719"/>
    <w:rsid w:val="004C77CE"/>
    <w:rsid w:val="004D0CA1"/>
    <w:rsid w:val="004D11C2"/>
    <w:rsid w:val="004D1A62"/>
    <w:rsid w:val="004D1C6B"/>
    <w:rsid w:val="004D1E04"/>
    <w:rsid w:val="004D214B"/>
    <w:rsid w:val="004D2574"/>
    <w:rsid w:val="004D25B7"/>
    <w:rsid w:val="004D2B61"/>
    <w:rsid w:val="004D32C7"/>
    <w:rsid w:val="004D34A0"/>
    <w:rsid w:val="004D3A6E"/>
    <w:rsid w:val="004D41E7"/>
    <w:rsid w:val="004D4244"/>
    <w:rsid w:val="004D48C2"/>
    <w:rsid w:val="004D5928"/>
    <w:rsid w:val="004D619B"/>
    <w:rsid w:val="004D6523"/>
    <w:rsid w:val="004D6934"/>
    <w:rsid w:val="004D70C4"/>
    <w:rsid w:val="004D75C1"/>
    <w:rsid w:val="004D7DA8"/>
    <w:rsid w:val="004E0438"/>
    <w:rsid w:val="004E072F"/>
    <w:rsid w:val="004E1013"/>
    <w:rsid w:val="004E1654"/>
    <w:rsid w:val="004E19CE"/>
    <w:rsid w:val="004E1BD0"/>
    <w:rsid w:val="004E1D33"/>
    <w:rsid w:val="004E1FC0"/>
    <w:rsid w:val="004E20E2"/>
    <w:rsid w:val="004E2517"/>
    <w:rsid w:val="004E27BE"/>
    <w:rsid w:val="004E27E1"/>
    <w:rsid w:val="004E2F23"/>
    <w:rsid w:val="004E3594"/>
    <w:rsid w:val="004E3E3C"/>
    <w:rsid w:val="004E45DE"/>
    <w:rsid w:val="004E4830"/>
    <w:rsid w:val="004E50D5"/>
    <w:rsid w:val="004E6120"/>
    <w:rsid w:val="004E65CC"/>
    <w:rsid w:val="004E68FA"/>
    <w:rsid w:val="004E6D49"/>
    <w:rsid w:val="004E75AB"/>
    <w:rsid w:val="004E76F2"/>
    <w:rsid w:val="004E77B2"/>
    <w:rsid w:val="004F012E"/>
    <w:rsid w:val="004F0244"/>
    <w:rsid w:val="004F0DAB"/>
    <w:rsid w:val="004F0ED1"/>
    <w:rsid w:val="004F1280"/>
    <w:rsid w:val="004F1A76"/>
    <w:rsid w:val="004F1D6E"/>
    <w:rsid w:val="004F1E47"/>
    <w:rsid w:val="004F2723"/>
    <w:rsid w:val="004F2993"/>
    <w:rsid w:val="004F2CE6"/>
    <w:rsid w:val="004F3679"/>
    <w:rsid w:val="004F4314"/>
    <w:rsid w:val="004F4E85"/>
    <w:rsid w:val="004F502F"/>
    <w:rsid w:val="004F5E11"/>
    <w:rsid w:val="004F61FB"/>
    <w:rsid w:val="004F6370"/>
    <w:rsid w:val="004F6873"/>
    <w:rsid w:val="004F7083"/>
    <w:rsid w:val="004F7265"/>
    <w:rsid w:val="004F7B78"/>
    <w:rsid w:val="005015DA"/>
    <w:rsid w:val="00501FD1"/>
    <w:rsid w:val="005023BA"/>
    <w:rsid w:val="00502463"/>
    <w:rsid w:val="00502699"/>
    <w:rsid w:val="00502998"/>
    <w:rsid w:val="00502AEE"/>
    <w:rsid w:val="00503322"/>
    <w:rsid w:val="00503815"/>
    <w:rsid w:val="005039B9"/>
    <w:rsid w:val="00504631"/>
    <w:rsid w:val="00504B2D"/>
    <w:rsid w:val="00504C05"/>
    <w:rsid w:val="005051D9"/>
    <w:rsid w:val="005064D4"/>
    <w:rsid w:val="0050680F"/>
    <w:rsid w:val="00507732"/>
    <w:rsid w:val="00507E90"/>
    <w:rsid w:val="00510634"/>
    <w:rsid w:val="00511644"/>
    <w:rsid w:val="00511E60"/>
    <w:rsid w:val="0051208B"/>
    <w:rsid w:val="005120A3"/>
    <w:rsid w:val="005131F0"/>
    <w:rsid w:val="00513506"/>
    <w:rsid w:val="00513DFA"/>
    <w:rsid w:val="00513E59"/>
    <w:rsid w:val="00513E93"/>
    <w:rsid w:val="005140DA"/>
    <w:rsid w:val="005141C0"/>
    <w:rsid w:val="005144C3"/>
    <w:rsid w:val="005152D3"/>
    <w:rsid w:val="00515675"/>
    <w:rsid w:val="00515DA7"/>
    <w:rsid w:val="0051621B"/>
    <w:rsid w:val="0051669C"/>
    <w:rsid w:val="00516AB9"/>
    <w:rsid w:val="00516B0F"/>
    <w:rsid w:val="00516BAE"/>
    <w:rsid w:val="00516D74"/>
    <w:rsid w:val="005172B9"/>
    <w:rsid w:val="00517322"/>
    <w:rsid w:val="00517D41"/>
    <w:rsid w:val="0052010C"/>
    <w:rsid w:val="0052136D"/>
    <w:rsid w:val="00522185"/>
    <w:rsid w:val="00522228"/>
    <w:rsid w:val="00523729"/>
    <w:rsid w:val="005245C7"/>
    <w:rsid w:val="0052506A"/>
    <w:rsid w:val="0052549F"/>
    <w:rsid w:val="005258B3"/>
    <w:rsid w:val="005259FA"/>
    <w:rsid w:val="00526888"/>
    <w:rsid w:val="0052688E"/>
    <w:rsid w:val="0052775E"/>
    <w:rsid w:val="00530183"/>
    <w:rsid w:val="00530A70"/>
    <w:rsid w:val="00530BC9"/>
    <w:rsid w:val="00530E61"/>
    <w:rsid w:val="005313F3"/>
    <w:rsid w:val="0053158B"/>
    <w:rsid w:val="00531D75"/>
    <w:rsid w:val="005322DD"/>
    <w:rsid w:val="00532A8A"/>
    <w:rsid w:val="0053354F"/>
    <w:rsid w:val="00533C35"/>
    <w:rsid w:val="00533C44"/>
    <w:rsid w:val="00534165"/>
    <w:rsid w:val="0053453C"/>
    <w:rsid w:val="0053470F"/>
    <w:rsid w:val="00534C62"/>
    <w:rsid w:val="005357D2"/>
    <w:rsid w:val="005360B2"/>
    <w:rsid w:val="00536EC6"/>
    <w:rsid w:val="005370A1"/>
    <w:rsid w:val="0053735F"/>
    <w:rsid w:val="005379CE"/>
    <w:rsid w:val="00537D18"/>
    <w:rsid w:val="005403D7"/>
    <w:rsid w:val="00540964"/>
    <w:rsid w:val="00540C76"/>
    <w:rsid w:val="005410AB"/>
    <w:rsid w:val="00541208"/>
    <w:rsid w:val="0054151A"/>
    <w:rsid w:val="005419C2"/>
    <w:rsid w:val="00541AA2"/>
    <w:rsid w:val="005420F2"/>
    <w:rsid w:val="00542B0A"/>
    <w:rsid w:val="00542BF2"/>
    <w:rsid w:val="005430ED"/>
    <w:rsid w:val="00543912"/>
    <w:rsid w:val="00543B0B"/>
    <w:rsid w:val="00543C23"/>
    <w:rsid w:val="00545F17"/>
    <w:rsid w:val="00546884"/>
    <w:rsid w:val="005472F9"/>
    <w:rsid w:val="00547AAC"/>
    <w:rsid w:val="005500BE"/>
    <w:rsid w:val="00550697"/>
    <w:rsid w:val="00550A10"/>
    <w:rsid w:val="00550DCE"/>
    <w:rsid w:val="0055133B"/>
    <w:rsid w:val="005517CF"/>
    <w:rsid w:val="00551F3C"/>
    <w:rsid w:val="005522F1"/>
    <w:rsid w:val="0055466A"/>
    <w:rsid w:val="00556B2E"/>
    <w:rsid w:val="0055744B"/>
    <w:rsid w:val="00557635"/>
    <w:rsid w:val="00557F6A"/>
    <w:rsid w:val="0056036F"/>
    <w:rsid w:val="0056087E"/>
    <w:rsid w:val="00560C91"/>
    <w:rsid w:val="00561D0E"/>
    <w:rsid w:val="0056209A"/>
    <w:rsid w:val="005622F0"/>
    <w:rsid w:val="005628B6"/>
    <w:rsid w:val="00562B4A"/>
    <w:rsid w:val="00563429"/>
    <w:rsid w:val="0056362C"/>
    <w:rsid w:val="00563F71"/>
    <w:rsid w:val="00564994"/>
    <w:rsid w:val="005649EA"/>
    <w:rsid w:val="00564DAB"/>
    <w:rsid w:val="00565684"/>
    <w:rsid w:val="0056574A"/>
    <w:rsid w:val="00566905"/>
    <w:rsid w:val="00566C3D"/>
    <w:rsid w:val="00567475"/>
    <w:rsid w:val="00567496"/>
    <w:rsid w:val="0057031D"/>
    <w:rsid w:val="005703B3"/>
    <w:rsid w:val="005706A8"/>
    <w:rsid w:val="00571AB5"/>
    <w:rsid w:val="00571D3C"/>
    <w:rsid w:val="005722A9"/>
    <w:rsid w:val="00572DF2"/>
    <w:rsid w:val="00572E5C"/>
    <w:rsid w:val="00573540"/>
    <w:rsid w:val="005735F3"/>
    <w:rsid w:val="00573932"/>
    <w:rsid w:val="00573AF3"/>
    <w:rsid w:val="005750EA"/>
    <w:rsid w:val="00576A8D"/>
    <w:rsid w:val="00576AA1"/>
    <w:rsid w:val="00577266"/>
    <w:rsid w:val="00577594"/>
    <w:rsid w:val="005777EA"/>
    <w:rsid w:val="005778B6"/>
    <w:rsid w:val="00577BB3"/>
    <w:rsid w:val="00577EE3"/>
    <w:rsid w:val="00580760"/>
    <w:rsid w:val="00581AFE"/>
    <w:rsid w:val="005838AB"/>
    <w:rsid w:val="0058491F"/>
    <w:rsid w:val="00584E6E"/>
    <w:rsid w:val="005869DD"/>
    <w:rsid w:val="00586BEF"/>
    <w:rsid w:val="005875E1"/>
    <w:rsid w:val="005877EE"/>
    <w:rsid w:val="00590A3A"/>
    <w:rsid w:val="00590B6D"/>
    <w:rsid w:val="00590B88"/>
    <w:rsid w:val="00590BAA"/>
    <w:rsid w:val="00590E73"/>
    <w:rsid w:val="00591CEC"/>
    <w:rsid w:val="00591F11"/>
    <w:rsid w:val="005922CB"/>
    <w:rsid w:val="00592334"/>
    <w:rsid w:val="00593433"/>
    <w:rsid w:val="005935FA"/>
    <w:rsid w:val="005941EC"/>
    <w:rsid w:val="00595266"/>
    <w:rsid w:val="0059543F"/>
    <w:rsid w:val="00595678"/>
    <w:rsid w:val="00596004"/>
    <w:rsid w:val="00596E4B"/>
    <w:rsid w:val="0059724D"/>
    <w:rsid w:val="005973A4"/>
    <w:rsid w:val="005976C6"/>
    <w:rsid w:val="00597A84"/>
    <w:rsid w:val="00597EC0"/>
    <w:rsid w:val="005A1380"/>
    <w:rsid w:val="005A16E5"/>
    <w:rsid w:val="005A192E"/>
    <w:rsid w:val="005A1B93"/>
    <w:rsid w:val="005A1D5B"/>
    <w:rsid w:val="005A29BF"/>
    <w:rsid w:val="005A31A0"/>
    <w:rsid w:val="005A3667"/>
    <w:rsid w:val="005A3BF9"/>
    <w:rsid w:val="005A406C"/>
    <w:rsid w:val="005A40AA"/>
    <w:rsid w:val="005A500D"/>
    <w:rsid w:val="005A59D3"/>
    <w:rsid w:val="005A6177"/>
    <w:rsid w:val="005A61B2"/>
    <w:rsid w:val="005A731A"/>
    <w:rsid w:val="005A7939"/>
    <w:rsid w:val="005B1157"/>
    <w:rsid w:val="005B140B"/>
    <w:rsid w:val="005B1654"/>
    <w:rsid w:val="005B1811"/>
    <w:rsid w:val="005B18D5"/>
    <w:rsid w:val="005B229F"/>
    <w:rsid w:val="005B2635"/>
    <w:rsid w:val="005B2752"/>
    <w:rsid w:val="005B29A3"/>
    <w:rsid w:val="005B320C"/>
    <w:rsid w:val="005B3453"/>
    <w:rsid w:val="005B347D"/>
    <w:rsid w:val="005B3DB3"/>
    <w:rsid w:val="005B443F"/>
    <w:rsid w:val="005B44E7"/>
    <w:rsid w:val="005B493B"/>
    <w:rsid w:val="005B4E13"/>
    <w:rsid w:val="005B5B6E"/>
    <w:rsid w:val="005B5DFF"/>
    <w:rsid w:val="005B5FF4"/>
    <w:rsid w:val="005B604C"/>
    <w:rsid w:val="005B65AF"/>
    <w:rsid w:val="005B712E"/>
    <w:rsid w:val="005B71FF"/>
    <w:rsid w:val="005B734D"/>
    <w:rsid w:val="005C0F0C"/>
    <w:rsid w:val="005C111A"/>
    <w:rsid w:val="005C1DCE"/>
    <w:rsid w:val="005C238B"/>
    <w:rsid w:val="005C2807"/>
    <w:rsid w:val="005C342F"/>
    <w:rsid w:val="005C3607"/>
    <w:rsid w:val="005C36B2"/>
    <w:rsid w:val="005C38FC"/>
    <w:rsid w:val="005C42AA"/>
    <w:rsid w:val="005C47B4"/>
    <w:rsid w:val="005C49E8"/>
    <w:rsid w:val="005C5562"/>
    <w:rsid w:val="005C5E61"/>
    <w:rsid w:val="005C6596"/>
    <w:rsid w:val="005C6900"/>
    <w:rsid w:val="005C6C26"/>
    <w:rsid w:val="005C7D1E"/>
    <w:rsid w:val="005D0B0C"/>
    <w:rsid w:val="005D0CDA"/>
    <w:rsid w:val="005D11D1"/>
    <w:rsid w:val="005D1D94"/>
    <w:rsid w:val="005D1FB1"/>
    <w:rsid w:val="005D20D1"/>
    <w:rsid w:val="005D337C"/>
    <w:rsid w:val="005D33DF"/>
    <w:rsid w:val="005D3BDC"/>
    <w:rsid w:val="005D3BDE"/>
    <w:rsid w:val="005D4719"/>
    <w:rsid w:val="005D4980"/>
    <w:rsid w:val="005D57C9"/>
    <w:rsid w:val="005D587A"/>
    <w:rsid w:val="005D5912"/>
    <w:rsid w:val="005D632B"/>
    <w:rsid w:val="005D719A"/>
    <w:rsid w:val="005D76F8"/>
    <w:rsid w:val="005D78DA"/>
    <w:rsid w:val="005D7A79"/>
    <w:rsid w:val="005D7E42"/>
    <w:rsid w:val="005E09FF"/>
    <w:rsid w:val="005E0DA8"/>
    <w:rsid w:val="005E0FFE"/>
    <w:rsid w:val="005E1FD1"/>
    <w:rsid w:val="005E2193"/>
    <w:rsid w:val="005E2323"/>
    <w:rsid w:val="005E2B6F"/>
    <w:rsid w:val="005E2F19"/>
    <w:rsid w:val="005E30D8"/>
    <w:rsid w:val="005E3E44"/>
    <w:rsid w:val="005E3F14"/>
    <w:rsid w:val="005E423E"/>
    <w:rsid w:val="005E4B39"/>
    <w:rsid w:val="005E4BBF"/>
    <w:rsid w:val="005E4C18"/>
    <w:rsid w:val="005E58A0"/>
    <w:rsid w:val="005E5DE1"/>
    <w:rsid w:val="005E5E23"/>
    <w:rsid w:val="005E5F39"/>
    <w:rsid w:val="005E616A"/>
    <w:rsid w:val="005E6314"/>
    <w:rsid w:val="005E77E1"/>
    <w:rsid w:val="005E7EFC"/>
    <w:rsid w:val="005E7FBA"/>
    <w:rsid w:val="005F0173"/>
    <w:rsid w:val="005F0FCD"/>
    <w:rsid w:val="005F1391"/>
    <w:rsid w:val="005F1397"/>
    <w:rsid w:val="005F1687"/>
    <w:rsid w:val="005F191B"/>
    <w:rsid w:val="005F2316"/>
    <w:rsid w:val="005F23F0"/>
    <w:rsid w:val="005F2F8E"/>
    <w:rsid w:val="005F4CF3"/>
    <w:rsid w:val="005F554E"/>
    <w:rsid w:val="005F6D8C"/>
    <w:rsid w:val="005F729E"/>
    <w:rsid w:val="005F7B75"/>
    <w:rsid w:val="005F7C7B"/>
    <w:rsid w:val="005F7F12"/>
    <w:rsid w:val="005F7F16"/>
    <w:rsid w:val="006001EE"/>
    <w:rsid w:val="00600CEC"/>
    <w:rsid w:val="00601664"/>
    <w:rsid w:val="006028B0"/>
    <w:rsid w:val="00602B83"/>
    <w:rsid w:val="006033AD"/>
    <w:rsid w:val="00604911"/>
    <w:rsid w:val="006049F6"/>
    <w:rsid w:val="00605042"/>
    <w:rsid w:val="0060507F"/>
    <w:rsid w:val="006051FD"/>
    <w:rsid w:val="006053BB"/>
    <w:rsid w:val="006054C1"/>
    <w:rsid w:val="00605669"/>
    <w:rsid w:val="00605E2D"/>
    <w:rsid w:val="00606477"/>
    <w:rsid w:val="00606BDD"/>
    <w:rsid w:val="00607085"/>
    <w:rsid w:val="0060774E"/>
    <w:rsid w:val="00607754"/>
    <w:rsid w:val="00607C38"/>
    <w:rsid w:val="00607E66"/>
    <w:rsid w:val="00611035"/>
    <w:rsid w:val="00611512"/>
    <w:rsid w:val="00611D91"/>
    <w:rsid w:val="00611FC4"/>
    <w:rsid w:val="00612295"/>
    <w:rsid w:val="00612418"/>
    <w:rsid w:val="00612F04"/>
    <w:rsid w:val="006131D1"/>
    <w:rsid w:val="00613C6D"/>
    <w:rsid w:val="0061493D"/>
    <w:rsid w:val="006156FD"/>
    <w:rsid w:val="0061575C"/>
    <w:rsid w:val="006158D9"/>
    <w:rsid w:val="00616252"/>
    <w:rsid w:val="006176FB"/>
    <w:rsid w:val="00620888"/>
    <w:rsid w:val="0062157A"/>
    <w:rsid w:val="0062200E"/>
    <w:rsid w:val="006222C5"/>
    <w:rsid w:val="006223F1"/>
    <w:rsid w:val="00622C5F"/>
    <w:rsid w:val="0062396D"/>
    <w:rsid w:val="00623DBA"/>
    <w:rsid w:val="00624343"/>
    <w:rsid w:val="00625080"/>
    <w:rsid w:val="006254A0"/>
    <w:rsid w:val="00625D4C"/>
    <w:rsid w:val="00625F5E"/>
    <w:rsid w:val="0062620A"/>
    <w:rsid w:val="00626324"/>
    <w:rsid w:val="00626463"/>
    <w:rsid w:val="00626A81"/>
    <w:rsid w:val="00626B1A"/>
    <w:rsid w:val="00627261"/>
    <w:rsid w:val="0063222B"/>
    <w:rsid w:val="0063242A"/>
    <w:rsid w:val="00632BCE"/>
    <w:rsid w:val="006337AD"/>
    <w:rsid w:val="00634387"/>
    <w:rsid w:val="00634A8A"/>
    <w:rsid w:val="00634C9E"/>
    <w:rsid w:val="00634F92"/>
    <w:rsid w:val="006355B7"/>
    <w:rsid w:val="00635764"/>
    <w:rsid w:val="00635A46"/>
    <w:rsid w:val="00635EE6"/>
    <w:rsid w:val="0063676E"/>
    <w:rsid w:val="00636B00"/>
    <w:rsid w:val="00637875"/>
    <w:rsid w:val="006379EF"/>
    <w:rsid w:val="00637B5D"/>
    <w:rsid w:val="00640066"/>
    <w:rsid w:val="006409BF"/>
    <w:rsid w:val="00640B26"/>
    <w:rsid w:val="0064113E"/>
    <w:rsid w:val="006419C2"/>
    <w:rsid w:val="006425D8"/>
    <w:rsid w:val="00642C29"/>
    <w:rsid w:val="006440FF"/>
    <w:rsid w:val="006445A9"/>
    <w:rsid w:val="006447D8"/>
    <w:rsid w:val="006448C0"/>
    <w:rsid w:val="006449A2"/>
    <w:rsid w:val="00644A12"/>
    <w:rsid w:val="00644A61"/>
    <w:rsid w:val="00644B24"/>
    <w:rsid w:val="00644D13"/>
    <w:rsid w:val="00645368"/>
    <w:rsid w:val="00645A07"/>
    <w:rsid w:val="00645D41"/>
    <w:rsid w:val="00646168"/>
    <w:rsid w:val="006462DB"/>
    <w:rsid w:val="00646819"/>
    <w:rsid w:val="00646B9D"/>
    <w:rsid w:val="00646BCF"/>
    <w:rsid w:val="00646ED7"/>
    <w:rsid w:val="00647B8E"/>
    <w:rsid w:val="00647BF9"/>
    <w:rsid w:val="00651BF2"/>
    <w:rsid w:val="00651C7C"/>
    <w:rsid w:val="00652143"/>
    <w:rsid w:val="00652D0A"/>
    <w:rsid w:val="0065319F"/>
    <w:rsid w:val="00653679"/>
    <w:rsid w:val="006536D0"/>
    <w:rsid w:val="0065370D"/>
    <w:rsid w:val="00653B40"/>
    <w:rsid w:val="00653BAB"/>
    <w:rsid w:val="00653D0E"/>
    <w:rsid w:val="0065537D"/>
    <w:rsid w:val="00655607"/>
    <w:rsid w:val="006569DD"/>
    <w:rsid w:val="00656D93"/>
    <w:rsid w:val="00657F82"/>
    <w:rsid w:val="00660716"/>
    <w:rsid w:val="00660BA1"/>
    <w:rsid w:val="00661FF3"/>
    <w:rsid w:val="006624E8"/>
    <w:rsid w:val="0066268F"/>
    <w:rsid w:val="00662BB6"/>
    <w:rsid w:val="0066333B"/>
    <w:rsid w:val="00663576"/>
    <w:rsid w:val="00663923"/>
    <w:rsid w:val="00663B8A"/>
    <w:rsid w:val="006640E6"/>
    <w:rsid w:val="00664686"/>
    <w:rsid w:val="006652BA"/>
    <w:rsid w:val="00665B23"/>
    <w:rsid w:val="006674DC"/>
    <w:rsid w:val="00667D5B"/>
    <w:rsid w:val="006700D0"/>
    <w:rsid w:val="006706F1"/>
    <w:rsid w:val="00670A01"/>
    <w:rsid w:val="00670F73"/>
    <w:rsid w:val="00671B51"/>
    <w:rsid w:val="00671D06"/>
    <w:rsid w:val="00672B3D"/>
    <w:rsid w:val="00672B7D"/>
    <w:rsid w:val="00672FD7"/>
    <w:rsid w:val="0067362F"/>
    <w:rsid w:val="006740FE"/>
    <w:rsid w:val="006742B0"/>
    <w:rsid w:val="00674478"/>
    <w:rsid w:val="006745A8"/>
    <w:rsid w:val="00674611"/>
    <w:rsid w:val="00674BB5"/>
    <w:rsid w:val="00674E84"/>
    <w:rsid w:val="00675401"/>
    <w:rsid w:val="006765ED"/>
    <w:rsid w:val="00676606"/>
    <w:rsid w:val="00677190"/>
    <w:rsid w:val="0067737F"/>
    <w:rsid w:val="0067741C"/>
    <w:rsid w:val="0068015A"/>
    <w:rsid w:val="0068027D"/>
    <w:rsid w:val="00681703"/>
    <w:rsid w:val="00682928"/>
    <w:rsid w:val="006829C7"/>
    <w:rsid w:val="00682AEC"/>
    <w:rsid w:val="00683C2D"/>
    <w:rsid w:val="00683EBE"/>
    <w:rsid w:val="006849FB"/>
    <w:rsid w:val="00684C21"/>
    <w:rsid w:val="00685592"/>
    <w:rsid w:val="006855EC"/>
    <w:rsid w:val="00685B1B"/>
    <w:rsid w:val="00686145"/>
    <w:rsid w:val="0068707A"/>
    <w:rsid w:val="0069326C"/>
    <w:rsid w:val="0069367F"/>
    <w:rsid w:val="00695449"/>
    <w:rsid w:val="00695833"/>
    <w:rsid w:val="00695D2F"/>
    <w:rsid w:val="00696C21"/>
    <w:rsid w:val="0069792B"/>
    <w:rsid w:val="00697A1F"/>
    <w:rsid w:val="00697D3C"/>
    <w:rsid w:val="006A0B6B"/>
    <w:rsid w:val="006A0D12"/>
    <w:rsid w:val="006A0EEC"/>
    <w:rsid w:val="006A1633"/>
    <w:rsid w:val="006A1975"/>
    <w:rsid w:val="006A2530"/>
    <w:rsid w:val="006A258E"/>
    <w:rsid w:val="006A2BB1"/>
    <w:rsid w:val="006A31B5"/>
    <w:rsid w:val="006A38B7"/>
    <w:rsid w:val="006A3DE7"/>
    <w:rsid w:val="006A3F27"/>
    <w:rsid w:val="006A581C"/>
    <w:rsid w:val="006A5A98"/>
    <w:rsid w:val="006A5D1C"/>
    <w:rsid w:val="006A5D4A"/>
    <w:rsid w:val="006A65E8"/>
    <w:rsid w:val="006A7473"/>
    <w:rsid w:val="006B0047"/>
    <w:rsid w:val="006B0632"/>
    <w:rsid w:val="006B06A5"/>
    <w:rsid w:val="006B13AD"/>
    <w:rsid w:val="006B2076"/>
    <w:rsid w:val="006B2406"/>
    <w:rsid w:val="006B2AFA"/>
    <w:rsid w:val="006B2BA8"/>
    <w:rsid w:val="006B388A"/>
    <w:rsid w:val="006B39C1"/>
    <w:rsid w:val="006B44C9"/>
    <w:rsid w:val="006B494E"/>
    <w:rsid w:val="006B4D4D"/>
    <w:rsid w:val="006B5A2A"/>
    <w:rsid w:val="006B5A4D"/>
    <w:rsid w:val="006B5F67"/>
    <w:rsid w:val="006B6EFB"/>
    <w:rsid w:val="006B707D"/>
    <w:rsid w:val="006B7FD2"/>
    <w:rsid w:val="006C0229"/>
    <w:rsid w:val="006C0632"/>
    <w:rsid w:val="006C13B6"/>
    <w:rsid w:val="006C1684"/>
    <w:rsid w:val="006C216F"/>
    <w:rsid w:val="006C2BDF"/>
    <w:rsid w:val="006C33ED"/>
    <w:rsid w:val="006C3589"/>
    <w:rsid w:val="006C4529"/>
    <w:rsid w:val="006C4544"/>
    <w:rsid w:val="006C68B3"/>
    <w:rsid w:val="006C6F89"/>
    <w:rsid w:val="006D063F"/>
    <w:rsid w:val="006D07A5"/>
    <w:rsid w:val="006D0B38"/>
    <w:rsid w:val="006D0D3A"/>
    <w:rsid w:val="006D0F89"/>
    <w:rsid w:val="006D1808"/>
    <w:rsid w:val="006D1FA0"/>
    <w:rsid w:val="006D2500"/>
    <w:rsid w:val="006D33F4"/>
    <w:rsid w:val="006D37AF"/>
    <w:rsid w:val="006D4110"/>
    <w:rsid w:val="006D4B0C"/>
    <w:rsid w:val="006D4EA1"/>
    <w:rsid w:val="006D51D0"/>
    <w:rsid w:val="006D531A"/>
    <w:rsid w:val="006D5697"/>
    <w:rsid w:val="006D5E2B"/>
    <w:rsid w:val="006D5FB9"/>
    <w:rsid w:val="006D601C"/>
    <w:rsid w:val="006D6469"/>
    <w:rsid w:val="006D658E"/>
    <w:rsid w:val="006D717B"/>
    <w:rsid w:val="006E0A8F"/>
    <w:rsid w:val="006E1127"/>
    <w:rsid w:val="006E19A2"/>
    <w:rsid w:val="006E1BDE"/>
    <w:rsid w:val="006E1BE9"/>
    <w:rsid w:val="006E1D36"/>
    <w:rsid w:val="006E2954"/>
    <w:rsid w:val="006E3A4D"/>
    <w:rsid w:val="006E3ECA"/>
    <w:rsid w:val="006E40A4"/>
    <w:rsid w:val="006E5175"/>
    <w:rsid w:val="006E564B"/>
    <w:rsid w:val="006E5C84"/>
    <w:rsid w:val="006E5CA6"/>
    <w:rsid w:val="006E64EC"/>
    <w:rsid w:val="006E6B08"/>
    <w:rsid w:val="006E70FD"/>
    <w:rsid w:val="006E714A"/>
    <w:rsid w:val="006E7191"/>
    <w:rsid w:val="006E71AB"/>
    <w:rsid w:val="006F0308"/>
    <w:rsid w:val="006F049E"/>
    <w:rsid w:val="006F0916"/>
    <w:rsid w:val="006F1F42"/>
    <w:rsid w:val="006F2CE1"/>
    <w:rsid w:val="006F2DC7"/>
    <w:rsid w:val="006F3048"/>
    <w:rsid w:val="006F41E3"/>
    <w:rsid w:val="006F5740"/>
    <w:rsid w:val="006F578E"/>
    <w:rsid w:val="006F66FC"/>
    <w:rsid w:val="006F6808"/>
    <w:rsid w:val="006F6BE9"/>
    <w:rsid w:val="006F6C2C"/>
    <w:rsid w:val="006F6DA3"/>
    <w:rsid w:val="006F74FB"/>
    <w:rsid w:val="00700B66"/>
    <w:rsid w:val="00701025"/>
    <w:rsid w:val="007017CC"/>
    <w:rsid w:val="0070255E"/>
    <w:rsid w:val="007033AB"/>
    <w:rsid w:val="00703577"/>
    <w:rsid w:val="007036A2"/>
    <w:rsid w:val="007047B7"/>
    <w:rsid w:val="00704A29"/>
    <w:rsid w:val="00705894"/>
    <w:rsid w:val="007064A7"/>
    <w:rsid w:val="00706808"/>
    <w:rsid w:val="00707D62"/>
    <w:rsid w:val="007102A8"/>
    <w:rsid w:val="007109E1"/>
    <w:rsid w:val="00711ACB"/>
    <w:rsid w:val="007120C9"/>
    <w:rsid w:val="00712361"/>
    <w:rsid w:val="00712434"/>
    <w:rsid w:val="00712953"/>
    <w:rsid w:val="00712F01"/>
    <w:rsid w:val="00712F3C"/>
    <w:rsid w:val="007130F1"/>
    <w:rsid w:val="007131AF"/>
    <w:rsid w:val="007141E0"/>
    <w:rsid w:val="0071432B"/>
    <w:rsid w:val="0071443C"/>
    <w:rsid w:val="00714E10"/>
    <w:rsid w:val="00715CB3"/>
    <w:rsid w:val="00716707"/>
    <w:rsid w:val="00716DF3"/>
    <w:rsid w:val="0071729B"/>
    <w:rsid w:val="007172CD"/>
    <w:rsid w:val="00717A0F"/>
    <w:rsid w:val="00717A7B"/>
    <w:rsid w:val="007204E7"/>
    <w:rsid w:val="00720E4B"/>
    <w:rsid w:val="00720EF8"/>
    <w:rsid w:val="00721C13"/>
    <w:rsid w:val="00721EB8"/>
    <w:rsid w:val="00722C5B"/>
    <w:rsid w:val="00722E07"/>
    <w:rsid w:val="007231F6"/>
    <w:rsid w:val="0072324C"/>
    <w:rsid w:val="00723329"/>
    <w:rsid w:val="007235E0"/>
    <w:rsid w:val="00724057"/>
    <w:rsid w:val="0072541E"/>
    <w:rsid w:val="007255CA"/>
    <w:rsid w:val="0072570B"/>
    <w:rsid w:val="00725C15"/>
    <w:rsid w:val="00725C48"/>
    <w:rsid w:val="00725FAD"/>
    <w:rsid w:val="00726235"/>
    <w:rsid w:val="0072632A"/>
    <w:rsid w:val="007265D0"/>
    <w:rsid w:val="00726BC3"/>
    <w:rsid w:val="00726C6D"/>
    <w:rsid w:val="00726E49"/>
    <w:rsid w:val="00726F08"/>
    <w:rsid w:val="0072744E"/>
    <w:rsid w:val="007275CB"/>
    <w:rsid w:val="007302F3"/>
    <w:rsid w:val="00730445"/>
    <w:rsid w:val="00730975"/>
    <w:rsid w:val="00730AE8"/>
    <w:rsid w:val="00730DC1"/>
    <w:rsid w:val="007313DB"/>
    <w:rsid w:val="00731550"/>
    <w:rsid w:val="007327D5"/>
    <w:rsid w:val="00732BEE"/>
    <w:rsid w:val="00732CF3"/>
    <w:rsid w:val="007334B2"/>
    <w:rsid w:val="00734053"/>
    <w:rsid w:val="0073430F"/>
    <w:rsid w:val="007363FA"/>
    <w:rsid w:val="00736461"/>
    <w:rsid w:val="00736648"/>
    <w:rsid w:val="00736ACD"/>
    <w:rsid w:val="00736F25"/>
    <w:rsid w:val="0073709D"/>
    <w:rsid w:val="007374FF"/>
    <w:rsid w:val="00737FA1"/>
    <w:rsid w:val="007406B5"/>
    <w:rsid w:val="0074096E"/>
    <w:rsid w:val="00740B98"/>
    <w:rsid w:val="007413A6"/>
    <w:rsid w:val="007415AF"/>
    <w:rsid w:val="007416CB"/>
    <w:rsid w:val="007417A4"/>
    <w:rsid w:val="00741DC7"/>
    <w:rsid w:val="00742FBA"/>
    <w:rsid w:val="00743256"/>
    <w:rsid w:val="0074358D"/>
    <w:rsid w:val="0074365D"/>
    <w:rsid w:val="00743C7E"/>
    <w:rsid w:val="00744214"/>
    <w:rsid w:val="0074489B"/>
    <w:rsid w:val="007454DA"/>
    <w:rsid w:val="00745FA3"/>
    <w:rsid w:val="007463BB"/>
    <w:rsid w:val="0074660D"/>
    <w:rsid w:val="00746B4A"/>
    <w:rsid w:val="00746D11"/>
    <w:rsid w:val="007477FE"/>
    <w:rsid w:val="00751297"/>
    <w:rsid w:val="00751F28"/>
    <w:rsid w:val="007529A2"/>
    <w:rsid w:val="00752EAA"/>
    <w:rsid w:val="00753012"/>
    <w:rsid w:val="00753335"/>
    <w:rsid w:val="0075386B"/>
    <w:rsid w:val="00753D6C"/>
    <w:rsid w:val="00753F86"/>
    <w:rsid w:val="0075454C"/>
    <w:rsid w:val="00754C75"/>
    <w:rsid w:val="00754D62"/>
    <w:rsid w:val="00754F6E"/>
    <w:rsid w:val="00755DDA"/>
    <w:rsid w:val="00755F2F"/>
    <w:rsid w:val="007560B5"/>
    <w:rsid w:val="0075631C"/>
    <w:rsid w:val="00756B06"/>
    <w:rsid w:val="0075744E"/>
    <w:rsid w:val="0075745D"/>
    <w:rsid w:val="00757A25"/>
    <w:rsid w:val="00757CBF"/>
    <w:rsid w:val="00760172"/>
    <w:rsid w:val="007610CA"/>
    <w:rsid w:val="00761AA1"/>
    <w:rsid w:val="007620C0"/>
    <w:rsid w:val="007620CF"/>
    <w:rsid w:val="00762113"/>
    <w:rsid w:val="00762343"/>
    <w:rsid w:val="00762725"/>
    <w:rsid w:val="007629C8"/>
    <w:rsid w:val="00762B36"/>
    <w:rsid w:val="007634A1"/>
    <w:rsid w:val="00763F4B"/>
    <w:rsid w:val="00764A58"/>
    <w:rsid w:val="00764B08"/>
    <w:rsid w:val="00765349"/>
    <w:rsid w:val="0076590F"/>
    <w:rsid w:val="00765B14"/>
    <w:rsid w:val="0076626F"/>
    <w:rsid w:val="00766DB5"/>
    <w:rsid w:val="007670B1"/>
    <w:rsid w:val="00767412"/>
    <w:rsid w:val="00767794"/>
    <w:rsid w:val="007679BB"/>
    <w:rsid w:val="00770458"/>
    <w:rsid w:val="0077047D"/>
    <w:rsid w:val="00770E61"/>
    <w:rsid w:val="0077191A"/>
    <w:rsid w:val="00771AE4"/>
    <w:rsid w:val="00772428"/>
    <w:rsid w:val="007728D3"/>
    <w:rsid w:val="00774316"/>
    <w:rsid w:val="007751B8"/>
    <w:rsid w:val="00775B62"/>
    <w:rsid w:val="007762FF"/>
    <w:rsid w:val="0077670B"/>
    <w:rsid w:val="00776B35"/>
    <w:rsid w:val="007770D4"/>
    <w:rsid w:val="0078017F"/>
    <w:rsid w:val="007803EF"/>
    <w:rsid w:val="00780AFB"/>
    <w:rsid w:val="00781924"/>
    <w:rsid w:val="007820E5"/>
    <w:rsid w:val="00784219"/>
    <w:rsid w:val="00784E08"/>
    <w:rsid w:val="00785606"/>
    <w:rsid w:val="00785CAA"/>
    <w:rsid w:val="00786CC4"/>
    <w:rsid w:val="00786F3B"/>
    <w:rsid w:val="00786F73"/>
    <w:rsid w:val="00786F8C"/>
    <w:rsid w:val="00787E67"/>
    <w:rsid w:val="00790188"/>
    <w:rsid w:val="0079169E"/>
    <w:rsid w:val="00791B22"/>
    <w:rsid w:val="00791E96"/>
    <w:rsid w:val="0079283B"/>
    <w:rsid w:val="00792ACF"/>
    <w:rsid w:val="0079369F"/>
    <w:rsid w:val="00793725"/>
    <w:rsid w:val="00793ACF"/>
    <w:rsid w:val="00793B5D"/>
    <w:rsid w:val="0079410A"/>
    <w:rsid w:val="007942F7"/>
    <w:rsid w:val="00794A33"/>
    <w:rsid w:val="007950B9"/>
    <w:rsid w:val="0079521B"/>
    <w:rsid w:val="00795863"/>
    <w:rsid w:val="00795ADF"/>
    <w:rsid w:val="00795CA3"/>
    <w:rsid w:val="00795CD0"/>
    <w:rsid w:val="0079636D"/>
    <w:rsid w:val="00796940"/>
    <w:rsid w:val="00797123"/>
    <w:rsid w:val="00797990"/>
    <w:rsid w:val="007A02B1"/>
    <w:rsid w:val="007A03DB"/>
    <w:rsid w:val="007A24AE"/>
    <w:rsid w:val="007A255C"/>
    <w:rsid w:val="007A3191"/>
    <w:rsid w:val="007A326F"/>
    <w:rsid w:val="007A333F"/>
    <w:rsid w:val="007A3633"/>
    <w:rsid w:val="007A3A37"/>
    <w:rsid w:val="007A3ADB"/>
    <w:rsid w:val="007A416C"/>
    <w:rsid w:val="007A4955"/>
    <w:rsid w:val="007A5441"/>
    <w:rsid w:val="007A6EE1"/>
    <w:rsid w:val="007A71B2"/>
    <w:rsid w:val="007A74B1"/>
    <w:rsid w:val="007A76A3"/>
    <w:rsid w:val="007B0CB5"/>
    <w:rsid w:val="007B0D60"/>
    <w:rsid w:val="007B0EF3"/>
    <w:rsid w:val="007B167B"/>
    <w:rsid w:val="007B1845"/>
    <w:rsid w:val="007B1EBD"/>
    <w:rsid w:val="007B249D"/>
    <w:rsid w:val="007B32BC"/>
    <w:rsid w:val="007B39B0"/>
    <w:rsid w:val="007B3B44"/>
    <w:rsid w:val="007B4ED9"/>
    <w:rsid w:val="007B5A50"/>
    <w:rsid w:val="007B5AF4"/>
    <w:rsid w:val="007B638C"/>
    <w:rsid w:val="007B6488"/>
    <w:rsid w:val="007B6A32"/>
    <w:rsid w:val="007B6BA5"/>
    <w:rsid w:val="007B732B"/>
    <w:rsid w:val="007B74AE"/>
    <w:rsid w:val="007B7B9F"/>
    <w:rsid w:val="007B7BC7"/>
    <w:rsid w:val="007C03CF"/>
    <w:rsid w:val="007C1487"/>
    <w:rsid w:val="007C1D6F"/>
    <w:rsid w:val="007C261A"/>
    <w:rsid w:val="007C2E10"/>
    <w:rsid w:val="007C3390"/>
    <w:rsid w:val="007C46F3"/>
    <w:rsid w:val="007C4F4B"/>
    <w:rsid w:val="007C56E5"/>
    <w:rsid w:val="007C5889"/>
    <w:rsid w:val="007C5CE0"/>
    <w:rsid w:val="007C5EF5"/>
    <w:rsid w:val="007C605F"/>
    <w:rsid w:val="007C60AA"/>
    <w:rsid w:val="007C71A7"/>
    <w:rsid w:val="007C7719"/>
    <w:rsid w:val="007D0477"/>
    <w:rsid w:val="007D0BC1"/>
    <w:rsid w:val="007D18A2"/>
    <w:rsid w:val="007D1C0B"/>
    <w:rsid w:val="007D398D"/>
    <w:rsid w:val="007D55A4"/>
    <w:rsid w:val="007D6591"/>
    <w:rsid w:val="007D67A2"/>
    <w:rsid w:val="007D72AE"/>
    <w:rsid w:val="007D7CB6"/>
    <w:rsid w:val="007E01E9"/>
    <w:rsid w:val="007E02CB"/>
    <w:rsid w:val="007E149E"/>
    <w:rsid w:val="007E1FFA"/>
    <w:rsid w:val="007E3071"/>
    <w:rsid w:val="007E369D"/>
    <w:rsid w:val="007E45E3"/>
    <w:rsid w:val="007E51C6"/>
    <w:rsid w:val="007E581A"/>
    <w:rsid w:val="007E58C0"/>
    <w:rsid w:val="007E5C1E"/>
    <w:rsid w:val="007E63F3"/>
    <w:rsid w:val="007E6EC9"/>
    <w:rsid w:val="007E743B"/>
    <w:rsid w:val="007E7AA8"/>
    <w:rsid w:val="007E7F61"/>
    <w:rsid w:val="007E7F65"/>
    <w:rsid w:val="007F03AE"/>
    <w:rsid w:val="007F0E6E"/>
    <w:rsid w:val="007F0EED"/>
    <w:rsid w:val="007F102F"/>
    <w:rsid w:val="007F11C2"/>
    <w:rsid w:val="007F1754"/>
    <w:rsid w:val="007F18AC"/>
    <w:rsid w:val="007F1AD0"/>
    <w:rsid w:val="007F1B8E"/>
    <w:rsid w:val="007F1C13"/>
    <w:rsid w:val="007F2087"/>
    <w:rsid w:val="007F20AB"/>
    <w:rsid w:val="007F237D"/>
    <w:rsid w:val="007F2BFD"/>
    <w:rsid w:val="007F2C0D"/>
    <w:rsid w:val="007F3A0F"/>
    <w:rsid w:val="007F3AD4"/>
    <w:rsid w:val="007F3CB1"/>
    <w:rsid w:val="007F426D"/>
    <w:rsid w:val="007F4F54"/>
    <w:rsid w:val="007F5186"/>
    <w:rsid w:val="007F5812"/>
    <w:rsid w:val="007F6019"/>
    <w:rsid w:val="007F6112"/>
    <w:rsid w:val="007F6611"/>
    <w:rsid w:val="007F704A"/>
    <w:rsid w:val="007F7695"/>
    <w:rsid w:val="007F7DCC"/>
    <w:rsid w:val="007F7E5D"/>
    <w:rsid w:val="007F7EFD"/>
    <w:rsid w:val="007F7FFC"/>
    <w:rsid w:val="00800584"/>
    <w:rsid w:val="00800A46"/>
    <w:rsid w:val="00801F2C"/>
    <w:rsid w:val="0080297E"/>
    <w:rsid w:val="00803149"/>
    <w:rsid w:val="00803265"/>
    <w:rsid w:val="008033C4"/>
    <w:rsid w:val="00804B34"/>
    <w:rsid w:val="00806ECC"/>
    <w:rsid w:val="00810D8F"/>
    <w:rsid w:val="00811920"/>
    <w:rsid w:val="008119E4"/>
    <w:rsid w:val="00811CF0"/>
    <w:rsid w:val="00811D95"/>
    <w:rsid w:val="00811E0F"/>
    <w:rsid w:val="008130D7"/>
    <w:rsid w:val="00813AEC"/>
    <w:rsid w:val="00813E41"/>
    <w:rsid w:val="00814088"/>
    <w:rsid w:val="008144D3"/>
    <w:rsid w:val="00815AD0"/>
    <w:rsid w:val="00815EDB"/>
    <w:rsid w:val="0081614E"/>
    <w:rsid w:val="00817C8C"/>
    <w:rsid w:val="00817FCA"/>
    <w:rsid w:val="00820F72"/>
    <w:rsid w:val="008210B0"/>
    <w:rsid w:val="00821AD2"/>
    <w:rsid w:val="00821C3C"/>
    <w:rsid w:val="00821CA6"/>
    <w:rsid w:val="008242D7"/>
    <w:rsid w:val="00824A6A"/>
    <w:rsid w:val="00824AF8"/>
    <w:rsid w:val="008257B1"/>
    <w:rsid w:val="00826B69"/>
    <w:rsid w:val="00826FAA"/>
    <w:rsid w:val="0083081D"/>
    <w:rsid w:val="00830C17"/>
    <w:rsid w:val="00830F5D"/>
    <w:rsid w:val="00831469"/>
    <w:rsid w:val="00831D5B"/>
    <w:rsid w:val="00832334"/>
    <w:rsid w:val="0083258A"/>
    <w:rsid w:val="00832650"/>
    <w:rsid w:val="008338E5"/>
    <w:rsid w:val="008352DE"/>
    <w:rsid w:val="008356D4"/>
    <w:rsid w:val="00835ECD"/>
    <w:rsid w:val="0083709A"/>
    <w:rsid w:val="00837FD5"/>
    <w:rsid w:val="008406DB"/>
    <w:rsid w:val="00841EE2"/>
    <w:rsid w:val="008421EB"/>
    <w:rsid w:val="008429EF"/>
    <w:rsid w:val="00843219"/>
    <w:rsid w:val="0084335A"/>
    <w:rsid w:val="00843767"/>
    <w:rsid w:val="00843C2C"/>
    <w:rsid w:val="00843F92"/>
    <w:rsid w:val="008442D7"/>
    <w:rsid w:val="00844825"/>
    <w:rsid w:val="00844905"/>
    <w:rsid w:val="008453B7"/>
    <w:rsid w:val="008453B9"/>
    <w:rsid w:val="0084683C"/>
    <w:rsid w:val="0084691C"/>
    <w:rsid w:val="00847110"/>
    <w:rsid w:val="00847144"/>
    <w:rsid w:val="008471AB"/>
    <w:rsid w:val="00847F2C"/>
    <w:rsid w:val="008519B6"/>
    <w:rsid w:val="00851BD9"/>
    <w:rsid w:val="00851E7F"/>
    <w:rsid w:val="00852799"/>
    <w:rsid w:val="00852960"/>
    <w:rsid w:val="00852D56"/>
    <w:rsid w:val="0085305A"/>
    <w:rsid w:val="00853374"/>
    <w:rsid w:val="0085616F"/>
    <w:rsid w:val="0085660D"/>
    <w:rsid w:val="00856AA9"/>
    <w:rsid w:val="00856EAC"/>
    <w:rsid w:val="008575C4"/>
    <w:rsid w:val="00857B59"/>
    <w:rsid w:val="00857F78"/>
    <w:rsid w:val="00860F1C"/>
    <w:rsid w:val="008615B7"/>
    <w:rsid w:val="00861A65"/>
    <w:rsid w:val="00861B84"/>
    <w:rsid w:val="0086210D"/>
    <w:rsid w:val="0086246B"/>
    <w:rsid w:val="00864278"/>
    <w:rsid w:val="008647B9"/>
    <w:rsid w:val="008651A1"/>
    <w:rsid w:val="00865A62"/>
    <w:rsid w:val="00866207"/>
    <w:rsid w:val="008664EC"/>
    <w:rsid w:val="0086652B"/>
    <w:rsid w:val="008679D9"/>
    <w:rsid w:val="008706AC"/>
    <w:rsid w:val="00870DC1"/>
    <w:rsid w:val="00870DE4"/>
    <w:rsid w:val="0087101E"/>
    <w:rsid w:val="008725B1"/>
    <w:rsid w:val="00872ABB"/>
    <w:rsid w:val="00872F66"/>
    <w:rsid w:val="008746BE"/>
    <w:rsid w:val="00874FF0"/>
    <w:rsid w:val="00875A3E"/>
    <w:rsid w:val="00875CD7"/>
    <w:rsid w:val="00875DA9"/>
    <w:rsid w:val="00875FA7"/>
    <w:rsid w:val="008760A6"/>
    <w:rsid w:val="0087656E"/>
    <w:rsid w:val="008766D4"/>
    <w:rsid w:val="008766F9"/>
    <w:rsid w:val="008768BC"/>
    <w:rsid w:val="00877EA8"/>
    <w:rsid w:val="008803A7"/>
    <w:rsid w:val="00881C68"/>
    <w:rsid w:val="00881EFF"/>
    <w:rsid w:val="0088226E"/>
    <w:rsid w:val="00883060"/>
    <w:rsid w:val="0088382E"/>
    <w:rsid w:val="008838D6"/>
    <w:rsid w:val="00883A5B"/>
    <w:rsid w:val="00884DD0"/>
    <w:rsid w:val="00884EA1"/>
    <w:rsid w:val="0088538C"/>
    <w:rsid w:val="00886A9B"/>
    <w:rsid w:val="0088749C"/>
    <w:rsid w:val="008878DE"/>
    <w:rsid w:val="00887BFD"/>
    <w:rsid w:val="00890584"/>
    <w:rsid w:val="008907C4"/>
    <w:rsid w:val="008909DD"/>
    <w:rsid w:val="00891021"/>
    <w:rsid w:val="00891043"/>
    <w:rsid w:val="008918A1"/>
    <w:rsid w:val="008928DA"/>
    <w:rsid w:val="00893C54"/>
    <w:rsid w:val="00894EEF"/>
    <w:rsid w:val="00895893"/>
    <w:rsid w:val="00896CC6"/>
    <w:rsid w:val="00896D22"/>
    <w:rsid w:val="008979B1"/>
    <w:rsid w:val="008A00CE"/>
    <w:rsid w:val="008A014E"/>
    <w:rsid w:val="008A098E"/>
    <w:rsid w:val="008A1644"/>
    <w:rsid w:val="008A1ED5"/>
    <w:rsid w:val="008A2E97"/>
    <w:rsid w:val="008A32B7"/>
    <w:rsid w:val="008A376E"/>
    <w:rsid w:val="008A378B"/>
    <w:rsid w:val="008A388B"/>
    <w:rsid w:val="008A3BE7"/>
    <w:rsid w:val="008A4AA9"/>
    <w:rsid w:val="008A5C2C"/>
    <w:rsid w:val="008A5F28"/>
    <w:rsid w:val="008A6B25"/>
    <w:rsid w:val="008A6C4F"/>
    <w:rsid w:val="008A702A"/>
    <w:rsid w:val="008A7219"/>
    <w:rsid w:val="008A7F2A"/>
    <w:rsid w:val="008B085A"/>
    <w:rsid w:val="008B0904"/>
    <w:rsid w:val="008B2005"/>
    <w:rsid w:val="008B2335"/>
    <w:rsid w:val="008B277C"/>
    <w:rsid w:val="008B2E36"/>
    <w:rsid w:val="008B36E9"/>
    <w:rsid w:val="008B3AE1"/>
    <w:rsid w:val="008B4F5B"/>
    <w:rsid w:val="008B6C4D"/>
    <w:rsid w:val="008C000C"/>
    <w:rsid w:val="008C0141"/>
    <w:rsid w:val="008C05AA"/>
    <w:rsid w:val="008C1926"/>
    <w:rsid w:val="008C198C"/>
    <w:rsid w:val="008C1FA0"/>
    <w:rsid w:val="008C2844"/>
    <w:rsid w:val="008C2B52"/>
    <w:rsid w:val="008C31DB"/>
    <w:rsid w:val="008C31EC"/>
    <w:rsid w:val="008C38BF"/>
    <w:rsid w:val="008C39AB"/>
    <w:rsid w:val="008C4FBE"/>
    <w:rsid w:val="008C5A7A"/>
    <w:rsid w:val="008C5FCD"/>
    <w:rsid w:val="008C608E"/>
    <w:rsid w:val="008C6BD1"/>
    <w:rsid w:val="008C7466"/>
    <w:rsid w:val="008D02E0"/>
    <w:rsid w:val="008D04A2"/>
    <w:rsid w:val="008D0E9B"/>
    <w:rsid w:val="008D10C1"/>
    <w:rsid w:val="008D1DDE"/>
    <w:rsid w:val="008D32B0"/>
    <w:rsid w:val="008D4223"/>
    <w:rsid w:val="008D4FC7"/>
    <w:rsid w:val="008D5900"/>
    <w:rsid w:val="008D5FC9"/>
    <w:rsid w:val="008D602A"/>
    <w:rsid w:val="008D62C5"/>
    <w:rsid w:val="008D6AD1"/>
    <w:rsid w:val="008D6C57"/>
    <w:rsid w:val="008D7482"/>
    <w:rsid w:val="008D7CE2"/>
    <w:rsid w:val="008E0678"/>
    <w:rsid w:val="008E1270"/>
    <w:rsid w:val="008E130F"/>
    <w:rsid w:val="008E1448"/>
    <w:rsid w:val="008E16CF"/>
    <w:rsid w:val="008E1951"/>
    <w:rsid w:val="008E1AA2"/>
    <w:rsid w:val="008E20A2"/>
    <w:rsid w:val="008E2ACB"/>
    <w:rsid w:val="008E2CB8"/>
    <w:rsid w:val="008E2E16"/>
    <w:rsid w:val="008E33ED"/>
    <w:rsid w:val="008E3BF8"/>
    <w:rsid w:val="008E409C"/>
    <w:rsid w:val="008E4C43"/>
    <w:rsid w:val="008E4CF7"/>
    <w:rsid w:val="008E50C4"/>
    <w:rsid w:val="008E5319"/>
    <w:rsid w:val="008E625D"/>
    <w:rsid w:val="008E62DA"/>
    <w:rsid w:val="008E6943"/>
    <w:rsid w:val="008E6FA9"/>
    <w:rsid w:val="008F02A0"/>
    <w:rsid w:val="008F04AF"/>
    <w:rsid w:val="008F08D7"/>
    <w:rsid w:val="008F0DDA"/>
    <w:rsid w:val="008F1C32"/>
    <w:rsid w:val="008F1F77"/>
    <w:rsid w:val="008F2A66"/>
    <w:rsid w:val="008F31D2"/>
    <w:rsid w:val="008F3951"/>
    <w:rsid w:val="008F3D37"/>
    <w:rsid w:val="008F4092"/>
    <w:rsid w:val="008F52F5"/>
    <w:rsid w:val="008F541E"/>
    <w:rsid w:val="008F5606"/>
    <w:rsid w:val="008F5A70"/>
    <w:rsid w:val="008F5E44"/>
    <w:rsid w:val="008F6180"/>
    <w:rsid w:val="008F61CE"/>
    <w:rsid w:val="008F6C62"/>
    <w:rsid w:val="008F6FB2"/>
    <w:rsid w:val="0090045E"/>
    <w:rsid w:val="009007DC"/>
    <w:rsid w:val="00900843"/>
    <w:rsid w:val="00900A24"/>
    <w:rsid w:val="0090226E"/>
    <w:rsid w:val="00902556"/>
    <w:rsid w:val="009029A6"/>
    <w:rsid w:val="00902BFD"/>
    <w:rsid w:val="00902C85"/>
    <w:rsid w:val="00902FE7"/>
    <w:rsid w:val="009030E3"/>
    <w:rsid w:val="0090345F"/>
    <w:rsid w:val="00903817"/>
    <w:rsid w:val="00903A3B"/>
    <w:rsid w:val="00905107"/>
    <w:rsid w:val="00906003"/>
    <w:rsid w:val="00907367"/>
    <w:rsid w:val="00907AC7"/>
    <w:rsid w:val="00907D35"/>
    <w:rsid w:val="00907DFE"/>
    <w:rsid w:val="009100C9"/>
    <w:rsid w:val="00911036"/>
    <w:rsid w:val="009115B0"/>
    <w:rsid w:val="00911862"/>
    <w:rsid w:val="00911BD1"/>
    <w:rsid w:val="009120DF"/>
    <w:rsid w:val="00912543"/>
    <w:rsid w:val="00912562"/>
    <w:rsid w:val="009125B2"/>
    <w:rsid w:val="009126B1"/>
    <w:rsid w:val="0091285C"/>
    <w:rsid w:val="009129F9"/>
    <w:rsid w:val="009130DE"/>
    <w:rsid w:val="0091396C"/>
    <w:rsid w:val="00913B79"/>
    <w:rsid w:val="00913F3D"/>
    <w:rsid w:val="009141AA"/>
    <w:rsid w:val="009151CD"/>
    <w:rsid w:val="009159A8"/>
    <w:rsid w:val="00915EF6"/>
    <w:rsid w:val="009166BB"/>
    <w:rsid w:val="0091683A"/>
    <w:rsid w:val="00916AD3"/>
    <w:rsid w:val="00916BE2"/>
    <w:rsid w:val="00917524"/>
    <w:rsid w:val="009175EE"/>
    <w:rsid w:val="00917893"/>
    <w:rsid w:val="00917F20"/>
    <w:rsid w:val="00920352"/>
    <w:rsid w:val="009206D9"/>
    <w:rsid w:val="00920892"/>
    <w:rsid w:val="00921455"/>
    <w:rsid w:val="00921F2F"/>
    <w:rsid w:val="009223CA"/>
    <w:rsid w:val="009239F3"/>
    <w:rsid w:val="00923F43"/>
    <w:rsid w:val="00923F62"/>
    <w:rsid w:val="009244E4"/>
    <w:rsid w:val="009250D7"/>
    <w:rsid w:val="00926894"/>
    <w:rsid w:val="0092754B"/>
    <w:rsid w:val="00927861"/>
    <w:rsid w:val="009306A9"/>
    <w:rsid w:val="00930B69"/>
    <w:rsid w:val="00931271"/>
    <w:rsid w:val="00932281"/>
    <w:rsid w:val="0093306F"/>
    <w:rsid w:val="00933209"/>
    <w:rsid w:val="00933292"/>
    <w:rsid w:val="00933881"/>
    <w:rsid w:val="00934B38"/>
    <w:rsid w:val="00935205"/>
    <w:rsid w:val="00935682"/>
    <w:rsid w:val="00935D0B"/>
    <w:rsid w:val="009372AA"/>
    <w:rsid w:val="00937686"/>
    <w:rsid w:val="00937B71"/>
    <w:rsid w:val="00940EB8"/>
    <w:rsid w:val="00940F93"/>
    <w:rsid w:val="0094106D"/>
    <w:rsid w:val="00941184"/>
    <w:rsid w:val="00942167"/>
    <w:rsid w:val="00943132"/>
    <w:rsid w:val="009448C3"/>
    <w:rsid w:val="009449A0"/>
    <w:rsid w:val="00944A4F"/>
    <w:rsid w:val="00945739"/>
    <w:rsid w:val="00945D3D"/>
    <w:rsid w:val="00946002"/>
    <w:rsid w:val="00946816"/>
    <w:rsid w:val="00946B78"/>
    <w:rsid w:val="00946D33"/>
    <w:rsid w:val="00947062"/>
    <w:rsid w:val="00947645"/>
    <w:rsid w:val="00947EAB"/>
    <w:rsid w:val="009500A9"/>
    <w:rsid w:val="009506FD"/>
    <w:rsid w:val="00950D66"/>
    <w:rsid w:val="00951599"/>
    <w:rsid w:val="00951702"/>
    <w:rsid w:val="009520B1"/>
    <w:rsid w:val="0095212D"/>
    <w:rsid w:val="009523CF"/>
    <w:rsid w:val="00953495"/>
    <w:rsid w:val="00953684"/>
    <w:rsid w:val="00954050"/>
    <w:rsid w:val="00954C3B"/>
    <w:rsid w:val="009553D4"/>
    <w:rsid w:val="00955C5E"/>
    <w:rsid w:val="00956871"/>
    <w:rsid w:val="0095693D"/>
    <w:rsid w:val="00956A70"/>
    <w:rsid w:val="00957143"/>
    <w:rsid w:val="00957676"/>
    <w:rsid w:val="00957BDD"/>
    <w:rsid w:val="009601CD"/>
    <w:rsid w:val="009601DC"/>
    <w:rsid w:val="00960479"/>
    <w:rsid w:val="00960D3D"/>
    <w:rsid w:val="00960D56"/>
    <w:rsid w:val="00960EBE"/>
    <w:rsid w:val="0096122B"/>
    <w:rsid w:val="009616FF"/>
    <w:rsid w:val="009625A1"/>
    <w:rsid w:val="009631CA"/>
    <w:rsid w:val="00963FFE"/>
    <w:rsid w:val="0096437F"/>
    <w:rsid w:val="0096442F"/>
    <w:rsid w:val="00964777"/>
    <w:rsid w:val="00964A54"/>
    <w:rsid w:val="00964F0C"/>
    <w:rsid w:val="00965F69"/>
    <w:rsid w:val="00966770"/>
    <w:rsid w:val="009669CD"/>
    <w:rsid w:val="00966E2A"/>
    <w:rsid w:val="00967699"/>
    <w:rsid w:val="00970425"/>
    <w:rsid w:val="00970F8C"/>
    <w:rsid w:val="00971C07"/>
    <w:rsid w:val="00972447"/>
    <w:rsid w:val="009727CC"/>
    <w:rsid w:val="00972DA9"/>
    <w:rsid w:val="00972FCC"/>
    <w:rsid w:val="00973D19"/>
    <w:rsid w:val="009748ED"/>
    <w:rsid w:val="00975DE1"/>
    <w:rsid w:val="00975FE8"/>
    <w:rsid w:val="009760F3"/>
    <w:rsid w:val="00976CFB"/>
    <w:rsid w:val="00977A7A"/>
    <w:rsid w:val="009800FE"/>
    <w:rsid w:val="0098071F"/>
    <w:rsid w:val="00980BEF"/>
    <w:rsid w:val="00980C18"/>
    <w:rsid w:val="00980D8E"/>
    <w:rsid w:val="0098130C"/>
    <w:rsid w:val="00981671"/>
    <w:rsid w:val="0098177B"/>
    <w:rsid w:val="00981B75"/>
    <w:rsid w:val="00982064"/>
    <w:rsid w:val="0098233F"/>
    <w:rsid w:val="00982345"/>
    <w:rsid w:val="009825E8"/>
    <w:rsid w:val="009825F7"/>
    <w:rsid w:val="00983074"/>
    <w:rsid w:val="00983302"/>
    <w:rsid w:val="009833D9"/>
    <w:rsid w:val="0098442E"/>
    <w:rsid w:val="00984579"/>
    <w:rsid w:val="00984FB0"/>
    <w:rsid w:val="00985989"/>
    <w:rsid w:val="00986D43"/>
    <w:rsid w:val="0098735D"/>
    <w:rsid w:val="0098770D"/>
    <w:rsid w:val="0099026E"/>
    <w:rsid w:val="0099073C"/>
    <w:rsid w:val="00990B8F"/>
    <w:rsid w:val="00990D6E"/>
    <w:rsid w:val="00990FC0"/>
    <w:rsid w:val="00991CF6"/>
    <w:rsid w:val="00992EFB"/>
    <w:rsid w:val="00993A14"/>
    <w:rsid w:val="00993BA4"/>
    <w:rsid w:val="00994A87"/>
    <w:rsid w:val="00994D23"/>
    <w:rsid w:val="009959A8"/>
    <w:rsid w:val="00995BFA"/>
    <w:rsid w:val="00995CAE"/>
    <w:rsid w:val="00996DEA"/>
    <w:rsid w:val="009A011C"/>
    <w:rsid w:val="009A04ED"/>
    <w:rsid w:val="009A0830"/>
    <w:rsid w:val="009A0E8D"/>
    <w:rsid w:val="009A1B3C"/>
    <w:rsid w:val="009A1CD8"/>
    <w:rsid w:val="009A2DB1"/>
    <w:rsid w:val="009A3709"/>
    <w:rsid w:val="009A3BAC"/>
    <w:rsid w:val="009A3D6D"/>
    <w:rsid w:val="009A4C1A"/>
    <w:rsid w:val="009A4CC8"/>
    <w:rsid w:val="009A501A"/>
    <w:rsid w:val="009A512C"/>
    <w:rsid w:val="009A536E"/>
    <w:rsid w:val="009A5FE0"/>
    <w:rsid w:val="009A6051"/>
    <w:rsid w:val="009A69C8"/>
    <w:rsid w:val="009A6C1F"/>
    <w:rsid w:val="009A7172"/>
    <w:rsid w:val="009A787F"/>
    <w:rsid w:val="009A7EFB"/>
    <w:rsid w:val="009B02FA"/>
    <w:rsid w:val="009B06A2"/>
    <w:rsid w:val="009B09E9"/>
    <w:rsid w:val="009B1296"/>
    <w:rsid w:val="009B1BA2"/>
    <w:rsid w:val="009B1C41"/>
    <w:rsid w:val="009B1F7C"/>
    <w:rsid w:val="009B26E7"/>
    <w:rsid w:val="009B26FC"/>
    <w:rsid w:val="009B33EF"/>
    <w:rsid w:val="009B4C19"/>
    <w:rsid w:val="009B4ED0"/>
    <w:rsid w:val="009B511D"/>
    <w:rsid w:val="009B5C24"/>
    <w:rsid w:val="009B64BB"/>
    <w:rsid w:val="009B6606"/>
    <w:rsid w:val="009B78A5"/>
    <w:rsid w:val="009C00B4"/>
    <w:rsid w:val="009C029D"/>
    <w:rsid w:val="009C133D"/>
    <w:rsid w:val="009C1E50"/>
    <w:rsid w:val="009C1FBF"/>
    <w:rsid w:val="009C3C0D"/>
    <w:rsid w:val="009C3CE9"/>
    <w:rsid w:val="009C3F64"/>
    <w:rsid w:val="009C40A4"/>
    <w:rsid w:val="009C49B5"/>
    <w:rsid w:val="009C4C04"/>
    <w:rsid w:val="009C5013"/>
    <w:rsid w:val="009C5B65"/>
    <w:rsid w:val="009C712D"/>
    <w:rsid w:val="009D004F"/>
    <w:rsid w:val="009D0235"/>
    <w:rsid w:val="009D0708"/>
    <w:rsid w:val="009D10B9"/>
    <w:rsid w:val="009D1F48"/>
    <w:rsid w:val="009D2483"/>
    <w:rsid w:val="009D285A"/>
    <w:rsid w:val="009D2CA4"/>
    <w:rsid w:val="009D2D52"/>
    <w:rsid w:val="009D30B8"/>
    <w:rsid w:val="009D32DC"/>
    <w:rsid w:val="009D4B2D"/>
    <w:rsid w:val="009D4B2E"/>
    <w:rsid w:val="009D5678"/>
    <w:rsid w:val="009D580A"/>
    <w:rsid w:val="009D5C55"/>
    <w:rsid w:val="009D5F77"/>
    <w:rsid w:val="009D5F7A"/>
    <w:rsid w:val="009D66C8"/>
    <w:rsid w:val="009D695A"/>
    <w:rsid w:val="009D699E"/>
    <w:rsid w:val="009D6E02"/>
    <w:rsid w:val="009D77CC"/>
    <w:rsid w:val="009E235C"/>
    <w:rsid w:val="009E26FB"/>
    <w:rsid w:val="009E2983"/>
    <w:rsid w:val="009E3B82"/>
    <w:rsid w:val="009E5731"/>
    <w:rsid w:val="009E5A2A"/>
    <w:rsid w:val="009E655E"/>
    <w:rsid w:val="009E6C15"/>
    <w:rsid w:val="009E7129"/>
    <w:rsid w:val="009E79FC"/>
    <w:rsid w:val="009E7A35"/>
    <w:rsid w:val="009F14D6"/>
    <w:rsid w:val="009F1A7D"/>
    <w:rsid w:val="009F211E"/>
    <w:rsid w:val="009F22B5"/>
    <w:rsid w:val="009F266D"/>
    <w:rsid w:val="009F291E"/>
    <w:rsid w:val="009F3144"/>
    <w:rsid w:val="009F32C8"/>
    <w:rsid w:val="009F3A4C"/>
    <w:rsid w:val="009F4848"/>
    <w:rsid w:val="009F4B73"/>
    <w:rsid w:val="009F53A6"/>
    <w:rsid w:val="009F5A11"/>
    <w:rsid w:val="009F6551"/>
    <w:rsid w:val="009F78B5"/>
    <w:rsid w:val="009F7AA8"/>
    <w:rsid w:val="00A00697"/>
    <w:rsid w:val="00A00A3F"/>
    <w:rsid w:val="00A01078"/>
    <w:rsid w:val="00A0119E"/>
    <w:rsid w:val="00A01489"/>
    <w:rsid w:val="00A01D11"/>
    <w:rsid w:val="00A02ACD"/>
    <w:rsid w:val="00A02D61"/>
    <w:rsid w:val="00A03751"/>
    <w:rsid w:val="00A03A43"/>
    <w:rsid w:val="00A03EAC"/>
    <w:rsid w:val="00A04336"/>
    <w:rsid w:val="00A04628"/>
    <w:rsid w:val="00A046B4"/>
    <w:rsid w:val="00A04DF4"/>
    <w:rsid w:val="00A057DC"/>
    <w:rsid w:val="00A05B39"/>
    <w:rsid w:val="00A05BDB"/>
    <w:rsid w:val="00A05ECA"/>
    <w:rsid w:val="00A0613F"/>
    <w:rsid w:val="00A0626C"/>
    <w:rsid w:val="00A06E47"/>
    <w:rsid w:val="00A06E59"/>
    <w:rsid w:val="00A06EC2"/>
    <w:rsid w:val="00A075C1"/>
    <w:rsid w:val="00A10A26"/>
    <w:rsid w:val="00A10CC8"/>
    <w:rsid w:val="00A10EDD"/>
    <w:rsid w:val="00A11222"/>
    <w:rsid w:val="00A11803"/>
    <w:rsid w:val="00A11B6B"/>
    <w:rsid w:val="00A12082"/>
    <w:rsid w:val="00A127B7"/>
    <w:rsid w:val="00A128C2"/>
    <w:rsid w:val="00A12F6D"/>
    <w:rsid w:val="00A14F97"/>
    <w:rsid w:val="00A15112"/>
    <w:rsid w:val="00A1600D"/>
    <w:rsid w:val="00A16074"/>
    <w:rsid w:val="00A177B4"/>
    <w:rsid w:val="00A17837"/>
    <w:rsid w:val="00A20ADD"/>
    <w:rsid w:val="00A20CBF"/>
    <w:rsid w:val="00A220B4"/>
    <w:rsid w:val="00A2290A"/>
    <w:rsid w:val="00A22A0A"/>
    <w:rsid w:val="00A22CAD"/>
    <w:rsid w:val="00A235C4"/>
    <w:rsid w:val="00A23969"/>
    <w:rsid w:val="00A239F9"/>
    <w:rsid w:val="00A23C63"/>
    <w:rsid w:val="00A25AA7"/>
    <w:rsid w:val="00A26F29"/>
    <w:rsid w:val="00A3026E"/>
    <w:rsid w:val="00A3055E"/>
    <w:rsid w:val="00A30A3D"/>
    <w:rsid w:val="00A312D8"/>
    <w:rsid w:val="00A318DC"/>
    <w:rsid w:val="00A32574"/>
    <w:rsid w:val="00A32905"/>
    <w:rsid w:val="00A32B22"/>
    <w:rsid w:val="00A33721"/>
    <w:rsid w:val="00A338F1"/>
    <w:rsid w:val="00A342A0"/>
    <w:rsid w:val="00A344D5"/>
    <w:rsid w:val="00A34A04"/>
    <w:rsid w:val="00A34C0A"/>
    <w:rsid w:val="00A34D57"/>
    <w:rsid w:val="00A34D5E"/>
    <w:rsid w:val="00A35BE0"/>
    <w:rsid w:val="00A35CB7"/>
    <w:rsid w:val="00A36142"/>
    <w:rsid w:val="00A36533"/>
    <w:rsid w:val="00A37DD9"/>
    <w:rsid w:val="00A40049"/>
    <w:rsid w:val="00A400DC"/>
    <w:rsid w:val="00A40DDA"/>
    <w:rsid w:val="00A420B4"/>
    <w:rsid w:val="00A42613"/>
    <w:rsid w:val="00A4273F"/>
    <w:rsid w:val="00A431A4"/>
    <w:rsid w:val="00A43524"/>
    <w:rsid w:val="00A435C9"/>
    <w:rsid w:val="00A44886"/>
    <w:rsid w:val="00A4496D"/>
    <w:rsid w:val="00A44F8C"/>
    <w:rsid w:val="00A450A7"/>
    <w:rsid w:val="00A45424"/>
    <w:rsid w:val="00A45C47"/>
    <w:rsid w:val="00A46288"/>
    <w:rsid w:val="00A46C03"/>
    <w:rsid w:val="00A47E6E"/>
    <w:rsid w:val="00A47F01"/>
    <w:rsid w:val="00A50427"/>
    <w:rsid w:val="00A50D2F"/>
    <w:rsid w:val="00A52316"/>
    <w:rsid w:val="00A52746"/>
    <w:rsid w:val="00A53FA9"/>
    <w:rsid w:val="00A542DF"/>
    <w:rsid w:val="00A5431C"/>
    <w:rsid w:val="00A54A82"/>
    <w:rsid w:val="00A54ECF"/>
    <w:rsid w:val="00A561E7"/>
    <w:rsid w:val="00A56619"/>
    <w:rsid w:val="00A568D7"/>
    <w:rsid w:val="00A56CDD"/>
    <w:rsid w:val="00A576C7"/>
    <w:rsid w:val="00A60A6B"/>
    <w:rsid w:val="00A60C03"/>
    <w:rsid w:val="00A6129C"/>
    <w:rsid w:val="00A61598"/>
    <w:rsid w:val="00A6162F"/>
    <w:rsid w:val="00A617FC"/>
    <w:rsid w:val="00A62A85"/>
    <w:rsid w:val="00A62B98"/>
    <w:rsid w:val="00A62E70"/>
    <w:rsid w:val="00A63A2F"/>
    <w:rsid w:val="00A6400D"/>
    <w:rsid w:val="00A64607"/>
    <w:rsid w:val="00A64651"/>
    <w:rsid w:val="00A651AF"/>
    <w:rsid w:val="00A65900"/>
    <w:rsid w:val="00A65C72"/>
    <w:rsid w:val="00A65C8E"/>
    <w:rsid w:val="00A66220"/>
    <w:rsid w:val="00A663A6"/>
    <w:rsid w:val="00A66F56"/>
    <w:rsid w:val="00A676E6"/>
    <w:rsid w:val="00A701CA"/>
    <w:rsid w:val="00A702B1"/>
    <w:rsid w:val="00A70632"/>
    <w:rsid w:val="00A7098F"/>
    <w:rsid w:val="00A712CA"/>
    <w:rsid w:val="00A7153C"/>
    <w:rsid w:val="00A71D66"/>
    <w:rsid w:val="00A72A9B"/>
    <w:rsid w:val="00A72F22"/>
    <w:rsid w:val="00A7360F"/>
    <w:rsid w:val="00A73A59"/>
    <w:rsid w:val="00A748A6"/>
    <w:rsid w:val="00A74EF2"/>
    <w:rsid w:val="00A75337"/>
    <w:rsid w:val="00A7617B"/>
    <w:rsid w:val="00A769F4"/>
    <w:rsid w:val="00A776B4"/>
    <w:rsid w:val="00A77B05"/>
    <w:rsid w:val="00A80AE9"/>
    <w:rsid w:val="00A8102F"/>
    <w:rsid w:val="00A8183A"/>
    <w:rsid w:val="00A829E5"/>
    <w:rsid w:val="00A82C5D"/>
    <w:rsid w:val="00A82D06"/>
    <w:rsid w:val="00A831F0"/>
    <w:rsid w:val="00A83617"/>
    <w:rsid w:val="00A84238"/>
    <w:rsid w:val="00A8443D"/>
    <w:rsid w:val="00A8462B"/>
    <w:rsid w:val="00A84B78"/>
    <w:rsid w:val="00A85497"/>
    <w:rsid w:val="00A86515"/>
    <w:rsid w:val="00A868D7"/>
    <w:rsid w:val="00A874FE"/>
    <w:rsid w:val="00A87F22"/>
    <w:rsid w:val="00A906FB"/>
    <w:rsid w:val="00A90796"/>
    <w:rsid w:val="00A9099C"/>
    <w:rsid w:val="00A9195A"/>
    <w:rsid w:val="00A923A4"/>
    <w:rsid w:val="00A9274F"/>
    <w:rsid w:val="00A930E2"/>
    <w:rsid w:val="00A934FE"/>
    <w:rsid w:val="00A93920"/>
    <w:rsid w:val="00A93C34"/>
    <w:rsid w:val="00A94361"/>
    <w:rsid w:val="00A949A9"/>
    <w:rsid w:val="00A95153"/>
    <w:rsid w:val="00A967A3"/>
    <w:rsid w:val="00A96D67"/>
    <w:rsid w:val="00A97DE0"/>
    <w:rsid w:val="00AA0CFA"/>
    <w:rsid w:val="00AA111F"/>
    <w:rsid w:val="00AA1498"/>
    <w:rsid w:val="00AA1579"/>
    <w:rsid w:val="00AA1756"/>
    <w:rsid w:val="00AA1F99"/>
    <w:rsid w:val="00AA26B5"/>
    <w:rsid w:val="00AA293C"/>
    <w:rsid w:val="00AA2AE6"/>
    <w:rsid w:val="00AA2DA7"/>
    <w:rsid w:val="00AA2E4C"/>
    <w:rsid w:val="00AA2EBE"/>
    <w:rsid w:val="00AA3BF9"/>
    <w:rsid w:val="00AA4782"/>
    <w:rsid w:val="00AA4EB1"/>
    <w:rsid w:val="00AA4F9B"/>
    <w:rsid w:val="00AA5A47"/>
    <w:rsid w:val="00AA6022"/>
    <w:rsid w:val="00AA62C7"/>
    <w:rsid w:val="00AA64B1"/>
    <w:rsid w:val="00AA6614"/>
    <w:rsid w:val="00AA73E4"/>
    <w:rsid w:val="00AA7852"/>
    <w:rsid w:val="00AA7857"/>
    <w:rsid w:val="00AB0076"/>
    <w:rsid w:val="00AB03D9"/>
    <w:rsid w:val="00AB0685"/>
    <w:rsid w:val="00AB12A1"/>
    <w:rsid w:val="00AB1ACE"/>
    <w:rsid w:val="00AB1EEF"/>
    <w:rsid w:val="00AB2CD0"/>
    <w:rsid w:val="00AB2EC0"/>
    <w:rsid w:val="00AB339A"/>
    <w:rsid w:val="00AB3FD7"/>
    <w:rsid w:val="00AB4676"/>
    <w:rsid w:val="00AB5082"/>
    <w:rsid w:val="00AB5370"/>
    <w:rsid w:val="00AB5D74"/>
    <w:rsid w:val="00AB5F7B"/>
    <w:rsid w:val="00AB74AA"/>
    <w:rsid w:val="00AB7722"/>
    <w:rsid w:val="00AB7D47"/>
    <w:rsid w:val="00AC02FA"/>
    <w:rsid w:val="00AC0388"/>
    <w:rsid w:val="00AC14F7"/>
    <w:rsid w:val="00AC1537"/>
    <w:rsid w:val="00AC1FA2"/>
    <w:rsid w:val="00AC2250"/>
    <w:rsid w:val="00AC2470"/>
    <w:rsid w:val="00AC2601"/>
    <w:rsid w:val="00AC2630"/>
    <w:rsid w:val="00AC4CE7"/>
    <w:rsid w:val="00AC4D4C"/>
    <w:rsid w:val="00AC52B0"/>
    <w:rsid w:val="00AC589E"/>
    <w:rsid w:val="00AC5BA9"/>
    <w:rsid w:val="00AC5F5F"/>
    <w:rsid w:val="00AC6ABF"/>
    <w:rsid w:val="00AC6ED9"/>
    <w:rsid w:val="00AC6F03"/>
    <w:rsid w:val="00AD00BC"/>
    <w:rsid w:val="00AD0902"/>
    <w:rsid w:val="00AD0F47"/>
    <w:rsid w:val="00AD10D7"/>
    <w:rsid w:val="00AD12E3"/>
    <w:rsid w:val="00AD167E"/>
    <w:rsid w:val="00AD1A13"/>
    <w:rsid w:val="00AD236F"/>
    <w:rsid w:val="00AD287C"/>
    <w:rsid w:val="00AD3860"/>
    <w:rsid w:val="00AD3A28"/>
    <w:rsid w:val="00AD6134"/>
    <w:rsid w:val="00AD63D9"/>
    <w:rsid w:val="00AD75F4"/>
    <w:rsid w:val="00AD7C3B"/>
    <w:rsid w:val="00AE0560"/>
    <w:rsid w:val="00AE11A9"/>
    <w:rsid w:val="00AE248B"/>
    <w:rsid w:val="00AE30F1"/>
    <w:rsid w:val="00AE330E"/>
    <w:rsid w:val="00AE3520"/>
    <w:rsid w:val="00AE357D"/>
    <w:rsid w:val="00AE3A0B"/>
    <w:rsid w:val="00AE3ADE"/>
    <w:rsid w:val="00AE405A"/>
    <w:rsid w:val="00AE4091"/>
    <w:rsid w:val="00AE40A2"/>
    <w:rsid w:val="00AE4574"/>
    <w:rsid w:val="00AE466D"/>
    <w:rsid w:val="00AE5181"/>
    <w:rsid w:val="00AE52CE"/>
    <w:rsid w:val="00AE5D9E"/>
    <w:rsid w:val="00AE60F2"/>
    <w:rsid w:val="00AE610B"/>
    <w:rsid w:val="00AE6330"/>
    <w:rsid w:val="00AE63C5"/>
    <w:rsid w:val="00AF022F"/>
    <w:rsid w:val="00AF0697"/>
    <w:rsid w:val="00AF1404"/>
    <w:rsid w:val="00AF14CC"/>
    <w:rsid w:val="00AF259F"/>
    <w:rsid w:val="00AF275F"/>
    <w:rsid w:val="00AF2C89"/>
    <w:rsid w:val="00AF2F59"/>
    <w:rsid w:val="00AF315C"/>
    <w:rsid w:val="00AF33AF"/>
    <w:rsid w:val="00AF391C"/>
    <w:rsid w:val="00AF3DCD"/>
    <w:rsid w:val="00AF6240"/>
    <w:rsid w:val="00AF64EB"/>
    <w:rsid w:val="00AF652E"/>
    <w:rsid w:val="00AF6626"/>
    <w:rsid w:val="00B00261"/>
    <w:rsid w:val="00B00520"/>
    <w:rsid w:val="00B00AE5"/>
    <w:rsid w:val="00B0139C"/>
    <w:rsid w:val="00B0163B"/>
    <w:rsid w:val="00B020FE"/>
    <w:rsid w:val="00B02172"/>
    <w:rsid w:val="00B024AB"/>
    <w:rsid w:val="00B029A4"/>
    <w:rsid w:val="00B031C8"/>
    <w:rsid w:val="00B03463"/>
    <w:rsid w:val="00B038D9"/>
    <w:rsid w:val="00B03F98"/>
    <w:rsid w:val="00B04045"/>
    <w:rsid w:val="00B05113"/>
    <w:rsid w:val="00B05206"/>
    <w:rsid w:val="00B05259"/>
    <w:rsid w:val="00B05C92"/>
    <w:rsid w:val="00B06658"/>
    <w:rsid w:val="00B06953"/>
    <w:rsid w:val="00B06A37"/>
    <w:rsid w:val="00B070B2"/>
    <w:rsid w:val="00B073DB"/>
    <w:rsid w:val="00B07D77"/>
    <w:rsid w:val="00B1004F"/>
    <w:rsid w:val="00B103A6"/>
    <w:rsid w:val="00B108DF"/>
    <w:rsid w:val="00B131F2"/>
    <w:rsid w:val="00B13F45"/>
    <w:rsid w:val="00B14519"/>
    <w:rsid w:val="00B14F74"/>
    <w:rsid w:val="00B16420"/>
    <w:rsid w:val="00B16D53"/>
    <w:rsid w:val="00B17503"/>
    <w:rsid w:val="00B178C6"/>
    <w:rsid w:val="00B21608"/>
    <w:rsid w:val="00B2166F"/>
    <w:rsid w:val="00B217EB"/>
    <w:rsid w:val="00B2231C"/>
    <w:rsid w:val="00B23761"/>
    <w:rsid w:val="00B238FD"/>
    <w:rsid w:val="00B23D73"/>
    <w:rsid w:val="00B23DCE"/>
    <w:rsid w:val="00B244D5"/>
    <w:rsid w:val="00B247AF"/>
    <w:rsid w:val="00B24CD0"/>
    <w:rsid w:val="00B2503A"/>
    <w:rsid w:val="00B2520D"/>
    <w:rsid w:val="00B25270"/>
    <w:rsid w:val="00B25A87"/>
    <w:rsid w:val="00B25EA6"/>
    <w:rsid w:val="00B264F2"/>
    <w:rsid w:val="00B267FA"/>
    <w:rsid w:val="00B2726E"/>
    <w:rsid w:val="00B27417"/>
    <w:rsid w:val="00B277EE"/>
    <w:rsid w:val="00B27894"/>
    <w:rsid w:val="00B30179"/>
    <w:rsid w:val="00B30D67"/>
    <w:rsid w:val="00B31B07"/>
    <w:rsid w:val="00B32DF9"/>
    <w:rsid w:val="00B33B03"/>
    <w:rsid w:val="00B33B9E"/>
    <w:rsid w:val="00B33C96"/>
    <w:rsid w:val="00B33DFC"/>
    <w:rsid w:val="00B3411C"/>
    <w:rsid w:val="00B35738"/>
    <w:rsid w:val="00B3573D"/>
    <w:rsid w:val="00B35B0A"/>
    <w:rsid w:val="00B37663"/>
    <w:rsid w:val="00B37D55"/>
    <w:rsid w:val="00B402B0"/>
    <w:rsid w:val="00B4058D"/>
    <w:rsid w:val="00B41054"/>
    <w:rsid w:val="00B412DC"/>
    <w:rsid w:val="00B41FA9"/>
    <w:rsid w:val="00B421C1"/>
    <w:rsid w:val="00B427D9"/>
    <w:rsid w:val="00B438FD"/>
    <w:rsid w:val="00B44E48"/>
    <w:rsid w:val="00B47694"/>
    <w:rsid w:val="00B47B6C"/>
    <w:rsid w:val="00B47C1C"/>
    <w:rsid w:val="00B47EA6"/>
    <w:rsid w:val="00B50658"/>
    <w:rsid w:val="00B507D3"/>
    <w:rsid w:val="00B51AD3"/>
    <w:rsid w:val="00B51EFF"/>
    <w:rsid w:val="00B52138"/>
    <w:rsid w:val="00B52B0B"/>
    <w:rsid w:val="00B52E63"/>
    <w:rsid w:val="00B538F2"/>
    <w:rsid w:val="00B53C21"/>
    <w:rsid w:val="00B53D98"/>
    <w:rsid w:val="00B54387"/>
    <w:rsid w:val="00B5438E"/>
    <w:rsid w:val="00B54E6F"/>
    <w:rsid w:val="00B55C71"/>
    <w:rsid w:val="00B56CC9"/>
    <w:rsid w:val="00B56E4A"/>
    <w:rsid w:val="00B56E9C"/>
    <w:rsid w:val="00B56FF0"/>
    <w:rsid w:val="00B570A7"/>
    <w:rsid w:val="00B57A52"/>
    <w:rsid w:val="00B57E4A"/>
    <w:rsid w:val="00B57F7C"/>
    <w:rsid w:val="00B60191"/>
    <w:rsid w:val="00B60C17"/>
    <w:rsid w:val="00B61408"/>
    <w:rsid w:val="00B61448"/>
    <w:rsid w:val="00B61BA6"/>
    <w:rsid w:val="00B61EBE"/>
    <w:rsid w:val="00B61EF9"/>
    <w:rsid w:val="00B62265"/>
    <w:rsid w:val="00B63179"/>
    <w:rsid w:val="00B634C2"/>
    <w:rsid w:val="00B64306"/>
    <w:rsid w:val="00B64B1F"/>
    <w:rsid w:val="00B64F0A"/>
    <w:rsid w:val="00B65391"/>
    <w:rsid w:val="00B6553F"/>
    <w:rsid w:val="00B66A75"/>
    <w:rsid w:val="00B66BB8"/>
    <w:rsid w:val="00B66BCA"/>
    <w:rsid w:val="00B6788A"/>
    <w:rsid w:val="00B67C17"/>
    <w:rsid w:val="00B7021B"/>
    <w:rsid w:val="00B706B7"/>
    <w:rsid w:val="00B70758"/>
    <w:rsid w:val="00B70B52"/>
    <w:rsid w:val="00B72623"/>
    <w:rsid w:val="00B7370A"/>
    <w:rsid w:val="00B74207"/>
    <w:rsid w:val="00B74389"/>
    <w:rsid w:val="00B74D1E"/>
    <w:rsid w:val="00B751E1"/>
    <w:rsid w:val="00B75318"/>
    <w:rsid w:val="00B757F3"/>
    <w:rsid w:val="00B76089"/>
    <w:rsid w:val="00B762EB"/>
    <w:rsid w:val="00B765EE"/>
    <w:rsid w:val="00B77632"/>
    <w:rsid w:val="00B77835"/>
    <w:rsid w:val="00B77840"/>
    <w:rsid w:val="00B77888"/>
    <w:rsid w:val="00B77AB1"/>
    <w:rsid w:val="00B77D05"/>
    <w:rsid w:val="00B80BC0"/>
    <w:rsid w:val="00B80CC8"/>
    <w:rsid w:val="00B81206"/>
    <w:rsid w:val="00B81E12"/>
    <w:rsid w:val="00B82437"/>
    <w:rsid w:val="00B82A79"/>
    <w:rsid w:val="00B82CBB"/>
    <w:rsid w:val="00B84961"/>
    <w:rsid w:val="00B84E38"/>
    <w:rsid w:val="00B85B5B"/>
    <w:rsid w:val="00B87A34"/>
    <w:rsid w:val="00B87FE5"/>
    <w:rsid w:val="00B9000F"/>
    <w:rsid w:val="00B90599"/>
    <w:rsid w:val="00B90669"/>
    <w:rsid w:val="00B91455"/>
    <w:rsid w:val="00B9170C"/>
    <w:rsid w:val="00B918D7"/>
    <w:rsid w:val="00B91FBF"/>
    <w:rsid w:val="00B923E9"/>
    <w:rsid w:val="00B92C65"/>
    <w:rsid w:val="00B93331"/>
    <w:rsid w:val="00B934F7"/>
    <w:rsid w:val="00B938E8"/>
    <w:rsid w:val="00B93C06"/>
    <w:rsid w:val="00B9410B"/>
    <w:rsid w:val="00B94A13"/>
    <w:rsid w:val="00B94AD1"/>
    <w:rsid w:val="00B94C6F"/>
    <w:rsid w:val="00B958FD"/>
    <w:rsid w:val="00B95F6A"/>
    <w:rsid w:val="00B96D8B"/>
    <w:rsid w:val="00B972DD"/>
    <w:rsid w:val="00B978A2"/>
    <w:rsid w:val="00BA0B5C"/>
    <w:rsid w:val="00BA0C7C"/>
    <w:rsid w:val="00BA1A49"/>
    <w:rsid w:val="00BA1BA4"/>
    <w:rsid w:val="00BA315C"/>
    <w:rsid w:val="00BA335C"/>
    <w:rsid w:val="00BA348B"/>
    <w:rsid w:val="00BA373B"/>
    <w:rsid w:val="00BA3A9B"/>
    <w:rsid w:val="00BA48EE"/>
    <w:rsid w:val="00BA4B5B"/>
    <w:rsid w:val="00BA610C"/>
    <w:rsid w:val="00BA6E92"/>
    <w:rsid w:val="00BA7169"/>
    <w:rsid w:val="00BA7A2A"/>
    <w:rsid w:val="00BB00CA"/>
    <w:rsid w:val="00BB0960"/>
    <w:rsid w:val="00BB13AA"/>
    <w:rsid w:val="00BB1B37"/>
    <w:rsid w:val="00BB2038"/>
    <w:rsid w:val="00BB38B5"/>
    <w:rsid w:val="00BB441F"/>
    <w:rsid w:val="00BB4BC7"/>
    <w:rsid w:val="00BB558A"/>
    <w:rsid w:val="00BB57D6"/>
    <w:rsid w:val="00BB645F"/>
    <w:rsid w:val="00BB65A7"/>
    <w:rsid w:val="00BB6780"/>
    <w:rsid w:val="00BB73CF"/>
    <w:rsid w:val="00BB77B9"/>
    <w:rsid w:val="00BC0EAA"/>
    <w:rsid w:val="00BC14A4"/>
    <w:rsid w:val="00BC16AE"/>
    <w:rsid w:val="00BC16ED"/>
    <w:rsid w:val="00BC1B66"/>
    <w:rsid w:val="00BC1CE7"/>
    <w:rsid w:val="00BC3080"/>
    <w:rsid w:val="00BC3461"/>
    <w:rsid w:val="00BC3C05"/>
    <w:rsid w:val="00BC3FA0"/>
    <w:rsid w:val="00BC44B8"/>
    <w:rsid w:val="00BC480A"/>
    <w:rsid w:val="00BC52C7"/>
    <w:rsid w:val="00BC5908"/>
    <w:rsid w:val="00BC5A06"/>
    <w:rsid w:val="00BC5BE9"/>
    <w:rsid w:val="00BC5C38"/>
    <w:rsid w:val="00BC65F9"/>
    <w:rsid w:val="00BC66AE"/>
    <w:rsid w:val="00BC6925"/>
    <w:rsid w:val="00BC74E9"/>
    <w:rsid w:val="00BC7C53"/>
    <w:rsid w:val="00BD0198"/>
    <w:rsid w:val="00BD1E00"/>
    <w:rsid w:val="00BD337E"/>
    <w:rsid w:val="00BD3A0B"/>
    <w:rsid w:val="00BD40BA"/>
    <w:rsid w:val="00BD464B"/>
    <w:rsid w:val="00BD4BEF"/>
    <w:rsid w:val="00BD60EF"/>
    <w:rsid w:val="00BD6247"/>
    <w:rsid w:val="00BD6F49"/>
    <w:rsid w:val="00BD73B0"/>
    <w:rsid w:val="00BD79BD"/>
    <w:rsid w:val="00BD7B00"/>
    <w:rsid w:val="00BE0255"/>
    <w:rsid w:val="00BE07B4"/>
    <w:rsid w:val="00BE087B"/>
    <w:rsid w:val="00BE0CCD"/>
    <w:rsid w:val="00BE1AFD"/>
    <w:rsid w:val="00BE32A7"/>
    <w:rsid w:val="00BE34B5"/>
    <w:rsid w:val="00BE4903"/>
    <w:rsid w:val="00BE4970"/>
    <w:rsid w:val="00BE4BDD"/>
    <w:rsid w:val="00BE4D6B"/>
    <w:rsid w:val="00BE5BE5"/>
    <w:rsid w:val="00BE5C82"/>
    <w:rsid w:val="00BE5EB5"/>
    <w:rsid w:val="00BE61CC"/>
    <w:rsid w:val="00BE6F05"/>
    <w:rsid w:val="00BE7496"/>
    <w:rsid w:val="00BE7B5E"/>
    <w:rsid w:val="00BE7F42"/>
    <w:rsid w:val="00BF0600"/>
    <w:rsid w:val="00BF08A6"/>
    <w:rsid w:val="00BF107D"/>
    <w:rsid w:val="00BF13DB"/>
    <w:rsid w:val="00BF20D3"/>
    <w:rsid w:val="00BF2A5A"/>
    <w:rsid w:val="00BF2D60"/>
    <w:rsid w:val="00BF405B"/>
    <w:rsid w:val="00BF432C"/>
    <w:rsid w:val="00BF4464"/>
    <w:rsid w:val="00BF5279"/>
    <w:rsid w:val="00BF52AB"/>
    <w:rsid w:val="00BF68A8"/>
    <w:rsid w:val="00BF6D91"/>
    <w:rsid w:val="00BF79F2"/>
    <w:rsid w:val="00BF7CE2"/>
    <w:rsid w:val="00C00071"/>
    <w:rsid w:val="00C01553"/>
    <w:rsid w:val="00C01846"/>
    <w:rsid w:val="00C018EB"/>
    <w:rsid w:val="00C01A81"/>
    <w:rsid w:val="00C01BC0"/>
    <w:rsid w:val="00C021F1"/>
    <w:rsid w:val="00C03191"/>
    <w:rsid w:val="00C0395A"/>
    <w:rsid w:val="00C0590B"/>
    <w:rsid w:val="00C06341"/>
    <w:rsid w:val="00C119B7"/>
    <w:rsid w:val="00C11A03"/>
    <w:rsid w:val="00C120BD"/>
    <w:rsid w:val="00C1247C"/>
    <w:rsid w:val="00C13161"/>
    <w:rsid w:val="00C139C8"/>
    <w:rsid w:val="00C13C1E"/>
    <w:rsid w:val="00C13E1A"/>
    <w:rsid w:val="00C142A9"/>
    <w:rsid w:val="00C14470"/>
    <w:rsid w:val="00C150C6"/>
    <w:rsid w:val="00C152E4"/>
    <w:rsid w:val="00C15303"/>
    <w:rsid w:val="00C15732"/>
    <w:rsid w:val="00C15CB9"/>
    <w:rsid w:val="00C15CEB"/>
    <w:rsid w:val="00C15DB1"/>
    <w:rsid w:val="00C15EB2"/>
    <w:rsid w:val="00C16905"/>
    <w:rsid w:val="00C16C11"/>
    <w:rsid w:val="00C16DA9"/>
    <w:rsid w:val="00C17264"/>
    <w:rsid w:val="00C17529"/>
    <w:rsid w:val="00C179D9"/>
    <w:rsid w:val="00C17D0D"/>
    <w:rsid w:val="00C20187"/>
    <w:rsid w:val="00C20C4D"/>
    <w:rsid w:val="00C21C7C"/>
    <w:rsid w:val="00C226C3"/>
    <w:rsid w:val="00C22C0C"/>
    <w:rsid w:val="00C2333A"/>
    <w:rsid w:val="00C23EF4"/>
    <w:rsid w:val="00C242D7"/>
    <w:rsid w:val="00C24712"/>
    <w:rsid w:val="00C25FA8"/>
    <w:rsid w:val="00C261EE"/>
    <w:rsid w:val="00C2621A"/>
    <w:rsid w:val="00C2683B"/>
    <w:rsid w:val="00C268D3"/>
    <w:rsid w:val="00C27099"/>
    <w:rsid w:val="00C273C3"/>
    <w:rsid w:val="00C27628"/>
    <w:rsid w:val="00C27EA8"/>
    <w:rsid w:val="00C302FB"/>
    <w:rsid w:val="00C3058E"/>
    <w:rsid w:val="00C30EF4"/>
    <w:rsid w:val="00C31550"/>
    <w:rsid w:val="00C31A33"/>
    <w:rsid w:val="00C31F7D"/>
    <w:rsid w:val="00C321E4"/>
    <w:rsid w:val="00C32994"/>
    <w:rsid w:val="00C32E5B"/>
    <w:rsid w:val="00C3303A"/>
    <w:rsid w:val="00C33C28"/>
    <w:rsid w:val="00C342F3"/>
    <w:rsid w:val="00C347A5"/>
    <w:rsid w:val="00C34A37"/>
    <w:rsid w:val="00C34C0B"/>
    <w:rsid w:val="00C3562A"/>
    <w:rsid w:val="00C35948"/>
    <w:rsid w:val="00C35BEA"/>
    <w:rsid w:val="00C35C7F"/>
    <w:rsid w:val="00C36074"/>
    <w:rsid w:val="00C362E6"/>
    <w:rsid w:val="00C36989"/>
    <w:rsid w:val="00C36BF1"/>
    <w:rsid w:val="00C36F9C"/>
    <w:rsid w:val="00C3792B"/>
    <w:rsid w:val="00C379B4"/>
    <w:rsid w:val="00C37C2B"/>
    <w:rsid w:val="00C40002"/>
    <w:rsid w:val="00C40367"/>
    <w:rsid w:val="00C4044D"/>
    <w:rsid w:val="00C40A06"/>
    <w:rsid w:val="00C40EF8"/>
    <w:rsid w:val="00C40F09"/>
    <w:rsid w:val="00C40F86"/>
    <w:rsid w:val="00C413B0"/>
    <w:rsid w:val="00C416D1"/>
    <w:rsid w:val="00C4180E"/>
    <w:rsid w:val="00C419DE"/>
    <w:rsid w:val="00C420BC"/>
    <w:rsid w:val="00C42437"/>
    <w:rsid w:val="00C425D2"/>
    <w:rsid w:val="00C427D5"/>
    <w:rsid w:val="00C42B0A"/>
    <w:rsid w:val="00C432EC"/>
    <w:rsid w:val="00C43DA1"/>
    <w:rsid w:val="00C43E49"/>
    <w:rsid w:val="00C445B6"/>
    <w:rsid w:val="00C446E2"/>
    <w:rsid w:val="00C44C8A"/>
    <w:rsid w:val="00C4527F"/>
    <w:rsid w:val="00C4553A"/>
    <w:rsid w:val="00C45A33"/>
    <w:rsid w:val="00C45CCE"/>
    <w:rsid w:val="00C463DD"/>
    <w:rsid w:val="00C4664C"/>
    <w:rsid w:val="00C46BA8"/>
    <w:rsid w:val="00C4724C"/>
    <w:rsid w:val="00C47ABA"/>
    <w:rsid w:val="00C47BE5"/>
    <w:rsid w:val="00C5004B"/>
    <w:rsid w:val="00C5010C"/>
    <w:rsid w:val="00C502E0"/>
    <w:rsid w:val="00C5034C"/>
    <w:rsid w:val="00C5036A"/>
    <w:rsid w:val="00C5037F"/>
    <w:rsid w:val="00C5040A"/>
    <w:rsid w:val="00C50D00"/>
    <w:rsid w:val="00C515C4"/>
    <w:rsid w:val="00C51E88"/>
    <w:rsid w:val="00C5201F"/>
    <w:rsid w:val="00C527A0"/>
    <w:rsid w:val="00C53057"/>
    <w:rsid w:val="00C535AB"/>
    <w:rsid w:val="00C5366B"/>
    <w:rsid w:val="00C53AD8"/>
    <w:rsid w:val="00C54E89"/>
    <w:rsid w:val="00C550E5"/>
    <w:rsid w:val="00C55A47"/>
    <w:rsid w:val="00C55C35"/>
    <w:rsid w:val="00C560C2"/>
    <w:rsid w:val="00C560F0"/>
    <w:rsid w:val="00C56794"/>
    <w:rsid w:val="00C569C0"/>
    <w:rsid w:val="00C57685"/>
    <w:rsid w:val="00C57721"/>
    <w:rsid w:val="00C605CB"/>
    <w:rsid w:val="00C607D9"/>
    <w:rsid w:val="00C6088B"/>
    <w:rsid w:val="00C611C1"/>
    <w:rsid w:val="00C618DA"/>
    <w:rsid w:val="00C61F05"/>
    <w:rsid w:val="00C62257"/>
    <w:rsid w:val="00C62712"/>
    <w:rsid w:val="00C629A0"/>
    <w:rsid w:val="00C631E5"/>
    <w:rsid w:val="00C644BD"/>
    <w:rsid w:val="00C6453D"/>
    <w:rsid w:val="00C64629"/>
    <w:rsid w:val="00C64851"/>
    <w:rsid w:val="00C66D20"/>
    <w:rsid w:val="00C670A7"/>
    <w:rsid w:val="00C672BF"/>
    <w:rsid w:val="00C6733F"/>
    <w:rsid w:val="00C70044"/>
    <w:rsid w:val="00C708B1"/>
    <w:rsid w:val="00C70E89"/>
    <w:rsid w:val="00C70FCE"/>
    <w:rsid w:val="00C7100F"/>
    <w:rsid w:val="00C71200"/>
    <w:rsid w:val="00C713CD"/>
    <w:rsid w:val="00C718D9"/>
    <w:rsid w:val="00C721DC"/>
    <w:rsid w:val="00C7247D"/>
    <w:rsid w:val="00C72D42"/>
    <w:rsid w:val="00C7354A"/>
    <w:rsid w:val="00C73912"/>
    <w:rsid w:val="00C74536"/>
    <w:rsid w:val="00C74584"/>
    <w:rsid w:val="00C745C3"/>
    <w:rsid w:val="00C7571D"/>
    <w:rsid w:val="00C75DDF"/>
    <w:rsid w:val="00C760FF"/>
    <w:rsid w:val="00C761D7"/>
    <w:rsid w:val="00C774A0"/>
    <w:rsid w:val="00C77649"/>
    <w:rsid w:val="00C80986"/>
    <w:rsid w:val="00C81265"/>
    <w:rsid w:val="00C813EE"/>
    <w:rsid w:val="00C817C7"/>
    <w:rsid w:val="00C82794"/>
    <w:rsid w:val="00C83131"/>
    <w:rsid w:val="00C836B5"/>
    <w:rsid w:val="00C84C37"/>
    <w:rsid w:val="00C84F38"/>
    <w:rsid w:val="00C85A1A"/>
    <w:rsid w:val="00C865E7"/>
    <w:rsid w:val="00C86A36"/>
    <w:rsid w:val="00C86C62"/>
    <w:rsid w:val="00C8733C"/>
    <w:rsid w:val="00C874BD"/>
    <w:rsid w:val="00C8772D"/>
    <w:rsid w:val="00C901BD"/>
    <w:rsid w:val="00C9027D"/>
    <w:rsid w:val="00C91580"/>
    <w:rsid w:val="00C934D8"/>
    <w:rsid w:val="00C94842"/>
    <w:rsid w:val="00C94EF6"/>
    <w:rsid w:val="00C957C2"/>
    <w:rsid w:val="00C9581E"/>
    <w:rsid w:val="00C96636"/>
    <w:rsid w:val="00C969BC"/>
    <w:rsid w:val="00C96AE2"/>
    <w:rsid w:val="00C96C44"/>
    <w:rsid w:val="00C96DF2"/>
    <w:rsid w:val="00C96E97"/>
    <w:rsid w:val="00C97251"/>
    <w:rsid w:val="00C9748B"/>
    <w:rsid w:val="00C97A50"/>
    <w:rsid w:val="00C97DE7"/>
    <w:rsid w:val="00C97F80"/>
    <w:rsid w:val="00CA0310"/>
    <w:rsid w:val="00CA0487"/>
    <w:rsid w:val="00CA0870"/>
    <w:rsid w:val="00CA149B"/>
    <w:rsid w:val="00CA153E"/>
    <w:rsid w:val="00CA1CEC"/>
    <w:rsid w:val="00CA1F61"/>
    <w:rsid w:val="00CA2A44"/>
    <w:rsid w:val="00CA2E25"/>
    <w:rsid w:val="00CA34DE"/>
    <w:rsid w:val="00CA3D20"/>
    <w:rsid w:val="00CA4104"/>
    <w:rsid w:val="00CA41F0"/>
    <w:rsid w:val="00CA4F28"/>
    <w:rsid w:val="00CA5FEF"/>
    <w:rsid w:val="00CA6887"/>
    <w:rsid w:val="00CA72B2"/>
    <w:rsid w:val="00CA747E"/>
    <w:rsid w:val="00CA7E19"/>
    <w:rsid w:val="00CB0401"/>
    <w:rsid w:val="00CB0E3D"/>
    <w:rsid w:val="00CB25B3"/>
    <w:rsid w:val="00CB2BDB"/>
    <w:rsid w:val="00CB2EB0"/>
    <w:rsid w:val="00CB304B"/>
    <w:rsid w:val="00CB3E03"/>
    <w:rsid w:val="00CB42EA"/>
    <w:rsid w:val="00CB4CE7"/>
    <w:rsid w:val="00CB502B"/>
    <w:rsid w:val="00CB5520"/>
    <w:rsid w:val="00CB5E3D"/>
    <w:rsid w:val="00CB6445"/>
    <w:rsid w:val="00CB65F9"/>
    <w:rsid w:val="00CB67BD"/>
    <w:rsid w:val="00CB7879"/>
    <w:rsid w:val="00CB78B8"/>
    <w:rsid w:val="00CB7AA8"/>
    <w:rsid w:val="00CB7AD0"/>
    <w:rsid w:val="00CC0762"/>
    <w:rsid w:val="00CC0999"/>
    <w:rsid w:val="00CC0A72"/>
    <w:rsid w:val="00CC198E"/>
    <w:rsid w:val="00CC1F86"/>
    <w:rsid w:val="00CC232F"/>
    <w:rsid w:val="00CC2723"/>
    <w:rsid w:val="00CC3174"/>
    <w:rsid w:val="00CC34EB"/>
    <w:rsid w:val="00CC4136"/>
    <w:rsid w:val="00CC4F30"/>
    <w:rsid w:val="00CC552E"/>
    <w:rsid w:val="00CC5F08"/>
    <w:rsid w:val="00CC69FA"/>
    <w:rsid w:val="00CC71C6"/>
    <w:rsid w:val="00CC796F"/>
    <w:rsid w:val="00CD0948"/>
    <w:rsid w:val="00CD10D3"/>
    <w:rsid w:val="00CD30DC"/>
    <w:rsid w:val="00CD31EE"/>
    <w:rsid w:val="00CD3638"/>
    <w:rsid w:val="00CD46C6"/>
    <w:rsid w:val="00CD4AA6"/>
    <w:rsid w:val="00CD56C1"/>
    <w:rsid w:val="00CD6D09"/>
    <w:rsid w:val="00CD71AE"/>
    <w:rsid w:val="00CD7375"/>
    <w:rsid w:val="00CD772B"/>
    <w:rsid w:val="00CD7795"/>
    <w:rsid w:val="00CD7A72"/>
    <w:rsid w:val="00CD7F31"/>
    <w:rsid w:val="00CE03A4"/>
    <w:rsid w:val="00CE10F8"/>
    <w:rsid w:val="00CE161D"/>
    <w:rsid w:val="00CE2133"/>
    <w:rsid w:val="00CE269F"/>
    <w:rsid w:val="00CE2979"/>
    <w:rsid w:val="00CE3722"/>
    <w:rsid w:val="00CE3A23"/>
    <w:rsid w:val="00CE3E07"/>
    <w:rsid w:val="00CE4A8F"/>
    <w:rsid w:val="00CE5774"/>
    <w:rsid w:val="00CE5CF6"/>
    <w:rsid w:val="00CE5E2F"/>
    <w:rsid w:val="00CE71EA"/>
    <w:rsid w:val="00CE768D"/>
    <w:rsid w:val="00CE7832"/>
    <w:rsid w:val="00CE7EBA"/>
    <w:rsid w:val="00CF1CA5"/>
    <w:rsid w:val="00CF2450"/>
    <w:rsid w:val="00CF284E"/>
    <w:rsid w:val="00CF2E8B"/>
    <w:rsid w:val="00CF3450"/>
    <w:rsid w:val="00CF3F8C"/>
    <w:rsid w:val="00CF46AB"/>
    <w:rsid w:val="00CF54FD"/>
    <w:rsid w:val="00CF5790"/>
    <w:rsid w:val="00CF59EA"/>
    <w:rsid w:val="00CF5AD1"/>
    <w:rsid w:val="00CF615B"/>
    <w:rsid w:val="00CF68C3"/>
    <w:rsid w:val="00CF6CE9"/>
    <w:rsid w:val="00CF7115"/>
    <w:rsid w:val="00CF76C0"/>
    <w:rsid w:val="00CF7DA1"/>
    <w:rsid w:val="00D0079E"/>
    <w:rsid w:val="00D00ABB"/>
    <w:rsid w:val="00D00E12"/>
    <w:rsid w:val="00D0164D"/>
    <w:rsid w:val="00D018F5"/>
    <w:rsid w:val="00D01B07"/>
    <w:rsid w:val="00D01ECD"/>
    <w:rsid w:val="00D0293D"/>
    <w:rsid w:val="00D032F0"/>
    <w:rsid w:val="00D03A51"/>
    <w:rsid w:val="00D04594"/>
    <w:rsid w:val="00D04997"/>
    <w:rsid w:val="00D052C4"/>
    <w:rsid w:val="00D05755"/>
    <w:rsid w:val="00D05A7E"/>
    <w:rsid w:val="00D05C25"/>
    <w:rsid w:val="00D067A3"/>
    <w:rsid w:val="00D06904"/>
    <w:rsid w:val="00D07A0A"/>
    <w:rsid w:val="00D1011F"/>
    <w:rsid w:val="00D10380"/>
    <w:rsid w:val="00D107FD"/>
    <w:rsid w:val="00D11C9E"/>
    <w:rsid w:val="00D11CAA"/>
    <w:rsid w:val="00D125DE"/>
    <w:rsid w:val="00D12C33"/>
    <w:rsid w:val="00D130CF"/>
    <w:rsid w:val="00D131A7"/>
    <w:rsid w:val="00D13576"/>
    <w:rsid w:val="00D13A6A"/>
    <w:rsid w:val="00D13B3D"/>
    <w:rsid w:val="00D13C20"/>
    <w:rsid w:val="00D14A98"/>
    <w:rsid w:val="00D14F22"/>
    <w:rsid w:val="00D15118"/>
    <w:rsid w:val="00D15839"/>
    <w:rsid w:val="00D15ED1"/>
    <w:rsid w:val="00D17F52"/>
    <w:rsid w:val="00D17FDC"/>
    <w:rsid w:val="00D20047"/>
    <w:rsid w:val="00D2007D"/>
    <w:rsid w:val="00D2017F"/>
    <w:rsid w:val="00D2031B"/>
    <w:rsid w:val="00D20715"/>
    <w:rsid w:val="00D20CAE"/>
    <w:rsid w:val="00D21D28"/>
    <w:rsid w:val="00D21F7B"/>
    <w:rsid w:val="00D220EC"/>
    <w:rsid w:val="00D22544"/>
    <w:rsid w:val="00D227E7"/>
    <w:rsid w:val="00D229C0"/>
    <w:rsid w:val="00D229CB"/>
    <w:rsid w:val="00D22B45"/>
    <w:rsid w:val="00D22EBB"/>
    <w:rsid w:val="00D22FCC"/>
    <w:rsid w:val="00D23356"/>
    <w:rsid w:val="00D23440"/>
    <w:rsid w:val="00D24688"/>
    <w:rsid w:val="00D246E6"/>
    <w:rsid w:val="00D247CB"/>
    <w:rsid w:val="00D248B6"/>
    <w:rsid w:val="00D248CB"/>
    <w:rsid w:val="00D25FE2"/>
    <w:rsid w:val="00D26B34"/>
    <w:rsid w:val="00D26DD5"/>
    <w:rsid w:val="00D26E07"/>
    <w:rsid w:val="00D27177"/>
    <w:rsid w:val="00D2768D"/>
    <w:rsid w:val="00D277A1"/>
    <w:rsid w:val="00D2791C"/>
    <w:rsid w:val="00D308F3"/>
    <w:rsid w:val="00D32174"/>
    <w:rsid w:val="00D3264E"/>
    <w:rsid w:val="00D336F6"/>
    <w:rsid w:val="00D33F33"/>
    <w:rsid w:val="00D3438D"/>
    <w:rsid w:val="00D34681"/>
    <w:rsid w:val="00D34C84"/>
    <w:rsid w:val="00D3537E"/>
    <w:rsid w:val="00D3641B"/>
    <w:rsid w:val="00D36724"/>
    <w:rsid w:val="00D4035D"/>
    <w:rsid w:val="00D404BD"/>
    <w:rsid w:val="00D416C2"/>
    <w:rsid w:val="00D42043"/>
    <w:rsid w:val="00D42CBA"/>
    <w:rsid w:val="00D42E63"/>
    <w:rsid w:val="00D43252"/>
    <w:rsid w:val="00D43867"/>
    <w:rsid w:val="00D43C08"/>
    <w:rsid w:val="00D43C4E"/>
    <w:rsid w:val="00D44767"/>
    <w:rsid w:val="00D4549B"/>
    <w:rsid w:val="00D46DA2"/>
    <w:rsid w:val="00D471DF"/>
    <w:rsid w:val="00D476F8"/>
    <w:rsid w:val="00D47CE3"/>
    <w:rsid w:val="00D47D7B"/>
    <w:rsid w:val="00D47EEA"/>
    <w:rsid w:val="00D47F95"/>
    <w:rsid w:val="00D506BF"/>
    <w:rsid w:val="00D51557"/>
    <w:rsid w:val="00D516BD"/>
    <w:rsid w:val="00D5222D"/>
    <w:rsid w:val="00D52424"/>
    <w:rsid w:val="00D52707"/>
    <w:rsid w:val="00D52A6B"/>
    <w:rsid w:val="00D52AC0"/>
    <w:rsid w:val="00D5394A"/>
    <w:rsid w:val="00D54726"/>
    <w:rsid w:val="00D54B48"/>
    <w:rsid w:val="00D54CA6"/>
    <w:rsid w:val="00D558FA"/>
    <w:rsid w:val="00D55A6E"/>
    <w:rsid w:val="00D55C0A"/>
    <w:rsid w:val="00D55F6A"/>
    <w:rsid w:val="00D56314"/>
    <w:rsid w:val="00D56906"/>
    <w:rsid w:val="00D60F5D"/>
    <w:rsid w:val="00D6108A"/>
    <w:rsid w:val="00D613CD"/>
    <w:rsid w:val="00D61719"/>
    <w:rsid w:val="00D6174A"/>
    <w:rsid w:val="00D62927"/>
    <w:rsid w:val="00D653C5"/>
    <w:rsid w:val="00D6592E"/>
    <w:rsid w:val="00D66335"/>
    <w:rsid w:val="00D66743"/>
    <w:rsid w:val="00D6739B"/>
    <w:rsid w:val="00D67786"/>
    <w:rsid w:val="00D679E1"/>
    <w:rsid w:val="00D707DC"/>
    <w:rsid w:val="00D70889"/>
    <w:rsid w:val="00D7096E"/>
    <w:rsid w:val="00D70F56"/>
    <w:rsid w:val="00D71100"/>
    <w:rsid w:val="00D71A5A"/>
    <w:rsid w:val="00D725E3"/>
    <w:rsid w:val="00D73187"/>
    <w:rsid w:val="00D7426F"/>
    <w:rsid w:val="00D75249"/>
    <w:rsid w:val="00D7534D"/>
    <w:rsid w:val="00D75E13"/>
    <w:rsid w:val="00D76251"/>
    <w:rsid w:val="00D764D2"/>
    <w:rsid w:val="00D768CB"/>
    <w:rsid w:val="00D76E2A"/>
    <w:rsid w:val="00D771A7"/>
    <w:rsid w:val="00D773DF"/>
    <w:rsid w:val="00D77961"/>
    <w:rsid w:val="00D80335"/>
    <w:rsid w:val="00D807E3"/>
    <w:rsid w:val="00D8198C"/>
    <w:rsid w:val="00D81B34"/>
    <w:rsid w:val="00D81E13"/>
    <w:rsid w:val="00D8203C"/>
    <w:rsid w:val="00D8208D"/>
    <w:rsid w:val="00D821D8"/>
    <w:rsid w:val="00D82D39"/>
    <w:rsid w:val="00D82EBB"/>
    <w:rsid w:val="00D839E1"/>
    <w:rsid w:val="00D84049"/>
    <w:rsid w:val="00D84191"/>
    <w:rsid w:val="00D844F2"/>
    <w:rsid w:val="00D845B9"/>
    <w:rsid w:val="00D8485E"/>
    <w:rsid w:val="00D84F30"/>
    <w:rsid w:val="00D85E27"/>
    <w:rsid w:val="00D85E5F"/>
    <w:rsid w:val="00D86031"/>
    <w:rsid w:val="00D8615C"/>
    <w:rsid w:val="00D86506"/>
    <w:rsid w:val="00D86F96"/>
    <w:rsid w:val="00D8702E"/>
    <w:rsid w:val="00D87189"/>
    <w:rsid w:val="00D8758D"/>
    <w:rsid w:val="00D877B1"/>
    <w:rsid w:val="00D87CFE"/>
    <w:rsid w:val="00D90EA6"/>
    <w:rsid w:val="00D91DF8"/>
    <w:rsid w:val="00D9205D"/>
    <w:rsid w:val="00D92335"/>
    <w:rsid w:val="00D92C04"/>
    <w:rsid w:val="00D9393C"/>
    <w:rsid w:val="00D939E3"/>
    <w:rsid w:val="00D93A25"/>
    <w:rsid w:val="00D93B0D"/>
    <w:rsid w:val="00D93F22"/>
    <w:rsid w:val="00D94790"/>
    <w:rsid w:val="00D94A8A"/>
    <w:rsid w:val="00D94A8B"/>
    <w:rsid w:val="00D94A8E"/>
    <w:rsid w:val="00D95303"/>
    <w:rsid w:val="00D95CB9"/>
    <w:rsid w:val="00D95EDE"/>
    <w:rsid w:val="00D960C4"/>
    <w:rsid w:val="00D9635C"/>
    <w:rsid w:val="00D96B3C"/>
    <w:rsid w:val="00D97152"/>
    <w:rsid w:val="00D978C6"/>
    <w:rsid w:val="00D97A92"/>
    <w:rsid w:val="00D97AE4"/>
    <w:rsid w:val="00DA007B"/>
    <w:rsid w:val="00DA0155"/>
    <w:rsid w:val="00DA0425"/>
    <w:rsid w:val="00DA04BC"/>
    <w:rsid w:val="00DA0904"/>
    <w:rsid w:val="00DA0E49"/>
    <w:rsid w:val="00DA0FEC"/>
    <w:rsid w:val="00DA142C"/>
    <w:rsid w:val="00DA1CBA"/>
    <w:rsid w:val="00DA1DDF"/>
    <w:rsid w:val="00DA25B4"/>
    <w:rsid w:val="00DA3043"/>
    <w:rsid w:val="00DA3908"/>
    <w:rsid w:val="00DA3A14"/>
    <w:rsid w:val="00DA3C1C"/>
    <w:rsid w:val="00DA4022"/>
    <w:rsid w:val="00DA415E"/>
    <w:rsid w:val="00DA4463"/>
    <w:rsid w:val="00DA4646"/>
    <w:rsid w:val="00DA4800"/>
    <w:rsid w:val="00DA5816"/>
    <w:rsid w:val="00DA65C8"/>
    <w:rsid w:val="00DA6CD7"/>
    <w:rsid w:val="00DB0276"/>
    <w:rsid w:val="00DB0679"/>
    <w:rsid w:val="00DB0C7F"/>
    <w:rsid w:val="00DB0D49"/>
    <w:rsid w:val="00DB2097"/>
    <w:rsid w:val="00DB31A9"/>
    <w:rsid w:val="00DB31EA"/>
    <w:rsid w:val="00DB3B4B"/>
    <w:rsid w:val="00DB3BFE"/>
    <w:rsid w:val="00DB3FB2"/>
    <w:rsid w:val="00DB4139"/>
    <w:rsid w:val="00DB447F"/>
    <w:rsid w:val="00DB4C08"/>
    <w:rsid w:val="00DB4F89"/>
    <w:rsid w:val="00DB5621"/>
    <w:rsid w:val="00DB5A6A"/>
    <w:rsid w:val="00DB5BAD"/>
    <w:rsid w:val="00DB6390"/>
    <w:rsid w:val="00DB63ED"/>
    <w:rsid w:val="00DB6AFE"/>
    <w:rsid w:val="00DB76E4"/>
    <w:rsid w:val="00DB7E24"/>
    <w:rsid w:val="00DC029A"/>
    <w:rsid w:val="00DC0B25"/>
    <w:rsid w:val="00DC0CA4"/>
    <w:rsid w:val="00DC0D9F"/>
    <w:rsid w:val="00DC1474"/>
    <w:rsid w:val="00DC1515"/>
    <w:rsid w:val="00DC15BD"/>
    <w:rsid w:val="00DC15DF"/>
    <w:rsid w:val="00DC2584"/>
    <w:rsid w:val="00DC292D"/>
    <w:rsid w:val="00DC2997"/>
    <w:rsid w:val="00DC2B0F"/>
    <w:rsid w:val="00DC2F8E"/>
    <w:rsid w:val="00DC3038"/>
    <w:rsid w:val="00DC33FD"/>
    <w:rsid w:val="00DC3468"/>
    <w:rsid w:val="00DC34BF"/>
    <w:rsid w:val="00DC3626"/>
    <w:rsid w:val="00DC384C"/>
    <w:rsid w:val="00DC4530"/>
    <w:rsid w:val="00DC4A99"/>
    <w:rsid w:val="00DC53BF"/>
    <w:rsid w:val="00DC5A4A"/>
    <w:rsid w:val="00DC5F25"/>
    <w:rsid w:val="00DC64A3"/>
    <w:rsid w:val="00DC657E"/>
    <w:rsid w:val="00DC6CF0"/>
    <w:rsid w:val="00DC6D39"/>
    <w:rsid w:val="00DC775F"/>
    <w:rsid w:val="00DD17FE"/>
    <w:rsid w:val="00DD1808"/>
    <w:rsid w:val="00DD1B03"/>
    <w:rsid w:val="00DD1D4D"/>
    <w:rsid w:val="00DD1DF1"/>
    <w:rsid w:val="00DD23E8"/>
    <w:rsid w:val="00DD2907"/>
    <w:rsid w:val="00DD2944"/>
    <w:rsid w:val="00DD31CD"/>
    <w:rsid w:val="00DD42BE"/>
    <w:rsid w:val="00DD4618"/>
    <w:rsid w:val="00DD4AB1"/>
    <w:rsid w:val="00DD4E80"/>
    <w:rsid w:val="00DD5132"/>
    <w:rsid w:val="00DD6587"/>
    <w:rsid w:val="00DD66BB"/>
    <w:rsid w:val="00DD75EC"/>
    <w:rsid w:val="00DD7A5C"/>
    <w:rsid w:val="00DD7D5B"/>
    <w:rsid w:val="00DE02EC"/>
    <w:rsid w:val="00DE0C06"/>
    <w:rsid w:val="00DE1ED4"/>
    <w:rsid w:val="00DE21F6"/>
    <w:rsid w:val="00DE252D"/>
    <w:rsid w:val="00DE2ADD"/>
    <w:rsid w:val="00DE38B6"/>
    <w:rsid w:val="00DE47FD"/>
    <w:rsid w:val="00DE4C32"/>
    <w:rsid w:val="00DE540E"/>
    <w:rsid w:val="00DE5A91"/>
    <w:rsid w:val="00DE6BC4"/>
    <w:rsid w:val="00DE6CDF"/>
    <w:rsid w:val="00DE72A4"/>
    <w:rsid w:val="00DE7568"/>
    <w:rsid w:val="00DE784F"/>
    <w:rsid w:val="00DF0308"/>
    <w:rsid w:val="00DF08B9"/>
    <w:rsid w:val="00DF1089"/>
    <w:rsid w:val="00DF1306"/>
    <w:rsid w:val="00DF1687"/>
    <w:rsid w:val="00DF16AA"/>
    <w:rsid w:val="00DF1B2A"/>
    <w:rsid w:val="00DF1D33"/>
    <w:rsid w:val="00DF2A3A"/>
    <w:rsid w:val="00DF2C35"/>
    <w:rsid w:val="00DF37A3"/>
    <w:rsid w:val="00DF3DB9"/>
    <w:rsid w:val="00DF3FCE"/>
    <w:rsid w:val="00DF44FF"/>
    <w:rsid w:val="00DF5104"/>
    <w:rsid w:val="00DF5522"/>
    <w:rsid w:val="00DF5B36"/>
    <w:rsid w:val="00DF73F6"/>
    <w:rsid w:val="00DF7F1D"/>
    <w:rsid w:val="00E006E1"/>
    <w:rsid w:val="00E0071E"/>
    <w:rsid w:val="00E00E74"/>
    <w:rsid w:val="00E02CBE"/>
    <w:rsid w:val="00E03840"/>
    <w:rsid w:val="00E03877"/>
    <w:rsid w:val="00E03C87"/>
    <w:rsid w:val="00E046DF"/>
    <w:rsid w:val="00E0606A"/>
    <w:rsid w:val="00E06335"/>
    <w:rsid w:val="00E064E6"/>
    <w:rsid w:val="00E06746"/>
    <w:rsid w:val="00E067C3"/>
    <w:rsid w:val="00E07717"/>
    <w:rsid w:val="00E10049"/>
    <w:rsid w:val="00E1017E"/>
    <w:rsid w:val="00E10A98"/>
    <w:rsid w:val="00E1197B"/>
    <w:rsid w:val="00E1319F"/>
    <w:rsid w:val="00E137F2"/>
    <w:rsid w:val="00E14857"/>
    <w:rsid w:val="00E14D03"/>
    <w:rsid w:val="00E14E56"/>
    <w:rsid w:val="00E15184"/>
    <w:rsid w:val="00E15EBA"/>
    <w:rsid w:val="00E15F56"/>
    <w:rsid w:val="00E16562"/>
    <w:rsid w:val="00E16A0F"/>
    <w:rsid w:val="00E16D45"/>
    <w:rsid w:val="00E17F10"/>
    <w:rsid w:val="00E205DA"/>
    <w:rsid w:val="00E209C9"/>
    <w:rsid w:val="00E20DBF"/>
    <w:rsid w:val="00E213FC"/>
    <w:rsid w:val="00E21732"/>
    <w:rsid w:val="00E219C2"/>
    <w:rsid w:val="00E21EF5"/>
    <w:rsid w:val="00E22681"/>
    <w:rsid w:val="00E227EF"/>
    <w:rsid w:val="00E22B0C"/>
    <w:rsid w:val="00E23EEC"/>
    <w:rsid w:val="00E23EF1"/>
    <w:rsid w:val="00E24755"/>
    <w:rsid w:val="00E2497B"/>
    <w:rsid w:val="00E255E1"/>
    <w:rsid w:val="00E256CB"/>
    <w:rsid w:val="00E25C2C"/>
    <w:rsid w:val="00E26ADC"/>
    <w:rsid w:val="00E26E3F"/>
    <w:rsid w:val="00E27346"/>
    <w:rsid w:val="00E27662"/>
    <w:rsid w:val="00E27C5F"/>
    <w:rsid w:val="00E27EC2"/>
    <w:rsid w:val="00E3005F"/>
    <w:rsid w:val="00E3006D"/>
    <w:rsid w:val="00E3051F"/>
    <w:rsid w:val="00E30659"/>
    <w:rsid w:val="00E307D0"/>
    <w:rsid w:val="00E30880"/>
    <w:rsid w:val="00E3161E"/>
    <w:rsid w:val="00E316DE"/>
    <w:rsid w:val="00E31F00"/>
    <w:rsid w:val="00E3213F"/>
    <w:rsid w:val="00E326AF"/>
    <w:rsid w:val="00E329B9"/>
    <w:rsid w:val="00E32DE9"/>
    <w:rsid w:val="00E33CBA"/>
    <w:rsid w:val="00E33FA5"/>
    <w:rsid w:val="00E3402F"/>
    <w:rsid w:val="00E34340"/>
    <w:rsid w:val="00E344F8"/>
    <w:rsid w:val="00E3450F"/>
    <w:rsid w:val="00E34D35"/>
    <w:rsid w:val="00E36039"/>
    <w:rsid w:val="00E3629A"/>
    <w:rsid w:val="00E36877"/>
    <w:rsid w:val="00E37614"/>
    <w:rsid w:val="00E37777"/>
    <w:rsid w:val="00E37942"/>
    <w:rsid w:val="00E37C3B"/>
    <w:rsid w:val="00E37E7E"/>
    <w:rsid w:val="00E37FBC"/>
    <w:rsid w:val="00E40014"/>
    <w:rsid w:val="00E4019B"/>
    <w:rsid w:val="00E40989"/>
    <w:rsid w:val="00E40A45"/>
    <w:rsid w:val="00E4147B"/>
    <w:rsid w:val="00E415BE"/>
    <w:rsid w:val="00E41B31"/>
    <w:rsid w:val="00E42068"/>
    <w:rsid w:val="00E425FB"/>
    <w:rsid w:val="00E4324C"/>
    <w:rsid w:val="00E433B9"/>
    <w:rsid w:val="00E4356E"/>
    <w:rsid w:val="00E4457D"/>
    <w:rsid w:val="00E449E0"/>
    <w:rsid w:val="00E44E15"/>
    <w:rsid w:val="00E44F30"/>
    <w:rsid w:val="00E45365"/>
    <w:rsid w:val="00E45587"/>
    <w:rsid w:val="00E45660"/>
    <w:rsid w:val="00E466A3"/>
    <w:rsid w:val="00E46B22"/>
    <w:rsid w:val="00E46F37"/>
    <w:rsid w:val="00E46F98"/>
    <w:rsid w:val="00E47300"/>
    <w:rsid w:val="00E47496"/>
    <w:rsid w:val="00E50B94"/>
    <w:rsid w:val="00E51530"/>
    <w:rsid w:val="00E521C6"/>
    <w:rsid w:val="00E521CB"/>
    <w:rsid w:val="00E52B68"/>
    <w:rsid w:val="00E53EC5"/>
    <w:rsid w:val="00E53F70"/>
    <w:rsid w:val="00E54231"/>
    <w:rsid w:val="00E546BF"/>
    <w:rsid w:val="00E5605C"/>
    <w:rsid w:val="00E560CA"/>
    <w:rsid w:val="00E5633E"/>
    <w:rsid w:val="00E5656D"/>
    <w:rsid w:val="00E57698"/>
    <w:rsid w:val="00E57732"/>
    <w:rsid w:val="00E60B05"/>
    <w:rsid w:val="00E60BF7"/>
    <w:rsid w:val="00E6126E"/>
    <w:rsid w:val="00E61AD6"/>
    <w:rsid w:val="00E61DC1"/>
    <w:rsid w:val="00E61FC4"/>
    <w:rsid w:val="00E62049"/>
    <w:rsid w:val="00E62159"/>
    <w:rsid w:val="00E621AD"/>
    <w:rsid w:val="00E62862"/>
    <w:rsid w:val="00E63318"/>
    <w:rsid w:val="00E6392D"/>
    <w:rsid w:val="00E641ED"/>
    <w:rsid w:val="00E64655"/>
    <w:rsid w:val="00E64805"/>
    <w:rsid w:val="00E64989"/>
    <w:rsid w:val="00E64A84"/>
    <w:rsid w:val="00E64D06"/>
    <w:rsid w:val="00E654D4"/>
    <w:rsid w:val="00E65959"/>
    <w:rsid w:val="00E667C0"/>
    <w:rsid w:val="00E66CE4"/>
    <w:rsid w:val="00E66F33"/>
    <w:rsid w:val="00E67A8B"/>
    <w:rsid w:val="00E7002E"/>
    <w:rsid w:val="00E7006D"/>
    <w:rsid w:val="00E701D5"/>
    <w:rsid w:val="00E709D2"/>
    <w:rsid w:val="00E71BC8"/>
    <w:rsid w:val="00E71C4C"/>
    <w:rsid w:val="00E71F6D"/>
    <w:rsid w:val="00E7260F"/>
    <w:rsid w:val="00E73054"/>
    <w:rsid w:val="00E73128"/>
    <w:rsid w:val="00E73F47"/>
    <w:rsid w:val="00E73F5D"/>
    <w:rsid w:val="00E743A7"/>
    <w:rsid w:val="00E74D91"/>
    <w:rsid w:val="00E75401"/>
    <w:rsid w:val="00E7553A"/>
    <w:rsid w:val="00E7626B"/>
    <w:rsid w:val="00E77064"/>
    <w:rsid w:val="00E776DA"/>
    <w:rsid w:val="00E77E4E"/>
    <w:rsid w:val="00E81202"/>
    <w:rsid w:val="00E81E22"/>
    <w:rsid w:val="00E82CD1"/>
    <w:rsid w:val="00E8315A"/>
    <w:rsid w:val="00E83979"/>
    <w:rsid w:val="00E84F82"/>
    <w:rsid w:val="00E8503D"/>
    <w:rsid w:val="00E85722"/>
    <w:rsid w:val="00E85844"/>
    <w:rsid w:val="00E86404"/>
    <w:rsid w:val="00E86833"/>
    <w:rsid w:val="00E8740E"/>
    <w:rsid w:val="00E87E6B"/>
    <w:rsid w:val="00E87EAC"/>
    <w:rsid w:val="00E9067E"/>
    <w:rsid w:val="00E91421"/>
    <w:rsid w:val="00E919D9"/>
    <w:rsid w:val="00E9230D"/>
    <w:rsid w:val="00E9277A"/>
    <w:rsid w:val="00E92C77"/>
    <w:rsid w:val="00E92FCE"/>
    <w:rsid w:val="00E94687"/>
    <w:rsid w:val="00E94C99"/>
    <w:rsid w:val="00E94E6E"/>
    <w:rsid w:val="00E95B38"/>
    <w:rsid w:val="00E9660C"/>
    <w:rsid w:val="00E96630"/>
    <w:rsid w:val="00E96A91"/>
    <w:rsid w:val="00E971D2"/>
    <w:rsid w:val="00E97798"/>
    <w:rsid w:val="00EA0618"/>
    <w:rsid w:val="00EA0A5A"/>
    <w:rsid w:val="00EA0F95"/>
    <w:rsid w:val="00EA2A77"/>
    <w:rsid w:val="00EA2BC4"/>
    <w:rsid w:val="00EA3AB1"/>
    <w:rsid w:val="00EA3ABC"/>
    <w:rsid w:val="00EA41DB"/>
    <w:rsid w:val="00EA4471"/>
    <w:rsid w:val="00EA47DA"/>
    <w:rsid w:val="00EA4914"/>
    <w:rsid w:val="00EA4CEC"/>
    <w:rsid w:val="00EA4D76"/>
    <w:rsid w:val="00EA5478"/>
    <w:rsid w:val="00EA6072"/>
    <w:rsid w:val="00EA6488"/>
    <w:rsid w:val="00EA74DD"/>
    <w:rsid w:val="00EB12AE"/>
    <w:rsid w:val="00EB18B0"/>
    <w:rsid w:val="00EB197B"/>
    <w:rsid w:val="00EB1B8F"/>
    <w:rsid w:val="00EB1C69"/>
    <w:rsid w:val="00EB2162"/>
    <w:rsid w:val="00EB32E0"/>
    <w:rsid w:val="00EB3573"/>
    <w:rsid w:val="00EB36FE"/>
    <w:rsid w:val="00EB3833"/>
    <w:rsid w:val="00EB3A6C"/>
    <w:rsid w:val="00EB3E1A"/>
    <w:rsid w:val="00EB40CB"/>
    <w:rsid w:val="00EB6317"/>
    <w:rsid w:val="00EB675D"/>
    <w:rsid w:val="00EB68B0"/>
    <w:rsid w:val="00EB6F8C"/>
    <w:rsid w:val="00EB7F50"/>
    <w:rsid w:val="00EC1AAB"/>
    <w:rsid w:val="00EC1D10"/>
    <w:rsid w:val="00EC24F0"/>
    <w:rsid w:val="00EC2F50"/>
    <w:rsid w:val="00EC2FA3"/>
    <w:rsid w:val="00EC3952"/>
    <w:rsid w:val="00EC41EF"/>
    <w:rsid w:val="00EC41FA"/>
    <w:rsid w:val="00EC4297"/>
    <w:rsid w:val="00EC4789"/>
    <w:rsid w:val="00EC510B"/>
    <w:rsid w:val="00EC5450"/>
    <w:rsid w:val="00EC56B0"/>
    <w:rsid w:val="00EC58DA"/>
    <w:rsid w:val="00EC66B7"/>
    <w:rsid w:val="00EC67A8"/>
    <w:rsid w:val="00EC6A93"/>
    <w:rsid w:val="00EC6B4F"/>
    <w:rsid w:val="00EC6E09"/>
    <w:rsid w:val="00EC6E0A"/>
    <w:rsid w:val="00EC73D3"/>
    <w:rsid w:val="00EC7A29"/>
    <w:rsid w:val="00ED0093"/>
    <w:rsid w:val="00ED0148"/>
    <w:rsid w:val="00ED0F5B"/>
    <w:rsid w:val="00ED14EE"/>
    <w:rsid w:val="00ED18FC"/>
    <w:rsid w:val="00ED19A6"/>
    <w:rsid w:val="00ED1FE3"/>
    <w:rsid w:val="00ED2BD5"/>
    <w:rsid w:val="00ED2F06"/>
    <w:rsid w:val="00ED3473"/>
    <w:rsid w:val="00ED44A8"/>
    <w:rsid w:val="00ED4847"/>
    <w:rsid w:val="00ED48BA"/>
    <w:rsid w:val="00ED4B9B"/>
    <w:rsid w:val="00ED4D16"/>
    <w:rsid w:val="00ED4F21"/>
    <w:rsid w:val="00ED4FAB"/>
    <w:rsid w:val="00ED6558"/>
    <w:rsid w:val="00ED6D16"/>
    <w:rsid w:val="00ED746A"/>
    <w:rsid w:val="00ED7A2A"/>
    <w:rsid w:val="00ED7D92"/>
    <w:rsid w:val="00EE05A8"/>
    <w:rsid w:val="00EE106E"/>
    <w:rsid w:val="00EE14EC"/>
    <w:rsid w:val="00EE1753"/>
    <w:rsid w:val="00EE20BE"/>
    <w:rsid w:val="00EE2545"/>
    <w:rsid w:val="00EE2640"/>
    <w:rsid w:val="00EE329D"/>
    <w:rsid w:val="00EE3403"/>
    <w:rsid w:val="00EE3724"/>
    <w:rsid w:val="00EE50B5"/>
    <w:rsid w:val="00EE5355"/>
    <w:rsid w:val="00EE5470"/>
    <w:rsid w:val="00EE64EB"/>
    <w:rsid w:val="00EE6C57"/>
    <w:rsid w:val="00EE7B2D"/>
    <w:rsid w:val="00EE7BFA"/>
    <w:rsid w:val="00EF0531"/>
    <w:rsid w:val="00EF1D7F"/>
    <w:rsid w:val="00EF1F11"/>
    <w:rsid w:val="00EF219C"/>
    <w:rsid w:val="00EF24DA"/>
    <w:rsid w:val="00EF2939"/>
    <w:rsid w:val="00EF29E1"/>
    <w:rsid w:val="00EF2FC4"/>
    <w:rsid w:val="00EF35A5"/>
    <w:rsid w:val="00EF40EA"/>
    <w:rsid w:val="00EF430C"/>
    <w:rsid w:val="00EF4689"/>
    <w:rsid w:val="00EF4790"/>
    <w:rsid w:val="00EF5619"/>
    <w:rsid w:val="00EF5ADA"/>
    <w:rsid w:val="00EF5B22"/>
    <w:rsid w:val="00EF5D4D"/>
    <w:rsid w:val="00EF65FB"/>
    <w:rsid w:val="00EF6777"/>
    <w:rsid w:val="00EF679F"/>
    <w:rsid w:val="00EF7113"/>
    <w:rsid w:val="00EF778D"/>
    <w:rsid w:val="00EF7948"/>
    <w:rsid w:val="00EF79F2"/>
    <w:rsid w:val="00EF7E83"/>
    <w:rsid w:val="00F00068"/>
    <w:rsid w:val="00F00133"/>
    <w:rsid w:val="00F003E4"/>
    <w:rsid w:val="00F00575"/>
    <w:rsid w:val="00F012E1"/>
    <w:rsid w:val="00F01393"/>
    <w:rsid w:val="00F017B7"/>
    <w:rsid w:val="00F01A21"/>
    <w:rsid w:val="00F02131"/>
    <w:rsid w:val="00F02194"/>
    <w:rsid w:val="00F032C5"/>
    <w:rsid w:val="00F03914"/>
    <w:rsid w:val="00F04697"/>
    <w:rsid w:val="00F04CAD"/>
    <w:rsid w:val="00F052B1"/>
    <w:rsid w:val="00F0577B"/>
    <w:rsid w:val="00F057A2"/>
    <w:rsid w:val="00F05F2C"/>
    <w:rsid w:val="00F067AF"/>
    <w:rsid w:val="00F07354"/>
    <w:rsid w:val="00F0735E"/>
    <w:rsid w:val="00F073C4"/>
    <w:rsid w:val="00F07558"/>
    <w:rsid w:val="00F07871"/>
    <w:rsid w:val="00F10BF0"/>
    <w:rsid w:val="00F10DEF"/>
    <w:rsid w:val="00F12585"/>
    <w:rsid w:val="00F128E1"/>
    <w:rsid w:val="00F1352D"/>
    <w:rsid w:val="00F13556"/>
    <w:rsid w:val="00F136D5"/>
    <w:rsid w:val="00F15C5E"/>
    <w:rsid w:val="00F16968"/>
    <w:rsid w:val="00F16A6C"/>
    <w:rsid w:val="00F16F82"/>
    <w:rsid w:val="00F17B67"/>
    <w:rsid w:val="00F21BD7"/>
    <w:rsid w:val="00F21CC5"/>
    <w:rsid w:val="00F21E30"/>
    <w:rsid w:val="00F21E8A"/>
    <w:rsid w:val="00F227F2"/>
    <w:rsid w:val="00F23636"/>
    <w:rsid w:val="00F24B55"/>
    <w:rsid w:val="00F24D60"/>
    <w:rsid w:val="00F253F2"/>
    <w:rsid w:val="00F25AC6"/>
    <w:rsid w:val="00F25C7D"/>
    <w:rsid w:val="00F265CF"/>
    <w:rsid w:val="00F26C79"/>
    <w:rsid w:val="00F2748F"/>
    <w:rsid w:val="00F27587"/>
    <w:rsid w:val="00F27B67"/>
    <w:rsid w:val="00F27F43"/>
    <w:rsid w:val="00F30998"/>
    <w:rsid w:val="00F30A04"/>
    <w:rsid w:val="00F31E5F"/>
    <w:rsid w:val="00F3209F"/>
    <w:rsid w:val="00F32581"/>
    <w:rsid w:val="00F329B0"/>
    <w:rsid w:val="00F33966"/>
    <w:rsid w:val="00F35607"/>
    <w:rsid w:val="00F3565F"/>
    <w:rsid w:val="00F36515"/>
    <w:rsid w:val="00F366DD"/>
    <w:rsid w:val="00F36B36"/>
    <w:rsid w:val="00F36C46"/>
    <w:rsid w:val="00F36DA1"/>
    <w:rsid w:val="00F377DF"/>
    <w:rsid w:val="00F37C50"/>
    <w:rsid w:val="00F40C43"/>
    <w:rsid w:val="00F41576"/>
    <w:rsid w:val="00F416A9"/>
    <w:rsid w:val="00F417DB"/>
    <w:rsid w:val="00F41E23"/>
    <w:rsid w:val="00F41EE1"/>
    <w:rsid w:val="00F42671"/>
    <w:rsid w:val="00F42A5F"/>
    <w:rsid w:val="00F4392D"/>
    <w:rsid w:val="00F43AA9"/>
    <w:rsid w:val="00F43C20"/>
    <w:rsid w:val="00F43E24"/>
    <w:rsid w:val="00F43EE0"/>
    <w:rsid w:val="00F43F25"/>
    <w:rsid w:val="00F44BF7"/>
    <w:rsid w:val="00F44E75"/>
    <w:rsid w:val="00F45123"/>
    <w:rsid w:val="00F459C8"/>
    <w:rsid w:val="00F45CEC"/>
    <w:rsid w:val="00F45F2F"/>
    <w:rsid w:val="00F4695F"/>
    <w:rsid w:val="00F469D7"/>
    <w:rsid w:val="00F46E7D"/>
    <w:rsid w:val="00F46F2A"/>
    <w:rsid w:val="00F47449"/>
    <w:rsid w:val="00F475D3"/>
    <w:rsid w:val="00F477EA"/>
    <w:rsid w:val="00F47BC9"/>
    <w:rsid w:val="00F522BA"/>
    <w:rsid w:val="00F53A25"/>
    <w:rsid w:val="00F53EE8"/>
    <w:rsid w:val="00F5534A"/>
    <w:rsid w:val="00F553CE"/>
    <w:rsid w:val="00F56B5C"/>
    <w:rsid w:val="00F56BAA"/>
    <w:rsid w:val="00F601F3"/>
    <w:rsid w:val="00F60A9D"/>
    <w:rsid w:val="00F6100A"/>
    <w:rsid w:val="00F611DA"/>
    <w:rsid w:val="00F61AA7"/>
    <w:rsid w:val="00F62457"/>
    <w:rsid w:val="00F64296"/>
    <w:rsid w:val="00F64C5A"/>
    <w:rsid w:val="00F65BD7"/>
    <w:rsid w:val="00F65C31"/>
    <w:rsid w:val="00F65C3B"/>
    <w:rsid w:val="00F6630B"/>
    <w:rsid w:val="00F66A1A"/>
    <w:rsid w:val="00F67445"/>
    <w:rsid w:val="00F6792C"/>
    <w:rsid w:val="00F67AA6"/>
    <w:rsid w:val="00F7100A"/>
    <w:rsid w:val="00F7175F"/>
    <w:rsid w:val="00F71C7E"/>
    <w:rsid w:val="00F72E21"/>
    <w:rsid w:val="00F72FB1"/>
    <w:rsid w:val="00F73779"/>
    <w:rsid w:val="00F7411B"/>
    <w:rsid w:val="00F7422B"/>
    <w:rsid w:val="00F74CE1"/>
    <w:rsid w:val="00F75D29"/>
    <w:rsid w:val="00F763F6"/>
    <w:rsid w:val="00F764FD"/>
    <w:rsid w:val="00F7679F"/>
    <w:rsid w:val="00F76C91"/>
    <w:rsid w:val="00F776DC"/>
    <w:rsid w:val="00F77A17"/>
    <w:rsid w:val="00F77BDC"/>
    <w:rsid w:val="00F80072"/>
    <w:rsid w:val="00F8191C"/>
    <w:rsid w:val="00F820B3"/>
    <w:rsid w:val="00F825EB"/>
    <w:rsid w:val="00F82D9B"/>
    <w:rsid w:val="00F82E81"/>
    <w:rsid w:val="00F838FB"/>
    <w:rsid w:val="00F83B1E"/>
    <w:rsid w:val="00F84E58"/>
    <w:rsid w:val="00F84E97"/>
    <w:rsid w:val="00F85225"/>
    <w:rsid w:val="00F85893"/>
    <w:rsid w:val="00F85F3A"/>
    <w:rsid w:val="00F86471"/>
    <w:rsid w:val="00F86C0E"/>
    <w:rsid w:val="00F87A7B"/>
    <w:rsid w:val="00F87CFE"/>
    <w:rsid w:val="00F87FA5"/>
    <w:rsid w:val="00F90A2C"/>
    <w:rsid w:val="00F90FDB"/>
    <w:rsid w:val="00F91913"/>
    <w:rsid w:val="00F91ABC"/>
    <w:rsid w:val="00F91EF0"/>
    <w:rsid w:val="00F92366"/>
    <w:rsid w:val="00F924EB"/>
    <w:rsid w:val="00F92529"/>
    <w:rsid w:val="00F92D62"/>
    <w:rsid w:val="00F93148"/>
    <w:rsid w:val="00F933C8"/>
    <w:rsid w:val="00F93781"/>
    <w:rsid w:val="00F93E2D"/>
    <w:rsid w:val="00F94A11"/>
    <w:rsid w:val="00F94B73"/>
    <w:rsid w:val="00F95040"/>
    <w:rsid w:val="00F9563E"/>
    <w:rsid w:val="00F95797"/>
    <w:rsid w:val="00F95EE3"/>
    <w:rsid w:val="00F966F5"/>
    <w:rsid w:val="00F978A4"/>
    <w:rsid w:val="00FA0215"/>
    <w:rsid w:val="00FA17E2"/>
    <w:rsid w:val="00FA1A4F"/>
    <w:rsid w:val="00FA1CB2"/>
    <w:rsid w:val="00FA1DF0"/>
    <w:rsid w:val="00FA1F53"/>
    <w:rsid w:val="00FA2D6D"/>
    <w:rsid w:val="00FA3B5C"/>
    <w:rsid w:val="00FA3E9B"/>
    <w:rsid w:val="00FA41EA"/>
    <w:rsid w:val="00FA4616"/>
    <w:rsid w:val="00FA46FA"/>
    <w:rsid w:val="00FA4BEA"/>
    <w:rsid w:val="00FA6012"/>
    <w:rsid w:val="00FA6461"/>
    <w:rsid w:val="00FA6519"/>
    <w:rsid w:val="00FA6877"/>
    <w:rsid w:val="00FB00ED"/>
    <w:rsid w:val="00FB088A"/>
    <w:rsid w:val="00FB1F81"/>
    <w:rsid w:val="00FB1FD6"/>
    <w:rsid w:val="00FB235B"/>
    <w:rsid w:val="00FB242E"/>
    <w:rsid w:val="00FB30A9"/>
    <w:rsid w:val="00FB356C"/>
    <w:rsid w:val="00FB3D01"/>
    <w:rsid w:val="00FB438E"/>
    <w:rsid w:val="00FB46C7"/>
    <w:rsid w:val="00FB4794"/>
    <w:rsid w:val="00FB506A"/>
    <w:rsid w:val="00FB518A"/>
    <w:rsid w:val="00FB581E"/>
    <w:rsid w:val="00FB59DF"/>
    <w:rsid w:val="00FB609F"/>
    <w:rsid w:val="00FB613B"/>
    <w:rsid w:val="00FB61CB"/>
    <w:rsid w:val="00FB6490"/>
    <w:rsid w:val="00FB680E"/>
    <w:rsid w:val="00FB6988"/>
    <w:rsid w:val="00FB69BF"/>
    <w:rsid w:val="00FB6A1B"/>
    <w:rsid w:val="00FB6A94"/>
    <w:rsid w:val="00FB6BFF"/>
    <w:rsid w:val="00FB6FFD"/>
    <w:rsid w:val="00FB73EA"/>
    <w:rsid w:val="00FB75DE"/>
    <w:rsid w:val="00FB77AC"/>
    <w:rsid w:val="00FC0B97"/>
    <w:rsid w:val="00FC1538"/>
    <w:rsid w:val="00FC2977"/>
    <w:rsid w:val="00FC2D26"/>
    <w:rsid w:val="00FC4152"/>
    <w:rsid w:val="00FC450A"/>
    <w:rsid w:val="00FC4924"/>
    <w:rsid w:val="00FC4D95"/>
    <w:rsid w:val="00FC4EB3"/>
    <w:rsid w:val="00FC4FFE"/>
    <w:rsid w:val="00FC514B"/>
    <w:rsid w:val="00FC5276"/>
    <w:rsid w:val="00FC56C6"/>
    <w:rsid w:val="00FC56EB"/>
    <w:rsid w:val="00FC584B"/>
    <w:rsid w:val="00FC5F8A"/>
    <w:rsid w:val="00FC61FB"/>
    <w:rsid w:val="00FC68B7"/>
    <w:rsid w:val="00FC6C10"/>
    <w:rsid w:val="00FC6E33"/>
    <w:rsid w:val="00FC6E96"/>
    <w:rsid w:val="00FC6FAE"/>
    <w:rsid w:val="00FC7A4E"/>
    <w:rsid w:val="00FC7A9C"/>
    <w:rsid w:val="00FD0469"/>
    <w:rsid w:val="00FD0AF9"/>
    <w:rsid w:val="00FD1D21"/>
    <w:rsid w:val="00FD25F0"/>
    <w:rsid w:val="00FD3F98"/>
    <w:rsid w:val="00FD507F"/>
    <w:rsid w:val="00FD51D7"/>
    <w:rsid w:val="00FD5F6F"/>
    <w:rsid w:val="00FD6601"/>
    <w:rsid w:val="00FD6E12"/>
    <w:rsid w:val="00FD7519"/>
    <w:rsid w:val="00FD79B1"/>
    <w:rsid w:val="00FE009C"/>
    <w:rsid w:val="00FE0203"/>
    <w:rsid w:val="00FE03A0"/>
    <w:rsid w:val="00FE03F8"/>
    <w:rsid w:val="00FE086C"/>
    <w:rsid w:val="00FE106A"/>
    <w:rsid w:val="00FE15BF"/>
    <w:rsid w:val="00FE1653"/>
    <w:rsid w:val="00FE1985"/>
    <w:rsid w:val="00FE1BD4"/>
    <w:rsid w:val="00FE2C69"/>
    <w:rsid w:val="00FE32E2"/>
    <w:rsid w:val="00FE337D"/>
    <w:rsid w:val="00FE43BB"/>
    <w:rsid w:val="00FE4FFB"/>
    <w:rsid w:val="00FE5372"/>
    <w:rsid w:val="00FE5AFB"/>
    <w:rsid w:val="00FE6D12"/>
    <w:rsid w:val="00FE6DAC"/>
    <w:rsid w:val="00FE6E4F"/>
    <w:rsid w:val="00FE7450"/>
    <w:rsid w:val="00FE7A16"/>
    <w:rsid w:val="00FE7D27"/>
    <w:rsid w:val="00FE7FB6"/>
    <w:rsid w:val="00FF02EE"/>
    <w:rsid w:val="00FF0F56"/>
    <w:rsid w:val="00FF145D"/>
    <w:rsid w:val="00FF1478"/>
    <w:rsid w:val="00FF1A1E"/>
    <w:rsid w:val="00FF2494"/>
    <w:rsid w:val="00FF2EC0"/>
    <w:rsid w:val="00FF38E9"/>
    <w:rsid w:val="00FF424C"/>
    <w:rsid w:val="00FF4BFE"/>
    <w:rsid w:val="00FF57EE"/>
    <w:rsid w:val="00FF5840"/>
    <w:rsid w:val="00FF633A"/>
    <w:rsid w:val="00FF658E"/>
    <w:rsid w:val="00FF6FAF"/>
    <w:rsid w:val="00FF6FEF"/>
    <w:rsid w:val="00FF70A0"/>
    <w:rsid w:val="00FF73B2"/>
    <w:rsid w:val="00FF7C91"/>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752E7AB"/>
  <w15:docId w15:val="{D2FF5C42-EFFB-4649-A58F-AD1517407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477FE"/>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5_G_6"/>
    <w:basedOn w:val="Normal"/>
    <w:link w:val="FootnoteTextChar"/>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link w:val="NormalWebChar"/>
    <w:uiPriority w:val="99"/>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39"/>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paragraph" w:customStyle="1" w:styleId="Document1">
    <w:name w:val="Document 1"/>
    <w:rsid w:val="00F6792C"/>
    <w:pPr>
      <w:keepNext/>
      <w:keepLines/>
      <w:widowControl w:val="0"/>
      <w:tabs>
        <w:tab w:val="left" w:pos="-720"/>
      </w:tabs>
      <w:suppressAutoHyphens/>
    </w:pPr>
    <w:rPr>
      <w:rFonts w:ascii="Courier" w:hAnsi="Courier"/>
      <w:snapToGrid w:val="0"/>
      <w:lang w:val="en-US" w:eastAsia="en-US"/>
    </w:rPr>
  </w:style>
  <w:style w:type="character" w:customStyle="1" w:styleId="HeaderChar">
    <w:name w:val="Header Char"/>
    <w:aliases w:val="6_G Char"/>
    <w:link w:val="Header"/>
    <w:rsid w:val="00404F75"/>
    <w:rPr>
      <w:b/>
      <w:sz w:val="18"/>
      <w:lang w:val="en-GB" w:eastAsia="en-US" w:bidi="ar-SA"/>
    </w:rPr>
  </w:style>
  <w:style w:type="paragraph" w:customStyle="1" w:styleId="NormalCentered">
    <w:name w:val="Normal Centered"/>
    <w:basedOn w:val="Normal"/>
    <w:rsid w:val="00813AEC"/>
    <w:pPr>
      <w:suppressAutoHyphens w:val="0"/>
      <w:spacing w:before="120" w:after="120" w:line="240" w:lineRule="auto"/>
      <w:jc w:val="center"/>
    </w:pPr>
    <w:rPr>
      <w:sz w:val="24"/>
      <w:lang w:eastAsia="ja-JP"/>
    </w:rPr>
  </w:style>
  <w:style w:type="paragraph" w:styleId="BalloonText">
    <w:name w:val="Balloon Text"/>
    <w:basedOn w:val="Normal"/>
    <w:semiHidden/>
    <w:rsid w:val="00511644"/>
    <w:rPr>
      <w:rFonts w:ascii="Tahoma" w:hAnsi="Tahoma" w:cs="Tahoma"/>
      <w:sz w:val="16"/>
      <w:szCs w:val="16"/>
    </w:rPr>
  </w:style>
  <w:style w:type="character" w:customStyle="1" w:styleId="H1GChar">
    <w:name w:val="_ H_1_G Char"/>
    <w:link w:val="H1G"/>
    <w:rsid w:val="007036A2"/>
    <w:rPr>
      <w:b/>
      <w:sz w:val="24"/>
      <w:lang w:val="en-GB" w:eastAsia="en-US" w:bidi="ar-SA"/>
    </w:rPr>
  </w:style>
  <w:style w:type="character" w:customStyle="1" w:styleId="HChGChar">
    <w:name w:val="_ H _Ch_G Char"/>
    <w:link w:val="HChG"/>
    <w:rsid w:val="007036A2"/>
    <w:rPr>
      <w:b/>
      <w:sz w:val="28"/>
      <w:lang w:val="en-GB" w:eastAsia="en-US" w:bidi="ar-SA"/>
    </w:rPr>
  </w:style>
  <w:style w:type="paragraph" w:customStyle="1" w:styleId="para">
    <w:name w:val="para"/>
    <w:basedOn w:val="SingleTxtG"/>
    <w:link w:val="paraChar"/>
    <w:qFormat/>
    <w:rsid w:val="00C14470"/>
    <w:pPr>
      <w:ind w:left="2268" w:hanging="1134"/>
    </w:pPr>
  </w:style>
  <w:style w:type="character" w:customStyle="1" w:styleId="FootnoteTextChar">
    <w:name w:val="Footnote Text Char"/>
    <w:aliases w:val="5_G Char,PP Char,5_G_6 Char"/>
    <w:link w:val="FootnoteText"/>
    <w:rsid w:val="00C14470"/>
    <w:rPr>
      <w:sz w:val="18"/>
      <w:lang w:val="en-GB" w:eastAsia="en-US" w:bidi="ar-SA"/>
    </w:rPr>
  </w:style>
  <w:style w:type="character" w:customStyle="1" w:styleId="Heading1Char">
    <w:name w:val="Heading 1 Char"/>
    <w:aliases w:val="Table_G Char"/>
    <w:link w:val="Heading1"/>
    <w:rsid w:val="00BB73CF"/>
    <w:rPr>
      <w:lang w:val="en-GB" w:eastAsia="en-US" w:bidi="ar-SA"/>
    </w:rPr>
  </w:style>
  <w:style w:type="paragraph" w:customStyle="1" w:styleId="TxBrc4">
    <w:name w:val="TxBr_c4"/>
    <w:basedOn w:val="Normal"/>
    <w:rsid w:val="006745A8"/>
    <w:pPr>
      <w:suppressAutoHyphens w:val="0"/>
      <w:autoSpaceDE w:val="0"/>
      <w:autoSpaceDN w:val="0"/>
      <w:adjustRightInd w:val="0"/>
      <w:jc w:val="center"/>
    </w:pPr>
    <w:rPr>
      <w:szCs w:val="24"/>
      <w:lang w:eastAsia="de-DE"/>
    </w:rPr>
  </w:style>
  <w:style w:type="character" w:customStyle="1" w:styleId="longtext">
    <w:name w:val="long_text"/>
    <w:basedOn w:val="DefaultParagraphFont"/>
    <w:rsid w:val="0053735F"/>
  </w:style>
  <w:style w:type="character" w:customStyle="1" w:styleId="5GCharChar">
    <w:name w:val="5_G Char Char"/>
    <w:semiHidden/>
    <w:locked/>
    <w:rsid w:val="00550697"/>
    <w:rPr>
      <w:sz w:val="24"/>
      <w:lang w:val="en-GB" w:eastAsia="en-US" w:bidi="ar-SA"/>
    </w:rPr>
  </w:style>
  <w:style w:type="character" w:customStyle="1" w:styleId="WW-">
    <w:name w:val="WW-Основной шрифт абзаца"/>
    <w:rsid w:val="00C515C4"/>
  </w:style>
  <w:style w:type="character" w:customStyle="1" w:styleId="CommentTextChar">
    <w:name w:val="Comment Text Char"/>
    <w:link w:val="CommentText"/>
    <w:semiHidden/>
    <w:rsid w:val="00BF52AB"/>
    <w:rPr>
      <w:lang w:eastAsia="en-US"/>
    </w:rPr>
  </w:style>
  <w:style w:type="paragraph" w:customStyle="1" w:styleId="Para0">
    <w:name w:val="Para"/>
    <w:basedOn w:val="Normal"/>
    <w:qFormat/>
    <w:rsid w:val="00497AD6"/>
    <w:pPr>
      <w:widowControl w:val="0"/>
      <w:suppressAutoHyphens w:val="0"/>
      <w:spacing w:after="120" w:line="240" w:lineRule="exact"/>
      <w:ind w:left="2268" w:right="1134" w:hanging="1134"/>
      <w:jc w:val="both"/>
    </w:pPr>
    <w:rPr>
      <w:lang w:val="en-US"/>
    </w:rPr>
  </w:style>
  <w:style w:type="paragraph" w:customStyle="1" w:styleId="Default">
    <w:name w:val="Default"/>
    <w:rsid w:val="00BD0198"/>
    <w:pPr>
      <w:autoSpaceDE w:val="0"/>
      <w:autoSpaceDN w:val="0"/>
      <w:adjustRightInd w:val="0"/>
    </w:pPr>
    <w:rPr>
      <w:color w:val="000000"/>
      <w:sz w:val="24"/>
      <w:szCs w:val="24"/>
    </w:rPr>
  </w:style>
  <w:style w:type="character" w:customStyle="1" w:styleId="SingleTxtGChar1">
    <w:name w:val="_ Single Txt_G Char1"/>
    <w:uiPriority w:val="99"/>
    <w:locked/>
    <w:rsid w:val="00866207"/>
    <w:rPr>
      <w:lang w:val="en-GB"/>
    </w:rPr>
  </w:style>
  <w:style w:type="character" w:customStyle="1" w:styleId="paraChar">
    <w:name w:val="para Char"/>
    <w:link w:val="para"/>
    <w:rsid w:val="00203FE0"/>
    <w:rPr>
      <w:lang w:eastAsia="en-US"/>
    </w:rPr>
  </w:style>
  <w:style w:type="paragraph" w:styleId="ListParagraph">
    <w:name w:val="List Paragraph"/>
    <w:basedOn w:val="Normal"/>
    <w:uiPriority w:val="34"/>
    <w:qFormat/>
    <w:rsid w:val="001B46D8"/>
    <w:pPr>
      <w:ind w:left="720"/>
      <w:contextualSpacing/>
    </w:pPr>
    <w:rPr>
      <w:lang w:val="fr-CH"/>
    </w:rPr>
  </w:style>
  <w:style w:type="paragraph" w:styleId="NoSpacing">
    <w:name w:val="No Spacing"/>
    <w:uiPriority w:val="1"/>
    <w:qFormat/>
    <w:rsid w:val="004E2517"/>
    <w:rPr>
      <w:rFonts w:ascii="Calibri" w:eastAsia="Calibri" w:hAnsi="Calibri"/>
      <w:sz w:val="22"/>
      <w:szCs w:val="22"/>
      <w:lang w:val="de-DE" w:eastAsia="en-US"/>
    </w:rPr>
  </w:style>
  <w:style w:type="character" w:customStyle="1" w:styleId="s3">
    <w:name w:val="s3"/>
    <w:rsid w:val="00966E2A"/>
  </w:style>
  <w:style w:type="character" w:customStyle="1" w:styleId="algo-summary">
    <w:name w:val="algo-summary"/>
    <w:rsid w:val="00A44F8C"/>
  </w:style>
  <w:style w:type="character" w:customStyle="1" w:styleId="highlight">
    <w:name w:val="highlight"/>
    <w:basedOn w:val="DefaultParagraphFont"/>
    <w:rsid w:val="00F95040"/>
  </w:style>
  <w:style w:type="character" w:customStyle="1" w:styleId="SingleTxtGR">
    <w:name w:val="_ Single Txt_GR Знак"/>
    <w:link w:val="SingleTxtGR0"/>
    <w:locked/>
    <w:rsid w:val="003A6DDE"/>
    <w:rPr>
      <w:spacing w:val="4"/>
      <w:w w:val="103"/>
      <w:kern w:val="14"/>
      <w:lang w:val="ru-RU" w:eastAsia="en-US"/>
    </w:rPr>
  </w:style>
  <w:style w:type="paragraph" w:customStyle="1" w:styleId="SingleTxtGR0">
    <w:name w:val="_ Single Txt_GR"/>
    <w:basedOn w:val="Normal"/>
    <w:link w:val="SingleTxtGR"/>
    <w:rsid w:val="003A6DDE"/>
    <w:pPr>
      <w:tabs>
        <w:tab w:val="left" w:pos="1701"/>
        <w:tab w:val="left" w:pos="2268"/>
        <w:tab w:val="left" w:pos="2835"/>
        <w:tab w:val="left" w:pos="3402"/>
        <w:tab w:val="left" w:pos="3969"/>
      </w:tabs>
      <w:suppressAutoHyphens w:val="0"/>
      <w:spacing w:after="120"/>
      <w:ind w:left="1134" w:right="1134"/>
      <w:jc w:val="both"/>
    </w:pPr>
    <w:rPr>
      <w:spacing w:val="4"/>
      <w:w w:val="103"/>
      <w:kern w:val="14"/>
      <w:lang w:val="ru-RU"/>
    </w:rPr>
  </w:style>
  <w:style w:type="character" w:customStyle="1" w:styleId="FooterChar">
    <w:name w:val="Footer Char"/>
    <w:aliases w:val="3_G Char"/>
    <w:basedOn w:val="DefaultParagraphFont"/>
    <w:link w:val="Footer"/>
    <w:uiPriority w:val="99"/>
    <w:rsid w:val="004236EE"/>
    <w:rPr>
      <w:sz w:val="16"/>
      <w:lang w:eastAsia="en-US"/>
    </w:rPr>
  </w:style>
  <w:style w:type="paragraph" w:customStyle="1" w:styleId="En-tte1">
    <w:name w:val="En-tête1"/>
    <w:basedOn w:val="Normal"/>
    <w:rsid w:val="004236EE"/>
    <w:pPr>
      <w:tabs>
        <w:tab w:val="center" w:pos="4677"/>
        <w:tab w:val="right" w:pos="9355"/>
      </w:tabs>
      <w:spacing w:line="240" w:lineRule="auto"/>
    </w:pPr>
    <w:rPr>
      <w:color w:val="00000A"/>
      <w:sz w:val="24"/>
      <w:szCs w:val="24"/>
      <w:lang w:val="fr-FR" w:eastAsia="ar-SA"/>
    </w:rPr>
  </w:style>
  <w:style w:type="paragraph" w:styleId="CommentSubject">
    <w:name w:val="annotation subject"/>
    <w:basedOn w:val="CommentText"/>
    <w:next w:val="CommentText"/>
    <w:link w:val="CommentSubjectChar"/>
    <w:semiHidden/>
    <w:unhideWhenUsed/>
    <w:rsid w:val="005B443F"/>
    <w:pPr>
      <w:spacing w:line="240" w:lineRule="auto"/>
    </w:pPr>
    <w:rPr>
      <w:b/>
      <w:bCs/>
    </w:rPr>
  </w:style>
  <w:style w:type="character" w:customStyle="1" w:styleId="CommentSubjectChar">
    <w:name w:val="Comment Subject Char"/>
    <w:basedOn w:val="CommentTextChar"/>
    <w:link w:val="CommentSubject"/>
    <w:semiHidden/>
    <w:rsid w:val="005B443F"/>
    <w:rPr>
      <w:b/>
      <w:bCs/>
      <w:lang w:eastAsia="en-US"/>
    </w:rPr>
  </w:style>
  <w:style w:type="table" w:customStyle="1" w:styleId="TableGrid10">
    <w:name w:val="Table Grid1"/>
    <w:basedOn w:val="TableNormal"/>
    <w:next w:val="TableGrid"/>
    <w:rsid w:val="00B33B9E"/>
    <w:pPr>
      <w:spacing w:line="240" w:lineRule="atLeast"/>
    </w:pPr>
    <w:rPr>
      <w:rFonts w:asciiTheme="minorHAnsi" w:eastAsiaTheme="minorHAnsi" w:hAnsiTheme="minorHAnsi" w:cstheme="minorBidi"/>
      <w:lang w:val="fr-CH"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SingleTxt">
    <w:name w:val="__Single Txt"/>
    <w:basedOn w:val="Normal"/>
    <w:qFormat/>
    <w:rsid w:val="00591F11"/>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val="0"/>
      <w:spacing w:after="120" w:line="240" w:lineRule="exact"/>
      <w:ind w:left="1267" w:right="1267"/>
      <w:jc w:val="both"/>
    </w:pPr>
    <w:rPr>
      <w:rFonts w:eastAsiaTheme="minorHAnsi"/>
      <w:spacing w:val="4"/>
      <w:w w:val="103"/>
      <w:kern w:val="14"/>
      <w:szCs w:val="22"/>
      <w:lang w:val="fr-CA"/>
    </w:rPr>
  </w:style>
  <w:style w:type="character" w:customStyle="1" w:styleId="FootnoteTextChar1">
    <w:name w:val="Footnote Text Char1"/>
    <w:aliases w:val="5_G Char1,PP Char1,5_G_6 Char1"/>
    <w:rsid w:val="009E3B82"/>
    <w:rPr>
      <w:sz w:val="18"/>
      <w:lang w:val="fr-CH" w:eastAsia="en-US" w:bidi="ar-SA"/>
    </w:rPr>
  </w:style>
  <w:style w:type="character" w:customStyle="1" w:styleId="NormalWebChar">
    <w:name w:val="Normal (Web) Char"/>
    <w:link w:val="NormalWeb"/>
    <w:uiPriority w:val="99"/>
    <w:rsid w:val="009E3B82"/>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112090">
      <w:bodyDiv w:val="1"/>
      <w:marLeft w:val="0"/>
      <w:marRight w:val="0"/>
      <w:marTop w:val="0"/>
      <w:marBottom w:val="0"/>
      <w:divBdr>
        <w:top w:val="none" w:sz="0" w:space="0" w:color="auto"/>
        <w:left w:val="none" w:sz="0" w:space="0" w:color="auto"/>
        <w:bottom w:val="none" w:sz="0" w:space="0" w:color="auto"/>
        <w:right w:val="none" w:sz="0" w:space="0" w:color="auto"/>
      </w:divBdr>
      <w:divsChild>
        <w:div w:id="1202864919">
          <w:marLeft w:val="0"/>
          <w:marRight w:val="0"/>
          <w:marTop w:val="0"/>
          <w:marBottom w:val="0"/>
          <w:divBdr>
            <w:top w:val="none" w:sz="0" w:space="0" w:color="auto"/>
            <w:left w:val="none" w:sz="0" w:space="0" w:color="auto"/>
            <w:bottom w:val="none" w:sz="0" w:space="0" w:color="auto"/>
            <w:right w:val="none" w:sz="0" w:space="0" w:color="auto"/>
          </w:divBdr>
        </w:div>
        <w:div w:id="1932354167">
          <w:marLeft w:val="0"/>
          <w:marRight w:val="0"/>
          <w:marTop w:val="0"/>
          <w:marBottom w:val="0"/>
          <w:divBdr>
            <w:top w:val="none" w:sz="0" w:space="0" w:color="auto"/>
            <w:left w:val="none" w:sz="0" w:space="0" w:color="auto"/>
            <w:bottom w:val="none" w:sz="0" w:space="0" w:color="auto"/>
            <w:right w:val="none" w:sz="0" w:space="0" w:color="auto"/>
          </w:divBdr>
        </w:div>
      </w:divsChild>
    </w:div>
    <w:div w:id="65567753">
      <w:bodyDiv w:val="1"/>
      <w:marLeft w:val="0"/>
      <w:marRight w:val="0"/>
      <w:marTop w:val="0"/>
      <w:marBottom w:val="0"/>
      <w:divBdr>
        <w:top w:val="none" w:sz="0" w:space="0" w:color="auto"/>
        <w:left w:val="none" w:sz="0" w:space="0" w:color="auto"/>
        <w:bottom w:val="none" w:sz="0" w:space="0" w:color="auto"/>
        <w:right w:val="none" w:sz="0" w:space="0" w:color="auto"/>
      </w:divBdr>
      <w:divsChild>
        <w:div w:id="1192259575">
          <w:marLeft w:val="0"/>
          <w:marRight w:val="0"/>
          <w:marTop w:val="0"/>
          <w:marBottom w:val="0"/>
          <w:divBdr>
            <w:top w:val="none" w:sz="0" w:space="0" w:color="auto"/>
            <w:left w:val="none" w:sz="0" w:space="0" w:color="auto"/>
            <w:bottom w:val="none" w:sz="0" w:space="0" w:color="auto"/>
            <w:right w:val="none" w:sz="0" w:space="0" w:color="auto"/>
          </w:divBdr>
        </w:div>
        <w:div w:id="1964536832">
          <w:marLeft w:val="0"/>
          <w:marRight w:val="0"/>
          <w:marTop w:val="0"/>
          <w:marBottom w:val="0"/>
          <w:divBdr>
            <w:top w:val="none" w:sz="0" w:space="0" w:color="auto"/>
            <w:left w:val="none" w:sz="0" w:space="0" w:color="auto"/>
            <w:bottom w:val="none" w:sz="0" w:space="0" w:color="auto"/>
            <w:right w:val="none" w:sz="0" w:space="0" w:color="auto"/>
          </w:divBdr>
        </w:div>
      </w:divsChild>
    </w:div>
    <w:div w:id="74480920">
      <w:bodyDiv w:val="1"/>
      <w:marLeft w:val="0"/>
      <w:marRight w:val="0"/>
      <w:marTop w:val="0"/>
      <w:marBottom w:val="0"/>
      <w:divBdr>
        <w:top w:val="none" w:sz="0" w:space="0" w:color="auto"/>
        <w:left w:val="none" w:sz="0" w:space="0" w:color="auto"/>
        <w:bottom w:val="none" w:sz="0" w:space="0" w:color="auto"/>
        <w:right w:val="none" w:sz="0" w:space="0" w:color="auto"/>
      </w:divBdr>
      <w:divsChild>
        <w:div w:id="20983811">
          <w:marLeft w:val="0"/>
          <w:marRight w:val="0"/>
          <w:marTop w:val="0"/>
          <w:marBottom w:val="0"/>
          <w:divBdr>
            <w:top w:val="none" w:sz="0" w:space="0" w:color="auto"/>
            <w:left w:val="none" w:sz="0" w:space="0" w:color="auto"/>
            <w:bottom w:val="none" w:sz="0" w:space="0" w:color="auto"/>
            <w:right w:val="none" w:sz="0" w:space="0" w:color="auto"/>
          </w:divBdr>
        </w:div>
        <w:div w:id="234896601">
          <w:marLeft w:val="0"/>
          <w:marRight w:val="0"/>
          <w:marTop w:val="0"/>
          <w:marBottom w:val="0"/>
          <w:divBdr>
            <w:top w:val="none" w:sz="0" w:space="0" w:color="auto"/>
            <w:left w:val="none" w:sz="0" w:space="0" w:color="auto"/>
            <w:bottom w:val="none" w:sz="0" w:space="0" w:color="auto"/>
            <w:right w:val="none" w:sz="0" w:space="0" w:color="auto"/>
          </w:divBdr>
        </w:div>
        <w:div w:id="484931770">
          <w:marLeft w:val="0"/>
          <w:marRight w:val="0"/>
          <w:marTop w:val="0"/>
          <w:marBottom w:val="0"/>
          <w:divBdr>
            <w:top w:val="none" w:sz="0" w:space="0" w:color="auto"/>
            <w:left w:val="none" w:sz="0" w:space="0" w:color="auto"/>
            <w:bottom w:val="none" w:sz="0" w:space="0" w:color="auto"/>
            <w:right w:val="none" w:sz="0" w:space="0" w:color="auto"/>
          </w:divBdr>
        </w:div>
        <w:div w:id="571236716">
          <w:marLeft w:val="0"/>
          <w:marRight w:val="0"/>
          <w:marTop w:val="0"/>
          <w:marBottom w:val="0"/>
          <w:divBdr>
            <w:top w:val="none" w:sz="0" w:space="0" w:color="auto"/>
            <w:left w:val="none" w:sz="0" w:space="0" w:color="auto"/>
            <w:bottom w:val="none" w:sz="0" w:space="0" w:color="auto"/>
            <w:right w:val="none" w:sz="0" w:space="0" w:color="auto"/>
          </w:divBdr>
        </w:div>
        <w:div w:id="604456986">
          <w:marLeft w:val="0"/>
          <w:marRight w:val="0"/>
          <w:marTop w:val="0"/>
          <w:marBottom w:val="0"/>
          <w:divBdr>
            <w:top w:val="none" w:sz="0" w:space="0" w:color="auto"/>
            <w:left w:val="none" w:sz="0" w:space="0" w:color="auto"/>
            <w:bottom w:val="none" w:sz="0" w:space="0" w:color="auto"/>
            <w:right w:val="none" w:sz="0" w:space="0" w:color="auto"/>
          </w:divBdr>
        </w:div>
        <w:div w:id="949168767">
          <w:marLeft w:val="0"/>
          <w:marRight w:val="0"/>
          <w:marTop w:val="0"/>
          <w:marBottom w:val="0"/>
          <w:divBdr>
            <w:top w:val="none" w:sz="0" w:space="0" w:color="auto"/>
            <w:left w:val="none" w:sz="0" w:space="0" w:color="auto"/>
            <w:bottom w:val="none" w:sz="0" w:space="0" w:color="auto"/>
            <w:right w:val="none" w:sz="0" w:space="0" w:color="auto"/>
          </w:divBdr>
        </w:div>
        <w:div w:id="1548955532">
          <w:marLeft w:val="0"/>
          <w:marRight w:val="0"/>
          <w:marTop w:val="0"/>
          <w:marBottom w:val="0"/>
          <w:divBdr>
            <w:top w:val="none" w:sz="0" w:space="0" w:color="auto"/>
            <w:left w:val="none" w:sz="0" w:space="0" w:color="auto"/>
            <w:bottom w:val="none" w:sz="0" w:space="0" w:color="auto"/>
            <w:right w:val="none" w:sz="0" w:space="0" w:color="auto"/>
          </w:divBdr>
        </w:div>
        <w:div w:id="1558129879">
          <w:marLeft w:val="0"/>
          <w:marRight w:val="0"/>
          <w:marTop w:val="0"/>
          <w:marBottom w:val="0"/>
          <w:divBdr>
            <w:top w:val="none" w:sz="0" w:space="0" w:color="auto"/>
            <w:left w:val="none" w:sz="0" w:space="0" w:color="auto"/>
            <w:bottom w:val="none" w:sz="0" w:space="0" w:color="auto"/>
            <w:right w:val="none" w:sz="0" w:space="0" w:color="auto"/>
          </w:divBdr>
        </w:div>
        <w:div w:id="1620144473">
          <w:marLeft w:val="0"/>
          <w:marRight w:val="0"/>
          <w:marTop w:val="0"/>
          <w:marBottom w:val="0"/>
          <w:divBdr>
            <w:top w:val="none" w:sz="0" w:space="0" w:color="auto"/>
            <w:left w:val="none" w:sz="0" w:space="0" w:color="auto"/>
            <w:bottom w:val="none" w:sz="0" w:space="0" w:color="auto"/>
            <w:right w:val="none" w:sz="0" w:space="0" w:color="auto"/>
          </w:divBdr>
        </w:div>
        <w:div w:id="1713843620">
          <w:marLeft w:val="0"/>
          <w:marRight w:val="0"/>
          <w:marTop w:val="0"/>
          <w:marBottom w:val="0"/>
          <w:divBdr>
            <w:top w:val="none" w:sz="0" w:space="0" w:color="auto"/>
            <w:left w:val="none" w:sz="0" w:space="0" w:color="auto"/>
            <w:bottom w:val="none" w:sz="0" w:space="0" w:color="auto"/>
            <w:right w:val="none" w:sz="0" w:space="0" w:color="auto"/>
          </w:divBdr>
        </w:div>
        <w:div w:id="1830517030">
          <w:marLeft w:val="0"/>
          <w:marRight w:val="0"/>
          <w:marTop w:val="0"/>
          <w:marBottom w:val="0"/>
          <w:divBdr>
            <w:top w:val="none" w:sz="0" w:space="0" w:color="auto"/>
            <w:left w:val="none" w:sz="0" w:space="0" w:color="auto"/>
            <w:bottom w:val="none" w:sz="0" w:space="0" w:color="auto"/>
            <w:right w:val="none" w:sz="0" w:space="0" w:color="auto"/>
          </w:divBdr>
        </w:div>
        <w:div w:id="2070495172">
          <w:marLeft w:val="0"/>
          <w:marRight w:val="0"/>
          <w:marTop w:val="0"/>
          <w:marBottom w:val="0"/>
          <w:divBdr>
            <w:top w:val="none" w:sz="0" w:space="0" w:color="auto"/>
            <w:left w:val="none" w:sz="0" w:space="0" w:color="auto"/>
            <w:bottom w:val="none" w:sz="0" w:space="0" w:color="auto"/>
            <w:right w:val="none" w:sz="0" w:space="0" w:color="auto"/>
          </w:divBdr>
        </w:div>
      </w:divsChild>
    </w:div>
    <w:div w:id="85075486">
      <w:bodyDiv w:val="1"/>
      <w:marLeft w:val="0"/>
      <w:marRight w:val="0"/>
      <w:marTop w:val="0"/>
      <w:marBottom w:val="0"/>
      <w:divBdr>
        <w:top w:val="none" w:sz="0" w:space="0" w:color="auto"/>
        <w:left w:val="none" w:sz="0" w:space="0" w:color="auto"/>
        <w:bottom w:val="none" w:sz="0" w:space="0" w:color="auto"/>
        <w:right w:val="none" w:sz="0" w:space="0" w:color="auto"/>
      </w:divBdr>
      <w:divsChild>
        <w:div w:id="1657689456">
          <w:marLeft w:val="0"/>
          <w:marRight w:val="0"/>
          <w:marTop w:val="0"/>
          <w:marBottom w:val="0"/>
          <w:divBdr>
            <w:top w:val="none" w:sz="0" w:space="0" w:color="auto"/>
            <w:left w:val="none" w:sz="0" w:space="0" w:color="auto"/>
            <w:bottom w:val="none" w:sz="0" w:space="0" w:color="auto"/>
            <w:right w:val="none" w:sz="0" w:space="0" w:color="auto"/>
          </w:divBdr>
        </w:div>
        <w:div w:id="1310743027">
          <w:marLeft w:val="0"/>
          <w:marRight w:val="0"/>
          <w:marTop w:val="0"/>
          <w:marBottom w:val="0"/>
          <w:divBdr>
            <w:top w:val="none" w:sz="0" w:space="0" w:color="auto"/>
            <w:left w:val="none" w:sz="0" w:space="0" w:color="auto"/>
            <w:bottom w:val="none" w:sz="0" w:space="0" w:color="auto"/>
            <w:right w:val="none" w:sz="0" w:space="0" w:color="auto"/>
          </w:divBdr>
        </w:div>
        <w:div w:id="1421490275">
          <w:marLeft w:val="0"/>
          <w:marRight w:val="0"/>
          <w:marTop w:val="0"/>
          <w:marBottom w:val="0"/>
          <w:divBdr>
            <w:top w:val="none" w:sz="0" w:space="0" w:color="auto"/>
            <w:left w:val="none" w:sz="0" w:space="0" w:color="auto"/>
            <w:bottom w:val="none" w:sz="0" w:space="0" w:color="auto"/>
            <w:right w:val="none" w:sz="0" w:space="0" w:color="auto"/>
          </w:divBdr>
        </w:div>
        <w:div w:id="1203245549">
          <w:marLeft w:val="0"/>
          <w:marRight w:val="0"/>
          <w:marTop w:val="0"/>
          <w:marBottom w:val="0"/>
          <w:divBdr>
            <w:top w:val="none" w:sz="0" w:space="0" w:color="auto"/>
            <w:left w:val="none" w:sz="0" w:space="0" w:color="auto"/>
            <w:bottom w:val="none" w:sz="0" w:space="0" w:color="auto"/>
            <w:right w:val="none" w:sz="0" w:space="0" w:color="auto"/>
          </w:divBdr>
        </w:div>
        <w:div w:id="725491225">
          <w:marLeft w:val="0"/>
          <w:marRight w:val="0"/>
          <w:marTop w:val="0"/>
          <w:marBottom w:val="0"/>
          <w:divBdr>
            <w:top w:val="none" w:sz="0" w:space="0" w:color="auto"/>
            <w:left w:val="none" w:sz="0" w:space="0" w:color="auto"/>
            <w:bottom w:val="none" w:sz="0" w:space="0" w:color="auto"/>
            <w:right w:val="none" w:sz="0" w:space="0" w:color="auto"/>
          </w:divBdr>
        </w:div>
        <w:div w:id="834033838">
          <w:marLeft w:val="0"/>
          <w:marRight w:val="0"/>
          <w:marTop w:val="0"/>
          <w:marBottom w:val="0"/>
          <w:divBdr>
            <w:top w:val="none" w:sz="0" w:space="0" w:color="auto"/>
            <w:left w:val="none" w:sz="0" w:space="0" w:color="auto"/>
            <w:bottom w:val="none" w:sz="0" w:space="0" w:color="auto"/>
            <w:right w:val="none" w:sz="0" w:space="0" w:color="auto"/>
          </w:divBdr>
        </w:div>
        <w:div w:id="770585116">
          <w:marLeft w:val="0"/>
          <w:marRight w:val="0"/>
          <w:marTop w:val="0"/>
          <w:marBottom w:val="0"/>
          <w:divBdr>
            <w:top w:val="none" w:sz="0" w:space="0" w:color="auto"/>
            <w:left w:val="none" w:sz="0" w:space="0" w:color="auto"/>
            <w:bottom w:val="none" w:sz="0" w:space="0" w:color="auto"/>
            <w:right w:val="none" w:sz="0" w:space="0" w:color="auto"/>
          </w:divBdr>
        </w:div>
        <w:div w:id="1663850478">
          <w:marLeft w:val="0"/>
          <w:marRight w:val="0"/>
          <w:marTop w:val="0"/>
          <w:marBottom w:val="0"/>
          <w:divBdr>
            <w:top w:val="none" w:sz="0" w:space="0" w:color="auto"/>
            <w:left w:val="none" w:sz="0" w:space="0" w:color="auto"/>
            <w:bottom w:val="none" w:sz="0" w:space="0" w:color="auto"/>
            <w:right w:val="none" w:sz="0" w:space="0" w:color="auto"/>
          </w:divBdr>
        </w:div>
        <w:div w:id="1430617911">
          <w:marLeft w:val="0"/>
          <w:marRight w:val="0"/>
          <w:marTop w:val="0"/>
          <w:marBottom w:val="0"/>
          <w:divBdr>
            <w:top w:val="none" w:sz="0" w:space="0" w:color="auto"/>
            <w:left w:val="none" w:sz="0" w:space="0" w:color="auto"/>
            <w:bottom w:val="none" w:sz="0" w:space="0" w:color="auto"/>
            <w:right w:val="none" w:sz="0" w:space="0" w:color="auto"/>
          </w:divBdr>
        </w:div>
        <w:div w:id="202641018">
          <w:marLeft w:val="0"/>
          <w:marRight w:val="0"/>
          <w:marTop w:val="0"/>
          <w:marBottom w:val="0"/>
          <w:divBdr>
            <w:top w:val="none" w:sz="0" w:space="0" w:color="auto"/>
            <w:left w:val="none" w:sz="0" w:space="0" w:color="auto"/>
            <w:bottom w:val="none" w:sz="0" w:space="0" w:color="auto"/>
            <w:right w:val="none" w:sz="0" w:space="0" w:color="auto"/>
          </w:divBdr>
        </w:div>
        <w:div w:id="1561750933">
          <w:marLeft w:val="0"/>
          <w:marRight w:val="0"/>
          <w:marTop w:val="0"/>
          <w:marBottom w:val="0"/>
          <w:divBdr>
            <w:top w:val="none" w:sz="0" w:space="0" w:color="auto"/>
            <w:left w:val="none" w:sz="0" w:space="0" w:color="auto"/>
            <w:bottom w:val="none" w:sz="0" w:space="0" w:color="auto"/>
            <w:right w:val="none" w:sz="0" w:space="0" w:color="auto"/>
          </w:divBdr>
        </w:div>
        <w:div w:id="395469860">
          <w:marLeft w:val="0"/>
          <w:marRight w:val="0"/>
          <w:marTop w:val="0"/>
          <w:marBottom w:val="0"/>
          <w:divBdr>
            <w:top w:val="none" w:sz="0" w:space="0" w:color="auto"/>
            <w:left w:val="none" w:sz="0" w:space="0" w:color="auto"/>
            <w:bottom w:val="none" w:sz="0" w:space="0" w:color="auto"/>
            <w:right w:val="none" w:sz="0" w:space="0" w:color="auto"/>
          </w:divBdr>
        </w:div>
        <w:div w:id="1397976966">
          <w:marLeft w:val="0"/>
          <w:marRight w:val="0"/>
          <w:marTop w:val="0"/>
          <w:marBottom w:val="0"/>
          <w:divBdr>
            <w:top w:val="none" w:sz="0" w:space="0" w:color="auto"/>
            <w:left w:val="none" w:sz="0" w:space="0" w:color="auto"/>
            <w:bottom w:val="none" w:sz="0" w:space="0" w:color="auto"/>
            <w:right w:val="none" w:sz="0" w:space="0" w:color="auto"/>
          </w:divBdr>
        </w:div>
        <w:div w:id="389496388">
          <w:marLeft w:val="0"/>
          <w:marRight w:val="0"/>
          <w:marTop w:val="0"/>
          <w:marBottom w:val="0"/>
          <w:divBdr>
            <w:top w:val="none" w:sz="0" w:space="0" w:color="auto"/>
            <w:left w:val="none" w:sz="0" w:space="0" w:color="auto"/>
            <w:bottom w:val="none" w:sz="0" w:space="0" w:color="auto"/>
            <w:right w:val="none" w:sz="0" w:space="0" w:color="auto"/>
          </w:divBdr>
        </w:div>
        <w:div w:id="1312363835">
          <w:marLeft w:val="0"/>
          <w:marRight w:val="0"/>
          <w:marTop w:val="0"/>
          <w:marBottom w:val="0"/>
          <w:divBdr>
            <w:top w:val="none" w:sz="0" w:space="0" w:color="auto"/>
            <w:left w:val="none" w:sz="0" w:space="0" w:color="auto"/>
            <w:bottom w:val="none" w:sz="0" w:space="0" w:color="auto"/>
            <w:right w:val="none" w:sz="0" w:space="0" w:color="auto"/>
          </w:divBdr>
        </w:div>
        <w:div w:id="2082824300">
          <w:marLeft w:val="0"/>
          <w:marRight w:val="0"/>
          <w:marTop w:val="0"/>
          <w:marBottom w:val="0"/>
          <w:divBdr>
            <w:top w:val="none" w:sz="0" w:space="0" w:color="auto"/>
            <w:left w:val="none" w:sz="0" w:space="0" w:color="auto"/>
            <w:bottom w:val="none" w:sz="0" w:space="0" w:color="auto"/>
            <w:right w:val="none" w:sz="0" w:space="0" w:color="auto"/>
          </w:divBdr>
        </w:div>
        <w:div w:id="1187862443">
          <w:marLeft w:val="0"/>
          <w:marRight w:val="0"/>
          <w:marTop w:val="0"/>
          <w:marBottom w:val="0"/>
          <w:divBdr>
            <w:top w:val="none" w:sz="0" w:space="0" w:color="auto"/>
            <w:left w:val="none" w:sz="0" w:space="0" w:color="auto"/>
            <w:bottom w:val="none" w:sz="0" w:space="0" w:color="auto"/>
            <w:right w:val="none" w:sz="0" w:space="0" w:color="auto"/>
          </w:divBdr>
        </w:div>
        <w:div w:id="1349673018">
          <w:marLeft w:val="0"/>
          <w:marRight w:val="0"/>
          <w:marTop w:val="0"/>
          <w:marBottom w:val="0"/>
          <w:divBdr>
            <w:top w:val="none" w:sz="0" w:space="0" w:color="auto"/>
            <w:left w:val="none" w:sz="0" w:space="0" w:color="auto"/>
            <w:bottom w:val="none" w:sz="0" w:space="0" w:color="auto"/>
            <w:right w:val="none" w:sz="0" w:space="0" w:color="auto"/>
          </w:divBdr>
        </w:div>
        <w:div w:id="896622158">
          <w:marLeft w:val="0"/>
          <w:marRight w:val="0"/>
          <w:marTop w:val="0"/>
          <w:marBottom w:val="0"/>
          <w:divBdr>
            <w:top w:val="none" w:sz="0" w:space="0" w:color="auto"/>
            <w:left w:val="none" w:sz="0" w:space="0" w:color="auto"/>
            <w:bottom w:val="none" w:sz="0" w:space="0" w:color="auto"/>
            <w:right w:val="none" w:sz="0" w:space="0" w:color="auto"/>
          </w:divBdr>
        </w:div>
        <w:div w:id="1917744827">
          <w:marLeft w:val="0"/>
          <w:marRight w:val="0"/>
          <w:marTop w:val="0"/>
          <w:marBottom w:val="0"/>
          <w:divBdr>
            <w:top w:val="none" w:sz="0" w:space="0" w:color="auto"/>
            <w:left w:val="none" w:sz="0" w:space="0" w:color="auto"/>
            <w:bottom w:val="none" w:sz="0" w:space="0" w:color="auto"/>
            <w:right w:val="none" w:sz="0" w:space="0" w:color="auto"/>
          </w:divBdr>
        </w:div>
        <w:div w:id="185098238">
          <w:marLeft w:val="0"/>
          <w:marRight w:val="0"/>
          <w:marTop w:val="0"/>
          <w:marBottom w:val="0"/>
          <w:divBdr>
            <w:top w:val="none" w:sz="0" w:space="0" w:color="auto"/>
            <w:left w:val="none" w:sz="0" w:space="0" w:color="auto"/>
            <w:bottom w:val="none" w:sz="0" w:space="0" w:color="auto"/>
            <w:right w:val="none" w:sz="0" w:space="0" w:color="auto"/>
          </w:divBdr>
        </w:div>
        <w:div w:id="640231677">
          <w:marLeft w:val="0"/>
          <w:marRight w:val="0"/>
          <w:marTop w:val="0"/>
          <w:marBottom w:val="0"/>
          <w:divBdr>
            <w:top w:val="none" w:sz="0" w:space="0" w:color="auto"/>
            <w:left w:val="none" w:sz="0" w:space="0" w:color="auto"/>
            <w:bottom w:val="none" w:sz="0" w:space="0" w:color="auto"/>
            <w:right w:val="none" w:sz="0" w:space="0" w:color="auto"/>
          </w:divBdr>
        </w:div>
        <w:div w:id="121778804">
          <w:marLeft w:val="0"/>
          <w:marRight w:val="0"/>
          <w:marTop w:val="0"/>
          <w:marBottom w:val="0"/>
          <w:divBdr>
            <w:top w:val="none" w:sz="0" w:space="0" w:color="auto"/>
            <w:left w:val="none" w:sz="0" w:space="0" w:color="auto"/>
            <w:bottom w:val="none" w:sz="0" w:space="0" w:color="auto"/>
            <w:right w:val="none" w:sz="0" w:space="0" w:color="auto"/>
          </w:divBdr>
        </w:div>
        <w:div w:id="414403100">
          <w:marLeft w:val="0"/>
          <w:marRight w:val="0"/>
          <w:marTop w:val="0"/>
          <w:marBottom w:val="0"/>
          <w:divBdr>
            <w:top w:val="none" w:sz="0" w:space="0" w:color="auto"/>
            <w:left w:val="none" w:sz="0" w:space="0" w:color="auto"/>
            <w:bottom w:val="none" w:sz="0" w:space="0" w:color="auto"/>
            <w:right w:val="none" w:sz="0" w:space="0" w:color="auto"/>
          </w:divBdr>
        </w:div>
        <w:div w:id="830484639">
          <w:marLeft w:val="0"/>
          <w:marRight w:val="0"/>
          <w:marTop w:val="0"/>
          <w:marBottom w:val="0"/>
          <w:divBdr>
            <w:top w:val="none" w:sz="0" w:space="0" w:color="auto"/>
            <w:left w:val="none" w:sz="0" w:space="0" w:color="auto"/>
            <w:bottom w:val="none" w:sz="0" w:space="0" w:color="auto"/>
            <w:right w:val="none" w:sz="0" w:space="0" w:color="auto"/>
          </w:divBdr>
        </w:div>
        <w:div w:id="1307248649">
          <w:marLeft w:val="0"/>
          <w:marRight w:val="0"/>
          <w:marTop w:val="0"/>
          <w:marBottom w:val="0"/>
          <w:divBdr>
            <w:top w:val="none" w:sz="0" w:space="0" w:color="auto"/>
            <w:left w:val="none" w:sz="0" w:space="0" w:color="auto"/>
            <w:bottom w:val="none" w:sz="0" w:space="0" w:color="auto"/>
            <w:right w:val="none" w:sz="0" w:space="0" w:color="auto"/>
          </w:divBdr>
        </w:div>
        <w:div w:id="1510565731">
          <w:marLeft w:val="0"/>
          <w:marRight w:val="0"/>
          <w:marTop w:val="0"/>
          <w:marBottom w:val="0"/>
          <w:divBdr>
            <w:top w:val="none" w:sz="0" w:space="0" w:color="auto"/>
            <w:left w:val="none" w:sz="0" w:space="0" w:color="auto"/>
            <w:bottom w:val="none" w:sz="0" w:space="0" w:color="auto"/>
            <w:right w:val="none" w:sz="0" w:space="0" w:color="auto"/>
          </w:divBdr>
        </w:div>
        <w:div w:id="1716003594">
          <w:marLeft w:val="0"/>
          <w:marRight w:val="0"/>
          <w:marTop w:val="0"/>
          <w:marBottom w:val="0"/>
          <w:divBdr>
            <w:top w:val="none" w:sz="0" w:space="0" w:color="auto"/>
            <w:left w:val="none" w:sz="0" w:space="0" w:color="auto"/>
            <w:bottom w:val="none" w:sz="0" w:space="0" w:color="auto"/>
            <w:right w:val="none" w:sz="0" w:space="0" w:color="auto"/>
          </w:divBdr>
        </w:div>
        <w:div w:id="1479881858">
          <w:marLeft w:val="0"/>
          <w:marRight w:val="0"/>
          <w:marTop w:val="0"/>
          <w:marBottom w:val="0"/>
          <w:divBdr>
            <w:top w:val="none" w:sz="0" w:space="0" w:color="auto"/>
            <w:left w:val="none" w:sz="0" w:space="0" w:color="auto"/>
            <w:bottom w:val="none" w:sz="0" w:space="0" w:color="auto"/>
            <w:right w:val="none" w:sz="0" w:space="0" w:color="auto"/>
          </w:divBdr>
        </w:div>
        <w:div w:id="165903518">
          <w:marLeft w:val="0"/>
          <w:marRight w:val="0"/>
          <w:marTop w:val="0"/>
          <w:marBottom w:val="0"/>
          <w:divBdr>
            <w:top w:val="none" w:sz="0" w:space="0" w:color="auto"/>
            <w:left w:val="none" w:sz="0" w:space="0" w:color="auto"/>
            <w:bottom w:val="none" w:sz="0" w:space="0" w:color="auto"/>
            <w:right w:val="none" w:sz="0" w:space="0" w:color="auto"/>
          </w:divBdr>
        </w:div>
        <w:div w:id="1787580566">
          <w:marLeft w:val="0"/>
          <w:marRight w:val="0"/>
          <w:marTop w:val="0"/>
          <w:marBottom w:val="0"/>
          <w:divBdr>
            <w:top w:val="none" w:sz="0" w:space="0" w:color="auto"/>
            <w:left w:val="none" w:sz="0" w:space="0" w:color="auto"/>
            <w:bottom w:val="none" w:sz="0" w:space="0" w:color="auto"/>
            <w:right w:val="none" w:sz="0" w:space="0" w:color="auto"/>
          </w:divBdr>
        </w:div>
        <w:div w:id="618537179">
          <w:marLeft w:val="0"/>
          <w:marRight w:val="0"/>
          <w:marTop w:val="0"/>
          <w:marBottom w:val="0"/>
          <w:divBdr>
            <w:top w:val="none" w:sz="0" w:space="0" w:color="auto"/>
            <w:left w:val="none" w:sz="0" w:space="0" w:color="auto"/>
            <w:bottom w:val="none" w:sz="0" w:space="0" w:color="auto"/>
            <w:right w:val="none" w:sz="0" w:space="0" w:color="auto"/>
          </w:divBdr>
        </w:div>
      </w:divsChild>
    </w:div>
    <w:div w:id="114297745">
      <w:bodyDiv w:val="1"/>
      <w:marLeft w:val="0"/>
      <w:marRight w:val="0"/>
      <w:marTop w:val="0"/>
      <w:marBottom w:val="0"/>
      <w:divBdr>
        <w:top w:val="none" w:sz="0" w:space="0" w:color="auto"/>
        <w:left w:val="none" w:sz="0" w:space="0" w:color="auto"/>
        <w:bottom w:val="none" w:sz="0" w:space="0" w:color="auto"/>
        <w:right w:val="none" w:sz="0" w:space="0" w:color="auto"/>
      </w:divBdr>
      <w:divsChild>
        <w:div w:id="37170544">
          <w:marLeft w:val="0"/>
          <w:marRight w:val="0"/>
          <w:marTop w:val="0"/>
          <w:marBottom w:val="0"/>
          <w:divBdr>
            <w:top w:val="none" w:sz="0" w:space="0" w:color="auto"/>
            <w:left w:val="none" w:sz="0" w:space="0" w:color="auto"/>
            <w:bottom w:val="none" w:sz="0" w:space="0" w:color="auto"/>
            <w:right w:val="none" w:sz="0" w:space="0" w:color="auto"/>
          </w:divBdr>
        </w:div>
        <w:div w:id="96877362">
          <w:marLeft w:val="0"/>
          <w:marRight w:val="0"/>
          <w:marTop w:val="0"/>
          <w:marBottom w:val="0"/>
          <w:divBdr>
            <w:top w:val="none" w:sz="0" w:space="0" w:color="auto"/>
            <w:left w:val="none" w:sz="0" w:space="0" w:color="auto"/>
            <w:bottom w:val="none" w:sz="0" w:space="0" w:color="auto"/>
            <w:right w:val="none" w:sz="0" w:space="0" w:color="auto"/>
          </w:divBdr>
        </w:div>
        <w:div w:id="101152176">
          <w:marLeft w:val="0"/>
          <w:marRight w:val="0"/>
          <w:marTop w:val="0"/>
          <w:marBottom w:val="0"/>
          <w:divBdr>
            <w:top w:val="none" w:sz="0" w:space="0" w:color="auto"/>
            <w:left w:val="none" w:sz="0" w:space="0" w:color="auto"/>
            <w:bottom w:val="none" w:sz="0" w:space="0" w:color="auto"/>
            <w:right w:val="none" w:sz="0" w:space="0" w:color="auto"/>
          </w:divBdr>
        </w:div>
        <w:div w:id="123551294">
          <w:marLeft w:val="0"/>
          <w:marRight w:val="0"/>
          <w:marTop w:val="0"/>
          <w:marBottom w:val="0"/>
          <w:divBdr>
            <w:top w:val="none" w:sz="0" w:space="0" w:color="auto"/>
            <w:left w:val="none" w:sz="0" w:space="0" w:color="auto"/>
            <w:bottom w:val="none" w:sz="0" w:space="0" w:color="auto"/>
            <w:right w:val="none" w:sz="0" w:space="0" w:color="auto"/>
          </w:divBdr>
        </w:div>
        <w:div w:id="230386694">
          <w:marLeft w:val="0"/>
          <w:marRight w:val="0"/>
          <w:marTop w:val="0"/>
          <w:marBottom w:val="0"/>
          <w:divBdr>
            <w:top w:val="none" w:sz="0" w:space="0" w:color="auto"/>
            <w:left w:val="none" w:sz="0" w:space="0" w:color="auto"/>
            <w:bottom w:val="none" w:sz="0" w:space="0" w:color="auto"/>
            <w:right w:val="none" w:sz="0" w:space="0" w:color="auto"/>
          </w:divBdr>
        </w:div>
        <w:div w:id="738939043">
          <w:marLeft w:val="0"/>
          <w:marRight w:val="0"/>
          <w:marTop w:val="0"/>
          <w:marBottom w:val="0"/>
          <w:divBdr>
            <w:top w:val="none" w:sz="0" w:space="0" w:color="auto"/>
            <w:left w:val="none" w:sz="0" w:space="0" w:color="auto"/>
            <w:bottom w:val="none" w:sz="0" w:space="0" w:color="auto"/>
            <w:right w:val="none" w:sz="0" w:space="0" w:color="auto"/>
          </w:divBdr>
        </w:div>
        <w:div w:id="1222062243">
          <w:marLeft w:val="0"/>
          <w:marRight w:val="0"/>
          <w:marTop w:val="0"/>
          <w:marBottom w:val="0"/>
          <w:divBdr>
            <w:top w:val="none" w:sz="0" w:space="0" w:color="auto"/>
            <w:left w:val="none" w:sz="0" w:space="0" w:color="auto"/>
            <w:bottom w:val="none" w:sz="0" w:space="0" w:color="auto"/>
            <w:right w:val="none" w:sz="0" w:space="0" w:color="auto"/>
          </w:divBdr>
        </w:div>
        <w:div w:id="1468469029">
          <w:marLeft w:val="0"/>
          <w:marRight w:val="0"/>
          <w:marTop w:val="0"/>
          <w:marBottom w:val="0"/>
          <w:divBdr>
            <w:top w:val="none" w:sz="0" w:space="0" w:color="auto"/>
            <w:left w:val="none" w:sz="0" w:space="0" w:color="auto"/>
            <w:bottom w:val="none" w:sz="0" w:space="0" w:color="auto"/>
            <w:right w:val="none" w:sz="0" w:space="0" w:color="auto"/>
          </w:divBdr>
        </w:div>
        <w:div w:id="1754473474">
          <w:marLeft w:val="0"/>
          <w:marRight w:val="0"/>
          <w:marTop w:val="0"/>
          <w:marBottom w:val="0"/>
          <w:divBdr>
            <w:top w:val="none" w:sz="0" w:space="0" w:color="auto"/>
            <w:left w:val="none" w:sz="0" w:space="0" w:color="auto"/>
            <w:bottom w:val="none" w:sz="0" w:space="0" w:color="auto"/>
            <w:right w:val="none" w:sz="0" w:space="0" w:color="auto"/>
          </w:divBdr>
        </w:div>
        <w:div w:id="1764179862">
          <w:marLeft w:val="0"/>
          <w:marRight w:val="0"/>
          <w:marTop w:val="0"/>
          <w:marBottom w:val="0"/>
          <w:divBdr>
            <w:top w:val="none" w:sz="0" w:space="0" w:color="auto"/>
            <w:left w:val="none" w:sz="0" w:space="0" w:color="auto"/>
            <w:bottom w:val="none" w:sz="0" w:space="0" w:color="auto"/>
            <w:right w:val="none" w:sz="0" w:space="0" w:color="auto"/>
          </w:divBdr>
        </w:div>
        <w:div w:id="1831019895">
          <w:marLeft w:val="0"/>
          <w:marRight w:val="0"/>
          <w:marTop w:val="0"/>
          <w:marBottom w:val="0"/>
          <w:divBdr>
            <w:top w:val="none" w:sz="0" w:space="0" w:color="auto"/>
            <w:left w:val="none" w:sz="0" w:space="0" w:color="auto"/>
            <w:bottom w:val="none" w:sz="0" w:space="0" w:color="auto"/>
            <w:right w:val="none" w:sz="0" w:space="0" w:color="auto"/>
          </w:divBdr>
        </w:div>
      </w:divsChild>
    </w:div>
    <w:div w:id="145169726">
      <w:bodyDiv w:val="1"/>
      <w:marLeft w:val="0"/>
      <w:marRight w:val="0"/>
      <w:marTop w:val="0"/>
      <w:marBottom w:val="0"/>
      <w:divBdr>
        <w:top w:val="none" w:sz="0" w:space="0" w:color="auto"/>
        <w:left w:val="none" w:sz="0" w:space="0" w:color="auto"/>
        <w:bottom w:val="none" w:sz="0" w:space="0" w:color="auto"/>
        <w:right w:val="none" w:sz="0" w:space="0" w:color="auto"/>
      </w:divBdr>
      <w:divsChild>
        <w:div w:id="805242564">
          <w:marLeft w:val="0"/>
          <w:marRight w:val="0"/>
          <w:marTop w:val="0"/>
          <w:marBottom w:val="0"/>
          <w:divBdr>
            <w:top w:val="none" w:sz="0" w:space="0" w:color="auto"/>
            <w:left w:val="none" w:sz="0" w:space="0" w:color="auto"/>
            <w:bottom w:val="none" w:sz="0" w:space="0" w:color="auto"/>
            <w:right w:val="none" w:sz="0" w:space="0" w:color="auto"/>
          </w:divBdr>
        </w:div>
        <w:div w:id="588122222">
          <w:marLeft w:val="0"/>
          <w:marRight w:val="0"/>
          <w:marTop w:val="0"/>
          <w:marBottom w:val="0"/>
          <w:divBdr>
            <w:top w:val="none" w:sz="0" w:space="0" w:color="auto"/>
            <w:left w:val="none" w:sz="0" w:space="0" w:color="auto"/>
            <w:bottom w:val="none" w:sz="0" w:space="0" w:color="auto"/>
            <w:right w:val="none" w:sz="0" w:space="0" w:color="auto"/>
          </w:divBdr>
        </w:div>
        <w:div w:id="1950502277">
          <w:marLeft w:val="0"/>
          <w:marRight w:val="0"/>
          <w:marTop w:val="0"/>
          <w:marBottom w:val="0"/>
          <w:divBdr>
            <w:top w:val="none" w:sz="0" w:space="0" w:color="auto"/>
            <w:left w:val="none" w:sz="0" w:space="0" w:color="auto"/>
            <w:bottom w:val="none" w:sz="0" w:space="0" w:color="auto"/>
            <w:right w:val="none" w:sz="0" w:space="0" w:color="auto"/>
          </w:divBdr>
        </w:div>
        <w:div w:id="194930406">
          <w:marLeft w:val="0"/>
          <w:marRight w:val="0"/>
          <w:marTop w:val="0"/>
          <w:marBottom w:val="0"/>
          <w:divBdr>
            <w:top w:val="none" w:sz="0" w:space="0" w:color="auto"/>
            <w:left w:val="none" w:sz="0" w:space="0" w:color="auto"/>
            <w:bottom w:val="none" w:sz="0" w:space="0" w:color="auto"/>
            <w:right w:val="none" w:sz="0" w:space="0" w:color="auto"/>
          </w:divBdr>
        </w:div>
        <w:div w:id="895164009">
          <w:marLeft w:val="0"/>
          <w:marRight w:val="0"/>
          <w:marTop w:val="0"/>
          <w:marBottom w:val="0"/>
          <w:divBdr>
            <w:top w:val="none" w:sz="0" w:space="0" w:color="auto"/>
            <w:left w:val="none" w:sz="0" w:space="0" w:color="auto"/>
            <w:bottom w:val="none" w:sz="0" w:space="0" w:color="auto"/>
            <w:right w:val="none" w:sz="0" w:space="0" w:color="auto"/>
          </w:divBdr>
        </w:div>
        <w:div w:id="1005746645">
          <w:marLeft w:val="0"/>
          <w:marRight w:val="0"/>
          <w:marTop w:val="0"/>
          <w:marBottom w:val="0"/>
          <w:divBdr>
            <w:top w:val="none" w:sz="0" w:space="0" w:color="auto"/>
            <w:left w:val="none" w:sz="0" w:space="0" w:color="auto"/>
            <w:bottom w:val="none" w:sz="0" w:space="0" w:color="auto"/>
            <w:right w:val="none" w:sz="0" w:space="0" w:color="auto"/>
          </w:divBdr>
        </w:div>
        <w:div w:id="2043552757">
          <w:marLeft w:val="0"/>
          <w:marRight w:val="0"/>
          <w:marTop w:val="0"/>
          <w:marBottom w:val="0"/>
          <w:divBdr>
            <w:top w:val="none" w:sz="0" w:space="0" w:color="auto"/>
            <w:left w:val="none" w:sz="0" w:space="0" w:color="auto"/>
            <w:bottom w:val="none" w:sz="0" w:space="0" w:color="auto"/>
            <w:right w:val="none" w:sz="0" w:space="0" w:color="auto"/>
          </w:divBdr>
        </w:div>
      </w:divsChild>
    </w:div>
    <w:div w:id="161510796">
      <w:bodyDiv w:val="1"/>
      <w:marLeft w:val="0"/>
      <w:marRight w:val="0"/>
      <w:marTop w:val="0"/>
      <w:marBottom w:val="0"/>
      <w:divBdr>
        <w:top w:val="none" w:sz="0" w:space="0" w:color="auto"/>
        <w:left w:val="none" w:sz="0" w:space="0" w:color="auto"/>
        <w:bottom w:val="none" w:sz="0" w:space="0" w:color="auto"/>
        <w:right w:val="none" w:sz="0" w:space="0" w:color="auto"/>
      </w:divBdr>
      <w:divsChild>
        <w:div w:id="511116418">
          <w:marLeft w:val="0"/>
          <w:marRight w:val="0"/>
          <w:marTop w:val="0"/>
          <w:marBottom w:val="0"/>
          <w:divBdr>
            <w:top w:val="none" w:sz="0" w:space="0" w:color="auto"/>
            <w:left w:val="none" w:sz="0" w:space="0" w:color="auto"/>
            <w:bottom w:val="none" w:sz="0" w:space="0" w:color="auto"/>
            <w:right w:val="none" w:sz="0" w:space="0" w:color="auto"/>
          </w:divBdr>
        </w:div>
        <w:div w:id="747531479">
          <w:marLeft w:val="0"/>
          <w:marRight w:val="0"/>
          <w:marTop w:val="0"/>
          <w:marBottom w:val="0"/>
          <w:divBdr>
            <w:top w:val="none" w:sz="0" w:space="0" w:color="auto"/>
            <w:left w:val="none" w:sz="0" w:space="0" w:color="auto"/>
            <w:bottom w:val="none" w:sz="0" w:space="0" w:color="auto"/>
            <w:right w:val="none" w:sz="0" w:space="0" w:color="auto"/>
          </w:divBdr>
        </w:div>
        <w:div w:id="847060031">
          <w:marLeft w:val="0"/>
          <w:marRight w:val="0"/>
          <w:marTop w:val="0"/>
          <w:marBottom w:val="0"/>
          <w:divBdr>
            <w:top w:val="none" w:sz="0" w:space="0" w:color="auto"/>
            <w:left w:val="none" w:sz="0" w:space="0" w:color="auto"/>
            <w:bottom w:val="none" w:sz="0" w:space="0" w:color="auto"/>
            <w:right w:val="none" w:sz="0" w:space="0" w:color="auto"/>
          </w:divBdr>
        </w:div>
        <w:div w:id="1108694675">
          <w:marLeft w:val="0"/>
          <w:marRight w:val="0"/>
          <w:marTop w:val="0"/>
          <w:marBottom w:val="0"/>
          <w:divBdr>
            <w:top w:val="none" w:sz="0" w:space="0" w:color="auto"/>
            <w:left w:val="none" w:sz="0" w:space="0" w:color="auto"/>
            <w:bottom w:val="none" w:sz="0" w:space="0" w:color="auto"/>
            <w:right w:val="none" w:sz="0" w:space="0" w:color="auto"/>
          </w:divBdr>
        </w:div>
        <w:div w:id="1664427539">
          <w:marLeft w:val="0"/>
          <w:marRight w:val="0"/>
          <w:marTop w:val="0"/>
          <w:marBottom w:val="0"/>
          <w:divBdr>
            <w:top w:val="none" w:sz="0" w:space="0" w:color="auto"/>
            <w:left w:val="none" w:sz="0" w:space="0" w:color="auto"/>
            <w:bottom w:val="none" w:sz="0" w:space="0" w:color="auto"/>
            <w:right w:val="none" w:sz="0" w:space="0" w:color="auto"/>
          </w:divBdr>
        </w:div>
      </w:divsChild>
    </w:div>
    <w:div w:id="167790302">
      <w:bodyDiv w:val="1"/>
      <w:marLeft w:val="0"/>
      <w:marRight w:val="0"/>
      <w:marTop w:val="0"/>
      <w:marBottom w:val="0"/>
      <w:divBdr>
        <w:top w:val="none" w:sz="0" w:space="0" w:color="auto"/>
        <w:left w:val="none" w:sz="0" w:space="0" w:color="auto"/>
        <w:bottom w:val="none" w:sz="0" w:space="0" w:color="auto"/>
        <w:right w:val="none" w:sz="0" w:space="0" w:color="auto"/>
      </w:divBdr>
      <w:divsChild>
        <w:div w:id="1874922896">
          <w:marLeft w:val="0"/>
          <w:marRight w:val="0"/>
          <w:marTop w:val="0"/>
          <w:marBottom w:val="0"/>
          <w:divBdr>
            <w:top w:val="none" w:sz="0" w:space="0" w:color="auto"/>
            <w:left w:val="none" w:sz="0" w:space="0" w:color="auto"/>
            <w:bottom w:val="none" w:sz="0" w:space="0" w:color="auto"/>
            <w:right w:val="none" w:sz="0" w:space="0" w:color="auto"/>
          </w:divBdr>
        </w:div>
        <w:div w:id="1624533136">
          <w:marLeft w:val="0"/>
          <w:marRight w:val="0"/>
          <w:marTop w:val="0"/>
          <w:marBottom w:val="0"/>
          <w:divBdr>
            <w:top w:val="none" w:sz="0" w:space="0" w:color="auto"/>
            <w:left w:val="none" w:sz="0" w:space="0" w:color="auto"/>
            <w:bottom w:val="none" w:sz="0" w:space="0" w:color="auto"/>
            <w:right w:val="none" w:sz="0" w:space="0" w:color="auto"/>
          </w:divBdr>
        </w:div>
      </w:divsChild>
    </w:div>
    <w:div w:id="181361417">
      <w:bodyDiv w:val="1"/>
      <w:marLeft w:val="0"/>
      <w:marRight w:val="0"/>
      <w:marTop w:val="0"/>
      <w:marBottom w:val="0"/>
      <w:divBdr>
        <w:top w:val="none" w:sz="0" w:space="0" w:color="auto"/>
        <w:left w:val="none" w:sz="0" w:space="0" w:color="auto"/>
        <w:bottom w:val="none" w:sz="0" w:space="0" w:color="auto"/>
        <w:right w:val="none" w:sz="0" w:space="0" w:color="auto"/>
      </w:divBdr>
    </w:div>
    <w:div w:id="330180395">
      <w:bodyDiv w:val="1"/>
      <w:marLeft w:val="0"/>
      <w:marRight w:val="0"/>
      <w:marTop w:val="0"/>
      <w:marBottom w:val="0"/>
      <w:divBdr>
        <w:top w:val="none" w:sz="0" w:space="0" w:color="auto"/>
        <w:left w:val="none" w:sz="0" w:space="0" w:color="auto"/>
        <w:bottom w:val="none" w:sz="0" w:space="0" w:color="auto"/>
        <w:right w:val="none" w:sz="0" w:space="0" w:color="auto"/>
      </w:divBdr>
    </w:div>
    <w:div w:id="333454623">
      <w:bodyDiv w:val="1"/>
      <w:marLeft w:val="0"/>
      <w:marRight w:val="0"/>
      <w:marTop w:val="0"/>
      <w:marBottom w:val="0"/>
      <w:divBdr>
        <w:top w:val="none" w:sz="0" w:space="0" w:color="auto"/>
        <w:left w:val="none" w:sz="0" w:space="0" w:color="auto"/>
        <w:bottom w:val="none" w:sz="0" w:space="0" w:color="auto"/>
        <w:right w:val="none" w:sz="0" w:space="0" w:color="auto"/>
      </w:divBdr>
      <w:divsChild>
        <w:div w:id="1737121908">
          <w:marLeft w:val="0"/>
          <w:marRight w:val="0"/>
          <w:marTop w:val="0"/>
          <w:marBottom w:val="0"/>
          <w:divBdr>
            <w:top w:val="none" w:sz="0" w:space="0" w:color="auto"/>
            <w:left w:val="none" w:sz="0" w:space="0" w:color="auto"/>
            <w:bottom w:val="none" w:sz="0" w:space="0" w:color="auto"/>
            <w:right w:val="none" w:sz="0" w:space="0" w:color="auto"/>
          </w:divBdr>
        </w:div>
        <w:div w:id="1762334204">
          <w:marLeft w:val="0"/>
          <w:marRight w:val="0"/>
          <w:marTop w:val="0"/>
          <w:marBottom w:val="0"/>
          <w:divBdr>
            <w:top w:val="none" w:sz="0" w:space="0" w:color="auto"/>
            <w:left w:val="none" w:sz="0" w:space="0" w:color="auto"/>
            <w:bottom w:val="none" w:sz="0" w:space="0" w:color="auto"/>
            <w:right w:val="none" w:sz="0" w:space="0" w:color="auto"/>
          </w:divBdr>
        </w:div>
        <w:div w:id="2003193046">
          <w:marLeft w:val="0"/>
          <w:marRight w:val="0"/>
          <w:marTop w:val="0"/>
          <w:marBottom w:val="0"/>
          <w:divBdr>
            <w:top w:val="none" w:sz="0" w:space="0" w:color="auto"/>
            <w:left w:val="none" w:sz="0" w:space="0" w:color="auto"/>
            <w:bottom w:val="none" w:sz="0" w:space="0" w:color="auto"/>
            <w:right w:val="none" w:sz="0" w:space="0" w:color="auto"/>
          </w:divBdr>
        </w:div>
        <w:div w:id="1330332573">
          <w:marLeft w:val="0"/>
          <w:marRight w:val="0"/>
          <w:marTop w:val="0"/>
          <w:marBottom w:val="0"/>
          <w:divBdr>
            <w:top w:val="none" w:sz="0" w:space="0" w:color="auto"/>
            <w:left w:val="none" w:sz="0" w:space="0" w:color="auto"/>
            <w:bottom w:val="none" w:sz="0" w:space="0" w:color="auto"/>
            <w:right w:val="none" w:sz="0" w:space="0" w:color="auto"/>
          </w:divBdr>
        </w:div>
        <w:div w:id="220554666">
          <w:marLeft w:val="0"/>
          <w:marRight w:val="0"/>
          <w:marTop w:val="0"/>
          <w:marBottom w:val="0"/>
          <w:divBdr>
            <w:top w:val="none" w:sz="0" w:space="0" w:color="auto"/>
            <w:left w:val="none" w:sz="0" w:space="0" w:color="auto"/>
            <w:bottom w:val="none" w:sz="0" w:space="0" w:color="auto"/>
            <w:right w:val="none" w:sz="0" w:space="0" w:color="auto"/>
          </w:divBdr>
        </w:div>
        <w:div w:id="1556742508">
          <w:marLeft w:val="0"/>
          <w:marRight w:val="0"/>
          <w:marTop w:val="0"/>
          <w:marBottom w:val="0"/>
          <w:divBdr>
            <w:top w:val="none" w:sz="0" w:space="0" w:color="auto"/>
            <w:left w:val="none" w:sz="0" w:space="0" w:color="auto"/>
            <w:bottom w:val="none" w:sz="0" w:space="0" w:color="auto"/>
            <w:right w:val="none" w:sz="0" w:space="0" w:color="auto"/>
          </w:divBdr>
        </w:div>
        <w:div w:id="143279145">
          <w:marLeft w:val="0"/>
          <w:marRight w:val="0"/>
          <w:marTop w:val="0"/>
          <w:marBottom w:val="0"/>
          <w:divBdr>
            <w:top w:val="none" w:sz="0" w:space="0" w:color="auto"/>
            <w:left w:val="none" w:sz="0" w:space="0" w:color="auto"/>
            <w:bottom w:val="none" w:sz="0" w:space="0" w:color="auto"/>
            <w:right w:val="none" w:sz="0" w:space="0" w:color="auto"/>
          </w:divBdr>
        </w:div>
        <w:div w:id="1828206900">
          <w:marLeft w:val="0"/>
          <w:marRight w:val="0"/>
          <w:marTop w:val="0"/>
          <w:marBottom w:val="0"/>
          <w:divBdr>
            <w:top w:val="none" w:sz="0" w:space="0" w:color="auto"/>
            <w:left w:val="none" w:sz="0" w:space="0" w:color="auto"/>
            <w:bottom w:val="none" w:sz="0" w:space="0" w:color="auto"/>
            <w:right w:val="none" w:sz="0" w:space="0" w:color="auto"/>
          </w:divBdr>
        </w:div>
        <w:div w:id="150216391">
          <w:marLeft w:val="0"/>
          <w:marRight w:val="0"/>
          <w:marTop w:val="0"/>
          <w:marBottom w:val="0"/>
          <w:divBdr>
            <w:top w:val="none" w:sz="0" w:space="0" w:color="auto"/>
            <w:left w:val="none" w:sz="0" w:space="0" w:color="auto"/>
            <w:bottom w:val="none" w:sz="0" w:space="0" w:color="auto"/>
            <w:right w:val="none" w:sz="0" w:space="0" w:color="auto"/>
          </w:divBdr>
        </w:div>
        <w:div w:id="1284069504">
          <w:marLeft w:val="0"/>
          <w:marRight w:val="0"/>
          <w:marTop w:val="0"/>
          <w:marBottom w:val="0"/>
          <w:divBdr>
            <w:top w:val="none" w:sz="0" w:space="0" w:color="auto"/>
            <w:left w:val="none" w:sz="0" w:space="0" w:color="auto"/>
            <w:bottom w:val="none" w:sz="0" w:space="0" w:color="auto"/>
            <w:right w:val="none" w:sz="0" w:space="0" w:color="auto"/>
          </w:divBdr>
        </w:div>
        <w:div w:id="1175261822">
          <w:marLeft w:val="0"/>
          <w:marRight w:val="0"/>
          <w:marTop w:val="0"/>
          <w:marBottom w:val="0"/>
          <w:divBdr>
            <w:top w:val="none" w:sz="0" w:space="0" w:color="auto"/>
            <w:left w:val="none" w:sz="0" w:space="0" w:color="auto"/>
            <w:bottom w:val="none" w:sz="0" w:space="0" w:color="auto"/>
            <w:right w:val="none" w:sz="0" w:space="0" w:color="auto"/>
          </w:divBdr>
        </w:div>
        <w:div w:id="1775513938">
          <w:marLeft w:val="0"/>
          <w:marRight w:val="0"/>
          <w:marTop w:val="0"/>
          <w:marBottom w:val="0"/>
          <w:divBdr>
            <w:top w:val="none" w:sz="0" w:space="0" w:color="auto"/>
            <w:left w:val="none" w:sz="0" w:space="0" w:color="auto"/>
            <w:bottom w:val="none" w:sz="0" w:space="0" w:color="auto"/>
            <w:right w:val="none" w:sz="0" w:space="0" w:color="auto"/>
          </w:divBdr>
        </w:div>
        <w:div w:id="472606014">
          <w:marLeft w:val="0"/>
          <w:marRight w:val="0"/>
          <w:marTop w:val="0"/>
          <w:marBottom w:val="0"/>
          <w:divBdr>
            <w:top w:val="none" w:sz="0" w:space="0" w:color="auto"/>
            <w:left w:val="none" w:sz="0" w:space="0" w:color="auto"/>
            <w:bottom w:val="none" w:sz="0" w:space="0" w:color="auto"/>
            <w:right w:val="none" w:sz="0" w:space="0" w:color="auto"/>
          </w:divBdr>
        </w:div>
      </w:divsChild>
    </w:div>
    <w:div w:id="388261294">
      <w:bodyDiv w:val="1"/>
      <w:marLeft w:val="0"/>
      <w:marRight w:val="0"/>
      <w:marTop w:val="0"/>
      <w:marBottom w:val="0"/>
      <w:divBdr>
        <w:top w:val="none" w:sz="0" w:space="0" w:color="auto"/>
        <w:left w:val="none" w:sz="0" w:space="0" w:color="auto"/>
        <w:bottom w:val="none" w:sz="0" w:space="0" w:color="auto"/>
        <w:right w:val="none" w:sz="0" w:space="0" w:color="auto"/>
      </w:divBdr>
      <w:divsChild>
        <w:div w:id="556205969">
          <w:marLeft w:val="0"/>
          <w:marRight w:val="0"/>
          <w:marTop w:val="0"/>
          <w:marBottom w:val="0"/>
          <w:divBdr>
            <w:top w:val="none" w:sz="0" w:space="0" w:color="auto"/>
            <w:left w:val="none" w:sz="0" w:space="0" w:color="auto"/>
            <w:bottom w:val="none" w:sz="0" w:space="0" w:color="auto"/>
            <w:right w:val="none" w:sz="0" w:space="0" w:color="auto"/>
          </w:divBdr>
        </w:div>
        <w:div w:id="920914091">
          <w:marLeft w:val="0"/>
          <w:marRight w:val="0"/>
          <w:marTop w:val="0"/>
          <w:marBottom w:val="0"/>
          <w:divBdr>
            <w:top w:val="none" w:sz="0" w:space="0" w:color="auto"/>
            <w:left w:val="none" w:sz="0" w:space="0" w:color="auto"/>
            <w:bottom w:val="none" w:sz="0" w:space="0" w:color="auto"/>
            <w:right w:val="none" w:sz="0" w:space="0" w:color="auto"/>
          </w:divBdr>
        </w:div>
        <w:div w:id="1073314830">
          <w:marLeft w:val="0"/>
          <w:marRight w:val="0"/>
          <w:marTop w:val="0"/>
          <w:marBottom w:val="0"/>
          <w:divBdr>
            <w:top w:val="none" w:sz="0" w:space="0" w:color="auto"/>
            <w:left w:val="none" w:sz="0" w:space="0" w:color="auto"/>
            <w:bottom w:val="none" w:sz="0" w:space="0" w:color="auto"/>
            <w:right w:val="none" w:sz="0" w:space="0" w:color="auto"/>
          </w:divBdr>
        </w:div>
        <w:div w:id="1419903271">
          <w:marLeft w:val="0"/>
          <w:marRight w:val="0"/>
          <w:marTop w:val="0"/>
          <w:marBottom w:val="0"/>
          <w:divBdr>
            <w:top w:val="none" w:sz="0" w:space="0" w:color="auto"/>
            <w:left w:val="none" w:sz="0" w:space="0" w:color="auto"/>
            <w:bottom w:val="none" w:sz="0" w:space="0" w:color="auto"/>
            <w:right w:val="none" w:sz="0" w:space="0" w:color="auto"/>
          </w:divBdr>
        </w:div>
      </w:divsChild>
    </w:div>
    <w:div w:id="411120297">
      <w:bodyDiv w:val="1"/>
      <w:marLeft w:val="0"/>
      <w:marRight w:val="0"/>
      <w:marTop w:val="0"/>
      <w:marBottom w:val="0"/>
      <w:divBdr>
        <w:top w:val="none" w:sz="0" w:space="0" w:color="auto"/>
        <w:left w:val="none" w:sz="0" w:space="0" w:color="auto"/>
        <w:bottom w:val="none" w:sz="0" w:space="0" w:color="auto"/>
        <w:right w:val="none" w:sz="0" w:space="0" w:color="auto"/>
      </w:divBdr>
    </w:div>
    <w:div w:id="445127321">
      <w:bodyDiv w:val="1"/>
      <w:marLeft w:val="0"/>
      <w:marRight w:val="0"/>
      <w:marTop w:val="0"/>
      <w:marBottom w:val="0"/>
      <w:divBdr>
        <w:top w:val="none" w:sz="0" w:space="0" w:color="auto"/>
        <w:left w:val="none" w:sz="0" w:space="0" w:color="auto"/>
        <w:bottom w:val="none" w:sz="0" w:space="0" w:color="auto"/>
        <w:right w:val="none" w:sz="0" w:space="0" w:color="auto"/>
      </w:divBdr>
      <w:divsChild>
        <w:div w:id="868299768">
          <w:marLeft w:val="0"/>
          <w:marRight w:val="0"/>
          <w:marTop w:val="0"/>
          <w:marBottom w:val="0"/>
          <w:divBdr>
            <w:top w:val="none" w:sz="0" w:space="0" w:color="auto"/>
            <w:left w:val="none" w:sz="0" w:space="0" w:color="auto"/>
            <w:bottom w:val="none" w:sz="0" w:space="0" w:color="auto"/>
            <w:right w:val="none" w:sz="0" w:space="0" w:color="auto"/>
          </w:divBdr>
        </w:div>
        <w:div w:id="1186364914">
          <w:marLeft w:val="0"/>
          <w:marRight w:val="0"/>
          <w:marTop w:val="0"/>
          <w:marBottom w:val="0"/>
          <w:divBdr>
            <w:top w:val="none" w:sz="0" w:space="0" w:color="auto"/>
            <w:left w:val="none" w:sz="0" w:space="0" w:color="auto"/>
            <w:bottom w:val="none" w:sz="0" w:space="0" w:color="auto"/>
            <w:right w:val="none" w:sz="0" w:space="0" w:color="auto"/>
          </w:divBdr>
        </w:div>
        <w:div w:id="1725526197">
          <w:marLeft w:val="0"/>
          <w:marRight w:val="0"/>
          <w:marTop w:val="0"/>
          <w:marBottom w:val="0"/>
          <w:divBdr>
            <w:top w:val="none" w:sz="0" w:space="0" w:color="auto"/>
            <w:left w:val="none" w:sz="0" w:space="0" w:color="auto"/>
            <w:bottom w:val="none" w:sz="0" w:space="0" w:color="auto"/>
            <w:right w:val="none" w:sz="0" w:space="0" w:color="auto"/>
          </w:divBdr>
        </w:div>
        <w:div w:id="1800219123">
          <w:marLeft w:val="0"/>
          <w:marRight w:val="0"/>
          <w:marTop w:val="0"/>
          <w:marBottom w:val="0"/>
          <w:divBdr>
            <w:top w:val="none" w:sz="0" w:space="0" w:color="auto"/>
            <w:left w:val="none" w:sz="0" w:space="0" w:color="auto"/>
            <w:bottom w:val="none" w:sz="0" w:space="0" w:color="auto"/>
            <w:right w:val="none" w:sz="0" w:space="0" w:color="auto"/>
          </w:divBdr>
        </w:div>
        <w:div w:id="1353150032">
          <w:marLeft w:val="0"/>
          <w:marRight w:val="0"/>
          <w:marTop w:val="0"/>
          <w:marBottom w:val="0"/>
          <w:divBdr>
            <w:top w:val="none" w:sz="0" w:space="0" w:color="auto"/>
            <w:left w:val="none" w:sz="0" w:space="0" w:color="auto"/>
            <w:bottom w:val="none" w:sz="0" w:space="0" w:color="auto"/>
            <w:right w:val="none" w:sz="0" w:space="0" w:color="auto"/>
          </w:divBdr>
        </w:div>
        <w:div w:id="786242174">
          <w:marLeft w:val="0"/>
          <w:marRight w:val="0"/>
          <w:marTop w:val="0"/>
          <w:marBottom w:val="0"/>
          <w:divBdr>
            <w:top w:val="none" w:sz="0" w:space="0" w:color="auto"/>
            <w:left w:val="none" w:sz="0" w:space="0" w:color="auto"/>
            <w:bottom w:val="none" w:sz="0" w:space="0" w:color="auto"/>
            <w:right w:val="none" w:sz="0" w:space="0" w:color="auto"/>
          </w:divBdr>
        </w:div>
        <w:div w:id="1651253914">
          <w:marLeft w:val="0"/>
          <w:marRight w:val="0"/>
          <w:marTop w:val="0"/>
          <w:marBottom w:val="0"/>
          <w:divBdr>
            <w:top w:val="none" w:sz="0" w:space="0" w:color="auto"/>
            <w:left w:val="none" w:sz="0" w:space="0" w:color="auto"/>
            <w:bottom w:val="none" w:sz="0" w:space="0" w:color="auto"/>
            <w:right w:val="none" w:sz="0" w:space="0" w:color="auto"/>
          </w:divBdr>
        </w:div>
        <w:div w:id="2117747651">
          <w:marLeft w:val="0"/>
          <w:marRight w:val="0"/>
          <w:marTop w:val="0"/>
          <w:marBottom w:val="0"/>
          <w:divBdr>
            <w:top w:val="none" w:sz="0" w:space="0" w:color="auto"/>
            <w:left w:val="none" w:sz="0" w:space="0" w:color="auto"/>
            <w:bottom w:val="none" w:sz="0" w:space="0" w:color="auto"/>
            <w:right w:val="none" w:sz="0" w:space="0" w:color="auto"/>
          </w:divBdr>
        </w:div>
      </w:divsChild>
    </w:div>
    <w:div w:id="452284024">
      <w:bodyDiv w:val="1"/>
      <w:marLeft w:val="0"/>
      <w:marRight w:val="0"/>
      <w:marTop w:val="0"/>
      <w:marBottom w:val="0"/>
      <w:divBdr>
        <w:top w:val="none" w:sz="0" w:space="0" w:color="auto"/>
        <w:left w:val="none" w:sz="0" w:space="0" w:color="auto"/>
        <w:bottom w:val="none" w:sz="0" w:space="0" w:color="auto"/>
        <w:right w:val="none" w:sz="0" w:space="0" w:color="auto"/>
      </w:divBdr>
      <w:divsChild>
        <w:div w:id="705106870">
          <w:marLeft w:val="0"/>
          <w:marRight w:val="0"/>
          <w:marTop w:val="0"/>
          <w:marBottom w:val="0"/>
          <w:divBdr>
            <w:top w:val="none" w:sz="0" w:space="0" w:color="auto"/>
            <w:left w:val="none" w:sz="0" w:space="0" w:color="auto"/>
            <w:bottom w:val="none" w:sz="0" w:space="0" w:color="auto"/>
            <w:right w:val="none" w:sz="0" w:space="0" w:color="auto"/>
          </w:divBdr>
        </w:div>
        <w:div w:id="881208885">
          <w:marLeft w:val="0"/>
          <w:marRight w:val="0"/>
          <w:marTop w:val="0"/>
          <w:marBottom w:val="0"/>
          <w:divBdr>
            <w:top w:val="none" w:sz="0" w:space="0" w:color="auto"/>
            <w:left w:val="none" w:sz="0" w:space="0" w:color="auto"/>
            <w:bottom w:val="none" w:sz="0" w:space="0" w:color="auto"/>
            <w:right w:val="none" w:sz="0" w:space="0" w:color="auto"/>
          </w:divBdr>
        </w:div>
        <w:div w:id="759830985">
          <w:marLeft w:val="0"/>
          <w:marRight w:val="0"/>
          <w:marTop w:val="0"/>
          <w:marBottom w:val="0"/>
          <w:divBdr>
            <w:top w:val="none" w:sz="0" w:space="0" w:color="auto"/>
            <w:left w:val="none" w:sz="0" w:space="0" w:color="auto"/>
            <w:bottom w:val="none" w:sz="0" w:space="0" w:color="auto"/>
            <w:right w:val="none" w:sz="0" w:space="0" w:color="auto"/>
          </w:divBdr>
        </w:div>
        <w:div w:id="1036656079">
          <w:marLeft w:val="0"/>
          <w:marRight w:val="0"/>
          <w:marTop w:val="0"/>
          <w:marBottom w:val="0"/>
          <w:divBdr>
            <w:top w:val="none" w:sz="0" w:space="0" w:color="auto"/>
            <w:left w:val="none" w:sz="0" w:space="0" w:color="auto"/>
            <w:bottom w:val="none" w:sz="0" w:space="0" w:color="auto"/>
            <w:right w:val="none" w:sz="0" w:space="0" w:color="auto"/>
          </w:divBdr>
        </w:div>
        <w:div w:id="691688821">
          <w:marLeft w:val="0"/>
          <w:marRight w:val="0"/>
          <w:marTop w:val="0"/>
          <w:marBottom w:val="0"/>
          <w:divBdr>
            <w:top w:val="none" w:sz="0" w:space="0" w:color="auto"/>
            <w:left w:val="none" w:sz="0" w:space="0" w:color="auto"/>
            <w:bottom w:val="none" w:sz="0" w:space="0" w:color="auto"/>
            <w:right w:val="none" w:sz="0" w:space="0" w:color="auto"/>
          </w:divBdr>
        </w:div>
      </w:divsChild>
    </w:div>
    <w:div w:id="456025964">
      <w:bodyDiv w:val="1"/>
      <w:marLeft w:val="0"/>
      <w:marRight w:val="0"/>
      <w:marTop w:val="0"/>
      <w:marBottom w:val="0"/>
      <w:divBdr>
        <w:top w:val="none" w:sz="0" w:space="0" w:color="auto"/>
        <w:left w:val="none" w:sz="0" w:space="0" w:color="auto"/>
        <w:bottom w:val="none" w:sz="0" w:space="0" w:color="auto"/>
        <w:right w:val="none" w:sz="0" w:space="0" w:color="auto"/>
      </w:divBdr>
      <w:divsChild>
        <w:div w:id="15936233">
          <w:marLeft w:val="0"/>
          <w:marRight w:val="0"/>
          <w:marTop w:val="0"/>
          <w:marBottom w:val="0"/>
          <w:divBdr>
            <w:top w:val="none" w:sz="0" w:space="0" w:color="auto"/>
            <w:left w:val="none" w:sz="0" w:space="0" w:color="auto"/>
            <w:bottom w:val="none" w:sz="0" w:space="0" w:color="auto"/>
            <w:right w:val="none" w:sz="0" w:space="0" w:color="auto"/>
          </w:divBdr>
        </w:div>
        <w:div w:id="435371002">
          <w:marLeft w:val="0"/>
          <w:marRight w:val="0"/>
          <w:marTop w:val="0"/>
          <w:marBottom w:val="0"/>
          <w:divBdr>
            <w:top w:val="none" w:sz="0" w:space="0" w:color="auto"/>
            <w:left w:val="none" w:sz="0" w:space="0" w:color="auto"/>
            <w:bottom w:val="none" w:sz="0" w:space="0" w:color="auto"/>
            <w:right w:val="none" w:sz="0" w:space="0" w:color="auto"/>
          </w:divBdr>
        </w:div>
        <w:div w:id="626931129">
          <w:marLeft w:val="0"/>
          <w:marRight w:val="0"/>
          <w:marTop w:val="0"/>
          <w:marBottom w:val="0"/>
          <w:divBdr>
            <w:top w:val="none" w:sz="0" w:space="0" w:color="auto"/>
            <w:left w:val="none" w:sz="0" w:space="0" w:color="auto"/>
            <w:bottom w:val="none" w:sz="0" w:space="0" w:color="auto"/>
            <w:right w:val="none" w:sz="0" w:space="0" w:color="auto"/>
          </w:divBdr>
        </w:div>
        <w:div w:id="926235192">
          <w:marLeft w:val="0"/>
          <w:marRight w:val="0"/>
          <w:marTop w:val="0"/>
          <w:marBottom w:val="0"/>
          <w:divBdr>
            <w:top w:val="none" w:sz="0" w:space="0" w:color="auto"/>
            <w:left w:val="none" w:sz="0" w:space="0" w:color="auto"/>
            <w:bottom w:val="none" w:sz="0" w:space="0" w:color="auto"/>
            <w:right w:val="none" w:sz="0" w:space="0" w:color="auto"/>
          </w:divBdr>
        </w:div>
        <w:div w:id="1355500697">
          <w:marLeft w:val="0"/>
          <w:marRight w:val="0"/>
          <w:marTop w:val="0"/>
          <w:marBottom w:val="0"/>
          <w:divBdr>
            <w:top w:val="none" w:sz="0" w:space="0" w:color="auto"/>
            <w:left w:val="none" w:sz="0" w:space="0" w:color="auto"/>
            <w:bottom w:val="none" w:sz="0" w:space="0" w:color="auto"/>
            <w:right w:val="none" w:sz="0" w:space="0" w:color="auto"/>
          </w:divBdr>
        </w:div>
        <w:div w:id="2035685585">
          <w:marLeft w:val="0"/>
          <w:marRight w:val="0"/>
          <w:marTop w:val="0"/>
          <w:marBottom w:val="0"/>
          <w:divBdr>
            <w:top w:val="none" w:sz="0" w:space="0" w:color="auto"/>
            <w:left w:val="none" w:sz="0" w:space="0" w:color="auto"/>
            <w:bottom w:val="none" w:sz="0" w:space="0" w:color="auto"/>
            <w:right w:val="none" w:sz="0" w:space="0" w:color="auto"/>
          </w:divBdr>
        </w:div>
      </w:divsChild>
    </w:div>
    <w:div w:id="465660786">
      <w:bodyDiv w:val="1"/>
      <w:marLeft w:val="0"/>
      <w:marRight w:val="0"/>
      <w:marTop w:val="0"/>
      <w:marBottom w:val="0"/>
      <w:divBdr>
        <w:top w:val="none" w:sz="0" w:space="0" w:color="auto"/>
        <w:left w:val="none" w:sz="0" w:space="0" w:color="auto"/>
        <w:bottom w:val="none" w:sz="0" w:space="0" w:color="auto"/>
        <w:right w:val="none" w:sz="0" w:space="0" w:color="auto"/>
      </w:divBdr>
      <w:divsChild>
        <w:div w:id="1511599738">
          <w:marLeft w:val="0"/>
          <w:marRight w:val="0"/>
          <w:marTop w:val="0"/>
          <w:marBottom w:val="0"/>
          <w:divBdr>
            <w:top w:val="none" w:sz="0" w:space="0" w:color="auto"/>
            <w:left w:val="none" w:sz="0" w:space="0" w:color="auto"/>
            <w:bottom w:val="none" w:sz="0" w:space="0" w:color="auto"/>
            <w:right w:val="none" w:sz="0" w:space="0" w:color="auto"/>
          </w:divBdr>
          <w:divsChild>
            <w:div w:id="1610314549">
              <w:marLeft w:val="0"/>
              <w:marRight w:val="0"/>
              <w:marTop w:val="0"/>
              <w:marBottom w:val="0"/>
              <w:divBdr>
                <w:top w:val="none" w:sz="0" w:space="0" w:color="auto"/>
                <w:left w:val="single" w:sz="6" w:space="0" w:color="3D62A8"/>
                <w:bottom w:val="single" w:sz="12" w:space="0" w:color="3D62A8"/>
                <w:right w:val="single" w:sz="12" w:space="0" w:color="83A5E4"/>
              </w:divBdr>
              <w:divsChild>
                <w:div w:id="1729500087">
                  <w:marLeft w:val="75"/>
                  <w:marRight w:val="75"/>
                  <w:marTop w:val="0"/>
                  <w:marBottom w:val="75"/>
                  <w:divBdr>
                    <w:top w:val="single" w:sz="6" w:space="0" w:color="979BA4"/>
                    <w:left w:val="single" w:sz="6" w:space="0" w:color="979BA4"/>
                    <w:bottom w:val="single" w:sz="6" w:space="0" w:color="979BA4"/>
                    <w:right w:val="single" w:sz="6" w:space="0" w:color="979BA4"/>
                  </w:divBdr>
                </w:div>
              </w:divsChild>
            </w:div>
          </w:divsChild>
        </w:div>
      </w:divsChild>
    </w:div>
    <w:div w:id="514729867">
      <w:bodyDiv w:val="1"/>
      <w:marLeft w:val="0"/>
      <w:marRight w:val="0"/>
      <w:marTop w:val="0"/>
      <w:marBottom w:val="0"/>
      <w:divBdr>
        <w:top w:val="none" w:sz="0" w:space="0" w:color="auto"/>
        <w:left w:val="none" w:sz="0" w:space="0" w:color="auto"/>
        <w:bottom w:val="none" w:sz="0" w:space="0" w:color="auto"/>
        <w:right w:val="none" w:sz="0" w:space="0" w:color="auto"/>
      </w:divBdr>
    </w:div>
    <w:div w:id="518466405">
      <w:bodyDiv w:val="1"/>
      <w:marLeft w:val="0"/>
      <w:marRight w:val="0"/>
      <w:marTop w:val="0"/>
      <w:marBottom w:val="0"/>
      <w:divBdr>
        <w:top w:val="none" w:sz="0" w:space="0" w:color="auto"/>
        <w:left w:val="none" w:sz="0" w:space="0" w:color="auto"/>
        <w:bottom w:val="none" w:sz="0" w:space="0" w:color="auto"/>
        <w:right w:val="none" w:sz="0" w:space="0" w:color="auto"/>
      </w:divBdr>
      <w:divsChild>
        <w:div w:id="90902912">
          <w:marLeft w:val="0"/>
          <w:marRight w:val="0"/>
          <w:marTop w:val="0"/>
          <w:marBottom w:val="0"/>
          <w:divBdr>
            <w:top w:val="none" w:sz="0" w:space="0" w:color="auto"/>
            <w:left w:val="none" w:sz="0" w:space="0" w:color="auto"/>
            <w:bottom w:val="none" w:sz="0" w:space="0" w:color="auto"/>
            <w:right w:val="none" w:sz="0" w:space="0" w:color="auto"/>
          </w:divBdr>
        </w:div>
        <w:div w:id="236675166">
          <w:marLeft w:val="0"/>
          <w:marRight w:val="0"/>
          <w:marTop w:val="0"/>
          <w:marBottom w:val="0"/>
          <w:divBdr>
            <w:top w:val="none" w:sz="0" w:space="0" w:color="auto"/>
            <w:left w:val="none" w:sz="0" w:space="0" w:color="auto"/>
            <w:bottom w:val="none" w:sz="0" w:space="0" w:color="auto"/>
            <w:right w:val="none" w:sz="0" w:space="0" w:color="auto"/>
          </w:divBdr>
        </w:div>
        <w:div w:id="250696730">
          <w:marLeft w:val="0"/>
          <w:marRight w:val="0"/>
          <w:marTop w:val="0"/>
          <w:marBottom w:val="0"/>
          <w:divBdr>
            <w:top w:val="none" w:sz="0" w:space="0" w:color="auto"/>
            <w:left w:val="none" w:sz="0" w:space="0" w:color="auto"/>
            <w:bottom w:val="none" w:sz="0" w:space="0" w:color="auto"/>
            <w:right w:val="none" w:sz="0" w:space="0" w:color="auto"/>
          </w:divBdr>
        </w:div>
        <w:div w:id="396435199">
          <w:marLeft w:val="0"/>
          <w:marRight w:val="0"/>
          <w:marTop w:val="0"/>
          <w:marBottom w:val="0"/>
          <w:divBdr>
            <w:top w:val="none" w:sz="0" w:space="0" w:color="auto"/>
            <w:left w:val="none" w:sz="0" w:space="0" w:color="auto"/>
            <w:bottom w:val="none" w:sz="0" w:space="0" w:color="auto"/>
            <w:right w:val="none" w:sz="0" w:space="0" w:color="auto"/>
          </w:divBdr>
        </w:div>
        <w:div w:id="576326205">
          <w:marLeft w:val="0"/>
          <w:marRight w:val="0"/>
          <w:marTop w:val="0"/>
          <w:marBottom w:val="0"/>
          <w:divBdr>
            <w:top w:val="none" w:sz="0" w:space="0" w:color="auto"/>
            <w:left w:val="none" w:sz="0" w:space="0" w:color="auto"/>
            <w:bottom w:val="none" w:sz="0" w:space="0" w:color="auto"/>
            <w:right w:val="none" w:sz="0" w:space="0" w:color="auto"/>
          </w:divBdr>
        </w:div>
        <w:div w:id="786703583">
          <w:marLeft w:val="0"/>
          <w:marRight w:val="0"/>
          <w:marTop w:val="0"/>
          <w:marBottom w:val="0"/>
          <w:divBdr>
            <w:top w:val="none" w:sz="0" w:space="0" w:color="auto"/>
            <w:left w:val="none" w:sz="0" w:space="0" w:color="auto"/>
            <w:bottom w:val="none" w:sz="0" w:space="0" w:color="auto"/>
            <w:right w:val="none" w:sz="0" w:space="0" w:color="auto"/>
          </w:divBdr>
        </w:div>
        <w:div w:id="825828444">
          <w:marLeft w:val="0"/>
          <w:marRight w:val="0"/>
          <w:marTop w:val="0"/>
          <w:marBottom w:val="0"/>
          <w:divBdr>
            <w:top w:val="none" w:sz="0" w:space="0" w:color="auto"/>
            <w:left w:val="none" w:sz="0" w:space="0" w:color="auto"/>
            <w:bottom w:val="none" w:sz="0" w:space="0" w:color="auto"/>
            <w:right w:val="none" w:sz="0" w:space="0" w:color="auto"/>
          </w:divBdr>
        </w:div>
        <w:div w:id="1127620067">
          <w:marLeft w:val="0"/>
          <w:marRight w:val="0"/>
          <w:marTop w:val="0"/>
          <w:marBottom w:val="0"/>
          <w:divBdr>
            <w:top w:val="none" w:sz="0" w:space="0" w:color="auto"/>
            <w:left w:val="none" w:sz="0" w:space="0" w:color="auto"/>
            <w:bottom w:val="none" w:sz="0" w:space="0" w:color="auto"/>
            <w:right w:val="none" w:sz="0" w:space="0" w:color="auto"/>
          </w:divBdr>
        </w:div>
        <w:div w:id="1152450987">
          <w:marLeft w:val="0"/>
          <w:marRight w:val="0"/>
          <w:marTop w:val="0"/>
          <w:marBottom w:val="0"/>
          <w:divBdr>
            <w:top w:val="none" w:sz="0" w:space="0" w:color="auto"/>
            <w:left w:val="none" w:sz="0" w:space="0" w:color="auto"/>
            <w:bottom w:val="none" w:sz="0" w:space="0" w:color="auto"/>
            <w:right w:val="none" w:sz="0" w:space="0" w:color="auto"/>
          </w:divBdr>
        </w:div>
        <w:div w:id="1401711130">
          <w:marLeft w:val="0"/>
          <w:marRight w:val="0"/>
          <w:marTop w:val="0"/>
          <w:marBottom w:val="0"/>
          <w:divBdr>
            <w:top w:val="none" w:sz="0" w:space="0" w:color="auto"/>
            <w:left w:val="none" w:sz="0" w:space="0" w:color="auto"/>
            <w:bottom w:val="none" w:sz="0" w:space="0" w:color="auto"/>
            <w:right w:val="none" w:sz="0" w:space="0" w:color="auto"/>
          </w:divBdr>
        </w:div>
        <w:div w:id="1461151106">
          <w:marLeft w:val="0"/>
          <w:marRight w:val="0"/>
          <w:marTop w:val="0"/>
          <w:marBottom w:val="0"/>
          <w:divBdr>
            <w:top w:val="none" w:sz="0" w:space="0" w:color="auto"/>
            <w:left w:val="none" w:sz="0" w:space="0" w:color="auto"/>
            <w:bottom w:val="none" w:sz="0" w:space="0" w:color="auto"/>
            <w:right w:val="none" w:sz="0" w:space="0" w:color="auto"/>
          </w:divBdr>
        </w:div>
        <w:div w:id="1473064268">
          <w:marLeft w:val="0"/>
          <w:marRight w:val="0"/>
          <w:marTop w:val="0"/>
          <w:marBottom w:val="0"/>
          <w:divBdr>
            <w:top w:val="none" w:sz="0" w:space="0" w:color="auto"/>
            <w:left w:val="none" w:sz="0" w:space="0" w:color="auto"/>
            <w:bottom w:val="none" w:sz="0" w:space="0" w:color="auto"/>
            <w:right w:val="none" w:sz="0" w:space="0" w:color="auto"/>
          </w:divBdr>
        </w:div>
        <w:div w:id="1662153694">
          <w:marLeft w:val="0"/>
          <w:marRight w:val="0"/>
          <w:marTop w:val="0"/>
          <w:marBottom w:val="0"/>
          <w:divBdr>
            <w:top w:val="none" w:sz="0" w:space="0" w:color="auto"/>
            <w:left w:val="none" w:sz="0" w:space="0" w:color="auto"/>
            <w:bottom w:val="none" w:sz="0" w:space="0" w:color="auto"/>
            <w:right w:val="none" w:sz="0" w:space="0" w:color="auto"/>
          </w:divBdr>
        </w:div>
        <w:div w:id="1731686935">
          <w:marLeft w:val="0"/>
          <w:marRight w:val="0"/>
          <w:marTop w:val="0"/>
          <w:marBottom w:val="0"/>
          <w:divBdr>
            <w:top w:val="none" w:sz="0" w:space="0" w:color="auto"/>
            <w:left w:val="none" w:sz="0" w:space="0" w:color="auto"/>
            <w:bottom w:val="none" w:sz="0" w:space="0" w:color="auto"/>
            <w:right w:val="none" w:sz="0" w:space="0" w:color="auto"/>
          </w:divBdr>
        </w:div>
        <w:div w:id="2075930176">
          <w:marLeft w:val="0"/>
          <w:marRight w:val="0"/>
          <w:marTop w:val="0"/>
          <w:marBottom w:val="0"/>
          <w:divBdr>
            <w:top w:val="none" w:sz="0" w:space="0" w:color="auto"/>
            <w:left w:val="none" w:sz="0" w:space="0" w:color="auto"/>
            <w:bottom w:val="none" w:sz="0" w:space="0" w:color="auto"/>
            <w:right w:val="none" w:sz="0" w:space="0" w:color="auto"/>
          </w:divBdr>
        </w:div>
      </w:divsChild>
    </w:div>
    <w:div w:id="530386278">
      <w:bodyDiv w:val="1"/>
      <w:marLeft w:val="0"/>
      <w:marRight w:val="0"/>
      <w:marTop w:val="0"/>
      <w:marBottom w:val="0"/>
      <w:divBdr>
        <w:top w:val="none" w:sz="0" w:space="0" w:color="auto"/>
        <w:left w:val="none" w:sz="0" w:space="0" w:color="auto"/>
        <w:bottom w:val="none" w:sz="0" w:space="0" w:color="auto"/>
        <w:right w:val="none" w:sz="0" w:space="0" w:color="auto"/>
      </w:divBdr>
    </w:div>
    <w:div w:id="572743106">
      <w:bodyDiv w:val="1"/>
      <w:marLeft w:val="0"/>
      <w:marRight w:val="0"/>
      <w:marTop w:val="0"/>
      <w:marBottom w:val="0"/>
      <w:divBdr>
        <w:top w:val="none" w:sz="0" w:space="0" w:color="auto"/>
        <w:left w:val="none" w:sz="0" w:space="0" w:color="auto"/>
        <w:bottom w:val="none" w:sz="0" w:space="0" w:color="auto"/>
        <w:right w:val="none" w:sz="0" w:space="0" w:color="auto"/>
      </w:divBdr>
      <w:divsChild>
        <w:div w:id="741607737">
          <w:marLeft w:val="0"/>
          <w:marRight w:val="0"/>
          <w:marTop w:val="0"/>
          <w:marBottom w:val="0"/>
          <w:divBdr>
            <w:top w:val="none" w:sz="0" w:space="0" w:color="auto"/>
            <w:left w:val="none" w:sz="0" w:space="0" w:color="auto"/>
            <w:bottom w:val="none" w:sz="0" w:space="0" w:color="auto"/>
            <w:right w:val="none" w:sz="0" w:space="0" w:color="auto"/>
          </w:divBdr>
        </w:div>
        <w:div w:id="1263075594">
          <w:marLeft w:val="0"/>
          <w:marRight w:val="0"/>
          <w:marTop w:val="0"/>
          <w:marBottom w:val="0"/>
          <w:divBdr>
            <w:top w:val="none" w:sz="0" w:space="0" w:color="auto"/>
            <w:left w:val="none" w:sz="0" w:space="0" w:color="auto"/>
            <w:bottom w:val="none" w:sz="0" w:space="0" w:color="auto"/>
            <w:right w:val="none" w:sz="0" w:space="0" w:color="auto"/>
          </w:divBdr>
        </w:div>
        <w:div w:id="1449012204">
          <w:marLeft w:val="0"/>
          <w:marRight w:val="0"/>
          <w:marTop w:val="0"/>
          <w:marBottom w:val="0"/>
          <w:divBdr>
            <w:top w:val="none" w:sz="0" w:space="0" w:color="auto"/>
            <w:left w:val="none" w:sz="0" w:space="0" w:color="auto"/>
            <w:bottom w:val="none" w:sz="0" w:space="0" w:color="auto"/>
            <w:right w:val="none" w:sz="0" w:space="0" w:color="auto"/>
          </w:divBdr>
        </w:div>
      </w:divsChild>
    </w:div>
    <w:div w:id="576478672">
      <w:bodyDiv w:val="1"/>
      <w:marLeft w:val="0"/>
      <w:marRight w:val="0"/>
      <w:marTop w:val="0"/>
      <w:marBottom w:val="0"/>
      <w:divBdr>
        <w:top w:val="none" w:sz="0" w:space="0" w:color="auto"/>
        <w:left w:val="none" w:sz="0" w:space="0" w:color="auto"/>
        <w:bottom w:val="none" w:sz="0" w:space="0" w:color="auto"/>
        <w:right w:val="none" w:sz="0" w:space="0" w:color="auto"/>
      </w:divBdr>
      <w:divsChild>
        <w:div w:id="1186988526">
          <w:marLeft w:val="0"/>
          <w:marRight w:val="0"/>
          <w:marTop w:val="0"/>
          <w:marBottom w:val="0"/>
          <w:divBdr>
            <w:top w:val="none" w:sz="0" w:space="0" w:color="auto"/>
            <w:left w:val="none" w:sz="0" w:space="0" w:color="auto"/>
            <w:bottom w:val="none" w:sz="0" w:space="0" w:color="auto"/>
            <w:right w:val="none" w:sz="0" w:space="0" w:color="auto"/>
          </w:divBdr>
        </w:div>
      </w:divsChild>
    </w:div>
    <w:div w:id="592281295">
      <w:bodyDiv w:val="1"/>
      <w:marLeft w:val="0"/>
      <w:marRight w:val="0"/>
      <w:marTop w:val="0"/>
      <w:marBottom w:val="0"/>
      <w:divBdr>
        <w:top w:val="none" w:sz="0" w:space="0" w:color="auto"/>
        <w:left w:val="none" w:sz="0" w:space="0" w:color="auto"/>
        <w:bottom w:val="none" w:sz="0" w:space="0" w:color="auto"/>
        <w:right w:val="none" w:sz="0" w:space="0" w:color="auto"/>
      </w:divBdr>
    </w:div>
    <w:div w:id="625429287">
      <w:bodyDiv w:val="1"/>
      <w:marLeft w:val="0"/>
      <w:marRight w:val="0"/>
      <w:marTop w:val="0"/>
      <w:marBottom w:val="0"/>
      <w:divBdr>
        <w:top w:val="none" w:sz="0" w:space="0" w:color="auto"/>
        <w:left w:val="none" w:sz="0" w:space="0" w:color="auto"/>
        <w:bottom w:val="none" w:sz="0" w:space="0" w:color="auto"/>
        <w:right w:val="none" w:sz="0" w:space="0" w:color="auto"/>
      </w:divBdr>
    </w:div>
    <w:div w:id="633680858">
      <w:bodyDiv w:val="1"/>
      <w:marLeft w:val="0"/>
      <w:marRight w:val="0"/>
      <w:marTop w:val="0"/>
      <w:marBottom w:val="0"/>
      <w:divBdr>
        <w:top w:val="none" w:sz="0" w:space="0" w:color="auto"/>
        <w:left w:val="none" w:sz="0" w:space="0" w:color="auto"/>
        <w:bottom w:val="none" w:sz="0" w:space="0" w:color="auto"/>
        <w:right w:val="none" w:sz="0" w:space="0" w:color="auto"/>
      </w:divBdr>
      <w:divsChild>
        <w:div w:id="240987698">
          <w:marLeft w:val="0"/>
          <w:marRight w:val="0"/>
          <w:marTop w:val="0"/>
          <w:marBottom w:val="0"/>
          <w:divBdr>
            <w:top w:val="none" w:sz="0" w:space="0" w:color="auto"/>
            <w:left w:val="none" w:sz="0" w:space="0" w:color="auto"/>
            <w:bottom w:val="none" w:sz="0" w:space="0" w:color="auto"/>
            <w:right w:val="none" w:sz="0" w:space="0" w:color="auto"/>
          </w:divBdr>
        </w:div>
        <w:div w:id="593242368">
          <w:marLeft w:val="0"/>
          <w:marRight w:val="0"/>
          <w:marTop w:val="0"/>
          <w:marBottom w:val="0"/>
          <w:divBdr>
            <w:top w:val="none" w:sz="0" w:space="0" w:color="auto"/>
            <w:left w:val="none" w:sz="0" w:space="0" w:color="auto"/>
            <w:bottom w:val="none" w:sz="0" w:space="0" w:color="auto"/>
            <w:right w:val="none" w:sz="0" w:space="0" w:color="auto"/>
          </w:divBdr>
        </w:div>
        <w:div w:id="980379666">
          <w:marLeft w:val="0"/>
          <w:marRight w:val="0"/>
          <w:marTop w:val="0"/>
          <w:marBottom w:val="0"/>
          <w:divBdr>
            <w:top w:val="none" w:sz="0" w:space="0" w:color="auto"/>
            <w:left w:val="none" w:sz="0" w:space="0" w:color="auto"/>
            <w:bottom w:val="none" w:sz="0" w:space="0" w:color="auto"/>
            <w:right w:val="none" w:sz="0" w:space="0" w:color="auto"/>
          </w:divBdr>
        </w:div>
        <w:div w:id="1256597539">
          <w:marLeft w:val="0"/>
          <w:marRight w:val="0"/>
          <w:marTop w:val="0"/>
          <w:marBottom w:val="0"/>
          <w:divBdr>
            <w:top w:val="none" w:sz="0" w:space="0" w:color="auto"/>
            <w:left w:val="none" w:sz="0" w:space="0" w:color="auto"/>
            <w:bottom w:val="none" w:sz="0" w:space="0" w:color="auto"/>
            <w:right w:val="none" w:sz="0" w:space="0" w:color="auto"/>
          </w:divBdr>
        </w:div>
        <w:div w:id="1361276006">
          <w:marLeft w:val="0"/>
          <w:marRight w:val="0"/>
          <w:marTop w:val="0"/>
          <w:marBottom w:val="0"/>
          <w:divBdr>
            <w:top w:val="none" w:sz="0" w:space="0" w:color="auto"/>
            <w:left w:val="none" w:sz="0" w:space="0" w:color="auto"/>
            <w:bottom w:val="none" w:sz="0" w:space="0" w:color="auto"/>
            <w:right w:val="none" w:sz="0" w:space="0" w:color="auto"/>
          </w:divBdr>
        </w:div>
        <w:div w:id="1447652613">
          <w:marLeft w:val="0"/>
          <w:marRight w:val="0"/>
          <w:marTop w:val="0"/>
          <w:marBottom w:val="0"/>
          <w:divBdr>
            <w:top w:val="none" w:sz="0" w:space="0" w:color="auto"/>
            <w:left w:val="none" w:sz="0" w:space="0" w:color="auto"/>
            <w:bottom w:val="none" w:sz="0" w:space="0" w:color="auto"/>
            <w:right w:val="none" w:sz="0" w:space="0" w:color="auto"/>
          </w:divBdr>
        </w:div>
        <w:div w:id="1826817494">
          <w:marLeft w:val="0"/>
          <w:marRight w:val="0"/>
          <w:marTop w:val="0"/>
          <w:marBottom w:val="0"/>
          <w:divBdr>
            <w:top w:val="none" w:sz="0" w:space="0" w:color="auto"/>
            <w:left w:val="none" w:sz="0" w:space="0" w:color="auto"/>
            <w:bottom w:val="none" w:sz="0" w:space="0" w:color="auto"/>
            <w:right w:val="none" w:sz="0" w:space="0" w:color="auto"/>
          </w:divBdr>
        </w:div>
        <w:div w:id="1834370198">
          <w:marLeft w:val="0"/>
          <w:marRight w:val="0"/>
          <w:marTop w:val="0"/>
          <w:marBottom w:val="0"/>
          <w:divBdr>
            <w:top w:val="none" w:sz="0" w:space="0" w:color="auto"/>
            <w:left w:val="none" w:sz="0" w:space="0" w:color="auto"/>
            <w:bottom w:val="none" w:sz="0" w:space="0" w:color="auto"/>
            <w:right w:val="none" w:sz="0" w:space="0" w:color="auto"/>
          </w:divBdr>
        </w:div>
        <w:div w:id="1923443339">
          <w:marLeft w:val="0"/>
          <w:marRight w:val="0"/>
          <w:marTop w:val="0"/>
          <w:marBottom w:val="0"/>
          <w:divBdr>
            <w:top w:val="none" w:sz="0" w:space="0" w:color="auto"/>
            <w:left w:val="none" w:sz="0" w:space="0" w:color="auto"/>
            <w:bottom w:val="none" w:sz="0" w:space="0" w:color="auto"/>
            <w:right w:val="none" w:sz="0" w:space="0" w:color="auto"/>
          </w:divBdr>
        </w:div>
        <w:div w:id="1992588917">
          <w:marLeft w:val="0"/>
          <w:marRight w:val="0"/>
          <w:marTop w:val="0"/>
          <w:marBottom w:val="0"/>
          <w:divBdr>
            <w:top w:val="none" w:sz="0" w:space="0" w:color="auto"/>
            <w:left w:val="none" w:sz="0" w:space="0" w:color="auto"/>
            <w:bottom w:val="none" w:sz="0" w:space="0" w:color="auto"/>
            <w:right w:val="none" w:sz="0" w:space="0" w:color="auto"/>
          </w:divBdr>
        </w:div>
      </w:divsChild>
    </w:div>
    <w:div w:id="670572409">
      <w:bodyDiv w:val="1"/>
      <w:marLeft w:val="0"/>
      <w:marRight w:val="0"/>
      <w:marTop w:val="0"/>
      <w:marBottom w:val="0"/>
      <w:divBdr>
        <w:top w:val="none" w:sz="0" w:space="0" w:color="auto"/>
        <w:left w:val="none" w:sz="0" w:space="0" w:color="auto"/>
        <w:bottom w:val="none" w:sz="0" w:space="0" w:color="auto"/>
        <w:right w:val="none" w:sz="0" w:space="0" w:color="auto"/>
      </w:divBdr>
      <w:divsChild>
        <w:div w:id="1454253498">
          <w:marLeft w:val="0"/>
          <w:marRight w:val="0"/>
          <w:marTop w:val="0"/>
          <w:marBottom w:val="0"/>
          <w:divBdr>
            <w:top w:val="none" w:sz="0" w:space="0" w:color="auto"/>
            <w:left w:val="none" w:sz="0" w:space="0" w:color="auto"/>
            <w:bottom w:val="none" w:sz="0" w:space="0" w:color="auto"/>
            <w:right w:val="none" w:sz="0" w:space="0" w:color="auto"/>
          </w:divBdr>
        </w:div>
        <w:div w:id="1955600915">
          <w:marLeft w:val="0"/>
          <w:marRight w:val="0"/>
          <w:marTop w:val="0"/>
          <w:marBottom w:val="0"/>
          <w:divBdr>
            <w:top w:val="none" w:sz="0" w:space="0" w:color="auto"/>
            <w:left w:val="none" w:sz="0" w:space="0" w:color="auto"/>
            <w:bottom w:val="none" w:sz="0" w:space="0" w:color="auto"/>
            <w:right w:val="none" w:sz="0" w:space="0" w:color="auto"/>
          </w:divBdr>
        </w:div>
        <w:div w:id="1712532915">
          <w:marLeft w:val="0"/>
          <w:marRight w:val="0"/>
          <w:marTop w:val="0"/>
          <w:marBottom w:val="0"/>
          <w:divBdr>
            <w:top w:val="none" w:sz="0" w:space="0" w:color="auto"/>
            <w:left w:val="none" w:sz="0" w:space="0" w:color="auto"/>
            <w:bottom w:val="none" w:sz="0" w:space="0" w:color="auto"/>
            <w:right w:val="none" w:sz="0" w:space="0" w:color="auto"/>
          </w:divBdr>
        </w:div>
        <w:div w:id="1281768600">
          <w:marLeft w:val="0"/>
          <w:marRight w:val="0"/>
          <w:marTop w:val="0"/>
          <w:marBottom w:val="0"/>
          <w:divBdr>
            <w:top w:val="none" w:sz="0" w:space="0" w:color="auto"/>
            <w:left w:val="none" w:sz="0" w:space="0" w:color="auto"/>
            <w:bottom w:val="none" w:sz="0" w:space="0" w:color="auto"/>
            <w:right w:val="none" w:sz="0" w:space="0" w:color="auto"/>
          </w:divBdr>
        </w:div>
      </w:divsChild>
    </w:div>
    <w:div w:id="677930436">
      <w:bodyDiv w:val="1"/>
      <w:marLeft w:val="0"/>
      <w:marRight w:val="0"/>
      <w:marTop w:val="0"/>
      <w:marBottom w:val="0"/>
      <w:divBdr>
        <w:top w:val="none" w:sz="0" w:space="0" w:color="auto"/>
        <w:left w:val="none" w:sz="0" w:space="0" w:color="auto"/>
        <w:bottom w:val="none" w:sz="0" w:space="0" w:color="auto"/>
        <w:right w:val="none" w:sz="0" w:space="0" w:color="auto"/>
      </w:divBdr>
      <w:divsChild>
        <w:div w:id="855072124">
          <w:marLeft w:val="0"/>
          <w:marRight w:val="0"/>
          <w:marTop w:val="0"/>
          <w:marBottom w:val="0"/>
          <w:divBdr>
            <w:top w:val="none" w:sz="0" w:space="0" w:color="auto"/>
            <w:left w:val="none" w:sz="0" w:space="0" w:color="auto"/>
            <w:bottom w:val="none" w:sz="0" w:space="0" w:color="auto"/>
            <w:right w:val="none" w:sz="0" w:space="0" w:color="auto"/>
          </w:divBdr>
        </w:div>
        <w:div w:id="1358045474">
          <w:marLeft w:val="0"/>
          <w:marRight w:val="0"/>
          <w:marTop w:val="0"/>
          <w:marBottom w:val="0"/>
          <w:divBdr>
            <w:top w:val="none" w:sz="0" w:space="0" w:color="auto"/>
            <w:left w:val="none" w:sz="0" w:space="0" w:color="auto"/>
            <w:bottom w:val="none" w:sz="0" w:space="0" w:color="auto"/>
            <w:right w:val="none" w:sz="0" w:space="0" w:color="auto"/>
          </w:divBdr>
        </w:div>
        <w:div w:id="2066026204">
          <w:marLeft w:val="0"/>
          <w:marRight w:val="0"/>
          <w:marTop w:val="0"/>
          <w:marBottom w:val="0"/>
          <w:divBdr>
            <w:top w:val="none" w:sz="0" w:space="0" w:color="auto"/>
            <w:left w:val="none" w:sz="0" w:space="0" w:color="auto"/>
            <w:bottom w:val="none" w:sz="0" w:space="0" w:color="auto"/>
            <w:right w:val="none" w:sz="0" w:space="0" w:color="auto"/>
          </w:divBdr>
        </w:div>
      </w:divsChild>
    </w:div>
    <w:div w:id="720254687">
      <w:bodyDiv w:val="1"/>
      <w:marLeft w:val="0"/>
      <w:marRight w:val="0"/>
      <w:marTop w:val="0"/>
      <w:marBottom w:val="0"/>
      <w:divBdr>
        <w:top w:val="none" w:sz="0" w:space="0" w:color="auto"/>
        <w:left w:val="none" w:sz="0" w:space="0" w:color="auto"/>
        <w:bottom w:val="none" w:sz="0" w:space="0" w:color="auto"/>
        <w:right w:val="none" w:sz="0" w:space="0" w:color="auto"/>
      </w:divBdr>
      <w:divsChild>
        <w:div w:id="346257407">
          <w:marLeft w:val="0"/>
          <w:marRight w:val="0"/>
          <w:marTop w:val="0"/>
          <w:marBottom w:val="0"/>
          <w:divBdr>
            <w:top w:val="none" w:sz="0" w:space="0" w:color="auto"/>
            <w:left w:val="none" w:sz="0" w:space="0" w:color="auto"/>
            <w:bottom w:val="none" w:sz="0" w:space="0" w:color="auto"/>
            <w:right w:val="none" w:sz="0" w:space="0" w:color="auto"/>
          </w:divBdr>
        </w:div>
        <w:div w:id="622469495">
          <w:marLeft w:val="0"/>
          <w:marRight w:val="0"/>
          <w:marTop w:val="0"/>
          <w:marBottom w:val="0"/>
          <w:divBdr>
            <w:top w:val="none" w:sz="0" w:space="0" w:color="auto"/>
            <w:left w:val="none" w:sz="0" w:space="0" w:color="auto"/>
            <w:bottom w:val="none" w:sz="0" w:space="0" w:color="auto"/>
            <w:right w:val="none" w:sz="0" w:space="0" w:color="auto"/>
          </w:divBdr>
        </w:div>
        <w:div w:id="904756820">
          <w:marLeft w:val="0"/>
          <w:marRight w:val="0"/>
          <w:marTop w:val="0"/>
          <w:marBottom w:val="0"/>
          <w:divBdr>
            <w:top w:val="none" w:sz="0" w:space="0" w:color="auto"/>
            <w:left w:val="none" w:sz="0" w:space="0" w:color="auto"/>
            <w:bottom w:val="none" w:sz="0" w:space="0" w:color="auto"/>
            <w:right w:val="none" w:sz="0" w:space="0" w:color="auto"/>
          </w:divBdr>
        </w:div>
        <w:div w:id="998659743">
          <w:marLeft w:val="0"/>
          <w:marRight w:val="0"/>
          <w:marTop w:val="0"/>
          <w:marBottom w:val="0"/>
          <w:divBdr>
            <w:top w:val="none" w:sz="0" w:space="0" w:color="auto"/>
            <w:left w:val="none" w:sz="0" w:space="0" w:color="auto"/>
            <w:bottom w:val="none" w:sz="0" w:space="0" w:color="auto"/>
            <w:right w:val="none" w:sz="0" w:space="0" w:color="auto"/>
          </w:divBdr>
        </w:div>
        <w:div w:id="1480996620">
          <w:marLeft w:val="0"/>
          <w:marRight w:val="0"/>
          <w:marTop w:val="0"/>
          <w:marBottom w:val="0"/>
          <w:divBdr>
            <w:top w:val="none" w:sz="0" w:space="0" w:color="auto"/>
            <w:left w:val="none" w:sz="0" w:space="0" w:color="auto"/>
            <w:bottom w:val="none" w:sz="0" w:space="0" w:color="auto"/>
            <w:right w:val="none" w:sz="0" w:space="0" w:color="auto"/>
          </w:divBdr>
        </w:div>
        <w:div w:id="1746534634">
          <w:marLeft w:val="0"/>
          <w:marRight w:val="0"/>
          <w:marTop w:val="0"/>
          <w:marBottom w:val="0"/>
          <w:divBdr>
            <w:top w:val="none" w:sz="0" w:space="0" w:color="auto"/>
            <w:left w:val="none" w:sz="0" w:space="0" w:color="auto"/>
            <w:bottom w:val="none" w:sz="0" w:space="0" w:color="auto"/>
            <w:right w:val="none" w:sz="0" w:space="0" w:color="auto"/>
          </w:divBdr>
        </w:div>
        <w:div w:id="1871725524">
          <w:marLeft w:val="0"/>
          <w:marRight w:val="0"/>
          <w:marTop w:val="0"/>
          <w:marBottom w:val="0"/>
          <w:divBdr>
            <w:top w:val="none" w:sz="0" w:space="0" w:color="auto"/>
            <w:left w:val="none" w:sz="0" w:space="0" w:color="auto"/>
            <w:bottom w:val="none" w:sz="0" w:space="0" w:color="auto"/>
            <w:right w:val="none" w:sz="0" w:space="0" w:color="auto"/>
          </w:divBdr>
        </w:div>
      </w:divsChild>
    </w:div>
    <w:div w:id="749546957">
      <w:bodyDiv w:val="1"/>
      <w:marLeft w:val="0"/>
      <w:marRight w:val="0"/>
      <w:marTop w:val="0"/>
      <w:marBottom w:val="0"/>
      <w:divBdr>
        <w:top w:val="none" w:sz="0" w:space="0" w:color="auto"/>
        <w:left w:val="none" w:sz="0" w:space="0" w:color="auto"/>
        <w:bottom w:val="none" w:sz="0" w:space="0" w:color="auto"/>
        <w:right w:val="none" w:sz="0" w:space="0" w:color="auto"/>
      </w:divBdr>
      <w:divsChild>
        <w:div w:id="113258317">
          <w:marLeft w:val="0"/>
          <w:marRight w:val="0"/>
          <w:marTop w:val="0"/>
          <w:marBottom w:val="0"/>
          <w:divBdr>
            <w:top w:val="none" w:sz="0" w:space="0" w:color="auto"/>
            <w:left w:val="none" w:sz="0" w:space="0" w:color="auto"/>
            <w:bottom w:val="none" w:sz="0" w:space="0" w:color="auto"/>
            <w:right w:val="none" w:sz="0" w:space="0" w:color="auto"/>
          </w:divBdr>
        </w:div>
        <w:div w:id="1318454436">
          <w:marLeft w:val="0"/>
          <w:marRight w:val="0"/>
          <w:marTop w:val="0"/>
          <w:marBottom w:val="0"/>
          <w:divBdr>
            <w:top w:val="none" w:sz="0" w:space="0" w:color="auto"/>
            <w:left w:val="none" w:sz="0" w:space="0" w:color="auto"/>
            <w:bottom w:val="none" w:sz="0" w:space="0" w:color="auto"/>
            <w:right w:val="none" w:sz="0" w:space="0" w:color="auto"/>
          </w:divBdr>
        </w:div>
        <w:div w:id="1420102649">
          <w:marLeft w:val="0"/>
          <w:marRight w:val="0"/>
          <w:marTop w:val="0"/>
          <w:marBottom w:val="0"/>
          <w:divBdr>
            <w:top w:val="none" w:sz="0" w:space="0" w:color="auto"/>
            <w:left w:val="none" w:sz="0" w:space="0" w:color="auto"/>
            <w:bottom w:val="none" w:sz="0" w:space="0" w:color="auto"/>
            <w:right w:val="none" w:sz="0" w:space="0" w:color="auto"/>
          </w:divBdr>
        </w:div>
        <w:div w:id="1627813001">
          <w:marLeft w:val="0"/>
          <w:marRight w:val="0"/>
          <w:marTop w:val="0"/>
          <w:marBottom w:val="0"/>
          <w:divBdr>
            <w:top w:val="none" w:sz="0" w:space="0" w:color="auto"/>
            <w:left w:val="none" w:sz="0" w:space="0" w:color="auto"/>
            <w:bottom w:val="none" w:sz="0" w:space="0" w:color="auto"/>
            <w:right w:val="none" w:sz="0" w:space="0" w:color="auto"/>
          </w:divBdr>
        </w:div>
      </w:divsChild>
    </w:div>
    <w:div w:id="769589252">
      <w:bodyDiv w:val="1"/>
      <w:marLeft w:val="0"/>
      <w:marRight w:val="0"/>
      <w:marTop w:val="0"/>
      <w:marBottom w:val="0"/>
      <w:divBdr>
        <w:top w:val="none" w:sz="0" w:space="0" w:color="auto"/>
        <w:left w:val="none" w:sz="0" w:space="0" w:color="auto"/>
        <w:bottom w:val="none" w:sz="0" w:space="0" w:color="auto"/>
        <w:right w:val="none" w:sz="0" w:space="0" w:color="auto"/>
      </w:divBdr>
    </w:div>
    <w:div w:id="805391488">
      <w:bodyDiv w:val="1"/>
      <w:marLeft w:val="0"/>
      <w:marRight w:val="0"/>
      <w:marTop w:val="0"/>
      <w:marBottom w:val="0"/>
      <w:divBdr>
        <w:top w:val="none" w:sz="0" w:space="0" w:color="auto"/>
        <w:left w:val="none" w:sz="0" w:space="0" w:color="auto"/>
        <w:bottom w:val="none" w:sz="0" w:space="0" w:color="auto"/>
        <w:right w:val="none" w:sz="0" w:space="0" w:color="auto"/>
      </w:divBdr>
    </w:div>
    <w:div w:id="840389232">
      <w:bodyDiv w:val="1"/>
      <w:marLeft w:val="0"/>
      <w:marRight w:val="0"/>
      <w:marTop w:val="0"/>
      <w:marBottom w:val="0"/>
      <w:divBdr>
        <w:top w:val="none" w:sz="0" w:space="0" w:color="auto"/>
        <w:left w:val="none" w:sz="0" w:space="0" w:color="auto"/>
        <w:bottom w:val="none" w:sz="0" w:space="0" w:color="auto"/>
        <w:right w:val="none" w:sz="0" w:space="0" w:color="auto"/>
      </w:divBdr>
      <w:divsChild>
        <w:div w:id="1094209938">
          <w:marLeft w:val="0"/>
          <w:marRight w:val="0"/>
          <w:marTop w:val="0"/>
          <w:marBottom w:val="0"/>
          <w:divBdr>
            <w:top w:val="none" w:sz="0" w:space="0" w:color="auto"/>
            <w:left w:val="none" w:sz="0" w:space="0" w:color="auto"/>
            <w:bottom w:val="none" w:sz="0" w:space="0" w:color="auto"/>
            <w:right w:val="none" w:sz="0" w:space="0" w:color="auto"/>
          </w:divBdr>
        </w:div>
        <w:div w:id="1403481047">
          <w:marLeft w:val="0"/>
          <w:marRight w:val="0"/>
          <w:marTop w:val="0"/>
          <w:marBottom w:val="0"/>
          <w:divBdr>
            <w:top w:val="none" w:sz="0" w:space="0" w:color="auto"/>
            <w:left w:val="none" w:sz="0" w:space="0" w:color="auto"/>
            <w:bottom w:val="none" w:sz="0" w:space="0" w:color="auto"/>
            <w:right w:val="none" w:sz="0" w:space="0" w:color="auto"/>
          </w:divBdr>
        </w:div>
        <w:div w:id="1623269690">
          <w:marLeft w:val="0"/>
          <w:marRight w:val="0"/>
          <w:marTop w:val="0"/>
          <w:marBottom w:val="0"/>
          <w:divBdr>
            <w:top w:val="none" w:sz="0" w:space="0" w:color="auto"/>
            <w:left w:val="none" w:sz="0" w:space="0" w:color="auto"/>
            <w:bottom w:val="none" w:sz="0" w:space="0" w:color="auto"/>
            <w:right w:val="none" w:sz="0" w:space="0" w:color="auto"/>
          </w:divBdr>
        </w:div>
      </w:divsChild>
    </w:div>
    <w:div w:id="845287517">
      <w:bodyDiv w:val="1"/>
      <w:marLeft w:val="0"/>
      <w:marRight w:val="0"/>
      <w:marTop w:val="0"/>
      <w:marBottom w:val="0"/>
      <w:divBdr>
        <w:top w:val="none" w:sz="0" w:space="0" w:color="auto"/>
        <w:left w:val="none" w:sz="0" w:space="0" w:color="auto"/>
        <w:bottom w:val="none" w:sz="0" w:space="0" w:color="auto"/>
        <w:right w:val="none" w:sz="0" w:space="0" w:color="auto"/>
      </w:divBdr>
      <w:divsChild>
        <w:div w:id="118961494">
          <w:marLeft w:val="0"/>
          <w:marRight w:val="0"/>
          <w:marTop w:val="0"/>
          <w:marBottom w:val="0"/>
          <w:divBdr>
            <w:top w:val="none" w:sz="0" w:space="0" w:color="auto"/>
            <w:left w:val="none" w:sz="0" w:space="0" w:color="auto"/>
            <w:bottom w:val="none" w:sz="0" w:space="0" w:color="auto"/>
            <w:right w:val="none" w:sz="0" w:space="0" w:color="auto"/>
          </w:divBdr>
        </w:div>
        <w:div w:id="1311326233">
          <w:marLeft w:val="0"/>
          <w:marRight w:val="0"/>
          <w:marTop w:val="0"/>
          <w:marBottom w:val="0"/>
          <w:divBdr>
            <w:top w:val="none" w:sz="0" w:space="0" w:color="auto"/>
            <w:left w:val="none" w:sz="0" w:space="0" w:color="auto"/>
            <w:bottom w:val="none" w:sz="0" w:space="0" w:color="auto"/>
            <w:right w:val="none" w:sz="0" w:space="0" w:color="auto"/>
          </w:divBdr>
        </w:div>
        <w:div w:id="1507019363">
          <w:marLeft w:val="0"/>
          <w:marRight w:val="0"/>
          <w:marTop w:val="0"/>
          <w:marBottom w:val="0"/>
          <w:divBdr>
            <w:top w:val="none" w:sz="0" w:space="0" w:color="auto"/>
            <w:left w:val="none" w:sz="0" w:space="0" w:color="auto"/>
            <w:bottom w:val="none" w:sz="0" w:space="0" w:color="auto"/>
            <w:right w:val="none" w:sz="0" w:space="0" w:color="auto"/>
          </w:divBdr>
        </w:div>
      </w:divsChild>
    </w:div>
    <w:div w:id="867253984">
      <w:bodyDiv w:val="1"/>
      <w:marLeft w:val="0"/>
      <w:marRight w:val="0"/>
      <w:marTop w:val="0"/>
      <w:marBottom w:val="0"/>
      <w:divBdr>
        <w:top w:val="none" w:sz="0" w:space="0" w:color="auto"/>
        <w:left w:val="none" w:sz="0" w:space="0" w:color="auto"/>
        <w:bottom w:val="none" w:sz="0" w:space="0" w:color="auto"/>
        <w:right w:val="none" w:sz="0" w:space="0" w:color="auto"/>
      </w:divBdr>
      <w:divsChild>
        <w:div w:id="1061516691">
          <w:marLeft w:val="0"/>
          <w:marRight w:val="0"/>
          <w:marTop w:val="0"/>
          <w:marBottom w:val="0"/>
          <w:divBdr>
            <w:top w:val="none" w:sz="0" w:space="0" w:color="auto"/>
            <w:left w:val="none" w:sz="0" w:space="0" w:color="auto"/>
            <w:bottom w:val="none" w:sz="0" w:space="0" w:color="auto"/>
            <w:right w:val="none" w:sz="0" w:space="0" w:color="auto"/>
          </w:divBdr>
        </w:div>
        <w:div w:id="2050059513">
          <w:marLeft w:val="0"/>
          <w:marRight w:val="0"/>
          <w:marTop w:val="0"/>
          <w:marBottom w:val="0"/>
          <w:divBdr>
            <w:top w:val="none" w:sz="0" w:space="0" w:color="auto"/>
            <w:left w:val="none" w:sz="0" w:space="0" w:color="auto"/>
            <w:bottom w:val="none" w:sz="0" w:space="0" w:color="auto"/>
            <w:right w:val="none" w:sz="0" w:space="0" w:color="auto"/>
          </w:divBdr>
        </w:div>
      </w:divsChild>
    </w:div>
    <w:div w:id="867452728">
      <w:bodyDiv w:val="1"/>
      <w:marLeft w:val="0"/>
      <w:marRight w:val="0"/>
      <w:marTop w:val="0"/>
      <w:marBottom w:val="0"/>
      <w:divBdr>
        <w:top w:val="none" w:sz="0" w:space="0" w:color="auto"/>
        <w:left w:val="none" w:sz="0" w:space="0" w:color="auto"/>
        <w:bottom w:val="none" w:sz="0" w:space="0" w:color="auto"/>
        <w:right w:val="none" w:sz="0" w:space="0" w:color="auto"/>
      </w:divBdr>
      <w:divsChild>
        <w:div w:id="84307763">
          <w:marLeft w:val="0"/>
          <w:marRight w:val="0"/>
          <w:marTop w:val="0"/>
          <w:marBottom w:val="0"/>
          <w:divBdr>
            <w:top w:val="none" w:sz="0" w:space="0" w:color="auto"/>
            <w:left w:val="none" w:sz="0" w:space="0" w:color="auto"/>
            <w:bottom w:val="none" w:sz="0" w:space="0" w:color="auto"/>
            <w:right w:val="none" w:sz="0" w:space="0" w:color="auto"/>
          </w:divBdr>
        </w:div>
        <w:div w:id="136412599">
          <w:marLeft w:val="0"/>
          <w:marRight w:val="0"/>
          <w:marTop w:val="0"/>
          <w:marBottom w:val="0"/>
          <w:divBdr>
            <w:top w:val="none" w:sz="0" w:space="0" w:color="auto"/>
            <w:left w:val="none" w:sz="0" w:space="0" w:color="auto"/>
            <w:bottom w:val="none" w:sz="0" w:space="0" w:color="auto"/>
            <w:right w:val="none" w:sz="0" w:space="0" w:color="auto"/>
          </w:divBdr>
        </w:div>
        <w:div w:id="176191797">
          <w:marLeft w:val="0"/>
          <w:marRight w:val="0"/>
          <w:marTop w:val="0"/>
          <w:marBottom w:val="0"/>
          <w:divBdr>
            <w:top w:val="none" w:sz="0" w:space="0" w:color="auto"/>
            <w:left w:val="none" w:sz="0" w:space="0" w:color="auto"/>
            <w:bottom w:val="none" w:sz="0" w:space="0" w:color="auto"/>
            <w:right w:val="none" w:sz="0" w:space="0" w:color="auto"/>
          </w:divBdr>
        </w:div>
        <w:div w:id="1996257986">
          <w:marLeft w:val="0"/>
          <w:marRight w:val="0"/>
          <w:marTop w:val="0"/>
          <w:marBottom w:val="0"/>
          <w:divBdr>
            <w:top w:val="none" w:sz="0" w:space="0" w:color="auto"/>
            <w:left w:val="none" w:sz="0" w:space="0" w:color="auto"/>
            <w:bottom w:val="none" w:sz="0" w:space="0" w:color="auto"/>
            <w:right w:val="none" w:sz="0" w:space="0" w:color="auto"/>
          </w:divBdr>
        </w:div>
      </w:divsChild>
    </w:div>
    <w:div w:id="882134569">
      <w:bodyDiv w:val="1"/>
      <w:marLeft w:val="0"/>
      <w:marRight w:val="0"/>
      <w:marTop w:val="0"/>
      <w:marBottom w:val="0"/>
      <w:divBdr>
        <w:top w:val="none" w:sz="0" w:space="0" w:color="auto"/>
        <w:left w:val="none" w:sz="0" w:space="0" w:color="auto"/>
        <w:bottom w:val="none" w:sz="0" w:space="0" w:color="auto"/>
        <w:right w:val="none" w:sz="0" w:space="0" w:color="auto"/>
      </w:divBdr>
    </w:div>
    <w:div w:id="889075557">
      <w:bodyDiv w:val="1"/>
      <w:marLeft w:val="0"/>
      <w:marRight w:val="0"/>
      <w:marTop w:val="0"/>
      <w:marBottom w:val="0"/>
      <w:divBdr>
        <w:top w:val="none" w:sz="0" w:space="0" w:color="auto"/>
        <w:left w:val="none" w:sz="0" w:space="0" w:color="auto"/>
        <w:bottom w:val="none" w:sz="0" w:space="0" w:color="auto"/>
        <w:right w:val="none" w:sz="0" w:space="0" w:color="auto"/>
      </w:divBdr>
      <w:divsChild>
        <w:div w:id="1335915266">
          <w:marLeft w:val="0"/>
          <w:marRight w:val="0"/>
          <w:marTop w:val="0"/>
          <w:marBottom w:val="0"/>
          <w:divBdr>
            <w:top w:val="none" w:sz="0" w:space="0" w:color="auto"/>
            <w:left w:val="none" w:sz="0" w:space="0" w:color="auto"/>
            <w:bottom w:val="none" w:sz="0" w:space="0" w:color="auto"/>
            <w:right w:val="none" w:sz="0" w:space="0" w:color="auto"/>
          </w:divBdr>
        </w:div>
        <w:div w:id="1351251007">
          <w:marLeft w:val="0"/>
          <w:marRight w:val="0"/>
          <w:marTop w:val="0"/>
          <w:marBottom w:val="0"/>
          <w:divBdr>
            <w:top w:val="none" w:sz="0" w:space="0" w:color="auto"/>
            <w:left w:val="none" w:sz="0" w:space="0" w:color="auto"/>
            <w:bottom w:val="none" w:sz="0" w:space="0" w:color="auto"/>
            <w:right w:val="none" w:sz="0" w:space="0" w:color="auto"/>
          </w:divBdr>
        </w:div>
        <w:div w:id="1924338468">
          <w:marLeft w:val="0"/>
          <w:marRight w:val="0"/>
          <w:marTop w:val="0"/>
          <w:marBottom w:val="0"/>
          <w:divBdr>
            <w:top w:val="none" w:sz="0" w:space="0" w:color="auto"/>
            <w:left w:val="none" w:sz="0" w:space="0" w:color="auto"/>
            <w:bottom w:val="none" w:sz="0" w:space="0" w:color="auto"/>
            <w:right w:val="none" w:sz="0" w:space="0" w:color="auto"/>
          </w:divBdr>
        </w:div>
      </w:divsChild>
    </w:div>
    <w:div w:id="896891332">
      <w:bodyDiv w:val="1"/>
      <w:marLeft w:val="0"/>
      <w:marRight w:val="0"/>
      <w:marTop w:val="0"/>
      <w:marBottom w:val="0"/>
      <w:divBdr>
        <w:top w:val="none" w:sz="0" w:space="0" w:color="auto"/>
        <w:left w:val="none" w:sz="0" w:space="0" w:color="auto"/>
        <w:bottom w:val="none" w:sz="0" w:space="0" w:color="auto"/>
        <w:right w:val="none" w:sz="0" w:space="0" w:color="auto"/>
      </w:divBdr>
    </w:div>
    <w:div w:id="898513284">
      <w:bodyDiv w:val="1"/>
      <w:marLeft w:val="0"/>
      <w:marRight w:val="0"/>
      <w:marTop w:val="0"/>
      <w:marBottom w:val="0"/>
      <w:divBdr>
        <w:top w:val="none" w:sz="0" w:space="0" w:color="auto"/>
        <w:left w:val="none" w:sz="0" w:space="0" w:color="auto"/>
        <w:bottom w:val="none" w:sz="0" w:space="0" w:color="auto"/>
        <w:right w:val="none" w:sz="0" w:space="0" w:color="auto"/>
      </w:divBdr>
    </w:div>
    <w:div w:id="908879604">
      <w:bodyDiv w:val="1"/>
      <w:marLeft w:val="0"/>
      <w:marRight w:val="0"/>
      <w:marTop w:val="0"/>
      <w:marBottom w:val="0"/>
      <w:divBdr>
        <w:top w:val="none" w:sz="0" w:space="0" w:color="auto"/>
        <w:left w:val="none" w:sz="0" w:space="0" w:color="auto"/>
        <w:bottom w:val="none" w:sz="0" w:space="0" w:color="auto"/>
        <w:right w:val="none" w:sz="0" w:space="0" w:color="auto"/>
      </w:divBdr>
      <w:divsChild>
        <w:div w:id="183325656">
          <w:marLeft w:val="0"/>
          <w:marRight w:val="0"/>
          <w:marTop w:val="0"/>
          <w:marBottom w:val="0"/>
          <w:divBdr>
            <w:top w:val="none" w:sz="0" w:space="0" w:color="auto"/>
            <w:left w:val="none" w:sz="0" w:space="0" w:color="auto"/>
            <w:bottom w:val="none" w:sz="0" w:space="0" w:color="auto"/>
            <w:right w:val="none" w:sz="0" w:space="0" w:color="auto"/>
          </w:divBdr>
        </w:div>
        <w:div w:id="549801611">
          <w:marLeft w:val="0"/>
          <w:marRight w:val="0"/>
          <w:marTop w:val="0"/>
          <w:marBottom w:val="0"/>
          <w:divBdr>
            <w:top w:val="none" w:sz="0" w:space="0" w:color="auto"/>
            <w:left w:val="none" w:sz="0" w:space="0" w:color="auto"/>
            <w:bottom w:val="none" w:sz="0" w:space="0" w:color="auto"/>
            <w:right w:val="none" w:sz="0" w:space="0" w:color="auto"/>
          </w:divBdr>
        </w:div>
        <w:div w:id="678582574">
          <w:marLeft w:val="0"/>
          <w:marRight w:val="0"/>
          <w:marTop w:val="0"/>
          <w:marBottom w:val="0"/>
          <w:divBdr>
            <w:top w:val="none" w:sz="0" w:space="0" w:color="auto"/>
            <w:left w:val="none" w:sz="0" w:space="0" w:color="auto"/>
            <w:bottom w:val="none" w:sz="0" w:space="0" w:color="auto"/>
            <w:right w:val="none" w:sz="0" w:space="0" w:color="auto"/>
          </w:divBdr>
        </w:div>
        <w:div w:id="991635800">
          <w:marLeft w:val="0"/>
          <w:marRight w:val="0"/>
          <w:marTop w:val="0"/>
          <w:marBottom w:val="0"/>
          <w:divBdr>
            <w:top w:val="none" w:sz="0" w:space="0" w:color="auto"/>
            <w:left w:val="none" w:sz="0" w:space="0" w:color="auto"/>
            <w:bottom w:val="none" w:sz="0" w:space="0" w:color="auto"/>
            <w:right w:val="none" w:sz="0" w:space="0" w:color="auto"/>
          </w:divBdr>
        </w:div>
        <w:div w:id="1181319095">
          <w:marLeft w:val="0"/>
          <w:marRight w:val="0"/>
          <w:marTop w:val="0"/>
          <w:marBottom w:val="0"/>
          <w:divBdr>
            <w:top w:val="none" w:sz="0" w:space="0" w:color="auto"/>
            <w:left w:val="none" w:sz="0" w:space="0" w:color="auto"/>
            <w:bottom w:val="none" w:sz="0" w:space="0" w:color="auto"/>
            <w:right w:val="none" w:sz="0" w:space="0" w:color="auto"/>
          </w:divBdr>
        </w:div>
        <w:div w:id="1218739426">
          <w:marLeft w:val="0"/>
          <w:marRight w:val="0"/>
          <w:marTop w:val="0"/>
          <w:marBottom w:val="0"/>
          <w:divBdr>
            <w:top w:val="none" w:sz="0" w:space="0" w:color="auto"/>
            <w:left w:val="none" w:sz="0" w:space="0" w:color="auto"/>
            <w:bottom w:val="none" w:sz="0" w:space="0" w:color="auto"/>
            <w:right w:val="none" w:sz="0" w:space="0" w:color="auto"/>
          </w:divBdr>
        </w:div>
        <w:div w:id="1356930885">
          <w:marLeft w:val="0"/>
          <w:marRight w:val="0"/>
          <w:marTop w:val="0"/>
          <w:marBottom w:val="0"/>
          <w:divBdr>
            <w:top w:val="none" w:sz="0" w:space="0" w:color="auto"/>
            <w:left w:val="none" w:sz="0" w:space="0" w:color="auto"/>
            <w:bottom w:val="none" w:sz="0" w:space="0" w:color="auto"/>
            <w:right w:val="none" w:sz="0" w:space="0" w:color="auto"/>
          </w:divBdr>
        </w:div>
      </w:divsChild>
    </w:div>
    <w:div w:id="932083874">
      <w:bodyDiv w:val="1"/>
      <w:marLeft w:val="0"/>
      <w:marRight w:val="0"/>
      <w:marTop w:val="0"/>
      <w:marBottom w:val="0"/>
      <w:divBdr>
        <w:top w:val="none" w:sz="0" w:space="0" w:color="auto"/>
        <w:left w:val="none" w:sz="0" w:space="0" w:color="auto"/>
        <w:bottom w:val="none" w:sz="0" w:space="0" w:color="auto"/>
        <w:right w:val="none" w:sz="0" w:space="0" w:color="auto"/>
      </w:divBdr>
    </w:div>
    <w:div w:id="954680695">
      <w:bodyDiv w:val="1"/>
      <w:marLeft w:val="0"/>
      <w:marRight w:val="0"/>
      <w:marTop w:val="0"/>
      <w:marBottom w:val="0"/>
      <w:divBdr>
        <w:top w:val="none" w:sz="0" w:space="0" w:color="auto"/>
        <w:left w:val="none" w:sz="0" w:space="0" w:color="auto"/>
        <w:bottom w:val="none" w:sz="0" w:space="0" w:color="auto"/>
        <w:right w:val="none" w:sz="0" w:space="0" w:color="auto"/>
      </w:divBdr>
      <w:divsChild>
        <w:div w:id="406146785">
          <w:marLeft w:val="0"/>
          <w:marRight w:val="0"/>
          <w:marTop w:val="0"/>
          <w:marBottom w:val="0"/>
          <w:divBdr>
            <w:top w:val="none" w:sz="0" w:space="0" w:color="auto"/>
            <w:left w:val="none" w:sz="0" w:space="0" w:color="auto"/>
            <w:bottom w:val="none" w:sz="0" w:space="0" w:color="auto"/>
            <w:right w:val="none" w:sz="0" w:space="0" w:color="auto"/>
          </w:divBdr>
        </w:div>
        <w:div w:id="1398478740">
          <w:marLeft w:val="0"/>
          <w:marRight w:val="0"/>
          <w:marTop w:val="0"/>
          <w:marBottom w:val="0"/>
          <w:divBdr>
            <w:top w:val="none" w:sz="0" w:space="0" w:color="auto"/>
            <w:left w:val="none" w:sz="0" w:space="0" w:color="auto"/>
            <w:bottom w:val="none" w:sz="0" w:space="0" w:color="auto"/>
            <w:right w:val="none" w:sz="0" w:space="0" w:color="auto"/>
          </w:divBdr>
        </w:div>
      </w:divsChild>
    </w:div>
    <w:div w:id="972908901">
      <w:bodyDiv w:val="1"/>
      <w:marLeft w:val="0"/>
      <w:marRight w:val="0"/>
      <w:marTop w:val="0"/>
      <w:marBottom w:val="0"/>
      <w:divBdr>
        <w:top w:val="none" w:sz="0" w:space="0" w:color="auto"/>
        <w:left w:val="none" w:sz="0" w:space="0" w:color="auto"/>
        <w:bottom w:val="none" w:sz="0" w:space="0" w:color="auto"/>
        <w:right w:val="none" w:sz="0" w:space="0" w:color="auto"/>
      </w:divBdr>
    </w:div>
    <w:div w:id="978220390">
      <w:bodyDiv w:val="1"/>
      <w:marLeft w:val="0"/>
      <w:marRight w:val="0"/>
      <w:marTop w:val="0"/>
      <w:marBottom w:val="0"/>
      <w:divBdr>
        <w:top w:val="none" w:sz="0" w:space="0" w:color="auto"/>
        <w:left w:val="none" w:sz="0" w:space="0" w:color="auto"/>
        <w:bottom w:val="none" w:sz="0" w:space="0" w:color="auto"/>
        <w:right w:val="none" w:sz="0" w:space="0" w:color="auto"/>
      </w:divBdr>
      <w:divsChild>
        <w:div w:id="2067752125">
          <w:marLeft w:val="0"/>
          <w:marRight w:val="0"/>
          <w:marTop w:val="0"/>
          <w:marBottom w:val="0"/>
          <w:divBdr>
            <w:top w:val="none" w:sz="0" w:space="0" w:color="auto"/>
            <w:left w:val="none" w:sz="0" w:space="0" w:color="auto"/>
            <w:bottom w:val="none" w:sz="0" w:space="0" w:color="auto"/>
            <w:right w:val="none" w:sz="0" w:space="0" w:color="auto"/>
          </w:divBdr>
        </w:div>
        <w:div w:id="1152404208">
          <w:marLeft w:val="0"/>
          <w:marRight w:val="0"/>
          <w:marTop w:val="0"/>
          <w:marBottom w:val="0"/>
          <w:divBdr>
            <w:top w:val="none" w:sz="0" w:space="0" w:color="auto"/>
            <w:left w:val="none" w:sz="0" w:space="0" w:color="auto"/>
            <w:bottom w:val="none" w:sz="0" w:space="0" w:color="auto"/>
            <w:right w:val="none" w:sz="0" w:space="0" w:color="auto"/>
          </w:divBdr>
        </w:div>
        <w:div w:id="2044671011">
          <w:marLeft w:val="0"/>
          <w:marRight w:val="0"/>
          <w:marTop w:val="0"/>
          <w:marBottom w:val="0"/>
          <w:divBdr>
            <w:top w:val="none" w:sz="0" w:space="0" w:color="auto"/>
            <w:left w:val="none" w:sz="0" w:space="0" w:color="auto"/>
            <w:bottom w:val="none" w:sz="0" w:space="0" w:color="auto"/>
            <w:right w:val="none" w:sz="0" w:space="0" w:color="auto"/>
          </w:divBdr>
        </w:div>
      </w:divsChild>
    </w:div>
    <w:div w:id="979386168">
      <w:bodyDiv w:val="1"/>
      <w:marLeft w:val="0"/>
      <w:marRight w:val="0"/>
      <w:marTop w:val="0"/>
      <w:marBottom w:val="0"/>
      <w:divBdr>
        <w:top w:val="none" w:sz="0" w:space="0" w:color="auto"/>
        <w:left w:val="none" w:sz="0" w:space="0" w:color="auto"/>
        <w:bottom w:val="none" w:sz="0" w:space="0" w:color="auto"/>
        <w:right w:val="none" w:sz="0" w:space="0" w:color="auto"/>
      </w:divBdr>
      <w:divsChild>
        <w:div w:id="832994257">
          <w:marLeft w:val="0"/>
          <w:marRight w:val="0"/>
          <w:marTop w:val="0"/>
          <w:marBottom w:val="0"/>
          <w:divBdr>
            <w:top w:val="none" w:sz="0" w:space="0" w:color="auto"/>
            <w:left w:val="none" w:sz="0" w:space="0" w:color="auto"/>
            <w:bottom w:val="none" w:sz="0" w:space="0" w:color="auto"/>
            <w:right w:val="none" w:sz="0" w:space="0" w:color="auto"/>
          </w:divBdr>
        </w:div>
        <w:div w:id="1028214514">
          <w:marLeft w:val="0"/>
          <w:marRight w:val="0"/>
          <w:marTop w:val="0"/>
          <w:marBottom w:val="0"/>
          <w:divBdr>
            <w:top w:val="none" w:sz="0" w:space="0" w:color="auto"/>
            <w:left w:val="none" w:sz="0" w:space="0" w:color="auto"/>
            <w:bottom w:val="none" w:sz="0" w:space="0" w:color="auto"/>
            <w:right w:val="none" w:sz="0" w:space="0" w:color="auto"/>
          </w:divBdr>
        </w:div>
        <w:div w:id="1588924702">
          <w:marLeft w:val="0"/>
          <w:marRight w:val="0"/>
          <w:marTop w:val="0"/>
          <w:marBottom w:val="0"/>
          <w:divBdr>
            <w:top w:val="none" w:sz="0" w:space="0" w:color="auto"/>
            <w:left w:val="none" w:sz="0" w:space="0" w:color="auto"/>
            <w:bottom w:val="none" w:sz="0" w:space="0" w:color="auto"/>
            <w:right w:val="none" w:sz="0" w:space="0" w:color="auto"/>
          </w:divBdr>
        </w:div>
      </w:divsChild>
    </w:div>
    <w:div w:id="1032345250">
      <w:bodyDiv w:val="1"/>
      <w:marLeft w:val="0"/>
      <w:marRight w:val="0"/>
      <w:marTop w:val="0"/>
      <w:marBottom w:val="0"/>
      <w:divBdr>
        <w:top w:val="none" w:sz="0" w:space="0" w:color="auto"/>
        <w:left w:val="none" w:sz="0" w:space="0" w:color="auto"/>
        <w:bottom w:val="none" w:sz="0" w:space="0" w:color="auto"/>
        <w:right w:val="none" w:sz="0" w:space="0" w:color="auto"/>
      </w:divBdr>
      <w:divsChild>
        <w:div w:id="454759456">
          <w:marLeft w:val="0"/>
          <w:marRight w:val="0"/>
          <w:marTop w:val="0"/>
          <w:marBottom w:val="0"/>
          <w:divBdr>
            <w:top w:val="none" w:sz="0" w:space="0" w:color="auto"/>
            <w:left w:val="none" w:sz="0" w:space="0" w:color="auto"/>
            <w:bottom w:val="none" w:sz="0" w:space="0" w:color="auto"/>
            <w:right w:val="none" w:sz="0" w:space="0" w:color="auto"/>
          </w:divBdr>
        </w:div>
        <w:div w:id="528223164">
          <w:marLeft w:val="0"/>
          <w:marRight w:val="0"/>
          <w:marTop w:val="0"/>
          <w:marBottom w:val="0"/>
          <w:divBdr>
            <w:top w:val="none" w:sz="0" w:space="0" w:color="auto"/>
            <w:left w:val="none" w:sz="0" w:space="0" w:color="auto"/>
            <w:bottom w:val="none" w:sz="0" w:space="0" w:color="auto"/>
            <w:right w:val="none" w:sz="0" w:space="0" w:color="auto"/>
          </w:divBdr>
        </w:div>
        <w:div w:id="716004394">
          <w:marLeft w:val="0"/>
          <w:marRight w:val="0"/>
          <w:marTop w:val="0"/>
          <w:marBottom w:val="0"/>
          <w:divBdr>
            <w:top w:val="none" w:sz="0" w:space="0" w:color="auto"/>
            <w:left w:val="none" w:sz="0" w:space="0" w:color="auto"/>
            <w:bottom w:val="none" w:sz="0" w:space="0" w:color="auto"/>
            <w:right w:val="none" w:sz="0" w:space="0" w:color="auto"/>
          </w:divBdr>
        </w:div>
        <w:div w:id="1246452399">
          <w:marLeft w:val="0"/>
          <w:marRight w:val="0"/>
          <w:marTop w:val="0"/>
          <w:marBottom w:val="0"/>
          <w:divBdr>
            <w:top w:val="none" w:sz="0" w:space="0" w:color="auto"/>
            <w:left w:val="none" w:sz="0" w:space="0" w:color="auto"/>
            <w:bottom w:val="none" w:sz="0" w:space="0" w:color="auto"/>
            <w:right w:val="none" w:sz="0" w:space="0" w:color="auto"/>
          </w:divBdr>
        </w:div>
      </w:divsChild>
    </w:div>
    <w:div w:id="1103456062">
      <w:bodyDiv w:val="1"/>
      <w:marLeft w:val="0"/>
      <w:marRight w:val="0"/>
      <w:marTop w:val="0"/>
      <w:marBottom w:val="0"/>
      <w:divBdr>
        <w:top w:val="none" w:sz="0" w:space="0" w:color="auto"/>
        <w:left w:val="none" w:sz="0" w:space="0" w:color="auto"/>
        <w:bottom w:val="none" w:sz="0" w:space="0" w:color="auto"/>
        <w:right w:val="none" w:sz="0" w:space="0" w:color="auto"/>
      </w:divBdr>
      <w:divsChild>
        <w:div w:id="818964532">
          <w:marLeft w:val="0"/>
          <w:marRight w:val="0"/>
          <w:marTop w:val="0"/>
          <w:marBottom w:val="0"/>
          <w:divBdr>
            <w:top w:val="none" w:sz="0" w:space="0" w:color="auto"/>
            <w:left w:val="none" w:sz="0" w:space="0" w:color="auto"/>
            <w:bottom w:val="none" w:sz="0" w:space="0" w:color="auto"/>
            <w:right w:val="none" w:sz="0" w:space="0" w:color="auto"/>
          </w:divBdr>
        </w:div>
      </w:divsChild>
    </w:div>
    <w:div w:id="1117330874">
      <w:bodyDiv w:val="1"/>
      <w:marLeft w:val="0"/>
      <w:marRight w:val="0"/>
      <w:marTop w:val="0"/>
      <w:marBottom w:val="0"/>
      <w:divBdr>
        <w:top w:val="none" w:sz="0" w:space="0" w:color="auto"/>
        <w:left w:val="none" w:sz="0" w:space="0" w:color="auto"/>
        <w:bottom w:val="none" w:sz="0" w:space="0" w:color="auto"/>
        <w:right w:val="none" w:sz="0" w:space="0" w:color="auto"/>
      </w:divBdr>
    </w:div>
    <w:div w:id="1126776920">
      <w:bodyDiv w:val="1"/>
      <w:marLeft w:val="0"/>
      <w:marRight w:val="0"/>
      <w:marTop w:val="0"/>
      <w:marBottom w:val="0"/>
      <w:divBdr>
        <w:top w:val="none" w:sz="0" w:space="0" w:color="auto"/>
        <w:left w:val="none" w:sz="0" w:space="0" w:color="auto"/>
        <w:bottom w:val="none" w:sz="0" w:space="0" w:color="auto"/>
        <w:right w:val="none" w:sz="0" w:space="0" w:color="auto"/>
      </w:divBdr>
    </w:div>
    <w:div w:id="1159806306">
      <w:bodyDiv w:val="1"/>
      <w:marLeft w:val="0"/>
      <w:marRight w:val="0"/>
      <w:marTop w:val="0"/>
      <w:marBottom w:val="0"/>
      <w:divBdr>
        <w:top w:val="none" w:sz="0" w:space="0" w:color="auto"/>
        <w:left w:val="none" w:sz="0" w:space="0" w:color="auto"/>
        <w:bottom w:val="none" w:sz="0" w:space="0" w:color="auto"/>
        <w:right w:val="none" w:sz="0" w:space="0" w:color="auto"/>
      </w:divBdr>
      <w:divsChild>
        <w:div w:id="322853755">
          <w:marLeft w:val="0"/>
          <w:marRight w:val="0"/>
          <w:marTop w:val="0"/>
          <w:marBottom w:val="0"/>
          <w:divBdr>
            <w:top w:val="none" w:sz="0" w:space="0" w:color="auto"/>
            <w:left w:val="none" w:sz="0" w:space="0" w:color="auto"/>
            <w:bottom w:val="none" w:sz="0" w:space="0" w:color="auto"/>
            <w:right w:val="none" w:sz="0" w:space="0" w:color="auto"/>
          </w:divBdr>
        </w:div>
        <w:div w:id="339701363">
          <w:marLeft w:val="0"/>
          <w:marRight w:val="0"/>
          <w:marTop w:val="0"/>
          <w:marBottom w:val="0"/>
          <w:divBdr>
            <w:top w:val="none" w:sz="0" w:space="0" w:color="auto"/>
            <w:left w:val="none" w:sz="0" w:space="0" w:color="auto"/>
            <w:bottom w:val="none" w:sz="0" w:space="0" w:color="auto"/>
            <w:right w:val="none" w:sz="0" w:space="0" w:color="auto"/>
          </w:divBdr>
        </w:div>
        <w:div w:id="373772758">
          <w:marLeft w:val="0"/>
          <w:marRight w:val="0"/>
          <w:marTop w:val="0"/>
          <w:marBottom w:val="0"/>
          <w:divBdr>
            <w:top w:val="none" w:sz="0" w:space="0" w:color="auto"/>
            <w:left w:val="none" w:sz="0" w:space="0" w:color="auto"/>
            <w:bottom w:val="none" w:sz="0" w:space="0" w:color="auto"/>
            <w:right w:val="none" w:sz="0" w:space="0" w:color="auto"/>
          </w:divBdr>
        </w:div>
        <w:div w:id="768627443">
          <w:marLeft w:val="0"/>
          <w:marRight w:val="0"/>
          <w:marTop w:val="0"/>
          <w:marBottom w:val="0"/>
          <w:divBdr>
            <w:top w:val="none" w:sz="0" w:space="0" w:color="auto"/>
            <w:left w:val="none" w:sz="0" w:space="0" w:color="auto"/>
            <w:bottom w:val="none" w:sz="0" w:space="0" w:color="auto"/>
            <w:right w:val="none" w:sz="0" w:space="0" w:color="auto"/>
          </w:divBdr>
        </w:div>
        <w:div w:id="775253352">
          <w:marLeft w:val="0"/>
          <w:marRight w:val="0"/>
          <w:marTop w:val="0"/>
          <w:marBottom w:val="0"/>
          <w:divBdr>
            <w:top w:val="none" w:sz="0" w:space="0" w:color="auto"/>
            <w:left w:val="none" w:sz="0" w:space="0" w:color="auto"/>
            <w:bottom w:val="none" w:sz="0" w:space="0" w:color="auto"/>
            <w:right w:val="none" w:sz="0" w:space="0" w:color="auto"/>
          </w:divBdr>
        </w:div>
        <w:div w:id="1219703568">
          <w:marLeft w:val="0"/>
          <w:marRight w:val="0"/>
          <w:marTop w:val="0"/>
          <w:marBottom w:val="0"/>
          <w:divBdr>
            <w:top w:val="none" w:sz="0" w:space="0" w:color="auto"/>
            <w:left w:val="none" w:sz="0" w:space="0" w:color="auto"/>
            <w:bottom w:val="none" w:sz="0" w:space="0" w:color="auto"/>
            <w:right w:val="none" w:sz="0" w:space="0" w:color="auto"/>
          </w:divBdr>
        </w:div>
        <w:div w:id="1665354634">
          <w:marLeft w:val="0"/>
          <w:marRight w:val="0"/>
          <w:marTop w:val="0"/>
          <w:marBottom w:val="0"/>
          <w:divBdr>
            <w:top w:val="none" w:sz="0" w:space="0" w:color="auto"/>
            <w:left w:val="none" w:sz="0" w:space="0" w:color="auto"/>
            <w:bottom w:val="none" w:sz="0" w:space="0" w:color="auto"/>
            <w:right w:val="none" w:sz="0" w:space="0" w:color="auto"/>
          </w:divBdr>
        </w:div>
        <w:div w:id="2027827894">
          <w:marLeft w:val="0"/>
          <w:marRight w:val="0"/>
          <w:marTop w:val="0"/>
          <w:marBottom w:val="0"/>
          <w:divBdr>
            <w:top w:val="none" w:sz="0" w:space="0" w:color="auto"/>
            <w:left w:val="none" w:sz="0" w:space="0" w:color="auto"/>
            <w:bottom w:val="none" w:sz="0" w:space="0" w:color="auto"/>
            <w:right w:val="none" w:sz="0" w:space="0" w:color="auto"/>
          </w:divBdr>
        </w:div>
      </w:divsChild>
    </w:div>
    <w:div w:id="1272588979">
      <w:bodyDiv w:val="1"/>
      <w:marLeft w:val="0"/>
      <w:marRight w:val="0"/>
      <w:marTop w:val="0"/>
      <w:marBottom w:val="0"/>
      <w:divBdr>
        <w:top w:val="none" w:sz="0" w:space="0" w:color="auto"/>
        <w:left w:val="none" w:sz="0" w:space="0" w:color="auto"/>
        <w:bottom w:val="none" w:sz="0" w:space="0" w:color="auto"/>
        <w:right w:val="none" w:sz="0" w:space="0" w:color="auto"/>
      </w:divBdr>
      <w:divsChild>
        <w:div w:id="697237763">
          <w:marLeft w:val="0"/>
          <w:marRight w:val="0"/>
          <w:marTop w:val="0"/>
          <w:marBottom w:val="0"/>
          <w:divBdr>
            <w:top w:val="none" w:sz="0" w:space="0" w:color="auto"/>
            <w:left w:val="none" w:sz="0" w:space="0" w:color="auto"/>
            <w:bottom w:val="none" w:sz="0" w:space="0" w:color="auto"/>
            <w:right w:val="none" w:sz="0" w:space="0" w:color="auto"/>
          </w:divBdr>
        </w:div>
        <w:div w:id="1070739250">
          <w:marLeft w:val="0"/>
          <w:marRight w:val="0"/>
          <w:marTop w:val="0"/>
          <w:marBottom w:val="0"/>
          <w:divBdr>
            <w:top w:val="none" w:sz="0" w:space="0" w:color="auto"/>
            <w:left w:val="none" w:sz="0" w:space="0" w:color="auto"/>
            <w:bottom w:val="none" w:sz="0" w:space="0" w:color="auto"/>
            <w:right w:val="none" w:sz="0" w:space="0" w:color="auto"/>
          </w:divBdr>
        </w:div>
      </w:divsChild>
    </w:div>
    <w:div w:id="1287664199">
      <w:bodyDiv w:val="1"/>
      <w:marLeft w:val="0"/>
      <w:marRight w:val="0"/>
      <w:marTop w:val="0"/>
      <w:marBottom w:val="0"/>
      <w:divBdr>
        <w:top w:val="none" w:sz="0" w:space="0" w:color="auto"/>
        <w:left w:val="none" w:sz="0" w:space="0" w:color="auto"/>
        <w:bottom w:val="none" w:sz="0" w:space="0" w:color="auto"/>
        <w:right w:val="none" w:sz="0" w:space="0" w:color="auto"/>
      </w:divBdr>
      <w:divsChild>
        <w:div w:id="717511294">
          <w:marLeft w:val="0"/>
          <w:marRight w:val="0"/>
          <w:marTop w:val="0"/>
          <w:marBottom w:val="0"/>
          <w:divBdr>
            <w:top w:val="none" w:sz="0" w:space="0" w:color="auto"/>
            <w:left w:val="none" w:sz="0" w:space="0" w:color="auto"/>
            <w:bottom w:val="none" w:sz="0" w:space="0" w:color="auto"/>
            <w:right w:val="none" w:sz="0" w:space="0" w:color="auto"/>
          </w:divBdr>
        </w:div>
        <w:div w:id="1200047464">
          <w:marLeft w:val="0"/>
          <w:marRight w:val="0"/>
          <w:marTop w:val="0"/>
          <w:marBottom w:val="0"/>
          <w:divBdr>
            <w:top w:val="none" w:sz="0" w:space="0" w:color="auto"/>
            <w:left w:val="none" w:sz="0" w:space="0" w:color="auto"/>
            <w:bottom w:val="none" w:sz="0" w:space="0" w:color="auto"/>
            <w:right w:val="none" w:sz="0" w:space="0" w:color="auto"/>
          </w:divBdr>
        </w:div>
      </w:divsChild>
    </w:div>
    <w:div w:id="1296134895">
      <w:bodyDiv w:val="1"/>
      <w:marLeft w:val="0"/>
      <w:marRight w:val="0"/>
      <w:marTop w:val="0"/>
      <w:marBottom w:val="0"/>
      <w:divBdr>
        <w:top w:val="none" w:sz="0" w:space="0" w:color="auto"/>
        <w:left w:val="none" w:sz="0" w:space="0" w:color="auto"/>
        <w:bottom w:val="none" w:sz="0" w:space="0" w:color="auto"/>
        <w:right w:val="none" w:sz="0" w:space="0" w:color="auto"/>
      </w:divBdr>
      <w:divsChild>
        <w:div w:id="42876605">
          <w:marLeft w:val="0"/>
          <w:marRight w:val="0"/>
          <w:marTop w:val="0"/>
          <w:marBottom w:val="0"/>
          <w:divBdr>
            <w:top w:val="none" w:sz="0" w:space="0" w:color="auto"/>
            <w:left w:val="none" w:sz="0" w:space="0" w:color="auto"/>
            <w:bottom w:val="none" w:sz="0" w:space="0" w:color="auto"/>
            <w:right w:val="none" w:sz="0" w:space="0" w:color="auto"/>
          </w:divBdr>
        </w:div>
        <w:div w:id="79105809">
          <w:marLeft w:val="0"/>
          <w:marRight w:val="0"/>
          <w:marTop w:val="0"/>
          <w:marBottom w:val="0"/>
          <w:divBdr>
            <w:top w:val="none" w:sz="0" w:space="0" w:color="auto"/>
            <w:left w:val="none" w:sz="0" w:space="0" w:color="auto"/>
            <w:bottom w:val="none" w:sz="0" w:space="0" w:color="auto"/>
            <w:right w:val="none" w:sz="0" w:space="0" w:color="auto"/>
          </w:divBdr>
        </w:div>
        <w:div w:id="96099511">
          <w:marLeft w:val="0"/>
          <w:marRight w:val="0"/>
          <w:marTop w:val="0"/>
          <w:marBottom w:val="0"/>
          <w:divBdr>
            <w:top w:val="none" w:sz="0" w:space="0" w:color="auto"/>
            <w:left w:val="none" w:sz="0" w:space="0" w:color="auto"/>
            <w:bottom w:val="none" w:sz="0" w:space="0" w:color="auto"/>
            <w:right w:val="none" w:sz="0" w:space="0" w:color="auto"/>
          </w:divBdr>
        </w:div>
        <w:div w:id="158546705">
          <w:marLeft w:val="0"/>
          <w:marRight w:val="0"/>
          <w:marTop w:val="0"/>
          <w:marBottom w:val="0"/>
          <w:divBdr>
            <w:top w:val="none" w:sz="0" w:space="0" w:color="auto"/>
            <w:left w:val="none" w:sz="0" w:space="0" w:color="auto"/>
            <w:bottom w:val="none" w:sz="0" w:space="0" w:color="auto"/>
            <w:right w:val="none" w:sz="0" w:space="0" w:color="auto"/>
          </w:divBdr>
        </w:div>
        <w:div w:id="256255135">
          <w:marLeft w:val="0"/>
          <w:marRight w:val="0"/>
          <w:marTop w:val="0"/>
          <w:marBottom w:val="0"/>
          <w:divBdr>
            <w:top w:val="none" w:sz="0" w:space="0" w:color="auto"/>
            <w:left w:val="none" w:sz="0" w:space="0" w:color="auto"/>
            <w:bottom w:val="none" w:sz="0" w:space="0" w:color="auto"/>
            <w:right w:val="none" w:sz="0" w:space="0" w:color="auto"/>
          </w:divBdr>
        </w:div>
        <w:div w:id="319968258">
          <w:marLeft w:val="0"/>
          <w:marRight w:val="0"/>
          <w:marTop w:val="0"/>
          <w:marBottom w:val="0"/>
          <w:divBdr>
            <w:top w:val="none" w:sz="0" w:space="0" w:color="auto"/>
            <w:left w:val="none" w:sz="0" w:space="0" w:color="auto"/>
            <w:bottom w:val="none" w:sz="0" w:space="0" w:color="auto"/>
            <w:right w:val="none" w:sz="0" w:space="0" w:color="auto"/>
          </w:divBdr>
        </w:div>
        <w:div w:id="330987464">
          <w:marLeft w:val="0"/>
          <w:marRight w:val="0"/>
          <w:marTop w:val="0"/>
          <w:marBottom w:val="0"/>
          <w:divBdr>
            <w:top w:val="none" w:sz="0" w:space="0" w:color="auto"/>
            <w:left w:val="none" w:sz="0" w:space="0" w:color="auto"/>
            <w:bottom w:val="none" w:sz="0" w:space="0" w:color="auto"/>
            <w:right w:val="none" w:sz="0" w:space="0" w:color="auto"/>
          </w:divBdr>
        </w:div>
        <w:div w:id="411316323">
          <w:marLeft w:val="0"/>
          <w:marRight w:val="0"/>
          <w:marTop w:val="0"/>
          <w:marBottom w:val="0"/>
          <w:divBdr>
            <w:top w:val="none" w:sz="0" w:space="0" w:color="auto"/>
            <w:left w:val="none" w:sz="0" w:space="0" w:color="auto"/>
            <w:bottom w:val="none" w:sz="0" w:space="0" w:color="auto"/>
            <w:right w:val="none" w:sz="0" w:space="0" w:color="auto"/>
          </w:divBdr>
        </w:div>
        <w:div w:id="432939011">
          <w:marLeft w:val="0"/>
          <w:marRight w:val="0"/>
          <w:marTop w:val="0"/>
          <w:marBottom w:val="0"/>
          <w:divBdr>
            <w:top w:val="none" w:sz="0" w:space="0" w:color="auto"/>
            <w:left w:val="none" w:sz="0" w:space="0" w:color="auto"/>
            <w:bottom w:val="none" w:sz="0" w:space="0" w:color="auto"/>
            <w:right w:val="none" w:sz="0" w:space="0" w:color="auto"/>
          </w:divBdr>
        </w:div>
        <w:div w:id="552237415">
          <w:marLeft w:val="0"/>
          <w:marRight w:val="0"/>
          <w:marTop w:val="0"/>
          <w:marBottom w:val="0"/>
          <w:divBdr>
            <w:top w:val="none" w:sz="0" w:space="0" w:color="auto"/>
            <w:left w:val="none" w:sz="0" w:space="0" w:color="auto"/>
            <w:bottom w:val="none" w:sz="0" w:space="0" w:color="auto"/>
            <w:right w:val="none" w:sz="0" w:space="0" w:color="auto"/>
          </w:divBdr>
        </w:div>
        <w:div w:id="598755877">
          <w:marLeft w:val="0"/>
          <w:marRight w:val="0"/>
          <w:marTop w:val="0"/>
          <w:marBottom w:val="0"/>
          <w:divBdr>
            <w:top w:val="none" w:sz="0" w:space="0" w:color="auto"/>
            <w:left w:val="none" w:sz="0" w:space="0" w:color="auto"/>
            <w:bottom w:val="none" w:sz="0" w:space="0" w:color="auto"/>
            <w:right w:val="none" w:sz="0" w:space="0" w:color="auto"/>
          </w:divBdr>
        </w:div>
        <w:div w:id="638799588">
          <w:marLeft w:val="0"/>
          <w:marRight w:val="0"/>
          <w:marTop w:val="0"/>
          <w:marBottom w:val="0"/>
          <w:divBdr>
            <w:top w:val="none" w:sz="0" w:space="0" w:color="auto"/>
            <w:left w:val="none" w:sz="0" w:space="0" w:color="auto"/>
            <w:bottom w:val="none" w:sz="0" w:space="0" w:color="auto"/>
            <w:right w:val="none" w:sz="0" w:space="0" w:color="auto"/>
          </w:divBdr>
        </w:div>
        <w:div w:id="686520091">
          <w:marLeft w:val="0"/>
          <w:marRight w:val="0"/>
          <w:marTop w:val="0"/>
          <w:marBottom w:val="0"/>
          <w:divBdr>
            <w:top w:val="none" w:sz="0" w:space="0" w:color="auto"/>
            <w:left w:val="none" w:sz="0" w:space="0" w:color="auto"/>
            <w:bottom w:val="none" w:sz="0" w:space="0" w:color="auto"/>
            <w:right w:val="none" w:sz="0" w:space="0" w:color="auto"/>
          </w:divBdr>
        </w:div>
        <w:div w:id="764425787">
          <w:marLeft w:val="0"/>
          <w:marRight w:val="0"/>
          <w:marTop w:val="0"/>
          <w:marBottom w:val="0"/>
          <w:divBdr>
            <w:top w:val="none" w:sz="0" w:space="0" w:color="auto"/>
            <w:left w:val="none" w:sz="0" w:space="0" w:color="auto"/>
            <w:bottom w:val="none" w:sz="0" w:space="0" w:color="auto"/>
            <w:right w:val="none" w:sz="0" w:space="0" w:color="auto"/>
          </w:divBdr>
        </w:div>
        <w:div w:id="857505559">
          <w:marLeft w:val="0"/>
          <w:marRight w:val="0"/>
          <w:marTop w:val="0"/>
          <w:marBottom w:val="0"/>
          <w:divBdr>
            <w:top w:val="none" w:sz="0" w:space="0" w:color="auto"/>
            <w:left w:val="none" w:sz="0" w:space="0" w:color="auto"/>
            <w:bottom w:val="none" w:sz="0" w:space="0" w:color="auto"/>
            <w:right w:val="none" w:sz="0" w:space="0" w:color="auto"/>
          </w:divBdr>
        </w:div>
        <w:div w:id="1008363535">
          <w:marLeft w:val="0"/>
          <w:marRight w:val="0"/>
          <w:marTop w:val="0"/>
          <w:marBottom w:val="0"/>
          <w:divBdr>
            <w:top w:val="none" w:sz="0" w:space="0" w:color="auto"/>
            <w:left w:val="none" w:sz="0" w:space="0" w:color="auto"/>
            <w:bottom w:val="none" w:sz="0" w:space="0" w:color="auto"/>
            <w:right w:val="none" w:sz="0" w:space="0" w:color="auto"/>
          </w:divBdr>
        </w:div>
        <w:div w:id="1131704771">
          <w:marLeft w:val="0"/>
          <w:marRight w:val="0"/>
          <w:marTop w:val="0"/>
          <w:marBottom w:val="0"/>
          <w:divBdr>
            <w:top w:val="none" w:sz="0" w:space="0" w:color="auto"/>
            <w:left w:val="none" w:sz="0" w:space="0" w:color="auto"/>
            <w:bottom w:val="none" w:sz="0" w:space="0" w:color="auto"/>
            <w:right w:val="none" w:sz="0" w:space="0" w:color="auto"/>
          </w:divBdr>
        </w:div>
        <w:div w:id="1329554285">
          <w:marLeft w:val="0"/>
          <w:marRight w:val="0"/>
          <w:marTop w:val="0"/>
          <w:marBottom w:val="0"/>
          <w:divBdr>
            <w:top w:val="none" w:sz="0" w:space="0" w:color="auto"/>
            <w:left w:val="none" w:sz="0" w:space="0" w:color="auto"/>
            <w:bottom w:val="none" w:sz="0" w:space="0" w:color="auto"/>
            <w:right w:val="none" w:sz="0" w:space="0" w:color="auto"/>
          </w:divBdr>
        </w:div>
        <w:div w:id="1431195070">
          <w:marLeft w:val="0"/>
          <w:marRight w:val="0"/>
          <w:marTop w:val="0"/>
          <w:marBottom w:val="0"/>
          <w:divBdr>
            <w:top w:val="none" w:sz="0" w:space="0" w:color="auto"/>
            <w:left w:val="none" w:sz="0" w:space="0" w:color="auto"/>
            <w:bottom w:val="none" w:sz="0" w:space="0" w:color="auto"/>
            <w:right w:val="none" w:sz="0" w:space="0" w:color="auto"/>
          </w:divBdr>
        </w:div>
        <w:div w:id="1464347244">
          <w:marLeft w:val="0"/>
          <w:marRight w:val="0"/>
          <w:marTop w:val="0"/>
          <w:marBottom w:val="0"/>
          <w:divBdr>
            <w:top w:val="none" w:sz="0" w:space="0" w:color="auto"/>
            <w:left w:val="none" w:sz="0" w:space="0" w:color="auto"/>
            <w:bottom w:val="none" w:sz="0" w:space="0" w:color="auto"/>
            <w:right w:val="none" w:sz="0" w:space="0" w:color="auto"/>
          </w:divBdr>
        </w:div>
        <w:div w:id="1614483716">
          <w:marLeft w:val="0"/>
          <w:marRight w:val="0"/>
          <w:marTop w:val="0"/>
          <w:marBottom w:val="0"/>
          <w:divBdr>
            <w:top w:val="none" w:sz="0" w:space="0" w:color="auto"/>
            <w:left w:val="none" w:sz="0" w:space="0" w:color="auto"/>
            <w:bottom w:val="none" w:sz="0" w:space="0" w:color="auto"/>
            <w:right w:val="none" w:sz="0" w:space="0" w:color="auto"/>
          </w:divBdr>
        </w:div>
        <w:div w:id="1663511666">
          <w:marLeft w:val="0"/>
          <w:marRight w:val="0"/>
          <w:marTop w:val="0"/>
          <w:marBottom w:val="0"/>
          <w:divBdr>
            <w:top w:val="none" w:sz="0" w:space="0" w:color="auto"/>
            <w:left w:val="none" w:sz="0" w:space="0" w:color="auto"/>
            <w:bottom w:val="none" w:sz="0" w:space="0" w:color="auto"/>
            <w:right w:val="none" w:sz="0" w:space="0" w:color="auto"/>
          </w:divBdr>
        </w:div>
        <w:div w:id="1737900548">
          <w:marLeft w:val="0"/>
          <w:marRight w:val="0"/>
          <w:marTop w:val="0"/>
          <w:marBottom w:val="0"/>
          <w:divBdr>
            <w:top w:val="none" w:sz="0" w:space="0" w:color="auto"/>
            <w:left w:val="none" w:sz="0" w:space="0" w:color="auto"/>
            <w:bottom w:val="none" w:sz="0" w:space="0" w:color="auto"/>
            <w:right w:val="none" w:sz="0" w:space="0" w:color="auto"/>
          </w:divBdr>
        </w:div>
        <w:div w:id="1798059976">
          <w:marLeft w:val="0"/>
          <w:marRight w:val="0"/>
          <w:marTop w:val="0"/>
          <w:marBottom w:val="0"/>
          <w:divBdr>
            <w:top w:val="none" w:sz="0" w:space="0" w:color="auto"/>
            <w:left w:val="none" w:sz="0" w:space="0" w:color="auto"/>
            <w:bottom w:val="none" w:sz="0" w:space="0" w:color="auto"/>
            <w:right w:val="none" w:sz="0" w:space="0" w:color="auto"/>
          </w:divBdr>
        </w:div>
        <w:div w:id="1810170098">
          <w:marLeft w:val="0"/>
          <w:marRight w:val="0"/>
          <w:marTop w:val="0"/>
          <w:marBottom w:val="0"/>
          <w:divBdr>
            <w:top w:val="none" w:sz="0" w:space="0" w:color="auto"/>
            <w:left w:val="none" w:sz="0" w:space="0" w:color="auto"/>
            <w:bottom w:val="none" w:sz="0" w:space="0" w:color="auto"/>
            <w:right w:val="none" w:sz="0" w:space="0" w:color="auto"/>
          </w:divBdr>
        </w:div>
        <w:div w:id="1834301264">
          <w:marLeft w:val="0"/>
          <w:marRight w:val="0"/>
          <w:marTop w:val="0"/>
          <w:marBottom w:val="0"/>
          <w:divBdr>
            <w:top w:val="none" w:sz="0" w:space="0" w:color="auto"/>
            <w:left w:val="none" w:sz="0" w:space="0" w:color="auto"/>
            <w:bottom w:val="none" w:sz="0" w:space="0" w:color="auto"/>
            <w:right w:val="none" w:sz="0" w:space="0" w:color="auto"/>
          </w:divBdr>
        </w:div>
        <w:div w:id="1918517383">
          <w:marLeft w:val="0"/>
          <w:marRight w:val="0"/>
          <w:marTop w:val="0"/>
          <w:marBottom w:val="0"/>
          <w:divBdr>
            <w:top w:val="none" w:sz="0" w:space="0" w:color="auto"/>
            <w:left w:val="none" w:sz="0" w:space="0" w:color="auto"/>
            <w:bottom w:val="none" w:sz="0" w:space="0" w:color="auto"/>
            <w:right w:val="none" w:sz="0" w:space="0" w:color="auto"/>
          </w:divBdr>
        </w:div>
        <w:div w:id="2042895211">
          <w:marLeft w:val="0"/>
          <w:marRight w:val="0"/>
          <w:marTop w:val="0"/>
          <w:marBottom w:val="0"/>
          <w:divBdr>
            <w:top w:val="none" w:sz="0" w:space="0" w:color="auto"/>
            <w:left w:val="none" w:sz="0" w:space="0" w:color="auto"/>
            <w:bottom w:val="none" w:sz="0" w:space="0" w:color="auto"/>
            <w:right w:val="none" w:sz="0" w:space="0" w:color="auto"/>
          </w:divBdr>
        </w:div>
        <w:div w:id="2060744042">
          <w:marLeft w:val="0"/>
          <w:marRight w:val="0"/>
          <w:marTop w:val="0"/>
          <w:marBottom w:val="0"/>
          <w:divBdr>
            <w:top w:val="none" w:sz="0" w:space="0" w:color="auto"/>
            <w:left w:val="none" w:sz="0" w:space="0" w:color="auto"/>
            <w:bottom w:val="none" w:sz="0" w:space="0" w:color="auto"/>
            <w:right w:val="none" w:sz="0" w:space="0" w:color="auto"/>
          </w:divBdr>
        </w:div>
        <w:div w:id="2111729774">
          <w:marLeft w:val="0"/>
          <w:marRight w:val="0"/>
          <w:marTop w:val="0"/>
          <w:marBottom w:val="0"/>
          <w:divBdr>
            <w:top w:val="none" w:sz="0" w:space="0" w:color="auto"/>
            <w:left w:val="none" w:sz="0" w:space="0" w:color="auto"/>
            <w:bottom w:val="none" w:sz="0" w:space="0" w:color="auto"/>
            <w:right w:val="none" w:sz="0" w:space="0" w:color="auto"/>
          </w:divBdr>
        </w:div>
      </w:divsChild>
    </w:div>
    <w:div w:id="1299803453">
      <w:bodyDiv w:val="1"/>
      <w:marLeft w:val="0"/>
      <w:marRight w:val="0"/>
      <w:marTop w:val="0"/>
      <w:marBottom w:val="0"/>
      <w:divBdr>
        <w:top w:val="none" w:sz="0" w:space="0" w:color="auto"/>
        <w:left w:val="none" w:sz="0" w:space="0" w:color="auto"/>
        <w:bottom w:val="none" w:sz="0" w:space="0" w:color="auto"/>
        <w:right w:val="none" w:sz="0" w:space="0" w:color="auto"/>
      </w:divBdr>
      <w:divsChild>
        <w:div w:id="1481966411">
          <w:marLeft w:val="0"/>
          <w:marRight w:val="0"/>
          <w:marTop w:val="0"/>
          <w:marBottom w:val="0"/>
          <w:divBdr>
            <w:top w:val="none" w:sz="0" w:space="0" w:color="auto"/>
            <w:left w:val="none" w:sz="0" w:space="0" w:color="auto"/>
            <w:bottom w:val="none" w:sz="0" w:space="0" w:color="auto"/>
            <w:right w:val="none" w:sz="0" w:space="0" w:color="auto"/>
          </w:divBdr>
        </w:div>
        <w:div w:id="1835998396">
          <w:marLeft w:val="0"/>
          <w:marRight w:val="0"/>
          <w:marTop w:val="0"/>
          <w:marBottom w:val="0"/>
          <w:divBdr>
            <w:top w:val="none" w:sz="0" w:space="0" w:color="auto"/>
            <w:left w:val="none" w:sz="0" w:space="0" w:color="auto"/>
            <w:bottom w:val="none" w:sz="0" w:space="0" w:color="auto"/>
            <w:right w:val="none" w:sz="0" w:space="0" w:color="auto"/>
          </w:divBdr>
        </w:div>
        <w:div w:id="1691956773">
          <w:marLeft w:val="0"/>
          <w:marRight w:val="0"/>
          <w:marTop w:val="0"/>
          <w:marBottom w:val="0"/>
          <w:divBdr>
            <w:top w:val="none" w:sz="0" w:space="0" w:color="auto"/>
            <w:left w:val="none" w:sz="0" w:space="0" w:color="auto"/>
            <w:bottom w:val="none" w:sz="0" w:space="0" w:color="auto"/>
            <w:right w:val="none" w:sz="0" w:space="0" w:color="auto"/>
          </w:divBdr>
        </w:div>
        <w:div w:id="1005130746">
          <w:marLeft w:val="0"/>
          <w:marRight w:val="0"/>
          <w:marTop w:val="0"/>
          <w:marBottom w:val="0"/>
          <w:divBdr>
            <w:top w:val="none" w:sz="0" w:space="0" w:color="auto"/>
            <w:left w:val="none" w:sz="0" w:space="0" w:color="auto"/>
            <w:bottom w:val="none" w:sz="0" w:space="0" w:color="auto"/>
            <w:right w:val="none" w:sz="0" w:space="0" w:color="auto"/>
          </w:divBdr>
        </w:div>
        <w:div w:id="1524124393">
          <w:marLeft w:val="0"/>
          <w:marRight w:val="0"/>
          <w:marTop w:val="0"/>
          <w:marBottom w:val="0"/>
          <w:divBdr>
            <w:top w:val="none" w:sz="0" w:space="0" w:color="auto"/>
            <w:left w:val="none" w:sz="0" w:space="0" w:color="auto"/>
            <w:bottom w:val="none" w:sz="0" w:space="0" w:color="auto"/>
            <w:right w:val="none" w:sz="0" w:space="0" w:color="auto"/>
          </w:divBdr>
        </w:div>
        <w:div w:id="1531531803">
          <w:marLeft w:val="0"/>
          <w:marRight w:val="0"/>
          <w:marTop w:val="0"/>
          <w:marBottom w:val="0"/>
          <w:divBdr>
            <w:top w:val="none" w:sz="0" w:space="0" w:color="auto"/>
            <w:left w:val="none" w:sz="0" w:space="0" w:color="auto"/>
            <w:bottom w:val="none" w:sz="0" w:space="0" w:color="auto"/>
            <w:right w:val="none" w:sz="0" w:space="0" w:color="auto"/>
          </w:divBdr>
        </w:div>
        <w:div w:id="1958676520">
          <w:marLeft w:val="0"/>
          <w:marRight w:val="0"/>
          <w:marTop w:val="0"/>
          <w:marBottom w:val="0"/>
          <w:divBdr>
            <w:top w:val="none" w:sz="0" w:space="0" w:color="auto"/>
            <w:left w:val="none" w:sz="0" w:space="0" w:color="auto"/>
            <w:bottom w:val="none" w:sz="0" w:space="0" w:color="auto"/>
            <w:right w:val="none" w:sz="0" w:space="0" w:color="auto"/>
          </w:divBdr>
        </w:div>
        <w:div w:id="1929773635">
          <w:marLeft w:val="0"/>
          <w:marRight w:val="0"/>
          <w:marTop w:val="0"/>
          <w:marBottom w:val="0"/>
          <w:divBdr>
            <w:top w:val="none" w:sz="0" w:space="0" w:color="auto"/>
            <w:left w:val="none" w:sz="0" w:space="0" w:color="auto"/>
            <w:bottom w:val="none" w:sz="0" w:space="0" w:color="auto"/>
            <w:right w:val="none" w:sz="0" w:space="0" w:color="auto"/>
          </w:divBdr>
        </w:div>
        <w:div w:id="1462962534">
          <w:marLeft w:val="0"/>
          <w:marRight w:val="0"/>
          <w:marTop w:val="0"/>
          <w:marBottom w:val="0"/>
          <w:divBdr>
            <w:top w:val="none" w:sz="0" w:space="0" w:color="auto"/>
            <w:left w:val="none" w:sz="0" w:space="0" w:color="auto"/>
            <w:bottom w:val="none" w:sz="0" w:space="0" w:color="auto"/>
            <w:right w:val="none" w:sz="0" w:space="0" w:color="auto"/>
          </w:divBdr>
        </w:div>
        <w:div w:id="315426267">
          <w:marLeft w:val="0"/>
          <w:marRight w:val="0"/>
          <w:marTop w:val="0"/>
          <w:marBottom w:val="0"/>
          <w:divBdr>
            <w:top w:val="none" w:sz="0" w:space="0" w:color="auto"/>
            <w:left w:val="none" w:sz="0" w:space="0" w:color="auto"/>
            <w:bottom w:val="none" w:sz="0" w:space="0" w:color="auto"/>
            <w:right w:val="none" w:sz="0" w:space="0" w:color="auto"/>
          </w:divBdr>
        </w:div>
        <w:div w:id="458718556">
          <w:marLeft w:val="0"/>
          <w:marRight w:val="0"/>
          <w:marTop w:val="0"/>
          <w:marBottom w:val="0"/>
          <w:divBdr>
            <w:top w:val="none" w:sz="0" w:space="0" w:color="auto"/>
            <w:left w:val="none" w:sz="0" w:space="0" w:color="auto"/>
            <w:bottom w:val="none" w:sz="0" w:space="0" w:color="auto"/>
            <w:right w:val="none" w:sz="0" w:space="0" w:color="auto"/>
          </w:divBdr>
        </w:div>
        <w:div w:id="1916355339">
          <w:marLeft w:val="0"/>
          <w:marRight w:val="0"/>
          <w:marTop w:val="0"/>
          <w:marBottom w:val="0"/>
          <w:divBdr>
            <w:top w:val="none" w:sz="0" w:space="0" w:color="auto"/>
            <w:left w:val="none" w:sz="0" w:space="0" w:color="auto"/>
            <w:bottom w:val="none" w:sz="0" w:space="0" w:color="auto"/>
            <w:right w:val="none" w:sz="0" w:space="0" w:color="auto"/>
          </w:divBdr>
        </w:div>
        <w:div w:id="735857180">
          <w:marLeft w:val="0"/>
          <w:marRight w:val="0"/>
          <w:marTop w:val="0"/>
          <w:marBottom w:val="0"/>
          <w:divBdr>
            <w:top w:val="none" w:sz="0" w:space="0" w:color="auto"/>
            <w:left w:val="none" w:sz="0" w:space="0" w:color="auto"/>
            <w:bottom w:val="none" w:sz="0" w:space="0" w:color="auto"/>
            <w:right w:val="none" w:sz="0" w:space="0" w:color="auto"/>
          </w:divBdr>
        </w:div>
        <w:div w:id="971594395">
          <w:marLeft w:val="0"/>
          <w:marRight w:val="0"/>
          <w:marTop w:val="0"/>
          <w:marBottom w:val="0"/>
          <w:divBdr>
            <w:top w:val="none" w:sz="0" w:space="0" w:color="auto"/>
            <w:left w:val="none" w:sz="0" w:space="0" w:color="auto"/>
            <w:bottom w:val="none" w:sz="0" w:space="0" w:color="auto"/>
            <w:right w:val="none" w:sz="0" w:space="0" w:color="auto"/>
          </w:divBdr>
        </w:div>
        <w:div w:id="512182070">
          <w:marLeft w:val="0"/>
          <w:marRight w:val="0"/>
          <w:marTop w:val="0"/>
          <w:marBottom w:val="0"/>
          <w:divBdr>
            <w:top w:val="none" w:sz="0" w:space="0" w:color="auto"/>
            <w:left w:val="none" w:sz="0" w:space="0" w:color="auto"/>
            <w:bottom w:val="none" w:sz="0" w:space="0" w:color="auto"/>
            <w:right w:val="none" w:sz="0" w:space="0" w:color="auto"/>
          </w:divBdr>
        </w:div>
        <w:div w:id="1937471388">
          <w:marLeft w:val="0"/>
          <w:marRight w:val="0"/>
          <w:marTop w:val="0"/>
          <w:marBottom w:val="0"/>
          <w:divBdr>
            <w:top w:val="none" w:sz="0" w:space="0" w:color="auto"/>
            <w:left w:val="none" w:sz="0" w:space="0" w:color="auto"/>
            <w:bottom w:val="none" w:sz="0" w:space="0" w:color="auto"/>
            <w:right w:val="none" w:sz="0" w:space="0" w:color="auto"/>
          </w:divBdr>
        </w:div>
        <w:div w:id="1245996906">
          <w:marLeft w:val="0"/>
          <w:marRight w:val="0"/>
          <w:marTop w:val="0"/>
          <w:marBottom w:val="0"/>
          <w:divBdr>
            <w:top w:val="none" w:sz="0" w:space="0" w:color="auto"/>
            <w:left w:val="none" w:sz="0" w:space="0" w:color="auto"/>
            <w:bottom w:val="none" w:sz="0" w:space="0" w:color="auto"/>
            <w:right w:val="none" w:sz="0" w:space="0" w:color="auto"/>
          </w:divBdr>
        </w:div>
        <w:div w:id="1666930889">
          <w:marLeft w:val="0"/>
          <w:marRight w:val="0"/>
          <w:marTop w:val="0"/>
          <w:marBottom w:val="0"/>
          <w:divBdr>
            <w:top w:val="none" w:sz="0" w:space="0" w:color="auto"/>
            <w:left w:val="none" w:sz="0" w:space="0" w:color="auto"/>
            <w:bottom w:val="none" w:sz="0" w:space="0" w:color="auto"/>
            <w:right w:val="none" w:sz="0" w:space="0" w:color="auto"/>
          </w:divBdr>
        </w:div>
        <w:div w:id="942034447">
          <w:marLeft w:val="0"/>
          <w:marRight w:val="0"/>
          <w:marTop w:val="0"/>
          <w:marBottom w:val="0"/>
          <w:divBdr>
            <w:top w:val="none" w:sz="0" w:space="0" w:color="auto"/>
            <w:left w:val="none" w:sz="0" w:space="0" w:color="auto"/>
            <w:bottom w:val="none" w:sz="0" w:space="0" w:color="auto"/>
            <w:right w:val="none" w:sz="0" w:space="0" w:color="auto"/>
          </w:divBdr>
        </w:div>
        <w:div w:id="804275569">
          <w:marLeft w:val="0"/>
          <w:marRight w:val="0"/>
          <w:marTop w:val="0"/>
          <w:marBottom w:val="0"/>
          <w:divBdr>
            <w:top w:val="none" w:sz="0" w:space="0" w:color="auto"/>
            <w:left w:val="none" w:sz="0" w:space="0" w:color="auto"/>
            <w:bottom w:val="none" w:sz="0" w:space="0" w:color="auto"/>
            <w:right w:val="none" w:sz="0" w:space="0" w:color="auto"/>
          </w:divBdr>
        </w:div>
        <w:div w:id="668558623">
          <w:marLeft w:val="0"/>
          <w:marRight w:val="0"/>
          <w:marTop w:val="0"/>
          <w:marBottom w:val="0"/>
          <w:divBdr>
            <w:top w:val="none" w:sz="0" w:space="0" w:color="auto"/>
            <w:left w:val="none" w:sz="0" w:space="0" w:color="auto"/>
            <w:bottom w:val="none" w:sz="0" w:space="0" w:color="auto"/>
            <w:right w:val="none" w:sz="0" w:space="0" w:color="auto"/>
          </w:divBdr>
        </w:div>
        <w:div w:id="1826781761">
          <w:marLeft w:val="0"/>
          <w:marRight w:val="0"/>
          <w:marTop w:val="0"/>
          <w:marBottom w:val="0"/>
          <w:divBdr>
            <w:top w:val="none" w:sz="0" w:space="0" w:color="auto"/>
            <w:left w:val="none" w:sz="0" w:space="0" w:color="auto"/>
            <w:bottom w:val="none" w:sz="0" w:space="0" w:color="auto"/>
            <w:right w:val="none" w:sz="0" w:space="0" w:color="auto"/>
          </w:divBdr>
        </w:div>
      </w:divsChild>
    </w:div>
    <w:div w:id="1317342969">
      <w:bodyDiv w:val="1"/>
      <w:marLeft w:val="0"/>
      <w:marRight w:val="0"/>
      <w:marTop w:val="0"/>
      <w:marBottom w:val="0"/>
      <w:divBdr>
        <w:top w:val="none" w:sz="0" w:space="0" w:color="auto"/>
        <w:left w:val="none" w:sz="0" w:space="0" w:color="auto"/>
        <w:bottom w:val="none" w:sz="0" w:space="0" w:color="auto"/>
        <w:right w:val="none" w:sz="0" w:space="0" w:color="auto"/>
      </w:divBdr>
    </w:div>
    <w:div w:id="1321740108">
      <w:bodyDiv w:val="1"/>
      <w:marLeft w:val="0"/>
      <w:marRight w:val="0"/>
      <w:marTop w:val="0"/>
      <w:marBottom w:val="0"/>
      <w:divBdr>
        <w:top w:val="none" w:sz="0" w:space="0" w:color="auto"/>
        <w:left w:val="none" w:sz="0" w:space="0" w:color="auto"/>
        <w:bottom w:val="none" w:sz="0" w:space="0" w:color="auto"/>
        <w:right w:val="none" w:sz="0" w:space="0" w:color="auto"/>
      </w:divBdr>
      <w:divsChild>
        <w:div w:id="207883268">
          <w:marLeft w:val="0"/>
          <w:marRight w:val="0"/>
          <w:marTop w:val="0"/>
          <w:marBottom w:val="0"/>
          <w:divBdr>
            <w:top w:val="none" w:sz="0" w:space="0" w:color="auto"/>
            <w:left w:val="none" w:sz="0" w:space="0" w:color="auto"/>
            <w:bottom w:val="none" w:sz="0" w:space="0" w:color="auto"/>
            <w:right w:val="none" w:sz="0" w:space="0" w:color="auto"/>
          </w:divBdr>
        </w:div>
        <w:div w:id="1843548952">
          <w:marLeft w:val="0"/>
          <w:marRight w:val="0"/>
          <w:marTop w:val="0"/>
          <w:marBottom w:val="0"/>
          <w:divBdr>
            <w:top w:val="none" w:sz="0" w:space="0" w:color="auto"/>
            <w:left w:val="none" w:sz="0" w:space="0" w:color="auto"/>
            <w:bottom w:val="none" w:sz="0" w:space="0" w:color="auto"/>
            <w:right w:val="none" w:sz="0" w:space="0" w:color="auto"/>
          </w:divBdr>
        </w:div>
      </w:divsChild>
    </w:div>
    <w:div w:id="1324165112">
      <w:bodyDiv w:val="1"/>
      <w:marLeft w:val="0"/>
      <w:marRight w:val="0"/>
      <w:marTop w:val="0"/>
      <w:marBottom w:val="0"/>
      <w:divBdr>
        <w:top w:val="none" w:sz="0" w:space="0" w:color="auto"/>
        <w:left w:val="none" w:sz="0" w:space="0" w:color="auto"/>
        <w:bottom w:val="none" w:sz="0" w:space="0" w:color="auto"/>
        <w:right w:val="none" w:sz="0" w:space="0" w:color="auto"/>
      </w:divBdr>
    </w:div>
    <w:div w:id="1329093458">
      <w:bodyDiv w:val="1"/>
      <w:marLeft w:val="0"/>
      <w:marRight w:val="0"/>
      <w:marTop w:val="0"/>
      <w:marBottom w:val="0"/>
      <w:divBdr>
        <w:top w:val="none" w:sz="0" w:space="0" w:color="auto"/>
        <w:left w:val="none" w:sz="0" w:space="0" w:color="auto"/>
        <w:bottom w:val="none" w:sz="0" w:space="0" w:color="auto"/>
        <w:right w:val="none" w:sz="0" w:space="0" w:color="auto"/>
      </w:divBdr>
      <w:divsChild>
        <w:div w:id="68768681">
          <w:marLeft w:val="0"/>
          <w:marRight w:val="0"/>
          <w:marTop w:val="0"/>
          <w:marBottom w:val="0"/>
          <w:divBdr>
            <w:top w:val="none" w:sz="0" w:space="0" w:color="auto"/>
            <w:left w:val="none" w:sz="0" w:space="0" w:color="auto"/>
            <w:bottom w:val="none" w:sz="0" w:space="0" w:color="auto"/>
            <w:right w:val="none" w:sz="0" w:space="0" w:color="auto"/>
          </w:divBdr>
        </w:div>
        <w:div w:id="302734735">
          <w:marLeft w:val="0"/>
          <w:marRight w:val="0"/>
          <w:marTop w:val="0"/>
          <w:marBottom w:val="0"/>
          <w:divBdr>
            <w:top w:val="none" w:sz="0" w:space="0" w:color="auto"/>
            <w:left w:val="none" w:sz="0" w:space="0" w:color="auto"/>
            <w:bottom w:val="none" w:sz="0" w:space="0" w:color="auto"/>
            <w:right w:val="none" w:sz="0" w:space="0" w:color="auto"/>
          </w:divBdr>
        </w:div>
        <w:div w:id="530730831">
          <w:marLeft w:val="0"/>
          <w:marRight w:val="0"/>
          <w:marTop w:val="0"/>
          <w:marBottom w:val="0"/>
          <w:divBdr>
            <w:top w:val="none" w:sz="0" w:space="0" w:color="auto"/>
            <w:left w:val="none" w:sz="0" w:space="0" w:color="auto"/>
            <w:bottom w:val="none" w:sz="0" w:space="0" w:color="auto"/>
            <w:right w:val="none" w:sz="0" w:space="0" w:color="auto"/>
          </w:divBdr>
        </w:div>
        <w:div w:id="897088587">
          <w:marLeft w:val="0"/>
          <w:marRight w:val="0"/>
          <w:marTop w:val="0"/>
          <w:marBottom w:val="0"/>
          <w:divBdr>
            <w:top w:val="none" w:sz="0" w:space="0" w:color="auto"/>
            <w:left w:val="none" w:sz="0" w:space="0" w:color="auto"/>
            <w:bottom w:val="none" w:sz="0" w:space="0" w:color="auto"/>
            <w:right w:val="none" w:sz="0" w:space="0" w:color="auto"/>
          </w:divBdr>
        </w:div>
        <w:div w:id="1212812315">
          <w:marLeft w:val="0"/>
          <w:marRight w:val="0"/>
          <w:marTop w:val="0"/>
          <w:marBottom w:val="0"/>
          <w:divBdr>
            <w:top w:val="none" w:sz="0" w:space="0" w:color="auto"/>
            <w:left w:val="none" w:sz="0" w:space="0" w:color="auto"/>
            <w:bottom w:val="none" w:sz="0" w:space="0" w:color="auto"/>
            <w:right w:val="none" w:sz="0" w:space="0" w:color="auto"/>
          </w:divBdr>
        </w:div>
        <w:div w:id="1909028094">
          <w:marLeft w:val="0"/>
          <w:marRight w:val="0"/>
          <w:marTop w:val="0"/>
          <w:marBottom w:val="0"/>
          <w:divBdr>
            <w:top w:val="none" w:sz="0" w:space="0" w:color="auto"/>
            <w:left w:val="none" w:sz="0" w:space="0" w:color="auto"/>
            <w:bottom w:val="none" w:sz="0" w:space="0" w:color="auto"/>
            <w:right w:val="none" w:sz="0" w:space="0" w:color="auto"/>
          </w:divBdr>
        </w:div>
      </w:divsChild>
    </w:div>
    <w:div w:id="1386101003">
      <w:bodyDiv w:val="1"/>
      <w:marLeft w:val="0"/>
      <w:marRight w:val="0"/>
      <w:marTop w:val="0"/>
      <w:marBottom w:val="0"/>
      <w:divBdr>
        <w:top w:val="none" w:sz="0" w:space="0" w:color="auto"/>
        <w:left w:val="none" w:sz="0" w:space="0" w:color="auto"/>
        <w:bottom w:val="none" w:sz="0" w:space="0" w:color="auto"/>
        <w:right w:val="none" w:sz="0" w:space="0" w:color="auto"/>
      </w:divBdr>
      <w:divsChild>
        <w:div w:id="226502606">
          <w:marLeft w:val="0"/>
          <w:marRight w:val="0"/>
          <w:marTop w:val="0"/>
          <w:marBottom w:val="0"/>
          <w:divBdr>
            <w:top w:val="none" w:sz="0" w:space="0" w:color="auto"/>
            <w:left w:val="none" w:sz="0" w:space="0" w:color="auto"/>
            <w:bottom w:val="none" w:sz="0" w:space="0" w:color="auto"/>
            <w:right w:val="none" w:sz="0" w:space="0" w:color="auto"/>
          </w:divBdr>
        </w:div>
        <w:div w:id="538127490">
          <w:marLeft w:val="0"/>
          <w:marRight w:val="0"/>
          <w:marTop w:val="0"/>
          <w:marBottom w:val="0"/>
          <w:divBdr>
            <w:top w:val="none" w:sz="0" w:space="0" w:color="auto"/>
            <w:left w:val="none" w:sz="0" w:space="0" w:color="auto"/>
            <w:bottom w:val="none" w:sz="0" w:space="0" w:color="auto"/>
            <w:right w:val="none" w:sz="0" w:space="0" w:color="auto"/>
          </w:divBdr>
        </w:div>
        <w:div w:id="750125404">
          <w:marLeft w:val="0"/>
          <w:marRight w:val="0"/>
          <w:marTop w:val="0"/>
          <w:marBottom w:val="0"/>
          <w:divBdr>
            <w:top w:val="none" w:sz="0" w:space="0" w:color="auto"/>
            <w:left w:val="none" w:sz="0" w:space="0" w:color="auto"/>
            <w:bottom w:val="none" w:sz="0" w:space="0" w:color="auto"/>
            <w:right w:val="none" w:sz="0" w:space="0" w:color="auto"/>
          </w:divBdr>
        </w:div>
        <w:div w:id="1060439813">
          <w:marLeft w:val="0"/>
          <w:marRight w:val="0"/>
          <w:marTop w:val="0"/>
          <w:marBottom w:val="0"/>
          <w:divBdr>
            <w:top w:val="none" w:sz="0" w:space="0" w:color="auto"/>
            <w:left w:val="none" w:sz="0" w:space="0" w:color="auto"/>
            <w:bottom w:val="none" w:sz="0" w:space="0" w:color="auto"/>
            <w:right w:val="none" w:sz="0" w:space="0" w:color="auto"/>
          </w:divBdr>
        </w:div>
      </w:divsChild>
    </w:div>
    <w:div w:id="1419208516">
      <w:bodyDiv w:val="1"/>
      <w:marLeft w:val="0"/>
      <w:marRight w:val="0"/>
      <w:marTop w:val="0"/>
      <w:marBottom w:val="0"/>
      <w:divBdr>
        <w:top w:val="none" w:sz="0" w:space="0" w:color="auto"/>
        <w:left w:val="none" w:sz="0" w:space="0" w:color="auto"/>
        <w:bottom w:val="none" w:sz="0" w:space="0" w:color="auto"/>
        <w:right w:val="none" w:sz="0" w:space="0" w:color="auto"/>
      </w:divBdr>
      <w:divsChild>
        <w:div w:id="43985918">
          <w:marLeft w:val="0"/>
          <w:marRight w:val="0"/>
          <w:marTop w:val="0"/>
          <w:marBottom w:val="0"/>
          <w:divBdr>
            <w:top w:val="none" w:sz="0" w:space="0" w:color="auto"/>
            <w:left w:val="none" w:sz="0" w:space="0" w:color="auto"/>
            <w:bottom w:val="none" w:sz="0" w:space="0" w:color="auto"/>
            <w:right w:val="none" w:sz="0" w:space="0" w:color="auto"/>
          </w:divBdr>
        </w:div>
        <w:div w:id="895776965">
          <w:marLeft w:val="0"/>
          <w:marRight w:val="0"/>
          <w:marTop w:val="0"/>
          <w:marBottom w:val="0"/>
          <w:divBdr>
            <w:top w:val="none" w:sz="0" w:space="0" w:color="auto"/>
            <w:left w:val="none" w:sz="0" w:space="0" w:color="auto"/>
            <w:bottom w:val="none" w:sz="0" w:space="0" w:color="auto"/>
            <w:right w:val="none" w:sz="0" w:space="0" w:color="auto"/>
          </w:divBdr>
        </w:div>
      </w:divsChild>
    </w:div>
    <w:div w:id="1464039741">
      <w:bodyDiv w:val="1"/>
      <w:marLeft w:val="0"/>
      <w:marRight w:val="0"/>
      <w:marTop w:val="0"/>
      <w:marBottom w:val="0"/>
      <w:divBdr>
        <w:top w:val="none" w:sz="0" w:space="0" w:color="auto"/>
        <w:left w:val="none" w:sz="0" w:space="0" w:color="auto"/>
        <w:bottom w:val="none" w:sz="0" w:space="0" w:color="auto"/>
        <w:right w:val="none" w:sz="0" w:space="0" w:color="auto"/>
      </w:divBdr>
      <w:divsChild>
        <w:div w:id="1198003453">
          <w:marLeft w:val="0"/>
          <w:marRight w:val="0"/>
          <w:marTop w:val="0"/>
          <w:marBottom w:val="0"/>
          <w:divBdr>
            <w:top w:val="none" w:sz="0" w:space="0" w:color="auto"/>
            <w:left w:val="none" w:sz="0" w:space="0" w:color="auto"/>
            <w:bottom w:val="none" w:sz="0" w:space="0" w:color="auto"/>
            <w:right w:val="none" w:sz="0" w:space="0" w:color="auto"/>
          </w:divBdr>
        </w:div>
        <w:div w:id="769005065">
          <w:marLeft w:val="0"/>
          <w:marRight w:val="0"/>
          <w:marTop w:val="0"/>
          <w:marBottom w:val="0"/>
          <w:divBdr>
            <w:top w:val="none" w:sz="0" w:space="0" w:color="auto"/>
            <w:left w:val="none" w:sz="0" w:space="0" w:color="auto"/>
            <w:bottom w:val="none" w:sz="0" w:space="0" w:color="auto"/>
            <w:right w:val="none" w:sz="0" w:space="0" w:color="auto"/>
          </w:divBdr>
        </w:div>
        <w:div w:id="1801218394">
          <w:marLeft w:val="0"/>
          <w:marRight w:val="0"/>
          <w:marTop w:val="0"/>
          <w:marBottom w:val="0"/>
          <w:divBdr>
            <w:top w:val="none" w:sz="0" w:space="0" w:color="auto"/>
            <w:left w:val="none" w:sz="0" w:space="0" w:color="auto"/>
            <w:bottom w:val="none" w:sz="0" w:space="0" w:color="auto"/>
            <w:right w:val="none" w:sz="0" w:space="0" w:color="auto"/>
          </w:divBdr>
        </w:div>
        <w:div w:id="1023825241">
          <w:marLeft w:val="0"/>
          <w:marRight w:val="0"/>
          <w:marTop w:val="0"/>
          <w:marBottom w:val="0"/>
          <w:divBdr>
            <w:top w:val="none" w:sz="0" w:space="0" w:color="auto"/>
            <w:left w:val="none" w:sz="0" w:space="0" w:color="auto"/>
            <w:bottom w:val="none" w:sz="0" w:space="0" w:color="auto"/>
            <w:right w:val="none" w:sz="0" w:space="0" w:color="auto"/>
          </w:divBdr>
        </w:div>
      </w:divsChild>
    </w:div>
    <w:div w:id="1487235510">
      <w:bodyDiv w:val="1"/>
      <w:marLeft w:val="0"/>
      <w:marRight w:val="0"/>
      <w:marTop w:val="0"/>
      <w:marBottom w:val="0"/>
      <w:divBdr>
        <w:top w:val="none" w:sz="0" w:space="0" w:color="auto"/>
        <w:left w:val="none" w:sz="0" w:space="0" w:color="auto"/>
        <w:bottom w:val="none" w:sz="0" w:space="0" w:color="auto"/>
        <w:right w:val="none" w:sz="0" w:space="0" w:color="auto"/>
      </w:divBdr>
    </w:div>
    <w:div w:id="1549950574">
      <w:bodyDiv w:val="1"/>
      <w:marLeft w:val="0"/>
      <w:marRight w:val="0"/>
      <w:marTop w:val="0"/>
      <w:marBottom w:val="0"/>
      <w:divBdr>
        <w:top w:val="none" w:sz="0" w:space="0" w:color="auto"/>
        <w:left w:val="none" w:sz="0" w:space="0" w:color="auto"/>
        <w:bottom w:val="none" w:sz="0" w:space="0" w:color="auto"/>
        <w:right w:val="none" w:sz="0" w:space="0" w:color="auto"/>
      </w:divBdr>
      <w:divsChild>
        <w:div w:id="1215503084">
          <w:marLeft w:val="0"/>
          <w:marRight w:val="0"/>
          <w:marTop w:val="0"/>
          <w:marBottom w:val="0"/>
          <w:divBdr>
            <w:top w:val="none" w:sz="0" w:space="0" w:color="auto"/>
            <w:left w:val="none" w:sz="0" w:space="0" w:color="auto"/>
            <w:bottom w:val="none" w:sz="0" w:space="0" w:color="auto"/>
            <w:right w:val="none" w:sz="0" w:space="0" w:color="auto"/>
          </w:divBdr>
        </w:div>
        <w:div w:id="1388724067">
          <w:marLeft w:val="0"/>
          <w:marRight w:val="0"/>
          <w:marTop w:val="0"/>
          <w:marBottom w:val="0"/>
          <w:divBdr>
            <w:top w:val="none" w:sz="0" w:space="0" w:color="auto"/>
            <w:left w:val="none" w:sz="0" w:space="0" w:color="auto"/>
            <w:bottom w:val="none" w:sz="0" w:space="0" w:color="auto"/>
            <w:right w:val="none" w:sz="0" w:space="0" w:color="auto"/>
          </w:divBdr>
        </w:div>
        <w:div w:id="1826899348">
          <w:marLeft w:val="0"/>
          <w:marRight w:val="0"/>
          <w:marTop w:val="0"/>
          <w:marBottom w:val="0"/>
          <w:divBdr>
            <w:top w:val="none" w:sz="0" w:space="0" w:color="auto"/>
            <w:left w:val="none" w:sz="0" w:space="0" w:color="auto"/>
            <w:bottom w:val="none" w:sz="0" w:space="0" w:color="auto"/>
            <w:right w:val="none" w:sz="0" w:space="0" w:color="auto"/>
          </w:divBdr>
        </w:div>
      </w:divsChild>
    </w:div>
    <w:div w:id="1550649634">
      <w:bodyDiv w:val="1"/>
      <w:marLeft w:val="0"/>
      <w:marRight w:val="0"/>
      <w:marTop w:val="0"/>
      <w:marBottom w:val="0"/>
      <w:divBdr>
        <w:top w:val="none" w:sz="0" w:space="0" w:color="auto"/>
        <w:left w:val="none" w:sz="0" w:space="0" w:color="auto"/>
        <w:bottom w:val="none" w:sz="0" w:space="0" w:color="auto"/>
        <w:right w:val="none" w:sz="0" w:space="0" w:color="auto"/>
      </w:divBdr>
    </w:div>
    <w:div w:id="1620724558">
      <w:bodyDiv w:val="1"/>
      <w:marLeft w:val="0"/>
      <w:marRight w:val="0"/>
      <w:marTop w:val="0"/>
      <w:marBottom w:val="0"/>
      <w:divBdr>
        <w:top w:val="none" w:sz="0" w:space="0" w:color="auto"/>
        <w:left w:val="none" w:sz="0" w:space="0" w:color="auto"/>
        <w:bottom w:val="none" w:sz="0" w:space="0" w:color="auto"/>
        <w:right w:val="none" w:sz="0" w:space="0" w:color="auto"/>
      </w:divBdr>
      <w:divsChild>
        <w:div w:id="90005138">
          <w:marLeft w:val="0"/>
          <w:marRight w:val="0"/>
          <w:marTop w:val="0"/>
          <w:marBottom w:val="0"/>
          <w:divBdr>
            <w:top w:val="none" w:sz="0" w:space="0" w:color="auto"/>
            <w:left w:val="none" w:sz="0" w:space="0" w:color="auto"/>
            <w:bottom w:val="none" w:sz="0" w:space="0" w:color="auto"/>
            <w:right w:val="none" w:sz="0" w:space="0" w:color="auto"/>
          </w:divBdr>
        </w:div>
        <w:div w:id="1020283587">
          <w:marLeft w:val="0"/>
          <w:marRight w:val="0"/>
          <w:marTop w:val="0"/>
          <w:marBottom w:val="0"/>
          <w:divBdr>
            <w:top w:val="none" w:sz="0" w:space="0" w:color="auto"/>
            <w:left w:val="none" w:sz="0" w:space="0" w:color="auto"/>
            <w:bottom w:val="none" w:sz="0" w:space="0" w:color="auto"/>
            <w:right w:val="none" w:sz="0" w:space="0" w:color="auto"/>
          </w:divBdr>
        </w:div>
        <w:div w:id="1179352242">
          <w:marLeft w:val="0"/>
          <w:marRight w:val="0"/>
          <w:marTop w:val="0"/>
          <w:marBottom w:val="0"/>
          <w:divBdr>
            <w:top w:val="none" w:sz="0" w:space="0" w:color="auto"/>
            <w:left w:val="none" w:sz="0" w:space="0" w:color="auto"/>
            <w:bottom w:val="none" w:sz="0" w:space="0" w:color="auto"/>
            <w:right w:val="none" w:sz="0" w:space="0" w:color="auto"/>
          </w:divBdr>
        </w:div>
      </w:divsChild>
    </w:div>
    <w:div w:id="1624919989">
      <w:bodyDiv w:val="1"/>
      <w:marLeft w:val="0"/>
      <w:marRight w:val="0"/>
      <w:marTop w:val="0"/>
      <w:marBottom w:val="0"/>
      <w:divBdr>
        <w:top w:val="none" w:sz="0" w:space="0" w:color="auto"/>
        <w:left w:val="none" w:sz="0" w:space="0" w:color="auto"/>
        <w:bottom w:val="none" w:sz="0" w:space="0" w:color="auto"/>
        <w:right w:val="none" w:sz="0" w:space="0" w:color="auto"/>
      </w:divBdr>
      <w:divsChild>
        <w:div w:id="564727568">
          <w:marLeft w:val="0"/>
          <w:marRight w:val="0"/>
          <w:marTop w:val="0"/>
          <w:marBottom w:val="0"/>
          <w:divBdr>
            <w:top w:val="none" w:sz="0" w:space="0" w:color="auto"/>
            <w:left w:val="none" w:sz="0" w:space="0" w:color="auto"/>
            <w:bottom w:val="none" w:sz="0" w:space="0" w:color="auto"/>
            <w:right w:val="none" w:sz="0" w:space="0" w:color="auto"/>
          </w:divBdr>
        </w:div>
        <w:div w:id="1471092273">
          <w:marLeft w:val="0"/>
          <w:marRight w:val="0"/>
          <w:marTop w:val="0"/>
          <w:marBottom w:val="0"/>
          <w:divBdr>
            <w:top w:val="none" w:sz="0" w:space="0" w:color="auto"/>
            <w:left w:val="none" w:sz="0" w:space="0" w:color="auto"/>
            <w:bottom w:val="none" w:sz="0" w:space="0" w:color="auto"/>
            <w:right w:val="none" w:sz="0" w:space="0" w:color="auto"/>
          </w:divBdr>
        </w:div>
      </w:divsChild>
    </w:div>
    <w:div w:id="1766489789">
      <w:bodyDiv w:val="1"/>
      <w:marLeft w:val="0"/>
      <w:marRight w:val="0"/>
      <w:marTop w:val="0"/>
      <w:marBottom w:val="0"/>
      <w:divBdr>
        <w:top w:val="none" w:sz="0" w:space="0" w:color="auto"/>
        <w:left w:val="none" w:sz="0" w:space="0" w:color="auto"/>
        <w:bottom w:val="none" w:sz="0" w:space="0" w:color="auto"/>
        <w:right w:val="none" w:sz="0" w:space="0" w:color="auto"/>
      </w:divBdr>
    </w:div>
    <w:div w:id="1793554452">
      <w:bodyDiv w:val="1"/>
      <w:marLeft w:val="0"/>
      <w:marRight w:val="0"/>
      <w:marTop w:val="0"/>
      <w:marBottom w:val="0"/>
      <w:divBdr>
        <w:top w:val="none" w:sz="0" w:space="0" w:color="auto"/>
        <w:left w:val="none" w:sz="0" w:space="0" w:color="auto"/>
        <w:bottom w:val="none" w:sz="0" w:space="0" w:color="auto"/>
        <w:right w:val="none" w:sz="0" w:space="0" w:color="auto"/>
      </w:divBdr>
    </w:div>
    <w:div w:id="1839073960">
      <w:bodyDiv w:val="1"/>
      <w:marLeft w:val="0"/>
      <w:marRight w:val="0"/>
      <w:marTop w:val="0"/>
      <w:marBottom w:val="0"/>
      <w:divBdr>
        <w:top w:val="none" w:sz="0" w:space="0" w:color="auto"/>
        <w:left w:val="none" w:sz="0" w:space="0" w:color="auto"/>
        <w:bottom w:val="none" w:sz="0" w:space="0" w:color="auto"/>
        <w:right w:val="none" w:sz="0" w:space="0" w:color="auto"/>
      </w:divBdr>
      <w:divsChild>
        <w:div w:id="1158768049">
          <w:marLeft w:val="0"/>
          <w:marRight w:val="0"/>
          <w:marTop w:val="0"/>
          <w:marBottom w:val="0"/>
          <w:divBdr>
            <w:top w:val="none" w:sz="0" w:space="0" w:color="auto"/>
            <w:left w:val="none" w:sz="0" w:space="0" w:color="auto"/>
            <w:bottom w:val="none" w:sz="0" w:space="0" w:color="auto"/>
            <w:right w:val="none" w:sz="0" w:space="0" w:color="auto"/>
          </w:divBdr>
        </w:div>
        <w:div w:id="1414744642">
          <w:marLeft w:val="0"/>
          <w:marRight w:val="0"/>
          <w:marTop w:val="0"/>
          <w:marBottom w:val="0"/>
          <w:divBdr>
            <w:top w:val="none" w:sz="0" w:space="0" w:color="auto"/>
            <w:left w:val="none" w:sz="0" w:space="0" w:color="auto"/>
            <w:bottom w:val="none" w:sz="0" w:space="0" w:color="auto"/>
            <w:right w:val="none" w:sz="0" w:space="0" w:color="auto"/>
          </w:divBdr>
        </w:div>
      </w:divsChild>
    </w:div>
    <w:div w:id="1843665625">
      <w:bodyDiv w:val="1"/>
      <w:marLeft w:val="0"/>
      <w:marRight w:val="0"/>
      <w:marTop w:val="0"/>
      <w:marBottom w:val="0"/>
      <w:divBdr>
        <w:top w:val="none" w:sz="0" w:space="0" w:color="auto"/>
        <w:left w:val="none" w:sz="0" w:space="0" w:color="auto"/>
        <w:bottom w:val="none" w:sz="0" w:space="0" w:color="auto"/>
        <w:right w:val="none" w:sz="0" w:space="0" w:color="auto"/>
      </w:divBdr>
    </w:div>
    <w:div w:id="1904561722">
      <w:bodyDiv w:val="1"/>
      <w:marLeft w:val="0"/>
      <w:marRight w:val="0"/>
      <w:marTop w:val="0"/>
      <w:marBottom w:val="0"/>
      <w:divBdr>
        <w:top w:val="none" w:sz="0" w:space="0" w:color="auto"/>
        <w:left w:val="none" w:sz="0" w:space="0" w:color="auto"/>
        <w:bottom w:val="none" w:sz="0" w:space="0" w:color="auto"/>
        <w:right w:val="none" w:sz="0" w:space="0" w:color="auto"/>
      </w:divBdr>
      <w:divsChild>
        <w:div w:id="395667506">
          <w:marLeft w:val="0"/>
          <w:marRight w:val="0"/>
          <w:marTop w:val="0"/>
          <w:marBottom w:val="0"/>
          <w:divBdr>
            <w:top w:val="none" w:sz="0" w:space="0" w:color="auto"/>
            <w:left w:val="none" w:sz="0" w:space="0" w:color="auto"/>
            <w:bottom w:val="none" w:sz="0" w:space="0" w:color="auto"/>
            <w:right w:val="none" w:sz="0" w:space="0" w:color="auto"/>
          </w:divBdr>
        </w:div>
        <w:div w:id="2078480036">
          <w:marLeft w:val="0"/>
          <w:marRight w:val="0"/>
          <w:marTop w:val="0"/>
          <w:marBottom w:val="0"/>
          <w:divBdr>
            <w:top w:val="none" w:sz="0" w:space="0" w:color="auto"/>
            <w:left w:val="none" w:sz="0" w:space="0" w:color="auto"/>
            <w:bottom w:val="none" w:sz="0" w:space="0" w:color="auto"/>
            <w:right w:val="none" w:sz="0" w:space="0" w:color="auto"/>
          </w:divBdr>
        </w:div>
      </w:divsChild>
    </w:div>
    <w:div w:id="1932355734">
      <w:bodyDiv w:val="1"/>
      <w:marLeft w:val="0"/>
      <w:marRight w:val="0"/>
      <w:marTop w:val="0"/>
      <w:marBottom w:val="0"/>
      <w:divBdr>
        <w:top w:val="none" w:sz="0" w:space="0" w:color="auto"/>
        <w:left w:val="none" w:sz="0" w:space="0" w:color="auto"/>
        <w:bottom w:val="none" w:sz="0" w:space="0" w:color="auto"/>
        <w:right w:val="none" w:sz="0" w:space="0" w:color="auto"/>
      </w:divBdr>
      <w:divsChild>
        <w:div w:id="145900816">
          <w:marLeft w:val="0"/>
          <w:marRight w:val="0"/>
          <w:marTop w:val="0"/>
          <w:marBottom w:val="0"/>
          <w:divBdr>
            <w:top w:val="none" w:sz="0" w:space="0" w:color="auto"/>
            <w:left w:val="none" w:sz="0" w:space="0" w:color="auto"/>
            <w:bottom w:val="none" w:sz="0" w:space="0" w:color="auto"/>
            <w:right w:val="none" w:sz="0" w:space="0" w:color="auto"/>
          </w:divBdr>
        </w:div>
        <w:div w:id="179391690">
          <w:marLeft w:val="0"/>
          <w:marRight w:val="0"/>
          <w:marTop w:val="0"/>
          <w:marBottom w:val="0"/>
          <w:divBdr>
            <w:top w:val="none" w:sz="0" w:space="0" w:color="auto"/>
            <w:left w:val="none" w:sz="0" w:space="0" w:color="auto"/>
            <w:bottom w:val="none" w:sz="0" w:space="0" w:color="auto"/>
            <w:right w:val="none" w:sz="0" w:space="0" w:color="auto"/>
          </w:divBdr>
        </w:div>
        <w:div w:id="221255938">
          <w:marLeft w:val="0"/>
          <w:marRight w:val="0"/>
          <w:marTop w:val="0"/>
          <w:marBottom w:val="0"/>
          <w:divBdr>
            <w:top w:val="none" w:sz="0" w:space="0" w:color="auto"/>
            <w:left w:val="none" w:sz="0" w:space="0" w:color="auto"/>
            <w:bottom w:val="none" w:sz="0" w:space="0" w:color="auto"/>
            <w:right w:val="none" w:sz="0" w:space="0" w:color="auto"/>
          </w:divBdr>
        </w:div>
        <w:div w:id="230894536">
          <w:marLeft w:val="0"/>
          <w:marRight w:val="0"/>
          <w:marTop w:val="0"/>
          <w:marBottom w:val="0"/>
          <w:divBdr>
            <w:top w:val="none" w:sz="0" w:space="0" w:color="auto"/>
            <w:left w:val="none" w:sz="0" w:space="0" w:color="auto"/>
            <w:bottom w:val="none" w:sz="0" w:space="0" w:color="auto"/>
            <w:right w:val="none" w:sz="0" w:space="0" w:color="auto"/>
          </w:divBdr>
        </w:div>
        <w:div w:id="317617810">
          <w:marLeft w:val="0"/>
          <w:marRight w:val="0"/>
          <w:marTop w:val="0"/>
          <w:marBottom w:val="0"/>
          <w:divBdr>
            <w:top w:val="none" w:sz="0" w:space="0" w:color="auto"/>
            <w:left w:val="none" w:sz="0" w:space="0" w:color="auto"/>
            <w:bottom w:val="none" w:sz="0" w:space="0" w:color="auto"/>
            <w:right w:val="none" w:sz="0" w:space="0" w:color="auto"/>
          </w:divBdr>
        </w:div>
        <w:div w:id="549079706">
          <w:marLeft w:val="0"/>
          <w:marRight w:val="0"/>
          <w:marTop w:val="0"/>
          <w:marBottom w:val="0"/>
          <w:divBdr>
            <w:top w:val="none" w:sz="0" w:space="0" w:color="auto"/>
            <w:left w:val="none" w:sz="0" w:space="0" w:color="auto"/>
            <w:bottom w:val="none" w:sz="0" w:space="0" w:color="auto"/>
            <w:right w:val="none" w:sz="0" w:space="0" w:color="auto"/>
          </w:divBdr>
        </w:div>
        <w:div w:id="643310982">
          <w:marLeft w:val="0"/>
          <w:marRight w:val="0"/>
          <w:marTop w:val="0"/>
          <w:marBottom w:val="0"/>
          <w:divBdr>
            <w:top w:val="none" w:sz="0" w:space="0" w:color="auto"/>
            <w:left w:val="none" w:sz="0" w:space="0" w:color="auto"/>
            <w:bottom w:val="none" w:sz="0" w:space="0" w:color="auto"/>
            <w:right w:val="none" w:sz="0" w:space="0" w:color="auto"/>
          </w:divBdr>
        </w:div>
        <w:div w:id="1109542638">
          <w:marLeft w:val="0"/>
          <w:marRight w:val="0"/>
          <w:marTop w:val="0"/>
          <w:marBottom w:val="0"/>
          <w:divBdr>
            <w:top w:val="none" w:sz="0" w:space="0" w:color="auto"/>
            <w:left w:val="none" w:sz="0" w:space="0" w:color="auto"/>
            <w:bottom w:val="none" w:sz="0" w:space="0" w:color="auto"/>
            <w:right w:val="none" w:sz="0" w:space="0" w:color="auto"/>
          </w:divBdr>
        </w:div>
        <w:div w:id="1575359089">
          <w:marLeft w:val="0"/>
          <w:marRight w:val="0"/>
          <w:marTop w:val="0"/>
          <w:marBottom w:val="0"/>
          <w:divBdr>
            <w:top w:val="none" w:sz="0" w:space="0" w:color="auto"/>
            <w:left w:val="none" w:sz="0" w:space="0" w:color="auto"/>
            <w:bottom w:val="none" w:sz="0" w:space="0" w:color="auto"/>
            <w:right w:val="none" w:sz="0" w:space="0" w:color="auto"/>
          </w:divBdr>
        </w:div>
        <w:div w:id="1852720385">
          <w:marLeft w:val="0"/>
          <w:marRight w:val="0"/>
          <w:marTop w:val="0"/>
          <w:marBottom w:val="0"/>
          <w:divBdr>
            <w:top w:val="none" w:sz="0" w:space="0" w:color="auto"/>
            <w:left w:val="none" w:sz="0" w:space="0" w:color="auto"/>
            <w:bottom w:val="none" w:sz="0" w:space="0" w:color="auto"/>
            <w:right w:val="none" w:sz="0" w:space="0" w:color="auto"/>
          </w:divBdr>
        </w:div>
      </w:divsChild>
    </w:div>
    <w:div w:id="1937471269">
      <w:bodyDiv w:val="1"/>
      <w:marLeft w:val="0"/>
      <w:marRight w:val="0"/>
      <w:marTop w:val="0"/>
      <w:marBottom w:val="0"/>
      <w:divBdr>
        <w:top w:val="none" w:sz="0" w:space="0" w:color="auto"/>
        <w:left w:val="none" w:sz="0" w:space="0" w:color="auto"/>
        <w:bottom w:val="none" w:sz="0" w:space="0" w:color="auto"/>
        <w:right w:val="none" w:sz="0" w:space="0" w:color="auto"/>
      </w:divBdr>
    </w:div>
    <w:div w:id="1979800279">
      <w:bodyDiv w:val="1"/>
      <w:marLeft w:val="0"/>
      <w:marRight w:val="0"/>
      <w:marTop w:val="0"/>
      <w:marBottom w:val="0"/>
      <w:divBdr>
        <w:top w:val="none" w:sz="0" w:space="0" w:color="auto"/>
        <w:left w:val="none" w:sz="0" w:space="0" w:color="auto"/>
        <w:bottom w:val="none" w:sz="0" w:space="0" w:color="auto"/>
        <w:right w:val="none" w:sz="0" w:space="0" w:color="auto"/>
      </w:divBdr>
    </w:div>
    <w:div w:id="1984696834">
      <w:bodyDiv w:val="1"/>
      <w:marLeft w:val="0"/>
      <w:marRight w:val="0"/>
      <w:marTop w:val="0"/>
      <w:marBottom w:val="0"/>
      <w:divBdr>
        <w:top w:val="none" w:sz="0" w:space="0" w:color="auto"/>
        <w:left w:val="none" w:sz="0" w:space="0" w:color="auto"/>
        <w:bottom w:val="none" w:sz="0" w:space="0" w:color="auto"/>
        <w:right w:val="none" w:sz="0" w:space="0" w:color="auto"/>
      </w:divBdr>
      <w:divsChild>
        <w:div w:id="41252311">
          <w:marLeft w:val="0"/>
          <w:marRight w:val="0"/>
          <w:marTop w:val="0"/>
          <w:marBottom w:val="0"/>
          <w:divBdr>
            <w:top w:val="none" w:sz="0" w:space="0" w:color="auto"/>
            <w:left w:val="none" w:sz="0" w:space="0" w:color="auto"/>
            <w:bottom w:val="none" w:sz="0" w:space="0" w:color="auto"/>
            <w:right w:val="none" w:sz="0" w:space="0" w:color="auto"/>
          </w:divBdr>
        </w:div>
        <w:div w:id="389621567">
          <w:marLeft w:val="0"/>
          <w:marRight w:val="0"/>
          <w:marTop w:val="0"/>
          <w:marBottom w:val="0"/>
          <w:divBdr>
            <w:top w:val="none" w:sz="0" w:space="0" w:color="auto"/>
            <w:left w:val="none" w:sz="0" w:space="0" w:color="auto"/>
            <w:bottom w:val="none" w:sz="0" w:space="0" w:color="auto"/>
            <w:right w:val="none" w:sz="0" w:space="0" w:color="auto"/>
          </w:divBdr>
        </w:div>
        <w:div w:id="549339811">
          <w:marLeft w:val="0"/>
          <w:marRight w:val="0"/>
          <w:marTop w:val="0"/>
          <w:marBottom w:val="0"/>
          <w:divBdr>
            <w:top w:val="none" w:sz="0" w:space="0" w:color="auto"/>
            <w:left w:val="none" w:sz="0" w:space="0" w:color="auto"/>
            <w:bottom w:val="none" w:sz="0" w:space="0" w:color="auto"/>
            <w:right w:val="none" w:sz="0" w:space="0" w:color="auto"/>
          </w:divBdr>
        </w:div>
        <w:div w:id="852457587">
          <w:marLeft w:val="0"/>
          <w:marRight w:val="0"/>
          <w:marTop w:val="0"/>
          <w:marBottom w:val="0"/>
          <w:divBdr>
            <w:top w:val="none" w:sz="0" w:space="0" w:color="auto"/>
            <w:left w:val="none" w:sz="0" w:space="0" w:color="auto"/>
            <w:bottom w:val="none" w:sz="0" w:space="0" w:color="auto"/>
            <w:right w:val="none" w:sz="0" w:space="0" w:color="auto"/>
          </w:divBdr>
        </w:div>
        <w:div w:id="886645517">
          <w:marLeft w:val="0"/>
          <w:marRight w:val="0"/>
          <w:marTop w:val="0"/>
          <w:marBottom w:val="0"/>
          <w:divBdr>
            <w:top w:val="none" w:sz="0" w:space="0" w:color="auto"/>
            <w:left w:val="none" w:sz="0" w:space="0" w:color="auto"/>
            <w:bottom w:val="none" w:sz="0" w:space="0" w:color="auto"/>
            <w:right w:val="none" w:sz="0" w:space="0" w:color="auto"/>
          </w:divBdr>
        </w:div>
        <w:div w:id="1167525399">
          <w:marLeft w:val="0"/>
          <w:marRight w:val="0"/>
          <w:marTop w:val="0"/>
          <w:marBottom w:val="0"/>
          <w:divBdr>
            <w:top w:val="none" w:sz="0" w:space="0" w:color="auto"/>
            <w:left w:val="none" w:sz="0" w:space="0" w:color="auto"/>
            <w:bottom w:val="none" w:sz="0" w:space="0" w:color="auto"/>
            <w:right w:val="none" w:sz="0" w:space="0" w:color="auto"/>
          </w:divBdr>
        </w:div>
        <w:div w:id="1296375004">
          <w:marLeft w:val="0"/>
          <w:marRight w:val="0"/>
          <w:marTop w:val="0"/>
          <w:marBottom w:val="0"/>
          <w:divBdr>
            <w:top w:val="none" w:sz="0" w:space="0" w:color="auto"/>
            <w:left w:val="none" w:sz="0" w:space="0" w:color="auto"/>
            <w:bottom w:val="none" w:sz="0" w:space="0" w:color="auto"/>
            <w:right w:val="none" w:sz="0" w:space="0" w:color="auto"/>
          </w:divBdr>
        </w:div>
        <w:div w:id="1584803503">
          <w:marLeft w:val="0"/>
          <w:marRight w:val="0"/>
          <w:marTop w:val="0"/>
          <w:marBottom w:val="0"/>
          <w:divBdr>
            <w:top w:val="none" w:sz="0" w:space="0" w:color="auto"/>
            <w:left w:val="none" w:sz="0" w:space="0" w:color="auto"/>
            <w:bottom w:val="none" w:sz="0" w:space="0" w:color="auto"/>
            <w:right w:val="none" w:sz="0" w:space="0" w:color="auto"/>
          </w:divBdr>
        </w:div>
      </w:divsChild>
    </w:div>
    <w:div w:id="1986162051">
      <w:bodyDiv w:val="1"/>
      <w:marLeft w:val="0"/>
      <w:marRight w:val="0"/>
      <w:marTop w:val="0"/>
      <w:marBottom w:val="0"/>
      <w:divBdr>
        <w:top w:val="none" w:sz="0" w:space="0" w:color="auto"/>
        <w:left w:val="none" w:sz="0" w:space="0" w:color="auto"/>
        <w:bottom w:val="none" w:sz="0" w:space="0" w:color="auto"/>
        <w:right w:val="none" w:sz="0" w:space="0" w:color="auto"/>
      </w:divBdr>
      <w:divsChild>
        <w:div w:id="398594324">
          <w:marLeft w:val="0"/>
          <w:marRight w:val="0"/>
          <w:marTop w:val="0"/>
          <w:marBottom w:val="0"/>
          <w:divBdr>
            <w:top w:val="none" w:sz="0" w:space="0" w:color="auto"/>
            <w:left w:val="none" w:sz="0" w:space="0" w:color="auto"/>
            <w:bottom w:val="none" w:sz="0" w:space="0" w:color="auto"/>
            <w:right w:val="none" w:sz="0" w:space="0" w:color="auto"/>
          </w:divBdr>
        </w:div>
        <w:div w:id="886069821">
          <w:marLeft w:val="0"/>
          <w:marRight w:val="0"/>
          <w:marTop w:val="0"/>
          <w:marBottom w:val="0"/>
          <w:divBdr>
            <w:top w:val="none" w:sz="0" w:space="0" w:color="auto"/>
            <w:left w:val="none" w:sz="0" w:space="0" w:color="auto"/>
            <w:bottom w:val="none" w:sz="0" w:space="0" w:color="auto"/>
            <w:right w:val="none" w:sz="0" w:space="0" w:color="auto"/>
          </w:divBdr>
        </w:div>
        <w:div w:id="1891529083">
          <w:marLeft w:val="0"/>
          <w:marRight w:val="0"/>
          <w:marTop w:val="0"/>
          <w:marBottom w:val="0"/>
          <w:divBdr>
            <w:top w:val="none" w:sz="0" w:space="0" w:color="auto"/>
            <w:left w:val="none" w:sz="0" w:space="0" w:color="auto"/>
            <w:bottom w:val="none" w:sz="0" w:space="0" w:color="auto"/>
            <w:right w:val="none" w:sz="0" w:space="0" w:color="auto"/>
          </w:divBdr>
        </w:div>
      </w:divsChild>
    </w:div>
    <w:div w:id="1989507526">
      <w:bodyDiv w:val="1"/>
      <w:marLeft w:val="0"/>
      <w:marRight w:val="0"/>
      <w:marTop w:val="0"/>
      <w:marBottom w:val="0"/>
      <w:divBdr>
        <w:top w:val="none" w:sz="0" w:space="0" w:color="auto"/>
        <w:left w:val="none" w:sz="0" w:space="0" w:color="auto"/>
        <w:bottom w:val="none" w:sz="0" w:space="0" w:color="auto"/>
        <w:right w:val="none" w:sz="0" w:space="0" w:color="auto"/>
      </w:divBdr>
      <w:divsChild>
        <w:div w:id="98067640">
          <w:marLeft w:val="0"/>
          <w:marRight w:val="0"/>
          <w:marTop w:val="0"/>
          <w:marBottom w:val="0"/>
          <w:divBdr>
            <w:top w:val="none" w:sz="0" w:space="0" w:color="auto"/>
            <w:left w:val="none" w:sz="0" w:space="0" w:color="auto"/>
            <w:bottom w:val="none" w:sz="0" w:space="0" w:color="auto"/>
            <w:right w:val="none" w:sz="0" w:space="0" w:color="auto"/>
          </w:divBdr>
        </w:div>
        <w:div w:id="748968820">
          <w:marLeft w:val="0"/>
          <w:marRight w:val="0"/>
          <w:marTop w:val="0"/>
          <w:marBottom w:val="0"/>
          <w:divBdr>
            <w:top w:val="none" w:sz="0" w:space="0" w:color="auto"/>
            <w:left w:val="none" w:sz="0" w:space="0" w:color="auto"/>
            <w:bottom w:val="none" w:sz="0" w:space="0" w:color="auto"/>
            <w:right w:val="none" w:sz="0" w:space="0" w:color="auto"/>
          </w:divBdr>
        </w:div>
        <w:div w:id="1070422077">
          <w:marLeft w:val="0"/>
          <w:marRight w:val="0"/>
          <w:marTop w:val="0"/>
          <w:marBottom w:val="0"/>
          <w:divBdr>
            <w:top w:val="none" w:sz="0" w:space="0" w:color="auto"/>
            <w:left w:val="none" w:sz="0" w:space="0" w:color="auto"/>
            <w:bottom w:val="none" w:sz="0" w:space="0" w:color="auto"/>
            <w:right w:val="none" w:sz="0" w:space="0" w:color="auto"/>
          </w:divBdr>
        </w:div>
        <w:div w:id="1344749018">
          <w:marLeft w:val="0"/>
          <w:marRight w:val="0"/>
          <w:marTop w:val="0"/>
          <w:marBottom w:val="0"/>
          <w:divBdr>
            <w:top w:val="none" w:sz="0" w:space="0" w:color="auto"/>
            <w:left w:val="none" w:sz="0" w:space="0" w:color="auto"/>
            <w:bottom w:val="none" w:sz="0" w:space="0" w:color="auto"/>
            <w:right w:val="none" w:sz="0" w:space="0" w:color="auto"/>
          </w:divBdr>
        </w:div>
        <w:div w:id="2034069895">
          <w:marLeft w:val="0"/>
          <w:marRight w:val="0"/>
          <w:marTop w:val="0"/>
          <w:marBottom w:val="0"/>
          <w:divBdr>
            <w:top w:val="none" w:sz="0" w:space="0" w:color="auto"/>
            <w:left w:val="none" w:sz="0" w:space="0" w:color="auto"/>
            <w:bottom w:val="none" w:sz="0" w:space="0" w:color="auto"/>
            <w:right w:val="none" w:sz="0" w:space="0" w:color="auto"/>
          </w:divBdr>
        </w:div>
        <w:div w:id="2051492007">
          <w:marLeft w:val="0"/>
          <w:marRight w:val="0"/>
          <w:marTop w:val="0"/>
          <w:marBottom w:val="0"/>
          <w:divBdr>
            <w:top w:val="none" w:sz="0" w:space="0" w:color="auto"/>
            <w:left w:val="none" w:sz="0" w:space="0" w:color="auto"/>
            <w:bottom w:val="none" w:sz="0" w:space="0" w:color="auto"/>
            <w:right w:val="none" w:sz="0" w:space="0" w:color="auto"/>
          </w:divBdr>
        </w:div>
      </w:divsChild>
    </w:div>
    <w:div w:id="1996031755">
      <w:bodyDiv w:val="1"/>
      <w:marLeft w:val="0"/>
      <w:marRight w:val="0"/>
      <w:marTop w:val="0"/>
      <w:marBottom w:val="0"/>
      <w:divBdr>
        <w:top w:val="none" w:sz="0" w:space="0" w:color="auto"/>
        <w:left w:val="none" w:sz="0" w:space="0" w:color="auto"/>
        <w:bottom w:val="none" w:sz="0" w:space="0" w:color="auto"/>
        <w:right w:val="none" w:sz="0" w:space="0" w:color="auto"/>
      </w:divBdr>
      <w:divsChild>
        <w:div w:id="97139159">
          <w:marLeft w:val="0"/>
          <w:marRight w:val="0"/>
          <w:marTop w:val="0"/>
          <w:marBottom w:val="0"/>
          <w:divBdr>
            <w:top w:val="none" w:sz="0" w:space="0" w:color="auto"/>
            <w:left w:val="none" w:sz="0" w:space="0" w:color="auto"/>
            <w:bottom w:val="none" w:sz="0" w:space="0" w:color="auto"/>
            <w:right w:val="none" w:sz="0" w:space="0" w:color="auto"/>
          </w:divBdr>
        </w:div>
        <w:div w:id="154685101">
          <w:marLeft w:val="0"/>
          <w:marRight w:val="0"/>
          <w:marTop w:val="0"/>
          <w:marBottom w:val="0"/>
          <w:divBdr>
            <w:top w:val="none" w:sz="0" w:space="0" w:color="auto"/>
            <w:left w:val="none" w:sz="0" w:space="0" w:color="auto"/>
            <w:bottom w:val="none" w:sz="0" w:space="0" w:color="auto"/>
            <w:right w:val="none" w:sz="0" w:space="0" w:color="auto"/>
          </w:divBdr>
        </w:div>
        <w:div w:id="1327628535">
          <w:marLeft w:val="0"/>
          <w:marRight w:val="0"/>
          <w:marTop w:val="0"/>
          <w:marBottom w:val="0"/>
          <w:divBdr>
            <w:top w:val="none" w:sz="0" w:space="0" w:color="auto"/>
            <w:left w:val="none" w:sz="0" w:space="0" w:color="auto"/>
            <w:bottom w:val="none" w:sz="0" w:space="0" w:color="auto"/>
            <w:right w:val="none" w:sz="0" w:space="0" w:color="auto"/>
          </w:divBdr>
        </w:div>
        <w:div w:id="1856841147">
          <w:marLeft w:val="0"/>
          <w:marRight w:val="0"/>
          <w:marTop w:val="0"/>
          <w:marBottom w:val="0"/>
          <w:divBdr>
            <w:top w:val="none" w:sz="0" w:space="0" w:color="auto"/>
            <w:left w:val="none" w:sz="0" w:space="0" w:color="auto"/>
            <w:bottom w:val="none" w:sz="0" w:space="0" w:color="auto"/>
            <w:right w:val="none" w:sz="0" w:space="0" w:color="auto"/>
          </w:divBdr>
        </w:div>
      </w:divsChild>
    </w:div>
    <w:div w:id="1999533524">
      <w:bodyDiv w:val="1"/>
      <w:marLeft w:val="0"/>
      <w:marRight w:val="0"/>
      <w:marTop w:val="0"/>
      <w:marBottom w:val="0"/>
      <w:divBdr>
        <w:top w:val="none" w:sz="0" w:space="0" w:color="auto"/>
        <w:left w:val="none" w:sz="0" w:space="0" w:color="auto"/>
        <w:bottom w:val="none" w:sz="0" w:space="0" w:color="auto"/>
        <w:right w:val="none" w:sz="0" w:space="0" w:color="auto"/>
      </w:divBdr>
    </w:div>
    <w:div w:id="2003242615">
      <w:bodyDiv w:val="1"/>
      <w:marLeft w:val="0"/>
      <w:marRight w:val="0"/>
      <w:marTop w:val="0"/>
      <w:marBottom w:val="0"/>
      <w:divBdr>
        <w:top w:val="none" w:sz="0" w:space="0" w:color="auto"/>
        <w:left w:val="none" w:sz="0" w:space="0" w:color="auto"/>
        <w:bottom w:val="none" w:sz="0" w:space="0" w:color="auto"/>
        <w:right w:val="none" w:sz="0" w:space="0" w:color="auto"/>
      </w:divBdr>
    </w:div>
    <w:div w:id="2068528844">
      <w:bodyDiv w:val="1"/>
      <w:marLeft w:val="0"/>
      <w:marRight w:val="0"/>
      <w:marTop w:val="0"/>
      <w:marBottom w:val="0"/>
      <w:divBdr>
        <w:top w:val="none" w:sz="0" w:space="0" w:color="auto"/>
        <w:left w:val="none" w:sz="0" w:space="0" w:color="auto"/>
        <w:bottom w:val="none" w:sz="0" w:space="0" w:color="auto"/>
        <w:right w:val="none" w:sz="0" w:space="0" w:color="auto"/>
      </w:divBdr>
      <w:divsChild>
        <w:div w:id="1153762523">
          <w:marLeft w:val="0"/>
          <w:marRight w:val="0"/>
          <w:marTop w:val="0"/>
          <w:marBottom w:val="0"/>
          <w:divBdr>
            <w:top w:val="none" w:sz="0" w:space="0" w:color="auto"/>
            <w:left w:val="none" w:sz="0" w:space="0" w:color="auto"/>
            <w:bottom w:val="none" w:sz="0" w:space="0" w:color="auto"/>
            <w:right w:val="none" w:sz="0" w:space="0" w:color="auto"/>
          </w:divBdr>
        </w:div>
        <w:div w:id="1528640568">
          <w:marLeft w:val="0"/>
          <w:marRight w:val="0"/>
          <w:marTop w:val="0"/>
          <w:marBottom w:val="0"/>
          <w:divBdr>
            <w:top w:val="none" w:sz="0" w:space="0" w:color="auto"/>
            <w:left w:val="none" w:sz="0" w:space="0" w:color="auto"/>
            <w:bottom w:val="none" w:sz="0" w:space="0" w:color="auto"/>
            <w:right w:val="none" w:sz="0" w:space="0" w:color="auto"/>
          </w:divBdr>
        </w:div>
        <w:div w:id="1631282355">
          <w:marLeft w:val="0"/>
          <w:marRight w:val="0"/>
          <w:marTop w:val="0"/>
          <w:marBottom w:val="0"/>
          <w:divBdr>
            <w:top w:val="none" w:sz="0" w:space="0" w:color="auto"/>
            <w:left w:val="none" w:sz="0" w:space="0" w:color="auto"/>
            <w:bottom w:val="none" w:sz="0" w:space="0" w:color="auto"/>
            <w:right w:val="none" w:sz="0" w:space="0" w:color="auto"/>
          </w:divBdr>
        </w:div>
        <w:div w:id="1815679110">
          <w:marLeft w:val="0"/>
          <w:marRight w:val="0"/>
          <w:marTop w:val="0"/>
          <w:marBottom w:val="0"/>
          <w:divBdr>
            <w:top w:val="none" w:sz="0" w:space="0" w:color="auto"/>
            <w:left w:val="none" w:sz="0" w:space="0" w:color="auto"/>
            <w:bottom w:val="none" w:sz="0" w:space="0" w:color="auto"/>
            <w:right w:val="none" w:sz="0" w:space="0" w:color="auto"/>
          </w:divBdr>
        </w:div>
      </w:divsChild>
    </w:div>
    <w:div w:id="2087729838">
      <w:bodyDiv w:val="1"/>
      <w:marLeft w:val="0"/>
      <w:marRight w:val="0"/>
      <w:marTop w:val="0"/>
      <w:marBottom w:val="0"/>
      <w:divBdr>
        <w:top w:val="none" w:sz="0" w:space="0" w:color="auto"/>
        <w:left w:val="none" w:sz="0" w:space="0" w:color="auto"/>
        <w:bottom w:val="none" w:sz="0" w:space="0" w:color="auto"/>
        <w:right w:val="none" w:sz="0" w:space="0" w:color="auto"/>
      </w:divBdr>
    </w:div>
    <w:div w:id="2099401021">
      <w:bodyDiv w:val="1"/>
      <w:marLeft w:val="0"/>
      <w:marRight w:val="0"/>
      <w:marTop w:val="0"/>
      <w:marBottom w:val="0"/>
      <w:divBdr>
        <w:top w:val="none" w:sz="0" w:space="0" w:color="auto"/>
        <w:left w:val="none" w:sz="0" w:space="0" w:color="auto"/>
        <w:bottom w:val="none" w:sz="0" w:space="0" w:color="auto"/>
        <w:right w:val="none" w:sz="0" w:space="0" w:color="auto"/>
      </w:divBdr>
      <w:divsChild>
        <w:div w:id="5640004">
          <w:marLeft w:val="0"/>
          <w:marRight w:val="0"/>
          <w:marTop w:val="0"/>
          <w:marBottom w:val="0"/>
          <w:divBdr>
            <w:top w:val="none" w:sz="0" w:space="0" w:color="auto"/>
            <w:left w:val="none" w:sz="0" w:space="0" w:color="auto"/>
            <w:bottom w:val="none" w:sz="0" w:space="0" w:color="auto"/>
            <w:right w:val="none" w:sz="0" w:space="0" w:color="auto"/>
          </w:divBdr>
        </w:div>
        <w:div w:id="350842974">
          <w:marLeft w:val="0"/>
          <w:marRight w:val="0"/>
          <w:marTop w:val="0"/>
          <w:marBottom w:val="0"/>
          <w:divBdr>
            <w:top w:val="none" w:sz="0" w:space="0" w:color="auto"/>
            <w:left w:val="none" w:sz="0" w:space="0" w:color="auto"/>
            <w:bottom w:val="none" w:sz="0" w:space="0" w:color="auto"/>
            <w:right w:val="none" w:sz="0" w:space="0" w:color="auto"/>
          </w:divBdr>
        </w:div>
        <w:div w:id="368262740">
          <w:marLeft w:val="0"/>
          <w:marRight w:val="0"/>
          <w:marTop w:val="0"/>
          <w:marBottom w:val="0"/>
          <w:divBdr>
            <w:top w:val="none" w:sz="0" w:space="0" w:color="auto"/>
            <w:left w:val="none" w:sz="0" w:space="0" w:color="auto"/>
            <w:bottom w:val="none" w:sz="0" w:space="0" w:color="auto"/>
            <w:right w:val="none" w:sz="0" w:space="0" w:color="auto"/>
          </w:divBdr>
        </w:div>
        <w:div w:id="887572192">
          <w:marLeft w:val="0"/>
          <w:marRight w:val="0"/>
          <w:marTop w:val="0"/>
          <w:marBottom w:val="0"/>
          <w:divBdr>
            <w:top w:val="none" w:sz="0" w:space="0" w:color="auto"/>
            <w:left w:val="none" w:sz="0" w:space="0" w:color="auto"/>
            <w:bottom w:val="none" w:sz="0" w:space="0" w:color="auto"/>
            <w:right w:val="none" w:sz="0" w:space="0" w:color="auto"/>
          </w:divBdr>
        </w:div>
        <w:div w:id="1039210806">
          <w:marLeft w:val="0"/>
          <w:marRight w:val="0"/>
          <w:marTop w:val="0"/>
          <w:marBottom w:val="0"/>
          <w:divBdr>
            <w:top w:val="none" w:sz="0" w:space="0" w:color="auto"/>
            <w:left w:val="none" w:sz="0" w:space="0" w:color="auto"/>
            <w:bottom w:val="none" w:sz="0" w:space="0" w:color="auto"/>
            <w:right w:val="none" w:sz="0" w:space="0" w:color="auto"/>
          </w:divBdr>
        </w:div>
        <w:div w:id="1111709842">
          <w:marLeft w:val="0"/>
          <w:marRight w:val="0"/>
          <w:marTop w:val="0"/>
          <w:marBottom w:val="0"/>
          <w:divBdr>
            <w:top w:val="none" w:sz="0" w:space="0" w:color="auto"/>
            <w:left w:val="none" w:sz="0" w:space="0" w:color="auto"/>
            <w:bottom w:val="none" w:sz="0" w:space="0" w:color="auto"/>
            <w:right w:val="none" w:sz="0" w:space="0" w:color="auto"/>
          </w:divBdr>
        </w:div>
        <w:div w:id="1233933822">
          <w:marLeft w:val="0"/>
          <w:marRight w:val="0"/>
          <w:marTop w:val="0"/>
          <w:marBottom w:val="0"/>
          <w:divBdr>
            <w:top w:val="none" w:sz="0" w:space="0" w:color="auto"/>
            <w:left w:val="none" w:sz="0" w:space="0" w:color="auto"/>
            <w:bottom w:val="none" w:sz="0" w:space="0" w:color="auto"/>
            <w:right w:val="none" w:sz="0" w:space="0" w:color="auto"/>
          </w:divBdr>
        </w:div>
      </w:divsChild>
    </w:div>
    <w:div w:id="2112893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B86D99-DB6E-4A90-BBB4-978F6AC77DF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B075AFA-FDF2-484F-AB89-D1E124987306}">
  <ds:schemaRefs>
    <ds:schemaRef ds:uri="http://schemas.microsoft.com/sharepoint/v3/contenttype/forms"/>
  </ds:schemaRefs>
</ds:datastoreItem>
</file>

<file path=customXml/itemProps3.xml><?xml version="1.0" encoding="utf-8"?>
<ds:datastoreItem xmlns:ds="http://schemas.openxmlformats.org/officeDocument/2006/customXml" ds:itemID="{96B1A33D-2FE4-4D1C-9C0D-19203D7000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99B6851-3C2A-4621-AFF4-175C38F83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0</TotalTime>
  <Pages>17</Pages>
  <Words>6999</Words>
  <Characters>39899</Characters>
  <Application>Microsoft Office Word</Application>
  <DocSecurity>0</DocSecurity>
  <Lines>332</Lines>
  <Paragraphs>93</Paragraphs>
  <ScaleCrop>false</ScaleCrop>
  <HeadingPairs>
    <vt:vector size="6" baseType="variant">
      <vt:variant>
        <vt:lpstr>Titolo</vt:lpstr>
      </vt:variant>
      <vt:variant>
        <vt:i4>1</vt:i4>
      </vt:variant>
      <vt:variant>
        <vt:lpstr>Title</vt:lpstr>
      </vt:variant>
      <vt:variant>
        <vt:i4>1</vt:i4>
      </vt:variant>
      <vt:variant>
        <vt:lpstr>Titre</vt:lpstr>
      </vt:variant>
      <vt:variant>
        <vt:i4>1</vt:i4>
      </vt:variant>
    </vt:vector>
  </HeadingPairs>
  <TitlesOfParts>
    <vt:vector size="3" baseType="lpstr">
      <vt:lpstr>ECE/TRANS/WP.29/GRSG/96</vt:lpstr>
      <vt:lpstr>ECE/TRANS/WP.29/GRSG/96</vt:lpstr>
      <vt:lpstr>1720406</vt:lpstr>
    </vt:vector>
  </TitlesOfParts>
  <Company>CSD</Company>
  <LinksUpToDate>false</LinksUpToDate>
  <CharactersWithSpaces>46805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ECE/TRANS/WP.29/GRSG/96</dc:title>
  <dc:subject>1920666</dc:subject>
  <dc:creator>Generic Pdf eng</dc:creator>
  <cp:lastModifiedBy>Benedicte Boudol</cp:lastModifiedBy>
  <cp:revision>3</cp:revision>
  <cp:lastPrinted>2020-12-11T15:21:00Z</cp:lastPrinted>
  <dcterms:created xsi:type="dcterms:W3CDTF">2020-12-14T09:44:00Z</dcterms:created>
  <dcterms:modified xsi:type="dcterms:W3CDTF">2020-12-14T10:00:00Z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Order">
    <vt:r8>4493800</vt:r8>
  </property>
</Properties>
</file>