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FA5F04" w14:paraId="5EC67BEE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E5A68A3" w14:textId="77777777" w:rsidR="002D5AAC" w:rsidRPr="008C1A9B" w:rsidRDefault="002D5AAC" w:rsidP="00FA5F0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0D6CF5A8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2818E99A" w14:textId="77777777" w:rsidR="00FA5F04" w:rsidRPr="00FA5F04" w:rsidRDefault="00FA5F04" w:rsidP="00FA5F04">
            <w:pPr>
              <w:jc w:val="right"/>
              <w:rPr>
                <w:lang w:val="en-US"/>
              </w:rPr>
            </w:pPr>
            <w:r w:rsidRPr="00FA5F04">
              <w:rPr>
                <w:sz w:val="40"/>
                <w:lang w:val="en-US"/>
              </w:rPr>
              <w:t>E</w:t>
            </w:r>
            <w:r w:rsidRPr="00FA5F04">
              <w:rPr>
                <w:lang w:val="en-US"/>
              </w:rPr>
              <w:t>/ECE/324/Rev.1/Add.36/Rev.7/Amend.10</w:t>
            </w:r>
            <w:r w:rsidRPr="00FA5F04">
              <w:rPr>
                <w:rFonts w:cs="Times New Roman"/>
                <w:lang w:val="en-US"/>
              </w:rPr>
              <w:t>−</w:t>
            </w:r>
            <w:r w:rsidRPr="00FA5F04">
              <w:rPr>
                <w:sz w:val="40"/>
                <w:lang w:val="en-US"/>
              </w:rPr>
              <w:t>E</w:t>
            </w:r>
            <w:r w:rsidRPr="00FA5F04">
              <w:rPr>
                <w:lang w:val="en-US"/>
              </w:rPr>
              <w:t>/ECE/TRANS/505/Rev.1/Add.36/Rev.7/Amend.10</w:t>
            </w:r>
          </w:p>
        </w:tc>
      </w:tr>
      <w:tr w:rsidR="002D5AAC" w:rsidRPr="009D084C" w14:paraId="0F2EBEC5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7F8D4222" w14:textId="77777777" w:rsidR="002D5AAC" w:rsidRPr="00FA5F04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692F0909" w14:textId="77777777" w:rsidR="002D5AAC" w:rsidRPr="00FA5F04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4C7A93AF" w14:textId="77777777" w:rsidR="002D5AAC" w:rsidRDefault="002D5AAC" w:rsidP="00FA5F04">
            <w:pPr>
              <w:spacing w:before="120"/>
              <w:rPr>
                <w:szCs w:val="20"/>
                <w:lang w:val="en-US"/>
              </w:rPr>
            </w:pPr>
          </w:p>
          <w:p w14:paraId="15806C41" w14:textId="77777777" w:rsidR="00FA5F04" w:rsidRDefault="00FA5F04" w:rsidP="00FA5F04">
            <w:pPr>
              <w:spacing w:before="120"/>
              <w:rPr>
                <w:szCs w:val="20"/>
                <w:lang w:val="en-US"/>
              </w:rPr>
            </w:pPr>
          </w:p>
          <w:p w14:paraId="7AC5BE9E" w14:textId="77777777" w:rsidR="00FA5F04" w:rsidRPr="009D084C" w:rsidRDefault="00FA5F04" w:rsidP="00745F8C">
            <w:pPr>
              <w:spacing w:before="12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24 June 2019 </w:t>
            </w:r>
          </w:p>
        </w:tc>
      </w:tr>
    </w:tbl>
    <w:p w14:paraId="0F59395A" w14:textId="77777777" w:rsidR="00FA5F04" w:rsidRPr="009A0776" w:rsidRDefault="00FA5F04" w:rsidP="00FA5F04">
      <w:pPr>
        <w:pStyle w:val="HChGR"/>
        <w:spacing w:before="240"/>
      </w:pPr>
      <w:r w:rsidRPr="009A0776">
        <w:tab/>
      </w:r>
      <w:r w:rsidRPr="009A0776">
        <w:tab/>
        <w:t>Соглашение</w:t>
      </w:r>
    </w:p>
    <w:p w14:paraId="6CF9E47F" w14:textId="77777777" w:rsidR="00FA5F04" w:rsidRPr="00F90F71" w:rsidRDefault="00FA5F04" w:rsidP="00FA5F04">
      <w:pPr>
        <w:pStyle w:val="H1GR"/>
        <w:spacing w:before="240" w:line="260" w:lineRule="exact"/>
      </w:pPr>
      <w:r w:rsidRPr="00390654">
        <w:tab/>
      </w:r>
      <w:r w:rsidRPr="00390654">
        <w:tab/>
      </w:r>
      <w:r w:rsidRPr="00FA5F04"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390654">
        <w:rPr>
          <w:b w:val="0"/>
          <w:sz w:val="20"/>
        </w:rPr>
        <w:footnoteReference w:customMarkFollows="1" w:id="1"/>
        <w:t>*</w:t>
      </w:r>
    </w:p>
    <w:p w14:paraId="49BFBBD2" w14:textId="77777777" w:rsidR="00FA5F04" w:rsidRPr="00F90F71" w:rsidRDefault="00FA5F04" w:rsidP="00FA5F04">
      <w:pPr>
        <w:pStyle w:val="SingleTxtGR"/>
        <w:spacing w:line="220" w:lineRule="atLeast"/>
      </w:pPr>
      <w:r w:rsidRPr="006D40F2">
        <w:t>(</w:t>
      </w:r>
      <w:r w:rsidRPr="00FA5F04">
        <w:t>Пересмотр 3, включающий поправки, вступившие в силу 14 сентября 2017 года</w:t>
      </w:r>
      <w:r w:rsidRPr="006D40F2">
        <w:t>)</w:t>
      </w:r>
    </w:p>
    <w:p w14:paraId="5B953F7A" w14:textId="77777777" w:rsidR="00FA5F04" w:rsidRPr="00390654" w:rsidRDefault="00FA5F04" w:rsidP="00FA5F04">
      <w:pPr>
        <w:pStyle w:val="SingleTxtGR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</w:p>
    <w:p w14:paraId="07B12382" w14:textId="77777777" w:rsidR="00FA5F04" w:rsidRPr="00F90F71" w:rsidRDefault="00FA5F04" w:rsidP="00FA5F04">
      <w:pPr>
        <w:pStyle w:val="H1GR"/>
        <w:spacing w:before="300" w:line="260" w:lineRule="exact"/>
      </w:pPr>
      <w:r w:rsidRPr="00F90F71">
        <w:tab/>
      </w:r>
      <w:r w:rsidRPr="00F90F71">
        <w:tab/>
      </w:r>
      <w:r w:rsidRPr="00FA5F04">
        <w:rPr>
          <w:bCs/>
        </w:rPr>
        <w:t>Добавление 36 – Правила № 37 ООН</w:t>
      </w:r>
    </w:p>
    <w:p w14:paraId="31ABF331" w14:textId="77777777" w:rsidR="00FA5F04" w:rsidRPr="00F90F71" w:rsidRDefault="00FA5F04" w:rsidP="00FA5F04">
      <w:pPr>
        <w:pStyle w:val="H1GR"/>
        <w:spacing w:before="240" w:line="260" w:lineRule="exact"/>
      </w:pPr>
      <w:r w:rsidRPr="00F90F71">
        <w:tab/>
      </w:r>
      <w:r w:rsidRPr="00F90F71">
        <w:tab/>
      </w:r>
      <w:r w:rsidRPr="00880B40">
        <w:rPr>
          <w:bCs/>
        </w:rPr>
        <w:tab/>
      </w:r>
      <w:r w:rsidRPr="00FA5F04">
        <w:rPr>
          <w:bCs/>
        </w:rPr>
        <w:t>Пересмотр 7 – Поправка 10</w:t>
      </w:r>
    </w:p>
    <w:p w14:paraId="2C9D64C9" w14:textId="77777777" w:rsidR="00FA5F04" w:rsidRPr="00F90F71" w:rsidRDefault="00FA5F04" w:rsidP="00FA5F04">
      <w:pPr>
        <w:pStyle w:val="SingleTxtGR"/>
        <w:spacing w:after="80" w:line="220" w:lineRule="atLeast"/>
      </w:pPr>
      <w:r w:rsidRPr="00FA5F04">
        <w:t xml:space="preserve">Дополнение 47 к поправкам серии </w:t>
      </w:r>
      <w:r w:rsidR="00E00B5A">
        <w:t>0</w:t>
      </w:r>
      <w:r w:rsidRPr="00FA5F04">
        <w:t>3 − Дата вступления в силу: 28 мая 2019 года</w:t>
      </w:r>
    </w:p>
    <w:p w14:paraId="2D303F86" w14:textId="77777777" w:rsidR="00FA5F04" w:rsidRPr="00F90F71" w:rsidRDefault="00FA5F04" w:rsidP="00FA5F04">
      <w:pPr>
        <w:pStyle w:val="H1GR"/>
        <w:spacing w:before="300" w:line="260" w:lineRule="exact"/>
      </w:pPr>
      <w:r w:rsidRPr="00F90F71">
        <w:tab/>
      </w:r>
      <w:r w:rsidRPr="00F90F71">
        <w:tab/>
      </w:r>
      <w:r w:rsidRPr="00FA5F04">
        <w:rPr>
          <w:bCs/>
        </w:rPr>
        <w:t>Единообразные предписания, касающиеся официального утверждения источников света с нитью накала, предназначенных для использования в официально утвержденных фарах механических транспортных средств и их прицепов</w:t>
      </w:r>
    </w:p>
    <w:p w14:paraId="2F01BC9D" w14:textId="77777777" w:rsidR="00FA5F04" w:rsidRPr="00390654" w:rsidRDefault="00FA5F04" w:rsidP="00FA5F04">
      <w:pPr>
        <w:pStyle w:val="SingleTxtGR"/>
        <w:spacing w:after="80" w:line="220" w:lineRule="atLeast"/>
        <w:rPr>
          <w:w w:val="102"/>
        </w:rPr>
      </w:pPr>
      <w:r w:rsidRPr="00FA5F04">
        <w:rPr>
          <w:w w:val="102"/>
        </w:rP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ECE/TRANS/WP.29/2018/83</w:t>
      </w:r>
      <w:r w:rsidRPr="006D40F2">
        <w:rPr>
          <w:w w:val="102"/>
        </w:rPr>
        <w:t>.</w:t>
      </w:r>
    </w:p>
    <w:p w14:paraId="70ADB111" w14:textId="77777777" w:rsidR="00FA5F04" w:rsidRPr="00390654" w:rsidRDefault="00FA5F04" w:rsidP="00FA5F04">
      <w:pPr>
        <w:pStyle w:val="SingleTxtGR"/>
        <w:spacing w:after="80" w:line="220" w:lineRule="atLeast"/>
        <w:jc w:val="center"/>
        <w:rPr>
          <w:w w:val="102"/>
        </w:rPr>
      </w:pPr>
      <w:r w:rsidRPr="00BB1D27">
        <w:rPr>
          <w:u w:val="single"/>
        </w:rPr>
        <w:tab/>
      </w:r>
      <w:r w:rsidRPr="00BB1D27">
        <w:rPr>
          <w:u w:val="single"/>
        </w:rPr>
        <w:tab/>
      </w:r>
    </w:p>
    <w:p w14:paraId="526ED7CE" w14:textId="77777777" w:rsidR="00FA5F04" w:rsidRDefault="00FA5F04" w:rsidP="00FA5F04">
      <w:pPr>
        <w:pStyle w:val="SingleTxtGR"/>
        <w:spacing w:after="0" w:line="160" w:lineRule="atLeast"/>
        <w:jc w:val="center"/>
        <w:rPr>
          <w:w w:val="102"/>
          <w:lang w:val="en-US"/>
        </w:rPr>
      </w:pPr>
      <w:r w:rsidRPr="008873E8">
        <w:rPr>
          <w:noProof/>
          <w:lang w:eastAsia="ru-RU"/>
        </w:rPr>
        <w:drawing>
          <wp:inline distT="0" distB="0" distL="0" distR="0" wp14:anchorId="6B99FCFD" wp14:editId="0D8B561F">
            <wp:extent cx="967323" cy="792832"/>
            <wp:effectExtent l="0" t="0" r="4445" b="762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139" cy="798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9D2C8" w14:textId="77777777" w:rsidR="00FA5F04" w:rsidRPr="00F200F5" w:rsidRDefault="00FA5F04" w:rsidP="00FA5F04">
      <w:pPr>
        <w:pStyle w:val="SingleTxtGR"/>
        <w:spacing w:after="0"/>
        <w:jc w:val="center"/>
        <w:rPr>
          <w:w w:val="102"/>
        </w:rPr>
      </w:pPr>
      <w:r w:rsidRPr="008873E8">
        <w:rPr>
          <w:b/>
          <w:bCs/>
        </w:rPr>
        <w:t>ОРГАНИЗАЦИЯ ОБЪЕДИНЕННЫХ НАЦИЙ</w:t>
      </w:r>
    </w:p>
    <w:p w14:paraId="6DF7E712" w14:textId="77777777" w:rsidR="00FA5F04" w:rsidRPr="00FA5F04" w:rsidRDefault="00FA5F04" w:rsidP="00FA5F04">
      <w:pPr>
        <w:pStyle w:val="SingleTxtGR"/>
        <w:rPr>
          <w:bCs/>
        </w:rPr>
      </w:pPr>
      <w:r w:rsidRPr="00FA5F04">
        <w:rPr>
          <w:i/>
          <w:iCs/>
        </w:rPr>
        <w:lastRenderedPageBreak/>
        <w:t>Пункт 2.4.2</w:t>
      </w:r>
      <w:r w:rsidRPr="00FA5F04">
        <w:t xml:space="preserve"> изменить следующим образом:</w:t>
      </w:r>
    </w:p>
    <w:p w14:paraId="5A688205" w14:textId="77777777" w:rsidR="00FA5F04" w:rsidRPr="00FA5F04" w:rsidRDefault="00FA5F04" w:rsidP="00FA5F04">
      <w:pPr>
        <w:pStyle w:val="SingleTxtGR"/>
        <w:tabs>
          <w:tab w:val="clear" w:pos="1701"/>
        </w:tabs>
        <w:ind w:left="2268" w:hanging="1134"/>
        <w:rPr>
          <w:bCs/>
        </w:rPr>
      </w:pPr>
      <w:r w:rsidRPr="00FA5F04">
        <w:t xml:space="preserve">«2.4.2 </w:t>
      </w:r>
      <w:r w:rsidRPr="00FA5F04">
        <w:tab/>
        <w:t>Каждому официально утвержденному типу присваивается код официального утверждения. Этот код официального утверждения составляет сегмент 3 номера официального утверждения</w:t>
      </w:r>
      <w:r w:rsidRPr="00FA5F04">
        <w:rPr>
          <w:sz w:val="18"/>
          <w:szCs w:val="18"/>
          <w:vertAlign w:val="superscript"/>
        </w:rPr>
        <w:t>3</w:t>
      </w:r>
      <w:r w:rsidRPr="00FA5F04">
        <w:t>. Одна и та же Договаривающаяся сторона не может присвоить этот код другому типу источников света с нитью накала. В соответствии с настоящими Правилами Стороны Соглашения, применяющие настоящие Правила, уведомляются об официальном утверждении, распространении официального утверждения, отказе в официальном утверждении, отмене официального утверждения или окончательном прекращении производства типа источника света с нитью накала посредством карточки, соответствующей образцу, приведенному в приложении 2 к настоящим Правилам, и чертежа, представляемого подателем заявки на официальное утверждение в формате, не превышающем А4 (210 × 297</w:t>
      </w:r>
      <w:r w:rsidR="001742B0">
        <w:t> </w:t>
      </w:r>
      <w:bookmarkStart w:id="0" w:name="_GoBack"/>
      <w:bookmarkEnd w:id="0"/>
      <w:r w:rsidRPr="00FA5F04">
        <w:t>мм), и в масштабе не менее 2:1. По желанию подателя заявки один и тот же номер официального утверждения (и один и тот же соответствующий код официального утверждения) может быть присвоен источнику света с нитью накала, излучающему белый свет, и источнику света с нитью накала, излучающему селективный желтый свет (см. пункт 2.1.2.3)».</w:t>
      </w:r>
    </w:p>
    <w:p w14:paraId="7650CF28" w14:textId="77777777" w:rsidR="00FA5F04" w:rsidRPr="00FA5F04" w:rsidRDefault="00FA5F04" w:rsidP="00FA5F04">
      <w:pPr>
        <w:pStyle w:val="SingleTxtGR"/>
      </w:pPr>
      <w:r w:rsidRPr="00FA5F04">
        <w:rPr>
          <w:i/>
          <w:iCs/>
        </w:rPr>
        <w:t>Сноску 3</w:t>
      </w:r>
      <w:r w:rsidRPr="00FA5F04">
        <w:t xml:space="preserve"> изменить следующим образом:</w:t>
      </w:r>
    </w:p>
    <w:p w14:paraId="15282D77" w14:textId="77777777" w:rsidR="00FA5F04" w:rsidRPr="00FA5F04" w:rsidRDefault="00FA5F04" w:rsidP="00FA5F04">
      <w:pPr>
        <w:pStyle w:val="ad"/>
      </w:pPr>
      <w:r w:rsidRPr="00FA5F04">
        <w:tab/>
        <w:t>«</w:t>
      </w:r>
      <w:r w:rsidRPr="00FA5F04">
        <w:rPr>
          <w:vertAlign w:val="superscript"/>
        </w:rPr>
        <w:t>3</w:t>
      </w:r>
      <w:r w:rsidRPr="00FA5F04">
        <w:tab/>
        <w:t>Соглашение 1958 года, Пересмотр 3, приложение 4 (E/ECE/TRANS/505/Rev.3)».</w:t>
      </w:r>
    </w:p>
    <w:p w14:paraId="4164F27E" w14:textId="77777777" w:rsidR="00FA5F04" w:rsidRPr="00FA5F04" w:rsidRDefault="00FA5F04" w:rsidP="00FA5F04">
      <w:pPr>
        <w:spacing w:before="120" w:after="120"/>
        <w:ind w:left="2268" w:right="1134" w:hanging="1134"/>
        <w:jc w:val="both"/>
        <w:rPr>
          <w:bCs/>
        </w:rPr>
      </w:pPr>
      <w:r w:rsidRPr="00FA5F04">
        <w:rPr>
          <w:i/>
          <w:iCs/>
        </w:rPr>
        <w:t>Пункт 2.4.4</w:t>
      </w:r>
      <w:r w:rsidRPr="00FA5F04">
        <w:t xml:space="preserve"> изменить следующим образом:</w:t>
      </w:r>
    </w:p>
    <w:p w14:paraId="58B79175" w14:textId="77777777" w:rsidR="00FA5F04" w:rsidRPr="00FA5F04" w:rsidRDefault="00FA5F04" w:rsidP="00FA5F04">
      <w:pPr>
        <w:pStyle w:val="para"/>
        <w:suppressAutoHyphens/>
        <w:rPr>
          <w:bCs/>
          <w:lang w:val="ru-RU"/>
        </w:rPr>
      </w:pPr>
      <w:r w:rsidRPr="00FA5F04">
        <w:rPr>
          <w:lang w:val="ru-RU"/>
        </w:rPr>
        <w:t>«2.4.4</w:t>
      </w:r>
      <w:r w:rsidRPr="00FA5F04">
        <w:rPr>
          <w:lang w:val="ru-RU"/>
        </w:rPr>
        <w:tab/>
        <w:t xml:space="preserve">Если податель заявки получил один и тот же номер официального утверждения (и один и тот же соответствующий код официального утверждения) для различных торговых наименований или товарных знаков, то для выполнения требований пункта 2.3.1.1 достаточно проставить одно или более </w:t>
      </w:r>
      <w:proofErr w:type="gramStart"/>
      <w:r w:rsidRPr="00FA5F04">
        <w:rPr>
          <w:lang w:val="ru-RU"/>
        </w:rPr>
        <w:t>наименований</w:t>
      </w:r>
      <w:proofErr w:type="gramEnd"/>
      <w:r w:rsidRPr="00FA5F04">
        <w:rPr>
          <w:lang w:val="ru-RU"/>
        </w:rPr>
        <w:t xml:space="preserve"> или знаков».</w:t>
      </w:r>
    </w:p>
    <w:p w14:paraId="15540C80" w14:textId="77777777" w:rsidR="00FA5F04" w:rsidRPr="00FA5F04" w:rsidRDefault="00FA5F04" w:rsidP="00FA5F04">
      <w:pPr>
        <w:spacing w:before="120" w:after="120"/>
        <w:ind w:left="2268" w:right="1134" w:hanging="1134"/>
        <w:jc w:val="both"/>
        <w:rPr>
          <w:bCs/>
          <w:i/>
        </w:rPr>
      </w:pPr>
      <w:r w:rsidRPr="00FA5F04">
        <w:rPr>
          <w:i/>
          <w:iCs/>
        </w:rPr>
        <w:t>Приложение 2</w:t>
      </w:r>
      <w:r w:rsidRPr="00FA5F04">
        <w:t xml:space="preserve"> изменить следующим образом:</w:t>
      </w:r>
    </w:p>
    <w:p w14:paraId="5470398E" w14:textId="77777777" w:rsidR="00FA5F04" w:rsidRPr="00FA5F04" w:rsidRDefault="00FA5F04" w:rsidP="00FA5F04">
      <w:pPr>
        <w:tabs>
          <w:tab w:val="right" w:pos="8505"/>
        </w:tabs>
        <w:spacing w:after="240" w:line="240" w:lineRule="auto"/>
        <w:ind w:left="1134"/>
        <w:rPr>
          <w:bCs/>
        </w:rPr>
      </w:pPr>
      <w:r w:rsidRPr="00FA5F04">
        <w:t>«…</w:t>
      </w:r>
    </w:p>
    <w:p w14:paraId="705CD91F" w14:textId="77777777" w:rsidR="00FA5F04" w:rsidRPr="00FA5F04" w:rsidRDefault="00FA5F04" w:rsidP="00FA5F04">
      <w:pPr>
        <w:tabs>
          <w:tab w:val="right" w:pos="8505"/>
        </w:tabs>
        <w:spacing w:after="240" w:line="240" w:lineRule="auto"/>
        <w:ind w:left="1134"/>
      </w:pPr>
      <w:r w:rsidRPr="00FA5F04">
        <w:t>Официальное утверждение №: ...........…….</w:t>
      </w:r>
      <w:r w:rsidRPr="00FA5F04">
        <w:tab/>
        <w:t>Распространение №: ....................….</w:t>
      </w:r>
    </w:p>
    <w:p w14:paraId="3502609D" w14:textId="77777777" w:rsidR="00FA5F04" w:rsidRPr="00FA5F04" w:rsidRDefault="00FA5F04" w:rsidP="00FA5F04">
      <w:pPr>
        <w:tabs>
          <w:tab w:val="right" w:pos="8505"/>
        </w:tabs>
        <w:spacing w:after="240" w:line="240" w:lineRule="auto"/>
        <w:ind w:left="1134"/>
        <w:rPr>
          <w:bCs/>
          <w:sz w:val="24"/>
          <w:szCs w:val="24"/>
        </w:rPr>
      </w:pPr>
      <w:r w:rsidRPr="00FA5F04">
        <w:t>Код официального утверждения................................….</w:t>
      </w:r>
    </w:p>
    <w:p w14:paraId="374145AC" w14:textId="77777777" w:rsidR="00FA5F04" w:rsidRPr="00FA5F04" w:rsidRDefault="00FA5F04" w:rsidP="00FA5F04">
      <w:pPr>
        <w:widowControl w:val="0"/>
        <w:tabs>
          <w:tab w:val="left" w:pos="1701"/>
          <w:tab w:val="right" w:leader="dot" w:pos="8500"/>
        </w:tabs>
        <w:spacing w:after="120"/>
        <w:ind w:left="1100" w:right="1140"/>
        <w:rPr>
          <w:sz w:val="24"/>
          <w:szCs w:val="24"/>
        </w:rPr>
      </w:pPr>
      <w:r w:rsidRPr="00FA5F04">
        <w:t>1.</w:t>
      </w:r>
      <w:r w:rsidRPr="00FA5F04">
        <w:tab/>
        <w:t>Торговое наименование или товарный знак источника света с нитью накала:</w:t>
      </w:r>
      <w:r w:rsidRPr="00FA5F04">
        <w:tab/>
      </w:r>
    </w:p>
    <w:p w14:paraId="5E1A9AC5" w14:textId="77777777" w:rsidR="00FA5F04" w:rsidRPr="00FA5F04" w:rsidRDefault="00FA5F04" w:rsidP="00FA5F04">
      <w:pPr>
        <w:widowControl w:val="0"/>
        <w:tabs>
          <w:tab w:val="left" w:pos="1701"/>
          <w:tab w:val="right" w:leader="dot" w:pos="8500"/>
        </w:tabs>
        <w:spacing w:after="120"/>
        <w:ind w:left="1100" w:right="1140"/>
      </w:pPr>
      <w:r w:rsidRPr="00FA5F04">
        <w:t>2.</w:t>
      </w:r>
      <w:r w:rsidRPr="00FA5F04">
        <w:tab/>
        <w:t>Наименование, присвоенное типу источника света с нитью накала изготовителем:</w:t>
      </w:r>
      <w:r w:rsidRPr="00FA5F04">
        <w:tab/>
      </w:r>
    </w:p>
    <w:p w14:paraId="3DB055C0" w14:textId="77777777" w:rsidR="00FA5F04" w:rsidRPr="00FA5F04" w:rsidRDefault="00FA5F04" w:rsidP="00FA5F04">
      <w:pPr>
        <w:widowControl w:val="0"/>
        <w:tabs>
          <w:tab w:val="left" w:pos="1701"/>
          <w:tab w:val="right" w:leader="dot" w:pos="8500"/>
        </w:tabs>
        <w:spacing w:after="120"/>
        <w:ind w:left="1100" w:right="1140"/>
      </w:pPr>
      <w:r w:rsidRPr="00FA5F04">
        <w:t>3.</w:t>
      </w:r>
      <w:r w:rsidRPr="00FA5F04">
        <w:tab/>
        <w:t>Наименование и адрес изготовителя:</w:t>
      </w:r>
      <w:r w:rsidRPr="00FA5F04">
        <w:tab/>
      </w:r>
    </w:p>
    <w:p w14:paraId="30D68CF4" w14:textId="77777777" w:rsidR="00FA5F04" w:rsidRDefault="00FA5F04" w:rsidP="00FA5F04">
      <w:pPr>
        <w:widowControl w:val="0"/>
        <w:tabs>
          <w:tab w:val="left" w:pos="1701"/>
          <w:tab w:val="right" w:leader="dot" w:pos="8500"/>
        </w:tabs>
        <w:spacing w:after="120"/>
        <w:ind w:left="1100" w:right="1140"/>
      </w:pPr>
      <w:r w:rsidRPr="00FA5F04">
        <w:t>…»</w:t>
      </w:r>
    </w:p>
    <w:p w14:paraId="31EA3D31" w14:textId="77777777" w:rsidR="00FA5F04" w:rsidRDefault="00FA5F04">
      <w:pPr>
        <w:suppressAutoHyphens w:val="0"/>
        <w:spacing w:line="240" w:lineRule="auto"/>
      </w:pPr>
      <w:r>
        <w:br w:type="page"/>
      </w:r>
    </w:p>
    <w:p w14:paraId="023A3E65" w14:textId="77777777" w:rsidR="00FA5F04" w:rsidRPr="00FA5F04" w:rsidRDefault="00FA5F04" w:rsidP="00FA5F04">
      <w:pPr>
        <w:pStyle w:val="SingleTxtGR"/>
      </w:pPr>
      <w:r w:rsidRPr="00FA5F04">
        <w:rPr>
          <w:i/>
          <w:iCs/>
        </w:rPr>
        <w:lastRenderedPageBreak/>
        <w:t>Приложение 3</w:t>
      </w:r>
      <w:r w:rsidRPr="00FA5F04">
        <w:t xml:space="preserve"> изменить следующим образом:</w:t>
      </w:r>
    </w:p>
    <w:p w14:paraId="0F786802" w14:textId="77777777" w:rsidR="00FA5F04" w:rsidRPr="00FA5F04" w:rsidRDefault="00FA5F04" w:rsidP="00FA5F04">
      <w:pPr>
        <w:pStyle w:val="HChG"/>
      </w:pPr>
      <w:r w:rsidRPr="00FA5F04">
        <w:rPr>
          <w:b w:val="0"/>
          <w:szCs w:val="28"/>
        </w:rPr>
        <w:t>«</w:t>
      </w:r>
      <w:r w:rsidRPr="00FA5F04">
        <w:t xml:space="preserve">Приложение 3 </w:t>
      </w:r>
    </w:p>
    <w:p w14:paraId="193ADADD" w14:textId="77777777" w:rsidR="00FA5F04" w:rsidRPr="00FA5F04" w:rsidRDefault="00FA5F04" w:rsidP="00FA5F04">
      <w:pPr>
        <w:pStyle w:val="HChG"/>
      </w:pPr>
      <w:r w:rsidRPr="00FA5F04">
        <w:tab/>
      </w:r>
      <w:r w:rsidRPr="00FA5F04">
        <w:tab/>
        <w:t>Образец схемы знака официального утверждения</w:t>
      </w:r>
    </w:p>
    <w:p w14:paraId="01EB1B5E" w14:textId="77777777" w:rsidR="00FA5F04" w:rsidRPr="00FA5F04" w:rsidRDefault="00FA5F04" w:rsidP="00FA5F04">
      <w:pPr>
        <w:pStyle w:val="SingleTxtGR"/>
      </w:pPr>
      <w:r w:rsidRPr="00FA5F04">
        <w:t>(См. пункт 2.4.3)</w:t>
      </w:r>
    </w:p>
    <w:p w14:paraId="338598C6" w14:textId="77777777" w:rsidR="00FA5F04" w:rsidRPr="00FA5F04" w:rsidRDefault="00FA5F04" w:rsidP="00FA5F04">
      <w:pPr>
        <w:pStyle w:val="SingleTxtGR"/>
      </w:pPr>
      <w:r w:rsidRPr="00FA5F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BC09B5" wp14:editId="33CD465E">
                <wp:simplePos x="0" y="0"/>
                <wp:positionH relativeFrom="column">
                  <wp:posOffset>3387090</wp:posOffset>
                </wp:positionH>
                <wp:positionV relativeFrom="paragraph">
                  <wp:posOffset>890270</wp:posOffset>
                </wp:positionV>
                <wp:extent cx="1051560" cy="17145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BE6885" w14:textId="77777777" w:rsidR="00FA5F04" w:rsidRPr="00F0005B" w:rsidRDefault="00FA5F04" w:rsidP="00FA5F04">
                            <w:pPr>
                              <w:rPr>
                                <w:b/>
                              </w:rPr>
                            </w:pPr>
                            <w:r w:rsidRPr="00F0005B">
                              <w:rPr>
                                <w:b/>
                                <w:lang w:val="en-US"/>
                              </w:rPr>
                              <w:t>a = 2,</w:t>
                            </w:r>
                            <w:r w:rsidRPr="00F0005B">
                              <w:rPr>
                                <w:b/>
                              </w:rPr>
                              <w:t>5 мм мин.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7BC09B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66.7pt;margin-top:70.1pt;width:82.8pt;height:13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" fillcolor="white [3201]" stroked="f" strokeweight=".5pt">
                <v:textbox inset="0,0,0,0">
                  <w:txbxContent>
                    <w:p w14:paraId="26BE6885" w14:textId="77777777" w:rsidR="00FA5F04" w:rsidRPr="00F0005B" w:rsidRDefault="00FA5F04" w:rsidP="00FA5F04">
                      <w:pPr>
                        <w:rPr>
                          <w:b/>
                        </w:rPr>
                      </w:pPr>
                      <w:r w:rsidRPr="00F0005B">
                        <w:rPr>
                          <w:b/>
                          <w:lang w:val="en-US"/>
                        </w:rPr>
                        <w:t>a = 2,</w:t>
                      </w:r>
                      <w:r w:rsidRPr="00F0005B">
                        <w:rPr>
                          <w:b/>
                        </w:rPr>
                        <w:t>5 мм мин.</w:t>
                      </w:r>
                    </w:p>
                  </w:txbxContent>
                </v:textbox>
              </v:shape>
            </w:pict>
          </mc:Fallback>
        </mc:AlternateContent>
      </w:r>
      <w:r w:rsidRPr="00FA5F04">
        <w:rPr>
          <w:bCs/>
          <w:i/>
          <w:noProof/>
          <w:lang w:eastAsia="ru-RU"/>
        </w:rPr>
        <mc:AlternateContent>
          <mc:Choice Requires="wpg">
            <w:drawing>
              <wp:inline distT="0" distB="0" distL="0" distR="0" wp14:anchorId="6511597D" wp14:editId="65A30C57">
                <wp:extent cx="3921125" cy="1478915"/>
                <wp:effectExtent l="38100" t="19050" r="22225" b="64135"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1125" cy="1478915"/>
                          <a:chOff x="0" y="-32425"/>
                          <a:chExt cx="3920073" cy="1477685"/>
                        </a:xfrm>
                      </wpg:grpSpPr>
                      <wps:wsp>
                        <wps:cNvPr id="13" name="Rechte verbindingslijn 13"/>
                        <wps:cNvCnPr/>
                        <wps:spPr>
                          <a:xfrm flipV="1">
                            <a:off x="1283409" y="738018"/>
                            <a:ext cx="1004887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94" name="Groep 194"/>
                        <wpg:cNvGrpSpPr/>
                        <wpg:grpSpPr>
                          <a:xfrm>
                            <a:off x="0" y="-32425"/>
                            <a:ext cx="3920073" cy="1477685"/>
                            <a:chOff x="0" y="-51006"/>
                            <a:chExt cx="3924892" cy="1478168"/>
                          </a:xfrm>
                        </wpg:grpSpPr>
                        <wps:wsp>
                          <wps:cNvPr id="4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5893" y="-51006"/>
                              <a:ext cx="381081" cy="675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D3D8A5" w14:textId="77777777" w:rsidR="00FA5F04" w:rsidRPr="00783716" w:rsidRDefault="00FA5F04" w:rsidP="00FA5F04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108"/>
                                    <w:szCs w:val="108"/>
                                    <w:lang w:val="nl-NL"/>
                                  </w:rPr>
                                </w:pPr>
                                <w:r w:rsidRPr="00783716">
                                  <w:rPr>
                                    <w:rFonts w:asciiTheme="minorHAnsi" w:hAnsiTheme="minorHAnsi" w:cstheme="minorHAnsi"/>
                                    <w:b/>
                                    <w:sz w:val="108"/>
                                    <w:szCs w:val="108"/>
                                    <w:lang w:val="nl-NL"/>
                                  </w:rPr>
                                  <w:t xml:space="preserve">E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7" name="Boog 7"/>
                          <wps:cNvSpPr/>
                          <wps:spPr>
                            <a:xfrm>
                              <a:off x="20748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Boog 8"/>
                          <wps:cNvSpPr/>
                          <wps:spPr>
                            <a:xfrm flipH="1">
                              <a:off x="11604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06082" y="89323"/>
                              <a:ext cx="938868" cy="4620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1EF5EE" w14:textId="77777777" w:rsidR="00FA5F04" w:rsidRPr="00D8192A" w:rsidRDefault="00FA5F04" w:rsidP="00FA5F04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</w:rPr>
                                </w:pPr>
                                <w:r w:rsidRPr="00D8192A"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</w:rPr>
                                  <w:t>0001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4" name="Rechte verbindingslijn 14"/>
                          <wps:cNvCnPr/>
                          <wps:spPr>
                            <a:xfrm flipH="1" flipV="1">
                              <a:off x="0" y="16246"/>
                              <a:ext cx="121570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Rechte verbindingslijn 23"/>
                          <wps:cNvCnPr/>
                          <wps:spPr>
                            <a:xfrm flipH="1" flipV="1">
                              <a:off x="6962" y="731056"/>
                              <a:ext cx="121570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Rechte verbindingslijn 24"/>
                          <wps:cNvCnPr/>
                          <wps:spPr>
                            <a:xfrm flipH="1" flipV="1">
                              <a:off x="1127915" y="1387846"/>
                              <a:ext cx="1296988" cy="793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Rechte verbindingslijn 27"/>
                          <wps:cNvCnPr/>
                          <wps:spPr>
                            <a:xfrm>
                              <a:off x="34812" y="13925"/>
                              <a:ext cx="0" cy="7143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Rechte verbindingslijn 28"/>
                          <wps:cNvCnPr/>
                          <wps:spPr>
                            <a:xfrm>
                              <a:off x="338839" y="178702"/>
                              <a:ext cx="0" cy="417513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Rechte verbindingslijn 25"/>
                          <wps:cNvCnPr/>
                          <wps:spPr>
                            <a:xfrm flipH="1" flipV="1">
                              <a:off x="310989" y="598769"/>
                              <a:ext cx="10223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Rechte verbindingslijn 29"/>
                          <wps:cNvCnPr/>
                          <wps:spPr>
                            <a:xfrm>
                              <a:off x="1130235" y="447917"/>
                              <a:ext cx="0" cy="9620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Rechte verbindingslijn 30"/>
                          <wps:cNvCnPr/>
                          <wps:spPr>
                            <a:xfrm>
                              <a:off x="2425249" y="457200"/>
                              <a:ext cx="0" cy="96996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Rechte verbindingslijn 26"/>
                          <wps:cNvCnPr/>
                          <wps:spPr>
                            <a:xfrm flipH="1" flipV="1">
                              <a:off x="292422" y="178702"/>
                              <a:ext cx="10223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Rechte verbindingslijn 36"/>
                          <wps:cNvCnPr/>
                          <wps:spPr>
                            <a:xfrm>
                              <a:off x="3686817" y="243828"/>
                              <a:ext cx="0" cy="28263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Rechte verbindingslijn 38"/>
                          <wps:cNvCnPr/>
                          <wps:spPr>
                            <a:xfrm flipH="1">
                              <a:off x="3606073" y="243828"/>
                              <a:ext cx="164797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Rechte verbindingslijn 39"/>
                          <wps:cNvCnPr/>
                          <wps:spPr>
                            <a:xfrm flipH="1">
                              <a:off x="3591160" y="526466"/>
                              <a:ext cx="164797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27782" y="219120"/>
                              <a:ext cx="76559" cy="3448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C7B4EC" w14:textId="77777777" w:rsidR="00FA5F04" w:rsidRPr="007C293E" w:rsidRDefault="00FA5F04" w:rsidP="00FA5F04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proofErr w:type="gramStart"/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  <w:proofErr w:type="gramEnd"/>
                              </w:p>
                              <w:p w14:paraId="69749654" w14:textId="77777777" w:rsidR="00FA5F04" w:rsidRPr="007C293E" w:rsidRDefault="00FA5F04" w:rsidP="00FA5F04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0" name="Rechte verbindingslijn 60"/>
                          <wps:cNvCnPr/>
                          <wps:spPr>
                            <a:xfrm flipH="1">
                              <a:off x="3814600" y="386629"/>
                              <a:ext cx="110292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9088" y="194061"/>
                              <a:ext cx="92823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AA45F3" w14:textId="77777777" w:rsidR="00FA5F04" w:rsidRPr="007C293E" w:rsidRDefault="00FA5F04" w:rsidP="00FA5F04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proofErr w:type="gramStart"/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  <w:proofErr w:type="gramEnd"/>
                              </w:p>
                              <w:p w14:paraId="364A2F47" w14:textId="77777777" w:rsidR="00FA5F04" w:rsidRPr="007C293E" w:rsidRDefault="00FA5F04" w:rsidP="00FA5F04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2" name="Rechte verbindingslijn 62"/>
                          <wps:cNvCnPr/>
                          <wps:spPr>
                            <a:xfrm flipH="1">
                              <a:off x="390980" y="366911"/>
                              <a:ext cx="123427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406" y="200073"/>
                              <a:ext cx="225665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583A4A4" w14:textId="77777777" w:rsidR="00FA5F04" w:rsidRPr="007C293E" w:rsidRDefault="00FA5F04" w:rsidP="00FA5F04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2 a</w:t>
                                </w:r>
                              </w:p>
                              <w:p w14:paraId="06501ECB" w14:textId="77777777" w:rsidR="00FA5F04" w:rsidRPr="007C293E" w:rsidRDefault="00FA5F04" w:rsidP="00FA5F04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 xml:space="preserve"> 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3" name="Rechte verbindingslijn 63"/>
                          <wps:cNvCnPr/>
                          <wps:spPr>
                            <a:xfrm flipH="1">
                              <a:off x="66758" y="376339"/>
                              <a:ext cx="181874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9807" y="788321"/>
                              <a:ext cx="1028269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58CE06" w14:textId="77777777" w:rsidR="00FA5F04" w:rsidRPr="007C293E" w:rsidRDefault="00FA5F04" w:rsidP="00FA5F04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proofErr w:type="gramStart"/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  <w:proofErr w:type="gramEnd"/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 xml:space="preserve"> = 2.5 mm min.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4136" y="1182804"/>
                              <a:ext cx="243592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614CB4" w14:textId="77777777" w:rsidR="00FA5F04" w:rsidRPr="007C293E" w:rsidRDefault="00FA5F04" w:rsidP="00FA5F04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proofErr w:type="gramStart"/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9086" y="89323"/>
                              <a:ext cx="524377" cy="5351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27583E" w14:textId="77777777" w:rsidR="00FA5F04" w:rsidRPr="00D44FB6" w:rsidRDefault="00FA5F04" w:rsidP="00FA5F04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  <w:lang w:val="nl-NL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9" name="Rechte verbindingslijn 9"/>
                        <wps:cNvCnPr>
                          <a:stCxn id="8" idx="0"/>
                        </wps:cNvCnPr>
                        <wps:spPr>
                          <a:xfrm>
                            <a:off x="1279000" y="30165"/>
                            <a:ext cx="1011617" cy="464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11597D" id="Groep 214" o:spid="_x0000_s1027" style="width:308.75pt;height:116.45pt;mso-position-horizontal-relative:char;mso-position-vertical-relative:line" coordorigin=",-324" coordsize="39200,14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">
                <v:line id="Rechte verbindingslijn 13" o:spid="_x0000_s1028" style="position:absolute;flip:y;visibility:visible;mso-wrap-style:square" from="12834,7380" to="22882,7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" strokecolor="black [3213]" strokeweight="3pt"/>
                <v:group id="Groep 194" o:spid="_x0000_s1029" style="position:absolute;top:-324;width:39200;height:14776" coordorigin=",-510" coordsize="39248,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Text Box 2" o:spid="_x0000_s1030" type="#_x0000_t202" style="position:absolute;left:13658;top:-510;width:3811;height:6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" stroked="f">
                    <v:textbox inset="0,0,0,0">
                      <w:txbxContent>
                        <w:p w14:paraId="67D3D8A5" w14:textId="77777777" w:rsidR="00FA5F04" w:rsidRPr="00783716" w:rsidRDefault="00FA5F04" w:rsidP="00FA5F04">
                          <w:pPr>
                            <w:rPr>
                              <w:rFonts w:asciiTheme="minorHAnsi" w:hAnsiTheme="minorHAnsi" w:cstheme="minorHAnsi"/>
                              <w:b/>
                              <w:sz w:val="108"/>
                              <w:szCs w:val="108"/>
                              <w:lang w:val="nl-NL"/>
                            </w:rPr>
                          </w:pPr>
                          <w:r w:rsidRPr="00783716">
                            <w:rPr>
                              <w:rFonts w:asciiTheme="minorHAnsi" w:hAnsiTheme="minorHAnsi" w:cstheme="minorHAnsi"/>
                              <w:b/>
                              <w:sz w:val="108"/>
                              <w:szCs w:val="108"/>
                              <w:lang w:val="nl-NL"/>
                            </w:rPr>
                            <w:t xml:space="preserve">E </w:t>
                          </w:r>
                        </w:p>
                      </w:txbxContent>
                    </v:textbox>
                  </v:shape>
                  <v:shape id="Boog 7" o:spid="_x0000_s1031" style="position:absolute;left:20748;width:3200;height:7366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" path="m199840,11585nsc270727,53502,320223,200769,320040,369219v-186,171232,-51621,319582,-124122,357994l160020,368300,199840,11585xem199840,11585nfc270727,53502,320223,200769,320040,369219v-186,171232,-51621,319582,-124122,357994e" filled="f" strokecolor="black [3213]" strokeweight="3pt">
                    <v:path arrowok="t" o:connecttype="custom" o:connectlocs="199840,11585;320040,369219;195918,727213" o:connectangles="0,0,0"/>
                  </v:shape>
                  <v:shape id="Boog 8" o:spid="_x0000_s1032" style="position:absolute;left:11604;width:3200;height:7366;flip:x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" path="m199840,11585nsc270727,53502,320223,200769,320040,369219v-186,171232,-51621,319582,-124122,357994l160020,368300,199840,11585xem199840,11585nfc270727,53502,320223,200769,320040,369219v-186,171232,-51621,319582,-124122,357994e" filled="f" strokecolor="black [3213]" strokeweight="3pt">
                    <v:path arrowok="t" o:connecttype="custom" o:connectlocs="199840,11585;320040,369219;195918,727213" o:connectangles="0,0,0"/>
                  </v:shape>
                  <v:shape id="Text Box 2" o:spid="_x0000_s1033" type="#_x0000_t202" style="position:absolute;left:26060;top:893;width:9389;height:4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" stroked="f">
                    <v:textbox inset="0,0,0,0">
                      <w:txbxContent>
                        <w:p w14:paraId="211EF5EE" w14:textId="77777777" w:rsidR="00FA5F04" w:rsidRPr="00D8192A" w:rsidRDefault="00FA5F04" w:rsidP="00FA5F04">
                          <w:pPr>
                            <w:rPr>
                              <w:rFonts w:asciiTheme="minorHAnsi" w:hAnsiTheme="minorHAnsi" w:cstheme="minorHAnsi"/>
                              <w:b/>
                              <w:sz w:val="72"/>
                            </w:rPr>
                          </w:pPr>
                          <w:r w:rsidRPr="00D8192A">
                            <w:rPr>
                              <w:rFonts w:asciiTheme="minorHAnsi" w:hAnsiTheme="minorHAnsi" w:cstheme="minorHAnsi"/>
                              <w:b/>
                              <w:sz w:val="72"/>
                            </w:rPr>
                            <w:t>0001</w:t>
                          </w:r>
                        </w:p>
                      </w:txbxContent>
                    </v:textbox>
                  </v:shape>
                  <v:line id="Rechte verbindingslijn 14" o:spid="_x0000_s1034" style="position:absolute;flip:x y;visibility:visible;mso-wrap-style:square" from="0,162" to="12157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" strokecolor="black [3213]"/>
                  <v:line id="Rechte verbindingslijn 23" o:spid="_x0000_s1035" style="position:absolute;flip:x y;visibility:visible;mso-wrap-style:square" from="69,7310" to="12226,7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" strokecolor="black [3213]"/>
                  <v:line id="Rechte verbindingslijn 24" o:spid="_x0000_s1036" style="position:absolute;flip:x y;visibility:visible;mso-wrap-style:square" from="11279,13878" to="24249,13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" strokecolor="black [3213]">
                    <v:stroke startarrow="block" endarrow="block"/>
                  </v:line>
                  <v:line id="Rechte verbindingslijn 27" o:spid="_x0000_s1037" style="position:absolute;visibility:visible;mso-wrap-style:square" from="348,139" to="348,7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" strokecolor="black [3213]">
                    <v:stroke startarrow="block" endarrow="block"/>
                  </v:line>
                  <v:line id="Rechte verbindingslijn 28" o:spid="_x0000_s1038" style="position:absolute;visibility:visible;mso-wrap-style:square" from="3388,1787" to="3388,5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" strokecolor="black [3213]">
                    <v:stroke startarrow="block" endarrow="block"/>
                  </v:line>
                  <v:line id="Rechte verbindingslijn 25" o:spid="_x0000_s1039" style="position:absolute;flip:x y;visibility:visible;mso-wrap-style:square" from="3109,5987" to="13333,5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" strokecolor="black [3213]"/>
                  <v:line id="Rechte verbindingslijn 29" o:spid="_x0000_s1040" style="position:absolute;visibility:visible;mso-wrap-style:square" from="11302,4479" to="11302,14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" strokecolor="black [3213]"/>
                  <v:line id="Rechte verbindingslijn 30" o:spid="_x0000_s1041" style="position:absolute;visibility:visible;mso-wrap-style:square" from="24252,4572" to="24252,14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" strokecolor="black [3213]"/>
                  <v:line id="Rechte verbindingslijn 26" o:spid="_x0000_s1042" style="position:absolute;flip:x y;visibility:visible;mso-wrap-style:square" from="2924,1787" to="13147,1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" strokecolor="black [3213]"/>
                  <v:line id="Rechte verbindingslijn 36" o:spid="_x0000_s1043" style="position:absolute;visibility:visible;mso-wrap-style:square" from="36868,2438" to="36868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" strokecolor="black [3213]">
                    <v:stroke startarrow="block" endarrow="block"/>
                  </v:line>
                  <v:line id="Rechte verbindingslijn 38" o:spid="_x0000_s1044" style="position:absolute;flip:x;visibility:visible;mso-wrap-style:square" from="36060,2438" to="37708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" strokecolor="black [3213]"/>
                  <v:line id="Rechte verbindingslijn 39" o:spid="_x0000_s1045" style="position:absolute;flip:x;visibility:visible;mso-wrap-style:square" from="35911,5264" to="37559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" strokecolor="black [3213]"/>
                  <v:shape id="Text Box 2" o:spid="_x0000_s1046" type="#_x0000_t202" style="position:absolute;left:38277;top:2191;width:766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V7YxAAAANsAAAAPAAAAZHJzL2Rvd25yZXYueG1sRI9PawIx&#10;FMTvQr9DeAUvUrMuIr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OXdXtjEAAAA2wAAAA8A&#10;AAAAAAAAAAAAAAAABwIAAGRycy9kb3ducmV2LnhtbFBLBQYAAAAAAwADALcAAAD4AgAAAAA=&#10;" stroked="f">
                    <v:textbox inset="0,0,0,0">
                      <w:txbxContent>
                        <w:p w14:paraId="55C7B4EC" w14:textId="77777777" w:rsidR="00FA5F04" w:rsidRPr="007C293E" w:rsidRDefault="00FA5F04" w:rsidP="00FA5F04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</w:p>
                        <w:p w14:paraId="69749654" w14:textId="77777777" w:rsidR="00FA5F04" w:rsidRPr="007C293E" w:rsidRDefault="00FA5F04" w:rsidP="00FA5F04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3</w:t>
                          </w:r>
                        </w:p>
                      </w:txbxContent>
                    </v:textbox>
                  </v:shape>
                  <v:line id="Rechte verbindingslijn 60" o:spid="_x0000_s1047" style="position:absolute;flip:x;visibility:visible;mso-wrap-style:square" from="38146,3866" to="3924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" strokecolor="black [3213]"/>
                  <v:shape id="Text Box 2" o:spid="_x0000_s1048" type="#_x0000_t202" style="position:absolute;left:4090;top:1940;width:929;height:3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" stroked="f">
                    <v:textbox inset="0,0,0,0">
                      <w:txbxContent>
                        <w:p w14:paraId="03AA45F3" w14:textId="77777777" w:rsidR="00FA5F04" w:rsidRPr="007C293E" w:rsidRDefault="00FA5F04" w:rsidP="00FA5F04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</w:p>
                        <w:p w14:paraId="364A2F47" w14:textId="77777777" w:rsidR="00FA5F04" w:rsidRPr="007C293E" w:rsidRDefault="00FA5F04" w:rsidP="00FA5F04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2</w:t>
                          </w:r>
                        </w:p>
                      </w:txbxContent>
                    </v:textbox>
                  </v:shape>
                  <v:line id="Rechte verbindingslijn 62" o:spid="_x0000_s1049" style="position:absolute;flip:x;visibility:visible;mso-wrap-style:square" from="3909,3669" to="5144,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" strokecolor="black [3213]"/>
                  <v:shape id="Text Box 2" o:spid="_x0000_s1050" type="#_x0000_t202" style="position:absolute;left:714;top:2000;width:2256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" stroked="f">
                    <v:textbox inset="0,0,0,0">
                      <w:txbxContent>
                        <w:p w14:paraId="6583A4A4" w14:textId="77777777" w:rsidR="00FA5F04" w:rsidRPr="007C293E" w:rsidRDefault="00FA5F04" w:rsidP="00FA5F04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2 a</w:t>
                          </w:r>
                        </w:p>
                        <w:p w14:paraId="06501ECB" w14:textId="77777777" w:rsidR="00FA5F04" w:rsidRPr="007C293E" w:rsidRDefault="00FA5F04" w:rsidP="00FA5F04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 xml:space="preserve"> 3</w:t>
                          </w:r>
                        </w:p>
                      </w:txbxContent>
                    </v:textbox>
                  </v:shape>
                  <v:line id="Rechte verbindingslijn 63" o:spid="_x0000_s1051" style="position:absolute;flip:x;visibility:visible;mso-wrap-style:square" from="667,3763" to="2486,3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" strokecolor="black [3213]"/>
                  <v:shape id="Text Box 2" o:spid="_x0000_s1052" type="#_x0000_t202" style="position:absolute;left:26398;top:7883;width:10282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" stroked="f">
                    <v:textbox inset="0,0,0,0">
                      <w:txbxContent>
                        <w:p w14:paraId="5D58CE06" w14:textId="77777777" w:rsidR="00FA5F04" w:rsidRPr="007C293E" w:rsidRDefault="00FA5F04" w:rsidP="00FA5F04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 xml:space="preserve"> = 2.5 mm min.</w:t>
                          </w:r>
                        </w:p>
                      </w:txbxContent>
                    </v:textbox>
                  </v:shape>
                  <v:shape id="Text Box 2" o:spid="_x0000_s1053" type="#_x0000_t202" style="position:absolute;left:16641;top:11828;width:2436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" stroked="f">
                    <v:textbox inset="0,0,0,0">
                      <w:txbxContent>
                        <w:p w14:paraId="09614CB4" w14:textId="77777777" w:rsidR="00FA5F04" w:rsidRPr="007C293E" w:rsidRDefault="00FA5F04" w:rsidP="00FA5F04">
                          <w:pPr>
                            <w:spacing w:line="240" w:lineRule="auto"/>
                            <w:jc w:val="center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proofErr w:type="gramStart"/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 Box 2" o:spid="_x0000_s1054" type="#_x0000_t202" style="position:absolute;left:17290;top:893;width:5244;height:5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" stroked="f">
                    <v:textbox inset="0,0,0,0">
                      <w:txbxContent>
                        <w:p w14:paraId="4327583E" w14:textId="77777777" w:rsidR="00FA5F04" w:rsidRPr="00D44FB6" w:rsidRDefault="00FA5F04" w:rsidP="00FA5F04">
                          <w:pPr>
                            <w:rPr>
                              <w:rFonts w:asciiTheme="minorHAnsi" w:hAnsiTheme="minorHAnsi" w:cstheme="minorHAnsi"/>
                              <w:b/>
                              <w:sz w:val="72"/>
                              <w:lang w:val="nl-NL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sz w:val="72"/>
                              <w:lang w:val="nl-NL"/>
                            </w:rPr>
                            <w:t>11</w:t>
                          </w:r>
                        </w:p>
                      </w:txbxContent>
                    </v:textbox>
                  </v:shape>
                </v:group>
                <v:line id="Rechte verbindingslijn 9" o:spid="_x0000_s1055" style="position:absolute;visibility:visible;mso-wrap-style:square" from="12790,301" to="22906,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" strokecolor="black [3213]" strokeweight="3pt"/>
                <w10:anchorlock/>
              </v:group>
            </w:pict>
          </mc:Fallback>
        </mc:AlternateContent>
      </w:r>
    </w:p>
    <w:p w14:paraId="2742C38B" w14:textId="77777777" w:rsidR="00FA5F04" w:rsidRPr="00FA5F04" w:rsidRDefault="00FA5F04" w:rsidP="00FA5F04">
      <w:pPr>
        <w:pStyle w:val="SingleTxtG"/>
      </w:pPr>
      <w:r w:rsidRPr="00FA5F04">
        <w:tab/>
        <w:t>Приведенный выше знак официального утверждения, проставленный на источнике света с нитью накала, указывает, что данный источник света был официально утвержден в Соединенном Королевстве (E11) под кодом официального утверждения</w:t>
      </w:r>
      <w:r>
        <w:t> </w:t>
      </w:r>
      <w:r w:rsidRPr="00FA5F04">
        <w:t>0001».</w:t>
      </w:r>
    </w:p>
    <w:p w14:paraId="47546D48" w14:textId="77777777" w:rsidR="00FA5F04" w:rsidRPr="00FA5F04" w:rsidRDefault="00FA5F04" w:rsidP="00FA5F04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 w:rsidRPr="00FA5F04">
        <w:rPr>
          <w:u w:val="single"/>
        </w:rPr>
        <w:tab/>
      </w:r>
      <w:r w:rsidRPr="00FA5F04">
        <w:rPr>
          <w:u w:val="single"/>
        </w:rPr>
        <w:tab/>
      </w:r>
      <w:r w:rsidRPr="00FA5F04">
        <w:rPr>
          <w:u w:val="single"/>
        </w:rPr>
        <w:tab/>
      </w:r>
      <w:r>
        <w:rPr>
          <w:u w:val="single"/>
        </w:rPr>
        <w:tab/>
      </w:r>
    </w:p>
    <w:p w14:paraId="0CF14F6E" w14:textId="77777777" w:rsidR="00381C24" w:rsidRPr="00FA5F04" w:rsidRDefault="00381C24" w:rsidP="00FA5F04"/>
    <w:sectPr w:rsidR="00381C24" w:rsidRPr="00FA5F04" w:rsidSect="00FA5F0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99C8E" w14:textId="77777777" w:rsidR="007E696A" w:rsidRPr="00A312BC" w:rsidRDefault="007E696A" w:rsidP="00A312BC"/>
  </w:endnote>
  <w:endnote w:type="continuationSeparator" w:id="0">
    <w:p w14:paraId="42BFCCDF" w14:textId="77777777" w:rsidR="007E696A" w:rsidRPr="00A312BC" w:rsidRDefault="007E696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7FCD0" w14:textId="77777777" w:rsidR="00FA5F04" w:rsidRPr="00FA5F04" w:rsidRDefault="00FA5F04">
    <w:pPr>
      <w:pStyle w:val="a8"/>
    </w:pPr>
    <w:r w:rsidRPr="00FA5F04">
      <w:rPr>
        <w:b/>
        <w:sz w:val="18"/>
      </w:rPr>
      <w:fldChar w:fldCharType="begin"/>
    </w:r>
    <w:r w:rsidRPr="00FA5F04">
      <w:rPr>
        <w:b/>
        <w:sz w:val="18"/>
      </w:rPr>
      <w:instrText xml:space="preserve"> PAGE  \* MERGEFORMAT </w:instrText>
    </w:r>
    <w:r w:rsidRPr="00FA5F04">
      <w:rPr>
        <w:b/>
        <w:sz w:val="18"/>
      </w:rPr>
      <w:fldChar w:fldCharType="separate"/>
    </w:r>
    <w:r w:rsidRPr="00FA5F04">
      <w:rPr>
        <w:b/>
        <w:noProof/>
        <w:sz w:val="18"/>
      </w:rPr>
      <w:t>2</w:t>
    </w:r>
    <w:r w:rsidRPr="00FA5F04">
      <w:rPr>
        <w:b/>
        <w:sz w:val="18"/>
      </w:rPr>
      <w:fldChar w:fldCharType="end"/>
    </w:r>
    <w:r>
      <w:rPr>
        <w:b/>
        <w:sz w:val="18"/>
      </w:rPr>
      <w:tab/>
    </w:r>
    <w:r>
      <w:t>GE.19-10432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F2A36" w14:textId="77777777" w:rsidR="00FA5F04" w:rsidRPr="00FA5F04" w:rsidRDefault="00FA5F04" w:rsidP="00FA5F04">
    <w:pPr>
      <w:pStyle w:val="a8"/>
      <w:tabs>
        <w:tab w:val="clear" w:pos="9639"/>
        <w:tab w:val="right" w:pos="9638"/>
      </w:tabs>
      <w:rPr>
        <w:b/>
        <w:sz w:val="18"/>
      </w:rPr>
    </w:pPr>
    <w:r>
      <w:t>GE.19-10432</w:t>
    </w:r>
    <w:r>
      <w:tab/>
    </w:r>
    <w:r w:rsidRPr="00FA5F04">
      <w:rPr>
        <w:b/>
        <w:sz w:val="18"/>
      </w:rPr>
      <w:fldChar w:fldCharType="begin"/>
    </w:r>
    <w:r w:rsidRPr="00FA5F04">
      <w:rPr>
        <w:b/>
        <w:sz w:val="18"/>
      </w:rPr>
      <w:instrText xml:space="preserve"> PAGE  \* MERGEFORMAT </w:instrText>
    </w:r>
    <w:r w:rsidRPr="00FA5F04">
      <w:rPr>
        <w:b/>
        <w:sz w:val="18"/>
      </w:rPr>
      <w:fldChar w:fldCharType="separate"/>
    </w:r>
    <w:r w:rsidRPr="00FA5F04">
      <w:rPr>
        <w:b/>
        <w:noProof/>
        <w:sz w:val="18"/>
      </w:rPr>
      <w:t>3</w:t>
    </w:r>
    <w:r w:rsidRPr="00FA5F0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0F0B2" w14:textId="77777777" w:rsidR="00042B72" w:rsidRPr="00FA5F04" w:rsidRDefault="00FA5F04" w:rsidP="00FA5F04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B013739" wp14:editId="58B06DD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10432  (</w:t>
    </w:r>
    <w:proofErr w:type="gramEnd"/>
    <w:r>
      <w:t>R)  130919  170919</w:t>
    </w:r>
    <w:r>
      <w:br/>
    </w:r>
    <w:r w:rsidRPr="00FA5F04">
      <w:rPr>
        <w:rFonts w:ascii="C39T30Lfz" w:hAnsi="C39T30Lfz"/>
        <w:kern w:val="14"/>
        <w:sz w:val="56"/>
      </w:rPr>
      <w:t></w:t>
    </w:r>
    <w:r w:rsidRPr="00FA5F04">
      <w:rPr>
        <w:rFonts w:ascii="C39T30Lfz" w:hAnsi="C39T30Lfz"/>
        <w:kern w:val="14"/>
        <w:sz w:val="56"/>
      </w:rPr>
      <w:t></w:t>
    </w:r>
    <w:r w:rsidRPr="00FA5F04">
      <w:rPr>
        <w:rFonts w:ascii="C39T30Lfz" w:hAnsi="C39T30Lfz"/>
        <w:kern w:val="14"/>
        <w:sz w:val="56"/>
      </w:rPr>
      <w:t></w:t>
    </w:r>
    <w:r w:rsidRPr="00FA5F04">
      <w:rPr>
        <w:rFonts w:ascii="C39T30Lfz" w:hAnsi="C39T30Lfz"/>
        <w:kern w:val="14"/>
        <w:sz w:val="56"/>
      </w:rPr>
      <w:t></w:t>
    </w:r>
    <w:r w:rsidRPr="00FA5F04">
      <w:rPr>
        <w:rFonts w:ascii="C39T30Lfz" w:hAnsi="C39T30Lfz"/>
        <w:kern w:val="14"/>
        <w:sz w:val="56"/>
      </w:rPr>
      <w:t></w:t>
    </w:r>
    <w:r w:rsidRPr="00FA5F04">
      <w:rPr>
        <w:rFonts w:ascii="C39T30Lfz" w:hAnsi="C39T30Lfz"/>
        <w:kern w:val="14"/>
        <w:sz w:val="56"/>
      </w:rPr>
      <w:t></w:t>
    </w:r>
    <w:r w:rsidRPr="00FA5F04">
      <w:rPr>
        <w:rFonts w:ascii="C39T30Lfz" w:hAnsi="C39T30Lfz"/>
        <w:kern w:val="14"/>
        <w:sz w:val="56"/>
      </w:rPr>
      <w:t></w:t>
    </w:r>
    <w:r w:rsidRPr="00FA5F04">
      <w:rPr>
        <w:rFonts w:ascii="C39T30Lfz" w:hAnsi="C39T30Lfz"/>
        <w:kern w:val="14"/>
        <w:sz w:val="56"/>
      </w:rPr>
      <w:t></w:t>
    </w:r>
    <w:r w:rsidRPr="00FA5F04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D110C23" wp14:editId="020B724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36/Rev.7/Amend.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36/Rev.7/Amend.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D5014" w14:textId="77777777" w:rsidR="007E696A" w:rsidRPr="001075E9" w:rsidRDefault="007E696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8C05B1D" w14:textId="77777777" w:rsidR="007E696A" w:rsidRDefault="007E696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C2D0124" w14:textId="77777777" w:rsidR="00FA5F04" w:rsidRPr="00FA5F04" w:rsidRDefault="00FA5F04" w:rsidP="00FA5F04">
      <w:pPr>
        <w:pStyle w:val="ad"/>
        <w:spacing w:line="210" w:lineRule="exact"/>
      </w:pPr>
      <w:r>
        <w:tab/>
      </w:r>
      <w:r w:rsidRPr="00390654">
        <w:rPr>
          <w:sz w:val="20"/>
        </w:rPr>
        <w:t>*</w:t>
      </w:r>
      <w:r>
        <w:tab/>
      </w:r>
      <w:r w:rsidRPr="00FA5F04">
        <w:t>Прежние названия Соглашения:</w:t>
      </w:r>
    </w:p>
    <w:p w14:paraId="35917DA6" w14:textId="77777777" w:rsidR="00FA5F04" w:rsidRPr="00FA5F04" w:rsidRDefault="00FA5F04" w:rsidP="00FA5F04">
      <w:pPr>
        <w:pStyle w:val="ad"/>
        <w:spacing w:line="210" w:lineRule="exact"/>
      </w:pPr>
      <w:r w:rsidRPr="00FA5F04">
        <w:tab/>
      </w:r>
      <w:r w:rsidRPr="00FA5F04"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298E2349" w14:textId="77777777" w:rsidR="00FA5F04" w:rsidRPr="007203EC" w:rsidRDefault="00FA5F04" w:rsidP="00FA5F04">
      <w:pPr>
        <w:pStyle w:val="ad"/>
        <w:spacing w:line="210" w:lineRule="exact"/>
      </w:pPr>
      <w:r w:rsidRPr="00FA5F04">
        <w:tab/>
      </w:r>
      <w:r w:rsidRPr="00FA5F04"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>
        <w:rPr>
          <w:lang w:val="en-US"/>
        </w:rPr>
        <w:t> </w:t>
      </w:r>
      <w:r w:rsidRPr="00FA5F04"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F6526" w14:textId="18EB1B49" w:rsidR="00FA5F04" w:rsidRPr="00FA5F04" w:rsidRDefault="00FA5F04">
    <w:pPr>
      <w:pStyle w:val="a5"/>
    </w:pPr>
    <w:fldSimple w:instr=" TITLE  \* MERGEFORMAT ">
      <w:r w:rsidR="00397EB1">
        <w:t>E/ECE/324/Rev.1/Add.36/Rev.7/Amend.10</w:t>
      </w:r>
    </w:fldSimple>
    <w:r>
      <w:br/>
    </w:r>
    <w:fldSimple w:instr=" KEYWORDS  \* MERGEFORMAT ">
      <w:r w:rsidR="00397EB1">
        <w:t>E/ECE/TRANS/505/Rev.1/Add.36/Rev.7/Amend.10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262E1" w14:textId="742A853B" w:rsidR="00FA5F04" w:rsidRPr="00FA5F04" w:rsidRDefault="00FA5F04" w:rsidP="00FA5F04">
    <w:pPr>
      <w:pStyle w:val="a5"/>
      <w:jc w:val="right"/>
    </w:pPr>
    <w:fldSimple w:instr=" TITLE  \* MERGEFORMAT ">
      <w:r w:rsidR="00397EB1">
        <w:t>E/ECE/324/Rev.1/Add.36/Rev.7/Amend.10</w:t>
      </w:r>
    </w:fldSimple>
    <w:r>
      <w:br/>
    </w:r>
    <w:fldSimple w:instr=" KEYWORDS  \* MERGEFORMAT ">
      <w:r w:rsidR="00397EB1">
        <w:t>E/ECE/TRANS/505/Rev.1/Add.36/Rev.7/Amend.10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2036B"/>
    <w:multiLevelType w:val="hybridMultilevel"/>
    <w:tmpl w:val="B22E0BFA"/>
    <w:lvl w:ilvl="0" w:tplc="9008FA9E">
      <w:start w:val="1"/>
      <w:numFmt w:val="bullet"/>
      <w:pStyle w:val="TabNum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2"/>
  </w:num>
  <w:num w:numId="4">
    <w:abstractNumId w:val="13"/>
  </w:num>
  <w:num w:numId="5">
    <w:abstractNumId w:val="11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5"/>
  </w:num>
  <w:num w:numId="18">
    <w:abstractNumId w:val="16"/>
  </w:num>
  <w:num w:numId="19">
    <w:abstractNumId w:val="17"/>
  </w:num>
  <w:num w:numId="20">
    <w:abstractNumId w:val="15"/>
  </w:num>
  <w:num w:numId="21">
    <w:abstractNumId w:val="16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96A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742B0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97EB1"/>
    <w:rsid w:val="003B00E5"/>
    <w:rsid w:val="003B658E"/>
    <w:rsid w:val="003B65A9"/>
    <w:rsid w:val="00407B78"/>
    <w:rsid w:val="0041453E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45F8C"/>
    <w:rsid w:val="00757357"/>
    <w:rsid w:val="007E696A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72D2A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C4F55"/>
    <w:rsid w:val="00BD33EE"/>
    <w:rsid w:val="00C106D6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F71B9"/>
    <w:rsid w:val="00E00B5A"/>
    <w:rsid w:val="00E16204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A5F04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35C4114"/>
  <w15:docId w15:val="{5354AFB2-4DC9-4424-89F6-FB7C9ED2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BB7B85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BB7B85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BB7B85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5_GR,PP,Footnote Text Char,5_G_6"/>
    <w:basedOn w:val="a"/>
    <w:link w:val="ae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5_GR Знак,PP Знак,Footnote Text Char Знак,5_G_6 Знак"/>
    <w:basedOn w:val="a0"/>
    <w:link w:val="ad"/>
    <w:rsid w:val="00BB7B85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BB7B85"/>
  </w:style>
  <w:style w:type="character" w:customStyle="1" w:styleId="af0">
    <w:name w:val="Текст концевой сноски Знак"/>
    <w:aliases w:val="2_G Знак"/>
    <w:basedOn w:val="a0"/>
    <w:link w:val="af"/>
    <w:rsid w:val="00BB7B85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BB7B85"/>
    <w:rPr>
      <w:rFonts w:cs="Arial"/>
      <w:b/>
      <w:bCs/>
      <w:szCs w:val="32"/>
      <w:lang w:val="ru-RU" w:eastAsia="ru-RU"/>
    </w:rPr>
  </w:style>
  <w:style w:type="character" w:styleId="af1">
    <w:name w:val="FollowedHyperlink"/>
    <w:basedOn w:val="a0"/>
    <w:rsid w:val="00BB7B85"/>
    <w:rPr>
      <w:color w:val="800080" w:themeColor="followedHyperlink"/>
      <w:u w:val="none"/>
    </w:rPr>
  </w:style>
  <w:style w:type="character" w:styleId="af2">
    <w:name w:val="Hyperlink"/>
    <w:basedOn w:val="a0"/>
    <w:rsid w:val="00BB7B85"/>
    <w:rPr>
      <w:color w:val="0000FF" w:themeColor="hyperlink"/>
      <w:u w:val="none"/>
    </w:rPr>
  </w:style>
  <w:style w:type="paragraph" w:customStyle="1" w:styleId="HChGR">
    <w:name w:val="_ H _Ch_GR"/>
    <w:basedOn w:val="a"/>
    <w:next w:val="a"/>
    <w:qFormat/>
    <w:rsid w:val="00FA5F0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FA5F0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SingleTxtGR">
    <w:name w:val="_ Single Txt_GR"/>
    <w:basedOn w:val="a"/>
    <w:link w:val="SingleTxtGR0"/>
    <w:qFormat/>
    <w:rsid w:val="00FA5F04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character" w:customStyle="1" w:styleId="SingleTxtGR0">
    <w:name w:val="_ Single Txt_GR Знак"/>
    <w:link w:val="SingleTxtGR"/>
    <w:locked/>
    <w:rsid w:val="00FA5F04"/>
    <w:rPr>
      <w:lang w:val="ru-RU" w:eastAsia="en-US"/>
    </w:rPr>
  </w:style>
  <w:style w:type="paragraph" w:styleId="af3">
    <w:name w:val="Body Text Indent"/>
    <w:basedOn w:val="a"/>
    <w:link w:val="af4"/>
    <w:semiHidden/>
    <w:unhideWhenUsed/>
    <w:rsid w:val="00FA5F0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semiHidden/>
    <w:rsid w:val="00FA5F04"/>
    <w:rPr>
      <w:rFonts w:eastAsiaTheme="minorHAnsi" w:cstheme="minorBidi"/>
      <w:szCs w:val="22"/>
      <w:lang w:val="ru-RU" w:eastAsia="en-US"/>
    </w:rPr>
  </w:style>
  <w:style w:type="paragraph" w:customStyle="1" w:styleId="para">
    <w:name w:val="para"/>
    <w:basedOn w:val="a"/>
    <w:link w:val="paraChar"/>
    <w:qFormat/>
    <w:rsid w:val="00FA5F04"/>
    <w:pPr>
      <w:suppressAutoHyphens w:val="0"/>
      <w:spacing w:after="120"/>
      <w:ind w:left="2268" w:right="1134" w:hanging="1134"/>
      <w:jc w:val="both"/>
    </w:pPr>
    <w:rPr>
      <w:rFonts w:eastAsia="Times New Roman" w:cs="Times New Roman"/>
      <w:snapToGrid w:val="0"/>
      <w:szCs w:val="20"/>
      <w:lang w:val="fr-FR"/>
    </w:rPr>
  </w:style>
  <w:style w:type="character" w:customStyle="1" w:styleId="SingleTxtGChar">
    <w:name w:val="_ Single Txt_G Char"/>
    <w:link w:val="SingleTxtG"/>
    <w:rsid w:val="00FA5F04"/>
    <w:rPr>
      <w:lang w:val="ru-RU" w:eastAsia="en-US"/>
    </w:rPr>
  </w:style>
  <w:style w:type="character" w:customStyle="1" w:styleId="HChGChar">
    <w:name w:val="_ H _Ch_G Char"/>
    <w:link w:val="HChG"/>
    <w:rsid w:val="00FA5F04"/>
    <w:rPr>
      <w:b/>
      <w:sz w:val="28"/>
      <w:lang w:val="ru-RU" w:eastAsia="ru-RU"/>
    </w:rPr>
  </w:style>
  <w:style w:type="character" w:customStyle="1" w:styleId="paraChar">
    <w:name w:val="para Char"/>
    <w:link w:val="para"/>
    <w:rsid w:val="00FA5F04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PlainPag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ACB08F-D079-4AC9-8FEB-85AE5A193ED8}"/>
</file>

<file path=customXml/itemProps2.xml><?xml version="1.0" encoding="utf-8"?>
<ds:datastoreItem xmlns:ds="http://schemas.openxmlformats.org/officeDocument/2006/customXml" ds:itemID="{20A88B1B-A6B6-4273-AEB7-79BFADAA0763}"/>
</file>

<file path=customXml/itemProps3.xml><?xml version="1.0" encoding="utf-8"?>
<ds:datastoreItem xmlns:ds="http://schemas.openxmlformats.org/officeDocument/2006/customXml" ds:itemID="{48F323AA-8D47-4069-AA02-124679105CC6}"/>
</file>

<file path=docProps/app.xml><?xml version="1.0" encoding="utf-8"?>
<Properties xmlns="http://schemas.openxmlformats.org/officeDocument/2006/extended-properties" xmlns:vt="http://schemas.openxmlformats.org/officeDocument/2006/docPropsVTypes">
  <Template>PlainPage.dotm</Template>
  <TotalTime>1</TotalTime>
  <Pages>3</Pages>
  <Words>425</Words>
  <Characters>3035</Characters>
  <Application>Microsoft Office Word</Application>
  <DocSecurity>0</DocSecurity>
  <Lines>79</Lines>
  <Paragraphs>30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E/ECE/324/Rev.1/Add.36/Rev.7/Amend.10</vt:lpstr>
      <vt:lpstr>A/</vt:lpstr>
      <vt:lpstr>A/</vt:lpstr>
    </vt:vector>
  </TitlesOfParts>
  <Company>DCM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E/ECE/324/Rev.1/Add.36/Rev.7/Amend.10</dc:title>
  <dc:creator>Uliana ANTIPOVA</dc:creator>
  <cp:keywords>E/ECE/TRANS/505/Rev.1/Add.36/Rev.7/Amend.10</cp:keywords>
  <cp:lastModifiedBy>Uliana ANTIPOVA</cp:lastModifiedBy>
  <cp:revision>3</cp:revision>
  <cp:lastPrinted>2019-09-17T13:58:00Z</cp:lastPrinted>
  <dcterms:created xsi:type="dcterms:W3CDTF">2019-09-17T13:58:00Z</dcterms:created>
  <dcterms:modified xsi:type="dcterms:W3CDTF">2019-09-17T13:59:00Z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