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5776D2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776D2" w:rsidRDefault="005776D2" w:rsidP="005776D2">
            <w:bookmarkStart w:id="0" w:name="_Hlk4776541"/>
            <w:bookmarkStart w:id="1" w:name="_Hlk22630451"/>
            <w:bookmarkStart w:id="2" w:name="_Toc354410587"/>
            <w:bookmarkStart w:id="3" w:name="_GoBack"/>
            <w:bookmarkEnd w:id="0"/>
            <w:bookmarkEnd w:id="3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5776D2" w:rsidRPr="00D47EEA" w:rsidRDefault="005776D2" w:rsidP="005776D2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/ECE/324/Add.6/Rev.6/Amend.8−</w:t>
            </w:r>
            <w:r w:rsidRPr="00014D07">
              <w:rPr>
                <w:sz w:val="40"/>
              </w:rPr>
              <w:t>E</w:t>
            </w:r>
            <w:r>
              <w:t>/ECE/TRANS/505/Add.6/Rev.6/Amend.8</w:t>
            </w:r>
          </w:p>
        </w:tc>
      </w:tr>
      <w:tr w:rsidR="005776D2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5776D2" w:rsidRDefault="005776D2" w:rsidP="005776D2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5776D2" w:rsidRPr="00D773DF" w:rsidRDefault="005776D2" w:rsidP="005776D2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776D2" w:rsidRPr="006D6E88" w:rsidRDefault="005776D2" w:rsidP="005776D2">
            <w:pPr>
              <w:spacing w:before="120"/>
              <w:rPr>
                <w:highlight w:val="yellow"/>
              </w:rPr>
            </w:pPr>
          </w:p>
          <w:p w:rsidR="005776D2" w:rsidRPr="006D6E88" w:rsidRDefault="005776D2" w:rsidP="005776D2">
            <w:pPr>
              <w:spacing w:before="120"/>
              <w:rPr>
                <w:highlight w:val="yellow"/>
              </w:rPr>
            </w:pPr>
          </w:p>
          <w:p w:rsidR="005776D2" w:rsidRPr="006D6E88" w:rsidRDefault="00715AFE" w:rsidP="005776D2">
            <w:pPr>
              <w:spacing w:before="120"/>
              <w:rPr>
                <w:highlight w:val="yellow"/>
              </w:rPr>
            </w:pPr>
            <w:r>
              <w:t>7 November</w:t>
            </w:r>
            <w:r w:rsidR="005776D2" w:rsidRPr="00715AFE">
              <w:t xml:space="preserve"> 2019</w:t>
            </w:r>
          </w:p>
        </w:tc>
      </w:tr>
    </w:tbl>
    <w:p w:rsidR="005776D2" w:rsidRPr="00392A12" w:rsidRDefault="005776D2" w:rsidP="005776D2">
      <w:pPr>
        <w:pStyle w:val="HChG"/>
        <w:spacing w:before="240" w:after="120"/>
      </w:pPr>
      <w:r w:rsidRPr="00392A12">
        <w:tab/>
      </w:r>
      <w:r w:rsidRPr="00392A12">
        <w:tab/>
      </w:r>
      <w:bookmarkStart w:id="4" w:name="_Toc340666199"/>
      <w:bookmarkStart w:id="5" w:name="_Toc340745062"/>
      <w:r w:rsidRPr="00392A12">
        <w:t>Agreement</w:t>
      </w:r>
      <w:bookmarkEnd w:id="4"/>
      <w:bookmarkEnd w:id="5"/>
    </w:p>
    <w:p w:rsidR="005776D2" w:rsidRPr="00392A12" w:rsidRDefault="005776D2" w:rsidP="005776D2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776D2" w:rsidRPr="00392A12" w:rsidRDefault="005776D2" w:rsidP="005776D2">
      <w:pPr>
        <w:pStyle w:val="SingleTxtG"/>
        <w:spacing w:before="120"/>
      </w:pPr>
      <w:r>
        <w:t>(Revision 3, including the amendments which entered into force on 14 September 2017)</w:t>
      </w:r>
    </w:p>
    <w:p w:rsidR="005776D2" w:rsidRDefault="005776D2" w:rsidP="005776D2">
      <w:pPr>
        <w:pStyle w:val="H1G"/>
        <w:spacing w:before="120"/>
        <w:ind w:left="0" w:right="0" w:firstLine="0"/>
        <w:jc w:val="center"/>
      </w:pPr>
      <w:r>
        <w:t>_________</w:t>
      </w:r>
    </w:p>
    <w:p w:rsidR="005776D2" w:rsidRDefault="005776D2" w:rsidP="005776D2">
      <w:pPr>
        <w:pStyle w:val="H1G"/>
        <w:spacing w:before="240" w:after="120"/>
      </w:pPr>
      <w:r>
        <w:tab/>
      </w:r>
      <w:r>
        <w:tab/>
        <w:t>Addendum 6 – UN Regulation No. 7</w:t>
      </w:r>
    </w:p>
    <w:p w:rsidR="005776D2" w:rsidRPr="00014D07" w:rsidRDefault="005776D2" w:rsidP="005776D2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6</w:t>
      </w:r>
      <w:r w:rsidRPr="00014D07">
        <w:t xml:space="preserve"> - </w:t>
      </w:r>
      <w:r>
        <w:t>Amendment</w:t>
      </w:r>
      <w:r w:rsidRPr="00014D07">
        <w:t xml:space="preserve"> </w:t>
      </w:r>
      <w:r>
        <w:t>8</w:t>
      </w:r>
    </w:p>
    <w:p w:rsidR="005776D2" w:rsidRPr="00272880" w:rsidRDefault="005776D2" w:rsidP="005776D2">
      <w:pPr>
        <w:pStyle w:val="SingleTxtG"/>
        <w:spacing w:after="360"/>
        <w:rPr>
          <w:spacing w:val="-2"/>
        </w:rPr>
      </w:pPr>
      <w:r>
        <w:rPr>
          <w:spacing w:val="-2"/>
        </w:rPr>
        <w:t>03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5776D2" w:rsidRDefault="005776D2" w:rsidP="005776D2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Position, stop and end-outline lamps</w:t>
      </w:r>
    </w:p>
    <w:p w:rsidR="005776D2" w:rsidRDefault="005776D2" w:rsidP="005776D2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ECE/TRANS/WP.29/2018/94/Rev.1</w:t>
      </w:r>
    </w:p>
    <w:p w:rsidR="005776D2" w:rsidRPr="000D3A4F" w:rsidRDefault="005776D2" w:rsidP="005776D2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7E147290" wp14:editId="717BFA51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5776D2" w:rsidRPr="00A56697" w:rsidRDefault="005776D2" w:rsidP="005776D2">
      <w:pPr>
        <w:suppressAutoHyphens w:val="0"/>
        <w:spacing w:line="240" w:lineRule="auto"/>
        <w:jc w:val="center"/>
        <w:rPr>
          <w:u w:val="single"/>
        </w:rPr>
      </w:pPr>
      <w:r w:rsidRPr="000D3A4F">
        <w:rPr>
          <w:b/>
          <w:sz w:val="24"/>
        </w:rPr>
        <w:t>UNITED NATIONS</w:t>
      </w:r>
      <w:bookmarkEnd w:id="1"/>
    </w:p>
    <w:p w:rsidR="00EF7DB3" w:rsidRDefault="00EF7DB3" w:rsidP="00962893">
      <w:pPr>
        <w:pStyle w:val="HChG"/>
      </w:pPr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6" w:name="_Toc473483449"/>
      <w:bookmarkEnd w:id="2"/>
      <w:r w:rsidR="00962893">
        <w:tab/>
      </w:r>
      <w:r w:rsidR="00AA6316" w:rsidRPr="00AA6316">
        <w:t>03 series of amendments to UN Regulation No. 7 (Position, stop and end-outline lamps)</w:t>
      </w:r>
      <w:r w:rsidR="00962893" w:rsidRPr="00962893">
        <w:rPr>
          <w:vertAlign w:val="superscript"/>
        </w:rPr>
        <w:footnoteReference w:id="3"/>
      </w:r>
    </w:p>
    <w:p w:rsidR="00AA6316" w:rsidRPr="00391654" w:rsidRDefault="00AA6316" w:rsidP="00AA6316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</w:t>
      </w:r>
      <w:r w:rsidR="00D026BF">
        <w:rPr>
          <w:i/>
          <w:iCs/>
          <w:lang w:eastAsia="ja-JP"/>
        </w:rPr>
        <w:t>.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AA6316" w:rsidRDefault="00EF7DB3" w:rsidP="00EF7DB3">
      <w:pPr>
        <w:pStyle w:val="HChG"/>
      </w:pPr>
      <w:r>
        <w:tab/>
      </w:r>
      <w:r>
        <w:tab/>
        <w:t>"14.</w:t>
      </w:r>
      <w:r>
        <w:tab/>
      </w:r>
      <w:r>
        <w:tab/>
        <w:t>Transitional p</w:t>
      </w:r>
      <w:r w:rsidR="00AA6316">
        <w:t>rovisions</w:t>
      </w:r>
    </w:p>
    <w:p w:rsidR="00AA6316" w:rsidRDefault="00AA6316" w:rsidP="00AA631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24 months after the official date of entry into force of </w:t>
      </w:r>
      <w:r w:rsidR="00EF7DB3">
        <w:t>UN</w:t>
      </w:r>
      <w:r w:rsidR="001D3473">
        <w:t> </w:t>
      </w:r>
      <w:r w:rsidRPr="003809F4">
        <w:t>Regulation No. [LSD]</w:t>
      </w:r>
      <w:r>
        <w:rPr>
          <w:rStyle w:val="FootnoteReference"/>
        </w:rPr>
        <w:footnoteReference w:id="4"/>
      </w:r>
      <w:r w:rsidRPr="003809F4">
        <w:t>, Contracting</w:t>
      </w:r>
      <w:r>
        <w:t xml:space="preserve"> Parties applying this Regulation shall cease to grant approvals to this Regulation.</w:t>
      </w:r>
    </w:p>
    <w:p w:rsidR="00D17259" w:rsidRDefault="00AA6316" w:rsidP="00AA6316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AA6316" w:rsidRDefault="00AA6316" w:rsidP="00AA6316">
      <w:pPr>
        <w:pStyle w:val="SingleTxtG"/>
        <w:ind w:left="2259" w:hanging="1125"/>
      </w:pPr>
      <w:r>
        <w:t>14.</w:t>
      </w:r>
      <w:r w:rsidR="00D17259">
        <w:t>3</w:t>
      </w:r>
      <w:r>
        <w:t>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AA6316" w:rsidRDefault="00AA6316" w:rsidP="00AA6316">
      <w:pPr>
        <w:pStyle w:val="SingleTxtG"/>
        <w:ind w:left="2259" w:hanging="1125"/>
      </w:pPr>
      <w:r w:rsidRPr="003809F4">
        <w:t>14.</w:t>
      </w:r>
      <w:r w:rsidR="00D17259">
        <w:t>4</w:t>
      </w:r>
      <w:r w:rsidRPr="003809F4">
        <w:t>.</w:t>
      </w:r>
      <w:r w:rsidRPr="003809F4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EF7DB3">
        <w:t>"</w:t>
      </w:r>
    </w:p>
    <w:bookmarkEnd w:id="6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F7DB3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DB3" w:rsidRPr="00EF7DB3" w:rsidRDefault="00EF7DB3" w:rsidP="00EF7DB3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E306CE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5776D2" w:rsidRPr="00A153B0" w:rsidRDefault="005776D2" w:rsidP="005776D2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5776D2" w:rsidRPr="00A153B0" w:rsidRDefault="005776D2" w:rsidP="005776D2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5776D2" w:rsidRPr="00E964DF" w:rsidRDefault="005776D2" w:rsidP="005776D2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AA6316" w:rsidRPr="00962893" w:rsidRDefault="00AA6316" w:rsidP="00AA6316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6D2" w:rsidRDefault="005776D2" w:rsidP="005776D2">
    <w:pPr>
      <w:pStyle w:val="Header"/>
    </w:pPr>
    <w:r w:rsidRPr="005776D2">
      <w:t>E/ECE/324/Add.6/Rev.6/Amend.8</w:t>
    </w:r>
  </w:p>
  <w:p w:rsidR="00EF7DB3" w:rsidRPr="005776D2" w:rsidRDefault="005776D2" w:rsidP="005776D2">
    <w:pPr>
      <w:pStyle w:val="Header"/>
    </w:pPr>
    <w:r w:rsidRPr="005776D2">
      <w:t>E/ECE/TRANS/505/Add.6/Rev.6/Amend.8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EF7DB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46D3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473"/>
    <w:rsid w:val="001D3962"/>
    <w:rsid w:val="001D3975"/>
    <w:rsid w:val="001D5832"/>
    <w:rsid w:val="001D5F8D"/>
    <w:rsid w:val="001D7391"/>
    <w:rsid w:val="001D7F30"/>
    <w:rsid w:val="001E2171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776D2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97993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AFE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328A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B5FF4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2EDF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5F3D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0DB1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26BF"/>
    <w:rsid w:val="00D057CC"/>
    <w:rsid w:val="00D06EC4"/>
    <w:rsid w:val="00D07F62"/>
    <w:rsid w:val="00D10F5E"/>
    <w:rsid w:val="00D1138F"/>
    <w:rsid w:val="00D17259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09E0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558B"/>
    <w:rsid w:val="00DC6E09"/>
    <w:rsid w:val="00DD37EE"/>
    <w:rsid w:val="00DE3233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06CE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088A"/>
    <w:rsid w:val="00EF1B47"/>
    <w:rsid w:val="00EF1D7F"/>
    <w:rsid w:val="00EF3351"/>
    <w:rsid w:val="00EF3DAE"/>
    <w:rsid w:val="00EF7244"/>
    <w:rsid w:val="00EF7DB3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C3C6B-4929-45C4-96EB-5DBF9165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7</TotalTime>
  <Pages>2</Pages>
  <Words>268</Words>
  <Characters>1537</Characters>
  <Application>Microsoft Office Word</Application>
  <DocSecurity>0</DocSecurity>
  <Lines>43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1804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5</cp:revision>
  <cp:lastPrinted>2019-11-06T17:33:00Z</cp:lastPrinted>
  <dcterms:created xsi:type="dcterms:W3CDTF">2019-10-22T07:15:00Z</dcterms:created>
  <dcterms:modified xsi:type="dcterms:W3CDTF">2019-11-06T17:35:00Z</dcterms:modified>
</cp:coreProperties>
</file>