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2546BD" w:rsidTr="00227437">
        <w:trPr>
          <w:trHeight w:hRule="exact" w:val="851"/>
        </w:trPr>
        <w:tc>
          <w:tcPr>
            <w:tcW w:w="9639" w:type="dxa"/>
            <w:gridSpan w:val="2"/>
            <w:tcBorders>
              <w:bottom w:val="single" w:sz="4" w:space="0" w:color="auto"/>
            </w:tcBorders>
            <w:shd w:val="clear" w:color="auto" w:fill="auto"/>
            <w:vAlign w:val="bottom"/>
          </w:tcPr>
          <w:p w:rsidR="00421A10" w:rsidRPr="00725F3E" w:rsidRDefault="00725F3E" w:rsidP="00725F3E">
            <w:pPr>
              <w:jc w:val="right"/>
              <w:rPr>
                <w:lang w:val="en-US"/>
              </w:rPr>
            </w:pPr>
            <w:r w:rsidRPr="00725F3E">
              <w:rPr>
                <w:sz w:val="40"/>
                <w:lang w:val="en-US"/>
              </w:rPr>
              <w:t>E</w:t>
            </w:r>
            <w:r w:rsidRPr="00725F3E">
              <w:rPr>
                <w:lang w:val="en-US"/>
              </w:rPr>
              <w:t>/ECE/TRANS/505/Rev.3/Add.143</w:t>
            </w:r>
          </w:p>
        </w:tc>
      </w:tr>
      <w:tr w:rsidR="00421A10" w:rsidRPr="00DB58B5" w:rsidTr="00227437">
        <w:trPr>
          <w:trHeight w:hRule="exact" w:val="2835"/>
        </w:trPr>
        <w:tc>
          <w:tcPr>
            <w:tcW w:w="6804" w:type="dxa"/>
            <w:tcBorders>
              <w:top w:val="single" w:sz="4" w:space="0" w:color="auto"/>
              <w:bottom w:val="single" w:sz="12" w:space="0" w:color="auto"/>
            </w:tcBorders>
            <w:shd w:val="clear" w:color="auto" w:fill="auto"/>
          </w:tcPr>
          <w:p w:rsidR="00421A10" w:rsidRPr="00725F3E" w:rsidRDefault="00421A10" w:rsidP="00227437">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C320AE" w:rsidP="00227437">
            <w:pPr>
              <w:spacing w:before="480" w:line="240" w:lineRule="exact"/>
            </w:pPr>
            <w:r>
              <w:rPr>
                <w:lang w:val="en-US"/>
              </w:rPr>
              <w:t>4</w:t>
            </w:r>
            <w:r w:rsidR="00725F3E" w:rsidRPr="00C320AE">
              <w:rPr>
                <w:lang w:val="en-US"/>
              </w:rPr>
              <w:t xml:space="preserve"> </w:t>
            </w:r>
            <w:r w:rsidR="00725F3E">
              <w:t>septembre 2018</w:t>
            </w:r>
          </w:p>
        </w:tc>
      </w:tr>
    </w:tbl>
    <w:p w:rsidR="00421A10" w:rsidRPr="006549FF" w:rsidRDefault="0029791D" w:rsidP="0029791D">
      <w:pPr>
        <w:pStyle w:val="HChG"/>
      </w:pPr>
      <w:r>
        <w:tab/>
      </w:r>
      <w:r>
        <w:tab/>
      </w:r>
      <w:r w:rsidR="00725F3E" w:rsidRPr="00725F3E">
        <w:rPr>
          <w:lang w:val="fr-FR"/>
        </w:rPr>
        <w:t>Accord</w:t>
      </w:r>
    </w:p>
    <w:p w:rsidR="00421A10" w:rsidRPr="00E950C1" w:rsidRDefault="0029791D" w:rsidP="0029791D">
      <w:pPr>
        <w:pStyle w:val="H1G"/>
      </w:pPr>
      <w:r w:rsidRPr="00E950C1">
        <w:tab/>
      </w:r>
      <w:r w:rsidRPr="00E950C1">
        <w:tab/>
      </w:r>
      <w:r w:rsidR="00725F3E" w:rsidRPr="00CE7096">
        <w:rPr>
          <w:lang w:val="fr-FR"/>
        </w:rPr>
        <w:t>Concernant l’adoption de Règlements techniques harmonisés de l’ONU applicables aux véhicules à roues et aux équipements et pièces susceptibles d’être montés ou utilisés sur les véhicules à roues et les conditions de reconnaissance réciproque des homologations délivrées conformément à ces Règlements</w:t>
      </w:r>
      <w:r w:rsidR="000B30BA" w:rsidRPr="00CA5840">
        <w:rPr>
          <w:rStyle w:val="Appelnotedebasdep"/>
          <w:b w:val="0"/>
          <w:sz w:val="20"/>
          <w:vertAlign w:val="baseline"/>
        </w:rPr>
        <w:footnoteReference w:customMarkFollows="1" w:id="2"/>
        <w:t>*</w:t>
      </w:r>
    </w:p>
    <w:p w:rsidR="00725F3E" w:rsidRPr="00CE7096" w:rsidRDefault="00725F3E" w:rsidP="00725F3E">
      <w:pPr>
        <w:pStyle w:val="SingleTxtG"/>
        <w:rPr>
          <w:lang w:val="fr-FR"/>
        </w:rPr>
      </w:pPr>
      <w:r w:rsidRPr="00CE7096">
        <w:rPr>
          <w:lang w:val="fr-FR"/>
        </w:rPr>
        <w:t>(Révision 3, y c</w:t>
      </w:r>
      <w:bookmarkStart w:id="0" w:name="_GoBack"/>
      <w:bookmarkEnd w:id="0"/>
      <w:r w:rsidRPr="00CE7096">
        <w:rPr>
          <w:lang w:val="fr-FR"/>
        </w:rPr>
        <w:t>ompris les amendements entrés en vigueur le 14 septembre 2017)</w:t>
      </w:r>
    </w:p>
    <w:p w:rsidR="00725F3E" w:rsidRPr="00725F3E" w:rsidRDefault="00725F3E" w:rsidP="00725F3E">
      <w:pPr>
        <w:keepNext/>
        <w:keepLines/>
        <w:tabs>
          <w:tab w:val="right" w:pos="851"/>
        </w:tabs>
        <w:spacing w:before="120" w:after="240" w:line="270" w:lineRule="exact"/>
        <w:jc w:val="center"/>
        <w:rPr>
          <w:b/>
          <w:sz w:val="24"/>
        </w:rPr>
      </w:pPr>
      <w:r w:rsidRPr="00725F3E">
        <w:rPr>
          <w:b/>
          <w:sz w:val="24"/>
        </w:rPr>
        <w:t>_________</w:t>
      </w:r>
    </w:p>
    <w:p w:rsidR="00725F3E" w:rsidRPr="00725F3E" w:rsidRDefault="00725F3E" w:rsidP="00725F3E">
      <w:pPr>
        <w:pStyle w:val="H1G"/>
      </w:pPr>
      <w:r w:rsidRPr="00725F3E">
        <w:tab/>
      </w:r>
      <w:r w:rsidRPr="00725F3E">
        <w:tab/>
        <w:t xml:space="preserve">Additif 143 </w:t>
      </w:r>
      <w:r w:rsidR="00B61CE9">
        <w:t>−</w:t>
      </w:r>
      <w:r w:rsidRPr="00725F3E">
        <w:t xml:space="preserve"> Règlement ONU n</w:t>
      </w:r>
      <w:r w:rsidRPr="00725F3E">
        <w:rPr>
          <w:vertAlign w:val="superscript"/>
        </w:rPr>
        <w:t>o</w:t>
      </w:r>
      <w:r w:rsidRPr="00725F3E">
        <w:t> 144</w:t>
      </w:r>
    </w:p>
    <w:p w:rsidR="00725F3E" w:rsidRPr="00705A57" w:rsidRDefault="00725F3E" w:rsidP="00725F3E">
      <w:pPr>
        <w:pStyle w:val="SingleTxtG"/>
        <w:rPr>
          <w:spacing w:val="-2"/>
          <w:lang w:val="fr-FR"/>
        </w:rPr>
      </w:pPr>
      <w:r w:rsidRPr="00705A57">
        <w:rPr>
          <w:lang w:val="fr-FR" w:eastAsia="en-GB"/>
        </w:rPr>
        <w:t>Date d’entrée en vigueur en tant qu’annexe à l’Accord</w:t>
      </w:r>
      <w:r>
        <w:rPr>
          <w:lang w:val="fr-FR" w:eastAsia="en-GB"/>
        </w:rPr>
        <w:t xml:space="preserve"> de 1958</w:t>
      </w:r>
      <w:r w:rsidRPr="00705A57">
        <w:rPr>
          <w:lang w:val="fr-FR" w:eastAsia="en-GB"/>
        </w:rPr>
        <w:t> : 19 juillet 2018</w:t>
      </w:r>
    </w:p>
    <w:p w:rsidR="00725F3E" w:rsidRPr="00705A57" w:rsidRDefault="00725F3E" w:rsidP="00725F3E">
      <w:pPr>
        <w:pStyle w:val="H1G"/>
        <w:rPr>
          <w:lang w:val="fr-FR"/>
        </w:rPr>
      </w:pPr>
      <w:r w:rsidRPr="00705A57">
        <w:rPr>
          <w:lang w:val="fr-FR"/>
        </w:rPr>
        <w:tab/>
      </w:r>
      <w:r w:rsidRPr="00705A57">
        <w:rPr>
          <w:lang w:val="fr-FR"/>
        </w:rPr>
        <w:tab/>
        <w:t>Prescriptions uniformes relatives aux système</w:t>
      </w:r>
      <w:r>
        <w:rPr>
          <w:lang w:val="fr-FR"/>
        </w:rPr>
        <w:t>s</w:t>
      </w:r>
      <w:r w:rsidRPr="00705A57">
        <w:rPr>
          <w:lang w:val="fr-FR"/>
        </w:rPr>
        <w:t xml:space="preserve"> automatique</w:t>
      </w:r>
      <w:r>
        <w:rPr>
          <w:lang w:val="fr-FR"/>
        </w:rPr>
        <w:t>s</w:t>
      </w:r>
      <w:r w:rsidRPr="00705A57">
        <w:rPr>
          <w:lang w:val="fr-FR"/>
        </w:rPr>
        <w:t xml:space="preserve"> d’appel d’urgence (AECS)</w:t>
      </w:r>
    </w:p>
    <w:p w:rsidR="00421A10" w:rsidRPr="006549FF" w:rsidRDefault="00725F3E" w:rsidP="007D3787">
      <w:pPr>
        <w:pStyle w:val="SingleTxtG"/>
        <w:ind w:firstLine="567"/>
      </w:pPr>
      <w:r w:rsidRPr="00CE7096">
        <w:rPr>
          <w:spacing w:val="-4"/>
          <w:lang w:val="fr-FR" w:eastAsia="en-GB"/>
        </w:rPr>
        <w:t>Le présent document est communiqué uniquement à titre d’information</w:t>
      </w:r>
      <w:r w:rsidRPr="00CE7096">
        <w:rPr>
          <w:lang w:val="fr-FR" w:eastAsia="en-GB"/>
        </w:rPr>
        <w:t>. Le texte authentique, juridiquement contraignant, est celui du document</w:t>
      </w:r>
      <w:r w:rsidR="00B61CE9">
        <w:rPr>
          <w:lang w:val="fr-FR" w:eastAsia="en-GB"/>
        </w:rPr>
        <w:t xml:space="preserve"> </w:t>
      </w:r>
      <w:r w:rsidRPr="00CE7096">
        <w:rPr>
          <w:lang w:val="fr-FR" w:eastAsia="en-GB"/>
        </w:rPr>
        <w:t>ECE/TRANS/WP.29/</w:t>
      </w:r>
      <w:r w:rsidR="00EC2BD1">
        <w:rPr>
          <w:lang w:val="fr-FR" w:eastAsia="en-GB"/>
        </w:rPr>
        <w:t xml:space="preserve"> </w:t>
      </w:r>
      <w:r w:rsidRPr="00CE7096">
        <w:rPr>
          <w:lang w:val="fr-FR" w:eastAsia="en-GB"/>
        </w:rPr>
        <w:t>2017/132.</w:t>
      </w:r>
    </w:p>
    <w:p w:rsidR="00725F3E" w:rsidRDefault="00834EB0" w:rsidP="005F0207">
      <w:r>
        <w:rPr>
          <w:noProof/>
          <w:lang w:eastAsia="fr-CH"/>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margin">
                  <wp:posOffset>6265767</wp:posOffset>
                </wp:positionV>
                <wp:extent cx="6120130" cy="1151890"/>
                <wp:effectExtent l="0" t="0" r="0" b="0"/>
                <wp:wrapNone/>
                <wp:docPr id="1"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151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1F46" w:rsidRPr="0029791D" w:rsidRDefault="00461F46" w:rsidP="00C65B1B">
                            <w:pPr>
                              <w:ind w:left="1134" w:right="1134"/>
                              <w:jc w:val="center"/>
                            </w:pPr>
                            <w:r>
                              <w:t>_______________</w:t>
                            </w:r>
                          </w:p>
                          <w:p w:rsidR="00461F46" w:rsidRDefault="00461F46" w:rsidP="00C65B1B">
                            <w:pPr>
                              <w:jc w:val="center"/>
                              <w:rPr>
                                <w:b/>
                                <w:bCs/>
                                <w:sz w:val="22"/>
                              </w:rPr>
                            </w:pPr>
                            <w:r>
                              <w:rPr>
                                <w:noProof/>
                                <w:lang w:eastAsia="fr-CH"/>
                              </w:rPr>
                              <w:drawing>
                                <wp:inline distT="0" distB="0" distL="0" distR="0">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61F46" w:rsidRDefault="00461F46" w:rsidP="00C65B1B">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margin-left:0;margin-top:493.35pt;width:481.9pt;height:90.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" stroked="f">
                <v:textbox inset="0,0,0,0">
                  <w:txbxContent>
                    <w:p w:rsidR="00461F46" w:rsidRPr="0029791D" w:rsidRDefault="00461F46" w:rsidP="00C65B1B">
                      <w:pPr>
                        <w:ind w:left="1134" w:right="1134"/>
                        <w:jc w:val="center"/>
                      </w:pPr>
                      <w:r>
                        <w:t>_______________</w:t>
                      </w:r>
                    </w:p>
                    <w:p w:rsidR="00461F46" w:rsidRDefault="00461F46" w:rsidP="00C65B1B">
                      <w:pPr>
                        <w:jc w:val="center"/>
                        <w:rPr>
                          <w:b/>
                          <w:bCs/>
                          <w:sz w:val="22"/>
                        </w:rPr>
                      </w:pPr>
                      <w:r>
                        <w:rPr>
                          <w:noProof/>
                          <w:lang w:eastAsia="fr-CH"/>
                        </w:rPr>
                        <w:drawing>
                          <wp:inline distT="0" distB="0" distL="0" distR="0">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61F46" w:rsidRDefault="00461F46" w:rsidP="00C65B1B">
                      <w:pPr>
                        <w:jc w:val="center"/>
                      </w:pPr>
                      <w:r w:rsidRPr="0029791D">
                        <w:rPr>
                          <w:b/>
                          <w:bCs/>
                          <w:sz w:val="24"/>
                          <w:szCs w:val="24"/>
                        </w:rPr>
                        <w:t>Nations Unies</w:t>
                      </w:r>
                    </w:p>
                  </w:txbxContent>
                </v:textbox>
                <w10:wrap anchorx="margin" anchory="margin"/>
              </v:shape>
            </w:pict>
          </mc:Fallback>
        </mc:AlternateContent>
      </w:r>
    </w:p>
    <w:p w:rsidR="00725F3E" w:rsidRDefault="00725F3E" w:rsidP="005F0207">
      <w:pPr>
        <w:sectPr w:rsidR="00725F3E" w:rsidSect="00725F3E">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pPr>
    </w:p>
    <w:p w:rsidR="0062553F" w:rsidRPr="00163623" w:rsidRDefault="0062553F" w:rsidP="0062553F">
      <w:pPr>
        <w:pStyle w:val="HChG"/>
      </w:pPr>
      <w:r>
        <w:lastRenderedPageBreak/>
        <w:tab/>
      </w:r>
      <w:r>
        <w:tab/>
      </w:r>
      <w:r w:rsidRPr="00163623">
        <w:t xml:space="preserve">Règlement </w:t>
      </w:r>
      <w:r>
        <w:t xml:space="preserve">ONU </w:t>
      </w:r>
      <w:r w:rsidRPr="00163623">
        <w:t>n</w:t>
      </w:r>
      <w:r w:rsidRPr="00163623">
        <w:rPr>
          <w:vertAlign w:val="superscript"/>
        </w:rPr>
        <w:t>o</w:t>
      </w:r>
      <w:r w:rsidRPr="00163623">
        <w:t> </w:t>
      </w:r>
      <w:r>
        <w:t>144</w:t>
      </w:r>
    </w:p>
    <w:p w:rsidR="0062553F" w:rsidRPr="00163623" w:rsidRDefault="0062553F" w:rsidP="00CA5840">
      <w:pPr>
        <w:pStyle w:val="H1G"/>
        <w:spacing w:after="120"/>
      </w:pPr>
      <w:r w:rsidRPr="00163623">
        <w:tab/>
      </w:r>
      <w:r>
        <w:tab/>
      </w:r>
      <w:r w:rsidRPr="00163623">
        <w:t xml:space="preserve">Prescriptions uniformes </w:t>
      </w:r>
      <w:r>
        <w:t>relatives</w:t>
      </w:r>
      <w:r w:rsidRPr="00163623">
        <w:t> :</w:t>
      </w:r>
    </w:p>
    <w:p w:rsidR="0062553F" w:rsidRPr="00163623" w:rsidRDefault="0062553F" w:rsidP="00D6425F">
      <w:pPr>
        <w:pStyle w:val="H1G"/>
        <w:spacing w:before="0" w:after="120"/>
        <w:ind w:left="1701" w:hanging="567"/>
      </w:pPr>
      <w:r w:rsidRPr="00163623">
        <w:t>Ia.</w:t>
      </w:r>
      <w:r w:rsidRPr="00163623">
        <w:tab/>
      </w:r>
      <w:r>
        <w:t>Aux</w:t>
      </w:r>
      <w:r w:rsidRPr="00163623">
        <w:t xml:space="preserve"> éléments des dispositifs automatiques d</w:t>
      </w:r>
      <w:r>
        <w:t>’</w:t>
      </w:r>
      <w:r w:rsidRPr="00163623">
        <w:t>appel d</w:t>
      </w:r>
      <w:r>
        <w:t>’</w:t>
      </w:r>
      <w:r w:rsidRPr="00163623">
        <w:t>urgence (AECC)</w:t>
      </w:r>
    </w:p>
    <w:p w:rsidR="0062553F" w:rsidRPr="00163623" w:rsidRDefault="0062553F" w:rsidP="00D6425F">
      <w:pPr>
        <w:pStyle w:val="H1G"/>
        <w:spacing w:before="0" w:after="120"/>
        <w:ind w:left="1701" w:hanging="567"/>
      </w:pPr>
      <w:r w:rsidRPr="00163623">
        <w:t>Ib.</w:t>
      </w:r>
      <w:r w:rsidRPr="00163623">
        <w:tab/>
      </w:r>
      <w:r>
        <w:t>Aux</w:t>
      </w:r>
      <w:r w:rsidRPr="00163623">
        <w:t xml:space="preserve"> dispositifs automatiques d</w:t>
      </w:r>
      <w:r>
        <w:t>’</w:t>
      </w:r>
      <w:r w:rsidRPr="00163623">
        <w:t>appel d</w:t>
      </w:r>
      <w:r>
        <w:t>’</w:t>
      </w:r>
      <w:r w:rsidRPr="00163623">
        <w:t xml:space="preserve">urgence (AECD), </w:t>
      </w:r>
      <w:r>
        <w:br/>
      </w:r>
      <w:r w:rsidRPr="00163623">
        <w:t>destinés à être installés sur les véhicules des catégories M</w:t>
      </w:r>
      <w:r w:rsidRPr="00163623">
        <w:rPr>
          <w:vertAlign w:val="subscript"/>
        </w:rPr>
        <w:t>1</w:t>
      </w:r>
      <w:r w:rsidRPr="00163623">
        <w:t xml:space="preserve"> et N</w:t>
      </w:r>
      <w:r w:rsidRPr="00163623">
        <w:rPr>
          <w:vertAlign w:val="subscript"/>
        </w:rPr>
        <w:t>1</w:t>
      </w:r>
    </w:p>
    <w:p w:rsidR="0062553F" w:rsidRPr="00163623" w:rsidRDefault="0062553F" w:rsidP="00D6425F">
      <w:pPr>
        <w:pStyle w:val="H1G"/>
        <w:spacing w:before="0" w:after="120"/>
        <w:ind w:left="1701" w:hanging="567"/>
      </w:pPr>
      <w:r w:rsidRPr="00163623">
        <w:t>II.</w:t>
      </w:r>
      <w:r w:rsidRPr="00163623">
        <w:tab/>
      </w:r>
      <w:r>
        <w:t>Aux</w:t>
      </w:r>
      <w:r w:rsidRPr="00163623">
        <w:t xml:space="preserve"> véhicules en ce qui concerne leur système automatique d</w:t>
      </w:r>
      <w:r>
        <w:t>’</w:t>
      </w:r>
      <w:r w:rsidRPr="00163623">
        <w:t>appel d</w:t>
      </w:r>
      <w:r>
        <w:t>’</w:t>
      </w:r>
      <w:r w:rsidRPr="00163623">
        <w:t>urgence (AECS), lorsqu</w:t>
      </w:r>
      <w:r>
        <w:t>’</w:t>
      </w:r>
      <w:r w:rsidRPr="00163623">
        <w:t>ils sont équipés d</w:t>
      </w:r>
      <w:r>
        <w:t>’</w:t>
      </w:r>
      <w:r w:rsidRPr="00163623">
        <w:t xml:space="preserve">un AECD </w:t>
      </w:r>
      <w:r>
        <w:br/>
      </w:r>
      <w:r w:rsidRPr="00163623">
        <w:t>d</w:t>
      </w:r>
      <w:r>
        <w:t>’</w:t>
      </w:r>
      <w:r w:rsidRPr="00163623">
        <w:t>un type homologué</w:t>
      </w:r>
    </w:p>
    <w:p w:rsidR="0062553F" w:rsidRDefault="0062553F" w:rsidP="00D6425F">
      <w:pPr>
        <w:pStyle w:val="H1G"/>
        <w:spacing w:before="0" w:after="120"/>
        <w:ind w:left="1701" w:hanging="567"/>
      </w:pPr>
      <w:r w:rsidRPr="00163623">
        <w:t>III.</w:t>
      </w:r>
      <w:r w:rsidRPr="00163623">
        <w:tab/>
      </w:r>
      <w:r w:rsidR="00186652">
        <w:t xml:space="preserve">Aux </w:t>
      </w:r>
      <w:r w:rsidRPr="00163623">
        <w:t>véhicules en ce qui concerne leur système automatique d</w:t>
      </w:r>
      <w:r>
        <w:t>’</w:t>
      </w:r>
      <w:r w:rsidRPr="00163623">
        <w:t>appel d</w:t>
      </w:r>
      <w:r>
        <w:t>’</w:t>
      </w:r>
      <w:r w:rsidRPr="00163623">
        <w:t>urgence (AECS), lorsqu</w:t>
      </w:r>
      <w:r>
        <w:t>’</w:t>
      </w:r>
      <w:r w:rsidRPr="00163623">
        <w:t>ils sont équipés d</w:t>
      </w:r>
      <w:r>
        <w:t>’</w:t>
      </w:r>
      <w:r w:rsidRPr="00163623">
        <w:t xml:space="preserve">un AECD </w:t>
      </w:r>
      <w:r>
        <w:br/>
      </w:r>
      <w:r w:rsidRPr="00163623">
        <w:t>d</w:t>
      </w:r>
      <w:r>
        <w:t>’</w:t>
      </w:r>
      <w:r w:rsidRPr="00163623">
        <w:t>un type non homologué</w:t>
      </w:r>
    </w:p>
    <w:p w:rsidR="0062553F" w:rsidRPr="00FE5703" w:rsidRDefault="0062553F" w:rsidP="0062553F">
      <w:pPr>
        <w:spacing w:after="120"/>
        <w:rPr>
          <w:b/>
          <w:i/>
          <w:sz w:val="28"/>
          <w:u w:val="single"/>
        </w:rPr>
      </w:pPr>
      <w:r w:rsidRPr="002B7A71">
        <w:rPr>
          <w:sz w:val="28"/>
        </w:rPr>
        <w:t>Table des matières</w:t>
      </w:r>
    </w:p>
    <w:p w:rsidR="0062553F" w:rsidRPr="002B7A71" w:rsidRDefault="0062553F" w:rsidP="0062553F">
      <w:pPr>
        <w:tabs>
          <w:tab w:val="right" w:pos="9638"/>
        </w:tabs>
        <w:spacing w:after="120"/>
        <w:ind w:left="283"/>
        <w:rPr>
          <w:i/>
          <w:sz w:val="18"/>
        </w:rPr>
      </w:pPr>
      <w:r w:rsidRPr="002B7A71">
        <w:rPr>
          <w:i/>
          <w:sz w:val="18"/>
        </w:rPr>
        <w:tab/>
        <w:t>Page</w:t>
      </w:r>
    </w:p>
    <w:p w:rsidR="0062553F" w:rsidRDefault="0062553F" w:rsidP="0062553F">
      <w:pPr>
        <w:tabs>
          <w:tab w:val="right" w:pos="850"/>
          <w:tab w:val="right" w:leader="dot" w:pos="8787"/>
          <w:tab w:val="right" w:pos="9638"/>
        </w:tabs>
        <w:spacing w:after="120"/>
        <w:ind w:left="1701" w:hanging="1701"/>
      </w:pPr>
      <w:r>
        <w:tab/>
        <w:t>1.</w:t>
      </w:r>
      <w:r>
        <w:tab/>
        <w:t>Champ d’application</w:t>
      </w:r>
      <w:r>
        <w:tab/>
      </w:r>
      <w:r>
        <w:tab/>
      </w:r>
      <w:r w:rsidR="0083687B">
        <w:t>6</w:t>
      </w:r>
    </w:p>
    <w:p w:rsidR="0062553F" w:rsidRDefault="0062553F" w:rsidP="0062553F">
      <w:pPr>
        <w:tabs>
          <w:tab w:val="right" w:pos="850"/>
          <w:tab w:val="right" w:leader="dot" w:pos="8787"/>
          <w:tab w:val="right" w:pos="9638"/>
        </w:tabs>
        <w:spacing w:after="120"/>
        <w:ind w:left="1701" w:hanging="1701"/>
      </w:pPr>
      <w:r>
        <w:tab/>
        <w:t>2.</w:t>
      </w:r>
      <w:r>
        <w:tab/>
      </w:r>
      <w:r w:rsidRPr="00A33F64">
        <w:t>Définitions − Généralités</w:t>
      </w:r>
      <w:r>
        <w:tab/>
      </w:r>
      <w:r>
        <w:tab/>
      </w:r>
      <w:r w:rsidR="0083687B">
        <w:t>7</w:t>
      </w:r>
    </w:p>
    <w:p w:rsidR="0062553F" w:rsidRDefault="0062553F" w:rsidP="0062553F">
      <w:pPr>
        <w:tabs>
          <w:tab w:val="right" w:pos="850"/>
          <w:tab w:val="right" w:leader="dot" w:pos="8787"/>
          <w:tab w:val="right" w:pos="9638"/>
        </w:tabs>
        <w:spacing w:after="120"/>
        <w:ind w:left="1701" w:hanging="1701"/>
      </w:pPr>
      <w:r>
        <w:tab/>
        <w:t>Partie Ia</w:t>
      </w:r>
      <w:r>
        <w:tab/>
      </w:r>
      <w:r w:rsidRPr="00A33F64">
        <w:t xml:space="preserve">Homologation des éléments destinés à être incorporés dans un dispositif </w:t>
      </w:r>
      <w:r>
        <w:br/>
      </w:r>
      <w:r w:rsidRPr="00A33F64">
        <w:t>automatique d’appel d’urgence (AECD)</w:t>
      </w:r>
      <w:r>
        <w:tab/>
      </w:r>
      <w:r>
        <w:tab/>
      </w:r>
      <w:r w:rsidR="0083687B">
        <w:t>9</w:t>
      </w:r>
    </w:p>
    <w:p w:rsidR="0062553F" w:rsidRDefault="0062553F" w:rsidP="0062553F">
      <w:pPr>
        <w:tabs>
          <w:tab w:val="right" w:pos="850"/>
          <w:tab w:val="right" w:leader="dot" w:pos="8787"/>
          <w:tab w:val="right" w:pos="9638"/>
        </w:tabs>
        <w:spacing w:after="120"/>
        <w:ind w:left="1701" w:hanging="1701"/>
      </w:pPr>
      <w:r>
        <w:tab/>
        <w:t>3.</w:t>
      </w:r>
      <w:r>
        <w:tab/>
      </w:r>
      <w:r w:rsidRPr="00A33F64">
        <w:t>Définitions</w:t>
      </w:r>
      <w:r w:rsidR="0083687B">
        <w:tab/>
      </w:r>
      <w:r w:rsidR="0083687B">
        <w:tab/>
        <w:t>9</w:t>
      </w:r>
    </w:p>
    <w:p w:rsidR="0062553F" w:rsidRDefault="0062553F" w:rsidP="0062553F">
      <w:pPr>
        <w:tabs>
          <w:tab w:val="right" w:pos="850"/>
          <w:tab w:val="right" w:leader="dot" w:pos="8787"/>
          <w:tab w:val="right" w:pos="9638"/>
        </w:tabs>
        <w:spacing w:after="120"/>
        <w:ind w:left="1701" w:hanging="1701"/>
      </w:pPr>
      <w:r>
        <w:tab/>
        <w:t>4.</w:t>
      </w:r>
      <w:r>
        <w:tab/>
      </w:r>
      <w:r w:rsidRPr="00A33F64">
        <w:t>Demande d’homologation d’un type d’AECC</w:t>
      </w:r>
      <w:r>
        <w:tab/>
      </w:r>
      <w:r>
        <w:tab/>
      </w:r>
      <w:r w:rsidR="0083687B">
        <w:t>10</w:t>
      </w:r>
    </w:p>
    <w:p w:rsidR="0062553F" w:rsidRDefault="0062553F" w:rsidP="0062553F">
      <w:pPr>
        <w:tabs>
          <w:tab w:val="right" w:pos="850"/>
          <w:tab w:val="right" w:leader="dot" w:pos="8787"/>
          <w:tab w:val="right" w:pos="9638"/>
        </w:tabs>
        <w:spacing w:after="120"/>
        <w:ind w:left="1701" w:hanging="1701"/>
      </w:pPr>
      <w:r>
        <w:tab/>
        <w:t>5.</w:t>
      </w:r>
      <w:r>
        <w:tab/>
      </w:r>
      <w:r w:rsidRPr="00A33F64">
        <w:t>Inscriptions</w:t>
      </w:r>
      <w:r w:rsidR="0083687B">
        <w:tab/>
      </w:r>
      <w:r w:rsidR="0083687B">
        <w:tab/>
        <w:t>10</w:t>
      </w:r>
    </w:p>
    <w:p w:rsidR="0062553F" w:rsidRDefault="0062553F" w:rsidP="0062553F">
      <w:pPr>
        <w:tabs>
          <w:tab w:val="right" w:pos="850"/>
          <w:tab w:val="right" w:leader="dot" w:pos="8787"/>
          <w:tab w:val="right" w:pos="9638"/>
        </w:tabs>
        <w:spacing w:after="120"/>
        <w:ind w:left="1701" w:hanging="1701"/>
      </w:pPr>
      <w:r>
        <w:tab/>
        <w:t>6.</w:t>
      </w:r>
      <w:r>
        <w:tab/>
      </w:r>
      <w:r w:rsidRPr="00A33F64">
        <w:t>Homologation</w:t>
      </w:r>
      <w:r w:rsidR="0083687B">
        <w:tab/>
      </w:r>
      <w:r w:rsidR="0083687B">
        <w:tab/>
        <w:t>10</w:t>
      </w:r>
    </w:p>
    <w:p w:rsidR="0062553F" w:rsidRDefault="0062553F" w:rsidP="0062553F">
      <w:pPr>
        <w:tabs>
          <w:tab w:val="right" w:pos="850"/>
          <w:tab w:val="right" w:leader="dot" w:pos="8787"/>
          <w:tab w:val="right" w:pos="9638"/>
        </w:tabs>
        <w:spacing w:after="120"/>
        <w:ind w:left="1701" w:hanging="1701"/>
      </w:pPr>
      <w:r>
        <w:tab/>
        <w:t>7.</w:t>
      </w:r>
      <w:r>
        <w:tab/>
      </w:r>
      <w:r w:rsidRPr="00A33F64">
        <w:t>Prescriptions générales</w:t>
      </w:r>
      <w:r>
        <w:tab/>
      </w:r>
      <w:r>
        <w:tab/>
        <w:t>1</w:t>
      </w:r>
      <w:r w:rsidR="0083687B">
        <w:t>1</w:t>
      </w:r>
    </w:p>
    <w:p w:rsidR="0062553F" w:rsidRDefault="0062553F" w:rsidP="0062553F">
      <w:pPr>
        <w:tabs>
          <w:tab w:val="right" w:pos="850"/>
          <w:tab w:val="right" w:leader="dot" w:pos="8787"/>
          <w:tab w:val="right" w:pos="9638"/>
        </w:tabs>
        <w:spacing w:after="120"/>
        <w:ind w:left="1701" w:hanging="1701"/>
      </w:pPr>
      <w:r>
        <w:tab/>
        <w:t>8.</w:t>
      </w:r>
      <w:r>
        <w:tab/>
      </w:r>
      <w:r w:rsidRPr="00A33F64">
        <w:t>Modification d’un type d’AECC et extension de l’homologation</w:t>
      </w:r>
      <w:r>
        <w:tab/>
      </w:r>
      <w:r>
        <w:tab/>
        <w:t>1</w:t>
      </w:r>
      <w:r w:rsidR="0083687B">
        <w:t>5</w:t>
      </w:r>
    </w:p>
    <w:p w:rsidR="0062553F" w:rsidRDefault="0062553F" w:rsidP="0062553F">
      <w:pPr>
        <w:tabs>
          <w:tab w:val="right" w:pos="850"/>
          <w:tab w:val="right" w:leader="dot" w:pos="8787"/>
          <w:tab w:val="right" w:pos="9638"/>
        </w:tabs>
        <w:spacing w:after="120"/>
        <w:ind w:left="1701" w:hanging="1701"/>
      </w:pPr>
      <w:r>
        <w:tab/>
        <w:t>9.</w:t>
      </w:r>
      <w:r>
        <w:tab/>
      </w:r>
      <w:r w:rsidRPr="00A33F64">
        <w:t>Conformité de la production</w:t>
      </w:r>
      <w:r w:rsidR="00926FE6">
        <w:tab/>
      </w:r>
      <w:r w:rsidR="00926FE6">
        <w:tab/>
        <w:t>16</w:t>
      </w:r>
    </w:p>
    <w:p w:rsidR="0062553F" w:rsidRDefault="0062553F" w:rsidP="0062553F">
      <w:pPr>
        <w:tabs>
          <w:tab w:val="right" w:pos="850"/>
          <w:tab w:val="right" w:leader="dot" w:pos="8787"/>
          <w:tab w:val="right" w:pos="9638"/>
        </w:tabs>
        <w:spacing w:after="120"/>
        <w:ind w:left="1701" w:hanging="1701"/>
      </w:pPr>
      <w:r>
        <w:tab/>
        <w:t>10.</w:t>
      </w:r>
      <w:r>
        <w:tab/>
      </w:r>
      <w:r w:rsidRPr="00A33F64">
        <w:t>Sanctions pour non-conformité de la production</w:t>
      </w:r>
      <w:r w:rsidR="00926FE6">
        <w:tab/>
      </w:r>
      <w:r w:rsidR="00926FE6">
        <w:tab/>
        <w:t>16</w:t>
      </w:r>
    </w:p>
    <w:p w:rsidR="0062553F" w:rsidRDefault="0062553F" w:rsidP="0062553F">
      <w:pPr>
        <w:tabs>
          <w:tab w:val="right" w:pos="850"/>
          <w:tab w:val="right" w:leader="dot" w:pos="8787"/>
          <w:tab w:val="right" w:pos="9638"/>
        </w:tabs>
        <w:spacing w:after="120"/>
        <w:ind w:left="1701" w:hanging="1701"/>
      </w:pPr>
      <w:r>
        <w:tab/>
        <w:t>11.</w:t>
      </w:r>
      <w:r>
        <w:tab/>
        <w:t>Arrê</w:t>
      </w:r>
      <w:r w:rsidR="00926FE6">
        <w:t>t définitif de la production</w:t>
      </w:r>
      <w:r w:rsidR="00926FE6">
        <w:tab/>
      </w:r>
      <w:r w:rsidR="00926FE6">
        <w:tab/>
        <w:t>16</w:t>
      </w:r>
    </w:p>
    <w:p w:rsidR="0062553F" w:rsidRDefault="0062553F" w:rsidP="0062553F">
      <w:pPr>
        <w:tabs>
          <w:tab w:val="right" w:pos="850"/>
          <w:tab w:val="right" w:leader="dot" w:pos="8787"/>
          <w:tab w:val="right" w:pos="9638"/>
        </w:tabs>
        <w:spacing w:after="120"/>
        <w:ind w:left="1701" w:hanging="1701"/>
      </w:pPr>
      <w:r>
        <w:tab/>
        <w:t>12.</w:t>
      </w:r>
      <w:r>
        <w:tab/>
      </w:r>
      <w:r w:rsidRPr="00A33F64">
        <w:t xml:space="preserve">Noms et adresses des services techniques chargés des essais d’homologation </w:t>
      </w:r>
      <w:r>
        <w:br/>
      </w:r>
      <w:r w:rsidRPr="00A33F64">
        <w:t>et des autorités d’homologation de type</w:t>
      </w:r>
      <w:r w:rsidR="00926FE6">
        <w:tab/>
      </w:r>
      <w:r w:rsidR="00926FE6">
        <w:tab/>
        <w:t>16</w:t>
      </w:r>
    </w:p>
    <w:p w:rsidR="0062553F" w:rsidRDefault="0062553F" w:rsidP="0062553F">
      <w:pPr>
        <w:tabs>
          <w:tab w:val="right" w:pos="850"/>
          <w:tab w:val="right" w:leader="dot" w:pos="8787"/>
          <w:tab w:val="right" w:pos="9638"/>
        </w:tabs>
        <w:spacing w:after="120"/>
        <w:ind w:left="1701" w:hanging="1701"/>
      </w:pPr>
      <w:r>
        <w:tab/>
        <w:t>Partie Ib</w:t>
      </w:r>
      <w:r>
        <w:tab/>
      </w:r>
      <w:r w:rsidRPr="00A33F64">
        <w:t xml:space="preserve">Homologation des dispositifs automatiques d’appel d’urgence (AECD), </w:t>
      </w:r>
      <w:r>
        <w:br/>
      </w:r>
      <w:r w:rsidRPr="00A33F64">
        <w:t>destinés à être installés sur les véhicules des catégories M</w:t>
      </w:r>
      <w:r w:rsidRPr="00A33F64">
        <w:rPr>
          <w:vertAlign w:val="subscript"/>
        </w:rPr>
        <w:t>1</w:t>
      </w:r>
      <w:r w:rsidRPr="00A33F64">
        <w:t xml:space="preserve"> et N</w:t>
      </w:r>
      <w:r w:rsidRPr="00A33F64">
        <w:rPr>
          <w:vertAlign w:val="subscript"/>
        </w:rPr>
        <w:t>1</w:t>
      </w:r>
      <w:r w:rsidR="00926FE6">
        <w:tab/>
      </w:r>
      <w:r w:rsidR="00926FE6">
        <w:tab/>
        <w:t>16</w:t>
      </w:r>
    </w:p>
    <w:p w:rsidR="0062553F" w:rsidRDefault="0062553F" w:rsidP="0062553F">
      <w:pPr>
        <w:tabs>
          <w:tab w:val="right" w:pos="850"/>
          <w:tab w:val="right" w:leader="dot" w:pos="8787"/>
          <w:tab w:val="right" w:pos="9638"/>
        </w:tabs>
        <w:spacing w:after="120"/>
        <w:ind w:left="1701" w:hanging="1701"/>
      </w:pPr>
      <w:r>
        <w:tab/>
        <w:t>13.</w:t>
      </w:r>
      <w:r>
        <w:tab/>
      </w:r>
      <w:r w:rsidRPr="00A33F64">
        <w:t>Définitions</w:t>
      </w:r>
      <w:r>
        <w:tab/>
      </w:r>
      <w:r>
        <w:tab/>
        <w:t>16</w:t>
      </w:r>
    </w:p>
    <w:p w:rsidR="0062553F" w:rsidRDefault="0062553F" w:rsidP="0062553F">
      <w:pPr>
        <w:tabs>
          <w:tab w:val="right" w:pos="850"/>
          <w:tab w:val="right" w:leader="dot" w:pos="8787"/>
          <w:tab w:val="right" w:pos="9638"/>
        </w:tabs>
        <w:spacing w:after="120"/>
        <w:ind w:left="1701" w:hanging="1701"/>
      </w:pPr>
      <w:r>
        <w:tab/>
        <w:t>14.</w:t>
      </w:r>
      <w:r>
        <w:tab/>
      </w:r>
      <w:r w:rsidRPr="00A33F64">
        <w:t>Demande d’homologation d’un AECD</w:t>
      </w:r>
      <w:r>
        <w:tab/>
      </w:r>
      <w:r>
        <w:tab/>
        <w:t>1</w:t>
      </w:r>
      <w:r w:rsidR="00926FE6">
        <w:t>7</w:t>
      </w:r>
    </w:p>
    <w:p w:rsidR="0062553F" w:rsidRDefault="0062553F" w:rsidP="0062553F">
      <w:pPr>
        <w:tabs>
          <w:tab w:val="right" w:pos="850"/>
          <w:tab w:val="right" w:leader="dot" w:pos="8787"/>
          <w:tab w:val="right" w:pos="9638"/>
        </w:tabs>
        <w:spacing w:after="120"/>
        <w:ind w:left="1701" w:hanging="1701"/>
      </w:pPr>
      <w:r>
        <w:tab/>
        <w:t>15.</w:t>
      </w:r>
      <w:r>
        <w:tab/>
      </w:r>
      <w:r w:rsidRPr="00A33F64">
        <w:t>Inscriptions</w:t>
      </w:r>
      <w:r w:rsidR="00926FE6">
        <w:tab/>
      </w:r>
      <w:r w:rsidR="00926FE6">
        <w:tab/>
        <w:t>17</w:t>
      </w:r>
    </w:p>
    <w:p w:rsidR="0062553F" w:rsidRDefault="0062553F" w:rsidP="0062553F">
      <w:pPr>
        <w:tabs>
          <w:tab w:val="right" w:pos="850"/>
          <w:tab w:val="right" w:leader="dot" w:pos="8787"/>
          <w:tab w:val="right" w:pos="9638"/>
        </w:tabs>
        <w:spacing w:after="120"/>
        <w:ind w:left="1701" w:hanging="1701"/>
      </w:pPr>
      <w:r>
        <w:tab/>
        <w:t>16.</w:t>
      </w:r>
      <w:r>
        <w:tab/>
      </w:r>
      <w:r w:rsidRPr="00A33F64">
        <w:t>Homologation</w:t>
      </w:r>
      <w:r w:rsidR="00926FE6">
        <w:tab/>
      </w:r>
      <w:r w:rsidR="00926FE6">
        <w:tab/>
        <w:t>17</w:t>
      </w:r>
    </w:p>
    <w:p w:rsidR="0062553F" w:rsidRDefault="0062553F" w:rsidP="0062553F">
      <w:pPr>
        <w:tabs>
          <w:tab w:val="right" w:pos="850"/>
          <w:tab w:val="right" w:leader="dot" w:pos="8787"/>
          <w:tab w:val="right" w:pos="9638"/>
        </w:tabs>
        <w:spacing w:after="120"/>
        <w:ind w:left="1701" w:hanging="1701"/>
      </w:pPr>
      <w:r>
        <w:tab/>
        <w:t>17.</w:t>
      </w:r>
      <w:r>
        <w:tab/>
      </w:r>
      <w:r w:rsidRPr="00A33F64">
        <w:t>Prescriptions</w:t>
      </w:r>
      <w:r>
        <w:tab/>
      </w:r>
      <w:r>
        <w:tab/>
        <w:t>1</w:t>
      </w:r>
      <w:r w:rsidR="00926FE6">
        <w:t>8</w:t>
      </w:r>
    </w:p>
    <w:p w:rsidR="0062553F" w:rsidRDefault="0062553F" w:rsidP="0062553F">
      <w:pPr>
        <w:tabs>
          <w:tab w:val="right" w:pos="850"/>
          <w:tab w:val="right" w:leader="dot" w:pos="8787"/>
          <w:tab w:val="right" w:pos="9638"/>
        </w:tabs>
        <w:spacing w:after="120"/>
        <w:ind w:left="1701" w:hanging="1701"/>
      </w:pPr>
      <w:r>
        <w:tab/>
        <w:t>18.</w:t>
      </w:r>
      <w:r>
        <w:tab/>
      </w:r>
      <w:r w:rsidRPr="00A33F64">
        <w:t>Modification d’un type d’AECD et extension de l’homologation</w:t>
      </w:r>
      <w:r>
        <w:tab/>
      </w:r>
      <w:r>
        <w:tab/>
        <w:t>2</w:t>
      </w:r>
      <w:r w:rsidR="00926FE6">
        <w:t>2</w:t>
      </w:r>
    </w:p>
    <w:p w:rsidR="0062553F" w:rsidRDefault="0062553F" w:rsidP="0062553F">
      <w:pPr>
        <w:tabs>
          <w:tab w:val="right" w:pos="850"/>
          <w:tab w:val="right" w:leader="dot" w:pos="8787"/>
          <w:tab w:val="right" w:pos="9638"/>
        </w:tabs>
        <w:spacing w:after="120"/>
        <w:ind w:left="1701" w:hanging="1701"/>
      </w:pPr>
      <w:r>
        <w:tab/>
        <w:t>19.</w:t>
      </w:r>
      <w:r>
        <w:tab/>
      </w:r>
      <w:r w:rsidRPr="00A33F64">
        <w:t>Conformité de la production</w:t>
      </w:r>
      <w:r>
        <w:tab/>
      </w:r>
      <w:r>
        <w:tab/>
        <w:t>2</w:t>
      </w:r>
      <w:r w:rsidR="00926FE6">
        <w:t>3</w:t>
      </w:r>
    </w:p>
    <w:p w:rsidR="0062553F" w:rsidRDefault="0062553F" w:rsidP="0062553F">
      <w:pPr>
        <w:tabs>
          <w:tab w:val="right" w:pos="850"/>
          <w:tab w:val="right" w:leader="dot" w:pos="8787"/>
          <w:tab w:val="right" w:pos="9638"/>
        </w:tabs>
        <w:spacing w:after="120"/>
        <w:ind w:left="1701" w:hanging="1701"/>
      </w:pPr>
      <w:r>
        <w:tab/>
        <w:t>20.</w:t>
      </w:r>
      <w:r>
        <w:tab/>
      </w:r>
      <w:r w:rsidRPr="00A33F64">
        <w:t>Sanctions pour non-conformité de la production</w:t>
      </w:r>
      <w:r w:rsidR="00926FE6">
        <w:tab/>
      </w:r>
      <w:r w:rsidR="00926FE6">
        <w:tab/>
        <w:t>23</w:t>
      </w:r>
    </w:p>
    <w:p w:rsidR="0062553F" w:rsidRDefault="0062553F" w:rsidP="0062553F">
      <w:pPr>
        <w:tabs>
          <w:tab w:val="right" w:pos="850"/>
          <w:tab w:val="right" w:leader="dot" w:pos="8787"/>
          <w:tab w:val="right" w:pos="9638"/>
        </w:tabs>
        <w:spacing w:after="120"/>
        <w:ind w:left="1701" w:hanging="1701"/>
      </w:pPr>
      <w:r>
        <w:tab/>
        <w:t>21.</w:t>
      </w:r>
      <w:r>
        <w:tab/>
      </w:r>
      <w:r w:rsidRPr="00A33F64">
        <w:t>Arrêt définitif de la production</w:t>
      </w:r>
      <w:r>
        <w:tab/>
      </w:r>
      <w:r>
        <w:tab/>
        <w:t>23</w:t>
      </w:r>
    </w:p>
    <w:p w:rsidR="0062553F" w:rsidRDefault="0062553F" w:rsidP="0062553F">
      <w:pPr>
        <w:tabs>
          <w:tab w:val="right" w:pos="850"/>
          <w:tab w:val="right" w:leader="dot" w:pos="8787"/>
          <w:tab w:val="right" w:pos="9638"/>
        </w:tabs>
        <w:spacing w:after="120"/>
        <w:ind w:left="1701" w:hanging="1701"/>
      </w:pPr>
      <w:r>
        <w:lastRenderedPageBreak/>
        <w:tab/>
        <w:t>22.</w:t>
      </w:r>
      <w:r>
        <w:tab/>
      </w:r>
      <w:r w:rsidRPr="00A33F64">
        <w:t xml:space="preserve">Noms et adresses des services techniques chargés des essais d’homologation </w:t>
      </w:r>
      <w:r>
        <w:br/>
      </w:r>
      <w:r w:rsidRPr="00A33F64">
        <w:t>et des autorités d’homologation de type</w:t>
      </w:r>
      <w:r>
        <w:tab/>
      </w:r>
      <w:r>
        <w:tab/>
        <w:t>23</w:t>
      </w:r>
    </w:p>
    <w:p w:rsidR="0062553F" w:rsidRDefault="0062553F" w:rsidP="0062553F">
      <w:pPr>
        <w:tabs>
          <w:tab w:val="right" w:pos="850"/>
          <w:tab w:val="right" w:leader="dot" w:pos="8787"/>
          <w:tab w:val="right" w:pos="9638"/>
        </w:tabs>
        <w:spacing w:after="120"/>
        <w:ind w:left="1701" w:hanging="1701"/>
      </w:pPr>
      <w:r>
        <w:tab/>
        <w:t>Partie II</w:t>
      </w:r>
      <w:r>
        <w:tab/>
      </w:r>
      <w:r w:rsidRPr="00A33F64">
        <w:t xml:space="preserve">Homologation des véhicules en ce qui concerne leur AECS lorsqu’ils sont équipés </w:t>
      </w:r>
      <w:r>
        <w:br/>
      </w:r>
      <w:r w:rsidRPr="00A33F64">
        <w:t>d’un AECD d’un type homologué</w:t>
      </w:r>
      <w:r>
        <w:tab/>
      </w:r>
      <w:r>
        <w:tab/>
        <w:t>24</w:t>
      </w:r>
    </w:p>
    <w:p w:rsidR="0062553F" w:rsidRDefault="0062553F" w:rsidP="0062553F">
      <w:pPr>
        <w:tabs>
          <w:tab w:val="right" w:pos="850"/>
          <w:tab w:val="right" w:leader="dot" w:pos="8787"/>
          <w:tab w:val="right" w:pos="9638"/>
        </w:tabs>
        <w:spacing w:after="120"/>
        <w:ind w:left="1701" w:hanging="1701"/>
      </w:pPr>
      <w:r>
        <w:tab/>
        <w:t>23.</w:t>
      </w:r>
      <w:r>
        <w:tab/>
      </w:r>
      <w:r w:rsidRPr="00A33F64">
        <w:t>Définitions</w:t>
      </w:r>
      <w:r>
        <w:tab/>
      </w:r>
      <w:r>
        <w:tab/>
        <w:t>24</w:t>
      </w:r>
    </w:p>
    <w:p w:rsidR="0062553F" w:rsidRDefault="0062553F" w:rsidP="0062553F">
      <w:pPr>
        <w:tabs>
          <w:tab w:val="right" w:pos="850"/>
          <w:tab w:val="right" w:leader="dot" w:pos="8787"/>
          <w:tab w:val="right" w:pos="9638"/>
        </w:tabs>
        <w:spacing w:after="120"/>
        <w:ind w:left="1701" w:hanging="1701"/>
      </w:pPr>
      <w:r>
        <w:tab/>
        <w:t>24.</w:t>
      </w:r>
      <w:r>
        <w:tab/>
      </w:r>
      <w:r w:rsidRPr="00A33F64">
        <w:t>Demande d’homologation</w:t>
      </w:r>
      <w:r>
        <w:tab/>
      </w:r>
      <w:r>
        <w:tab/>
        <w:t>24</w:t>
      </w:r>
    </w:p>
    <w:p w:rsidR="0062553F" w:rsidRDefault="0062553F" w:rsidP="0062553F">
      <w:pPr>
        <w:tabs>
          <w:tab w:val="right" w:pos="850"/>
          <w:tab w:val="right" w:leader="dot" w:pos="8787"/>
          <w:tab w:val="right" w:pos="9638"/>
        </w:tabs>
        <w:spacing w:after="120"/>
        <w:ind w:left="1701" w:hanging="1701"/>
      </w:pPr>
      <w:r>
        <w:tab/>
        <w:t>25.</w:t>
      </w:r>
      <w:r>
        <w:tab/>
      </w:r>
      <w:r w:rsidRPr="00A33F64">
        <w:t>Homologation</w:t>
      </w:r>
      <w:r>
        <w:tab/>
      </w:r>
      <w:r>
        <w:tab/>
        <w:t>24</w:t>
      </w:r>
    </w:p>
    <w:p w:rsidR="0062553F" w:rsidRDefault="0062553F" w:rsidP="0062553F">
      <w:pPr>
        <w:tabs>
          <w:tab w:val="right" w:pos="850"/>
          <w:tab w:val="right" w:leader="dot" w:pos="8787"/>
          <w:tab w:val="right" w:pos="9638"/>
        </w:tabs>
        <w:spacing w:after="120"/>
        <w:ind w:left="1701" w:hanging="1701"/>
      </w:pPr>
      <w:r>
        <w:tab/>
        <w:t>26.</w:t>
      </w:r>
      <w:r>
        <w:tab/>
      </w:r>
      <w:r w:rsidRPr="00A33F64">
        <w:t>Prescriptions</w:t>
      </w:r>
      <w:r>
        <w:tab/>
      </w:r>
      <w:r>
        <w:tab/>
        <w:t>25</w:t>
      </w:r>
    </w:p>
    <w:p w:rsidR="0062553F" w:rsidRDefault="0062553F" w:rsidP="0062553F">
      <w:pPr>
        <w:tabs>
          <w:tab w:val="right" w:pos="850"/>
          <w:tab w:val="right" w:leader="dot" w:pos="8787"/>
          <w:tab w:val="right" w:pos="9638"/>
        </w:tabs>
        <w:spacing w:after="120"/>
        <w:ind w:left="1701" w:hanging="1701"/>
      </w:pPr>
      <w:r>
        <w:tab/>
        <w:t>27.</w:t>
      </w:r>
      <w:r>
        <w:tab/>
      </w:r>
      <w:r w:rsidRPr="00A33F64">
        <w:t xml:space="preserve">Modification et extension de l’homologation d’un type de véhicule équipé </w:t>
      </w:r>
      <w:r>
        <w:br/>
      </w:r>
      <w:r w:rsidRPr="00A33F64">
        <w:t>d’un AECD homologué en vertu de la partie Ib du présent Règlement</w:t>
      </w:r>
      <w:r>
        <w:tab/>
      </w:r>
      <w:r>
        <w:tab/>
        <w:t>32</w:t>
      </w:r>
    </w:p>
    <w:p w:rsidR="0062553F" w:rsidRDefault="0062553F" w:rsidP="0062553F">
      <w:pPr>
        <w:tabs>
          <w:tab w:val="right" w:pos="850"/>
          <w:tab w:val="right" w:leader="dot" w:pos="8787"/>
          <w:tab w:val="right" w:pos="9638"/>
        </w:tabs>
        <w:spacing w:after="120"/>
        <w:ind w:left="1701" w:hanging="1701"/>
      </w:pPr>
      <w:r>
        <w:tab/>
        <w:t>28.</w:t>
      </w:r>
      <w:r>
        <w:tab/>
      </w:r>
      <w:r w:rsidRPr="00A33F64">
        <w:t>Conformité de la production</w:t>
      </w:r>
      <w:r>
        <w:tab/>
      </w:r>
      <w:r>
        <w:tab/>
        <w:t>33</w:t>
      </w:r>
    </w:p>
    <w:p w:rsidR="0062553F" w:rsidRDefault="0062553F" w:rsidP="0062553F">
      <w:pPr>
        <w:tabs>
          <w:tab w:val="right" w:pos="850"/>
          <w:tab w:val="right" w:leader="dot" w:pos="8787"/>
          <w:tab w:val="right" w:pos="9638"/>
        </w:tabs>
        <w:spacing w:after="120"/>
        <w:ind w:left="1701" w:hanging="1701"/>
      </w:pPr>
      <w:r>
        <w:tab/>
        <w:t>29.</w:t>
      </w:r>
      <w:r>
        <w:tab/>
      </w:r>
      <w:r w:rsidRPr="00A33F64">
        <w:t>Sanctions pour non-conformité de la production</w:t>
      </w:r>
      <w:r>
        <w:tab/>
      </w:r>
      <w:r>
        <w:tab/>
        <w:t>33</w:t>
      </w:r>
    </w:p>
    <w:p w:rsidR="0062553F" w:rsidRDefault="0062553F" w:rsidP="0062553F">
      <w:pPr>
        <w:tabs>
          <w:tab w:val="right" w:pos="850"/>
          <w:tab w:val="right" w:leader="dot" w:pos="8787"/>
          <w:tab w:val="right" w:pos="9638"/>
        </w:tabs>
        <w:spacing w:after="120"/>
        <w:ind w:left="1701" w:hanging="1701"/>
      </w:pPr>
      <w:r>
        <w:tab/>
        <w:t>30.</w:t>
      </w:r>
      <w:r>
        <w:tab/>
      </w:r>
      <w:r w:rsidRPr="00A33F64">
        <w:t>Arrêt définitif de la production</w:t>
      </w:r>
      <w:r>
        <w:tab/>
      </w:r>
      <w:r>
        <w:tab/>
        <w:t>33</w:t>
      </w:r>
    </w:p>
    <w:p w:rsidR="0062553F" w:rsidRDefault="0062553F" w:rsidP="0062553F">
      <w:pPr>
        <w:tabs>
          <w:tab w:val="right" w:pos="850"/>
          <w:tab w:val="right" w:leader="dot" w:pos="8787"/>
          <w:tab w:val="right" w:pos="9638"/>
        </w:tabs>
        <w:spacing w:after="120"/>
        <w:ind w:left="1701" w:hanging="1701"/>
      </w:pPr>
      <w:r>
        <w:tab/>
        <w:t>31.</w:t>
      </w:r>
      <w:r>
        <w:tab/>
      </w:r>
      <w:r w:rsidRPr="00A33F64">
        <w:t xml:space="preserve">Noms et adresses des services techniques chargés des essais d’homologation </w:t>
      </w:r>
      <w:r>
        <w:br/>
      </w:r>
      <w:r w:rsidRPr="00A33F64">
        <w:t>et des autorités d’homologation de type</w:t>
      </w:r>
      <w:r>
        <w:tab/>
      </w:r>
      <w:r>
        <w:tab/>
        <w:t>33</w:t>
      </w:r>
    </w:p>
    <w:p w:rsidR="0062553F" w:rsidRDefault="0062553F" w:rsidP="0062553F">
      <w:pPr>
        <w:tabs>
          <w:tab w:val="right" w:pos="850"/>
          <w:tab w:val="right" w:leader="dot" w:pos="8787"/>
          <w:tab w:val="right" w:pos="9638"/>
        </w:tabs>
        <w:spacing w:after="120"/>
        <w:ind w:left="1701" w:hanging="1701"/>
      </w:pPr>
      <w:r>
        <w:tab/>
        <w:t>Partie III</w:t>
      </w:r>
      <w:r>
        <w:tab/>
      </w:r>
      <w:r w:rsidRPr="00A33F64">
        <w:t xml:space="preserve">Homologation des véhicules en ce qui concerne leur AECS lorsqu’ils sont équipés </w:t>
      </w:r>
      <w:r>
        <w:br/>
      </w:r>
      <w:r w:rsidRPr="00A33F64">
        <w:t xml:space="preserve">d’un AECD qui n’a pas fait l’objet d’une homologation distincte </w:t>
      </w:r>
      <w:r>
        <w:br/>
      </w:r>
      <w:r w:rsidRPr="00A33F64">
        <w:t>en vertu de la partie Ib du présent Règlement</w:t>
      </w:r>
      <w:r>
        <w:tab/>
      </w:r>
      <w:r>
        <w:tab/>
        <w:t>34</w:t>
      </w:r>
    </w:p>
    <w:p w:rsidR="0062553F" w:rsidRDefault="0062553F" w:rsidP="0062553F">
      <w:pPr>
        <w:tabs>
          <w:tab w:val="right" w:pos="850"/>
          <w:tab w:val="right" w:leader="dot" w:pos="8787"/>
          <w:tab w:val="right" w:pos="9638"/>
        </w:tabs>
        <w:spacing w:after="120"/>
        <w:ind w:left="1701" w:hanging="1701"/>
      </w:pPr>
      <w:r>
        <w:tab/>
        <w:t>32.</w:t>
      </w:r>
      <w:r>
        <w:tab/>
      </w:r>
      <w:r w:rsidRPr="00A33F64">
        <w:t>Définitions</w:t>
      </w:r>
      <w:r>
        <w:tab/>
      </w:r>
      <w:r>
        <w:tab/>
        <w:t>34</w:t>
      </w:r>
    </w:p>
    <w:p w:rsidR="0062553F" w:rsidRDefault="0062553F" w:rsidP="0062553F">
      <w:pPr>
        <w:tabs>
          <w:tab w:val="right" w:pos="850"/>
          <w:tab w:val="right" w:leader="dot" w:pos="8787"/>
          <w:tab w:val="right" w:pos="9638"/>
        </w:tabs>
        <w:spacing w:after="120"/>
        <w:ind w:left="1701" w:hanging="1701"/>
      </w:pPr>
      <w:r>
        <w:tab/>
        <w:t>33.</w:t>
      </w:r>
      <w:r>
        <w:tab/>
      </w:r>
      <w:r w:rsidRPr="00A33F64">
        <w:t>Demande d’homologation d’un type de véhicule équipé d’un AECS</w:t>
      </w:r>
      <w:r>
        <w:tab/>
      </w:r>
      <w:r>
        <w:tab/>
        <w:t>34</w:t>
      </w:r>
    </w:p>
    <w:p w:rsidR="0062553F" w:rsidRDefault="0062553F" w:rsidP="0062553F">
      <w:pPr>
        <w:tabs>
          <w:tab w:val="right" w:pos="850"/>
          <w:tab w:val="right" w:leader="dot" w:pos="8787"/>
          <w:tab w:val="right" w:pos="9638"/>
        </w:tabs>
        <w:spacing w:after="120"/>
        <w:ind w:left="1701" w:hanging="1701"/>
      </w:pPr>
      <w:r>
        <w:tab/>
        <w:t>34.</w:t>
      </w:r>
      <w:r>
        <w:tab/>
      </w:r>
      <w:r w:rsidRPr="00A33F64">
        <w:t>Homologation</w:t>
      </w:r>
      <w:r>
        <w:tab/>
      </w:r>
      <w:r>
        <w:tab/>
        <w:t>34</w:t>
      </w:r>
    </w:p>
    <w:p w:rsidR="0062553F" w:rsidRDefault="0062553F" w:rsidP="0062553F">
      <w:pPr>
        <w:tabs>
          <w:tab w:val="right" w:pos="850"/>
          <w:tab w:val="right" w:leader="dot" w:pos="8787"/>
          <w:tab w:val="right" w:pos="9638"/>
        </w:tabs>
        <w:spacing w:after="120"/>
        <w:ind w:left="1701" w:hanging="1701"/>
      </w:pPr>
      <w:r>
        <w:tab/>
        <w:t>35.</w:t>
      </w:r>
      <w:r>
        <w:tab/>
      </w:r>
      <w:r w:rsidRPr="00A33F64">
        <w:t>Prescriptions</w:t>
      </w:r>
      <w:r>
        <w:tab/>
      </w:r>
      <w:r>
        <w:tab/>
        <w:t>35</w:t>
      </w:r>
    </w:p>
    <w:p w:rsidR="0062553F" w:rsidRDefault="0062553F" w:rsidP="0062553F">
      <w:pPr>
        <w:tabs>
          <w:tab w:val="right" w:pos="850"/>
          <w:tab w:val="right" w:leader="dot" w:pos="8787"/>
          <w:tab w:val="right" w:pos="9638"/>
        </w:tabs>
        <w:spacing w:after="120"/>
        <w:ind w:left="1701" w:hanging="1701"/>
      </w:pPr>
      <w:r>
        <w:tab/>
        <w:t>36.</w:t>
      </w:r>
      <w:r>
        <w:tab/>
      </w:r>
      <w:r w:rsidRPr="00100BB7">
        <w:rPr>
          <w:spacing w:val="-2"/>
        </w:rPr>
        <w:t>Modification et extension de l’homologation d’un type de véhicule équipé d’un AECS</w:t>
      </w:r>
      <w:r w:rsidRPr="00100BB7">
        <w:rPr>
          <w:spacing w:val="-2"/>
        </w:rPr>
        <w:tab/>
      </w:r>
      <w:r>
        <w:tab/>
        <w:t>42</w:t>
      </w:r>
    </w:p>
    <w:p w:rsidR="0062553F" w:rsidRDefault="0062553F" w:rsidP="0062553F">
      <w:pPr>
        <w:tabs>
          <w:tab w:val="right" w:pos="850"/>
          <w:tab w:val="right" w:leader="dot" w:pos="8787"/>
          <w:tab w:val="right" w:pos="9638"/>
        </w:tabs>
        <w:spacing w:after="120"/>
        <w:ind w:left="1701" w:hanging="1701"/>
      </w:pPr>
      <w:r>
        <w:tab/>
        <w:t>37.</w:t>
      </w:r>
      <w:r>
        <w:tab/>
      </w:r>
      <w:r w:rsidRPr="00A33F64">
        <w:t>Conformité de la production</w:t>
      </w:r>
      <w:r>
        <w:tab/>
      </w:r>
      <w:r>
        <w:tab/>
        <w:t>4</w:t>
      </w:r>
      <w:r w:rsidR="001A6C36">
        <w:t>2</w:t>
      </w:r>
    </w:p>
    <w:p w:rsidR="0062553F" w:rsidRDefault="0062553F" w:rsidP="0062553F">
      <w:pPr>
        <w:tabs>
          <w:tab w:val="right" w:pos="850"/>
          <w:tab w:val="right" w:leader="dot" w:pos="8787"/>
          <w:tab w:val="right" w:pos="9638"/>
        </w:tabs>
        <w:spacing w:after="120"/>
        <w:ind w:left="1701" w:hanging="1701"/>
      </w:pPr>
      <w:r>
        <w:tab/>
        <w:t>38.</w:t>
      </w:r>
      <w:r>
        <w:tab/>
      </w:r>
      <w:r w:rsidRPr="00A33F64">
        <w:t>Sanctions pour non-conformité de la production</w:t>
      </w:r>
      <w:r>
        <w:tab/>
      </w:r>
      <w:r>
        <w:tab/>
        <w:t>43</w:t>
      </w:r>
    </w:p>
    <w:p w:rsidR="0062553F" w:rsidRDefault="0062553F" w:rsidP="0062553F">
      <w:pPr>
        <w:tabs>
          <w:tab w:val="right" w:pos="850"/>
          <w:tab w:val="right" w:leader="dot" w:pos="8787"/>
          <w:tab w:val="right" w:pos="9638"/>
        </w:tabs>
        <w:spacing w:after="120"/>
        <w:ind w:left="1701" w:hanging="1701"/>
      </w:pPr>
      <w:r>
        <w:tab/>
        <w:t>39.</w:t>
      </w:r>
      <w:r>
        <w:tab/>
      </w:r>
      <w:r w:rsidRPr="00A33F64">
        <w:t>Arrêt définitif de la production</w:t>
      </w:r>
      <w:r>
        <w:tab/>
      </w:r>
      <w:r>
        <w:tab/>
        <w:t>43</w:t>
      </w:r>
    </w:p>
    <w:p w:rsidR="0062553F" w:rsidRDefault="0062553F" w:rsidP="0062553F">
      <w:pPr>
        <w:tabs>
          <w:tab w:val="right" w:pos="850"/>
          <w:tab w:val="right" w:leader="dot" w:pos="8787"/>
          <w:tab w:val="right" w:pos="9638"/>
        </w:tabs>
        <w:spacing w:after="120"/>
        <w:ind w:left="1701" w:hanging="1701"/>
      </w:pPr>
      <w:r>
        <w:tab/>
        <w:t>40.</w:t>
      </w:r>
      <w:r>
        <w:tab/>
      </w:r>
      <w:r w:rsidRPr="00A33F64">
        <w:t xml:space="preserve">Noms et adresses des services techniques chargés des essais d’homologation </w:t>
      </w:r>
      <w:r>
        <w:br/>
      </w:r>
      <w:r w:rsidRPr="00A33F64">
        <w:t>et des autorités d’homologation de type</w:t>
      </w:r>
      <w:r>
        <w:tab/>
      </w:r>
      <w:r>
        <w:tab/>
        <w:t>43</w:t>
      </w:r>
    </w:p>
    <w:p w:rsidR="0062553F" w:rsidRPr="002B7A71" w:rsidRDefault="0062553F" w:rsidP="0062553F">
      <w:pPr>
        <w:tabs>
          <w:tab w:val="right" w:pos="850"/>
        </w:tabs>
        <w:spacing w:after="120"/>
      </w:pPr>
      <w:r>
        <w:tab/>
        <w:t>Annexes</w:t>
      </w:r>
    </w:p>
    <w:p w:rsidR="0062553F" w:rsidRDefault="0062553F" w:rsidP="0062553F">
      <w:pPr>
        <w:tabs>
          <w:tab w:val="right" w:pos="850"/>
          <w:tab w:val="right" w:leader="dot" w:pos="8787"/>
          <w:tab w:val="right" w:pos="9638"/>
        </w:tabs>
        <w:spacing w:after="120"/>
        <w:ind w:left="1701" w:hanging="1701"/>
      </w:pPr>
      <w:r>
        <w:tab/>
        <w:t>1</w:t>
      </w:r>
      <w:r>
        <w:tab/>
      </w:r>
      <w:r w:rsidRPr="00C62650">
        <w:t>Communication</w:t>
      </w:r>
      <w:r>
        <w:t xml:space="preserve"> </w:t>
      </w:r>
      <w:r w:rsidRPr="00C62650">
        <w:t>concernant</w:t>
      </w:r>
      <w:r>
        <w:t xml:space="preserve"> la délivrance ou l’extension ou le refus ou le retrait </w:t>
      </w:r>
      <w:r>
        <w:br/>
        <w:t xml:space="preserve">d’une homologation ou l’arrêt définitif de la production </w:t>
      </w:r>
      <w:r w:rsidRPr="00C62650">
        <w:t>d</w:t>
      </w:r>
      <w:r>
        <w:t>’</w:t>
      </w:r>
      <w:r w:rsidRPr="00C62650">
        <w:t>un type d</w:t>
      </w:r>
      <w:r>
        <w:t>’</w:t>
      </w:r>
      <w:r w:rsidRPr="00C62650">
        <w:t xml:space="preserve">AECC destiné </w:t>
      </w:r>
      <w:r>
        <w:br/>
      </w:r>
      <w:r w:rsidRPr="00C62650">
        <w:t>à être installé dans un AECD sur les véhicules des catégories M</w:t>
      </w:r>
      <w:r w:rsidRPr="00C62650">
        <w:rPr>
          <w:vertAlign w:val="subscript"/>
        </w:rPr>
        <w:t xml:space="preserve">1 </w:t>
      </w:r>
      <w:r w:rsidRPr="00C62650">
        <w:t>et N</w:t>
      </w:r>
      <w:r w:rsidRPr="00C62650">
        <w:rPr>
          <w:vertAlign w:val="subscript"/>
        </w:rPr>
        <w:t>1</w:t>
      </w:r>
      <w:r w:rsidRPr="00C62650">
        <w:t>,</w:t>
      </w:r>
      <w:r w:rsidRPr="00C62650">
        <w:rPr>
          <w:vertAlign w:val="subscript"/>
        </w:rPr>
        <w:t xml:space="preserve"> </w:t>
      </w:r>
      <w:r w:rsidRPr="00C62650">
        <w:t xml:space="preserve">homologué </w:t>
      </w:r>
      <w:r>
        <w:br/>
      </w:r>
      <w:r w:rsidRPr="00C62650">
        <w:t xml:space="preserve">en application de la partie Ia du Règlement </w:t>
      </w:r>
      <w:r>
        <w:t xml:space="preserve">ONU </w:t>
      </w:r>
      <w:r w:rsidRPr="00C62650">
        <w:rPr>
          <w:rFonts w:eastAsia="MS Mincho"/>
        </w:rPr>
        <w:t>n</w:t>
      </w:r>
      <w:r w:rsidRPr="00C62650">
        <w:rPr>
          <w:rFonts w:eastAsia="MS Mincho"/>
          <w:vertAlign w:val="superscript"/>
        </w:rPr>
        <w:t>o</w:t>
      </w:r>
      <w:r w:rsidRPr="00C62650">
        <w:t> </w:t>
      </w:r>
      <w:r>
        <w:t>144</w:t>
      </w:r>
      <w:r>
        <w:tab/>
      </w:r>
      <w:r>
        <w:tab/>
        <w:t>44</w:t>
      </w:r>
    </w:p>
    <w:p w:rsidR="0062553F" w:rsidRDefault="0062553F" w:rsidP="0062553F">
      <w:pPr>
        <w:tabs>
          <w:tab w:val="right" w:pos="850"/>
          <w:tab w:val="right" w:leader="dot" w:pos="8787"/>
          <w:tab w:val="right" w:pos="9638"/>
        </w:tabs>
        <w:spacing w:after="120"/>
        <w:ind w:left="1701" w:hanging="1701"/>
      </w:pPr>
      <w:r>
        <w:tab/>
        <w:t>2</w:t>
      </w:r>
      <w:r>
        <w:tab/>
      </w:r>
      <w:r w:rsidRPr="00C62650">
        <w:t>Communication</w:t>
      </w:r>
      <w:r>
        <w:t xml:space="preserve"> </w:t>
      </w:r>
      <w:r w:rsidRPr="00C62650">
        <w:t>concernant</w:t>
      </w:r>
      <w:r>
        <w:t xml:space="preserve"> la délivrance ou l’extension ou le refus ou le retrait </w:t>
      </w:r>
      <w:r>
        <w:br/>
        <w:t xml:space="preserve">d’une homologation ou l’arrêt définitif de la production </w:t>
      </w:r>
      <w:r w:rsidRPr="00C62650">
        <w:t>d</w:t>
      </w:r>
      <w:r>
        <w:t>’</w:t>
      </w:r>
      <w:r w:rsidRPr="00C62650">
        <w:t>un type d</w:t>
      </w:r>
      <w:r>
        <w:t>’</w:t>
      </w:r>
      <w:r w:rsidRPr="00C62650">
        <w:t xml:space="preserve">AECD </w:t>
      </w:r>
      <w:r>
        <w:br/>
      </w:r>
      <w:r w:rsidRPr="00C62650">
        <w:t>destiné à être installé sur les véhicules des catégories M</w:t>
      </w:r>
      <w:r w:rsidRPr="00C62650">
        <w:rPr>
          <w:vertAlign w:val="subscript"/>
        </w:rPr>
        <w:t>1</w:t>
      </w:r>
      <w:r w:rsidRPr="00C62650">
        <w:t xml:space="preserve"> et N</w:t>
      </w:r>
      <w:r w:rsidRPr="00C62650">
        <w:rPr>
          <w:vertAlign w:val="subscript"/>
        </w:rPr>
        <w:t>1</w:t>
      </w:r>
      <w:r w:rsidRPr="00C62650">
        <w:t xml:space="preserve">, en application </w:t>
      </w:r>
      <w:r>
        <w:br/>
      </w:r>
      <w:r w:rsidRPr="00C62650">
        <w:t xml:space="preserve">de la partie Ib du Règlement </w:t>
      </w:r>
      <w:r>
        <w:t xml:space="preserve">ONU </w:t>
      </w:r>
      <w:r w:rsidRPr="00C62650">
        <w:rPr>
          <w:rFonts w:eastAsia="MS Mincho"/>
        </w:rPr>
        <w:t>n</w:t>
      </w:r>
      <w:r w:rsidRPr="00C62650">
        <w:rPr>
          <w:rFonts w:eastAsia="MS Mincho"/>
          <w:vertAlign w:val="superscript"/>
        </w:rPr>
        <w:t>o</w:t>
      </w:r>
      <w:r w:rsidRPr="00C62650">
        <w:t> </w:t>
      </w:r>
      <w:r>
        <w:t>144</w:t>
      </w:r>
      <w:r>
        <w:tab/>
      </w:r>
      <w:r>
        <w:tab/>
        <w:t>46</w:t>
      </w:r>
    </w:p>
    <w:p w:rsidR="0062553F" w:rsidRDefault="0062553F" w:rsidP="0062553F">
      <w:pPr>
        <w:tabs>
          <w:tab w:val="right" w:pos="850"/>
          <w:tab w:val="right" w:leader="dot" w:pos="8787"/>
          <w:tab w:val="right" w:pos="9638"/>
        </w:tabs>
        <w:spacing w:after="120"/>
        <w:ind w:left="1701" w:hanging="1701"/>
      </w:pPr>
      <w:r>
        <w:tab/>
        <w:t>3</w:t>
      </w:r>
      <w:r>
        <w:tab/>
      </w:r>
      <w:r w:rsidRPr="00C62650">
        <w:t>Communication</w:t>
      </w:r>
      <w:r>
        <w:t xml:space="preserve"> </w:t>
      </w:r>
      <w:r w:rsidRPr="00C62650">
        <w:t>concernant</w:t>
      </w:r>
      <w:r>
        <w:t xml:space="preserve"> la délivrance ou l’extension ou le refus ou le retrait </w:t>
      </w:r>
      <w:r>
        <w:br/>
        <w:t xml:space="preserve">d’une homologation ou l’arrêt définitif de la production </w:t>
      </w:r>
      <w:r w:rsidRPr="00C62650">
        <w:t>d</w:t>
      </w:r>
      <w:r>
        <w:t>’</w:t>
      </w:r>
      <w:r w:rsidRPr="00C62650">
        <w:t xml:space="preserve">un type de véhicule </w:t>
      </w:r>
      <w:r>
        <w:br/>
      </w:r>
      <w:r w:rsidRPr="00C62650">
        <w:t>de catégorie M</w:t>
      </w:r>
      <w:r w:rsidRPr="00C62650">
        <w:rPr>
          <w:vertAlign w:val="subscript"/>
        </w:rPr>
        <w:t>1</w:t>
      </w:r>
      <w:r w:rsidRPr="00C62650">
        <w:t xml:space="preserve"> ou N</w:t>
      </w:r>
      <w:r w:rsidRPr="00C62650">
        <w:rPr>
          <w:vertAlign w:val="subscript"/>
        </w:rPr>
        <w:t>1</w:t>
      </w:r>
      <w:r w:rsidRPr="00C62650">
        <w:t xml:space="preserve"> en application de la partie II du Règlement </w:t>
      </w:r>
      <w:r>
        <w:t xml:space="preserve">ONU </w:t>
      </w:r>
      <w:r w:rsidRPr="00C62650">
        <w:t>n</w:t>
      </w:r>
      <w:r w:rsidRPr="00C62650">
        <w:rPr>
          <w:vertAlign w:val="superscript"/>
        </w:rPr>
        <w:t>o</w:t>
      </w:r>
      <w:r w:rsidRPr="00C62650">
        <w:t> </w:t>
      </w:r>
      <w:r>
        <w:t>144</w:t>
      </w:r>
      <w:r>
        <w:tab/>
      </w:r>
      <w:r>
        <w:tab/>
        <w:t>48</w:t>
      </w:r>
    </w:p>
    <w:p w:rsidR="0062553F" w:rsidRDefault="0062553F" w:rsidP="000B30BA">
      <w:pPr>
        <w:keepNext/>
        <w:keepLines/>
        <w:tabs>
          <w:tab w:val="right" w:pos="850"/>
          <w:tab w:val="right" w:leader="dot" w:pos="8787"/>
          <w:tab w:val="right" w:pos="9638"/>
        </w:tabs>
        <w:spacing w:after="120"/>
        <w:ind w:left="1701" w:hanging="1701"/>
      </w:pPr>
      <w:r>
        <w:tab/>
        <w:t>4</w:t>
      </w:r>
      <w:r>
        <w:tab/>
      </w:r>
      <w:r w:rsidRPr="00C62650">
        <w:t>Communication</w:t>
      </w:r>
      <w:r>
        <w:t xml:space="preserve"> </w:t>
      </w:r>
      <w:r w:rsidRPr="00C62650">
        <w:t>concernant</w:t>
      </w:r>
      <w:r>
        <w:t xml:space="preserve"> la délivrance ou l’extension ou le refus ou le retrait </w:t>
      </w:r>
      <w:r>
        <w:br/>
        <w:t xml:space="preserve">d’une homologation ou l’arrêt définitif de la production </w:t>
      </w:r>
      <w:r w:rsidRPr="00C62650">
        <w:t>d</w:t>
      </w:r>
      <w:r>
        <w:t>’</w:t>
      </w:r>
      <w:r w:rsidRPr="00C62650">
        <w:t xml:space="preserve">un type de véhicule </w:t>
      </w:r>
      <w:r w:rsidR="000B30BA">
        <w:br/>
      </w:r>
      <w:r w:rsidRPr="00C62650">
        <w:t>de catégorie M</w:t>
      </w:r>
      <w:r w:rsidRPr="00C62650">
        <w:rPr>
          <w:vertAlign w:val="subscript"/>
        </w:rPr>
        <w:t>1</w:t>
      </w:r>
      <w:r w:rsidRPr="00C62650">
        <w:t xml:space="preserve"> ou N</w:t>
      </w:r>
      <w:r w:rsidRPr="00C62650">
        <w:rPr>
          <w:vertAlign w:val="subscript"/>
        </w:rPr>
        <w:t>1</w:t>
      </w:r>
      <w:r w:rsidRPr="00C62650">
        <w:t xml:space="preserve"> homologué en application de la partie III </w:t>
      </w:r>
      <w:r w:rsidR="000B30BA">
        <w:br/>
      </w:r>
      <w:r w:rsidRPr="00C62650">
        <w:t>du Règlement</w:t>
      </w:r>
      <w:r>
        <w:t xml:space="preserve"> ONU</w:t>
      </w:r>
      <w:r w:rsidRPr="00C62650">
        <w:t xml:space="preserve"> n</w:t>
      </w:r>
      <w:r w:rsidRPr="00C62650">
        <w:rPr>
          <w:vertAlign w:val="superscript"/>
        </w:rPr>
        <w:t>o</w:t>
      </w:r>
      <w:r w:rsidRPr="00C62650">
        <w:t> </w:t>
      </w:r>
      <w:r>
        <w:t>144</w:t>
      </w:r>
      <w:r>
        <w:tab/>
      </w:r>
      <w:r>
        <w:tab/>
        <w:t>50</w:t>
      </w:r>
    </w:p>
    <w:p w:rsidR="0062553F" w:rsidRDefault="0062553F" w:rsidP="0062553F">
      <w:pPr>
        <w:tabs>
          <w:tab w:val="right" w:pos="850"/>
          <w:tab w:val="right" w:leader="dot" w:pos="8787"/>
          <w:tab w:val="right" w:pos="9638"/>
        </w:tabs>
        <w:spacing w:after="120"/>
        <w:ind w:left="1701" w:hanging="1701"/>
      </w:pPr>
      <w:r>
        <w:tab/>
        <w:t>5</w:t>
      </w:r>
      <w:r>
        <w:tab/>
      </w:r>
      <w:r w:rsidRPr="00C62650">
        <w:t>Document d</w:t>
      </w:r>
      <w:r>
        <w:t>’</w:t>
      </w:r>
      <w:r w:rsidRPr="00C62650">
        <w:t>information sur l</w:t>
      </w:r>
      <w:r>
        <w:t>’</w:t>
      </w:r>
      <w:r w:rsidRPr="00C62650">
        <w:t>homologation de type d</w:t>
      </w:r>
      <w:r>
        <w:t>’</w:t>
      </w:r>
      <w:r w:rsidRPr="00C62650">
        <w:t xml:space="preserve">un dispositif </w:t>
      </w:r>
      <w:r>
        <w:br/>
      </w:r>
      <w:r w:rsidRPr="00C62650">
        <w:t>automatique d</w:t>
      </w:r>
      <w:r>
        <w:t>’</w:t>
      </w:r>
      <w:r w:rsidRPr="00C62650">
        <w:t>appel d</w:t>
      </w:r>
      <w:r>
        <w:t>’</w:t>
      </w:r>
      <w:r w:rsidRPr="00C62650">
        <w:t>urgence (AECC)</w:t>
      </w:r>
      <w:r>
        <w:tab/>
      </w:r>
      <w:r>
        <w:tab/>
        <w:t>51</w:t>
      </w:r>
    </w:p>
    <w:p w:rsidR="0062553F" w:rsidRDefault="0062553F" w:rsidP="0062553F">
      <w:pPr>
        <w:tabs>
          <w:tab w:val="right" w:pos="850"/>
          <w:tab w:val="right" w:leader="dot" w:pos="8787"/>
          <w:tab w:val="right" w:pos="9638"/>
        </w:tabs>
        <w:spacing w:after="120"/>
        <w:ind w:left="1701" w:hanging="1701"/>
      </w:pPr>
      <w:r>
        <w:lastRenderedPageBreak/>
        <w:tab/>
        <w:t>6</w:t>
      </w:r>
      <w:r>
        <w:tab/>
      </w:r>
      <w:r w:rsidRPr="00C62650">
        <w:t>Document d</w:t>
      </w:r>
      <w:r>
        <w:t>’</w:t>
      </w:r>
      <w:r w:rsidRPr="00C62650">
        <w:t>information sur l</w:t>
      </w:r>
      <w:r>
        <w:t>’</w:t>
      </w:r>
      <w:r w:rsidRPr="00C62650">
        <w:t>homologation de type d</w:t>
      </w:r>
      <w:r>
        <w:t>’</w:t>
      </w:r>
      <w:r w:rsidRPr="00C62650">
        <w:t xml:space="preserve">un dispositif </w:t>
      </w:r>
      <w:r>
        <w:br/>
      </w:r>
      <w:r w:rsidRPr="00C62650">
        <w:t>automatique d</w:t>
      </w:r>
      <w:r>
        <w:t>’</w:t>
      </w:r>
      <w:r w:rsidRPr="00C62650">
        <w:t>appel d</w:t>
      </w:r>
      <w:r>
        <w:t>’</w:t>
      </w:r>
      <w:r w:rsidRPr="00C62650">
        <w:t>urgence (AECD)</w:t>
      </w:r>
      <w:r>
        <w:tab/>
      </w:r>
      <w:r>
        <w:tab/>
        <w:t>53</w:t>
      </w:r>
    </w:p>
    <w:p w:rsidR="0062553F" w:rsidRDefault="0062553F" w:rsidP="0062553F">
      <w:pPr>
        <w:tabs>
          <w:tab w:val="right" w:pos="850"/>
          <w:tab w:val="right" w:leader="dot" w:pos="8787"/>
          <w:tab w:val="right" w:pos="9638"/>
        </w:tabs>
        <w:spacing w:after="120"/>
        <w:ind w:left="1701" w:hanging="1701"/>
      </w:pPr>
      <w:r>
        <w:tab/>
        <w:t>7</w:t>
      </w:r>
      <w:r>
        <w:tab/>
      </w:r>
      <w:r w:rsidRPr="00C62650">
        <w:t>Document d</w:t>
      </w:r>
      <w:r>
        <w:t>’</w:t>
      </w:r>
      <w:r w:rsidRPr="00C62650">
        <w:t>information sur l</w:t>
      </w:r>
      <w:r>
        <w:t>’</w:t>
      </w:r>
      <w:r w:rsidRPr="00C62650">
        <w:t>homologation de type d</w:t>
      </w:r>
      <w:r>
        <w:t>’</w:t>
      </w:r>
      <w:r w:rsidRPr="00C62650">
        <w:t xml:space="preserve">un véhicule en ce qui </w:t>
      </w:r>
      <w:r>
        <w:br/>
      </w:r>
      <w:r w:rsidRPr="00C62650">
        <w:t>concerne l</w:t>
      </w:r>
      <w:r>
        <w:t>’</w:t>
      </w:r>
      <w:r w:rsidRPr="00C62650">
        <w:t>installation d</w:t>
      </w:r>
      <w:r>
        <w:t>’</w:t>
      </w:r>
      <w:r w:rsidRPr="00C62650">
        <w:t>un dispositif automatique d</w:t>
      </w:r>
      <w:r>
        <w:t>’</w:t>
      </w:r>
      <w:r w:rsidRPr="00C62650">
        <w:t>appel d</w:t>
      </w:r>
      <w:r>
        <w:t>’</w:t>
      </w:r>
      <w:r w:rsidRPr="00C62650">
        <w:t xml:space="preserve">urgence (AECD) </w:t>
      </w:r>
      <w:r>
        <w:br/>
      </w:r>
      <w:r w:rsidRPr="00C62650">
        <w:t>d</w:t>
      </w:r>
      <w:r>
        <w:t>’</w:t>
      </w:r>
      <w:r w:rsidRPr="00C62650">
        <w:t>un type homologué</w:t>
      </w:r>
      <w:r>
        <w:tab/>
      </w:r>
      <w:r>
        <w:tab/>
        <w:t>54</w:t>
      </w:r>
    </w:p>
    <w:p w:rsidR="0062553F" w:rsidRDefault="0062553F" w:rsidP="0062553F">
      <w:pPr>
        <w:tabs>
          <w:tab w:val="right" w:pos="850"/>
          <w:tab w:val="right" w:leader="dot" w:pos="8787"/>
          <w:tab w:val="right" w:pos="9638"/>
        </w:tabs>
        <w:spacing w:after="120"/>
        <w:ind w:left="1701" w:hanging="1701"/>
      </w:pPr>
      <w:r>
        <w:tab/>
        <w:t>8</w:t>
      </w:r>
      <w:r>
        <w:tab/>
      </w:r>
      <w:r w:rsidRPr="00C62650">
        <w:t>Document d</w:t>
      </w:r>
      <w:r>
        <w:t>’</w:t>
      </w:r>
      <w:r w:rsidRPr="00C62650">
        <w:t>information sur l</w:t>
      </w:r>
      <w:r>
        <w:t>’</w:t>
      </w:r>
      <w:r w:rsidRPr="00C62650">
        <w:t>homologation de type d</w:t>
      </w:r>
      <w:r>
        <w:t>’</w:t>
      </w:r>
      <w:r w:rsidRPr="00C62650">
        <w:t xml:space="preserve">un véhicule en ce qui </w:t>
      </w:r>
      <w:r>
        <w:br/>
      </w:r>
      <w:r w:rsidRPr="00C62650">
        <w:t>concerne le système automatique d</w:t>
      </w:r>
      <w:r>
        <w:t>’</w:t>
      </w:r>
      <w:r w:rsidRPr="00C62650">
        <w:t>appel d</w:t>
      </w:r>
      <w:r>
        <w:t>’</w:t>
      </w:r>
      <w:r w:rsidRPr="00C62650">
        <w:t>urgence (AECS) lorsqu</w:t>
      </w:r>
      <w:r>
        <w:t>’</w:t>
      </w:r>
      <w:r w:rsidRPr="00C62650">
        <w:t xml:space="preserve">il est équipé </w:t>
      </w:r>
      <w:r>
        <w:br/>
      </w:r>
      <w:r w:rsidRPr="00C62650">
        <w:t>d</w:t>
      </w:r>
      <w:r>
        <w:t>’</w:t>
      </w:r>
      <w:r w:rsidRPr="00C62650">
        <w:t>un</w:t>
      </w:r>
      <w:r>
        <w:t xml:space="preserve"> </w:t>
      </w:r>
      <w:r w:rsidRPr="00C62650">
        <w:t>AECD d</w:t>
      </w:r>
      <w:r>
        <w:t>’</w:t>
      </w:r>
      <w:r w:rsidRPr="00C62650">
        <w:t>un type non homologué</w:t>
      </w:r>
      <w:r>
        <w:tab/>
      </w:r>
      <w:r>
        <w:tab/>
        <w:t>55</w:t>
      </w:r>
    </w:p>
    <w:p w:rsidR="0062553F" w:rsidRDefault="0062553F" w:rsidP="0062553F">
      <w:pPr>
        <w:tabs>
          <w:tab w:val="right" w:pos="850"/>
          <w:tab w:val="right" w:leader="dot" w:pos="8787"/>
          <w:tab w:val="right" w:pos="9638"/>
        </w:tabs>
        <w:spacing w:after="120"/>
        <w:ind w:left="1701" w:hanging="1701"/>
      </w:pPr>
      <w:r>
        <w:tab/>
        <w:t>9</w:t>
      </w:r>
      <w:r>
        <w:tab/>
      </w:r>
      <w:r w:rsidRPr="00C62650">
        <w:t>Méthode d</w:t>
      </w:r>
      <w:r>
        <w:t>’</w:t>
      </w:r>
      <w:r w:rsidRPr="00C62650">
        <w:t>essai de la résistance à un choc mécanique</w:t>
      </w:r>
      <w:r>
        <w:tab/>
      </w:r>
      <w:r>
        <w:tab/>
        <w:t>56</w:t>
      </w:r>
    </w:p>
    <w:p w:rsidR="0062553F" w:rsidRDefault="0062553F" w:rsidP="0062553F">
      <w:pPr>
        <w:tabs>
          <w:tab w:val="right" w:pos="850"/>
          <w:tab w:val="right" w:leader="dot" w:pos="8787"/>
          <w:tab w:val="right" w:pos="9638"/>
        </w:tabs>
        <w:spacing w:after="120"/>
        <w:ind w:left="1701" w:hanging="1701"/>
      </w:pPr>
      <w:r>
        <w:tab/>
        <w:t>10</w:t>
      </w:r>
      <w:r>
        <w:tab/>
      </w:r>
      <w:r w:rsidRPr="00C62650">
        <w:t>Méthodes d</w:t>
      </w:r>
      <w:r>
        <w:t>’</w:t>
      </w:r>
      <w:r w:rsidRPr="00C62650">
        <w:t>essai pour les solutions de navigation</w:t>
      </w:r>
      <w:r>
        <w:tab/>
      </w:r>
      <w:r>
        <w:tab/>
        <w:t>58</w:t>
      </w:r>
    </w:p>
    <w:p w:rsidR="0062553F" w:rsidRDefault="0062553F" w:rsidP="0062553F">
      <w:pPr>
        <w:tabs>
          <w:tab w:val="right" w:pos="850"/>
          <w:tab w:val="right" w:leader="dot" w:pos="8787"/>
          <w:tab w:val="right" w:pos="9638"/>
        </w:tabs>
        <w:spacing w:after="120"/>
        <w:ind w:left="1701" w:hanging="1701"/>
      </w:pPr>
      <w:r>
        <w:tab/>
        <w:t>11</w:t>
      </w:r>
      <w:r>
        <w:tab/>
      </w:r>
      <w:r w:rsidRPr="00C62650">
        <w:t>Méthode d</w:t>
      </w:r>
      <w:r>
        <w:t>’</w:t>
      </w:r>
      <w:r w:rsidRPr="00C62650">
        <w:t>essai du fonctionnement de l</w:t>
      </w:r>
      <w:r>
        <w:t>’</w:t>
      </w:r>
      <w:r w:rsidRPr="00C62650">
        <w:t>AECD/AECS après accident</w:t>
      </w:r>
      <w:r>
        <w:tab/>
      </w:r>
      <w:r>
        <w:tab/>
        <w:t>69</w:t>
      </w:r>
    </w:p>
    <w:p w:rsidR="0062553F" w:rsidRDefault="0062553F" w:rsidP="0062553F">
      <w:pPr>
        <w:tabs>
          <w:tab w:val="right" w:pos="850"/>
          <w:tab w:val="right" w:leader="dot" w:pos="8787"/>
          <w:tab w:val="right" w:pos="9638"/>
        </w:tabs>
        <w:spacing w:after="120"/>
        <w:ind w:left="1701" w:hanging="1701"/>
      </w:pPr>
      <w:r>
        <w:tab/>
      </w:r>
      <w:r>
        <w:tab/>
        <w:t xml:space="preserve">Appendice : </w:t>
      </w:r>
      <w:r w:rsidRPr="00C62650">
        <w:t>Langues et phrases utilisées pour l</w:t>
      </w:r>
      <w:r>
        <w:t>’</w:t>
      </w:r>
      <w:r w:rsidRPr="00C62650">
        <w:t xml:space="preserve">évaluation de la communication </w:t>
      </w:r>
      <w:r>
        <w:br/>
      </w:r>
      <w:r w:rsidRPr="00C62650">
        <w:t>vocale en mode mains libres</w:t>
      </w:r>
      <w:r>
        <w:tab/>
      </w:r>
      <w:r>
        <w:tab/>
        <w:t>71</w:t>
      </w:r>
    </w:p>
    <w:p w:rsidR="0062553F" w:rsidRDefault="0062553F" w:rsidP="0062553F">
      <w:pPr>
        <w:tabs>
          <w:tab w:val="right" w:pos="850"/>
          <w:tab w:val="right" w:leader="dot" w:pos="8787"/>
          <w:tab w:val="right" w:pos="9638"/>
        </w:tabs>
        <w:spacing w:after="120"/>
        <w:ind w:left="1701" w:hanging="1701"/>
      </w:pPr>
      <w:r>
        <w:tab/>
        <w:t>12</w:t>
      </w:r>
      <w:r>
        <w:tab/>
      </w:r>
      <w:r w:rsidRPr="00C62650">
        <w:t>Définition d</w:t>
      </w:r>
      <w:r>
        <w:t>’</w:t>
      </w:r>
      <w:r w:rsidRPr="00C62650">
        <w:t>un ensemble minimum de données (MSD)</w:t>
      </w:r>
      <w:r>
        <w:tab/>
      </w:r>
      <w:r>
        <w:tab/>
        <w:t>77</w:t>
      </w:r>
    </w:p>
    <w:p w:rsidR="0062553F" w:rsidRPr="00A33F64" w:rsidRDefault="0062553F" w:rsidP="0062553F">
      <w:pPr>
        <w:pStyle w:val="HChG"/>
        <w:ind w:left="2268"/>
      </w:pPr>
      <w:r>
        <w:br w:type="page"/>
      </w:r>
      <w:r w:rsidRPr="00A33F64">
        <w:lastRenderedPageBreak/>
        <w:t>1.</w:t>
      </w:r>
      <w:r w:rsidRPr="00A33F64">
        <w:tab/>
      </w:r>
      <w:r>
        <w:tab/>
      </w:r>
      <w:r w:rsidRPr="00A33F64">
        <w:t>Champ d’application</w:t>
      </w:r>
    </w:p>
    <w:p w:rsidR="0062553F" w:rsidRPr="00A33F64" w:rsidRDefault="0062553F" w:rsidP="0062553F">
      <w:pPr>
        <w:pStyle w:val="SingleTxtG"/>
        <w:ind w:left="2268" w:hanging="1134"/>
      </w:pPr>
      <w:r w:rsidRPr="00A33F64">
        <w:t>1.1</w:t>
      </w:r>
      <w:r w:rsidRPr="00A33F64">
        <w:tab/>
        <w:t>Le présent Règlement s’applique :</w:t>
      </w:r>
    </w:p>
    <w:p w:rsidR="0062553F" w:rsidRPr="00A33F64" w:rsidRDefault="0062553F" w:rsidP="0062553F">
      <w:pPr>
        <w:pStyle w:val="SingleTxtG"/>
        <w:ind w:left="2835" w:hanging="567"/>
      </w:pPr>
      <w:r w:rsidRPr="00A33F64">
        <w:t>a)</w:t>
      </w:r>
      <w:r w:rsidRPr="00A33F64">
        <w:tab/>
        <w:t>Partie Ia : à l’homologation des éléments des dispositifs automatiques d’appel d’urgence (AECC) destinés à être incorporés dans un dispositif automatique d’appel d’urgence (AECD) ;</w:t>
      </w:r>
    </w:p>
    <w:p w:rsidR="0062553F" w:rsidRPr="00A33F64" w:rsidRDefault="0062553F" w:rsidP="0062553F">
      <w:pPr>
        <w:pStyle w:val="SingleTxtG"/>
        <w:ind w:left="2835" w:hanging="567"/>
      </w:pPr>
      <w:r w:rsidRPr="00A33F64">
        <w:t>b)</w:t>
      </w:r>
      <w:r w:rsidRPr="00A33F64">
        <w:tab/>
        <w:t>Partie Ib : à l’homologation des AECD, destinés à être installés sur les véhicules des catégories M</w:t>
      </w:r>
      <w:r w:rsidRPr="00A33F64">
        <w:rPr>
          <w:vertAlign w:val="subscript"/>
        </w:rPr>
        <w:t>1</w:t>
      </w:r>
      <w:r w:rsidRPr="00A33F64">
        <w:t xml:space="preserve"> et N</w:t>
      </w:r>
      <w:r w:rsidRPr="00A33F64">
        <w:rPr>
          <w:vertAlign w:val="subscript"/>
        </w:rPr>
        <w:t>1</w:t>
      </w:r>
      <w:r w:rsidRPr="000A64EF">
        <w:rPr>
          <w:rStyle w:val="Appelnotedebasdep"/>
        </w:rPr>
        <w:footnoteReference w:id="3"/>
      </w:r>
      <w:r w:rsidRPr="00A33F64">
        <w:t> ;</w:t>
      </w:r>
    </w:p>
    <w:p w:rsidR="0062553F" w:rsidRPr="00A33F64" w:rsidRDefault="0062553F" w:rsidP="0062553F">
      <w:pPr>
        <w:pStyle w:val="SingleTxtG"/>
        <w:ind w:left="2835" w:hanging="567"/>
      </w:pPr>
      <w:r w:rsidRPr="00A33F64">
        <w:t>c)</w:t>
      </w:r>
      <w:r w:rsidRPr="00A33F64">
        <w:tab/>
        <w:t>Partie II : à l’homologation des véhicules des catégories M</w:t>
      </w:r>
      <w:r w:rsidRPr="00A33F64">
        <w:rPr>
          <w:vertAlign w:val="subscript"/>
        </w:rPr>
        <w:t>1</w:t>
      </w:r>
      <w:r w:rsidRPr="00A33F64">
        <w:t xml:space="preserve"> et N</w:t>
      </w:r>
      <w:r w:rsidRPr="00A33F64">
        <w:rPr>
          <w:vertAlign w:val="subscript"/>
        </w:rPr>
        <w:t>1</w:t>
      </w:r>
      <w:r w:rsidRPr="00A33F64">
        <w:rPr>
          <w:vertAlign w:val="superscript"/>
        </w:rPr>
        <w:t>1</w:t>
      </w:r>
      <w:r w:rsidRPr="00A33F64">
        <w:t xml:space="preserve"> en ce qui concerne leur AECS, lorsqu’ils sont équipés d’un AECD d’un type homologué conformément à la partie Ib du présent Règlement ;</w:t>
      </w:r>
    </w:p>
    <w:p w:rsidR="0062553F" w:rsidRPr="00A33F64" w:rsidRDefault="0062553F" w:rsidP="0062553F">
      <w:pPr>
        <w:pStyle w:val="SingleTxtG"/>
        <w:ind w:left="2835" w:hanging="567"/>
      </w:pPr>
      <w:r w:rsidRPr="00A33F64">
        <w:t>d)</w:t>
      </w:r>
      <w:r w:rsidRPr="00A33F64">
        <w:tab/>
        <w:t>Partie III : à l’homologation des véhicules des catégories M</w:t>
      </w:r>
      <w:r w:rsidRPr="00A33F64">
        <w:rPr>
          <w:vertAlign w:val="subscript"/>
        </w:rPr>
        <w:t>1</w:t>
      </w:r>
      <w:r w:rsidRPr="00A33F64">
        <w:t xml:space="preserve"> et N</w:t>
      </w:r>
      <w:r w:rsidRPr="00A33F64">
        <w:rPr>
          <w:vertAlign w:val="subscript"/>
        </w:rPr>
        <w:t>1</w:t>
      </w:r>
      <w:r w:rsidRPr="00A33F64">
        <w:rPr>
          <w:vertAlign w:val="superscript"/>
        </w:rPr>
        <w:t>1</w:t>
      </w:r>
      <w:r w:rsidRPr="00A33F64">
        <w:t xml:space="preserve"> en ce qui concerne leur AECS, lorsqu’ils sont équipés d’un AECD qui n’a pas été homologué séparément en vertu de la partie Ib du présent Règlement.</w:t>
      </w:r>
    </w:p>
    <w:p w:rsidR="0062553F" w:rsidRPr="00A33F64" w:rsidRDefault="0062553F" w:rsidP="0062553F">
      <w:pPr>
        <w:pStyle w:val="SingleTxtG"/>
        <w:ind w:left="2268" w:hanging="1134"/>
      </w:pPr>
      <w:r w:rsidRPr="00A33F64">
        <w:t>1.2</w:t>
      </w:r>
      <w:r w:rsidRPr="00A33F64">
        <w:tab/>
        <w:t>Il ne s’applique pas :</w:t>
      </w:r>
    </w:p>
    <w:p w:rsidR="0062553F" w:rsidRPr="00A33F64" w:rsidRDefault="0062553F" w:rsidP="0062553F">
      <w:pPr>
        <w:pStyle w:val="SingleTxtG"/>
        <w:ind w:left="2835" w:hanging="567"/>
      </w:pPr>
      <w:r w:rsidRPr="00A33F64">
        <w:t>a)</w:t>
      </w:r>
      <w:r w:rsidRPr="00A33F64">
        <w:tab/>
        <w:t>À la fonction de module de communication ni à la fonction d’antenne de communication, sauf prescription contraire du présent Règlement ;</w:t>
      </w:r>
    </w:p>
    <w:p w:rsidR="0062553F" w:rsidRPr="00A33F64" w:rsidRDefault="0062553F" w:rsidP="0062553F">
      <w:pPr>
        <w:pStyle w:val="SingleTxtG"/>
        <w:ind w:left="2835" w:hanging="567"/>
      </w:pPr>
      <w:r w:rsidRPr="00A33F64">
        <w:t>b)</w:t>
      </w:r>
      <w:r w:rsidRPr="00A33F64">
        <w:tab/>
        <w:t>Aux données complémentaires à ajouter à l’ensemble minimum de données (MSD) à transmettre au centre de réception des appels d’urgence (PSAP), au format des données, au mécanisme et à la logique de la transmission des données, au protocole d’échange des données, aux modes de fonctionnement et aux modalités de passage entre ces modes, à l’efficacité des essais d’appel et de transfert de données, ni à la réponse aux commandes de protocole émanant d’une logique d’enregistrement de l’infrastructure et du réseau ;</w:t>
      </w:r>
    </w:p>
    <w:p w:rsidR="0062553F" w:rsidRPr="00A33F64" w:rsidRDefault="0062553F" w:rsidP="0062553F">
      <w:pPr>
        <w:pStyle w:val="SingleTxtG"/>
        <w:ind w:left="2835" w:hanging="567"/>
      </w:pPr>
      <w:r w:rsidRPr="00A33F64">
        <w:t>c)</w:t>
      </w:r>
      <w:r w:rsidRPr="00A33F64">
        <w:tab/>
        <w:t>À la vie privée, à la protection des données et au traitement des données personnelles ;</w:t>
      </w:r>
    </w:p>
    <w:p w:rsidR="0062553F" w:rsidRPr="00A33F64" w:rsidRDefault="0062553F" w:rsidP="0062553F">
      <w:pPr>
        <w:pStyle w:val="SingleTxtG"/>
        <w:ind w:left="2835" w:hanging="567"/>
      </w:pPr>
      <w:r w:rsidRPr="00A33F64">
        <w:t>d)</w:t>
      </w:r>
      <w:r w:rsidRPr="00A33F64">
        <w:tab/>
        <w:t>Aux c</w:t>
      </w:r>
      <w:r>
        <w:t>ontrôles techniques périodiques ;</w:t>
      </w:r>
    </w:p>
    <w:p w:rsidR="0062553F" w:rsidRPr="00A33F64" w:rsidRDefault="0062553F" w:rsidP="0062553F">
      <w:pPr>
        <w:pStyle w:val="SingleTxtG"/>
        <w:ind w:left="2835" w:hanging="567"/>
      </w:pPr>
      <w:r w:rsidRPr="00A33F64">
        <w:t>e)</w:t>
      </w:r>
      <w:r w:rsidRPr="00A33F64">
        <w:tab/>
        <w:t>Au déclenchement automatique d’un appel d’urgence en cas de renversement du véhicule.</w:t>
      </w:r>
    </w:p>
    <w:p w:rsidR="0062553F" w:rsidRPr="00A33F64" w:rsidRDefault="0062553F" w:rsidP="0062553F">
      <w:pPr>
        <w:pStyle w:val="SingleTxtG"/>
        <w:ind w:left="2268" w:hanging="1134"/>
      </w:pPr>
      <w:r w:rsidRPr="00A33F64">
        <w:t>1.3</w:t>
      </w:r>
      <w:r w:rsidRPr="00A33F64">
        <w:tab/>
        <w:t>Sont exclus du champ d’application du présent Règlement :</w:t>
      </w:r>
    </w:p>
    <w:p w:rsidR="0062553F" w:rsidRPr="00A33F64" w:rsidRDefault="0062553F" w:rsidP="0062553F">
      <w:pPr>
        <w:pStyle w:val="SingleTxtG"/>
        <w:ind w:left="2835" w:hanging="567"/>
      </w:pPr>
      <w:r w:rsidRPr="00A33F64">
        <w:t>a)</w:t>
      </w:r>
      <w:r w:rsidRPr="00A33F64">
        <w:tab/>
        <w:t xml:space="preserve">Les véhicules qui ne sont visés ni par le Règlement </w:t>
      </w:r>
      <w:r>
        <w:t xml:space="preserve">ONU </w:t>
      </w:r>
      <w:r w:rsidRPr="00A33F64">
        <w:t>n</w:t>
      </w:r>
      <w:r w:rsidRPr="00A33F64">
        <w:rPr>
          <w:vertAlign w:val="superscript"/>
        </w:rPr>
        <w:t>o</w:t>
      </w:r>
      <w:r w:rsidRPr="00A33F64">
        <w:t xml:space="preserve"> 94 ni par le Règlement </w:t>
      </w:r>
      <w:r>
        <w:t xml:space="preserve">ONU </w:t>
      </w:r>
      <w:r w:rsidRPr="00A33F64">
        <w:t>n</w:t>
      </w:r>
      <w:r w:rsidRPr="00A33F64">
        <w:rPr>
          <w:vertAlign w:val="superscript"/>
        </w:rPr>
        <w:t>o</w:t>
      </w:r>
      <w:r w:rsidRPr="00A33F64">
        <w:t> 95 et sont dépourvus de système de déclenchement automatique d’un appel d’urgence ;</w:t>
      </w:r>
    </w:p>
    <w:p w:rsidR="0062553F" w:rsidRPr="00A33F64" w:rsidRDefault="0062553F" w:rsidP="0062553F">
      <w:pPr>
        <w:pStyle w:val="SingleTxtG"/>
        <w:ind w:left="2835" w:hanging="567"/>
      </w:pPr>
      <w:r w:rsidRPr="00A33F64">
        <w:t>b)</w:t>
      </w:r>
      <w:r w:rsidRPr="00A33F64">
        <w:tab/>
        <w:t>Les véhicules de la catégorie M</w:t>
      </w:r>
      <w:r w:rsidRPr="00A33F64">
        <w:rPr>
          <w:vertAlign w:val="subscript"/>
        </w:rPr>
        <w:t>1</w:t>
      </w:r>
      <w:r w:rsidRPr="00A33F64">
        <w:t xml:space="preserve"> qui sont visés par le Règlement </w:t>
      </w:r>
      <w:r>
        <w:t xml:space="preserve">ONU </w:t>
      </w:r>
      <w:r w:rsidRPr="00A33F64">
        <w:t>n</w:t>
      </w:r>
      <w:r w:rsidRPr="00A33F64">
        <w:rPr>
          <w:vertAlign w:val="superscript"/>
        </w:rPr>
        <w:t>o</w:t>
      </w:r>
      <w:r w:rsidRPr="00A33F64">
        <w:t> 94 et sont dépourvus de coussin gonflable frontal ;</w:t>
      </w:r>
    </w:p>
    <w:p w:rsidR="0062553F" w:rsidRPr="00A33F64" w:rsidRDefault="0062553F" w:rsidP="0062553F">
      <w:pPr>
        <w:pStyle w:val="SingleTxtG"/>
        <w:ind w:left="2835" w:hanging="567"/>
      </w:pPr>
      <w:r w:rsidRPr="00A33F64">
        <w:t>c)</w:t>
      </w:r>
      <w:r w:rsidRPr="00A33F64">
        <w:tab/>
        <w:t>Les véhicules de la catégorie N</w:t>
      </w:r>
      <w:r w:rsidRPr="00A33F64">
        <w:rPr>
          <w:vertAlign w:val="subscript"/>
        </w:rPr>
        <w:t>1</w:t>
      </w:r>
      <w:r w:rsidRPr="00A33F64">
        <w:t xml:space="preserve"> visés par le Règlement </w:t>
      </w:r>
      <w:r>
        <w:t xml:space="preserve">ONU </w:t>
      </w:r>
      <w:r w:rsidRPr="00A33F64">
        <w:t>n</w:t>
      </w:r>
      <w:r w:rsidRPr="00A33F64">
        <w:rPr>
          <w:vertAlign w:val="superscript"/>
        </w:rPr>
        <w:t>o</w:t>
      </w:r>
      <w:r w:rsidRPr="00A33F64">
        <w:t> 95 et dépourvus de coussin gonflable latéral ;</w:t>
      </w:r>
    </w:p>
    <w:p w:rsidR="0062553F" w:rsidRPr="00A33F64" w:rsidRDefault="0062553F" w:rsidP="0062553F">
      <w:pPr>
        <w:pStyle w:val="SingleTxtG"/>
        <w:ind w:left="2835" w:hanging="567"/>
      </w:pPr>
      <w:r w:rsidRPr="00A33F64">
        <w:t>d)</w:t>
      </w:r>
      <w:r w:rsidRPr="00A33F64">
        <w:tab/>
        <w:t>Les véhicules de la catégorie M</w:t>
      </w:r>
      <w:r w:rsidRPr="00A33F64">
        <w:rPr>
          <w:vertAlign w:val="subscript"/>
        </w:rPr>
        <w:t>1</w:t>
      </w:r>
      <w:r w:rsidRPr="00A33F64">
        <w:t xml:space="preserve"> dont la masse admissible totale dépasse 3,5 t ; et</w:t>
      </w:r>
    </w:p>
    <w:p w:rsidR="0062553F" w:rsidRPr="00A33F64" w:rsidRDefault="0062553F" w:rsidP="0062553F">
      <w:pPr>
        <w:pStyle w:val="SingleTxtG"/>
        <w:ind w:left="2835" w:hanging="567"/>
      </w:pPr>
      <w:r w:rsidRPr="00A33F64">
        <w:t>e)</w:t>
      </w:r>
      <w:r w:rsidRPr="00A33F64">
        <w:tab/>
        <w:t>Les véhicules blindés</w:t>
      </w:r>
      <w:r w:rsidRPr="00A33F64">
        <w:rPr>
          <w:vertAlign w:val="superscript"/>
        </w:rPr>
        <w:t>1</w:t>
      </w:r>
      <w:r w:rsidRPr="00A33F64">
        <w:t>.</w:t>
      </w:r>
    </w:p>
    <w:p w:rsidR="0062553F" w:rsidRPr="00A33F64" w:rsidRDefault="0062553F" w:rsidP="0062553F">
      <w:pPr>
        <w:pStyle w:val="SingleTxtG"/>
        <w:ind w:left="2268" w:hanging="1134"/>
      </w:pPr>
      <w:r w:rsidRPr="00A33F64">
        <w:t>1.4</w:t>
      </w:r>
      <w:r w:rsidRPr="00A33F64">
        <w:tab/>
        <w:t>La position indiquée par le système mondial de navigation par satellite (GNSS) peut être homologuée si le demandeur en fait la demande.</w:t>
      </w:r>
    </w:p>
    <w:p w:rsidR="0062553F" w:rsidRPr="00A33F64" w:rsidRDefault="0062553F" w:rsidP="00600AF5">
      <w:pPr>
        <w:pStyle w:val="SingleTxtG"/>
        <w:spacing w:after="100" w:line="238" w:lineRule="exact"/>
        <w:ind w:left="2268"/>
      </w:pPr>
      <w:r w:rsidRPr="00A33F64">
        <w:lastRenderedPageBreak/>
        <w:t>Cependant, si le demandeur choisit de demander l’homologation d’un AECD, d’un AECS ou d’un AECC dépourvu de positionnement GNSS, tel que défini dans le présent Règlement, ce sont les prescriptions nationales de la Partie contractante qui s’appliquent.</w:t>
      </w:r>
    </w:p>
    <w:p w:rsidR="0062553F" w:rsidRPr="00A33F64" w:rsidRDefault="0062553F" w:rsidP="00600AF5">
      <w:pPr>
        <w:pStyle w:val="SingleTxtG"/>
        <w:spacing w:after="100" w:line="238" w:lineRule="exact"/>
        <w:ind w:left="2268" w:hanging="1134"/>
      </w:pPr>
      <w:r w:rsidRPr="00A33F64">
        <w:t>1.5</w:t>
      </w:r>
      <w:r w:rsidRPr="00A33F64">
        <w:tab/>
        <w:t>La qualité audio du dispositif mains libres avant accident peut être homologuée si le demandeur en fait la demande.</w:t>
      </w:r>
    </w:p>
    <w:p w:rsidR="0062553F" w:rsidRPr="00A33F64" w:rsidRDefault="0062553F" w:rsidP="00600AF5">
      <w:pPr>
        <w:pStyle w:val="SingleTxtG"/>
        <w:spacing w:after="100" w:line="238" w:lineRule="exact"/>
        <w:ind w:left="2268"/>
      </w:pPr>
      <w:r w:rsidRPr="00A33F64">
        <w:t>Cependant, si le demandeur choisit de demander l’homologation de l’AECS sans évaluation de la qualité audio du dispositif mains libres tel qu’il est décrit dans le présent Règlement, ce sont les prescriptions nationales de la Partie contractante qui s’appliquent.</w:t>
      </w:r>
    </w:p>
    <w:p w:rsidR="0062553F" w:rsidRPr="00A33F64" w:rsidRDefault="0062553F" w:rsidP="0062553F">
      <w:pPr>
        <w:pStyle w:val="HChG"/>
        <w:ind w:left="2268"/>
      </w:pPr>
      <w:r w:rsidRPr="00A33F64">
        <w:t>2.</w:t>
      </w:r>
      <w:r w:rsidRPr="00A33F64">
        <w:tab/>
        <w:t>Définitions − Généralités</w:t>
      </w:r>
    </w:p>
    <w:p w:rsidR="0062553F" w:rsidRPr="00A33F64" w:rsidRDefault="0062553F" w:rsidP="00600AF5">
      <w:pPr>
        <w:pStyle w:val="SingleTxtG"/>
        <w:spacing w:after="100" w:line="238" w:lineRule="exact"/>
        <w:ind w:left="2268"/>
      </w:pPr>
      <w:r w:rsidRPr="00A33F64">
        <w:t>Aux fins du présent Règlement, on entend par :</w:t>
      </w:r>
    </w:p>
    <w:p w:rsidR="0062553F" w:rsidRPr="00A33F64" w:rsidRDefault="0062553F" w:rsidP="00600AF5">
      <w:pPr>
        <w:pStyle w:val="SingleTxtG"/>
        <w:spacing w:after="100" w:line="238" w:lineRule="exact"/>
        <w:ind w:left="2268" w:hanging="1134"/>
      </w:pPr>
      <w:r w:rsidRPr="00A33F64">
        <w:t>2.1</w:t>
      </w:r>
      <w:r w:rsidRPr="00A33F64">
        <w:tab/>
        <w:t>« </w:t>
      </w:r>
      <w:r w:rsidRPr="00A33F64">
        <w:rPr>
          <w:i/>
          <w:iCs/>
        </w:rPr>
        <w:t>Module de communication</w:t>
      </w:r>
      <w:r w:rsidRPr="00A33F64">
        <w:t> », un élément conçu pour la communication vocale et la transmission de données concernant un accident au moyen du réseau mobile terrestre public (PLMN).</w:t>
      </w:r>
    </w:p>
    <w:p w:rsidR="0062553F" w:rsidRPr="00A33F64" w:rsidRDefault="0062553F" w:rsidP="00600AF5">
      <w:pPr>
        <w:pStyle w:val="SingleTxtG"/>
        <w:spacing w:after="100" w:line="238" w:lineRule="exact"/>
        <w:ind w:left="2268" w:hanging="1134"/>
      </w:pPr>
      <w:r w:rsidRPr="00A33F64">
        <w:t>2.2</w:t>
      </w:r>
      <w:r w:rsidRPr="00A33F64">
        <w:tab/>
        <w:t>« </w:t>
      </w:r>
      <w:r w:rsidRPr="00A33F64">
        <w:rPr>
          <w:i/>
          <w:iCs/>
        </w:rPr>
        <w:t>Interface homme-machine (IHM)</w:t>
      </w:r>
      <w:r w:rsidRPr="00A33F64">
        <w:t> », un élément ou une fonction d’un AECD, d’un AECC ou d’un AECS visant à permettre à l’usager d’interagir avec le dispositif, notamment en recevant des informations visuelles et en introduisant des commandes.</w:t>
      </w:r>
    </w:p>
    <w:p w:rsidR="0062553F" w:rsidRPr="00A33F64" w:rsidRDefault="0062553F" w:rsidP="00600AF5">
      <w:pPr>
        <w:pStyle w:val="SingleTxtG"/>
        <w:spacing w:after="100" w:line="238" w:lineRule="exact"/>
        <w:ind w:left="2268" w:hanging="1134"/>
      </w:pPr>
      <w:r w:rsidRPr="00A33F64">
        <w:t>2.3</w:t>
      </w:r>
      <w:r w:rsidRPr="00A33F64">
        <w:tab/>
        <w:t>« </w:t>
      </w:r>
      <w:r w:rsidRPr="00A33F64">
        <w:rPr>
          <w:i/>
          <w:iCs/>
        </w:rPr>
        <w:t>Protocole d’échange de données</w:t>
      </w:r>
      <w:r w:rsidRPr="00A33F64">
        <w:t> », un ensemble de règles et d’accords qui définissent le contenu, le format, les paramètres temps, la séquence et la vérification des erreurs des messages échangés entre un AECC, un AECD ou un AECS d’une part et un centre de réception des appels d’urgence (PSAP) d’autre part.</w:t>
      </w:r>
    </w:p>
    <w:p w:rsidR="0062553F" w:rsidRPr="00A33F64" w:rsidRDefault="0062553F" w:rsidP="00600AF5">
      <w:pPr>
        <w:pStyle w:val="SingleTxtG"/>
        <w:spacing w:after="100" w:line="238" w:lineRule="exact"/>
        <w:ind w:left="2268" w:hanging="1134"/>
      </w:pPr>
      <w:r w:rsidRPr="00A33F64">
        <w:t>2.4</w:t>
      </w:r>
      <w:r w:rsidRPr="00A33F64">
        <w:tab/>
        <w:t>« </w:t>
      </w:r>
      <w:r w:rsidRPr="00A33F64">
        <w:rPr>
          <w:i/>
          <w:iCs/>
        </w:rPr>
        <w:t>Centre de réception des appels d’urgence (PSAP)</w:t>
      </w:r>
      <w:r w:rsidRPr="00A33F64">
        <w:t xml:space="preserve"> », le lieu qui reçoit en premier les appels d’urgence et qui est placé sous la responsabilité d’un organisme public ou d’un organisme privé, agréé par le gouvernement national ou les autorités responsables. </w:t>
      </w:r>
    </w:p>
    <w:p w:rsidR="0062553F" w:rsidRPr="00A33F64" w:rsidRDefault="0062553F" w:rsidP="00600AF5">
      <w:pPr>
        <w:pStyle w:val="SingleTxtG"/>
        <w:spacing w:after="100" w:line="238" w:lineRule="exact"/>
        <w:ind w:left="2268" w:hanging="1134"/>
      </w:pPr>
      <w:r w:rsidRPr="00A33F64">
        <w:t>2.5</w:t>
      </w:r>
      <w:r w:rsidRPr="00A33F64">
        <w:tab/>
        <w:t>« </w:t>
      </w:r>
      <w:r w:rsidRPr="00A33F64">
        <w:rPr>
          <w:i/>
          <w:iCs/>
        </w:rPr>
        <w:t>Coussin gonflable</w:t>
      </w:r>
      <w:r w:rsidRPr="00A33F64">
        <w:t> », un dispositif qui, en cas de choc grave subi par le véhicule, déploie automatiquement une structure souple destinée à atténuer la gravité de l’impact d’une ou plusieurs parties du corps d’un occupant du véhicule contre l’intérieur de l’habitacle.</w:t>
      </w:r>
    </w:p>
    <w:p w:rsidR="0062553F" w:rsidRPr="00A33F64" w:rsidRDefault="0062553F" w:rsidP="00600AF5">
      <w:pPr>
        <w:pStyle w:val="SingleTxtG"/>
        <w:spacing w:after="100" w:line="238" w:lineRule="exact"/>
        <w:ind w:left="2268" w:hanging="1134"/>
      </w:pPr>
      <w:r w:rsidRPr="00A33F64">
        <w:t>2.6</w:t>
      </w:r>
      <w:r w:rsidRPr="00A33F64">
        <w:tab/>
        <w:t>« </w:t>
      </w:r>
      <w:r w:rsidRPr="00A33F64">
        <w:rPr>
          <w:i/>
          <w:iCs/>
        </w:rPr>
        <w:t>Alimentation en électricité</w:t>
      </w:r>
      <w:r w:rsidRPr="00A33F64">
        <w:t> », le ou les éléments qui alimentent l’AECC, l’AECD ou l’AECS en électricité.</w:t>
      </w:r>
    </w:p>
    <w:p w:rsidR="0062553F" w:rsidRPr="00A33F64" w:rsidRDefault="0062553F" w:rsidP="00600AF5">
      <w:pPr>
        <w:pStyle w:val="SingleTxtG"/>
        <w:spacing w:after="100" w:line="238" w:lineRule="exact"/>
        <w:ind w:left="2268" w:hanging="1134"/>
      </w:pPr>
      <w:r w:rsidRPr="00A33F64">
        <w:t>2.7</w:t>
      </w:r>
      <w:r w:rsidRPr="00A33F64">
        <w:tab/>
        <w:t>« </w:t>
      </w:r>
      <w:r w:rsidRPr="00A33F64">
        <w:rPr>
          <w:i/>
          <w:iCs/>
        </w:rPr>
        <w:t>Alimentation électrique de secours</w:t>
      </w:r>
      <w:r w:rsidRPr="00A33F64">
        <w:t> », le ou les éléments qui alimentent en électricité l’AECC, l’AECD ou l’AECS lorsque l’alimentation principale est défaillante.</w:t>
      </w:r>
    </w:p>
    <w:p w:rsidR="0062553F" w:rsidRPr="00A33F64" w:rsidRDefault="0062553F" w:rsidP="00600AF5">
      <w:pPr>
        <w:pStyle w:val="SingleTxtG"/>
        <w:spacing w:after="100" w:line="238" w:lineRule="exact"/>
        <w:ind w:left="2268" w:hanging="1134"/>
      </w:pPr>
      <w:r w:rsidRPr="00A33F64">
        <w:t>2.8</w:t>
      </w:r>
      <w:r w:rsidRPr="00A33F64">
        <w:tab/>
        <w:t>« </w:t>
      </w:r>
      <w:r w:rsidRPr="00A33F64">
        <w:rPr>
          <w:i/>
          <w:iCs/>
        </w:rPr>
        <w:t>Système mondial de navigation par satellite (GNSS)</w:t>
      </w:r>
      <w:r w:rsidRPr="00A33F64">
        <w:t> », un système, fonctionnant par satellite, qui sert à déterminer la position, la vitesse de déplacement et le temps du récepteur d’un usager en n’importe quel point de la surface du globe.</w:t>
      </w:r>
    </w:p>
    <w:p w:rsidR="0062553F" w:rsidRPr="00A33F64" w:rsidRDefault="0062553F" w:rsidP="00600AF5">
      <w:pPr>
        <w:pStyle w:val="SingleTxtG"/>
        <w:spacing w:after="100" w:line="238" w:lineRule="exact"/>
        <w:ind w:left="2268" w:hanging="1134"/>
      </w:pPr>
      <w:r w:rsidRPr="00A33F64">
        <w:t>2.9</w:t>
      </w:r>
      <w:r w:rsidRPr="00A33F64">
        <w:tab/>
        <w:t>« </w:t>
      </w:r>
      <w:r w:rsidRPr="00A33F64">
        <w:rPr>
          <w:i/>
          <w:iCs/>
        </w:rPr>
        <w:t>Récepteur de système mondial de navigation par satellite (récepteur GNSS)</w:t>
      </w:r>
      <w:r w:rsidRPr="00A33F64">
        <w:t> », un élément servant à déterminer la position du véhicule et le temps, au moyen de signaux émis par les systèmes mondiaux de navigation par satellite ; il peut faire partie d’un AECC, d’un AECD ou d’un AECS, ou d’un autre module de commande extérieur, aussi longtemps que l’AECC, l’AECD ou l’AECS est capable d’indiquer la position du véhicule en cas d’accident.</w:t>
      </w:r>
    </w:p>
    <w:p w:rsidR="0062553F" w:rsidRPr="00A33F64" w:rsidRDefault="0062553F" w:rsidP="00600AF5">
      <w:pPr>
        <w:pStyle w:val="SingleTxtG"/>
        <w:spacing w:after="100" w:line="238" w:lineRule="exact"/>
        <w:ind w:left="2268" w:hanging="1134"/>
      </w:pPr>
      <w:r w:rsidRPr="00A33F64">
        <w:t>2.10</w:t>
      </w:r>
      <w:r w:rsidRPr="00A33F64">
        <w:tab/>
        <w:t>« </w:t>
      </w:r>
      <w:r w:rsidRPr="00A33F64">
        <w:rPr>
          <w:i/>
          <w:iCs/>
        </w:rPr>
        <w:t>Système de renforcement satellitaire (SBAS)</w:t>
      </w:r>
      <w:r w:rsidRPr="00A33F64">
        <w:t> », un système permettant de corriger les erreurs locales des GNSS dues à des interférences, grâce à un réseau de stations terrestres (par exemple, le Système européen de navigation par recouvrement géostationnaire (EGNOS), le Système de renforcement à couverture étendue (WAAS) ou le système Quasi-Zénith (QZSS).</w:t>
      </w:r>
    </w:p>
    <w:p w:rsidR="0062553F" w:rsidRPr="00A33F64" w:rsidRDefault="0062553F" w:rsidP="0062553F">
      <w:pPr>
        <w:pStyle w:val="SingleTxtG"/>
        <w:ind w:left="2268" w:hanging="1134"/>
      </w:pPr>
      <w:r w:rsidRPr="00A33F64">
        <w:lastRenderedPageBreak/>
        <w:t>2.11</w:t>
      </w:r>
      <w:r w:rsidRPr="00A33F64">
        <w:tab/>
        <w:t>« </w:t>
      </w:r>
      <w:r w:rsidRPr="00A33F64">
        <w:rPr>
          <w:i/>
          <w:iCs/>
        </w:rPr>
        <w:t>GLONASS</w:t>
      </w:r>
      <w:r w:rsidRPr="00A33F64">
        <w:t> », le GNSS appartenant à la Fédération de Russie.</w:t>
      </w:r>
    </w:p>
    <w:p w:rsidR="0062553F" w:rsidRPr="00A33F64" w:rsidRDefault="0062553F" w:rsidP="0062553F">
      <w:pPr>
        <w:pStyle w:val="SingleTxtG"/>
        <w:ind w:left="2268" w:hanging="1134"/>
      </w:pPr>
      <w:r w:rsidRPr="00A33F64">
        <w:t>2.12</w:t>
      </w:r>
      <w:r w:rsidRPr="00A33F64">
        <w:tab/>
        <w:t>« </w:t>
      </w:r>
      <w:r w:rsidRPr="00A33F64">
        <w:rPr>
          <w:i/>
          <w:iCs/>
        </w:rPr>
        <w:t>Galileo</w:t>
      </w:r>
      <w:r w:rsidRPr="00A33F64">
        <w:t> », le GNSS appartenant à l’Union européenne.</w:t>
      </w:r>
    </w:p>
    <w:p w:rsidR="0062553F" w:rsidRPr="00A33F64" w:rsidRDefault="0062553F" w:rsidP="0062553F">
      <w:pPr>
        <w:pStyle w:val="SingleTxtG"/>
        <w:ind w:left="2268" w:hanging="1134"/>
      </w:pPr>
      <w:r w:rsidRPr="00A33F64">
        <w:t>2.13</w:t>
      </w:r>
      <w:r w:rsidRPr="00A33F64">
        <w:tab/>
        <w:t>« </w:t>
      </w:r>
      <w:r w:rsidRPr="00A33F64">
        <w:rPr>
          <w:i/>
          <w:iCs/>
        </w:rPr>
        <w:t>GPS</w:t>
      </w:r>
      <w:r w:rsidRPr="00A33F64">
        <w:t> », le GNSS appartenant aux États-Unis d’Amérique.</w:t>
      </w:r>
    </w:p>
    <w:p w:rsidR="0062553F" w:rsidRPr="00A33F64" w:rsidRDefault="0062553F" w:rsidP="0062553F">
      <w:pPr>
        <w:pStyle w:val="SingleTxtG"/>
        <w:ind w:left="2268" w:hanging="1134"/>
      </w:pPr>
      <w:r w:rsidRPr="00A33F64">
        <w:t>2.14</w:t>
      </w:r>
      <w:r w:rsidRPr="00A33F64">
        <w:tab/>
        <w:t>« </w:t>
      </w:r>
      <w:r w:rsidRPr="00A33F64">
        <w:rPr>
          <w:i/>
          <w:iCs/>
        </w:rPr>
        <w:t>Protocole NMEA-0183</w:t>
      </w:r>
      <w:r w:rsidRPr="00A33F64">
        <w:t> », une norme mixte concernant à la fois l’électricité et les données, mise au point par la National Marine Electronics Association (NMEA) sur la base des codes ASCII et d’un protocole de communication série, qui a été adoptée spontanément dans de nombreux secteurs, notamment les récepteurs de GNSS, en raison de sa simplicité.</w:t>
      </w:r>
    </w:p>
    <w:p w:rsidR="0062553F" w:rsidRPr="00A33F64" w:rsidRDefault="0062553F" w:rsidP="0062553F">
      <w:pPr>
        <w:pStyle w:val="SingleTxtG"/>
        <w:ind w:left="2268" w:hanging="1134"/>
      </w:pPr>
      <w:r w:rsidRPr="00A33F64">
        <w:t>2.15</w:t>
      </w:r>
      <w:r w:rsidRPr="00A33F64">
        <w:tab/>
        <w:t>« </w:t>
      </w:r>
      <w:r w:rsidRPr="00A33F64">
        <w:rPr>
          <w:i/>
          <w:iCs/>
        </w:rPr>
        <w:t>Affaiblissement de la précision de la position (PDOP)</w:t>
      </w:r>
      <w:r w:rsidRPr="00A33F64">
        <w:t> », une mesure continue de la façon dont la géométrie de la position des satellites fausse la détermination finale de la position du récepteur GNSS par la combinaison de facteurs d’erreur à la fois dans le sens horizontal et dans le sens vertical.</w:t>
      </w:r>
    </w:p>
    <w:p w:rsidR="0062553F" w:rsidRPr="00A33F64" w:rsidRDefault="0062553F" w:rsidP="0062553F">
      <w:pPr>
        <w:pStyle w:val="SingleTxtG"/>
        <w:ind w:left="2268" w:hanging="1134"/>
      </w:pPr>
      <w:r w:rsidRPr="00A33F64">
        <w:t>2.16</w:t>
      </w:r>
      <w:r w:rsidRPr="00A33F64">
        <w:tab/>
        <w:t>« </w:t>
      </w:r>
      <w:r w:rsidRPr="00A33F64">
        <w:rPr>
          <w:i/>
          <w:iCs/>
        </w:rPr>
        <w:t>Système de coordonnées WGS-84</w:t>
      </w:r>
      <w:r w:rsidRPr="00A33F64">
        <w:t> », le référentiel géodésique mondial de la Terre le plus connu et le plus recommandé, qui avait été mis au point pour le GPS par la National Geospatial-Intelligence Agency des États-Unis et qui est largement utilisé dans l’industrie des récepteurs GNSS.</w:t>
      </w:r>
    </w:p>
    <w:p w:rsidR="0062553F" w:rsidRPr="00A33F64" w:rsidRDefault="0062553F" w:rsidP="0062553F">
      <w:pPr>
        <w:pStyle w:val="SingleTxtG"/>
        <w:ind w:left="2268" w:hanging="1134"/>
      </w:pPr>
      <w:r w:rsidRPr="00A33F64">
        <w:t>2.17</w:t>
      </w:r>
      <w:r w:rsidRPr="00A33F64">
        <w:tab/>
        <w:t>« </w:t>
      </w:r>
      <w:r w:rsidRPr="00A33F64">
        <w:rPr>
          <w:i/>
          <w:iCs/>
        </w:rPr>
        <w:t>Ciel ouvert</w:t>
      </w:r>
      <w:r w:rsidRPr="00A33F64">
        <w:t> », une opération consistant à reproduire les conditions de visibilité des satellites dans les zones rurales et suburbaines, dans lesquelles les signaux GNSS émis ne sont pas perturbés par des obstacles comme les bâtiments ou les arbres, ce qui leur permet d’atteindre facilement le récepteur GNSS.</w:t>
      </w:r>
    </w:p>
    <w:p w:rsidR="0062553F" w:rsidRPr="00A33F64" w:rsidRDefault="0062553F" w:rsidP="0062553F">
      <w:pPr>
        <w:pStyle w:val="SingleTxtG"/>
        <w:ind w:left="2268" w:hanging="1134"/>
      </w:pPr>
      <w:r w:rsidRPr="00A33F64">
        <w:t>2.18</w:t>
      </w:r>
      <w:r w:rsidRPr="00A33F64">
        <w:tab/>
        <w:t>« </w:t>
      </w:r>
      <w:r w:rsidRPr="00A33F64">
        <w:rPr>
          <w:i/>
          <w:iCs/>
        </w:rPr>
        <w:t>Canyon urbain</w:t>
      </w:r>
      <w:r w:rsidRPr="00A33F64">
        <w:t> », une opération servant à reproduire les conditions de visibilité des satellites dans les zones urbaines, dans lesquelles les signaux GNSS émis sont perturbés par des obstacles comme les bâtiments ou les arbres et ont donc du mal à atteindre le récepteur GNSS.</w:t>
      </w:r>
    </w:p>
    <w:p w:rsidR="0062553F" w:rsidRPr="00A33F64" w:rsidRDefault="0062553F" w:rsidP="0062553F">
      <w:pPr>
        <w:pStyle w:val="SingleTxtG"/>
        <w:ind w:left="2268" w:hanging="1134"/>
      </w:pPr>
      <w:r w:rsidRPr="00A33F64">
        <w:t>2.19</w:t>
      </w:r>
      <w:r w:rsidRPr="00A33F64">
        <w:tab/>
        <w:t>« </w:t>
      </w:r>
      <w:r w:rsidRPr="00A33F64">
        <w:rPr>
          <w:i/>
          <w:iCs/>
        </w:rPr>
        <w:t>Sensibilité</w:t>
      </w:r>
      <w:r>
        <w:rPr>
          <w:i/>
          <w:iCs/>
        </w:rPr>
        <w:t> </w:t>
      </w:r>
      <w:r w:rsidRPr="00A33F64">
        <w:t>», le critère d’efficacité du GNSS pour évaluer la puissance minimum du signal par satellite en entrée d’antenne permettant au récepteur GNSS de se positionner.</w:t>
      </w:r>
    </w:p>
    <w:p w:rsidR="0062553F" w:rsidRPr="00A33F64" w:rsidRDefault="0062553F" w:rsidP="0062553F">
      <w:pPr>
        <w:pStyle w:val="SingleTxtG"/>
        <w:ind w:left="2268" w:hanging="1134"/>
      </w:pPr>
      <w:r w:rsidRPr="00A33F64">
        <w:t>2.20</w:t>
      </w:r>
      <w:r w:rsidRPr="00A33F64">
        <w:tab/>
        <w:t>« </w:t>
      </w:r>
      <w:r w:rsidRPr="00A33F64">
        <w:rPr>
          <w:i/>
        </w:rPr>
        <w:t>Bande L1/E1</w:t>
      </w:r>
      <w:r w:rsidRPr="00A33F64">
        <w:t> », la partie de la radiofréquence destinée aux services de radionavigation par satellite, telle qu’elle est définie par l’Union internationale des télécommunications (UIT), entre 1 559 et 1 591 MHz, et centrée sur 1 575,42 MHz.</w:t>
      </w:r>
    </w:p>
    <w:p w:rsidR="0062553F" w:rsidRPr="00A33F64" w:rsidRDefault="0062553F" w:rsidP="0062553F">
      <w:pPr>
        <w:pStyle w:val="SingleTxtG"/>
        <w:ind w:left="2268" w:hanging="1134"/>
      </w:pPr>
      <w:r w:rsidRPr="00A33F64">
        <w:t>2.21</w:t>
      </w:r>
      <w:r w:rsidRPr="00A33F64">
        <w:tab/>
        <w:t>« </w:t>
      </w:r>
      <w:r w:rsidRPr="00A33F64">
        <w:rPr>
          <w:i/>
        </w:rPr>
        <w:t>Délai de premier positionnement</w:t>
      </w:r>
      <w:r w:rsidRPr="00A33F64">
        <w:t> », le temps qui s’écoule entre la mise sous tension d’un récepteur GNSS et le début de la diffusion d’informations de navigation valables.</w:t>
      </w:r>
    </w:p>
    <w:p w:rsidR="0062553F" w:rsidRPr="00A33F64" w:rsidRDefault="0062553F" w:rsidP="0062553F">
      <w:pPr>
        <w:pStyle w:val="SingleTxtG"/>
        <w:ind w:left="2268" w:hanging="1134"/>
      </w:pPr>
      <w:r w:rsidRPr="00A33F64">
        <w:t>2.22</w:t>
      </w:r>
      <w:r w:rsidRPr="00A33F64">
        <w:tab/>
        <w:t>« </w:t>
      </w:r>
      <w:r w:rsidRPr="00A33F64">
        <w:rPr>
          <w:i/>
        </w:rPr>
        <w:t>Départ à froid</w:t>
      </w:r>
      <w:r w:rsidRPr="00A33F64">
        <w:t> », l’état du récepteur GNSS lorsque les données relatives à la position du véhicule, à sa vitesse, au temps, au calendrier et aux éphémérides ne sont pas stockées dans le récepteur et que la solution de navigation doit être calculée au moyen d’une recherche « à ciel ouvert ».</w:t>
      </w:r>
    </w:p>
    <w:p w:rsidR="0062553F" w:rsidRPr="00A33F64" w:rsidRDefault="0062553F" w:rsidP="0062553F">
      <w:pPr>
        <w:pStyle w:val="SingleTxtG"/>
        <w:ind w:left="2268" w:hanging="1134"/>
      </w:pPr>
      <w:r w:rsidRPr="00A33F64">
        <w:t>2.23</w:t>
      </w:r>
      <w:r w:rsidRPr="00A33F64">
        <w:tab/>
        <w:t>« </w:t>
      </w:r>
      <w:r w:rsidRPr="00A33F64">
        <w:rPr>
          <w:i/>
        </w:rPr>
        <w:t>AECD (Dispositif automatique d’appel d’urgence</w:t>
      </w:r>
      <w:r w:rsidRPr="00A33F64">
        <w:t xml:space="preserve">) », un </w:t>
      </w:r>
      <w:r>
        <w:t xml:space="preserve">élément </w:t>
      </w:r>
      <w:r w:rsidRPr="00A33F64">
        <w:t>ou un ensemble d’éléments capables d’assurer au moins les fonctions suivantes :</w:t>
      </w:r>
    </w:p>
    <w:p w:rsidR="0062553F" w:rsidRPr="00A33F64" w:rsidRDefault="0062553F" w:rsidP="0062553F">
      <w:pPr>
        <w:pStyle w:val="SingleTxtG"/>
        <w:ind w:left="2835" w:hanging="567"/>
      </w:pPr>
      <w:r w:rsidRPr="00A33F64">
        <w:t>a)</w:t>
      </w:r>
      <w:r w:rsidRPr="00A33F64">
        <w:tab/>
        <w:t>Recevoir et/ou émettre des signaux de déclenchement automatique ou manuel ; et</w:t>
      </w:r>
    </w:p>
    <w:p w:rsidR="0062553F" w:rsidRPr="00A33F64" w:rsidRDefault="0062553F" w:rsidP="0062553F">
      <w:pPr>
        <w:pStyle w:val="SingleTxtG"/>
        <w:ind w:left="2835" w:hanging="567"/>
      </w:pPr>
      <w:r w:rsidRPr="00A33F64">
        <w:t>b)</w:t>
      </w:r>
      <w:r w:rsidRPr="00A33F64">
        <w:tab/>
        <w:t>Envoyer un ensemble minimum de données (MSD).</w:t>
      </w:r>
    </w:p>
    <w:p w:rsidR="0062553F" w:rsidRPr="00A33F64" w:rsidRDefault="0062553F" w:rsidP="0062553F">
      <w:pPr>
        <w:pStyle w:val="SingleTxtG"/>
        <w:ind w:left="2268"/>
      </w:pPr>
      <w:r w:rsidRPr="00A33F64">
        <w:t>L’AECD peut en outre remplir l’une quelconque des fonctions ci-dessous :</w:t>
      </w:r>
    </w:p>
    <w:p w:rsidR="0062553F" w:rsidRPr="00A33F64" w:rsidRDefault="0062553F" w:rsidP="0062553F">
      <w:pPr>
        <w:pStyle w:val="SingleTxtG"/>
        <w:ind w:left="2835" w:hanging="567"/>
      </w:pPr>
      <w:r w:rsidRPr="00A33F64">
        <w:t>a)</w:t>
      </w:r>
      <w:r w:rsidRPr="00A33F64">
        <w:tab/>
        <w:t>Recevoir ou déterminer la position du véhicule ;</w:t>
      </w:r>
    </w:p>
    <w:p w:rsidR="0062553F" w:rsidRPr="00A33F64" w:rsidRDefault="0062553F" w:rsidP="0062553F">
      <w:pPr>
        <w:pStyle w:val="SingleTxtG"/>
        <w:ind w:left="2835" w:hanging="567"/>
      </w:pPr>
      <w:r w:rsidRPr="00A33F64">
        <w:t>b)</w:t>
      </w:r>
      <w:r w:rsidRPr="00A33F64">
        <w:tab/>
        <w:t>Émettre un signal d’alerte ; et</w:t>
      </w:r>
    </w:p>
    <w:p w:rsidR="0062553F" w:rsidRPr="00A33F64" w:rsidRDefault="0062553F" w:rsidP="0062553F">
      <w:pPr>
        <w:pStyle w:val="SingleTxtG"/>
        <w:ind w:left="2835" w:hanging="567"/>
      </w:pPr>
      <w:r w:rsidRPr="00A33F64">
        <w:t>c)</w:t>
      </w:r>
      <w:r w:rsidRPr="00A33F64">
        <w:tab/>
        <w:t>Émettre des signaux audio bidirectionnels pour la communication vocale, sauf indication contraire du présent Règlement.</w:t>
      </w:r>
    </w:p>
    <w:p w:rsidR="0062553F" w:rsidRPr="00A33F64" w:rsidRDefault="0062553F" w:rsidP="0062553F">
      <w:pPr>
        <w:pStyle w:val="SingleTxtG"/>
        <w:ind w:left="2268" w:hanging="1134"/>
      </w:pPr>
      <w:r w:rsidRPr="00A33F64">
        <w:lastRenderedPageBreak/>
        <w:t>2.24</w:t>
      </w:r>
      <w:r w:rsidRPr="00A33F64">
        <w:tab/>
        <w:t>« </w:t>
      </w:r>
      <w:r w:rsidRPr="00A33F64">
        <w:rPr>
          <w:i/>
        </w:rPr>
        <w:t>AECS (Système automatique d’appel d’urgence)</w:t>
      </w:r>
      <w:r w:rsidRPr="00A33F64">
        <w:t> », un AECD lorsqu’il est installé dans un véhicule.</w:t>
      </w:r>
    </w:p>
    <w:p w:rsidR="0062553F" w:rsidRPr="00A33F64" w:rsidRDefault="0062553F" w:rsidP="0062553F">
      <w:pPr>
        <w:pStyle w:val="SingleTxtG"/>
        <w:ind w:left="2268" w:hanging="1134"/>
      </w:pPr>
      <w:r w:rsidRPr="00A33F64">
        <w:t>2.25</w:t>
      </w:r>
      <w:r w:rsidRPr="00A33F64">
        <w:tab/>
        <w:t>« </w:t>
      </w:r>
      <w:r w:rsidRPr="00A33F64">
        <w:rPr>
          <w:i/>
        </w:rPr>
        <w:t>Signal de déclenchement</w:t>
      </w:r>
      <w:r w:rsidRPr="00A33F64">
        <w:t> », un signal logique qui déclenche la procédure d’appel d’urgence.</w:t>
      </w:r>
    </w:p>
    <w:p w:rsidR="0062553F" w:rsidRPr="00A33F64" w:rsidRDefault="0062553F" w:rsidP="0062553F">
      <w:pPr>
        <w:pStyle w:val="SingleTxtG"/>
        <w:ind w:left="2268" w:hanging="1134"/>
      </w:pPr>
      <w:r w:rsidRPr="00A33F64">
        <w:t>2.26</w:t>
      </w:r>
      <w:r w:rsidRPr="00A33F64">
        <w:tab/>
        <w:t>« </w:t>
      </w:r>
      <w:r w:rsidRPr="00A33F64">
        <w:rPr>
          <w:i/>
        </w:rPr>
        <w:t>Ensemble minimum de données (MSD)</w:t>
      </w:r>
      <w:r w:rsidRPr="00A33F64">
        <w:t> », l’ensemble de données défini à l’</w:t>
      </w:r>
      <w:r w:rsidR="00C65359">
        <w:t xml:space="preserve">annexe </w:t>
      </w:r>
      <w:r w:rsidRPr="00A33F64">
        <w:t>12.</w:t>
      </w:r>
    </w:p>
    <w:p w:rsidR="0062553F" w:rsidRPr="00A33F64" w:rsidRDefault="0062553F" w:rsidP="0062553F">
      <w:pPr>
        <w:pStyle w:val="SingleTxtG"/>
        <w:ind w:left="2268" w:hanging="1134"/>
      </w:pPr>
      <w:r w:rsidRPr="00A33F64">
        <w:t>2.27</w:t>
      </w:r>
      <w:r w:rsidRPr="00A33F64">
        <w:tab/>
        <w:t>« </w:t>
      </w:r>
      <w:r w:rsidRPr="00A33F64">
        <w:rPr>
          <w:i/>
        </w:rPr>
        <w:t>Module de commande</w:t>
      </w:r>
      <w:r w:rsidRPr="00A33F64">
        <w:t> », un élément destiné à garantir le fonctionnement combiné de tous les éléments d’un AECC, d’un AECD ou d’un AECS.</w:t>
      </w:r>
    </w:p>
    <w:p w:rsidR="0062553F" w:rsidRPr="00A33F64" w:rsidRDefault="0062553F" w:rsidP="0062553F">
      <w:pPr>
        <w:pStyle w:val="SingleTxtG"/>
        <w:ind w:left="2268" w:hanging="1134"/>
      </w:pPr>
      <w:r w:rsidRPr="00A33F64">
        <w:t>2.28</w:t>
      </w:r>
      <w:r w:rsidRPr="00A33F64">
        <w:tab/>
        <w:t>« </w:t>
      </w:r>
      <w:r w:rsidRPr="00A33F64">
        <w:rPr>
          <w:i/>
        </w:rPr>
        <w:t>Dispositif de signal d’information </w:t>
      </w:r>
      <w:r w:rsidRPr="00A33F64">
        <w:t>», un dispositif qui donne des informations sur le statut de la procédure d’appel d’urgence.</w:t>
      </w:r>
    </w:p>
    <w:p w:rsidR="0062553F" w:rsidRPr="00A33F64" w:rsidRDefault="0062553F" w:rsidP="0062553F">
      <w:pPr>
        <w:pStyle w:val="SingleTxtG"/>
        <w:ind w:left="2268" w:hanging="1134"/>
      </w:pPr>
      <w:r w:rsidRPr="00A33F64">
        <w:t>2.29</w:t>
      </w:r>
      <w:r w:rsidRPr="00A33F64">
        <w:tab/>
        <w:t>« </w:t>
      </w:r>
      <w:r w:rsidRPr="00A33F64">
        <w:rPr>
          <w:i/>
        </w:rPr>
        <w:t>Dispositif de signal d’avertissement</w:t>
      </w:r>
      <w:r w:rsidRPr="00A33F64">
        <w:t> », un témoin qui indique une défaillance de l’AECC, de l’AECD ou de l’AECS.</w:t>
      </w:r>
    </w:p>
    <w:p w:rsidR="0062553F" w:rsidRPr="00A33F64" w:rsidRDefault="0062553F" w:rsidP="0062553F">
      <w:pPr>
        <w:pStyle w:val="SingleTxtG"/>
        <w:ind w:left="2268" w:hanging="1134"/>
      </w:pPr>
      <w:r w:rsidRPr="00A33F64">
        <w:t>2.30</w:t>
      </w:r>
      <w:r w:rsidRPr="00A33F64">
        <w:tab/>
        <w:t>« </w:t>
      </w:r>
      <w:r w:rsidRPr="00A33F64">
        <w:rPr>
          <w:i/>
        </w:rPr>
        <w:t>Antenne de réseau mobile</w:t>
      </w:r>
      <w:r w:rsidRPr="00A33F64">
        <w:t> » : un élément qui permet la transmission de données et de signaux audio bidirectionnels pour la communication vocale.</w:t>
      </w:r>
    </w:p>
    <w:p w:rsidR="0062553F" w:rsidRPr="00A33F64" w:rsidRDefault="0062553F" w:rsidP="0062553F">
      <w:pPr>
        <w:pStyle w:val="SingleTxtG"/>
        <w:ind w:left="2268" w:hanging="1134"/>
      </w:pPr>
      <w:r w:rsidRPr="00A33F64">
        <w:t>2.31</w:t>
      </w:r>
      <w:r w:rsidRPr="00A33F64">
        <w:tab/>
        <w:t>« </w:t>
      </w:r>
      <w:r w:rsidRPr="00A33F64">
        <w:rPr>
          <w:i/>
        </w:rPr>
        <w:t>Affichage multitâche</w:t>
      </w:r>
      <w:r w:rsidRPr="00A33F64">
        <w:t> », un affichage permettant d’afficher simultanément plus d’un message.</w:t>
      </w:r>
    </w:p>
    <w:p w:rsidR="0062553F" w:rsidRPr="00A33F64" w:rsidRDefault="0062553F" w:rsidP="0062553F">
      <w:pPr>
        <w:pStyle w:val="SingleTxtG"/>
        <w:ind w:left="2268" w:hanging="1134"/>
      </w:pPr>
      <w:r w:rsidRPr="00A33F64">
        <w:t>2.32</w:t>
      </w:r>
      <w:r w:rsidRPr="00A33F64">
        <w:tab/>
        <w:t>« </w:t>
      </w:r>
      <w:r w:rsidRPr="00A33F64">
        <w:rPr>
          <w:i/>
        </w:rPr>
        <w:t>Masse autorisée totale </w:t>
      </w:r>
      <w:r w:rsidRPr="00A33F64">
        <w:t>»,</w:t>
      </w:r>
      <w:r w:rsidRPr="00A33F64">
        <w:rPr>
          <w:i/>
        </w:rPr>
        <w:t xml:space="preserve"> </w:t>
      </w:r>
      <w:r w:rsidRPr="00A33F64">
        <w:t>la masse maximale techniquement admissible du véhicule définie par le constructeur.</w:t>
      </w:r>
    </w:p>
    <w:p w:rsidR="0062553F" w:rsidRPr="00A33F64" w:rsidRDefault="0062553F" w:rsidP="0062553F">
      <w:pPr>
        <w:pStyle w:val="SingleTxtG"/>
        <w:ind w:left="2268" w:hanging="1134"/>
      </w:pPr>
      <w:r w:rsidRPr="00A33F64">
        <w:t>2.33</w:t>
      </w:r>
      <w:r w:rsidRPr="00A33F64">
        <w:tab/>
        <w:t>«</w:t>
      </w:r>
      <w:r w:rsidRPr="00A33F64">
        <w:rPr>
          <w:i/>
        </w:rPr>
        <w:t> Point R </w:t>
      </w:r>
      <w:r w:rsidRPr="00A33F64">
        <w:t>», un point de référence défini pour chaque place assise par le constructeur par rapport à la structure du véhicule, tel qu’il est défini à l’</w:t>
      </w:r>
      <w:r w:rsidR="00C65359">
        <w:t xml:space="preserve">annexe </w:t>
      </w:r>
      <w:r w:rsidRPr="00A33F64">
        <w:t xml:space="preserve">8 du Règlement </w:t>
      </w:r>
      <w:r>
        <w:t xml:space="preserve">ONU </w:t>
      </w:r>
      <w:r w:rsidRPr="00A33F64">
        <w:t>n</w:t>
      </w:r>
      <w:r w:rsidRPr="00A33F64">
        <w:rPr>
          <w:vertAlign w:val="superscript"/>
        </w:rPr>
        <w:t>o</w:t>
      </w:r>
      <w:r w:rsidRPr="00A33F64">
        <w:t> 94.</w:t>
      </w:r>
    </w:p>
    <w:p w:rsidR="0062553F" w:rsidRPr="00A33F64" w:rsidRDefault="0062553F" w:rsidP="0062553F">
      <w:pPr>
        <w:pStyle w:val="HChG"/>
        <w:tabs>
          <w:tab w:val="clear" w:pos="851"/>
          <w:tab w:val="right" w:pos="1134"/>
        </w:tabs>
        <w:ind w:left="2495" w:hanging="1361"/>
      </w:pPr>
      <w:r w:rsidRPr="00A33F64">
        <w:t>Partie Ia</w:t>
      </w:r>
      <w:r>
        <w:t> − </w:t>
      </w:r>
      <w:r w:rsidRPr="00A33F64">
        <w:t xml:space="preserve">Homologation des éléments destinés à être incorporés dans un dispositif automatique </w:t>
      </w:r>
      <w:r>
        <w:br/>
      </w:r>
      <w:r w:rsidRPr="00A33F64">
        <w:t>d’appel d’urgence (AECD)</w:t>
      </w:r>
    </w:p>
    <w:p w:rsidR="0062553F" w:rsidRPr="00A33F64" w:rsidRDefault="0062553F" w:rsidP="0062553F">
      <w:pPr>
        <w:pStyle w:val="HChG"/>
        <w:ind w:left="2268"/>
      </w:pPr>
      <w:r w:rsidRPr="00A33F64">
        <w:t>3.</w:t>
      </w:r>
      <w:r w:rsidRPr="00A33F64">
        <w:tab/>
        <w:t>Définitions</w:t>
      </w:r>
    </w:p>
    <w:p w:rsidR="0062553F" w:rsidRPr="00A33F64" w:rsidRDefault="0062553F" w:rsidP="0062553F">
      <w:pPr>
        <w:pStyle w:val="SingleTxtG"/>
        <w:ind w:left="2268" w:hanging="1134"/>
      </w:pPr>
      <w:r w:rsidRPr="00A33F64">
        <w:t>3.1</w:t>
      </w:r>
      <w:r w:rsidRPr="00A33F64">
        <w:tab/>
        <w:t>« </w:t>
      </w:r>
      <w:r w:rsidRPr="00A33F64">
        <w:rPr>
          <w:i/>
        </w:rPr>
        <w:t>AECC</w:t>
      </w:r>
      <w:r w:rsidRPr="00A33F64">
        <w:t xml:space="preserve"> (</w:t>
      </w:r>
      <w:r w:rsidRPr="00A33F64">
        <w:rPr>
          <w:i/>
        </w:rPr>
        <w:t>Élément d’un dispositif automatique d’appel d’urgence) </w:t>
      </w:r>
      <w:r w:rsidRPr="00A33F64">
        <w:t>»</w:t>
      </w:r>
      <w:r w:rsidRPr="00A33F64">
        <w:rPr>
          <w:i/>
        </w:rPr>
        <w:t> </w:t>
      </w:r>
      <w:r w:rsidRPr="00A33F64">
        <w:t>: un élément ou un ensemble d’éléments parmi les suivants :</w:t>
      </w:r>
    </w:p>
    <w:p w:rsidR="0062553F" w:rsidRPr="00A33F64" w:rsidRDefault="0062553F" w:rsidP="0062553F">
      <w:pPr>
        <w:pStyle w:val="SingleTxtG"/>
        <w:ind w:left="2835" w:hanging="567"/>
      </w:pPr>
      <w:r w:rsidRPr="00A33F64">
        <w:t>a)</w:t>
      </w:r>
      <w:r w:rsidRPr="00A33F64">
        <w:tab/>
        <w:t>Module de commande et son (ses) connecteur(s)</w:t>
      </w:r>
      <w:r w:rsidRPr="000A64EF">
        <w:rPr>
          <w:rStyle w:val="Appelnotedebasdep"/>
        </w:rPr>
        <w:footnoteReference w:id="4"/>
      </w:r>
      <w:r w:rsidRPr="00A33F64">
        <w:t> ;</w:t>
      </w:r>
    </w:p>
    <w:p w:rsidR="0062553F" w:rsidRPr="00A33F64" w:rsidRDefault="0062553F" w:rsidP="0062553F">
      <w:pPr>
        <w:pStyle w:val="SingleTxtG"/>
        <w:ind w:left="2835" w:hanging="567"/>
      </w:pPr>
      <w:r w:rsidRPr="00A33F64">
        <w:t>b)</w:t>
      </w:r>
      <w:r w:rsidRPr="00A33F64">
        <w:tab/>
        <w:t>Module de communication et son (ses) connecteur(s)</w:t>
      </w:r>
      <w:r w:rsidRPr="00773212">
        <w:rPr>
          <w:sz w:val="18"/>
          <w:szCs w:val="18"/>
          <w:vertAlign w:val="superscript"/>
        </w:rPr>
        <w:t>2</w:t>
      </w:r>
      <w:r w:rsidRPr="00A33F64">
        <w:t>, à l’exclusion des microphones, haut-parleurs et connecteurs correspondants ;</w:t>
      </w:r>
    </w:p>
    <w:p w:rsidR="0062553F" w:rsidRPr="00A33F64" w:rsidRDefault="0062553F" w:rsidP="0062553F">
      <w:pPr>
        <w:pStyle w:val="SingleTxtG"/>
        <w:ind w:left="2835" w:hanging="567"/>
      </w:pPr>
      <w:r w:rsidRPr="00A33F64">
        <w:t>c)</w:t>
      </w:r>
      <w:r w:rsidRPr="00A33F64">
        <w:tab/>
        <w:t>Alimentation électrique de secours (s’il en existe une) et connecteur(s) correspondant(s)</w:t>
      </w:r>
      <w:r w:rsidRPr="00773212">
        <w:rPr>
          <w:sz w:val="18"/>
          <w:szCs w:val="18"/>
          <w:vertAlign w:val="superscript"/>
        </w:rPr>
        <w:t>2</w:t>
      </w:r>
      <w:r w:rsidRPr="00A33F64">
        <w:t> ;</w:t>
      </w:r>
    </w:p>
    <w:p w:rsidR="0062553F" w:rsidRPr="00A33F64" w:rsidRDefault="0062553F" w:rsidP="0062553F">
      <w:pPr>
        <w:pStyle w:val="SingleTxtG"/>
        <w:ind w:left="2835" w:hanging="567"/>
      </w:pPr>
      <w:r w:rsidRPr="00A33F64">
        <w:t>d)</w:t>
      </w:r>
      <w:r w:rsidRPr="00A33F64">
        <w:tab/>
        <w:t>Alimentation électrique et connecteur(s) correspondant(s)</w:t>
      </w:r>
      <w:r w:rsidRPr="00773212">
        <w:rPr>
          <w:sz w:val="18"/>
          <w:szCs w:val="18"/>
          <w:vertAlign w:val="superscript"/>
        </w:rPr>
        <w:t>2</w:t>
      </w:r>
      <w:r w:rsidRPr="00A33F64">
        <w:t> ;</w:t>
      </w:r>
    </w:p>
    <w:p w:rsidR="0062553F" w:rsidRPr="00A33F64" w:rsidRDefault="0062553F" w:rsidP="0062553F">
      <w:pPr>
        <w:pStyle w:val="SingleTxtG"/>
        <w:ind w:left="2835" w:hanging="567"/>
      </w:pPr>
      <w:r w:rsidRPr="00A33F64">
        <w:t>e)</w:t>
      </w:r>
      <w:r w:rsidRPr="00A33F64">
        <w:tab/>
        <w:t>Antenne de réseau mobile et connecteur(s) correspondant(s)</w:t>
      </w:r>
      <w:r w:rsidRPr="00A33F64">
        <w:rPr>
          <w:vertAlign w:val="superscript"/>
        </w:rPr>
        <w:t>2</w:t>
      </w:r>
      <w:r w:rsidRPr="00A33F64">
        <w:t> ;</w:t>
      </w:r>
    </w:p>
    <w:p w:rsidR="0062553F" w:rsidRPr="00A33F64" w:rsidRDefault="0062553F" w:rsidP="0062553F">
      <w:pPr>
        <w:pStyle w:val="SingleTxtG"/>
        <w:ind w:left="2835" w:hanging="567"/>
      </w:pPr>
      <w:r w:rsidRPr="00A33F64">
        <w:t>f)</w:t>
      </w:r>
      <w:r w:rsidRPr="00A33F64">
        <w:tab/>
        <w:t>Récepteur GNSS et connecteur(s) correspondant(s)</w:t>
      </w:r>
      <w:r w:rsidRPr="00773212">
        <w:rPr>
          <w:sz w:val="18"/>
          <w:szCs w:val="18"/>
          <w:vertAlign w:val="superscript"/>
        </w:rPr>
        <w:t>2</w:t>
      </w:r>
      <w:r w:rsidRPr="00A33F64">
        <w:t> ;</w:t>
      </w:r>
    </w:p>
    <w:p w:rsidR="0062553F" w:rsidRPr="00A33F64" w:rsidRDefault="0062553F" w:rsidP="0062553F">
      <w:pPr>
        <w:pStyle w:val="SingleTxtG"/>
        <w:ind w:left="2835" w:hanging="567"/>
      </w:pPr>
      <w:r w:rsidRPr="00A33F64">
        <w:t>g)</w:t>
      </w:r>
      <w:r w:rsidRPr="00A33F64">
        <w:tab/>
        <w:t>Antenne GNSS et connecteur(s) correspondant(s)</w:t>
      </w:r>
      <w:r w:rsidRPr="00773212">
        <w:rPr>
          <w:sz w:val="18"/>
          <w:szCs w:val="18"/>
          <w:vertAlign w:val="superscript"/>
        </w:rPr>
        <w:t>2</w:t>
      </w:r>
      <w:r w:rsidRPr="00A33F64">
        <w:t> ;</w:t>
      </w:r>
    </w:p>
    <w:p w:rsidR="0062553F" w:rsidRPr="00A33F64" w:rsidRDefault="0062553F" w:rsidP="0062553F">
      <w:pPr>
        <w:pStyle w:val="SingleTxtG"/>
        <w:ind w:left="2835" w:hanging="567"/>
      </w:pPr>
      <w:r w:rsidRPr="00A33F64">
        <w:t>h)</w:t>
      </w:r>
      <w:r w:rsidRPr="00A33F64">
        <w:tab/>
        <w:t>Dispositif de signal d’avertissement</w:t>
      </w:r>
      <w:r w:rsidRPr="00773212">
        <w:rPr>
          <w:sz w:val="18"/>
          <w:szCs w:val="18"/>
          <w:vertAlign w:val="superscript"/>
        </w:rPr>
        <w:t>2</w:t>
      </w:r>
      <w:r w:rsidRPr="00A33F64">
        <w:t> ;</w:t>
      </w:r>
    </w:p>
    <w:p w:rsidR="0062553F" w:rsidRPr="00A33F64" w:rsidRDefault="0062553F" w:rsidP="0062553F">
      <w:pPr>
        <w:pStyle w:val="SingleTxtG"/>
        <w:ind w:left="2835" w:hanging="567"/>
      </w:pPr>
      <w:r w:rsidRPr="00A33F64">
        <w:t>i)</w:t>
      </w:r>
      <w:r w:rsidRPr="00A33F64">
        <w:tab/>
        <w:t>Dispositif de signal d’information</w:t>
      </w:r>
      <w:r w:rsidRPr="00773212">
        <w:rPr>
          <w:sz w:val="18"/>
          <w:szCs w:val="18"/>
          <w:vertAlign w:val="superscript"/>
        </w:rPr>
        <w:t>2</w:t>
      </w:r>
      <w:r w:rsidRPr="00A33F64">
        <w:t>.</w:t>
      </w:r>
    </w:p>
    <w:p w:rsidR="0062553F" w:rsidRPr="00A33F64" w:rsidRDefault="0062553F" w:rsidP="0062553F">
      <w:pPr>
        <w:pStyle w:val="SingleTxtG"/>
        <w:ind w:left="2268" w:hanging="1134"/>
      </w:pPr>
      <w:r w:rsidRPr="00A33F64">
        <w:t>3.2</w:t>
      </w:r>
      <w:r w:rsidRPr="00A33F64">
        <w:tab/>
        <w:t>« </w:t>
      </w:r>
      <w:r w:rsidRPr="00A33F64">
        <w:rPr>
          <w:i/>
        </w:rPr>
        <w:t>Antenne de réseau mobile </w:t>
      </w:r>
      <w:r w:rsidRPr="00A33F64">
        <w:t>» : un élément qui permet la transmission de données et de signaux audio bidirectionnels pour la communication vocale.</w:t>
      </w:r>
    </w:p>
    <w:p w:rsidR="0062553F" w:rsidRPr="00A33F64" w:rsidRDefault="0062553F" w:rsidP="00600AF5">
      <w:pPr>
        <w:pStyle w:val="SingleTxtG"/>
        <w:spacing w:after="100"/>
        <w:ind w:left="2268" w:hanging="1134"/>
      </w:pPr>
      <w:r w:rsidRPr="00A33F64">
        <w:lastRenderedPageBreak/>
        <w:t>3.3</w:t>
      </w:r>
      <w:r w:rsidRPr="00A33F64">
        <w:tab/>
        <w:t>« </w:t>
      </w:r>
      <w:r w:rsidRPr="00A33F64">
        <w:rPr>
          <w:i/>
        </w:rPr>
        <w:t>Type d’AECC </w:t>
      </w:r>
      <w:r w:rsidRPr="00A33F64">
        <w:t>» : des AECC qui ne présentent pas entre eux de différences essentielles concernant :</w:t>
      </w:r>
    </w:p>
    <w:p w:rsidR="0062553F" w:rsidRPr="00A33F64" w:rsidRDefault="0062553F" w:rsidP="00600AF5">
      <w:pPr>
        <w:pStyle w:val="SingleTxtG"/>
        <w:spacing w:after="100"/>
        <w:ind w:left="2835" w:hanging="567"/>
      </w:pPr>
      <w:r w:rsidRPr="00A33F64">
        <w:t>a)</w:t>
      </w:r>
      <w:r w:rsidRPr="00A33F64">
        <w:tab/>
        <w:t>Le nom du fabricant ou la marque de fabrique ;</w:t>
      </w:r>
    </w:p>
    <w:p w:rsidR="0062553F" w:rsidRPr="00A33F64" w:rsidRDefault="0062553F" w:rsidP="00600AF5">
      <w:pPr>
        <w:pStyle w:val="SingleTxtG"/>
        <w:spacing w:after="100"/>
        <w:ind w:left="2835" w:hanging="567"/>
      </w:pPr>
      <w:r w:rsidRPr="00A33F64">
        <w:t>b)</w:t>
      </w:r>
      <w:r w:rsidRPr="00A33F64">
        <w:tab/>
        <w:t>La construction.</w:t>
      </w:r>
    </w:p>
    <w:p w:rsidR="0062553F" w:rsidRPr="00A33F64" w:rsidRDefault="0062553F" w:rsidP="00600AF5">
      <w:pPr>
        <w:pStyle w:val="HChG"/>
        <w:spacing w:before="320" w:after="200"/>
        <w:ind w:left="2268"/>
      </w:pPr>
      <w:r w:rsidRPr="00A33F64">
        <w:t>4.</w:t>
      </w:r>
      <w:r w:rsidRPr="00A33F64">
        <w:tab/>
        <w:t>Demande d’homologation d’un type d’AECC</w:t>
      </w:r>
    </w:p>
    <w:p w:rsidR="0062553F" w:rsidRPr="00A33F64" w:rsidRDefault="0062553F" w:rsidP="00600AF5">
      <w:pPr>
        <w:pStyle w:val="SingleTxtG"/>
        <w:spacing w:after="100"/>
        <w:ind w:left="2268" w:hanging="1134"/>
      </w:pPr>
      <w:r w:rsidRPr="00A33F64">
        <w:t>4.1</w:t>
      </w:r>
      <w:r w:rsidRPr="00A33F64">
        <w:tab/>
        <w:t>La demande d’homologation d’un type d’AECC doit être présentée par le fabricant ou par son représentant dûment agréé.</w:t>
      </w:r>
    </w:p>
    <w:p w:rsidR="0062553F" w:rsidRPr="00A33F64" w:rsidRDefault="0062553F" w:rsidP="00600AF5">
      <w:pPr>
        <w:pStyle w:val="SingleTxtG"/>
        <w:spacing w:after="100"/>
        <w:ind w:left="2268" w:hanging="1134"/>
      </w:pPr>
      <w:r w:rsidRPr="00A33F64">
        <w:t>4.2</w:t>
      </w:r>
      <w:r w:rsidRPr="00A33F64">
        <w:tab/>
        <w:t>Un modèle de document d’information est présenté à l’</w:t>
      </w:r>
      <w:r w:rsidR="00C65359">
        <w:t xml:space="preserve">annexe </w:t>
      </w:r>
      <w:r w:rsidRPr="00A33F64">
        <w:t>5.</w:t>
      </w:r>
    </w:p>
    <w:p w:rsidR="0062553F" w:rsidRPr="00A33F64" w:rsidRDefault="0062553F" w:rsidP="00600AF5">
      <w:pPr>
        <w:pStyle w:val="SingleTxtG"/>
        <w:spacing w:after="100"/>
        <w:ind w:left="2268" w:hanging="1134"/>
      </w:pPr>
      <w:r w:rsidRPr="00A33F64">
        <w:t>4.3</w:t>
      </w:r>
      <w:r w:rsidRPr="00A33F64">
        <w:tab/>
        <w:t>Pour chaque type d’AECC, la demande d’homologation doit être accompagnée d’échantillons d’AECC complets représentatifs du type à homologuer, en quantités suffisantes pour les essais prescrits par le présent Règlement. Des échantillons supplémentaires peuvent être demandés par le service technique chargé d’effectuer les essais.</w:t>
      </w:r>
    </w:p>
    <w:p w:rsidR="0062553F" w:rsidRPr="00A33F64" w:rsidRDefault="0062553F" w:rsidP="00600AF5">
      <w:pPr>
        <w:pStyle w:val="HChG"/>
        <w:spacing w:before="320" w:after="200"/>
        <w:ind w:left="2268"/>
      </w:pPr>
      <w:r w:rsidRPr="00A33F64">
        <w:t>5.</w:t>
      </w:r>
      <w:r w:rsidRPr="00A33F64">
        <w:tab/>
        <w:t>Inscriptions</w:t>
      </w:r>
    </w:p>
    <w:p w:rsidR="0062553F" w:rsidRPr="00A33F64" w:rsidRDefault="0062553F" w:rsidP="00600AF5">
      <w:pPr>
        <w:pStyle w:val="SingleTxtG"/>
        <w:spacing w:after="100"/>
        <w:ind w:left="2268" w:hanging="1134"/>
      </w:pPr>
      <w:r w:rsidRPr="00A33F64">
        <w:t>5.1</w:t>
      </w:r>
      <w:r w:rsidRPr="00A33F64">
        <w:tab/>
        <w:t>Les échantillons d’AECC présentés à l’homologation doivent porter la marque de fabrique ou de commerce du fabricant. Cette marque doit être présente au moins sur l’unité (ou les unités) renfermant le récepteur GNSS et le module de communication. Elle doit être clairement lisible et indélébile.</w:t>
      </w:r>
    </w:p>
    <w:p w:rsidR="0062553F" w:rsidRPr="00A33F64" w:rsidRDefault="0062553F" w:rsidP="00600AF5">
      <w:pPr>
        <w:pStyle w:val="SingleTxtG"/>
        <w:spacing w:after="100"/>
        <w:ind w:left="2268" w:hanging="1134"/>
      </w:pPr>
      <w:r w:rsidRPr="00A33F64">
        <w:t>5.2</w:t>
      </w:r>
      <w:r w:rsidRPr="00A33F64">
        <w:tab/>
        <w:t>Les dimensions de l’unité (ou des unités) renfermant le récepteur GNSS et le module de communication doivent être suffisantes pour qu’il soit possible d’y placer la marque d’homologation. L’emplacement correspondant doit être indiqué sur les dessins visés à l’</w:t>
      </w:r>
      <w:r w:rsidR="00C65359">
        <w:t xml:space="preserve">annexe </w:t>
      </w:r>
      <w:r w:rsidRPr="00A33F64">
        <w:t>5.</w:t>
      </w:r>
    </w:p>
    <w:p w:rsidR="0062553F" w:rsidRPr="00A33F64" w:rsidRDefault="0062553F" w:rsidP="00600AF5">
      <w:pPr>
        <w:pStyle w:val="HChG"/>
        <w:spacing w:before="320" w:after="200"/>
        <w:ind w:left="2268"/>
      </w:pPr>
      <w:r w:rsidRPr="00A33F64">
        <w:t>6.</w:t>
      </w:r>
      <w:r w:rsidRPr="00A33F64">
        <w:tab/>
        <w:t>Homologation</w:t>
      </w:r>
    </w:p>
    <w:p w:rsidR="0062553F" w:rsidRPr="00A33F64" w:rsidRDefault="0062553F" w:rsidP="00600AF5">
      <w:pPr>
        <w:pStyle w:val="SingleTxtG"/>
        <w:spacing w:after="100"/>
        <w:ind w:left="2268"/>
      </w:pPr>
      <w:r w:rsidRPr="00A33F64">
        <w:tab/>
        <w:t>Le fabricant doit fournir un dossier renseignant sur la conception de base de l’AECC et la façon dont il est prévu de l’associer (par un numéro d’identification, par exemple) à d’autres homologations ultérieures pour des AECD (partie Ib).</w:t>
      </w:r>
    </w:p>
    <w:p w:rsidR="0062553F" w:rsidRPr="00A33F64" w:rsidRDefault="0062553F" w:rsidP="00600AF5">
      <w:pPr>
        <w:pStyle w:val="SingleTxtG"/>
        <w:spacing w:after="100"/>
        <w:ind w:left="2268" w:hanging="1134"/>
      </w:pPr>
      <w:r w:rsidRPr="00A33F64">
        <w:t>6.1</w:t>
      </w:r>
      <w:r w:rsidRPr="00A33F64">
        <w:tab/>
        <w:t xml:space="preserve">Si les échantillons présentés à l’homologation satisfont aux prescriptions du </w:t>
      </w:r>
      <w:r w:rsidR="00C65359">
        <w:t xml:space="preserve">paragraphe </w:t>
      </w:r>
      <w:r w:rsidRPr="00A33F64">
        <w:t xml:space="preserve">7 du présent Règlement, l’homologation est accordée pour le type d’AECC visé. Certaines dispositions du </w:t>
      </w:r>
      <w:r w:rsidR="00C65359">
        <w:t xml:space="preserve">paragraphe </w:t>
      </w:r>
      <w:r w:rsidRPr="00A33F64">
        <w:t xml:space="preserve">7 étant facultatives, l’autorité compétente est priée d’indiquer dans la fiche de communication (voir </w:t>
      </w:r>
      <w:r w:rsidR="00C65359">
        <w:t xml:space="preserve">annexe </w:t>
      </w:r>
      <w:r w:rsidRPr="00A33F64">
        <w:t>1) les vérifications qui ont été faites pour l’AECC concerné.</w:t>
      </w:r>
    </w:p>
    <w:p w:rsidR="0062553F" w:rsidRPr="00A33F64" w:rsidRDefault="0062553F" w:rsidP="00600AF5">
      <w:pPr>
        <w:pStyle w:val="SingleTxtG"/>
        <w:spacing w:after="100"/>
        <w:ind w:left="2268" w:hanging="1134"/>
      </w:pPr>
      <w:r w:rsidRPr="00A33F64">
        <w:t>6.2</w:t>
      </w:r>
      <w:r w:rsidRPr="00A33F64">
        <w:tab/>
        <w:t>Chaque type homologué reçoit un numéro d’homologation, dont les deux premiers chiffres (00</w:t>
      </w:r>
      <w:r>
        <w:t xml:space="preserve"> </w:t>
      </w:r>
      <w:r w:rsidRPr="00A33F64">
        <w:t>dans le cas présent) indiquent la série d’amendements correspondant aux modifications techniques essentielles les plus récentes apportées au Règlement, à la date de délivrance de l’homologation. La même Partie contractante ne peut pas attribuer ce même numéro à un autre type d’AECC.</w:t>
      </w:r>
    </w:p>
    <w:p w:rsidR="0062553F" w:rsidRPr="00A33F64" w:rsidRDefault="0062553F" w:rsidP="00600AF5">
      <w:pPr>
        <w:pStyle w:val="SingleTxtG"/>
        <w:spacing w:after="100"/>
        <w:ind w:left="2268" w:hanging="1134"/>
      </w:pPr>
      <w:r w:rsidRPr="00A33F64">
        <w:t>6.3</w:t>
      </w:r>
      <w:r w:rsidRPr="00A33F64">
        <w:tab/>
        <w:t>L’homologation, le refus, l’extension ou le retrait d’homologation ou l’arrêt définitif de la production d’un type d’AECC conformément au présent Règlement doivent être notifiés aux Parties à l’Accord appliquant ledit Règlement, au moyen d’une fiche conforme au modèle présenté à l’</w:t>
      </w:r>
      <w:r w:rsidR="00C65359">
        <w:t xml:space="preserve">annexe </w:t>
      </w:r>
      <w:r w:rsidRPr="00A33F64">
        <w:t>1 du Règlement.</w:t>
      </w:r>
    </w:p>
    <w:p w:rsidR="0062553F" w:rsidRPr="00A33F64" w:rsidRDefault="0062553F" w:rsidP="00600AF5">
      <w:pPr>
        <w:pStyle w:val="SingleTxtG"/>
        <w:spacing w:after="100"/>
        <w:ind w:left="2268" w:hanging="1134"/>
      </w:pPr>
      <w:r w:rsidRPr="00A33F64">
        <w:t>6.4</w:t>
      </w:r>
      <w:r w:rsidRPr="00A33F64">
        <w:tab/>
        <w:t xml:space="preserve">Sur tout AECC conforme à un type homologué en application du présent Règlement, il doit être apposé de manière visible, à l’emplacement indiqué au </w:t>
      </w:r>
      <w:r w:rsidR="00C65359">
        <w:t xml:space="preserve">paragraphe </w:t>
      </w:r>
      <w:r w:rsidRPr="00A33F64">
        <w:t xml:space="preserve">5.2 ci-dessus, outre la marque prescrite au </w:t>
      </w:r>
      <w:r w:rsidR="00C65359">
        <w:t xml:space="preserve">paragraphe </w:t>
      </w:r>
      <w:r w:rsidRPr="00A33F64">
        <w:t>5.1, une marque d’homologation internationale, conforme au modèle de l’</w:t>
      </w:r>
      <w:r w:rsidR="00C65359">
        <w:t xml:space="preserve">annexe </w:t>
      </w:r>
      <w:r w:rsidRPr="00A33F64">
        <w:t>1, composée :</w:t>
      </w:r>
    </w:p>
    <w:p w:rsidR="0062553F" w:rsidRPr="00A33F64" w:rsidRDefault="0062553F" w:rsidP="00600AF5">
      <w:pPr>
        <w:pStyle w:val="SingleTxtG"/>
        <w:spacing w:after="100"/>
        <w:ind w:left="2268" w:hanging="1134"/>
      </w:pPr>
      <w:r w:rsidRPr="00A33F64">
        <w:lastRenderedPageBreak/>
        <w:t>6.4.1</w:t>
      </w:r>
      <w:r w:rsidRPr="00A33F64">
        <w:tab/>
        <w:t>D’un cercle à l’intérieur duquel est placée la lettre « E » suivie du numéro distinctif du pays qui a délivré l’homologation</w:t>
      </w:r>
      <w:r>
        <w:t> </w:t>
      </w:r>
      <w:r w:rsidRPr="00A33F64">
        <w:t>;</w:t>
      </w:r>
    </w:p>
    <w:p w:rsidR="0062553F" w:rsidRPr="00A33F64" w:rsidRDefault="0062553F" w:rsidP="00600AF5">
      <w:pPr>
        <w:pStyle w:val="SingleTxtG"/>
        <w:spacing w:after="100"/>
        <w:ind w:left="2268" w:hanging="1134"/>
      </w:pPr>
      <w:r w:rsidRPr="00A33F64">
        <w:t>6.4.2</w:t>
      </w:r>
      <w:r w:rsidRPr="00A33F64">
        <w:tab/>
        <w:t xml:space="preserve">Du numéro du présent Règlement, suivi de la lettre « R », d’un tiret et du numéro d’homologation, placé à droite du cercle prévu au </w:t>
      </w:r>
      <w:r w:rsidR="00C65359">
        <w:t xml:space="preserve">paragraphe </w:t>
      </w:r>
      <w:r w:rsidRPr="00A33F64">
        <w:t>6.4.1.</w:t>
      </w:r>
    </w:p>
    <w:p w:rsidR="0062553F" w:rsidRPr="00A33F64" w:rsidRDefault="0062553F" w:rsidP="00600AF5">
      <w:pPr>
        <w:pStyle w:val="SingleTxtG"/>
        <w:spacing w:after="100"/>
        <w:ind w:left="2268" w:hanging="1134"/>
      </w:pPr>
      <w:r w:rsidRPr="00A33F64">
        <w:t>6.5</w:t>
      </w:r>
      <w:r w:rsidRPr="00A33F64">
        <w:tab/>
      </w:r>
      <w:r w:rsidRPr="00A33F64">
        <w:tab/>
        <w:t>La marque d’homologation doit être nettement lisible et indélébile.</w:t>
      </w:r>
    </w:p>
    <w:p w:rsidR="0062553F" w:rsidRPr="00A33F64" w:rsidRDefault="0062553F" w:rsidP="0062553F">
      <w:pPr>
        <w:pStyle w:val="HChG"/>
        <w:ind w:left="2268"/>
      </w:pPr>
      <w:r w:rsidRPr="00A33F64">
        <w:t>7.</w:t>
      </w:r>
      <w:r w:rsidRPr="00A33F64">
        <w:tab/>
        <w:t>Prescriptions générales</w:t>
      </w:r>
    </w:p>
    <w:p w:rsidR="0062553F" w:rsidRPr="00A33F64" w:rsidRDefault="0062553F" w:rsidP="00600AF5">
      <w:pPr>
        <w:pStyle w:val="SingleTxtG"/>
        <w:spacing w:after="100"/>
        <w:ind w:left="2268" w:hanging="1134"/>
      </w:pPr>
      <w:r w:rsidRPr="00A33F64">
        <w:t>7.1</w:t>
      </w:r>
      <w:r w:rsidRPr="00A33F64">
        <w:tab/>
        <w:t>Si le demandeur de l’homologation le demande, les dispositions de la présente section relatives à l’envoi des données et à la liaison vocale peuvent faire partie de la procédure d’homologation de type d’un AECC. Dans ce cas, les prescriptions suivantes sont applicables.</w:t>
      </w:r>
    </w:p>
    <w:p w:rsidR="0062553F" w:rsidRPr="00A33F64" w:rsidRDefault="0062553F" w:rsidP="00600AF5">
      <w:pPr>
        <w:pStyle w:val="SingleTxtG"/>
        <w:spacing w:after="100"/>
        <w:ind w:left="2268"/>
      </w:pPr>
      <w:r w:rsidRPr="00A33F64">
        <w:tab/>
        <w:t>Dès réception du signal de déclenchement, l’AECC doit envoyer des données et établir une liaison vocale avec le PSAP.</w:t>
      </w:r>
    </w:p>
    <w:p w:rsidR="0062553F" w:rsidRPr="00A33F64" w:rsidRDefault="0062553F" w:rsidP="00600AF5">
      <w:pPr>
        <w:pStyle w:val="SingleTxtG"/>
        <w:spacing w:after="100"/>
        <w:ind w:left="2268"/>
      </w:pPr>
      <w:r w:rsidRPr="00A33F64">
        <w:tab/>
        <w:t>Si la transmission de données échoue, l’AECC doit réessayer d’envoyer les données.</w:t>
      </w:r>
    </w:p>
    <w:p w:rsidR="0062553F" w:rsidRPr="00A33F64" w:rsidRDefault="0062553F" w:rsidP="00600AF5">
      <w:pPr>
        <w:pStyle w:val="SingleTxtG"/>
        <w:spacing w:after="100"/>
        <w:ind w:left="2268"/>
      </w:pPr>
      <w:r w:rsidRPr="00A33F64">
        <w:tab/>
        <w:t>Si l’AECC réussit à envoyer des données mais perd ensuite la liaison vocale, il doit tenter de rétablir cette liaison.</w:t>
      </w:r>
    </w:p>
    <w:p w:rsidR="0062553F" w:rsidRPr="00A33F64" w:rsidRDefault="0062553F" w:rsidP="00600AF5">
      <w:pPr>
        <w:pStyle w:val="SingleTxtG"/>
        <w:spacing w:after="100"/>
        <w:ind w:left="2268"/>
      </w:pPr>
      <w:r w:rsidRPr="00A33F64">
        <w:tab/>
        <w:t>Si l’AECC ne peut établir de liaison vocale et/ou envoyer des données sur le réseau mobile, il doit stocker les données dans une mémoire non volatile et tenter de retransmettre les données et d’établir une liaison vocale.</w:t>
      </w:r>
    </w:p>
    <w:p w:rsidR="0062553F" w:rsidRPr="00A33F64" w:rsidRDefault="0062553F" w:rsidP="00600AF5">
      <w:pPr>
        <w:pStyle w:val="SingleTxtG"/>
        <w:spacing w:after="100"/>
        <w:ind w:left="2268" w:hanging="1134"/>
      </w:pPr>
      <w:r w:rsidRPr="00A33F64">
        <w:t>7.2</w:t>
      </w:r>
      <w:r w:rsidRPr="00A33F64">
        <w:tab/>
        <w:t>Si le demandeur de l’homologation le demande, la compatibilité électromagnétique peut faire partie de la procédure d’homologation de type d’un AECC. Dans ce cas, les prescriptions suivantes sont applicables.</w:t>
      </w:r>
    </w:p>
    <w:p w:rsidR="0062553F" w:rsidRPr="00A33F64" w:rsidRDefault="0062553F" w:rsidP="00600AF5">
      <w:pPr>
        <w:pStyle w:val="SingleTxtG"/>
        <w:spacing w:after="100"/>
        <w:ind w:left="2268"/>
      </w:pPr>
      <w:r w:rsidRPr="00A33F64">
        <w:tab/>
        <w:t xml:space="preserve">L’efficacité de l’AECC ne doit pas être perturbée par des champs magnétiques ou électriques. L’AECC doit notamment être conforme aux prescriptions techniques et aux dispositions transitoires du Règlement </w:t>
      </w:r>
      <w:r>
        <w:t xml:space="preserve">ONU </w:t>
      </w:r>
      <w:r w:rsidRPr="00A33F64">
        <w:t>n</w:t>
      </w:r>
      <w:r w:rsidRPr="00A33F64">
        <w:rPr>
          <w:vertAlign w:val="superscript"/>
        </w:rPr>
        <w:t>o</w:t>
      </w:r>
      <w:r w:rsidRPr="00A33F64">
        <w:t> 10, série 04 d’amendements ou à toute autre série ultérieure d’amendements.</w:t>
      </w:r>
    </w:p>
    <w:p w:rsidR="0062553F" w:rsidRPr="00A33F64" w:rsidRDefault="0062553F" w:rsidP="00600AF5">
      <w:pPr>
        <w:pStyle w:val="SingleTxtG"/>
        <w:spacing w:after="100"/>
        <w:ind w:left="2268" w:hanging="1134"/>
      </w:pPr>
      <w:r w:rsidRPr="00A33F64">
        <w:t>7.3</w:t>
      </w:r>
      <w:r w:rsidRPr="00A33F64">
        <w:tab/>
        <w:t>Détermination de la position</w:t>
      </w:r>
    </w:p>
    <w:p w:rsidR="0062553F" w:rsidRPr="00A33F64" w:rsidRDefault="0062553F" w:rsidP="00600AF5">
      <w:pPr>
        <w:pStyle w:val="SingleTxtG"/>
        <w:spacing w:after="100"/>
        <w:ind w:left="2268"/>
      </w:pPr>
      <w:r w:rsidRPr="00A33F64">
        <w:tab/>
        <w:t>Si le demandeur de l’homologation le demande, la détermination de la position peut faire partie de la procédure d’homologation de type d’un AECC. Dans ce cas, les prescriptions suivantes sont applicables.</w:t>
      </w:r>
    </w:p>
    <w:p w:rsidR="0062553F" w:rsidRPr="00600AF5" w:rsidRDefault="0062553F" w:rsidP="00600AF5">
      <w:pPr>
        <w:pStyle w:val="SingleTxtG"/>
        <w:spacing w:after="100"/>
        <w:ind w:left="2268"/>
        <w:rPr>
          <w:spacing w:val="-2"/>
        </w:rPr>
      </w:pPr>
      <w:r w:rsidRPr="00600AF5">
        <w:rPr>
          <w:spacing w:val="-2"/>
        </w:rPr>
        <w:tab/>
        <w:t xml:space="preserve">Si l’AECC est équipé, conformément au </w:t>
      </w:r>
      <w:r w:rsidR="00C65359" w:rsidRPr="00600AF5">
        <w:rPr>
          <w:spacing w:val="-2"/>
        </w:rPr>
        <w:t xml:space="preserve">paragraphe </w:t>
      </w:r>
      <w:r w:rsidRPr="00600AF5">
        <w:rPr>
          <w:spacing w:val="-2"/>
        </w:rPr>
        <w:t xml:space="preserve">1.4, d’un récepteur GNSS qui capte les signaux d’au moins trois systèmes de navigation (GLONASS, Galileo et GPS), et qu’il est capable de recevoir et de traiter des signaux SBAS, il doit satisfaire aux prescriptions des </w:t>
      </w:r>
      <w:r w:rsidR="00C65359" w:rsidRPr="00600AF5">
        <w:rPr>
          <w:spacing w:val="-2"/>
        </w:rPr>
        <w:t xml:space="preserve">paragraphes </w:t>
      </w:r>
      <w:r w:rsidRPr="00600AF5">
        <w:rPr>
          <w:spacing w:val="-2"/>
        </w:rPr>
        <w:t>7.3.1 à 7.3.11.</w:t>
      </w:r>
    </w:p>
    <w:p w:rsidR="0062553F" w:rsidRPr="00A33F64" w:rsidRDefault="0062553F" w:rsidP="00600AF5">
      <w:pPr>
        <w:pStyle w:val="SingleTxtG"/>
        <w:spacing w:after="100"/>
        <w:ind w:left="2268"/>
      </w:pPr>
      <w:r w:rsidRPr="00A33F64">
        <w:tab/>
        <w:t>La capacité de positionnement de l’AECC peut être démontrée au moyen des méthodes d’essai décrites à l’</w:t>
      </w:r>
      <w:r w:rsidR="00C65359">
        <w:t xml:space="preserve">annexe </w:t>
      </w:r>
      <w:r w:rsidRPr="00A33F64">
        <w:t>10 (Méthodes d’essai pour les solutions de navigation).</w:t>
      </w:r>
    </w:p>
    <w:p w:rsidR="0062553F" w:rsidRPr="00A33F64" w:rsidRDefault="0062553F" w:rsidP="00600AF5">
      <w:pPr>
        <w:pStyle w:val="SingleTxtG"/>
        <w:spacing w:after="100"/>
        <w:ind w:left="2268" w:hanging="1134"/>
      </w:pPr>
      <w:r w:rsidRPr="00A33F64">
        <w:t>7.3.1</w:t>
      </w:r>
      <w:r w:rsidRPr="00A33F64">
        <w:tab/>
        <w:t>Le récepteur GNSS doit être capable de produire la solution de navigation dans un format conforme au protocole NMEA-0183 (messages RMC, GGA, VTG, GSA ou GSV). La configuration de l’AECC pour la production de messages NMEA-0183 doit être décrite dans le mode d’emploi.</w:t>
      </w:r>
    </w:p>
    <w:p w:rsidR="0062553F" w:rsidRPr="00A33F64" w:rsidRDefault="0062553F" w:rsidP="00600AF5">
      <w:pPr>
        <w:pStyle w:val="SingleTxtG"/>
        <w:spacing w:after="100"/>
        <w:ind w:left="2268" w:hanging="1134"/>
      </w:pPr>
      <w:r w:rsidRPr="00A33F64">
        <w:t>7.3.2</w:t>
      </w:r>
      <w:r w:rsidRPr="00A33F64">
        <w:tab/>
        <w:t>Le récepteur GNSS faisant partie de l’AECC doit être capable de recevoir et de traiter des signaux GNSS dans la bande L1/E1 provenant d’au moins trois systèmes mondiaux de navigation par satellite, par exemple GLONASS, Galileo et GPS.</w:t>
      </w:r>
    </w:p>
    <w:p w:rsidR="0062553F" w:rsidRPr="00A33F64" w:rsidRDefault="0062553F" w:rsidP="00600AF5">
      <w:pPr>
        <w:pStyle w:val="SingleTxtG"/>
        <w:spacing w:after="100"/>
        <w:ind w:left="2268" w:hanging="1134"/>
      </w:pPr>
      <w:r w:rsidRPr="00A33F64">
        <w:t>7.3.3</w:t>
      </w:r>
      <w:r w:rsidRPr="00A33F64">
        <w:tab/>
        <w:t>Le récepteur GNSS faisant partie d’un AECC doit être capable de recevoir et de traiter des signaux GNSS combinés dans la bande L1/E1 provenant d’au moins trois systèmes mondiaux de navigation par satellite, parmi lesquels GLONASS, Galileo, GPS et SBAS.</w:t>
      </w:r>
    </w:p>
    <w:p w:rsidR="0062553F" w:rsidRPr="00A33F64" w:rsidRDefault="0062553F" w:rsidP="00600AF5">
      <w:pPr>
        <w:pStyle w:val="SingleTxtG"/>
        <w:spacing w:after="100"/>
        <w:ind w:left="2268" w:hanging="1134"/>
      </w:pPr>
      <w:r w:rsidRPr="00A33F64">
        <w:lastRenderedPageBreak/>
        <w:t>7.3.4</w:t>
      </w:r>
      <w:r w:rsidRPr="00A33F64">
        <w:tab/>
        <w:t>Le récepteur GNSS faisant partie d’un AECC doit être capable de fournir des renseignements concernant la position du véhicule dans le système de coordonnées WGS-84.</w:t>
      </w:r>
    </w:p>
    <w:p w:rsidR="0062553F" w:rsidRPr="00A33F64" w:rsidRDefault="0062553F" w:rsidP="00600AF5">
      <w:pPr>
        <w:pStyle w:val="SingleTxtG"/>
        <w:spacing w:after="100"/>
        <w:ind w:left="2268" w:hanging="1134"/>
      </w:pPr>
      <w:r w:rsidRPr="00A33F64">
        <w:t>7.3.5</w:t>
      </w:r>
      <w:r w:rsidRPr="00A33F64">
        <w:tab/>
        <w:t>L’erreur de position dans le sens horizontal ne doit pas dépasser :</w:t>
      </w:r>
    </w:p>
    <w:p w:rsidR="0062553F" w:rsidRPr="00A33F64" w:rsidRDefault="0062553F" w:rsidP="00600AF5">
      <w:pPr>
        <w:pStyle w:val="SingleTxtG"/>
        <w:spacing w:after="100"/>
        <w:ind w:left="2835" w:hanging="567"/>
      </w:pPr>
      <w:r w:rsidRPr="00A33F64">
        <w:t>a)</w:t>
      </w:r>
      <w:r w:rsidRPr="00A33F64">
        <w:tab/>
      </w:r>
      <w:r w:rsidRPr="00A33F64">
        <w:tab/>
        <w:t>En mode « ciel ouvert », 15 m avec un taux de fiabilité de 0,95 et un PDOP compris entre 2 et 2,5 ;</w:t>
      </w:r>
    </w:p>
    <w:p w:rsidR="0062553F" w:rsidRPr="00A33F64" w:rsidRDefault="0062553F" w:rsidP="00600AF5">
      <w:pPr>
        <w:pStyle w:val="SingleTxtG"/>
        <w:spacing w:after="100"/>
        <w:ind w:left="2835" w:hanging="567"/>
      </w:pPr>
      <w:r w:rsidRPr="00A33F64">
        <w:t>b)</w:t>
      </w:r>
      <w:r w:rsidRPr="00A33F64">
        <w:tab/>
        <w:t>En mode « canyon urbain », 40 m avec un taux de fiabilité de 0,95 et un PDOP compris entre 3,5 et 4.</w:t>
      </w:r>
    </w:p>
    <w:p w:rsidR="0062553F" w:rsidRPr="00A33F64" w:rsidRDefault="0062553F" w:rsidP="00600AF5">
      <w:pPr>
        <w:pStyle w:val="SingleTxtG"/>
        <w:spacing w:after="100"/>
        <w:ind w:left="2268" w:hanging="1134"/>
      </w:pPr>
      <w:r w:rsidRPr="00A33F64">
        <w:t>7.3.6</w:t>
      </w:r>
      <w:r w:rsidRPr="00A33F64">
        <w:tab/>
        <w:t>Les prescriptions de précision doivent être fournies :</w:t>
      </w:r>
    </w:p>
    <w:p w:rsidR="0062553F" w:rsidRPr="00A33F64" w:rsidRDefault="0062553F" w:rsidP="00600AF5">
      <w:pPr>
        <w:pStyle w:val="SingleTxtG"/>
        <w:spacing w:after="100"/>
        <w:ind w:left="2835" w:hanging="567"/>
      </w:pPr>
      <w:r w:rsidRPr="00A33F64">
        <w:t>a)</w:t>
      </w:r>
      <w:r w:rsidRPr="00A33F64">
        <w:tab/>
        <w:t>Pour une vitesse comprise entre 0 et 140 km/h ;</w:t>
      </w:r>
    </w:p>
    <w:p w:rsidR="0062553F" w:rsidRPr="00A33F64" w:rsidRDefault="0062553F" w:rsidP="00600AF5">
      <w:pPr>
        <w:pStyle w:val="SingleTxtG"/>
        <w:spacing w:after="100"/>
        <w:ind w:left="2835" w:hanging="567"/>
      </w:pPr>
      <w:r w:rsidRPr="00A33F64">
        <w:t>b)</w:t>
      </w:r>
      <w:r w:rsidRPr="00A33F64">
        <w:tab/>
        <w:t>Pour une accélération linéaire comprise entre 0 et 2 g.</w:t>
      </w:r>
    </w:p>
    <w:p w:rsidR="0062553F" w:rsidRPr="00A33F64" w:rsidRDefault="0062553F" w:rsidP="00600AF5">
      <w:pPr>
        <w:pStyle w:val="SingleTxtG"/>
        <w:spacing w:after="100"/>
        <w:ind w:left="2268" w:hanging="1134"/>
      </w:pPr>
      <w:r w:rsidRPr="00A33F64">
        <w:t>7.3.7</w:t>
      </w:r>
      <w:r w:rsidRPr="00A33F64">
        <w:tab/>
        <w:t>Sensibilité à l’entrée du récepteur :</w:t>
      </w:r>
    </w:p>
    <w:p w:rsidR="0062553F" w:rsidRPr="00A33F64" w:rsidRDefault="0062553F" w:rsidP="00600AF5">
      <w:pPr>
        <w:pStyle w:val="SingleTxtG"/>
        <w:spacing w:after="100"/>
        <w:ind w:left="2835" w:hanging="567"/>
      </w:pPr>
      <w:r w:rsidRPr="00A33F64">
        <w:t>a)</w:t>
      </w:r>
      <w:r w:rsidRPr="00A33F64">
        <w:tab/>
        <w:t xml:space="preserve">La détection des signaux GNSS (départ à froid) ne doit pas dépasser 3 600 s à un niveau de signal, en entrée d’antenne, de </w:t>
      </w:r>
      <w:r w:rsidRPr="00A33F64">
        <w:noBreakHyphen/>
        <w:t>144 dBm ;</w:t>
      </w:r>
    </w:p>
    <w:p w:rsidR="0062553F" w:rsidRPr="00A33F64" w:rsidRDefault="0062553F" w:rsidP="00600AF5">
      <w:pPr>
        <w:pStyle w:val="SingleTxtG"/>
        <w:spacing w:after="100"/>
        <w:ind w:left="2835" w:hanging="567"/>
      </w:pPr>
      <w:r w:rsidRPr="00A33F64">
        <w:t>b)</w:t>
      </w:r>
      <w:r w:rsidRPr="00A33F64">
        <w:tab/>
        <w:t>La poursuite des signaux GNSS et le calcul de la solution de navigation sont disponibles pendant au moins 600 s à un niveau de signal, en entrée d’antenne, de -155 dBm ;</w:t>
      </w:r>
    </w:p>
    <w:p w:rsidR="0062553F" w:rsidRPr="00A33F64" w:rsidRDefault="0062553F" w:rsidP="00600AF5">
      <w:pPr>
        <w:pStyle w:val="SingleTxtG"/>
        <w:spacing w:after="100"/>
        <w:ind w:left="2835" w:hanging="567"/>
      </w:pPr>
      <w:r w:rsidRPr="00A33F64">
        <w:t>c)</w:t>
      </w:r>
      <w:r w:rsidRPr="00A33F64">
        <w:tab/>
        <w:t>Le rétablissement des signaux GNSS et le calcul de la solution de navigation sont possibles en 60 s maximum, à un niveau de signal, en entrée d’antenne, de -150 dBm.</w:t>
      </w:r>
    </w:p>
    <w:p w:rsidR="0062553F" w:rsidRPr="00A33F64" w:rsidRDefault="0062553F" w:rsidP="00600AF5">
      <w:pPr>
        <w:pStyle w:val="SingleTxtG"/>
        <w:spacing w:after="100"/>
        <w:ind w:left="2268" w:hanging="1134"/>
      </w:pPr>
      <w:r w:rsidRPr="00A33F64">
        <w:t>7.3.8</w:t>
      </w:r>
      <w:r w:rsidRPr="00A33F64">
        <w:tab/>
        <w:t>Le délai de premier positionnement à froid ne doit pas dépasser :</w:t>
      </w:r>
    </w:p>
    <w:p w:rsidR="0062553F" w:rsidRPr="00A33F64" w:rsidRDefault="0062553F" w:rsidP="00600AF5">
      <w:pPr>
        <w:pStyle w:val="SingleTxtG"/>
        <w:spacing w:after="100"/>
        <w:ind w:left="2835" w:hanging="567"/>
      </w:pPr>
      <w:r w:rsidRPr="00A33F64">
        <w:t>a)</w:t>
      </w:r>
      <w:r w:rsidRPr="00A33F64">
        <w:tab/>
        <w:t>60 s pour un niveau de signal pouvant aller jusqu’à -130 dBm ;</w:t>
      </w:r>
    </w:p>
    <w:p w:rsidR="0062553F" w:rsidRPr="00A33F64" w:rsidRDefault="0062553F" w:rsidP="00600AF5">
      <w:pPr>
        <w:pStyle w:val="SingleTxtG"/>
        <w:spacing w:after="100"/>
        <w:ind w:left="2835" w:hanging="567"/>
      </w:pPr>
      <w:r w:rsidRPr="00A33F64">
        <w:t>b)</w:t>
      </w:r>
      <w:r w:rsidRPr="00A33F64">
        <w:tab/>
        <w:t>300 s pour un niveau de signal pouvant aller jusqu’à -140 dBm.</w:t>
      </w:r>
    </w:p>
    <w:p w:rsidR="0062553F" w:rsidRPr="00A33F64" w:rsidRDefault="0062553F" w:rsidP="00600AF5">
      <w:pPr>
        <w:pStyle w:val="SingleTxtG"/>
        <w:spacing w:after="100"/>
        <w:ind w:left="2268" w:hanging="1134"/>
      </w:pPr>
      <w:r w:rsidRPr="00A33F64">
        <w:t>7.3.9</w:t>
      </w:r>
      <w:r w:rsidRPr="00A33F64">
        <w:tab/>
        <w:t>Le délai de rétablissement d’un signal GNSS après un blocage de 60 s à un niveau de signal pouvant aller jusqu’à -130 dBm ne doit pas dépasser 20 s après récupération de la visibilité du satellite de navigation.</w:t>
      </w:r>
    </w:p>
    <w:p w:rsidR="0062553F" w:rsidRPr="00A33F64" w:rsidRDefault="0062553F" w:rsidP="00600AF5">
      <w:pPr>
        <w:pStyle w:val="SingleTxtG"/>
        <w:spacing w:after="100"/>
        <w:ind w:left="2268" w:hanging="1134"/>
      </w:pPr>
      <w:r w:rsidRPr="00A33F64">
        <w:t>7.3.10</w:t>
      </w:r>
      <w:r w:rsidRPr="00A33F64">
        <w:tab/>
        <w:t>Le récepteur GNSS doit être capable de se positionner au moins une fois par seconde.</w:t>
      </w:r>
    </w:p>
    <w:p w:rsidR="0062553F" w:rsidRPr="00A33F64" w:rsidRDefault="0062553F" w:rsidP="00600AF5">
      <w:pPr>
        <w:pStyle w:val="SingleTxtG"/>
        <w:spacing w:after="100"/>
        <w:ind w:left="2268" w:hanging="1134"/>
      </w:pPr>
      <w:r w:rsidRPr="00A33F64">
        <w:t>7.3.11</w:t>
      </w:r>
      <w:r w:rsidRPr="00A33F64">
        <w:tab/>
        <w:t>Les procédures d’essai prévues à l’</w:t>
      </w:r>
      <w:r w:rsidR="00C65359">
        <w:t xml:space="preserve">annexe </w:t>
      </w:r>
      <w:r w:rsidRPr="00A33F64">
        <w:t>8 peuvent être effectuées soit sur le dispositif AECC, avec possibilité d’évaluer la capacité de traitement aval, soit directement sur le récepteur GNSS faisant partie de l’AECC.</w:t>
      </w:r>
    </w:p>
    <w:p w:rsidR="0062553F" w:rsidRPr="00A33F64" w:rsidRDefault="0062553F" w:rsidP="00600AF5">
      <w:pPr>
        <w:pStyle w:val="SingleTxtG"/>
        <w:spacing w:after="100"/>
        <w:ind w:left="2268" w:hanging="1134"/>
      </w:pPr>
      <w:r w:rsidRPr="00A33F64">
        <w:t>7.4</w:t>
      </w:r>
      <w:r w:rsidRPr="00A33F64">
        <w:tab/>
        <w:t>Moyens d’accès au PLMN</w:t>
      </w:r>
    </w:p>
    <w:p w:rsidR="0062553F" w:rsidRPr="00600AF5" w:rsidRDefault="0062553F" w:rsidP="00600AF5">
      <w:pPr>
        <w:pStyle w:val="SingleTxtG"/>
        <w:spacing w:after="100"/>
        <w:ind w:left="2268"/>
        <w:rPr>
          <w:spacing w:val="-2"/>
        </w:rPr>
      </w:pPr>
      <w:r w:rsidRPr="00600AF5">
        <w:rPr>
          <w:spacing w:val="-2"/>
        </w:rPr>
        <w:tab/>
        <w:t>Si le demandeur de l’homologation le demande, les moyens d’accès au PLMN peuvent faire partie de la procédure d’homologation de type d’un AECC.</w:t>
      </w:r>
    </w:p>
    <w:p w:rsidR="0062553F" w:rsidRPr="00FB3897" w:rsidRDefault="0062553F" w:rsidP="00600AF5">
      <w:pPr>
        <w:pStyle w:val="SingleTxtG"/>
        <w:spacing w:after="100"/>
        <w:ind w:left="2268"/>
        <w:rPr>
          <w:spacing w:val="-2"/>
        </w:rPr>
      </w:pPr>
      <w:r w:rsidRPr="00FB3897">
        <w:rPr>
          <w:spacing w:val="-2"/>
        </w:rPr>
        <w:tab/>
        <w:t>Dans ce cas, l’AECC doit être équipé d’un matériel intégré permettant l’enregistrement et/ou l’authentification du PLMN ainsi que l’accès à celui</w:t>
      </w:r>
      <w:r w:rsidRPr="00FB3897">
        <w:rPr>
          <w:spacing w:val="-2"/>
        </w:rPr>
        <w:noBreakHyphen/>
        <w:t>ci.</w:t>
      </w:r>
    </w:p>
    <w:p w:rsidR="0062553F" w:rsidRPr="00A33F64" w:rsidRDefault="0062553F" w:rsidP="00600AF5">
      <w:pPr>
        <w:pStyle w:val="SingleTxtG"/>
        <w:spacing w:after="100"/>
        <w:ind w:left="2268" w:hanging="1134"/>
      </w:pPr>
      <w:r w:rsidRPr="00A33F64">
        <w:t>7.5</w:t>
      </w:r>
      <w:r w:rsidRPr="00A33F64">
        <w:tab/>
        <w:t>Signaux d’information et d’avertissement</w:t>
      </w:r>
    </w:p>
    <w:p w:rsidR="0062553F" w:rsidRPr="00A33F64" w:rsidRDefault="0062553F" w:rsidP="00600AF5">
      <w:pPr>
        <w:pStyle w:val="SingleTxtG"/>
        <w:spacing w:after="100"/>
        <w:ind w:left="2268"/>
      </w:pPr>
      <w:r w:rsidRPr="00A33F64">
        <w:tab/>
        <w:t>Si le module de commande fait partie de l’AECC et si le demandeur de l’homologation le demande, la vérification des signaux d’information et d’avertissement peut faire partie de la procédure d’homologation de type d’un AECC. Dans ce cas, les dispositions suivantes sont applicables :</w:t>
      </w:r>
    </w:p>
    <w:p w:rsidR="0062553F" w:rsidRPr="00A33F64" w:rsidRDefault="0062553F" w:rsidP="00600AF5">
      <w:pPr>
        <w:pStyle w:val="SingleTxtG"/>
        <w:spacing w:after="100"/>
        <w:ind w:left="2268" w:hanging="1134"/>
      </w:pPr>
      <w:r w:rsidRPr="00A33F64">
        <w:t>7.5.1</w:t>
      </w:r>
      <w:r w:rsidRPr="00A33F64">
        <w:tab/>
        <w:t>Les informations ci-dessous doivent être communiquées à propos du statut de la procédure d’appel d’urgence lorsque l’AECC est déclenché de façon manuelle ou automatique :</w:t>
      </w:r>
    </w:p>
    <w:p w:rsidR="0062553F" w:rsidRPr="00A33F64" w:rsidRDefault="0062553F" w:rsidP="00600AF5">
      <w:pPr>
        <w:pStyle w:val="SingleTxtG"/>
        <w:spacing w:after="100"/>
        <w:ind w:left="2835" w:hanging="567"/>
      </w:pPr>
      <w:r w:rsidRPr="00A33F64">
        <w:t>a)</w:t>
      </w:r>
      <w:r w:rsidRPr="00A33F64">
        <w:tab/>
        <w:t>Le système est activé (déclenchement de l’appel d’urgence, établissement de la connexion ou transmission des données en cours) ;</w:t>
      </w:r>
    </w:p>
    <w:p w:rsidR="0062553F" w:rsidRPr="00A33F64" w:rsidRDefault="0062553F" w:rsidP="00600AF5">
      <w:pPr>
        <w:pStyle w:val="SingleTxtG"/>
        <w:spacing w:after="100"/>
        <w:ind w:left="2835" w:hanging="567"/>
      </w:pPr>
      <w:r w:rsidRPr="00A33F64">
        <w:t>b)</w:t>
      </w:r>
      <w:r w:rsidRPr="00A33F64">
        <w:tab/>
        <w:t>Échec de la transmission (échec de la connexion ou échec de la transmission de données).</w:t>
      </w:r>
    </w:p>
    <w:p w:rsidR="0062553F" w:rsidRPr="00A33F64" w:rsidRDefault="0062553F" w:rsidP="0062553F">
      <w:pPr>
        <w:pStyle w:val="SingleTxtG"/>
        <w:ind w:left="2268" w:hanging="1134"/>
      </w:pPr>
      <w:r w:rsidRPr="00A33F64">
        <w:lastRenderedPageBreak/>
        <w:t>7.5.2</w:t>
      </w:r>
      <w:r w:rsidRPr="00A33F64">
        <w:tab/>
        <w:t>Un signal d’avertissement doit être émis en cas de défaillance interne de l’AECC ; ce signal doit être affiché aussi longtemps que dure la défaillance. Il peut être effacé temporairement, mais doit se rallumer chaque fois que l’allumage du véhicule ou le coupe-circuit principal sont activés (selon le cas).</w:t>
      </w:r>
    </w:p>
    <w:p w:rsidR="0062553F" w:rsidRDefault="0062553F" w:rsidP="0062553F">
      <w:pPr>
        <w:pStyle w:val="SingleTxtG"/>
        <w:ind w:left="2268" w:hanging="1134"/>
      </w:pPr>
      <w:r w:rsidRPr="00A33F64">
        <w:t>7.5.2.1</w:t>
      </w:r>
      <w:r w:rsidRPr="00A33F64">
        <w:tab/>
        <w:t>Le constructeur doit fournir à l’autorité d’homologation une documentation technique pour lui expliquer, dans des termes généraux, comment sont signalées les défaillances. Cette documentation doit être mise à jour par le constructeur et doit pouvoir être consultée par le service technique au moment de l’homologation de type (dans le cas où l’AECC est équipé du composant ad hoc).</w:t>
      </w:r>
    </w:p>
    <w:p w:rsidR="009A291E" w:rsidRPr="00A33F64" w:rsidRDefault="009A291E" w:rsidP="009A291E">
      <w:pPr>
        <w:pStyle w:val="SingleTxtG"/>
        <w:ind w:left="2268"/>
      </w:pPr>
      <w:r w:rsidRPr="00A33F64">
        <w:t>La documentation ci-dessus doit porter au moins sur les points suivants :</w:t>
      </w:r>
    </w:p>
    <w:p w:rsidR="0062553F" w:rsidRPr="00A33F64" w:rsidRDefault="0062553F" w:rsidP="0062553F">
      <w:pPr>
        <w:pStyle w:val="Titre1"/>
        <w:spacing w:after="120"/>
        <w:rPr>
          <w:b/>
        </w:rPr>
      </w:pPr>
      <w:r w:rsidRPr="00A33F64">
        <w:t>Tableau 1</w:t>
      </w:r>
      <w:r>
        <w:t xml:space="preserve"> </w:t>
      </w:r>
      <w:r w:rsidRPr="00A33F64">
        <w:br/>
      </w:r>
      <w:r w:rsidRPr="00A33F64">
        <w:rPr>
          <w:b/>
        </w:rPr>
        <w:t>Modèle d’information de la fonction d’autotest</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97"/>
        <w:gridCol w:w="2517"/>
        <w:gridCol w:w="3690"/>
      </w:tblGrid>
      <w:tr w:rsidR="0062553F" w:rsidRPr="00C62650" w:rsidTr="00431ADD">
        <w:trPr>
          <w:tblHeader/>
        </w:trPr>
        <w:tc>
          <w:tcPr>
            <w:tcW w:w="4814" w:type="dxa"/>
            <w:gridSpan w:val="2"/>
            <w:shd w:val="clear" w:color="auto" w:fill="FFFFFF"/>
            <w:noWrap/>
            <w:vAlign w:val="center"/>
            <w:hideMark/>
          </w:tcPr>
          <w:p w:rsidR="0062553F" w:rsidRPr="00C62650" w:rsidRDefault="0062553F" w:rsidP="00431ADD">
            <w:pPr>
              <w:spacing w:before="60" w:after="60" w:line="220" w:lineRule="atLeast"/>
              <w:ind w:left="57" w:right="57"/>
              <w:jc w:val="center"/>
              <w:rPr>
                <w:i/>
                <w:sz w:val="16"/>
                <w:szCs w:val="16"/>
                <w:lang w:eastAsia="en-GB"/>
              </w:rPr>
            </w:pPr>
            <w:r w:rsidRPr="00C62650">
              <w:rPr>
                <w:i/>
                <w:sz w:val="16"/>
                <w:szCs w:val="16"/>
                <w:lang w:eastAsia="en-GB"/>
              </w:rPr>
              <w:t>Point</w:t>
            </w:r>
          </w:p>
        </w:tc>
        <w:tc>
          <w:tcPr>
            <w:tcW w:w="3690" w:type="dxa"/>
            <w:vMerge w:val="restart"/>
            <w:shd w:val="clear" w:color="auto" w:fill="FFFFFF"/>
            <w:vAlign w:val="bottom"/>
            <w:hideMark/>
          </w:tcPr>
          <w:p w:rsidR="0062553F" w:rsidRPr="00C62650" w:rsidRDefault="0062553F" w:rsidP="00431ADD">
            <w:pPr>
              <w:spacing w:before="60" w:after="60" w:line="220" w:lineRule="atLeast"/>
              <w:ind w:left="57" w:right="57"/>
              <w:rPr>
                <w:bCs/>
                <w:i/>
                <w:sz w:val="16"/>
                <w:szCs w:val="16"/>
                <w:lang w:eastAsia="en-GB"/>
              </w:rPr>
            </w:pPr>
            <w:r w:rsidRPr="00C62650">
              <w:rPr>
                <w:bCs/>
                <w:i/>
                <w:sz w:val="16"/>
                <w:szCs w:val="16"/>
                <w:lang w:eastAsia="en-GB"/>
              </w:rPr>
              <w:t>Observations</w:t>
            </w:r>
          </w:p>
        </w:tc>
      </w:tr>
      <w:tr w:rsidR="0062553F" w:rsidRPr="00C62650" w:rsidTr="00431ADD">
        <w:trPr>
          <w:trHeight w:val="341"/>
          <w:tblHeader/>
        </w:trPr>
        <w:tc>
          <w:tcPr>
            <w:tcW w:w="2297" w:type="dxa"/>
            <w:shd w:val="clear" w:color="auto" w:fill="FFFFFF"/>
            <w:noWrap/>
            <w:vAlign w:val="center"/>
            <w:hideMark/>
          </w:tcPr>
          <w:p w:rsidR="0062553F" w:rsidRPr="00C62650" w:rsidRDefault="0062553F" w:rsidP="00431ADD">
            <w:pPr>
              <w:spacing w:before="60" w:after="60" w:line="220" w:lineRule="atLeast"/>
              <w:ind w:left="57" w:right="57"/>
              <w:rPr>
                <w:i/>
                <w:sz w:val="16"/>
                <w:szCs w:val="16"/>
                <w:lang w:eastAsia="en-GB"/>
              </w:rPr>
            </w:pPr>
            <w:r w:rsidRPr="00C62650">
              <w:rPr>
                <w:i/>
                <w:sz w:val="16"/>
                <w:szCs w:val="16"/>
                <w:lang w:eastAsia="en-GB"/>
              </w:rPr>
              <w:t>Élément</w:t>
            </w:r>
          </w:p>
        </w:tc>
        <w:tc>
          <w:tcPr>
            <w:tcW w:w="2517" w:type="dxa"/>
            <w:shd w:val="clear" w:color="auto" w:fill="FFFFFF"/>
            <w:vAlign w:val="center"/>
            <w:hideMark/>
          </w:tcPr>
          <w:p w:rsidR="0062553F" w:rsidRPr="00C62650" w:rsidRDefault="0062553F" w:rsidP="00431ADD">
            <w:pPr>
              <w:spacing w:before="60" w:after="60" w:line="220" w:lineRule="atLeast"/>
              <w:ind w:left="57" w:right="57"/>
              <w:rPr>
                <w:i/>
                <w:sz w:val="16"/>
                <w:szCs w:val="16"/>
                <w:lang w:eastAsia="en-GB"/>
              </w:rPr>
            </w:pPr>
            <w:r w:rsidRPr="00C62650">
              <w:rPr>
                <w:i/>
                <w:sz w:val="16"/>
                <w:szCs w:val="16"/>
                <w:lang w:eastAsia="en-GB"/>
              </w:rPr>
              <w:t>Type de défaillance</w:t>
            </w:r>
          </w:p>
        </w:tc>
        <w:tc>
          <w:tcPr>
            <w:tcW w:w="3690" w:type="dxa"/>
            <w:vMerge/>
            <w:vAlign w:val="center"/>
            <w:hideMark/>
          </w:tcPr>
          <w:p w:rsidR="0062553F" w:rsidRPr="00C62650" w:rsidRDefault="0062553F" w:rsidP="00431ADD">
            <w:pPr>
              <w:spacing w:before="60" w:after="60" w:line="220" w:lineRule="atLeast"/>
              <w:ind w:left="57" w:right="57"/>
              <w:rPr>
                <w:bCs/>
                <w:i/>
                <w:sz w:val="16"/>
                <w:szCs w:val="16"/>
                <w:lang w:eastAsia="en-GB"/>
              </w:rPr>
            </w:pPr>
          </w:p>
        </w:tc>
      </w:tr>
      <w:tr w:rsidR="0062553F" w:rsidRPr="00C62650" w:rsidTr="00431ADD">
        <w:trPr>
          <w:trHeight w:val="20"/>
        </w:trPr>
        <w:tc>
          <w:tcPr>
            <w:tcW w:w="2297" w:type="dxa"/>
            <w:shd w:val="clear" w:color="auto" w:fill="auto"/>
            <w:noWrap/>
            <w:hideMark/>
          </w:tcPr>
          <w:p w:rsidR="0062553F" w:rsidRPr="00C62650" w:rsidRDefault="0062553F" w:rsidP="00431ADD">
            <w:pPr>
              <w:spacing w:before="60" w:after="60" w:line="220" w:lineRule="atLeast"/>
              <w:ind w:left="57" w:right="57"/>
              <w:rPr>
                <w:lang w:eastAsia="en-GB"/>
              </w:rPr>
            </w:pPr>
            <w:r w:rsidRPr="00C62650">
              <w:rPr>
                <w:iCs/>
              </w:rPr>
              <w:t>Module de commande</w:t>
            </w:r>
          </w:p>
        </w:tc>
        <w:tc>
          <w:tcPr>
            <w:tcW w:w="2517"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Défaillance interne</w:t>
            </w:r>
          </w:p>
        </w:tc>
        <w:tc>
          <w:tcPr>
            <w:tcW w:w="3690"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Par exemple : défaillance du matériel, chien de garde, checksum, ou encore intégrité de l</w:t>
            </w:r>
            <w:r>
              <w:rPr>
                <w:lang w:eastAsia="en-GB"/>
              </w:rPr>
              <w:t>’</w:t>
            </w:r>
            <w:r w:rsidRPr="00C62650">
              <w:rPr>
                <w:lang w:eastAsia="en-GB"/>
              </w:rPr>
              <w:t>image du logiciel</w:t>
            </w:r>
          </w:p>
        </w:tc>
      </w:tr>
      <w:tr w:rsidR="0062553F" w:rsidRPr="00C62650" w:rsidTr="00431ADD">
        <w:trPr>
          <w:trHeight w:val="20"/>
        </w:trPr>
        <w:tc>
          <w:tcPr>
            <w:tcW w:w="2297" w:type="dxa"/>
            <w:shd w:val="clear" w:color="auto" w:fill="auto"/>
            <w:noWrap/>
          </w:tcPr>
          <w:p w:rsidR="0062553F" w:rsidRPr="00C62650" w:rsidRDefault="0062553F" w:rsidP="00431ADD">
            <w:pPr>
              <w:spacing w:before="60" w:after="60" w:line="220" w:lineRule="atLeast"/>
              <w:ind w:left="57" w:right="57"/>
              <w:rPr>
                <w:iCs/>
              </w:rPr>
            </w:pPr>
            <w:r w:rsidRPr="00C62650">
              <w:rPr>
                <w:bCs/>
                <w:lang w:eastAsia="en-GB"/>
              </w:rPr>
              <w:t>Module de</w:t>
            </w:r>
            <w:r>
              <w:rPr>
                <w:bCs/>
                <w:lang w:eastAsia="en-GB"/>
              </w:rPr>
              <w:t xml:space="preserve"> </w:t>
            </w:r>
            <w:r w:rsidRPr="00C62650">
              <w:rPr>
                <w:bCs/>
                <w:lang w:eastAsia="en-GB"/>
              </w:rPr>
              <w:t>communication</w:t>
            </w:r>
          </w:p>
        </w:tc>
        <w:tc>
          <w:tcPr>
            <w:tcW w:w="2517" w:type="dxa"/>
            <w:shd w:val="clear" w:color="auto" w:fill="auto"/>
          </w:tcPr>
          <w:p w:rsidR="0062553F" w:rsidRPr="00C62650" w:rsidRDefault="0062553F" w:rsidP="00431ADD">
            <w:pPr>
              <w:spacing w:before="60" w:after="60" w:line="220" w:lineRule="atLeast"/>
              <w:ind w:left="57" w:right="57"/>
              <w:rPr>
                <w:lang w:eastAsia="en-GB"/>
              </w:rPr>
            </w:pPr>
            <w:r w:rsidRPr="00C62650">
              <w:rPr>
                <w:lang w:eastAsia="en-GB"/>
              </w:rPr>
              <w:t>Défaillance du branche</w:t>
            </w:r>
            <w:r>
              <w:rPr>
                <w:lang w:eastAsia="en-GB"/>
              </w:rPr>
              <w:t>ment électrique/ou du module de </w:t>
            </w:r>
            <w:r w:rsidRPr="00C62650">
              <w:rPr>
                <w:lang w:eastAsia="en-GB"/>
              </w:rPr>
              <w:t>communication</w:t>
            </w:r>
          </w:p>
        </w:tc>
        <w:tc>
          <w:tcPr>
            <w:tcW w:w="3690" w:type="dxa"/>
            <w:shd w:val="clear" w:color="auto" w:fill="auto"/>
          </w:tcPr>
          <w:p w:rsidR="0062553F" w:rsidRPr="00C62650" w:rsidRDefault="0062553F" w:rsidP="00431ADD">
            <w:pPr>
              <w:spacing w:before="60" w:after="60" w:line="220" w:lineRule="atLeast"/>
              <w:ind w:left="57" w:right="57"/>
              <w:rPr>
                <w:lang w:eastAsia="en-GB"/>
              </w:rPr>
            </w:pPr>
            <w:r w:rsidRPr="00C62650">
              <w:rPr>
                <w:bCs/>
                <w:lang w:eastAsia="en-GB"/>
              </w:rPr>
              <w:t>Une défaillance du module peut être détectée par l</w:t>
            </w:r>
            <w:r>
              <w:rPr>
                <w:bCs/>
                <w:lang w:eastAsia="en-GB"/>
              </w:rPr>
              <w:t>’</w:t>
            </w:r>
            <w:r w:rsidRPr="00C62650">
              <w:rPr>
                <w:bCs/>
                <w:lang w:eastAsia="en-GB"/>
              </w:rPr>
              <w:t>absence de communication numérique entre le module de comm</w:t>
            </w:r>
            <w:r>
              <w:rPr>
                <w:bCs/>
                <w:lang w:eastAsia="en-GB"/>
              </w:rPr>
              <w:t>ande et </w:t>
            </w:r>
            <w:r w:rsidRPr="00C62650">
              <w:rPr>
                <w:bCs/>
                <w:lang w:eastAsia="en-GB"/>
              </w:rPr>
              <w:t>le module de communication.</w:t>
            </w:r>
          </w:p>
        </w:tc>
      </w:tr>
      <w:tr w:rsidR="0062553F" w:rsidRPr="00C62650" w:rsidTr="00431ADD">
        <w:trPr>
          <w:trHeight w:val="20"/>
        </w:trPr>
        <w:tc>
          <w:tcPr>
            <w:tcW w:w="2297" w:type="dxa"/>
            <w:shd w:val="clear" w:color="auto" w:fill="auto"/>
            <w:noWrap/>
            <w:hideMark/>
          </w:tcPr>
          <w:p w:rsidR="0062553F" w:rsidRPr="00C62650" w:rsidRDefault="0062553F" w:rsidP="00431ADD">
            <w:pPr>
              <w:spacing w:before="60" w:after="60" w:line="220" w:lineRule="atLeast"/>
              <w:ind w:left="57" w:right="57"/>
              <w:rPr>
                <w:lang w:eastAsia="en-GB"/>
              </w:rPr>
            </w:pPr>
            <w:r w:rsidRPr="00C62650">
              <w:rPr>
                <w:bCs/>
                <w:lang w:eastAsia="en-GB"/>
              </w:rPr>
              <w:t>Dispositif de</w:t>
            </w:r>
            <w:r>
              <w:rPr>
                <w:lang w:eastAsia="en-GB"/>
              </w:rPr>
              <w:t xml:space="preserve"> communication par réseau </w:t>
            </w:r>
            <w:r w:rsidRPr="00C62650">
              <w:rPr>
                <w:lang w:eastAsia="en-GB"/>
              </w:rPr>
              <w:t>mobile</w:t>
            </w:r>
          </w:p>
        </w:tc>
        <w:tc>
          <w:tcPr>
            <w:tcW w:w="2517" w:type="dxa"/>
            <w:shd w:val="clear" w:color="auto" w:fill="auto"/>
            <w:hideMark/>
          </w:tcPr>
          <w:p w:rsidR="0062553F" w:rsidRPr="00C62650" w:rsidRDefault="0062553F" w:rsidP="00431ADD">
            <w:pPr>
              <w:spacing w:before="60" w:after="60" w:line="220" w:lineRule="atLeast"/>
              <w:ind w:left="57" w:right="57"/>
              <w:rPr>
                <w:lang w:eastAsia="en-GB"/>
              </w:rPr>
            </w:pPr>
            <w:r w:rsidRPr="00C62650">
              <w:rPr>
                <w:bCs/>
                <w:lang w:eastAsia="en-GB"/>
              </w:rPr>
              <w:t>Défaillance interne</w:t>
            </w:r>
          </w:p>
        </w:tc>
        <w:tc>
          <w:tcPr>
            <w:tcW w:w="3690"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Ce point concerne une fonction indispensable : en cas de défaillance, l</w:t>
            </w:r>
            <w:r>
              <w:rPr>
                <w:bCs/>
                <w:lang w:eastAsia="en-GB"/>
              </w:rPr>
              <w:t>’</w:t>
            </w:r>
            <w:r w:rsidRPr="00C62650">
              <w:rPr>
                <w:bCs/>
                <w:lang w:eastAsia="en-GB"/>
              </w:rPr>
              <w:t>AECS est paralysé.</w:t>
            </w:r>
          </w:p>
        </w:tc>
      </w:tr>
      <w:tr w:rsidR="0062553F" w:rsidRPr="00C62650" w:rsidTr="00431ADD">
        <w:trPr>
          <w:trHeight w:val="20"/>
        </w:trPr>
        <w:tc>
          <w:tcPr>
            <w:tcW w:w="2297" w:type="dxa"/>
            <w:vMerge w:val="restart"/>
            <w:shd w:val="clear" w:color="auto" w:fill="auto"/>
            <w:noWrap/>
            <w:hideMark/>
          </w:tcPr>
          <w:p w:rsidR="0062553F" w:rsidRPr="00C62650" w:rsidRDefault="0062553F" w:rsidP="00431ADD">
            <w:pPr>
              <w:spacing w:before="60" w:after="60" w:line="220" w:lineRule="atLeast"/>
              <w:ind w:left="57" w:right="57"/>
              <w:rPr>
                <w:lang w:eastAsia="en-GB"/>
              </w:rPr>
            </w:pPr>
            <w:r w:rsidRPr="00C62650">
              <w:rPr>
                <w:lang w:eastAsia="en-GB"/>
              </w:rPr>
              <w:t>Récepteur GNSS</w:t>
            </w:r>
          </w:p>
        </w:tc>
        <w:tc>
          <w:tcPr>
            <w:tcW w:w="2517"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 xml:space="preserve">Défaillance du branchement électrique et/ou du module </w:t>
            </w:r>
            <w:r>
              <w:rPr>
                <w:lang w:eastAsia="en-GB"/>
              </w:rPr>
              <w:t>de </w:t>
            </w:r>
            <w:r w:rsidRPr="00C62650">
              <w:rPr>
                <w:lang w:eastAsia="en-GB"/>
              </w:rPr>
              <w:t>communication</w:t>
            </w:r>
          </w:p>
        </w:tc>
        <w:tc>
          <w:tcPr>
            <w:tcW w:w="3690" w:type="dxa"/>
            <w:shd w:val="clear" w:color="auto" w:fill="auto"/>
          </w:tcPr>
          <w:p w:rsidR="0062553F" w:rsidRPr="00C62650" w:rsidRDefault="0062553F" w:rsidP="00431ADD">
            <w:pPr>
              <w:spacing w:before="60" w:after="60" w:line="220" w:lineRule="atLeast"/>
              <w:ind w:left="57" w:right="57"/>
              <w:rPr>
                <w:lang w:eastAsia="en-GB"/>
              </w:rPr>
            </w:pPr>
          </w:p>
        </w:tc>
      </w:tr>
      <w:tr w:rsidR="0062553F" w:rsidRPr="00C62650" w:rsidTr="00431ADD">
        <w:trPr>
          <w:trHeight w:val="20"/>
        </w:trPr>
        <w:tc>
          <w:tcPr>
            <w:tcW w:w="2297" w:type="dxa"/>
            <w:vMerge/>
            <w:shd w:val="clear" w:color="auto" w:fill="auto"/>
            <w:noWrap/>
            <w:hideMark/>
          </w:tcPr>
          <w:p w:rsidR="0062553F" w:rsidRPr="00C62650" w:rsidRDefault="0062553F" w:rsidP="00431ADD">
            <w:pPr>
              <w:spacing w:before="60" w:after="60" w:line="220" w:lineRule="atLeast"/>
              <w:ind w:left="57" w:right="57"/>
              <w:rPr>
                <w:lang w:eastAsia="en-GB"/>
              </w:rPr>
            </w:pPr>
          </w:p>
        </w:tc>
        <w:tc>
          <w:tcPr>
            <w:tcW w:w="2517"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lang w:eastAsia="en-GB"/>
              </w:rPr>
              <w:t>Défaillance interne</w:t>
            </w:r>
          </w:p>
        </w:tc>
        <w:tc>
          <w:tcPr>
            <w:tcW w:w="3690" w:type="dxa"/>
            <w:shd w:val="clear" w:color="auto" w:fill="auto"/>
          </w:tcPr>
          <w:p w:rsidR="0062553F" w:rsidRPr="00C62650" w:rsidRDefault="0062553F" w:rsidP="00431ADD">
            <w:pPr>
              <w:spacing w:before="60" w:after="60" w:line="220" w:lineRule="atLeast"/>
              <w:ind w:left="57" w:right="57"/>
              <w:rPr>
                <w:lang w:eastAsia="en-GB"/>
              </w:rPr>
            </w:pPr>
          </w:p>
        </w:tc>
      </w:tr>
      <w:tr w:rsidR="0062553F" w:rsidRPr="00C62650" w:rsidTr="00431ADD">
        <w:trPr>
          <w:trHeight w:val="20"/>
        </w:trPr>
        <w:tc>
          <w:tcPr>
            <w:tcW w:w="2297" w:type="dxa"/>
            <w:shd w:val="clear" w:color="auto" w:fill="auto"/>
            <w:noWrap/>
            <w:hideMark/>
          </w:tcPr>
          <w:p w:rsidR="0062553F" w:rsidRPr="00C62650" w:rsidRDefault="0062553F" w:rsidP="00431ADD">
            <w:pPr>
              <w:spacing w:before="60" w:after="60" w:line="220" w:lineRule="atLeast"/>
              <w:ind w:left="57" w:right="57"/>
              <w:rPr>
                <w:lang w:eastAsia="en-GB"/>
              </w:rPr>
            </w:pPr>
            <w:r w:rsidRPr="00C62650">
              <w:t>Antenne de</w:t>
            </w:r>
            <w:r>
              <w:t xml:space="preserve"> </w:t>
            </w:r>
            <w:r w:rsidRPr="00C62650">
              <w:rPr>
                <w:szCs w:val="24"/>
                <w:lang w:eastAsia="en-GB"/>
              </w:rPr>
              <w:t>réseau mobile</w:t>
            </w:r>
          </w:p>
        </w:tc>
        <w:tc>
          <w:tcPr>
            <w:tcW w:w="2517"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électrique</w:t>
            </w:r>
          </w:p>
        </w:tc>
        <w:tc>
          <w:tcPr>
            <w:tcW w:w="3690" w:type="dxa"/>
            <w:shd w:val="clear" w:color="auto" w:fill="auto"/>
          </w:tcPr>
          <w:p w:rsidR="0062553F" w:rsidRPr="00C62650" w:rsidRDefault="0062553F" w:rsidP="00431ADD">
            <w:pPr>
              <w:spacing w:before="60" w:after="60" w:line="220" w:lineRule="atLeast"/>
              <w:ind w:left="57" w:right="57"/>
              <w:rPr>
                <w:lang w:eastAsia="en-GB"/>
              </w:rPr>
            </w:pPr>
          </w:p>
        </w:tc>
      </w:tr>
      <w:tr w:rsidR="0062553F" w:rsidRPr="00C62650" w:rsidTr="00431ADD">
        <w:trPr>
          <w:trHeight w:val="20"/>
        </w:trPr>
        <w:tc>
          <w:tcPr>
            <w:tcW w:w="2297" w:type="dxa"/>
            <w:shd w:val="clear" w:color="auto" w:fill="auto"/>
            <w:noWrap/>
            <w:hideMark/>
          </w:tcPr>
          <w:p w:rsidR="0062553F" w:rsidRPr="00C62650" w:rsidRDefault="0062553F" w:rsidP="00431ADD">
            <w:pPr>
              <w:spacing w:before="60" w:after="60" w:line="220" w:lineRule="atLeast"/>
              <w:ind w:left="57" w:right="57"/>
              <w:rPr>
                <w:lang w:eastAsia="en-GB"/>
              </w:rPr>
            </w:pPr>
            <w:r w:rsidRPr="00C62650">
              <w:t>Antenne GNSS</w:t>
            </w:r>
          </w:p>
        </w:tc>
        <w:tc>
          <w:tcPr>
            <w:tcW w:w="2517"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électrique</w:t>
            </w:r>
          </w:p>
        </w:tc>
        <w:tc>
          <w:tcPr>
            <w:tcW w:w="3690" w:type="dxa"/>
            <w:shd w:val="clear" w:color="auto" w:fill="auto"/>
          </w:tcPr>
          <w:p w:rsidR="0062553F" w:rsidRPr="00C62650" w:rsidRDefault="0062553F" w:rsidP="00431ADD">
            <w:pPr>
              <w:spacing w:before="60" w:after="60" w:line="220" w:lineRule="atLeast"/>
              <w:ind w:left="57" w:right="57"/>
              <w:rPr>
                <w:lang w:eastAsia="en-GB"/>
              </w:rPr>
            </w:pPr>
          </w:p>
        </w:tc>
      </w:tr>
      <w:tr w:rsidR="0062553F" w:rsidRPr="00C62650" w:rsidTr="00431ADD">
        <w:trPr>
          <w:trHeight w:val="20"/>
        </w:trPr>
        <w:tc>
          <w:tcPr>
            <w:tcW w:w="2297" w:type="dxa"/>
            <w:shd w:val="clear" w:color="auto" w:fill="auto"/>
            <w:noWrap/>
          </w:tcPr>
          <w:p w:rsidR="0062553F" w:rsidRPr="00C62650" w:rsidRDefault="0062553F" w:rsidP="00431ADD">
            <w:pPr>
              <w:spacing w:before="60" w:after="60" w:line="220" w:lineRule="atLeast"/>
              <w:ind w:left="57" w:right="57"/>
            </w:pPr>
            <w:r>
              <w:rPr>
                <w:lang w:eastAsia="en-GB"/>
              </w:rPr>
              <w:t>Unité de détection des </w:t>
            </w:r>
            <w:r w:rsidRPr="00C62650">
              <w:rPr>
                <w:lang w:eastAsia="en-GB"/>
              </w:rPr>
              <w:t>chocs (CCU)</w:t>
            </w:r>
          </w:p>
        </w:tc>
        <w:tc>
          <w:tcPr>
            <w:tcW w:w="2517" w:type="dxa"/>
            <w:shd w:val="clear" w:color="auto" w:fill="auto"/>
          </w:tcPr>
          <w:p w:rsidR="0062553F" w:rsidRPr="00C62650" w:rsidRDefault="0062553F" w:rsidP="00431ADD">
            <w:pPr>
              <w:spacing w:before="60" w:after="60" w:line="220" w:lineRule="atLeast"/>
              <w:ind w:left="57" w:right="57"/>
              <w:rPr>
                <w:lang w:eastAsia="en-GB"/>
              </w:rPr>
            </w:pPr>
            <w:r w:rsidRPr="00C62650">
              <w:rPr>
                <w:lang w:eastAsia="en-GB"/>
              </w:rPr>
              <w:t>Branchement électrique</w:t>
            </w:r>
          </w:p>
        </w:tc>
        <w:tc>
          <w:tcPr>
            <w:tcW w:w="3690" w:type="dxa"/>
            <w:shd w:val="clear" w:color="auto" w:fill="auto"/>
          </w:tcPr>
          <w:p w:rsidR="0062553F" w:rsidRPr="00C62650" w:rsidRDefault="0062553F" w:rsidP="00431ADD">
            <w:pPr>
              <w:spacing w:before="60" w:after="60" w:line="220" w:lineRule="atLeast"/>
              <w:ind w:left="57" w:right="57"/>
              <w:rPr>
                <w:lang w:eastAsia="en-GB"/>
              </w:rPr>
            </w:pPr>
            <w:r w:rsidRPr="00C62650">
              <w:rPr>
                <w:lang w:eastAsia="en-GB"/>
              </w:rPr>
              <w:t>Système de détection des chocs ou dispositif de déclenchement, par exemple.</w:t>
            </w:r>
          </w:p>
        </w:tc>
      </w:tr>
      <w:tr w:rsidR="0062553F" w:rsidRPr="00C62650" w:rsidTr="00431ADD">
        <w:trPr>
          <w:trHeight w:val="20"/>
        </w:trPr>
        <w:tc>
          <w:tcPr>
            <w:tcW w:w="2297" w:type="dxa"/>
            <w:shd w:val="clear" w:color="auto" w:fill="auto"/>
            <w:noWrap/>
            <w:hideMark/>
          </w:tcPr>
          <w:p w:rsidR="0062553F" w:rsidRPr="00C62650" w:rsidRDefault="0062553F" w:rsidP="00431ADD">
            <w:pPr>
              <w:spacing w:before="60" w:after="60" w:line="220" w:lineRule="atLeast"/>
              <w:ind w:left="57" w:right="57"/>
              <w:rPr>
                <w:lang w:eastAsia="en-GB"/>
              </w:rPr>
            </w:pPr>
            <w:r w:rsidRPr="00C62650">
              <w:rPr>
                <w:lang w:eastAsia="en-GB"/>
              </w:rPr>
              <w:t>CCU</w:t>
            </w:r>
          </w:p>
        </w:tc>
        <w:tc>
          <w:tcPr>
            <w:tcW w:w="2517"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Défaillance interne</w:t>
            </w:r>
          </w:p>
        </w:tc>
        <w:tc>
          <w:tcPr>
            <w:tcW w:w="3690" w:type="dxa"/>
            <w:shd w:val="clear" w:color="auto" w:fill="auto"/>
            <w:hideMark/>
          </w:tcPr>
          <w:p w:rsidR="0062553F" w:rsidRPr="00C62650" w:rsidRDefault="0062553F" w:rsidP="00431ADD">
            <w:pPr>
              <w:spacing w:before="60" w:after="60" w:line="220" w:lineRule="atLeast"/>
              <w:ind w:left="57" w:right="57"/>
              <w:rPr>
                <w:lang w:eastAsia="en-GB"/>
              </w:rPr>
            </w:pPr>
            <w:r w:rsidRPr="00C62650">
              <w:rPr>
                <w:bCs/>
                <w:lang w:eastAsia="en-GB"/>
              </w:rPr>
              <w:t>Si le système de détection n</w:t>
            </w:r>
            <w:r>
              <w:rPr>
                <w:bCs/>
                <w:lang w:eastAsia="en-GB"/>
              </w:rPr>
              <w:t>’</w:t>
            </w:r>
            <w:r w:rsidRPr="00C62650">
              <w:rPr>
                <w:bCs/>
                <w:lang w:eastAsia="en-GB"/>
              </w:rPr>
              <w:t>est pas en bon état l</w:t>
            </w:r>
            <w:r>
              <w:rPr>
                <w:bCs/>
                <w:lang w:eastAsia="en-GB"/>
              </w:rPr>
              <w:t>’</w:t>
            </w:r>
            <w:r w:rsidRPr="00C62650">
              <w:rPr>
                <w:bCs/>
                <w:lang w:eastAsia="en-GB"/>
              </w:rPr>
              <w:t>appel d</w:t>
            </w:r>
            <w:r>
              <w:rPr>
                <w:bCs/>
                <w:lang w:eastAsia="en-GB"/>
              </w:rPr>
              <w:t>’</w:t>
            </w:r>
            <w:r w:rsidRPr="00C62650">
              <w:rPr>
                <w:bCs/>
                <w:lang w:eastAsia="en-GB"/>
              </w:rPr>
              <w:t>urgence est impossible. Si ce type de défaillance</w:t>
            </w:r>
            <w:r>
              <w:rPr>
                <w:bCs/>
                <w:lang w:eastAsia="en-GB"/>
              </w:rPr>
              <w:t xml:space="preserve"> n’est pas pris en compte dans le cadre de l’homologation</w:t>
            </w:r>
            <w:r w:rsidRPr="00C62650">
              <w:rPr>
                <w:bCs/>
                <w:lang w:eastAsia="en-GB"/>
              </w:rPr>
              <w:t xml:space="preserve"> de type de l</w:t>
            </w:r>
            <w:r>
              <w:rPr>
                <w:bCs/>
                <w:lang w:eastAsia="en-GB"/>
              </w:rPr>
              <w:t>’</w:t>
            </w:r>
            <w:r w:rsidRPr="00C62650">
              <w:rPr>
                <w:bCs/>
                <w:lang w:eastAsia="en-GB"/>
              </w:rPr>
              <w:t xml:space="preserve">AECC (partie Ia), </w:t>
            </w:r>
            <w:r>
              <w:rPr>
                <w:bCs/>
                <w:lang w:eastAsia="en-GB"/>
              </w:rPr>
              <w:t>il doit l’être dans le cadre de</w:t>
            </w:r>
            <w:r w:rsidRPr="00C62650">
              <w:rPr>
                <w:bCs/>
                <w:lang w:eastAsia="en-GB"/>
              </w:rPr>
              <w:t xml:space="preserve"> l</w:t>
            </w:r>
            <w:r>
              <w:rPr>
                <w:bCs/>
                <w:lang w:eastAsia="en-GB"/>
              </w:rPr>
              <w:t>’</w:t>
            </w:r>
            <w:r w:rsidRPr="00C62650">
              <w:rPr>
                <w:bCs/>
                <w:lang w:eastAsia="en-GB"/>
              </w:rPr>
              <w:t>homologation de type de l</w:t>
            </w:r>
            <w:r>
              <w:rPr>
                <w:bCs/>
                <w:lang w:eastAsia="en-GB"/>
              </w:rPr>
              <w:t>’</w:t>
            </w:r>
            <w:r w:rsidRPr="00C62650">
              <w:rPr>
                <w:bCs/>
                <w:lang w:eastAsia="en-GB"/>
              </w:rPr>
              <w:t>AECD (partie Ib).</w:t>
            </w:r>
          </w:p>
        </w:tc>
      </w:tr>
      <w:tr w:rsidR="0062553F" w:rsidRPr="00C62650" w:rsidTr="00431ADD">
        <w:trPr>
          <w:trHeight w:val="20"/>
        </w:trPr>
        <w:tc>
          <w:tcPr>
            <w:tcW w:w="2297" w:type="dxa"/>
            <w:shd w:val="clear" w:color="auto" w:fill="auto"/>
            <w:noWrap/>
            <w:hideMark/>
          </w:tcPr>
          <w:p w:rsidR="0062553F" w:rsidRPr="00C62650" w:rsidRDefault="0062553F" w:rsidP="00431ADD">
            <w:pPr>
              <w:spacing w:before="60" w:after="60" w:line="220" w:lineRule="atLeast"/>
              <w:ind w:left="57" w:right="57"/>
              <w:rPr>
                <w:lang w:eastAsia="en-GB"/>
              </w:rPr>
            </w:pPr>
            <w:r w:rsidRPr="00C62650">
              <w:rPr>
                <w:lang w:eastAsia="en-GB"/>
              </w:rPr>
              <w:t>Alimentation électrique</w:t>
            </w:r>
          </w:p>
        </w:tc>
        <w:tc>
          <w:tcPr>
            <w:tcW w:w="2517"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Raccordement électrique</w:t>
            </w:r>
          </w:p>
        </w:tc>
        <w:tc>
          <w:tcPr>
            <w:tcW w:w="3690"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d</w:t>
            </w:r>
            <w:r>
              <w:rPr>
                <w:lang w:eastAsia="en-GB"/>
              </w:rPr>
              <w:t>’</w:t>
            </w:r>
            <w:r w:rsidRPr="00C62650">
              <w:rPr>
                <w:lang w:eastAsia="en-GB"/>
              </w:rPr>
              <w:t>une batterie spéciale.</w:t>
            </w:r>
          </w:p>
        </w:tc>
      </w:tr>
      <w:tr w:rsidR="0062553F" w:rsidRPr="00C62650" w:rsidTr="00431ADD">
        <w:trPr>
          <w:trHeight w:val="20"/>
        </w:trPr>
        <w:tc>
          <w:tcPr>
            <w:tcW w:w="2297" w:type="dxa"/>
            <w:shd w:val="clear" w:color="auto" w:fill="auto"/>
            <w:noWrap/>
            <w:hideMark/>
          </w:tcPr>
          <w:p w:rsidR="0062553F" w:rsidRPr="00C62650" w:rsidRDefault="0062553F" w:rsidP="00431ADD">
            <w:pPr>
              <w:keepNext/>
              <w:spacing w:before="60" w:after="60" w:line="220" w:lineRule="atLeast"/>
              <w:ind w:left="57" w:right="57"/>
              <w:rPr>
                <w:lang w:eastAsia="en-GB"/>
              </w:rPr>
            </w:pPr>
            <w:r w:rsidRPr="00C62650">
              <w:rPr>
                <w:lang w:eastAsia="en-GB"/>
              </w:rPr>
              <w:t>Module d</w:t>
            </w:r>
            <w:r>
              <w:rPr>
                <w:lang w:eastAsia="en-GB"/>
              </w:rPr>
              <w:t>’</w:t>
            </w:r>
            <w:r w:rsidRPr="00C62650">
              <w:rPr>
                <w:lang w:eastAsia="en-GB"/>
              </w:rPr>
              <w:t>identification d</w:t>
            </w:r>
            <w:r>
              <w:rPr>
                <w:lang w:eastAsia="en-GB"/>
              </w:rPr>
              <w:t>’</w:t>
            </w:r>
            <w:r w:rsidRPr="00C62650">
              <w:rPr>
                <w:lang w:eastAsia="en-GB"/>
              </w:rPr>
              <w:t>abonné (SIM)</w:t>
            </w:r>
          </w:p>
        </w:tc>
        <w:tc>
          <w:tcPr>
            <w:tcW w:w="2517" w:type="dxa"/>
            <w:shd w:val="clear" w:color="auto" w:fill="auto"/>
            <w:hideMark/>
          </w:tcPr>
          <w:p w:rsidR="0062553F" w:rsidRPr="00C62650" w:rsidRDefault="0062553F" w:rsidP="00431ADD">
            <w:pPr>
              <w:keepNext/>
              <w:spacing w:before="60" w:after="60" w:line="220" w:lineRule="atLeast"/>
              <w:ind w:left="57" w:right="57"/>
              <w:rPr>
                <w:lang w:eastAsia="en-GB"/>
              </w:rPr>
            </w:pPr>
            <w:r w:rsidRPr="00C62650">
              <w:rPr>
                <w:lang w:eastAsia="en-GB"/>
              </w:rPr>
              <w:t>Néant</w:t>
            </w:r>
          </w:p>
        </w:tc>
        <w:tc>
          <w:tcPr>
            <w:tcW w:w="3690" w:type="dxa"/>
            <w:shd w:val="clear" w:color="auto" w:fill="auto"/>
            <w:hideMark/>
          </w:tcPr>
          <w:p w:rsidR="0062553F" w:rsidRPr="00C62650" w:rsidRDefault="0062553F" w:rsidP="00431ADD">
            <w:pPr>
              <w:keepNext/>
              <w:spacing w:before="60" w:after="60" w:line="220" w:lineRule="atLeast"/>
              <w:ind w:left="57" w:right="57"/>
              <w:rPr>
                <w:bCs/>
                <w:lang w:eastAsia="en-GB"/>
              </w:rPr>
            </w:pPr>
            <w:r w:rsidRPr="00C62650">
              <w:rPr>
                <w:bCs/>
                <w:lang w:eastAsia="en-GB"/>
              </w:rPr>
              <w:t>Seulement en cas d</w:t>
            </w:r>
            <w:r>
              <w:rPr>
                <w:bCs/>
                <w:lang w:eastAsia="en-GB"/>
              </w:rPr>
              <w:t>’</w:t>
            </w:r>
            <w:r w:rsidRPr="00C62650">
              <w:rPr>
                <w:bCs/>
                <w:lang w:eastAsia="en-GB"/>
              </w:rPr>
              <w:t>utilisation d</w:t>
            </w:r>
            <w:r>
              <w:rPr>
                <w:bCs/>
                <w:lang w:eastAsia="en-GB"/>
              </w:rPr>
              <w:t>’</w:t>
            </w:r>
            <w:r w:rsidRPr="00C62650">
              <w:rPr>
                <w:bCs/>
                <w:lang w:eastAsia="en-GB"/>
              </w:rPr>
              <w:t>une carte SIM extractible.</w:t>
            </w:r>
          </w:p>
        </w:tc>
      </w:tr>
      <w:tr w:rsidR="0062553F" w:rsidRPr="00C62650" w:rsidTr="00431ADD">
        <w:trPr>
          <w:trHeight w:val="20"/>
        </w:trPr>
        <w:tc>
          <w:tcPr>
            <w:tcW w:w="2297" w:type="dxa"/>
            <w:shd w:val="clear" w:color="auto" w:fill="auto"/>
            <w:noWrap/>
            <w:hideMark/>
          </w:tcPr>
          <w:p w:rsidR="0062553F" w:rsidRPr="00C62650" w:rsidRDefault="0062553F" w:rsidP="00431ADD">
            <w:pPr>
              <w:spacing w:before="60" w:after="60" w:line="220" w:lineRule="atLeast"/>
              <w:ind w:left="57" w:right="57"/>
              <w:rPr>
                <w:iCs/>
                <w:lang w:eastAsia="en-GB"/>
              </w:rPr>
            </w:pPr>
            <w:r w:rsidRPr="00C62650">
              <w:rPr>
                <w:iCs/>
              </w:rPr>
              <w:t xml:space="preserve">Alimentation électrique </w:t>
            </w:r>
            <w:r w:rsidRPr="00C62650">
              <w:rPr>
                <w:iCs/>
              </w:rPr>
              <w:br/>
              <w:t xml:space="preserve">de secours </w:t>
            </w:r>
            <w:r w:rsidRPr="00C62650">
              <w:rPr>
                <w:szCs w:val="24"/>
                <w:lang w:eastAsia="en-GB"/>
              </w:rPr>
              <w:t>(s</w:t>
            </w:r>
            <w:r>
              <w:rPr>
                <w:szCs w:val="24"/>
                <w:lang w:eastAsia="en-GB"/>
              </w:rPr>
              <w:t>’</w:t>
            </w:r>
            <w:r w:rsidRPr="00C62650">
              <w:rPr>
                <w:szCs w:val="24"/>
                <w:lang w:eastAsia="en-GB"/>
              </w:rPr>
              <w:t>il en existe une)</w:t>
            </w:r>
          </w:p>
        </w:tc>
        <w:tc>
          <w:tcPr>
            <w:tcW w:w="2517"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État de charge critique (seuil fixé par le constructeur)</w:t>
            </w:r>
          </w:p>
        </w:tc>
        <w:tc>
          <w:tcPr>
            <w:tcW w:w="3690"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Défaillance en cas d</w:t>
            </w:r>
            <w:r>
              <w:rPr>
                <w:bCs/>
                <w:lang w:eastAsia="en-GB"/>
              </w:rPr>
              <w:t>’</w:t>
            </w:r>
            <w:r w:rsidRPr="00C62650">
              <w:rPr>
                <w:bCs/>
                <w:lang w:eastAsia="en-GB"/>
              </w:rPr>
              <w:t>état de charge critique dont le niveau est fixé par le constructeur.</w:t>
            </w:r>
          </w:p>
        </w:tc>
      </w:tr>
    </w:tbl>
    <w:p w:rsidR="0062553F" w:rsidRPr="00A33F64" w:rsidRDefault="0062553F" w:rsidP="0062553F">
      <w:pPr>
        <w:pStyle w:val="SingleTxtG"/>
        <w:spacing w:before="240"/>
        <w:ind w:left="2268"/>
      </w:pPr>
      <w:r w:rsidRPr="00A33F64">
        <w:t>La vérification du fonctionnement de l’AECC s’effectue selon les spécifications du constructeur. Il peut s’agir d’un essai réel ou d’une simulation.</w:t>
      </w:r>
    </w:p>
    <w:p w:rsidR="0062553F" w:rsidRPr="00A33F64" w:rsidRDefault="0062553F" w:rsidP="00600AF5">
      <w:pPr>
        <w:pStyle w:val="SingleTxtG"/>
        <w:keepNext/>
        <w:keepLines/>
        <w:ind w:left="2268" w:hanging="1134"/>
      </w:pPr>
      <w:r w:rsidRPr="00A33F64">
        <w:lastRenderedPageBreak/>
        <w:t>7.5.2.2</w:t>
      </w:r>
      <w:r w:rsidRPr="00A33F64">
        <w:tab/>
        <w:t>Procédure d’essai</w:t>
      </w:r>
    </w:p>
    <w:p w:rsidR="0062553F" w:rsidRPr="00A33F64" w:rsidRDefault="0062553F" w:rsidP="00600AF5">
      <w:pPr>
        <w:pStyle w:val="SingleTxtG"/>
        <w:keepNext/>
        <w:keepLines/>
        <w:ind w:left="2268"/>
      </w:pPr>
      <w:r w:rsidRPr="00A33F64">
        <w:tab/>
        <w:t>Essai de vérification de la fonction d’autotest :</w:t>
      </w:r>
    </w:p>
    <w:p w:rsidR="0062553F" w:rsidRPr="00A33F64" w:rsidRDefault="0062553F" w:rsidP="0062553F">
      <w:pPr>
        <w:pStyle w:val="SingleTxtG"/>
        <w:ind w:left="2268" w:hanging="1134"/>
      </w:pPr>
      <w:r w:rsidRPr="00A33F64">
        <w:t>7.5.2.2.1</w:t>
      </w:r>
      <w:r w:rsidRPr="00A33F64">
        <w:tab/>
        <w:t>L’essai ci-dessous doit être effectué sur un AECC dont les éléments sont disposés de façon représentative.</w:t>
      </w:r>
    </w:p>
    <w:p w:rsidR="0062553F" w:rsidRPr="00A33F64" w:rsidRDefault="0062553F" w:rsidP="0062553F">
      <w:pPr>
        <w:pStyle w:val="SingleTxtG"/>
        <w:ind w:left="2268" w:hanging="1134"/>
      </w:pPr>
      <w:r w:rsidRPr="00A33F64">
        <w:t>7.5.2.2.2</w:t>
      </w:r>
      <w:r w:rsidRPr="00A33F64">
        <w:tab/>
        <w:t>Simuler une défaillance de l’AECC en introduisant une défaillance critique dans l’un ou plusieurs des éléments surveillés par la fonction d’autotest, conformément à la documentation technique fournie par le constructeur. Le ou les éléments doivent être choisis par le service technique.</w:t>
      </w:r>
    </w:p>
    <w:p w:rsidR="0062553F" w:rsidRPr="00A33F64" w:rsidRDefault="0062553F" w:rsidP="0062553F">
      <w:pPr>
        <w:pStyle w:val="SingleTxtG"/>
        <w:ind w:left="2268" w:hanging="1134"/>
      </w:pPr>
      <w:r w:rsidRPr="00A33F64">
        <w:t>7.5.2.2.3</w:t>
      </w:r>
      <w:r w:rsidRPr="00A33F64">
        <w:tab/>
        <w:t>Mettre l’AECC sous tension et vérifier que le signal d’avertissement s’allume dans un bref délai ou qu’un signal électrique est émis dans un bref délai, selon le cas.</w:t>
      </w:r>
    </w:p>
    <w:p w:rsidR="0062553F" w:rsidRPr="00A33F64" w:rsidRDefault="0062553F" w:rsidP="0062553F">
      <w:pPr>
        <w:pStyle w:val="SingleTxtG"/>
        <w:ind w:left="2268" w:hanging="1134"/>
      </w:pPr>
      <w:r w:rsidRPr="00A33F64">
        <w:t>7.5.2.2.4</w:t>
      </w:r>
      <w:r w:rsidRPr="00A33F64">
        <w:tab/>
        <w:t>Mettre l’AECC hors tension et le remettre en fonctionnement normal.</w:t>
      </w:r>
    </w:p>
    <w:p w:rsidR="0062553F" w:rsidRPr="00A33F64" w:rsidRDefault="0062553F" w:rsidP="0062553F">
      <w:pPr>
        <w:pStyle w:val="SingleTxtG"/>
        <w:ind w:left="2268" w:hanging="1134"/>
      </w:pPr>
      <w:r w:rsidRPr="00A33F64">
        <w:t>7.5.2.2.5</w:t>
      </w:r>
      <w:r w:rsidRPr="00A33F64">
        <w:tab/>
        <w:t>Mettre l’AECC sous tension et vérifier que le signal d’avertissement ne s’allume pas, ou qu’il s’éteint peu de temps après s’être allumé, ou que le signal électrique n’est pas émis peu de temps après ou qu’il est effacé après avoir été émis initialement, selon le cas.</w:t>
      </w:r>
    </w:p>
    <w:p w:rsidR="0062553F" w:rsidRPr="00A33F64" w:rsidRDefault="0062553F" w:rsidP="0062553F">
      <w:pPr>
        <w:pStyle w:val="SingleTxtG"/>
        <w:ind w:left="2268" w:hanging="1134"/>
      </w:pPr>
      <w:r w:rsidRPr="00A33F64">
        <w:t>7.5.3</w:t>
      </w:r>
      <w:r w:rsidRPr="00A33F64">
        <w:tab/>
        <w:t>Au lieu de fournir des informations ou un signal d’avertissement, l’AECC peut émettre un signal électrique à destination d’autres éléments du véhicule, par exemple le tableau de bord, susceptibles de fournir les informations ou le signal d’avertissement.</w:t>
      </w:r>
    </w:p>
    <w:p w:rsidR="0062553F" w:rsidRPr="00A33F64" w:rsidRDefault="0062553F" w:rsidP="0062553F">
      <w:pPr>
        <w:pStyle w:val="SingleTxtG"/>
        <w:ind w:left="2268" w:hanging="1134"/>
      </w:pPr>
      <w:r w:rsidRPr="00A33F64">
        <w:t>7.6</w:t>
      </w:r>
      <w:r w:rsidRPr="00A33F64">
        <w:tab/>
        <w:t>Alimentation électrique</w:t>
      </w:r>
    </w:p>
    <w:p w:rsidR="0062553F" w:rsidRPr="00A33F64" w:rsidRDefault="0062553F" w:rsidP="0062553F">
      <w:pPr>
        <w:pStyle w:val="SingleTxtG"/>
        <w:ind w:left="2268"/>
      </w:pPr>
      <w:r w:rsidRPr="00A33F64">
        <w:tab/>
        <w:t>Si le demandeur de l’homologation le demande, l’alimentation électrique peut faire partie de la procédure d’homologation de type d’un AECC.</w:t>
      </w:r>
    </w:p>
    <w:p w:rsidR="0062553F" w:rsidRPr="00A33F64" w:rsidRDefault="0062553F" w:rsidP="0062553F">
      <w:pPr>
        <w:pStyle w:val="SingleTxtG"/>
        <w:ind w:left="2268"/>
      </w:pPr>
      <w:r w:rsidRPr="00A33F64">
        <w:tab/>
        <w:t>Dans ce cas, les dispositions suivantes sont applicables :</w:t>
      </w:r>
    </w:p>
    <w:p w:rsidR="0062553F" w:rsidRPr="00A33F64" w:rsidRDefault="0062553F" w:rsidP="0062553F">
      <w:pPr>
        <w:pStyle w:val="SingleTxtG"/>
        <w:ind w:left="2268" w:hanging="1134"/>
      </w:pPr>
      <w:r w:rsidRPr="00A33F64">
        <w:t>7.6.1</w:t>
      </w:r>
      <w:r w:rsidRPr="00A33F64">
        <w:tab/>
        <w:t>Si l’AECC est équipé d’une alimentation électrique de secours, il convient de vérifier, à la demande du demandeur de l’homologation, que l’AECC peut fonctionner de façon autonome pendant au moins 5 minutes dans un premier temps, en mode communication vocale, puis pendant 60 minutes en mode rappel (mode inactif enregistré dans un réseau) et enfin au moins pendant 5 minutes en mode communication vocale.</w:t>
      </w:r>
    </w:p>
    <w:p w:rsidR="0062553F" w:rsidRPr="00A33F64" w:rsidRDefault="0062553F" w:rsidP="0062553F">
      <w:pPr>
        <w:pStyle w:val="SingleTxtG"/>
        <w:ind w:left="2268" w:hanging="1134"/>
      </w:pPr>
      <w:r w:rsidRPr="00A33F64">
        <w:t>7.6.2</w:t>
      </w:r>
      <w:r w:rsidRPr="00A33F64">
        <w:tab/>
        <w:t>Si l’AECC n’est pas équipé d’une alimentation électrique de secours, il convient de l’indiquer clairement dans le document d’information présenté à l’</w:t>
      </w:r>
      <w:r w:rsidR="00C65359">
        <w:t xml:space="preserve">annexe </w:t>
      </w:r>
      <w:r w:rsidRPr="00A33F64">
        <w:t>5.</w:t>
      </w:r>
    </w:p>
    <w:p w:rsidR="0062553F" w:rsidRPr="00A33F64" w:rsidRDefault="0062553F" w:rsidP="0062553F">
      <w:pPr>
        <w:pStyle w:val="SingleTxtG"/>
        <w:ind w:left="2268" w:hanging="1134"/>
      </w:pPr>
      <w:r w:rsidRPr="00A33F64">
        <w:t>7.7</w:t>
      </w:r>
      <w:r w:rsidRPr="00A33F64">
        <w:tab/>
        <w:t>Résistance au choc</w:t>
      </w:r>
    </w:p>
    <w:p w:rsidR="0062553F" w:rsidRPr="00A33F64" w:rsidRDefault="0062553F" w:rsidP="0062553F">
      <w:pPr>
        <w:pStyle w:val="SingleTxtG"/>
        <w:ind w:left="2268"/>
      </w:pPr>
      <w:r w:rsidRPr="00A33F64">
        <w:tab/>
        <w:t>La résistance au choc doit être éprouvée pour chaque AECC, sauf pour le récepteur GNSS et l’antenne GNSS.</w:t>
      </w:r>
    </w:p>
    <w:p w:rsidR="0062553F" w:rsidRPr="00A33F64" w:rsidRDefault="0062553F" w:rsidP="0062553F">
      <w:pPr>
        <w:pStyle w:val="SingleTxtG"/>
        <w:ind w:left="2268"/>
      </w:pPr>
      <w:r w:rsidRPr="00A33F64">
        <w:tab/>
        <w:t>Si le demandeur de l’homologation le demande, la résistance au choc peut faire partie de la procédure d’homologation de type d’un AECC.</w:t>
      </w:r>
    </w:p>
    <w:p w:rsidR="0062553F" w:rsidRPr="00A33F64" w:rsidRDefault="0062553F" w:rsidP="0062553F">
      <w:pPr>
        <w:pStyle w:val="SingleTxtG"/>
        <w:ind w:left="2268"/>
      </w:pPr>
      <w:r w:rsidRPr="00A33F64">
        <w:tab/>
        <w:t>Dans ce cas, les dispositions suivantes sont applicables :</w:t>
      </w:r>
    </w:p>
    <w:p w:rsidR="0062553F" w:rsidRPr="00A33F64" w:rsidRDefault="0062553F" w:rsidP="0062553F">
      <w:pPr>
        <w:pStyle w:val="SingleTxtG"/>
        <w:ind w:left="2268" w:hanging="1134"/>
      </w:pPr>
      <w:r w:rsidRPr="00A33F64">
        <w:t>7.7.1</w:t>
      </w:r>
      <w:r w:rsidRPr="00A33F64">
        <w:tab/>
        <w:t>L’AECC doit rester en état de fonctionnement après un choc. On le vérifie conformément aux dispositions de l’</w:t>
      </w:r>
      <w:r w:rsidR="00C65359">
        <w:t xml:space="preserve">annexe </w:t>
      </w:r>
      <w:r w:rsidRPr="00A33F64">
        <w:t>9.</w:t>
      </w:r>
    </w:p>
    <w:p w:rsidR="0062553F" w:rsidRPr="00A33F64" w:rsidRDefault="0062553F" w:rsidP="0062553F">
      <w:pPr>
        <w:pStyle w:val="SingleTxtG"/>
        <w:ind w:left="2268" w:hanging="1134"/>
      </w:pPr>
      <w:r w:rsidRPr="00A33F64">
        <w:t>7.7.2</w:t>
      </w:r>
      <w:r w:rsidRPr="00A33F64">
        <w:tab/>
        <w:t xml:space="preserve">Pour un module de commande, un module de communication et, s’il y a lieu, un récepteur GNSS, la vérification de la résistance au choc consiste à vérifier les fonctions MSD et IHM conformément aux dispositions des </w:t>
      </w:r>
      <w:r w:rsidR="00C65359">
        <w:t xml:space="preserve">paragraphes </w:t>
      </w:r>
      <w:r w:rsidRPr="00A33F64">
        <w:t>2.1 et 2.3 de l’</w:t>
      </w:r>
      <w:r w:rsidR="00C65359">
        <w:t xml:space="preserve">annexe </w:t>
      </w:r>
      <w:r w:rsidRPr="00A33F64">
        <w:t>11. À cette fin, immédiatement après l’essai sur catapulte, on peut installer l’AECC sur un banc d’essai permettant de simuler un signal de déclenchement de façon à émettre le MSD et à fournir l’information sur l’IHM.</w:t>
      </w:r>
    </w:p>
    <w:p w:rsidR="0062553F" w:rsidRPr="00A33F64" w:rsidRDefault="0062553F" w:rsidP="0062553F">
      <w:pPr>
        <w:pStyle w:val="SingleTxtG"/>
        <w:ind w:left="2268" w:hanging="1134"/>
      </w:pPr>
      <w:r w:rsidRPr="00A33F64">
        <w:t>7.7.3</w:t>
      </w:r>
      <w:r w:rsidRPr="00A33F64">
        <w:tab/>
        <w:t>Pour une antenne de réseau mobile, la vérification s’effectue en mesurant le VSWR</w:t>
      </w:r>
      <w:r>
        <w:t xml:space="preserve"> (Voltage Standing Wave Ratio − </w:t>
      </w:r>
      <w:r w:rsidRPr="00A33F64">
        <w:t xml:space="preserve">rapport d’ondes stationnaire en </w:t>
      </w:r>
      <w:r w:rsidRPr="00A33F64">
        <w:lastRenderedPageBreak/>
        <w:t>tension) et en s’assurant que ce dernier satisfait aux prescriptions du constructeur pour cette antenne après un accident.</w:t>
      </w:r>
    </w:p>
    <w:p w:rsidR="0062553F" w:rsidRPr="00A33F64" w:rsidRDefault="0062553F" w:rsidP="0062553F">
      <w:pPr>
        <w:pStyle w:val="SingleTxtG"/>
        <w:ind w:left="2268" w:hanging="1134"/>
      </w:pPr>
      <w:r w:rsidRPr="00A33F64">
        <w:t>7.7.4</w:t>
      </w:r>
      <w:r w:rsidRPr="00A33F64">
        <w:tab/>
        <w:t>Pour une alimentation électrique (si l’AECC en a une), la vérification s’effectue en testant la batterie</w:t>
      </w:r>
      <w:r>
        <w:t> </w:t>
      </w:r>
      <w:r w:rsidRPr="00A33F64">
        <w:t>:</w:t>
      </w:r>
    </w:p>
    <w:p w:rsidR="0062553F" w:rsidRPr="00A33F64" w:rsidRDefault="0062553F" w:rsidP="0062553F">
      <w:pPr>
        <w:pStyle w:val="SingleTxtG"/>
        <w:ind w:left="2835" w:hanging="567"/>
      </w:pPr>
      <w:r w:rsidRPr="00A33F64">
        <w:t>a)</w:t>
      </w:r>
      <w:r w:rsidRPr="00A33F64">
        <w:tab/>
        <w:t>S’assurer qu’aucun câble n’est débranché durant l’essai ;</w:t>
      </w:r>
    </w:p>
    <w:p w:rsidR="0062553F" w:rsidRPr="00A33F64" w:rsidRDefault="0062553F" w:rsidP="0062553F">
      <w:pPr>
        <w:pStyle w:val="SingleTxtG"/>
        <w:ind w:left="2835" w:hanging="567"/>
      </w:pPr>
      <w:r w:rsidRPr="00A33F64">
        <w:t>b)</w:t>
      </w:r>
      <w:r w:rsidRPr="00A33F64">
        <w:tab/>
        <w:t>Vérifier si la tension et la capacité correspondent aux spécifications du constructeur.</w:t>
      </w:r>
    </w:p>
    <w:p w:rsidR="0062553F" w:rsidRPr="00A33F64" w:rsidRDefault="0062553F" w:rsidP="0062553F">
      <w:pPr>
        <w:pStyle w:val="HChG"/>
        <w:ind w:left="2268"/>
      </w:pPr>
      <w:r w:rsidRPr="00A33F64">
        <w:t>8.</w:t>
      </w:r>
      <w:r w:rsidRPr="00A33F64">
        <w:tab/>
        <w:t xml:space="preserve">Modification d’un type d’AECC et extension </w:t>
      </w:r>
      <w:r w:rsidRPr="00A33F64">
        <w:br/>
        <w:t>de l’homologation</w:t>
      </w:r>
    </w:p>
    <w:p w:rsidR="0062553F" w:rsidRPr="00A33F64" w:rsidRDefault="0062553F" w:rsidP="0062553F">
      <w:pPr>
        <w:pStyle w:val="SingleTxtG"/>
        <w:ind w:left="2268" w:hanging="1134"/>
      </w:pPr>
      <w:r w:rsidRPr="00A33F64">
        <w:t>8.1</w:t>
      </w:r>
      <w:r w:rsidRPr="00A33F64">
        <w:tab/>
        <w:t>Toute modification d’un type d’AECC doit être communiquée à l’autorité d’homologation qui avait approuvé le type en question. L’autorité d’homologation peut alors :</w:t>
      </w:r>
    </w:p>
    <w:p w:rsidR="0062553F" w:rsidRPr="00A33F64" w:rsidRDefault="0062553F" w:rsidP="0062553F">
      <w:pPr>
        <w:pStyle w:val="SingleTxtG"/>
        <w:ind w:left="2835" w:hanging="567"/>
      </w:pPr>
      <w:r w:rsidRPr="00A33F64">
        <w:t>a)</w:t>
      </w:r>
      <w:r w:rsidRPr="00A33F64">
        <w:tab/>
        <w:t>Soit décider, en consultation avec le fabricant, qu’il convient d’accorder une nouvelle homologation de type ;</w:t>
      </w:r>
    </w:p>
    <w:p w:rsidR="0062553F" w:rsidRPr="00A33F64" w:rsidRDefault="0062553F" w:rsidP="0062553F">
      <w:pPr>
        <w:pStyle w:val="SingleTxtG"/>
        <w:ind w:left="2835" w:hanging="567"/>
      </w:pPr>
      <w:r w:rsidRPr="00A33F64">
        <w:t>b)</w:t>
      </w:r>
      <w:r w:rsidRPr="00A33F64">
        <w:tab/>
        <w:t xml:space="preserve">Soit appliquer la </w:t>
      </w:r>
      <w:r>
        <w:t xml:space="preserve">procédure énoncée au </w:t>
      </w:r>
      <w:r w:rsidR="00C65359">
        <w:t xml:space="preserve">paragraphe </w:t>
      </w:r>
      <w:r w:rsidRPr="00A33F64">
        <w:t>8.1.1 (Révision) et, le cas échéant, la</w:t>
      </w:r>
      <w:r>
        <w:t xml:space="preserve"> procédure prévue au </w:t>
      </w:r>
      <w:r w:rsidR="00C65359">
        <w:t xml:space="preserve">paragraphe </w:t>
      </w:r>
      <w:r w:rsidRPr="00A33F64">
        <w:t>8.1.2 (Extension).</w:t>
      </w:r>
    </w:p>
    <w:p w:rsidR="0062553F" w:rsidRPr="00A33F64" w:rsidRDefault="0062553F" w:rsidP="0062553F">
      <w:pPr>
        <w:pStyle w:val="SingleTxtG"/>
        <w:ind w:left="2268" w:hanging="1134"/>
      </w:pPr>
      <w:r w:rsidRPr="00A33F64">
        <w:t>8.1.1</w:t>
      </w:r>
      <w:r w:rsidRPr="00A33F64">
        <w:tab/>
        <w:t>Révision</w:t>
      </w:r>
    </w:p>
    <w:p w:rsidR="0062553F" w:rsidRPr="00A33F64" w:rsidRDefault="0062553F" w:rsidP="0062553F">
      <w:pPr>
        <w:pStyle w:val="SingleTxtG"/>
        <w:ind w:left="2268"/>
      </w:pPr>
      <w:r w:rsidRPr="00A33F64">
        <w:t>Lorsque les éléments contenus dans les documents d’information visés à l’</w:t>
      </w:r>
      <w:r w:rsidR="00C65359">
        <w:t xml:space="preserve">annexe </w:t>
      </w:r>
      <w:r w:rsidRPr="00A33F64">
        <w:t>5 ont changé et que l’autorité d’homologation estime que les modifications apportées ne devraient pas avoir de conséquences néfastes notables, et que dans tous les cas le véhicule est toujours conforme aux prescriptions, la modification est qualifiée de « révision ».</w:t>
      </w:r>
    </w:p>
    <w:p w:rsidR="0062553F" w:rsidRPr="00A33F64" w:rsidRDefault="0062553F" w:rsidP="0062553F">
      <w:pPr>
        <w:pStyle w:val="SingleTxtG"/>
        <w:ind w:left="2268"/>
      </w:pPr>
      <w:r w:rsidRPr="00A33F64">
        <w:tab/>
        <w:t>Dans ce cas, l’autorité d’homologation doit publier la version révisée des pages des documents d’information visés à l’</w:t>
      </w:r>
      <w:r w:rsidR="00C65359">
        <w:t xml:space="preserve">annexe </w:t>
      </w:r>
      <w:r w:rsidRPr="00A33F64">
        <w:t>5, en indiquant sur chacune d’elles la nature des modifications apportées et la date à laquelle elle sera republiée. Une version consolidée et mise à jour des documents d’information visés à l’</w:t>
      </w:r>
      <w:r w:rsidR="00C65359">
        <w:t xml:space="preserve">annexe </w:t>
      </w:r>
      <w:r w:rsidRPr="00A33F64">
        <w:t>5, accompagnée d’une description détaillée des modifications apportées, sera considérée comme satisfaisant à la présente prescription.</w:t>
      </w:r>
    </w:p>
    <w:p w:rsidR="0062553F" w:rsidRPr="00A33F64" w:rsidRDefault="0062553F" w:rsidP="0062553F">
      <w:pPr>
        <w:pStyle w:val="SingleTxtG"/>
        <w:ind w:left="2268" w:hanging="1134"/>
      </w:pPr>
      <w:r w:rsidRPr="00A33F64">
        <w:t>8.1.2</w:t>
      </w:r>
      <w:r w:rsidRPr="00A33F64">
        <w:tab/>
        <w:t>Extension</w:t>
      </w:r>
    </w:p>
    <w:p w:rsidR="0062553F" w:rsidRPr="00A33F64" w:rsidRDefault="0062553F" w:rsidP="0062553F">
      <w:pPr>
        <w:pStyle w:val="SingleTxtG"/>
        <w:ind w:left="2268"/>
      </w:pPr>
      <w:r w:rsidRPr="00A33F64">
        <w:tab/>
        <w:t>La modification est qualifiée d’extension si, outre la modification des informations figurant dans le document d’information :</w:t>
      </w:r>
    </w:p>
    <w:p w:rsidR="0062553F" w:rsidRPr="00A33F64" w:rsidRDefault="0062553F" w:rsidP="0062553F">
      <w:pPr>
        <w:pStyle w:val="SingleTxtG"/>
        <w:ind w:left="2835" w:hanging="567"/>
      </w:pPr>
      <w:r w:rsidRPr="00A33F64">
        <w:t>a)</w:t>
      </w:r>
      <w:r w:rsidRPr="00A33F64">
        <w:tab/>
        <w:t>D’autres visites ou d’autres essais sont requis ; ou</w:t>
      </w:r>
    </w:p>
    <w:p w:rsidR="0062553F" w:rsidRPr="00A33F64" w:rsidRDefault="0062553F" w:rsidP="0062553F">
      <w:pPr>
        <w:pStyle w:val="SingleTxtG"/>
        <w:ind w:left="2835" w:hanging="567"/>
      </w:pPr>
      <w:r w:rsidRPr="00A33F64">
        <w:t>b)</w:t>
      </w:r>
      <w:r w:rsidRPr="00A33F64">
        <w:tab/>
        <w:t xml:space="preserve">Une quelconque information figurant sur la fiche de communication (à l’exception des pièces jointes) a été modifiée ; ou </w:t>
      </w:r>
    </w:p>
    <w:p w:rsidR="0062553F" w:rsidRPr="00A33F64" w:rsidRDefault="0062553F" w:rsidP="0062553F">
      <w:pPr>
        <w:pStyle w:val="SingleTxtG"/>
        <w:ind w:left="2835" w:hanging="567"/>
      </w:pPr>
      <w:r w:rsidRPr="00A33F64">
        <w:t>c)</w:t>
      </w:r>
      <w:r w:rsidRPr="00A33F64">
        <w:tab/>
        <w:t>L’homologation en vertu d’une série ultérieure d’amendements est demandée après l’entrée en vigueur de l’homologation.</w:t>
      </w:r>
    </w:p>
    <w:p w:rsidR="0062553F" w:rsidRPr="00A33F64" w:rsidRDefault="0062553F" w:rsidP="0062553F">
      <w:pPr>
        <w:pStyle w:val="SingleTxtG"/>
        <w:ind w:left="2268" w:hanging="1134"/>
      </w:pPr>
      <w:r w:rsidRPr="00A33F64">
        <w:t>8.2</w:t>
      </w:r>
      <w:r w:rsidRPr="00A33F64">
        <w:tab/>
        <w:t>La confirmation de l’homologation, avec l’indication des modifications apportées, ou le refus de l’homologation doivent être notifiés aux Parties contractantes à l’Accord qui appliquent le présent Règlement, au moyen d’un formulaire conforme au modèle présenté à l’</w:t>
      </w:r>
      <w:r w:rsidR="00C65359">
        <w:t xml:space="preserve">annexe </w:t>
      </w:r>
      <w:r w:rsidRPr="00A33F64">
        <w:t>1 du Règlement.</w:t>
      </w:r>
    </w:p>
    <w:p w:rsidR="0062553F" w:rsidRPr="00A33F64" w:rsidRDefault="0062553F" w:rsidP="0062553F">
      <w:pPr>
        <w:pStyle w:val="SingleTxtG"/>
        <w:ind w:left="2268" w:hanging="1134"/>
      </w:pPr>
      <w:r w:rsidRPr="00A33F64">
        <w:t>8.3</w:t>
      </w:r>
      <w:r w:rsidRPr="00A33F64">
        <w:tab/>
        <w:t>L’autorité d’homologation de type qui délivre l’extension d’homologation doit attribuer un numéro de série à chaque fiche de communication établie pour ladite extension.</w:t>
      </w:r>
    </w:p>
    <w:p w:rsidR="0062553F" w:rsidRPr="00A33F64" w:rsidRDefault="0062553F" w:rsidP="00600AF5">
      <w:pPr>
        <w:pStyle w:val="HChG"/>
        <w:spacing w:before="320" w:after="200"/>
        <w:ind w:left="2268"/>
      </w:pPr>
      <w:r w:rsidRPr="00A33F64">
        <w:lastRenderedPageBreak/>
        <w:t>9.</w:t>
      </w:r>
      <w:r w:rsidRPr="00A33F64">
        <w:tab/>
        <w:t>Conformité de la production</w:t>
      </w:r>
    </w:p>
    <w:p w:rsidR="0062553F" w:rsidRPr="00A33F64" w:rsidRDefault="0062553F" w:rsidP="00600AF5">
      <w:pPr>
        <w:pStyle w:val="SingleTxtG"/>
        <w:spacing w:after="100"/>
        <w:ind w:left="2268" w:hanging="1134"/>
      </w:pPr>
      <w:r w:rsidRPr="00A33F64">
        <w:t>9.1</w:t>
      </w:r>
      <w:r w:rsidRPr="00A33F64">
        <w:tab/>
        <w:t>Les procédures de contrôle de la conformité de la production doivent être conformes à celles qui figurent dans l’</w:t>
      </w:r>
      <w:r w:rsidR="00C65359">
        <w:t xml:space="preserve">annexe </w:t>
      </w:r>
      <w:r w:rsidRPr="00A33F64">
        <w:t>1 de l’Accord (E/ECE/TRANS/505/Rev.3).</w:t>
      </w:r>
    </w:p>
    <w:p w:rsidR="0062553F" w:rsidRPr="00A33F64" w:rsidRDefault="0062553F" w:rsidP="00600AF5">
      <w:pPr>
        <w:pStyle w:val="SingleTxtG"/>
        <w:spacing w:after="100"/>
        <w:ind w:left="2268" w:hanging="1134"/>
      </w:pPr>
      <w:r w:rsidRPr="00A33F64">
        <w:t>9.2</w:t>
      </w:r>
      <w:r w:rsidRPr="00A33F64">
        <w:tab/>
        <w:t xml:space="preserve">Tout AECC homologué en application du présent Règlement doit être construit de façon à être conforme au type homologué en satisfaisant aux prescriptions spécifiées au </w:t>
      </w:r>
      <w:r w:rsidR="00C65359">
        <w:t xml:space="preserve">paragraphe </w:t>
      </w:r>
      <w:r w:rsidRPr="00A33F64">
        <w:t>7 ci-dessus.</w:t>
      </w:r>
    </w:p>
    <w:p w:rsidR="0062553F" w:rsidRPr="00A33F64" w:rsidRDefault="0062553F" w:rsidP="00600AF5">
      <w:pPr>
        <w:pStyle w:val="HChG"/>
        <w:spacing w:before="320" w:after="200"/>
        <w:ind w:left="2268"/>
      </w:pPr>
      <w:r w:rsidRPr="00A33F64">
        <w:t>10.</w:t>
      </w:r>
      <w:r w:rsidRPr="00A33F64">
        <w:tab/>
      </w:r>
      <w:r w:rsidRPr="00A33F64">
        <w:tab/>
        <w:t>Sanctions pour non-conformité de la production</w:t>
      </w:r>
    </w:p>
    <w:p w:rsidR="0062553F" w:rsidRPr="00A33F64" w:rsidRDefault="0062553F" w:rsidP="00600AF5">
      <w:pPr>
        <w:pStyle w:val="SingleTxtG"/>
        <w:spacing w:after="100"/>
        <w:ind w:left="2268" w:hanging="1134"/>
      </w:pPr>
      <w:r w:rsidRPr="00A33F64">
        <w:t>10.1</w:t>
      </w:r>
      <w:r w:rsidRPr="00A33F64">
        <w:tab/>
        <w:t xml:space="preserve">L’homologation délivrée pour un type d’AECC en application du présent Règlement peut être retirée si les prescriptions énoncées au </w:t>
      </w:r>
      <w:r w:rsidRPr="009C574A">
        <w:t>9.1</w:t>
      </w:r>
      <w:r w:rsidRPr="00A33F64">
        <w:t xml:space="preserve"> ci-dessus ne sont pas respectées ou si l’AECC ne réussit pas les contrôles prescrits au </w:t>
      </w:r>
      <w:r w:rsidR="00C65359">
        <w:t xml:space="preserve">paragraphe </w:t>
      </w:r>
      <w:r w:rsidRPr="00A33F64">
        <w:t>9.2 ci-dessus.</w:t>
      </w:r>
    </w:p>
    <w:p w:rsidR="0062553F" w:rsidRPr="00A33F64" w:rsidRDefault="0062553F" w:rsidP="00600AF5">
      <w:pPr>
        <w:pStyle w:val="SingleTxtG"/>
        <w:spacing w:after="100"/>
        <w:ind w:left="2268" w:hanging="1134"/>
      </w:pPr>
      <w:r w:rsidRPr="00A33F64">
        <w:t>10.2</w:t>
      </w:r>
      <w:r w:rsidRPr="00A33F64">
        <w:tab/>
        <w:t>Si une Partie contractante à l’Accord appliquant le présent Règlement retire une homologation qu’elle avait préalablement accordée, elle est tenue d’en aviser immédiatement les autres Parties à l’Accord appliquant le présent Règlement, au moyen d’un exemplaire du certificat d’homologation se terminant par la mention, en lettres majuscules, signée et datée, « HOMOLOGATION RETIRÉE ».</w:t>
      </w:r>
    </w:p>
    <w:p w:rsidR="0062553F" w:rsidRPr="00A33F64" w:rsidRDefault="0062553F" w:rsidP="00600AF5">
      <w:pPr>
        <w:pStyle w:val="HChG"/>
        <w:spacing w:before="320" w:after="200"/>
        <w:ind w:left="2268"/>
      </w:pPr>
      <w:r w:rsidRPr="00A33F64">
        <w:t>11.</w:t>
      </w:r>
      <w:r w:rsidRPr="00A33F64">
        <w:tab/>
      </w:r>
      <w:r w:rsidRPr="00A33F64">
        <w:tab/>
        <w:t>Arrêt définitif de la production</w:t>
      </w:r>
    </w:p>
    <w:p w:rsidR="0062553F" w:rsidRPr="00A33F64" w:rsidRDefault="0062553F" w:rsidP="00600AF5">
      <w:pPr>
        <w:pStyle w:val="SingleTxtG"/>
        <w:spacing w:after="100"/>
        <w:ind w:left="2268"/>
      </w:pPr>
      <w:r w:rsidRPr="00A33F64">
        <w:tab/>
        <w:t>Si le titulaire de l’homologation arrête définitivement la fabrication d’un type d’AECC homologué en vertu du présent Règlement, il doit en informer l’autorité qui a délivré l’homologation, laquelle doit à son tour en aviser les autres Parties contractantes à l’Accord appliquant le présent Règlement, au moyen d’un exemplaire du certificat d’homologation se terminant par la mention, en lettres majuscules, signée et datée, « PRODUCTION ARRÊTÉE ».</w:t>
      </w:r>
    </w:p>
    <w:p w:rsidR="0062553F" w:rsidRPr="00A33F64" w:rsidRDefault="0062553F" w:rsidP="00600AF5">
      <w:pPr>
        <w:pStyle w:val="HChG"/>
        <w:spacing w:before="320" w:after="200"/>
        <w:ind w:left="2268"/>
      </w:pPr>
      <w:r w:rsidRPr="00A33F64">
        <w:t>12.</w:t>
      </w:r>
      <w:r w:rsidRPr="00A33F64">
        <w:tab/>
        <w:t>Noms et adresses des services techniques chargés des essais d’homologation et des autorités d’homologation de type</w:t>
      </w:r>
    </w:p>
    <w:p w:rsidR="0062553F" w:rsidRPr="00A33F64" w:rsidRDefault="0062553F" w:rsidP="00600AF5">
      <w:pPr>
        <w:pStyle w:val="SingleTxtG"/>
        <w:spacing w:after="100"/>
        <w:ind w:left="2268"/>
      </w:pPr>
      <w:r w:rsidRPr="00A33F64">
        <w:tab/>
        <w:t>Les Parties contractantes à l’Accord appliquant le présent Règlement doivent communiquer au Secrétariat de l’Organisation des Nations Unies les noms et adresses des services techniques chargés des essais d’homologation et des autorités d’homologation de type auxquelles doivent être envoyées les fiches d’homologation ou d’extension, de refus ou de retrait d’homologation émises dans d’autres pays.</w:t>
      </w:r>
    </w:p>
    <w:p w:rsidR="0062553F" w:rsidRPr="00A33F64" w:rsidRDefault="0062553F" w:rsidP="00600AF5">
      <w:pPr>
        <w:pStyle w:val="HChG"/>
        <w:tabs>
          <w:tab w:val="clear" w:pos="851"/>
          <w:tab w:val="right" w:pos="1134"/>
        </w:tabs>
        <w:spacing w:before="320" w:after="200"/>
        <w:ind w:left="2495" w:hanging="1361"/>
      </w:pPr>
      <w:r>
        <w:t>Partie Ib − </w:t>
      </w:r>
      <w:r w:rsidRPr="00A33F64">
        <w:t>Homologation des dispositifs automatiques d’appel d’urgence (AECD), destinés à être installés sur les véhicules des catégories M</w:t>
      </w:r>
      <w:r w:rsidRPr="00A33F64">
        <w:rPr>
          <w:vertAlign w:val="subscript"/>
        </w:rPr>
        <w:t>1</w:t>
      </w:r>
      <w:r w:rsidRPr="00A33F64">
        <w:t xml:space="preserve"> et N</w:t>
      </w:r>
      <w:r w:rsidRPr="00A33F64">
        <w:rPr>
          <w:vertAlign w:val="subscript"/>
        </w:rPr>
        <w:t>1</w:t>
      </w:r>
    </w:p>
    <w:p w:rsidR="0062553F" w:rsidRPr="00A33F64" w:rsidRDefault="0062553F" w:rsidP="00600AF5">
      <w:pPr>
        <w:pStyle w:val="HChG"/>
        <w:spacing w:before="320" w:after="200"/>
        <w:ind w:left="2268"/>
      </w:pPr>
      <w:r w:rsidRPr="00A33F64">
        <w:t>13.</w:t>
      </w:r>
      <w:r w:rsidRPr="00A33F64">
        <w:tab/>
        <w:t>Définitions</w:t>
      </w:r>
    </w:p>
    <w:p w:rsidR="0062553F" w:rsidRPr="00A33F64" w:rsidRDefault="0062553F" w:rsidP="00600AF5">
      <w:pPr>
        <w:pStyle w:val="SingleTxtG"/>
        <w:spacing w:after="100"/>
        <w:ind w:left="2268"/>
      </w:pPr>
      <w:r w:rsidRPr="00A33F64">
        <w:t>Aux fins de la partie Ib du présent Règlement, on entend par :</w:t>
      </w:r>
    </w:p>
    <w:p w:rsidR="0062553F" w:rsidRPr="00A33F64" w:rsidRDefault="0062553F" w:rsidP="00600AF5">
      <w:pPr>
        <w:pStyle w:val="SingleTxtG"/>
        <w:spacing w:after="100"/>
        <w:ind w:left="2268" w:hanging="1134"/>
      </w:pPr>
      <w:r w:rsidRPr="00A33F64">
        <w:t>13.1</w:t>
      </w:r>
      <w:r w:rsidRPr="00A33F64">
        <w:tab/>
        <w:t>« </w:t>
      </w:r>
      <w:r w:rsidRPr="00A33F64">
        <w:rPr>
          <w:i/>
        </w:rPr>
        <w:t>Type d’AECD</w:t>
      </w:r>
      <w:r w:rsidRPr="00A33F64">
        <w:t> », des dispositifs qui ne diffèrent pas entre eux sur des aspects essentiels comme :</w:t>
      </w:r>
    </w:p>
    <w:p w:rsidR="0062553F" w:rsidRPr="00A33F64" w:rsidRDefault="0062553F" w:rsidP="00600AF5">
      <w:pPr>
        <w:pStyle w:val="SingleTxtG"/>
        <w:spacing w:after="100"/>
        <w:ind w:left="2835" w:hanging="567"/>
      </w:pPr>
      <w:r w:rsidRPr="00A33F64">
        <w:t>a)</w:t>
      </w:r>
      <w:r w:rsidRPr="00A33F64">
        <w:tab/>
        <w:t>Le nom du fabricant ou la marque de fabrique ;</w:t>
      </w:r>
    </w:p>
    <w:p w:rsidR="0062553F" w:rsidRPr="00A33F64" w:rsidRDefault="0062553F" w:rsidP="00600AF5">
      <w:pPr>
        <w:pStyle w:val="SingleTxtG"/>
        <w:spacing w:after="100"/>
        <w:ind w:left="2835" w:hanging="567"/>
      </w:pPr>
      <w:r w:rsidRPr="00A33F64">
        <w:t>b)</w:t>
      </w:r>
      <w:r w:rsidRPr="00A33F64">
        <w:tab/>
        <w:t>Leur construction.</w:t>
      </w:r>
    </w:p>
    <w:p w:rsidR="0062553F" w:rsidRPr="00A33F64" w:rsidRDefault="0062553F" w:rsidP="0062553F">
      <w:pPr>
        <w:pStyle w:val="HChG"/>
        <w:ind w:left="2268"/>
      </w:pPr>
      <w:r w:rsidRPr="00A33F64">
        <w:lastRenderedPageBreak/>
        <w:t>14.</w:t>
      </w:r>
      <w:r w:rsidRPr="00A33F64">
        <w:tab/>
        <w:t>Demande d’homologation d’un AECD</w:t>
      </w:r>
    </w:p>
    <w:p w:rsidR="0062553F" w:rsidRPr="00A33F64" w:rsidRDefault="0062553F" w:rsidP="0062553F">
      <w:pPr>
        <w:pStyle w:val="SingleTxtG"/>
        <w:ind w:left="2268" w:hanging="1134"/>
      </w:pPr>
      <w:r w:rsidRPr="00A33F64">
        <w:t>14.1</w:t>
      </w:r>
      <w:r w:rsidRPr="00A33F64">
        <w:tab/>
        <w:t>La demande d’homologation de type d’un AECD doit être soumise par le fabricant ou par son représentant dûment agréé.</w:t>
      </w:r>
    </w:p>
    <w:p w:rsidR="0062553F" w:rsidRPr="00A33F64" w:rsidRDefault="0062553F" w:rsidP="0062553F">
      <w:pPr>
        <w:pStyle w:val="SingleTxtG"/>
        <w:ind w:left="2268" w:hanging="1134"/>
      </w:pPr>
      <w:r w:rsidRPr="00A33F64">
        <w:t>14.2</w:t>
      </w:r>
      <w:r w:rsidRPr="00A33F64">
        <w:tab/>
        <w:t>Un modèle de document d’information est reproduit à l’</w:t>
      </w:r>
      <w:r w:rsidR="00C65359">
        <w:t xml:space="preserve">annexe </w:t>
      </w:r>
      <w:r w:rsidRPr="00A33F64">
        <w:t>6.</w:t>
      </w:r>
    </w:p>
    <w:p w:rsidR="0062553F" w:rsidRPr="00A33F64" w:rsidRDefault="0062553F" w:rsidP="0062553F">
      <w:pPr>
        <w:pStyle w:val="SingleTxtG"/>
        <w:ind w:left="2268" w:hanging="1134"/>
      </w:pPr>
      <w:r w:rsidRPr="00A33F64">
        <w:t>14.3</w:t>
      </w:r>
      <w:r w:rsidRPr="00A33F64">
        <w:tab/>
        <w:t>Pour chaque type d’AECD, la demande d’homologation doit être accompagnée d’échantillons d’ensembles complets d’AECD représentatifs du type à homologuer, en quantités suffisantes pour les essais prescrits par le présent Règlement. Des échantillons supplémentaires peuvent être demandés par le service technique chargé d’effectuer les essais.</w:t>
      </w:r>
    </w:p>
    <w:p w:rsidR="0062553F" w:rsidRPr="00A33F64" w:rsidRDefault="0062553F" w:rsidP="0062553F">
      <w:pPr>
        <w:pStyle w:val="HChG"/>
        <w:ind w:left="2268"/>
      </w:pPr>
      <w:r w:rsidRPr="00A33F64">
        <w:t>15.</w:t>
      </w:r>
      <w:r w:rsidRPr="00A33F64">
        <w:tab/>
        <w:t>Inscriptions</w:t>
      </w:r>
    </w:p>
    <w:p w:rsidR="0062553F" w:rsidRPr="00A33F64" w:rsidRDefault="0062553F" w:rsidP="0062553F">
      <w:pPr>
        <w:pStyle w:val="SingleTxtG"/>
        <w:ind w:left="2268" w:hanging="1134"/>
      </w:pPr>
      <w:r w:rsidRPr="00A33F64">
        <w:t>15.1</w:t>
      </w:r>
      <w:r w:rsidRPr="00A33F64">
        <w:tab/>
        <w:t>Les échantillons d’AECD présentés à l’homologation doivent porter le nom de marque ou la marque de fabrique du fabricant. Ces indications doivent figurer au moins sur l’unité ou les unités comprenant le récepteur GNSS et le module de communication (le cas échéant). Elles doivent être clairement lisibles et indélébiles.</w:t>
      </w:r>
    </w:p>
    <w:p w:rsidR="0062553F" w:rsidRPr="00A33F64" w:rsidRDefault="0062553F" w:rsidP="0062553F">
      <w:pPr>
        <w:pStyle w:val="SingleTxtG"/>
        <w:ind w:left="2268" w:hanging="1134"/>
      </w:pPr>
      <w:r w:rsidRPr="00A33F64">
        <w:t>15.2</w:t>
      </w:r>
      <w:r w:rsidRPr="00A33F64">
        <w:tab/>
        <w:t>La ou les unités contenant le récepteur GNSS et le module de communication doivent être d’une taille suffisante pour accueillir la marque d’homologation. Cet espace doit être indiqué sur les dessins visés à l’</w:t>
      </w:r>
      <w:r w:rsidR="00C65359">
        <w:t xml:space="preserve">annexe </w:t>
      </w:r>
      <w:r w:rsidRPr="00A33F64">
        <w:t>6.</w:t>
      </w:r>
    </w:p>
    <w:p w:rsidR="0062553F" w:rsidRPr="00A33F64" w:rsidRDefault="0062553F" w:rsidP="0062553F">
      <w:pPr>
        <w:pStyle w:val="HChG"/>
        <w:ind w:left="2268"/>
      </w:pPr>
      <w:r w:rsidRPr="00A33F64">
        <w:t>16.</w:t>
      </w:r>
      <w:r w:rsidRPr="00A33F64">
        <w:tab/>
        <w:t>Homologation</w:t>
      </w:r>
    </w:p>
    <w:p w:rsidR="0062553F" w:rsidRPr="00A33F64" w:rsidRDefault="0062553F" w:rsidP="0062553F">
      <w:pPr>
        <w:pStyle w:val="SingleTxtG"/>
        <w:ind w:left="2268" w:hanging="1134"/>
      </w:pPr>
      <w:r w:rsidRPr="00A33F64">
        <w:t>16.1</w:t>
      </w:r>
      <w:r w:rsidRPr="00A33F64">
        <w:tab/>
        <w:t xml:space="preserve">Si les échantillons présentés à l’homologation satisfont aux prescriptions du </w:t>
      </w:r>
      <w:r w:rsidR="00C65359">
        <w:t xml:space="preserve">paragraphe </w:t>
      </w:r>
      <w:r w:rsidRPr="00A33F64">
        <w:t>17 du présent Règlement, le type d’AECD considéré est homologué.</w:t>
      </w:r>
    </w:p>
    <w:p w:rsidR="0062553F" w:rsidRPr="00A33F64" w:rsidRDefault="0062553F" w:rsidP="0062553F">
      <w:pPr>
        <w:pStyle w:val="SingleTxtG"/>
        <w:ind w:left="2268"/>
      </w:pPr>
      <w:r w:rsidRPr="00A33F64">
        <w:tab/>
        <w:t>Si la demande d’homologation d’un type d’AECD soumise conformément à la présente partie du Règlement renvoie à une ou plusieurs homologations d’AECC obtenues conformément à la partie Ia, le constructeur doit fournir un dossier renseignant sur la conception de base de l’AECD et la façon dont il est prévu de l’associer (par un numéro d’identification, par exemple) à l’AECC (ou aux AECC) de la partie Ia.</w:t>
      </w:r>
    </w:p>
    <w:p w:rsidR="0062553F" w:rsidRPr="00A33F64" w:rsidRDefault="0062553F" w:rsidP="0062553F">
      <w:pPr>
        <w:pStyle w:val="SingleTxtG"/>
        <w:ind w:left="2268"/>
      </w:pPr>
      <w:r w:rsidRPr="00A33F64">
        <w:tab/>
        <w:t>Le constructeur doit fournir un dossier renseignant sur la conception de base de l’AECD et la façon dont il est prévu de l’associer (par un numéro d’identification, par exemple) à une installation ultérieure d’AECD homologuée conformément à la partie II.</w:t>
      </w:r>
    </w:p>
    <w:p w:rsidR="0062553F" w:rsidRPr="00A33F64" w:rsidRDefault="0062553F" w:rsidP="0062553F">
      <w:pPr>
        <w:pStyle w:val="SingleTxtG"/>
        <w:keepNext/>
        <w:keepLines/>
        <w:ind w:left="2268"/>
      </w:pPr>
      <w:r w:rsidRPr="00A33F64">
        <w:tab/>
        <w:t>Si la demande d’homologation d’un type d’AECD renvoie à une ou plusieurs homologations d’AECC obtenues conformément à la part</w:t>
      </w:r>
      <w:r>
        <w:t>ie </w:t>
      </w:r>
      <w:r w:rsidRPr="00A33F64">
        <w:t>Ia, l’autorité compétente doit se renseigner sur les prescriptions et les éléments d’AECC déjà pris en compte dans l’homologation (ou les homologations) d’AECC, de façon à éviter de refaire les mêmes vérifications.</w:t>
      </w:r>
    </w:p>
    <w:p w:rsidR="0062553F" w:rsidRPr="00A33F64" w:rsidRDefault="0062553F" w:rsidP="0062553F">
      <w:pPr>
        <w:pStyle w:val="SingleTxtG"/>
        <w:ind w:left="2268" w:hanging="1134"/>
      </w:pPr>
      <w:r w:rsidRPr="00A33F64">
        <w:t>16.2</w:t>
      </w:r>
      <w:r w:rsidRPr="00A33F64">
        <w:tab/>
        <w:t>Chaque type homologué reçoit un numéro d’homologation, dont les deux premiers chiffres (dans le cas présent 00) indiquent la série d’amendements correspondant aux modifications techniques essentielles les plus récentes apportées au Règlement, à la date de délivrance de l’homologation. La même Partie contractante ne peut pas attribuer ce même numéro à un autre type d’AECD.</w:t>
      </w:r>
    </w:p>
    <w:p w:rsidR="0062553F" w:rsidRPr="00A33F64" w:rsidRDefault="0062553F" w:rsidP="0062553F">
      <w:pPr>
        <w:pStyle w:val="SingleTxtG"/>
        <w:ind w:left="2268" w:hanging="1134"/>
      </w:pPr>
      <w:r w:rsidRPr="00A33F64">
        <w:t>16.3</w:t>
      </w:r>
      <w:r w:rsidRPr="00A33F64">
        <w:tab/>
        <w:t>L’homologation, le refus, l’extension ou le retrait d’homologation ou l’arrêt définitif de la production d’un type d’AECD conformément au présent Règlement doivent être notifiés aux Parties à l’Accord appliquant le présent Règlement, au moyen d’une fiche conforme au modèle visé à l’</w:t>
      </w:r>
      <w:r w:rsidR="00C65359">
        <w:t xml:space="preserve">annexe </w:t>
      </w:r>
      <w:r w:rsidRPr="00A33F64">
        <w:t>2 du présent Règlement.</w:t>
      </w:r>
    </w:p>
    <w:p w:rsidR="0062553F" w:rsidRPr="00A33F64" w:rsidRDefault="0062553F" w:rsidP="00600AF5">
      <w:pPr>
        <w:pStyle w:val="SingleTxtG"/>
        <w:spacing w:after="100"/>
        <w:ind w:left="2268" w:hanging="1134"/>
      </w:pPr>
      <w:r w:rsidRPr="00A33F64">
        <w:lastRenderedPageBreak/>
        <w:t>16.4</w:t>
      </w:r>
      <w:r w:rsidRPr="00A33F64">
        <w:tab/>
        <w:t xml:space="preserve">Sur tout AECD conforme à un type homologué en application du présent Règlement, il doit être apposé de manière visible, à l’endroit indiqué au </w:t>
      </w:r>
      <w:r w:rsidR="00C65359">
        <w:t xml:space="preserve">paragraphe </w:t>
      </w:r>
      <w:r w:rsidRPr="00A33F64">
        <w:t xml:space="preserve">15.2 ci-dessus, outre la marque prescrite au </w:t>
      </w:r>
      <w:r w:rsidR="00C65359">
        <w:t xml:space="preserve">paragraphe </w:t>
      </w:r>
      <w:r w:rsidRPr="00A33F64">
        <w:t>15.1, une marque d’homologation internationale, conforme au modèle de l’</w:t>
      </w:r>
      <w:r w:rsidR="00C65359">
        <w:t xml:space="preserve">annexe </w:t>
      </w:r>
      <w:r w:rsidRPr="00A33F64">
        <w:t>2, composée :</w:t>
      </w:r>
    </w:p>
    <w:p w:rsidR="0062553F" w:rsidRPr="00A33F64" w:rsidRDefault="0062553F" w:rsidP="00600AF5">
      <w:pPr>
        <w:pStyle w:val="SingleTxtG"/>
        <w:spacing w:after="100"/>
        <w:ind w:left="2268" w:hanging="1134"/>
      </w:pPr>
      <w:r w:rsidRPr="00A33F64">
        <w:t>16.4.1</w:t>
      </w:r>
      <w:r w:rsidRPr="00A33F64">
        <w:tab/>
        <w:t>D’un cercle à l’intérieur duquel est placée la lettre « E » suivie du numéro distinctif du pays qui a délivré l’homologation ;</w:t>
      </w:r>
    </w:p>
    <w:p w:rsidR="0062553F" w:rsidRPr="00A33F64" w:rsidRDefault="0062553F" w:rsidP="00600AF5">
      <w:pPr>
        <w:pStyle w:val="SingleTxtG"/>
        <w:spacing w:after="100"/>
        <w:ind w:left="2268" w:hanging="1134"/>
      </w:pPr>
      <w:r w:rsidRPr="00A33F64">
        <w:t>16.4.2</w:t>
      </w:r>
      <w:r w:rsidRPr="00A33F64">
        <w:tab/>
        <w:t>Du numéro du présent Règlement, suivi de la lettre « R », d’un tiret et du numéro d’homologation, placé à droite du cercle prévu au paragraphe 16.4.1.</w:t>
      </w:r>
    </w:p>
    <w:p w:rsidR="0062553F" w:rsidRPr="00A33F64" w:rsidRDefault="0062553F" w:rsidP="00600AF5">
      <w:pPr>
        <w:pStyle w:val="SingleTxtG"/>
        <w:spacing w:after="100"/>
        <w:ind w:left="2268" w:hanging="1134"/>
      </w:pPr>
      <w:r w:rsidRPr="00A33F64">
        <w:t>16.5</w:t>
      </w:r>
      <w:r w:rsidRPr="00A33F64">
        <w:tab/>
      </w:r>
      <w:r w:rsidRPr="00A33F64">
        <w:tab/>
        <w:t>La marque d’homologation doit être nettement lisible et indélébile.</w:t>
      </w:r>
    </w:p>
    <w:p w:rsidR="0062553F" w:rsidRPr="00A33F64" w:rsidRDefault="0062553F" w:rsidP="0062553F">
      <w:pPr>
        <w:pStyle w:val="HChG"/>
        <w:ind w:left="2268"/>
      </w:pPr>
      <w:r w:rsidRPr="00A33F64">
        <w:t>17.</w:t>
      </w:r>
      <w:r w:rsidRPr="00A33F64">
        <w:tab/>
        <w:t>Prescriptions</w:t>
      </w:r>
    </w:p>
    <w:p w:rsidR="0062553F" w:rsidRPr="00A33F64" w:rsidRDefault="0062553F" w:rsidP="00600AF5">
      <w:pPr>
        <w:pStyle w:val="SingleTxtG"/>
        <w:spacing w:after="100"/>
        <w:ind w:left="2268" w:hanging="1134"/>
      </w:pPr>
      <w:r w:rsidRPr="00A33F64">
        <w:t>17.1</w:t>
      </w:r>
      <w:r w:rsidRPr="00A33F64">
        <w:tab/>
        <w:t>Généralités</w:t>
      </w:r>
    </w:p>
    <w:p w:rsidR="0062553F" w:rsidRPr="00A33F64" w:rsidRDefault="0062553F" w:rsidP="00600AF5">
      <w:pPr>
        <w:pStyle w:val="SingleTxtG"/>
        <w:spacing w:after="100"/>
        <w:ind w:left="2268"/>
      </w:pPr>
      <w:r w:rsidRPr="00A33F64">
        <w:t>Dès réception du signal de déclenchement, l’AECD doit envoyer des données et établir une liaison vocale avec le PSAP.</w:t>
      </w:r>
    </w:p>
    <w:p w:rsidR="0062553F" w:rsidRPr="00A33F64" w:rsidRDefault="0062553F" w:rsidP="00600AF5">
      <w:pPr>
        <w:pStyle w:val="SingleTxtG"/>
        <w:spacing w:after="100"/>
        <w:ind w:left="2268"/>
      </w:pPr>
      <w:r w:rsidRPr="00A33F64">
        <w:t>Si la transmission de données échoue, l’AECD doit essayer à nouveau d’envoyer les données.</w:t>
      </w:r>
    </w:p>
    <w:p w:rsidR="0062553F" w:rsidRPr="00A33F64" w:rsidRDefault="0062553F" w:rsidP="00600AF5">
      <w:pPr>
        <w:pStyle w:val="SingleTxtG"/>
        <w:spacing w:after="100"/>
        <w:ind w:left="2268"/>
      </w:pPr>
      <w:r w:rsidRPr="00A33F64">
        <w:t>Si l’AECD réussit à envoyer des données et perd ensuite la liaison vocale, il doit s’efforcer de rétablir cette liaison.</w:t>
      </w:r>
    </w:p>
    <w:p w:rsidR="0062553F" w:rsidRPr="00A33F64" w:rsidRDefault="0062553F" w:rsidP="00600AF5">
      <w:pPr>
        <w:pStyle w:val="SingleTxtG"/>
        <w:spacing w:after="100"/>
        <w:ind w:left="2268"/>
      </w:pPr>
      <w:r w:rsidRPr="00A33F64">
        <w:t>Si l’AECD ne peut établir de liaison vocale et/ou envoyer des données sur le réseau mobile terrestre public, il doit stocker les données dans une mémoire non volatile et s’efforcer de retransmettre les données et d’établir une liaison vocale.</w:t>
      </w:r>
    </w:p>
    <w:p w:rsidR="0062553F" w:rsidRPr="00600AF5" w:rsidRDefault="0062553F" w:rsidP="00600AF5">
      <w:pPr>
        <w:pStyle w:val="SingleTxtG"/>
        <w:spacing w:after="100"/>
        <w:ind w:left="2268" w:hanging="1134"/>
        <w:rPr>
          <w:spacing w:val="-2"/>
        </w:rPr>
      </w:pPr>
      <w:r w:rsidRPr="00600AF5">
        <w:rPr>
          <w:spacing w:val="-2"/>
        </w:rPr>
        <w:t>17.2</w:t>
      </w:r>
      <w:r w:rsidRPr="00600AF5">
        <w:rPr>
          <w:spacing w:val="-2"/>
        </w:rPr>
        <w:tab/>
        <w:t>L’efficacité de l’AECD ne doit pas être perturbée par des champs magnétiques ou électriques. Il doit notamment être conforme aux prescriptions techniques et aux dispositions transitoires du Règlement ONU n</w:t>
      </w:r>
      <w:r w:rsidRPr="00600AF5">
        <w:rPr>
          <w:spacing w:val="-2"/>
          <w:vertAlign w:val="superscript"/>
        </w:rPr>
        <w:t>o</w:t>
      </w:r>
      <w:r w:rsidRPr="00600AF5">
        <w:rPr>
          <w:spacing w:val="-2"/>
        </w:rPr>
        <w:t> 10, série 04 d’amendements ou à toute autre série ultérieure d’amendements.</w:t>
      </w:r>
    </w:p>
    <w:p w:rsidR="0062553F" w:rsidRPr="00A33F64" w:rsidRDefault="0062553F" w:rsidP="00600AF5">
      <w:pPr>
        <w:pStyle w:val="SingleTxtG"/>
        <w:spacing w:after="100"/>
        <w:ind w:left="2268" w:hanging="1134"/>
      </w:pPr>
      <w:r w:rsidRPr="00A33F64">
        <w:t>17.3</w:t>
      </w:r>
      <w:r w:rsidRPr="00A33F64">
        <w:tab/>
        <w:t>Détermination de la position</w:t>
      </w:r>
    </w:p>
    <w:p w:rsidR="0062553F" w:rsidRPr="00600AF5" w:rsidRDefault="0062553F" w:rsidP="00600AF5">
      <w:pPr>
        <w:pStyle w:val="SingleTxtG"/>
        <w:spacing w:after="100"/>
        <w:ind w:left="2268"/>
        <w:rPr>
          <w:spacing w:val="-2"/>
        </w:rPr>
      </w:pPr>
      <w:r w:rsidRPr="00600AF5">
        <w:rPr>
          <w:spacing w:val="-2"/>
        </w:rPr>
        <w:t xml:space="preserve">Si l’AECD est équipé, conformément au </w:t>
      </w:r>
      <w:r w:rsidR="00C65359" w:rsidRPr="00600AF5">
        <w:rPr>
          <w:spacing w:val="-2"/>
        </w:rPr>
        <w:t xml:space="preserve">paragraphe </w:t>
      </w:r>
      <w:r w:rsidRPr="00600AF5">
        <w:rPr>
          <w:spacing w:val="-2"/>
        </w:rPr>
        <w:t xml:space="preserve">1.4, d’un récepteur GNSS qui capte les signaux d’au moins trois systèmes de navigation (GLONASS, Galileo et GPS), et qu’il est capable de recevoir et de traiter des signaux SBAS, il doit satisfaire aux prescriptions des </w:t>
      </w:r>
      <w:r w:rsidR="00C65359" w:rsidRPr="00600AF5">
        <w:rPr>
          <w:spacing w:val="-2"/>
        </w:rPr>
        <w:t xml:space="preserve">paragraphes </w:t>
      </w:r>
      <w:r w:rsidRPr="00600AF5">
        <w:rPr>
          <w:spacing w:val="-2"/>
        </w:rPr>
        <w:t>17.3.1 à 17.3.11.</w:t>
      </w:r>
    </w:p>
    <w:p w:rsidR="0062553F" w:rsidRPr="00A33F64" w:rsidRDefault="0062553F" w:rsidP="00600AF5">
      <w:pPr>
        <w:pStyle w:val="SingleTxtG"/>
        <w:spacing w:after="100"/>
        <w:ind w:left="2268"/>
      </w:pPr>
      <w:r w:rsidRPr="00A33F64">
        <w:t>La capacité de positionnement de l’AECD peut être démontrée au moyen des méthodes d’essai décrites à l’</w:t>
      </w:r>
      <w:r w:rsidR="00C65359">
        <w:t xml:space="preserve">annexe </w:t>
      </w:r>
      <w:r w:rsidRPr="00A33F64">
        <w:t>10 (Méthodes d’essai pour les solutions de navigation). L’information correspondante doit figurer dans le document de communication visé à l’</w:t>
      </w:r>
      <w:r w:rsidR="00C65359">
        <w:t xml:space="preserve">annexe </w:t>
      </w:r>
      <w:r w:rsidRPr="00A33F64">
        <w:t xml:space="preserve">2, </w:t>
      </w:r>
      <w:r w:rsidR="00600AF5">
        <w:t xml:space="preserve">point </w:t>
      </w:r>
      <w:r w:rsidRPr="00A33F64">
        <w:t>11.</w:t>
      </w:r>
    </w:p>
    <w:p w:rsidR="0062553F" w:rsidRPr="00A33F64" w:rsidRDefault="0062553F" w:rsidP="00600AF5">
      <w:pPr>
        <w:pStyle w:val="SingleTxtG"/>
        <w:spacing w:after="100"/>
        <w:ind w:left="2268" w:hanging="1134"/>
      </w:pPr>
      <w:r w:rsidRPr="00A33F64">
        <w:t>17.3.1</w:t>
      </w:r>
      <w:r w:rsidRPr="00A33F64">
        <w:tab/>
        <w:t>Le récepteur GNSS doit être capable de produire la solution de navigation dans un format conforme au protocole NMEA-0183 (messages RMC, GGA, VTG, GSA ou GSV). La configuration de l’AECD pour la production de messages NMEA-0183 doit être décrite dans le mode d’emploi.</w:t>
      </w:r>
    </w:p>
    <w:p w:rsidR="0062553F" w:rsidRPr="00A33F64" w:rsidRDefault="0062553F" w:rsidP="00600AF5">
      <w:pPr>
        <w:pStyle w:val="SingleTxtG"/>
        <w:spacing w:after="100"/>
        <w:ind w:left="2268" w:hanging="1134"/>
      </w:pPr>
      <w:r w:rsidRPr="00A33F64">
        <w:t>17.3.2</w:t>
      </w:r>
      <w:r w:rsidRPr="00A33F64">
        <w:tab/>
        <w:t>Le récepteur GNSS faisant partie de l’AECD doit être capable de recevoir et de traiter des signaux GNSS dans la bande L1/E1 provenant d’au moins trois systèmes mondiaux de navigation par satellite, par exemple GLONASS, Galileo et GPS.</w:t>
      </w:r>
    </w:p>
    <w:p w:rsidR="0062553F" w:rsidRPr="00A33F64" w:rsidRDefault="0062553F" w:rsidP="00600AF5">
      <w:pPr>
        <w:pStyle w:val="SingleTxtG"/>
        <w:spacing w:after="100"/>
        <w:ind w:left="2268" w:hanging="1134"/>
      </w:pPr>
      <w:r w:rsidRPr="00A33F64">
        <w:t>17.3.3</w:t>
      </w:r>
      <w:r w:rsidRPr="00A33F64">
        <w:tab/>
        <w:t>Le récepteur GNSS faisant partie de l’AECD doit être capable de recevoir et de traiter des signaux GNSS combinés dans la bande L1/E1 provenant d’au moins trois systèmes mondiaux de navigation par satellite, parmi lesquels GLONASS, Galileo, GPS et SBAS.</w:t>
      </w:r>
    </w:p>
    <w:p w:rsidR="0062553F" w:rsidRPr="00A33F64" w:rsidRDefault="0062553F" w:rsidP="00600AF5">
      <w:pPr>
        <w:pStyle w:val="SingleTxtG"/>
        <w:spacing w:after="100"/>
        <w:ind w:left="2268" w:hanging="1134"/>
      </w:pPr>
      <w:r w:rsidRPr="00A33F64">
        <w:t>17.3.4</w:t>
      </w:r>
      <w:r w:rsidRPr="00A33F64">
        <w:tab/>
        <w:t>Le récepteur GNSS faisant partie de l’AECD doit être capable de fournir des renseignements concernant la position du véhicule dans le système de coordonnées WGS-84.</w:t>
      </w:r>
    </w:p>
    <w:p w:rsidR="0062553F" w:rsidRPr="00A33F64" w:rsidRDefault="0062553F" w:rsidP="0062553F">
      <w:pPr>
        <w:pStyle w:val="SingleTxtG"/>
        <w:ind w:left="2268" w:hanging="1134"/>
      </w:pPr>
      <w:r w:rsidRPr="00A33F64">
        <w:lastRenderedPageBreak/>
        <w:t>17.3.5</w:t>
      </w:r>
      <w:r w:rsidRPr="00A33F64">
        <w:tab/>
        <w:t>Le récepteur GNSS doit être capable de se positionner au moins une fois par seconde.</w:t>
      </w:r>
    </w:p>
    <w:p w:rsidR="0062553F" w:rsidRPr="00A33F64" w:rsidRDefault="0062553F" w:rsidP="0062553F">
      <w:pPr>
        <w:pStyle w:val="SingleTxtG"/>
        <w:ind w:left="2268" w:hanging="1134"/>
      </w:pPr>
      <w:r w:rsidRPr="00A33F64">
        <w:t>17.3.6</w:t>
      </w:r>
      <w:r w:rsidRPr="00A33F64">
        <w:tab/>
        <w:t>L’erreur de position dans le sens horizontal ne doit pas dépasser :</w:t>
      </w:r>
    </w:p>
    <w:p w:rsidR="0062553F" w:rsidRPr="00A33F64" w:rsidRDefault="0062553F" w:rsidP="0062553F">
      <w:pPr>
        <w:pStyle w:val="SingleTxtG"/>
        <w:ind w:left="2835" w:hanging="567"/>
      </w:pPr>
      <w:r w:rsidRPr="00A33F64">
        <w:t>a)</w:t>
      </w:r>
      <w:r w:rsidRPr="00A33F64">
        <w:tab/>
        <w:t>En mode « ciel ouvert », 15 m avec un taux de fiabilité de 0,95 et un PDOP compris entre 2 et 2,5 ;</w:t>
      </w:r>
    </w:p>
    <w:p w:rsidR="0062553F" w:rsidRPr="00A33F64" w:rsidRDefault="0062553F" w:rsidP="0062553F">
      <w:pPr>
        <w:pStyle w:val="SingleTxtG"/>
        <w:ind w:left="2835" w:hanging="567"/>
      </w:pPr>
      <w:r w:rsidRPr="00A33F64">
        <w:t>b)</w:t>
      </w:r>
      <w:r w:rsidRPr="00A33F64">
        <w:tab/>
        <w:t>En mode « canyon urbain », 40 m avec un taux de fiabilité de 0,95 et un PDOP compris entre 3,5 et 4.</w:t>
      </w:r>
    </w:p>
    <w:p w:rsidR="0062553F" w:rsidRPr="00A33F64" w:rsidRDefault="0062553F" w:rsidP="0062553F">
      <w:pPr>
        <w:pStyle w:val="SingleTxtG"/>
        <w:ind w:left="2268" w:hanging="1134"/>
      </w:pPr>
      <w:r w:rsidRPr="00A33F64">
        <w:t>17.3.7</w:t>
      </w:r>
      <w:r w:rsidRPr="00A33F64">
        <w:tab/>
        <w:t>Les prescriptions de précision doivent être fournies :</w:t>
      </w:r>
    </w:p>
    <w:p w:rsidR="0062553F" w:rsidRPr="00A33F64" w:rsidRDefault="0062553F" w:rsidP="0062553F">
      <w:pPr>
        <w:pStyle w:val="SingleTxtG"/>
        <w:ind w:left="2835" w:hanging="567"/>
      </w:pPr>
      <w:r w:rsidRPr="00A33F64">
        <w:t>a)</w:t>
      </w:r>
      <w:r w:rsidRPr="00A33F64">
        <w:tab/>
        <w:t>Pour une vitesse comprise entre 0 et 140 km/h ; et</w:t>
      </w:r>
    </w:p>
    <w:p w:rsidR="0062553F" w:rsidRPr="00A33F64" w:rsidRDefault="0062553F" w:rsidP="0062553F">
      <w:pPr>
        <w:pStyle w:val="SingleTxtG"/>
        <w:ind w:left="2835" w:hanging="567"/>
      </w:pPr>
      <w:r w:rsidRPr="00A33F64">
        <w:t>b)</w:t>
      </w:r>
      <w:r w:rsidRPr="00A33F64">
        <w:tab/>
        <w:t>Pour une accélération linéaire comprise entre 0 et 2 g.</w:t>
      </w:r>
    </w:p>
    <w:p w:rsidR="0062553F" w:rsidRPr="00A33F64" w:rsidRDefault="0062553F" w:rsidP="0062553F">
      <w:pPr>
        <w:pStyle w:val="SingleTxtG"/>
        <w:ind w:left="2268" w:hanging="1134"/>
      </w:pPr>
      <w:r w:rsidRPr="00A33F64">
        <w:t>17.3.8</w:t>
      </w:r>
      <w:r w:rsidRPr="00A33F64">
        <w:tab/>
        <w:t>Le délai de premier positionnement à froid ne doit pas dépasser :</w:t>
      </w:r>
    </w:p>
    <w:p w:rsidR="0062553F" w:rsidRPr="00A33F64" w:rsidRDefault="0062553F" w:rsidP="0062553F">
      <w:pPr>
        <w:pStyle w:val="SingleTxtG"/>
        <w:ind w:left="2835" w:hanging="567"/>
      </w:pPr>
      <w:r w:rsidRPr="00A33F64">
        <w:t>a)</w:t>
      </w:r>
      <w:r w:rsidRPr="00A33F64">
        <w:tab/>
        <w:t>60 s pour un niveau de signal pouvant aller jusqu’à -130 dBm ;</w:t>
      </w:r>
    </w:p>
    <w:p w:rsidR="0062553F" w:rsidRPr="00A33F64" w:rsidRDefault="0062553F" w:rsidP="0062553F">
      <w:pPr>
        <w:pStyle w:val="SingleTxtG"/>
        <w:ind w:left="2835" w:hanging="567"/>
      </w:pPr>
      <w:r w:rsidRPr="00A33F64">
        <w:t>b)</w:t>
      </w:r>
      <w:r w:rsidRPr="00A33F64">
        <w:tab/>
        <w:t>300 s pour un niveau de signal pouvant aller jusqu’à -140 dBm.</w:t>
      </w:r>
    </w:p>
    <w:p w:rsidR="0062553F" w:rsidRPr="00A33F64" w:rsidRDefault="0062553F" w:rsidP="0062553F">
      <w:pPr>
        <w:pStyle w:val="SingleTxtG"/>
        <w:ind w:left="2268" w:hanging="1134"/>
      </w:pPr>
      <w:r w:rsidRPr="00A33F64">
        <w:t>17.3.9</w:t>
      </w:r>
      <w:r w:rsidRPr="00A33F64">
        <w:tab/>
        <w:t>Le délai de rétablissement d’un signal GNSS après un blocage de 60 s à un niveau de signal pouvant aller jusqu’à -130 dBm ne doit pas dépasser 20 s après récupération de la visibilité du satellite de navigation.</w:t>
      </w:r>
    </w:p>
    <w:p w:rsidR="0062553F" w:rsidRPr="00A33F64" w:rsidRDefault="0062553F" w:rsidP="0062553F">
      <w:pPr>
        <w:pStyle w:val="SingleTxtG"/>
        <w:ind w:left="2268" w:hanging="1134"/>
      </w:pPr>
      <w:r w:rsidRPr="00A33F64">
        <w:t>17.3.10</w:t>
      </w:r>
      <w:r w:rsidRPr="00A33F64">
        <w:tab/>
        <w:t>Sensibilité à l’entrée du récepteur :</w:t>
      </w:r>
    </w:p>
    <w:p w:rsidR="0062553F" w:rsidRPr="00A33F64" w:rsidRDefault="0062553F" w:rsidP="0062553F">
      <w:pPr>
        <w:pStyle w:val="SingleTxtG"/>
        <w:ind w:left="2835" w:hanging="567"/>
      </w:pPr>
      <w:r w:rsidRPr="00A33F64">
        <w:t>a)</w:t>
      </w:r>
      <w:r w:rsidRPr="00A33F64">
        <w:tab/>
        <w:t>La détection des signaux GNSS (départ à froid) ne doit pas dépasser 3 600 s à un niveau de signal, en entrée d’antenne, de -144 dBm ;</w:t>
      </w:r>
    </w:p>
    <w:p w:rsidR="0062553F" w:rsidRPr="00A33F64" w:rsidRDefault="0062553F" w:rsidP="0062553F">
      <w:pPr>
        <w:pStyle w:val="SingleTxtG"/>
        <w:ind w:left="2835" w:hanging="567"/>
      </w:pPr>
      <w:r w:rsidRPr="00A33F64">
        <w:t>b)</w:t>
      </w:r>
      <w:r w:rsidRPr="00A33F64">
        <w:tab/>
        <w:t>La poursuite des signaux GNSS et le calcul de la solution de navigation sont disponibles pendant au moins 600 s à un niveau de signal, en entrée d’antenne, de -155 dBm ;</w:t>
      </w:r>
    </w:p>
    <w:p w:rsidR="0062553F" w:rsidRPr="00A33F64" w:rsidRDefault="0062553F" w:rsidP="0062553F">
      <w:pPr>
        <w:pStyle w:val="SingleTxtG"/>
        <w:ind w:left="2835" w:hanging="567"/>
      </w:pPr>
      <w:r w:rsidRPr="00A33F64">
        <w:t>c)</w:t>
      </w:r>
      <w:r w:rsidRPr="00A33F64">
        <w:tab/>
        <w:t>Le rétablissement des signaux GNSS et le calcul de la solution de navigation sont possibles en 60 s maximum, à un niveau de signal, en entrée d’antenne, de -150 dBm.</w:t>
      </w:r>
    </w:p>
    <w:p w:rsidR="0062553F" w:rsidRPr="00A33F64" w:rsidRDefault="0062553F" w:rsidP="0062553F">
      <w:pPr>
        <w:pStyle w:val="SingleTxtG"/>
        <w:ind w:left="2268" w:hanging="1134"/>
      </w:pPr>
      <w:r w:rsidRPr="00A33F64">
        <w:t>17.3.11</w:t>
      </w:r>
      <w:r w:rsidRPr="00A33F64">
        <w:tab/>
        <w:t>Les procédures d’essai prévues à l’</w:t>
      </w:r>
      <w:r w:rsidR="00C65359">
        <w:t xml:space="preserve">annexe </w:t>
      </w:r>
      <w:r w:rsidRPr="00A33F64">
        <w:t>10 peuvent être effectuées soit sur le dispositif AECD, avec possibilité d’évaluer la capacité de traitement aval, soit directement sur le récepteur GNSS faisant partie de l’AECD.</w:t>
      </w:r>
    </w:p>
    <w:p w:rsidR="0062553F" w:rsidRPr="00A33F64" w:rsidRDefault="0062553F" w:rsidP="0062553F">
      <w:pPr>
        <w:pStyle w:val="SingleTxtG"/>
        <w:keepNext/>
        <w:ind w:left="2268" w:hanging="1134"/>
      </w:pPr>
      <w:r w:rsidRPr="00A33F64">
        <w:t>17.4</w:t>
      </w:r>
      <w:r w:rsidRPr="00A33F64">
        <w:tab/>
        <w:t>Moyens d’accès au PLMN</w:t>
      </w:r>
    </w:p>
    <w:p w:rsidR="0062553F" w:rsidRPr="00A33F64" w:rsidRDefault="0062553F" w:rsidP="0062553F">
      <w:pPr>
        <w:pStyle w:val="SingleTxtG"/>
        <w:ind w:left="2268"/>
      </w:pPr>
      <w:r w:rsidRPr="00A33F64">
        <w:t>L’AECD doit être équipé d’un matériel intégré permettant l’enregistrement et/ou l’authentification du PLMN ainsi que l’accès à celui-ci.</w:t>
      </w:r>
    </w:p>
    <w:p w:rsidR="0062553F" w:rsidRPr="00A33F64" w:rsidRDefault="0062553F" w:rsidP="0062553F">
      <w:pPr>
        <w:pStyle w:val="SingleTxtG"/>
        <w:ind w:left="2268" w:hanging="1134"/>
      </w:pPr>
      <w:r w:rsidRPr="00A33F64">
        <w:t>17.5</w:t>
      </w:r>
      <w:r w:rsidRPr="00A33F64">
        <w:tab/>
        <w:t>Signaux d’information et d’avertissement</w:t>
      </w:r>
    </w:p>
    <w:p w:rsidR="0062553F" w:rsidRPr="00A33F64" w:rsidRDefault="0062553F" w:rsidP="0062553F">
      <w:pPr>
        <w:pStyle w:val="SingleTxtG"/>
        <w:ind w:left="2268"/>
      </w:pPr>
      <w:r w:rsidRPr="00A33F64">
        <w:t xml:space="preserve">Si le demandeur de l’homologation le demande, la vérification des signaux d’information et d’avertissement peut faire partie de la procédure d’homologation de type d’un AECD. Dans ce cas, les dispositions des </w:t>
      </w:r>
      <w:r w:rsidR="00C65359">
        <w:t xml:space="preserve">paragraphes </w:t>
      </w:r>
      <w:r w:rsidRPr="00A33F64">
        <w:t>17.5.1 à 17.5.3 s’appliquent. Cette information doit figurer dans le document de communication de l’</w:t>
      </w:r>
      <w:r w:rsidR="00C65359">
        <w:t xml:space="preserve">annexe </w:t>
      </w:r>
      <w:r w:rsidRPr="00A33F64">
        <w:t xml:space="preserve">2, </w:t>
      </w:r>
      <w:r w:rsidR="00600AF5">
        <w:t xml:space="preserve">point </w:t>
      </w:r>
      <w:r w:rsidRPr="00A33F64">
        <w:t>12. Si la vérification des signaux d’information et d’avertissement ne fait pas partie de la procédure d’homologation d’un AECD en application de la partie Ib, elle doit faire partie de la procédure d’homologation en application de la partie II.</w:t>
      </w:r>
    </w:p>
    <w:p w:rsidR="0062553F" w:rsidRPr="00A33F64" w:rsidRDefault="0062553F" w:rsidP="0062553F">
      <w:pPr>
        <w:pStyle w:val="SingleTxtG"/>
        <w:ind w:left="2268" w:hanging="1134"/>
      </w:pPr>
      <w:r w:rsidRPr="00A33F64">
        <w:t>17.5.1</w:t>
      </w:r>
      <w:r w:rsidRPr="00A33F64">
        <w:tab/>
        <w:t>Les informations ci-dessous doivent être communiquées à propos du statut de la procédure d’appel d’urgence lorsque l’AECD est déclenché de façon manuelle ou automatique :</w:t>
      </w:r>
    </w:p>
    <w:p w:rsidR="0062553F" w:rsidRPr="00A33F64" w:rsidRDefault="0062553F" w:rsidP="0062553F">
      <w:pPr>
        <w:pStyle w:val="SingleTxtG"/>
        <w:ind w:left="2835" w:hanging="567"/>
      </w:pPr>
      <w:r w:rsidRPr="00A33F64">
        <w:t>a)</w:t>
      </w:r>
      <w:r w:rsidRPr="00A33F64">
        <w:tab/>
        <w:t>Le système est activé (déclenchement de l’appel d’urgence, établissement de la connexion ou transmission des données en cours ou achevée) ;</w:t>
      </w:r>
    </w:p>
    <w:p w:rsidR="0062553F" w:rsidRPr="00A33F64" w:rsidRDefault="0062553F" w:rsidP="0062553F">
      <w:pPr>
        <w:pStyle w:val="SingleTxtG"/>
        <w:ind w:left="2835" w:hanging="567"/>
      </w:pPr>
      <w:r w:rsidRPr="00A33F64">
        <w:t>b)</w:t>
      </w:r>
      <w:r w:rsidRPr="00A33F64">
        <w:tab/>
        <w:t>Échec de la transmission (échec de la connexion ou échec de la transmission de données).</w:t>
      </w:r>
    </w:p>
    <w:p w:rsidR="0062553F" w:rsidRPr="00A33F64" w:rsidRDefault="0062553F" w:rsidP="0062553F">
      <w:pPr>
        <w:pStyle w:val="SingleTxtG"/>
        <w:ind w:left="2268" w:hanging="1134"/>
      </w:pPr>
      <w:r w:rsidRPr="00A33F64">
        <w:lastRenderedPageBreak/>
        <w:t>17.5.2</w:t>
      </w:r>
      <w:r w:rsidRPr="00A33F64">
        <w:tab/>
        <w:t>Un signal d’avertissement doit être émis en cas de défaillance interne de l’AECD ; ce signal doit être affiché aussi longtemps que dure la défaillance. Il peut être effacé temporairement, mais il doit se rallumer chaque fois que l’allumage du véhicule ou le coupe-circuit principal sont activés (selon le cas).</w:t>
      </w:r>
    </w:p>
    <w:p w:rsidR="0062553F" w:rsidRPr="00A33F64" w:rsidRDefault="0062553F" w:rsidP="0062553F">
      <w:pPr>
        <w:pStyle w:val="SingleTxtG"/>
        <w:ind w:left="2268" w:hanging="1134"/>
      </w:pPr>
      <w:r w:rsidRPr="00A33F64">
        <w:t>17.5.2.1</w:t>
      </w:r>
      <w:r w:rsidRPr="00A33F64">
        <w:tab/>
        <w:t>Le constructeur doit fournir à l’autorité d’homologation une documentation technique pour lui expliquer, dans des termes généraux, comment sont signalées les défaillances. Cette documentation doit être mise à jour par le constructeur et doit pouvoir être consultée par le service technique au moment de l’homologation de type.</w:t>
      </w:r>
    </w:p>
    <w:p w:rsidR="0062553F" w:rsidRPr="00A33F64" w:rsidRDefault="0062553F" w:rsidP="0062553F">
      <w:pPr>
        <w:pStyle w:val="SingleTxtG"/>
        <w:ind w:left="2268"/>
      </w:pPr>
      <w:r w:rsidRPr="00A33F64">
        <w:t>La documentation ci-dessus doit porter au moins sur les points suivants :</w:t>
      </w:r>
    </w:p>
    <w:p w:rsidR="0062553F" w:rsidRPr="00A33F64" w:rsidRDefault="0062553F" w:rsidP="0062553F">
      <w:pPr>
        <w:pStyle w:val="Titre1"/>
        <w:spacing w:after="120"/>
        <w:rPr>
          <w:b/>
        </w:rPr>
      </w:pPr>
      <w:r w:rsidRPr="00A33F64">
        <w:t>Tableau 2</w:t>
      </w:r>
      <w:r>
        <w:t xml:space="preserve"> </w:t>
      </w:r>
      <w:r w:rsidRPr="00A33F64">
        <w:br/>
      </w:r>
      <w:r w:rsidRPr="00A33F64">
        <w:rPr>
          <w:b/>
        </w:rPr>
        <w:t>Modèle d’information de la fonction d’autotest</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5"/>
        <w:gridCol w:w="2729"/>
        <w:gridCol w:w="3690"/>
      </w:tblGrid>
      <w:tr w:rsidR="0062553F" w:rsidRPr="00C62650" w:rsidTr="00431ADD">
        <w:trPr>
          <w:tblHeader/>
        </w:trPr>
        <w:tc>
          <w:tcPr>
            <w:tcW w:w="4173" w:type="dxa"/>
            <w:gridSpan w:val="2"/>
            <w:shd w:val="clear" w:color="auto" w:fill="FFFFFF"/>
            <w:noWrap/>
            <w:vAlign w:val="center"/>
            <w:hideMark/>
          </w:tcPr>
          <w:p w:rsidR="0062553F" w:rsidRPr="00C62650" w:rsidRDefault="0062553F" w:rsidP="00431ADD">
            <w:pPr>
              <w:spacing w:before="60" w:after="60" w:line="220" w:lineRule="atLeast"/>
              <w:ind w:left="57" w:right="57"/>
              <w:jc w:val="center"/>
              <w:rPr>
                <w:i/>
                <w:sz w:val="16"/>
                <w:szCs w:val="16"/>
                <w:lang w:eastAsia="en-GB"/>
              </w:rPr>
            </w:pPr>
            <w:r w:rsidRPr="00C62650">
              <w:rPr>
                <w:i/>
                <w:sz w:val="16"/>
                <w:szCs w:val="16"/>
                <w:lang w:eastAsia="en-GB"/>
              </w:rPr>
              <w:t>Point</w:t>
            </w:r>
          </w:p>
        </w:tc>
        <w:tc>
          <w:tcPr>
            <w:tcW w:w="3198" w:type="dxa"/>
            <w:vMerge w:val="restart"/>
            <w:shd w:val="clear" w:color="auto" w:fill="FFFFFF"/>
            <w:vAlign w:val="bottom"/>
            <w:hideMark/>
          </w:tcPr>
          <w:p w:rsidR="0062553F" w:rsidRPr="00C62650" w:rsidRDefault="0062553F" w:rsidP="00431ADD">
            <w:pPr>
              <w:spacing w:before="60" w:after="60" w:line="220" w:lineRule="atLeast"/>
              <w:ind w:left="57" w:right="57"/>
              <w:rPr>
                <w:bCs/>
                <w:i/>
                <w:sz w:val="16"/>
                <w:szCs w:val="16"/>
                <w:lang w:eastAsia="en-GB"/>
              </w:rPr>
            </w:pPr>
            <w:r w:rsidRPr="00C62650">
              <w:rPr>
                <w:bCs/>
                <w:i/>
                <w:sz w:val="16"/>
                <w:szCs w:val="16"/>
                <w:lang w:eastAsia="en-GB"/>
              </w:rPr>
              <w:t>Note</w:t>
            </w:r>
          </w:p>
        </w:tc>
      </w:tr>
      <w:tr w:rsidR="0062553F" w:rsidRPr="00C62650" w:rsidTr="00431ADD">
        <w:trPr>
          <w:trHeight w:val="341"/>
          <w:tblHeader/>
        </w:trPr>
        <w:tc>
          <w:tcPr>
            <w:tcW w:w="1808" w:type="dxa"/>
            <w:shd w:val="clear" w:color="auto" w:fill="FFFFFF"/>
            <w:noWrap/>
            <w:vAlign w:val="center"/>
            <w:hideMark/>
          </w:tcPr>
          <w:p w:rsidR="0062553F" w:rsidRPr="00C62650" w:rsidRDefault="0062553F" w:rsidP="00431ADD">
            <w:pPr>
              <w:spacing w:before="60" w:after="60" w:line="220" w:lineRule="atLeast"/>
              <w:ind w:left="57" w:right="57"/>
              <w:rPr>
                <w:i/>
                <w:sz w:val="16"/>
                <w:szCs w:val="16"/>
                <w:lang w:eastAsia="en-GB"/>
              </w:rPr>
            </w:pPr>
            <w:r w:rsidRPr="00C62650">
              <w:rPr>
                <w:i/>
                <w:sz w:val="16"/>
                <w:szCs w:val="16"/>
                <w:lang w:eastAsia="en-GB"/>
              </w:rPr>
              <w:t>Élément</w:t>
            </w:r>
          </w:p>
        </w:tc>
        <w:tc>
          <w:tcPr>
            <w:tcW w:w="2365" w:type="dxa"/>
            <w:shd w:val="clear" w:color="auto" w:fill="FFFFFF"/>
            <w:vAlign w:val="center"/>
            <w:hideMark/>
          </w:tcPr>
          <w:p w:rsidR="0062553F" w:rsidRPr="00C62650" w:rsidRDefault="0062553F" w:rsidP="00431ADD">
            <w:pPr>
              <w:spacing w:before="60" w:after="60" w:line="220" w:lineRule="atLeast"/>
              <w:ind w:left="57" w:right="57"/>
              <w:rPr>
                <w:i/>
                <w:sz w:val="16"/>
                <w:szCs w:val="16"/>
                <w:lang w:eastAsia="en-GB"/>
              </w:rPr>
            </w:pPr>
            <w:r w:rsidRPr="00C62650">
              <w:rPr>
                <w:i/>
                <w:sz w:val="16"/>
                <w:szCs w:val="16"/>
                <w:lang w:eastAsia="en-GB"/>
              </w:rPr>
              <w:t>Type de défaillance</w:t>
            </w:r>
          </w:p>
        </w:tc>
        <w:tc>
          <w:tcPr>
            <w:tcW w:w="3198" w:type="dxa"/>
            <w:vMerge/>
            <w:vAlign w:val="center"/>
            <w:hideMark/>
          </w:tcPr>
          <w:p w:rsidR="0062553F" w:rsidRPr="00C62650" w:rsidRDefault="0062553F" w:rsidP="00431ADD">
            <w:pPr>
              <w:spacing w:before="60" w:after="60" w:line="220" w:lineRule="atLeast"/>
              <w:ind w:left="57" w:right="57"/>
              <w:rPr>
                <w:bCs/>
                <w:i/>
                <w:sz w:val="16"/>
                <w:szCs w:val="16"/>
                <w:lang w:eastAsia="en-GB"/>
              </w:rPr>
            </w:pPr>
          </w:p>
        </w:tc>
      </w:tr>
      <w:tr w:rsidR="0062553F" w:rsidRPr="00C62650" w:rsidTr="00431ADD">
        <w:trPr>
          <w:trHeight w:val="20"/>
        </w:trPr>
        <w:tc>
          <w:tcPr>
            <w:tcW w:w="1808" w:type="dxa"/>
            <w:shd w:val="clear" w:color="auto" w:fill="auto"/>
            <w:noWrap/>
            <w:hideMark/>
          </w:tcPr>
          <w:p w:rsidR="0062553F" w:rsidRPr="00C62650" w:rsidRDefault="0062553F" w:rsidP="00431ADD">
            <w:pPr>
              <w:spacing w:before="60" w:after="60" w:line="220" w:lineRule="atLeast"/>
              <w:ind w:left="57" w:right="57"/>
              <w:rPr>
                <w:lang w:eastAsia="en-GB"/>
              </w:rPr>
            </w:pPr>
            <w:r w:rsidRPr="00C62650">
              <w:rPr>
                <w:iCs/>
              </w:rPr>
              <w:t>Module de commande</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Défaillance interne</w:t>
            </w:r>
          </w:p>
        </w:tc>
        <w:tc>
          <w:tcPr>
            <w:tcW w:w="3198"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Par exemple défaillance du matériel, chien de garde, checksum, ou encore intégrité de l</w:t>
            </w:r>
            <w:r>
              <w:rPr>
                <w:lang w:eastAsia="en-GB"/>
              </w:rPr>
              <w:t>’</w:t>
            </w:r>
            <w:r w:rsidRPr="00C62650">
              <w:rPr>
                <w:lang w:eastAsia="en-GB"/>
              </w:rPr>
              <w:t>image du logiciel.</w:t>
            </w:r>
          </w:p>
        </w:tc>
      </w:tr>
      <w:tr w:rsidR="0062553F" w:rsidRPr="00C62650" w:rsidTr="00431ADD">
        <w:trPr>
          <w:trHeight w:val="20"/>
        </w:trPr>
        <w:tc>
          <w:tcPr>
            <w:tcW w:w="1808" w:type="dxa"/>
            <w:vMerge w:val="restart"/>
            <w:shd w:val="clear" w:color="auto" w:fill="auto"/>
            <w:noWrap/>
            <w:vAlign w:val="center"/>
            <w:hideMark/>
          </w:tcPr>
          <w:p w:rsidR="0062553F" w:rsidRPr="00C62650" w:rsidRDefault="0062553F" w:rsidP="00431ADD">
            <w:pPr>
              <w:spacing w:before="60" w:after="60" w:line="220" w:lineRule="atLeast"/>
              <w:ind w:left="57" w:right="57"/>
              <w:rPr>
                <w:lang w:eastAsia="en-GB"/>
              </w:rPr>
            </w:pPr>
            <w:r w:rsidRPr="00C62650">
              <w:rPr>
                <w:lang w:eastAsia="en-GB"/>
              </w:rPr>
              <w:t>Module</w:t>
            </w:r>
            <w:r>
              <w:rPr>
                <w:lang w:eastAsia="en-GB"/>
              </w:rPr>
              <w:t xml:space="preserve"> </w:t>
            </w:r>
            <w:r w:rsidRPr="00C62650">
              <w:rPr>
                <w:lang w:eastAsia="en-GB"/>
              </w:rPr>
              <w:t>de communication</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Défaillance du branchement électrique/ou du module de communication</w:t>
            </w:r>
          </w:p>
        </w:tc>
        <w:tc>
          <w:tcPr>
            <w:tcW w:w="3198"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Une défaillance du module de communication peut être détectée</w:t>
            </w:r>
            <w:r>
              <w:rPr>
                <w:bCs/>
                <w:lang w:eastAsia="en-GB"/>
              </w:rPr>
              <w:t xml:space="preserve"> </w:t>
            </w:r>
            <w:r w:rsidRPr="00C62650">
              <w:rPr>
                <w:bCs/>
                <w:lang w:eastAsia="en-GB"/>
              </w:rPr>
              <w:t>par l</w:t>
            </w:r>
            <w:r>
              <w:rPr>
                <w:bCs/>
                <w:lang w:eastAsia="en-GB"/>
              </w:rPr>
              <w:t>’</w:t>
            </w:r>
            <w:r w:rsidRPr="00C62650">
              <w:rPr>
                <w:bCs/>
                <w:lang w:eastAsia="en-GB"/>
              </w:rPr>
              <w:t>absence de communication numérique entre le module de commande et le module de communication.</w:t>
            </w:r>
          </w:p>
        </w:tc>
      </w:tr>
      <w:tr w:rsidR="0062553F" w:rsidRPr="00C62650" w:rsidTr="00431ADD">
        <w:trPr>
          <w:trHeight w:val="20"/>
        </w:trPr>
        <w:tc>
          <w:tcPr>
            <w:tcW w:w="1808" w:type="dxa"/>
            <w:vMerge/>
            <w:shd w:val="clear" w:color="auto" w:fill="auto"/>
            <w:noWrap/>
            <w:hideMark/>
          </w:tcPr>
          <w:p w:rsidR="0062553F" w:rsidRPr="00C62650" w:rsidRDefault="0062553F" w:rsidP="00431ADD">
            <w:pPr>
              <w:spacing w:before="60" w:after="60" w:line="220" w:lineRule="atLeast"/>
              <w:ind w:left="57" w:right="57"/>
              <w:rPr>
                <w:bCs/>
                <w:lang w:eastAsia="en-GB"/>
              </w:rPr>
            </w:pPr>
          </w:p>
        </w:tc>
        <w:tc>
          <w:tcPr>
            <w:tcW w:w="2365"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lang w:eastAsia="en-GB"/>
              </w:rPr>
              <w:t xml:space="preserve">Défaillance </w:t>
            </w:r>
            <w:r w:rsidRPr="00C62650">
              <w:rPr>
                <w:bCs/>
                <w:lang w:eastAsia="en-GB"/>
              </w:rPr>
              <w:t>interne</w:t>
            </w:r>
          </w:p>
        </w:tc>
        <w:tc>
          <w:tcPr>
            <w:tcW w:w="3198"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Ce point concerne une fonction indispensable : en cas de défaillance, l</w:t>
            </w:r>
            <w:r>
              <w:rPr>
                <w:bCs/>
                <w:lang w:eastAsia="en-GB"/>
              </w:rPr>
              <w:t>’</w:t>
            </w:r>
            <w:r w:rsidRPr="00C62650">
              <w:rPr>
                <w:bCs/>
                <w:lang w:eastAsia="en-GB"/>
              </w:rPr>
              <w:t>AECS est paralysé.</w:t>
            </w:r>
          </w:p>
        </w:tc>
      </w:tr>
      <w:tr w:rsidR="0062553F" w:rsidRPr="00C62650" w:rsidTr="00431ADD">
        <w:trPr>
          <w:trHeight w:val="20"/>
        </w:trPr>
        <w:tc>
          <w:tcPr>
            <w:tcW w:w="1808" w:type="dxa"/>
            <w:vMerge w:val="restart"/>
            <w:shd w:val="clear" w:color="auto" w:fill="auto"/>
            <w:noWrap/>
            <w:vAlign w:val="center"/>
            <w:hideMark/>
          </w:tcPr>
          <w:p w:rsidR="0062553F" w:rsidRPr="00C62650" w:rsidRDefault="0062553F" w:rsidP="00431ADD">
            <w:pPr>
              <w:spacing w:before="60" w:after="60" w:line="220" w:lineRule="atLeast"/>
              <w:ind w:left="57" w:right="57"/>
              <w:rPr>
                <w:lang w:eastAsia="en-GB"/>
              </w:rPr>
            </w:pPr>
            <w:r w:rsidRPr="00C62650">
              <w:rPr>
                <w:lang w:eastAsia="en-GB"/>
              </w:rPr>
              <w:t>Récepteur GNSS</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 xml:space="preserve">Défaillance du branchement électrique et/ou du module </w:t>
            </w:r>
            <w:r>
              <w:rPr>
                <w:lang w:eastAsia="en-GB"/>
              </w:rPr>
              <w:t>de </w:t>
            </w:r>
            <w:r w:rsidRPr="00C62650">
              <w:rPr>
                <w:lang w:eastAsia="en-GB"/>
              </w:rPr>
              <w:t>communication</w:t>
            </w:r>
          </w:p>
        </w:tc>
        <w:tc>
          <w:tcPr>
            <w:tcW w:w="3198" w:type="dxa"/>
            <w:shd w:val="clear" w:color="auto" w:fill="auto"/>
          </w:tcPr>
          <w:p w:rsidR="0062553F" w:rsidRPr="00C62650" w:rsidRDefault="0062553F" w:rsidP="00431ADD">
            <w:pPr>
              <w:spacing w:before="60" w:after="60" w:line="220" w:lineRule="atLeast"/>
              <w:ind w:left="57" w:right="57"/>
              <w:rPr>
                <w:lang w:eastAsia="en-GB"/>
              </w:rPr>
            </w:pPr>
          </w:p>
        </w:tc>
      </w:tr>
      <w:tr w:rsidR="0062553F" w:rsidRPr="00C62650" w:rsidTr="00431ADD">
        <w:trPr>
          <w:trHeight w:val="20"/>
        </w:trPr>
        <w:tc>
          <w:tcPr>
            <w:tcW w:w="1808" w:type="dxa"/>
            <w:vMerge/>
            <w:shd w:val="clear" w:color="auto" w:fill="auto"/>
            <w:noWrap/>
            <w:hideMark/>
          </w:tcPr>
          <w:p w:rsidR="0062553F" w:rsidRPr="00C62650" w:rsidRDefault="0062553F" w:rsidP="00431ADD">
            <w:pPr>
              <w:spacing w:before="60" w:after="60" w:line="220" w:lineRule="atLeast"/>
              <w:ind w:left="57" w:right="57"/>
              <w:rPr>
                <w:lang w:eastAsia="en-GB"/>
              </w:rPr>
            </w:pPr>
          </w:p>
        </w:tc>
        <w:tc>
          <w:tcPr>
            <w:tcW w:w="2365"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lang w:eastAsia="en-GB"/>
              </w:rPr>
              <w:t>Défaillance interne</w:t>
            </w:r>
          </w:p>
        </w:tc>
        <w:tc>
          <w:tcPr>
            <w:tcW w:w="3198" w:type="dxa"/>
            <w:shd w:val="clear" w:color="auto" w:fill="auto"/>
          </w:tcPr>
          <w:p w:rsidR="0062553F" w:rsidRPr="00C62650" w:rsidRDefault="0062553F" w:rsidP="00431ADD">
            <w:pPr>
              <w:spacing w:before="60" w:after="60" w:line="220" w:lineRule="atLeast"/>
              <w:ind w:left="57" w:right="57"/>
              <w:rPr>
                <w:lang w:eastAsia="en-GB"/>
              </w:rPr>
            </w:pPr>
          </w:p>
        </w:tc>
      </w:tr>
      <w:tr w:rsidR="0062553F" w:rsidRPr="00C62650" w:rsidTr="00431ADD">
        <w:trPr>
          <w:trHeight w:val="20"/>
        </w:trPr>
        <w:tc>
          <w:tcPr>
            <w:tcW w:w="1808" w:type="dxa"/>
            <w:shd w:val="clear" w:color="auto" w:fill="auto"/>
            <w:noWrap/>
            <w:hideMark/>
          </w:tcPr>
          <w:p w:rsidR="0062553F" w:rsidRPr="00C62650" w:rsidRDefault="0062553F" w:rsidP="00431ADD">
            <w:pPr>
              <w:spacing w:before="60" w:after="60" w:line="220" w:lineRule="atLeast"/>
              <w:ind w:left="57" w:right="57"/>
              <w:rPr>
                <w:lang w:eastAsia="en-GB"/>
              </w:rPr>
            </w:pPr>
            <w:r w:rsidRPr="00C62650">
              <w:t>Antenne de</w:t>
            </w:r>
            <w:r>
              <w:t xml:space="preserve"> </w:t>
            </w:r>
            <w:r w:rsidRPr="00C62650">
              <w:t>réseau mobile</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62553F" w:rsidRPr="00C62650" w:rsidRDefault="0062553F" w:rsidP="00431ADD">
            <w:pPr>
              <w:spacing w:before="60" w:after="60" w:line="220" w:lineRule="atLeast"/>
              <w:ind w:left="57" w:right="57"/>
              <w:rPr>
                <w:lang w:eastAsia="en-GB"/>
              </w:rPr>
            </w:pPr>
          </w:p>
        </w:tc>
      </w:tr>
      <w:tr w:rsidR="0062553F" w:rsidRPr="00C62650" w:rsidTr="00431ADD">
        <w:trPr>
          <w:trHeight w:val="20"/>
        </w:trPr>
        <w:tc>
          <w:tcPr>
            <w:tcW w:w="1808" w:type="dxa"/>
            <w:shd w:val="clear" w:color="auto" w:fill="auto"/>
            <w:noWrap/>
            <w:hideMark/>
          </w:tcPr>
          <w:p w:rsidR="0062553F" w:rsidRPr="00C62650" w:rsidRDefault="0062553F" w:rsidP="00431ADD">
            <w:pPr>
              <w:spacing w:before="60" w:after="60" w:line="220" w:lineRule="atLeast"/>
              <w:ind w:left="57" w:right="57"/>
              <w:rPr>
                <w:lang w:eastAsia="en-GB"/>
              </w:rPr>
            </w:pPr>
            <w:r w:rsidRPr="00C62650">
              <w:t>Antenne GNSS</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62553F" w:rsidRPr="00C62650" w:rsidRDefault="0062553F" w:rsidP="00431ADD">
            <w:pPr>
              <w:spacing w:before="60" w:after="60" w:line="220" w:lineRule="atLeast"/>
              <w:ind w:left="57" w:right="57"/>
              <w:rPr>
                <w:lang w:eastAsia="en-GB"/>
              </w:rPr>
            </w:pPr>
          </w:p>
        </w:tc>
      </w:tr>
      <w:tr w:rsidR="0062553F" w:rsidRPr="00C62650" w:rsidTr="00431ADD">
        <w:trPr>
          <w:trHeight w:val="20"/>
        </w:trPr>
        <w:tc>
          <w:tcPr>
            <w:tcW w:w="1808" w:type="dxa"/>
            <w:vMerge w:val="restart"/>
            <w:shd w:val="clear" w:color="auto" w:fill="auto"/>
            <w:noWrap/>
            <w:vAlign w:val="center"/>
          </w:tcPr>
          <w:p w:rsidR="0062553F" w:rsidRPr="00C62650" w:rsidRDefault="0062553F" w:rsidP="00431ADD">
            <w:pPr>
              <w:spacing w:before="60" w:after="60" w:line="220" w:lineRule="atLeast"/>
              <w:ind w:left="57" w:right="57"/>
            </w:pPr>
            <w:r w:rsidRPr="00C62650">
              <w:rPr>
                <w:lang w:eastAsia="en-GB"/>
              </w:rPr>
              <w:t>CCU</w:t>
            </w:r>
          </w:p>
        </w:tc>
        <w:tc>
          <w:tcPr>
            <w:tcW w:w="2365" w:type="dxa"/>
            <w:shd w:val="clear" w:color="auto" w:fill="auto"/>
          </w:tcPr>
          <w:p w:rsidR="0062553F" w:rsidRPr="00C62650" w:rsidRDefault="0062553F" w:rsidP="00431ADD">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62553F" w:rsidRPr="00C62650" w:rsidRDefault="0062553F" w:rsidP="00431ADD">
            <w:pPr>
              <w:spacing w:before="60" w:after="60" w:line="220" w:lineRule="atLeast"/>
              <w:ind w:left="57" w:right="57"/>
              <w:rPr>
                <w:lang w:eastAsia="en-GB"/>
              </w:rPr>
            </w:pPr>
            <w:r w:rsidRPr="00C62650">
              <w:rPr>
                <w:lang w:eastAsia="en-GB"/>
              </w:rPr>
              <w:t>Système de détection des chocs ou dispositif de déclenchement, par exemple.</w:t>
            </w:r>
          </w:p>
        </w:tc>
      </w:tr>
      <w:tr w:rsidR="0062553F" w:rsidRPr="00C62650" w:rsidTr="00431ADD">
        <w:trPr>
          <w:trHeight w:val="20"/>
        </w:trPr>
        <w:tc>
          <w:tcPr>
            <w:tcW w:w="1808" w:type="dxa"/>
            <w:vMerge/>
            <w:shd w:val="clear" w:color="auto" w:fill="auto"/>
            <w:noWrap/>
          </w:tcPr>
          <w:p w:rsidR="0062553F" w:rsidRPr="00C62650" w:rsidRDefault="0062553F" w:rsidP="00431ADD">
            <w:pPr>
              <w:spacing w:before="60" w:after="60" w:line="220" w:lineRule="atLeast"/>
              <w:ind w:left="57" w:right="57"/>
              <w:rPr>
                <w:lang w:eastAsia="en-GB"/>
              </w:rPr>
            </w:pPr>
          </w:p>
        </w:tc>
        <w:tc>
          <w:tcPr>
            <w:tcW w:w="2365" w:type="dxa"/>
            <w:shd w:val="clear" w:color="auto" w:fill="auto"/>
          </w:tcPr>
          <w:p w:rsidR="0062553F" w:rsidRPr="00C62650" w:rsidRDefault="0062553F" w:rsidP="00431ADD">
            <w:pPr>
              <w:spacing w:before="60" w:after="60" w:line="220" w:lineRule="atLeast"/>
              <w:ind w:left="57" w:right="57"/>
              <w:rPr>
                <w:lang w:eastAsia="en-GB"/>
              </w:rPr>
            </w:pPr>
            <w:r w:rsidRPr="00C62650">
              <w:rPr>
                <w:lang w:eastAsia="en-GB"/>
              </w:rPr>
              <w:t>Défaillance interne</w:t>
            </w:r>
          </w:p>
        </w:tc>
        <w:tc>
          <w:tcPr>
            <w:tcW w:w="3198" w:type="dxa"/>
            <w:shd w:val="clear" w:color="auto" w:fill="auto"/>
          </w:tcPr>
          <w:p w:rsidR="0062553F" w:rsidRPr="00DD0B69" w:rsidRDefault="0062553F" w:rsidP="00431ADD">
            <w:pPr>
              <w:spacing w:before="60" w:after="60" w:line="220" w:lineRule="atLeast"/>
              <w:ind w:left="57" w:right="57"/>
              <w:rPr>
                <w:lang w:eastAsia="en-GB"/>
              </w:rPr>
            </w:pPr>
            <w:r w:rsidRPr="00C62650">
              <w:rPr>
                <w:bCs/>
                <w:lang w:eastAsia="en-GB"/>
              </w:rPr>
              <w:t>Si le système de détection n</w:t>
            </w:r>
            <w:r>
              <w:rPr>
                <w:bCs/>
                <w:lang w:eastAsia="en-GB"/>
              </w:rPr>
              <w:t>’</w:t>
            </w:r>
            <w:r w:rsidRPr="00C62650">
              <w:rPr>
                <w:bCs/>
                <w:lang w:eastAsia="en-GB"/>
              </w:rPr>
              <w:t>est pas en bon état l</w:t>
            </w:r>
            <w:r>
              <w:rPr>
                <w:bCs/>
                <w:lang w:eastAsia="en-GB"/>
              </w:rPr>
              <w:t>’</w:t>
            </w:r>
            <w:r w:rsidRPr="00C62650">
              <w:rPr>
                <w:bCs/>
                <w:lang w:eastAsia="en-GB"/>
              </w:rPr>
              <w:t>appel d</w:t>
            </w:r>
            <w:r>
              <w:rPr>
                <w:bCs/>
                <w:lang w:eastAsia="en-GB"/>
              </w:rPr>
              <w:t>’</w:t>
            </w:r>
            <w:r w:rsidRPr="00C62650">
              <w:rPr>
                <w:bCs/>
                <w:lang w:eastAsia="en-GB"/>
              </w:rPr>
              <w:t>urgence est impossible.</w:t>
            </w:r>
            <w:r>
              <w:rPr>
                <w:bCs/>
                <w:lang w:eastAsia="en-GB"/>
              </w:rPr>
              <w:t xml:space="preserve"> </w:t>
            </w:r>
            <w:r>
              <w:rPr>
                <w:bCs/>
                <w:lang w:eastAsia="en-GB"/>
              </w:rPr>
              <w:br/>
            </w:r>
            <w:r w:rsidRPr="00DD0B69">
              <w:rPr>
                <w:shd w:val="clear" w:color="auto" w:fill="FFFFFF"/>
              </w:rPr>
              <w:t>Si ce type de défaillance n’est pas pris en compte dans le cadre de l’homologation de type de l’AECD (partie Ib), il doit l’être dans le cadre de l’homologation de type de l’AECS (partie II).</w:t>
            </w:r>
          </w:p>
        </w:tc>
      </w:tr>
      <w:tr w:rsidR="0062553F" w:rsidRPr="00C62650" w:rsidTr="00431ADD">
        <w:trPr>
          <w:trHeight w:val="20"/>
        </w:trPr>
        <w:tc>
          <w:tcPr>
            <w:tcW w:w="1808" w:type="dxa"/>
            <w:shd w:val="clear" w:color="auto" w:fill="auto"/>
            <w:noWrap/>
            <w:hideMark/>
          </w:tcPr>
          <w:p w:rsidR="0062553F" w:rsidRPr="00C62650" w:rsidRDefault="0062553F" w:rsidP="00431ADD">
            <w:pPr>
              <w:spacing w:before="60" w:after="60" w:line="220" w:lineRule="atLeast"/>
              <w:ind w:left="57" w:right="57"/>
              <w:rPr>
                <w:lang w:eastAsia="en-GB"/>
              </w:rPr>
            </w:pPr>
            <w:r w:rsidRPr="00C62650">
              <w:rPr>
                <w:lang w:eastAsia="en-GB"/>
              </w:rPr>
              <w:t>Alimentation électrique</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Raccordement électrique</w:t>
            </w:r>
          </w:p>
        </w:tc>
        <w:tc>
          <w:tcPr>
            <w:tcW w:w="3198"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d</w:t>
            </w:r>
            <w:r>
              <w:rPr>
                <w:lang w:eastAsia="en-GB"/>
              </w:rPr>
              <w:t>’</w:t>
            </w:r>
            <w:r w:rsidRPr="00C62650">
              <w:rPr>
                <w:lang w:eastAsia="en-GB"/>
              </w:rPr>
              <w:t>une batterie spéciale.</w:t>
            </w:r>
          </w:p>
        </w:tc>
      </w:tr>
      <w:tr w:rsidR="0062553F" w:rsidRPr="00C62650" w:rsidTr="00431ADD">
        <w:trPr>
          <w:trHeight w:val="20"/>
        </w:trPr>
        <w:tc>
          <w:tcPr>
            <w:tcW w:w="1808" w:type="dxa"/>
            <w:shd w:val="clear" w:color="auto" w:fill="auto"/>
            <w:noWrap/>
            <w:hideMark/>
          </w:tcPr>
          <w:p w:rsidR="0062553F" w:rsidRPr="00C62650" w:rsidRDefault="0062553F" w:rsidP="00431ADD">
            <w:pPr>
              <w:spacing w:before="60" w:after="60" w:line="220" w:lineRule="atLeast"/>
              <w:ind w:left="57" w:right="57"/>
              <w:rPr>
                <w:lang w:eastAsia="en-GB"/>
              </w:rPr>
            </w:pPr>
            <w:r w:rsidRPr="00C62650">
              <w:rPr>
                <w:lang w:eastAsia="en-GB"/>
              </w:rPr>
              <w:t>SIM</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Néant</w:t>
            </w:r>
          </w:p>
        </w:tc>
        <w:tc>
          <w:tcPr>
            <w:tcW w:w="3198"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Seulement en cas d</w:t>
            </w:r>
            <w:r>
              <w:rPr>
                <w:bCs/>
                <w:lang w:eastAsia="en-GB"/>
              </w:rPr>
              <w:t>’</w:t>
            </w:r>
            <w:r w:rsidRPr="00C62650">
              <w:rPr>
                <w:bCs/>
                <w:lang w:eastAsia="en-GB"/>
              </w:rPr>
              <w:t>utilisation d</w:t>
            </w:r>
            <w:r>
              <w:rPr>
                <w:bCs/>
                <w:lang w:eastAsia="en-GB"/>
              </w:rPr>
              <w:t>’</w:t>
            </w:r>
            <w:r w:rsidRPr="00C62650">
              <w:rPr>
                <w:bCs/>
                <w:lang w:eastAsia="en-GB"/>
              </w:rPr>
              <w:t>une carte SIM extractible.</w:t>
            </w:r>
          </w:p>
        </w:tc>
      </w:tr>
      <w:tr w:rsidR="0062553F" w:rsidRPr="00C62650" w:rsidTr="00431ADD">
        <w:trPr>
          <w:trHeight w:val="20"/>
        </w:trPr>
        <w:tc>
          <w:tcPr>
            <w:tcW w:w="1808" w:type="dxa"/>
            <w:shd w:val="clear" w:color="auto" w:fill="auto"/>
            <w:noWrap/>
            <w:hideMark/>
          </w:tcPr>
          <w:p w:rsidR="0062553F" w:rsidRPr="00C62650" w:rsidRDefault="0062553F" w:rsidP="00431ADD">
            <w:pPr>
              <w:spacing w:before="60" w:after="60" w:line="220" w:lineRule="atLeast"/>
              <w:ind w:left="57" w:right="57"/>
              <w:rPr>
                <w:iCs/>
                <w:lang w:eastAsia="en-GB"/>
              </w:rPr>
            </w:pPr>
            <w:r w:rsidRPr="00C62650">
              <w:rPr>
                <w:iCs/>
              </w:rPr>
              <w:t>Alimentation électrique de secours</w:t>
            </w:r>
            <w:r>
              <w:rPr>
                <w:iCs/>
              </w:rPr>
              <w:t xml:space="preserve"> </w:t>
            </w:r>
            <w:r w:rsidRPr="00C62650">
              <w:rPr>
                <w:iCs/>
              </w:rPr>
              <w:t>(le cas échéant)</w:t>
            </w:r>
          </w:p>
        </w:tc>
        <w:tc>
          <w:tcPr>
            <w:tcW w:w="2365"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État de charge critique (seuil fixé par le constructeur)</w:t>
            </w:r>
          </w:p>
        </w:tc>
        <w:tc>
          <w:tcPr>
            <w:tcW w:w="3198"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Défaillance en cas d</w:t>
            </w:r>
            <w:r>
              <w:rPr>
                <w:bCs/>
                <w:lang w:eastAsia="en-GB"/>
              </w:rPr>
              <w:t>’</w:t>
            </w:r>
            <w:r w:rsidRPr="00C62650">
              <w:rPr>
                <w:bCs/>
                <w:lang w:eastAsia="en-GB"/>
              </w:rPr>
              <w:t>état de charge critique dont le niveau est fixé par le constructeur.</w:t>
            </w:r>
          </w:p>
        </w:tc>
      </w:tr>
    </w:tbl>
    <w:p w:rsidR="0062553F" w:rsidRPr="00A33F64" w:rsidRDefault="0062553F" w:rsidP="00600AF5">
      <w:pPr>
        <w:pStyle w:val="SingleTxtG"/>
        <w:keepNext/>
        <w:keepLines/>
        <w:spacing w:before="240"/>
        <w:ind w:left="2268" w:hanging="1134"/>
      </w:pPr>
      <w:r w:rsidRPr="00A33F64">
        <w:lastRenderedPageBreak/>
        <w:t>17.5.2.2</w:t>
      </w:r>
      <w:r w:rsidRPr="00A33F64">
        <w:tab/>
      </w:r>
      <w:r w:rsidRPr="00A33F64">
        <w:tab/>
        <w:t>Procédure d’essai</w:t>
      </w:r>
    </w:p>
    <w:p w:rsidR="0062553F" w:rsidRPr="00A33F64" w:rsidRDefault="0062553F" w:rsidP="00600AF5">
      <w:pPr>
        <w:pStyle w:val="SingleTxtG"/>
        <w:keepNext/>
        <w:keepLines/>
        <w:ind w:left="2268"/>
      </w:pPr>
      <w:r w:rsidRPr="00A33F64">
        <w:t>Essai de vérification de la fonction d’autotest</w:t>
      </w:r>
    </w:p>
    <w:p w:rsidR="0062553F" w:rsidRPr="00A33F64" w:rsidRDefault="0062553F" w:rsidP="0062553F">
      <w:pPr>
        <w:pStyle w:val="SingleTxtG"/>
        <w:ind w:left="2268" w:hanging="1134"/>
      </w:pPr>
      <w:r w:rsidRPr="00A33F64">
        <w:t>17.5.2.2.1</w:t>
      </w:r>
      <w:r w:rsidRPr="00A33F64">
        <w:tab/>
        <w:t>L’essai ci-dessous doit être effectué sur un AECD dont les éléments sont disposés de façon représentative.</w:t>
      </w:r>
    </w:p>
    <w:p w:rsidR="0062553F" w:rsidRPr="00A33F64" w:rsidRDefault="0062553F" w:rsidP="0062553F">
      <w:pPr>
        <w:pStyle w:val="SingleTxtG"/>
        <w:ind w:left="2268" w:hanging="1134"/>
      </w:pPr>
      <w:r w:rsidRPr="00A33F64">
        <w:t>17.5.2.2.2</w:t>
      </w:r>
      <w:r w:rsidRPr="00A33F64">
        <w:tab/>
        <w:t>Simuler une défaillance de l’AECD en introduisant une défaillance critique dans l’un ou plusieurs des éléments surveillés par la fonction d’autotest, conformément à la documentation technique fournie par le constructeur. Le ou les éléments doivent être choisis par le service technique.</w:t>
      </w:r>
    </w:p>
    <w:p w:rsidR="0062553F" w:rsidRPr="00A33F64" w:rsidRDefault="0062553F" w:rsidP="0062553F">
      <w:pPr>
        <w:pStyle w:val="SingleTxtG"/>
        <w:ind w:left="2268" w:hanging="1134"/>
      </w:pPr>
      <w:r w:rsidRPr="00A33F64">
        <w:t>17.5.2.2.3</w:t>
      </w:r>
      <w:r w:rsidRPr="00A33F64">
        <w:tab/>
        <w:t>Mettre l’AECD sous tension et vérifier que le signal d’avertissement s’allume ou qu’un signal électrique est émis, selon le cas.</w:t>
      </w:r>
    </w:p>
    <w:p w:rsidR="0062553F" w:rsidRPr="00A33F64" w:rsidRDefault="0062553F" w:rsidP="0062553F">
      <w:pPr>
        <w:pStyle w:val="SingleTxtG"/>
        <w:ind w:left="2268" w:hanging="1134"/>
      </w:pPr>
      <w:r w:rsidRPr="00A33F64">
        <w:t>17.5.2.2.4</w:t>
      </w:r>
      <w:r w:rsidRPr="00A33F64">
        <w:tab/>
        <w:t>Mettre l’AECD hors tension et le remettre en fonctionnement normal.</w:t>
      </w:r>
    </w:p>
    <w:p w:rsidR="0062553F" w:rsidRPr="00A33F64" w:rsidRDefault="0062553F" w:rsidP="0062553F">
      <w:pPr>
        <w:pStyle w:val="SingleTxtG"/>
        <w:ind w:left="2268" w:hanging="1134"/>
      </w:pPr>
      <w:r w:rsidRPr="00A33F64">
        <w:t>17.5.2.2.5</w:t>
      </w:r>
      <w:r w:rsidRPr="00A33F64">
        <w:tab/>
        <w:t>Mettre l’AECD sous tension et vérifier que le signal d’avertissement ne s’allume pas, ou s’éteint peu de temps après s’être allumé initialement, ou que le signal électrique n’est pas émis peu de temps après ou est effacé après avoir été émis initialement, selon le cas.</w:t>
      </w:r>
    </w:p>
    <w:p w:rsidR="0062553F" w:rsidRPr="00A33F64" w:rsidRDefault="0062553F" w:rsidP="0062553F">
      <w:pPr>
        <w:pStyle w:val="SingleTxtG"/>
        <w:ind w:left="2268" w:hanging="1134"/>
      </w:pPr>
      <w:r w:rsidRPr="00A33F64">
        <w:t>17.5.3</w:t>
      </w:r>
      <w:r w:rsidRPr="00A33F64">
        <w:tab/>
        <w:t xml:space="preserve">Au lieu de fournir des informations ou un signal d’avertissement, l’AECD peut émettre un signal électrique à destination d’autres éléments du véhicule, par exemple le tableau de bord, susceptibles de fournir les informations ou le signal d’avertissement. </w:t>
      </w:r>
    </w:p>
    <w:p w:rsidR="0062553F" w:rsidRPr="00A33F64" w:rsidRDefault="0062553F" w:rsidP="0062553F">
      <w:pPr>
        <w:pStyle w:val="SingleTxtG"/>
        <w:ind w:left="2268" w:hanging="1134"/>
      </w:pPr>
      <w:r w:rsidRPr="00A33F64">
        <w:t>17.6</w:t>
      </w:r>
      <w:r w:rsidRPr="00A33F64">
        <w:tab/>
        <w:t>Alimentation électrique</w:t>
      </w:r>
    </w:p>
    <w:p w:rsidR="0062553F" w:rsidRPr="00A33F64" w:rsidRDefault="0062553F" w:rsidP="0062553F">
      <w:pPr>
        <w:pStyle w:val="SingleTxtG"/>
        <w:ind w:left="2268" w:hanging="1134"/>
      </w:pPr>
      <w:r w:rsidRPr="00A33F64">
        <w:t>17.6.1</w:t>
      </w:r>
      <w:r w:rsidRPr="00A33F64">
        <w:tab/>
        <w:t>Effectuer l’essai sur catapulte décrit à l’</w:t>
      </w:r>
      <w:r w:rsidR="00C65359">
        <w:t xml:space="preserve">annexe </w:t>
      </w:r>
      <w:r w:rsidRPr="00A33F64">
        <w:t>9.</w:t>
      </w:r>
    </w:p>
    <w:p w:rsidR="0062553F" w:rsidRPr="00A33F64" w:rsidRDefault="0062553F" w:rsidP="0062553F">
      <w:pPr>
        <w:pStyle w:val="SingleTxtG"/>
        <w:ind w:left="2268" w:hanging="1134"/>
      </w:pPr>
      <w:r w:rsidRPr="00A33F64">
        <w:t>17.6.2</w:t>
      </w:r>
      <w:r w:rsidRPr="00A33F64">
        <w:tab/>
        <w:t>Immédiatement après l’essai sur catapulte, simuler un déclenchement de façon à émettre un MSD.</w:t>
      </w:r>
    </w:p>
    <w:p w:rsidR="0062553F" w:rsidRPr="00A33F64" w:rsidRDefault="0062553F" w:rsidP="0062553F">
      <w:pPr>
        <w:pStyle w:val="SingleTxtG"/>
        <w:ind w:left="2268" w:hanging="1134"/>
      </w:pPr>
      <w:r w:rsidRPr="00A33F64">
        <w:t>17.6.3</w:t>
      </w:r>
      <w:r w:rsidRPr="00A33F64">
        <w:tab/>
        <w:t>L’AECD doit émettre le MSD et fournir l’indication de statut (le cas échéant), dès le déclenchement. Pour le vérifier, il faut appliquer une des méthodes décrites dans l’</w:t>
      </w:r>
      <w:r w:rsidR="00C65359">
        <w:t xml:space="preserve">annexe </w:t>
      </w:r>
      <w:r w:rsidRPr="00A33F64">
        <w:t>11.</w:t>
      </w:r>
    </w:p>
    <w:p w:rsidR="0062553F" w:rsidRPr="00A33F64" w:rsidRDefault="0062553F" w:rsidP="0062553F">
      <w:pPr>
        <w:pStyle w:val="SingleTxtG"/>
        <w:keepNext/>
        <w:keepLines/>
        <w:ind w:left="2268" w:hanging="1134"/>
      </w:pPr>
      <w:r w:rsidRPr="00A33F64">
        <w:t>17.6.4</w:t>
      </w:r>
      <w:r w:rsidRPr="00A33F64">
        <w:tab/>
      </w:r>
      <w:r w:rsidRPr="00A33F64">
        <w:tab/>
        <w:t>Si l’AECD est équipé d’une alimentation électrique de secours, il convient de vérifier, à la demande du demandeur de l’homologation, qu’il peut fonctionner de façon autonome pendant au moins 5 minutes dans un premier temps, en mode communication vocale, puis pendant 60 minutes en mode rappel (mode inactif enregistré dans un réseau) et enfin au moins pendant 5 minutes en mode communication vocale. Cette information doit figurer dans le document de communication défini à l’</w:t>
      </w:r>
      <w:r w:rsidR="00C65359">
        <w:t xml:space="preserve">annexe </w:t>
      </w:r>
      <w:r w:rsidRPr="00A33F64">
        <w:t xml:space="preserve">2, </w:t>
      </w:r>
      <w:r w:rsidR="00600AF5">
        <w:t xml:space="preserve">point </w:t>
      </w:r>
      <w:r w:rsidRPr="00A33F64">
        <w:t>10.</w:t>
      </w:r>
    </w:p>
    <w:p w:rsidR="0062553F" w:rsidRPr="00A33F64" w:rsidRDefault="0062553F" w:rsidP="0062553F">
      <w:pPr>
        <w:pStyle w:val="SingleTxtG"/>
        <w:ind w:left="2268" w:hanging="1134"/>
      </w:pPr>
      <w:r w:rsidRPr="00A33F64">
        <w:t>17.6.5</w:t>
      </w:r>
      <w:r w:rsidRPr="00A33F64">
        <w:tab/>
        <w:t>La présence d’une alimentation électrique de secours doit être clairement indiquée dans le document d’information de l’</w:t>
      </w:r>
      <w:r w:rsidR="00C65359">
        <w:t xml:space="preserve">annexe </w:t>
      </w:r>
      <w:r w:rsidRPr="00A33F64">
        <w:t>6, point 10.</w:t>
      </w:r>
    </w:p>
    <w:p w:rsidR="0062553F" w:rsidRPr="00A33F64" w:rsidRDefault="0062553F" w:rsidP="0062553F">
      <w:pPr>
        <w:pStyle w:val="SingleTxtG"/>
        <w:ind w:left="2268" w:hanging="1134"/>
      </w:pPr>
      <w:r w:rsidRPr="00A33F64">
        <w:t>17.7</w:t>
      </w:r>
      <w:r w:rsidRPr="00A33F64">
        <w:tab/>
        <w:t>Résistance au choc</w:t>
      </w:r>
    </w:p>
    <w:p w:rsidR="0062553F" w:rsidRPr="00A33F64" w:rsidRDefault="0062553F" w:rsidP="0062553F">
      <w:pPr>
        <w:pStyle w:val="SingleTxtG"/>
        <w:ind w:left="2268"/>
      </w:pPr>
      <w:r w:rsidRPr="00A33F64">
        <w:t>L’AECD doit rester en état de fonctionnement après un choc. On le vérifie conformément à l’</w:t>
      </w:r>
      <w:r w:rsidR="00C65359">
        <w:t xml:space="preserve">annexe </w:t>
      </w:r>
      <w:r w:rsidRPr="00A33F64">
        <w:t>9 et on vérifie au</w:t>
      </w:r>
      <w:r w:rsidR="00C65359">
        <w:t xml:space="preserve">ssi l’état de fonctionnement du </w:t>
      </w:r>
      <w:r w:rsidRPr="00A33F64">
        <w:t xml:space="preserve">MSD et de la fonction IHM conformément au </w:t>
      </w:r>
      <w:r w:rsidR="00C65359">
        <w:t xml:space="preserve">paragraphe </w:t>
      </w:r>
      <w:r w:rsidRPr="00A33F64">
        <w:t>2 de l’</w:t>
      </w:r>
      <w:r w:rsidR="00C65359">
        <w:t xml:space="preserve">annexe </w:t>
      </w:r>
      <w:r w:rsidRPr="00A33F64">
        <w:t>11.</w:t>
      </w:r>
    </w:p>
    <w:p w:rsidR="0062553F" w:rsidRPr="00A33F64" w:rsidRDefault="0062553F" w:rsidP="0062553F">
      <w:pPr>
        <w:pStyle w:val="SingleTxtG"/>
        <w:ind w:left="2268" w:hanging="1134"/>
      </w:pPr>
      <w:r w:rsidRPr="00A33F64">
        <w:t>17.7.1</w:t>
      </w:r>
      <w:r w:rsidRPr="00A33F64">
        <w:tab/>
      </w:r>
      <w:r w:rsidRPr="00A33F64">
        <w:tab/>
        <w:t>Les éléments suivants de l’AECD doivent être éprouvés conformément à l’</w:t>
      </w:r>
      <w:r w:rsidR="00C65359">
        <w:t xml:space="preserve">annexe </w:t>
      </w:r>
      <w:r w:rsidRPr="00A33F64">
        <w:t>9 :</w:t>
      </w:r>
    </w:p>
    <w:p w:rsidR="0062553F" w:rsidRPr="00A33F64" w:rsidRDefault="0062553F" w:rsidP="0062553F">
      <w:pPr>
        <w:pStyle w:val="SingleTxtG"/>
        <w:ind w:left="2835" w:hanging="567"/>
      </w:pPr>
      <w:r w:rsidRPr="00A33F64">
        <w:t>a)</w:t>
      </w:r>
      <w:r w:rsidRPr="00A33F64">
        <w:tab/>
        <w:t>Module de commande ;</w:t>
      </w:r>
    </w:p>
    <w:p w:rsidR="0062553F" w:rsidRPr="00A33F64" w:rsidRDefault="0062553F" w:rsidP="0062553F">
      <w:pPr>
        <w:pStyle w:val="SingleTxtG"/>
        <w:ind w:left="2835" w:hanging="567"/>
      </w:pPr>
      <w:r w:rsidRPr="00A33F64">
        <w:t>b)</w:t>
      </w:r>
      <w:r w:rsidRPr="00A33F64">
        <w:tab/>
        <w:t>Module de communication, à l’exclusion des microphones et des haut</w:t>
      </w:r>
      <w:r w:rsidRPr="00A33F64">
        <w:noBreakHyphen/>
        <w:t>parleurs ;</w:t>
      </w:r>
    </w:p>
    <w:p w:rsidR="0062553F" w:rsidRPr="00A33F64" w:rsidRDefault="0062553F" w:rsidP="0062553F">
      <w:pPr>
        <w:pStyle w:val="SingleTxtG"/>
        <w:ind w:left="2835" w:hanging="567"/>
      </w:pPr>
      <w:r w:rsidRPr="00A33F64">
        <w:t>c)</w:t>
      </w:r>
      <w:r w:rsidRPr="00A33F64">
        <w:tab/>
        <w:t>Alimentation électrique de secours (le cas échéant) ;</w:t>
      </w:r>
    </w:p>
    <w:p w:rsidR="0062553F" w:rsidRPr="00A33F64" w:rsidRDefault="0062553F" w:rsidP="0062553F">
      <w:pPr>
        <w:pStyle w:val="SingleTxtG"/>
        <w:ind w:left="2835" w:hanging="567"/>
      </w:pPr>
      <w:r w:rsidRPr="00A33F64">
        <w:lastRenderedPageBreak/>
        <w:t>d)</w:t>
      </w:r>
      <w:r w:rsidRPr="00A33F64">
        <w:tab/>
        <w:t>Raccords</w:t>
      </w:r>
      <w:r w:rsidRPr="000A64EF">
        <w:rPr>
          <w:rStyle w:val="Appelnotedebasdep"/>
        </w:rPr>
        <w:footnoteReference w:id="5"/>
      </w:r>
      <w:r w:rsidRPr="00A33F64">
        <w:t> ;</w:t>
      </w:r>
    </w:p>
    <w:p w:rsidR="0062553F" w:rsidRPr="00A33F64" w:rsidRDefault="0062553F" w:rsidP="0062553F">
      <w:pPr>
        <w:pStyle w:val="SingleTxtG"/>
        <w:ind w:left="2835" w:hanging="567"/>
      </w:pPr>
      <w:r w:rsidRPr="00A33F64">
        <w:t>e)</w:t>
      </w:r>
      <w:r w:rsidRPr="00A33F64">
        <w:tab/>
        <w:t>Antenne de réseau mobile.</w:t>
      </w:r>
    </w:p>
    <w:p w:rsidR="0062553F" w:rsidRPr="00A33F64" w:rsidRDefault="0062553F" w:rsidP="0062553F">
      <w:pPr>
        <w:pStyle w:val="SingleTxtG"/>
        <w:ind w:left="2268" w:hanging="1134"/>
      </w:pPr>
      <w:r w:rsidRPr="00A33F64">
        <w:t>17.7.2</w:t>
      </w:r>
      <w:r w:rsidRPr="00A33F64">
        <w:tab/>
        <w:t>Si le demandeur de l’homologation en fait la demande, les éléments suivants de l’AECD peuvent être éprouvés conformément à l’</w:t>
      </w:r>
      <w:r w:rsidR="00C65359">
        <w:t xml:space="preserve">annexe </w:t>
      </w:r>
      <w:r w:rsidRPr="00A33F64">
        <w:t xml:space="preserve">9 : </w:t>
      </w:r>
    </w:p>
    <w:p w:rsidR="0062553F" w:rsidRPr="00A33F64" w:rsidRDefault="0062553F" w:rsidP="0062553F">
      <w:pPr>
        <w:pStyle w:val="SingleTxtG"/>
        <w:ind w:left="2835" w:hanging="567"/>
      </w:pPr>
      <w:r w:rsidRPr="00A33F64">
        <w:t>a)</w:t>
      </w:r>
      <w:r w:rsidRPr="00A33F64">
        <w:tab/>
        <w:t>Dispositif de signal d’avertissement ;</w:t>
      </w:r>
    </w:p>
    <w:p w:rsidR="0062553F" w:rsidRPr="00A33F64" w:rsidRDefault="0062553F" w:rsidP="0062553F">
      <w:pPr>
        <w:pStyle w:val="SingleTxtG"/>
        <w:ind w:left="2835" w:hanging="567"/>
      </w:pPr>
      <w:r w:rsidRPr="00A33F64">
        <w:t>b)</w:t>
      </w:r>
      <w:r w:rsidRPr="00A33F64">
        <w:tab/>
        <w:t>Équipement audio mains libres (microphones et haut-parleurs) ;</w:t>
      </w:r>
    </w:p>
    <w:p w:rsidR="0062553F" w:rsidRPr="00A33F64" w:rsidRDefault="0062553F" w:rsidP="0062553F">
      <w:pPr>
        <w:pStyle w:val="SingleTxtG"/>
        <w:ind w:left="2835" w:hanging="567"/>
      </w:pPr>
      <w:r w:rsidRPr="00A33F64">
        <w:t>c)</w:t>
      </w:r>
      <w:r w:rsidRPr="00A33F64">
        <w:tab/>
        <w:t>Dispositif de signal d’information ;</w:t>
      </w:r>
    </w:p>
    <w:p w:rsidR="0062553F" w:rsidRPr="00A33F64" w:rsidRDefault="0062553F" w:rsidP="0062553F">
      <w:pPr>
        <w:pStyle w:val="SingleTxtG"/>
        <w:ind w:left="2835" w:hanging="567"/>
      </w:pPr>
      <w:r w:rsidRPr="00A33F64">
        <w:t>d)</w:t>
      </w:r>
      <w:r w:rsidRPr="00A33F64">
        <w:tab/>
        <w:t>Alimentation électrique autre que l’alimentation électrique de secours mentionnée au paragraphe 17.7.1 ;</w:t>
      </w:r>
    </w:p>
    <w:p w:rsidR="0062553F" w:rsidRPr="00A33F64" w:rsidRDefault="0062553F" w:rsidP="0062553F">
      <w:pPr>
        <w:pStyle w:val="SingleTxtG"/>
        <w:ind w:left="2835" w:hanging="567"/>
      </w:pPr>
      <w:r w:rsidRPr="00A33F64">
        <w:t>e)</w:t>
      </w:r>
      <w:r w:rsidRPr="00A33F64">
        <w:tab/>
        <w:t>Antenne GNSS ;</w:t>
      </w:r>
    </w:p>
    <w:p w:rsidR="0062553F" w:rsidRPr="00A33F64" w:rsidRDefault="0062553F" w:rsidP="0062553F">
      <w:pPr>
        <w:pStyle w:val="SingleTxtG"/>
        <w:ind w:left="2835" w:hanging="567"/>
      </w:pPr>
      <w:r w:rsidRPr="00A33F64">
        <w:t>f)</w:t>
      </w:r>
      <w:r w:rsidRPr="00A33F64">
        <w:tab/>
        <w:t>Récepteur GNSS.</w:t>
      </w:r>
    </w:p>
    <w:p w:rsidR="0062553F" w:rsidRPr="00A33F64" w:rsidRDefault="0062553F" w:rsidP="0062553F">
      <w:pPr>
        <w:pStyle w:val="HChG"/>
        <w:ind w:left="2268"/>
      </w:pPr>
      <w:r w:rsidRPr="00A33F64">
        <w:t>18.</w:t>
      </w:r>
      <w:r w:rsidRPr="00A33F64">
        <w:tab/>
        <w:t xml:space="preserve">Modification d’un type d’AECD et extension </w:t>
      </w:r>
      <w:r w:rsidRPr="00A33F64">
        <w:br/>
        <w:t>de l’homologation</w:t>
      </w:r>
    </w:p>
    <w:p w:rsidR="0062553F" w:rsidRPr="00A33F64" w:rsidRDefault="0062553F" w:rsidP="0062553F">
      <w:pPr>
        <w:pStyle w:val="SingleTxtG"/>
        <w:ind w:left="2268" w:hanging="1134"/>
      </w:pPr>
      <w:r w:rsidRPr="00A33F64">
        <w:t>18.1</w:t>
      </w:r>
      <w:r w:rsidRPr="00A33F64">
        <w:tab/>
        <w:t>Toute modification d’un type d’AECD doit être communiquée à l’autorité d’homologation qui avait approuvé le type en question. L’autorité d’homologation peut alors :</w:t>
      </w:r>
    </w:p>
    <w:p w:rsidR="0062553F" w:rsidRPr="00A33F64" w:rsidRDefault="0062553F" w:rsidP="0062553F">
      <w:pPr>
        <w:pStyle w:val="SingleTxtG"/>
        <w:ind w:left="2835" w:hanging="567"/>
      </w:pPr>
      <w:r w:rsidRPr="00A33F64">
        <w:t>a)</w:t>
      </w:r>
      <w:r w:rsidRPr="00A33F64">
        <w:tab/>
        <w:t>Soit décider, de concert avec le constructeur, d’homologuer un nouveau type d’AECD ;</w:t>
      </w:r>
    </w:p>
    <w:p w:rsidR="0062553F" w:rsidRPr="00A33F64" w:rsidRDefault="0062553F" w:rsidP="0062553F">
      <w:pPr>
        <w:pStyle w:val="SingleTxtG"/>
        <w:ind w:left="2835" w:hanging="567"/>
      </w:pPr>
      <w:r w:rsidRPr="00A33F64">
        <w:t>b)</w:t>
      </w:r>
      <w:r w:rsidRPr="00A33F64">
        <w:tab/>
        <w:t xml:space="preserve">Soit appliquer la procédure énoncée au </w:t>
      </w:r>
      <w:r w:rsidR="00C65359">
        <w:t xml:space="preserve">paragraphe </w:t>
      </w:r>
      <w:r w:rsidRPr="00A33F64">
        <w:t xml:space="preserve">18.1.1 (Révision) et, le cas échéant, la procédure prévue au </w:t>
      </w:r>
      <w:r w:rsidR="00C65359">
        <w:t xml:space="preserve">paragraphe </w:t>
      </w:r>
      <w:r w:rsidRPr="00A33F64">
        <w:t>18.1.2 (Extension).</w:t>
      </w:r>
    </w:p>
    <w:p w:rsidR="0062553F" w:rsidRPr="00A33F64" w:rsidRDefault="0062553F" w:rsidP="0062553F">
      <w:pPr>
        <w:pStyle w:val="SingleTxtG"/>
        <w:ind w:left="2268" w:hanging="1134"/>
      </w:pPr>
      <w:r w:rsidRPr="00A33F64">
        <w:t>18.1.1</w:t>
      </w:r>
      <w:r w:rsidRPr="00A33F64">
        <w:tab/>
        <w:t>Révision</w:t>
      </w:r>
    </w:p>
    <w:p w:rsidR="0062553F" w:rsidRPr="00A33F64" w:rsidRDefault="0062553F" w:rsidP="0062553F">
      <w:pPr>
        <w:pStyle w:val="SingleTxtG"/>
        <w:ind w:left="2268"/>
      </w:pPr>
      <w:r w:rsidRPr="00A33F64">
        <w:t>Lorsque les éléments contenus dans les documents d’information visés à l’</w:t>
      </w:r>
      <w:r w:rsidR="00C65359">
        <w:t xml:space="preserve">annexe </w:t>
      </w:r>
      <w:r w:rsidRPr="00A33F64">
        <w:t>6 ont changé et que l’autorité d’homologation estime que les modifications apportées ne devraient pas avoir de conséquences néfastes notables, et que dans tous les cas le véhicule est toujours conforme aux prescriptions, la modification est qualifiée de « révision ».</w:t>
      </w:r>
    </w:p>
    <w:p w:rsidR="0062553F" w:rsidRPr="00A33F64" w:rsidRDefault="0062553F" w:rsidP="0062553F">
      <w:pPr>
        <w:pStyle w:val="SingleTxtG"/>
        <w:ind w:left="2268"/>
      </w:pPr>
      <w:r w:rsidRPr="00A33F64">
        <w:tab/>
        <w:t>Dans ce cas, l’autorité d’homologation doit publier la version révisée des pages des documents d’information visés à l’</w:t>
      </w:r>
      <w:r w:rsidR="00C65359">
        <w:t xml:space="preserve">annexe </w:t>
      </w:r>
      <w:r w:rsidRPr="00A33F64">
        <w:t>6, en indiquant sur chacune d’elles la nature des modifications apportées et la date à laquelle elle sera republiée. Une version consolidée et mise à jour des documents d’information visés à l’</w:t>
      </w:r>
      <w:r w:rsidR="00C65359">
        <w:t xml:space="preserve">annexe </w:t>
      </w:r>
      <w:r w:rsidRPr="00A33F64">
        <w:t>6, accompagnée d’une description détaillée des modifications apportées, sera considérée comme satisfaisant à la présente prescription.</w:t>
      </w:r>
    </w:p>
    <w:p w:rsidR="0062553F" w:rsidRPr="00A33F64" w:rsidRDefault="0062553F" w:rsidP="0062553F">
      <w:pPr>
        <w:pStyle w:val="SingleTxtG"/>
        <w:ind w:left="2268" w:hanging="1134"/>
      </w:pPr>
      <w:r w:rsidRPr="00A33F64">
        <w:t>18.1.2</w:t>
      </w:r>
      <w:r w:rsidRPr="00A33F64">
        <w:tab/>
        <w:t>Extension</w:t>
      </w:r>
    </w:p>
    <w:p w:rsidR="0062553F" w:rsidRPr="00A33F64" w:rsidRDefault="0062553F" w:rsidP="0062553F">
      <w:pPr>
        <w:pStyle w:val="SingleTxtG"/>
        <w:ind w:left="2268"/>
      </w:pPr>
      <w:r w:rsidRPr="00A33F64">
        <w:tab/>
        <w:t>La modification est qualifiée d’extension si, outre la modification des informations figurant dans le document d’information :</w:t>
      </w:r>
    </w:p>
    <w:p w:rsidR="0062553F" w:rsidRPr="00A33F64" w:rsidRDefault="0062553F" w:rsidP="0062553F">
      <w:pPr>
        <w:pStyle w:val="SingleTxtG"/>
        <w:ind w:left="2835" w:hanging="567"/>
      </w:pPr>
      <w:r w:rsidRPr="00A33F64">
        <w:t>a)</w:t>
      </w:r>
      <w:r w:rsidRPr="00A33F64">
        <w:tab/>
        <w:t>D’autres visites ou d’autres essais sont requis ; ou</w:t>
      </w:r>
    </w:p>
    <w:p w:rsidR="0062553F" w:rsidRPr="00A33F64" w:rsidRDefault="0062553F" w:rsidP="0062553F">
      <w:pPr>
        <w:pStyle w:val="SingleTxtG"/>
        <w:ind w:left="2835" w:hanging="567"/>
      </w:pPr>
      <w:r w:rsidRPr="00A33F64">
        <w:t>b)</w:t>
      </w:r>
      <w:r w:rsidRPr="00A33F64">
        <w:tab/>
        <w:t xml:space="preserve">Les informations contenues dans le document de communication, à l’exception de ses annexes, ont changé ; ou </w:t>
      </w:r>
    </w:p>
    <w:p w:rsidR="0062553F" w:rsidRPr="00A33F64" w:rsidRDefault="0062553F" w:rsidP="0062553F">
      <w:pPr>
        <w:pStyle w:val="SingleTxtG"/>
        <w:ind w:left="2835" w:hanging="567"/>
      </w:pPr>
      <w:r w:rsidRPr="00A33F64">
        <w:t>c)</w:t>
      </w:r>
      <w:r w:rsidRPr="00A33F64">
        <w:tab/>
        <w:t>L’homologation en vertu d’une série ultérieure d’amendements est demandée après l’entrée en vigueur de l’homologation.</w:t>
      </w:r>
    </w:p>
    <w:p w:rsidR="0062553F" w:rsidRPr="00A33F64" w:rsidRDefault="0062553F" w:rsidP="0062553F">
      <w:pPr>
        <w:pStyle w:val="SingleTxtG"/>
        <w:ind w:left="2268" w:hanging="1134"/>
      </w:pPr>
      <w:r w:rsidRPr="00A33F64">
        <w:lastRenderedPageBreak/>
        <w:t>18.2</w:t>
      </w:r>
      <w:r w:rsidRPr="00A33F64">
        <w:tab/>
        <w:t xml:space="preserve">La confirmation, l’extension ou le refus d’homologation doivent être adressés aux Parties contractantes à l’Accord qui appliquent le présent Règlement conformément à la procédure prescrite au </w:t>
      </w:r>
      <w:r w:rsidR="00C65359">
        <w:t xml:space="preserve">paragraphe </w:t>
      </w:r>
      <w:r w:rsidRPr="00A33F64">
        <w:t>16.3 ci-dessus. En outre, l’index des documents d’information et des procès-verbaux d’essai, joint au document d’information visé à l’</w:t>
      </w:r>
      <w:r w:rsidR="00C65359">
        <w:t xml:space="preserve">annexe </w:t>
      </w:r>
      <w:r w:rsidRPr="00A33F64">
        <w:t>2, doit être modifié en conséquence pour indiquer la date de la révision ou extension la plus récente.</w:t>
      </w:r>
    </w:p>
    <w:p w:rsidR="0062553F" w:rsidRPr="00A33F64" w:rsidRDefault="0062553F" w:rsidP="0062553F">
      <w:pPr>
        <w:pStyle w:val="SingleTxtG"/>
        <w:ind w:left="2268" w:hanging="1134"/>
      </w:pPr>
      <w:r w:rsidRPr="00A33F64">
        <w:t>18.3</w:t>
      </w:r>
      <w:r w:rsidRPr="00A33F64">
        <w:tab/>
        <w:t>L’autorité d’homologation de type qui délivre l’extension d’homologation doit attribuer un numéro de série à chaque fiche de communication établie pour cette extension.</w:t>
      </w:r>
    </w:p>
    <w:p w:rsidR="0062553F" w:rsidRPr="00A33F64" w:rsidRDefault="0062553F" w:rsidP="0062553F">
      <w:pPr>
        <w:pStyle w:val="HChG"/>
        <w:ind w:left="2268"/>
      </w:pPr>
      <w:bookmarkStart w:id="1" w:name="_Toc405992129"/>
      <w:r w:rsidRPr="00A33F64">
        <w:t>19.</w:t>
      </w:r>
      <w:r w:rsidRPr="00A33F64">
        <w:tab/>
      </w:r>
      <w:r w:rsidRPr="00A33F64">
        <w:tab/>
        <w:t>Conformité de la production</w:t>
      </w:r>
      <w:bookmarkEnd w:id="1"/>
    </w:p>
    <w:p w:rsidR="0062553F" w:rsidRPr="00A33F64" w:rsidRDefault="0062553F" w:rsidP="0062553F">
      <w:pPr>
        <w:pStyle w:val="SingleTxtG"/>
        <w:ind w:left="2268" w:hanging="1134"/>
      </w:pPr>
      <w:r w:rsidRPr="00A33F64">
        <w:t>19.1</w:t>
      </w:r>
      <w:r w:rsidRPr="00A33F64">
        <w:tab/>
        <w:t>Les procédures de contrôle de la conformité de la production doivent être conformes à celles qui figurent dans l’</w:t>
      </w:r>
      <w:r w:rsidR="00C65359">
        <w:t xml:space="preserve">annexe </w:t>
      </w:r>
      <w:r w:rsidRPr="00A33F64">
        <w:t>1 de l’Accord (E/ECE/TRANS/505/Rev.3).</w:t>
      </w:r>
    </w:p>
    <w:p w:rsidR="0062553F" w:rsidRPr="00A33F64" w:rsidRDefault="0062553F" w:rsidP="0062553F">
      <w:pPr>
        <w:pStyle w:val="SingleTxtG"/>
        <w:ind w:left="2268" w:hanging="1134"/>
      </w:pPr>
      <w:r w:rsidRPr="00A33F64">
        <w:t>19.2</w:t>
      </w:r>
      <w:r w:rsidRPr="00A33F64">
        <w:tab/>
        <w:t xml:space="preserve">Tout AECD homologué en application du présent Règlement doit être construit de façon à être conforme au type homologué en satisfaisant aux prescriptions spécifiées au </w:t>
      </w:r>
      <w:r w:rsidR="00C65359">
        <w:t xml:space="preserve">paragraphe </w:t>
      </w:r>
      <w:r w:rsidRPr="00A33F64">
        <w:t>17 ci-dessus.</w:t>
      </w:r>
    </w:p>
    <w:p w:rsidR="0062553F" w:rsidRPr="00A33F64" w:rsidRDefault="0062553F" w:rsidP="0062553F">
      <w:pPr>
        <w:pStyle w:val="HChG"/>
        <w:ind w:left="2268"/>
      </w:pPr>
      <w:bookmarkStart w:id="2" w:name="_Toc405992130"/>
      <w:r w:rsidRPr="00A33F64">
        <w:t>20.</w:t>
      </w:r>
      <w:r w:rsidRPr="00A33F64">
        <w:tab/>
      </w:r>
      <w:r w:rsidRPr="00A33F64">
        <w:tab/>
        <w:t>Sanctions pour non-conformité de la production</w:t>
      </w:r>
      <w:bookmarkEnd w:id="2"/>
    </w:p>
    <w:p w:rsidR="0062553F" w:rsidRPr="00A33F64" w:rsidRDefault="0062553F" w:rsidP="0062553F">
      <w:pPr>
        <w:pStyle w:val="SingleTxtG"/>
        <w:ind w:left="2268" w:hanging="1134"/>
      </w:pPr>
      <w:r w:rsidRPr="00A33F64">
        <w:t>20.1</w:t>
      </w:r>
      <w:r w:rsidRPr="00A33F64">
        <w:tab/>
        <w:t xml:space="preserve">L’homologation délivrée pour un type d’AECD en application du présent Règlement peut être retirée si les prescriptions énoncées au </w:t>
      </w:r>
      <w:r w:rsidRPr="006F09B0">
        <w:t>19.1</w:t>
      </w:r>
      <w:r w:rsidRPr="00A33F64">
        <w:t xml:space="preserve"> ci-dessus ne sont pas respectées ou si l’AECD ne réussit pas les contrôles prescrits au </w:t>
      </w:r>
      <w:r w:rsidR="00C65359">
        <w:t xml:space="preserve">paragraphe </w:t>
      </w:r>
      <w:r w:rsidRPr="00A33F64">
        <w:t>19.2 ci</w:t>
      </w:r>
      <w:r w:rsidRPr="00A33F64">
        <w:noBreakHyphen/>
        <w:t>dessus.</w:t>
      </w:r>
    </w:p>
    <w:p w:rsidR="0062553F" w:rsidRPr="00A33F64" w:rsidRDefault="0062553F" w:rsidP="0062553F">
      <w:pPr>
        <w:pStyle w:val="SingleTxtG"/>
        <w:ind w:left="2268" w:hanging="1134"/>
      </w:pPr>
      <w:r w:rsidRPr="00A33F64">
        <w:t>20.2</w:t>
      </w:r>
      <w:r w:rsidRPr="00A33F64">
        <w:tab/>
        <w:t>Si une Partie contractante à l’Accord appliquant le présent Règlement retire une homologation qu’elle avait préalablement accordée, elle est tenue d’en aviser immédiatement les autres Parties à l’Accord appliquant le présent Règlement, au moyen d’un exemplaire du certificat d’homologation se terminant par la mention, en lettres majuscules, signée et datée, « HOMOLOGATION RETIRÉE ».</w:t>
      </w:r>
    </w:p>
    <w:p w:rsidR="0062553F" w:rsidRPr="00A33F64" w:rsidRDefault="0062553F" w:rsidP="0062553F">
      <w:pPr>
        <w:pStyle w:val="HChG"/>
        <w:ind w:left="2268"/>
      </w:pPr>
      <w:bookmarkStart w:id="3" w:name="_Toc405992131"/>
      <w:r w:rsidRPr="00A33F64">
        <w:t>21.</w:t>
      </w:r>
      <w:r w:rsidRPr="00A33F64">
        <w:tab/>
      </w:r>
      <w:r w:rsidRPr="00A33F64">
        <w:tab/>
        <w:t>Arrêt définitif de la production</w:t>
      </w:r>
      <w:bookmarkEnd w:id="3"/>
    </w:p>
    <w:p w:rsidR="0062553F" w:rsidRPr="00A33F64" w:rsidRDefault="0062553F" w:rsidP="0062553F">
      <w:pPr>
        <w:pStyle w:val="SingleTxtG"/>
        <w:ind w:left="2268"/>
      </w:pPr>
      <w:r w:rsidRPr="00A33F64">
        <w:tab/>
        <w:t>Si le titulaire de l’homologation arrête définitivement la fabrication d’un type de véhicule homologué en vertu du présent Règlement, il doit en informer l’autorité qui a délivré l’homologation, laquelle doit à son tour en aviser les autres Parties contractantes à l’Accord appliquant le présent Règlement, au moyen d’un exemplaire du certificat d’homologation se terminant par la mention, en lettres majuscules, signée et datée, « PRODUCTION ARRÊTÉE ».</w:t>
      </w:r>
    </w:p>
    <w:p w:rsidR="0062553F" w:rsidRPr="00A33F64" w:rsidRDefault="0062553F" w:rsidP="0062553F">
      <w:pPr>
        <w:pStyle w:val="HChG"/>
        <w:ind w:left="2268"/>
      </w:pPr>
      <w:bookmarkStart w:id="4" w:name="_Toc405992132"/>
      <w:r w:rsidRPr="00A33F64">
        <w:t>22.</w:t>
      </w:r>
      <w:r w:rsidRPr="00A33F64">
        <w:tab/>
      </w:r>
      <w:r w:rsidRPr="00A33F64">
        <w:tab/>
        <w:t>Noms et adresses des services techniques chargés des essais d’homologation et des autorités d’homologation</w:t>
      </w:r>
      <w:bookmarkEnd w:id="4"/>
      <w:r w:rsidRPr="00A33F64">
        <w:t xml:space="preserve"> de type</w:t>
      </w:r>
    </w:p>
    <w:p w:rsidR="0062553F" w:rsidRPr="00A33F64" w:rsidRDefault="0062553F" w:rsidP="0062553F">
      <w:pPr>
        <w:pStyle w:val="SingleTxtG"/>
        <w:ind w:left="2268"/>
      </w:pPr>
      <w:r w:rsidRPr="00A33F64">
        <w:t>Les Parties contractantes à l’Accord appliquant le présent Règlement doivent communiquer au Secrétariat de l’Organisation des Nations Unies les noms et adresses des services techniques chargés des essais d’homologation et des autorités d’homologation de type auxquelles doivent être envoyées les fiches d’homologation ou d’extension, de refus ou de retrait d’homologation émises dans d’autres pays.</w:t>
      </w:r>
    </w:p>
    <w:p w:rsidR="0062553F" w:rsidRPr="00A33F64" w:rsidRDefault="0062553F" w:rsidP="00472E51">
      <w:pPr>
        <w:pStyle w:val="HChG"/>
        <w:tabs>
          <w:tab w:val="clear" w:pos="851"/>
          <w:tab w:val="right" w:pos="1134"/>
        </w:tabs>
        <w:spacing w:before="320" w:after="200" w:line="290" w:lineRule="exact"/>
        <w:ind w:left="2495" w:hanging="1361"/>
      </w:pPr>
      <w:r w:rsidRPr="00A33F64">
        <w:br w:type="page"/>
      </w:r>
      <w:r w:rsidRPr="00A33F64">
        <w:lastRenderedPageBreak/>
        <w:t>Partie II − Homologation des véhicules en ce qui concerne leur AECS lorsqu’ils sont équipés d’un AECD d’un type homologué</w:t>
      </w:r>
    </w:p>
    <w:p w:rsidR="0062553F" w:rsidRPr="00A33F64" w:rsidRDefault="0062553F" w:rsidP="00472E51">
      <w:pPr>
        <w:pStyle w:val="HChG"/>
        <w:spacing w:before="320" w:after="200" w:line="290" w:lineRule="exact"/>
        <w:ind w:left="2268"/>
      </w:pPr>
      <w:r w:rsidRPr="00A33F64">
        <w:t>23.</w:t>
      </w:r>
      <w:r w:rsidRPr="00A33F64">
        <w:tab/>
        <w:t>Définitions</w:t>
      </w:r>
    </w:p>
    <w:p w:rsidR="0062553F" w:rsidRPr="00A33F64" w:rsidRDefault="0062553F" w:rsidP="00472E51">
      <w:pPr>
        <w:pStyle w:val="SingleTxtG"/>
        <w:spacing w:after="100" w:line="238" w:lineRule="exact"/>
        <w:ind w:left="2268"/>
      </w:pPr>
      <w:r w:rsidRPr="00A33F64">
        <w:t>Aux fins de la partie II du présent Règlement, on entend par :</w:t>
      </w:r>
    </w:p>
    <w:p w:rsidR="0062553F" w:rsidRPr="00A33F64" w:rsidRDefault="0062553F" w:rsidP="00472E51">
      <w:pPr>
        <w:pStyle w:val="SingleTxtG"/>
        <w:spacing w:after="100" w:line="238" w:lineRule="exact"/>
        <w:ind w:left="2268" w:hanging="1134"/>
      </w:pPr>
      <w:r w:rsidRPr="00A33F64">
        <w:t>23.1</w:t>
      </w:r>
      <w:r w:rsidRPr="00A33F64">
        <w:tab/>
        <w:t>« </w:t>
      </w:r>
      <w:r w:rsidRPr="00A33F64">
        <w:rPr>
          <w:i/>
        </w:rPr>
        <w:t>Type de véhicule </w:t>
      </w:r>
      <w:r w:rsidRPr="00A33F64">
        <w:t>», en ce qui concerne l’AECD, des véhicules qui ne diffèrent pas entre eux sur des aspects essentiels tels que :</w:t>
      </w:r>
    </w:p>
    <w:p w:rsidR="0062553F" w:rsidRPr="00A33F64" w:rsidRDefault="0062553F" w:rsidP="00472E51">
      <w:pPr>
        <w:pStyle w:val="SingleTxtG"/>
        <w:spacing w:after="100" w:line="238" w:lineRule="exact"/>
        <w:ind w:left="2835" w:hanging="567"/>
      </w:pPr>
      <w:r w:rsidRPr="00A33F64">
        <w:t>a)</w:t>
      </w:r>
      <w:r w:rsidRPr="00A33F64">
        <w:tab/>
        <w:t>Leur constructeur ;</w:t>
      </w:r>
    </w:p>
    <w:p w:rsidR="0062553F" w:rsidRPr="00A33F64" w:rsidRDefault="0062553F" w:rsidP="00472E51">
      <w:pPr>
        <w:pStyle w:val="SingleTxtG"/>
        <w:spacing w:after="100" w:line="238" w:lineRule="exact"/>
        <w:ind w:left="2835" w:hanging="567"/>
      </w:pPr>
      <w:r w:rsidRPr="00A33F64">
        <w:t>b)</w:t>
      </w:r>
      <w:r w:rsidRPr="00A33F64">
        <w:tab/>
        <w:t>Le type de leur AECD ; ou</w:t>
      </w:r>
    </w:p>
    <w:p w:rsidR="0062553F" w:rsidRPr="00A33F64" w:rsidRDefault="0062553F" w:rsidP="00472E51">
      <w:pPr>
        <w:pStyle w:val="SingleTxtG"/>
        <w:spacing w:after="100" w:line="238" w:lineRule="exact"/>
        <w:ind w:left="2835" w:hanging="567"/>
      </w:pPr>
      <w:r w:rsidRPr="00A33F64">
        <w:t>c)</w:t>
      </w:r>
      <w:r w:rsidRPr="00A33F64">
        <w:tab/>
        <w:t>Des caractéristiques du véhicule qui influencent sensiblement le fonctionnement de l’AECD.</w:t>
      </w:r>
    </w:p>
    <w:p w:rsidR="0062553F" w:rsidRPr="00A33F64" w:rsidRDefault="0062553F" w:rsidP="00472E51">
      <w:pPr>
        <w:pStyle w:val="SingleTxtG"/>
        <w:spacing w:after="100" w:line="238" w:lineRule="exact"/>
        <w:ind w:left="2268" w:hanging="1134"/>
      </w:pPr>
      <w:r w:rsidRPr="00A33F64">
        <w:t>23.2</w:t>
      </w:r>
      <w:r w:rsidRPr="00A33F64">
        <w:tab/>
        <w:t>«</w:t>
      </w:r>
      <w:r w:rsidRPr="00A33F64">
        <w:rPr>
          <w:i/>
        </w:rPr>
        <w:t> AECS (système automatique d’appel d’urgence) </w:t>
      </w:r>
      <w:r w:rsidRPr="00A33F64">
        <w:t>», un AECD homologué en vertu de la partie Ib, lorsqu’il est monté sur le véhicule.</w:t>
      </w:r>
    </w:p>
    <w:p w:rsidR="0062553F" w:rsidRPr="00A33F64" w:rsidRDefault="0062553F" w:rsidP="00472E51">
      <w:pPr>
        <w:pStyle w:val="HChG"/>
        <w:spacing w:before="320" w:after="200" w:line="290" w:lineRule="exact"/>
        <w:ind w:left="2268"/>
      </w:pPr>
      <w:r w:rsidRPr="00A33F64">
        <w:t>24.</w:t>
      </w:r>
      <w:r w:rsidRPr="00A33F64">
        <w:tab/>
        <w:t>Demande d’homologation</w:t>
      </w:r>
    </w:p>
    <w:p w:rsidR="0062553F" w:rsidRPr="00A33F64" w:rsidRDefault="0062553F" w:rsidP="00472E51">
      <w:pPr>
        <w:pStyle w:val="SingleTxtG"/>
        <w:spacing w:after="100" w:line="238" w:lineRule="exact"/>
        <w:ind w:left="2268" w:hanging="1134"/>
      </w:pPr>
      <w:r w:rsidRPr="00A33F64">
        <w:t>24.1</w:t>
      </w:r>
      <w:r w:rsidRPr="00A33F64">
        <w:tab/>
        <w:t>La demande d’homologation de type d’un AECD doit être présentée par le fabricant ou par son représentant dûment agréé.</w:t>
      </w:r>
    </w:p>
    <w:p w:rsidR="0062553F" w:rsidRPr="00A33F64" w:rsidRDefault="0062553F" w:rsidP="00472E51">
      <w:pPr>
        <w:pStyle w:val="SingleTxtG"/>
        <w:spacing w:after="100" w:line="238" w:lineRule="exact"/>
        <w:ind w:left="2268" w:hanging="1134"/>
      </w:pPr>
      <w:r w:rsidRPr="00A33F64">
        <w:t>24.2</w:t>
      </w:r>
      <w:r w:rsidRPr="00A33F64">
        <w:tab/>
        <w:t>Un modèle de document d’information est reproduit à l’</w:t>
      </w:r>
      <w:r w:rsidR="00C65359">
        <w:t xml:space="preserve">annexe </w:t>
      </w:r>
      <w:r w:rsidRPr="00A33F64">
        <w:t>7.</w:t>
      </w:r>
    </w:p>
    <w:p w:rsidR="0062553F" w:rsidRPr="00A33F64" w:rsidRDefault="0062553F" w:rsidP="00472E51">
      <w:pPr>
        <w:pStyle w:val="SingleTxtG"/>
        <w:spacing w:after="100" w:line="238" w:lineRule="exact"/>
        <w:ind w:left="2268" w:hanging="1134"/>
      </w:pPr>
      <w:r w:rsidRPr="00A33F64">
        <w:t>24.3</w:t>
      </w:r>
      <w:r w:rsidRPr="00A33F64">
        <w:tab/>
        <w:t>Pour chaque type de véhicule équipé d’un AECD, la demande d’homologation doit être accompagnée d’échantillons de véhicules représentatifs du type à homologuer et, le cas échéant, d’échantillons d’éléments, en quantités suffisantes pour les essais prescrits par le présent Règlement. Des échantillons supplémentaires peuvent être demandés par le service technique chargé d’effectuer les essais.</w:t>
      </w:r>
    </w:p>
    <w:p w:rsidR="0062553F" w:rsidRPr="00A33F64" w:rsidRDefault="0062553F" w:rsidP="00472E51">
      <w:pPr>
        <w:pStyle w:val="HChG"/>
        <w:spacing w:before="320" w:after="200" w:line="290" w:lineRule="exact"/>
        <w:ind w:left="2268"/>
      </w:pPr>
      <w:r w:rsidRPr="00A33F64">
        <w:t>25.</w:t>
      </w:r>
      <w:r w:rsidRPr="00A33F64">
        <w:tab/>
        <w:t>Homologation</w:t>
      </w:r>
    </w:p>
    <w:p w:rsidR="0062553F" w:rsidRPr="00A33F64" w:rsidRDefault="0062553F" w:rsidP="00472E51">
      <w:pPr>
        <w:pStyle w:val="SingleTxtG"/>
        <w:spacing w:after="100" w:line="238" w:lineRule="exact"/>
        <w:ind w:left="2268"/>
      </w:pPr>
      <w:r w:rsidRPr="00A33F64">
        <w:tab/>
        <w:t>La demande d’homologation pour le montage d’un AECD soumise conformément à la partie II du présent Règlement doit renvoyer à une ou plusieurs homologations d’AECD obtenue(s) conformément à la partie Ib. Le fabricant doit fournir un dossier renseignant sur le montage de l’AECD et la façon dont il est prévu de l’associer (par un numéro d’identification, par exemple) à l’AECD visé dans la partie Ib.</w:t>
      </w:r>
    </w:p>
    <w:p w:rsidR="0062553F" w:rsidRPr="00A33F64" w:rsidRDefault="0062553F" w:rsidP="00472E51">
      <w:pPr>
        <w:pStyle w:val="SingleTxtG"/>
        <w:spacing w:after="100" w:line="238" w:lineRule="exact"/>
        <w:ind w:left="2268" w:hanging="1134"/>
      </w:pPr>
      <w:r w:rsidRPr="00A33F64">
        <w:t>25.1</w:t>
      </w:r>
      <w:r w:rsidRPr="00A33F64">
        <w:tab/>
        <w:t xml:space="preserve">Si le type de véhicule présenté à l’homologation en vertu du présent Règlement satisfait aux prescriptions du </w:t>
      </w:r>
      <w:r w:rsidR="00C65359">
        <w:t xml:space="preserve">paragraphe </w:t>
      </w:r>
      <w:r w:rsidRPr="00A33F64">
        <w:t>26 ci-dessous, le type de véhicule considéré est homologué.</w:t>
      </w:r>
    </w:p>
    <w:p w:rsidR="0062553F" w:rsidRPr="00472E51" w:rsidRDefault="0062553F" w:rsidP="00472E51">
      <w:pPr>
        <w:pStyle w:val="SingleTxtG"/>
        <w:spacing w:after="100" w:line="238" w:lineRule="exact"/>
        <w:ind w:left="2268"/>
        <w:rPr>
          <w:spacing w:val="-2"/>
        </w:rPr>
      </w:pPr>
      <w:r w:rsidRPr="00472E51">
        <w:rPr>
          <w:spacing w:val="-2"/>
        </w:rPr>
        <w:tab/>
        <w:t>Avant d’accorder l’homologation à un véhicule en ce qui concerne le montage d’un AECD homologué en vertu de la partie</w:t>
      </w:r>
      <w:r w:rsidR="00472E51" w:rsidRPr="00472E51">
        <w:rPr>
          <w:spacing w:val="-2"/>
        </w:rPr>
        <w:t xml:space="preserve"> </w:t>
      </w:r>
      <w:r w:rsidRPr="00472E51">
        <w:rPr>
          <w:spacing w:val="-2"/>
        </w:rPr>
        <w:t>Ib du présent Règlement, l’autorité compétente doit s’assurer que les vérifications non prescrites dans la partie</w:t>
      </w:r>
      <w:r w:rsidR="00472E51" w:rsidRPr="00472E51">
        <w:rPr>
          <w:spacing w:val="-2"/>
        </w:rPr>
        <w:t xml:space="preserve"> </w:t>
      </w:r>
      <w:r w:rsidRPr="00472E51">
        <w:rPr>
          <w:spacing w:val="-2"/>
        </w:rPr>
        <w:t>Ib figurent dans la partie II. Si, dans ce cas, l’alimentation électrique autre que l’alimentation électrique de secours est la seule alimentation disponible et si elle n’est pas visée dans la partie</w:t>
      </w:r>
      <w:r w:rsidR="00472E51" w:rsidRPr="00472E51">
        <w:rPr>
          <w:spacing w:val="-2"/>
        </w:rPr>
        <w:t xml:space="preserve"> </w:t>
      </w:r>
      <w:r w:rsidRPr="00472E51">
        <w:rPr>
          <w:spacing w:val="-2"/>
        </w:rPr>
        <w:t xml:space="preserve">Ia conformément au </w:t>
      </w:r>
      <w:r w:rsidR="00C65359" w:rsidRPr="00472E51">
        <w:rPr>
          <w:spacing w:val="-2"/>
        </w:rPr>
        <w:t xml:space="preserve">paragraphe </w:t>
      </w:r>
      <w:r w:rsidRPr="00472E51">
        <w:rPr>
          <w:spacing w:val="-2"/>
        </w:rPr>
        <w:t>7.7, ou dans la partie</w:t>
      </w:r>
      <w:r w:rsidR="00472E51" w:rsidRPr="00472E51">
        <w:rPr>
          <w:spacing w:val="-2"/>
        </w:rPr>
        <w:t xml:space="preserve"> </w:t>
      </w:r>
      <w:r w:rsidRPr="00472E51">
        <w:rPr>
          <w:spacing w:val="-2"/>
        </w:rPr>
        <w:t xml:space="preserve">Ib conformément au </w:t>
      </w:r>
      <w:r w:rsidR="00C65359" w:rsidRPr="00472E51">
        <w:rPr>
          <w:spacing w:val="-2"/>
        </w:rPr>
        <w:t xml:space="preserve">paragraphe </w:t>
      </w:r>
      <w:r w:rsidRPr="00472E51">
        <w:rPr>
          <w:spacing w:val="-2"/>
        </w:rPr>
        <w:t>17.7.2, elle doit être soumise à un essai conformément à l’annexe</w:t>
      </w:r>
      <w:r w:rsidR="00472E51" w:rsidRPr="00472E51">
        <w:rPr>
          <w:spacing w:val="-2"/>
        </w:rPr>
        <w:t xml:space="preserve"> </w:t>
      </w:r>
      <w:r w:rsidRPr="00472E51">
        <w:rPr>
          <w:spacing w:val="-2"/>
        </w:rPr>
        <w:t>9 de la présente partie.</w:t>
      </w:r>
    </w:p>
    <w:p w:rsidR="0062553F" w:rsidRPr="00A33F64" w:rsidRDefault="0062553F" w:rsidP="00472E51">
      <w:pPr>
        <w:pStyle w:val="SingleTxtG"/>
        <w:spacing w:after="100" w:line="238" w:lineRule="exact"/>
        <w:ind w:left="2268" w:hanging="1134"/>
      </w:pPr>
      <w:r w:rsidRPr="00A33F64">
        <w:t>25.2</w:t>
      </w:r>
      <w:r w:rsidRPr="00A33F64">
        <w:tab/>
        <w:t>Chaque type homologué reçoit un numéro d’homologation, dont les deux premiers chiffres (actuellement 00) indiquent la série d’amendements correspondant aux modifications techniques essentielles les plus récentes apportées au Règlement à la date de délivrance de l’homologation. La même Partie contractante ne peut attribuer ce même numéro à un autre type de véhicule.</w:t>
      </w:r>
    </w:p>
    <w:p w:rsidR="0062553F" w:rsidRPr="00A33F64" w:rsidRDefault="0062553F" w:rsidP="00E616B9">
      <w:pPr>
        <w:pStyle w:val="SingleTxtG"/>
        <w:spacing w:after="100" w:line="238" w:lineRule="exact"/>
        <w:ind w:left="2268" w:hanging="1134"/>
      </w:pPr>
      <w:r w:rsidRPr="00A33F64">
        <w:lastRenderedPageBreak/>
        <w:t>25.3</w:t>
      </w:r>
      <w:r w:rsidRPr="00A33F64">
        <w:tab/>
        <w:t>L’homologation, le refus d’homologation, l’extension ou le retrait de l’homologation ou encore l’arrêt définitif de la production d’un type de véhicule conformément au présent Règlement doivent être notifiés aux Parties contractantes à l’Accord appliquant le présent Règlement au moyen d’une fiche conforme au modèle indiqué à l’</w:t>
      </w:r>
      <w:r w:rsidR="00600AF5">
        <w:t xml:space="preserve">annexe </w:t>
      </w:r>
      <w:r w:rsidRPr="00A33F64">
        <w:t>3 du présent Règlement.</w:t>
      </w:r>
    </w:p>
    <w:p w:rsidR="0062553F" w:rsidRPr="00A33F64" w:rsidRDefault="0062553F" w:rsidP="00E616B9">
      <w:pPr>
        <w:pStyle w:val="SingleTxtG"/>
        <w:spacing w:after="100" w:line="238" w:lineRule="exact"/>
        <w:ind w:left="2268" w:hanging="1134"/>
      </w:pPr>
      <w:r w:rsidRPr="00A33F64">
        <w:t>25.4</w:t>
      </w:r>
      <w:r w:rsidRPr="00A33F64">
        <w:tab/>
        <w:t>Sur tout véhicule conforme à un type de véhicule homologué en application du présent Règlement, il doit être apposé de manière visible, en un endroit facilement accessible et indiqué sur la fiche d’homologation, une marque d’homologation internationale conforme au modèle indiqué à l’</w:t>
      </w:r>
      <w:r w:rsidR="00600AF5">
        <w:t xml:space="preserve">annexe </w:t>
      </w:r>
      <w:r w:rsidRPr="00A33F64">
        <w:t>3, composée :</w:t>
      </w:r>
    </w:p>
    <w:p w:rsidR="0062553F" w:rsidRPr="00A33F64" w:rsidRDefault="0062553F" w:rsidP="00E616B9">
      <w:pPr>
        <w:pStyle w:val="SingleTxtG"/>
        <w:spacing w:after="100" w:line="238" w:lineRule="exact"/>
        <w:ind w:left="2268" w:hanging="1134"/>
      </w:pPr>
      <w:r w:rsidRPr="00A33F64">
        <w:t>25.4.1</w:t>
      </w:r>
      <w:r w:rsidRPr="00A33F64">
        <w:tab/>
        <w:t>D’un cercle à l’intérieur duquel est placée la lettre « E » suivie du numéro distinctif du pays qui a délivré l’homologation ;</w:t>
      </w:r>
    </w:p>
    <w:p w:rsidR="0062553F" w:rsidRPr="00A33F64" w:rsidRDefault="0062553F" w:rsidP="00E616B9">
      <w:pPr>
        <w:pStyle w:val="SingleTxtG"/>
        <w:spacing w:after="100" w:line="238" w:lineRule="exact"/>
        <w:ind w:left="2268" w:hanging="1134"/>
      </w:pPr>
      <w:r w:rsidRPr="00A33F64">
        <w:t>25.4.2</w:t>
      </w:r>
      <w:r w:rsidRPr="00A33F64">
        <w:tab/>
        <w:t xml:space="preserve">Du numéro du présent Règlement suivi de la lettre « R », d’un tiret et du numéro d’homologation, placé à droite du cercle prévu au </w:t>
      </w:r>
      <w:r w:rsidR="00C65359">
        <w:t xml:space="preserve">paragraphe </w:t>
      </w:r>
      <w:r w:rsidRPr="00A33F64">
        <w:t>25.4.1.</w:t>
      </w:r>
    </w:p>
    <w:p w:rsidR="0062553F" w:rsidRPr="00A33F64" w:rsidRDefault="0062553F" w:rsidP="00E616B9">
      <w:pPr>
        <w:pStyle w:val="SingleTxtG"/>
        <w:spacing w:after="100" w:line="238" w:lineRule="exact"/>
        <w:ind w:left="2268" w:hanging="1134"/>
      </w:pPr>
      <w:r w:rsidRPr="00A33F64">
        <w:t>25.5</w:t>
      </w:r>
      <w:r w:rsidRPr="00A33F64">
        <w:tab/>
        <w:t>La marque d’homologation doit être clairement lisible et indélébile.</w:t>
      </w:r>
    </w:p>
    <w:p w:rsidR="0062553F" w:rsidRPr="00A33F64" w:rsidRDefault="0062553F" w:rsidP="0062553F">
      <w:pPr>
        <w:pStyle w:val="HChG"/>
        <w:ind w:left="2268"/>
      </w:pPr>
      <w:r w:rsidRPr="00A33F64">
        <w:t>26.</w:t>
      </w:r>
      <w:r w:rsidRPr="00A33F64">
        <w:tab/>
        <w:t>Prescriptions</w:t>
      </w:r>
    </w:p>
    <w:p w:rsidR="0062553F" w:rsidRPr="00A33F64" w:rsidRDefault="0062553F" w:rsidP="00E616B9">
      <w:pPr>
        <w:pStyle w:val="SingleTxtG"/>
        <w:spacing w:after="100" w:line="238" w:lineRule="exact"/>
        <w:ind w:left="2268" w:hanging="1134"/>
      </w:pPr>
      <w:r w:rsidRPr="00A33F64">
        <w:t>26.1</w:t>
      </w:r>
      <w:r w:rsidRPr="00A33F64">
        <w:tab/>
        <w:t>Généralités</w:t>
      </w:r>
    </w:p>
    <w:p w:rsidR="0062553F" w:rsidRPr="00A33F64" w:rsidRDefault="0062553F" w:rsidP="00E616B9">
      <w:pPr>
        <w:pStyle w:val="SingleTxtG"/>
        <w:spacing w:after="100" w:line="238" w:lineRule="exact"/>
        <w:ind w:left="2268" w:hanging="1134"/>
      </w:pPr>
      <w:r w:rsidRPr="00A33F64">
        <w:t>26.1.1</w:t>
      </w:r>
      <w:r w:rsidRPr="00A33F64">
        <w:tab/>
        <w:t>L’AECD installé dans le véhicule doit être d’un type homologué en vertu de la partie Ib du présent Règlement.</w:t>
      </w:r>
    </w:p>
    <w:p w:rsidR="0062553F" w:rsidRPr="00A33F64" w:rsidRDefault="0062553F" w:rsidP="00E616B9">
      <w:pPr>
        <w:pStyle w:val="SingleTxtG"/>
        <w:spacing w:after="100" w:line="238" w:lineRule="exact"/>
        <w:ind w:left="2268" w:hanging="1134"/>
      </w:pPr>
      <w:r w:rsidRPr="00A33F64">
        <w:t>26.1.2</w:t>
      </w:r>
      <w:r w:rsidRPr="00A33F64">
        <w:tab/>
        <w:t>L’AECD doit être raccordé au réseau électrique embarqué du véhicule de telle sorte qu’il fonctionne, dans tous les modes prescrits, et que la batterie de secours (le cas échéant) soit chargée.</w:t>
      </w:r>
    </w:p>
    <w:p w:rsidR="0062553F" w:rsidRPr="00A33F64" w:rsidRDefault="0062553F" w:rsidP="00E616B9">
      <w:pPr>
        <w:pStyle w:val="SingleTxtG"/>
        <w:spacing w:after="100" w:line="238" w:lineRule="exact"/>
        <w:ind w:left="2268" w:hanging="1134"/>
      </w:pPr>
      <w:r w:rsidRPr="00A33F64">
        <w:t>26.1.3</w:t>
      </w:r>
      <w:r w:rsidRPr="00A33F64">
        <w:tab/>
        <w:t>L’AECD doit être installé de telle sorte à permettre la réception du signal GNSS et l’accès à un PLMN.</w:t>
      </w:r>
    </w:p>
    <w:p w:rsidR="0062553F" w:rsidRPr="00A33F64" w:rsidRDefault="0062553F" w:rsidP="00E616B9">
      <w:pPr>
        <w:pStyle w:val="SingleTxtG"/>
        <w:spacing w:after="100" w:line="238" w:lineRule="exact"/>
        <w:ind w:left="2268"/>
      </w:pPr>
      <w:r w:rsidRPr="00A33F64">
        <w:t>Le demandeur de l’homologation doit indiquer avec quel PLMN et quel récepteur GNSS l’AECS doit fonctionner.</w:t>
      </w:r>
    </w:p>
    <w:p w:rsidR="0062553F" w:rsidRPr="00A33F64" w:rsidRDefault="0062553F" w:rsidP="00E616B9">
      <w:pPr>
        <w:pStyle w:val="SingleTxtG"/>
        <w:spacing w:after="100" w:line="238" w:lineRule="exact"/>
        <w:ind w:left="2268"/>
      </w:pPr>
      <w:r w:rsidRPr="00A33F64">
        <w:t>L’installation et l’orientation de l’AECD et de ses éléments doivent correspondre à l’homologation de l’AECD en cas de choc avant du véhicule.</w:t>
      </w:r>
    </w:p>
    <w:p w:rsidR="0062553F" w:rsidRPr="00A33F64" w:rsidRDefault="0062553F" w:rsidP="00E616B9">
      <w:pPr>
        <w:pStyle w:val="SingleTxtG"/>
        <w:spacing w:after="100" w:line="238" w:lineRule="exact"/>
        <w:ind w:left="2268" w:hanging="1134"/>
      </w:pPr>
      <w:r w:rsidRPr="00A33F64">
        <w:t>26.2</w:t>
      </w:r>
      <w:r w:rsidRPr="00A33F64">
        <w:tab/>
        <w:t>L’AECD doit être installé de façon à recevoir un signal de déclenchement en cas de choc grave du véhicule ; cette condition doit être vérifiée lors de l’essai de choc décrit dans le présent paragraphe.</w:t>
      </w:r>
    </w:p>
    <w:p w:rsidR="0062553F" w:rsidRPr="00A33F64" w:rsidRDefault="0062553F" w:rsidP="00E616B9">
      <w:pPr>
        <w:pStyle w:val="SingleTxtG"/>
        <w:spacing w:after="100" w:line="238" w:lineRule="exact"/>
        <w:ind w:left="2268"/>
      </w:pPr>
      <w:r w:rsidRPr="00A33F64">
        <w:t>Dès réception d’un signal de déclenchement, l’AECS doit déclencher la procédure d’appel d’urgence ; cette condition doit être vérifiée au moyen d’une des méthodes d’essai décrites à l’</w:t>
      </w:r>
      <w:r w:rsidR="00600AF5">
        <w:t xml:space="preserve">annexe </w:t>
      </w:r>
      <w:r w:rsidRPr="00A33F64">
        <w:t>11.</w:t>
      </w:r>
    </w:p>
    <w:p w:rsidR="0062553F" w:rsidRPr="00A33F64" w:rsidRDefault="0062553F" w:rsidP="00E616B9">
      <w:pPr>
        <w:pStyle w:val="SingleTxtG"/>
        <w:spacing w:after="100" w:line="238" w:lineRule="exact"/>
        <w:ind w:left="2268" w:hanging="1134"/>
      </w:pPr>
      <w:r w:rsidRPr="00A33F64">
        <w:t>26.2.1</w:t>
      </w:r>
      <w:r w:rsidRPr="00A33F64">
        <w:tab/>
        <w:t>Les véhicules de la catégorie M</w:t>
      </w:r>
      <w:r w:rsidRPr="00A33F64">
        <w:rPr>
          <w:vertAlign w:val="subscript"/>
        </w:rPr>
        <w:t>1</w:t>
      </w:r>
      <w:r w:rsidRPr="00A33F64">
        <w:t xml:space="preserve"> sont soumis aux prescriptions suivantes :</w:t>
      </w:r>
    </w:p>
    <w:p w:rsidR="0062553F" w:rsidRPr="00E616B9" w:rsidRDefault="0062553F" w:rsidP="00E616B9">
      <w:pPr>
        <w:pStyle w:val="SingleTxtG"/>
        <w:spacing w:after="100" w:line="238" w:lineRule="exact"/>
        <w:ind w:left="2268" w:hanging="1134"/>
        <w:rPr>
          <w:spacing w:val="-2"/>
        </w:rPr>
      </w:pPr>
      <w:r w:rsidRPr="00E616B9">
        <w:rPr>
          <w:spacing w:val="-2"/>
        </w:rPr>
        <w:t>26.2.1.1</w:t>
      </w:r>
      <w:r w:rsidRPr="00E616B9">
        <w:rPr>
          <w:spacing w:val="-2"/>
        </w:rPr>
        <w:tab/>
        <w:t>Dans le cas des véhicules de la catégorie M</w:t>
      </w:r>
      <w:r w:rsidRPr="00E616B9">
        <w:rPr>
          <w:spacing w:val="-2"/>
          <w:vertAlign w:val="subscript"/>
        </w:rPr>
        <w:t>1</w:t>
      </w:r>
      <w:r w:rsidRPr="00E616B9">
        <w:rPr>
          <w:spacing w:val="-2"/>
        </w:rPr>
        <w:t xml:space="preserve"> dont la masse totale admissible est inférieure ou égale à 2,5 tonnes et sur lesquels la hauteur du </w:t>
      </w:r>
      <w:r w:rsidR="00600AF5" w:rsidRPr="00E616B9">
        <w:rPr>
          <w:spacing w:val="-2"/>
        </w:rPr>
        <w:t xml:space="preserve">point </w:t>
      </w:r>
      <w:r w:rsidRPr="00E616B9">
        <w:rPr>
          <w:spacing w:val="-2"/>
        </w:rPr>
        <w:t>R est égale ou inférieure à 700 mm, le signal de déclenchement est vérifié comme suit :</w:t>
      </w:r>
    </w:p>
    <w:p w:rsidR="0062553F" w:rsidRPr="00E616B9" w:rsidRDefault="0062553F" w:rsidP="00E616B9">
      <w:pPr>
        <w:pStyle w:val="SingleTxtG"/>
        <w:spacing w:after="100" w:line="238" w:lineRule="exact"/>
        <w:ind w:left="2268" w:hanging="1134"/>
        <w:rPr>
          <w:spacing w:val="-2"/>
        </w:rPr>
      </w:pPr>
      <w:r w:rsidRPr="00E616B9">
        <w:rPr>
          <w:spacing w:val="-2"/>
        </w:rPr>
        <w:t>26.2.1.1.1</w:t>
      </w:r>
      <w:r w:rsidRPr="00E616B9">
        <w:rPr>
          <w:spacing w:val="-2"/>
        </w:rPr>
        <w:tab/>
        <w:t>En cas de collision du véhicule conformément à l’</w:t>
      </w:r>
      <w:r w:rsidR="00600AF5" w:rsidRPr="00E616B9">
        <w:rPr>
          <w:spacing w:val="-2"/>
        </w:rPr>
        <w:t xml:space="preserve">annexe </w:t>
      </w:r>
      <w:r w:rsidRPr="00E616B9">
        <w:rPr>
          <w:spacing w:val="-2"/>
        </w:rPr>
        <w:t>3 du Règlement ONU n</w:t>
      </w:r>
      <w:r w:rsidRPr="00E616B9">
        <w:rPr>
          <w:spacing w:val="-2"/>
          <w:vertAlign w:val="superscript"/>
        </w:rPr>
        <w:t>o</w:t>
      </w:r>
      <w:r w:rsidRPr="00E616B9">
        <w:rPr>
          <w:spacing w:val="-2"/>
        </w:rPr>
        <w:t> 94 (choc avant) et l’</w:t>
      </w:r>
      <w:r w:rsidR="00600AF5" w:rsidRPr="00E616B9">
        <w:rPr>
          <w:spacing w:val="-2"/>
        </w:rPr>
        <w:t xml:space="preserve">annexe </w:t>
      </w:r>
      <w:r w:rsidRPr="00E616B9">
        <w:rPr>
          <w:spacing w:val="-2"/>
        </w:rPr>
        <w:t>4 du Règlement ONU n</w:t>
      </w:r>
      <w:r w:rsidRPr="00E616B9">
        <w:rPr>
          <w:spacing w:val="-2"/>
          <w:vertAlign w:val="superscript"/>
        </w:rPr>
        <w:t>o</w:t>
      </w:r>
      <w:r w:rsidRPr="00E616B9">
        <w:rPr>
          <w:spacing w:val="-2"/>
        </w:rPr>
        <w:t> 95 (choc latéral) ; ou</w:t>
      </w:r>
    </w:p>
    <w:p w:rsidR="0062553F" w:rsidRPr="00A33F64" w:rsidRDefault="0062553F" w:rsidP="00E616B9">
      <w:pPr>
        <w:pStyle w:val="SingleTxtG"/>
        <w:spacing w:after="100" w:line="238" w:lineRule="exact"/>
        <w:ind w:left="2268" w:hanging="1134"/>
      </w:pPr>
      <w:r w:rsidRPr="00A33F64">
        <w:t>26.2.1.1.2</w:t>
      </w:r>
      <w:r w:rsidRPr="00A33F64">
        <w:tab/>
        <w:t xml:space="preserve">Dans le cas de l’extension d’homologations de type en vertu du présent Règlement, ou dans le cas de l’homologation de types de véhicules déjà accordée en vertu des Règlements </w:t>
      </w:r>
      <w:r>
        <w:t xml:space="preserve">ONU </w:t>
      </w:r>
      <w:r w:rsidRPr="00A33F64">
        <w:t>n</w:t>
      </w:r>
      <w:r w:rsidRPr="00A33F64">
        <w:rPr>
          <w:vertAlign w:val="superscript"/>
        </w:rPr>
        <w:t>os</w:t>
      </w:r>
      <w:r w:rsidRPr="00A33F64">
        <w:t> 94 ou 95 avant l’entrée en vigueur du présent Règlement, lorsqu’il est démontré, documentation existante à l’appui (rapport, images, données de simulation ou éléments équivalents) que lors d’un choc avant (Règlement</w:t>
      </w:r>
      <w:r>
        <w:t xml:space="preserve"> ONU</w:t>
      </w:r>
      <w:r w:rsidRPr="00A33F64">
        <w:t xml:space="preserve"> n</w:t>
      </w:r>
      <w:r w:rsidRPr="00A33F64">
        <w:rPr>
          <w:vertAlign w:val="superscript"/>
        </w:rPr>
        <w:t>o</w:t>
      </w:r>
      <w:r w:rsidRPr="00A33F64">
        <w:t xml:space="preserve"> 94) ou d’un choc latéral (Règlement </w:t>
      </w:r>
      <w:r>
        <w:t xml:space="preserve">ONU </w:t>
      </w:r>
      <w:r w:rsidRPr="00A33F64">
        <w:t>n</w:t>
      </w:r>
      <w:r w:rsidRPr="00A33F64">
        <w:rPr>
          <w:vertAlign w:val="superscript"/>
        </w:rPr>
        <w:t>o</w:t>
      </w:r>
      <w:r w:rsidRPr="00A33F64">
        <w:t> 95) :</w:t>
      </w:r>
    </w:p>
    <w:p w:rsidR="0062553F" w:rsidRPr="00A33F64" w:rsidRDefault="0062553F" w:rsidP="00E616B9">
      <w:pPr>
        <w:pStyle w:val="SingleTxtG"/>
        <w:spacing w:after="100" w:line="238" w:lineRule="exact"/>
        <w:ind w:left="2835" w:hanging="567"/>
      </w:pPr>
      <w:r w:rsidRPr="00A33F64">
        <w:t>a)</w:t>
      </w:r>
      <w:r w:rsidRPr="00A33F64">
        <w:tab/>
        <w:t>Un signal de déclenchement a été émis ;</w:t>
      </w:r>
    </w:p>
    <w:p w:rsidR="0062553F" w:rsidRPr="00472E51" w:rsidRDefault="0062553F" w:rsidP="00E616B9">
      <w:pPr>
        <w:pStyle w:val="SingleTxtG"/>
        <w:spacing w:after="100" w:line="238" w:lineRule="exact"/>
        <w:ind w:left="2835" w:hanging="567"/>
      </w:pPr>
      <w:r w:rsidRPr="00472E51">
        <w:t>b)</w:t>
      </w:r>
      <w:r w:rsidRPr="00472E51">
        <w:tab/>
        <w:t>L’installation de l’AECD n’est pas perturbée par le choc subi par le véhicule.</w:t>
      </w:r>
    </w:p>
    <w:p w:rsidR="0062553F" w:rsidRPr="00A33F64" w:rsidRDefault="0062553F" w:rsidP="0062553F">
      <w:pPr>
        <w:pStyle w:val="SingleTxtG"/>
        <w:ind w:left="2268" w:hanging="1134"/>
      </w:pPr>
      <w:r w:rsidRPr="00A33F64">
        <w:lastRenderedPageBreak/>
        <w:t>26.2.1.2</w:t>
      </w:r>
      <w:r w:rsidRPr="00A33F64">
        <w:tab/>
        <w:t>Dans le cas des véhicules de la catégorie M</w:t>
      </w:r>
      <w:r w:rsidRPr="00A33F64">
        <w:rPr>
          <w:vertAlign w:val="subscript"/>
        </w:rPr>
        <w:t>1</w:t>
      </w:r>
      <w:r w:rsidRPr="00A33F64">
        <w:t xml:space="preserve"> dont la masse totale admissible est inférieure ou égale à 2,5 tonnes et sur lesquels la hauteur du point R est supérieure à 700 mm, le signal de déclenchement est vérifié comme suit :</w:t>
      </w:r>
    </w:p>
    <w:p w:rsidR="0062553F" w:rsidRPr="00A33F64" w:rsidRDefault="0062553F" w:rsidP="0062553F">
      <w:pPr>
        <w:pStyle w:val="SingleTxtG"/>
        <w:ind w:left="2268" w:hanging="1134"/>
      </w:pPr>
      <w:r w:rsidRPr="00A33F64">
        <w:t>26.2.1.2.1</w:t>
      </w:r>
      <w:r w:rsidRPr="00A33F64">
        <w:tab/>
        <w:t>En cas de collision du véhicule conformément à l’</w:t>
      </w:r>
      <w:r w:rsidR="00600AF5">
        <w:t xml:space="preserve">annexe </w:t>
      </w:r>
      <w:r w:rsidRPr="00A33F64">
        <w:t xml:space="preserve">3 du Règlement </w:t>
      </w:r>
      <w:r>
        <w:t xml:space="preserve">ONU </w:t>
      </w:r>
      <w:r w:rsidRPr="00A33F64">
        <w:t>n</w:t>
      </w:r>
      <w:r w:rsidRPr="00A33F64">
        <w:rPr>
          <w:vertAlign w:val="superscript"/>
        </w:rPr>
        <w:t>o</w:t>
      </w:r>
      <w:r w:rsidRPr="00A33F64">
        <w:t> 94 (choc avant) ; ou</w:t>
      </w:r>
    </w:p>
    <w:p w:rsidR="0062553F" w:rsidRPr="00A33F64" w:rsidRDefault="0062553F" w:rsidP="0062553F">
      <w:pPr>
        <w:pStyle w:val="SingleTxtG"/>
        <w:ind w:left="2268" w:hanging="1134"/>
      </w:pPr>
      <w:r w:rsidRPr="00A33F64">
        <w:t>26.2.1.2.2</w:t>
      </w:r>
      <w:r w:rsidRPr="00A33F64">
        <w:tab/>
        <w:t xml:space="preserve">Dans le cas de l’extension d’homologations de type en vertu du présent Règlement, ou dans le cas de l’homologation de types de véhicules déjà accordée en vertu des Règlements </w:t>
      </w:r>
      <w:r>
        <w:t xml:space="preserve">ONU </w:t>
      </w:r>
      <w:r w:rsidRPr="00A33F64">
        <w:t>n</w:t>
      </w:r>
      <w:r w:rsidRPr="00A33F64">
        <w:rPr>
          <w:vertAlign w:val="superscript"/>
        </w:rPr>
        <w:t>os</w:t>
      </w:r>
      <w:r w:rsidRPr="00A33F64">
        <w:t> 94 ou 95 avant l’entrée en vigueur du présent Règlement, lorsqu’il est démontré, documentation existante à l’appui (rapport, images, données de simulation ou éléments équivalents) que lors d’un choc avant (Règlement</w:t>
      </w:r>
      <w:r>
        <w:t xml:space="preserve"> ONU</w:t>
      </w:r>
      <w:r w:rsidRPr="00A33F64">
        <w:t xml:space="preserve"> n</w:t>
      </w:r>
      <w:r w:rsidRPr="00A33F64">
        <w:rPr>
          <w:vertAlign w:val="superscript"/>
        </w:rPr>
        <w:t>o</w:t>
      </w:r>
      <w:r w:rsidRPr="00A33F64">
        <w:t> 94) :</w:t>
      </w:r>
    </w:p>
    <w:p w:rsidR="0062553F" w:rsidRPr="00A33F64" w:rsidRDefault="0062553F" w:rsidP="0062553F">
      <w:pPr>
        <w:pStyle w:val="SingleTxtG"/>
        <w:ind w:left="2835" w:hanging="567"/>
      </w:pPr>
      <w:r w:rsidRPr="00A33F64">
        <w:t>a)</w:t>
      </w:r>
      <w:r w:rsidRPr="00A33F64">
        <w:tab/>
        <w:t>Un signal de déclenchement a été émis ;</w:t>
      </w:r>
    </w:p>
    <w:p w:rsidR="0062553F" w:rsidRPr="00A33F64" w:rsidRDefault="0062553F" w:rsidP="0062553F">
      <w:pPr>
        <w:pStyle w:val="SingleTxtG"/>
        <w:ind w:left="2835" w:hanging="567"/>
      </w:pPr>
      <w:r w:rsidRPr="00A33F64">
        <w:t>b)</w:t>
      </w:r>
      <w:r w:rsidRPr="00A33F64">
        <w:tab/>
        <w:t>L’installation de l’AECD n’est pas perturbée par le choc subi par le véhicule.</w:t>
      </w:r>
    </w:p>
    <w:p w:rsidR="0062553F" w:rsidRPr="00A33F64" w:rsidRDefault="0062553F" w:rsidP="0062553F">
      <w:pPr>
        <w:pStyle w:val="SingleTxtG"/>
        <w:ind w:left="2268" w:hanging="1134"/>
      </w:pPr>
      <w:r w:rsidRPr="00A33F64">
        <w:t>26.2.1.3</w:t>
      </w:r>
      <w:r w:rsidRPr="00A33F64">
        <w:tab/>
        <w:t>Dans le cas des véhicules de la catégorie M</w:t>
      </w:r>
      <w:r w:rsidRPr="00A33F64">
        <w:rPr>
          <w:vertAlign w:val="subscript"/>
        </w:rPr>
        <w:t>1</w:t>
      </w:r>
      <w:r w:rsidRPr="00A33F64">
        <w:t xml:space="preserve"> dont la masse totale admissible est supérieure à 2,5 tonnes et sur lesquels le point R est situé à une hauteur inférieure ou égale à 700 mm, le signal de déclenchement est vérifié comme suit :</w:t>
      </w:r>
    </w:p>
    <w:p w:rsidR="0062553F" w:rsidRPr="00A33F64" w:rsidRDefault="0062553F" w:rsidP="0062553F">
      <w:pPr>
        <w:pStyle w:val="SingleTxtG"/>
        <w:ind w:left="2268" w:hanging="1134"/>
      </w:pPr>
      <w:r w:rsidRPr="00A33F64">
        <w:t>26.2.1.3.1</w:t>
      </w:r>
      <w:r w:rsidRPr="00A33F64">
        <w:tab/>
        <w:t>En cas de choc latéral conformément à l’</w:t>
      </w:r>
      <w:r w:rsidR="00600AF5">
        <w:t xml:space="preserve">annexe </w:t>
      </w:r>
      <w:r w:rsidRPr="00A33F64">
        <w:t xml:space="preserve">4 du Règlement </w:t>
      </w:r>
      <w:r>
        <w:t xml:space="preserve">ONU </w:t>
      </w:r>
      <w:r w:rsidRPr="00A33F64">
        <w:t>n</w:t>
      </w:r>
      <w:r w:rsidRPr="00A33F64">
        <w:rPr>
          <w:vertAlign w:val="superscript"/>
        </w:rPr>
        <w:t>o</w:t>
      </w:r>
      <w:r w:rsidRPr="00A33F64">
        <w:t xml:space="preserve"> 95 ; ou </w:t>
      </w:r>
    </w:p>
    <w:p w:rsidR="0062553F" w:rsidRPr="00A33F64" w:rsidRDefault="0062553F" w:rsidP="0062553F">
      <w:pPr>
        <w:pStyle w:val="SingleTxtG"/>
        <w:ind w:left="2268" w:hanging="1134"/>
      </w:pPr>
      <w:r w:rsidRPr="00A33F64">
        <w:t>26.2.1.3.2</w:t>
      </w:r>
      <w:r w:rsidRPr="00A33F64">
        <w:tab/>
        <w:t xml:space="preserve">Dans le cas de l’extension d’homologations de type en vertu du présent Règlement, ou dans le cas de l’homologation de types de véhicules déjà accordée en vertu des Règlements </w:t>
      </w:r>
      <w:r>
        <w:t xml:space="preserve">ONU </w:t>
      </w:r>
      <w:r w:rsidRPr="00A33F64">
        <w:t>n</w:t>
      </w:r>
      <w:r w:rsidRPr="00A33F64">
        <w:rPr>
          <w:vertAlign w:val="superscript"/>
        </w:rPr>
        <w:t>os</w:t>
      </w:r>
      <w:r w:rsidRPr="00A33F64">
        <w:t> 94 ou 95 avant l’entrée en vigueur du présent Règlement, lorsqu’il est démontré, documentation existante à l’appui (rapport, images, données de simulation ou éléments équivalents) que lors d’un choc latéral (Règlement</w:t>
      </w:r>
      <w:r>
        <w:t xml:space="preserve"> ONU</w:t>
      </w:r>
      <w:r w:rsidRPr="00A33F64">
        <w:t xml:space="preserve"> n</w:t>
      </w:r>
      <w:r w:rsidRPr="00A33F64">
        <w:rPr>
          <w:vertAlign w:val="superscript"/>
        </w:rPr>
        <w:t>o</w:t>
      </w:r>
      <w:r w:rsidRPr="00A33F64">
        <w:t> 95) :</w:t>
      </w:r>
    </w:p>
    <w:p w:rsidR="0062553F" w:rsidRPr="00A33F64" w:rsidRDefault="0062553F" w:rsidP="0062553F">
      <w:pPr>
        <w:pStyle w:val="SingleTxtG"/>
        <w:ind w:left="2835" w:hanging="567"/>
      </w:pPr>
      <w:r w:rsidRPr="00A33F64">
        <w:t>a)</w:t>
      </w:r>
      <w:r w:rsidRPr="00A33F64">
        <w:tab/>
        <w:t>Un signal de déclenchement a été émis ;</w:t>
      </w:r>
    </w:p>
    <w:p w:rsidR="0062553F" w:rsidRPr="00A33F64" w:rsidRDefault="0062553F" w:rsidP="0062553F">
      <w:pPr>
        <w:pStyle w:val="SingleTxtG"/>
        <w:ind w:left="2835" w:hanging="567"/>
      </w:pPr>
      <w:r w:rsidRPr="00A33F64">
        <w:t>b)</w:t>
      </w:r>
      <w:r w:rsidRPr="00A33F64">
        <w:tab/>
        <w:t>L’installation de l’AECD n’est pas perturbée par le choc subi par le véhicule.</w:t>
      </w:r>
    </w:p>
    <w:p w:rsidR="0062553F" w:rsidRPr="00A33F64" w:rsidRDefault="0062553F" w:rsidP="0062553F">
      <w:pPr>
        <w:pStyle w:val="SingleTxtG"/>
        <w:ind w:left="2268" w:hanging="1134"/>
      </w:pPr>
      <w:r w:rsidRPr="00A33F64">
        <w:t>26.2.1.4</w:t>
      </w:r>
      <w:r w:rsidRPr="00A33F64">
        <w:tab/>
        <w:t>Dans le cas des véhicules de la catégorie M</w:t>
      </w:r>
      <w:r w:rsidRPr="00A33F64">
        <w:rPr>
          <w:vertAlign w:val="subscript"/>
        </w:rPr>
        <w:t>1</w:t>
      </w:r>
      <w:r w:rsidRPr="00A33F64">
        <w:t xml:space="preserve"> dont la masse admissible totale dépasse 2,5 tonnes et sur lesquels le point R est situé à une hauteur supérieure à 700 mm :</w:t>
      </w:r>
    </w:p>
    <w:p w:rsidR="0062553F" w:rsidRPr="00A33F64" w:rsidRDefault="0062553F" w:rsidP="0062553F">
      <w:pPr>
        <w:pStyle w:val="SingleTxtG"/>
        <w:ind w:left="2268" w:hanging="1134"/>
      </w:pPr>
      <w:r w:rsidRPr="00A33F64">
        <w:t>26.2.1.4.1</w:t>
      </w:r>
      <w:r w:rsidRPr="00A33F64">
        <w:tab/>
        <w:t>Le constructeur doit démontrer, documentation à l’appui (rapport, images, croquis ou preuves équivalentes) qu’un signal de déclenchement existe pour l’AECS.</w:t>
      </w:r>
    </w:p>
    <w:p w:rsidR="0062553F" w:rsidRPr="00A33F64" w:rsidRDefault="0062553F" w:rsidP="0062553F">
      <w:pPr>
        <w:pStyle w:val="SingleTxtG"/>
        <w:ind w:left="2268" w:hanging="1134"/>
      </w:pPr>
      <w:r w:rsidRPr="00A33F64">
        <w:t>26.2.2</w:t>
      </w:r>
      <w:r w:rsidRPr="00A33F64">
        <w:tab/>
        <w:t>Les véhicules de la catégorie N</w:t>
      </w:r>
      <w:r w:rsidRPr="00A33F64">
        <w:rPr>
          <w:vertAlign w:val="subscript"/>
        </w:rPr>
        <w:t>1</w:t>
      </w:r>
      <w:r w:rsidRPr="00A33F64">
        <w:t xml:space="preserve"> sont soumis aux prescriptions suivantes :</w:t>
      </w:r>
    </w:p>
    <w:p w:rsidR="0062553F" w:rsidRPr="00A33F64" w:rsidRDefault="0062553F" w:rsidP="0062553F">
      <w:pPr>
        <w:pStyle w:val="SingleTxtG"/>
        <w:ind w:left="2268" w:hanging="1134"/>
      </w:pPr>
      <w:r w:rsidRPr="00A33F64">
        <w:t>26.2.2.1</w:t>
      </w:r>
      <w:r w:rsidRPr="00A33F64">
        <w:tab/>
        <w:t>Dans le cas des véhicules de la catégorie N</w:t>
      </w:r>
      <w:r w:rsidRPr="00A33F64">
        <w:rPr>
          <w:vertAlign w:val="subscript"/>
        </w:rPr>
        <w:t>1</w:t>
      </w:r>
      <w:r w:rsidRPr="00A33F64">
        <w:t xml:space="preserve"> sur lesquels le point R est situé à une hauteur inférieure ou égale à 700 mm, la vérification du signal de déclenchement s’effectue comme suit :</w:t>
      </w:r>
    </w:p>
    <w:p w:rsidR="0062553F" w:rsidRPr="00A33F64" w:rsidRDefault="0062553F" w:rsidP="0062553F">
      <w:pPr>
        <w:pStyle w:val="SingleTxtG"/>
        <w:ind w:left="2268" w:hanging="1134"/>
      </w:pPr>
      <w:r w:rsidRPr="00A33F64">
        <w:t>26.2.2.1.1</w:t>
      </w:r>
      <w:r w:rsidRPr="00A33F64">
        <w:tab/>
        <w:t>Dans le cas d’un choc latéral conformément au Règlement</w:t>
      </w:r>
      <w:r>
        <w:t xml:space="preserve"> ONU</w:t>
      </w:r>
      <w:r w:rsidRPr="00A33F64">
        <w:t xml:space="preserve"> n</w:t>
      </w:r>
      <w:r w:rsidRPr="00A33F64">
        <w:rPr>
          <w:vertAlign w:val="superscript"/>
        </w:rPr>
        <w:t>o</w:t>
      </w:r>
      <w:r w:rsidRPr="00A33F64">
        <w:t> 95 ; ou</w:t>
      </w:r>
    </w:p>
    <w:p w:rsidR="0062553F" w:rsidRPr="00A33F64" w:rsidRDefault="0062553F" w:rsidP="0062553F">
      <w:pPr>
        <w:pStyle w:val="SingleTxtG"/>
        <w:keepNext/>
        <w:keepLines/>
        <w:ind w:left="2268" w:hanging="1134"/>
      </w:pPr>
      <w:r w:rsidRPr="00A33F64">
        <w:t>26.2.2.1.2</w:t>
      </w:r>
      <w:r w:rsidRPr="00A33F64">
        <w:tab/>
        <w:t>Dans le cas de l’extension d’homologations de type en vertu du présent Règlement ou dans le cas de l’homologation de types de véhicules déjà homologués en vertu des Règlements</w:t>
      </w:r>
      <w:r>
        <w:t xml:space="preserve"> ONU</w:t>
      </w:r>
      <w:r w:rsidRPr="00A33F64">
        <w:t xml:space="preserve"> n</w:t>
      </w:r>
      <w:r w:rsidRPr="00A33F64">
        <w:rPr>
          <w:vertAlign w:val="superscript"/>
        </w:rPr>
        <w:t>os</w:t>
      </w:r>
      <w:r w:rsidRPr="00A33F64">
        <w:t xml:space="preserve"> 94 ou 95 avant l’entrée en vigueur du présent Règlement, lorsqu’il est démontré, documentation existante à l’appui (rapport, images, données de simulation ou documents équivalents) que lors d’un essai de choc latéral (Règlement </w:t>
      </w:r>
      <w:r>
        <w:t xml:space="preserve">ONU </w:t>
      </w:r>
      <w:r w:rsidRPr="00A33F64">
        <w:t>n</w:t>
      </w:r>
      <w:r w:rsidRPr="00A33F64">
        <w:rPr>
          <w:vertAlign w:val="superscript"/>
        </w:rPr>
        <w:t>o</w:t>
      </w:r>
      <w:r w:rsidRPr="00A33F64">
        <w:t> 95) :</w:t>
      </w:r>
    </w:p>
    <w:p w:rsidR="0062553F" w:rsidRPr="00A33F64" w:rsidRDefault="0062553F" w:rsidP="0062553F">
      <w:pPr>
        <w:pStyle w:val="SingleTxtG"/>
        <w:ind w:left="2835" w:hanging="567"/>
      </w:pPr>
      <w:r w:rsidRPr="00A33F64">
        <w:t>a)</w:t>
      </w:r>
      <w:r w:rsidRPr="00A33F64">
        <w:tab/>
        <w:t>Un signal de déclenchement a été émis ;</w:t>
      </w:r>
    </w:p>
    <w:p w:rsidR="0062553F" w:rsidRPr="00A33F64" w:rsidRDefault="0062553F" w:rsidP="0062553F">
      <w:pPr>
        <w:pStyle w:val="SingleTxtG"/>
        <w:ind w:left="2835" w:hanging="567"/>
      </w:pPr>
      <w:r w:rsidRPr="00A33F64">
        <w:t>b)</w:t>
      </w:r>
      <w:r w:rsidRPr="00A33F64">
        <w:tab/>
        <w:t>L’installation de l’AECD n’est pas perturbée par le choc subi par le véhicule.</w:t>
      </w:r>
    </w:p>
    <w:p w:rsidR="0062553F" w:rsidRPr="00A33F64" w:rsidRDefault="0062553F" w:rsidP="0062553F">
      <w:pPr>
        <w:pStyle w:val="SingleTxtG"/>
        <w:ind w:left="2268" w:hanging="1134"/>
      </w:pPr>
      <w:r w:rsidRPr="00A33F64">
        <w:lastRenderedPageBreak/>
        <w:t>26.2.2.2</w:t>
      </w:r>
      <w:r w:rsidRPr="00A33F64">
        <w:tab/>
        <w:t>Dans le cas des véhicules de la catégorie N</w:t>
      </w:r>
      <w:r w:rsidRPr="00A33F64">
        <w:rPr>
          <w:vertAlign w:val="subscript"/>
        </w:rPr>
        <w:t>1</w:t>
      </w:r>
      <w:r w:rsidRPr="00A33F64">
        <w:t xml:space="preserve"> sur lesquels le </w:t>
      </w:r>
      <w:r w:rsidR="00600AF5">
        <w:t xml:space="preserve">point </w:t>
      </w:r>
      <w:r w:rsidRPr="00A33F64">
        <w:t>R est situé à une hauteur supérieure à 700 mm :</w:t>
      </w:r>
    </w:p>
    <w:p w:rsidR="0062553F" w:rsidRPr="00A33F64" w:rsidRDefault="0062553F" w:rsidP="0062553F">
      <w:pPr>
        <w:pStyle w:val="SingleTxtG"/>
        <w:ind w:left="2268" w:hanging="1134"/>
      </w:pPr>
      <w:r w:rsidRPr="00A33F64">
        <w:t>26.2.2.2.1</w:t>
      </w:r>
      <w:r w:rsidRPr="00A33F64">
        <w:tab/>
        <w:t>Le constructeur doit apporter la preuve, documentation à l’appui (rapport, images, croquis ou documents équivalents), qu’un signal de déclenchement existe aux fins de l’AECS.</w:t>
      </w:r>
    </w:p>
    <w:p w:rsidR="0062553F" w:rsidRPr="00A33F64" w:rsidRDefault="0062553F" w:rsidP="0062553F">
      <w:pPr>
        <w:pStyle w:val="SingleTxtG"/>
        <w:ind w:left="2268" w:hanging="1134"/>
      </w:pPr>
      <w:r w:rsidRPr="00A33F64">
        <w:t>26.3</w:t>
      </w:r>
      <w:r w:rsidRPr="00A33F64">
        <w:tab/>
        <w:t>Détermination de la position</w:t>
      </w:r>
    </w:p>
    <w:p w:rsidR="0062553F" w:rsidRPr="00A33F64" w:rsidRDefault="0062553F" w:rsidP="0062553F">
      <w:pPr>
        <w:pStyle w:val="SingleTxtG"/>
        <w:ind w:left="2268"/>
      </w:pPr>
      <w:r w:rsidRPr="00A33F64">
        <w:t xml:space="preserve">Si l’AECS est équipé, conformément au </w:t>
      </w:r>
      <w:r w:rsidR="00C65359">
        <w:t xml:space="preserve">paragraphe </w:t>
      </w:r>
      <w:r w:rsidRPr="00A33F64">
        <w:t xml:space="preserve">1.4 mais pas encore conformément à la partie Ib du présent Règlement, d’un récepteur GNSS qui capte les signaux d’au moins trois systèmes de navigation (GLONASS, Galileo et GPS) et qu’il est capable de recevoir et de traiter des signaux SBAS, il doit satisfaire aux prescriptions des </w:t>
      </w:r>
      <w:r w:rsidR="00C65359">
        <w:t xml:space="preserve">paragraphes </w:t>
      </w:r>
      <w:r w:rsidRPr="00A33F64">
        <w:t>26.3.1 à 26.3.11.</w:t>
      </w:r>
    </w:p>
    <w:p w:rsidR="0062553F" w:rsidRPr="00A33F64" w:rsidRDefault="0062553F" w:rsidP="0062553F">
      <w:pPr>
        <w:pStyle w:val="SingleTxtG"/>
        <w:ind w:left="2268"/>
      </w:pPr>
      <w:r w:rsidRPr="00A33F64">
        <w:t>La capacité de positionnement de l’AECS peut être démontrée au moyen des méthodes d’essai décrites à l’</w:t>
      </w:r>
      <w:r w:rsidR="00600AF5">
        <w:t xml:space="preserve">annexe </w:t>
      </w:r>
      <w:r w:rsidRPr="00A33F64">
        <w:t>10 (Méthodes d’essai pour les solutions de navigation). L’information correspondante doit figurer dans le document de communication visé à l’</w:t>
      </w:r>
      <w:r w:rsidR="00600AF5">
        <w:t xml:space="preserve">annexe </w:t>
      </w:r>
      <w:r w:rsidRPr="00A33F64">
        <w:t xml:space="preserve">3, </w:t>
      </w:r>
      <w:r w:rsidR="00600AF5">
        <w:t xml:space="preserve">point </w:t>
      </w:r>
      <w:r w:rsidRPr="00A33F64">
        <w:t>11.</w:t>
      </w:r>
    </w:p>
    <w:p w:rsidR="0062553F" w:rsidRPr="00A33F64" w:rsidRDefault="0062553F" w:rsidP="0062553F">
      <w:pPr>
        <w:pStyle w:val="SingleTxtG"/>
        <w:ind w:left="2268" w:hanging="1134"/>
      </w:pPr>
      <w:r w:rsidRPr="00A33F64">
        <w:t>26.3.1</w:t>
      </w:r>
      <w:r w:rsidRPr="00A33F64">
        <w:tab/>
        <w:t>L’AECS doit être capable de produire la solution de navigation dans un format conforme au protocole NMEA-0183 (messages RMC, GGA, VTG, GSA ou GSV). La configuration de l’AECD pour la production de messages NMEA-0183 à destination de récepteurs extérieurs doit être décrite dans le mode d’emploi.</w:t>
      </w:r>
    </w:p>
    <w:p w:rsidR="0062553F" w:rsidRPr="00A33F64" w:rsidRDefault="0062553F" w:rsidP="0062553F">
      <w:pPr>
        <w:pStyle w:val="SingleTxtG"/>
        <w:ind w:left="2268" w:hanging="1134"/>
      </w:pPr>
      <w:r w:rsidRPr="00A33F64">
        <w:t>26.3.2</w:t>
      </w:r>
      <w:r w:rsidRPr="00A33F64">
        <w:tab/>
        <w:t>L’AECS doit être capable de recevoir et de traiter des signaux GNSS distincts d’une précision normale, dans la bande L1/E1, provenant d’au moins trois systèmes mondiaux de navigation par satellite, par exemple GLONASS, Galileo et GPS.</w:t>
      </w:r>
    </w:p>
    <w:p w:rsidR="0062553F" w:rsidRPr="00A33F64" w:rsidRDefault="0062553F" w:rsidP="0062553F">
      <w:pPr>
        <w:pStyle w:val="SingleTxtG"/>
        <w:ind w:left="2268" w:hanging="1134"/>
      </w:pPr>
      <w:r w:rsidRPr="00A33F64">
        <w:t>26.3.3</w:t>
      </w:r>
      <w:r w:rsidRPr="00A33F64">
        <w:tab/>
        <w:t>L’AECS doit être capable de recevoir et de traiter des signaux GNSS groupés d’une précision normale, dans la bande L1/E1, provenant d’au moins trois systèmes mondiaux de navigation par satellite, parmi lesquels GLONASS, Galileo, GPS et SBAS.</w:t>
      </w:r>
    </w:p>
    <w:p w:rsidR="0062553F" w:rsidRPr="00A33F64" w:rsidRDefault="0062553F" w:rsidP="0062553F">
      <w:pPr>
        <w:pStyle w:val="SingleTxtG"/>
        <w:ind w:left="2268" w:hanging="1134"/>
      </w:pPr>
      <w:r w:rsidRPr="00A33F64">
        <w:t>26.3.4</w:t>
      </w:r>
      <w:r w:rsidRPr="00A33F64">
        <w:tab/>
        <w:t>L’AECS doit être capable de fournir des renseignements concernant la position du véhicule dans le système de coordonnées WGS-84.</w:t>
      </w:r>
    </w:p>
    <w:p w:rsidR="0062553F" w:rsidRPr="00A33F64" w:rsidRDefault="0062553F" w:rsidP="0062553F">
      <w:pPr>
        <w:pStyle w:val="SingleTxtG"/>
        <w:ind w:left="2268" w:hanging="1134"/>
      </w:pPr>
      <w:r w:rsidRPr="00A33F64">
        <w:t>26.3.5</w:t>
      </w:r>
      <w:r w:rsidRPr="00A33F64">
        <w:tab/>
        <w:t>Le récepteur GNSS doit être capable de se positionner au moins une fois par seconde.</w:t>
      </w:r>
    </w:p>
    <w:p w:rsidR="0062553F" w:rsidRPr="00A33F64" w:rsidRDefault="0062553F" w:rsidP="0062553F">
      <w:pPr>
        <w:pStyle w:val="SingleTxtG"/>
        <w:ind w:left="2268" w:hanging="1134"/>
      </w:pPr>
      <w:r w:rsidRPr="00A33F64">
        <w:t>26.3.6</w:t>
      </w:r>
      <w:r w:rsidRPr="00A33F64">
        <w:tab/>
        <w:t>L’erreur de positionnement dans le sens horizontal ne doit pas dépasser :</w:t>
      </w:r>
    </w:p>
    <w:p w:rsidR="0062553F" w:rsidRPr="00A33F64" w:rsidRDefault="0062553F" w:rsidP="0062553F">
      <w:pPr>
        <w:pStyle w:val="SingleTxtG"/>
        <w:ind w:left="2835" w:hanging="567"/>
      </w:pPr>
      <w:r w:rsidRPr="00A33F64">
        <w:t>a)</w:t>
      </w:r>
      <w:r w:rsidRPr="00A33F64">
        <w:tab/>
        <w:t>En mode « ciel ouvert », 15 m avec un taux de fiabilité de 0,95 et un PDOP compris entre 2 et 2,5 ;</w:t>
      </w:r>
    </w:p>
    <w:p w:rsidR="0062553F" w:rsidRPr="00A33F64" w:rsidRDefault="0062553F" w:rsidP="0062553F">
      <w:pPr>
        <w:pStyle w:val="SingleTxtG"/>
        <w:ind w:left="2835" w:hanging="567"/>
      </w:pPr>
      <w:r w:rsidRPr="00A33F64">
        <w:t>b)</w:t>
      </w:r>
      <w:r w:rsidRPr="00A33F64">
        <w:tab/>
        <w:t>En mode « canyon urbain », 40 m avec un taux de fiabilité de 0,95 et un PDOP compris entre 3,5 et 4.</w:t>
      </w:r>
    </w:p>
    <w:p w:rsidR="0062553F" w:rsidRPr="00A33F64" w:rsidRDefault="0062553F" w:rsidP="0062553F">
      <w:pPr>
        <w:pStyle w:val="SingleTxtG"/>
        <w:ind w:left="2268" w:hanging="1134"/>
      </w:pPr>
      <w:r w:rsidRPr="00A33F64">
        <w:t>26.3.7</w:t>
      </w:r>
      <w:r w:rsidRPr="00A33F64">
        <w:tab/>
        <w:t>Les prescriptions d’efficacité doivent être fournies :</w:t>
      </w:r>
    </w:p>
    <w:p w:rsidR="0062553F" w:rsidRPr="00A33F64" w:rsidRDefault="0062553F" w:rsidP="0062553F">
      <w:pPr>
        <w:pStyle w:val="SingleTxtG"/>
        <w:ind w:left="2835" w:hanging="567"/>
      </w:pPr>
      <w:r w:rsidRPr="00A33F64">
        <w:t>a)</w:t>
      </w:r>
      <w:r w:rsidRPr="00A33F64">
        <w:tab/>
        <w:t>Pour une vitesse comprise entre 0 et 140 km/h ;</w:t>
      </w:r>
    </w:p>
    <w:p w:rsidR="0062553F" w:rsidRPr="00A33F64" w:rsidRDefault="0062553F" w:rsidP="0062553F">
      <w:pPr>
        <w:pStyle w:val="SingleTxtG"/>
        <w:ind w:left="2835" w:hanging="567"/>
      </w:pPr>
      <w:r w:rsidRPr="00A33F64">
        <w:t>b)</w:t>
      </w:r>
      <w:r w:rsidRPr="00A33F64">
        <w:tab/>
        <w:t>Pour une accélération linéaire comprise entre 0 et 2 g.</w:t>
      </w:r>
    </w:p>
    <w:p w:rsidR="0062553F" w:rsidRPr="00A33F64" w:rsidRDefault="0062553F" w:rsidP="0062553F">
      <w:pPr>
        <w:pStyle w:val="SingleTxtG"/>
        <w:keepNext/>
        <w:keepLines/>
        <w:ind w:left="2268" w:hanging="1134"/>
      </w:pPr>
      <w:r w:rsidRPr="00A33F64">
        <w:t>26.3.8</w:t>
      </w:r>
      <w:r w:rsidRPr="00A33F64">
        <w:tab/>
        <w:t>Le délai de premier positionnement à froid ne doit pas dépasser :</w:t>
      </w:r>
    </w:p>
    <w:p w:rsidR="0062553F" w:rsidRPr="00A33F64" w:rsidRDefault="0062553F" w:rsidP="0062553F">
      <w:pPr>
        <w:pStyle w:val="SingleTxtG"/>
        <w:ind w:left="2835" w:hanging="567"/>
      </w:pPr>
      <w:r w:rsidRPr="00A33F64">
        <w:t>a)</w:t>
      </w:r>
      <w:r w:rsidRPr="00A33F64">
        <w:tab/>
        <w:t>60 s pour un niveau de signal pouvant aller jusqu’à -130 dBm ;</w:t>
      </w:r>
    </w:p>
    <w:p w:rsidR="0062553F" w:rsidRPr="00A33F64" w:rsidRDefault="0062553F" w:rsidP="0062553F">
      <w:pPr>
        <w:pStyle w:val="SingleTxtG"/>
        <w:ind w:left="2835" w:hanging="567"/>
      </w:pPr>
      <w:r w:rsidRPr="00A33F64">
        <w:t>b)</w:t>
      </w:r>
      <w:r w:rsidRPr="00A33F64">
        <w:tab/>
        <w:t>300 s pour un niveau de signal pouvant aller jusqu’à -140 dBm.</w:t>
      </w:r>
    </w:p>
    <w:p w:rsidR="0062553F" w:rsidRPr="00A33F64" w:rsidRDefault="0062553F" w:rsidP="0062553F">
      <w:pPr>
        <w:pStyle w:val="SingleTxtG"/>
        <w:ind w:left="2268" w:hanging="1134"/>
      </w:pPr>
      <w:r w:rsidRPr="00A33F64">
        <w:t>26.3.9</w:t>
      </w:r>
      <w:r w:rsidRPr="00A33F64">
        <w:tab/>
        <w:t>Le délai de rétablissement d’un signal GNSS après un blocage de 60 s à un niveau de signal pouvant aller jusqu’à -130 dBm ne doit pas dépasser 20 s après récupération de la visibilité du satellite de navigation.</w:t>
      </w:r>
    </w:p>
    <w:p w:rsidR="0062553F" w:rsidRPr="00A33F64" w:rsidRDefault="0062553F" w:rsidP="0062553F">
      <w:pPr>
        <w:pStyle w:val="SingleTxtG"/>
        <w:ind w:left="2268" w:hanging="1134"/>
      </w:pPr>
      <w:r w:rsidRPr="00A33F64">
        <w:t>26.3.10</w:t>
      </w:r>
      <w:r w:rsidRPr="00A33F64">
        <w:tab/>
        <w:t>La sensibilité à l’entrée du récepteur doit être la suivante :</w:t>
      </w:r>
    </w:p>
    <w:p w:rsidR="0062553F" w:rsidRPr="00A33F64" w:rsidRDefault="0062553F" w:rsidP="0062553F">
      <w:pPr>
        <w:pStyle w:val="SingleTxtG"/>
        <w:ind w:left="2835" w:hanging="567"/>
      </w:pPr>
      <w:r w:rsidRPr="00A33F64">
        <w:t>a)</w:t>
      </w:r>
      <w:r w:rsidRPr="00A33F64">
        <w:tab/>
        <w:t>La détection des signaux GNSS (départ à froid) ne doit pas dépasser 3 600 s à un niveau de signal, en entrée d’antenne, de -144 dBm ;</w:t>
      </w:r>
    </w:p>
    <w:p w:rsidR="0062553F" w:rsidRPr="00A33F64" w:rsidRDefault="0062553F" w:rsidP="0062553F">
      <w:pPr>
        <w:pStyle w:val="SingleTxtG"/>
        <w:ind w:left="2835" w:hanging="567"/>
      </w:pPr>
      <w:r w:rsidRPr="00A33F64">
        <w:lastRenderedPageBreak/>
        <w:t>b)</w:t>
      </w:r>
      <w:r w:rsidRPr="00A33F64">
        <w:tab/>
        <w:t>La recherche des signaux GNSS et le calcul de la solution de navigation sont disponibles pendant au moins 600 s à un niveau de signal, en entrée d’antenne, de -155 dBm ;</w:t>
      </w:r>
    </w:p>
    <w:p w:rsidR="0062553F" w:rsidRPr="00A33F64" w:rsidRDefault="0062553F" w:rsidP="0062553F">
      <w:pPr>
        <w:pStyle w:val="SingleTxtG"/>
        <w:ind w:left="2835" w:hanging="567"/>
      </w:pPr>
      <w:r w:rsidRPr="00A33F64">
        <w:t>c)</w:t>
      </w:r>
      <w:r w:rsidRPr="00A33F64">
        <w:tab/>
        <w:t>Le rétablissement des signaux GNSS et le calcul de la solution de navigation sont possibles et ne prennent pas plus de 60 s à un niveau de signal, en entrée d’antenne, de -150 dBm.</w:t>
      </w:r>
    </w:p>
    <w:p w:rsidR="0062553F" w:rsidRPr="00A33F64" w:rsidRDefault="0062553F" w:rsidP="0062553F">
      <w:pPr>
        <w:pStyle w:val="SingleTxtG"/>
        <w:ind w:left="2268" w:hanging="1134"/>
      </w:pPr>
      <w:r w:rsidRPr="00A33F64">
        <w:t>26.3.11</w:t>
      </w:r>
      <w:r w:rsidRPr="00A33F64">
        <w:tab/>
        <w:t>Les procédures d’essai prévues à l’</w:t>
      </w:r>
      <w:r w:rsidR="00600AF5">
        <w:t xml:space="preserve">annexe </w:t>
      </w:r>
      <w:r w:rsidRPr="00A33F64">
        <w:t>10 peuvent être effectuées soit sur l’AECS, avec possibilité d’évaluer la capacité de traitement aval, soit directement sur le récepteur GNSS faisant partie de l’AECS.</w:t>
      </w:r>
    </w:p>
    <w:p w:rsidR="0062553F" w:rsidRPr="00A33F64" w:rsidRDefault="0062553F" w:rsidP="0062553F">
      <w:pPr>
        <w:pStyle w:val="SingleTxtG"/>
        <w:ind w:left="2268" w:hanging="1134"/>
      </w:pPr>
      <w:r w:rsidRPr="00A33F64">
        <w:t>26.4</w:t>
      </w:r>
      <w:r w:rsidRPr="00A33F64">
        <w:tab/>
        <w:t>Commande de l’AECS</w:t>
      </w:r>
    </w:p>
    <w:p w:rsidR="0062553F" w:rsidRPr="00A33F64" w:rsidRDefault="0062553F" w:rsidP="0062553F">
      <w:pPr>
        <w:pStyle w:val="SingleTxtG"/>
        <w:ind w:left="2268"/>
      </w:pPr>
      <w:r w:rsidRPr="00A33F64">
        <w:t>Le véhicule soumis à l’essai d’homologation doit être équipé d’une commande d’AECS.</w:t>
      </w:r>
    </w:p>
    <w:p w:rsidR="0062553F" w:rsidRPr="00A33F64" w:rsidRDefault="0062553F" w:rsidP="0062553F">
      <w:pPr>
        <w:pStyle w:val="SingleTxtG"/>
        <w:ind w:left="2268" w:hanging="1134"/>
      </w:pPr>
      <w:r w:rsidRPr="00A33F64">
        <w:t>26.4.1</w:t>
      </w:r>
      <w:r w:rsidRPr="00A33F64">
        <w:tab/>
        <w:t>La commande d’AECS doit être installée de façon à satisfaire aux prescriptions en vigueur et aux dispositions transitoires du Règlement</w:t>
      </w:r>
      <w:r>
        <w:t xml:space="preserve"> ONU</w:t>
      </w:r>
      <w:r w:rsidRPr="00A33F64">
        <w:t xml:space="preserve"> n</w:t>
      </w:r>
      <w:r w:rsidRPr="00A33F64">
        <w:rPr>
          <w:vertAlign w:val="superscript"/>
        </w:rPr>
        <w:t>o</w:t>
      </w:r>
      <w:r w:rsidRPr="00A33F64">
        <w:t> 121, série 01 d’amendements ou toute autre série ultérieure.</w:t>
      </w:r>
    </w:p>
    <w:p w:rsidR="0062553F" w:rsidRPr="00A33F64" w:rsidRDefault="0062553F" w:rsidP="0062553F">
      <w:pPr>
        <w:pStyle w:val="SingleTxtG"/>
        <w:ind w:left="2268" w:hanging="1134"/>
      </w:pPr>
      <w:r w:rsidRPr="00A33F64">
        <w:t>26.4.2</w:t>
      </w:r>
      <w:r w:rsidRPr="00A33F64">
        <w:tab/>
        <w:t>La commande d’AECS doit être conçue et/ou placée de façon à réduire le risque d’activation par inadvertance.</w:t>
      </w:r>
    </w:p>
    <w:p w:rsidR="0062553F" w:rsidRPr="00A33F64" w:rsidRDefault="0062553F" w:rsidP="0062553F">
      <w:pPr>
        <w:pStyle w:val="SingleTxtG"/>
        <w:ind w:left="2268" w:hanging="1134"/>
      </w:pPr>
      <w:r w:rsidRPr="00A33F64">
        <w:t>26.4.3</w:t>
      </w:r>
      <w:r w:rsidRPr="00A33F64">
        <w:tab/>
        <w:t>Si la commande d’AECS fait partie d’un affichage multitâche, son activation doit être possible au moyen de deux actions délibérées au maximum.</w:t>
      </w:r>
    </w:p>
    <w:p w:rsidR="0062553F" w:rsidRPr="00A33F64" w:rsidRDefault="0062553F" w:rsidP="0062553F">
      <w:pPr>
        <w:pStyle w:val="SingleTxtG"/>
        <w:ind w:left="2268" w:hanging="1134"/>
      </w:pPr>
      <w:r w:rsidRPr="00A33F64">
        <w:t>26.4.4</w:t>
      </w:r>
      <w:r w:rsidRPr="00A33F64">
        <w:tab/>
        <w:t>Le fonctionnement de la commande d’AECS doit satisfaire aux prescriptions du paragraphe 1 de l’</w:t>
      </w:r>
      <w:r w:rsidR="00600AF5">
        <w:t xml:space="preserve">annexe </w:t>
      </w:r>
      <w:r w:rsidRPr="00A33F64">
        <w:t>11.</w:t>
      </w:r>
    </w:p>
    <w:p w:rsidR="0062553F" w:rsidRPr="00A33F64" w:rsidRDefault="0062553F" w:rsidP="0062553F">
      <w:pPr>
        <w:pStyle w:val="SingleTxtG"/>
        <w:ind w:left="2268" w:hanging="1134"/>
      </w:pPr>
      <w:r w:rsidRPr="00A33F64">
        <w:t>26.4.5</w:t>
      </w:r>
      <w:r w:rsidRPr="00A33F64">
        <w:tab/>
        <w:t>La désactivation de l’AECS au moyen d’une IHM ne doit pas être possible. Une désactivation temporaire doit être autorisée pour les opérations d’entretien et de réparation.</w:t>
      </w:r>
    </w:p>
    <w:p w:rsidR="0062553F" w:rsidRPr="00A33F64" w:rsidRDefault="0062553F" w:rsidP="0062553F">
      <w:pPr>
        <w:pStyle w:val="SingleTxtG"/>
        <w:ind w:left="2268" w:hanging="1134"/>
      </w:pPr>
      <w:r w:rsidRPr="00A33F64">
        <w:t>26.5</w:t>
      </w:r>
      <w:r w:rsidRPr="00A33F64">
        <w:tab/>
        <w:t>Informations concernant l’AECS et signal d’avertissement</w:t>
      </w:r>
    </w:p>
    <w:p w:rsidR="0062553F" w:rsidRPr="00A33F64" w:rsidRDefault="0062553F" w:rsidP="0062553F">
      <w:pPr>
        <w:pStyle w:val="SingleTxtG"/>
        <w:ind w:left="2268"/>
      </w:pPr>
      <w:r w:rsidRPr="00A33F64">
        <w:t>Les dispositions ci-dessous s’appliquent si la vérification des informations AECS et du signal d’avertissement ne font pas partie de la procédure d’homologation d’un AECD en vertu de la partie Ib du présent Règlement.</w:t>
      </w:r>
    </w:p>
    <w:p w:rsidR="0062553F" w:rsidRPr="00A33F64" w:rsidRDefault="0062553F" w:rsidP="0062553F">
      <w:pPr>
        <w:pStyle w:val="SingleTxtG"/>
        <w:ind w:left="2268" w:hanging="1134"/>
      </w:pPr>
      <w:r w:rsidRPr="00A33F64">
        <w:t>26.5.1</w:t>
      </w:r>
      <w:r w:rsidRPr="00A33F64">
        <w:tab/>
        <w:t xml:space="preserve">Les informations AECS et/ou le signal d’avertissement doivent être installés de façon à satisfaire aux prescriptions du Règlement </w:t>
      </w:r>
      <w:r>
        <w:t xml:space="preserve">ONU </w:t>
      </w:r>
      <w:r w:rsidRPr="00A33F64">
        <w:t>n</w:t>
      </w:r>
      <w:r w:rsidRPr="00A33F64">
        <w:rPr>
          <w:vertAlign w:val="superscript"/>
        </w:rPr>
        <w:t>o</w:t>
      </w:r>
      <w:r w:rsidRPr="00A33F64">
        <w:t> 121, série 01 d’amendements ou toute autre série ultérieure.</w:t>
      </w:r>
    </w:p>
    <w:p w:rsidR="0062553F" w:rsidRPr="00A33F64" w:rsidRDefault="0062553F" w:rsidP="0062553F">
      <w:pPr>
        <w:pStyle w:val="SingleTxtG"/>
        <w:ind w:left="2268" w:hanging="1134"/>
      </w:pPr>
      <w:r w:rsidRPr="00A33F64">
        <w:t>26.5.2</w:t>
      </w:r>
      <w:r w:rsidRPr="00A33F64">
        <w:tab/>
        <w:t>Les informations ci-dessous doivent être communiquées à propos du statut de la procédure d’appel d’urgence lorsque l’AECS est déclenché de façon manuelle ou automatique :</w:t>
      </w:r>
    </w:p>
    <w:p w:rsidR="0062553F" w:rsidRPr="00A33F64" w:rsidRDefault="0062553F" w:rsidP="0062553F">
      <w:pPr>
        <w:pStyle w:val="SingleTxtG"/>
        <w:ind w:left="2835" w:hanging="567"/>
      </w:pPr>
      <w:r w:rsidRPr="00A33F64">
        <w:t>a)</w:t>
      </w:r>
      <w:r w:rsidRPr="00A33F64">
        <w:tab/>
        <w:t>Le système est activé (déclenchement de l’appel d’urgence, établissement de la connexion, transmission des données en cours ou achevée ou communication vocale en cours) ;</w:t>
      </w:r>
    </w:p>
    <w:p w:rsidR="0062553F" w:rsidRPr="00A33F64" w:rsidRDefault="0062553F" w:rsidP="0062553F">
      <w:pPr>
        <w:pStyle w:val="SingleTxtG"/>
        <w:ind w:left="2835" w:hanging="567"/>
      </w:pPr>
      <w:r w:rsidRPr="00A33F64">
        <w:t>b)</w:t>
      </w:r>
      <w:r w:rsidRPr="00A33F64">
        <w:tab/>
        <w:t>Échec de la transmission (échec de la connexion ou échec de la transmission de données).</w:t>
      </w:r>
    </w:p>
    <w:p w:rsidR="0062553F" w:rsidRPr="00A33F64" w:rsidRDefault="0062553F" w:rsidP="0062553F">
      <w:pPr>
        <w:pStyle w:val="SingleTxtG"/>
        <w:ind w:left="2268"/>
      </w:pPr>
      <w:r w:rsidRPr="00A33F64">
        <w:t>Ces deux situations doivent être conformes aux dispositions de l’</w:t>
      </w:r>
      <w:r w:rsidR="00600AF5">
        <w:t xml:space="preserve">annexe </w:t>
      </w:r>
      <w:r w:rsidRPr="00A33F64">
        <w:t xml:space="preserve">11, respectivement aux </w:t>
      </w:r>
      <w:r w:rsidR="00C65359">
        <w:t xml:space="preserve">paragraphes </w:t>
      </w:r>
      <w:r w:rsidRPr="00A33F64">
        <w:t>1 et 2.</w:t>
      </w:r>
    </w:p>
    <w:p w:rsidR="0062553F" w:rsidRPr="00E616B9" w:rsidRDefault="0062553F" w:rsidP="0062553F">
      <w:pPr>
        <w:pStyle w:val="SingleTxtG"/>
        <w:ind w:left="2268" w:hanging="1134"/>
        <w:rPr>
          <w:spacing w:val="-2"/>
        </w:rPr>
      </w:pPr>
      <w:r w:rsidRPr="00E616B9">
        <w:rPr>
          <w:spacing w:val="-2"/>
        </w:rPr>
        <w:t>26.5.3</w:t>
      </w:r>
      <w:r w:rsidRPr="00E616B9">
        <w:rPr>
          <w:spacing w:val="-2"/>
        </w:rPr>
        <w:tab/>
        <w:t>Un signal d’avertissement doit être émis en cas de défaillance interne de l’AECD ; ce signal doit être affiché aussi longtemps que dure la défaillance. Le signal peut être effacé temporairement, mais doit se rallumer chaque fois que l’allumage du véhicule ou le coupe-circuit principal sont activés (selon le cas).</w:t>
      </w:r>
    </w:p>
    <w:p w:rsidR="0062553F" w:rsidRPr="00A33F64" w:rsidRDefault="0062553F" w:rsidP="0062553F">
      <w:pPr>
        <w:pStyle w:val="SingleTxtG"/>
        <w:ind w:left="2268" w:hanging="1134"/>
      </w:pPr>
      <w:r w:rsidRPr="00A33F64">
        <w:t>26.5.3.1</w:t>
      </w:r>
      <w:r w:rsidRPr="00A33F64">
        <w:tab/>
        <w:t>Le constructeur doit fournir à l’autorité d’homologation une documentation technique pour lui expliquer, dans des termes généraux, comment sont signalées les défaillances. Cette documentation doit être mise à jour par le constructeur et doit pouvoir être consultée par le service technique au moment de l’homologation de type.</w:t>
      </w:r>
    </w:p>
    <w:p w:rsidR="0062553F" w:rsidRPr="00A33F64" w:rsidRDefault="0062553F" w:rsidP="0062553F">
      <w:pPr>
        <w:pStyle w:val="SingleTxtG"/>
        <w:ind w:left="2268"/>
      </w:pPr>
      <w:r w:rsidRPr="00A33F64">
        <w:lastRenderedPageBreak/>
        <w:t>La documentation ci-dessus doit porter au moins sur les points su</w:t>
      </w:r>
      <w:r>
        <w:t>ivants :</w:t>
      </w:r>
    </w:p>
    <w:p w:rsidR="0062553F" w:rsidRPr="006921EE" w:rsidRDefault="0062553F" w:rsidP="0062553F">
      <w:pPr>
        <w:pStyle w:val="Titre1"/>
        <w:spacing w:after="120"/>
        <w:rPr>
          <w:b/>
        </w:rPr>
      </w:pPr>
      <w:r w:rsidRPr="00A33F64">
        <w:t xml:space="preserve">Tableau 3 </w:t>
      </w:r>
      <w:r w:rsidRPr="00A33F64">
        <w:br/>
      </w:r>
      <w:r w:rsidRPr="006921EE">
        <w:rPr>
          <w:b/>
        </w:rPr>
        <w:t>Modèle d’information de la fonction d’autotest</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5"/>
        <w:gridCol w:w="2729"/>
        <w:gridCol w:w="3690"/>
      </w:tblGrid>
      <w:tr w:rsidR="0062553F" w:rsidRPr="00C62650" w:rsidTr="00431ADD">
        <w:trPr>
          <w:tblHeader/>
        </w:trPr>
        <w:tc>
          <w:tcPr>
            <w:tcW w:w="4173" w:type="dxa"/>
            <w:gridSpan w:val="2"/>
            <w:shd w:val="clear" w:color="auto" w:fill="FFFFFF"/>
            <w:noWrap/>
            <w:vAlign w:val="bottom"/>
            <w:hideMark/>
          </w:tcPr>
          <w:p w:rsidR="0062553F" w:rsidRPr="00C62650" w:rsidRDefault="0062553F" w:rsidP="00431ADD">
            <w:pPr>
              <w:spacing w:before="60" w:after="60" w:line="220" w:lineRule="atLeast"/>
              <w:ind w:left="57" w:right="57"/>
              <w:jc w:val="center"/>
              <w:rPr>
                <w:i/>
                <w:sz w:val="16"/>
                <w:szCs w:val="16"/>
                <w:lang w:eastAsia="en-GB"/>
              </w:rPr>
            </w:pPr>
            <w:r w:rsidRPr="00C62650">
              <w:rPr>
                <w:i/>
                <w:sz w:val="16"/>
                <w:szCs w:val="16"/>
                <w:lang w:eastAsia="en-GB"/>
              </w:rPr>
              <w:t>Point</w:t>
            </w:r>
          </w:p>
        </w:tc>
        <w:tc>
          <w:tcPr>
            <w:tcW w:w="3198" w:type="dxa"/>
            <w:vMerge w:val="restart"/>
            <w:shd w:val="clear" w:color="auto" w:fill="FFFFFF"/>
            <w:vAlign w:val="bottom"/>
            <w:hideMark/>
          </w:tcPr>
          <w:p w:rsidR="0062553F" w:rsidRPr="00C62650" w:rsidRDefault="0062553F" w:rsidP="00431ADD">
            <w:pPr>
              <w:spacing w:before="60" w:after="60" w:line="220" w:lineRule="atLeast"/>
              <w:ind w:left="57" w:right="57"/>
              <w:rPr>
                <w:bCs/>
                <w:i/>
                <w:sz w:val="16"/>
                <w:szCs w:val="16"/>
                <w:lang w:eastAsia="en-GB"/>
              </w:rPr>
            </w:pPr>
            <w:r w:rsidRPr="00C62650">
              <w:rPr>
                <w:bCs/>
                <w:i/>
                <w:sz w:val="16"/>
                <w:szCs w:val="16"/>
                <w:lang w:eastAsia="en-GB"/>
              </w:rPr>
              <w:t>Note</w:t>
            </w:r>
          </w:p>
        </w:tc>
      </w:tr>
      <w:tr w:rsidR="0062553F" w:rsidRPr="00C62650" w:rsidTr="00431ADD">
        <w:trPr>
          <w:trHeight w:val="341"/>
          <w:tblHeader/>
        </w:trPr>
        <w:tc>
          <w:tcPr>
            <w:tcW w:w="1808" w:type="dxa"/>
            <w:shd w:val="clear" w:color="auto" w:fill="FFFFFF"/>
            <w:noWrap/>
            <w:vAlign w:val="bottom"/>
            <w:hideMark/>
          </w:tcPr>
          <w:p w:rsidR="0062553F" w:rsidRPr="00C62650" w:rsidRDefault="0062553F" w:rsidP="00431ADD">
            <w:pPr>
              <w:spacing w:before="60" w:after="60" w:line="220" w:lineRule="atLeast"/>
              <w:ind w:left="57" w:right="57"/>
              <w:rPr>
                <w:i/>
                <w:sz w:val="16"/>
                <w:szCs w:val="16"/>
                <w:lang w:eastAsia="en-GB"/>
              </w:rPr>
            </w:pPr>
            <w:r w:rsidRPr="00C62650">
              <w:rPr>
                <w:i/>
                <w:sz w:val="16"/>
                <w:szCs w:val="16"/>
                <w:lang w:eastAsia="en-GB"/>
              </w:rPr>
              <w:t>Élément</w:t>
            </w:r>
          </w:p>
        </w:tc>
        <w:tc>
          <w:tcPr>
            <w:tcW w:w="2365" w:type="dxa"/>
            <w:shd w:val="clear" w:color="auto" w:fill="FFFFFF"/>
            <w:vAlign w:val="bottom"/>
            <w:hideMark/>
          </w:tcPr>
          <w:p w:rsidR="0062553F" w:rsidRPr="00C62650" w:rsidRDefault="0062553F" w:rsidP="00431ADD">
            <w:pPr>
              <w:spacing w:before="60" w:after="60" w:line="220" w:lineRule="atLeast"/>
              <w:ind w:left="57" w:right="57"/>
              <w:rPr>
                <w:i/>
                <w:sz w:val="16"/>
                <w:szCs w:val="16"/>
                <w:lang w:eastAsia="en-GB"/>
              </w:rPr>
            </w:pPr>
            <w:r w:rsidRPr="00C62650">
              <w:rPr>
                <w:i/>
                <w:sz w:val="16"/>
                <w:szCs w:val="16"/>
                <w:lang w:eastAsia="en-GB"/>
              </w:rPr>
              <w:t>Type de défaillance</w:t>
            </w:r>
          </w:p>
        </w:tc>
        <w:tc>
          <w:tcPr>
            <w:tcW w:w="3198" w:type="dxa"/>
            <w:vMerge/>
            <w:vAlign w:val="center"/>
            <w:hideMark/>
          </w:tcPr>
          <w:p w:rsidR="0062553F" w:rsidRPr="00C62650" w:rsidRDefault="0062553F" w:rsidP="00431ADD">
            <w:pPr>
              <w:spacing w:before="60" w:after="60" w:line="220" w:lineRule="atLeast"/>
              <w:ind w:left="57" w:right="57"/>
              <w:rPr>
                <w:bCs/>
                <w:i/>
                <w:sz w:val="16"/>
                <w:szCs w:val="16"/>
                <w:lang w:eastAsia="en-GB"/>
              </w:rPr>
            </w:pPr>
          </w:p>
        </w:tc>
      </w:tr>
      <w:tr w:rsidR="0062553F" w:rsidRPr="00C62650" w:rsidTr="00431ADD">
        <w:tc>
          <w:tcPr>
            <w:tcW w:w="1808" w:type="dxa"/>
            <w:shd w:val="clear" w:color="auto" w:fill="auto"/>
            <w:noWrap/>
            <w:hideMark/>
          </w:tcPr>
          <w:p w:rsidR="0062553F" w:rsidRPr="00C62650" w:rsidRDefault="0062553F" w:rsidP="00431ADD">
            <w:pPr>
              <w:spacing w:before="60" w:after="60" w:line="220" w:lineRule="atLeast"/>
              <w:ind w:left="57" w:right="57"/>
              <w:rPr>
                <w:lang w:eastAsia="en-GB"/>
              </w:rPr>
            </w:pPr>
            <w:r w:rsidRPr="00C62650">
              <w:rPr>
                <w:iCs/>
              </w:rPr>
              <w:t>Module de commande</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Défaillance interne</w:t>
            </w:r>
          </w:p>
        </w:tc>
        <w:tc>
          <w:tcPr>
            <w:tcW w:w="3198"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Par exemple : défaillance du matériel, chien de garde, checksum, ou encore intégrité de l</w:t>
            </w:r>
            <w:r>
              <w:rPr>
                <w:lang w:eastAsia="en-GB"/>
              </w:rPr>
              <w:t>’</w:t>
            </w:r>
            <w:r w:rsidRPr="00C62650">
              <w:rPr>
                <w:lang w:eastAsia="en-GB"/>
              </w:rPr>
              <w:t>image du logiciel</w:t>
            </w:r>
            <w:r>
              <w:rPr>
                <w:lang w:eastAsia="en-GB"/>
              </w:rPr>
              <w:t>.</w:t>
            </w:r>
          </w:p>
        </w:tc>
      </w:tr>
      <w:tr w:rsidR="0062553F" w:rsidRPr="00C62650" w:rsidTr="00431ADD">
        <w:tc>
          <w:tcPr>
            <w:tcW w:w="1808" w:type="dxa"/>
            <w:vMerge w:val="restart"/>
            <w:shd w:val="clear" w:color="auto" w:fill="auto"/>
            <w:noWrap/>
            <w:vAlign w:val="center"/>
            <w:hideMark/>
          </w:tcPr>
          <w:p w:rsidR="0062553F" w:rsidRPr="00C62650" w:rsidRDefault="0062553F" w:rsidP="00431ADD">
            <w:pPr>
              <w:spacing w:before="60" w:after="60" w:line="220" w:lineRule="atLeast"/>
              <w:ind w:left="57" w:right="57"/>
              <w:rPr>
                <w:lang w:eastAsia="en-GB"/>
              </w:rPr>
            </w:pPr>
            <w:r w:rsidRPr="00C62650">
              <w:rPr>
                <w:lang w:eastAsia="en-GB"/>
              </w:rPr>
              <w:t>Module</w:t>
            </w:r>
            <w:r>
              <w:rPr>
                <w:lang w:eastAsia="en-GB"/>
              </w:rPr>
              <w:t xml:space="preserve"> </w:t>
            </w:r>
            <w:r w:rsidRPr="00C62650">
              <w:rPr>
                <w:lang w:eastAsia="en-GB"/>
              </w:rPr>
              <w:t>de communication</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Défaillance du branchement électrique/ou du module de communication</w:t>
            </w:r>
          </w:p>
        </w:tc>
        <w:tc>
          <w:tcPr>
            <w:tcW w:w="3198"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Une défaillance du module de communication peut être détectée par l</w:t>
            </w:r>
            <w:r>
              <w:rPr>
                <w:bCs/>
                <w:lang w:eastAsia="en-GB"/>
              </w:rPr>
              <w:t>’</w:t>
            </w:r>
            <w:r w:rsidRPr="00C62650">
              <w:rPr>
                <w:bCs/>
                <w:lang w:eastAsia="en-GB"/>
              </w:rPr>
              <w:t>absence de communication numérique entre le module de commande et le module</w:t>
            </w:r>
            <w:r>
              <w:rPr>
                <w:bCs/>
                <w:lang w:eastAsia="en-GB"/>
              </w:rPr>
              <w:t xml:space="preserve"> </w:t>
            </w:r>
            <w:r w:rsidRPr="00C62650">
              <w:rPr>
                <w:bCs/>
                <w:lang w:eastAsia="en-GB"/>
              </w:rPr>
              <w:t>de communication</w:t>
            </w:r>
            <w:r>
              <w:rPr>
                <w:bCs/>
                <w:lang w:eastAsia="en-GB"/>
              </w:rPr>
              <w:t>.</w:t>
            </w:r>
          </w:p>
        </w:tc>
      </w:tr>
      <w:tr w:rsidR="0062553F" w:rsidRPr="00C62650" w:rsidTr="00431ADD">
        <w:tc>
          <w:tcPr>
            <w:tcW w:w="1808" w:type="dxa"/>
            <w:vMerge/>
            <w:shd w:val="clear" w:color="auto" w:fill="auto"/>
            <w:noWrap/>
            <w:hideMark/>
          </w:tcPr>
          <w:p w:rsidR="0062553F" w:rsidRPr="00C62650" w:rsidRDefault="0062553F" w:rsidP="00431ADD">
            <w:pPr>
              <w:spacing w:before="60" w:after="60" w:line="220" w:lineRule="atLeast"/>
              <w:ind w:left="57" w:right="57"/>
              <w:rPr>
                <w:bCs/>
                <w:lang w:eastAsia="en-GB"/>
              </w:rPr>
            </w:pPr>
          </w:p>
        </w:tc>
        <w:tc>
          <w:tcPr>
            <w:tcW w:w="2365"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lang w:eastAsia="en-GB"/>
              </w:rPr>
              <w:t xml:space="preserve">Défaillance </w:t>
            </w:r>
            <w:r w:rsidRPr="00C62650">
              <w:rPr>
                <w:bCs/>
                <w:lang w:eastAsia="en-GB"/>
              </w:rPr>
              <w:t>interne</w:t>
            </w:r>
          </w:p>
        </w:tc>
        <w:tc>
          <w:tcPr>
            <w:tcW w:w="3198"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Ce point concerne une fonction indispensable : en cas de défaillance, l</w:t>
            </w:r>
            <w:r>
              <w:rPr>
                <w:bCs/>
                <w:lang w:eastAsia="en-GB"/>
              </w:rPr>
              <w:t>’</w:t>
            </w:r>
            <w:r w:rsidRPr="00C62650">
              <w:rPr>
                <w:bCs/>
                <w:lang w:eastAsia="en-GB"/>
              </w:rPr>
              <w:t>AECS est paralysé</w:t>
            </w:r>
            <w:r>
              <w:rPr>
                <w:bCs/>
                <w:lang w:eastAsia="en-GB"/>
              </w:rPr>
              <w:t>.</w:t>
            </w:r>
          </w:p>
        </w:tc>
      </w:tr>
      <w:tr w:rsidR="0062553F" w:rsidRPr="00C62650" w:rsidTr="00431ADD">
        <w:tc>
          <w:tcPr>
            <w:tcW w:w="1808" w:type="dxa"/>
            <w:vMerge w:val="restart"/>
            <w:shd w:val="clear" w:color="auto" w:fill="auto"/>
            <w:noWrap/>
            <w:hideMark/>
          </w:tcPr>
          <w:p w:rsidR="0062553F" w:rsidRPr="00C62650" w:rsidRDefault="0062553F" w:rsidP="00431ADD">
            <w:pPr>
              <w:spacing w:before="60" w:after="60" w:line="220" w:lineRule="atLeast"/>
              <w:ind w:left="57" w:right="57"/>
              <w:rPr>
                <w:lang w:eastAsia="en-GB"/>
              </w:rPr>
            </w:pPr>
            <w:r w:rsidRPr="00C62650">
              <w:rPr>
                <w:lang w:eastAsia="en-GB"/>
              </w:rPr>
              <w:t>Récepteur GNSS</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Défaillance du branchement électrique et/ou du module de communication</w:t>
            </w:r>
          </w:p>
        </w:tc>
        <w:tc>
          <w:tcPr>
            <w:tcW w:w="3198" w:type="dxa"/>
            <w:shd w:val="clear" w:color="auto" w:fill="auto"/>
          </w:tcPr>
          <w:p w:rsidR="0062553F" w:rsidRPr="00C62650" w:rsidRDefault="0062553F" w:rsidP="00431ADD">
            <w:pPr>
              <w:spacing w:before="60" w:after="60" w:line="220" w:lineRule="atLeast"/>
              <w:ind w:left="57" w:right="57"/>
              <w:rPr>
                <w:lang w:eastAsia="en-GB"/>
              </w:rPr>
            </w:pPr>
          </w:p>
        </w:tc>
      </w:tr>
      <w:tr w:rsidR="0062553F" w:rsidRPr="00C62650" w:rsidTr="00431ADD">
        <w:tc>
          <w:tcPr>
            <w:tcW w:w="1808" w:type="dxa"/>
            <w:vMerge/>
            <w:shd w:val="clear" w:color="auto" w:fill="auto"/>
            <w:noWrap/>
            <w:hideMark/>
          </w:tcPr>
          <w:p w:rsidR="0062553F" w:rsidRPr="00C62650" w:rsidRDefault="0062553F" w:rsidP="00431ADD">
            <w:pPr>
              <w:spacing w:before="60" w:after="60" w:line="220" w:lineRule="atLeast"/>
              <w:ind w:left="57" w:right="57"/>
              <w:rPr>
                <w:lang w:eastAsia="en-GB"/>
              </w:rPr>
            </w:pPr>
          </w:p>
        </w:tc>
        <w:tc>
          <w:tcPr>
            <w:tcW w:w="2365"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lang w:eastAsia="en-GB"/>
              </w:rPr>
              <w:t>Défaillance interne</w:t>
            </w:r>
          </w:p>
        </w:tc>
        <w:tc>
          <w:tcPr>
            <w:tcW w:w="3198" w:type="dxa"/>
            <w:shd w:val="clear" w:color="auto" w:fill="auto"/>
          </w:tcPr>
          <w:p w:rsidR="0062553F" w:rsidRPr="00C62650" w:rsidRDefault="0062553F" w:rsidP="00431ADD">
            <w:pPr>
              <w:spacing w:before="60" w:after="60" w:line="220" w:lineRule="atLeast"/>
              <w:ind w:left="57" w:right="57"/>
              <w:rPr>
                <w:lang w:eastAsia="en-GB"/>
              </w:rPr>
            </w:pPr>
          </w:p>
        </w:tc>
      </w:tr>
      <w:tr w:rsidR="0062553F" w:rsidRPr="00C62650" w:rsidTr="00431ADD">
        <w:tc>
          <w:tcPr>
            <w:tcW w:w="1808" w:type="dxa"/>
            <w:shd w:val="clear" w:color="auto" w:fill="auto"/>
            <w:noWrap/>
            <w:hideMark/>
          </w:tcPr>
          <w:p w:rsidR="0062553F" w:rsidRPr="00C62650" w:rsidRDefault="0062553F" w:rsidP="00431ADD">
            <w:pPr>
              <w:spacing w:before="60" w:after="60" w:line="220" w:lineRule="atLeast"/>
              <w:ind w:left="57" w:right="57"/>
              <w:rPr>
                <w:lang w:eastAsia="en-GB"/>
              </w:rPr>
            </w:pPr>
            <w:r w:rsidRPr="00C62650">
              <w:t>Antenne de réseau mobile</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62553F" w:rsidRPr="00C62650" w:rsidRDefault="0062553F" w:rsidP="00431ADD">
            <w:pPr>
              <w:spacing w:before="60" w:after="60" w:line="220" w:lineRule="atLeast"/>
              <w:ind w:left="57" w:right="57"/>
              <w:rPr>
                <w:lang w:eastAsia="en-GB"/>
              </w:rPr>
            </w:pPr>
          </w:p>
        </w:tc>
      </w:tr>
      <w:tr w:rsidR="0062553F" w:rsidRPr="00C62650" w:rsidTr="00431ADD">
        <w:tc>
          <w:tcPr>
            <w:tcW w:w="1808" w:type="dxa"/>
            <w:shd w:val="clear" w:color="auto" w:fill="auto"/>
            <w:noWrap/>
            <w:hideMark/>
          </w:tcPr>
          <w:p w:rsidR="0062553F" w:rsidRPr="00C62650" w:rsidRDefault="0062553F" w:rsidP="00431ADD">
            <w:pPr>
              <w:spacing w:before="60" w:after="60" w:line="220" w:lineRule="atLeast"/>
              <w:ind w:left="57" w:right="57"/>
              <w:rPr>
                <w:lang w:eastAsia="en-GB"/>
              </w:rPr>
            </w:pPr>
            <w:r w:rsidRPr="00C62650">
              <w:t>Antenne GNSS</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62553F" w:rsidRPr="00C62650" w:rsidRDefault="0062553F" w:rsidP="00431ADD">
            <w:pPr>
              <w:spacing w:before="60" w:after="60" w:line="220" w:lineRule="atLeast"/>
              <w:ind w:left="57" w:right="57"/>
              <w:rPr>
                <w:lang w:eastAsia="en-GB"/>
              </w:rPr>
            </w:pPr>
          </w:p>
        </w:tc>
      </w:tr>
      <w:tr w:rsidR="0062553F" w:rsidRPr="00C62650" w:rsidTr="00431ADD">
        <w:tc>
          <w:tcPr>
            <w:tcW w:w="1808" w:type="dxa"/>
            <w:vMerge w:val="restart"/>
            <w:shd w:val="clear" w:color="auto" w:fill="auto"/>
            <w:noWrap/>
            <w:vAlign w:val="center"/>
          </w:tcPr>
          <w:p w:rsidR="0062553F" w:rsidRPr="00C62650" w:rsidRDefault="0062553F" w:rsidP="00431ADD">
            <w:pPr>
              <w:spacing w:before="60" w:after="60" w:line="220" w:lineRule="atLeast"/>
              <w:ind w:left="57" w:right="57"/>
            </w:pPr>
            <w:r w:rsidRPr="00C62650">
              <w:rPr>
                <w:lang w:eastAsia="en-GB"/>
              </w:rPr>
              <w:t xml:space="preserve">Unité de détection </w:t>
            </w:r>
            <w:r>
              <w:rPr>
                <w:lang w:eastAsia="en-GB"/>
              </w:rPr>
              <w:br/>
            </w:r>
            <w:r w:rsidRPr="00C62650">
              <w:rPr>
                <w:lang w:eastAsia="en-GB"/>
              </w:rPr>
              <w:t>des chocs (CCU)</w:t>
            </w:r>
          </w:p>
        </w:tc>
        <w:tc>
          <w:tcPr>
            <w:tcW w:w="2365" w:type="dxa"/>
            <w:shd w:val="clear" w:color="auto" w:fill="auto"/>
          </w:tcPr>
          <w:p w:rsidR="0062553F" w:rsidRPr="00C62650" w:rsidRDefault="0062553F" w:rsidP="00431ADD">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62553F" w:rsidRPr="00C62650" w:rsidRDefault="0062553F" w:rsidP="00431ADD">
            <w:pPr>
              <w:spacing w:before="60" w:after="60" w:line="220" w:lineRule="atLeast"/>
              <w:ind w:left="57" w:right="57"/>
              <w:rPr>
                <w:lang w:eastAsia="en-GB"/>
              </w:rPr>
            </w:pPr>
            <w:r w:rsidRPr="00C62650">
              <w:rPr>
                <w:lang w:eastAsia="en-GB"/>
              </w:rPr>
              <w:t>Système de détection des chocs ou dispositif de déclenchement, par exemple</w:t>
            </w:r>
            <w:r>
              <w:rPr>
                <w:lang w:eastAsia="en-GB"/>
              </w:rPr>
              <w:t>.</w:t>
            </w:r>
          </w:p>
        </w:tc>
      </w:tr>
      <w:tr w:rsidR="0062553F" w:rsidRPr="00C62650" w:rsidTr="00431ADD">
        <w:tc>
          <w:tcPr>
            <w:tcW w:w="1808" w:type="dxa"/>
            <w:vMerge/>
            <w:shd w:val="clear" w:color="auto" w:fill="auto"/>
            <w:noWrap/>
          </w:tcPr>
          <w:p w:rsidR="0062553F" w:rsidRPr="00C62650" w:rsidRDefault="0062553F" w:rsidP="00431ADD">
            <w:pPr>
              <w:spacing w:before="60" w:after="60" w:line="220" w:lineRule="atLeast"/>
              <w:ind w:left="57" w:right="57"/>
              <w:rPr>
                <w:lang w:eastAsia="en-GB"/>
              </w:rPr>
            </w:pPr>
          </w:p>
        </w:tc>
        <w:tc>
          <w:tcPr>
            <w:tcW w:w="2365" w:type="dxa"/>
            <w:shd w:val="clear" w:color="auto" w:fill="auto"/>
          </w:tcPr>
          <w:p w:rsidR="0062553F" w:rsidRPr="00C62650" w:rsidRDefault="0062553F" w:rsidP="00431ADD">
            <w:pPr>
              <w:spacing w:before="60" w:after="60" w:line="220" w:lineRule="atLeast"/>
              <w:ind w:left="57" w:right="57"/>
              <w:rPr>
                <w:lang w:eastAsia="en-GB"/>
              </w:rPr>
            </w:pPr>
            <w:r w:rsidRPr="00C62650">
              <w:rPr>
                <w:lang w:eastAsia="en-GB"/>
              </w:rPr>
              <w:t>Défaillance interne</w:t>
            </w:r>
          </w:p>
        </w:tc>
        <w:tc>
          <w:tcPr>
            <w:tcW w:w="3198" w:type="dxa"/>
            <w:shd w:val="clear" w:color="auto" w:fill="auto"/>
          </w:tcPr>
          <w:p w:rsidR="0062553F" w:rsidRPr="00C62650" w:rsidRDefault="0062553F" w:rsidP="00431ADD">
            <w:pPr>
              <w:spacing w:before="60" w:after="60" w:line="220" w:lineRule="atLeast"/>
              <w:ind w:left="57" w:right="57"/>
              <w:rPr>
                <w:lang w:eastAsia="en-GB"/>
              </w:rPr>
            </w:pPr>
            <w:r w:rsidRPr="00C62650">
              <w:rPr>
                <w:lang w:eastAsia="en-GB"/>
              </w:rPr>
              <w:t>Si la vérification des défaillances internes ne relève pas de l</w:t>
            </w:r>
            <w:r>
              <w:rPr>
                <w:lang w:eastAsia="en-GB"/>
              </w:rPr>
              <w:t>’</w:t>
            </w:r>
            <w:r w:rsidRPr="00C62650">
              <w:rPr>
                <w:lang w:eastAsia="en-GB"/>
              </w:rPr>
              <w:t>homologation de l</w:t>
            </w:r>
            <w:r>
              <w:rPr>
                <w:lang w:eastAsia="en-GB"/>
              </w:rPr>
              <w:t>’</w:t>
            </w:r>
            <w:r w:rsidRPr="00C62650">
              <w:rPr>
                <w:lang w:eastAsia="en-GB"/>
              </w:rPr>
              <w:t>AECS (partie II) elle doit relever de l</w:t>
            </w:r>
            <w:r>
              <w:rPr>
                <w:lang w:eastAsia="en-GB"/>
              </w:rPr>
              <w:t>’</w:t>
            </w:r>
            <w:r w:rsidRPr="00C62650">
              <w:rPr>
                <w:lang w:eastAsia="en-GB"/>
              </w:rPr>
              <w:t>homologation de l</w:t>
            </w:r>
            <w:r>
              <w:rPr>
                <w:lang w:eastAsia="en-GB"/>
              </w:rPr>
              <w:t>’</w:t>
            </w:r>
            <w:r w:rsidRPr="00C62650">
              <w:rPr>
                <w:lang w:eastAsia="en-GB"/>
              </w:rPr>
              <w:t>AECD (</w:t>
            </w:r>
            <w:r>
              <w:rPr>
                <w:lang w:eastAsia="en-GB"/>
              </w:rPr>
              <w:t>p</w:t>
            </w:r>
            <w:r w:rsidRPr="00C62650">
              <w:rPr>
                <w:lang w:eastAsia="en-GB"/>
              </w:rPr>
              <w:t>artie Ib)</w:t>
            </w:r>
            <w:r w:rsidR="009A291E">
              <w:rPr>
                <w:lang w:eastAsia="en-GB"/>
              </w:rPr>
              <w:t>.</w:t>
            </w:r>
          </w:p>
          <w:p w:rsidR="0062553F" w:rsidRPr="00C62650" w:rsidRDefault="0062553F" w:rsidP="00431ADD">
            <w:pPr>
              <w:spacing w:before="60" w:after="60" w:line="220" w:lineRule="atLeast"/>
              <w:ind w:left="57" w:right="57"/>
              <w:rPr>
                <w:lang w:eastAsia="en-GB"/>
              </w:rPr>
            </w:pPr>
            <w:r w:rsidRPr="00C62650">
              <w:rPr>
                <w:lang w:eastAsia="en-GB"/>
              </w:rPr>
              <w:t>Lorsque la CCU ne fait pas partie de l</w:t>
            </w:r>
            <w:r>
              <w:rPr>
                <w:lang w:eastAsia="en-GB"/>
              </w:rPr>
              <w:t>’</w:t>
            </w:r>
            <w:r w:rsidRPr="00C62650">
              <w:rPr>
                <w:lang w:eastAsia="en-GB"/>
              </w:rPr>
              <w:t>AECD, cette prescription est considérée comme satisfaite si :</w:t>
            </w:r>
          </w:p>
          <w:p w:rsidR="0062553F" w:rsidRPr="00C62650" w:rsidRDefault="0062553F" w:rsidP="006F6D0A">
            <w:pPr>
              <w:tabs>
                <w:tab w:val="left" w:pos="397"/>
              </w:tabs>
              <w:spacing w:before="60" w:after="60" w:line="220" w:lineRule="atLeast"/>
              <w:ind w:left="454" w:right="57" w:hanging="397"/>
              <w:rPr>
                <w:lang w:eastAsia="en-GB"/>
              </w:rPr>
            </w:pPr>
            <w:r w:rsidRPr="00C62650">
              <w:rPr>
                <w:lang w:eastAsia="en-GB"/>
              </w:rPr>
              <w:t>a)</w:t>
            </w:r>
            <w:r w:rsidR="006F6D0A">
              <w:rPr>
                <w:lang w:eastAsia="en-GB"/>
              </w:rPr>
              <w:tab/>
            </w:r>
            <w:r w:rsidRPr="00C62650">
              <w:rPr>
                <w:lang w:eastAsia="en-GB"/>
              </w:rPr>
              <w:t>L</w:t>
            </w:r>
            <w:r>
              <w:rPr>
                <w:lang w:eastAsia="en-GB"/>
              </w:rPr>
              <w:t>’</w:t>
            </w:r>
            <w:r w:rsidRPr="00C62650">
              <w:rPr>
                <w:lang w:eastAsia="en-GB"/>
              </w:rPr>
              <w:t>indication d</w:t>
            </w:r>
            <w:r>
              <w:rPr>
                <w:lang w:eastAsia="en-GB"/>
              </w:rPr>
              <w:t>’</w:t>
            </w:r>
            <w:r w:rsidRPr="00C62650">
              <w:rPr>
                <w:lang w:eastAsia="en-GB"/>
              </w:rPr>
              <w:t>une défaillance interne est fournie par le véhicule ; et</w:t>
            </w:r>
          </w:p>
          <w:p w:rsidR="0062553F" w:rsidRPr="00C62650" w:rsidRDefault="0062553F" w:rsidP="006F6D0A">
            <w:pPr>
              <w:tabs>
                <w:tab w:val="left" w:pos="397"/>
              </w:tabs>
              <w:spacing w:before="60" w:after="60" w:line="220" w:lineRule="atLeast"/>
              <w:ind w:left="454" w:right="57" w:hanging="397"/>
              <w:rPr>
                <w:lang w:eastAsia="en-GB"/>
              </w:rPr>
            </w:pPr>
            <w:r w:rsidRPr="00C62650">
              <w:rPr>
                <w:lang w:eastAsia="en-GB"/>
              </w:rPr>
              <w:t>b)</w:t>
            </w:r>
            <w:r w:rsidR="006F6D0A">
              <w:rPr>
                <w:lang w:eastAsia="en-GB"/>
              </w:rPr>
              <w:tab/>
            </w:r>
            <w:r w:rsidRPr="00C62650">
              <w:rPr>
                <w:lang w:eastAsia="en-GB"/>
              </w:rPr>
              <w:t>Le mécanisme d</w:t>
            </w:r>
            <w:r>
              <w:rPr>
                <w:lang w:eastAsia="en-GB"/>
              </w:rPr>
              <w:t>’</w:t>
            </w:r>
            <w:r w:rsidRPr="00C62650">
              <w:rPr>
                <w:lang w:eastAsia="en-GB"/>
              </w:rPr>
              <w:t>avertissement de l</w:t>
            </w:r>
            <w:r>
              <w:rPr>
                <w:lang w:eastAsia="en-GB"/>
              </w:rPr>
              <w:t>’</w:t>
            </w:r>
            <w:r w:rsidRPr="00C62650">
              <w:rPr>
                <w:lang w:eastAsia="en-GB"/>
              </w:rPr>
              <w:t>AECD est expliqué au conducteur.</w:t>
            </w:r>
          </w:p>
        </w:tc>
      </w:tr>
      <w:tr w:rsidR="0062553F" w:rsidRPr="00C62650" w:rsidTr="00431ADD">
        <w:tc>
          <w:tcPr>
            <w:tcW w:w="1808" w:type="dxa"/>
            <w:shd w:val="clear" w:color="auto" w:fill="auto"/>
            <w:noWrap/>
            <w:hideMark/>
          </w:tcPr>
          <w:p w:rsidR="0062553F" w:rsidRPr="00C62650" w:rsidRDefault="0062553F" w:rsidP="00431ADD">
            <w:pPr>
              <w:spacing w:before="60" w:after="60" w:line="220" w:lineRule="atLeast"/>
              <w:ind w:left="57" w:right="57"/>
              <w:rPr>
                <w:lang w:eastAsia="en-GB"/>
              </w:rPr>
            </w:pPr>
            <w:r w:rsidRPr="00C62650">
              <w:rPr>
                <w:lang w:eastAsia="en-GB"/>
              </w:rPr>
              <w:t>Alimentation électrique</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Raccordement électrique</w:t>
            </w:r>
          </w:p>
        </w:tc>
        <w:tc>
          <w:tcPr>
            <w:tcW w:w="3198"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d</w:t>
            </w:r>
            <w:r>
              <w:rPr>
                <w:lang w:eastAsia="en-GB"/>
              </w:rPr>
              <w:t>’</w:t>
            </w:r>
            <w:r w:rsidRPr="00C62650">
              <w:rPr>
                <w:lang w:eastAsia="en-GB"/>
              </w:rPr>
              <w:t>une batterie spéciale.</w:t>
            </w:r>
          </w:p>
        </w:tc>
      </w:tr>
      <w:tr w:rsidR="0062553F" w:rsidRPr="00C62650" w:rsidTr="00431ADD">
        <w:tc>
          <w:tcPr>
            <w:tcW w:w="1808" w:type="dxa"/>
            <w:shd w:val="clear" w:color="auto" w:fill="auto"/>
            <w:noWrap/>
            <w:hideMark/>
          </w:tcPr>
          <w:p w:rsidR="0062553F" w:rsidRPr="00C62650" w:rsidRDefault="0062553F" w:rsidP="00431ADD">
            <w:pPr>
              <w:keepNext/>
              <w:spacing w:before="60" w:after="60" w:line="220" w:lineRule="atLeast"/>
              <w:ind w:left="57" w:right="57"/>
              <w:rPr>
                <w:lang w:eastAsia="en-GB"/>
              </w:rPr>
            </w:pPr>
            <w:r w:rsidRPr="00C62650">
              <w:rPr>
                <w:lang w:eastAsia="en-GB"/>
              </w:rPr>
              <w:t>Module d</w:t>
            </w:r>
            <w:r>
              <w:rPr>
                <w:lang w:eastAsia="en-GB"/>
              </w:rPr>
              <w:t>’</w:t>
            </w:r>
            <w:r w:rsidRPr="00C62650">
              <w:rPr>
                <w:lang w:eastAsia="en-GB"/>
              </w:rPr>
              <w:t>identification d</w:t>
            </w:r>
            <w:r>
              <w:rPr>
                <w:lang w:eastAsia="en-GB"/>
              </w:rPr>
              <w:t>’</w:t>
            </w:r>
            <w:r w:rsidRPr="00C62650">
              <w:rPr>
                <w:lang w:eastAsia="en-GB"/>
              </w:rPr>
              <w:t>abonné (SIM)</w:t>
            </w:r>
          </w:p>
        </w:tc>
        <w:tc>
          <w:tcPr>
            <w:tcW w:w="2365" w:type="dxa"/>
            <w:shd w:val="clear" w:color="auto" w:fill="auto"/>
            <w:hideMark/>
          </w:tcPr>
          <w:p w:rsidR="0062553F" w:rsidRPr="00C62650" w:rsidRDefault="0062553F" w:rsidP="00431ADD">
            <w:pPr>
              <w:keepNext/>
              <w:spacing w:before="60" w:after="60" w:line="220" w:lineRule="atLeast"/>
              <w:ind w:left="57" w:right="57"/>
              <w:rPr>
                <w:lang w:eastAsia="en-GB"/>
              </w:rPr>
            </w:pPr>
            <w:r w:rsidRPr="00C62650">
              <w:rPr>
                <w:lang w:eastAsia="en-GB"/>
              </w:rPr>
              <w:t>Néant</w:t>
            </w:r>
          </w:p>
        </w:tc>
        <w:tc>
          <w:tcPr>
            <w:tcW w:w="3198" w:type="dxa"/>
            <w:shd w:val="clear" w:color="auto" w:fill="auto"/>
            <w:hideMark/>
          </w:tcPr>
          <w:p w:rsidR="0062553F" w:rsidRPr="00C62650" w:rsidRDefault="0062553F" w:rsidP="00431ADD">
            <w:pPr>
              <w:keepNext/>
              <w:spacing w:before="60" w:after="60" w:line="220" w:lineRule="atLeast"/>
              <w:ind w:left="57" w:right="57"/>
              <w:rPr>
                <w:bCs/>
                <w:lang w:eastAsia="en-GB"/>
              </w:rPr>
            </w:pPr>
            <w:r w:rsidRPr="00C62650">
              <w:rPr>
                <w:bCs/>
                <w:lang w:eastAsia="en-GB"/>
              </w:rPr>
              <w:t>Seulement en cas d</w:t>
            </w:r>
            <w:r>
              <w:rPr>
                <w:bCs/>
                <w:lang w:eastAsia="en-GB"/>
              </w:rPr>
              <w:t>’</w:t>
            </w:r>
            <w:r w:rsidRPr="00C62650">
              <w:rPr>
                <w:bCs/>
                <w:lang w:eastAsia="en-GB"/>
              </w:rPr>
              <w:t>utilisation d</w:t>
            </w:r>
            <w:r>
              <w:rPr>
                <w:bCs/>
                <w:lang w:eastAsia="en-GB"/>
              </w:rPr>
              <w:t>’</w:t>
            </w:r>
            <w:r w:rsidRPr="00C62650">
              <w:rPr>
                <w:bCs/>
                <w:lang w:eastAsia="en-GB"/>
              </w:rPr>
              <w:t>une carte SIM extractible.</w:t>
            </w:r>
          </w:p>
        </w:tc>
      </w:tr>
      <w:tr w:rsidR="0062553F" w:rsidRPr="00C62650" w:rsidTr="00431ADD">
        <w:tc>
          <w:tcPr>
            <w:tcW w:w="1808" w:type="dxa"/>
            <w:shd w:val="clear" w:color="auto" w:fill="auto"/>
            <w:noWrap/>
            <w:hideMark/>
          </w:tcPr>
          <w:p w:rsidR="0062553F" w:rsidRPr="00C62650" w:rsidRDefault="0062553F" w:rsidP="00431ADD">
            <w:pPr>
              <w:spacing w:before="60" w:after="60" w:line="220" w:lineRule="atLeast"/>
              <w:ind w:left="57" w:right="57"/>
              <w:rPr>
                <w:iCs/>
                <w:lang w:eastAsia="en-GB"/>
              </w:rPr>
            </w:pPr>
            <w:r w:rsidRPr="00C62650">
              <w:rPr>
                <w:iCs/>
              </w:rPr>
              <w:t>Alimentation électrique de secours</w:t>
            </w:r>
            <w:r>
              <w:rPr>
                <w:iCs/>
              </w:rPr>
              <w:t xml:space="preserve"> </w:t>
            </w:r>
            <w:r w:rsidRPr="00C62650">
              <w:rPr>
                <w:iCs/>
                <w:lang w:eastAsia="en-GB"/>
              </w:rPr>
              <w:t>(le cas échéant)</w:t>
            </w:r>
          </w:p>
        </w:tc>
        <w:tc>
          <w:tcPr>
            <w:tcW w:w="2365"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État de charge critique (seuil fixé par le constructeur)</w:t>
            </w:r>
          </w:p>
        </w:tc>
        <w:tc>
          <w:tcPr>
            <w:tcW w:w="3198"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Défaillance en cas d</w:t>
            </w:r>
            <w:r>
              <w:rPr>
                <w:bCs/>
                <w:lang w:eastAsia="en-GB"/>
              </w:rPr>
              <w:t>’</w:t>
            </w:r>
            <w:r w:rsidRPr="00C62650">
              <w:rPr>
                <w:bCs/>
                <w:lang w:eastAsia="en-GB"/>
              </w:rPr>
              <w:t>état de charge critique dont le niveau est fixé par le constructeur.</w:t>
            </w:r>
          </w:p>
        </w:tc>
      </w:tr>
    </w:tbl>
    <w:p w:rsidR="0062553F" w:rsidRPr="00A33F64" w:rsidRDefault="0062553F" w:rsidP="0062553F">
      <w:pPr>
        <w:pStyle w:val="SingleTxtG"/>
        <w:spacing w:before="240" w:line="220" w:lineRule="atLeast"/>
        <w:ind w:left="2268" w:hanging="1134"/>
      </w:pPr>
      <w:r w:rsidRPr="00A33F64">
        <w:t>26.5.3.2</w:t>
      </w:r>
      <w:r w:rsidRPr="00A33F64">
        <w:tab/>
      </w:r>
      <w:r w:rsidRPr="00A33F64">
        <w:tab/>
        <w:t>Procédure d’essai</w:t>
      </w:r>
    </w:p>
    <w:p w:rsidR="0062553F" w:rsidRPr="00A33F64" w:rsidRDefault="0062553F" w:rsidP="0062553F">
      <w:pPr>
        <w:pStyle w:val="SingleTxtG"/>
        <w:spacing w:line="220" w:lineRule="atLeast"/>
        <w:ind w:left="2268"/>
      </w:pPr>
      <w:r w:rsidRPr="00A33F64">
        <w:t>Essai de vérification de la fonction d’autotest</w:t>
      </w:r>
    </w:p>
    <w:p w:rsidR="0062553F" w:rsidRPr="00A33F64" w:rsidRDefault="0062553F" w:rsidP="0062553F">
      <w:pPr>
        <w:pStyle w:val="SingleTxtG"/>
        <w:spacing w:line="220" w:lineRule="atLeast"/>
        <w:ind w:left="2268" w:hanging="1134"/>
      </w:pPr>
      <w:r w:rsidRPr="00A33F64">
        <w:t>26.5.3.2.1</w:t>
      </w:r>
      <w:r w:rsidRPr="00A33F64">
        <w:tab/>
        <w:t>L’essai ci-dessous doit être effectué sur un AECS dont les éléments sont disposés de façon représentative.</w:t>
      </w:r>
    </w:p>
    <w:p w:rsidR="0062553F" w:rsidRPr="00A33F64" w:rsidRDefault="0062553F" w:rsidP="0062553F">
      <w:pPr>
        <w:pStyle w:val="SingleTxtG"/>
        <w:spacing w:line="220" w:lineRule="atLeast"/>
        <w:ind w:left="2268" w:hanging="1134"/>
      </w:pPr>
      <w:r w:rsidRPr="00A33F64">
        <w:t>26.5.3.2.2</w:t>
      </w:r>
      <w:r w:rsidRPr="00A33F64">
        <w:tab/>
        <w:t xml:space="preserve">Simuler une défaillance de l’AECS en introduisant une défaillance critique dans l’un ou plusieurs des éléments surveillés par la fonction d’autotest, </w:t>
      </w:r>
      <w:r w:rsidRPr="00A33F64">
        <w:lastRenderedPageBreak/>
        <w:t>conformément à la documentation technique fournie par le constructeur. Le ou les éléments doivent être choisis par le service technique.</w:t>
      </w:r>
    </w:p>
    <w:p w:rsidR="0062553F" w:rsidRPr="00A33F64" w:rsidRDefault="0062553F" w:rsidP="0062553F">
      <w:pPr>
        <w:pStyle w:val="SingleTxtG"/>
        <w:spacing w:line="220" w:lineRule="atLeast"/>
        <w:ind w:left="2268" w:hanging="1134"/>
      </w:pPr>
      <w:r w:rsidRPr="00A33F64">
        <w:t>26.5.3.2.3</w:t>
      </w:r>
      <w:r w:rsidRPr="00A33F64">
        <w:tab/>
        <w:t>Mettre le coupe-circuit principal de l’AECS sous tension, le cas échéant, et vérifier que le signal d’avertissement s’allume.</w:t>
      </w:r>
    </w:p>
    <w:p w:rsidR="0062553F" w:rsidRPr="00A33F64" w:rsidRDefault="0062553F" w:rsidP="0062553F">
      <w:pPr>
        <w:pStyle w:val="SingleTxtG"/>
        <w:spacing w:line="220" w:lineRule="atLeast"/>
        <w:ind w:left="2268" w:hanging="1134"/>
      </w:pPr>
      <w:r w:rsidRPr="00A33F64">
        <w:t>26.5.3.2.4</w:t>
      </w:r>
      <w:r w:rsidRPr="00A33F64">
        <w:tab/>
        <w:t>Mettre l’AECS hors tension (par exemple, en coupant le contact ou en débranchant le coupe-circuit principal, selon le cas) et le remettre en fonctionnement normal.</w:t>
      </w:r>
    </w:p>
    <w:p w:rsidR="0062553F" w:rsidRPr="00A33F64" w:rsidRDefault="0062553F" w:rsidP="0062553F">
      <w:pPr>
        <w:pStyle w:val="SingleTxtG"/>
        <w:spacing w:line="220" w:lineRule="atLeast"/>
        <w:ind w:left="2268" w:hanging="1134"/>
      </w:pPr>
      <w:r w:rsidRPr="00A33F64">
        <w:t>26.5.3.2.5</w:t>
      </w:r>
      <w:r w:rsidRPr="00A33F64">
        <w:tab/>
        <w:t>Mettre l’AECS sous tension et vérifier que l’indicateur de défaillance ne s’allume pas ou s’éteint peu de temps après s’être allumé.</w:t>
      </w:r>
    </w:p>
    <w:p w:rsidR="0062553F" w:rsidRPr="00A33F64" w:rsidRDefault="0062553F" w:rsidP="0062553F">
      <w:pPr>
        <w:pStyle w:val="SingleTxtG"/>
        <w:spacing w:line="220" w:lineRule="atLeast"/>
        <w:ind w:left="2268" w:hanging="1134"/>
      </w:pPr>
      <w:r w:rsidRPr="00A33F64">
        <w:t>26.6</w:t>
      </w:r>
      <w:r w:rsidRPr="00A33F64">
        <w:tab/>
      </w:r>
      <w:r w:rsidRPr="00A33F64">
        <w:tab/>
        <w:t>Efficacité audio en mode mains libres</w:t>
      </w:r>
    </w:p>
    <w:p w:rsidR="0062553F" w:rsidRPr="00A33F64" w:rsidRDefault="0062553F" w:rsidP="0062553F">
      <w:pPr>
        <w:pStyle w:val="SingleTxtG"/>
        <w:spacing w:line="220" w:lineRule="atLeast"/>
        <w:ind w:left="2268" w:hanging="1134"/>
      </w:pPr>
      <w:r w:rsidRPr="00A33F64">
        <w:tab/>
        <w:t>Les messages vocaux émis par l’AECS doivent être suffisamment intelligibles pour le conducteur du véhicule.</w:t>
      </w:r>
    </w:p>
    <w:p w:rsidR="0062553F" w:rsidRPr="00A33F64" w:rsidRDefault="0062553F" w:rsidP="0062553F">
      <w:pPr>
        <w:pStyle w:val="SingleTxtG"/>
        <w:spacing w:line="220" w:lineRule="atLeast"/>
        <w:ind w:left="2268" w:hanging="1134"/>
      </w:pPr>
      <w:r w:rsidRPr="00A33F64">
        <w:t>26.6.1</w:t>
      </w:r>
      <w:r w:rsidRPr="00A33F64">
        <w:tab/>
      </w:r>
      <w:r w:rsidRPr="00A33F64">
        <w:tab/>
        <w:t xml:space="preserve">Sous réserve du </w:t>
      </w:r>
      <w:r w:rsidR="00C65359">
        <w:t xml:space="preserve">paragraphe </w:t>
      </w:r>
      <w:r w:rsidRPr="00A33F64">
        <w:t xml:space="preserve">1.5, l’intelligibilité des messages vocaux avant accident doit être conforme à la norme UIT-T P.1140 (06/2015) dans un véhicule, avant tout essai conforme aux Règlements </w:t>
      </w:r>
      <w:r>
        <w:t xml:space="preserve">ONU </w:t>
      </w:r>
      <w:r w:rsidRPr="00A33F64">
        <w:t>n</w:t>
      </w:r>
      <w:r w:rsidRPr="00A33F64">
        <w:rPr>
          <w:vertAlign w:val="superscript"/>
        </w:rPr>
        <w:t>os</w:t>
      </w:r>
      <w:r w:rsidRPr="00A33F64">
        <w:t> 94 et/ou 95, selon le cas.</w:t>
      </w:r>
    </w:p>
    <w:p w:rsidR="0062553F" w:rsidRPr="00A33F64" w:rsidRDefault="0062553F" w:rsidP="0062553F">
      <w:pPr>
        <w:pStyle w:val="SingleTxtG"/>
        <w:spacing w:line="220" w:lineRule="atLeast"/>
        <w:ind w:left="2268"/>
      </w:pPr>
      <w:r w:rsidRPr="00A33F64">
        <w:t>La conformité de l’AECS doit être vérifiée au moyen de la norme UIT</w:t>
      </w:r>
      <w:r w:rsidRPr="00A33F64">
        <w:noBreakHyphen/>
        <w:t xml:space="preserve">T P.1140 (06/2015) en apportant les modifications ci-dessus aux </w:t>
      </w:r>
      <w:r w:rsidR="00C65359">
        <w:t xml:space="preserve">paragraphes </w:t>
      </w:r>
      <w:r w:rsidRPr="00A33F64">
        <w:t>8.8.1 et 8.8.3 de ladite norme :</w:t>
      </w:r>
    </w:p>
    <w:p w:rsidR="0062553F" w:rsidRPr="00A33F64" w:rsidRDefault="0062553F" w:rsidP="0062553F">
      <w:pPr>
        <w:pStyle w:val="SingleTxtG"/>
        <w:spacing w:line="220" w:lineRule="atLeast"/>
        <w:ind w:left="2835" w:hanging="567"/>
      </w:pPr>
      <w:r w:rsidRPr="00A33F64">
        <w:t>a)</w:t>
      </w:r>
      <w:r w:rsidRPr="00A33F64">
        <w:tab/>
        <w:t>La TCLw</w:t>
      </w:r>
      <w:r w:rsidRPr="000A64EF">
        <w:rPr>
          <w:rStyle w:val="Appelnotedebasdep"/>
        </w:rPr>
        <w:footnoteReference w:id="6"/>
      </w:r>
      <w:r w:rsidRPr="00A33F64">
        <w:t xml:space="preserve"> devrait être au moins égale à 46 dB pour toutes les configurations de l’AGC</w:t>
      </w:r>
      <w:r w:rsidRPr="000A64EF">
        <w:rPr>
          <w:rStyle w:val="Appelnotedebasdep"/>
        </w:rPr>
        <w:footnoteReference w:id="7"/>
      </w:r>
      <w:r w:rsidRPr="00A33F64">
        <w:t>, ce qui devrait être vérifié par le constructeur du système IVS</w:t>
      </w:r>
      <w:r w:rsidRPr="000A64EF">
        <w:rPr>
          <w:rStyle w:val="Appelnotedebasdep"/>
        </w:rPr>
        <w:footnoteReference w:id="8"/>
      </w:r>
      <w:r w:rsidRPr="00A33F64">
        <w:t xml:space="preserve">. Pendant les essais, le volume maximum ne peut être déterminé avec précision en raison de la commande automatique de gain. Les essais sont donc effectués alors que le système nominal est réglé en mode silence, comme indiqué au </w:t>
      </w:r>
      <w:r w:rsidR="00C65359">
        <w:t xml:space="preserve">paragraphe </w:t>
      </w:r>
      <w:r w:rsidRPr="00A33F64">
        <w:t>8.8.1 de la norme de l’UIT indiquée ci-dessus ;</w:t>
      </w:r>
    </w:p>
    <w:p w:rsidR="0062553F" w:rsidRPr="00A33F64" w:rsidRDefault="0062553F" w:rsidP="0062553F">
      <w:pPr>
        <w:pStyle w:val="SingleTxtG"/>
        <w:spacing w:line="220" w:lineRule="atLeast"/>
        <w:ind w:left="2835" w:hanging="567"/>
      </w:pPr>
      <w:r w:rsidRPr="00A33F64">
        <w:t>b)</w:t>
      </w:r>
      <w:r w:rsidRPr="00A33F64">
        <w:tab/>
        <w:t xml:space="preserve">Efficacité de l’écho avec indication du trajet de l’écho et des paroles en fonction du temps : il faut noter que sur certains véhicules, l’ouverture et la fermeture des portières peuvent émettre des signaux d’avertissement acoustiques indésirables lors de la mesure, qui peuvent modifier les résultats des essais. Pour éviter cet inconvénient, une personne prend place sur le siège du passager avant, et il lui est demandé de déplacer lentement son bras gauche pour les véhicules à conduite à gauche (et inversement), de haut en bas, pendant les mesures (conformément au </w:t>
      </w:r>
      <w:r w:rsidR="00C65359">
        <w:t xml:space="preserve">paragraphe </w:t>
      </w:r>
      <w:r w:rsidRPr="00A33F64">
        <w:t>8.8.3 de la norme en question).</w:t>
      </w:r>
    </w:p>
    <w:p w:rsidR="0062553F" w:rsidRPr="00A33F64" w:rsidRDefault="0062553F" w:rsidP="0062553F">
      <w:pPr>
        <w:pStyle w:val="SingleTxtG"/>
        <w:ind w:left="2268" w:hanging="1134"/>
      </w:pPr>
      <w:r w:rsidRPr="00A33F64">
        <w:t>26.6.2</w:t>
      </w:r>
      <w:r w:rsidRPr="00A33F64">
        <w:tab/>
        <w:t xml:space="preserve">L’intelligibilité des signaux vocaux après accident peut être évaluée au moyen d’essais subjectifs conformément au </w:t>
      </w:r>
      <w:r w:rsidR="00C65359">
        <w:t xml:space="preserve">paragraphe </w:t>
      </w:r>
      <w:r w:rsidRPr="00A33F64">
        <w:t xml:space="preserve">26.6.3, une fois effectués les essais prescrits par les Règlements </w:t>
      </w:r>
      <w:r>
        <w:t xml:space="preserve">ONU </w:t>
      </w:r>
      <w:r w:rsidRPr="00A33F64">
        <w:t>n</w:t>
      </w:r>
      <w:r w:rsidRPr="00A33F64">
        <w:rPr>
          <w:vertAlign w:val="superscript"/>
        </w:rPr>
        <w:t>os</w:t>
      </w:r>
      <w:r w:rsidRPr="00A33F64">
        <w:t> 94 et/ou 95, selon le cas.</w:t>
      </w:r>
    </w:p>
    <w:p w:rsidR="0062553F" w:rsidRPr="00A33F64" w:rsidRDefault="0062553F" w:rsidP="0062553F">
      <w:pPr>
        <w:pStyle w:val="SingleTxtG"/>
        <w:ind w:left="2268" w:hanging="1134"/>
      </w:pPr>
      <w:r w:rsidRPr="00A33F64">
        <w:t>26.6.3</w:t>
      </w:r>
      <w:r w:rsidRPr="00A33F64">
        <w:tab/>
        <w:t>Langues utilisées pendant les essais</w:t>
      </w:r>
    </w:p>
    <w:p w:rsidR="0062553F" w:rsidRPr="00A33F64" w:rsidRDefault="0062553F" w:rsidP="0062553F">
      <w:pPr>
        <w:pStyle w:val="SingleTxtG"/>
        <w:ind w:left="2268" w:hanging="1134"/>
      </w:pPr>
      <w:r w:rsidRPr="00A33F64">
        <w:t>26.6.3.1</w:t>
      </w:r>
      <w:r w:rsidRPr="00A33F64">
        <w:tab/>
        <w:t>La langue utilisée lors des essais d’intelligibilité des messages audio en mode mains libres après accident doit être une des langues parlées dans les Parties contractantes, qui sont énumérées à l’appendice de l’</w:t>
      </w:r>
      <w:r w:rsidR="00600AF5">
        <w:t xml:space="preserve">annexe </w:t>
      </w:r>
      <w:r w:rsidRPr="00A33F64">
        <w:t>11 du présent Règlement, les phrases étant prononcées de façon correcte et claire. La langue utilisée pendant l’essai doit être consignée dans le procès-verbal d’essai.</w:t>
      </w:r>
    </w:p>
    <w:p w:rsidR="0062553F" w:rsidRPr="00A33F64" w:rsidRDefault="0062553F" w:rsidP="0062553F">
      <w:pPr>
        <w:pStyle w:val="SingleTxtG"/>
        <w:ind w:left="2268" w:hanging="1134"/>
      </w:pPr>
      <w:r w:rsidRPr="00A33F64">
        <w:t>26.6.3.2</w:t>
      </w:r>
      <w:r w:rsidRPr="00A33F64">
        <w:tab/>
      </w:r>
      <w:r w:rsidRPr="00600AF5">
        <w:rPr>
          <w:spacing w:val="-2"/>
        </w:rPr>
        <w:t>Le constructeur du véhicule doit apporter la preuve, documents à l’appui, qu’il satisfait à toutes les autres langues énumérées à l’appendice de l’</w:t>
      </w:r>
      <w:r w:rsidR="00600AF5" w:rsidRPr="00600AF5">
        <w:rPr>
          <w:spacing w:val="-2"/>
        </w:rPr>
        <w:t xml:space="preserve">annexe </w:t>
      </w:r>
      <w:r w:rsidRPr="00600AF5">
        <w:rPr>
          <w:spacing w:val="-2"/>
        </w:rPr>
        <w:t>11</w:t>
      </w:r>
      <w:r w:rsidRPr="00A33F64">
        <w:t xml:space="preserve"> du présent Règlement. Les documents en question doivent être joints au procès-verbal d’essai.</w:t>
      </w:r>
    </w:p>
    <w:p w:rsidR="0062553F" w:rsidRPr="00A33F64" w:rsidRDefault="0062553F" w:rsidP="0062553F">
      <w:pPr>
        <w:pStyle w:val="SingleTxtG"/>
        <w:ind w:left="2268" w:hanging="1134"/>
      </w:pPr>
      <w:r w:rsidRPr="00A33F64">
        <w:lastRenderedPageBreak/>
        <w:t>26.6.3.3</w:t>
      </w:r>
      <w:r w:rsidRPr="00A33F64">
        <w:tab/>
        <w:t>Si le type de véhicule considéré est équipé de plusieurs variantes régionales de l’AECS, le constructeur doit apporter la preuve, au moyen de documents, que toutes ces variantes satisfont aux prescriptions du présent Règlement.</w:t>
      </w:r>
    </w:p>
    <w:p w:rsidR="0062553F" w:rsidRPr="00A33F64" w:rsidRDefault="0062553F" w:rsidP="0062553F">
      <w:pPr>
        <w:pStyle w:val="SingleTxtG"/>
        <w:ind w:left="2268" w:hanging="1134"/>
      </w:pPr>
      <w:r w:rsidRPr="00A33F64">
        <w:t>26.7</w:t>
      </w:r>
      <w:r w:rsidRPr="00A33F64">
        <w:tab/>
        <w:t>Vérification de l’alimentation électrique de l’AECS</w:t>
      </w:r>
    </w:p>
    <w:p w:rsidR="0062553F" w:rsidRPr="00A33F64" w:rsidRDefault="0062553F" w:rsidP="0062553F">
      <w:pPr>
        <w:pStyle w:val="SingleTxtG"/>
        <w:ind w:left="2268"/>
      </w:pPr>
      <w:r w:rsidRPr="00A33F64">
        <w:tab/>
        <w:t>Si la vérification de l’alimentation électrique ne fait pas partie de la procédure d’homologation de l’AECD en vertu de la partie Ib du présent Règlement, les paragraphes ci-dessous s’appliquent.</w:t>
      </w:r>
    </w:p>
    <w:p w:rsidR="0062553F" w:rsidRPr="00A33F64" w:rsidRDefault="0062553F" w:rsidP="0062553F">
      <w:pPr>
        <w:pStyle w:val="SingleTxtG"/>
        <w:ind w:left="2268" w:hanging="1134"/>
      </w:pPr>
      <w:r w:rsidRPr="00A33F64">
        <w:t>26.7.1</w:t>
      </w:r>
      <w:r w:rsidRPr="00A33F64">
        <w:tab/>
        <w:t>L’AECS est équipé d’une alimentation électrique de secours.</w:t>
      </w:r>
    </w:p>
    <w:p w:rsidR="0062553F" w:rsidRPr="00A33F64" w:rsidRDefault="0062553F" w:rsidP="0062553F">
      <w:pPr>
        <w:pStyle w:val="SingleTxtG"/>
        <w:ind w:left="2268" w:hanging="1134"/>
      </w:pPr>
      <w:r w:rsidRPr="00A33F64">
        <w:t>26.7.1.1</w:t>
      </w:r>
      <w:r w:rsidRPr="00A33F64">
        <w:tab/>
        <w:t xml:space="preserve">Avant l’essai de choc, conformément aux Règlements </w:t>
      </w:r>
      <w:r>
        <w:t xml:space="preserve">ONU </w:t>
      </w:r>
      <w:r w:rsidRPr="00A33F64">
        <w:t>n</w:t>
      </w:r>
      <w:r w:rsidRPr="00A33F64">
        <w:rPr>
          <w:vertAlign w:val="superscript"/>
        </w:rPr>
        <w:t>os</w:t>
      </w:r>
      <w:r w:rsidRPr="00A33F64">
        <w:t> 94 et/ou 95, selon le cas, l’AECS doit être fonctionnel dans un premier temps pendant au moins 5 minutes en mode de communication vocale puis pendant 60 minutes en mode rappel (mode inactif enregistré dans un réseau) et enfin pendant au moins 5 minutes en mode communication vocale. Tout ceci doit pouvoir être démontré par des essais en conditions réelles ou encore par des calculs ou de la simulation.</w:t>
      </w:r>
    </w:p>
    <w:p w:rsidR="0062553F" w:rsidRPr="00A33F64" w:rsidRDefault="0062553F" w:rsidP="0062553F">
      <w:pPr>
        <w:pStyle w:val="SingleTxtG"/>
        <w:ind w:left="2268"/>
      </w:pPr>
      <w:r w:rsidRPr="00A33F64">
        <w:tab/>
        <w:t xml:space="preserve">Ce fonctionnement doit être démontré par le constructeur dans toutes les conditions d’alimentation électrique postérieures à l’accident lors des essais de choc (Règlements </w:t>
      </w:r>
      <w:r>
        <w:t xml:space="preserve">ONU </w:t>
      </w:r>
      <w:r w:rsidRPr="00A33F64">
        <w:t>n</w:t>
      </w:r>
      <w:r w:rsidRPr="00A33F64">
        <w:rPr>
          <w:vertAlign w:val="superscript"/>
        </w:rPr>
        <w:t>os</w:t>
      </w:r>
      <w:r w:rsidRPr="00A33F64">
        <w:t> 94 et/ou 95, selon le cas), en tenant compte de la stratégie de la gestion électrique du véhicule.</w:t>
      </w:r>
    </w:p>
    <w:p w:rsidR="0062553F" w:rsidRPr="00A33F64" w:rsidRDefault="0062553F" w:rsidP="0062553F">
      <w:pPr>
        <w:pStyle w:val="SingleTxtG"/>
        <w:ind w:left="2268" w:hanging="1134"/>
      </w:pPr>
      <w:r w:rsidRPr="00A33F64">
        <w:t>26.7.1.2</w:t>
      </w:r>
      <w:r w:rsidRPr="00A33F64">
        <w:tab/>
        <w:t xml:space="preserve">Après l’essai de choc effectué conformément aux Règlements </w:t>
      </w:r>
      <w:r>
        <w:t xml:space="preserve">ONU </w:t>
      </w:r>
      <w:r w:rsidRPr="00A33F64">
        <w:t>n</w:t>
      </w:r>
      <w:r w:rsidRPr="00A33F64">
        <w:rPr>
          <w:vertAlign w:val="superscript"/>
        </w:rPr>
        <w:t>os</w:t>
      </w:r>
      <w:r w:rsidRPr="00A33F64">
        <w:t> 94 et/ou 95, selon le cas, l’alimentation électrique de secours doit être capable d’alimenter en électricité l’AECS. Cela peut être vérifié au moyen d’une des méthodes décrites à l’</w:t>
      </w:r>
      <w:r w:rsidR="00600AF5">
        <w:t xml:space="preserve">annexe </w:t>
      </w:r>
      <w:r w:rsidRPr="00A33F64">
        <w:t>11 du présent Règlement.</w:t>
      </w:r>
    </w:p>
    <w:p w:rsidR="0062553F" w:rsidRPr="00A33F64" w:rsidRDefault="0062553F" w:rsidP="0062553F">
      <w:pPr>
        <w:pStyle w:val="SingleTxtG"/>
        <w:ind w:left="2268" w:hanging="1134"/>
      </w:pPr>
      <w:r w:rsidRPr="00A33F64">
        <w:t>26.7.2</w:t>
      </w:r>
      <w:r w:rsidRPr="00A33F64">
        <w:tab/>
        <w:t xml:space="preserve">L’AECS n’est pas équipé d’une alimentation électrique de secours. </w:t>
      </w:r>
    </w:p>
    <w:p w:rsidR="0062553F" w:rsidRPr="00A33F64" w:rsidRDefault="0062553F" w:rsidP="0062553F">
      <w:pPr>
        <w:pStyle w:val="SingleTxtG"/>
        <w:ind w:left="2268" w:hanging="1134"/>
      </w:pPr>
      <w:r w:rsidRPr="00A33F64">
        <w:t>26.7.2.1</w:t>
      </w:r>
      <w:r w:rsidRPr="00A33F64">
        <w:tab/>
        <w:t>L’absence d’alimentation électrique de secours doit être clairement indiquée dans le document d’information visé à l’</w:t>
      </w:r>
      <w:r w:rsidR="00600AF5">
        <w:t xml:space="preserve">annexe </w:t>
      </w:r>
      <w:r w:rsidRPr="00A33F64">
        <w:t xml:space="preserve">7 du présent Règlement. </w:t>
      </w:r>
    </w:p>
    <w:p w:rsidR="0062553F" w:rsidRPr="00A33F64" w:rsidRDefault="0062553F" w:rsidP="0062553F">
      <w:pPr>
        <w:pStyle w:val="SingleTxtG"/>
        <w:ind w:left="2268" w:hanging="1134"/>
      </w:pPr>
      <w:r w:rsidRPr="00A33F64">
        <w:t>26.7.2.2</w:t>
      </w:r>
      <w:r w:rsidRPr="00A33F64">
        <w:tab/>
        <w:t xml:space="preserve">Avant l’essai de choc, conformément aux Règlements </w:t>
      </w:r>
      <w:r>
        <w:t xml:space="preserve">ONU </w:t>
      </w:r>
      <w:r w:rsidRPr="00A33F64">
        <w:t>n</w:t>
      </w:r>
      <w:r w:rsidRPr="00A33F64">
        <w:rPr>
          <w:vertAlign w:val="superscript"/>
        </w:rPr>
        <w:t>os</w:t>
      </w:r>
      <w:r w:rsidRPr="00A33F64">
        <w:t> 94 et/ou 95, selon le cas, l’AECS doit être fonctionnel dans un premier temps pendant au moins 5 minutes en mode de communication vocale puis pendant 60 minutes en mode rappel (mode inactif enregistré dans un réseau) et enfin pendant 5 minutes en mode communication vocale. Tout ceci doit pouvoir être démontré par des essais en conditions réelles ou encore par des calculs ou de la simulation.</w:t>
      </w:r>
    </w:p>
    <w:p w:rsidR="0062553F" w:rsidRPr="00A33F64" w:rsidRDefault="0062553F" w:rsidP="0062553F">
      <w:pPr>
        <w:pStyle w:val="SingleTxtG"/>
        <w:ind w:left="2268"/>
      </w:pPr>
      <w:r w:rsidRPr="00A33F64">
        <w:t xml:space="preserve">Ce fonctionnement doit être démontré par le constructeur dans toutes les conditions d’alimentation électrique postérieures à l’accident lors des essais de choc (Règlements </w:t>
      </w:r>
      <w:r>
        <w:t xml:space="preserve">ONU </w:t>
      </w:r>
      <w:r w:rsidRPr="00A33F64">
        <w:t>n</w:t>
      </w:r>
      <w:r w:rsidRPr="00A33F64">
        <w:rPr>
          <w:vertAlign w:val="superscript"/>
        </w:rPr>
        <w:t>os</w:t>
      </w:r>
      <w:r w:rsidRPr="00A33F64">
        <w:t> 94 et/ou 95, selon le cas), en tenant compte de la stratégie de gestion électrique du véhicule.</w:t>
      </w:r>
      <w:r>
        <w:t xml:space="preserve"> </w:t>
      </w:r>
    </w:p>
    <w:p w:rsidR="0062553F" w:rsidRPr="00A33F64" w:rsidRDefault="0062553F" w:rsidP="0062553F">
      <w:pPr>
        <w:pStyle w:val="SingleTxtG"/>
        <w:ind w:left="2268" w:hanging="1134"/>
      </w:pPr>
      <w:r w:rsidRPr="00A33F64">
        <w:t>26.7.2.3</w:t>
      </w:r>
      <w:r w:rsidRPr="00A33F64">
        <w:tab/>
        <w:t xml:space="preserve">Après l’essai de choc effectué conformément aux Règlements </w:t>
      </w:r>
      <w:r>
        <w:t xml:space="preserve">ONU </w:t>
      </w:r>
      <w:r w:rsidRPr="00A33F64">
        <w:t>n</w:t>
      </w:r>
      <w:r w:rsidRPr="00A33F64">
        <w:rPr>
          <w:vertAlign w:val="superscript"/>
        </w:rPr>
        <w:t>os</w:t>
      </w:r>
      <w:r w:rsidRPr="00A33F64">
        <w:t> 94 et/ou 95, selon le cas, l’alimentation électrique de secours doit être capable d’alimenter en électricité l’AECS. Cela peut être vérifié au moyen d’une des méthodes décrites à l’</w:t>
      </w:r>
      <w:r w:rsidR="00600AF5">
        <w:t xml:space="preserve">annexe </w:t>
      </w:r>
      <w:r w:rsidRPr="00A33F64">
        <w:t>11 du présent Règlement.</w:t>
      </w:r>
    </w:p>
    <w:p w:rsidR="0062553F" w:rsidRPr="00A33F64" w:rsidRDefault="0062553F" w:rsidP="0062553F">
      <w:pPr>
        <w:pStyle w:val="HChG"/>
        <w:ind w:left="2268"/>
      </w:pPr>
      <w:r w:rsidRPr="00A33F64">
        <w:t>27.</w:t>
      </w:r>
      <w:r w:rsidRPr="00A33F64">
        <w:tab/>
        <w:t xml:space="preserve">Modification et extension de l’homologation </w:t>
      </w:r>
      <w:r w:rsidRPr="00A33F64">
        <w:br/>
        <w:t xml:space="preserve">d’un type de véhicule équipé d’un AECD </w:t>
      </w:r>
      <w:r w:rsidRPr="00A33F64">
        <w:br/>
        <w:t xml:space="preserve">homologué en vertu de la partie Ib </w:t>
      </w:r>
      <w:r w:rsidRPr="00A33F64">
        <w:br/>
        <w:t>du présent Règlement</w:t>
      </w:r>
    </w:p>
    <w:p w:rsidR="0062553F" w:rsidRPr="00A33F64" w:rsidRDefault="0062553F" w:rsidP="0062553F">
      <w:pPr>
        <w:pStyle w:val="SingleTxtG"/>
        <w:ind w:left="2268" w:hanging="1134"/>
      </w:pPr>
      <w:r w:rsidRPr="00A33F64">
        <w:t>27.1</w:t>
      </w:r>
      <w:r w:rsidRPr="00A33F64">
        <w:tab/>
        <w:t>Toute modification d’un type d’AECD doit être communiquée à l’autorité d’homologation qui avait approuvé le type en question. L’autorité d’homologation peut alors :</w:t>
      </w:r>
    </w:p>
    <w:p w:rsidR="0062553F" w:rsidRPr="00A33F64" w:rsidRDefault="0062553F" w:rsidP="0062553F">
      <w:pPr>
        <w:pStyle w:val="SingleTxtG"/>
        <w:ind w:left="2835" w:hanging="567"/>
      </w:pPr>
      <w:r w:rsidRPr="00A33F64">
        <w:t>a)</w:t>
      </w:r>
      <w:r w:rsidRPr="00A33F64">
        <w:tab/>
        <w:t>Soit décider, de concert avec le constructeur, d’homologuer un nouveau type d’AECD ;</w:t>
      </w:r>
    </w:p>
    <w:p w:rsidR="0062553F" w:rsidRPr="00E616B9" w:rsidRDefault="0062553F" w:rsidP="00E616B9">
      <w:pPr>
        <w:pStyle w:val="SingleTxtG"/>
        <w:spacing w:after="100"/>
        <w:ind w:left="2835" w:hanging="567"/>
        <w:rPr>
          <w:spacing w:val="-2"/>
        </w:rPr>
      </w:pPr>
      <w:r w:rsidRPr="00E616B9">
        <w:rPr>
          <w:spacing w:val="-2"/>
        </w:rPr>
        <w:lastRenderedPageBreak/>
        <w:t>b)</w:t>
      </w:r>
      <w:r w:rsidRPr="00E616B9">
        <w:rPr>
          <w:spacing w:val="-2"/>
        </w:rPr>
        <w:tab/>
        <w:t xml:space="preserve">Soit appliquer la procédure énoncée au </w:t>
      </w:r>
      <w:r w:rsidR="00C65359" w:rsidRPr="00E616B9">
        <w:rPr>
          <w:spacing w:val="-2"/>
        </w:rPr>
        <w:t xml:space="preserve">paragraphe </w:t>
      </w:r>
      <w:r w:rsidRPr="00E616B9">
        <w:rPr>
          <w:spacing w:val="-2"/>
        </w:rPr>
        <w:t xml:space="preserve">27.1.1 (Révision) et, le cas échéant, la procédure prévue au </w:t>
      </w:r>
      <w:r w:rsidR="00C65359" w:rsidRPr="00E616B9">
        <w:rPr>
          <w:spacing w:val="-2"/>
        </w:rPr>
        <w:t xml:space="preserve">paragraphe </w:t>
      </w:r>
      <w:r w:rsidRPr="00E616B9">
        <w:rPr>
          <w:spacing w:val="-2"/>
        </w:rPr>
        <w:t>27.1.2 (Extension).</w:t>
      </w:r>
    </w:p>
    <w:p w:rsidR="0062553F" w:rsidRPr="00A33F64" w:rsidRDefault="0062553F" w:rsidP="00E616B9">
      <w:pPr>
        <w:pStyle w:val="SingleTxtG"/>
        <w:spacing w:after="100"/>
        <w:ind w:left="2268" w:hanging="1134"/>
      </w:pPr>
      <w:r w:rsidRPr="00A33F64">
        <w:t>27.1.1</w:t>
      </w:r>
      <w:r w:rsidRPr="00A33F64">
        <w:tab/>
        <w:t>Révision</w:t>
      </w:r>
    </w:p>
    <w:p w:rsidR="0062553F" w:rsidRPr="00A33F64" w:rsidRDefault="0062553F" w:rsidP="00E616B9">
      <w:pPr>
        <w:pStyle w:val="SingleTxtG"/>
        <w:spacing w:after="100"/>
        <w:ind w:left="2268"/>
      </w:pPr>
      <w:r w:rsidRPr="00600AF5">
        <w:t>Lorsque les éléments contenus dans les documents d’information visés à l’annexe 7</w:t>
      </w:r>
      <w:r w:rsidRPr="00A33F64">
        <w:t xml:space="preserve"> ont changé et que l’autorité d’homologation estime que les modifications apportées ne devraient pas avoir de conséquences néfastes notables, et que dans tous les cas le véhicule est toujours conforme aux prescriptions, la modification est qualifiée de « révision ».</w:t>
      </w:r>
    </w:p>
    <w:p w:rsidR="0062553F" w:rsidRPr="00A33F64" w:rsidRDefault="0062553F" w:rsidP="00E616B9">
      <w:pPr>
        <w:pStyle w:val="SingleTxtG"/>
        <w:spacing w:after="100"/>
        <w:ind w:left="2268"/>
      </w:pPr>
      <w:r w:rsidRPr="00A33F64">
        <w:tab/>
        <w:t>Dans ce cas, l’autorité d’homologation doit publier la version révisée des pages du document d’information visé à l’</w:t>
      </w:r>
      <w:r w:rsidR="00600AF5">
        <w:t xml:space="preserve">annexe </w:t>
      </w:r>
      <w:r w:rsidRPr="00A33F64">
        <w:t>7, en indiquant sur chacune d’elles la nature des modifications apportées et la date à laquelle elle sera republiée. Une version synthétique et mise à jour du document d’information visé à l’</w:t>
      </w:r>
      <w:r w:rsidR="00600AF5">
        <w:t xml:space="preserve">annexe </w:t>
      </w:r>
      <w:r w:rsidRPr="00A33F64">
        <w:t>7, accompagnée d’une description détaillée des modifications apportées, sera considérée comme satisfaisant à la présente prescription.</w:t>
      </w:r>
    </w:p>
    <w:p w:rsidR="0062553F" w:rsidRPr="00A33F64" w:rsidRDefault="0062553F" w:rsidP="00E616B9">
      <w:pPr>
        <w:pStyle w:val="SingleTxtG"/>
        <w:spacing w:after="100"/>
        <w:ind w:left="2268" w:hanging="1134"/>
      </w:pPr>
      <w:r w:rsidRPr="00A33F64">
        <w:t>27.1.2</w:t>
      </w:r>
      <w:r w:rsidRPr="00A33F64">
        <w:tab/>
        <w:t>Extension</w:t>
      </w:r>
    </w:p>
    <w:p w:rsidR="0062553F" w:rsidRPr="00A33F64" w:rsidRDefault="0062553F" w:rsidP="00E616B9">
      <w:pPr>
        <w:pStyle w:val="SingleTxtG"/>
        <w:spacing w:after="100"/>
        <w:ind w:left="2268"/>
      </w:pPr>
      <w:r w:rsidRPr="00A33F64">
        <w:tab/>
        <w:t>La modification est qualifiée d’extension si, outre la modification des informations figurant dans le document d’information :</w:t>
      </w:r>
    </w:p>
    <w:p w:rsidR="0062553F" w:rsidRPr="00A33F64" w:rsidRDefault="0062553F" w:rsidP="00E616B9">
      <w:pPr>
        <w:pStyle w:val="SingleTxtG"/>
        <w:spacing w:after="100"/>
        <w:ind w:left="2835" w:hanging="567"/>
      </w:pPr>
      <w:r w:rsidRPr="00A33F64">
        <w:t>a)</w:t>
      </w:r>
      <w:r w:rsidRPr="00A33F64">
        <w:tab/>
        <w:t>D’autres visites ou d’autres essais sont requis ; ou</w:t>
      </w:r>
    </w:p>
    <w:p w:rsidR="0062553F" w:rsidRPr="00A33F64" w:rsidRDefault="0062553F" w:rsidP="00E616B9">
      <w:pPr>
        <w:pStyle w:val="SingleTxtG"/>
        <w:spacing w:after="100"/>
        <w:ind w:left="2835" w:hanging="567"/>
      </w:pPr>
      <w:r w:rsidRPr="00A33F64">
        <w:t>b)</w:t>
      </w:r>
      <w:r w:rsidRPr="00A33F64">
        <w:tab/>
        <w:t xml:space="preserve">Les informations contenues dans le document de communication, à l’exception de ses annexes, ont changé ; ou </w:t>
      </w:r>
    </w:p>
    <w:p w:rsidR="0062553F" w:rsidRPr="00A33F64" w:rsidRDefault="0062553F" w:rsidP="00E616B9">
      <w:pPr>
        <w:pStyle w:val="SingleTxtG"/>
        <w:spacing w:after="100"/>
        <w:ind w:left="2835" w:hanging="567"/>
      </w:pPr>
      <w:r w:rsidRPr="00A33F64">
        <w:t>c)</w:t>
      </w:r>
      <w:r w:rsidRPr="00A33F64">
        <w:tab/>
        <w:t>L’homologation en vertu d’une série ultérieure d’amendements est demandée après l’entrée en vigueur de l’homologation.</w:t>
      </w:r>
    </w:p>
    <w:p w:rsidR="0062553F" w:rsidRPr="00A33F64" w:rsidRDefault="0062553F" w:rsidP="00E616B9">
      <w:pPr>
        <w:pStyle w:val="SingleTxtG"/>
        <w:spacing w:after="100"/>
        <w:ind w:left="2268" w:hanging="1134"/>
      </w:pPr>
      <w:r w:rsidRPr="00A33F64">
        <w:t>27.2</w:t>
      </w:r>
      <w:r w:rsidRPr="00A33F64">
        <w:tab/>
        <w:t xml:space="preserve">La confirmation, l’extension ou le refus d’homologation doivent être adressés aux Parties contractantes à l’Accord qui appliquent le présent Règlement, conformément à la procédure prescrite au </w:t>
      </w:r>
      <w:r w:rsidR="00C65359">
        <w:t xml:space="preserve">paragraphe </w:t>
      </w:r>
      <w:r w:rsidRPr="00A33F64">
        <w:t>25.3 ci-dessus. En outre, l’index des documents d’information et des procès-verbaux d’essai, joint au document d’information visé à l’</w:t>
      </w:r>
      <w:r w:rsidR="00600AF5">
        <w:t xml:space="preserve">annexe </w:t>
      </w:r>
      <w:r w:rsidRPr="00A33F64">
        <w:t>3, doit être modifié en conséquence pour indiquer la date de la révision ou extension la plus récente.</w:t>
      </w:r>
    </w:p>
    <w:p w:rsidR="0062553F" w:rsidRPr="00A33F64" w:rsidRDefault="0062553F" w:rsidP="00E616B9">
      <w:pPr>
        <w:pStyle w:val="SingleTxtG"/>
        <w:spacing w:after="100"/>
        <w:ind w:left="2268" w:hanging="1134"/>
      </w:pPr>
      <w:r w:rsidRPr="00A33F64">
        <w:t>27.3</w:t>
      </w:r>
      <w:r w:rsidRPr="00A33F64">
        <w:tab/>
        <w:t>L’autorité d’homologation de type qui délivre l’extension d’homologation doit attribuer un numéro de série à chaque fiche de communication établie pour cette extension.</w:t>
      </w:r>
    </w:p>
    <w:p w:rsidR="0062553F" w:rsidRPr="00A33F64" w:rsidRDefault="0062553F" w:rsidP="00E616B9">
      <w:pPr>
        <w:pStyle w:val="HChG"/>
        <w:spacing w:before="320" w:after="200"/>
        <w:ind w:left="2268"/>
      </w:pPr>
      <w:r w:rsidRPr="00A33F64">
        <w:t>28.</w:t>
      </w:r>
      <w:r w:rsidRPr="00A33F64">
        <w:tab/>
      </w:r>
      <w:r w:rsidRPr="00A33F64">
        <w:tab/>
        <w:t>Conformité de la production</w:t>
      </w:r>
    </w:p>
    <w:p w:rsidR="0062553F" w:rsidRPr="00A33F64" w:rsidRDefault="0062553F" w:rsidP="00E616B9">
      <w:pPr>
        <w:pStyle w:val="SingleTxtG"/>
        <w:spacing w:after="100"/>
        <w:ind w:left="2268" w:hanging="1134"/>
      </w:pPr>
      <w:r w:rsidRPr="00A33F64">
        <w:t>28.1</w:t>
      </w:r>
      <w:r w:rsidRPr="00A33F64">
        <w:tab/>
        <w:t>Les procédures de contrôle de la conformité de la production doivent être conformes à celles q</w:t>
      </w:r>
      <w:r>
        <w:t xml:space="preserve">ui figurent dans </w:t>
      </w:r>
      <w:r w:rsidRPr="00A33F64">
        <w:t>l’</w:t>
      </w:r>
      <w:r w:rsidR="00600AF5">
        <w:t xml:space="preserve">annexe </w:t>
      </w:r>
      <w:r w:rsidRPr="00A33F64">
        <w:t xml:space="preserve">1 </w:t>
      </w:r>
      <w:r>
        <w:t xml:space="preserve">de l’Accord </w:t>
      </w:r>
      <w:r w:rsidRPr="00A33F64">
        <w:t>(E/ECE/TRANS/505/Rev.3).</w:t>
      </w:r>
    </w:p>
    <w:p w:rsidR="0062553F" w:rsidRPr="00A33F64" w:rsidRDefault="0062553F" w:rsidP="00E616B9">
      <w:pPr>
        <w:pStyle w:val="SingleTxtG"/>
        <w:spacing w:after="100"/>
        <w:ind w:left="2268" w:hanging="1134"/>
      </w:pPr>
      <w:r w:rsidRPr="00A33F64">
        <w:t>28.2</w:t>
      </w:r>
      <w:r w:rsidRPr="00A33F64">
        <w:tab/>
        <w:t xml:space="preserve">Tout véhicule homologué en application du présent Règlement doit être construit de façon à être conforme au type homologué en satisfaisant aux prescriptions spécifiées au </w:t>
      </w:r>
      <w:r w:rsidR="00C65359">
        <w:t xml:space="preserve">paragraphe </w:t>
      </w:r>
      <w:r w:rsidRPr="00A33F64">
        <w:t>26 ci-dessus.</w:t>
      </w:r>
    </w:p>
    <w:p w:rsidR="0062553F" w:rsidRPr="00A33F64" w:rsidRDefault="0062553F" w:rsidP="00E616B9">
      <w:pPr>
        <w:pStyle w:val="HChG"/>
        <w:spacing w:before="320" w:after="200"/>
        <w:ind w:left="2268"/>
      </w:pPr>
      <w:r w:rsidRPr="00A33F64">
        <w:t>29.</w:t>
      </w:r>
      <w:r w:rsidRPr="00A33F64">
        <w:tab/>
      </w:r>
      <w:r w:rsidRPr="00A33F64">
        <w:tab/>
        <w:t>Sanctions pour non-conformité de la production</w:t>
      </w:r>
    </w:p>
    <w:p w:rsidR="0062553F" w:rsidRPr="00A33F64" w:rsidRDefault="0062553F" w:rsidP="00E616B9">
      <w:pPr>
        <w:pStyle w:val="SingleTxtG"/>
        <w:spacing w:after="100"/>
        <w:ind w:left="2268" w:hanging="1134"/>
      </w:pPr>
      <w:r w:rsidRPr="00A33F64">
        <w:t>29.1</w:t>
      </w:r>
      <w:r w:rsidRPr="00A33F64">
        <w:tab/>
        <w:t xml:space="preserve">L’homologation délivrée pour un type de véhicule en application du présent Règlement peut être retirée si les prescriptions énoncées au 28.1 ci-dessus ne sont pas respectées ou si le véhicule ne réussit pas les contrôles prescrits au </w:t>
      </w:r>
      <w:r w:rsidR="00C65359">
        <w:t xml:space="preserve">paragraphe </w:t>
      </w:r>
      <w:r w:rsidRPr="00A33F64">
        <w:t>28.2 ci-dessus.</w:t>
      </w:r>
    </w:p>
    <w:p w:rsidR="0062553F" w:rsidRPr="00A33F64" w:rsidRDefault="0062553F" w:rsidP="00E616B9">
      <w:pPr>
        <w:pStyle w:val="SingleTxtG"/>
        <w:spacing w:after="100"/>
        <w:ind w:left="2268" w:hanging="1134"/>
      </w:pPr>
      <w:r w:rsidRPr="00A33F64">
        <w:t>29.2</w:t>
      </w:r>
      <w:r w:rsidRPr="00A33F64">
        <w:tab/>
        <w:t>Si une Partie contractante à l’Accord appliquant le présent Règlement retire une homologation qu’elle avait préalablement accordée, elle est tenue d’en aviser immédiatement les autres Parties à l’Accord appliquant le présent Règlement, au moyen d’un exemplaire du certificat d’homologation se terminant par la mention, en lettres majuscules, signée et datée, « HOMOLOGATION RETIRÉE ».</w:t>
      </w:r>
    </w:p>
    <w:p w:rsidR="0062553F" w:rsidRPr="00A33F64" w:rsidRDefault="0062553F" w:rsidP="0062553F">
      <w:pPr>
        <w:pStyle w:val="HChG"/>
        <w:ind w:left="2268"/>
      </w:pPr>
      <w:r w:rsidRPr="00A33F64">
        <w:lastRenderedPageBreak/>
        <w:t>30.</w:t>
      </w:r>
      <w:r w:rsidRPr="00A33F64">
        <w:tab/>
      </w:r>
      <w:r w:rsidRPr="00A33F64">
        <w:tab/>
        <w:t>Arrêt définitif de la production</w:t>
      </w:r>
    </w:p>
    <w:p w:rsidR="0062553F" w:rsidRPr="00A33F64" w:rsidRDefault="0062553F" w:rsidP="0062553F">
      <w:pPr>
        <w:pStyle w:val="SingleTxtG"/>
        <w:ind w:left="2268"/>
      </w:pPr>
      <w:r w:rsidRPr="00A33F64">
        <w:tab/>
        <w:t>Si le titulaire de l’homologation arrête définitivement la fabrication d’un type de véhicule homologué en vertu du présent Règlement, il doit en informer l’autorité qui a délivré l’homologation, laquelle doit à son tour en aviser les autres Parties à l’Accord appliquant le présent Règlement, au moyen d’un exemplaire du certificat d’homologation se terminant par la mention, en lettres majuscules, signée et datée, « PRODUCTION ARRÊTÉE ».</w:t>
      </w:r>
    </w:p>
    <w:p w:rsidR="0062553F" w:rsidRPr="00A33F64" w:rsidRDefault="0062553F" w:rsidP="0062553F">
      <w:pPr>
        <w:pStyle w:val="HChG"/>
        <w:ind w:left="2268"/>
      </w:pPr>
      <w:r w:rsidRPr="00A33F64">
        <w:t>31.</w:t>
      </w:r>
      <w:r w:rsidRPr="00A33F64">
        <w:tab/>
      </w:r>
      <w:r w:rsidRPr="00A33F64">
        <w:tab/>
        <w:t>Noms et adresses des services techniques chargés des essais d’homologation et des autorités d’homologation de type</w:t>
      </w:r>
    </w:p>
    <w:p w:rsidR="0062553F" w:rsidRPr="00A33F64" w:rsidRDefault="0062553F" w:rsidP="0062553F">
      <w:pPr>
        <w:pStyle w:val="SingleTxtG"/>
        <w:ind w:left="2268"/>
      </w:pPr>
      <w:r w:rsidRPr="00A33F64">
        <w:t>Les Parties contractantes à l’Accord appliquant le présent Règlement doivent communiquer au Secrétariat de l’Organisation des Nations Unies les noms et adresses des services techniques chargés des essais d’homologation et des autorités d’homologation de type auxquelles doivent être envoyées les fiches d’homologation ou d’extension, de refus ou de retrait d’homologation émises dans d’autres pays.</w:t>
      </w:r>
    </w:p>
    <w:p w:rsidR="0062553F" w:rsidRPr="00A33F64" w:rsidRDefault="0062553F" w:rsidP="00E0542E">
      <w:pPr>
        <w:pStyle w:val="HChG"/>
        <w:tabs>
          <w:tab w:val="clear" w:pos="851"/>
          <w:tab w:val="right" w:pos="1134"/>
        </w:tabs>
        <w:ind w:left="2495" w:hanging="1361"/>
      </w:pPr>
      <w:r w:rsidRPr="00A33F64">
        <w:br w:type="page"/>
      </w:r>
      <w:r>
        <w:lastRenderedPageBreak/>
        <w:t>Partie III − </w:t>
      </w:r>
      <w:r w:rsidRPr="00A33F64">
        <w:t xml:space="preserve">Homologation des véhicules en ce qui concerne leur AECS lorsqu’ils sont équipés d’un AECD </w:t>
      </w:r>
      <w:r w:rsidR="00E0542E">
        <w:br/>
      </w:r>
      <w:r w:rsidRPr="00A33F64">
        <w:t>qui n’a pas fait l’objet d’une homologation distincte en vertu de la partie Ib du présent Règlement</w:t>
      </w:r>
    </w:p>
    <w:p w:rsidR="0062553F" w:rsidRPr="00A33F64" w:rsidRDefault="0062553F" w:rsidP="0062553F">
      <w:pPr>
        <w:pStyle w:val="HChG"/>
        <w:ind w:left="2268"/>
      </w:pPr>
      <w:r w:rsidRPr="00A33F64">
        <w:t>32.</w:t>
      </w:r>
      <w:r w:rsidRPr="00A33F64">
        <w:tab/>
        <w:t>Définitions</w:t>
      </w:r>
    </w:p>
    <w:p w:rsidR="0062553F" w:rsidRPr="00A33F64" w:rsidRDefault="0062553F" w:rsidP="0062553F">
      <w:pPr>
        <w:pStyle w:val="SingleTxtG"/>
        <w:ind w:left="2268"/>
      </w:pPr>
      <w:r w:rsidRPr="00A33F64">
        <w:t>Aux fins de la partie III du présent Règlement, on entend par :</w:t>
      </w:r>
    </w:p>
    <w:p w:rsidR="0062553F" w:rsidRPr="00A33F64" w:rsidRDefault="0062553F" w:rsidP="0062553F">
      <w:pPr>
        <w:pStyle w:val="SingleTxtG"/>
        <w:ind w:left="2268" w:hanging="1134"/>
      </w:pPr>
      <w:r w:rsidRPr="00A33F64">
        <w:t>32.1</w:t>
      </w:r>
      <w:r w:rsidRPr="00A33F64">
        <w:tab/>
        <w:t>« </w:t>
      </w:r>
      <w:r w:rsidRPr="00A33F64">
        <w:rPr>
          <w:i/>
        </w:rPr>
        <w:t>Type de véhicule </w:t>
      </w:r>
      <w:r w:rsidRPr="00A33F64">
        <w:t>», en ce qui concerne l’AECS, des véhicules qui ne diffèrent pas entre eux sur des aspects essentiels tels que :</w:t>
      </w:r>
    </w:p>
    <w:p w:rsidR="0062553F" w:rsidRPr="00A33F64" w:rsidRDefault="0062553F" w:rsidP="0062553F">
      <w:pPr>
        <w:pStyle w:val="SingleTxtG"/>
        <w:ind w:left="2835" w:hanging="567"/>
      </w:pPr>
      <w:r w:rsidRPr="00A33F64">
        <w:t>a)</w:t>
      </w:r>
      <w:r w:rsidRPr="00A33F64">
        <w:tab/>
        <w:t>Leur constructeur ;</w:t>
      </w:r>
    </w:p>
    <w:p w:rsidR="0062553F" w:rsidRPr="00A33F64" w:rsidRDefault="0062553F" w:rsidP="0062553F">
      <w:pPr>
        <w:pStyle w:val="SingleTxtG"/>
        <w:ind w:left="2835" w:hanging="567"/>
      </w:pPr>
      <w:r w:rsidRPr="00A33F64">
        <w:t>b)</w:t>
      </w:r>
      <w:r w:rsidRPr="00A33F64">
        <w:tab/>
        <w:t>Le type de leur AECS ; ou</w:t>
      </w:r>
    </w:p>
    <w:p w:rsidR="0062553F" w:rsidRPr="00A33F64" w:rsidRDefault="0062553F" w:rsidP="0062553F">
      <w:pPr>
        <w:pStyle w:val="SingleTxtG"/>
        <w:ind w:left="2835" w:hanging="567"/>
      </w:pPr>
      <w:r w:rsidRPr="00A33F64">
        <w:t>c)</w:t>
      </w:r>
      <w:r w:rsidRPr="00A33F64">
        <w:tab/>
        <w:t>Des caractéristiques du véhicule qui influencent sensiblement le fonctionnement de l’AECS.</w:t>
      </w:r>
    </w:p>
    <w:p w:rsidR="0062553F" w:rsidRPr="00A33F64" w:rsidRDefault="0062553F" w:rsidP="0062553F">
      <w:pPr>
        <w:pStyle w:val="SingleTxtG"/>
        <w:ind w:left="2268" w:hanging="1134"/>
      </w:pPr>
      <w:r w:rsidRPr="00A33F64">
        <w:t>32.2</w:t>
      </w:r>
      <w:r w:rsidRPr="00A33F64">
        <w:tab/>
        <w:t>«</w:t>
      </w:r>
      <w:r w:rsidRPr="00A33F64">
        <w:rPr>
          <w:i/>
        </w:rPr>
        <w:t> AECS (système automatique d’appel d’urgence) </w:t>
      </w:r>
      <w:r w:rsidRPr="00A33F64">
        <w:t>», un AECD non homologué en vertu de la partie Ib du présent Règlement, lorsqu’il est installé sur un véhicule.</w:t>
      </w:r>
    </w:p>
    <w:p w:rsidR="0062553F" w:rsidRPr="00A33F64" w:rsidRDefault="0062553F" w:rsidP="0062553F">
      <w:pPr>
        <w:pStyle w:val="HChG"/>
        <w:ind w:left="2268"/>
      </w:pPr>
      <w:r w:rsidRPr="00A33F64">
        <w:t>33.</w:t>
      </w:r>
      <w:r w:rsidRPr="00A33F64">
        <w:tab/>
        <w:t>Demande d’homologation d’un type de véhicule équipé d’un AECS</w:t>
      </w:r>
    </w:p>
    <w:p w:rsidR="0062553F" w:rsidRPr="00A33F64" w:rsidRDefault="0062553F" w:rsidP="0062553F">
      <w:pPr>
        <w:pStyle w:val="SingleTxtG"/>
        <w:ind w:left="2268" w:hanging="1134"/>
      </w:pPr>
      <w:r w:rsidRPr="00A33F64">
        <w:t>33.1</w:t>
      </w:r>
      <w:r w:rsidRPr="00A33F64">
        <w:tab/>
        <w:t>La demande d’homologation de type d’un véhicule équipé d’un AECS doit être présentée par le fabricant ou par son représentant dûment agréé.</w:t>
      </w:r>
    </w:p>
    <w:p w:rsidR="0062553F" w:rsidRPr="00A33F64" w:rsidRDefault="0062553F" w:rsidP="0062553F">
      <w:pPr>
        <w:pStyle w:val="SingleTxtG"/>
        <w:ind w:left="2268" w:hanging="1134"/>
      </w:pPr>
      <w:r w:rsidRPr="00A33F64">
        <w:t>33.2</w:t>
      </w:r>
      <w:r w:rsidRPr="00A33F64">
        <w:tab/>
        <w:t>Un modèle de document d’information est reproduit à l’</w:t>
      </w:r>
      <w:r w:rsidR="00600AF5">
        <w:t xml:space="preserve">annexe </w:t>
      </w:r>
      <w:r w:rsidRPr="00A33F64">
        <w:t>8 du présent Règlement.</w:t>
      </w:r>
    </w:p>
    <w:p w:rsidR="0062553F" w:rsidRPr="00A33F64" w:rsidRDefault="0062553F" w:rsidP="0062553F">
      <w:pPr>
        <w:pStyle w:val="SingleTxtG"/>
        <w:ind w:left="2268" w:hanging="1134"/>
      </w:pPr>
      <w:r w:rsidRPr="00A33F64">
        <w:t>33.3</w:t>
      </w:r>
      <w:r w:rsidRPr="00A33F64">
        <w:tab/>
        <w:t>Pour chaque type de véhicule équipé d’un AECS, la demande d’homologation doit être accompagnée d’échantillons de véhicules représentatifs du type à homologuer et, le cas échéant, d’échantillons d’éléments, en quantités suffisantes pour les essais prescrits par le présent Règlement. Des échantillons supplémentaires peuvent être demandés par le service technique chargé d’effectuer les essais.</w:t>
      </w:r>
    </w:p>
    <w:p w:rsidR="0062553F" w:rsidRPr="00A33F64" w:rsidRDefault="0062553F" w:rsidP="0062553F">
      <w:pPr>
        <w:pStyle w:val="HChG"/>
        <w:ind w:left="2268"/>
      </w:pPr>
      <w:r w:rsidRPr="00A33F64">
        <w:t>34.</w:t>
      </w:r>
      <w:r w:rsidRPr="00A33F64">
        <w:tab/>
        <w:t>Homologation</w:t>
      </w:r>
    </w:p>
    <w:p w:rsidR="0062553F" w:rsidRPr="00A33F64" w:rsidRDefault="0062553F" w:rsidP="0062553F">
      <w:pPr>
        <w:pStyle w:val="SingleTxtG"/>
        <w:ind w:left="2268" w:hanging="1134"/>
      </w:pPr>
      <w:r w:rsidRPr="00A33F64">
        <w:t>34.1</w:t>
      </w:r>
      <w:r w:rsidRPr="00A33F64">
        <w:tab/>
        <w:t xml:space="preserve">Si le type de véhicule présenté à l’homologation en vertu du </w:t>
      </w:r>
      <w:r w:rsidR="00C65359">
        <w:t xml:space="preserve">paragraphe </w:t>
      </w:r>
      <w:r w:rsidRPr="00A33F64">
        <w:t xml:space="preserve">33 satisfait aux prescriptions du </w:t>
      </w:r>
      <w:r w:rsidR="00C65359">
        <w:t xml:space="preserve">paragraphe </w:t>
      </w:r>
      <w:r w:rsidRPr="00A33F64">
        <w:t>35 du présent Règlement, l’homologation est accordée.</w:t>
      </w:r>
    </w:p>
    <w:p w:rsidR="0062553F" w:rsidRPr="00A33F64" w:rsidRDefault="0062553F" w:rsidP="0062553F">
      <w:pPr>
        <w:pStyle w:val="SingleTxtG"/>
        <w:ind w:left="2268"/>
      </w:pPr>
      <w:r w:rsidRPr="00A33F64">
        <w:tab/>
        <w:t xml:space="preserve">Avant d’accorder l’homologation à un type de véhicule, l’autorité compétente doit s’assurer que tous les éléments énumérés au </w:t>
      </w:r>
      <w:r w:rsidR="00C65359">
        <w:t xml:space="preserve">paragraphe </w:t>
      </w:r>
      <w:r w:rsidRPr="00A33F64">
        <w:t>17.6.1 sont soumis à des essais conformément à l’</w:t>
      </w:r>
      <w:r w:rsidR="00600AF5">
        <w:t xml:space="preserve">annexe </w:t>
      </w:r>
      <w:r w:rsidRPr="00A33F64">
        <w:t xml:space="preserve">9. Si l’AECS est alimenté en électricité autrement que par l’alimentation électrique de secours visée au </w:t>
      </w:r>
      <w:r w:rsidR="00C65359">
        <w:t xml:space="preserve">paragraphe </w:t>
      </w:r>
      <w:r w:rsidRPr="00A33F64">
        <w:t>17.6.2, son alimentation électrique doit être soumise à des essais confor</w:t>
      </w:r>
      <w:r>
        <w:t>mément à l’</w:t>
      </w:r>
      <w:r w:rsidR="00600AF5">
        <w:t xml:space="preserve">annexe </w:t>
      </w:r>
      <w:r>
        <w:t>9 du présent R</w:t>
      </w:r>
      <w:r w:rsidRPr="00A33F64">
        <w:t>èglement.</w:t>
      </w:r>
    </w:p>
    <w:p w:rsidR="0062553F" w:rsidRPr="00A33F64" w:rsidRDefault="0062553F" w:rsidP="0062553F">
      <w:pPr>
        <w:pStyle w:val="SingleTxtG"/>
        <w:ind w:left="2268" w:hanging="1134"/>
      </w:pPr>
      <w:r w:rsidRPr="00A33F64">
        <w:t>34.2</w:t>
      </w:r>
      <w:r w:rsidRPr="00A33F64">
        <w:tab/>
        <w:t>Chaque type homologué reçoit un numéro d’homologation, dont les deux premiers chiffres (actuellement 00) indiquent la série d’amendements correspondant aux modifications techniques essentielles les plus récentes apportées au Règlement à la date de délivrance de l’homologation. La même Partie contractante ne peut attribuer ce même numéro à un autre type de véhicule.</w:t>
      </w:r>
    </w:p>
    <w:p w:rsidR="0062553F" w:rsidRPr="00A33F64" w:rsidRDefault="0062553F" w:rsidP="0056022A">
      <w:pPr>
        <w:pStyle w:val="SingleTxtG"/>
        <w:spacing w:after="100" w:line="234" w:lineRule="exact"/>
        <w:ind w:left="2268" w:hanging="1134"/>
      </w:pPr>
      <w:r w:rsidRPr="00A33F64">
        <w:lastRenderedPageBreak/>
        <w:t>34.3</w:t>
      </w:r>
      <w:r w:rsidRPr="00A33F64">
        <w:tab/>
        <w:t>L’homologation, le refus d’homologation, l’extension ou le retrait de l’homologation ou encore l’arrêt définitif de la production d’un type de véhicule conformément au présent Règlement doivent être notifiés aux Parties contractantes à l’Accord appliquant le présent Règlement au moyen d’une fiche conforme au modèle indiqué à l’</w:t>
      </w:r>
      <w:r w:rsidR="00600AF5">
        <w:t xml:space="preserve">annexe </w:t>
      </w:r>
      <w:r w:rsidRPr="00A33F64">
        <w:t>4 du présent Règlement.</w:t>
      </w:r>
    </w:p>
    <w:p w:rsidR="0062553F" w:rsidRPr="00A33F64" w:rsidRDefault="0062553F" w:rsidP="0056022A">
      <w:pPr>
        <w:pStyle w:val="SingleTxtG"/>
        <w:spacing w:after="100" w:line="234" w:lineRule="exact"/>
        <w:ind w:left="2268" w:hanging="1134"/>
      </w:pPr>
      <w:r w:rsidRPr="00A33F64">
        <w:t>34.4</w:t>
      </w:r>
      <w:r w:rsidRPr="00A33F64">
        <w:tab/>
        <w:t>Sur tout véhicule conforme à un type de véhicule homologué en application du présent Règlement, il doit être apposé de manière visible, en un endroit facilement accessible et indiqué sur la fiche d’homologation, une marque d’homologation internationale conforme au modèle indiqué à l’</w:t>
      </w:r>
      <w:r w:rsidR="00600AF5">
        <w:t xml:space="preserve">annexe </w:t>
      </w:r>
      <w:r w:rsidRPr="00A33F64">
        <w:t>4, composée :</w:t>
      </w:r>
    </w:p>
    <w:p w:rsidR="0062553F" w:rsidRPr="00A33F64" w:rsidRDefault="0062553F" w:rsidP="0056022A">
      <w:pPr>
        <w:pStyle w:val="SingleTxtG"/>
        <w:spacing w:after="100" w:line="234" w:lineRule="exact"/>
        <w:ind w:left="2268" w:hanging="1134"/>
      </w:pPr>
      <w:r w:rsidRPr="00A33F64">
        <w:t>34.4.1</w:t>
      </w:r>
      <w:r w:rsidRPr="00A33F64">
        <w:tab/>
        <w:t>D’un cercle à l’intérieur duquel est placée la lettre « E » suivie du numéro distinctif du pays qui a délivré l’homologation ;</w:t>
      </w:r>
    </w:p>
    <w:p w:rsidR="0062553F" w:rsidRPr="00A33F64" w:rsidRDefault="0062553F" w:rsidP="0056022A">
      <w:pPr>
        <w:pStyle w:val="SingleTxtG"/>
        <w:spacing w:after="100" w:line="234" w:lineRule="exact"/>
        <w:ind w:left="2268" w:hanging="1134"/>
      </w:pPr>
      <w:r w:rsidRPr="00A33F64">
        <w:t>34.4.2</w:t>
      </w:r>
      <w:r w:rsidRPr="00A33F64">
        <w:tab/>
        <w:t xml:space="preserve">Du numéro du présent Règlement suivi de la lettre « R », d’un tiret et du numéro d’homologation, placé à droite du cercle prévu au </w:t>
      </w:r>
      <w:r w:rsidR="00C65359">
        <w:t xml:space="preserve">paragraphe </w:t>
      </w:r>
      <w:r w:rsidRPr="00A33F64">
        <w:t>34.4.1.</w:t>
      </w:r>
    </w:p>
    <w:p w:rsidR="0062553F" w:rsidRPr="00A33F64" w:rsidRDefault="0062553F" w:rsidP="0056022A">
      <w:pPr>
        <w:pStyle w:val="SingleTxtG"/>
        <w:spacing w:after="100" w:line="234" w:lineRule="exact"/>
        <w:ind w:left="2268" w:hanging="1134"/>
      </w:pPr>
      <w:r w:rsidRPr="00A33F64">
        <w:t>34.5</w:t>
      </w:r>
      <w:r w:rsidRPr="00A33F64">
        <w:tab/>
        <w:t>La marque d’homologation doit être clairement lisible et indélébile.</w:t>
      </w:r>
    </w:p>
    <w:p w:rsidR="0062553F" w:rsidRPr="00A33F64" w:rsidRDefault="0062553F" w:rsidP="0056022A">
      <w:pPr>
        <w:pStyle w:val="HChG"/>
        <w:spacing w:before="320" w:after="200"/>
        <w:ind w:left="2268"/>
      </w:pPr>
      <w:r w:rsidRPr="00A33F64">
        <w:t>35.</w:t>
      </w:r>
      <w:r w:rsidRPr="00A33F64">
        <w:tab/>
        <w:t>Prescriptions</w:t>
      </w:r>
    </w:p>
    <w:p w:rsidR="0062553F" w:rsidRPr="00A33F64" w:rsidRDefault="0062553F" w:rsidP="0056022A">
      <w:pPr>
        <w:pStyle w:val="SingleTxtG"/>
        <w:spacing w:after="100" w:line="234" w:lineRule="exact"/>
        <w:ind w:left="2268" w:hanging="1134"/>
      </w:pPr>
      <w:r w:rsidRPr="00A33F64">
        <w:t>35.1</w:t>
      </w:r>
      <w:r w:rsidRPr="00A33F64">
        <w:tab/>
        <w:t>Généralités</w:t>
      </w:r>
    </w:p>
    <w:p w:rsidR="0062553F" w:rsidRPr="00A33F64" w:rsidRDefault="0062553F" w:rsidP="0056022A">
      <w:pPr>
        <w:pStyle w:val="SingleTxtG"/>
        <w:spacing w:after="100" w:line="234" w:lineRule="exact"/>
        <w:ind w:left="2268" w:hanging="1134"/>
      </w:pPr>
      <w:r w:rsidRPr="00A33F64">
        <w:t>35.1.1</w:t>
      </w:r>
      <w:r w:rsidRPr="00A33F64">
        <w:tab/>
        <w:t xml:space="preserve">L’AECD installé dans le véhicule ne doit pas être un AECD d’un type </w:t>
      </w:r>
      <w:r>
        <w:t>homologué en vertu de la partie </w:t>
      </w:r>
      <w:r w:rsidRPr="00A33F64">
        <w:t>Ib du présent Règlement.</w:t>
      </w:r>
    </w:p>
    <w:p w:rsidR="0062553F" w:rsidRPr="00A33F64" w:rsidRDefault="0062553F" w:rsidP="0056022A">
      <w:pPr>
        <w:pStyle w:val="SingleTxtG"/>
        <w:spacing w:after="100" w:line="234" w:lineRule="exact"/>
        <w:ind w:left="2268" w:hanging="1134"/>
      </w:pPr>
      <w:r w:rsidRPr="00A33F64">
        <w:t>35.1.2</w:t>
      </w:r>
      <w:r w:rsidRPr="00A33F64">
        <w:tab/>
        <w:t>L’AECD doit être raccordé au réseau électrique embarqué du véhicule de telle sorte qu’il fonctionne dans tous les modes prescrits, et que la batterie de secours (le cas échéant) soit chargée.</w:t>
      </w:r>
    </w:p>
    <w:p w:rsidR="0062553F" w:rsidRPr="00A33F64" w:rsidRDefault="0062553F" w:rsidP="0056022A">
      <w:pPr>
        <w:pStyle w:val="SingleTxtG"/>
        <w:spacing w:after="100" w:line="234" w:lineRule="exact"/>
        <w:ind w:left="2268" w:hanging="1134"/>
      </w:pPr>
      <w:r w:rsidRPr="00A33F64">
        <w:t>35.1.3</w:t>
      </w:r>
      <w:r w:rsidRPr="00A33F64">
        <w:tab/>
        <w:t>L’AECD doit être installé de telle sorte à permettre la réception du signal GNSS et l’accès à un PLMN.</w:t>
      </w:r>
    </w:p>
    <w:p w:rsidR="0062553F" w:rsidRPr="00A33F64" w:rsidRDefault="0062553F" w:rsidP="0056022A">
      <w:pPr>
        <w:pStyle w:val="SingleTxtG"/>
        <w:spacing w:after="100" w:line="234" w:lineRule="exact"/>
        <w:ind w:left="2268"/>
      </w:pPr>
      <w:r w:rsidRPr="00A33F64">
        <w:t>Le demandeur de l’homologation doit indiquer avec quel PLMN et quel récepteur GNSS l’AECS doit fonctionner.</w:t>
      </w:r>
    </w:p>
    <w:p w:rsidR="0062553F" w:rsidRPr="00A33F64" w:rsidRDefault="0062553F" w:rsidP="0056022A">
      <w:pPr>
        <w:pStyle w:val="SingleTxtG"/>
        <w:spacing w:after="100" w:line="234" w:lineRule="exact"/>
        <w:ind w:left="2268" w:hanging="1134"/>
      </w:pPr>
      <w:r w:rsidRPr="00A33F64">
        <w:t>35.1.4</w:t>
      </w:r>
      <w:r w:rsidRPr="00A33F64">
        <w:tab/>
        <w:t>Dès réception du signal de déclenchement, l’AECS doit envoyer des données et établir une liaison vocale avec le PSAP.</w:t>
      </w:r>
    </w:p>
    <w:p w:rsidR="0062553F" w:rsidRPr="00A33F64" w:rsidRDefault="0062553F" w:rsidP="0056022A">
      <w:pPr>
        <w:pStyle w:val="SingleTxtG"/>
        <w:spacing w:after="100" w:line="234" w:lineRule="exact"/>
        <w:ind w:left="2268"/>
      </w:pPr>
      <w:r w:rsidRPr="00A33F64">
        <w:t>Si la transmission de données échoue, l’AECS doit essayer à nouveau d’envoyer les données.</w:t>
      </w:r>
    </w:p>
    <w:p w:rsidR="0062553F" w:rsidRPr="00A33F64" w:rsidRDefault="0062553F" w:rsidP="0056022A">
      <w:pPr>
        <w:pStyle w:val="SingleTxtG"/>
        <w:spacing w:after="100" w:line="234" w:lineRule="exact"/>
        <w:ind w:left="2268"/>
      </w:pPr>
      <w:r w:rsidRPr="00A33F64">
        <w:t>Si l’AECS réussit à envoyer des données et perd ensuite la liaison vocale, il doit s’efforcer de rétablir cette liaison.</w:t>
      </w:r>
    </w:p>
    <w:p w:rsidR="0062553F" w:rsidRPr="00A33F64" w:rsidRDefault="0062553F" w:rsidP="0056022A">
      <w:pPr>
        <w:pStyle w:val="SingleTxtG"/>
        <w:spacing w:after="100" w:line="234" w:lineRule="exact"/>
        <w:ind w:left="2268"/>
      </w:pPr>
      <w:r w:rsidRPr="00A33F64">
        <w:t>Si l’AECS ne peut établir de liaison vocale et/ou envoyer des données sur le réseau mobile terrestre public, il doit stocker les données dans une mémoire non volatile et s’efforcer de retransmettre les données et d’établir une liaison vocale.</w:t>
      </w:r>
    </w:p>
    <w:p w:rsidR="0062553F" w:rsidRPr="00A33F64" w:rsidRDefault="0062553F" w:rsidP="0056022A">
      <w:pPr>
        <w:pStyle w:val="SingleTxtG"/>
        <w:spacing w:after="100" w:line="234" w:lineRule="exact"/>
        <w:ind w:left="2268" w:hanging="1134"/>
      </w:pPr>
      <w:r w:rsidRPr="00A33F64">
        <w:t>35.2</w:t>
      </w:r>
      <w:r w:rsidRPr="00A33F64">
        <w:tab/>
        <w:t xml:space="preserve">L’efficacité de l’AECS ne doit pas être perturbée par des champs magnétiques ou électriques. Il doit notamment être conforme aux prescriptions techniques et aux dispositions transitoires du Règlement </w:t>
      </w:r>
      <w:r>
        <w:t xml:space="preserve">ONU </w:t>
      </w:r>
      <w:r w:rsidRPr="00A33F64">
        <w:t>n</w:t>
      </w:r>
      <w:r w:rsidRPr="00A33F64">
        <w:rPr>
          <w:vertAlign w:val="superscript"/>
        </w:rPr>
        <w:t>o</w:t>
      </w:r>
      <w:r w:rsidRPr="00A33F64">
        <w:t> 10, série 04 d’amendements ou toute autre série ultérieure d’amendements.</w:t>
      </w:r>
    </w:p>
    <w:p w:rsidR="0062553F" w:rsidRPr="00A33F64" w:rsidRDefault="0062553F" w:rsidP="0056022A">
      <w:pPr>
        <w:pStyle w:val="SingleTxtG"/>
        <w:spacing w:after="100" w:line="234" w:lineRule="exact"/>
        <w:ind w:left="2268" w:hanging="1134"/>
      </w:pPr>
      <w:r w:rsidRPr="00A33F64">
        <w:t>35.3</w:t>
      </w:r>
      <w:r w:rsidRPr="00A33F64">
        <w:tab/>
        <w:t>Détermination de la position</w:t>
      </w:r>
    </w:p>
    <w:p w:rsidR="0062553F" w:rsidRPr="0056022A" w:rsidRDefault="0062553F" w:rsidP="0056022A">
      <w:pPr>
        <w:pStyle w:val="SingleTxtG"/>
        <w:spacing w:after="100" w:line="234" w:lineRule="exact"/>
        <w:ind w:left="2268"/>
        <w:rPr>
          <w:spacing w:val="-2"/>
        </w:rPr>
      </w:pPr>
      <w:r w:rsidRPr="0056022A">
        <w:rPr>
          <w:spacing w:val="-2"/>
        </w:rPr>
        <w:t xml:space="preserve">Si l’AECS est équipé, conformément au </w:t>
      </w:r>
      <w:r w:rsidR="00C65359" w:rsidRPr="0056022A">
        <w:rPr>
          <w:spacing w:val="-2"/>
        </w:rPr>
        <w:t xml:space="preserve">paragraphe </w:t>
      </w:r>
      <w:r w:rsidRPr="0056022A">
        <w:rPr>
          <w:spacing w:val="-2"/>
        </w:rPr>
        <w:t xml:space="preserve">1.4, d’un récepteur GNSS qui capte les signaux d’au moins trois systèmes de navigation (GLONASS, Galileo et GPS), et qu’il est capable de recevoir et de traiter des signaux SBAS, il doit satisfaire aux prescriptions des </w:t>
      </w:r>
      <w:r w:rsidR="00C65359" w:rsidRPr="0056022A">
        <w:rPr>
          <w:spacing w:val="-2"/>
        </w:rPr>
        <w:t xml:space="preserve">paragraphes </w:t>
      </w:r>
      <w:r w:rsidRPr="0056022A">
        <w:rPr>
          <w:spacing w:val="-2"/>
        </w:rPr>
        <w:t>35.3.1 à 35.3.10.</w:t>
      </w:r>
    </w:p>
    <w:p w:rsidR="0062553F" w:rsidRPr="00A33F64" w:rsidRDefault="0062553F" w:rsidP="0056022A">
      <w:pPr>
        <w:pStyle w:val="SingleTxtG"/>
        <w:spacing w:after="100" w:line="234" w:lineRule="exact"/>
        <w:ind w:left="2268"/>
      </w:pPr>
      <w:r w:rsidRPr="00A33F64">
        <w:t>La capacité de positionnement de l’AECS peut être démontrée au moyen des méthodes d’essai décrites à l’</w:t>
      </w:r>
      <w:r w:rsidR="00600AF5">
        <w:t xml:space="preserve">annexe </w:t>
      </w:r>
      <w:r w:rsidRPr="00A33F64">
        <w:t>10 (Méthodes d’essai pour les solutions de navigation). Cette information doit figurer dans le document de communication visé à l’</w:t>
      </w:r>
      <w:r w:rsidR="00600AF5">
        <w:t xml:space="preserve">annexe </w:t>
      </w:r>
      <w:r w:rsidRPr="00A33F64">
        <w:t xml:space="preserve">4, </w:t>
      </w:r>
      <w:r w:rsidR="00C65359">
        <w:t xml:space="preserve">paragraphe </w:t>
      </w:r>
      <w:r w:rsidRPr="00A33F64">
        <w:t>11.</w:t>
      </w:r>
    </w:p>
    <w:p w:rsidR="0062553F" w:rsidRPr="00A33F64" w:rsidRDefault="0062553F" w:rsidP="0056022A">
      <w:pPr>
        <w:pStyle w:val="SingleTxtG"/>
        <w:keepNext/>
        <w:keepLines/>
        <w:ind w:left="2268" w:hanging="1134"/>
      </w:pPr>
      <w:r w:rsidRPr="00A33F64">
        <w:lastRenderedPageBreak/>
        <w:t>35.3.1</w:t>
      </w:r>
      <w:r w:rsidRPr="00A33F64">
        <w:tab/>
        <w:t>Le récepteur GNSS doit être capable de produire la solution de navigation dans un format conforme au protocole NMEA-0183 (messages RMC, GGA, VTG, GSA ou GSV). La configuration de l’AECS pour la production de messages NMEA-0183 doit être décrite dans le mode d’emploi.</w:t>
      </w:r>
    </w:p>
    <w:p w:rsidR="0062553F" w:rsidRPr="00A33F64" w:rsidRDefault="0062553F" w:rsidP="0062553F">
      <w:pPr>
        <w:pStyle w:val="SingleTxtG"/>
        <w:ind w:left="2268" w:hanging="1134"/>
      </w:pPr>
      <w:r w:rsidRPr="00A33F64">
        <w:t>35.3.2</w:t>
      </w:r>
      <w:r w:rsidRPr="00A33F64">
        <w:tab/>
        <w:t>Le récepteur GNSS faisant partie de l’AECS doit être capable de recevoir et de traiter des signaux GNSS dans la bande L1/E1 provenant d’au moins trois systèmes mondiaux de navigation par satellite, par exemple GLONASS, Galileo et GPS.</w:t>
      </w:r>
    </w:p>
    <w:p w:rsidR="0062553F" w:rsidRPr="00A33F64" w:rsidRDefault="0062553F" w:rsidP="0062553F">
      <w:pPr>
        <w:pStyle w:val="SingleTxtG"/>
        <w:ind w:left="2268" w:hanging="1134"/>
      </w:pPr>
      <w:r w:rsidRPr="00A33F64">
        <w:t>35.3.3</w:t>
      </w:r>
      <w:r w:rsidRPr="00A33F64">
        <w:tab/>
        <w:t>Le récepteur GNSS faisant partie de l’AECS doit être capable de recevoir et de traiter des signaux GNSS combinés dans la bande L1/E1 provenant d’au moins trois systèmes mondiaux de navigation par satellite, parmi lesquels GLONASS, Galileo, GPS et SBAS.</w:t>
      </w:r>
    </w:p>
    <w:p w:rsidR="0062553F" w:rsidRPr="00A33F64" w:rsidRDefault="0062553F" w:rsidP="0062553F">
      <w:pPr>
        <w:pStyle w:val="SingleTxtG"/>
        <w:ind w:left="2268" w:hanging="1134"/>
      </w:pPr>
      <w:r w:rsidRPr="00A33F64">
        <w:t>35.3.4</w:t>
      </w:r>
      <w:r w:rsidRPr="00A33F64">
        <w:tab/>
        <w:t>Le récepteur GNSS faisant partie de l’AECS doit être capable de fournir des renseignements concernant la position du véhicule dans le système de coordonnées WGS-84.</w:t>
      </w:r>
    </w:p>
    <w:p w:rsidR="0062553F" w:rsidRPr="00A33F64" w:rsidRDefault="0062553F" w:rsidP="0062553F">
      <w:pPr>
        <w:pStyle w:val="SingleTxtG"/>
        <w:ind w:left="2268" w:hanging="1134"/>
      </w:pPr>
      <w:r w:rsidRPr="00A33F64">
        <w:t>35.3.5</w:t>
      </w:r>
      <w:r w:rsidRPr="00A33F64">
        <w:tab/>
        <w:t>Le récepteur GNSS doit être capable de se positionner au moins une fois par seconde.</w:t>
      </w:r>
    </w:p>
    <w:p w:rsidR="0062553F" w:rsidRPr="00A33F64" w:rsidRDefault="0062553F" w:rsidP="0062553F">
      <w:pPr>
        <w:pStyle w:val="SingleTxtG"/>
        <w:ind w:left="2268" w:hanging="1134"/>
      </w:pPr>
      <w:r w:rsidRPr="00A33F64">
        <w:t>35.3.6</w:t>
      </w:r>
      <w:r w:rsidRPr="00A33F64">
        <w:tab/>
        <w:t>L’erreur de position dans le sens horizontal ne doit pas dépasser :</w:t>
      </w:r>
    </w:p>
    <w:p w:rsidR="0062553F" w:rsidRPr="00A33F64" w:rsidRDefault="0062553F" w:rsidP="0062553F">
      <w:pPr>
        <w:pStyle w:val="SingleTxtG"/>
        <w:ind w:left="2835" w:hanging="567"/>
      </w:pPr>
      <w:r w:rsidRPr="00A33F64">
        <w:t>a)</w:t>
      </w:r>
      <w:r w:rsidRPr="00A33F64">
        <w:tab/>
        <w:t>En mode « ciel ouvert », 15 m avec un taux de fiabilité de 0,95 et un PDOP compris entre 2 et 2,5 ;</w:t>
      </w:r>
    </w:p>
    <w:p w:rsidR="0062553F" w:rsidRPr="00A33F64" w:rsidRDefault="0062553F" w:rsidP="0062553F">
      <w:pPr>
        <w:pStyle w:val="SingleTxtG"/>
        <w:ind w:left="2835" w:hanging="567"/>
      </w:pPr>
      <w:r w:rsidRPr="00A33F64">
        <w:t>b)</w:t>
      </w:r>
      <w:r w:rsidRPr="00A33F64">
        <w:tab/>
        <w:t>En mode « canyon urbain », 40 m avec un taux de fiabilité de 0,95 et un PDOP compris entre 3,5 et 4.</w:t>
      </w:r>
    </w:p>
    <w:p w:rsidR="0062553F" w:rsidRPr="00A33F64" w:rsidRDefault="0062553F" w:rsidP="0062553F">
      <w:pPr>
        <w:pStyle w:val="SingleTxtG"/>
        <w:ind w:left="2268" w:hanging="1134"/>
      </w:pPr>
      <w:r w:rsidRPr="00A33F64">
        <w:t>35.3.7</w:t>
      </w:r>
      <w:r w:rsidRPr="00A33F64">
        <w:tab/>
        <w:t>Les prescriptions de précision doivent être fournies :</w:t>
      </w:r>
    </w:p>
    <w:p w:rsidR="0062553F" w:rsidRPr="00A33F64" w:rsidRDefault="0062553F" w:rsidP="0062553F">
      <w:pPr>
        <w:pStyle w:val="SingleTxtG"/>
        <w:ind w:left="2835" w:hanging="567"/>
      </w:pPr>
      <w:r w:rsidRPr="00A33F64">
        <w:t>a)</w:t>
      </w:r>
      <w:r w:rsidRPr="00A33F64">
        <w:tab/>
        <w:t>Pour une vitesse comprise entre 0 et 140 km/h ; et</w:t>
      </w:r>
    </w:p>
    <w:p w:rsidR="0062553F" w:rsidRPr="00A33F64" w:rsidRDefault="0062553F" w:rsidP="0062553F">
      <w:pPr>
        <w:pStyle w:val="SingleTxtG"/>
        <w:ind w:left="2835" w:hanging="567"/>
      </w:pPr>
      <w:r w:rsidRPr="00A33F64">
        <w:t>b)</w:t>
      </w:r>
      <w:r w:rsidRPr="00A33F64">
        <w:tab/>
        <w:t>Pour une accélération linéaire comprise entre 0 et 2 g.</w:t>
      </w:r>
    </w:p>
    <w:p w:rsidR="0062553F" w:rsidRPr="00A33F64" w:rsidRDefault="0062553F" w:rsidP="0062553F">
      <w:pPr>
        <w:pStyle w:val="SingleTxtG"/>
        <w:ind w:left="2268" w:hanging="1134"/>
      </w:pPr>
      <w:r w:rsidRPr="00A33F64">
        <w:t>35.3.8</w:t>
      </w:r>
      <w:r w:rsidRPr="00A33F64">
        <w:tab/>
        <w:t>Le délai de premier positionnement à froid ne doit pas dépasser :</w:t>
      </w:r>
    </w:p>
    <w:p w:rsidR="0062553F" w:rsidRPr="00A33F64" w:rsidRDefault="0062553F" w:rsidP="0062553F">
      <w:pPr>
        <w:pStyle w:val="SingleTxtG"/>
        <w:ind w:left="2835" w:hanging="567"/>
      </w:pPr>
      <w:r w:rsidRPr="00A33F64">
        <w:t>a)</w:t>
      </w:r>
      <w:r w:rsidRPr="00A33F64">
        <w:tab/>
        <w:t>60 s pour un niveau de signal pouvant aller jusqu’à -130 dBm ;</w:t>
      </w:r>
    </w:p>
    <w:p w:rsidR="0062553F" w:rsidRPr="00A33F64" w:rsidRDefault="0062553F" w:rsidP="0062553F">
      <w:pPr>
        <w:pStyle w:val="SingleTxtG"/>
        <w:ind w:left="2835" w:hanging="567"/>
      </w:pPr>
      <w:r w:rsidRPr="00A33F64">
        <w:t>b)</w:t>
      </w:r>
      <w:r w:rsidRPr="00A33F64">
        <w:tab/>
        <w:t>300 s pour un niveau de signal pouvant aller jusqu’à -140 dBm.</w:t>
      </w:r>
    </w:p>
    <w:p w:rsidR="0062553F" w:rsidRPr="00A33F64" w:rsidRDefault="0062553F" w:rsidP="0062553F">
      <w:pPr>
        <w:pStyle w:val="SingleTxtG"/>
        <w:ind w:left="2268" w:hanging="1134"/>
      </w:pPr>
      <w:r w:rsidRPr="00A33F64">
        <w:t>35.3.9</w:t>
      </w:r>
      <w:r w:rsidRPr="00A33F64">
        <w:tab/>
        <w:t>Le délai de rétablissement d’un signal GNSS après un blocage de 60 s à un niveau de signal pouvant aller jusqu’à -130 dBm ne doit pas dépasser 20 s après récupération de la visibilité du satellite de navigation.</w:t>
      </w:r>
    </w:p>
    <w:p w:rsidR="0062553F" w:rsidRPr="00A33F64" w:rsidRDefault="0062553F" w:rsidP="0062553F">
      <w:pPr>
        <w:pStyle w:val="SingleTxtG"/>
        <w:ind w:left="2268" w:hanging="1134"/>
      </w:pPr>
      <w:r w:rsidRPr="00A33F64">
        <w:t>35.3.10</w:t>
      </w:r>
      <w:r w:rsidRPr="00A33F64">
        <w:tab/>
        <w:t>Sensibilité à l’entrée du récepteur :</w:t>
      </w:r>
    </w:p>
    <w:p w:rsidR="0062553F" w:rsidRPr="00A33F64" w:rsidRDefault="0062553F" w:rsidP="0062553F">
      <w:pPr>
        <w:pStyle w:val="SingleTxtG"/>
        <w:ind w:left="2835" w:hanging="567"/>
      </w:pPr>
      <w:r w:rsidRPr="00A33F64">
        <w:t>a)</w:t>
      </w:r>
      <w:r w:rsidRPr="00A33F64">
        <w:tab/>
        <w:t>La détection des signaux GNSS (départ à froid) ne doit pas dépasser 3 600 s à un niveau de signal, en entrée d’antenne, de -144 dBm ;</w:t>
      </w:r>
    </w:p>
    <w:p w:rsidR="0062553F" w:rsidRPr="00A33F64" w:rsidRDefault="0062553F" w:rsidP="0062553F">
      <w:pPr>
        <w:pStyle w:val="SingleTxtG"/>
        <w:ind w:left="2835" w:hanging="567"/>
      </w:pPr>
      <w:r w:rsidRPr="00A33F64">
        <w:t>b)</w:t>
      </w:r>
      <w:r w:rsidRPr="00A33F64">
        <w:tab/>
        <w:t>La poursuite des signaux GNSS et le calcul de la solution de navigation sont disponibles pendant au moins 600 s à un niveau de signal, en entrée d’antenne, de -155 dBm ;</w:t>
      </w:r>
    </w:p>
    <w:p w:rsidR="0062553F" w:rsidRPr="00A33F64" w:rsidRDefault="0062553F" w:rsidP="0062553F">
      <w:pPr>
        <w:pStyle w:val="SingleTxtG"/>
        <w:ind w:left="2835" w:hanging="567"/>
      </w:pPr>
      <w:r w:rsidRPr="00A33F64">
        <w:t>c)</w:t>
      </w:r>
      <w:r w:rsidRPr="00A33F64">
        <w:tab/>
        <w:t>Le rétablissement des signaux GNSS et le calcul de la solution de navigation sont possibles en 60 s maximum, à un niveau de signal, en entrée d’antenne, de -150 dBm.</w:t>
      </w:r>
    </w:p>
    <w:p w:rsidR="0062553F" w:rsidRPr="00A33F64" w:rsidRDefault="0062553F" w:rsidP="0062553F">
      <w:pPr>
        <w:pStyle w:val="SingleTxtG"/>
        <w:ind w:left="2268" w:hanging="1134"/>
      </w:pPr>
      <w:r w:rsidRPr="00A33F64">
        <w:t>35.3.11</w:t>
      </w:r>
      <w:r w:rsidRPr="00A33F64">
        <w:tab/>
        <w:t>Les procédures d’essai prévues à l’</w:t>
      </w:r>
      <w:r w:rsidR="00600AF5">
        <w:t xml:space="preserve">annexe </w:t>
      </w:r>
      <w:r w:rsidRPr="00A33F64">
        <w:t>10 du présent Règlement peuvent être effectuées soit sur le dispositif AECS, avec possibilité d’évaluer la capacité de traitement aval, soit directement sur le récepteur GNSS faisant partie de l’AECS.</w:t>
      </w:r>
    </w:p>
    <w:p w:rsidR="0062553F" w:rsidRPr="00A33F64" w:rsidRDefault="0062553F" w:rsidP="0056022A">
      <w:pPr>
        <w:pStyle w:val="SingleTxtG"/>
        <w:keepNext/>
        <w:keepLines/>
        <w:spacing w:after="100"/>
        <w:ind w:left="2268" w:hanging="1134"/>
      </w:pPr>
      <w:r w:rsidRPr="00A33F64">
        <w:t>35.4</w:t>
      </w:r>
      <w:r w:rsidRPr="00A33F64">
        <w:tab/>
        <w:t>Moyens d’accès au PLMN</w:t>
      </w:r>
    </w:p>
    <w:p w:rsidR="0062553F" w:rsidRPr="00A33F64" w:rsidRDefault="0062553F" w:rsidP="0056022A">
      <w:pPr>
        <w:pStyle w:val="SingleTxtG"/>
        <w:spacing w:after="100"/>
        <w:ind w:left="2268"/>
      </w:pPr>
      <w:r w:rsidRPr="00A33F64">
        <w:t>L’AECS doit être équipé d’un matériel intégré permettant l’enregistrement et/ou l’authentification du PLMN ainsi que l’accès à celui-ci.</w:t>
      </w:r>
    </w:p>
    <w:p w:rsidR="0062553F" w:rsidRPr="00A33F64" w:rsidRDefault="0062553F" w:rsidP="0056022A">
      <w:pPr>
        <w:pStyle w:val="SingleTxtG"/>
        <w:spacing w:after="100"/>
        <w:ind w:left="2268" w:hanging="1134"/>
      </w:pPr>
      <w:r w:rsidRPr="00A33F64">
        <w:lastRenderedPageBreak/>
        <w:t>35.5</w:t>
      </w:r>
      <w:r w:rsidRPr="00A33F64">
        <w:tab/>
        <w:t>L’AECS doit être installé de façon à recevoir un signal de déclenchement en cas de choc grave du véhicule ; cette condition doit être vérifiée lors de l’essai de choc décrit dans le présent paragraphe.</w:t>
      </w:r>
    </w:p>
    <w:p w:rsidR="0062553F" w:rsidRPr="00A33F64" w:rsidRDefault="0062553F" w:rsidP="0056022A">
      <w:pPr>
        <w:pStyle w:val="SingleTxtG"/>
        <w:spacing w:after="100"/>
        <w:ind w:left="2268"/>
      </w:pPr>
      <w:r w:rsidRPr="00A33F64">
        <w:t>Dès réception d’un signal de déclenchement, l’AECS doit déclencher la procédure d’appel d’urgence ; cette condition doit être vérifiée au moyen d’une des méthodes d’essai décrites à l’</w:t>
      </w:r>
      <w:r w:rsidR="00600AF5">
        <w:t xml:space="preserve">annexe </w:t>
      </w:r>
      <w:r w:rsidRPr="00A33F64">
        <w:t>11.</w:t>
      </w:r>
    </w:p>
    <w:p w:rsidR="0062553F" w:rsidRPr="00A33F64" w:rsidRDefault="0062553F" w:rsidP="0056022A">
      <w:pPr>
        <w:pStyle w:val="SingleTxtG"/>
        <w:spacing w:after="100"/>
        <w:ind w:left="2268" w:hanging="1134"/>
      </w:pPr>
      <w:r w:rsidRPr="00A33F64">
        <w:t>35.5.1</w:t>
      </w:r>
      <w:r w:rsidRPr="00A33F64">
        <w:tab/>
        <w:t>Les véhicules de la catégorie M</w:t>
      </w:r>
      <w:r w:rsidRPr="00A33F64">
        <w:rPr>
          <w:vertAlign w:val="subscript"/>
        </w:rPr>
        <w:t>1</w:t>
      </w:r>
      <w:r w:rsidRPr="00A33F64">
        <w:t xml:space="preserve"> sont soumis aux prescriptions suivantes :</w:t>
      </w:r>
    </w:p>
    <w:p w:rsidR="0062553F" w:rsidRPr="0056022A" w:rsidRDefault="0062553F" w:rsidP="0056022A">
      <w:pPr>
        <w:pStyle w:val="SingleTxtG"/>
        <w:spacing w:after="100"/>
        <w:ind w:left="2268" w:hanging="1134"/>
        <w:rPr>
          <w:spacing w:val="-2"/>
        </w:rPr>
      </w:pPr>
      <w:r w:rsidRPr="0056022A">
        <w:rPr>
          <w:spacing w:val="-2"/>
        </w:rPr>
        <w:t>35.5.1.1</w:t>
      </w:r>
      <w:r w:rsidRPr="0056022A">
        <w:rPr>
          <w:spacing w:val="-2"/>
        </w:rPr>
        <w:tab/>
        <w:t>Dans le cas des véhicules de la catégorie M</w:t>
      </w:r>
      <w:r w:rsidRPr="0056022A">
        <w:rPr>
          <w:spacing w:val="-2"/>
          <w:vertAlign w:val="subscript"/>
        </w:rPr>
        <w:t>1</w:t>
      </w:r>
      <w:r w:rsidRPr="0056022A">
        <w:rPr>
          <w:spacing w:val="-2"/>
        </w:rPr>
        <w:t xml:space="preserve"> dont la masse totale admissible est inférieure ou égale à 2,5 tonnes et sur lesquels la hauteur du point R est égale ou inférieure à 700 mm, le signal de déclenchement est vérifié comme suit :</w:t>
      </w:r>
    </w:p>
    <w:p w:rsidR="0062553F" w:rsidRPr="00A33F64" w:rsidRDefault="0062553F" w:rsidP="0056022A">
      <w:pPr>
        <w:pStyle w:val="SingleTxtG"/>
        <w:spacing w:after="100"/>
        <w:ind w:left="2268" w:hanging="1134"/>
      </w:pPr>
      <w:r w:rsidRPr="00A33F64">
        <w:t>35.5.1.1.1</w:t>
      </w:r>
      <w:r w:rsidRPr="00A33F64">
        <w:tab/>
        <w:t>En cas de collision du véhicule conformément à l’</w:t>
      </w:r>
      <w:r w:rsidR="00600AF5">
        <w:t xml:space="preserve">annexe </w:t>
      </w:r>
      <w:r w:rsidRPr="00A33F64">
        <w:t xml:space="preserve">3 du Règlement </w:t>
      </w:r>
      <w:r>
        <w:t xml:space="preserve">ONU </w:t>
      </w:r>
      <w:r w:rsidRPr="00A33F64">
        <w:t>n</w:t>
      </w:r>
      <w:r w:rsidRPr="00A33F64">
        <w:rPr>
          <w:vertAlign w:val="superscript"/>
        </w:rPr>
        <w:t>o</w:t>
      </w:r>
      <w:r w:rsidRPr="00A33F64">
        <w:t> 94 (choc avant) et l’</w:t>
      </w:r>
      <w:r w:rsidR="00600AF5">
        <w:t xml:space="preserve">annexe </w:t>
      </w:r>
      <w:r w:rsidRPr="00A33F64">
        <w:t xml:space="preserve">4 du Règlement </w:t>
      </w:r>
      <w:r>
        <w:t xml:space="preserve">ONU </w:t>
      </w:r>
      <w:r w:rsidRPr="00A33F64">
        <w:t>n</w:t>
      </w:r>
      <w:r w:rsidRPr="00A33F64">
        <w:rPr>
          <w:vertAlign w:val="superscript"/>
        </w:rPr>
        <w:t>o</w:t>
      </w:r>
      <w:r w:rsidRPr="00A33F64">
        <w:t> 95 (choc latéral) ; ou</w:t>
      </w:r>
    </w:p>
    <w:p w:rsidR="0062553F" w:rsidRPr="00A33F64" w:rsidRDefault="0062553F" w:rsidP="0056022A">
      <w:pPr>
        <w:pStyle w:val="SingleTxtG"/>
        <w:spacing w:after="100"/>
        <w:ind w:left="2268" w:hanging="1134"/>
      </w:pPr>
      <w:r w:rsidRPr="00A33F64">
        <w:t>35.5.1.1.2</w:t>
      </w:r>
      <w:r w:rsidRPr="00A33F64">
        <w:tab/>
        <w:t xml:space="preserve">Dans le cas de l’extension d’homologations de type en vertu du présent Règlement, ou dans le cas de l’homologation de types de véhicules déjà accordée en vertu des Règlements </w:t>
      </w:r>
      <w:r>
        <w:t xml:space="preserve">ONU </w:t>
      </w:r>
      <w:r w:rsidRPr="00A33F64">
        <w:t>n</w:t>
      </w:r>
      <w:r w:rsidRPr="00A33F64">
        <w:rPr>
          <w:vertAlign w:val="superscript"/>
        </w:rPr>
        <w:t>os</w:t>
      </w:r>
      <w:r w:rsidRPr="00A33F64">
        <w:t xml:space="preserve"> 94 ou 95 avant l’entrée en vigueur du présent Règlement, lorsqu’il est démontré, documentation existante à l’appui (rapport, images, données de simulation ou éléments équivalents) que lors d’un choc avant (Règlement </w:t>
      </w:r>
      <w:r>
        <w:t xml:space="preserve">ONU </w:t>
      </w:r>
      <w:r w:rsidRPr="00A33F64">
        <w:t>n</w:t>
      </w:r>
      <w:r w:rsidRPr="00A33F64">
        <w:rPr>
          <w:vertAlign w:val="superscript"/>
        </w:rPr>
        <w:t>o</w:t>
      </w:r>
      <w:r w:rsidRPr="00A33F64">
        <w:t xml:space="preserve"> 94) ou d’un choc latéral (Règlement </w:t>
      </w:r>
      <w:r>
        <w:t xml:space="preserve">ONU </w:t>
      </w:r>
      <w:r w:rsidRPr="00A33F64">
        <w:t>n</w:t>
      </w:r>
      <w:r w:rsidRPr="00A33F64">
        <w:rPr>
          <w:vertAlign w:val="superscript"/>
        </w:rPr>
        <w:t>o</w:t>
      </w:r>
      <w:r w:rsidRPr="00A33F64">
        <w:t> 95) :</w:t>
      </w:r>
    </w:p>
    <w:p w:rsidR="0062553F" w:rsidRPr="00A33F64" w:rsidRDefault="0062553F" w:rsidP="0056022A">
      <w:pPr>
        <w:pStyle w:val="SingleTxtG"/>
        <w:spacing w:after="100"/>
        <w:ind w:left="2835" w:hanging="567"/>
      </w:pPr>
      <w:r w:rsidRPr="00A33F64">
        <w:t>a)</w:t>
      </w:r>
      <w:r w:rsidRPr="00A33F64">
        <w:tab/>
        <w:t>Un signal de déclenchement a été émis ;</w:t>
      </w:r>
    </w:p>
    <w:p w:rsidR="0062553F" w:rsidRPr="00A33F64" w:rsidRDefault="0062553F" w:rsidP="0056022A">
      <w:pPr>
        <w:pStyle w:val="SingleTxtG"/>
        <w:spacing w:after="100"/>
        <w:ind w:left="2835" w:hanging="567"/>
      </w:pPr>
      <w:r w:rsidRPr="00A33F64">
        <w:t>b)</w:t>
      </w:r>
      <w:r w:rsidRPr="00A33F64">
        <w:tab/>
        <w:t>L’installation de l’AECS n’est pas perturbée par le choc subi par le véhicule.</w:t>
      </w:r>
    </w:p>
    <w:p w:rsidR="0062553F" w:rsidRPr="00A33F64" w:rsidRDefault="0062553F" w:rsidP="0056022A">
      <w:pPr>
        <w:pStyle w:val="SingleTxtG"/>
        <w:spacing w:after="100"/>
        <w:ind w:left="2268" w:hanging="1134"/>
      </w:pPr>
      <w:r w:rsidRPr="00A33F64">
        <w:t>35.5.1.2</w:t>
      </w:r>
      <w:r w:rsidRPr="00A33F64">
        <w:tab/>
        <w:t>Dans le cas des véhicules de la catégorie M</w:t>
      </w:r>
      <w:r w:rsidRPr="00A33F64">
        <w:rPr>
          <w:vertAlign w:val="subscript"/>
        </w:rPr>
        <w:t>1</w:t>
      </w:r>
      <w:r w:rsidRPr="00A33F64">
        <w:t xml:space="preserve"> dont la masse totale admissible est inférieure ou égale à 2,5 tonnes et sur lesquels la hauteur du point R est supérieure à 700 mm, le signal de déclenchement est vérifié comme suit :</w:t>
      </w:r>
    </w:p>
    <w:p w:rsidR="0062553F" w:rsidRPr="00A33F64" w:rsidRDefault="0062553F" w:rsidP="0056022A">
      <w:pPr>
        <w:pStyle w:val="SingleTxtG"/>
        <w:spacing w:after="100"/>
        <w:ind w:left="2268" w:hanging="1134"/>
      </w:pPr>
      <w:r w:rsidRPr="00A33F64">
        <w:t>35.5.1.2.1</w:t>
      </w:r>
      <w:r w:rsidRPr="00A33F64">
        <w:tab/>
        <w:t>En cas de collision du véhicule conformément à l’annexe 3 du Règlement</w:t>
      </w:r>
      <w:r>
        <w:t xml:space="preserve"> ONU</w:t>
      </w:r>
      <w:r w:rsidRPr="00A33F64">
        <w:t xml:space="preserve"> n</w:t>
      </w:r>
      <w:r w:rsidRPr="00A33F64">
        <w:rPr>
          <w:vertAlign w:val="superscript"/>
        </w:rPr>
        <w:t>o</w:t>
      </w:r>
      <w:r w:rsidRPr="00A33F64">
        <w:t> 94 (choc avant) ; ou</w:t>
      </w:r>
    </w:p>
    <w:p w:rsidR="0062553F" w:rsidRPr="00A33F64" w:rsidRDefault="0062553F" w:rsidP="0056022A">
      <w:pPr>
        <w:pStyle w:val="SingleTxtG"/>
        <w:spacing w:after="100"/>
        <w:ind w:left="2268" w:hanging="1134"/>
      </w:pPr>
      <w:r w:rsidRPr="00A33F64">
        <w:t>35.5.1.2.2</w:t>
      </w:r>
      <w:r w:rsidRPr="00A33F64">
        <w:tab/>
        <w:t xml:space="preserve">Dans le cas de l’extension d’homologations de type en vertu du présent Règlement, ou dans le cas de l’homologation de types de véhicules déjà accordée en vertu des Règlements </w:t>
      </w:r>
      <w:r>
        <w:t>O</w:t>
      </w:r>
      <w:r w:rsidR="00055EFD">
        <w:t>N</w:t>
      </w:r>
      <w:r>
        <w:t xml:space="preserve">U </w:t>
      </w:r>
      <w:r w:rsidRPr="00A33F64">
        <w:t>n</w:t>
      </w:r>
      <w:r w:rsidRPr="00A33F64">
        <w:rPr>
          <w:vertAlign w:val="superscript"/>
        </w:rPr>
        <w:t>os</w:t>
      </w:r>
      <w:r w:rsidRPr="00A33F64">
        <w:t xml:space="preserve"> 94 ou 95 avant l’entrée en vigueur du présent Règlement, lorsqu’il est démontré, documentation existante à l’appui (rapport, images, données de simulation ou éléments équivalents) que lors d’un choc avant (Règlement </w:t>
      </w:r>
      <w:r>
        <w:t xml:space="preserve">ONU </w:t>
      </w:r>
      <w:r w:rsidRPr="00A33F64">
        <w:t>n</w:t>
      </w:r>
      <w:r w:rsidRPr="00A33F64">
        <w:rPr>
          <w:vertAlign w:val="superscript"/>
        </w:rPr>
        <w:t>o</w:t>
      </w:r>
      <w:r w:rsidRPr="00A33F64">
        <w:t> 94) :</w:t>
      </w:r>
    </w:p>
    <w:p w:rsidR="0062553F" w:rsidRPr="00A33F64" w:rsidRDefault="0062553F" w:rsidP="0056022A">
      <w:pPr>
        <w:pStyle w:val="SingleTxtG"/>
        <w:spacing w:after="100"/>
        <w:ind w:left="2835" w:hanging="567"/>
      </w:pPr>
      <w:r w:rsidRPr="00A33F64">
        <w:t>a)</w:t>
      </w:r>
      <w:r w:rsidRPr="00A33F64">
        <w:tab/>
        <w:t>Un signal de déclenchement a été émis ;</w:t>
      </w:r>
    </w:p>
    <w:p w:rsidR="0062553F" w:rsidRPr="00A33F64" w:rsidRDefault="0062553F" w:rsidP="0056022A">
      <w:pPr>
        <w:pStyle w:val="SingleTxtG"/>
        <w:spacing w:after="100"/>
        <w:ind w:left="2835" w:hanging="567"/>
      </w:pPr>
      <w:r w:rsidRPr="00A33F64">
        <w:t>b)</w:t>
      </w:r>
      <w:r w:rsidRPr="00A33F64">
        <w:tab/>
        <w:t>L’installation de l’AECS n’est pas perturbée par le choc subi par le véhicule.</w:t>
      </w:r>
    </w:p>
    <w:p w:rsidR="0062553F" w:rsidRPr="00AF702A" w:rsidRDefault="0062553F" w:rsidP="0056022A">
      <w:pPr>
        <w:pStyle w:val="SingleTxtG"/>
        <w:spacing w:after="100"/>
        <w:ind w:left="2268" w:hanging="1134"/>
        <w:rPr>
          <w:spacing w:val="-4"/>
        </w:rPr>
      </w:pPr>
      <w:r w:rsidRPr="00AF702A">
        <w:rPr>
          <w:spacing w:val="-4"/>
        </w:rPr>
        <w:t>35.5.1.3</w:t>
      </w:r>
      <w:r w:rsidRPr="00AF702A">
        <w:rPr>
          <w:spacing w:val="-4"/>
        </w:rPr>
        <w:tab/>
        <w:t>Dans le cas des véhicules de la catégorie M</w:t>
      </w:r>
      <w:r w:rsidRPr="00AF702A">
        <w:rPr>
          <w:spacing w:val="-4"/>
          <w:vertAlign w:val="subscript"/>
        </w:rPr>
        <w:t>1</w:t>
      </w:r>
      <w:r w:rsidRPr="00AF702A">
        <w:rPr>
          <w:spacing w:val="-4"/>
        </w:rPr>
        <w:t xml:space="preserve"> dont la masse totale admissible est supérieure à 2,5 tonnes et sur lesquels le point R est situé à une hauteur inférieure ou égale à 700 mm, le signal de déclenchement est vérifié comme suit :</w:t>
      </w:r>
    </w:p>
    <w:p w:rsidR="0062553F" w:rsidRPr="00A33F64" w:rsidRDefault="0062553F" w:rsidP="0056022A">
      <w:pPr>
        <w:pStyle w:val="SingleTxtG"/>
        <w:spacing w:after="100"/>
        <w:ind w:left="2268" w:hanging="1134"/>
      </w:pPr>
      <w:r w:rsidRPr="00A33F64">
        <w:t>35.5.1.3.1</w:t>
      </w:r>
      <w:r w:rsidRPr="00A33F64">
        <w:tab/>
        <w:t>En cas de choc latéral conformément à l’annexe 4 du Règlement</w:t>
      </w:r>
      <w:r>
        <w:t xml:space="preserve"> ONU</w:t>
      </w:r>
      <w:r w:rsidRPr="00A33F64">
        <w:t xml:space="preserve"> n</w:t>
      </w:r>
      <w:r w:rsidRPr="00A33F64">
        <w:rPr>
          <w:vertAlign w:val="superscript"/>
        </w:rPr>
        <w:t>o</w:t>
      </w:r>
      <w:r w:rsidRPr="00A33F64">
        <w:t xml:space="preserve"> 95 ; ou </w:t>
      </w:r>
    </w:p>
    <w:p w:rsidR="0062553F" w:rsidRPr="00A33F64" w:rsidRDefault="0062553F" w:rsidP="0056022A">
      <w:pPr>
        <w:pStyle w:val="SingleTxtG"/>
        <w:spacing w:after="100"/>
        <w:ind w:left="2268" w:hanging="1134"/>
      </w:pPr>
      <w:r w:rsidRPr="00A33F64">
        <w:t>35.5.1.3.2</w:t>
      </w:r>
      <w:r w:rsidRPr="00A33F64">
        <w:tab/>
        <w:t>Dans le cas de l’extension d’homologations de type en vertu du présent Règlement, ou dans le cas de l’homologation de types de véhicules déjà accordée en vertu des Règlements</w:t>
      </w:r>
      <w:r>
        <w:t xml:space="preserve"> ONU</w:t>
      </w:r>
      <w:r w:rsidRPr="00A33F64">
        <w:t xml:space="preserve"> n</w:t>
      </w:r>
      <w:r w:rsidRPr="00A33F64">
        <w:rPr>
          <w:vertAlign w:val="superscript"/>
        </w:rPr>
        <w:t>os</w:t>
      </w:r>
      <w:r w:rsidRPr="00A33F64">
        <w:t xml:space="preserve"> 94 ou 95 avant l’entrée en vigueur du présent Règlement, lorsqu’il est démontré, documentation existante à l’appui (rapport, images, données de simulation ou éléments équivalents) que lors d’un choc latéral (Règlement </w:t>
      </w:r>
      <w:r>
        <w:t xml:space="preserve">ONU </w:t>
      </w:r>
      <w:r w:rsidRPr="00A33F64">
        <w:t>n</w:t>
      </w:r>
      <w:r w:rsidRPr="00A33F64">
        <w:rPr>
          <w:vertAlign w:val="superscript"/>
        </w:rPr>
        <w:t>o</w:t>
      </w:r>
      <w:r w:rsidRPr="00A33F64">
        <w:t> 95) :</w:t>
      </w:r>
    </w:p>
    <w:p w:rsidR="0062553F" w:rsidRPr="00A33F64" w:rsidRDefault="0062553F" w:rsidP="0062553F">
      <w:pPr>
        <w:pStyle w:val="SingleTxtG"/>
        <w:ind w:left="2835" w:hanging="567"/>
      </w:pPr>
      <w:r w:rsidRPr="00A33F64">
        <w:t>a)</w:t>
      </w:r>
      <w:r w:rsidRPr="00A33F64">
        <w:tab/>
        <w:t>Un signal de déclenchement a été émis ;</w:t>
      </w:r>
    </w:p>
    <w:p w:rsidR="0062553F" w:rsidRPr="00A33F64" w:rsidRDefault="0062553F" w:rsidP="0062553F">
      <w:pPr>
        <w:pStyle w:val="SingleTxtG"/>
        <w:ind w:left="2835" w:hanging="567"/>
      </w:pPr>
      <w:r w:rsidRPr="00A33F64">
        <w:t>b)</w:t>
      </w:r>
      <w:r w:rsidRPr="00A33F64">
        <w:tab/>
        <w:t>L’installation de l’AECS n’est pas perturbée par le choc subi par le véhicule.</w:t>
      </w:r>
    </w:p>
    <w:p w:rsidR="0062553F" w:rsidRPr="00A33F64" w:rsidRDefault="0062553F" w:rsidP="0062553F">
      <w:pPr>
        <w:pStyle w:val="SingleTxtG"/>
        <w:ind w:left="2268" w:hanging="1134"/>
      </w:pPr>
      <w:r w:rsidRPr="00A33F64">
        <w:lastRenderedPageBreak/>
        <w:t>35.5.1.4</w:t>
      </w:r>
      <w:r w:rsidRPr="00A33F64">
        <w:tab/>
        <w:t>Dans le cas des véhicules de la catégorie M</w:t>
      </w:r>
      <w:r w:rsidRPr="00A33F64">
        <w:rPr>
          <w:vertAlign w:val="subscript"/>
        </w:rPr>
        <w:t>1</w:t>
      </w:r>
      <w:r w:rsidRPr="00A33F64">
        <w:t xml:space="preserve"> dont la masse admissible totale dépasse 2,5 tonnes et sur lesquels le point R est situé à une hauteur supérieure à 700 mm :</w:t>
      </w:r>
    </w:p>
    <w:p w:rsidR="0062553F" w:rsidRPr="00A33F64" w:rsidRDefault="0062553F" w:rsidP="0062553F">
      <w:pPr>
        <w:pStyle w:val="SingleTxtG"/>
        <w:ind w:left="2268" w:hanging="1134"/>
      </w:pPr>
      <w:r w:rsidRPr="00A33F64">
        <w:t>35.5.1.4.1</w:t>
      </w:r>
      <w:r w:rsidRPr="00A33F64">
        <w:tab/>
        <w:t>Le constructeur doit démontrer, documentation à l’appui (rapport, images, croquis ou preuves équivalentes) qu’un signal de déclenchement existe pour l’AECS.</w:t>
      </w:r>
    </w:p>
    <w:p w:rsidR="0062553F" w:rsidRPr="00A33F64" w:rsidRDefault="0062553F" w:rsidP="0062553F">
      <w:pPr>
        <w:pStyle w:val="SingleTxtG"/>
        <w:ind w:left="2268" w:hanging="1134"/>
      </w:pPr>
      <w:r w:rsidRPr="00A33F64">
        <w:t>35.5.2</w:t>
      </w:r>
      <w:r w:rsidRPr="00A33F64">
        <w:tab/>
        <w:t>Les véhicules de la catégorie N</w:t>
      </w:r>
      <w:r w:rsidRPr="00A33F64">
        <w:rPr>
          <w:vertAlign w:val="subscript"/>
        </w:rPr>
        <w:t>1</w:t>
      </w:r>
      <w:r w:rsidRPr="00A33F64">
        <w:t xml:space="preserve"> sont soumis aux prescriptions suivantes :</w:t>
      </w:r>
    </w:p>
    <w:p w:rsidR="0062553F" w:rsidRPr="00A33F64" w:rsidRDefault="0062553F" w:rsidP="0062553F">
      <w:pPr>
        <w:pStyle w:val="SingleTxtG"/>
        <w:ind w:left="2268" w:hanging="1134"/>
      </w:pPr>
      <w:r w:rsidRPr="00A33F64">
        <w:t>35.5.2.1</w:t>
      </w:r>
      <w:r w:rsidRPr="00A33F64">
        <w:tab/>
        <w:t>Dans le cas des véhicules de la catégorie N</w:t>
      </w:r>
      <w:r w:rsidRPr="00A33F64">
        <w:rPr>
          <w:vertAlign w:val="subscript"/>
        </w:rPr>
        <w:t>1</w:t>
      </w:r>
      <w:r w:rsidRPr="00A33F64">
        <w:t xml:space="preserve"> sur lesquels le </w:t>
      </w:r>
      <w:r w:rsidR="00600AF5">
        <w:t xml:space="preserve">point </w:t>
      </w:r>
      <w:r w:rsidRPr="00A33F64">
        <w:t>R est situé à une hauteur inférieure ou égale à 700 mm, la vérification du signal de déclenchement s’effectue comme suit :</w:t>
      </w:r>
    </w:p>
    <w:p w:rsidR="0062553F" w:rsidRPr="00A33F64" w:rsidRDefault="0062553F" w:rsidP="0062553F">
      <w:pPr>
        <w:pStyle w:val="SingleTxtG"/>
        <w:ind w:left="2268" w:hanging="1134"/>
      </w:pPr>
      <w:r w:rsidRPr="00A33F64">
        <w:t>35.5.2.1.1</w:t>
      </w:r>
      <w:r w:rsidRPr="00A33F64">
        <w:tab/>
        <w:t xml:space="preserve">Dans le cas d’un choc latéral conformément au Règlement </w:t>
      </w:r>
      <w:r>
        <w:t xml:space="preserve">ONU </w:t>
      </w:r>
      <w:r w:rsidRPr="00A33F64">
        <w:t>n</w:t>
      </w:r>
      <w:r w:rsidRPr="00A33F64">
        <w:rPr>
          <w:vertAlign w:val="superscript"/>
        </w:rPr>
        <w:t>o</w:t>
      </w:r>
      <w:r w:rsidRPr="00A33F64">
        <w:t> 95 ; ou</w:t>
      </w:r>
    </w:p>
    <w:p w:rsidR="0062553F" w:rsidRPr="00A33F64" w:rsidRDefault="0062553F" w:rsidP="0062553F">
      <w:pPr>
        <w:pStyle w:val="SingleTxtG"/>
        <w:ind w:left="2268" w:hanging="1134"/>
      </w:pPr>
      <w:r w:rsidRPr="00A33F64">
        <w:t>35.5.2.1.2</w:t>
      </w:r>
      <w:r w:rsidRPr="00A33F64">
        <w:tab/>
        <w:t>Dans le cas de l’extension d’homologations de type en vertu du présent Règlement ou dans le cas de l’homologation de types de véhicules déjà homologués en vertu des Règlements</w:t>
      </w:r>
      <w:r>
        <w:t xml:space="preserve"> ONU</w:t>
      </w:r>
      <w:r w:rsidRPr="00A33F64">
        <w:t xml:space="preserve"> n</w:t>
      </w:r>
      <w:r w:rsidRPr="00A33F64">
        <w:rPr>
          <w:vertAlign w:val="superscript"/>
        </w:rPr>
        <w:t>os</w:t>
      </w:r>
      <w:r w:rsidRPr="00A33F64">
        <w:t xml:space="preserve"> 94 ou 95 avant l’entrée en vigueur du présent Règlement, lorsqu’il est démontré, documentation existante à l’appui (rapport, images, données de simulation ou documents équivalents) que lors d’un essai de choc avant (Règlement </w:t>
      </w:r>
      <w:r>
        <w:t xml:space="preserve">ONU </w:t>
      </w:r>
      <w:r w:rsidRPr="00A33F64">
        <w:t>n</w:t>
      </w:r>
      <w:r w:rsidRPr="00A33F64">
        <w:rPr>
          <w:vertAlign w:val="superscript"/>
        </w:rPr>
        <w:t>o</w:t>
      </w:r>
      <w:r w:rsidRPr="00A33F64">
        <w:t> 94) ou de choc latéral (Règlement</w:t>
      </w:r>
      <w:r>
        <w:t xml:space="preserve"> ONU</w:t>
      </w:r>
      <w:r w:rsidRPr="00A33F64">
        <w:t xml:space="preserve"> n</w:t>
      </w:r>
      <w:r w:rsidRPr="00A33F64">
        <w:rPr>
          <w:vertAlign w:val="superscript"/>
        </w:rPr>
        <w:t>o</w:t>
      </w:r>
      <w:r w:rsidRPr="00A33F64">
        <w:t> 95) :</w:t>
      </w:r>
    </w:p>
    <w:p w:rsidR="0062553F" w:rsidRPr="00A33F64" w:rsidRDefault="0062553F" w:rsidP="0062553F">
      <w:pPr>
        <w:pStyle w:val="SingleTxtG"/>
        <w:ind w:left="2835" w:hanging="567"/>
      </w:pPr>
      <w:r w:rsidRPr="00A33F64">
        <w:t>a)</w:t>
      </w:r>
      <w:r w:rsidRPr="00A33F64">
        <w:tab/>
        <w:t>Un signal de déclenchement a été émis ;</w:t>
      </w:r>
    </w:p>
    <w:p w:rsidR="0062553F" w:rsidRPr="00A33F64" w:rsidRDefault="0062553F" w:rsidP="0062553F">
      <w:pPr>
        <w:pStyle w:val="SingleTxtG"/>
        <w:ind w:left="2835" w:hanging="567"/>
      </w:pPr>
      <w:r w:rsidRPr="00A33F64">
        <w:t>b)</w:t>
      </w:r>
      <w:r w:rsidRPr="00A33F64">
        <w:tab/>
        <w:t>L’installation de l’AECD n’est pas perturbée par le choc subi par le véhicule.</w:t>
      </w:r>
    </w:p>
    <w:p w:rsidR="0062553F" w:rsidRPr="00A33F64" w:rsidRDefault="0062553F" w:rsidP="0062553F">
      <w:pPr>
        <w:pStyle w:val="SingleTxtG"/>
        <w:ind w:left="2268" w:hanging="1134"/>
      </w:pPr>
      <w:r w:rsidRPr="00A33F64">
        <w:t>35.5.2.2</w:t>
      </w:r>
      <w:r w:rsidRPr="00A33F64">
        <w:tab/>
        <w:t>Dans le cas des véhicules de la catégorie N</w:t>
      </w:r>
      <w:r w:rsidRPr="00A33F64">
        <w:rPr>
          <w:vertAlign w:val="subscript"/>
        </w:rPr>
        <w:t>1</w:t>
      </w:r>
      <w:r w:rsidRPr="00A33F64">
        <w:t xml:space="preserve"> sur lesquels le point R est situé à une hauteur supérieure à 700 mm :</w:t>
      </w:r>
    </w:p>
    <w:p w:rsidR="0062553F" w:rsidRPr="00A33F64" w:rsidRDefault="0062553F" w:rsidP="0062553F">
      <w:pPr>
        <w:pStyle w:val="SingleTxtG"/>
        <w:ind w:left="2268" w:hanging="1134"/>
      </w:pPr>
      <w:r w:rsidRPr="00A33F64">
        <w:t>35.5.2.2.1</w:t>
      </w:r>
      <w:r w:rsidRPr="00A33F64">
        <w:tab/>
        <w:t>Le constructeur doit apporter la preuve, documentation à l’appui (rapport, images, croquis ou documents équivalents), qu’un signal de déclenchement existe aux fins de l’AECS.</w:t>
      </w:r>
    </w:p>
    <w:p w:rsidR="0062553F" w:rsidRPr="00A33F64" w:rsidRDefault="0062553F" w:rsidP="0062553F">
      <w:pPr>
        <w:pStyle w:val="SingleTxtG"/>
        <w:ind w:left="2268" w:hanging="1134"/>
      </w:pPr>
      <w:r w:rsidRPr="00A33F64">
        <w:t>35.6</w:t>
      </w:r>
      <w:r w:rsidRPr="00A33F64">
        <w:tab/>
        <w:t>Commande de l’AECS</w:t>
      </w:r>
    </w:p>
    <w:p w:rsidR="0062553F" w:rsidRPr="00A33F64" w:rsidRDefault="0062553F" w:rsidP="0062553F">
      <w:pPr>
        <w:pStyle w:val="SingleTxtG"/>
        <w:ind w:left="2268"/>
      </w:pPr>
      <w:r w:rsidRPr="00A33F64">
        <w:t>Le véhicule soumis à l’essai d’homologation doit être équipé d’une commande d’AECS.</w:t>
      </w:r>
    </w:p>
    <w:p w:rsidR="0062553F" w:rsidRPr="00A33F64" w:rsidRDefault="0062553F" w:rsidP="0062553F">
      <w:pPr>
        <w:pStyle w:val="SingleTxtG"/>
        <w:ind w:left="2268" w:hanging="1134"/>
      </w:pPr>
      <w:r w:rsidRPr="00A33F64">
        <w:t>35.6.1</w:t>
      </w:r>
      <w:r w:rsidRPr="00A33F64">
        <w:tab/>
        <w:t xml:space="preserve">La commande d’AECS doit être installée de façon à satisfaire aux prescriptions en vigueur et aux dispositions transitoires du Règlement </w:t>
      </w:r>
      <w:r>
        <w:t xml:space="preserve">ONU </w:t>
      </w:r>
      <w:r w:rsidRPr="00A33F64">
        <w:t>n</w:t>
      </w:r>
      <w:r w:rsidRPr="00A33F64">
        <w:rPr>
          <w:vertAlign w:val="superscript"/>
        </w:rPr>
        <w:t>o</w:t>
      </w:r>
      <w:r w:rsidRPr="00A33F64">
        <w:t xml:space="preserve"> 121, série 01 d’amendements </w:t>
      </w:r>
      <w:r>
        <w:t xml:space="preserve">ou </w:t>
      </w:r>
      <w:r w:rsidRPr="00A33F64">
        <w:t>toute autre série ultérieure d’amendements.</w:t>
      </w:r>
    </w:p>
    <w:p w:rsidR="0062553F" w:rsidRPr="00A33F64" w:rsidRDefault="0062553F" w:rsidP="0062553F">
      <w:pPr>
        <w:pStyle w:val="SingleTxtG"/>
        <w:ind w:left="2268" w:hanging="1134"/>
      </w:pPr>
      <w:r w:rsidRPr="00A33F64">
        <w:t>35.6.2</w:t>
      </w:r>
      <w:r w:rsidRPr="00A33F64">
        <w:tab/>
        <w:t>La commande d’AECS doit être conçue et/ou placée de façon à réduire le risque d’activation par inadvertance.</w:t>
      </w:r>
    </w:p>
    <w:p w:rsidR="0062553F" w:rsidRPr="00A33F64" w:rsidRDefault="0062553F" w:rsidP="0062553F">
      <w:pPr>
        <w:pStyle w:val="SingleTxtG"/>
        <w:ind w:left="2268" w:hanging="1134"/>
      </w:pPr>
      <w:r w:rsidRPr="00A33F64">
        <w:t>35.6.3</w:t>
      </w:r>
      <w:r w:rsidRPr="00A33F64">
        <w:tab/>
        <w:t>Si la commande d’AECS fait partie d’un affichage multitâche, son activation doit être possible au moyen de deux actions délibérées au maximum.</w:t>
      </w:r>
    </w:p>
    <w:p w:rsidR="0062553F" w:rsidRPr="00A33F64" w:rsidRDefault="0062553F" w:rsidP="0062553F">
      <w:pPr>
        <w:pStyle w:val="SingleTxtG"/>
        <w:ind w:left="2268" w:hanging="1134"/>
      </w:pPr>
      <w:r w:rsidRPr="00A33F64">
        <w:t>35.6.4</w:t>
      </w:r>
      <w:r w:rsidRPr="00A33F64">
        <w:tab/>
        <w:t xml:space="preserve">Le fonctionnement de la commande d’AECS doit satisfaire aux prescriptions du </w:t>
      </w:r>
      <w:r w:rsidR="00C65359">
        <w:t xml:space="preserve">paragraphe </w:t>
      </w:r>
      <w:r w:rsidRPr="00A33F64">
        <w:t>1 de l’</w:t>
      </w:r>
      <w:r w:rsidR="00600AF5">
        <w:t xml:space="preserve">annexe </w:t>
      </w:r>
      <w:r w:rsidRPr="00A33F64">
        <w:t>11.</w:t>
      </w:r>
    </w:p>
    <w:p w:rsidR="0062553F" w:rsidRPr="00A33F64" w:rsidRDefault="0062553F" w:rsidP="0062553F">
      <w:pPr>
        <w:pStyle w:val="SingleTxtG"/>
        <w:ind w:left="2268" w:hanging="1134"/>
      </w:pPr>
      <w:r w:rsidRPr="00A33F64">
        <w:t>35.6.5</w:t>
      </w:r>
      <w:r w:rsidRPr="00A33F64">
        <w:tab/>
        <w:t>La désactivation de l’AECS au moyen d’une IHM ne doit pas être possible. Une désactivation temporaire doit être autorisée pour les opérations d’entretien et de réparation.</w:t>
      </w:r>
    </w:p>
    <w:p w:rsidR="0062553F" w:rsidRPr="00A33F64" w:rsidRDefault="0062553F" w:rsidP="0062553F">
      <w:pPr>
        <w:pStyle w:val="SingleTxtG"/>
        <w:ind w:left="2268" w:hanging="1134"/>
      </w:pPr>
      <w:r w:rsidRPr="00A33F64">
        <w:t>35.7</w:t>
      </w:r>
      <w:r w:rsidRPr="00A33F64">
        <w:tab/>
        <w:t>Informations concernant l’AECS et signal d’avertissement</w:t>
      </w:r>
    </w:p>
    <w:p w:rsidR="0062553F" w:rsidRPr="00A33F64" w:rsidRDefault="0062553F" w:rsidP="0062553F">
      <w:pPr>
        <w:pStyle w:val="SingleTxtG"/>
        <w:ind w:left="2268" w:hanging="1134"/>
      </w:pPr>
      <w:r w:rsidRPr="00A33F64">
        <w:t>35.7.1</w:t>
      </w:r>
      <w:r w:rsidRPr="00A33F64">
        <w:tab/>
        <w:t xml:space="preserve">Les informations AECS et/ou le signal d’avertissement doivent être installés de façon à satisfaire aux prescriptions du Règlement </w:t>
      </w:r>
      <w:r>
        <w:t xml:space="preserve">ONU </w:t>
      </w:r>
      <w:r w:rsidRPr="00A33F64">
        <w:t>n</w:t>
      </w:r>
      <w:r w:rsidRPr="00A33F64">
        <w:rPr>
          <w:vertAlign w:val="superscript"/>
        </w:rPr>
        <w:t>o</w:t>
      </w:r>
      <w:r w:rsidRPr="00A33F64">
        <w:t> 121, série 01 d’amendements ou toute autre série ultérieure.</w:t>
      </w:r>
    </w:p>
    <w:p w:rsidR="0062553F" w:rsidRPr="00A33F64" w:rsidRDefault="0062553F" w:rsidP="0062553F">
      <w:pPr>
        <w:pStyle w:val="SingleTxtG"/>
        <w:ind w:left="2268" w:hanging="1134"/>
      </w:pPr>
      <w:r w:rsidRPr="00A33F64">
        <w:t>35.7.2</w:t>
      </w:r>
      <w:r w:rsidRPr="00A33F64">
        <w:tab/>
        <w:t>Les informations ci-dessous doivent être communiquées à propos du statut de la procédure d’appel d’urgence lorsque l’AECS est déclenché de façon manuelle ou automatique :</w:t>
      </w:r>
    </w:p>
    <w:p w:rsidR="0062553F" w:rsidRPr="00A33F64" w:rsidRDefault="0062553F" w:rsidP="0062553F">
      <w:pPr>
        <w:pStyle w:val="SingleTxtG"/>
        <w:ind w:left="2835" w:hanging="567"/>
      </w:pPr>
      <w:r w:rsidRPr="00A33F64">
        <w:lastRenderedPageBreak/>
        <w:t>a)</w:t>
      </w:r>
      <w:r w:rsidRPr="00A33F64">
        <w:tab/>
        <w:t>Le système est activé (déclenchement de l’appel d’urgence, établissement de la connexion, transmission des données en cours ou achevée ou communication vocale en cours) ;</w:t>
      </w:r>
    </w:p>
    <w:p w:rsidR="0062553F" w:rsidRPr="00A33F64" w:rsidRDefault="0062553F" w:rsidP="0062553F">
      <w:pPr>
        <w:pStyle w:val="SingleTxtG"/>
        <w:ind w:left="2835" w:hanging="567"/>
      </w:pPr>
      <w:r w:rsidRPr="00A33F64">
        <w:t>b)</w:t>
      </w:r>
      <w:r w:rsidRPr="00A33F64">
        <w:tab/>
        <w:t>Échec de la transmission (échec de la connexion ou échec de la transmission de données).</w:t>
      </w:r>
    </w:p>
    <w:p w:rsidR="0062553F" w:rsidRPr="00A33F64" w:rsidRDefault="0062553F" w:rsidP="0062553F">
      <w:pPr>
        <w:pStyle w:val="SingleTxtG"/>
        <w:ind w:left="2268"/>
      </w:pPr>
      <w:r w:rsidRPr="00A33F64">
        <w:t>Ces deux situations doivent être conformes aux dispositions de l’</w:t>
      </w:r>
      <w:r w:rsidR="00600AF5">
        <w:t xml:space="preserve">annexe </w:t>
      </w:r>
      <w:r w:rsidRPr="00A33F64">
        <w:t xml:space="preserve">11, respectivement aux </w:t>
      </w:r>
      <w:r w:rsidR="00C65359">
        <w:t xml:space="preserve">paragraphes </w:t>
      </w:r>
      <w:r w:rsidRPr="00A33F64">
        <w:t>1 et 2.</w:t>
      </w:r>
    </w:p>
    <w:p w:rsidR="0062553F" w:rsidRPr="0056022A" w:rsidRDefault="0062553F" w:rsidP="0062553F">
      <w:pPr>
        <w:pStyle w:val="SingleTxtG"/>
        <w:ind w:left="2268" w:hanging="1134"/>
        <w:rPr>
          <w:spacing w:val="-2"/>
        </w:rPr>
      </w:pPr>
      <w:r w:rsidRPr="0056022A">
        <w:rPr>
          <w:spacing w:val="-2"/>
        </w:rPr>
        <w:t>35.7.3</w:t>
      </w:r>
      <w:r w:rsidRPr="0056022A">
        <w:rPr>
          <w:spacing w:val="-2"/>
        </w:rPr>
        <w:tab/>
        <w:t>Un signal d’avertissement doit être émis en cas de défaillance interne de l’AECS ; ce signal doit être affiché aussi longtemps que dure la défaillance. Il peut être effacé temporairement, mais doit se rallumer chaque fois que l’allumage du véhicule ou le coupe-circuit principal sont activés (selon le cas).</w:t>
      </w:r>
    </w:p>
    <w:p w:rsidR="0062553F" w:rsidRPr="00A33F64" w:rsidRDefault="0062553F" w:rsidP="0062553F">
      <w:pPr>
        <w:pStyle w:val="SingleTxtG"/>
        <w:ind w:left="2268" w:hanging="1134"/>
      </w:pPr>
      <w:r w:rsidRPr="00A33F64">
        <w:t>35.7.3.1</w:t>
      </w:r>
      <w:r w:rsidRPr="00A33F64">
        <w:tab/>
        <w:t>Le constructeur doit fournir à l’autorité d’homologation une documentation technique pour lui expliquer, dans des termes généraux, comment sont signalées les défaillances. Cette documentation doit être mise à jour par le constructeur et doit pouvoir être consultée par le service technique au moment de l’homologation de type.</w:t>
      </w:r>
    </w:p>
    <w:p w:rsidR="0062553F" w:rsidRPr="00A33F64" w:rsidRDefault="0062553F" w:rsidP="0062553F">
      <w:pPr>
        <w:pStyle w:val="SingleTxtG"/>
        <w:ind w:left="2268"/>
      </w:pPr>
      <w:r w:rsidRPr="00A33F64">
        <w:t>La documentation ci-dessus doit couvr</w:t>
      </w:r>
      <w:r>
        <w:t>ir au moins les points suivants :</w:t>
      </w:r>
    </w:p>
    <w:p w:rsidR="0062553F" w:rsidRPr="006921EE" w:rsidRDefault="0062553F" w:rsidP="0062553F">
      <w:pPr>
        <w:pStyle w:val="Titre1"/>
        <w:spacing w:after="120"/>
        <w:rPr>
          <w:b/>
        </w:rPr>
      </w:pPr>
      <w:r w:rsidRPr="00A33F64">
        <w:t xml:space="preserve">Tableau 4 </w:t>
      </w:r>
      <w:r w:rsidRPr="00A33F64">
        <w:br/>
      </w:r>
      <w:r w:rsidRPr="006921EE">
        <w:rPr>
          <w:b/>
        </w:rPr>
        <w:t>Modèle d’information de la fonction d’autotest</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5"/>
        <w:gridCol w:w="2729"/>
        <w:gridCol w:w="3690"/>
      </w:tblGrid>
      <w:tr w:rsidR="0062553F" w:rsidRPr="00C62650" w:rsidTr="00431ADD">
        <w:trPr>
          <w:tblHeader/>
        </w:trPr>
        <w:tc>
          <w:tcPr>
            <w:tcW w:w="4173" w:type="dxa"/>
            <w:gridSpan w:val="2"/>
            <w:shd w:val="clear" w:color="auto" w:fill="FFFFFF"/>
            <w:noWrap/>
            <w:vAlign w:val="center"/>
            <w:hideMark/>
          </w:tcPr>
          <w:p w:rsidR="0062553F" w:rsidRPr="00C62650" w:rsidRDefault="0062553F" w:rsidP="00431ADD">
            <w:pPr>
              <w:spacing w:before="60" w:after="60" w:line="220" w:lineRule="atLeast"/>
              <w:ind w:left="57" w:right="57"/>
              <w:jc w:val="center"/>
              <w:rPr>
                <w:i/>
                <w:sz w:val="16"/>
                <w:szCs w:val="16"/>
                <w:lang w:eastAsia="en-GB"/>
              </w:rPr>
            </w:pPr>
            <w:r w:rsidRPr="00C62650">
              <w:rPr>
                <w:i/>
                <w:sz w:val="16"/>
                <w:szCs w:val="16"/>
                <w:lang w:eastAsia="en-GB"/>
              </w:rPr>
              <w:t>Point</w:t>
            </w:r>
          </w:p>
        </w:tc>
        <w:tc>
          <w:tcPr>
            <w:tcW w:w="3198" w:type="dxa"/>
            <w:vMerge w:val="restart"/>
            <w:shd w:val="clear" w:color="auto" w:fill="FFFFFF"/>
            <w:vAlign w:val="bottom"/>
            <w:hideMark/>
          </w:tcPr>
          <w:p w:rsidR="0062553F" w:rsidRPr="00C62650" w:rsidRDefault="0062553F" w:rsidP="00431ADD">
            <w:pPr>
              <w:spacing w:before="60" w:after="60" w:line="220" w:lineRule="atLeast"/>
              <w:ind w:left="57" w:right="57"/>
              <w:rPr>
                <w:bCs/>
                <w:i/>
                <w:sz w:val="16"/>
                <w:szCs w:val="16"/>
                <w:lang w:eastAsia="en-GB"/>
              </w:rPr>
            </w:pPr>
            <w:r w:rsidRPr="00C62650">
              <w:rPr>
                <w:bCs/>
                <w:i/>
                <w:sz w:val="16"/>
                <w:szCs w:val="16"/>
                <w:lang w:eastAsia="en-GB"/>
              </w:rPr>
              <w:t>Note</w:t>
            </w:r>
          </w:p>
        </w:tc>
      </w:tr>
      <w:tr w:rsidR="0062553F" w:rsidRPr="00C62650" w:rsidTr="00431ADD">
        <w:trPr>
          <w:trHeight w:val="341"/>
          <w:tblHeader/>
        </w:trPr>
        <w:tc>
          <w:tcPr>
            <w:tcW w:w="1808" w:type="dxa"/>
            <w:shd w:val="clear" w:color="auto" w:fill="FFFFFF"/>
            <w:noWrap/>
            <w:vAlign w:val="center"/>
            <w:hideMark/>
          </w:tcPr>
          <w:p w:rsidR="0062553F" w:rsidRPr="00C62650" w:rsidRDefault="0062553F" w:rsidP="00431ADD">
            <w:pPr>
              <w:spacing w:before="60" w:after="60" w:line="220" w:lineRule="atLeast"/>
              <w:ind w:left="57" w:right="57"/>
              <w:rPr>
                <w:i/>
                <w:sz w:val="16"/>
                <w:szCs w:val="16"/>
                <w:lang w:eastAsia="en-GB"/>
              </w:rPr>
            </w:pPr>
            <w:r w:rsidRPr="00C62650">
              <w:rPr>
                <w:i/>
                <w:sz w:val="16"/>
                <w:szCs w:val="16"/>
                <w:lang w:eastAsia="en-GB"/>
              </w:rPr>
              <w:t>Élément</w:t>
            </w:r>
          </w:p>
        </w:tc>
        <w:tc>
          <w:tcPr>
            <w:tcW w:w="2365" w:type="dxa"/>
            <w:shd w:val="clear" w:color="auto" w:fill="FFFFFF"/>
            <w:vAlign w:val="center"/>
            <w:hideMark/>
          </w:tcPr>
          <w:p w:rsidR="0062553F" w:rsidRPr="00C62650" w:rsidRDefault="0062553F" w:rsidP="00431ADD">
            <w:pPr>
              <w:spacing w:before="60" w:after="60" w:line="220" w:lineRule="atLeast"/>
              <w:ind w:left="57" w:right="57"/>
              <w:rPr>
                <w:i/>
                <w:sz w:val="16"/>
                <w:szCs w:val="16"/>
                <w:lang w:eastAsia="en-GB"/>
              </w:rPr>
            </w:pPr>
            <w:r w:rsidRPr="00C62650">
              <w:rPr>
                <w:i/>
                <w:sz w:val="16"/>
                <w:szCs w:val="16"/>
                <w:lang w:eastAsia="en-GB"/>
              </w:rPr>
              <w:t>Type de défaillance</w:t>
            </w:r>
          </w:p>
        </w:tc>
        <w:tc>
          <w:tcPr>
            <w:tcW w:w="3198" w:type="dxa"/>
            <w:vMerge/>
            <w:vAlign w:val="center"/>
            <w:hideMark/>
          </w:tcPr>
          <w:p w:rsidR="0062553F" w:rsidRPr="00C62650" w:rsidRDefault="0062553F" w:rsidP="00431ADD">
            <w:pPr>
              <w:spacing w:before="60" w:after="60" w:line="220" w:lineRule="atLeast"/>
              <w:ind w:left="57" w:right="57"/>
              <w:rPr>
                <w:bCs/>
                <w:i/>
                <w:sz w:val="16"/>
                <w:szCs w:val="16"/>
                <w:lang w:eastAsia="en-GB"/>
              </w:rPr>
            </w:pPr>
          </w:p>
        </w:tc>
      </w:tr>
      <w:tr w:rsidR="0062553F" w:rsidRPr="00C62650" w:rsidTr="00431ADD">
        <w:trPr>
          <w:trHeight w:val="20"/>
        </w:trPr>
        <w:tc>
          <w:tcPr>
            <w:tcW w:w="1808" w:type="dxa"/>
            <w:shd w:val="clear" w:color="auto" w:fill="auto"/>
            <w:noWrap/>
            <w:hideMark/>
          </w:tcPr>
          <w:p w:rsidR="0062553F" w:rsidRPr="00C62650" w:rsidRDefault="0062553F" w:rsidP="00431ADD">
            <w:pPr>
              <w:spacing w:before="60" w:after="60" w:line="220" w:lineRule="atLeast"/>
              <w:ind w:left="57" w:right="57"/>
              <w:rPr>
                <w:lang w:eastAsia="en-GB"/>
              </w:rPr>
            </w:pPr>
            <w:r w:rsidRPr="00C62650">
              <w:rPr>
                <w:iCs/>
              </w:rPr>
              <w:t>Module de commande</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Défaillance interne</w:t>
            </w:r>
          </w:p>
        </w:tc>
        <w:tc>
          <w:tcPr>
            <w:tcW w:w="3198"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Par exemple : défaillance du matériel, chien de garde, checksum, ou encore intégrité de l</w:t>
            </w:r>
            <w:r>
              <w:rPr>
                <w:lang w:eastAsia="en-GB"/>
              </w:rPr>
              <w:t>’</w:t>
            </w:r>
            <w:r w:rsidRPr="00C62650">
              <w:rPr>
                <w:lang w:eastAsia="en-GB"/>
              </w:rPr>
              <w:t>image du logiciel.</w:t>
            </w:r>
          </w:p>
        </w:tc>
      </w:tr>
      <w:tr w:rsidR="0062553F" w:rsidRPr="00C62650" w:rsidTr="00431ADD">
        <w:trPr>
          <w:trHeight w:val="20"/>
        </w:trPr>
        <w:tc>
          <w:tcPr>
            <w:tcW w:w="1808" w:type="dxa"/>
            <w:vMerge w:val="restart"/>
            <w:shd w:val="clear" w:color="auto" w:fill="auto"/>
            <w:noWrap/>
            <w:vAlign w:val="center"/>
            <w:hideMark/>
          </w:tcPr>
          <w:p w:rsidR="0062553F" w:rsidRPr="00C62650" w:rsidRDefault="0062553F" w:rsidP="00431ADD">
            <w:pPr>
              <w:spacing w:before="60" w:after="60" w:line="220" w:lineRule="atLeast"/>
              <w:ind w:left="57" w:right="57"/>
              <w:rPr>
                <w:lang w:eastAsia="en-GB"/>
              </w:rPr>
            </w:pPr>
            <w:r w:rsidRPr="00C62650">
              <w:rPr>
                <w:iCs/>
              </w:rPr>
              <w:t xml:space="preserve">Module </w:t>
            </w:r>
            <w:r w:rsidRPr="00C62650">
              <w:rPr>
                <w:lang w:eastAsia="en-GB"/>
              </w:rPr>
              <w:t>de communication</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Défaillance du branchement électrique/ou du module de communication</w:t>
            </w:r>
          </w:p>
        </w:tc>
        <w:tc>
          <w:tcPr>
            <w:tcW w:w="3198"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Une défaillance du module de communication peut être détectée par l</w:t>
            </w:r>
            <w:r>
              <w:rPr>
                <w:bCs/>
                <w:lang w:eastAsia="en-GB"/>
              </w:rPr>
              <w:t>’</w:t>
            </w:r>
            <w:r w:rsidRPr="00C62650">
              <w:rPr>
                <w:bCs/>
                <w:lang w:eastAsia="en-GB"/>
              </w:rPr>
              <w:t>absence de communication numérique entre le module de commande et le module de communication.</w:t>
            </w:r>
          </w:p>
        </w:tc>
      </w:tr>
      <w:tr w:rsidR="0062553F" w:rsidRPr="00C62650" w:rsidTr="00431ADD">
        <w:trPr>
          <w:trHeight w:val="20"/>
        </w:trPr>
        <w:tc>
          <w:tcPr>
            <w:tcW w:w="1808" w:type="dxa"/>
            <w:vMerge/>
            <w:shd w:val="clear" w:color="auto" w:fill="auto"/>
            <w:noWrap/>
            <w:hideMark/>
          </w:tcPr>
          <w:p w:rsidR="0062553F" w:rsidRPr="00C62650" w:rsidRDefault="0062553F" w:rsidP="00431ADD">
            <w:pPr>
              <w:spacing w:before="60" w:after="60" w:line="220" w:lineRule="atLeast"/>
              <w:ind w:left="57" w:right="57"/>
              <w:rPr>
                <w:bCs/>
                <w:lang w:eastAsia="en-GB"/>
              </w:rPr>
            </w:pPr>
          </w:p>
        </w:tc>
        <w:tc>
          <w:tcPr>
            <w:tcW w:w="2365"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Défaillance interne</w:t>
            </w:r>
          </w:p>
        </w:tc>
        <w:tc>
          <w:tcPr>
            <w:tcW w:w="3198"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Ce point concerne une fonction indispensable : en cas de défaillance, l</w:t>
            </w:r>
            <w:r>
              <w:rPr>
                <w:bCs/>
                <w:lang w:eastAsia="en-GB"/>
              </w:rPr>
              <w:t>’</w:t>
            </w:r>
            <w:r w:rsidRPr="00C62650">
              <w:rPr>
                <w:bCs/>
                <w:lang w:eastAsia="en-GB"/>
              </w:rPr>
              <w:t>AECS est paralysé.</w:t>
            </w:r>
          </w:p>
        </w:tc>
      </w:tr>
      <w:tr w:rsidR="0062553F" w:rsidRPr="00C62650" w:rsidTr="00431ADD">
        <w:trPr>
          <w:trHeight w:val="20"/>
        </w:trPr>
        <w:tc>
          <w:tcPr>
            <w:tcW w:w="1808" w:type="dxa"/>
            <w:vMerge w:val="restart"/>
            <w:shd w:val="clear" w:color="auto" w:fill="auto"/>
            <w:noWrap/>
            <w:vAlign w:val="center"/>
            <w:hideMark/>
          </w:tcPr>
          <w:p w:rsidR="0062553F" w:rsidRPr="00C62650" w:rsidRDefault="0062553F" w:rsidP="00431ADD">
            <w:pPr>
              <w:spacing w:before="60" w:after="60" w:line="220" w:lineRule="atLeast"/>
              <w:ind w:left="57" w:right="57"/>
              <w:rPr>
                <w:lang w:eastAsia="en-GB"/>
              </w:rPr>
            </w:pPr>
            <w:r w:rsidRPr="00C62650">
              <w:rPr>
                <w:lang w:eastAsia="en-GB"/>
              </w:rPr>
              <w:t>Récepteur GNSS</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bCs/>
                <w:lang w:eastAsia="en-GB"/>
              </w:rPr>
              <w:t xml:space="preserve">Défaillance </w:t>
            </w:r>
            <w:r w:rsidRPr="00C62650">
              <w:rPr>
                <w:lang w:eastAsia="en-GB"/>
              </w:rPr>
              <w:t>du branchement électrique et/ou du module de communication</w:t>
            </w:r>
          </w:p>
        </w:tc>
        <w:tc>
          <w:tcPr>
            <w:tcW w:w="3198" w:type="dxa"/>
            <w:shd w:val="clear" w:color="auto" w:fill="auto"/>
          </w:tcPr>
          <w:p w:rsidR="0062553F" w:rsidRPr="00C62650" w:rsidRDefault="0062553F" w:rsidP="00431ADD">
            <w:pPr>
              <w:spacing w:before="60" w:after="60" w:line="220" w:lineRule="atLeast"/>
              <w:ind w:left="57" w:right="57"/>
              <w:rPr>
                <w:lang w:eastAsia="en-GB"/>
              </w:rPr>
            </w:pPr>
            <w:r w:rsidRPr="00C62650">
              <w:rPr>
                <w:lang w:eastAsia="en-GB"/>
              </w:rPr>
              <w:t>Homologation facultative</w:t>
            </w:r>
          </w:p>
        </w:tc>
      </w:tr>
      <w:tr w:rsidR="0062553F" w:rsidRPr="00C62650" w:rsidTr="00431ADD">
        <w:trPr>
          <w:trHeight w:val="20"/>
        </w:trPr>
        <w:tc>
          <w:tcPr>
            <w:tcW w:w="1808" w:type="dxa"/>
            <w:vMerge/>
            <w:shd w:val="clear" w:color="auto" w:fill="auto"/>
            <w:noWrap/>
            <w:hideMark/>
          </w:tcPr>
          <w:p w:rsidR="0062553F" w:rsidRPr="00C62650" w:rsidRDefault="0062553F" w:rsidP="00431ADD">
            <w:pPr>
              <w:spacing w:before="60" w:after="60" w:line="220" w:lineRule="atLeast"/>
              <w:ind w:left="57" w:right="57"/>
              <w:rPr>
                <w:lang w:eastAsia="en-GB"/>
              </w:rPr>
            </w:pPr>
          </w:p>
        </w:tc>
        <w:tc>
          <w:tcPr>
            <w:tcW w:w="2365"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lang w:eastAsia="en-GB"/>
              </w:rPr>
              <w:t>Défaillance interne</w:t>
            </w:r>
          </w:p>
        </w:tc>
        <w:tc>
          <w:tcPr>
            <w:tcW w:w="3198" w:type="dxa"/>
            <w:shd w:val="clear" w:color="auto" w:fill="auto"/>
          </w:tcPr>
          <w:p w:rsidR="0062553F" w:rsidRPr="00C62650" w:rsidRDefault="0062553F" w:rsidP="00431ADD">
            <w:pPr>
              <w:spacing w:before="60" w:after="60" w:line="220" w:lineRule="atLeast"/>
              <w:ind w:left="57" w:right="57"/>
              <w:rPr>
                <w:lang w:eastAsia="en-GB"/>
              </w:rPr>
            </w:pPr>
            <w:r w:rsidRPr="00C62650">
              <w:rPr>
                <w:lang w:eastAsia="en-GB"/>
              </w:rPr>
              <w:t>Homologation facultative</w:t>
            </w:r>
          </w:p>
        </w:tc>
      </w:tr>
      <w:tr w:rsidR="0062553F" w:rsidRPr="00C62650" w:rsidTr="00431ADD">
        <w:trPr>
          <w:trHeight w:val="20"/>
        </w:trPr>
        <w:tc>
          <w:tcPr>
            <w:tcW w:w="1808" w:type="dxa"/>
            <w:shd w:val="clear" w:color="auto" w:fill="auto"/>
            <w:noWrap/>
            <w:hideMark/>
          </w:tcPr>
          <w:p w:rsidR="0062553F" w:rsidRPr="00C62650" w:rsidRDefault="0062553F" w:rsidP="00431ADD">
            <w:pPr>
              <w:spacing w:before="60" w:after="60" w:line="220" w:lineRule="atLeast"/>
              <w:ind w:left="57" w:right="57"/>
              <w:rPr>
                <w:lang w:eastAsia="en-GB"/>
              </w:rPr>
            </w:pPr>
            <w:r w:rsidRPr="00C62650">
              <w:t>Antenne de réseau mobile</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62553F" w:rsidRPr="00C62650" w:rsidRDefault="0062553F" w:rsidP="00431ADD">
            <w:pPr>
              <w:spacing w:before="60" w:after="60" w:line="220" w:lineRule="atLeast"/>
              <w:ind w:left="57" w:right="57"/>
              <w:rPr>
                <w:lang w:eastAsia="en-GB"/>
              </w:rPr>
            </w:pPr>
          </w:p>
        </w:tc>
      </w:tr>
      <w:tr w:rsidR="0062553F" w:rsidRPr="00C62650" w:rsidTr="00431ADD">
        <w:trPr>
          <w:trHeight w:val="20"/>
        </w:trPr>
        <w:tc>
          <w:tcPr>
            <w:tcW w:w="1808" w:type="dxa"/>
            <w:shd w:val="clear" w:color="auto" w:fill="auto"/>
            <w:noWrap/>
            <w:hideMark/>
          </w:tcPr>
          <w:p w:rsidR="0062553F" w:rsidRPr="00C62650" w:rsidRDefault="0062553F" w:rsidP="00431ADD">
            <w:pPr>
              <w:spacing w:before="60" w:after="60" w:line="220" w:lineRule="atLeast"/>
              <w:ind w:left="57" w:right="57"/>
              <w:rPr>
                <w:lang w:eastAsia="en-GB"/>
              </w:rPr>
            </w:pPr>
            <w:r w:rsidRPr="00C62650">
              <w:t>Antenne GNSS</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électrique</w:t>
            </w:r>
          </w:p>
        </w:tc>
        <w:tc>
          <w:tcPr>
            <w:tcW w:w="3198" w:type="dxa"/>
            <w:shd w:val="clear" w:color="auto" w:fill="auto"/>
          </w:tcPr>
          <w:p w:rsidR="0062553F" w:rsidRPr="00C62650" w:rsidRDefault="0062553F" w:rsidP="00431ADD">
            <w:pPr>
              <w:spacing w:before="60" w:after="60" w:line="220" w:lineRule="atLeast"/>
              <w:ind w:left="57" w:right="57"/>
              <w:rPr>
                <w:lang w:eastAsia="en-GB"/>
              </w:rPr>
            </w:pPr>
            <w:r w:rsidRPr="00C62650">
              <w:rPr>
                <w:lang w:eastAsia="en-GB"/>
              </w:rPr>
              <w:t>Homologation facultative</w:t>
            </w:r>
          </w:p>
        </w:tc>
      </w:tr>
      <w:tr w:rsidR="0062553F" w:rsidRPr="00C62650" w:rsidTr="00431ADD">
        <w:trPr>
          <w:trHeight w:val="20"/>
        </w:trPr>
        <w:tc>
          <w:tcPr>
            <w:tcW w:w="1808" w:type="dxa"/>
            <w:vMerge w:val="restart"/>
            <w:shd w:val="clear" w:color="auto" w:fill="auto"/>
            <w:noWrap/>
            <w:vAlign w:val="center"/>
            <w:hideMark/>
          </w:tcPr>
          <w:p w:rsidR="0062553F" w:rsidRPr="00C62650" w:rsidRDefault="0062553F" w:rsidP="00431ADD">
            <w:pPr>
              <w:spacing w:before="60" w:after="60" w:line="220" w:lineRule="atLeast"/>
              <w:ind w:left="57" w:right="57"/>
              <w:rPr>
                <w:lang w:eastAsia="en-GB"/>
              </w:rPr>
            </w:pPr>
            <w:r w:rsidRPr="00C62650">
              <w:rPr>
                <w:lang w:eastAsia="en-GB"/>
              </w:rPr>
              <w:t>CCU</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électrique</w:t>
            </w:r>
          </w:p>
        </w:tc>
        <w:tc>
          <w:tcPr>
            <w:tcW w:w="3198"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Système de détection des chocs ou dispositif de déclenchement, par exemple.</w:t>
            </w:r>
          </w:p>
        </w:tc>
      </w:tr>
      <w:tr w:rsidR="0062553F" w:rsidRPr="00C62650" w:rsidTr="00431ADD">
        <w:trPr>
          <w:trHeight w:val="20"/>
        </w:trPr>
        <w:tc>
          <w:tcPr>
            <w:tcW w:w="1808" w:type="dxa"/>
            <w:vMerge/>
            <w:shd w:val="clear" w:color="auto" w:fill="auto"/>
            <w:noWrap/>
            <w:hideMark/>
          </w:tcPr>
          <w:p w:rsidR="0062553F" w:rsidRPr="00C62650" w:rsidRDefault="0062553F" w:rsidP="00431ADD">
            <w:pPr>
              <w:spacing w:before="60" w:after="60" w:line="220" w:lineRule="atLeast"/>
              <w:ind w:left="57" w:right="57"/>
              <w:rPr>
                <w:bCs/>
                <w:lang w:eastAsia="en-GB"/>
              </w:rPr>
            </w:pPr>
          </w:p>
        </w:tc>
        <w:tc>
          <w:tcPr>
            <w:tcW w:w="2365"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 xml:space="preserve">Défaillance </w:t>
            </w:r>
            <w:r w:rsidRPr="00C62650">
              <w:rPr>
                <w:lang w:eastAsia="en-GB"/>
              </w:rPr>
              <w:t>interne</w:t>
            </w:r>
          </w:p>
        </w:tc>
        <w:tc>
          <w:tcPr>
            <w:tcW w:w="3198"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Si le système de détection n</w:t>
            </w:r>
            <w:r>
              <w:rPr>
                <w:bCs/>
                <w:lang w:eastAsia="en-GB"/>
              </w:rPr>
              <w:t>’</w:t>
            </w:r>
            <w:r w:rsidRPr="00C62650">
              <w:rPr>
                <w:bCs/>
                <w:lang w:eastAsia="en-GB"/>
              </w:rPr>
              <w:t>est pas en bon état l</w:t>
            </w:r>
            <w:r>
              <w:rPr>
                <w:bCs/>
                <w:lang w:eastAsia="en-GB"/>
              </w:rPr>
              <w:t>’</w:t>
            </w:r>
            <w:r w:rsidRPr="00C62650">
              <w:rPr>
                <w:bCs/>
                <w:lang w:eastAsia="en-GB"/>
              </w:rPr>
              <w:t>appel d</w:t>
            </w:r>
            <w:r>
              <w:rPr>
                <w:bCs/>
                <w:lang w:eastAsia="en-GB"/>
              </w:rPr>
              <w:t>’</w:t>
            </w:r>
            <w:r w:rsidRPr="00C62650">
              <w:rPr>
                <w:bCs/>
                <w:lang w:eastAsia="en-GB"/>
              </w:rPr>
              <w:t>urgence est impossible.</w:t>
            </w:r>
          </w:p>
        </w:tc>
      </w:tr>
      <w:tr w:rsidR="0062553F" w:rsidRPr="00C62650" w:rsidTr="00431ADD">
        <w:trPr>
          <w:trHeight w:val="20"/>
        </w:trPr>
        <w:tc>
          <w:tcPr>
            <w:tcW w:w="1808" w:type="dxa"/>
            <w:shd w:val="clear" w:color="auto" w:fill="auto"/>
            <w:noWrap/>
            <w:hideMark/>
          </w:tcPr>
          <w:p w:rsidR="0062553F" w:rsidRPr="00C62650" w:rsidRDefault="0062553F" w:rsidP="00431ADD">
            <w:pPr>
              <w:spacing w:before="60" w:after="60" w:line="220" w:lineRule="atLeast"/>
              <w:ind w:left="57" w:right="57"/>
              <w:rPr>
                <w:lang w:eastAsia="en-GB"/>
              </w:rPr>
            </w:pPr>
            <w:r w:rsidRPr="00C62650">
              <w:rPr>
                <w:lang w:eastAsia="en-GB"/>
              </w:rPr>
              <w:t>Alimentation électrique</w:t>
            </w:r>
          </w:p>
        </w:tc>
        <w:tc>
          <w:tcPr>
            <w:tcW w:w="2365"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électrique</w:t>
            </w:r>
          </w:p>
        </w:tc>
        <w:tc>
          <w:tcPr>
            <w:tcW w:w="3198" w:type="dxa"/>
            <w:shd w:val="clear" w:color="auto" w:fill="auto"/>
            <w:hideMark/>
          </w:tcPr>
          <w:p w:rsidR="0062553F" w:rsidRPr="00C62650" w:rsidRDefault="0062553F" w:rsidP="00431ADD">
            <w:pPr>
              <w:spacing w:before="60" w:after="60" w:line="220" w:lineRule="atLeast"/>
              <w:ind w:left="57" w:right="57"/>
              <w:rPr>
                <w:lang w:eastAsia="en-GB"/>
              </w:rPr>
            </w:pPr>
            <w:r w:rsidRPr="00C62650">
              <w:rPr>
                <w:lang w:eastAsia="en-GB"/>
              </w:rPr>
              <w:t>Branchement d</w:t>
            </w:r>
            <w:r>
              <w:rPr>
                <w:lang w:eastAsia="en-GB"/>
              </w:rPr>
              <w:t>’</w:t>
            </w:r>
            <w:r w:rsidRPr="00C62650">
              <w:rPr>
                <w:lang w:eastAsia="en-GB"/>
              </w:rPr>
              <w:t>une batterie spéciale.</w:t>
            </w:r>
          </w:p>
        </w:tc>
      </w:tr>
      <w:tr w:rsidR="0062553F" w:rsidRPr="00C62650" w:rsidTr="00431ADD">
        <w:trPr>
          <w:trHeight w:val="20"/>
        </w:trPr>
        <w:tc>
          <w:tcPr>
            <w:tcW w:w="1808" w:type="dxa"/>
            <w:shd w:val="clear" w:color="auto" w:fill="auto"/>
            <w:noWrap/>
            <w:hideMark/>
          </w:tcPr>
          <w:p w:rsidR="0062553F" w:rsidRPr="00C62650" w:rsidRDefault="0062553F" w:rsidP="00431ADD">
            <w:pPr>
              <w:keepNext/>
              <w:spacing w:before="60" w:after="60" w:line="220" w:lineRule="atLeast"/>
              <w:ind w:left="57" w:right="57"/>
              <w:rPr>
                <w:lang w:eastAsia="en-GB"/>
              </w:rPr>
            </w:pPr>
            <w:r w:rsidRPr="00C62650">
              <w:rPr>
                <w:lang w:eastAsia="en-GB"/>
              </w:rPr>
              <w:t>SIM</w:t>
            </w:r>
          </w:p>
        </w:tc>
        <w:tc>
          <w:tcPr>
            <w:tcW w:w="2365" w:type="dxa"/>
            <w:shd w:val="clear" w:color="auto" w:fill="auto"/>
            <w:hideMark/>
          </w:tcPr>
          <w:p w:rsidR="0062553F" w:rsidRPr="00C62650" w:rsidRDefault="0062553F" w:rsidP="00431ADD">
            <w:pPr>
              <w:keepNext/>
              <w:spacing w:before="60" w:after="60" w:line="220" w:lineRule="atLeast"/>
              <w:ind w:left="57" w:right="57"/>
              <w:rPr>
                <w:lang w:eastAsia="en-GB"/>
              </w:rPr>
            </w:pPr>
            <w:r w:rsidRPr="00C62650">
              <w:rPr>
                <w:lang w:eastAsia="en-GB"/>
              </w:rPr>
              <w:t>Néant</w:t>
            </w:r>
          </w:p>
        </w:tc>
        <w:tc>
          <w:tcPr>
            <w:tcW w:w="3198" w:type="dxa"/>
            <w:shd w:val="clear" w:color="auto" w:fill="auto"/>
            <w:hideMark/>
          </w:tcPr>
          <w:p w:rsidR="0062553F" w:rsidRPr="00C62650" w:rsidRDefault="0062553F" w:rsidP="00431ADD">
            <w:pPr>
              <w:keepNext/>
              <w:spacing w:before="60" w:after="60" w:line="220" w:lineRule="atLeast"/>
              <w:ind w:left="57" w:right="57"/>
              <w:rPr>
                <w:bCs/>
                <w:lang w:eastAsia="en-GB"/>
              </w:rPr>
            </w:pPr>
            <w:r w:rsidRPr="00C62650">
              <w:rPr>
                <w:bCs/>
                <w:lang w:eastAsia="en-GB"/>
              </w:rPr>
              <w:t>Seulement en cas d</w:t>
            </w:r>
            <w:r>
              <w:rPr>
                <w:bCs/>
                <w:lang w:eastAsia="en-GB"/>
              </w:rPr>
              <w:t>’</w:t>
            </w:r>
            <w:r w:rsidRPr="00C62650">
              <w:rPr>
                <w:bCs/>
                <w:lang w:eastAsia="en-GB"/>
              </w:rPr>
              <w:t>utilisation d</w:t>
            </w:r>
            <w:r>
              <w:rPr>
                <w:bCs/>
                <w:lang w:eastAsia="en-GB"/>
              </w:rPr>
              <w:t>’</w:t>
            </w:r>
            <w:r w:rsidRPr="00C62650">
              <w:rPr>
                <w:bCs/>
                <w:lang w:eastAsia="en-GB"/>
              </w:rPr>
              <w:t>une carte SIM extractible.</w:t>
            </w:r>
          </w:p>
        </w:tc>
      </w:tr>
      <w:tr w:rsidR="0062553F" w:rsidRPr="00C62650" w:rsidTr="00431ADD">
        <w:trPr>
          <w:trHeight w:val="20"/>
        </w:trPr>
        <w:tc>
          <w:tcPr>
            <w:tcW w:w="1808" w:type="dxa"/>
            <w:shd w:val="clear" w:color="auto" w:fill="auto"/>
            <w:noWrap/>
            <w:hideMark/>
          </w:tcPr>
          <w:p w:rsidR="0062553F" w:rsidRPr="00C62650" w:rsidRDefault="0062553F" w:rsidP="00431ADD">
            <w:pPr>
              <w:spacing w:before="60" w:after="60" w:line="220" w:lineRule="atLeast"/>
              <w:ind w:left="57" w:right="57"/>
              <w:rPr>
                <w:iCs/>
                <w:lang w:eastAsia="en-GB"/>
              </w:rPr>
            </w:pPr>
            <w:r w:rsidRPr="00C62650">
              <w:rPr>
                <w:iCs/>
              </w:rPr>
              <w:t xml:space="preserve">Alimentation électrique </w:t>
            </w:r>
            <w:r w:rsidRPr="00C62650">
              <w:rPr>
                <w:iCs/>
              </w:rPr>
              <w:br/>
              <w:t>de secours</w:t>
            </w:r>
            <w:r>
              <w:rPr>
                <w:iCs/>
              </w:rPr>
              <w:t xml:space="preserve"> </w:t>
            </w:r>
            <w:r w:rsidRPr="00C62650">
              <w:rPr>
                <w:iCs/>
              </w:rPr>
              <w:t>(le cas échéant)</w:t>
            </w:r>
          </w:p>
        </w:tc>
        <w:tc>
          <w:tcPr>
            <w:tcW w:w="2365"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État de charge critique (seuil fixé par le constructeur)</w:t>
            </w:r>
          </w:p>
        </w:tc>
        <w:tc>
          <w:tcPr>
            <w:tcW w:w="3198" w:type="dxa"/>
            <w:shd w:val="clear" w:color="auto" w:fill="auto"/>
            <w:hideMark/>
          </w:tcPr>
          <w:p w:rsidR="0062553F" w:rsidRPr="00C62650" w:rsidRDefault="0062553F" w:rsidP="00431ADD">
            <w:pPr>
              <w:spacing w:before="60" w:after="60" w:line="220" w:lineRule="atLeast"/>
              <w:ind w:left="57" w:right="57"/>
              <w:rPr>
                <w:bCs/>
                <w:lang w:eastAsia="en-GB"/>
              </w:rPr>
            </w:pPr>
            <w:r w:rsidRPr="00C62650">
              <w:rPr>
                <w:bCs/>
                <w:lang w:eastAsia="en-GB"/>
              </w:rPr>
              <w:t>Défaillance en cas d</w:t>
            </w:r>
            <w:r>
              <w:rPr>
                <w:bCs/>
                <w:lang w:eastAsia="en-GB"/>
              </w:rPr>
              <w:t>’</w:t>
            </w:r>
            <w:r w:rsidRPr="00C62650">
              <w:rPr>
                <w:bCs/>
                <w:lang w:eastAsia="en-GB"/>
              </w:rPr>
              <w:t>état de charge critique dont le niveau est fixé par le constructeur.</w:t>
            </w:r>
          </w:p>
        </w:tc>
      </w:tr>
    </w:tbl>
    <w:p w:rsidR="0062553F" w:rsidRPr="00A33F64" w:rsidRDefault="0062553F" w:rsidP="0062553F">
      <w:pPr>
        <w:pStyle w:val="SingleTxtG"/>
        <w:spacing w:before="240"/>
        <w:ind w:left="2268" w:hanging="1134"/>
      </w:pPr>
      <w:r w:rsidRPr="00A33F64">
        <w:lastRenderedPageBreak/>
        <w:t>35.7.3.2</w:t>
      </w:r>
      <w:r w:rsidRPr="00A33F64">
        <w:tab/>
      </w:r>
      <w:r w:rsidRPr="00A33F64">
        <w:tab/>
        <w:t>Procédure d’essai</w:t>
      </w:r>
    </w:p>
    <w:p w:rsidR="0062553F" w:rsidRPr="00A33F64" w:rsidRDefault="0062553F" w:rsidP="0062553F">
      <w:pPr>
        <w:pStyle w:val="SingleTxtG"/>
        <w:ind w:left="2268"/>
      </w:pPr>
      <w:r w:rsidRPr="00A33F64">
        <w:t>Essai de vérification de la fonction d’autotest</w:t>
      </w:r>
    </w:p>
    <w:p w:rsidR="0062553F" w:rsidRPr="00A33F64" w:rsidRDefault="0062553F" w:rsidP="0062553F">
      <w:pPr>
        <w:pStyle w:val="SingleTxtG"/>
        <w:ind w:left="2268" w:hanging="1134"/>
      </w:pPr>
      <w:r w:rsidRPr="00A33F64">
        <w:t>35.7.3.2.1</w:t>
      </w:r>
      <w:r w:rsidRPr="00A33F64">
        <w:tab/>
        <w:t>L’essai ci-dessous doit être effectué sur un AECS dont les éléments sont disposés de façon représentative.</w:t>
      </w:r>
    </w:p>
    <w:p w:rsidR="0062553F" w:rsidRPr="00A33F64" w:rsidRDefault="0062553F" w:rsidP="0062553F">
      <w:pPr>
        <w:pStyle w:val="SingleTxtG"/>
        <w:ind w:left="2268" w:hanging="1134"/>
      </w:pPr>
      <w:r w:rsidRPr="00A33F64">
        <w:t>35.7.3.2.2</w:t>
      </w:r>
      <w:r w:rsidRPr="00A33F64">
        <w:tab/>
        <w:t xml:space="preserve">Simuler une </w:t>
      </w:r>
      <w:r w:rsidRPr="00A33F64">
        <w:rPr>
          <w:bCs/>
        </w:rPr>
        <w:t xml:space="preserve">défaillance </w:t>
      </w:r>
      <w:r w:rsidRPr="00A33F64">
        <w:t>de l’AECS en introduisant une défaillance critique dans l’un ou plusieurs des éléments surveillés par la fonction d’autotest, conformément à la documentation technique fournie par le constructeur. Le ou les éléments doivent être choisis par le service technique.</w:t>
      </w:r>
    </w:p>
    <w:p w:rsidR="0062553F" w:rsidRPr="00A33F64" w:rsidRDefault="0062553F" w:rsidP="0062553F">
      <w:pPr>
        <w:pStyle w:val="SingleTxtG"/>
        <w:ind w:left="2268" w:hanging="1134"/>
      </w:pPr>
      <w:r w:rsidRPr="00A33F64">
        <w:t>35.7.3.2.3</w:t>
      </w:r>
      <w:r w:rsidRPr="00A33F64">
        <w:tab/>
        <w:t>Mettre l’AECS sous tension et vérifier que le signal d’avertissement s’allume.</w:t>
      </w:r>
    </w:p>
    <w:p w:rsidR="0062553F" w:rsidRPr="00A33F64" w:rsidRDefault="0062553F" w:rsidP="0062553F">
      <w:pPr>
        <w:pStyle w:val="SingleTxtG"/>
        <w:ind w:left="2268" w:hanging="1134"/>
      </w:pPr>
      <w:r w:rsidRPr="00A33F64">
        <w:t>35.7.3.2.4</w:t>
      </w:r>
      <w:r w:rsidRPr="00A33F64">
        <w:tab/>
        <w:t>Mettre l’AECS hors tension et le rétablir en fonctionnement normal.</w:t>
      </w:r>
    </w:p>
    <w:p w:rsidR="0062553F" w:rsidRPr="00A33F64" w:rsidRDefault="0062553F" w:rsidP="0062553F">
      <w:pPr>
        <w:pStyle w:val="SingleTxtG"/>
        <w:ind w:left="2268" w:hanging="1134"/>
      </w:pPr>
      <w:r w:rsidRPr="00A33F64">
        <w:t>35.7.3.2.5</w:t>
      </w:r>
      <w:r w:rsidRPr="00A33F64">
        <w:tab/>
        <w:t>Mettre l’AECS sous tension et vérifier que le signal d’avertissement ne s’allume pas ou s’éteint peu de temps après s’être allumé.</w:t>
      </w:r>
    </w:p>
    <w:p w:rsidR="0062553F" w:rsidRPr="00A33F64" w:rsidRDefault="0062553F" w:rsidP="0062553F">
      <w:pPr>
        <w:pStyle w:val="SingleTxtG"/>
        <w:ind w:left="2268" w:hanging="1134"/>
      </w:pPr>
      <w:r w:rsidRPr="00A33F64">
        <w:t>35.8</w:t>
      </w:r>
      <w:r w:rsidRPr="00A33F64">
        <w:tab/>
      </w:r>
      <w:r w:rsidRPr="00A33F64">
        <w:tab/>
        <w:t>Efficacité audio en mode mains libres</w:t>
      </w:r>
    </w:p>
    <w:p w:rsidR="0062553F" w:rsidRPr="00A33F64" w:rsidRDefault="0062553F" w:rsidP="0062553F">
      <w:pPr>
        <w:pStyle w:val="SingleTxtG"/>
        <w:ind w:left="2268"/>
      </w:pPr>
      <w:r w:rsidRPr="00A33F64">
        <w:tab/>
        <w:t>Les messages vocaux émis par l’AECS doivent être suffisamment intelligibles pour le conducteur du véhicule.</w:t>
      </w:r>
    </w:p>
    <w:p w:rsidR="0062553F" w:rsidRPr="00A33F64" w:rsidRDefault="0062553F" w:rsidP="0062553F">
      <w:pPr>
        <w:pStyle w:val="SingleTxtG"/>
        <w:ind w:left="2268" w:hanging="1134"/>
      </w:pPr>
      <w:r w:rsidRPr="00A33F64">
        <w:t>35.8.1</w:t>
      </w:r>
      <w:r w:rsidRPr="00A33F64">
        <w:tab/>
      </w:r>
      <w:r w:rsidRPr="00A33F64">
        <w:tab/>
        <w:t xml:space="preserve">Sous réserve du </w:t>
      </w:r>
      <w:r w:rsidR="00C65359">
        <w:t xml:space="preserve">paragraphe </w:t>
      </w:r>
      <w:r w:rsidRPr="00A33F64">
        <w:t xml:space="preserve">1.5, l’intelligibilité des messages vocaux avant accident doit être conforme à la norme UIT-T P.1140 (06/2015) dans un véhicule, avant tout essai conforme aux Règlements </w:t>
      </w:r>
      <w:r>
        <w:t xml:space="preserve">ONU </w:t>
      </w:r>
      <w:r w:rsidRPr="00A33F64">
        <w:t>n</w:t>
      </w:r>
      <w:r w:rsidRPr="00A33F64">
        <w:rPr>
          <w:vertAlign w:val="superscript"/>
        </w:rPr>
        <w:t>os</w:t>
      </w:r>
      <w:r w:rsidRPr="00A33F64">
        <w:t> 94 et/ou 95, selon le cas.</w:t>
      </w:r>
    </w:p>
    <w:p w:rsidR="0062553F" w:rsidRPr="00A33F64" w:rsidRDefault="0062553F" w:rsidP="0062553F">
      <w:pPr>
        <w:pStyle w:val="SingleTxtG"/>
        <w:ind w:left="2268"/>
      </w:pPr>
      <w:r w:rsidRPr="00A33F64">
        <w:t>La conformité de l’AECS doit être vérifiée au moyen de la norme UIT</w:t>
      </w:r>
      <w:r w:rsidRPr="00A33F64">
        <w:noBreakHyphen/>
        <w:t xml:space="preserve">T P.1140 (06/2015) en apportant les modifications ci-dessus aux </w:t>
      </w:r>
      <w:r w:rsidR="00C65359">
        <w:t xml:space="preserve">paragraphes </w:t>
      </w:r>
      <w:r w:rsidRPr="00A33F64">
        <w:t>8.8.1 et 8.8.3 de ladite norme :</w:t>
      </w:r>
    </w:p>
    <w:p w:rsidR="0062553F" w:rsidRPr="00A33F64" w:rsidRDefault="0062553F" w:rsidP="0062553F">
      <w:pPr>
        <w:pStyle w:val="SingleTxtG"/>
        <w:ind w:left="2835" w:hanging="567"/>
      </w:pPr>
      <w:r>
        <w:t>a)</w:t>
      </w:r>
      <w:r>
        <w:tab/>
        <w:t>La TCL</w:t>
      </w:r>
      <w:r w:rsidRPr="00A33F64">
        <w:t xml:space="preserve">w devrait être au moins égale à 46 dB pour toutes les configurations de l’AGC, ce qui devrait être vérifié par le constructeur du système IVS. Pendant les essais, le volume maximum ne peut être déterminé avec précision en raison de la commande automatique de gain. Les essais sont donc effectués alors que le système nominal est réglé en mode silence, comme indiqué au </w:t>
      </w:r>
      <w:r w:rsidR="00C65359">
        <w:t xml:space="preserve">paragraphe </w:t>
      </w:r>
      <w:r w:rsidRPr="00A33F64">
        <w:t>8.8.1 de la norme de l’UIT indiquée ci-dessus ;</w:t>
      </w:r>
    </w:p>
    <w:p w:rsidR="0062553F" w:rsidRPr="00A33F64" w:rsidRDefault="0062553F" w:rsidP="0062553F">
      <w:pPr>
        <w:pStyle w:val="SingleTxtG"/>
        <w:ind w:left="2835" w:hanging="567"/>
      </w:pPr>
      <w:r w:rsidRPr="00A33F64">
        <w:t>b)</w:t>
      </w:r>
      <w:r w:rsidRPr="00A33F64">
        <w:tab/>
        <w:t xml:space="preserve">Efficacité de l’écho avec indication du trajet de l’écho et des paroles en fonction du temps : il faut noter que sur certains véhicules, l’ouverture et la fermeture des portières peuvent émettre des signaux d’avertissement acoustiques indésirables lors de la mesure, qui peuvent modifier les résultats des essais. Pour éviter cet inconvénient, une personne prend place sur le siège du passager avant, et il lui est demandé de déplacer lentement son bras gauche pour les véhicules à conduite à gauche (et inversement), de haut en bas, pendant les mesures (conformément au </w:t>
      </w:r>
      <w:r w:rsidR="00C65359">
        <w:t xml:space="preserve">paragraphe </w:t>
      </w:r>
      <w:r w:rsidRPr="00A33F64">
        <w:t>8.8.3 de la norme en question).</w:t>
      </w:r>
    </w:p>
    <w:p w:rsidR="0062553F" w:rsidRPr="00A33F64" w:rsidRDefault="0062553F" w:rsidP="0062553F">
      <w:pPr>
        <w:pStyle w:val="SingleTxtG"/>
        <w:ind w:left="2268" w:hanging="1134"/>
      </w:pPr>
      <w:r w:rsidRPr="00A33F64">
        <w:t>35.8.2</w:t>
      </w:r>
      <w:r w:rsidRPr="00A33F64">
        <w:tab/>
        <w:t xml:space="preserve">L’intelligibilité des signaux vocaux après accident peut être évaluée au moyen d’essais subjectifs conformément au </w:t>
      </w:r>
      <w:r w:rsidR="00C65359">
        <w:t xml:space="preserve">paragraphe </w:t>
      </w:r>
      <w:r w:rsidRPr="00A33F64">
        <w:t xml:space="preserve">35.8.3, une fois effectués les essais prescrits par les Règlements </w:t>
      </w:r>
      <w:r>
        <w:t xml:space="preserve">ONU </w:t>
      </w:r>
      <w:r w:rsidRPr="00A33F64">
        <w:t>n</w:t>
      </w:r>
      <w:r w:rsidRPr="00A33F64">
        <w:rPr>
          <w:vertAlign w:val="superscript"/>
        </w:rPr>
        <w:t>os</w:t>
      </w:r>
      <w:r w:rsidRPr="00A33F64">
        <w:t> 94 et/ou 95, selon le cas.</w:t>
      </w:r>
    </w:p>
    <w:p w:rsidR="0062553F" w:rsidRPr="00A33F64" w:rsidRDefault="0062553F" w:rsidP="0062553F">
      <w:pPr>
        <w:pStyle w:val="SingleTxtG"/>
        <w:ind w:left="2268" w:hanging="1134"/>
      </w:pPr>
      <w:r w:rsidRPr="00A33F64">
        <w:t>35.8.3</w:t>
      </w:r>
      <w:r w:rsidRPr="00A33F64">
        <w:tab/>
        <w:t>Langues utilisées pendant les essais</w:t>
      </w:r>
    </w:p>
    <w:p w:rsidR="0062553F" w:rsidRPr="00A33F64" w:rsidRDefault="0062553F" w:rsidP="0062553F">
      <w:pPr>
        <w:pStyle w:val="SingleTxtG"/>
        <w:ind w:left="2268" w:hanging="1134"/>
      </w:pPr>
      <w:r w:rsidRPr="00A33F64">
        <w:t>35.8.3.1</w:t>
      </w:r>
      <w:r w:rsidRPr="00A33F64">
        <w:tab/>
        <w:t>La langue utilisée lors des essais d’intelligibilité des messages audio en mode mains libres après accident doit être une des langues parlées dans les pays des Parties contractantes, qui sont énumérées à l’appendice de l’</w:t>
      </w:r>
      <w:r w:rsidR="00600AF5">
        <w:t xml:space="preserve">annexe </w:t>
      </w:r>
      <w:r w:rsidRPr="00A33F64">
        <w:t xml:space="preserve">11 du présent Règlement, les phrases étant prononcées de façon correcte et claire. La langue utilisée pendant l’essai doit être consignée dans le procès-verbal d’essai. </w:t>
      </w:r>
    </w:p>
    <w:p w:rsidR="0062553F" w:rsidRPr="00A33F64" w:rsidRDefault="0062553F" w:rsidP="0062553F">
      <w:pPr>
        <w:pStyle w:val="SingleTxtG"/>
        <w:ind w:left="2268" w:hanging="1134"/>
      </w:pPr>
      <w:r w:rsidRPr="00A33F64">
        <w:lastRenderedPageBreak/>
        <w:t>35.8.3.2</w:t>
      </w:r>
      <w:r w:rsidRPr="00A33F64">
        <w:tab/>
      </w:r>
      <w:r w:rsidRPr="00600AF5">
        <w:rPr>
          <w:spacing w:val="-2"/>
        </w:rPr>
        <w:t>Le constructeur du véhicule doit apporter la preuve, documents à l’appui, qu’il satisfait à toutes les autres langues énumérées à l’appendice de l’</w:t>
      </w:r>
      <w:r w:rsidR="00600AF5">
        <w:rPr>
          <w:spacing w:val="-2"/>
        </w:rPr>
        <w:t xml:space="preserve">annexe </w:t>
      </w:r>
      <w:r w:rsidRPr="00600AF5">
        <w:rPr>
          <w:spacing w:val="-2"/>
        </w:rPr>
        <w:t>11</w:t>
      </w:r>
      <w:r w:rsidRPr="00A33F64">
        <w:t xml:space="preserve"> du présent Règlement. Les documents en question doivent être joints au procès-verbal d’essai.</w:t>
      </w:r>
    </w:p>
    <w:p w:rsidR="0062553F" w:rsidRPr="00A33F64" w:rsidRDefault="0062553F" w:rsidP="0062553F">
      <w:pPr>
        <w:pStyle w:val="SingleTxtG"/>
        <w:ind w:left="2268" w:hanging="1134"/>
      </w:pPr>
      <w:r w:rsidRPr="00A33F64">
        <w:t>35.8.3.3</w:t>
      </w:r>
      <w:r w:rsidRPr="00A33F64">
        <w:tab/>
        <w:t>Si le type de véhicule considéré est équipé de plusieurs variantes régionales de l’AECS, le constructeur doit apporter la preuve, au moyen de documents, que toutes ces variantes satisfont aux prescriptions du présent Règlement.</w:t>
      </w:r>
    </w:p>
    <w:p w:rsidR="0062553F" w:rsidRPr="00A33F64" w:rsidRDefault="0062553F" w:rsidP="0062553F">
      <w:pPr>
        <w:pStyle w:val="SingleTxtG"/>
        <w:ind w:left="2268" w:hanging="1134"/>
      </w:pPr>
      <w:r w:rsidRPr="00A33F64">
        <w:t>35.9</w:t>
      </w:r>
      <w:r w:rsidRPr="00A33F64">
        <w:tab/>
        <w:t>Vérification de l’alimentation électrique de l’AECS</w:t>
      </w:r>
    </w:p>
    <w:p w:rsidR="0062553F" w:rsidRPr="00A33F64" w:rsidRDefault="0062553F" w:rsidP="0062553F">
      <w:pPr>
        <w:pStyle w:val="SingleTxtG"/>
        <w:ind w:left="2268" w:hanging="1134"/>
      </w:pPr>
      <w:r w:rsidRPr="00A33F64">
        <w:t>35.9.1</w:t>
      </w:r>
      <w:r w:rsidRPr="00A33F64">
        <w:tab/>
        <w:t xml:space="preserve">Avant l’essai de choc, conformément aux Règlements </w:t>
      </w:r>
      <w:r>
        <w:t xml:space="preserve">ONU </w:t>
      </w:r>
      <w:r w:rsidRPr="00A33F64">
        <w:t>n</w:t>
      </w:r>
      <w:r w:rsidRPr="00A33F64">
        <w:rPr>
          <w:vertAlign w:val="superscript"/>
        </w:rPr>
        <w:t>os</w:t>
      </w:r>
      <w:r w:rsidRPr="00A33F64">
        <w:t> 94 et/ou 95, selon le cas, l’AECS doit être fonctionnel dans un premier temps pendant au moins 5 minutes en mode de communication vocale puis pendant 60 minutes en mode rappel (mode inactif enregistré dans un réseau) et enfin pendant au moins 5 minutes en mode communication vocale. Tout ceci doit pouvoir être démontré par des essais en conditions réelles ou encore par des calculs ou de la simulation.</w:t>
      </w:r>
    </w:p>
    <w:p w:rsidR="0062553F" w:rsidRPr="00A33F64" w:rsidRDefault="0062553F" w:rsidP="0062553F">
      <w:pPr>
        <w:pStyle w:val="SingleTxtG"/>
        <w:ind w:left="2268"/>
      </w:pPr>
      <w:r w:rsidRPr="00A33F64">
        <w:tab/>
        <w:t xml:space="preserve">Ce fonctionnement doit être démontré par le constructeur dans toutes les conditions d’alimentation électrique postérieures à l’accident lors des essais de choc (Règlements </w:t>
      </w:r>
      <w:r>
        <w:t xml:space="preserve">ONU </w:t>
      </w:r>
      <w:r w:rsidRPr="00A33F64">
        <w:t>n</w:t>
      </w:r>
      <w:r w:rsidRPr="00A33F64">
        <w:rPr>
          <w:vertAlign w:val="superscript"/>
        </w:rPr>
        <w:t>os</w:t>
      </w:r>
      <w:r w:rsidRPr="00A33F64">
        <w:t> 94 et/ou 95, selon le cas), en tenant compte de la stratégie de la gestion électrique du véhicule.</w:t>
      </w:r>
    </w:p>
    <w:p w:rsidR="0062553F" w:rsidRPr="00A33F64" w:rsidRDefault="0062553F" w:rsidP="0062553F">
      <w:pPr>
        <w:pStyle w:val="SingleTxtG"/>
        <w:ind w:left="2268" w:hanging="1134"/>
      </w:pPr>
      <w:r w:rsidRPr="00A33F64">
        <w:t>35.9.2</w:t>
      </w:r>
      <w:r w:rsidRPr="00A33F64">
        <w:tab/>
        <w:t xml:space="preserve">Après l’essai de choc effectué conformément aux Règlements </w:t>
      </w:r>
      <w:r>
        <w:t xml:space="preserve">ONU </w:t>
      </w:r>
      <w:r w:rsidRPr="00A33F64">
        <w:t>n</w:t>
      </w:r>
      <w:r w:rsidRPr="00A33F64">
        <w:rPr>
          <w:vertAlign w:val="superscript"/>
        </w:rPr>
        <w:t>os</w:t>
      </w:r>
      <w:r w:rsidRPr="00A33F64">
        <w:t> 94 et/ou 95, selon le cas, l’alimentation électrique de secours doit être capable d’alimenter en électricité l’AECS. Cela peut être vérifié au moyen d’une des méthodes décrites à l’</w:t>
      </w:r>
      <w:r w:rsidR="00600AF5">
        <w:t xml:space="preserve">annexe </w:t>
      </w:r>
      <w:r w:rsidRPr="00A33F64">
        <w:t>11 du présent Règlement.</w:t>
      </w:r>
    </w:p>
    <w:p w:rsidR="0062553F" w:rsidRPr="00A33F64" w:rsidRDefault="0062553F" w:rsidP="0062553F">
      <w:pPr>
        <w:pStyle w:val="SingleTxtG"/>
        <w:ind w:left="2268" w:hanging="1134"/>
      </w:pPr>
      <w:r w:rsidRPr="00A33F64">
        <w:t>35.10</w:t>
      </w:r>
      <w:r w:rsidRPr="00A33F64">
        <w:tab/>
        <w:t>Résistance au choc</w:t>
      </w:r>
    </w:p>
    <w:p w:rsidR="0062553F" w:rsidRPr="00A33F64" w:rsidRDefault="0062553F" w:rsidP="0062553F">
      <w:pPr>
        <w:pStyle w:val="SingleTxtG"/>
        <w:ind w:left="2268"/>
      </w:pPr>
      <w:r w:rsidRPr="00A33F64">
        <w:tab/>
        <w:t>L’AECS doit rester en état de fonctionnement après un choc. On le vérifie conformément à l’</w:t>
      </w:r>
      <w:r w:rsidR="00600AF5">
        <w:t xml:space="preserve">annexe </w:t>
      </w:r>
      <w:r w:rsidRPr="00A33F64">
        <w:t xml:space="preserve">9 et on vérifie aussi l’état de fonctionnement du MSD et la fonction IHM conformément au </w:t>
      </w:r>
      <w:r w:rsidR="00C65359">
        <w:t xml:space="preserve">paragraphe </w:t>
      </w:r>
      <w:r w:rsidRPr="00A33F64">
        <w:t>2 de l’</w:t>
      </w:r>
      <w:r w:rsidR="00600AF5">
        <w:t xml:space="preserve">annexe </w:t>
      </w:r>
      <w:r w:rsidRPr="00A33F64">
        <w:t>11.</w:t>
      </w:r>
    </w:p>
    <w:p w:rsidR="0062553F" w:rsidRPr="00A33F64" w:rsidRDefault="0062553F" w:rsidP="0062553F">
      <w:pPr>
        <w:pStyle w:val="SingleTxtG"/>
        <w:ind w:left="2268" w:hanging="1134"/>
      </w:pPr>
      <w:r w:rsidRPr="00A33F64">
        <w:t>35.10.1</w:t>
      </w:r>
      <w:r w:rsidRPr="00A33F64">
        <w:tab/>
      </w:r>
      <w:r w:rsidRPr="00A33F64">
        <w:tab/>
        <w:t>Les éléments suivants de l’AECS doivent être éprouvés conformément à l’annexe 9 :</w:t>
      </w:r>
    </w:p>
    <w:p w:rsidR="0062553F" w:rsidRPr="00A33F64" w:rsidRDefault="0062553F" w:rsidP="0062553F">
      <w:pPr>
        <w:pStyle w:val="SingleTxtG"/>
        <w:ind w:left="2835" w:hanging="567"/>
      </w:pPr>
      <w:r w:rsidRPr="00A33F64">
        <w:t>a)</w:t>
      </w:r>
      <w:r w:rsidRPr="00A33F64">
        <w:tab/>
        <w:t>Module de commande ;</w:t>
      </w:r>
    </w:p>
    <w:p w:rsidR="0062553F" w:rsidRPr="00A33F64" w:rsidRDefault="0062553F" w:rsidP="0062553F">
      <w:pPr>
        <w:pStyle w:val="SingleTxtG"/>
        <w:ind w:left="2835" w:hanging="567"/>
      </w:pPr>
      <w:r w:rsidRPr="00A33F64">
        <w:t>b)</w:t>
      </w:r>
      <w:r w:rsidRPr="00A33F64">
        <w:tab/>
        <w:t>Module de communication, à l’exclusion des microphones et des haut</w:t>
      </w:r>
      <w:r w:rsidRPr="00A33F64">
        <w:noBreakHyphen/>
        <w:t>parleurs ;</w:t>
      </w:r>
    </w:p>
    <w:p w:rsidR="0062553F" w:rsidRPr="00A33F64" w:rsidRDefault="0062553F" w:rsidP="0062553F">
      <w:pPr>
        <w:pStyle w:val="SingleTxtG"/>
        <w:ind w:left="2835" w:hanging="567"/>
      </w:pPr>
      <w:r w:rsidRPr="00A33F64">
        <w:t>c)</w:t>
      </w:r>
      <w:r w:rsidRPr="00A33F64">
        <w:tab/>
        <w:t>Alimentation électrique de secours (le cas échéant) ;</w:t>
      </w:r>
    </w:p>
    <w:p w:rsidR="0062553F" w:rsidRPr="00A33F64" w:rsidRDefault="0062553F" w:rsidP="0062553F">
      <w:pPr>
        <w:pStyle w:val="SingleTxtG"/>
        <w:ind w:left="2835" w:hanging="567"/>
      </w:pPr>
      <w:r w:rsidRPr="00A33F64">
        <w:t>d)</w:t>
      </w:r>
      <w:r w:rsidRPr="00A33F64">
        <w:tab/>
        <w:t>Raccords</w:t>
      </w:r>
      <w:r w:rsidRPr="000A64EF">
        <w:rPr>
          <w:rStyle w:val="Appelnotedebasdep"/>
        </w:rPr>
        <w:footnoteReference w:id="9"/>
      </w:r>
      <w:r w:rsidRPr="00A33F64">
        <w:t> ;</w:t>
      </w:r>
    </w:p>
    <w:p w:rsidR="0062553F" w:rsidRPr="00A33F64" w:rsidRDefault="0062553F" w:rsidP="0062553F">
      <w:pPr>
        <w:pStyle w:val="SingleTxtG"/>
        <w:ind w:left="2835" w:hanging="567"/>
      </w:pPr>
      <w:r w:rsidRPr="00A33F64">
        <w:t>e)</w:t>
      </w:r>
      <w:r w:rsidRPr="00A33F64">
        <w:tab/>
        <w:t>Antenne de réseau mobile.</w:t>
      </w:r>
    </w:p>
    <w:p w:rsidR="0062553F" w:rsidRPr="00A33F64" w:rsidRDefault="0062553F" w:rsidP="0062553F">
      <w:pPr>
        <w:pStyle w:val="SingleTxtG"/>
        <w:ind w:left="2268" w:hanging="1134"/>
      </w:pPr>
      <w:r w:rsidRPr="00A33F64">
        <w:t>35.10.2</w:t>
      </w:r>
      <w:r w:rsidRPr="00A33F64">
        <w:tab/>
        <w:t>Si le demandeur de l’homologation en fait la demande, les éléments suivants de l’AECS peuvent être éprouvés conformément à l’</w:t>
      </w:r>
      <w:r w:rsidR="00600AF5">
        <w:t xml:space="preserve">annexe </w:t>
      </w:r>
      <w:r w:rsidRPr="00A33F64">
        <w:t>9 :</w:t>
      </w:r>
    </w:p>
    <w:p w:rsidR="0062553F" w:rsidRPr="00A33F64" w:rsidRDefault="0062553F" w:rsidP="0062553F">
      <w:pPr>
        <w:pStyle w:val="SingleTxtG"/>
        <w:ind w:left="2835" w:hanging="567"/>
      </w:pPr>
      <w:r w:rsidRPr="00A33F64">
        <w:t>a)</w:t>
      </w:r>
      <w:r w:rsidRPr="00A33F64">
        <w:tab/>
        <w:t>Dispositif de signal d’avertissement ;</w:t>
      </w:r>
    </w:p>
    <w:p w:rsidR="0062553F" w:rsidRPr="00A33F64" w:rsidRDefault="0062553F" w:rsidP="0062553F">
      <w:pPr>
        <w:pStyle w:val="SingleTxtG"/>
        <w:ind w:left="2835" w:hanging="567"/>
      </w:pPr>
      <w:r w:rsidRPr="00A33F64">
        <w:t>b)</w:t>
      </w:r>
      <w:r w:rsidRPr="00A33F64">
        <w:tab/>
        <w:t>Équipement audio mains libres (microphones et haut-parleurs) ;</w:t>
      </w:r>
    </w:p>
    <w:p w:rsidR="0062553F" w:rsidRPr="00A33F64" w:rsidRDefault="0062553F" w:rsidP="0062553F">
      <w:pPr>
        <w:pStyle w:val="SingleTxtG"/>
        <w:ind w:left="2835" w:hanging="567"/>
      </w:pPr>
      <w:r w:rsidRPr="00A33F64">
        <w:t>c)</w:t>
      </w:r>
      <w:r w:rsidRPr="00A33F64">
        <w:tab/>
        <w:t>Dispositif de signal d’information ;</w:t>
      </w:r>
    </w:p>
    <w:p w:rsidR="0062553F" w:rsidRPr="00A33F64" w:rsidRDefault="0062553F" w:rsidP="0062553F">
      <w:pPr>
        <w:pStyle w:val="SingleTxtG"/>
        <w:ind w:left="2835" w:hanging="567"/>
      </w:pPr>
      <w:r w:rsidRPr="00A33F64">
        <w:t>d)</w:t>
      </w:r>
      <w:r w:rsidRPr="00A33F64">
        <w:tab/>
        <w:t xml:space="preserve">Alimentation électrique autre que l’alimentation électrique de secours mentionnée au </w:t>
      </w:r>
      <w:r w:rsidR="00C65359">
        <w:t xml:space="preserve">paragraphe </w:t>
      </w:r>
      <w:r w:rsidRPr="00A33F64">
        <w:t>35.10.1 ;</w:t>
      </w:r>
    </w:p>
    <w:p w:rsidR="0062553F" w:rsidRPr="00A33F64" w:rsidRDefault="0062553F" w:rsidP="0062553F">
      <w:pPr>
        <w:pStyle w:val="SingleTxtG"/>
        <w:ind w:left="2835" w:hanging="567"/>
      </w:pPr>
      <w:r w:rsidRPr="00A33F64">
        <w:t>e)</w:t>
      </w:r>
      <w:r w:rsidRPr="00A33F64">
        <w:tab/>
        <w:t>Antenne GNSS ;</w:t>
      </w:r>
    </w:p>
    <w:p w:rsidR="0062553F" w:rsidRPr="00A33F64" w:rsidRDefault="0062553F" w:rsidP="0062553F">
      <w:pPr>
        <w:pStyle w:val="SingleTxtG"/>
        <w:ind w:left="2835" w:hanging="567"/>
      </w:pPr>
      <w:r w:rsidRPr="00A33F64">
        <w:t>f)</w:t>
      </w:r>
      <w:r w:rsidRPr="00A33F64">
        <w:tab/>
        <w:t>Récepteur GNSS.</w:t>
      </w:r>
    </w:p>
    <w:p w:rsidR="0062553F" w:rsidRPr="00A33F64" w:rsidRDefault="0062553F" w:rsidP="0062553F">
      <w:pPr>
        <w:pStyle w:val="HChG"/>
        <w:ind w:left="2268"/>
      </w:pPr>
      <w:r w:rsidRPr="00A33F64">
        <w:lastRenderedPageBreak/>
        <w:t>36.</w:t>
      </w:r>
      <w:r w:rsidRPr="00A33F64">
        <w:tab/>
        <w:t>Modification et extension de l’homologation</w:t>
      </w:r>
      <w:r>
        <w:t xml:space="preserve"> </w:t>
      </w:r>
      <w:r w:rsidRPr="00A33F64">
        <w:br/>
        <w:t>d’un type de véhicule équipé d’un AECS</w:t>
      </w:r>
    </w:p>
    <w:p w:rsidR="0062553F" w:rsidRPr="00A33F64" w:rsidRDefault="0062553F" w:rsidP="0062553F">
      <w:pPr>
        <w:pStyle w:val="SingleTxtG"/>
        <w:ind w:left="2268" w:hanging="1134"/>
      </w:pPr>
      <w:r w:rsidRPr="00A33F64">
        <w:t>36.1</w:t>
      </w:r>
      <w:r w:rsidRPr="00A33F64">
        <w:tab/>
        <w:t>Toute modification d’un type de véhicule existant ou de son AECS doit être communiquée à l’autorité d’homologation qui avait approuvé le type en question. L’autorité d’homologation peut alors :</w:t>
      </w:r>
    </w:p>
    <w:p w:rsidR="0062553F" w:rsidRPr="00A33F64" w:rsidRDefault="0062553F" w:rsidP="0062553F">
      <w:pPr>
        <w:pStyle w:val="SingleTxtG"/>
        <w:ind w:left="2835" w:hanging="567"/>
      </w:pPr>
      <w:r w:rsidRPr="00A33F64">
        <w:t>a)</w:t>
      </w:r>
      <w:r w:rsidRPr="00A33F64">
        <w:tab/>
        <w:t>Soit décider, de concert avec le constructeur, qu’il faut accorder une nouvelle homologation de type ;</w:t>
      </w:r>
    </w:p>
    <w:p w:rsidR="0062553F" w:rsidRPr="00A33F64" w:rsidRDefault="0062553F" w:rsidP="0062553F">
      <w:pPr>
        <w:pStyle w:val="SingleTxtG"/>
        <w:ind w:left="2835" w:hanging="567"/>
      </w:pPr>
      <w:r w:rsidRPr="00A33F64">
        <w:t>b)</w:t>
      </w:r>
      <w:r w:rsidRPr="00A33F64">
        <w:tab/>
        <w:t xml:space="preserve">Soit appliquer la procédure énoncée au </w:t>
      </w:r>
      <w:r w:rsidR="00C65359">
        <w:t xml:space="preserve">paragraphe </w:t>
      </w:r>
      <w:r w:rsidRPr="00A33F64">
        <w:t xml:space="preserve">36.1.1 (Révision) et, le cas échéant, la procédure prévue au </w:t>
      </w:r>
      <w:r w:rsidR="00C65359">
        <w:t xml:space="preserve">paragraphe </w:t>
      </w:r>
      <w:r w:rsidRPr="00A33F64">
        <w:t>36.1.2 (Extension).</w:t>
      </w:r>
    </w:p>
    <w:p w:rsidR="0062553F" w:rsidRPr="00A33F64" w:rsidRDefault="0062553F" w:rsidP="0062553F">
      <w:pPr>
        <w:pStyle w:val="SingleTxtG"/>
        <w:ind w:left="2268" w:hanging="1134"/>
      </w:pPr>
      <w:r w:rsidRPr="00A33F64">
        <w:t>36.1.1</w:t>
      </w:r>
      <w:r w:rsidRPr="00A33F64">
        <w:tab/>
        <w:t>Révision</w:t>
      </w:r>
    </w:p>
    <w:p w:rsidR="0062553F" w:rsidRPr="00A33F64" w:rsidRDefault="0062553F" w:rsidP="0062553F">
      <w:pPr>
        <w:pStyle w:val="SingleTxtG"/>
        <w:ind w:left="2268"/>
      </w:pPr>
      <w:r w:rsidRPr="00A33F64">
        <w:t>Lorsque les éléments contenus dans les documents d’information visés à l’</w:t>
      </w:r>
      <w:r w:rsidR="00600AF5">
        <w:t xml:space="preserve">annexe </w:t>
      </w:r>
      <w:r w:rsidRPr="00A33F64">
        <w:t>8 ont changé et que l’autorité d’homologation estime que les modifications apportées ne devraient pas avoir de conséquences néfastes notables, et que dans tous les cas le véhicule est toujours conforme aux prescriptions, la modification est qualifiée de « révision ».</w:t>
      </w:r>
    </w:p>
    <w:p w:rsidR="0062553F" w:rsidRPr="00A33F64" w:rsidRDefault="0062553F" w:rsidP="0062553F">
      <w:pPr>
        <w:pStyle w:val="SingleTxtG"/>
        <w:ind w:left="2268"/>
      </w:pPr>
      <w:r w:rsidRPr="00A33F64">
        <w:tab/>
        <w:t>Dans ce cas, l’autorité d’homologation doit publier la version révisée des pages des documents d’information visés à l’</w:t>
      </w:r>
      <w:r w:rsidR="00600AF5">
        <w:t xml:space="preserve">annexe </w:t>
      </w:r>
      <w:r w:rsidRPr="00A33F64">
        <w:t>8, en indiquant sur chacune d’elles la nature des modifications apportées et la date à laquelle elle sera republiée. Une version consolidée et mise à jour des documents d’information visés à l’</w:t>
      </w:r>
      <w:r w:rsidR="00600AF5">
        <w:t xml:space="preserve">annexe </w:t>
      </w:r>
      <w:r w:rsidRPr="00A33F64">
        <w:t>8, accompagnée d’une description détaillée des modifications apportées, sera considérée comme satisfaisant à la présente prescription.</w:t>
      </w:r>
    </w:p>
    <w:p w:rsidR="0062553F" w:rsidRPr="00A33F64" w:rsidRDefault="0062553F" w:rsidP="0062553F">
      <w:pPr>
        <w:pStyle w:val="SingleTxtG"/>
        <w:ind w:left="2268" w:hanging="1134"/>
      </w:pPr>
      <w:r w:rsidRPr="00A33F64">
        <w:t>36.1.2</w:t>
      </w:r>
      <w:r w:rsidRPr="00A33F64">
        <w:tab/>
        <w:t>Extension</w:t>
      </w:r>
    </w:p>
    <w:p w:rsidR="0062553F" w:rsidRPr="00A33F64" w:rsidRDefault="0062553F" w:rsidP="0062553F">
      <w:pPr>
        <w:pStyle w:val="SingleTxtG"/>
        <w:ind w:left="2268"/>
      </w:pPr>
      <w:r w:rsidRPr="00A33F64">
        <w:tab/>
        <w:t>La modification est qualifiée d’extension si, outre la modification des informations figurant dans le document d’information :</w:t>
      </w:r>
    </w:p>
    <w:p w:rsidR="0062553F" w:rsidRPr="00A33F64" w:rsidRDefault="0062553F" w:rsidP="0062553F">
      <w:pPr>
        <w:pStyle w:val="SingleTxtG"/>
        <w:ind w:left="2835" w:hanging="567"/>
      </w:pPr>
      <w:r w:rsidRPr="00A33F64">
        <w:t>a)</w:t>
      </w:r>
      <w:r w:rsidRPr="00A33F64">
        <w:tab/>
        <w:t>D’autres visites ou d’autres essais sont requis ; ou</w:t>
      </w:r>
    </w:p>
    <w:p w:rsidR="0062553F" w:rsidRPr="00A33F64" w:rsidRDefault="0062553F" w:rsidP="0062553F">
      <w:pPr>
        <w:pStyle w:val="SingleTxtG"/>
        <w:ind w:left="2835" w:hanging="567"/>
      </w:pPr>
      <w:r w:rsidRPr="00A33F64">
        <w:t>b)</w:t>
      </w:r>
      <w:r w:rsidRPr="00A33F64">
        <w:tab/>
        <w:t>Les informations contenues dans le document de communication, à l’exception de ses annexes, ont changé ; ou</w:t>
      </w:r>
    </w:p>
    <w:p w:rsidR="0062553F" w:rsidRPr="00A33F64" w:rsidRDefault="0062553F" w:rsidP="0062553F">
      <w:pPr>
        <w:pStyle w:val="SingleTxtG"/>
        <w:ind w:left="2835" w:hanging="567"/>
      </w:pPr>
      <w:r w:rsidRPr="00A33F64">
        <w:t>c)</w:t>
      </w:r>
      <w:r w:rsidRPr="00A33F64">
        <w:tab/>
        <w:t>L’homologation en vertu d’une série ultérieure d’amendements est demandée après l’entrée en vigueur de ladite série.</w:t>
      </w:r>
    </w:p>
    <w:p w:rsidR="0062553F" w:rsidRPr="00A33F64" w:rsidRDefault="0062553F" w:rsidP="0062553F">
      <w:pPr>
        <w:pStyle w:val="SingleTxtG"/>
        <w:ind w:left="2268" w:hanging="1134"/>
      </w:pPr>
      <w:r w:rsidRPr="00A33F64">
        <w:t>36.2</w:t>
      </w:r>
      <w:r w:rsidRPr="00A33F64">
        <w:tab/>
        <w:t xml:space="preserve">La confirmation, l’extension ou le refus d’homologation doivent être adressés aux Parties contractantes à l’Accord qui appliquent le présent Règlement, conformément à la procédure prescrite au </w:t>
      </w:r>
      <w:r w:rsidR="00C65359">
        <w:t xml:space="preserve">paragraphe </w:t>
      </w:r>
      <w:r w:rsidRPr="00A33F64">
        <w:t>34.3 ci-dessus. En outre, l’index des documents d’information et des procès-verbaux d’essai, joint au document d’information visé à l’</w:t>
      </w:r>
      <w:r w:rsidR="00600AF5">
        <w:t xml:space="preserve">annexe </w:t>
      </w:r>
      <w:r w:rsidRPr="00A33F64">
        <w:t>4, doit être modifié en conséquence pour indiquer la date de la révision ou extension la plus récente.</w:t>
      </w:r>
    </w:p>
    <w:p w:rsidR="0062553F" w:rsidRPr="00A33F64" w:rsidRDefault="0062553F" w:rsidP="0062553F">
      <w:pPr>
        <w:pStyle w:val="HChG"/>
        <w:ind w:left="2268"/>
      </w:pPr>
      <w:r w:rsidRPr="00A33F64">
        <w:t>37.</w:t>
      </w:r>
      <w:r w:rsidRPr="00A33F64">
        <w:tab/>
      </w:r>
      <w:r w:rsidRPr="00A33F64">
        <w:tab/>
        <w:t>Conformité de la production</w:t>
      </w:r>
    </w:p>
    <w:p w:rsidR="0062553F" w:rsidRPr="00A33F64" w:rsidRDefault="0062553F" w:rsidP="0062553F">
      <w:pPr>
        <w:pStyle w:val="SingleTxtG"/>
        <w:ind w:left="2268" w:hanging="1134"/>
      </w:pPr>
      <w:r w:rsidRPr="00A33F64">
        <w:t>37.1</w:t>
      </w:r>
      <w:r w:rsidRPr="00A33F64">
        <w:tab/>
        <w:t>Les procédures de contrôle de la conformité de la production doivent être conformes à celles qui figurent dans l’annexe 1 de l’Accord (E/ECE/TRANS/505/Rev.3).</w:t>
      </w:r>
    </w:p>
    <w:p w:rsidR="0062553F" w:rsidRPr="00A33F64" w:rsidRDefault="0062553F" w:rsidP="0062553F">
      <w:pPr>
        <w:pStyle w:val="SingleTxtG"/>
        <w:ind w:left="2268" w:hanging="1134"/>
      </w:pPr>
      <w:r w:rsidRPr="00A33F64">
        <w:t>37.2</w:t>
      </w:r>
      <w:r w:rsidRPr="00A33F64">
        <w:tab/>
        <w:t xml:space="preserve">Tout véhicule homologué en application du présent Règlement doit être construit de façon à être conforme au type homologué en satisfaisant aux prescriptions spécifiées au </w:t>
      </w:r>
      <w:r w:rsidR="00C65359">
        <w:t xml:space="preserve">paragraphe </w:t>
      </w:r>
      <w:r w:rsidRPr="00A33F64">
        <w:t>35 ci-dessus.</w:t>
      </w:r>
    </w:p>
    <w:p w:rsidR="0062553F" w:rsidRPr="00A33F64" w:rsidRDefault="0062553F" w:rsidP="0062553F">
      <w:pPr>
        <w:pStyle w:val="HChG"/>
        <w:ind w:left="2268"/>
      </w:pPr>
      <w:r w:rsidRPr="00A33F64">
        <w:lastRenderedPageBreak/>
        <w:t>38.</w:t>
      </w:r>
      <w:r w:rsidRPr="00A33F64">
        <w:tab/>
      </w:r>
      <w:r w:rsidRPr="00A33F64">
        <w:tab/>
        <w:t>Sanctions pour non-conformité de la production</w:t>
      </w:r>
    </w:p>
    <w:p w:rsidR="0062553F" w:rsidRPr="00A33F64" w:rsidRDefault="0062553F" w:rsidP="0062553F">
      <w:pPr>
        <w:pStyle w:val="SingleTxtG"/>
        <w:ind w:left="2268" w:hanging="1134"/>
      </w:pPr>
      <w:r w:rsidRPr="00A33F64">
        <w:t>38.1</w:t>
      </w:r>
      <w:r w:rsidRPr="00A33F64">
        <w:tab/>
        <w:t xml:space="preserve">L’homologation délivrée pour un type de véhicule en application du présent Règlement peut être retirée si les prescriptions énoncées au 37.1 ci-dessus ne sont pas respectées ou si un véhicule ne réussit pas les contrôles prescrits au </w:t>
      </w:r>
      <w:r w:rsidR="00C65359">
        <w:t xml:space="preserve">paragraphe </w:t>
      </w:r>
      <w:r w:rsidRPr="00A33F64">
        <w:t>37.2 ci-dessus.</w:t>
      </w:r>
    </w:p>
    <w:p w:rsidR="0062553F" w:rsidRPr="00A33F64" w:rsidRDefault="0062553F" w:rsidP="0062553F">
      <w:pPr>
        <w:pStyle w:val="SingleTxtG"/>
        <w:ind w:left="2268" w:hanging="1134"/>
      </w:pPr>
      <w:r w:rsidRPr="00A33F64">
        <w:t>38.2</w:t>
      </w:r>
      <w:r w:rsidRPr="00A33F64">
        <w:tab/>
        <w:t>Si une Partie contractante à l’Accord appliquant le présent Règlement retire une homologation qu’elle avait préalablement accordée, elle est tenue d’en aviser immédiatement les autres Parties à l’Accord appliquant le présent Règlement, au moyen d’un exemplaire du certificat d’homologation se terminant par la mention, en lettres majuscules, signée et datée, « HOMOLOGATION RETIRÉE ».</w:t>
      </w:r>
    </w:p>
    <w:p w:rsidR="0062553F" w:rsidRPr="00A33F64" w:rsidRDefault="0062553F" w:rsidP="0062553F">
      <w:pPr>
        <w:pStyle w:val="HChG"/>
        <w:ind w:left="2268"/>
      </w:pPr>
      <w:r w:rsidRPr="00A33F64">
        <w:t>39.</w:t>
      </w:r>
      <w:r w:rsidRPr="00A33F64">
        <w:tab/>
      </w:r>
      <w:r w:rsidRPr="00A33F64">
        <w:tab/>
        <w:t>Arrêt définitif de la production</w:t>
      </w:r>
    </w:p>
    <w:p w:rsidR="0062553F" w:rsidRPr="00A33F64" w:rsidRDefault="0062553F" w:rsidP="0062553F">
      <w:pPr>
        <w:pStyle w:val="SingleTxtG"/>
        <w:ind w:left="2268"/>
      </w:pPr>
      <w:r w:rsidRPr="00A33F64">
        <w:tab/>
        <w:t>Si le titulaire de l’homologation arrête définitivement la fabrication d’un type de véhicule homologué en vertu du présent Règlement, il doit en informer l’autorité qui a délivré l’homologation, laquelle doit à son tour en aviser les autres Parties à l’Accord appliquant le présent Règlement, au moyen d’un exemplaire du certificat d’homologation se terminant par la mention, en lettres majuscules, signée et datée, « PRODUCTION ARRÊTÉE ».</w:t>
      </w:r>
    </w:p>
    <w:p w:rsidR="0062553F" w:rsidRPr="00A33F64" w:rsidRDefault="0062553F" w:rsidP="0062553F">
      <w:pPr>
        <w:pStyle w:val="HChG"/>
        <w:ind w:left="2268"/>
      </w:pPr>
      <w:r w:rsidRPr="00A33F64">
        <w:t>40.</w:t>
      </w:r>
      <w:r w:rsidRPr="00A33F64">
        <w:tab/>
      </w:r>
      <w:r w:rsidRPr="00A33F64">
        <w:tab/>
        <w:t>Noms et adresses des services techniques chargés des essais d’homologation et des autorités d’homologation de type</w:t>
      </w:r>
    </w:p>
    <w:p w:rsidR="005F0207" w:rsidRDefault="0062553F" w:rsidP="0062553F">
      <w:pPr>
        <w:pStyle w:val="SingleTxtG"/>
        <w:ind w:left="2268"/>
      </w:pPr>
      <w:r w:rsidRPr="00A33F64">
        <w:t>Les Parties contractantes à l’Accord appliquant le présent Règlement doivent communiquer au Secrétariat de l’Organisation des Nations Unies les noms et adresses des services techniques chargés des essais d’homologation et des autorités d’homologation de type auxquelles doivent être envoyées les fiches d’homologation ou d’extension, de refus ou de retrait d’homologation émises dans d’autres pays.</w:t>
      </w:r>
      <w:r>
        <w:t xml:space="preserve"> </w:t>
      </w:r>
    </w:p>
    <w:p w:rsidR="0062553F" w:rsidRDefault="0062553F" w:rsidP="0062553F">
      <w:pPr>
        <w:pStyle w:val="SingleTxtG"/>
        <w:ind w:left="2268"/>
        <w:sectPr w:rsidR="0062553F" w:rsidSect="002F7E69">
          <w:endnotePr>
            <w:numFmt w:val="decimal"/>
          </w:endnotePr>
          <w:type w:val="oddPage"/>
          <w:pgSz w:w="11907" w:h="16840" w:code="9"/>
          <w:pgMar w:top="1418" w:right="1134" w:bottom="1134" w:left="1134" w:header="851" w:footer="567" w:gutter="0"/>
          <w:cols w:space="720"/>
          <w:docGrid w:linePitch="272"/>
        </w:sectPr>
      </w:pPr>
    </w:p>
    <w:p w:rsidR="0062553F" w:rsidRPr="00C62650" w:rsidRDefault="0062553F" w:rsidP="0062553F">
      <w:pPr>
        <w:pStyle w:val="HChG"/>
      </w:pPr>
      <w:r w:rsidRPr="00C62650">
        <w:lastRenderedPageBreak/>
        <w:t>Annexe 1</w:t>
      </w:r>
    </w:p>
    <w:p w:rsidR="0062553F" w:rsidRPr="00C62650" w:rsidRDefault="0062553F" w:rsidP="0062553F">
      <w:pPr>
        <w:pStyle w:val="HChG"/>
      </w:pPr>
      <w:r w:rsidRPr="00C62650">
        <w:tab/>
      </w:r>
      <w:r w:rsidRPr="00C62650">
        <w:tab/>
        <w:t>Communication</w:t>
      </w:r>
    </w:p>
    <w:p w:rsidR="0062553F" w:rsidRDefault="0062553F" w:rsidP="0062553F">
      <w:pPr>
        <w:pStyle w:val="SingleTxtG"/>
      </w:pPr>
      <w:r>
        <w:t>(f</w:t>
      </w:r>
      <w:r w:rsidRPr="00C62650">
        <w:t>ormat maximal : A4 (210 x 297 mm))</w:t>
      </w:r>
    </w:p>
    <w:tbl>
      <w:tblPr>
        <w:tblStyle w:val="Grilledutableau"/>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62553F" w:rsidRPr="00D96394" w:rsidTr="00431ADD">
        <w:tc>
          <w:tcPr>
            <w:tcW w:w="3402" w:type="dxa"/>
          </w:tcPr>
          <w:bookmarkStart w:id="5" w:name="_MON_1420453160"/>
          <w:bookmarkEnd w:id="5"/>
          <w:bookmarkStart w:id="6" w:name="_MON_1420453756"/>
          <w:bookmarkEnd w:id="6"/>
          <w:p w:rsidR="0062553F" w:rsidRPr="00D96394" w:rsidRDefault="0062553F" w:rsidP="00431ADD">
            <w:pPr>
              <w:pStyle w:val="SingleTxtG"/>
              <w:spacing w:after="0"/>
              <w:ind w:left="0"/>
            </w:pPr>
            <w:r w:rsidRPr="00D96394">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3pt;height:84pt" o:ole="">
                  <v:imagedata r:id="rId14" o:title=""/>
                </v:shape>
                <o:OLEObject Type="Embed" ProgID="Word.Picture.8" ShapeID="_x0000_i1025" DrawAspect="Content" ObjectID="_1604230494" r:id="rId15"/>
              </w:object>
            </w:r>
            <w:r w:rsidRPr="0032614E">
              <w:rPr>
                <w:rStyle w:val="Appelnotedebasdep"/>
                <w:color w:val="FFFFFF" w:themeColor="background1"/>
              </w:rPr>
              <w:footnoteReference w:id="10"/>
            </w:r>
          </w:p>
        </w:tc>
        <w:tc>
          <w:tcPr>
            <w:tcW w:w="3969" w:type="dxa"/>
          </w:tcPr>
          <w:p w:rsidR="0062553F" w:rsidRPr="009D683B" w:rsidRDefault="0062553F" w:rsidP="00431ADD">
            <w:pPr>
              <w:ind w:left="1701" w:hanging="1701"/>
            </w:pPr>
            <w:r w:rsidRPr="009D683B">
              <w:t>Émanant de :</w:t>
            </w:r>
            <w:r w:rsidRPr="009D683B">
              <w:tab/>
              <w:t>Nom de l’administration :</w:t>
            </w:r>
          </w:p>
          <w:p w:rsidR="0062553F" w:rsidRPr="00D96394" w:rsidRDefault="0062553F" w:rsidP="00431ADD">
            <w:pPr>
              <w:pStyle w:val="SingleTxtG"/>
              <w:tabs>
                <w:tab w:val="right" w:leader="dot" w:pos="3686"/>
              </w:tabs>
              <w:spacing w:after="0"/>
              <w:ind w:left="1701" w:right="0"/>
            </w:pPr>
            <w:r w:rsidRPr="00D96394">
              <w:tab/>
            </w:r>
          </w:p>
          <w:p w:rsidR="0062553F" w:rsidRPr="00D96394" w:rsidRDefault="0062553F" w:rsidP="00431ADD">
            <w:pPr>
              <w:pStyle w:val="SingleTxtG"/>
              <w:tabs>
                <w:tab w:val="right" w:leader="dot" w:pos="3686"/>
              </w:tabs>
              <w:spacing w:after="0"/>
              <w:ind w:left="1701" w:right="0"/>
            </w:pPr>
            <w:r w:rsidRPr="00D96394">
              <w:tab/>
            </w:r>
          </w:p>
          <w:p w:rsidR="0062553F" w:rsidRPr="00D96394" w:rsidRDefault="0062553F" w:rsidP="00431ADD">
            <w:pPr>
              <w:pStyle w:val="SingleTxtG"/>
              <w:tabs>
                <w:tab w:val="right" w:leader="dot" w:pos="3686"/>
              </w:tabs>
              <w:spacing w:after="0"/>
              <w:ind w:left="1701" w:right="0"/>
            </w:pPr>
            <w:r w:rsidRPr="00D96394">
              <w:tab/>
            </w:r>
          </w:p>
        </w:tc>
      </w:tr>
    </w:tbl>
    <w:p w:rsidR="0062553F" w:rsidRPr="00C62650" w:rsidRDefault="0062553F" w:rsidP="0062553F">
      <w:pPr>
        <w:pStyle w:val="SingleTxtG"/>
        <w:kinsoku/>
        <w:overflowPunct/>
        <w:autoSpaceDE/>
        <w:autoSpaceDN/>
        <w:adjustRightInd/>
        <w:snapToGrid/>
        <w:spacing w:before="120"/>
        <w:ind w:left="2552" w:hanging="1418"/>
        <w:jc w:val="left"/>
      </w:pPr>
      <w:r w:rsidRPr="00C62650">
        <w:t>concernant</w:t>
      </w:r>
      <w:r w:rsidRPr="0091322D">
        <w:rPr>
          <w:rStyle w:val="Appelnotedebasdep"/>
        </w:rPr>
        <w:footnoteReference w:id="11"/>
      </w:r>
      <w:r w:rsidRPr="00C62650">
        <w:t> :</w:t>
      </w:r>
      <w:r w:rsidRPr="00C62650">
        <w:tab/>
        <w:t>Délivrance d</w:t>
      </w:r>
      <w:r>
        <w:t>’</w:t>
      </w:r>
      <w:r w:rsidRPr="00C62650">
        <w:t>une homologation</w:t>
      </w:r>
      <w:r>
        <w:t xml:space="preserve"> </w:t>
      </w:r>
      <w:r w:rsidRPr="00C62650">
        <w:br/>
        <w:t>Extension d</w:t>
      </w:r>
      <w:r>
        <w:t>’</w:t>
      </w:r>
      <w:r w:rsidRPr="00C62650">
        <w:t>homologation</w:t>
      </w:r>
      <w:r>
        <w:t xml:space="preserve"> </w:t>
      </w:r>
      <w:r w:rsidRPr="00C62650">
        <w:br/>
        <w:t>Refus d</w:t>
      </w:r>
      <w:r>
        <w:t>’</w:t>
      </w:r>
      <w:r w:rsidRPr="00C62650">
        <w:t>homologation</w:t>
      </w:r>
      <w:r>
        <w:t xml:space="preserve"> </w:t>
      </w:r>
      <w:r w:rsidRPr="00C62650">
        <w:br/>
        <w:t>Retrait d</w:t>
      </w:r>
      <w:r>
        <w:t>’</w:t>
      </w:r>
      <w:r w:rsidRPr="00C62650">
        <w:t>homologation</w:t>
      </w:r>
      <w:r>
        <w:t xml:space="preserve"> </w:t>
      </w:r>
      <w:r w:rsidRPr="00C62650">
        <w:br/>
        <w:t>Arrêt définitif de la production</w:t>
      </w:r>
    </w:p>
    <w:p w:rsidR="0062553F" w:rsidRPr="00C62650" w:rsidRDefault="0062553F" w:rsidP="0062553F">
      <w:pPr>
        <w:pStyle w:val="SingleTxtG"/>
      </w:pPr>
      <w:r w:rsidRPr="00C62650">
        <w:t>d</w:t>
      </w:r>
      <w:r>
        <w:t>’</w:t>
      </w:r>
      <w:r w:rsidRPr="00C62650">
        <w:t>un type d</w:t>
      </w:r>
      <w:r>
        <w:t>’</w:t>
      </w:r>
      <w:r w:rsidRPr="00C62650">
        <w:t>AECC destiné à être installé dans un AECD sur les véhicules des catégories M</w:t>
      </w:r>
      <w:r w:rsidRPr="00C62650">
        <w:rPr>
          <w:vertAlign w:val="subscript"/>
        </w:rPr>
        <w:t xml:space="preserve">1 </w:t>
      </w:r>
      <w:r w:rsidRPr="00C62650">
        <w:t>et N</w:t>
      </w:r>
      <w:r w:rsidRPr="00C62650">
        <w:rPr>
          <w:vertAlign w:val="subscript"/>
        </w:rPr>
        <w:t>1</w:t>
      </w:r>
      <w:r w:rsidRPr="00C62650">
        <w:t>,</w:t>
      </w:r>
      <w:r w:rsidRPr="00C62650">
        <w:rPr>
          <w:vertAlign w:val="subscript"/>
        </w:rPr>
        <w:t xml:space="preserve"> </w:t>
      </w:r>
      <w:r w:rsidRPr="00C62650">
        <w:t xml:space="preserve">homologué en application de la partie Ia du Règlement </w:t>
      </w:r>
      <w:r>
        <w:t xml:space="preserve">ONU </w:t>
      </w:r>
      <w:r w:rsidRPr="00C62650">
        <w:rPr>
          <w:rFonts w:eastAsia="MS Mincho"/>
        </w:rPr>
        <w:t>n</w:t>
      </w:r>
      <w:r w:rsidRPr="00C62650">
        <w:rPr>
          <w:rFonts w:eastAsia="MS Mincho"/>
          <w:vertAlign w:val="superscript"/>
        </w:rPr>
        <w:t>o</w:t>
      </w:r>
      <w:r w:rsidRPr="00C62650">
        <w:t> </w:t>
      </w:r>
      <w:r>
        <w:t>144</w:t>
      </w:r>
      <w:r w:rsidRPr="00C62650">
        <w:t>.</w:t>
      </w:r>
    </w:p>
    <w:p w:rsidR="0062553F" w:rsidRPr="00C62650" w:rsidRDefault="0062553F" w:rsidP="0062553F">
      <w:pPr>
        <w:pStyle w:val="SingleTxtG"/>
        <w:tabs>
          <w:tab w:val="right" w:leader="dot" w:pos="4253"/>
          <w:tab w:val="left" w:pos="4536"/>
          <w:tab w:val="right" w:leader="dot" w:pos="8505"/>
        </w:tabs>
        <w:kinsoku/>
        <w:overflowPunct/>
        <w:autoSpaceDE/>
        <w:autoSpaceDN/>
        <w:adjustRightInd/>
        <w:snapToGrid/>
        <w:jc w:val="left"/>
      </w:pPr>
      <w:r w:rsidRPr="00C62650">
        <w:t>N</w:t>
      </w:r>
      <w:r w:rsidRPr="00C62650">
        <w:rPr>
          <w:vertAlign w:val="superscript"/>
        </w:rPr>
        <w:t>o</w:t>
      </w:r>
      <w:r w:rsidRPr="00C62650">
        <w:t xml:space="preserve"> d</w:t>
      </w:r>
      <w:r>
        <w:t>’</w:t>
      </w:r>
      <w:r w:rsidRPr="00C62650">
        <w:t>homologation</w:t>
      </w:r>
      <w:r w:rsidRPr="00C62650">
        <w:tab/>
      </w:r>
      <w:r w:rsidRPr="00C62650">
        <w:tab/>
        <w:t>N</w:t>
      </w:r>
      <w:r w:rsidRPr="00C62650">
        <w:rPr>
          <w:vertAlign w:val="superscript"/>
        </w:rPr>
        <w:t>o</w:t>
      </w:r>
      <w:r w:rsidRPr="00C62650">
        <w:t xml:space="preserve"> d</w:t>
      </w:r>
      <w:r>
        <w:t>’</w:t>
      </w:r>
      <w:r w:rsidRPr="00C62650">
        <w:t>extension</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de l</w:t>
      </w:r>
      <w:r>
        <w:t>’</w:t>
      </w:r>
      <w:r w:rsidRPr="00C62650">
        <w:t>AECC :</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2.</w:t>
      </w:r>
      <w:r w:rsidRPr="00C62650">
        <w:tab/>
        <w:t>Nom du constructeur pour le type de l</w:t>
      </w:r>
      <w:r>
        <w:t>’</w:t>
      </w:r>
      <w:r w:rsidRPr="00C62650">
        <w:t>AECC :</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3.</w:t>
      </w:r>
      <w:r w:rsidRPr="00C62650">
        <w:tab/>
        <w:t>Nom et adresse du constructeur :</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4.</w:t>
      </w:r>
      <w:r w:rsidRPr="00C62650">
        <w:tab/>
        <w:t>Nom et adresse du représentant du constructeur (le cas échéant) :</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5.</w:t>
      </w:r>
      <w:r w:rsidRPr="00C62650">
        <w:tab/>
        <w:t>Soumis à l</w:t>
      </w:r>
      <w:r>
        <w:t>’</w:t>
      </w:r>
      <w:r w:rsidRPr="00C62650">
        <w:t>homologation le :</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6.</w:t>
      </w:r>
      <w:r w:rsidRPr="00C62650">
        <w:tab/>
        <w:t>Service technique chargé des essais :</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7.</w:t>
      </w:r>
      <w:r w:rsidRPr="00C62650">
        <w:tab/>
        <w:t>Date du procès-verbal d</w:t>
      </w:r>
      <w:r>
        <w:t>’</w:t>
      </w:r>
      <w:r w:rsidRPr="00C62650">
        <w:t>essai :</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8.</w:t>
      </w:r>
      <w:r w:rsidRPr="00C62650">
        <w:tab/>
        <w:t>Numéro du procès-verbal d</w:t>
      </w:r>
      <w:r>
        <w:t>’</w:t>
      </w:r>
      <w:r w:rsidRPr="00C62650">
        <w:t>essai :</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9.</w:t>
      </w:r>
      <w:r w:rsidRPr="00C62650">
        <w:tab/>
        <w:t>Description sommaire de l</w:t>
      </w:r>
      <w:r>
        <w:t>’</w:t>
      </w:r>
      <w:r w:rsidRPr="00C62650">
        <w:t>AECC :</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9a.</w:t>
      </w:r>
      <w:r w:rsidRPr="00C62650">
        <w:tab/>
        <w:t>Dossier d</w:t>
      </w:r>
      <w:r>
        <w:t>’</w:t>
      </w:r>
      <w:r w:rsidRPr="00C62650">
        <w:t xml:space="preserve">information (voir le </w:t>
      </w:r>
      <w:r w:rsidR="00C65359">
        <w:t xml:space="preserve">paragraphe </w:t>
      </w:r>
      <w:r w:rsidRPr="00C62650">
        <w:t>6) :</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9b.</w:t>
      </w:r>
      <w:r w:rsidRPr="00C62650">
        <w:tab/>
        <w:t>Moyen par lequel il est prévu d</w:t>
      </w:r>
      <w:r>
        <w:t>’</w:t>
      </w:r>
      <w:r w:rsidRPr="00C62650">
        <w:t>associer l</w:t>
      </w:r>
      <w:r>
        <w:t>’</w:t>
      </w:r>
      <w:r w:rsidRPr="00C62650">
        <w:t xml:space="preserve">AECC à un AECD </w:t>
      </w:r>
      <w:r w:rsidRPr="00C62650">
        <w:br/>
        <w:t xml:space="preserve">(voir le </w:t>
      </w:r>
      <w:r w:rsidR="00C65359">
        <w:t xml:space="preserve">paragraphe </w:t>
      </w:r>
      <w:r w:rsidRPr="00C62650">
        <w:t>6) :</w:t>
      </w:r>
      <w:r w:rsidRPr="00C62650">
        <w:tab/>
      </w:r>
    </w:p>
    <w:p w:rsidR="0062553F" w:rsidRPr="00C62650" w:rsidRDefault="0062553F" w:rsidP="0062553F">
      <w:pPr>
        <w:pStyle w:val="SingleTxtG"/>
        <w:spacing w:after="0"/>
        <w:ind w:left="1701"/>
        <w:rPr>
          <w:sz w:val="18"/>
          <w:szCs w:val="18"/>
        </w:rPr>
      </w:pPr>
      <w:r w:rsidRPr="00C62650">
        <w:t>Module de commande : oui/non</w:t>
      </w:r>
      <w:r w:rsidRPr="00C62650">
        <w:rPr>
          <w:sz w:val="18"/>
          <w:szCs w:val="18"/>
          <w:vertAlign w:val="superscript"/>
        </w:rPr>
        <w:t>2</w:t>
      </w:r>
    </w:p>
    <w:p w:rsidR="0062553F" w:rsidRPr="00C62650" w:rsidRDefault="0062553F" w:rsidP="0062553F">
      <w:pPr>
        <w:pStyle w:val="SingleTxtG"/>
        <w:spacing w:after="0"/>
        <w:ind w:left="1701"/>
      </w:pPr>
      <w:r w:rsidRPr="00C62650">
        <w:t>Module de communication : oui/non</w:t>
      </w:r>
      <w:r w:rsidRPr="00C62650">
        <w:rPr>
          <w:sz w:val="18"/>
          <w:szCs w:val="18"/>
          <w:vertAlign w:val="superscript"/>
        </w:rPr>
        <w:t>2</w:t>
      </w:r>
    </w:p>
    <w:p w:rsidR="0062553F" w:rsidRPr="00C62650" w:rsidRDefault="0062553F" w:rsidP="0062553F">
      <w:pPr>
        <w:pStyle w:val="SingleTxtG"/>
        <w:spacing w:after="0"/>
        <w:ind w:left="1701"/>
        <w:rPr>
          <w:sz w:val="18"/>
          <w:szCs w:val="18"/>
        </w:rPr>
      </w:pPr>
      <w:r w:rsidRPr="00C62650">
        <w:t>Alimentation électrique de secours : oui/non</w:t>
      </w:r>
      <w:r w:rsidRPr="00C62650">
        <w:rPr>
          <w:sz w:val="18"/>
          <w:szCs w:val="18"/>
          <w:vertAlign w:val="superscript"/>
        </w:rPr>
        <w:t>2</w:t>
      </w:r>
    </w:p>
    <w:p w:rsidR="0062553F" w:rsidRPr="00C62650" w:rsidRDefault="0062553F" w:rsidP="0062553F">
      <w:pPr>
        <w:pStyle w:val="SingleTxtG"/>
        <w:spacing w:after="0"/>
        <w:ind w:left="1701"/>
      </w:pPr>
      <w:r w:rsidRPr="00C62650">
        <w:t>Alimentation électrique</w:t>
      </w:r>
      <w:r>
        <w:t> </w:t>
      </w:r>
      <w:r w:rsidRPr="00C62650">
        <w:t>: oui/non</w:t>
      </w:r>
      <w:r w:rsidRPr="00C62650">
        <w:rPr>
          <w:sz w:val="18"/>
          <w:szCs w:val="18"/>
          <w:vertAlign w:val="superscript"/>
        </w:rPr>
        <w:t>2</w:t>
      </w:r>
    </w:p>
    <w:p w:rsidR="0062553F" w:rsidRPr="00C62650" w:rsidRDefault="0062553F" w:rsidP="0062553F">
      <w:pPr>
        <w:pStyle w:val="SingleTxtG"/>
        <w:spacing w:after="0"/>
        <w:ind w:left="1701"/>
      </w:pPr>
      <w:r w:rsidRPr="00C62650">
        <w:t>Antenne de réseau mobile : oui/non</w:t>
      </w:r>
      <w:r w:rsidRPr="00C62650">
        <w:rPr>
          <w:sz w:val="18"/>
          <w:szCs w:val="18"/>
          <w:vertAlign w:val="superscript"/>
        </w:rPr>
        <w:t>2</w:t>
      </w:r>
    </w:p>
    <w:p w:rsidR="0062553F" w:rsidRPr="00C62650" w:rsidRDefault="0062553F" w:rsidP="0062553F">
      <w:pPr>
        <w:pStyle w:val="SingleTxtG"/>
        <w:spacing w:after="0"/>
        <w:ind w:left="1701"/>
      </w:pPr>
      <w:r w:rsidRPr="00C62650">
        <w:t>Dispositif de signal d</w:t>
      </w:r>
      <w:r>
        <w:t>’</w:t>
      </w:r>
      <w:r w:rsidRPr="00C62650">
        <w:t>information : oui/non</w:t>
      </w:r>
      <w:r w:rsidRPr="00C62650">
        <w:rPr>
          <w:sz w:val="18"/>
          <w:szCs w:val="18"/>
          <w:vertAlign w:val="superscript"/>
        </w:rPr>
        <w:t>2</w:t>
      </w:r>
    </w:p>
    <w:p w:rsidR="0062553F" w:rsidRPr="00C62650" w:rsidRDefault="0062553F" w:rsidP="0062553F">
      <w:pPr>
        <w:pStyle w:val="SingleTxtG"/>
        <w:spacing w:after="0"/>
        <w:ind w:left="1701"/>
      </w:pPr>
      <w:r w:rsidRPr="00C62650">
        <w:t>Antenne GNSS : oui/non</w:t>
      </w:r>
      <w:r w:rsidRPr="00C62650">
        <w:rPr>
          <w:sz w:val="18"/>
          <w:szCs w:val="18"/>
          <w:vertAlign w:val="superscript"/>
        </w:rPr>
        <w:t>2</w:t>
      </w:r>
    </w:p>
    <w:p w:rsidR="0062553F" w:rsidRPr="00C62650" w:rsidRDefault="0062553F" w:rsidP="0062553F">
      <w:pPr>
        <w:pStyle w:val="SingleTxtG"/>
        <w:spacing w:after="0"/>
        <w:ind w:left="1701"/>
        <w:rPr>
          <w:sz w:val="18"/>
          <w:szCs w:val="18"/>
          <w:vertAlign w:val="superscript"/>
        </w:rPr>
      </w:pPr>
      <w:r w:rsidRPr="00C62650">
        <w:t>Récepteur GNSS : oui/non</w:t>
      </w:r>
      <w:r w:rsidRPr="00C62650">
        <w:rPr>
          <w:sz w:val="18"/>
          <w:szCs w:val="18"/>
          <w:vertAlign w:val="superscript"/>
        </w:rPr>
        <w:t>2</w:t>
      </w:r>
    </w:p>
    <w:p w:rsidR="0062553F" w:rsidRPr="00C62650" w:rsidRDefault="0062553F" w:rsidP="0062553F">
      <w:pPr>
        <w:pStyle w:val="SingleTxtG"/>
        <w:ind w:left="1701"/>
        <w:rPr>
          <w:sz w:val="18"/>
          <w:szCs w:val="18"/>
          <w:vertAlign w:val="superscript"/>
        </w:rPr>
      </w:pPr>
      <w:r w:rsidRPr="00C62650">
        <w:t>Dispositif de signal d</w:t>
      </w:r>
      <w:r>
        <w:t>’</w:t>
      </w:r>
      <w:r w:rsidRPr="00C62650">
        <w:t>avertissement : oui/non</w:t>
      </w:r>
      <w:r w:rsidRPr="00C62650">
        <w:rPr>
          <w:sz w:val="18"/>
          <w:szCs w:val="18"/>
          <w:vertAlign w:val="superscript"/>
        </w:rPr>
        <w:t>2</w:t>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10.</w:t>
      </w:r>
      <w:r w:rsidRPr="00C62650">
        <w:tab/>
        <w:t>L</w:t>
      </w:r>
      <w:r>
        <w:t>’</w:t>
      </w:r>
      <w:r w:rsidRPr="00C62650">
        <w:t>AECC a été éprouvé conformément aux dispositions suivantes :</w:t>
      </w:r>
    </w:p>
    <w:p w:rsidR="0062553F" w:rsidRPr="00C62650" w:rsidRDefault="00C65359" w:rsidP="0062553F">
      <w:pPr>
        <w:pStyle w:val="SingleTxtG"/>
        <w:spacing w:after="0"/>
        <w:ind w:left="1701"/>
      </w:pPr>
      <w:r>
        <w:t xml:space="preserve">Paragraphe </w:t>
      </w:r>
      <w:r w:rsidR="0062553F" w:rsidRPr="00C62650">
        <w:t>7.1, Prescriptions générales : oui/non</w:t>
      </w:r>
      <w:r w:rsidR="0062553F" w:rsidRPr="00C62650">
        <w:rPr>
          <w:sz w:val="18"/>
          <w:szCs w:val="18"/>
          <w:vertAlign w:val="superscript"/>
        </w:rPr>
        <w:t>2</w:t>
      </w:r>
    </w:p>
    <w:p w:rsidR="0062553F" w:rsidRPr="00C62650" w:rsidRDefault="00C65359" w:rsidP="0062553F">
      <w:pPr>
        <w:pStyle w:val="SingleTxtG"/>
        <w:spacing w:after="0"/>
        <w:ind w:left="1701"/>
      </w:pPr>
      <w:r>
        <w:t xml:space="preserve">Paragraphe </w:t>
      </w:r>
      <w:r w:rsidR="0062553F" w:rsidRPr="00C62650">
        <w:t>7.2, Compatibilité électromagnétique</w:t>
      </w:r>
      <w:r w:rsidR="0062553F">
        <w:t> </w:t>
      </w:r>
      <w:r w:rsidR="0062553F" w:rsidRPr="00C62650">
        <w:t>: oui/non</w:t>
      </w:r>
      <w:r w:rsidR="0062553F" w:rsidRPr="00C62650">
        <w:rPr>
          <w:sz w:val="18"/>
          <w:szCs w:val="18"/>
          <w:vertAlign w:val="superscript"/>
        </w:rPr>
        <w:t>2</w:t>
      </w:r>
    </w:p>
    <w:p w:rsidR="0062553F" w:rsidRPr="00C62650" w:rsidRDefault="0062553F" w:rsidP="0062553F">
      <w:pPr>
        <w:pStyle w:val="SingleTxtG"/>
        <w:spacing w:after="0"/>
        <w:ind w:left="1701"/>
      </w:pPr>
      <w:r w:rsidRPr="00C62650">
        <w:lastRenderedPageBreak/>
        <w:t>Si « oui », vérification effectuée sur la base de la série … d</w:t>
      </w:r>
      <w:r>
        <w:t>’</w:t>
      </w:r>
      <w:r w:rsidRPr="00C62650">
        <w:t xml:space="preserve">amendements au Règlement </w:t>
      </w:r>
      <w:r>
        <w:t xml:space="preserve">ONU </w:t>
      </w:r>
      <w:r w:rsidRPr="00C62650">
        <w:rPr>
          <w:rFonts w:eastAsia="MS Mincho"/>
          <w:szCs w:val="22"/>
        </w:rPr>
        <w:t>n</w:t>
      </w:r>
      <w:r w:rsidRPr="00C62650">
        <w:rPr>
          <w:rFonts w:eastAsia="MS Mincho"/>
          <w:szCs w:val="22"/>
          <w:vertAlign w:val="superscript"/>
        </w:rPr>
        <w:t>o</w:t>
      </w:r>
      <w:r w:rsidRPr="00C62650">
        <w:t> 10</w:t>
      </w:r>
    </w:p>
    <w:p w:rsidR="0062553F" w:rsidRPr="00C62650" w:rsidRDefault="00C65359" w:rsidP="0062553F">
      <w:pPr>
        <w:pStyle w:val="SingleTxtG"/>
        <w:spacing w:after="0"/>
        <w:ind w:left="1701"/>
      </w:pPr>
      <w:r>
        <w:t xml:space="preserve">Paragraphe </w:t>
      </w:r>
      <w:r w:rsidR="0062553F" w:rsidRPr="00C62650">
        <w:t>7.3, Détermination de la position : oui/non</w:t>
      </w:r>
      <w:r w:rsidR="0062553F" w:rsidRPr="00C62650">
        <w:rPr>
          <w:sz w:val="18"/>
          <w:szCs w:val="18"/>
          <w:vertAlign w:val="superscript"/>
        </w:rPr>
        <w:t>2</w:t>
      </w:r>
    </w:p>
    <w:p w:rsidR="0062553F" w:rsidRPr="00C62650" w:rsidRDefault="00C65359" w:rsidP="0062553F">
      <w:pPr>
        <w:pStyle w:val="SingleTxtG"/>
        <w:spacing w:after="0"/>
        <w:ind w:left="1701"/>
      </w:pPr>
      <w:r>
        <w:t xml:space="preserve">Paragraphe </w:t>
      </w:r>
      <w:r w:rsidR="0062553F" w:rsidRPr="00C62650">
        <w:t>7.4, Moyens d</w:t>
      </w:r>
      <w:r w:rsidR="0062553F">
        <w:t>’</w:t>
      </w:r>
      <w:r w:rsidR="0062553F" w:rsidRPr="00C62650">
        <w:t xml:space="preserve">accès au </w:t>
      </w:r>
      <w:r w:rsidR="0062553F">
        <w:t>réseau</w:t>
      </w:r>
      <w:r w:rsidR="0062553F" w:rsidRPr="00C62650">
        <w:t> : oui/non</w:t>
      </w:r>
      <w:r w:rsidR="0062553F" w:rsidRPr="00C62650">
        <w:rPr>
          <w:sz w:val="18"/>
          <w:szCs w:val="18"/>
          <w:vertAlign w:val="superscript"/>
        </w:rPr>
        <w:t>2</w:t>
      </w:r>
    </w:p>
    <w:p w:rsidR="0062553F" w:rsidRPr="00C62650" w:rsidRDefault="00C65359" w:rsidP="0062553F">
      <w:pPr>
        <w:pStyle w:val="SingleTxtG"/>
        <w:spacing w:after="0"/>
        <w:ind w:left="1701"/>
      </w:pPr>
      <w:r>
        <w:t xml:space="preserve">Paragraphe </w:t>
      </w:r>
      <w:r w:rsidR="0062553F" w:rsidRPr="00C62650">
        <w:t>7.5, Signaux d</w:t>
      </w:r>
      <w:r w:rsidR="0062553F">
        <w:t>’</w:t>
      </w:r>
      <w:r w:rsidR="0062553F" w:rsidRPr="00C62650">
        <w:t>information et d</w:t>
      </w:r>
      <w:r w:rsidR="0062553F">
        <w:t>’</w:t>
      </w:r>
      <w:r w:rsidR="0062553F" w:rsidRPr="00C62650">
        <w:t>avertissement : oui/non</w:t>
      </w:r>
      <w:r w:rsidR="0062553F" w:rsidRPr="00C62650">
        <w:rPr>
          <w:sz w:val="18"/>
          <w:szCs w:val="18"/>
          <w:vertAlign w:val="superscript"/>
        </w:rPr>
        <w:t>2</w:t>
      </w:r>
    </w:p>
    <w:p w:rsidR="0062553F" w:rsidRPr="00C62650" w:rsidRDefault="0062553F" w:rsidP="0062553F">
      <w:pPr>
        <w:pStyle w:val="SingleTxtG"/>
        <w:spacing w:after="0"/>
        <w:ind w:left="1701"/>
      </w:pPr>
      <w:r w:rsidRPr="00C62650">
        <w:t>Si « oui », indiquer les défaillances qui ont fait l</w:t>
      </w:r>
      <w:r>
        <w:t>’</w:t>
      </w:r>
      <w:r w:rsidRPr="00C62650">
        <w:t>objet d</w:t>
      </w:r>
      <w:r>
        <w:t>’</w:t>
      </w:r>
      <w:r w:rsidRPr="00C62650">
        <w:t>une vérification :</w:t>
      </w:r>
    </w:p>
    <w:p w:rsidR="0062553F" w:rsidRPr="00C62650" w:rsidRDefault="0062553F" w:rsidP="0062553F">
      <w:pPr>
        <w:pStyle w:val="SingleTxtG"/>
        <w:ind w:left="1701"/>
      </w:pPr>
      <w:r w:rsidRPr="00C62650">
        <w:t>Module de commande : oui/non</w:t>
      </w:r>
      <w:r w:rsidRPr="00C62650">
        <w:rPr>
          <w:sz w:val="18"/>
          <w:szCs w:val="18"/>
          <w:vertAlign w:val="superscript"/>
        </w:rPr>
        <w:t>2</w:t>
      </w:r>
    </w:p>
    <w:p w:rsidR="0062553F" w:rsidRPr="00C62650" w:rsidRDefault="0062553F" w:rsidP="0062553F">
      <w:pPr>
        <w:pStyle w:val="SingleTxtG"/>
        <w:spacing w:after="0"/>
        <w:ind w:left="1701"/>
      </w:pPr>
      <w:r w:rsidRPr="00C62650">
        <w:t>Module de communication :</w:t>
      </w:r>
    </w:p>
    <w:p w:rsidR="0062553F" w:rsidRPr="00C62650" w:rsidRDefault="0062553F" w:rsidP="0062553F">
      <w:pPr>
        <w:pStyle w:val="SingleTxtG"/>
        <w:spacing w:after="0"/>
        <w:ind w:left="2268"/>
      </w:pPr>
      <w:r w:rsidRPr="00C62650">
        <w:t>Défaillance du branchement électrique ou du module de communication : oui/non</w:t>
      </w:r>
      <w:r w:rsidRPr="00C62650">
        <w:rPr>
          <w:vertAlign w:val="superscript"/>
        </w:rPr>
        <w:t>2</w:t>
      </w:r>
    </w:p>
    <w:p w:rsidR="0062553F" w:rsidRPr="00C62650" w:rsidRDefault="0062553F" w:rsidP="0062553F">
      <w:pPr>
        <w:pStyle w:val="SingleTxtG"/>
        <w:spacing w:after="0"/>
        <w:ind w:left="2268"/>
      </w:pPr>
      <w:r w:rsidRPr="00C62650">
        <w:t>Défaillance interne : oui/non</w:t>
      </w:r>
      <w:r w:rsidRPr="00C62650">
        <w:rPr>
          <w:vertAlign w:val="superscript"/>
        </w:rPr>
        <w:t>2</w:t>
      </w:r>
    </w:p>
    <w:p w:rsidR="0062553F" w:rsidRPr="00C62650" w:rsidRDefault="0062553F" w:rsidP="0062553F">
      <w:pPr>
        <w:pStyle w:val="SingleTxtG"/>
        <w:spacing w:after="0"/>
        <w:ind w:left="1701"/>
      </w:pPr>
      <w:r w:rsidRPr="00C62650">
        <w:t>Récepteur GNSS</w:t>
      </w:r>
    </w:p>
    <w:p w:rsidR="0062553F" w:rsidRPr="00C62650" w:rsidRDefault="0062553F" w:rsidP="0062553F">
      <w:pPr>
        <w:pStyle w:val="SingleTxtG"/>
        <w:spacing w:after="0"/>
        <w:ind w:left="2268"/>
      </w:pPr>
      <w:r w:rsidRPr="00C62650">
        <w:t>Défaillance du branchement électrique ou du module de communication : oui/non</w:t>
      </w:r>
      <w:r w:rsidRPr="00C62650">
        <w:rPr>
          <w:sz w:val="18"/>
          <w:szCs w:val="18"/>
          <w:vertAlign w:val="superscript"/>
        </w:rPr>
        <w:t>2</w:t>
      </w:r>
    </w:p>
    <w:p w:rsidR="0062553F" w:rsidRPr="00C62650" w:rsidRDefault="0062553F" w:rsidP="0062553F">
      <w:pPr>
        <w:pStyle w:val="SingleTxtG"/>
        <w:spacing w:after="0"/>
        <w:ind w:left="2268"/>
      </w:pPr>
      <w:r w:rsidRPr="00C62650">
        <w:t>Défaillance interne</w:t>
      </w:r>
      <w:r>
        <w:t> </w:t>
      </w:r>
      <w:r w:rsidRPr="00C62650">
        <w:t>: oui/non</w:t>
      </w:r>
      <w:r w:rsidRPr="00C62650">
        <w:rPr>
          <w:sz w:val="18"/>
          <w:szCs w:val="18"/>
          <w:vertAlign w:val="superscript"/>
        </w:rPr>
        <w:t>2</w:t>
      </w:r>
    </w:p>
    <w:p w:rsidR="0062553F" w:rsidRPr="00C62650" w:rsidRDefault="0062553F" w:rsidP="0062553F">
      <w:pPr>
        <w:pStyle w:val="SingleTxtG"/>
        <w:spacing w:after="0"/>
        <w:ind w:left="1701"/>
      </w:pPr>
      <w:r w:rsidRPr="00C62650">
        <w:t>Antenne de réseau mobile : oui/non</w:t>
      </w:r>
      <w:r w:rsidRPr="00C62650">
        <w:rPr>
          <w:sz w:val="18"/>
          <w:szCs w:val="18"/>
          <w:vertAlign w:val="superscript"/>
        </w:rPr>
        <w:t>2</w:t>
      </w:r>
    </w:p>
    <w:p w:rsidR="0062553F" w:rsidRPr="00C62650" w:rsidRDefault="0062553F" w:rsidP="0062553F">
      <w:pPr>
        <w:pStyle w:val="SingleTxtG"/>
        <w:spacing w:after="0"/>
        <w:ind w:left="1701"/>
      </w:pPr>
      <w:r w:rsidRPr="00C62650">
        <w:t>Antenne GNSS : oui/non</w:t>
      </w:r>
      <w:r w:rsidRPr="00C62650">
        <w:rPr>
          <w:sz w:val="18"/>
          <w:szCs w:val="18"/>
          <w:vertAlign w:val="superscript"/>
        </w:rPr>
        <w:t>2</w:t>
      </w:r>
    </w:p>
    <w:p w:rsidR="0062553F" w:rsidRPr="00C62650" w:rsidRDefault="0062553F" w:rsidP="0062553F">
      <w:pPr>
        <w:pStyle w:val="SingleTxtG"/>
        <w:spacing w:after="0"/>
        <w:ind w:left="1701"/>
      </w:pPr>
      <w:r w:rsidRPr="00C62650">
        <w:t>Unité de détection des chocs : oui/non</w:t>
      </w:r>
      <w:r w:rsidRPr="00C62650">
        <w:rPr>
          <w:sz w:val="18"/>
          <w:szCs w:val="18"/>
          <w:vertAlign w:val="superscript"/>
        </w:rPr>
        <w:t>2</w:t>
      </w:r>
    </w:p>
    <w:p w:rsidR="0062553F" w:rsidRPr="00C62650" w:rsidRDefault="0062553F" w:rsidP="0062553F">
      <w:pPr>
        <w:pStyle w:val="SingleTxtG"/>
        <w:spacing w:after="0"/>
        <w:ind w:left="1701"/>
      </w:pPr>
      <w:r w:rsidRPr="00C62650">
        <w:t>Alimentation électrique : oui/non</w:t>
      </w:r>
      <w:r w:rsidRPr="00C62650">
        <w:rPr>
          <w:sz w:val="18"/>
          <w:szCs w:val="18"/>
          <w:vertAlign w:val="superscript"/>
        </w:rPr>
        <w:t>2</w:t>
      </w:r>
    </w:p>
    <w:p w:rsidR="0062553F" w:rsidRDefault="0062553F" w:rsidP="0062553F">
      <w:pPr>
        <w:pStyle w:val="SingleTxtG"/>
        <w:spacing w:after="0"/>
        <w:ind w:left="1701"/>
        <w:rPr>
          <w:sz w:val="18"/>
          <w:szCs w:val="18"/>
          <w:vertAlign w:val="superscript"/>
        </w:rPr>
      </w:pPr>
      <w:r w:rsidRPr="00C62650">
        <w:t>Module d</w:t>
      </w:r>
      <w:r>
        <w:t>’</w:t>
      </w:r>
      <w:r w:rsidRPr="00C62650">
        <w:t>identification d</w:t>
      </w:r>
      <w:r>
        <w:t>’</w:t>
      </w:r>
      <w:r w:rsidRPr="00C62650">
        <w:t>abonné (carte SIM) : oui/ non</w:t>
      </w:r>
      <w:r w:rsidRPr="00C62650">
        <w:rPr>
          <w:sz w:val="18"/>
          <w:szCs w:val="18"/>
          <w:vertAlign w:val="superscript"/>
        </w:rPr>
        <w:t>2</w:t>
      </w:r>
    </w:p>
    <w:p w:rsidR="0062553F" w:rsidRPr="005F3D64" w:rsidRDefault="0062553F" w:rsidP="0062553F">
      <w:pPr>
        <w:pStyle w:val="SingleTxtG"/>
        <w:spacing w:after="0"/>
        <w:ind w:left="1701"/>
      </w:pPr>
      <w:r>
        <w:t>Alimentation électrique de secours : oui/non</w:t>
      </w:r>
      <w:r w:rsidRPr="00E96271">
        <w:rPr>
          <w:sz w:val="18"/>
          <w:szCs w:val="18"/>
          <w:vertAlign w:val="superscript"/>
        </w:rPr>
        <w:t>2</w:t>
      </w:r>
    </w:p>
    <w:p w:rsidR="0062553F" w:rsidRPr="00C62650" w:rsidRDefault="00C65359" w:rsidP="0062553F">
      <w:pPr>
        <w:pStyle w:val="SingleTxtG"/>
        <w:spacing w:after="0"/>
        <w:ind w:left="1701"/>
      </w:pPr>
      <w:r>
        <w:t xml:space="preserve">Paragraphe </w:t>
      </w:r>
      <w:r w:rsidR="0062553F" w:rsidRPr="00C62650">
        <w:t>7.6, Alimentation électrique : oui/non</w:t>
      </w:r>
      <w:r w:rsidR="0062553F" w:rsidRPr="00C62650">
        <w:rPr>
          <w:sz w:val="18"/>
          <w:szCs w:val="18"/>
          <w:vertAlign w:val="superscript"/>
        </w:rPr>
        <w:t>2</w:t>
      </w:r>
    </w:p>
    <w:p w:rsidR="0062553F" w:rsidRPr="00C62650" w:rsidRDefault="00C65359" w:rsidP="0062553F">
      <w:pPr>
        <w:pStyle w:val="SingleTxtG"/>
        <w:spacing w:after="0"/>
        <w:ind w:left="1701"/>
      </w:pPr>
      <w:r>
        <w:t xml:space="preserve">Paragraphe </w:t>
      </w:r>
      <w:r w:rsidR="0062553F" w:rsidRPr="00C62650">
        <w:t>7.7, Résistance au choc : oui/non</w:t>
      </w:r>
      <w:r w:rsidR="0062553F" w:rsidRPr="00C62650">
        <w:rPr>
          <w:sz w:val="18"/>
          <w:szCs w:val="18"/>
          <w:vertAlign w:val="superscript"/>
        </w:rPr>
        <w:t>2</w:t>
      </w:r>
    </w:p>
    <w:p w:rsidR="0062553F" w:rsidRPr="00C62650" w:rsidRDefault="0062553F" w:rsidP="0062553F">
      <w:pPr>
        <w:pStyle w:val="SingleTxtG"/>
        <w:spacing w:after="0"/>
        <w:ind w:left="1701"/>
      </w:pPr>
      <w:r w:rsidRPr="00C62650">
        <w:t>Récepteur GNSS : oui/ non</w:t>
      </w:r>
      <w:r w:rsidRPr="00C62650">
        <w:rPr>
          <w:vertAlign w:val="superscript"/>
        </w:rPr>
        <w:t>2</w:t>
      </w:r>
    </w:p>
    <w:p w:rsidR="0062553F" w:rsidRPr="00C62650" w:rsidRDefault="0062553F" w:rsidP="0062553F">
      <w:pPr>
        <w:pStyle w:val="SingleTxtG"/>
        <w:spacing w:after="0"/>
        <w:ind w:left="1701"/>
      </w:pPr>
      <w:r w:rsidRPr="00C62650">
        <w:t>Antenne GNSS : oui/non</w:t>
      </w:r>
      <w:r w:rsidRPr="00C62650">
        <w:rPr>
          <w:vertAlign w:val="superscript"/>
        </w:rPr>
        <w:t>2</w:t>
      </w:r>
    </w:p>
    <w:p w:rsidR="0062553F" w:rsidRPr="00C62650" w:rsidRDefault="0062553F" w:rsidP="0062553F">
      <w:pPr>
        <w:pStyle w:val="SingleTxtG"/>
        <w:tabs>
          <w:tab w:val="right" w:leader="dot" w:pos="8505"/>
        </w:tabs>
        <w:kinsoku/>
        <w:overflowPunct/>
        <w:autoSpaceDE/>
        <w:autoSpaceDN/>
        <w:adjustRightInd/>
        <w:snapToGrid/>
        <w:ind w:left="2268" w:hanging="567"/>
        <w:jc w:val="left"/>
      </w:pPr>
      <w:r w:rsidRPr="00C62650">
        <w:t>Orientation de l</w:t>
      </w:r>
      <w:r>
        <w:t>’</w:t>
      </w:r>
      <w:r w:rsidRPr="00C62650">
        <w:t>AECC :</w:t>
      </w:r>
      <w:r w:rsidRPr="00C62650">
        <w:rPr>
          <w:sz w:val="18"/>
          <w:szCs w:val="18"/>
        </w:rPr>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11.</w:t>
      </w:r>
      <w:r w:rsidRPr="00C62650">
        <w:tab/>
        <w:t>Emplacement de la marque d</w:t>
      </w:r>
      <w:r>
        <w:t>’</w:t>
      </w:r>
      <w:r w:rsidRPr="00C62650">
        <w:t>homologation :</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12.</w:t>
      </w:r>
      <w:r w:rsidRPr="00C62650">
        <w:tab/>
        <w:t>Motif(s) de l</w:t>
      </w:r>
      <w:r>
        <w:t>’</w:t>
      </w:r>
      <w:r w:rsidRPr="00C62650">
        <w:t>extension d</w:t>
      </w:r>
      <w:r>
        <w:t>’</w:t>
      </w:r>
      <w:r w:rsidRPr="00C62650">
        <w:t>homologation (le cas échéant) :</w:t>
      </w:r>
      <w:r w:rsidRPr="00C62650">
        <w:rPr>
          <w:sz w:val="18"/>
          <w:szCs w:val="18"/>
        </w:rPr>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13.</w:t>
      </w:r>
      <w:r w:rsidRPr="00C62650">
        <w:tab/>
        <w:t>Homologation accordée/étendue/refusée/retirée</w:t>
      </w:r>
      <w:r w:rsidRPr="007D45FE">
        <w:rPr>
          <w:sz w:val="18"/>
          <w:szCs w:val="18"/>
          <w:vertAlign w:val="superscript"/>
        </w:rPr>
        <w:t>2</w:t>
      </w:r>
      <w:r w:rsidRPr="00C62650">
        <w:t> </w:t>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14.</w:t>
      </w:r>
      <w:r w:rsidRPr="00C62650">
        <w:tab/>
        <w:t>Lieu :</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15.</w:t>
      </w:r>
      <w:r w:rsidRPr="00C62650">
        <w:tab/>
        <w:t>Date :</w:t>
      </w:r>
      <w:r w:rsidRPr="00C62650">
        <w:tab/>
      </w:r>
    </w:p>
    <w:p w:rsidR="0062553F" w:rsidRPr="00C62650" w:rsidRDefault="0062553F" w:rsidP="0062553F">
      <w:pPr>
        <w:pStyle w:val="SingleTxtG"/>
        <w:tabs>
          <w:tab w:val="right" w:leader="dot" w:pos="8505"/>
        </w:tabs>
        <w:kinsoku/>
        <w:overflowPunct/>
        <w:autoSpaceDE/>
        <w:autoSpaceDN/>
        <w:adjustRightInd/>
        <w:snapToGrid/>
        <w:ind w:left="1701" w:hanging="567"/>
        <w:jc w:val="left"/>
      </w:pPr>
      <w:r w:rsidRPr="00C62650">
        <w:t>16.</w:t>
      </w:r>
      <w:r w:rsidRPr="00C62650">
        <w:tab/>
        <w:t>Signature :</w:t>
      </w:r>
      <w:r w:rsidRPr="00C62650">
        <w:tab/>
      </w:r>
    </w:p>
    <w:p w:rsidR="00431ADD" w:rsidRDefault="0062553F" w:rsidP="0062553F">
      <w:pPr>
        <w:pStyle w:val="SingleTxtG"/>
        <w:tabs>
          <w:tab w:val="right" w:leader="dot" w:pos="8505"/>
        </w:tabs>
        <w:kinsoku/>
        <w:overflowPunct/>
        <w:autoSpaceDE/>
        <w:autoSpaceDN/>
        <w:adjustRightInd/>
        <w:snapToGrid/>
        <w:ind w:left="1701" w:hanging="567"/>
      </w:pPr>
      <w:r w:rsidRPr="00C62650">
        <w:t>17.</w:t>
      </w:r>
      <w:r w:rsidRPr="00C62650">
        <w:tab/>
        <w:t>La liste des documents déposés auprès de l</w:t>
      </w:r>
      <w:r>
        <w:t>’</w:t>
      </w:r>
      <w:r w:rsidRPr="00C62650">
        <w:t>autorité d</w:t>
      </w:r>
      <w:r>
        <w:t>’</w:t>
      </w:r>
      <w:r w:rsidRPr="00C62650">
        <w:t xml:space="preserve">homologation de type </w:t>
      </w:r>
      <w:r w:rsidRPr="0062553F">
        <w:rPr>
          <w:rFonts w:eastAsiaTheme="minorHAnsi"/>
        </w:rPr>
        <w:t>ayant</w:t>
      </w:r>
      <w:r w:rsidRPr="00C62650">
        <w:t xml:space="preserve"> accordé l</w:t>
      </w:r>
      <w:r>
        <w:t>’</w:t>
      </w:r>
      <w:r w:rsidRPr="00C62650">
        <w:t>homologation est annexée à la présente communication et peut être obtenue sur demande.</w:t>
      </w:r>
    </w:p>
    <w:p w:rsidR="00D324CF" w:rsidRDefault="00D324CF" w:rsidP="0062553F">
      <w:pPr>
        <w:pStyle w:val="SingleTxtG"/>
        <w:tabs>
          <w:tab w:val="right" w:leader="dot" w:pos="8505"/>
        </w:tabs>
        <w:kinsoku/>
        <w:overflowPunct/>
        <w:autoSpaceDE/>
        <w:autoSpaceDN/>
        <w:adjustRightInd/>
        <w:snapToGrid/>
        <w:ind w:left="1701" w:hanging="567"/>
        <w:sectPr w:rsidR="00D324CF" w:rsidSect="0083687B">
          <w:headerReference w:type="even" r:id="rId16"/>
          <w:headerReference w:type="default" r:id="rId17"/>
          <w:footnotePr>
            <w:numRestart w:val="eachSect"/>
          </w:footnotePr>
          <w:endnotePr>
            <w:numFmt w:val="decimal"/>
          </w:endnotePr>
          <w:pgSz w:w="11907" w:h="16840" w:code="9"/>
          <w:pgMar w:top="1418" w:right="1134" w:bottom="1134" w:left="1134" w:header="680" w:footer="567" w:gutter="0"/>
          <w:cols w:space="720"/>
          <w:docGrid w:linePitch="272"/>
        </w:sectPr>
      </w:pPr>
    </w:p>
    <w:p w:rsidR="00431ADD" w:rsidRPr="00C62650" w:rsidRDefault="00431ADD" w:rsidP="006C1550">
      <w:pPr>
        <w:pStyle w:val="HChG"/>
        <w:spacing w:before="320" w:after="200"/>
      </w:pPr>
      <w:r>
        <w:lastRenderedPageBreak/>
        <w:t>Annexe 2</w:t>
      </w:r>
    </w:p>
    <w:p w:rsidR="00431ADD" w:rsidRPr="00C62650" w:rsidRDefault="00431ADD" w:rsidP="006C1550">
      <w:pPr>
        <w:pStyle w:val="HChG"/>
        <w:spacing w:before="320" w:after="200"/>
      </w:pPr>
      <w:r w:rsidRPr="00C62650">
        <w:tab/>
      </w:r>
      <w:r w:rsidRPr="00C62650">
        <w:tab/>
        <w:t>Communication</w:t>
      </w:r>
    </w:p>
    <w:p w:rsidR="00431ADD" w:rsidRDefault="00431ADD" w:rsidP="00431ADD">
      <w:pPr>
        <w:pStyle w:val="SingleTxtG"/>
      </w:pPr>
      <w:r>
        <w:t>(f</w:t>
      </w:r>
      <w:r w:rsidRPr="00C62650">
        <w:t>ormat maximal : A4 (210 x 297 mm))</w:t>
      </w:r>
    </w:p>
    <w:tbl>
      <w:tblPr>
        <w:tblStyle w:val="Grilledutableau"/>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431ADD" w:rsidRPr="00D96394" w:rsidTr="00431ADD">
        <w:tc>
          <w:tcPr>
            <w:tcW w:w="3402" w:type="dxa"/>
          </w:tcPr>
          <w:p w:rsidR="00431ADD" w:rsidRPr="00D96394" w:rsidRDefault="00431ADD" w:rsidP="00431ADD">
            <w:pPr>
              <w:pStyle w:val="SingleTxtG"/>
              <w:spacing w:after="0"/>
              <w:ind w:left="0"/>
            </w:pPr>
            <w:r w:rsidRPr="00D96394">
              <w:object w:dxaOrig="1684" w:dyaOrig="1675">
                <v:shape id="_x0000_i1026" type="#_x0000_t75" style="width:83.3pt;height:84pt" o:ole="">
                  <v:imagedata r:id="rId14" o:title=""/>
                </v:shape>
                <o:OLEObject Type="Embed" ProgID="Word.Picture.8" ShapeID="_x0000_i1026" DrawAspect="Content" ObjectID="_1604230495" r:id="rId18"/>
              </w:object>
            </w:r>
            <w:r w:rsidRPr="0032614E">
              <w:rPr>
                <w:rStyle w:val="Appelnotedebasdep"/>
                <w:color w:val="FFFFFF" w:themeColor="background1"/>
              </w:rPr>
              <w:footnoteReference w:id="12"/>
            </w:r>
          </w:p>
        </w:tc>
        <w:tc>
          <w:tcPr>
            <w:tcW w:w="3969" w:type="dxa"/>
          </w:tcPr>
          <w:p w:rsidR="00431ADD" w:rsidRPr="00033F78" w:rsidRDefault="00431ADD" w:rsidP="00431ADD">
            <w:pPr>
              <w:ind w:left="1701" w:hanging="1701"/>
            </w:pPr>
            <w:r w:rsidRPr="00033F78">
              <w:t>Émanant de :</w:t>
            </w:r>
            <w:r w:rsidRPr="00033F78">
              <w:tab/>
              <w:t>Nom de l’administration :</w:t>
            </w:r>
          </w:p>
          <w:p w:rsidR="00431ADD" w:rsidRPr="00D96394" w:rsidRDefault="00431ADD" w:rsidP="00431ADD">
            <w:pPr>
              <w:pStyle w:val="SingleTxtG"/>
              <w:tabs>
                <w:tab w:val="right" w:leader="dot" w:pos="3686"/>
              </w:tabs>
              <w:spacing w:after="0"/>
              <w:ind w:left="1701" w:right="0"/>
            </w:pPr>
            <w:r w:rsidRPr="00D96394">
              <w:tab/>
            </w:r>
          </w:p>
          <w:p w:rsidR="00431ADD" w:rsidRPr="00D96394" w:rsidRDefault="00431ADD" w:rsidP="00431ADD">
            <w:pPr>
              <w:pStyle w:val="SingleTxtG"/>
              <w:tabs>
                <w:tab w:val="right" w:leader="dot" w:pos="3686"/>
              </w:tabs>
              <w:spacing w:after="0"/>
              <w:ind w:left="1701" w:right="0"/>
            </w:pPr>
            <w:r w:rsidRPr="00D96394">
              <w:tab/>
            </w:r>
          </w:p>
          <w:p w:rsidR="00431ADD" w:rsidRPr="00D96394" w:rsidRDefault="00431ADD" w:rsidP="00431ADD">
            <w:pPr>
              <w:pStyle w:val="SingleTxtG"/>
              <w:tabs>
                <w:tab w:val="right" w:leader="dot" w:pos="3686"/>
              </w:tabs>
              <w:spacing w:after="0"/>
              <w:ind w:left="1701" w:right="0"/>
            </w:pPr>
            <w:r w:rsidRPr="00D96394">
              <w:tab/>
            </w:r>
          </w:p>
        </w:tc>
      </w:tr>
    </w:tbl>
    <w:p w:rsidR="00431ADD" w:rsidRPr="00C62650" w:rsidRDefault="00431ADD" w:rsidP="00431ADD">
      <w:pPr>
        <w:pStyle w:val="SingleTxtG"/>
        <w:kinsoku/>
        <w:overflowPunct/>
        <w:autoSpaceDE/>
        <w:autoSpaceDN/>
        <w:adjustRightInd/>
        <w:snapToGrid/>
        <w:spacing w:before="120"/>
        <w:ind w:left="2552" w:hanging="1418"/>
        <w:jc w:val="left"/>
      </w:pPr>
      <w:r w:rsidRPr="00C62650">
        <w:t>concernant</w:t>
      </w:r>
      <w:r w:rsidRPr="0091322D">
        <w:rPr>
          <w:rStyle w:val="Appelnotedebasdep"/>
        </w:rPr>
        <w:footnoteReference w:id="13"/>
      </w:r>
      <w:r w:rsidRPr="00C62650">
        <w:t> :</w:t>
      </w:r>
      <w:r w:rsidRPr="00C62650">
        <w:tab/>
        <w:t>Délivrance d</w:t>
      </w:r>
      <w:r>
        <w:t>’</w:t>
      </w:r>
      <w:r w:rsidRPr="00C62650">
        <w:t>une homologation</w:t>
      </w:r>
      <w:r>
        <w:t xml:space="preserve"> </w:t>
      </w:r>
      <w:r w:rsidRPr="00C62650">
        <w:br/>
        <w:t>Extension d</w:t>
      </w:r>
      <w:r>
        <w:t>’</w:t>
      </w:r>
      <w:r w:rsidRPr="00C62650">
        <w:t>homologation</w:t>
      </w:r>
      <w:r>
        <w:t xml:space="preserve"> </w:t>
      </w:r>
      <w:r w:rsidRPr="00C62650">
        <w:br/>
        <w:t>Refus d</w:t>
      </w:r>
      <w:r>
        <w:t>’</w:t>
      </w:r>
      <w:r w:rsidRPr="00C62650">
        <w:t>homologation</w:t>
      </w:r>
      <w:r>
        <w:t xml:space="preserve"> </w:t>
      </w:r>
      <w:r w:rsidRPr="00C62650">
        <w:br/>
        <w:t>Retrait d</w:t>
      </w:r>
      <w:r>
        <w:t>’</w:t>
      </w:r>
      <w:r w:rsidRPr="00C62650">
        <w:t>homologation</w:t>
      </w:r>
      <w:r>
        <w:t xml:space="preserve"> </w:t>
      </w:r>
      <w:r w:rsidRPr="00C62650">
        <w:br/>
        <w:t>Arrêt définitif de la production</w:t>
      </w:r>
    </w:p>
    <w:p w:rsidR="00431ADD" w:rsidRPr="00C62650" w:rsidRDefault="00431ADD" w:rsidP="00431ADD">
      <w:pPr>
        <w:pStyle w:val="SingleTxtG"/>
      </w:pPr>
      <w:r w:rsidRPr="00C62650">
        <w:t>d</w:t>
      </w:r>
      <w:r>
        <w:t>’</w:t>
      </w:r>
      <w:r w:rsidRPr="00C62650">
        <w:t>un type d</w:t>
      </w:r>
      <w:r>
        <w:t>’</w:t>
      </w:r>
      <w:r w:rsidRPr="00C62650">
        <w:t>AECD destiné à être installé sur les véhicules des catégories M</w:t>
      </w:r>
      <w:r w:rsidRPr="00C62650">
        <w:rPr>
          <w:vertAlign w:val="subscript"/>
        </w:rPr>
        <w:t>1</w:t>
      </w:r>
      <w:r w:rsidRPr="00C62650">
        <w:t xml:space="preserve"> et N</w:t>
      </w:r>
      <w:r w:rsidRPr="00C62650">
        <w:rPr>
          <w:vertAlign w:val="subscript"/>
        </w:rPr>
        <w:t>1</w:t>
      </w:r>
      <w:r w:rsidRPr="00C62650">
        <w:t>, en application de la partie Ib du Règlement</w:t>
      </w:r>
      <w:r>
        <w:t xml:space="preserve"> ONU</w:t>
      </w:r>
      <w:r w:rsidRPr="00C62650">
        <w:t xml:space="preserve"> </w:t>
      </w:r>
      <w:r w:rsidRPr="00C62650">
        <w:rPr>
          <w:rFonts w:eastAsia="MS Mincho"/>
        </w:rPr>
        <w:t>n</w:t>
      </w:r>
      <w:r w:rsidRPr="00C62650">
        <w:rPr>
          <w:rFonts w:eastAsia="MS Mincho"/>
          <w:vertAlign w:val="superscript"/>
        </w:rPr>
        <w:t>o</w:t>
      </w:r>
      <w:r w:rsidRPr="00C62650">
        <w:t> </w:t>
      </w:r>
      <w:r>
        <w:t>144</w:t>
      </w:r>
      <w:r w:rsidRPr="00C62650">
        <w:t>.</w:t>
      </w:r>
    </w:p>
    <w:p w:rsidR="00431ADD" w:rsidRPr="00C62650" w:rsidRDefault="00431ADD" w:rsidP="00431ADD">
      <w:pPr>
        <w:pStyle w:val="SingleTxtG"/>
        <w:tabs>
          <w:tab w:val="right" w:leader="dot" w:pos="4253"/>
          <w:tab w:val="left" w:pos="4536"/>
          <w:tab w:val="right" w:leader="dot" w:pos="8505"/>
        </w:tabs>
        <w:kinsoku/>
        <w:overflowPunct/>
        <w:autoSpaceDE/>
        <w:autoSpaceDN/>
        <w:adjustRightInd/>
        <w:snapToGrid/>
        <w:jc w:val="left"/>
      </w:pPr>
      <w:r w:rsidRPr="00C62650">
        <w:t>N</w:t>
      </w:r>
      <w:r w:rsidRPr="00C62650">
        <w:rPr>
          <w:vertAlign w:val="superscript"/>
        </w:rPr>
        <w:t>o</w:t>
      </w:r>
      <w:r w:rsidRPr="00C62650">
        <w:t xml:space="preserve"> d</w:t>
      </w:r>
      <w:r>
        <w:t>’</w:t>
      </w:r>
      <w:r w:rsidRPr="00C62650">
        <w:t>homologation</w:t>
      </w:r>
      <w:r w:rsidRPr="00C62650">
        <w:tab/>
      </w:r>
      <w:r w:rsidRPr="00C62650">
        <w:tab/>
        <w:t>N</w:t>
      </w:r>
      <w:r w:rsidRPr="00C62650">
        <w:rPr>
          <w:vertAlign w:val="superscript"/>
        </w:rPr>
        <w:t>o</w:t>
      </w:r>
      <w:r w:rsidRPr="00C62650">
        <w:t xml:space="preserve"> d</w:t>
      </w:r>
      <w:r>
        <w:t>’</w:t>
      </w:r>
      <w:r w:rsidRPr="00C62650">
        <w:t>extension</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du dispositif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2.</w:t>
      </w:r>
      <w:r w:rsidRPr="00C62650">
        <w:tab/>
        <w:t>Non du constructeur pour le type de dispositif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3.</w:t>
      </w:r>
      <w:r w:rsidRPr="00C62650">
        <w:tab/>
        <w:t>Nom et adresse du constructeur :</w:t>
      </w:r>
      <w:r w:rsidRPr="00C62650">
        <w:tab/>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4.</w:t>
      </w:r>
      <w:r w:rsidRPr="00C62650">
        <w:tab/>
        <w:t>Nom et adresse du représentant du constructeur (le cas échéant)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5.</w:t>
      </w:r>
      <w:r w:rsidRPr="00C62650">
        <w:tab/>
        <w:t>Soumis à l</w:t>
      </w:r>
      <w:r>
        <w:t>’</w:t>
      </w:r>
      <w:r w:rsidRPr="00C62650">
        <w:t>homologation le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6.</w:t>
      </w:r>
      <w:r w:rsidRPr="00C62650">
        <w:tab/>
        <w:t>Service technique chargé des essais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7.</w:t>
      </w:r>
      <w:r w:rsidRPr="00C62650">
        <w:tab/>
        <w:t>Date du procès-verbal d</w:t>
      </w:r>
      <w:r>
        <w:t>’</w:t>
      </w:r>
      <w:r w:rsidRPr="00C62650">
        <w:t>essai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8.</w:t>
      </w:r>
      <w:r w:rsidRPr="00C62650">
        <w:tab/>
        <w:t>Numéro du procès-verbal d</w:t>
      </w:r>
      <w:r>
        <w:t>’</w:t>
      </w:r>
      <w:r w:rsidRPr="00C62650">
        <w:t>essai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9.</w:t>
      </w:r>
      <w:r w:rsidRPr="00C62650">
        <w:tab/>
        <w:t>Description sommaire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9a.</w:t>
      </w:r>
      <w:r w:rsidRPr="00C62650">
        <w:tab/>
        <w:t>Dossier(s) d</w:t>
      </w:r>
      <w:r>
        <w:t>’</w:t>
      </w:r>
      <w:r w:rsidRPr="00C62650">
        <w:t xml:space="preserve">information (voir le </w:t>
      </w:r>
      <w:r w:rsidR="00C65359">
        <w:t xml:space="preserve">paragraphe </w:t>
      </w:r>
      <w:r w:rsidRPr="00C62650">
        <w:t>16.1)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9b.</w:t>
      </w:r>
      <w:r w:rsidRPr="00C62650">
        <w:tab/>
        <w:t>Moyen par lequel il est prévu d</w:t>
      </w:r>
      <w:r>
        <w:t>’</w:t>
      </w:r>
      <w:r w:rsidRPr="00C62650">
        <w:t>associer l</w:t>
      </w:r>
      <w:r>
        <w:t>’</w:t>
      </w:r>
      <w:r w:rsidRPr="00C62650">
        <w:t xml:space="preserve">AECD à un AECC homologué conformément à la partie Ia du présent Règlement (voir le </w:t>
      </w:r>
      <w:r w:rsidR="00C65359">
        <w:t xml:space="preserve">paragraphe </w:t>
      </w:r>
      <w:r w:rsidRPr="00C62650">
        <w:t>16.1) :</w:t>
      </w:r>
      <w:r>
        <w:br/>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9c.</w:t>
      </w:r>
      <w:r w:rsidRPr="00C62650">
        <w:tab/>
        <w:t>Moyen par lequel il est prévu d</w:t>
      </w:r>
      <w:r>
        <w:t>’</w:t>
      </w:r>
      <w:r w:rsidRPr="00C62650">
        <w:t>associer l</w:t>
      </w:r>
      <w:r>
        <w:t>’</w:t>
      </w:r>
      <w:r w:rsidRPr="00C62650">
        <w:t>AECD à l</w:t>
      </w:r>
      <w:r>
        <w:t>’</w:t>
      </w:r>
      <w:r w:rsidRPr="00C62650">
        <w:t>installation ultérieure de l</w:t>
      </w:r>
      <w:r>
        <w:t>’</w:t>
      </w:r>
      <w:r w:rsidRPr="00C62650">
        <w:t xml:space="preserve">AECD dans un véhicule homologuée conformément à la partie II du présent Règlement (voir le </w:t>
      </w:r>
      <w:r w:rsidR="00C65359">
        <w:t xml:space="preserve">paragraphe </w:t>
      </w:r>
      <w:r w:rsidRPr="00C62650">
        <w:t>16.1) :</w:t>
      </w:r>
      <w:r w:rsidRPr="00C62650">
        <w:tab/>
      </w:r>
    </w:p>
    <w:p w:rsidR="00431ADD" w:rsidRPr="00C62650" w:rsidRDefault="00431ADD" w:rsidP="00431ADD">
      <w:pPr>
        <w:pStyle w:val="SingleTxtG"/>
        <w:spacing w:after="0"/>
        <w:ind w:left="1701"/>
      </w:pPr>
      <w:r w:rsidRPr="00C62650">
        <w:t>Dispositif de signal d</w:t>
      </w:r>
      <w:r>
        <w:t>’</w:t>
      </w:r>
      <w:r w:rsidRPr="00C62650">
        <w:t>information : oui/non</w:t>
      </w:r>
      <w:r w:rsidRPr="00C62650">
        <w:rPr>
          <w:sz w:val="18"/>
          <w:szCs w:val="18"/>
          <w:vertAlign w:val="superscript"/>
        </w:rPr>
        <w:t>2</w:t>
      </w:r>
    </w:p>
    <w:p w:rsidR="00431ADD" w:rsidRPr="00C62650" w:rsidRDefault="00431ADD" w:rsidP="00431ADD">
      <w:pPr>
        <w:pStyle w:val="SingleTxtG"/>
        <w:spacing w:after="0"/>
        <w:ind w:left="1701"/>
      </w:pPr>
      <w:r w:rsidRPr="00C62650">
        <w:t>Équipement audio mains libres (microphones et haut-parleurs) : oui/non</w:t>
      </w:r>
      <w:r w:rsidRPr="00C62650">
        <w:rPr>
          <w:sz w:val="18"/>
          <w:szCs w:val="18"/>
          <w:vertAlign w:val="superscript"/>
        </w:rPr>
        <w:t>2</w:t>
      </w:r>
    </w:p>
    <w:p w:rsidR="00431ADD" w:rsidRPr="00C62650" w:rsidRDefault="00431ADD" w:rsidP="00431ADD">
      <w:pPr>
        <w:pStyle w:val="SingleTxtG"/>
        <w:spacing w:after="0"/>
        <w:ind w:left="1701"/>
      </w:pPr>
      <w:r w:rsidRPr="00C62650">
        <w:t>Alimentation électrique de secours : oui/non</w:t>
      </w:r>
      <w:r w:rsidRPr="00C62650">
        <w:rPr>
          <w:sz w:val="18"/>
          <w:szCs w:val="18"/>
          <w:vertAlign w:val="superscript"/>
        </w:rPr>
        <w:t>2</w:t>
      </w:r>
    </w:p>
    <w:p w:rsidR="00431ADD" w:rsidRPr="00C62650" w:rsidRDefault="00431ADD" w:rsidP="00431ADD">
      <w:pPr>
        <w:pStyle w:val="SingleTxtG"/>
        <w:spacing w:after="0"/>
        <w:ind w:left="1701"/>
      </w:pPr>
      <w:r w:rsidRPr="00C62650">
        <w:t>Antenne d</w:t>
      </w:r>
      <w:r>
        <w:t>’</w:t>
      </w:r>
      <w:r w:rsidRPr="00C62650">
        <w:t>accès au réseau : oui/non</w:t>
      </w:r>
      <w:r w:rsidRPr="00C62650">
        <w:rPr>
          <w:sz w:val="18"/>
          <w:szCs w:val="18"/>
          <w:vertAlign w:val="superscript"/>
        </w:rPr>
        <w:t>2</w:t>
      </w:r>
    </w:p>
    <w:p w:rsidR="00431ADD" w:rsidRPr="00C62650" w:rsidRDefault="00431ADD" w:rsidP="00431ADD">
      <w:pPr>
        <w:pStyle w:val="SingleTxtG"/>
        <w:spacing w:after="0"/>
        <w:ind w:left="1701"/>
      </w:pPr>
      <w:r w:rsidRPr="00C62650">
        <w:t>Antenne GNSS : oui/non</w:t>
      </w:r>
      <w:r w:rsidRPr="00C62650">
        <w:rPr>
          <w:sz w:val="18"/>
          <w:szCs w:val="18"/>
          <w:vertAlign w:val="superscript"/>
        </w:rPr>
        <w:t>2</w:t>
      </w:r>
    </w:p>
    <w:p w:rsidR="00431ADD" w:rsidRPr="006C4B54" w:rsidRDefault="00431ADD" w:rsidP="00431ADD">
      <w:pPr>
        <w:pStyle w:val="SingleTxtG"/>
        <w:spacing w:after="0"/>
        <w:ind w:left="1701"/>
      </w:pPr>
      <w:r w:rsidRPr="00C62650">
        <w:t>Récepteur GNSS : oui/non</w:t>
      </w:r>
      <w:r w:rsidRPr="00C62650">
        <w:rPr>
          <w:sz w:val="18"/>
          <w:szCs w:val="18"/>
          <w:vertAlign w:val="superscript"/>
        </w:rPr>
        <w:t>2</w:t>
      </w:r>
    </w:p>
    <w:p w:rsidR="00431ADD" w:rsidRDefault="00431ADD" w:rsidP="00431ADD">
      <w:pPr>
        <w:pStyle w:val="SingleTxtG"/>
        <w:spacing w:after="0"/>
        <w:ind w:left="1701"/>
      </w:pPr>
      <w:r w:rsidRPr="00C62650">
        <w:t>Dispositif de signal d</w:t>
      </w:r>
      <w:r>
        <w:t>’</w:t>
      </w:r>
      <w:r w:rsidRPr="00C62650">
        <w:t>avertissement : oui/non</w:t>
      </w:r>
      <w:r w:rsidRPr="00C62650">
        <w:rPr>
          <w:sz w:val="18"/>
          <w:szCs w:val="18"/>
          <w:vertAlign w:val="superscript"/>
        </w:rPr>
        <w:t>2</w:t>
      </w:r>
    </w:p>
    <w:p w:rsidR="00431ADD" w:rsidRPr="00C62650" w:rsidRDefault="00431ADD" w:rsidP="00431ADD">
      <w:pPr>
        <w:pStyle w:val="SingleTxtG"/>
        <w:spacing w:after="0"/>
        <w:ind w:left="1701"/>
      </w:pPr>
      <w:r w:rsidRPr="00C62650">
        <w:t>Module de commande : oui/non</w:t>
      </w:r>
      <w:r w:rsidRPr="00C62650">
        <w:rPr>
          <w:sz w:val="18"/>
          <w:szCs w:val="18"/>
          <w:vertAlign w:val="superscript"/>
        </w:rPr>
        <w:t>2</w:t>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lastRenderedPageBreak/>
        <w:t>10.</w:t>
      </w:r>
      <w:r w:rsidRPr="00C62650">
        <w:tab/>
        <w:t>Les éléments de l</w:t>
      </w:r>
      <w:r>
        <w:t>’</w:t>
      </w:r>
      <w:r w:rsidRPr="00C62650">
        <w:t>AECD ont été soumis à des essais conformément aux dispositions du paragraphe 17.7 :</w:t>
      </w:r>
    </w:p>
    <w:p w:rsidR="00431ADD" w:rsidRPr="00C62650" w:rsidRDefault="00431ADD" w:rsidP="00431ADD">
      <w:pPr>
        <w:pStyle w:val="SingleTxtG"/>
        <w:spacing w:after="0"/>
        <w:ind w:left="1701"/>
      </w:pPr>
      <w:r w:rsidRPr="00C62650">
        <w:t>Dispositif de signal d</w:t>
      </w:r>
      <w:r>
        <w:t>’</w:t>
      </w:r>
      <w:r w:rsidRPr="00C62650">
        <w:t>avertissement : oui/non</w:t>
      </w:r>
      <w:r w:rsidRPr="00C62650">
        <w:rPr>
          <w:sz w:val="18"/>
          <w:szCs w:val="18"/>
          <w:vertAlign w:val="superscript"/>
        </w:rPr>
        <w:t>2</w:t>
      </w:r>
    </w:p>
    <w:p w:rsidR="00431ADD" w:rsidRPr="00C62650" w:rsidRDefault="00431ADD" w:rsidP="00431ADD">
      <w:pPr>
        <w:pStyle w:val="SingleTxtG"/>
        <w:spacing w:after="0"/>
        <w:ind w:left="1701"/>
      </w:pPr>
      <w:r w:rsidRPr="00C62650">
        <w:t>Équipement audio mains libres (microphones et haut-parleurs) : oui/non</w:t>
      </w:r>
      <w:r w:rsidRPr="00C62650">
        <w:rPr>
          <w:sz w:val="18"/>
          <w:szCs w:val="18"/>
          <w:vertAlign w:val="superscript"/>
        </w:rPr>
        <w:t>2</w:t>
      </w:r>
    </w:p>
    <w:p w:rsidR="00431ADD" w:rsidRPr="00C62650" w:rsidRDefault="00431ADD" w:rsidP="00431ADD">
      <w:pPr>
        <w:pStyle w:val="SingleTxtG"/>
        <w:spacing w:after="0"/>
        <w:ind w:left="1701"/>
      </w:pPr>
      <w:r w:rsidRPr="00C62650">
        <w:t>Alimentation électrique autre que par une batterie de secours : oui/non</w:t>
      </w:r>
      <w:r w:rsidRPr="00C62650">
        <w:rPr>
          <w:sz w:val="18"/>
          <w:szCs w:val="18"/>
          <w:vertAlign w:val="superscript"/>
        </w:rPr>
        <w:t>2</w:t>
      </w:r>
    </w:p>
    <w:p w:rsidR="00431ADD" w:rsidRPr="00C62650" w:rsidRDefault="00431ADD" w:rsidP="00431ADD">
      <w:pPr>
        <w:pStyle w:val="SingleTxtG"/>
        <w:spacing w:after="0"/>
        <w:ind w:left="1701"/>
      </w:pPr>
      <w:r w:rsidRPr="00C62650">
        <w:t>Dispositif de signal d</w:t>
      </w:r>
      <w:r>
        <w:t>’</w:t>
      </w:r>
      <w:r w:rsidRPr="00C62650">
        <w:t>information : oui/non</w:t>
      </w:r>
      <w:r w:rsidRPr="00C62650">
        <w:rPr>
          <w:sz w:val="18"/>
          <w:szCs w:val="18"/>
          <w:vertAlign w:val="superscript"/>
        </w:rPr>
        <w:t>2</w:t>
      </w:r>
    </w:p>
    <w:p w:rsidR="00431ADD" w:rsidRPr="00C62650" w:rsidRDefault="00431ADD" w:rsidP="00431ADD">
      <w:pPr>
        <w:pStyle w:val="SingleTxtG"/>
        <w:spacing w:after="0"/>
        <w:ind w:left="1701"/>
      </w:pPr>
      <w:r w:rsidRPr="00C62650">
        <w:t>Antenne GNSS : oui/non</w:t>
      </w:r>
      <w:r w:rsidRPr="00C62650">
        <w:rPr>
          <w:sz w:val="18"/>
          <w:szCs w:val="18"/>
          <w:vertAlign w:val="superscript"/>
        </w:rPr>
        <w:t>2</w:t>
      </w:r>
    </w:p>
    <w:p w:rsidR="00431ADD" w:rsidRPr="00C62650" w:rsidRDefault="00431ADD" w:rsidP="00431ADD">
      <w:pPr>
        <w:pStyle w:val="SingleTxtG"/>
        <w:spacing w:after="0"/>
        <w:ind w:left="1701"/>
      </w:pPr>
      <w:r w:rsidRPr="00C62650">
        <w:t>Récepteur GNSS : oui/non</w:t>
      </w:r>
      <w:r w:rsidRPr="00C62650">
        <w:rPr>
          <w:sz w:val="18"/>
          <w:szCs w:val="18"/>
          <w:vertAlign w:val="superscript"/>
        </w:rPr>
        <w:t>2</w:t>
      </w:r>
    </w:p>
    <w:p w:rsidR="00431ADD" w:rsidRPr="00C62650" w:rsidRDefault="00431ADD" w:rsidP="00431ADD">
      <w:pPr>
        <w:pStyle w:val="SingleTxtG"/>
        <w:tabs>
          <w:tab w:val="right" w:leader="dot" w:pos="8505"/>
        </w:tabs>
        <w:kinsoku/>
        <w:overflowPunct/>
        <w:autoSpaceDE/>
        <w:autoSpaceDN/>
        <w:adjustRightInd/>
        <w:snapToGrid/>
        <w:ind w:left="2268" w:hanging="567"/>
        <w:jc w:val="left"/>
      </w:pPr>
      <w:r w:rsidRPr="00C62650">
        <w:t>Orientation de l</w:t>
      </w:r>
      <w:r>
        <w:t>’AECD :</w:t>
      </w:r>
      <w:r w:rsidRPr="00C62650">
        <w:tab/>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11.</w:t>
      </w:r>
      <w:r w:rsidRPr="00C62650">
        <w:tab/>
        <w:t>L</w:t>
      </w:r>
      <w:r>
        <w:t>’</w:t>
      </w:r>
      <w:r w:rsidRPr="00C62650">
        <w:t>efficacité de l</w:t>
      </w:r>
      <w:r>
        <w:t>’</w:t>
      </w:r>
      <w:r w:rsidRPr="00C62650">
        <w:t>alimentation électrique de secours a été éprouvée conformément au </w:t>
      </w:r>
      <w:r w:rsidR="00C65359">
        <w:t xml:space="preserve">paragraphe </w:t>
      </w:r>
      <w:r w:rsidRPr="00C62650">
        <w:t>17.6 : oui/non</w:t>
      </w:r>
      <w:r w:rsidRPr="00C62650">
        <w:rPr>
          <w:sz w:val="18"/>
          <w:szCs w:val="18"/>
          <w:vertAlign w:val="superscript"/>
        </w:rPr>
        <w:t>2</w:t>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12.</w:t>
      </w:r>
      <w:r w:rsidRPr="00C62650">
        <w:tab/>
        <w:t>L</w:t>
      </w:r>
      <w:r>
        <w:t>’</w:t>
      </w:r>
      <w:r w:rsidRPr="00C62650">
        <w:t>AECD a été éprouvé conformément au paragraphe 17.3 (Détermination de la position) : oui/non</w:t>
      </w:r>
      <w:r w:rsidRPr="00C62650">
        <w:rPr>
          <w:sz w:val="18"/>
          <w:szCs w:val="18"/>
          <w:vertAlign w:val="superscript"/>
        </w:rPr>
        <w:t>2</w:t>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13.</w:t>
      </w:r>
      <w:r w:rsidRPr="00C62650">
        <w:tab/>
        <w:t>L</w:t>
      </w:r>
      <w:r>
        <w:t>’</w:t>
      </w:r>
      <w:r w:rsidRPr="00C62650">
        <w:t xml:space="preserve">AECD a été éprouvé conformément au </w:t>
      </w:r>
      <w:r w:rsidR="00C65359">
        <w:t xml:space="preserve">paragraphe </w:t>
      </w:r>
      <w:r w:rsidRPr="00C62650">
        <w:t>17.5 (Signaux d</w:t>
      </w:r>
      <w:r>
        <w:t>’</w:t>
      </w:r>
      <w:r w:rsidRPr="00C62650">
        <w:t>information et d</w:t>
      </w:r>
      <w:r>
        <w:t>’</w:t>
      </w:r>
      <w:r w:rsidRPr="00C62650">
        <w:t>avertissement) : oui/non</w:t>
      </w:r>
      <w:r w:rsidRPr="00C62650">
        <w:rPr>
          <w:sz w:val="18"/>
          <w:szCs w:val="18"/>
          <w:vertAlign w:val="superscript"/>
        </w:rPr>
        <w:t>2</w:t>
      </w:r>
      <w:r w:rsidRPr="00C62650">
        <w:rPr>
          <w:vertAlign w:val="superscript"/>
        </w:rPr>
        <w:t xml:space="preserve"> </w:t>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13.1</w:t>
      </w:r>
      <w:r w:rsidRPr="00C62650">
        <w:tab/>
        <w:t>L</w:t>
      </w:r>
      <w:r>
        <w:t>’</w:t>
      </w:r>
      <w:r w:rsidRPr="00C62650">
        <w:t>unité de détection des chocs fait partie intégrante de l</w:t>
      </w:r>
      <w:r>
        <w:t>’</w:t>
      </w:r>
      <w:r w:rsidRPr="00C62650">
        <w:t>AECD : oui/non</w:t>
      </w:r>
      <w:r w:rsidRPr="00C62650">
        <w:rPr>
          <w:sz w:val="18"/>
          <w:szCs w:val="18"/>
          <w:vertAlign w:val="superscript"/>
        </w:rPr>
        <w:t>2</w:t>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14.</w:t>
      </w:r>
      <w:r w:rsidRPr="00C62650">
        <w:tab/>
        <w:t>Emplacement de la marque d</w:t>
      </w:r>
      <w:r>
        <w:t>’</w:t>
      </w:r>
      <w:r w:rsidRPr="00C62650">
        <w:t>homologation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15.</w:t>
      </w:r>
      <w:r w:rsidRPr="00C62650">
        <w:tab/>
        <w:t>Motif(s) de l</w:t>
      </w:r>
      <w:r>
        <w:t>’</w:t>
      </w:r>
      <w:r w:rsidRPr="00C62650">
        <w:t>extension d</w:t>
      </w:r>
      <w:r>
        <w:t>’</w:t>
      </w:r>
      <w:r w:rsidRPr="00C62650">
        <w:t>homologation (le cas échéant)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16.</w:t>
      </w:r>
      <w:r w:rsidRPr="00C62650">
        <w:tab/>
        <w:t>Homologation accordée/étendue/refusée/retirée</w:t>
      </w:r>
      <w:r w:rsidRPr="00033F78">
        <w:rPr>
          <w:sz w:val="18"/>
          <w:szCs w:val="18"/>
          <w:vertAlign w:val="superscript"/>
        </w:rPr>
        <w:t>2</w:t>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17.</w:t>
      </w:r>
      <w:r w:rsidRPr="00C62650">
        <w:tab/>
        <w:t>Lieu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18.</w:t>
      </w:r>
      <w:r w:rsidRPr="00C62650">
        <w:tab/>
        <w:t>Date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19.</w:t>
      </w:r>
      <w:r w:rsidRPr="00C62650">
        <w:tab/>
        <w:t>Signature :</w:t>
      </w:r>
      <w:r w:rsidRPr="00C62650">
        <w:tab/>
      </w:r>
    </w:p>
    <w:p w:rsidR="00431ADD" w:rsidRDefault="00431ADD" w:rsidP="00431ADD">
      <w:pPr>
        <w:pStyle w:val="SingleTxtG"/>
        <w:tabs>
          <w:tab w:val="right" w:leader="dot" w:pos="8505"/>
        </w:tabs>
        <w:kinsoku/>
        <w:overflowPunct/>
        <w:autoSpaceDE/>
        <w:autoSpaceDN/>
        <w:adjustRightInd/>
        <w:snapToGrid/>
        <w:ind w:left="1701" w:hanging="567"/>
      </w:pPr>
      <w:r w:rsidRPr="00C62650">
        <w:t>20.</w:t>
      </w:r>
      <w:r w:rsidRPr="00C62650">
        <w:tab/>
        <w:t>La liste des documents déposés auprès de l</w:t>
      </w:r>
      <w:r>
        <w:t>’</w:t>
      </w:r>
      <w:r w:rsidRPr="00C62650">
        <w:t>autorité d</w:t>
      </w:r>
      <w:r>
        <w:t>’</w:t>
      </w:r>
      <w:r w:rsidRPr="00C62650">
        <w:t>homologation de type ayant accordé l</w:t>
      </w:r>
      <w:r>
        <w:t>’</w:t>
      </w:r>
      <w:r w:rsidRPr="00C62650">
        <w:t>homologation est annexée à la présente communication et peut être obtenue sur demande.</w:t>
      </w:r>
    </w:p>
    <w:p w:rsidR="00D324CF" w:rsidRDefault="00D324CF" w:rsidP="00431ADD">
      <w:pPr>
        <w:pStyle w:val="SingleTxtG"/>
        <w:tabs>
          <w:tab w:val="right" w:leader="dot" w:pos="8505"/>
        </w:tabs>
        <w:kinsoku/>
        <w:overflowPunct/>
        <w:autoSpaceDE/>
        <w:autoSpaceDN/>
        <w:adjustRightInd/>
        <w:snapToGrid/>
        <w:ind w:left="1701" w:hanging="567"/>
        <w:sectPr w:rsidR="00D324CF" w:rsidSect="0083687B">
          <w:headerReference w:type="even" r:id="rId19"/>
          <w:headerReference w:type="default" r:id="rId20"/>
          <w:footnotePr>
            <w:numRestart w:val="eachSect"/>
          </w:footnotePr>
          <w:endnotePr>
            <w:numFmt w:val="decimal"/>
          </w:endnotePr>
          <w:pgSz w:w="11907" w:h="16840" w:code="9"/>
          <w:pgMar w:top="1418" w:right="1134" w:bottom="1134" w:left="1134" w:header="680" w:footer="567" w:gutter="0"/>
          <w:cols w:space="720"/>
          <w:docGrid w:linePitch="272"/>
        </w:sectPr>
      </w:pPr>
    </w:p>
    <w:p w:rsidR="00431ADD" w:rsidRPr="00C62650" w:rsidRDefault="00431ADD" w:rsidP="00431ADD">
      <w:pPr>
        <w:pStyle w:val="HChG"/>
      </w:pPr>
      <w:r>
        <w:lastRenderedPageBreak/>
        <w:t>Annexe 3</w:t>
      </w:r>
    </w:p>
    <w:p w:rsidR="00431ADD" w:rsidRPr="00C62650" w:rsidRDefault="00431ADD" w:rsidP="00431ADD">
      <w:pPr>
        <w:pStyle w:val="HChG"/>
      </w:pPr>
      <w:r w:rsidRPr="00C62650">
        <w:tab/>
      </w:r>
      <w:r w:rsidRPr="00C62650">
        <w:tab/>
        <w:t>Communication</w:t>
      </w:r>
    </w:p>
    <w:p w:rsidR="00431ADD" w:rsidRDefault="00431ADD" w:rsidP="00431ADD">
      <w:pPr>
        <w:pStyle w:val="SingleTxtG"/>
      </w:pPr>
      <w:r>
        <w:t>(f</w:t>
      </w:r>
      <w:r w:rsidRPr="00C62650">
        <w:t>ormat maximal : A4 (210 x 297 mm))</w:t>
      </w:r>
    </w:p>
    <w:tbl>
      <w:tblPr>
        <w:tblStyle w:val="Grilledutableau"/>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431ADD" w:rsidRPr="00D96394" w:rsidTr="00431ADD">
        <w:tc>
          <w:tcPr>
            <w:tcW w:w="3402" w:type="dxa"/>
          </w:tcPr>
          <w:p w:rsidR="00431ADD" w:rsidRPr="00D96394" w:rsidRDefault="00431ADD" w:rsidP="00431ADD">
            <w:pPr>
              <w:pStyle w:val="SingleTxtG"/>
              <w:spacing w:after="0"/>
              <w:ind w:left="0"/>
            </w:pPr>
            <w:r w:rsidRPr="00D96394">
              <w:object w:dxaOrig="1684" w:dyaOrig="1675">
                <v:shape id="_x0000_i1027" type="#_x0000_t75" style="width:83.3pt;height:84pt" o:ole="">
                  <v:imagedata r:id="rId14" o:title=""/>
                </v:shape>
                <o:OLEObject Type="Embed" ProgID="Word.Picture.8" ShapeID="_x0000_i1027" DrawAspect="Content" ObjectID="_1604230496" r:id="rId21"/>
              </w:object>
            </w:r>
            <w:r w:rsidRPr="0032614E">
              <w:rPr>
                <w:rStyle w:val="Appelnotedebasdep"/>
                <w:color w:val="FFFFFF" w:themeColor="background1"/>
              </w:rPr>
              <w:footnoteReference w:id="14"/>
            </w:r>
          </w:p>
        </w:tc>
        <w:tc>
          <w:tcPr>
            <w:tcW w:w="3969" w:type="dxa"/>
          </w:tcPr>
          <w:p w:rsidR="00431ADD" w:rsidRPr="00033F78" w:rsidRDefault="00431ADD" w:rsidP="00431ADD">
            <w:pPr>
              <w:ind w:left="1701" w:hanging="1701"/>
            </w:pPr>
            <w:r w:rsidRPr="00033F78">
              <w:t>Émanant de :</w:t>
            </w:r>
            <w:r w:rsidRPr="00033F78">
              <w:tab/>
              <w:t>Nom de l’administration :</w:t>
            </w:r>
          </w:p>
          <w:p w:rsidR="00431ADD" w:rsidRPr="00D96394" w:rsidRDefault="00431ADD" w:rsidP="00431ADD">
            <w:pPr>
              <w:pStyle w:val="SingleTxtG"/>
              <w:tabs>
                <w:tab w:val="right" w:leader="dot" w:pos="3686"/>
              </w:tabs>
              <w:spacing w:after="0"/>
              <w:ind w:left="1701" w:right="0"/>
            </w:pPr>
            <w:r w:rsidRPr="00D96394">
              <w:tab/>
            </w:r>
          </w:p>
          <w:p w:rsidR="00431ADD" w:rsidRPr="00D96394" w:rsidRDefault="00431ADD" w:rsidP="00431ADD">
            <w:pPr>
              <w:pStyle w:val="SingleTxtG"/>
              <w:tabs>
                <w:tab w:val="right" w:leader="dot" w:pos="3686"/>
              </w:tabs>
              <w:spacing w:after="0"/>
              <w:ind w:left="1701" w:right="0"/>
            </w:pPr>
            <w:r w:rsidRPr="00D96394">
              <w:tab/>
            </w:r>
          </w:p>
          <w:p w:rsidR="00431ADD" w:rsidRPr="00D96394" w:rsidRDefault="00431ADD" w:rsidP="00431ADD">
            <w:pPr>
              <w:pStyle w:val="SingleTxtG"/>
              <w:tabs>
                <w:tab w:val="right" w:leader="dot" w:pos="3686"/>
              </w:tabs>
              <w:spacing w:after="0"/>
              <w:ind w:left="1701" w:right="0"/>
            </w:pPr>
            <w:r w:rsidRPr="00D96394">
              <w:tab/>
            </w:r>
          </w:p>
        </w:tc>
      </w:tr>
    </w:tbl>
    <w:p w:rsidR="00431ADD" w:rsidRPr="00C62650" w:rsidRDefault="00431ADD" w:rsidP="00431ADD">
      <w:pPr>
        <w:pStyle w:val="SingleTxtG"/>
        <w:kinsoku/>
        <w:overflowPunct/>
        <w:autoSpaceDE/>
        <w:autoSpaceDN/>
        <w:adjustRightInd/>
        <w:snapToGrid/>
        <w:spacing w:before="120"/>
        <w:ind w:left="2552" w:hanging="1418"/>
        <w:jc w:val="left"/>
      </w:pPr>
      <w:r w:rsidRPr="00C62650">
        <w:t>concernant</w:t>
      </w:r>
      <w:r w:rsidRPr="0091322D">
        <w:rPr>
          <w:rStyle w:val="Appelnotedebasdep"/>
        </w:rPr>
        <w:footnoteReference w:id="15"/>
      </w:r>
      <w:r w:rsidRPr="00C62650">
        <w:t> :</w:t>
      </w:r>
      <w:r w:rsidRPr="00C62650">
        <w:tab/>
        <w:t>Délivrance d</w:t>
      </w:r>
      <w:r>
        <w:t>’</w:t>
      </w:r>
      <w:r w:rsidRPr="00C62650">
        <w:t>une homologation</w:t>
      </w:r>
      <w:r>
        <w:t xml:space="preserve"> </w:t>
      </w:r>
      <w:r w:rsidRPr="00C62650">
        <w:br/>
        <w:t>Extension d</w:t>
      </w:r>
      <w:r>
        <w:t>’</w:t>
      </w:r>
      <w:r w:rsidRPr="00C62650">
        <w:t>homologation</w:t>
      </w:r>
      <w:r>
        <w:t xml:space="preserve"> </w:t>
      </w:r>
      <w:r w:rsidRPr="00C62650">
        <w:br/>
        <w:t>Refus d</w:t>
      </w:r>
      <w:r>
        <w:t>’</w:t>
      </w:r>
      <w:r w:rsidRPr="00C62650">
        <w:t>homologation</w:t>
      </w:r>
      <w:r>
        <w:t xml:space="preserve"> </w:t>
      </w:r>
      <w:r w:rsidRPr="00C62650">
        <w:br/>
        <w:t>Retrait d</w:t>
      </w:r>
      <w:r>
        <w:t>’</w:t>
      </w:r>
      <w:r w:rsidRPr="00C62650">
        <w:t>homologation</w:t>
      </w:r>
      <w:r>
        <w:t xml:space="preserve"> </w:t>
      </w:r>
      <w:r w:rsidRPr="00C62650">
        <w:br/>
        <w:t>Arrêt définitif de la production</w:t>
      </w:r>
    </w:p>
    <w:p w:rsidR="00431ADD" w:rsidRDefault="00431ADD" w:rsidP="00431ADD">
      <w:pPr>
        <w:pStyle w:val="SingleTxtG"/>
      </w:pPr>
      <w:r w:rsidRPr="00C62650">
        <w:t>d</w:t>
      </w:r>
      <w:r>
        <w:t>’</w:t>
      </w:r>
      <w:r w:rsidRPr="00C62650">
        <w:t>un type de véhicule de catégorie M</w:t>
      </w:r>
      <w:r w:rsidRPr="00C62650">
        <w:rPr>
          <w:vertAlign w:val="subscript"/>
        </w:rPr>
        <w:t>1</w:t>
      </w:r>
      <w:r w:rsidRPr="00C62650">
        <w:t xml:space="preserve"> ou N</w:t>
      </w:r>
      <w:r w:rsidRPr="00C62650">
        <w:rPr>
          <w:vertAlign w:val="subscript"/>
        </w:rPr>
        <w:t>1</w:t>
      </w:r>
      <w:r w:rsidRPr="00C62650">
        <w:t xml:space="preserve"> en application de la partie II du Règlement </w:t>
      </w:r>
      <w:r>
        <w:t xml:space="preserve">ONU </w:t>
      </w:r>
      <w:r w:rsidRPr="00C62650">
        <w:t>n</w:t>
      </w:r>
      <w:r w:rsidRPr="00C62650">
        <w:rPr>
          <w:vertAlign w:val="superscript"/>
        </w:rPr>
        <w:t>o</w:t>
      </w:r>
      <w:r w:rsidRPr="00C62650">
        <w:t> </w:t>
      </w:r>
      <w:r>
        <w:t>144.</w:t>
      </w:r>
    </w:p>
    <w:p w:rsidR="00431ADD" w:rsidRPr="00C62650" w:rsidRDefault="00431ADD" w:rsidP="00431ADD">
      <w:pPr>
        <w:pStyle w:val="SingleTxtG"/>
        <w:tabs>
          <w:tab w:val="right" w:leader="dot" w:pos="4253"/>
          <w:tab w:val="left" w:pos="4536"/>
          <w:tab w:val="right" w:leader="dot" w:pos="8505"/>
        </w:tabs>
        <w:kinsoku/>
        <w:overflowPunct/>
        <w:autoSpaceDE/>
        <w:autoSpaceDN/>
        <w:adjustRightInd/>
        <w:snapToGrid/>
        <w:jc w:val="left"/>
      </w:pPr>
      <w:r w:rsidRPr="00C62650">
        <w:t>N</w:t>
      </w:r>
      <w:r w:rsidRPr="00C62650">
        <w:rPr>
          <w:vertAlign w:val="superscript"/>
        </w:rPr>
        <w:t>o</w:t>
      </w:r>
      <w:r w:rsidRPr="00C62650">
        <w:t xml:space="preserve"> d</w:t>
      </w:r>
      <w:r>
        <w:t>’</w:t>
      </w:r>
      <w:r w:rsidRPr="00C62650">
        <w:t>homologation</w:t>
      </w:r>
      <w:r w:rsidRPr="00C62650">
        <w:tab/>
      </w:r>
      <w:r w:rsidRPr="00C62650">
        <w:tab/>
        <w:t>N</w:t>
      </w:r>
      <w:r w:rsidRPr="00C62650">
        <w:rPr>
          <w:vertAlign w:val="superscript"/>
        </w:rPr>
        <w:t>o</w:t>
      </w:r>
      <w:r w:rsidRPr="00C62650">
        <w:t xml:space="preserve"> d</w:t>
      </w:r>
      <w:r>
        <w:t>’</w:t>
      </w:r>
      <w:r w:rsidRPr="00C62650">
        <w:t>extension</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du véhicule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2.</w:t>
      </w:r>
      <w:r w:rsidRPr="00C62650">
        <w:tab/>
        <w:t>Nom du constructeur pour le type de véhicule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3.</w:t>
      </w:r>
      <w:r w:rsidRPr="00C62650">
        <w:tab/>
        <w:t>Nom et adresse du constructeur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4.</w:t>
      </w:r>
      <w:r w:rsidRPr="00C62650">
        <w:tab/>
        <w:t>Nom et adresse du représentant du constructeur (le cas échéant)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5.</w:t>
      </w:r>
      <w:r w:rsidRPr="00C62650">
        <w:tab/>
        <w:t>Soumis à l</w:t>
      </w:r>
      <w:r>
        <w:t>’</w:t>
      </w:r>
      <w:r w:rsidRPr="00C62650">
        <w:t>homologation le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6.</w:t>
      </w:r>
      <w:r w:rsidRPr="00C62650">
        <w:tab/>
        <w:t>Service technique chargé des essais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7.</w:t>
      </w:r>
      <w:r w:rsidRPr="00C62650">
        <w:tab/>
        <w:t>Date du procès-verbal d</w:t>
      </w:r>
      <w:r>
        <w:t>’</w:t>
      </w:r>
      <w:r w:rsidRPr="00C62650">
        <w:t>essai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8.</w:t>
      </w:r>
      <w:r w:rsidRPr="00C62650">
        <w:tab/>
        <w:t>Numéro du procès-verbal d</w:t>
      </w:r>
      <w:r>
        <w:t>’</w:t>
      </w:r>
      <w:r w:rsidRPr="00C62650">
        <w:t>essai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9.</w:t>
      </w:r>
      <w:r w:rsidRPr="00C62650">
        <w:tab/>
        <w:t>Description sommaire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9a.</w:t>
      </w:r>
      <w:r w:rsidRPr="00C62650">
        <w:tab/>
        <w:t>Dossier d</w:t>
      </w:r>
      <w:r>
        <w:t>’</w:t>
      </w:r>
      <w:r w:rsidRPr="00C62650">
        <w:t xml:space="preserve">information (voir le </w:t>
      </w:r>
      <w:r w:rsidR="00C65359">
        <w:t xml:space="preserve">paragraphe </w:t>
      </w:r>
      <w:r w:rsidRPr="00C62650">
        <w:t>25)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9b.</w:t>
      </w:r>
      <w:r w:rsidRPr="00C62650">
        <w:tab/>
        <w:t>Moyen par lequel il est prévu d</w:t>
      </w:r>
      <w:r>
        <w:t>’</w:t>
      </w:r>
      <w:r w:rsidRPr="00C62650">
        <w:t>associer le véhicule à une homologation d</w:t>
      </w:r>
      <w:r>
        <w:t>’</w:t>
      </w:r>
      <w:r w:rsidRPr="00C62650">
        <w:t xml:space="preserve">AECD en application de la partie Ib du présent Règlement (voir le </w:t>
      </w:r>
      <w:r w:rsidR="00C65359">
        <w:t xml:space="preserve">paragraphe </w:t>
      </w:r>
      <w:r w:rsidRPr="00C62650">
        <w:t xml:space="preserve">25) (y compris </w:t>
      </w:r>
      <w:r>
        <w:t xml:space="preserve">la dénomination commerciale </w:t>
      </w:r>
      <w:r w:rsidRPr="00510402">
        <w:t xml:space="preserve">ou la marque de fabrique </w:t>
      </w:r>
      <w:r w:rsidRPr="00C62650">
        <w:t>de l</w:t>
      </w:r>
      <w:r>
        <w:t>’</w:t>
      </w:r>
      <w:r w:rsidRPr="00C62650">
        <w:t>AECD, le nom du fabricant et le numéro d</w:t>
      </w:r>
      <w:r>
        <w:t>’</w:t>
      </w:r>
      <w:r w:rsidRPr="00C62650">
        <w:t>agrément</w:t>
      </w:r>
      <w:r>
        <w:t>)</w:t>
      </w:r>
      <w:r w:rsidRPr="00C62650">
        <w:t>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10.</w:t>
      </w:r>
      <w:r w:rsidRPr="00C62650">
        <w:tab/>
        <w:t>L</w:t>
      </w:r>
      <w:r>
        <w:t>’</w:t>
      </w:r>
      <w:r w:rsidRPr="00C62650">
        <w:t>AECS a été éprouvé conformément au paragraphe 26.3 (Détermination de la position) : oui/non</w:t>
      </w:r>
      <w:r w:rsidRPr="00C62650">
        <w:rPr>
          <w:sz w:val="18"/>
          <w:szCs w:val="18"/>
          <w:vertAlign w:val="superscript"/>
        </w:rPr>
        <w:t>2</w:t>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11.</w:t>
      </w:r>
      <w:r w:rsidRPr="00C62650">
        <w:tab/>
        <w:t>L</w:t>
      </w:r>
      <w:r>
        <w:t>’</w:t>
      </w:r>
      <w:r w:rsidRPr="00C62650">
        <w:t xml:space="preserve">AECS a été éprouvé conformément au </w:t>
      </w:r>
      <w:r w:rsidR="00C65359">
        <w:t xml:space="preserve">paragraphe </w:t>
      </w:r>
      <w:r w:rsidRPr="00C62650">
        <w:t>26.6.1 (efficacité du système audio mains libres avant accident) : oui/non</w:t>
      </w:r>
      <w:r w:rsidRPr="00C62650">
        <w:rPr>
          <w:sz w:val="18"/>
          <w:szCs w:val="18"/>
          <w:vertAlign w:val="superscript"/>
        </w:rPr>
        <w:t>2</w:t>
      </w:r>
      <w:r w:rsidRPr="00C62650">
        <w:rPr>
          <w:vertAlign w:val="superscript"/>
        </w:rPr>
        <w:t xml:space="preserve"> </w:t>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12.</w:t>
      </w:r>
      <w:r w:rsidRPr="00C62650">
        <w:tab/>
        <w:t>Emplacement de la marque d</w:t>
      </w:r>
      <w:r>
        <w:t>’</w:t>
      </w:r>
      <w:r w:rsidRPr="00C62650">
        <w:t>homologation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13.</w:t>
      </w:r>
      <w:r w:rsidRPr="00C62650">
        <w:tab/>
        <w:t>Motif(s) de l</w:t>
      </w:r>
      <w:r>
        <w:t>’</w:t>
      </w:r>
      <w:r w:rsidRPr="00C62650">
        <w:t>extension d</w:t>
      </w:r>
      <w:r>
        <w:t>’</w:t>
      </w:r>
      <w:r w:rsidRPr="00C62650">
        <w:t>homologation (le cas échéant)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14.</w:t>
      </w:r>
      <w:r w:rsidRPr="00C62650">
        <w:tab/>
        <w:t>Homologation accordée/étendue/refusée/retirée</w:t>
      </w:r>
      <w:r w:rsidRPr="001432F6">
        <w:rPr>
          <w:sz w:val="18"/>
          <w:szCs w:val="18"/>
          <w:vertAlign w:val="superscript"/>
        </w:rPr>
        <w:t>2</w:t>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15.</w:t>
      </w:r>
      <w:r w:rsidRPr="00C62650">
        <w:tab/>
        <w:t>Lieu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lastRenderedPageBreak/>
        <w:t>16.</w:t>
      </w:r>
      <w:r w:rsidRPr="00C62650">
        <w:tab/>
        <w:t>Date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17.</w:t>
      </w:r>
      <w:r w:rsidRPr="00C62650">
        <w:tab/>
        <w:t>Signature :</w:t>
      </w:r>
      <w:r w:rsidRPr="00C62650">
        <w:tab/>
      </w:r>
    </w:p>
    <w:p w:rsidR="00431ADD" w:rsidRDefault="00431ADD" w:rsidP="00431ADD">
      <w:pPr>
        <w:pStyle w:val="SingleTxtG"/>
        <w:tabs>
          <w:tab w:val="right" w:leader="dot" w:pos="8505"/>
        </w:tabs>
        <w:kinsoku/>
        <w:overflowPunct/>
        <w:autoSpaceDE/>
        <w:autoSpaceDN/>
        <w:adjustRightInd/>
        <w:snapToGrid/>
        <w:ind w:left="1701" w:hanging="567"/>
      </w:pPr>
      <w:r w:rsidRPr="00C62650">
        <w:t>18.</w:t>
      </w:r>
      <w:r w:rsidRPr="00C62650">
        <w:tab/>
        <w:t>La liste des documents déposés auprès de l</w:t>
      </w:r>
      <w:r>
        <w:t>’</w:t>
      </w:r>
      <w:r w:rsidRPr="00C62650">
        <w:t>autorité d</w:t>
      </w:r>
      <w:r>
        <w:t>’</w:t>
      </w:r>
      <w:r w:rsidRPr="00C62650">
        <w:t>homologation de type ayant accordé l</w:t>
      </w:r>
      <w:r>
        <w:t>’</w:t>
      </w:r>
      <w:r w:rsidRPr="00C62650">
        <w:t>homologation est annexée à la présente communication et peut être obtenue sur demande.</w:t>
      </w:r>
    </w:p>
    <w:p w:rsidR="00D324CF" w:rsidRDefault="00D324CF" w:rsidP="00431ADD">
      <w:pPr>
        <w:pStyle w:val="SingleTxtG"/>
        <w:tabs>
          <w:tab w:val="right" w:leader="dot" w:pos="8505"/>
        </w:tabs>
        <w:kinsoku/>
        <w:overflowPunct/>
        <w:autoSpaceDE/>
        <w:autoSpaceDN/>
        <w:adjustRightInd/>
        <w:snapToGrid/>
        <w:ind w:left="1701" w:hanging="567"/>
        <w:sectPr w:rsidR="00D324CF" w:rsidSect="0083687B">
          <w:headerReference w:type="even" r:id="rId22"/>
          <w:headerReference w:type="default" r:id="rId23"/>
          <w:footnotePr>
            <w:numRestart w:val="eachSect"/>
          </w:footnotePr>
          <w:endnotePr>
            <w:numFmt w:val="decimal"/>
          </w:endnotePr>
          <w:pgSz w:w="11907" w:h="16840" w:code="9"/>
          <w:pgMar w:top="1418" w:right="1134" w:bottom="1134" w:left="1134" w:header="680" w:footer="567" w:gutter="0"/>
          <w:cols w:space="720"/>
          <w:docGrid w:linePitch="272"/>
        </w:sectPr>
      </w:pPr>
    </w:p>
    <w:p w:rsidR="00431ADD" w:rsidRPr="00C62650" w:rsidRDefault="00431ADD" w:rsidP="00431ADD">
      <w:pPr>
        <w:pStyle w:val="HChG"/>
      </w:pPr>
      <w:r>
        <w:lastRenderedPageBreak/>
        <w:t>Annexe 4</w:t>
      </w:r>
    </w:p>
    <w:p w:rsidR="00431ADD" w:rsidRPr="00C62650" w:rsidRDefault="00431ADD" w:rsidP="00431ADD">
      <w:pPr>
        <w:pStyle w:val="HChG"/>
      </w:pPr>
      <w:r w:rsidRPr="00C62650">
        <w:tab/>
      </w:r>
      <w:r w:rsidRPr="00C62650">
        <w:tab/>
        <w:t>Communication</w:t>
      </w:r>
    </w:p>
    <w:p w:rsidR="00431ADD" w:rsidRDefault="00431ADD" w:rsidP="00431ADD">
      <w:pPr>
        <w:pStyle w:val="SingleTxtG"/>
      </w:pPr>
      <w:r>
        <w:t>(f</w:t>
      </w:r>
      <w:r w:rsidRPr="00C62650">
        <w:t>ormat maximal : A4 (210 x 297 mm))</w:t>
      </w:r>
    </w:p>
    <w:tbl>
      <w:tblPr>
        <w:tblStyle w:val="Grilledutableau"/>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431ADD" w:rsidRPr="00D96394" w:rsidTr="00431ADD">
        <w:tc>
          <w:tcPr>
            <w:tcW w:w="3402" w:type="dxa"/>
          </w:tcPr>
          <w:p w:rsidR="00431ADD" w:rsidRPr="00D96394" w:rsidRDefault="00431ADD" w:rsidP="00431ADD">
            <w:pPr>
              <w:pStyle w:val="SingleTxtG"/>
              <w:spacing w:after="0"/>
              <w:ind w:left="0"/>
            </w:pPr>
            <w:r w:rsidRPr="00D96394">
              <w:object w:dxaOrig="1684" w:dyaOrig="1675">
                <v:shape id="_x0000_i1028" type="#_x0000_t75" style="width:83.3pt;height:84pt" o:ole="">
                  <v:imagedata r:id="rId14" o:title=""/>
                </v:shape>
                <o:OLEObject Type="Embed" ProgID="Word.Picture.8" ShapeID="_x0000_i1028" DrawAspect="Content" ObjectID="_1604230497" r:id="rId24"/>
              </w:object>
            </w:r>
            <w:r w:rsidRPr="0032614E">
              <w:rPr>
                <w:rStyle w:val="Appelnotedebasdep"/>
                <w:color w:val="FFFFFF" w:themeColor="background1"/>
              </w:rPr>
              <w:footnoteReference w:id="16"/>
            </w:r>
          </w:p>
        </w:tc>
        <w:tc>
          <w:tcPr>
            <w:tcW w:w="3969" w:type="dxa"/>
          </w:tcPr>
          <w:p w:rsidR="00431ADD" w:rsidRPr="00033F78" w:rsidRDefault="00431ADD" w:rsidP="00431ADD">
            <w:pPr>
              <w:ind w:left="1701" w:hanging="1701"/>
            </w:pPr>
            <w:r w:rsidRPr="00033F78">
              <w:t>Émanant de :</w:t>
            </w:r>
            <w:r w:rsidRPr="00033F78">
              <w:tab/>
              <w:t>Nom de l’administration :</w:t>
            </w:r>
          </w:p>
          <w:p w:rsidR="00431ADD" w:rsidRPr="00D96394" w:rsidRDefault="00431ADD" w:rsidP="00431ADD">
            <w:pPr>
              <w:pStyle w:val="SingleTxtG"/>
              <w:tabs>
                <w:tab w:val="right" w:leader="dot" w:pos="3686"/>
              </w:tabs>
              <w:spacing w:after="0"/>
              <w:ind w:left="1701" w:right="0"/>
            </w:pPr>
            <w:r w:rsidRPr="00D96394">
              <w:tab/>
            </w:r>
          </w:p>
          <w:p w:rsidR="00431ADD" w:rsidRPr="00D96394" w:rsidRDefault="00431ADD" w:rsidP="00431ADD">
            <w:pPr>
              <w:pStyle w:val="SingleTxtG"/>
              <w:tabs>
                <w:tab w:val="right" w:leader="dot" w:pos="3686"/>
              </w:tabs>
              <w:spacing w:after="0"/>
              <w:ind w:left="1701" w:right="0"/>
            </w:pPr>
            <w:r w:rsidRPr="00D96394">
              <w:tab/>
            </w:r>
          </w:p>
          <w:p w:rsidR="00431ADD" w:rsidRPr="00D96394" w:rsidRDefault="00431ADD" w:rsidP="00431ADD">
            <w:pPr>
              <w:pStyle w:val="SingleTxtG"/>
              <w:tabs>
                <w:tab w:val="right" w:leader="dot" w:pos="3686"/>
              </w:tabs>
              <w:spacing w:after="0"/>
              <w:ind w:left="1701" w:right="0"/>
            </w:pPr>
            <w:r w:rsidRPr="00D96394">
              <w:tab/>
            </w:r>
          </w:p>
        </w:tc>
      </w:tr>
    </w:tbl>
    <w:p w:rsidR="00431ADD" w:rsidRPr="00C62650" w:rsidRDefault="00431ADD" w:rsidP="00431ADD">
      <w:pPr>
        <w:pStyle w:val="SingleTxtG"/>
        <w:kinsoku/>
        <w:overflowPunct/>
        <w:autoSpaceDE/>
        <w:autoSpaceDN/>
        <w:adjustRightInd/>
        <w:snapToGrid/>
        <w:spacing w:before="120"/>
        <w:ind w:left="2552" w:hanging="1418"/>
        <w:jc w:val="left"/>
      </w:pPr>
      <w:r w:rsidRPr="00C62650">
        <w:t>concernant</w:t>
      </w:r>
      <w:r w:rsidRPr="0091322D">
        <w:rPr>
          <w:rStyle w:val="Appelnotedebasdep"/>
        </w:rPr>
        <w:footnoteReference w:id="17"/>
      </w:r>
      <w:r w:rsidRPr="00C62650">
        <w:t> :</w:t>
      </w:r>
      <w:r w:rsidRPr="00C62650">
        <w:tab/>
        <w:t>Délivrance d</w:t>
      </w:r>
      <w:r>
        <w:t>’</w:t>
      </w:r>
      <w:r w:rsidRPr="00C62650">
        <w:t>une homologation</w:t>
      </w:r>
      <w:r>
        <w:t xml:space="preserve"> </w:t>
      </w:r>
      <w:r w:rsidRPr="00C62650">
        <w:br/>
        <w:t>Extension d</w:t>
      </w:r>
      <w:r>
        <w:t>’</w:t>
      </w:r>
      <w:r w:rsidRPr="00C62650">
        <w:t>homologation</w:t>
      </w:r>
      <w:r>
        <w:t xml:space="preserve"> </w:t>
      </w:r>
      <w:r w:rsidRPr="00C62650">
        <w:br/>
        <w:t>Refus d</w:t>
      </w:r>
      <w:r>
        <w:t>’</w:t>
      </w:r>
      <w:r w:rsidRPr="00C62650">
        <w:t>homologation</w:t>
      </w:r>
      <w:r>
        <w:t xml:space="preserve"> </w:t>
      </w:r>
      <w:r w:rsidRPr="00C62650">
        <w:br/>
        <w:t>Retrait d</w:t>
      </w:r>
      <w:r>
        <w:t>’</w:t>
      </w:r>
      <w:r w:rsidRPr="00C62650">
        <w:t>homologation</w:t>
      </w:r>
      <w:r>
        <w:t xml:space="preserve"> </w:t>
      </w:r>
      <w:r w:rsidRPr="00C62650">
        <w:br/>
        <w:t>Arrêt définitif de la production</w:t>
      </w:r>
    </w:p>
    <w:p w:rsidR="00431ADD" w:rsidRDefault="00431ADD" w:rsidP="00431ADD">
      <w:pPr>
        <w:pStyle w:val="SingleTxtG"/>
        <w:spacing w:line="220" w:lineRule="atLeast"/>
      </w:pPr>
      <w:r w:rsidRPr="00C62650">
        <w:t>d</w:t>
      </w:r>
      <w:r>
        <w:t>’</w:t>
      </w:r>
      <w:r w:rsidRPr="00C62650">
        <w:t>un type de véhicule de catégorie M</w:t>
      </w:r>
      <w:r w:rsidRPr="00C62650">
        <w:rPr>
          <w:vertAlign w:val="subscript"/>
        </w:rPr>
        <w:t>1</w:t>
      </w:r>
      <w:r w:rsidRPr="00C62650">
        <w:t xml:space="preserve"> ou N</w:t>
      </w:r>
      <w:r w:rsidRPr="00C62650">
        <w:rPr>
          <w:vertAlign w:val="subscript"/>
        </w:rPr>
        <w:t>1</w:t>
      </w:r>
      <w:r w:rsidRPr="00C62650">
        <w:t xml:space="preserve"> homologué en application de la partie III du Règlement </w:t>
      </w:r>
      <w:r>
        <w:t xml:space="preserve">ONU </w:t>
      </w:r>
      <w:r w:rsidRPr="00C62650">
        <w:t>n</w:t>
      </w:r>
      <w:r w:rsidRPr="00C62650">
        <w:rPr>
          <w:vertAlign w:val="superscript"/>
        </w:rPr>
        <w:t>o</w:t>
      </w:r>
      <w:r w:rsidRPr="00C62650">
        <w:t> </w:t>
      </w:r>
      <w:r>
        <w:t>144</w:t>
      </w:r>
      <w:r w:rsidRPr="00C62650">
        <w:t>.</w:t>
      </w:r>
    </w:p>
    <w:p w:rsidR="00431ADD" w:rsidRPr="00C62650" w:rsidRDefault="00431ADD" w:rsidP="00431ADD">
      <w:pPr>
        <w:pStyle w:val="SingleTxtG"/>
        <w:tabs>
          <w:tab w:val="right" w:leader="dot" w:pos="4253"/>
          <w:tab w:val="left" w:pos="4536"/>
          <w:tab w:val="right" w:leader="dot" w:pos="8505"/>
        </w:tabs>
        <w:kinsoku/>
        <w:overflowPunct/>
        <w:autoSpaceDE/>
        <w:autoSpaceDN/>
        <w:adjustRightInd/>
        <w:snapToGrid/>
        <w:spacing w:line="220" w:lineRule="atLeast"/>
        <w:jc w:val="left"/>
      </w:pPr>
      <w:r w:rsidRPr="00C62650">
        <w:t>N</w:t>
      </w:r>
      <w:r w:rsidRPr="00C62650">
        <w:rPr>
          <w:vertAlign w:val="superscript"/>
        </w:rPr>
        <w:t>o</w:t>
      </w:r>
      <w:r w:rsidRPr="00C62650">
        <w:t xml:space="preserve"> d</w:t>
      </w:r>
      <w:r>
        <w:t>’</w:t>
      </w:r>
      <w:r w:rsidRPr="00C62650">
        <w:t>homologation</w:t>
      </w:r>
      <w:r w:rsidRPr="00C62650">
        <w:tab/>
      </w:r>
      <w:r w:rsidRPr="00C62650">
        <w:tab/>
        <w:t>N</w:t>
      </w:r>
      <w:r w:rsidRPr="00C62650">
        <w:rPr>
          <w:vertAlign w:val="superscript"/>
        </w:rPr>
        <w:t>o</w:t>
      </w:r>
      <w:r w:rsidRPr="00C62650">
        <w:t xml:space="preserve"> d</w:t>
      </w:r>
      <w:r>
        <w:t>’</w:t>
      </w:r>
      <w:r w:rsidRPr="00C62650">
        <w:t>extension</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1.</w:t>
      </w:r>
      <w:r w:rsidRPr="00C62650">
        <w:tab/>
        <w:t>Marque de fabrique ou de commerce du véhicule :</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2.</w:t>
      </w:r>
      <w:r w:rsidRPr="00C62650">
        <w:tab/>
        <w:t>Nom du constructeur pour le type de véhicule :</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3.</w:t>
      </w:r>
      <w:r w:rsidRPr="00C62650">
        <w:tab/>
        <w:t>Nom et adresse du constructeur :</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4.</w:t>
      </w:r>
      <w:r w:rsidRPr="00C62650">
        <w:tab/>
        <w:t>Nom et adresse du représentant du constructeur (le cas échéant) :</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5.</w:t>
      </w:r>
      <w:r w:rsidRPr="00C62650">
        <w:tab/>
        <w:t>Soumis à l</w:t>
      </w:r>
      <w:r>
        <w:t>’</w:t>
      </w:r>
      <w:r w:rsidRPr="00C62650">
        <w:t>homologation le :</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6.</w:t>
      </w:r>
      <w:r w:rsidRPr="00C62650">
        <w:tab/>
        <w:t>Service technique chargé des essais :</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7.</w:t>
      </w:r>
      <w:r w:rsidRPr="00C62650">
        <w:tab/>
        <w:t>Date du procès-verbal d</w:t>
      </w:r>
      <w:r>
        <w:t>’</w:t>
      </w:r>
      <w:r w:rsidRPr="00C62650">
        <w:t>essai :</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8.</w:t>
      </w:r>
      <w:r w:rsidRPr="00C62650">
        <w:tab/>
        <w:t>Numéro du procès-verbal d</w:t>
      </w:r>
      <w:r>
        <w:t>’</w:t>
      </w:r>
      <w:r w:rsidRPr="00C62650">
        <w:t>essai :</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9.</w:t>
      </w:r>
      <w:r w:rsidRPr="00C62650">
        <w:tab/>
        <w:t>Description sommaire :</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pPr>
      <w:r w:rsidRPr="00C62650">
        <w:t>10.</w:t>
      </w:r>
      <w:r w:rsidRPr="00C62650">
        <w:tab/>
        <w:t>L</w:t>
      </w:r>
      <w:r>
        <w:t>’</w:t>
      </w:r>
      <w:r w:rsidRPr="00C62650">
        <w:t>AECS a été éprouvé conformément au paragraphe 35.3 (Détermination de la position) : oui/non</w:t>
      </w:r>
      <w:r w:rsidRPr="00C62650">
        <w:rPr>
          <w:sz w:val="18"/>
          <w:szCs w:val="18"/>
          <w:vertAlign w:val="superscript"/>
        </w:rPr>
        <w:t>2</w:t>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pPr>
      <w:r w:rsidRPr="00C62650">
        <w:t>11.</w:t>
      </w:r>
      <w:r w:rsidRPr="00C62650">
        <w:tab/>
        <w:t>L</w:t>
      </w:r>
      <w:r>
        <w:t>’</w:t>
      </w:r>
      <w:r w:rsidRPr="00C62650">
        <w:t xml:space="preserve">AECS a été éprouvé conformément au </w:t>
      </w:r>
      <w:r w:rsidR="00C65359">
        <w:t xml:space="preserve">paragraphe </w:t>
      </w:r>
      <w:r w:rsidRPr="00C62650">
        <w:t>35.8.1 (efficacité du système audio mains libres avant accident) : oui/non</w:t>
      </w:r>
      <w:r w:rsidRPr="00C62650">
        <w:rPr>
          <w:sz w:val="18"/>
          <w:szCs w:val="18"/>
          <w:vertAlign w:val="superscript"/>
        </w:rPr>
        <w:t>2</w:t>
      </w:r>
      <w:r w:rsidRPr="00C62650">
        <w:rPr>
          <w:vertAlign w:val="superscript"/>
        </w:rPr>
        <w:t xml:space="preserve"> </w:t>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12.</w:t>
      </w:r>
      <w:r w:rsidRPr="00C62650">
        <w:tab/>
        <w:t>Emplacement de la marque d</w:t>
      </w:r>
      <w:r>
        <w:t>’</w:t>
      </w:r>
      <w:r w:rsidRPr="00C62650">
        <w:t>homologation :</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13.</w:t>
      </w:r>
      <w:r w:rsidRPr="00C62650">
        <w:tab/>
        <w:t>Motif(s) de l</w:t>
      </w:r>
      <w:r>
        <w:t>’</w:t>
      </w:r>
      <w:r w:rsidRPr="00C62650">
        <w:t>extension d</w:t>
      </w:r>
      <w:r>
        <w:t>’</w:t>
      </w:r>
      <w:r w:rsidRPr="00C62650">
        <w:t>homologation (le cas échéant) :</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14.</w:t>
      </w:r>
      <w:r w:rsidRPr="00C62650">
        <w:tab/>
        <w:t>Homologation accordée/étendue/refusée/retirée</w:t>
      </w:r>
      <w:r w:rsidRPr="00092930">
        <w:rPr>
          <w:sz w:val="18"/>
          <w:szCs w:val="18"/>
          <w:vertAlign w:val="superscript"/>
        </w:rPr>
        <w:t>2</w:t>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15.</w:t>
      </w:r>
      <w:r w:rsidRPr="00C62650">
        <w:tab/>
        <w:t>Lieu :</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16.</w:t>
      </w:r>
      <w:r w:rsidRPr="00C62650">
        <w:tab/>
        <w:t>Date :</w:t>
      </w:r>
      <w:r w:rsidRPr="00C62650">
        <w:tab/>
      </w:r>
    </w:p>
    <w:p w:rsidR="00431ADD" w:rsidRPr="00C62650" w:rsidRDefault="00431ADD" w:rsidP="00431ADD">
      <w:pPr>
        <w:pStyle w:val="SingleTxtG"/>
        <w:tabs>
          <w:tab w:val="right" w:leader="dot" w:pos="8505"/>
        </w:tabs>
        <w:kinsoku/>
        <w:overflowPunct/>
        <w:autoSpaceDE/>
        <w:autoSpaceDN/>
        <w:adjustRightInd/>
        <w:snapToGrid/>
        <w:spacing w:after="100" w:line="220" w:lineRule="atLeast"/>
        <w:ind w:left="1701" w:hanging="567"/>
        <w:jc w:val="left"/>
      </w:pPr>
      <w:r w:rsidRPr="00C62650">
        <w:t>17.</w:t>
      </w:r>
      <w:r w:rsidRPr="00C62650">
        <w:tab/>
        <w:t>Signature :</w:t>
      </w:r>
      <w:r w:rsidRPr="00C62650">
        <w:tab/>
      </w:r>
    </w:p>
    <w:p w:rsidR="00431ADD" w:rsidRDefault="00431ADD" w:rsidP="00431ADD">
      <w:pPr>
        <w:pStyle w:val="SingleTxtG"/>
        <w:tabs>
          <w:tab w:val="right" w:leader="dot" w:pos="8505"/>
        </w:tabs>
        <w:kinsoku/>
        <w:overflowPunct/>
        <w:autoSpaceDE/>
        <w:autoSpaceDN/>
        <w:adjustRightInd/>
        <w:snapToGrid/>
        <w:ind w:left="1701" w:hanging="567"/>
      </w:pPr>
      <w:r w:rsidRPr="00C62650">
        <w:t>18.</w:t>
      </w:r>
      <w:r w:rsidRPr="00C62650">
        <w:tab/>
        <w:t>La liste des documents déposés auprès de l</w:t>
      </w:r>
      <w:r>
        <w:t>’</w:t>
      </w:r>
      <w:r w:rsidRPr="00C62650">
        <w:t>autorité d</w:t>
      </w:r>
      <w:r>
        <w:t>’</w:t>
      </w:r>
      <w:r w:rsidRPr="00C62650">
        <w:t>homologation de type ayant accordé l</w:t>
      </w:r>
      <w:r>
        <w:t>’</w:t>
      </w:r>
      <w:r w:rsidRPr="00C62650">
        <w:t>homologation est annexée à la présente communication et peut être obtenue sur demande.</w:t>
      </w:r>
    </w:p>
    <w:p w:rsidR="00D324CF" w:rsidRDefault="00D324CF" w:rsidP="00431ADD">
      <w:pPr>
        <w:pStyle w:val="SingleTxtG"/>
        <w:tabs>
          <w:tab w:val="right" w:leader="dot" w:pos="8505"/>
        </w:tabs>
        <w:kinsoku/>
        <w:overflowPunct/>
        <w:autoSpaceDE/>
        <w:autoSpaceDN/>
        <w:adjustRightInd/>
        <w:snapToGrid/>
        <w:ind w:left="1701" w:hanging="567"/>
        <w:sectPr w:rsidR="00D324CF" w:rsidSect="0083687B">
          <w:headerReference w:type="even" r:id="rId25"/>
          <w:headerReference w:type="default" r:id="rId26"/>
          <w:footnotePr>
            <w:numRestart w:val="eachSect"/>
          </w:footnotePr>
          <w:endnotePr>
            <w:numFmt w:val="decimal"/>
          </w:endnotePr>
          <w:pgSz w:w="11907" w:h="16840" w:code="9"/>
          <w:pgMar w:top="1418" w:right="1134" w:bottom="1134" w:left="1134" w:header="680" w:footer="567" w:gutter="0"/>
          <w:cols w:space="720"/>
          <w:docGrid w:linePitch="272"/>
        </w:sectPr>
      </w:pPr>
    </w:p>
    <w:p w:rsidR="00431ADD" w:rsidRPr="00C62650" w:rsidRDefault="00431ADD" w:rsidP="00431ADD">
      <w:pPr>
        <w:pStyle w:val="HChG"/>
      </w:pPr>
      <w:r w:rsidRPr="00C62650">
        <w:lastRenderedPageBreak/>
        <w:t>Annexe 5</w:t>
      </w:r>
    </w:p>
    <w:p w:rsidR="00431ADD" w:rsidRPr="00C62650" w:rsidRDefault="00431ADD" w:rsidP="00431ADD">
      <w:pPr>
        <w:pStyle w:val="HChG"/>
      </w:pPr>
      <w:r w:rsidRPr="00C62650">
        <w:tab/>
      </w:r>
      <w:r w:rsidRPr="00C62650">
        <w:tab/>
        <w:t>Document d</w:t>
      </w:r>
      <w:r>
        <w:t>’</w:t>
      </w:r>
      <w:r w:rsidRPr="00C62650">
        <w:t>information sur l</w:t>
      </w:r>
      <w:r>
        <w:t>’</w:t>
      </w:r>
      <w:r w:rsidRPr="00C62650">
        <w:t xml:space="preserve">homologation de type </w:t>
      </w:r>
      <w:r w:rsidRPr="00C62650">
        <w:br/>
        <w:t>d</w:t>
      </w:r>
      <w:r>
        <w:t>’</w:t>
      </w:r>
      <w:r w:rsidRPr="00C62650">
        <w:t>un dispositif automatique d</w:t>
      </w:r>
      <w:r>
        <w:t>’</w:t>
      </w:r>
      <w:r w:rsidRPr="00C62650">
        <w:t>appel d</w:t>
      </w:r>
      <w:r>
        <w:t>’</w:t>
      </w:r>
      <w:r w:rsidRPr="00C62650">
        <w:t>urgence (AECC)</w:t>
      </w:r>
    </w:p>
    <w:p w:rsidR="00431ADD" w:rsidRPr="00C62650" w:rsidRDefault="00431ADD" w:rsidP="00431ADD">
      <w:pPr>
        <w:pStyle w:val="SingleTxtG"/>
      </w:pPr>
      <w:r>
        <w:tab/>
      </w:r>
      <w:r w:rsidRPr="00C62650">
        <w:t>S</w:t>
      </w:r>
      <w:r>
        <w:t>’</w:t>
      </w:r>
      <w:r w:rsidRPr="00C62650">
        <w:t>ils sont demandés, les renseignements ci-dessous doivent être fournis en triple exemplaire et comprendre une table des matières.</w:t>
      </w:r>
    </w:p>
    <w:p w:rsidR="00431ADD" w:rsidRPr="00C62650" w:rsidRDefault="00431ADD" w:rsidP="00431ADD">
      <w:pPr>
        <w:pStyle w:val="SingleTxtG"/>
      </w:pPr>
      <w:r>
        <w:tab/>
      </w:r>
      <w:r w:rsidRPr="00C62650">
        <w:t>Tous les dessins doivent être fournis à la bonne échelle et suffisamment détaillés sur des feuilles de format A4 ou dans un dossier du même format.</w:t>
      </w:r>
    </w:p>
    <w:p w:rsidR="00431ADD" w:rsidRPr="00C62650" w:rsidRDefault="00431ADD" w:rsidP="00431ADD">
      <w:pPr>
        <w:pStyle w:val="SingleTxtG"/>
      </w:pPr>
      <w:r>
        <w:tab/>
      </w:r>
      <w:r w:rsidRPr="00C62650">
        <w:t>Les éventuelles photographies doivent être suffisamment détaillées.</w:t>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2.</w:t>
      </w:r>
      <w:r w:rsidRPr="00C62650">
        <w:tab/>
        <w:t>Type et désignation commerciale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3.</w:t>
      </w:r>
      <w:r w:rsidRPr="00C62650">
        <w:tab/>
        <w:t>Moyens d</w:t>
      </w:r>
      <w:r>
        <w:t>’</w:t>
      </w:r>
      <w:r w:rsidRPr="00C62650">
        <w:t>identification du type, s</w:t>
      </w:r>
      <w:r>
        <w:t>’</w:t>
      </w:r>
      <w:r w:rsidRPr="00C62650">
        <w:t>il figure sur l</w:t>
      </w:r>
      <w:r>
        <w:t>’</w:t>
      </w:r>
      <w:r w:rsidRPr="00C62650">
        <w:t>AECC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4.</w:t>
      </w:r>
      <w:r w:rsidRPr="00C62650">
        <w:tab/>
        <w:t>Nom et adresse du constructeur :</w:t>
      </w:r>
      <w:r w:rsidRPr="00C62650">
        <w:tab/>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5.</w:t>
      </w:r>
      <w:r w:rsidRPr="00C62650">
        <w:tab/>
        <w:t>Emplacement et méthode de fixation de la marque d</w:t>
      </w:r>
      <w:r>
        <w:t>’</w:t>
      </w:r>
      <w:r w:rsidRPr="00C62650">
        <w:t>homologation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6.</w:t>
      </w:r>
      <w:r w:rsidRPr="00C62650">
        <w:tab/>
        <w:t>Adresse(s) de la ou des usines de montage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7.</w:t>
      </w:r>
      <w:r w:rsidRPr="00C62650">
        <w:tab/>
        <w:t>Disposition (indiquer les éléments visés par la demande de cette homologation de type)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8.</w:t>
      </w:r>
      <w:r w:rsidRPr="00C62650">
        <w:tab/>
        <w:t>Description de la ou des méthodes de fixation au véhicule (le cas échéant, dimensions, structure et matériaux utilisés pour les fixations et les supports du dispositif)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9.</w:t>
      </w:r>
      <w:r w:rsidRPr="00C62650">
        <w:tab/>
        <w:t>Dessins suffisamment détaillés pour reconnaître l</w:t>
      </w:r>
      <w:r>
        <w:t>’</w:t>
      </w:r>
      <w:r w:rsidRPr="00C62650">
        <w:t>AECC complet, y compris des instructions de montage (uniquement pour un montage ultérieur) ; les dessins doivent aussi indiquer l</w:t>
      </w:r>
      <w:r>
        <w:t>’</w:t>
      </w:r>
      <w:r w:rsidRPr="00C62650">
        <w:t>emplacement de la marque d</w:t>
      </w:r>
      <w:r>
        <w:t>’</w:t>
      </w:r>
      <w:r w:rsidRPr="00C62650">
        <w:t>homologation de type :</w:t>
      </w:r>
      <w:r>
        <w:t xml:space="preserve"> </w:t>
      </w:r>
      <w:r>
        <w:br/>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9a.</w:t>
      </w:r>
      <w:r w:rsidRPr="00C62650">
        <w:tab/>
        <w:t>Dossier d</w:t>
      </w:r>
      <w:r>
        <w:t>’</w:t>
      </w:r>
      <w:r w:rsidRPr="00C62650">
        <w:t>information (voir le paragraphe 6)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9b.</w:t>
      </w:r>
      <w:r w:rsidRPr="00C62650">
        <w:tab/>
        <w:t>Moyen par lequel il est prévu d</w:t>
      </w:r>
      <w:r>
        <w:t>’</w:t>
      </w:r>
      <w:r w:rsidRPr="00C62650">
        <w:t>associer l</w:t>
      </w:r>
      <w:r>
        <w:t>’</w:t>
      </w:r>
      <w:r w:rsidRPr="00C62650">
        <w:t xml:space="preserve">AECC à un AECD (voir le </w:t>
      </w:r>
      <w:r w:rsidR="00C65359">
        <w:t xml:space="preserve">paragraphe </w:t>
      </w:r>
      <w:r w:rsidRPr="00C62650">
        <w:t>6) :</w:t>
      </w:r>
      <w:r w:rsidRPr="00C62650">
        <w:tab/>
      </w:r>
      <w:r>
        <w:br/>
      </w:r>
      <w:r>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10.</w:t>
      </w:r>
      <w:r w:rsidRPr="00C62650">
        <w:tab/>
      </w:r>
      <w:r>
        <w:t>Éléments de l’AECC</w:t>
      </w:r>
      <w:r w:rsidRPr="00C62650">
        <w:t> :</w:t>
      </w:r>
    </w:p>
    <w:p w:rsidR="00431ADD" w:rsidRPr="00C62650" w:rsidRDefault="00431ADD" w:rsidP="00431ADD">
      <w:pPr>
        <w:pStyle w:val="Bullet1G"/>
        <w:numPr>
          <w:ilvl w:val="0"/>
          <w:numId w:val="1"/>
        </w:numPr>
        <w:rPr>
          <w:sz w:val="18"/>
          <w:szCs w:val="18"/>
        </w:rPr>
      </w:pPr>
      <w:r w:rsidRPr="00C62650">
        <w:t>Module de commande : oui/non</w:t>
      </w:r>
      <w:r w:rsidRPr="0091322D">
        <w:rPr>
          <w:rStyle w:val="Appelnotedebasdep"/>
        </w:rPr>
        <w:footnoteReference w:id="18"/>
      </w:r>
    </w:p>
    <w:p w:rsidR="00431ADD" w:rsidRPr="00C62650" w:rsidRDefault="00431ADD" w:rsidP="00431ADD">
      <w:pPr>
        <w:pStyle w:val="Bullet1G"/>
        <w:numPr>
          <w:ilvl w:val="0"/>
          <w:numId w:val="1"/>
        </w:numPr>
      </w:pPr>
      <w:r w:rsidRPr="00C62650">
        <w:t>Module de communication : oui/non</w:t>
      </w:r>
      <w:r w:rsidRPr="00C62650">
        <w:rPr>
          <w:sz w:val="18"/>
          <w:szCs w:val="18"/>
          <w:vertAlign w:val="superscript"/>
        </w:rPr>
        <w:t>1</w:t>
      </w:r>
    </w:p>
    <w:p w:rsidR="00431ADD" w:rsidRPr="00C62650" w:rsidRDefault="00431ADD" w:rsidP="00431ADD">
      <w:pPr>
        <w:pStyle w:val="Bullet1G"/>
        <w:numPr>
          <w:ilvl w:val="0"/>
          <w:numId w:val="1"/>
        </w:numPr>
        <w:rPr>
          <w:sz w:val="18"/>
          <w:szCs w:val="18"/>
        </w:rPr>
      </w:pPr>
      <w:r w:rsidRPr="00C62650">
        <w:t>Alimentation électrique de secours : oui/non</w:t>
      </w:r>
      <w:r w:rsidRPr="00C62650">
        <w:rPr>
          <w:sz w:val="18"/>
          <w:szCs w:val="18"/>
          <w:vertAlign w:val="superscript"/>
        </w:rPr>
        <w:t>1</w:t>
      </w:r>
    </w:p>
    <w:p w:rsidR="00431ADD" w:rsidRPr="00C62650" w:rsidRDefault="00431ADD" w:rsidP="00431ADD">
      <w:pPr>
        <w:pStyle w:val="Bullet1G"/>
        <w:numPr>
          <w:ilvl w:val="0"/>
          <w:numId w:val="1"/>
        </w:numPr>
      </w:pPr>
      <w:r w:rsidRPr="00C62650">
        <w:t>Alimentation électrique</w:t>
      </w:r>
      <w:r>
        <w:t> </w:t>
      </w:r>
      <w:r w:rsidRPr="00C62650">
        <w:t>: oui/non</w:t>
      </w:r>
      <w:r w:rsidRPr="00C62650">
        <w:rPr>
          <w:sz w:val="18"/>
          <w:szCs w:val="18"/>
          <w:vertAlign w:val="superscript"/>
        </w:rPr>
        <w:t>1</w:t>
      </w:r>
    </w:p>
    <w:p w:rsidR="00431ADD" w:rsidRPr="00C62650" w:rsidRDefault="00431ADD" w:rsidP="00431ADD">
      <w:pPr>
        <w:pStyle w:val="Bullet1G"/>
        <w:numPr>
          <w:ilvl w:val="0"/>
          <w:numId w:val="1"/>
        </w:numPr>
      </w:pPr>
      <w:r w:rsidRPr="00C62650">
        <w:t>Antenne de réseau mobile : oui/non</w:t>
      </w:r>
      <w:r w:rsidRPr="00C62650">
        <w:rPr>
          <w:sz w:val="18"/>
          <w:szCs w:val="18"/>
          <w:vertAlign w:val="superscript"/>
        </w:rPr>
        <w:t>1</w:t>
      </w:r>
    </w:p>
    <w:p w:rsidR="00431ADD" w:rsidRPr="00AA7125" w:rsidRDefault="00431ADD" w:rsidP="00431ADD">
      <w:pPr>
        <w:pStyle w:val="Bullet1G"/>
        <w:numPr>
          <w:ilvl w:val="0"/>
          <w:numId w:val="1"/>
        </w:numPr>
      </w:pPr>
      <w:r w:rsidRPr="00C62650">
        <w:t>Récepteur GNSS : oui/non</w:t>
      </w:r>
      <w:r w:rsidRPr="00AA7125">
        <w:rPr>
          <w:sz w:val="18"/>
          <w:szCs w:val="18"/>
          <w:vertAlign w:val="superscript"/>
        </w:rPr>
        <w:t>1</w:t>
      </w:r>
    </w:p>
    <w:p w:rsidR="00431ADD" w:rsidRPr="00AA7125" w:rsidRDefault="00431ADD" w:rsidP="00431ADD">
      <w:pPr>
        <w:pStyle w:val="Bullet1G"/>
        <w:numPr>
          <w:ilvl w:val="0"/>
          <w:numId w:val="1"/>
        </w:numPr>
      </w:pPr>
      <w:r w:rsidRPr="00C62650">
        <w:t>Antenne GNSS : oui/non</w:t>
      </w:r>
      <w:r w:rsidRPr="00C62650">
        <w:rPr>
          <w:sz w:val="18"/>
          <w:szCs w:val="18"/>
          <w:vertAlign w:val="superscript"/>
        </w:rPr>
        <w:t>1</w:t>
      </w:r>
      <w:r>
        <w:rPr>
          <w:sz w:val="18"/>
          <w:szCs w:val="18"/>
          <w:vertAlign w:val="superscript"/>
        </w:rPr>
        <w:t xml:space="preserve"> </w:t>
      </w:r>
    </w:p>
    <w:p w:rsidR="00431ADD" w:rsidRPr="00C62650" w:rsidRDefault="00431ADD" w:rsidP="00431ADD">
      <w:pPr>
        <w:pStyle w:val="Bullet1G"/>
        <w:numPr>
          <w:ilvl w:val="0"/>
          <w:numId w:val="1"/>
        </w:numPr>
      </w:pPr>
      <w:r w:rsidRPr="00C62650">
        <w:t>Dispositif de signal d</w:t>
      </w:r>
      <w:r>
        <w:t>’</w:t>
      </w:r>
      <w:r w:rsidRPr="00C62650">
        <w:t>avertissement : oui/non</w:t>
      </w:r>
      <w:r w:rsidRPr="00AA7125">
        <w:rPr>
          <w:sz w:val="18"/>
          <w:szCs w:val="18"/>
          <w:vertAlign w:val="superscript"/>
        </w:rPr>
        <w:t>1</w:t>
      </w:r>
    </w:p>
    <w:p w:rsidR="00431ADD" w:rsidRPr="00C62650" w:rsidRDefault="00431ADD" w:rsidP="00431ADD">
      <w:pPr>
        <w:pStyle w:val="Bullet1G"/>
        <w:numPr>
          <w:ilvl w:val="0"/>
          <w:numId w:val="1"/>
        </w:numPr>
      </w:pPr>
      <w:r w:rsidRPr="00C62650">
        <w:t>Dispositif de signal d</w:t>
      </w:r>
      <w:r>
        <w:t>’</w:t>
      </w:r>
      <w:r w:rsidRPr="00C62650">
        <w:t>information : oui/non</w:t>
      </w:r>
      <w:r w:rsidRPr="00C62650">
        <w:rPr>
          <w:sz w:val="18"/>
          <w:szCs w:val="18"/>
          <w:vertAlign w:val="superscript"/>
        </w:rPr>
        <w:t>1</w:t>
      </w:r>
    </w:p>
    <w:p w:rsidR="00431ADD" w:rsidRPr="00C62650" w:rsidRDefault="00431ADD" w:rsidP="00431ADD">
      <w:pPr>
        <w:pStyle w:val="SingleTxtG"/>
        <w:keepNext/>
        <w:tabs>
          <w:tab w:val="right" w:leader="dot" w:pos="8505"/>
        </w:tabs>
        <w:kinsoku/>
        <w:overflowPunct/>
        <w:autoSpaceDE/>
        <w:autoSpaceDN/>
        <w:adjustRightInd/>
        <w:snapToGrid/>
        <w:ind w:left="1701" w:hanging="567"/>
        <w:jc w:val="left"/>
      </w:pPr>
      <w:r w:rsidRPr="00C62650">
        <w:lastRenderedPageBreak/>
        <w:t>11.</w:t>
      </w:r>
      <w:r w:rsidRPr="00C62650">
        <w:tab/>
        <w:t>Orientation de l</w:t>
      </w:r>
      <w:r>
        <w:t>’</w:t>
      </w:r>
      <w:r w:rsidRPr="00C62650">
        <w:t>AECC</w:t>
      </w:r>
      <w:r w:rsidRPr="00C62650">
        <w:ptab w:relativeTo="margin" w:alignment="right" w:leader="dot"/>
      </w:r>
    </w:p>
    <w:p w:rsidR="00431ADD" w:rsidRPr="0069379A" w:rsidRDefault="00431ADD" w:rsidP="00431ADD">
      <w:pPr>
        <w:pStyle w:val="SingleTxtG"/>
        <w:keepNext/>
        <w:tabs>
          <w:tab w:val="right" w:leader="dot" w:pos="8505"/>
        </w:tabs>
        <w:kinsoku/>
        <w:overflowPunct/>
        <w:autoSpaceDE/>
        <w:autoSpaceDN/>
        <w:adjustRightInd/>
        <w:snapToGrid/>
        <w:ind w:left="1701" w:hanging="567"/>
        <w:rPr>
          <w:sz w:val="18"/>
          <w:szCs w:val="18"/>
          <w:vertAlign w:val="superscript"/>
        </w:rPr>
      </w:pPr>
      <w:r w:rsidRPr="0069379A">
        <w:t>12</w:t>
      </w:r>
      <w:r>
        <w:t>.</w:t>
      </w:r>
      <w:r w:rsidRPr="0069379A">
        <w:tab/>
        <w:t>L</w:t>
      </w:r>
      <w:r>
        <w:t>’</w:t>
      </w:r>
      <w:r w:rsidRPr="0069379A">
        <w:t>unité de détection des chocs est prise en compte dans la demande d</w:t>
      </w:r>
      <w:r>
        <w:t>’</w:t>
      </w:r>
      <w:r w:rsidRPr="0069379A">
        <w:t>homologation de l</w:t>
      </w:r>
      <w:r>
        <w:t>’</w:t>
      </w:r>
      <w:r w:rsidRPr="0069379A">
        <w:t>AECC : oui/non</w:t>
      </w:r>
      <w:r w:rsidRPr="0069379A">
        <w:rPr>
          <w:sz w:val="18"/>
          <w:szCs w:val="18"/>
          <w:vertAlign w:val="superscript"/>
        </w:rPr>
        <w:t>1</w:t>
      </w:r>
    </w:p>
    <w:p w:rsidR="00431ADD" w:rsidRDefault="00431ADD" w:rsidP="00431ADD">
      <w:pPr>
        <w:pStyle w:val="SingleTxtG"/>
        <w:tabs>
          <w:tab w:val="right" w:leader="dot" w:pos="8505"/>
        </w:tabs>
        <w:kinsoku/>
        <w:overflowPunct/>
        <w:autoSpaceDE/>
        <w:autoSpaceDN/>
        <w:adjustRightInd/>
        <w:snapToGrid/>
        <w:ind w:left="1701" w:hanging="567"/>
        <w:rPr>
          <w:sz w:val="18"/>
          <w:szCs w:val="18"/>
          <w:vertAlign w:val="superscript"/>
        </w:rPr>
      </w:pPr>
      <w:r w:rsidRPr="0069379A">
        <w:t>13</w:t>
      </w:r>
      <w:r>
        <w:t>.</w:t>
      </w:r>
      <w:r w:rsidRPr="0069379A">
        <w:tab/>
        <w:t>La détermination du positionnement GNSS est prise en compte dans la demande d</w:t>
      </w:r>
      <w:r>
        <w:t>’</w:t>
      </w:r>
      <w:r w:rsidRPr="0069379A">
        <w:t>homologation de l</w:t>
      </w:r>
      <w:r>
        <w:t>’</w:t>
      </w:r>
      <w:r w:rsidRPr="0069379A">
        <w:t>AECC : oui/non</w:t>
      </w:r>
      <w:r w:rsidRPr="00BE7938">
        <w:rPr>
          <w:sz w:val="18"/>
          <w:szCs w:val="18"/>
          <w:vertAlign w:val="superscript"/>
        </w:rPr>
        <w:t>1</w:t>
      </w:r>
    </w:p>
    <w:p w:rsidR="00D324CF" w:rsidRDefault="00D324CF" w:rsidP="00431ADD">
      <w:pPr>
        <w:pStyle w:val="SingleTxtG"/>
        <w:tabs>
          <w:tab w:val="right" w:leader="dot" w:pos="8505"/>
        </w:tabs>
        <w:kinsoku/>
        <w:overflowPunct/>
        <w:autoSpaceDE/>
        <w:autoSpaceDN/>
        <w:adjustRightInd/>
        <w:snapToGrid/>
        <w:ind w:left="1701" w:hanging="567"/>
        <w:rPr>
          <w:sz w:val="18"/>
          <w:szCs w:val="18"/>
          <w:vertAlign w:val="superscript"/>
        </w:rPr>
        <w:sectPr w:rsidR="00D324CF" w:rsidSect="0083687B">
          <w:headerReference w:type="even" r:id="rId27"/>
          <w:headerReference w:type="default" r:id="rId28"/>
          <w:footnotePr>
            <w:numRestart w:val="eachSect"/>
          </w:footnotePr>
          <w:endnotePr>
            <w:numFmt w:val="decimal"/>
          </w:endnotePr>
          <w:pgSz w:w="11907" w:h="16840" w:code="9"/>
          <w:pgMar w:top="1418" w:right="1134" w:bottom="1134" w:left="1134" w:header="680" w:footer="567" w:gutter="0"/>
          <w:cols w:space="720"/>
          <w:docGrid w:linePitch="272"/>
        </w:sectPr>
      </w:pPr>
    </w:p>
    <w:p w:rsidR="00431ADD" w:rsidRPr="00C62650" w:rsidRDefault="00431ADD" w:rsidP="00431ADD">
      <w:pPr>
        <w:pStyle w:val="HChG"/>
      </w:pPr>
      <w:r w:rsidRPr="00C62650">
        <w:lastRenderedPageBreak/>
        <w:t>Annexe 6</w:t>
      </w:r>
    </w:p>
    <w:p w:rsidR="00431ADD" w:rsidRPr="00C62650" w:rsidRDefault="00431ADD" w:rsidP="00431ADD">
      <w:pPr>
        <w:pStyle w:val="HChG"/>
      </w:pPr>
      <w:r w:rsidRPr="00C62650">
        <w:tab/>
      </w:r>
      <w:r w:rsidRPr="00C62650">
        <w:tab/>
        <w:t>Document d</w:t>
      </w:r>
      <w:r>
        <w:t>’</w:t>
      </w:r>
      <w:r w:rsidRPr="00C62650">
        <w:t>information sur l</w:t>
      </w:r>
      <w:r>
        <w:t>’</w:t>
      </w:r>
      <w:r w:rsidRPr="00C62650">
        <w:t xml:space="preserve">homologation de type </w:t>
      </w:r>
      <w:r w:rsidRPr="00C62650">
        <w:br/>
        <w:t>d</w:t>
      </w:r>
      <w:r>
        <w:t>’</w:t>
      </w:r>
      <w:r w:rsidRPr="00C62650">
        <w:t>un dispositif automatique d</w:t>
      </w:r>
      <w:r>
        <w:t>’</w:t>
      </w:r>
      <w:r w:rsidRPr="00C62650">
        <w:t>appel d</w:t>
      </w:r>
      <w:r>
        <w:t>’</w:t>
      </w:r>
      <w:r w:rsidRPr="00C62650">
        <w:t>urgence (AECD)</w:t>
      </w:r>
    </w:p>
    <w:p w:rsidR="00431ADD" w:rsidRPr="00C62650" w:rsidRDefault="00431ADD" w:rsidP="00431ADD">
      <w:pPr>
        <w:pStyle w:val="SingleTxtG"/>
      </w:pPr>
      <w:r>
        <w:tab/>
      </w:r>
      <w:r w:rsidRPr="00C62650">
        <w:t>S</w:t>
      </w:r>
      <w:r>
        <w:t>’</w:t>
      </w:r>
      <w:r w:rsidRPr="00C62650">
        <w:t>ils sont demandés, les renseignements ci-dessous doivent être fournis en triple exemplaire et comprendre une table des matières.</w:t>
      </w:r>
    </w:p>
    <w:p w:rsidR="00431ADD" w:rsidRPr="00C62650" w:rsidRDefault="00431ADD" w:rsidP="00431ADD">
      <w:pPr>
        <w:pStyle w:val="SingleTxtG"/>
      </w:pPr>
      <w:r>
        <w:tab/>
      </w:r>
      <w:r w:rsidRPr="00C62650">
        <w:t>Tous les dessins doivent être fournis à la bonne échelle et suffisamment détaillés sur des feuilles de format A4 ou dans un dossier du même format.</w:t>
      </w:r>
    </w:p>
    <w:p w:rsidR="00431ADD" w:rsidRPr="00C62650" w:rsidRDefault="00431ADD" w:rsidP="00431ADD">
      <w:pPr>
        <w:pStyle w:val="SingleTxtG"/>
      </w:pPr>
      <w:r>
        <w:tab/>
      </w:r>
      <w:r w:rsidRPr="00C62650">
        <w:t>Les éventuelles photographies doivent être suffisamment détaillées.</w:t>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2.</w:t>
      </w:r>
      <w:r w:rsidRPr="00C62650">
        <w:tab/>
        <w:t>Type et désignation commerciale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3.</w:t>
      </w:r>
      <w:r w:rsidRPr="00C62650">
        <w:tab/>
        <w:t>Moyens d</w:t>
      </w:r>
      <w:r>
        <w:t>’</w:t>
      </w:r>
      <w:r w:rsidRPr="00C62650">
        <w:t>identification du type, s</w:t>
      </w:r>
      <w:r>
        <w:t>’</w:t>
      </w:r>
      <w:r w:rsidRPr="00C62650">
        <w:t>il figure sur le dispositif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4.</w:t>
      </w:r>
      <w:r w:rsidRPr="00C62650">
        <w:tab/>
        <w:t>Nom et adresse du constructeur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5.</w:t>
      </w:r>
      <w:r w:rsidRPr="00C62650">
        <w:tab/>
        <w:t>Emplacement et méthode de fixation de la marque d</w:t>
      </w:r>
      <w:r>
        <w:t>’</w:t>
      </w:r>
      <w:r w:rsidRPr="00C62650">
        <w:t>homologation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6.</w:t>
      </w:r>
      <w:r w:rsidRPr="00C62650">
        <w:tab/>
        <w:t>Adresse(s) de la ou des usines de montage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7.</w:t>
      </w:r>
      <w:r w:rsidRPr="00C62650">
        <w:tab/>
        <w:t>Disposition (indiquer les éléments visés par la demande de cette homologation de type)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8.</w:t>
      </w:r>
      <w:r w:rsidRPr="00C62650">
        <w:tab/>
        <w:t>Description de la ou des méthodes de fixation au véhicule (le cas échéant, dimensions, structure et matériaux utilisés pour les fixations et les supports du dispositif)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pPr>
      <w:r w:rsidRPr="00C62650">
        <w:t>9.</w:t>
      </w:r>
      <w:r w:rsidRPr="00C62650">
        <w:tab/>
        <w:t>Dessins suffisamment détaillés pour reconnaître le dispositif complet, y compris des instructions de montage (uniquement pour un montage ultérieur) ; les dessins doivent aussi indiquer l</w:t>
      </w:r>
      <w:r>
        <w:t>’</w:t>
      </w:r>
      <w:r w:rsidRPr="00C62650">
        <w:t>emplacement de la marque d</w:t>
      </w:r>
      <w:r>
        <w:t>’</w:t>
      </w:r>
      <w:r w:rsidRPr="00C62650">
        <w:t>homologation de type :</w:t>
      </w:r>
      <w:r>
        <w:t xml:space="preserve"> </w:t>
      </w:r>
      <w:r>
        <w:br/>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10.</w:t>
      </w:r>
      <w:r w:rsidRPr="00C62650">
        <w:tab/>
        <w:t>Alimentation électrique de secours : oui/non</w:t>
      </w:r>
      <w:r w:rsidRPr="0091322D">
        <w:rPr>
          <w:rStyle w:val="Appelnotedebasdep"/>
        </w:rPr>
        <w:footnoteReference w:id="19"/>
      </w:r>
      <w:r>
        <w:t xml:space="preserve"> </w:t>
      </w:r>
    </w:p>
    <w:p w:rsidR="00431ADD" w:rsidRPr="00C62650" w:rsidRDefault="00431ADD" w:rsidP="00431ADD">
      <w:pPr>
        <w:pStyle w:val="SingleTxtG"/>
        <w:tabs>
          <w:tab w:val="right" w:leader="dot" w:pos="8505"/>
        </w:tabs>
        <w:kinsoku/>
        <w:overflowPunct/>
        <w:autoSpaceDE/>
        <w:autoSpaceDN/>
        <w:adjustRightInd/>
        <w:snapToGrid/>
        <w:ind w:left="1701" w:hanging="567"/>
        <w:jc w:val="left"/>
        <w:rPr>
          <w:sz w:val="18"/>
          <w:szCs w:val="18"/>
          <w:vertAlign w:val="superscript"/>
        </w:rPr>
      </w:pPr>
      <w:r w:rsidRPr="00C62650">
        <w:t>11.</w:t>
      </w:r>
      <w:r w:rsidRPr="00C62650">
        <w:tab/>
        <w:t>Dispositif de signal d</w:t>
      </w:r>
      <w:r>
        <w:t>’</w:t>
      </w:r>
      <w:r w:rsidRPr="00C62650">
        <w:t>avertissement : oui/non</w:t>
      </w:r>
      <w:r w:rsidRPr="00C62650">
        <w:rPr>
          <w:sz w:val="18"/>
          <w:szCs w:val="18"/>
          <w:vertAlign w:val="superscript"/>
        </w:rPr>
        <w:t>1</w:t>
      </w:r>
    </w:p>
    <w:p w:rsidR="00431ADD" w:rsidRPr="00C62650" w:rsidRDefault="00431ADD" w:rsidP="00431ADD">
      <w:pPr>
        <w:pStyle w:val="SingleTxtG"/>
        <w:tabs>
          <w:tab w:val="right" w:leader="dot" w:pos="8505"/>
        </w:tabs>
        <w:kinsoku/>
        <w:overflowPunct/>
        <w:autoSpaceDE/>
        <w:autoSpaceDN/>
        <w:adjustRightInd/>
        <w:snapToGrid/>
        <w:ind w:left="1701" w:hanging="567"/>
        <w:jc w:val="left"/>
        <w:rPr>
          <w:sz w:val="18"/>
          <w:szCs w:val="18"/>
          <w:vertAlign w:val="superscript"/>
        </w:rPr>
      </w:pPr>
      <w:r w:rsidRPr="00C62650">
        <w:t>12</w:t>
      </w:r>
      <w:r>
        <w:t>.</w:t>
      </w:r>
      <w:r w:rsidRPr="00C62650">
        <w:tab/>
        <w:t>Dispositif de signal d</w:t>
      </w:r>
      <w:r>
        <w:t>’</w:t>
      </w:r>
      <w:r w:rsidRPr="00C62650">
        <w:t>information : oui/non</w:t>
      </w:r>
      <w:r w:rsidRPr="00C62650">
        <w:rPr>
          <w:sz w:val="18"/>
          <w:szCs w:val="18"/>
          <w:vertAlign w:val="superscript"/>
        </w:rPr>
        <w:t>1</w:t>
      </w:r>
    </w:p>
    <w:p w:rsidR="00431ADD" w:rsidRPr="00C62650" w:rsidRDefault="00431ADD" w:rsidP="00431ADD">
      <w:pPr>
        <w:pStyle w:val="SingleTxtG"/>
        <w:tabs>
          <w:tab w:val="right" w:leader="dot" w:pos="8505"/>
        </w:tabs>
        <w:kinsoku/>
        <w:overflowPunct/>
        <w:autoSpaceDE/>
        <w:autoSpaceDN/>
        <w:adjustRightInd/>
        <w:snapToGrid/>
        <w:ind w:left="1701" w:hanging="567"/>
        <w:jc w:val="left"/>
        <w:rPr>
          <w:sz w:val="18"/>
          <w:szCs w:val="18"/>
          <w:vertAlign w:val="superscript"/>
        </w:rPr>
      </w:pPr>
      <w:r w:rsidRPr="00C62650">
        <w:t>13</w:t>
      </w:r>
      <w:r>
        <w:t>.</w:t>
      </w:r>
      <w:r w:rsidRPr="00C62650">
        <w:tab/>
        <w:t>Équipement audio mains libres : oui/non</w:t>
      </w:r>
      <w:r w:rsidRPr="00C62650">
        <w:rPr>
          <w:sz w:val="18"/>
          <w:szCs w:val="18"/>
          <w:vertAlign w:val="superscript"/>
        </w:rPr>
        <w:t>1</w:t>
      </w:r>
    </w:p>
    <w:p w:rsidR="00431ADD" w:rsidRPr="00C62650" w:rsidRDefault="00431ADD" w:rsidP="00431ADD">
      <w:pPr>
        <w:pStyle w:val="SingleTxtG"/>
        <w:tabs>
          <w:tab w:val="right" w:leader="dot" w:pos="8505"/>
        </w:tabs>
        <w:kinsoku/>
        <w:overflowPunct/>
        <w:autoSpaceDE/>
        <w:autoSpaceDN/>
        <w:adjustRightInd/>
        <w:snapToGrid/>
        <w:ind w:left="1701" w:hanging="567"/>
        <w:jc w:val="left"/>
        <w:rPr>
          <w:sz w:val="18"/>
          <w:szCs w:val="18"/>
          <w:vertAlign w:val="superscript"/>
        </w:rPr>
      </w:pPr>
      <w:r w:rsidRPr="00C62650">
        <w:t>14</w:t>
      </w:r>
      <w:r>
        <w:t>.</w:t>
      </w:r>
      <w:r w:rsidRPr="00C62650">
        <w:tab/>
        <w:t>Antenne de réseau mobile : oui/non</w:t>
      </w:r>
      <w:r w:rsidRPr="00C62650">
        <w:rPr>
          <w:sz w:val="18"/>
          <w:szCs w:val="18"/>
          <w:vertAlign w:val="superscript"/>
        </w:rPr>
        <w:t>1</w:t>
      </w:r>
    </w:p>
    <w:p w:rsidR="00431ADD" w:rsidRPr="00C62650" w:rsidRDefault="00431ADD" w:rsidP="00431ADD">
      <w:pPr>
        <w:pStyle w:val="SingleTxtG"/>
        <w:tabs>
          <w:tab w:val="right" w:leader="dot" w:pos="8505"/>
        </w:tabs>
        <w:kinsoku/>
        <w:overflowPunct/>
        <w:autoSpaceDE/>
        <w:autoSpaceDN/>
        <w:adjustRightInd/>
        <w:snapToGrid/>
        <w:ind w:left="1701" w:hanging="567"/>
        <w:jc w:val="left"/>
        <w:rPr>
          <w:sz w:val="18"/>
          <w:szCs w:val="18"/>
          <w:vertAlign w:val="superscript"/>
        </w:rPr>
      </w:pPr>
      <w:r w:rsidRPr="00C62650">
        <w:t>15</w:t>
      </w:r>
      <w:r>
        <w:t>.</w:t>
      </w:r>
      <w:r w:rsidRPr="00C62650">
        <w:tab/>
        <w:t>Antenne GNSS : oui/non</w:t>
      </w:r>
      <w:r w:rsidRPr="00C62650">
        <w:rPr>
          <w:sz w:val="18"/>
          <w:szCs w:val="18"/>
          <w:vertAlign w:val="superscript"/>
        </w:rPr>
        <w:t>1</w:t>
      </w:r>
    </w:p>
    <w:p w:rsidR="00431ADD" w:rsidRPr="00C62650" w:rsidRDefault="00431ADD" w:rsidP="00431ADD">
      <w:pPr>
        <w:pStyle w:val="SingleTxtG"/>
        <w:tabs>
          <w:tab w:val="right" w:leader="dot" w:pos="8505"/>
        </w:tabs>
        <w:kinsoku/>
        <w:overflowPunct/>
        <w:autoSpaceDE/>
        <w:autoSpaceDN/>
        <w:adjustRightInd/>
        <w:snapToGrid/>
        <w:ind w:left="1701" w:hanging="567"/>
        <w:jc w:val="left"/>
        <w:rPr>
          <w:sz w:val="18"/>
          <w:szCs w:val="18"/>
          <w:vertAlign w:val="superscript"/>
        </w:rPr>
      </w:pPr>
      <w:r w:rsidRPr="00EE3DFD">
        <w:t>16.</w:t>
      </w:r>
      <w:r w:rsidRPr="00C62650">
        <w:rPr>
          <w:sz w:val="18"/>
          <w:szCs w:val="18"/>
        </w:rPr>
        <w:tab/>
      </w:r>
      <w:r w:rsidRPr="00C62650">
        <w:t>Récepteur GNSS : oui/non</w:t>
      </w:r>
      <w:r w:rsidRPr="00C62650">
        <w:rPr>
          <w:sz w:val="18"/>
          <w:szCs w:val="18"/>
          <w:vertAlign w:val="superscript"/>
        </w:rPr>
        <w:t>1</w:t>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17</w:t>
      </w:r>
      <w:r>
        <w:t>.</w:t>
      </w:r>
      <w:r w:rsidRPr="00C62650">
        <w:tab/>
        <w:t>Alimentation électrique : oui/non</w:t>
      </w:r>
      <w:r w:rsidRPr="00C62650">
        <w:rPr>
          <w:sz w:val="18"/>
          <w:szCs w:val="18"/>
          <w:vertAlign w:val="superscript"/>
        </w:rPr>
        <w:t>1</w:t>
      </w:r>
    </w:p>
    <w:p w:rsidR="00431ADD" w:rsidRPr="00C62650" w:rsidRDefault="00431ADD" w:rsidP="00431ADD">
      <w:pPr>
        <w:pStyle w:val="SingleTxtG"/>
        <w:tabs>
          <w:tab w:val="right" w:leader="dot" w:pos="8505"/>
        </w:tabs>
        <w:kinsoku/>
        <w:overflowPunct/>
        <w:autoSpaceDE/>
        <w:autoSpaceDN/>
        <w:adjustRightInd/>
        <w:snapToGrid/>
        <w:ind w:left="1701" w:hanging="567"/>
        <w:jc w:val="left"/>
        <w:rPr>
          <w:sz w:val="18"/>
          <w:szCs w:val="18"/>
        </w:rPr>
      </w:pPr>
      <w:r w:rsidRPr="00C62650">
        <w:t>18</w:t>
      </w:r>
      <w:r>
        <w:t>.</w:t>
      </w:r>
      <w:r w:rsidRPr="00C62650">
        <w:tab/>
        <w:t>Module de commande : oui/non</w:t>
      </w:r>
      <w:r w:rsidRPr="00C62650">
        <w:rPr>
          <w:sz w:val="18"/>
          <w:szCs w:val="18"/>
          <w:vertAlign w:val="superscript"/>
        </w:rPr>
        <w:t>1</w:t>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19</w:t>
      </w:r>
      <w:r>
        <w:t>.</w:t>
      </w:r>
      <w:r w:rsidRPr="00C62650">
        <w:tab/>
        <w:t>Module de communication : oui/non</w:t>
      </w:r>
      <w:r w:rsidRPr="00C62650">
        <w:rPr>
          <w:sz w:val="18"/>
          <w:szCs w:val="18"/>
          <w:vertAlign w:val="superscript"/>
        </w:rPr>
        <w:t>1</w:t>
      </w:r>
    </w:p>
    <w:p w:rsidR="00431ADD" w:rsidRPr="0069379A" w:rsidRDefault="00431ADD" w:rsidP="00431ADD">
      <w:pPr>
        <w:pStyle w:val="SingleTxtG"/>
        <w:tabs>
          <w:tab w:val="right" w:leader="dot" w:pos="8505"/>
        </w:tabs>
        <w:kinsoku/>
        <w:overflowPunct/>
        <w:autoSpaceDE/>
        <w:autoSpaceDN/>
        <w:adjustRightInd/>
        <w:snapToGrid/>
        <w:ind w:left="1701" w:hanging="567"/>
        <w:jc w:val="left"/>
      </w:pPr>
      <w:r w:rsidRPr="00C62650">
        <w:t>20</w:t>
      </w:r>
      <w:r>
        <w:t>.</w:t>
      </w:r>
      <w:r w:rsidRPr="00C62650">
        <w:tab/>
      </w:r>
      <w:r w:rsidRPr="0069379A">
        <w:t>Orientation de l</w:t>
      </w:r>
      <w:r>
        <w:t>’</w:t>
      </w:r>
      <w:r w:rsidRPr="0069379A">
        <w:t>AECD :</w:t>
      </w:r>
      <w:r w:rsidRPr="0069379A">
        <w:ptab w:relativeTo="margin" w:alignment="right" w:leader="dot"/>
      </w:r>
    </w:p>
    <w:p w:rsidR="00431ADD" w:rsidRPr="0069379A" w:rsidRDefault="00431ADD" w:rsidP="00431ADD">
      <w:pPr>
        <w:pStyle w:val="SingleTxtG"/>
        <w:tabs>
          <w:tab w:val="right" w:leader="dot" w:pos="8505"/>
        </w:tabs>
        <w:kinsoku/>
        <w:overflowPunct/>
        <w:autoSpaceDE/>
        <w:autoSpaceDN/>
        <w:adjustRightInd/>
        <w:snapToGrid/>
        <w:ind w:left="1701" w:hanging="567"/>
        <w:rPr>
          <w:szCs w:val="18"/>
          <w:vertAlign w:val="superscript"/>
        </w:rPr>
      </w:pPr>
      <w:r w:rsidRPr="0069379A">
        <w:t>21</w:t>
      </w:r>
      <w:r>
        <w:t>.</w:t>
      </w:r>
      <w:r w:rsidRPr="0069379A">
        <w:tab/>
        <w:t>L</w:t>
      </w:r>
      <w:r>
        <w:t>’</w:t>
      </w:r>
      <w:r w:rsidRPr="0069379A">
        <w:t>unité de détection des chocs est prise en compte dans la demande d</w:t>
      </w:r>
      <w:r>
        <w:t>’</w:t>
      </w:r>
      <w:r w:rsidRPr="0069379A">
        <w:t>homologation de l</w:t>
      </w:r>
      <w:r>
        <w:t>’</w:t>
      </w:r>
      <w:r w:rsidRPr="0069379A">
        <w:t>AECD : oui/non</w:t>
      </w:r>
      <w:r w:rsidRPr="0069379A">
        <w:rPr>
          <w:szCs w:val="18"/>
          <w:vertAlign w:val="superscript"/>
        </w:rPr>
        <w:t>1</w:t>
      </w:r>
    </w:p>
    <w:p w:rsidR="00431ADD" w:rsidRDefault="00431ADD" w:rsidP="00431ADD">
      <w:pPr>
        <w:pStyle w:val="SingleTxtG"/>
        <w:tabs>
          <w:tab w:val="right" w:leader="dot" w:pos="8505"/>
        </w:tabs>
        <w:kinsoku/>
        <w:overflowPunct/>
        <w:autoSpaceDE/>
        <w:autoSpaceDN/>
        <w:adjustRightInd/>
        <w:snapToGrid/>
        <w:ind w:left="1701" w:hanging="567"/>
      </w:pPr>
      <w:r w:rsidRPr="0069379A">
        <w:t>22</w:t>
      </w:r>
      <w:r>
        <w:t>.</w:t>
      </w:r>
      <w:r w:rsidRPr="0069379A">
        <w:tab/>
        <w:t>La détermination du positionnement GNSS est prise en compte dans la demande d</w:t>
      </w:r>
      <w:r>
        <w:t>’</w:t>
      </w:r>
      <w:r w:rsidRPr="0069379A">
        <w:t>homologation de l</w:t>
      </w:r>
      <w:r>
        <w:t>’</w:t>
      </w:r>
      <w:r w:rsidRPr="0069379A">
        <w:t>AECD : oui/non</w:t>
      </w:r>
      <w:r w:rsidRPr="00F6403D">
        <w:rPr>
          <w:sz w:val="18"/>
          <w:szCs w:val="18"/>
          <w:vertAlign w:val="superscript"/>
        </w:rPr>
        <w:t>1</w:t>
      </w:r>
      <w:r>
        <w:t xml:space="preserve"> </w:t>
      </w:r>
    </w:p>
    <w:p w:rsidR="00D324CF" w:rsidRDefault="00D324CF" w:rsidP="00431ADD">
      <w:pPr>
        <w:pStyle w:val="SingleTxtG"/>
        <w:tabs>
          <w:tab w:val="right" w:leader="dot" w:pos="8505"/>
        </w:tabs>
        <w:kinsoku/>
        <w:overflowPunct/>
        <w:autoSpaceDE/>
        <w:autoSpaceDN/>
        <w:adjustRightInd/>
        <w:snapToGrid/>
        <w:ind w:left="1701" w:hanging="567"/>
        <w:sectPr w:rsidR="00D324CF" w:rsidSect="0083687B">
          <w:headerReference w:type="even" r:id="rId29"/>
          <w:headerReference w:type="default" r:id="rId30"/>
          <w:footnotePr>
            <w:numRestart w:val="eachSect"/>
          </w:footnotePr>
          <w:endnotePr>
            <w:numFmt w:val="decimal"/>
          </w:endnotePr>
          <w:pgSz w:w="11907" w:h="16840" w:code="9"/>
          <w:pgMar w:top="1418" w:right="1134" w:bottom="1134" w:left="1134" w:header="680" w:footer="567" w:gutter="0"/>
          <w:cols w:space="720"/>
          <w:docGrid w:linePitch="272"/>
        </w:sectPr>
      </w:pPr>
    </w:p>
    <w:p w:rsidR="00431ADD" w:rsidRPr="00C62650" w:rsidRDefault="00431ADD" w:rsidP="00431ADD">
      <w:pPr>
        <w:pStyle w:val="HChG"/>
      </w:pPr>
      <w:r w:rsidRPr="00C62650">
        <w:lastRenderedPageBreak/>
        <w:t>Annexe 7</w:t>
      </w:r>
    </w:p>
    <w:p w:rsidR="00431ADD" w:rsidRPr="00C62650" w:rsidRDefault="00431ADD" w:rsidP="00431ADD">
      <w:pPr>
        <w:pStyle w:val="HChG"/>
      </w:pPr>
      <w:r w:rsidRPr="00C62650">
        <w:tab/>
      </w:r>
      <w:r w:rsidRPr="00C62650">
        <w:tab/>
        <w:t>Document d</w:t>
      </w:r>
      <w:r>
        <w:t>’</w:t>
      </w:r>
      <w:r w:rsidRPr="00C62650">
        <w:t>information sur l</w:t>
      </w:r>
      <w:r>
        <w:t>’</w:t>
      </w:r>
      <w:r w:rsidRPr="00C62650">
        <w:t xml:space="preserve">homologation de type </w:t>
      </w:r>
      <w:r w:rsidRPr="00C62650">
        <w:br/>
        <w:t>d</w:t>
      </w:r>
      <w:r>
        <w:t>’</w:t>
      </w:r>
      <w:r w:rsidRPr="00C62650">
        <w:t>un véhicule en ce qui concerne l</w:t>
      </w:r>
      <w:r>
        <w:t>’</w:t>
      </w:r>
      <w:r w:rsidRPr="00C62650">
        <w:t xml:space="preserve">installation </w:t>
      </w:r>
      <w:r w:rsidRPr="00C62650">
        <w:br/>
        <w:t>d</w:t>
      </w:r>
      <w:r>
        <w:t>’</w:t>
      </w:r>
      <w:r w:rsidRPr="00C62650">
        <w:t>un dispositif automatique d</w:t>
      </w:r>
      <w:r>
        <w:t>’</w:t>
      </w:r>
      <w:r w:rsidRPr="00C62650">
        <w:t>appel d</w:t>
      </w:r>
      <w:r>
        <w:t>’</w:t>
      </w:r>
      <w:r w:rsidRPr="00C62650">
        <w:t xml:space="preserve">urgence </w:t>
      </w:r>
      <w:r w:rsidRPr="00C62650">
        <w:br/>
        <w:t>(AECD) d</w:t>
      </w:r>
      <w:r>
        <w:t>’</w:t>
      </w:r>
      <w:r w:rsidRPr="00C62650">
        <w:t>un type homologué</w:t>
      </w:r>
    </w:p>
    <w:p w:rsidR="00431ADD" w:rsidRPr="00C62650" w:rsidRDefault="00431ADD" w:rsidP="00431ADD">
      <w:pPr>
        <w:pStyle w:val="SingleTxtG"/>
      </w:pPr>
      <w:r>
        <w:tab/>
      </w:r>
      <w:r w:rsidRPr="00C62650">
        <w:t>S</w:t>
      </w:r>
      <w:r>
        <w:t>’</w:t>
      </w:r>
      <w:r w:rsidRPr="00C62650">
        <w:t>ils sont demandés, les renseignements ci-dessous doivent être fournis en triple exemplaire et comprendre une table des matières.</w:t>
      </w:r>
    </w:p>
    <w:p w:rsidR="00431ADD" w:rsidRPr="00C62650" w:rsidRDefault="00431ADD" w:rsidP="00431ADD">
      <w:pPr>
        <w:pStyle w:val="SingleTxtG"/>
      </w:pPr>
      <w:r>
        <w:tab/>
      </w:r>
      <w:r w:rsidRPr="00C62650">
        <w:t>Tous les dessins doivent être fournis à la bonne échelle et suffisamment détaillés sur des feuilles de format A4 ou dans un dossier du même format.</w:t>
      </w:r>
    </w:p>
    <w:p w:rsidR="00431ADD" w:rsidRPr="00C62650" w:rsidRDefault="00431ADD" w:rsidP="00431ADD">
      <w:pPr>
        <w:pStyle w:val="SingleTxtG"/>
      </w:pPr>
      <w:r>
        <w:tab/>
      </w:r>
      <w:r w:rsidRPr="00C62650">
        <w:t>Les éventuelles photographies doivent être suffisamment détaillées.</w:t>
      </w:r>
    </w:p>
    <w:p w:rsidR="00431ADD" w:rsidRPr="00C62650" w:rsidRDefault="00431ADD" w:rsidP="00431ADD">
      <w:pPr>
        <w:pStyle w:val="SingleTxtG"/>
      </w:pPr>
      <w:r w:rsidRPr="00C62650">
        <w:t>Généralités</w:t>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2.</w:t>
      </w:r>
      <w:r w:rsidRPr="00C62650">
        <w:tab/>
        <w:t>Type et désignation commerciale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3.</w:t>
      </w:r>
      <w:r w:rsidRPr="00C62650">
        <w:tab/>
        <w:t>Moyens d</w:t>
      </w:r>
      <w:r>
        <w:t>’</w:t>
      </w:r>
      <w:r w:rsidRPr="00C62650">
        <w:t>identification du type, s</w:t>
      </w:r>
      <w:r>
        <w:t>’</w:t>
      </w:r>
      <w:r w:rsidRPr="00C62650">
        <w:t>il figure sur le véhicule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4.</w:t>
      </w:r>
      <w:r w:rsidRPr="00C62650">
        <w:tab/>
        <w:t>Emplacement de la marque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5.</w:t>
      </w:r>
      <w:r w:rsidRPr="00C62650">
        <w:tab/>
        <w:t>Emplacement et méthode de fixation de la marque d</w:t>
      </w:r>
      <w:r>
        <w:t>’</w:t>
      </w:r>
      <w:r w:rsidRPr="00C62650">
        <w:t>homologation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6.</w:t>
      </w:r>
      <w:r w:rsidRPr="00C62650">
        <w:tab/>
        <w:t>Catégorie du véhicule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7.</w:t>
      </w:r>
      <w:r w:rsidRPr="00C62650">
        <w:tab/>
        <w:t>Nom et adresse du constructeur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8.</w:t>
      </w:r>
      <w:r w:rsidRPr="00C62650">
        <w:tab/>
        <w:t>Adresse(s) de l</w:t>
      </w:r>
      <w:r>
        <w:t>’</w:t>
      </w:r>
      <w:r w:rsidRPr="00C62650">
        <w:t>usine ou des usines de montage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9.</w:t>
      </w:r>
      <w:r w:rsidRPr="00C62650">
        <w:tab/>
        <w:t>Photographie(s) et/ou dessin(s) d</w:t>
      </w:r>
      <w:r>
        <w:t>’</w:t>
      </w:r>
      <w:r w:rsidRPr="00C62650">
        <w:t>un véhicule représentatif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10.</w:t>
      </w:r>
      <w:r w:rsidRPr="00C62650">
        <w:tab/>
        <w:t>AECD</w:t>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10.1</w:t>
      </w:r>
      <w:r w:rsidRPr="00C62650">
        <w:tab/>
        <w:t>Type et désignation commerciale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10.2</w:t>
      </w:r>
      <w:r w:rsidRPr="00C62650">
        <w:tab/>
        <w:t>Disposition (indiquer les éléments prévus dans la livraison)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10.3</w:t>
      </w:r>
      <w:r w:rsidRPr="00C62650">
        <w:tab/>
        <w:t>Description du mécanisme de déclenchement automatique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10.4</w:t>
      </w:r>
      <w:r w:rsidRPr="00C62650">
        <w:tab/>
        <w:t>Description de la ou des méthodes de fixation au véhicule :</w:t>
      </w:r>
      <w:r w:rsidRPr="00C62650">
        <w:tab/>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10.5</w:t>
      </w:r>
      <w:r w:rsidRPr="00C62650">
        <w:tab/>
        <w:t>Dessin(s) indiquant l</w:t>
      </w:r>
      <w:r>
        <w:t>’</w:t>
      </w:r>
      <w:r w:rsidRPr="00C62650">
        <w:t>emplacement de l</w:t>
      </w:r>
      <w:r>
        <w:t>’</w:t>
      </w:r>
      <w:r w:rsidRPr="00C62650">
        <w:t>AECD :</w:t>
      </w:r>
      <w:r w:rsidRPr="00C62650">
        <w:tab/>
      </w:r>
    </w:p>
    <w:p w:rsidR="00431ADD" w:rsidRPr="0069379A" w:rsidRDefault="00431ADD" w:rsidP="00431ADD">
      <w:pPr>
        <w:pStyle w:val="SingleTxtG"/>
        <w:tabs>
          <w:tab w:val="right" w:leader="dot" w:pos="8505"/>
        </w:tabs>
        <w:kinsoku/>
        <w:overflowPunct/>
        <w:autoSpaceDE/>
        <w:autoSpaceDN/>
        <w:adjustRightInd/>
        <w:snapToGrid/>
        <w:ind w:left="1701" w:hanging="567"/>
        <w:jc w:val="left"/>
      </w:pPr>
      <w:r w:rsidRPr="0069379A">
        <w:t>10.6</w:t>
      </w:r>
      <w:r w:rsidRPr="0069379A">
        <w:tab/>
        <w:t>Numéro d</w:t>
      </w:r>
      <w:r>
        <w:t>’</w:t>
      </w:r>
      <w:r w:rsidRPr="0069379A">
        <w:t>homologation de type (le cas échéant) :</w:t>
      </w:r>
      <w:r w:rsidRPr="0069379A">
        <w:tab/>
      </w:r>
    </w:p>
    <w:p w:rsidR="00431ADD" w:rsidRPr="0069379A" w:rsidRDefault="00431ADD" w:rsidP="00431ADD">
      <w:pPr>
        <w:pStyle w:val="SingleTxtG"/>
        <w:tabs>
          <w:tab w:val="right" w:leader="dot" w:pos="8505"/>
        </w:tabs>
        <w:kinsoku/>
        <w:overflowPunct/>
        <w:autoSpaceDE/>
        <w:autoSpaceDN/>
        <w:adjustRightInd/>
        <w:snapToGrid/>
        <w:ind w:left="1701" w:hanging="567"/>
        <w:jc w:val="left"/>
        <w:rPr>
          <w:sz w:val="18"/>
          <w:szCs w:val="18"/>
          <w:vertAlign w:val="superscript"/>
        </w:rPr>
      </w:pPr>
      <w:r w:rsidRPr="0069379A">
        <w:t>11</w:t>
      </w:r>
      <w:r>
        <w:t>.</w:t>
      </w:r>
      <w:r w:rsidRPr="0069379A">
        <w:tab/>
        <w:t>La détermination du positionnement GNSS est prise en compte dans la demande d</w:t>
      </w:r>
      <w:r>
        <w:t>’</w:t>
      </w:r>
      <w:r w:rsidRPr="0069379A">
        <w:t>homologation de l</w:t>
      </w:r>
      <w:r>
        <w:t>’</w:t>
      </w:r>
      <w:r w:rsidRPr="0069379A">
        <w:t>AECS : oui/non</w:t>
      </w:r>
      <w:r w:rsidRPr="0069379A">
        <w:rPr>
          <w:sz w:val="18"/>
          <w:szCs w:val="18"/>
          <w:vertAlign w:val="superscript"/>
        </w:rPr>
        <w:t>1</w:t>
      </w:r>
    </w:p>
    <w:p w:rsidR="00431ADD" w:rsidRPr="00C62650" w:rsidRDefault="00431ADD" w:rsidP="00431ADD">
      <w:pPr>
        <w:pStyle w:val="SingleTxtG"/>
        <w:tabs>
          <w:tab w:val="right" w:leader="dot" w:pos="8505"/>
        </w:tabs>
        <w:kinsoku/>
        <w:overflowPunct/>
        <w:autoSpaceDE/>
        <w:autoSpaceDN/>
        <w:adjustRightInd/>
        <w:snapToGrid/>
        <w:ind w:left="1701" w:hanging="567"/>
        <w:jc w:val="left"/>
        <w:rPr>
          <w:sz w:val="18"/>
          <w:szCs w:val="18"/>
          <w:vertAlign w:val="superscript"/>
        </w:rPr>
      </w:pPr>
      <w:r w:rsidRPr="0069379A">
        <w:t>12</w:t>
      </w:r>
      <w:r>
        <w:t>.</w:t>
      </w:r>
      <w:r w:rsidRPr="0069379A">
        <w:tab/>
        <w:t>La qualité audio du dispositif mains libres avant accident est prise en compte dans la demande d</w:t>
      </w:r>
      <w:r>
        <w:t>’</w:t>
      </w:r>
      <w:r w:rsidRPr="0069379A">
        <w:t>homologation de l</w:t>
      </w:r>
      <w:r>
        <w:t>’</w:t>
      </w:r>
      <w:r w:rsidRPr="0069379A">
        <w:t>AECS : oui/non</w:t>
      </w:r>
      <w:r w:rsidRPr="0069379A">
        <w:rPr>
          <w:sz w:val="18"/>
          <w:szCs w:val="18"/>
          <w:vertAlign w:val="superscript"/>
        </w:rPr>
        <w:t>1</w:t>
      </w:r>
    </w:p>
    <w:p w:rsidR="00431ADD" w:rsidRPr="00C62650" w:rsidRDefault="00431ADD" w:rsidP="00431ADD">
      <w:pPr>
        <w:pStyle w:val="SingleTxtG"/>
        <w:tabs>
          <w:tab w:val="right" w:leader="dot" w:pos="8505"/>
        </w:tabs>
        <w:kinsoku/>
        <w:overflowPunct/>
        <w:autoSpaceDE/>
        <w:autoSpaceDN/>
        <w:adjustRightInd/>
        <w:snapToGrid/>
        <w:ind w:left="1701" w:hanging="567"/>
        <w:jc w:val="left"/>
      </w:pPr>
      <w:r w:rsidRPr="00C62650">
        <w:t>13</w:t>
      </w:r>
      <w:r>
        <w:t>.</w:t>
      </w:r>
      <w:r w:rsidRPr="00C62650">
        <w:tab/>
        <w:t>Procédure d</w:t>
      </w:r>
      <w:r>
        <w:t>’</w:t>
      </w:r>
      <w:r w:rsidRPr="00C62650">
        <w:t>homologation :</w:t>
      </w:r>
    </w:p>
    <w:p w:rsidR="00431ADD" w:rsidRPr="00C62650" w:rsidRDefault="00431ADD" w:rsidP="00431ADD">
      <w:pPr>
        <w:pStyle w:val="Bullet1G"/>
        <w:numPr>
          <w:ilvl w:val="0"/>
          <w:numId w:val="1"/>
        </w:numPr>
      </w:pPr>
      <w:r w:rsidRPr="00C62650">
        <w:t>Homologation de type : oui/non</w:t>
      </w:r>
      <w:r w:rsidRPr="00C62650">
        <w:rPr>
          <w:sz w:val="18"/>
          <w:szCs w:val="18"/>
          <w:vertAlign w:val="superscript"/>
        </w:rPr>
        <w:t>1</w:t>
      </w:r>
    </w:p>
    <w:p w:rsidR="00431ADD" w:rsidRPr="00C62650" w:rsidRDefault="00431ADD" w:rsidP="00431ADD">
      <w:pPr>
        <w:pStyle w:val="Bullet1G"/>
        <w:numPr>
          <w:ilvl w:val="0"/>
          <w:numId w:val="1"/>
        </w:numPr>
      </w:pPr>
      <w:r w:rsidRPr="00C62650">
        <w:t>Extension de l</w:t>
      </w:r>
      <w:r>
        <w:t>’</w:t>
      </w:r>
      <w:r w:rsidRPr="00C62650">
        <w:t>homologation de type en vertu du présent Règlement : oui/non</w:t>
      </w:r>
      <w:r w:rsidRPr="00C62650">
        <w:rPr>
          <w:sz w:val="18"/>
          <w:szCs w:val="18"/>
          <w:vertAlign w:val="superscript"/>
        </w:rPr>
        <w:t>1</w:t>
      </w:r>
    </w:p>
    <w:p w:rsidR="00431ADD" w:rsidRDefault="00431ADD" w:rsidP="00431ADD">
      <w:pPr>
        <w:pStyle w:val="Bullet1G"/>
        <w:numPr>
          <w:ilvl w:val="0"/>
          <w:numId w:val="1"/>
        </w:numPr>
      </w:pPr>
      <w:r w:rsidRPr="00C62650">
        <w:t xml:space="preserve">Véhicule déjà homologué en application des Règlements </w:t>
      </w:r>
      <w:r>
        <w:t xml:space="preserve">ONU </w:t>
      </w:r>
      <w:r w:rsidRPr="00C62650">
        <w:t>n</w:t>
      </w:r>
      <w:r w:rsidRPr="00C62650">
        <w:rPr>
          <w:vertAlign w:val="superscript"/>
        </w:rPr>
        <w:t>os</w:t>
      </w:r>
      <w:r w:rsidRPr="00C62650">
        <w:t> 94 ou 95 avant l</w:t>
      </w:r>
      <w:r>
        <w:t>’</w:t>
      </w:r>
      <w:r w:rsidRPr="00C62650">
        <w:t>entrée en vigueur du présent Règlement : oui/non</w:t>
      </w:r>
      <w:r w:rsidRPr="0091322D">
        <w:rPr>
          <w:rStyle w:val="Appelnotedebasdep"/>
        </w:rPr>
        <w:footnoteReference w:id="20"/>
      </w:r>
      <w:r>
        <w:t xml:space="preserve"> </w:t>
      </w:r>
    </w:p>
    <w:p w:rsidR="00B066C2" w:rsidRDefault="00B066C2" w:rsidP="00431ADD">
      <w:pPr>
        <w:pStyle w:val="Bullet1G"/>
        <w:numPr>
          <w:ilvl w:val="0"/>
          <w:numId w:val="1"/>
        </w:numPr>
        <w:sectPr w:rsidR="00B066C2" w:rsidSect="0083687B">
          <w:headerReference w:type="even" r:id="rId31"/>
          <w:headerReference w:type="default" r:id="rId32"/>
          <w:footnotePr>
            <w:numRestart w:val="eachSect"/>
          </w:footnotePr>
          <w:endnotePr>
            <w:numFmt w:val="decimal"/>
          </w:endnotePr>
          <w:pgSz w:w="11907" w:h="16840" w:code="9"/>
          <w:pgMar w:top="1418" w:right="1134" w:bottom="1134" w:left="1134" w:header="680" w:footer="567" w:gutter="0"/>
          <w:cols w:space="720"/>
          <w:docGrid w:linePitch="272"/>
        </w:sectPr>
      </w:pPr>
    </w:p>
    <w:p w:rsidR="00B066C2" w:rsidRPr="00C62650" w:rsidRDefault="00B066C2" w:rsidP="00B066C2">
      <w:pPr>
        <w:pStyle w:val="HChG"/>
      </w:pPr>
      <w:r w:rsidRPr="00C62650">
        <w:lastRenderedPageBreak/>
        <w:t>Annexe 8</w:t>
      </w:r>
    </w:p>
    <w:p w:rsidR="00B066C2" w:rsidRPr="00C62650" w:rsidRDefault="00B066C2" w:rsidP="00B066C2">
      <w:pPr>
        <w:pStyle w:val="HChG"/>
      </w:pPr>
      <w:r w:rsidRPr="00C62650">
        <w:tab/>
      </w:r>
      <w:r w:rsidRPr="00C62650">
        <w:tab/>
        <w:t>Document d</w:t>
      </w:r>
      <w:r>
        <w:t>’</w:t>
      </w:r>
      <w:r w:rsidRPr="00C62650">
        <w:t>information sur l</w:t>
      </w:r>
      <w:r>
        <w:t>’</w:t>
      </w:r>
      <w:r w:rsidRPr="00C62650">
        <w:t xml:space="preserve">homologation de type </w:t>
      </w:r>
      <w:r w:rsidRPr="00C62650">
        <w:br/>
        <w:t>d</w:t>
      </w:r>
      <w:r>
        <w:t>’</w:t>
      </w:r>
      <w:r w:rsidRPr="00C62650">
        <w:t>un véhicule en ce qui concerne le système automatique d</w:t>
      </w:r>
      <w:r>
        <w:t>’</w:t>
      </w:r>
      <w:r w:rsidRPr="00C62650">
        <w:t>appel d</w:t>
      </w:r>
      <w:r>
        <w:t>’</w:t>
      </w:r>
      <w:r w:rsidRPr="00C62650">
        <w:t>urgence (AECS) lorsqu</w:t>
      </w:r>
      <w:r>
        <w:t>’</w:t>
      </w:r>
      <w:r w:rsidRPr="00C62650">
        <w:t>il est équipé d</w:t>
      </w:r>
      <w:r>
        <w:t>’</w:t>
      </w:r>
      <w:r w:rsidRPr="00C62650">
        <w:t>un</w:t>
      </w:r>
      <w:r w:rsidR="00B61CE9">
        <w:t xml:space="preserve"> </w:t>
      </w:r>
      <w:r w:rsidRPr="00C62650">
        <w:t>AECD d</w:t>
      </w:r>
      <w:r>
        <w:t>’</w:t>
      </w:r>
      <w:r w:rsidRPr="00C62650">
        <w:t>un type non homologué</w:t>
      </w:r>
    </w:p>
    <w:p w:rsidR="00B066C2" w:rsidRPr="00C62650" w:rsidRDefault="00B066C2" w:rsidP="00B066C2">
      <w:pPr>
        <w:pStyle w:val="SingleTxtG"/>
      </w:pPr>
      <w:r>
        <w:tab/>
      </w:r>
      <w:r w:rsidRPr="00C62650">
        <w:t>S</w:t>
      </w:r>
      <w:r>
        <w:t>’</w:t>
      </w:r>
      <w:r w:rsidRPr="00C62650">
        <w:t xml:space="preserve">ils sont demandés, les renseignements ci-dessous doivent être fournis en triple exemplaire et comprendre une table des matières. </w:t>
      </w:r>
    </w:p>
    <w:p w:rsidR="00B066C2" w:rsidRPr="00C62650" w:rsidRDefault="00B066C2" w:rsidP="00B066C2">
      <w:pPr>
        <w:pStyle w:val="SingleTxtG"/>
      </w:pPr>
      <w:r>
        <w:tab/>
      </w:r>
      <w:r w:rsidRPr="00C62650">
        <w:t>Tous les dessins doivent être fournis à la bonne échelle et suffisamment détaillés sur des feuilles de format A4 ou dans un dossier du même format.</w:t>
      </w:r>
    </w:p>
    <w:p w:rsidR="00B066C2" w:rsidRPr="00C62650" w:rsidRDefault="00B066C2" w:rsidP="00B066C2">
      <w:pPr>
        <w:pStyle w:val="SingleTxtG"/>
      </w:pPr>
      <w:r>
        <w:tab/>
      </w:r>
      <w:r w:rsidRPr="00C62650">
        <w:t>Les éventuelles photographies doivent être suffisamment détaillées.</w:t>
      </w:r>
    </w:p>
    <w:p w:rsidR="00B066C2" w:rsidRPr="00C62650" w:rsidRDefault="00B066C2" w:rsidP="00B066C2">
      <w:pPr>
        <w:pStyle w:val="SingleTxtG"/>
      </w:pPr>
      <w:r w:rsidRPr="00C62650">
        <w:t>Généralités</w:t>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1.</w:t>
      </w:r>
      <w:r w:rsidRPr="00C62650">
        <w:tab/>
        <w:t>Marque de fabrique ou de commerce :</w:t>
      </w:r>
      <w:r w:rsidRPr="00C62650">
        <w:tab/>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2.</w:t>
      </w:r>
      <w:r w:rsidRPr="00C62650">
        <w:tab/>
        <w:t>Type et désignation commerciale :</w:t>
      </w:r>
      <w:r w:rsidRPr="00C62650">
        <w:tab/>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3.</w:t>
      </w:r>
      <w:r w:rsidRPr="00C62650">
        <w:tab/>
        <w:t>Moyens d</w:t>
      </w:r>
      <w:r>
        <w:t>’</w:t>
      </w:r>
      <w:r w:rsidRPr="00C62650">
        <w:t>identification du type, s</w:t>
      </w:r>
      <w:r>
        <w:t>’</w:t>
      </w:r>
      <w:r w:rsidRPr="00C62650">
        <w:t>il figure sur le véhicule :</w:t>
      </w:r>
      <w:r w:rsidRPr="00C62650">
        <w:tab/>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4.</w:t>
      </w:r>
      <w:r w:rsidRPr="00C62650">
        <w:tab/>
        <w:t>Emplacement de la marque :</w:t>
      </w:r>
      <w:r w:rsidRPr="00C62650">
        <w:tab/>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5.</w:t>
      </w:r>
      <w:r w:rsidRPr="00C62650">
        <w:tab/>
        <w:t>Emplacement et méthode de fixation de la marque d</w:t>
      </w:r>
      <w:r>
        <w:t>’</w:t>
      </w:r>
      <w:r w:rsidRPr="00C62650">
        <w:t>homologation :</w:t>
      </w:r>
      <w:r w:rsidRPr="00C62650">
        <w:tab/>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6.</w:t>
      </w:r>
      <w:r w:rsidRPr="00C62650">
        <w:tab/>
        <w:t>Catégorie du véhicule :</w:t>
      </w:r>
      <w:r w:rsidRPr="00C62650">
        <w:tab/>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7.</w:t>
      </w:r>
      <w:r w:rsidRPr="00C62650">
        <w:tab/>
        <w:t>Nom et adresse du constructeur :</w:t>
      </w:r>
      <w:r w:rsidRPr="00C62650">
        <w:tab/>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8.</w:t>
      </w:r>
      <w:r w:rsidRPr="00C62650">
        <w:tab/>
        <w:t>Adresse(s) de l</w:t>
      </w:r>
      <w:r>
        <w:t>’</w:t>
      </w:r>
      <w:r w:rsidRPr="00C62650">
        <w:t>usine ou des usines de montage :</w:t>
      </w:r>
      <w:r w:rsidRPr="00C62650">
        <w:tab/>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9.</w:t>
      </w:r>
      <w:r w:rsidRPr="00C62650">
        <w:tab/>
        <w:t>Photographie(s) et/ou dessin(s) d</w:t>
      </w:r>
      <w:r>
        <w:t>’</w:t>
      </w:r>
      <w:r w:rsidRPr="00C62650">
        <w:t>un véhicule représentatif :</w:t>
      </w:r>
      <w:r w:rsidRPr="00C62650">
        <w:tab/>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10.</w:t>
      </w:r>
      <w:r w:rsidRPr="00C62650">
        <w:tab/>
        <w:t>AECS</w:t>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10.1</w:t>
      </w:r>
      <w:r w:rsidRPr="00C62650">
        <w:tab/>
        <w:t>Marque de fabrique ou de commerce :</w:t>
      </w:r>
      <w:r w:rsidRPr="00C62650">
        <w:tab/>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10.2</w:t>
      </w:r>
      <w:r w:rsidRPr="00C62650">
        <w:tab/>
        <w:t>Type et désignation commerciale :</w:t>
      </w:r>
      <w:r w:rsidRPr="00C62650">
        <w:tab/>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10.3</w:t>
      </w:r>
      <w:r w:rsidRPr="00C62650">
        <w:tab/>
        <w:t>Disposition (indiquer les éléments prévus dans la livraison) :</w:t>
      </w:r>
      <w:r w:rsidRPr="00C62650">
        <w:tab/>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10.4</w:t>
      </w:r>
      <w:r w:rsidRPr="00C62650">
        <w:tab/>
        <w:t>Orientation des éléments de l</w:t>
      </w:r>
      <w:r>
        <w:t>’</w:t>
      </w:r>
      <w:r w:rsidRPr="00C62650">
        <w:t>AECS visés au paragraphe 35.10 :</w:t>
      </w:r>
      <w:r w:rsidRPr="00C62650">
        <w:tab/>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10.5</w:t>
      </w:r>
      <w:r w:rsidRPr="00C62650">
        <w:tab/>
        <w:t>Description du mécanisme de déclenchement automatique :</w:t>
      </w:r>
      <w:r w:rsidRPr="00C62650">
        <w:tab/>
      </w:r>
    </w:p>
    <w:p w:rsidR="00B066C2" w:rsidRPr="0069379A" w:rsidRDefault="00B066C2" w:rsidP="00B066C2">
      <w:pPr>
        <w:pStyle w:val="SingleTxtG"/>
        <w:tabs>
          <w:tab w:val="right" w:leader="dot" w:pos="8505"/>
        </w:tabs>
        <w:kinsoku/>
        <w:overflowPunct/>
        <w:autoSpaceDE/>
        <w:autoSpaceDN/>
        <w:adjustRightInd/>
        <w:snapToGrid/>
        <w:ind w:left="1701" w:hanging="567"/>
        <w:jc w:val="left"/>
      </w:pPr>
      <w:r w:rsidRPr="0069379A">
        <w:t>10.6</w:t>
      </w:r>
      <w:r w:rsidRPr="0069379A">
        <w:tab/>
        <w:t>Description de la ou des méthodes de fixation au véhicule :</w:t>
      </w:r>
      <w:r w:rsidRPr="0069379A">
        <w:tab/>
      </w:r>
    </w:p>
    <w:p w:rsidR="00B066C2" w:rsidRPr="0069379A" w:rsidRDefault="00B066C2" w:rsidP="00B066C2">
      <w:pPr>
        <w:pStyle w:val="SingleTxtG"/>
        <w:tabs>
          <w:tab w:val="right" w:leader="dot" w:pos="8505"/>
        </w:tabs>
        <w:kinsoku/>
        <w:overflowPunct/>
        <w:autoSpaceDE/>
        <w:autoSpaceDN/>
        <w:adjustRightInd/>
        <w:snapToGrid/>
        <w:ind w:left="1701" w:hanging="567"/>
        <w:jc w:val="left"/>
      </w:pPr>
      <w:r w:rsidRPr="0069379A">
        <w:t>10.7</w:t>
      </w:r>
      <w:r w:rsidRPr="0069379A">
        <w:tab/>
        <w:t>Dessin(s) indiquant l</w:t>
      </w:r>
      <w:r>
        <w:t>’</w:t>
      </w:r>
      <w:r w:rsidRPr="0069379A">
        <w:t>emplacement de l</w:t>
      </w:r>
      <w:r>
        <w:t>’</w:t>
      </w:r>
      <w:r w:rsidRPr="0069379A">
        <w:t>AECD dans un véhicule :</w:t>
      </w:r>
      <w:r w:rsidRPr="0069379A">
        <w:tab/>
      </w:r>
    </w:p>
    <w:p w:rsidR="00B066C2" w:rsidRPr="0069379A" w:rsidRDefault="00B066C2" w:rsidP="00B066C2">
      <w:pPr>
        <w:pStyle w:val="SingleTxtG"/>
        <w:tabs>
          <w:tab w:val="right" w:leader="dot" w:pos="8505"/>
        </w:tabs>
        <w:kinsoku/>
        <w:overflowPunct/>
        <w:autoSpaceDE/>
        <w:autoSpaceDN/>
        <w:adjustRightInd/>
        <w:snapToGrid/>
        <w:ind w:left="1701" w:hanging="567"/>
        <w:rPr>
          <w:sz w:val="18"/>
          <w:szCs w:val="18"/>
        </w:rPr>
      </w:pPr>
      <w:r w:rsidRPr="0069379A">
        <w:t>11</w:t>
      </w:r>
      <w:r>
        <w:t>.</w:t>
      </w:r>
      <w:r w:rsidRPr="0069379A">
        <w:tab/>
        <w:t>La détermination du positionnement GNSS est prise en compte dans la demande d</w:t>
      </w:r>
      <w:r>
        <w:t>’</w:t>
      </w:r>
      <w:r w:rsidRPr="0069379A">
        <w:t>homologation de l</w:t>
      </w:r>
      <w:r>
        <w:t>’</w:t>
      </w:r>
      <w:r w:rsidRPr="0069379A">
        <w:t>AECS : oui/non</w:t>
      </w:r>
      <w:r w:rsidRPr="0091322D">
        <w:rPr>
          <w:rStyle w:val="Appelnotedebasdep"/>
        </w:rPr>
        <w:footnoteReference w:id="21"/>
      </w:r>
    </w:p>
    <w:p w:rsidR="00B066C2" w:rsidRPr="00C62650" w:rsidRDefault="00B066C2" w:rsidP="00B066C2">
      <w:pPr>
        <w:pStyle w:val="SingleTxtG"/>
        <w:tabs>
          <w:tab w:val="right" w:leader="dot" w:pos="8505"/>
        </w:tabs>
        <w:kinsoku/>
        <w:overflowPunct/>
        <w:autoSpaceDE/>
        <w:autoSpaceDN/>
        <w:adjustRightInd/>
        <w:snapToGrid/>
        <w:ind w:left="1701" w:hanging="567"/>
        <w:rPr>
          <w:sz w:val="18"/>
          <w:szCs w:val="18"/>
          <w:vertAlign w:val="superscript"/>
        </w:rPr>
      </w:pPr>
      <w:r w:rsidRPr="0069379A">
        <w:t>12</w:t>
      </w:r>
      <w:r>
        <w:t>.</w:t>
      </w:r>
      <w:r w:rsidRPr="0069379A">
        <w:tab/>
        <w:t>La qualité audio du dispositif mains libres avant accident est prise en compte dans la demande d</w:t>
      </w:r>
      <w:r>
        <w:t>’</w:t>
      </w:r>
      <w:r w:rsidRPr="0069379A">
        <w:t>homologation de l</w:t>
      </w:r>
      <w:r>
        <w:t>’</w:t>
      </w:r>
      <w:r w:rsidRPr="0069379A">
        <w:t>AECS : oui/non</w:t>
      </w:r>
      <w:r w:rsidRPr="0069379A">
        <w:rPr>
          <w:sz w:val="18"/>
          <w:szCs w:val="18"/>
          <w:vertAlign w:val="superscript"/>
        </w:rPr>
        <w:t>1</w:t>
      </w:r>
    </w:p>
    <w:p w:rsidR="00B066C2" w:rsidRPr="00C62650" w:rsidRDefault="00B066C2" w:rsidP="00B066C2">
      <w:pPr>
        <w:pStyle w:val="SingleTxtG"/>
        <w:tabs>
          <w:tab w:val="right" w:leader="dot" w:pos="8505"/>
        </w:tabs>
        <w:kinsoku/>
        <w:overflowPunct/>
        <w:autoSpaceDE/>
        <w:autoSpaceDN/>
        <w:adjustRightInd/>
        <w:snapToGrid/>
        <w:ind w:left="1701" w:hanging="567"/>
        <w:jc w:val="left"/>
      </w:pPr>
      <w:r w:rsidRPr="00C62650">
        <w:t>13.</w:t>
      </w:r>
      <w:r w:rsidRPr="00C62650">
        <w:tab/>
        <w:t>Procédure d</w:t>
      </w:r>
      <w:r>
        <w:t>’</w:t>
      </w:r>
      <w:r w:rsidRPr="00C62650">
        <w:t>homologation :</w:t>
      </w:r>
    </w:p>
    <w:p w:rsidR="00B066C2" w:rsidRPr="00C62650" w:rsidRDefault="00B066C2" w:rsidP="00B066C2">
      <w:pPr>
        <w:pStyle w:val="Bullet1G"/>
        <w:numPr>
          <w:ilvl w:val="0"/>
          <w:numId w:val="1"/>
        </w:numPr>
      </w:pPr>
      <w:r w:rsidRPr="00C62650">
        <w:t>Homologation de type : oui/non</w:t>
      </w:r>
      <w:r w:rsidRPr="00C62650">
        <w:rPr>
          <w:sz w:val="18"/>
          <w:szCs w:val="18"/>
          <w:vertAlign w:val="superscript"/>
        </w:rPr>
        <w:t>1</w:t>
      </w:r>
    </w:p>
    <w:p w:rsidR="00B066C2" w:rsidRPr="00E0542E" w:rsidRDefault="00B066C2" w:rsidP="00B066C2">
      <w:pPr>
        <w:pStyle w:val="Bullet1G"/>
        <w:numPr>
          <w:ilvl w:val="0"/>
          <w:numId w:val="1"/>
        </w:numPr>
      </w:pPr>
      <w:r w:rsidRPr="00C62650">
        <w:t>Extension de l</w:t>
      </w:r>
      <w:r>
        <w:t>’</w:t>
      </w:r>
      <w:r w:rsidRPr="00C62650">
        <w:t>homologation de type en vertu du présent Règlement : oui/non</w:t>
      </w:r>
      <w:r w:rsidRPr="00C62650">
        <w:rPr>
          <w:sz w:val="18"/>
          <w:szCs w:val="18"/>
          <w:vertAlign w:val="superscript"/>
        </w:rPr>
        <w:t>1</w:t>
      </w:r>
    </w:p>
    <w:p w:rsidR="00D324CF" w:rsidRPr="009A177A" w:rsidRDefault="00B066C2" w:rsidP="00E0542E">
      <w:pPr>
        <w:pStyle w:val="Bullet1G"/>
        <w:rPr>
          <w:sz w:val="18"/>
          <w:szCs w:val="18"/>
        </w:rPr>
      </w:pPr>
      <w:r w:rsidRPr="00E0542E">
        <w:t>Véhicule</w:t>
      </w:r>
      <w:r w:rsidRPr="00C62650">
        <w:t xml:space="preserve"> déjà </w:t>
      </w:r>
      <w:r w:rsidRPr="00E0542E">
        <w:t>homologué</w:t>
      </w:r>
      <w:r w:rsidRPr="00C62650">
        <w:t xml:space="preserve"> en application d</w:t>
      </w:r>
      <w:r>
        <w:t>es</w:t>
      </w:r>
      <w:r w:rsidRPr="00C62650">
        <w:t xml:space="preserve"> Règlements </w:t>
      </w:r>
      <w:r>
        <w:t xml:space="preserve">ONU </w:t>
      </w:r>
      <w:r w:rsidRPr="00C62650">
        <w:t>n</w:t>
      </w:r>
      <w:r w:rsidRPr="00C62650">
        <w:rPr>
          <w:vertAlign w:val="superscript"/>
        </w:rPr>
        <w:t>o</w:t>
      </w:r>
      <w:r>
        <w:rPr>
          <w:vertAlign w:val="superscript"/>
        </w:rPr>
        <w:t>s</w:t>
      </w:r>
      <w:r w:rsidRPr="00C62650">
        <w:t> 94 ou 95 avant l</w:t>
      </w:r>
      <w:r>
        <w:t>’</w:t>
      </w:r>
      <w:r w:rsidRPr="00C62650">
        <w:t>entrée en vigueur du présent Règlement : oui/non</w:t>
      </w:r>
      <w:r w:rsidRPr="007A4C31">
        <w:rPr>
          <w:sz w:val="18"/>
          <w:szCs w:val="18"/>
          <w:vertAlign w:val="superscript"/>
        </w:rPr>
        <w:t>1</w:t>
      </w:r>
    </w:p>
    <w:p w:rsidR="00E0542E" w:rsidRDefault="00E0542E" w:rsidP="00E0542E">
      <w:pPr>
        <w:pStyle w:val="Bullet1G"/>
        <w:numPr>
          <w:ilvl w:val="0"/>
          <w:numId w:val="0"/>
        </w:numPr>
        <w:ind w:left="1701"/>
        <w:rPr>
          <w:sz w:val="18"/>
          <w:szCs w:val="18"/>
          <w:vertAlign w:val="superscript"/>
        </w:rPr>
      </w:pPr>
    </w:p>
    <w:p w:rsidR="00D324CF" w:rsidRDefault="00D324CF" w:rsidP="00B066C2">
      <w:pPr>
        <w:pStyle w:val="Bullet1G"/>
        <w:numPr>
          <w:ilvl w:val="0"/>
          <w:numId w:val="1"/>
        </w:numPr>
        <w:rPr>
          <w:sz w:val="18"/>
          <w:szCs w:val="18"/>
          <w:vertAlign w:val="superscript"/>
        </w:rPr>
        <w:sectPr w:rsidR="00D324CF" w:rsidSect="0083687B">
          <w:headerReference w:type="even" r:id="rId33"/>
          <w:headerReference w:type="default" r:id="rId34"/>
          <w:footnotePr>
            <w:numRestart w:val="eachSect"/>
          </w:footnotePr>
          <w:endnotePr>
            <w:numFmt w:val="decimal"/>
          </w:endnotePr>
          <w:pgSz w:w="11907" w:h="16840" w:code="9"/>
          <w:pgMar w:top="1418" w:right="1134" w:bottom="1134" w:left="1134" w:header="680" w:footer="567" w:gutter="0"/>
          <w:cols w:space="720"/>
          <w:docGrid w:linePitch="272"/>
        </w:sectPr>
      </w:pPr>
    </w:p>
    <w:p w:rsidR="00B066C2" w:rsidRPr="00C62650" w:rsidRDefault="00B066C2" w:rsidP="00B066C2">
      <w:pPr>
        <w:pStyle w:val="HChG"/>
      </w:pPr>
      <w:r w:rsidRPr="00C62650">
        <w:lastRenderedPageBreak/>
        <w:t>Annexe 9</w:t>
      </w:r>
    </w:p>
    <w:p w:rsidR="00B066C2" w:rsidRPr="00C62650" w:rsidRDefault="00B066C2" w:rsidP="00B066C2">
      <w:pPr>
        <w:pStyle w:val="HChG"/>
      </w:pPr>
      <w:r w:rsidRPr="00C62650">
        <w:tab/>
      </w:r>
      <w:r w:rsidRPr="00C62650">
        <w:tab/>
        <w:t>Méthode d</w:t>
      </w:r>
      <w:r>
        <w:t>’</w:t>
      </w:r>
      <w:r w:rsidRPr="00C62650">
        <w:t>essai de la résistance à un choc mécanique</w:t>
      </w:r>
    </w:p>
    <w:p w:rsidR="00B066C2" w:rsidRPr="00C62650" w:rsidRDefault="00B066C2" w:rsidP="00B066C2">
      <w:pPr>
        <w:pStyle w:val="SingleTxtG"/>
        <w:ind w:left="2268" w:hanging="1134"/>
      </w:pPr>
      <w:r w:rsidRPr="00C62650">
        <w:t>1.</w:t>
      </w:r>
      <w:r w:rsidRPr="00C62650">
        <w:tab/>
        <w:t>Objet</w:t>
      </w:r>
    </w:p>
    <w:p w:rsidR="00B066C2" w:rsidRPr="00C62650" w:rsidRDefault="00B066C2" w:rsidP="00B066C2">
      <w:pPr>
        <w:pStyle w:val="SingleTxtG"/>
        <w:ind w:left="2268"/>
      </w:pPr>
      <w:r w:rsidRPr="00C62650">
        <w:t>Cet essai a pour objet de vérifier la sûreté d</w:t>
      </w:r>
      <w:r>
        <w:t>’</w:t>
      </w:r>
      <w:r w:rsidRPr="00C62650">
        <w:t>un AECD représentatif soumis à des charges inertielles susceptibles de se produire lors d</w:t>
      </w:r>
      <w:r>
        <w:t>’</w:t>
      </w:r>
      <w:r w:rsidRPr="00C62650">
        <w:t>un accident.</w:t>
      </w:r>
    </w:p>
    <w:p w:rsidR="00B066C2" w:rsidRPr="00C62650" w:rsidRDefault="00B066C2" w:rsidP="00B066C2">
      <w:pPr>
        <w:pStyle w:val="SingleTxtG"/>
        <w:ind w:left="2268" w:hanging="1134"/>
      </w:pPr>
      <w:r w:rsidRPr="00C62650">
        <w:t>2.</w:t>
      </w:r>
      <w:r w:rsidRPr="00C62650">
        <w:tab/>
        <w:t>Installation</w:t>
      </w:r>
    </w:p>
    <w:p w:rsidR="00B066C2" w:rsidRPr="00C62650" w:rsidRDefault="00B066C2" w:rsidP="00B066C2">
      <w:pPr>
        <w:pStyle w:val="SingleTxtG"/>
        <w:ind w:left="2268" w:hanging="1134"/>
      </w:pPr>
      <w:r w:rsidRPr="00C62650">
        <w:t>2.1</w:t>
      </w:r>
      <w:r w:rsidRPr="00C62650">
        <w:tab/>
        <w:t>Le présent essai doit être effectué dans la configuration la plus défavorable soit sur les éléments obligatoires, soit, à la demande du constructeur, sur les éléments supplémentaires énumérés dans les paragraphes pertinents du présent Règlement.</w:t>
      </w:r>
    </w:p>
    <w:p w:rsidR="00B066C2" w:rsidRPr="00C62650" w:rsidRDefault="00B066C2" w:rsidP="00B066C2">
      <w:pPr>
        <w:pStyle w:val="SingleTxtG"/>
        <w:ind w:left="2268" w:hanging="1134"/>
      </w:pPr>
      <w:r w:rsidRPr="00C62650">
        <w:t>2.2</w:t>
      </w:r>
      <w:r w:rsidRPr="00C62650">
        <w:tab/>
        <w:t>Les dispositifs soumis à l</w:t>
      </w:r>
      <w:r>
        <w:t>’</w:t>
      </w:r>
      <w:r w:rsidRPr="00C62650">
        <w:t>essai doivent être fixés au montage d</w:t>
      </w:r>
      <w:r>
        <w:t>’</w:t>
      </w:r>
      <w:r w:rsidRPr="00C62650">
        <w:t>essai au moyen des seules fixations prévues pour fixer l</w:t>
      </w:r>
      <w:r>
        <w:t>’</w:t>
      </w:r>
      <w:r w:rsidRPr="00C62650">
        <w:t>AECD représentatif. Si l</w:t>
      </w:r>
      <w:r>
        <w:t>’</w:t>
      </w:r>
      <w:r w:rsidRPr="00C62650">
        <w:t>alimentation électrique est installée de façon à être libérée en cas de choc, ses fixations ne doivent pas être visées par l</w:t>
      </w:r>
      <w:r>
        <w:t>’</w:t>
      </w:r>
      <w:r w:rsidRPr="00C62650">
        <w:t>essai. Le service technique doit veiller à ce que cette éventualité en cas de très grave accident ne compromette le fonctionnement du système (par exemple, par un débranchement de l</w:t>
      </w:r>
      <w:r>
        <w:t>’</w:t>
      </w:r>
      <w:r w:rsidRPr="00C62650">
        <w:t>alimentation électrique).</w:t>
      </w:r>
    </w:p>
    <w:p w:rsidR="00B066C2" w:rsidRPr="00C62650" w:rsidRDefault="00B066C2" w:rsidP="00B066C2">
      <w:pPr>
        <w:pStyle w:val="SingleTxtG"/>
        <w:ind w:left="2268" w:hanging="1134"/>
      </w:pPr>
      <w:r w:rsidRPr="00C62650">
        <w:t>3.</w:t>
      </w:r>
      <w:r w:rsidRPr="00C62650">
        <w:tab/>
        <w:t>Procédure</w:t>
      </w:r>
    </w:p>
    <w:p w:rsidR="00B066C2" w:rsidRPr="00C62650" w:rsidRDefault="00B066C2" w:rsidP="00B066C2">
      <w:pPr>
        <w:pStyle w:val="SingleTxtG"/>
        <w:ind w:left="2268" w:hanging="1134"/>
      </w:pPr>
      <w:r w:rsidRPr="00C62650">
        <w:t>3.1</w:t>
      </w:r>
      <w:r w:rsidRPr="00C62650">
        <w:tab/>
        <w:t>Conditions générales d</w:t>
      </w:r>
      <w:r>
        <w:t>’</w:t>
      </w:r>
      <w:r w:rsidRPr="00C62650">
        <w:t>essai et prescriptions</w:t>
      </w:r>
    </w:p>
    <w:p w:rsidR="00B066C2" w:rsidRPr="00C62650" w:rsidRDefault="00B066C2" w:rsidP="00B066C2">
      <w:pPr>
        <w:pStyle w:val="SingleTxtG"/>
        <w:ind w:left="2268"/>
      </w:pPr>
      <w:r w:rsidRPr="00C62650">
        <w:t>L</w:t>
      </w:r>
      <w:r>
        <w:t>’</w:t>
      </w:r>
      <w:r w:rsidRPr="00C62650">
        <w:t>essai doit être effectué comme suit :</w:t>
      </w:r>
    </w:p>
    <w:p w:rsidR="00B066C2" w:rsidRPr="00C62650" w:rsidRDefault="00B066C2" w:rsidP="00B066C2">
      <w:pPr>
        <w:pStyle w:val="SingleTxtG"/>
        <w:ind w:left="2835" w:hanging="567"/>
      </w:pPr>
      <w:r w:rsidRPr="00C62650">
        <w:t>a)</w:t>
      </w:r>
      <w:r w:rsidRPr="00C62650">
        <w:tab/>
        <w:t>L</w:t>
      </w:r>
      <w:r>
        <w:t>’</w:t>
      </w:r>
      <w:r w:rsidRPr="00C62650">
        <w:t>essai doit être effectué à une température ambiante de 20 </w:t>
      </w:r>
      <w:r w:rsidRPr="00C62650">
        <w:sym w:font="Symbol" w:char="F0B1"/>
      </w:r>
      <w:r w:rsidRPr="00C62650">
        <w:t> 10 °C ;</w:t>
      </w:r>
    </w:p>
    <w:p w:rsidR="00B066C2" w:rsidRPr="00C62650" w:rsidRDefault="00B066C2" w:rsidP="00B066C2">
      <w:pPr>
        <w:pStyle w:val="SingleTxtG"/>
        <w:ind w:left="2835" w:hanging="567"/>
      </w:pPr>
      <w:r w:rsidRPr="00C62650">
        <w:t>b)</w:t>
      </w:r>
      <w:r w:rsidRPr="00C62650">
        <w:tab/>
        <w:t>Au début de l</w:t>
      </w:r>
      <w:r>
        <w:t>’</w:t>
      </w:r>
      <w:r w:rsidRPr="00C62650">
        <w:t>essai, l</w:t>
      </w:r>
      <w:r>
        <w:t>’</w:t>
      </w:r>
      <w:r w:rsidRPr="00C62650">
        <w:t>alimentation électrique doit avoir la tension recommandée par le constructeur ;</w:t>
      </w:r>
    </w:p>
    <w:p w:rsidR="00B066C2" w:rsidRPr="00C62650" w:rsidRDefault="00B066C2" w:rsidP="00B066C2">
      <w:pPr>
        <w:pStyle w:val="SingleTxtG"/>
        <w:ind w:left="2835" w:hanging="567"/>
      </w:pPr>
      <w:r w:rsidRPr="00C62650">
        <w:t>c)</w:t>
      </w:r>
      <w:r w:rsidRPr="00C62650">
        <w:tab/>
        <w:t>Au début de l</w:t>
      </w:r>
      <w:r>
        <w:t>’</w:t>
      </w:r>
      <w:r w:rsidRPr="00C62650">
        <w:t>essai, tous les dispositifs de protection qui affectent le fonctionnement du dispositif soumis à l</w:t>
      </w:r>
      <w:r>
        <w:t>’</w:t>
      </w:r>
      <w:r w:rsidRPr="00C62650">
        <w:t>essai et qui ont une incidence sur les résultats de ce dernier, doivent être opérationnels.</w:t>
      </w:r>
    </w:p>
    <w:p w:rsidR="00B066C2" w:rsidRPr="00C62650" w:rsidRDefault="00B066C2" w:rsidP="00B066C2">
      <w:pPr>
        <w:pStyle w:val="SingleTxtG"/>
        <w:ind w:left="2268" w:hanging="1134"/>
      </w:pPr>
      <w:r w:rsidRPr="00C62650">
        <w:t>3.2</w:t>
      </w:r>
      <w:r w:rsidRPr="00C62650">
        <w:tab/>
        <w:t>Procédure d</w:t>
      </w:r>
      <w:r>
        <w:t>’</w:t>
      </w:r>
      <w:r w:rsidRPr="00C62650">
        <w:t>essai</w:t>
      </w:r>
    </w:p>
    <w:p w:rsidR="00B066C2" w:rsidRPr="00C62650" w:rsidRDefault="00B066C2" w:rsidP="00B066C2">
      <w:pPr>
        <w:pStyle w:val="SingleTxtG"/>
        <w:ind w:left="2268"/>
      </w:pPr>
      <w:r w:rsidRPr="00C62650">
        <w:t>La catapulte équipée des éléments AECD doit être décélérée ou accélérée de telle façon que la courbe reste dans le couloir du table</w:t>
      </w:r>
      <w:r w:rsidRPr="00AC5144">
        <w:t>au 5 de</w:t>
      </w:r>
      <w:r w:rsidRPr="00C62650">
        <w:t xml:space="preserve"> la présente annexe, et que la modification de la vitesse totale ΔV soit au maximum de 70 [+0/-2 km/h]. Cependant, si avec l</w:t>
      </w:r>
      <w:r>
        <w:t>’</w:t>
      </w:r>
      <w:r w:rsidRPr="00C62650">
        <w:t>accord du demandeur, l</w:t>
      </w:r>
      <w:r>
        <w:t>’</w:t>
      </w:r>
      <w:r w:rsidRPr="00C62650">
        <w:t>essai est effectué avec une accélération ou décélération supérieure, une modification de la vélocité plus importante et/ou une durée supérieure, l</w:t>
      </w:r>
      <w:r>
        <w:t>’</w:t>
      </w:r>
      <w:r w:rsidRPr="00C62650">
        <w:t>essai sera considéré comme satisfaisant.</w:t>
      </w:r>
    </w:p>
    <w:p w:rsidR="00B066C2" w:rsidRPr="00C62650" w:rsidRDefault="00B066C2" w:rsidP="00B066C2">
      <w:pPr>
        <w:pStyle w:val="SingleTxtG"/>
        <w:ind w:left="2268"/>
      </w:pPr>
      <w:r w:rsidRPr="00C62650">
        <w:t>L</w:t>
      </w:r>
      <w:r>
        <w:t>’</w:t>
      </w:r>
      <w:r w:rsidRPr="00C62650">
        <w:t>emplacement et l</w:t>
      </w:r>
      <w:r>
        <w:t>’</w:t>
      </w:r>
      <w:r w:rsidRPr="00C62650">
        <w:t>orientation des éléments placés sur la catapulte devront être conformes aux recommandations du constructeur et devront être indiqués dans le document de communication.</w:t>
      </w:r>
    </w:p>
    <w:p w:rsidR="00B066C2" w:rsidRPr="005D789F" w:rsidRDefault="00B066C2" w:rsidP="00B066C2">
      <w:pPr>
        <w:pStyle w:val="Titre1"/>
        <w:spacing w:after="120"/>
        <w:rPr>
          <w:b/>
        </w:rPr>
      </w:pPr>
      <w:r w:rsidRPr="00C62650">
        <w:lastRenderedPageBreak/>
        <w:t xml:space="preserve">Figure 1 </w:t>
      </w:r>
      <w:r w:rsidRPr="00C62650">
        <w:br/>
      </w:r>
      <w:r w:rsidRPr="005D789F">
        <w:rPr>
          <w:b/>
        </w:rPr>
        <w:t>Description générale des impulsions d’essai</w:t>
      </w:r>
    </w:p>
    <w:p w:rsidR="00B066C2" w:rsidRDefault="00B066C2" w:rsidP="00B066C2">
      <w:pPr>
        <w:ind w:left="1134"/>
      </w:pPr>
      <w:r>
        <w:rPr>
          <w:noProof/>
          <w:lang w:eastAsia="fr-CH"/>
        </w:rPr>
        <mc:AlternateContent>
          <mc:Choice Requires="wps">
            <w:drawing>
              <wp:anchor distT="45720" distB="45720" distL="114300" distR="114300" simplePos="0" relativeHeight="251659776" behindDoc="0" locked="0" layoutInCell="1" allowOverlap="1" wp14:anchorId="1320F862" wp14:editId="72E58437">
                <wp:simplePos x="0" y="0"/>
                <wp:positionH relativeFrom="column">
                  <wp:posOffset>3152174</wp:posOffset>
                </wp:positionH>
                <wp:positionV relativeFrom="paragraph">
                  <wp:posOffset>1944125</wp:posOffset>
                </wp:positionV>
                <wp:extent cx="259080" cy="166255"/>
                <wp:effectExtent l="0" t="0" r="7620" b="571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166255"/>
                        </a:xfrm>
                        <a:prstGeom prst="rect">
                          <a:avLst/>
                        </a:prstGeom>
                        <a:noFill/>
                        <a:ln w="9525">
                          <a:noFill/>
                          <a:miter lim="800000"/>
                          <a:headEnd/>
                          <a:tailEnd/>
                        </a:ln>
                      </wps:spPr>
                      <wps:txbx>
                        <w:txbxContent>
                          <w:p w:rsidR="00461F46" w:rsidRPr="00177F21" w:rsidRDefault="00461F46" w:rsidP="00B066C2">
                            <w:pPr>
                              <w:jc w:val="center"/>
                              <w:rPr>
                                <w:b/>
                              </w:rPr>
                            </w:pPr>
                            <w:r w:rsidRPr="00177F21">
                              <w:rPr>
                                <w:b/>
                              </w:rPr>
                              <w:t>D</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320F862" id="Zone de texte 2" o:spid="_x0000_s1027" type="#_x0000_t202" style="position:absolute;left:0;text-align:left;margin-left:248.2pt;margin-top:153.1pt;width:20.4pt;height:13.1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" filled="f" stroked="f">
                <v:textbox inset="0,0,0,0">
                  <w:txbxContent>
                    <w:p w:rsidR="00461F46" w:rsidRPr="00177F21" w:rsidRDefault="00461F46" w:rsidP="00B066C2">
                      <w:pPr>
                        <w:jc w:val="center"/>
                        <w:rPr>
                          <w:b/>
                        </w:rPr>
                      </w:pPr>
                      <w:r w:rsidRPr="00177F21">
                        <w:rPr>
                          <w:b/>
                        </w:rPr>
                        <w:t>D</w:t>
                      </w:r>
                    </w:p>
                  </w:txbxContent>
                </v:textbox>
              </v:shape>
            </w:pict>
          </mc:Fallback>
        </mc:AlternateContent>
      </w:r>
      <w:r>
        <w:rPr>
          <w:noProof/>
          <w:lang w:eastAsia="fr-CH"/>
        </w:rPr>
        <mc:AlternateContent>
          <mc:Choice Requires="wps">
            <w:drawing>
              <wp:anchor distT="45720" distB="45720" distL="114300" distR="114300" simplePos="0" relativeHeight="251664896" behindDoc="0" locked="0" layoutInCell="1" allowOverlap="1" wp14:anchorId="6A0E3028" wp14:editId="3D5A6A3D">
                <wp:simplePos x="0" y="0"/>
                <wp:positionH relativeFrom="column">
                  <wp:posOffset>3846592</wp:posOffset>
                </wp:positionH>
                <wp:positionV relativeFrom="paragraph">
                  <wp:posOffset>1929650</wp:posOffset>
                </wp:positionV>
                <wp:extent cx="259080" cy="166254"/>
                <wp:effectExtent l="0" t="0" r="7620" b="5715"/>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166254"/>
                        </a:xfrm>
                        <a:prstGeom prst="rect">
                          <a:avLst/>
                        </a:prstGeom>
                        <a:noFill/>
                        <a:ln w="9525">
                          <a:noFill/>
                          <a:miter lim="800000"/>
                          <a:headEnd/>
                          <a:tailEnd/>
                        </a:ln>
                      </wps:spPr>
                      <wps:txbx>
                        <w:txbxContent>
                          <w:p w:rsidR="00461F46" w:rsidRPr="00177F21" w:rsidRDefault="00461F46" w:rsidP="00B066C2">
                            <w:pPr>
                              <w:jc w:val="center"/>
                              <w:rPr>
                                <w:b/>
                              </w:rPr>
                            </w:pPr>
                            <w:r w:rsidRPr="00177F21">
                              <w:rPr>
                                <w:b/>
                              </w:rPr>
                              <w:t>H</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A0E3028" id="_x0000_s1028" type="#_x0000_t202" style="position:absolute;left:0;text-align:left;margin-left:302.9pt;margin-top:151.95pt;width:20.4pt;height:13.1pt;z-index:251664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" filled="f" stroked="f">
                <v:textbox inset="0,0,0,0">
                  <w:txbxContent>
                    <w:p w:rsidR="00461F46" w:rsidRPr="00177F21" w:rsidRDefault="00461F46" w:rsidP="00B066C2">
                      <w:pPr>
                        <w:jc w:val="center"/>
                        <w:rPr>
                          <w:b/>
                        </w:rPr>
                      </w:pPr>
                      <w:r w:rsidRPr="00177F21">
                        <w:rPr>
                          <w:b/>
                        </w:rPr>
                        <w:t>H</w:t>
                      </w:r>
                    </w:p>
                  </w:txbxContent>
                </v:textbox>
              </v:shape>
            </w:pict>
          </mc:Fallback>
        </mc:AlternateContent>
      </w:r>
      <w:r>
        <w:rPr>
          <w:noProof/>
          <w:lang w:eastAsia="fr-CH"/>
        </w:rPr>
        <mc:AlternateContent>
          <mc:Choice Requires="wps">
            <w:drawing>
              <wp:anchor distT="45720" distB="45720" distL="114300" distR="114300" simplePos="0" relativeHeight="251670016" behindDoc="0" locked="0" layoutInCell="1" allowOverlap="1" wp14:anchorId="50AA7BBA" wp14:editId="3759790B">
                <wp:simplePos x="0" y="0"/>
                <wp:positionH relativeFrom="column">
                  <wp:posOffset>3875409</wp:posOffset>
                </wp:positionH>
                <wp:positionV relativeFrom="paragraph">
                  <wp:posOffset>2089846</wp:posOffset>
                </wp:positionV>
                <wp:extent cx="469194" cy="166255"/>
                <wp:effectExtent l="0" t="0" r="7620" b="571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194" cy="166255"/>
                        </a:xfrm>
                        <a:prstGeom prst="rect">
                          <a:avLst/>
                        </a:prstGeom>
                        <a:noFill/>
                        <a:ln w="9525">
                          <a:noFill/>
                          <a:miter lim="800000"/>
                          <a:headEnd/>
                          <a:tailEnd/>
                        </a:ln>
                      </wps:spPr>
                      <wps:txbx>
                        <w:txbxContent>
                          <w:p w:rsidR="00461F46" w:rsidRPr="00177F21" w:rsidRDefault="00461F46" w:rsidP="00B066C2">
                            <w:pPr>
                              <w:jc w:val="center"/>
                              <w:rPr>
                                <w:b/>
                                <w:sz w:val="16"/>
                                <w:szCs w:val="16"/>
                              </w:rPr>
                            </w:pPr>
                            <w:r w:rsidRPr="00177F21">
                              <w:rPr>
                                <w:b/>
                                <w:sz w:val="16"/>
                                <w:szCs w:val="16"/>
                              </w:rPr>
                              <w:t>Temps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0AA7BBA" id="_x0000_s1029" type="#_x0000_t202" style="position:absolute;left:0;text-align:left;margin-left:305.15pt;margin-top:164.55pt;width:36.95pt;height:13.1pt;z-index:251670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" filled="f" stroked="f">
                <v:textbox inset="0,0,0,0">
                  <w:txbxContent>
                    <w:p w:rsidR="00461F46" w:rsidRPr="00177F21" w:rsidRDefault="00461F46" w:rsidP="00B066C2">
                      <w:pPr>
                        <w:jc w:val="center"/>
                        <w:rPr>
                          <w:b/>
                          <w:sz w:val="16"/>
                          <w:szCs w:val="16"/>
                        </w:rPr>
                      </w:pPr>
                      <w:r w:rsidRPr="00177F21">
                        <w:rPr>
                          <w:b/>
                          <w:sz w:val="16"/>
                          <w:szCs w:val="16"/>
                        </w:rPr>
                        <w:t>Temps</w:t>
                      </w:r>
                    </w:p>
                  </w:txbxContent>
                </v:textbox>
              </v:shape>
            </w:pict>
          </mc:Fallback>
        </mc:AlternateContent>
      </w:r>
      <w:r>
        <w:rPr>
          <w:noProof/>
          <w:lang w:eastAsia="fr-CH"/>
        </w:rPr>
        <mc:AlternateContent>
          <mc:Choice Requires="wps">
            <w:drawing>
              <wp:anchor distT="45720" distB="45720" distL="114300" distR="114300" simplePos="0" relativeHeight="251644416" behindDoc="0" locked="0" layoutInCell="1" allowOverlap="1" wp14:anchorId="7E85791A" wp14:editId="6183E00A">
                <wp:simplePos x="0" y="0"/>
                <wp:positionH relativeFrom="column">
                  <wp:posOffset>2839448</wp:posOffset>
                </wp:positionH>
                <wp:positionV relativeFrom="paragraph">
                  <wp:posOffset>604136</wp:posOffset>
                </wp:positionV>
                <wp:extent cx="259080" cy="161365"/>
                <wp:effectExtent l="0" t="0" r="7620" b="1016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161365"/>
                        </a:xfrm>
                        <a:prstGeom prst="rect">
                          <a:avLst/>
                        </a:prstGeom>
                        <a:noFill/>
                        <a:ln w="9525">
                          <a:noFill/>
                          <a:miter lim="800000"/>
                          <a:headEnd/>
                          <a:tailEnd/>
                        </a:ln>
                      </wps:spPr>
                      <wps:txbx>
                        <w:txbxContent>
                          <w:p w:rsidR="00461F46" w:rsidRPr="00177F21" w:rsidRDefault="00461F46" w:rsidP="00B066C2">
                            <w:pPr>
                              <w:jc w:val="center"/>
                              <w:rPr>
                                <w:b/>
                              </w:rPr>
                            </w:pPr>
                            <w:r w:rsidRPr="00177F21">
                              <w:rPr>
                                <w:b/>
                              </w:rPr>
                              <w:t>G</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E85791A" id="_x0000_s1030" type="#_x0000_t202" style="position:absolute;left:0;text-align:left;margin-left:223.6pt;margin-top:47.55pt;width:20.4pt;height:12.7pt;z-index:251644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" filled="f" stroked="f">
                <v:textbox inset="0,0,0,0">
                  <w:txbxContent>
                    <w:p w:rsidR="00461F46" w:rsidRPr="00177F21" w:rsidRDefault="00461F46" w:rsidP="00B066C2">
                      <w:pPr>
                        <w:jc w:val="center"/>
                        <w:rPr>
                          <w:b/>
                        </w:rPr>
                      </w:pPr>
                      <w:r w:rsidRPr="00177F21">
                        <w:rPr>
                          <w:b/>
                        </w:rPr>
                        <w:t>G</w:t>
                      </w:r>
                    </w:p>
                  </w:txbxContent>
                </v:textbox>
              </v:shape>
            </w:pict>
          </mc:Fallback>
        </mc:AlternateContent>
      </w:r>
      <w:r>
        <w:rPr>
          <w:noProof/>
          <w:lang w:eastAsia="fr-CH"/>
        </w:rPr>
        <mc:AlternateContent>
          <mc:Choice Requires="wps">
            <w:drawing>
              <wp:anchor distT="45720" distB="45720" distL="114300" distR="114300" simplePos="0" relativeHeight="251639296" behindDoc="0" locked="0" layoutInCell="1" allowOverlap="1" wp14:anchorId="1B36DABE" wp14:editId="22726F36">
                <wp:simplePos x="0" y="0"/>
                <wp:positionH relativeFrom="column">
                  <wp:posOffset>2179062</wp:posOffset>
                </wp:positionH>
                <wp:positionV relativeFrom="paragraph">
                  <wp:posOffset>594360</wp:posOffset>
                </wp:positionV>
                <wp:extent cx="259080" cy="180924"/>
                <wp:effectExtent l="0" t="0" r="7620" b="1016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180924"/>
                        </a:xfrm>
                        <a:prstGeom prst="rect">
                          <a:avLst/>
                        </a:prstGeom>
                        <a:noFill/>
                        <a:ln w="9525">
                          <a:noFill/>
                          <a:miter lim="800000"/>
                          <a:headEnd/>
                          <a:tailEnd/>
                        </a:ln>
                      </wps:spPr>
                      <wps:txbx>
                        <w:txbxContent>
                          <w:p w:rsidR="00461F46" w:rsidRPr="00177F21" w:rsidRDefault="00461F46" w:rsidP="00B066C2">
                            <w:pPr>
                              <w:jc w:val="center"/>
                              <w:rPr>
                                <w:b/>
                              </w:rPr>
                            </w:pPr>
                            <w:r w:rsidRPr="00177F21">
                              <w:rPr>
                                <w:b/>
                              </w:rPr>
                              <w:t>F</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36DABE" id="_x0000_s1031" type="#_x0000_t202" style="position:absolute;left:0;text-align:left;margin-left:171.6pt;margin-top:46.8pt;width:20.4pt;height:14.25pt;z-index:251639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" filled="f" stroked="f">
                <v:textbox inset="0,0,0,0">
                  <w:txbxContent>
                    <w:p w:rsidR="00461F46" w:rsidRPr="00177F21" w:rsidRDefault="00461F46" w:rsidP="00B066C2">
                      <w:pPr>
                        <w:jc w:val="center"/>
                        <w:rPr>
                          <w:b/>
                        </w:rPr>
                      </w:pPr>
                      <w:r w:rsidRPr="00177F21">
                        <w:rPr>
                          <w:b/>
                        </w:rPr>
                        <w:t>F</w:t>
                      </w:r>
                    </w:p>
                  </w:txbxContent>
                </v:textbox>
              </v:shape>
            </w:pict>
          </mc:Fallback>
        </mc:AlternateContent>
      </w:r>
      <w:r>
        <w:rPr>
          <w:noProof/>
          <w:lang w:eastAsia="fr-CH"/>
        </w:rPr>
        <mc:AlternateContent>
          <mc:Choice Requires="wps">
            <w:drawing>
              <wp:anchor distT="45720" distB="45720" distL="114300" distR="114300" simplePos="0" relativeHeight="251654656" behindDoc="0" locked="0" layoutInCell="1" allowOverlap="1" wp14:anchorId="1B212956" wp14:editId="623B7CFD">
                <wp:simplePos x="0" y="0"/>
                <wp:positionH relativeFrom="column">
                  <wp:posOffset>3509866</wp:posOffset>
                </wp:positionH>
                <wp:positionV relativeFrom="paragraph">
                  <wp:posOffset>1465950</wp:posOffset>
                </wp:positionV>
                <wp:extent cx="259080" cy="238760"/>
                <wp:effectExtent l="0" t="0" r="7620" b="8890"/>
                <wp:wrapNone/>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38760"/>
                        </a:xfrm>
                        <a:prstGeom prst="rect">
                          <a:avLst/>
                        </a:prstGeom>
                        <a:noFill/>
                        <a:ln w="9525">
                          <a:noFill/>
                          <a:miter lim="800000"/>
                          <a:headEnd/>
                          <a:tailEnd/>
                        </a:ln>
                      </wps:spPr>
                      <wps:txbx>
                        <w:txbxContent>
                          <w:p w:rsidR="00461F46" w:rsidRPr="00177F21" w:rsidRDefault="00461F46" w:rsidP="00B066C2">
                            <w:pPr>
                              <w:jc w:val="center"/>
                              <w:rPr>
                                <w:b/>
                              </w:rPr>
                            </w:pPr>
                            <w:r w:rsidRPr="00177F21">
                              <w:rPr>
                                <w:b/>
                              </w:rPr>
                              <w:t>C</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212956" id="_x0000_s1032" type="#_x0000_t202" style="position:absolute;left:0;text-align:left;margin-left:276.35pt;margin-top:115.45pt;width:20.4pt;height:18.8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" filled="f" stroked="f">
                <v:textbox inset="0,0,0,0">
                  <w:txbxContent>
                    <w:p w:rsidR="00461F46" w:rsidRPr="00177F21" w:rsidRDefault="00461F46" w:rsidP="00B066C2">
                      <w:pPr>
                        <w:jc w:val="center"/>
                        <w:rPr>
                          <w:b/>
                        </w:rPr>
                      </w:pPr>
                      <w:r w:rsidRPr="00177F21">
                        <w:rPr>
                          <w:b/>
                        </w:rPr>
                        <w:t>C</w:t>
                      </w:r>
                    </w:p>
                  </w:txbxContent>
                </v:textbox>
              </v:shape>
            </w:pict>
          </mc:Fallback>
        </mc:AlternateContent>
      </w:r>
      <w:r>
        <w:rPr>
          <w:noProof/>
          <w:lang w:eastAsia="fr-CH"/>
        </w:rPr>
        <mc:AlternateContent>
          <mc:Choice Requires="wps">
            <w:drawing>
              <wp:anchor distT="45720" distB="45720" distL="114300" distR="114300" simplePos="0" relativeHeight="251649536" behindDoc="0" locked="0" layoutInCell="1" allowOverlap="1" wp14:anchorId="1F36F152" wp14:editId="19D4907D">
                <wp:simplePos x="0" y="0"/>
                <wp:positionH relativeFrom="column">
                  <wp:posOffset>2923221</wp:posOffset>
                </wp:positionH>
                <wp:positionV relativeFrom="paragraph">
                  <wp:posOffset>1470025</wp:posOffset>
                </wp:positionV>
                <wp:extent cx="259080" cy="238760"/>
                <wp:effectExtent l="0" t="0" r="7620" b="889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38760"/>
                        </a:xfrm>
                        <a:prstGeom prst="rect">
                          <a:avLst/>
                        </a:prstGeom>
                        <a:noFill/>
                        <a:ln w="9525">
                          <a:noFill/>
                          <a:miter lim="800000"/>
                          <a:headEnd/>
                          <a:tailEnd/>
                        </a:ln>
                      </wps:spPr>
                      <wps:txbx>
                        <w:txbxContent>
                          <w:p w:rsidR="00461F46" w:rsidRPr="00177F21" w:rsidRDefault="00461F46" w:rsidP="00B066C2">
                            <w:pPr>
                              <w:jc w:val="center"/>
                              <w:rPr>
                                <w:b/>
                              </w:rPr>
                            </w:pPr>
                            <w:r w:rsidRPr="00177F21">
                              <w:rPr>
                                <w:b/>
                              </w:rPr>
                              <w:t>B</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F36F152" id="_x0000_s1033" type="#_x0000_t202" style="position:absolute;left:0;text-align:left;margin-left:230.15pt;margin-top:115.75pt;width:20.4pt;height:18.8pt;z-index:251649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" filled="f" stroked="f">
                <v:textbox inset="0,0,0,0">
                  <w:txbxContent>
                    <w:p w:rsidR="00461F46" w:rsidRPr="00177F21" w:rsidRDefault="00461F46" w:rsidP="00B066C2">
                      <w:pPr>
                        <w:jc w:val="center"/>
                        <w:rPr>
                          <w:b/>
                        </w:rPr>
                      </w:pPr>
                      <w:r w:rsidRPr="00177F21">
                        <w:rPr>
                          <w:b/>
                        </w:rPr>
                        <w:t>B</w:t>
                      </w:r>
                    </w:p>
                  </w:txbxContent>
                </v:textbox>
              </v:shape>
            </w:pict>
          </mc:Fallback>
        </mc:AlternateContent>
      </w:r>
      <w:r>
        <w:rPr>
          <w:noProof/>
          <w:lang w:eastAsia="fr-CH"/>
        </w:rPr>
        <w:drawing>
          <wp:inline distT="0" distB="0" distL="0" distR="0" wp14:anchorId="0AB7B9A5" wp14:editId="4559A531">
            <wp:extent cx="3613785" cy="2303145"/>
            <wp:effectExtent l="0" t="0" r="5715" b="190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13785" cy="2303145"/>
                    </a:xfrm>
                    <a:prstGeom prst="rect">
                      <a:avLst/>
                    </a:prstGeom>
                    <a:noFill/>
                    <a:ln>
                      <a:noFill/>
                    </a:ln>
                  </pic:spPr>
                </pic:pic>
              </a:graphicData>
            </a:graphic>
          </wp:inline>
        </w:drawing>
      </w:r>
    </w:p>
    <w:p w:rsidR="00B066C2" w:rsidRPr="00C62650" w:rsidRDefault="00B066C2" w:rsidP="00B066C2">
      <w:pPr>
        <w:pStyle w:val="H23G"/>
      </w:pPr>
      <w:r>
        <w:tab/>
      </w:r>
      <w:r>
        <w:tab/>
      </w:r>
      <w:r w:rsidRPr="00C62650">
        <w:t>Tableau 5 pour les véhicules des catégories M</w:t>
      </w:r>
      <w:r w:rsidRPr="00C62650">
        <w:rPr>
          <w:vertAlign w:val="subscript"/>
        </w:rPr>
        <w:t>1</w:t>
      </w:r>
      <w:r w:rsidRPr="00C62650">
        <w:t xml:space="preserve"> et N</w:t>
      </w:r>
      <w:r w:rsidRPr="00C62650">
        <w:rPr>
          <w:vertAlign w:val="subscript"/>
        </w:rPr>
        <w:t>1</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93"/>
        <w:gridCol w:w="2567"/>
        <w:gridCol w:w="3210"/>
      </w:tblGrid>
      <w:tr w:rsidR="00B066C2" w:rsidRPr="009733ED" w:rsidTr="00C320AE">
        <w:trPr>
          <w:tblHeader/>
        </w:trPr>
        <w:tc>
          <w:tcPr>
            <w:tcW w:w="1593" w:type="dxa"/>
            <w:shd w:val="clear" w:color="auto" w:fill="auto"/>
            <w:vAlign w:val="bottom"/>
          </w:tcPr>
          <w:p w:rsidR="00B066C2" w:rsidRPr="00255B3B" w:rsidRDefault="00B066C2" w:rsidP="00C320AE">
            <w:pPr>
              <w:suppressAutoHyphens w:val="0"/>
              <w:spacing w:before="60" w:after="60" w:line="220" w:lineRule="atLeast"/>
              <w:ind w:left="57" w:right="57"/>
              <w:rPr>
                <w:b/>
                <w:i/>
                <w:sz w:val="16"/>
              </w:rPr>
            </w:pPr>
            <w:r w:rsidRPr="00255B3B">
              <w:rPr>
                <w:b/>
                <w:i/>
                <w:sz w:val="16"/>
              </w:rPr>
              <w:t>Point</w:t>
            </w:r>
          </w:p>
        </w:tc>
        <w:tc>
          <w:tcPr>
            <w:tcW w:w="2567" w:type="dxa"/>
            <w:shd w:val="clear" w:color="auto" w:fill="auto"/>
            <w:vAlign w:val="bottom"/>
          </w:tcPr>
          <w:p w:rsidR="00B066C2" w:rsidRPr="00255B3B" w:rsidRDefault="00B066C2" w:rsidP="00C320AE">
            <w:pPr>
              <w:suppressAutoHyphens w:val="0"/>
              <w:spacing w:before="60" w:after="60" w:line="220" w:lineRule="atLeast"/>
              <w:ind w:left="57" w:right="57"/>
              <w:jc w:val="right"/>
              <w:rPr>
                <w:b/>
                <w:i/>
                <w:sz w:val="16"/>
              </w:rPr>
            </w:pPr>
            <w:r w:rsidRPr="00255B3B">
              <w:rPr>
                <w:b/>
                <w:i/>
                <w:sz w:val="16"/>
              </w:rPr>
              <w:t>Temps (ms)</w:t>
            </w:r>
          </w:p>
        </w:tc>
        <w:tc>
          <w:tcPr>
            <w:tcW w:w="3210" w:type="dxa"/>
            <w:shd w:val="clear" w:color="auto" w:fill="auto"/>
            <w:vAlign w:val="bottom"/>
          </w:tcPr>
          <w:p w:rsidR="00B066C2" w:rsidRPr="00255B3B" w:rsidRDefault="00B066C2" w:rsidP="00C320AE">
            <w:pPr>
              <w:suppressAutoHyphens w:val="0"/>
              <w:spacing w:before="60" w:after="60" w:line="220" w:lineRule="atLeast"/>
              <w:ind w:left="57" w:right="57"/>
              <w:jc w:val="right"/>
              <w:rPr>
                <w:b/>
                <w:i/>
                <w:sz w:val="16"/>
              </w:rPr>
            </w:pPr>
            <w:r w:rsidRPr="00255B3B">
              <w:rPr>
                <w:b/>
                <w:i/>
                <w:sz w:val="16"/>
              </w:rPr>
              <w:t>Accélération (g)</w:t>
            </w:r>
          </w:p>
        </w:tc>
      </w:tr>
      <w:tr w:rsidR="00B066C2" w:rsidRPr="009733ED" w:rsidTr="00C320AE">
        <w:tc>
          <w:tcPr>
            <w:tcW w:w="1593" w:type="dxa"/>
            <w:shd w:val="clear" w:color="auto" w:fill="auto"/>
          </w:tcPr>
          <w:p w:rsidR="00B066C2" w:rsidRPr="00255B3B" w:rsidRDefault="00B066C2" w:rsidP="00C320AE">
            <w:pPr>
              <w:suppressAutoHyphens w:val="0"/>
              <w:spacing w:before="60" w:after="60" w:line="220" w:lineRule="atLeast"/>
              <w:ind w:left="57" w:right="57"/>
              <w:rPr>
                <w:b/>
                <w:bCs/>
                <w:sz w:val="18"/>
              </w:rPr>
            </w:pPr>
            <w:r w:rsidRPr="00255B3B">
              <w:rPr>
                <w:b/>
                <w:bCs/>
                <w:sz w:val="18"/>
              </w:rPr>
              <w:t>A</w:t>
            </w:r>
          </w:p>
        </w:tc>
        <w:tc>
          <w:tcPr>
            <w:tcW w:w="2567"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10</w:t>
            </w:r>
          </w:p>
        </w:tc>
        <w:tc>
          <w:tcPr>
            <w:tcW w:w="3210"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0</w:t>
            </w:r>
          </w:p>
        </w:tc>
      </w:tr>
      <w:tr w:rsidR="00B066C2" w:rsidRPr="009733ED" w:rsidTr="00C320AE">
        <w:tc>
          <w:tcPr>
            <w:tcW w:w="1593" w:type="dxa"/>
            <w:shd w:val="clear" w:color="auto" w:fill="auto"/>
          </w:tcPr>
          <w:p w:rsidR="00B066C2" w:rsidRPr="00255B3B" w:rsidRDefault="00B066C2" w:rsidP="00C320AE">
            <w:pPr>
              <w:suppressAutoHyphens w:val="0"/>
              <w:spacing w:before="60" w:after="60" w:line="220" w:lineRule="atLeast"/>
              <w:ind w:left="57" w:right="57"/>
              <w:rPr>
                <w:b/>
                <w:bCs/>
                <w:sz w:val="18"/>
              </w:rPr>
            </w:pPr>
            <w:r w:rsidRPr="00255B3B">
              <w:rPr>
                <w:b/>
                <w:bCs/>
                <w:sz w:val="18"/>
              </w:rPr>
              <w:t>B</w:t>
            </w:r>
          </w:p>
        </w:tc>
        <w:tc>
          <w:tcPr>
            <w:tcW w:w="2567"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34</w:t>
            </w:r>
          </w:p>
        </w:tc>
        <w:tc>
          <w:tcPr>
            <w:tcW w:w="3210"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65</w:t>
            </w:r>
          </w:p>
        </w:tc>
      </w:tr>
      <w:tr w:rsidR="00B066C2" w:rsidRPr="009733ED" w:rsidTr="00C320AE">
        <w:tc>
          <w:tcPr>
            <w:tcW w:w="1593" w:type="dxa"/>
            <w:shd w:val="clear" w:color="auto" w:fill="auto"/>
          </w:tcPr>
          <w:p w:rsidR="00B066C2" w:rsidRPr="00255B3B" w:rsidRDefault="00B066C2" w:rsidP="00C320AE">
            <w:pPr>
              <w:suppressAutoHyphens w:val="0"/>
              <w:spacing w:before="60" w:after="60" w:line="220" w:lineRule="atLeast"/>
              <w:ind w:left="57" w:right="57"/>
              <w:rPr>
                <w:b/>
                <w:bCs/>
                <w:sz w:val="18"/>
              </w:rPr>
            </w:pPr>
            <w:r w:rsidRPr="00255B3B">
              <w:rPr>
                <w:b/>
                <w:bCs/>
                <w:sz w:val="18"/>
              </w:rPr>
              <w:t>C</w:t>
            </w:r>
          </w:p>
        </w:tc>
        <w:tc>
          <w:tcPr>
            <w:tcW w:w="2567"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38</w:t>
            </w:r>
          </w:p>
        </w:tc>
        <w:tc>
          <w:tcPr>
            <w:tcW w:w="3210"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65</w:t>
            </w:r>
          </w:p>
        </w:tc>
      </w:tr>
      <w:tr w:rsidR="00B066C2" w:rsidRPr="009733ED" w:rsidTr="00C320AE">
        <w:tc>
          <w:tcPr>
            <w:tcW w:w="1593" w:type="dxa"/>
            <w:shd w:val="clear" w:color="auto" w:fill="auto"/>
          </w:tcPr>
          <w:p w:rsidR="00B066C2" w:rsidRPr="00255B3B" w:rsidRDefault="00B066C2" w:rsidP="00C320AE">
            <w:pPr>
              <w:suppressAutoHyphens w:val="0"/>
              <w:spacing w:before="60" w:after="60" w:line="220" w:lineRule="atLeast"/>
              <w:ind w:left="57" w:right="57"/>
              <w:rPr>
                <w:b/>
                <w:bCs/>
                <w:sz w:val="18"/>
              </w:rPr>
            </w:pPr>
            <w:r w:rsidRPr="00255B3B">
              <w:rPr>
                <w:b/>
                <w:bCs/>
                <w:sz w:val="18"/>
              </w:rPr>
              <w:t>D</w:t>
            </w:r>
          </w:p>
        </w:tc>
        <w:tc>
          <w:tcPr>
            <w:tcW w:w="2567"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46</w:t>
            </w:r>
          </w:p>
        </w:tc>
        <w:tc>
          <w:tcPr>
            <w:tcW w:w="3210"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0</w:t>
            </w:r>
          </w:p>
        </w:tc>
      </w:tr>
      <w:tr w:rsidR="00B066C2" w:rsidRPr="009733ED" w:rsidTr="00C320AE">
        <w:tc>
          <w:tcPr>
            <w:tcW w:w="1593" w:type="dxa"/>
            <w:shd w:val="clear" w:color="auto" w:fill="auto"/>
          </w:tcPr>
          <w:p w:rsidR="00B066C2" w:rsidRPr="00255B3B" w:rsidRDefault="00B066C2" w:rsidP="00C320AE">
            <w:pPr>
              <w:suppressAutoHyphens w:val="0"/>
              <w:spacing w:before="60" w:after="60" w:line="220" w:lineRule="atLeast"/>
              <w:ind w:left="57" w:right="57"/>
              <w:rPr>
                <w:b/>
                <w:bCs/>
                <w:sz w:val="18"/>
              </w:rPr>
            </w:pPr>
            <w:r w:rsidRPr="00255B3B">
              <w:rPr>
                <w:b/>
                <w:bCs/>
                <w:sz w:val="18"/>
              </w:rPr>
              <w:t>E</w:t>
            </w:r>
          </w:p>
        </w:tc>
        <w:tc>
          <w:tcPr>
            <w:tcW w:w="2567"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0</w:t>
            </w:r>
          </w:p>
        </w:tc>
        <w:tc>
          <w:tcPr>
            <w:tcW w:w="3210"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16</w:t>
            </w:r>
          </w:p>
        </w:tc>
      </w:tr>
      <w:tr w:rsidR="00B066C2" w:rsidRPr="009733ED" w:rsidTr="00C320AE">
        <w:tc>
          <w:tcPr>
            <w:tcW w:w="1593" w:type="dxa"/>
            <w:shd w:val="clear" w:color="auto" w:fill="auto"/>
          </w:tcPr>
          <w:p w:rsidR="00B066C2" w:rsidRPr="00255B3B" w:rsidRDefault="00B066C2" w:rsidP="00C320AE">
            <w:pPr>
              <w:suppressAutoHyphens w:val="0"/>
              <w:spacing w:before="60" w:after="60" w:line="220" w:lineRule="atLeast"/>
              <w:ind w:left="57" w:right="57"/>
              <w:rPr>
                <w:b/>
                <w:bCs/>
                <w:sz w:val="18"/>
              </w:rPr>
            </w:pPr>
            <w:r w:rsidRPr="00255B3B">
              <w:rPr>
                <w:b/>
                <w:bCs/>
                <w:sz w:val="18"/>
              </w:rPr>
              <w:t>F</w:t>
            </w:r>
          </w:p>
        </w:tc>
        <w:tc>
          <w:tcPr>
            <w:tcW w:w="2567"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25</w:t>
            </w:r>
          </w:p>
        </w:tc>
        <w:tc>
          <w:tcPr>
            <w:tcW w:w="3210"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77</w:t>
            </w:r>
          </w:p>
        </w:tc>
      </w:tr>
      <w:tr w:rsidR="00B066C2" w:rsidRPr="009733ED" w:rsidTr="00C320AE">
        <w:tc>
          <w:tcPr>
            <w:tcW w:w="1593" w:type="dxa"/>
            <w:shd w:val="clear" w:color="auto" w:fill="auto"/>
          </w:tcPr>
          <w:p w:rsidR="00B066C2" w:rsidRPr="00255B3B" w:rsidRDefault="00B066C2" w:rsidP="00C320AE">
            <w:pPr>
              <w:suppressAutoHyphens w:val="0"/>
              <w:spacing w:before="60" w:after="60" w:line="220" w:lineRule="atLeast"/>
              <w:ind w:left="57" w:right="57"/>
              <w:rPr>
                <w:b/>
                <w:bCs/>
                <w:sz w:val="18"/>
              </w:rPr>
            </w:pPr>
            <w:r w:rsidRPr="00255B3B">
              <w:rPr>
                <w:b/>
                <w:bCs/>
                <w:sz w:val="18"/>
              </w:rPr>
              <w:t>G</w:t>
            </w:r>
          </w:p>
        </w:tc>
        <w:tc>
          <w:tcPr>
            <w:tcW w:w="2567"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47</w:t>
            </w:r>
          </w:p>
        </w:tc>
        <w:tc>
          <w:tcPr>
            <w:tcW w:w="3210"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77</w:t>
            </w:r>
          </w:p>
        </w:tc>
      </w:tr>
      <w:tr w:rsidR="00B066C2" w:rsidRPr="009733ED" w:rsidTr="00C320AE">
        <w:tc>
          <w:tcPr>
            <w:tcW w:w="1593" w:type="dxa"/>
            <w:shd w:val="clear" w:color="auto" w:fill="auto"/>
          </w:tcPr>
          <w:p w:rsidR="00B066C2" w:rsidRPr="00255B3B" w:rsidRDefault="00B066C2" w:rsidP="00C320AE">
            <w:pPr>
              <w:suppressAutoHyphens w:val="0"/>
              <w:spacing w:before="60" w:after="60" w:line="220" w:lineRule="atLeast"/>
              <w:ind w:left="57" w:right="57"/>
              <w:rPr>
                <w:b/>
                <w:bCs/>
                <w:sz w:val="18"/>
              </w:rPr>
            </w:pPr>
            <w:r w:rsidRPr="00255B3B">
              <w:rPr>
                <w:b/>
                <w:bCs/>
                <w:sz w:val="18"/>
              </w:rPr>
              <w:t>H</w:t>
            </w:r>
          </w:p>
        </w:tc>
        <w:tc>
          <w:tcPr>
            <w:tcW w:w="2567"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60</w:t>
            </w:r>
          </w:p>
        </w:tc>
        <w:tc>
          <w:tcPr>
            <w:tcW w:w="3210" w:type="dxa"/>
            <w:shd w:val="clear" w:color="auto" w:fill="auto"/>
            <w:vAlign w:val="bottom"/>
          </w:tcPr>
          <w:p w:rsidR="00B066C2" w:rsidRPr="009733ED" w:rsidRDefault="00B066C2" w:rsidP="00C320AE">
            <w:pPr>
              <w:suppressAutoHyphens w:val="0"/>
              <w:spacing w:before="60" w:after="60" w:line="220" w:lineRule="atLeast"/>
              <w:ind w:left="57" w:right="57"/>
              <w:jc w:val="right"/>
              <w:rPr>
                <w:bCs/>
                <w:sz w:val="18"/>
              </w:rPr>
            </w:pPr>
            <w:r w:rsidRPr="009733ED">
              <w:rPr>
                <w:bCs/>
                <w:sz w:val="18"/>
              </w:rPr>
              <w:t>0</w:t>
            </w:r>
          </w:p>
        </w:tc>
      </w:tr>
    </w:tbl>
    <w:p w:rsidR="00B066C2" w:rsidRDefault="00B066C2" w:rsidP="00B066C2">
      <w:pPr>
        <w:pStyle w:val="Bullet1G"/>
        <w:numPr>
          <w:ilvl w:val="0"/>
          <w:numId w:val="0"/>
        </w:numPr>
        <w:ind w:left="1701"/>
        <w:sectPr w:rsidR="00B066C2" w:rsidSect="0083687B">
          <w:headerReference w:type="even" r:id="rId36"/>
          <w:headerReference w:type="default" r:id="rId37"/>
          <w:endnotePr>
            <w:numFmt w:val="decimal"/>
          </w:endnotePr>
          <w:pgSz w:w="11907" w:h="16840" w:code="9"/>
          <w:pgMar w:top="1418" w:right="1134" w:bottom="1134" w:left="1134" w:header="680" w:footer="567" w:gutter="0"/>
          <w:cols w:space="720"/>
          <w:docGrid w:linePitch="272"/>
        </w:sectPr>
      </w:pPr>
    </w:p>
    <w:p w:rsidR="00B066C2" w:rsidRPr="00C62650" w:rsidRDefault="00B066C2" w:rsidP="00B066C2">
      <w:pPr>
        <w:pStyle w:val="HChG"/>
      </w:pPr>
      <w:r w:rsidRPr="00C62650">
        <w:lastRenderedPageBreak/>
        <w:t>Annexe 10</w:t>
      </w:r>
    </w:p>
    <w:p w:rsidR="00B066C2" w:rsidRPr="00C62650" w:rsidRDefault="00B066C2" w:rsidP="00B066C2">
      <w:pPr>
        <w:pStyle w:val="HChG"/>
      </w:pPr>
      <w:r w:rsidRPr="00C62650">
        <w:tab/>
      </w:r>
      <w:r w:rsidRPr="00C62650">
        <w:tab/>
        <w:t>Méthodes d</w:t>
      </w:r>
      <w:r>
        <w:t>’</w:t>
      </w:r>
      <w:r w:rsidRPr="00C62650">
        <w:t>essai pour les solutions de navigation</w:t>
      </w:r>
    </w:p>
    <w:p w:rsidR="00B066C2" w:rsidRPr="00C62650" w:rsidRDefault="00B066C2" w:rsidP="00B066C2">
      <w:pPr>
        <w:pStyle w:val="SingleTxtG"/>
      </w:pPr>
      <w:r>
        <w:tab/>
      </w:r>
      <w:r w:rsidRPr="00C62650">
        <w:t>Les essais visés dans la présente annexe ont pour objet de vérifier la conformité des caractéristiques de navigation de l</w:t>
      </w:r>
      <w:r>
        <w:t>’</w:t>
      </w:r>
      <w:r w:rsidRPr="00C62650">
        <w:t>AECD/AECS calculées par le récepteur GNSS.</w:t>
      </w:r>
    </w:p>
    <w:p w:rsidR="00B066C2" w:rsidRPr="00C62650" w:rsidRDefault="00B066C2" w:rsidP="00B066C2">
      <w:pPr>
        <w:pStyle w:val="SingleTxtG"/>
        <w:ind w:left="2268" w:hanging="1134"/>
      </w:pPr>
      <w:r w:rsidRPr="00C62650">
        <w:t>1.</w:t>
      </w:r>
      <w:r w:rsidRPr="00C62650">
        <w:tab/>
        <w:t>Conditions d</w:t>
      </w:r>
      <w:r>
        <w:t>’</w:t>
      </w:r>
      <w:r w:rsidRPr="00C62650">
        <w:t>essai</w:t>
      </w:r>
    </w:p>
    <w:p w:rsidR="00B066C2" w:rsidRPr="00C62650" w:rsidRDefault="00B066C2" w:rsidP="00B066C2">
      <w:pPr>
        <w:pStyle w:val="SingleTxtG"/>
        <w:ind w:left="2268" w:hanging="1134"/>
      </w:pPr>
      <w:r w:rsidRPr="00C62650">
        <w:t>1.1</w:t>
      </w:r>
      <w:r w:rsidRPr="00C62650">
        <w:tab/>
        <w:t>L</w:t>
      </w:r>
      <w:r>
        <w:t>’</w:t>
      </w:r>
      <w:r w:rsidRPr="00C62650">
        <w:t>essai porte sur l</w:t>
      </w:r>
      <w:r>
        <w:t>’</w:t>
      </w:r>
      <w:r w:rsidRPr="00C62650">
        <w:t>AECD/AECS, qui comprend un récepteur GNSS et une antenne GNSS, en précisant les caractéristiques de navigation et celles du système soumis à l</w:t>
      </w:r>
      <w:r>
        <w:t>’</w:t>
      </w:r>
      <w:r w:rsidRPr="00C62650">
        <w:t>essai.</w:t>
      </w:r>
    </w:p>
    <w:p w:rsidR="00B066C2" w:rsidRPr="00C62650" w:rsidRDefault="00B066C2" w:rsidP="00B066C2">
      <w:pPr>
        <w:pStyle w:val="SingleTxtG"/>
        <w:ind w:left="2268" w:hanging="1134"/>
      </w:pPr>
      <w:r w:rsidRPr="00C62650">
        <w:t>1.1.1</w:t>
      </w:r>
      <w:r w:rsidRPr="00C62650">
        <w:tab/>
        <w:t>Les échantillons d</w:t>
      </w:r>
      <w:r>
        <w:t>’</w:t>
      </w:r>
      <w:r w:rsidRPr="00C62650">
        <w:t>AECD/AECS doivent être au nombre de trois et peuvent être soumis à des essais en parallèle.</w:t>
      </w:r>
    </w:p>
    <w:p w:rsidR="00B066C2" w:rsidRPr="00C62650" w:rsidRDefault="00B066C2" w:rsidP="00B066C2">
      <w:pPr>
        <w:pStyle w:val="SingleTxtG"/>
        <w:ind w:left="2268" w:hanging="1134"/>
      </w:pPr>
      <w:r w:rsidRPr="00C62650">
        <w:t>1.1.2</w:t>
      </w:r>
      <w:r w:rsidRPr="00C62650">
        <w:tab/>
        <w:t>L</w:t>
      </w:r>
      <w:r>
        <w:t>’</w:t>
      </w:r>
      <w:r w:rsidRPr="00C62650">
        <w:t>AECD/AECS est soumis à l</w:t>
      </w:r>
      <w:r>
        <w:t>’</w:t>
      </w:r>
      <w:r w:rsidRPr="00C62650">
        <w:t>essai muni d</w:t>
      </w:r>
      <w:r>
        <w:t>’</w:t>
      </w:r>
      <w:r w:rsidRPr="00C62650">
        <w:t>une carte SIM, et accompagné du mode d</w:t>
      </w:r>
      <w:r>
        <w:t>’</w:t>
      </w:r>
      <w:r w:rsidRPr="00C62650">
        <w:t>emploi et du logiciel nécessaire (fourni sur un support électronique).</w:t>
      </w:r>
    </w:p>
    <w:p w:rsidR="00B066C2" w:rsidRPr="00C62650" w:rsidRDefault="00B066C2" w:rsidP="00B066C2">
      <w:pPr>
        <w:pStyle w:val="SingleTxtG"/>
        <w:ind w:left="2268" w:hanging="1134"/>
      </w:pPr>
      <w:r w:rsidRPr="00C62650">
        <w:t>1.1.3</w:t>
      </w:r>
      <w:r w:rsidRPr="00C62650">
        <w:tab/>
        <w:t>Les documents joints doivent contenir les données suivantes :</w:t>
      </w:r>
    </w:p>
    <w:p w:rsidR="00B066C2" w:rsidRPr="00C62650" w:rsidRDefault="00B066C2" w:rsidP="00B066C2">
      <w:pPr>
        <w:pStyle w:val="SingleTxtG"/>
        <w:ind w:left="2835" w:hanging="567"/>
      </w:pPr>
      <w:r w:rsidRPr="00C62650">
        <w:t>a)</w:t>
      </w:r>
      <w:r w:rsidRPr="00C62650">
        <w:tab/>
        <w:t>Numéro de série du dispositif ;</w:t>
      </w:r>
    </w:p>
    <w:p w:rsidR="00B066C2" w:rsidRPr="00C62650" w:rsidRDefault="00B066C2" w:rsidP="00B066C2">
      <w:pPr>
        <w:pStyle w:val="SingleTxtG"/>
        <w:ind w:left="2835" w:hanging="567"/>
      </w:pPr>
      <w:r w:rsidRPr="00C62650">
        <w:t>b)</w:t>
      </w:r>
      <w:r w:rsidRPr="00C62650">
        <w:tab/>
        <w:t>Version matériel ;</w:t>
      </w:r>
    </w:p>
    <w:p w:rsidR="00B066C2" w:rsidRPr="00C62650" w:rsidRDefault="00B066C2" w:rsidP="00B066C2">
      <w:pPr>
        <w:pStyle w:val="SingleTxtG"/>
        <w:ind w:left="2835" w:hanging="567"/>
      </w:pPr>
      <w:r w:rsidRPr="00C62650">
        <w:t>c)</w:t>
      </w:r>
      <w:r w:rsidRPr="00C62650">
        <w:tab/>
        <w:t>Version du logiciel ;</w:t>
      </w:r>
    </w:p>
    <w:p w:rsidR="00B066C2" w:rsidRPr="00C62650" w:rsidRDefault="00B066C2" w:rsidP="00B066C2">
      <w:pPr>
        <w:pStyle w:val="SingleTxtG"/>
        <w:ind w:left="2835" w:hanging="567"/>
      </w:pPr>
      <w:r w:rsidRPr="00C62650">
        <w:t>d)</w:t>
      </w:r>
      <w:r w:rsidRPr="00C62650">
        <w:tab/>
        <w:t>Le numéro d</w:t>
      </w:r>
      <w:r>
        <w:t>’</w:t>
      </w:r>
      <w:r w:rsidRPr="00C62650">
        <w:t>identification du fournisseur du dispositif ;</w:t>
      </w:r>
    </w:p>
    <w:p w:rsidR="00B066C2" w:rsidRPr="00C62650" w:rsidRDefault="00B066C2" w:rsidP="00B066C2">
      <w:pPr>
        <w:pStyle w:val="SingleTxtG"/>
        <w:ind w:left="2835" w:hanging="567"/>
      </w:pPr>
      <w:r w:rsidRPr="00C62650">
        <w:t>e)</w:t>
      </w:r>
      <w:r w:rsidRPr="00C62650">
        <w:tab/>
        <w:t>Des documents techniques nécessaires pour effectuer les essais.</w:t>
      </w:r>
    </w:p>
    <w:p w:rsidR="00B066C2" w:rsidRPr="00C62650" w:rsidRDefault="00B066C2" w:rsidP="00B066C2">
      <w:pPr>
        <w:pStyle w:val="SingleTxtG"/>
        <w:ind w:left="2268" w:hanging="1134"/>
      </w:pPr>
      <w:r w:rsidRPr="00C62650">
        <w:t>1.1.4</w:t>
      </w:r>
      <w:r w:rsidRPr="00C62650">
        <w:tab/>
        <w:t>Les essais sont effectués dans des conditions climatiques normales conformément à la norme ISO 16750-1:2006 :</w:t>
      </w:r>
    </w:p>
    <w:p w:rsidR="00B066C2" w:rsidRPr="00C62650" w:rsidRDefault="00B066C2" w:rsidP="00B066C2">
      <w:pPr>
        <w:pStyle w:val="SingleTxtG"/>
        <w:ind w:left="2835" w:hanging="567"/>
      </w:pPr>
      <w:r w:rsidRPr="00C62650">
        <w:t>a)</w:t>
      </w:r>
      <w:r w:rsidRPr="00C62650">
        <w:tab/>
        <w:t>Température de l</w:t>
      </w:r>
      <w:r>
        <w:t>’</w:t>
      </w:r>
      <w:r w:rsidRPr="00C62650">
        <w:t>air égale à 23 </w:t>
      </w:r>
      <w:r w:rsidRPr="00C62650">
        <w:sym w:font="Symbol" w:char="F0B1"/>
      </w:r>
      <w:r w:rsidRPr="00C62650">
        <w:t> 5 °C ;</w:t>
      </w:r>
    </w:p>
    <w:p w:rsidR="00B066C2" w:rsidRPr="00C62650" w:rsidRDefault="00B066C2" w:rsidP="00B066C2">
      <w:pPr>
        <w:pStyle w:val="SingleTxtG"/>
        <w:ind w:left="2835" w:hanging="567"/>
      </w:pPr>
      <w:r w:rsidRPr="00C62650">
        <w:t>b)</w:t>
      </w:r>
      <w:r w:rsidRPr="00C62650">
        <w:tab/>
        <w:t>Hygrométrie relative de l</w:t>
      </w:r>
      <w:r>
        <w:t>’</w:t>
      </w:r>
      <w:r w:rsidRPr="00C62650">
        <w:t>air comprise entre 25 % et 75 %.</w:t>
      </w:r>
    </w:p>
    <w:p w:rsidR="00B066C2" w:rsidRPr="00C62650" w:rsidRDefault="00B066C2" w:rsidP="00B066C2">
      <w:pPr>
        <w:pStyle w:val="SingleTxtG"/>
        <w:ind w:left="2268" w:hanging="1134"/>
      </w:pPr>
      <w:r w:rsidRPr="00C62650">
        <w:t>1.1.5</w:t>
      </w:r>
      <w:r w:rsidRPr="00C62650">
        <w:tab/>
        <w:t>Les essais effectués sur l</w:t>
      </w:r>
      <w:r>
        <w:t>’</w:t>
      </w:r>
      <w:r w:rsidRPr="00C62650">
        <w:t>AECD/AECS en ce qui concerne le récepteur GNSS doivent être effectués avec le matériel d</w:t>
      </w:r>
      <w:r>
        <w:t>’</w:t>
      </w:r>
      <w:r w:rsidRPr="00C62650">
        <w:t>essai et les accessoires visés au tableau </w:t>
      </w:r>
      <w:r w:rsidRPr="007500F3">
        <w:t>6</w:t>
      </w:r>
      <w:r w:rsidRPr="00C62650">
        <w:t>.</w:t>
      </w:r>
    </w:p>
    <w:p w:rsidR="00B066C2" w:rsidRPr="00DC34D5" w:rsidRDefault="00B066C2" w:rsidP="00B066C2">
      <w:pPr>
        <w:pStyle w:val="Titre1"/>
        <w:spacing w:after="120"/>
        <w:ind w:left="0"/>
        <w:rPr>
          <w:b/>
        </w:rPr>
      </w:pPr>
      <w:r w:rsidRPr="00C62650">
        <w:t xml:space="preserve">Tableau </w:t>
      </w:r>
      <w:r w:rsidRPr="007500F3">
        <w:t>6</w:t>
      </w:r>
      <w:r w:rsidRPr="00C62650">
        <w:br/>
      </w:r>
      <w:r w:rsidRPr="00DC34D5">
        <w:rPr>
          <w:b/>
        </w:rPr>
        <w:t>Liste recommandée des instruments de mesure, du matériel d’essai et des accessoires</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40"/>
        <w:gridCol w:w="3049"/>
        <w:gridCol w:w="4350"/>
      </w:tblGrid>
      <w:tr w:rsidR="00B066C2" w:rsidRPr="00C62650" w:rsidTr="00C320AE">
        <w:trPr>
          <w:cantSplit/>
          <w:tblHeader/>
        </w:trPr>
        <w:tc>
          <w:tcPr>
            <w:tcW w:w="2240" w:type="dxa"/>
            <w:vMerge w:val="restart"/>
            <w:shd w:val="clear" w:color="auto" w:fill="auto"/>
            <w:tcMar>
              <w:left w:w="28" w:type="dxa"/>
              <w:right w:w="28" w:type="dxa"/>
            </w:tcMar>
            <w:vAlign w:val="bottom"/>
          </w:tcPr>
          <w:p w:rsidR="00B066C2" w:rsidRPr="00C62650" w:rsidRDefault="00B066C2" w:rsidP="00C320AE">
            <w:pPr>
              <w:spacing w:before="60" w:after="60" w:line="220" w:lineRule="atLeast"/>
              <w:ind w:left="57" w:right="57"/>
              <w:rPr>
                <w:i/>
                <w:sz w:val="16"/>
              </w:rPr>
            </w:pPr>
            <w:r w:rsidRPr="00C62650">
              <w:rPr>
                <w:i/>
                <w:sz w:val="16"/>
              </w:rPr>
              <w:t>Nom de l</w:t>
            </w:r>
            <w:r>
              <w:rPr>
                <w:i/>
                <w:sz w:val="16"/>
              </w:rPr>
              <w:t>’</w:t>
            </w:r>
            <w:r w:rsidRPr="00C62650">
              <w:rPr>
                <w:i/>
                <w:sz w:val="16"/>
              </w:rPr>
              <w:t>équipement</w:t>
            </w:r>
          </w:p>
        </w:tc>
        <w:tc>
          <w:tcPr>
            <w:tcW w:w="7399" w:type="dxa"/>
            <w:gridSpan w:val="2"/>
            <w:shd w:val="clear" w:color="auto" w:fill="auto"/>
            <w:tcMar>
              <w:left w:w="28" w:type="dxa"/>
              <w:right w:w="28" w:type="dxa"/>
            </w:tcMar>
            <w:vAlign w:val="bottom"/>
          </w:tcPr>
          <w:p w:rsidR="00B066C2" w:rsidRPr="00C62650" w:rsidRDefault="00B066C2" w:rsidP="00C320AE">
            <w:pPr>
              <w:spacing w:before="60" w:after="60" w:line="220" w:lineRule="atLeast"/>
              <w:ind w:left="57" w:right="57"/>
              <w:jc w:val="center"/>
              <w:rPr>
                <w:i/>
                <w:sz w:val="16"/>
              </w:rPr>
            </w:pPr>
            <w:r w:rsidRPr="00C62650">
              <w:rPr>
                <w:i/>
                <w:sz w:val="16"/>
              </w:rPr>
              <w:t>Caractéristiques techniques requises du matériel d</w:t>
            </w:r>
            <w:r>
              <w:rPr>
                <w:i/>
                <w:sz w:val="16"/>
              </w:rPr>
              <w:t>’</w:t>
            </w:r>
            <w:r w:rsidRPr="00C62650">
              <w:rPr>
                <w:i/>
                <w:sz w:val="16"/>
              </w:rPr>
              <w:t>essai</w:t>
            </w:r>
          </w:p>
        </w:tc>
      </w:tr>
      <w:tr w:rsidR="00B066C2" w:rsidRPr="00C62650" w:rsidTr="00C320AE">
        <w:trPr>
          <w:cantSplit/>
          <w:tblHeader/>
        </w:trPr>
        <w:tc>
          <w:tcPr>
            <w:tcW w:w="2240" w:type="dxa"/>
            <w:vMerge/>
            <w:shd w:val="clear" w:color="auto" w:fill="auto"/>
            <w:tcMar>
              <w:left w:w="28" w:type="dxa"/>
              <w:right w:w="28" w:type="dxa"/>
            </w:tcMar>
          </w:tcPr>
          <w:p w:rsidR="00B066C2" w:rsidRPr="00C62650" w:rsidRDefault="00B066C2" w:rsidP="00C320AE">
            <w:pPr>
              <w:spacing w:before="60" w:after="60" w:line="220" w:lineRule="atLeast"/>
              <w:ind w:left="57" w:right="57"/>
              <w:rPr>
                <w:lang w:eastAsia="ru-RU"/>
              </w:rPr>
            </w:pPr>
          </w:p>
        </w:tc>
        <w:tc>
          <w:tcPr>
            <w:tcW w:w="3049" w:type="dxa"/>
            <w:shd w:val="clear" w:color="auto" w:fill="auto"/>
            <w:tcMar>
              <w:left w:w="28" w:type="dxa"/>
              <w:right w:w="28" w:type="dxa"/>
            </w:tcMar>
            <w:vAlign w:val="bottom"/>
          </w:tcPr>
          <w:p w:rsidR="00B066C2" w:rsidRPr="00C62650" w:rsidRDefault="00B066C2" w:rsidP="00C320AE">
            <w:pPr>
              <w:spacing w:before="60" w:after="60" w:line="220" w:lineRule="atLeast"/>
              <w:ind w:left="57" w:right="57"/>
              <w:rPr>
                <w:i/>
                <w:sz w:val="16"/>
              </w:rPr>
            </w:pPr>
            <w:r w:rsidRPr="00C62650">
              <w:rPr>
                <w:i/>
                <w:sz w:val="16"/>
              </w:rPr>
              <w:t>Plage de mesure</w:t>
            </w:r>
          </w:p>
        </w:tc>
        <w:tc>
          <w:tcPr>
            <w:tcW w:w="4350" w:type="dxa"/>
            <w:shd w:val="clear" w:color="auto" w:fill="auto"/>
            <w:tcMar>
              <w:left w:w="28" w:type="dxa"/>
              <w:right w:w="28" w:type="dxa"/>
            </w:tcMar>
            <w:vAlign w:val="bottom"/>
          </w:tcPr>
          <w:p w:rsidR="00B066C2" w:rsidRPr="00C62650" w:rsidRDefault="00B066C2" w:rsidP="00C320AE">
            <w:pPr>
              <w:spacing w:before="60" w:after="60" w:line="220" w:lineRule="atLeast"/>
              <w:ind w:left="57" w:right="57"/>
              <w:rPr>
                <w:i/>
                <w:sz w:val="16"/>
              </w:rPr>
            </w:pPr>
            <w:r w:rsidRPr="00C62650">
              <w:rPr>
                <w:i/>
                <w:sz w:val="16"/>
              </w:rPr>
              <w:t>Exactitude de la mise à l</w:t>
            </w:r>
            <w:r>
              <w:rPr>
                <w:i/>
                <w:sz w:val="16"/>
              </w:rPr>
              <w:t>’</w:t>
            </w:r>
            <w:r w:rsidRPr="00C62650">
              <w:rPr>
                <w:i/>
                <w:sz w:val="16"/>
              </w:rPr>
              <w:t>échelle</w:t>
            </w:r>
          </w:p>
        </w:tc>
      </w:tr>
      <w:tr w:rsidR="00B066C2" w:rsidRPr="00C62650" w:rsidTr="00C320AE">
        <w:trPr>
          <w:cantSplit/>
        </w:trPr>
        <w:tc>
          <w:tcPr>
            <w:tcW w:w="2240" w:type="dxa"/>
            <w:shd w:val="clear" w:color="auto" w:fill="auto"/>
            <w:tcMar>
              <w:left w:w="28" w:type="dxa"/>
              <w:right w:w="0" w:type="dxa"/>
            </w:tcMar>
          </w:tcPr>
          <w:p w:rsidR="00B066C2" w:rsidRPr="00C62650" w:rsidRDefault="00B066C2" w:rsidP="00C320AE">
            <w:pPr>
              <w:spacing w:before="60" w:after="60" w:line="220" w:lineRule="atLeast"/>
              <w:ind w:left="57" w:right="57"/>
              <w:rPr>
                <w:lang w:eastAsia="ru-RU"/>
              </w:rPr>
            </w:pPr>
            <w:r w:rsidRPr="00C62650">
              <w:rPr>
                <w:lang w:eastAsia="ru-RU"/>
              </w:rPr>
              <w:t>Simulateur de signaux émis par des systèmes mondiaux de navigation par satellite comme GLONASS, Galileo ou GPS</w:t>
            </w:r>
          </w:p>
        </w:tc>
        <w:tc>
          <w:tcPr>
            <w:tcW w:w="3049" w:type="dxa"/>
            <w:shd w:val="clear" w:color="auto" w:fill="auto"/>
            <w:tcMar>
              <w:left w:w="28" w:type="dxa"/>
              <w:right w:w="0" w:type="dxa"/>
            </w:tcMar>
          </w:tcPr>
          <w:p w:rsidR="00B066C2" w:rsidRPr="00C62650" w:rsidRDefault="00B066C2" w:rsidP="00C320AE">
            <w:pPr>
              <w:spacing w:before="60" w:after="60" w:line="220" w:lineRule="atLeast"/>
              <w:ind w:left="57" w:right="57"/>
              <w:rPr>
                <w:lang w:eastAsia="ru-RU"/>
              </w:rPr>
            </w:pPr>
            <w:r>
              <w:rPr>
                <w:lang w:eastAsia="ru-RU"/>
              </w:rPr>
              <w:t>Nombre de signaux simulés : 18 </w:t>
            </w:r>
            <w:r w:rsidRPr="00C62650">
              <w:rPr>
                <w:lang w:eastAsia="ru-RU"/>
              </w:rPr>
              <w:t>minimum</w:t>
            </w:r>
          </w:p>
        </w:tc>
        <w:tc>
          <w:tcPr>
            <w:tcW w:w="4350" w:type="dxa"/>
            <w:shd w:val="clear" w:color="auto" w:fill="auto"/>
            <w:tcMar>
              <w:left w:w="28" w:type="dxa"/>
              <w:right w:w="0" w:type="dxa"/>
            </w:tcMar>
          </w:tcPr>
          <w:p w:rsidR="00B066C2" w:rsidRPr="00C62650" w:rsidRDefault="00B066C2" w:rsidP="00C320AE">
            <w:pPr>
              <w:spacing w:before="60" w:after="60" w:line="220" w:lineRule="atLeast"/>
              <w:ind w:left="57" w:right="57"/>
              <w:rPr>
                <w:lang w:eastAsia="ru-RU"/>
              </w:rPr>
            </w:pPr>
            <w:r w:rsidRPr="00C62650">
              <w:rPr>
                <w:lang w:eastAsia="ru-RU"/>
              </w:rPr>
              <w:t>Erreur type maximum de l</w:t>
            </w:r>
            <w:r>
              <w:rPr>
                <w:lang w:eastAsia="ru-RU"/>
              </w:rPr>
              <w:t>’</w:t>
            </w:r>
            <w:r w:rsidRPr="00C62650">
              <w:rPr>
                <w:lang w:eastAsia="ru-RU"/>
              </w:rPr>
              <w:t>élément exactitude aléatoire de la pseudo</w:t>
            </w:r>
            <w:r w:rsidRPr="00C62650">
              <w:rPr>
                <w:lang w:eastAsia="ru-RU"/>
              </w:rPr>
              <w:noBreakHyphen/>
              <w:t>distance jusqu</w:t>
            </w:r>
            <w:r>
              <w:rPr>
                <w:lang w:eastAsia="ru-RU"/>
              </w:rPr>
              <w:t>’</w:t>
            </w:r>
            <w:r w:rsidRPr="00C62650">
              <w:rPr>
                <w:lang w:eastAsia="ru-RU"/>
              </w:rPr>
              <w:t xml:space="preserve">aux systèmes GLONASS, Galileo ou GPS : </w:t>
            </w:r>
          </w:p>
          <w:p w:rsidR="00B066C2" w:rsidRPr="00C62650" w:rsidRDefault="00B066C2" w:rsidP="00C320AE">
            <w:pPr>
              <w:numPr>
                <w:ilvl w:val="0"/>
                <w:numId w:val="22"/>
              </w:numPr>
              <w:spacing w:before="60" w:after="60" w:line="220" w:lineRule="atLeast"/>
              <w:ind w:left="286" w:right="57" w:hanging="238"/>
              <w:rPr>
                <w:lang w:eastAsia="ru-RU"/>
              </w:rPr>
            </w:pPr>
            <w:r w:rsidRPr="00C62650">
              <w:rPr>
                <w:lang w:eastAsia="ru-RU"/>
              </w:rPr>
              <w:t>Phase de code stadiométrique : 0,1 m ;</w:t>
            </w:r>
          </w:p>
          <w:p w:rsidR="00B066C2" w:rsidRPr="00C62650" w:rsidRDefault="00B066C2" w:rsidP="00C320AE">
            <w:pPr>
              <w:numPr>
                <w:ilvl w:val="0"/>
                <w:numId w:val="22"/>
              </w:numPr>
              <w:spacing w:before="60" w:after="60" w:line="220" w:lineRule="atLeast"/>
              <w:ind w:left="286" w:right="57" w:hanging="238"/>
              <w:rPr>
                <w:lang w:eastAsia="ru-RU"/>
              </w:rPr>
            </w:pPr>
            <w:r w:rsidRPr="00C62650">
              <w:rPr>
                <w:lang w:eastAsia="ru-RU"/>
              </w:rPr>
              <w:t>Phase de porteuse de communication : 0,001 m ; et</w:t>
            </w:r>
          </w:p>
          <w:p w:rsidR="00B066C2" w:rsidRPr="00C62650" w:rsidRDefault="00B066C2" w:rsidP="00C320AE">
            <w:pPr>
              <w:numPr>
                <w:ilvl w:val="0"/>
                <w:numId w:val="22"/>
              </w:numPr>
              <w:spacing w:before="60" w:after="60" w:line="220" w:lineRule="atLeast"/>
              <w:ind w:left="286" w:right="57" w:hanging="238"/>
              <w:rPr>
                <w:lang w:eastAsia="ru-RU"/>
              </w:rPr>
            </w:pPr>
            <w:r w:rsidRPr="00C62650">
              <w:rPr>
                <w:lang w:eastAsia="ru-RU"/>
              </w:rPr>
              <w:t>Pseudo vitesse : 0,005 m/s.</w:t>
            </w:r>
          </w:p>
        </w:tc>
      </w:tr>
      <w:tr w:rsidR="00B066C2" w:rsidRPr="00C62650" w:rsidTr="00C320AE">
        <w:trPr>
          <w:cantSplit/>
        </w:trPr>
        <w:tc>
          <w:tcPr>
            <w:tcW w:w="2240" w:type="dxa"/>
            <w:shd w:val="clear" w:color="auto" w:fill="auto"/>
            <w:tcMar>
              <w:left w:w="28" w:type="dxa"/>
              <w:right w:w="0" w:type="dxa"/>
            </w:tcMar>
          </w:tcPr>
          <w:p w:rsidR="00B066C2" w:rsidRPr="00C62650" w:rsidRDefault="00B066C2" w:rsidP="00C320AE">
            <w:pPr>
              <w:spacing w:before="60" w:after="60" w:line="220" w:lineRule="atLeast"/>
              <w:ind w:left="57" w:right="57"/>
              <w:rPr>
                <w:lang w:eastAsia="ru-RU"/>
              </w:rPr>
            </w:pPr>
            <w:r w:rsidRPr="00C62650">
              <w:rPr>
                <w:lang w:eastAsia="ru-RU"/>
              </w:rPr>
              <w:t>Chronomètre numérique</w:t>
            </w:r>
          </w:p>
        </w:tc>
        <w:tc>
          <w:tcPr>
            <w:tcW w:w="3049" w:type="dxa"/>
            <w:shd w:val="clear" w:color="auto" w:fill="auto"/>
            <w:tcMar>
              <w:left w:w="28" w:type="dxa"/>
              <w:right w:w="0" w:type="dxa"/>
            </w:tcMar>
          </w:tcPr>
          <w:p w:rsidR="00B066C2" w:rsidRPr="00C62650" w:rsidRDefault="00B066C2" w:rsidP="00C320AE">
            <w:pPr>
              <w:spacing w:before="60" w:after="60" w:line="220" w:lineRule="atLeast"/>
              <w:ind w:left="57" w:right="57"/>
              <w:rPr>
                <w:lang w:eastAsia="ru-RU"/>
              </w:rPr>
            </w:pPr>
            <w:r w:rsidRPr="00C62650">
              <w:rPr>
                <w:lang w:eastAsia="ru-RU"/>
              </w:rPr>
              <w:t xml:space="preserve">Totalisateur : </w:t>
            </w:r>
            <w:r w:rsidRPr="00C62650">
              <w:rPr>
                <w:lang w:eastAsia="ru-RU"/>
              </w:rPr>
              <w:br/>
              <w:t>9 h 59 min 59,99 s</w:t>
            </w:r>
          </w:p>
        </w:tc>
        <w:tc>
          <w:tcPr>
            <w:tcW w:w="4350" w:type="dxa"/>
            <w:shd w:val="clear" w:color="auto" w:fill="auto"/>
            <w:tcMar>
              <w:left w:w="28" w:type="dxa"/>
              <w:right w:w="0" w:type="dxa"/>
            </w:tcMar>
          </w:tcPr>
          <w:p w:rsidR="00B066C2" w:rsidRPr="00C62650" w:rsidRDefault="00B066C2" w:rsidP="00C320AE">
            <w:pPr>
              <w:spacing w:before="60" w:after="60" w:line="220" w:lineRule="atLeast"/>
              <w:ind w:left="57" w:right="57"/>
              <w:rPr>
                <w:lang w:eastAsia="ru-RU"/>
              </w:rPr>
            </w:pPr>
            <w:r w:rsidRPr="00C62650">
              <w:rPr>
                <w:lang w:eastAsia="ru-RU"/>
              </w:rPr>
              <w:t>Variation journalière (à une température de 25 </w:t>
            </w:r>
            <w:r w:rsidRPr="00C62650">
              <w:rPr>
                <w:lang w:eastAsia="ru-RU"/>
              </w:rPr>
              <w:sym w:font="Symbol" w:char="F0B1"/>
            </w:r>
            <w:r w:rsidRPr="00C62650">
              <w:rPr>
                <w:lang w:eastAsia="ru-RU"/>
              </w:rPr>
              <w:t> 5 °С) maximum +1,0 s ;</w:t>
            </w:r>
          </w:p>
          <w:p w:rsidR="00B066C2" w:rsidRPr="00C62650" w:rsidRDefault="00B066C2" w:rsidP="00C320AE">
            <w:pPr>
              <w:spacing w:before="60" w:after="60" w:line="220" w:lineRule="atLeast"/>
              <w:ind w:left="57" w:right="57"/>
              <w:rPr>
                <w:lang w:eastAsia="ru-RU"/>
              </w:rPr>
            </w:pPr>
            <w:r w:rsidRPr="00C62650">
              <w:rPr>
                <w:lang w:eastAsia="ru-RU"/>
              </w:rPr>
              <w:t>Pouvoir de résolution en temps : 0,01 s</w:t>
            </w:r>
          </w:p>
        </w:tc>
      </w:tr>
      <w:tr w:rsidR="00B066C2" w:rsidRPr="00C62650" w:rsidTr="00C320AE">
        <w:trPr>
          <w:cantSplit/>
        </w:trPr>
        <w:tc>
          <w:tcPr>
            <w:tcW w:w="2240" w:type="dxa"/>
            <w:shd w:val="clear" w:color="auto" w:fill="auto"/>
            <w:tcMar>
              <w:left w:w="28" w:type="dxa"/>
              <w:right w:w="28" w:type="dxa"/>
            </w:tcMar>
          </w:tcPr>
          <w:p w:rsidR="00B066C2" w:rsidRPr="00C62650" w:rsidRDefault="00B066C2" w:rsidP="00C320AE">
            <w:pPr>
              <w:keepNext/>
              <w:spacing w:before="60" w:after="60" w:line="220" w:lineRule="atLeast"/>
              <w:ind w:left="57" w:right="57"/>
              <w:rPr>
                <w:lang w:eastAsia="ru-RU"/>
              </w:rPr>
            </w:pPr>
            <w:r w:rsidRPr="00C62650">
              <w:rPr>
                <w:lang w:eastAsia="ru-RU"/>
              </w:rPr>
              <w:lastRenderedPageBreak/>
              <w:t>Analyseur du réseau vecteur</w:t>
            </w:r>
          </w:p>
        </w:tc>
        <w:tc>
          <w:tcPr>
            <w:tcW w:w="3049" w:type="dxa"/>
            <w:shd w:val="clear" w:color="auto" w:fill="auto"/>
            <w:tcMar>
              <w:left w:w="28" w:type="dxa"/>
              <w:right w:w="28" w:type="dxa"/>
            </w:tcMar>
          </w:tcPr>
          <w:p w:rsidR="00B066C2" w:rsidRPr="00C62650" w:rsidRDefault="00B066C2" w:rsidP="00C320AE">
            <w:pPr>
              <w:keepNext/>
              <w:spacing w:before="60" w:after="60" w:line="220" w:lineRule="atLeast"/>
              <w:ind w:left="57" w:right="57"/>
              <w:rPr>
                <w:lang w:eastAsia="ru-RU"/>
              </w:rPr>
            </w:pPr>
            <w:r w:rsidRPr="00C62650">
              <w:rPr>
                <w:lang w:eastAsia="ru-RU"/>
              </w:rPr>
              <w:t>Plage de fréquences : 300 kHz … 4 000 kHz</w:t>
            </w:r>
          </w:p>
          <w:p w:rsidR="00B066C2" w:rsidRPr="00C62650" w:rsidRDefault="00B066C2" w:rsidP="00C320AE">
            <w:pPr>
              <w:keepNext/>
              <w:spacing w:before="60" w:after="60" w:line="220" w:lineRule="atLeast"/>
              <w:ind w:left="57" w:right="57"/>
              <w:rPr>
                <w:lang w:eastAsia="ru-RU"/>
              </w:rPr>
            </w:pPr>
            <w:r w:rsidRPr="00C62650">
              <w:rPr>
                <w:lang w:eastAsia="ru-RU"/>
              </w:rPr>
              <w:t>Plage dynamique :</w:t>
            </w:r>
          </w:p>
          <w:p w:rsidR="00B066C2" w:rsidRPr="00C62650" w:rsidRDefault="00B066C2" w:rsidP="00C320AE">
            <w:pPr>
              <w:keepNext/>
              <w:spacing w:before="60" w:after="60" w:line="220" w:lineRule="atLeast"/>
              <w:ind w:left="57" w:right="57"/>
              <w:rPr>
                <w:lang w:eastAsia="ru-RU"/>
              </w:rPr>
            </w:pPr>
            <w:r w:rsidRPr="00C62650">
              <w:rPr>
                <w:lang w:eastAsia="ru-RU"/>
              </w:rPr>
              <w:t>(-85 ... 40) dB</w:t>
            </w:r>
          </w:p>
        </w:tc>
        <w:tc>
          <w:tcPr>
            <w:tcW w:w="4350" w:type="dxa"/>
            <w:shd w:val="clear" w:color="auto" w:fill="auto"/>
            <w:tcMar>
              <w:left w:w="28" w:type="dxa"/>
              <w:right w:w="28" w:type="dxa"/>
            </w:tcMar>
          </w:tcPr>
          <w:p w:rsidR="00B066C2" w:rsidRPr="00C62650" w:rsidRDefault="00B066C2" w:rsidP="00C320AE">
            <w:pPr>
              <w:keepNext/>
              <w:spacing w:before="60" w:after="60" w:line="220" w:lineRule="atLeast"/>
              <w:ind w:left="57" w:right="57"/>
              <w:rPr>
                <w:lang w:eastAsia="ru-RU"/>
              </w:rPr>
            </w:pPr>
            <w:r w:rsidRPr="00C62650">
              <w:rPr>
                <w:lang w:eastAsia="ru-RU"/>
              </w:rPr>
              <w:t>Exactitude F : 1·10</w:t>
            </w:r>
            <w:r w:rsidRPr="00C62650">
              <w:rPr>
                <w:vertAlign w:val="superscript"/>
                <w:lang w:eastAsia="ru-RU"/>
              </w:rPr>
              <w:t>-6</w:t>
            </w:r>
          </w:p>
          <w:p w:rsidR="00B066C2" w:rsidRPr="00C62650" w:rsidRDefault="00B066C2" w:rsidP="00C320AE">
            <w:pPr>
              <w:keepNext/>
              <w:spacing w:before="60" w:after="60" w:line="220" w:lineRule="atLeast"/>
              <w:ind w:left="57" w:right="57"/>
              <w:rPr>
                <w:lang w:eastAsia="ru-RU"/>
              </w:rPr>
            </w:pPr>
            <w:r w:rsidRPr="00C62650">
              <w:rPr>
                <w:lang w:eastAsia="ru-RU"/>
              </w:rPr>
              <w:t>Exactitude D : (0,1 ... 0,5) dB</w:t>
            </w:r>
          </w:p>
        </w:tc>
      </w:tr>
      <w:tr w:rsidR="00B066C2" w:rsidRPr="00C62650" w:rsidTr="00C320AE">
        <w:trPr>
          <w:cantSplit/>
        </w:trPr>
        <w:tc>
          <w:tcPr>
            <w:tcW w:w="2240" w:type="dxa"/>
            <w:shd w:val="clear" w:color="auto" w:fill="auto"/>
            <w:tcMar>
              <w:left w:w="28" w:type="dxa"/>
              <w:right w:w="28" w:type="dxa"/>
            </w:tcMar>
          </w:tcPr>
          <w:p w:rsidR="00B066C2" w:rsidRPr="00C62650" w:rsidRDefault="00B066C2" w:rsidP="00C320AE">
            <w:pPr>
              <w:spacing w:before="60" w:after="60" w:line="220" w:lineRule="atLeast"/>
              <w:ind w:left="57" w:right="57"/>
              <w:rPr>
                <w:lang w:eastAsia="ru-RU"/>
              </w:rPr>
            </w:pPr>
            <w:r w:rsidRPr="00C62650">
              <w:rPr>
                <w:lang w:eastAsia="ru-RU"/>
              </w:rPr>
              <w:t>Amplificateur à faible bruit</w:t>
            </w:r>
          </w:p>
        </w:tc>
        <w:tc>
          <w:tcPr>
            <w:tcW w:w="3049" w:type="dxa"/>
            <w:shd w:val="clear" w:color="auto" w:fill="auto"/>
            <w:tcMar>
              <w:left w:w="28" w:type="dxa"/>
              <w:right w:w="28" w:type="dxa"/>
            </w:tcMar>
          </w:tcPr>
          <w:p w:rsidR="00B066C2" w:rsidRPr="00C62650" w:rsidRDefault="00B066C2" w:rsidP="00C320AE">
            <w:pPr>
              <w:spacing w:before="60" w:after="60" w:line="220" w:lineRule="atLeast"/>
              <w:ind w:left="57" w:right="57"/>
              <w:rPr>
                <w:lang w:eastAsia="ru-RU"/>
              </w:rPr>
            </w:pPr>
            <w:r w:rsidRPr="00C62650">
              <w:rPr>
                <w:lang w:eastAsia="ru-RU"/>
              </w:rPr>
              <w:t xml:space="preserve">Plage de fréquences : </w:t>
            </w:r>
            <w:r w:rsidRPr="00C62650">
              <w:rPr>
                <w:lang w:eastAsia="ru-RU"/>
              </w:rPr>
              <w:br/>
              <w:t>1 200 ... 1 700 MHz</w:t>
            </w:r>
          </w:p>
          <w:p w:rsidR="00B066C2" w:rsidRPr="00C62650" w:rsidRDefault="00B066C2" w:rsidP="00C320AE">
            <w:pPr>
              <w:spacing w:before="60" w:after="60" w:line="220" w:lineRule="atLeast"/>
              <w:ind w:left="57" w:right="57"/>
              <w:rPr>
                <w:lang w:eastAsia="ru-RU"/>
              </w:rPr>
            </w:pPr>
            <w:r w:rsidRPr="00C62650">
              <w:rPr>
                <w:lang w:eastAsia="ru-RU"/>
              </w:rPr>
              <w:t>Coefficient de bruit : 2,0 dB maximum</w:t>
            </w:r>
          </w:p>
          <w:p w:rsidR="00B066C2" w:rsidRPr="00C62650" w:rsidRDefault="00B066C2" w:rsidP="00C320AE">
            <w:pPr>
              <w:spacing w:before="60" w:after="60" w:line="220" w:lineRule="atLeast"/>
              <w:ind w:left="57" w:right="57"/>
              <w:rPr>
                <w:lang w:eastAsia="ru-RU"/>
              </w:rPr>
            </w:pPr>
            <w:r w:rsidRPr="00C62650">
              <w:rPr>
                <w:lang w:eastAsia="ru-RU"/>
              </w:rPr>
              <w:t>Coefficient de gain d</w:t>
            </w:r>
            <w:r>
              <w:rPr>
                <w:lang w:eastAsia="ru-RU"/>
              </w:rPr>
              <w:t>’</w:t>
            </w:r>
            <w:r w:rsidRPr="00C62650">
              <w:rPr>
                <w:lang w:eastAsia="ru-RU"/>
              </w:rPr>
              <w:t xml:space="preserve">amplification : 24 dB </w:t>
            </w:r>
          </w:p>
        </w:tc>
        <w:tc>
          <w:tcPr>
            <w:tcW w:w="4350" w:type="dxa"/>
            <w:shd w:val="clear" w:color="auto" w:fill="auto"/>
            <w:tcMar>
              <w:left w:w="28" w:type="dxa"/>
              <w:right w:w="28" w:type="dxa"/>
            </w:tcMar>
          </w:tcPr>
          <w:p w:rsidR="00B066C2" w:rsidRPr="00C62650" w:rsidRDefault="00B066C2" w:rsidP="00C320AE">
            <w:pPr>
              <w:spacing w:before="60" w:after="60" w:line="220" w:lineRule="atLeast"/>
              <w:ind w:left="57" w:right="57"/>
              <w:rPr>
                <w:lang w:eastAsia="ru-RU"/>
              </w:rPr>
            </w:pPr>
          </w:p>
        </w:tc>
      </w:tr>
      <w:tr w:rsidR="00B066C2" w:rsidRPr="00C62650" w:rsidTr="00C320AE">
        <w:trPr>
          <w:cantSplit/>
        </w:trPr>
        <w:tc>
          <w:tcPr>
            <w:tcW w:w="2240" w:type="dxa"/>
            <w:shd w:val="clear" w:color="auto" w:fill="auto"/>
            <w:tcMar>
              <w:left w:w="28" w:type="dxa"/>
              <w:right w:w="28" w:type="dxa"/>
            </w:tcMar>
          </w:tcPr>
          <w:p w:rsidR="00B066C2" w:rsidRPr="00C62650" w:rsidRDefault="00B066C2" w:rsidP="00C320AE">
            <w:pPr>
              <w:spacing w:before="60" w:after="60" w:line="220" w:lineRule="atLeast"/>
              <w:ind w:left="57" w:right="57"/>
              <w:rPr>
                <w:lang w:eastAsia="ru-RU"/>
              </w:rPr>
            </w:pPr>
            <w:r w:rsidRPr="00C62650">
              <w:rPr>
                <w:lang w:eastAsia="ru-RU"/>
              </w:rPr>
              <w:t xml:space="preserve">Atténuateur </w:t>
            </w:r>
            <w:r w:rsidRPr="00C62650">
              <w:rPr>
                <w:rFonts w:eastAsia="MS Mincho"/>
                <w:lang w:eastAsia="ru-RU"/>
              </w:rPr>
              <w:t>n</w:t>
            </w:r>
            <w:r w:rsidRPr="00C62650">
              <w:rPr>
                <w:rFonts w:eastAsia="MS Mincho"/>
                <w:vertAlign w:val="superscript"/>
                <w:lang w:eastAsia="ru-RU"/>
              </w:rPr>
              <w:t>o</w:t>
            </w:r>
            <w:r w:rsidRPr="00C62650">
              <w:rPr>
                <w:lang w:eastAsia="ru-RU"/>
              </w:rPr>
              <w:t> 1</w:t>
            </w:r>
          </w:p>
        </w:tc>
        <w:tc>
          <w:tcPr>
            <w:tcW w:w="3049" w:type="dxa"/>
            <w:shd w:val="clear" w:color="auto" w:fill="auto"/>
            <w:tcMar>
              <w:left w:w="28" w:type="dxa"/>
              <w:right w:w="28" w:type="dxa"/>
            </w:tcMar>
          </w:tcPr>
          <w:p w:rsidR="00B066C2" w:rsidRPr="00C62650" w:rsidRDefault="00B066C2" w:rsidP="00C320AE">
            <w:pPr>
              <w:spacing w:before="60" w:after="60" w:line="220" w:lineRule="atLeast"/>
              <w:ind w:left="57" w:right="57"/>
              <w:rPr>
                <w:lang w:eastAsia="ru-RU"/>
              </w:rPr>
            </w:pPr>
            <w:r w:rsidRPr="00C62650">
              <w:rPr>
                <w:lang w:eastAsia="ru-RU"/>
              </w:rPr>
              <w:t xml:space="preserve">Plage dynamique : </w:t>
            </w:r>
            <w:r w:rsidRPr="00C62650">
              <w:rPr>
                <w:lang w:eastAsia="ru-RU"/>
              </w:rPr>
              <w:br/>
              <w:t>(0 ... 11 dB)</w:t>
            </w:r>
          </w:p>
        </w:tc>
        <w:tc>
          <w:tcPr>
            <w:tcW w:w="4350" w:type="dxa"/>
            <w:shd w:val="clear" w:color="auto" w:fill="auto"/>
            <w:tcMar>
              <w:left w:w="28" w:type="dxa"/>
              <w:right w:w="28" w:type="dxa"/>
            </w:tcMar>
          </w:tcPr>
          <w:p w:rsidR="00B066C2" w:rsidRPr="00C62650" w:rsidRDefault="00B066C2" w:rsidP="00C320AE">
            <w:pPr>
              <w:spacing w:before="60" w:after="60" w:line="220" w:lineRule="atLeast"/>
              <w:ind w:left="57" w:right="57"/>
              <w:rPr>
                <w:lang w:eastAsia="ru-RU"/>
              </w:rPr>
            </w:pPr>
            <w:r w:rsidRPr="00C62650">
              <w:rPr>
                <w:lang w:eastAsia="ru-RU"/>
              </w:rPr>
              <w:t xml:space="preserve">Précision </w:t>
            </w:r>
            <w:r w:rsidRPr="00C62650">
              <w:rPr>
                <w:lang w:eastAsia="ru-RU"/>
              </w:rPr>
              <w:sym w:font="Symbol" w:char="F0B1"/>
            </w:r>
            <w:r w:rsidRPr="00C62650">
              <w:rPr>
                <w:lang w:eastAsia="ru-RU"/>
              </w:rPr>
              <w:t>0,5 dB</w:t>
            </w:r>
          </w:p>
        </w:tc>
      </w:tr>
      <w:tr w:rsidR="00B066C2" w:rsidRPr="00C62650" w:rsidTr="00C320AE">
        <w:trPr>
          <w:cantSplit/>
        </w:trPr>
        <w:tc>
          <w:tcPr>
            <w:tcW w:w="2240" w:type="dxa"/>
            <w:shd w:val="clear" w:color="auto" w:fill="auto"/>
            <w:tcMar>
              <w:left w:w="28" w:type="dxa"/>
              <w:right w:w="28" w:type="dxa"/>
            </w:tcMar>
          </w:tcPr>
          <w:p w:rsidR="00B066C2" w:rsidRPr="00C62650" w:rsidRDefault="00B066C2" w:rsidP="00C320AE">
            <w:pPr>
              <w:spacing w:before="60" w:after="60" w:line="220" w:lineRule="atLeast"/>
              <w:ind w:left="57" w:right="57"/>
              <w:rPr>
                <w:lang w:eastAsia="ru-RU"/>
              </w:rPr>
            </w:pPr>
            <w:r w:rsidRPr="00C62650">
              <w:rPr>
                <w:lang w:eastAsia="ru-RU"/>
              </w:rPr>
              <w:t xml:space="preserve">Atténuateur </w:t>
            </w:r>
            <w:r w:rsidRPr="00C62650">
              <w:rPr>
                <w:rFonts w:eastAsia="MS Mincho"/>
                <w:lang w:eastAsia="ru-RU"/>
              </w:rPr>
              <w:t>n</w:t>
            </w:r>
            <w:r w:rsidRPr="00C62650">
              <w:rPr>
                <w:rFonts w:eastAsia="MS Mincho"/>
                <w:vertAlign w:val="superscript"/>
                <w:lang w:eastAsia="ru-RU"/>
              </w:rPr>
              <w:t>o</w:t>
            </w:r>
            <w:r w:rsidRPr="00C62650">
              <w:rPr>
                <w:lang w:eastAsia="ru-RU"/>
              </w:rPr>
              <w:t> 2</w:t>
            </w:r>
          </w:p>
        </w:tc>
        <w:tc>
          <w:tcPr>
            <w:tcW w:w="3049" w:type="dxa"/>
            <w:shd w:val="clear" w:color="auto" w:fill="auto"/>
            <w:tcMar>
              <w:left w:w="28" w:type="dxa"/>
              <w:right w:w="28" w:type="dxa"/>
            </w:tcMar>
          </w:tcPr>
          <w:p w:rsidR="00B066C2" w:rsidRPr="00C62650" w:rsidRDefault="00B066C2" w:rsidP="00C320AE">
            <w:pPr>
              <w:spacing w:before="60" w:after="60" w:line="220" w:lineRule="atLeast"/>
              <w:ind w:left="57" w:right="57"/>
              <w:rPr>
                <w:lang w:eastAsia="ru-RU"/>
              </w:rPr>
            </w:pPr>
            <w:r w:rsidRPr="00C62650">
              <w:rPr>
                <w:lang w:eastAsia="ru-RU"/>
              </w:rPr>
              <w:t xml:space="preserve">Plage dynamique : </w:t>
            </w:r>
            <w:r w:rsidRPr="00C62650">
              <w:rPr>
                <w:lang w:eastAsia="ru-RU"/>
              </w:rPr>
              <w:br/>
              <w:t>(0 ... 110 dB)</w:t>
            </w:r>
          </w:p>
        </w:tc>
        <w:tc>
          <w:tcPr>
            <w:tcW w:w="4350" w:type="dxa"/>
            <w:shd w:val="clear" w:color="auto" w:fill="auto"/>
            <w:tcMar>
              <w:left w:w="28" w:type="dxa"/>
              <w:right w:w="28" w:type="dxa"/>
            </w:tcMar>
          </w:tcPr>
          <w:p w:rsidR="00B066C2" w:rsidRPr="00C62650" w:rsidRDefault="00B066C2" w:rsidP="00C320AE">
            <w:pPr>
              <w:spacing w:before="60" w:after="60" w:line="220" w:lineRule="atLeast"/>
              <w:ind w:left="57" w:right="57"/>
              <w:rPr>
                <w:lang w:eastAsia="ru-RU"/>
              </w:rPr>
            </w:pPr>
            <w:r w:rsidRPr="00C62650">
              <w:rPr>
                <w:lang w:eastAsia="ru-RU"/>
              </w:rPr>
              <w:t xml:space="preserve">Précision </w:t>
            </w:r>
            <w:r w:rsidRPr="00C62650">
              <w:rPr>
                <w:lang w:eastAsia="ru-RU"/>
              </w:rPr>
              <w:sym w:font="Symbol" w:char="F0B1"/>
            </w:r>
            <w:r w:rsidRPr="00C62650">
              <w:rPr>
                <w:lang w:eastAsia="ru-RU"/>
              </w:rPr>
              <w:t>0,5 dB</w:t>
            </w:r>
          </w:p>
        </w:tc>
      </w:tr>
      <w:tr w:rsidR="00B066C2" w:rsidRPr="00C62650" w:rsidTr="00C320AE">
        <w:trPr>
          <w:cantSplit/>
        </w:trPr>
        <w:tc>
          <w:tcPr>
            <w:tcW w:w="2240" w:type="dxa"/>
            <w:shd w:val="clear" w:color="auto" w:fill="auto"/>
            <w:tcMar>
              <w:left w:w="28" w:type="dxa"/>
              <w:right w:w="28" w:type="dxa"/>
            </w:tcMar>
          </w:tcPr>
          <w:p w:rsidR="00B066C2" w:rsidRPr="00C62650" w:rsidRDefault="00B066C2" w:rsidP="00C320AE">
            <w:pPr>
              <w:spacing w:before="60" w:after="60" w:line="220" w:lineRule="atLeast"/>
              <w:ind w:left="57" w:right="57"/>
              <w:rPr>
                <w:lang w:eastAsia="ru-RU"/>
              </w:rPr>
            </w:pPr>
            <w:r w:rsidRPr="00C62650">
              <w:rPr>
                <w:lang w:eastAsia="ru-RU"/>
              </w:rPr>
              <w:t>Source d</w:t>
            </w:r>
            <w:r>
              <w:rPr>
                <w:lang w:eastAsia="ru-RU"/>
              </w:rPr>
              <w:t>’</w:t>
            </w:r>
            <w:r w:rsidRPr="00C62650">
              <w:rPr>
                <w:lang w:eastAsia="ru-RU"/>
              </w:rPr>
              <w:t>énergie</w:t>
            </w:r>
          </w:p>
        </w:tc>
        <w:tc>
          <w:tcPr>
            <w:tcW w:w="3049" w:type="dxa"/>
            <w:shd w:val="clear" w:color="auto" w:fill="auto"/>
            <w:tcMar>
              <w:left w:w="28" w:type="dxa"/>
              <w:right w:w="28" w:type="dxa"/>
            </w:tcMar>
          </w:tcPr>
          <w:p w:rsidR="00B066C2" w:rsidRPr="00C62650" w:rsidRDefault="00B066C2" w:rsidP="00C320AE">
            <w:pPr>
              <w:spacing w:before="60" w:after="60" w:line="220" w:lineRule="atLeast"/>
              <w:ind w:left="57" w:right="57"/>
              <w:rPr>
                <w:lang w:eastAsia="ru-RU"/>
              </w:rPr>
            </w:pPr>
            <w:r w:rsidRPr="00C62650">
              <w:rPr>
                <w:lang w:eastAsia="ru-RU"/>
              </w:rPr>
              <w:t xml:space="preserve">Plage de tensions </w:t>
            </w:r>
            <w:r w:rsidRPr="00C62650">
              <w:rPr>
                <w:lang w:eastAsia="ru-RU"/>
              </w:rPr>
              <w:br/>
              <w:t xml:space="preserve">du courant continu : </w:t>
            </w:r>
            <w:r w:rsidRPr="00C62650">
              <w:rPr>
                <w:lang w:eastAsia="ru-RU"/>
              </w:rPr>
              <w:br/>
              <w:t>0,1 à 30 V</w:t>
            </w:r>
          </w:p>
          <w:p w:rsidR="00B066C2" w:rsidRPr="00C62650" w:rsidRDefault="00B066C2" w:rsidP="00C320AE">
            <w:pPr>
              <w:spacing w:before="60" w:after="60" w:line="220" w:lineRule="atLeast"/>
              <w:ind w:left="57" w:right="57"/>
              <w:rPr>
                <w:lang w:eastAsia="ru-RU"/>
              </w:rPr>
            </w:pPr>
            <w:r w:rsidRPr="00C62650">
              <w:rPr>
                <w:lang w:eastAsia="ru-RU"/>
              </w:rPr>
              <w:t xml:space="preserve">Intensité du courant </w:t>
            </w:r>
            <w:r w:rsidRPr="00C62650">
              <w:rPr>
                <w:lang w:eastAsia="ru-RU"/>
              </w:rPr>
              <w:br/>
              <w:t xml:space="preserve">à la tension de sortie : </w:t>
            </w:r>
            <w:r w:rsidRPr="00C62650">
              <w:rPr>
                <w:lang w:eastAsia="ru-RU"/>
              </w:rPr>
              <w:br/>
              <w:t>3 A minimum</w:t>
            </w:r>
          </w:p>
        </w:tc>
        <w:tc>
          <w:tcPr>
            <w:tcW w:w="4350" w:type="dxa"/>
            <w:shd w:val="clear" w:color="auto" w:fill="auto"/>
            <w:tcMar>
              <w:left w:w="28" w:type="dxa"/>
              <w:right w:w="28" w:type="dxa"/>
            </w:tcMar>
          </w:tcPr>
          <w:p w:rsidR="00B066C2" w:rsidRPr="00C62650" w:rsidRDefault="00B066C2" w:rsidP="00C320AE">
            <w:pPr>
              <w:spacing w:before="60" w:after="60" w:line="220" w:lineRule="atLeast"/>
              <w:ind w:left="57" w:right="57"/>
              <w:rPr>
                <w:lang w:eastAsia="ru-RU"/>
              </w:rPr>
            </w:pPr>
            <w:r w:rsidRPr="00C62650">
              <w:rPr>
                <w:lang w:eastAsia="ru-RU"/>
              </w:rPr>
              <w:t xml:space="preserve">Précision de la tension </w:t>
            </w:r>
            <w:r w:rsidRPr="00C62650">
              <w:rPr>
                <w:lang w:eastAsia="ru-RU"/>
              </w:rPr>
              <w:sym w:font="Symbol" w:char="F0B1"/>
            </w:r>
            <w:r w:rsidRPr="00C62650">
              <w:rPr>
                <w:lang w:eastAsia="ru-RU"/>
              </w:rPr>
              <w:t>3 %</w:t>
            </w:r>
          </w:p>
          <w:p w:rsidR="00B066C2" w:rsidRPr="00C62650" w:rsidRDefault="00B066C2" w:rsidP="00C320AE">
            <w:pPr>
              <w:spacing w:before="60" w:after="60" w:line="220" w:lineRule="atLeast"/>
              <w:ind w:left="57" w:right="57"/>
              <w:rPr>
                <w:lang w:eastAsia="ru-RU"/>
              </w:rPr>
            </w:pPr>
            <w:r w:rsidRPr="00C62650">
              <w:rPr>
                <w:lang w:eastAsia="ru-RU"/>
              </w:rPr>
              <w:t>Précision de l</w:t>
            </w:r>
            <w:r>
              <w:rPr>
                <w:lang w:eastAsia="ru-RU"/>
              </w:rPr>
              <w:t>’</w:t>
            </w:r>
            <w:r w:rsidRPr="00C62650">
              <w:rPr>
                <w:lang w:eastAsia="ru-RU"/>
              </w:rPr>
              <w:t xml:space="preserve">intensité </w:t>
            </w:r>
            <w:r w:rsidRPr="00C62650">
              <w:rPr>
                <w:lang w:eastAsia="ru-RU"/>
              </w:rPr>
              <w:sym w:font="Symbol" w:char="F0B1"/>
            </w:r>
            <w:r w:rsidRPr="00C62650">
              <w:rPr>
                <w:lang w:eastAsia="ru-RU"/>
              </w:rPr>
              <w:t>1 %</w:t>
            </w:r>
          </w:p>
        </w:tc>
      </w:tr>
    </w:tbl>
    <w:p w:rsidR="00B066C2" w:rsidRPr="00C62650" w:rsidRDefault="00B066C2" w:rsidP="00287049">
      <w:pPr>
        <w:spacing w:before="120" w:after="240"/>
        <w:ind w:firstLine="170"/>
        <w:rPr>
          <w:sz w:val="18"/>
          <w:szCs w:val="18"/>
        </w:rPr>
      </w:pPr>
      <w:r w:rsidRPr="00C62650">
        <w:rPr>
          <w:i/>
          <w:sz w:val="18"/>
          <w:szCs w:val="18"/>
        </w:rPr>
        <w:t>Note</w:t>
      </w:r>
      <w:r w:rsidRPr="00C62650">
        <w:rPr>
          <w:sz w:val="18"/>
          <w:szCs w:val="18"/>
        </w:rPr>
        <w:t> : D</w:t>
      </w:r>
      <w:r>
        <w:rPr>
          <w:sz w:val="18"/>
          <w:szCs w:val="18"/>
        </w:rPr>
        <w:t>’</w:t>
      </w:r>
      <w:r w:rsidRPr="00C62650">
        <w:rPr>
          <w:sz w:val="18"/>
          <w:szCs w:val="18"/>
        </w:rPr>
        <w:t>autres types d</w:t>
      </w:r>
      <w:r>
        <w:rPr>
          <w:sz w:val="18"/>
          <w:szCs w:val="18"/>
        </w:rPr>
        <w:t>’</w:t>
      </w:r>
      <w:r w:rsidRPr="00C62650">
        <w:rPr>
          <w:sz w:val="18"/>
          <w:szCs w:val="18"/>
        </w:rPr>
        <w:t>équipements analogues peuvent être utilisés à condition qu</w:t>
      </w:r>
      <w:r>
        <w:rPr>
          <w:sz w:val="18"/>
          <w:szCs w:val="18"/>
        </w:rPr>
        <w:t>’</w:t>
      </w:r>
      <w:r w:rsidRPr="00C62650">
        <w:rPr>
          <w:sz w:val="18"/>
          <w:szCs w:val="18"/>
        </w:rPr>
        <w:t>ils permettent une détermination des caractéristiques avec la précision requise.</w:t>
      </w:r>
    </w:p>
    <w:p w:rsidR="00B066C2" w:rsidRPr="00C62650" w:rsidRDefault="00B066C2" w:rsidP="00B066C2">
      <w:pPr>
        <w:pStyle w:val="SingleTxtG"/>
        <w:ind w:left="2268" w:hanging="1134"/>
      </w:pPr>
      <w:r w:rsidRPr="00C62650">
        <w:t>1.1.6</w:t>
      </w:r>
      <w:r w:rsidRPr="00C62650">
        <w:tab/>
        <w:t>Sauf indication contraire, la simulation de signaux GNSS doit suivre le mode « ciel ouvert » défini à la figure 1.</w:t>
      </w:r>
    </w:p>
    <w:p w:rsidR="00B066C2" w:rsidRPr="00191BC9" w:rsidRDefault="00B066C2" w:rsidP="00B066C2">
      <w:pPr>
        <w:pStyle w:val="Titre1"/>
        <w:spacing w:after="120"/>
        <w:rPr>
          <w:b/>
        </w:rPr>
      </w:pPr>
      <w:r w:rsidRPr="00C62650">
        <w:t xml:space="preserve">Figure 1 </w:t>
      </w:r>
      <w:r w:rsidRPr="00C62650">
        <w:br/>
      </w:r>
      <w:r w:rsidRPr="00191BC9">
        <w:rPr>
          <w:b/>
        </w:rPr>
        <w:t>Définition du mode « ciel ouvert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92"/>
        <w:gridCol w:w="2739"/>
        <w:gridCol w:w="2739"/>
      </w:tblGrid>
      <w:tr w:rsidR="00B066C2" w:rsidRPr="00191BC9" w:rsidTr="00C320AE">
        <w:trPr>
          <w:tblHeader/>
        </w:trPr>
        <w:tc>
          <w:tcPr>
            <w:tcW w:w="1892" w:type="dxa"/>
            <w:shd w:val="clear" w:color="auto" w:fill="auto"/>
            <w:vAlign w:val="bottom"/>
          </w:tcPr>
          <w:p w:rsidR="00B066C2" w:rsidRPr="00191BC9" w:rsidRDefault="00B066C2" w:rsidP="00C320AE">
            <w:pPr>
              <w:spacing w:before="60" w:after="60" w:line="220" w:lineRule="atLeast"/>
              <w:ind w:left="57" w:right="57"/>
              <w:rPr>
                <w:i/>
                <w:sz w:val="16"/>
              </w:rPr>
            </w:pPr>
            <w:r w:rsidRPr="00191BC9">
              <w:rPr>
                <w:i/>
                <w:sz w:val="16"/>
              </w:rPr>
              <w:t>Zone</w:t>
            </w:r>
          </w:p>
        </w:tc>
        <w:tc>
          <w:tcPr>
            <w:tcW w:w="2739" w:type="dxa"/>
            <w:shd w:val="clear" w:color="auto" w:fill="auto"/>
            <w:vAlign w:val="bottom"/>
          </w:tcPr>
          <w:p w:rsidR="00B066C2" w:rsidRPr="00191BC9" w:rsidRDefault="00B066C2" w:rsidP="00C320AE">
            <w:pPr>
              <w:spacing w:before="60" w:after="60" w:line="220" w:lineRule="atLeast"/>
              <w:ind w:left="57" w:right="57"/>
              <w:rPr>
                <w:i/>
                <w:sz w:val="16"/>
              </w:rPr>
            </w:pPr>
            <w:r w:rsidRPr="00191BC9">
              <w:rPr>
                <w:i/>
                <w:sz w:val="16"/>
              </w:rPr>
              <w:t>Plage d’élévations (en degrés)</w:t>
            </w:r>
          </w:p>
        </w:tc>
        <w:tc>
          <w:tcPr>
            <w:tcW w:w="2739" w:type="dxa"/>
            <w:shd w:val="clear" w:color="auto" w:fill="auto"/>
            <w:vAlign w:val="bottom"/>
          </w:tcPr>
          <w:p w:rsidR="00B066C2" w:rsidRPr="00191BC9" w:rsidRDefault="00B066C2" w:rsidP="00C320AE">
            <w:pPr>
              <w:spacing w:before="60" w:after="60" w:line="220" w:lineRule="atLeast"/>
              <w:ind w:left="57" w:right="57"/>
              <w:rPr>
                <w:i/>
                <w:sz w:val="16"/>
              </w:rPr>
            </w:pPr>
            <w:r w:rsidRPr="00191BC9">
              <w:rPr>
                <w:i/>
                <w:sz w:val="16"/>
              </w:rPr>
              <w:t>Plage d’azimuts (en degrés)</w:t>
            </w:r>
          </w:p>
        </w:tc>
      </w:tr>
      <w:tr w:rsidR="00B066C2" w:rsidRPr="00191BC9" w:rsidTr="00C320AE">
        <w:tc>
          <w:tcPr>
            <w:tcW w:w="1892" w:type="dxa"/>
            <w:shd w:val="clear" w:color="auto" w:fill="auto"/>
          </w:tcPr>
          <w:p w:rsidR="00B066C2" w:rsidRPr="00191BC9" w:rsidRDefault="00B066C2" w:rsidP="00C320AE">
            <w:pPr>
              <w:spacing w:before="60" w:after="60" w:line="220" w:lineRule="atLeast"/>
              <w:ind w:left="57" w:right="57"/>
            </w:pPr>
            <w:r w:rsidRPr="00191BC9">
              <w:t>A</w:t>
            </w:r>
          </w:p>
        </w:tc>
        <w:tc>
          <w:tcPr>
            <w:tcW w:w="2739" w:type="dxa"/>
            <w:shd w:val="clear" w:color="auto" w:fill="auto"/>
          </w:tcPr>
          <w:p w:rsidR="00B066C2" w:rsidRPr="00191BC9" w:rsidRDefault="00B066C2" w:rsidP="00C320AE">
            <w:pPr>
              <w:spacing w:before="60" w:after="60" w:line="220" w:lineRule="atLeast"/>
              <w:ind w:left="57" w:right="57"/>
            </w:pPr>
            <w:r>
              <w:t>0-</w:t>
            </w:r>
            <w:r w:rsidRPr="00191BC9">
              <w:t>5</w:t>
            </w:r>
          </w:p>
        </w:tc>
        <w:tc>
          <w:tcPr>
            <w:tcW w:w="2739" w:type="dxa"/>
            <w:shd w:val="clear" w:color="auto" w:fill="auto"/>
          </w:tcPr>
          <w:p w:rsidR="00B066C2" w:rsidRPr="00191BC9" w:rsidRDefault="00B066C2" w:rsidP="00C320AE">
            <w:pPr>
              <w:spacing w:before="60" w:after="60" w:line="220" w:lineRule="atLeast"/>
              <w:ind w:left="57" w:right="57"/>
            </w:pPr>
            <w:r>
              <w:t>0-</w:t>
            </w:r>
            <w:r w:rsidRPr="00191BC9">
              <w:t>360</w:t>
            </w:r>
          </w:p>
        </w:tc>
      </w:tr>
      <w:tr w:rsidR="00B066C2" w:rsidRPr="00191BC9" w:rsidTr="00C320AE">
        <w:tc>
          <w:tcPr>
            <w:tcW w:w="1892" w:type="dxa"/>
            <w:shd w:val="clear" w:color="auto" w:fill="auto"/>
          </w:tcPr>
          <w:p w:rsidR="00B066C2" w:rsidRPr="00191BC9" w:rsidRDefault="00B066C2" w:rsidP="00C320AE">
            <w:pPr>
              <w:spacing w:before="60" w:after="60" w:line="220" w:lineRule="atLeast"/>
              <w:ind w:left="57" w:right="57"/>
            </w:pPr>
            <w:r w:rsidRPr="00191BC9">
              <w:t>Fond</w:t>
            </w:r>
          </w:p>
        </w:tc>
        <w:tc>
          <w:tcPr>
            <w:tcW w:w="5478" w:type="dxa"/>
            <w:gridSpan w:val="2"/>
            <w:shd w:val="clear" w:color="auto" w:fill="auto"/>
          </w:tcPr>
          <w:p w:rsidR="00B066C2" w:rsidRPr="00191BC9" w:rsidRDefault="00B066C2" w:rsidP="00C320AE">
            <w:pPr>
              <w:spacing w:before="60" w:after="60" w:line="220" w:lineRule="atLeast"/>
              <w:ind w:left="57" w:right="57"/>
              <w:jc w:val="center"/>
            </w:pPr>
            <w:r w:rsidRPr="00191BC9">
              <w:t>Zone hors de la zone A</w:t>
            </w:r>
          </w:p>
        </w:tc>
      </w:tr>
    </w:tbl>
    <w:p w:rsidR="00B066C2" w:rsidRDefault="00B066C2" w:rsidP="00B066C2">
      <w:pPr>
        <w:pStyle w:val="SingleTxtG"/>
        <w:tabs>
          <w:tab w:val="right" w:leader="dot" w:pos="8505"/>
        </w:tabs>
        <w:kinsoku/>
        <w:overflowPunct/>
        <w:autoSpaceDE/>
        <w:autoSpaceDN/>
        <w:adjustRightInd/>
        <w:snapToGrid/>
        <w:ind w:left="1701" w:hanging="567"/>
        <w:jc w:val="left"/>
      </w:pPr>
      <w:r w:rsidRPr="00C62650">
        <w:rPr>
          <w:noProof/>
          <w:lang w:eastAsia="fr-CH"/>
        </w:rPr>
        <w:drawing>
          <wp:inline distT="0" distB="0" distL="0" distR="0" wp14:anchorId="7A849C1A" wp14:editId="4C65971E">
            <wp:extent cx="3086100" cy="2828925"/>
            <wp:effectExtent l="0" t="0" r="0"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086100" cy="2828925"/>
                    </a:xfrm>
                    <a:prstGeom prst="rect">
                      <a:avLst/>
                    </a:prstGeom>
                    <a:noFill/>
                    <a:ln>
                      <a:noFill/>
                    </a:ln>
                  </pic:spPr>
                </pic:pic>
              </a:graphicData>
            </a:graphic>
          </wp:inline>
        </w:drawing>
      </w:r>
    </w:p>
    <w:p w:rsidR="00B066C2" w:rsidRPr="00C62650" w:rsidRDefault="00B066C2" w:rsidP="00B066C2">
      <w:pPr>
        <w:pStyle w:val="SingleTxtG"/>
        <w:keepNext/>
      </w:pPr>
      <w:r w:rsidRPr="00C62650">
        <w:lastRenderedPageBreak/>
        <w:t>Diagramme d</w:t>
      </w:r>
      <w:r>
        <w:t>’</w:t>
      </w:r>
      <w:r w:rsidRPr="00C62650">
        <w:t>atténuation en mode « ciel ouvert »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51"/>
        <w:gridCol w:w="5319"/>
      </w:tblGrid>
      <w:tr w:rsidR="00B066C2" w:rsidRPr="00C62650" w:rsidTr="00C320AE">
        <w:trPr>
          <w:tblHeader/>
        </w:trPr>
        <w:tc>
          <w:tcPr>
            <w:tcW w:w="2051" w:type="dxa"/>
            <w:shd w:val="clear" w:color="auto" w:fill="99FF99"/>
            <w:vAlign w:val="center"/>
          </w:tcPr>
          <w:p w:rsidR="00B066C2" w:rsidRPr="00C62650" w:rsidRDefault="00B066C2" w:rsidP="00C320AE">
            <w:pPr>
              <w:spacing w:before="60" w:after="60" w:line="220" w:lineRule="atLeast"/>
              <w:ind w:left="57" w:right="57"/>
              <w:rPr>
                <w:iCs/>
              </w:rPr>
            </w:pPr>
          </w:p>
        </w:tc>
        <w:tc>
          <w:tcPr>
            <w:tcW w:w="5319" w:type="dxa"/>
            <w:shd w:val="clear" w:color="auto" w:fill="auto"/>
            <w:vAlign w:val="center"/>
          </w:tcPr>
          <w:p w:rsidR="00B066C2" w:rsidRPr="00C62650" w:rsidRDefault="00B066C2" w:rsidP="00C320AE">
            <w:pPr>
              <w:spacing w:before="60" w:after="60" w:line="220" w:lineRule="atLeast"/>
              <w:ind w:left="57" w:right="57"/>
              <w:rPr>
                <w:iCs/>
              </w:rPr>
            </w:pPr>
            <w:r w:rsidRPr="00C62650">
              <w:rPr>
                <w:iCs/>
              </w:rPr>
              <w:t>0 dB</w:t>
            </w:r>
          </w:p>
        </w:tc>
      </w:tr>
      <w:tr w:rsidR="00B066C2" w:rsidRPr="00C62650" w:rsidTr="00C320AE">
        <w:tc>
          <w:tcPr>
            <w:tcW w:w="2051" w:type="dxa"/>
            <w:shd w:val="clear" w:color="auto" w:fill="FFCCCC"/>
            <w:vAlign w:val="center"/>
          </w:tcPr>
          <w:p w:rsidR="00B066C2" w:rsidRPr="00C62650" w:rsidRDefault="00B066C2" w:rsidP="00C320AE">
            <w:pPr>
              <w:spacing w:before="60" w:after="60" w:line="220" w:lineRule="atLeast"/>
              <w:ind w:left="57" w:right="57"/>
              <w:rPr>
                <w:iCs/>
              </w:rPr>
            </w:pPr>
            <w:r w:rsidRPr="00C62650">
              <w:rPr>
                <w:iCs/>
              </w:rPr>
              <w:t>Zone A</w:t>
            </w:r>
          </w:p>
        </w:tc>
        <w:tc>
          <w:tcPr>
            <w:tcW w:w="5319" w:type="dxa"/>
            <w:shd w:val="clear" w:color="auto" w:fill="auto"/>
            <w:vAlign w:val="center"/>
          </w:tcPr>
          <w:p w:rsidR="00B066C2" w:rsidRPr="00C62650" w:rsidRDefault="00B066C2" w:rsidP="00C320AE">
            <w:pPr>
              <w:spacing w:before="60" w:after="60" w:line="220" w:lineRule="atLeast"/>
              <w:ind w:left="57" w:right="57"/>
              <w:rPr>
                <w:bCs/>
                <w:iCs/>
              </w:rPr>
            </w:pPr>
            <w:r w:rsidRPr="00C62650">
              <w:rPr>
                <w:iCs/>
              </w:rPr>
              <w:t>-100 dB</w:t>
            </w:r>
            <w:r w:rsidRPr="007500F3">
              <w:rPr>
                <w:iCs/>
              </w:rPr>
              <w:t xml:space="preserve"> </w:t>
            </w:r>
            <w:r w:rsidRPr="00C62650">
              <w:rPr>
                <w:bCs/>
                <w:iCs/>
              </w:rPr>
              <w:t>ou interruption du signal</w:t>
            </w:r>
          </w:p>
        </w:tc>
      </w:tr>
    </w:tbl>
    <w:p w:rsidR="00B066C2" w:rsidRPr="00C62650" w:rsidRDefault="00B066C2" w:rsidP="00B066C2">
      <w:pPr>
        <w:pStyle w:val="SingleTxtG"/>
        <w:spacing w:before="240"/>
        <w:ind w:left="2268" w:hanging="1134"/>
      </w:pPr>
      <w:r w:rsidRPr="00C62650">
        <w:t>2.</w:t>
      </w:r>
      <w:r w:rsidRPr="00C62650">
        <w:tab/>
        <w:t>Procédures d</w:t>
      </w:r>
      <w:r>
        <w:t>’</w:t>
      </w:r>
      <w:r w:rsidRPr="00C62650">
        <w:t>essai</w:t>
      </w:r>
    </w:p>
    <w:p w:rsidR="00B066C2" w:rsidRPr="00C62650" w:rsidRDefault="00B066C2" w:rsidP="00B066C2">
      <w:pPr>
        <w:pStyle w:val="SingleTxtG"/>
        <w:ind w:left="2268" w:hanging="1134"/>
      </w:pPr>
      <w:r w:rsidRPr="00C62650">
        <w:t>2.1</w:t>
      </w:r>
      <w:r w:rsidRPr="00C62650">
        <w:tab/>
        <w:t>Essai d</w:t>
      </w:r>
      <w:r>
        <w:t>’</w:t>
      </w:r>
      <w:r w:rsidRPr="00C62650">
        <w:t>émission de messages NMEA-0183.</w:t>
      </w:r>
    </w:p>
    <w:p w:rsidR="00B066C2" w:rsidRPr="00C62650" w:rsidRDefault="00B066C2" w:rsidP="00B066C2">
      <w:pPr>
        <w:pStyle w:val="SingleTxtG"/>
        <w:ind w:left="2268" w:hanging="1134"/>
      </w:pPr>
      <w:r w:rsidRPr="00C62650">
        <w:t>2.1.1</w:t>
      </w:r>
      <w:r w:rsidRPr="00C62650">
        <w:tab/>
        <w:t>Établir des connexions conformément à la figure 2.</w:t>
      </w:r>
    </w:p>
    <w:p w:rsidR="00B066C2" w:rsidRPr="00191BC9" w:rsidRDefault="00B066C2" w:rsidP="00B066C2">
      <w:pPr>
        <w:pStyle w:val="Titre1"/>
        <w:spacing w:after="120"/>
        <w:rPr>
          <w:b/>
        </w:rPr>
      </w:pPr>
      <w:r w:rsidRPr="00C62650">
        <w:t xml:space="preserve">Figure 2 </w:t>
      </w:r>
      <w:r w:rsidRPr="00C62650">
        <w:br/>
      </w:r>
      <w:r w:rsidRPr="00191BC9">
        <w:rPr>
          <w:b/>
        </w:rPr>
        <w:t>Organigramme de l’installation d’essai</w:t>
      </w:r>
    </w:p>
    <w:p w:rsidR="00B066C2" w:rsidRDefault="00B066C2" w:rsidP="00B066C2">
      <w:pPr>
        <w:pStyle w:val="SingleTxtG"/>
        <w:tabs>
          <w:tab w:val="right" w:leader="dot" w:pos="8505"/>
        </w:tabs>
        <w:kinsoku/>
        <w:overflowPunct/>
        <w:autoSpaceDE/>
        <w:autoSpaceDN/>
        <w:adjustRightInd/>
        <w:snapToGrid/>
        <w:spacing w:after="240"/>
        <w:ind w:left="1701" w:hanging="567"/>
        <w:jc w:val="left"/>
      </w:pPr>
      <w:r>
        <w:rPr>
          <w:noProof/>
          <w:lang w:eastAsia="fr-CH"/>
        </w:rPr>
        <w:drawing>
          <wp:inline distT="0" distB="0" distL="0" distR="0" wp14:anchorId="70633588" wp14:editId="2909A83B">
            <wp:extent cx="4635500" cy="11887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635500" cy="1188720"/>
                    </a:xfrm>
                    <a:prstGeom prst="rect">
                      <a:avLst/>
                    </a:prstGeom>
                    <a:noFill/>
                    <a:ln>
                      <a:noFill/>
                    </a:ln>
                  </pic:spPr>
                </pic:pic>
              </a:graphicData>
            </a:graphic>
          </wp:inline>
        </w:drawing>
      </w:r>
    </w:p>
    <w:p w:rsidR="00B066C2" w:rsidRPr="00C62650" w:rsidRDefault="00B066C2" w:rsidP="00B066C2">
      <w:pPr>
        <w:pStyle w:val="SingleTxtG"/>
        <w:ind w:left="2268" w:hanging="1134"/>
      </w:pPr>
      <w:r w:rsidRPr="00C62650">
        <w:t>2.1.2</w:t>
      </w:r>
      <w:r w:rsidRPr="00C62650">
        <w:tab/>
        <w:t>Préparer et allumer l</w:t>
      </w:r>
      <w:r>
        <w:t>’</w:t>
      </w:r>
      <w:r w:rsidRPr="00C62650">
        <w:t>AECD/AECS. À l</w:t>
      </w:r>
      <w:r>
        <w:t>’</w:t>
      </w:r>
      <w:r w:rsidRPr="00C62650">
        <w:t>aide du mode d</w:t>
      </w:r>
      <w:r>
        <w:t>’</w:t>
      </w:r>
      <w:r w:rsidRPr="00C62650">
        <w:t>emploi et du logiciel fournis par le fabriquant, régler le récepteur GNSS pour traiter les signaux émis par les systèmes GLONASS, Galileo, GPS et SBAS. Régler le récepteur GNSS pour émettre des messages NMEA-0183 (messages RMC, GGA, VTG, GSA et GSV).</w:t>
      </w:r>
    </w:p>
    <w:p w:rsidR="00B066C2" w:rsidRPr="00C62650" w:rsidRDefault="00B066C2" w:rsidP="00B066C2">
      <w:pPr>
        <w:pStyle w:val="SingleTxtG"/>
        <w:ind w:left="2268" w:hanging="1134"/>
      </w:pPr>
      <w:r w:rsidRPr="00C62650">
        <w:t>2.1.3</w:t>
      </w:r>
      <w:r w:rsidRPr="00C62650">
        <w:tab/>
        <w:t>Régler le simulateur en suivant le mode d</w:t>
      </w:r>
      <w:r>
        <w:t>’</w:t>
      </w:r>
      <w:r w:rsidRPr="00C62650">
        <w:t>emploi. Initialiser le simulateur à l</w:t>
      </w:r>
      <w:r>
        <w:t>’</w:t>
      </w:r>
      <w:r w:rsidRPr="00C62650">
        <w:t>aide des paramètres indiqués au tableau </w:t>
      </w:r>
      <w:r w:rsidRPr="007500F3">
        <w:t>7</w:t>
      </w:r>
      <w:r w:rsidRPr="00C62650">
        <w:t xml:space="preserve"> pour les signaux émis par les systèmes GLONASS, Galileo, GPS et SBAS.</w:t>
      </w:r>
    </w:p>
    <w:p w:rsidR="00B066C2" w:rsidRPr="000B6779" w:rsidRDefault="00B066C2" w:rsidP="00B066C2">
      <w:pPr>
        <w:pStyle w:val="Titre1"/>
        <w:spacing w:after="120"/>
        <w:rPr>
          <w:b/>
        </w:rPr>
      </w:pPr>
      <w:r w:rsidRPr="00C62650">
        <w:rPr>
          <w:iCs/>
        </w:rPr>
        <w:t>Tableau 7</w:t>
      </w:r>
      <w:r w:rsidRPr="00C62650">
        <w:rPr>
          <w:iCs/>
        </w:rPr>
        <w:br/>
      </w:r>
      <w:r w:rsidRPr="000B6779">
        <w:rPr>
          <w:b/>
        </w:rPr>
        <w:t>Principaux paramètres du scénario de simulation en mode statique</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98"/>
        <w:gridCol w:w="4506"/>
      </w:tblGrid>
      <w:tr w:rsidR="00B066C2" w:rsidRPr="00C62650" w:rsidTr="00C320AE">
        <w:trPr>
          <w:tblHeader/>
        </w:trPr>
        <w:tc>
          <w:tcPr>
            <w:tcW w:w="3465" w:type="dxa"/>
            <w:shd w:val="clear" w:color="auto" w:fill="auto"/>
            <w:vAlign w:val="bottom"/>
          </w:tcPr>
          <w:p w:rsidR="00B066C2" w:rsidRPr="00C62650" w:rsidRDefault="00B066C2" w:rsidP="00C320AE">
            <w:pPr>
              <w:spacing w:before="60" w:after="60" w:line="220" w:lineRule="atLeast"/>
              <w:ind w:left="57" w:right="57"/>
              <w:rPr>
                <w:i/>
                <w:sz w:val="16"/>
                <w:szCs w:val="16"/>
              </w:rPr>
            </w:pPr>
            <w:r w:rsidRPr="00C62650">
              <w:rPr>
                <w:i/>
                <w:sz w:val="16"/>
                <w:szCs w:val="16"/>
              </w:rPr>
              <w:t>Paramètre simulé</w:t>
            </w:r>
          </w:p>
        </w:tc>
        <w:tc>
          <w:tcPr>
            <w:tcW w:w="3905" w:type="dxa"/>
            <w:shd w:val="clear" w:color="auto" w:fill="auto"/>
            <w:vAlign w:val="bottom"/>
          </w:tcPr>
          <w:p w:rsidR="00B066C2" w:rsidRPr="00C62650" w:rsidRDefault="00B066C2" w:rsidP="00C320AE">
            <w:pPr>
              <w:spacing w:before="60" w:after="60" w:line="220" w:lineRule="atLeast"/>
              <w:ind w:left="57" w:right="57"/>
              <w:rPr>
                <w:i/>
                <w:sz w:val="16"/>
                <w:szCs w:val="16"/>
              </w:rPr>
            </w:pPr>
            <w:r w:rsidRPr="00C62650">
              <w:rPr>
                <w:i/>
                <w:sz w:val="16"/>
                <w:szCs w:val="16"/>
              </w:rPr>
              <w:t>Valeur</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Durée de l</w:t>
            </w:r>
            <w:r>
              <w:rPr>
                <w:iCs/>
              </w:rPr>
              <w:t>’essai (h:min</w:t>
            </w:r>
            <w:r w:rsidRPr="00C62650">
              <w:rPr>
                <w:iCs/>
              </w:rPr>
              <w:t>:s)</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01:00:00</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Fréquence de sortie</w:t>
            </w:r>
          </w:p>
        </w:tc>
        <w:tc>
          <w:tcPr>
            <w:tcW w:w="3905" w:type="dxa"/>
            <w:shd w:val="clear" w:color="auto" w:fill="auto"/>
          </w:tcPr>
          <w:p w:rsidR="00B066C2" w:rsidRPr="00C62650" w:rsidDel="00F16A40" w:rsidRDefault="00B066C2" w:rsidP="00C320AE">
            <w:pPr>
              <w:spacing w:before="60" w:after="60" w:line="220" w:lineRule="atLeast"/>
              <w:ind w:left="57" w:right="57"/>
              <w:rPr>
                <w:iCs/>
              </w:rPr>
            </w:pPr>
            <w:r w:rsidRPr="00C62650">
              <w:rPr>
                <w:iCs/>
              </w:rPr>
              <w:t>1 Hz</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Emplacement de l</w:t>
            </w:r>
            <w:r>
              <w:rPr>
                <w:iCs/>
              </w:rPr>
              <w:t>’</w:t>
            </w:r>
            <w:r w:rsidRPr="00C62650">
              <w:rPr>
                <w:iCs/>
              </w:rPr>
              <w:t>AECD/AECS</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Tout point terrestre situé entre 80° de latitude N et 80° de latitude S dans le système de coordonnées WGS84.</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Troposphère :</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Modèle normalisé prédéfini par le simulateur de GNSS.</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Ionosphère :</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Modèle normalisé prédéfini par le simulateur de GNSS.</w:t>
            </w:r>
          </w:p>
        </w:tc>
      </w:tr>
      <w:tr w:rsidR="00B066C2" w:rsidRPr="00C62650" w:rsidTr="00C320AE">
        <w:tblPrEx>
          <w:tblLook w:val="0000" w:firstRow="0" w:lastRow="0" w:firstColumn="0" w:lastColumn="0" w:noHBand="0" w:noVBand="0"/>
        </w:tblPrEx>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Valeur PDOP</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 xml:space="preserve">2,0 </w:t>
            </w:r>
            <w:r w:rsidRPr="00C62650">
              <w:rPr>
                <w:iCs/>
              </w:rPr>
              <w:sym w:font="Symbol" w:char="F0A3"/>
            </w:r>
            <w:r w:rsidRPr="00C62650">
              <w:rPr>
                <w:iCs/>
              </w:rPr>
              <w:t xml:space="preserve"> PDOP </w:t>
            </w:r>
            <w:r w:rsidRPr="00C62650">
              <w:rPr>
                <w:iCs/>
              </w:rPr>
              <w:sym w:font="Symbol" w:char="F0A3"/>
            </w:r>
            <w:r w:rsidRPr="00C62650">
              <w:rPr>
                <w:iCs/>
              </w:rPr>
              <w:t xml:space="preserve"> 2,5 pendant la durée de l</w:t>
            </w:r>
            <w:r>
              <w:rPr>
                <w:iCs/>
              </w:rPr>
              <w:t>’</w:t>
            </w:r>
            <w:r w:rsidRPr="00C62650">
              <w:rPr>
                <w:iCs/>
              </w:rPr>
              <w:t>essai</w:t>
            </w:r>
          </w:p>
        </w:tc>
      </w:tr>
      <w:tr w:rsidR="00B066C2" w:rsidRPr="00C62650" w:rsidTr="00C320AE">
        <w:tblPrEx>
          <w:tblLook w:val="0000" w:firstRow="0" w:lastRow="0" w:firstColumn="0" w:lastColumn="0" w:noHBand="0" w:noVBand="0"/>
        </w:tblPrEx>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Signaux simulés</w:t>
            </w:r>
          </w:p>
        </w:tc>
        <w:tc>
          <w:tcPr>
            <w:tcW w:w="3905" w:type="dxa"/>
            <w:shd w:val="clear" w:color="auto" w:fill="auto"/>
          </w:tcPr>
          <w:p w:rsidR="00B066C2" w:rsidRPr="00C62650" w:rsidRDefault="00B066C2" w:rsidP="00C320AE">
            <w:pPr>
              <w:numPr>
                <w:ilvl w:val="0"/>
                <w:numId w:val="22"/>
              </w:numPr>
              <w:spacing w:before="60" w:after="60" w:line="220" w:lineRule="atLeast"/>
              <w:ind w:left="286" w:right="57" w:hanging="238"/>
              <w:rPr>
                <w:iCs/>
              </w:rPr>
            </w:pPr>
            <w:r w:rsidRPr="00C62650">
              <w:rPr>
                <w:lang w:eastAsia="ru-RU"/>
              </w:rPr>
              <w:t>GLONASS</w:t>
            </w:r>
            <w:r w:rsidRPr="00C62650">
              <w:rPr>
                <w:iCs/>
              </w:rPr>
              <w:t xml:space="preserve"> (bande de fréquences L1, </w:t>
            </w:r>
            <w:r w:rsidRPr="00C62650">
              <w:rPr>
                <w:iCs/>
              </w:rPr>
              <w:br/>
              <w:t>code СТ) ;</w:t>
            </w:r>
          </w:p>
          <w:p w:rsidR="00B066C2" w:rsidRPr="00C62650" w:rsidRDefault="00B066C2" w:rsidP="00C320AE">
            <w:pPr>
              <w:numPr>
                <w:ilvl w:val="0"/>
                <w:numId w:val="22"/>
              </w:numPr>
              <w:spacing w:before="60" w:after="60" w:line="220" w:lineRule="atLeast"/>
              <w:ind w:left="286" w:right="57" w:hanging="238"/>
              <w:rPr>
                <w:iCs/>
              </w:rPr>
            </w:pPr>
            <w:r w:rsidRPr="00C62650">
              <w:rPr>
                <w:iCs/>
              </w:rPr>
              <w:t xml:space="preserve">Galileo (bande de fréquences E1, </w:t>
            </w:r>
            <w:r w:rsidRPr="00C62650">
              <w:rPr>
                <w:iCs/>
              </w:rPr>
              <w:br/>
              <w:t>code OS) ;</w:t>
            </w:r>
          </w:p>
          <w:p w:rsidR="00B066C2" w:rsidRPr="00C62650" w:rsidRDefault="00B066C2" w:rsidP="00C320AE">
            <w:pPr>
              <w:numPr>
                <w:ilvl w:val="0"/>
                <w:numId w:val="22"/>
              </w:numPr>
              <w:spacing w:before="60" w:after="60" w:line="220" w:lineRule="atLeast"/>
              <w:ind w:left="286" w:right="57" w:hanging="238"/>
              <w:rPr>
                <w:iCs/>
              </w:rPr>
            </w:pPr>
            <w:r w:rsidRPr="00C62650">
              <w:rPr>
                <w:iCs/>
              </w:rPr>
              <w:t xml:space="preserve">GPS (bande de fréquences L1, </w:t>
            </w:r>
            <w:r w:rsidRPr="00C62650">
              <w:rPr>
                <w:iCs/>
              </w:rPr>
              <w:br/>
              <w:t>code C/A) ;</w:t>
            </w:r>
          </w:p>
          <w:p w:rsidR="00B066C2" w:rsidRPr="00C62650" w:rsidRDefault="00B066C2" w:rsidP="00C320AE">
            <w:pPr>
              <w:numPr>
                <w:ilvl w:val="0"/>
                <w:numId w:val="22"/>
              </w:numPr>
              <w:spacing w:before="60" w:after="60" w:line="220" w:lineRule="atLeast"/>
              <w:ind w:left="286" w:right="57" w:hanging="238"/>
              <w:rPr>
                <w:iCs/>
              </w:rPr>
            </w:pPr>
            <w:r w:rsidRPr="00C62650">
              <w:rPr>
                <w:iCs/>
              </w:rPr>
              <w:t>Combinaison GLONASS/Galileo/GPS/SBAS.</w:t>
            </w:r>
          </w:p>
        </w:tc>
      </w:tr>
      <w:tr w:rsidR="00B066C2" w:rsidRPr="00C62650" w:rsidTr="00C320AE">
        <w:tblPrEx>
          <w:tblLook w:val="0000" w:firstRow="0" w:lastRow="0" w:firstColumn="0" w:lastColumn="0" w:noHBand="0" w:noVBand="0"/>
        </w:tblPrEx>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Puissance du signal :</w:t>
            </w:r>
          </w:p>
          <w:p w:rsidR="00B066C2" w:rsidRPr="00C62650" w:rsidRDefault="00B066C2" w:rsidP="00C320AE">
            <w:pPr>
              <w:numPr>
                <w:ilvl w:val="0"/>
                <w:numId w:val="22"/>
              </w:numPr>
              <w:spacing w:before="60" w:after="60" w:line="220" w:lineRule="atLeast"/>
              <w:ind w:left="286" w:right="57" w:hanging="238"/>
              <w:rPr>
                <w:iCs/>
              </w:rPr>
            </w:pPr>
            <w:r w:rsidRPr="00C62650">
              <w:rPr>
                <w:iCs/>
              </w:rPr>
              <w:t>GLONASS ;</w:t>
            </w:r>
          </w:p>
          <w:p w:rsidR="00B066C2" w:rsidRPr="00C62650" w:rsidRDefault="00B066C2" w:rsidP="00C320AE">
            <w:pPr>
              <w:numPr>
                <w:ilvl w:val="0"/>
                <w:numId w:val="22"/>
              </w:numPr>
              <w:spacing w:before="60" w:after="60" w:line="220" w:lineRule="atLeast"/>
              <w:ind w:left="286" w:right="57" w:hanging="238"/>
              <w:rPr>
                <w:iCs/>
              </w:rPr>
            </w:pPr>
            <w:r w:rsidRPr="00C62650">
              <w:rPr>
                <w:iCs/>
              </w:rPr>
              <w:t>Galileo ;</w:t>
            </w:r>
          </w:p>
          <w:p w:rsidR="00B066C2" w:rsidRPr="00C62650" w:rsidRDefault="00B066C2" w:rsidP="00C320AE">
            <w:pPr>
              <w:numPr>
                <w:ilvl w:val="0"/>
                <w:numId w:val="22"/>
              </w:numPr>
              <w:spacing w:before="60" w:after="60" w:line="220" w:lineRule="atLeast"/>
              <w:ind w:left="286" w:right="57" w:hanging="238"/>
              <w:rPr>
                <w:iCs/>
              </w:rPr>
            </w:pPr>
            <w:r w:rsidRPr="00C62650">
              <w:rPr>
                <w:iCs/>
              </w:rPr>
              <w:t>GPS.</w:t>
            </w:r>
          </w:p>
        </w:tc>
        <w:tc>
          <w:tcPr>
            <w:tcW w:w="3905" w:type="dxa"/>
            <w:shd w:val="clear" w:color="auto" w:fill="auto"/>
          </w:tcPr>
          <w:p w:rsidR="00B066C2" w:rsidRPr="00C62650" w:rsidRDefault="00B066C2" w:rsidP="00C320AE">
            <w:pPr>
              <w:spacing w:before="60" w:after="60" w:line="220" w:lineRule="atLeast"/>
              <w:ind w:left="57" w:right="57"/>
              <w:rPr>
                <w:iCs/>
              </w:rPr>
            </w:pPr>
          </w:p>
          <w:p w:rsidR="00B066C2" w:rsidRPr="00C62650" w:rsidRDefault="00B066C2" w:rsidP="00C320AE">
            <w:pPr>
              <w:spacing w:before="60" w:after="60" w:line="220" w:lineRule="atLeast"/>
              <w:ind w:left="57" w:right="57"/>
              <w:rPr>
                <w:iCs/>
              </w:rPr>
            </w:pPr>
            <w:r w:rsidRPr="00C62650">
              <w:rPr>
                <w:iCs/>
              </w:rPr>
              <w:t>-141 dBm ;</w:t>
            </w:r>
          </w:p>
          <w:p w:rsidR="00B066C2" w:rsidRPr="00C62650" w:rsidRDefault="00B066C2" w:rsidP="00C320AE">
            <w:pPr>
              <w:spacing w:before="60" w:after="60" w:line="220" w:lineRule="atLeast"/>
              <w:ind w:left="57" w:right="57"/>
              <w:rPr>
                <w:iCs/>
              </w:rPr>
            </w:pPr>
            <w:r w:rsidRPr="00C62650">
              <w:rPr>
                <w:iCs/>
              </w:rPr>
              <w:t>-135 dBm ;</w:t>
            </w:r>
          </w:p>
          <w:p w:rsidR="00B066C2" w:rsidRPr="00C62650" w:rsidRDefault="00B066C2" w:rsidP="00C320AE">
            <w:pPr>
              <w:spacing w:before="60" w:after="60" w:line="220" w:lineRule="atLeast"/>
              <w:ind w:left="57" w:right="57"/>
              <w:rPr>
                <w:iCs/>
              </w:rPr>
            </w:pPr>
            <w:r w:rsidRPr="00C62650">
              <w:rPr>
                <w:iCs/>
              </w:rPr>
              <w:t>-138,5 dBm.</w:t>
            </w:r>
          </w:p>
        </w:tc>
      </w:tr>
      <w:tr w:rsidR="00B066C2" w:rsidRPr="00C62650" w:rsidTr="00C320AE">
        <w:tblPrEx>
          <w:tblLook w:val="0000" w:firstRow="0" w:lastRow="0" w:firstColumn="0" w:lastColumn="0" w:noHBand="0" w:noVBand="0"/>
        </w:tblPrEx>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lastRenderedPageBreak/>
              <w:t>Nombre de satellites simulés</w:t>
            </w:r>
          </w:p>
        </w:tc>
        <w:tc>
          <w:tcPr>
            <w:tcW w:w="3905" w:type="dxa"/>
            <w:shd w:val="clear" w:color="auto" w:fill="auto"/>
          </w:tcPr>
          <w:p w:rsidR="00B066C2" w:rsidRPr="00C62650" w:rsidRDefault="00B066C2" w:rsidP="00C320AE">
            <w:pPr>
              <w:numPr>
                <w:ilvl w:val="0"/>
                <w:numId w:val="22"/>
              </w:numPr>
              <w:spacing w:before="60" w:after="60" w:line="220" w:lineRule="atLeast"/>
              <w:ind w:left="286" w:right="57" w:hanging="238"/>
              <w:rPr>
                <w:iCs/>
              </w:rPr>
            </w:pPr>
            <w:r w:rsidRPr="00C62650">
              <w:rPr>
                <w:iCs/>
              </w:rPr>
              <w:t>au moins 6 satellites GLONASS ;</w:t>
            </w:r>
          </w:p>
          <w:p w:rsidR="00B066C2" w:rsidRPr="00C62650" w:rsidRDefault="00B066C2" w:rsidP="00C320AE">
            <w:pPr>
              <w:numPr>
                <w:ilvl w:val="0"/>
                <w:numId w:val="22"/>
              </w:numPr>
              <w:spacing w:before="60" w:after="60" w:line="220" w:lineRule="atLeast"/>
              <w:ind w:left="286" w:right="57" w:hanging="238"/>
              <w:rPr>
                <w:iCs/>
              </w:rPr>
            </w:pPr>
            <w:r w:rsidRPr="00C62650">
              <w:rPr>
                <w:iCs/>
              </w:rPr>
              <w:t>au moins 6 satellites Galileo ;</w:t>
            </w:r>
          </w:p>
          <w:p w:rsidR="00B066C2" w:rsidRPr="00C62650" w:rsidRDefault="00B066C2" w:rsidP="00C320AE">
            <w:pPr>
              <w:numPr>
                <w:ilvl w:val="0"/>
                <w:numId w:val="22"/>
              </w:numPr>
              <w:spacing w:before="60" w:after="60" w:line="220" w:lineRule="atLeast"/>
              <w:ind w:left="286" w:right="57" w:hanging="238"/>
              <w:rPr>
                <w:iCs/>
              </w:rPr>
            </w:pPr>
            <w:r w:rsidRPr="00C62650">
              <w:rPr>
                <w:iCs/>
              </w:rPr>
              <w:t>au moins 6 satellites GPS ;</w:t>
            </w:r>
          </w:p>
          <w:p w:rsidR="00B066C2" w:rsidRPr="00C62650" w:rsidRDefault="00B066C2" w:rsidP="00C320AE">
            <w:pPr>
              <w:numPr>
                <w:ilvl w:val="0"/>
                <w:numId w:val="22"/>
              </w:numPr>
              <w:spacing w:before="60" w:after="60" w:line="220" w:lineRule="atLeast"/>
              <w:ind w:left="286" w:right="57" w:hanging="238"/>
              <w:rPr>
                <w:iCs/>
              </w:rPr>
            </w:pPr>
            <w:r w:rsidRPr="003E4A38">
              <w:rPr>
                <w:lang w:eastAsia="ru-RU"/>
              </w:rPr>
              <w:t>au</w:t>
            </w:r>
            <w:r w:rsidRPr="00C62650">
              <w:rPr>
                <w:iCs/>
              </w:rPr>
              <w:t xml:space="preserve"> moins 2 satellites SBAS.</w:t>
            </w:r>
          </w:p>
        </w:tc>
      </w:tr>
    </w:tbl>
    <w:p w:rsidR="00B066C2" w:rsidRPr="00C62650" w:rsidRDefault="00B066C2" w:rsidP="00B066C2">
      <w:pPr>
        <w:pStyle w:val="SingleTxtG"/>
        <w:spacing w:before="240"/>
        <w:ind w:left="2268" w:hanging="1134"/>
      </w:pPr>
      <w:r w:rsidRPr="00C62650">
        <w:t>2.1.4</w:t>
      </w:r>
      <w:r w:rsidRPr="00C62650">
        <w:tab/>
        <w:t>À l</w:t>
      </w:r>
      <w:r>
        <w:t>’</w:t>
      </w:r>
      <w:r w:rsidRPr="00C62650">
        <w:t>aide de l</w:t>
      </w:r>
      <w:r>
        <w:t>’</w:t>
      </w:r>
      <w:r w:rsidRPr="00C62650">
        <w:t>interface série correspondant, établir la connexion entre l</w:t>
      </w:r>
      <w:r>
        <w:t>’</w:t>
      </w:r>
      <w:r w:rsidRPr="00C62650">
        <w:t>AECD/AECS et le PC. Vérifier qu</w:t>
      </w:r>
      <w:r>
        <w:t>’</w:t>
      </w:r>
      <w:r w:rsidRPr="00C62650">
        <w:t>il est possible de recevoir les informations de navigation à l</w:t>
      </w:r>
      <w:r>
        <w:t>’</w:t>
      </w:r>
      <w:r w:rsidRPr="00C62650">
        <w:t>aide du protocole NMEA-0183. Dans les messages GGA</w:t>
      </w:r>
      <w:r w:rsidRPr="0091322D">
        <w:rPr>
          <w:rStyle w:val="Appelnotedebasdep"/>
        </w:rPr>
        <w:footnoteReference w:id="22"/>
      </w:r>
      <w:r w:rsidRPr="00C62650">
        <w:t xml:space="preserve"> la valeur du champ </w:t>
      </w:r>
      <w:r w:rsidRPr="00C62650">
        <w:rPr>
          <w:rFonts w:eastAsia="MS Mincho"/>
        </w:rPr>
        <w:t>n</w:t>
      </w:r>
      <w:r w:rsidRPr="00C62650">
        <w:rPr>
          <w:rFonts w:eastAsia="MS Mincho"/>
          <w:vertAlign w:val="superscript"/>
        </w:rPr>
        <w:t>o</w:t>
      </w:r>
      <w:r w:rsidRPr="00C62650">
        <w:t> 6 est fixée à 2.</w:t>
      </w:r>
    </w:p>
    <w:p w:rsidR="00B066C2" w:rsidRPr="007500F3" w:rsidRDefault="00B066C2" w:rsidP="00B066C2">
      <w:pPr>
        <w:pStyle w:val="SingleTxtG"/>
        <w:ind w:left="2268" w:hanging="1134"/>
      </w:pPr>
      <w:r w:rsidRPr="00C62650">
        <w:t>2.1.5</w:t>
      </w:r>
      <w:r w:rsidRPr="00C62650">
        <w:tab/>
        <w:t>L</w:t>
      </w:r>
      <w:r>
        <w:t>’</w:t>
      </w:r>
      <w:r w:rsidRPr="00C62650">
        <w:t xml:space="preserve">essai est considéré comme réussi si les informations de navigation sont conformes, pour tous les échantillons AECD/AECS, aux prescriptions énoncées aux </w:t>
      </w:r>
      <w:r w:rsidR="00C65359">
        <w:t xml:space="preserve">paragraphes </w:t>
      </w:r>
      <w:r w:rsidRPr="007500F3">
        <w:t>17.3.1 à 17.3.5, 26.3.1 à 26.3.5 ou 35.3.1 à 35.3.5 du présent Règlement.</w:t>
      </w:r>
    </w:p>
    <w:p w:rsidR="00B066C2" w:rsidRPr="00C62650" w:rsidRDefault="00B066C2" w:rsidP="00B066C2">
      <w:pPr>
        <w:pStyle w:val="SingleTxtG"/>
        <w:ind w:left="2268" w:hanging="1134"/>
      </w:pPr>
      <w:r w:rsidRPr="00C62650">
        <w:t>2.1.6</w:t>
      </w:r>
      <w:r w:rsidRPr="00C62650">
        <w:tab/>
        <w:t>L</w:t>
      </w:r>
      <w:r>
        <w:t>’</w:t>
      </w:r>
      <w:r w:rsidRPr="00C62650">
        <w:t>essai relatif à l</w:t>
      </w:r>
      <w:r>
        <w:t>’</w:t>
      </w:r>
      <w:r w:rsidRPr="00C62650">
        <w:t>émission de messages NMEA-0183 et l</w:t>
      </w:r>
      <w:r>
        <w:t>’</w:t>
      </w:r>
      <w:r w:rsidRPr="00C62650">
        <w:t>évaluation de la précision du positionnement en mode statique autonome peuvent être combinés.</w:t>
      </w:r>
    </w:p>
    <w:p w:rsidR="00B066C2" w:rsidRPr="00C62650" w:rsidRDefault="00B066C2" w:rsidP="00B066C2">
      <w:pPr>
        <w:pStyle w:val="SingleTxtG"/>
        <w:ind w:left="2268" w:hanging="1134"/>
      </w:pPr>
      <w:r w:rsidRPr="00C62650">
        <w:t>2.2</w:t>
      </w:r>
      <w:r w:rsidRPr="00C62650">
        <w:tab/>
        <w:t>Évaluation de la précision du positionnement en mode statique autonome</w:t>
      </w:r>
    </w:p>
    <w:p w:rsidR="00B066C2" w:rsidRPr="00C62650" w:rsidRDefault="00B066C2" w:rsidP="00B066C2">
      <w:pPr>
        <w:pStyle w:val="SingleTxtG"/>
        <w:ind w:left="2268" w:hanging="1134"/>
      </w:pPr>
      <w:r w:rsidRPr="00C62650">
        <w:t>2.2.1</w:t>
      </w:r>
      <w:r w:rsidRPr="00C62650">
        <w:tab/>
        <w:t>Effectuer les raccordements conformément à la figure 2.</w:t>
      </w:r>
    </w:p>
    <w:p w:rsidR="00B066C2" w:rsidRPr="00C62650" w:rsidRDefault="00B066C2" w:rsidP="00B066C2">
      <w:pPr>
        <w:pStyle w:val="SingleTxtG"/>
        <w:ind w:left="2268" w:hanging="1134"/>
      </w:pPr>
      <w:r w:rsidRPr="00C62650">
        <w:t>2.2.2</w:t>
      </w:r>
      <w:r w:rsidRPr="00C62650">
        <w:tab/>
        <w:t>Préparer et allumer l</w:t>
      </w:r>
      <w:r>
        <w:t>’</w:t>
      </w:r>
      <w:r w:rsidRPr="00C62650">
        <w:t>AECD/AECS. À l</w:t>
      </w:r>
      <w:r>
        <w:t>’</w:t>
      </w:r>
      <w:r w:rsidRPr="00C62650">
        <w:t>aide du logiciel du fabricant s</w:t>
      </w:r>
      <w:r>
        <w:t>’</w:t>
      </w:r>
      <w:r w:rsidRPr="00C62650">
        <w:t>assurer que le récepteur GNSS est réglé pour recevoir les signaux combinés GLONASS, Galileo, GPS et SBAS. Régler le récepteur GNSS pour traiter les messages conformes au protocole NMEA-0183 (messages GGA, RMC, VTG, VSA, GSV).</w:t>
      </w:r>
    </w:p>
    <w:p w:rsidR="00B066C2" w:rsidRPr="00C62650" w:rsidRDefault="00B066C2" w:rsidP="00B066C2">
      <w:pPr>
        <w:pStyle w:val="SingleTxtG"/>
        <w:ind w:left="2268" w:hanging="1134"/>
      </w:pPr>
      <w:r w:rsidRPr="00C62650">
        <w:t>2.2.3</w:t>
      </w:r>
      <w:r w:rsidRPr="00C62650">
        <w:tab/>
        <w:t>Régler le simulateur à l</w:t>
      </w:r>
      <w:r>
        <w:t>’</w:t>
      </w:r>
      <w:r w:rsidRPr="00C62650">
        <w:t>aide du mode d</w:t>
      </w:r>
      <w:r>
        <w:t>’</w:t>
      </w:r>
      <w:r w:rsidRPr="00C62650">
        <w:t>emploi. Commencer la simulation, à la fois pour GLONASS, Galileo, GPS et SBAS des signaux en utilisant les paramètres prévus, qui sont définis au tableau 7.</w:t>
      </w:r>
    </w:p>
    <w:p w:rsidR="00B066C2" w:rsidRPr="00C62650" w:rsidRDefault="00B066C2" w:rsidP="00B066C2">
      <w:pPr>
        <w:pStyle w:val="SingleTxtG"/>
        <w:ind w:left="2268" w:hanging="1134"/>
      </w:pPr>
      <w:r w:rsidRPr="00C62650">
        <w:t>2.2.4</w:t>
      </w:r>
      <w:r w:rsidRPr="00C62650">
        <w:tab/>
        <w:t>Régler le système d</w:t>
      </w:r>
      <w:r>
        <w:t>’</w:t>
      </w:r>
      <w:r w:rsidRPr="00C62650">
        <w:t>essai de façon à commencer l</w:t>
      </w:r>
      <w:r>
        <w:t>’</w:t>
      </w:r>
      <w:r w:rsidRPr="00C62650">
        <w:t>enregistrement des messages NMEA-0183 après réception de la solution de navigation. Aussi longtemps que la simulation n</w:t>
      </w:r>
      <w:r>
        <w:t>’</w:t>
      </w:r>
      <w:r w:rsidRPr="00C62650">
        <w:t>est pas complète, les messages NMEA-0183 sont envoyés par le récepteur GNSS dans un classeur.</w:t>
      </w:r>
    </w:p>
    <w:p w:rsidR="00B066C2" w:rsidRPr="00C62650" w:rsidRDefault="00B066C2" w:rsidP="00B066C2">
      <w:pPr>
        <w:pStyle w:val="SingleTxtG"/>
        <w:ind w:left="2268" w:hanging="1134"/>
      </w:pPr>
      <w:r w:rsidRPr="00C62650">
        <w:t>2.2.5</w:t>
      </w:r>
      <w:r w:rsidRPr="00C62650">
        <w:tab/>
        <w:t>Le système d</w:t>
      </w:r>
      <w:r>
        <w:t>’</w:t>
      </w:r>
      <w:r w:rsidRPr="00C62650">
        <w:t>essai doit stocker les messages NMEA-0183 enregistrés dans un fichier distinct lorsque la simulation est terminée.</w:t>
      </w:r>
    </w:p>
    <w:p w:rsidR="00B066C2" w:rsidRPr="00C62650" w:rsidRDefault="00B066C2" w:rsidP="00B066C2">
      <w:pPr>
        <w:pStyle w:val="SingleTxtG"/>
        <w:ind w:left="2268" w:hanging="1134"/>
      </w:pPr>
      <w:r w:rsidRPr="00C62650">
        <w:t>2.2.6</w:t>
      </w:r>
      <w:r w:rsidRPr="00C62650">
        <w:tab/>
        <w:t>Extraire la latitude (B) et la longitude (L) indiquées dans les messages GGA (RMC).</w:t>
      </w:r>
    </w:p>
    <w:p w:rsidR="00B066C2" w:rsidRPr="00C62650" w:rsidRDefault="00B066C2" w:rsidP="00B066C2">
      <w:pPr>
        <w:pStyle w:val="SingleTxtG"/>
        <w:ind w:left="2268" w:hanging="1134"/>
      </w:pPr>
      <w:r w:rsidRPr="00C62650">
        <w:t>2.2.7</w:t>
      </w:r>
      <w:r w:rsidRPr="00C62650">
        <w:tab/>
        <w:t>Calculer l</w:t>
      </w:r>
      <w:r>
        <w:t>’</w:t>
      </w:r>
      <w:r w:rsidRPr="00C62650">
        <w:t>inexactitude systématique de la détermination des coordonnées à des intervalles fixes conformément aux formules (1) et (2), par exemple pour la latitude (B) :</w:t>
      </w:r>
    </w:p>
    <w:p w:rsidR="00B066C2" w:rsidRPr="00C62650" w:rsidRDefault="00B066C2" w:rsidP="00B066C2">
      <w:pPr>
        <w:ind w:left="2268"/>
        <w:jc w:val="both"/>
      </w:pPr>
      <w:r w:rsidRPr="00C62650">
        <w:t xml:space="preserve">(1) </w:t>
      </w:r>
      <w:r w:rsidRPr="0051487A">
        <w:rPr>
          <w:position w:val="-12"/>
        </w:rPr>
        <w:object w:dxaOrig="1380" w:dyaOrig="300">
          <v:shape id="_x0000_i1029" type="#_x0000_t75" style="width:100.25pt;height:20.45pt" o:ole="">
            <v:imagedata r:id="rId40" o:title=""/>
          </v:shape>
          <o:OLEObject Type="Embed" ProgID="Equation.3" ShapeID="_x0000_i1029" DrawAspect="Content" ObjectID="_1604230498" r:id="rId41"/>
        </w:object>
      </w:r>
      <w:r w:rsidRPr="00C62650">
        <w:t>,</w:t>
      </w:r>
    </w:p>
    <w:p w:rsidR="00B066C2" w:rsidRPr="00C62650" w:rsidRDefault="00B066C2" w:rsidP="00B066C2">
      <w:pPr>
        <w:ind w:left="2268"/>
      </w:pPr>
      <w:r w:rsidRPr="00C62650">
        <w:t xml:space="preserve">(2) </w:t>
      </w:r>
      <w:r w:rsidRPr="009028A1">
        <w:rPr>
          <w:position w:val="-26"/>
          <w:sz w:val="18"/>
          <w:szCs w:val="18"/>
        </w:rPr>
        <w:object w:dxaOrig="1219" w:dyaOrig="580">
          <v:shape id="_x0000_i1030" type="#_x0000_t75" style="width:79.75pt;height:38.1pt" o:ole="">
            <v:imagedata r:id="rId42" o:title=""/>
          </v:shape>
          <o:OLEObject Type="Embed" ProgID="Equation.3" ShapeID="_x0000_i1030" DrawAspect="Content" ObjectID="_1604230499" r:id="rId43"/>
        </w:object>
      </w:r>
    </w:p>
    <w:p w:rsidR="00B066C2" w:rsidRPr="00C62650" w:rsidRDefault="00B066C2" w:rsidP="00B066C2">
      <w:pPr>
        <w:pStyle w:val="SingleTxtG"/>
        <w:ind w:left="2268"/>
      </w:pPr>
      <w:r w:rsidRPr="00C62650">
        <w:t>où :</w:t>
      </w:r>
    </w:p>
    <w:p w:rsidR="00B066C2" w:rsidRPr="00C62650" w:rsidRDefault="00B066C2" w:rsidP="00B066C2">
      <w:pPr>
        <w:pStyle w:val="SingleTxtG"/>
        <w:ind w:left="2835" w:hanging="567"/>
      </w:pPr>
      <w:r w:rsidRPr="00C62650">
        <w:t>B</w:t>
      </w:r>
      <w:r w:rsidRPr="00C62650">
        <w:rPr>
          <w:vertAlign w:val="subscript"/>
        </w:rPr>
        <w:t>truej</w:t>
      </w:r>
      <w:r>
        <w:tab/>
      </w:r>
      <w:r w:rsidRPr="00C62650">
        <w:t>est la valeur réelle de la coordonnée B à l</w:t>
      </w:r>
      <w:r>
        <w:t>’</w:t>
      </w:r>
      <w:r w:rsidRPr="00C62650">
        <w:t>instant « j », mesurée en secondes d</w:t>
      </w:r>
      <w:r>
        <w:t>’</w:t>
      </w:r>
      <w:r w:rsidRPr="00C62650">
        <w:t>arc ;</w:t>
      </w:r>
    </w:p>
    <w:p w:rsidR="00B066C2" w:rsidRPr="00C62650" w:rsidRDefault="00B066C2" w:rsidP="00B066C2">
      <w:pPr>
        <w:pStyle w:val="SingleTxtG"/>
        <w:ind w:left="2835" w:hanging="567"/>
      </w:pPr>
      <w:r>
        <w:t>B(j)</w:t>
      </w:r>
      <w:r>
        <w:tab/>
      </w:r>
      <w:r w:rsidRPr="00C62650">
        <w:t>est la valeur de la coordonnée B à l</w:t>
      </w:r>
      <w:r>
        <w:t>’</w:t>
      </w:r>
      <w:r w:rsidRPr="00C62650">
        <w:t>instant « j », calculée par le récepteur GNSS, en secondes d</w:t>
      </w:r>
      <w:r>
        <w:t>’</w:t>
      </w:r>
      <w:r w:rsidRPr="00C62650">
        <w:t>arc ;</w:t>
      </w:r>
    </w:p>
    <w:p w:rsidR="00B066C2" w:rsidRPr="00C62650" w:rsidRDefault="00B066C2" w:rsidP="00B066C2">
      <w:pPr>
        <w:pStyle w:val="SingleTxtG"/>
        <w:ind w:left="2835" w:hanging="567"/>
      </w:pPr>
      <w:r>
        <w:lastRenderedPageBreak/>
        <w:t>N</w:t>
      </w:r>
      <w:r>
        <w:tab/>
      </w:r>
      <w:r w:rsidRPr="00C62650">
        <w:t>est le nombre de messages GGA (RMC) reçus pendant l</w:t>
      </w:r>
      <w:r>
        <w:t>’</w:t>
      </w:r>
      <w:r w:rsidRPr="00C62650">
        <w:t>essai du récepteur GNSS.</w:t>
      </w:r>
    </w:p>
    <w:p w:rsidR="00B066C2" w:rsidRPr="00C62650" w:rsidRDefault="00B066C2" w:rsidP="00B066C2">
      <w:pPr>
        <w:pStyle w:val="SingleTxtG"/>
        <w:ind w:left="2268"/>
      </w:pPr>
      <w:r w:rsidRPr="00C62650">
        <w:t>De la même façon, calculer l</w:t>
      </w:r>
      <w:r>
        <w:t>’</w:t>
      </w:r>
      <w:r w:rsidRPr="00C62650">
        <w:t>inexactitude systématique de la longitude (L).</w:t>
      </w:r>
    </w:p>
    <w:p w:rsidR="00B066C2" w:rsidRPr="00C62650" w:rsidRDefault="00B066C2" w:rsidP="00B066C2">
      <w:pPr>
        <w:pStyle w:val="SingleTxtG"/>
        <w:ind w:left="2268" w:hanging="1134"/>
      </w:pPr>
      <w:r w:rsidRPr="00C62650">
        <w:t>2.2.8</w:t>
      </w:r>
      <w:r w:rsidRPr="00C62650">
        <w:tab/>
        <w:t>Calculer la valeur de l</w:t>
      </w:r>
      <w:r>
        <w:t>’</w:t>
      </w:r>
      <w:r w:rsidRPr="00C62650">
        <w:t>écart type d</w:t>
      </w:r>
      <w:r>
        <w:t>’</w:t>
      </w:r>
      <w:r w:rsidRPr="00C62650">
        <w:t>après la formule (3) pour la latitude (B) :</w:t>
      </w:r>
    </w:p>
    <w:p w:rsidR="00B066C2" w:rsidRPr="00C62650" w:rsidRDefault="00B066C2" w:rsidP="00B066C2">
      <w:pPr>
        <w:ind w:left="2268"/>
      </w:pPr>
      <w:r w:rsidRPr="00C62650">
        <w:t>(3)</w:t>
      </w:r>
      <w:r w:rsidRPr="00C62650">
        <w:rPr>
          <w:i/>
        </w:rPr>
        <w:t xml:space="preserve"> </w:t>
      </w:r>
      <w:r w:rsidRPr="0051487A">
        <w:rPr>
          <w:i/>
          <w:position w:val="-20"/>
        </w:rPr>
        <w:object w:dxaOrig="1719" w:dyaOrig="840">
          <v:shape id="_x0000_i1031" type="#_x0000_t75" style="width:120pt;height:40.25pt" o:ole="" fillcolor="window">
            <v:imagedata r:id="rId44" o:title=""/>
          </v:shape>
          <o:OLEObject Type="Embed" ProgID="Equation.3" ShapeID="_x0000_i1031" DrawAspect="Content" ObjectID="_1604230500" r:id="rId45"/>
        </w:object>
      </w:r>
    </w:p>
    <w:p w:rsidR="00B066C2" w:rsidRPr="00C62650" w:rsidRDefault="00B066C2" w:rsidP="00B066C2">
      <w:pPr>
        <w:pStyle w:val="SingleTxtG"/>
        <w:ind w:left="2268"/>
      </w:pPr>
      <w:r w:rsidRPr="00C62650">
        <w:t>De la même façon, calculer la valeur de l</w:t>
      </w:r>
      <w:r>
        <w:t>’</w:t>
      </w:r>
      <w:r w:rsidRPr="00C62650">
        <w:t>écart type pour la longitude (L).</w:t>
      </w:r>
    </w:p>
    <w:p w:rsidR="00B066C2" w:rsidRPr="00C62650" w:rsidRDefault="00B066C2" w:rsidP="00B066C2">
      <w:pPr>
        <w:pStyle w:val="SingleTxtG"/>
        <w:ind w:left="2268" w:hanging="1134"/>
      </w:pPr>
      <w:r w:rsidRPr="00C62650">
        <w:t>2.2.9</w:t>
      </w:r>
      <w:r w:rsidRPr="00C62650">
        <w:tab/>
        <w:t>Convertir les coordonnées obtenues et les valeurs de l</w:t>
      </w:r>
      <w:r>
        <w:t>’</w:t>
      </w:r>
      <w:r w:rsidRPr="00C62650">
        <w:t>écart type de la latitude et de la longitude de secondes d</w:t>
      </w:r>
      <w:r>
        <w:t>’</w:t>
      </w:r>
      <w:r w:rsidRPr="00C62650">
        <w:t>arc en mètres, en utilisant les formules (4) à (5) ci</w:t>
      </w:r>
      <w:r w:rsidRPr="00C62650">
        <w:noBreakHyphen/>
        <w:t>dessous.</w:t>
      </w:r>
    </w:p>
    <w:p w:rsidR="00B066C2" w:rsidRPr="00C62650" w:rsidRDefault="00B066C2" w:rsidP="00B066C2">
      <w:pPr>
        <w:pStyle w:val="SingleTxtG"/>
        <w:ind w:left="2268"/>
      </w:pPr>
      <w:r w:rsidRPr="00C62650">
        <w:t>Pour la latitude :</w:t>
      </w:r>
    </w:p>
    <w:p w:rsidR="00B066C2" w:rsidRPr="00C62650" w:rsidRDefault="00B066C2" w:rsidP="00B066C2">
      <w:pPr>
        <w:ind w:left="2268"/>
      </w:pPr>
      <w:r w:rsidRPr="00C62650">
        <w:t>(4-1)</w:t>
      </w:r>
      <w:r>
        <w:t xml:space="preserve"> </w:t>
      </w:r>
      <w:r w:rsidRPr="0051487A">
        <w:rPr>
          <w:position w:val="-24"/>
        </w:rPr>
        <w:object w:dxaOrig="2960" w:dyaOrig="580">
          <v:shape id="_x0000_i1032" type="#_x0000_t75" style="width:169.4pt;height:34.6pt" o:ole="" fillcolor="window">
            <v:imagedata r:id="rId46" o:title=""/>
          </v:shape>
          <o:OLEObject Type="Embed" ProgID="Equation.3" ShapeID="_x0000_i1032" DrawAspect="Content" ObjectID="_1604230501" r:id="rId47"/>
        </w:object>
      </w:r>
    </w:p>
    <w:p w:rsidR="00B066C2" w:rsidRPr="00C62650" w:rsidRDefault="00B066C2" w:rsidP="00B066C2">
      <w:pPr>
        <w:ind w:left="2268"/>
      </w:pPr>
      <w:r w:rsidRPr="00C62650">
        <w:t xml:space="preserve">(4-2) </w:t>
      </w:r>
      <w:r w:rsidRPr="0051487A">
        <w:rPr>
          <w:position w:val="-24"/>
        </w:rPr>
        <w:object w:dxaOrig="2980" w:dyaOrig="580">
          <v:shape id="_x0000_i1033" type="#_x0000_t75" style="width:172.25pt;height:33.9pt" o:ole="" fillcolor="window">
            <v:imagedata r:id="rId48" o:title=""/>
          </v:shape>
          <o:OLEObject Type="Embed" ProgID="Equation.3" ShapeID="_x0000_i1033" DrawAspect="Content" ObjectID="_1604230502" r:id="rId49"/>
        </w:object>
      </w:r>
    </w:p>
    <w:p w:rsidR="00B066C2" w:rsidRPr="00C62650" w:rsidRDefault="00B066C2" w:rsidP="00B066C2">
      <w:pPr>
        <w:ind w:left="2268"/>
      </w:pPr>
      <w:r w:rsidRPr="00C62650">
        <w:t xml:space="preserve">(4-3) </w:t>
      </w:r>
      <w:r w:rsidRPr="0051487A">
        <w:rPr>
          <w:position w:val="-24"/>
        </w:rPr>
        <w:object w:dxaOrig="3240" w:dyaOrig="580">
          <v:shape id="_x0000_i1034" type="#_x0000_t75" style="width:185.65pt;height:34.6pt" o:ole="" fillcolor="window">
            <v:imagedata r:id="rId50" o:title=""/>
          </v:shape>
          <o:OLEObject Type="Embed" ProgID="Equation.3" ShapeID="_x0000_i1034" DrawAspect="Content" ObjectID="_1604230503" r:id="rId51"/>
        </w:object>
      </w:r>
    </w:p>
    <w:p w:rsidR="00B066C2" w:rsidRPr="00C62650" w:rsidRDefault="00B066C2" w:rsidP="00B066C2">
      <w:pPr>
        <w:pStyle w:val="SingleTxtG"/>
        <w:ind w:left="2268"/>
      </w:pPr>
      <w:r w:rsidRPr="00C62650">
        <w:t>Pour la longitude :</w:t>
      </w:r>
    </w:p>
    <w:p w:rsidR="00B066C2" w:rsidRPr="00C62650" w:rsidRDefault="00B066C2" w:rsidP="00B066C2">
      <w:pPr>
        <w:ind w:left="2268"/>
      </w:pPr>
      <w:r w:rsidRPr="00C62650">
        <w:t xml:space="preserve">(5-1) </w:t>
      </w:r>
      <w:r w:rsidRPr="0051487A">
        <w:rPr>
          <w:position w:val="-32"/>
        </w:rPr>
        <w:object w:dxaOrig="2820" w:dyaOrig="600">
          <v:shape id="_x0000_i1035" type="#_x0000_t75" style="width:178.6pt;height:36pt" o:ole="" fillcolor="window">
            <v:imagedata r:id="rId52" o:title=""/>
          </v:shape>
          <o:OLEObject Type="Embed" ProgID="Equation.3" ShapeID="_x0000_i1035" DrawAspect="Content" ObjectID="_1604230504" r:id="rId53"/>
        </w:object>
      </w:r>
    </w:p>
    <w:p w:rsidR="00B066C2" w:rsidRPr="00C62650" w:rsidRDefault="00B066C2" w:rsidP="00B066C2">
      <w:pPr>
        <w:ind w:left="2268"/>
      </w:pPr>
      <w:r w:rsidRPr="00C62650">
        <w:t xml:space="preserve">(5-2) </w:t>
      </w:r>
      <w:r w:rsidRPr="0051487A">
        <w:rPr>
          <w:position w:val="-32"/>
        </w:rPr>
        <w:object w:dxaOrig="2860" w:dyaOrig="600">
          <v:shape id="_x0000_i1036" type="#_x0000_t75" style="width:181.4pt;height:36pt" o:ole="" fillcolor="window">
            <v:imagedata r:id="rId54" o:title=""/>
          </v:shape>
          <o:OLEObject Type="Embed" ProgID="Equation.3" ShapeID="_x0000_i1036" DrawAspect="Content" ObjectID="_1604230505" r:id="rId55"/>
        </w:object>
      </w:r>
    </w:p>
    <w:p w:rsidR="00B066C2" w:rsidRPr="00C62650" w:rsidRDefault="00B066C2" w:rsidP="00B066C2">
      <w:pPr>
        <w:ind w:left="2268"/>
      </w:pPr>
      <w:r w:rsidRPr="00C62650">
        <w:t xml:space="preserve">(5-3) </w:t>
      </w:r>
      <w:r w:rsidRPr="00AC3E2D">
        <w:rPr>
          <w:position w:val="-30"/>
        </w:rPr>
        <w:object w:dxaOrig="3040" w:dyaOrig="580">
          <v:shape id="_x0000_i1037" type="#_x0000_t75" style="width:192pt;height:34.6pt" o:ole="" fillcolor="window">
            <v:imagedata r:id="rId56" o:title=""/>
          </v:shape>
          <o:OLEObject Type="Embed" ProgID="Equation.3" ShapeID="_x0000_i1037" DrawAspect="Content" ObjectID="_1604230506" r:id="rId57"/>
        </w:object>
      </w:r>
    </w:p>
    <w:p w:rsidR="00B066C2" w:rsidRPr="00C62650" w:rsidRDefault="00B066C2" w:rsidP="00B066C2">
      <w:pPr>
        <w:pStyle w:val="SingleTxtG"/>
        <w:ind w:left="2268"/>
      </w:pPr>
      <w:r w:rsidRPr="00C62650">
        <w:t>où :</w:t>
      </w:r>
    </w:p>
    <w:p w:rsidR="00B066C2" w:rsidRPr="00C62650" w:rsidRDefault="00B066C2" w:rsidP="00B066C2">
      <w:pPr>
        <w:pStyle w:val="SingleTxtG"/>
        <w:ind w:left="2268"/>
      </w:pPr>
      <w:r>
        <w:tab/>
        <w:t>a</w:t>
      </w:r>
      <w:r>
        <w:tab/>
      </w:r>
      <w:r w:rsidRPr="00C62650">
        <w:t>est le demi grand-axe de l</w:t>
      </w:r>
      <w:r>
        <w:t>’</w:t>
      </w:r>
      <w:r w:rsidRPr="00C62650">
        <w:t>ellipsoïde, en mètres ;</w:t>
      </w:r>
    </w:p>
    <w:p w:rsidR="00B066C2" w:rsidRPr="00C62650" w:rsidRDefault="00B066C2" w:rsidP="00B066C2">
      <w:pPr>
        <w:pStyle w:val="SingleTxtG"/>
        <w:ind w:left="2268"/>
      </w:pPr>
      <w:r>
        <w:tab/>
        <w:t>e</w:t>
      </w:r>
      <w:r>
        <w:tab/>
      </w:r>
      <w:r w:rsidRPr="00C62650">
        <w:t>est la première excentricité ;</w:t>
      </w:r>
    </w:p>
    <w:p w:rsidR="00B066C2" w:rsidRPr="00C62650" w:rsidRDefault="00B066C2" w:rsidP="00B066C2">
      <w:pPr>
        <w:pStyle w:val="SingleTxtG"/>
        <w:ind w:left="2268"/>
      </w:pPr>
      <w:r>
        <w:tab/>
        <w:t>φ</w:t>
      </w:r>
      <w:r>
        <w:tab/>
      </w:r>
      <w:r w:rsidRPr="00C62650">
        <w:t xml:space="preserve">est la valeur obtenue de la latitude, en radians. </w:t>
      </w:r>
    </w:p>
    <w:p w:rsidR="00B066C2" w:rsidRPr="00C62650" w:rsidRDefault="00B066C2" w:rsidP="00B066C2">
      <w:pPr>
        <w:pStyle w:val="SingleTxtG"/>
        <w:ind w:left="2268" w:hanging="1134"/>
      </w:pPr>
      <w:r w:rsidRPr="00C62650">
        <w:t>2.2.10</w:t>
      </w:r>
      <w:r w:rsidRPr="00C62650">
        <w:tab/>
        <w:t>Calculer l</w:t>
      </w:r>
      <w:r>
        <w:t>’</w:t>
      </w:r>
      <w:r w:rsidRPr="00C62650">
        <w:t>erreur des coordonnées horizontales selon la formule (6) ou les erreurs linéaires pour chaque mesure selon la formule (7) :</w:t>
      </w:r>
    </w:p>
    <w:p w:rsidR="00B066C2" w:rsidRPr="00C62650" w:rsidRDefault="00B066C2" w:rsidP="00B066C2">
      <w:pPr>
        <w:ind w:left="2268"/>
        <w:rPr>
          <w:spacing w:val="-2"/>
        </w:rPr>
      </w:pPr>
      <w:r w:rsidRPr="00C62650">
        <w:rPr>
          <w:spacing w:val="-2"/>
        </w:rPr>
        <w:t xml:space="preserve">(6) </w:t>
      </w:r>
      <w:r w:rsidRPr="0051487A">
        <w:rPr>
          <w:spacing w:val="-2"/>
          <w:position w:val="-10"/>
        </w:rPr>
        <w:object w:dxaOrig="3159" w:dyaOrig="380">
          <v:shape id="_x0000_i1038" type="#_x0000_t75" style="width:210.35pt;height:24pt" o:ole="">
            <v:imagedata r:id="rId58" o:title=""/>
          </v:shape>
          <o:OLEObject Type="Embed" ProgID="Equation.3" ShapeID="_x0000_i1038" DrawAspect="Content" ObjectID="_1604230507" r:id="rId59"/>
        </w:object>
      </w:r>
    </w:p>
    <w:p w:rsidR="00B066C2" w:rsidRPr="007500F3" w:rsidRDefault="00B066C2" w:rsidP="00B066C2">
      <w:pPr>
        <w:ind w:left="2268"/>
      </w:pPr>
      <w:r w:rsidRPr="00C62650">
        <w:t>(7)</w:t>
      </w:r>
      <w:r w:rsidRPr="007500F3">
        <w:t xml:space="preserve"> </w:t>
      </w:r>
      <w:r w:rsidRPr="0051487A">
        <w:rPr>
          <w:position w:val="-10"/>
        </w:rPr>
        <w:object w:dxaOrig="2260" w:dyaOrig="380">
          <v:shape id="_x0000_i1039" type="#_x0000_t75" style="width:154.6pt;height:25.4pt" o:ole="">
            <v:imagedata r:id="rId60" o:title=""/>
          </v:shape>
          <o:OLEObject Type="Embed" ProgID="Equation.3" ShapeID="_x0000_i1039" DrawAspect="Content" ObjectID="_1604230508" r:id="rId61"/>
        </w:object>
      </w:r>
    </w:p>
    <w:p w:rsidR="00B066C2" w:rsidRPr="00C62650" w:rsidRDefault="00B066C2" w:rsidP="00B066C2">
      <w:pPr>
        <w:pStyle w:val="SingleTxtG"/>
        <w:ind w:left="2268" w:hanging="1134"/>
      </w:pPr>
      <w:r w:rsidRPr="00C62650">
        <w:t>2.2.11</w:t>
      </w:r>
      <w:r w:rsidRPr="00C62650">
        <w:tab/>
      </w:r>
      <w:r w:rsidRPr="00C62650">
        <w:rPr>
          <w:spacing w:val="-2"/>
        </w:rPr>
        <w:t>Répéter la procédure d</w:t>
      </w:r>
      <w:r>
        <w:rPr>
          <w:spacing w:val="-2"/>
        </w:rPr>
        <w:t>’</w:t>
      </w:r>
      <w:r w:rsidRPr="00C62650">
        <w:rPr>
          <w:spacing w:val="-2"/>
        </w:rPr>
        <w:t xml:space="preserve">essai visée aux </w:t>
      </w:r>
      <w:r w:rsidR="00C65359">
        <w:rPr>
          <w:spacing w:val="-2"/>
        </w:rPr>
        <w:t xml:space="preserve">paragraphes </w:t>
      </w:r>
      <w:r w:rsidRPr="00C62650">
        <w:rPr>
          <w:spacing w:val="-2"/>
        </w:rPr>
        <w:t>2.2.3 à 2.2.10 uniquement pour les signaux GLONASS avec les paramètres de simulation définis au tableau 7.</w:t>
      </w:r>
    </w:p>
    <w:p w:rsidR="00B066C2" w:rsidRPr="00C62650" w:rsidRDefault="00B066C2" w:rsidP="00B066C2">
      <w:pPr>
        <w:pStyle w:val="SingleTxtG"/>
        <w:ind w:left="2268" w:hanging="1134"/>
      </w:pPr>
      <w:r w:rsidRPr="00C62650">
        <w:t>2.2.12</w:t>
      </w:r>
      <w:r w:rsidRPr="00C62650">
        <w:tab/>
        <w:t>Répéter la procédure d</w:t>
      </w:r>
      <w:r>
        <w:t>’</w:t>
      </w:r>
      <w:r w:rsidRPr="00C62650">
        <w:t xml:space="preserve">essai visée aux </w:t>
      </w:r>
      <w:r w:rsidR="00C65359">
        <w:t xml:space="preserve">paragraphes </w:t>
      </w:r>
      <w:r w:rsidRPr="00C62650">
        <w:t>2.2.3 à 2.2.10 uniquement pour les signaux GPS avec les paramètres de simulation indiqués au tableau </w:t>
      </w:r>
      <w:r w:rsidRPr="00C62650">
        <w:rPr>
          <w:spacing w:val="-2"/>
        </w:rPr>
        <w:t>7</w:t>
      </w:r>
      <w:r w:rsidRPr="00C62650">
        <w:t>.</w:t>
      </w:r>
    </w:p>
    <w:p w:rsidR="00B066C2" w:rsidRPr="00C62650" w:rsidRDefault="00B066C2" w:rsidP="00B066C2">
      <w:pPr>
        <w:pStyle w:val="SingleTxtG"/>
        <w:ind w:left="2268" w:hanging="1134"/>
      </w:pPr>
      <w:r w:rsidRPr="00C62650">
        <w:t>2.2.13</w:t>
      </w:r>
      <w:r w:rsidRPr="00C62650">
        <w:tab/>
        <w:t>Répéter la procédure d</w:t>
      </w:r>
      <w:r>
        <w:t>’</w:t>
      </w:r>
      <w:r w:rsidRPr="00C62650">
        <w:t xml:space="preserve">essai prescrite aux </w:t>
      </w:r>
      <w:r w:rsidR="00C65359">
        <w:t xml:space="preserve">paragraphes </w:t>
      </w:r>
      <w:r w:rsidRPr="00C62650">
        <w:t>2.2.3 à 2.2.10 pour les signaux Galileo avec les paramètres de simulation indiqués au tableau </w:t>
      </w:r>
      <w:r w:rsidRPr="00C62650">
        <w:rPr>
          <w:spacing w:val="-2"/>
        </w:rPr>
        <w:t>7</w:t>
      </w:r>
      <w:r w:rsidRPr="00C62650">
        <w:t>.</w:t>
      </w:r>
    </w:p>
    <w:p w:rsidR="00B066C2" w:rsidRPr="00C62650" w:rsidRDefault="00B066C2" w:rsidP="00B066C2">
      <w:pPr>
        <w:pStyle w:val="SingleTxtG"/>
        <w:ind w:left="2268" w:hanging="1134"/>
      </w:pPr>
      <w:r w:rsidRPr="00C62650">
        <w:t>2.2.14</w:t>
      </w:r>
      <w:r w:rsidRPr="00C62650">
        <w:tab/>
        <w:t>Répéter la procédure d</w:t>
      </w:r>
      <w:r>
        <w:t>’</w:t>
      </w:r>
      <w:r w:rsidRPr="00C62650">
        <w:t xml:space="preserve">essai prescrite aux </w:t>
      </w:r>
      <w:r w:rsidR="00C65359">
        <w:t xml:space="preserve">paragraphes </w:t>
      </w:r>
      <w:r w:rsidRPr="00C62650">
        <w:t>2.2.3 à 2.2.10, avec d</w:t>
      </w:r>
      <w:r>
        <w:t>’</w:t>
      </w:r>
      <w:r w:rsidRPr="00C62650">
        <w:t>autres échantillons AECD/AECS fournis pour l</w:t>
      </w:r>
      <w:r>
        <w:t>’</w:t>
      </w:r>
      <w:r w:rsidRPr="00C62650">
        <w:t>essai.</w:t>
      </w:r>
    </w:p>
    <w:p w:rsidR="00B066C2" w:rsidRPr="00C62650" w:rsidRDefault="00B066C2" w:rsidP="00B066C2">
      <w:pPr>
        <w:pStyle w:val="SingleTxtG"/>
        <w:ind w:left="2268" w:hanging="1134"/>
      </w:pPr>
      <w:r w:rsidRPr="00C62650">
        <w:lastRenderedPageBreak/>
        <w:t>2.2.15</w:t>
      </w:r>
      <w:r w:rsidRPr="00C62650">
        <w:tab/>
        <w:t>Calculer les valeurs moyennes obtenues à l</w:t>
      </w:r>
      <w:r>
        <w:t>’</w:t>
      </w:r>
      <w:r w:rsidRPr="00C62650">
        <w:t>aide de la formule (6) pour tous les échantillons d</w:t>
      </w:r>
      <w:r>
        <w:t>’</w:t>
      </w:r>
      <w:r w:rsidRPr="00C62650">
        <w:t>AECD/AECS soumis à l</w:t>
      </w:r>
      <w:r>
        <w:t>’</w:t>
      </w:r>
      <w:r w:rsidRPr="00C62650">
        <w:t>essai.</w:t>
      </w:r>
    </w:p>
    <w:p w:rsidR="00B066C2" w:rsidRPr="00C62650" w:rsidRDefault="00B066C2" w:rsidP="00B066C2">
      <w:pPr>
        <w:pStyle w:val="SingleTxtG"/>
        <w:ind w:left="2268" w:hanging="1134"/>
      </w:pPr>
      <w:r w:rsidRPr="00C62650">
        <w:t>2.2.16</w:t>
      </w:r>
      <w:r w:rsidRPr="00C62650">
        <w:tab/>
        <w:t>Les résultats des essais sont considérés comme satisfaisants si au moins une des conditions suivantes est remplie :</w:t>
      </w:r>
    </w:p>
    <w:p w:rsidR="00B066C2" w:rsidRPr="00C62650" w:rsidRDefault="00B066C2" w:rsidP="00B066C2">
      <w:pPr>
        <w:pStyle w:val="SingleTxtG"/>
        <w:ind w:left="2835" w:hanging="567"/>
      </w:pPr>
      <w:r w:rsidRPr="00C62650">
        <w:t>a)</w:t>
      </w:r>
      <w:r w:rsidRPr="00C62650">
        <w:tab/>
        <w:t>Les erreurs de position horizontale obtenues à l</w:t>
      </w:r>
      <w:r>
        <w:t>’</w:t>
      </w:r>
      <w:r w:rsidRPr="00C62650">
        <w:t>aide de la formule (6) pour tous les échantillons d</w:t>
      </w:r>
      <w:r>
        <w:t>’</w:t>
      </w:r>
      <w:r w:rsidRPr="00C62650">
        <w:t>AECD/AECS ne dépassent pas 15 m en mode « ciel ouvert » pour tous les scénarios de simulation ; ou</w:t>
      </w:r>
    </w:p>
    <w:p w:rsidR="00B066C2" w:rsidRPr="00C62650" w:rsidRDefault="00B066C2" w:rsidP="00B066C2">
      <w:pPr>
        <w:pStyle w:val="SingleTxtG"/>
        <w:ind w:left="2835" w:hanging="567"/>
      </w:pPr>
      <w:r w:rsidRPr="00C62650">
        <w:t>b)</w:t>
      </w:r>
      <w:r w:rsidRPr="00C62650">
        <w:tab/>
        <w:t>Les erreurs linéaires pour chaque mesure effectuée à l</w:t>
      </w:r>
      <w:r>
        <w:t>’</w:t>
      </w:r>
      <w:r w:rsidRPr="00C62650">
        <w:t>aide de la formule (7) obtenues pour tous les échantillons d</w:t>
      </w:r>
      <w:r>
        <w:t>’</w:t>
      </w:r>
      <w:r w:rsidRPr="00C62650">
        <w:t>AECD/AECS ne dépassent pas 15 m en mode « ciel ouvert » pour tous les scénarios de simulation et pour au moins 95 % de l</w:t>
      </w:r>
      <w:r>
        <w:t>’</w:t>
      </w:r>
      <w:r w:rsidRPr="00C62650">
        <w:t>ensemble des mesures.</w:t>
      </w:r>
    </w:p>
    <w:p w:rsidR="00B066C2" w:rsidRPr="00C62650" w:rsidRDefault="00B066C2" w:rsidP="00935F4C">
      <w:pPr>
        <w:pStyle w:val="SingleTxtG"/>
        <w:ind w:left="2268" w:hanging="1134"/>
        <w:jc w:val="left"/>
      </w:pPr>
      <w:r w:rsidRPr="00C62650">
        <w:t>2.3</w:t>
      </w:r>
      <w:r w:rsidRPr="00C62650">
        <w:tab/>
        <w:t>Évaluation de la précision du positionnement en mode dynamique autonome</w:t>
      </w:r>
    </w:p>
    <w:p w:rsidR="00B066C2" w:rsidRPr="00C62650" w:rsidRDefault="00B066C2" w:rsidP="00B066C2">
      <w:pPr>
        <w:pStyle w:val="SingleTxtG"/>
        <w:ind w:left="2268" w:hanging="1134"/>
      </w:pPr>
      <w:r w:rsidRPr="00C62650">
        <w:t>2.3.1</w:t>
      </w:r>
      <w:r w:rsidRPr="00C62650">
        <w:tab/>
        <w:t>Répéter la procédure d</w:t>
      </w:r>
      <w:r>
        <w:t>’</w:t>
      </w:r>
      <w:r w:rsidRPr="00C62650">
        <w:t xml:space="preserve">essai prescrite au </w:t>
      </w:r>
      <w:r w:rsidR="00C65359">
        <w:t xml:space="preserve">paragraphe </w:t>
      </w:r>
      <w:r w:rsidRPr="00C62650">
        <w:t>2.2, à l</w:t>
      </w:r>
      <w:r>
        <w:t>’</w:t>
      </w:r>
      <w:r w:rsidRPr="00C62650">
        <w:t xml:space="preserve">exclusion des </w:t>
      </w:r>
      <w:r w:rsidR="00C65359">
        <w:t xml:space="preserve">paragraphes </w:t>
      </w:r>
      <w:r w:rsidRPr="00C62650">
        <w:t>2.2.11 à 2.2.13, en utilisant le scénario de simulation des déplacements indiqués au tableau 8.</w:t>
      </w:r>
    </w:p>
    <w:p w:rsidR="00B066C2" w:rsidRPr="000B6779" w:rsidRDefault="00B066C2" w:rsidP="00B066C2">
      <w:pPr>
        <w:pStyle w:val="Titre1"/>
        <w:spacing w:after="120"/>
        <w:rPr>
          <w:b/>
        </w:rPr>
      </w:pPr>
      <w:r w:rsidRPr="00C62650">
        <w:t>Tableau</w:t>
      </w:r>
      <w:r w:rsidRPr="007500F3">
        <w:t xml:space="preserve"> 8 </w:t>
      </w:r>
      <w:r w:rsidRPr="00C62650">
        <w:br/>
      </w:r>
      <w:r w:rsidRPr="000B6779">
        <w:rPr>
          <w:b/>
        </w:rPr>
        <w:t>Principaux paramètres du scénario de simulation en mode dynamique</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65"/>
        <w:gridCol w:w="3905"/>
      </w:tblGrid>
      <w:tr w:rsidR="00B066C2" w:rsidRPr="00C62650" w:rsidTr="00C320AE">
        <w:trPr>
          <w:tblHeader/>
        </w:trPr>
        <w:tc>
          <w:tcPr>
            <w:tcW w:w="3465" w:type="dxa"/>
            <w:shd w:val="clear" w:color="auto" w:fill="auto"/>
            <w:vAlign w:val="bottom"/>
          </w:tcPr>
          <w:p w:rsidR="00B066C2" w:rsidRPr="00C62650" w:rsidRDefault="00B066C2" w:rsidP="00C320AE">
            <w:pPr>
              <w:spacing w:before="60" w:after="60" w:line="220" w:lineRule="atLeast"/>
              <w:ind w:left="57" w:right="57"/>
              <w:rPr>
                <w:i/>
                <w:sz w:val="16"/>
                <w:szCs w:val="16"/>
              </w:rPr>
            </w:pPr>
            <w:r w:rsidRPr="00C62650">
              <w:rPr>
                <w:i/>
                <w:sz w:val="16"/>
                <w:szCs w:val="16"/>
              </w:rPr>
              <w:t>Paramètre simulé</w:t>
            </w:r>
          </w:p>
        </w:tc>
        <w:tc>
          <w:tcPr>
            <w:tcW w:w="3905" w:type="dxa"/>
            <w:shd w:val="clear" w:color="auto" w:fill="auto"/>
            <w:vAlign w:val="bottom"/>
          </w:tcPr>
          <w:p w:rsidR="00B066C2" w:rsidRPr="00C62650" w:rsidRDefault="00B066C2" w:rsidP="00C320AE">
            <w:pPr>
              <w:spacing w:before="60" w:after="60" w:line="220" w:lineRule="atLeast"/>
              <w:ind w:left="57" w:right="57"/>
              <w:rPr>
                <w:i/>
                <w:sz w:val="16"/>
                <w:szCs w:val="16"/>
              </w:rPr>
            </w:pPr>
            <w:r w:rsidRPr="00C62650">
              <w:rPr>
                <w:i/>
                <w:sz w:val="16"/>
                <w:szCs w:val="16"/>
              </w:rPr>
              <w:t>Valeur</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Durée de l</w:t>
            </w:r>
            <w:r>
              <w:rPr>
                <w:iCs/>
              </w:rPr>
              <w:t>’essai (h:min</w:t>
            </w:r>
            <w:r w:rsidRPr="00C62650">
              <w:rPr>
                <w:iCs/>
              </w:rPr>
              <w:t>:s)</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01:00:00</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Fréquence de sortie</w:t>
            </w:r>
          </w:p>
        </w:tc>
        <w:tc>
          <w:tcPr>
            <w:tcW w:w="3905" w:type="dxa"/>
            <w:shd w:val="clear" w:color="auto" w:fill="auto"/>
          </w:tcPr>
          <w:p w:rsidR="00B066C2" w:rsidRPr="00C62650" w:rsidDel="00F16A40" w:rsidRDefault="00B066C2" w:rsidP="00C320AE">
            <w:pPr>
              <w:spacing w:before="60" w:after="60" w:line="220" w:lineRule="atLeast"/>
              <w:ind w:left="57" w:right="57"/>
              <w:rPr>
                <w:iCs/>
              </w:rPr>
            </w:pPr>
            <w:r w:rsidRPr="00C62650">
              <w:rPr>
                <w:iCs/>
              </w:rPr>
              <w:t>1 Hz</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Emplacement de l</w:t>
            </w:r>
            <w:r>
              <w:rPr>
                <w:iCs/>
              </w:rPr>
              <w:t>’</w:t>
            </w:r>
            <w:r w:rsidRPr="00C62650">
              <w:rPr>
                <w:iCs/>
              </w:rPr>
              <w:t>AECD</w:t>
            </w:r>
          </w:p>
          <w:p w:rsidR="00B066C2" w:rsidRPr="00C62650" w:rsidRDefault="00B066C2" w:rsidP="00C320AE">
            <w:pPr>
              <w:numPr>
                <w:ilvl w:val="0"/>
                <w:numId w:val="22"/>
              </w:numPr>
              <w:spacing w:before="60" w:after="60" w:line="220" w:lineRule="atLeast"/>
              <w:ind w:left="286" w:right="57" w:hanging="238"/>
              <w:rPr>
                <w:iCs/>
              </w:rPr>
            </w:pPr>
            <w:r w:rsidRPr="00C62650">
              <w:rPr>
                <w:iCs/>
              </w:rPr>
              <w:t>CS WGS-84</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Tout point terrestre situé entre 80° de latitude N et 80° de latitude S dans le système de coordonnées WGS84.</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Type de déplacement :</w:t>
            </w:r>
          </w:p>
          <w:p w:rsidR="00B066C2" w:rsidRPr="00C62650" w:rsidRDefault="00B066C2" w:rsidP="00C320AE">
            <w:pPr>
              <w:numPr>
                <w:ilvl w:val="0"/>
                <w:numId w:val="22"/>
              </w:numPr>
              <w:spacing w:before="60" w:after="60" w:line="220" w:lineRule="atLeast"/>
              <w:ind w:left="286" w:right="57" w:hanging="238"/>
              <w:rPr>
                <w:iCs/>
              </w:rPr>
            </w:pPr>
            <w:r w:rsidRPr="00C62650">
              <w:rPr>
                <w:iCs/>
              </w:rPr>
              <w:t>Vitesse (en km/h) ;</w:t>
            </w:r>
          </w:p>
          <w:p w:rsidR="00B066C2" w:rsidRPr="00C62650" w:rsidRDefault="00B066C2" w:rsidP="00C320AE">
            <w:pPr>
              <w:numPr>
                <w:ilvl w:val="0"/>
                <w:numId w:val="22"/>
              </w:numPr>
              <w:spacing w:before="60" w:after="60" w:line="220" w:lineRule="atLeast"/>
              <w:ind w:left="286" w:right="57" w:hanging="238"/>
              <w:rPr>
                <w:iCs/>
              </w:rPr>
            </w:pPr>
            <w:r w:rsidRPr="00C62650">
              <w:rPr>
                <w:iCs/>
              </w:rPr>
              <w:t>Rayon de virage (en m) ;</w:t>
            </w:r>
          </w:p>
          <w:p w:rsidR="00B066C2" w:rsidRPr="00C62650" w:rsidRDefault="00B066C2" w:rsidP="00C320AE">
            <w:pPr>
              <w:numPr>
                <w:ilvl w:val="0"/>
                <w:numId w:val="22"/>
              </w:numPr>
              <w:spacing w:before="60" w:after="60" w:line="220" w:lineRule="atLeast"/>
              <w:ind w:left="286" w:right="57" w:hanging="238"/>
              <w:rPr>
                <w:iCs/>
              </w:rPr>
            </w:pPr>
            <w:r w:rsidRPr="00C62650">
              <w:rPr>
                <w:iCs/>
              </w:rPr>
              <w:t>Accélération en virage (m/s</w:t>
            </w:r>
            <w:r w:rsidRPr="00C62650">
              <w:rPr>
                <w:iCs/>
                <w:vertAlign w:val="superscript"/>
              </w:rPr>
              <w:t>2</w:t>
            </w:r>
            <w:r w:rsidRPr="00C62650">
              <w:rPr>
                <w:iCs/>
              </w:rPr>
              <w:t>).</w:t>
            </w:r>
          </w:p>
        </w:tc>
        <w:tc>
          <w:tcPr>
            <w:tcW w:w="3905" w:type="dxa"/>
            <w:shd w:val="clear" w:color="auto" w:fill="auto"/>
          </w:tcPr>
          <w:p w:rsidR="00B066C2" w:rsidRPr="00C62650" w:rsidRDefault="00C225ED" w:rsidP="00C320AE">
            <w:pPr>
              <w:spacing w:before="60" w:after="60" w:line="220" w:lineRule="atLeast"/>
              <w:ind w:left="57" w:right="57"/>
              <w:rPr>
                <w:iCs/>
              </w:rPr>
            </w:pPr>
            <w:r>
              <w:rPr>
                <w:iCs/>
              </w:rPr>
              <w:t>Mode dynamique</w:t>
            </w:r>
          </w:p>
          <w:p w:rsidR="00B066C2" w:rsidRPr="00C62650" w:rsidRDefault="00B066C2" w:rsidP="00C320AE">
            <w:pPr>
              <w:spacing w:before="60" w:after="60" w:line="220" w:lineRule="atLeast"/>
              <w:ind w:left="57" w:right="57"/>
              <w:rPr>
                <w:iCs/>
              </w:rPr>
            </w:pPr>
            <w:r w:rsidRPr="00C62650">
              <w:rPr>
                <w:iCs/>
              </w:rPr>
              <w:t>140</w:t>
            </w:r>
          </w:p>
          <w:p w:rsidR="00B066C2" w:rsidRPr="00C62650" w:rsidRDefault="00B066C2" w:rsidP="00C320AE">
            <w:pPr>
              <w:spacing w:before="60" w:after="60" w:line="220" w:lineRule="atLeast"/>
              <w:ind w:left="57" w:right="57"/>
              <w:rPr>
                <w:iCs/>
              </w:rPr>
            </w:pPr>
            <w:r w:rsidRPr="00C62650">
              <w:rPr>
                <w:iCs/>
              </w:rPr>
              <w:t>500</w:t>
            </w:r>
          </w:p>
          <w:p w:rsidR="00B066C2" w:rsidRPr="00C62650" w:rsidRDefault="00B066C2" w:rsidP="00C320AE">
            <w:pPr>
              <w:spacing w:before="60" w:after="60" w:line="220" w:lineRule="atLeast"/>
              <w:ind w:left="57" w:right="57"/>
              <w:rPr>
                <w:iCs/>
              </w:rPr>
            </w:pPr>
            <w:r w:rsidRPr="00C62650">
              <w:rPr>
                <w:iCs/>
              </w:rPr>
              <w:t>0,2</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Troposphère :</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Modèle normalisé prédéfini par le simulateur de GNSS.</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Ionosphère :</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Modèle normalisé prédéfini par le simulateur de GNSS.</w:t>
            </w:r>
          </w:p>
        </w:tc>
      </w:tr>
      <w:tr w:rsidR="00B066C2" w:rsidRPr="00C62650" w:rsidTr="00C320AE">
        <w:tblPrEx>
          <w:tblLook w:val="0000" w:firstRow="0" w:lastRow="0" w:firstColumn="0" w:lastColumn="0" w:noHBand="0" w:noVBand="0"/>
        </w:tblPrEx>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Valeur PDOP</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 xml:space="preserve">2,0 </w:t>
            </w:r>
            <w:r w:rsidRPr="00C62650">
              <w:rPr>
                <w:iCs/>
              </w:rPr>
              <w:sym w:font="Symbol" w:char="F0A3"/>
            </w:r>
            <w:r w:rsidRPr="00C62650">
              <w:rPr>
                <w:iCs/>
              </w:rPr>
              <w:t xml:space="preserve"> PDOP </w:t>
            </w:r>
            <w:r w:rsidRPr="00C62650">
              <w:rPr>
                <w:iCs/>
              </w:rPr>
              <w:sym w:font="Symbol" w:char="F0A3"/>
            </w:r>
            <w:r w:rsidRPr="00C62650">
              <w:rPr>
                <w:iCs/>
              </w:rPr>
              <w:t xml:space="preserve"> 2,5 pendant la durée de l</w:t>
            </w:r>
            <w:r>
              <w:rPr>
                <w:iCs/>
              </w:rPr>
              <w:t>’</w:t>
            </w:r>
            <w:r w:rsidRPr="00C62650">
              <w:rPr>
                <w:iCs/>
              </w:rPr>
              <w:t>essai.</w:t>
            </w:r>
          </w:p>
        </w:tc>
      </w:tr>
      <w:tr w:rsidR="00B066C2" w:rsidRPr="00C62650" w:rsidTr="00C320AE">
        <w:tblPrEx>
          <w:tblLook w:val="0000" w:firstRow="0" w:lastRow="0" w:firstColumn="0" w:lastColumn="0" w:noHBand="0" w:noVBand="0"/>
        </w:tblPrEx>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Signaux simulés</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Combinaison GLONASS/Galileo/GPS/ SBAS.</w:t>
            </w:r>
          </w:p>
        </w:tc>
      </w:tr>
      <w:tr w:rsidR="00B066C2" w:rsidRPr="00C62650" w:rsidTr="00C320AE">
        <w:tblPrEx>
          <w:tblLook w:val="0000" w:firstRow="0" w:lastRow="0" w:firstColumn="0" w:lastColumn="0" w:noHBand="0" w:noVBand="0"/>
        </w:tblPrEx>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Puissance du signal :</w:t>
            </w:r>
          </w:p>
          <w:p w:rsidR="00B066C2" w:rsidRPr="00C62650" w:rsidRDefault="00B066C2" w:rsidP="00C320AE">
            <w:pPr>
              <w:numPr>
                <w:ilvl w:val="0"/>
                <w:numId w:val="22"/>
              </w:numPr>
              <w:spacing w:before="60" w:after="60" w:line="220" w:lineRule="atLeast"/>
              <w:ind w:left="286" w:right="57" w:hanging="238"/>
              <w:rPr>
                <w:iCs/>
              </w:rPr>
            </w:pPr>
            <w:r w:rsidRPr="00C62650">
              <w:rPr>
                <w:iCs/>
              </w:rPr>
              <w:t>GLONASS ;</w:t>
            </w:r>
          </w:p>
          <w:p w:rsidR="00B066C2" w:rsidRPr="00C62650" w:rsidRDefault="00B066C2" w:rsidP="00C320AE">
            <w:pPr>
              <w:numPr>
                <w:ilvl w:val="0"/>
                <w:numId w:val="22"/>
              </w:numPr>
              <w:spacing w:before="60" w:after="60" w:line="220" w:lineRule="atLeast"/>
              <w:ind w:left="286" w:right="57" w:hanging="238"/>
              <w:rPr>
                <w:iCs/>
              </w:rPr>
            </w:pPr>
            <w:r w:rsidRPr="00C62650">
              <w:rPr>
                <w:iCs/>
              </w:rPr>
              <w:t>Galileo ;</w:t>
            </w:r>
          </w:p>
          <w:p w:rsidR="00B066C2" w:rsidRPr="00C62650" w:rsidRDefault="00B066C2" w:rsidP="00C320AE">
            <w:pPr>
              <w:numPr>
                <w:ilvl w:val="0"/>
                <w:numId w:val="22"/>
              </w:numPr>
              <w:spacing w:before="60" w:after="60" w:line="220" w:lineRule="atLeast"/>
              <w:ind w:left="286" w:right="57" w:hanging="238"/>
              <w:rPr>
                <w:iCs/>
              </w:rPr>
            </w:pPr>
            <w:r w:rsidRPr="00C62650">
              <w:rPr>
                <w:iCs/>
              </w:rPr>
              <w:t>GPS.</w:t>
            </w:r>
          </w:p>
        </w:tc>
        <w:tc>
          <w:tcPr>
            <w:tcW w:w="3905" w:type="dxa"/>
            <w:shd w:val="clear" w:color="auto" w:fill="auto"/>
          </w:tcPr>
          <w:p w:rsidR="00B066C2" w:rsidRPr="00C62650" w:rsidRDefault="00B066C2" w:rsidP="00C320AE">
            <w:pPr>
              <w:spacing w:before="60" w:after="60" w:line="220" w:lineRule="atLeast"/>
              <w:ind w:left="57" w:right="57"/>
              <w:rPr>
                <w:iCs/>
              </w:rPr>
            </w:pPr>
          </w:p>
          <w:p w:rsidR="00B066C2" w:rsidRPr="00C62650" w:rsidRDefault="00B066C2" w:rsidP="00C320AE">
            <w:pPr>
              <w:spacing w:before="60" w:after="60" w:line="220" w:lineRule="atLeast"/>
              <w:ind w:left="57" w:right="57"/>
              <w:rPr>
                <w:iCs/>
              </w:rPr>
            </w:pPr>
            <w:r w:rsidRPr="00C62650">
              <w:rPr>
                <w:iCs/>
              </w:rPr>
              <w:t>-141 dBm ;</w:t>
            </w:r>
          </w:p>
          <w:p w:rsidR="00B066C2" w:rsidRPr="00C62650" w:rsidRDefault="00B066C2" w:rsidP="00C320AE">
            <w:pPr>
              <w:spacing w:before="60" w:after="60" w:line="220" w:lineRule="atLeast"/>
              <w:ind w:left="57" w:right="57"/>
              <w:rPr>
                <w:iCs/>
              </w:rPr>
            </w:pPr>
            <w:r w:rsidRPr="00C62650">
              <w:rPr>
                <w:iCs/>
              </w:rPr>
              <w:t>-135 dBm ;</w:t>
            </w:r>
          </w:p>
          <w:p w:rsidR="00B066C2" w:rsidRPr="00C62650" w:rsidRDefault="00B066C2" w:rsidP="00C320AE">
            <w:pPr>
              <w:spacing w:before="60" w:after="60" w:line="220" w:lineRule="atLeast"/>
              <w:ind w:left="57" w:right="57"/>
              <w:rPr>
                <w:iCs/>
              </w:rPr>
            </w:pPr>
            <w:r w:rsidRPr="00C62650">
              <w:rPr>
                <w:iCs/>
              </w:rPr>
              <w:t>-138,5 dBm.</w:t>
            </w:r>
          </w:p>
        </w:tc>
      </w:tr>
      <w:tr w:rsidR="00B066C2" w:rsidRPr="00C62650" w:rsidTr="00C320AE">
        <w:tblPrEx>
          <w:tblLook w:val="0000" w:firstRow="0" w:lastRow="0" w:firstColumn="0" w:lastColumn="0" w:noHBand="0" w:noVBand="0"/>
        </w:tblPrEx>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Nombre de satellites simulés</w:t>
            </w:r>
          </w:p>
        </w:tc>
        <w:tc>
          <w:tcPr>
            <w:tcW w:w="3905" w:type="dxa"/>
            <w:shd w:val="clear" w:color="auto" w:fill="auto"/>
          </w:tcPr>
          <w:p w:rsidR="00B066C2" w:rsidRPr="00C62650" w:rsidRDefault="00B066C2" w:rsidP="00C320AE">
            <w:pPr>
              <w:numPr>
                <w:ilvl w:val="0"/>
                <w:numId w:val="22"/>
              </w:numPr>
              <w:spacing w:before="60" w:after="60" w:line="220" w:lineRule="atLeast"/>
              <w:ind w:left="286" w:right="57" w:hanging="238"/>
              <w:rPr>
                <w:iCs/>
              </w:rPr>
            </w:pPr>
            <w:r w:rsidRPr="00C62650">
              <w:rPr>
                <w:iCs/>
              </w:rPr>
              <w:t>au moins 6 satellites GLONASS ;</w:t>
            </w:r>
          </w:p>
          <w:p w:rsidR="00B066C2" w:rsidRPr="00C62650" w:rsidRDefault="00B066C2" w:rsidP="00C320AE">
            <w:pPr>
              <w:numPr>
                <w:ilvl w:val="0"/>
                <w:numId w:val="22"/>
              </w:numPr>
              <w:spacing w:before="60" w:after="60" w:line="220" w:lineRule="atLeast"/>
              <w:ind w:left="286" w:right="57" w:hanging="238"/>
              <w:rPr>
                <w:iCs/>
              </w:rPr>
            </w:pPr>
            <w:r w:rsidRPr="00C62650">
              <w:rPr>
                <w:iCs/>
              </w:rPr>
              <w:t>au moins 6 satellites Galileo ;</w:t>
            </w:r>
          </w:p>
          <w:p w:rsidR="00B066C2" w:rsidRPr="00C62650" w:rsidRDefault="00B066C2" w:rsidP="00C320AE">
            <w:pPr>
              <w:numPr>
                <w:ilvl w:val="0"/>
                <w:numId w:val="22"/>
              </w:numPr>
              <w:spacing w:before="60" w:after="60" w:line="220" w:lineRule="atLeast"/>
              <w:ind w:left="286" w:right="57" w:hanging="238"/>
              <w:rPr>
                <w:iCs/>
              </w:rPr>
            </w:pPr>
            <w:r w:rsidRPr="00C62650">
              <w:rPr>
                <w:iCs/>
              </w:rPr>
              <w:t>au moins 6 satellites GPS ;</w:t>
            </w:r>
          </w:p>
          <w:p w:rsidR="00B066C2" w:rsidRPr="00C62650" w:rsidRDefault="00B066C2" w:rsidP="00C320AE">
            <w:pPr>
              <w:numPr>
                <w:ilvl w:val="0"/>
                <w:numId w:val="22"/>
              </w:numPr>
              <w:spacing w:before="60" w:after="60" w:line="220" w:lineRule="atLeast"/>
              <w:ind w:left="286" w:right="57" w:hanging="238"/>
              <w:rPr>
                <w:iCs/>
              </w:rPr>
            </w:pPr>
            <w:r w:rsidRPr="00C62650">
              <w:rPr>
                <w:iCs/>
              </w:rPr>
              <w:t>au moins 2 satellites SBAS.</w:t>
            </w:r>
          </w:p>
        </w:tc>
      </w:tr>
    </w:tbl>
    <w:p w:rsidR="00B066C2" w:rsidRPr="00C62650" w:rsidRDefault="00B066C2" w:rsidP="00B066C2">
      <w:pPr>
        <w:pStyle w:val="SingleTxtG"/>
        <w:spacing w:before="240"/>
        <w:ind w:left="2268" w:hanging="1134"/>
      </w:pPr>
      <w:r w:rsidRPr="00C62650">
        <w:t>2.3.2</w:t>
      </w:r>
      <w:r w:rsidRPr="00C62650">
        <w:tab/>
        <w:t>Calculer les valeurs moyennes à l</w:t>
      </w:r>
      <w:r>
        <w:t>’</w:t>
      </w:r>
      <w:r w:rsidRPr="00C62650">
        <w:t>aide de la formule (6) obtenues pour tous les échantillons d</w:t>
      </w:r>
      <w:r>
        <w:t>’</w:t>
      </w:r>
      <w:r w:rsidRPr="00C62650">
        <w:t>AECD/AECS soumis à l</w:t>
      </w:r>
      <w:r>
        <w:t>’</w:t>
      </w:r>
      <w:r w:rsidRPr="00C62650">
        <w:t>essai.</w:t>
      </w:r>
    </w:p>
    <w:p w:rsidR="00B066C2" w:rsidRPr="00C62650" w:rsidRDefault="00B066C2" w:rsidP="00B066C2">
      <w:pPr>
        <w:pStyle w:val="SingleTxtG"/>
        <w:keepNext/>
        <w:ind w:left="2268" w:hanging="1134"/>
      </w:pPr>
      <w:r w:rsidRPr="00C62650">
        <w:lastRenderedPageBreak/>
        <w:t>2.3.3</w:t>
      </w:r>
      <w:r w:rsidRPr="00C62650">
        <w:tab/>
        <w:t>Les résultats des essais sont considérés comme satisfaisants si au moins une des conditions suivantes est remplie :</w:t>
      </w:r>
    </w:p>
    <w:p w:rsidR="00B066C2" w:rsidRPr="00C62650" w:rsidRDefault="00B066C2" w:rsidP="00B066C2">
      <w:pPr>
        <w:pStyle w:val="SingleTxtG"/>
        <w:ind w:left="2835" w:hanging="567"/>
      </w:pPr>
      <w:r w:rsidRPr="00C62650">
        <w:t>a)</w:t>
      </w:r>
      <w:r w:rsidRPr="00C62650">
        <w:tab/>
        <w:t>Les erreurs de position horizontale obtenues à l</w:t>
      </w:r>
      <w:r>
        <w:t>’</w:t>
      </w:r>
      <w:r w:rsidRPr="00C62650">
        <w:t>aide de la formule (6) pour tous les échantillons d</w:t>
      </w:r>
      <w:r>
        <w:t>’</w:t>
      </w:r>
      <w:r w:rsidRPr="00C62650">
        <w:t>AECD/AECS ne dépassent pas 15 m en mode « ciel ouvert » pour tous les scénarios de simulation ; ou</w:t>
      </w:r>
    </w:p>
    <w:p w:rsidR="00B066C2" w:rsidRPr="00C62650" w:rsidRDefault="00B066C2" w:rsidP="00B066C2">
      <w:pPr>
        <w:pStyle w:val="SingleTxtG"/>
        <w:ind w:left="2835" w:hanging="567"/>
      </w:pPr>
      <w:r w:rsidRPr="00C62650">
        <w:t>b)</w:t>
      </w:r>
      <w:r w:rsidRPr="00C62650">
        <w:tab/>
        <w:t>Les erreurs linéaires pour chaque mesure effectuée à l</w:t>
      </w:r>
      <w:r>
        <w:t>’</w:t>
      </w:r>
      <w:r w:rsidRPr="00C62650">
        <w:t>aide de la formule (7) obtenues pour tous les échantillons d</w:t>
      </w:r>
      <w:r>
        <w:t>’</w:t>
      </w:r>
      <w:r w:rsidRPr="00C62650">
        <w:t>AECD/AECS ne dépassent pas 15 m en mode « ciel ouvert » pour tous les scénarios de simulation et pour au moins 95 % de l</w:t>
      </w:r>
      <w:r>
        <w:t>’</w:t>
      </w:r>
      <w:r w:rsidRPr="00C62650">
        <w:t>ensemble des mesures.</w:t>
      </w:r>
    </w:p>
    <w:p w:rsidR="00B066C2" w:rsidRPr="00C62650" w:rsidRDefault="00B066C2" w:rsidP="00E1636C">
      <w:pPr>
        <w:pStyle w:val="SingleTxtG"/>
        <w:ind w:left="2268" w:hanging="1134"/>
        <w:jc w:val="left"/>
      </w:pPr>
      <w:r w:rsidRPr="00C62650">
        <w:t>2.4</w:t>
      </w:r>
      <w:r w:rsidRPr="00C62650">
        <w:tab/>
        <w:t>Mouvement dans les zones d</w:t>
      </w:r>
      <w:r>
        <w:t>’</w:t>
      </w:r>
      <w:r w:rsidRPr="00C62650">
        <w:t>ombre, les zones de réception intermittente des signaux de navigation et les canyons urbains</w:t>
      </w:r>
    </w:p>
    <w:p w:rsidR="00B066C2" w:rsidRPr="00C62650" w:rsidRDefault="00B066C2" w:rsidP="00B066C2">
      <w:pPr>
        <w:pStyle w:val="SingleTxtG"/>
        <w:ind w:left="2268" w:hanging="1134"/>
      </w:pPr>
      <w:r w:rsidRPr="00C62650">
        <w:t>2.4.1</w:t>
      </w:r>
      <w:r w:rsidRPr="00C62650">
        <w:tab/>
        <w:t>Répéter la procédure d</w:t>
      </w:r>
      <w:r>
        <w:t>’</w:t>
      </w:r>
      <w:r w:rsidRPr="00C62650">
        <w:t xml:space="preserve">essai prescrite au </w:t>
      </w:r>
      <w:r w:rsidR="00C65359">
        <w:t xml:space="preserve">paragraphe </w:t>
      </w:r>
      <w:r w:rsidRPr="00C62650">
        <w:t>2.3 pour le scénario de simulation du mouvement dans les zones d</w:t>
      </w:r>
      <w:r>
        <w:t>’</w:t>
      </w:r>
      <w:r w:rsidRPr="00C62650">
        <w:t>ombre et les zones de réception intermittentes des signaux de navigation (tableau</w:t>
      </w:r>
      <w:r w:rsidRPr="007500F3">
        <w:t> 9),</w:t>
      </w:r>
      <w:r w:rsidRPr="00C62650">
        <w:t xml:space="preserve"> en mode « canyon urbain » défini à la figure 3.</w:t>
      </w:r>
    </w:p>
    <w:p w:rsidR="00B066C2" w:rsidRPr="000B6779" w:rsidRDefault="00B066C2" w:rsidP="00B066C2">
      <w:pPr>
        <w:pStyle w:val="Titre1"/>
        <w:spacing w:after="120"/>
        <w:rPr>
          <w:b/>
        </w:rPr>
      </w:pPr>
      <w:r w:rsidRPr="00C62650">
        <w:t>Tablea</w:t>
      </w:r>
      <w:r w:rsidRPr="007500F3">
        <w:t xml:space="preserve">u 9 </w:t>
      </w:r>
      <w:r w:rsidRPr="007500F3">
        <w:br/>
      </w:r>
      <w:r w:rsidRPr="000B6779">
        <w:rPr>
          <w:b/>
        </w:rPr>
        <w:t xml:space="preserve">Principaux paramètres de déplacement dans les zones d’ombre et les zones </w:t>
      </w:r>
      <w:r w:rsidRPr="000B6779">
        <w:rPr>
          <w:b/>
        </w:rPr>
        <w:br/>
        <w:t>de réception intermittente des signaux de navigation</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65"/>
        <w:gridCol w:w="3905"/>
      </w:tblGrid>
      <w:tr w:rsidR="00B066C2" w:rsidRPr="00C62650" w:rsidTr="00C320AE">
        <w:trPr>
          <w:tblHeader/>
        </w:trPr>
        <w:tc>
          <w:tcPr>
            <w:tcW w:w="3465" w:type="dxa"/>
            <w:shd w:val="clear" w:color="auto" w:fill="auto"/>
            <w:vAlign w:val="bottom"/>
          </w:tcPr>
          <w:p w:rsidR="00B066C2" w:rsidRPr="00C62650" w:rsidRDefault="00B066C2" w:rsidP="00C320AE">
            <w:pPr>
              <w:spacing w:before="60" w:after="60" w:line="220" w:lineRule="atLeast"/>
              <w:ind w:left="57" w:right="57"/>
              <w:rPr>
                <w:i/>
                <w:sz w:val="16"/>
                <w:szCs w:val="16"/>
              </w:rPr>
            </w:pPr>
            <w:r w:rsidRPr="00C62650">
              <w:rPr>
                <w:i/>
                <w:sz w:val="16"/>
                <w:szCs w:val="16"/>
              </w:rPr>
              <w:t>Paramètre simulé</w:t>
            </w:r>
          </w:p>
        </w:tc>
        <w:tc>
          <w:tcPr>
            <w:tcW w:w="3905" w:type="dxa"/>
            <w:shd w:val="clear" w:color="auto" w:fill="auto"/>
            <w:vAlign w:val="bottom"/>
          </w:tcPr>
          <w:p w:rsidR="00B066C2" w:rsidRPr="00C62650" w:rsidRDefault="00B066C2" w:rsidP="00C320AE">
            <w:pPr>
              <w:spacing w:before="60" w:after="60" w:line="220" w:lineRule="atLeast"/>
              <w:ind w:left="57" w:right="57"/>
              <w:rPr>
                <w:i/>
                <w:sz w:val="16"/>
                <w:szCs w:val="16"/>
              </w:rPr>
            </w:pPr>
            <w:r w:rsidRPr="00C62650">
              <w:rPr>
                <w:i/>
                <w:sz w:val="16"/>
                <w:szCs w:val="16"/>
              </w:rPr>
              <w:t>Valeur</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Durée de l</w:t>
            </w:r>
            <w:r>
              <w:rPr>
                <w:iCs/>
              </w:rPr>
              <w:t>’</w:t>
            </w:r>
            <w:r w:rsidRPr="00C62650">
              <w:rPr>
                <w:iCs/>
              </w:rPr>
              <w:t>essai (h:min:s)</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01:00:00</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Fréquence de sortie</w:t>
            </w:r>
          </w:p>
        </w:tc>
        <w:tc>
          <w:tcPr>
            <w:tcW w:w="3905" w:type="dxa"/>
            <w:shd w:val="clear" w:color="auto" w:fill="auto"/>
          </w:tcPr>
          <w:p w:rsidR="00B066C2" w:rsidRPr="00C62650" w:rsidDel="00F16A40" w:rsidRDefault="00B066C2" w:rsidP="00C320AE">
            <w:pPr>
              <w:spacing w:before="60" w:after="60" w:line="220" w:lineRule="atLeast"/>
              <w:ind w:left="57" w:right="57"/>
              <w:rPr>
                <w:iCs/>
              </w:rPr>
            </w:pPr>
            <w:r w:rsidRPr="00C62650">
              <w:rPr>
                <w:iCs/>
              </w:rPr>
              <w:t>1 Hz</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Emplacement de l</w:t>
            </w:r>
            <w:r>
              <w:rPr>
                <w:iCs/>
              </w:rPr>
              <w:t>’</w:t>
            </w:r>
            <w:r w:rsidRPr="00C62650">
              <w:rPr>
                <w:iCs/>
              </w:rPr>
              <w:t>AECD/AECS</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Tout point terrestre situé entre 80° de latitude N et 80° de latitude S dans le système de coordonnées WGS84.</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Type de déplacement :</w:t>
            </w:r>
          </w:p>
          <w:p w:rsidR="00B066C2" w:rsidRPr="00C62650" w:rsidRDefault="00B066C2" w:rsidP="00C320AE">
            <w:pPr>
              <w:numPr>
                <w:ilvl w:val="0"/>
                <w:numId w:val="22"/>
              </w:numPr>
              <w:spacing w:before="60" w:after="60" w:line="220" w:lineRule="atLeast"/>
              <w:ind w:left="286" w:right="57" w:hanging="238"/>
              <w:rPr>
                <w:iCs/>
              </w:rPr>
            </w:pPr>
            <w:r w:rsidRPr="00C62650">
              <w:rPr>
                <w:iCs/>
              </w:rPr>
              <w:t>Vitesse (en km/h) ;</w:t>
            </w:r>
          </w:p>
          <w:p w:rsidR="00B066C2" w:rsidRPr="00C62650" w:rsidRDefault="00B066C2" w:rsidP="00C320AE">
            <w:pPr>
              <w:numPr>
                <w:ilvl w:val="0"/>
                <w:numId w:val="22"/>
              </w:numPr>
              <w:spacing w:before="60" w:after="60" w:line="220" w:lineRule="atLeast"/>
              <w:ind w:left="286" w:right="57" w:hanging="238"/>
              <w:rPr>
                <w:iCs/>
              </w:rPr>
            </w:pPr>
            <w:r w:rsidRPr="00C62650">
              <w:rPr>
                <w:iCs/>
              </w:rPr>
              <w:t>Rayon de virage (en m) ;</w:t>
            </w:r>
          </w:p>
          <w:p w:rsidR="00B066C2" w:rsidRPr="00C62650" w:rsidRDefault="00B066C2" w:rsidP="00C320AE">
            <w:pPr>
              <w:numPr>
                <w:ilvl w:val="0"/>
                <w:numId w:val="22"/>
              </w:numPr>
              <w:spacing w:before="60" w:after="60" w:line="220" w:lineRule="atLeast"/>
              <w:ind w:left="286" w:right="57" w:hanging="238"/>
              <w:rPr>
                <w:iCs/>
              </w:rPr>
            </w:pPr>
            <w:r w:rsidRPr="00C62650">
              <w:rPr>
                <w:iCs/>
              </w:rPr>
              <w:t>Accélération en virage (m/s</w:t>
            </w:r>
            <w:r w:rsidRPr="00C62650">
              <w:rPr>
                <w:iCs/>
                <w:vertAlign w:val="superscript"/>
              </w:rPr>
              <w:t>2</w:t>
            </w:r>
            <w:r w:rsidRPr="00C62650">
              <w:rPr>
                <w:iCs/>
              </w:rPr>
              <w:t>).</w:t>
            </w:r>
          </w:p>
        </w:tc>
        <w:tc>
          <w:tcPr>
            <w:tcW w:w="3905" w:type="dxa"/>
            <w:shd w:val="clear" w:color="auto" w:fill="auto"/>
          </w:tcPr>
          <w:p w:rsidR="00B066C2" w:rsidRPr="00C62650" w:rsidRDefault="00C225ED" w:rsidP="00C320AE">
            <w:pPr>
              <w:spacing w:before="60" w:after="60" w:line="220" w:lineRule="atLeast"/>
              <w:ind w:left="57" w:right="57"/>
              <w:rPr>
                <w:iCs/>
              </w:rPr>
            </w:pPr>
            <w:r>
              <w:rPr>
                <w:iCs/>
              </w:rPr>
              <w:t>Mode dynamique</w:t>
            </w:r>
          </w:p>
          <w:p w:rsidR="00B066C2" w:rsidRPr="00C62650" w:rsidRDefault="00B066C2" w:rsidP="00C320AE">
            <w:pPr>
              <w:spacing w:before="60" w:after="60" w:line="220" w:lineRule="atLeast"/>
              <w:ind w:left="57" w:right="57"/>
              <w:rPr>
                <w:iCs/>
              </w:rPr>
            </w:pPr>
            <w:r w:rsidRPr="00C62650">
              <w:rPr>
                <w:iCs/>
              </w:rPr>
              <w:t>140</w:t>
            </w:r>
          </w:p>
          <w:p w:rsidR="00B066C2" w:rsidRPr="00C62650" w:rsidRDefault="00B066C2" w:rsidP="00C320AE">
            <w:pPr>
              <w:spacing w:before="60" w:after="60" w:line="220" w:lineRule="atLeast"/>
              <w:ind w:left="57" w:right="57"/>
              <w:rPr>
                <w:iCs/>
              </w:rPr>
            </w:pPr>
            <w:r w:rsidRPr="00C62650">
              <w:rPr>
                <w:iCs/>
              </w:rPr>
              <w:t>500</w:t>
            </w:r>
          </w:p>
          <w:p w:rsidR="00B066C2" w:rsidRPr="00C62650" w:rsidRDefault="00B066C2" w:rsidP="00C320AE">
            <w:pPr>
              <w:spacing w:before="60" w:after="60" w:line="220" w:lineRule="atLeast"/>
              <w:ind w:left="57" w:right="57"/>
              <w:rPr>
                <w:iCs/>
              </w:rPr>
            </w:pPr>
            <w:r w:rsidRPr="00C62650">
              <w:rPr>
                <w:iCs/>
              </w:rPr>
              <w:t>0,2</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Visibilité des satellites :</w:t>
            </w:r>
          </w:p>
          <w:p w:rsidR="00B066C2" w:rsidRPr="00C62650" w:rsidRDefault="00B066C2" w:rsidP="00C320AE">
            <w:pPr>
              <w:numPr>
                <w:ilvl w:val="0"/>
                <w:numId w:val="22"/>
              </w:numPr>
              <w:spacing w:before="60" w:after="60" w:line="220" w:lineRule="atLeast"/>
              <w:ind w:left="286" w:right="57" w:hanging="238"/>
              <w:rPr>
                <w:iCs/>
              </w:rPr>
            </w:pPr>
            <w:r w:rsidRPr="00C62650">
              <w:rPr>
                <w:iCs/>
              </w:rPr>
              <w:t xml:space="preserve">Intervalles de visibilité des signaux </w:t>
            </w:r>
            <w:r w:rsidRPr="00C62650">
              <w:rPr>
                <w:iCs/>
              </w:rPr>
              <w:br/>
              <w:t>(en s) ;</w:t>
            </w:r>
          </w:p>
          <w:p w:rsidR="00B066C2" w:rsidRPr="00C62650" w:rsidRDefault="00B066C2" w:rsidP="00C320AE">
            <w:pPr>
              <w:numPr>
                <w:ilvl w:val="0"/>
                <w:numId w:val="22"/>
              </w:numPr>
              <w:spacing w:before="60" w:after="60" w:line="220" w:lineRule="atLeast"/>
              <w:ind w:left="286" w:right="57" w:hanging="238"/>
              <w:rPr>
                <w:iCs/>
              </w:rPr>
            </w:pPr>
            <w:r w:rsidRPr="00C62650">
              <w:rPr>
                <w:iCs/>
              </w:rPr>
              <w:t>Intervalles d</w:t>
            </w:r>
            <w:r>
              <w:rPr>
                <w:iCs/>
              </w:rPr>
              <w:t>’absence des signaux (en </w:t>
            </w:r>
            <w:r w:rsidRPr="00C62650">
              <w:rPr>
                <w:iCs/>
              </w:rPr>
              <w:t>s).</w:t>
            </w:r>
          </w:p>
        </w:tc>
        <w:tc>
          <w:tcPr>
            <w:tcW w:w="3905" w:type="dxa"/>
            <w:shd w:val="clear" w:color="auto" w:fill="auto"/>
          </w:tcPr>
          <w:p w:rsidR="00B066C2" w:rsidRPr="00C62650" w:rsidRDefault="00B066C2" w:rsidP="00C320AE">
            <w:pPr>
              <w:spacing w:before="60" w:after="60" w:line="220" w:lineRule="atLeast"/>
              <w:ind w:left="57" w:right="57"/>
              <w:rPr>
                <w:iCs/>
              </w:rPr>
            </w:pPr>
          </w:p>
          <w:p w:rsidR="00B066C2" w:rsidRPr="00C62650" w:rsidRDefault="00B066C2" w:rsidP="00C320AE">
            <w:pPr>
              <w:spacing w:before="60" w:after="60" w:line="220" w:lineRule="atLeast"/>
              <w:ind w:left="57" w:right="57"/>
              <w:rPr>
                <w:iCs/>
              </w:rPr>
            </w:pPr>
            <w:r w:rsidRPr="00C62650">
              <w:rPr>
                <w:iCs/>
              </w:rPr>
              <w:t>300</w:t>
            </w:r>
          </w:p>
          <w:p w:rsidR="00B066C2" w:rsidRPr="00C62650" w:rsidRDefault="00B066C2" w:rsidP="00C320AE">
            <w:pPr>
              <w:spacing w:before="60" w:after="60" w:line="220" w:lineRule="atLeast"/>
              <w:ind w:left="57" w:right="57"/>
              <w:rPr>
                <w:iCs/>
              </w:rPr>
            </w:pPr>
          </w:p>
          <w:p w:rsidR="00B066C2" w:rsidRPr="00C62650" w:rsidRDefault="00B066C2" w:rsidP="00C320AE">
            <w:pPr>
              <w:spacing w:before="60" w:after="60" w:line="220" w:lineRule="atLeast"/>
              <w:ind w:left="57" w:right="57"/>
              <w:rPr>
                <w:iCs/>
              </w:rPr>
            </w:pPr>
            <w:r w:rsidRPr="00C62650">
              <w:rPr>
                <w:iCs/>
              </w:rPr>
              <w:t>600</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Troposphère :</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Modèle normalisé prédéfini par le simulateur de GNSS.</w:t>
            </w:r>
          </w:p>
        </w:tc>
      </w:tr>
      <w:tr w:rsidR="00B066C2" w:rsidRPr="00C62650" w:rsidTr="00C320AE">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Ionosphère :</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Modèle normalisé prédéfini par le simulateur de GNSS.</w:t>
            </w:r>
          </w:p>
        </w:tc>
      </w:tr>
      <w:tr w:rsidR="00B066C2" w:rsidRPr="00C62650" w:rsidTr="00C320AE">
        <w:tblPrEx>
          <w:tblLook w:val="0000" w:firstRow="0" w:lastRow="0" w:firstColumn="0" w:lastColumn="0" w:noHBand="0" w:noVBand="0"/>
        </w:tblPrEx>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Valeur PDOP</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 xml:space="preserve">3,5 </w:t>
            </w:r>
            <w:r w:rsidRPr="00C62650">
              <w:rPr>
                <w:iCs/>
              </w:rPr>
              <w:sym w:font="Symbol" w:char="F0A3"/>
            </w:r>
            <w:r w:rsidRPr="00C62650">
              <w:rPr>
                <w:iCs/>
              </w:rPr>
              <w:t xml:space="preserve"> PDOP </w:t>
            </w:r>
            <w:r w:rsidRPr="00C62650">
              <w:rPr>
                <w:iCs/>
              </w:rPr>
              <w:sym w:font="Symbol" w:char="F0A3"/>
            </w:r>
            <w:r w:rsidRPr="00C62650">
              <w:rPr>
                <w:iCs/>
              </w:rPr>
              <w:t xml:space="preserve"> 4 pendant la durée de l</w:t>
            </w:r>
            <w:r>
              <w:rPr>
                <w:iCs/>
              </w:rPr>
              <w:t>’</w:t>
            </w:r>
            <w:r w:rsidRPr="00C62650">
              <w:rPr>
                <w:iCs/>
              </w:rPr>
              <w:t>essai.</w:t>
            </w:r>
          </w:p>
        </w:tc>
      </w:tr>
      <w:tr w:rsidR="00B066C2" w:rsidRPr="00C62650" w:rsidTr="00C320AE">
        <w:tblPrEx>
          <w:tblLook w:val="0000" w:firstRow="0" w:lastRow="0" w:firstColumn="0" w:lastColumn="0" w:noHBand="0" w:noVBand="0"/>
        </w:tblPrEx>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Signaux simulés</w:t>
            </w:r>
          </w:p>
        </w:tc>
        <w:tc>
          <w:tcPr>
            <w:tcW w:w="3905" w:type="dxa"/>
            <w:shd w:val="clear" w:color="auto" w:fill="auto"/>
          </w:tcPr>
          <w:p w:rsidR="00B066C2" w:rsidRPr="00C62650" w:rsidRDefault="00B066C2" w:rsidP="00C320AE">
            <w:pPr>
              <w:spacing w:before="60" w:after="60" w:line="220" w:lineRule="atLeast"/>
              <w:ind w:left="57" w:right="57"/>
              <w:rPr>
                <w:iCs/>
              </w:rPr>
            </w:pPr>
            <w:r w:rsidRPr="00C62650">
              <w:rPr>
                <w:iCs/>
              </w:rPr>
              <w:t>C</w:t>
            </w:r>
            <w:r>
              <w:rPr>
                <w:iCs/>
              </w:rPr>
              <w:t>ombinaison GLONASS/Galileo/GPS/</w:t>
            </w:r>
            <w:r w:rsidRPr="00C62650">
              <w:rPr>
                <w:iCs/>
              </w:rPr>
              <w:t>SBAS.</w:t>
            </w:r>
          </w:p>
        </w:tc>
      </w:tr>
      <w:tr w:rsidR="00B066C2" w:rsidRPr="00C62650" w:rsidTr="00C320AE">
        <w:tblPrEx>
          <w:tblLook w:val="0000" w:firstRow="0" w:lastRow="0" w:firstColumn="0" w:lastColumn="0" w:noHBand="0" w:noVBand="0"/>
        </w:tblPrEx>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Puissance du signal :</w:t>
            </w:r>
          </w:p>
          <w:p w:rsidR="00B066C2" w:rsidRPr="00C62650" w:rsidRDefault="00B066C2" w:rsidP="00C320AE">
            <w:pPr>
              <w:numPr>
                <w:ilvl w:val="0"/>
                <w:numId w:val="22"/>
              </w:numPr>
              <w:spacing w:before="60" w:after="60" w:line="220" w:lineRule="atLeast"/>
              <w:ind w:left="286" w:right="57" w:hanging="238"/>
              <w:rPr>
                <w:iCs/>
              </w:rPr>
            </w:pPr>
            <w:r w:rsidRPr="00C62650">
              <w:rPr>
                <w:iCs/>
              </w:rPr>
              <w:t>GLONASS ;</w:t>
            </w:r>
          </w:p>
          <w:p w:rsidR="00B066C2" w:rsidRPr="00C62650" w:rsidRDefault="00B066C2" w:rsidP="00C320AE">
            <w:pPr>
              <w:numPr>
                <w:ilvl w:val="0"/>
                <w:numId w:val="22"/>
              </w:numPr>
              <w:spacing w:before="60" w:after="60" w:line="220" w:lineRule="atLeast"/>
              <w:ind w:left="286" w:right="57" w:hanging="238"/>
              <w:rPr>
                <w:iCs/>
              </w:rPr>
            </w:pPr>
            <w:r w:rsidRPr="00C62650">
              <w:rPr>
                <w:iCs/>
              </w:rPr>
              <w:t>Galileo ;</w:t>
            </w:r>
          </w:p>
          <w:p w:rsidR="00B066C2" w:rsidRPr="00C62650" w:rsidRDefault="00B066C2" w:rsidP="00C320AE">
            <w:pPr>
              <w:numPr>
                <w:ilvl w:val="0"/>
                <w:numId w:val="22"/>
              </w:numPr>
              <w:spacing w:before="60" w:after="60" w:line="220" w:lineRule="atLeast"/>
              <w:ind w:left="286" w:right="57" w:hanging="238"/>
              <w:rPr>
                <w:iCs/>
              </w:rPr>
            </w:pPr>
            <w:r w:rsidRPr="00C62650">
              <w:rPr>
                <w:iCs/>
              </w:rPr>
              <w:t>GPS.</w:t>
            </w:r>
          </w:p>
        </w:tc>
        <w:tc>
          <w:tcPr>
            <w:tcW w:w="3905" w:type="dxa"/>
            <w:shd w:val="clear" w:color="auto" w:fill="auto"/>
          </w:tcPr>
          <w:p w:rsidR="00B066C2" w:rsidRPr="00C62650" w:rsidRDefault="00B066C2" w:rsidP="00C320AE">
            <w:pPr>
              <w:spacing w:before="60" w:after="60" w:line="220" w:lineRule="atLeast"/>
              <w:ind w:left="57" w:right="57"/>
              <w:rPr>
                <w:iCs/>
              </w:rPr>
            </w:pPr>
          </w:p>
          <w:p w:rsidR="00B066C2" w:rsidRPr="00C62650" w:rsidRDefault="00B066C2" w:rsidP="00C320AE">
            <w:pPr>
              <w:spacing w:before="60" w:after="60" w:line="220" w:lineRule="atLeast"/>
              <w:ind w:left="57" w:right="57"/>
              <w:rPr>
                <w:iCs/>
              </w:rPr>
            </w:pPr>
            <w:r>
              <w:rPr>
                <w:iCs/>
              </w:rPr>
              <w:t>-</w:t>
            </w:r>
            <w:r w:rsidRPr="00C62650">
              <w:rPr>
                <w:iCs/>
              </w:rPr>
              <w:t>141 dBm ;</w:t>
            </w:r>
          </w:p>
          <w:p w:rsidR="00B066C2" w:rsidRPr="00C62650" w:rsidRDefault="00B066C2" w:rsidP="00C320AE">
            <w:pPr>
              <w:spacing w:before="60" w:after="60" w:line="220" w:lineRule="atLeast"/>
              <w:ind w:left="57" w:right="57"/>
              <w:rPr>
                <w:iCs/>
              </w:rPr>
            </w:pPr>
            <w:r w:rsidRPr="00C62650">
              <w:rPr>
                <w:iCs/>
              </w:rPr>
              <w:t>-135 dBm ;</w:t>
            </w:r>
          </w:p>
          <w:p w:rsidR="00B066C2" w:rsidRPr="00C62650" w:rsidRDefault="00B066C2" w:rsidP="00C320AE">
            <w:pPr>
              <w:spacing w:before="60" w:after="60" w:line="220" w:lineRule="atLeast"/>
              <w:ind w:left="57" w:right="57"/>
              <w:rPr>
                <w:iCs/>
              </w:rPr>
            </w:pPr>
            <w:r w:rsidRPr="00C62650">
              <w:rPr>
                <w:iCs/>
              </w:rPr>
              <w:t>-138,5 dBm.</w:t>
            </w:r>
          </w:p>
        </w:tc>
      </w:tr>
      <w:tr w:rsidR="00B066C2" w:rsidRPr="00C62650" w:rsidTr="00C320AE">
        <w:tblPrEx>
          <w:tblLook w:val="0000" w:firstRow="0" w:lastRow="0" w:firstColumn="0" w:lastColumn="0" w:noHBand="0" w:noVBand="0"/>
        </w:tblPrEx>
        <w:tc>
          <w:tcPr>
            <w:tcW w:w="3465" w:type="dxa"/>
            <w:shd w:val="clear" w:color="auto" w:fill="auto"/>
          </w:tcPr>
          <w:p w:rsidR="00B066C2" w:rsidRPr="00C62650" w:rsidRDefault="00B066C2" w:rsidP="00C320AE">
            <w:pPr>
              <w:spacing w:before="60" w:after="60" w:line="220" w:lineRule="atLeast"/>
              <w:ind w:left="57" w:right="57"/>
              <w:rPr>
                <w:iCs/>
              </w:rPr>
            </w:pPr>
            <w:r w:rsidRPr="00C62650">
              <w:rPr>
                <w:iCs/>
              </w:rPr>
              <w:t>Nombre de satellites simulés</w:t>
            </w:r>
          </w:p>
        </w:tc>
        <w:tc>
          <w:tcPr>
            <w:tcW w:w="3905" w:type="dxa"/>
            <w:shd w:val="clear" w:color="auto" w:fill="auto"/>
          </w:tcPr>
          <w:p w:rsidR="00B066C2" w:rsidRPr="00C62650" w:rsidRDefault="00B066C2" w:rsidP="00C320AE">
            <w:pPr>
              <w:numPr>
                <w:ilvl w:val="0"/>
                <w:numId w:val="22"/>
              </w:numPr>
              <w:spacing w:before="60" w:after="60" w:line="220" w:lineRule="atLeast"/>
              <w:ind w:left="286" w:right="57" w:hanging="238"/>
              <w:rPr>
                <w:iCs/>
              </w:rPr>
            </w:pPr>
            <w:r w:rsidRPr="00C62650">
              <w:rPr>
                <w:iCs/>
              </w:rPr>
              <w:t>au moins 6 satellites GLONASS ;</w:t>
            </w:r>
          </w:p>
          <w:p w:rsidR="00B066C2" w:rsidRPr="00C62650" w:rsidRDefault="00B066C2" w:rsidP="00C320AE">
            <w:pPr>
              <w:numPr>
                <w:ilvl w:val="0"/>
                <w:numId w:val="22"/>
              </w:numPr>
              <w:spacing w:before="60" w:after="60" w:line="220" w:lineRule="atLeast"/>
              <w:ind w:left="286" w:right="57" w:hanging="238"/>
              <w:rPr>
                <w:iCs/>
              </w:rPr>
            </w:pPr>
            <w:r w:rsidRPr="00C62650">
              <w:rPr>
                <w:iCs/>
              </w:rPr>
              <w:t>au moins 6 satellites Galileo ;</w:t>
            </w:r>
          </w:p>
          <w:p w:rsidR="00B066C2" w:rsidRPr="00C62650" w:rsidRDefault="00B066C2" w:rsidP="00C320AE">
            <w:pPr>
              <w:numPr>
                <w:ilvl w:val="0"/>
                <w:numId w:val="22"/>
              </w:numPr>
              <w:spacing w:before="60" w:after="60" w:line="220" w:lineRule="atLeast"/>
              <w:ind w:left="286" w:right="57" w:hanging="238"/>
              <w:rPr>
                <w:iCs/>
              </w:rPr>
            </w:pPr>
            <w:r w:rsidRPr="00C62650">
              <w:rPr>
                <w:iCs/>
              </w:rPr>
              <w:t>au moins 6 satellites GPS ;</w:t>
            </w:r>
          </w:p>
          <w:p w:rsidR="00B066C2" w:rsidRPr="00C62650" w:rsidRDefault="00B066C2" w:rsidP="00C320AE">
            <w:pPr>
              <w:numPr>
                <w:ilvl w:val="0"/>
                <w:numId w:val="22"/>
              </w:numPr>
              <w:spacing w:before="60" w:after="60" w:line="220" w:lineRule="atLeast"/>
              <w:ind w:left="286" w:right="57" w:hanging="238"/>
              <w:rPr>
                <w:iCs/>
              </w:rPr>
            </w:pPr>
            <w:r w:rsidRPr="00C62650">
              <w:rPr>
                <w:iCs/>
              </w:rPr>
              <w:t>au moins 2 satellites SBAS.</w:t>
            </w:r>
          </w:p>
        </w:tc>
      </w:tr>
    </w:tbl>
    <w:p w:rsidR="00B066C2" w:rsidRPr="000B6779" w:rsidRDefault="00B066C2" w:rsidP="00B066C2">
      <w:pPr>
        <w:pStyle w:val="Titre1"/>
        <w:spacing w:before="240" w:after="120"/>
        <w:rPr>
          <w:b/>
        </w:rPr>
      </w:pPr>
      <w:r w:rsidRPr="00C62650">
        <w:lastRenderedPageBreak/>
        <w:t xml:space="preserve">Figure 3 </w:t>
      </w:r>
      <w:r w:rsidRPr="00C62650">
        <w:br/>
      </w:r>
      <w:r w:rsidRPr="000B6779">
        <w:rPr>
          <w:b/>
        </w:rPr>
        <w:t>Définition du mode « canyon urbain »</w:t>
      </w:r>
    </w:p>
    <w:tbl>
      <w:tblPr>
        <w:tblStyle w:val="Grilledutableau1"/>
        <w:tblW w:w="7370" w:type="dxa"/>
        <w:jc w:val="center"/>
        <w:tblLayout w:type="fixed"/>
        <w:tblLook w:val="04A0" w:firstRow="1" w:lastRow="0" w:firstColumn="1" w:lastColumn="0" w:noHBand="0" w:noVBand="1"/>
      </w:tblPr>
      <w:tblGrid>
        <w:gridCol w:w="1560"/>
        <w:gridCol w:w="3260"/>
        <w:gridCol w:w="2550"/>
      </w:tblGrid>
      <w:tr w:rsidR="00B066C2" w:rsidRPr="00C62650" w:rsidTr="00C320AE">
        <w:trPr>
          <w:tblHeader/>
          <w:jc w:val="center"/>
        </w:trPr>
        <w:tc>
          <w:tcPr>
            <w:tcW w:w="1560" w:type="dxa"/>
            <w:shd w:val="clear" w:color="auto" w:fill="auto"/>
            <w:vAlign w:val="center"/>
          </w:tcPr>
          <w:p w:rsidR="00B066C2" w:rsidRPr="00C62650" w:rsidRDefault="00B066C2" w:rsidP="00C320AE">
            <w:pPr>
              <w:spacing w:before="60" w:after="60" w:line="220" w:lineRule="atLeast"/>
              <w:ind w:left="57" w:right="57"/>
              <w:rPr>
                <w:i/>
                <w:sz w:val="16"/>
              </w:rPr>
            </w:pPr>
            <w:r w:rsidRPr="00C62650">
              <w:rPr>
                <w:i/>
                <w:sz w:val="16"/>
              </w:rPr>
              <w:t>Zone</w:t>
            </w:r>
          </w:p>
        </w:tc>
        <w:tc>
          <w:tcPr>
            <w:tcW w:w="3260" w:type="dxa"/>
            <w:shd w:val="clear" w:color="auto" w:fill="auto"/>
            <w:vAlign w:val="center"/>
          </w:tcPr>
          <w:p w:rsidR="00B066C2" w:rsidRPr="00C62650" w:rsidRDefault="00B066C2" w:rsidP="00C320AE">
            <w:pPr>
              <w:spacing w:before="60" w:after="60" w:line="220" w:lineRule="atLeast"/>
              <w:ind w:left="57" w:right="57"/>
              <w:rPr>
                <w:i/>
                <w:sz w:val="16"/>
              </w:rPr>
            </w:pPr>
            <w:r w:rsidRPr="00C62650">
              <w:rPr>
                <w:i/>
                <w:sz w:val="16"/>
              </w:rPr>
              <w:t>Plage d</w:t>
            </w:r>
            <w:r>
              <w:rPr>
                <w:i/>
                <w:sz w:val="16"/>
              </w:rPr>
              <w:t>’</w:t>
            </w:r>
            <w:r w:rsidRPr="00C62650">
              <w:rPr>
                <w:i/>
                <w:sz w:val="16"/>
              </w:rPr>
              <w:t>élévations (en degrés)</w:t>
            </w:r>
          </w:p>
        </w:tc>
        <w:tc>
          <w:tcPr>
            <w:tcW w:w="2550" w:type="dxa"/>
            <w:shd w:val="clear" w:color="auto" w:fill="auto"/>
            <w:vAlign w:val="center"/>
          </w:tcPr>
          <w:p w:rsidR="00B066C2" w:rsidRPr="00C62650" w:rsidRDefault="00B066C2" w:rsidP="00C320AE">
            <w:pPr>
              <w:spacing w:before="60" w:after="60" w:line="220" w:lineRule="atLeast"/>
              <w:ind w:left="57" w:right="57"/>
              <w:rPr>
                <w:i/>
                <w:sz w:val="16"/>
              </w:rPr>
            </w:pPr>
            <w:r w:rsidRPr="00C62650">
              <w:rPr>
                <w:i/>
                <w:sz w:val="16"/>
              </w:rPr>
              <w:t>Plage d</w:t>
            </w:r>
            <w:r>
              <w:rPr>
                <w:i/>
                <w:sz w:val="16"/>
              </w:rPr>
              <w:t>’</w:t>
            </w:r>
            <w:r w:rsidRPr="00C62650">
              <w:rPr>
                <w:i/>
                <w:sz w:val="16"/>
              </w:rPr>
              <w:t>azimuts (en degrés)</w:t>
            </w:r>
          </w:p>
        </w:tc>
      </w:tr>
      <w:tr w:rsidR="00B066C2" w:rsidRPr="00C62650" w:rsidTr="00C320AE">
        <w:trPr>
          <w:jc w:val="center"/>
        </w:trPr>
        <w:tc>
          <w:tcPr>
            <w:tcW w:w="1560" w:type="dxa"/>
            <w:shd w:val="clear" w:color="auto" w:fill="auto"/>
            <w:vAlign w:val="center"/>
          </w:tcPr>
          <w:p w:rsidR="00B066C2" w:rsidRPr="00C62650" w:rsidRDefault="00B066C2" w:rsidP="00C320AE">
            <w:pPr>
              <w:spacing w:before="60" w:after="60" w:line="220" w:lineRule="atLeast"/>
              <w:ind w:left="57" w:right="57"/>
            </w:pPr>
            <w:r w:rsidRPr="00C62650">
              <w:t>A</w:t>
            </w:r>
          </w:p>
        </w:tc>
        <w:tc>
          <w:tcPr>
            <w:tcW w:w="3260" w:type="dxa"/>
            <w:shd w:val="clear" w:color="auto" w:fill="auto"/>
            <w:vAlign w:val="center"/>
          </w:tcPr>
          <w:p w:rsidR="00B066C2" w:rsidRPr="00C62650" w:rsidRDefault="00B066C2" w:rsidP="00C320AE">
            <w:pPr>
              <w:spacing w:before="60" w:after="60" w:line="220" w:lineRule="atLeast"/>
              <w:ind w:left="57" w:right="57"/>
            </w:pPr>
            <w:r>
              <w:t>0-</w:t>
            </w:r>
            <w:r w:rsidRPr="00C62650">
              <w:t>5</w:t>
            </w:r>
          </w:p>
        </w:tc>
        <w:tc>
          <w:tcPr>
            <w:tcW w:w="2550" w:type="dxa"/>
            <w:shd w:val="clear" w:color="auto" w:fill="auto"/>
            <w:vAlign w:val="center"/>
          </w:tcPr>
          <w:p w:rsidR="00B066C2" w:rsidRPr="00C62650" w:rsidRDefault="00B066C2" w:rsidP="00C320AE">
            <w:pPr>
              <w:spacing w:before="60" w:after="60" w:line="220" w:lineRule="atLeast"/>
              <w:ind w:left="57" w:right="57"/>
            </w:pPr>
            <w:r w:rsidRPr="00C62650">
              <w:t>0</w:t>
            </w:r>
            <w:r>
              <w:t>-</w:t>
            </w:r>
            <w:r w:rsidRPr="00C62650">
              <w:t xml:space="preserve"> 360</w:t>
            </w:r>
          </w:p>
        </w:tc>
      </w:tr>
      <w:tr w:rsidR="00B066C2" w:rsidRPr="00C62650" w:rsidTr="00C320AE">
        <w:trPr>
          <w:jc w:val="center"/>
        </w:trPr>
        <w:tc>
          <w:tcPr>
            <w:tcW w:w="1560" w:type="dxa"/>
            <w:shd w:val="clear" w:color="auto" w:fill="auto"/>
            <w:vAlign w:val="center"/>
          </w:tcPr>
          <w:p w:rsidR="00B066C2" w:rsidRPr="00C62650" w:rsidRDefault="00B066C2" w:rsidP="00C320AE">
            <w:pPr>
              <w:spacing w:before="60" w:after="60" w:line="220" w:lineRule="atLeast"/>
              <w:ind w:left="57" w:right="57"/>
            </w:pPr>
            <w:r w:rsidRPr="00C62650">
              <w:t>B</w:t>
            </w:r>
          </w:p>
        </w:tc>
        <w:tc>
          <w:tcPr>
            <w:tcW w:w="3260" w:type="dxa"/>
            <w:shd w:val="clear" w:color="auto" w:fill="auto"/>
            <w:vAlign w:val="center"/>
          </w:tcPr>
          <w:p w:rsidR="00B066C2" w:rsidRPr="00C62650" w:rsidRDefault="00B066C2" w:rsidP="00C320AE">
            <w:pPr>
              <w:spacing w:before="60" w:after="60" w:line="220" w:lineRule="atLeast"/>
              <w:ind w:left="57" w:right="57"/>
            </w:pPr>
            <w:r>
              <w:t>5-</w:t>
            </w:r>
            <w:r w:rsidRPr="00C62650">
              <w:t>30</w:t>
            </w:r>
          </w:p>
        </w:tc>
        <w:tc>
          <w:tcPr>
            <w:tcW w:w="2550" w:type="dxa"/>
            <w:shd w:val="clear" w:color="auto" w:fill="auto"/>
            <w:vAlign w:val="center"/>
          </w:tcPr>
          <w:p w:rsidR="00B066C2" w:rsidRPr="00C62650" w:rsidRDefault="00B066C2" w:rsidP="00C320AE">
            <w:pPr>
              <w:spacing w:before="60" w:after="60" w:line="220" w:lineRule="atLeast"/>
              <w:ind w:left="57" w:right="57"/>
            </w:pPr>
            <w:r w:rsidRPr="00C62650">
              <w:t>210</w:t>
            </w:r>
            <w:r>
              <w:t>-</w:t>
            </w:r>
            <w:r w:rsidRPr="00C62650">
              <w:t>330</w:t>
            </w:r>
          </w:p>
        </w:tc>
      </w:tr>
      <w:tr w:rsidR="00B066C2" w:rsidRPr="00C62650" w:rsidTr="00C320AE">
        <w:trPr>
          <w:jc w:val="center"/>
        </w:trPr>
        <w:tc>
          <w:tcPr>
            <w:tcW w:w="1560" w:type="dxa"/>
            <w:shd w:val="clear" w:color="auto" w:fill="auto"/>
            <w:vAlign w:val="center"/>
          </w:tcPr>
          <w:p w:rsidR="00B066C2" w:rsidRPr="00C62650" w:rsidRDefault="00B066C2" w:rsidP="00C320AE">
            <w:pPr>
              <w:spacing w:before="60" w:after="60" w:line="220" w:lineRule="atLeast"/>
              <w:ind w:left="57" w:right="57"/>
            </w:pPr>
            <w:r w:rsidRPr="00C62650">
              <w:t>C</w:t>
            </w:r>
          </w:p>
        </w:tc>
        <w:tc>
          <w:tcPr>
            <w:tcW w:w="3260" w:type="dxa"/>
            <w:shd w:val="clear" w:color="auto" w:fill="auto"/>
            <w:vAlign w:val="center"/>
          </w:tcPr>
          <w:p w:rsidR="00B066C2" w:rsidRPr="00C62650" w:rsidRDefault="00B066C2" w:rsidP="00C320AE">
            <w:pPr>
              <w:spacing w:before="60" w:after="60" w:line="220" w:lineRule="atLeast"/>
              <w:ind w:left="57" w:right="57"/>
            </w:pPr>
            <w:r w:rsidRPr="00C62650">
              <w:t>5</w:t>
            </w:r>
            <w:r>
              <w:t>-</w:t>
            </w:r>
            <w:r w:rsidRPr="00C62650">
              <w:t>30</w:t>
            </w:r>
          </w:p>
        </w:tc>
        <w:tc>
          <w:tcPr>
            <w:tcW w:w="2550" w:type="dxa"/>
            <w:shd w:val="clear" w:color="auto" w:fill="auto"/>
            <w:vAlign w:val="center"/>
          </w:tcPr>
          <w:p w:rsidR="00B066C2" w:rsidRPr="00C62650" w:rsidRDefault="00B066C2" w:rsidP="00C320AE">
            <w:pPr>
              <w:spacing w:before="60" w:after="60" w:line="220" w:lineRule="atLeast"/>
              <w:ind w:left="57" w:right="57"/>
            </w:pPr>
            <w:r w:rsidRPr="00C62650">
              <w:t>30</w:t>
            </w:r>
            <w:r>
              <w:t>-</w:t>
            </w:r>
            <w:r w:rsidRPr="00C62650">
              <w:t>150</w:t>
            </w:r>
          </w:p>
        </w:tc>
      </w:tr>
      <w:tr w:rsidR="00B066C2" w:rsidRPr="00C62650" w:rsidTr="00C320AE">
        <w:trPr>
          <w:jc w:val="center"/>
        </w:trPr>
        <w:tc>
          <w:tcPr>
            <w:tcW w:w="1560" w:type="dxa"/>
            <w:shd w:val="clear" w:color="auto" w:fill="auto"/>
            <w:vAlign w:val="center"/>
          </w:tcPr>
          <w:p w:rsidR="00B066C2" w:rsidRPr="00C62650" w:rsidRDefault="00B066C2" w:rsidP="00C320AE">
            <w:pPr>
              <w:spacing w:before="60" w:after="60" w:line="220" w:lineRule="atLeast"/>
              <w:ind w:left="57" w:right="57"/>
            </w:pPr>
            <w:r w:rsidRPr="00C62650">
              <w:t>Fond</w:t>
            </w:r>
          </w:p>
        </w:tc>
        <w:tc>
          <w:tcPr>
            <w:tcW w:w="3260" w:type="dxa"/>
            <w:shd w:val="clear" w:color="auto" w:fill="auto"/>
            <w:vAlign w:val="center"/>
          </w:tcPr>
          <w:p w:rsidR="00B066C2" w:rsidRPr="00C62650" w:rsidRDefault="00B066C2" w:rsidP="00C320AE">
            <w:pPr>
              <w:spacing w:before="60" w:after="60" w:line="220" w:lineRule="atLeast"/>
              <w:ind w:left="57" w:right="57"/>
            </w:pPr>
            <w:r w:rsidRPr="00C62650">
              <w:t>Zone extérieure aux zones A, B et C</w:t>
            </w:r>
          </w:p>
        </w:tc>
        <w:tc>
          <w:tcPr>
            <w:tcW w:w="2550" w:type="dxa"/>
            <w:shd w:val="clear" w:color="auto" w:fill="auto"/>
            <w:vAlign w:val="center"/>
          </w:tcPr>
          <w:p w:rsidR="00B066C2" w:rsidRPr="00C62650" w:rsidRDefault="00B066C2" w:rsidP="00C320AE">
            <w:pPr>
              <w:spacing w:before="60" w:after="60" w:line="220" w:lineRule="atLeast"/>
              <w:ind w:left="57" w:right="57"/>
            </w:pPr>
          </w:p>
        </w:tc>
      </w:tr>
    </w:tbl>
    <w:p w:rsidR="00B066C2" w:rsidRDefault="00B066C2" w:rsidP="00B066C2">
      <w:pPr>
        <w:pStyle w:val="SingleTxtG"/>
        <w:spacing w:before="240"/>
      </w:pPr>
      <w:r>
        <w:rPr>
          <w:noProof/>
          <w:lang w:eastAsia="fr-CH"/>
        </w:rPr>
        <mc:AlternateContent>
          <mc:Choice Requires="wps">
            <w:drawing>
              <wp:anchor distT="45720" distB="45720" distL="114300" distR="114300" simplePos="0" relativeHeight="251680256" behindDoc="0" locked="0" layoutInCell="1" allowOverlap="1" wp14:anchorId="7287A2CB" wp14:editId="587D2AE6">
                <wp:simplePos x="0" y="0"/>
                <wp:positionH relativeFrom="column">
                  <wp:posOffset>1655778</wp:posOffset>
                </wp:positionH>
                <wp:positionV relativeFrom="paragraph">
                  <wp:posOffset>722912</wp:posOffset>
                </wp:positionV>
                <wp:extent cx="180924" cy="166255"/>
                <wp:effectExtent l="0" t="0" r="0" b="5715"/>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24" cy="166255"/>
                        </a:xfrm>
                        <a:prstGeom prst="rect">
                          <a:avLst/>
                        </a:prstGeom>
                        <a:solidFill>
                          <a:srgbClr val="FFFFFF"/>
                        </a:solidFill>
                        <a:ln w="9525">
                          <a:noFill/>
                          <a:miter lim="800000"/>
                          <a:headEnd/>
                          <a:tailEnd/>
                        </a:ln>
                      </wps:spPr>
                      <wps:txbx>
                        <w:txbxContent>
                          <w:p w:rsidR="00461F46" w:rsidRPr="00695676" w:rsidRDefault="00461F46" w:rsidP="00B066C2">
                            <w:pPr>
                              <w:jc w:val="center"/>
                            </w:pPr>
                            <w:r>
                              <w:t>dB</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287A2CB" id="_x0000_s1034" type="#_x0000_t202" style="position:absolute;left:0;text-align:left;margin-left:130.4pt;margin-top:56.9pt;width:14.25pt;height:13.1pt;z-index:251680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" stroked="f">
                <v:textbox inset="0,0,0,0">
                  <w:txbxContent>
                    <w:p w:rsidR="00461F46" w:rsidRPr="00695676" w:rsidRDefault="00461F46" w:rsidP="00B066C2">
                      <w:pPr>
                        <w:jc w:val="center"/>
                      </w:pPr>
                      <w:r>
                        <w:t>dB</w:t>
                      </w:r>
                    </w:p>
                  </w:txbxContent>
                </v:textbox>
              </v:shape>
            </w:pict>
          </mc:Fallback>
        </mc:AlternateContent>
      </w:r>
      <w:r>
        <w:rPr>
          <w:noProof/>
          <w:lang w:eastAsia="fr-CH"/>
        </w:rPr>
        <mc:AlternateContent>
          <mc:Choice Requires="wps">
            <w:drawing>
              <wp:anchor distT="45720" distB="45720" distL="114300" distR="114300" simplePos="0" relativeHeight="251675136" behindDoc="0" locked="0" layoutInCell="1" allowOverlap="1" wp14:anchorId="54E39BC9" wp14:editId="3ADC4CE1">
                <wp:simplePos x="0" y="0"/>
                <wp:positionH relativeFrom="column">
                  <wp:posOffset>2198876</wp:posOffset>
                </wp:positionH>
                <wp:positionV relativeFrom="paragraph">
                  <wp:posOffset>170180</wp:posOffset>
                </wp:positionV>
                <wp:extent cx="503616" cy="171145"/>
                <wp:effectExtent l="0" t="0" r="0" b="635"/>
                <wp:wrapNone/>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616" cy="171145"/>
                        </a:xfrm>
                        <a:prstGeom prst="rect">
                          <a:avLst/>
                        </a:prstGeom>
                        <a:solidFill>
                          <a:srgbClr val="FFFFFF"/>
                        </a:solidFill>
                        <a:ln w="9525">
                          <a:noFill/>
                          <a:miter lim="800000"/>
                          <a:headEnd/>
                          <a:tailEnd/>
                        </a:ln>
                      </wps:spPr>
                      <wps:txbx>
                        <w:txbxContent>
                          <w:p w:rsidR="00461F46" w:rsidRPr="00695676" w:rsidRDefault="00461F46" w:rsidP="00B066C2">
                            <w:pPr>
                              <w:jc w:val="center"/>
                            </w:pPr>
                            <w:r w:rsidRPr="00695676">
                              <w:t>Avant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4E39BC9" id="_x0000_s1035" type="#_x0000_t202" style="position:absolute;left:0;text-align:left;margin-left:173.15pt;margin-top:13.4pt;width:39.65pt;height:13.5pt;z-index:251675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" stroked="f">
                <v:textbox inset="0,0,0,0">
                  <w:txbxContent>
                    <w:p w:rsidR="00461F46" w:rsidRPr="00695676" w:rsidRDefault="00461F46" w:rsidP="00B066C2">
                      <w:pPr>
                        <w:jc w:val="center"/>
                      </w:pPr>
                      <w:r w:rsidRPr="00695676">
                        <w:t>Avant</w:t>
                      </w:r>
                    </w:p>
                  </w:txbxContent>
                </v:textbox>
              </v:shape>
            </w:pict>
          </mc:Fallback>
        </mc:AlternateContent>
      </w:r>
      <w:r>
        <w:rPr>
          <w:noProof/>
          <w:lang w:eastAsia="fr-CH"/>
        </w:rPr>
        <w:drawing>
          <wp:inline distT="0" distB="0" distL="0" distR="0" wp14:anchorId="307E2BEE" wp14:editId="73681B48">
            <wp:extent cx="3411416" cy="2813471"/>
            <wp:effectExtent l="0" t="0" r="0" b="635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423444" cy="2823390"/>
                    </a:xfrm>
                    <a:prstGeom prst="rect">
                      <a:avLst/>
                    </a:prstGeom>
                    <a:noFill/>
                    <a:ln>
                      <a:noFill/>
                    </a:ln>
                  </pic:spPr>
                </pic:pic>
              </a:graphicData>
            </a:graphic>
          </wp:inline>
        </w:drawing>
      </w:r>
    </w:p>
    <w:p w:rsidR="00B066C2" w:rsidRPr="00C62650" w:rsidRDefault="00B066C2" w:rsidP="00B066C2">
      <w:pPr>
        <w:pStyle w:val="SingleTxtG"/>
        <w:keepNext/>
      </w:pPr>
      <w:r w:rsidRPr="00C62650">
        <w:t>Diagramme d</w:t>
      </w:r>
      <w:r>
        <w:t>’</w:t>
      </w:r>
      <w:r w:rsidRPr="00C62650">
        <w:t>atténuation en mode « canyon urbain »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1"/>
        <w:gridCol w:w="6299"/>
      </w:tblGrid>
      <w:tr w:rsidR="00B066C2" w:rsidRPr="00C62650" w:rsidTr="00C320AE">
        <w:trPr>
          <w:trHeight w:val="269"/>
        </w:trPr>
        <w:tc>
          <w:tcPr>
            <w:tcW w:w="680" w:type="dxa"/>
            <w:tcBorders>
              <w:bottom w:val="single" w:sz="4" w:space="0" w:color="auto"/>
            </w:tcBorders>
            <w:shd w:val="clear" w:color="auto" w:fill="99FF99"/>
          </w:tcPr>
          <w:p w:rsidR="00B066C2" w:rsidRPr="00C62650" w:rsidRDefault="00B066C2" w:rsidP="00C320AE">
            <w:pPr>
              <w:keepNext/>
              <w:spacing w:before="60" w:after="60" w:line="220" w:lineRule="atLeast"/>
              <w:ind w:left="57" w:right="57"/>
            </w:pPr>
          </w:p>
        </w:tc>
        <w:tc>
          <w:tcPr>
            <w:tcW w:w="3998" w:type="dxa"/>
            <w:shd w:val="clear" w:color="auto" w:fill="auto"/>
            <w:vAlign w:val="bottom"/>
          </w:tcPr>
          <w:p w:rsidR="00B066C2" w:rsidRPr="00C62650" w:rsidRDefault="00B066C2" w:rsidP="00C320AE">
            <w:pPr>
              <w:keepNext/>
              <w:spacing w:before="60" w:after="60" w:line="220" w:lineRule="atLeast"/>
              <w:ind w:left="57" w:right="57"/>
              <w:jc w:val="right"/>
            </w:pPr>
            <w:r w:rsidRPr="00C62650">
              <w:t>0 dB</w:t>
            </w:r>
          </w:p>
        </w:tc>
      </w:tr>
      <w:tr w:rsidR="00B066C2" w:rsidRPr="00C62650" w:rsidTr="00C320AE">
        <w:trPr>
          <w:trHeight w:val="266"/>
        </w:trPr>
        <w:tc>
          <w:tcPr>
            <w:tcW w:w="680" w:type="dxa"/>
            <w:tcBorders>
              <w:bottom w:val="single" w:sz="4" w:space="0" w:color="auto"/>
            </w:tcBorders>
            <w:shd w:val="clear" w:color="auto" w:fill="FFFF99"/>
          </w:tcPr>
          <w:p w:rsidR="00B066C2" w:rsidRPr="00C62650" w:rsidRDefault="00B066C2" w:rsidP="00C320AE">
            <w:pPr>
              <w:keepNext/>
              <w:spacing w:before="60" w:after="60" w:line="220" w:lineRule="atLeast"/>
              <w:ind w:left="57" w:right="57"/>
            </w:pPr>
            <w:r w:rsidRPr="00C62650">
              <w:t>B</w:t>
            </w:r>
          </w:p>
        </w:tc>
        <w:tc>
          <w:tcPr>
            <w:tcW w:w="3998" w:type="dxa"/>
            <w:shd w:val="clear" w:color="auto" w:fill="auto"/>
            <w:vAlign w:val="bottom"/>
          </w:tcPr>
          <w:p w:rsidR="00B066C2" w:rsidRPr="00C62650" w:rsidRDefault="00B066C2" w:rsidP="00C320AE">
            <w:pPr>
              <w:keepNext/>
              <w:spacing w:before="60" w:after="60" w:line="220" w:lineRule="atLeast"/>
              <w:ind w:left="57" w:right="57"/>
              <w:jc w:val="right"/>
            </w:pPr>
            <w:r w:rsidRPr="00C62650">
              <w:t>-40 dB</w:t>
            </w:r>
          </w:p>
        </w:tc>
      </w:tr>
      <w:tr w:rsidR="00B066C2" w:rsidRPr="00C62650" w:rsidTr="00C320AE">
        <w:trPr>
          <w:trHeight w:val="266"/>
        </w:trPr>
        <w:tc>
          <w:tcPr>
            <w:tcW w:w="680" w:type="dxa"/>
            <w:tcBorders>
              <w:bottom w:val="single" w:sz="4" w:space="0" w:color="auto"/>
            </w:tcBorders>
            <w:shd w:val="clear" w:color="auto" w:fill="FFFF99"/>
          </w:tcPr>
          <w:p w:rsidR="00B066C2" w:rsidRPr="00C62650" w:rsidRDefault="00B066C2" w:rsidP="00C320AE">
            <w:pPr>
              <w:keepNext/>
              <w:spacing w:before="60" w:after="60" w:line="220" w:lineRule="atLeast"/>
              <w:ind w:left="57" w:right="57"/>
            </w:pPr>
            <w:r w:rsidRPr="00C62650">
              <w:t>C</w:t>
            </w:r>
          </w:p>
        </w:tc>
        <w:tc>
          <w:tcPr>
            <w:tcW w:w="3998" w:type="dxa"/>
            <w:shd w:val="clear" w:color="auto" w:fill="auto"/>
            <w:vAlign w:val="bottom"/>
          </w:tcPr>
          <w:p w:rsidR="00B066C2" w:rsidRPr="00C62650" w:rsidRDefault="00B066C2" w:rsidP="00C320AE">
            <w:pPr>
              <w:keepNext/>
              <w:spacing w:before="60" w:after="60" w:line="220" w:lineRule="atLeast"/>
              <w:ind w:left="57" w:right="57"/>
              <w:jc w:val="right"/>
            </w:pPr>
            <w:r w:rsidRPr="00C62650">
              <w:t>-40 dB</w:t>
            </w:r>
          </w:p>
        </w:tc>
      </w:tr>
      <w:tr w:rsidR="00B066C2" w:rsidRPr="00C62650" w:rsidTr="00C320AE">
        <w:trPr>
          <w:trHeight w:val="266"/>
        </w:trPr>
        <w:tc>
          <w:tcPr>
            <w:tcW w:w="680" w:type="dxa"/>
            <w:shd w:val="clear" w:color="auto" w:fill="FFCCCC"/>
          </w:tcPr>
          <w:p w:rsidR="00B066C2" w:rsidRPr="00C62650" w:rsidRDefault="00B066C2" w:rsidP="00C320AE">
            <w:pPr>
              <w:keepNext/>
              <w:spacing w:before="60" w:after="60" w:line="220" w:lineRule="atLeast"/>
              <w:ind w:left="57" w:right="57"/>
            </w:pPr>
            <w:r w:rsidRPr="00C62650">
              <w:t>A</w:t>
            </w:r>
          </w:p>
        </w:tc>
        <w:tc>
          <w:tcPr>
            <w:tcW w:w="3998" w:type="dxa"/>
            <w:shd w:val="clear" w:color="auto" w:fill="auto"/>
            <w:vAlign w:val="bottom"/>
          </w:tcPr>
          <w:p w:rsidR="00B066C2" w:rsidRPr="00C62650" w:rsidRDefault="00B066C2" w:rsidP="00C320AE">
            <w:pPr>
              <w:keepNext/>
              <w:spacing w:before="60" w:after="60" w:line="220" w:lineRule="atLeast"/>
              <w:ind w:left="57" w:right="57"/>
              <w:jc w:val="right"/>
            </w:pPr>
            <w:r w:rsidRPr="00C62650">
              <w:t xml:space="preserve">-100 dB ou coupure du signal </w:t>
            </w:r>
          </w:p>
        </w:tc>
      </w:tr>
    </w:tbl>
    <w:p w:rsidR="00B066C2" w:rsidRPr="00C62650" w:rsidRDefault="00B066C2" w:rsidP="00B066C2">
      <w:pPr>
        <w:pStyle w:val="SingleTxtG"/>
        <w:spacing w:before="240"/>
        <w:ind w:left="2268" w:hanging="1134"/>
      </w:pPr>
      <w:r w:rsidRPr="00C62650">
        <w:t>2.4.2</w:t>
      </w:r>
      <w:r w:rsidRPr="00C62650">
        <w:tab/>
        <w:t>Les résultats de l</w:t>
      </w:r>
      <w:r>
        <w:t>’</w:t>
      </w:r>
      <w:r w:rsidRPr="00C62650">
        <w:t>essai sont considérés comme satisfaisants si au moins une des deux conditions ci-dessous est remplie :</w:t>
      </w:r>
    </w:p>
    <w:p w:rsidR="00B066C2" w:rsidRPr="00C62650" w:rsidRDefault="00B066C2" w:rsidP="00B066C2">
      <w:pPr>
        <w:pStyle w:val="SingleTxtG"/>
        <w:ind w:left="2835" w:hanging="567"/>
      </w:pPr>
      <w:r w:rsidRPr="00C62650">
        <w:t>a)</w:t>
      </w:r>
      <w:r w:rsidRPr="00C62650">
        <w:tab/>
        <w:t>Les erreurs de position horizontale obtenues à l</w:t>
      </w:r>
      <w:r>
        <w:t>’</w:t>
      </w:r>
      <w:r w:rsidRPr="00C62650">
        <w:t>aide de la formule (6) pour tous les échantillons d</w:t>
      </w:r>
      <w:r>
        <w:t>’</w:t>
      </w:r>
      <w:r w:rsidRPr="00C62650">
        <w:t>AECD ne dépassent pas 40 m en mode « canyon urbain » pour tous les scénarios de simulation ; ou</w:t>
      </w:r>
    </w:p>
    <w:p w:rsidR="00B066C2" w:rsidRPr="00C62650" w:rsidRDefault="00B066C2" w:rsidP="00B066C2">
      <w:pPr>
        <w:pStyle w:val="SingleTxtG"/>
        <w:ind w:left="2835" w:hanging="567"/>
      </w:pPr>
      <w:r w:rsidRPr="00C62650">
        <w:t>b)</w:t>
      </w:r>
      <w:r w:rsidRPr="00C62650">
        <w:tab/>
        <w:t>Les erreurs linéaires de toutes les mesures obtenues à l</w:t>
      </w:r>
      <w:r>
        <w:t>’</w:t>
      </w:r>
      <w:r w:rsidRPr="00C62650">
        <w:t>aide de la formule (7) pour tous les échantillons d</w:t>
      </w:r>
      <w:r>
        <w:t>’</w:t>
      </w:r>
      <w:r w:rsidRPr="00C62650">
        <w:t>AECD/AECS ne dépassent pas 40 m en mode « ciel ouvert » pour tous les scénarios de simulation et au moins 95 % de toutes les mesures.</w:t>
      </w:r>
    </w:p>
    <w:p w:rsidR="00B066C2" w:rsidRPr="00C62650" w:rsidRDefault="00B066C2" w:rsidP="00B066C2">
      <w:pPr>
        <w:pStyle w:val="SingleTxtG"/>
        <w:ind w:left="2268" w:hanging="1134"/>
      </w:pPr>
      <w:r w:rsidRPr="00C62650">
        <w:t>2.5</w:t>
      </w:r>
      <w:r w:rsidRPr="00C62650">
        <w:tab/>
        <w:t>Délai de premier positionnement à froid</w:t>
      </w:r>
    </w:p>
    <w:p w:rsidR="00B066C2" w:rsidRPr="00C62650" w:rsidRDefault="00B066C2" w:rsidP="00B066C2">
      <w:pPr>
        <w:pStyle w:val="SingleTxtG"/>
        <w:ind w:left="2268" w:hanging="1134"/>
      </w:pPr>
      <w:r w:rsidRPr="00C62650">
        <w:t>2.5.1</w:t>
      </w:r>
      <w:r w:rsidRPr="00C62650">
        <w:tab/>
        <w:t>Préparer et allumer l</w:t>
      </w:r>
      <w:r>
        <w:t>’</w:t>
      </w:r>
      <w:r w:rsidRPr="00C62650">
        <w:t>AECD/AECS. À l</w:t>
      </w:r>
      <w:r>
        <w:t>’</w:t>
      </w:r>
      <w:r w:rsidRPr="00C62650">
        <w:t>aide du logiciel fourni par le fabricant, s</w:t>
      </w:r>
      <w:r>
        <w:t>’</w:t>
      </w:r>
      <w:r w:rsidRPr="00C62650">
        <w:t>assurer que le module GNSS est réglé pour recevoir les signaux des systèmes GLONASS, Galileo et GPS.</w:t>
      </w:r>
    </w:p>
    <w:p w:rsidR="00B066C2" w:rsidRPr="00C62650" w:rsidRDefault="00B066C2" w:rsidP="00B066C2">
      <w:pPr>
        <w:pStyle w:val="SingleTxtG"/>
        <w:ind w:left="2268" w:hanging="1134"/>
      </w:pPr>
      <w:r w:rsidRPr="00C62650">
        <w:t>2.5.2</w:t>
      </w:r>
      <w:r w:rsidRPr="00C62650">
        <w:tab/>
        <w:t>Supprimer du récepteur GNSS toutes les données concernant la position, la vitesse, le temps, le calendrier et les éphémérides.</w:t>
      </w:r>
    </w:p>
    <w:p w:rsidR="00B066C2" w:rsidRPr="00C62650" w:rsidRDefault="00B066C2" w:rsidP="00B066C2">
      <w:pPr>
        <w:pStyle w:val="SingleTxtG"/>
        <w:keepNext/>
        <w:keepLines/>
        <w:ind w:left="2268" w:hanging="1134"/>
      </w:pPr>
      <w:r w:rsidRPr="00C62650">
        <w:lastRenderedPageBreak/>
        <w:t>2.5.3</w:t>
      </w:r>
      <w:r w:rsidRPr="00C62650">
        <w:tab/>
        <w:t>Régler le simulateur à l</w:t>
      </w:r>
      <w:r>
        <w:t>’</w:t>
      </w:r>
      <w:r w:rsidRPr="00C62650">
        <w:t>aide du mode d</w:t>
      </w:r>
      <w:r>
        <w:t>’</w:t>
      </w:r>
      <w:r w:rsidRPr="00C62650">
        <w:t>emploi. Initialiser le simulateur à l</w:t>
      </w:r>
      <w:r>
        <w:t>’</w:t>
      </w:r>
      <w:r w:rsidRPr="00C62650">
        <w:t>aide des paramètres indiqués dans le tabl</w:t>
      </w:r>
      <w:r w:rsidRPr="00940EFD">
        <w:t>eau </w:t>
      </w:r>
      <w:r>
        <w:t>7</w:t>
      </w:r>
      <w:r w:rsidRPr="00940EFD">
        <w:t xml:space="preserve"> pour le</w:t>
      </w:r>
      <w:r w:rsidRPr="00C62650">
        <w:t>s signaux des systèmes GLONASS, Galileo et GPS d</w:t>
      </w:r>
      <w:r>
        <w:t xml:space="preserve">ont le niveau de signal est de </w:t>
      </w:r>
      <w:r>
        <w:noBreakHyphen/>
      </w:r>
      <w:r w:rsidRPr="00C62650">
        <w:t>130 dBm.</w:t>
      </w:r>
    </w:p>
    <w:p w:rsidR="00B066C2" w:rsidRPr="00C62650" w:rsidRDefault="00B066C2" w:rsidP="00B066C2">
      <w:pPr>
        <w:pStyle w:val="SingleTxtG"/>
        <w:ind w:left="2268" w:hanging="1134"/>
      </w:pPr>
      <w:r w:rsidRPr="00C62650">
        <w:t>2.5.4</w:t>
      </w:r>
      <w:r w:rsidRPr="00C62650">
        <w:tab/>
        <w:t>À l</w:t>
      </w:r>
      <w:r>
        <w:t>’</w:t>
      </w:r>
      <w:r w:rsidRPr="00C62650">
        <w:t>aide d</w:t>
      </w:r>
      <w:r>
        <w:t>’</w:t>
      </w:r>
      <w:r w:rsidRPr="00C62650">
        <w:t>un chronomètre, mesurer les intervalles entre le début de la simulation des signaux et les premiers résultats de la solution de navigation.</w:t>
      </w:r>
    </w:p>
    <w:p w:rsidR="00B066C2" w:rsidRPr="00C62650" w:rsidRDefault="00B066C2" w:rsidP="00B066C2">
      <w:pPr>
        <w:pStyle w:val="SingleTxtG"/>
        <w:ind w:left="2268" w:hanging="1134"/>
      </w:pPr>
      <w:r w:rsidRPr="00C62650">
        <w:t>2.5.5</w:t>
      </w:r>
      <w:r w:rsidRPr="00C62650">
        <w:tab/>
        <w:t>Effectuer la procédure d</w:t>
      </w:r>
      <w:r>
        <w:t>’</w:t>
      </w:r>
      <w:r w:rsidRPr="00C62650">
        <w:t xml:space="preserve">essai conformément aux </w:t>
      </w:r>
      <w:r w:rsidR="00C65359">
        <w:t xml:space="preserve">paragraphes </w:t>
      </w:r>
      <w:r w:rsidRPr="00C62650">
        <w:t>2.5.2 à 2.5.4, au moins à 10 reprises.</w:t>
      </w:r>
    </w:p>
    <w:p w:rsidR="00B066C2" w:rsidRPr="00C62650" w:rsidRDefault="00B066C2" w:rsidP="00B066C2">
      <w:pPr>
        <w:pStyle w:val="SingleTxtG"/>
        <w:ind w:left="2268" w:hanging="1134"/>
      </w:pPr>
      <w:r w:rsidRPr="00C62650">
        <w:t>2.5.6</w:t>
      </w:r>
      <w:r w:rsidRPr="00C62650">
        <w:tab/>
        <w:t>Calculer le délai de premier positionnement à froid à l</w:t>
      </w:r>
      <w:r>
        <w:t>’</w:t>
      </w:r>
      <w:r w:rsidRPr="00C62650">
        <w:t>aide des mesures relevées pour les échantillons AECD/AECS fournis pour l</w:t>
      </w:r>
      <w:r>
        <w:t>’</w:t>
      </w:r>
      <w:r w:rsidRPr="00C62650">
        <w:t>essai.</w:t>
      </w:r>
    </w:p>
    <w:p w:rsidR="00B066C2" w:rsidRPr="00C62650" w:rsidRDefault="00B066C2" w:rsidP="00B066C2">
      <w:pPr>
        <w:pStyle w:val="SingleTxtG"/>
        <w:ind w:left="2268" w:hanging="1134"/>
      </w:pPr>
      <w:r w:rsidRPr="00C62650">
        <w:t>2.5.7</w:t>
      </w:r>
      <w:r w:rsidRPr="00C62650">
        <w:tab/>
        <w:t>L</w:t>
      </w:r>
      <w:r>
        <w:t>’</w:t>
      </w:r>
      <w:r w:rsidRPr="00C62650">
        <w:t xml:space="preserve">essai est considéré comme réussi si les valeurs moyennes du délai de premier positionnement, calculées conformément aux prescriptions du </w:t>
      </w:r>
      <w:r w:rsidR="00C65359">
        <w:t xml:space="preserve">paragraphe </w:t>
      </w:r>
      <w:r w:rsidRPr="00C62650">
        <w:t>2.5.6, ne dépassent pas 60 s pour un niveau de signal pouvant atteindre -130 dBm pour tous les signaux simulés.</w:t>
      </w:r>
    </w:p>
    <w:p w:rsidR="00B066C2" w:rsidRPr="00C62650" w:rsidRDefault="00B066C2" w:rsidP="00B066C2">
      <w:pPr>
        <w:pStyle w:val="SingleTxtG"/>
        <w:ind w:left="2268" w:hanging="1134"/>
      </w:pPr>
      <w:r w:rsidRPr="00C62650">
        <w:t>2.5.8</w:t>
      </w:r>
      <w:r w:rsidRPr="00C62650">
        <w:tab/>
        <w:t>Répéter la procédure d</w:t>
      </w:r>
      <w:r>
        <w:t>’</w:t>
      </w:r>
      <w:r w:rsidRPr="00C62650">
        <w:t xml:space="preserve">essai prescrite aux </w:t>
      </w:r>
      <w:r w:rsidR="00C65359">
        <w:t xml:space="preserve">paragraphes </w:t>
      </w:r>
      <w:r w:rsidRPr="00C62650">
        <w:t>2.5.1 à 2.5.5 avec un niveau de signal de -140 dBm.</w:t>
      </w:r>
    </w:p>
    <w:p w:rsidR="00B066C2" w:rsidRPr="00BE7AE5" w:rsidRDefault="00B066C2" w:rsidP="00B066C2">
      <w:pPr>
        <w:pStyle w:val="SingleTxtG"/>
        <w:ind w:left="2268" w:hanging="1134"/>
      </w:pPr>
      <w:r w:rsidRPr="00C62650">
        <w:t>2.5.9</w:t>
      </w:r>
      <w:r w:rsidRPr="00C62650">
        <w:tab/>
        <w:t>L</w:t>
      </w:r>
      <w:r>
        <w:t>’</w:t>
      </w:r>
      <w:r w:rsidRPr="00C62650">
        <w:t xml:space="preserve">essai prescrit au </w:t>
      </w:r>
      <w:r w:rsidR="00C65359">
        <w:t xml:space="preserve">paragraphe </w:t>
      </w:r>
      <w:r w:rsidRPr="00C62650">
        <w:t xml:space="preserve">2.5.8 est considéré comme réussi si les valeurs moyennes du délai de premier positionnement fixées au </w:t>
      </w:r>
      <w:r w:rsidR="00C65359">
        <w:t xml:space="preserve">paragraphe </w:t>
      </w:r>
      <w:r w:rsidRPr="00C62650">
        <w:t>2.5.6 de la présente annexe sont conformes, pour tous les échantillons d</w:t>
      </w:r>
      <w:r>
        <w:t>’</w:t>
      </w:r>
      <w:r w:rsidRPr="00C62650">
        <w:t xml:space="preserve">AECD/AECS, aux prescriptions énoncées aux </w:t>
      </w:r>
      <w:r w:rsidR="00C65359">
        <w:t xml:space="preserve">paragraphes </w:t>
      </w:r>
      <w:r w:rsidRPr="00BE7AE5">
        <w:t>17.3.8, 26.3.8 ou 35.3.8 du présent Règlement.</w:t>
      </w:r>
    </w:p>
    <w:p w:rsidR="00B066C2" w:rsidRPr="00BE7AE5" w:rsidRDefault="00B066C2" w:rsidP="00B066C2">
      <w:pPr>
        <w:pStyle w:val="SingleTxtG"/>
        <w:ind w:left="2268" w:hanging="1134"/>
      </w:pPr>
      <w:r w:rsidRPr="00BE7AE5">
        <w:t>2.6</w:t>
      </w:r>
      <w:r w:rsidRPr="00BE7AE5">
        <w:tab/>
        <w:t>Essai de rétablissement des signaux de recherche après un arrêt de 60 s</w:t>
      </w:r>
    </w:p>
    <w:p w:rsidR="00B066C2" w:rsidRPr="00BE7AE5" w:rsidRDefault="00B066C2" w:rsidP="00B066C2">
      <w:pPr>
        <w:pStyle w:val="SingleTxtG"/>
        <w:ind w:left="2268" w:hanging="1134"/>
      </w:pPr>
      <w:r w:rsidRPr="00BE7AE5">
        <w:t>2.6.1</w:t>
      </w:r>
      <w:r w:rsidRPr="00BE7AE5">
        <w:tab/>
        <w:t>Préparer et allumer l</w:t>
      </w:r>
      <w:r>
        <w:t>’</w:t>
      </w:r>
      <w:r w:rsidRPr="00BE7AE5">
        <w:t>AECD à l</w:t>
      </w:r>
      <w:r>
        <w:t>’</w:t>
      </w:r>
      <w:r w:rsidRPr="00BE7AE5">
        <w:t>aide du mode d</w:t>
      </w:r>
      <w:r>
        <w:t>’</w:t>
      </w:r>
      <w:r w:rsidRPr="00BE7AE5">
        <w:t>emploi. À l</w:t>
      </w:r>
      <w:r>
        <w:t>’</w:t>
      </w:r>
      <w:r w:rsidRPr="00BE7AE5">
        <w:t>aide du logiciel fourni par le fabricant, s</w:t>
      </w:r>
      <w:r>
        <w:t>’</w:t>
      </w:r>
      <w:r w:rsidRPr="00BE7AE5">
        <w:t>assurer que le récepteur GNSS est réglé pour recevoir les signaux des systèmes GLONASS, Galileo et GPS.</w:t>
      </w:r>
    </w:p>
    <w:p w:rsidR="00B066C2" w:rsidRPr="00C62650" w:rsidRDefault="00B066C2" w:rsidP="00B066C2">
      <w:pPr>
        <w:pStyle w:val="SingleTxtG"/>
        <w:ind w:left="2268" w:hanging="1134"/>
      </w:pPr>
      <w:r w:rsidRPr="00BE7AE5">
        <w:t>2.6.2</w:t>
      </w:r>
      <w:r w:rsidRPr="00BE7AE5">
        <w:tab/>
        <w:t>Régler le simulateur à l</w:t>
      </w:r>
      <w:r>
        <w:t>’</w:t>
      </w:r>
      <w:r w:rsidRPr="00BE7AE5">
        <w:t>aide du mode d</w:t>
      </w:r>
      <w:r>
        <w:t>’</w:t>
      </w:r>
      <w:r w:rsidRPr="00BE7AE5">
        <w:t>emploi. Initialiser le scénario des simulations à l</w:t>
      </w:r>
      <w:r>
        <w:t>’</w:t>
      </w:r>
      <w:r w:rsidRPr="00BE7AE5">
        <w:t>aide des paramètres indiqués au tableau </w:t>
      </w:r>
      <w:r>
        <w:t>7</w:t>
      </w:r>
      <w:r w:rsidRPr="00BE7AE5">
        <w:t xml:space="preserve"> pour les sig</w:t>
      </w:r>
      <w:r w:rsidRPr="00C62650">
        <w:t xml:space="preserve">naux des systèmes GLONASS, Galileo et GPS dont le niveau de signal est de </w:t>
      </w:r>
      <w:r w:rsidRPr="00C62650">
        <w:noBreakHyphen/>
        <w:t>130 dBm.</w:t>
      </w:r>
    </w:p>
    <w:p w:rsidR="00B066C2" w:rsidRPr="00C62650" w:rsidRDefault="00B066C2" w:rsidP="00B066C2">
      <w:pPr>
        <w:pStyle w:val="SingleTxtG"/>
        <w:ind w:left="2268" w:hanging="1134"/>
      </w:pPr>
      <w:r w:rsidRPr="00C62650">
        <w:t>2.6.3</w:t>
      </w:r>
      <w:r w:rsidRPr="00C62650">
        <w:tab/>
        <w:t>Au bout de 15 minutes, vérifier que le récepteur GNSS a bien calculé la position de l</w:t>
      </w:r>
      <w:r>
        <w:t>’</w:t>
      </w:r>
      <w:r w:rsidRPr="00C62650">
        <w:t>AECD/AECS.</w:t>
      </w:r>
    </w:p>
    <w:p w:rsidR="00B066C2" w:rsidRPr="00C62650" w:rsidRDefault="00B066C2" w:rsidP="00B066C2">
      <w:pPr>
        <w:pStyle w:val="SingleTxtG"/>
        <w:ind w:left="2268" w:hanging="1134"/>
      </w:pPr>
      <w:r w:rsidRPr="00C62650">
        <w:t>2.6.4</w:t>
      </w:r>
      <w:r w:rsidRPr="00C62650">
        <w:tab/>
        <w:t>Débrancher le câble d</w:t>
      </w:r>
      <w:r>
        <w:t>’</w:t>
      </w:r>
      <w:r w:rsidRPr="00C62650">
        <w:t>antenne GNSS de l</w:t>
      </w:r>
      <w:r>
        <w:t>’</w:t>
      </w:r>
      <w:r w:rsidRPr="00C62650">
        <w:t>AECD/AECS et rebrancher celui-ci au bout de 60 s. À l</w:t>
      </w:r>
      <w:r>
        <w:t>’</w:t>
      </w:r>
      <w:r w:rsidRPr="00C62650">
        <w:t>aide d</w:t>
      </w:r>
      <w:r>
        <w:t>’</w:t>
      </w:r>
      <w:r w:rsidRPr="00C62650">
        <w:t>un chronomètre, calculer le temps qui s</w:t>
      </w:r>
      <w:r>
        <w:t>’</w:t>
      </w:r>
      <w:r w:rsidRPr="00C62650">
        <w:t>écoule entre d</w:t>
      </w:r>
      <w:r>
        <w:t>’</w:t>
      </w:r>
      <w:r w:rsidRPr="00C62650">
        <w:t>une part le branchement du câble d</w:t>
      </w:r>
      <w:r>
        <w:t>’</w:t>
      </w:r>
      <w:r w:rsidRPr="00C62650">
        <w:t>antenne et d</w:t>
      </w:r>
      <w:r>
        <w:t>’</w:t>
      </w:r>
      <w:r w:rsidRPr="00C62650">
        <w:t>autre part la reprise de la recherche de satellites et le calcul de la solution de navigation.</w:t>
      </w:r>
    </w:p>
    <w:p w:rsidR="00B066C2" w:rsidRPr="00C62650" w:rsidRDefault="00B066C2" w:rsidP="00B066C2">
      <w:pPr>
        <w:pStyle w:val="SingleTxtG"/>
        <w:ind w:left="2268" w:hanging="1134"/>
      </w:pPr>
      <w:r w:rsidRPr="00C62650">
        <w:t>2.6.5</w:t>
      </w:r>
      <w:r w:rsidRPr="00C62650">
        <w:tab/>
        <w:t>Répéter la procédure d</w:t>
      </w:r>
      <w:r>
        <w:t>’</w:t>
      </w:r>
      <w:r w:rsidRPr="00C62650">
        <w:t xml:space="preserve">essai prescrite au </w:t>
      </w:r>
      <w:r w:rsidR="00C65359">
        <w:t xml:space="preserve">paragraphe </w:t>
      </w:r>
      <w:r w:rsidRPr="00C62650">
        <w:t>2.6.4 à au moins 10 reprises.</w:t>
      </w:r>
    </w:p>
    <w:p w:rsidR="00B066C2" w:rsidRPr="00C62650" w:rsidRDefault="00B066C2" w:rsidP="00B066C2">
      <w:pPr>
        <w:pStyle w:val="SingleTxtG"/>
        <w:ind w:left="2268" w:hanging="1134"/>
      </w:pPr>
      <w:r w:rsidRPr="00C62650">
        <w:t>2.6.6</w:t>
      </w:r>
      <w:r w:rsidRPr="00C62650">
        <w:tab/>
        <w:t>Calculer la valeur moyenne du temps de rétablissement des signaux de recherche des satellites à l</w:t>
      </w:r>
      <w:r>
        <w:t>’</w:t>
      </w:r>
      <w:r w:rsidRPr="00C62650">
        <w:t>aide de l</w:t>
      </w:r>
      <w:r>
        <w:t>’</w:t>
      </w:r>
      <w:r w:rsidRPr="00C62650">
        <w:t>AECD/AECS pour toutes les mesures effectuées et tous les échantillons d</w:t>
      </w:r>
      <w:r>
        <w:t>’</w:t>
      </w:r>
      <w:r w:rsidRPr="00C62650">
        <w:t>AECD/AECS fournis pour l</w:t>
      </w:r>
      <w:r>
        <w:t>’</w:t>
      </w:r>
      <w:r w:rsidRPr="00C62650">
        <w:t>essai.</w:t>
      </w:r>
    </w:p>
    <w:p w:rsidR="00B066C2" w:rsidRPr="00C62650" w:rsidRDefault="00B066C2" w:rsidP="00B066C2">
      <w:pPr>
        <w:pStyle w:val="SingleTxtG"/>
        <w:ind w:left="2268" w:hanging="1134"/>
      </w:pPr>
      <w:r w:rsidRPr="00C62650">
        <w:t>2.6.7</w:t>
      </w:r>
      <w:r w:rsidRPr="00C62650">
        <w:tab/>
        <w:t>L</w:t>
      </w:r>
      <w:r>
        <w:t>’</w:t>
      </w:r>
      <w:r w:rsidRPr="00C62650">
        <w:t xml:space="preserve">essai est considéré comme réussi si les valeurs moyennes mesurées au </w:t>
      </w:r>
      <w:r w:rsidR="00C65359">
        <w:t xml:space="preserve">paragraphe </w:t>
      </w:r>
      <w:r w:rsidRPr="00C62650">
        <w:t>2.6.6 de la présente annexe sont conformes, pour tous les échantillons d</w:t>
      </w:r>
      <w:r>
        <w:t>’</w:t>
      </w:r>
      <w:r w:rsidRPr="00C62650">
        <w:t xml:space="preserve">AECD/AECS, aux prescriptions définies aux </w:t>
      </w:r>
      <w:r w:rsidR="00C65359">
        <w:t xml:space="preserve">paragraphes </w:t>
      </w:r>
      <w:r w:rsidRPr="008E596A">
        <w:t>17.3.9, 26.3.9 ou 35.3.9 d</w:t>
      </w:r>
      <w:r w:rsidRPr="00C62650">
        <w:t>u présent Règlement.</w:t>
      </w:r>
    </w:p>
    <w:p w:rsidR="00B066C2" w:rsidRPr="00C62650" w:rsidRDefault="00B066C2" w:rsidP="00E1636C">
      <w:pPr>
        <w:pStyle w:val="SingleTxtG"/>
        <w:ind w:left="2268" w:hanging="1134"/>
        <w:jc w:val="left"/>
      </w:pPr>
      <w:r w:rsidRPr="00C62650">
        <w:t>2.7</w:t>
      </w:r>
      <w:r w:rsidRPr="00C62650">
        <w:tab/>
        <w:t>Essai de sensibilité du récepteur GNSS en mode démarrage à froid et en mode recherche, et scénario de rétablissement</w:t>
      </w:r>
    </w:p>
    <w:p w:rsidR="00B066C2" w:rsidRPr="00C62650" w:rsidRDefault="00B066C2" w:rsidP="00B066C2">
      <w:pPr>
        <w:pStyle w:val="SingleTxtG"/>
        <w:ind w:left="2268" w:hanging="1134"/>
      </w:pPr>
      <w:r w:rsidRPr="00C62650">
        <w:t>2.7.1</w:t>
      </w:r>
      <w:r w:rsidRPr="00C62650">
        <w:tab/>
        <w:t>Allumer l</w:t>
      </w:r>
      <w:r>
        <w:t>’</w:t>
      </w:r>
      <w:r w:rsidRPr="00C62650">
        <w:t>analyseur de réseau vecteur et étalonner celui-ci à l</w:t>
      </w:r>
      <w:r>
        <w:t>’</w:t>
      </w:r>
      <w:r w:rsidRPr="00C62650">
        <w:t>aide du mode d</w:t>
      </w:r>
      <w:r>
        <w:t>’</w:t>
      </w:r>
      <w:r w:rsidRPr="00C62650">
        <w:t>emploi.</w:t>
      </w:r>
    </w:p>
    <w:p w:rsidR="00B066C2" w:rsidRPr="00C62650" w:rsidRDefault="00B066C2" w:rsidP="00B066C2">
      <w:pPr>
        <w:pStyle w:val="SingleTxtG"/>
        <w:ind w:left="2268" w:hanging="1134"/>
      </w:pPr>
      <w:r w:rsidRPr="00C62650">
        <w:t>2.7.2</w:t>
      </w:r>
      <w:r w:rsidRPr="00C62650">
        <w:tab/>
        <w:t>Établir le diagramme comme indiqué dans la figure 4.</w:t>
      </w:r>
    </w:p>
    <w:p w:rsidR="00B066C2" w:rsidRPr="00A2296F" w:rsidRDefault="00B066C2" w:rsidP="00B066C2">
      <w:pPr>
        <w:pStyle w:val="Titre1"/>
        <w:spacing w:after="120"/>
        <w:rPr>
          <w:b/>
        </w:rPr>
      </w:pPr>
      <w:r w:rsidRPr="00C62650">
        <w:lastRenderedPageBreak/>
        <w:t xml:space="preserve">Figure 4 </w:t>
      </w:r>
      <w:r w:rsidRPr="00C62650">
        <w:br/>
      </w:r>
      <w:r w:rsidRPr="00A2296F">
        <w:rPr>
          <w:b/>
        </w:rPr>
        <w:t>Diagramme de l’étalonnage du trajet</w:t>
      </w:r>
    </w:p>
    <w:p w:rsidR="00B066C2" w:rsidRDefault="00B066C2" w:rsidP="00B066C2">
      <w:pPr>
        <w:pStyle w:val="SingleTxtG"/>
        <w:spacing w:after="240"/>
      </w:pPr>
      <w:r>
        <w:rPr>
          <w:noProof/>
          <w:lang w:eastAsia="fr-CH"/>
        </w:rPr>
        <w:drawing>
          <wp:inline distT="0" distB="0" distL="0" distR="0" wp14:anchorId="7BEB807B" wp14:editId="14ACDB1C">
            <wp:extent cx="5352757" cy="1834669"/>
            <wp:effectExtent l="0" t="0" r="635"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410474" cy="1854452"/>
                    </a:xfrm>
                    <a:prstGeom prst="rect">
                      <a:avLst/>
                    </a:prstGeom>
                    <a:noFill/>
                    <a:ln>
                      <a:noFill/>
                    </a:ln>
                  </pic:spPr>
                </pic:pic>
              </a:graphicData>
            </a:graphic>
          </wp:inline>
        </w:drawing>
      </w:r>
    </w:p>
    <w:p w:rsidR="00B066C2" w:rsidRPr="00C62650" w:rsidRDefault="00B066C2" w:rsidP="00B066C2">
      <w:pPr>
        <w:pStyle w:val="SingleTxtG"/>
        <w:ind w:left="2268" w:hanging="1134"/>
      </w:pPr>
      <w:r w:rsidRPr="00C62650">
        <w:t>2.7.3</w:t>
      </w:r>
      <w:r w:rsidRPr="00C62650">
        <w:tab/>
        <w:t>Sur les atténuateurs, régler l</w:t>
      </w:r>
      <w:r>
        <w:t>’</w:t>
      </w:r>
      <w:r w:rsidRPr="00C62650">
        <w:t>atténuation du trajet signal sur zéro. Mesurer la réponse en fréquence pour un trajet signal donné dans la bande L1/E1 du récepteur pour les systèmes GLONASS, Galileo ou GPS. Enregistrer le facteur de transmission moyen sur le trajet, en décibels, dans cette bande de fréquences.</w:t>
      </w:r>
    </w:p>
    <w:p w:rsidR="00B066C2" w:rsidRPr="00C62650" w:rsidRDefault="00B066C2" w:rsidP="00B066C2">
      <w:pPr>
        <w:pStyle w:val="SingleTxtG"/>
        <w:ind w:left="2268" w:hanging="1134"/>
      </w:pPr>
      <w:r w:rsidRPr="00C62650">
        <w:t>2.7.4</w:t>
      </w:r>
      <w:r w:rsidRPr="00C62650">
        <w:tab/>
        <w:t>Établir l</w:t>
      </w:r>
      <w:r>
        <w:t>’</w:t>
      </w:r>
      <w:r w:rsidRPr="00C62650">
        <w:t>organigramme indiqué dans la figure 5.</w:t>
      </w:r>
    </w:p>
    <w:p w:rsidR="00B066C2" w:rsidRPr="00A2296F" w:rsidRDefault="00B066C2" w:rsidP="00B066C2">
      <w:pPr>
        <w:pStyle w:val="Titre1"/>
        <w:spacing w:after="120"/>
        <w:rPr>
          <w:b/>
        </w:rPr>
      </w:pPr>
      <w:r w:rsidRPr="00C62650">
        <w:t>Figure 5</w:t>
      </w:r>
      <w:r>
        <w:t xml:space="preserve"> </w:t>
      </w:r>
      <w:r w:rsidRPr="00C62650">
        <w:br/>
      </w:r>
      <w:r w:rsidRPr="00A2296F">
        <w:rPr>
          <w:b/>
        </w:rPr>
        <w:t>Organigramme d’évaluation de la sensibilité du module GNSS</w:t>
      </w:r>
    </w:p>
    <w:p w:rsidR="00B066C2" w:rsidRDefault="00B066C2" w:rsidP="00B066C2">
      <w:pPr>
        <w:spacing w:after="240"/>
        <w:ind w:left="1134"/>
      </w:pPr>
      <w:r>
        <w:rPr>
          <w:noProof/>
          <w:lang w:eastAsia="fr-CH"/>
        </w:rPr>
        <w:drawing>
          <wp:inline distT="0" distB="0" distL="0" distR="0" wp14:anchorId="465E6E5B" wp14:editId="2FBC60D7">
            <wp:extent cx="5373859" cy="158454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85714" cy="1588035"/>
                    </a:xfrm>
                    <a:prstGeom prst="rect">
                      <a:avLst/>
                    </a:prstGeom>
                    <a:noFill/>
                    <a:ln>
                      <a:noFill/>
                    </a:ln>
                  </pic:spPr>
                </pic:pic>
              </a:graphicData>
            </a:graphic>
          </wp:inline>
        </w:drawing>
      </w:r>
    </w:p>
    <w:p w:rsidR="00B066C2" w:rsidRPr="00C62650" w:rsidRDefault="00B066C2" w:rsidP="00B066C2">
      <w:pPr>
        <w:pStyle w:val="SingleTxtG"/>
        <w:ind w:left="2268" w:hanging="1134"/>
      </w:pPr>
      <w:r w:rsidRPr="00C62650">
        <w:t>2.7.5</w:t>
      </w:r>
      <w:r w:rsidRPr="00C62650">
        <w:tab/>
        <w:t>Préparer et allumer l</w:t>
      </w:r>
      <w:r>
        <w:t>’</w:t>
      </w:r>
      <w:r w:rsidRPr="00C62650">
        <w:t>AECD/AECS en suivant les instructions du mode d</w:t>
      </w:r>
      <w:r>
        <w:t>’</w:t>
      </w:r>
      <w:r w:rsidRPr="00C62650">
        <w:t>emploi. À l</w:t>
      </w:r>
      <w:r>
        <w:t>’</w:t>
      </w:r>
      <w:r w:rsidRPr="00C62650">
        <w:t>aide du logiciel fourni par le fabricant, s</w:t>
      </w:r>
      <w:r>
        <w:t>’</w:t>
      </w:r>
      <w:r w:rsidRPr="00C62650">
        <w:t>assurer que le récepteur GNSS est réglé pour recevoir les signaux des systèmes GLONASS, Galileo et GPS. Supprimer le module de navigation RAM</w:t>
      </w:r>
      <w:r w:rsidRPr="0091322D">
        <w:rPr>
          <w:rStyle w:val="Appelnotedebasdep"/>
        </w:rPr>
        <w:footnoteReference w:id="23"/>
      </w:r>
      <w:r w:rsidRPr="00C62650">
        <w:t xml:space="preserve"> de façon à obtenir le mode départ à froid pour le module de navigation. S</w:t>
      </w:r>
      <w:r>
        <w:t>’</w:t>
      </w:r>
      <w:r w:rsidRPr="00C62650">
        <w:t>assurer que les informations relatives à la position, à la vitesse et au temps ont été réinitialisées.</w:t>
      </w:r>
    </w:p>
    <w:p w:rsidR="00B066C2" w:rsidRPr="00C62650" w:rsidRDefault="00B066C2" w:rsidP="00B066C2">
      <w:pPr>
        <w:pStyle w:val="SingleTxtG"/>
        <w:ind w:left="2268" w:hanging="1134"/>
      </w:pPr>
      <w:r w:rsidRPr="00C62650">
        <w:t>2.7.6</w:t>
      </w:r>
      <w:r w:rsidRPr="00C62650">
        <w:tab/>
        <w:t>Préparer le simulateur de signaux GNSS conformément aux instructions du mode d</w:t>
      </w:r>
      <w:r>
        <w:t>’</w:t>
      </w:r>
      <w:r w:rsidRPr="00C62650">
        <w:t>emploi. Lancer le scénario de simulation de signaux des systèmes, GLONASS, Galileo et GPS, à l</w:t>
      </w:r>
      <w:r>
        <w:t>’</w:t>
      </w:r>
      <w:r w:rsidRPr="00C62650">
        <w:t>aide des paramètres indiqués dans le tableau </w:t>
      </w:r>
      <w:r w:rsidRPr="005A4439">
        <w:t>7</w:t>
      </w:r>
      <w:r w:rsidRPr="00C62650">
        <w:t>. Régler la puissance de sortie du simulateur à -144 dBm.</w:t>
      </w:r>
    </w:p>
    <w:p w:rsidR="00B066C2" w:rsidRPr="00C62650" w:rsidRDefault="00B066C2" w:rsidP="00B066C2">
      <w:pPr>
        <w:pStyle w:val="SingleTxtG"/>
        <w:ind w:left="2268" w:hanging="1134"/>
      </w:pPr>
      <w:r w:rsidRPr="00C62650">
        <w:t>2.7.7</w:t>
      </w:r>
      <w:r w:rsidRPr="00C62650">
        <w:tab/>
        <w:t>À l</w:t>
      </w:r>
      <w:r>
        <w:t>’</w:t>
      </w:r>
      <w:r w:rsidRPr="00C62650">
        <w:t>aide d</w:t>
      </w:r>
      <w:r>
        <w:t>’</w:t>
      </w:r>
      <w:r w:rsidRPr="00C62650">
        <w:t>un chronomètre, mesurer le temps qui s</w:t>
      </w:r>
      <w:r>
        <w:t>’</w:t>
      </w:r>
      <w:r w:rsidRPr="00C62650">
        <w:t>écoule entre le début de la simulation de signaux et le premier résultat de la solution de navigation.</w:t>
      </w:r>
    </w:p>
    <w:p w:rsidR="00B066C2" w:rsidRPr="00C62650" w:rsidRDefault="00B066C2" w:rsidP="00B066C2">
      <w:pPr>
        <w:pStyle w:val="SingleTxtG"/>
        <w:ind w:left="2268" w:hanging="1134"/>
      </w:pPr>
      <w:r w:rsidRPr="00C62650">
        <w:t>2.7.8</w:t>
      </w:r>
      <w:r w:rsidRPr="00C62650">
        <w:tab/>
        <w:t>Sur les atténuateurs, régler l</w:t>
      </w:r>
      <w:r>
        <w:t>’</w:t>
      </w:r>
      <w:r w:rsidRPr="00C62650">
        <w:t>atténuation du trajet signal de telle sorte que le signal émis en entrée d</w:t>
      </w:r>
      <w:r>
        <w:t>’</w:t>
      </w:r>
      <w:r w:rsidRPr="00C62650">
        <w:t>antenne soit égal à -155 dBm.</w:t>
      </w:r>
    </w:p>
    <w:p w:rsidR="00B066C2" w:rsidRPr="00C62650" w:rsidRDefault="00B066C2" w:rsidP="00B066C2">
      <w:pPr>
        <w:pStyle w:val="SingleTxtG"/>
        <w:ind w:left="2268" w:hanging="1134"/>
      </w:pPr>
      <w:r w:rsidRPr="00C62650">
        <w:t>2.7.9</w:t>
      </w:r>
      <w:r w:rsidRPr="00C62650">
        <w:tab/>
        <w:t>À l</w:t>
      </w:r>
      <w:r>
        <w:t>’</w:t>
      </w:r>
      <w:r w:rsidRPr="00C62650">
        <w:t>aide d</w:t>
      </w:r>
      <w:r>
        <w:t>’</w:t>
      </w:r>
      <w:r w:rsidRPr="00C62650">
        <w:t>un chronomètre, vérifier que l</w:t>
      </w:r>
      <w:r>
        <w:t>’</w:t>
      </w:r>
      <w:r w:rsidRPr="00C62650">
        <w:t>AECD/AECS continue à fournir une solution de navigation pendant au moins 600 s.</w:t>
      </w:r>
    </w:p>
    <w:p w:rsidR="00B066C2" w:rsidRPr="00C62650" w:rsidRDefault="00B066C2" w:rsidP="00B066C2">
      <w:pPr>
        <w:pStyle w:val="SingleTxtG"/>
        <w:ind w:left="2268" w:hanging="1134"/>
      </w:pPr>
      <w:r w:rsidRPr="00C62650">
        <w:lastRenderedPageBreak/>
        <w:t>2.7.10</w:t>
      </w:r>
      <w:r w:rsidRPr="00C62650">
        <w:tab/>
        <w:t>Sur les atténuateurs, régler l</w:t>
      </w:r>
      <w:r>
        <w:t>’</w:t>
      </w:r>
      <w:r w:rsidRPr="00C62650">
        <w:t>atténuation du trajet signal de telle façon que le signal en entrée d</w:t>
      </w:r>
      <w:r>
        <w:t>’</w:t>
      </w:r>
      <w:r w:rsidRPr="00C62650">
        <w:t>antenne soit égal à -150 dBm.</w:t>
      </w:r>
    </w:p>
    <w:p w:rsidR="00B066C2" w:rsidRPr="00C62650" w:rsidRDefault="00B066C2" w:rsidP="00B066C2">
      <w:pPr>
        <w:pStyle w:val="SingleTxtG"/>
        <w:ind w:left="2268" w:hanging="1134"/>
      </w:pPr>
      <w:r w:rsidRPr="00C62650">
        <w:t>2.7.11</w:t>
      </w:r>
      <w:r w:rsidRPr="00C62650">
        <w:tab/>
        <w:t>Débrancher le câble d</w:t>
      </w:r>
      <w:r>
        <w:t>’</w:t>
      </w:r>
      <w:r w:rsidRPr="00C62650">
        <w:t>antenne GNSS de l</w:t>
      </w:r>
      <w:r>
        <w:t>’</w:t>
      </w:r>
      <w:r w:rsidRPr="00C62650">
        <w:t>AECD/AECS et rebrancher celui</w:t>
      </w:r>
      <w:r w:rsidRPr="00C62650">
        <w:noBreakHyphen/>
        <w:t>ci au bout de 20 s.</w:t>
      </w:r>
    </w:p>
    <w:p w:rsidR="00B066C2" w:rsidRPr="00C62650" w:rsidRDefault="00B066C2" w:rsidP="00B066C2">
      <w:pPr>
        <w:pStyle w:val="SingleTxtG"/>
        <w:ind w:left="2268" w:hanging="1134"/>
      </w:pPr>
      <w:r w:rsidRPr="00C62650">
        <w:t>2.7.12</w:t>
      </w:r>
      <w:r w:rsidRPr="00C62650">
        <w:tab/>
        <w:t>À l</w:t>
      </w:r>
      <w:r>
        <w:t>’</w:t>
      </w:r>
      <w:r w:rsidRPr="00C62650">
        <w:t>aide d</w:t>
      </w:r>
      <w:r>
        <w:t>’</w:t>
      </w:r>
      <w:r w:rsidRPr="00C62650">
        <w:t>un chronomètre, déterminer le temps qui s</w:t>
      </w:r>
      <w:r>
        <w:t>’</w:t>
      </w:r>
      <w:r w:rsidRPr="00C62650">
        <w:t>écoule entre d</w:t>
      </w:r>
      <w:r>
        <w:t>’</w:t>
      </w:r>
      <w:r w:rsidRPr="00C62650">
        <w:t>une part le branchement du câble d</w:t>
      </w:r>
      <w:r>
        <w:t>’</w:t>
      </w:r>
      <w:r w:rsidRPr="00C62650">
        <w:t>antenne et d</w:t>
      </w:r>
      <w:r>
        <w:t>’</w:t>
      </w:r>
      <w:r w:rsidRPr="00C62650">
        <w:t>autre part le rétablissement de la recherche par satellite et le calcul de la solution de navigation.</w:t>
      </w:r>
    </w:p>
    <w:p w:rsidR="00B066C2" w:rsidRPr="00C62650" w:rsidRDefault="00B066C2" w:rsidP="00B066C2">
      <w:pPr>
        <w:pStyle w:val="SingleTxtG"/>
        <w:ind w:left="2268" w:hanging="1134"/>
      </w:pPr>
      <w:r w:rsidRPr="00C62650">
        <w:t>2.7.13</w:t>
      </w:r>
      <w:r w:rsidRPr="00C62650">
        <w:tab/>
        <w:t>L</w:t>
      </w:r>
      <w:r>
        <w:t>’</w:t>
      </w:r>
      <w:r w:rsidRPr="00C62650">
        <w:t xml:space="preserve">essai est considéré comme réussi si les valeurs mesurées conformément aux </w:t>
      </w:r>
      <w:r w:rsidR="00C65359">
        <w:t xml:space="preserve">paragraphes </w:t>
      </w:r>
      <w:r w:rsidRPr="00C62650">
        <w:t>2.7.7, 2.7.9 et 2.7.12 de la présente annexe sont conformes, pour tous les échantillons d</w:t>
      </w:r>
      <w:r>
        <w:t>’</w:t>
      </w:r>
      <w:r w:rsidRPr="00C62650">
        <w:t xml:space="preserve">AECD/AECS, aux prescriptions énoncées aux </w:t>
      </w:r>
      <w:r w:rsidR="00C65359">
        <w:t xml:space="preserve">paragraphes </w:t>
      </w:r>
      <w:r w:rsidRPr="00202EE0">
        <w:t>17.3.10, 26.3.10 ou 35.3.10 du</w:t>
      </w:r>
      <w:r w:rsidRPr="00C62650">
        <w:t xml:space="preserve"> présent Règlement.</w:t>
      </w:r>
    </w:p>
    <w:p w:rsidR="0089089C" w:rsidRDefault="0089089C" w:rsidP="00B066C2">
      <w:pPr>
        <w:pStyle w:val="HChG"/>
        <w:sectPr w:rsidR="0089089C" w:rsidSect="0083687B">
          <w:headerReference w:type="even" r:id="rId65"/>
          <w:headerReference w:type="default" r:id="rId66"/>
          <w:footnotePr>
            <w:numRestart w:val="eachSect"/>
          </w:footnotePr>
          <w:endnotePr>
            <w:numFmt w:val="decimal"/>
          </w:endnotePr>
          <w:pgSz w:w="11907" w:h="16840" w:code="9"/>
          <w:pgMar w:top="1418" w:right="1134" w:bottom="1134" w:left="1134" w:header="680" w:footer="567" w:gutter="0"/>
          <w:cols w:space="720"/>
          <w:docGrid w:linePitch="272"/>
        </w:sectPr>
      </w:pPr>
    </w:p>
    <w:p w:rsidR="00B066C2" w:rsidRPr="00C62650" w:rsidRDefault="00B066C2" w:rsidP="00B066C2">
      <w:pPr>
        <w:pStyle w:val="HChG"/>
      </w:pPr>
      <w:r w:rsidRPr="00C62650">
        <w:lastRenderedPageBreak/>
        <w:t>Annexe 11</w:t>
      </w:r>
    </w:p>
    <w:p w:rsidR="00B066C2" w:rsidRPr="00C62650" w:rsidRDefault="00B066C2" w:rsidP="00B066C2">
      <w:pPr>
        <w:pStyle w:val="HChG"/>
      </w:pPr>
      <w:r w:rsidRPr="00C62650">
        <w:tab/>
      </w:r>
      <w:r w:rsidRPr="00C62650">
        <w:tab/>
        <w:t>Méthode d</w:t>
      </w:r>
      <w:r>
        <w:t>’</w:t>
      </w:r>
      <w:r w:rsidRPr="00C62650">
        <w:t>essai du fonctionnement de l</w:t>
      </w:r>
      <w:r>
        <w:t>’AECD/AECS</w:t>
      </w:r>
    </w:p>
    <w:p w:rsidR="00B066C2" w:rsidRPr="00C62650" w:rsidRDefault="00B066C2" w:rsidP="00B066C2">
      <w:pPr>
        <w:pStyle w:val="SingleTxtG"/>
      </w:pPr>
      <w:r>
        <w:tab/>
      </w:r>
      <w:r w:rsidRPr="00C62650">
        <w:t>Les méthodes d</w:t>
      </w:r>
      <w:r>
        <w:t>’</w:t>
      </w:r>
      <w:r w:rsidRPr="00C62650">
        <w:t>essai décrites ci-dessous sont interchangeables.</w:t>
      </w:r>
    </w:p>
    <w:p w:rsidR="00B066C2" w:rsidRPr="00A2296F" w:rsidRDefault="00B066C2" w:rsidP="00B066C2">
      <w:pPr>
        <w:pStyle w:val="Titre1"/>
        <w:spacing w:after="120"/>
        <w:rPr>
          <w:b/>
        </w:rPr>
      </w:pPr>
      <w:r w:rsidRPr="00C62650">
        <w:t xml:space="preserve">Tableau </w:t>
      </w:r>
      <w:r w:rsidRPr="005A4439">
        <w:t>10</w:t>
      </w:r>
      <w:r w:rsidRPr="00C62650">
        <w:t xml:space="preserve"> </w:t>
      </w:r>
      <w:r w:rsidRPr="00C62650">
        <w:br/>
      </w:r>
      <w:r>
        <w:rPr>
          <w:b/>
        </w:rPr>
        <w:t>Méthodes d’essai du fonctionnement</w:t>
      </w:r>
    </w:p>
    <w:tbl>
      <w:tblPr>
        <w:tblStyle w:val="Grilledutableau1"/>
        <w:tblW w:w="7371" w:type="dxa"/>
        <w:tblInd w:w="1134" w:type="dxa"/>
        <w:tblLayout w:type="fixed"/>
        <w:tblLook w:val="04A0" w:firstRow="1" w:lastRow="0" w:firstColumn="1" w:lastColumn="0" w:noHBand="0" w:noVBand="1"/>
      </w:tblPr>
      <w:tblGrid>
        <w:gridCol w:w="1423"/>
        <w:gridCol w:w="5948"/>
      </w:tblGrid>
      <w:tr w:rsidR="00B066C2" w:rsidRPr="00C62650" w:rsidTr="00C320AE">
        <w:tc>
          <w:tcPr>
            <w:tcW w:w="1423" w:type="dxa"/>
            <w:shd w:val="clear" w:color="auto" w:fill="auto"/>
            <w:vAlign w:val="bottom"/>
          </w:tcPr>
          <w:p w:rsidR="00B066C2" w:rsidRPr="00C62650" w:rsidRDefault="00B066C2" w:rsidP="00C320AE">
            <w:pPr>
              <w:spacing w:before="60" w:after="60" w:line="220" w:lineRule="atLeast"/>
              <w:ind w:left="57" w:right="57"/>
              <w:rPr>
                <w:i/>
                <w:sz w:val="16"/>
              </w:rPr>
            </w:pPr>
            <w:r w:rsidRPr="00C62650">
              <w:rPr>
                <w:i/>
                <w:sz w:val="16"/>
              </w:rPr>
              <w:t>Méthode d</w:t>
            </w:r>
            <w:r>
              <w:rPr>
                <w:i/>
                <w:sz w:val="16"/>
              </w:rPr>
              <w:t>’</w:t>
            </w:r>
            <w:r w:rsidRPr="00C62650">
              <w:rPr>
                <w:i/>
                <w:sz w:val="16"/>
              </w:rPr>
              <w:t>essai</w:t>
            </w:r>
          </w:p>
        </w:tc>
        <w:tc>
          <w:tcPr>
            <w:tcW w:w="5948" w:type="dxa"/>
            <w:shd w:val="clear" w:color="auto" w:fill="auto"/>
            <w:vAlign w:val="bottom"/>
          </w:tcPr>
          <w:p w:rsidR="00B066C2" w:rsidRPr="00C62650" w:rsidRDefault="00B066C2" w:rsidP="00C320AE">
            <w:pPr>
              <w:spacing w:before="60" w:after="60" w:line="220" w:lineRule="atLeast"/>
              <w:ind w:left="57" w:right="57"/>
              <w:rPr>
                <w:i/>
                <w:sz w:val="16"/>
              </w:rPr>
            </w:pPr>
            <w:r>
              <w:rPr>
                <w:i/>
                <w:sz w:val="16"/>
              </w:rPr>
              <w:t>Description de la méthode</w:t>
            </w:r>
          </w:p>
        </w:tc>
      </w:tr>
      <w:tr w:rsidR="00B066C2" w:rsidRPr="00C62650" w:rsidTr="00C320AE">
        <w:tc>
          <w:tcPr>
            <w:tcW w:w="1423" w:type="dxa"/>
            <w:shd w:val="clear" w:color="auto" w:fill="auto"/>
          </w:tcPr>
          <w:p w:rsidR="00B066C2" w:rsidRPr="00C62650" w:rsidRDefault="00B066C2" w:rsidP="00C320AE">
            <w:pPr>
              <w:spacing w:before="60" w:after="60" w:line="220" w:lineRule="atLeast"/>
              <w:ind w:left="57" w:right="57"/>
            </w:pPr>
            <w:r w:rsidRPr="00C62650">
              <w:t>1</w:t>
            </w:r>
          </w:p>
        </w:tc>
        <w:tc>
          <w:tcPr>
            <w:tcW w:w="5948" w:type="dxa"/>
            <w:shd w:val="clear" w:color="auto" w:fill="auto"/>
          </w:tcPr>
          <w:p w:rsidR="00B066C2" w:rsidRPr="00C62650" w:rsidRDefault="00B066C2" w:rsidP="00C320AE">
            <w:pPr>
              <w:spacing w:before="60" w:after="60" w:line="220" w:lineRule="atLeast"/>
              <w:ind w:left="57" w:right="57"/>
            </w:pPr>
            <w:r w:rsidRPr="00C62650">
              <w:t>Vérification d</w:t>
            </w:r>
            <w:r>
              <w:t>’</w:t>
            </w:r>
            <w:r w:rsidRPr="00C62650">
              <w:t>une transmission par radio du MSD et d</w:t>
            </w:r>
            <w:r>
              <w:t>’</w:t>
            </w:r>
            <w:r w:rsidRPr="00C62650">
              <w:t>une communication vocale via un PLMN réel</w:t>
            </w:r>
            <w:r>
              <w:t>.</w:t>
            </w:r>
          </w:p>
        </w:tc>
      </w:tr>
      <w:tr w:rsidR="00B066C2" w:rsidRPr="00C62650" w:rsidTr="00C320AE">
        <w:tc>
          <w:tcPr>
            <w:tcW w:w="1423" w:type="dxa"/>
            <w:shd w:val="clear" w:color="auto" w:fill="auto"/>
          </w:tcPr>
          <w:p w:rsidR="00B066C2" w:rsidRPr="00C62650" w:rsidRDefault="00B066C2" w:rsidP="00C320AE">
            <w:pPr>
              <w:spacing w:before="60" w:after="60" w:line="220" w:lineRule="atLeast"/>
              <w:ind w:left="57" w:right="57"/>
            </w:pPr>
            <w:r w:rsidRPr="00C62650">
              <w:t>2</w:t>
            </w:r>
          </w:p>
        </w:tc>
        <w:tc>
          <w:tcPr>
            <w:tcW w:w="5948" w:type="dxa"/>
            <w:shd w:val="clear" w:color="auto" w:fill="auto"/>
          </w:tcPr>
          <w:p w:rsidR="00B066C2" w:rsidRPr="00C62650" w:rsidRDefault="00B066C2" w:rsidP="00C320AE">
            <w:pPr>
              <w:spacing w:before="60" w:after="60" w:line="220" w:lineRule="atLeast"/>
              <w:ind w:left="57" w:right="57"/>
            </w:pPr>
            <w:r w:rsidRPr="00C62650">
              <w:t>Vérification à l</w:t>
            </w:r>
            <w:r>
              <w:t>’</w:t>
            </w:r>
            <w:r w:rsidRPr="00C62650">
              <w:t>aide d</w:t>
            </w:r>
            <w:r>
              <w:t>’</w:t>
            </w:r>
            <w:r w:rsidRPr="00C62650">
              <w:t>une transmission par radio d</w:t>
            </w:r>
            <w:r>
              <w:t>’</w:t>
            </w:r>
            <w:r w:rsidRPr="00C62650">
              <w:t>un MSD et d</w:t>
            </w:r>
            <w:r>
              <w:t>’</w:t>
            </w:r>
            <w:r w:rsidRPr="00C62650">
              <w:t>une communication vocale par l</w:t>
            </w:r>
            <w:r>
              <w:t>’</w:t>
            </w:r>
            <w:r w:rsidRPr="00C62650">
              <w:t>intermédiaire d</w:t>
            </w:r>
            <w:r>
              <w:t>’</w:t>
            </w:r>
            <w:r w:rsidRPr="00C62650">
              <w:t>un simulateur de réseau</w:t>
            </w:r>
            <w:r>
              <w:t>.</w:t>
            </w:r>
          </w:p>
        </w:tc>
      </w:tr>
      <w:tr w:rsidR="00B066C2" w:rsidRPr="00C62650" w:rsidTr="00C320AE">
        <w:tc>
          <w:tcPr>
            <w:tcW w:w="1423" w:type="dxa"/>
            <w:shd w:val="clear" w:color="auto" w:fill="auto"/>
          </w:tcPr>
          <w:p w:rsidR="00B066C2" w:rsidRPr="00C62650" w:rsidRDefault="00B066C2" w:rsidP="00C320AE">
            <w:pPr>
              <w:spacing w:before="60" w:after="60" w:line="220" w:lineRule="atLeast"/>
              <w:ind w:left="57" w:right="57"/>
            </w:pPr>
            <w:r w:rsidRPr="00C62650">
              <w:t>3</w:t>
            </w:r>
          </w:p>
        </w:tc>
        <w:tc>
          <w:tcPr>
            <w:tcW w:w="5948" w:type="dxa"/>
            <w:shd w:val="clear" w:color="auto" w:fill="auto"/>
          </w:tcPr>
          <w:p w:rsidR="00B066C2" w:rsidRPr="00C62650" w:rsidRDefault="00B066C2" w:rsidP="00C320AE">
            <w:pPr>
              <w:spacing w:before="60" w:after="60" w:line="220" w:lineRule="atLeast"/>
              <w:ind w:left="57" w:right="57"/>
            </w:pPr>
            <w:r w:rsidRPr="00C62650">
              <w:t>Vérification à l</w:t>
            </w:r>
            <w:r>
              <w:t>’</w:t>
            </w:r>
            <w:r w:rsidRPr="00C62650">
              <w:t>aide d</w:t>
            </w:r>
            <w:r>
              <w:t>’</w:t>
            </w:r>
            <w:r w:rsidRPr="00C62650">
              <w:t>une connexi</w:t>
            </w:r>
            <w:r>
              <w:t>on câblée avec un simulateur de </w:t>
            </w:r>
            <w:r w:rsidRPr="00C62650">
              <w:t>réseau</w:t>
            </w:r>
            <w:r>
              <w:t>.</w:t>
            </w:r>
          </w:p>
        </w:tc>
      </w:tr>
      <w:tr w:rsidR="00B066C2" w:rsidRPr="00C62650" w:rsidTr="00C320AE">
        <w:tc>
          <w:tcPr>
            <w:tcW w:w="1423" w:type="dxa"/>
            <w:shd w:val="clear" w:color="auto" w:fill="auto"/>
          </w:tcPr>
          <w:p w:rsidR="00B066C2" w:rsidRPr="00C62650" w:rsidRDefault="00B066C2" w:rsidP="00C320AE">
            <w:pPr>
              <w:spacing w:before="60" w:after="60" w:line="220" w:lineRule="atLeast"/>
              <w:ind w:left="57" w:right="57"/>
            </w:pPr>
            <w:r w:rsidRPr="00C62650">
              <w:t>4</w:t>
            </w:r>
          </w:p>
        </w:tc>
        <w:tc>
          <w:tcPr>
            <w:tcW w:w="5948" w:type="dxa"/>
            <w:shd w:val="clear" w:color="auto" w:fill="auto"/>
          </w:tcPr>
          <w:p w:rsidR="00B066C2" w:rsidRPr="00C62650" w:rsidRDefault="00B066C2" w:rsidP="00C320AE">
            <w:pPr>
              <w:spacing w:before="60" w:after="60" w:line="220" w:lineRule="atLeast"/>
              <w:ind w:left="57" w:right="57"/>
            </w:pPr>
            <w:r w:rsidRPr="00C62650">
              <w:t>Après le choc, placer le véhicule dans un environnement protégé et procéder à la vérification à l</w:t>
            </w:r>
            <w:r>
              <w:t>’</w:t>
            </w:r>
            <w:r w:rsidRPr="00C62650">
              <w:t>aide d</w:t>
            </w:r>
            <w:r>
              <w:t>’</w:t>
            </w:r>
            <w:r w:rsidRPr="00C62650">
              <w:t>une transmission par radio d</w:t>
            </w:r>
            <w:r>
              <w:t>’</w:t>
            </w:r>
            <w:r w:rsidRPr="00C62650">
              <w:t>un MSD et d</w:t>
            </w:r>
            <w:r>
              <w:t>’</w:t>
            </w:r>
            <w:r w:rsidRPr="00C62650">
              <w:t>une communication vocale via un simulateur de réseau</w:t>
            </w:r>
            <w:r>
              <w:t>.</w:t>
            </w:r>
          </w:p>
        </w:tc>
      </w:tr>
    </w:tbl>
    <w:p w:rsidR="00B066C2" w:rsidRPr="00C62650" w:rsidRDefault="00B066C2" w:rsidP="00B066C2">
      <w:pPr>
        <w:pStyle w:val="SingleTxtG"/>
        <w:spacing w:before="240"/>
        <w:ind w:left="2268" w:hanging="1134"/>
      </w:pPr>
      <w:r w:rsidRPr="00C62650">
        <w:t>1.</w:t>
      </w:r>
      <w:r w:rsidRPr="00C62650">
        <w:tab/>
        <w:t xml:space="preserve">Évaluation </w:t>
      </w:r>
      <w:r>
        <w:t>de la commande</w:t>
      </w:r>
      <w:r w:rsidRPr="00C62650">
        <w:t xml:space="preserve"> de l</w:t>
      </w:r>
      <w:r>
        <w:t>’</w:t>
      </w:r>
      <w:r w:rsidRPr="00C62650">
        <w:t>AECS :</w:t>
      </w:r>
    </w:p>
    <w:p w:rsidR="00B066C2" w:rsidRPr="00C62650" w:rsidRDefault="00B066C2" w:rsidP="00B066C2">
      <w:pPr>
        <w:pStyle w:val="SingleTxtG"/>
        <w:ind w:left="2268"/>
      </w:pPr>
      <w:r w:rsidRPr="00C62650">
        <w:t>Le service technique doit au moins vérifier que le processus d</w:t>
      </w:r>
      <w:r>
        <w:t>’</w:t>
      </w:r>
      <w:r w:rsidRPr="00C62650">
        <w:t>appel d</w:t>
      </w:r>
      <w:r>
        <w:t>’</w:t>
      </w:r>
      <w:r w:rsidRPr="00C62650">
        <w:t>urgence s</w:t>
      </w:r>
      <w:r>
        <w:t>’</w:t>
      </w:r>
      <w:r w:rsidRPr="00C62650">
        <w:t>enclenche après l</w:t>
      </w:r>
      <w:r>
        <w:t>’</w:t>
      </w:r>
      <w:r w:rsidRPr="00C62650">
        <w:t>activation de la commande de l</w:t>
      </w:r>
      <w:r>
        <w:t>’</w:t>
      </w:r>
      <w:r w:rsidRPr="00C62650">
        <w:t>AECS.</w:t>
      </w:r>
    </w:p>
    <w:p w:rsidR="00B066C2" w:rsidRPr="00C62650" w:rsidRDefault="00B066C2" w:rsidP="00B066C2">
      <w:pPr>
        <w:pStyle w:val="SingleTxtG"/>
        <w:ind w:left="2268" w:hanging="1134"/>
      </w:pPr>
      <w:r w:rsidRPr="00C62650">
        <w:t>2.</w:t>
      </w:r>
      <w:r w:rsidRPr="00C62650">
        <w:tab/>
      </w:r>
      <w:r w:rsidRPr="00C5057B">
        <w:rPr>
          <w:rFonts w:eastAsia="Times New Roman"/>
        </w:rPr>
        <w:t>Évaluation d</w:t>
      </w:r>
      <w:r w:rsidRPr="00C62650">
        <w:rPr>
          <w:rFonts w:eastAsia="Times New Roman"/>
        </w:rPr>
        <w:t>u fonctionnement de l’</w:t>
      </w:r>
      <w:r w:rsidRPr="00C5057B">
        <w:rPr>
          <w:rFonts w:eastAsia="Times New Roman"/>
        </w:rPr>
        <w:t>AECC/AECD/AECS</w:t>
      </w:r>
      <w:r w:rsidRPr="00C62650">
        <w:rPr>
          <w:rFonts w:eastAsia="Times New Roman"/>
        </w:rPr>
        <w:t> :</w:t>
      </w:r>
    </w:p>
    <w:p w:rsidR="00B066C2" w:rsidRPr="00C62650" w:rsidRDefault="00B066C2" w:rsidP="00B066C2">
      <w:pPr>
        <w:pStyle w:val="SingleTxtG"/>
        <w:ind w:left="2268" w:hanging="1134"/>
      </w:pPr>
      <w:r w:rsidRPr="00C62650">
        <w:t>2.1</w:t>
      </w:r>
      <w:r w:rsidRPr="00C62650">
        <w:tab/>
        <w:t>L</w:t>
      </w:r>
      <w:r>
        <w:t>’</w:t>
      </w:r>
      <w:r w:rsidRPr="00C62650">
        <w:t>évaluation de l</w:t>
      </w:r>
      <w:r>
        <w:t>’</w:t>
      </w:r>
      <w:r w:rsidRPr="00C62650">
        <w:t>émission d</w:t>
      </w:r>
      <w:r>
        <w:t>’</w:t>
      </w:r>
      <w:r w:rsidRPr="00C62650">
        <w:t>un MSD doit comprendre au moins les vérifications suivantes :</w:t>
      </w:r>
    </w:p>
    <w:p w:rsidR="00B066C2" w:rsidRPr="00C62650" w:rsidRDefault="00B066C2" w:rsidP="00B066C2">
      <w:pPr>
        <w:pStyle w:val="SingleTxtG"/>
        <w:ind w:left="2268" w:hanging="1134"/>
      </w:pPr>
      <w:r w:rsidRPr="00C62650">
        <w:t>2.1.1</w:t>
      </w:r>
      <w:r w:rsidRPr="00C62650">
        <w:tab/>
      </w:r>
      <w:r w:rsidRPr="00C62650">
        <w:rPr>
          <w:spacing w:val="-2"/>
        </w:rPr>
        <w:t>La transmission correcte des données relatives à l</w:t>
      </w:r>
      <w:r>
        <w:rPr>
          <w:spacing w:val="-2"/>
        </w:rPr>
        <w:t>’emplacement du véhicule ;</w:t>
      </w:r>
    </w:p>
    <w:p w:rsidR="00B066C2" w:rsidRPr="00C62650" w:rsidRDefault="00B066C2" w:rsidP="00B066C2">
      <w:pPr>
        <w:pStyle w:val="SingleTxtG"/>
        <w:ind w:left="2268" w:hanging="1134"/>
      </w:pPr>
      <w:r w:rsidRPr="00C62650">
        <w:t>2.1.2</w:t>
      </w:r>
      <w:r w:rsidRPr="00C62650">
        <w:tab/>
        <w:t>La transmission correc</w:t>
      </w:r>
      <w:r>
        <w:t>te des indications de temps ;</w:t>
      </w:r>
    </w:p>
    <w:p w:rsidR="00B066C2" w:rsidRPr="00C62650" w:rsidRDefault="00B066C2" w:rsidP="00B066C2">
      <w:pPr>
        <w:pStyle w:val="SingleTxtG"/>
        <w:ind w:left="2268" w:hanging="1134"/>
      </w:pPr>
      <w:r w:rsidRPr="00C62650">
        <w:t>2.1.3</w:t>
      </w:r>
      <w:r w:rsidRPr="00C62650">
        <w:tab/>
        <w:t>La transmission correcte du numéro d</w:t>
      </w:r>
      <w:r>
        <w:t>’</w:t>
      </w:r>
      <w:r w:rsidRPr="00C62650">
        <w:t>identification du véhicule.</w:t>
      </w:r>
    </w:p>
    <w:p w:rsidR="00B066C2" w:rsidRPr="00C62650" w:rsidRDefault="00B066C2" w:rsidP="00B066C2">
      <w:pPr>
        <w:pStyle w:val="SingleTxtG"/>
        <w:ind w:left="2268" w:hanging="1134"/>
      </w:pPr>
      <w:r w:rsidRPr="00C62650">
        <w:t>2.2</w:t>
      </w:r>
      <w:r w:rsidRPr="00C62650">
        <w:tab/>
      </w:r>
      <w:r w:rsidRPr="00C62650">
        <w:rPr>
          <w:rFonts w:eastAsia="Times New Roman"/>
        </w:rPr>
        <w:t>L’évaluation du système de communication vocale en mode mains libres (essai subjectif) doit comprendre la vérification des éléments suivants :</w:t>
      </w:r>
    </w:p>
    <w:p w:rsidR="00B066C2" w:rsidRPr="00C62650" w:rsidRDefault="00B066C2" w:rsidP="00B066C2">
      <w:pPr>
        <w:pStyle w:val="SingleTxtG"/>
        <w:ind w:left="2268" w:hanging="1134"/>
      </w:pPr>
      <w:r w:rsidRPr="00C62650">
        <w:t>2.2.1</w:t>
      </w:r>
      <w:r w:rsidRPr="00C62650">
        <w:tab/>
        <w:t>L</w:t>
      </w:r>
      <w:r>
        <w:t>’</w:t>
      </w:r>
      <w:r w:rsidRPr="00C62650">
        <w:t>intelligibilité satisfaisante, par une personne extérieure, d</w:t>
      </w:r>
      <w:r>
        <w:t>’</w:t>
      </w:r>
      <w:r w:rsidRPr="00C62650">
        <w:t>une voix venant de l</w:t>
      </w:r>
      <w:r>
        <w:t>’</w:t>
      </w:r>
      <w:r w:rsidRPr="00C62650">
        <w:t>intérieur du véhicule ; et</w:t>
      </w:r>
    </w:p>
    <w:p w:rsidR="00B066C2" w:rsidRPr="00C62650" w:rsidRDefault="00B066C2" w:rsidP="00B066C2">
      <w:pPr>
        <w:pStyle w:val="SingleTxtG"/>
        <w:ind w:left="2268" w:hanging="1134"/>
      </w:pPr>
      <w:r w:rsidRPr="00C62650">
        <w:t>2.2.2</w:t>
      </w:r>
      <w:r w:rsidRPr="00C62650">
        <w:tab/>
        <w:t>L</w:t>
      </w:r>
      <w:r>
        <w:t>’</w:t>
      </w:r>
      <w:r w:rsidRPr="00C62650">
        <w:t>intelligibilité satisfaisante de la voix d</w:t>
      </w:r>
      <w:r>
        <w:t>’</w:t>
      </w:r>
      <w:r w:rsidRPr="00C62650">
        <w:t>un orateur extérieur au véhicule ; et</w:t>
      </w:r>
    </w:p>
    <w:p w:rsidR="00B066C2" w:rsidRPr="00C62650" w:rsidRDefault="00B066C2" w:rsidP="00B066C2">
      <w:pPr>
        <w:pStyle w:val="SingleTxtG"/>
        <w:ind w:left="2268" w:hanging="1134"/>
      </w:pPr>
      <w:r w:rsidRPr="00C62650">
        <w:t>2.2.3</w:t>
      </w:r>
      <w:r w:rsidRPr="00C62650">
        <w:tab/>
        <w:t>La langue et la phrase utilisées pendant l</w:t>
      </w:r>
      <w:r>
        <w:t>’</w:t>
      </w:r>
      <w:r w:rsidRPr="00C62650">
        <w:t>essai doivent faire partie de celles énumérées à l</w:t>
      </w:r>
      <w:r>
        <w:t>’</w:t>
      </w:r>
      <w:r w:rsidRPr="00C62650">
        <w:t>appendice 1 de la présente annexe.</w:t>
      </w:r>
    </w:p>
    <w:p w:rsidR="00B066C2" w:rsidRPr="00C62650" w:rsidRDefault="00B066C2" w:rsidP="00B066C2">
      <w:pPr>
        <w:pStyle w:val="SingleTxtG"/>
        <w:ind w:left="2268" w:hanging="1134"/>
      </w:pPr>
      <w:r w:rsidRPr="00C62650">
        <w:t>2.3</w:t>
      </w:r>
      <w:r w:rsidRPr="00C62650">
        <w:tab/>
        <w:t>L</w:t>
      </w:r>
      <w:r>
        <w:t>’</w:t>
      </w:r>
      <w:r w:rsidRPr="00C62650">
        <w:t>évaluation du fonctionnement de l</w:t>
      </w:r>
      <w:r>
        <w:t>’</w:t>
      </w:r>
      <w:r w:rsidRPr="00C62650">
        <w:t>IHM doit comprendre une vérification du fonctionnement de l</w:t>
      </w:r>
      <w:r>
        <w:t>’</w:t>
      </w:r>
      <w:r w:rsidRPr="00C62650">
        <w:t>indicateur de statut de la communication vocale. Le statut observé doit être au moins le suivant :</w:t>
      </w:r>
    </w:p>
    <w:p w:rsidR="00B066C2" w:rsidRPr="00C62650" w:rsidRDefault="00B066C2" w:rsidP="00B066C2">
      <w:pPr>
        <w:spacing w:after="120"/>
        <w:ind w:left="2835" w:right="1134" w:hanging="567"/>
        <w:jc w:val="both"/>
      </w:pPr>
      <w:r w:rsidRPr="00C62650">
        <w:t>a)</w:t>
      </w:r>
      <w:r w:rsidRPr="00C62650">
        <w:tab/>
        <w:t>Le système fonctionne (l</w:t>
      </w:r>
      <w:r>
        <w:t>’</w:t>
      </w:r>
      <w:r w:rsidRPr="00C62650">
        <w:t>appel d</w:t>
      </w:r>
      <w:r>
        <w:t>’</w:t>
      </w:r>
      <w:r w:rsidRPr="00C62650">
        <w:t>urgence en cas d</w:t>
      </w:r>
      <w:r>
        <w:t>’</w:t>
      </w:r>
      <w:r w:rsidRPr="00C62650">
        <w:t>accident est déclenché, la connexion est établie ou la transmission de données est en cours ou achevée ou encore la communication vocale est en cours) ;</w:t>
      </w:r>
    </w:p>
    <w:p w:rsidR="00B066C2" w:rsidRPr="00C62650" w:rsidRDefault="00B066C2" w:rsidP="00B066C2">
      <w:pPr>
        <w:spacing w:after="120"/>
        <w:ind w:left="2835" w:right="1134" w:hanging="567"/>
        <w:jc w:val="both"/>
      </w:pPr>
      <w:r w:rsidRPr="00C62650">
        <w:t>b)</w:t>
      </w:r>
      <w:r w:rsidRPr="00C62650">
        <w:tab/>
        <w:t>Échec de la transmission (échec de la connexion ou échec de la transmission de données).</w:t>
      </w:r>
    </w:p>
    <w:p w:rsidR="00B066C2" w:rsidRPr="00C62650" w:rsidRDefault="00B066C2" w:rsidP="00B066C2">
      <w:pPr>
        <w:pStyle w:val="SingleTxtG"/>
        <w:ind w:left="2268"/>
      </w:pPr>
      <w:r w:rsidRPr="00C62650">
        <w:t>En accord avec les autorités chargées des essais, le constructeur peut choisir de vérifier l</w:t>
      </w:r>
      <w:r>
        <w:t>’</w:t>
      </w:r>
      <w:r w:rsidRPr="00C62650">
        <w:t>IHM en activant manuellement l</w:t>
      </w:r>
      <w:r>
        <w:t>’</w:t>
      </w:r>
      <w:r w:rsidRPr="00C62650">
        <w:t>AECS.</w:t>
      </w:r>
    </w:p>
    <w:p w:rsidR="00B066C2" w:rsidRPr="00C62650" w:rsidRDefault="00B066C2" w:rsidP="00B066C2">
      <w:pPr>
        <w:pStyle w:val="SingleTxtG"/>
        <w:ind w:left="2268" w:hanging="1134"/>
      </w:pPr>
      <w:r w:rsidRPr="00C62650">
        <w:t>2.4</w:t>
      </w:r>
      <w:r w:rsidRPr="00C62650">
        <w:tab/>
        <w:t>Si c</w:t>
      </w:r>
      <w:r>
        <w:t>’</w:t>
      </w:r>
      <w:r w:rsidRPr="00C62650">
        <w:t>est la méthode d</w:t>
      </w:r>
      <w:r>
        <w:t>’</w:t>
      </w:r>
      <w:r w:rsidRPr="00C62650">
        <w:t xml:space="preserve">essai </w:t>
      </w:r>
      <w:r w:rsidRPr="00C62650">
        <w:rPr>
          <w:rFonts w:eastAsia="MS Mincho"/>
        </w:rPr>
        <w:t>n</w:t>
      </w:r>
      <w:r w:rsidRPr="00C62650">
        <w:rPr>
          <w:rFonts w:eastAsia="MS Mincho"/>
          <w:vertAlign w:val="superscript"/>
        </w:rPr>
        <w:t>o</w:t>
      </w:r>
      <w:r w:rsidRPr="00C62650">
        <w:t> 3 qui est retenue, l</w:t>
      </w:r>
      <w:r>
        <w:t>’</w:t>
      </w:r>
      <w:r w:rsidRPr="00C62650">
        <w:t>antenne de réseau mobile et son câblage sont soumis aux vérifications suivantes :</w:t>
      </w:r>
    </w:p>
    <w:p w:rsidR="00B066C2" w:rsidRPr="00C62650" w:rsidRDefault="00B066C2" w:rsidP="00B066C2">
      <w:pPr>
        <w:pStyle w:val="SingleTxtG"/>
        <w:ind w:left="2835" w:hanging="567"/>
      </w:pPr>
      <w:r w:rsidRPr="00C62650">
        <w:lastRenderedPageBreak/>
        <w:t>a)</w:t>
      </w:r>
      <w:r w:rsidRPr="00C62650">
        <w:tab/>
        <w:t>Mesure du VSWR (rapport d</w:t>
      </w:r>
      <w:r>
        <w:t>’</w:t>
      </w:r>
      <w:r w:rsidRPr="00C62650">
        <w:t>ondes stationnaire en tension) et vérification que ce dernier satisfait aux prescriptions du constructeur pour cette antenne après accident ;</w:t>
      </w:r>
    </w:p>
    <w:p w:rsidR="00B066C2" w:rsidRDefault="00B066C2" w:rsidP="00B066C2">
      <w:pPr>
        <w:pStyle w:val="SingleTxtG"/>
        <w:ind w:left="2835" w:hanging="567"/>
      </w:pPr>
      <w:r w:rsidRPr="00C62650">
        <w:t>b)</w:t>
      </w:r>
      <w:r w:rsidRPr="00C62650">
        <w:tab/>
        <w:t>Vérifier qu</w:t>
      </w:r>
      <w:r>
        <w:t>’</w:t>
      </w:r>
      <w:r w:rsidRPr="00C62650">
        <w:t>aucune rupture du câblage ni aucun court-circuit sur la ligne d</w:t>
      </w:r>
      <w:r>
        <w:t>’</w:t>
      </w:r>
      <w:r w:rsidRPr="00C62650">
        <w:t>alimentation de l</w:t>
      </w:r>
      <w:r>
        <w:t>’</w:t>
      </w:r>
      <w:r w:rsidRPr="00C62650">
        <w:t>antenne ne se sont produits sur la partie du câblage qui ne fait pas partie du branchement du simulateur de réseau.</w:t>
      </w:r>
    </w:p>
    <w:p w:rsidR="006C1550" w:rsidRPr="00C62650" w:rsidRDefault="006C1550" w:rsidP="00B066C2">
      <w:pPr>
        <w:pStyle w:val="SingleTxtG"/>
        <w:ind w:left="2835" w:hanging="567"/>
      </w:pPr>
    </w:p>
    <w:p w:rsidR="0089089C" w:rsidRDefault="0089089C" w:rsidP="00B066C2">
      <w:pPr>
        <w:pStyle w:val="HChG"/>
        <w:sectPr w:rsidR="0089089C" w:rsidSect="0083687B">
          <w:headerReference w:type="even" r:id="rId67"/>
          <w:headerReference w:type="default" r:id="rId68"/>
          <w:endnotePr>
            <w:numFmt w:val="decimal"/>
          </w:endnotePr>
          <w:pgSz w:w="11907" w:h="16840" w:code="9"/>
          <w:pgMar w:top="1418" w:right="1134" w:bottom="1134" w:left="1134" w:header="680" w:footer="567" w:gutter="0"/>
          <w:cols w:space="720"/>
          <w:docGrid w:linePitch="272"/>
        </w:sectPr>
      </w:pPr>
    </w:p>
    <w:p w:rsidR="00B066C2" w:rsidRPr="00C62650" w:rsidRDefault="00B066C2" w:rsidP="00B066C2">
      <w:pPr>
        <w:pStyle w:val="HChG"/>
      </w:pPr>
      <w:r w:rsidRPr="00C62650">
        <w:lastRenderedPageBreak/>
        <w:t>Annexe 11 − Appendice</w:t>
      </w:r>
    </w:p>
    <w:p w:rsidR="00B066C2" w:rsidRPr="00C62650" w:rsidRDefault="00B066C2" w:rsidP="00B066C2">
      <w:pPr>
        <w:pStyle w:val="HChG"/>
      </w:pPr>
      <w:r w:rsidRPr="00C62650">
        <w:tab/>
      </w:r>
      <w:r w:rsidRPr="00C62650">
        <w:tab/>
        <w:t>Langues et phrases utilisées pour l</w:t>
      </w:r>
      <w:r>
        <w:t>’</w:t>
      </w:r>
      <w:r w:rsidRPr="00C62650">
        <w:t xml:space="preserve">évaluation </w:t>
      </w:r>
      <w:r w:rsidRPr="00C62650">
        <w:br/>
        <w:t>de la communication vocale en mode mains libres</w:t>
      </w:r>
    </w:p>
    <w:p w:rsidR="00B066C2" w:rsidRPr="00C62650" w:rsidRDefault="00B066C2" w:rsidP="00B066C2">
      <w:pPr>
        <w:pStyle w:val="SingleTxtG"/>
      </w:pPr>
      <w:r>
        <w:tab/>
      </w:r>
      <w:r w:rsidRPr="00C62650">
        <w:t>Des paires de deux phrases dans la langue la plus couramment parlée par les services chargés des essais doivent être sélectionnées dans les listes ci-dessous et utilisées pour les messages d</w:t>
      </w:r>
      <w:r>
        <w:t>’</w:t>
      </w:r>
      <w:r w:rsidRPr="00C62650">
        <w:t>essai en diffusion et en réception.</w:t>
      </w:r>
    </w:p>
    <w:p w:rsidR="00B066C2" w:rsidRPr="00C62650" w:rsidRDefault="00B066C2" w:rsidP="00B066C2">
      <w:pPr>
        <w:pStyle w:val="SingleTxtG"/>
      </w:pPr>
      <w:r>
        <w:tab/>
      </w:r>
      <w:r w:rsidRPr="00C62650">
        <w:t>Les seules langues utilisées sont celles des Parties contractantes signataires du présent Règlement.</w:t>
      </w:r>
    </w:p>
    <w:p w:rsidR="00B066C2" w:rsidRPr="00C62650" w:rsidRDefault="00B066C2" w:rsidP="00B066C2">
      <w:pPr>
        <w:pStyle w:val="SingleTxtG"/>
        <w:jc w:val="center"/>
      </w:pPr>
      <w:bookmarkStart w:id="7" w:name="_Toc456777192"/>
      <w:bookmarkStart w:id="8" w:name="_Toc182630680"/>
      <w:bookmarkStart w:id="9" w:name="_Toc315265554"/>
      <w:bookmarkStart w:id="10" w:name="_Toc315265876"/>
      <w:r w:rsidRPr="00C62650">
        <w:t>Néerlandais (bande intégrale)</w:t>
      </w:r>
      <w:bookmarkEnd w:id="7"/>
    </w:p>
    <w:p w:rsidR="00B066C2" w:rsidRPr="00C62650" w:rsidRDefault="00B066C2" w:rsidP="00B066C2">
      <w:pPr>
        <w:pStyle w:val="SingleTxtG"/>
        <w:rPr>
          <w:i/>
          <w:iCs/>
        </w:rPr>
      </w:pPr>
      <w:r w:rsidRPr="00C62650">
        <w:rPr>
          <w:i/>
          <w:iCs/>
        </w:rPr>
        <w:t>Femme 1 </w:t>
      </w:r>
      <w:r w:rsidRPr="00C62650">
        <w:rPr>
          <w:iCs/>
        </w:rPr>
        <w:t>:</w:t>
      </w:r>
    </w:p>
    <w:p w:rsidR="00B066C2" w:rsidRPr="00935F4C" w:rsidRDefault="00B066C2" w:rsidP="00B066C2">
      <w:pPr>
        <w:pStyle w:val="SingleTxtG"/>
        <w:rPr>
          <w:lang w:val="nl-NL"/>
        </w:rPr>
      </w:pPr>
      <w:r w:rsidRPr="00935F4C">
        <w:rPr>
          <w:lang w:val="nl-NL"/>
        </w:rPr>
        <w:t>Dit produkt kent nauwelijks concurrentie.</w:t>
      </w:r>
    </w:p>
    <w:p w:rsidR="00B066C2" w:rsidRPr="00935F4C" w:rsidRDefault="00B066C2" w:rsidP="00B066C2">
      <w:pPr>
        <w:pStyle w:val="SingleTxtG"/>
        <w:rPr>
          <w:lang w:val="nl-NL"/>
        </w:rPr>
      </w:pPr>
      <w:r w:rsidRPr="00935F4C">
        <w:rPr>
          <w:lang w:val="nl-NL"/>
        </w:rPr>
        <w:t>Hij kende zijn grens niet.</w:t>
      </w:r>
    </w:p>
    <w:p w:rsidR="00B066C2" w:rsidRPr="00C62650" w:rsidRDefault="00B066C2" w:rsidP="00B066C2">
      <w:pPr>
        <w:pStyle w:val="SingleTxtG"/>
        <w:rPr>
          <w:i/>
          <w:iCs/>
        </w:rPr>
      </w:pPr>
      <w:r w:rsidRPr="00C62650">
        <w:rPr>
          <w:i/>
          <w:iCs/>
        </w:rPr>
        <w:t>Femme 2 </w:t>
      </w:r>
      <w:r w:rsidRPr="00C62650">
        <w:rPr>
          <w:iCs/>
        </w:rPr>
        <w:t>:</w:t>
      </w:r>
    </w:p>
    <w:p w:rsidR="00B066C2" w:rsidRPr="00935F4C" w:rsidRDefault="00B066C2" w:rsidP="00B066C2">
      <w:pPr>
        <w:pStyle w:val="SingleTxtG"/>
        <w:rPr>
          <w:lang w:val="nl-NL"/>
        </w:rPr>
      </w:pPr>
      <w:r w:rsidRPr="00935F4C">
        <w:rPr>
          <w:lang w:val="nl-NL"/>
        </w:rPr>
        <w:t>Ik zal iets van mijn carriere vertellen.</w:t>
      </w:r>
    </w:p>
    <w:p w:rsidR="00B066C2" w:rsidRPr="00935F4C" w:rsidRDefault="00B066C2" w:rsidP="00B066C2">
      <w:pPr>
        <w:pStyle w:val="SingleTxtG"/>
        <w:rPr>
          <w:lang w:val="nl-NL"/>
        </w:rPr>
      </w:pPr>
      <w:r w:rsidRPr="00935F4C">
        <w:rPr>
          <w:lang w:val="nl-NL"/>
        </w:rPr>
        <w:t>Zijn auto was alweer kapot.</w:t>
      </w:r>
    </w:p>
    <w:p w:rsidR="00B066C2" w:rsidRPr="00C62650" w:rsidRDefault="00B066C2" w:rsidP="00B066C2">
      <w:pPr>
        <w:pStyle w:val="SingleTxtG"/>
        <w:rPr>
          <w:i/>
          <w:iCs/>
        </w:rPr>
      </w:pPr>
      <w:r w:rsidRPr="00C62650">
        <w:rPr>
          <w:i/>
          <w:iCs/>
        </w:rPr>
        <w:t>Homme 1 </w:t>
      </w:r>
      <w:r w:rsidRPr="00C62650">
        <w:rPr>
          <w:iCs/>
        </w:rPr>
        <w:t>:</w:t>
      </w:r>
    </w:p>
    <w:p w:rsidR="00B066C2" w:rsidRPr="00935F4C" w:rsidRDefault="00B066C2" w:rsidP="00B066C2">
      <w:pPr>
        <w:pStyle w:val="SingleTxtG"/>
        <w:rPr>
          <w:lang w:val="nl-NL"/>
        </w:rPr>
      </w:pPr>
      <w:r w:rsidRPr="00935F4C">
        <w:rPr>
          <w:lang w:val="nl-NL"/>
        </w:rPr>
        <w:t>Zij kunnen de besluiten nehmen.</w:t>
      </w:r>
    </w:p>
    <w:p w:rsidR="00B066C2" w:rsidRPr="00935F4C" w:rsidRDefault="00B066C2" w:rsidP="00B066C2">
      <w:pPr>
        <w:pStyle w:val="SingleTxtG"/>
        <w:rPr>
          <w:lang w:val="nl-NL"/>
        </w:rPr>
      </w:pPr>
      <w:r w:rsidRPr="00935F4C">
        <w:rPr>
          <w:lang w:val="nl-NL"/>
        </w:rPr>
        <w:t>De meeste mensen hadden het wel door.</w:t>
      </w:r>
    </w:p>
    <w:p w:rsidR="00B066C2" w:rsidRPr="00C62650" w:rsidRDefault="00B066C2" w:rsidP="00B066C2">
      <w:pPr>
        <w:pStyle w:val="SingleTxtG"/>
        <w:rPr>
          <w:i/>
          <w:iCs/>
          <w:lang w:val="en-US"/>
        </w:rPr>
      </w:pPr>
      <w:r w:rsidRPr="00C62650">
        <w:rPr>
          <w:i/>
          <w:iCs/>
          <w:lang w:val="en-US"/>
        </w:rPr>
        <w:t>Homme 2 </w:t>
      </w:r>
      <w:r w:rsidRPr="00C62650">
        <w:rPr>
          <w:iCs/>
          <w:lang w:val="en-US"/>
        </w:rPr>
        <w:t>:</w:t>
      </w:r>
    </w:p>
    <w:p w:rsidR="00B066C2" w:rsidRPr="00935F4C" w:rsidRDefault="00B066C2" w:rsidP="00B066C2">
      <w:pPr>
        <w:pStyle w:val="SingleTxtG"/>
        <w:rPr>
          <w:lang w:val="nl-NL"/>
        </w:rPr>
      </w:pPr>
      <w:r w:rsidRPr="00935F4C">
        <w:rPr>
          <w:lang w:val="nl-NL"/>
        </w:rPr>
        <w:t>Ik zou liever gaan lopen.</w:t>
      </w:r>
    </w:p>
    <w:p w:rsidR="00B066C2" w:rsidRPr="00935F4C" w:rsidRDefault="00B066C2" w:rsidP="00B066C2">
      <w:pPr>
        <w:pStyle w:val="SingleTxtG"/>
        <w:rPr>
          <w:lang w:val="nl-NL"/>
        </w:rPr>
      </w:pPr>
      <w:r w:rsidRPr="00935F4C">
        <w:rPr>
          <w:lang w:val="nl-NL"/>
        </w:rPr>
        <w:t>Willem gaat telkens naar buiten.</w:t>
      </w:r>
    </w:p>
    <w:p w:rsidR="00B066C2" w:rsidRPr="00C62650" w:rsidRDefault="00B066C2" w:rsidP="00B066C2">
      <w:pPr>
        <w:pStyle w:val="SingleTxtG"/>
        <w:jc w:val="center"/>
        <w:rPr>
          <w:lang w:val="en-US"/>
        </w:rPr>
      </w:pPr>
      <w:bookmarkStart w:id="11" w:name="_Toc456777193"/>
      <w:bookmarkEnd w:id="8"/>
      <w:r w:rsidRPr="00C62650">
        <w:rPr>
          <w:lang w:val="en-US"/>
        </w:rPr>
        <w:t>Anglais (bande intégrale)</w:t>
      </w:r>
      <w:bookmarkEnd w:id="9"/>
      <w:bookmarkEnd w:id="10"/>
      <w:bookmarkEnd w:id="11"/>
    </w:p>
    <w:p w:rsidR="00B066C2" w:rsidRPr="00C62650" w:rsidRDefault="00B066C2" w:rsidP="00B066C2">
      <w:pPr>
        <w:pStyle w:val="SingleTxtG"/>
        <w:rPr>
          <w:i/>
          <w:iCs/>
          <w:lang w:val="en-US"/>
        </w:rPr>
      </w:pPr>
      <w:r w:rsidRPr="00C62650">
        <w:rPr>
          <w:i/>
          <w:iCs/>
          <w:lang w:val="en-US"/>
        </w:rPr>
        <w:t>Femme 1 </w:t>
      </w:r>
      <w:r w:rsidRPr="00C62650">
        <w:rPr>
          <w:iCs/>
          <w:lang w:val="en-US"/>
        </w:rPr>
        <w:t>:</w:t>
      </w:r>
    </w:p>
    <w:p w:rsidR="00B066C2" w:rsidRPr="00C62650" w:rsidRDefault="00B066C2" w:rsidP="00B066C2">
      <w:pPr>
        <w:pStyle w:val="SingleTxtG"/>
        <w:rPr>
          <w:lang w:val="en-US" w:eastAsia="de-DE"/>
        </w:rPr>
      </w:pPr>
      <w:r w:rsidRPr="00C62650">
        <w:rPr>
          <w:lang w:val="en-US" w:eastAsia="de-DE"/>
        </w:rPr>
        <w:t>These days a chicken leg is a rare dish.</w:t>
      </w:r>
    </w:p>
    <w:p w:rsidR="00B066C2" w:rsidRPr="00C62650" w:rsidRDefault="00B066C2" w:rsidP="00B066C2">
      <w:pPr>
        <w:pStyle w:val="SingleTxtG"/>
        <w:rPr>
          <w:lang w:val="en-US" w:eastAsia="de-DE"/>
        </w:rPr>
      </w:pPr>
      <w:r w:rsidRPr="00C62650">
        <w:rPr>
          <w:lang w:val="en-US" w:eastAsia="de-DE"/>
        </w:rPr>
        <w:t>The hogs were fed with chopped corn and garbage.</w:t>
      </w:r>
    </w:p>
    <w:p w:rsidR="00B066C2" w:rsidRPr="00C62650" w:rsidRDefault="00B066C2" w:rsidP="00B066C2">
      <w:pPr>
        <w:pStyle w:val="SingleTxtG"/>
        <w:rPr>
          <w:i/>
          <w:iCs/>
          <w:lang w:val="en-US"/>
        </w:rPr>
      </w:pPr>
      <w:r w:rsidRPr="00C62650">
        <w:rPr>
          <w:i/>
          <w:iCs/>
          <w:lang w:val="en-US"/>
        </w:rPr>
        <w:t>Femme 2 </w:t>
      </w:r>
      <w:r w:rsidRPr="00C62650">
        <w:rPr>
          <w:iCs/>
          <w:lang w:val="en-US"/>
        </w:rPr>
        <w:t>:</w:t>
      </w:r>
    </w:p>
    <w:p w:rsidR="00B066C2" w:rsidRPr="00C62650" w:rsidRDefault="00B066C2" w:rsidP="00B066C2">
      <w:pPr>
        <w:pStyle w:val="SingleTxtG"/>
        <w:rPr>
          <w:lang w:val="en-US" w:eastAsia="de-DE"/>
        </w:rPr>
      </w:pPr>
      <w:r w:rsidRPr="00C62650">
        <w:rPr>
          <w:lang w:val="en-US" w:eastAsia="de-DE"/>
        </w:rPr>
        <w:t>Rice is often served in round bowls.</w:t>
      </w:r>
    </w:p>
    <w:p w:rsidR="00B066C2" w:rsidRPr="00C62650" w:rsidRDefault="00B066C2" w:rsidP="00B066C2">
      <w:pPr>
        <w:pStyle w:val="SingleTxtG"/>
        <w:rPr>
          <w:lang w:val="en-US" w:eastAsia="de-DE"/>
        </w:rPr>
      </w:pPr>
      <w:r w:rsidRPr="00C62650">
        <w:rPr>
          <w:lang w:val="en-US" w:eastAsia="de-DE"/>
        </w:rPr>
        <w:t>A large size in stockings is hard to sell.</w:t>
      </w:r>
    </w:p>
    <w:p w:rsidR="00B066C2" w:rsidRPr="00C62650" w:rsidRDefault="00B066C2" w:rsidP="00B066C2">
      <w:pPr>
        <w:pStyle w:val="SingleTxtG"/>
        <w:rPr>
          <w:i/>
          <w:iCs/>
          <w:lang w:val="en-US"/>
        </w:rPr>
      </w:pPr>
      <w:r w:rsidRPr="00C62650">
        <w:rPr>
          <w:i/>
          <w:iCs/>
          <w:lang w:val="en-US"/>
        </w:rPr>
        <w:t>Homme 1 </w:t>
      </w:r>
      <w:r w:rsidRPr="00C62650">
        <w:rPr>
          <w:iCs/>
          <w:lang w:val="en-US"/>
        </w:rPr>
        <w:t>:</w:t>
      </w:r>
    </w:p>
    <w:p w:rsidR="00B066C2" w:rsidRPr="00C62650" w:rsidRDefault="00B066C2" w:rsidP="00B066C2">
      <w:pPr>
        <w:pStyle w:val="SingleTxtG"/>
        <w:rPr>
          <w:lang w:val="en-US" w:eastAsia="de-DE"/>
        </w:rPr>
      </w:pPr>
      <w:r w:rsidRPr="00C62650">
        <w:rPr>
          <w:lang w:val="en-US" w:eastAsia="de-DE"/>
        </w:rPr>
        <w:t>The juice of lemons makes fine punch.</w:t>
      </w:r>
    </w:p>
    <w:p w:rsidR="00B066C2" w:rsidRPr="00C62650" w:rsidRDefault="00B066C2" w:rsidP="00B066C2">
      <w:pPr>
        <w:pStyle w:val="SingleTxtG"/>
        <w:rPr>
          <w:lang w:val="en-US" w:eastAsia="de-DE"/>
        </w:rPr>
      </w:pPr>
      <w:r w:rsidRPr="00C62650">
        <w:rPr>
          <w:lang w:val="en-US" w:eastAsia="de-DE"/>
        </w:rPr>
        <w:t>Four hours of steady work faced us.</w:t>
      </w:r>
    </w:p>
    <w:p w:rsidR="00B066C2" w:rsidRPr="00C62650" w:rsidRDefault="00B066C2" w:rsidP="00B066C2">
      <w:pPr>
        <w:pStyle w:val="SingleTxtG"/>
        <w:rPr>
          <w:i/>
          <w:iCs/>
          <w:lang w:val="en-US"/>
        </w:rPr>
      </w:pPr>
      <w:r w:rsidRPr="00C62650">
        <w:rPr>
          <w:i/>
          <w:iCs/>
          <w:lang w:val="en-US"/>
        </w:rPr>
        <w:t>Homme 2 </w:t>
      </w:r>
      <w:r w:rsidRPr="00C62650">
        <w:rPr>
          <w:iCs/>
          <w:lang w:val="en-US"/>
        </w:rPr>
        <w:t>:</w:t>
      </w:r>
    </w:p>
    <w:p w:rsidR="00B066C2" w:rsidRPr="00C62650" w:rsidRDefault="00B066C2" w:rsidP="00B066C2">
      <w:pPr>
        <w:pStyle w:val="SingleTxtG"/>
        <w:rPr>
          <w:lang w:val="en-US" w:eastAsia="de-DE"/>
        </w:rPr>
      </w:pPr>
      <w:r w:rsidRPr="00C62650">
        <w:rPr>
          <w:lang w:val="en-US" w:eastAsia="de-DE"/>
        </w:rPr>
        <w:t>The birch canoe slid on smooth planks.</w:t>
      </w:r>
    </w:p>
    <w:p w:rsidR="00B066C2" w:rsidRPr="00C62650" w:rsidRDefault="00B066C2" w:rsidP="00B066C2">
      <w:pPr>
        <w:pStyle w:val="SingleTxtG"/>
        <w:rPr>
          <w:lang w:val="en-US" w:eastAsia="de-DE"/>
        </w:rPr>
      </w:pPr>
      <w:r w:rsidRPr="00C62650">
        <w:rPr>
          <w:lang w:val="en-US" w:eastAsia="de-DE"/>
        </w:rPr>
        <w:t>Glue the sheet to the dark blue background.</w:t>
      </w:r>
    </w:p>
    <w:p w:rsidR="00B066C2" w:rsidRPr="00C62650" w:rsidRDefault="00B066C2" w:rsidP="00B066C2">
      <w:pPr>
        <w:pStyle w:val="SingleTxtG"/>
        <w:jc w:val="center"/>
        <w:rPr>
          <w:lang w:val="en-US"/>
        </w:rPr>
      </w:pPr>
      <w:r w:rsidRPr="00C62650">
        <w:rPr>
          <w:lang w:val="en-US"/>
        </w:rPr>
        <w:t>Anglo-américain</w:t>
      </w:r>
    </w:p>
    <w:p w:rsidR="00B066C2" w:rsidRPr="00C62650" w:rsidRDefault="00B066C2" w:rsidP="00B066C2">
      <w:pPr>
        <w:pStyle w:val="SingleTxtG"/>
        <w:rPr>
          <w:i/>
          <w:iCs/>
          <w:lang w:val="en-US"/>
        </w:rPr>
      </w:pPr>
      <w:r w:rsidRPr="00C62650">
        <w:rPr>
          <w:i/>
          <w:iCs/>
          <w:lang w:val="en-US"/>
        </w:rPr>
        <w:t>Femme 1 </w:t>
      </w:r>
      <w:r w:rsidRPr="00C62650">
        <w:rPr>
          <w:iCs/>
          <w:lang w:val="en-US"/>
        </w:rPr>
        <w:t>:</w:t>
      </w:r>
    </w:p>
    <w:p w:rsidR="00B066C2" w:rsidRPr="00C62650" w:rsidRDefault="00B066C2" w:rsidP="00B066C2">
      <w:pPr>
        <w:pStyle w:val="SingleTxtG"/>
        <w:rPr>
          <w:lang w:val="en-US"/>
        </w:rPr>
      </w:pPr>
      <w:r w:rsidRPr="00C62650">
        <w:rPr>
          <w:lang w:val="en-US"/>
        </w:rPr>
        <w:t>We need grey to keep our mood healthy.</w:t>
      </w:r>
    </w:p>
    <w:p w:rsidR="00B066C2" w:rsidRPr="00C62650" w:rsidRDefault="00B066C2" w:rsidP="00B066C2">
      <w:pPr>
        <w:pStyle w:val="SingleTxtG"/>
        <w:rPr>
          <w:lang w:val="en-US"/>
        </w:rPr>
      </w:pPr>
      <w:r w:rsidRPr="00C62650">
        <w:rPr>
          <w:lang w:val="en-US"/>
        </w:rPr>
        <w:t>Pack the records in a neat thin case.</w:t>
      </w:r>
    </w:p>
    <w:p w:rsidR="00B066C2" w:rsidRPr="00C62650" w:rsidRDefault="00B066C2" w:rsidP="00B066C2">
      <w:pPr>
        <w:pStyle w:val="SingleTxtG"/>
        <w:keepNext/>
        <w:rPr>
          <w:i/>
          <w:iCs/>
          <w:lang w:val="en-US"/>
        </w:rPr>
      </w:pPr>
      <w:r w:rsidRPr="00C62650">
        <w:rPr>
          <w:i/>
          <w:iCs/>
          <w:lang w:val="en-US"/>
        </w:rPr>
        <w:lastRenderedPageBreak/>
        <w:t>Femme 2 </w:t>
      </w:r>
      <w:r w:rsidRPr="00C62650">
        <w:rPr>
          <w:iCs/>
          <w:lang w:val="en-US"/>
        </w:rPr>
        <w:t>:</w:t>
      </w:r>
    </w:p>
    <w:p w:rsidR="00B066C2" w:rsidRPr="00C62650" w:rsidRDefault="00B066C2" w:rsidP="00B066C2">
      <w:pPr>
        <w:pStyle w:val="SingleTxtG"/>
        <w:rPr>
          <w:lang w:val="en-US"/>
        </w:rPr>
      </w:pPr>
      <w:r w:rsidRPr="00C62650">
        <w:rPr>
          <w:lang w:val="en-US"/>
        </w:rPr>
        <w:t>The stems of the tall glasses cracked and broke.</w:t>
      </w:r>
    </w:p>
    <w:p w:rsidR="00B066C2" w:rsidRPr="00C62650" w:rsidRDefault="00B066C2" w:rsidP="00B066C2">
      <w:pPr>
        <w:pStyle w:val="SingleTxtG"/>
        <w:rPr>
          <w:lang w:val="en-US"/>
        </w:rPr>
      </w:pPr>
      <w:r w:rsidRPr="00C62650">
        <w:rPr>
          <w:lang w:val="en-US"/>
        </w:rPr>
        <w:t>The wall phone rang loud and often.</w:t>
      </w:r>
    </w:p>
    <w:p w:rsidR="00B066C2" w:rsidRPr="00C62650" w:rsidRDefault="00B066C2" w:rsidP="00B066C2">
      <w:pPr>
        <w:pStyle w:val="SingleTxtG"/>
        <w:rPr>
          <w:i/>
          <w:iCs/>
          <w:lang w:val="en-US"/>
        </w:rPr>
      </w:pPr>
      <w:r w:rsidRPr="00C62650">
        <w:rPr>
          <w:i/>
          <w:iCs/>
          <w:lang w:val="en-US"/>
        </w:rPr>
        <w:t>Homme 1 </w:t>
      </w:r>
      <w:r w:rsidRPr="00C62650">
        <w:rPr>
          <w:iCs/>
          <w:lang w:val="en-US"/>
        </w:rPr>
        <w:t>:</w:t>
      </w:r>
    </w:p>
    <w:p w:rsidR="00B066C2" w:rsidRPr="00C62650" w:rsidRDefault="00B066C2" w:rsidP="00B066C2">
      <w:pPr>
        <w:pStyle w:val="SingleTxtG"/>
        <w:rPr>
          <w:lang w:val="en-US"/>
        </w:rPr>
      </w:pPr>
      <w:r w:rsidRPr="00C62650">
        <w:rPr>
          <w:lang w:val="en-US"/>
        </w:rPr>
        <w:t>The shelves were bare of both jam or crackers.</w:t>
      </w:r>
    </w:p>
    <w:p w:rsidR="00B066C2" w:rsidRPr="00C62650" w:rsidRDefault="00B066C2" w:rsidP="00B066C2">
      <w:pPr>
        <w:pStyle w:val="SingleTxtG"/>
        <w:rPr>
          <w:lang w:val="en-US"/>
        </w:rPr>
      </w:pPr>
      <w:r w:rsidRPr="00C62650">
        <w:rPr>
          <w:lang w:val="en-US"/>
        </w:rPr>
        <w:t>A joy to every child is the swan boat.</w:t>
      </w:r>
    </w:p>
    <w:p w:rsidR="00B066C2" w:rsidRPr="00C62650" w:rsidRDefault="00B066C2" w:rsidP="00B066C2">
      <w:pPr>
        <w:spacing w:after="120"/>
        <w:ind w:left="1134" w:right="1134"/>
        <w:rPr>
          <w:i/>
          <w:iCs/>
          <w:lang w:val="en-US"/>
        </w:rPr>
      </w:pPr>
      <w:r w:rsidRPr="00C62650">
        <w:rPr>
          <w:i/>
          <w:iCs/>
          <w:lang w:val="en-US"/>
        </w:rPr>
        <w:t>Homme 2 </w:t>
      </w:r>
      <w:r w:rsidRPr="00C62650">
        <w:rPr>
          <w:iCs/>
          <w:lang w:val="en-US"/>
        </w:rPr>
        <w:t>:</w:t>
      </w:r>
    </w:p>
    <w:p w:rsidR="00B066C2" w:rsidRPr="00C62650" w:rsidRDefault="00B066C2" w:rsidP="00B066C2">
      <w:pPr>
        <w:pStyle w:val="SingleTxtG"/>
        <w:rPr>
          <w:lang w:val="en-US"/>
        </w:rPr>
      </w:pPr>
      <w:r w:rsidRPr="00C62650">
        <w:rPr>
          <w:lang w:val="en-US"/>
        </w:rPr>
        <w:t>Both brothers were the same size.</w:t>
      </w:r>
    </w:p>
    <w:p w:rsidR="00B066C2" w:rsidRPr="00C62650" w:rsidRDefault="00B066C2" w:rsidP="00B066C2">
      <w:pPr>
        <w:pStyle w:val="SingleTxtG"/>
        <w:rPr>
          <w:lang w:val="en-US"/>
        </w:rPr>
      </w:pPr>
      <w:r w:rsidRPr="00C62650">
        <w:rPr>
          <w:lang w:val="en-US"/>
        </w:rPr>
        <w:t>In some form or other we need fun.</w:t>
      </w:r>
    </w:p>
    <w:p w:rsidR="00B066C2" w:rsidRPr="00C62650" w:rsidRDefault="00B066C2" w:rsidP="00B066C2">
      <w:pPr>
        <w:pStyle w:val="SingleTxtG"/>
        <w:jc w:val="center"/>
      </w:pPr>
      <w:bookmarkStart w:id="12" w:name="_Toc315265556"/>
      <w:bookmarkStart w:id="13" w:name="_Toc315265878"/>
      <w:bookmarkStart w:id="14" w:name="_Toc456777195"/>
      <w:r w:rsidRPr="00C62650">
        <w:t>Finnois (bande intégrale)</w:t>
      </w:r>
      <w:bookmarkEnd w:id="12"/>
      <w:bookmarkEnd w:id="13"/>
      <w:bookmarkEnd w:id="14"/>
    </w:p>
    <w:p w:rsidR="00B066C2" w:rsidRPr="00C62650" w:rsidRDefault="00B066C2" w:rsidP="00B066C2">
      <w:pPr>
        <w:spacing w:after="120"/>
        <w:ind w:left="1134" w:right="1134"/>
        <w:rPr>
          <w:i/>
          <w:iCs/>
        </w:rPr>
      </w:pPr>
      <w:r w:rsidRPr="00C62650">
        <w:rPr>
          <w:i/>
          <w:iCs/>
        </w:rPr>
        <w:t>Femme 1 </w:t>
      </w:r>
      <w:r w:rsidRPr="00C62650">
        <w:rPr>
          <w:iCs/>
        </w:rPr>
        <w:t>:</w:t>
      </w:r>
    </w:p>
    <w:p w:rsidR="00B066C2" w:rsidRPr="00935F4C" w:rsidRDefault="00B066C2" w:rsidP="00B066C2">
      <w:pPr>
        <w:pStyle w:val="SingleTxtG"/>
        <w:rPr>
          <w:lang w:val="fi-FI"/>
        </w:rPr>
      </w:pPr>
      <w:r w:rsidRPr="00935F4C">
        <w:rPr>
          <w:lang w:val="fi-FI"/>
        </w:rPr>
        <w:t>Ole ääneti tai sano sellaista, joka on parempaa kuin vaikeneminen.</w:t>
      </w:r>
    </w:p>
    <w:p w:rsidR="00B066C2" w:rsidRPr="00935F4C" w:rsidRDefault="00B066C2" w:rsidP="00B066C2">
      <w:pPr>
        <w:pStyle w:val="SingleTxtG"/>
        <w:rPr>
          <w:lang w:val="fi-FI"/>
        </w:rPr>
      </w:pPr>
      <w:r w:rsidRPr="00935F4C">
        <w:rPr>
          <w:lang w:val="fi-FI"/>
        </w:rPr>
        <w:t>Suuret sydämet ovat kuin valtameret, ne eivät koskaan jäädy.</w:t>
      </w:r>
    </w:p>
    <w:p w:rsidR="00B066C2" w:rsidRPr="00EC2BD1" w:rsidRDefault="00B066C2" w:rsidP="00B066C2">
      <w:pPr>
        <w:spacing w:after="120"/>
        <w:ind w:left="1134" w:right="1134"/>
        <w:rPr>
          <w:i/>
          <w:iCs/>
          <w:lang w:val="fi-FI"/>
        </w:rPr>
      </w:pPr>
      <w:r w:rsidRPr="00EC2BD1">
        <w:rPr>
          <w:i/>
          <w:iCs/>
          <w:lang w:val="fi-FI"/>
        </w:rPr>
        <w:t>Femme 2 </w:t>
      </w:r>
      <w:r w:rsidRPr="00EC2BD1">
        <w:rPr>
          <w:iCs/>
          <w:lang w:val="fi-FI"/>
        </w:rPr>
        <w:t>:</w:t>
      </w:r>
    </w:p>
    <w:p w:rsidR="00B066C2" w:rsidRPr="00935F4C" w:rsidRDefault="00B066C2" w:rsidP="00B066C2">
      <w:pPr>
        <w:pStyle w:val="SingleTxtG"/>
        <w:rPr>
          <w:lang w:val="fi-FI"/>
        </w:rPr>
      </w:pPr>
      <w:r w:rsidRPr="00935F4C">
        <w:rPr>
          <w:lang w:val="fi-FI"/>
        </w:rPr>
        <w:t>Jos olet vasara, lyö kovaa. Jos olet naula pidä pääsi pystyssä.</w:t>
      </w:r>
    </w:p>
    <w:p w:rsidR="00B066C2" w:rsidRPr="00935F4C" w:rsidRDefault="00B066C2" w:rsidP="00B066C2">
      <w:pPr>
        <w:pStyle w:val="SingleTxtG"/>
        <w:rPr>
          <w:lang w:val="fi-FI"/>
        </w:rPr>
      </w:pPr>
      <w:r w:rsidRPr="00935F4C">
        <w:rPr>
          <w:lang w:val="fi-FI"/>
        </w:rPr>
        <w:t>Onni tulee eläen, ei ostaen.</w:t>
      </w:r>
    </w:p>
    <w:p w:rsidR="00B066C2" w:rsidRPr="00EC2BD1" w:rsidRDefault="00B066C2" w:rsidP="00B066C2">
      <w:pPr>
        <w:spacing w:after="120"/>
        <w:ind w:left="1134" w:right="1134"/>
        <w:rPr>
          <w:i/>
          <w:iCs/>
          <w:lang w:val="fi-FI"/>
        </w:rPr>
      </w:pPr>
      <w:r w:rsidRPr="00EC2BD1">
        <w:rPr>
          <w:i/>
          <w:iCs/>
          <w:lang w:val="fi-FI"/>
        </w:rPr>
        <w:t>Homme 1 </w:t>
      </w:r>
      <w:r w:rsidRPr="00EC2BD1">
        <w:rPr>
          <w:iCs/>
          <w:lang w:val="fi-FI"/>
        </w:rPr>
        <w:t>:</w:t>
      </w:r>
    </w:p>
    <w:p w:rsidR="00B066C2" w:rsidRPr="00935F4C" w:rsidRDefault="00B066C2" w:rsidP="00B066C2">
      <w:pPr>
        <w:pStyle w:val="SingleTxtG"/>
        <w:rPr>
          <w:lang w:val="fi-FI"/>
        </w:rPr>
      </w:pPr>
      <w:r w:rsidRPr="00935F4C">
        <w:rPr>
          <w:lang w:val="fi-FI"/>
        </w:rPr>
        <w:t>Rakkaus ei omista mitään, eikä kukaan voi sitä omistaa.</w:t>
      </w:r>
    </w:p>
    <w:p w:rsidR="00B066C2" w:rsidRPr="00935F4C" w:rsidRDefault="00B066C2" w:rsidP="00B066C2">
      <w:pPr>
        <w:pStyle w:val="SingleTxtG"/>
        <w:rPr>
          <w:lang w:val="fi-FI"/>
        </w:rPr>
      </w:pPr>
      <w:r w:rsidRPr="00935F4C">
        <w:rPr>
          <w:lang w:val="fi-FI"/>
        </w:rPr>
        <w:t>Naisen mieli on puhtaampi, hän vaihtaa sitä useammin.</w:t>
      </w:r>
    </w:p>
    <w:p w:rsidR="00B066C2" w:rsidRPr="00C62650" w:rsidRDefault="00B066C2" w:rsidP="00B066C2">
      <w:pPr>
        <w:spacing w:after="120"/>
        <w:ind w:left="1134" w:right="1134"/>
        <w:rPr>
          <w:i/>
          <w:iCs/>
        </w:rPr>
      </w:pPr>
      <w:r w:rsidRPr="00C62650">
        <w:rPr>
          <w:i/>
          <w:iCs/>
        </w:rPr>
        <w:t>Homme 2 </w:t>
      </w:r>
      <w:r w:rsidRPr="00C62650">
        <w:rPr>
          <w:iCs/>
        </w:rPr>
        <w:t>:</w:t>
      </w:r>
    </w:p>
    <w:p w:rsidR="00B066C2" w:rsidRPr="00935F4C" w:rsidRDefault="00B066C2" w:rsidP="00B066C2">
      <w:pPr>
        <w:pStyle w:val="SingleTxtG"/>
        <w:rPr>
          <w:lang w:val="fi-FI"/>
        </w:rPr>
      </w:pPr>
      <w:r w:rsidRPr="00935F4C">
        <w:rPr>
          <w:lang w:val="fi-FI"/>
        </w:rPr>
        <w:t>Sydämellä on syynsä, joita järki ei tunne.</w:t>
      </w:r>
    </w:p>
    <w:p w:rsidR="00B066C2" w:rsidRPr="00935F4C" w:rsidRDefault="00B066C2" w:rsidP="00B066C2">
      <w:pPr>
        <w:pStyle w:val="SingleTxtG"/>
        <w:rPr>
          <w:lang w:val="fi-FI"/>
        </w:rPr>
      </w:pPr>
      <w:r w:rsidRPr="00935F4C">
        <w:rPr>
          <w:lang w:val="fi-FI"/>
        </w:rPr>
        <w:t>On opittava kärsimään voidakseen elää.</w:t>
      </w:r>
    </w:p>
    <w:p w:rsidR="00B066C2" w:rsidRPr="00C62650" w:rsidRDefault="00B066C2" w:rsidP="00B066C2">
      <w:pPr>
        <w:pStyle w:val="SingleTxtG"/>
        <w:jc w:val="center"/>
      </w:pPr>
      <w:bookmarkStart w:id="15" w:name="_Toc315265557"/>
      <w:bookmarkStart w:id="16" w:name="_Toc315265879"/>
      <w:bookmarkStart w:id="17" w:name="_Toc456777196"/>
      <w:bookmarkStart w:id="18" w:name="_Toc182630684"/>
      <w:r w:rsidRPr="00C62650">
        <w:t>Français (bande intégrale)</w:t>
      </w:r>
      <w:bookmarkEnd w:id="15"/>
      <w:bookmarkEnd w:id="16"/>
      <w:bookmarkEnd w:id="17"/>
    </w:p>
    <w:p w:rsidR="00B066C2" w:rsidRPr="00C62650" w:rsidRDefault="00B066C2" w:rsidP="00B066C2">
      <w:pPr>
        <w:spacing w:after="120"/>
        <w:ind w:left="1134" w:right="1134"/>
        <w:rPr>
          <w:i/>
          <w:iCs/>
        </w:rPr>
      </w:pPr>
      <w:r w:rsidRPr="00C62650">
        <w:rPr>
          <w:i/>
          <w:iCs/>
        </w:rPr>
        <w:t>Femme 1 </w:t>
      </w:r>
      <w:r w:rsidRPr="00C62650">
        <w:rPr>
          <w:iCs/>
        </w:rPr>
        <w:t>:</w:t>
      </w:r>
    </w:p>
    <w:p w:rsidR="00B066C2" w:rsidRPr="00C62650" w:rsidRDefault="00B066C2" w:rsidP="00B066C2">
      <w:pPr>
        <w:pStyle w:val="SingleTxtG"/>
      </w:pPr>
      <w:r w:rsidRPr="00C62650">
        <w:t>On entend les gazouillis d</w:t>
      </w:r>
      <w:r>
        <w:t>’</w:t>
      </w:r>
      <w:r w:rsidRPr="00C62650">
        <w:t>un oiseau dans le jardin.</w:t>
      </w:r>
    </w:p>
    <w:p w:rsidR="00B066C2" w:rsidRPr="00C62650" w:rsidRDefault="00B066C2" w:rsidP="00B066C2">
      <w:pPr>
        <w:pStyle w:val="SingleTxtG"/>
      </w:pPr>
      <w:r w:rsidRPr="00C62650">
        <w:t>La barque du pêcheur a été emportée par une tempête.</w:t>
      </w:r>
    </w:p>
    <w:p w:rsidR="00B066C2" w:rsidRPr="00C62650" w:rsidRDefault="00B066C2" w:rsidP="00B066C2">
      <w:pPr>
        <w:spacing w:after="120"/>
        <w:ind w:left="1134" w:right="1134"/>
        <w:rPr>
          <w:i/>
          <w:iCs/>
        </w:rPr>
      </w:pPr>
      <w:r w:rsidRPr="00C62650">
        <w:rPr>
          <w:i/>
          <w:iCs/>
        </w:rPr>
        <w:t>Femme 2 </w:t>
      </w:r>
      <w:r w:rsidRPr="00C62650">
        <w:rPr>
          <w:iCs/>
        </w:rPr>
        <w:t>:</w:t>
      </w:r>
    </w:p>
    <w:p w:rsidR="00B066C2" w:rsidRPr="00C62650" w:rsidRDefault="00B066C2" w:rsidP="00B066C2">
      <w:pPr>
        <w:pStyle w:val="SingleTxtG"/>
      </w:pPr>
      <w:r w:rsidRPr="00C62650">
        <w:t>Le client s</w:t>
      </w:r>
      <w:r>
        <w:t>’</w:t>
      </w:r>
      <w:r w:rsidRPr="00C62650">
        <w:t>attend à ce que vous fassiez une réduction.</w:t>
      </w:r>
    </w:p>
    <w:p w:rsidR="00B066C2" w:rsidRPr="00C62650" w:rsidRDefault="00B066C2" w:rsidP="00B066C2">
      <w:pPr>
        <w:pStyle w:val="SingleTxtG"/>
      </w:pPr>
      <w:r w:rsidRPr="00C62650">
        <w:t>Chaque fois que je me lève ma plaie me tire.</w:t>
      </w:r>
    </w:p>
    <w:p w:rsidR="00B066C2" w:rsidRPr="00C62650" w:rsidRDefault="00B066C2" w:rsidP="00B066C2">
      <w:pPr>
        <w:spacing w:after="120"/>
        <w:ind w:left="1134" w:right="1134"/>
        <w:rPr>
          <w:i/>
          <w:iCs/>
        </w:rPr>
      </w:pPr>
      <w:r w:rsidRPr="00C62650">
        <w:rPr>
          <w:i/>
          <w:iCs/>
        </w:rPr>
        <w:t>Homme 1 </w:t>
      </w:r>
      <w:r w:rsidRPr="00C62650">
        <w:rPr>
          <w:iCs/>
        </w:rPr>
        <w:t>:</w:t>
      </w:r>
    </w:p>
    <w:p w:rsidR="00B066C2" w:rsidRPr="00C62650" w:rsidRDefault="00B066C2" w:rsidP="00B066C2">
      <w:pPr>
        <w:pStyle w:val="SingleTxtG"/>
      </w:pPr>
      <w:r w:rsidRPr="00C62650">
        <w:t>Vous avez du plaisir à jouer avec ceux qui ont un bon caractère.</w:t>
      </w:r>
    </w:p>
    <w:p w:rsidR="00B066C2" w:rsidRPr="00C62650" w:rsidRDefault="00B066C2" w:rsidP="00B066C2">
      <w:pPr>
        <w:pStyle w:val="SingleTxtG"/>
      </w:pPr>
      <w:r w:rsidRPr="00C62650">
        <w:t>Le chevrier a corné pour rassembler ses moutons.</w:t>
      </w:r>
    </w:p>
    <w:p w:rsidR="00B066C2" w:rsidRPr="00C62650" w:rsidRDefault="00B066C2" w:rsidP="00B066C2">
      <w:pPr>
        <w:spacing w:after="120"/>
        <w:ind w:left="1134" w:right="1134"/>
        <w:rPr>
          <w:i/>
          <w:iCs/>
        </w:rPr>
      </w:pPr>
      <w:r w:rsidRPr="00C62650">
        <w:rPr>
          <w:i/>
          <w:iCs/>
        </w:rPr>
        <w:t>Homme 2 </w:t>
      </w:r>
      <w:r w:rsidRPr="00C62650">
        <w:rPr>
          <w:iCs/>
        </w:rPr>
        <w:t>:</w:t>
      </w:r>
    </w:p>
    <w:p w:rsidR="00B066C2" w:rsidRPr="00C62650" w:rsidRDefault="00B066C2" w:rsidP="00B066C2">
      <w:pPr>
        <w:pStyle w:val="SingleTxtG"/>
      </w:pPr>
      <w:r w:rsidRPr="00C62650">
        <w:t>Ma mère et moi faisons de courtes promenades.</w:t>
      </w:r>
    </w:p>
    <w:p w:rsidR="00B066C2" w:rsidRPr="00C62650" w:rsidRDefault="00B066C2" w:rsidP="00B066C2">
      <w:pPr>
        <w:pStyle w:val="SingleTxtG"/>
      </w:pPr>
      <w:r w:rsidRPr="00C62650">
        <w:t>La poupée fait la joie de cette très jeune fille.</w:t>
      </w:r>
    </w:p>
    <w:bookmarkEnd w:id="18"/>
    <w:p w:rsidR="00B066C2" w:rsidRPr="00C62650" w:rsidRDefault="00B066C2" w:rsidP="00B066C2">
      <w:pPr>
        <w:pStyle w:val="SingleTxtG"/>
        <w:jc w:val="center"/>
        <w:rPr>
          <w:lang w:val="en-US"/>
        </w:rPr>
      </w:pPr>
      <w:r w:rsidRPr="00C62650">
        <w:rPr>
          <w:lang w:val="en-US"/>
        </w:rPr>
        <w:t>Allemand</w:t>
      </w:r>
    </w:p>
    <w:p w:rsidR="00B066C2" w:rsidRPr="00C62650" w:rsidRDefault="00B066C2" w:rsidP="00B066C2">
      <w:pPr>
        <w:spacing w:after="120"/>
        <w:ind w:left="1134" w:right="1134"/>
        <w:rPr>
          <w:i/>
          <w:iCs/>
          <w:lang w:val="en-US"/>
        </w:rPr>
      </w:pPr>
      <w:r w:rsidRPr="00C62650">
        <w:rPr>
          <w:i/>
          <w:iCs/>
          <w:lang w:val="en-US"/>
        </w:rPr>
        <w:t>Femme 1 </w:t>
      </w:r>
      <w:r w:rsidRPr="00C62650">
        <w:rPr>
          <w:iCs/>
          <w:lang w:val="en-US"/>
        </w:rPr>
        <w:t>:</w:t>
      </w:r>
    </w:p>
    <w:p w:rsidR="00B066C2" w:rsidRPr="00935F4C" w:rsidRDefault="00B066C2" w:rsidP="00B066C2">
      <w:pPr>
        <w:pStyle w:val="SingleTxtG"/>
        <w:rPr>
          <w:lang w:val="de-DE" w:eastAsia="ja-JP"/>
        </w:rPr>
      </w:pPr>
      <w:r w:rsidRPr="00935F4C">
        <w:rPr>
          <w:rFonts w:hint="eastAsia"/>
          <w:lang w:val="de-DE" w:eastAsia="ja-JP"/>
        </w:rPr>
        <w:t>Zarter Blumenduft erfüllt den Saal.</w:t>
      </w:r>
    </w:p>
    <w:p w:rsidR="00B066C2" w:rsidRPr="00935F4C" w:rsidRDefault="00B066C2" w:rsidP="00B066C2">
      <w:pPr>
        <w:pStyle w:val="SingleTxtG"/>
        <w:rPr>
          <w:lang w:val="de-DE" w:eastAsia="ja-JP"/>
        </w:rPr>
      </w:pPr>
      <w:r w:rsidRPr="00935F4C">
        <w:rPr>
          <w:rFonts w:hint="eastAsia"/>
          <w:lang w:val="de-DE" w:eastAsia="ja-JP"/>
        </w:rPr>
        <w:t>Wisch den Tisch doch später ab.</w:t>
      </w:r>
    </w:p>
    <w:p w:rsidR="00B066C2" w:rsidRPr="00EC2BD1" w:rsidRDefault="00B066C2" w:rsidP="00B066C2">
      <w:pPr>
        <w:keepNext/>
        <w:spacing w:after="120"/>
        <w:ind w:left="1134" w:right="1134"/>
        <w:rPr>
          <w:i/>
          <w:iCs/>
          <w:lang w:val="de-DE"/>
        </w:rPr>
      </w:pPr>
      <w:r w:rsidRPr="00EC2BD1">
        <w:rPr>
          <w:i/>
          <w:iCs/>
          <w:lang w:val="de-DE"/>
        </w:rPr>
        <w:lastRenderedPageBreak/>
        <w:t>Femme 2 </w:t>
      </w:r>
      <w:r w:rsidRPr="00EC2BD1">
        <w:rPr>
          <w:iCs/>
          <w:lang w:val="de-DE"/>
        </w:rPr>
        <w:t>:</w:t>
      </w:r>
    </w:p>
    <w:p w:rsidR="00B066C2" w:rsidRPr="00935F4C" w:rsidRDefault="00B066C2" w:rsidP="00B066C2">
      <w:pPr>
        <w:pStyle w:val="SingleTxtG"/>
        <w:rPr>
          <w:lang w:val="de-DE" w:eastAsia="ja-JP"/>
        </w:rPr>
      </w:pPr>
      <w:r w:rsidRPr="00935F4C">
        <w:rPr>
          <w:rFonts w:hint="eastAsia"/>
          <w:lang w:val="de-DE" w:eastAsia="ja-JP"/>
        </w:rPr>
        <w:t>Sekunden entscheiden über Leben.</w:t>
      </w:r>
    </w:p>
    <w:p w:rsidR="00B066C2" w:rsidRPr="00935F4C" w:rsidRDefault="00B066C2" w:rsidP="00B066C2">
      <w:pPr>
        <w:pStyle w:val="SingleTxtG"/>
        <w:rPr>
          <w:lang w:val="de-DE" w:eastAsia="ja-JP"/>
        </w:rPr>
      </w:pPr>
      <w:r w:rsidRPr="00935F4C">
        <w:rPr>
          <w:rFonts w:hint="eastAsia"/>
          <w:lang w:val="de-DE" w:eastAsia="ja-JP"/>
        </w:rPr>
        <w:t>Flieder lockt nicht nur die Bienen.</w:t>
      </w:r>
    </w:p>
    <w:p w:rsidR="00B066C2" w:rsidRPr="00C62650" w:rsidRDefault="00B066C2" w:rsidP="00B066C2">
      <w:pPr>
        <w:spacing w:after="120"/>
        <w:ind w:left="1134" w:right="1134"/>
        <w:rPr>
          <w:i/>
          <w:iCs/>
          <w:lang w:val="en-US"/>
        </w:rPr>
      </w:pPr>
      <w:r w:rsidRPr="00C62650">
        <w:rPr>
          <w:i/>
          <w:iCs/>
          <w:lang w:val="en-US"/>
        </w:rPr>
        <w:t>Homme 1 </w:t>
      </w:r>
      <w:r w:rsidRPr="00C62650">
        <w:rPr>
          <w:iCs/>
          <w:lang w:val="en-US"/>
        </w:rPr>
        <w:t>:</w:t>
      </w:r>
    </w:p>
    <w:p w:rsidR="00B066C2" w:rsidRPr="00935F4C" w:rsidRDefault="00B066C2" w:rsidP="00B066C2">
      <w:pPr>
        <w:pStyle w:val="SingleTxtG"/>
        <w:rPr>
          <w:lang w:val="de-DE" w:eastAsia="ja-JP"/>
        </w:rPr>
      </w:pPr>
      <w:r w:rsidRPr="00935F4C">
        <w:rPr>
          <w:rFonts w:hint="eastAsia"/>
          <w:lang w:val="de-DE" w:eastAsia="ja-JP"/>
        </w:rPr>
        <w:t>Gegen Dummheit ist kein Kraut gewachsen.</w:t>
      </w:r>
    </w:p>
    <w:p w:rsidR="00B066C2" w:rsidRPr="00935F4C" w:rsidRDefault="00B066C2" w:rsidP="00B066C2">
      <w:pPr>
        <w:pStyle w:val="SingleTxtG"/>
        <w:rPr>
          <w:lang w:val="de-DE" w:eastAsia="ja-JP"/>
        </w:rPr>
      </w:pPr>
      <w:r w:rsidRPr="00935F4C">
        <w:rPr>
          <w:rFonts w:hint="eastAsia"/>
          <w:lang w:val="de-DE" w:eastAsia="ja-JP"/>
        </w:rPr>
        <w:t>Alles wurde wieder abgesagt.</w:t>
      </w:r>
    </w:p>
    <w:p w:rsidR="00B066C2" w:rsidRPr="00C62650" w:rsidRDefault="00B066C2" w:rsidP="00B066C2">
      <w:pPr>
        <w:spacing w:after="120"/>
        <w:ind w:left="1134" w:right="1134"/>
        <w:rPr>
          <w:i/>
          <w:iCs/>
        </w:rPr>
      </w:pPr>
      <w:r w:rsidRPr="00C62650">
        <w:rPr>
          <w:i/>
          <w:iCs/>
        </w:rPr>
        <w:t>Homme 2 </w:t>
      </w:r>
      <w:r w:rsidRPr="00C62650">
        <w:rPr>
          <w:iCs/>
        </w:rPr>
        <w:t>:</w:t>
      </w:r>
    </w:p>
    <w:p w:rsidR="00B066C2" w:rsidRPr="00935F4C" w:rsidRDefault="00B066C2" w:rsidP="00B066C2">
      <w:pPr>
        <w:pStyle w:val="SingleTxtG"/>
        <w:rPr>
          <w:lang w:val="de-DE" w:eastAsia="ja-JP"/>
        </w:rPr>
      </w:pPr>
      <w:r w:rsidRPr="00935F4C">
        <w:rPr>
          <w:rFonts w:hint="eastAsia"/>
          <w:lang w:val="de-DE" w:eastAsia="ja-JP"/>
        </w:rPr>
        <w:t>Überquere die Strasse vorsichtig.</w:t>
      </w:r>
    </w:p>
    <w:p w:rsidR="00B066C2" w:rsidRPr="00935F4C" w:rsidRDefault="00B066C2" w:rsidP="00B066C2">
      <w:pPr>
        <w:pStyle w:val="SingleTxtG"/>
        <w:rPr>
          <w:lang w:val="de-DE" w:eastAsia="ja-JP"/>
        </w:rPr>
      </w:pPr>
      <w:r w:rsidRPr="00935F4C">
        <w:rPr>
          <w:rFonts w:hint="eastAsia"/>
          <w:lang w:val="de-DE" w:eastAsia="ja-JP"/>
        </w:rPr>
        <w:t>Die drei Männer sind begeistert.</w:t>
      </w:r>
    </w:p>
    <w:p w:rsidR="00B066C2" w:rsidRPr="00C62650" w:rsidRDefault="00B066C2" w:rsidP="00B066C2">
      <w:pPr>
        <w:pStyle w:val="SingleTxtG"/>
        <w:jc w:val="center"/>
      </w:pPr>
      <w:bookmarkStart w:id="19" w:name="_Toc315265559"/>
      <w:bookmarkStart w:id="20" w:name="_Toc456777198"/>
      <w:r w:rsidRPr="00C62650">
        <w:t>Allemand (bande intégrale)</w:t>
      </w:r>
      <w:bookmarkEnd w:id="19"/>
      <w:bookmarkEnd w:id="20"/>
    </w:p>
    <w:p w:rsidR="00B066C2" w:rsidRPr="00C62650" w:rsidRDefault="00B066C2" w:rsidP="00B066C2">
      <w:pPr>
        <w:spacing w:after="120"/>
        <w:ind w:left="1134" w:right="1134"/>
        <w:rPr>
          <w:i/>
          <w:iCs/>
        </w:rPr>
      </w:pPr>
      <w:r w:rsidRPr="00C62650">
        <w:rPr>
          <w:i/>
          <w:iCs/>
        </w:rPr>
        <w:t>Femme 1 </w:t>
      </w:r>
      <w:r w:rsidRPr="00C62650">
        <w:rPr>
          <w:iCs/>
        </w:rPr>
        <w:t>:</w:t>
      </w:r>
    </w:p>
    <w:p w:rsidR="00B066C2" w:rsidRPr="00935F4C" w:rsidRDefault="00B066C2" w:rsidP="00B066C2">
      <w:pPr>
        <w:pStyle w:val="SingleTxtG"/>
        <w:rPr>
          <w:lang w:val="de-DE" w:eastAsia="ja-JP"/>
        </w:rPr>
      </w:pPr>
      <w:r w:rsidRPr="00935F4C">
        <w:rPr>
          <w:rFonts w:hint="eastAsia"/>
          <w:lang w:val="de-DE" w:eastAsia="ja-JP"/>
        </w:rPr>
        <w:t>Im Fernsehen wurde alles gezeigt,</w:t>
      </w:r>
    </w:p>
    <w:p w:rsidR="00B066C2" w:rsidRPr="00935F4C" w:rsidRDefault="00B066C2" w:rsidP="00B066C2">
      <w:pPr>
        <w:pStyle w:val="SingleTxtG"/>
        <w:rPr>
          <w:lang w:val="de-DE" w:eastAsia="ja-JP"/>
        </w:rPr>
      </w:pPr>
      <w:r w:rsidRPr="00935F4C">
        <w:rPr>
          <w:rFonts w:hint="eastAsia"/>
          <w:lang w:val="de-DE" w:eastAsia="ja-JP"/>
        </w:rPr>
        <w:t>Alle haben nur einen Wunsch.</w:t>
      </w:r>
    </w:p>
    <w:p w:rsidR="00B066C2" w:rsidRPr="00FE5703" w:rsidRDefault="00B066C2" w:rsidP="00B066C2">
      <w:pPr>
        <w:spacing w:after="120"/>
        <w:ind w:left="1134" w:right="1134"/>
        <w:rPr>
          <w:i/>
          <w:iCs/>
          <w:lang w:val="en-US"/>
        </w:rPr>
      </w:pPr>
      <w:r w:rsidRPr="00FE5703">
        <w:rPr>
          <w:i/>
          <w:iCs/>
          <w:lang w:val="en-US"/>
        </w:rPr>
        <w:t>Femme 2 </w:t>
      </w:r>
      <w:r w:rsidRPr="00FE5703">
        <w:rPr>
          <w:iCs/>
          <w:lang w:val="en-US"/>
        </w:rPr>
        <w:t>:</w:t>
      </w:r>
    </w:p>
    <w:p w:rsidR="00B066C2" w:rsidRPr="00935F4C" w:rsidRDefault="00B066C2" w:rsidP="00B066C2">
      <w:pPr>
        <w:pStyle w:val="SingleTxtG"/>
        <w:rPr>
          <w:lang w:val="de-DE" w:eastAsia="ja-JP"/>
        </w:rPr>
      </w:pPr>
      <w:r w:rsidRPr="00935F4C">
        <w:rPr>
          <w:rFonts w:hint="eastAsia"/>
          <w:lang w:val="de-DE" w:eastAsia="ja-JP"/>
        </w:rPr>
        <w:t>Kinder naschen Süßigkeiten.</w:t>
      </w:r>
    </w:p>
    <w:p w:rsidR="00B066C2" w:rsidRPr="00935F4C" w:rsidRDefault="00B066C2" w:rsidP="00B066C2">
      <w:pPr>
        <w:pStyle w:val="SingleTxtG"/>
        <w:rPr>
          <w:lang w:val="de-DE" w:eastAsia="ja-JP"/>
        </w:rPr>
      </w:pPr>
      <w:r w:rsidRPr="00935F4C">
        <w:rPr>
          <w:rFonts w:hint="eastAsia"/>
          <w:lang w:val="de-DE" w:eastAsia="ja-JP"/>
        </w:rPr>
        <w:t>Der Boden ist viel zu trocken.</w:t>
      </w:r>
    </w:p>
    <w:p w:rsidR="00B066C2" w:rsidRPr="00C62650" w:rsidRDefault="00B066C2" w:rsidP="00B066C2">
      <w:pPr>
        <w:spacing w:after="120"/>
        <w:ind w:left="1134" w:right="1134"/>
        <w:rPr>
          <w:i/>
          <w:iCs/>
          <w:lang w:val="en-US"/>
        </w:rPr>
      </w:pPr>
      <w:r w:rsidRPr="00C62650">
        <w:rPr>
          <w:i/>
          <w:iCs/>
          <w:lang w:val="en-US"/>
        </w:rPr>
        <w:t>Homme 1 </w:t>
      </w:r>
      <w:r w:rsidRPr="00C62650">
        <w:rPr>
          <w:iCs/>
          <w:lang w:val="en-US"/>
        </w:rPr>
        <w:t>:</w:t>
      </w:r>
    </w:p>
    <w:p w:rsidR="00B066C2" w:rsidRPr="00935F4C" w:rsidRDefault="00B066C2" w:rsidP="00B066C2">
      <w:pPr>
        <w:pStyle w:val="SingleTxtG"/>
        <w:rPr>
          <w:lang w:val="de-DE" w:eastAsia="ja-JP"/>
        </w:rPr>
      </w:pPr>
      <w:r w:rsidRPr="00935F4C">
        <w:rPr>
          <w:rFonts w:hint="eastAsia"/>
          <w:lang w:val="de-DE" w:eastAsia="ja-JP"/>
        </w:rPr>
        <w:t>Mit einem Male kam die Sonne durch.</w:t>
      </w:r>
    </w:p>
    <w:p w:rsidR="00B066C2" w:rsidRPr="00935F4C" w:rsidRDefault="00B066C2" w:rsidP="00B066C2">
      <w:pPr>
        <w:pStyle w:val="SingleTxtG"/>
        <w:rPr>
          <w:lang w:val="de-DE" w:eastAsia="ja-JP"/>
        </w:rPr>
      </w:pPr>
      <w:r w:rsidRPr="00935F4C">
        <w:rPr>
          <w:rFonts w:hint="eastAsia"/>
          <w:lang w:val="de-DE" w:eastAsia="ja-JP"/>
        </w:rPr>
        <w:t>Das Telefon klingelt wieder.</w:t>
      </w:r>
    </w:p>
    <w:p w:rsidR="00B066C2" w:rsidRPr="00FE5703" w:rsidRDefault="00B066C2" w:rsidP="00B066C2">
      <w:pPr>
        <w:spacing w:after="120"/>
        <w:ind w:left="1134" w:right="1134"/>
        <w:rPr>
          <w:i/>
          <w:iCs/>
          <w:lang w:val="en-US"/>
        </w:rPr>
      </w:pPr>
      <w:r w:rsidRPr="00FE5703">
        <w:rPr>
          <w:i/>
          <w:iCs/>
          <w:lang w:val="en-US"/>
        </w:rPr>
        <w:t>Homme 2 </w:t>
      </w:r>
      <w:r w:rsidRPr="00FE5703">
        <w:rPr>
          <w:iCs/>
          <w:lang w:val="en-US"/>
        </w:rPr>
        <w:t>:</w:t>
      </w:r>
    </w:p>
    <w:p w:rsidR="00B066C2" w:rsidRPr="00935F4C" w:rsidRDefault="00B066C2" w:rsidP="00B066C2">
      <w:pPr>
        <w:pStyle w:val="SingleTxtG"/>
        <w:rPr>
          <w:lang w:val="de-DE" w:eastAsia="ja-JP"/>
        </w:rPr>
      </w:pPr>
      <w:r w:rsidRPr="00935F4C">
        <w:rPr>
          <w:rFonts w:hint="eastAsia"/>
          <w:lang w:val="de-DE" w:eastAsia="ja-JP"/>
        </w:rPr>
        <w:t>Sekunden entscheiden über Leben.</w:t>
      </w:r>
    </w:p>
    <w:p w:rsidR="00B066C2" w:rsidRPr="00935F4C" w:rsidRDefault="00B066C2" w:rsidP="00B066C2">
      <w:pPr>
        <w:pStyle w:val="SingleTxtG"/>
        <w:rPr>
          <w:lang w:val="de-DE" w:eastAsia="ja-JP"/>
        </w:rPr>
      </w:pPr>
      <w:r w:rsidRPr="00935F4C">
        <w:rPr>
          <w:rFonts w:hint="eastAsia"/>
          <w:lang w:val="de-DE" w:eastAsia="ja-JP"/>
        </w:rPr>
        <w:t>Flieder lockt nicht nur die Bienen.</w:t>
      </w:r>
    </w:p>
    <w:p w:rsidR="00B066C2" w:rsidRPr="00FE5703" w:rsidRDefault="00B066C2" w:rsidP="00B066C2">
      <w:pPr>
        <w:pStyle w:val="SingleTxtG"/>
        <w:jc w:val="center"/>
        <w:rPr>
          <w:lang w:val="en-US"/>
        </w:rPr>
      </w:pPr>
      <w:bookmarkStart w:id="21" w:name="_Toc182630685"/>
      <w:bookmarkStart w:id="22" w:name="_Toc315265560"/>
      <w:bookmarkStart w:id="23" w:name="_Toc315265880"/>
      <w:bookmarkStart w:id="24" w:name="_Toc456777199"/>
      <w:r w:rsidRPr="00FE5703">
        <w:rPr>
          <w:lang w:val="en-US"/>
        </w:rPr>
        <w:t>Italien</w:t>
      </w:r>
      <w:bookmarkEnd w:id="21"/>
      <w:r w:rsidRPr="00FE5703">
        <w:rPr>
          <w:lang w:val="en-US"/>
        </w:rPr>
        <w:t xml:space="preserve"> (bande intégrale)</w:t>
      </w:r>
      <w:bookmarkEnd w:id="22"/>
      <w:bookmarkEnd w:id="23"/>
      <w:bookmarkEnd w:id="24"/>
    </w:p>
    <w:p w:rsidR="00B066C2" w:rsidRPr="00FE5703" w:rsidRDefault="00B066C2" w:rsidP="00B066C2">
      <w:pPr>
        <w:spacing w:after="120"/>
        <w:ind w:left="1134" w:right="1134"/>
        <w:rPr>
          <w:i/>
          <w:iCs/>
          <w:lang w:val="en-US"/>
        </w:rPr>
      </w:pPr>
      <w:r w:rsidRPr="00FE5703">
        <w:rPr>
          <w:i/>
          <w:iCs/>
          <w:lang w:val="en-US"/>
        </w:rPr>
        <w:t>Femme 1 </w:t>
      </w:r>
      <w:r w:rsidRPr="00FE5703">
        <w:rPr>
          <w:iCs/>
          <w:lang w:val="en-US"/>
        </w:rPr>
        <w:t>:</w:t>
      </w:r>
    </w:p>
    <w:p w:rsidR="00B066C2" w:rsidRPr="00FE5703" w:rsidRDefault="00B066C2" w:rsidP="00B066C2">
      <w:pPr>
        <w:pStyle w:val="SingleTxtG"/>
        <w:rPr>
          <w:lang w:val="it-IT"/>
        </w:rPr>
      </w:pPr>
      <w:r w:rsidRPr="00FE5703">
        <w:rPr>
          <w:lang w:val="it-IT"/>
        </w:rPr>
        <w:t>Non bisogna credere che sia vero tutto quello che dice la gente. Tu non conosci ancora gli uomini, non conosci il mondo.</w:t>
      </w:r>
    </w:p>
    <w:p w:rsidR="00B066C2" w:rsidRPr="00FE5703" w:rsidRDefault="00B066C2" w:rsidP="00B066C2">
      <w:pPr>
        <w:pStyle w:val="SingleTxtG"/>
        <w:rPr>
          <w:lang w:val="it-IT"/>
        </w:rPr>
      </w:pPr>
      <w:r w:rsidRPr="00FE5703">
        <w:rPr>
          <w:lang w:val="it-IT"/>
        </w:rPr>
        <w:t>Dopo tanto tempo non ricordo più dove ho messo quella bella foto, ma se aspetti un po’ la cerco e te la prendo.</w:t>
      </w:r>
    </w:p>
    <w:p w:rsidR="00B066C2" w:rsidRPr="00FE5703" w:rsidRDefault="00B066C2" w:rsidP="00B066C2">
      <w:pPr>
        <w:spacing w:after="120"/>
        <w:ind w:left="1134" w:right="1134"/>
        <w:rPr>
          <w:i/>
          <w:iCs/>
          <w:lang w:val="it-IT"/>
        </w:rPr>
      </w:pPr>
      <w:r w:rsidRPr="00FE5703">
        <w:rPr>
          <w:i/>
          <w:iCs/>
          <w:lang w:val="it-IT"/>
        </w:rPr>
        <w:t>Femme 2 </w:t>
      </w:r>
      <w:r w:rsidRPr="00FE5703">
        <w:rPr>
          <w:iCs/>
          <w:lang w:val="it-IT"/>
        </w:rPr>
        <w:t>:</w:t>
      </w:r>
    </w:p>
    <w:p w:rsidR="00B066C2" w:rsidRPr="00FE5703" w:rsidRDefault="00B066C2" w:rsidP="00B066C2">
      <w:pPr>
        <w:pStyle w:val="SingleTxtG"/>
        <w:rPr>
          <w:lang w:val="it-IT"/>
        </w:rPr>
      </w:pPr>
      <w:r w:rsidRPr="00FE5703">
        <w:rPr>
          <w:lang w:val="it-IT"/>
        </w:rPr>
        <w:t>Questo tormento durerà ancora qualche ora. Forse un giorno poi tutto finirà e tu potrai tornare a casa nella tua terra.</w:t>
      </w:r>
    </w:p>
    <w:p w:rsidR="00B066C2" w:rsidRPr="00FE5703" w:rsidRDefault="00B066C2" w:rsidP="00B066C2">
      <w:pPr>
        <w:pStyle w:val="SingleTxtG"/>
        <w:rPr>
          <w:lang w:val="it-IT"/>
        </w:rPr>
      </w:pPr>
      <w:r w:rsidRPr="00FE5703">
        <w:rPr>
          <w:lang w:val="it-IT"/>
        </w:rPr>
        <w:t>Lucio era certo che sarebbe diventato una persona importante, un uomo politico o magari un ministro. Aveva a cuore il bene della società.</w:t>
      </w:r>
    </w:p>
    <w:p w:rsidR="00B066C2" w:rsidRPr="00FE5703" w:rsidRDefault="00B066C2" w:rsidP="00B066C2">
      <w:pPr>
        <w:spacing w:after="120"/>
        <w:ind w:left="1134" w:right="1134"/>
        <w:rPr>
          <w:i/>
          <w:iCs/>
          <w:lang w:val="it-IT"/>
        </w:rPr>
      </w:pPr>
      <w:r w:rsidRPr="00FE5703">
        <w:rPr>
          <w:i/>
          <w:iCs/>
          <w:lang w:val="it-IT"/>
        </w:rPr>
        <w:t>Homme 1 </w:t>
      </w:r>
      <w:r w:rsidRPr="00FE5703">
        <w:rPr>
          <w:iCs/>
          <w:lang w:val="it-IT"/>
        </w:rPr>
        <w:t>:</w:t>
      </w:r>
    </w:p>
    <w:p w:rsidR="00B066C2" w:rsidRPr="00FE5703" w:rsidRDefault="00B066C2" w:rsidP="00B066C2">
      <w:pPr>
        <w:pStyle w:val="SingleTxtG"/>
        <w:rPr>
          <w:lang w:val="it-IT"/>
        </w:rPr>
      </w:pPr>
      <w:r w:rsidRPr="00FE5703">
        <w:rPr>
          <w:lang w:val="it-IT"/>
        </w:rPr>
        <w:t>Non bisogna credere che sia vero tutto quello che dice la gente tu non conosci ancora gli uomini, non conosci il mondo.</w:t>
      </w:r>
    </w:p>
    <w:p w:rsidR="00B066C2" w:rsidRPr="00FE5703" w:rsidRDefault="00B066C2" w:rsidP="00B066C2">
      <w:pPr>
        <w:pStyle w:val="SingleTxtG"/>
        <w:rPr>
          <w:lang w:val="it-IT"/>
        </w:rPr>
      </w:pPr>
      <w:r w:rsidRPr="00FE5703">
        <w:rPr>
          <w:lang w:val="it-IT"/>
        </w:rPr>
        <w:t>Dopo tanto tempo non ricordo più dove ho messo quella bella foto ma se aspetti un po’ la cerco e te la prendo.</w:t>
      </w:r>
    </w:p>
    <w:p w:rsidR="00B066C2" w:rsidRPr="00FE5703" w:rsidRDefault="00B066C2" w:rsidP="00B066C2">
      <w:pPr>
        <w:spacing w:after="120"/>
        <w:ind w:left="1134" w:right="1134"/>
        <w:rPr>
          <w:i/>
          <w:iCs/>
          <w:lang w:val="it-IT"/>
        </w:rPr>
      </w:pPr>
      <w:r w:rsidRPr="00FE5703">
        <w:rPr>
          <w:i/>
          <w:iCs/>
          <w:lang w:val="it-IT"/>
        </w:rPr>
        <w:t>Homme 2 </w:t>
      </w:r>
      <w:r w:rsidRPr="00FE5703">
        <w:rPr>
          <w:iCs/>
          <w:lang w:val="it-IT"/>
        </w:rPr>
        <w:t>:</w:t>
      </w:r>
    </w:p>
    <w:p w:rsidR="00B066C2" w:rsidRPr="00FE5703" w:rsidRDefault="00B066C2" w:rsidP="00B066C2">
      <w:pPr>
        <w:pStyle w:val="SingleTxtG"/>
        <w:rPr>
          <w:lang w:val="it-IT"/>
        </w:rPr>
      </w:pPr>
      <w:r w:rsidRPr="00FE5703">
        <w:rPr>
          <w:lang w:val="it-IT"/>
        </w:rPr>
        <w:t>Questo tormento durerà ancora qualche ora. Forse un giorno poi tutto finirà e tu potrai tornare a casa nella tua terra.</w:t>
      </w:r>
    </w:p>
    <w:p w:rsidR="00B066C2" w:rsidRPr="00FE5703" w:rsidRDefault="00B066C2" w:rsidP="00B066C2">
      <w:pPr>
        <w:pStyle w:val="SingleTxtG"/>
        <w:rPr>
          <w:lang w:val="it-IT"/>
        </w:rPr>
      </w:pPr>
      <w:r w:rsidRPr="00FE5703">
        <w:rPr>
          <w:lang w:val="it-IT"/>
        </w:rPr>
        <w:lastRenderedPageBreak/>
        <w:t>Lucio era certo che sarebbe diventato una persona importante, un uomo politico o magari un ministro, aveva a cuore il bene della società.</w:t>
      </w:r>
    </w:p>
    <w:p w:rsidR="00B066C2" w:rsidRPr="00C62650" w:rsidRDefault="00B066C2" w:rsidP="00B066C2">
      <w:pPr>
        <w:pStyle w:val="SingleTxtG"/>
        <w:jc w:val="center"/>
      </w:pPr>
      <w:bookmarkStart w:id="25" w:name="_Toc315265561"/>
      <w:bookmarkStart w:id="26" w:name="_Toc315265881"/>
      <w:bookmarkStart w:id="27" w:name="_Toc456777200"/>
      <w:r w:rsidRPr="00C62650">
        <w:t>Japonais (bande intégrale)</w:t>
      </w:r>
      <w:bookmarkEnd w:id="25"/>
      <w:bookmarkEnd w:id="26"/>
      <w:bookmarkEnd w:id="27"/>
    </w:p>
    <w:p w:rsidR="00B066C2" w:rsidRPr="00C62650" w:rsidRDefault="00B066C2" w:rsidP="00B066C2">
      <w:pPr>
        <w:spacing w:after="120"/>
        <w:ind w:left="1134" w:right="1134"/>
        <w:rPr>
          <w:i/>
          <w:iCs/>
        </w:rPr>
      </w:pPr>
      <w:r w:rsidRPr="00C62650">
        <w:rPr>
          <w:i/>
          <w:iCs/>
        </w:rPr>
        <w:t>Femme 1 </w:t>
      </w:r>
      <w:r w:rsidRPr="00C62650">
        <w:rPr>
          <w:iCs/>
        </w:rPr>
        <w:t>:</w:t>
      </w:r>
    </w:p>
    <w:p w:rsidR="00B066C2" w:rsidRPr="00C62650" w:rsidRDefault="00B066C2" w:rsidP="00B066C2">
      <w:pPr>
        <w:pStyle w:val="SingleTxtG"/>
        <w:rPr>
          <w:lang w:eastAsia="ja-JP"/>
        </w:rPr>
      </w:pPr>
      <w:r w:rsidRPr="00C62650">
        <w:rPr>
          <w:rFonts w:ascii="MS Gothic" w:eastAsia="MS Gothic" w:hAnsi="MS Gothic" w:cs="MS Gothic" w:hint="eastAsia"/>
          <w:lang w:eastAsia="ja-JP"/>
        </w:rPr>
        <w:t>彼は鮎を釣る名人です。</w:t>
      </w:r>
    </w:p>
    <w:p w:rsidR="00B066C2" w:rsidRPr="00C62650" w:rsidRDefault="00B066C2" w:rsidP="00B066C2">
      <w:pPr>
        <w:pStyle w:val="SingleTxtG"/>
        <w:rPr>
          <w:lang w:eastAsia="ja-JP"/>
        </w:rPr>
      </w:pPr>
      <w:r w:rsidRPr="00C62650">
        <w:rPr>
          <w:rFonts w:hint="eastAsia"/>
          <w:lang w:eastAsia="ja-JP"/>
        </w:rPr>
        <w:t>Kare wa ayu wo tsuru meijin desu.</w:t>
      </w:r>
    </w:p>
    <w:p w:rsidR="00B066C2" w:rsidRPr="00C62650" w:rsidRDefault="00B066C2" w:rsidP="00B066C2">
      <w:pPr>
        <w:pStyle w:val="SingleTxtG"/>
        <w:rPr>
          <w:lang w:eastAsia="ja-JP"/>
        </w:rPr>
      </w:pPr>
      <w:r w:rsidRPr="00C62650">
        <w:rPr>
          <w:rFonts w:ascii="MS Gothic" w:eastAsia="MS Gothic" w:hAnsi="MS Gothic" w:cs="MS Gothic" w:hint="eastAsia"/>
          <w:lang w:eastAsia="ja-JP"/>
        </w:rPr>
        <w:t>古代エジプトで十進法の原理が作られました。</w:t>
      </w:r>
    </w:p>
    <w:p w:rsidR="00B066C2" w:rsidRPr="00C62650" w:rsidRDefault="00B066C2" w:rsidP="00B066C2">
      <w:pPr>
        <w:spacing w:after="120"/>
        <w:ind w:left="1134" w:right="1134"/>
        <w:rPr>
          <w:lang w:val="es-ES" w:eastAsia="ja-JP"/>
        </w:rPr>
      </w:pPr>
      <w:r w:rsidRPr="00C62650">
        <w:rPr>
          <w:rFonts w:hint="eastAsia"/>
          <w:lang w:val="es-ES" w:eastAsia="ja-JP"/>
        </w:rPr>
        <w:t>Kodai ejipto de jusshinhou no genri ga tsukuraremashita.</w:t>
      </w:r>
    </w:p>
    <w:p w:rsidR="00B066C2" w:rsidRPr="00C62650" w:rsidRDefault="00B066C2" w:rsidP="00B066C2">
      <w:pPr>
        <w:spacing w:after="120"/>
        <w:ind w:left="1134" w:right="1134"/>
        <w:rPr>
          <w:i/>
          <w:iCs/>
          <w:lang w:val="es-ES"/>
        </w:rPr>
      </w:pPr>
      <w:r w:rsidRPr="00C62650">
        <w:rPr>
          <w:i/>
          <w:iCs/>
          <w:lang w:val="es-ES"/>
        </w:rPr>
        <w:t>Femme 2 </w:t>
      </w:r>
      <w:r w:rsidRPr="00C62650">
        <w:rPr>
          <w:iCs/>
          <w:lang w:val="es-ES"/>
        </w:rPr>
        <w:t>:</w:t>
      </w:r>
    </w:p>
    <w:p w:rsidR="00B066C2" w:rsidRPr="00C62650" w:rsidRDefault="00B066C2" w:rsidP="00B066C2">
      <w:pPr>
        <w:spacing w:after="120"/>
        <w:ind w:left="1134" w:right="1134"/>
        <w:rPr>
          <w:rFonts w:eastAsia="MS Mincho"/>
          <w:lang w:val="es-ES" w:eastAsia="ja-JP"/>
        </w:rPr>
      </w:pPr>
      <w:r w:rsidRPr="00C62650">
        <w:rPr>
          <w:rFonts w:eastAsia="MS Mincho"/>
          <w:lang w:eastAsia="ja-JP"/>
        </w:rPr>
        <w:t>読書の楽しさを知ってください。</w:t>
      </w:r>
    </w:p>
    <w:p w:rsidR="00B066C2" w:rsidRPr="00C62650" w:rsidRDefault="00B066C2" w:rsidP="00B066C2">
      <w:pPr>
        <w:spacing w:after="120"/>
        <w:ind w:left="1134" w:right="1134"/>
        <w:rPr>
          <w:lang w:val="es-ES" w:eastAsia="ja-JP"/>
        </w:rPr>
      </w:pPr>
      <w:r w:rsidRPr="00C62650">
        <w:rPr>
          <w:rFonts w:hint="eastAsia"/>
          <w:lang w:val="es-ES" w:eastAsia="ja-JP"/>
        </w:rPr>
        <w:t>Dokusho no tanoshisa wo shitte kudasai.</w:t>
      </w:r>
    </w:p>
    <w:p w:rsidR="00B066C2" w:rsidRPr="00C62650" w:rsidRDefault="00B066C2" w:rsidP="00B066C2">
      <w:pPr>
        <w:spacing w:after="120"/>
        <w:ind w:left="1134" w:right="1134"/>
        <w:rPr>
          <w:rFonts w:eastAsia="MS Mincho"/>
          <w:lang w:val="es-ES" w:eastAsia="ja-JP"/>
        </w:rPr>
      </w:pPr>
      <w:r w:rsidRPr="00C62650">
        <w:rPr>
          <w:rFonts w:eastAsia="MS Mincho"/>
          <w:lang w:eastAsia="ja-JP"/>
        </w:rPr>
        <w:t>人間の価値は知識をどう活用するかで決まります。</w:t>
      </w:r>
    </w:p>
    <w:p w:rsidR="00B066C2" w:rsidRPr="00C62650" w:rsidRDefault="00B066C2" w:rsidP="00B066C2">
      <w:pPr>
        <w:spacing w:after="120"/>
        <w:ind w:left="1134" w:right="1134"/>
        <w:rPr>
          <w:lang w:val="es-ES" w:eastAsia="ja-JP"/>
        </w:rPr>
      </w:pPr>
      <w:r w:rsidRPr="00C62650">
        <w:rPr>
          <w:rFonts w:hint="eastAsia"/>
          <w:lang w:val="es-ES" w:eastAsia="ja-JP"/>
        </w:rPr>
        <w:t>Ningen no kachi wa chishiki wo dou katsuyou suruka de kimarimasu.</w:t>
      </w:r>
    </w:p>
    <w:p w:rsidR="00B066C2" w:rsidRPr="00EC2BD1" w:rsidRDefault="00B066C2" w:rsidP="00B066C2">
      <w:pPr>
        <w:spacing w:after="120"/>
        <w:ind w:left="1134" w:right="1134"/>
        <w:rPr>
          <w:i/>
          <w:iCs/>
          <w:lang w:val="es-ES" w:eastAsia="ja-JP"/>
        </w:rPr>
      </w:pPr>
      <w:r w:rsidRPr="00EC2BD1">
        <w:rPr>
          <w:i/>
          <w:iCs/>
          <w:lang w:val="es-ES" w:eastAsia="ja-JP"/>
        </w:rPr>
        <w:t>Homme 1 </w:t>
      </w:r>
      <w:r w:rsidRPr="00EC2BD1">
        <w:rPr>
          <w:iCs/>
          <w:lang w:val="es-ES" w:eastAsia="ja-JP"/>
        </w:rPr>
        <w:t>:</w:t>
      </w:r>
    </w:p>
    <w:p w:rsidR="00B066C2" w:rsidRPr="00C62650" w:rsidRDefault="00B066C2" w:rsidP="00B066C2">
      <w:pPr>
        <w:spacing w:after="120"/>
        <w:ind w:left="1134" w:right="1134"/>
        <w:rPr>
          <w:rFonts w:eastAsia="MS Mincho"/>
          <w:lang w:val="es-ES" w:eastAsia="ja-JP"/>
        </w:rPr>
      </w:pPr>
      <w:r w:rsidRPr="00C62650">
        <w:rPr>
          <w:rFonts w:eastAsia="MS Mincho"/>
          <w:lang w:eastAsia="ja-JP"/>
        </w:rPr>
        <w:t>彼女を説得しようとしても無駄です。</w:t>
      </w:r>
    </w:p>
    <w:p w:rsidR="00B066C2" w:rsidRPr="00C62650" w:rsidRDefault="00B066C2" w:rsidP="00B066C2">
      <w:pPr>
        <w:spacing w:after="120"/>
        <w:ind w:left="1134" w:right="1134"/>
        <w:rPr>
          <w:lang w:val="es-ES" w:eastAsia="ja-JP"/>
        </w:rPr>
      </w:pPr>
      <w:r w:rsidRPr="00C62650">
        <w:rPr>
          <w:rFonts w:hint="eastAsia"/>
          <w:lang w:val="es-ES" w:eastAsia="ja-JP"/>
        </w:rPr>
        <w:t>Kanojo wo settoku shiyoutoshitemo mudadesu.</w:t>
      </w:r>
    </w:p>
    <w:p w:rsidR="00B066C2" w:rsidRPr="00C62650" w:rsidRDefault="00B066C2" w:rsidP="00B066C2">
      <w:pPr>
        <w:spacing w:after="120"/>
        <w:ind w:left="1134" w:right="1134"/>
        <w:rPr>
          <w:rFonts w:eastAsia="MS Mincho"/>
          <w:lang w:val="es-ES" w:eastAsia="ja-JP"/>
        </w:rPr>
      </w:pPr>
      <w:r w:rsidRPr="00C62650">
        <w:rPr>
          <w:rFonts w:eastAsia="MS Mincho"/>
          <w:lang w:eastAsia="ja-JP"/>
        </w:rPr>
        <w:t>その昔ガラスは大変めずらしいものでした。</w:t>
      </w:r>
    </w:p>
    <w:p w:rsidR="00B066C2" w:rsidRPr="00C62650" w:rsidRDefault="00B066C2" w:rsidP="00B066C2">
      <w:pPr>
        <w:spacing w:after="120"/>
        <w:ind w:left="1134" w:right="1134"/>
        <w:rPr>
          <w:lang w:val="es-ES" w:eastAsia="ja-JP"/>
        </w:rPr>
      </w:pPr>
      <w:r w:rsidRPr="00C62650">
        <w:rPr>
          <w:rFonts w:hint="eastAsia"/>
          <w:lang w:val="es-ES" w:eastAsia="ja-JP"/>
        </w:rPr>
        <w:t>Sono mukasi garasu wa taihen mezurashii monodeshita.</w:t>
      </w:r>
    </w:p>
    <w:p w:rsidR="00B066C2" w:rsidRPr="00EC2BD1" w:rsidRDefault="00B066C2" w:rsidP="00B066C2">
      <w:pPr>
        <w:spacing w:after="120"/>
        <w:ind w:left="1134" w:right="1134"/>
        <w:rPr>
          <w:i/>
          <w:iCs/>
          <w:lang w:val="es-ES" w:eastAsia="ja-JP"/>
        </w:rPr>
      </w:pPr>
      <w:r w:rsidRPr="00EC2BD1">
        <w:rPr>
          <w:i/>
          <w:iCs/>
          <w:lang w:val="es-ES" w:eastAsia="ja-JP"/>
        </w:rPr>
        <w:t>Homme 2 </w:t>
      </w:r>
      <w:r w:rsidRPr="00EC2BD1">
        <w:rPr>
          <w:iCs/>
          <w:lang w:val="es-ES" w:eastAsia="ja-JP"/>
        </w:rPr>
        <w:t>:</w:t>
      </w:r>
    </w:p>
    <w:p w:rsidR="00B066C2" w:rsidRPr="00C62650" w:rsidRDefault="00B066C2" w:rsidP="00B066C2">
      <w:pPr>
        <w:spacing w:after="120"/>
        <w:ind w:left="1134" w:right="1134"/>
        <w:rPr>
          <w:rFonts w:eastAsia="MS Mincho"/>
          <w:lang w:val="es-ES" w:eastAsia="ja-JP"/>
        </w:rPr>
      </w:pPr>
      <w:r w:rsidRPr="00C62650">
        <w:rPr>
          <w:rFonts w:eastAsia="MS Mincho"/>
          <w:lang w:eastAsia="ja-JP"/>
        </w:rPr>
        <w:t>近頃の子供たちはひ弱です。</w:t>
      </w:r>
    </w:p>
    <w:p w:rsidR="00B066C2" w:rsidRPr="00C62650" w:rsidRDefault="00B066C2" w:rsidP="00B066C2">
      <w:pPr>
        <w:spacing w:after="120"/>
        <w:ind w:left="1134" w:right="1134"/>
        <w:rPr>
          <w:lang w:val="es-ES" w:eastAsia="ja-JP"/>
        </w:rPr>
      </w:pPr>
      <w:r w:rsidRPr="00C62650">
        <w:rPr>
          <w:rFonts w:hint="eastAsia"/>
          <w:lang w:val="es-ES" w:eastAsia="ja-JP"/>
        </w:rPr>
        <w:t>Chikagoro no kodomo tachi wa hiyowa desu.</w:t>
      </w:r>
    </w:p>
    <w:p w:rsidR="00B066C2" w:rsidRPr="00C62650" w:rsidRDefault="00B066C2" w:rsidP="00B066C2">
      <w:pPr>
        <w:spacing w:after="120"/>
        <w:ind w:left="1134" w:right="1134"/>
        <w:rPr>
          <w:rFonts w:eastAsia="MS Mincho"/>
          <w:lang w:val="es-ES" w:eastAsia="ja-JP"/>
        </w:rPr>
      </w:pPr>
      <w:r w:rsidRPr="00C62650">
        <w:rPr>
          <w:rFonts w:eastAsia="MS Mincho"/>
          <w:lang w:eastAsia="ja-JP"/>
        </w:rPr>
        <w:t>イギリス人は雨の中を平気で濡れて歩きます。</w:t>
      </w:r>
    </w:p>
    <w:p w:rsidR="00B066C2" w:rsidRPr="00C62650" w:rsidRDefault="00B066C2" w:rsidP="00B066C2">
      <w:pPr>
        <w:spacing w:after="120"/>
        <w:ind w:left="1134" w:right="1134"/>
        <w:rPr>
          <w:lang w:val="es-ES" w:eastAsia="ja-JP"/>
        </w:rPr>
      </w:pPr>
      <w:r w:rsidRPr="00C62650">
        <w:rPr>
          <w:rFonts w:hint="eastAsia"/>
          <w:lang w:val="es-ES" w:eastAsia="ja-JP"/>
        </w:rPr>
        <w:t>Igirisujin wa ameno nakawo heikide nurete arukimasu.</w:t>
      </w:r>
    </w:p>
    <w:p w:rsidR="00B066C2" w:rsidRPr="00EC2BD1" w:rsidRDefault="00B066C2" w:rsidP="00B066C2">
      <w:pPr>
        <w:spacing w:after="120"/>
        <w:ind w:left="1134" w:right="1134"/>
        <w:jc w:val="center"/>
        <w:rPr>
          <w:lang w:val="es-ES"/>
        </w:rPr>
      </w:pPr>
      <w:bookmarkStart w:id="28" w:name="_Toc182630687"/>
      <w:r w:rsidRPr="00EC2BD1">
        <w:rPr>
          <w:lang w:val="es-ES"/>
        </w:rPr>
        <w:t>Polonais</w:t>
      </w:r>
    </w:p>
    <w:p w:rsidR="00B066C2" w:rsidRPr="00FE5703" w:rsidRDefault="00B066C2" w:rsidP="00B066C2">
      <w:pPr>
        <w:spacing w:after="120"/>
        <w:ind w:left="1134" w:right="1134"/>
        <w:rPr>
          <w:i/>
          <w:iCs/>
          <w:lang w:val="es-ES"/>
        </w:rPr>
      </w:pPr>
      <w:r w:rsidRPr="00FE5703">
        <w:rPr>
          <w:i/>
          <w:iCs/>
          <w:lang w:val="es-ES"/>
        </w:rPr>
        <w:t>Femme 1 </w:t>
      </w:r>
      <w:r w:rsidRPr="00FE5703">
        <w:rPr>
          <w:iCs/>
          <w:lang w:val="es-ES"/>
        </w:rPr>
        <w:t>:</w:t>
      </w:r>
    </w:p>
    <w:p w:rsidR="00B066C2" w:rsidRPr="00935F4C" w:rsidRDefault="00B066C2" w:rsidP="00B066C2">
      <w:pPr>
        <w:spacing w:after="120"/>
        <w:ind w:left="1134" w:right="1134"/>
        <w:rPr>
          <w:lang w:val="pl-PL"/>
        </w:rPr>
      </w:pPr>
      <w:r w:rsidRPr="00935F4C">
        <w:rPr>
          <w:lang w:val="pl-PL"/>
        </w:rPr>
        <w:t>Pielęgniarki były cierpliwe.</w:t>
      </w:r>
    </w:p>
    <w:p w:rsidR="00B066C2" w:rsidRPr="00935F4C" w:rsidRDefault="00B066C2" w:rsidP="00B066C2">
      <w:pPr>
        <w:spacing w:after="120"/>
        <w:ind w:left="1134" w:right="1134"/>
        <w:rPr>
          <w:lang w:val="pl-PL"/>
        </w:rPr>
      </w:pPr>
      <w:r w:rsidRPr="00935F4C">
        <w:rPr>
          <w:lang w:val="pl-PL"/>
        </w:rPr>
        <w:t>Przebiegał szybko przez ulicę.</w:t>
      </w:r>
    </w:p>
    <w:p w:rsidR="00B066C2" w:rsidRPr="00EC2BD1" w:rsidRDefault="00B066C2" w:rsidP="00B066C2">
      <w:pPr>
        <w:spacing w:after="120"/>
        <w:ind w:left="1134" w:right="1134"/>
        <w:rPr>
          <w:i/>
          <w:iCs/>
          <w:lang w:val="pl-PL"/>
        </w:rPr>
      </w:pPr>
      <w:r w:rsidRPr="00EC2BD1">
        <w:rPr>
          <w:i/>
          <w:iCs/>
          <w:lang w:val="pl-PL"/>
        </w:rPr>
        <w:t>Femme 2 </w:t>
      </w:r>
      <w:r w:rsidRPr="00EC2BD1">
        <w:rPr>
          <w:iCs/>
          <w:lang w:val="pl-PL"/>
        </w:rPr>
        <w:t>:</w:t>
      </w:r>
    </w:p>
    <w:p w:rsidR="00B066C2" w:rsidRPr="00935F4C" w:rsidRDefault="00B066C2" w:rsidP="00B066C2">
      <w:pPr>
        <w:spacing w:after="120"/>
        <w:ind w:left="1134" w:right="1134"/>
        <w:rPr>
          <w:lang w:val="pl-PL"/>
        </w:rPr>
      </w:pPr>
      <w:r w:rsidRPr="00935F4C">
        <w:rPr>
          <w:lang w:val="pl-PL"/>
        </w:rPr>
        <w:t>Ona była jego sekretarką od lat.</w:t>
      </w:r>
    </w:p>
    <w:p w:rsidR="00B066C2" w:rsidRPr="00935F4C" w:rsidRDefault="00B066C2" w:rsidP="00B066C2">
      <w:pPr>
        <w:spacing w:after="120"/>
        <w:ind w:left="1134" w:right="1134"/>
        <w:rPr>
          <w:lang w:val="pl-PL"/>
        </w:rPr>
      </w:pPr>
      <w:r w:rsidRPr="00935F4C">
        <w:rPr>
          <w:lang w:val="pl-PL"/>
        </w:rPr>
        <w:t>Dzieci często płaczą kiedy są głodne.</w:t>
      </w:r>
    </w:p>
    <w:p w:rsidR="00B066C2" w:rsidRPr="00C62650" w:rsidRDefault="00B066C2" w:rsidP="00B066C2">
      <w:pPr>
        <w:spacing w:after="120"/>
        <w:ind w:left="1134" w:right="1134"/>
        <w:rPr>
          <w:i/>
          <w:iCs/>
        </w:rPr>
      </w:pPr>
      <w:r w:rsidRPr="00C62650">
        <w:rPr>
          <w:i/>
          <w:iCs/>
        </w:rPr>
        <w:t>Homme 1 </w:t>
      </w:r>
      <w:r w:rsidRPr="00C62650">
        <w:rPr>
          <w:iCs/>
        </w:rPr>
        <w:t>:</w:t>
      </w:r>
    </w:p>
    <w:p w:rsidR="00B066C2" w:rsidRPr="00935F4C" w:rsidRDefault="00B066C2" w:rsidP="00B066C2">
      <w:pPr>
        <w:spacing w:after="120"/>
        <w:ind w:left="1134" w:right="1134"/>
        <w:rPr>
          <w:lang w:val="pl-PL"/>
        </w:rPr>
      </w:pPr>
      <w:r w:rsidRPr="00935F4C">
        <w:rPr>
          <w:lang w:val="pl-PL"/>
        </w:rPr>
        <w:t>On był czarującą osobą.</w:t>
      </w:r>
    </w:p>
    <w:p w:rsidR="00B066C2" w:rsidRPr="00935F4C" w:rsidRDefault="00B066C2" w:rsidP="00B066C2">
      <w:pPr>
        <w:spacing w:after="120"/>
        <w:ind w:left="1134" w:right="1134"/>
        <w:rPr>
          <w:lang w:val="pl-PL"/>
        </w:rPr>
      </w:pPr>
      <w:r w:rsidRPr="00935F4C">
        <w:rPr>
          <w:lang w:val="pl-PL"/>
        </w:rPr>
        <w:t>Lato wreszcie nadeszło.</w:t>
      </w:r>
    </w:p>
    <w:p w:rsidR="00B066C2" w:rsidRPr="00EC2BD1" w:rsidRDefault="00B066C2" w:rsidP="00B066C2">
      <w:pPr>
        <w:spacing w:after="120"/>
        <w:ind w:left="1134" w:right="1134"/>
        <w:rPr>
          <w:i/>
          <w:iCs/>
          <w:lang w:val="pl-PL"/>
        </w:rPr>
      </w:pPr>
      <w:r w:rsidRPr="00EC2BD1">
        <w:rPr>
          <w:i/>
          <w:iCs/>
          <w:lang w:val="pl-PL"/>
        </w:rPr>
        <w:t>Homme 2 </w:t>
      </w:r>
      <w:r w:rsidRPr="00EC2BD1">
        <w:rPr>
          <w:iCs/>
          <w:lang w:val="pl-PL"/>
        </w:rPr>
        <w:t>:</w:t>
      </w:r>
    </w:p>
    <w:p w:rsidR="00B066C2" w:rsidRPr="00935F4C" w:rsidRDefault="00B066C2" w:rsidP="00B066C2">
      <w:pPr>
        <w:spacing w:after="120"/>
        <w:ind w:left="1134" w:right="1134"/>
        <w:rPr>
          <w:lang w:val="pl-PL"/>
        </w:rPr>
      </w:pPr>
      <w:r w:rsidRPr="00935F4C">
        <w:rPr>
          <w:lang w:val="pl-PL"/>
        </w:rPr>
        <w:t>Większość dróg było niezmiernie zatłoczonych.</w:t>
      </w:r>
    </w:p>
    <w:p w:rsidR="00B066C2" w:rsidRPr="00935F4C" w:rsidRDefault="00B066C2" w:rsidP="00B066C2">
      <w:pPr>
        <w:spacing w:after="120"/>
        <w:ind w:left="1134" w:right="1134"/>
        <w:rPr>
          <w:lang w:val="pl-PL"/>
        </w:rPr>
      </w:pPr>
      <w:r w:rsidRPr="00935F4C">
        <w:rPr>
          <w:lang w:val="pl-PL"/>
        </w:rPr>
        <w:t>Mamy bardzo entuzjastyczny zespół.</w:t>
      </w:r>
    </w:p>
    <w:p w:rsidR="00B066C2" w:rsidRPr="00EC2BD1" w:rsidRDefault="00B066C2" w:rsidP="00B066C2">
      <w:pPr>
        <w:keepNext/>
        <w:spacing w:after="120"/>
        <w:ind w:left="1134" w:right="1134"/>
        <w:jc w:val="center"/>
        <w:rPr>
          <w:lang w:val="pl-PL"/>
        </w:rPr>
      </w:pPr>
      <w:bookmarkStart w:id="29" w:name="_Toc315265563"/>
      <w:bookmarkStart w:id="30" w:name="_Toc315265883"/>
      <w:bookmarkStart w:id="31" w:name="_Toc456777202"/>
      <w:r w:rsidRPr="00EC2BD1">
        <w:rPr>
          <w:lang w:val="pl-PL"/>
        </w:rPr>
        <w:lastRenderedPageBreak/>
        <w:t>Espagnol (d’Amérique)</w:t>
      </w:r>
      <w:bookmarkEnd w:id="28"/>
      <w:bookmarkEnd w:id="29"/>
      <w:bookmarkEnd w:id="30"/>
      <w:bookmarkEnd w:id="31"/>
    </w:p>
    <w:p w:rsidR="00B066C2" w:rsidRPr="00C62650" w:rsidRDefault="00B066C2" w:rsidP="00B066C2">
      <w:pPr>
        <w:keepNext/>
        <w:spacing w:after="120"/>
        <w:ind w:left="1134" w:right="1134"/>
        <w:rPr>
          <w:i/>
          <w:iCs/>
          <w:lang w:val="es-ES"/>
        </w:rPr>
      </w:pPr>
      <w:r w:rsidRPr="00C62650">
        <w:rPr>
          <w:i/>
          <w:iCs/>
          <w:lang w:val="es-ES"/>
        </w:rPr>
        <w:t>Femme 1 </w:t>
      </w:r>
      <w:r w:rsidRPr="00C62650">
        <w:rPr>
          <w:iCs/>
          <w:lang w:val="es-ES"/>
        </w:rPr>
        <w:t>:</w:t>
      </w:r>
    </w:p>
    <w:p w:rsidR="00B066C2" w:rsidRPr="00C62650" w:rsidRDefault="00B066C2" w:rsidP="00B066C2">
      <w:pPr>
        <w:spacing w:after="120"/>
        <w:ind w:left="1134" w:right="1134"/>
        <w:rPr>
          <w:lang w:val="es-ES"/>
        </w:rPr>
      </w:pPr>
      <w:r w:rsidRPr="00C62650">
        <w:rPr>
          <w:lang w:val="es-ES"/>
        </w:rPr>
        <w:t>No arroje basura a la calle.</w:t>
      </w:r>
    </w:p>
    <w:p w:rsidR="00B066C2" w:rsidRPr="00C62650" w:rsidRDefault="00B066C2" w:rsidP="00B066C2">
      <w:pPr>
        <w:spacing w:after="120"/>
        <w:ind w:left="1134" w:right="1134"/>
        <w:rPr>
          <w:lang w:val="es-ES"/>
        </w:rPr>
      </w:pPr>
      <w:r w:rsidRPr="00C62650">
        <w:rPr>
          <w:lang w:val="es-ES"/>
        </w:rPr>
        <w:t>Ellos quieren dos manzanas rojas.</w:t>
      </w:r>
    </w:p>
    <w:p w:rsidR="00B066C2" w:rsidRPr="00C62650" w:rsidRDefault="00B066C2" w:rsidP="00B066C2">
      <w:pPr>
        <w:spacing w:after="120"/>
        <w:ind w:left="1134" w:right="1134"/>
        <w:rPr>
          <w:i/>
          <w:iCs/>
          <w:lang w:val="es-ES"/>
        </w:rPr>
      </w:pPr>
      <w:r w:rsidRPr="00C62650">
        <w:rPr>
          <w:i/>
          <w:iCs/>
          <w:lang w:val="es-ES"/>
        </w:rPr>
        <w:t>Femme 2 </w:t>
      </w:r>
      <w:r w:rsidRPr="00C62650">
        <w:rPr>
          <w:iCs/>
          <w:lang w:val="es-ES"/>
        </w:rPr>
        <w:t>:</w:t>
      </w:r>
    </w:p>
    <w:p w:rsidR="00B066C2" w:rsidRPr="00C62650" w:rsidRDefault="00B066C2" w:rsidP="00B066C2">
      <w:pPr>
        <w:spacing w:after="120"/>
        <w:ind w:left="1134" w:right="1134"/>
        <w:rPr>
          <w:bCs/>
          <w:lang w:val="es-ES"/>
        </w:rPr>
      </w:pPr>
      <w:r w:rsidRPr="00C62650">
        <w:rPr>
          <w:lang w:val="es-ES"/>
        </w:rPr>
        <w:t>No cocinaban tan bien.</w:t>
      </w:r>
    </w:p>
    <w:p w:rsidR="00B066C2" w:rsidRPr="00C62650" w:rsidRDefault="00B066C2" w:rsidP="00B066C2">
      <w:pPr>
        <w:spacing w:after="120"/>
        <w:ind w:left="1134" w:right="1134"/>
        <w:rPr>
          <w:bCs/>
          <w:lang w:val="es-ES"/>
        </w:rPr>
      </w:pPr>
      <w:r w:rsidRPr="00C62650">
        <w:rPr>
          <w:lang w:val="es-ES"/>
        </w:rPr>
        <w:t>Mi afeitadora afeita al ras.</w:t>
      </w:r>
    </w:p>
    <w:p w:rsidR="00B066C2" w:rsidRPr="00EC2BD1" w:rsidRDefault="00B066C2" w:rsidP="00B066C2">
      <w:pPr>
        <w:spacing w:after="120"/>
        <w:ind w:left="1134" w:right="1134"/>
        <w:rPr>
          <w:i/>
          <w:iCs/>
          <w:lang w:val="es-ES"/>
        </w:rPr>
      </w:pPr>
      <w:r w:rsidRPr="00EC2BD1">
        <w:rPr>
          <w:i/>
          <w:iCs/>
          <w:lang w:val="es-ES"/>
        </w:rPr>
        <w:t>Homme 1 </w:t>
      </w:r>
      <w:r w:rsidRPr="00EC2BD1">
        <w:rPr>
          <w:iCs/>
          <w:lang w:val="es-ES"/>
        </w:rPr>
        <w:t>:</w:t>
      </w:r>
    </w:p>
    <w:p w:rsidR="00B066C2" w:rsidRPr="00C62650" w:rsidRDefault="00B066C2" w:rsidP="00B066C2">
      <w:pPr>
        <w:spacing w:after="120"/>
        <w:ind w:left="1134" w:right="1134"/>
        <w:rPr>
          <w:bCs/>
          <w:lang w:val="es-ES"/>
        </w:rPr>
      </w:pPr>
      <w:r w:rsidRPr="00935F4C">
        <w:rPr>
          <w:lang w:val="es-419"/>
        </w:rPr>
        <w:t xml:space="preserve">Vé </w:t>
      </w:r>
      <w:r w:rsidRPr="00C62650">
        <w:rPr>
          <w:lang w:val="es-ES"/>
        </w:rPr>
        <w:t>y siéntate en la cama.</w:t>
      </w:r>
    </w:p>
    <w:p w:rsidR="00B066C2" w:rsidRPr="00C62650" w:rsidRDefault="00B066C2" w:rsidP="00B066C2">
      <w:pPr>
        <w:spacing w:after="120"/>
        <w:ind w:left="1134" w:right="1134"/>
        <w:rPr>
          <w:bCs/>
          <w:lang w:val="es-ES"/>
        </w:rPr>
      </w:pPr>
      <w:r w:rsidRPr="00C62650">
        <w:rPr>
          <w:lang w:val="es-ES"/>
        </w:rPr>
        <w:t>El libro trata sobre trampas.</w:t>
      </w:r>
    </w:p>
    <w:p w:rsidR="00B066C2" w:rsidRPr="00EC2BD1" w:rsidRDefault="00B066C2" w:rsidP="00B066C2">
      <w:pPr>
        <w:spacing w:after="120"/>
        <w:ind w:left="1134" w:right="1134"/>
        <w:rPr>
          <w:i/>
          <w:iCs/>
          <w:lang w:val="es-ES"/>
        </w:rPr>
      </w:pPr>
      <w:r w:rsidRPr="00EC2BD1">
        <w:rPr>
          <w:i/>
          <w:iCs/>
          <w:lang w:val="es-ES"/>
        </w:rPr>
        <w:t>Homme 2 </w:t>
      </w:r>
      <w:r w:rsidRPr="00EC2BD1">
        <w:rPr>
          <w:iCs/>
          <w:lang w:val="es-ES"/>
        </w:rPr>
        <w:t>:</w:t>
      </w:r>
    </w:p>
    <w:p w:rsidR="00B066C2" w:rsidRPr="00C62650" w:rsidRDefault="00B066C2" w:rsidP="00B066C2">
      <w:pPr>
        <w:spacing w:after="120"/>
        <w:ind w:left="1134" w:right="1134"/>
        <w:rPr>
          <w:lang w:val="es-ES"/>
        </w:rPr>
      </w:pPr>
      <w:r w:rsidRPr="00C62650">
        <w:rPr>
          <w:lang w:val="es-ES"/>
        </w:rPr>
        <w:t>El trapeador se puso amarillo.</w:t>
      </w:r>
    </w:p>
    <w:p w:rsidR="00B066C2" w:rsidRPr="00C62650" w:rsidRDefault="00B066C2" w:rsidP="00B066C2">
      <w:pPr>
        <w:spacing w:after="120"/>
        <w:ind w:left="1134" w:right="1134"/>
        <w:rPr>
          <w:lang w:val="es-ES"/>
        </w:rPr>
      </w:pPr>
      <w:r w:rsidRPr="00C62650">
        <w:rPr>
          <w:lang w:val="es-ES"/>
        </w:rPr>
        <w:t>El fuego consumió el papel.</w:t>
      </w:r>
    </w:p>
    <w:p w:rsidR="00B066C2" w:rsidRPr="00C62650" w:rsidRDefault="00B066C2" w:rsidP="00B066C2">
      <w:pPr>
        <w:spacing w:after="120"/>
        <w:ind w:left="1134" w:right="1134"/>
        <w:jc w:val="center"/>
        <w:rPr>
          <w:lang w:val="ru-RU"/>
        </w:rPr>
      </w:pPr>
      <w:r w:rsidRPr="00C62650">
        <w:t>Russe</w:t>
      </w:r>
    </w:p>
    <w:p w:rsidR="00B066C2" w:rsidRPr="00C62650" w:rsidRDefault="00B066C2" w:rsidP="00B066C2">
      <w:pPr>
        <w:spacing w:after="120"/>
        <w:ind w:left="1134" w:right="1134"/>
        <w:rPr>
          <w:lang w:val="ru-RU"/>
        </w:rPr>
      </w:pPr>
      <w:r w:rsidRPr="00C62650">
        <w:rPr>
          <w:i/>
          <w:iCs/>
        </w:rPr>
        <w:t>Femme</w:t>
      </w:r>
      <w:r w:rsidRPr="00C62650">
        <w:rPr>
          <w:i/>
          <w:iCs/>
          <w:lang w:val="ru-RU"/>
        </w:rPr>
        <w:t xml:space="preserve"> 1</w:t>
      </w:r>
      <w:r w:rsidRPr="00C62650">
        <w:rPr>
          <w:i/>
          <w:iCs/>
        </w:rPr>
        <w:t> </w:t>
      </w:r>
      <w:r w:rsidRPr="00C62650">
        <w:rPr>
          <w:iCs/>
          <w:lang w:val="ru-RU"/>
        </w:rPr>
        <w:t>:</w:t>
      </w:r>
    </w:p>
    <w:p w:rsidR="00B066C2" w:rsidRPr="00C62650" w:rsidRDefault="00B066C2" w:rsidP="00B066C2">
      <w:pPr>
        <w:spacing w:after="120"/>
        <w:ind w:left="1134" w:right="1134"/>
        <w:rPr>
          <w:lang w:val="ru-RU"/>
        </w:rPr>
      </w:pPr>
      <w:r w:rsidRPr="00C62650">
        <w:rPr>
          <w:lang w:val="ru-RU"/>
        </w:rPr>
        <w:t>Если хочешь быть здоров, советует Татьяна Илье, /чисть зубы пастой «</w:t>
      </w:r>
      <w:r>
        <w:t> </w:t>
      </w:r>
      <w:r w:rsidRPr="00C62650">
        <w:rPr>
          <w:lang w:val="ru-RU"/>
        </w:rPr>
        <w:t>Жемчуг</w:t>
      </w:r>
      <w:r>
        <w:t> </w:t>
      </w:r>
      <w:r w:rsidRPr="00C62650">
        <w:rPr>
          <w:lang w:val="ru-RU"/>
        </w:rPr>
        <w:t>»</w:t>
      </w:r>
      <w:r>
        <w:t> </w:t>
      </w:r>
      <w:r w:rsidRPr="00C62650">
        <w:rPr>
          <w:lang w:val="ru-RU"/>
        </w:rPr>
        <w:t>!</w:t>
      </w:r>
    </w:p>
    <w:p w:rsidR="00B066C2" w:rsidRPr="00935F4C" w:rsidRDefault="00B066C2" w:rsidP="00B066C2">
      <w:pPr>
        <w:spacing w:after="120"/>
        <w:ind w:left="1134" w:right="1134"/>
        <w:rPr>
          <w:lang w:val="ru-RU"/>
        </w:rPr>
      </w:pPr>
      <w:r w:rsidRPr="00935F4C">
        <w:rPr>
          <w:lang w:val="ru-RU"/>
        </w:rPr>
        <w:t>Esli hochesh’ byt’ zdorov, sovetuet Tatyana Ilye, /chis’t’ zuby pastoj « Zhemchug »</w:t>
      </w:r>
    </w:p>
    <w:p w:rsidR="00B066C2" w:rsidRPr="00C62650" w:rsidRDefault="00B066C2" w:rsidP="00B066C2">
      <w:pPr>
        <w:spacing w:after="120"/>
        <w:ind w:left="1134" w:right="1134"/>
        <w:rPr>
          <w:lang w:val="ru-RU"/>
        </w:rPr>
      </w:pPr>
      <w:r w:rsidRPr="00C62650">
        <w:rPr>
          <w:lang w:val="ru-RU"/>
        </w:rPr>
        <w:t>Вчера на Московском заводе малолитражных автомобилей состоялось собрание молодежи</w:t>
      </w:r>
    </w:p>
    <w:p w:rsidR="00B066C2" w:rsidRPr="00935F4C" w:rsidRDefault="00B066C2" w:rsidP="00B066C2">
      <w:pPr>
        <w:spacing w:after="120"/>
        <w:ind w:left="1134" w:right="1134"/>
        <w:rPr>
          <w:lang w:val="ru-RU"/>
        </w:rPr>
      </w:pPr>
      <w:r w:rsidRPr="00935F4C">
        <w:rPr>
          <w:lang w:val="ru-RU"/>
        </w:rPr>
        <w:t>Vchera na Moskovskom zavode malolitrazhnyh avtomobilej sostoyalos’ sobranie molodezhi.</w:t>
      </w:r>
    </w:p>
    <w:p w:rsidR="00B066C2" w:rsidRPr="00C62650" w:rsidRDefault="00B066C2" w:rsidP="00B066C2">
      <w:pPr>
        <w:spacing w:after="120"/>
        <w:ind w:left="1134" w:right="1134"/>
        <w:rPr>
          <w:lang w:val="ru-RU"/>
        </w:rPr>
      </w:pPr>
      <w:r w:rsidRPr="00C62650">
        <w:rPr>
          <w:i/>
          <w:iCs/>
        </w:rPr>
        <w:t>Femme</w:t>
      </w:r>
      <w:r w:rsidRPr="00C62650">
        <w:rPr>
          <w:i/>
          <w:iCs/>
          <w:lang w:val="ru-RU"/>
        </w:rPr>
        <w:t xml:space="preserve"> 2</w:t>
      </w:r>
      <w:r w:rsidRPr="00C62650">
        <w:rPr>
          <w:i/>
          <w:iCs/>
        </w:rPr>
        <w:t> </w:t>
      </w:r>
      <w:r w:rsidRPr="00C62650">
        <w:rPr>
          <w:iCs/>
          <w:lang w:val="ru-RU"/>
        </w:rPr>
        <w:t>:</w:t>
      </w:r>
    </w:p>
    <w:p w:rsidR="00B066C2" w:rsidRPr="00C62650" w:rsidRDefault="00B066C2" w:rsidP="00B066C2">
      <w:pPr>
        <w:spacing w:after="120"/>
        <w:ind w:left="1134" w:right="1134"/>
        <w:rPr>
          <w:lang w:val="ru-RU"/>
        </w:rPr>
      </w:pPr>
      <w:r w:rsidRPr="00C62650">
        <w:rPr>
          <w:lang w:val="ru-RU"/>
        </w:rPr>
        <w:t>В клумбах сочинской здравницы «</w:t>
      </w:r>
      <w:r>
        <w:t> </w:t>
      </w:r>
      <w:r w:rsidRPr="00C62650">
        <w:rPr>
          <w:lang w:val="ru-RU"/>
        </w:rPr>
        <w:t>Пуща</w:t>
      </w:r>
      <w:r>
        <w:t> </w:t>
      </w:r>
      <w:r w:rsidRPr="00C62650">
        <w:rPr>
          <w:lang w:val="ru-RU"/>
        </w:rPr>
        <w:t>», сообщает нам автоинспектор, /обожгли шихту.</w:t>
      </w:r>
    </w:p>
    <w:p w:rsidR="00B066C2" w:rsidRPr="00935F4C" w:rsidRDefault="00B066C2" w:rsidP="00B066C2">
      <w:pPr>
        <w:spacing w:after="120"/>
        <w:ind w:left="1134" w:right="1134"/>
        <w:rPr>
          <w:lang w:val="ru-RU"/>
        </w:rPr>
      </w:pPr>
      <w:r w:rsidRPr="00935F4C">
        <w:rPr>
          <w:lang w:val="ru-RU"/>
        </w:rPr>
        <w:t xml:space="preserve">V klumbah sochinskoj zdravnitsy « Puscha », soobschaet nam avtoinspektor, /obozhgli shihtu. </w:t>
      </w:r>
    </w:p>
    <w:p w:rsidR="00B066C2" w:rsidRPr="00C62650" w:rsidRDefault="00B066C2" w:rsidP="00B066C2">
      <w:pPr>
        <w:spacing w:after="120"/>
        <w:ind w:left="1134" w:right="1134"/>
        <w:rPr>
          <w:lang w:val="ru-RU"/>
        </w:rPr>
      </w:pPr>
      <w:r w:rsidRPr="00C62650">
        <w:rPr>
          <w:lang w:val="ru-RU"/>
        </w:rPr>
        <w:t xml:space="preserve">Тропический какаду </w:t>
      </w:r>
      <w:r w:rsidRPr="00A478A1">
        <w:rPr>
          <w:lang w:val="ru-RU"/>
        </w:rPr>
        <w:t>−</w:t>
      </w:r>
      <w:r w:rsidRPr="00C62650">
        <w:rPr>
          <w:lang w:val="ru-RU"/>
        </w:rPr>
        <w:t xml:space="preserve"> это крупный попугай</w:t>
      </w:r>
      <w:r>
        <w:t> </w:t>
      </w:r>
      <w:r w:rsidRPr="00C62650">
        <w:rPr>
          <w:lang w:val="ru-RU"/>
        </w:rPr>
        <w:t>? /ты не злословишь</w:t>
      </w:r>
      <w:r>
        <w:t> </w:t>
      </w:r>
      <w:r w:rsidRPr="00C62650">
        <w:rPr>
          <w:lang w:val="ru-RU"/>
        </w:rPr>
        <w:t>?</w:t>
      </w:r>
    </w:p>
    <w:p w:rsidR="00B066C2" w:rsidRPr="00935F4C" w:rsidRDefault="00B066C2" w:rsidP="00B066C2">
      <w:pPr>
        <w:spacing w:after="120"/>
        <w:ind w:left="1134" w:right="1134"/>
        <w:rPr>
          <w:lang w:val="ru-RU"/>
        </w:rPr>
      </w:pPr>
      <w:r w:rsidRPr="00935F4C">
        <w:rPr>
          <w:lang w:val="ru-RU"/>
        </w:rPr>
        <w:t>Tropichesky kakadu − eto krupnyj popugaj ?/ty ne zloslovish’ ?</w:t>
      </w:r>
    </w:p>
    <w:p w:rsidR="00B066C2" w:rsidRPr="00C62650" w:rsidRDefault="00B066C2" w:rsidP="00B066C2">
      <w:pPr>
        <w:spacing w:after="120"/>
        <w:ind w:left="1134" w:right="1134"/>
        <w:rPr>
          <w:lang w:val="ru-RU"/>
        </w:rPr>
      </w:pPr>
      <w:r w:rsidRPr="00C62650">
        <w:rPr>
          <w:i/>
          <w:iCs/>
        </w:rPr>
        <w:t>Homme</w:t>
      </w:r>
      <w:r w:rsidRPr="00C62650">
        <w:rPr>
          <w:i/>
          <w:iCs/>
          <w:lang w:val="ru-RU"/>
        </w:rPr>
        <w:t xml:space="preserve"> 1</w:t>
      </w:r>
      <w:r w:rsidRPr="00C62650">
        <w:rPr>
          <w:i/>
          <w:iCs/>
        </w:rPr>
        <w:t> </w:t>
      </w:r>
      <w:r w:rsidRPr="00C62650">
        <w:rPr>
          <w:iCs/>
          <w:lang w:val="ru-RU"/>
        </w:rPr>
        <w:t>:</w:t>
      </w:r>
    </w:p>
    <w:p w:rsidR="00B066C2" w:rsidRPr="00C62650" w:rsidRDefault="00B066C2" w:rsidP="00B066C2">
      <w:pPr>
        <w:spacing w:after="120"/>
        <w:ind w:left="1134" w:right="1134"/>
        <w:rPr>
          <w:lang w:val="ru-RU"/>
        </w:rPr>
      </w:pPr>
      <w:r w:rsidRPr="00C62650">
        <w:rPr>
          <w:lang w:val="ru-RU"/>
        </w:rPr>
        <w:t>Актеры и актрисы драматического театра /часто покупают в этой аптеке антибиотики.</w:t>
      </w:r>
    </w:p>
    <w:p w:rsidR="00B066C2" w:rsidRPr="00935F4C" w:rsidRDefault="00B066C2" w:rsidP="00B066C2">
      <w:pPr>
        <w:spacing w:after="120"/>
        <w:ind w:left="1134" w:right="1134"/>
        <w:rPr>
          <w:lang w:val="ru-RU"/>
        </w:rPr>
      </w:pPr>
      <w:r w:rsidRPr="00935F4C">
        <w:rPr>
          <w:lang w:val="ru-RU"/>
        </w:rPr>
        <w:t>Aktery I aktrisy dramaticheskogo teatra /chasto pokupayut v etoj apteke antIbiotiki.</w:t>
      </w:r>
    </w:p>
    <w:p w:rsidR="00B066C2" w:rsidRPr="00C62650" w:rsidRDefault="00B066C2" w:rsidP="00B066C2">
      <w:pPr>
        <w:spacing w:after="120"/>
        <w:ind w:left="1134" w:right="1134"/>
        <w:rPr>
          <w:lang w:val="ru-RU"/>
        </w:rPr>
      </w:pPr>
      <w:r w:rsidRPr="00C62650">
        <w:rPr>
          <w:lang w:val="ru-RU"/>
        </w:rPr>
        <w:t>Нам с вами сидеть и обсуждать эти слухи некогда</w:t>
      </w:r>
      <w:r>
        <w:t> </w:t>
      </w:r>
      <w:r w:rsidRPr="00C62650">
        <w:rPr>
          <w:lang w:val="ru-RU"/>
        </w:rPr>
        <w:t>!</w:t>
      </w:r>
    </w:p>
    <w:p w:rsidR="00B066C2" w:rsidRPr="00EC2BD1" w:rsidRDefault="00B066C2" w:rsidP="00B066C2">
      <w:pPr>
        <w:spacing w:after="120"/>
        <w:ind w:left="1134" w:right="1134"/>
        <w:rPr>
          <w:lang w:val="en-US"/>
        </w:rPr>
      </w:pPr>
      <w:r w:rsidRPr="00EC2BD1">
        <w:rPr>
          <w:lang w:val="en-US"/>
        </w:rPr>
        <w:t>Nam s vami sidet’ I obsuzhdat’ eti sluhi nekogda</w:t>
      </w:r>
    </w:p>
    <w:p w:rsidR="00B066C2" w:rsidRPr="00C62650" w:rsidRDefault="00B066C2" w:rsidP="00B066C2">
      <w:pPr>
        <w:spacing w:after="120"/>
        <w:ind w:left="1134" w:right="1134"/>
        <w:rPr>
          <w:lang w:val="ru-RU"/>
        </w:rPr>
      </w:pPr>
      <w:r w:rsidRPr="00C62650">
        <w:rPr>
          <w:i/>
          <w:iCs/>
        </w:rPr>
        <w:t>Homme</w:t>
      </w:r>
      <w:r w:rsidRPr="00C62650">
        <w:rPr>
          <w:i/>
          <w:iCs/>
          <w:lang w:val="ru-RU"/>
        </w:rPr>
        <w:t xml:space="preserve"> 2</w:t>
      </w:r>
      <w:r w:rsidRPr="00C62650">
        <w:rPr>
          <w:i/>
          <w:iCs/>
        </w:rPr>
        <w:t> </w:t>
      </w:r>
      <w:r w:rsidRPr="00C62650">
        <w:rPr>
          <w:iCs/>
          <w:lang w:val="ru-RU"/>
        </w:rPr>
        <w:t>:</w:t>
      </w:r>
    </w:p>
    <w:p w:rsidR="00B066C2" w:rsidRPr="00C62650" w:rsidRDefault="00B066C2" w:rsidP="00B066C2">
      <w:pPr>
        <w:spacing w:after="120"/>
        <w:ind w:left="1134" w:right="1134"/>
        <w:rPr>
          <w:lang w:val="ru-RU"/>
        </w:rPr>
      </w:pPr>
      <w:r w:rsidRPr="00C62650">
        <w:rPr>
          <w:lang w:val="ru-RU"/>
        </w:rPr>
        <w:t>Так ты считаешь, что техникой мы обеспечены на весь сезон</w:t>
      </w:r>
      <w:r>
        <w:t> </w:t>
      </w:r>
      <w:r w:rsidRPr="00C62650">
        <w:rPr>
          <w:lang w:val="ru-RU"/>
        </w:rPr>
        <w:t>?</w:t>
      </w:r>
    </w:p>
    <w:p w:rsidR="00B066C2" w:rsidRPr="00EC2BD1" w:rsidRDefault="00B066C2" w:rsidP="00B066C2">
      <w:pPr>
        <w:spacing w:after="120"/>
        <w:ind w:left="1134" w:right="1134"/>
        <w:rPr>
          <w:lang w:val="en-US"/>
        </w:rPr>
      </w:pPr>
      <w:r w:rsidRPr="00EC2BD1">
        <w:rPr>
          <w:lang w:val="en-US"/>
        </w:rPr>
        <w:t>Tak ty schitaesh, shto tehnikoj my obespecheny na ves’ sezon ?</w:t>
      </w:r>
    </w:p>
    <w:p w:rsidR="00B066C2" w:rsidRPr="00C62650" w:rsidRDefault="00B066C2" w:rsidP="00B066C2">
      <w:pPr>
        <w:spacing w:after="120"/>
        <w:ind w:left="1134" w:right="1134"/>
        <w:rPr>
          <w:lang w:val="ru-RU"/>
        </w:rPr>
      </w:pPr>
      <w:r w:rsidRPr="00C62650">
        <w:rPr>
          <w:lang w:val="ru-RU"/>
        </w:rPr>
        <w:t>Раз. Эти жирные сазаны ушли под палубу.</w:t>
      </w:r>
    </w:p>
    <w:p w:rsidR="00B066C2" w:rsidRPr="00935F4C" w:rsidRDefault="00B066C2" w:rsidP="00B066C2">
      <w:pPr>
        <w:spacing w:after="120"/>
        <w:ind w:left="1134" w:right="1134"/>
        <w:rPr>
          <w:lang w:val="ru-RU"/>
        </w:rPr>
      </w:pPr>
      <w:r w:rsidRPr="00935F4C">
        <w:rPr>
          <w:lang w:val="ru-RU"/>
        </w:rPr>
        <w:t>Raz. Eti zhirnye sazany ushli pod palubu.</w:t>
      </w:r>
    </w:p>
    <w:p w:rsidR="00B066C2" w:rsidRPr="00C62650" w:rsidRDefault="00B066C2" w:rsidP="00B066C2">
      <w:pPr>
        <w:keepNext/>
        <w:spacing w:after="120"/>
        <w:ind w:left="1134" w:right="1134"/>
        <w:jc w:val="center"/>
      </w:pPr>
      <w:r w:rsidRPr="00C62650">
        <w:lastRenderedPageBreak/>
        <w:t>Coréen</w:t>
      </w:r>
    </w:p>
    <w:p w:rsidR="00B066C2" w:rsidRPr="00C62650" w:rsidRDefault="00B066C2" w:rsidP="00B066C2">
      <w:pPr>
        <w:keepNext/>
        <w:spacing w:after="120"/>
        <w:ind w:left="1134" w:right="1134"/>
        <w:rPr>
          <w:i/>
          <w:iCs/>
        </w:rPr>
      </w:pPr>
      <w:r w:rsidRPr="00C62650">
        <w:rPr>
          <w:i/>
          <w:iCs/>
        </w:rPr>
        <w:t>Femme 1 </w:t>
      </w:r>
      <w:r w:rsidRPr="00C62650">
        <w:rPr>
          <w:iCs/>
        </w:rPr>
        <w:t>:</w:t>
      </w:r>
    </w:p>
    <w:p w:rsidR="00B066C2" w:rsidRPr="00C62650" w:rsidRDefault="00B066C2" w:rsidP="00B066C2">
      <w:pPr>
        <w:spacing w:after="120"/>
        <w:ind w:left="1134" w:right="1134"/>
        <w:rPr>
          <w:lang w:eastAsia="ko-KR"/>
        </w:rPr>
      </w:pPr>
      <w:r w:rsidRPr="00C62650">
        <w:rPr>
          <w:rFonts w:eastAsia="Malgun Gothic" w:hint="eastAsia"/>
          <w:lang w:eastAsia="ko-KR"/>
        </w:rPr>
        <w:t>어린이는</w:t>
      </w:r>
      <w:r w:rsidRPr="00C62650">
        <w:rPr>
          <w:rFonts w:hint="eastAsia"/>
          <w:lang w:eastAsia="ko-KR"/>
        </w:rPr>
        <w:t xml:space="preserve"> </w:t>
      </w:r>
      <w:r w:rsidRPr="00C62650">
        <w:rPr>
          <w:rFonts w:eastAsia="Malgun Gothic" w:hint="eastAsia"/>
          <w:lang w:eastAsia="ko-KR"/>
        </w:rPr>
        <w:t>세상의</w:t>
      </w:r>
      <w:r w:rsidRPr="00C62650">
        <w:rPr>
          <w:rFonts w:hint="eastAsia"/>
          <w:lang w:eastAsia="ko-KR"/>
        </w:rPr>
        <w:t xml:space="preserve"> </w:t>
      </w:r>
      <w:r w:rsidRPr="00C62650">
        <w:rPr>
          <w:rFonts w:eastAsia="Malgun Gothic" w:hint="eastAsia"/>
          <w:lang w:eastAsia="ko-KR"/>
        </w:rPr>
        <w:t>미래입니다</w:t>
      </w:r>
      <w:r w:rsidRPr="00C62650">
        <w:rPr>
          <w:rFonts w:hint="eastAsia"/>
          <w:lang w:eastAsia="ko-KR"/>
        </w:rPr>
        <w:t>.</w:t>
      </w:r>
    </w:p>
    <w:p w:rsidR="00B066C2" w:rsidRPr="00FE5703" w:rsidRDefault="00B066C2" w:rsidP="00B066C2">
      <w:pPr>
        <w:spacing w:after="120"/>
        <w:ind w:left="1134" w:right="1134"/>
        <w:rPr>
          <w:lang w:val="it-IT"/>
        </w:rPr>
      </w:pPr>
      <w:r w:rsidRPr="00FE5703">
        <w:rPr>
          <w:lang w:val="it-IT"/>
        </w:rPr>
        <w:t>Eorini neun sesang ui mirae ipnida</w:t>
      </w:r>
    </w:p>
    <w:p w:rsidR="00B066C2" w:rsidRPr="00FE5703" w:rsidRDefault="00B066C2" w:rsidP="00B066C2">
      <w:pPr>
        <w:spacing w:after="120"/>
        <w:ind w:left="1134" w:right="1134"/>
        <w:rPr>
          <w:lang w:val="it-IT" w:eastAsia="ko-KR"/>
        </w:rPr>
      </w:pPr>
      <w:r w:rsidRPr="00C62650">
        <w:rPr>
          <w:rFonts w:eastAsia="Malgun Gothic" w:hint="eastAsia"/>
          <w:lang w:eastAsia="ko-KR"/>
        </w:rPr>
        <w:t>우리의</w:t>
      </w:r>
      <w:r w:rsidRPr="00FE5703">
        <w:rPr>
          <w:rFonts w:hint="eastAsia"/>
          <w:lang w:val="it-IT" w:eastAsia="ko-KR"/>
        </w:rPr>
        <w:t xml:space="preserve"> </w:t>
      </w:r>
      <w:r w:rsidRPr="00C62650">
        <w:rPr>
          <w:rFonts w:eastAsia="Malgun Gothic" w:hint="eastAsia"/>
          <w:lang w:eastAsia="ko-KR"/>
        </w:rPr>
        <w:t>얼굴은</w:t>
      </w:r>
      <w:r w:rsidRPr="00FE5703">
        <w:rPr>
          <w:rFonts w:hint="eastAsia"/>
          <w:lang w:val="it-IT" w:eastAsia="ko-KR"/>
        </w:rPr>
        <w:t xml:space="preserve"> </w:t>
      </w:r>
      <w:r w:rsidRPr="00C62650">
        <w:rPr>
          <w:rFonts w:eastAsia="Malgun Gothic" w:hint="eastAsia"/>
          <w:lang w:eastAsia="ko-KR"/>
        </w:rPr>
        <w:t>남의</w:t>
      </w:r>
      <w:r w:rsidRPr="00FE5703">
        <w:rPr>
          <w:rFonts w:hint="eastAsia"/>
          <w:lang w:val="it-IT" w:eastAsia="ko-KR"/>
        </w:rPr>
        <w:t xml:space="preserve"> </w:t>
      </w:r>
      <w:r w:rsidRPr="00C62650">
        <w:rPr>
          <w:rFonts w:eastAsia="Malgun Gothic" w:hint="eastAsia"/>
          <w:lang w:eastAsia="ko-KR"/>
        </w:rPr>
        <w:t>것입니다</w:t>
      </w:r>
      <w:r w:rsidRPr="00FE5703">
        <w:rPr>
          <w:rFonts w:hint="eastAsia"/>
          <w:lang w:val="it-IT" w:eastAsia="ko-KR"/>
        </w:rPr>
        <w:t>.</w:t>
      </w:r>
    </w:p>
    <w:p w:rsidR="00B066C2" w:rsidRPr="00FE5703" w:rsidRDefault="00B066C2" w:rsidP="00B066C2">
      <w:pPr>
        <w:spacing w:after="120"/>
        <w:ind w:left="1134" w:right="1134"/>
        <w:rPr>
          <w:lang w:val="it-IT"/>
        </w:rPr>
      </w:pPr>
      <w:r w:rsidRPr="00FE5703">
        <w:rPr>
          <w:lang w:val="it-IT"/>
        </w:rPr>
        <w:t xml:space="preserve">Uri ui eolgul eun nam ui geo ipnida </w:t>
      </w:r>
    </w:p>
    <w:p w:rsidR="00B066C2" w:rsidRPr="00FE5703" w:rsidRDefault="00B066C2" w:rsidP="00B066C2">
      <w:pPr>
        <w:spacing w:after="120"/>
        <w:ind w:left="1134" w:right="1134"/>
        <w:rPr>
          <w:i/>
          <w:iCs/>
          <w:lang w:val="it-IT"/>
        </w:rPr>
      </w:pPr>
      <w:r w:rsidRPr="00FE5703">
        <w:rPr>
          <w:i/>
          <w:iCs/>
          <w:lang w:val="it-IT"/>
        </w:rPr>
        <w:t>Femme 2 </w:t>
      </w:r>
      <w:r w:rsidRPr="00FE5703">
        <w:rPr>
          <w:iCs/>
          <w:lang w:val="it-IT"/>
        </w:rPr>
        <w:t>:</w:t>
      </w:r>
    </w:p>
    <w:p w:rsidR="00B066C2" w:rsidRPr="00FE5703" w:rsidRDefault="00B066C2" w:rsidP="00B066C2">
      <w:pPr>
        <w:spacing w:after="120"/>
        <w:ind w:left="1134" w:right="1134"/>
        <w:rPr>
          <w:lang w:val="it-IT" w:eastAsia="ko-KR"/>
        </w:rPr>
      </w:pPr>
      <w:r w:rsidRPr="00C62650">
        <w:rPr>
          <w:rFonts w:eastAsia="Malgun Gothic" w:hint="eastAsia"/>
          <w:lang w:eastAsia="ko-KR"/>
        </w:rPr>
        <w:t>독서는</w:t>
      </w:r>
      <w:r w:rsidRPr="00FE5703">
        <w:rPr>
          <w:rFonts w:hint="eastAsia"/>
          <w:lang w:val="it-IT" w:eastAsia="ko-KR"/>
        </w:rPr>
        <w:t xml:space="preserve"> </w:t>
      </w:r>
      <w:r w:rsidRPr="00C62650">
        <w:rPr>
          <w:rFonts w:eastAsia="Malgun Gothic" w:hint="eastAsia"/>
          <w:lang w:eastAsia="ko-KR"/>
        </w:rPr>
        <w:t>마음의</w:t>
      </w:r>
      <w:r w:rsidRPr="00FE5703">
        <w:rPr>
          <w:rFonts w:hint="eastAsia"/>
          <w:lang w:val="it-IT" w:eastAsia="ko-KR"/>
        </w:rPr>
        <w:t xml:space="preserve"> </w:t>
      </w:r>
      <w:r w:rsidRPr="00C62650">
        <w:rPr>
          <w:rFonts w:eastAsia="Malgun Gothic" w:hint="eastAsia"/>
          <w:lang w:eastAsia="ko-KR"/>
        </w:rPr>
        <w:t>양식입니다</w:t>
      </w:r>
      <w:r w:rsidRPr="00FE5703">
        <w:rPr>
          <w:rFonts w:hint="eastAsia"/>
          <w:lang w:val="it-IT" w:eastAsia="ko-KR"/>
        </w:rPr>
        <w:t>.</w:t>
      </w:r>
    </w:p>
    <w:p w:rsidR="00B066C2" w:rsidRPr="00FE5703" w:rsidRDefault="00B066C2" w:rsidP="00B066C2">
      <w:pPr>
        <w:spacing w:after="120"/>
        <w:ind w:left="1134" w:right="1134"/>
        <w:rPr>
          <w:lang w:val="it-IT"/>
        </w:rPr>
      </w:pPr>
      <w:r w:rsidRPr="00FE5703">
        <w:rPr>
          <w:lang w:val="it-IT"/>
        </w:rPr>
        <w:t>Dokseo neun maeum neun yangsik ipnida</w:t>
      </w:r>
    </w:p>
    <w:p w:rsidR="00B066C2" w:rsidRPr="00FE5703" w:rsidRDefault="00B066C2" w:rsidP="00B066C2">
      <w:pPr>
        <w:spacing w:after="120"/>
        <w:ind w:left="1134" w:right="1134"/>
        <w:rPr>
          <w:lang w:val="it-IT" w:eastAsia="ko-KR"/>
        </w:rPr>
      </w:pPr>
      <w:r w:rsidRPr="00C62650">
        <w:rPr>
          <w:rFonts w:eastAsia="Malgun Gothic" w:hint="eastAsia"/>
          <w:lang w:eastAsia="ko-KR"/>
        </w:rPr>
        <w:t>인간의</w:t>
      </w:r>
      <w:r w:rsidRPr="00FE5703">
        <w:rPr>
          <w:rFonts w:hint="eastAsia"/>
          <w:lang w:val="it-IT" w:eastAsia="ko-KR"/>
        </w:rPr>
        <w:t xml:space="preserve"> </w:t>
      </w:r>
      <w:r w:rsidRPr="00C62650">
        <w:rPr>
          <w:rFonts w:eastAsia="Malgun Gothic" w:hint="eastAsia"/>
          <w:lang w:eastAsia="ko-KR"/>
        </w:rPr>
        <w:t>가치는</w:t>
      </w:r>
      <w:r w:rsidRPr="00FE5703">
        <w:rPr>
          <w:rFonts w:hint="eastAsia"/>
          <w:lang w:val="it-IT" w:eastAsia="ko-KR"/>
        </w:rPr>
        <w:t xml:space="preserve"> </w:t>
      </w:r>
      <w:r w:rsidRPr="00C62650">
        <w:rPr>
          <w:rFonts w:eastAsia="Malgun Gothic" w:hint="eastAsia"/>
          <w:lang w:eastAsia="ko-KR"/>
        </w:rPr>
        <w:t>지식을</w:t>
      </w:r>
      <w:r w:rsidRPr="00FE5703">
        <w:rPr>
          <w:rFonts w:hint="eastAsia"/>
          <w:lang w:val="it-IT" w:eastAsia="ko-KR"/>
        </w:rPr>
        <w:t xml:space="preserve"> </w:t>
      </w:r>
      <w:r w:rsidRPr="00C62650">
        <w:rPr>
          <w:rFonts w:eastAsia="Malgun Gothic" w:hint="eastAsia"/>
          <w:lang w:eastAsia="ko-KR"/>
        </w:rPr>
        <w:t>어떻게</w:t>
      </w:r>
      <w:r w:rsidRPr="00FE5703">
        <w:rPr>
          <w:rFonts w:hint="eastAsia"/>
          <w:lang w:val="it-IT" w:eastAsia="ko-KR"/>
        </w:rPr>
        <w:t xml:space="preserve"> </w:t>
      </w:r>
      <w:r w:rsidRPr="00C62650">
        <w:rPr>
          <w:rFonts w:eastAsia="Malgun Gothic" w:hint="eastAsia"/>
          <w:lang w:eastAsia="ko-KR"/>
        </w:rPr>
        <w:t>활용</w:t>
      </w:r>
      <w:r w:rsidRPr="00FE5703">
        <w:rPr>
          <w:rFonts w:hint="eastAsia"/>
          <w:lang w:val="it-IT" w:eastAsia="ko-KR"/>
        </w:rPr>
        <w:t xml:space="preserve"> </w:t>
      </w:r>
      <w:r w:rsidRPr="00C62650">
        <w:rPr>
          <w:rFonts w:eastAsia="Malgun Gothic" w:hint="eastAsia"/>
          <w:lang w:eastAsia="ko-KR"/>
        </w:rPr>
        <w:t>하느냐에</w:t>
      </w:r>
      <w:r w:rsidRPr="00FE5703">
        <w:rPr>
          <w:rFonts w:hint="eastAsia"/>
          <w:lang w:val="it-IT" w:eastAsia="ko-KR"/>
        </w:rPr>
        <w:t xml:space="preserve"> </w:t>
      </w:r>
      <w:r w:rsidRPr="00C62650">
        <w:rPr>
          <w:rFonts w:eastAsia="Malgun Gothic" w:hint="eastAsia"/>
          <w:lang w:eastAsia="ko-KR"/>
        </w:rPr>
        <w:t>따라</w:t>
      </w:r>
      <w:r w:rsidRPr="00FE5703">
        <w:rPr>
          <w:rFonts w:hint="eastAsia"/>
          <w:lang w:val="it-IT" w:eastAsia="ko-KR"/>
        </w:rPr>
        <w:t xml:space="preserve"> </w:t>
      </w:r>
      <w:r w:rsidRPr="00C62650">
        <w:rPr>
          <w:rFonts w:eastAsia="Malgun Gothic" w:hint="eastAsia"/>
          <w:lang w:eastAsia="ko-KR"/>
        </w:rPr>
        <w:t>달라집니다</w:t>
      </w:r>
      <w:r w:rsidRPr="00FE5703">
        <w:rPr>
          <w:rFonts w:hint="eastAsia"/>
          <w:lang w:val="it-IT" w:eastAsia="ko-KR"/>
        </w:rPr>
        <w:t>.</w:t>
      </w:r>
    </w:p>
    <w:p w:rsidR="00B066C2" w:rsidRPr="00FE5703" w:rsidRDefault="00B066C2" w:rsidP="00B066C2">
      <w:pPr>
        <w:spacing w:after="120"/>
        <w:ind w:left="1134" w:right="1134"/>
        <w:rPr>
          <w:i/>
          <w:iCs/>
          <w:lang w:val="it-IT"/>
        </w:rPr>
      </w:pPr>
      <w:r w:rsidRPr="00FE5703">
        <w:rPr>
          <w:lang w:val="it-IT"/>
        </w:rPr>
        <w:t>Ingan ui gachi neun jisik eul eotteoge whalyong haneunaae ddara dalra jipnida.</w:t>
      </w:r>
    </w:p>
    <w:p w:rsidR="00B066C2" w:rsidRPr="00FE5703" w:rsidRDefault="00B066C2" w:rsidP="00B066C2">
      <w:pPr>
        <w:spacing w:after="120"/>
        <w:ind w:left="1134" w:right="1134"/>
        <w:rPr>
          <w:i/>
          <w:iCs/>
          <w:lang w:val="it-IT"/>
        </w:rPr>
      </w:pPr>
      <w:r w:rsidRPr="00FE5703">
        <w:rPr>
          <w:i/>
          <w:iCs/>
          <w:lang w:val="it-IT"/>
        </w:rPr>
        <w:t>Homme 1 </w:t>
      </w:r>
      <w:r w:rsidRPr="00FE5703">
        <w:rPr>
          <w:iCs/>
          <w:lang w:val="it-IT"/>
        </w:rPr>
        <w:t>:</w:t>
      </w:r>
    </w:p>
    <w:p w:rsidR="00B066C2" w:rsidRPr="00FE5703" w:rsidRDefault="00B066C2" w:rsidP="00B066C2">
      <w:pPr>
        <w:spacing w:after="120"/>
        <w:ind w:left="1134" w:right="1134"/>
        <w:rPr>
          <w:lang w:val="it-IT" w:eastAsia="ko-KR"/>
        </w:rPr>
      </w:pPr>
      <w:r w:rsidRPr="00C62650">
        <w:rPr>
          <w:rFonts w:eastAsia="Malgun Gothic" w:hint="eastAsia"/>
          <w:lang w:eastAsia="ko-KR"/>
        </w:rPr>
        <w:t>행복은</w:t>
      </w:r>
      <w:r w:rsidRPr="00FE5703">
        <w:rPr>
          <w:rFonts w:hint="eastAsia"/>
          <w:lang w:val="it-IT" w:eastAsia="ko-KR"/>
        </w:rPr>
        <w:t xml:space="preserve"> </w:t>
      </w:r>
      <w:r w:rsidRPr="00C62650">
        <w:rPr>
          <w:rFonts w:eastAsia="Malgun Gothic" w:hint="eastAsia"/>
          <w:lang w:eastAsia="ko-KR"/>
        </w:rPr>
        <w:t>나부터</w:t>
      </w:r>
      <w:r w:rsidRPr="00FE5703">
        <w:rPr>
          <w:rFonts w:hint="eastAsia"/>
          <w:lang w:val="it-IT" w:eastAsia="ko-KR"/>
        </w:rPr>
        <w:t xml:space="preserve"> </w:t>
      </w:r>
      <w:r w:rsidRPr="00C62650">
        <w:rPr>
          <w:rFonts w:eastAsia="Malgun Gothic" w:hint="eastAsia"/>
          <w:lang w:eastAsia="ko-KR"/>
        </w:rPr>
        <w:t>시작됩니다</w:t>
      </w:r>
      <w:r w:rsidRPr="00FE5703">
        <w:rPr>
          <w:rFonts w:hint="eastAsia"/>
          <w:lang w:val="it-IT" w:eastAsia="ko-KR"/>
        </w:rPr>
        <w:t>.</w:t>
      </w:r>
    </w:p>
    <w:p w:rsidR="00B066C2" w:rsidRPr="00FE5703" w:rsidRDefault="00B066C2" w:rsidP="00B066C2">
      <w:pPr>
        <w:spacing w:after="120"/>
        <w:ind w:left="1134" w:right="1134"/>
        <w:rPr>
          <w:bCs/>
          <w:lang w:val="it-IT"/>
        </w:rPr>
      </w:pPr>
      <w:r w:rsidRPr="00FE5703">
        <w:rPr>
          <w:lang w:val="it-IT"/>
        </w:rPr>
        <w:t>Haenguk eun na butteo sijak doebnida</w:t>
      </w:r>
    </w:p>
    <w:p w:rsidR="00B066C2" w:rsidRPr="00FE5703" w:rsidRDefault="00B066C2" w:rsidP="00B066C2">
      <w:pPr>
        <w:spacing w:after="120"/>
        <w:ind w:left="1134" w:right="1134"/>
        <w:rPr>
          <w:lang w:val="it-IT" w:eastAsia="ko-KR"/>
        </w:rPr>
      </w:pPr>
      <w:r w:rsidRPr="00C62650">
        <w:rPr>
          <w:rFonts w:eastAsia="Malgun Gothic" w:hint="eastAsia"/>
          <w:lang w:eastAsia="ko-KR"/>
        </w:rPr>
        <w:t>지금</w:t>
      </w:r>
      <w:r w:rsidRPr="00FE5703">
        <w:rPr>
          <w:rFonts w:hint="eastAsia"/>
          <w:lang w:val="it-IT" w:eastAsia="ko-KR"/>
        </w:rPr>
        <w:t xml:space="preserve"> </w:t>
      </w:r>
      <w:r w:rsidRPr="00C62650">
        <w:rPr>
          <w:rFonts w:eastAsia="Malgun Gothic" w:hint="eastAsia"/>
          <w:lang w:eastAsia="ko-KR"/>
        </w:rPr>
        <w:t>순간이</w:t>
      </w:r>
      <w:r w:rsidRPr="00FE5703">
        <w:rPr>
          <w:rFonts w:hint="eastAsia"/>
          <w:lang w:val="it-IT" w:eastAsia="ko-KR"/>
        </w:rPr>
        <w:t xml:space="preserve"> </w:t>
      </w:r>
      <w:r w:rsidRPr="00C62650">
        <w:rPr>
          <w:rFonts w:eastAsia="Malgun Gothic" w:hint="eastAsia"/>
          <w:lang w:eastAsia="ko-KR"/>
        </w:rPr>
        <w:t>나에게는</w:t>
      </w:r>
      <w:r w:rsidRPr="00FE5703">
        <w:rPr>
          <w:rFonts w:hint="eastAsia"/>
          <w:lang w:val="it-IT" w:eastAsia="ko-KR"/>
        </w:rPr>
        <w:t xml:space="preserve"> </w:t>
      </w:r>
      <w:r w:rsidRPr="00C62650">
        <w:rPr>
          <w:rFonts w:eastAsia="Malgun Gothic" w:hint="eastAsia"/>
          <w:lang w:eastAsia="ko-KR"/>
        </w:rPr>
        <w:t>가장</w:t>
      </w:r>
      <w:r w:rsidRPr="00FE5703">
        <w:rPr>
          <w:rFonts w:hint="eastAsia"/>
          <w:lang w:val="it-IT" w:eastAsia="ko-KR"/>
        </w:rPr>
        <w:t xml:space="preserve"> </w:t>
      </w:r>
      <w:r w:rsidRPr="00C62650">
        <w:rPr>
          <w:rFonts w:eastAsia="Malgun Gothic" w:hint="eastAsia"/>
          <w:lang w:eastAsia="ko-KR"/>
        </w:rPr>
        <w:t>소중한</w:t>
      </w:r>
      <w:r w:rsidRPr="00FE5703">
        <w:rPr>
          <w:rFonts w:hint="eastAsia"/>
          <w:lang w:val="it-IT" w:eastAsia="ko-KR"/>
        </w:rPr>
        <w:t xml:space="preserve"> </w:t>
      </w:r>
      <w:r w:rsidRPr="00C62650">
        <w:rPr>
          <w:rFonts w:eastAsia="Malgun Gothic" w:hint="eastAsia"/>
          <w:lang w:eastAsia="ko-KR"/>
        </w:rPr>
        <w:t>시간입니다</w:t>
      </w:r>
    </w:p>
    <w:p w:rsidR="00B066C2" w:rsidRPr="00C62650" w:rsidRDefault="00B066C2" w:rsidP="00B066C2">
      <w:pPr>
        <w:spacing w:after="120"/>
        <w:ind w:left="1134" w:right="1134"/>
        <w:rPr>
          <w:lang w:val="es-ES"/>
        </w:rPr>
      </w:pPr>
      <w:r w:rsidRPr="00C62650">
        <w:rPr>
          <w:lang w:val="es-ES"/>
        </w:rPr>
        <w:t>Gieum sungani na egeneun gajang sojung han sigan ipnida</w:t>
      </w:r>
    </w:p>
    <w:p w:rsidR="00B066C2" w:rsidRPr="00C62650" w:rsidRDefault="00B066C2" w:rsidP="00B066C2">
      <w:pPr>
        <w:spacing w:after="120"/>
        <w:ind w:left="1134" w:right="1134"/>
        <w:rPr>
          <w:i/>
          <w:iCs/>
          <w:lang w:val="es-ES"/>
        </w:rPr>
      </w:pPr>
      <w:r w:rsidRPr="00C62650">
        <w:rPr>
          <w:i/>
          <w:iCs/>
          <w:lang w:val="es-ES"/>
        </w:rPr>
        <w:t>Homme 2 </w:t>
      </w:r>
      <w:r w:rsidRPr="00C62650">
        <w:rPr>
          <w:iCs/>
          <w:lang w:val="es-ES"/>
        </w:rPr>
        <w:t>:</w:t>
      </w:r>
    </w:p>
    <w:p w:rsidR="00B066C2" w:rsidRPr="00C62650" w:rsidRDefault="00B066C2" w:rsidP="00B066C2">
      <w:pPr>
        <w:spacing w:after="120"/>
        <w:ind w:left="1134" w:right="1134"/>
        <w:rPr>
          <w:lang w:val="es-ES" w:eastAsia="ko-KR"/>
        </w:rPr>
      </w:pPr>
      <w:r w:rsidRPr="00C62650">
        <w:rPr>
          <w:rFonts w:eastAsia="Malgun Gothic" w:hint="eastAsia"/>
          <w:lang w:eastAsia="ko-KR"/>
        </w:rPr>
        <w:t>기회는</w:t>
      </w:r>
      <w:r w:rsidRPr="00C62650">
        <w:rPr>
          <w:rFonts w:hint="eastAsia"/>
          <w:lang w:val="es-ES" w:eastAsia="ko-KR"/>
        </w:rPr>
        <w:t xml:space="preserve"> </w:t>
      </w:r>
      <w:r w:rsidRPr="00C62650">
        <w:rPr>
          <w:rFonts w:eastAsia="Malgun Gothic" w:hint="eastAsia"/>
          <w:lang w:eastAsia="ko-KR"/>
        </w:rPr>
        <w:t>새와</w:t>
      </w:r>
      <w:r w:rsidRPr="00C62650">
        <w:rPr>
          <w:rFonts w:hint="eastAsia"/>
          <w:lang w:val="es-ES" w:eastAsia="ko-KR"/>
        </w:rPr>
        <w:t xml:space="preserve"> </w:t>
      </w:r>
      <w:r w:rsidRPr="00C62650">
        <w:rPr>
          <w:rFonts w:eastAsia="Malgun Gothic" w:hint="eastAsia"/>
          <w:lang w:eastAsia="ko-KR"/>
        </w:rPr>
        <w:t>같습니다</w:t>
      </w:r>
      <w:r w:rsidRPr="00C62650">
        <w:rPr>
          <w:rFonts w:hint="eastAsia"/>
          <w:lang w:val="es-ES" w:eastAsia="ko-KR"/>
        </w:rPr>
        <w:t>.</w:t>
      </w:r>
    </w:p>
    <w:p w:rsidR="00B066C2" w:rsidRPr="00C62650" w:rsidRDefault="00B066C2" w:rsidP="00B066C2">
      <w:pPr>
        <w:spacing w:after="120"/>
        <w:ind w:left="1134" w:right="1134"/>
        <w:rPr>
          <w:lang w:val="es-ES"/>
        </w:rPr>
      </w:pPr>
      <w:r w:rsidRPr="00C62650">
        <w:rPr>
          <w:lang w:val="es-ES"/>
        </w:rPr>
        <w:t>Gihoe neun se wa gatseubnida</w:t>
      </w:r>
    </w:p>
    <w:p w:rsidR="00B066C2" w:rsidRPr="00C62650" w:rsidRDefault="00B066C2" w:rsidP="00B066C2">
      <w:pPr>
        <w:spacing w:after="120"/>
        <w:ind w:left="1134" w:right="1134"/>
        <w:rPr>
          <w:lang w:val="es-ES" w:eastAsia="ko-KR"/>
        </w:rPr>
      </w:pPr>
      <w:r w:rsidRPr="00C62650">
        <w:rPr>
          <w:rFonts w:eastAsia="Malgun Gothic" w:hint="eastAsia"/>
          <w:lang w:eastAsia="ko-KR"/>
        </w:rPr>
        <w:t>시련이</w:t>
      </w:r>
      <w:r w:rsidRPr="00C62650">
        <w:rPr>
          <w:rFonts w:hint="eastAsia"/>
          <w:lang w:val="es-ES" w:eastAsia="ko-KR"/>
        </w:rPr>
        <w:t xml:space="preserve"> </w:t>
      </w:r>
      <w:r w:rsidRPr="00C62650">
        <w:rPr>
          <w:rFonts w:eastAsia="Malgun Gothic" w:hint="eastAsia"/>
          <w:lang w:eastAsia="ko-KR"/>
        </w:rPr>
        <w:t>있어야</w:t>
      </w:r>
      <w:r w:rsidRPr="00C62650">
        <w:rPr>
          <w:rFonts w:hint="eastAsia"/>
          <w:lang w:val="es-ES" w:eastAsia="ko-KR"/>
        </w:rPr>
        <w:t xml:space="preserve"> </w:t>
      </w:r>
      <w:r w:rsidRPr="00C62650">
        <w:rPr>
          <w:rFonts w:eastAsia="Malgun Gothic" w:hint="eastAsia"/>
          <w:lang w:eastAsia="ko-KR"/>
        </w:rPr>
        <w:t>삶이</w:t>
      </w:r>
      <w:r w:rsidRPr="00C62650">
        <w:rPr>
          <w:rFonts w:hint="eastAsia"/>
          <w:lang w:val="es-ES" w:eastAsia="ko-KR"/>
        </w:rPr>
        <w:t xml:space="preserve"> </w:t>
      </w:r>
      <w:r w:rsidRPr="00C62650">
        <w:rPr>
          <w:rFonts w:eastAsia="Malgun Gothic" w:hint="eastAsia"/>
          <w:lang w:eastAsia="ko-KR"/>
        </w:rPr>
        <w:t>풍요로워</w:t>
      </w:r>
      <w:r w:rsidRPr="00C62650">
        <w:rPr>
          <w:rFonts w:hint="eastAsia"/>
          <w:lang w:val="es-ES" w:eastAsia="ko-KR"/>
        </w:rPr>
        <w:t xml:space="preserve"> </w:t>
      </w:r>
      <w:r w:rsidRPr="00C62650">
        <w:rPr>
          <w:rFonts w:eastAsia="Malgun Gothic" w:hint="eastAsia"/>
          <w:lang w:eastAsia="ko-KR"/>
        </w:rPr>
        <w:t>집니다</w:t>
      </w:r>
      <w:r w:rsidRPr="00C62650">
        <w:rPr>
          <w:rFonts w:hint="eastAsia"/>
          <w:lang w:val="es-ES" w:eastAsia="ko-KR"/>
        </w:rPr>
        <w:t xml:space="preserve">. </w:t>
      </w:r>
    </w:p>
    <w:p w:rsidR="00B066C2" w:rsidRPr="00FE5703" w:rsidRDefault="00B066C2" w:rsidP="00B066C2">
      <w:pPr>
        <w:spacing w:after="120"/>
        <w:ind w:left="1134" w:right="1134"/>
        <w:rPr>
          <w:lang w:val="es-ES"/>
        </w:rPr>
      </w:pPr>
      <w:r w:rsidRPr="00FE5703">
        <w:rPr>
          <w:lang w:val="es-ES"/>
        </w:rPr>
        <w:t>Siryeon i isseoya salmi pungyorowo jipnida</w:t>
      </w:r>
    </w:p>
    <w:p w:rsidR="0089089C" w:rsidRPr="002F7E69" w:rsidRDefault="0089089C" w:rsidP="00B066C2">
      <w:pPr>
        <w:pStyle w:val="HChG"/>
        <w:rPr>
          <w:lang w:val="es-ES"/>
        </w:rPr>
        <w:sectPr w:rsidR="0089089C" w:rsidRPr="002F7E69" w:rsidSect="0083687B">
          <w:headerReference w:type="even" r:id="rId69"/>
          <w:headerReference w:type="default" r:id="rId70"/>
          <w:endnotePr>
            <w:numFmt w:val="decimal"/>
          </w:endnotePr>
          <w:pgSz w:w="11907" w:h="16840" w:code="9"/>
          <w:pgMar w:top="1418" w:right="1134" w:bottom="1134" w:left="1134" w:header="680" w:footer="567" w:gutter="0"/>
          <w:cols w:space="720"/>
          <w:docGrid w:linePitch="272"/>
        </w:sectPr>
      </w:pPr>
    </w:p>
    <w:p w:rsidR="00B066C2" w:rsidRPr="00C62650" w:rsidRDefault="00B066C2" w:rsidP="00B066C2">
      <w:pPr>
        <w:pStyle w:val="HChG"/>
      </w:pPr>
      <w:r w:rsidRPr="00C62650">
        <w:lastRenderedPageBreak/>
        <w:t>Annexe 12</w:t>
      </w:r>
    </w:p>
    <w:p w:rsidR="00B066C2" w:rsidRPr="00C62650" w:rsidRDefault="00B066C2" w:rsidP="00B066C2">
      <w:pPr>
        <w:pStyle w:val="HChG"/>
      </w:pPr>
      <w:r w:rsidRPr="00C62650">
        <w:tab/>
      </w:r>
      <w:r w:rsidRPr="00C62650">
        <w:tab/>
        <w:t>Définition d</w:t>
      </w:r>
      <w:r>
        <w:t>’</w:t>
      </w:r>
      <w:r w:rsidRPr="00C62650">
        <w:t>un ensemble minimum de données (MSD)</w:t>
      </w:r>
    </w:p>
    <w:p w:rsidR="00B066C2" w:rsidRPr="00C62650" w:rsidRDefault="00B066C2" w:rsidP="00B066C2">
      <w:pPr>
        <w:pStyle w:val="SingleTxtG"/>
      </w:pPr>
      <w:r>
        <w:tab/>
      </w:r>
      <w:r w:rsidRPr="00A2296F">
        <w:t>On trouvera dans le tableau ci-dessous la liste des ensembles minimum de données (MSD) qui peuvent être émis au moment de la</w:t>
      </w:r>
      <w:r w:rsidRPr="00C62650">
        <w:t xml:space="preserve"> transmission de données d</w:t>
      </w:r>
      <w:r>
        <w:t>’</w:t>
      </w:r>
      <w:r w:rsidRPr="00C62650">
        <w:t>urgence au PSAP.</w:t>
      </w:r>
    </w:p>
    <w:p w:rsidR="00B066C2" w:rsidRPr="00A2296F" w:rsidRDefault="00B066C2" w:rsidP="00B066C2">
      <w:pPr>
        <w:pStyle w:val="Titre1"/>
        <w:spacing w:after="120"/>
        <w:rPr>
          <w:b/>
        </w:rPr>
      </w:pPr>
      <w:r w:rsidRPr="00C62650">
        <w:t>Tableau</w:t>
      </w:r>
      <w:r w:rsidRPr="005A4439">
        <w:t xml:space="preserve"> 11</w:t>
      </w:r>
      <w:r>
        <w:t xml:space="preserve"> </w:t>
      </w:r>
      <w:r w:rsidRPr="00C62650">
        <w:br/>
      </w:r>
      <w:r w:rsidRPr="00A2296F">
        <w:rPr>
          <w:b/>
        </w:rPr>
        <w:t>Ensemble minimum de données (MSD) destiné au PSAP</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77"/>
        <w:gridCol w:w="5227"/>
      </w:tblGrid>
      <w:tr w:rsidR="00B066C2" w:rsidRPr="00C62650" w:rsidTr="00C320AE">
        <w:trPr>
          <w:tblHeader/>
        </w:trPr>
        <w:tc>
          <w:tcPr>
            <w:tcW w:w="2840" w:type="dxa"/>
            <w:shd w:val="clear" w:color="auto" w:fill="auto"/>
            <w:vAlign w:val="bottom"/>
          </w:tcPr>
          <w:p w:rsidR="00B066C2" w:rsidRPr="00C62650" w:rsidRDefault="00B066C2" w:rsidP="00C320AE">
            <w:pPr>
              <w:spacing w:before="60" w:after="60" w:line="220" w:lineRule="atLeast"/>
              <w:ind w:left="57" w:right="57"/>
              <w:rPr>
                <w:i/>
                <w:sz w:val="16"/>
              </w:rPr>
            </w:pPr>
            <w:r w:rsidRPr="00C62650">
              <w:rPr>
                <w:i/>
                <w:sz w:val="16"/>
              </w:rPr>
              <w:t>Élément de MSD (nom court)</w:t>
            </w:r>
          </w:p>
        </w:tc>
        <w:tc>
          <w:tcPr>
            <w:tcW w:w="4530" w:type="dxa"/>
            <w:shd w:val="clear" w:color="auto" w:fill="auto"/>
            <w:vAlign w:val="bottom"/>
          </w:tcPr>
          <w:p w:rsidR="00B066C2" w:rsidRPr="00C62650" w:rsidRDefault="00B066C2" w:rsidP="00C320AE">
            <w:pPr>
              <w:spacing w:before="60" w:after="60" w:line="220" w:lineRule="atLeast"/>
              <w:ind w:left="57" w:right="57"/>
              <w:rPr>
                <w:i/>
                <w:sz w:val="16"/>
              </w:rPr>
            </w:pPr>
            <w:r w:rsidRPr="00C62650">
              <w:rPr>
                <w:i/>
                <w:sz w:val="16"/>
              </w:rPr>
              <w:t>Description</w:t>
            </w:r>
          </w:p>
        </w:tc>
      </w:tr>
      <w:tr w:rsidR="00B066C2" w:rsidRPr="00C62650" w:rsidTr="00C320AE">
        <w:tc>
          <w:tcPr>
            <w:tcW w:w="2840" w:type="dxa"/>
            <w:shd w:val="clear" w:color="auto" w:fill="auto"/>
          </w:tcPr>
          <w:p w:rsidR="00B066C2" w:rsidRPr="00C62650" w:rsidRDefault="00B066C2" w:rsidP="00C320AE">
            <w:pPr>
              <w:spacing w:before="60" w:after="60" w:line="220" w:lineRule="atLeast"/>
              <w:ind w:left="57" w:right="57"/>
            </w:pPr>
            <w:r w:rsidRPr="00C62650">
              <w:t>Activation automatique</w:t>
            </w:r>
          </w:p>
        </w:tc>
        <w:tc>
          <w:tcPr>
            <w:tcW w:w="4530" w:type="dxa"/>
            <w:shd w:val="clear" w:color="auto" w:fill="auto"/>
          </w:tcPr>
          <w:p w:rsidR="00B066C2" w:rsidRPr="00C62650" w:rsidRDefault="00B066C2" w:rsidP="00C320AE">
            <w:pPr>
              <w:spacing w:before="60" w:after="60" w:line="220" w:lineRule="atLeast"/>
              <w:ind w:left="57" w:right="57"/>
            </w:pPr>
            <w:r w:rsidRPr="00C62650">
              <w:t>Indique si un appel a été déclenché de façon automatique ou de façon manuelle.</w:t>
            </w:r>
          </w:p>
        </w:tc>
      </w:tr>
      <w:tr w:rsidR="00B066C2" w:rsidRPr="00C62650" w:rsidTr="00C320AE">
        <w:tc>
          <w:tcPr>
            <w:tcW w:w="2840" w:type="dxa"/>
            <w:shd w:val="clear" w:color="auto" w:fill="auto"/>
          </w:tcPr>
          <w:p w:rsidR="00B066C2" w:rsidRPr="00C62650" w:rsidRDefault="00B066C2" w:rsidP="00C320AE">
            <w:pPr>
              <w:spacing w:before="60" w:after="60" w:line="220" w:lineRule="atLeast"/>
              <w:ind w:left="57" w:right="57"/>
            </w:pPr>
            <w:r w:rsidRPr="00C62650">
              <w:t>Appel d</w:t>
            </w:r>
            <w:r>
              <w:t>’</w:t>
            </w:r>
            <w:r w:rsidRPr="00C62650">
              <w:t>essai</w:t>
            </w:r>
          </w:p>
        </w:tc>
        <w:tc>
          <w:tcPr>
            <w:tcW w:w="4530" w:type="dxa"/>
            <w:shd w:val="clear" w:color="auto" w:fill="auto"/>
          </w:tcPr>
          <w:p w:rsidR="00B066C2" w:rsidRPr="00C62650" w:rsidRDefault="00B066C2" w:rsidP="00C320AE">
            <w:pPr>
              <w:spacing w:before="60" w:after="60" w:line="220" w:lineRule="atLeast"/>
              <w:ind w:left="57" w:right="57"/>
            </w:pPr>
            <w:r w:rsidRPr="00C62650">
              <w:t>Sert à indiquer si l</w:t>
            </w:r>
            <w:r>
              <w:t>’</w:t>
            </w:r>
            <w:r w:rsidRPr="00C62650">
              <w:t>appel est un appel d</w:t>
            </w:r>
            <w:r>
              <w:t>’</w:t>
            </w:r>
            <w:r w:rsidRPr="00C62650">
              <w:t>essai ou un appel d</w:t>
            </w:r>
            <w:r>
              <w:t>’</w:t>
            </w:r>
            <w:r w:rsidRPr="00C62650">
              <w:t>urgence réel.</w:t>
            </w:r>
          </w:p>
        </w:tc>
      </w:tr>
      <w:tr w:rsidR="00B066C2" w:rsidRPr="00C62650" w:rsidTr="00C320AE">
        <w:tc>
          <w:tcPr>
            <w:tcW w:w="2840" w:type="dxa"/>
            <w:shd w:val="clear" w:color="auto" w:fill="auto"/>
          </w:tcPr>
          <w:p w:rsidR="00B066C2" w:rsidRPr="00C62650" w:rsidRDefault="00B066C2" w:rsidP="00C320AE">
            <w:pPr>
              <w:spacing w:before="60" w:after="60" w:line="220" w:lineRule="atLeast"/>
              <w:ind w:left="57" w:right="57"/>
            </w:pPr>
            <w:r w:rsidRPr="00C62650">
              <w:t xml:space="preserve">Fiabilité de la position </w:t>
            </w:r>
          </w:p>
        </w:tc>
        <w:tc>
          <w:tcPr>
            <w:tcW w:w="4530" w:type="dxa"/>
            <w:shd w:val="clear" w:color="auto" w:fill="auto"/>
          </w:tcPr>
          <w:p w:rsidR="00B066C2" w:rsidRPr="00C62650" w:rsidRDefault="00B066C2" w:rsidP="00C320AE">
            <w:pPr>
              <w:spacing w:before="60" w:after="60" w:line="220" w:lineRule="atLeast"/>
              <w:ind w:left="57" w:right="57"/>
            </w:pPr>
            <w:r w:rsidRPr="00C62650">
              <w:t>Sert à indiquer si la position donnée est très fiable ou seulement peu fiable.</w:t>
            </w:r>
          </w:p>
        </w:tc>
      </w:tr>
      <w:tr w:rsidR="00B066C2" w:rsidRPr="00C62650" w:rsidTr="00C320AE">
        <w:tc>
          <w:tcPr>
            <w:tcW w:w="2840" w:type="dxa"/>
            <w:shd w:val="clear" w:color="auto" w:fill="auto"/>
          </w:tcPr>
          <w:p w:rsidR="00B066C2" w:rsidRPr="00C62650" w:rsidRDefault="00B066C2" w:rsidP="00C320AE">
            <w:pPr>
              <w:spacing w:before="60" w:after="60" w:line="220" w:lineRule="atLeast"/>
              <w:ind w:left="57" w:right="57"/>
            </w:pPr>
            <w:r w:rsidRPr="00C62650">
              <w:t>Type de véhicule</w:t>
            </w:r>
          </w:p>
        </w:tc>
        <w:tc>
          <w:tcPr>
            <w:tcW w:w="4530" w:type="dxa"/>
            <w:shd w:val="clear" w:color="auto" w:fill="auto"/>
          </w:tcPr>
          <w:p w:rsidR="00B066C2" w:rsidRPr="00C62650" w:rsidRDefault="00B066C2" w:rsidP="00C320AE">
            <w:pPr>
              <w:spacing w:before="60" w:after="60" w:line="220" w:lineRule="atLeast"/>
              <w:ind w:left="57" w:right="57"/>
            </w:pPr>
            <w:r w:rsidRPr="00C62650">
              <w:t>Indication du type de véhicule.</w:t>
            </w:r>
          </w:p>
        </w:tc>
      </w:tr>
      <w:tr w:rsidR="00B066C2" w:rsidRPr="00C62650" w:rsidTr="00C320AE">
        <w:tc>
          <w:tcPr>
            <w:tcW w:w="2840" w:type="dxa"/>
            <w:shd w:val="clear" w:color="auto" w:fill="auto"/>
          </w:tcPr>
          <w:p w:rsidR="00B066C2" w:rsidRPr="00C62650" w:rsidRDefault="00B066C2" w:rsidP="00C320AE">
            <w:pPr>
              <w:spacing w:before="60" w:after="60" w:line="220" w:lineRule="atLeast"/>
              <w:ind w:left="57" w:right="57"/>
            </w:pPr>
            <w:r w:rsidRPr="00C62650">
              <w:t>VIN</w:t>
            </w:r>
          </w:p>
        </w:tc>
        <w:tc>
          <w:tcPr>
            <w:tcW w:w="4530" w:type="dxa"/>
            <w:shd w:val="clear" w:color="auto" w:fill="auto"/>
          </w:tcPr>
          <w:p w:rsidR="00B066C2" w:rsidRPr="00C62650" w:rsidRDefault="00B066C2" w:rsidP="00C320AE">
            <w:pPr>
              <w:spacing w:before="60" w:after="60" w:line="220" w:lineRule="atLeast"/>
              <w:ind w:left="57" w:right="57"/>
            </w:pPr>
            <w:r w:rsidRPr="00C62650">
              <w:t>Numéro d</w:t>
            </w:r>
            <w:r>
              <w:t>’</w:t>
            </w:r>
            <w:r w:rsidRPr="00C62650">
              <w:t>identification du véhicule.</w:t>
            </w:r>
          </w:p>
        </w:tc>
      </w:tr>
      <w:tr w:rsidR="00B066C2" w:rsidRPr="00C62650" w:rsidTr="00C320AE">
        <w:tc>
          <w:tcPr>
            <w:tcW w:w="2840" w:type="dxa"/>
            <w:shd w:val="clear" w:color="auto" w:fill="auto"/>
          </w:tcPr>
          <w:p w:rsidR="00B066C2" w:rsidRPr="00C62650" w:rsidRDefault="00B066C2" w:rsidP="00C320AE">
            <w:pPr>
              <w:spacing w:before="60" w:after="60" w:line="220" w:lineRule="atLeast"/>
              <w:ind w:left="57" w:right="57"/>
            </w:pPr>
            <w:r w:rsidRPr="00C62650">
              <w:t>Type de propulsion du véhicule</w:t>
            </w:r>
          </w:p>
        </w:tc>
        <w:tc>
          <w:tcPr>
            <w:tcW w:w="4530" w:type="dxa"/>
            <w:shd w:val="clear" w:color="auto" w:fill="auto"/>
          </w:tcPr>
          <w:p w:rsidR="00B066C2" w:rsidRPr="00C62650" w:rsidRDefault="00B066C2" w:rsidP="00C320AE">
            <w:pPr>
              <w:spacing w:before="60" w:after="60" w:line="220" w:lineRule="atLeast"/>
              <w:ind w:left="57" w:right="57"/>
            </w:pPr>
            <w:r w:rsidRPr="00C62650">
              <w:t>Sert à indiquer le type de propulsion du véhicule.</w:t>
            </w:r>
          </w:p>
        </w:tc>
      </w:tr>
      <w:tr w:rsidR="00B066C2" w:rsidRPr="00C62650" w:rsidTr="00C320AE">
        <w:tc>
          <w:tcPr>
            <w:tcW w:w="2840" w:type="dxa"/>
            <w:shd w:val="clear" w:color="auto" w:fill="auto"/>
          </w:tcPr>
          <w:p w:rsidR="00B066C2" w:rsidRPr="00C62650" w:rsidRDefault="00B066C2" w:rsidP="00C320AE">
            <w:pPr>
              <w:spacing w:before="60" w:after="60" w:line="220" w:lineRule="atLeast"/>
              <w:ind w:left="57" w:right="57"/>
            </w:pPr>
            <w:r w:rsidRPr="00C62650">
              <w:t>Horodateur</w:t>
            </w:r>
          </w:p>
        </w:tc>
        <w:tc>
          <w:tcPr>
            <w:tcW w:w="4530" w:type="dxa"/>
            <w:shd w:val="clear" w:color="auto" w:fill="auto"/>
          </w:tcPr>
          <w:p w:rsidR="00B066C2" w:rsidRPr="00C62650" w:rsidRDefault="00B066C2" w:rsidP="00C320AE">
            <w:pPr>
              <w:spacing w:before="60" w:after="60" w:line="220" w:lineRule="atLeast"/>
              <w:ind w:left="57" w:right="57"/>
            </w:pPr>
            <w:r w:rsidRPr="00C62650">
              <w:t>Horodatage de l</w:t>
            </w:r>
            <w:r>
              <w:t>’</w:t>
            </w:r>
            <w:r w:rsidRPr="00C62650">
              <w:t>envoi du message initial contenu dans l</w:t>
            </w:r>
            <w:r>
              <w:t>’</w:t>
            </w:r>
            <w:r w:rsidRPr="00C62650">
              <w:t>appel d</w:t>
            </w:r>
            <w:r>
              <w:t>’</w:t>
            </w:r>
            <w:r w:rsidRPr="00C62650">
              <w:t>urgence.</w:t>
            </w:r>
          </w:p>
        </w:tc>
      </w:tr>
      <w:tr w:rsidR="00B066C2" w:rsidRPr="00C62650" w:rsidTr="00C320AE">
        <w:tc>
          <w:tcPr>
            <w:tcW w:w="2840" w:type="dxa"/>
            <w:shd w:val="clear" w:color="auto" w:fill="auto"/>
          </w:tcPr>
          <w:p w:rsidR="00B066C2" w:rsidRPr="00C62650" w:rsidRDefault="00B066C2" w:rsidP="00C320AE">
            <w:pPr>
              <w:spacing w:before="60" w:after="60" w:line="220" w:lineRule="atLeast"/>
              <w:ind w:left="57" w:right="57"/>
            </w:pPr>
            <w:r w:rsidRPr="00C62650">
              <w:t>Indication de la latitude</w:t>
            </w:r>
          </w:p>
        </w:tc>
        <w:tc>
          <w:tcPr>
            <w:tcW w:w="4530" w:type="dxa"/>
            <w:shd w:val="clear" w:color="auto" w:fill="auto"/>
          </w:tcPr>
          <w:p w:rsidR="00B066C2" w:rsidRPr="00C62650" w:rsidRDefault="00B066C2" w:rsidP="00C320AE">
            <w:pPr>
              <w:spacing w:before="60" w:after="60" w:line="220" w:lineRule="atLeast"/>
              <w:ind w:left="57" w:right="57"/>
            </w:pPr>
            <w:r w:rsidRPr="00C62650">
              <w:t>Dernière indication connue de la latitude du véhicule déterminée le plus tard possible avant l</w:t>
            </w:r>
            <w:r>
              <w:t>’</w:t>
            </w:r>
            <w:r w:rsidRPr="00C62650">
              <w:t>envoi du message.</w:t>
            </w:r>
          </w:p>
        </w:tc>
      </w:tr>
      <w:tr w:rsidR="00B066C2" w:rsidRPr="00C62650" w:rsidTr="00C320AE">
        <w:tc>
          <w:tcPr>
            <w:tcW w:w="2840" w:type="dxa"/>
            <w:shd w:val="clear" w:color="auto" w:fill="auto"/>
          </w:tcPr>
          <w:p w:rsidR="00B066C2" w:rsidRPr="00C62650" w:rsidRDefault="00B066C2" w:rsidP="00C320AE">
            <w:pPr>
              <w:spacing w:before="60" w:after="60" w:line="220" w:lineRule="atLeast"/>
              <w:ind w:left="57" w:right="57"/>
            </w:pPr>
            <w:r w:rsidRPr="00C62650">
              <w:t>Indication de la longitude</w:t>
            </w:r>
          </w:p>
        </w:tc>
        <w:tc>
          <w:tcPr>
            <w:tcW w:w="4530" w:type="dxa"/>
            <w:shd w:val="clear" w:color="auto" w:fill="auto"/>
          </w:tcPr>
          <w:p w:rsidR="00B066C2" w:rsidRPr="00C62650" w:rsidRDefault="00B066C2" w:rsidP="00C320AE">
            <w:pPr>
              <w:spacing w:before="60" w:after="60" w:line="220" w:lineRule="atLeast"/>
              <w:ind w:left="57" w:right="57"/>
            </w:pPr>
            <w:r w:rsidRPr="00C62650">
              <w:t>Dernière indication connue de la longitude du véhicule déterminée le plus tard possible avant l</w:t>
            </w:r>
            <w:r>
              <w:t>’</w:t>
            </w:r>
            <w:r w:rsidRPr="00C62650">
              <w:t>envoi du message.</w:t>
            </w:r>
          </w:p>
        </w:tc>
      </w:tr>
      <w:tr w:rsidR="00B066C2" w:rsidRPr="00C62650" w:rsidTr="00C320AE">
        <w:tc>
          <w:tcPr>
            <w:tcW w:w="2840" w:type="dxa"/>
            <w:shd w:val="clear" w:color="auto" w:fill="auto"/>
          </w:tcPr>
          <w:p w:rsidR="00B066C2" w:rsidRPr="00C62650" w:rsidRDefault="00B066C2" w:rsidP="00C320AE">
            <w:pPr>
              <w:spacing w:before="60" w:after="60" w:line="220" w:lineRule="atLeast"/>
              <w:ind w:left="57" w:right="57"/>
            </w:pPr>
            <w:r w:rsidRPr="00C62650">
              <w:t>Sens de déplacement du véhicule</w:t>
            </w:r>
          </w:p>
        </w:tc>
        <w:tc>
          <w:tcPr>
            <w:tcW w:w="4530" w:type="dxa"/>
            <w:shd w:val="clear" w:color="auto" w:fill="auto"/>
          </w:tcPr>
          <w:p w:rsidR="00B066C2" w:rsidRPr="00C62650" w:rsidRDefault="00B066C2" w:rsidP="00C320AE">
            <w:pPr>
              <w:spacing w:before="60" w:after="60" w:line="220" w:lineRule="atLeast"/>
              <w:ind w:left="57" w:right="57"/>
            </w:pPr>
            <w:r w:rsidRPr="00C62650">
              <w:t>Dernier sens de déplacement du véhicule connu déterminé au dernier moment avant l</w:t>
            </w:r>
            <w:r>
              <w:t>’</w:t>
            </w:r>
            <w:r w:rsidRPr="00C62650">
              <w:t>envoi du message.</w:t>
            </w:r>
          </w:p>
        </w:tc>
      </w:tr>
    </w:tbl>
    <w:p w:rsidR="0062553F" w:rsidRPr="00B066C2" w:rsidRDefault="00B066C2" w:rsidP="00B066C2">
      <w:pPr>
        <w:pStyle w:val="SingleTxtG"/>
        <w:spacing w:before="240" w:after="0"/>
        <w:jc w:val="center"/>
        <w:rPr>
          <w:u w:val="single"/>
        </w:rPr>
      </w:pPr>
      <w:r>
        <w:rPr>
          <w:u w:val="single"/>
        </w:rPr>
        <w:tab/>
      </w:r>
      <w:r>
        <w:rPr>
          <w:u w:val="single"/>
        </w:rPr>
        <w:tab/>
      </w:r>
      <w:r>
        <w:rPr>
          <w:u w:val="single"/>
        </w:rPr>
        <w:tab/>
      </w:r>
    </w:p>
    <w:sectPr w:rsidR="0062553F" w:rsidRPr="00B066C2" w:rsidSect="0083687B">
      <w:headerReference w:type="even" r:id="rId71"/>
      <w:headerReference w:type="default" r:id="rId72"/>
      <w:endnotePr>
        <w:numFmt w:val="decimal"/>
      </w:endnotePr>
      <w:pgSz w:w="11907" w:h="16840" w:code="9"/>
      <w:pgMar w:top="1418" w:right="1134" w:bottom="1134" w:left="1134" w:header="68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F46" w:rsidRDefault="00461F46"/>
  </w:endnote>
  <w:endnote w:type="continuationSeparator" w:id="0">
    <w:p w:rsidR="00461F46" w:rsidRDefault="00461F46">
      <w:pPr>
        <w:pStyle w:val="Pieddepage"/>
      </w:pPr>
    </w:p>
  </w:endnote>
  <w:endnote w:type="continuationNotice" w:id="1">
    <w:p w:rsidR="00461F46" w:rsidRPr="00C451B9" w:rsidRDefault="00461F46"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Pieddepage"/>
      <w:tabs>
        <w:tab w:val="right" w:pos="9638"/>
      </w:tabs>
    </w:pPr>
    <w:r w:rsidRPr="00725F3E">
      <w:rPr>
        <w:b/>
        <w:sz w:val="18"/>
      </w:rPr>
      <w:fldChar w:fldCharType="begin"/>
    </w:r>
    <w:r w:rsidRPr="00725F3E">
      <w:rPr>
        <w:b/>
        <w:sz w:val="18"/>
      </w:rPr>
      <w:instrText xml:space="preserve"> PAGE  \* MERGEFORMAT </w:instrText>
    </w:r>
    <w:r w:rsidRPr="00725F3E">
      <w:rPr>
        <w:b/>
        <w:sz w:val="18"/>
      </w:rPr>
      <w:fldChar w:fldCharType="separate"/>
    </w:r>
    <w:r w:rsidR="002546BD">
      <w:rPr>
        <w:b/>
        <w:noProof/>
        <w:sz w:val="18"/>
      </w:rPr>
      <w:t>2</w:t>
    </w:r>
    <w:r w:rsidRPr="00725F3E">
      <w:rPr>
        <w:b/>
        <w:sz w:val="18"/>
      </w:rPr>
      <w:fldChar w:fldCharType="end"/>
    </w:r>
    <w:r>
      <w:rPr>
        <w:b/>
        <w:sz w:val="18"/>
      </w:rPr>
      <w:tab/>
    </w:r>
    <w:r>
      <w:t>GE.18-14543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Pieddepage"/>
      <w:tabs>
        <w:tab w:val="right" w:pos="9638"/>
      </w:tabs>
      <w:rPr>
        <w:b/>
        <w:sz w:val="18"/>
      </w:rPr>
    </w:pPr>
    <w:r>
      <w:t>GE.18-14543</w:t>
    </w:r>
    <w:r>
      <w:tab/>
    </w:r>
    <w:r w:rsidRPr="00725F3E">
      <w:rPr>
        <w:b/>
        <w:sz w:val="18"/>
      </w:rPr>
      <w:fldChar w:fldCharType="begin"/>
    </w:r>
    <w:r w:rsidRPr="00725F3E">
      <w:rPr>
        <w:b/>
        <w:sz w:val="18"/>
      </w:rPr>
      <w:instrText xml:space="preserve"> PAGE  \* MERGEFORMAT </w:instrText>
    </w:r>
    <w:r w:rsidRPr="00725F3E">
      <w:rPr>
        <w:b/>
        <w:sz w:val="18"/>
      </w:rPr>
      <w:fldChar w:fldCharType="separate"/>
    </w:r>
    <w:r w:rsidR="002546BD">
      <w:rPr>
        <w:b/>
        <w:noProof/>
        <w:sz w:val="18"/>
      </w:rPr>
      <w:t>3</w:t>
    </w:r>
    <w:r w:rsidRPr="00725F3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spacing w:before="120" w:line="240" w:lineRule="auto"/>
    </w:pPr>
    <w:r>
      <w:t>GE.</w:t>
    </w:r>
    <w:r>
      <w:rPr>
        <w:noProof/>
        <w:lang w:eastAsia="fr-CH"/>
      </w:rPr>
      <w:drawing>
        <wp:anchor distT="0" distB="0" distL="114300" distR="114300" simplePos="0" relativeHeight="251657216" behindDoc="0" locked="0" layoutInCell="1" allowOverlap="1">
          <wp:simplePos x="0" y="0"/>
          <wp:positionH relativeFrom="margin">
            <wp:posOffset>4319905</wp:posOffset>
          </wp:positionH>
          <wp:positionV relativeFrom="margin">
            <wp:posOffset>9144000</wp:posOffset>
          </wp:positionV>
          <wp:extent cx="1104265" cy="233045"/>
          <wp:effectExtent l="0" t="0" r="635"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pic:spPr>
              </pic:pic>
            </a:graphicData>
          </a:graphic>
          <wp14:sizeRelH relativeFrom="page">
            <wp14:pctWidth>0</wp14:pctWidth>
          </wp14:sizeRelH>
          <wp14:sizeRelV relativeFrom="page">
            <wp14:pctHeight>0</wp14:pctHeight>
          </wp14:sizeRelV>
        </wp:anchor>
      </w:drawing>
    </w:r>
    <w:r>
      <w:t>18-14543  (F)    141118    201118</w:t>
    </w:r>
    <w:r>
      <w:br/>
    </w:r>
    <w:r w:rsidRPr="00725F3E">
      <w:rPr>
        <w:rFonts w:ascii="C39T30Lfz" w:hAnsi="C39T30Lfz"/>
        <w:sz w:val="56"/>
      </w:rPr>
      <w:t></w:t>
    </w:r>
    <w:r w:rsidRPr="00725F3E">
      <w:rPr>
        <w:rFonts w:ascii="C39T30Lfz" w:hAnsi="C39T30Lfz"/>
        <w:sz w:val="56"/>
      </w:rPr>
      <w:t></w:t>
    </w:r>
    <w:r w:rsidRPr="00725F3E">
      <w:rPr>
        <w:rFonts w:ascii="C39T30Lfz" w:hAnsi="C39T30Lfz"/>
        <w:sz w:val="56"/>
      </w:rPr>
      <w:t></w:t>
    </w:r>
    <w:r w:rsidRPr="00725F3E">
      <w:rPr>
        <w:rFonts w:ascii="C39T30Lfz" w:hAnsi="C39T30Lfz"/>
        <w:sz w:val="56"/>
      </w:rPr>
      <w:t></w:t>
    </w:r>
    <w:r w:rsidRPr="00725F3E">
      <w:rPr>
        <w:rFonts w:ascii="C39T30Lfz" w:hAnsi="C39T30Lfz"/>
        <w:sz w:val="56"/>
      </w:rPr>
      <w:t></w:t>
    </w:r>
    <w:r w:rsidRPr="00725F3E">
      <w:rPr>
        <w:rFonts w:ascii="C39T30Lfz" w:hAnsi="C39T30Lfz"/>
        <w:sz w:val="56"/>
      </w:rPr>
      <w:t></w:t>
    </w:r>
    <w:r w:rsidRPr="00725F3E">
      <w:rPr>
        <w:rFonts w:ascii="C39T30Lfz" w:hAnsi="C39T30Lfz"/>
        <w:sz w:val="56"/>
      </w:rPr>
      <w:t></w:t>
    </w:r>
    <w:r w:rsidRPr="00725F3E">
      <w:rPr>
        <w:rFonts w:ascii="C39T30Lfz" w:hAnsi="C39T30Lfz"/>
        <w:sz w:val="56"/>
      </w:rPr>
      <w:t></w:t>
    </w:r>
    <w:r w:rsidRPr="00725F3E">
      <w:rPr>
        <w:rFonts w:ascii="C39T30Lfz" w:hAnsi="C39T30Lfz"/>
        <w:sz w:val="56"/>
      </w:rPr>
      <w:t></w:t>
    </w:r>
    <w:r>
      <w:rPr>
        <w:noProof/>
        <w:lang w:eastAsia="fr-CH"/>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4" name="Image 1" descr="https://undocs.org/m2/QRCode.ashx?DS=E/ECE/TRANS/505/Rev.3/Add.14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TRANS/505/Rev.3/Add.14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F46" w:rsidRPr="00D27D5E" w:rsidRDefault="00461F46" w:rsidP="00D27D5E">
      <w:pPr>
        <w:tabs>
          <w:tab w:val="right" w:pos="2155"/>
        </w:tabs>
        <w:spacing w:after="80"/>
        <w:ind w:left="680"/>
        <w:rPr>
          <w:u w:val="single"/>
        </w:rPr>
      </w:pPr>
      <w:r>
        <w:rPr>
          <w:u w:val="single"/>
        </w:rPr>
        <w:tab/>
      </w:r>
    </w:p>
  </w:footnote>
  <w:footnote w:type="continuationSeparator" w:id="0">
    <w:p w:rsidR="00461F46" w:rsidRPr="00D171D4" w:rsidRDefault="00461F46" w:rsidP="00D171D4">
      <w:pPr>
        <w:tabs>
          <w:tab w:val="right" w:pos="2155"/>
        </w:tabs>
        <w:spacing w:after="80"/>
        <w:ind w:left="680"/>
        <w:rPr>
          <w:u w:val="single"/>
        </w:rPr>
      </w:pPr>
      <w:r w:rsidRPr="00D171D4">
        <w:rPr>
          <w:u w:val="single"/>
        </w:rPr>
        <w:tab/>
      </w:r>
    </w:p>
  </w:footnote>
  <w:footnote w:type="continuationNotice" w:id="1">
    <w:p w:rsidR="00461F46" w:rsidRPr="00C451B9" w:rsidRDefault="00461F46" w:rsidP="00C451B9">
      <w:pPr>
        <w:spacing w:line="240" w:lineRule="auto"/>
        <w:rPr>
          <w:sz w:val="2"/>
          <w:szCs w:val="2"/>
        </w:rPr>
      </w:pPr>
    </w:p>
  </w:footnote>
  <w:footnote w:id="2">
    <w:p w:rsidR="00461F46" w:rsidRPr="00CE7096" w:rsidRDefault="00461F46" w:rsidP="000B30BA">
      <w:pPr>
        <w:pStyle w:val="Notedebasdepage"/>
        <w:rPr>
          <w:lang w:val="fr-FR"/>
        </w:rPr>
      </w:pPr>
      <w:r>
        <w:rPr>
          <w:rStyle w:val="Appelnotedebasdep"/>
        </w:rPr>
        <w:tab/>
      </w:r>
      <w:r w:rsidRPr="000B30BA">
        <w:rPr>
          <w:rStyle w:val="Appelnotedebasdep"/>
          <w:sz w:val="20"/>
          <w:vertAlign w:val="baseline"/>
        </w:rPr>
        <w:t>*</w:t>
      </w:r>
      <w:r>
        <w:rPr>
          <w:rStyle w:val="Appelnotedebasdep"/>
          <w:sz w:val="20"/>
          <w:vertAlign w:val="baseline"/>
        </w:rPr>
        <w:tab/>
      </w:r>
      <w:r w:rsidRPr="00CE7096">
        <w:rPr>
          <w:lang w:val="fr-FR"/>
        </w:rPr>
        <w:t>Anciens titres de l’Accord</w:t>
      </w:r>
      <w:r>
        <w:rPr>
          <w:lang w:val="fr-FR"/>
        </w:rPr>
        <w:t> :</w:t>
      </w:r>
    </w:p>
    <w:p w:rsidR="00461F46" w:rsidRPr="000B30BA" w:rsidRDefault="00461F46" w:rsidP="000B30BA">
      <w:pPr>
        <w:pStyle w:val="Notedebasdepage"/>
        <w:rPr>
          <w:sz w:val="20"/>
          <w:lang w:val="fr-FR"/>
        </w:rPr>
      </w:pPr>
      <w:r w:rsidRPr="000B30BA">
        <w:rPr>
          <w:lang w:val="fr-FR"/>
        </w:rPr>
        <w:tab/>
      </w:r>
      <w:r w:rsidRPr="000B30BA">
        <w:rPr>
          <w:lang w:val="fr-FR"/>
        </w:rPr>
        <w:tab/>
        <w:t xml:space="preserve">Accord concernant l’adoption de conditions uniformes d’homologation et la reconnaissance réciproque de l’homologation des équipements et pièces de véhicules à moteur, en date, à Genève, </w:t>
      </w:r>
      <w:r>
        <w:rPr>
          <w:lang w:val="fr-FR"/>
        </w:rPr>
        <w:br/>
      </w:r>
      <w:r w:rsidRPr="000B30BA">
        <w:rPr>
          <w:lang w:val="fr-FR"/>
        </w:rPr>
        <w:t>du 20 mars 1958 (version originale);</w:t>
      </w:r>
    </w:p>
    <w:p w:rsidR="00461F46" w:rsidRPr="000B30BA" w:rsidRDefault="00461F46" w:rsidP="000B30BA">
      <w:pPr>
        <w:pStyle w:val="Notedebasdepage"/>
      </w:pPr>
      <w:r w:rsidRPr="00CE7096">
        <w:rPr>
          <w:lang w:val="fr-FR"/>
        </w:rPr>
        <w:tab/>
      </w:r>
      <w:r w:rsidRPr="00CE7096">
        <w:rPr>
          <w:lang w:val="fr-FR"/>
        </w:rPr>
        <w:tab/>
        <w:t>Accord concernant l’adoption de prescriptions techniques uniformes applicables aux véhicules à</w:t>
      </w:r>
      <w:r>
        <w:rPr>
          <w:lang w:val="fr-FR"/>
        </w:rPr>
        <w:t> </w:t>
      </w:r>
      <w:r w:rsidRPr="00CE7096">
        <w:rPr>
          <w:lang w:val="fr-FR"/>
        </w:rPr>
        <w:t>roues, aux équipements et aux pièces susceptibles d’être montés ou utilisés sur un véhicule à roues et les conditions de reconnaissance réciproque des homologations délivrées conformément à ces prescriptions, en date, à Genève, du 5</w:t>
      </w:r>
      <w:r>
        <w:rPr>
          <w:lang w:val="fr-FR"/>
        </w:rPr>
        <w:t> </w:t>
      </w:r>
      <w:r w:rsidRPr="00CE7096">
        <w:rPr>
          <w:lang w:val="fr-FR"/>
        </w:rPr>
        <w:t>octobre 1995 (Révision 2).</w:t>
      </w:r>
    </w:p>
  </w:footnote>
  <w:footnote w:id="3">
    <w:p w:rsidR="00461F46" w:rsidRPr="003E772A" w:rsidRDefault="00461F46" w:rsidP="0062553F">
      <w:pPr>
        <w:pStyle w:val="Notedebasdepage"/>
      </w:pPr>
      <w:r w:rsidRPr="00CE7096">
        <w:rPr>
          <w:lang w:val="fr-FR"/>
        </w:rPr>
        <w:tab/>
      </w:r>
      <w:r w:rsidRPr="000A64EF">
        <w:rPr>
          <w:rStyle w:val="Appelnotedebasdep"/>
        </w:rPr>
        <w:footnoteRef/>
      </w:r>
      <w:r w:rsidRPr="003E772A">
        <w:tab/>
      </w:r>
      <w:r>
        <w:t>Définis dans</w:t>
      </w:r>
      <w:r w:rsidRPr="003E772A">
        <w:t xml:space="preserve"> la section 2 de la Résolution d</w:t>
      </w:r>
      <w:r>
        <w:t>’</w:t>
      </w:r>
      <w:r w:rsidRPr="003E772A">
        <w:t>ensemble sur la construction des véhicules (R.E.3) (d</w:t>
      </w:r>
      <w:r>
        <w:t>ocument ECE/TRANS/WP.29/78/Rev.6</w:t>
      </w:r>
      <w:r w:rsidRPr="003E772A">
        <w:t xml:space="preserve">) </w:t>
      </w:r>
      <w:r>
        <w:t>−</w:t>
      </w:r>
      <w:r w:rsidRPr="003E772A">
        <w:t xml:space="preserve"> www.unece.org/trans/main/wp29/wp29wgs/</w:t>
      </w:r>
      <w:r>
        <w:t xml:space="preserve"> </w:t>
      </w:r>
      <w:r w:rsidRPr="003E772A">
        <w:t>wp29gen/wp29resolutions.html.</w:t>
      </w:r>
    </w:p>
  </w:footnote>
  <w:footnote w:id="4">
    <w:p w:rsidR="00461F46" w:rsidRPr="008612F8" w:rsidRDefault="00461F46" w:rsidP="0062553F">
      <w:pPr>
        <w:pStyle w:val="Notedebasdepage"/>
      </w:pPr>
      <w:r w:rsidRPr="008612F8">
        <w:rPr>
          <w:color w:val="FF0000"/>
        </w:rPr>
        <w:tab/>
      </w:r>
      <w:r w:rsidRPr="000A64EF">
        <w:rPr>
          <w:rStyle w:val="Appelnotedebasdep"/>
        </w:rPr>
        <w:footnoteRef/>
      </w:r>
      <w:r w:rsidRPr="008612F8">
        <w:tab/>
      </w:r>
      <w:r w:rsidRPr="001A0BAC">
        <w:t>La longueur du faisceau et, s’il y a lieu, sa fixation peuvent être choisies par le demandeur de l’homologation en accord avec le service technique, de façon à reproduire les différentes configurations d’installation de l’AECC.</w:t>
      </w:r>
    </w:p>
  </w:footnote>
  <w:footnote w:id="5">
    <w:p w:rsidR="00461F46" w:rsidRPr="003E772A" w:rsidRDefault="00461F46" w:rsidP="0062553F">
      <w:pPr>
        <w:pStyle w:val="Notedebasdepage"/>
        <w:rPr>
          <w:szCs w:val="18"/>
        </w:rPr>
      </w:pPr>
      <w:r w:rsidRPr="003E772A">
        <w:rPr>
          <w:szCs w:val="18"/>
        </w:rPr>
        <w:tab/>
      </w:r>
      <w:r w:rsidRPr="000A64EF">
        <w:rPr>
          <w:rStyle w:val="Appelnotedebasdep"/>
        </w:rPr>
        <w:footnoteRef/>
      </w:r>
      <w:r w:rsidRPr="003E772A">
        <w:rPr>
          <w:szCs w:val="18"/>
        </w:rPr>
        <w:tab/>
        <w:t>Seuls les connecteurs concernant les</w:t>
      </w:r>
      <w:r>
        <w:rPr>
          <w:szCs w:val="18"/>
        </w:rPr>
        <w:t xml:space="preserve"> éléments</w:t>
      </w:r>
      <w:r w:rsidRPr="003E772A">
        <w:rPr>
          <w:szCs w:val="18"/>
        </w:rPr>
        <w:t xml:space="preserve"> énumérés dans le présent paragraphe sont pris en considération. La longueur </w:t>
      </w:r>
      <w:r>
        <w:rPr>
          <w:szCs w:val="18"/>
        </w:rPr>
        <w:t>du faisceau</w:t>
      </w:r>
      <w:r w:rsidRPr="003E772A">
        <w:rPr>
          <w:szCs w:val="18"/>
        </w:rPr>
        <w:t xml:space="preserve"> et le cas échéant son mode de fixation peuvent être décidés par le </w:t>
      </w:r>
      <w:r>
        <w:rPr>
          <w:szCs w:val="18"/>
        </w:rPr>
        <w:t>demandeur de l’homologation</w:t>
      </w:r>
      <w:r w:rsidRPr="003E772A">
        <w:rPr>
          <w:szCs w:val="18"/>
        </w:rPr>
        <w:t xml:space="preserve">, en accord avec le service technique, afin </w:t>
      </w:r>
      <w:r>
        <w:rPr>
          <w:szCs w:val="18"/>
        </w:rPr>
        <w:t>que l’ensemble</w:t>
      </w:r>
      <w:r w:rsidRPr="003E772A">
        <w:rPr>
          <w:szCs w:val="18"/>
        </w:rPr>
        <w:t xml:space="preserve"> soit représentati</w:t>
      </w:r>
      <w:r>
        <w:rPr>
          <w:szCs w:val="18"/>
        </w:rPr>
        <w:t>f</w:t>
      </w:r>
      <w:r w:rsidRPr="003E772A">
        <w:rPr>
          <w:szCs w:val="18"/>
        </w:rPr>
        <w:t xml:space="preserve"> des différentes configurations d</w:t>
      </w:r>
      <w:r>
        <w:rPr>
          <w:szCs w:val="18"/>
        </w:rPr>
        <w:t>’</w:t>
      </w:r>
      <w:r w:rsidRPr="003E772A">
        <w:rPr>
          <w:szCs w:val="18"/>
        </w:rPr>
        <w:t>installation de l</w:t>
      </w:r>
      <w:r>
        <w:rPr>
          <w:szCs w:val="18"/>
        </w:rPr>
        <w:t>’</w:t>
      </w:r>
      <w:r w:rsidRPr="003E772A">
        <w:rPr>
          <w:szCs w:val="18"/>
        </w:rPr>
        <w:t>AECD.</w:t>
      </w:r>
    </w:p>
  </w:footnote>
  <w:footnote w:id="6">
    <w:p w:rsidR="00461F46" w:rsidRPr="003E772A" w:rsidRDefault="00461F46" w:rsidP="0062553F">
      <w:pPr>
        <w:pStyle w:val="Notedebasdepage"/>
        <w:rPr>
          <w:szCs w:val="18"/>
        </w:rPr>
      </w:pPr>
      <w:r w:rsidRPr="003E772A">
        <w:rPr>
          <w:szCs w:val="18"/>
        </w:rPr>
        <w:tab/>
      </w:r>
      <w:r w:rsidRPr="000A64EF">
        <w:rPr>
          <w:rStyle w:val="Appelnotedebasdep"/>
        </w:rPr>
        <w:footnoteRef/>
      </w:r>
      <w:r w:rsidRPr="003E772A">
        <w:rPr>
          <w:szCs w:val="18"/>
        </w:rPr>
        <w:tab/>
        <w:t xml:space="preserve">Perte de couplage </w:t>
      </w:r>
      <w:r>
        <w:rPr>
          <w:szCs w:val="18"/>
        </w:rPr>
        <w:t>terminale en fonction du temps.</w:t>
      </w:r>
    </w:p>
  </w:footnote>
  <w:footnote w:id="7">
    <w:p w:rsidR="00461F46" w:rsidRPr="003E772A" w:rsidRDefault="00461F46" w:rsidP="0062553F">
      <w:pPr>
        <w:pStyle w:val="Notedebasdepage"/>
        <w:rPr>
          <w:szCs w:val="18"/>
        </w:rPr>
      </w:pPr>
      <w:r w:rsidRPr="003E772A">
        <w:rPr>
          <w:szCs w:val="18"/>
        </w:rPr>
        <w:tab/>
      </w:r>
      <w:r w:rsidRPr="000A64EF">
        <w:rPr>
          <w:rStyle w:val="Appelnotedebasdep"/>
        </w:rPr>
        <w:footnoteRef/>
      </w:r>
      <w:r w:rsidRPr="003E772A">
        <w:rPr>
          <w:szCs w:val="18"/>
        </w:rPr>
        <w:tab/>
        <w:t>Commande automatique de gain.</w:t>
      </w:r>
    </w:p>
  </w:footnote>
  <w:footnote w:id="8">
    <w:p w:rsidR="00461F46" w:rsidRPr="003E772A" w:rsidRDefault="00461F46" w:rsidP="0062553F">
      <w:pPr>
        <w:pStyle w:val="Notedebasdepage"/>
        <w:rPr>
          <w:szCs w:val="18"/>
        </w:rPr>
      </w:pPr>
      <w:r w:rsidRPr="003E772A">
        <w:rPr>
          <w:szCs w:val="18"/>
        </w:rPr>
        <w:tab/>
      </w:r>
      <w:r w:rsidRPr="000A64EF">
        <w:rPr>
          <w:rStyle w:val="Appelnotedebasdep"/>
        </w:rPr>
        <w:footnoteRef/>
      </w:r>
      <w:r w:rsidRPr="003E772A">
        <w:rPr>
          <w:szCs w:val="18"/>
        </w:rPr>
        <w:tab/>
        <w:t>Système vocal interactif.</w:t>
      </w:r>
    </w:p>
  </w:footnote>
  <w:footnote w:id="9">
    <w:p w:rsidR="00461F46" w:rsidRPr="003E772A" w:rsidRDefault="00461F46" w:rsidP="0062553F">
      <w:pPr>
        <w:pStyle w:val="Notedebasdepage"/>
        <w:rPr>
          <w:szCs w:val="18"/>
        </w:rPr>
      </w:pPr>
      <w:r w:rsidRPr="003E772A">
        <w:rPr>
          <w:szCs w:val="18"/>
        </w:rPr>
        <w:tab/>
      </w:r>
      <w:r w:rsidRPr="000A64EF">
        <w:rPr>
          <w:rStyle w:val="Appelnotedebasdep"/>
        </w:rPr>
        <w:footnoteRef/>
      </w:r>
      <w:r w:rsidRPr="003E772A">
        <w:rPr>
          <w:szCs w:val="18"/>
        </w:rPr>
        <w:tab/>
        <w:t xml:space="preserve">Seuls les connecteurs concernant les </w:t>
      </w:r>
      <w:r>
        <w:rPr>
          <w:szCs w:val="18"/>
        </w:rPr>
        <w:t>éléments</w:t>
      </w:r>
      <w:r w:rsidRPr="003E772A">
        <w:rPr>
          <w:szCs w:val="18"/>
        </w:rPr>
        <w:t xml:space="preserve"> énumérés dans le présent paragraphe sont pris en considération. La longueur </w:t>
      </w:r>
      <w:r>
        <w:rPr>
          <w:szCs w:val="18"/>
        </w:rPr>
        <w:t>du faisceau</w:t>
      </w:r>
      <w:r w:rsidRPr="003E772A">
        <w:rPr>
          <w:szCs w:val="18"/>
        </w:rPr>
        <w:t xml:space="preserve"> et le cas échéant son mode de fixation peuvent être décidés par le </w:t>
      </w:r>
      <w:r>
        <w:rPr>
          <w:szCs w:val="18"/>
        </w:rPr>
        <w:t>demandeur de l’homologation</w:t>
      </w:r>
      <w:r w:rsidRPr="003E772A">
        <w:rPr>
          <w:szCs w:val="18"/>
        </w:rPr>
        <w:t xml:space="preserve">, en accord avec le service technique, afin </w:t>
      </w:r>
      <w:r>
        <w:rPr>
          <w:szCs w:val="18"/>
        </w:rPr>
        <w:t>que l’ensemble</w:t>
      </w:r>
      <w:r w:rsidRPr="003E772A">
        <w:rPr>
          <w:szCs w:val="18"/>
        </w:rPr>
        <w:t xml:space="preserve"> soit représentati</w:t>
      </w:r>
      <w:r>
        <w:rPr>
          <w:szCs w:val="18"/>
        </w:rPr>
        <w:t>f</w:t>
      </w:r>
      <w:r w:rsidRPr="003E772A">
        <w:rPr>
          <w:szCs w:val="18"/>
        </w:rPr>
        <w:t xml:space="preserve"> des différentes configurations d</w:t>
      </w:r>
      <w:r>
        <w:rPr>
          <w:szCs w:val="18"/>
        </w:rPr>
        <w:t>’</w:t>
      </w:r>
      <w:r w:rsidRPr="003E772A">
        <w:rPr>
          <w:szCs w:val="18"/>
        </w:rPr>
        <w:t>installation de l</w:t>
      </w:r>
      <w:r>
        <w:rPr>
          <w:szCs w:val="18"/>
        </w:rPr>
        <w:t>’</w:t>
      </w:r>
      <w:r w:rsidRPr="003E772A">
        <w:rPr>
          <w:szCs w:val="18"/>
        </w:rPr>
        <w:t>AECD.</w:t>
      </w:r>
    </w:p>
  </w:footnote>
  <w:footnote w:id="10">
    <w:p w:rsidR="00461F46" w:rsidRPr="004B38C4" w:rsidRDefault="00461F46" w:rsidP="0062553F">
      <w:pPr>
        <w:pStyle w:val="Notedebasdepage"/>
      </w:pPr>
      <w:r>
        <w:tab/>
      </w:r>
      <w:r w:rsidRPr="004B38C4">
        <w:rPr>
          <w:rStyle w:val="Appelnotedebasdep"/>
        </w:rPr>
        <w:footnoteRef/>
      </w:r>
      <w:r w:rsidRPr="004B38C4">
        <w:tab/>
        <w:t>Numéro distinctif du pays qui a accordé/étendu/refusé/retiré l’homologation (voir les dispositions du Règlement relatives à l’homologation).</w:t>
      </w:r>
    </w:p>
  </w:footnote>
  <w:footnote w:id="11">
    <w:p w:rsidR="00461F46" w:rsidRPr="006023CE" w:rsidRDefault="00461F46" w:rsidP="0062553F">
      <w:pPr>
        <w:pStyle w:val="Notedebasdepage"/>
        <w:rPr>
          <w:b/>
          <w:szCs w:val="18"/>
        </w:rPr>
      </w:pPr>
      <w:r w:rsidRPr="004B38C4">
        <w:rPr>
          <w:szCs w:val="18"/>
        </w:rPr>
        <w:tab/>
      </w:r>
      <w:r w:rsidRPr="004B38C4">
        <w:rPr>
          <w:rStyle w:val="Appelnotedebasdep"/>
        </w:rPr>
        <w:footnoteRef/>
      </w:r>
      <w:r w:rsidRPr="004B38C4">
        <w:rPr>
          <w:szCs w:val="18"/>
        </w:rPr>
        <w:tab/>
        <w:t>Biffer la(les) mention(s) inutile(s).</w:t>
      </w:r>
    </w:p>
  </w:footnote>
  <w:footnote w:id="12">
    <w:p w:rsidR="00461F46" w:rsidRDefault="00461F46" w:rsidP="00431ADD">
      <w:pPr>
        <w:pStyle w:val="Notedebasdepage"/>
      </w:pPr>
      <w:r>
        <w:tab/>
      </w:r>
      <w:r w:rsidRPr="005E414F">
        <w:rPr>
          <w:rStyle w:val="Appelnotedebasdep"/>
        </w:rPr>
        <w:footnoteRef/>
      </w:r>
      <w:r>
        <w:tab/>
      </w:r>
      <w:r w:rsidRPr="00033F78">
        <w:t>Numéro distinctif du pays qui a accordé/étendu/refusé/retiré l’homologation (voir les dispositions du Règlement relatives à l’homologation).</w:t>
      </w:r>
    </w:p>
  </w:footnote>
  <w:footnote w:id="13">
    <w:p w:rsidR="00461F46" w:rsidRPr="006023CE" w:rsidRDefault="00461F46" w:rsidP="00431ADD">
      <w:pPr>
        <w:pStyle w:val="Notedebasdepage"/>
        <w:rPr>
          <w:b/>
          <w:szCs w:val="18"/>
        </w:rPr>
      </w:pPr>
      <w:r w:rsidRPr="00A36407">
        <w:rPr>
          <w:szCs w:val="18"/>
        </w:rPr>
        <w:tab/>
      </w:r>
      <w:r w:rsidRPr="005E414F">
        <w:rPr>
          <w:rStyle w:val="Appelnotedebasdep"/>
        </w:rPr>
        <w:footnoteRef/>
      </w:r>
      <w:r w:rsidRPr="005E414F">
        <w:rPr>
          <w:b/>
          <w:szCs w:val="18"/>
        </w:rPr>
        <w:tab/>
      </w:r>
      <w:r w:rsidRPr="00033F78">
        <w:rPr>
          <w:szCs w:val="18"/>
        </w:rPr>
        <w:t>Biffer la(les) mention(s) inutile(s).</w:t>
      </w:r>
    </w:p>
  </w:footnote>
  <w:footnote w:id="14">
    <w:p w:rsidR="00461F46" w:rsidRDefault="00461F46" w:rsidP="00431ADD">
      <w:pPr>
        <w:pStyle w:val="Notedebasdepage"/>
      </w:pPr>
      <w:r>
        <w:tab/>
      </w:r>
      <w:r w:rsidRPr="005E414F">
        <w:rPr>
          <w:rStyle w:val="Appelnotedebasdep"/>
        </w:rPr>
        <w:footnoteRef/>
      </w:r>
      <w:r>
        <w:tab/>
      </w:r>
      <w:r w:rsidRPr="00033F78">
        <w:t>Numéro distinctif du pays qui a accordé/étendu/refusé/retiré l’homologation (voir les dispositions du Règlement relatives à l’homologation).</w:t>
      </w:r>
    </w:p>
  </w:footnote>
  <w:footnote w:id="15">
    <w:p w:rsidR="00461F46" w:rsidRPr="006023CE" w:rsidRDefault="00461F46" w:rsidP="00431ADD">
      <w:pPr>
        <w:pStyle w:val="Notedebasdepage"/>
        <w:rPr>
          <w:b/>
          <w:szCs w:val="18"/>
        </w:rPr>
      </w:pPr>
      <w:r w:rsidRPr="00A36407">
        <w:rPr>
          <w:szCs w:val="18"/>
        </w:rPr>
        <w:tab/>
      </w:r>
      <w:r w:rsidRPr="005E414F">
        <w:rPr>
          <w:rStyle w:val="Appelnotedebasdep"/>
        </w:rPr>
        <w:footnoteRef/>
      </w:r>
      <w:r w:rsidRPr="005E414F">
        <w:rPr>
          <w:b/>
          <w:szCs w:val="18"/>
        </w:rPr>
        <w:tab/>
      </w:r>
      <w:r w:rsidRPr="00033F78">
        <w:rPr>
          <w:szCs w:val="18"/>
        </w:rPr>
        <w:t>Biffer la(les) mention(s) inutile(s).</w:t>
      </w:r>
    </w:p>
  </w:footnote>
  <w:footnote w:id="16">
    <w:p w:rsidR="00461F46" w:rsidRDefault="00461F46" w:rsidP="00431ADD">
      <w:pPr>
        <w:pStyle w:val="Notedebasdepage"/>
      </w:pPr>
      <w:r>
        <w:tab/>
      </w:r>
      <w:r w:rsidRPr="005E414F">
        <w:rPr>
          <w:rStyle w:val="Appelnotedebasdep"/>
        </w:rPr>
        <w:footnoteRef/>
      </w:r>
      <w:r>
        <w:tab/>
      </w:r>
      <w:r w:rsidRPr="00033F78">
        <w:t>Numéro distinctif du pays qui a accordé/étendu/refusé/retiré l’homologation (voir les dispositions du Règlement relatives à l’homologation).</w:t>
      </w:r>
    </w:p>
  </w:footnote>
  <w:footnote w:id="17">
    <w:p w:rsidR="00461F46" w:rsidRPr="006023CE" w:rsidRDefault="00461F46" w:rsidP="00431ADD">
      <w:pPr>
        <w:pStyle w:val="Notedebasdepage"/>
        <w:rPr>
          <w:b/>
          <w:szCs w:val="18"/>
        </w:rPr>
      </w:pPr>
      <w:r w:rsidRPr="00A36407">
        <w:rPr>
          <w:szCs w:val="18"/>
        </w:rPr>
        <w:tab/>
      </w:r>
      <w:r w:rsidRPr="005E414F">
        <w:rPr>
          <w:rStyle w:val="Appelnotedebasdep"/>
        </w:rPr>
        <w:footnoteRef/>
      </w:r>
      <w:r w:rsidRPr="005E414F">
        <w:rPr>
          <w:b/>
          <w:szCs w:val="18"/>
        </w:rPr>
        <w:tab/>
      </w:r>
      <w:r w:rsidRPr="00033F78">
        <w:rPr>
          <w:szCs w:val="18"/>
        </w:rPr>
        <w:t>Biffer la(les) mention(s) inutile(s).</w:t>
      </w:r>
    </w:p>
  </w:footnote>
  <w:footnote w:id="18">
    <w:p w:rsidR="00461F46" w:rsidRPr="00683B57" w:rsidRDefault="00461F46" w:rsidP="00431ADD">
      <w:pPr>
        <w:pStyle w:val="Notedebasdepage"/>
        <w:rPr>
          <w:szCs w:val="18"/>
        </w:rPr>
      </w:pPr>
      <w:r w:rsidRPr="003E772A">
        <w:rPr>
          <w:szCs w:val="18"/>
        </w:rPr>
        <w:tab/>
      </w:r>
      <w:r w:rsidRPr="0091322D">
        <w:rPr>
          <w:rStyle w:val="Appelnotedebasdep"/>
        </w:rPr>
        <w:footnoteRef/>
      </w:r>
      <w:r w:rsidRPr="00683B57">
        <w:rPr>
          <w:szCs w:val="18"/>
        </w:rPr>
        <w:tab/>
        <w:t>Biffer l</w:t>
      </w:r>
      <w:r>
        <w:rPr>
          <w:szCs w:val="18"/>
        </w:rPr>
        <w:t>a</w:t>
      </w:r>
      <w:r w:rsidRPr="00683B57">
        <w:rPr>
          <w:szCs w:val="18"/>
        </w:rPr>
        <w:t xml:space="preserve"> mention inutile.</w:t>
      </w:r>
    </w:p>
  </w:footnote>
  <w:footnote w:id="19">
    <w:p w:rsidR="00461F46" w:rsidRPr="003E772A" w:rsidRDefault="00461F46" w:rsidP="00431ADD">
      <w:pPr>
        <w:pStyle w:val="Notedebasdepage"/>
        <w:rPr>
          <w:szCs w:val="18"/>
        </w:rPr>
      </w:pPr>
      <w:r w:rsidRPr="003E772A">
        <w:rPr>
          <w:szCs w:val="18"/>
        </w:rPr>
        <w:tab/>
      </w:r>
      <w:r w:rsidRPr="0091322D">
        <w:rPr>
          <w:rStyle w:val="Appelnotedebasdep"/>
        </w:rPr>
        <w:footnoteRef/>
      </w:r>
      <w:r w:rsidRPr="003E772A">
        <w:rPr>
          <w:szCs w:val="18"/>
        </w:rPr>
        <w:tab/>
      </w:r>
      <w:r>
        <w:rPr>
          <w:szCs w:val="18"/>
        </w:rPr>
        <w:t>Biffer la mention inutile</w:t>
      </w:r>
      <w:r w:rsidRPr="003E772A">
        <w:rPr>
          <w:szCs w:val="18"/>
        </w:rPr>
        <w:t>.</w:t>
      </w:r>
    </w:p>
  </w:footnote>
  <w:footnote w:id="20">
    <w:p w:rsidR="00461F46" w:rsidRPr="003E772A" w:rsidRDefault="00461F46" w:rsidP="00431ADD">
      <w:pPr>
        <w:pStyle w:val="Notedebasdepage"/>
        <w:rPr>
          <w:szCs w:val="18"/>
        </w:rPr>
      </w:pPr>
      <w:r w:rsidRPr="003E772A">
        <w:rPr>
          <w:szCs w:val="18"/>
        </w:rPr>
        <w:tab/>
      </w:r>
      <w:r w:rsidRPr="0091322D">
        <w:rPr>
          <w:rStyle w:val="Appelnotedebasdep"/>
        </w:rPr>
        <w:footnoteRef/>
      </w:r>
      <w:r w:rsidRPr="003E772A">
        <w:rPr>
          <w:szCs w:val="18"/>
        </w:rPr>
        <w:tab/>
      </w:r>
      <w:r>
        <w:rPr>
          <w:szCs w:val="18"/>
        </w:rPr>
        <w:t>Biffer la mention inutile.</w:t>
      </w:r>
    </w:p>
  </w:footnote>
  <w:footnote w:id="21">
    <w:p w:rsidR="00461F46" w:rsidRPr="003E772A" w:rsidRDefault="00461F46" w:rsidP="00B066C2">
      <w:pPr>
        <w:pStyle w:val="Notedebasdepage"/>
        <w:rPr>
          <w:szCs w:val="18"/>
        </w:rPr>
      </w:pPr>
      <w:r w:rsidRPr="003E772A">
        <w:rPr>
          <w:szCs w:val="18"/>
        </w:rPr>
        <w:tab/>
      </w:r>
      <w:r w:rsidRPr="0091322D">
        <w:rPr>
          <w:rStyle w:val="Appelnotedebasdep"/>
        </w:rPr>
        <w:footnoteRef/>
      </w:r>
      <w:r w:rsidRPr="003E772A">
        <w:rPr>
          <w:szCs w:val="18"/>
        </w:rPr>
        <w:tab/>
      </w:r>
      <w:r>
        <w:rPr>
          <w:szCs w:val="18"/>
        </w:rPr>
        <w:t>Biffer la mention inutile.</w:t>
      </w:r>
    </w:p>
  </w:footnote>
  <w:footnote w:id="22">
    <w:p w:rsidR="00461F46" w:rsidRPr="003E772A" w:rsidRDefault="00461F46" w:rsidP="00B066C2">
      <w:pPr>
        <w:pStyle w:val="Notedebasdepage"/>
        <w:rPr>
          <w:szCs w:val="18"/>
        </w:rPr>
      </w:pPr>
      <w:r w:rsidRPr="003E772A">
        <w:rPr>
          <w:szCs w:val="18"/>
        </w:rPr>
        <w:tab/>
      </w:r>
      <w:r w:rsidRPr="0091322D">
        <w:rPr>
          <w:rStyle w:val="Appelnotedebasdep"/>
        </w:rPr>
        <w:footnoteRef/>
      </w:r>
      <w:r w:rsidRPr="003E772A">
        <w:rPr>
          <w:szCs w:val="18"/>
        </w:rPr>
        <w:tab/>
        <w:t>GGA est un protocole au format NMEA-0183 défini aux paragraphes 2.14 et 7.3.1.</w:t>
      </w:r>
    </w:p>
  </w:footnote>
  <w:footnote w:id="23">
    <w:p w:rsidR="00461F46" w:rsidRPr="003E772A" w:rsidRDefault="00461F46" w:rsidP="00B066C2">
      <w:pPr>
        <w:pStyle w:val="Notedebasdepage"/>
        <w:rPr>
          <w:szCs w:val="18"/>
        </w:rPr>
      </w:pPr>
      <w:r w:rsidRPr="003E772A">
        <w:rPr>
          <w:szCs w:val="18"/>
        </w:rPr>
        <w:tab/>
      </w:r>
      <w:r w:rsidRPr="0091322D">
        <w:rPr>
          <w:rStyle w:val="Appelnotedebasdep"/>
        </w:rPr>
        <w:footnoteRef/>
      </w:r>
      <w:r w:rsidRPr="003E772A">
        <w:rPr>
          <w:szCs w:val="18"/>
        </w:rPr>
        <w:tab/>
        <w:t xml:space="preserve">Signifie </w:t>
      </w:r>
      <w:r>
        <w:rPr>
          <w:szCs w:val="18"/>
        </w:rPr>
        <w:t>« </w:t>
      </w:r>
      <w:r w:rsidRPr="003E772A">
        <w:rPr>
          <w:szCs w:val="18"/>
        </w:rPr>
        <w:t>mémoire vive</w:t>
      </w:r>
      <w:r>
        <w:rPr>
          <w:szCs w:val="18"/>
        </w:rPr>
        <w:t> »</w:t>
      </w:r>
      <w:r w:rsidRPr="003E772A">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r>
      <w:br/>
      <w:t>Annexe 4</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r>
      <w:br/>
      <w:t>Annexe 5</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r>
      <w:br/>
      <w:t>Annexe 5</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r>
      <w:br/>
      <w:t>Annexe 6</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r>
      <w:br/>
      <w:t>Annexe 6</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r>
      <w:br/>
      <w:t>Annexe 7</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r>
      <w:br/>
      <w:t>Annexe 7</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r>
      <w:br/>
      <w:t>Annexe 8</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r>
      <w:br/>
      <w:t>Annexe 8</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r>
      <w:br/>
      <w:t>Annexe 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r>
      <w:br/>
      <w:t>Annexe 9</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r>
      <w:br/>
      <w:t>Annexe 10</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r>
      <w:br/>
      <w:t>Annexe 10</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r>
      <w:br/>
      <w:t>Annexe 11</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r>
      <w:br/>
      <w:t>Annexe 11</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r>
      <w:br/>
      <w:t>Annexe 11 − Appendice</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r>
      <w:br/>
      <w:t>Annexe 11 − Appendice</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r>
      <w:br/>
      <w:t>Annexe 12</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r>
      <w:br/>
      <w:t>Annexe 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r>
      <w:br/>
      <w:t>Annexe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r>
      <w:br/>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r>
      <w:br/>
      <w:t>Annexe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r>
      <w:br/>
      <w:t>Annexe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r>
      <w:br/>
      <w:t>Annexe 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rsidP="00725F3E">
    <w:pPr>
      <w:pStyle w:val="En-tte"/>
      <w:jc w:val="right"/>
    </w:pPr>
    <w:fldSimple w:instr=" TITLE  \* MERGEFORMAT ">
      <w:r>
        <w:t>E/ECE/TRANS/505/Rev.3/Add.143</w:t>
      </w:r>
    </w:fldSimple>
    <w:r>
      <w:br/>
      <w:t>Annexe 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46" w:rsidRPr="00725F3E" w:rsidRDefault="00461F46">
    <w:pPr>
      <w:pStyle w:val="En-tte"/>
    </w:pPr>
    <w:fldSimple w:instr=" TITLE  \* MERGEFORMAT ">
      <w:r>
        <w:t>E/ECE/TRANS/505/Rev.3/Add.143</w:t>
      </w:r>
    </w:fldSimple>
    <w:r>
      <w:br/>
      <w:t>Annexe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D3D3E"/>
    <w:multiLevelType w:val="hybridMultilevel"/>
    <w:tmpl w:val="289AFBB0"/>
    <w:lvl w:ilvl="0" w:tplc="1F544B34">
      <w:start w:val="1"/>
      <w:numFmt w:val="bullet"/>
      <w:lvlText w:val=""/>
      <w:lvlJc w:val="left"/>
      <w:pPr>
        <w:ind w:left="786" w:hanging="360"/>
      </w:pPr>
      <w:rPr>
        <w:rFonts w:ascii="Symbol" w:hAnsi="Symbol" w:hint="default"/>
        <w:color w:val="auto"/>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4C7C011B"/>
    <w:multiLevelType w:val="hybridMultilevel"/>
    <w:tmpl w:val="097C5862"/>
    <w:lvl w:ilvl="0" w:tplc="A844D560">
      <w:numFmt w:val="bullet"/>
      <w:lvlText w:val="-"/>
      <w:lvlJc w:val="left"/>
      <w:pPr>
        <w:ind w:left="777" w:hanging="360"/>
      </w:pPr>
      <w:rPr>
        <w:rFonts w:ascii="Times New Roman" w:eastAsia="Times New Roman" w:hAnsi="Times New Roman" w:cs="Times New Roman" w:hint="default"/>
      </w:rPr>
    </w:lvl>
    <w:lvl w:ilvl="1" w:tplc="100C0003" w:tentative="1">
      <w:start w:val="1"/>
      <w:numFmt w:val="bullet"/>
      <w:lvlText w:val="o"/>
      <w:lvlJc w:val="left"/>
      <w:pPr>
        <w:ind w:left="1497" w:hanging="360"/>
      </w:pPr>
      <w:rPr>
        <w:rFonts w:ascii="Courier New" w:hAnsi="Courier New" w:cs="Courier New" w:hint="default"/>
      </w:rPr>
    </w:lvl>
    <w:lvl w:ilvl="2" w:tplc="100C0005" w:tentative="1">
      <w:start w:val="1"/>
      <w:numFmt w:val="bullet"/>
      <w:lvlText w:val=""/>
      <w:lvlJc w:val="left"/>
      <w:pPr>
        <w:ind w:left="2217" w:hanging="360"/>
      </w:pPr>
      <w:rPr>
        <w:rFonts w:ascii="Wingdings" w:hAnsi="Wingdings" w:hint="default"/>
      </w:rPr>
    </w:lvl>
    <w:lvl w:ilvl="3" w:tplc="100C0001" w:tentative="1">
      <w:start w:val="1"/>
      <w:numFmt w:val="bullet"/>
      <w:lvlText w:val=""/>
      <w:lvlJc w:val="left"/>
      <w:pPr>
        <w:ind w:left="2937" w:hanging="360"/>
      </w:pPr>
      <w:rPr>
        <w:rFonts w:ascii="Symbol" w:hAnsi="Symbol" w:hint="default"/>
      </w:rPr>
    </w:lvl>
    <w:lvl w:ilvl="4" w:tplc="100C0003" w:tentative="1">
      <w:start w:val="1"/>
      <w:numFmt w:val="bullet"/>
      <w:lvlText w:val="o"/>
      <w:lvlJc w:val="left"/>
      <w:pPr>
        <w:ind w:left="3657" w:hanging="360"/>
      </w:pPr>
      <w:rPr>
        <w:rFonts w:ascii="Courier New" w:hAnsi="Courier New" w:cs="Courier New" w:hint="default"/>
      </w:rPr>
    </w:lvl>
    <w:lvl w:ilvl="5" w:tplc="100C0005" w:tentative="1">
      <w:start w:val="1"/>
      <w:numFmt w:val="bullet"/>
      <w:lvlText w:val=""/>
      <w:lvlJc w:val="left"/>
      <w:pPr>
        <w:ind w:left="4377" w:hanging="360"/>
      </w:pPr>
      <w:rPr>
        <w:rFonts w:ascii="Wingdings" w:hAnsi="Wingdings" w:hint="default"/>
      </w:rPr>
    </w:lvl>
    <w:lvl w:ilvl="6" w:tplc="100C0001" w:tentative="1">
      <w:start w:val="1"/>
      <w:numFmt w:val="bullet"/>
      <w:lvlText w:val=""/>
      <w:lvlJc w:val="left"/>
      <w:pPr>
        <w:ind w:left="5097" w:hanging="360"/>
      </w:pPr>
      <w:rPr>
        <w:rFonts w:ascii="Symbol" w:hAnsi="Symbol" w:hint="default"/>
      </w:rPr>
    </w:lvl>
    <w:lvl w:ilvl="7" w:tplc="100C0003" w:tentative="1">
      <w:start w:val="1"/>
      <w:numFmt w:val="bullet"/>
      <w:lvlText w:val="o"/>
      <w:lvlJc w:val="left"/>
      <w:pPr>
        <w:ind w:left="5817" w:hanging="360"/>
      </w:pPr>
      <w:rPr>
        <w:rFonts w:ascii="Courier New" w:hAnsi="Courier New" w:cs="Courier New" w:hint="default"/>
      </w:rPr>
    </w:lvl>
    <w:lvl w:ilvl="8" w:tplc="100C0005" w:tentative="1">
      <w:start w:val="1"/>
      <w:numFmt w:val="bullet"/>
      <w:lvlText w:val=""/>
      <w:lvlJc w:val="left"/>
      <w:pPr>
        <w:ind w:left="6537" w:hanging="360"/>
      </w:pPr>
      <w:rPr>
        <w:rFonts w:ascii="Wingdings" w:hAnsi="Wingdings" w:hint="default"/>
      </w:rPr>
    </w:lvl>
  </w:abstractNum>
  <w:abstractNum w:abstractNumId="16"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2423B4"/>
    <w:multiLevelType w:val="hybridMultilevel"/>
    <w:tmpl w:val="B9662EFA"/>
    <w:lvl w:ilvl="0" w:tplc="5B3A157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5B3A1574">
      <w:start w:val="1"/>
      <w:numFmt w:val="bullet"/>
      <w:lvlText w:val="-"/>
      <w:lvlJc w:val="left"/>
      <w:pPr>
        <w:ind w:left="2880" w:hanging="360"/>
      </w:pPr>
      <w:rPr>
        <w:rFonts w:ascii="Times New Roman" w:hAnsi="Times New Roman" w:cs="Times New Roman"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6D0108"/>
    <w:multiLevelType w:val="hybridMultilevel"/>
    <w:tmpl w:val="0A106610"/>
    <w:lvl w:ilvl="0" w:tplc="7924E3C0">
      <w:start w:val="1"/>
      <w:numFmt w:val="bullet"/>
      <w:lvlText w:val=""/>
      <w:lvlJc w:val="left"/>
      <w:pPr>
        <w:ind w:left="1854" w:hanging="360"/>
      </w:pPr>
      <w:rPr>
        <w:rFonts w:ascii="Symbol" w:hAnsi="Symbol" w:hint="default"/>
      </w:rPr>
    </w:lvl>
    <w:lvl w:ilvl="1" w:tplc="A844D560">
      <w:numFmt w:val="bullet"/>
      <w:lvlText w:val="-"/>
      <w:lvlJc w:val="left"/>
      <w:pPr>
        <w:ind w:left="2574" w:hanging="360"/>
      </w:pPr>
      <w:rPr>
        <w:rFonts w:ascii="Times New Roman" w:eastAsia="Times New Roman" w:hAnsi="Times New Roman" w:cs="Times New Roman" w:hint="default"/>
      </w:rPr>
    </w:lvl>
    <w:lvl w:ilvl="2" w:tplc="FBA2295A">
      <w:numFmt w:val="bullet"/>
      <w:lvlText w:val="•"/>
      <w:lvlJc w:val="left"/>
      <w:pPr>
        <w:ind w:left="3294" w:hanging="360"/>
      </w:pPr>
      <w:rPr>
        <w:rFonts w:ascii="Times New Roman" w:eastAsia="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0"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4"/>
  </w:num>
  <w:num w:numId="3">
    <w:abstractNumId w:val="11"/>
  </w:num>
  <w:num w:numId="4">
    <w:abstractNumId w:val="19"/>
  </w:num>
  <w:num w:numId="5">
    <w:abstractNumId w:val="14"/>
  </w:num>
  <w:num w:numId="6">
    <w:abstractNumId w:val="11"/>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16"/>
  </w:num>
  <w:num w:numId="18">
    <w:abstractNumId w:val="13"/>
  </w:num>
  <w:num w:numId="19">
    <w:abstractNumId w:val="12"/>
  </w:num>
  <w:num w:numId="20">
    <w:abstractNumId w:val="20"/>
  </w:num>
  <w:num w:numId="21">
    <w:abstractNumId w:val="10"/>
  </w:num>
  <w:num w:numId="22">
    <w:abstractNumId w:val="15"/>
  </w:num>
  <w:num w:numId="23">
    <w:abstractNumId w:val="17"/>
  </w:num>
  <w:num w:numId="24">
    <w:abstractNumId w:val="18"/>
  </w:num>
  <w:num w:numId="25">
    <w:abstractNumId w:val="19"/>
  </w:num>
  <w:num w:numId="26">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displayBackgroundShape/>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ru-RU"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749"/>
    <w:rsid w:val="00010850"/>
    <w:rsid w:val="0001470D"/>
    <w:rsid w:val="00015953"/>
    <w:rsid w:val="00016165"/>
    <w:rsid w:val="00016AC5"/>
    <w:rsid w:val="00021126"/>
    <w:rsid w:val="00021907"/>
    <w:rsid w:val="000233A5"/>
    <w:rsid w:val="0002445D"/>
    <w:rsid w:val="00024C50"/>
    <w:rsid w:val="00025E92"/>
    <w:rsid w:val="000276A3"/>
    <w:rsid w:val="00032060"/>
    <w:rsid w:val="00040539"/>
    <w:rsid w:val="00040598"/>
    <w:rsid w:val="00047F10"/>
    <w:rsid w:val="00052157"/>
    <w:rsid w:val="0005346D"/>
    <w:rsid w:val="00055EFD"/>
    <w:rsid w:val="00055FE4"/>
    <w:rsid w:val="000641CE"/>
    <w:rsid w:val="00067310"/>
    <w:rsid w:val="000725B5"/>
    <w:rsid w:val="00077E35"/>
    <w:rsid w:val="0008669E"/>
    <w:rsid w:val="00090599"/>
    <w:rsid w:val="000A1501"/>
    <w:rsid w:val="000A2494"/>
    <w:rsid w:val="000A6B7E"/>
    <w:rsid w:val="000B0996"/>
    <w:rsid w:val="000B30BA"/>
    <w:rsid w:val="000C6CDB"/>
    <w:rsid w:val="000C76A8"/>
    <w:rsid w:val="000D5C25"/>
    <w:rsid w:val="000E4F06"/>
    <w:rsid w:val="000E5601"/>
    <w:rsid w:val="000F41F2"/>
    <w:rsid w:val="000F782E"/>
    <w:rsid w:val="0010373B"/>
    <w:rsid w:val="0011415F"/>
    <w:rsid w:val="00116CF5"/>
    <w:rsid w:val="00125446"/>
    <w:rsid w:val="001358D9"/>
    <w:rsid w:val="00141E26"/>
    <w:rsid w:val="00143EB9"/>
    <w:rsid w:val="00152C5A"/>
    <w:rsid w:val="0015389C"/>
    <w:rsid w:val="00160540"/>
    <w:rsid w:val="00166C68"/>
    <w:rsid w:val="00174814"/>
    <w:rsid w:val="00181A90"/>
    <w:rsid w:val="00186652"/>
    <w:rsid w:val="00190996"/>
    <w:rsid w:val="00190D5D"/>
    <w:rsid w:val="00192EEB"/>
    <w:rsid w:val="00194484"/>
    <w:rsid w:val="001A0BAC"/>
    <w:rsid w:val="001A2040"/>
    <w:rsid w:val="001A20FB"/>
    <w:rsid w:val="001A376F"/>
    <w:rsid w:val="001A6C36"/>
    <w:rsid w:val="001B09BB"/>
    <w:rsid w:val="001C3D8D"/>
    <w:rsid w:val="001C6497"/>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3449"/>
    <w:rsid w:val="00204B66"/>
    <w:rsid w:val="002059CE"/>
    <w:rsid w:val="00206AD4"/>
    <w:rsid w:val="00224B8B"/>
    <w:rsid w:val="00225A8C"/>
    <w:rsid w:val="00227437"/>
    <w:rsid w:val="00230ED3"/>
    <w:rsid w:val="00231A7F"/>
    <w:rsid w:val="00242BBD"/>
    <w:rsid w:val="00244817"/>
    <w:rsid w:val="0024586F"/>
    <w:rsid w:val="00246BC8"/>
    <w:rsid w:val="00251F95"/>
    <w:rsid w:val="00252317"/>
    <w:rsid w:val="002546BD"/>
    <w:rsid w:val="002659F1"/>
    <w:rsid w:val="00267CF8"/>
    <w:rsid w:val="00271E41"/>
    <w:rsid w:val="00284C19"/>
    <w:rsid w:val="00286E23"/>
    <w:rsid w:val="00287049"/>
    <w:rsid w:val="002876A1"/>
    <w:rsid w:val="00287CA6"/>
    <w:rsid w:val="00287E79"/>
    <w:rsid w:val="002928F9"/>
    <w:rsid w:val="00294D5B"/>
    <w:rsid w:val="0029791D"/>
    <w:rsid w:val="002A2A2C"/>
    <w:rsid w:val="002A5D07"/>
    <w:rsid w:val="002B1B50"/>
    <w:rsid w:val="002D25CA"/>
    <w:rsid w:val="002D3DA4"/>
    <w:rsid w:val="002E2F5C"/>
    <w:rsid w:val="002F0C48"/>
    <w:rsid w:val="002F7E69"/>
    <w:rsid w:val="003016B7"/>
    <w:rsid w:val="0030754C"/>
    <w:rsid w:val="00317E54"/>
    <w:rsid w:val="00322DF1"/>
    <w:rsid w:val="00324EBF"/>
    <w:rsid w:val="0032556C"/>
    <w:rsid w:val="00330508"/>
    <w:rsid w:val="0033286A"/>
    <w:rsid w:val="00333130"/>
    <w:rsid w:val="00346E32"/>
    <w:rsid w:val="00347360"/>
    <w:rsid w:val="003515AA"/>
    <w:rsid w:val="003559BE"/>
    <w:rsid w:val="00364F13"/>
    <w:rsid w:val="0036776C"/>
    <w:rsid w:val="00372A7A"/>
    <w:rsid w:val="00372D1D"/>
    <w:rsid w:val="00374106"/>
    <w:rsid w:val="0037679A"/>
    <w:rsid w:val="0038047C"/>
    <w:rsid w:val="00382062"/>
    <w:rsid w:val="00387BE2"/>
    <w:rsid w:val="00390EEF"/>
    <w:rsid w:val="00394410"/>
    <w:rsid w:val="003976D5"/>
    <w:rsid w:val="003B53B6"/>
    <w:rsid w:val="003D6C68"/>
    <w:rsid w:val="003E01D0"/>
    <w:rsid w:val="003E49B9"/>
    <w:rsid w:val="003E5E5B"/>
    <w:rsid w:val="003E5F12"/>
    <w:rsid w:val="003E786C"/>
    <w:rsid w:val="003F2A89"/>
    <w:rsid w:val="003F4A54"/>
    <w:rsid w:val="0040144C"/>
    <w:rsid w:val="004067AE"/>
    <w:rsid w:val="00410521"/>
    <w:rsid w:val="00413BB0"/>
    <w:rsid w:val="004159D0"/>
    <w:rsid w:val="00417326"/>
    <w:rsid w:val="00421A10"/>
    <w:rsid w:val="00422499"/>
    <w:rsid w:val="00430EFC"/>
    <w:rsid w:val="00431ADD"/>
    <w:rsid w:val="004342E2"/>
    <w:rsid w:val="00434354"/>
    <w:rsid w:val="00440BC8"/>
    <w:rsid w:val="004479E7"/>
    <w:rsid w:val="00454F8D"/>
    <w:rsid w:val="004567EB"/>
    <w:rsid w:val="00460E72"/>
    <w:rsid w:val="00461F46"/>
    <w:rsid w:val="00464191"/>
    <w:rsid w:val="00467412"/>
    <w:rsid w:val="00472E51"/>
    <w:rsid w:val="00476265"/>
    <w:rsid w:val="00490F56"/>
    <w:rsid w:val="00491F39"/>
    <w:rsid w:val="004A49A5"/>
    <w:rsid w:val="004A66A2"/>
    <w:rsid w:val="004B07A3"/>
    <w:rsid w:val="004B261D"/>
    <w:rsid w:val="004B38C4"/>
    <w:rsid w:val="004B51CD"/>
    <w:rsid w:val="004B576C"/>
    <w:rsid w:val="004C54C0"/>
    <w:rsid w:val="004C56B2"/>
    <w:rsid w:val="004D00B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022A"/>
    <w:rsid w:val="00561DC7"/>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B4DCA"/>
    <w:rsid w:val="005C0F2E"/>
    <w:rsid w:val="005C549A"/>
    <w:rsid w:val="005D0035"/>
    <w:rsid w:val="005D7719"/>
    <w:rsid w:val="005E1B9B"/>
    <w:rsid w:val="005E32D1"/>
    <w:rsid w:val="005E5D1F"/>
    <w:rsid w:val="005F0207"/>
    <w:rsid w:val="00600AF5"/>
    <w:rsid w:val="0061113B"/>
    <w:rsid w:val="00611D43"/>
    <w:rsid w:val="00612D48"/>
    <w:rsid w:val="00613A5E"/>
    <w:rsid w:val="00616B45"/>
    <w:rsid w:val="006241C6"/>
    <w:rsid w:val="0062553F"/>
    <w:rsid w:val="00630D9B"/>
    <w:rsid w:val="00631953"/>
    <w:rsid w:val="0063208D"/>
    <w:rsid w:val="00643814"/>
    <w:rsid w:val="006439EC"/>
    <w:rsid w:val="00644612"/>
    <w:rsid w:val="00645090"/>
    <w:rsid w:val="00647059"/>
    <w:rsid w:val="00647162"/>
    <w:rsid w:val="0065029A"/>
    <w:rsid w:val="006553F9"/>
    <w:rsid w:val="00661E96"/>
    <w:rsid w:val="00665786"/>
    <w:rsid w:val="00671C93"/>
    <w:rsid w:val="00671F00"/>
    <w:rsid w:val="006729C8"/>
    <w:rsid w:val="00675501"/>
    <w:rsid w:val="0068562A"/>
    <w:rsid w:val="006A24AD"/>
    <w:rsid w:val="006A6B31"/>
    <w:rsid w:val="006A6C95"/>
    <w:rsid w:val="006A7B29"/>
    <w:rsid w:val="006B0EB2"/>
    <w:rsid w:val="006B0FF8"/>
    <w:rsid w:val="006B4590"/>
    <w:rsid w:val="006C1550"/>
    <w:rsid w:val="006C340C"/>
    <w:rsid w:val="006D4180"/>
    <w:rsid w:val="006F1D0B"/>
    <w:rsid w:val="006F27A8"/>
    <w:rsid w:val="006F3493"/>
    <w:rsid w:val="006F3544"/>
    <w:rsid w:val="006F6D0A"/>
    <w:rsid w:val="0070347C"/>
    <w:rsid w:val="007102D2"/>
    <w:rsid w:val="00714A66"/>
    <w:rsid w:val="0071658C"/>
    <w:rsid w:val="007176C1"/>
    <w:rsid w:val="00720BC0"/>
    <w:rsid w:val="0072116B"/>
    <w:rsid w:val="00725063"/>
    <w:rsid w:val="00725F3E"/>
    <w:rsid w:val="00732E72"/>
    <w:rsid w:val="00734447"/>
    <w:rsid w:val="00741D90"/>
    <w:rsid w:val="00742629"/>
    <w:rsid w:val="0074345C"/>
    <w:rsid w:val="007524A4"/>
    <w:rsid w:val="007607B1"/>
    <w:rsid w:val="00765296"/>
    <w:rsid w:val="00766D28"/>
    <w:rsid w:val="007723C2"/>
    <w:rsid w:val="007815B9"/>
    <w:rsid w:val="00785F1F"/>
    <w:rsid w:val="007869B6"/>
    <w:rsid w:val="00790B9D"/>
    <w:rsid w:val="00796316"/>
    <w:rsid w:val="007A1C58"/>
    <w:rsid w:val="007A20D2"/>
    <w:rsid w:val="007A79CD"/>
    <w:rsid w:val="007D2668"/>
    <w:rsid w:val="007D3119"/>
    <w:rsid w:val="007D3787"/>
    <w:rsid w:val="007D7A5D"/>
    <w:rsid w:val="007E7734"/>
    <w:rsid w:val="007F1867"/>
    <w:rsid w:val="007F1EC4"/>
    <w:rsid w:val="007F55CB"/>
    <w:rsid w:val="007F768E"/>
    <w:rsid w:val="008021D4"/>
    <w:rsid w:val="008149F9"/>
    <w:rsid w:val="00815CCD"/>
    <w:rsid w:val="008245B7"/>
    <w:rsid w:val="0082755E"/>
    <w:rsid w:val="00831A18"/>
    <w:rsid w:val="00834EB0"/>
    <w:rsid w:val="0083687B"/>
    <w:rsid w:val="00837345"/>
    <w:rsid w:val="00844750"/>
    <w:rsid w:val="00851A74"/>
    <w:rsid w:val="00853AB8"/>
    <w:rsid w:val="00854C34"/>
    <w:rsid w:val="0085586A"/>
    <w:rsid w:val="00856DB2"/>
    <w:rsid w:val="0089089C"/>
    <w:rsid w:val="00895DE5"/>
    <w:rsid w:val="008A0FA8"/>
    <w:rsid w:val="008A1EC0"/>
    <w:rsid w:val="008B44C4"/>
    <w:rsid w:val="008C322B"/>
    <w:rsid w:val="008C4B74"/>
    <w:rsid w:val="008D1156"/>
    <w:rsid w:val="008D59DB"/>
    <w:rsid w:val="008E0319"/>
    <w:rsid w:val="008E4DE2"/>
    <w:rsid w:val="008E7CE2"/>
    <w:rsid w:val="008E7FAE"/>
    <w:rsid w:val="00911BF7"/>
    <w:rsid w:val="0091594A"/>
    <w:rsid w:val="009230F1"/>
    <w:rsid w:val="00926925"/>
    <w:rsid w:val="00926FE6"/>
    <w:rsid w:val="00935490"/>
    <w:rsid w:val="00935F4C"/>
    <w:rsid w:val="009418DE"/>
    <w:rsid w:val="00942052"/>
    <w:rsid w:val="009516B7"/>
    <w:rsid w:val="009545F1"/>
    <w:rsid w:val="00957CE5"/>
    <w:rsid w:val="009624E2"/>
    <w:rsid w:val="00974DD2"/>
    <w:rsid w:val="00977EC8"/>
    <w:rsid w:val="00996562"/>
    <w:rsid w:val="009A177A"/>
    <w:rsid w:val="009A291E"/>
    <w:rsid w:val="009A3048"/>
    <w:rsid w:val="009A6C26"/>
    <w:rsid w:val="009B17AD"/>
    <w:rsid w:val="009B3F8C"/>
    <w:rsid w:val="009B45E0"/>
    <w:rsid w:val="009B540F"/>
    <w:rsid w:val="009D3A8C"/>
    <w:rsid w:val="009D683B"/>
    <w:rsid w:val="009E1BA9"/>
    <w:rsid w:val="009E2876"/>
    <w:rsid w:val="009E2F0B"/>
    <w:rsid w:val="009E7956"/>
    <w:rsid w:val="009F072F"/>
    <w:rsid w:val="009F26C1"/>
    <w:rsid w:val="009F3F95"/>
    <w:rsid w:val="00A023FC"/>
    <w:rsid w:val="00A0338D"/>
    <w:rsid w:val="00A05DD1"/>
    <w:rsid w:val="00A077E9"/>
    <w:rsid w:val="00A2492E"/>
    <w:rsid w:val="00A31163"/>
    <w:rsid w:val="00A34593"/>
    <w:rsid w:val="00A364DB"/>
    <w:rsid w:val="00A45E90"/>
    <w:rsid w:val="00A4770F"/>
    <w:rsid w:val="00A5041A"/>
    <w:rsid w:val="00A50D6B"/>
    <w:rsid w:val="00A51050"/>
    <w:rsid w:val="00A55060"/>
    <w:rsid w:val="00A56945"/>
    <w:rsid w:val="00A57027"/>
    <w:rsid w:val="00A5750C"/>
    <w:rsid w:val="00A66781"/>
    <w:rsid w:val="00A72C35"/>
    <w:rsid w:val="00A752BB"/>
    <w:rsid w:val="00A81F93"/>
    <w:rsid w:val="00A9247E"/>
    <w:rsid w:val="00AA0DCA"/>
    <w:rsid w:val="00AA7796"/>
    <w:rsid w:val="00AC4708"/>
    <w:rsid w:val="00AC67A1"/>
    <w:rsid w:val="00AC7977"/>
    <w:rsid w:val="00AC7E56"/>
    <w:rsid w:val="00AE2617"/>
    <w:rsid w:val="00AE352C"/>
    <w:rsid w:val="00AE4CCA"/>
    <w:rsid w:val="00AE79AC"/>
    <w:rsid w:val="00AF068B"/>
    <w:rsid w:val="00B01AAD"/>
    <w:rsid w:val="00B066C2"/>
    <w:rsid w:val="00B101DB"/>
    <w:rsid w:val="00B21751"/>
    <w:rsid w:val="00B256F0"/>
    <w:rsid w:val="00B25EA9"/>
    <w:rsid w:val="00B31D7D"/>
    <w:rsid w:val="00B32E2D"/>
    <w:rsid w:val="00B4005D"/>
    <w:rsid w:val="00B416B8"/>
    <w:rsid w:val="00B42351"/>
    <w:rsid w:val="00B42749"/>
    <w:rsid w:val="00B43741"/>
    <w:rsid w:val="00B45642"/>
    <w:rsid w:val="00B52F29"/>
    <w:rsid w:val="00B5388D"/>
    <w:rsid w:val="00B61990"/>
    <w:rsid w:val="00B61CE9"/>
    <w:rsid w:val="00B6249B"/>
    <w:rsid w:val="00B70CCD"/>
    <w:rsid w:val="00B724E6"/>
    <w:rsid w:val="00B75E66"/>
    <w:rsid w:val="00B773BF"/>
    <w:rsid w:val="00B838CD"/>
    <w:rsid w:val="00BC3F20"/>
    <w:rsid w:val="00BC76F0"/>
    <w:rsid w:val="00BD13E6"/>
    <w:rsid w:val="00BD28B2"/>
    <w:rsid w:val="00BD5A8D"/>
    <w:rsid w:val="00BD7343"/>
    <w:rsid w:val="00BE7C74"/>
    <w:rsid w:val="00BF0556"/>
    <w:rsid w:val="00BF346F"/>
    <w:rsid w:val="00BF37EE"/>
    <w:rsid w:val="00C024A1"/>
    <w:rsid w:val="00C02C42"/>
    <w:rsid w:val="00C10FB1"/>
    <w:rsid w:val="00C11282"/>
    <w:rsid w:val="00C14108"/>
    <w:rsid w:val="00C225ED"/>
    <w:rsid w:val="00C261F8"/>
    <w:rsid w:val="00C27662"/>
    <w:rsid w:val="00C320AE"/>
    <w:rsid w:val="00C32914"/>
    <w:rsid w:val="00C33100"/>
    <w:rsid w:val="00C379D7"/>
    <w:rsid w:val="00C42EDB"/>
    <w:rsid w:val="00C451B9"/>
    <w:rsid w:val="00C51D9C"/>
    <w:rsid w:val="00C54DA4"/>
    <w:rsid w:val="00C55118"/>
    <w:rsid w:val="00C577D1"/>
    <w:rsid w:val="00C57A2D"/>
    <w:rsid w:val="00C6018C"/>
    <w:rsid w:val="00C65359"/>
    <w:rsid w:val="00C65B1B"/>
    <w:rsid w:val="00C67D23"/>
    <w:rsid w:val="00C71827"/>
    <w:rsid w:val="00C75D25"/>
    <w:rsid w:val="00C825E5"/>
    <w:rsid w:val="00C95EB8"/>
    <w:rsid w:val="00C97EC1"/>
    <w:rsid w:val="00CA5840"/>
    <w:rsid w:val="00CB02C5"/>
    <w:rsid w:val="00CB0D41"/>
    <w:rsid w:val="00CB39CD"/>
    <w:rsid w:val="00CC2A62"/>
    <w:rsid w:val="00CC7CE6"/>
    <w:rsid w:val="00CD044C"/>
    <w:rsid w:val="00CD1A71"/>
    <w:rsid w:val="00CD1FBB"/>
    <w:rsid w:val="00CE033D"/>
    <w:rsid w:val="00CE08E5"/>
    <w:rsid w:val="00D016B5"/>
    <w:rsid w:val="00D034F1"/>
    <w:rsid w:val="00D05828"/>
    <w:rsid w:val="00D062F1"/>
    <w:rsid w:val="00D06712"/>
    <w:rsid w:val="00D14C21"/>
    <w:rsid w:val="00D14F42"/>
    <w:rsid w:val="00D171D4"/>
    <w:rsid w:val="00D20BFE"/>
    <w:rsid w:val="00D244CB"/>
    <w:rsid w:val="00D27D5E"/>
    <w:rsid w:val="00D324CF"/>
    <w:rsid w:val="00D32B08"/>
    <w:rsid w:val="00D407D1"/>
    <w:rsid w:val="00D43E5F"/>
    <w:rsid w:val="00D51CE6"/>
    <w:rsid w:val="00D639BD"/>
    <w:rsid w:val="00D64227"/>
    <w:rsid w:val="00D6425F"/>
    <w:rsid w:val="00D65777"/>
    <w:rsid w:val="00D66E0D"/>
    <w:rsid w:val="00D7425A"/>
    <w:rsid w:val="00D74F7E"/>
    <w:rsid w:val="00D7695F"/>
    <w:rsid w:val="00D848BA"/>
    <w:rsid w:val="00D9039B"/>
    <w:rsid w:val="00D93582"/>
    <w:rsid w:val="00DA41A2"/>
    <w:rsid w:val="00DA43A1"/>
    <w:rsid w:val="00DA5E1D"/>
    <w:rsid w:val="00DC3628"/>
    <w:rsid w:val="00DC4F43"/>
    <w:rsid w:val="00DE083E"/>
    <w:rsid w:val="00DE6D90"/>
    <w:rsid w:val="00DE7F92"/>
    <w:rsid w:val="00DF002F"/>
    <w:rsid w:val="00E0244D"/>
    <w:rsid w:val="00E026DF"/>
    <w:rsid w:val="00E02F48"/>
    <w:rsid w:val="00E03712"/>
    <w:rsid w:val="00E0542E"/>
    <w:rsid w:val="00E06B3F"/>
    <w:rsid w:val="00E10A73"/>
    <w:rsid w:val="00E14F27"/>
    <w:rsid w:val="00E1636C"/>
    <w:rsid w:val="00E171D2"/>
    <w:rsid w:val="00E221F3"/>
    <w:rsid w:val="00E25534"/>
    <w:rsid w:val="00E319B6"/>
    <w:rsid w:val="00E32145"/>
    <w:rsid w:val="00E32F5A"/>
    <w:rsid w:val="00E42B6E"/>
    <w:rsid w:val="00E510F3"/>
    <w:rsid w:val="00E51874"/>
    <w:rsid w:val="00E60012"/>
    <w:rsid w:val="00E616B9"/>
    <w:rsid w:val="00E62CFF"/>
    <w:rsid w:val="00E665EE"/>
    <w:rsid w:val="00E679AE"/>
    <w:rsid w:val="00E71570"/>
    <w:rsid w:val="00E73B13"/>
    <w:rsid w:val="00E75C58"/>
    <w:rsid w:val="00E76819"/>
    <w:rsid w:val="00E81E94"/>
    <w:rsid w:val="00E82607"/>
    <w:rsid w:val="00E84A82"/>
    <w:rsid w:val="00E85025"/>
    <w:rsid w:val="00E9483E"/>
    <w:rsid w:val="00E950C1"/>
    <w:rsid w:val="00E96710"/>
    <w:rsid w:val="00E97E2C"/>
    <w:rsid w:val="00EA3B1D"/>
    <w:rsid w:val="00EB77B9"/>
    <w:rsid w:val="00EB7D07"/>
    <w:rsid w:val="00EC2BD1"/>
    <w:rsid w:val="00ED3A26"/>
    <w:rsid w:val="00EF70BB"/>
    <w:rsid w:val="00F02FA9"/>
    <w:rsid w:val="00F06660"/>
    <w:rsid w:val="00F07AE1"/>
    <w:rsid w:val="00F116EB"/>
    <w:rsid w:val="00F1794E"/>
    <w:rsid w:val="00F211AF"/>
    <w:rsid w:val="00F25EC3"/>
    <w:rsid w:val="00F32ADB"/>
    <w:rsid w:val="00F32C98"/>
    <w:rsid w:val="00F37E12"/>
    <w:rsid w:val="00F424BD"/>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2B33"/>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5:docId w15:val="{B207F012-D308-495E-A155-3DFEA577E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C76A8"/>
    <w:pPr>
      <w:suppressAutoHyphens/>
      <w:kinsoku w:val="0"/>
      <w:overflowPunct w:val="0"/>
      <w:autoSpaceDE w:val="0"/>
      <w:autoSpaceDN w:val="0"/>
      <w:adjustRightInd w:val="0"/>
      <w:snapToGrid w:val="0"/>
      <w:spacing w:line="240" w:lineRule="atLeast"/>
    </w:pPr>
    <w:rPr>
      <w:rFonts w:eastAsia="SimSun"/>
      <w:lang w:val="fr-CH" w:eastAsia="en-US"/>
    </w:rPr>
  </w:style>
  <w:style w:type="paragraph" w:styleId="Titre1">
    <w:name w:val="heading 1"/>
    <w:aliases w:val="Table_G"/>
    <w:basedOn w:val="SingleTxtG"/>
    <w:next w:val="SingleTxtG"/>
    <w:link w:val="Titre1Car"/>
    <w:qFormat/>
    <w:rsid w:val="007E7734"/>
    <w:pPr>
      <w:keepNext/>
      <w:keepLines/>
      <w:spacing w:after="0" w:line="240" w:lineRule="auto"/>
      <w:ind w:right="0"/>
      <w:jc w:val="left"/>
      <w:outlineLvl w:val="0"/>
    </w:pPr>
  </w:style>
  <w:style w:type="paragraph" w:styleId="Titre2">
    <w:name w:val="heading 2"/>
    <w:basedOn w:val="Normal"/>
    <w:next w:val="Normal"/>
    <w:link w:val="Titre2Car"/>
    <w:qFormat/>
    <w:rsid w:val="007E7734"/>
    <w:pPr>
      <w:outlineLvl w:val="1"/>
    </w:pPr>
  </w:style>
  <w:style w:type="paragraph" w:styleId="Titre3">
    <w:name w:val="heading 3"/>
    <w:basedOn w:val="Normal"/>
    <w:next w:val="Normal"/>
    <w:link w:val="Titre3Car"/>
    <w:qFormat/>
    <w:rsid w:val="007E7734"/>
    <w:pPr>
      <w:outlineLvl w:val="2"/>
    </w:pPr>
  </w:style>
  <w:style w:type="paragraph" w:styleId="Titre4">
    <w:name w:val="heading 4"/>
    <w:basedOn w:val="Normal"/>
    <w:next w:val="Normal"/>
    <w:link w:val="Titre4Car"/>
    <w:qFormat/>
    <w:rsid w:val="007E7734"/>
    <w:pPr>
      <w:outlineLvl w:val="3"/>
    </w:pPr>
  </w:style>
  <w:style w:type="paragraph" w:styleId="Titre5">
    <w:name w:val="heading 5"/>
    <w:basedOn w:val="Normal"/>
    <w:next w:val="Normal"/>
    <w:link w:val="Titre5Car"/>
    <w:qFormat/>
    <w:rsid w:val="007E7734"/>
    <w:pPr>
      <w:outlineLvl w:val="4"/>
    </w:pPr>
  </w:style>
  <w:style w:type="paragraph" w:styleId="Titre6">
    <w:name w:val="heading 6"/>
    <w:basedOn w:val="Normal"/>
    <w:next w:val="Normal"/>
    <w:link w:val="Titre6Car"/>
    <w:qFormat/>
    <w:rsid w:val="007E7734"/>
    <w:pPr>
      <w:outlineLvl w:val="5"/>
    </w:pPr>
  </w:style>
  <w:style w:type="paragraph" w:styleId="Titre7">
    <w:name w:val="heading 7"/>
    <w:basedOn w:val="Normal"/>
    <w:next w:val="Normal"/>
    <w:link w:val="Titre7Car"/>
    <w:qFormat/>
    <w:rsid w:val="007E7734"/>
    <w:pPr>
      <w:outlineLvl w:val="6"/>
    </w:pPr>
  </w:style>
  <w:style w:type="paragraph" w:styleId="Titre8">
    <w:name w:val="heading 8"/>
    <w:basedOn w:val="Normal"/>
    <w:next w:val="Normal"/>
    <w:link w:val="Titre8Car"/>
    <w:qFormat/>
    <w:rsid w:val="007E7734"/>
    <w:pPr>
      <w:outlineLvl w:val="7"/>
    </w:pPr>
  </w:style>
  <w:style w:type="paragraph" w:styleId="Titre9">
    <w:name w:val="heading 9"/>
    <w:basedOn w:val="Normal"/>
    <w:next w:val="Normal"/>
    <w:link w:val="Titre9Car"/>
    <w:qFormat/>
    <w:rsid w:val="007E7734"/>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7E7734"/>
    <w:pPr>
      <w:spacing w:after="120"/>
      <w:ind w:left="1134" w:right="1134"/>
      <w:jc w:val="both"/>
    </w:pPr>
  </w:style>
  <w:style w:type="paragraph" w:styleId="Notedefin">
    <w:name w:val="endnote text"/>
    <w:aliases w:val="2_G"/>
    <w:basedOn w:val="Notedebasdepage"/>
    <w:link w:val="NotedefinCar"/>
    <w:qFormat/>
    <w:rsid w:val="007E7734"/>
  </w:style>
  <w:style w:type="paragraph" w:styleId="Notedebasdepage">
    <w:name w:val="footnote text"/>
    <w:aliases w:val="5_G,PP,5_GR"/>
    <w:basedOn w:val="Normal"/>
    <w:link w:val="NotedebasdepageCar"/>
    <w:qFormat/>
    <w:rsid w:val="007E7734"/>
    <w:pPr>
      <w:tabs>
        <w:tab w:val="right" w:pos="1021"/>
      </w:tabs>
      <w:spacing w:line="220" w:lineRule="exact"/>
      <w:ind w:left="1134" w:right="1134" w:hanging="1134"/>
    </w:pPr>
    <w:rPr>
      <w:sz w:val="18"/>
    </w:rPr>
  </w:style>
  <w:style w:type="paragraph" w:styleId="Pieddepage">
    <w:name w:val="footer"/>
    <w:aliases w:val="3_G"/>
    <w:basedOn w:val="Normal"/>
    <w:next w:val="Normal"/>
    <w:link w:val="PieddepageCar"/>
    <w:uiPriority w:val="99"/>
    <w:qFormat/>
    <w:rsid w:val="007E7734"/>
    <w:pPr>
      <w:spacing w:line="240" w:lineRule="auto"/>
    </w:pPr>
    <w:rPr>
      <w:sz w:val="16"/>
    </w:rPr>
  </w:style>
  <w:style w:type="character" w:styleId="Appeldenotedefin">
    <w:name w:val="endnote reference"/>
    <w:aliases w:val="1_G"/>
    <w:qFormat/>
    <w:rsid w:val="007E7734"/>
  </w:style>
  <w:style w:type="character" w:styleId="Appelnotedebasdep">
    <w:name w:val="footnote reference"/>
    <w:aliases w:val="4_G,(Footnote Reference),-E Fußnotenzeichen,BVI fnr, BVI fnr,Footnote symbol,Footnote,Footnote Reference Superscript,SUPERS,4_GR"/>
    <w:qFormat/>
    <w:rsid w:val="007E7734"/>
    <w:rPr>
      <w:rFonts w:ascii="Times New Roman" w:hAnsi="Times New Roman"/>
      <w:sz w:val="18"/>
      <w:vertAlign w:val="superscript"/>
      <w:lang w:val="fr-CH"/>
    </w:rPr>
  </w:style>
  <w:style w:type="character" w:styleId="Numrodepage">
    <w:name w:val="page number"/>
    <w:aliases w:val="7_G"/>
    <w:qFormat/>
    <w:rsid w:val="007E7734"/>
    <w:rPr>
      <w:rFonts w:ascii="Times New Roman" w:hAnsi="Times New Roman"/>
      <w:b/>
      <w:sz w:val="18"/>
      <w:lang w:val="fr-CH"/>
    </w:rPr>
  </w:style>
  <w:style w:type="paragraph" w:styleId="En-tte">
    <w:name w:val="header"/>
    <w:aliases w:val="6_G"/>
    <w:basedOn w:val="Normal"/>
    <w:next w:val="Normal"/>
    <w:link w:val="En-tteCar"/>
    <w:qFormat/>
    <w:rsid w:val="007E7734"/>
    <w:pPr>
      <w:pBdr>
        <w:bottom w:val="single" w:sz="4" w:space="4" w:color="auto"/>
      </w:pBdr>
      <w:spacing w:line="240" w:lineRule="auto"/>
    </w:pPr>
    <w:rPr>
      <w:b/>
      <w:sz w:val="18"/>
    </w:rPr>
  </w:style>
  <w:style w:type="paragraph" w:customStyle="1" w:styleId="H1G">
    <w:name w:val="_ H_1_G"/>
    <w:basedOn w:val="Normal"/>
    <w:next w:val="Normal"/>
    <w:link w:val="H1GChar"/>
    <w:qFormat/>
    <w:rsid w:val="007E7734"/>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link w:val="HChGChar"/>
    <w:qFormat/>
    <w:rsid w:val="007E7734"/>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7E7734"/>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7E773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E773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7E7734"/>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7E7734"/>
    <w:pPr>
      <w:keepNext/>
      <w:keepLines/>
      <w:spacing w:before="240" w:after="240" w:line="420" w:lineRule="exact"/>
      <w:ind w:left="1134" w:right="1134"/>
    </w:pPr>
    <w:rPr>
      <w:b/>
      <w:sz w:val="40"/>
    </w:rPr>
  </w:style>
  <w:style w:type="paragraph" w:customStyle="1" w:styleId="SLG">
    <w:name w:val="__S_L_G"/>
    <w:basedOn w:val="Normal"/>
    <w:next w:val="Normal"/>
    <w:rsid w:val="007E7734"/>
    <w:pPr>
      <w:keepNext/>
      <w:keepLines/>
      <w:spacing w:before="240" w:after="240" w:line="580" w:lineRule="exact"/>
      <w:ind w:left="1134" w:right="1134"/>
    </w:pPr>
    <w:rPr>
      <w:b/>
      <w:sz w:val="56"/>
    </w:rPr>
  </w:style>
  <w:style w:type="paragraph" w:customStyle="1" w:styleId="SSG">
    <w:name w:val="__S_S_G"/>
    <w:basedOn w:val="Normal"/>
    <w:next w:val="Normal"/>
    <w:rsid w:val="007E7734"/>
    <w:pPr>
      <w:keepNext/>
      <w:keepLines/>
      <w:spacing w:before="240" w:after="240" w:line="300" w:lineRule="exact"/>
      <w:ind w:left="1134" w:right="1134"/>
    </w:pPr>
    <w:rPr>
      <w:b/>
      <w:sz w:val="28"/>
    </w:rPr>
  </w:style>
  <w:style w:type="paragraph" w:customStyle="1" w:styleId="XLargeG">
    <w:name w:val="__XLarge_G"/>
    <w:basedOn w:val="Normal"/>
    <w:next w:val="Normal"/>
    <w:rsid w:val="007E7734"/>
    <w:pPr>
      <w:keepNext/>
      <w:keepLines/>
      <w:spacing w:before="240" w:after="240" w:line="420" w:lineRule="exact"/>
      <w:ind w:left="1134" w:right="1134"/>
    </w:pPr>
    <w:rPr>
      <w:b/>
      <w:sz w:val="40"/>
    </w:rPr>
  </w:style>
  <w:style w:type="paragraph" w:customStyle="1" w:styleId="Bullet1G">
    <w:name w:val="_Bullet 1_G"/>
    <w:basedOn w:val="Normal"/>
    <w:qFormat/>
    <w:rsid w:val="007E7734"/>
    <w:pPr>
      <w:numPr>
        <w:numId w:val="4"/>
      </w:numPr>
      <w:spacing w:after="120"/>
      <w:ind w:right="1134"/>
      <w:jc w:val="both"/>
    </w:pPr>
  </w:style>
  <w:style w:type="paragraph" w:customStyle="1" w:styleId="Bullet2G">
    <w:name w:val="_Bullet 2_G"/>
    <w:basedOn w:val="Normal"/>
    <w:qFormat/>
    <w:rsid w:val="007E7734"/>
    <w:pPr>
      <w:numPr>
        <w:numId w:val="5"/>
      </w:numPr>
      <w:spacing w:after="120"/>
      <w:ind w:right="1134"/>
      <w:jc w:val="both"/>
    </w:pPr>
  </w:style>
  <w:style w:type="table" w:styleId="Grilledutableau">
    <w:name w:val="Table Grid"/>
    <w:basedOn w:val="TableauNormal"/>
    <w:rsid w:val="007E7734"/>
    <w:pPr>
      <w:suppressAutoHyphens/>
      <w:spacing w:line="240" w:lineRule="atLeast"/>
    </w:pPr>
    <w:rPr>
      <w:rFonts w:eastAsia="SimSun"/>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SimSun"/>
      <w:lang w:val="fr-CH" w:eastAsia="en-US"/>
    </w:rPr>
  </w:style>
  <w:style w:type="character" w:styleId="Lienhypertexte">
    <w:name w:val="Hyperlink"/>
    <w:rsid w:val="007E7734"/>
    <w:rPr>
      <w:color w:val="0000FF"/>
      <w:u w:val="none"/>
    </w:rPr>
  </w:style>
  <w:style w:type="character" w:styleId="Lienhypertextesuivivisit">
    <w:name w:val="FollowedHyperlink"/>
    <w:rsid w:val="007E7734"/>
    <w:rPr>
      <w:color w:val="0000FF"/>
      <w:u w:val="none"/>
    </w:rPr>
  </w:style>
  <w:style w:type="paragraph" w:customStyle="1" w:styleId="ParNoG">
    <w:name w:val="_ParNo_G"/>
    <w:basedOn w:val="Normal"/>
    <w:qFormat/>
    <w:rsid w:val="007E7734"/>
    <w:pPr>
      <w:numPr>
        <w:numId w:val="6"/>
      </w:numPr>
      <w:spacing w:after="120"/>
      <w:ind w:right="1134"/>
      <w:jc w:val="both"/>
    </w:pPr>
  </w:style>
  <w:style w:type="character" w:customStyle="1" w:styleId="En-tteCar">
    <w:name w:val="En-tête Car"/>
    <w:aliases w:val="6_G Car"/>
    <w:link w:val="En-tte"/>
    <w:rsid w:val="007E7734"/>
    <w:rPr>
      <w:rFonts w:eastAsia="SimSun"/>
      <w:b/>
      <w:sz w:val="18"/>
      <w:lang w:val="fr-CH" w:eastAsia="en-US"/>
    </w:rPr>
  </w:style>
  <w:style w:type="character" w:customStyle="1" w:styleId="NotedebasdepageCar">
    <w:name w:val="Note de bas de page Car"/>
    <w:aliases w:val="5_G Car,PP Car,5_GR Car"/>
    <w:link w:val="Notedebasdepage"/>
    <w:rsid w:val="007E7734"/>
    <w:rPr>
      <w:rFonts w:eastAsia="SimSun"/>
      <w:sz w:val="18"/>
      <w:lang w:val="fr-CH" w:eastAsia="en-US"/>
    </w:rPr>
  </w:style>
  <w:style w:type="character" w:customStyle="1" w:styleId="NotedefinCar">
    <w:name w:val="Note de fin Car"/>
    <w:aliases w:val="2_G Car"/>
    <w:link w:val="Notedefin"/>
    <w:rsid w:val="007E7734"/>
    <w:rPr>
      <w:rFonts w:eastAsia="SimSun"/>
      <w:sz w:val="18"/>
      <w:lang w:val="fr-CH" w:eastAsia="en-US"/>
    </w:rPr>
  </w:style>
  <w:style w:type="character" w:customStyle="1" w:styleId="PieddepageCar">
    <w:name w:val="Pied de page Car"/>
    <w:aliases w:val="3_G Car"/>
    <w:link w:val="Pieddepage"/>
    <w:uiPriority w:val="99"/>
    <w:rsid w:val="007E7734"/>
    <w:rPr>
      <w:rFonts w:eastAsia="SimSun"/>
      <w:sz w:val="16"/>
      <w:lang w:val="fr-CH" w:eastAsia="en-US"/>
    </w:rPr>
  </w:style>
  <w:style w:type="character" w:customStyle="1" w:styleId="Titre1Car">
    <w:name w:val="Titre 1 Car"/>
    <w:aliases w:val="Table_G Car"/>
    <w:link w:val="Titre1"/>
    <w:rsid w:val="007E7734"/>
    <w:rPr>
      <w:rFonts w:eastAsia="SimSun"/>
      <w:lang w:val="fr-CH" w:eastAsia="en-US"/>
    </w:rPr>
  </w:style>
  <w:style w:type="character" w:customStyle="1" w:styleId="Titre2Car">
    <w:name w:val="Titre 2 Car"/>
    <w:link w:val="Titre2"/>
    <w:rsid w:val="000C76A8"/>
    <w:rPr>
      <w:rFonts w:eastAsia="SimSun"/>
      <w:lang w:val="fr-CH" w:eastAsia="en-US"/>
    </w:rPr>
  </w:style>
  <w:style w:type="character" w:customStyle="1" w:styleId="Titre3Car">
    <w:name w:val="Titre 3 Car"/>
    <w:link w:val="Titre3"/>
    <w:rsid w:val="000C76A8"/>
    <w:rPr>
      <w:rFonts w:eastAsia="SimSun"/>
      <w:lang w:val="fr-CH" w:eastAsia="en-US"/>
    </w:rPr>
  </w:style>
  <w:style w:type="character" w:customStyle="1" w:styleId="Titre4Car">
    <w:name w:val="Titre 4 Car"/>
    <w:link w:val="Titre4"/>
    <w:rsid w:val="000C76A8"/>
    <w:rPr>
      <w:rFonts w:eastAsia="SimSun"/>
      <w:lang w:val="fr-CH" w:eastAsia="en-US"/>
    </w:rPr>
  </w:style>
  <w:style w:type="character" w:customStyle="1" w:styleId="Titre5Car">
    <w:name w:val="Titre 5 Car"/>
    <w:link w:val="Titre5"/>
    <w:rsid w:val="000C76A8"/>
    <w:rPr>
      <w:rFonts w:eastAsia="SimSun"/>
      <w:lang w:val="fr-CH" w:eastAsia="en-US"/>
    </w:rPr>
  </w:style>
  <w:style w:type="character" w:customStyle="1" w:styleId="Titre6Car">
    <w:name w:val="Titre 6 Car"/>
    <w:link w:val="Titre6"/>
    <w:rsid w:val="000C76A8"/>
    <w:rPr>
      <w:rFonts w:eastAsia="SimSun"/>
      <w:lang w:val="fr-CH" w:eastAsia="en-US"/>
    </w:rPr>
  </w:style>
  <w:style w:type="character" w:customStyle="1" w:styleId="Titre7Car">
    <w:name w:val="Titre 7 Car"/>
    <w:link w:val="Titre7"/>
    <w:rsid w:val="000C76A8"/>
    <w:rPr>
      <w:rFonts w:eastAsia="SimSun"/>
      <w:lang w:val="fr-CH" w:eastAsia="en-US"/>
    </w:rPr>
  </w:style>
  <w:style w:type="character" w:customStyle="1" w:styleId="Titre8Car">
    <w:name w:val="Titre 8 Car"/>
    <w:link w:val="Titre8"/>
    <w:rsid w:val="000C76A8"/>
    <w:rPr>
      <w:rFonts w:eastAsia="SimSun"/>
      <w:lang w:val="fr-CH" w:eastAsia="en-US"/>
    </w:rPr>
  </w:style>
  <w:style w:type="character" w:customStyle="1" w:styleId="Titre9Car">
    <w:name w:val="Titre 9 Car"/>
    <w:link w:val="Titre9"/>
    <w:rsid w:val="000C76A8"/>
    <w:rPr>
      <w:rFonts w:eastAsia="SimSun"/>
      <w:lang w:val="fr-CH" w:eastAsia="en-US"/>
    </w:rPr>
  </w:style>
  <w:style w:type="paragraph" w:styleId="Textedebulles">
    <w:name w:val="Balloon Text"/>
    <w:basedOn w:val="Normal"/>
    <w:link w:val="TextedebullesCar"/>
    <w:uiPriority w:val="99"/>
    <w:rsid w:val="00834EB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0C76A8"/>
    <w:rPr>
      <w:rFonts w:ascii="Tahoma" w:eastAsia="SimSun" w:hAnsi="Tahoma" w:cs="Tahoma"/>
      <w:sz w:val="16"/>
      <w:szCs w:val="16"/>
      <w:lang w:val="fr-CH" w:eastAsia="en-US"/>
    </w:rPr>
  </w:style>
  <w:style w:type="character" w:customStyle="1" w:styleId="H56GChar">
    <w:name w:val="_ H_5/6_G Char"/>
    <w:link w:val="H56G"/>
    <w:rsid w:val="00725F3E"/>
    <w:rPr>
      <w:rFonts w:eastAsia="SimSun"/>
      <w:lang w:val="fr-CH" w:eastAsia="en-US"/>
    </w:rPr>
  </w:style>
  <w:style w:type="character" w:styleId="Marquedecommentaire">
    <w:name w:val="annotation reference"/>
    <w:uiPriority w:val="99"/>
    <w:rsid w:val="0062553F"/>
    <w:rPr>
      <w:sz w:val="16"/>
      <w:szCs w:val="16"/>
    </w:rPr>
  </w:style>
  <w:style w:type="paragraph" w:styleId="Commentaire">
    <w:name w:val="annotation text"/>
    <w:basedOn w:val="Normal"/>
    <w:link w:val="CommentaireCar"/>
    <w:uiPriority w:val="99"/>
    <w:rsid w:val="0062553F"/>
    <w:rPr>
      <w:rFonts w:eastAsia="Calibri"/>
      <w:sz w:val="24"/>
    </w:rPr>
  </w:style>
  <w:style w:type="character" w:customStyle="1" w:styleId="CommentaireCar">
    <w:name w:val="Commentaire Car"/>
    <w:basedOn w:val="Policepardfaut"/>
    <w:link w:val="Commentaire"/>
    <w:uiPriority w:val="99"/>
    <w:rsid w:val="0062553F"/>
    <w:rPr>
      <w:rFonts w:eastAsia="Calibri"/>
      <w:sz w:val="24"/>
      <w:lang w:val="fr-CH" w:eastAsia="en-US"/>
    </w:rPr>
  </w:style>
  <w:style w:type="paragraph" w:styleId="Objetducommentaire">
    <w:name w:val="annotation subject"/>
    <w:basedOn w:val="Commentaire"/>
    <w:next w:val="Commentaire"/>
    <w:link w:val="ObjetducommentaireCar"/>
    <w:uiPriority w:val="99"/>
    <w:rsid w:val="0062553F"/>
    <w:rPr>
      <w:b/>
      <w:bCs/>
    </w:rPr>
  </w:style>
  <w:style w:type="character" w:customStyle="1" w:styleId="ObjetducommentaireCar">
    <w:name w:val="Objet du commentaire Car"/>
    <w:basedOn w:val="CommentaireCar"/>
    <w:link w:val="Objetducommentaire"/>
    <w:uiPriority w:val="99"/>
    <w:rsid w:val="0062553F"/>
    <w:rPr>
      <w:rFonts w:eastAsia="Calibri"/>
      <w:b/>
      <w:bCs/>
      <w:sz w:val="24"/>
      <w:lang w:val="fr-CH" w:eastAsia="en-US"/>
    </w:rPr>
  </w:style>
  <w:style w:type="numbering" w:customStyle="1" w:styleId="Aucuneliste1">
    <w:name w:val="Aucune liste1"/>
    <w:next w:val="Aucuneliste"/>
    <w:uiPriority w:val="99"/>
    <w:semiHidden/>
    <w:unhideWhenUsed/>
    <w:rsid w:val="0062553F"/>
  </w:style>
  <w:style w:type="table" w:customStyle="1" w:styleId="Grilledutableau1">
    <w:name w:val="Grille du tableau1"/>
    <w:basedOn w:val="TableauNormal"/>
    <w:next w:val="Grilledutableau"/>
    <w:uiPriority w:val="59"/>
    <w:rsid w:val="0062553F"/>
    <w:pPr>
      <w:suppressAutoHyphens/>
      <w:spacing w:line="240" w:lineRule="atLeast"/>
    </w:pPr>
    <w:rPr>
      <w:lang w:val="fr-CH"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NormalWeb1">
    <w:name w:val="Normal (Web)1"/>
    <w:basedOn w:val="Normal"/>
    <w:next w:val="NormalWeb"/>
    <w:uiPriority w:val="99"/>
    <w:semiHidden/>
    <w:unhideWhenUsed/>
    <w:rsid w:val="0062553F"/>
    <w:pPr>
      <w:suppressAutoHyphens w:val="0"/>
      <w:kinsoku/>
      <w:overflowPunct/>
      <w:autoSpaceDE/>
      <w:autoSpaceDN/>
      <w:adjustRightInd/>
      <w:snapToGrid/>
      <w:spacing w:before="100" w:beforeAutospacing="1" w:after="100" w:afterAutospacing="1" w:line="240" w:lineRule="auto"/>
    </w:pPr>
    <w:rPr>
      <w:sz w:val="24"/>
      <w:szCs w:val="24"/>
      <w:lang w:eastAsia="fr-CH"/>
    </w:rPr>
  </w:style>
  <w:style w:type="paragraph" w:customStyle="1" w:styleId="1">
    <w:name w:val="Стиль1"/>
    <w:basedOn w:val="Textebrut"/>
    <w:link w:val="10"/>
    <w:rsid w:val="0062553F"/>
    <w:pPr>
      <w:suppressAutoHyphens w:val="0"/>
      <w:kinsoku/>
      <w:overflowPunct/>
      <w:adjustRightInd/>
      <w:snapToGrid/>
      <w:ind w:firstLine="709"/>
      <w:jc w:val="both"/>
    </w:pPr>
    <w:rPr>
      <w:rFonts w:ascii="Times New Roman" w:hAnsi="Times New Roman" w:cs="Times New Roman"/>
      <w:sz w:val="24"/>
      <w:szCs w:val="20"/>
      <w:lang w:val="en-GB"/>
    </w:rPr>
  </w:style>
  <w:style w:type="character" w:customStyle="1" w:styleId="10">
    <w:name w:val="Стиль1 Знак"/>
    <w:link w:val="1"/>
    <w:locked/>
    <w:rsid w:val="0062553F"/>
    <w:rPr>
      <w:sz w:val="24"/>
      <w:lang w:val="en-GB" w:eastAsia="en-US"/>
    </w:rPr>
  </w:style>
  <w:style w:type="paragraph" w:styleId="Textebrut">
    <w:name w:val="Plain Text"/>
    <w:basedOn w:val="Normal"/>
    <w:link w:val="TextebrutCar"/>
    <w:uiPriority w:val="99"/>
    <w:semiHidden/>
    <w:unhideWhenUsed/>
    <w:rsid w:val="0062553F"/>
    <w:pPr>
      <w:spacing w:line="240" w:lineRule="auto"/>
    </w:pPr>
    <w:rPr>
      <w:rFonts w:ascii="Consolas" w:eastAsia="Times New Roman" w:hAnsi="Consolas" w:cs="Consolas"/>
      <w:sz w:val="21"/>
      <w:szCs w:val="21"/>
    </w:rPr>
  </w:style>
  <w:style w:type="character" w:customStyle="1" w:styleId="TextebrutCar">
    <w:name w:val="Texte brut Car"/>
    <w:basedOn w:val="Policepardfaut"/>
    <w:link w:val="Textebrut"/>
    <w:uiPriority w:val="99"/>
    <w:semiHidden/>
    <w:rsid w:val="0062553F"/>
    <w:rPr>
      <w:rFonts w:ascii="Consolas" w:hAnsi="Consolas" w:cs="Consolas"/>
      <w:sz w:val="21"/>
      <w:szCs w:val="21"/>
      <w:lang w:val="fr-CH" w:eastAsia="en-US"/>
    </w:rPr>
  </w:style>
  <w:style w:type="paragraph" w:customStyle="1" w:styleId="SingleTxt">
    <w:name w:val="__Single Txt"/>
    <w:basedOn w:val="Normal"/>
    <w:rsid w:val="0062553F"/>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MS Mincho"/>
      <w:spacing w:val="4"/>
      <w:w w:val="103"/>
      <w:kern w:val="14"/>
      <w:lang w:val="en-GB"/>
    </w:rPr>
  </w:style>
  <w:style w:type="paragraph" w:styleId="NormalWeb">
    <w:name w:val="Normal (Web)"/>
    <w:basedOn w:val="Normal"/>
    <w:semiHidden/>
    <w:unhideWhenUsed/>
    <w:rsid w:val="0062553F"/>
    <w:rPr>
      <w:rFonts w:eastAsia="Calibri"/>
      <w:sz w:val="24"/>
      <w:szCs w:val="24"/>
    </w:rPr>
  </w:style>
  <w:style w:type="table" w:customStyle="1" w:styleId="TableGrid1">
    <w:name w:val="Table Grid1"/>
    <w:basedOn w:val="TableauNormal"/>
    <w:next w:val="Grilledutableau"/>
    <w:uiPriority w:val="59"/>
    <w:rsid w:val="0062553F"/>
    <w:rPr>
      <w:rFonts w:asciiTheme="minorHAnsi" w:eastAsiaTheme="minorEastAsia" w:hAnsiTheme="minorHAnsi" w:cstheme="minorBidi"/>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2553F"/>
    <w:pPr>
      <w:ind w:left="720"/>
      <w:contextualSpacing/>
    </w:pPr>
    <w:rPr>
      <w:rFonts w:eastAsia="Calibri"/>
      <w:sz w:val="24"/>
    </w:rPr>
  </w:style>
  <w:style w:type="character" w:customStyle="1" w:styleId="HChGChar">
    <w:name w:val="_ H _Ch_G Char"/>
    <w:link w:val="HChG"/>
    <w:rsid w:val="0062553F"/>
    <w:rPr>
      <w:rFonts w:eastAsia="SimSun"/>
      <w:b/>
      <w:sz w:val="28"/>
      <w:lang w:val="fr-CH" w:eastAsia="en-US"/>
    </w:rPr>
  </w:style>
  <w:style w:type="character" w:customStyle="1" w:styleId="H1GChar">
    <w:name w:val="_ H_1_G Char"/>
    <w:link w:val="H1G"/>
    <w:rsid w:val="0062553F"/>
    <w:rPr>
      <w:rFonts w:eastAsia="SimSun"/>
      <w:b/>
      <w:sz w:val="24"/>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oleObject" Target="embeddings/oleObject2.bin"/><Relationship Id="rId26" Type="http://schemas.openxmlformats.org/officeDocument/2006/relationships/header" Target="header10.xml"/><Relationship Id="rId39" Type="http://schemas.openxmlformats.org/officeDocument/2006/relationships/image" Target="media/image7.png"/><Relationship Id="rId21" Type="http://schemas.openxmlformats.org/officeDocument/2006/relationships/oleObject" Target="embeddings/oleObject3.bin"/><Relationship Id="rId34" Type="http://schemas.openxmlformats.org/officeDocument/2006/relationships/header" Target="header18.xml"/><Relationship Id="rId42" Type="http://schemas.openxmlformats.org/officeDocument/2006/relationships/image" Target="media/image9.wmf"/><Relationship Id="rId47" Type="http://schemas.openxmlformats.org/officeDocument/2006/relationships/oleObject" Target="embeddings/oleObject8.bin"/><Relationship Id="rId50" Type="http://schemas.openxmlformats.org/officeDocument/2006/relationships/image" Target="media/image13.wmf"/><Relationship Id="rId55" Type="http://schemas.openxmlformats.org/officeDocument/2006/relationships/oleObject" Target="embeddings/oleObject12.bin"/><Relationship Id="rId63" Type="http://schemas.openxmlformats.org/officeDocument/2006/relationships/image" Target="media/image20.png"/><Relationship Id="rId68" Type="http://schemas.openxmlformats.org/officeDocument/2006/relationships/header" Target="header24.xml"/><Relationship Id="rId7" Type="http://schemas.openxmlformats.org/officeDocument/2006/relationships/endnotes" Target="endnotes.xml"/><Relationship Id="rId71"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header" Target="header13.xml"/><Relationship Id="rId11" Type="http://schemas.openxmlformats.org/officeDocument/2006/relationships/footer" Target="footer1.xml"/><Relationship Id="rId24" Type="http://schemas.openxmlformats.org/officeDocument/2006/relationships/oleObject" Target="embeddings/oleObject4.bin"/><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image" Target="media/image8.wmf"/><Relationship Id="rId45" Type="http://schemas.openxmlformats.org/officeDocument/2006/relationships/oleObject" Target="embeddings/oleObject7.bin"/><Relationship Id="rId53" Type="http://schemas.openxmlformats.org/officeDocument/2006/relationships/oleObject" Target="embeddings/oleObject11.bin"/><Relationship Id="rId58" Type="http://schemas.openxmlformats.org/officeDocument/2006/relationships/image" Target="media/image17.wmf"/><Relationship Id="rId66" Type="http://schemas.openxmlformats.org/officeDocument/2006/relationships/header" Target="header22.xm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19.xml"/><Relationship Id="rId49" Type="http://schemas.openxmlformats.org/officeDocument/2006/relationships/oleObject" Target="embeddings/oleObject9.bin"/><Relationship Id="rId57" Type="http://schemas.openxmlformats.org/officeDocument/2006/relationships/oleObject" Target="embeddings/oleObject13.bin"/><Relationship Id="rId61" Type="http://schemas.openxmlformats.org/officeDocument/2006/relationships/oleObject" Target="embeddings/oleObject15.bin"/><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5.xml"/><Relationship Id="rId44" Type="http://schemas.openxmlformats.org/officeDocument/2006/relationships/image" Target="media/image10.wmf"/><Relationship Id="rId52" Type="http://schemas.openxmlformats.org/officeDocument/2006/relationships/image" Target="media/image14.wmf"/><Relationship Id="rId60" Type="http://schemas.openxmlformats.org/officeDocument/2006/relationships/image" Target="media/image18.wmf"/><Relationship Id="rId65" Type="http://schemas.openxmlformats.org/officeDocument/2006/relationships/header" Target="header21.xm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image" Target="media/image5.png"/><Relationship Id="rId43" Type="http://schemas.openxmlformats.org/officeDocument/2006/relationships/oleObject" Target="embeddings/oleObject6.bin"/><Relationship Id="rId48" Type="http://schemas.openxmlformats.org/officeDocument/2006/relationships/image" Target="media/image12.wmf"/><Relationship Id="rId56" Type="http://schemas.openxmlformats.org/officeDocument/2006/relationships/image" Target="media/image16.wmf"/><Relationship Id="rId64" Type="http://schemas.openxmlformats.org/officeDocument/2006/relationships/image" Target="media/image21.png"/><Relationship Id="rId69" Type="http://schemas.openxmlformats.org/officeDocument/2006/relationships/header" Target="header25.xml"/><Relationship Id="rId8" Type="http://schemas.openxmlformats.org/officeDocument/2006/relationships/image" Target="media/image1.png"/><Relationship Id="rId51" Type="http://schemas.openxmlformats.org/officeDocument/2006/relationships/oleObject" Target="embeddings/oleObject10.bin"/><Relationship Id="rId72" Type="http://schemas.openxmlformats.org/officeDocument/2006/relationships/header" Target="header28.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image" Target="media/image6.png"/><Relationship Id="rId46" Type="http://schemas.openxmlformats.org/officeDocument/2006/relationships/image" Target="media/image11.wmf"/><Relationship Id="rId59" Type="http://schemas.openxmlformats.org/officeDocument/2006/relationships/oleObject" Target="embeddings/oleObject14.bin"/><Relationship Id="rId67" Type="http://schemas.openxmlformats.org/officeDocument/2006/relationships/header" Target="header23.xml"/><Relationship Id="rId20" Type="http://schemas.openxmlformats.org/officeDocument/2006/relationships/header" Target="header6.xml"/><Relationship Id="rId41" Type="http://schemas.openxmlformats.org/officeDocument/2006/relationships/oleObject" Target="embeddings/oleObject5.bin"/><Relationship Id="rId54" Type="http://schemas.openxmlformats.org/officeDocument/2006/relationships/image" Target="media/image15.wmf"/><Relationship Id="rId62" Type="http://schemas.openxmlformats.org/officeDocument/2006/relationships/image" Target="media/image19.png"/><Relationship Id="rId70"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footnotes" Target="footnotes.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Rapports\ECE_TRANS_180.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60273-E10A-4DFA-9C1E-32B8E0AFA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ECE_TRANS_180.dotm</Template>
  <TotalTime>0</TotalTime>
  <Pages>77</Pages>
  <Words>25643</Words>
  <Characters>136167</Characters>
  <Application>Microsoft Office Word</Application>
  <DocSecurity>0</DocSecurity>
  <Lines>3321</Lines>
  <Paragraphs>2022</Paragraphs>
  <ScaleCrop>false</ScaleCrop>
  <HeadingPairs>
    <vt:vector size="2" baseType="variant">
      <vt:variant>
        <vt:lpstr>Titre</vt:lpstr>
      </vt:variant>
      <vt:variant>
        <vt:i4>1</vt:i4>
      </vt:variant>
    </vt:vector>
  </HeadingPairs>
  <TitlesOfParts>
    <vt:vector size="1" baseType="lpstr">
      <vt:lpstr>E/ECE/TRANS/505/Rev.3/Add.143</vt:lpstr>
    </vt:vector>
  </TitlesOfParts>
  <Manager>Corinne</Manager>
  <Company>CSD</Company>
  <LinksUpToDate>false</LinksUpToDate>
  <CharactersWithSpaces>159788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E/ECE/TRANS/505/Rev.3/Add.143</dc:title>
  <dc:subject/>
  <dc:creator>Pascale BEYSARD</dc:creator>
  <cp:keywords/>
  <cp:lastModifiedBy>Pascale Beysard</cp:lastModifiedBy>
  <cp:revision>3</cp:revision>
  <cp:lastPrinted>2018-11-20T13:34:00Z</cp:lastPrinted>
  <dcterms:created xsi:type="dcterms:W3CDTF">2018-11-20T13:34:00Z</dcterms:created>
  <dcterms:modified xsi:type="dcterms:W3CDTF">2018-11-20T13:43:00Z</dcterms:modified>
</cp:coreProperties>
</file>