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3AB9E498" w:rsidR="0064636E" w:rsidRPr="00D47EEA" w:rsidRDefault="0064636E" w:rsidP="0059132C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</w:t>
            </w:r>
            <w:r w:rsidR="00841EB5">
              <w:t>/</w:t>
            </w:r>
            <w:r>
              <w:t>Add.</w:t>
            </w:r>
            <w:r w:rsidR="0059132C">
              <w:t>2</w:t>
            </w:r>
            <w:r>
              <w:t>/Rev.</w:t>
            </w:r>
            <w:r w:rsidR="0059132C">
              <w:t>4</w:t>
            </w:r>
            <w:r>
              <w:t>/</w:t>
            </w:r>
            <w:r w:rsidR="00D623A7">
              <w:t>Amend.</w:t>
            </w:r>
            <w:r w:rsidR="0059132C">
              <w:t>3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/Add.</w:t>
            </w:r>
            <w:r w:rsidR="0059132C">
              <w:t>2</w:t>
            </w:r>
            <w:r w:rsidR="00841EB5">
              <w:t>/Rev.</w:t>
            </w:r>
            <w:r w:rsidR="0059132C">
              <w:t>4</w:t>
            </w:r>
            <w:r w:rsidR="00841EB5">
              <w:t>/Amend.</w:t>
            </w:r>
            <w:r w:rsidR="0059132C">
              <w:t>3</w:t>
            </w:r>
          </w:p>
        </w:tc>
      </w:tr>
      <w:tr w:rsidR="003C3936" w14:paraId="6F985C55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49E899FF" w:rsidR="00C84414" w:rsidRDefault="00952545" w:rsidP="00DD52CE">
            <w:pPr>
              <w:spacing w:before="120"/>
            </w:pPr>
            <w:r>
              <w:t>5</w:t>
            </w:r>
            <w:r w:rsidR="00DD52CE">
              <w:t xml:space="preserve"> December</w:t>
            </w:r>
            <w:r w:rsidR="0059132C">
              <w:t xml:space="preserve"> 2017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0" w:name="_Toc340666199"/>
      <w:bookmarkStart w:id="1" w:name="_Toc340745062"/>
      <w:r w:rsidRPr="00392A12">
        <w:t>Agreement</w:t>
      </w:r>
      <w:bookmarkEnd w:id="0"/>
      <w:bookmarkEnd w:id="1"/>
    </w:p>
    <w:p w14:paraId="5B7186C8" w14:textId="08E027C0" w:rsidR="00DD52CE" w:rsidRPr="00DD52CE" w:rsidRDefault="00C711C7" w:rsidP="00861957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DD52CE">
        <w:tab/>
      </w:r>
      <w:r w:rsidR="00DD52CE" w:rsidRPr="00213492">
        <w:t>Concerning the</w:t>
      </w:r>
      <w:r w:rsidR="00DD52CE" w:rsidRPr="00213492">
        <w:rPr>
          <w:smallCaps/>
        </w:rPr>
        <w:t xml:space="preserve"> </w:t>
      </w:r>
      <w:r w:rsidR="00DD52CE"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="00DD52CE" w:rsidRPr="001C7C52">
        <w:rPr>
          <w:sz w:val="20"/>
        </w:rPr>
        <w:footnoteReference w:customMarkFollows="1" w:id="2"/>
        <w:t>*</w:t>
      </w:r>
    </w:p>
    <w:p w14:paraId="22753339" w14:textId="23FA5351" w:rsidR="00DD52CE" w:rsidRPr="00392A12" w:rsidRDefault="00DD52CE" w:rsidP="00C711C7">
      <w:pPr>
        <w:pStyle w:val="SingleTxtG"/>
        <w:spacing w:before="120"/>
      </w:pPr>
      <w:r>
        <w:t xml:space="preserve">(Revision 3, including the </w:t>
      </w:r>
      <w:proofErr w:type="gramStart"/>
      <w:r>
        <w:t>amendments which</w:t>
      </w:r>
      <w:proofErr w:type="gramEnd"/>
      <w:r>
        <w:t xml:space="preserve"> entered into force on 14 September 2017)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23DBDB94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59132C">
        <w:t>2</w:t>
      </w:r>
      <w:r>
        <w:t xml:space="preserve"> – </w:t>
      </w:r>
      <w:r w:rsidR="00703FCF">
        <w:t>UN </w:t>
      </w:r>
      <w:r>
        <w:t>Regulation No.</w:t>
      </w:r>
      <w:r w:rsidR="00271A7F">
        <w:t xml:space="preserve"> </w:t>
      </w:r>
      <w:r w:rsidR="0059132C">
        <w:t>3</w:t>
      </w:r>
    </w:p>
    <w:p w14:paraId="4E272B2A" w14:textId="0E098BB6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59132C">
        <w:t>4</w:t>
      </w:r>
      <w:r w:rsidR="00861957">
        <w:t xml:space="preserve"> –</w:t>
      </w:r>
      <w:r w:rsidRPr="00014D07">
        <w:t xml:space="preserve"> </w:t>
      </w:r>
      <w:r w:rsidR="00D623A7">
        <w:t>Amendment</w:t>
      </w:r>
      <w:r w:rsidRPr="00014D07">
        <w:t xml:space="preserve"> </w:t>
      </w:r>
      <w:r w:rsidR="0059132C">
        <w:t>3</w:t>
      </w:r>
    </w:p>
    <w:p w14:paraId="4FAFC05A" w14:textId="07B77DD0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59132C">
        <w:rPr>
          <w:spacing w:val="-2"/>
        </w:rPr>
        <w:t>17</w:t>
      </w:r>
      <w:r>
        <w:rPr>
          <w:spacing w:val="-2"/>
        </w:rPr>
        <w:t xml:space="preserve"> to </w:t>
      </w:r>
      <w:r w:rsidR="0059132C">
        <w:rPr>
          <w:spacing w:val="-2"/>
        </w:rPr>
        <w:t>the</w:t>
      </w:r>
      <w:r w:rsidR="00733BC9">
        <w:rPr>
          <w:spacing w:val="-2"/>
        </w:rPr>
        <w:t xml:space="preserve"> </w:t>
      </w:r>
      <w:r w:rsidR="0059132C">
        <w:rPr>
          <w:spacing w:val="-2"/>
        </w:rPr>
        <w:t>02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59132C">
        <w:t>10</w:t>
      </w:r>
      <w:r w:rsidR="00147FFE">
        <w:t xml:space="preserve"> October </w:t>
      </w:r>
      <w:r w:rsidR="0059132C">
        <w:t>2017</w:t>
      </w:r>
    </w:p>
    <w:p w14:paraId="24730B39" w14:textId="598BFE65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9132C" w:rsidRPr="0059132C">
        <w:rPr>
          <w:lang w:val="en-US"/>
        </w:rPr>
        <w:t>Uniform provisions concerning the approval of retro-reflecting devices for power-driven vehicles and their trailers</w:t>
      </w:r>
    </w:p>
    <w:p w14:paraId="6C824AF8" w14:textId="26A2CDFB" w:rsidR="00B32121" w:rsidRDefault="00050180" w:rsidP="001449BC">
      <w:pPr>
        <w:spacing w:line="240" w:lineRule="auto"/>
        <w:ind w:right="1134"/>
        <w:rPr>
          <w:lang w:eastAsia="en-GB"/>
        </w:rPr>
      </w:pPr>
      <w:r>
        <w:rPr>
          <w:spacing w:val="-4"/>
          <w:lang w:eastAsia="en-GB"/>
        </w:rPr>
        <w:tab/>
      </w:r>
      <w:r>
        <w:rPr>
          <w:spacing w:val="-4"/>
          <w:lang w:eastAsia="en-GB"/>
        </w:rPr>
        <w:tab/>
      </w:r>
      <w:r w:rsidR="00B32121" w:rsidRPr="00B32121">
        <w:rPr>
          <w:spacing w:val="-4"/>
          <w:lang w:eastAsia="en-GB"/>
        </w:rPr>
        <w:t xml:space="preserve">This document </w:t>
      </w:r>
      <w:proofErr w:type="gramStart"/>
      <w:r w:rsidR="00B32121" w:rsidRPr="00B32121">
        <w:rPr>
          <w:spacing w:val="-4"/>
          <w:lang w:eastAsia="en-GB"/>
        </w:rPr>
        <w:t>is meant</w:t>
      </w:r>
      <w:proofErr w:type="gramEnd"/>
      <w:r w:rsidR="00B32121" w:rsidRPr="00B32121">
        <w:rPr>
          <w:spacing w:val="-4"/>
          <w:lang w:eastAsia="en-GB"/>
        </w:rPr>
        <w:t xml:space="preserve"> purely as documentation tool. The authentic and legal binding text </w:t>
      </w:r>
      <w:proofErr w:type="gramStart"/>
      <w:r w:rsidR="00B32121" w:rsidRPr="00B32121">
        <w:rPr>
          <w:spacing w:val="-4"/>
          <w:lang w:eastAsia="en-GB"/>
        </w:rPr>
        <w:t>is:</w:t>
      </w:r>
      <w:proofErr w:type="gramEnd"/>
      <w:r w:rsidR="00B32121">
        <w:rPr>
          <w:lang w:eastAsia="en-GB"/>
        </w:rPr>
        <w:t xml:space="preserve"> </w:t>
      </w:r>
      <w:r>
        <w:rPr>
          <w:lang w:eastAsia="en-GB"/>
        </w:rPr>
        <w:tab/>
      </w:r>
      <w:r>
        <w:rPr>
          <w:lang w:eastAsia="en-GB"/>
        </w:rPr>
        <w:tab/>
      </w:r>
      <w:r w:rsidR="00B32121">
        <w:rPr>
          <w:spacing w:val="-6"/>
          <w:lang w:eastAsia="en-GB"/>
        </w:rPr>
        <w:t>ECE/TRANS/WP.29/201</w:t>
      </w:r>
      <w:r w:rsidR="0059132C">
        <w:rPr>
          <w:spacing w:val="-6"/>
          <w:lang w:eastAsia="en-GB"/>
        </w:rPr>
        <w:t>7</w:t>
      </w:r>
      <w:r w:rsidR="00B32121">
        <w:rPr>
          <w:spacing w:val="-6"/>
          <w:lang w:eastAsia="en-GB"/>
        </w:rPr>
        <w:t>/</w:t>
      </w:r>
      <w:r w:rsidR="0059132C">
        <w:rPr>
          <w:spacing w:val="-6"/>
          <w:lang w:eastAsia="en-GB"/>
        </w:rPr>
        <w:t>19</w:t>
      </w:r>
      <w:r w:rsidR="001449BC">
        <w:rPr>
          <w:spacing w:val="-6"/>
          <w:lang w:eastAsia="en-GB"/>
        </w:rPr>
        <w:t xml:space="preserve"> (</w:t>
      </w:r>
      <w:r w:rsidR="001449BC">
        <w:t>GE.16-22325-E).</w:t>
      </w:r>
    </w:p>
    <w:p w14:paraId="62CDCABF" w14:textId="3243C074" w:rsidR="000D3A4F" w:rsidRPr="000D3A4F" w:rsidRDefault="00F55704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en-GB"/>
        </w:rPr>
        <w:drawing>
          <wp:anchor distT="0" distB="137160" distL="114300" distR="114300" simplePos="0" relativeHeight="251657728" behindDoc="0" locked="0" layoutInCell="1" allowOverlap="1" wp14:anchorId="1A9092C3" wp14:editId="17F0DAF8">
            <wp:simplePos x="0" y="0"/>
            <wp:positionH relativeFrom="column">
              <wp:posOffset>2540000</wp:posOffset>
            </wp:positionH>
            <wp:positionV relativeFrom="paragraph">
              <wp:posOffset>261620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5B4A754A" w14:textId="77777777" w:rsidR="000D3A4F" w:rsidRPr="000D3A4F" w:rsidRDefault="000D3A4F" w:rsidP="00A4152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484BB43A" w14:textId="77777777" w:rsidR="00C711C7" w:rsidRDefault="00C711C7" w:rsidP="00C711C7">
      <w:pPr>
        <w:jc w:val="center"/>
      </w:pPr>
    </w:p>
    <w:p w14:paraId="14E3E09E" w14:textId="77777777" w:rsidR="0059132C" w:rsidRPr="00DE3EF3" w:rsidRDefault="00D5540C" w:rsidP="0059132C">
      <w:pPr>
        <w:suppressAutoHyphens w:val="0"/>
        <w:spacing w:after="120" w:line="240" w:lineRule="auto"/>
        <w:ind w:left="1985" w:right="1134" w:hanging="851"/>
        <w:rPr>
          <w:rFonts w:eastAsia="Calibri"/>
          <w:i/>
          <w:iCs/>
          <w:lang w:val="en-US"/>
        </w:rPr>
      </w:pPr>
      <w:r>
        <w:br w:type="page"/>
      </w:r>
      <w:r w:rsidR="0059132C" w:rsidRPr="00DE3EF3">
        <w:rPr>
          <w:rFonts w:eastAsia="Calibri"/>
          <w:i/>
          <w:iCs/>
          <w:lang w:val="en-US"/>
        </w:rPr>
        <w:lastRenderedPageBreak/>
        <w:t xml:space="preserve">Paragraph </w:t>
      </w:r>
      <w:proofErr w:type="gramStart"/>
      <w:r w:rsidR="0059132C" w:rsidRPr="00DE3EF3">
        <w:rPr>
          <w:rFonts w:eastAsia="Calibri"/>
          <w:i/>
          <w:iCs/>
          <w:lang w:val="en-US"/>
        </w:rPr>
        <w:t>6.</w:t>
      </w:r>
      <w:r w:rsidR="0059132C" w:rsidRPr="00DE3EF3">
        <w:rPr>
          <w:rFonts w:eastAsia="Calibri"/>
          <w:lang w:val="en-US"/>
        </w:rPr>
        <w:t>,</w:t>
      </w:r>
      <w:proofErr w:type="gramEnd"/>
      <w:r w:rsidR="0059132C" w:rsidRPr="00DE3EF3">
        <w:rPr>
          <w:rFonts w:eastAsia="Calibri"/>
          <w:lang w:val="en-US"/>
        </w:rPr>
        <w:t xml:space="preserve"> amend to read:</w:t>
      </w:r>
    </w:p>
    <w:p w14:paraId="052CCD04" w14:textId="77777777" w:rsidR="0059132C" w:rsidRPr="003B6A60" w:rsidRDefault="0059132C" w:rsidP="0059132C">
      <w:pPr>
        <w:pStyle w:val="HChG"/>
        <w:rPr>
          <w:rFonts w:eastAsia="Calibri"/>
          <w:lang w:val="en-US"/>
        </w:rPr>
      </w:pP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</w:r>
      <w:r w:rsidRPr="003B6A60">
        <w:rPr>
          <w:rFonts w:eastAsia="Calibri"/>
          <w:lang w:val="en-US"/>
        </w:rPr>
        <w:t>"6.</w:t>
      </w:r>
      <w:r w:rsidRPr="003B6A60"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</w:r>
      <w:r w:rsidRPr="003B6A60">
        <w:rPr>
          <w:rFonts w:eastAsia="Calibri"/>
          <w:lang w:val="en-US"/>
        </w:rPr>
        <w:t>General specifications</w:t>
      </w:r>
    </w:p>
    <w:p w14:paraId="22C1CE19" w14:textId="2BF8464E" w:rsidR="0059132C" w:rsidRPr="00DE3EF3" w:rsidRDefault="0059132C" w:rsidP="0059132C">
      <w:pPr>
        <w:suppressAutoHyphens w:val="0"/>
        <w:spacing w:after="120" w:line="240" w:lineRule="auto"/>
        <w:ind w:left="2268" w:right="1134" w:hanging="1134"/>
        <w:jc w:val="both"/>
        <w:rPr>
          <w:rFonts w:eastAsia="Calibri"/>
          <w:lang w:val="en-US"/>
        </w:rPr>
      </w:pPr>
      <w:r w:rsidRPr="00DE3EF3">
        <w:rPr>
          <w:rFonts w:eastAsia="Calibri"/>
          <w:lang w:val="en-US"/>
        </w:rPr>
        <w:tab/>
        <w:t>The requirements contained in sections 5</w:t>
      </w:r>
      <w:r>
        <w:rPr>
          <w:rFonts w:eastAsia="Calibri"/>
          <w:lang w:val="en-US"/>
        </w:rPr>
        <w:t>.</w:t>
      </w:r>
      <w:r w:rsidRPr="00DE3EF3">
        <w:rPr>
          <w:rFonts w:eastAsia="Calibri"/>
          <w:lang w:val="en-US"/>
        </w:rPr>
        <w:t xml:space="preserve"> "General specification</w:t>
      </w:r>
      <w:r>
        <w:rPr>
          <w:rFonts w:eastAsia="Calibri"/>
          <w:lang w:val="en-US"/>
        </w:rPr>
        <w:t>s</w:t>
      </w:r>
      <w:r w:rsidRPr="00DE3EF3">
        <w:rPr>
          <w:rFonts w:eastAsia="Calibri"/>
          <w:lang w:val="en-US"/>
        </w:rPr>
        <w:t xml:space="preserve">" and </w:t>
      </w:r>
      <w:proofErr w:type="gramStart"/>
      <w:r w:rsidRPr="00DE3EF3">
        <w:rPr>
          <w:rFonts w:eastAsia="Calibri"/>
          <w:lang w:val="en-US"/>
        </w:rPr>
        <w:t>6</w:t>
      </w:r>
      <w:proofErr w:type="gramEnd"/>
      <w:r>
        <w:rPr>
          <w:rFonts w:eastAsia="Calibri"/>
          <w:lang w:val="en-US"/>
        </w:rPr>
        <w:t>.</w:t>
      </w:r>
      <w:r w:rsidRPr="00DE3EF3">
        <w:rPr>
          <w:rFonts w:eastAsia="Calibri"/>
          <w:lang w:val="en-US"/>
        </w:rPr>
        <w:t xml:space="preserve"> "Individual specifications" and in the Annexes referenced in the said sections of </w:t>
      </w:r>
      <w:r w:rsidR="00952545">
        <w:rPr>
          <w:rFonts w:eastAsia="Calibri"/>
          <w:lang w:val="en-US"/>
        </w:rPr>
        <w:t>UN </w:t>
      </w:r>
      <w:r w:rsidRPr="00DE3EF3">
        <w:rPr>
          <w:rFonts w:eastAsia="Calibri"/>
          <w:lang w:val="en-US"/>
        </w:rPr>
        <w:t xml:space="preserve">Regulations Nos. 48, 53, 74 or 86, and their series of amendments in force at the time of application for the </w:t>
      </w:r>
      <w:r w:rsidRPr="00D55C1F">
        <w:rPr>
          <w:rFonts w:eastAsia="Calibri"/>
          <w:lang w:val="en-US"/>
        </w:rPr>
        <w:t xml:space="preserve">retro-reflecting device </w:t>
      </w:r>
      <w:r w:rsidRPr="00DE3EF3">
        <w:rPr>
          <w:rFonts w:eastAsia="Calibri"/>
          <w:lang w:val="en-US"/>
        </w:rPr>
        <w:t>type approval shall apply to this Regulation.</w:t>
      </w:r>
    </w:p>
    <w:p w14:paraId="000C5F0A" w14:textId="77777777" w:rsidR="0059132C" w:rsidRDefault="0059132C" w:rsidP="0059132C">
      <w:pPr>
        <w:suppressAutoHyphens w:val="0"/>
        <w:spacing w:after="120" w:line="240" w:lineRule="auto"/>
        <w:ind w:left="2268" w:right="1140" w:hanging="2268"/>
        <w:jc w:val="both"/>
        <w:rPr>
          <w:rFonts w:eastAsia="Calibri"/>
          <w:lang w:val="en-US"/>
        </w:rPr>
      </w:pPr>
      <w:r w:rsidRPr="00DE3EF3">
        <w:rPr>
          <w:rFonts w:eastAsia="Calibri"/>
          <w:lang w:val="en-US"/>
        </w:rPr>
        <w:tab/>
        <w:t xml:space="preserve">The requirements pertinent to each </w:t>
      </w:r>
      <w:r w:rsidRPr="00D55C1F">
        <w:rPr>
          <w:rFonts w:eastAsia="Calibri"/>
          <w:lang w:val="en-US"/>
        </w:rPr>
        <w:t xml:space="preserve">retro-reflecting device </w:t>
      </w:r>
      <w:r w:rsidRPr="00DE3EF3">
        <w:rPr>
          <w:rFonts w:eastAsia="Calibri"/>
          <w:lang w:val="en-US"/>
        </w:rPr>
        <w:t>and to the category/</w:t>
      </w:r>
      <w:proofErr w:type="spellStart"/>
      <w:r w:rsidRPr="00DE3EF3">
        <w:rPr>
          <w:rFonts w:eastAsia="Calibri"/>
          <w:lang w:val="en-US"/>
        </w:rPr>
        <w:t>ies</w:t>
      </w:r>
      <w:proofErr w:type="spellEnd"/>
      <w:r w:rsidRPr="00DE3EF3">
        <w:rPr>
          <w:rFonts w:eastAsia="Calibri"/>
          <w:lang w:val="en-US"/>
        </w:rPr>
        <w:t xml:space="preserve"> of vehicle</w:t>
      </w:r>
      <w:r w:rsidRPr="00DE3EF3">
        <w:rPr>
          <w:rFonts w:ascii="Calibri" w:eastAsia="Calibri" w:hAnsi="Calibri"/>
          <w:lang w:val="en-US"/>
        </w:rPr>
        <w:t xml:space="preserve"> </w:t>
      </w:r>
      <w:r w:rsidRPr="00DE3EF3">
        <w:rPr>
          <w:rFonts w:eastAsia="Calibri"/>
          <w:lang w:val="en-US"/>
        </w:rPr>
        <w:t xml:space="preserve">on which the </w:t>
      </w:r>
      <w:r w:rsidRPr="00D55C1F">
        <w:rPr>
          <w:rFonts w:eastAsia="Calibri"/>
          <w:lang w:val="en-US"/>
        </w:rPr>
        <w:t xml:space="preserve">retro-reflecting device </w:t>
      </w:r>
      <w:r w:rsidRPr="00DE3EF3">
        <w:rPr>
          <w:rFonts w:eastAsia="Calibri"/>
          <w:lang w:val="en-US"/>
        </w:rPr>
        <w:t xml:space="preserve">is intended to be installed shall be applied, where its verification </w:t>
      </w:r>
      <w:proofErr w:type="gramStart"/>
      <w:r w:rsidRPr="00DE3EF3">
        <w:rPr>
          <w:rFonts w:eastAsia="Calibri"/>
          <w:lang w:val="en-US"/>
        </w:rPr>
        <w:t>at the moment</w:t>
      </w:r>
      <w:proofErr w:type="gramEnd"/>
      <w:r w:rsidRPr="00DE3EF3">
        <w:rPr>
          <w:rFonts w:eastAsia="Calibri"/>
          <w:lang w:val="en-US"/>
        </w:rPr>
        <w:t xml:space="preserve"> of </w:t>
      </w:r>
      <w:r w:rsidRPr="00D55C1F">
        <w:rPr>
          <w:rFonts w:eastAsia="Calibri"/>
          <w:lang w:val="en-US"/>
        </w:rPr>
        <w:t xml:space="preserve">retro-reflecting device </w:t>
      </w:r>
      <w:r w:rsidRPr="00DE3EF3">
        <w:rPr>
          <w:rFonts w:eastAsia="Calibri"/>
          <w:lang w:val="en-US"/>
        </w:rPr>
        <w:t>type approval is feasible.</w:t>
      </w:r>
    </w:p>
    <w:p w14:paraId="75A6C0D2" w14:textId="77777777" w:rsidR="0059132C" w:rsidRPr="00DE3EF3" w:rsidRDefault="0059132C" w:rsidP="0059132C">
      <w:pPr>
        <w:suppressAutoHyphens w:val="0"/>
        <w:spacing w:after="120" w:line="240" w:lineRule="auto"/>
        <w:ind w:left="2268" w:right="1140" w:hanging="1134"/>
        <w:jc w:val="both"/>
        <w:rPr>
          <w:rFonts w:eastAsia="Calibri"/>
          <w:lang w:val="en-US"/>
        </w:rPr>
      </w:pPr>
      <w:r>
        <w:rPr>
          <w:rFonts w:eastAsia="Calibri"/>
          <w:lang w:val="en-US"/>
        </w:rPr>
        <w:t>6.1.</w:t>
      </w:r>
      <w:r>
        <w:rPr>
          <w:rFonts w:eastAsia="Calibri"/>
          <w:lang w:val="en-US"/>
        </w:rPr>
        <w:tab/>
        <w:t>…</w:t>
      </w:r>
      <w:r w:rsidRPr="00DE3EF3">
        <w:rPr>
          <w:rFonts w:eastAsia="Calibri"/>
          <w:lang w:val="en-US"/>
        </w:rPr>
        <w:t>"</w:t>
      </w:r>
    </w:p>
    <w:p w14:paraId="19402F5B" w14:textId="77777777" w:rsidR="0059132C" w:rsidRPr="007E0E54" w:rsidRDefault="0059132C" w:rsidP="0059132C">
      <w:pPr>
        <w:spacing w:after="120" w:line="240" w:lineRule="auto"/>
        <w:ind w:left="1134" w:right="1134"/>
        <w:jc w:val="both"/>
        <w:rPr>
          <w:bCs/>
          <w:i/>
          <w:iCs/>
        </w:rPr>
      </w:pPr>
      <w:proofErr w:type="gramStart"/>
      <w:r w:rsidRPr="007E0E54">
        <w:rPr>
          <w:bCs/>
          <w:i/>
          <w:iCs/>
        </w:rPr>
        <w:t>Paragraph 8</w:t>
      </w:r>
      <w:r>
        <w:rPr>
          <w:bCs/>
          <w:i/>
          <w:iCs/>
        </w:rPr>
        <w:t>.</w:t>
      </w:r>
      <w:r w:rsidRPr="007E0E54">
        <w:rPr>
          <w:bCs/>
          <w:i/>
          <w:iCs/>
        </w:rPr>
        <w:t>1.</w:t>
      </w:r>
      <w:proofErr w:type="gramEnd"/>
      <w:r w:rsidRPr="00861957">
        <w:rPr>
          <w:bCs/>
          <w:iCs/>
        </w:rPr>
        <w:t>,</w:t>
      </w:r>
      <w:r w:rsidRPr="007E0E54">
        <w:rPr>
          <w:bCs/>
          <w:i/>
          <w:iCs/>
        </w:rPr>
        <w:t xml:space="preserve"> </w:t>
      </w:r>
      <w:proofErr w:type="gramStart"/>
      <w:r w:rsidRPr="007E0E54">
        <w:rPr>
          <w:bCs/>
          <w:i/>
          <w:iCs/>
        </w:rPr>
        <w:t>amend to read</w:t>
      </w:r>
      <w:proofErr w:type="gramEnd"/>
      <w:r w:rsidRPr="00952545">
        <w:rPr>
          <w:bCs/>
          <w:iCs/>
        </w:rPr>
        <w:t>:</w:t>
      </w:r>
    </w:p>
    <w:p w14:paraId="4E6568EF" w14:textId="5FA36A35" w:rsidR="0059132C" w:rsidRPr="007E0E54" w:rsidRDefault="0059132C" w:rsidP="0059132C">
      <w:pPr>
        <w:spacing w:after="120" w:line="240" w:lineRule="auto"/>
        <w:ind w:left="2268" w:right="1134" w:hanging="1134"/>
        <w:jc w:val="both"/>
      </w:pPr>
      <w:r w:rsidRPr="007E0E54">
        <w:t>"8.1.</w:t>
      </w:r>
      <w:r w:rsidRPr="007E0E54">
        <w:tab/>
        <w:t xml:space="preserve">Retro-reflectors shall be so manufactured as to conform to the type </w:t>
      </w:r>
      <w:r w:rsidR="005D242F">
        <w:t>approved under this Regulation.</w:t>
      </w:r>
    </w:p>
    <w:p w14:paraId="23777F7A" w14:textId="77777777" w:rsidR="0059132C" w:rsidRPr="007E0E54" w:rsidRDefault="0059132C" w:rsidP="0059132C">
      <w:pPr>
        <w:spacing w:after="120" w:line="240" w:lineRule="auto"/>
        <w:ind w:left="2268" w:right="1134"/>
        <w:jc w:val="both"/>
      </w:pPr>
      <w:r w:rsidRPr="007E0E54">
        <w:t>The compliance with the requirements set forth in paragraphs 6</w:t>
      </w:r>
      <w:r>
        <w:t>.</w:t>
      </w:r>
      <w:r w:rsidRPr="007E0E54">
        <w:t xml:space="preserve"> </w:t>
      </w:r>
      <w:proofErr w:type="gramStart"/>
      <w:r w:rsidRPr="007E0E54">
        <w:t>and</w:t>
      </w:r>
      <w:proofErr w:type="gramEnd"/>
      <w:r w:rsidRPr="007E0E54">
        <w:t xml:space="preserve"> 7</w:t>
      </w:r>
      <w:r>
        <w:t>.</w:t>
      </w:r>
      <w:r w:rsidRPr="007E0E54">
        <w:t xml:space="preserve"> </w:t>
      </w:r>
      <w:proofErr w:type="gramStart"/>
      <w:r w:rsidRPr="007E0E54">
        <w:t>above</w:t>
      </w:r>
      <w:proofErr w:type="gramEnd"/>
      <w:r w:rsidRPr="007E0E54">
        <w:t xml:space="preserve"> shall be verified as follows:"</w:t>
      </w:r>
    </w:p>
    <w:p w14:paraId="3A623F51" w14:textId="77777777" w:rsidR="0059132C" w:rsidRPr="007E0E54" w:rsidRDefault="0059132C" w:rsidP="0059132C">
      <w:pPr>
        <w:spacing w:after="120" w:line="240" w:lineRule="auto"/>
        <w:ind w:left="2268" w:right="1134" w:hanging="1134"/>
        <w:jc w:val="both"/>
      </w:pPr>
      <w:r w:rsidRPr="007E0E54">
        <w:rPr>
          <w:i/>
        </w:rPr>
        <w:t>Paragraph 8.2. (</w:t>
      </w:r>
      <w:proofErr w:type="gramStart"/>
      <w:r w:rsidRPr="007E0E54">
        <w:rPr>
          <w:i/>
        </w:rPr>
        <w:t>former</w:t>
      </w:r>
      <w:proofErr w:type="gramEnd"/>
      <w:r w:rsidRPr="007E0E54">
        <w:rPr>
          <w:i/>
        </w:rPr>
        <w:t>)</w:t>
      </w:r>
      <w:r w:rsidRPr="007E0E54">
        <w:t>, renumber as paragraph 8.1.1.</w:t>
      </w:r>
    </w:p>
    <w:p w14:paraId="6623D1A7" w14:textId="77777777" w:rsidR="0059132C" w:rsidRPr="007E0E54" w:rsidRDefault="0059132C" w:rsidP="0059132C">
      <w:pPr>
        <w:spacing w:after="120" w:line="240" w:lineRule="auto"/>
        <w:ind w:left="2268" w:right="1134" w:hanging="1134"/>
        <w:jc w:val="both"/>
        <w:rPr>
          <w:bCs/>
        </w:rPr>
      </w:pPr>
      <w:r w:rsidRPr="007E0E54">
        <w:rPr>
          <w:i/>
        </w:rPr>
        <w:t>Paragraph 8.3. (</w:t>
      </w:r>
      <w:proofErr w:type="gramStart"/>
      <w:r w:rsidRPr="007E0E54">
        <w:rPr>
          <w:i/>
        </w:rPr>
        <w:t>former</w:t>
      </w:r>
      <w:proofErr w:type="gramEnd"/>
      <w:r w:rsidRPr="007E0E54">
        <w:rPr>
          <w:i/>
        </w:rPr>
        <w:t>)</w:t>
      </w:r>
      <w:r w:rsidRPr="007E0E54">
        <w:t>, renumber as paragraph 8.1.2.</w:t>
      </w:r>
    </w:p>
    <w:p w14:paraId="072EDB99" w14:textId="77777777" w:rsidR="0059132C" w:rsidRPr="007E0E54" w:rsidRDefault="0059132C" w:rsidP="0059132C">
      <w:pPr>
        <w:spacing w:after="120" w:line="240" w:lineRule="auto"/>
        <w:ind w:left="2268" w:right="1134" w:hanging="1134"/>
        <w:jc w:val="both"/>
      </w:pPr>
      <w:r w:rsidRPr="007E0E54">
        <w:rPr>
          <w:i/>
        </w:rPr>
        <w:t>Paragraph 8.4. (</w:t>
      </w:r>
      <w:proofErr w:type="gramStart"/>
      <w:r w:rsidRPr="007E0E54">
        <w:rPr>
          <w:i/>
        </w:rPr>
        <w:t>former</w:t>
      </w:r>
      <w:proofErr w:type="gramEnd"/>
      <w:r w:rsidRPr="007E0E54">
        <w:rPr>
          <w:i/>
        </w:rPr>
        <w:t>)</w:t>
      </w:r>
      <w:r w:rsidRPr="007E0E54">
        <w:t>, renumber as paragraph 8.2.</w:t>
      </w:r>
    </w:p>
    <w:p w14:paraId="2BAB2D96" w14:textId="797B1FBA" w:rsidR="0059132C" w:rsidRDefault="00861957" w:rsidP="0059132C">
      <w:pPr>
        <w:spacing w:after="120" w:line="240" w:lineRule="auto"/>
        <w:ind w:left="2268" w:right="1134" w:hanging="1134"/>
        <w:jc w:val="both"/>
        <w:rPr>
          <w:i/>
        </w:rPr>
      </w:pPr>
      <w:r>
        <w:rPr>
          <w:i/>
        </w:rPr>
        <w:t xml:space="preserve">Annex </w:t>
      </w:r>
      <w:proofErr w:type="gramStart"/>
      <w:r>
        <w:rPr>
          <w:i/>
        </w:rPr>
        <w:t>6</w:t>
      </w:r>
      <w:proofErr w:type="gramEnd"/>
    </w:p>
    <w:p w14:paraId="6100A563" w14:textId="77777777" w:rsidR="0059132C" w:rsidRPr="007E0E54" w:rsidRDefault="0059132C" w:rsidP="0059132C">
      <w:pPr>
        <w:spacing w:after="120" w:line="240" w:lineRule="auto"/>
        <w:ind w:left="2268" w:right="1134" w:hanging="1134"/>
        <w:jc w:val="both"/>
      </w:pPr>
      <w:r>
        <w:rPr>
          <w:i/>
        </w:rPr>
        <w:t>P</w:t>
      </w:r>
      <w:r w:rsidRPr="007E0E54">
        <w:rPr>
          <w:i/>
        </w:rPr>
        <w:t>aragraph</w:t>
      </w:r>
      <w:r>
        <w:rPr>
          <w:i/>
        </w:rPr>
        <w:t>s</w:t>
      </w:r>
      <w:r w:rsidRPr="007E0E54">
        <w:rPr>
          <w:i/>
        </w:rPr>
        <w:t xml:space="preserve"> 2. </w:t>
      </w:r>
      <w:proofErr w:type="gramStart"/>
      <w:r w:rsidRPr="007E0E54">
        <w:rPr>
          <w:i/>
        </w:rPr>
        <w:t>to</w:t>
      </w:r>
      <w:proofErr w:type="gramEnd"/>
      <w:r w:rsidRPr="007E0E54">
        <w:rPr>
          <w:i/>
        </w:rPr>
        <w:t xml:space="preserve"> 6.</w:t>
      </w:r>
      <w:r w:rsidRPr="007E0E54">
        <w:t>, amend to read:</w:t>
      </w:r>
    </w:p>
    <w:p w14:paraId="70D5B542" w14:textId="77777777" w:rsidR="0059132C" w:rsidRPr="007E0E54" w:rsidRDefault="0059132C" w:rsidP="0059132C">
      <w:pPr>
        <w:pStyle w:val="SingleTxtG"/>
        <w:spacing w:line="240" w:lineRule="auto"/>
        <w:ind w:left="2268" w:hanging="1134"/>
      </w:pPr>
      <w:r w:rsidRPr="007E0E54">
        <w:t>"2.</w:t>
      </w:r>
      <w:r w:rsidRPr="007E0E54">
        <w:tab/>
        <w:t xml:space="preserve">First sampling </w:t>
      </w:r>
    </w:p>
    <w:p w14:paraId="51978D33" w14:textId="77777777" w:rsidR="0059132C" w:rsidRPr="007E0E54" w:rsidRDefault="0059132C" w:rsidP="0059132C">
      <w:pPr>
        <w:pStyle w:val="SingleTxtG"/>
        <w:spacing w:line="240" w:lineRule="auto"/>
        <w:ind w:left="2268"/>
      </w:pPr>
      <w:r w:rsidRPr="007E0E54">
        <w:t>In the first sampling four retro-refl</w:t>
      </w:r>
      <w:r>
        <w:t xml:space="preserve">ectors </w:t>
      </w:r>
      <w:proofErr w:type="gramStart"/>
      <w:r>
        <w:t>are selected</w:t>
      </w:r>
      <w:proofErr w:type="gramEnd"/>
      <w:r>
        <w:t xml:space="preserve"> at random. </w:t>
      </w:r>
      <w:r w:rsidRPr="007E0E54">
        <w:t>The first sample of two is marked A, the second sample of two is marked B.</w:t>
      </w:r>
    </w:p>
    <w:p w14:paraId="3E10D0D8" w14:textId="77777777" w:rsidR="0059132C" w:rsidRPr="007E0E54" w:rsidRDefault="0059132C" w:rsidP="0059132C">
      <w:pPr>
        <w:pStyle w:val="SingleTxtG"/>
        <w:spacing w:line="240" w:lineRule="auto"/>
        <w:ind w:left="2268" w:hanging="1134"/>
      </w:pPr>
      <w:r w:rsidRPr="007E0E54">
        <w:t>2.1.</w:t>
      </w:r>
      <w:r w:rsidRPr="007E0E54">
        <w:tab/>
      </w:r>
      <w:r w:rsidRPr="007E0E54">
        <w:tab/>
        <w:t xml:space="preserve">The conformity of mass-produced retro-reflectors </w:t>
      </w:r>
      <w:proofErr w:type="gramStart"/>
      <w:r w:rsidRPr="007E0E54">
        <w:t>shall not be contested</w:t>
      </w:r>
      <w:proofErr w:type="gramEnd"/>
      <w:r w:rsidRPr="007E0E54">
        <w:t xml:space="preserve"> if the deviation of any specimen of samples A and B (</w:t>
      </w:r>
      <w:r w:rsidRPr="007E0E54">
        <w:rPr>
          <w:bCs/>
        </w:rPr>
        <w:t>all four retro-reflectors) is not more than</w:t>
      </w:r>
      <w:r w:rsidRPr="007E0E54">
        <w:t xml:space="preserve"> </w:t>
      </w:r>
      <w:r w:rsidRPr="007E0E54">
        <w:rPr>
          <w:bCs/>
        </w:rPr>
        <w:t>20</w:t>
      </w:r>
      <w:r w:rsidRPr="007E0E54">
        <w:t xml:space="preserve"> per cent.</w:t>
      </w:r>
    </w:p>
    <w:p w14:paraId="2628B6DA" w14:textId="77777777" w:rsidR="0059132C" w:rsidRPr="007E0E54" w:rsidRDefault="0059132C" w:rsidP="0059132C">
      <w:pPr>
        <w:pStyle w:val="SingleTxtG"/>
        <w:spacing w:line="240" w:lineRule="auto"/>
        <w:ind w:left="2268"/>
      </w:pPr>
      <w:r w:rsidRPr="007E0E54">
        <w:t xml:space="preserve">In the case, that the deviation of </w:t>
      </w:r>
      <w:r w:rsidRPr="007E0E54">
        <w:rPr>
          <w:bCs/>
        </w:rPr>
        <w:t xml:space="preserve">both </w:t>
      </w:r>
      <w:r w:rsidRPr="007E0E54">
        <w:t>retro-reflectors</w:t>
      </w:r>
      <w:r w:rsidRPr="007E0E54">
        <w:rPr>
          <w:bCs/>
        </w:rPr>
        <w:t xml:space="preserve"> </w:t>
      </w:r>
      <w:r>
        <w:t xml:space="preserve">of sample A is </w:t>
      </w:r>
      <w:r w:rsidRPr="007E0E54">
        <w:t xml:space="preserve">not more than </w:t>
      </w:r>
      <w:r w:rsidRPr="007E0E54">
        <w:rPr>
          <w:bCs/>
        </w:rPr>
        <w:t>0</w:t>
      </w:r>
      <w:r w:rsidRPr="007E0E54">
        <w:t xml:space="preserve"> per cent,</w:t>
      </w:r>
      <w:r>
        <w:t xml:space="preserve"> the measurement </w:t>
      </w:r>
      <w:proofErr w:type="gramStart"/>
      <w:r>
        <w:t>can be closed</w:t>
      </w:r>
      <w:proofErr w:type="gramEnd"/>
      <w:r>
        <w:t>.</w:t>
      </w:r>
    </w:p>
    <w:p w14:paraId="02FB8E82" w14:textId="77777777" w:rsidR="0059132C" w:rsidRPr="007E0E54" w:rsidRDefault="0059132C" w:rsidP="0059132C">
      <w:pPr>
        <w:pStyle w:val="SingleTxtG"/>
        <w:spacing w:line="240" w:lineRule="auto"/>
        <w:ind w:left="2268" w:hanging="1134"/>
      </w:pPr>
      <w:r w:rsidRPr="007E0E54">
        <w:t>2.2.</w:t>
      </w:r>
      <w:r w:rsidRPr="007E0E54">
        <w:tab/>
      </w:r>
      <w:r w:rsidRPr="007E0E54">
        <w:tab/>
        <w:t xml:space="preserve">The conformity of mass-produced retro-reflectors </w:t>
      </w:r>
      <w:proofErr w:type="gramStart"/>
      <w:r w:rsidRPr="007E0E54">
        <w:t>shall be contested</w:t>
      </w:r>
      <w:proofErr w:type="gramEnd"/>
      <w:r w:rsidRPr="007E0E54">
        <w:t xml:space="preserve"> if the deviation of at least one specimen of samples A or B </w:t>
      </w:r>
      <w:r w:rsidRPr="007E0E54">
        <w:rPr>
          <w:bCs/>
        </w:rPr>
        <w:t>is more than 20</w:t>
      </w:r>
      <w:r w:rsidRPr="007E0E54">
        <w:t xml:space="preserve"> per cent.</w:t>
      </w:r>
    </w:p>
    <w:p w14:paraId="0796C561" w14:textId="0FE27C6E" w:rsidR="0059132C" w:rsidRPr="007E0E54" w:rsidRDefault="0059132C" w:rsidP="0059132C">
      <w:pPr>
        <w:pStyle w:val="SingleTxtG"/>
        <w:spacing w:line="240" w:lineRule="auto"/>
        <w:ind w:left="2268"/>
      </w:pPr>
      <w:r w:rsidRPr="007E0E54">
        <w:t xml:space="preserve">The manufacturer </w:t>
      </w:r>
      <w:proofErr w:type="gramStart"/>
      <w:r w:rsidRPr="007E0E54">
        <w:t>shall be requested</w:t>
      </w:r>
      <w:proofErr w:type="gramEnd"/>
      <w:r w:rsidRPr="007E0E54">
        <w:t xml:space="preserve"> to bring his production in line with the requirements (alignment) and a repeated sampling accord</w:t>
      </w:r>
      <w:r w:rsidR="00861957">
        <w:t>ing to paragraph </w:t>
      </w:r>
      <w:r w:rsidRPr="007E0E54">
        <w:t xml:space="preserve">3. </w:t>
      </w:r>
      <w:proofErr w:type="gramStart"/>
      <w:r w:rsidRPr="007E0E54">
        <w:t>below</w:t>
      </w:r>
      <w:proofErr w:type="gramEnd"/>
      <w:r w:rsidRPr="007E0E54">
        <w:t xml:space="preserve"> shall be carried out within two months' time after the notification. The </w:t>
      </w:r>
      <w:proofErr w:type="gramStart"/>
      <w:r w:rsidRPr="007E0E54">
        <w:t>samples A and B shall be retained by the Technical Service</w:t>
      </w:r>
      <w:proofErr w:type="gramEnd"/>
      <w:r w:rsidRPr="007E0E54">
        <w:t xml:space="preserve"> until the entire </w:t>
      </w:r>
      <w:proofErr w:type="spellStart"/>
      <w:r w:rsidRPr="007E0E54">
        <w:t>CoP</w:t>
      </w:r>
      <w:proofErr w:type="spellEnd"/>
      <w:r w:rsidRPr="007E0E54">
        <w:t xml:space="preserve"> process is finished. </w:t>
      </w:r>
    </w:p>
    <w:p w14:paraId="3E1EDDE7" w14:textId="77777777" w:rsidR="0059132C" w:rsidRPr="007E0E54" w:rsidRDefault="0059132C" w:rsidP="0059132C">
      <w:pPr>
        <w:pStyle w:val="SingleTxtG"/>
        <w:spacing w:line="240" w:lineRule="auto"/>
        <w:ind w:left="2268" w:hanging="1134"/>
      </w:pPr>
      <w:r w:rsidRPr="007E0E54">
        <w:t>3.</w:t>
      </w:r>
      <w:r w:rsidRPr="007E0E54">
        <w:tab/>
      </w:r>
      <w:r w:rsidRPr="007E0E54">
        <w:tab/>
        <w:t>First repeated sampling</w:t>
      </w:r>
    </w:p>
    <w:p w14:paraId="4133B236" w14:textId="77777777" w:rsidR="0059132C" w:rsidRPr="007E0E54" w:rsidRDefault="0059132C" w:rsidP="0059132C">
      <w:pPr>
        <w:pStyle w:val="SingleTxtG"/>
        <w:spacing w:line="240" w:lineRule="auto"/>
        <w:ind w:left="2268"/>
        <w:rPr>
          <w:strike/>
        </w:rPr>
      </w:pPr>
      <w:r w:rsidRPr="007E0E54">
        <w:t xml:space="preserve">A sample of four </w:t>
      </w:r>
      <w:r>
        <w:t>retro-reflector</w:t>
      </w:r>
      <w:r w:rsidRPr="007E0E54">
        <w:t xml:space="preserve">s </w:t>
      </w:r>
      <w:proofErr w:type="gramStart"/>
      <w:r w:rsidRPr="007E0E54">
        <w:t>is selected</w:t>
      </w:r>
      <w:proofErr w:type="gramEnd"/>
      <w:r w:rsidRPr="007E0E54">
        <w:t xml:space="preserve"> at rando</w:t>
      </w:r>
      <w:r>
        <w:t xml:space="preserve">m from stock manufactured after </w:t>
      </w:r>
      <w:r w:rsidRPr="007E0E54">
        <w:t>alignment</w:t>
      </w:r>
      <w:r>
        <w:t>.</w:t>
      </w:r>
      <w:r w:rsidRPr="007E0E54">
        <w:rPr>
          <w:strike/>
        </w:rPr>
        <w:t xml:space="preserve"> </w:t>
      </w:r>
    </w:p>
    <w:p w14:paraId="7748A139" w14:textId="77777777" w:rsidR="0059132C" w:rsidRPr="007E0E54" w:rsidRDefault="0059132C" w:rsidP="0059132C">
      <w:pPr>
        <w:pStyle w:val="SingleTxtG"/>
        <w:spacing w:line="240" w:lineRule="auto"/>
        <w:ind w:left="2268"/>
      </w:pPr>
      <w:r w:rsidRPr="007E0E54">
        <w:t>The first sample of two is marked C, the second sample of two is marked</w:t>
      </w:r>
      <w:r>
        <w:t xml:space="preserve"> </w:t>
      </w:r>
      <w:r w:rsidRPr="007E0E54">
        <w:t>D.</w:t>
      </w:r>
    </w:p>
    <w:p w14:paraId="385DFF38" w14:textId="77777777" w:rsidR="0059132C" w:rsidRPr="007E0E54" w:rsidRDefault="0059132C" w:rsidP="00861957">
      <w:pPr>
        <w:pStyle w:val="SingleTxtG"/>
        <w:spacing w:after="100" w:line="240" w:lineRule="auto"/>
        <w:ind w:left="2268" w:hanging="1134"/>
      </w:pPr>
      <w:r w:rsidRPr="007E0E54">
        <w:lastRenderedPageBreak/>
        <w:t>3.1.</w:t>
      </w:r>
      <w:r w:rsidRPr="007E0E54">
        <w:tab/>
        <w:t xml:space="preserve">The conformity of mass-produced retro-reflectors </w:t>
      </w:r>
      <w:proofErr w:type="gramStart"/>
      <w:r w:rsidRPr="007E0E54">
        <w:t>shall not be contested</w:t>
      </w:r>
      <w:proofErr w:type="gramEnd"/>
      <w:r w:rsidRPr="007E0E54">
        <w:t xml:space="preserve"> if the deviation of any specimen of samples C and D (</w:t>
      </w:r>
      <w:r w:rsidRPr="007E0E54">
        <w:rPr>
          <w:bCs/>
        </w:rPr>
        <w:t xml:space="preserve">all four </w:t>
      </w:r>
      <w:r w:rsidRPr="007E0E54">
        <w:t>retro-reflectors</w:t>
      </w:r>
      <w:r w:rsidRPr="007E0E54">
        <w:rPr>
          <w:bCs/>
        </w:rPr>
        <w:t>) is not more than</w:t>
      </w:r>
      <w:r w:rsidRPr="007E0E54">
        <w:t xml:space="preserve"> </w:t>
      </w:r>
      <w:r w:rsidRPr="007E0E54">
        <w:rPr>
          <w:bCs/>
        </w:rPr>
        <w:t>20</w:t>
      </w:r>
      <w:r w:rsidRPr="007E0E54">
        <w:t xml:space="preserve"> per cent. </w:t>
      </w:r>
    </w:p>
    <w:p w14:paraId="0914D666" w14:textId="77777777" w:rsidR="0059132C" w:rsidRPr="007E0E54" w:rsidRDefault="0059132C" w:rsidP="0059132C">
      <w:pPr>
        <w:pStyle w:val="SingleTxtG"/>
        <w:spacing w:line="240" w:lineRule="auto"/>
        <w:ind w:left="2268"/>
      </w:pPr>
      <w:r w:rsidRPr="007E0E54">
        <w:t xml:space="preserve">In the case, that the deviation of </w:t>
      </w:r>
      <w:r w:rsidRPr="007E0E54">
        <w:rPr>
          <w:bCs/>
        </w:rPr>
        <w:t xml:space="preserve">both </w:t>
      </w:r>
      <w:r w:rsidRPr="007E0E54">
        <w:t>retro-reflectors</w:t>
      </w:r>
      <w:r w:rsidRPr="007E0E54">
        <w:rPr>
          <w:bCs/>
        </w:rPr>
        <w:t xml:space="preserve"> </w:t>
      </w:r>
      <w:r w:rsidRPr="007E0E54">
        <w:t xml:space="preserve">of sample C is not more than </w:t>
      </w:r>
      <w:r w:rsidRPr="007E0E54">
        <w:rPr>
          <w:bCs/>
        </w:rPr>
        <w:t>0</w:t>
      </w:r>
      <w:r w:rsidRPr="007E0E54">
        <w:t xml:space="preserve"> per cent, the measurement </w:t>
      </w:r>
      <w:proofErr w:type="gramStart"/>
      <w:r w:rsidRPr="007E0E54">
        <w:t>can be closed</w:t>
      </w:r>
      <w:proofErr w:type="gramEnd"/>
      <w:r w:rsidRPr="007E0E54">
        <w:t>.</w:t>
      </w:r>
    </w:p>
    <w:p w14:paraId="7F71AC5E" w14:textId="38B40E9C" w:rsidR="0059132C" w:rsidRPr="007E0E54" w:rsidRDefault="0059132C" w:rsidP="0059132C">
      <w:pPr>
        <w:pStyle w:val="SingleTxtG"/>
        <w:spacing w:line="240" w:lineRule="auto"/>
        <w:ind w:left="2268" w:hanging="1134"/>
      </w:pPr>
      <w:r w:rsidRPr="007E0E54">
        <w:t>3.2.</w:t>
      </w:r>
      <w:r w:rsidRPr="007E0E54">
        <w:tab/>
        <w:t>The conformity of mass-produced retro-reflectors shall be contested if the deviation of at least</w:t>
      </w:r>
      <w:r w:rsidR="00861957">
        <w:t>.</w:t>
      </w:r>
    </w:p>
    <w:p w14:paraId="46EE7D85" w14:textId="5916C419" w:rsidR="0059132C" w:rsidRPr="007E0E54" w:rsidRDefault="0059132C" w:rsidP="0059132C">
      <w:pPr>
        <w:pStyle w:val="SingleTxtG"/>
        <w:spacing w:line="240" w:lineRule="auto"/>
        <w:ind w:left="2268" w:hanging="1134"/>
      </w:pPr>
      <w:r w:rsidRPr="007E0E54">
        <w:t>3.2.1.</w:t>
      </w:r>
      <w:r w:rsidRPr="007E0E54">
        <w:tab/>
      </w:r>
      <w:r>
        <w:t>O</w:t>
      </w:r>
      <w:r w:rsidRPr="007E0E54">
        <w:t xml:space="preserve">ne specimen of samples C or D </w:t>
      </w:r>
      <w:r w:rsidRPr="007E0E54">
        <w:rPr>
          <w:bCs/>
        </w:rPr>
        <w:t>is more than</w:t>
      </w:r>
      <w:r w:rsidRPr="007E0E54">
        <w:t xml:space="preserve"> </w:t>
      </w:r>
      <w:r w:rsidRPr="007E0E54">
        <w:rPr>
          <w:bCs/>
        </w:rPr>
        <w:t>20</w:t>
      </w:r>
      <w:r w:rsidRPr="007E0E54">
        <w:t xml:space="preserve"> per cent but the deviation of all specimen of these samples</w:t>
      </w:r>
      <w:r w:rsidR="00952545">
        <w:t xml:space="preserve"> is not </w:t>
      </w:r>
      <w:r w:rsidR="00861957">
        <w:t>more than 30 per cent.</w:t>
      </w:r>
    </w:p>
    <w:p w14:paraId="46523C65" w14:textId="182F3F23" w:rsidR="0059132C" w:rsidRPr="007E0E54" w:rsidRDefault="0059132C" w:rsidP="00861957">
      <w:pPr>
        <w:pStyle w:val="SingleTxtG"/>
        <w:spacing w:after="100" w:line="240" w:lineRule="auto"/>
        <w:ind w:left="2268"/>
      </w:pPr>
      <w:r w:rsidRPr="007E0E54">
        <w:t xml:space="preserve">The manufacturer </w:t>
      </w:r>
      <w:proofErr w:type="gramStart"/>
      <w:r w:rsidRPr="007E0E54">
        <w:t>shall be requested</w:t>
      </w:r>
      <w:proofErr w:type="gramEnd"/>
      <w:r w:rsidRPr="007E0E54">
        <w:t xml:space="preserve"> again to bring his production in line wit</w:t>
      </w:r>
      <w:r w:rsidR="00861957">
        <w:t>h the requirements (alignment).</w:t>
      </w:r>
    </w:p>
    <w:p w14:paraId="5BE3C9CE" w14:textId="77777777" w:rsidR="0059132C" w:rsidRPr="007E0E54" w:rsidRDefault="0059132C" w:rsidP="0059132C">
      <w:pPr>
        <w:pStyle w:val="SingleTxtG"/>
        <w:spacing w:line="240" w:lineRule="auto"/>
        <w:ind w:left="2268"/>
      </w:pPr>
      <w:r w:rsidRPr="007E0E54">
        <w:t xml:space="preserve">A second repeated sampling according to paragraph 4. </w:t>
      </w:r>
      <w:proofErr w:type="gramStart"/>
      <w:r w:rsidRPr="007E0E54">
        <w:t>below</w:t>
      </w:r>
      <w:proofErr w:type="gramEnd"/>
      <w:r w:rsidRPr="007E0E54">
        <w:t xml:space="preserve"> shall be carried out within two months' time after the notification. The </w:t>
      </w:r>
      <w:proofErr w:type="gramStart"/>
      <w:r w:rsidRPr="007E0E54">
        <w:t>samples C and D shall be retained by the Technical Service</w:t>
      </w:r>
      <w:proofErr w:type="gramEnd"/>
      <w:r w:rsidRPr="007E0E54">
        <w:t xml:space="preserve"> until the entire </w:t>
      </w:r>
      <w:proofErr w:type="spellStart"/>
      <w:r w:rsidRPr="007E0E54">
        <w:t>CoP</w:t>
      </w:r>
      <w:proofErr w:type="spellEnd"/>
      <w:r w:rsidRPr="007E0E54">
        <w:t xml:space="preserve"> process is finished.</w:t>
      </w:r>
    </w:p>
    <w:p w14:paraId="4CC1B8E1" w14:textId="25B6EAC7" w:rsidR="0059132C" w:rsidRPr="007E0E54" w:rsidRDefault="0059132C" w:rsidP="0059132C">
      <w:pPr>
        <w:pStyle w:val="SingleTxtG"/>
        <w:spacing w:line="240" w:lineRule="auto"/>
        <w:ind w:left="2268" w:hanging="1134"/>
      </w:pPr>
      <w:r w:rsidRPr="007E0E54">
        <w:t>3.2.2.</w:t>
      </w:r>
      <w:r w:rsidRPr="007E0E54">
        <w:tab/>
      </w:r>
      <w:r>
        <w:t>O</w:t>
      </w:r>
      <w:r w:rsidRPr="007E0E54">
        <w:t xml:space="preserve">ne specimen of samples C and D </w:t>
      </w:r>
      <w:r w:rsidRPr="007E0E54">
        <w:rPr>
          <w:bCs/>
        </w:rPr>
        <w:t>is more than 30</w:t>
      </w:r>
      <w:r w:rsidR="00861957">
        <w:t xml:space="preserve"> per cent.</w:t>
      </w:r>
    </w:p>
    <w:p w14:paraId="3EDE6FCC" w14:textId="77777777" w:rsidR="0059132C" w:rsidRPr="007E0E54" w:rsidRDefault="0059132C" w:rsidP="0059132C">
      <w:pPr>
        <w:pStyle w:val="SingleTxtG"/>
        <w:spacing w:line="240" w:lineRule="auto"/>
        <w:ind w:left="2268"/>
      </w:pPr>
      <w:r w:rsidRPr="007E0E54">
        <w:t xml:space="preserve">In this </w:t>
      </w:r>
      <w:proofErr w:type="gramStart"/>
      <w:r w:rsidRPr="007E0E54">
        <w:t>case</w:t>
      </w:r>
      <w:proofErr w:type="gramEnd"/>
      <w:r w:rsidRPr="007E0E54">
        <w:t xml:space="preserve"> the approval shall be withdrawn and paragraph 5</w:t>
      </w:r>
      <w:r>
        <w:t>.</w:t>
      </w:r>
      <w:r w:rsidRPr="007E0E54">
        <w:t xml:space="preserve"> </w:t>
      </w:r>
      <w:proofErr w:type="gramStart"/>
      <w:r w:rsidRPr="007E0E54">
        <w:t>below</w:t>
      </w:r>
      <w:proofErr w:type="gramEnd"/>
      <w:r w:rsidRPr="007E0E54">
        <w:t xml:space="preserve"> shall be applied.</w:t>
      </w:r>
    </w:p>
    <w:p w14:paraId="7673B9B3" w14:textId="77777777" w:rsidR="0059132C" w:rsidRPr="007E0E54" w:rsidRDefault="0059132C" w:rsidP="0059132C">
      <w:pPr>
        <w:pStyle w:val="SingleTxtG"/>
        <w:spacing w:line="240" w:lineRule="auto"/>
        <w:ind w:left="2268" w:hanging="1134"/>
      </w:pPr>
      <w:r w:rsidRPr="007E0E54">
        <w:t>4.</w:t>
      </w:r>
      <w:r w:rsidRPr="007E0E54">
        <w:tab/>
      </w:r>
      <w:r w:rsidRPr="007E0E54">
        <w:tab/>
        <w:t>Second repeated sampling</w:t>
      </w:r>
    </w:p>
    <w:p w14:paraId="50A80B00" w14:textId="77777777" w:rsidR="0059132C" w:rsidRPr="007E0E54" w:rsidRDefault="0059132C" w:rsidP="00861957">
      <w:pPr>
        <w:pStyle w:val="SingleTxtG"/>
        <w:spacing w:after="100" w:line="240" w:lineRule="auto"/>
        <w:ind w:left="2268"/>
      </w:pPr>
      <w:r w:rsidRPr="007E0E54">
        <w:t xml:space="preserve">A sample of four </w:t>
      </w:r>
      <w:r>
        <w:t>retro-reflector</w:t>
      </w:r>
      <w:r w:rsidRPr="007E0E54">
        <w:t xml:space="preserve">s </w:t>
      </w:r>
      <w:proofErr w:type="gramStart"/>
      <w:r w:rsidRPr="007E0E54">
        <w:t>is selected</w:t>
      </w:r>
      <w:proofErr w:type="gramEnd"/>
      <w:r w:rsidRPr="007E0E54">
        <w:t xml:space="preserve"> at random from stock manufactured after alignment. </w:t>
      </w:r>
    </w:p>
    <w:p w14:paraId="59BAEC52" w14:textId="77777777" w:rsidR="0059132C" w:rsidRPr="007E0E54" w:rsidRDefault="0059132C" w:rsidP="0059132C">
      <w:pPr>
        <w:pStyle w:val="SingleTxtG"/>
        <w:spacing w:line="240" w:lineRule="auto"/>
        <w:ind w:left="2268"/>
      </w:pPr>
      <w:r w:rsidRPr="007E0E54">
        <w:t>The first sample of two is marked E, the second sample of two is marked</w:t>
      </w:r>
      <w:r>
        <w:t xml:space="preserve"> </w:t>
      </w:r>
      <w:r w:rsidRPr="007E0E54">
        <w:t>F.</w:t>
      </w:r>
    </w:p>
    <w:p w14:paraId="7308E026" w14:textId="77777777" w:rsidR="0059132C" w:rsidRPr="007E0E54" w:rsidRDefault="0059132C" w:rsidP="0059132C">
      <w:pPr>
        <w:pStyle w:val="SingleTxtG"/>
        <w:spacing w:line="240" w:lineRule="auto"/>
        <w:ind w:left="2268" w:hanging="1134"/>
      </w:pPr>
      <w:r w:rsidRPr="007E0E54">
        <w:t>4.1.</w:t>
      </w:r>
      <w:r w:rsidRPr="007E0E54">
        <w:tab/>
        <w:t xml:space="preserve">The conformity of mass-produced retro-reflectors </w:t>
      </w:r>
      <w:proofErr w:type="gramStart"/>
      <w:r w:rsidRPr="007E0E54">
        <w:t>shall not be contested</w:t>
      </w:r>
      <w:proofErr w:type="gramEnd"/>
      <w:r w:rsidRPr="007E0E54">
        <w:t xml:space="preserve"> if the deviation of any specimen of samples E and F (</w:t>
      </w:r>
      <w:r w:rsidRPr="007E0E54">
        <w:rPr>
          <w:bCs/>
        </w:rPr>
        <w:t xml:space="preserve">all four </w:t>
      </w:r>
      <w:r w:rsidRPr="007E0E54">
        <w:t>retro-reflectors</w:t>
      </w:r>
      <w:r w:rsidRPr="007E0E54">
        <w:rPr>
          <w:bCs/>
        </w:rPr>
        <w:t>) is not more than</w:t>
      </w:r>
      <w:r w:rsidRPr="007E0E54">
        <w:t xml:space="preserve"> </w:t>
      </w:r>
      <w:r w:rsidRPr="007E0E54">
        <w:rPr>
          <w:bCs/>
        </w:rPr>
        <w:t>20</w:t>
      </w:r>
      <w:r w:rsidRPr="007E0E54">
        <w:t xml:space="preserve"> per cent. In the case, that the deviation of </w:t>
      </w:r>
      <w:r w:rsidRPr="007E0E54">
        <w:rPr>
          <w:bCs/>
        </w:rPr>
        <w:t xml:space="preserve">both </w:t>
      </w:r>
      <w:r w:rsidRPr="007E0E54">
        <w:t>retro-reflectors</w:t>
      </w:r>
      <w:r w:rsidRPr="007E0E54">
        <w:rPr>
          <w:bCs/>
        </w:rPr>
        <w:t xml:space="preserve"> </w:t>
      </w:r>
      <w:r w:rsidRPr="007E0E54">
        <w:t xml:space="preserve">of sample E is not more than </w:t>
      </w:r>
      <w:r w:rsidRPr="007E0E54">
        <w:rPr>
          <w:bCs/>
        </w:rPr>
        <w:t>0</w:t>
      </w:r>
      <w:r w:rsidRPr="007E0E54">
        <w:t xml:space="preserve"> per cent the measurement </w:t>
      </w:r>
      <w:proofErr w:type="gramStart"/>
      <w:r w:rsidRPr="007E0E54">
        <w:t>can be closed</w:t>
      </w:r>
      <w:proofErr w:type="gramEnd"/>
      <w:r w:rsidRPr="007E0E54">
        <w:t>.</w:t>
      </w:r>
    </w:p>
    <w:p w14:paraId="368C1441" w14:textId="77777777" w:rsidR="0059132C" w:rsidRPr="007E0E54" w:rsidRDefault="0059132C" w:rsidP="0059132C">
      <w:pPr>
        <w:pStyle w:val="SingleTxtG"/>
        <w:spacing w:line="240" w:lineRule="auto"/>
        <w:ind w:left="2268" w:hanging="1134"/>
      </w:pPr>
      <w:r w:rsidRPr="007E0E54">
        <w:t>4.2.</w:t>
      </w:r>
      <w:r w:rsidRPr="007E0E54">
        <w:tab/>
        <w:t xml:space="preserve">The conformity of mass-produced retro-reflectors </w:t>
      </w:r>
      <w:proofErr w:type="gramStart"/>
      <w:r w:rsidRPr="007E0E54">
        <w:t>shall be contested</w:t>
      </w:r>
      <w:proofErr w:type="gramEnd"/>
      <w:r w:rsidRPr="007E0E54">
        <w:t xml:space="preserve"> if the deviation of at least one specimen of samples E or F </w:t>
      </w:r>
      <w:r w:rsidRPr="007E0E54">
        <w:rPr>
          <w:bCs/>
        </w:rPr>
        <w:t>is more than 20</w:t>
      </w:r>
      <w:r w:rsidRPr="007E0E54">
        <w:t xml:space="preserve"> per cent. </w:t>
      </w:r>
    </w:p>
    <w:p w14:paraId="36F1E498" w14:textId="77777777" w:rsidR="0059132C" w:rsidRPr="007E0E54" w:rsidRDefault="0059132C" w:rsidP="0059132C">
      <w:pPr>
        <w:pStyle w:val="SingleTxtG"/>
        <w:spacing w:line="240" w:lineRule="auto"/>
        <w:ind w:left="2268"/>
      </w:pPr>
      <w:r w:rsidRPr="007E0E54">
        <w:t xml:space="preserve">In this </w:t>
      </w:r>
      <w:proofErr w:type="gramStart"/>
      <w:r w:rsidRPr="007E0E54">
        <w:t>case</w:t>
      </w:r>
      <w:proofErr w:type="gramEnd"/>
      <w:r w:rsidRPr="007E0E54">
        <w:t xml:space="preserve"> the approval shall be withdrawn and paragraph 5 below shall be applied. </w:t>
      </w:r>
    </w:p>
    <w:p w14:paraId="78DB7308" w14:textId="77777777" w:rsidR="0059132C" w:rsidRPr="007E0E54" w:rsidRDefault="0059132C" w:rsidP="00861957">
      <w:pPr>
        <w:pStyle w:val="SingleTxtG"/>
        <w:spacing w:after="100" w:line="240" w:lineRule="auto"/>
        <w:ind w:left="2268" w:hanging="1134"/>
        <w:rPr>
          <w:u w:val="single"/>
        </w:rPr>
      </w:pPr>
      <w:r w:rsidRPr="007E0E54">
        <w:t>5.</w:t>
      </w:r>
      <w:r w:rsidRPr="007E0E54">
        <w:tab/>
      </w:r>
      <w:r w:rsidRPr="007E0E54">
        <w:tab/>
        <w:t>Approval withdrawn</w:t>
      </w:r>
    </w:p>
    <w:p w14:paraId="15D8F59E" w14:textId="77777777" w:rsidR="0059132C" w:rsidRPr="007E0E54" w:rsidRDefault="0059132C" w:rsidP="0059132C">
      <w:pPr>
        <w:pStyle w:val="SingleTxtG"/>
        <w:spacing w:line="240" w:lineRule="auto"/>
        <w:ind w:left="2268"/>
      </w:pPr>
      <w:r w:rsidRPr="007E0E54">
        <w:t xml:space="preserve">Approval </w:t>
      </w:r>
      <w:proofErr w:type="gramStart"/>
      <w:r w:rsidRPr="007E0E54">
        <w:t>shall be withdrawn</w:t>
      </w:r>
      <w:proofErr w:type="gramEnd"/>
      <w:r w:rsidRPr="007E0E54">
        <w:t xml:space="preserve"> according to paragraph 9. </w:t>
      </w:r>
      <w:proofErr w:type="gramStart"/>
      <w:r w:rsidRPr="007E0E54">
        <w:t>of</w:t>
      </w:r>
      <w:proofErr w:type="gramEnd"/>
      <w:r w:rsidRPr="007E0E54">
        <w:t xml:space="preserve"> this Regulation.</w:t>
      </w:r>
    </w:p>
    <w:p w14:paraId="3F535DAE" w14:textId="77777777" w:rsidR="0059132C" w:rsidRPr="007E0E54" w:rsidRDefault="0059132C" w:rsidP="00861957">
      <w:pPr>
        <w:pStyle w:val="SingleTxtG"/>
        <w:spacing w:after="100" w:line="240" w:lineRule="auto"/>
        <w:ind w:left="2268" w:hanging="1134"/>
      </w:pPr>
      <w:r w:rsidRPr="007E0E54">
        <w:t>6.</w:t>
      </w:r>
      <w:r w:rsidRPr="007E0E54">
        <w:tab/>
        <w:t>Resistance to penetration of water</w:t>
      </w:r>
    </w:p>
    <w:p w14:paraId="7C3DA749" w14:textId="27649453" w:rsidR="0059132C" w:rsidRPr="007E0E54" w:rsidRDefault="00861957" w:rsidP="00861957">
      <w:pPr>
        <w:pStyle w:val="SingleTxtG"/>
        <w:spacing w:after="100" w:line="240" w:lineRule="auto"/>
        <w:ind w:left="2268" w:hanging="1134"/>
      </w:pPr>
      <w:r>
        <w:tab/>
      </w:r>
      <w:r w:rsidR="0059132C" w:rsidRPr="007E0E54">
        <w:t xml:space="preserve">With respect to the verification of the resistance to penetration of water, the following procedure </w:t>
      </w:r>
      <w:proofErr w:type="gramStart"/>
      <w:r w:rsidR="0059132C" w:rsidRPr="007E0E54">
        <w:t>shall be applied</w:t>
      </w:r>
      <w:proofErr w:type="gramEnd"/>
      <w:r w:rsidR="0059132C" w:rsidRPr="007E0E54">
        <w:t>:</w:t>
      </w:r>
    </w:p>
    <w:p w14:paraId="64479BDF" w14:textId="2C311263" w:rsidR="0059132C" w:rsidRPr="007E0E54" w:rsidRDefault="00861957" w:rsidP="00861957">
      <w:pPr>
        <w:pStyle w:val="SingleTxtG"/>
        <w:spacing w:after="100" w:line="240" w:lineRule="auto"/>
        <w:ind w:left="2268" w:hanging="1134"/>
      </w:pPr>
      <w:r>
        <w:tab/>
      </w:r>
      <w:r w:rsidR="0059132C" w:rsidRPr="007E0E54">
        <w:t>One of the retro-reflectors of sample A, after sampling procedure in Par</w:t>
      </w:r>
      <w:r>
        <w:t>agraph </w:t>
      </w:r>
      <w:r w:rsidR="0059132C" w:rsidRPr="007E0E54">
        <w:t>2</w:t>
      </w:r>
      <w:r w:rsidR="0059132C">
        <w:t>.</w:t>
      </w:r>
      <w:r w:rsidR="0059132C" w:rsidRPr="007E0E54">
        <w:t xml:space="preserve"> </w:t>
      </w:r>
      <w:proofErr w:type="gramStart"/>
      <w:r w:rsidR="0059132C" w:rsidRPr="007E0E54">
        <w:t>of</w:t>
      </w:r>
      <w:proofErr w:type="gramEnd"/>
      <w:r w:rsidR="0059132C" w:rsidRPr="007E0E54">
        <w:t xml:space="preserve"> this </w:t>
      </w:r>
      <w:r w:rsidR="0059132C">
        <w:t>A</w:t>
      </w:r>
      <w:r w:rsidR="0059132C" w:rsidRPr="007E0E54">
        <w:t>nnex, shall be tested according to the p</w:t>
      </w:r>
      <w:r>
        <w:t>rocedure described in paragraph </w:t>
      </w:r>
      <w:r w:rsidR="0059132C" w:rsidRPr="007E0E54">
        <w:t>1</w:t>
      </w:r>
      <w:r w:rsidR="0059132C">
        <w:t>.</w:t>
      </w:r>
      <w:r w:rsidR="0059132C" w:rsidRPr="007E0E54">
        <w:t xml:space="preserve"> </w:t>
      </w:r>
      <w:proofErr w:type="gramStart"/>
      <w:r w:rsidR="0059132C" w:rsidRPr="007E0E54">
        <w:t>of</w:t>
      </w:r>
      <w:proofErr w:type="gramEnd"/>
      <w:r w:rsidR="0059132C" w:rsidRPr="007E0E54">
        <w:t xml:space="preserve"> </w:t>
      </w:r>
      <w:r w:rsidR="0059132C">
        <w:t>A</w:t>
      </w:r>
      <w:r w:rsidR="0059132C" w:rsidRPr="007E0E54">
        <w:t>nnex 8 respectively paragraph 3</w:t>
      </w:r>
      <w:r w:rsidR="0059132C">
        <w:t>.</w:t>
      </w:r>
      <w:r w:rsidR="0059132C" w:rsidRPr="007E0E54">
        <w:t xml:space="preserve"> </w:t>
      </w:r>
      <w:proofErr w:type="gramStart"/>
      <w:r w:rsidR="0059132C" w:rsidRPr="007E0E54">
        <w:t>of</w:t>
      </w:r>
      <w:proofErr w:type="gramEnd"/>
      <w:r w:rsidR="0059132C" w:rsidRPr="007E0E54">
        <w:t xml:space="preserve"> </w:t>
      </w:r>
      <w:r w:rsidR="0059132C">
        <w:t>A</w:t>
      </w:r>
      <w:r>
        <w:t>nnex </w:t>
      </w:r>
      <w:r w:rsidR="0059132C" w:rsidRPr="007E0E54">
        <w:t>14 for class IVA reflectors.</w:t>
      </w:r>
    </w:p>
    <w:p w14:paraId="2A3399B2" w14:textId="27190BE3" w:rsidR="0059132C" w:rsidRPr="007E0E54" w:rsidRDefault="00861957" w:rsidP="00861957">
      <w:pPr>
        <w:pStyle w:val="SingleTxtG"/>
        <w:spacing w:after="100" w:line="240" w:lineRule="auto"/>
        <w:ind w:left="2268" w:hanging="1134"/>
      </w:pPr>
      <w:r>
        <w:tab/>
      </w:r>
      <w:r w:rsidR="0059132C" w:rsidRPr="007E0E54">
        <w:t xml:space="preserve">The retro-reflectors </w:t>
      </w:r>
      <w:proofErr w:type="gramStart"/>
      <w:r w:rsidR="0059132C" w:rsidRPr="007E0E54">
        <w:t>shall be considered</w:t>
      </w:r>
      <w:proofErr w:type="gramEnd"/>
      <w:r w:rsidR="0059132C" w:rsidRPr="007E0E54">
        <w:t xml:space="preserve"> as acceptable if the test has been passed.</w:t>
      </w:r>
    </w:p>
    <w:p w14:paraId="189C19C8" w14:textId="39074E47" w:rsidR="0059132C" w:rsidRPr="007E0E54" w:rsidRDefault="00861957" w:rsidP="00861957">
      <w:pPr>
        <w:pStyle w:val="SingleTxtG"/>
        <w:spacing w:after="100" w:line="240" w:lineRule="auto"/>
        <w:ind w:left="2268" w:hanging="1134"/>
      </w:pPr>
      <w:r>
        <w:tab/>
      </w:r>
      <w:r w:rsidR="0059132C" w:rsidRPr="007E0E54">
        <w:t>However, if the test on sample A is not complied with, the two retro reflectors of sample B shall be subjected to the same procedure and both shall pass the test."</w:t>
      </w:r>
      <w:bookmarkStart w:id="2" w:name="_GoBack"/>
      <w:bookmarkEnd w:id="2"/>
    </w:p>
    <w:p w14:paraId="3795D883" w14:textId="77777777" w:rsidR="0059132C" w:rsidRPr="00BA2FCB" w:rsidRDefault="0059132C" w:rsidP="00861957">
      <w:pPr>
        <w:tabs>
          <w:tab w:val="left" w:pos="2300"/>
        </w:tabs>
        <w:spacing w:line="240" w:lineRule="auto"/>
        <w:ind w:left="2268" w:right="1134" w:hanging="1134"/>
        <w:rPr>
          <w:lang w:val="en-US"/>
        </w:rPr>
      </w:pPr>
      <w:r w:rsidRPr="007E0E54">
        <w:rPr>
          <w:i/>
        </w:rPr>
        <w:t xml:space="preserve">Figure </w:t>
      </w:r>
      <w:proofErr w:type="gramStart"/>
      <w:r w:rsidRPr="007E0E54">
        <w:rPr>
          <w:i/>
        </w:rPr>
        <w:t>1</w:t>
      </w:r>
      <w:r w:rsidRPr="00861957">
        <w:t>,</w:t>
      </w:r>
      <w:proofErr w:type="gramEnd"/>
      <w:r w:rsidRPr="007E0E54">
        <w:t xml:space="preserve"> </w:t>
      </w:r>
      <w:r>
        <w:t xml:space="preserve">shall be </w:t>
      </w:r>
      <w:r w:rsidRPr="007E0E54">
        <w:t>delete</w:t>
      </w:r>
      <w:r>
        <w:t>d</w:t>
      </w:r>
      <w:r w:rsidRPr="007E0E54">
        <w:t>.</w:t>
      </w:r>
    </w:p>
    <w:p w14:paraId="1B4E0132" w14:textId="4FB55250" w:rsidR="00776D12" w:rsidRPr="00733BC9" w:rsidRDefault="0059132C" w:rsidP="00861957">
      <w:pPr>
        <w:spacing w:line="240" w:lineRule="auto"/>
        <w:ind w:left="1134" w:right="1134"/>
        <w:jc w:val="center"/>
        <w:rPr>
          <w:u w:val="single"/>
        </w:rPr>
      </w:pPr>
      <w:r w:rsidRPr="00EB72C9">
        <w:rPr>
          <w:u w:val="single"/>
        </w:rPr>
        <w:tab/>
      </w:r>
      <w:r w:rsidRPr="00EB72C9">
        <w:rPr>
          <w:u w:val="single"/>
        </w:rPr>
        <w:tab/>
      </w:r>
      <w:r w:rsidRPr="00EB72C9">
        <w:rPr>
          <w:u w:val="single"/>
        </w:rPr>
        <w:tab/>
      </w:r>
    </w:p>
    <w:sectPr w:rsidR="00776D12" w:rsidRPr="00733BC9" w:rsidSect="008311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F0473" w14:textId="3921CCCB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5D242F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9877D" w14:textId="5F39C4EE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5D242F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52394EE6" w14:textId="77777777" w:rsidR="00DD52CE" w:rsidRDefault="00DD52CE" w:rsidP="00DD52CE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14:paraId="7B94B94C" w14:textId="77777777" w:rsidR="00DD52CE" w:rsidRDefault="00DD52CE" w:rsidP="00DD52CE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1395A075" w14:textId="77777777" w:rsidR="00DD52CE" w:rsidRDefault="00DD52CE" w:rsidP="00DD52CE">
      <w:pPr>
        <w:pStyle w:val="FootnoteText"/>
      </w:pPr>
      <w:r>
        <w:tab/>
      </w:r>
      <w: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10B60" w14:textId="02D6C846" w:rsidR="00B701B3" w:rsidRDefault="00B701B3">
    <w:pPr>
      <w:pStyle w:val="Header"/>
    </w:pPr>
    <w:r w:rsidRPr="00D623A7">
      <w:t>E/ECE/324</w:t>
    </w:r>
    <w:r w:rsidR="0059132C">
      <w:t>/</w:t>
    </w:r>
    <w:r w:rsidRPr="00841EB5">
      <w:t>Add.</w:t>
    </w:r>
    <w:r w:rsidR="0059132C">
      <w:t>2</w:t>
    </w:r>
    <w:r w:rsidRPr="00841EB5">
      <w:t>/Rev.</w:t>
    </w:r>
    <w:r w:rsidR="0059132C">
      <w:t>4</w:t>
    </w:r>
    <w:r w:rsidRPr="00841EB5">
      <w:t>/Amend.</w:t>
    </w:r>
    <w:r w:rsidR="0059132C">
      <w:t>3</w:t>
    </w:r>
    <w:r>
      <w:br/>
    </w:r>
    <w:r w:rsidRPr="00D623A7">
      <w:t>E/ECE/TRANS/505</w:t>
    </w:r>
    <w:r w:rsidR="0059132C">
      <w:t>/</w:t>
    </w:r>
    <w:r w:rsidRPr="00841EB5">
      <w:t>Add.</w:t>
    </w:r>
    <w:r w:rsidR="0059132C">
      <w:t>2</w:t>
    </w:r>
    <w:r w:rsidRPr="00841EB5">
      <w:t>/Rev.</w:t>
    </w:r>
    <w:r w:rsidR="0059132C">
      <w:t>4</w:t>
    </w:r>
    <w:r w:rsidRPr="00841EB5">
      <w:t>/Amend.</w:t>
    </w:r>
    <w:r w:rsidR="0059132C">
      <w:t>3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F837B" w14:textId="5E76A340" w:rsidR="00B701B3" w:rsidRDefault="00B701B3" w:rsidP="00776D12">
    <w:pPr>
      <w:pStyle w:val="Header"/>
      <w:jc w:val="right"/>
    </w:pPr>
    <w:r w:rsidRPr="00D623A7">
      <w:t>E/ECE/324/Add.</w:t>
    </w:r>
    <w:r w:rsidR="00733BC9">
      <w:t>2</w:t>
    </w:r>
    <w:r w:rsidRPr="00D623A7">
      <w:t>/Rev.</w:t>
    </w:r>
    <w:r w:rsidR="00733BC9">
      <w:t>4</w:t>
    </w:r>
    <w:r w:rsidRPr="00D623A7">
      <w:t>/Amend.</w:t>
    </w:r>
    <w:r w:rsidR="00733BC9">
      <w:t>3</w:t>
    </w:r>
    <w:r>
      <w:br/>
    </w:r>
    <w:r w:rsidRPr="00D623A7">
      <w:t>E/ECE/TRANS/505/Add.</w:t>
    </w:r>
    <w:r w:rsidR="00733BC9">
      <w:t>2</w:t>
    </w:r>
    <w:r w:rsidRPr="00D623A7">
      <w:t>/Rev.</w:t>
    </w:r>
    <w:r w:rsidR="00733BC9">
      <w:t>4</w:t>
    </w:r>
    <w:r w:rsidRPr="00D623A7">
      <w:t>/Amend.</w:t>
    </w:r>
    <w:r w:rsidR="00733BC9">
      <w:t>3</w:t>
    </w:r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0"/>
  <w:activeWritingStyle w:appName="MSWord" w:lang="ru-RU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30"/>
    <w:rsid w:val="00050180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449BC"/>
    <w:rsid w:val="00147FFE"/>
    <w:rsid w:val="00165E82"/>
    <w:rsid w:val="001B4B04"/>
    <w:rsid w:val="001C6663"/>
    <w:rsid w:val="001C7895"/>
    <w:rsid w:val="001C7C52"/>
    <w:rsid w:val="001D26DF"/>
    <w:rsid w:val="00211E0B"/>
    <w:rsid w:val="002405A7"/>
    <w:rsid w:val="00271A7F"/>
    <w:rsid w:val="002A1E3A"/>
    <w:rsid w:val="003107FA"/>
    <w:rsid w:val="00312E48"/>
    <w:rsid w:val="003229D8"/>
    <w:rsid w:val="0033745A"/>
    <w:rsid w:val="003852F5"/>
    <w:rsid w:val="0039277A"/>
    <w:rsid w:val="003972E0"/>
    <w:rsid w:val="003C2CC4"/>
    <w:rsid w:val="003C3936"/>
    <w:rsid w:val="003D4B23"/>
    <w:rsid w:val="003F1ED3"/>
    <w:rsid w:val="004325CB"/>
    <w:rsid w:val="00440758"/>
    <w:rsid w:val="00445C26"/>
    <w:rsid w:val="00446DE4"/>
    <w:rsid w:val="004A41CA"/>
    <w:rsid w:val="004E3FEB"/>
    <w:rsid w:val="00503228"/>
    <w:rsid w:val="00505384"/>
    <w:rsid w:val="005420F2"/>
    <w:rsid w:val="0054561B"/>
    <w:rsid w:val="00582B38"/>
    <w:rsid w:val="005841EF"/>
    <w:rsid w:val="0059132C"/>
    <w:rsid w:val="005B3DB3"/>
    <w:rsid w:val="005D242F"/>
    <w:rsid w:val="005E1409"/>
    <w:rsid w:val="00611FC4"/>
    <w:rsid w:val="006176FB"/>
    <w:rsid w:val="00627ED0"/>
    <w:rsid w:val="00640B26"/>
    <w:rsid w:val="0064636E"/>
    <w:rsid w:val="00665595"/>
    <w:rsid w:val="0069341E"/>
    <w:rsid w:val="00694209"/>
    <w:rsid w:val="006A67EF"/>
    <w:rsid w:val="006A7392"/>
    <w:rsid w:val="006E564B"/>
    <w:rsid w:val="00703FCF"/>
    <w:rsid w:val="00713BD8"/>
    <w:rsid w:val="0072632A"/>
    <w:rsid w:val="00733BC9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518D5"/>
    <w:rsid w:val="00861957"/>
    <w:rsid w:val="00871FD5"/>
    <w:rsid w:val="008979B1"/>
    <w:rsid w:val="008A6B25"/>
    <w:rsid w:val="008A6C4F"/>
    <w:rsid w:val="008C3804"/>
    <w:rsid w:val="008E0E46"/>
    <w:rsid w:val="00907AD2"/>
    <w:rsid w:val="00952545"/>
    <w:rsid w:val="009554A1"/>
    <w:rsid w:val="00963CBA"/>
    <w:rsid w:val="00974A8D"/>
    <w:rsid w:val="00991261"/>
    <w:rsid w:val="009F3A17"/>
    <w:rsid w:val="00A1427D"/>
    <w:rsid w:val="00A41529"/>
    <w:rsid w:val="00A569D6"/>
    <w:rsid w:val="00A72F22"/>
    <w:rsid w:val="00A748A6"/>
    <w:rsid w:val="00A85956"/>
    <w:rsid w:val="00A879A4"/>
    <w:rsid w:val="00AA5A24"/>
    <w:rsid w:val="00B30179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711C7"/>
    <w:rsid w:val="00C71A58"/>
    <w:rsid w:val="00C745C3"/>
    <w:rsid w:val="00C84414"/>
    <w:rsid w:val="00CC4CC0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D52CE"/>
    <w:rsid w:val="00DF12F7"/>
    <w:rsid w:val="00DF3A2D"/>
    <w:rsid w:val="00E02C81"/>
    <w:rsid w:val="00E130AB"/>
    <w:rsid w:val="00E506F0"/>
    <w:rsid w:val="00E53330"/>
    <w:rsid w:val="00E7260F"/>
    <w:rsid w:val="00E87921"/>
    <w:rsid w:val="00E96630"/>
    <w:rsid w:val="00EA0ED6"/>
    <w:rsid w:val="00EA264E"/>
    <w:rsid w:val="00ED7A2A"/>
    <w:rsid w:val="00EF1D7F"/>
    <w:rsid w:val="00F53EDA"/>
    <w:rsid w:val="00F55704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6B0A858"/>
  <w15:docId w15:val="{31FFB701-ADE8-4EE5-A618-06C1B409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character" w:customStyle="1" w:styleId="FootnoteTextChar1">
    <w:name w:val="Footnote Text Char1"/>
    <w:aliases w:val="5_G Char1,PP Char1"/>
    <w:uiPriority w:val="99"/>
    <w:locked/>
    <w:rsid w:val="00DD52CE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</Template>
  <TotalTime>50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Caillot</dc:creator>
  <cp:lastModifiedBy>Marie-Claude Collet</cp:lastModifiedBy>
  <cp:revision>8</cp:revision>
  <cp:lastPrinted>2017-12-04T13:19:00Z</cp:lastPrinted>
  <dcterms:created xsi:type="dcterms:W3CDTF">2017-12-01T12:33:00Z</dcterms:created>
  <dcterms:modified xsi:type="dcterms:W3CDTF">2017-12-05T07:59:00Z</dcterms:modified>
</cp:coreProperties>
</file>