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EA108F" w:rsidP="002C5B16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/ECE/324/Rev.1/Add.37/Rev.3/Amend.1−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Pr="00D724BE">
              <w:t>/Rev.1/Add.37/Rev.3/Amend.1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CF0062" w:rsidP="00495A7B">
            <w:pPr>
              <w:spacing w:before="480" w:line="240" w:lineRule="exact"/>
            </w:pPr>
            <w:r>
              <w:rPr>
                <w:lang w:val="en-GB" w:eastAsia="en-GB"/>
              </w:rPr>
              <w:t>9 novembre 2015</w:t>
            </w:r>
            <w:bookmarkStart w:id="0" w:name="_GoBack"/>
            <w:bookmarkEnd w:id="0"/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F9054C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EA108F">
        <w:t>37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EA108F">
        <w:t>38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EA108F">
        <w:t>3</w:t>
      </w:r>
      <w:r w:rsidR="000314C7">
        <w:t xml:space="preserve"> − Amendement </w:t>
      </w:r>
      <w:r w:rsidR="00EA108F">
        <w:t>1</w:t>
      </w:r>
    </w:p>
    <w:p w:rsidR="00015650" w:rsidRPr="00FC2CA9" w:rsidRDefault="003A58D8" w:rsidP="00242268">
      <w:pPr>
        <w:pStyle w:val="SingleTxtG"/>
        <w:spacing w:after="100" w:line="200" w:lineRule="atLeast"/>
        <w:jc w:val="left"/>
        <w:rPr>
          <w:spacing w:val="-2"/>
        </w:rPr>
      </w:pPr>
      <w:r w:rsidRPr="00FC2CA9">
        <w:rPr>
          <w:spacing w:val="-2"/>
        </w:rPr>
        <w:t xml:space="preserve">Complément </w:t>
      </w:r>
      <w:r w:rsidR="00EA108F">
        <w:rPr>
          <w:spacing w:val="-2"/>
        </w:rPr>
        <w:t>17</w:t>
      </w:r>
      <w:r w:rsidR="00FC2CA9" w:rsidRPr="00FC2CA9">
        <w:rPr>
          <w:spacing w:val="-2"/>
        </w:rPr>
        <w:t xml:space="preserve"> </w:t>
      </w:r>
      <w:r w:rsidRPr="00FC2CA9">
        <w:rPr>
          <w:spacing w:val="-2"/>
        </w:rPr>
        <w:t>à la</w:t>
      </w:r>
      <w:r w:rsidR="00EA108F">
        <w:rPr>
          <w:spacing w:val="-2"/>
        </w:rPr>
        <w:t xml:space="preserve"> version original</w:t>
      </w:r>
      <w:r w:rsidR="001F39C3">
        <w:rPr>
          <w:spacing w:val="-2"/>
        </w:rPr>
        <w:t>e</w:t>
      </w:r>
      <w:r w:rsidR="00EA108F">
        <w:rPr>
          <w:spacing w:val="-2"/>
        </w:rPr>
        <w:t xml:space="preserve"> d</w:t>
      </w:r>
      <w:r w:rsidR="00FC2CA9" w:rsidRPr="00FC2CA9">
        <w:rPr>
          <w:spacing w:val="-2"/>
        </w:rPr>
        <w:t>u</w:t>
      </w:r>
      <w:r w:rsidR="00015650" w:rsidRPr="00FC2CA9">
        <w:rPr>
          <w:spacing w:val="-2"/>
        </w:rPr>
        <w:t xml:space="preserve"> Règlement − Date d’entrée en vigueur:</w:t>
      </w:r>
      <w:r w:rsidR="00EA108F">
        <w:rPr>
          <w:spacing w:val="-2"/>
        </w:rPr>
        <w:br/>
        <w:t>8 octobre 2015</w:t>
      </w:r>
      <w:r w:rsidR="00015650" w:rsidRPr="00FC2CA9">
        <w:rPr>
          <w:spacing w:val="-2"/>
        </w:rPr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EA108F" w:rsidRPr="00EA108F">
        <w:rPr>
          <w:spacing w:val="-2"/>
        </w:rPr>
        <w:t>Prescriptions uniformes relatives à l'homologation des feux-brouillard arrière pour les véhicules à moteur et leurs remorques</w:t>
      </w:r>
    </w:p>
    <w:p w:rsidR="00D5218B" w:rsidRDefault="001D3393" w:rsidP="00EA108F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</w:t>
      </w:r>
      <w:r w:rsidR="001F0C84">
        <w:rPr>
          <w:lang w:val="en-GB" w:eastAsia="en-GB"/>
        </w:rPr>
        <w:t>:</w:t>
      </w:r>
      <w:r w:rsidRPr="001D3393">
        <w:rPr>
          <w:lang w:val="en-GB" w:eastAsia="en-GB"/>
        </w:rPr>
        <w:t xml:space="preserve"> </w:t>
      </w:r>
      <w:r w:rsidR="00EA108F" w:rsidRPr="00EA108F">
        <w:rPr>
          <w:lang w:val="en-GB" w:eastAsia="en-GB"/>
        </w:rPr>
        <w:t>ECE/TRANS/WP.29/2015/19</w:t>
      </w:r>
      <w:r w:rsidR="00EA108F">
        <w:rPr>
          <w:lang w:val="en-GB" w:eastAsia="en-GB"/>
        </w:rPr>
        <w:t>.</w:t>
      </w:r>
    </w:p>
    <w:p w:rsidR="00EA108F" w:rsidRPr="00EA108F" w:rsidRDefault="00DD1ED8" w:rsidP="00EA108F">
      <w:pPr>
        <w:pStyle w:val="SingleTxtG"/>
        <w:keepNext/>
      </w:pPr>
      <w:r>
        <w:br w:type="page"/>
      </w:r>
      <w:r w:rsidR="00EA108F" w:rsidRPr="00EA108F">
        <w:rPr>
          <w:i/>
        </w:rPr>
        <w:lastRenderedPageBreak/>
        <w:t>Paragraphe 1.3</w:t>
      </w:r>
      <w:r w:rsidR="00EA108F" w:rsidRPr="00EA108F">
        <w:rPr>
          <w:iCs/>
        </w:rPr>
        <w:t xml:space="preserve">, </w:t>
      </w:r>
      <w:r w:rsidR="00EA108F" w:rsidRPr="00EA108F">
        <w:t>modifier comme suit:</w:t>
      </w:r>
    </w:p>
    <w:p w:rsidR="00EA108F" w:rsidRPr="00EA108F" w:rsidRDefault="00EA108F" w:rsidP="00EA108F">
      <w:pPr>
        <w:keepNext/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</w:pPr>
      <w:r w:rsidRPr="00EA108F">
        <w:t>«1.3</w:t>
      </w:r>
      <w:r w:rsidRPr="00EA108F">
        <w:tab/>
        <w:t>Par “</w:t>
      </w:r>
      <w:r w:rsidRPr="00EA108F">
        <w:rPr>
          <w:i/>
        </w:rPr>
        <w:t>feux de brouillard arrière de types différents</w:t>
      </w:r>
      <w:r w:rsidRPr="00EA108F">
        <w:rPr>
          <w:iCs/>
        </w:rPr>
        <w:t>”,</w:t>
      </w:r>
      <w:r w:rsidRPr="00EA108F">
        <w:t xml:space="preserve"> des feux qui présentent des différences essentielles pouvant porter notamment sur:</w:t>
      </w:r>
    </w:p>
    <w:p w:rsidR="00EA108F" w:rsidRPr="00EA108F" w:rsidRDefault="00EA108F" w:rsidP="00EA108F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701" w:right="1134" w:firstLine="567"/>
        <w:jc w:val="both"/>
        <w:rPr>
          <w:lang w:eastAsia="en-GB"/>
        </w:rPr>
      </w:pPr>
      <w:r w:rsidRPr="00EA108F">
        <w:rPr>
          <w:lang w:eastAsia="en-GB"/>
        </w:rPr>
        <w:t>a)</w:t>
      </w:r>
      <w:r w:rsidRPr="00EA108F">
        <w:rPr>
          <w:lang w:eastAsia="en-GB"/>
        </w:rPr>
        <w:tab/>
        <w:t>La marque de fabrique ou de commerce;</w:t>
      </w:r>
    </w:p>
    <w:p w:rsidR="00EA108F" w:rsidRPr="00EA108F" w:rsidRDefault="00EA108F" w:rsidP="00EA108F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835" w:right="1134" w:hanging="567"/>
        <w:jc w:val="both"/>
      </w:pPr>
      <w:r w:rsidRPr="00EA108F">
        <w:t>b)</w:t>
      </w:r>
      <w:r w:rsidRPr="00EA108F">
        <w:tab/>
        <w:t>Les caractéristiques du système optique (niveaux d’intensité, angles de répartition de la lumière, catégorie de source lumineuse, module d’éclairage, etc.);</w:t>
      </w:r>
    </w:p>
    <w:p w:rsidR="00EA108F" w:rsidRPr="00EA108F" w:rsidRDefault="00EA108F" w:rsidP="00EA108F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701" w:right="1134" w:firstLine="567"/>
        <w:jc w:val="both"/>
      </w:pPr>
      <w:r w:rsidRPr="00EA108F">
        <w:t>c)</w:t>
      </w:r>
      <w:r w:rsidRPr="00EA108F">
        <w:tab/>
        <w:t>Le régulateur d’intensité, le cas échéant.</w:t>
      </w:r>
    </w:p>
    <w:p w:rsidR="00EA108F" w:rsidRPr="00EA108F" w:rsidRDefault="00EA108F" w:rsidP="00EA108F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</w:pPr>
      <w:r w:rsidRPr="00EA108F">
        <w:t>Une modification de la couleur de la source lumineuse ou de la couleur d’un filtre ne constitue pas une modification du type.».</w:t>
      </w:r>
    </w:p>
    <w:p w:rsidR="00EA108F" w:rsidRPr="00EA108F" w:rsidRDefault="00EA108F" w:rsidP="00EA108F">
      <w:pPr>
        <w:kinsoku w:val="0"/>
        <w:overflowPunct w:val="0"/>
        <w:autoSpaceDE w:val="0"/>
        <w:autoSpaceDN w:val="0"/>
        <w:adjustRightInd w:val="0"/>
        <w:snapToGrid w:val="0"/>
        <w:spacing w:before="240"/>
        <w:ind w:left="1134" w:right="1134"/>
        <w:jc w:val="center"/>
        <w:rPr>
          <w:u w:val="single"/>
        </w:rPr>
      </w:pPr>
      <w:r w:rsidRPr="00EA108F">
        <w:rPr>
          <w:u w:val="single"/>
        </w:rPr>
        <w:tab/>
      </w:r>
      <w:r w:rsidRPr="00EA108F">
        <w:rPr>
          <w:u w:val="single"/>
        </w:rPr>
        <w:tab/>
      </w:r>
      <w:r w:rsidRPr="00EA108F">
        <w:rPr>
          <w:u w:val="single"/>
        </w:rPr>
        <w:tab/>
      </w:r>
    </w:p>
    <w:p w:rsidR="00FC2CA9" w:rsidRPr="00972C55" w:rsidRDefault="00FC2CA9" w:rsidP="00EF5EBC">
      <w:pPr>
        <w:pStyle w:val="SingleTxtG"/>
        <w:rPr>
          <w:u w:val="single"/>
        </w:rPr>
      </w:pPr>
    </w:p>
    <w:sectPr w:rsidR="00FC2CA9" w:rsidRPr="00972C55" w:rsidSect="00031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A7" w:rsidRDefault="005D78A7"/>
  </w:endnote>
  <w:endnote w:type="continuationSeparator" w:id="0">
    <w:p w:rsidR="005D78A7" w:rsidRDefault="005D78A7">
      <w:pPr>
        <w:pStyle w:val="Footer"/>
      </w:pPr>
    </w:p>
  </w:endnote>
  <w:endnote w:type="continuationNotice" w:id="1">
    <w:p w:rsidR="005D78A7" w:rsidRPr="00C451B9" w:rsidRDefault="005D78A7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CF0062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F5EBC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710974" w:rsidP="00E97E2C">
    <w:pPr>
      <w:ind w:left="1134" w:right="1134"/>
      <w:jc w:val="center"/>
    </w:pPr>
    <w:r>
      <w:t>_______________</w:t>
    </w:r>
  </w:p>
  <w:p w:rsidR="00710974" w:rsidRDefault="00CF0062" w:rsidP="00E97E2C">
    <w:pPr>
      <w:jc w:val="center"/>
      <w:rPr>
        <w:b/>
        <w:bC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60.6pt;mso-wrap-distance-bottom:10.8pt" o:allowoverlap="f" fillcolor="window">
          <v:imagedata r:id="rId1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A7" w:rsidRPr="00D27D5E" w:rsidRDefault="005D78A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D78A7" w:rsidRPr="00D171D4" w:rsidRDefault="005D78A7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5D78A7" w:rsidRPr="00C451B9" w:rsidRDefault="005D78A7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EA108F">
    <w:pPr>
      <w:pStyle w:val="Header"/>
    </w:pPr>
    <w:r w:rsidRPr="00D623A7">
      <w:t>E/ECE/324</w:t>
    </w:r>
    <w:r w:rsidRPr="00D724BE">
      <w:t>/Rev.1/Add.37/Rev.3/Amend.1</w:t>
    </w:r>
    <w:r>
      <w:br/>
    </w:r>
    <w:r w:rsidRPr="00D623A7">
      <w:t>E/ECE/TRANS/505</w:t>
    </w:r>
    <w:r w:rsidRPr="00D724BE">
      <w:t>/Rev.1/Add.37/Rev.3/Amend.1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FC2CA9" w:rsidP="000314C7">
    <w:pPr>
      <w:pStyle w:val="Header"/>
      <w:jc w:val="right"/>
    </w:pPr>
    <w:r>
      <w:t>E/ECE/324/Rev.2/Add.103/Rev.1/Amend.2</w:t>
    </w:r>
    <w:r>
      <w:br/>
      <w:t>E/ECE/TRANS/505/Rev.2/Add.103/Rev.1/Amend.2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567" w:rsidRPr="00F7484C" w:rsidRDefault="00861567" w:rsidP="00F748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8A7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17F6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0C84"/>
    <w:rsid w:val="001F39C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C5B16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A58D8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49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366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D78A7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61567"/>
    <w:rsid w:val="00894D0C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952AD"/>
    <w:rsid w:val="00AA0DCA"/>
    <w:rsid w:val="00AA68B2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47BDD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F0062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218B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0034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4E03"/>
    <w:rsid w:val="00E96710"/>
    <w:rsid w:val="00E97E2C"/>
    <w:rsid w:val="00EA108F"/>
    <w:rsid w:val="00EA3B1D"/>
    <w:rsid w:val="00EB407B"/>
    <w:rsid w:val="00EB77B9"/>
    <w:rsid w:val="00EB7D07"/>
    <w:rsid w:val="00ED3A26"/>
    <w:rsid w:val="00EF5EBC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6B14"/>
    <w:rsid w:val="00F57DD7"/>
    <w:rsid w:val="00F636AD"/>
    <w:rsid w:val="00F734D9"/>
    <w:rsid w:val="00F73F83"/>
    <w:rsid w:val="00F7484C"/>
    <w:rsid w:val="00F74902"/>
    <w:rsid w:val="00F85A4E"/>
    <w:rsid w:val="00F9054C"/>
    <w:rsid w:val="00F9353A"/>
    <w:rsid w:val="00F965C2"/>
    <w:rsid w:val="00FA27D4"/>
    <w:rsid w:val="00FA5A79"/>
    <w:rsid w:val="00FB0BFE"/>
    <w:rsid w:val="00FB4300"/>
    <w:rsid w:val="00FB4C51"/>
    <w:rsid w:val="00FB734D"/>
    <w:rsid w:val="00FC2227"/>
    <w:rsid w:val="00FC2CA9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FC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2CA9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FRENC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FRENCH my AMEND template.dotx</Template>
  <TotalTime>7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06</dc:creator>
  <cp:lastModifiedBy>09</cp:lastModifiedBy>
  <cp:revision>9</cp:revision>
  <cp:lastPrinted>2015-05-06T08:07:00Z</cp:lastPrinted>
  <dcterms:created xsi:type="dcterms:W3CDTF">2015-07-15T05:48:00Z</dcterms:created>
  <dcterms:modified xsi:type="dcterms:W3CDTF">2015-11-09T08:52:00Z</dcterms:modified>
</cp:coreProperties>
</file>