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8931" w:type="dxa"/>
        <w:tblLayout w:type="fixed"/>
        <w:tblCellMar>
          <w:left w:w="0" w:type="dxa"/>
          <w:right w:w="0" w:type="dxa"/>
        </w:tblCellMar>
        <w:tblLook w:val="01E0" w:firstRow="1" w:lastRow="1" w:firstColumn="1" w:lastColumn="1" w:noHBand="0" w:noVBand="0"/>
      </w:tblPr>
      <w:tblGrid>
        <w:gridCol w:w="2694"/>
        <w:gridCol w:w="283"/>
        <w:gridCol w:w="5954"/>
      </w:tblGrid>
      <w:tr w:rsidR="00BF3ED6" w:rsidRPr="00B71068" w14:paraId="4225CCAC" w14:textId="77777777" w:rsidTr="002A1D85">
        <w:trPr>
          <w:cantSplit/>
          <w:trHeight w:hRule="exact" w:val="1276"/>
        </w:trPr>
        <w:tc>
          <w:tcPr>
            <w:tcW w:w="2694" w:type="dxa"/>
            <w:vAlign w:val="bottom"/>
          </w:tcPr>
          <w:p w14:paraId="57BF70AB" w14:textId="73E0B96D" w:rsidR="00BF3ED6" w:rsidRPr="00B71068" w:rsidRDefault="00BF3ED6" w:rsidP="00BF3ED6">
            <w:pPr>
              <w:spacing w:after="80"/>
            </w:pPr>
            <w:bookmarkStart w:id="0" w:name="_Hlk48900968"/>
            <w:bookmarkEnd w:id="0"/>
            <w:r w:rsidRPr="00B71068">
              <w:t>Submitted by IWG on EDR/DSSAD</w:t>
            </w:r>
          </w:p>
        </w:tc>
        <w:tc>
          <w:tcPr>
            <w:tcW w:w="283" w:type="dxa"/>
            <w:vAlign w:val="bottom"/>
          </w:tcPr>
          <w:p w14:paraId="66523C04" w14:textId="0F368509" w:rsidR="00BF3ED6" w:rsidRPr="00B71068" w:rsidRDefault="00BF3ED6" w:rsidP="00BF3ED6">
            <w:pPr>
              <w:spacing w:after="80" w:line="300" w:lineRule="exact"/>
              <w:rPr>
                <w:b/>
                <w:sz w:val="24"/>
                <w:szCs w:val="24"/>
              </w:rPr>
            </w:pPr>
          </w:p>
        </w:tc>
        <w:tc>
          <w:tcPr>
            <w:tcW w:w="5954" w:type="dxa"/>
            <w:vAlign w:val="bottom"/>
          </w:tcPr>
          <w:p w14:paraId="70EBC6FD" w14:textId="3CDA1549" w:rsidR="00BF3ED6" w:rsidRDefault="00BF3ED6" w:rsidP="00BF3ED6">
            <w:pPr>
              <w:jc w:val="right"/>
            </w:pPr>
            <w:r w:rsidRPr="00D274AF">
              <w:rPr>
                <w:u w:val="single"/>
              </w:rPr>
              <w:t>Informal document</w:t>
            </w:r>
            <w:r w:rsidRPr="00B71068">
              <w:t xml:space="preserve"> </w:t>
            </w:r>
            <w:r w:rsidRPr="00D274AF">
              <w:rPr>
                <w:b/>
                <w:bCs/>
              </w:rPr>
              <w:t>GRSG-119-</w:t>
            </w:r>
            <w:r w:rsidR="00D274AF" w:rsidRPr="00D274AF">
              <w:rPr>
                <w:b/>
                <w:bCs/>
              </w:rPr>
              <w:t>02</w:t>
            </w:r>
            <w:r w:rsidRPr="00D274AF">
              <w:rPr>
                <w:b/>
                <w:bCs/>
              </w:rPr>
              <w:t xml:space="preserve"> </w:t>
            </w:r>
            <w:r w:rsidR="00D274AF">
              <w:br/>
            </w:r>
            <w:r w:rsidRPr="00B71068">
              <w:t xml:space="preserve">119th GRSG, 6-9 October 2020, </w:t>
            </w:r>
            <w:r w:rsidR="00D274AF">
              <w:t>a</w:t>
            </w:r>
            <w:r w:rsidRPr="00B71068">
              <w:t xml:space="preserve">genda item </w:t>
            </w:r>
            <w:r w:rsidR="00D431A9" w:rsidRPr="00B71068">
              <w:t>13</w:t>
            </w:r>
            <w:r w:rsidRPr="00B71068">
              <w:t xml:space="preserve">  </w:t>
            </w:r>
          </w:p>
          <w:p w14:paraId="3AB9BA42" w14:textId="022B3D16" w:rsidR="00D274AF" w:rsidRDefault="00D274AF" w:rsidP="00BF3ED6">
            <w:pPr>
              <w:jc w:val="right"/>
            </w:pPr>
          </w:p>
          <w:p w14:paraId="4FD336EE" w14:textId="1E5FB33F" w:rsidR="00D274AF" w:rsidRPr="00B71068" w:rsidRDefault="00D274AF" w:rsidP="00BF3ED6">
            <w:pPr>
              <w:jc w:val="right"/>
            </w:pPr>
            <w:r w:rsidRPr="00D274AF">
              <w:rPr>
                <w:u w:val="single"/>
              </w:rPr>
              <w:t>Informal document</w:t>
            </w:r>
            <w:r>
              <w:t xml:space="preserve"> </w:t>
            </w:r>
            <w:r w:rsidRPr="00D274AF">
              <w:rPr>
                <w:b/>
                <w:bCs/>
              </w:rPr>
              <w:t>GRVA-07-61</w:t>
            </w:r>
          </w:p>
          <w:p w14:paraId="7BD554DE" w14:textId="38ED1BA6" w:rsidR="00BF3ED6" w:rsidRPr="00B71068" w:rsidRDefault="00D274AF" w:rsidP="00BF3ED6">
            <w:pPr>
              <w:jc w:val="right"/>
            </w:pPr>
            <w:r>
              <w:t>7th GRVA, 21-25 September 2020, agenda item 4(c)</w:t>
            </w:r>
          </w:p>
        </w:tc>
      </w:tr>
    </w:tbl>
    <w:p w14:paraId="36F3AD1E" w14:textId="5E406356" w:rsidR="00D274AF" w:rsidRDefault="00D274AF" w:rsidP="00EB646F">
      <w:pPr>
        <w:pStyle w:val="HChG"/>
        <w:ind w:left="1124" w:right="1138" w:firstLine="0"/>
      </w:pPr>
      <w:r>
        <w:t>P</w:t>
      </w:r>
      <w:r w:rsidRPr="00B71068">
        <w:t>roposal to amend document</w:t>
      </w:r>
      <w:bookmarkStart w:id="1" w:name="_Hlk48824687"/>
      <w:r w:rsidRPr="00B71068">
        <w:rPr>
          <w:sz w:val="40"/>
        </w:rPr>
        <w:t xml:space="preserve"> </w:t>
      </w:r>
      <w:r w:rsidRPr="00B71068">
        <w:t>ECE/TRANS/WP.29/2020/100</w:t>
      </w:r>
      <w:bookmarkEnd w:id="1"/>
    </w:p>
    <w:p w14:paraId="62A93FE8" w14:textId="5A7669A0" w:rsidR="00EB646F" w:rsidRPr="00B71068" w:rsidRDefault="00D274AF" w:rsidP="00EB646F">
      <w:pPr>
        <w:pStyle w:val="HChG"/>
        <w:ind w:left="1124" w:right="1138" w:firstLine="0"/>
      </w:pPr>
      <w:r>
        <w:t xml:space="preserve">Draft </w:t>
      </w:r>
      <w:r w:rsidR="00EB646F" w:rsidRPr="00B71068">
        <w:t>Guidance on Event Data Recorder (EDR) Performance Elements Appropriate for Adoption in 1958 and 1998 Agreement Resolutions or Regulations</w:t>
      </w:r>
    </w:p>
    <w:p w14:paraId="35BB05E0" w14:textId="77777777" w:rsidR="00EB646F" w:rsidRPr="00B71068" w:rsidRDefault="00EB646F" w:rsidP="00EB646F">
      <w:pPr>
        <w:pStyle w:val="HChG"/>
        <w:ind w:left="2276" w:right="1138" w:hanging="1138"/>
      </w:pPr>
      <w:r w:rsidRPr="00B71068">
        <w:t>0.</w:t>
      </w:r>
      <w:r w:rsidRPr="00B71068">
        <w:tab/>
        <w:t>Foreword</w:t>
      </w:r>
      <w:bookmarkStart w:id="2" w:name="_GoBack"/>
      <w:bookmarkEnd w:id="2"/>
    </w:p>
    <w:p w14:paraId="5B64A6C6" w14:textId="53690EB9" w:rsidR="00EB646F" w:rsidRPr="00B71068" w:rsidRDefault="00EB646F" w:rsidP="00EB646F">
      <w:pPr>
        <w:tabs>
          <w:tab w:val="left" w:pos="2268"/>
        </w:tabs>
        <w:spacing w:after="120"/>
        <w:ind w:left="2276" w:right="1138" w:hanging="1138"/>
        <w:jc w:val="both"/>
      </w:pPr>
      <w:bookmarkStart w:id="3" w:name="_Hlk44391647"/>
      <w:r w:rsidRPr="00B71068">
        <w:t>0.1</w:t>
      </w:r>
      <w:r w:rsidR="00DB31F9" w:rsidRPr="00B71068">
        <w:t>.</w:t>
      </w:r>
      <w:r w:rsidRPr="00B71068">
        <w:tab/>
        <w:t>The performance elements contained in this document provide guidance and/or specifications for vehicles equipped with Event Data Recorders (EDRs) concerning the minimum collection, storage, and crash survivability of motor vehicle crash event data. These performance elements do not include specifications for data retrieval tools and methods as that is subject to national/regional level requirement.</w:t>
      </w:r>
    </w:p>
    <w:p w14:paraId="3F5EDC76" w14:textId="5F217F4B" w:rsidR="00EB646F" w:rsidRPr="00B71068" w:rsidRDefault="00EB646F" w:rsidP="00EB646F">
      <w:pPr>
        <w:tabs>
          <w:tab w:val="left" w:pos="2268"/>
        </w:tabs>
        <w:spacing w:after="120"/>
        <w:ind w:left="2276" w:right="1138" w:hanging="1138"/>
        <w:jc w:val="both"/>
      </w:pPr>
      <w:r w:rsidRPr="00B71068">
        <w:t>0.2</w:t>
      </w:r>
      <w:r w:rsidR="00DB31F9" w:rsidRPr="00B71068">
        <w:t>.</w:t>
      </w:r>
      <w:r w:rsidRPr="00B71068">
        <w:tab/>
        <w:t>The purpose of these performance elements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353C6F3D" w14:textId="231D3897" w:rsidR="00EB646F" w:rsidRPr="00B71068" w:rsidRDefault="00EB646F" w:rsidP="00EB646F">
      <w:pPr>
        <w:tabs>
          <w:tab w:val="left" w:pos="2268"/>
        </w:tabs>
        <w:ind w:left="2276" w:right="1138" w:hanging="1138"/>
        <w:jc w:val="both"/>
      </w:pPr>
      <w:r w:rsidRPr="00B71068">
        <w:t>0.3</w:t>
      </w:r>
      <w:r w:rsidR="00DB31F9" w:rsidRPr="00B71068">
        <w:t>.</w:t>
      </w:r>
      <w:r w:rsidRPr="00B71068">
        <w:tab/>
        <w:t>Contracting parties may but are not required to make EDR requirements mandatory for M</w:t>
      </w:r>
      <w:r w:rsidRPr="00B71068">
        <w:rPr>
          <w:vertAlign w:val="subscript"/>
        </w:rPr>
        <w:t>1</w:t>
      </w:r>
      <w:r w:rsidRPr="00B71068">
        <w:t xml:space="preserve"> or N</w:t>
      </w:r>
      <w:r w:rsidRPr="00B71068">
        <w:rPr>
          <w:vertAlign w:val="subscript"/>
        </w:rPr>
        <w:t>1</w:t>
      </w:r>
      <w:r w:rsidRPr="00B71068">
        <w:t xml:space="preserve"> vehicles. </w:t>
      </w:r>
    </w:p>
    <w:bookmarkEnd w:id="3"/>
    <w:p w14:paraId="6E6C9DF7" w14:textId="77777777" w:rsidR="00EB646F" w:rsidRPr="00B71068" w:rsidRDefault="00EB646F" w:rsidP="00EB646F">
      <w:pPr>
        <w:pStyle w:val="HChG"/>
        <w:ind w:left="2276" w:right="1138" w:hanging="1138"/>
      </w:pPr>
      <w:r w:rsidRPr="00B71068">
        <w:t xml:space="preserve">1. </w:t>
      </w:r>
      <w:r w:rsidRPr="00B71068">
        <w:tab/>
        <w:t>Scope</w:t>
      </w:r>
    </w:p>
    <w:p w14:paraId="6EE6FF9A" w14:textId="3310B240" w:rsidR="00EB646F" w:rsidRPr="00B71068" w:rsidRDefault="00EB646F" w:rsidP="00EB646F">
      <w:pPr>
        <w:tabs>
          <w:tab w:val="left" w:pos="2268"/>
        </w:tabs>
        <w:spacing w:after="120"/>
        <w:ind w:left="2276" w:right="1138" w:hanging="1138"/>
        <w:jc w:val="both"/>
      </w:pPr>
      <w:bookmarkStart w:id="4" w:name="_Hlk51098274"/>
      <w:r w:rsidRPr="00B71068">
        <w:t>1.1</w:t>
      </w:r>
      <w:r w:rsidR="00DB31F9" w:rsidRPr="00B71068">
        <w:t>.</w:t>
      </w:r>
      <w:r w:rsidRPr="00B71068">
        <w:tab/>
        <w:t>This document applies to all passenger cars and light duty vehicles (i.e., 1958 agreement M</w:t>
      </w:r>
      <w:r w:rsidRPr="00B71068">
        <w:rPr>
          <w:vertAlign w:val="subscript"/>
        </w:rPr>
        <w:t>1</w:t>
      </w:r>
      <w:r w:rsidRPr="00B71068">
        <w:t xml:space="preserve"> and N</w:t>
      </w:r>
      <w:r w:rsidRPr="00B71068">
        <w:rPr>
          <w:vertAlign w:val="subscript"/>
        </w:rPr>
        <w:t>1</w:t>
      </w:r>
      <w:r w:rsidRPr="00B71068">
        <w:t xml:space="preserve"> vehicle categories and Category 1-1 vehicles and Category 2 vehicles).</w:t>
      </w:r>
    </w:p>
    <w:p w14:paraId="2EE8B846" w14:textId="77777777" w:rsidR="00EB646F" w:rsidRPr="00B71068" w:rsidRDefault="00EB646F" w:rsidP="00EB646F">
      <w:pPr>
        <w:spacing w:after="120"/>
        <w:ind w:left="2276" w:right="1138" w:hanging="1138"/>
        <w:jc w:val="both"/>
      </w:pPr>
      <w:r w:rsidRPr="00B71068">
        <w:t>1.2.</w:t>
      </w:r>
      <w:r w:rsidRPr="00B71068">
        <w:tab/>
        <w:t>This document is without prejudice to requirements of national or regional laws.</w:t>
      </w:r>
    </w:p>
    <w:p w14:paraId="30F21CB0" w14:textId="700B2696" w:rsidR="00EB646F" w:rsidRPr="00B71068" w:rsidRDefault="00EB646F" w:rsidP="00EB646F">
      <w:pPr>
        <w:spacing w:after="120"/>
        <w:ind w:left="2276" w:right="1138" w:hanging="1138"/>
        <w:jc w:val="both"/>
      </w:pPr>
      <w:r w:rsidRPr="00B71068">
        <w:t>1.3</w:t>
      </w:r>
      <w:r w:rsidR="00DB31F9" w:rsidRPr="00B71068">
        <w:t>.</w:t>
      </w:r>
      <w:r w:rsidRPr="00B71068">
        <w:tab/>
        <w:t xml:space="preserve">The following data elements are excluded from the scope: VIN, associated vehicle details, location/positioning data, information of the driver, </w:t>
      </w:r>
      <w:r w:rsidRPr="00B71068">
        <w:rPr>
          <w:strike/>
        </w:rPr>
        <w:t xml:space="preserve">and </w:t>
      </w:r>
      <w:r w:rsidRPr="00B71068">
        <w:t>date and time of an event</w:t>
      </w:r>
      <w:r w:rsidR="002040E1" w:rsidRPr="00B71068">
        <w:rPr>
          <w:b/>
          <w:bCs/>
        </w:rPr>
        <w:t>, and</w:t>
      </w:r>
      <w:r w:rsidRPr="00B71068">
        <w:rPr>
          <w:b/>
          <w:bCs/>
        </w:rPr>
        <w:t xml:space="preserve"> [</w:t>
      </w:r>
      <w:r w:rsidR="002040E1" w:rsidRPr="00B71068">
        <w:rPr>
          <w:b/>
          <w:bCs/>
        </w:rPr>
        <w:t xml:space="preserve">placeholder for </w:t>
      </w:r>
      <w:r w:rsidRPr="00B71068">
        <w:rPr>
          <w:b/>
          <w:bCs/>
        </w:rPr>
        <w:t xml:space="preserve">potential data elements </w:t>
      </w:r>
      <w:proofErr w:type="spellStart"/>
      <w:r w:rsidRPr="00B71068">
        <w:rPr>
          <w:b/>
          <w:bCs/>
        </w:rPr>
        <w:t>tbd</w:t>
      </w:r>
      <w:proofErr w:type="spellEnd"/>
      <w:r w:rsidRPr="00B71068">
        <w:rPr>
          <w:b/>
          <w:bCs/>
        </w:rPr>
        <w:t>]</w:t>
      </w:r>
      <w:r w:rsidRPr="00B71068">
        <w:t>.</w:t>
      </w:r>
    </w:p>
    <w:p w14:paraId="53435BCF" w14:textId="481B303D" w:rsidR="00EB646F" w:rsidRPr="00B71068" w:rsidRDefault="002040E1" w:rsidP="00EB646F">
      <w:pPr>
        <w:tabs>
          <w:tab w:val="left" w:pos="2268"/>
        </w:tabs>
        <w:spacing w:after="120"/>
        <w:ind w:left="2268" w:right="1134" w:hanging="1134"/>
        <w:jc w:val="both"/>
      </w:pPr>
      <w:r w:rsidRPr="00B71068">
        <w:t>[</w:t>
      </w:r>
      <w:r w:rsidR="00EB646F" w:rsidRPr="00B71068">
        <w:rPr>
          <w:strike/>
        </w:rPr>
        <w:t>1.4</w:t>
      </w:r>
      <w:r w:rsidR="00DB31F9" w:rsidRPr="00B71068">
        <w:rPr>
          <w:strike/>
        </w:rPr>
        <w:t>.</w:t>
      </w:r>
      <w:r w:rsidR="00EB646F" w:rsidRPr="00B71068">
        <w:rPr>
          <w:strike/>
        </w:rPr>
        <w:tab/>
        <w:t xml:space="preserve">Nothing in these performance elements applies to </w:t>
      </w:r>
      <w:proofErr w:type="gramStart"/>
      <w:r w:rsidR="00EB646F" w:rsidRPr="00B71068">
        <w:rPr>
          <w:strike/>
        </w:rPr>
        <w:t>retro-fitted</w:t>
      </w:r>
      <w:proofErr w:type="gramEnd"/>
      <w:r w:rsidR="00EB646F" w:rsidRPr="00B71068">
        <w:rPr>
          <w:strike/>
        </w:rPr>
        <w:t xml:space="preserve"> or aftermarket systems. Nothing in these performance elements requires the fitment of sensors or systems not currently present in the vehicle, as manufactured, or activation of sensors or systems that are inactive at the time of manufacture.</w:t>
      </w:r>
      <w:r w:rsidRPr="00B71068">
        <w:rPr>
          <w:strike/>
        </w:rPr>
        <w:t>]</w:t>
      </w:r>
    </w:p>
    <w:p w14:paraId="5A26062A" w14:textId="1768E64A" w:rsidR="00EB646F" w:rsidRPr="00B71068" w:rsidRDefault="00EB646F" w:rsidP="00EB646F">
      <w:pPr>
        <w:tabs>
          <w:tab w:val="left" w:pos="2268"/>
        </w:tabs>
        <w:ind w:left="2276" w:right="1138" w:hanging="1138"/>
        <w:jc w:val="both"/>
        <w:rPr>
          <w:b/>
          <w:bCs/>
        </w:rPr>
      </w:pPr>
      <w:bookmarkStart w:id="5" w:name="_Hlk51130912"/>
      <w:r w:rsidRPr="00B71068">
        <w:t>1.5</w:t>
      </w:r>
      <w:r w:rsidR="00DB31F9" w:rsidRPr="00B71068">
        <w:t>.</w:t>
      </w:r>
      <w:r w:rsidRPr="00B71068">
        <w:tab/>
        <w:t>If systems or sensors from which the data required to be recorded and stored under section 3 would originate</w:t>
      </w:r>
      <w:r w:rsidR="00B67248" w:rsidRPr="00B71068">
        <w:rPr>
          <w:b/>
          <w:bCs/>
        </w:rPr>
        <w:t>,</w:t>
      </w:r>
      <w:r w:rsidRPr="00B71068">
        <w:rPr>
          <w:b/>
          <w:bCs/>
        </w:rPr>
        <w:t xml:space="preserve"> </w:t>
      </w:r>
      <w:r w:rsidR="00B67248" w:rsidRPr="00B71068">
        <w:rPr>
          <w:b/>
          <w:bCs/>
        </w:rPr>
        <w:t>are not operational at the time of recording,</w:t>
      </w:r>
      <w:r w:rsidR="00B67248" w:rsidRPr="00B71068">
        <w:t xml:space="preserve"> </w:t>
      </w:r>
      <w:r w:rsidRPr="00B71068">
        <w:rPr>
          <w:strike/>
        </w:rPr>
        <w:t>are not fitted in the vehicle or inactive at the time of manufacture,</w:t>
      </w:r>
      <w:r w:rsidRPr="00B71068">
        <w:t xml:space="preserve"> this document requires neither recording of such data nor fitting or </w:t>
      </w:r>
      <w:r w:rsidRPr="00B71068">
        <w:rPr>
          <w:strike/>
        </w:rPr>
        <w:t>activating</w:t>
      </w:r>
      <w:r w:rsidRPr="00B71068">
        <w:t xml:space="preserve"> </w:t>
      </w:r>
      <w:r w:rsidR="002040E1" w:rsidRPr="00B71068">
        <w:rPr>
          <w:b/>
          <w:bCs/>
        </w:rPr>
        <w:t>making</w:t>
      </w:r>
      <w:r w:rsidR="002040E1" w:rsidRPr="00B71068">
        <w:t xml:space="preserve"> </w:t>
      </w:r>
      <w:r w:rsidRPr="00B71068">
        <w:t>such systems or sensors</w:t>
      </w:r>
      <w:r w:rsidR="002040E1" w:rsidRPr="00B71068">
        <w:t xml:space="preserve"> </w:t>
      </w:r>
      <w:r w:rsidR="002040E1" w:rsidRPr="00B71068">
        <w:rPr>
          <w:b/>
          <w:bCs/>
        </w:rPr>
        <w:t>operational</w:t>
      </w:r>
      <w:r w:rsidRPr="00B71068">
        <w:t>. However, if the vehicle is</w:t>
      </w:r>
      <w:r w:rsidR="002040E1" w:rsidRPr="00B71068">
        <w:t xml:space="preserve"> </w:t>
      </w:r>
      <w:r w:rsidR="002040E1" w:rsidRPr="00B71068">
        <w:rPr>
          <w:b/>
          <w:bCs/>
        </w:rPr>
        <w:t>fitted with an original equipment manufacturer</w:t>
      </w:r>
      <w:r w:rsidR="002040E1" w:rsidRPr="00B71068">
        <w:t xml:space="preserve"> </w:t>
      </w:r>
      <w:r w:rsidRPr="00B71068">
        <w:rPr>
          <w:strike/>
        </w:rPr>
        <w:t>equipped with such a</w:t>
      </w:r>
      <w:r w:rsidRPr="00B71068">
        <w:t xml:space="preserve"> sensor or system, then it is mandatory to record the data element in the specified format when the sensor or system is </w:t>
      </w:r>
      <w:r w:rsidR="000D19E1" w:rsidRPr="00B71068">
        <w:rPr>
          <w:b/>
          <w:bCs/>
        </w:rPr>
        <w:t>operational</w:t>
      </w:r>
      <w:r w:rsidR="000D19E1" w:rsidRPr="00B71068">
        <w:t xml:space="preserve"> </w:t>
      </w:r>
      <w:r w:rsidRPr="00B71068">
        <w:rPr>
          <w:strike/>
        </w:rPr>
        <w:t>activated</w:t>
      </w:r>
      <w:r w:rsidRPr="00B71068">
        <w:t>.</w:t>
      </w:r>
      <w:r w:rsidR="000D19E1" w:rsidRPr="00B71068">
        <w:t xml:space="preserve"> </w:t>
      </w:r>
      <w:r w:rsidR="000D19E1" w:rsidRPr="00B71068">
        <w:rPr>
          <w:b/>
          <w:bCs/>
        </w:rPr>
        <w:t>In the case the reason for not being operational at the time of recording is a failure of this system or sensor, this failure state shall be reco</w:t>
      </w:r>
      <w:r w:rsidR="009E3CD9" w:rsidRPr="00B71068">
        <w:rPr>
          <w:b/>
          <w:bCs/>
        </w:rPr>
        <w:t>r</w:t>
      </w:r>
      <w:r w:rsidR="000D19E1" w:rsidRPr="00B71068">
        <w:rPr>
          <w:b/>
          <w:bCs/>
        </w:rPr>
        <w:t xml:space="preserve">ded by the EDR as defined in </w:t>
      </w:r>
      <w:r w:rsidR="00171925" w:rsidRPr="00B71068">
        <w:rPr>
          <w:b/>
          <w:bCs/>
        </w:rPr>
        <w:t>the data elements Annex</w:t>
      </w:r>
      <w:r w:rsidR="00BF3ED6" w:rsidRPr="00B71068">
        <w:rPr>
          <w:b/>
          <w:bCs/>
        </w:rPr>
        <w:t xml:space="preserve"> 1</w:t>
      </w:r>
      <w:r w:rsidR="00E93FA0" w:rsidRPr="00B71068">
        <w:rPr>
          <w:b/>
          <w:bCs/>
        </w:rPr>
        <w:t>. Data elements</w:t>
      </w:r>
      <w:r w:rsidR="00BF3ED6" w:rsidRPr="00B71068">
        <w:rPr>
          <w:b/>
          <w:bCs/>
        </w:rPr>
        <w:t>.</w:t>
      </w:r>
    </w:p>
    <w:bookmarkEnd w:id="4"/>
    <w:bookmarkEnd w:id="5"/>
    <w:p w14:paraId="1E610585" w14:textId="061C0476" w:rsidR="00EB646F" w:rsidRPr="00B71068" w:rsidRDefault="00EB646F" w:rsidP="00EB646F">
      <w:pPr>
        <w:pStyle w:val="HChG"/>
      </w:pPr>
      <w:r w:rsidRPr="00B71068">
        <w:tab/>
      </w:r>
      <w:r w:rsidRPr="00B71068">
        <w:tab/>
      </w:r>
      <w:bookmarkStart w:id="6" w:name="_Toc354410589"/>
      <w:r w:rsidRPr="00B71068">
        <w:t>2.</w:t>
      </w:r>
      <w:r w:rsidRPr="00B71068">
        <w:tab/>
      </w:r>
      <w:r w:rsidRPr="00B71068">
        <w:tab/>
        <w:t>Definitions</w:t>
      </w:r>
      <w:bookmarkEnd w:id="6"/>
    </w:p>
    <w:p w14:paraId="7BE3E6D3" w14:textId="365C7D60" w:rsidR="0031243B" w:rsidRPr="00B71068" w:rsidRDefault="0031243B" w:rsidP="0031243B">
      <w:pPr>
        <w:keepNext/>
        <w:keepLines/>
        <w:tabs>
          <w:tab w:val="left" w:pos="2268"/>
        </w:tabs>
        <w:spacing w:before="360" w:after="240" w:line="300" w:lineRule="exact"/>
        <w:ind w:left="2268" w:right="1134" w:hanging="1134"/>
        <w:rPr>
          <w:b/>
          <w:sz w:val="22"/>
          <w:szCs w:val="16"/>
        </w:rPr>
      </w:pPr>
      <w:r w:rsidRPr="00B71068">
        <w:rPr>
          <w:b/>
          <w:sz w:val="28"/>
        </w:rPr>
        <w:tab/>
      </w:r>
      <w:r w:rsidRPr="00B71068">
        <w:rPr>
          <w:b/>
          <w:sz w:val="24"/>
          <w:szCs w:val="18"/>
        </w:rPr>
        <w:t>[</w:t>
      </w:r>
      <w:r w:rsidRPr="00B71068">
        <w:rPr>
          <w:b/>
          <w:sz w:val="22"/>
          <w:szCs w:val="16"/>
        </w:rPr>
        <w:t>Note – Some of these definitions refer to data elements that are still under consideration and yet agreed upon]</w:t>
      </w:r>
    </w:p>
    <w:p w14:paraId="08A36F8E" w14:textId="77777777" w:rsidR="00EB646F" w:rsidRPr="00B71068" w:rsidRDefault="00EB646F" w:rsidP="00EB646F">
      <w:pPr>
        <w:pStyle w:val="SingleTxtG"/>
        <w:tabs>
          <w:tab w:val="left" w:pos="2268"/>
        </w:tabs>
        <w:ind w:left="2268" w:hanging="1134"/>
        <w:rPr>
          <w:color w:val="000000"/>
        </w:rPr>
      </w:pPr>
      <w:r w:rsidRPr="00B71068">
        <w:tab/>
        <w:t>For the purposes of these performance elements:</w:t>
      </w:r>
    </w:p>
    <w:p w14:paraId="00FB3E08" w14:textId="08AF27E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w:t>
      </w:r>
      <w:r w:rsidR="00DB31F9" w:rsidRPr="00B71068">
        <w:rPr>
          <w:color w:val="000000"/>
        </w:rPr>
        <w:t>.</w:t>
      </w:r>
      <w:r w:rsidRPr="00B71068">
        <w:rPr>
          <w:color w:val="000000"/>
        </w:rPr>
        <w:tab/>
      </w:r>
      <w:r w:rsidR="00DB31F9" w:rsidRPr="00B71068">
        <w:rPr>
          <w:color w:val="000000"/>
        </w:rPr>
        <w:t>"</w:t>
      </w:r>
      <w:r w:rsidRPr="00B71068">
        <w:rPr>
          <w:i/>
          <w:iCs/>
          <w:color w:val="000000"/>
        </w:rPr>
        <w:t>ABS activity</w:t>
      </w:r>
      <w:r w:rsidR="00DB31F9" w:rsidRPr="00B71068">
        <w:rPr>
          <w:color w:val="000000"/>
        </w:rPr>
        <w:t>"</w:t>
      </w:r>
      <w:r w:rsidRPr="00B71068">
        <w:rPr>
          <w:color w:val="000000"/>
        </w:rPr>
        <w:t xml:space="preserve"> means the anti-lock brake system (ABS) is actively controlling the vehicle's brakes. </w:t>
      </w:r>
    </w:p>
    <w:p w14:paraId="41876929" w14:textId="0525123A"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t>[</w:t>
      </w:r>
      <w:r w:rsidR="00DB31F9" w:rsidRPr="00B71068">
        <w:rPr>
          <w:strike/>
          <w:color w:val="000000"/>
        </w:rPr>
        <w:t>"</w:t>
      </w:r>
      <w:r w:rsidR="00DB31F9" w:rsidRPr="00B71068">
        <w:rPr>
          <w:i/>
          <w:iCs/>
          <w:strike/>
          <w:color w:val="000000"/>
        </w:rPr>
        <w:t>A</w:t>
      </w:r>
      <w:r w:rsidRPr="00B71068">
        <w:rPr>
          <w:i/>
          <w:iCs/>
          <w:strike/>
          <w:color w:val="000000"/>
        </w:rPr>
        <w:t>ctive/inactive</w:t>
      </w:r>
      <w:r w:rsidR="00DB31F9" w:rsidRPr="00B71068">
        <w:rPr>
          <w:strike/>
          <w:color w:val="000000"/>
        </w:rPr>
        <w:t>"</w:t>
      </w:r>
      <w:r w:rsidRPr="00B71068">
        <w:rPr>
          <w:strike/>
          <w:color w:val="000000"/>
        </w:rPr>
        <w:t xml:space="preserve">] </w:t>
      </w:r>
    </w:p>
    <w:p w14:paraId="02DA22D7" w14:textId="4D0F136F"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w:t>
      </w:r>
      <w:r w:rsidR="00DB31F9" w:rsidRPr="00B71068">
        <w:rPr>
          <w:color w:val="000000"/>
        </w:rPr>
        <w:t>.</w:t>
      </w:r>
      <w:r w:rsidRPr="00B71068">
        <w:rPr>
          <w:color w:val="000000"/>
        </w:rPr>
        <w:tab/>
      </w:r>
      <w:r w:rsidR="00DB31F9" w:rsidRPr="00B71068">
        <w:rPr>
          <w:color w:val="000000"/>
        </w:rPr>
        <w:t>"</w:t>
      </w:r>
      <w:r w:rsidRPr="00B71068">
        <w:rPr>
          <w:i/>
          <w:iCs/>
          <w:color w:val="000000"/>
        </w:rPr>
        <w:t>Capture</w:t>
      </w:r>
      <w:r w:rsidR="00DB31F9" w:rsidRPr="00B71068">
        <w:rPr>
          <w:color w:val="000000"/>
        </w:rPr>
        <w:t>"</w:t>
      </w:r>
      <w:r w:rsidRPr="00B71068">
        <w:rPr>
          <w:color w:val="000000"/>
        </w:rPr>
        <w:t xml:space="preserve"> means the process of buffering EDR data in a temporary, volatile storage where it is continuously updated at regular time intervals.</w:t>
      </w:r>
    </w:p>
    <w:p w14:paraId="057741FD" w14:textId="5BABA068"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w:t>
      </w:r>
      <w:r w:rsidR="00DB31F9" w:rsidRPr="00B71068">
        <w:rPr>
          <w:color w:val="000000"/>
        </w:rPr>
        <w:t>.</w:t>
      </w:r>
      <w:r w:rsidRPr="00B71068">
        <w:rPr>
          <w:color w:val="000000"/>
        </w:rPr>
        <w:tab/>
      </w:r>
      <w:r w:rsidR="00DB31F9" w:rsidRPr="00B71068">
        <w:rPr>
          <w:color w:val="000000"/>
        </w:rPr>
        <w:t>"</w:t>
      </w:r>
      <w:r w:rsidRPr="00B71068">
        <w:rPr>
          <w:i/>
          <w:iCs/>
          <w:color w:val="000000"/>
        </w:rPr>
        <w:t>Delta-V, lateral</w:t>
      </w:r>
      <w:r w:rsidR="00DB31F9" w:rsidRPr="00B71068">
        <w:rPr>
          <w:color w:val="000000"/>
        </w:rPr>
        <w:t>"</w:t>
      </w:r>
      <w:r w:rsidRPr="00B71068">
        <w:rPr>
          <w:color w:val="000000"/>
        </w:rPr>
        <w:t xml:space="preserve"> means the cumulative change in velocity, as recorded by the EDR of the vehicle, along the lateral axis</w:t>
      </w:r>
      <w:r w:rsidRPr="00B71068">
        <w:rPr>
          <w:strike/>
          <w:color w:val="000000"/>
        </w:rPr>
        <w:t>, starting from crash time zero and ending at 0.25 seconds, recorded every 0.01 seconds</w:t>
      </w:r>
      <w:r w:rsidRPr="00B71068">
        <w:rPr>
          <w:color w:val="000000"/>
        </w:rPr>
        <w:t>.</w:t>
      </w:r>
    </w:p>
    <w:p w14:paraId="4B2B3D03" w14:textId="5DC5866A"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lastRenderedPageBreak/>
        <w:t>2.4</w:t>
      </w:r>
      <w:r w:rsidR="00DB31F9" w:rsidRPr="00B71068">
        <w:rPr>
          <w:color w:val="000000"/>
        </w:rPr>
        <w:t>.</w:t>
      </w:r>
      <w:r w:rsidRPr="00B71068">
        <w:rPr>
          <w:color w:val="000000"/>
        </w:rPr>
        <w:tab/>
      </w:r>
      <w:r w:rsidR="00DB31F9" w:rsidRPr="00B71068">
        <w:rPr>
          <w:color w:val="000000"/>
        </w:rPr>
        <w:t>"</w:t>
      </w:r>
      <w:r w:rsidRPr="00B71068">
        <w:rPr>
          <w:i/>
          <w:iCs/>
          <w:color w:val="000000"/>
        </w:rPr>
        <w:t>Delta-V, longitudinal</w:t>
      </w:r>
      <w:r w:rsidR="00DB31F9" w:rsidRPr="00B71068">
        <w:rPr>
          <w:color w:val="000000"/>
        </w:rPr>
        <w:t>"</w:t>
      </w:r>
      <w:r w:rsidRPr="00B71068">
        <w:rPr>
          <w:color w:val="000000"/>
        </w:rPr>
        <w:t xml:space="preserve"> means the cumulative change in velocity, as recorded by the EDR of the vehicle, along the longitudinal axis</w:t>
      </w:r>
      <w:r w:rsidRPr="00B71068">
        <w:rPr>
          <w:strike/>
          <w:color w:val="000000"/>
        </w:rPr>
        <w:t>, starting from crash time zero and ending at 0.25 seconds, recorded every 0.01 seconds</w:t>
      </w:r>
      <w:r w:rsidRPr="00B71068">
        <w:rPr>
          <w:color w:val="000000"/>
        </w:rPr>
        <w:t>.</w:t>
      </w:r>
    </w:p>
    <w:p w14:paraId="54D06C1A" w14:textId="30C50837"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D274AF">
        <w:rPr>
          <w:color w:val="000000"/>
        </w:rPr>
        <w:t>2.5</w:t>
      </w:r>
      <w:r w:rsidR="00DB31F9" w:rsidRPr="00D274AF">
        <w:rPr>
          <w:color w:val="000000"/>
        </w:rPr>
        <w:t>.</w:t>
      </w:r>
      <w:r w:rsidRPr="00D274AF">
        <w:rPr>
          <w:color w:val="000000"/>
        </w:rPr>
        <w:tab/>
      </w:r>
      <w:r w:rsidR="00DB31F9" w:rsidRPr="00D274AF">
        <w:rPr>
          <w:color w:val="000000"/>
        </w:rPr>
        <w:t>"</w:t>
      </w:r>
      <w:r w:rsidRPr="00D274AF">
        <w:rPr>
          <w:i/>
          <w:iCs/>
          <w:color w:val="000000"/>
        </w:rPr>
        <w:t>Deployment time, frontal air bag</w:t>
      </w:r>
      <w:r w:rsidR="00DB31F9" w:rsidRPr="00D274AF">
        <w:rPr>
          <w:color w:val="000000"/>
        </w:rPr>
        <w:t>"</w:t>
      </w:r>
      <w:r w:rsidRPr="00D274AF">
        <w:rPr>
          <w:color w:val="000000"/>
        </w:rPr>
        <w:t xml:space="preserve"> means (for both driver and front passenger) the elapsed time from crash time zero to the deployment command or for multi-staged air bag systems, the deployment command for the first stage.</w:t>
      </w:r>
    </w:p>
    <w:p w14:paraId="5AD01210" w14:textId="1E77BF4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2.6</w:t>
      </w:r>
      <w:r w:rsidR="00DB31F9" w:rsidRPr="00B71068">
        <w:rPr>
          <w:color w:val="000000"/>
        </w:rPr>
        <w:t>.</w:t>
      </w:r>
      <w:r w:rsidRPr="00B71068">
        <w:rPr>
          <w:color w:val="000000"/>
        </w:rPr>
        <w:tab/>
      </w:r>
      <w:r w:rsidR="00DB31F9" w:rsidRPr="00B71068">
        <w:rPr>
          <w:color w:val="000000"/>
        </w:rPr>
        <w:t>"</w:t>
      </w:r>
      <w:r w:rsidRPr="00B71068">
        <w:rPr>
          <w:i/>
          <w:iCs/>
          <w:color w:val="000000"/>
        </w:rPr>
        <w:t>Disposal</w:t>
      </w:r>
      <w:r w:rsidR="00DB31F9" w:rsidRPr="00B71068">
        <w:rPr>
          <w:color w:val="000000"/>
        </w:rPr>
        <w:t>"</w:t>
      </w:r>
      <w:r w:rsidRPr="00B71068">
        <w:rPr>
          <w:color w:val="000000"/>
        </w:rPr>
        <w:t xml:space="preserve"> means the deployment command of the second (or higher, if present) stage of a frontal air bag for the purpose of disposing the propellant from the air bag device.</w:t>
      </w:r>
    </w:p>
    <w:p w14:paraId="74BED93E" w14:textId="294283F1" w:rsidR="00800008" w:rsidRPr="00B71068" w:rsidRDefault="00EB646F" w:rsidP="00E508CD">
      <w:pPr>
        <w:tabs>
          <w:tab w:val="left" w:pos="2268"/>
        </w:tabs>
        <w:suppressAutoHyphens w:val="0"/>
        <w:spacing w:before="120" w:after="120" w:line="240" w:lineRule="auto"/>
        <w:ind w:left="2268" w:right="1134" w:hanging="1134"/>
        <w:jc w:val="both"/>
        <w:rPr>
          <w:color w:val="000000"/>
        </w:rPr>
      </w:pPr>
      <w:r w:rsidRPr="00B71068">
        <w:rPr>
          <w:color w:val="000000"/>
        </w:rPr>
        <w:t>2.7</w:t>
      </w:r>
      <w:r w:rsidR="00DB31F9" w:rsidRPr="00B71068">
        <w:rPr>
          <w:color w:val="000000"/>
        </w:rPr>
        <w:t>.</w:t>
      </w:r>
      <w:r w:rsidRPr="00B71068">
        <w:rPr>
          <w:color w:val="000000"/>
        </w:rPr>
        <w:tab/>
      </w:r>
      <w:r w:rsidR="00DB31F9" w:rsidRPr="00B71068">
        <w:rPr>
          <w:color w:val="000000"/>
        </w:rPr>
        <w:t>"</w:t>
      </w:r>
      <w:r w:rsidRPr="00B71068">
        <w:rPr>
          <w:i/>
          <w:iCs/>
          <w:color w:val="000000"/>
        </w:rPr>
        <w:t>End of event time</w:t>
      </w:r>
      <w:r w:rsidR="00DB31F9" w:rsidRPr="00B71068">
        <w:rPr>
          <w:color w:val="000000"/>
        </w:rPr>
        <w:t>"</w:t>
      </w:r>
      <w:r w:rsidRPr="00B71068">
        <w:rPr>
          <w:color w:val="000000"/>
        </w:rPr>
        <w:t xml:space="preserve"> means the moment at which the cumulative delta-V within a 20 </w:t>
      </w:r>
      <w:proofErr w:type="spellStart"/>
      <w:r w:rsidRPr="00B71068">
        <w:rPr>
          <w:color w:val="000000"/>
        </w:rPr>
        <w:t>ms</w:t>
      </w:r>
      <w:proofErr w:type="spellEnd"/>
      <w:r w:rsidRPr="00B71068">
        <w:rPr>
          <w:color w:val="000000"/>
        </w:rPr>
        <w:t xml:space="preserve"> time period becomes 0.8 km/h or less, or the moment at which the crash detection algorithm of the air bag control unit resets.</w:t>
      </w:r>
      <w:bookmarkStart w:id="7" w:name="_Hlk51098547"/>
    </w:p>
    <w:bookmarkEnd w:id="7"/>
    <w:p w14:paraId="0BBA7CF5" w14:textId="49B09E7E"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2.8</w:t>
      </w:r>
      <w:r w:rsidR="00DB31F9" w:rsidRPr="00B71068">
        <w:rPr>
          <w:color w:val="000000"/>
        </w:rPr>
        <w:t>.</w:t>
      </w:r>
      <w:r w:rsidRPr="00B71068">
        <w:rPr>
          <w:color w:val="000000"/>
        </w:rPr>
        <w:tab/>
      </w:r>
      <w:r w:rsidR="00DB31F9" w:rsidRPr="00B71068">
        <w:rPr>
          <w:color w:val="000000"/>
        </w:rPr>
        <w:t>"</w:t>
      </w:r>
      <w:r w:rsidRPr="00B71068">
        <w:rPr>
          <w:i/>
          <w:iCs/>
          <w:color w:val="000000"/>
        </w:rPr>
        <w:t>Engine RPM</w:t>
      </w:r>
      <w:r w:rsidR="00DB31F9" w:rsidRPr="00B71068">
        <w:rPr>
          <w:color w:val="000000"/>
        </w:rPr>
        <w:t>"</w:t>
      </w:r>
      <w:r w:rsidRPr="00B71068">
        <w:rPr>
          <w:color w:val="000000"/>
        </w:rPr>
        <w:t xml:space="preserve"> means:</w:t>
      </w:r>
    </w:p>
    <w:p w14:paraId="0C5869BF" w14:textId="714F6171" w:rsidR="00EB646F" w:rsidRPr="00B71068" w:rsidRDefault="00EB646F" w:rsidP="007615D6">
      <w:pPr>
        <w:suppressAutoHyphens w:val="0"/>
        <w:spacing w:before="120" w:after="120" w:line="240" w:lineRule="auto"/>
        <w:ind w:left="2833" w:right="1134" w:hanging="565"/>
        <w:jc w:val="both"/>
        <w:rPr>
          <w:color w:val="000000"/>
        </w:rPr>
      </w:pPr>
      <w:r w:rsidRPr="00B71068">
        <w:rPr>
          <w:color w:val="000000"/>
        </w:rPr>
        <w:t>(</w:t>
      </w:r>
      <w:r w:rsidR="007615D6" w:rsidRPr="00B71068">
        <w:rPr>
          <w:color w:val="000000"/>
        </w:rPr>
        <w:t>a</w:t>
      </w:r>
      <w:r w:rsidRPr="00B71068">
        <w:rPr>
          <w:color w:val="000000"/>
        </w:rPr>
        <w:t>)</w:t>
      </w:r>
      <w:r w:rsidRPr="00B71068">
        <w:rPr>
          <w:color w:val="000000"/>
        </w:rPr>
        <w:tab/>
        <w:t>For vehicles powered by internal combustion engines, the number of revolutions per minute of the main crankshaft of the vehicle's engine, and</w:t>
      </w:r>
    </w:p>
    <w:p w14:paraId="36DD7457" w14:textId="0D5A2CA2" w:rsidR="00EB646F" w:rsidRPr="00B71068" w:rsidRDefault="00EB646F" w:rsidP="007615D6">
      <w:pPr>
        <w:suppressAutoHyphens w:val="0"/>
        <w:spacing w:before="120" w:after="120" w:line="240" w:lineRule="auto"/>
        <w:ind w:left="2833" w:right="1134" w:hanging="565"/>
        <w:jc w:val="both"/>
        <w:rPr>
          <w:color w:val="000000"/>
        </w:rPr>
      </w:pPr>
      <w:r w:rsidRPr="00B71068">
        <w:rPr>
          <w:color w:val="000000"/>
        </w:rPr>
        <w:t>(</w:t>
      </w:r>
      <w:r w:rsidR="007615D6" w:rsidRPr="00B71068">
        <w:rPr>
          <w:color w:val="000000"/>
        </w:rPr>
        <w:t>b</w:t>
      </w:r>
      <w:r w:rsidRPr="00B71068">
        <w:rPr>
          <w:color w:val="000000"/>
        </w:rPr>
        <w:t>)</w:t>
      </w:r>
      <w:r w:rsidRPr="00B71068">
        <w:rPr>
          <w:color w:val="000000"/>
        </w:rPr>
        <w:tab/>
        <w:t>For vehicles not entirely powered by internal combustion engines, the number of revolutions per minute of the motor shaft at the point at which it enters the vehicle transmission gearbox, and</w:t>
      </w:r>
    </w:p>
    <w:p w14:paraId="68C51108" w14:textId="576EEAA3" w:rsidR="00EB646F" w:rsidRPr="00B71068" w:rsidRDefault="00EB646F" w:rsidP="007615D6">
      <w:pPr>
        <w:suppressAutoHyphens w:val="0"/>
        <w:spacing w:before="120" w:after="120" w:line="240" w:lineRule="auto"/>
        <w:ind w:left="2833" w:right="1134" w:hanging="565"/>
        <w:jc w:val="both"/>
        <w:rPr>
          <w:color w:val="000000"/>
        </w:rPr>
      </w:pPr>
      <w:r w:rsidRPr="00B71068">
        <w:rPr>
          <w:color w:val="000000"/>
        </w:rPr>
        <w:t>(</w:t>
      </w:r>
      <w:r w:rsidR="007615D6" w:rsidRPr="00B71068">
        <w:rPr>
          <w:color w:val="000000"/>
        </w:rPr>
        <w:t>c</w:t>
      </w:r>
      <w:r w:rsidRPr="00B71068">
        <w:rPr>
          <w:color w:val="000000"/>
        </w:rPr>
        <w:t>)</w:t>
      </w:r>
      <w:r w:rsidRPr="00B71068">
        <w:rPr>
          <w:color w:val="000000"/>
        </w:rPr>
        <w:tab/>
        <w:t>For vehicles not powered by internal combustion engines at all, the number of revolutions per minute of the output shaft of the device(s) supplying motive power.</w:t>
      </w:r>
    </w:p>
    <w:p w14:paraId="6B2B6188" w14:textId="1A5B93BE"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2.9</w:t>
      </w:r>
      <w:r w:rsidR="00DB31F9" w:rsidRPr="00B71068">
        <w:rPr>
          <w:color w:val="000000"/>
        </w:rPr>
        <w:t>.</w:t>
      </w:r>
      <w:r w:rsidRPr="00B71068">
        <w:rPr>
          <w:color w:val="000000"/>
        </w:rPr>
        <w:tab/>
      </w:r>
      <w:r w:rsidR="00DB31F9" w:rsidRPr="00B71068">
        <w:rPr>
          <w:color w:val="000000"/>
        </w:rPr>
        <w:t>"</w:t>
      </w:r>
      <w:r w:rsidRPr="00B71068">
        <w:rPr>
          <w:i/>
          <w:iCs/>
          <w:color w:val="000000"/>
        </w:rPr>
        <w:t>Engine throttle, percent full</w:t>
      </w:r>
      <w:r w:rsidR="00DB31F9" w:rsidRPr="00B71068">
        <w:rPr>
          <w:color w:val="000000"/>
        </w:rPr>
        <w:t>"</w:t>
      </w:r>
      <w:r w:rsidRPr="00B71068">
        <w:rPr>
          <w:color w:val="000000"/>
        </w:rPr>
        <w:t xml:space="preserve"> means the driver-requested acceleration as measured by the throttle position sensor on the accelerator control compared to the fully depressed position.       </w:t>
      </w:r>
    </w:p>
    <w:p w14:paraId="7A498162" w14:textId="0AB24DC5"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2.10</w:t>
      </w:r>
      <w:r w:rsidR="00DB31F9" w:rsidRPr="00B71068">
        <w:rPr>
          <w:color w:val="000000"/>
        </w:rPr>
        <w:t>.</w:t>
      </w:r>
      <w:r w:rsidRPr="00B71068">
        <w:rPr>
          <w:color w:val="000000"/>
        </w:rPr>
        <w:tab/>
      </w:r>
      <w:r w:rsidR="00DB31F9" w:rsidRPr="00B71068">
        <w:rPr>
          <w:color w:val="000000"/>
        </w:rPr>
        <w:t>"</w:t>
      </w:r>
      <w:r w:rsidRPr="00B71068">
        <w:rPr>
          <w:i/>
          <w:iCs/>
          <w:color w:val="000000"/>
        </w:rPr>
        <w:t>Event</w:t>
      </w:r>
      <w:r w:rsidR="00DB31F9" w:rsidRPr="00B71068">
        <w:rPr>
          <w:color w:val="000000"/>
        </w:rPr>
        <w:t>"</w:t>
      </w:r>
      <w:r w:rsidRPr="00B71068">
        <w:rPr>
          <w:color w:val="000000"/>
        </w:rPr>
        <w:t xml:space="preserve"> means a crash or other physical occurrence that causes the trigger threshold to be met or exceeded, or any non-reversible deployable restraint to be deployed, whichever occurs first. </w:t>
      </w:r>
    </w:p>
    <w:p w14:paraId="70F58ADA" w14:textId="5A63A431"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2.11</w:t>
      </w:r>
      <w:r w:rsidR="00DB31F9" w:rsidRPr="00B71068">
        <w:rPr>
          <w:color w:val="000000"/>
        </w:rPr>
        <w:t>.</w:t>
      </w:r>
      <w:r w:rsidRPr="00B71068">
        <w:rPr>
          <w:color w:val="000000"/>
        </w:rPr>
        <w:tab/>
      </w:r>
      <w:r w:rsidR="00DB31F9" w:rsidRPr="00B71068">
        <w:rPr>
          <w:color w:val="000000"/>
        </w:rPr>
        <w:t>"</w:t>
      </w:r>
      <w:r w:rsidRPr="00B71068">
        <w:rPr>
          <w:i/>
          <w:iCs/>
          <w:color w:val="000000"/>
        </w:rPr>
        <w:t>Event data recorder</w:t>
      </w:r>
      <w:r w:rsidR="00DB31F9" w:rsidRPr="00B71068">
        <w:rPr>
          <w:color w:val="000000"/>
        </w:rPr>
        <w:t>"</w:t>
      </w:r>
      <w:r w:rsidRPr="00B71068">
        <w:rPr>
          <w:color w:val="000000"/>
        </w:rPr>
        <w:t xml:space="preserve">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 not include audio and video data.  </w:t>
      </w:r>
    </w:p>
    <w:p w14:paraId="16DCCFF3" w14:textId="14EA66D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2.12</w:t>
      </w:r>
      <w:r w:rsidR="00DB31F9" w:rsidRPr="00B71068">
        <w:rPr>
          <w:color w:val="000000"/>
        </w:rPr>
        <w:t>.</w:t>
      </w:r>
      <w:r w:rsidRPr="00B71068">
        <w:rPr>
          <w:color w:val="000000"/>
        </w:rPr>
        <w:tab/>
      </w:r>
      <w:r w:rsidR="00DB31F9" w:rsidRPr="00B71068">
        <w:rPr>
          <w:color w:val="000000"/>
        </w:rPr>
        <w:t>"</w:t>
      </w:r>
      <w:r w:rsidRPr="00B71068">
        <w:rPr>
          <w:i/>
          <w:iCs/>
          <w:color w:val="000000"/>
        </w:rPr>
        <w:t>Frontal air bag</w:t>
      </w:r>
      <w:r w:rsidR="00DB31F9" w:rsidRPr="00B71068">
        <w:rPr>
          <w:color w:val="000000"/>
        </w:rPr>
        <w:t>"</w:t>
      </w:r>
      <w:r w:rsidRPr="00B71068">
        <w:rPr>
          <w:color w:val="000000"/>
        </w:rPr>
        <w:t xml:space="preserve"> means an inflatable restraint system that requires no action by vehicle occupants and is used to meet the applicable national frontal crash protection requirements.</w:t>
      </w:r>
    </w:p>
    <w:p w14:paraId="30224F68" w14:textId="4CA80AF5"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[2.13</w:t>
      </w:r>
      <w:r w:rsidR="00DB31F9" w:rsidRPr="00B71068">
        <w:rPr>
          <w:color w:val="000000"/>
        </w:rPr>
        <w:t>.</w:t>
      </w:r>
      <w:r w:rsidRPr="00B71068">
        <w:rPr>
          <w:color w:val="000000"/>
        </w:rPr>
        <w:tab/>
      </w:r>
      <w:r w:rsidR="00DB31F9" w:rsidRPr="00B71068">
        <w:rPr>
          <w:color w:val="000000"/>
        </w:rPr>
        <w:t>"</w:t>
      </w:r>
      <w:r w:rsidRPr="00B71068">
        <w:rPr>
          <w:i/>
          <w:iCs/>
          <w:color w:val="000000"/>
        </w:rPr>
        <w:t>Front</w:t>
      </w:r>
      <w:r w:rsidR="001E63EE" w:rsidRPr="00B71068">
        <w:rPr>
          <w:b/>
          <w:bCs/>
          <w:i/>
          <w:iCs/>
          <w:color w:val="000000"/>
        </w:rPr>
        <w:t>al</w:t>
      </w:r>
      <w:r w:rsidRPr="00B71068">
        <w:rPr>
          <w:i/>
          <w:iCs/>
          <w:color w:val="000000"/>
        </w:rPr>
        <w:t xml:space="preserve"> air bag warning lamp status</w:t>
      </w:r>
      <w:r w:rsidR="00DB31F9" w:rsidRPr="00B71068">
        <w:rPr>
          <w:color w:val="000000"/>
        </w:rPr>
        <w:t>"</w:t>
      </w:r>
      <w:r w:rsidRPr="00B71068">
        <w:rPr>
          <w:color w:val="000000"/>
        </w:rPr>
        <w:t xml:space="preserve"> means whether the warning lamp required by national air bag regulations (if any) is on or off.] </w:t>
      </w:r>
    </w:p>
    <w:p w14:paraId="2F4D101D" w14:textId="1C6AFD71"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2.14</w:t>
      </w:r>
      <w:r w:rsidR="00DB31F9" w:rsidRPr="00B71068">
        <w:rPr>
          <w:color w:val="000000"/>
        </w:rPr>
        <w:t>.</w:t>
      </w:r>
      <w:r w:rsidRPr="00B71068">
        <w:rPr>
          <w:color w:val="000000"/>
        </w:rPr>
        <w:tab/>
      </w:r>
      <w:r w:rsidR="00DB31F9" w:rsidRPr="00B71068">
        <w:rPr>
          <w:color w:val="000000"/>
        </w:rPr>
        <w:t>"</w:t>
      </w:r>
      <w:r w:rsidRPr="00B71068">
        <w:rPr>
          <w:i/>
          <w:iCs/>
          <w:color w:val="000000"/>
        </w:rPr>
        <w:t>Ignition cycle, crash</w:t>
      </w:r>
      <w:r w:rsidR="00DB31F9" w:rsidRPr="00B71068">
        <w:rPr>
          <w:color w:val="000000"/>
        </w:rPr>
        <w:t>"</w:t>
      </w:r>
      <w:r w:rsidRPr="00B71068">
        <w:rPr>
          <w:color w:val="000000"/>
        </w:rPr>
        <w:t xml:space="preserve"> means the number (count) of power cycles applied to the recording device at the time when the crash event occurred since the first use of the EDR.</w:t>
      </w:r>
    </w:p>
    <w:p w14:paraId="3A6FFF61" w14:textId="2C57FCA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2.15</w:t>
      </w:r>
      <w:r w:rsidR="00DB31F9" w:rsidRPr="00B71068">
        <w:rPr>
          <w:color w:val="000000"/>
        </w:rPr>
        <w:t>.</w:t>
      </w:r>
      <w:r w:rsidRPr="00B71068">
        <w:rPr>
          <w:color w:val="000000"/>
        </w:rPr>
        <w:tab/>
      </w:r>
      <w:r w:rsidR="00DB31F9" w:rsidRPr="00B71068">
        <w:rPr>
          <w:color w:val="000000"/>
        </w:rPr>
        <w:t>"</w:t>
      </w:r>
      <w:r w:rsidRPr="00B71068">
        <w:rPr>
          <w:i/>
          <w:iCs/>
          <w:color w:val="000000"/>
        </w:rPr>
        <w:t>Ignition cycle download</w:t>
      </w:r>
      <w:r w:rsidR="00DB31F9" w:rsidRPr="00B71068">
        <w:rPr>
          <w:color w:val="000000"/>
        </w:rPr>
        <w:t>"</w:t>
      </w:r>
      <w:r w:rsidRPr="00B71068">
        <w:rPr>
          <w:color w:val="000000"/>
        </w:rPr>
        <w:t xml:space="preserve"> means the number (count) of power cycles applied to the recording device at the time when the data was downloaded since the first use of the EDR.</w:t>
      </w:r>
    </w:p>
    <w:p w14:paraId="75A4F3B8" w14:textId="2744FB9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2.16</w:t>
      </w:r>
      <w:r w:rsidR="00DB31F9" w:rsidRPr="00B71068">
        <w:rPr>
          <w:color w:val="000000"/>
        </w:rPr>
        <w:t>.</w:t>
      </w:r>
      <w:r w:rsidRPr="00B71068">
        <w:rPr>
          <w:color w:val="000000"/>
        </w:rPr>
        <w:tab/>
      </w:r>
      <w:r w:rsidR="00DB31F9" w:rsidRPr="00B71068">
        <w:rPr>
          <w:color w:val="000000"/>
        </w:rPr>
        <w:t>"</w:t>
      </w:r>
      <w:r w:rsidRPr="00B71068">
        <w:rPr>
          <w:i/>
          <w:iCs/>
          <w:color w:val="000000"/>
        </w:rPr>
        <w:t>Lateral acceleration</w:t>
      </w:r>
      <w:r w:rsidR="00DB31F9" w:rsidRPr="00B71068">
        <w:rPr>
          <w:color w:val="000000"/>
        </w:rPr>
        <w:t>"</w:t>
      </w:r>
      <w:r w:rsidRPr="00B71068">
        <w:rPr>
          <w:color w:val="000000"/>
        </w:rPr>
        <w:t xml:space="preserve"> means the component of the vector acceleration of a point in the vehicle in the y-direction. The lateral acceleration is positive from left to right, from the perspective of the driver when seated in the vehicle facing the direction of forward vehicle travel.</w:t>
      </w:r>
    </w:p>
    <w:p w14:paraId="5426BE9F" w14:textId="23038F0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2.17</w:t>
      </w:r>
      <w:r w:rsidR="00DB31F9" w:rsidRPr="00B71068">
        <w:rPr>
          <w:color w:val="000000"/>
        </w:rPr>
        <w:t>.</w:t>
      </w:r>
      <w:r w:rsidRPr="00B71068">
        <w:rPr>
          <w:color w:val="000000"/>
        </w:rPr>
        <w:tab/>
      </w:r>
      <w:r w:rsidR="00DB31F9" w:rsidRPr="00B71068">
        <w:rPr>
          <w:color w:val="000000"/>
        </w:rPr>
        <w:t>"</w:t>
      </w:r>
      <w:r w:rsidRPr="00B71068">
        <w:rPr>
          <w:i/>
          <w:iCs/>
          <w:color w:val="000000"/>
        </w:rPr>
        <w:t>Longitudinal acceleration</w:t>
      </w:r>
      <w:r w:rsidR="00DB31F9" w:rsidRPr="00B71068">
        <w:rPr>
          <w:color w:val="000000"/>
        </w:rPr>
        <w:t>"</w:t>
      </w:r>
      <w:r w:rsidRPr="00B71068">
        <w:rPr>
          <w:color w:val="000000"/>
        </w:rPr>
        <w:t xml:space="preserve"> means the component of the vector acceleration of a point in the vehicle in the x-direction. The longitudinal acceleration is positive in the direction of forward vehicle travel.</w:t>
      </w:r>
    </w:p>
    <w:p w14:paraId="6D6BBF70" w14:textId="774EE1AA"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bookmarkStart w:id="8" w:name="_Hlk51098670"/>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 xml:space="preserve">Mandatory, if </w:t>
      </w:r>
      <w:r w:rsidR="00C42D92" w:rsidRPr="00B71068">
        <w:rPr>
          <w:b/>
          <w:bCs/>
          <w:i/>
          <w:iCs/>
          <w:strike/>
          <w:color w:val="000000"/>
        </w:rPr>
        <w:t>operational</w:t>
      </w:r>
      <w:r w:rsidR="00C42D92" w:rsidRPr="00B71068">
        <w:rPr>
          <w:i/>
          <w:iCs/>
          <w:strike/>
          <w:color w:val="000000"/>
        </w:rPr>
        <w:t xml:space="preserve"> </w:t>
      </w:r>
      <w:r w:rsidRPr="00B71068">
        <w:rPr>
          <w:i/>
          <w:iCs/>
          <w:strike/>
          <w:color w:val="000000"/>
        </w:rPr>
        <w:t>equipped</w:t>
      </w:r>
      <w:r w:rsidR="00DB31F9" w:rsidRPr="00B71068">
        <w:rPr>
          <w:strike/>
          <w:color w:val="000000"/>
        </w:rPr>
        <w:t>"</w:t>
      </w:r>
      <w:r w:rsidRPr="00B71068">
        <w:rPr>
          <w:strike/>
          <w:color w:val="000000"/>
        </w:rPr>
        <w:t xml:space="preserve"> [means it is mandatory to record the data element if the vehicle is equipped with the relevant sensors or system is fitted to the vehicle and</w:t>
      </w:r>
      <w:r w:rsidR="00750E78" w:rsidRPr="00B71068">
        <w:rPr>
          <w:strike/>
          <w:color w:val="000000"/>
        </w:rPr>
        <w:t xml:space="preserve"> </w:t>
      </w:r>
      <w:r w:rsidR="00750E78" w:rsidRPr="00B71068">
        <w:rPr>
          <w:b/>
          <w:bCs/>
          <w:strike/>
          <w:color w:val="000000"/>
        </w:rPr>
        <w:t>operational.</w:t>
      </w:r>
      <w:r w:rsidR="00750E78" w:rsidRPr="00B71068">
        <w:rPr>
          <w:strike/>
          <w:color w:val="000000"/>
        </w:rPr>
        <w:t xml:space="preserve"> </w:t>
      </w:r>
      <w:r w:rsidRPr="00B71068">
        <w:rPr>
          <w:strike/>
          <w:color w:val="000000"/>
        </w:rPr>
        <w:t>, if applicable, has been [unlocked by the manufacturer for use]. Data elements from optional fit systems are also mandatory to record if those systems have been selected by the driver.]</w:t>
      </w:r>
    </w:p>
    <w:bookmarkEnd w:id="8"/>
    <w:p w14:paraId="599C182F" w14:textId="3691B60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2.18</w:t>
      </w:r>
      <w:r w:rsidR="00DB31F9" w:rsidRPr="00B71068">
        <w:rPr>
          <w:color w:val="000000"/>
        </w:rPr>
        <w:t>.</w:t>
      </w:r>
      <w:r w:rsidRPr="00B71068">
        <w:rPr>
          <w:color w:val="000000"/>
        </w:rPr>
        <w:tab/>
      </w:r>
      <w:r w:rsidR="00DB31F9" w:rsidRPr="00B71068">
        <w:rPr>
          <w:color w:val="000000"/>
        </w:rPr>
        <w:t>"</w:t>
      </w:r>
      <w:r w:rsidRPr="00B71068">
        <w:rPr>
          <w:i/>
          <w:iCs/>
          <w:color w:val="000000"/>
        </w:rPr>
        <w:t>Maximum delta-V, lateral</w:t>
      </w:r>
      <w:r w:rsidR="00DB31F9" w:rsidRPr="00B71068">
        <w:rPr>
          <w:color w:val="000000"/>
        </w:rPr>
        <w:t>"</w:t>
      </w:r>
      <w:r w:rsidRPr="00B71068">
        <w:rPr>
          <w:color w:val="000000"/>
        </w:rPr>
        <w:t xml:space="preserve"> means the maximum value of the cumulative change in velocity, as recorded by the EDR, of the vehicle along the lateral axis</w:t>
      </w:r>
      <w:r w:rsidRPr="00B71068">
        <w:rPr>
          <w:strike/>
          <w:color w:val="000000"/>
        </w:rPr>
        <w:t>, starting from crash time zero and ending at 0.3 seconds</w:t>
      </w:r>
      <w:r w:rsidRPr="00B71068">
        <w:rPr>
          <w:color w:val="000000"/>
        </w:rPr>
        <w:t>.</w:t>
      </w:r>
    </w:p>
    <w:p w14:paraId="54589D83" w14:textId="6F022FF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2.19</w:t>
      </w:r>
      <w:r w:rsidR="00DB31F9" w:rsidRPr="00B71068">
        <w:rPr>
          <w:color w:val="000000"/>
        </w:rPr>
        <w:t>.</w:t>
      </w:r>
      <w:r w:rsidRPr="00B71068">
        <w:rPr>
          <w:color w:val="000000"/>
        </w:rPr>
        <w:tab/>
      </w:r>
      <w:r w:rsidR="00DB31F9" w:rsidRPr="00B71068">
        <w:rPr>
          <w:color w:val="000000"/>
        </w:rPr>
        <w:t>"</w:t>
      </w:r>
      <w:r w:rsidRPr="00B71068">
        <w:rPr>
          <w:i/>
          <w:iCs/>
          <w:color w:val="000000"/>
        </w:rPr>
        <w:t>Maximum delta-V, longitudinal</w:t>
      </w:r>
      <w:r w:rsidR="00DB31F9" w:rsidRPr="00B71068">
        <w:rPr>
          <w:color w:val="000000"/>
        </w:rPr>
        <w:t>"</w:t>
      </w:r>
      <w:r w:rsidRPr="00B71068">
        <w:rPr>
          <w:color w:val="000000"/>
        </w:rPr>
        <w:t xml:space="preserve"> means the maximum value of the cumulative change in velocity, as recorded by the EDR, of the vehicle along the longitudinal axis</w:t>
      </w:r>
      <w:r w:rsidRPr="00B71068">
        <w:rPr>
          <w:strike/>
          <w:color w:val="000000"/>
        </w:rPr>
        <w:t>, starting from crash time zero and ending at 0.3 seconds</w:t>
      </w:r>
      <w:r w:rsidRPr="00B71068">
        <w:rPr>
          <w:color w:val="000000"/>
        </w:rPr>
        <w:t>.</w:t>
      </w:r>
    </w:p>
    <w:p w14:paraId="669F8DA5" w14:textId="1C78B337"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2.20</w:t>
      </w:r>
      <w:r w:rsidR="00DB31F9" w:rsidRPr="00B71068">
        <w:rPr>
          <w:color w:val="000000"/>
        </w:rPr>
        <w:t>.</w:t>
      </w:r>
      <w:r w:rsidRPr="00B71068">
        <w:rPr>
          <w:color w:val="000000"/>
        </w:rPr>
        <w:tab/>
      </w:r>
      <w:r w:rsidR="00DB31F9" w:rsidRPr="00B71068">
        <w:rPr>
          <w:color w:val="000000"/>
        </w:rPr>
        <w:t>"</w:t>
      </w:r>
      <w:r w:rsidRPr="00B71068">
        <w:rPr>
          <w:i/>
          <w:iCs/>
          <w:color w:val="000000"/>
        </w:rPr>
        <w:t>Maximum delta–V, resultant</w:t>
      </w:r>
      <w:r w:rsidR="00DB31F9" w:rsidRPr="00B71068">
        <w:rPr>
          <w:color w:val="000000"/>
        </w:rPr>
        <w:t>"</w:t>
      </w:r>
      <w:r w:rsidRPr="00B71068">
        <w:rPr>
          <w:color w:val="000000"/>
        </w:rPr>
        <w:t xml:space="preserve"> means the time-correlated maximum value of the cumulative change in velocity, as recorded by the EDR or processed during data download, along the vector-added longitudinal and lateral axes.</w:t>
      </w:r>
    </w:p>
    <w:p w14:paraId="1209D1BB" w14:textId="3FAD1238"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lastRenderedPageBreak/>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Memory locking</w:t>
      </w:r>
      <w:r w:rsidR="00DB31F9" w:rsidRPr="00B71068">
        <w:rPr>
          <w:strike/>
          <w:color w:val="000000"/>
        </w:rPr>
        <w:t>"</w:t>
      </w:r>
      <w:r w:rsidRPr="00B71068">
        <w:rPr>
          <w:strike/>
          <w:color w:val="000000"/>
        </w:rPr>
        <w:t xml:space="preserve"> means that event data elements recorded in the EDR, corresponding to a specific event will be prevented from being overwritten by subsequent events]. </w:t>
      </w:r>
      <w:r w:rsidRPr="00B71068">
        <w:rPr>
          <w:strike/>
          <w:color w:val="000000"/>
        </w:rPr>
        <w:tab/>
      </w:r>
    </w:p>
    <w:p w14:paraId="1DBF9DCC" w14:textId="66B96A43"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2.21</w:t>
      </w:r>
      <w:r w:rsidR="00DB31F9" w:rsidRPr="00B71068">
        <w:rPr>
          <w:color w:val="000000"/>
        </w:rPr>
        <w:t>.</w:t>
      </w:r>
      <w:r w:rsidRPr="00B71068">
        <w:rPr>
          <w:color w:val="000000"/>
        </w:rPr>
        <w:tab/>
      </w:r>
      <w:r w:rsidR="00DB31F9" w:rsidRPr="00B71068">
        <w:rPr>
          <w:color w:val="000000"/>
        </w:rPr>
        <w:t>"</w:t>
      </w:r>
      <w:r w:rsidRPr="00B71068">
        <w:rPr>
          <w:i/>
          <w:iCs/>
          <w:color w:val="000000"/>
        </w:rPr>
        <w:t>Multi-event crash</w:t>
      </w:r>
      <w:r w:rsidR="00DB31F9" w:rsidRPr="00B71068">
        <w:rPr>
          <w:color w:val="000000"/>
        </w:rPr>
        <w:t>"</w:t>
      </w:r>
      <w:r w:rsidRPr="00B71068">
        <w:rPr>
          <w:color w:val="000000"/>
        </w:rPr>
        <w:t xml:space="preserve"> means the occurrence </w:t>
      </w:r>
      <w:r w:rsidRPr="00B71068">
        <w:rPr>
          <w:b/>
          <w:bCs/>
          <w:color w:val="000000"/>
        </w:rPr>
        <w:t xml:space="preserve">of </w:t>
      </w:r>
      <w:r w:rsidR="00523D5B" w:rsidRPr="00B71068">
        <w:rPr>
          <w:b/>
          <w:bCs/>
          <w:color w:val="000000"/>
        </w:rPr>
        <w:t>a minimum of</w:t>
      </w:r>
      <w:r w:rsidR="00523D5B" w:rsidRPr="00B71068">
        <w:rPr>
          <w:color w:val="000000"/>
        </w:rPr>
        <w:t xml:space="preserve"> </w:t>
      </w:r>
      <w:r w:rsidRPr="00B71068">
        <w:rPr>
          <w:color w:val="000000"/>
        </w:rPr>
        <w:t>2 events, the first and last of which begin not more than 5 seconds apart.</w:t>
      </w:r>
    </w:p>
    <w:p w14:paraId="5B154AB0" w14:textId="6A4FAA1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2.22</w:t>
      </w:r>
      <w:r w:rsidR="00DB31F9" w:rsidRPr="00B71068">
        <w:rPr>
          <w:color w:val="000000"/>
        </w:rPr>
        <w:t>.</w:t>
      </w:r>
      <w:r w:rsidRPr="00B71068">
        <w:rPr>
          <w:color w:val="000000"/>
        </w:rPr>
        <w:tab/>
      </w:r>
      <w:r w:rsidR="00DB31F9" w:rsidRPr="00B71068">
        <w:rPr>
          <w:color w:val="000000"/>
        </w:rPr>
        <w:t>"</w:t>
      </w:r>
      <w:r w:rsidRPr="00B71068">
        <w:rPr>
          <w:i/>
          <w:iCs/>
          <w:color w:val="000000"/>
        </w:rPr>
        <w:t>Non-volatile memory</w:t>
      </w:r>
      <w:r w:rsidR="00DB31F9" w:rsidRPr="00B71068">
        <w:rPr>
          <w:color w:val="000000"/>
        </w:rPr>
        <w:t>"</w:t>
      </w:r>
      <w:r w:rsidRPr="00B71068">
        <w:rPr>
          <w:color w:val="000000"/>
        </w:rPr>
        <w:t xml:space="preserve"> means the memory reserved for maintaining recorded EDR data in a semi-permanent fashion. Data recorded in non-volatile memory is retained after a loss of power and can be retrieved with EDR data extraction tools and methods.</w:t>
      </w:r>
    </w:p>
    <w:p w14:paraId="5ADF28E3" w14:textId="150BBFE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2.23</w:t>
      </w:r>
      <w:r w:rsidR="00DB31F9" w:rsidRPr="00B71068">
        <w:rPr>
          <w:color w:val="000000"/>
        </w:rPr>
        <w:t>.</w:t>
      </w:r>
      <w:r w:rsidRPr="00B71068">
        <w:rPr>
          <w:color w:val="000000"/>
        </w:rPr>
        <w:tab/>
      </w:r>
      <w:r w:rsidR="00DB31F9" w:rsidRPr="00B71068">
        <w:rPr>
          <w:color w:val="000000"/>
        </w:rPr>
        <w:t>"</w:t>
      </w:r>
      <w:r w:rsidRPr="00B71068">
        <w:rPr>
          <w:i/>
          <w:iCs/>
          <w:color w:val="000000"/>
        </w:rPr>
        <w:t>Normal acceleration</w:t>
      </w:r>
      <w:r w:rsidR="00DB31F9" w:rsidRPr="00B71068">
        <w:rPr>
          <w:color w:val="000000"/>
        </w:rPr>
        <w:t>"</w:t>
      </w:r>
      <w:r w:rsidRPr="00B71068">
        <w:rPr>
          <w:color w:val="000000"/>
        </w:rPr>
        <w:t xml:space="preserve"> means the component of the vector acceleration of a point in the vehicle in the z-direction. The normal acceleration is positive in a downward direction and is zero when the accelerometer is at rest.</w:t>
      </w:r>
    </w:p>
    <w:p w14:paraId="3E307C55" w14:textId="47FBE41F"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2.24</w:t>
      </w:r>
      <w:r w:rsidR="00DB31F9" w:rsidRPr="00B71068">
        <w:rPr>
          <w:color w:val="000000"/>
        </w:rPr>
        <w:t>.</w:t>
      </w:r>
      <w:r w:rsidRPr="00B71068">
        <w:rPr>
          <w:color w:val="000000"/>
        </w:rPr>
        <w:tab/>
      </w:r>
      <w:r w:rsidR="00DB31F9" w:rsidRPr="00B71068">
        <w:rPr>
          <w:color w:val="000000"/>
        </w:rPr>
        <w:t>"</w:t>
      </w:r>
      <w:r w:rsidRPr="00B71068">
        <w:rPr>
          <w:i/>
          <w:iCs/>
          <w:color w:val="000000"/>
        </w:rPr>
        <w:t>Occupant position classification</w:t>
      </w:r>
      <w:r w:rsidR="00DB31F9" w:rsidRPr="00B71068">
        <w:rPr>
          <w:color w:val="000000"/>
        </w:rPr>
        <w:t>"</w:t>
      </w:r>
      <w:r w:rsidRPr="00B71068">
        <w:rPr>
          <w:color w:val="000000"/>
        </w:rPr>
        <w:t xml:space="preserve"> means the classification indicating that the seating posture of a front outboard occupant (both driver and front passenger) is determined as being out-of-position. </w:t>
      </w:r>
    </w:p>
    <w:p w14:paraId="651EA9FC" w14:textId="4AE005D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2.25</w:t>
      </w:r>
      <w:r w:rsidR="00DB31F9" w:rsidRPr="00B71068">
        <w:rPr>
          <w:color w:val="000000"/>
        </w:rPr>
        <w:t>.</w:t>
      </w:r>
      <w:r w:rsidRPr="00B71068">
        <w:rPr>
          <w:color w:val="000000"/>
        </w:rPr>
        <w:tab/>
      </w:r>
      <w:r w:rsidR="00DB31F9" w:rsidRPr="00B71068">
        <w:rPr>
          <w:color w:val="000000"/>
        </w:rPr>
        <w:t>"</w:t>
      </w:r>
      <w:r w:rsidRPr="00B71068">
        <w:rPr>
          <w:i/>
          <w:iCs/>
          <w:color w:val="000000"/>
        </w:rPr>
        <w:t>Occupant size classification</w:t>
      </w:r>
      <w:r w:rsidR="00DB31F9" w:rsidRPr="00B71068">
        <w:rPr>
          <w:color w:val="000000"/>
        </w:rPr>
        <w:t>"</w:t>
      </w:r>
      <w:r w:rsidRPr="00B71068">
        <w:rPr>
          <w:color w:val="000000"/>
        </w:rPr>
        <w:t xml:space="preserve"> means, for front passenger, the classification of an occupant as an adult and not a child, and for the driver, the classification of the driver as not being of small stature. </w:t>
      </w:r>
    </w:p>
    <w:p w14:paraId="333F6287" w14:textId="0653FA78" w:rsidR="000D19E1" w:rsidRPr="00B71068" w:rsidRDefault="000D19E1" w:rsidP="00EB646F">
      <w:pPr>
        <w:tabs>
          <w:tab w:val="left" w:pos="2268"/>
        </w:tabs>
        <w:suppressAutoHyphens w:val="0"/>
        <w:spacing w:before="120" w:after="120" w:line="240" w:lineRule="auto"/>
        <w:ind w:left="2268" w:right="1134" w:hanging="1134"/>
        <w:jc w:val="both"/>
        <w:rPr>
          <w:b/>
          <w:bCs/>
        </w:rPr>
      </w:pPr>
      <w:bookmarkStart w:id="9" w:name="_Hlk51098798"/>
      <w:r w:rsidRPr="00B71068">
        <w:rPr>
          <w:b/>
          <w:bCs/>
        </w:rPr>
        <w:t>2.xx</w:t>
      </w:r>
      <w:r w:rsidRPr="00B71068">
        <w:rPr>
          <w:b/>
          <w:bCs/>
        </w:rPr>
        <w:tab/>
        <w:t xml:space="preserve">“Operational” means that the system or </w:t>
      </w:r>
      <w:r w:rsidR="008749E8" w:rsidRPr="00B71068">
        <w:rPr>
          <w:b/>
          <w:bCs/>
        </w:rPr>
        <w:t>sensor,</w:t>
      </w:r>
      <w:r w:rsidRPr="00B71068">
        <w:rPr>
          <w:b/>
          <w:bCs/>
        </w:rPr>
        <w:t xml:space="preserve"> </w:t>
      </w:r>
      <w:r w:rsidR="008749E8" w:rsidRPr="00B71068">
        <w:rPr>
          <w:b/>
          <w:bCs/>
        </w:rPr>
        <w:t xml:space="preserve">at the time of the event, </w:t>
      </w:r>
      <w:r w:rsidRPr="00B71068">
        <w:rPr>
          <w:b/>
          <w:bCs/>
        </w:rPr>
        <w:t>is active or can be activated/deactivated by the driver.</w:t>
      </w:r>
    </w:p>
    <w:bookmarkEnd w:id="9"/>
    <w:p w14:paraId="646C11F8" w14:textId="0EAA3852"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2.26</w:t>
      </w:r>
      <w:r w:rsidR="00DB31F9" w:rsidRPr="00B71068">
        <w:rPr>
          <w:color w:val="000000"/>
        </w:rPr>
        <w:t>.</w:t>
      </w:r>
      <w:r w:rsidRPr="00B71068">
        <w:rPr>
          <w:color w:val="000000"/>
        </w:rPr>
        <w:tab/>
      </w:r>
      <w:r w:rsidR="00DB31F9" w:rsidRPr="00B71068">
        <w:rPr>
          <w:color w:val="000000"/>
        </w:rPr>
        <w:t>"</w:t>
      </w:r>
      <w:r w:rsidRPr="00B71068">
        <w:rPr>
          <w:i/>
          <w:iCs/>
          <w:color w:val="000000"/>
        </w:rPr>
        <w:t>Pretensioner</w:t>
      </w:r>
      <w:r w:rsidR="00DB31F9" w:rsidRPr="00B71068">
        <w:rPr>
          <w:color w:val="000000"/>
        </w:rPr>
        <w:t>"</w:t>
      </w:r>
      <w:r w:rsidRPr="00B71068">
        <w:rPr>
          <w:color w:val="000000"/>
        </w:rPr>
        <w:t xml:space="preserve"> means a device that is activated by a vehicle's crash sensing system and removes slack from a vehicle safety belt system.</w:t>
      </w:r>
    </w:p>
    <w:p w14:paraId="20FA46BD" w14:textId="03AD9C9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2.27</w:t>
      </w:r>
      <w:r w:rsidR="00DB31F9" w:rsidRPr="00B71068">
        <w:rPr>
          <w:color w:val="000000"/>
        </w:rPr>
        <w:t>.</w:t>
      </w:r>
      <w:r w:rsidRPr="00B71068">
        <w:rPr>
          <w:color w:val="000000"/>
        </w:rPr>
        <w:tab/>
      </w:r>
      <w:r w:rsidR="00DB31F9" w:rsidRPr="00B71068">
        <w:rPr>
          <w:color w:val="000000"/>
        </w:rPr>
        <w:t>"</w:t>
      </w:r>
      <w:r w:rsidRPr="00B71068">
        <w:rPr>
          <w:i/>
          <w:iCs/>
          <w:color w:val="000000"/>
        </w:rPr>
        <w:t>Record</w:t>
      </w:r>
      <w:r w:rsidR="00DB31F9" w:rsidRPr="00B71068">
        <w:rPr>
          <w:color w:val="000000"/>
        </w:rPr>
        <w:t>"</w:t>
      </w:r>
      <w:r w:rsidRPr="00B71068">
        <w:rPr>
          <w:color w:val="000000"/>
        </w:rPr>
        <w:t xml:space="preserve"> means the process of saving captured EDR data into a non-volatile storage for subsequent retrieval.</w:t>
      </w:r>
    </w:p>
    <w:p w14:paraId="3C788CDD" w14:textId="5028DAE7"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2.28</w:t>
      </w:r>
      <w:r w:rsidR="00DB31F9" w:rsidRPr="00B71068">
        <w:rPr>
          <w:color w:val="000000"/>
        </w:rPr>
        <w:t>.</w:t>
      </w:r>
      <w:r w:rsidRPr="00B71068">
        <w:rPr>
          <w:color w:val="000000"/>
        </w:rPr>
        <w:tab/>
      </w:r>
      <w:r w:rsidR="00DB31F9" w:rsidRPr="00B71068">
        <w:rPr>
          <w:color w:val="000000"/>
        </w:rPr>
        <w:t>"</w:t>
      </w:r>
      <w:r w:rsidRPr="00B71068">
        <w:rPr>
          <w:i/>
          <w:iCs/>
          <w:color w:val="000000"/>
        </w:rPr>
        <w:t>Safety belt status</w:t>
      </w:r>
      <w:r w:rsidR="00DB31F9" w:rsidRPr="00B71068">
        <w:rPr>
          <w:color w:val="000000"/>
        </w:rPr>
        <w:t>"</w:t>
      </w:r>
      <w:r w:rsidRPr="00B71068">
        <w:rPr>
          <w:color w:val="000000"/>
        </w:rPr>
        <w:t xml:space="preserve"> means the feedback from the safety system that is used to determine that an occupant's safety belt (for both driver and front passenger) is fastened or unfastened.</w:t>
      </w:r>
    </w:p>
    <w:p w14:paraId="77C0C9B5" w14:textId="66A1DBA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2.29</w:t>
      </w:r>
      <w:r w:rsidR="00DB31F9" w:rsidRPr="00B71068">
        <w:rPr>
          <w:color w:val="000000"/>
        </w:rPr>
        <w:t>.</w:t>
      </w:r>
      <w:r w:rsidRPr="00B71068">
        <w:rPr>
          <w:color w:val="000000"/>
        </w:rPr>
        <w:tab/>
      </w:r>
      <w:r w:rsidR="00DB31F9" w:rsidRPr="00B71068">
        <w:rPr>
          <w:color w:val="000000"/>
        </w:rPr>
        <w:t>"</w:t>
      </w:r>
      <w:r w:rsidRPr="00B71068">
        <w:rPr>
          <w:i/>
          <w:iCs/>
          <w:color w:val="000000"/>
        </w:rPr>
        <w:t>Seat track position switch, foremost, status</w:t>
      </w:r>
      <w:r w:rsidR="00DB31F9" w:rsidRPr="00B71068">
        <w:rPr>
          <w:color w:val="000000"/>
        </w:rPr>
        <w:t>"</w:t>
      </w:r>
      <w:r w:rsidRPr="00B71068">
        <w:rPr>
          <w:color w:val="000000"/>
        </w:rPr>
        <w:t xml:space="preserve"> means the status of the switch that is installed to detect whether the seat is moved to a forward position.</w:t>
      </w:r>
    </w:p>
    <w:p w14:paraId="3A071346" w14:textId="10B01D82"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00DB31F9" w:rsidRPr="00B71068">
        <w:rPr>
          <w:i/>
          <w:iCs/>
          <w:strike/>
          <w:color w:val="000000"/>
        </w:rPr>
        <w:t>S</w:t>
      </w:r>
      <w:r w:rsidRPr="00B71068">
        <w:rPr>
          <w:i/>
          <w:iCs/>
          <w:strike/>
          <w:color w:val="000000"/>
        </w:rPr>
        <w:t>econdary safety protection system</w:t>
      </w:r>
      <w:r w:rsidR="00DB31F9" w:rsidRPr="00B71068">
        <w:rPr>
          <w:strike/>
          <w:color w:val="000000"/>
        </w:rPr>
        <w:t>"</w:t>
      </w:r>
      <w:r w:rsidRPr="00B71068">
        <w:rPr>
          <w:strike/>
          <w:color w:val="000000"/>
        </w:rPr>
        <w:t xml:space="preserve"> means a system that helps to mitigate the consequences of a collision, such as an airbag or a pop-up bonnet.</w:t>
      </w:r>
      <w:r w:rsidRPr="00B71068">
        <w:rPr>
          <w:strike/>
          <w:color w:val="000000"/>
        </w:rPr>
        <w:tab/>
        <w:t xml:space="preserve"> </w:t>
      </w:r>
    </w:p>
    <w:p w14:paraId="3C7B3B46" w14:textId="7EE0AB9F"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Secondary safety system</w:t>
      </w:r>
      <w:r w:rsidR="00DB31F9" w:rsidRPr="00B71068">
        <w:rPr>
          <w:strike/>
          <w:color w:val="000000"/>
        </w:rPr>
        <w:t>"</w:t>
      </w:r>
      <w:r w:rsidRPr="00B71068">
        <w:rPr>
          <w:strike/>
          <w:color w:val="000000"/>
        </w:rPr>
        <w:t xml:space="preserve"> means a deployable vehicle system designed to reduce injury consequences by offering protection during a collision, such as a pop-up bonnet or airbag.  </w:t>
      </w:r>
    </w:p>
    <w:p w14:paraId="5E9DB3E9" w14:textId="208B31DF"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2.30</w:t>
      </w:r>
      <w:r w:rsidR="00DB31F9" w:rsidRPr="00B71068">
        <w:rPr>
          <w:color w:val="000000"/>
        </w:rPr>
        <w:t>.</w:t>
      </w:r>
      <w:r w:rsidRPr="00B71068">
        <w:rPr>
          <w:color w:val="000000"/>
        </w:rPr>
        <w:tab/>
      </w:r>
      <w:r w:rsidR="00DB31F9" w:rsidRPr="00B71068">
        <w:rPr>
          <w:color w:val="000000"/>
        </w:rPr>
        <w:t>"</w:t>
      </w:r>
      <w:r w:rsidRPr="00B71068">
        <w:rPr>
          <w:i/>
          <w:iCs/>
          <w:color w:val="000000"/>
        </w:rPr>
        <w:t>Service brake, on and off</w:t>
      </w:r>
      <w:r w:rsidR="00DB31F9" w:rsidRPr="00B71068">
        <w:rPr>
          <w:color w:val="000000"/>
        </w:rPr>
        <w:t>"</w:t>
      </w:r>
      <w:r w:rsidRPr="00B71068">
        <w:rPr>
          <w:color w:val="000000"/>
        </w:rPr>
        <w:t xml:space="preserve"> means the status of the device that is installed in or connected to the brake pedal system to detect whether the pedal was pressed. The device can include the brake pedal switch or other driver-operated service brake control.</w:t>
      </w:r>
    </w:p>
    <w:p w14:paraId="630BD66C" w14:textId="7535598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2.31</w:t>
      </w:r>
      <w:r w:rsidR="00DB31F9" w:rsidRPr="00B71068">
        <w:rPr>
          <w:color w:val="000000"/>
        </w:rPr>
        <w:t>.</w:t>
      </w:r>
      <w:r w:rsidRPr="00B71068">
        <w:rPr>
          <w:color w:val="000000"/>
        </w:rPr>
        <w:tab/>
      </w:r>
      <w:r w:rsidR="00DB31F9" w:rsidRPr="00B71068">
        <w:rPr>
          <w:color w:val="000000"/>
        </w:rPr>
        <w:t>"</w:t>
      </w:r>
      <w:r w:rsidRPr="00B71068">
        <w:rPr>
          <w:i/>
          <w:iCs/>
          <w:color w:val="000000"/>
        </w:rPr>
        <w:t>Side air bag</w:t>
      </w:r>
      <w:r w:rsidR="00DB31F9" w:rsidRPr="00B71068">
        <w:rPr>
          <w:color w:val="000000"/>
        </w:rPr>
        <w:t>"</w:t>
      </w:r>
      <w:r w:rsidRPr="00B71068">
        <w:rPr>
          <w:color w:val="000000"/>
        </w:rPr>
        <w:t xml:space="preserve"> means any inflatable occupant restraint device that is mounted to the seat or side structure of the vehicle interior, and that is designed to deploy in a side impact crash to help mitigate occupant injury and/or ejection.</w:t>
      </w:r>
    </w:p>
    <w:p w14:paraId="582DD2D6" w14:textId="27B5807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2.32</w:t>
      </w:r>
      <w:r w:rsidR="00DB31F9" w:rsidRPr="00B71068">
        <w:rPr>
          <w:color w:val="000000"/>
        </w:rPr>
        <w:t>.</w:t>
      </w:r>
      <w:r w:rsidRPr="00B71068">
        <w:rPr>
          <w:color w:val="000000"/>
        </w:rPr>
        <w:tab/>
      </w:r>
      <w:r w:rsidR="00DB31F9" w:rsidRPr="00B71068">
        <w:rPr>
          <w:color w:val="000000"/>
        </w:rPr>
        <w:t>"</w:t>
      </w:r>
      <w:r w:rsidRPr="00B71068">
        <w:rPr>
          <w:i/>
          <w:iCs/>
          <w:color w:val="000000"/>
        </w:rPr>
        <w:t>Side curtain/tube air bag</w:t>
      </w:r>
      <w:r w:rsidR="00DB31F9" w:rsidRPr="00B71068">
        <w:rPr>
          <w:color w:val="000000"/>
        </w:rPr>
        <w:t>"</w:t>
      </w:r>
      <w:r w:rsidRPr="00B71068">
        <w:rPr>
          <w:color w:val="000000"/>
        </w:rPr>
        <w:t xml:space="preserve"> means any inflatable occupant restraint device that is mounted to the side structure of the vehicle interior, and that is designed to deploy in a side impact crash or rollover and to help mitigate occupant injury and/or ejection.</w:t>
      </w:r>
    </w:p>
    <w:p w14:paraId="70FE4144" w14:textId="529FCC1E"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2.33</w:t>
      </w:r>
      <w:r w:rsidR="00DB31F9" w:rsidRPr="00B71068">
        <w:rPr>
          <w:color w:val="000000"/>
        </w:rPr>
        <w:t>.</w:t>
      </w:r>
      <w:r w:rsidRPr="00B71068">
        <w:rPr>
          <w:color w:val="000000"/>
        </w:rPr>
        <w:tab/>
      </w:r>
      <w:r w:rsidR="00DB31F9" w:rsidRPr="00B71068">
        <w:rPr>
          <w:color w:val="000000"/>
        </w:rPr>
        <w:t>"</w:t>
      </w:r>
      <w:r w:rsidRPr="00B71068">
        <w:rPr>
          <w:i/>
          <w:iCs/>
          <w:color w:val="000000"/>
        </w:rPr>
        <w:t>Speed, vehicle indicated</w:t>
      </w:r>
      <w:r w:rsidR="00DB31F9" w:rsidRPr="00B71068">
        <w:rPr>
          <w:color w:val="000000"/>
        </w:rPr>
        <w:t>"</w:t>
      </w:r>
      <w:r w:rsidRPr="00B71068">
        <w:rPr>
          <w:color w:val="000000"/>
        </w:rPr>
        <w:t xml:space="preserve"> means the vehicle speed indicated by a manufacturer-designated subsystem designed to indicate the vehicle's ground travel speed during vehicle operation.</w:t>
      </w:r>
    </w:p>
    <w:p w14:paraId="651AD2A0" w14:textId="681763E8"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2.34</w:t>
      </w:r>
      <w:r w:rsidR="00DB31F9" w:rsidRPr="00B71068">
        <w:rPr>
          <w:color w:val="000000"/>
        </w:rPr>
        <w:t>.</w:t>
      </w:r>
      <w:r w:rsidRPr="00B71068">
        <w:rPr>
          <w:color w:val="000000"/>
        </w:rPr>
        <w:tab/>
      </w:r>
      <w:r w:rsidR="00DB31F9" w:rsidRPr="00B71068">
        <w:rPr>
          <w:color w:val="000000"/>
        </w:rPr>
        <w:t>"</w:t>
      </w:r>
      <w:r w:rsidRPr="00B71068">
        <w:rPr>
          <w:i/>
          <w:iCs/>
          <w:color w:val="000000"/>
        </w:rPr>
        <w:t>Stability control</w:t>
      </w:r>
      <w:r w:rsidR="00DB31F9" w:rsidRPr="00B71068">
        <w:rPr>
          <w:color w:val="000000"/>
        </w:rPr>
        <w:t>"</w:t>
      </w:r>
      <w:r w:rsidRPr="00B71068">
        <w:rPr>
          <w:color w:val="000000"/>
        </w:rPr>
        <w:t xml:space="preserve"> means any device that complies with national, </w:t>
      </w:r>
      <w:r w:rsidR="00DB31F9" w:rsidRPr="00B71068">
        <w:rPr>
          <w:color w:val="000000"/>
        </w:rPr>
        <w:t>"</w:t>
      </w:r>
      <w:r w:rsidRPr="00B71068">
        <w:rPr>
          <w:color w:val="000000"/>
        </w:rPr>
        <w:t>Electronic stability control systems</w:t>
      </w:r>
      <w:r w:rsidR="00DB31F9" w:rsidRPr="00B71068">
        <w:rPr>
          <w:color w:val="000000"/>
        </w:rPr>
        <w:t>"</w:t>
      </w:r>
      <w:r w:rsidRPr="00B71068">
        <w:rPr>
          <w:color w:val="000000"/>
        </w:rPr>
        <w:t>.</w:t>
      </w:r>
    </w:p>
    <w:p w14:paraId="510F26F4" w14:textId="028FA2E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2.35</w:t>
      </w:r>
      <w:r w:rsidR="00DB31F9" w:rsidRPr="00B71068">
        <w:rPr>
          <w:color w:val="000000"/>
        </w:rPr>
        <w:t>.</w:t>
      </w:r>
      <w:r w:rsidRPr="00B71068">
        <w:rPr>
          <w:color w:val="000000"/>
        </w:rPr>
        <w:tab/>
      </w:r>
      <w:r w:rsidR="00DB31F9" w:rsidRPr="00B71068">
        <w:rPr>
          <w:color w:val="000000"/>
        </w:rPr>
        <w:t>"</w:t>
      </w:r>
      <w:r w:rsidRPr="00B71068">
        <w:rPr>
          <w:i/>
          <w:iCs/>
          <w:color w:val="000000"/>
        </w:rPr>
        <w:t>Steering input</w:t>
      </w:r>
      <w:r w:rsidR="00DB31F9" w:rsidRPr="00B71068">
        <w:rPr>
          <w:color w:val="000000"/>
        </w:rPr>
        <w:t>"</w:t>
      </w:r>
      <w:r w:rsidRPr="00B71068">
        <w:rPr>
          <w:color w:val="000000"/>
        </w:rPr>
        <w:t xml:space="preserve"> means the angular displacement of the steering wheel measured from the straight-ahead position (position corresponding to zero average steer angle of a pair of steered wheels).</w:t>
      </w:r>
    </w:p>
    <w:p w14:paraId="4D564EE2" w14:textId="79E4AD83" w:rsidR="00EB646F" w:rsidRPr="00B71068" w:rsidRDefault="00960906" w:rsidP="00EB646F">
      <w:pPr>
        <w:tabs>
          <w:tab w:val="left" w:pos="2268"/>
        </w:tabs>
        <w:suppressAutoHyphens w:val="0"/>
        <w:spacing w:before="120" w:after="120" w:line="240" w:lineRule="auto"/>
        <w:ind w:left="2268" w:right="1134" w:hanging="1134"/>
        <w:jc w:val="both"/>
        <w:rPr>
          <w:color w:val="000000"/>
        </w:rPr>
      </w:pPr>
      <w:r w:rsidRPr="00B71068">
        <w:rPr>
          <w:color w:val="000000"/>
        </w:rPr>
        <w:t>[</w:t>
      </w:r>
      <w:r w:rsidR="00EB646F" w:rsidRPr="00B71068">
        <w:rPr>
          <w:color w:val="000000"/>
        </w:rPr>
        <w:t>2.36</w:t>
      </w:r>
      <w:r w:rsidR="00DB31F9" w:rsidRPr="00B71068">
        <w:rPr>
          <w:color w:val="000000"/>
        </w:rPr>
        <w:t>.</w:t>
      </w:r>
      <w:r w:rsidR="00EB646F" w:rsidRPr="00B71068">
        <w:rPr>
          <w:color w:val="000000"/>
        </w:rPr>
        <w:tab/>
      </w:r>
      <w:r w:rsidR="00DB31F9" w:rsidRPr="00B71068">
        <w:rPr>
          <w:color w:val="000000"/>
        </w:rPr>
        <w:t>"</w:t>
      </w:r>
      <w:r w:rsidR="00EB646F" w:rsidRPr="00B71068">
        <w:rPr>
          <w:i/>
          <w:iCs/>
          <w:color w:val="000000"/>
        </w:rPr>
        <w:t>Suppression switch status</w:t>
      </w:r>
      <w:r w:rsidR="00DB31F9" w:rsidRPr="00B71068">
        <w:rPr>
          <w:color w:val="000000"/>
        </w:rPr>
        <w:t>"</w:t>
      </w:r>
      <w:r w:rsidR="00EB646F" w:rsidRPr="00B71068">
        <w:rPr>
          <w:color w:val="000000"/>
        </w:rPr>
        <w:t xml:space="preserve"> means the status of the switch indicating whether an air bag suppression system is on or off</w:t>
      </w:r>
      <w:r w:rsidRPr="00B71068">
        <w:rPr>
          <w:color w:val="000000"/>
        </w:rPr>
        <w:t xml:space="preserve">] </w:t>
      </w:r>
    </w:p>
    <w:p w14:paraId="031D11B1" w14:textId="54E16690" w:rsidR="00EB646F" w:rsidRPr="00B71068" w:rsidRDefault="00960906" w:rsidP="00EB646F">
      <w:pPr>
        <w:tabs>
          <w:tab w:val="left" w:pos="2268"/>
        </w:tabs>
        <w:suppressAutoHyphens w:val="0"/>
        <w:spacing w:before="120" w:after="120" w:line="240" w:lineRule="auto"/>
        <w:ind w:left="2268" w:right="1134" w:hanging="1134"/>
        <w:jc w:val="both"/>
        <w:rPr>
          <w:color w:val="000000"/>
        </w:rPr>
      </w:pPr>
      <w:r w:rsidRPr="00B71068">
        <w:rPr>
          <w:color w:val="000000"/>
        </w:rPr>
        <w:t>[</w:t>
      </w:r>
      <w:r w:rsidR="00EB646F" w:rsidRPr="00B71068">
        <w:rPr>
          <w:color w:val="000000"/>
        </w:rPr>
        <w:t>2.37</w:t>
      </w:r>
      <w:r w:rsidR="00DB31F9" w:rsidRPr="00B71068">
        <w:rPr>
          <w:color w:val="000000"/>
        </w:rPr>
        <w:t>.</w:t>
      </w:r>
      <w:r w:rsidR="00EB646F" w:rsidRPr="00B71068">
        <w:rPr>
          <w:color w:val="000000"/>
        </w:rPr>
        <w:tab/>
      </w:r>
      <w:r w:rsidR="00DB31F9" w:rsidRPr="00B71068">
        <w:rPr>
          <w:color w:val="000000"/>
        </w:rPr>
        <w:t>"</w:t>
      </w:r>
      <w:r w:rsidR="00EB646F" w:rsidRPr="00B71068">
        <w:rPr>
          <w:i/>
          <w:iCs/>
          <w:color w:val="000000"/>
        </w:rPr>
        <w:t xml:space="preserve">Time from event 1 </w:t>
      </w:r>
      <w:proofErr w:type="spellStart"/>
      <w:r w:rsidR="00EB646F" w:rsidRPr="00B71068">
        <w:rPr>
          <w:i/>
          <w:iCs/>
          <w:color w:val="000000"/>
        </w:rPr>
        <w:t xml:space="preserve">to </w:t>
      </w:r>
      <w:r w:rsidR="00112D71" w:rsidRPr="00B71068">
        <w:rPr>
          <w:b/>
          <w:bCs/>
          <w:i/>
          <w:iCs/>
          <w:color w:val="000000"/>
        </w:rPr>
        <w:t>n</w:t>
      </w:r>
      <w:proofErr w:type="spellEnd"/>
      <w:r w:rsidR="00112D71" w:rsidRPr="00B71068">
        <w:rPr>
          <w:i/>
          <w:iCs/>
          <w:color w:val="000000"/>
        </w:rPr>
        <w:t xml:space="preserve"> </w:t>
      </w:r>
      <w:r w:rsidR="00EB646F" w:rsidRPr="00B71068">
        <w:rPr>
          <w:i/>
          <w:iCs/>
          <w:strike/>
          <w:color w:val="000000"/>
        </w:rPr>
        <w:t>2</w:t>
      </w:r>
      <w:r w:rsidR="00DB31F9" w:rsidRPr="00B71068">
        <w:rPr>
          <w:color w:val="000000"/>
        </w:rPr>
        <w:t>"</w:t>
      </w:r>
      <w:r w:rsidR="00EB646F" w:rsidRPr="00B71068">
        <w:rPr>
          <w:color w:val="000000"/>
        </w:rPr>
        <w:t xml:space="preserve"> means the elapsed time from time zero of the first event to time zero of the </w:t>
      </w:r>
      <w:r w:rsidR="00112D71" w:rsidRPr="00B71068">
        <w:rPr>
          <w:b/>
          <w:bCs/>
          <w:i/>
          <w:iCs/>
          <w:color w:val="000000"/>
        </w:rPr>
        <w:t>n</w:t>
      </w:r>
      <w:r w:rsidRPr="00B71068">
        <w:rPr>
          <w:b/>
          <w:bCs/>
          <w:i/>
          <w:iCs/>
          <w:color w:val="000000"/>
        </w:rPr>
        <w:t xml:space="preserve"> </w:t>
      </w:r>
      <w:proofErr w:type="spellStart"/>
      <w:r w:rsidR="00112D71" w:rsidRPr="00B71068">
        <w:rPr>
          <w:b/>
          <w:bCs/>
          <w:i/>
          <w:iCs/>
          <w:color w:val="000000"/>
        </w:rPr>
        <w:t>th</w:t>
      </w:r>
      <w:proofErr w:type="spellEnd"/>
      <w:r w:rsidR="00112D71" w:rsidRPr="00B71068">
        <w:rPr>
          <w:color w:val="000000"/>
        </w:rPr>
        <w:t xml:space="preserve"> </w:t>
      </w:r>
      <w:r w:rsidR="00EB646F" w:rsidRPr="00B71068">
        <w:rPr>
          <w:strike/>
          <w:color w:val="000000"/>
        </w:rPr>
        <w:t>second</w:t>
      </w:r>
      <w:r w:rsidR="00EB646F" w:rsidRPr="00B71068">
        <w:rPr>
          <w:color w:val="000000"/>
        </w:rPr>
        <w:t xml:space="preserve"> event.</w:t>
      </w:r>
      <w:r w:rsidRPr="00B71068">
        <w:rPr>
          <w:color w:val="000000"/>
        </w:rPr>
        <w:t xml:space="preserve">] </w:t>
      </w:r>
    </w:p>
    <w:p w14:paraId="0D3C61C2" w14:textId="731AA5C9"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2.38</w:t>
      </w:r>
      <w:r w:rsidR="00DB31F9" w:rsidRPr="00B71068">
        <w:rPr>
          <w:color w:val="000000"/>
        </w:rPr>
        <w:t>.</w:t>
      </w:r>
      <w:r w:rsidRPr="00B71068">
        <w:rPr>
          <w:color w:val="000000"/>
        </w:rPr>
        <w:tab/>
      </w:r>
      <w:r w:rsidR="00DB31F9" w:rsidRPr="00B71068">
        <w:rPr>
          <w:color w:val="000000"/>
        </w:rPr>
        <w:t>"</w:t>
      </w:r>
      <w:r w:rsidRPr="00B71068">
        <w:rPr>
          <w:i/>
          <w:iCs/>
          <w:color w:val="000000"/>
        </w:rPr>
        <w:t>Time, maximum delta–V, lateral</w:t>
      </w:r>
      <w:r w:rsidR="00DB31F9" w:rsidRPr="00B71068">
        <w:rPr>
          <w:color w:val="000000"/>
        </w:rPr>
        <w:t>"</w:t>
      </w:r>
      <w:r w:rsidRPr="00B71068">
        <w:rPr>
          <w:color w:val="000000"/>
        </w:rPr>
        <w:t xml:space="preserve"> means the time from crash time zero to the point where the maximum value of the cumulative change in velocity is found, as recorded by the EDR, along the lateral axis.</w:t>
      </w:r>
    </w:p>
    <w:p w14:paraId="607F1AA1" w14:textId="77C057F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2.39</w:t>
      </w:r>
      <w:r w:rsidR="00DB31F9" w:rsidRPr="00B71068">
        <w:rPr>
          <w:color w:val="000000"/>
        </w:rPr>
        <w:t>.</w:t>
      </w:r>
      <w:r w:rsidRPr="00B71068">
        <w:rPr>
          <w:color w:val="000000"/>
        </w:rPr>
        <w:tab/>
      </w:r>
      <w:r w:rsidR="00DB31F9" w:rsidRPr="00B71068">
        <w:rPr>
          <w:color w:val="000000"/>
        </w:rPr>
        <w:t>"</w:t>
      </w:r>
      <w:r w:rsidRPr="00B71068">
        <w:rPr>
          <w:i/>
          <w:iCs/>
          <w:color w:val="000000"/>
        </w:rPr>
        <w:t>Time, maximum delta-V, longitudinal</w:t>
      </w:r>
      <w:r w:rsidR="00DB31F9" w:rsidRPr="00B71068">
        <w:rPr>
          <w:color w:val="000000"/>
        </w:rPr>
        <w:t>"</w:t>
      </w:r>
      <w:r w:rsidRPr="00B71068">
        <w:rPr>
          <w:color w:val="000000"/>
        </w:rPr>
        <w:t xml:space="preserve"> means the time from crash time zero to the point where the maximum value of the cumulative change in velocity is found, as recorded by the EDR, along the longitudinal axis.</w:t>
      </w:r>
    </w:p>
    <w:p w14:paraId="072D8A71" w14:textId="63BA8AE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2.40</w:t>
      </w:r>
      <w:r w:rsidR="00DB31F9" w:rsidRPr="00B71068">
        <w:rPr>
          <w:color w:val="000000"/>
        </w:rPr>
        <w:t>.</w:t>
      </w:r>
      <w:r w:rsidRPr="00B71068">
        <w:rPr>
          <w:color w:val="000000"/>
        </w:rPr>
        <w:tab/>
      </w:r>
      <w:r w:rsidR="00DB31F9" w:rsidRPr="00B71068">
        <w:rPr>
          <w:color w:val="000000"/>
        </w:rPr>
        <w:t>"</w:t>
      </w:r>
      <w:r w:rsidRPr="00B71068">
        <w:rPr>
          <w:i/>
          <w:iCs/>
          <w:color w:val="000000"/>
        </w:rPr>
        <w:t>Time, maximum delta–V, resultant</w:t>
      </w:r>
      <w:r w:rsidR="00DB31F9" w:rsidRPr="00B71068">
        <w:rPr>
          <w:color w:val="000000"/>
        </w:rPr>
        <w:t>"</w:t>
      </w:r>
      <w:r w:rsidRPr="00B71068">
        <w:rPr>
          <w:color w:val="000000"/>
        </w:rPr>
        <w:t xml:space="preserve"> means the time from crash time zero to the point where the maximum delta–V resultant occurs, as recorded by the EDR or processed during data download.</w:t>
      </w:r>
    </w:p>
    <w:p w14:paraId="7924D42F" w14:textId="145C139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2.41</w:t>
      </w:r>
      <w:r w:rsidR="00DB31F9" w:rsidRPr="00B71068">
        <w:rPr>
          <w:color w:val="000000"/>
        </w:rPr>
        <w:t>.</w:t>
      </w:r>
      <w:r w:rsidRPr="00B71068">
        <w:rPr>
          <w:color w:val="000000"/>
        </w:rPr>
        <w:tab/>
      </w:r>
      <w:r w:rsidR="00DB31F9" w:rsidRPr="00B71068">
        <w:rPr>
          <w:color w:val="000000"/>
        </w:rPr>
        <w:t>"</w:t>
      </w:r>
      <w:r w:rsidRPr="00B71068">
        <w:rPr>
          <w:i/>
          <w:iCs/>
          <w:color w:val="000000"/>
        </w:rPr>
        <w:t>Time to deploy, pretensioner</w:t>
      </w:r>
      <w:r w:rsidR="00DB31F9" w:rsidRPr="00B71068">
        <w:rPr>
          <w:color w:val="000000"/>
        </w:rPr>
        <w:t>"</w:t>
      </w:r>
      <w:r w:rsidRPr="00B71068">
        <w:rPr>
          <w:color w:val="000000"/>
        </w:rPr>
        <w:t xml:space="preserve"> means the elapsed time from crash time zero to the deployment command for the safety belt pretensioner (for both driver and front passenger).</w:t>
      </w:r>
    </w:p>
    <w:p w14:paraId="14ED05B0" w14:textId="06286E18"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2.42</w:t>
      </w:r>
      <w:r w:rsidR="00DB31F9" w:rsidRPr="00B71068">
        <w:rPr>
          <w:color w:val="000000"/>
        </w:rPr>
        <w:t>.</w:t>
      </w:r>
      <w:r w:rsidRPr="00B71068">
        <w:rPr>
          <w:color w:val="000000"/>
        </w:rPr>
        <w:tab/>
      </w:r>
      <w:r w:rsidR="00DB31F9" w:rsidRPr="00B71068">
        <w:rPr>
          <w:color w:val="000000"/>
        </w:rPr>
        <w:t>"</w:t>
      </w:r>
      <w:r w:rsidRPr="00B71068">
        <w:rPr>
          <w:i/>
          <w:iCs/>
          <w:color w:val="000000"/>
        </w:rPr>
        <w:t>Time to deploy, side air bag/curtain</w:t>
      </w:r>
      <w:r w:rsidR="00DB31F9" w:rsidRPr="00B71068">
        <w:rPr>
          <w:color w:val="000000"/>
        </w:rPr>
        <w:t>"</w:t>
      </w:r>
      <w:r w:rsidRPr="00B71068">
        <w:rPr>
          <w:color w:val="000000"/>
        </w:rPr>
        <w:t xml:space="preserve"> means the elapsed time from crash time zero to the deployment command for a side air bag or a side curtain/tube air bag (for both driver and front passenger). </w:t>
      </w:r>
    </w:p>
    <w:p w14:paraId="63FFF917" w14:textId="40DB15C9"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2.43</w:t>
      </w:r>
      <w:r w:rsidR="00DB31F9" w:rsidRPr="00B71068">
        <w:rPr>
          <w:color w:val="000000"/>
        </w:rPr>
        <w:t>.</w:t>
      </w:r>
      <w:r w:rsidRPr="00B71068">
        <w:rPr>
          <w:color w:val="000000"/>
        </w:rPr>
        <w:tab/>
      </w:r>
      <w:r w:rsidR="00DB31F9" w:rsidRPr="00B71068">
        <w:rPr>
          <w:color w:val="000000"/>
        </w:rPr>
        <w:t>"</w:t>
      </w:r>
      <w:r w:rsidRPr="00B71068">
        <w:rPr>
          <w:i/>
          <w:iCs/>
          <w:color w:val="000000"/>
        </w:rPr>
        <w:t>Time to first stage</w:t>
      </w:r>
      <w:r w:rsidR="00DB31F9" w:rsidRPr="00B71068">
        <w:rPr>
          <w:color w:val="000000"/>
        </w:rPr>
        <w:t>"</w:t>
      </w:r>
      <w:r w:rsidRPr="00B71068">
        <w:rPr>
          <w:color w:val="000000"/>
        </w:rPr>
        <w:t xml:space="preserve"> means the elapsed time between time zero and the time when the first stage of a frontal air bag is commanded to fire.</w:t>
      </w:r>
    </w:p>
    <w:p w14:paraId="6E03E47C" w14:textId="6C9EB2B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2.44</w:t>
      </w:r>
      <w:r w:rsidR="00DB31F9" w:rsidRPr="00B71068">
        <w:rPr>
          <w:color w:val="000000"/>
        </w:rPr>
        <w:t>.</w:t>
      </w:r>
      <w:r w:rsidRPr="00B71068">
        <w:rPr>
          <w:color w:val="000000"/>
        </w:rPr>
        <w:tab/>
      </w:r>
      <w:r w:rsidR="00DB31F9" w:rsidRPr="00B71068">
        <w:rPr>
          <w:color w:val="000000"/>
        </w:rPr>
        <w:t>"</w:t>
      </w:r>
      <w:r w:rsidRPr="00B71068">
        <w:rPr>
          <w:i/>
          <w:iCs/>
          <w:color w:val="000000"/>
        </w:rPr>
        <w:t>Time to nth stage</w:t>
      </w:r>
      <w:r w:rsidR="00DB31F9" w:rsidRPr="00B71068">
        <w:rPr>
          <w:color w:val="000000"/>
        </w:rPr>
        <w:t>"</w:t>
      </w:r>
      <w:r w:rsidRPr="00B71068">
        <w:rPr>
          <w:color w:val="000000"/>
        </w:rPr>
        <w:t xml:space="preserve"> means the elapsed time from crash time zero to the deployment command for the nth stage of a frontal air bag (for both driver and front passenger).</w:t>
      </w:r>
    </w:p>
    <w:p w14:paraId="26614FED" w14:textId="53D8BE3D" w:rsidR="00EB646F" w:rsidRPr="00B71068" w:rsidRDefault="00EB646F" w:rsidP="00EB646F">
      <w:pPr>
        <w:tabs>
          <w:tab w:val="left" w:pos="2268"/>
        </w:tabs>
        <w:suppressAutoHyphens w:val="0"/>
        <w:spacing w:before="120" w:after="120" w:line="240" w:lineRule="auto"/>
        <w:ind w:left="2268" w:right="1134" w:hanging="1134"/>
        <w:jc w:val="both"/>
        <w:rPr>
          <w:b/>
          <w:bCs/>
          <w:color w:val="000000"/>
        </w:rPr>
      </w:pPr>
      <w:r w:rsidRPr="00B71068">
        <w:rPr>
          <w:b/>
          <w:bCs/>
          <w:color w:val="000000"/>
        </w:rPr>
        <w:t>2.45</w:t>
      </w:r>
      <w:r w:rsidR="00DB31F9" w:rsidRPr="00B71068">
        <w:rPr>
          <w:b/>
          <w:bCs/>
          <w:color w:val="000000"/>
        </w:rPr>
        <w:t>.</w:t>
      </w:r>
      <w:r w:rsidRPr="00B71068">
        <w:rPr>
          <w:b/>
          <w:bCs/>
          <w:color w:val="000000"/>
        </w:rPr>
        <w:tab/>
      </w:r>
      <w:r w:rsidRPr="00B71068">
        <w:rPr>
          <w:color w:val="000000"/>
        </w:rPr>
        <w:t>[</w:t>
      </w:r>
      <w:r w:rsidR="00DB31F9" w:rsidRPr="00B71068">
        <w:rPr>
          <w:color w:val="000000"/>
        </w:rPr>
        <w:t>"</w:t>
      </w:r>
      <w:r w:rsidRPr="00B71068">
        <w:rPr>
          <w:i/>
          <w:iCs/>
          <w:color w:val="000000"/>
        </w:rPr>
        <w:t>Time zero</w:t>
      </w:r>
      <w:r w:rsidR="00DB31F9" w:rsidRPr="00B71068">
        <w:rPr>
          <w:color w:val="000000"/>
        </w:rPr>
        <w:t>"</w:t>
      </w:r>
      <w:r w:rsidRPr="00B71068">
        <w:rPr>
          <w:b/>
          <w:bCs/>
          <w:color w:val="000000"/>
        </w:rPr>
        <w:t xml:space="preserve"> </w:t>
      </w:r>
      <w:r w:rsidR="00E05BC3" w:rsidRPr="00B71068">
        <w:rPr>
          <w:b/>
          <w:bCs/>
          <w:color w:val="000000"/>
        </w:rPr>
        <w:t>is the time reference for the EDR data timestamps of an event</w:t>
      </w:r>
      <w:r w:rsidRPr="00B71068">
        <w:rPr>
          <w:b/>
          <w:bCs/>
          <w:color w:val="000000"/>
        </w:rPr>
        <w:t>.</w:t>
      </w:r>
      <w:r w:rsidR="00B852E3" w:rsidRPr="00B71068">
        <w:rPr>
          <w:b/>
          <w:bCs/>
          <w:color w:val="000000"/>
        </w:rPr>
        <w:t xml:space="preserve"> </w:t>
      </w:r>
      <w:r w:rsidR="00B852E3" w:rsidRPr="00B71068">
        <w:rPr>
          <w:strike/>
          <w:color w:val="000000"/>
        </w:rPr>
        <w:t>means the starting point of an event</w:t>
      </w:r>
      <w:r w:rsidRPr="00B71068">
        <w:rPr>
          <w:b/>
          <w:bCs/>
          <w:color w:val="000000"/>
        </w:rPr>
        <w:t xml:space="preserve">]  </w:t>
      </w:r>
    </w:p>
    <w:p w14:paraId="7E43F9B5" w14:textId="5714EA87"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2.46</w:t>
      </w:r>
      <w:r w:rsidR="00DB31F9" w:rsidRPr="00B71068">
        <w:rPr>
          <w:color w:val="000000"/>
        </w:rPr>
        <w:t>.</w:t>
      </w:r>
      <w:r w:rsidRPr="00B71068">
        <w:rPr>
          <w:color w:val="000000"/>
        </w:rPr>
        <w:tab/>
      </w:r>
      <w:r w:rsidR="00DB31F9" w:rsidRPr="00B71068">
        <w:rPr>
          <w:color w:val="000000"/>
        </w:rPr>
        <w:t>"</w:t>
      </w:r>
      <w:r w:rsidRPr="00B71068">
        <w:rPr>
          <w:i/>
          <w:iCs/>
          <w:color w:val="000000"/>
        </w:rPr>
        <w:t>Trigger threshold</w:t>
      </w:r>
      <w:r w:rsidR="00DB31F9" w:rsidRPr="00B71068">
        <w:rPr>
          <w:color w:val="000000"/>
        </w:rPr>
        <w:t>"</w:t>
      </w:r>
      <w:r w:rsidRPr="00B71068">
        <w:rPr>
          <w:color w:val="000000"/>
        </w:rPr>
        <w:t xml:space="preserve"> means the appropriate </w:t>
      </w:r>
      <w:r w:rsidRPr="00B71068">
        <w:rPr>
          <w:strike/>
          <w:color w:val="000000"/>
        </w:rPr>
        <w:t>physical</w:t>
      </w:r>
      <w:r w:rsidRPr="00B71068">
        <w:rPr>
          <w:color w:val="000000"/>
        </w:rPr>
        <w:t xml:space="preserve"> parameter has met the conditions for recording an EDR event. </w:t>
      </w:r>
    </w:p>
    <w:p w14:paraId="10CF80F4" w14:textId="505BF5F5"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Unlocked event</w:t>
      </w:r>
      <w:r w:rsidR="00DB31F9" w:rsidRPr="00B71068">
        <w:rPr>
          <w:strike/>
          <w:color w:val="000000"/>
        </w:rPr>
        <w:t>"</w:t>
      </w:r>
      <w:r w:rsidRPr="00B71068">
        <w:rPr>
          <w:strike/>
          <w:color w:val="000000"/>
        </w:rPr>
        <w:t xml:space="preserve"> means an EDR record that does not meet the locking condition. It may be overwritten by subsequent events.]</w:t>
      </w:r>
    </w:p>
    <w:p w14:paraId="0392CF36" w14:textId="72C2BDAA"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2.47</w:t>
      </w:r>
      <w:r w:rsidR="00DB31F9" w:rsidRPr="00B71068">
        <w:rPr>
          <w:color w:val="000000"/>
        </w:rPr>
        <w:t>.</w:t>
      </w:r>
      <w:r w:rsidRPr="00B71068">
        <w:rPr>
          <w:color w:val="000000"/>
        </w:rPr>
        <w:tab/>
      </w:r>
      <w:r w:rsidR="00DB31F9" w:rsidRPr="00B71068">
        <w:rPr>
          <w:color w:val="000000"/>
        </w:rPr>
        <w:t>"</w:t>
      </w:r>
      <w:r w:rsidRPr="00B71068">
        <w:rPr>
          <w:i/>
          <w:iCs/>
          <w:color w:val="000000"/>
        </w:rPr>
        <w:t>Vehicle roll angle</w:t>
      </w:r>
      <w:r w:rsidR="00DB31F9" w:rsidRPr="00B71068">
        <w:rPr>
          <w:color w:val="000000"/>
        </w:rPr>
        <w:t>"</w:t>
      </w:r>
      <w:r w:rsidRPr="00B71068">
        <w:rPr>
          <w:color w:val="000000"/>
        </w:rPr>
        <w:t xml:space="preserve"> means the angle between the vehicle y-axis and the ground plane.</w:t>
      </w:r>
    </w:p>
    <w:p w14:paraId="3223F16E" w14:textId="53BAE8B8"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2.48</w:t>
      </w:r>
      <w:r w:rsidR="00DB31F9" w:rsidRPr="00B71068">
        <w:rPr>
          <w:color w:val="000000"/>
        </w:rPr>
        <w:t>.</w:t>
      </w:r>
      <w:r w:rsidRPr="00B71068">
        <w:rPr>
          <w:color w:val="000000"/>
        </w:rPr>
        <w:tab/>
      </w:r>
      <w:r w:rsidR="00DB31F9" w:rsidRPr="00B71068">
        <w:rPr>
          <w:color w:val="000000"/>
        </w:rPr>
        <w:t>"</w:t>
      </w:r>
      <w:r w:rsidRPr="00B71068">
        <w:rPr>
          <w:i/>
          <w:iCs/>
          <w:color w:val="000000"/>
        </w:rPr>
        <w:t>Volatile memory</w:t>
      </w:r>
      <w:r w:rsidR="00DB31F9" w:rsidRPr="00B71068">
        <w:rPr>
          <w:color w:val="000000"/>
        </w:rPr>
        <w:t>"</w:t>
      </w:r>
      <w:r w:rsidRPr="00B71068">
        <w:rPr>
          <w:color w:val="000000"/>
        </w:rPr>
        <w:t xml:space="preserve">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C31CDFF" w14:textId="7065F761" w:rsidR="00EA4382" w:rsidRPr="00B71068" w:rsidRDefault="00EA4382" w:rsidP="00EB646F">
      <w:pPr>
        <w:tabs>
          <w:tab w:val="left" w:pos="2268"/>
        </w:tabs>
        <w:suppressAutoHyphens w:val="0"/>
        <w:spacing w:before="120" w:after="120" w:line="240" w:lineRule="auto"/>
        <w:ind w:left="2268" w:right="1134" w:hanging="1134"/>
        <w:jc w:val="both"/>
        <w:rPr>
          <w:b/>
          <w:bCs/>
          <w:color w:val="000000"/>
        </w:rPr>
      </w:pPr>
      <w:bookmarkStart w:id="10" w:name="_Hlk51099419"/>
      <w:r w:rsidRPr="00B71068">
        <w:rPr>
          <w:b/>
          <w:bCs/>
          <w:color w:val="000000"/>
        </w:rPr>
        <w:t>2.x.</w:t>
      </w:r>
      <w:r w:rsidRPr="00B71068">
        <w:rPr>
          <w:b/>
          <w:bCs/>
          <w:color w:val="000000"/>
        </w:rPr>
        <w:tab/>
        <w:t>“Vulnerable road use</w:t>
      </w:r>
      <w:r w:rsidR="0081413E" w:rsidRPr="00B71068">
        <w:rPr>
          <w:b/>
          <w:bCs/>
          <w:color w:val="000000"/>
        </w:rPr>
        <w:t>r</w:t>
      </w:r>
      <w:r w:rsidRPr="00B71068">
        <w:rPr>
          <w:b/>
          <w:bCs/>
          <w:color w:val="000000"/>
        </w:rPr>
        <w:t xml:space="preserve"> secondary safety system” means a deployable vehicle system outside the occupant compartment designed to mitigate injury consequences to vulnerable road users during a collision.</w:t>
      </w:r>
    </w:p>
    <w:p w14:paraId="27F1E640" w14:textId="7E47F98B"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Vulnerable road user (VRU)</w:t>
      </w:r>
      <w:r w:rsidR="00DB31F9" w:rsidRPr="00B71068">
        <w:rPr>
          <w:strike/>
          <w:color w:val="000000"/>
        </w:rPr>
        <w:t>"</w:t>
      </w:r>
      <w:r w:rsidRPr="00B71068">
        <w:rPr>
          <w:strike/>
          <w:color w:val="000000"/>
        </w:rPr>
        <w:t xml:space="preserve"> means a person using no vehicle, such as a pedestrian, or using a vehicle without protective occupant compartment, such as a pedal cyclist, micro-vehicle user or motorcyclist.</w:t>
      </w:r>
    </w:p>
    <w:bookmarkEnd w:id="10"/>
    <w:p w14:paraId="061ADE33" w14:textId="4AA195B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2.49</w:t>
      </w:r>
      <w:r w:rsidR="00DB31F9" w:rsidRPr="00B71068">
        <w:rPr>
          <w:color w:val="000000"/>
        </w:rPr>
        <w:t>.</w:t>
      </w:r>
      <w:r w:rsidRPr="00B71068">
        <w:rPr>
          <w:color w:val="000000"/>
        </w:rPr>
        <w:tab/>
      </w:r>
      <w:r w:rsidR="00DB31F9" w:rsidRPr="00B71068">
        <w:rPr>
          <w:color w:val="000000"/>
        </w:rPr>
        <w:t>"</w:t>
      </w:r>
      <w:r w:rsidRPr="00B71068">
        <w:rPr>
          <w:i/>
          <w:iCs/>
          <w:color w:val="000000"/>
        </w:rPr>
        <w:t>X-direction</w:t>
      </w:r>
      <w:r w:rsidR="00DB31F9" w:rsidRPr="00B71068">
        <w:rPr>
          <w:color w:val="000000"/>
        </w:rPr>
        <w:t>"</w:t>
      </w:r>
      <w:r w:rsidRPr="00B71068">
        <w:rPr>
          <w:color w:val="000000"/>
        </w:rPr>
        <w:t xml:space="preserve"> means in the direction of the vehicle’s X-axis, which is parallel to the vehicle's longitudinal </w:t>
      </w:r>
      <w:proofErr w:type="spellStart"/>
      <w:r w:rsidRPr="00B71068">
        <w:rPr>
          <w:color w:val="000000"/>
        </w:rPr>
        <w:t>centerline</w:t>
      </w:r>
      <w:proofErr w:type="spellEnd"/>
      <w:r w:rsidRPr="00B71068">
        <w:rPr>
          <w:color w:val="000000"/>
        </w:rPr>
        <w:t>. The X-direction is positive in the direction of forward vehicle travel.</w:t>
      </w:r>
    </w:p>
    <w:p w14:paraId="4FCAFFCD" w14:textId="2EB6749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2.50</w:t>
      </w:r>
      <w:r w:rsidR="00DB31F9" w:rsidRPr="00B71068">
        <w:rPr>
          <w:color w:val="000000"/>
        </w:rPr>
        <w:t>.</w:t>
      </w:r>
      <w:r w:rsidRPr="00B71068">
        <w:rPr>
          <w:color w:val="000000"/>
        </w:rPr>
        <w:tab/>
      </w:r>
      <w:r w:rsidR="00DB31F9" w:rsidRPr="00B71068">
        <w:rPr>
          <w:color w:val="000000"/>
        </w:rPr>
        <w:t>"</w:t>
      </w:r>
      <w:r w:rsidRPr="00B71068">
        <w:rPr>
          <w:i/>
          <w:iCs/>
          <w:color w:val="000000"/>
        </w:rPr>
        <w:t>Y-direction</w:t>
      </w:r>
      <w:r w:rsidR="00DB31F9" w:rsidRPr="00B71068">
        <w:rPr>
          <w:color w:val="000000"/>
        </w:rPr>
        <w:t>"</w:t>
      </w:r>
      <w:r w:rsidRPr="00B71068">
        <w:rPr>
          <w:color w:val="000000"/>
        </w:rPr>
        <w:t xml:space="preserve">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39C43AEF" w14:textId="26AE18BA"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2.51</w:t>
      </w:r>
      <w:r w:rsidR="00DB31F9" w:rsidRPr="00B71068">
        <w:rPr>
          <w:color w:val="000000"/>
        </w:rPr>
        <w:t>.</w:t>
      </w:r>
      <w:r w:rsidRPr="00B71068">
        <w:rPr>
          <w:color w:val="000000"/>
        </w:rPr>
        <w:tab/>
      </w:r>
      <w:r w:rsidR="00DB31F9" w:rsidRPr="00B71068">
        <w:rPr>
          <w:color w:val="000000"/>
        </w:rPr>
        <w:t>"</w:t>
      </w:r>
      <w:r w:rsidRPr="00B71068">
        <w:rPr>
          <w:i/>
          <w:iCs/>
          <w:color w:val="000000"/>
        </w:rPr>
        <w:t>Z-direction</w:t>
      </w:r>
      <w:r w:rsidR="00DB31F9" w:rsidRPr="00B71068">
        <w:rPr>
          <w:color w:val="000000"/>
        </w:rPr>
        <w:t>"</w:t>
      </w:r>
      <w:r w:rsidRPr="00B71068">
        <w:rPr>
          <w:color w:val="000000"/>
        </w:rPr>
        <w:t xml:space="preserve"> means in the direction of the vehicle’s Z-axis, which is perpendicular to the X and Y-axes. The Z-direction is positive in a downward direction.</w:t>
      </w:r>
    </w:p>
    <w:p w14:paraId="68F4455E" w14:textId="65AAC63E" w:rsidR="00EB646F" w:rsidRPr="00B71068" w:rsidRDefault="00EB646F" w:rsidP="00DB31F9">
      <w:pPr>
        <w:pStyle w:val="HChG"/>
        <w:ind w:left="2268"/>
      </w:pPr>
      <w:bookmarkStart w:id="11" w:name="_Toc354410592"/>
      <w:r w:rsidRPr="00B71068">
        <w:t>3.</w:t>
      </w:r>
      <w:r w:rsidRPr="00B71068">
        <w:tab/>
      </w:r>
      <w:r w:rsidRPr="00B71068">
        <w:tab/>
        <w:t xml:space="preserve">Performance </w:t>
      </w:r>
      <w:r w:rsidR="00DB31F9" w:rsidRPr="00B71068">
        <w:t>s</w:t>
      </w:r>
      <w:r w:rsidRPr="00B71068">
        <w:t>pecifications</w:t>
      </w:r>
      <w:bookmarkEnd w:id="11"/>
    </w:p>
    <w:p w14:paraId="317DAA0D" w14:textId="77777777" w:rsidR="00EB646F" w:rsidRPr="00B71068" w:rsidRDefault="00EB646F" w:rsidP="00EB646F">
      <w:pPr>
        <w:pStyle w:val="SingleTxtG"/>
        <w:ind w:left="2268"/>
      </w:pPr>
      <w:r w:rsidRPr="00B71068">
        <w:t>Performance specifications for vehicles equipped with an EDR include data elements, data format, data capture, and crash test performance and survivability.</w:t>
      </w:r>
    </w:p>
    <w:p w14:paraId="3CF188B8" w14:textId="3FF972B3" w:rsidR="00EB646F" w:rsidRPr="00B71068" w:rsidRDefault="00EB646F" w:rsidP="00EB646F">
      <w:pPr>
        <w:pStyle w:val="SingleTxtG"/>
        <w:ind w:left="2268" w:hanging="1134"/>
      </w:pPr>
      <w:r w:rsidRPr="00B71068">
        <w:t>3.1</w:t>
      </w:r>
      <w:r w:rsidR="00DB31F9" w:rsidRPr="00B71068">
        <w:t>.</w:t>
      </w:r>
      <w:r w:rsidRPr="00B71068">
        <w:tab/>
        <w:t xml:space="preserve">Data elements </w:t>
      </w:r>
    </w:p>
    <w:p w14:paraId="1916C613" w14:textId="5FB20D80" w:rsidR="00EB646F" w:rsidRPr="00B71068" w:rsidRDefault="00EB646F" w:rsidP="00EB646F">
      <w:pPr>
        <w:tabs>
          <w:tab w:val="left" w:pos="2268"/>
        </w:tabs>
        <w:spacing w:after="120"/>
        <w:ind w:left="2268" w:right="1134" w:hanging="1134"/>
        <w:jc w:val="both"/>
        <w:rPr>
          <w:b/>
          <w:sz w:val="22"/>
          <w:lang w:val="en-US"/>
        </w:rPr>
      </w:pPr>
      <w:bookmarkStart w:id="12" w:name="_Hlk30877333"/>
      <w:r w:rsidRPr="00B71068">
        <w:t>3.1.1</w:t>
      </w:r>
      <w:r w:rsidR="00DB31F9" w:rsidRPr="00B71068">
        <w:t>.</w:t>
      </w:r>
      <w:r w:rsidRPr="00B71068">
        <w:tab/>
        <w:t>Each vehicle equipped with an EDR shall record the data elements specified as mandatory and those required under specified minimum conditions during the interval/time and at the sample rate specified in Annex 1, Table 1.</w:t>
      </w:r>
      <w:bookmarkEnd w:id="12"/>
      <w:r w:rsidRPr="00B71068">
        <w:rPr>
          <w:lang w:val="en-US"/>
        </w:rPr>
        <w:t xml:space="preserve"> </w:t>
      </w:r>
    </w:p>
    <w:p w14:paraId="19B98878" w14:textId="4CBCC47C" w:rsidR="00EB646F" w:rsidRPr="00B71068" w:rsidRDefault="00EB646F" w:rsidP="00EB646F">
      <w:pPr>
        <w:spacing w:after="120"/>
        <w:ind w:left="2268" w:right="1134" w:hanging="1134"/>
        <w:jc w:val="both"/>
      </w:pPr>
      <w:r w:rsidRPr="00B71068">
        <w:t>3.2</w:t>
      </w:r>
      <w:r w:rsidR="00DB31F9" w:rsidRPr="00B71068">
        <w:t>.</w:t>
      </w:r>
      <w:r w:rsidRPr="00B71068">
        <w:tab/>
        <w:t>Data format</w:t>
      </w:r>
    </w:p>
    <w:p w14:paraId="7DB51498" w14:textId="67E80E98" w:rsidR="00EB646F" w:rsidRPr="00B71068" w:rsidRDefault="00EB646F" w:rsidP="00EB646F">
      <w:pPr>
        <w:spacing w:after="120"/>
        <w:ind w:left="2268" w:right="1134" w:hanging="1134"/>
        <w:jc w:val="both"/>
      </w:pPr>
      <w:bookmarkStart w:id="13" w:name="_Hlk30878818"/>
      <w:r w:rsidRPr="00B71068">
        <w:t>3.2.1</w:t>
      </w:r>
      <w:r w:rsidR="00DB31F9" w:rsidRPr="00B71068">
        <w:t>.</w:t>
      </w:r>
      <w:r w:rsidRPr="00B71068">
        <w:tab/>
      </w:r>
      <w:bookmarkEnd w:id="13"/>
      <w:r w:rsidR="00FB6B19">
        <w:t xml:space="preserve">Each </w:t>
      </w:r>
      <w:r w:rsidR="00FB6B19" w:rsidRPr="00B71068">
        <w:rPr>
          <w:lang w:val="en-US"/>
        </w:rPr>
        <w:t>data</w:t>
      </w:r>
      <w:r w:rsidRPr="00B71068">
        <w:rPr>
          <w:lang w:val="en-US"/>
        </w:rPr>
        <w:t xml:space="preserve"> element recorded shall be reported in accordance with the range, accuracy, and resolution specified in Annex 1, Table 1.</w:t>
      </w:r>
    </w:p>
    <w:p w14:paraId="26E4037B" w14:textId="7B3BF496" w:rsidR="00EB646F" w:rsidRPr="00B71068" w:rsidRDefault="00EB646F" w:rsidP="00EB646F">
      <w:pPr>
        <w:suppressAutoHyphens w:val="0"/>
        <w:spacing w:after="160" w:line="259" w:lineRule="auto"/>
        <w:ind w:left="2276" w:right="1134" w:hanging="1138"/>
        <w:jc w:val="both"/>
        <w:rPr>
          <w:lang w:val="en-US"/>
        </w:rPr>
      </w:pPr>
      <w:r w:rsidRPr="00B71068">
        <w:t>3.2.2</w:t>
      </w:r>
      <w:r w:rsidR="00DB31F9" w:rsidRPr="00B71068">
        <w:t>.</w:t>
      </w:r>
      <w:r w:rsidRPr="00B71068">
        <w:tab/>
      </w:r>
      <w:r w:rsidRPr="00B71068">
        <w:rPr>
          <w:lang w:val="en-US"/>
        </w:rPr>
        <w:t xml:space="preserve">Acceleration Time-History data and format: the longitudinal, lateral, and normal acceleration time-history data, as applicable, shall be filtered either during the recording phase or during the data downloading phase to include: </w:t>
      </w:r>
    </w:p>
    <w:p w14:paraId="14664DB1" w14:textId="462322D1" w:rsidR="00EB646F" w:rsidRPr="00B71068" w:rsidRDefault="00EB646F" w:rsidP="00EB646F">
      <w:pPr>
        <w:suppressAutoHyphens w:val="0"/>
        <w:spacing w:after="160" w:line="259" w:lineRule="auto"/>
        <w:ind w:left="2276" w:right="1134" w:hanging="1138"/>
        <w:jc w:val="both"/>
        <w:rPr>
          <w:lang w:val="en-US"/>
        </w:rPr>
      </w:pPr>
      <w:r w:rsidRPr="00B71068">
        <w:rPr>
          <w:lang w:val="en-US"/>
        </w:rPr>
        <w:t>3.2.2.1</w:t>
      </w:r>
      <w:r w:rsidR="00DB31F9" w:rsidRPr="00B71068">
        <w:rPr>
          <w:lang w:val="en-US"/>
        </w:rPr>
        <w:t>.</w:t>
      </w:r>
      <w:r w:rsidRPr="00B71068">
        <w:rPr>
          <w:lang w:val="en-US"/>
        </w:rPr>
        <w:tab/>
        <w:t xml:space="preserve">The Time Step (TS) that is the inverse of the sampling frequency of the acceleration data and which has units of seconds; </w:t>
      </w:r>
    </w:p>
    <w:p w14:paraId="33BF4822" w14:textId="4CFB88C3" w:rsidR="00EB646F" w:rsidRPr="00B71068" w:rsidRDefault="00EB646F" w:rsidP="00EB646F">
      <w:pPr>
        <w:suppressAutoHyphens w:val="0"/>
        <w:spacing w:after="160" w:line="259" w:lineRule="auto"/>
        <w:ind w:left="2261" w:right="1134" w:hanging="1138"/>
        <w:jc w:val="both"/>
        <w:rPr>
          <w:lang w:val="en-US"/>
        </w:rPr>
      </w:pPr>
      <w:r w:rsidRPr="00B71068">
        <w:rPr>
          <w:lang w:val="en-US"/>
        </w:rPr>
        <w:t>3.2.2.2</w:t>
      </w:r>
      <w:r w:rsidR="00DB31F9" w:rsidRPr="00B71068">
        <w:rPr>
          <w:lang w:val="en-US"/>
        </w:rPr>
        <w:t>.</w:t>
      </w:r>
      <w:r w:rsidRPr="00B71068">
        <w:rPr>
          <w:lang w:val="en-US"/>
        </w:rPr>
        <w:tab/>
        <w:t xml:space="preserve">The number of the first point (NFP), which is an integer that when multiplied by the TS equals the time relative to time zero of the first acceleration data point; </w:t>
      </w:r>
    </w:p>
    <w:p w14:paraId="4C3F091B" w14:textId="68BA7CB3" w:rsidR="00EB646F" w:rsidRPr="00B71068" w:rsidRDefault="00EB646F" w:rsidP="00EB646F">
      <w:pPr>
        <w:suppressAutoHyphens w:val="0"/>
        <w:spacing w:after="160" w:line="259" w:lineRule="auto"/>
        <w:ind w:left="2261" w:right="1134" w:hanging="1138"/>
        <w:jc w:val="both"/>
        <w:rPr>
          <w:lang w:val="en-US"/>
        </w:rPr>
      </w:pPr>
      <w:r w:rsidRPr="00B71068">
        <w:rPr>
          <w:lang w:val="en-US"/>
        </w:rPr>
        <w:t>3.2.2.3</w:t>
      </w:r>
      <w:r w:rsidR="00DB31F9" w:rsidRPr="00B71068">
        <w:rPr>
          <w:lang w:val="en-US"/>
        </w:rPr>
        <w:t>.</w:t>
      </w:r>
      <w:r w:rsidRPr="00B71068">
        <w:rPr>
          <w:lang w:val="en-US"/>
        </w:rPr>
        <w:tab/>
        <w:t xml:space="preserve">The number of the last point (NLP), which is an integer that when multiplied by the TS equals the time relative to time zero of the last acceleration data point; and </w:t>
      </w:r>
    </w:p>
    <w:p w14:paraId="294D38F6" w14:textId="554ED364" w:rsidR="00EB646F" w:rsidRPr="00B71068" w:rsidRDefault="00EB646F" w:rsidP="00EB646F">
      <w:pPr>
        <w:suppressAutoHyphens w:val="0"/>
        <w:spacing w:after="160" w:line="259" w:lineRule="auto"/>
        <w:ind w:left="2261" w:right="1134" w:hanging="1138"/>
        <w:jc w:val="both"/>
      </w:pPr>
      <w:r w:rsidRPr="00B71068">
        <w:rPr>
          <w:lang w:val="en-US"/>
        </w:rPr>
        <w:t>3.2.2.4</w:t>
      </w:r>
      <w:r w:rsidR="00DB31F9" w:rsidRPr="00B71068">
        <w:rPr>
          <w:lang w:val="en-US"/>
        </w:rPr>
        <w:t>.</w:t>
      </w:r>
      <w:r w:rsidRPr="00B71068">
        <w:rPr>
          <w:lang w:val="en-US"/>
        </w:rPr>
        <w:tab/>
        <w:t xml:space="preserve">NLP—NFP + 1 acceleration values sequentially beginning with the acceleration at time NFP * TS and continue sampling the acceleration at TS increments in time until the time NLP * TS is reached. </w:t>
      </w:r>
    </w:p>
    <w:p w14:paraId="128EFB47" w14:textId="4C10808A" w:rsidR="00EB646F" w:rsidRPr="00B71068" w:rsidRDefault="00EB646F" w:rsidP="00EB646F">
      <w:pPr>
        <w:spacing w:after="120"/>
        <w:ind w:left="2268" w:right="1134" w:hanging="1134"/>
        <w:jc w:val="both"/>
      </w:pPr>
      <w:r w:rsidRPr="00B71068">
        <w:t>3.3</w:t>
      </w:r>
      <w:r w:rsidR="00DB31F9" w:rsidRPr="00B71068">
        <w:t>.</w:t>
      </w:r>
      <w:r w:rsidRPr="00B71068">
        <w:tab/>
        <w:t>Data capture</w:t>
      </w:r>
    </w:p>
    <w:p w14:paraId="124A9854" w14:textId="77777777" w:rsidR="00EB646F" w:rsidRPr="00B71068" w:rsidRDefault="00EB646F" w:rsidP="00EB646F">
      <w:pPr>
        <w:spacing w:after="120"/>
        <w:ind w:left="2268" w:right="1134" w:hanging="20"/>
        <w:jc w:val="both"/>
        <w:rPr>
          <w:lang w:val="en-US"/>
        </w:rPr>
      </w:pPr>
      <w:bookmarkStart w:id="14" w:name="_Hlk43821706"/>
      <w:r w:rsidRPr="00B71068">
        <w:rPr>
          <w:lang w:val="en-US"/>
        </w:rPr>
        <w:t xml:space="preserve">The EDR non-volatile memory buffer shall accommodate the data related to at least [two/three] different events. </w:t>
      </w:r>
    </w:p>
    <w:bookmarkEnd w:id="14"/>
    <w:p w14:paraId="52C29792" w14:textId="77777777" w:rsidR="00EB646F" w:rsidRPr="00B71068" w:rsidRDefault="00EB646F" w:rsidP="00EB646F">
      <w:pPr>
        <w:spacing w:after="120"/>
        <w:ind w:left="2268" w:right="1134" w:hanging="20"/>
        <w:jc w:val="both"/>
      </w:pPr>
      <w:r w:rsidRPr="00B71068">
        <w:t>The data elements for every event shall be captured and recorded by the EDR, as specified in section 3.1 in accordance with the following conditions and circumstances:</w:t>
      </w:r>
    </w:p>
    <w:p w14:paraId="0E3D99B4" w14:textId="30200679" w:rsidR="00EB646F" w:rsidRPr="00B71068" w:rsidRDefault="00EB646F" w:rsidP="00EB646F">
      <w:pPr>
        <w:spacing w:after="120"/>
        <w:ind w:left="2268" w:right="1134" w:hanging="1134"/>
        <w:jc w:val="both"/>
      </w:pPr>
      <w:r w:rsidRPr="00B71068">
        <w:t>3.3.1</w:t>
      </w:r>
      <w:r w:rsidR="00DB31F9" w:rsidRPr="00B71068">
        <w:t>.</w:t>
      </w:r>
      <w:r w:rsidRPr="00B71068">
        <w:tab/>
        <w:t xml:space="preserve">Conditions for </w:t>
      </w:r>
      <w:bookmarkStart w:id="15" w:name="_Hlk43836425"/>
      <w:r w:rsidRPr="00B71068">
        <w:t>triggering recording of data</w:t>
      </w:r>
      <w:bookmarkEnd w:id="15"/>
    </w:p>
    <w:p w14:paraId="6C3E43D0" w14:textId="77777777" w:rsidR="00EB646F" w:rsidRPr="00B71068" w:rsidRDefault="00EB646F" w:rsidP="00EB646F">
      <w:pPr>
        <w:spacing w:after="120"/>
        <w:ind w:left="2268" w:right="1134" w:hanging="1134"/>
        <w:jc w:val="both"/>
      </w:pPr>
      <w:r w:rsidRPr="00B71068">
        <w:tab/>
        <w:t>An event shall be recorded by the EDR if one of the following threshold values is met or exceeded:</w:t>
      </w:r>
    </w:p>
    <w:p w14:paraId="2BBC6FF6" w14:textId="57A52FB7" w:rsidR="00EB646F" w:rsidRPr="00B71068" w:rsidRDefault="00EB646F" w:rsidP="00EB646F">
      <w:pPr>
        <w:spacing w:after="120"/>
        <w:ind w:left="2268" w:right="1134" w:hanging="1134"/>
        <w:jc w:val="both"/>
      </w:pPr>
      <w:r w:rsidRPr="00B71068">
        <w:t>3.3.1.1</w:t>
      </w:r>
      <w:r w:rsidR="00DB31F9" w:rsidRPr="00B71068">
        <w:t>.</w:t>
      </w:r>
      <w:r w:rsidRPr="00B71068">
        <w:tab/>
        <w:t xml:space="preserve">Change in longitudinal vehicle velocity more than 8 km/h within a 150 </w:t>
      </w:r>
      <w:proofErr w:type="spellStart"/>
      <w:r w:rsidRPr="00B71068">
        <w:t>ms</w:t>
      </w:r>
      <w:proofErr w:type="spellEnd"/>
      <w:r w:rsidRPr="00B71068">
        <w:t xml:space="preserve"> or less interval.</w:t>
      </w:r>
    </w:p>
    <w:p w14:paraId="771FEB55" w14:textId="77245E90" w:rsidR="00EB646F" w:rsidRPr="00B71068" w:rsidRDefault="00EB646F" w:rsidP="00EB646F">
      <w:pPr>
        <w:spacing w:after="120"/>
        <w:ind w:left="2268" w:right="1134" w:hanging="1134"/>
        <w:jc w:val="both"/>
      </w:pPr>
      <w:r w:rsidRPr="00B71068">
        <w:t>3.3.1.2</w:t>
      </w:r>
      <w:r w:rsidR="00DB31F9" w:rsidRPr="00B71068">
        <w:t>.</w:t>
      </w:r>
      <w:r w:rsidRPr="00B71068">
        <w:tab/>
        <w:t xml:space="preserve">Change in lateral vehicle velocity more than 8 km/h within a 150 </w:t>
      </w:r>
      <w:proofErr w:type="spellStart"/>
      <w:r w:rsidRPr="00B71068">
        <w:t>ms</w:t>
      </w:r>
      <w:proofErr w:type="spellEnd"/>
      <w:r w:rsidRPr="00B71068">
        <w:t xml:space="preserve"> or less interval</w:t>
      </w:r>
    </w:p>
    <w:p w14:paraId="1E941A36" w14:textId="494CA768" w:rsidR="00EB646F" w:rsidRPr="00B71068" w:rsidRDefault="00EB646F" w:rsidP="00EB646F">
      <w:pPr>
        <w:spacing w:after="120"/>
        <w:ind w:left="2268" w:right="1134" w:hanging="1134"/>
        <w:jc w:val="both"/>
      </w:pPr>
      <w:r w:rsidRPr="00B71068">
        <w:t>3.3.1.3</w:t>
      </w:r>
      <w:r w:rsidR="00DB31F9" w:rsidRPr="00B71068">
        <w:t>.</w:t>
      </w:r>
      <w:r w:rsidRPr="00B71068">
        <w:tab/>
        <w:t>Activation of Non-reversible occupant restraint system.</w:t>
      </w:r>
    </w:p>
    <w:p w14:paraId="32BE46AF" w14:textId="0A25EAD8" w:rsidR="00EB646F" w:rsidRPr="00B71068" w:rsidRDefault="00EB646F" w:rsidP="00EB646F">
      <w:pPr>
        <w:spacing w:after="120"/>
        <w:ind w:left="2268" w:right="1134" w:hanging="1134"/>
        <w:jc w:val="both"/>
      </w:pPr>
      <w:r w:rsidRPr="00B71068">
        <w:t>3.3.1.4</w:t>
      </w:r>
      <w:r w:rsidR="00DB31F9" w:rsidRPr="00B71068">
        <w:t>.</w:t>
      </w:r>
      <w:r w:rsidRPr="00B71068">
        <w:tab/>
        <w:t xml:space="preserve">Activation of </w:t>
      </w:r>
      <w:r w:rsidR="00AB2626" w:rsidRPr="00B71068">
        <w:rPr>
          <w:b/>
          <w:bCs/>
        </w:rPr>
        <w:t>Vulnerable road user</w:t>
      </w:r>
      <w:r w:rsidR="00AB2626" w:rsidRPr="00B71068">
        <w:t xml:space="preserve"> </w:t>
      </w:r>
      <w:r w:rsidRPr="00B71068">
        <w:rPr>
          <w:strike/>
        </w:rPr>
        <w:t>VRU</w:t>
      </w:r>
      <w:r w:rsidRPr="00B71068">
        <w:t xml:space="preserve"> secondary safety </w:t>
      </w:r>
      <w:r w:rsidRPr="00B71068">
        <w:rPr>
          <w:strike/>
        </w:rPr>
        <w:t xml:space="preserve">protection </w:t>
      </w:r>
      <w:r w:rsidRPr="00B71068">
        <w:t>system</w:t>
      </w:r>
    </w:p>
    <w:p w14:paraId="48AA82D6" w14:textId="7A0F1770" w:rsidR="00EB646F" w:rsidRPr="00B71068" w:rsidRDefault="00EB646F" w:rsidP="00EB646F">
      <w:pPr>
        <w:spacing w:after="120"/>
        <w:ind w:left="2268" w:right="1134" w:hanging="20"/>
        <w:jc w:val="both"/>
      </w:pPr>
      <w:r w:rsidRPr="00B71068">
        <w:t xml:space="preserve">If a vehicle is not equipped with any Vulnerable </w:t>
      </w:r>
      <w:r w:rsidR="00AB2626" w:rsidRPr="00B71068">
        <w:rPr>
          <w:b/>
          <w:bCs/>
        </w:rPr>
        <w:t>road user</w:t>
      </w:r>
      <w:r w:rsidR="00AB2626" w:rsidRPr="00B71068">
        <w:t xml:space="preserve"> </w:t>
      </w:r>
      <w:r w:rsidRPr="00B71068">
        <w:rPr>
          <w:strike/>
        </w:rPr>
        <w:t>Road User (VRU)</w:t>
      </w:r>
      <w:r w:rsidRPr="00B71068">
        <w:t xml:space="preserve"> secondary safety </w:t>
      </w:r>
      <w:r w:rsidRPr="00B71068">
        <w:rPr>
          <w:strike/>
        </w:rPr>
        <w:t>protection</w:t>
      </w:r>
      <w:r w:rsidRPr="00B71068">
        <w:t xml:space="preserve"> system, this document requires neither recording of data nor fitting of such systems. However, if the vehicle is equipped with such a system, then it is mandatory to record the event data following activation of this system whenever the Contracting Party so requires.</w:t>
      </w:r>
    </w:p>
    <w:p w14:paraId="506A2EB9" w14:textId="6D1EF865" w:rsidR="00EB646F" w:rsidRPr="00B71068" w:rsidRDefault="00EB646F" w:rsidP="00EB646F">
      <w:pPr>
        <w:spacing w:after="120"/>
        <w:ind w:left="2268" w:right="1134" w:hanging="1134"/>
        <w:jc w:val="both"/>
      </w:pPr>
      <w:bookmarkStart w:id="16" w:name="_Hlk43836492"/>
      <w:r w:rsidRPr="00B71068">
        <w:t>3.3.2</w:t>
      </w:r>
      <w:r w:rsidR="00DB31F9" w:rsidRPr="00B71068">
        <w:t>.</w:t>
      </w:r>
      <w:r w:rsidRPr="00B71068">
        <w:tab/>
        <w:t>Conditions for triggering locking of data</w:t>
      </w:r>
    </w:p>
    <w:bookmarkEnd w:id="16"/>
    <w:p w14:paraId="148F4707" w14:textId="77777777" w:rsidR="00EB646F" w:rsidRPr="00B71068" w:rsidRDefault="00EB646F" w:rsidP="00EB646F">
      <w:pPr>
        <w:spacing w:after="120"/>
        <w:ind w:left="2268" w:right="1134" w:hanging="1134"/>
        <w:jc w:val="both"/>
        <w:rPr>
          <w:lang w:val="en-US"/>
        </w:rPr>
      </w:pPr>
      <w:r w:rsidRPr="00B71068">
        <w:tab/>
      </w:r>
      <w:r w:rsidRPr="00B71068">
        <w:rPr>
          <w:lang w:val="en-US"/>
        </w:rPr>
        <w:t>In the circumstances provided below, the memory for the event shall be locked to prevent any future overwriting of the data.</w:t>
      </w:r>
    </w:p>
    <w:p w14:paraId="57A48686" w14:textId="77777777" w:rsidR="00EB646F" w:rsidRPr="00B71068" w:rsidRDefault="00EB646F" w:rsidP="00EB646F">
      <w:pPr>
        <w:spacing w:after="120"/>
        <w:ind w:left="2268" w:right="1134" w:hanging="1134"/>
        <w:jc w:val="both"/>
        <w:rPr>
          <w:lang w:val="en-US"/>
        </w:rPr>
      </w:pPr>
      <w:r w:rsidRPr="00B71068">
        <w:rPr>
          <w:lang w:val="en-US"/>
        </w:rPr>
        <w:t xml:space="preserve">3.3.2.1. </w:t>
      </w:r>
      <w:r w:rsidRPr="00B71068">
        <w:rPr>
          <w:lang w:val="en-US"/>
        </w:rPr>
        <w:tab/>
        <w:t>In all the cases where a non-reversible occupant restraint system is deployed.</w:t>
      </w:r>
    </w:p>
    <w:p w14:paraId="5DC9983F" w14:textId="35399E51" w:rsidR="00EB646F" w:rsidRPr="00B71068" w:rsidRDefault="00EB646F" w:rsidP="00EB646F">
      <w:pPr>
        <w:spacing w:after="120"/>
        <w:ind w:left="2268" w:right="1134" w:hanging="1134"/>
        <w:jc w:val="both"/>
        <w:rPr>
          <w:strike/>
        </w:rPr>
      </w:pPr>
      <w:r w:rsidRPr="00B71068">
        <w:t>3.3.2.2</w:t>
      </w:r>
      <w:r w:rsidR="00DB31F9" w:rsidRPr="00B71068">
        <w:t>.</w:t>
      </w:r>
      <w:r w:rsidRPr="00B71068">
        <w:tab/>
        <w:t xml:space="preserve">In the case of a frontal impact, if the vehicle is not equipped with a non-reversible restraint system for front impact, when the vehicle’s velocity change in x-axis direction exceeds 25 km/h within 150ms or less interval. </w:t>
      </w:r>
    </w:p>
    <w:p w14:paraId="19E2935D" w14:textId="2F4D2972" w:rsidR="00EB646F" w:rsidRPr="00B71068" w:rsidRDefault="00EB646F" w:rsidP="00EB646F">
      <w:pPr>
        <w:spacing w:after="120"/>
        <w:ind w:left="2268" w:right="1134" w:hanging="1134"/>
        <w:jc w:val="both"/>
        <w:rPr>
          <w:strike/>
        </w:rPr>
      </w:pPr>
      <w:r w:rsidRPr="00B71068">
        <w:rPr>
          <w:strike/>
        </w:rPr>
        <w:t>3.3.2.3</w:t>
      </w:r>
      <w:r w:rsidR="00DB31F9" w:rsidRPr="00B71068">
        <w:rPr>
          <w:strike/>
        </w:rPr>
        <w:t>.</w:t>
      </w:r>
      <w:r w:rsidRPr="00B71068">
        <w:rPr>
          <w:strike/>
        </w:rPr>
        <w:tab/>
        <w:t>[In the case of a rear impact, [if the vehicle is not equipped with a non-reversible restraint system for rear impact], when the vehicle’s velocity change in x-axis direction exceeds [xx] km/h within 150ms or less interval. [In circumstances, where a deployable restraint system is present the manufacturer can choose whether to trigger on restraint system deployment or the conditions above.]]</w:t>
      </w:r>
    </w:p>
    <w:p w14:paraId="243C0E89" w14:textId="2B0D60F0" w:rsidR="00EB646F" w:rsidRPr="00B71068" w:rsidRDefault="00EB646F" w:rsidP="00EB646F">
      <w:pPr>
        <w:spacing w:after="120"/>
        <w:ind w:left="2268" w:right="1134" w:hanging="1134"/>
        <w:jc w:val="both"/>
        <w:rPr>
          <w:color w:val="2F5496"/>
          <w:lang w:val="en-US"/>
        </w:rPr>
      </w:pPr>
      <w:r w:rsidRPr="00B71068">
        <w:t>3.3.2.4</w:t>
      </w:r>
      <w:r w:rsidR="00DB31F9" w:rsidRPr="00B71068">
        <w:t>.</w:t>
      </w:r>
      <w:r w:rsidRPr="00B71068">
        <w:tab/>
        <w:t xml:space="preserve">Activation of </w:t>
      </w:r>
      <w:r w:rsidR="00E015D7" w:rsidRPr="00B71068">
        <w:rPr>
          <w:b/>
          <w:bCs/>
        </w:rPr>
        <w:t>Vulnerable road user</w:t>
      </w:r>
      <w:r w:rsidR="00E015D7" w:rsidRPr="00B71068">
        <w:t xml:space="preserve"> </w:t>
      </w:r>
      <w:r w:rsidR="00E015D7" w:rsidRPr="00B71068">
        <w:rPr>
          <w:strike/>
        </w:rPr>
        <w:t>VRU</w:t>
      </w:r>
      <w:r w:rsidR="00E015D7" w:rsidRPr="00B71068">
        <w:t xml:space="preserve"> secondary safety </w:t>
      </w:r>
      <w:r w:rsidR="00E015D7" w:rsidRPr="00B71068">
        <w:rPr>
          <w:strike/>
        </w:rPr>
        <w:t xml:space="preserve">protection </w:t>
      </w:r>
      <w:r w:rsidRPr="00B71068">
        <w:t>system</w:t>
      </w:r>
    </w:p>
    <w:p w14:paraId="2F0656A4" w14:textId="170B81A5" w:rsidR="00EB646F" w:rsidRPr="00B71068" w:rsidRDefault="00EB646F" w:rsidP="00EB646F">
      <w:pPr>
        <w:pStyle w:val="SingleTxtG"/>
        <w:ind w:left="2268" w:hanging="1134"/>
        <w:rPr>
          <w:lang w:val="en-US"/>
        </w:rPr>
      </w:pPr>
      <w:r w:rsidRPr="00B71068">
        <w:rPr>
          <w:lang w:val="en-US"/>
        </w:rPr>
        <w:t>3.3.3</w:t>
      </w:r>
      <w:r w:rsidR="00DB31F9" w:rsidRPr="00B71068">
        <w:rPr>
          <w:lang w:val="en-US"/>
        </w:rPr>
        <w:t>.</w:t>
      </w:r>
      <w:r w:rsidRPr="00B71068">
        <w:rPr>
          <w:lang w:val="en-US"/>
        </w:rPr>
        <w:tab/>
        <w:t>Conditions for establishment of time zero</w:t>
      </w:r>
    </w:p>
    <w:p w14:paraId="2136A640" w14:textId="77777777" w:rsidR="00EB646F" w:rsidRPr="00B71068" w:rsidRDefault="00EB646F" w:rsidP="00EB646F">
      <w:pPr>
        <w:pStyle w:val="SingleTxtG"/>
        <w:ind w:left="2268" w:hanging="20"/>
        <w:rPr>
          <w:lang w:val="en-US"/>
        </w:rPr>
      </w:pPr>
      <w:r w:rsidRPr="00B71068">
        <w:rPr>
          <w:lang w:val="en-US"/>
        </w:rPr>
        <w:t>Time zero is established at the time when any of the following first occurs:</w:t>
      </w:r>
    </w:p>
    <w:p w14:paraId="4894A277" w14:textId="4E48F75E" w:rsidR="00EB646F" w:rsidRPr="00B71068" w:rsidRDefault="00EB646F" w:rsidP="00EB646F">
      <w:pPr>
        <w:pStyle w:val="SingleTxtG"/>
        <w:ind w:left="2268" w:hanging="1134"/>
        <w:rPr>
          <w:lang w:val="en-US"/>
        </w:rPr>
      </w:pPr>
      <w:r w:rsidRPr="00B71068">
        <w:rPr>
          <w:lang w:val="en-US"/>
        </w:rPr>
        <w:t>3.3.3.1</w:t>
      </w:r>
      <w:r w:rsidR="00DB31F9" w:rsidRPr="00B71068">
        <w:rPr>
          <w:lang w:val="en-US"/>
        </w:rPr>
        <w:t>.</w:t>
      </w:r>
      <w:r w:rsidRPr="00B71068">
        <w:rPr>
          <w:lang w:val="en-US"/>
        </w:rPr>
        <w:tab/>
        <w:t xml:space="preserve">For systems with </w:t>
      </w:r>
      <w:r w:rsidR="00DB31F9" w:rsidRPr="00B71068">
        <w:rPr>
          <w:lang w:val="en-US"/>
        </w:rPr>
        <w:t>"</w:t>
      </w:r>
      <w:r w:rsidRPr="00B71068">
        <w:rPr>
          <w:lang w:val="en-US"/>
        </w:rPr>
        <w:t>wake-up</w:t>
      </w:r>
      <w:r w:rsidR="00DB31F9" w:rsidRPr="00B71068">
        <w:rPr>
          <w:lang w:val="en-US"/>
        </w:rPr>
        <w:t>"</w:t>
      </w:r>
      <w:r w:rsidRPr="00B71068">
        <w:rPr>
          <w:lang w:val="en-US"/>
        </w:rPr>
        <w:t xml:space="preserve"> air bag control systems, the time at which the occupant restraint control algorithm is activated; or</w:t>
      </w:r>
    </w:p>
    <w:p w14:paraId="0929986F" w14:textId="5AA7625C" w:rsidR="00EB646F" w:rsidRPr="00B71068" w:rsidRDefault="00EB646F" w:rsidP="00EB646F">
      <w:pPr>
        <w:pStyle w:val="SingleTxtG"/>
        <w:ind w:left="2268" w:hanging="1134"/>
        <w:rPr>
          <w:lang w:val="en-US"/>
        </w:rPr>
      </w:pPr>
      <w:r w:rsidRPr="00B71068">
        <w:rPr>
          <w:lang w:val="en-US"/>
        </w:rPr>
        <w:t>3.3.3.2</w:t>
      </w:r>
      <w:r w:rsidR="00DB31F9" w:rsidRPr="00B71068">
        <w:rPr>
          <w:lang w:val="en-US"/>
        </w:rPr>
        <w:t>.</w:t>
      </w:r>
      <w:r w:rsidRPr="00B71068">
        <w:rPr>
          <w:lang w:val="en-US"/>
        </w:rPr>
        <w:tab/>
        <w:t>For continuously running algorithms,</w:t>
      </w:r>
    </w:p>
    <w:p w14:paraId="1BC98EB4" w14:textId="62755CCE" w:rsidR="00EB646F" w:rsidRPr="00B71068" w:rsidRDefault="00EB646F" w:rsidP="00EB646F">
      <w:pPr>
        <w:pStyle w:val="SingleTxtG"/>
        <w:ind w:left="2268" w:hanging="1134"/>
        <w:rPr>
          <w:lang w:val="en-US"/>
        </w:rPr>
      </w:pPr>
      <w:r w:rsidRPr="00B71068">
        <w:rPr>
          <w:lang w:val="en-US"/>
        </w:rPr>
        <w:t>3.3.3.2.1</w:t>
      </w:r>
      <w:r w:rsidR="00DB31F9" w:rsidRPr="00B71068">
        <w:rPr>
          <w:lang w:val="en-US"/>
        </w:rPr>
        <w:t>.</w:t>
      </w:r>
      <w:r w:rsidRPr="00B71068">
        <w:rPr>
          <w:lang w:val="en-US"/>
        </w:rPr>
        <w:tab/>
        <w:t xml:space="preserve">The first point in the interval where a longitudinal, cumulative delta-V of over 0.8 km/h is reached within a 20 </w:t>
      </w:r>
      <w:proofErr w:type="spellStart"/>
      <w:r w:rsidRPr="00B71068">
        <w:rPr>
          <w:lang w:val="en-US"/>
        </w:rPr>
        <w:t>ms</w:t>
      </w:r>
      <w:proofErr w:type="spellEnd"/>
      <w:r w:rsidRPr="00B71068">
        <w:rPr>
          <w:lang w:val="en-US"/>
        </w:rPr>
        <w:t xml:space="preserve"> time period; or</w:t>
      </w:r>
    </w:p>
    <w:p w14:paraId="1E744198" w14:textId="36145966" w:rsidR="00EB646F" w:rsidRPr="00B71068" w:rsidRDefault="00EB646F" w:rsidP="00EB646F">
      <w:pPr>
        <w:pStyle w:val="SingleTxtG"/>
        <w:ind w:left="2268" w:hanging="1134"/>
        <w:rPr>
          <w:lang w:val="en-US"/>
        </w:rPr>
      </w:pPr>
      <w:r w:rsidRPr="00B71068">
        <w:rPr>
          <w:lang w:val="en-US"/>
        </w:rPr>
        <w:t>3.3.3.2.2</w:t>
      </w:r>
      <w:r w:rsidR="00DB31F9" w:rsidRPr="00B71068">
        <w:rPr>
          <w:lang w:val="en-US"/>
        </w:rPr>
        <w:t>.</w:t>
      </w:r>
      <w:r w:rsidRPr="00B71068">
        <w:rPr>
          <w:lang w:val="en-US"/>
        </w:rPr>
        <w:tab/>
        <w:t xml:space="preserve">For vehicles that record </w:t>
      </w:r>
      <w:r w:rsidR="00DB31F9" w:rsidRPr="00B71068">
        <w:rPr>
          <w:lang w:val="en-US"/>
        </w:rPr>
        <w:t>"</w:t>
      </w:r>
      <w:r w:rsidRPr="00B71068">
        <w:rPr>
          <w:lang w:val="en-US"/>
        </w:rPr>
        <w:t>delta-V, lateral,</w:t>
      </w:r>
      <w:r w:rsidR="00DB31F9" w:rsidRPr="00B71068">
        <w:rPr>
          <w:lang w:val="en-US"/>
        </w:rPr>
        <w:t>"</w:t>
      </w:r>
      <w:r w:rsidRPr="00B71068">
        <w:rPr>
          <w:lang w:val="en-US"/>
        </w:rPr>
        <w:t xml:space="preserve"> the first point in the interval where a lateral, cumulative delta-V of over 0.8 km/h is reached within a 5 </w:t>
      </w:r>
      <w:proofErr w:type="spellStart"/>
      <w:r w:rsidRPr="00B71068">
        <w:rPr>
          <w:lang w:val="en-US"/>
        </w:rPr>
        <w:t>ms</w:t>
      </w:r>
      <w:proofErr w:type="spellEnd"/>
      <w:r w:rsidRPr="00B71068">
        <w:rPr>
          <w:lang w:val="en-US"/>
        </w:rPr>
        <w:t xml:space="preserve"> time period; or</w:t>
      </w:r>
    </w:p>
    <w:p w14:paraId="6D053284" w14:textId="0FE54174" w:rsidR="00EB646F" w:rsidRPr="00B71068" w:rsidRDefault="00EB646F" w:rsidP="00EB646F">
      <w:pPr>
        <w:pStyle w:val="SingleTxtG"/>
        <w:ind w:left="2268" w:hanging="1134"/>
        <w:rPr>
          <w:lang w:val="en-US"/>
        </w:rPr>
      </w:pPr>
      <w:r w:rsidRPr="00B71068">
        <w:rPr>
          <w:lang w:val="en-US"/>
        </w:rPr>
        <w:t>3.3.3.3</w:t>
      </w:r>
      <w:r w:rsidR="00DB31F9" w:rsidRPr="00B71068">
        <w:rPr>
          <w:lang w:val="en-US"/>
        </w:rPr>
        <w:t>.</w:t>
      </w:r>
      <w:r w:rsidRPr="00B71068">
        <w:rPr>
          <w:lang w:val="en-US"/>
        </w:rPr>
        <w:tab/>
        <w:t xml:space="preserve">Deployment of a non-reversable deployable restraint or activation of VRU secondary safety protection system. </w:t>
      </w:r>
    </w:p>
    <w:p w14:paraId="7B6FEB09" w14:textId="1440DB29" w:rsidR="00EB646F" w:rsidRPr="00B71068" w:rsidRDefault="00EB646F" w:rsidP="00EB646F">
      <w:pPr>
        <w:pStyle w:val="SingleTxtG"/>
        <w:ind w:left="2268" w:hanging="1134"/>
        <w:rPr>
          <w:lang w:val="en-US"/>
        </w:rPr>
      </w:pPr>
      <w:r w:rsidRPr="00B71068">
        <w:rPr>
          <w:lang w:val="en-US"/>
        </w:rPr>
        <w:t>3.3.4</w:t>
      </w:r>
      <w:r w:rsidR="00DB31F9" w:rsidRPr="00B71068">
        <w:rPr>
          <w:lang w:val="en-US"/>
        </w:rPr>
        <w:t>.</w:t>
      </w:r>
      <w:r w:rsidRPr="00B71068">
        <w:rPr>
          <w:lang w:val="en-US"/>
        </w:rPr>
        <w:tab/>
        <w:t>Overwriting</w:t>
      </w:r>
    </w:p>
    <w:p w14:paraId="39048564" w14:textId="77777777" w:rsidR="0055156C" w:rsidRPr="00B71068" w:rsidRDefault="0055156C" w:rsidP="0055156C">
      <w:pPr>
        <w:pStyle w:val="SingleTxtG"/>
        <w:ind w:left="2268" w:hanging="1134"/>
        <w:rPr>
          <w:b/>
          <w:bCs/>
          <w:lang w:val="en-US"/>
        </w:rPr>
      </w:pPr>
      <w:r w:rsidRPr="00B71068">
        <w:rPr>
          <w:b/>
          <w:bCs/>
          <w:lang w:val="en-US"/>
        </w:rPr>
        <w:t>3.3.4.1</w:t>
      </w:r>
      <w:r w:rsidRPr="00B71068">
        <w:rPr>
          <w:b/>
          <w:bCs/>
          <w:lang w:val="en-US"/>
        </w:rPr>
        <w:tab/>
        <w:t>If an EDR non-volatile memory buffer void of previous-event data is not available, the recorded data shall, subject to the provisions of paragraph 3.3.2., be overwritten by the current event data, on a first-in first-out basis, or according to different strategies decided by the manufacturer and made available to the relevant authorities of Contracting Parties.</w:t>
      </w:r>
    </w:p>
    <w:p w14:paraId="79D49D54" w14:textId="01AA31F1" w:rsidR="00CC573F" w:rsidRPr="00B71068" w:rsidRDefault="00CC573F" w:rsidP="0055156C">
      <w:pPr>
        <w:pStyle w:val="SingleTxtG"/>
        <w:ind w:left="2268" w:hanging="1134"/>
        <w:rPr>
          <w:b/>
          <w:bCs/>
          <w:lang w:val="en-US"/>
        </w:rPr>
      </w:pPr>
      <w:r w:rsidRPr="00B71068">
        <w:rPr>
          <w:b/>
          <w:bCs/>
          <w:lang w:val="en-US"/>
        </w:rPr>
        <w:t>[</w:t>
      </w:r>
      <w:r w:rsidR="00CC6A13" w:rsidRPr="00B71068">
        <w:rPr>
          <w:b/>
          <w:bCs/>
          <w:lang w:val="en-US"/>
        </w:rPr>
        <w:t>3.3.4.2</w:t>
      </w:r>
      <w:r w:rsidR="00CC6A13" w:rsidRPr="00B71068">
        <w:rPr>
          <w:b/>
          <w:bCs/>
          <w:lang w:val="en-US"/>
        </w:rPr>
        <w:tab/>
        <w:t>However, in any case, data recorded for at least [two/three events] [mandatory number of events referred to in paragraph 3.3.] following any of the trigger thresholds referred to in section 3.3.1 being reached can be overwritten only by data to be recorded following one of such trigger thresholds being reached and shall always overwrite data that have been recorded otherwise than following any of such trigger thresholds being reached.</w:t>
      </w:r>
      <w:r w:rsidRPr="00B71068">
        <w:rPr>
          <w:b/>
          <w:bCs/>
          <w:lang w:val="en-US"/>
        </w:rPr>
        <w:t>]</w:t>
      </w:r>
    </w:p>
    <w:p w14:paraId="17245F5B" w14:textId="507028A8" w:rsidR="0055156C" w:rsidRPr="00B71068" w:rsidRDefault="0055156C" w:rsidP="0055156C">
      <w:pPr>
        <w:pStyle w:val="SingleTxtG"/>
        <w:ind w:left="2268" w:hanging="1134"/>
        <w:rPr>
          <w:b/>
          <w:bCs/>
          <w:lang w:val="en-US"/>
        </w:rPr>
      </w:pPr>
      <w:r w:rsidRPr="00B71068">
        <w:rPr>
          <w:b/>
          <w:bCs/>
          <w:lang w:val="en-US"/>
        </w:rPr>
        <w:t>3.3.4.</w:t>
      </w:r>
      <w:r w:rsidR="00B76E51" w:rsidRPr="00B71068">
        <w:rPr>
          <w:b/>
          <w:bCs/>
          <w:lang w:val="en-US"/>
        </w:rPr>
        <w:t>3</w:t>
      </w:r>
      <w:r w:rsidRPr="00B71068">
        <w:rPr>
          <w:b/>
          <w:bCs/>
          <w:lang w:val="en-US"/>
        </w:rPr>
        <w:tab/>
        <w:t>Furthermore, if an EDR non-volatile memory buffer void of previous-event data is not available, data originating from non-reversible restraint system or VRU secondary safety system deployment events referred to in paragraph 3.3.2 shall always overwrite any other data.</w:t>
      </w:r>
    </w:p>
    <w:p w14:paraId="7A6D25A6" w14:textId="7E8C7509" w:rsidR="00EB646F" w:rsidRPr="00B71068" w:rsidRDefault="00EB646F" w:rsidP="00EB646F">
      <w:pPr>
        <w:spacing w:after="120"/>
        <w:ind w:left="2268" w:right="1134" w:hanging="1134"/>
        <w:jc w:val="both"/>
        <w:rPr>
          <w:lang w:val="en-US"/>
        </w:rPr>
      </w:pPr>
      <w:r w:rsidRPr="00B71068">
        <w:rPr>
          <w:lang w:val="en-US"/>
        </w:rPr>
        <w:t>3.3.5</w:t>
      </w:r>
      <w:r w:rsidR="00DB31F9" w:rsidRPr="00B71068">
        <w:rPr>
          <w:lang w:val="en-US"/>
        </w:rPr>
        <w:t>.</w:t>
      </w:r>
      <w:r w:rsidRPr="00B71068">
        <w:rPr>
          <w:lang w:val="en-US"/>
        </w:rPr>
        <w:tab/>
        <w:t>Power failure</w:t>
      </w:r>
    </w:p>
    <w:p w14:paraId="484A4020" w14:textId="77777777" w:rsidR="00EB646F" w:rsidRPr="00B71068" w:rsidRDefault="00EB646F" w:rsidP="00EB646F">
      <w:pPr>
        <w:spacing w:after="120"/>
        <w:ind w:left="2268" w:right="1134" w:hanging="1134"/>
        <w:jc w:val="both"/>
      </w:pPr>
      <w:r w:rsidRPr="00B71068">
        <w:rPr>
          <w:lang w:val="en-US"/>
        </w:rPr>
        <w:tab/>
        <w:t xml:space="preserve">Data recorded in non-volatile memory is retained after loss of power. </w:t>
      </w:r>
      <w:bookmarkStart w:id="17" w:name="_Hlk30880395"/>
    </w:p>
    <w:p w14:paraId="638AD7FA" w14:textId="6D72DD18" w:rsidR="00EB646F" w:rsidRPr="00B71068" w:rsidRDefault="00EB646F" w:rsidP="00EB646F">
      <w:pPr>
        <w:pStyle w:val="SingleTxtG"/>
        <w:ind w:left="2268" w:hanging="1134"/>
      </w:pPr>
      <w:bookmarkStart w:id="18" w:name="_Hlk43836939"/>
      <w:r w:rsidRPr="00B71068">
        <w:t>3.4</w:t>
      </w:r>
      <w:r w:rsidR="00DB31F9" w:rsidRPr="00B71068">
        <w:t>.</w:t>
      </w:r>
      <w:r w:rsidRPr="00B71068">
        <w:tab/>
        <w:t xml:space="preserve">Crash test performance and survivability </w:t>
      </w:r>
    </w:p>
    <w:bookmarkEnd w:id="17"/>
    <w:bookmarkEnd w:id="18"/>
    <w:p w14:paraId="608C6F2E" w14:textId="6A98C140" w:rsidR="00EB646F" w:rsidRPr="00B71068" w:rsidRDefault="00EB646F" w:rsidP="00EB646F">
      <w:pPr>
        <w:pStyle w:val="SingleTxtG"/>
        <w:ind w:left="2268" w:hanging="1134"/>
        <w:rPr>
          <w:lang w:val="en-US"/>
        </w:rPr>
      </w:pPr>
      <w:r w:rsidRPr="00B71068">
        <w:t>3.4.1</w:t>
      </w:r>
      <w:r w:rsidR="00DB31F9" w:rsidRPr="00B71068">
        <w:t>.</w:t>
      </w:r>
      <w:r w:rsidRPr="00B71068">
        <w:tab/>
      </w:r>
      <w:r w:rsidRPr="00B71068">
        <w:rPr>
          <w:lang w:val="en-US"/>
        </w:rPr>
        <w:t xml:space="preserve">Each vehicle subject to the requirements of National or regional frontal crash test regulations, shall conform with the specifications in paragraph 3.4.3. </w:t>
      </w:r>
    </w:p>
    <w:p w14:paraId="06921DFE" w14:textId="1EC159C2" w:rsidR="00EB646F" w:rsidRPr="00B71068" w:rsidRDefault="00EB646F" w:rsidP="00EB646F">
      <w:pPr>
        <w:pStyle w:val="SingleTxtG"/>
        <w:ind w:left="2268" w:hanging="1134"/>
        <w:rPr>
          <w:lang w:val="en-US"/>
        </w:rPr>
      </w:pPr>
      <w:r w:rsidRPr="00B71068">
        <w:rPr>
          <w:lang w:val="en-US"/>
        </w:rPr>
        <w:t>3.4.2</w:t>
      </w:r>
      <w:r w:rsidR="00DB31F9" w:rsidRPr="00B71068">
        <w:rPr>
          <w:lang w:val="en-US"/>
        </w:rPr>
        <w:t>.</w:t>
      </w:r>
      <w:r w:rsidRPr="00B71068">
        <w:rPr>
          <w:lang w:val="en-US"/>
        </w:rPr>
        <w:tab/>
        <w:t xml:space="preserve">Each vehicle subject to the requirements of National or regional side impact crash test regulations, </w:t>
      </w:r>
      <w:r w:rsidRPr="00B71068">
        <w:rPr>
          <w:strike/>
          <w:lang w:val="en-US"/>
        </w:rPr>
        <w:t xml:space="preserve">that meets </w:t>
      </w:r>
      <w:r w:rsidR="00566EDC" w:rsidRPr="00B71068">
        <w:rPr>
          <w:strike/>
          <w:lang w:val="en-US"/>
        </w:rPr>
        <w:t xml:space="preserve">the conditions specified in section 3.3.1 are met </w:t>
      </w:r>
      <w:r w:rsidRPr="00B71068">
        <w:rPr>
          <w:strike/>
          <w:lang w:val="en-US"/>
        </w:rPr>
        <w:t>a trigger threshold or has a [frontal] air bag deployment,</w:t>
      </w:r>
      <w:r w:rsidRPr="00B71068">
        <w:rPr>
          <w:lang w:val="en-US"/>
        </w:rPr>
        <w:t xml:space="preserve"> shall conform with the specifications of paragraph 3.4.3. </w:t>
      </w:r>
    </w:p>
    <w:p w14:paraId="78FA759F" w14:textId="77777777" w:rsidR="00566EDC" w:rsidRPr="00B71068" w:rsidRDefault="00EB646F" w:rsidP="00EB646F">
      <w:pPr>
        <w:pStyle w:val="SingleTxtG"/>
        <w:ind w:left="2268" w:hanging="1134"/>
        <w:rPr>
          <w:lang w:val="en-US"/>
        </w:rPr>
      </w:pPr>
      <w:r w:rsidRPr="00B71068">
        <w:rPr>
          <w:lang w:val="en-US"/>
        </w:rPr>
        <w:t>3.4.3</w:t>
      </w:r>
      <w:r w:rsidR="00DB31F9" w:rsidRPr="00B71068">
        <w:rPr>
          <w:lang w:val="en-US"/>
        </w:rPr>
        <w:t>.</w:t>
      </w:r>
      <w:r w:rsidRPr="00B71068">
        <w:rPr>
          <w:lang w:val="en-US"/>
        </w:rPr>
        <w:tab/>
        <w:t>The data elements required by paragraph 3.1, shall be recorded in the format specified by paragraph 3.2, exist at the completion of the crash test and the complete data recorded element shall read ‘‘yes’’ after the test. Elements that are not operating normally in crash tests (e.g., those related to engine operation, braking, etc.) are not required to meet the accuracy or resolution requirements in these crash tests.</w:t>
      </w:r>
      <w:bookmarkStart w:id="19" w:name="_Hlk43835872"/>
      <w:r w:rsidR="00566EDC" w:rsidRPr="00B71068">
        <w:rPr>
          <w:lang w:val="en-US"/>
        </w:rPr>
        <w:t xml:space="preserve"> </w:t>
      </w:r>
    </w:p>
    <w:p w14:paraId="2E954A6E" w14:textId="1EDFD9FF" w:rsidR="00EB646F" w:rsidRPr="00B71068" w:rsidRDefault="00566EDC" w:rsidP="00566EDC">
      <w:pPr>
        <w:pStyle w:val="SingleTxtG"/>
        <w:ind w:left="2268" w:hanging="20"/>
        <w:rPr>
          <w:lang w:val="en-US"/>
        </w:rPr>
      </w:pPr>
      <w:r w:rsidRPr="00B71068">
        <w:rPr>
          <w:lang w:val="en-US"/>
        </w:rPr>
        <w:t xml:space="preserve">Note TF currently working to further clarify that this does not apply to low speed test (e.g., bumper) that would not meet established trigger thresholds. </w:t>
      </w:r>
    </w:p>
    <w:bookmarkEnd w:id="19"/>
    <w:p w14:paraId="3F100511" w14:textId="78F889F4" w:rsidR="00EB646F" w:rsidRPr="00B71068" w:rsidRDefault="00EB646F" w:rsidP="00A20858">
      <w:pPr>
        <w:pStyle w:val="SingleTxtG"/>
        <w:ind w:left="2268" w:hanging="20"/>
        <w:rPr>
          <w:color w:val="FF0000"/>
        </w:rPr>
      </w:pPr>
      <w:r w:rsidRPr="00B71068">
        <w:rPr>
          <w:lang w:val="en-US"/>
        </w:rPr>
        <w:t>The data shall be retrievable even after an impact of a severity level set by UN-R94, /95 or/137, or other relevant national crash test procedures.</w:t>
      </w:r>
      <w:bookmarkStart w:id="20" w:name="_Hlk43838597"/>
      <w:bookmarkStart w:id="21" w:name="_Toc354410599"/>
    </w:p>
    <w:p w14:paraId="649F2302" w14:textId="77777777" w:rsidR="00EB646F" w:rsidRPr="00B71068" w:rsidRDefault="00EB646F" w:rsidP="00EB646F">
      <w:pPr>
        <w:pStyle w:val="SingleTxtG"/>
        <w:ind w:left="2248"/>
        <w:jc w:val="left"/>
        <w:rPr>
          <w:color w:val="FF0000"/>
        </w:rPr>
        <w:sectPr w:rsidR="00EB646F" w:rsidRPr="00B71068" w:rsidSect="001A2E47">
          <w:headerReference w:type="even" r:id="rId8"/>
          <w:headerReference w:type="default" r:id="rId9"/>
          <w:footerReference w:type="even" r:id="rId10"/>
          <w:footerReference w:type="default" r:id="rId11"/>
          <w:headerReference w:type="first" r:id="rId12"/>
          <w:endnotePr>
            <w:numFmt w:val="decimal"/>
          </w:endnotePr>
          <w:pgSz w:w="12240" w:h="20160" w:code="5"/>
          <w:pgMar w:top="1418" w:right="1134" w:bottom="1134" w:left="1134" w:header="851" w:footer="567" w:gutter="0"/>
          <w:cols w:space="720"/>
          <w:titlePg/>
          <w:docGrid w:linePitch="272"/>
        </w:sectPr>
      </w:pPr>
    </w:p>
    <w:bookmarkEnd w:id="20"/>
    <w:p w14:paraId="480EE8A8" w14:textId="37F193E4" w:rsidR="00EB646F" w:rsidRPr="00B71068" w:rsidRDefault="00566EDC" w:rsidP="000632BA">
      <w:pPr>
        <w:pStyle w:val="HChG"/>
        <w:rPr>
          <w:b w:val="0"/>
          <w:bCs/>
          <w:sz w:val="20"/>
          <w:szCs w:val="14"/>
          <w:lang w:val="en-US"/>
        </w:rPr>
      </w:pPr>
      <w:r w:rsidRPr="00B71068">
        <w:rPr>
          <w:lang w:val="en-US"/>
        </w:rPr>
        <w:t>[</w:t>
      </w:r>
      <w:r w:rsidR="00EB646F" w:rsidRPr="00B71068">
        <w:rPr>
          <w:lang w:val="en-US"/>
        </w:rPr>
        <w:t>Annex</w:t>
      </w:r>
      <w:bookmarkEnd w:id="21"/>
      <w:r w:rsidR="00BF3ED6" w:rsidRPr="00B71068">
        <w:rPr>
          <w:lang w:val="en-US"/>
        </w:rPr>
        <w:t xml:space="preserve"> 1</w:t>
      </w:r>
    </w:p>
    <w:p w14:paraId="7F004234" w14:textId="727C2666" w:rsidR="00EB646F" w:rsidRPr="00B71068" w:rsidRDefault="00EB646F" w:rsidP="000632BA">
      <w:pPr>
        <w:pStyle w:val="HChG"/>
        <w:rPr>
          <w:lang w:val="en-US"/>
        </w:rPr>
      </w:pPr>
      <w:r w:rsidRPr="00B71068">
        <w:rPr>
          <w:lang w:val="en-US"/>
        </w:rPr>
        <w:tab/>
      </w:r>
      <w:r w:rsidR="000632BA" w:rsidRPr="00B71068">
        <w:rPr>
          <w:lang w:val="en-US"/>
        </w:rPr>
        <w:tab/>
      </w:r>
      <w:r w:rsidR="000632BA" w:rsidRPr="00B71068">
        <w:rPr>
          <w:lang w:val="en-US"/>
        </w:rPr>
        <w:tab/>
      </w:r>
      <w:r w:rsidRPr="00B71068">
        <w:rPr>
          <w:lang w:val="en-US"/>
        </w:rPr>
        <w:t xml:space="preserve">Data </w:t>
      </w:r>
      <w:r w:rsidR="00844CAB" w:rsidRPr="00B71068">
        <w:rPr>
          <w:lang w:val="en-US"/>
        </w:rPr>
        <w:t>e</w:t>
      </w:r>
      <w:r w:rsidRPr="00B71068">
        <w:rPr>
          <w:lang w:val="en-US"/>
        </w:rPr>
        <w:t xml:space="preserve">lements and </w:t>
      </w:r>
      <w:r w:rsidR="00844CAB" w:rsidRPr="00B71068">
        <w:rPr>
          <w:lang w:val="en-US"/>
        </w:rPr>
        <w:t>f</w:t>
      </w:r>
      <w:r w:rsidRPr="00B71068">
        <w:rPr>
          <w:lang w:val="en-US"/>
        </w:rPr>
        <w:t>ormat</w:t>
      </w:r>
    </w:p>
    <w:p w14:paraId="26EC660C" w14:textId="751C3982" w:rsidR="000632BA" w:rsidRPr="00B71068" w:rsidRDefault="000632BA" w:rsidP="000632BA">
      <w:pPr>
        <w:rPr>
          <w:bCs/>
          <w:sz w:val="16"/>
          <w:szCs w:val="16"/>
          <w:lang w:val="en-US"/>
        </w:rPr>
      </w:pPr>
      <w:r w:rsidRPr="00B71068">
        <w:rPr>
          <w:bCs/>
          <w:szCs w:val="14"/>
          <w:lang w:val="en-US"/>
        </w:rPr>
        <w:t>Table 1</w:t>
      </w:r>
    </w:p>
    <w:tbl>
      <w:tblPr>
        <w:tblW w:w="9637" w:type="dxa"/>
        <w:tblLayout w:type="fixed"/>
        <w:tblCellMar>
          <w:left w:w="0" w:type="dxa"/>
          <w:right w:w="0" w:type="dxa"/>
        </w:tblCellMar>
        <w:tblLook w:val="04A0" w:firstRow="1" w:lastRow="0" w:firstColumn="1" w:lastColumn="0" w:noHBand="0" w:noVBand="1"/>
      </w:tblPr>
      <w:tblGrid>
        <w:gridCol w:w="1560"/>
        <w:gridCol w:w="1203"/>
        <w:gridCol w:w="1437"/>
        <w:gridCol w:w="1024"/>
        <w:gridCol w:w="1722"/>
        <w:gridCol w:w="1220"/>
        <w:gridCol w:w="1471"/>
      </w:tblGrid>
      <w:tr w:rsidR="000632BA" w:rsidRPr="00B71068" w14:paraId="621092FD" w14:textId="77777777" w:rsidTr="00844CAB">
        <w:trPr>
          <w:cantSplit/>
          <w:tblHeader/>
        </w:trPr>
        <w:tc>
          <w:tcPr>
            <w:tcW w:w="1560" w:type="dxa"/>
            <w:tcBorders>
              <w:top w:val="single" w:sz="4" w:space="0" w:color="auto"/>
              <w:bottom w:val="single" w:sz="12" w:space="0" w:color="auto"/>
            </w:tcBorders>
            <w:shd w:val="clear" w:color="auto" w:fill="auto"/>
            <w:vAlign w:val="bottom"/>
          </w:tcPr>
          <w:p w14:paraId="47F8C88A"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Data element</w:t>
            </w:r>
          </w:p>
        </w:tc>
        <w:tc>
          <w:tcPr>
            <w:tcW w:w="1203" w:type="dxa"/>
            <w:tcBorders>
              <w:top w:val="single" w:sz="4" w:space="0" w:color="auto"/>
              <w:bottom w:val="single" w:sz="12" w:space="0" w:color="auto"/>
            </w:tcBorders>
            <w:shd w:val="clear" w:color="auto" w:fill="auto"/>
            <w:vAlign w:val="bottom"/>
          </w:tcPr>
          <w:p w14:paraId="2E323585" w14:textId="2ABB9DFC"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Condition for requirement</w:t>
            </w:r>
            <w:r w:rsidR="001B6F50" w:rsidRPr="00B71068">
              <w:rPr>
                <w:rStyle w:val="FootnoteReference"/>
                <w:rFonts w:eastAsia="Calibri"/>
                <w:b/>
                <w:bCs/>
                <w:i/>
                <w:lang w:val="en-US"/>
              </w:rPr>
              <w:footnoteReference w:id="2"/>
            </w:r>
          </w:p>
        </w:tc>
        <w:tc>
          <w:tcPr>
            <w:tcW w:w="1437" w:type="dxa"/>
            <w:tcBorders>
              <w:top w:val="single" w:sz="4" w:space="0" w:color="auto"/>
              <w:bottom w:val="single" w:sz="12" w:space="0" w:color="auto"/>
            </w:tcBorders>
            <w:shd w:val="clear" w:color="auto" w:fill="auto"/>
            <w:vAlign w:val="bottom"/>
          </w:tcPr>
          <w:p w14:paraId="573BEB8F"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Recording interval/time</w:t>
            </w:r>
            <w:r w:rsidRPr="00B71068">
              <w:rPr>
                <w:rFonts w:eastAsia="Calibri"/>
                <w:i/>
                <w:sz w:val="16"/>
                <w:vertAlign w:val="superscript"/>
                <w:lang w:val="en-US"/>
              </w:rPr>
              <w:footnoteReference w:id="3"/>
            </w:r>
            <w:r w:rsidRPr="00B71068">
              <w:rPr>
                <w:rFonts w:eastAsia="Calibri"/>
                <w:i/>
                <w:sz w:val="16"/>
                <w:lang w:val="en-US"/>
              </w:rPr>
              <w:t xml:space="preserve"> (relative to time zero)</w:t>
            </w:r>
          </w:p>
        </w:tc>
        <w:tc>
          <w:tcPr>
            <w:tcW w:w="1024" w:type="dxa"/>
            <w:tcBorders>
              <w:top w:val="single" w:sz="4" w:space="0" w:color="auto"/>
              <w:bottom w:val="single" w:sz="12" w:space="0" w:color="auto"/>
            </w:tcBorders>
            <w:shd w:val="clear" w:color="auto" w:fill="auto"/>
            <w:vAlign w:val="bottom"/>
          </w:tcPr>
          <w:p w14:paraId="30C8A84A"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Data sample rate (samples per second)</w:t>
            </w:r>
          </w:p>
        </w:tc>
        <w:tc>
          <w:tcPr>
            <w:tcW w:w="1722" w:type="dxa"/>
            <w:tcBorders>
              <w:top w:val="single" w:sz="4" w:space="0" w:color="auto"/>
              <w:bottom w:val="single" w:sz="12" w:space="0" w:color="auto"/>
            </w:tcBorders>
            <w:shd w:val="clear" w:color="auto" w:fill="auto"/>
            <w:vAlign w:val="bottom"/>
          </w:tcPr>
          <w:p w14:paraId="1CECE278"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Minimum range</w:t>
            </w:r>
          </w:p>
        </w:tc>
        <w:tc>
          <w:tcPr>
            <w:tcW w:w="1220" w:type="dxa"/>
            <w:tcBorders>
              <w:top w:val="single" w:sz="4" w:space="0" w:color="auto"/>
              <w:bottom w:val="single" w:sz="12" w:space="0" w:color="auto"/>
            </w:tcBorders>
            <w:shd w:val="clear" w:color="auto" w:fill="auto"/>
            <w:vAlign w:val="bottom"/>
          </w:tcPr>
          <w:p w14:paraId="46B8E94A"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Accuracy</w:t>
            </w:r>
            <w:r w:rsidRPr="00B71068">
              <w:rPr>
                <w:rFonts w:eastAsia="Calibri"/>
                <w:i/>
                <w:sz w:val="16"/>
                <w:vertAlign w:val="superscript"/>
                <w:lang w:val="en-US"/>
              </w:rPr>
              <w:footnoteReference w:id="4"/>
            </w:r>
          </w:p>
        </w:tc>
        <w:tc>
          <w:tcPr>
            <w:tcW w:w="1471" w:type="dxa"/>
            <w:tcBorders>
              <w:top w:val="single" w:sz="4" w:space="0" w:color="auto"/>
              <w:bottom w:val="single" w:sz="12" w:space="0" w:color="auto"/>
            </w:tcBorders>
            <w:shd w:val="clear" w:color="auto" w:fill="auto"/>
            <w:vAlign w:val="bottom"/>
          </w:tcPr>
          <w:p w14:paraId="3EDA919A"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Resolution</w:t>
            </w:r>
          </w:p>
        </w:tc>
      </w:tr>
      <w:tr w:rsidR="000632BA" w:rsidRPr="00B71068" w14:paraId="35C88248" w14:textId="77777777" w:rsidTr="00844CAB">
        <w:trPr>
          <w:cantSplit/>
          <w:trHeight w:hRule="exact" w:val="113"/>
          <w:tblHeader/>
        </w:trPr>
        <w:tc>
          <w:tcPr>
            <w:tcW w:w="1560" w:type="dxa"/>
            <w:tcBorders>
              <w:top w:val="single" w:sz="12" w:space="0" w:color="auto"/>
            </w:tcBorders>
            <w:shd w:val="clear" w:color="auto" w:fill="auto"/>
          </w:tcPr>
          <w:p w14:paraId="104A6A7C" w14:textId="77777777" w:rsidR="000632BA" w:rsidRPr="00B71068" w:rsidRDefault="000632BA" w:rsidP="000632BA">
            <w:pPr>
              <w:spacing w:before="40" w:after="120"/>
              <w:ind w:right="113"/>
              <w:rPr>
                <w:rFonts w:eastAsia="Calibri"/>
                <w:lang w:val="en-US"/>
              </w:rPr>
            </w:pPr>
          </w:p>
        </w:tc>
        <w:tc>
          <w:tcPr>
            <w:tcW w:w="1203" w:type="dxa"/>
            <w:tcBorders>
              <w:top w:val="single" w:sz="12" w:space="0" w:color="auto"/>
            </w:tcBorders>
            <w:shd w:val="clear" w:color="auto" w:fill="auto"/>
          </w:tcPr>
          <w:p w14:paraId="11E3CB6D" w14:textId="77777777" w:rsidR="000632BA" w:rsidRPr="00B71068" w:rsidRDefault="000632BA" w:rsidP="000632BA">
            <w:pPr>
              <w:spacing w:before="40" w:after="120"/>
              <w:ind w:right="113"/>
              <w:rPr>
                <w:rFonts w:eastAsia="Calibri"/>
                <w:lang w:val="en-US"/>
              </w:rPr>
            </w:pPr>
          </w:p>
        </w:tc>
        <w:tc>
          <w:tcPr>
            <w:tcW w:w="1437" w:type="dxa"/>
            <w:tcBorders>
              <w:top w:val="single" w:sz="12" w:space="0" w:color="auto"/>
            </w:tcBorders>
            <w:shd w:val="clear" w:color="auto" w:fill="auto"/>
          </w:tcPr>
          <w:p w14:paraId="6AFFC6CC" w14:textId="77777777" w:rsidR="000632BA" w:rsidRPr="00B71068" w:rsidRDefault="000632BA" w:rsidP="000632BA">
            <w:pPr>
              <w:spacing w:before="40" w:after="120"/>
              <w:ind w:right="113"/>
              <w:rPr>
                <w:rFonts w:eastAsia="Calibri"/>
                <w:lang w:val="en-US"/>
              </w:rPr>
            </w:pPr>
          </w:p>
        </w:tc>
        <w:tc>
          <w:tcPr>
            <w:tcW w:w="1024" w:type="dxa"/>
            <w:tcBorders>
              <w:top w:val="single" w:sz="12" w:space="0" w:color="auto"/>
            </w:tcBorders>
            <w:shd w:val="clear" w:color="auto" w:fill="auto"/>
          </w:tcPr>
          <w:p w14:paraId="717A74C5" w14:textId="77777777" w:rsidR="000632BA" w:rsidRPr="00B71068" w:rsidRDefault="000632BA" w:rsidP="000632BA">
            <w:pPr>
              <w:spacing w:before="40" w:after="120"/>
              <w:ind w:right="113"/>
              <w:rPr>
                <w:rFonts w:eastAsia="Calibri"/>
                <w:lang w:val="en-US"/>
              </w:rPr>
            </w:pPr>
          </w:p>
        </w:tc>
        <w:tc>
          <w:tcPr>
            <w:tcW w:w="1722" w:type="dxa"/>
            <w:tcBorders>
              <w:top w:val="single" w:sz="12" w:space="0" w:color="auto"/>
            </w:tcBorders>
            <w:shd w:val="clear" w:color="auto" w:fill="auto"/>
          </w:tcPr>
          <w:p w14:paraId="01DEA2BB" w14:textId="77777777" w:rsidR="000632BA" w:rsidRPr="00B71068" w:rsidRDefault="000632BA" w:rsidP="000632BA">
            <w:pPr>
              <w:spacing w:before="40" w:after="120"/>
              <w:ind w:right="113"/>
              <w:rPr>
                <w:rFonts w:eastAsia="Calibri"/>
                <w:lang w:val="en-US"/>
              </w:rPr>
            </w:pPr>
          </w:p>
        </w:tc>
        <w:tc>
          <w:tcPr>
            <w:tcW w:w="1220" w:type="dxa"/>
            <w:tcBorders>
              <w:top w:val="single" w:sz="12" w:space="0" w:color="auto"/>
            </w:tcBorders>
            <w:shd w:val="clear" w:color="auto" w:fill="auto"/>
          </w:tcPr>
          <w:p w14:paraId="55158878" w14:textId="77777777" w:rsidR="000632BA" w:rsidRPr="00B71068" w:rsidRDefault="000632BA" w:rsidP="000632BA">
            <w:pPr>
              <w:spacing w:before="40" w:after="120"/>
              <w:ind w:right="113"/>
              <w:rPr>
                <w:rFonts w:eastAsia="Calibri"/>
                <w:lang w:val="en-US"/>
              </w:rPr>
            </w:pPr>
          </w:p>
        </w:tc>
        <w:tc>
          <w:tcPr>
            <w:tcW w:w="1471" w:type="dxa"/>
            <w:tcBorders>
              <w:top w:val="single" w:sz="12" w:space="0" w:color="auto"/>
            </w:tcBorders>
            <w:shd w:val="clear" w:color="auto" w:fill="auto"/>
          </w:tcPr>
          <w:p w14:paraId="362147B4" w14:textId="77777777" w:rsidR="000632BA" w:rsidRPr="00B71068" w:rsidRDefault="000632BA" w:rsidP="000632BA">
            <w:pPr>
              <w:spacing w:before="40" w:after="120"/>
              <w:ind w:right="113"/>
              <w:rPr>
                <w:rFonts w:eastAsia="Calibri"/>
                <w:lang w:val="en-US"/>
              </w:rPr>
            </w:pPr>
          </w:p>
        </w:tc>
      </w:tr>
      <w:tr w:rsidR="00EB646F" w:rsidRPr="00B71068" w14:paraId="5E3959DC" w14:textId="77777777" w:rsidTr="00844CAB">
        <w:trPr>
          <w:cantSplit/>
        </w:trPr>
        <w:tc>
          <w:tcPr>
            <w:tcW w:w="1560" w:type="dxa"/>
            <w:tcBorders>
              <w:bottom w:val="single" w:sz="4" w:space="0" w:color="auto"/>
            </w:tcBorders>
            <w:shd w:val="clear" w:color="auto" w:fill="auto"/>
          </w:tcPr>
          <w:p w14:paraId="30E3F024" w14:textId="77777777" w:rsidR="00EB646F" w:rsidRPr="00B71068" w:rsidRDefault="00EB646F" w:rsidP="000632BA">
            <w:pPr>
              <w:spacing w:before="40" w:after="120"/>
              <w:ind w:right="113"/>
              <w:rPr>
                <w:rFonts w:eastAsia="Calibri"/>
                <w:lang w:val="en-US"/>
              </w:rPr>
            </w:pPr>
            <w:r w:rsidRPr="00B71068">
              <w:rPr>
                <w:rFonts w:eastAsia="Calibri"/>
                <w:lang w:val="en-US"/>
              </w:rPr>
              <w:t>Delta-V, longitudinal</w:t>
            </w:r>
          </w:p>
        </w:tc>
        <w:tc>
          <w:tcPr>
            <w:tcW w:w="1203" w:type="dxa"/>
            <w:tcBorders>
              <w:bottom w:val="single" w:sz="4" w:space="0" w:color="auto"/>
            </w:tcBorders>
            <w:shd w:val="clear" w:color="auto" w:fill="auto"/>
          </w:tcPr>
          <w:p w14:paraId="33807510" w14:textId="119DD1EB" w:rsidR="00EB646F" w:rsidRPr="00B71068" w:rsidRDefault="00A0304E" w:rsidP="000632BA">
            <w:pPr>
              <w:spacing w:before="40" w:after="120"/>
              <w:ind w:right="113"/>
              <w:rPr>
                <w:rFonts w:eastAsia="Calibri"/>
                <w:lang w:val="en-US"/>
              </w:rPr>
            </w:pPr>
            <w:r w:rsidRPr="00B71068">
              <w:rPr>
                <w:rFonts w:eastAsia="Calibri"/>
                <w:lang w:val="en-US"/>
              </w:rPr>
              <w:t>[</w:t>
            </w:r>
            <w:r w:rsidR="00EB646F" w:rsidRPr="00B71068">
              <w:rPr>
                <w:rFonts w:eastAsia="Calibri"/>
                <w:lang w:val="en-US"/>
              </w:rPr>
              <w:t>Mandatory</w:t>
            </w:r>
            <w:r w:rsidRPr="00B71068">
              <w:rPr>
                <w:rFonts w:eastAsia="Calibri"/>
                <w:lang w:val="en-US"/>
              </w:rPr>
              <w:t>]</w:t>
            </w:r>
            <w:r w:rsidR="00A3315B" w:rsidRPr="00B71068">
              <w:rPr>
                <w:rFonts w:eastAsia="Calibri"/>
                <w:lang w:val="en-US"/>
              </w:rPr>
              <w:t xml:space="preserve"> </w:t>
            </w:r>
          </w:p>
        </w:tc>
        <w:tc>
          <w:tcPr>
            <w:tcW w:w="1437" w:type="dxa"/>
            <w:tcBorders>
              <w:bottom w:val="single" w:sz="4" w:space="0" w:color="auto"/>
            </w:tcBorders>
            <w:shd w:val="clear" w:color="auto" w:fill="auto"/>
          </w:tcPr>
          <w:p w14:paraId="6217B470" w14:textId="242DC281" w:rsidR="00EB646F" w:rsidRPr="00B71068" w:rsidRDefault="00EB646F" w:rsidP="000632BA">
            <w:pPr>
              <w:spacing w:before="40" w:after="120"/>
              <w:ind w:right="113"/>
              <w:rPr>
                <w:rFonts w:eastAsia="Calibri"/>
                <w:lang w:val="en-US"/>
              </w:rPr>
            </w:pPr>
          </w:p>
        </w:tc>
        <w:tc>
          <w:tcPr>
            <w:tcW w:w="1024" w:type="dxa"/>
            <w:tcBorders>
              <w:bottom w:val="single" w:sz="4" w:space="0" w:color="auto"/>
            </w:tcBorders>
            <w:shd w:val="clear" w:color="auto" w:fill="auto"/>
          </w:tcPr>
          <w:p w14:paraId="42720D6C" w14:textId="237A4174" w:rsidR="00EB646F" w:rsidRPr="00B71068" w:rsidRDefault="00EB646F" w:rsidP="000632BA">
            <w:pPr>
              <w:spacing w:before="40" w:after="120"/>
              <w:ind w:right="113"/>
              <w:rPr>
                <w:rFonts w:eastAsia="Calibri"/>
                <w:lang w:val="en-US"/>
              </w:rPr>
            </w:pPr>
          </w:p>
        </w:tc>
        <w:tc>
          <w:tcPr>
            <w:tcW w:w="1722" w:type="dxa"/>
            <w:tcBorders>
              <w:bottom w:val="single" w:sz="4" w:space="0" w:color="auto"/>
            </w:tcBorders>
            <w:shd w:val="clear" w:color="auto" w:fill="auto"/>
          </w:tcPr>
          <w:p w14:paraId="2C79AED1" w14:textId="78850E15" w:rsidR="00EB646F" w:rsidRPr="00B71068" w:rsidRDefault="00EB646F" w:rsidP="000632BA">
            <w:pPr>
              <w:spacing w:before="40" w:after="120"/>
              <w:ind w:right="113"/>
              <w:rPr>
                <w:rFonts w:eastAsia="Calibri"/>
                <w:lang w:val="en-US"/>
              </w:rPr>
            </w:pPr>
          </w:p>
        </w:tc>
        <w:tc>
          <w:tcPr>
            <w:tcW w:w="1220" w:type="dxa"/>
            <w:tcBorders>
              <w:bottom w:val="single" w:sz="4" w:space="0" w:color="auto"/>
            </w:tcBorders>
            <w:shd w:val="clear" w:color="auto" w:fill="auto"/>
          </w:tcPr>
          <w:p w14:paraId="533465CF" w14:textId="57A88F0F" w:rsidR="00EB646F" w:rsidRPr="00B71068" w:rsidRDefault="00EB646F" w:rsidP="000632BA">
            <w:pPr>
              <w:spacing w:before="40" w:after="120"/>
              <w:ind w:right="113"/>
              <w:rPr>
                <w:rFonts w:eastAsia="Calibri"/>
                <w:lang w:val="en-US"/>
              </w:rPr>
            </w:pPr>
          </w:p>
        </w:tc>
        <w:tc>
          <w:tcPr>
            <w:tcW w:w="1471" w:type="dxa"/>
            <w:tcBorders>
              <w:bottom w:val="single" w:sz="4" w:space="0" w:color="auto"/>
            </w:tcBorders>
            <w:shd w:val="clear" w:color="auto" w:fill="auto"/>
          </w:tcPr>
          <w:p w14:paraId="1C32A6E5" w14:textId="7C4E01D0" w:rsidR="00EB646F" w:rsidRPr="00B71068" w:rsidRDefault="00EB646F" w:rsidP="000632BA">
            <w:pPr>
              <w:spacing w:before="40" w:after="120"/>
              <w:ind w:right="113"/>
              <w:rPr>
                <w:rFonts w:eastAsia="Calibri"/>
                <w:lang w:val="en-US"/>
              </w:rPr>
            </w:pPr>
          </w:p>
        </w:tc>
      </w:tr>
      <w:tr w:rsidR="00EB646F" w:rsidRPr="00B71068" w14:paraId="17A564D0" w14:textId="77777777" w:rsidTr="00844CAB">
        <w:trPr>
          <w:cantSplit/>
        </w:trPr>
        <w:tc>
          <w:tcPr>
            <w:tcW w:w="1560" w:type="dxa"/>
            <w:tcBorders>
              <w:top w:val="single" w:sz="4" w:space="0" w:color="auto"/>
              <w:bottom w:val="single" w:sz="4" w:space="0" w:color="auto"/>
            </w:tcBorders>
            <w:shd w:val="clear" w:color="auto" w:fill="auto"/>
          </w:tcPr>
          <w:p w14:paraId="59392F60" w14:textId="77777777" w:rsidR="00EB646F" w:rsidRPr="00B71068" w:rsidRDefault="00EB646F" w:rsidP="000632BA">
            <w:pPr>
              <w:spacing w:before="40" w:after="120"/>
              <w:ind w:right="113"/>
              <w:rPr>
                <w:rFonts w:eastAsia="Calibri"/>
                <w:lang w:val="en-US"/>
              </w:rPr>
            </w:pPr>
            <w:r w:rsidRPr="00B71068">
              <w:rPr>
                <w:rFonts w:eastAsia="Calibri"/>
                <w:lang w:val="en-US"/>
              </w:rPr>
              <w:t>Maximum delta-V, longitudinal</w:t>
            </w:r>
          </w:p>
        </w:tc>
        <w:tc>
          <w:tcPr>
            <w:tcW w:w="1203" w:type="dxa"/>
            <w:tcBorders>
              <w:top w:val="single" w:sz="4" w:space="0" w:color="auto"/>
              <w:bottom w:val="single" w:sz="4" w:space="0" w:color="auto"/>
            </w:tcBorders>
            <w:shd w:val="clear" w:color="auto" w:fill="auto"/>
          </w:tcPr>
          <w:p w14:paraId="01DB69A5" w14:textId="525245EE"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9708468" w14:textId="64E9C171"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C945CBB" w14:textId="7C730DEA"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2B63F55" w14:textId="1A0993AD"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4A89212" w14:textId="26C621C0"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1F88F7C" w14:textId="0A8B8DA8" w:rsidR="00EB646F" w:rsidRPr="00B71068" w:rsidRDefault="00EB646F" w:rsidP="000632BA">
            <w:pPr>
              <w:spacing w:before="40" w:after="120"/>
              <w:ind w:right="113"/>
              <w:rPr>
                <w:rFonts w:eastAsia="Calibri"/>
                <w:lang w:val="en-US"/>
              </w:rPr>
            </w:pPr>
          </w:p>
        </w:tc>
      </w:tr>
      <w:tr w:rsidR="00EB646F" w:rsidRPr="00B71068" w14:paraId="00FD4832" w14:textId="77777777" w:rsidTr="00844CAB">
        <w:trPr>
          <w:cantSplit/>
        </w:trPr>
        <w:tc>
          <w:tcPr>
            <w:tcW w:w="1560" w:type="dxa"/>
            <w:tcBorders>
              <w:top w:val="single" w:sz="4" w:space="0" w:color="auto"/>
              <w:bottom w:val="single" w:sz="4" w:space="0" w:color="auto"/>
            </w:tcBorders>
            <w:shd w:val="clear" w:color="auto" w:fill="auto"/>
          </w:tcPr>
          <w:p w14:paraId="3F192E18" w14:textId="77777777" w:rsidR="00EB646F" w:rsidRPr="00B71068" w:rsidRDefault="00EB646F" w:rsidP="000632BA">
            <w:pPr>
              <w:spacing w:before="40" w:after="120"/>
              <w:ind w:right="113"/>
              <w:rPr>
                <w:rFonts w:eastAsia="Calibri"/>
                <w:lang w:val="en-US"/>
              </w:rPr>
            </w:pPr>
            <w:r w:rsidRPr="00B71068">
              <w:rPr>
                <w:rFonts w:eastAsia="Calibri"/>
                <w:lang w:val="en-US"/>
              </w:rPr>
              <w:t xml:space="preserve">Time, maximum </w:t>
            </w:r>
            <w:proofErr w:type="gramStart"/>
            <w:r w:rsidRPr="00B71068">
              <w:rPr>
                <w:rFonts w:eastAsia="Calibri"/>
                <w:lang w:val="en-US"/>
              </w:rPr>
              <w:t>delta-V</w:t>
            </w:r>
            <w:proofErr w:type="gramEnd"/>
          </w:p>
        </w:tc>
        <w:tc>
          <w:tcPr>
            <w:tcW w:w="1203" w:type="dxa"/>
            <w:tcBorders>
              <w:top w:val="single" w:sz="4" w:space="0" w:color="auto"/>
              <w:bottom w:val="single" w:sz="4" w:space="0" w:color="auto"/>
            </w:tcBorders>
            <w:shd w:val="clear" w:color="auto" w:fill="auto"/>
          </w:tcPr>
          <w:p w14:paraId="440A20D7" w14:textId="3951A808"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39AB4F1" w14:textId="7411BF76"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11C5D69" w14:textId="046A10C3"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8387982" w14:textId="01E68ADE"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99A4D83" w14:textId="31CF89CF"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F9C79E7" w14:textId="76AEFA91" w:rsidR="00EB646F" w:rsidRPr="00B71068" w:rsidRDefault="00EB646F" w:rsidP="000632BA">
            <w:pPr>
              <w:spacing w:before="40" w:after="120"/>
              <w:ind w:right="113"/>
              <w:rPr>
                <w:rFonts w:eastAsia="Calibri"/>
                <w:lang w:val="en-US"/>
              </w:rPr>
            </w:pPr>
          </w:p>
        </w:tc>
      </w:tr>
      <w:tr w:rsidR="00EB646F" w:rsidRPr="00B71068" w14:paraId="06BA2AB3" w14:textId="77777777" w:rsidTr="00844CAB">
        <w:trPr>
          <w:cantSplit/>
        </w:trPr>
        <w:tc>
          <w:tcPr>
            <w:tcW w:w="1560" w:type="dxa"/>
            <w:tcBorders>
              <w:top w:val="single" w:sz="4" w:space="0" w:color="auto"/>
              <w:bottom w:val="single" w:sz="4" w:space="0" w:color="auto"/>
            </w:tcBorders>
            <w:shd w:val="clear" w:color="auto" w:fill="auto"/>
          </w:tcPr>
          <w:p w14:paraId="0FC75F43" w14:textId="77777777" w:rsidR="00EB646F" w:rsidRPr="00B71068" w:rsidRDefault="00EB646F" w:rsidP="000632BA">
            <w:pPr>
              <w:spacing w:before="40" w:after="120"/>
              <w:ind w:right="113"/>
              <w:rPr>
                <w:rFonts w:eastAsia="Calibri"/>
                <w:lang w:val="en-US"/>
              </w:rPr>
            </w:pPr>
            <w:r w:rsidRPr="00B71068">
              <w:rPr>
                <w:rFonts w:eastAsia="Calibri"/>
                <w:lang w:val="en-US"/>
              </w:rPr>
              <w:t>Speed, vehicle indicated</w:t>
            </w:r>
          </w:p>
        </w:tc>
        <w:tc>
          <w:tcPr>
            <w:tcW w:w="1203" w:type="dxa"/>
            <w:tcBorders>
              <w:top w:val="single" w:sz="4" w:space="0" w:color="auto"/>
              <w:bottom w:val="single" w:sz="4" w:space="0" w:color="auto"/>
            </w:tcBorders>
            <w:shd w:val="clear" w:color="auto" w:fill="auto"/>
          </w:tcPr>
          <w:p w14:paraId="6E9E508D" w14:textId="0CA81C51"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4A8513F1" w14:textId="6D059F8C"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E5AD732" w14:textId="4F9D9FBB"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DFE806B" w14:textId="339754D1"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791480A" w14:textId="4037B13D"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B855FD4" w14:textId="67EB12A8" w:rsidR="00EB646F" w:rsidRPr="00B71068" w:rsidRDefault="00EB646F" w:rsidP="000632BA">
            <w:pPr>
              <w:spacing w:before="40" w:after="120"/>
              <w:ind w:right="113"/>
              <w:rPr>
                <w:rFonts w:eastAsia="Calibri"/>
                <w:lang w:val="en-US"/>
              </w:rPr>
            </w:pPr>
          </w:p>
        </w:tc>
      </w:tr>
      <w:tr w:rsidR="00EB646F" w:rsidRPr="00B71068" w14:paraId="3A9FC34D" w14:textId="77777777" w:rsidTr="00844CAB">
        <w:trPr>
          <w:cantSplit/>
        </w:trPr>
        <w:tc>
          <w:tcPr>
            <w:tcW w:w="1560" w:type="dxa"/>
            <w:tcBorders>
              <w:top w:val="single" w:sz="4" w:space="0" w:color="auto"/>
              <w:bottom w:val="single" w:sz="4" w:space="0" w:color="auto"/>
            </w:tcBorders>
            <w:shd w:val="clear" w:color="auto" w:fill="auto"/>
          </w:tcPr>
          <w:p w14:paraId="2F04D0F9" w14:textId="77777777" w:rsidR="00EB646F" w:rsidRPr="00B71068" w:rsidRDefault="00EB646F" w:rsidP="000632BA">
            <w:pPr>
              <w:spacing w:before="40" w:after="120"/>
              <w:ind w:right="113"/>
              <w:rPr>
                <w:rFonts w:eastAsia="Calibri"/>
                <w:lang w:val="en-US"/>
              </w:rPr>
            </w:pPr>
            <w:r w:rsidRPr="00B71068">
              <w:rPr>
                <w:rFonts w:eastAsia="Calibri"/>
                <w:lang w:val="en-US"/>
              </w:rPr>
              <w:t>Engine throttle, % full (or accelerator pedal, % full)</w:t>
            </w:r>
          </w:p>
        </w:tc>
        <w:tc>
          <w:tcPr>
            <w:tcW w:w="1203" w:type="dxa"/>
            <w:tcBorders>
              <w:top w:val="single" w:sz="4" w:space="0" w:color="auto"/>
              <w:bottom w:val="single" w:sz="4" w:space="0" w:color="auto"/>
            </w:tcBorders>
            <w:shd w:val="clear" w:color="auto" w:fill="auto"/>
          </w:tcPr>
          <w:p w14:paraId="66D19FEB" w14:textId="28530800"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12F0F4CF" w14:textId="31D02189"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0EC5508" w14:textId="036E1960"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586F7B6" w14:textId="41D7809F"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5D9D8DB" w14:textId="6253BF1C"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1613E4B" w14:textId="0BC6BD2B" w:rsidR="00EB646F" w:rsidRPr="00B71068" w:rsidRDefault="00EB646F" w:rsidP="000632BA">
            <w:pPr>
              <w:spacing w:before="40" w:after="120"/>
              <w:ind w:right="113"/>
              <w:rPr>
                <w:rFonts w:eastAsia="Calibri"/>
                <w:lang w:val="en-US"/>
              </w:rPr>
            </w:pPr>
          </w:p>
        </w:tc>
      </w:tr>
      <w:tr w:rsidR="00EB646F" w:rsidRPr="00B71068" w14:paraId="13BE9914" w14:textId="77777777" w:rsidTr="00844CAB">
        <w:trPr>
          <w:cantSplit/>
        </w:trPr>
        <w:tc>
          <w:tcPr>
            <w:tcW w:w="1560" w:type="dxa"/>
            <w:tcBorders>
              <w:top w:val="single" w:sz="4" w:space="0" w:color="auto"/>
              <w:bottom w:val="single" w:sz="4" w:space="0" w:color="auto"/>
            </w:tcBorders>
            <w:shd w:val="clear" w:color="auto" w:fill="auto"/>
          </w:tcPr>
          <w:p w14:paraId="1E1424C9" w14:textId="77777777" w:rsidR="00EB646F" w:rsidRPr="00B71068" w:rsidRDefault="00EB646F" w:rsidP="000632BA">
            <w:pPr>
              <w:spacing w:before="40" w:after="120"/>
              <w:ind w:right="113"/>
              <w:rPr>
                <w:rFonts w:eastAsia="Calibri"/>
                <w:lang w:val="en-US"/>
              </w:rPr>
            </w:pPr>
            <w:r w:rsidRPr="00B71068">
              <w:rPr>
                <w:rFonts w:eastAsia="Calibri"/>
                <w:lang w:val="en-US"/>
              </w:rPr>
              <w:t>Service brake, on/off</w:t>
            </w:r>
          </w:p>
        </w:tc>
        <w:tc>
          <w:tcPr>
            <w:tcW w:w="1203" w:type="dxa"/>
            <w:tcBorders>
              <w:top w:val="single" w:sz="4" w:space="0" w:color="auto"/>
              <w:bottom w:val="single" w:sz="4" w:space="0" w:color="auto"/>
            </w:tcBorders>
            <w:shd w:val="clear" w:color="auto" w:fill="auto"/>
          </w:tcPr>
          <w:p w14:paraId="05D3F543" w14:textId="1466A0CC"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2F74AE55" w14:textId="1FC1F295"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A50C60D" w14:textId="30AAB3D6"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7CAAC06" w14:textId="343D59CC"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5365113" w14:textId="4E65D8DC"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FD11925" w14:textId="18A35E50" w:rsidR="00EB646F" w:rsidRPr="00B71068" w:rsidRDefault="00EB646F" w:rsidP="000632BA">
            <w:pPr>
              <w:spacing w:before="40" w:after="120"/>
              <w:ind w:right="113"/>
              <w:rPr>
                <w:rFonts w:eastAsia="Calibri"/>
                <w:lang w:val="en-US"/>
              </w:rPr>
            </w:pPr>
          </w:p>
        </w:tc>
      </w:tr>
      <w:tr w:rsidR="00EB646F" w:rsidRPr="00B71068" w14:paraId="7E4EB488" w14:textId="77777777" w:rsidTr="00844CAB">
        <w:trPr>
          <w:cantSplit/>
        </w:trPr>
        <w:tc>
          <w:tcPr>
            <w:tcW w:w="1560" w:type="dxa"/>
            <w:tcBorders>
              <w:top w:val="single" w:sz="4" w:space="0" w:color="auto"/>
              <w:bottom w:val="single" w:sz="4" w:space="0" w:color="auto"/>
            </w:tcBorders>
            <w:shd w:val="clear" w:color="auto" w:fill="auto"/>
          </w:tcPr>
          <w:p w14:paraId="120358D4" w14:textId="77777777" w:rsidR="00EB646F" w:rsidRPr="00B71068" w:rsidRDefault="00EB646F" w:rsidP="000632BA">
            <w:pPr>
              <w:spacing w:before="40" w:after="120"/>
              <w:ind w:right="113"/>
              <w:rPr>
                <w:rFonts w:eastAsia="Calibri"/>
                <w:lang w:val="en-US"/>
              </w:rPr>
            </w:pPr>
            <w:r w:rsidRPr="00B71068">
              <w:rPr>
                <w:rFonts w:eastAsia="Calibri"/>
                <w:lang w:val="en-US"/>
              </w:rPr>
              <w:t>Ignition cycle, crash</w:t>
            </w:r>
          </w:p>
        </w:tc>
        <w:tc>
          <w:tcPr>
            <w:tcW w:w="1203" w:type="dxa"/>
            <w:tcBorders>
              <w:top w:val="single" w:sz="4" w:space="0" w:color="auto"/>
              <w:bottom w:val="single" w:sz="4" w:space="0" w:color="auto"/>
            </w:tcBorders>
            <w:shd w:val="clear" w:color="auto" w:fill="auto"/>
          </w:tcPr>
          <w:p w14:paraId="25737836" w14:textId="1E6BE775"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9D77620" w14:textId="569B5ED6"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9DB808B" w14:textId="2B682D3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4DF22F2" w14:textId="674A6095"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F4C7E92" w14:textId="5B5F04DC"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4A08D04" w14:textId="6E840FCC" w:rsidR="00EB646F" w:rsidRPr="00B71068" w:rsidRDefault="00EB646F" w:rsidP="000632BA">
            <w:pPr>
              <w:spacing w:before="40" w:after="120"/>
              <w:ind w:right="113"/>
              <w:rPr>
                <w:rFonts w:eastAsia="Calibri"/>
                <w:lang w:val="en-US"/>
              </w:rPr>
            </w:pPr>
          </w:p>
        </w:tc>
      </w:tr>
      <w:tr w:rsidR="00EB646F" w:rsidRPr="00B71068" w14:paraId="1BB0A806" w14:textId="77777777" w:rsidTr="00844CAB">
        <w:trPr>
          <w:cantSplit/>
        </w:trPr>
        <w:tc>
          <w:tcPr>
            <w:tcW w:w="1560" w:type="dxa"/>
            <w:tcBorders>
              <w:top w:val="single" w:sz="4" w:space="0" w:color="auto"/>
              <w:bottom w:val="single" w:sz="4" w:space="0" w:color="auto"/>
            </w:tcBorders>
            <w:shd w:val="clear" w:color="auto" w:fill="auto"/>
          </w:tcPr>
          <w:p w14:paraId="2C70BCB2" w14:textId="77777777" w:rsidR="00EB646F" w:rsidRPr="00B71068" w:rsidRDefault="00EB646F" w:rsidP="000632BA">
            <w:pPr>
              <w:spacing w:before="40" w:after="120"/>
              <w:ind w:right="113"/>
              <w:rPr>
                <w:rFonts w:eastAsia="Calibri"/>
                <w:lang w:val="en-US"/>
              </w:rPr>
            </w:pPr>
            <w:r w:rsidRPr="00B71068">
              <w:rPr>
                <w:rFonts w:eastAsia="Calibri"/>
                <w:lang w:val="en-US"/>
              </w:rPr>
              <w:t>Ignition cycle, download</w:t>
            </w:r>
          </w:p>
        </w:tc>
        <w:tc>
          <w:tcPr>
            <w:tcW w:w="1203" w:type="dxa"/>
            <w:tcBorders>
              <w:top w:val="single" w:sz="4" w:space="0" w:color="auto"/>
              <w:bottom w:val="single" w:sz="4" w:space="0" w:color="auto"/>
            </w:tcBorders>
            <w:shd w:val="clear" w:color="auto" w:fill="auto"/>
          </w:tcPr>
          <w:p w14:paraId="7C03B2BB" w14:textId="2C9B3AD6"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34ECA75F" w14:textId="767885EB" w:rsidR="00EB646F" w:rsidRPr="00B71068" w:rsidRDefault="00EB646F" w:rsidP="000632BA">
            <w:pPr>
              <w:spacing w:before="40" w:after="120"/>
              <w:ind w:right="113"/>
              <w:rPr>
                <w:rFonts w:eastAsia="Calibri"/>
                <w:lang w:val="en-US"/>
              </w:rPr>
            </w:pPr>
            <w:r w:rsidRPr="00B71068">
              <w:rPr>
                <w:rFonts w:eastAsia="Calibri"/>
                <w:vertAlign w:val="superscript"/>
                <w:lang w:val="en-US"/>
              </w:rPr>
              <w:footnoteReference w:id="5"/>
            </w:r>
          </w:p>
        </w:tc>
        <w:tc>
          <w:tcPr>
            <w:tcW w:w="1024" w:type="dxa"/>
            <w:tcBorders>
              <w:top w:val="single" w:sz="4" w:space="0" w:color="auto"/>
              <w:bottom w:val="single" w:sz="4" w:space="0" w:color="auto"/>
            </w:tcBorders>
            <w:shd w:val="clear" w:color="auto" w:fill="auto"/>
          </w:tcPr>
          <w:p w14:paraId="75DDAFAA" w14:textId="2CD0861B"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4A909E3" w14:textId="63E6EAF4"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3ED307D" w14:textId="5DD8DEC4"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D6A223E" w14:textId="08B68A00" w:rsidR="00EB646F" w:rsidRPr="00B71068" w:rsidRDefault="00EB646F" w:rsidP="000632BA">
            <w:pPr>
              <w:spacing w:before="40" w:after="120"/>
              <w:ind w:right="113"/>
              <w:rPr>
                <w:rFonts w:eastAsia="Calibri"/>
                <w:lang w:val="en-US"/>
              </w:rPr>
            </w:pPr>
          </w:p>
        </w:tc>
      </w:tr>
      <w:tr w:rsidR="00EB646F" w:rsidRPr="00B71068" w14:paraId="2F7150CC" w14:textId="77777777" w:rsidTr="00844CAB">
        <w:trPr>
          <w:cantSplit/>
        </w:trPr>
        <w:tc>
          <w:tcPr>
            <w:tcW w:w="1560" w:type="dxa"/>
            <w:tcBorders>
              <w:top w:val="single" w:sz="4" w:space="0" w:color="auto"/>
            </w:tcBorders>
            <w:shd w:val="clear" w:color="auto" w:fill="auto"/>
          </w:tcPr>
          <w:p w14:paraId="632ABFA0" w14:textId="77777777" w:rsidR="00EB646F" w:rsidRPr="00B71068" w:rsidRDefault="00EB646F" w:rsidP="000632BA">
            <w:pPr>
              <w:spacing w:before="40" w:after="120"/>
              <w:ind w:right="113"/>
              <w:rPr>
                <w:rFonts w:eastAsia="Calibri"/>
                <w:lang w:val="en-US"/>
              </w:rPr>
            </w:pPr>
            <w:r w:rsidRPr="00B71068">
              <w:rPr>
                <w:rFonts w:eastAsia="Calibri"/>
                <w:lang w:val="en-US"/>
              </w:rPr>
              <w:t>Safety belt status, driver</w:t>
            </w:r>
          </w:p>
        </w:tc>
        <w:tc>
          <w:tcPr>
            <w:tcW w:w="1203" w:type="dxa"/>
            <w:tcBorders>
              <w:top w:val="single" w:sz="4" w:space="0" w:color="auto"/>
            </w:tcBorders>
            <w:shd w:val="clear" w:color="auto" w:fill="auto"/>
          </w:tcPr>
          <w:p w14:paraId="7A0647F8" w14:textId="013DD3DC"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tcBorders>
            <w:shd w:val="clear" w:color="auto" w:fill="auto"/>
          </w:tcPr>
          <w:p w14:paraId="5E03F60B" w14:textId="193218E2" w:rsidR="00EB646F" w:rsidRPr="00B71068" w:rsidRDefault="00EB646F" w:rsidP="000632BA">
            <w:pPr>
              <w:spacing w:before="40" w:after="120"/>
              <w:ind w:right="113"/>
              <w:rPr>
                <w:rFonts w:eastAsia="Calibri"/>
                <w:lang w:val="en-US"/>
              </w:rPr>
            </w:pPr>
          </w:p>
        </w:tc>
        <w:tc>
          <w:tcPr>
            <w:tcW w:w="1024" w:type="dxa"/>
            <w:tcBorders>
              <w:top w:val="single" w:sz="4" w:space="0" w:color="auto"/>
            </w:tcBorders>
            <w:shd w:val="clear" w:color="auto" w:fill="auto"/>
          </w:tcPr>
          <w:p w14:paraId="5902F510" w14:textId="41E21450" w:rsidR="00EB646F" w:rsidRPr="00B71068" w:rsidRDefault="00EB646F" w:rsidP="000632BA">
            <w:pPr>
              <w:spacing w:before="40" w:after="120"/>
              <w:ind w:right="113"/>
              <w:rPr>
                <w:rFonts w:eastAsia="Calibri"/>
                <w:lang w:val="en-US"/>
              </w:rPr>
            </w:pPr>
          </w:p>
        </w:tc>
        <w:tc>
          <w:tcPr>
            <w:tcW w:w="1722" w:type="dxa"/>
            <w:tcBorders>
              <w:top w:val="single" w:sz="4" w:space="0" w:color="auto"/>
            </w:tcBorders>
            <w:shd w:val="clear" w:color="auto" w:fill="auto"/>
          </w:tcPr>
          <w:p w14:paraId="61804452" w14:textId="2053975A" w:rsidR="00EB646F" w:rsidRPr="00B71068" w:rsidRDefault="00EB646F" w:rsidP="000632BA">
            <w:pPr>
              <w:spacing w:before="40" w:after="120"/>
              <w:ind w:right="113"/>
              <w:rPr>
                <w:rFonts w:eastAsia="Calibri"/>
                <w:lang w:val="en-US"/>
              </w:rPr>
            </w:pPr>
          </w:p>
        </w:tc>
        <w:tc>
          <w:tcPr>
            <w:tcW w:w="1220" w:type="dxa"/>
            <w:tcBorders>
              <w:top w:val="single" w:sz="4" w:space="0" w:color="auto"/>
            </w:tcBorders>
            <w:shd w:val="clear" w:color="auto" w:fill="auto"/>
          </w:tcPr>
          <w:p w14:paraId="10C9F202" w14:textId="0E66FF0F" w:rsidR="00EB646F" w:rsidRPr="00B71068" w:rsidRDefault="00EB646F" w:rsidP="000632BA">
            <w:pPr>
              <w:spacing w:before="40" w:after="120"/>
              <w:ind w:right="113"/>
              <w:rPr>
                <w:rFonts w:eastAsia="Calibri"/>
                <w:lang w:val="en-US"/>
              </w:rPr>
            </w:pPr>
          </w:p>
        </w:tc>
        <w:tc>
          <w:tcPr>
            <w:tcW w:w="1471" w:type="dxa"/>
            <w:tcBorders>
              <w:top w:val="single" w:sz="4" w:space="0" w:color="auto"/>
            </w:tcBorders>
            <w:shd w:val="clear" w:color="auto" w:fill="auto"/>
          </w:tcPr>
          <w:p w14:paraId="2E55DFA4" w14:textId="56B59020" w:rsidR="00EB646F" w:rsidRPr="00B71068" w:rsidRDefault="00EB646F" w:rsidP="000632BA">
            <w:pPr>
              <w:spacing w:before="40" w:after="120"/>
              <w:ind w:right="113"/>
              <w:rPr>
                <w:rFonts w:eastAsia="Calibri"/>
                <w:lang w:val="en-US"/>
              </w:rPr>
            </w:pPr>
          </w:p>
        </w:tc>
      </w:tr>
      <w:tr w:rsidR="00EB646F" w:rsidRPr="00B71068" w14:paraId="5C4CF108" w14:textId="77777777" w:rsidTr="00844CAB">
        <w:trPr>
          <w:cantSplit/>
        </w:trPr>
        <w:tc>
          <w:tcPr>
            <w:tcW w:w="1560" w:type="dxa"/>
            <w:tcBorders>
              <w:bottom w:val="single" w:sz="4" w:space="0" w:color="auto"/>
            </w:tcBorders>
            <w:shd w:val="clear" w:color="auto" w:fill="auto"/>
          </w:tcPr>
          <w:p w14:paraId="2935811F" w14:textId="77777777" w:rsidR="00EB646F" w:rsidRPr="00B71068" w:rsidRDefault="00EB646F" w:rsidP="000632BA">
            <w:pPr>
              <w:spacing w:before="40" w:after="120"/>
              <w:ind w:right="113"/>
              <w:rPr>
                <w:rFonts w:eastAsia="Calibri"/>
                <w:lang w:val="en-US"/>
              </w:rPr>
            </w:pPr>
            <w:r w:rsidRPr="00B71068">
              <w:rPr>
                <w:rFonts w:eastAsia="Calibri"/>
                <w:lang w:val="en-US"/>
              </w:rPr>
              <w:t>Frontal air bag warning lamp, on/off</w:t>
            </w:r>
            <w:r w:rsidRPr="00B71068">
              <w:rPr>
                <w:rFonts w:eastAsia="Calibri"/>
                <w:vertAlign w:val="superscript"/>
                <w:lang w:val="en-US"/>
              </w:rPr>
              <w:footnoteReference w:id="6"/>
            </w:r>
          </w:p>
        </w:tc>
        <w:tc>
          <w:tcPr>
            <w:tcW w:w="1203" w:type="dxa"/>
            <w:tcBorders>
              <w:bottom w:val="single" w:sz="4" w:space="0" w:color="auto"/>
            </w:tcBorders>
            <w:shd w:val="clear" w:color="auto" w:fill="auto"/>
          </w:tcPr>
          <w:p w14:paraId="04A74208" w14:textId="16AB4C5A"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bottom w:val="single" w:sz="4" w:space="0" w:color="auto"/>
            </w:tcBorders>
            <w:shd w:val="clear" w:color="auto" w:fill="auto"/>
          </w:tcPr>
          <w:p w14:paraId="1F9CD020" w14:textId="53F10F00" w:rsidR="00EB646F" w:rsidRPr="00B71068" w:rsidRDefault="00EB646F" w:rsidP="000632BA">
            <w:pPr>
              <w:spacing w:before="40" w:after="120"/>
              <w:ind w:right="113"/>
              <w:rPr>
                <w:rFonts w:eastAsia="Calibri"/>
                <w:lang w:val="en-US"/>
              </w:rPr>
            </w:pPr>
          </w:p>
        </w:tc>
        <w:tc>
          <w:tcPr>
            <w:tcW w:w="1024" w:type="dxa"/>
            <w:tcBorders>
              <w:bottom w:val="single" w:sz="4" w:space="0" w:color="auto"/>
            </w:tcBorders>
            <w:shd w:val="clear" w:color="auto" w:fill="auto"/>
          </w:tcPr>
          <w:p w14:paraId="5DE91D56" w14:textId="03439D2A" w:rsidR="00EB646F" w:rsidRPr="00B71068" w:rsidRDefault="00EB646F" w:rsidP="000632BA">
            <w:pPr>
              <w:spacing w:before="40" w:after="120"/>
              <w:ind w:right="113"/>
              <w:rPr>
                <w:rFonts w:eastAsia="Calibri"/>
                <w:lang w:val="en-US"/>
              </w:rPr>
            </w:pPr>
          </w:p>
        </w:tc>
        <w:tc>
          <w:tcPr>
            <w:tcW w:w="1722" w:type="dxa"/>
            <w:tcBorders>
              <w:bottom w:val="single" w:sz="4" w:space="0" w:color="auto"/>
            </w:tcBorders>
            <w:shd w:val="clear" w:color="auto" w:fill="auto"/>
          </w:tcPr>
          <w:p w14:paraId="5317518B" w14:textId="0FD897C8" w:rsidR="00EB646F" w:rsidRPr="00B71068" w:rsidRDefault="00EB646F" w:rsidP="000632BA">
            <w:pPr>
              <w:spacing w:before="40" w:after="120"/>
              <w:ind w:right="113"/>
              <w:rPr>
                <w:rFonts w:eastAsia="Calibri"/>
                <w:lang w:val="en-US"/>
              </w:rPr>
            </w:pPr>
          </w:p>
        </w:tc>
        <w:tc>
          <w:tcPr>
            <w:tcW w:w="1220" w:type="dxa"/>
            <w:tcBorders>
              <w:bottom w:val="single" w:sz="4" w:space="0" w:color="auto"/>
            </w:tcBorders>
            <w:shd w:val="clear" w:color="auto" w:fill="auto"/>
          </w:tcPr>
          <w:p w14:paraId="40A03184" w14:textId="44EB3EE4" w:rsidR="00EB646F" w:rsidRPr="00B71068" w:rsidRDefault="00EB646F" w:rsidP="000632BA">
            <w:pPr>
              <w:spacing w:before="40" w:after="120"/>
              <w:ind w:right="113"/>
              <w:rPr>
                <w:rFonts w:eastAsia="Calibri"/>
                <w:lang w:val="en-US"/>
              </w:rPr>
            </w:pPr>
          </w:p>
        </w:tc>
        <w:tc>
          <w:tcPr>
            <w:tcW w:w="1471" w:type="dxa"/>
            <w:tcBorders>
              <w:bottom w:val="single" w:sz="4" w:space="0" w:color="auto"/>
            </w:tcBorders>
            <w:shd w:val="clear" w:color="auto" w:fill="auto"/>
          </w:tcPr>
          <w:p w14:paraId="5C985DA2" w14:textId="19073790" w:rsidR="00EB646F" w:rsidRPr="00B71068" w:rsidRDefault="00EB646F" w:rsidP="000632BA">
            <w:pPr>
              <w:spacing w:before="40" w:after="120"/>
              <w:ind w:right="113"/>
              <w:rPr>
                <w:rFonts w:eastAsia="Calibri"/>
                <w:lang w:val="en-US"/>
              </w:rPr>
            </w:pPr>
          </w:p>
        </w:tc>
      </w:tr>
      <w:tr w:rsidR="00EB646F" w:rsidRPr="00B71068" w14:paraId="60B00CED" w14:textId="77777777" w:rsidTr="00844CAB">
        <w:trPr>
          <w:cantSplit/>
        </w:trPr>
        <w:tc>
          <w:tcPr>
            <w:tcW w:w="1560" w:type="dxa"/>
            <w:tcBorders>
              <w:top w:val="single" w:sz="4" w:space="0" w:color="auto"/>
              <w:bottom w:val="single" w:sz="4" w:space="0" w:color="auto"/>
            </w:tcBorders>
            <w:shd w:val="clear" w:color="auto" w:fill="auto"/>
          </w:tcPr>
          <w:p w14:paraId="0EC7B04D" w14:textId="77777777" w:rsidR="00EB646F" w:rsidRPr="00B71068" w:rsidRDefault="00EB646F" w:rsidP="000632BA">
            <w:pPr>
              <w:spacing w:before="40" w:after="120"/>
              <w:ind w:right="113"/>
              <w:rPr>
                <w:rFonts w:eastAsia="Calibri"/>
                <w:lang w:val="en-US"/>
              </w:rPr>
            </w:pPr>
            <w:r w:rsidRPr="00B71068">
              <w:rPr>
                <w:rFonts w:eastAsia="Calibri"/>
                <w:lang w:val="en-US"/>
              </w:rPr>
              <w:t xml:space="preserve">Frontal air bag deployment, time to deploy, in the case of a single stage air bag, or time to first stage deployment, in the case of a multi-stage air bag, driver. </w:t>
            </w:r>
          </w:p>
        </w:tc>
        <w:tc>
          <w:tcPr>
            <w:tcW w:w="1203" w:type="dxa"/>
            <w:tcBorders>
              <w:top w:val="single" w:sz="4" w:space="0" w:color="auto"/>
              <w:bottom w:val="single" w:sz="4" w:space="0" w:color="auto"/>
            </w:tcBorders>
            <w:shd w:val="clear" w:color="auto" w:fill="auto"/>
          </w:tcPr>
          <w:p w14:paraId="1DC33F22" w14:textId="0D4B6573"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6659C7ED" w14:textId="7639B639"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D57C15E" w14:textId="591ADA68"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AA1E6B3" w14:textId="3B3E1E3D"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01C39AB" w14:textId="6ABBA1E1"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5DD2A64" w14:textId="61D95C6D" w:rsidR="00EB646F" w:rsidRPr="00B71068" w:rsidRDefault="00EB646F" w:rsidP="000632BA">
            <w:pPr>
              <w:spacing w:before="40" w:after="120"/>
              <w:ind w:right="113"/>
              <w:rPr>
                <w:rFonts w:eastAsia="Calibri"/>
                <w:lang w:val="en-US"/>
              </w:rPr>
            </w:pPr>
          </w:p>
        </w:tc>
      </w:tr>
      <w:tr w:rsidR="00EB646F" w:rsidRPr="00B71068" w14:paraId="26B299CB" w14:textId="77777777" w:rsidTr="00844CAB">
        <w:trPr>
          <w:cantSplit/>
        </w:trPr>
        <w:tc>
          <w:tcPr>
            <w:tcW w:w="1560" w:type="dxa"/>
            <w:tcBorders>
              <w:top w:val="single" w:sz="4" w:space="0" w:color="auto"/>
              <w:bottom w:val="single" w:sz="4" w:space="0" w:color="auto"/>
            </w:tcBorders>
            <w:shd w:val="clear" w:color="auto" w:fill="auto"/>
          </w:tcPr>
          <w:p w14:paraId="5CECCEB1" w14:textId="77777777" w:rsidR="00EB646F" w:rsidRPr="00B71068" w:rsidRDefault="00EB646F" w:rsidP="000632BA">
            <w:pPr>
              <w:spacing w:before="40" w:after="120"/>
              <w:ind w:right="113"/>
              <w:rPr>
                <w:rFonts w:eastAsia="Calibri"/>
                <w:lang w:val="en-US"/>
              </w:rPr>
            </w:pPr>
            <w:r w:rsidRPr="00B71068">
              <w:rPr>
                <w:rFonts w:eastAsia="Calibri"/>
                <w:lang w:val="en-US"/>
              </w:rPr>
              <w:t>Frontal air bag deployment, time to deploy, in the case of a single stage air bag, or time to first stage deployment, in the case of a multi-stage air bag, front passenger.</w:t>
            </w:r>
          </w:p>
        </w:tc>
        <w:tc>
          <w:tcPr>
            <w:tcW w:w="1203" w:type="dxa"/>
            <w:tcBorders>
              <w:top w:val="single" w:sz="4" w:space="0" w:color="auto"/>
              <w:bottom w:val="single" w:sz="4" w:space="0" w:color="auto"/>
            </w:tcBorders>
            <w:shd w:val="clear" w:color="auto" w:fill="auto"/>
          </w:tcPr>
          <w:p w14:paraId="03C23A0A" w14:textId="2FC89C73"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4D394E06" w14:textId="259F88AE"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A732575" w14:textId="4DD5FEDF"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E70B4D9" w14:textId="609BA356"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4D6BD46" w14:textId="5BAB95B8"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D281B78" w14:textId="1F109EDF" w:rsidR="00EB646F" w:rsidRPr="00B71068" w:rsidRDefault="00EB646F" w:rsidP="000632BA">
            <w:pPr>
              <w:spacing w:before="40" w:after="120"/>
              <w:ind w:right="113"/>
              <w:rPr>
                <w:rFonts w:eastAsia="Calibri"/>
                <w:lang w:val="en-US"/>
              </w:rPr>
            </w:pPr>
          </w:p>
        </w:tc>
      </w:tr>
      <w:tr w:rsidR="00EB646F" w:rsidRPr="00B71068" w14:paraId="01E3A51C" w14:textId="77777777" w:rsidTr="00844CAB">
        <w:trPr>
          <w:cantSplit/>
        </w:trPr>
        <w:tc>
          <w:tcPr>
            <w:tcW w:w="1560" w:type="dxa"/>
            <w:tcBorders>
              <w:top w:val="single" w:sz="4" w:space="0" w:color="auto"/>
              <w:bottom w:val="single" w:sz="4" w:space="0" w:color="auto"/>
            </w:tcBorders>
            <w:shd w:val="clear" w:color="auto" w:fill="auto"/>
          </w:tcPr>
          <w:p w14:paraId="5C141B5E" w14:textId="77777777" w:rsidR="00EB646F" w:rsidRPr="00B71068" w:rsidRDefault="00EB646F" w:rsidP="000632BA">
            <w:pPr>
              <w:spacing w:before="40" w:after="120"/>
              <w:ind w:right="113"/>
              <w:rPr>
                <w:rFonts w:eastAsia="Calibri"/>
                <w:lang w:val="en-US"/>
              </w:rPr>
            </w:pPr>
            <w:r w:rsidRPr="00B71068">
              <w:rPr>
                <w:rFonts w:eastAsia="Calibri"/>
                <w:lang w:val="en-US"/>
              </w:rPr>
              <w:t>Time from event 1 to 2</w:t>
            </w:r>
          </w:p>
        </w:tc>
        <w:tc>
          <w:tcPr>
            <w:tcW w:w="1203" w:type="dxa"/>
            <w:tcBorders>
              <w:top w:val="single" w:sz="4" w:space="0" w:color="auto"/>
              <w:bottom w:val="single" w:sz="4" w:space="0" w:color="auto"/>
            </w:tcBorders>
            <w:shd w:val="clear" w:color="auto" w:fill="auto"/>
          </w:tcPr>
          <w:p w14:paraId="0A6AD180" w14:textId="4E73BAB3"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3EF3C1A4" w14:textId="629E048A"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8587584" w14:textId="0079FAFA"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4A1009F" w14:textId="00CE2BFB"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FA1D265" w14:textId="06478536"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E111F1E" w14:textId="744B429D" w:rsidR="00EB646F" w:rsidRPr="00B71068" w:rsidRDefault="00EB646F" w:rsidP="000632BA">
            <w:pPr>
              <w:spacing w:before="40" w:after="120"/>
              <w:ind w:right="113"/>
              <w:rPr>
                <w:rFonts w:eastAsia="Calibri"/>
                <w:lang w:val="en-US"/>
              </w:rPr>
            </w:pPr>
          </w:p>
        </w:tc>
      </w:tr>
      <w:tr w:rsidR="00EB646F" w:rsidRPr="00B71068" w14:paraId="694A9F4B" w14:textId="77777777" w:rsidTr="00844CAB">
        <w:trPr>
          <w:cantSplit/>
        </w:trPr>
        <w:tc>
          <w:tcPr>
            <w:tcW w:w="1560" w:type="dxa"/>
            <w:tcBorders>
              <w:top w:val="single" w:sz="4" w:space="0" w:color="auto"/>
              <w:bottom w:val="single" w:sz="4" w:space="0" w:color="auto"/>
            </w:tcBorders>
            <w:shd w:val="clear" w:color="auto" w:fill="auto"/>
          </w:tcPr>
          <w:p w14:paraId="1541C32B" w14:textId="77777777" w:rsidR="00EB646F" w:rsidRPr="00B71068" w:rsidRDefault="00EB646F" w:rsidP="000632BA">
            <w:pPr>
              <w:spacing w:before="40" w:after="120"/>
              <w:ind w:right="113"/>
              <w:rPr>
                <w:rFonts w:eastAsia="Calibri"/>
                <w:lang w:val="en-US"/>
              </w:rPr>
            </w:pPr>
            <w:r w:rsidRPr="00B71068">
              <w:rPr>
                <w:rFonts w:eastAsia="Calibri"/>
                <w:lang w:val="en-US"/>
              </w:rPr>
              <w:t>Complete file recorded (yes, no)</w:t>
            </w:r>
          </w:p>
        </w:tc>
        <w:tc>
          <w:tcPr>
            <w:tcW w:w="1203" w:type="dxa"/>
            <w:tcBorders>
              <w:top w:val="single" w:sz="4" w:space="0" w:color="auto"/>
              <w:bottom w:val="single" w:sz="4" w:space="0" w:color="auto"/>
            </w:tcBorders>
            <w:shd w:val="clear" w:color="auto" w:fill="auto"/>
          </w:tcPr>
          <w:p w14:paraId="16E9119B" w14:textId="774896A7"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06552EA5" w14:textId="59123410"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CEB206C" w14:textId="0F62B6F9"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34796B8" w14:textId="3994753F"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C6DCF42" w14:textId="03D265B5"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BB4FC93" w14:textId="6320FE8D" w:rsidR="00EB646F" w:rsidRPr="00B71068" w:rsidRDefault="00EB646F" w:rsidP="000632BA">
            <w:pPr>
              <w:spacing w:before="40" w:after="120"/>
              <w:ind w:right="113"/>
              <w:rPr>
                <w:rFonts w:eastAsia="Calibri"/>
                <w:lang w:val="en-US"/>
              </w:rPr>
            </w:pPr>
          </w:p>
        </w:tc>
      </w:tr>
      <w:tr w:rsidR="00EB646F" w:rsidRPr="00B71068" w14:paraId="219C36A7" w14:textId="77777777" w:rsidTr="00844CAB">
        <w:trPr>
          <w:cantSplit/>
        </w:trPr>
        <w:tc>
          <w:tcPr>
            <w:tcW w:w="1560" w:type="dxa"/>
            <w:tcBorders>
              <w:top w:val="single" w:sz="4" w:space="0" w:color="auto"/>
              <w:bottom w:val="single" w:sz="4" w:space="0" w:color="auto"/>
            </w:tcBorders>
            <w:shd w:val="clear" w:color="auto" w:fill="auto"/>
          </w:tcPr>
          <w:p w14:paraId="56EA1B93" w14:textId="07821546" w:rsidR="00EB646F" w:rsidRPr="00B71068" w:rsidRDefault="00EB646F" w:rsidP="000632BA">
            <w:pPr>
              <w:spacing w:before="40" w:after="120"/>
              <w:ind w:right="113"/>
              <w:rPr>
                <w:rFonts w:eastAsia="Calibri"/>
                <w:lang w:val="en-US"/>
              </w:rPr>
            </w:pPr>
            <w:r w:rsidRPr="00B71068">
              <w:rPr>
                <w:rFonts w:eastAsia="Calibri"/>
                <w:lang w:val="en-US"/>
              </w:rPr>
              <w:t>Time maximum delta-V, lateral</w:t>
            </w:r>
          </w:p>
        </w:tc>
        <w:tc>
          <w:tcPr>
            <w:tcW w:w="1203" w:type="dxa"/>
            <w:tcBorders>
              <w:top w:val="single" w:sz="4" w:space="0" w:color="auto"/>
              <w:bottom w:val="single" w:sz="4" w:space="0" w:color="auto"/>
            </w:tcBorders>
            <w:shd w:val="clear" w:color="auto" w:fill="auto"/>
          </w:tcPr>
          <w:p w14:paraId="6E30B819" w14:textId="5F23DAEC" w:rsidR="00EB646F" w:rsidRPr="00B71068" w:rsidRDefault="00A3315B" w:rsidP="000632BA">
            <w:pPr>
              <w:spacing w:before="40" w:after="120"/>
              <w:ind w:right="113"/>
              <w:rPr>
                <w:rFonts w:eastAsia="Calibri"/>
                <w:lang w:val="en-US"/>
              </w:rPr>
            </w:pPr>
            <w:r w:rsidRPr="00B71068">
              <w:rPr>
                <w:rFonts w:eastAsia="Calibri"/>
                <w:lang w:val="en-US"/>
              </w:rPr>
              <w:t>[</w:t>
            </w:r>
            <w:r w:rsidR="00EB646F" w:rsidRPr="00B71068">
              <w:rPr>
                <w:rFonts w:eastAsia="Calibri"/>
                <w:lang w:val="en-US"/>
              </w:rPr>
              <w:t>If recorded</w:t>
            </w:r>
            <w:r w:rsidRPr="00B71068">
              <w:rPr>
                <w:rFonts w:eastAsia="Calibri"/>
                <w:lang w:val="en-US"/>
              </w:rPr>
              <w:t>]</w:t>
            </w:r>
          </w:p>
        </w:tc>
        <w:tc>
          <w:tcPr>
            <w:tcW w:w="1437" w:type="dxa"/>
            <w:tcBorders>
              <w:top w:val="single" w:sz="4" w:space="0" w:color="auto"/>
              <w:bottom w:val="single" w:sz="4" w:space="0" w:color="auto"/>
            </w:tcBorders>
            <w:shd w:val="clear" w:color="auto" w:fill="auto"/>
          </w:tcPr>
          <w:p w14:paraId="5E13829A" w14:textId="7619D2BD"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276F03E" w14:textId="7777777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7EB29F3" w14:textId="4FC28FF7"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3B54EA9" w14:textId="36DCCD73"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D9754C8" w14:textId="453C56DA" w:rsidR="00EB646F" w:rsidRPr="00B71068" w:rsidRDefault="00EB646F" w:rsidP="000632BA">
            <w:pPr>
              <w:spacing w:before="40" w:after="120"/>
              <w:ind w:right="113"/>
              <w:rPr>
                <w:rFonts w:eastAsia="Calibri"/>
                <w:lang w:val="en-US"/>
              </w:rPr>
            </w:pPr>
          </w:p>
        </w:tc>
      </w:tr>
      <w:tr w:rsidR="00EB646F" w:rsidRPr="00B71068" w14:paraId="44C4A492" w14:textId="77777777" w:rsidTr="00844CAB">
        <w:trPr>
          <w:cantSplit/>
        </w:trPr>
        <w:tc>
          <w:tcPr>
            <w:tcW w:w="1560" w:type="dxa"/>
            <w:tcBorders>
              <w:top w:val="single" w:sz="4" w:space="0" w:color="auto"/>
              <w:bottom w:val="single" w:sz="4" w:space="0" w:color="auto"/>
            </w:tcBorders>
            <w:shd w:val="clear" w:color="auto" w:fill="auto"/>
          </w:tcPr>
          <w:p w14:paraId="164B6E0F" w14:textId="391780F0" w:rsidR="00EB646F" w:rsidRPr="00B71068" w:rsidRDefault="00EB646F" w:rsidP="000632BA">
            <w:pPr>
              <w:spacing w:before="40" w:after="120"/>
              <w:ind w:right="113"/>
              <w:rPr>
                <w:rFonts w:eastAsia="Calibri"/>
                <w:lang w:val="en-US"/>
              </w:rPr>
            </w:pPr>
            <w:r w:rsidRPr="00B71068">
              <w:rPr>
                <w:rFonts w:eastAsia="Calibri"/>
                <w:lang w:val="en-US"/>
              </w:rPr>
              <w:t>Time for maximum delta-V, resultant.</w:t>
            </w:r>
          </w:p>
        </w:tc>
        <w:tc>
          <w:tcPr>
            <w:tcW w:w="1203" w:type="dxa"/>
            <w:tcBorders>
              <w:top w:val="single" w:sz="4" w:space="0" w:color="auto"/>
              <w:bottom w:val="single" w:sz="4" w:space="0" w:color="auto"/>
            </w:tcBorders>
            <w:shd w:val="clear" w:color="auto" w:fill="auto"/>
          </w:tcPr>
          <w:p w14:paraId="66C9FDE7" w14:textId="58536CBE" w:rsidR="00EB646F" w:rsidRPr="00B71068" w:rsidRDefault="001A2615" w:rsidP="000632BA">
            <w:pPr>
              <w:spacing w:before="40" w:after="120"/>
              <w:ind w:right="113"/>
              <w:rPr>
                <w:rFonts w:eastAsia="Calibri"/>
                <w:lang w:val="en-US"/>
              </w:rPr>
            </w:pPr>
            <w:r w:rsidRPr="00B71068">
              <w:rPr>
                <w:rFonts w:eastAsia="Calibri"/>
                <w:lang w:val="en-US"/>
              </w:rPr>
              <w:t>[</w:t>
            </w:r>
            <w:r w:rsidR="00EB646F" w:rsidRPr="00B71068">
              <w:rPr>
                <w:rFonts w:eastAsia="Calibri"/>
                <w:lang w:val="en-US"/>
              </w:rPr>
              <w:t>If recorded</w:t>
            </w:r>
            <w:r w:rsidRPr="00B71068">
              <w:rPr>
                <w:rFonts w:eastAsia="Calibri"/>
                <w:lang w:val="en-US"/>
              </w:rPr>
              <w:t>]</w:t>
            </w:r>
          </w:p>
        </w:tc>
        <w:tc>
          <w:tcPr>
            <w:tcW w:w="1437" w:type="dxa"/>
            <w:tcBorders>
              <w:top w:val="single" w:sz="4" w:space="0" w:color="auto"/>
              <w:bottom w:val="single" w:sz="4" w:space="0" w:color="auto"/>
            </w:tcBorders>
            <w:shd w:val="clear" w:color="auto" w:fill="auto"/>
          </w:tcPr>
          <w:p w14:paraId="6E1E850F" w14:textId="2811237D"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81DB748" w14:textId="7777777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70D44AF" w14:textId="6F9E5433"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310CD42" w14:textId="13FD186A"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69F3518" w14:textId="57B69EF6" w:rsidR="00EB646F" w:rsidRPr="00B71068" w:rsidRDefault="00EB646F" w:rsidP="000632BA">
            <w:pPr>
              <w:spacing w:before="40" w:after="120"/>
              <w:ind w:right="113"/>
              <w:rPr>
                <w:rFonts w:eastAsia="Calibri"/>
                <w:lang w:val="en-US"/>
              </w:rPr>
            </w:pPr>
          </w:p>
        </w:tc>
      </w:tr>
      <w:tr w:rsidR="00EB646F" w:rsidRPr="00B71068" w14:paraId="5DB021FE" w14:textId="77777777" w:rsidTr="00844CAB">
        <w:trPr>
          <w:cantSplit/>
        </w:trPr>
        <w:tc>
          <w:tcPr>
            <w:tcW w:w="1560" w:type="dxa"/>
            <w:tcBorders>
              <w:top w:val="single" w:sz="4" w:space="0" w:color="auto"/>
              <w:bottom w:val="single" w:sz="4" w:space="0" w:color="auto"/>
            </w:tcBorders>
            <w:shd w:val="clear" w:color="auto" w:fill="auto"/>
          </w:tcPr>
          <w:p w14:paraId="46EA607C" w14:textId="77777777" w:rsidR="00EB646F" w:rsidRPr="00B71068" w:rsidRDefault="00EB646F" w:rsidP="000632BA">
            <w:pPr>
              <w:spacing w:before="40" w:after="120"/>
              <w:ind w:right="113"/>
              <w:rPr>
                <w:rFonts w:eastAsia="Calibri"/>
                <w:lang w:val="en-US"/>
              </w:rPr>
            </w:pPr>
            <w:r w:rsidRPr="00B71068">
              <w:rPr>
                <w:rFonts w:eastAsia="Calibri"/>
                <w:lang w:val="en-US"/>
              </w:rPr>
              <w:t>Engine rpm</w:t>
            </w:r>
          </w:p>
        </w:tc>
        <w:tc>
          <w:tcPr>
            <w:tcW w:w="1203" w:type="dxa"/>
            <w:tcBorders>
              <w:top w:val="single" w:sz="4" w:space="0" w:color="auto"/>
              <w:bottom w:val="single" w:sz="4" w:space="0" w:color="auto"/>
            </w:tcBorders>
            <w:shd w:val="clear" w:color="auto" w:fill="auto"/>
          </w:tcPr>
          <w:p w14:paraId="28846105" w14:textId="00E83CB5" w:rsidR="00EB646F" w:rsidRPr="00B71068" w:rsidRDefault="00EB646F" w:rsidP="000632BA">
            <w:pPr>
              <w:spacing w:before="40" w:after="120"/>
              <w:ind w:right="113"/>
              <w:rPr>
                <w:rFonts w:eastAsia="Calibri"/>
                <w:lang w:val="en-US"/>
              </w:rPr>
            </w:pPr>
            <w:r w:rsidRPr="00B71068">
              <w:rPr>
                <w:rFonts w:eastAsia="Calibri"/>
                <w:strike/>
                <w:lang w:val="en-US"/>
              </w:rPr>
              <w:t>If recorde</w:t>
            </w:r>
            <w:r w:rsidR="001A2615" w:rsidRPr="00B71068">
              <w:rPr>
                <w:rFonts w:eastAsia="Calibri"/>
                <w:strike/>
                <w:lang w:val="en-US"/>
              </w:rPr>
              <w:t>d</w:t>
            </w:r>
            <w:r w:rsidR="001A2615" w:rsidRPr="00B71068">
              <w:rPr>
                <w:rFonts w:eastAsia="Calibri"/>
                <w:lang w:val="en-US"/>
              </w:rPr>
              <w:t xml:space="preserve"> </w:t>
            </w:r>
            <w:r w:rsidR="001A2615" w:rsidRPr="00B71068">
              <w:rPr>
                <w:rFonts w:eastAsia="Calibri"/>
                <w:b/>
                <w:bCs/>
                <w:lang w:val="en-US"/>
              </w:rPr>
              <w:t>Mandatory if equipped with ICE engine</w:t>
            </w:r>
          </w:p>
        </w:tc>
        <w:tc>
          <w:tcPr>
            <w:tcW w:w="1437" w:type="dxa"/>
            <w:tcBorders>
              <w:top w:val="single" w:sz="4" w:space="0" w:color="auto"/>
              <w:bottom w:val="single" w:sz="4" w:space="0" w:color="auto"/>
            </w:tcBorders>
            <w:shd w:val="clear" w:color="auto" w:fill="auto"/>
          </w:tcPr>
          <w:p w14:paraId="798ACCD6" w14:textId="73EC8A0B"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CE12DA5" w14:textId="6DEB38BD"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5A0EF2E" w14:textId="63DE9AF3"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A048230" w14:textId="59A68239"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A035A68" w14:textId="348B28BC" w:rsidR="00EB646F" w:rsidRPr="00B71068" w:rsidRDefault="00EB646F" w:rsidP="000632BA">
            <w:pPr>
              <w:spacing w:before="40" w:after="120"/>
              <w:ind w:right="113"/>
              <w:rPr>
                <w:rFonts w:eastAsia="Calibri"/>
                <w:lang w:val="en-US"/>
              </w:rPr>
            </w:pPr>
          </w:p>
        </w:tc>
      </w:tr>
      <w:tr w:rsidR="00EB646F" w:rsidRPr="00B71068" w14:paraId="24BC80C6" w14:textId="77777777" w:rsidTr="00844CAB">
        <w:trPr>
          <w:cantSplit/>
        </w:trPr>
        <w:tc>
          <w:tcPr>
            <w:tcW w:w="1560" w:type="dxa"/>
            <w:tcBorders>
              <w:top w:val="single" w:sz="4" w:space="0" w:color="auto"/>
              <w:bottom w:val="single" w:sz="4" w:space="0" w:color="auto"/>
            </w:tcBorders>
            <w:shd w:val="clear" w:color="auto" w:fill="auto"/>
          </w:tcPr>
          <w:p w14:paraId="44753413" w14:textId="77777777" w:rsidR="00EB646F" w:rsidRPr="00B71068" w:rsidRDefault="00EB646F" w:rsidP="000632BA">
            <w:pPr>
              <w:spacing w:before="40" w:after="120"/>
              <w:ind w:right="113"/>
              <w:rPr>
                <w:rFonts w:eastAsia="Calibri"/>
                <w:lang w:val="en-US"/>
              </w:rPr>
            </w:pPr>
            <w:r w:rsidRPr="00B71068">
              <w:rPr>
                <w:rFonts w:eastAsia="Calibri"/>
                <w:lang w:val="en-US"/>
              </w:rPr>
              <w:t>ABS activity (engaged, non-engaged).</w:t>
            </w:r>
          </w:p>
        </w:tc>
        <w:tc>
          <w:tcPr>
            <w:tcW w:w="1203" w:type="dxa"/>
            <w:tcBorders>
              <w:top w:val="single" w:sz="4" w:space="0" w:color="auto"/>
              <w:bottom w:val="single" w:sz="4" w:space="0" w:color="auto"/>
            </w:tcBorders>
            <w:shd w:val="clear" w:color="auto" w:fill="auto"/>
          </w:tcPr>
          <w:p w14:paraId="5F5BA640" w14:textId="1E4A043D" w:rsidR="00EB646F" w:rsidRPr="00B71068" w:rsidRDefault="00EB646F" w:rsidP="000632BA">
            <w:pPr>
              <w:spacing w:before="40" w:after="120"/>
              <w:ind w:right="113"/>
              <w:rPr>
                <w:rFonts w:eastAsia="Calibri"/>
                <w:lang w:val="en-US"/>
              </w:rPr>
            </w:pPr>
            <w:r w:rsidRPr="00B71068">
              <w:rPr>
                <w:rFonts w:eastAsia="Calibri"/>
                <w:strike/>
                <w:lang w:val="en-US"/>
              </w:rPr>
              <w:t>If recorded</w:t>
            </w:r>
            <w:r w:rsidR="001A2615" w:rsidRPr="00B71068">
              <w:rPr>
                <w:rFonts w:eastAsia="Calibri"/>
                <w:lang w:val="en-US"/>
              </w:rPr>
              <w:t xml:space="preserve"> </w:t>
            </w:r>
            <w:r w:rsidR="001A2615"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5A05CDEC" w14:textId="29FFBAB9"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BB9CD6C" w14:textId="456760F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20A7749" w14:textId="6FE1D2F8"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68EF733" w14:textId="105D8C73"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5AE248A" w14:textId="4A61433E" w:rsidR="00EB646F" w:rsidRPr="00B71068" w:rsidRDefault="00EB646F" w:rsidP="000632BA">
            <w:pPr>
              <w:spacing w:before="40" w:after="120"/>
              <w:ind w:right="113"/>
              <w:rPr>
                <w:rFonts w:eastAsia="Calibri"/>
                <w:lang w:val="en-US"/>
              </w:rPr>
            </w:pPr>
          </w:p>
        </w:tc>
      </w:tr>
      <w:tr w:rsidR="00EB646F" w:rsidRPr="00B71068" w14:paraId="06C5ABAC" w14:textId="77777777" w:rsidTr="00844CAB">
        <w:trPr>
          <w:cantSplit/>
        </w:trPr>
        <w:tc>
          <w:tcPr>
            <w:tcW w:w="1560" w:type="dxa"/>
            <w:tcBorders>
              <w:top w:val="single" w:sz="4" w:space="0" w:color="auto"/>
              <w:bottom w:val="single" w:sz="4" w:space="0" w:color="auto"/>
            </w:tcBorders>
            <w:shd w:val="clear" w:color="auto" w:fill="auto"/>
          </w:tcPr>
          <w:p w14:paraId="6EA50012" w14:textId="77777777" w:rsidR="00EB646F" w:rsidRPr="00B71068" w:rsidRDefault="00EB646F" w:rsidP="000632BA">
            <w:pPr>
              <w:spacing w:before="40" w:after="120"/>
              <w:ind w:right="113"/>
              <w:rPr>
                <w:rFonts w:eastAsia="Calibri"/>
                <w:lang w:val="en-US"/>
              </w:rPr>
            </w:pPr>
            <w:r w:rsidRPr="00B71068">
              <w:rPr>
                <w:rFonts w:eastAsia="Calibri"/>
                <w:lang w:val="en-US"/>
              </w:rPr>
              <w:t>Stability control (on, off, or engaged).</w:t>
            </w:r>
          </w:p>
        </w:tc>
        <w:tc>
          <w:tcPr>
            <w:tcW w:w="1203" w:type="dxa"/>
            <w:tcBorders>
              <w:top w:val="single" w:sz="4" w:space="0" w:color="auto"/>
              <w:bottom w:val="single" w:sz="4" w:space="0" w:color="auto"/>
            </w:tcBorders>
            <w:shd w:val="clear" w:color="auto" w:fill="auto"/>
          </w:tcPr>
          <w:p w14:paraId="4B00B211" w14:textId="751E1134" w:rsidR="00EB646F" w:rsidRPr="00B71068" w:rsidRDefault="001A2615"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74BC1602" w14:textId="3A63BEBA"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EA530C7" w14:textId="7EC3D8DE"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24D2B6B" w14:textId="0E4817C0"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5877BB7" w14:textId="0A0F76AA"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9A1FF22" w14:textId="52AB20A0" w:rsidR="00EB646F" w:rsidRPr="00B71068" w:rsidRDefault="00EB646F" w:rsidP="000632BA">
            <w:pPr>
              <w:spacing w:before="40" w:after="120"/>
              <w:ind w:right="113"/>
              <w:rPr>
                <w:rFonts w:eastAsia="Calibri"/>
                <w:lang w:val="en-US"/>
              </w:rPr>
            </w:pPr>
          </w:p>
        </w:tc>
      </w:tr>
      <w:tr w:rsidR="00EB646F" w:rsidRPr="00B71068" w14:paraId="43674B89" w14:textId="77777777" w:rsidTr="00844CAB">
        <w:trPr>
          <w:cantSplit/>
        </w:trPr>
        <w:tc>
          <w:tcPr>
            <w:tcW w:w="1560" w:type="dxa"/>
            <w:tcBorders>
              <w:top w:val="single" w:sz="4" w:space="0" w:color="auto"/>
              <w:bottom w:val="single" w:sz="4" w:space="0" w:color="auto"/>
            </w:tcBorders>
            <w:shd w:val="clear" w:color="auto" w:fill="auto"/>
          </w:tcPr>
          <w:p w14:paraId="6857A3AC" w14:textId="77777777" w:rsidR="00EB646F" w:rsidRPr="00B71068" w:rsidRDefault="00EB646F" w:rsidP="000632BA">
            <w:pPr>
              <w:spacing w:before="40" w:after="120"/>
              <w:ind w:right="113"/>
              <w:rPr>
                <w:rFonts w:eastAsia="Calibri"/>
                <w:lang w:val="en-US"/>
              </w:rPr>
            </w:pPr>
            <w:r w:rsidRPr="00B71068">
              <w:rPr>
                <w:rFonts w:eastAsia="Calibri"/>
                <w:lang w:val="en-US"/>
              </w:rPr>
              <w:t>Steering input</w:t>
            </w:r>
          </w:p>
        </w:tc>
        <w:tc>
          <w:tcPr>
            <w:tcW w:w="1203" w:type="dxa"/>
            <w:tcBorders>
              <w:top w:val="single" w:sz="4" w:space="0" w:color="auto"/>
              <w:bottom w:val="single" w:sz="4" w:space="0" w:color="auto"/>
            </w:tcBorders>
            <w:shd w:val="clear" w:color="auto" w:fill="auto"/>
          </w:tcPr>
          <w:p w14:paraId="052EF48D" w14:textId="3BCE4631" w:rsidR="00EB646F" w:rsidRPr="00B71068" w:rsidRDefault="001A2615"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75686A62" w14:textId="728A6B7C"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1C63567" w14:textId="0AB23AE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BFB775F" w14:textId="17CC10EE"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91F783E" w14:textId="3E171D4E"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7549866" w14:textId="1F98A5A3" w:rsidR="00EB646F" w:rsidRPr="00B71068" w:rsidRDefault="00EB646F" w:rsidP="000632BA">
            <w:pPr>
              <w:spacing w:before="40" w:after="120"/>
              <w:ind w:right="113"/>
              <w:rPr>
                <w:rFonts w:eastAsia="Calibri"/>
                <w:lang w:val="en-US"/>
              </w:rPr>
            </w:pPr>
          </w:p>
        </w:tc>
      </w:tr>
      <w:tr w:rsidR="00EB646F" w:rsidRPr="00B71068" w14:paraId="58F521E3" w14:textId="77777777" w:rsidTr="00844CAB">
        <w:trPr>
          <w:cantSplit/>
        </w:trPr>
        <w:tc>
          <w:tcPr>
            <w:tcW w:w="1560" w:type="dxa"/>
            <w:tcBorders>
              <w:top w:val="single" w:sz="4" w:space="0" w:color="auto"/>
              <w:bottom w:val="single" w:sz="4" w:space="0" w:color="auto"/>
            </w:tcBorders>
            <w:shd w:val="clear" w:color="auto" w:fill="auto"/>
          </w:tcPr>
          <w:p w14:paraId="6CC98F5F" w14:textId="6E320D4E" w:rsidR="00EB646F" w:rsidRPr="00B71068" w:rsidRDefault="00EB646F" w:rsidP="000632BA">
            <w:pPr>
              <w:spacing w:before="40" w:after="120"/>
              <w:ind w:right="113"/>
              <w:rPr>
                <w:rFonts w:eastAsia="Calibri"/>
                <w:lang w:val="en-US"/>
              </w:rPr>
            </w:pPr>
            <w:r w:rsidRPr="00B71068">
              <w:rPr>
                <w:rFonts w:eastAsia="Calibri"/>
                <w:lang w:val="en-US"/>
              </w:rPr>
              <w:t>Safety belt status, front passenger (buckled, not buckled).</w:t>
            </w:r>
          </w:p>
        </w:tc>
        <w:tc>
          <w:tcPr>
            <w:tcW w:w="1203" w:type="dxa"/>
            <w:tcBorders>
              <w:top w:val="single" w:sz="4" w:space="0" w:color="auto"/>
              <w:bottom w:val="single" w:sz="4" w:space="0" w:color="auto"/>
            </w:tcBorders>
            <w:shd w:val="clear" w:color="auto" w:fill="auto"/>
          </w:tcPr>
          <w:p w14:paraId="0B8E3018" w14:textId="5087A84F" w:rsidR="00EB646F" w:rsidRPr="00B71068" w:rsidRDefault="001A2615"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68D7B081" w14:textId="4DDAFFCF"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59B3003" w14:textId="10D4C6CA"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D8DB331" w14:textId="3CFEAA37"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02018F2" w14:textId="16EDD485"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A69D3F4" w14:textId="434A5D65" w:rsidR="00EB646F" w:rsidRPr="00B71068" w:rsidRDefault="00EB646F" w:rsidP="000632BA">
            <w:pPr>
              <w:spacing w:before="40" w:after="120"/>
              <w:ind w:right="113"/>
              <w:rPr>
                <w:rFonts w:eastAsia="Calibri"/>
                <w:lang w:val="en-US"/>
              </w:rPr>
            </w:pPr>
          </w:p>
        </w:tc>
      </w:tr>
      <w:tr w:rsidR="00EB646F" w:rsidRPr="00B71068" w14:paraId="656C8A65" w14:textId="77777777" w:rsidTr="00844CAB">
        <w:trPr>
          <w:cantSplit/>
        </w:trPr>
        <w:tc>
          <w:tcPr>
            <w:tcW w:w="1560" w:type="dxa"/>
            <w:tcBorders>
              <w:top w:val="single" w:sz="4" w:space="0" w:color="auto"/>
              <w:bottom w:val="single" w:sz="4" w:space="0" w:color="auto"/>
            </w:tcBorders>
            <w:shd w:val="clear" w:color="auto" w:fill="auto"/>
          </w:tcPr>
          <w:p w14:paraId="4F21F108" w14:textId="11354A4C" w:rsidR="00EB646F" w:rsidRPr="00B71068" w:rsidRDefault="00EB646F" w:rsidP="000632BA">
            <w:pPr>
              <w:spacing w:before="40" w:after="120"/>
              <w:ind w:right="113"/>
              <w:rPr>
                <w:rFonts w:eastAsia="Calibri"/>
                <w:lang w:val="en-US"/>
              </w:rPr>
            </w:pPr>
            <w:r w:rsidRPr="00B71068">
              <w:rPr>
                <w:rFonts w:eastAsia="Calibri"/>
                <w:lang w:val="en-US"/>
              </w:rPr>
              <w:t>Frontal air bag suppression switch status, front passenger (on, off, or auto).</w:t>
            </w:r>
          </w:p>
        </w:tc>
        <w:tc>
          <w:tcPr>
            <w:tcW w:w="1203" w:type="dxa"/>
            <w:tcBorders>
              <w:top w:val="single" w:sz="4" w:space="0" w:color="auto"/>
              <w:bottom w:val="single" w:sz="4" w:space="0" w:color="auto"/>
            </w:tcBorders>
            <w:shd w:val="clear" w:color="auto" w:fill="auto"/>
          </w:tcPr>
          <w:p w14:paraId="6428AB80" w14:textId="65C996B6" w:rsidR="00EB646F" w:rsidRPr="00B71068" w:rsidRDefault="001A2615"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0748476A" w14:textId="251A4686"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AE84EEC" w14:textId="4BA5722F"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D28B463" w14:textId="4167F16B"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D9D0F28" w14:textId="0EDFF934"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D5B5F86" w14:textId="65948C87" w:rsidR="00EB646F" w:rsidRPr="00B71068" w:rsidRDefault="00EB646F" w:rsidP="000632BA">
            <w:pPr>
              <w:spacing w:before="40" w:after="120"/>
              <w:ind w:right="113"/>
              <w:rPr>
                <w:rFonts w:eastAsia="Calibri"/>
                <w:lang w:val="en-US"/>
              </w:rPr>
            </w:pPr>
          </w:p>
        </w:tc>
      </w:tr>
      <w:tr w:rsidR="00EB646F" w:rsidRPr="00B71068" w14:paraId="2CCD12DF" w14:textId="77777777" w:rsidTr="00844CAB">
        <w:trPr>
          <w:cantSplit/>
        </w:trPr>
        <w:tc>
          <w:tcPr>
            <w:tcW w:w="1560" w:type="dxa"/>
            <w:tcBorders>
              <w:top w:val="single" w:sz="4" w:space="0" w:color="auto"/>
            </w:tcBorders>
            <w:shd w:val="clear" w:color="auto" w:fill="auto"/>
          </w:tcPr>
          <w:p w14:paraId="10062221" w14:textId="77777777" w:rsidR="00EB646F" w:rsidRPr="00B71068" w:rsidRDefault="00EB646F" w:rsidP="000632BA">
            <w:pPr>
              <w:spacing w:before="40" w:after="120"/>
              <w:ind w:right="113"/>
              <w:rPr>
                <w:rFonts w:eastAsia="Calibri"/>
                <w:lang w:val="en-US"/>
              </w:rPr>
            </w:pPr>
            <w:r w:rsidRPr="00B71068">
              <w:rPr>
                <w:rFonts w:eastAsia="Calibri"/>
                <w:lang w:val="en-US"/>
              </w:rPr>
              <w:t>Frontal air bag deployment, time to nth stage, driver</w:t>
            </w:r>
            <w:r w:rsidRPr="00B71068">
              <w:rPr>
                <w:rFonts w:eastAsia="Calibri"/>
                <w:vertAlign w:val="superscript"/>
                <w:lang w:val="en-US"/>
              </w:rPr>
              <w:t>4</w:t>
            </w:r>
            <w:r w:rsidRPr="00B71068">
              <w:rPr>
                <w:rFonts w:eastAsia="Calibri"/>
                <w:lang w:val="en-US"/>
              </w:rPr>
              <w:t>.</w:t>
            </w:r>
          </w:p>
        </w:tc>
        <w:tc>
          <w:tcPr>
            <w:tcW w:w="1203" w:type="dxa"/>
            <w:tcBorders>
              <w:top w:val="single" w:sz="4" w:space="0" w:color="auto"/>
            </w:tcBorders>
            <w:shd w:val="clear" w:color="auto" w:fill="auto"/>
          </w:tcPr>
          <w:p w14:paraId="565812DF" w14:textId="64E3A09F" w:rsidR="00EB646F" w:rsidRPr="00B71068" w:rsidRDefault="001A2615" w:rsidP="000632BA">
            <w:pPr>
              <w:spacing w:before="40" w:after="120"/>
              <w:ind w:right="113"/>
              <w:rPr>
                <w:rFonts w:eastAsia="Calibri"/>
                <w:lang w:val="en-US"/>
              </w:rPr>
            </w:pPr>
            <w:r w:rsidRPr="00B71068">
              <w:rPr>
                <w:rFonts w:eastAsia="Calibri"/>
                <w:b/>
                <w:bCs/>
                <w:lang w:val="en-US"/>
              </w:rPr>
              <w:t>Mandatory if</w:t>
            </w:r>
            <w:r w:rsidRPr="00B71068">
              <w:rPr>
                <w:rFonts w:eastAsia="Calibri"/>
                <w:lang w:val="en-US"/>
              </w:rPr>
              <w:t xml:space="preserve"> </w:t>
            </w:r>
            <w:proofErr w:type="spellStart"/>
            <w:r w:rsidR="00EB646F" w:rsidRPr="00B71068">
              <w:rPr>
                <w:rFonts w:eastAsia="Calibri"/>
                <w:strike/>
                <w:lang w:val="en-US"/>
              </w:rPr>
              <w:t>If</w:t>
            </w:r>
            <w:proofErr w:type="spellEnd"/>
            <w:r w:rsidR="00EB646F" w:rsidRPr="00B71068">
              <w:rPr>
                <w:rFonts w:eastAsia="Calibri"/>
                <w:lang w:val="en-US"/>
              </w:rPr>
              <w:t xml:space="preserve"> equipped with a driver’s frontal air bag with a multi-stage inflator.</w:t>
            </w:r>
          </w:p>
        </w:tc>
        <w:tc>
          <w:tcPr>
            <w:tcW w:w="1437" w:type="dxa"/>
            <w:tcBorders>
              <w:top w:val="single" w:sz="4" w:space="0" w:color="auto"/>
            </w:tcBorders>
            <w:shd w:val="clear" w:color="auto" w:fill="auto"/>
          </w:tcPr>
          <w:p w14:paraId="0BD8C869" w14:textId="57400001" w:rsidR="00EB646F" w:rsidRPr="00B71068" w:rsidRDefault="00EB646F" w:rsidP="000632BA">
            <w:pPr>
              <w:spacing w:before="40" w:after="120"/>
              <w:ind w:right="113"/>
              <w:rPr>
                <w:rFonts w:eastAsia="Calibri"/>
                <w:lang w:val="en-US"/>
              </w:rPr>
            </w:pPr>
          </w:p>
        </w:tc>
        <w:tc>
          <w:tcPr>
            <w:tcW w:w="1024" w:type="dxa"/>
            <w:tcBorders>
              <w:top w:val="single" w:sz="4" w:space="0" w:color="auto"/>
            </w:tcBorders>
            <w:shd w:val="clear" w:color="auto" w:fill="auto"/>
          </w:tcPr>
          <w:p w14:paraId="168D1DFE" w14:textId="5C738847" w:rsidR="00EB646F" w:rsidRPr="00B71068" w:rsidRDefault="00EB646F" w:rsidP="000632BA">
            <w:pPr>
              <w:spacing w:before="40" w:after="120"/>
              <w:ind w:right="113"/>
              <w:rPr>
                <w:rFonts w:eastAsia="Calibri"/>
                <w:lang w:val="en-US"/>
              </w:rPr>
            </w:pPr>
          </w:p>
        </w:tc>
        <w:tc>
          <w:tcPr>
            <w:tcW w:w="1722" w:type="dxa"/>
            <w:tcBorders>
              <w:top w:val="single" w:sz="4" w:space="0" w:color="auto"/>
            </w:tcBorders>
            <w:shd w:val="clear" w:color="auto" w:fill="auto"/>
          </w:tcPr>
          <w:p w14:paraId="3EC45571" w14:textId="2ED27F89" w:rsidR="00EB646F" w:rsidRPr="00B71068" w:rsidRDefault="00EB646F" w:rsidP="000632BA">
            <w:pPr>
              <w:spacing w:before="40" w:after="120"/>
              <w:ind w:right="113"/>
              <w:rPr>
                <w:rFonts w:eastAsia="Calibri"/>
                <w:lang w:val="en-US"/>
              </w:rPr>
            </w:pPr>
          </w:p>
        </w:tc>
        <w:tc>
          <w:tcPr>
            <w:tcW w:w="1220" w:type="dxa"/>
            <w:tcBorders>
              <w:top w:val="single" w:sz="4" w:space="0" w:color="auto"/>
            </w:tcBorders>
            <w:shd w:val="clear" w:color="auto" w:fill="auto"/>
          </w:tcPr>
          <w:p w14:paraId="0D0EA46C" w14:textId="1786F0D9" w:rsidR="00EB646F" w:rsidRPr="00B71068" w:rsidRDefault="00EB646F" w:rsidP="000632BA">
            <w:pPr>
              <w:spacing w:before="40" w:after="120"/>
              <w:ind w:right="113"/>
              <w:rPr>
                <w:rFonts w:eastAsia="Calibri"/>
                <w:lang w:val="en-US"/>
              </w:rPr>
            </w:pPr>
          </w:p>
        </w:tc>
        <w:tc>
          <w:tcPr>
            <w:tcW w:w="1471" w:type="dxa"/>
            <w:tcBorders>
              <w:top w:val="single" w:sz="4" w:space="0" w:color="auto"/>
            </w:tcBorders>
            <w:shd w:val="clear" w:color="auto" w:fill="auto"/>
          </w:tcPr>
          <w:p w14:paraId="05C68AF2" w14:textId="7C104729" w:rsidR="00EB646F" w:rsidRPr="00B71068" w:rsidRDefault="00EB646F" w:rsidP="000632BA">
            <w:pPr>
              <w:spacing w:before="40" w:after="120"/>
              <w:ind w:right="113"/>
              <w:rPr>
                <w:rFonts w:eastAsia="Calibri"/>
                <w:lang w:val="en-US"/>
              </w:rPr>
            </w:pPr>
          </w:p>
        </w:tc>
      </w:tr>
      <w:tr w:rsidR="00EB646F" w:rsidRPr="00B71068" w14:paraId="50A60F5E" w14:textId="77777777" w:rsidTr="00844CAB">
        <w:trPr>
          <w:cantSplit/>
        </w:trPr>
        <w:tc>
          <w:tcPr>
            <w:tcW w:w="1560" w:type="dxa"/>
            <w:tcBorders>
              <w:bottom w:val="single" w:sz="4" w:space="0" w:color="auto"/>
            </w:tcBorders>
            <w:shd w:val="clear" w:color="auto" w:fill="auto"/>
          </w:tcPr>
          <w:p w14:paraId="5259CE40" w14:textId="77777777" w:rsidR="00EB646F" w:rsidRPr="00B71068" w:rsidRDefault="00EB646F" w:rsidP="000632BA">
            <w:pPr>
              <w:spacing w:before="40" w:after="120"/>
              <w:ind w:right="113"/>
              <w:rPr>
                <w:rFonts w:eastAsia="Calibri"/>
                <w:lang w:val="en-US"/>
              </w:rPr>
            </w:pPr>
            <w:r w:rsidRPr="00B71068">
              <w:rPr>
                <w:rFonts w:eastAsia="Calibri"/>
                <w:lang w:val="en-US"/>
              </w:rPr>
              <w:t>Frontal air bag deployment, time to nth stage, front passenger</w:t>
            </w:r>
            <w:r w:rsidRPr="00B71068">
              <w:rPr>
                <w:rFonts w:eastAsia="Calibri"/>
                <w:vertAlign w:val="superscript"/>
                <w:lang w:val="en-US"/>
              </w:rPr>
              <w:footnoteReference w:id="7"/>
            </w:r>
            <w:r w:rsidRPr="00B71068">
              <w:rPr>
                <w:rFonts w:eastAsia="Calibri"/>
                <w:lang w:val="en-US"/>
              </w:rPr>
              <w:t>.</w:t>
            </w:r>
          </w:p>
        </w:tc>
        <w:tc>
          <w:tcPr>
            <w:tcW w:w="1203" w:type="dxa"/>
            <w:tcBorders>
              <w:bottom w:val="single" w:sz="4" w:space="0" w:color="auto"/>
            </w:tcBorders>
            <w:shd w:val="clear" w:color="auto" w:fill="auto"/>
          </w:tcPr>
          <w:p w14:paraId="5A4A53E7" w14:textId="76B44C6E" w:rsidR="00EB646F" w:rsidRPr="00B71068" w:rsidRDefault="00B66ACE" w:rsidP="000632BA">
            <w:pPr>
              <w:spacing w:before="40" w:after="120"/>
              <w:ind w:right="113"/>
              <w:rPr>
                <w:rFonts w:eastAsia="Calibri"/>
                <w:lang w:val="en-US"/>
              </w:rPr>
            </w:pPr>
            <w:r w:rsidRPr="00B71068">
              <w:rPr>
                <w:rFonts w:eastAsia="Calibri"/>
                <w:b/>
                <w:bCs/>
                <w:lang w:val="en-US"/>
              </w:rPr>
              <w:t>Mandatory if</w:t>
            </w:r>
            <w:r w:rsidRPr="00B71068">
              <w:rPr>
                <w:rFonts w:eastAsia="Calibri"/>
                <w:lang w:val="en-US"/>
              </w:rPr>
              <w:t xml:space="preserve"> </w:t>
            </w:r>
            <w:proofErr w:type="spellStart"/>
            <w:r w:rsidR="00EB646F" w:rsidRPr="00B71068">
              <w:rPr>
                <w:rFonts w:eastAsia="Calibri"/>
                <w:strike/>
                <w:lang w:val="en-US"/>
              </w:rPr>
              <w:t>If</w:t>
            </w:r>
            <w:proofErr w:type="spellEnd"/>
            <w:r w:rsidR="00EB646F" w:rsidRPr="00B71068">
              <w:rPr>
                <w:rFonts w:eastAsia="Calibri"/>
                <w:lang w:val="en-US"/>
              </w:rPr>
              <w:t xml:space="preserve"> equipped with a front passenger’s frontal air bag with a multi-stage inflator.</w:t>
            </w:r>
          </w:p>
        </w:tc>
        <w:tc>
          <w:tcPr>
            <w:tcW w:w="1437" w:type="dxa"/>
            <w:tcBorders>
              <w:bottom w:val="single" w:sz="4" w:space="0" w:color="auto"/>
            </w:tcBorders>
            <w:shd w:val="clear" w:color="auto" w:fill="auto"/>
          </w:tcPr>
          <w:p w14:paraId="708198E9" w14:textId="52DE830C" w:rsidR="00EB646F" w:rsidRPr="00B71068" w:rsidRDefault="00EB646F" w:rsidP="000632BA">
            <w:pPr>
              <w:spacing w:before="40" w:after="120"/>
              <w:ind w:right="113"/>
              <w:rPr>
                <w:rFonts w:eastAsia="Calibri"/>
                <w:lang w:val="en-US"/>
              </w:rPr>
            </w:pPr>
          </w:p>
        </w:tc>
        <w:tc>
          <w:tcPr>
            <w:tcW w:w="1024" w:type="dxa"/>
            <w:tcBorders>
              <w:bottom w:val="single" w:sz="4" w:space="0" w:color="auto"/>
            </w:tcBorders>
            <w:shd w:val="clear" w:color="auto" w:fill="auto"/>
          </w:tcPr>
          <w:p w14:paraId="36D4143D" w14:textId="634B17D7" w:rsidR="00EB646F" w:rsidRPr="00B71068" w:rsidRDefault="00EB646F" w:rsidP="000632BA">
            <w:pPr>
              <w:spacing w:before="40" w:after="120"/>
              <w:ind w:right="113"/>
              <w:rPr>
                <w:rFonts w:eastAsia="Calibri"/>
                <w:lang w:val="en-US"/>
              </w:rPr>
            </w:pPr>
          </w:p>
        </w:tc>
        <w:tc>
          <w:tcPr>
            <w:tcW w:w="1722" w:type="dxa"/>
            <w:tcBorders>
              <w:bottom w:val="single" w:sz="4" w:space="0" w:color="auto"/>
            </w:tcBorders>
            <w:shd w:val="clear" w:color="auto" w:fill="auto"/>
          </w:tcPr>
          <w:p w14:paraId="011929BA" w14:textId="5B478F23" w:rsidR="00EB646F" w:rsidRPr="00B71068" w:rsidRDefault="00EB646F" w:rsidP="000632BA">
            <w:pPr>
              <w:spacing w:before="40" w:after="120"/>
              <w:ind w:right="113"/>
              <w:rPr>
                <w:rFonts w:eastAsia="Calibri"/>
                <w:lang w:val="en-US"/>
              </w:rPr>
            </w:pPr>
          </w:p>
        </w:tc>
        <w:tc>
          <w:tcPr>
            <w:tcW w:w="1220" w:type="dxa"/>
            <w:tcBorders>
              <w:bottom w:val="single" w:sz="4" w:space="0" w:color="auto"/>
            </w:tcBorders>
            <w:shd w:val="clear" w:color="auto" w:fill="auto"/>
          </w:tcPr>
          <w:p w14:paraId="3D627593" w14:textId="22380C96" w:rsidR="00EB646F" w:rsidRPr="00B71068" w:rsidRDefault="00EB646F" w:rsidP="000632BA">
            <w:pPr>
              <w:spacing w:before="40" w:after="120"/>
              <w:ind w:right="113"/>
              <w:rPr>
                <w:rFonts w:eastAsia="Calibri"/>
                <w:lang w:val="en-US"/>
              </w:rPr>
            </w:pPr>
          </w:p>
        </w:tc>
        <w:tc>
          <w:tcPr>
            <w:tcW w:w="1471" w:type="dxa"/>
            <w:tcBorders>
              <w:bottom w:val="single" w:sz="4" w:space="0" w:color="auto"/>
            </w:tcBorders>
            <w:shd w:val="clear" w:color="auto" w:fill="auto"/>
          </w:tcPr>
          <w:p w14:paraId="05455A4E" w14:textId="4D4D1C00" w:rsidR="00EB646F" w:rsidRPr="00B71068" w:rsidRDefault="00EB646F" w:rsidP="000632BA">
            <w:pPr>
              <w:spacing w:before="40" w:after="120"/>
              <w:ind w:right="113"/>
              <w:rPr>
                <w:rFonts w:eastAsia="Calibri"/>
                <w:lang w:val="en-US"/>
              </w:rPr>
            </w:pPr>
          </w:p>
        </w:tc>
      </w:tr>
      <w:tr w:rsidR="00EB646F" w:rsidRPr="00B71068" w14:paraId="5F00C99F" w14:textId="77777777" w:rsidTr="00844CAB">
        <w:trPr>
          <w:cantSplit/>
        </w:trPr>
        <w:tc>
          <w:tcPr>
            <w:tcW w:w="1560" w:type="dxa"/>
            <w:tcBorders>
              <w:top w:val="single" w:sz="4" w:space="0" w:color="auto"/>
              <w:bottom w:val="single" w:sz="4" w:space="0" w:color="auto"/>
            </w:tcBorders>
            <w:shd w:val="clear" w:color="auto" w:fill="auto"/>
          </w:tcPr>
          <w:p w14:paraId="0DA8695C"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Frontal air bag deployment, nth stage disposal, driver,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10DEAA98"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If recorded</w:t>
            </w:r>
          </w:p>
        </w:tc>
        <w:tc>
          <w:tcPr>
            <w:tcW w:w="1437" w:type="dxa"/>
            <w:tcBorders>
              <w:top w:val="single" w:sz="4" w:space="0" w:color="auto"/>
              <w:bottom w:val="single" w:sz="4" w:space="0" w:color="auto"/>
            </w:tcBorders>
            <w:shd w:val="clear" w:color="auto" w:fill="auto"/>
          </w:tcPr>
          <w:p w14:paraId="49433739"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Event</w:t>
            </w:r>
          </w:p>
        </w:tc>
        <w:tc>
          <w:tcPr>
            <w:tcW w:w="1024" w:type="dxa"/>
            <w:tcBorders>
              <w:top w:val="single" w:sz="4" w:space="0" w:color="auto"/>
              <w:bottom w:val="single" w:sz="4" w:space="0" w:color="auto"/>
            </w:tcBorders>
            <w:shd w:val="clear" w:color="auto" w:fill="auto"/>
          </w:tcPr>
          <w:p w14:paraId="32AA73C7"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N/A</w:t>
            </w:r>
          </w:p>
        </w:tc>
        <w:tc>
          <w:tcPr>
            <w:tcW w:w="1722" w:type="dxa"/>
            <w:tcBorders>
              <w:top w:val="single" w:sz="4" w:space="0" w:color="auto"/>
              <w:bottom w:val="single" w:sz="4" w:space="0" w:color="auto"/>
            </w:tcBorders>
            <w:shd w:val="clear" w:color="auto" w:fill="auto"/>
          </w:tcPr>
          <w:p w14:paraId="50286C9D"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Yes or No</w:t>
            </w:r>
          </w:p>
        </w:tc>
        <w:tc>
          <w:tcPr>
            <w:tcW w:w="1220" w:type="dxa"/>
            <w:tcBorders>
              <w:top w:val="single" w:sz="4" w:space="0" w:color="auto"/>
              <w:bottom w:val="single" w:sz="4" w:space="0" w:color="auto"/>
            </w:tcBorders>
            <w:shd w:val="clear" w:color="auto" w:fill="auto"/>
          </w:tcPr>
          <w:p w14:paraId="39DB9C47"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N/A</w:t>
            </w:r>
          </w:p>
        </w:tc>
        <w:tc>
          <w:tcPr>
            <w:tcW w:w="1471" w:type="dxa"/>
            <w:tcBorders>
              <w:top w:val="single" w:sz="4" w:space="0" w:color="auto"/>
              <w:bottom w:val="single" w:sz="4" w:space="0" w:color="auto"/>
            </w:tcBorders>
            <w:shd w:val="clear" w:color="auto" w:fill="auto"/>
          </w:tcPr>
          <w:p w14:paraId="39071015"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Yes or No.</w:t>
            </w:r>
          </w:p>
        </w:tc>
      </w:tr>
      <w:tr w:rsidR="00EB646F" w:rsidRPr="00B71068" w14:paraId="1C50CADE" w14:textId="77777777" w:rsidTr="00844CAB">
        <w:trPr>
          <w:cantSplit/>
        </w:trPr>
        <w:tc>
          <w:tcPr>
            <w:tcW w:w="1560" w:type="dxa"/>
            <w:tcBorders>
              <w:top w:val="single" w:sz="4" w:space="0" w:color="auto"/>
              <w:bottom w:val="single" w:sz="4" w:space="0" w:color="auto"/>
            </w:tcBorders>
            <w:shd w:val="clear" w:color="auto" w:fill="auto"/>
          </w:tcPr>
          <w:p w14:paraId="3C43CA5B"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Frontal air bag deployment, nth stage disposal, front passenger,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0FB6C6A0"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If recorded</w:t>
            </w:r>
          </w:p>
        </w:tc>
        <w:tc>
          <w:tcPr>
            <w:tcW w:w="1437" w:type="dxa"/>
            <w:tcBorders>
              <w:top w:val="single" w:sz="4" w:space="0" w:color="auto"/>
              <w:bottom w:val="single" w:sz="4" w:space="0" w:color="auto"/>
            </w:tcBorders>
            <w:shd w:val="clear" w:color="auto" w:fill="auto"/>
          </w:tcPr>
          <w:p w14:paraId="71EE9920"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Event</w:t>
            </w:r>
          </w:p>
        </w:tc>
        <w:tc>
          <w:tcPr>
            <w:tcW w:w="1024" w:type="dxa"/>
            <w:tcBorders>
              <w:top w:val="single" w:sz="4" w:space="0" w:color="auto"/>
              <w:bottom w:val="single" w:sz="4" w:space="0" w:color="auto"/>
            </w:tcBorders>
            <w:shd w:val="clear" w:color="auto" w:fill="auto"/>
          </w:tcPr>
          <w:p w14:paraId="697558E2"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N/A</w:t>
            </w:r>
          </w:p>
        </w:tc>
        <w:tc>
          <w:tcPr>
            <w:tcW w:w="1722" w:type="dxa"/>
            <w:tcBorders>
              <w:top w:val="single" w:sz="4" w:space="0" w:color="auto"/>
              <w:bottom w:val="single" w:sz="4" w:space="0" w:color="auto"/>
            </w:tcBorders>
            <w:shd w:val="clear" w:color="auto" w:fill="auto"/>
          </w:tcPr>
          <w:p w14:paraId="55DFC478"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Yes or No</w:t>
            </w:r>
          </w:p>
        </w:tc>
        <w:tc>
          <w:tcPr>
            <w:tcW w:w="1220" w:type="dxa"/>
            <w:tcBorders>
              <w:top w:val="single" w:sz="4" w:space="0" w:color="auto"/>
              <w:bottom w:val="single" w:sz="4" w:space="0" w:color="auto"/>
            </w:tcBorders>
            <w:shd w:val="clear" w:color="auto" w:fill="auto"/>
          </w:tcPr>
          <w:p w14:paraId="04811ECB"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N/A</w:t>
            </w:r>
          </w:p>
        </w:tc>
        <w:tc>
          <w:tcPr>
            <w:tcW w:w="1471" w:type="dxa"/>
            <w:tcBorders>
              <w:top w:val="single" w:sz="4" w:space="0" w:color="auto"/>
              <w:bottom w:val="single" w:sz="4" w:space="0" w:color="auto"/>
            </w:tcBorders>
            <w:shd w:val="clear" w:color="auto" w:fill="auto"/>
          </w:tcPr>
          <w:p w14:paraId="6886F423"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Yes or No.</w:t>
            </w:r>
          </w:p>
        </w:tc>
      </w:tr>
      <w:tr w:rsidR="00EB646F" w:rsidRPr="00B71068" w14:paraId="4F2F3D98" w14:textId="77777777" w:rsidTr="00844CAB">
        <w:trPr>
          <w:cantSplit/>
        </w:trPr>
        <w:tc>
          <w:tcPr>
            <w:tcW w:w="1560" w:type="dxa"/>
            <w:tcBorders>
              <w:top w:val="single" w:sz="4" w:space="0" w:color="auto"/>
              <w:bottom w:val="single" w:sz="4" w:space="0" w:color="auto"/>
            </w:tcBorders>
            <w:shd w:val="clear" w:color="auto" w:fill="auto"/>
          </w:tcPr>
          <w:p w14:paraId="62836C8E" w14:textId="77777777" w:rsidR="00EB646F" w:rsidRPr="00B71068" w:rsidRDefault="00EB646F" w:rsidP="000632BA">
            <w:pPr>
              <w:spacing w:before="40" w:after="120"/>
              <w:ind w:right="113"/>
              <w:rPr>
                <w:rFonts w:eastAsia="Calibri"/>
                <w:lang w:val="en-US"/>
              </w:rPr>
            </w:pPr>
            <w:r w:rsidRPr="00B71068">
              <w:rPr>
                <w:rFonts w:eastAsia="Calibri"/>
                <w:lang w:val="en-US"/>
              </w:rPr>
              <w:t>Side air bag deployment, time to deploy, driver.</w:t>
            </w:r>
          </w:p>
        </w:tc>
        <w:tc>
          <w:tcPr>
            <w:tcW w:w="1203" w:type="dxa"/>
            <w:tcBorders>
              <w:top w:val="single" w:sz="4" w:space="0" w:color="auto"/>
              <w:bottom w:val="single" w:sz="4" w:space="0" w:color="auto"/>
            </w:tcBorders>
            <w:shd w:val="clear" w:color="auto" w:fill="auto"/>
          </w:tcPr>
          <w:p w14:paraId="66E86F7B" w14:textId="2AF2AD79" w:rsidR="00EB646F" w:rsidRPr="00B71068" w:rsidRDefault="00EB646F" w:rsidP="000632BA">
            <w:pPr>
              <w:spacing w:before="40" w:after="120"/>
              <w:ind w:right="113"/>
              <w:rPr>
                <w:rFonts w:eastAsia="Calibri"/>
                <w:lang w:val="en-US"/>
              </w:rPr>
            </w:pPr>
            <w:r w:rsidRPr="00B71068">
              <w:rPr>
                <w:rFonts w:eastAsia="Calibri"/>
                <w:strike/>
                <w:lang w:val="en-US"/>
              </w:rPr>
              <w:t>If recorded</w:t>
            </w:r>
            <w:r w:rsidR="00B66ACE" w:rsidRPr="00B71068">
              <w:rPr>
                <w:rFonts w:eastAsia="Calibri"/>
                <w:lang w:val="en-US"/>
              </w:rPr>
              <w:t xml:space="preserve"> </w:t>
            </w:r>
            <w:r w:rsidR="00B66ACE"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7E09B119" w14:textId="599BA271"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4DC101B" w14:textId="3058CC20"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962B7C0" w14:textId="2A08D825"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B2FEF5A" w14:textId="3298C6A1"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8FE4F25" w14:textId="3D564B6F" w:rsidR="00EB646F" w:rsidRPr="00B71068" w:rsidRDefault="00EB646F" w:rsidP="000632BA">
            <w:pPr>
              <w:spacing w:before="40" w:after="120"/>
              <w:ind w:right="113"/>
              <w:rPr>
                <w:rFonts w:eastAsia="Calibri"/>
                <w:lang w:val="en-US"/>
              </w:rPr>
            </w:pPr>
          </w:p>
        </w:tc>
      </w:tr>
      <w:tr w:rsidR="00EB646F" w:rsidRPr="00B71068" w14:paraId="4FF47DF2" w14:textId="77777777" w:rsidTr="00844CAB">
        <w:trPr>
          <w:cantSplit/>
        </w:trPr>
        <w:tc>
          <w:tcPr>
            <w:tcW w:w="1560" w:type="dxa"/>
            <w:tcBorders>
              <w:top w:val="single" w:sz="4" w:space="0" w:color="auto"/>
              <w:bottom w:val="single" w:sz="4" w:space="0" w:color="auto"/>
            </w:tcBorders>
            <w:shd w:val="clear" w:color="auto" w:fill="auto"/>
          </w:tcPr>
          <w:p w14:paraId="625AD37F" w14:textId="77777777" w:rsidR="00EB646F" w:rsidRPr="00B71068" w:rsidRDefault="00EB646F" w:rsidP="000632BA">
            <w:pPr>
              <w:spacing w:before="40" w:after="120"/>
              <w:ind w:right="113"/>
              <w:rPr>
                <w:rFonts w:eastAsia="Calibri"/>
                <w:lang w:val="en-US"/>
              </w:rPr>
            </w:pPr>
            <w:r w:rsidRPr="00B71068">
              <w:rPr>
                <w:rFonts w:eastAsia="Calibri"/>
                <w:lang w:val="en-US"/>
              </w:rPr>
              <w:t>Side air bag deployment, time to deploy, front passenger.</w:t>
            </w:r>
          </w:p>
        </w:tc>
        <w:tc>
          <w:tcPr>
            <w:tcW w:w="1203" w:type="dxa"/>
            <w:tcBorders>
              <w:top w:val="single" w:sz="4" w:space="0" w:color="auto"/>
              <w:bottom w:val="single" w:sz="4" w:space="0" w:color="auto"/>
            </w:tcBorders>
            <w:shd w:val="clear" w:color="auto" w:fill="auto"/>
          </w:tcPr>
          <w:p w14:paraId="5170A2D3" w14:textId="2C6DD5C4" w:rsidR="00EB646F" w:rsidRPr="00B71068" w:rsidRDefault="00B66ACE"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692363DF" w14:textId="552340FB"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DBB5F72" w14:textId="4D97D716"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8494E6F" w14:textId="790846FA"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F52F71A" w14:textId="03DE0F94"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CDE872D" w14:textId="42B3B972" w:rsidR="00EB646F" w:rsidRPr="00B71068" w:rsidRDefault="00EB646F" w:rsidP="000632BA">
            <w:pPr>
              <w:spacing w:before="40" w:after="120"/>
              <w:ind w:right="113"/>
              <w:rPr>
                <w:rFonts w:eastAsia="Calibri"/>
                <w:lang w:val="en-US"/>
              </w:rPr>
            </w:pPr>
          </w:p>
        </w:tc>
      </w:tr>
      <w:tr w:rsidR="00B66ACE" w:rsidRPr="00B71068" w14:paraId="4E322DFB" w14:textId="77777777" w:rsidTr="00844CAB">
        <w:trPr>
          <w:cantSplit/>
        </w:trPr>
        <w:tc>
          <w:tcPr>
            <w:tcW w:w="1560" w:type="dxa"/>
            <w:tcBorders>
              <w:top w:val="single" w:sz="4" w:space="0" w:color="auto"/>
              <w:bottom w:val="single" w:sz="4" w:space="0" w:color="auto"/>
            </w:tcBorders>
            <w:shd w:val="clear" w:color="auto" w:fill="auto"/>
          </w:tcPr>
          <w:p w14:paraId="71909A62" w14:textId="77777777" w:rsidR="00B66ACE" w:rsidRPr="00B71068" w:rsidRDefault="00B66ACE" w:rsidP="00B66ACE">
            <w:pPr>
              <w:spacing w:before="40" w:after="120"/>
              <w:ind w:right="113"/>
              <w:rPr>
                <w:rFonts w:eastAsia="Calibri"/>
                <w:lang w:val="en-US"/>
              </w:rPr>
            </w:pPr>
            <w:r w:rsidRPr="00B71068">
              <w:rPr>
                <w:rFonts w:eastAsia="Calibri"/>
                <w:lang w:val="en-US"/>
              </w:rPr>
              <w:t>Side curtain/tube air bag deployment, time to deploy, driver side.</w:t>
            </w:r>
          </w:p>
        </w:tc>
        <w:tc>
          <w:tcPr>
            <w:tcW w:w="1203" w:type="dxa"/>
            <w:tcBorders>
              <w:top w:val="single" w:sz="4" w:space="0" w:color="auto"/>
              <w:bottom w:val="single" w:sz="4" w:space="0" w:color="auto"/>
            </w:tcBorders>
            <w:shd w:val="clear" w:color="auto" w:fill="auto"/>
          </w:tcPr>
          <w:p w14:paraId="537F89E7" w14:textId="671C1D5B" w:rsidR="00B66ACE" w:rsidRPr="00B71068" w:rsidRDefault="00B66ACE" w:rsidP="00B66ACE">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5EDA36C3" w14:textId="492DEC15" w:rsidR="00B66ACE" w:rsidRPr="00B71068" w:rsidRDefault="00B66ACE" w:rsidP="00B66ACE">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473BA7E" w14:textId="5B939E54" w:rsidR="00B66ACE" w:rsidRPr="00B71068" w:rsidRDefault="00B66ACE" w:rsidP="00B66ACE">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6C663F2" w14:textId="7CAB882A" w:rsidR="00B66ACE" w:rsidRPr="00B71068" w:rsidRDefault="00B66ACE" w:rsidP="00B66ACE">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3F4EB3E" w14:textId="19D788E5" w:rsidR="00B66ACE" w:rsidRPr="00B71068" w:rsidRDefault="00B66ACE" w:rsidP="00B66ACE">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5F1896E" w14:textId="4480BCCB" w:rsidR="00B66ACE" w:rsidRPr="00B71068" w:rsidRDefault="00B66ACE" w:rsidP="00B66ACE">
            <w:pPr>
              <w:spacing w:before="40" w:after="120"/>
              <w:ind w:right="113"/>
              <w:rPr>
                <w:rFonts w:eastAsia="Calibri"/>
                <w:lang w:val="en-US"/>
              </w:rPr>
            </w:pPr>
          </w:p>
        </w:tc>
      </w:tr>
      <w:tr w:rsidR="00B66ACE" w:rsidRPr="00B71068" w14:paraId="491EBDE7" w14:textId="77777777" w:rsidTr="00844CAB">
        <w:trPr>
          <w:cantSplit/>
        </w:trPr>
        <w:tc>
          <w:tcPr>
            <w:tcW w:w="1560" w:type="dxa"/>
            <w:tcBorders>
              <w:top w:val="single" w:sz="4" w:space="0" w:color="auto"/>
              <w:bottom w:val="single" w:sz="4" w:space="0" w:color="auto"/>
            </w:tcBorders>
            <w:shd w:val="clear" w:color="auto" w:fill="auto"/>
          </w:tcPr>
          <w:p w14:paraId="761ADB1C" w14:textId="77777777" w:rsidR="00B66ACE" w:rsidRPr="00B71068" w:rsidRDefault="00B66ACE" w:rsidP="00B66ACE">
            <w:pPr>
              <w:spacing w:before="40" w:after="120"/>
              <w:ind w:right="113"/>
              <w:rPr>
                <w:rFonts w:eastAsia="Calibri"/>
                <w:lang w:val="en-US"/>
              </w:rPr>
            </w:pPr>
            <w:r w:rsidRPr="00B71068">
              <w:rPr>
                <w:rFonts w:eastAsia="Calibri"/>
                <w:lang w:val="en-US"/>
              </w:rPr>
              <w:t>Side curtain/tube air bag deployment, time to deploy, passenger side.</w:t>
            </w:r>
          </w:p>
        </w:tc>
        <w:tc>
          <w:tcPr>
            <w:tcW w:w="1203" w:type="dxa"/>
            <w:tcBorders>
              <w:top w:val="single" w:sz="4" w:space="0" w:color="auto"/>
              <w:bottom w:val="single" w:sz="4" w:space="0" w:color="auto"/>
            </w:tcBorders>
            <w:shd w:val="clear" w:color="auto" w:fill="auto"/>
          </w:tcPr>
          <w:p w14:paraId="7F54B4B5" w14:textId="19FA673E" w:rsidR="00B66ACE" w:rsidRPr="00B71068" w:rsidRDefault="00B66ACE" w:rsidP="00B66ACE">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6FA5878D" w14:textId="1A5A7E6B" w:rsidR="00B66ACE" w:rsidRPr="00B71068" w:rsidRDefault="00B66ACE" w:rsidP="00B66ACE">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C4E198B" w14:textId="5312FC00" w:rsidR="00B66ACE" w:rsidRPr="00B71068" w:rsidRDefault="00B66ACE" w:rsidP="00B66ACE">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B36C3F0" w14:textId="40FD5E2F" w:rsidR="00B66ACE" w:rsidRPr="00B71068" w:rsidRDefault="00B66ACE" w:rsidP="00B66ACE">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F078AE2" w14:textId="42BBFD9E" w:rsidR="00B66ACE" w:rsidRPr="00B71068" w:rsidRDefault="00B66ACE" w:rsidP="00B66ACE">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F67B885" w14:textId="01C6CD3B" w:rsidR="00B66ACE" w:rsidRPr="00B71068" w:rsidRDefault="00B66ACE" w:rsidP="00B66ACE">
            <w:pPr>
              <w:spacing w:before="40" w:after="120"/>
              <w:ind w:right="113"/>
              <w:rPr>
                <w:rFonts w:eastAsia="Calibri"/>
                <w:lang w:val="en-US"/>
              </w:rPr>
            </w:pPr>
          </w:p>
        </w:tc>
      </w:tr>
      <w:tr w:rsidR="00B66ACE" w:rsidRPr="00B71068" w14:paraId="0F679B52" w14:textId="77777777" w:rsidTr="00844CAB">
        <w:trPr>
          <w:cantSplit/>
        </w:trPr>
        <w:tc>
          <w:tcPr>
            <w:tcW w:w="1560" w:type="dxa"/>
            <w:tcBorders>
              <w:top w:val="single" w:sz="4" w:space="0" w:color="auto"/>
              <w:bottom w:val="single" w:sz="4" w:space="0" w:color="auto"/>
            </w:tcBorders>
            <w:shd w:val="clear" w:color="auto" w:fill="auto"/>
          </w:tcPr>
          <w:p w14:paraId="3B681CDC" w14:textId="77777777" w:rsidR="00B66ACE" w:rsidRPr="00B71068" w:rsidRDefault="00B66ACE" w:rsidP="00B66ACE">
            <w:pPr>
              <w:spacing w:before="40" w:after="120"/>
              <w:ind w:right="113"/>
              <w:rPr>
                <w:rFonts w:eastAsia="Calibri"/>
                <w:lang w:val="en-US"/>
              </w:rPr>
            </w:pPr>
            <w:r w:rsidRPr="00B71068">
              <w:rPr>
                <w:rFonts w:eastAsia="Calibri"/>
                <w:lang w:val="en-US"/>
              </w:rPr>
              <w:t>Pretensioner deployment, time to fire, driver.</w:t>
            </w:r>
          </w:p>
        </w:tc>
        <w:tc>
          <w:tcPr>
            <w:tcW w:w="1203" w:type="dxa"/>
            <w:tcBorders>
              <w:top w:val="single" w:sz="4" w:space="0" w:color="auto"/>
              <w:bottom w:val="single" w:sz="4" w:space="0" w:color="auto"/>
            </w:tcBorders>
            <w:shd w:val="clear" w:color="auto" w:fill="auto"/>
          </w:tcPr>
          <w:p w14:paraId="24280AE0" w14:textId="59C2E7BC" w:rsidR="00B66ACE" w:rsidRPr="00B71068" w:rsidRDefault="00B66ACE" w:rsidP="00B66ACE">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2F35FCE2" w14:textId="37FDDA5C" w:rsidR="00B66ACE" w:rsidRPr="00B71068" w:rsidRDefault="00B66ACE" w:rsidP="00B66ACE">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53324D8" w14:textId="4F8EE541" w:rsidR="00B66ACE" w:rsidRPr="00B71068" w:rsidRDefault="00B66ACE" w:rsidP="00B66ACE">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6195BE4" w14:textId="377CF34F" w:rsidR="00B66ACE" w:rsidRPr="00B71068" w:rsidRDefault="00B66ACE" w:rsidP="00B66ACE">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5E72979" w14:textId="3C9EE9D2" w:rsidR="00B66ACE" w:rsidRPr="00B71068" w:rsidRDefault="00B66ACE" w:rsidP="00B66ACE">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02ED329" w14:textId="1CB0905C" w:rsidR="00B66ACE" w:rsidRPr="00B71068" w:rsidRDefault="00B66ACE" w:rsidP="00B66ACE">
            <w:pPr>
              <w:spacing w:before="40" w:after="120"/>
              <w:ind w:right="113"/>
              <w:rPr>
                <w:rFonts w:eastAsia="Calibri"/>
                <w:lang w:val="en-US"/>
              </w:rPr>
            </w:pPr>
          </w:p>
        </w:tc>
      </w:tr>
      <w:tr w:rsidR="00B66ACE" w:rsidRPr="00B71068" w14:paraId="39FBD9D6" w14:textId="77777777" w:rsidTr="00844CAB">
        <w:trPr>
          <w:cantSplit/>
        </w:trPr>
        <w:tc>
          <w:tcPr>
            <w:tcW w:w="1560" w:type="dxa"/>
            <w:tcBorders>
              <w:top w:val="single" w:sz="4" w:space="0" w:color="auto"/>
              <w:bottom w:val="single" w:sz="4" w:space="0" w:color="auto"/>
            </w:tcBorders>
            <w:shd w:val="clear" w:color="auto" w:fill="auto"/>
          </w:tcPr>
          <w:p w14:paraId="14BE60F3" w14:textId="77777777" w:rsidR="00B66ACE" w:rsidRPr="00B71068" w:rsidRDefault="00B66ACE" w:rsidP="00B66ACE">
            <w:pPr>
              <w:spacing w:before="40" w:after="120"/>
              <w:ind w:right="113"/>
              <w:rPr>
                <w:rFonts w:eastAsia="Calibri"/>
                <w:lang w:val="en-US"/>
              </w:rPr>
            </w:pPr>
            <w:r w:rsidRPr="00B71068">
              <w:rPr>
                <w:rFonts w:eastAsia="Calibri"/>
                <w:lang w:val="en-US"/>
              </w:rPr>
              <w:t>Pretensioner deployment, time to fire, front passenger.</w:t>
            </w:r>
          </w:p>
        </w:tc>
        <w:tc>
          <w:tcPr>
            <w:tcW w:w="1203" w:type="dxa"/>
            <w:tcBorders>
              <w:top w:val="single" w:sz="4" w:space="0" w:color="auto"/>
              <w:bottom w:val="single" w:sz="4" w:space="0" w:color="auto"/>
            </w:tcBorders>
            <w:shd w:val="clear" w:color="auto" w:fill="auto"/>
          </w:tcPr>
          <w:p w14:paraId="6699FAAE" w14:textId="2ADC638F" w:rsidR="00B66ACE" w:rsidRPr="00B71068" w:rsidRDefault="00B66ACE" w:rsidP="00B66ACE">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3C32CC17" w14:textId="5CD70EFB" w:rsidR="00B66ACE" w:rsidRPr="00B71068" w:rsidRDefault="00B66ACE" w:rsidP="00B66ACE">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3CC50E5" w14:textId="4AD4B2AA" w:rsidR="00B66ACE" w:rsidRPr="00B71068" w:rsidRDefault="00B66ACE" w:rsidP="00B66ACE">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048200E" w14:textId="6E97A653" w:rsidR="00B66ACE" w:rsidRPr="00B71068" w:rsidRDefault="00B66ACE" w:rsidP="00B66ACE">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A02A222" w14:textId="6F5D6FD1" w:rsidR="00B66ACE" w:rsidRPr="00B71068" w:rsidRDefault="00B66ACE" w:rsidP="00B66ACE">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212E584" w14:textId="20AEDCE8" w:rsidR="00B66ACE" w:rsidRPr="00B71068" w:rsidRDefault="00B66ACE" w:rsidP="00B66ACE">
            <w:pPr>
              <w:spacing w:before="40" w:after="120"/>
              <w:ind w:right="113"/>
              <w:rPr>
                <w:rFonts w:eastAsia="Calibri"/>
                <w:lang w:val="en-US"/>
              </w:rPr>
            </w:pPr>
          </w:p>
        </w:tc>
      </w:tr>
    </w:tbl>
    <w:p w14:paraId="197D99B0" w14:textId="3C6427AD" w:rsidR="00DB276D" w:rsidRPr="00B74FAE" w:rsidRDefault="00B74FAE" w:rsidP="00B74FAE">
      <w:pPr>
        <w:spacing w:before="240"/>
        <w:jc w:val="center"/>
        <w:rPr>
          <w:u w:val="single"/>
        </w:rPr>
      </w:pPr>
      <w:r w:rsidRPr="00B71068">
        <w:rPr>
          <w:u w:val="single"/>
        </w:rPr>
        <w:tab/>
      </w:r>
      <w:r w:rsidRPr="00B71068">
        <w:rPr>
          <w:u w:val="single"/>
        </w:rPr>
        <w:tab/>
      </w:r>
      <w:r w:rsidRPr="00B71068">
        <w:rPr>
          <w:u w:val="single"/>
        </w:rPr>
        <w:tab/>
      </w:r>
      <w:r w:rsidR="00A0002D" w:rsidRPr="00B71068">
        <w:rPr>
          <w:u w:val="single"/>
        </w:rPr>
        <w:t>]</w:t>
      </w:r>
    </w:p>
    <w:sectPr w:rsidR="00DB276D" w:rsidRPr="00B74FAE" w:rsidSect="00DB31F9">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211F2" w14:textId="77777777" w:rsidR="002E28F8" w:rsidRDefault="002E28F8"/>
  </w:endnote>
  <w:endnote w:type="continuationSeparator" w:id="0">
    <w:p w14:paraId="46A59994" w14:textId="77777777" w:rsidR="002E28F8" w:rsidRDefault="002E28F8"/>
  </w:endnote>
  <w:endnote w:type="continuationNotice" w:id="1">
    <w:p w14:paraId="09EA831B" w14:textId="77777777" w:rsidR="002E28F8" w:rsidRDefault="002E2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DD3C" w14:textId="3189E051" w:rsidR="001A2E47" w:rsidRDefault="001A2E47" w:rsidP="00DB31F9">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FB6B19">
      <w:rPr>
        <w:b/>
        <w:noProof/>
        <w:sz w:val="18"/>
      </w:rPr>
      <w:t>6</w:t>
    </w:r>
    <w:r w:rsidRPr="00D77B8F">
      <w:rPr>
        <w:b/>
        <w:sz w:val="18"/>
      </w:rPr>
      <w:fldChar w:fldCharType="end"/>
    </w:r>
    <w:r w:rsidRPr="00D77B8F">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5F8C0" w14:textId="09A72547" w:rsidR="001A2E47" w:rsidRDefault="001A2E47" w:rsidP="00DB31F9">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FB6B19">
      <w:rPr>
        <w:b/>
        <w:noProof/>
        <w:sz w:val="18"/>
      </w:rPr>
      <w:t>7</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49021" w14:textId="1FCA5977" w:rsidR="001A2E47" w:rsidRPr="00772D17" w:rsidRDefault="001A2E4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FB6B19">
      <w:rPr>
        <w:b/>
        <w:noProof/>
        <w:sz w:val="18"/>
      </w:rPr>
      <w:t>10</w:t>
    </w:r>
    <w:r w:rsidRPr="00772D17">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273AA" w14:textId="3F83F929" w:rsidR="001A2E47" w:rsidRPr="00772D17" w:rsidRDefault="001A2E4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FB6B19">
      <w:rPr>
        <w:b/>
        <w:noProof/>
        <w:sz w:val="18"/>
      </w:rPr>
      <w:t>11</w:t>
    </w:r>
    <w:r w:rsidRPr="00772D17">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84341" w14:textId="0078C030" w:rsidR="001A2E47" w:rsidRDefault="001A2E47"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sidR="00FB6B19">
      <w:rPr>
        <w:b/>
        <w:noProof/>
        <w:sz w:val="18"/>
      </w:rPr>
      <w:t>8</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9ECB7" w14:textId="77777777" w:rsidR="002E28F8" w:rsidRPr="000B175B" w:rsidRDefault="002E28F8" w:rsidP="000B175B">
      <w:pPr>
        <w:tabs>
          <w:tab w:val="right" w:pos="2155"/>
        </w:tabs>
        <w:spacing w:after="80"/>
        <w:ind w:left="680"/>
        <w:rPr>
          <w:u w:val="single"/>
        </w:rPr>
      </w:pPr>
      <w:r>
        <w:rPr>
          <w:u w:val="single"/>
        </w:rPr>
        <w:tab/>
      </w:r>
    </w:p>
  </w:footnote>
  <w:footnote w:type="continuationSeparator" w:id="0">
    <w:p w14:paraId="1DF8C30C" w14:textId="77777777" w:rsidR="002E28F8" w:rsidRPr="00FC68B7" w:rsidRDefault="002E28F8" w:rsidP="00FC68B7">
      <w:pPr>
        <w:tabs>
          <w:tab w:val="left" w:pos="2155"/>
        </w:tabs>
        <w:spacing w:after="80"/>
        <w:ind w:left="680"/>
        <w:rPr>
          <w:u w:val="single"/>
        </w:rPr>
      </w:pPr>
      <w:r>
        <w:rPr>
          <w:u w:val="single"/>
        </w:rPr>
        <w:tab/>
      </w:r>
    </w:p>
  </w:footnote>
  <w:footnote w:type="continuationNotice" w:id="1">
    <w:p w14:paraId="4595AA44" w14:textId="77777777" w:rsidR="002E28F8" w:rsidRDefault="002E28F8"/>
  </w:footnote>
  <w:footnote w:id="2">
    <w:p w14:paraId="7AA89D17" w14:textId="3D4B94C0" w:rsidR="001B6F50" w:rsidRPr="001B6F50" w:rsidRDefault="001B6F50" w:rsidP="001B6F50">
      <w:pPr>
        <w:pStyle w:val="FootnoteText"/>
        <w:ind w:left="2088" w:right="1138" w:hanging="1138"/>
        <w:rPr>
          <w:b/>
          <w:bCs/>
          <w:lang w:val="en-US"/>
        </w:rPr>
      </w:pPr>
      <w:r w:rsidRPr="001B6F50">
        <w:rPr>
          <w:rStyle w:val="FootnoteReference"/>
          <w:b/>
          <w:bCs/>
        </w:rPr>
        <w:footnoteRef/>
      </w:r>
      <w:r>
        <w:rPr>
          <w:b/>
          <w:bCs/>
        </w:rPr>
        <w:t xml:space="preserve"> </w:t>
      </w:r>
      <w:r w:rsidRPr="001B6F50">
        <w:rPr>
          <w:b/>
          <w:bCs/>
        </w:rPr>
        <w:t xml:space="preserve"> “Mandatory” is subject to the conditions detailed in section 1.</w:t>
      </w:r>
    </w:p>
  </w:footnote>
  <w:footnote w:id="3">
    <w:p w14:paraId="275D84B3" w14:textId="1083F9BD" w:rsidR="001A2E47" w:rsidRPr="00445E37" w:rsidRDefault="001A2E47" w:rsidP="00844CAB">
      <w:pPr>
        <w:pStyle w:val="FootnoteText"/>
      </w:pPr>
      <w:r>
        <w:tab/>
      </w:r>
      <w:r w:rsidRPr="00445E37">
        <w:rPr>
          <w:rStyle w:val="FootnoteReference"/>
          <w:szCs w:val="18"/>
        </w:rPr>
        <w:footnoteRef/>
      </w:r>
      <w:r w:rsidRPr="00445E37">
        <w:t xml:space="preserve"> </w:t>
      </w:r>
      <w:r>
        <w:tab/>
      </w:r>
      <w:r w:rsidRPr="00445E37">
        <w:t>Pre-</w:t>
      </w:r>
      <w:r w:rsidRPr="00844CAB">
        <w:t>crash</w:t>
      </w:r>
      <w:r w:rsidRPr="00445E37">
        <w:t xml:space="preserve"> data and crash data are asynchronous. The sample time accuracy requirement for pre-crash time is -0.1 to 1.0 sec (e.g., T = -1 would need to occur between -1.1 and 0 seconds.) </w:t>
      </w:r>
    </w:p>
  </w:footnote>
  <w:footnote w:id="4">
    <w:p w14:paraId="49B888E4" w14:textId="3BD27096" w:rsidR="001A2E47" w:rsidRPr="009B3F7D" w:rsidRDefault="001A2E47" w:rsidP="00844CAB">
      <w:pPr>
        <w:pStyle w:val="FootnoteText"/>
      </w:pPr>
      <w:r>
        <w:tab/>
      </w:r>
      <w:r w:rsidRPr="009B3F7D">
        <w:rPr>
          <w:rStyle w:val="FootnoteReference"/>
        </w:rPr>
        <w:footnoteRef/>
      </w:r>
      <w:r w:rsidRPr="009B3F7D">
        <w:t xml:space="preserve"> </w:t>
      </w:r>
      <w:r>
        <w:tab/>
      </w:r>
      <w:r w:rsidRPr="009B3F7D">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5">
    <w:p w14:paraId="47685FB4" w14:textId="1BE65051" w:rsidR="001A2E47" w:rsidRPr="00FC5C51" w:rsidRDefault="001A2E47" w:rsidP="00844CAB">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w:t>
      </w:r>
      <w:r w:rsidRPr="00FC5C51">
        <w:t>crash, but shall be reported during the download process.</w:t>
      </w:r>
    </w:p>
  </w:footnote>
  <w:footnote w:id="6">
    <w:p w14:paraId="0A2C642B" w14:textId="5EE2AA32" w:rsidR="001A2E47" w:rsidRPr="0007108D" w:rsidRDefault="001A2E47" w:rsidP="00844CAB">
      <w:pPr>
        <w:pStyle w:val="FootnoteText"/>
      </w:pPr>
      <w:r>
        <w:tab/>
      </w:r>
      <w:r w:rsidRPr="0007108D">
        <w:rPr>
          <w:rStyle w:val="FootnoteReference"/>
        </w:rPr>
        <w:footnoteRef/>
      </w:r>
      <w:r w:rsidRPr="0007108D">
        <w:t xml:space="preserve"> </w:t>
      </w:r>
      <w:r>
        <w:tab/>
      </w:r>
      <w:r w:rsidRPr="0007108D">
        <w:t xml:space="preserve">The frontal air bag warning lamp is the readiness indicator specified in national air bag </w:t>
      </w:r>
      <w:r w:rsidRPr="0007108D">
        <w:t>requirements, and may also illuminate to indicate a malfunction in another part of the deployable restraint system.</w:t>
      </w:r>
    </w:p>
  </w:footnote>
  <w:footnote w:id="7">
    <w:p w14:paraId="0921BA3A" w14:textId="56639B11" w:rsidR="001A2E47" w:rsidRPr="00FC5C51" w:rsidRDefault="001A2E47" w:rsidP="00844CAB">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2DA4A" w14:textId="1D0BB230" w:rsidR="001A2E47" w:rsidRPr="00426789" w:rsidRDefault="00D274AF" w:rsidP="00EB646F">
    <w:pPr>
      <w:pBdr>
        <w:bottom w:val="single" w:sz="4" w:space="4" w:color="auto"/>
      </w:pBdr>
      <w:spacing w:line="240" w:lineRule="auto"/>
      <w:rPr>
        <w:b/>
        <w:sz w:val="18"/>
        <w:lang w:val="en-US"/>
      </w:rPr>
    </w:pPr>
    <w:r>
      <w:rPr>
        <w:b/>
        <w:sz w:val="18"/>
        <w:lang w:val="en-US"/>
      </w:rPr>
      <w:t xml:space="preserve">Based on </w:t>
    </w:r>
    <w:r w:rsidR="001A2E47" w:rsidRPr="00426789">
      <w:rPr>
        <w:b/>
        <w:sz w:val="18"/>
        <w:lang w:val="en-US"/>
      </w:rPr>
      <w:t>ECE/TRANS/WP.29/2020/</w:t>
    </w:r>
    <w:r w:rsidR="001A2E47">
      <w:rPr>
        <w:b/>
        <w:sz w:val="18"/>
        <w:lang w:val="en-US"/>
      </w:rPr>
      <w:t>100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CDB74" w14:textId="7B3636FE" w:rsidR="001A2E47" w:rsidRPr="00426789" w:rsidRDefault="00D274AF" w:rsidP="007615D6">
    <w:pPr>
      <w:pBdr>
        <w:bottom w:val="single" w:sz="4" w:space="4" w:color="auto"/>
      </w:pBdr>
      <w:spacing w:line="240" w:lineRule="auto"/>
      <w:jc w:val="right"/>
      <w:rPr>
        <w:b/>
        <w:sz w:val="18"/>
        <w:lang w:val="en-US"/>
      </w:rPr>
    </w:pPr>
    <w:r>
      <w:rPr>
        <w:b/>
        <w:sz w:val="18"/>
        <w:lang w:val="en-US"/>
      </w:rPr>
      <w:t xml:space="preserve">Based on </w:t>
    </w:r>
    <w:r w:rsidR="001A2E47" w:rsidRPr="00426789">
      <w:rPr>
        <w:b/>
        <w:sz w:val="18"/>
        <w:lang w:val="en-US"/>
      </w:rPr>
      <w:t>ECE/TRANS/WP.29/2020/</w:t>
    </w:r>
    <w:r w:rsidR="001A2E47">
      <w:rPr>
        <w:b/>
        <w:sz w:val="18"/>
        <w:lang w:val="en-US"/>
      </w:rPr>
      <w:t>100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E3BA6" w14:textId="3DC7E70B" w:rsidR="001A2E47" w:rsidRPr="00EB646F" w:rsidRDefault="001A2E47" w:rsidP="00EB646F">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E5E1F" w14:textId="0239C092" w:rsidR="001A2E47" w:rsidRPr="00772D17" w:rsidRDefault="00D274AF">
    <w:pPr>
      <w:pStyle w:val="Header"/>
    </w:pPr>
    <w:r>
      <w:t xml:space="preserve">Based on </w:t>
    </w:r>
    <w:r w:rsidR="001A2E47">
      <w:t>ECE/TRANS/WP.29/2020/100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B9450" w14:textId="5B0FEB33" w:rsidR="001A2E47" w:rsidRPr="00772D17" w:rsidRDefault="00D274AF" w:rsidP="00772D17">
    <w:pPr>
      <w:pStyle w:val="Header"/>
      <w:jc w:val="right"/>
    </w:pPr>
    <w:r>
      <w:t xml:space="preserve">Based on </w:t>
    </w:r>
    <w:r w:rsidR="001A2E47">
      <w:t>ECE/TRANS/WP.29/2020/100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3472" w14:textId="537DC17D" w:rsidR="001A2E47" w:rsidRPr="00C25712" w:rsidRDefault="00D274AF" w:rsidP="000632BA">
    <w:pPr>
      <w:pStyle w:val="Header"/>
      <w:jc w:val="right"/>
      <w:rPr>
        <w:lang w:val="en-US"/>
      </w:rPr>
    </w:pPr>
    <w:r>
      <w:rPr>
        <w:lang w:val="en-US"/>
      </w:rPr>
      <w:t xml:space="preserve">Based on </w:t>
    </w:r>
    <w:r w:rsidR="001A2E47" w:rsidRPr="0028602B">
      <w:rPr>
        <w:lang w:val="en-US"/>
      </w:rPr>
      <w:t>ECE/TRANS/WP.29/20</w:t>
    </w:r>
    <w:r w:rsidR="001A2E47">
      <w:rPr>
        <w:lang w:val="en-US"/>
      </w:rPr>
      <w:t>20</w:t>
    </w:r>
    <w:r w:rsidR="001A2E47" w:rsidRPr="0028602B">
      <w:rPr>
        <w:lang w:val="en-US"/>
      </w:rPr>
      <w:t>/</w:t>
    </w:r>
    <w:r w:rsidR="001A2E47">
      <w:rPr>
        <w:lang w:val="en-US"/>
      </w:rPr>
      <w:t>100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8"/>
  </w:num>
  <w:num w:numId="18">
    <w:abstractNumId w:val="32"/>
  </w:num>
  <w:num w:numId="19">
    <w:abstractNumId w:val="13"/>
  </w:num>
  <w:num w:numId="20">
    <w:abstractNumId w:val="27"/>
  </w:num>
  <w:num w:numId="21">
    <w:abstractNumId w:val="14"/>
  </w:num>
  <w:num w:numId="22">
    <w:abstractNumId w:val="12"/>
  </w:num>
  <w:num w:numId="23">
    <w:abstractNumId w:val="33"/>
  </w:num>
  <w:num w:numId="24">
    <w:abstractNumId w:val="24"/>
  </w:num>
  <w:num w:numId="25">
    <w:abstractNumId w:val="16"/>
  </w:num>
  <w:num w:numId="26">
    <w:abstractNumId w:val="26"/>
  </w:num>
  <w:num w:numId="27">
    <w:abstractNumId w:val="25"/>
  </w:num>
  <w:num w:numId="28">
    <w:abstractNumId w:val="31"/>
  </w:num>
  <w:num w:numId="29">
    <w:abstractNumId w:val="15"/>
  </w:num>
  <w:num w:numId="30">
    <w:abstractNumId w:val="30"/>
  </w:num>
  <w:num w:numId="31">
    <w:abstractNumId w:val="23"/>
  </w:num>
  <w:num w:numId="32">
    <w:abstractNumId w:val="11"/>
  </w:num>
  <w:num w:numId="33">
    <w:abstractNumId w:val="34"/>
  </w:num>
  <w:num w:numId="34">
    <w:abstractNumId w:val="29"/>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3F5"/>
    <w:rsid w:val="000038A8"/>
    <w:rsid w:val="00005DF3"/>
    <w:rsid w:val="00006790"/>
    <w:rsid w:val="000113DF"/>
    <w:rsid w:val="00011A3B"/>
    <w:rsid w:val="00027624"/>
    <w:rsid w:val="00050F6B"/>
    <w:rsid w:val="000632BA"/>
    <w:rsid w:val="000678CD"/>
    <w:rsid w:val="00072C8C"/>
    <w:rsid w:val="0007386C"/>
    <w:rsid w:val="00081CE0"/>
    <w:rsid w:val="00084D30"/>
    <w:rsid w:val="00090320"/>
    <w:rsid w:val="000931C0"/>
    <w:rsid w:val="00097003"/>
    <w:rsid w:val="000A2E09"/>
    <w:rsid w:val="000B151F"/>
    <w:rsid w:val="000B175B"/>
    <w:rsid w:val="000B3A0F"/>
    <w:rsid w:val="000B3F44"/>
    <w:rsid w:val="000D19E1"/>
    <w:rsid w:val="000E0415"/>
    <w:rsid w:val="000F7715"/>
    <w:rsid w:val="00112D71"/>
    <w:rsid w:val="001214A4"/>
    <w:rsid w:val="001248AC"/>
    <w:rsid w:val="00134DF5"/>
    <w:rsid w:val="00147458"/>
    <w:rsid w:val="00152B06"/>
    <w:rsid w:val="00156B99"/>
    <w:rsid w:val="00163326"/>
    <w:rsid w:val="00166124"/>
    <w:rsid w:val="00171925"/>
    <w:rsid w:val="00175720"/>
    <w:rsid w:val="00184DDA"/>
    <w:rsid w:val="001900CD"/>
    <w:rsid w:val="001A0452"/>
    <w:rsid w:val="001A2615"/>
    <w:rsid w:val="001A2E47"/>
    <w:rsid w:val="001B4B04"/>
    <w:rsid w:val="001B5875"/>
    <w:rsid w:val="001B6F50"/>
    <w:rsid w:val="001C4B9C"/>
    <w:rsid w:val="001C6663"/>
    <w:rsid w:val="001C7895"/>
    <w:rsid w:val="001D26DF"/>
    <w:rsid w:val="001E63EE"/>
    <w:rsid w:val="001E766E"/>
    <w:rsid w:val="001F1599"/>
    <w:rsid w:val="001F19C4"/>
    <w:rsid w:val="002040E1"/>
    <w:rsid w:val="002043F0"/>
    <w:rsid w:val="00211E0B"/>
    <w:rsid w:val="00232575"/>
    <w:rsid w:val="00247258"/>
    <w:rsid w:val="00257CAC"/>
    <w:rsid w:val="00261316"/>
    <w:rsid w:val="0027237A"/>
    <w:rsid w:val="002974E9"/>
    <w:rsid w:val="002A1D85"/>
    <w:rsid w:val="002A306B"/>
    <w:rsid w:val="002A7F94"/>
    <w:rsid w:val="002B109A"/>
    <w:rsid w:val="002C1043"/>
    <w:rsid w:val="002C6C63"/>
    <w:rsid w:val="002C6D45"/>
    <w:rsid w:val="002D469B"/>
    <w:rsid w:val="002D6E53"/>
    <w:rsid w:val="002E28F8"/>
    <w:rsid w:val="002F046D"/>
    <w:rsid w:val="002F1C69"/>
    <w:rsid w:val="002F3023"/>
    <w:rsid w:val="00301764"/>
    <w:rsid w:val="0031243B"/>
    <w:rsid w:val="003229D8"/>
    <w:rsid w:val="00336C97"/>
    <w:rsid w:val="00337F88"/>
    <w:rsid w:val="00342432"/>
    <w:rsid w:val="0035223F"/>
    <w:rsid w:val="00352D4B"/>
    <w:rsid w:val="0035638C"/>
    <w:rsid w:val="0036566C"/>
    <w:rsid w:val="003A46BB"/>
    <w:rsid w:val="003A4EC7"/>
    <w:rsid w:val="003A7295"/>
    <w:rsid w:val="003B1F60"/>
    <w:rsid w:val="003C2CC4"/>
    <w:rsid w:val="003D4B23"/>
    <w:rsid w:val="003E278A"/>
    <w:rsid w:val="00404BA7"/>
    <w:rsid w:val="00410C59"/>
    <w:rsid w:val="00411D6C"/>
    <w:rsid w:val="00413520"/>
    <w:rsid w:val="004325CB"/>
    <w:rsid w:val="00440A07"/>
    <w:rsid w:val="00454DC4"/>
    <w:rsid w:val="00462880"/>
    <w:rsid w:val="00476F24"/>
    <w:rsid w:val="004A33BC"/>
    <w:rsid w:val="004A5D33"/>
    <w:rsid w:val="004C55B0"/>
    <w:rsid w:val="004E0F1B"/>
    <w:rsid w:val="004E6DB5"/>
    <w:rsid w:val="004F32E4"/>
    <w:rsid w:val="004F6BA0"/>
    <w:rsid w:val="00503BEA"/>
    <w:rsid w:val="00506634"/>
    <w:rsid w:val="00517F52"/>
    <w:rsid w:val="00523D5B"/>
    <w:rsid w:val="00533616"/>
    <w:rsid w:val="00535ABA"/>
    <w:rsid w:val="00536971"/>
    <w:rsid w:val="0053768B"/>
    <w:rsid w:val="005420F2"/>
    <w:rsid w:val="0054285C"/>
    <w:rsid w:val="0055156C"/>
    <w:rsid w:val="00566EDC"/>
    <w:rsid w:val="00584173"/>
    <w:rsid w:val="00595520"/>
    <w:rsid w:val="005A44B9"/>
    <w:rsid w:val="005B1BA0"/>
    <w:rsid w:val="005B3DB3"/>
    <w:rsid w:val="005C0268"/>
    <w:rsid w:val="005D15CA"/>
    <w:rsid w:val="005E010C"/>
    <w:rsid w:val="005F08DF"/>
    <w:rsid w:val="005F3066"/>
    <w:rsid w:val="005F3E61"/>
    <w:rsid w:val="005F75A3"/>
    <w:rsid w:val="00604DDD"/>
    <w:rsid w:val="006115CC"/>
    <w:rsid w:val="00611FC4"/>
    <w:rsid w:val="006130E2"/>
    <w:rsid w:val="006176FB"/>
    <w:rsid w:val="00630FCB"/>
    <w:rsid w:val="00640B26"/>
    <w:rsid w:val="0065766B"/>
    <w:rsid w:val="006770B2"/>
    <w:rsid w:val="00686A48"/>
    <w:rsid w:val="0068763C"/>
    <w:rsid w:val="00693E74"/>
    <w:rsid w:val="006940E1"/>
    <w:rsid w:val="006A3C72"/>
    <w:rsid w:val="006A7392"/>
    <w:rsid w:val="006A79CC"/>
    <w:rsid w:val="006B03A1"/>
    <w:rsid w:val="006B61B1"/>
    <w:rsid w:val="006B67D9"/>
    <w:rsid w:val="006C5535"/>
    <w:rsid w:val="006D0589"/>
    <w:rsid w:val="006E564B"/>
    <w:rsid w:val="006E6525"/>
    <w:rsid w:val="006E7154"/>
    <w:rsid w:val="007003CD"/>
    <w:rsid w:val="0070701E"/>
    <w:rsid w:val="007079EF"/>
    <w:rsid w:val="007149D2"/>
    <w:rsid w:val="0072632A"/>
    <w:rsid w:val="007358E8"/>
    <w:rsid w:val="00736ECE"/>
    <w:rsid w:val="0074533B"/>
    <w:rsid w:val="00750E78"/>
    <w:rsid w:val="007615D6"/>
    <w:rsid w:val="007643BC"/>
    <w:rsid w:val="00772D17"/>
    <w:rsid w:val="00780C68"/>
    <w:rsid w:val="00783539"/>
    <w:rsid w:val="007959FE"/>
    <w:rsid w:val="007A0CF1"/>
    <w:rsid w:val="007B6071"/>
    <w:rsid w:val="007B6BA5"/>
    <w:rsid w:val="007C3390"/>
    <w:rsid w:val="007C42D8"/>
    <w:rsid w:val="007C4F4B"/>
    <w:rsid w:val="007D3E14"/>
    <w:rsid w:val="007D6F65"/>
    <w:rsid w:val="007D7362"/>
    <w:rsid w:val="007F5CE2"/>
    <w:rsid w:val="007F6611"/>
    <w:rsid w:val="00800008"/>
    <w:rsid w:val="00810BAC"/>
    <w:rsid w:val="0081413E"/>
    <w:rsid w:val="008175E9"/>
    <w:rsid w:val="008242D7"/>
    <w:rsid w:val="0082577B"/>
    <w:rsid w:val="00825CB5"/>
    <w:rsid w:val="008326C5"/>
    <w:rsid w:val="008342F3"/>
    <w:rsid w:val="00844CAB"/>
    <w:rsid w:val="00847183"/>
    <w:rsid w:val="0086393C"/>
    <w:rsid w:val="00866893"/>
    <w:rsid w:val="00866F02"/>
    <w:rsid w:val="00867D18"/>
    <w:rsid w:val="00871F9A"/>
    <w:rsid w:val="00871FD5"/>
    <w:rsid w:val="008749E8"/>
    <w:rsid w:val="00880E16"/>
    <w:rsid w:val="0088172E"/>
    <w:rsid w:val="00881EFA"/>
    <w:rsid w:val="008879CB"/>
    <w:rsid w:val="008979B1"/>
    <w:rsid w:val="00897E41"/>
    <w:rsid w:val="008A6B25"/>
    <w:rsid w:val="008A6C4F"/>
    <w:rsid w:val="008B389E"/>
    <w:rsid w:val="008B6C06"/>
    <w:rsid w:val="008D045E"/>
    <w:rsid w:val="008D1C06"/>
    <w:rsid w:val="008D3F25"/>
    <w:rsid w:val="008D4D82"/>
    <w:rsid w:val="008E0E46"/>
    <w:rsid w:val="008E7116"/>
    <w:rsid w:val="008F143B"/>
    <w:rsid w:val="008F3882"/>
    <w:rsid w:val="008F4B7C"/>
    <w:rsid w:val="00926E47"/>
    <w:rsid w:val="00947162"/>
    <w:rsid w:val="00960906"/>
    <w:rsid w:val="009610D0"/>
    <w:rsid w:val="0096375C"/>
    <w:rsid w:val="009662E6"/>
    <w:rsid w:val="0097095E"/>
    <w:rsid w:val="00970F55"/>
    <w:rsid w:val="0098123E"/>
    <w:rsid w:val="0098592B"/>
    <w:rsid w:val="00985FC4"/>
    <w:rsid w:val="00990766"/>
    <w:rsid w:val="00991261"/>
    <w:rsid w:val="009964C4"/>
    <w:rsid w:val="009A7B81"/>
    <w:rsid w:val="009B4D75"/>
    <w:rsid w:val="009B7EB7"/>
    <w:rsid w:val="009D01C0"/>
    <w:rsid w:val="009D6A08"/>
    <w:rsid w:val="009E0A16"/>
    <w:rsid w:val="009E3CD9"/>
    <w:rsid w:val="009E423F"/>
    <w:rsid w:val="009E6CB7"/>
    <w:rsid w:val="009E7970"/>
    <w:rsid w:val="009F20F1"/>
    <w:rsid w:val="009F2EAC"/>
    <w:rsid w:val="009F57E3"/>
    <w:rsid w:val="00A0002D"/>
    <w:rsid w:val="00A00B9B"/>
    <w:rsid w:val="00A0304E"/>
    <w:rsid w:val="00A10A73"/>
    <w:rsid w:val="00A10F4F"/>
    <w:rsid w:val="00A11067"/>
    <w:rsid w:val="00A1704A"/>
    <w:rsid w:val="00A20858"/>
    <w:rsid w:val="00A32555"/>
    <w:rsid w:val="00A3315B"/>
    <w:rsid w:val="00A36AC2"/>
    <w:rsid w:val="00A425EB"/>
    <w:rsid w:val="00A54990"/>
    <w:rsid w:val="00A72F22"/>
    <w:rsid w:val="00A733BC"/>
    <w:rsid w:val="00A748A6"/>
    <w:rsid w:val="00A76A69"/>
    <w:rsid w:val="00A879A4"/>
    <w:rsid w:val="00AA0FF8"/>
    <w:rsid w:val="00AB2626"/>
    <w:rsid w:val="00AB4DE5"/>
    <w:rsid w:val="00AC0F2C"/>
    <w:rsid w:val="00AC31F4"/>
    <w:rsid w:val="00AC502A"/>
    <w:rsid w:val="00AC50C1"/>
    <w:rsid w:val="00AD79FC"/>
    <w:rsid w:val="00AE1E26"/>
    <w:rsid w:val="00AF58C1"/>
    <w:rsid w:val="00B04A3F"/>
    <w:rsid w:val="00B06643"/>
    <w:rsid w:val="00B15055"/>
    <w:rsid w:val="00B20551"/>
    <w:rsid w:val="00B30179"/>
    <w:rsid w:val="00B31E0B"/>
    <w:rsid w:val="00B33FC7"/>
    <w:rsid w:val="00B37AB5"/>
    <w:rsid w:val="00B37B15"/>
    <w:rsid w:val="00B4162A"/>
    <w:rsid w:val="00B45C02"/>
    <w:rsid w:val="00B66ACE"/>
    <w:rsid w:val="00B67248"/>
    <w:rsid w:val="00B70B63"/>
    <w:rsid w:val="00B71068"/>
    <w:rsid w:val="00B71E73"/>
    <w:rsid w:val="00B72A1E"/>
    <w:rsid w:val="00B74A70"/>
    <w:rsid w:val="00B74FAE"/>
    <w:rsid w:val="00B76E51"/>
    <w:rsid w:val="00B81E12"/>
    <w:rsid w:val="00B852E3"/>
    <w:rsid w:val="00B92D95"/>
    <w:rsid w:val="00B96C50"/>
    <w:rsid w:val="00BA339B"/>
    <w:rsid w:val="00BB23CC"/>
    <w:rsid w:val="00BC1E7E"/>
    <w:rsid w:val="00BC74E9"/>
    <w:rsid w:val="00BE36A9"/>
    <w:rsid w:val="00BE618E"/>
    <w:rsid w:val="00BE7BEC"/>
    <w:rsid w:val="00BF0A5A"/>
    <w:rsid w:val="00BF0E63"/>
    <w:rsid w:val="00BF12A3"/>
    <w:rsid w:val="00BF16D7"/>
    <w:rsid w:val="00BF2373"/>
    <w:rsid w:val="00BF279B"/>
    <w:rsid w:val="00BF3ED6"/>
    <w:rsid w:val="00C044E2"/>
    <w:rsid w:val="00C048CB"/>
    <w:rsid w:val="00C05DAC"/>
    <w:rsid w:val="00C066F3"/>
    <w:rsid w:val="00C141BC"/>
    <w:rsid w:val="00C34FCF"/>
    <w:rsid w:val="00C42D92"/>
    <w:rsid w:val="00C463DD"/>
    <w:rsid w:val="00C5004E"/>
    <w:rsid w:val="00C56CFF"/>
    <w:rsid w:val="00C745C3"/>
    <w:rsid w:val="00C978F5"/>
    <w:rsid w:val="00CA24A4"/>
    <w:rsid w:val="00CB348D"/>
    <w:rsid w:val="00CC573F"/>
    <w:rsid w:val="00CC6A13"/>
    <w:rsid w:val="00CD46F5"/>
    <w:rsid w:val="00CE4A8F"/>
    <w:rsid w:val="00CF071D"/>
    <w:rsid w:val="00CF276C"/>
    <w:rsid w:val="00D0123D"/>
    <w:rsid w:val="00D15B04"/>
    <w:rsid w:val="00D2031B"/>
    <w:rsid w:val="00D25FE2"/>
    <w:rsid w:val="00D274AF"/>
    <w:rsid w:val="00D37001"/>
    <w:rsid w:val="00D37DA9"/>
    <w:rsid w:val="00D406A7"/>
    <w:rsid w:val="00D431A9"/>
    <w:rsid w:val="00D43252"/>
    <w:rsid w:val="00D44D86"/>
    <w:rsid w:val="00D50B7D"/>
    <w:rsid w:val="00D52012"/>
    <w:rsid w:val="00D704E5"/>
    <w:rsid w:val="00D72727"/>
    <w:rsid w:val="00D978C6"/>
    <w:rsid w:val="00DA0956"/>
    <w:rsid w:val="00DA357F"/>
    <w:rsid w:val="00DA3E12"/>
    <w:rsid w:val="00DA603A"/>
    <w:rsid w:val="00DB276D"/>
    <w:rsid w:val="00DB31F9"/>
    <w:rsid w:val="00DC18AD"/>
    <w:rsid w:val="00DF7CAE"/>
    <w:rsid w:val="00E015D7"/>
    <w:rsid w:val="00E042AA"/>
    <w:rsid w:val="00E05BC3"/>
    <w:rsid w:val="00E05F35"/>
    <w:rsid w:val="00E14D3A"/>
    <w:rsid w:val="00E423C0"/>
    <w:rsid w:val="00E46734"/>
    <w:rsid w:val="00E508CD"/>
    <w:rsid w:val="00E6414C"/>
    <w:rsid w:val="00E7260F"/>
    <w:rsid w:val="00E8702D"/>
    <w:rsid w:val="00E87452"/>
    <w:rsid w:val="00E905F4"/>
    <w:rsid w:val="00E916A9"/>
    <w:rsid w:val="00E916DE"/>
    <w:rsid w:val="00E925AD"/>
    <w:rsid w:val="00E93FA0"/>
    <w:rsid w:val="00E96630"/>
    <w:rsid w:val="00EA4382"/>
    <w:rsid w:val="00EB646F"/>
    <w:rsid w:val="00ED18DC"/>
    <w:rsid w:val="00ED6201"/>
    <w:rsid w:val="00ED7A2A"/>
    <w:rsid w:val="00EF1D7F"/>
    <w:rsid w:val="00EF3563"/>
    <w:rsid w:val="00F0137E"/>
    <w:rsid w:val="00F04E44"/>
    <w:rsid w:val="00F21786"/>
    <w:rsid w:val="00F25D06"/>
    <w:rsid w:val="00F31CFF"/>
    <w:rsid w:val="00F3742B"/>
    <w:rsid w:val="00F40B79"/>
    <w:rsid w:val="00F41FDB"/>
    <w:rsid w:val="00F50597"/>
    <w:rsid w:val="00F56CF4"/>
    <w:rsid w:val="00F56D63"/>
    <w:rsid w:val="00F609A9"/>
    <w:rsid w:val="00F80C99"/>
    <w:rsid w:val="00F867EC"/>
    <w:rsid w:val="00F91B2B"/>
    <w:rsid w:val="00FB6B19"/>
    <w:rsid w:val="00FC03CD"/>
    <w:rsid w:val="00FC0646"/>
    <w:rsid w:val="00FC68B7"/>
    <w:rsid w:val="00FE6985"/>
    <w:rsid w:val="00FF3E02"/>
    <w:rsid w:val="00FF3E4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eastAsia="MS Mincho"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rFonts w:eastAsia="MS Mincho"/>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rFonts w:eastAsia="MS Mincho"/>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rFonts w:eastAsia="MS Mincho"/>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rFonts w:eastAsia="MS Mincho"/>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rFonts w:eastAsia="MS Mincho"/>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rFonts w:eastAsia="MS Mincho"/>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rFonts w:eastAsia="MS Mincho"/>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rFonts w:eastAsia="MS Mincho"/>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rFonts w:eastAsia="MS Mincho"/>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eastAsia="MS Mincho"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rFonts w:eastAsia="MS Mincho"/>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eastAsia="MS Mincho"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rFonts w:eastAsia="MS Mincho"/>
      <w:lang w:eastAsia="en-US"/>
    </w:rPr>
  </w:style>
  <w:style w:type="paragraph" w:styleId="List2">
    <w:name w:val="List 2"/>
    <w:basedOn w:val="Normal"/>
    <w:rsid w:val="00B74A70"/>
    <w:pPr>
      <w:ind w:left="566" w:hanging="283"/>
    </w:pPr>
    <w:rPr>
      <w:rFonts w:eastAsia="MS Mincho"/>
      <w:lang w:eastAsia="en-US"/>
    </w:rPr>
  </w:style>
  <w:style w:type="paragraph" w:styleId="List3">
    <w:name w:val="List 3"/>
    <w:basedOn w:val="Normal"/>
    <w:rsid w:val="00B74A70"/>
    <w:pPr>
      <w:ind w:left="849" w:hanging="283"/>
    </w:pPr>
    <w:rPr>
      <w:rFonts w:eastAsia="MS Mincho"/>
      <w:lang w:eastAsia="en-US"/>
    </w:rPr>
  </w:style>
  <w:style w:type="paragraph" w:styleId="List4">
    <w:name w:val="List 4"/>
    <w:basedOn w:val="Normal"/>
    <w:rsid w:val="00B74A70"/>
    <w:pPr>
      <w:ind w:left="1132" w:hanging="283"/>
    </w:pPr>
    <w:rPr>
      <w:rFonts w:eastAsia="MS Mincho"/>
      <w:lang w:eastAsia="en-US"/>
    </w:rPr>
  </w:style>
  <w:style w:type="paragraph" w:styleId="List5">
    <w:name w:val="List 5"/>
    <w:basedOn w:val="Normal"/>
    <w:rsid w:val="00B74A70"/>
    <w:pPr>
      <w:ind w:left="1415" w:hanging="283"/>
    </w:pPr>
    <w:rPr>
      <w:rFonts w:eastAsia="MS Mincho"/>
      <w:lang w:eastAsia="en-US"/>
    </w:rPr>
  </w:style>
  <w:style w:type="paragraph" w:styleId="ListBullet">
    <w:name w:val="List Bullet"/>
    <w:basedOn w:val="Normal"/>
    <w:rsid w:val="00B74A70"/>
    <w:pPr>
      <w:tabs>
        <w:tab w:val="num" w:pos="360"/>
      </w:tabs>
      <w:ind w:left="360" w:hanging="360"/>
    </w:pPr>
    <w:rPr>
      <w:rFonts w:eastAsia="MS Mincho"/>
      <w:lang w:eastAsia="en-US"/>
    </w:rPr>
  </w:style>
  <w:style w:type="paragraph" w:styleId="ListBullet2">
    <w:name w:val="List Bullet 2"/>
    <w:basedOn w:val="Normal"/>
    <w:rsid w:val="00B74A70"/>
    <w:pPr>
      <w:tabs>
        <w:tab w:val="num" w:pos="643"/>
      </w:tabs>
      <w:ind w:left="643" w:hanging="360"/>
    </w:pPr>
    <w:rPr>
      <w:rFonts w:eastAsia="MS Mincho"/>
      <w:lang w:eastAsia="en-US"/>
    </w:rPr>
  </w:style>
  <w:style w:type="paragraph" w:styleId="ListBullet3">
    <w:name w:val="List Bullet 3"/>
    <w:basedOn w:val="Normal"/>
    <w:rsid w:val="00B74A70"/>
    <w:pPr>
      <w:tabs>
        <w:tab w:val="num" w:pos="926"/>
      </w:tabs>
      <w:ind w:left="926" w:hanging="360"/>
    </w:pPr>
    <w:rPr>
      <w:rFonts w:eastAsia="MS Mincho"/>
      <w:lang w:eastAsia="en-US"/>
    </w:rPr>
  </w:style>
  <w:style w:type="paragraph" w:styleId="ListBullet4">
    <w:name w:val="List Bullet 4"/>
    <w:basedOn w:val="Normal"/>
    <w:rsid w:val="00B74A70"/>
    <w:pPr>
      <w:tabs>
        <w:tab w:val="num" w:pos="1209"/>
      </w:tabs>
      <w:ind w:left="1209" w:hanging="360"/>
    </w:pPr>
    <w:rPr>
      <w:rFonts w:eastAsia="MS Mincho"/>
      <w:lang w:eastAsia="en-US"/>
    </w:rPr>
  </w:style>
  <w:style w:type="paragraph" w:styleId="ListBullet5">
    <w:name w:val="List Bullet 5"/>
    <w:basedOn w:val="Normal"/>
    <w:rsid w:val="00B74A70"/>
    <w:pPr>
      <w:tabs>
        <w:tab w:val="num" w:pos="1492"/>
      </w:tabs>
      <w:ind w:left="1492" w:hanging="360"/>
    </w:pPr>
    <w:rPr>
      <w:rFonts w:eastAsia="MS Mincho"/>
      <w:lang w:eastAsia="en-US"/>
    </w:rPr>
  </w:style>
  <w:style w:type="paragraph" w:styleId="ListContinue">
    <w:name w:val="List Continue"/>
    <w:basedOn w:val="Normal"/>
    <w:rsid w:val="00B74A70"/>
    <w:pPr>
      <w:spacing w:after="120"/>
      <w:ind w:left="283"/>
    </w:pPr>
    <w:rPr>
      <w:rFonts w:eastAsia="MS Mincho"/>
      <w:lang w:eastAsia="en-US"/>
    </w:rPr>
  </w:style>
  <w:style w:type="paragraph" w:styleId="ListContinue2">
    <w:name w:val="List Continue 2"/>
    <w:basedOn w:val="Normal"/>
    <w:rsid w:val="00B74A70"/>
    <w:pPr>
      <w:spacing w:after="120"/>
      <w:ind w:left="566"/>
    </w:pPr>
    <w:rPr>
      <w:rFonts w:eastAsia="MS Mincho"/>
      <w:lang w:eastAsia="en-US"/>
    </w:rPr>
  </w:style>
  <w:style w:type="paragraph" w:styleId="ListContinue3">
    <w:name w:val="List Continue 3"/>
    <w:basedOn w:val="Normal"/>
    <w:rsid w:val="00B74A70"/>
    <w:pPr>
      <w:spacing w:after="120"/>
      <w:ind w:left="849"/>
    </w:pPr>
    <w:rPr>
      <w:rFonts w:eastAsia="MS Mincho"/>
      <w:lang w:eastAsia="en-US"/>
    </w:rPr>
  </w:style>
  <w:style w:type="paragraph" w:styleId="ListContinue4">
    <w:name w:val="List Continue 4"/>
    <w:basedOn w:val="Normal"/>
    <w:rsid w:val="00B74A70"/>
    <w:pPr>
      <w:spacing w:after="120"/>
      <w:ind w:left="1132"/>
    </w:pPr>
    <w:rPr>
      <w:rFonts w:eastAsia="MS Mincho"/>
      <w:lang w:eastAsia="en-US"/>
    </w:rPr>
  </w:style>
  <w:style w:type="paragraph" w:styleId="ListContinue5">
    <w:name w:val="List Continue 5"/>
    <w:basedOn w:val="Normal"/>
    <w:rsid w:val="00B74A70"/>
    <w:pPr>
      <w:spacing w:after="120"/>
      <w:ind w:left="1415"/>
    </w:pPr>
    <w:rPr>
      <w:rFonts w:eastAsia="MS Mincho"/>
      <w:lang w:eastAsia="en-US"/>
    </w:rPr>
  </w:style>
  <w:style w:type="paragraph" w:styleId="ListNumber">
    <w:name w:val="List Number"/>
    <w:basedOn w:val="Normal"/>
    <w:rsid w:val="00B74A70"/>
    <w:pPr>
      <w:tabs>
        <w:tab w:val="num" w:pos="360"/>
      </w:tabs>
      <w:ind w:left="360" w:hanging="360"/>
    </w:pPr>
    <w:rPr>
      <w:rFonts w:eastAsia="MS Mincho"/>
      <w:lang w:eastAsia="en-US"/>
    </w:rPr>
  </w:style>
  <w:style w:type="paragraph" w:styleId="ListNumber2">
    <w:name w:val="List Number 2"/>
    <w:basedOn w:val="Normal"/>
    <w:rsid w:val="00B74A70"/>
    <w:pPr>
      <w:tabs>
        <w:tab w:val="num" w:pos="643"/>
      </w:tabs>
      <w:ind w:left="643" w:hanging="360"/>
    </w:pPr>
    <w:rPr>
      <w:rFonts w:eastAsia="MS Mincho"/>
      <w:lang w:eastAsia="en-US"/>
    </w:rPr>
  </w:style>
  <w:style w:type="paragraph" w:styleId="ListNumber3">
    <w:name w:val="List Number 3"/>
    <w:basedOn w:val="Normal"/>
    <w:rsid w:val="00B74A70"/>
    <w:pPr>
      <w:tabs>
        <w:tab w:val="num" w:pos="926"/>
      </w:tabs>
      <w:ind w:left="926" w:hanging="360"/>
    </w:pPr>
    <w:rPr>
      <w:rFonts w:eastAsia="MS Mincho"/>
      <w:lang w:eastAsia="en-US"/>
    </w:rPr>
  </w:style>
  <w:style w:type="paragraph" w:styleId="ListNumber4">
    <w:name w:val="List Number 4"/>
    <w:basedOn w:val="Normal"/>
    <w:rsid w:val="00B74A70"/>
    <w:pPr>
      <w:tabs>
        <w:tab w:val="num" w:pos="1209"/>
      </w:tabs>
      <w:ind w:left="1209" w:hanging="360"/>
    </w:pPr>
    <w:rPr>
      <w:rFonts w:eastAsia="MS Mincho"/>
      <w:lang w:eastAsia="en-US"/>
    </w:rPr>
  </w:style>
  <w:style w:type="paragraph" w:styleId="ListNumber5">
    <w:name w:val="List Number 5"/>
    <w:basedOn w:val="Normal"/>
    <w:rsid w:val="00B74A70"/>
    <w:pPr>
      <w:tabs>
        <w:tab w:val="num" w:pos="1492"/>
      </w:tabs>
      <w:ind w:left="1492" w:hanging="360"/>
    </w:pPr>
    <w:rPr>
      <w:rFonts w:eastAsia="MS Mincho"/>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rFonts w:eastAsia="MS Mincho"/>
      <w:sz w:val="24"/>
      <w:szCs w:val="24"/>
      <w:lang w:eastAsia="en-US"/>
    </w:rPr>
  </w:style>
  <w:style w:type="paragraph" w:styleId="NormalIndent">
    <w:name w:val="Normal Indent"/>
    <w:basedOn w:val="Normal"/>
    <w:rsid w:val="00B74A70"/>
    <w:pPr>
      <w:ind w:left="567"/>
    </w:pPr>
    <w:rPr>
      <w:rFonts w:eastAsia="MS Mincho"/>
      <w:lang w:eastAsia="en-US"/>
    </w:rPr>
  </w:style>
  <w:style w:type="paragraph" w:styleId="NoteHeading">
    <w:name w:val="Note Heading"/>
    <w:basedOn w:val="Normal"/>
    <w:next w:val="Normal"/>
    <w:link w:val="NoteHeadingChar"/>
    <w:rsid w:val="00B74A70"/>
    <w:rPr>
      <w:rFonts w:eastAsia="MS Mincho"/>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rFonts w:eastAsia="MS Mincho"/>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rFonts w:eastAsia="MS Mincho"/>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eastAsia="MS Mincho"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eastAsia="MS Mincho"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rFonts w:eastAsia="MS Mincho"/>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rFonts w:eastAsia="MS Mincho"/>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rFonts w:eastAsia="MS Mincho"/>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B0F8A-78E5-4EA0-B3D5-F04A4F181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8</TotalTime>
  <Pages>10</Pages>
  <Words>3910</Words>
  <Characters>20920</Characters>
  <Application>Microsoft Office Word</Application>
  <DocSecurity>0</DocSecurity>
  <Lines>721</Lines>
  <Paragraphs>255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dc:title>
  <dc:creator>Lucille</dc:creator>
  <cp:lastModifiedBy>FG</cp:lastModifiedBy>
  <cp:revision>5</cp:revision>
  <cp:lastPrinted>2020-09-16T17:02:00Z</cp:lastPrinted>
  <dcterms:created xsi:type="dcterms:W3CDTF">2020-09-18T06:50:00Z</dcterms:created>
  <dcterms:modified xsi:type="dcterms:W3CDTF">2020-09-21T16:08:00Z</dcterms:modified>
</cp:coreProperties>
</file>