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A8B858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DA284FF" w14:textId="77777777" w:rsidR="002D5AAC" w:rsidRDefault="002D5AAC" w:rsidP="00D06C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ED5119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F10975C" w14:textId="77777777" w:rsidR="002D5AAC" w:rsidRDefault="00D06C7B" w:rsidP="00D06C7B">
            <w:pPr>
              <w:jc w:val="right"/>
            </w:pPr>
            <w:r w:rsidRPr="00D06C7B">
              <w:rPr>
                <w:sz w:val="40"/>
              </w:rPr>
              <w:t>ECE</w:t>
            </w:r>
            <w:r>
              <w:t>/TRANS/WP.29/GRSG/2020/1</w:t>
            </w:r>
          </w:p>
        </w:tc>
      </w:tr>
      <w:tr w:rsidR="002D5AAC" w14:paraId="70CB9B5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58E757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F87C983" wp14:editId="274A754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53D45E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AAE6E93" w14:textId="77777777" w:rsidR="002D5AAC" w:rsidRDefault="00D06C7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0D4F330" w14:textId="77777777" w:rsidR="00D06C7B" w:rsidRDefault="00D06C7B" w:rsidP="00D06C7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14:paraId="348266F5" w14:textId="77777777" w:rsidR="00D06C7B" w:rsidRDefault="00D06C7B" w:rsidP="00D06C7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9B49BD9" w14:textId="77777777" w:rsidR="00D06C7B" w:rsidRPr="008D53B6" w:rsidRDefault="00D06C7B" w:rsidP="00D06C7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E1230D7" w14:textId="77777777" w:rsidR="00D06C7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AE88DC9" w14:textId="77777777" w:rsidR="00D06C7B" w:rsidRPr="00D06C7B" w:rsidRDefault="00D06C7B" w:rsidP="00D06C7B">
      <w:pPr>
        <w:spacing w:before="120"/>
        <w:rPr>
          <w:sz w:val="28"/>
          <w:szCs w:val="28"/>
        </w:rPr>
      </w:pPr>
      <w:r w:rsidRPr="00D06C7B">
        <w:rPr>
          <w:sz w:val="28"/>
          <w:szCs w:val="28"/>
        </w:rPr>
        <w:t>Комитет по внутреннему транспорту</w:t>
      </w:r>
    </w:p>
    <w:p w14:paraId="36941E27" w14:textId="77777777" w:rsidR="00D06C7B" w:rsidRPr="00D06C7B" w:rsidRDefault="00D06C7B" w:rsidP="00D06C7B">
      <w:pPr>
        <w:spacing w:before="120"/>
        <w:rPr>
          <w:b/>
          <w:sz w:val="24"/>
          <w:szCs w:val="24"/>
        </w:rPr>
      </w:pPr>
      <w:r w:rsidRPr="00D06C7B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D06C7B">
        <w:rPr>
          <w:b/>
          <w:bCs/>
          <w:sz w:val="24"/>
          <w:szCs w:val="24"/>
        </w:rPr>
        <w:t>в области транспортных средств</w:t>
      </w:r>
    </w:p>
    <w:p w14:paraId="6B55989B" w14:textId="77777777" w:rsidR="00D06C7B" w:rsidRPr="00593753" w:rsidRDefault="00D06C7B" w:rsidP="00D06C7B">
      <w:pPr>
        <w:spacing w:before="120"/>
        <w:rPr>
          <w:b/>
        </w:rPr>
      </w:pPr>
      <w:r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  <w:t>касающимся безопасности</w:t>
      </w:r>
    </w:p>
    <w:p w14:paraId="4DCC555D" w14:textId="77777777" w:rsidR="00D06C7B" w:rsidRPr="00C64574" w:rsidRDefault="00D06C7B" w:rsidP="00D06C7B">
      <w:pPr>
        <w:spacing w:before="120"/>
        <w:rPr>
          <w:b/>
        </w:rPr>
      </w:pPr>
      <w:r>
        <w:rPr>
          <w:b/>
          <w:bCs/>
        </w:rPr>
        <w:t>118-я сессия</w:t>
      </w:r>
    </w:p>
    <w:p w14:paraId="32F3AFB8" w14:textId="77777777" w:rsidR="00D06C7B" w:rsidRPr="00593753" w:rsidRDefault="00D06C7B" w:rsidP="00D06C7B">
      <w:r>
        <w:t>Женева, 30 марта – 3 апреля 2020 года</w:t>
      </w:r>
    </w:p>
    <w:p w14:paraId="49A90501" w14:textId="77777777" w:rsidR="00D06C7B" w:rsidRPr="00593753" w:rsidRDefault="00D06C7B" w:rsidP="00D06C7B">
      <w:r>
        <w:t>Пункт 1 предварительной повестки дня</w:t>
      </w:r>
    </w:p>
    <w:p w14:paraId="7431C510" w14:textId="77777777" w:rsidR="00D06C7B" w:rsidRPr="00593753" w:rsidRDefault="00D06C7B" w:rsidP="00D06C7B">
      <w:pPr>
        <w:rPr>
          <w:b/>
        </w:rPr>
      </w:pPr>
      <w:r>
        <w:rPr>
          <w:b/>
          <w:bCs/>
        </w:rPr>
        <w:t>Утверждение повестки дня</w:t>
      </w:r>
    </w:p>
    <w:p w14:paraId="3461DE84" w14:textId="77777777" w:rsidR="00D06C7B" w:rsidRPr="00D06C7B" w:rsidRDefault="00D06C7B" w:rsidP="00D06C7B">
      <w:pPr>
        <w:pStyle w:val="HChG"/>
        <w:tabs>
          <w:tab w:val="clear" w:pos="851"/>
        </w:tabs>
        <w:ind w:firstLine="0"/>
        <w:rPr>
          <w:lang w:val="en-US"/>
        </w:rPr>
      </w:pPr>
      <w:r>
        <w:rPr>
          <w:bCs/>
        </w:rPr>
        <w:t>Предварительная повестка дня 118-й сессии</w:t>
      </w:r>
      <w:r w:rsidRPr="00D06C7B">
        <w:rPr>
          <w:rStyle w:val="aa"/>
          <w:b w:val="0"/>
          <w:sz w:val="20"/>
          <w:vertAlign w:val="baseline"/>
        </w:rPr>
        <w:footnoteReference w:customMarkFollows="1" w:id="1"/>
        <w:t>*</w:t>
      </w:r>
      <w:r>
        <w:rPr>
          <w:b w:val="0"/>
          <w:sz w:val="20"/>
          <w:lang w:val="en-US"/>
        </w:rPr>
        <w:t xml:space="preserve"> </w:t>
      </w:r>
      <w:r w:rsidRPr="00D06C7B">
        <w:rPr>
          <w:rStyle w:val="aa"/>
          <w:b w:val="0"/>
          <w:sz w:val="20"/>
          <w:vertAlign w:val="baseline"/>
        </w:rPr>
        <w:footnoteReference w:customMarkFollows="1" w:id="2"/>
        <w:t>**</w:t>
      </w:r>
      <w:r>
        <w:rPr>
          <w:b w:val="0"/>
          <w:sz w:val="20"/>
          <w:lang w:val="en-US"/>
        </w:rPr>
        <w:t>,</w:t>
      </w:r>
    </w:p>
    <w:p w14:paraId="29A2306B" w14:textId="77777777" w:rsidR="00D06C7B" w:rsidRPr="00593753" w:rsidRDefault="00D06C7B" w:rsidP="00D06C7B">
      <w:pPr>
        <w:pStyle w:val="SingleTxtG"/>
        <w:jc w:val="left"/>
      </w:pPr>
      <w:r>
        <w:t xml:space="preserve">которая состоится во Дворце Наций в Женеве, начнется в 14 ч 30 мин </w:t>
      </w:r>
      <w:r>
        <w:br/>
        <w:t>30 марта 2020</w:t>
      </w:r>
      <w:r>
        <w:rPr>
          <w:lang w:val="en-US"/>
        </w:rPr>
        <w:t> </w:t>
      </w:r>
      <w:r>
        <w:t>года и завершится в 12 ч 30 мин 3 апреля 2020 года</w:t>
      </w:r>
    </w:p>
    <w:p w14:paraId="4E2830C4" w14:textId="77777777" w:rsidR="00D06C7B" w:rsidRPr="00593753" w:rsidRDefault="00D06C7B" w:rsidP="00D06C7B">
      <w:pPr>
        <w:pStyle w:val="HChG"/>
        <w:pageBreakBefore/>
        <w:tabs>
          <w:tab w:val="clear" w:pos="851"/>
        </w:tabs>
        <w:ind w:left="1124" w:right="1138" w:hanging="562"/>
      </w:pPr>
      <w:r>
        <w:lastRenderedPageBreak/>
        <w:t>I.</w:t>
      </w:r>
      <w:r>
        <w:tab/>
      </w:r>
      <w:r>
        <w:rPr>
          <w:bCs/>
        </w:rPr>
        <w:t>Предварительная повестка дня</w:t>
      </w:r>
    </w:p>
    <w:p w14:paraId="76E3BC5F" w14:textId="77777777" w:rsidR="00D06C7B" w:rsidRPr="00DD1D4D" w:rsidRDefault="00D06C7B" w:rsidP="00D06C7B">
      <w:pPr>
        <w:pStyle w:val="SingleTxtG"/>
        <w:widowControl w:val="0"/>
        <w:spacing w:after="80"/>
        <w:ind w:left="1138"/>
      </w:pPr>
      <w:r>
        <w:t>1.</w:t>
      </w:r>
      <w:r>
        <w:tab/>
        <w:t>Утверждение повестки дня.</w:t>
      </w:r>
    </w:p>
    <w:p w14:paraId="19BE7B4E" w14:textId="77777777" w:rsidR="00D06C7B" w:rsidRDefault="00D06C7B" w:rsidP="00D06C7B">
      <w:pPr>
        <w:pStyle w:val="SingleTxtG"/>
        <w:widowControl w:val="0"/>
        <w:spacing w:after="80"/>
        <w:ind w:left="1140"/>
      </w:pPr>
      <w:r>
        <w:t>2.</w:t>
      </w:r>
      <w:r>
        <w:tab/>
        <w:t>Поправки к правилам, касающимся городских и междугородных автобусов:</w:t>
      </w:r>
    </w:p>
    <w:p w14:paraId="3B8D1D4D" w14:textId="77777777" w:rsidR="00D06C7B" w:rsidRDefault="00D06C7B" w:rsidP="00D06C7B">
      <w:pPr>
        <w:pStyle w:val="SingleTxtG"/>
        <w:widowControl w:val="0"/>
        <w:spacing w:after="80"/>
        <w:ind w:left="2262" w:hanging="561"/>
      </w:pPr>
      <w:r>
        <w:t>a)</w:t>
      </w:r>
      <w:r>
        <w:tab/>
        <w:t>Правила № 107 ООН (транспортные средства категорий M</w:t>
      </w:r>
      <w:r>
        <w:rPr>
          <w:vertAlign w:val="subscript"/>
        </w:rPr>
        <w:t>2</w:t>
      </w:r>
      <w:r>
        <w:t xml:space="preserve"> и M</w:t>
      </w:r>
      <w:r>
        <w:rPr>
          <w:vertAlign w:val="subscript"/>
        </w:rPr>
        <w:t>3</w:t>
      </w:r>
      <w:r>
        <w:t>);</w:t>
      </w:r>
    </w:p>
    <w:p w14:paraId="2FA9F521" w14:textId="77777777" w:rsidR="00D06C7B" w:rsidRDefault="00D06C7B" w:rsidP="00D06C7B">
      <w:pPr>
        <w:pStyle w:val="SingleTxtG"/>
        <w:spacing w:after="80"/>
      </w:pPr>
      <w:r>
        <w:tab/>
      </w:r>
      <w:r>
        <w:tab/>
        <w:t>b)</w:t>
      </w:r>
      <w:r>
        <w:tab/>
        <w:t>Правила № 118 ООН (характеристики горения материалов).</w:t>
      </w:r>
    </w:p>
    <w:p w14:paraId="262DCAE2" w14:textId="77777777" w:rsidR="00D06C7B" w:rsidRDefault="00D06C7B" w:rsidP="00D06C7B">
      <w:pPr>
        <w:pStyle w:val="SingleTxtG"/>
        <w:spacing w:after="80"/>
        <w:ind w:left="1140"/>
      </w:pPr>
      <w:r>
        <w:t>3.</w:t>
      </w:r>
      <w:r>
        <w:tab/>
        <w:t>Правила № 35 ООН (педали управления).</w:t>
      </w:r>
    </w:p>
    <w:p w14:paraId="45CCF60D" w14:textId="77777777" w:rsidR="00D06C7B" w:rsidRDefault="00D06C7B" w:rsidP="00D06C7B">
      <w:pPr>
        <w:pStyle w:val="SingleTxtG"/>
        <w:spacing w:after="80"/>
        <w:ind w:left="1140"/>
      </w:pPr>
      <w:r>
        <w:t>4.</w:t>
      </w:r>
      <w:r>
        <w:tab/>
        <w:t xml:space="preserve">Поправки к правилам, касающимся безопасных </w:t>
      </w:r>
      <w:proofErr w:type="spellStart"/>
      <w:r>
        <w:t>стекловых</w:t>
      </w:r>
      <w:proofErr w:type="spellEnd"/>
      <w:r>
        <w:t xml:space="preserve"> материалов:</w:t>
      </w:r>
    </w:p>
    <w:p w14:paraId="6308222B" w14:textId="77777777" w:rsidR="00D06C7B" w:rsidRDefault="00D06C7B" w:rsidP="00D06C7B">
      <w:pPr>
        <w:pStyle w:val="SingleTxtG"/>
        <w:spacing w:after="80"/>
        <w:ind w:left="2263" w:right="1138" w:hanging="562"/>
      </w:pPr>
      <w:r>
        <w:t>a)</w:t>
      </w:r>
      <w:r>
        <w:tab/>
        <w:t xml:space="preserve">Глобальные технические правила № 6 ООН (безопасные </w:t>
      </w:r>
      <w:proofErr w:type="spellStart"/>
      <w:r>
        <w:t>стекловые</w:t>
      </w:r>
      <w:proofErr w:type="spellEnd"/>
      <w:r>
        <w:t xml:space="preserve"> материалы);</w:t>
      </w:r>
    </w:p>
    <w:p w14:paraId="4A13B678" w14:textId="77777777" w:rsidR="00D06C7B" w:rsidRDefault="00D06C7B" w:rsidP="00D06C7B">
      <w:pPr>
        <w:pStyle w:val="SingleTxtG"/>
        <w:spacing w:after="80"/>
        <w:ind w:left="1140"/>
      </w:pPr>
      <w:r>
        <w:tab/>
        <w:t>b)</w:t>
      </w:r>
      <w:r>
        <w:tab/>
        <w:t xml:space="preserve">Правила № 43 ООН (безопасные </w:t>
      </w:r>
      <w:proofErr w:type="spellStart"/>
      <w:r>
        <w:t>стекловые</w:t>
      </w:r>
      <w:proofErr w:type="spellEnd"/>
      <w:r>
        <w:t xml:space="preserve"> материалы).</w:t>
      </w:r>
    </w:p>
    <w:p w14:paraId="714BF42E" w14:textId="77777777" w:rsidR="00D06C7B" w:rsidRDefault="00D06C7B" w:rsidP="00D06C7B">
      <w:pPr>
        <w:pStyle w:val="SingleTxtG"/>
        <w:spacing w:after="80"/>
        <w:ind w:left="1700" w:right="1138" w:hanging="562"/>
      </w:pPr>
      <w:r>
        <w:t>5.</w:t>
      </w:r>
      <w:r>
        <w:tab/>
        <w:t>Предупреждение о присутствии уязвимых участников дорожного движения в непосредственной близости:</w:t>
      </w:r>
    </w:p>
    <w:p w14:paraId="09E379B5" w14:textId="77777777" w:rsidR="00D06C7B" w:rsidRDefault="00D06C7B" w:rsidP="00D06C7B">
      <w:pPr>
        <w:pStyle w:val="SingleTxtG"/>
        <w:spacing w:after="80"/>
        <w:ind w:left="1140"/>
      </w:pPr>
      <w:r>
        <w:tab/>
        <w:t>a)</w:t>
      </w:r>
      <w:r>
        <w:tab/>
        <w:t>Правила № 46 ООН (устройства непрямого обзора);</w:t>
      </w:r>
    </w:p>
    <w:p w14:paraId="76C0C4EE" w14:textId="77777777" w:rsidR="00D06C7B" w:rsidRDefault="00D06C7B" w:rsidP="00D06C7B">
      <w:pPr>
        <w:pStyle w:val="SingleTxtG"/>
        <w:spacing w:after="80"/>
        <w:ind w:left="2263" w:right="1138" w:hanging="562"/>
      </w:pPr>
      <w:r>
        <w:t>b)</w:t>
      </w:r>
      <w:r>
        <w:tab/>
        <w:t>Правила № 151 ООН, касающиеся систем индикации мертвой зоны (СИМЗ).</w:t>
      </w:r>
    </w:p>
    <w:p w14:paraId="5C4FD6CB" w14:textId="77777777" w:rsidR="00D06C7B" w:rsidRDefault="00D06C7B" w:rsidP="00D06C7B">
      <w:pPr>
        <w:pStyle w:val="SingleTxtG"/>
        <w:spacing w:after="80"/>
        <w:ind w:left="1140"/>
      </w:pPr>
      <w:r>
        <w:t>6.</w:t>
      </w:r>
      <w:r>
        <w:tab/>
        <w:t>Правила № 55 ООН (механические сцепные устройства).</w:t>
      </w:r>
    </w:p>
    <w:p w14:paraId="7DF01F28" w14:textId="77777777" w:rsidR="00D06C7B" w:rsidRDefault="00D06C7B" w:rsidP="00D06C7B">
      <w:pPr>
        <w:pStyle w:val="SingleTxtG"/>
        <w:spacing w:after="80"/>
        <w:ind w:left="1140"/>
      </w:pPr>
      <w:r>
        <w:t>7.</w:t>
      </w:r>
      <w:r>
        <w:tab/>
        <w:t xml:space="preserve">Правила № 58 ООН (задние </w:t>
      </w:r>
      <w:proofErr w:type="spellStart"/>
      <w:r>
        <w:t>противоподкатные</w:t>
      </w:r>
      <w:proofErr w:type="spellEnd"/>
      <w:r>
        <w:t xml:space="preserve"> защитные устройства).</w:t>
      </w:r>
    </w:p>
    <w:p w14:paraId="7FE83392" w14:textId="77777777" w:rsidR="00D06C7B" w:rsidRDefault="00D06C7B" w:rsidP="00D06C7B">
      <w:pPr>
        <w:pStyle w:val="SingleTxtG"/>
        <w:spacing w:after="80"/>
        <w:ind w:left="1140"/>
      </w:pPr>
      <w:r>
        <w:t>8.</w:t>
      </w:r>
      <w:r>
        <w:tab/>
        <w:t>Поправки к правилам, касающимся транспортных средств, работающих на газе:</w:t>
      </w:r>
    </w:p>
    <w:p w14:paraId="0A0F5391" w14:textId="77777777" w:rsidR="00D06C7B" w:rsidRDefault="00D06C7B" w:rsidP="00D06C7B">
      <w:pPr>
        <w:pStyle w:val="SingleTxtG"/>
        <w:spacing w:after="80"/>
        <w:ind w:left="1140"/>
      </w:pPr>
      <w:r>
        <w:tab/>
        <w:t>a)</w:t>
      </w:r>
      <w:r>
        <w:tab/>
        <w:t>Правила № 67 ООН (транспортные средства, работающие на СНГ);</w:t>
      </w:r>
    </w:p>
    <w:p w14:paraId="090587F8" w14:textId="77777777" w:rsidR="00D06C7B" w:rsidRDefault="00D06C7B" w:rsidP="00D06C7B">
      <w:pPr>
        <w:pStyle w:val="SingleTxtG"/>
        <w:spacing w:after="80"/>
        <w:ind w:left="2263" w:right="1138" w:hanging="562"/>
      </w:pPr>
      <w:r>
        <w:t>b)</w:t>
      </w:r>
      <w:r>
        <w:tab/>
        <w:t>Правила № 110 ООН (транспортные средства, работающие на КПГ и СПГ).</w:t>
      </w:r>
    </w:p>
    <w:p w14:paraId="343DE19A" w14:textId="77777777" w:rsidR="00D06C7B" w:rsidRDefault="00D06C7B" w:rsidP="00D06C7B">
      <w:pPr>
        <w:pStyle w:val="SingleTxtG"/>
        <w:spacing w:after="80"/>
        <w:ind w:left="1140"/>
      </w:pPr>
      <w:r>
        <w:t>9.</w:t>
      </w:r>
      <w:r>
        <w:tab/>
        <w:t xml:space="preserve">Правила № 93 ООН (передние </w:t>
      </w:r>
      <w:proofErr w:type="spellStart"/>
      <w:r>
        <w:t>противоподкатные</w:t>
      </w:r>
      <w:proofErr w:type="spellEnd"/>
      <w:r>
        <w:t xml:space="preserve"> защитные устройства).</w:t>
      </w:r>
    </w:p>
    <w:p w14:paraId="4504A6BD" w14:textId="77777777" w:rsidR="00D06C7B" w:rsidRDefault="00D06C7B" w:rsidP="00D06C7B">
      <w:pPr>
        <w:pStyle w:val="SingleTxtG"/>
        <w:spacing w:after="80"/>
        <w:ind w:left="1700" w:right="1138" w:hanging="562"/>
      </w:pPr>
      <w:r>
        <w:t>10.</w:t>
      </w:r>
      <w:r>
        <w:tab/>
        <w:t>Правила № 116 ООН (противоугонные системы и системы охранной сигнализации).</w:t>
      </w:r>
    </w:p>
    <w:p w14:paraId="5E7D79AC" w14:textId="77777777" w:rsidR="00D06C7B" w:rsidRPr="00D06C7B" w:rsidRDefault="00D06C7B" w:rsidP="00D06C7B">
      <w:pPr>
        <w:pStyle w:val="SingleTxtG"/>
        <w:spacing w:after="80"/>
        <w:ind w:left="1140"/>
        <w:rPr>
          <w:lang w:val="en-US"/>
        </w:rPr>
      </w:pPr>
      <w:bookmarkStart w:id="1" w:name="_Hlk29905306"/>
      <w:r>
        <w:t>11.</w:t>
      </w:r>
      <w:r>
        <w:tab/>
        <w:t>Правила № 125 ООН (поле обзора водителя спереди)</w:t>
      </w:r>
      <w:r>
        <w:rPr>
          <w:lang w:val="en-US"/>
        </w:rPr>
        <w:t>.</w:t>
      </w:r>
    </w:p>
    <w:p w14:paraId="0EB1B399" w14:textId="77777777" w:rsidR="00D06C7B" w:rsidRDefault="00D06C7B" w:rsidP="00D06C7B">
      <w:pPr>
        <w:pStyle w:val="SingleTxtG"/>
        <w:spacing w:after="80"/>
        <w:ind w:left="1700" w:right="1138" w:hanging="562"/>
      </w:pPr>
      <w:r>
        <w:t>12.</w:t>
      </w:r>
      <w:r>
        <w:tab/>
        <w:t>Правила № 144 ООН (автоматические системы вызова экстренных оперативных служб).</w:t>
      </w:r>
    </w:p>
    <w:p w14:paraId="5243AE93" w14:textId="77777777" w:rsidR="00D06C7B" w:rsidRDefault="00D06C7B" w:rsidP="00D06C7B">
      <w:pPr>
        <w:pStyle w:val="SingleTxtG"/>
        <w:spacing w:after="80"/>
        <w:ind w:left="1700" w:right="1138" w:hanging="562"/>
      </w:pPr>
      <w:r>
        <w:t>13.</w:t>
      </w:r>
      <w:r>
        <w:tab/>
        <w:t>Правила № 0 ООН (международная система официального утверждения типа комплектного транспортного средства).</w:t>
      </w:r>
    </w:p>
    <w:p w14:paraId="098D2DE0" w14:textId="77777777" w:rsidR="00D06C7B" w:rsidRDefault="00D06C7B" w:rsidP="00D06C7B">
      <w:pPr>
        <w:pStyle w:val="SingleTxtG"/>
        <w:spacing w:after="80"/>
        <w:ind w:left="1140"/>
      </w:pPr>
      <w:r>
        <w:t>14.</w:t>
      </w:r>
      <w:r>
        <w:tab/>
        <w:t>Сводная резолюция о конструкции транспортных средств.</w:t>
      </w:r>
    </w:p>
    <w:p w14:paraId="08259025" w14:textId="77777777" w:rsidR="00D06C7B" w:rsidRDefault="00D06C7B" w:rsidP="00D06C7B">
      <w:pPr>
        <w:pStyle w:val="SingleTxtG"/>
        <w:spacing w:after="80"/>
        <w:ind w:left="1140"/>
      </w:pPr>
      <w:r>
        <w:t>15.</w:t>
      </w:r>
      <w:r>
        <w:tab/>
        <w:t>Регистратор данных об аварии.</w:t>
      </w:r>
    </w:p>
    <w:p w14:paraId="24177D89" w14:textId="77777777" w:rsidR="00D06C7B" w:rsidRDefault="00D06C7B" w:rsidP="00D06C7B">
      <w:pPr>
        <w:pStyle w:val="SingleTxtG"/>
        <w:spacing w:after="80"/>
        <w:ind w:left="1140"/>
      </w:pPr>
      <w:r>
        <w:t>16.</w:t>
      </w:r>
      <w:r>
        <w:tab/>
        <w:t>Обмен мнениями по вопросу об автоматизации транспортных средств.</w:t>
      </w:r>
    </w:p>
    <w:p w14:paraId="3437BD0C" w14:textId="77777777" w:rsidR="00D06C7B" w:rsidRDefault="00D06C7B" w:rsidP="00D06C7B">
      <w:pPr>
        <w:pStyle w:val="SingleTxtG"/>
        <w:spacing w:after="80"/>
        <w:ind w:left="1140"/>
      </w:pPr>
      <w:r>
        <w:t>17.</w:t>
      </w:r>
      <w:r>
        <w:tab/>
        <w:t>Прочие вопросы.</w:t>
      </w:r>
    </w:p>
    <w:bookmarkEnd w:id="1"/>
    <w:p w14:paraId="595C4BC0" w14:textId="77777777" w:rsidR="00D06C7B" w:rsidRDefault="00D06C7B" w:rsidP="00D06C7B">
      <w:pPr>
        <w:pStyle w:val="HChG"/>
        <w:tabs>
          <w:tab w:val="clear" w:pos="851"/>
        </w:tabs>
        <w:ind w:left="0" w:firstLine="0"/>
      </w:pPr>
      <w:r>
        <w:tab/>
      </w:r>
      <w:r>
        <w:rPr>
          <w:bCs/>
        </w:rPr>
        <w:t>Аннотации</w:t>
      </w:r>
    </w:p>
    <w:p w14:paraId="44D2EF26" w14:textId="77777777" w:rsidR="00D06C7B" w:rsidRDefault="00D06C7B" w:rsidP="00D06C7B">
      <w:pPr>
        <w:pStyle w:val="SingleTxtG"/>
      </w:pPr>
      <w:r>
        <w:tab/>
      </w:r>
      <w:r>
        <w:tab/>
        <w:t>Аннотированная повестка дня будет издана до сессии GRSG (ECE/TRANS/</w:t>
      </w:r>
      <w:r>
        <w:br/>
        <w:t>WP.29/GRSG/2020/1/Add.1).</w:t>
      </w:r>
    </w:p>
    <w:p w14:paraId="6B2D5BF2" w14:textId="77777777" w:rsidR="00D06C7B" w:rsidRPr="001F58C5" w:rsidRDefault="00D06C7B" w:rsidP="00D06C7B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62D3645" w14:textId="77777777" w:rsidR="00E12C5F" w:rsidRPr="008D53B6" w:rsidRDefault="00E12C5F" w:rsidP="00D9145B"/>
    <w:sectPr w:rsidR="00E12C5F" w:rsidRPr="008D53B6" w:rsidSect="00D06C7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BDEDA" w14:textId="77777777" w:rsidR="00D338F5" w:rsidRPr="00A312BC" w:rsidRDefault="00D338F5" w:rsidP="00A312BC"/>
  </w:endnote>
  <w:endnote w:type="continuationSeparator" w:id="0">
    <w:p w14:paraId="246021F1" w14:textId="77777777" w:rsidR="00D338F5" w:rsidRPr="00A312BC" w:rsidRDefault="00D338F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D0071" w14:textId="77777777" w:rsidR="00D06C7B" w:rsidRPr="00D06C7B" w:rsidRDefault="00D06C7B">
    <w:pPr>
      <w:pStyle w:val="a8"/>
    </w:pPr>
    <w:r w:rsidRPr="00D06C7B">
      <w:rPr>
        <w:b/>
        <w:sz w:val="18"/>
      </w:rPr>
      <w:fldChar w:fldCharType="begin"/>
    </w:r>
    <w:r w:rsidRPr="00D06C7B">
      <w:rPr>
        <w:b/>
        <w:sz w:val="18"/>
      </w:rPr>
      <w:instrText xml:space="preserve"> PAGE  \* MERGEFORMAT </w:instrText>
    </w:r>
    <w:r w:rsidRPr="00D06C7B">
      <w:rPr>
        <w:b/>
        <w:sz w:val="18"/>
      </w:rPr>
      <w:fldChar w:fldCharType="separate"/>
    </w:r>
    <w:r w:rsidRPr="00D06C7B">
      <w:rPr>
        <w:b/>
        <w:noProof/>
        <w:sz w:val="18"/>
      </w:rPr>
      <w:t>2</w:t>
    </w:r>
    <w:r w:rsidRPr="00D06C7B">
      <w:rPr>
        <w:b/>
        <w:sz w:val="18"/>
      </w:rPr>
      <w:fldChar w:fldCharType="end"/>
    </w:r>
    <w:r>
      <w:rPr>
        <w:b/>
        <w:sz w:val="18"/>
      </w:rPr>
      <w:tab/>
    </w:r>
    <w:r>
      <w:t>GE.20-00775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BD638" w14:textId="77777777" w:rsidR="00D06C7B" w:rsidRPr="00D06C7B" w:rsidRDefault="00D06C7B" w:rsidP="00D06C7B">
    <w:pPr>
      <w:pStyle w:val="a8"/>
      <w:tabs>
        <w:tab w:val="clear" w:pos="9639"/>
        <w:tab w:val="right" w:pos="9638"/>
      </w:tabs>
      <w:rPr>
        <w:b/>
        <w:sz w:val="18"/>
      </w:rPr>
    </w:pPr>
    <w:r>
      <w:t>GE.20-00775</w:t>
    </w:r>
    <w:r>
      <w:tab/>
    </w:r>
    <w:r w:rsidRPr="00D06C7B">
      <w:rPr>
        <w:b/>
        <w:sz w:val="18"/>
      </w:rPr>
      <w:fldChar w:fldCharType="begin"/>
    </w:r>
    <w:r w:rsidRPr="00D06C7B">
      <w:rPr>
        <w:b/>
        <w:sz w:val="18"/>
      </w:rPr>
      <w:instrText xml:space="preserve"> PAGE  \* MERGEFORMAT </w:instrText>
    </w:r>
    <w:r w:rsidRPr="00D06C7B">
      <w:rPr>
        <w:b/>
        <w:sz w:val="18"/>
      </w:rPr>
      <w:fldChar w:fldCharType="separate"/>
    </w:r>
    <w:r w:rsidRPr="00D06C7B">
      <w:rPr>
        <w:b/>
        <w:noProof/>
        <w:sz w:val="18"/>
      </w:rPr>
      <w:t>3</w:t>
    </w:r>
    <w:r w:rsidRPr="00D06C7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65C47" w14:textId="77777777" w:rsidR="00042B72" w:rsidRPr="00D06C7B" w:rsidRDefault="00D06C7B" w:rsidP="00D06C7B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EC6D274" wp14:editId="7C84598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20-00775  (R)</w:t>
    </w:r>
    <w:r>
      <w:rPr>
        <w:lang w:val="en-US"/>
      </w:rPr>
      <w:t xml:space="preserve">  220120  220120</w:t>
    </w:r>
    <w:r>
      <w:br/>
    </w:r>
    <w:r w:rsidRPr="00D06C7B">
      <w:rPr>
        <w:rFonts w:ascii="C39T30Lfz" w:hAnsi="C39T30Lfz"/>
        <w:kern w:val="14"/>
        <w:sz w:val="56"/>
      </w:rPr>
      <w:t></w:t>
    </w:r>
    <w:r w:rsidRPr="00D06C7B">
      <w:rPr>
        <w:rFonts w:ascii="C39T30Lfz" w:hAnsi="C39T30Lfz"/>
        <w:kern w:val="14"/>
        <w:sz w:val="56"/>
      </w:rPr>
      <w:t></w:t>
    </w:r>
    <w:r w:rsidRPr="00D06C7B">
      <w:rPr>
        <w:rFonts w:ascii="C39T30Lfz" w:hAnsi="C39T30Lfz"/>
        <w:kern w:val="14"/>
        <w:sz w:val="56"/>
      </w:rPr>
      <w:t></w:t>
    </w:r>
    <w:r w:rsidRPr="00D06C7B">
      <w:rPr>
        <w:rFonts w:ascii="C39T30Lfz" w:hAnsi="C39T30Lfz"/>
        <w:kern w:val="14"/>
        <w:sz w:val="56"/>
      </w:rPr>
      <w:t></w:t>
    </w:r>
    <w:r w:rsidRPr="00D06C7B">
      <w:rPr>
        <w:rFonts w:ascii="C39T30Lfz" w:hAnsi="C39T30Lfz"/>
        <w:kern w:val="14"/>
        <w:sz w:val="56"/>
      </w:rPr>
      <w:t></w:t>
    </w:r>
    <w:r w:rsidRPr="00D06C7B">
      <w:rPr>
        <w:rFonts w:ascii="C39T30Lfz" w:hAnsi="C39T30Lfz"/>
        <w:kern w:val="14"/>
        <w:sz w:val="56"/>
      </w:rPr>
      <w:t></w:t>
    </w:r>
    <w:r w:rsidRPr="00D06C7B">
      <w:rPr>
        <w:rFonts w:ascii="C39T30Lfz" w:hAnsi="C39T30Lfz"/>
        <w:kern w:val="14"/>
        <w:sz w:val="56"/>
      </w:rPr>
      <w:t></w:t>
    </w:r>
    <w:r w:rsidRPr="00D06C7B">
      <w:rPr>
        <w:rFonts w:ascii="C39T30Lfz" w:hAnsi="C39T30Lfz"/>
        <w:kern w:val="14"/>
        <w:sz w:val="56"/>
      </w:rPr>
      <w:t></w:t>
    </w:r>
    <w:r w:rsidRPr="00D06C7B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9BD7DF3" wp14:editId="65958D1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83241" w14:textId="77777777" w:rsidR="00D338F5" w:rsidRPr="001075E9" w:rsidRDefault="00D338F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D86A7D4" w14:textId="77777777" w:rsidR="00D338F5" w:rsidRDefault="00D338F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553C0CB" w14:textId="77777777" w:rsidR="00D06C7B" w:rsidRPr="00D06C7B" w:rsidRDefault="00D06C7B" w:rsidP="00D06C7B">
      <w:pPr>
        <w:pStyle w:val="ad"/>
      </w:pPr>
      <w:r>
        <w:tab/>
      </w:r>
      <w:r w:rsidRPr="00D06C7B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(</w:t>
      </w:r>
      <w:hyperlink r:id="rId1" w:history="1">
        <w:r w:rsidRPr="00D06C7B">
          <w:rPr>
            <w:rStyle w:val="af1"/>
            <w:color w:val="auto"/>
          </w:rPr>
          <w:t>http://unece.org/trans/main/</w:t>
        </w:r>
        <w:r w:rsidRPr="00D06C7B">
          <w:rPr>
            <w:rStyle w:val="af1"/>
            <w:color w:val="auto"/>
          </w:rPr>
          <w:br/>
          <w:t>wp29/wp29wgs/wp29grsg/grsgage.html</w:t>
        </w:r>
      </w:hyperlink>
      <w:r w:rsidRPr="00D06C7B">
        <w:t xml:space="preserve">). В порядке исключения документы можно также получить по электронной почте: </w:t>
      </w:r>
      <w:hyperlink r:id="rId2" w:history="1">
        <w:r w:rsidRPr="00D06C7B">
          <w:rPr>
            <w:rStyle w:val="af1"/>
            <w:color w:val="auto"/>
          </w:rPr>
          <w:t>grsg@unece.org</w:t>
        </w:r>
      </w:hyperlink>
      <w:r w:rsidRPr="00D06C7B">
        <w:t xml:space="preserve">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следующем веб-сайте: </w:t>
      </w:r>
      <w:hyperlink r:id="rId3" w:history="1">
        <w:r w:rsidRPr="00D06C7B">
          <w:rPr>
            <w:rStyle w:val="af1"/>
            <w:color w:val="auto"/>
          </w:rPr>
          <w:t>http://documents.un.org/</w:t>
        </w:r>
      </w:hyperlink>
      <w:r w:rsidRPr="00D06C7B">
        <w:t>.</w:t>
      </w:r>
    </w:p>
  </w:footnote>
  <w:footnote w:id="2">
    <w:p w14:paraId="6918001D" w14:textId="77777777" w:rsidR="00D06C7B" w:rsidRPr="00D06C7B" w:rsidRDefault="00D06C7B" w:rsidP="00D06C7B">
      <w:pPr>
        <w:pStyle w:val="ad"/>
      </w:pPr>
      <w:r w:rsidRPr="00D06C7B">
        <w:tab/>
      </w:r>
      <w:r w:rsidRPr="00D06C7B">
        <w:rPr>
          <w:sz w:val="20"/>
        </w:rPr>
        <w:t>**</w:t>
      </w:r>
      <w:r w:rsidRPr="00D06C7B">
        <w:t xml:space="preserve"> </w:t>
      </w:r>
      <w:r w:rsidRPr="00D06C7B">
        <w:tab/>
        <w:t>Делегатов просят зарегистрироваться онлайн с помощью системы регистрации на веб-сайте ЕЭК (</w:t>
      </w:r>
      <w:hyperlink r:id="rId4" w:history="1">
        <w:r w:rsidRPr="00D06C7B">
          <w:rPr>
            <w:rStyle w:val="af1"/>
            <w:color w:val="auto"/>
          </w:rPr>
          <w:t>https://uncdb.unece.org/app/ext/meeting-registration?id=SKmrck</w:t>
        </w:r>
      </w:hyperlink>
      <w:r w:rsidRPr="00D06C7B"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D06C7B">
        <w:t>Прени</w:t>
      </w:r>
      <w:proofErr w:type="spellEnd"/>
      <w:r w:rsidRPr="00D06C7B">
        <w:t xml:space="preserve"> (</w:t>
      </w:r>
      <w:proofErr w:type="spellStart"/>
      <w:r w:rsidRPr="00D06C7B">
        <w:t>Pregny</w:t>
      </w:r>
      <w:proofErr w:type="spellEnd"/>
      <w:r w:rsidRPr="00D06C7B">
        <w:t xml:space="preserve"> </w:t>
      </w:r>
      <w:proofErr w:type="spellStart"/>
      <w:r w:rsidRPr="00D06C7B">
        <w:t>Gate</w:t>
      </w:r>
      <w:proofErr w:type="spellEnd"/>
      <w:r w:rsidRPr="00D06C7B">
        <w:t xml:space="preserve">) (14, </w:t>
      </w:r>
      <w:proofErr w:type="spellStart"/>
      <w:r w:rsidRPr="00D06C7B">
        <w:t>Avenue</w:t>
      </w:r>
      <w:proofErr w:type="spellEnd"/>
      <w:r w:rsidRPr="00D06C7B">
        <w:t xml:space="preserve"> </w:t>
      </w:r>
      <w:proofErr w:type="spellStart"/>
      <w:r w:rsidRPr="00D06C7B">
        <w:t>de</w:t>
      </w:r>
      <w:proofErr w:type="spellEnd"/>
      <w:r w:rsidRPr="00D06C7B">
        <w:t xml:space="preserve"> </w:t>
      </w:r>
      <w:proofErr w:type="spellStart"/>
      <w:r w:rsidRPr="00D06C7B">
        <w:t>la</w:t>
      </w:r>
      <w:proofErr w:type="spellEnd"/>
      <w:r w:rsidRPr="00D06C7B">
        <w:t xml:space="preserve"> </w:t>
      </w:r>
      <w:proofErr w:type="spellStart"/>
      <w:r w:rsidRPr="00D06C7B">
        <w:t>Paix</w:t>
      </w:r>
      <w:proofErr w:type="spellEnd"/>
      <w:r w:rsidRPr="00D06C7B">
        <w:t xml:space="preserve">). В случае затруднений просьба связаться с секретариатом по телефону (внутренний номер 74323). Схему Дворца Наций и другую полезную информацию см. на веб-сайте </w:t>
      </w:r>
      <w:hyperlink r:id="rId5" w:history="1">
        <w:r w:rsidRPr="00D06C7B">
          <w:rPr>
            <w:rStyle w:val="af1"/>
            <w:color w:val="auto"/>
          </w:rPr>
          <w:t>www.unece.org/meetings/</w:t>
        </w:r>
        <w:r w:rsidRPr="00D06C7B">
          <w:rPr>
            <w:rStyle w:val="af1"/>
            <w:color w:val="auto"/>
          </w:rPr>
          <w:br/>
          <w:t>practical.htm</w:t>
        </w:r>
      </w:hyperlink>
      <w:r w:rsidRPr="00D06C7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972FA" w14:textId="539C0D70" w:rsidR="00D06C7B" w:rsidRPr="00D06C7B" w:rsidRDefault="0022615F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 w:rsidR="00614A45">
      <w:t>ECE/TRANS/WP.29/GRSG/2020/1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23DD8" w14:textId="677DADD1" w:rsidR="00D06C7B" w:rsidRPr="00D06C7B" w:rsidRDefault="0022615F" w:rsidP="00D06C7B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14A45">
      <w:t>ECE/TRANS/WP.29/GRSG/2020/1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8F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615F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4A45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0246A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06C7B"/>
    <w:rsid w:val="00D338F5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E319D0"/>
  <w15:docId w15:val="{BD7E5367-C044-45CF-8416-233F9AD7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D06C7B"/>
    <w:rPr>
      <w:lang w:val="ru-RU" w:eastAsia="en-US"/>
    </w:rPr>
  </w:style>
  <w:style w:type="character" w:customStyle="1" w:styleId="HChGChar">
    <w:name w:val="_ H _Ch_G Char"/>
    <w:link w:val="HChG"/>
    <w:rsid w:val="00D06C7B"/>
    <w:rPr>
      <w:b/>
      <w:sz w:val="28"/>
      <w:lang w:val="ru-RU" w:eastAsia="ru-RU"/>
    </w:rPr>
  </w:style>
  <w:style w:type="character" w:styleId="af3">
    <w:name w:val="Unresolved Mention"/>
    <w:basedOn w:val="a0"/>
    <w:uiPriority w:val="99"/>
    <w:semiHidden/>
    <w:unhideWhenUsed/>
    <w:rsid w:val="00D06C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sg@unece.org" TargetMode="External"/><Relationship Id="rId1" Type="http://schemas.openxmlformats.org/officeDocument/2006/relationships/hyperlink" Target="http://unece.org/trans/main/wp29/wp29wgs/wp29grsg/grsgage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uncdb.unece.org/app/ext/meeting-registration?id=SKmrc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326</Words>
  <Characters>2050</Characters>
  <Application>Microsoft Office Word</Application>
  <DocSecurity>0</DocSecurity>
  <Lines>60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</dc:title>
  <dc:subject/>
  <dc:creator>Assistant</dc:creator>
  <cp:keywords/>
  <cp:lastModifiedBy>Tatiana SHARKINA</cp:lastModifiedBy>
  <cp:revision>4</cp:revision>
  <cp:lastPrinted>2020-01-22T13:36:00Z</cp:lastPrinted>
  <dcterms:created xsi:type="dcterms:W3CDTF">2020-01-22T13:36:00Z</dcterms:created>
  <dcterms:modified xsi:type="dcterms:W3CDTF">2020-01-22T13:38:00Z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